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8CDE6" w14:textId="74C626EF" w:rsidR="001D36BF" w:rsidRPr="006F699D" w:rsidRDefault="001D36BF" w:rsidP="001D36BF">
      <w:pPr>
        <w:pStyle w:val="ZA"/>
        <w:framePr w:wrap="notBeside"/>
      </w:pPr>
      <w:bookmarkStart w:id="0" w:name="page1"/>
      <w:r w:rsidRPr="006F699D">
        <w:rPr>
          <w:sz w:val="64"/>
        </w:rPr>
        <w:t>3GPP</w:t>
      </w:r>
      <w:r w:rsidR="00646BEC">
        <w:rPr>
          <w:sz w:val="64"/>
        </w:rPr>
        <w:t xml:space="preserve"> </w:t>
      </w:r>
      <w:r w:rsidRPr="006F699D">
        <w:rPr>
          <w:sz w:val="64"/>
        </w:rPr>
        <w:t>TS</w:t>
      </w:r>
      <w:r w:rsidR="00646BEC">
        <w:rPr>
          <w:sz w:val="64"/>
        </w:rPr>
        <w:t xml:space="preserve"> </w:t>
      </w:r>
      <w:r w:rsidRPr="006F699D">
        <w:rPr>
          <w:sz w:val="64"/>
        </w:rPr>
        <w:t>36.304</w:t>
      </w:r>
      <w:r w:rsidR="00646BEC">
        <w:rPr>
          <w:sz w:val="64"/>
        </w:rPr>
        <w:t xml:space="preserve"> </w:t>
      </w:r>
      <w:r w:rsidRPr="006F699D">
        <w:t>V1</w:t>
      </w:r>
      <w:r w:rsidR="00485D58" w:rsidRPr="006F699D">
        <w:t>5</w:t>
      </w:r>
      <w:r w:rsidRPr="006F699D">
        <w:t>.</w:t>
      </w:r>
      <w:r w:rsidR="00E143DC" w:rsidRPr="006F699D">
        <w:t>8</w:t>
      </w:r>
      <w:r w:rsidRPr="006F699D">
        <w:t>.0</w:t>
      </w:r>
      <w:r w:rsidR="00646BEC">
        <w:t xml:space="preserve"> </w:t>
      </w:r>
      <w:r w:rsidRPr="006F699D">
        <w:rPr>
          <w:sz w:val="32"/>
        </w:rPr>
        <w:t>(20</w:t>
      </w:r>
      <w:r w:rsidR="000468DE" w:rsidRPr="006F699D">
        <w:rPr>
          <w:sz w:val="32"/>
        </w:rPr>
        <w:t>2</w:t>
      </w:r>
      <w:r w:rsidR="00E143DC" w:rsidRPr="006F699D">
        <w:rPr>
          <w:sz w:val="32"/>
        </w:rPr>
        <w:t>2</w:t>
      </w:r>
      <w:r w:rsidRPr="006F699D">
        <w:rPr>
          <w:sz w:val="32"/>
        </w:rPr>
        <w:t>-</w:t>
      </w:r>
      <w:r w:rsidR="000468DE" w:rsidRPr="006F699D">
        <w:rPr>
          <w:sz w:val="32"/>
        </w:rPr>
        <w:t>0</w:t>
      </w:r>
      <w:r w:rsidR="00E143DC" w:rsidRPr="006F699D">
        <w:rPr>
          <w:sz w:val="32"/>
        </w:rPr>
        <w:t>3</w:t>
      </w:r>
      <w:r w:rsidRPr="006F699D">
        <w:rPr>
          <w:sz w:val="32"/>
        </w:rPr>
        <w:t>)</w:t>
      </w:r>
    </w:p>
    <w:p w14:paraId="333FB2B8" w14:textId="0B2A470E" w:rsidR="003072BD" w:rsidRPr="006F699D" w:rsidRDefault="003072BD" w:rsidP="00377BCE">
      <w:pPr>
        <w:pStyle w:val="ZB"/>
        <w:framePr w:wrap="notBeside"/>
        <w:rPr>
          <w:noProof w:val="0"/>
        </w:rPr>
      </w:pPr>
      <w:r w:rsidRPr="006F699D">
        <w:rPr>
          <w:noProof w:val="0"/>
        </w:rPr>
        <w:t>Technical</w:t>
      </w:r>
      <w:r w:rsidR="00646BEC">
        <w:rPr>
          <w:noProof w:val="0"/>
        </w:rPr>
        <w:t xml:space="preserve"> </w:t>
      </w:r>
      <w:r w:rsidRPr="006F699D">
        <w:rPr>
          <w:noProof w:val="0"/>
        </w:rPr>
        <w:t>Specification</w:t>
      </w:r>
    </w:p>
    <w:p w14:paraId="2DB7FF3B" w14:textId="4AD2C7E6" w:rsidR="003072BD" w:rsidRPr="006F699D" w:rsidRDefault="003072BD" w:rsidP="00377BCE">
      <w:pPr>
        <w:pStyle w:val="ZT"/>
        <w:framePr w:wrap="notBeside" w:vAnchor="page" w:hAnchor="page" w:x="865" w:y="2737"/>
      </w:pPr>
      <w:r w:rsidRPr="006F699D">
        <w:t>3</w:t>
      </w:r>
      <w:r w:rsidRPr="006F699D">
        <w:rPr>
          <w:vertAlign w:val="superscript"/>
        </w:rPr>
        <w:t>rd</w:t>
      </w:r>
      <w:r w:rsidR="00646BEC">
        <w:t xml:space="preserve"> </w:t>
      </w:r>
      <w:r w:rsidRPr="006F699D">
        <w:t>Generation</w:t>
      </w:r>
      <w:r w:rsidR="00646BEC">
        <w:t xml:space="preserve"> </w:t>
      </w:r>
      <w:r w:rsidRPr="006F699D">
        <w:t>Partnership</w:t>
      </w:r>
      <w:r w:rsidR="00646BEC">
        <w:t xml:space="preserve"> </w:t>
      </w:r>
      <w:r w:rsidRPr="006F699D">
        <w:t>Project;</w:t>
      </w:r>
    </w:p>
    <w:p w14:paraId="06C751BB" w14:textId="2D7B8DFE" w:rsidR="003072BD" w:rsidRPr="006F699D" w:rsidRDefault="003072BD" w:rsidP="00377BCE">
      <w:pPr>
        <w:pStyle w:val="ZT"/>
        <w:framePr w:wrap="notBeside" w:vAnchor="page" w:hAnchor="page" w:x="865" w:y="2737"/>
      </w:pPr>
      <w:r w:rsidRPr="006F699D">
        <w:t>Technical</w:t>
      </w:r>
      <w:r w:rsidR="00646BEC">
        <w:t xml:space="preserve"> </w:t>
      </w:r>
      <w:r w:rsidRPr="006F699D">
        <w:t>Specification</w:t>
      </w:r>
      <w:r w:rsidR="00646BEC">
        <w:t xml:space="preserve"> </w:t>
      </w:r>
      <w:r w:rsidRPr="006F699D">
        <w:t>Group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Network;</w:t>
      </w:r>
    </w:p>
    <w:p w14:paraId="27971780" w14:textId="5BB886EA" w:rsidR="003072BD" w:rsidRPr="006F699D" w:rsidRDefault="008F53A4" w:rsidP="00377BCE">
      <w:pPr>
        <w:pStyle w:val="ZT"/>
        <w:framePr w:wrap="notBeside" w:vAnchor="page" w:hAnchor="page" w:x="865" w:y="2737"/>
      </w:pPr>
      <w:r w:rsidRPr="006F699D">
        <w:rPr>
          <w:lang w:eastAsia="ja-JP"/>
        </w:rPr>
        <w:t>Evolved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Universal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Terrestrial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Radio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Access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(E-UTRA)</w:t>
      </w:r>
      <w:r w:rsidR="00FD1DF6"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="00FD1DF6" w:rsidRPr="006F699D">
        <w:rPr>
          <w:lang w:eastAsia="ja-JP"/>
        </w:rPr>
        <w:br/>
      </w:r>
      <w:r w:rsidR="003072BD" w:rsidRPr="006F699D">
        <w:t>User</w:t>
      </w:r>
      <w:r w:rsidR="00646BEC">
        <w:t xml:space="preserve"> </w:t>
      </w:r>
      <w:r w:rsidR="003072BD" w:rsidRPr="006F699D">
        <w:t>Equipment</w:t>
      </w:r>
      <w:r w:rsidR="00646BEC">
        <w:t xml:space="preserve"> </w:t>
      </w:r>
      <w:r w:rsidR="003072BD" w:rsidRPr="006F699D">
        <w:t>(UE)</w:t>
      </w:r>
      <w:r w:rsidR="00646BEC">
        <w:t xml:space="preserve"> </w:t>
      </w:r>
      <w:r w:rsidR="003072BD" w:rsidRPr="006F699D">
        <w:t>procedures</w:t>
      </w:r>
      <w:r w:rsidR="00646BEC">
        <w:t xml:space="preserve"> </w:t>
      </w:r>
      <w:r w:rsidR="003072BD" w:rsidRPr="006F699D">
        <w:t>in</w:t>
      </w:r>
      <w:r w:rsidR="00646BEC">
        <w:t xml:space="preserve"> </w:t>
      </w:r>
      <w:r w:rsidR="003072BD" w:rsidRPr="006F699D">
        <w:t>idle</w:t>
      </w:r>
      <w:r w:rsidR="00646BEC">
        <w:t xml:space="preserve"> </w:t>
      </w:r>
      <w:r w:rsidR="003072BD" w:rsidRPr="006F699D">
        <w:t>mode</w:t>
      </w:r>
    </w:p>
    <w:p w14:paraId="6A6D558D" w14:textId="53B890A1" w:rsidR="003072BD" w:rsidRPr="006F699D" w:rsidRDefault="003072BD" w:rsidP="00377BCE">
      <w:pPr>
        <w:pStyle w:val="ZT"/>
        <w:framePr w:wrap="notBeside" w:vAnchor="page" w:hAnchor="page" w:x="865" w:y="2737"/>
      </w:pPr>
      <w:r w:rsidRPr="006F699D">
        <w:t>(</w:t>
      </w:r>
      <w:r w:rsidRPr="006F699D">
        <w:rPr>
          <w:rStyle w:val="ZGSM"/>
        </w:rPr>
        <w:t>Release</w:t>
      </w:r>
      <w:r w:rsidR="00646BEC">
        <w:rPr>
          <w:rStyle w:val="ZGSM"/>
        </w:rPr>
        <w:t xml:space="preserve"> </w:t>
      </w:r>
      <w:r w:rsidR="004C0F27" w:rsidRPr="006F699D">
        <w:rPr>
          <w:rStyle w:val="ZGSM"/>
        </w:rPr>
        <w:t>1</w:t>
      </w:r>
      <w:r w:rsidR="00960798" w:rsidRPr="006F699D">
        <w:rPr>
          <w:rStyle w:val="ZGSM"/>
        </w:rPr>
        <w:t>5</w:t>
      </w:r>
      <w:r w:rsidRPr="006F699D">
        <w:t>)</w:t>
      </w:r>
    </w:p>
    <w:p w14:paraId="7F77EA12" w14:textId="77777777" w:rsidR="003072BD" w:rsidRPr="006F699D" w:rsidRDefault="003072BD" w:rsidP="00377BCE">
      <w:pPr>
        <w:pStyle w:val="ZT"/>
        <w:framePr w:wrap="notBeside" w:vAnchor="page" w:hAnchor="page" w:x="865" w:y="2737"/>
      </w:pPr>
    </w:p>
    <w:p w14:paraId="365BAB4D" w14:textId="77777777" w:rsidR="003072BD" w:rsidRPr="006F699D" w:rsidRDefault="003072BD" w:rsidP="00377BCE">
      <w:pPr>
        <w:pStyle w:val="ZT"/>
        <w:framePr w:wrap="notBeside" w:vAnchor="page" w:hAnchor="page" w:x="865" w:y="2737"/>
        <w:rPr>
          <w:i/>
          <w:sz w:val="28"/>
        </w:rPr>
      </w:pPr>
    </w:p>
    <w:p w14:paraId="75C77F10" w14:textId="77777777" w:rsidR="003072BD" w:rsidRPr="006F699D" w:rsidRDefault="00CC7EBD" w:rsidP="00377BCE">
      <w:pPr>
        <w:pStyle w:val="ZU"/>
        <w:framePr w:wrap="notBeside"/>
        <w:tabs>
          <w:tab w:val="right" w:pos="10206"/>
        </w:tabs>
        <w:jc w:val="left"/>
        <w:rPr>
          <w:noProof w:val="0"/>
        </w:rPr>
      </w:pPr>
      <w:r w:rsidRPr="006F699D">
        <w:object w:dxaOrig="1426" w:dyaOrig="991" w14:anchorId="5641E8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75pt" o:ole="">
            <v:imagedata r:id="rId8" o:title=""/>
          </v:shape>
          <o:OLEObject Type="Embed" ProgID="Visio.Drawing.15" ShapeID="_x0000_i1025" DrawAspect="Content" ObjectID="_1711355815" r:id="rId9"/>
        </w:object>
      </w:r>
      <w:r w:rsidR="004C0F50" w:rsidRPr="006F699D">
        <w:tab/>
      </w:r>
      <w:r w:rsidR="004C0F50" w:rsidRPr="006F699D">
        <w:object w:dxaOrig="2551" w:dyaOrig="1300" w14:anchorId="398A5E8C">
          <v:shape id="_x0000_i1026" type="#_x0000_t75" style="width:127.5pt;height:65.25pt" o:ole="">
            <v:imagedata r:id="rId10" o:title=""/>
          </v:shape>
          <o:OLEObject Type="Embed" ProgID="Word.Picture.8" ShapeID="_x0000_i1026" DrawAspect="Content" ObjectID="_1711355816" r:id="rId11"/>
        </w:object>
      </w:r>
    </w:p>
    <w:p w14:paraId="01627DB4" w14:textId="105B6A07" w:rsidR="00FB56E7" w:rsidRPr="006F699D" w:rsidRDefault="003072BD" w:rsidP="006F699D">
      <w:pPr>
        <w:framePr w:h="1636" w:hRule="exact" w:wrap="notBeside" w:vAnchor="page" w:hAnchor="margin" w:y="15121"/>
        <w:spacing w:after="0"/>
        <w:rPr>
          <w:sz w:val="16"/>
        </w:rPr>
      </w:pPr>
      <w:r w:rsidRPr="006F699D">
        <w:rPr>
          <w:sz w:val="16"/>
        </w:rPr>
        <w:t>The</w:t>
      </w:r>
      <w:r w:rsidR="00646BEC">
        <w:rPr>
          <w:sz w:val="16"/>
        </w:rPr>
        <w:t xml:space="preserve"> </w:t>
      </w:r>
      <w:r w:rsidRPr="006F699D">
        <w:rPr>
          <w:sz w:val="16"/>
        </w:rPr>
        <w:t>present</w:t>
      </w:r>
      <w:r w:rsidR="00646BEC">
        <w:rPr>
          <w:sz w:val="16"/>
        </w:rPr>
        <w:t xml:space="preserve"> </w:t>
      </w:r>
      <w:r w:rsidRPr="006F699D">
        <w:rPr>
          <w:sz w:val="16"/>
        </w:rPr>
        <w:t>document</w:t>
      </w:r>
      <w:r w:rsidR="00646BEC">
        <w:rPr>
          <w:sz w:val="16"/>
        </w:rPr>
        <w:t xml:space="preserve"> </w:t>
      </w:r>
      <w:r w:rsidRPr="006F699D">
        <w:rPr>
          <w:sz w:val="16"/>
        </w:rPr>
        <w:t>has</w:t>
      </w:r>
      <w:r w:rsidR="00646BEC">
        <w:rPr>
          <w:sz w:val="16"/>
        </w:rPr>
        <w:t xml:space="preserve"> </w:t>
      </w:r>
      <w:r w:rsidRPr="006F699D">
        <w:rPr>
          <w:sz w:val="16"/>
        </w:rPr>
        <w:t>been</w:t>
      </w:r>
      <w:r w:rsidR="00646BEC">
        <w:rPr>
          <w:sz w:val="16"/>
        </w:rPr>
        <w:t xml:space="preserve"> </w:t>
      </w:r>
      <w:r w:rsidRPr="006F699D">
        <w:rPr>
          <w:sz w:val="16"/>
        </w:rPr>
        <w:t>developed</w:t>
      </w:r>
      <w:r w:rsidR="00646BEC">
        <w:rPr>
          <w:sz w:val="16"/>
        </w:rPr>
        <w:t xml:space="preserve"> </w:t>
      </w:r>
      <w:r w:rsidRPr="006F699D">
        <w:rPr>
          <w:sz w:val="16"/>
        </w:rPr>
        <w:t>within</w:t>
      </w:r>
      <w:r w:rsidR="00646BEC">
        <w:rPr>
          <w:sz w:val="16"/>
        </w:rPr>
        <w:t xml:space="preserve"> </w:t>
      </w:r>
      <w:r w:rsidRPr="006F699D">
        <w:rPr>
          <w:sz w:val="16"/>
        </w:rPr>
        <w:t>the</w:t>
      </w:r>
      <w:r w:rsidR="00646BEC">
        <w:rPr>
          <w:sz w:val="16"/>
        </w:rPr>
        <w:t xml:space="preserve"> </w:t>
      </w:r>
      <w:r w:rsidRPr="006F699D">
        <w:rPr>
          <w:sz w:val="16"/>
        </w:rPr>
        <w:t>3</w:t>
      </w:r>
      <w:r w:rsidRPr="006F699D">
        <w:rPr>
          <w:sz w:val="16"/>
          <w:vertAlign w:val="superscript"/>
        </w:rPr>
        <w:t>rd</w:t>
      </w:r>
      <w:r w:rsidR="00646BEC">
        <w:rPr>
          <w:sz w:val="16"/>
        </w:rPr>
        <w:t xml:space="preserve"> </w:t>
      </w:r>
      <w:r w:rsidRPr="006F699D">
        <w:rPr>
          <w:sz w:val="16"/>
        </w:rPr>
        <w:t>Generation</w:t>
      </w:r>
      <w:r w:rsidR="00646BEC">
        <w:rPr>
          <w:sz w:val="16"/>
        </w:rPr>
        <w:t xml:space="preserve"> </w:t>
      </w:r>
      <w:r w:rsidRPr="006F699D">
        <w:rPr>
          <w:sz w:val="16"/>
        </w:rPr>
        <w:t>Partnership</w:t>
      </w:r>
      <w:r w:rsidR="00646BEC">
        <w:rPr>
          <w:sz w:val="16"/>
        </w:rPr>
        <w:t xml:space="preserve"> </w:t>
      </w:r>
      <w:r w:rsidRPr="006F699D">
        <w:rPr>
          <w:sz w:val="16"/>
        </w:rPr>
        <w:t>Project</w:t>
      </w:r>
      <w:r w:rsidR="00646BEC">
        <w:rPr>
          <w:sz w:val="16"/>
        </w:rPr>
        <w:t xml:space="preserve"> </w:t>
      </w:r>
      <w:r w:rsidRPr="006F699D">
        <w:rPr>
          <w:sz w:val="16"/>
        </w:rPr>
        <w:t>(3GPP</w:t>
      </w:r>
      <w:r w:rsidR="00646BEC">
        <w:rPr>
          <w:sz w:val="16"/>
          <w:vertAlign w:val="superscript"/>
        </w:rPr>
        <w:t xml:space="preserve"> </w:t>
      </w:r>
      <w:r w:rsidRPr="006F699D">
        <w:rPr>
          <w:sz w:val="16"/>
          <w:vertAlign w:val="superscript"/>
        </w:rPr>
        <w:t>TM</w:t>
      </w:r>
      <w:r w:rsidRPr="006F699D">
        <w:rPr>
          <w:sz w:val="16"/>
        </w:rPr>
        <w:t>)</w:t>
      </w:r>
      <w:r w:rsidR="00646BEC">
        <w:rPr>
          <w:sz w:val="16"/>
        </w:rPr>
        <w:t xml:space="preserve"> </w:t>
      </w:r>
      <w:r w:rsidRPr="006F699D">
        <w:rPr>
          <w:sz w:val="16"/>
        </w:rPr>
        <w:t>and</w:t>
      </w:r>
      <w:r w:rsidR="00646BEC">
        <w:rPr>
          <w:sz w:val="16"/>
        </w:rPr>
        <w:t xml:space="preserve"> </w:t>
      </w:r>
      <w:r w:rsidRPr="006F699D">
        <w:rPr>
          <w:sz w:val="16"/>
        </w:rPr>
        <w:t>may</w:t>
      </w:r>
      <w:r w:rsidR="00646BEC">
        <w:rPr>
          <w:sz w:val="16"/>
        </w:rPr>
        <w:t xml:space="preserve"> </w:t>
      </w:r>
      <w:r w:rsidRPr="006F699D">
        <w:rPr>
          <w:sz w:val="16"/>
        </w:rPr>
        <w:t>be</w:t>
      </w:r>
      <w:r w:rsidR="00646BEC">
        <w:rPr>
          <w:sz w:val="16"/>
        </w:rPr>
        <w:t xml:space="preserve"> </w:t>
      </w:r>
      <w:r w:rsidRPr="006F699D">
        <w:rPr>
          <w:sz w:val="16"/>
        </w:rPr>
        <w:t>further</w:t>
      </w:r>
      <w:r w:rsidR="00646BEC">
        <w:rPr>
          <w:sz w:val="16"/>
        </w:rPr>
        <w:t xml:space="preserve"> </w:t>
      </w:r>
      <w:r w:rsidRPr="006F699D">
        <w:rPr>
          <w:sz w:val="16"/>
        </w:rPr>
        <w:t>elabo</w:t>
      </w:r>
      <w:r w:rsidR="00FB56E7" w:rsidRPr="006F699D">
        <w:rPr>
          <w:sz w:val="16"/>
        </w:rPr>
        <w:t>rated</w:t>
      </w:r>
      <w:r w:rsidR="00646BEC">
        <w:rPr>
          <w:sz w:val="16"/>
        </w:rPr>
        <w:t xml:space="preserve"> </w:t>
      </w:r>
      <w:r w:rsidR="00FB56E7" w:rsidRPr="006F699D">
        <w:rPr>
          <w:sz w:val="16"/>
        </w:rPr>
        <w:t>for</w:t>
      </w:r>
      <w:r w:rsidR="00646BEC">
        <w:rPr>
          <w:sz w:val="16"/>
        </w:rPr>
        <w:t xml:space="preserve"> </w:t>
      </w:r>
      <w:r w:rsidR="00FB56E7" w:rsidRPr="006F699D">
        <w:rPr>
          <w:sz w:val="16"/>
        </w:rPr>
        <w:t>the</w:t>
      </w:r>
      <w:r w:rsidR="00646BEC">
        <w:rPr>
          <w:sz w:val="16"/>
        </w:rPr>
        <w:t xml:space="preserve"> </w:t>
      </w:r>
      <w:r w:rsidR="00FB56E7" w:rsidRPr="006F699D">
        <w:rPr>
          <w:sz w:val="16"/>
        </w:rPr>
        <w:t>purposes</w:t>
      </w:r>
      <w:r w:rsidR="00646BEC">
        <w:rPr>
          <w:sz w:val="16"/>
        </w:rPr>
        <w:t xml:space="preserve"> </w:t>
      </w:r>
      <w:r w:rsidR="00FB56E7" w:rsidRPr="006F699D">
        <w:rPr>
          <w:sz w:val="16"/>
        </w:rPr>
        <w:t>of</w:t>
      </w:r>
      <w:r w:rsidR="00646BEC">
        <w:rPr>
          <w:sz w:val="16"/>
        </w:rPr>
        <w:t xml:space="preserve"> </w:t>
      </w:r>
      <w:r w:rsidR="00FB56E7" w:rsidRPr="006F699D">
        <w:rPr>
          <w:sz w:val="16"/>
        </w:rPr>
        <w:t>3GPP</w:t>
      </w:r>
      <w:r w:rsidR="00416C7A" w:rsidRPr="006F699D">
        <w:rPr>
          <w:sz w:val="16"/>
        </w:rPr>
        <w:t>.</w:t>
      </w:r>
      <w:r w:rsidRPr="006F699D">
        <w:rPr>
          <w:sz w:val="16"/>
        </w:rPr>
        <w:br/>
        <w:t>The</w:t>
      </w:r>
      <w:r w:rsidR="00646BEC">
        <w:rPr>
          <w:sz w:val="16"/>
        </w:rPr>
        <w:t xml:space="preserve"> </w:t>
      </w:r>
      <w:r w:rsidRPr="006F699D">
        <w:rPr>
          <w:sz w:val="16"/>
        </w:rPr>
        <w:t>present</w:t>
      </w:r>
      <w:r w:rsidR="00646BEC">
        <w:rPr>
          <w:sz w:val="16"/>
        </w:rPr>
        <w:t xml:space="preserve"> </w:t>
      </w:r>
      <w:r w:rsidRPr="006F699D">
        <w:rPr>
          <w:sz w:val="16"/>
        </w:rPr>
        <w:t>document</w:t>
      </w:r>
      <w:r w:rsidR="00646BEC">
        <w:rPr>
          <w:sz w:val="16"/>
        </w:rPr>
        <w:t xml:space="preserve"> </w:t>
      </w:r>
      <w:r w:rsidRPr="006F699D">
        <w:rPr>
          <w:sz w:val="16"/>
        </w:rPr>
        <w:t>has</w:t>
      </w:r>
      <w:r w:rsidR="00646BEC">
        <w:rPr>
          <w:sz w:val="16"/>
        </w:rPr>
        <w:t xml:space="preserve"> </w:t>
      </w:r>
      <w:r w:rsidRPr="006F699D">
        <w:rPr>
          <w:sz w:val="16"/>
        </w:rPr>
        <w:t>not</w:t>
      </w:r>
      <w:r w:rsidR="00646BEC">
        <w:rPr>
          <w:sz w:val="16"/>
        </w:rPr>
        <w:t xml:space="preserve"> </w:t>
      </w:r>
      <w:r w:rsidRPr="006F699D">
        <w:rPr>
          <w:sz w:val="16"/>
        </w:rPr>
        <w:t>been</w:t>
      </w:r>
      <w:r w:rsidR="00646BEC">
        <w:rPr>
          <w:sz w:val="16"/>
        </w:rPr>
        <w:t xml:space="preserve"> </w:t>
      </w:r>
      <w:r w:rsidRPr="006F699D">
        <w:rPr>
          <w:sz w:val="16"/>
        </w:rPr>
        <w:t>subject</w:t>
      </w:r>
      <w:r w:rsidR="00646BEC">
        <w:rPr>
          <w:sz w:val="16"/>
        </w:rPr>
        <w:t xml:space="preserve"> </w:t>
      </w:r>
      <w:r w:rsidRPr="006F699D">
        <w:rPr>
          <w:sz w:val="16"/>
        </w:rPr>
        <w:t>to</w:t>
      </w:r>
      <w:r w:rsidR="00646BEC">
        <w:rPr>
          <w:sz w:val="16"/>
        </w:rPr>
        <w:t xml:space="preserve"> </w:t>
      </w:r>
      <w:r w:rsidRPr="006F699D">
        <w:rPr>
          <w:sz w:val="16"/>
        </w:rPr>
        <w:t>any</w:t>
      </w:r>
      <w:r w:rsidR="00646BEC">
        <w:rPr>
          <w:sz w:val="16"/>
        </w:rPr>
        <w:t xml:space="preserve"> </w:t>
      </w:r>
      <w:r w:rsidRPr="006F699D">
        <w:rPr>
          <w:sz w:val="16"/>
        </w:rPr>
        <w:t>approval</w:t>
      </w:r>
      <w:r w:rsidR="00646BEC">
        <w:rPr>
          <w:sz w:val="16"/>
        </w:rPr>
        <w:t xml:space="preserve"> </w:t>
      </w:r>
      <w:r w:rsidRPr="006F699D">
        <w:rPr>
          <w:sz w:val="16"/>
        </w:rPr>
        <w:t>process</w:t>
      </w:r>
      <w:r w:rsidR="00646BEC">
        <w:rPr>
          <w:sz w:val="16"/>
        </w:rPr>
        <w:t xml:space="preserve"> </w:t>
      </w:r>
      <w:r w:rsidRPr="006F699D">
        <w:rPr>
          <w:sz w:val="16"/>
        </w:rPr>
        <w:t>by</w:t>
      </w:r>
      <w:r w:rsidR="00646BEC">
        <w:rPr>
          <w:sz w:val="16"/>
        </w:rPr>
        <w:t xml:space="preserve"> </w:t>
      </w:r>
      <w:r w:rsidRPr="006F699D">
        <w:rPr>
          <w:sz w:val="16"/>
        </w:rPr>
        <w:t>the</w:t>
      </w:r>
      <w:r w:rsidR="00646BEC">
        <w:rPr>
          <w:sz w:val="16"/>
        </w:rPr>
        <w:t xml:space="preserve"> </w:t>
      </w:r>
      <w:r w:rsidRPr="006F699D">
        <w:rPr>
          <w:sz w:val="16"/>
        </w:rPr>
        <w:t>3GPP</w:t>
      </w:r>
      <w:r w:rsidR="00646BEC">
        <w:rPr>
          <w:sz w:val="16"/>
          <w:vertAlign w:val="superscript"/>
        </w:rPr>
        <w:t xml:space="preserve"> </w:t>
      </w:r>
      <w:r w:rsidRPr="006F699D">
        <w:rPr>
          <w:sz w:val="16"/>
        </w:rPr>
        <w:t>Organisational</w:t>
      </w:r>
      <w:r w:rsidR="00646BEC">
        <w:rPr>
          <w:sz w:val="16"/>
        </w:rPr>
        <w:t xml:space="preserve"> </w:t>
      </w:r>
      <w:r w:rsidRPr="006F699D">
        <w:rPr>
          <w:sz w:val="16"/>
        </w:rPr>
        <w:t>Partners</w:t>
      </w:r>
      <w:r w:rsidR="00646BEC">
        <w:rPr>
          <w:sz w:val="16"/>
        </w:rPr>
        <w:t xml:space="preserve"> </w:t>
      </w:r>
      <w:r w:rsidRPr="006F699D">
        <w:rPr>
          <w:sz w:val="16"/>
        </w:rPr>
        <w:t>and</w:t>
      </w:r>
      <w:r w:rsidR="00646BEC">
        <w:rPr>
          <w:sz w:val="16"/>
        </w:rPr>
        <w:t xml:space="preserve"> </w:t>
      </w:r>
      <w:r w:rsidRPr="006F699D">
        <w:rPr>
          <w:sz w:val="16"/>
        </w:rPr>
        <w:t>shall</w:t>
      </w:r>
      <w:r w:rsidR="00646BEC">
        <w:rPr>
          <w:sz w:val="16"/>
        </w:rPr>
        <w:t xml:space="preserve"> </w:t>
      </w:r>
      <w:r w:rsidRPr="006F699D">
        <w:rPr>
          <w:sz w:val="16"/>
        </w:rPr>
        <w:t>not</w:t>
      </w:r>
      <w:r w:rsidR="00646BEC">
        <w:rPr>
          <w:sz w:val="16"/>
        </w:rPr>
        <w:t xml:space="preserve"> </w:t>
      </w:r>
      <w:r w:rsidRPr="006F699D">
        <w:rPr>
          <w:sz w:val="16"/>
        </w:rPr>
        <w:t>be</w:t>
      </w:r>
      <w:r w:rsidR="00646BEC">
        <w:rPr>
          <w:sz w:val="16"/>
        </w:rPr>
        <w:t xml:space="preserve"> </w:t>
      </w:r>
      <w:r w:rsidRPr="006F699D">
        <w:rPr>
          <w:sz w:val="16"/>
        </w:rPr>
        <w:t>implemented.</w:t>
      </w:r>
    </w:p>
    <w:p w14:paraId="3A7D23A7" w14:textId="5BBBEC80" w:rsidR="003072BD" w:rsidRPr="006F699D" w:rsidRDefault="003072BD" w:rsidP="00377BCE">
      <w:pPr>
        <w:framePr w:h="1636" w:hRule="exact" w:wrap="notBeside" w:vAnchor="page" w:hAnchor="margin" w:y="15121"/>
        <w:jc w:val="both"/>
        <w:rPr>
          <w:sz w:val="16"/>
        </w:rPr>
      </w:pPr>
      <w:r w:rsidRPr="006F699D">
        <w:rPr>
          <w:sz w:val="16"/>
        </w:rPr>
        <w:t>This</w:t>
      </w:r>
      <w:r w:rsidR="00646BEC">
        <w:rPr>
          <w:sz w:val="16"/>
        </w:rPr>
        <w:t xml:space="preserve"> </w:t>
      </w:r>
      <w:r w:rsidRPr="006F699D">
        <w:rPr>
          <w:sz w:val="16"/>
        </w:rPr>
        <w:t>Specification</w:t>
      </w:r>
      <w:r w:rsidR="00646BEC">
        <w:rPr>
          <w:sz w:val="16"/>
        </w:rPr>
        <w:t xml:space="preserve"> </w:t>
      </w:r>
      <w:r w:rsidRPr="006F699D">
        <w:rPr>
          <w:sz w:val="16"/>
        </w:rPr>
        <w:t>is</w:t>
      </w:r>
      <w:r w:rsidR="00646BEC">
        <w:rPr>
          <w:sz w:val="16"/>
        </w:rPr>
        <w:t xml:space="preserve"> </w:t>
      </w:r>
      <w:r w:rsidRPr="006F699D">
        <w:rPr>
          <w:sz w:val="16"/>
        </w:rPr>
        <w:t>provided</w:t>
      </w:r>
      <w:r w:rsidR="00646BEC">
        <w:rPr>
          <w:sz w:val="16"/>
        </w:rPr>
        <w:t xml:space="preserve"> </w:t>
      </w:r>
      <w:r w:rsidRPr="006F699D">
        <w:rPr>
          <w:sz w:val="16"/>
        </w:rPr>
        <w:t>for</w:t>
      </w:r>
      <w:r w:rsidR="00646BEC">
        <w:rPr>
          <w:sz w:val="16"/>
        </w:rPr>
        <w:t xml:space="preserve"> </w:t>
      </w:r>
      <w:r w:rsidRPr="006F699D">
        <w:rPr>
          <w:sz w:val="16"/>
        </w:rPr>
        <w:t>future</w:t>
      </w:r>
      <w:r w:rsidR="00646BEC">
        <w:rPr>
          <w:sz w:val="16"/>
        </w:rPr>
        <w:t xml:space="preserve"> </w:t>
      </w:r>
      <w:r w:rsidRPr="006F699D">
        <w:rPr>
          <w:sz w:val="16"/>
        </w:rPr>
        <w:t>development</w:t>
      </w:r>
      <w:r w:rsidR="00646BEC">
        <w:rPr>
          <w:sz w:val="16"/>
        </w:rPr>
        <w:t xml:space="preserve"> </w:t>
      </w:r>
      <w:r w:rsidRPr="006F699D">
        <w:rPr>
          <w:sz w:val="16"/>
        </w:rPr>
        <w:t>work</w:t>
      </w:r>
      <w:r w:rsidR="00646BEC">
        <w:rPr>
          <w:sz w:val="16"/>
        </w:rPr>
        <w:t xml:space="preserve"> </w:t>
      </w:r>
      <w:r w:rsidRPr="006F699D">
        <w:rPr>
          <w:sz w:val="16"/>
        </w:rPr>
        <w:t>within</w:t>
      </w:r>
      <w:r w:rsidR="00646BEC">
        <w:rPr>
          <w:sz w:val="16"/>
        </w:rPr>
        <w:t xml:space="preserve"> </w:t>
      </w:r>
      <w:r w:rsidRPr="006F699D">
        <w:rPr>
          <w:sz w:val="16"/>
        </w:rPr>
        <w:t>3GPP</w:t>
      </w:r>
      <w:r w:rsidR="00646BEC">
        <w:rPr>
          <w:sz w:val="16"/>
          <w:vertAlign w:val="superscript"/>
        </w:rPr>
        <w:t xml:space="preserve"> </w:t>
      </w:r>
      <w:r w:rsidRPr="006F699D">
        <w:rPr>
          <w:sz w:val="16"/>
        </w:rPr>
        <w:t>only.</w:t>
      </w:r>
      <w:r w:rsidR="00646BEC">
        <w:rPr>
          <w:sz w:val="16"/>
        </w:rPr>
        <w:t xml:space="preserve"> </w:t>
      </w:r>
      <w:r w:rsidRPr="006F699D">
        <w:rPr>
          <w:sz w:val="16"/>
        </w:rPr>
        <w:t>The</w:t>
      </w:r>
      <w:r w:rsidR="00646BEC">
        <w:rPr>
          <w:sz w:val="16"/>
        </w:rPr>
        <w:t xml:space="preserve"> </w:t>
      </w:r>
      <w:r w:rsidRPr="006F699D">
        <w:rPr>
          <w:sz w:val="16"/>
        </w:rPr>
        <w:t>Organisational</w:t>
      </w:r>
      <w:r w:rsidR="00646BEC">
        <w:rPr>
          <w:sz w:val="16"/>
        </w:rPr>
        <w:t xml:space="preserve"> </w:t>
      </w:r>
      <w:r w:rsidRPr="006F699D">
        <w:rPr>
          <w:sz w:val="16"/>
        </w:rPr>
        <w:t>Partners</w:t>
      </w:r>
      <w:r w:rsidR="00646BEC">
        <w:rPr>
          <w:sz w:val="16"/>
        </w:rPr>
        <w:t xml:space="preserve"> </w:t>
      </w:r>
      <w:r w:rsidRPr="006F699D">
        <w:rPr>
          <w:sz w:val="16"/>
        </w:rPr>
        <w:t>accept</w:t>
      </w:r>
      <w:r w:rsidR="00646BEC">
        <w:rPr>
          <w:sz w:val="16"/>
        </w:rPr>
        <w:t xml:space="preserve"> </w:t>
      </w:r>
      <w:r w:rsidRPr="006F699D">
        <w:rPr>
          <w:sz w:val="16"/>
        </w:rPr>
        <w:t>no</w:t>
      </w:r>
      <w:r w:rsidR="00646BEC">
        <w:rPr>
          <w:sz w:val="16"/>
        </w:rPr>
        <w:t xml:space="preserve"> </w:t>
      </w:r>
      <w:r w:rsidRPr="006F699D">
        <w:rPr>
          <w:sz w:val="16"/>
        </w:rPr>
        <w:t>liability</w:t>
      </w:r>
      <w:r w:rsidR="00646BEC">
        <w:rPr>
          <w:sz w:val="16"/>
        </w:rPr>
        <w:t xml:space="preserve"> </w:t>
      </w:r>
      <w:r w:rsidRPr="006F699D">
        <w:rPr>
          <w:sz w:val="16"/>
        </w:rPr>
        <w:t>for</w:t>
      </w:r>
      <w:r w:rsidR="00646BEC">
        <w:rPr>
          <w:sz w:val="16"/>
        </w:rPr>
        <w:t xml:space="preserve"> </w:t>
      </w:r>
      <w:r w:rsidRPr="006F699D">
        <w:rPr>
          <w:sz w:val="16"/>
        </w:rPr>
        <w:t>any</w:t>
      </w:r>
      <w:r w:rsidR="00646BEC">
        <w:rPr>
          <w:sz w:val="16"/>
        </w:rPr>
        <w:t xml:space="preserve"> </w:t>
      </w:r>
      <w:r w:rsidRPr="006F699D">
        <w:rPr>
          <w:sz w:val="16"/>
        </w:rPr>
        <w:t>use</w:t>
      </w:r>
      <w:r w:rsidR="00646BEC">
        <w:rPr>
          <w:sz w:val="16"/>
        </w:rPr>
        <w:t xml:space="preserve"> </w:t>
      </w:r>
      <w:r w:rsidRPr="006F699D">
        <w:rPr>
          <w:sz w:val="16"/>
        </w:rPr>
        <w:t>of</w:t>
      </w:r>
      <w:r w:rsidR="00646BEC">
        <w:rPr>
          <w:sz w:val="16"/>
        </w:rPr>
        <w:t xml:space="preserve"> </w:t>
      </w:r>
      <w:r w:rsidRPr="006F699D">
        <w:rPr>
          <w:sz w:val="16"/>
        </w:rPr>
        <w:t>this</w:t>
      </w:r>
      <w:r w:rsidR="00646BEC">
        <w:rPr>
          <w:sz w:val="16"/>
        </w:rPr>
        <w:t xml:space="preserve"> </w:t>
      </w:r>
      <w:r w:rsidRPr="006F699D">
        <w:rPr>
          <w:sz w:val="16"/>
        </w:rPr>
        <w:t>Specification.</w:t>
      </w:r>
      <w:r w:rsidRPr="006F699D">
        <w:rPr>
          <w:sz w:val="16"/>
        </w:rPr>
        <w:br/>
        <w:t>Specifications</w:t>
      </w:r>
      <w:r w:rsidR="00646BEC">
        <w:rPr>
          <w:sz w:val="16"/>
        </w:rPr>
        <w:t xml:space="preserve"> </w:t>
      </w:r>
      <w:r w:rsidRPr="006F699D">
        <w:rPr>
          <w:sz w:val="16"/>
        </w:rPr>
        <w:t>and</w:t>
      </w:r>
      <w:r w:rsidR="00646BEC">
        <w:rPr>
          <w:sz w:val="16"/>
        </w:rPr>
        <w:t xml:space="preserve"> </w:t>
      </w:r>
      <w:r w:rsidRPr="006F699D">
        <w:rPr>
          <w:sz w:val="16"/>
        </w:rPr>
        <w:t>reports</w:t>
      </w:r>
      <w:r w:rsidR="00646BEC">
        <w:rPr>
          <w:sz w:val="16"/>
        </w:rPr>
        <w:t xml:space="preserve"> </w:t>
      </w:r>
      <w:r w:rsidRPr="006F699D">
        <w:rPr>
          <w:sz w:val="16"/>
        </w:rPr>
        <w:t>for</w:t>
      </w:r>
      <w:r w:rsidR="00646BEC">
        <w:rPr>
          <w:sz w:val="16"/>
        </w:rPr>
        <w:t xml:space="preserve"> </w:t>
      </w:r>
      <w:r w:rsidRPr="006F699D">
        <w:rPr>
          <w:sz w:val="16"/>
        </w:rPr>
        <w:t>implementation</w:t>
      </w:r>
      <w:r w:rsidR="00646BEC">
        <w:rPr>
          <w:sz w:val="16"/>
        </w:rPr>
        <w:t xml:space="preserve"> </w:t>
      </w:r>
      <w:r w:rsidRPr="006F699D">
        <w:rPr>
          <w:sz w:val="16"/>
        </w:rPr>
        <w:t>of</w:t>
      </w:r>
      <w:r w:rsidR="00646BEC">
        <w:rPr>
          <w:sz w:val="16"/>
        </w:rPr>
        <w:t xml:space="preserve"> </w:t>
      </w:r>
      <w:r w:rsidRPr="006F699D">
        <w:rPr>
          <w:sz w:val="16"/>
        </w:rPr>
        <w:t>the</w:t>
      </w:r>
      <w:r w:rsidR="00646BEC">
        <w:rPr>
          <w:sz w:val="16"/>
        </w:rPr>
        <w:t xml:space="preserve"> </w:t>
      </w:r>
      <w:r w:rsidRPr="006F699D">
        <w:rPr>
          <w:sz w:val="16"/>
        </w:rPr>
        <w:t>3GPP</w:t>
      </w:r>
      <w:r w:rsidR="00646BEC">
        <w:rPr>
          <w:sz w:val="16"/>
          <w:vertAlign w:val="superscript"/>
        </w:rPr>
        <w:t xml:space="preserve"> </w:t>
      </w:r>
      <w:r w:rsidRPr="006F699D">
        <w:rPr>
          <w:sz w:val="16"/>
          <w:vertAlign w:val="superscript"/>
        </w:rPr>
        <w:t>TM</w:t>
      </w:r>
      <w:r w:rsidR="00646BEC">
        <w:rPr>
          <w:sz w:val="16"/>
        </w:rPr>
        <w:t xml:space="preserve"> </w:t>
      </w:r>
      <w:r w:rsidRPr="006F699D">
        <w:rPr>
          <w:sz w:val="16"/>
        </w:rPr>
        <w:t>system</w:t>
      </w:r>
      <w:r w:rsidR="00646BEC">
        <w:rPr>
          <w:sz w:val="16"/>
        </w:rPr>
        <w:t xml:space="preserve"> </w:t>
      </w:r>
      <w:r w:rsidRPr="006F699D">
        <w:rPr>
          <w:sz w:val="16"/>
        </w:rPr>
        <w:t>should</w:t>
      </w:r>
      <w:r w:rsidR="00646BEC">
        <w:rPr>
          <w:sz w:val="16"/>
        </w:rPr>
        <w:t xml:space="preserve"> </w:t>
      </w:r>
      <w:r w:rsidRPr="006F699D">
        <w:rPr>
          <w:sz w:val="16"/>
        </w:rPr>
        <w:t>be</w:t>
      </w:r>
      <w:r w:rsidR="00646BEC">
        <w:rPr>
          <w:sz w:val="16"/>
        </w:rPr>
        <w:t xml:space="preserve"> </w:t>
      </w:r>
      <w:r w:rsidRPr="006F699D">
        <w:rPr>
          <w:sz w:val="16"/>
        </w:rPr>
        <w:t>obtained</w:t>
      </w:r>
      <w:r w:rsidR="00646BEC">
        <w:rPr>
          <w:sz w:val="16"/>
        </w:rPr>
        <w:t xml:space="preserve"> </w:t>
      </w:r>
      <w:r w:rsidRPr="006F699D">
        <w:rPr>
          <w:sz w:val="16"/>
        </w:rPr>
        <w:t>via</w:t>
      </w:r>
      <w:r w:rsidR="00646BEC">
        <w:rPr>
          <w:sz w:val="16"/>
        </w:rPr>
        <w:t xml:space="preserve"> </w:t>
      </w:r>
      <w:r w:rsidRPr="006F699D">
        <w:rPr>
          <w:sz w:val="16"/>
        </w:rPr>
        <w:t>the</w:t>
      </w:r>
      <w:r w:rsidR="00646BEC">
        <w:rPr>
          <w:sz w:val="16"/>
        </w:rPr>
        <w:t xml:space="preserve"> </w:t>
      </w:r>
      <w:r w:rsidRPr="006F699D">
        <w:rPr>
          <w:sz w:val="16"/>
        </w:rPr>
        <w:t>3GPP</w:t>
      </w:r>
      <w:r w:rsidR="00646BEC">
        <w:rPr>
          <w:sz w:val="16"/>
        </w:rPr>
        <w:t xml:space="preserve"> </w:t>
      </w:r>
      <w:r w:rsidRPr="006F699D">
        <w:rPr>
          <w:sz w:val="16"/>
        </w:rPr>
        <w:t>Organisational</w:t>
      </w:r>
      <w:r w:rsidR="00646BEC">
        <w:rPr>
          <w:sz w:val="16"/>
        </w:rPr>
        <w:t xml:space="preserve"> </w:t>
      </w:r>
      <w:r w:rsidRPr="006F699D">
        <w:rPr>
          <w:sz w:val="16"/>
        </w:rPr>
        <w:t>Partners'</w:t>
      </w:r>
      <w:r w:rsidR="00646BEC">
        <w:rPr>
          <w:sz w:val="16"/>
        </w:rPr>
        <w:t xml:space="preserve"> </w:t>
      </w:r>
      <w:r w:rsidRPr="006F699D">
        <w:rPr>
          <w:sz w:val="16"/>
        </w:rPr>
        <w:t>Publications</w:t>
      </w:r>
      <w:r w:rsidR="00646BEC">
        <w:rPr>
          <w:sz w:val="16"/>
        </w:rPr>
        <w:t xml:space="preserve"> </w:t>
      </w:r>
      <w:r w:rsidRPr="006F699D">
        <w:rPr>
          <w:sz w:val="16"/>
        </w:rPr>
        <w:t>Offices.</w:t>
      </w:r>
    </w:p>
    <w:p w14:paraId="6DCD9F86" w14:textId="77777777" w:rsidR="003072BD" w:rsidRPr="006F699D" w:rsidRDefault="003072BD" w:rsidP="00377BCE">
      <w:pPr>
        <w:pStyle w:val="ZV"/>
        <w:framePr w:wrap="notBeside"/>
        <w:rPr>
          <w:noProof w:val="0"/>
        </w:rPr>
      </w:pPr>
    </w:p>
    <w:p w14:paraId="046DC587" w14:textId="77777777" w:rsidR="003072BD" w:rsidRPr="006F699D" w:rsidRDefault="003072BD" w:rsidP="00377BCE"/>
    <w:bookmarkEnd w:id="0"/>
    <w:p w14:paraId="023F8A9D" w14:textId="77777777" w:rsidR="003072BD" w:rsidRPr="006F699D" w:rsidRDefault="003072BD" w:rsidP="00377BCE">
      <w:pPr>
        <w:sectPr w:rsidR="003072BD" w:rsidRPr="006F699D" w:rsidSect="00670F7D">
          <w:footnotePr>
            <w:numRestart w:val="eachSect"/>
          </w:footnotePr>
          <w:pgSz w:w="11907" w:h="16840"/>
          <w:pgMar w:top="1135" w:right="851" w:bottom="709" w:left="851" w:header="0" w:footer="0" w:gutter="0"/>
          <w:cols w:space="720"/>
        </w:sectPr>
      </w:pPr>
    </w:p>
    <w:p w14:paraId="5AB54FD9" w14:textId="77777777" w:rsidR="003072BD" w:rsidRPr="006F699D" w:rsidRDefault="003072BD" w:rsidP="00377BCE">
      <w:bookmarkStart w:id="1" w:name="page2"/>
    </w:p>
    <w:p w14:paraId="78C5151E" w14:textId="77777777" w:rsidR="003072BD" w:rsidRPr="006F699D" w:rsidRDefault="003072BD" w:rsidP="00377BCE">
      <w:pPr>
        <w:pStyle w:val="FP"/>
        <w:framePr w:wrap="notBeside" w:hAnchor="margin" w:y="1419"/>
        <w:pBdr>
          <w:bottom w:val="single" w:sz="6" w:space="1" w:color="auto"/>
        </w:pBdr>
        <w:spacing w:before="240"/>
        <w:ind w:left="2835" w:right="2835"/>
        <w:jc w:val="center"/>
      </w:pPr>
      <w:r w:rsidRPr="006F699D">
        <w:t>Keywords</w:t>
      </w:r>
    </w:p>
    <w:p w14:paraId="3BC81636" w14:textId="262B8BE5" w:rsidR="003072BD" w:rsidRPr="006F699D" w:rsidRDefault="00C5345D" w:rsidP="00377BCE">
      <w:pPr>
        <w:pStyle w:val="FP"/>
        <w:framePr w:wrap="notBeside" w:hAnchor="margin" w:y="1419"/>
        <w:ind w:left="2835" w:right="2835"/>
        <w:jc w:val="center"/>
        <w:rPr>
          <w:rFonts w:ascii="Arial" w:hAnsi="Arial"/>
          <w:sz w:val="18"/>
        </w:rPr>
      </w:pPr>
      <w:r w:rsidRPr="006F699D">
        <w:rPr>
          <w:rFonts w:ascii="Arial" w:hAnsi="Arial"/>
          <w:sz w:val="18"/>
        </w:rPr>
        <w:t>LTE,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E-UTRAN</w:t>
      </w:r>
      <w:r w:rsidR="00FD1DF6" w:rsidRPr="006F699D">
        <w:rPr>
          <w:rFonts w:ascii="Arial" w:hAnsi="Arial"/>
          <w:sz w:val="18"/>
        </w:rPr>
        <w:t>,</w:t>
      </w:r>
      <w:r w:rsidR="00646BEC">
        <w:rPr>
          <w:rFonts w:ascii="Arial" w:hAnsi="Arial"/>
          <w:sz w:val="18"/>
        </w:rPr>
        <w:t xml:space="preserve"> </w:t>
      </w:r>
      <w:r w:rsidR="00FD1DF6" w:rsidRPr="006F699D">
        <w:rPr>
          <w:rFonts w:ascii="Arial" w:hAnsi="Arial"/>
          <w:sz w:val="18"/>
        </w:rPr>
        <w:t>radio,</w:t>
      </w:r>
      <w:r w:rsidR="00646BEC">
        <w:rPr>
          <w:rFonts w:ascii="Arial" w:hAnsi="Arial"/>
          <w:sz w:val="18"/>
        </w:rPr>
        <w:t xml:space="preserve"> </w:t>
      </w:r>
      <w:r w:rsidR="00FD1DF6" w:rsidRPr="006F699D">
        <w:rPr>
          <w:rFonts w:ascii="Arial" w:hAnsi="Arial"/>
          <w:sz w:val="18"/>
        </w:rPr>
        <w:t>terminal</w:t>
      </w:r>
    </w:p>
    <w:p w14:paraId="0608E844" w14:textId="77777777" w:rsidR="003072BD" w:rsidRPr="006F699D" w:rsidRDefault="003072BD" w:rsidP="00377BCE"/>
    <w:p w14:paraId="1EC33998" w14:textId="77777777" w:rsidR="003072BD" w:rsidRPr="006F699D" w:rsidRDefault="003072BD" w:rsidP="00377BCE">
      <w:pPr>
        <w:pStyle w:val="FP"/>
        <w:framePr w:wrap="notBeside" w:hAnchor="margin" w:yAlign="center"/>
        <w:spacing w:after="240"/>
        <w:ind w:left="2835" w:right="2835"/>
        <w:jc w:val="center"/>
        <w:rPr>
          <w:rFonts w:ascii="Arial" w:hAnsi="Arial"/>
          <w:b/>
          <w:i/>
        </w:rPr>
      </w:pPr>
      <w:r w:rsidRPr="006F699D">
        <w:rPr>
          <w:rFonts w:ascii="Arial" w:hAnsi="Arial"/>
          <w:b/>
          <w:i/>
        </w:rPr>
        <w:t>3GPP</w:t>
      </w:r>
    </w:p>
    <w:p w14:paraId="42853B3C" w14:textId="4AE6AEAB" w:rsidR="003072BD" w:rsidRPr="006F699D" w:rsidRDefault="003072BD" w:rsidP="00377BCE">
      <w:pPr>
        <w:pStyle w:val="FP"/>
        <w:framePr w:wrap="notBeside" w:hAnchor="margin" w:yAlign="center"/>
        <w:pBdr>
          <w:bottom w:val="single" w:sz="6" w:space="1" w:color="auto"/>
        </w:pBdr>
        <w:ind w:left="2835" w:right="2835"/>
        <w:jc w:val="center"/>
      </w:pPr>
      <w:r w:rsidRPr="006F699D">
        <w:t>Postal</w:t>
      </w:r>
      <w:r w:rsidR="00646BEC">
        <w:t xml:space="preserve"> </w:t>
      </w:r>
      <w:r w:rsidRPr="006F699D">
        <w:t>address</w:t>
      </w:r>
    </w:p>
    <w:p w14:paraId="0C3E3D6C" w14:textId="77777777" w:rsidR="003072BD" w:rsidRPr="006F699D" w:rsidRDefault="003072BD" w:rsidP="00377BCE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</w:p>
    <w:p w14:paraId="4AC71CCB" w14:textId="1BC531E7" w:rsidR="003072BD" w:rsidRPr="006F699D" w:rsidRDefault="003072BD" w:rsidP="00377BCE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</w:pPr>
      <w:r w:rsidRPr="006F699D">
        <w:t>3GPP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t>office</w:t>
      </w:r>
      <w:r w:rsidR="00646BEC">
        <w:t xml:space="preserve"> </w:t>
      </w:r>
      <w:r w:rsidRPr="006F699D">
        <w:t>address</w:t>
      </w:r>
    </w:p>
    <w:p w14:paraId="53A8794D" w14:textId="69DB1BF4" w:rsidR="003072BD" w:rsidRPr="006F699D" w:rsidRDefault="003072BD" w:rsidP="00377BCE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  <w:r w:rsidRPr="006F699D">
        <w:rPr>
          <w:rFonts w:ascii="Arial" w:hAnsi="Arial"/>
          <w:sz w:val="18"/>
        </w:rPr>
        <w:t>650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Route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des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Lucioles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-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Sophia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Antipolis</w:t>
      </w:r>
    </w:p>
    <w:p w14:paraId="01426BD9" w14:textId="47D14690" w:rsidR="003072BD" w:rsidRPr="006F699D" w:rsidRDefault="003072BD" w:rsidP="00377BCE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  <w:r w:rsidRPr="006F699D">
        <w:rPr>
          <w:rFonts w:ascii="Arial" w:hAnsi="Arial"/>
          <w:sz w:val="18"/>
        </w:rPr>
        <w:t>Valbonne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-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FRANCE</w:t>
      </w:r>
    </w:p>
    <w:p w14:paraId="6C301462" w14:textId="16614B74" w:rsidR="003072BD" w:rsidRPr="006F699D" w:rsidRDefault="003072BD" w:rsidP="00377BCE">
      <w:pPr>
        <w:pStyle w:val="FP"/>
        <w:framePr w:wrap="notBeside" w:hAnchor="margin" w:yAlign="center"/>
        <w:spacing w:after="20"/>
        <w:ind w:left="2835" w:right="2835"/>
        <w:jc w:val="center"/>
        <w:rPr>
          <w:rFonts w:ascii="Arial" w:hAnsi="Arial"/>
          <w:sz w:val="18"/>
        </w:rPr>
      </w:pPr>
      <w:r w:rsidRPr="006F699D">
        <w:rPr>
          <w:rFonts w:ascii="Arial" w:hAnsi="Arial"/>
          <w:sz w:val="18"/>
        </w:rPr>
        <w:t>Tel.: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+33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4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92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94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42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00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Fax: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+33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4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93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65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47</w:t>
      </w:r>
      <w:r w:rsidR="00646BEC">
        <w:rPr>
          <w:rFonts w:ascii="Arial" w:hAnsi="Arial"/>
          <w:sz w:val="18"/>
        </w:rPr>
        <w:t xml:space="preserve"> </w:t>
      </w:r>
      <w:r w:rsidRPr="006F699D">
        <w:rPr>
          <w:rFonts w:ascii="Arial" w:hAnsi="Arial"/>
          <w:sz w:val="18"/>
        </w:rPr>
        <w:t>16</w:t>
      </w:r>
    </w:p>
    <w:p w14:paraId="0B8AE86B" w14:textId="77777777" w:rsidR="003072BD" w:rsidRPr="006F699D" w:rsidRDefault="003072BD" w:rsidP="00377BCE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</w:pPr>
      <w:r w:rsidRPr="006F699D">
        <w:t>Internet</w:t>
      </w:r>
    </w:p>
    <w:p w14:paraId="6B0316C7" w14:textId="77777777" w:rsidR="003072BD" w:rsidRPr="006F699D" w:rsidRDefault="003072BD" w:rsidP="00377BCE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  <w:r w:rsidRPr="006F699D">
        <w:rPr>
          <w:rFonts w:ascii="Arial" w:hAnsi="Arial"/>
          <w:sz w:val="18"/>
        </w:rPr>
        <w:t>http://www.3gpp.org</w:t>
      </w:r>
    </w:p>
    <w:p w14:paraId="708DBC30" w14:textId="77777777" w:rsidR="003072BD" w:rsidRPr="006F699D" w:rsidRDefault="003072BD" w:rsidP="00377BCE"/>
    <w:p w14:paraId="08796CDC" w14:textId="4BAA7843" w:rsidR="003072BD" w:rsidRPr="006F699D" w:rsidRDefault="003072BD" w:rsidP="00377BCE">
      <w:pPr>
        <w:pStyle w:val="FP"/>
        <w:framePr w:wrap="notBeside" w:hAnchor="margin" w:yAlign="bottom"/>
        <w:pBdr>
          <w:bottom w:val="single" w:sz="6" w:space="1" w:color="auto"/>
        </w:pBdr>
        <w:spacing w:after="240"/>
        <w:jc w:val="center"/>
        <w:rPr>
          <w:rFonts w:ascii="Arial" w:hAnsi="Arial"/>
          <w:b/>
          <w:i/>
        </w:rPr>
      </w:pPr>
      <w:r w:rsidRPr="006F699D">
        <w:rPr>
          <w:rFonts w:ascii="Arial" w:hAnsi="Arial"/>
          <w:b/>
          <w:i/>
        </w:rPr>
        <w:t>Copyright</w:t>
      </w:r>
      <w:r w:rsidR="00646BEC">
        <w:rPr>
          <w:rFonts w:ascii="Arial" w:hAnsi="Arial"/>
          <w:b/>
          <w:i/>
        </w:rPr>
        <w:t xml:space="preserve"> </w:t>
      </w:r>
      <w:r w:rsidRPr="006F699D">
        <w:rPr>
          <w:rFonts w:ascii="Arial" w:hAnsi="Arial"/>
          <w:b/>
          <w:i/>
        </w:rPr>
        <w:t>Notification</w:t>
      </w:r>
    </w:p>
    <w:p w14:paraId="3551EB4B" w14:textId="22F1CB09" w:rsidR="003072BD" w:rsidRPr="006F699D" w:rsidRDefault="003072BD" w:rsidP="00377BCE">
      <w:pPr>
        <w:pStyle w:val="FP"/>
        <w:framePr w:wrap="notBeside" w:hAnchor="margin" w:yAlign="bottom"/>
        <w:jc w:val="center"/>
      </w:pPr>
      <w:r w:rsidRPr="006F699D">
        <w:t>No</w:t>
      </w:r>
      <w:r w:rsidR="00646BEC">
        <w:t xml:space="preserve"> </w:t>
      </w:r>
      <w:r w:rsidRPr="006F699D">
        <w:t>part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reproduced</w:t>
      </w:r>
      <w:r w:rsidR="00646BEC">
        <w:t xml:space="preserve"> </w:t>
      </w:r>
      <w:r w:rsidRPr="006F699D">
        <w:t>except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authorized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written</w:t>
      </w:r>
      <w:r w:rsidR="00646BEC">
        <w:t xml:space="preserve"> </w:t>
      </w:r>
      <w:r w:rsidRPr="006F699D">
        <w:t>permission.</w:t>
      </w:r>
      <w:r w:rsidRPr="006F699D">
        <w:br/>
        <w:t>The</w:t>
      </w:r>
      <w:r w:rsidR="00646BEC">
        <w:t xml:space="preserve"> </w:t>
      </w:r>
      <w:r w:rsidRPr="006F699D">
        <w:t>copyright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foregoing</w:t>
      </w:r>
      <w:r w:rsidR="00646BEC">
        <w:t xml:space="preserve"> </w:t>
      </w:r>
      <w:r w:rsidRPr="006F699D">
        <w:t>restriction</w:t>
      </w:r>
      <w:r w:rsidR="00646BEC">
        <w:t xml:space="preserve"> </w:t>
      </w:r>
      <w:r w:rsidRPr="006F699D">
        <w:t>extend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reproduction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media.</w:t>
      </w:r>
    </w:p>
    <w:p w14:paraId="22BC7F01" w14:textId="77777777" w:rsidR="003072BD" w:rsidRPr="006F699D" w:rsidRDefault="003072BD" w:rsidP="00377BCE">
      <w:pPr>
        <w:pStyle w:val="FP"/>
        <w:framePr w:wrap="notBeside" w:hAnchor="margin" w:yAlign="bottom"/>
        <w:jc w:val="center"/>
      </w:pPr>
    </w:p>
    <w:p w14:paraId="34610C46" w14:textId="4FFA2D9C" w:rsidR="003072BD" w:rsidRPr="006F699D" w:rsidRDefault="00385EB7" w:rsidP="00377BCE">
      <w:pPr>
        <w:pStyle w:val="FP"/>
        <w:framePr w:wrap="notBeside" w:hAnchor="margin" w:yAlign="bottom"/>
        <w:jc w:val="center"/>
        <w:rPr>
          <w:sz w:val="18"/>
        </w:rPr>
      </w:pPr>
      <w:r w:rsidRPr="006F699D">
        <w:rPr>
          <w:sz w:val="18"/>
        </w:rPr>
        <w:t>©</w:t>
      </w:r>
      <w:r w:rsidR="00646BEC">
        <w:rPr>
          <w:sz w:val="18"/>
        </w:rPr>
        <w:t xml:space="preserve"> </w:t>
      </w:r>
      <w:r w:rsidRPr="006F699D">
        <w:rPr>
          <w:sz w:val="18"/>
        </w:rPr>
        <w:t>20</w:t>
      </w:r>
      <w:r w:rsidR="000468DE" w:rsidRPr="006F699D">
        <w:rPr>
          <w:sz w:val="18"/>
        </w:rPr>
        <w:t>2</w:t>
      </w:r>
      <w:r w:rsidR="00E143DC" w:rsidRPr="006F699D">
        <w:rPr>
          <w:sz w:val="18"/>
        </w:rPr>
        <w:t>2</w:t>
      </w:r>
      <w:r w:rsidR="003072BD" w:rsidRPr="006F699D">
        <w:rPr>
          <w:sz w:val="18"/>
        </w:rPr>
        <w:t>,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3GPP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Organizational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Partners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(ARIB,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ATIS,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CCSA,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ETSI,</w:t>
      </w:r>
      <w:r w:rsidR="00646BEC">
        <w:rPr>
          <w:sz w:val="18"/>
        </w:rPr>
        <w:t xml:space="preserve"> </w:t>
      </w:r>
      <w:r w:rsidR="00441E97" w:rsidRPr="006F699D">
        <w:rPr>
          <w:sz w:val="18"/>
        </w:rPr>
        <w:t>TSDSI,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TTA,</w:t>
      </w:r>
      <w:r w:rsidR="00646BEC">
        <w:rPr>
          <w:sz w:val="18"/>
        </w:rPr>
        <w:t xml:space="preserve"> </w:t>
      </w:r>
      <w:r w:rsidR="003072BD" w:rsidRPr="006F699D">
        <w:rPr>
          <w:sz w:val="18"/>
        </w:rPr>
        <w:t>TTC).</w:t>
      </w:r>
      <w:bookmarkStart w:id="2" w:name="copyrightaddon"/>
      <w:bookmarkEnd w:id="2"/>
    </w:p>
    <w:p w14:paraId="0A20BB24" w14:textId="11C614BD" w:rsidR="00FB56E7" w:rsidRPr="006F699D" w:rsidRDefault="003072BD" w:rsidP="00377BCE">
      <w:pPr>
        <w:pStyle w:val="FP"/>
        <w:framePr w:wrap="notBeside" w:hAnchor="margin" w:yAlign="bottom"/>
        <w:jc w:val="center"/>
        <w:rPr>
          <w:sz w:val="18"/>
        </w:rPr>
      </w:pPr>
      <w:r w:rsidRPr="006F699D">
        <w:rPr>
          <w:sz w:val="18"/>
        </w:rPr>
        <w:t>All</w:t>
      </w:r>
      <w:r w:rsidR="00646BEC">
        <w:rPr>
          <w:sz w:val="18"/>
        </w:rPr>
        <w:t xml:space="preserve"> </w:t>
      </w:r>
      <w:r w:rsidRPr="006F699D">
        <w:rPr>
          <w:sz w:val="18"/>
        </w:rPr>
        <w:t>rights</w:t>
      </w:r>
      <w:r w:rsidR="00646BEC">
        <w:rPr>
          <w:sz w:val="18"/>
        </w:rPr>
        <w:t xml:space="preserve"> </w:t>
      </w:r>
      <w:r w:rsidRPr="006F699D">
        <w:rPr>
          <w:sz w:val="18"/>
        </w:rPr>
        <w:t>reserved.</w:t>
      </w:r>
    </w:p>
    <w:p w14:paraId="24B80229" w14:textId="77777777" w:rsidR="003072BD" w:rsidRPr="006F699D" w:rsidRDefault="003072BD" w:rsidP="00377BCE">
      <w:pPr>
        <w:pStyle w:val="FP"/>
        <w:framePr w:wrap="notBeside" w:hAnchor="margin" w:yAlign="bottom"/>
        <w:jc w:val="center"/>
        <w:rPr>
          <w:sz w:val="18"/>
        </w:rPr>
      </w:pPr>
    </w:p>
    <w:p w14:paraId="4237AD92" w14:textId="554738CE" w:rsidR="00FB56E7" w:rsidRPr="006F699D" w:rsidRDefault="00FB56E7" w:rsidP="00377BCE">
      <w:pPr>
        <w:pStyle w:val="FP"/>
        <w:framePr w:wrap="notBeside" w:hAnchor="margin" w:yAlign="bottom"/>
        <w:rPr>
          <w:noProof/>
          <w:sz w:val="18"/>
        </w:rPr>
      </w:pPr>
      <w:r w:rsidRPr="006F699D">
        <w:rPr>
          <w:noProof/>
          <w:sz w:val="18"/>
        </w:rPr>
        <w:t>UMTS™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is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Trade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Mark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of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ETSI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registered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for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the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benefit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of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its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members</w:t>
      </w:r>
    </w:p>
    <w:p w14:paraId="6D0A893C" w14:textId="67B853D1" w:rsidR="00FB56E7" w:rsidRPr="006F699D" w:rsidRDefault="00FB56E7" w:rsidP="00377BCE">
      <w:pPr>
        <w:pStyle w:val="FP"/>
        <w:framePr w:wrap="notBeside" w:hAnchor="margin" w:yAlign="bottom"/>
        <w:rPr>
          <w:noProof/>
          <w:sz w:val="18"/>
        </w:rPr>
      </w:pPr>
      <w:r w:rsidRPr="006F699D">
        <w:rPr>
          <w:noProof/>
          <w:sz w:val="18"/>
        </w:rPr>
        <w:t>3GPP™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is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Trade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Mark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of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ETSI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registered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for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the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benefit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of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its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Members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and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of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the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3GPP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Organizational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Partners</w:t>
      </w:r>
    </w:p>
    <w:p w14:paraId="483FC2C6" w14:textId="6662E5DA" w:rsidR="00FB56E7" w:rsidRPr="006F699D" w:rsidRDefault="00FB56E7" w:rsidP="00377BCE">
      <w:pPr>
        <w:pStyle w:val="FP"/>
        <w:framePr w:wrap="notBeside" w:hAnchor="margin" w:yAlign="bottom"/>
        <w:rPr>
          <w:noProof/>
          <w:sz w:val="18"/>
        </w:rPr>
      </w:pPr>
      <w:r w:rsidRPr="006F699D">
        <w:rPr>
          <w:noProof/>
          <w:sz w:val="18"/>
        </w:rPr>
        <w:t>LTE™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is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Trade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Mark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of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ETSI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registered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for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the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benefit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of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its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Members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and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of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the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3GPP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Organizational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Partners</w:t>
      </w:r>
    </w:p>
    <w:p w14:paraId="5120090F" w14:textId="73D665C1" w:rsidR="00FB56E7" w:rsidRPr="006F699D" w:rsidRDefault="00FB56E7" w:rsidP="00377BCE">
      <w:pPr>
        <w:pStyle w:val="FP"/>
        <w:framePr w:wrap="notBeside" w:hAnchor="margin" w:yAlign="bottom"/>
        <w:rPr>
          <w:noProof/>
          <w:sz w:val="18"/>
        </w:rPr>
      </w:pPr>
      <w:r w:rsidRPr="006F699D">
        <w:rPr>
          <w:noProof/>
          <w:sz w:val="18"/>
        </w:rPr>
        <w:t>GSM®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and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the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GSM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logo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are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registered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and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owned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by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the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GSM</w:t>
      </w:r>
      <w:r w:rsidR="00646BEC">
        <w:rPr>
          <w:noProof/>
          <w:sz w:val="18"/>
        </w:rPr>
        <w:t xml:space="preserve"> </w:t>
      </w:r>
      <w:r w:rsidRPr="006F699D">
        <w:rPr>
          <w:noProof/>
          <w:sz w:val="18"/>
        </w:rPr>
        <w:t>Association</w:t>
      </w:r>
    </w:p>
    <w:p w14:paraId="55086A33" w14:textId="77777777" w:rsidR="003072BD" w:rsidRPr="006F699D" w:rsidRDefault="003072BD" w:rsidP="00377BCE"/>
    <w:bookmarkEnd w:id="1"/>
    <w:p w14:paraId="3EDF19FE" w14:textId="77777777" w:rsidR="003072BD" w:rsidRPr="006F699D" w:rsidRDefault="003072BD" w:rsidP="00377BCE">
      <w:pPr>
        <w:pStyle w:val="TT"/>
      </w:pPr>
      <w:r w:rsidRPr="006F699D">
        <w:br w:type="page"/>
      </w:r>
      <w:r w:rsidRPr="006F699D">
        <w:lastRenderedPageBreak/>
        <w:t>Contents</w:t>
      </w:r>
    </w:p>
    <w:p w14:paraId="3F28BBC3" w14:textId="6620183D" w:rsidR="006F699D" w:rsidRDefault="00FC3CC8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 w:rsidRPr="006F699D">
        <w:fldChar w:fldCharType="begin" w:fldLock="1"/>
      </w:r>
      <w:r w:rsidRPr="006F699D">
        <w:instrText xml:space="preserve"> TOC \o "1-9" </w:instrText>
      </w:r>
      <w:r w:rsidRPr="006F699D">
        <w:fldChar w:fldCharType="separate"/>
      </w:r>
      <w:r w:rsidR="006F699D">
        <w:t>Foreword</w:t>
      </w:r>
      <w:r w:rsidR="006F699D">
        <w:tab/>
      </w:r>
      <w:r w:rsidR="006F699D">
        <w:fldChar w:fldCharType="begin" w:fldLock="1"/>
      </w:r>
      <w:r w:rsidR="006F699D">
        <w:instrText xml:space="preserve"> PAGEREF _Toc100742557 \h </w:instrText>
      </w:r>
      <w:r w:rsidR="006F699D">
        <w:fldChar w:fldCharType="separate"/>
      </w:r>
      <w:r w:rsidR="006F699D">
        <w:t>5</w:t>
      </w:r>
      <w:r w:rsidR="006F699D">
        <w:fldChar w:fldCharType="end"/>
      </w:r>
    </w:p>
    <w:p w14:paraId="18B808CD" w14:textId="32CCC8C4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1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Scope</w:t>
      </w:r>
      <w:r>
        <w:tab/>
      </w:r>
      <w:r>
        <w:fldChar w:fldCharType="begin" w:fldLock="1"/>
      </w:r>
      <w:r>
        <w:instrText xml:space="preserve"> PAGEREF _Toc100742558 \h </w:instrText>
      </w:r>
      <w:r>
        <w:fldChar w:fldCharType="separate"/>
      </w:r>
      <w:r>
        <w:t>6</w:t>
      </w:r>
      <w:r>
        <w:fldChar w:fldCharType="end"/>
      </w:r>
    </w:p>
    <w:p w14:paraId="67365598" w14:textId="071B8261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2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References</w:t>
      </w:r>
      <w:r>
        <w:tab/>
      </w:r>
      <w:r>
        <w:fldChar w:fldCharType="begin" w:fldLock="1"/>
      </w:r>
      <w:r>
        <w:instrText xml:space="preserve"> PAGEREF _Toc100742559 \h </w:instrText>
      </w:r>
      <w:r>
        <w:fldChar w:fldCharType="separate"/>
      </w:r>
      <w:r>
        <w:t>6</w:t>
      </w:r>
      <w:r>
        <w:fldChar w:fldCharType="end"/>
      </w:r>
    </w:p>
    <w:p w14:paraId="2A7EA01B" w14:textId="22F46B17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3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Definitions</w:t>
      </w:r>
      <w:r w:rsidR="00646BEC">
        <w:t xml:space="preserve"> </w:t>
      </w:r>
      <w:r>
        <w:t>and</w:t>
      </w:r>
      <w:r w:rsidR="00646BEC">
        <w:t xml:space="preserve"> </w:t>
      </w:r>
      <w:r>
        <w:t>abbreviations</w:t>
      </w:r>
      <w:r>
        <w:tab/>
      </w:r>
      <w:r>
        <w:fldChar w:fldCharType="begin" w:fldLock="1"/>
      </w:r>
      <w:r>
        <w:instrText xml:space="preserve"> PAGEREF _Toc100742560 \h </w:instrText>
      </w:r>
      <w:r>
        <w:fldChar w:fldCharType="separate"/>
      </w:r>
      <w:r>
        <w:t>8</w:t>
      </w:r>
      <w:r>
        <w:fldChar w:fldCharType="end"/>
      </w:r>
    </w:p>
    <w:p w14:paraId="56D0F743" w14:textId="5FCABF09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Definitions</w:t>
      </w:r>
      <w:r>
        <w:tab/>
      </w:r>
      <w:r>
        <w:fldChar w:fldCharType="begin" w:fldLock="1"/>
      </w:r>
      <w:r>
        <w:instrText xml:space="preserve"> PAGEREF _Toc100742561 \h </w:instrText>
      </w:r>
      <w:r>
        <w:fldChar w:fldCharType="separate"/>
      </w:r>
      <w:r>
        <w:t>8</w:t>
      </w:r>
      <w:r>
        <w:fldChar w:fldCharType="end"/>
      </w:r>
    </w:p>
    <w:p w14:paraId="29AA9BCF" w14:textId="743E86D6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rPr>
          <w:lang w:eastAsia="ja-JP"/>
        </w:rPr>
        <w:t>Symbols</w:t>
      </w:r>
      <w:r>
        <w:tab/>
      </w:r>
      <w:r>
        <w:fldChar w:fldCharType="begin" w:fldLock="1"/>
      </w:r>
      <w:r>
        <w:instrText xml:space="preserve"> PAGEREF _Toc100742562 \h </w:instrText>
      </w:r>
      <w:r>
        <w:fldChar w:fldCharType="separate"/>
      </w:r>
      <w:r>
        <w:t>9</w:t>
      </w:r>
      <w:r>
        <w:fldChar w:fldCharType="end"/>
      </w:r>
    </w:p>
    <w:p w14:paraId="11281F35" w14:textId="24794286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Abbreviations</w:t>
      </w:r>
      <w:r>
        <w:tab/>
      </w:r>
      <w:r>
        <w:fldChar w:fldCharType="begin" w:fldLock="1"/>
      </w:r>
      <w:r>
        <w:instrText xml:space="preserve"> PAGEREF _Toc100742563 \h </w:instrText>
      </w:r>
      <w:r>
        <w:fldChar w:fldCharType="separate"/>
      </w:r>
      <w:r>
        <w:t>10</w:t>
      </w:r>
      <w:r>
        <w:fldChar w:fldCharType="end"/>
      </w:r>
    </w:p>
    <w:p w14:paraId="4B41E0E9" w14:textId="38E8129F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4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General</w:t>
      </w:r>
      <w:r w:rsidR="00646BEC">
        <w:t xml:space="preserve"> </w:t>
      </w:r>
      <w:r>
        <w:t>description</w:t>
      </w:r>
      <w:r w:rsidR="00646BEC">
        <w:t xml:space="preserve"> </w:t>
      </w:r>
      <w:r>
        <w:t>of</w:t>
      </w:r>
      <w:r w:rsidR="00646BEC">
        <w:t xml:space="preserve"> </w:t>
      </w:r>
      <w:r>
        <w:t>Idle</w:t>
      </w:r>
      <w:r w:rsidR="00646BEC">
        <w:t xml:space="preserve"> </w:t>
      </w:r>
      <w:r>
        <w:t>mode</w:t>
      </w:r>
      <w:r>
        <w:tab/>
      </w:r>
      <w:r>
        <w:fldChar w:fldCharType="begin" w:fldLock="1"/>
      </w:r>
      <w:r>
        <w:instrText xml:space="preserve"> PAGEREF _Toc100742564 \h </w:instrText>
      </w:r>
      <w:r>
        <w:fldChar w:fldCharType="separate"/>
      </w:r>
      <w:r>
        <w:t>11</w:t>
      </w:r>
      <w:r>
        <w:fldChar w:fldCharType="end"/>
      </w:r>
    </w:p>
    <w:p w14:paraId="395E2E60" w14:textId="436AE4D5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Overview</w:t>
      </w:r>
      <w:r>
        <w:tab/>
      </w:r>
      <w:r>
        <w:fldChar w:fldCharType="begin" w:fldLock="1"/>
      </w:r>
      <w:r>
        <w:instrText xml:space="preserve"> PAGEREF _Toc100742565 \h </w:instrText>
      </w:r>
      <w:r>
        <w:fldChar w:fldCharType="separate"/>
      </w:r>
      <w:r>
        <w:t>11</w:t>
      </w:r>
      <w:r>
        <w:fldChar w:fldCharType="end"/>
      </w:r>
    </w:p>
    <w:p w14:paraId="6D25E9A5" w14:textId="43F18CB0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Functional</w:t>
      </w:r>
      <w:r w:rsidR="00646BEC">
        <w:t xml:space="preserve"> </w:t>
      </w:r>
      <w:r>
        <w:t>division</w:t>
      </w:r>
      <w:r w:rsidR="00646BEC">
        <w:t xml:space="preserve"> </w:t>
      </w:r>
      <w:r>
        <w:t>between</w:t>
      </w:r>
      <w:r w:rsidR="00646BEC">
        <w:t xml:space="preserve"> </w:t>
      </w:r>
      <w:r>
        <w:t>AS</w:t>
      </w:r>
      <w:r w:rsidR="00646BEC">
        <w:t xml:space="preserve"> </w:t>
      </w:r>
      <w:r>
        <w:t>and</w:t>
      </w:r>
      <w:r w:rsidR="00646BEC">
        <w:t xml:space="preserve"> </w:t>
      </w:r>
      <w:r>
        <w:t>NAS</w:t>
      </w:r>
      <w:r w:rsidR="00646BEC">
        <w:t xml:space="preserve"> </w:t>
      </w:r>
      <w:r>
        <w:t>in</w:t>
      </w:r>
      <w:r w:rsidR="00646BEC">
        <w:t xml:space="preserve"> </w:t>
      </w:r>
      <w:r>
        <w:t>Idle</w:t>
      </w:r>
      <w:r w:rsidR="00646BEC">
        <w:t xml:space="preserve"> </w:t>
      </w:r>
      <w:r>
        <w:t>mode</w:t>
      </w:r>
      <w:r>
        <w:tab/>
      </w:r>
      <w:r>
        <w:fldChar w:fldCharType="begin" w:fldLock="1"/>
      </w:r>
      <w:r>
        <w:instrText xml:space="preserve"> PAGEREF _Toc100742566 \h </w:instrText>
      </w:r>
      <w:r>
        <w:fldChar w:fldCharType="separate"/>
      </w:r>
      <w:r>
        <w:t>12</w:t>
      </w:r>
      <w:r>
        <w:fldChar w:fldCharType="end"/>
      </w:r>
    </w:p>
    <w:p w14:paraId="628157CD" w14:textId="02BA1C15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Service</w:t>
      </w:r>
      <w:r w:rsidR="00646BEC">
        <w:t xml:space="preserve"> </w:t>
      </w:r>
      <w:r>
        <w:t>types</w:t>
      </w:r>
      <w:r w:rsidR="00646BEC">
        <w:t xml:space="preserve"> </w:t>
      </w:r>
      <w:r>
        <w:t>in</w:t>
      </w:r>
      <w:r w:rsidR="00646BEC">
        <w:t xml:space="preserve"> </w:t>
      </w:r>
      <w:r>
        <w:t>Idle</w:t>
      </w:r>
      <w:r w:rsidR="00646BEC">
        <w:t xml:space="preserve"> </w:t>
      </w:r>
      <w:r>
        <w:rPr>
          <w:lang w:eastAsia="ja-JP"/>
        </w:rPr>
        <w:t>Mode</w:t>
      </w:r>
      <w:r>
        <w:tab/>
      </w:r>
      <w:r>
        <w:fldChar w:fldCharType="begin" w:fldLock="1"/>
      </w:r>
      <w:r>
        <w:instrText xml:space="preserve"> PAGEREF _Toc100742567 \h </w:instrText>
      </w:r>
      <w:r>
        <w:fldChar w:fldCharType="separate"/>
      </w:r>
      <w:r>
        <w:t>14</w:t>
      </w:r>
      <w:r>
        <w:fldChar w:fldCharType="end"/>
      </w:r>
    </w:p>
    <w:p w14:paraId="17122CDD" w14:textId="79441149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4.4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NB-IoT</w:t>
      </w:r>
      <w:r w:rsidR="00646BEC">
        <w:t xml:space="preserve"> </w:t>
      </w:r>
      <w:r>
        <w:t>functionality</w:t>
      </w:r>
      <w:r w:rsidR="00646BEC">
        <w:t xml:space="preserve"> </w:t>
      </w:r>
      <w:r>
        <w:t>in</w:t>
      </w:r>
      <w:r w:rsidR="00646BEC">
        <w:t xml:space="preserve"> </w:t>
      </w:r>
      <w:r>
        <w:t>Idle</w:t>
      </w:r>
      <w:r w:rsidR="00646BEC">
        <w:t xml:space="preserve"> </w:t>
      </w:r>
      <w:r>
        <w:rPr>
          <w:lang w:eastAsia="ja-JP"/>
        </w:rPr>
        <w:t>Mode</w:t>
      </w:r>
      <w:r>
        <w:tab/>
      </w:r>
      <w:r>
        <w:fldChar w:fldCharType="begin" w:fldLock="1"/>
      </w:r>
      <w:r>
        <w:instrText xml:space="preserve"> PAGEREF _Toc100742568 \h </w:instrText>
      </w:r>
      <w:r>
        <w:fldChar w:fldCharType="separate"/>
      </w:r>
      <w:r>
        <w:t>16</w:t>
      </w:r>
      <w:r>
        <w:fldChar w:fldCharType="end"/>
      </w:r>
    </w:p>
    <w:p w14:paraId="2F4FE883" w14:textId="5732E9DE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5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Process</w:t>
      </w:r>
      <w:r w:rsidR="00646BEC">
        <w:t xml:space="preserve"> </w:t>
      </w:r>
      <w:r>
        <w:t>and</w:t>
      </w:r>
      <w:r w:rsidR="00646BEC">
        <w:t xml:space="preserve"> </w:t>
      </w:r>
      <w:r>
        <w:t>procedure</w:t>
      </w:r>
      <w:r w:rsidR="00646BEC">
        <w:t xml:space="preserve"> </w:t>
      </w:r>
      <w:r>
        <w:t>descriptions</w:t>
      </w:r>
      <w:r>
        <w:tab/>
      </w:r>
      <w:r>
        <w:fldChar w:fldCharType="begin" w:fldLock="1"/>
      </w:r>
      <w:r>
        <w:instrText xml:space="preserve"> PAGEREF _Toc100742569 \h </w:instrText>
      </w:r>
      <w:r>
        <w:fldChar w:fldCharType="separate"/>
      </w:r>
      <w:r>
        <w:t>16</w:t>
      </w:r>
      <w:r>
        <w:fldChar w:fldCharType="end"/>
      </w:r>
    </w:p>
    <w:p w14:paraId="2797B558" w14:textId="3B1838A1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PLMN</w:t>
      </w:r>
      <w:r w:rsidR="00646BEC">
        <w:t xml:space="preserve"> </w:t>
      </w:r>
      <w:r>
        <w:t>selection</w:t>
      </w:r>
      <w:r>
        <w:tab/>
      </w:r>
      <w:r>
        <w:fldChar w:fldCharType="begin" w:fldLock="1"/>
      </w:r>
      <w:r>
        <w:instrText xml:space="preserve"> PAGEREF _Toc100742570 \h </w:instrText>
      </w:r>
      <w:r>
        <w:fldChar w:fldCharType="separate"/>
      </w:r>
      <w:r>
        <w:t>16</w:t>
      </w:r>
      <w:r>
        <w:fldChar w:fldCharType="end"/>
      </w:r>
    </w:p>
    <w:p w14:paraId="0214BCF3" w14:textId="5AA140AD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5.1.</w:t>
      </w:r>
      <w:r>
        <w:rPr>
          <w:lang w:eastAsia="ja-JP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Void</w:t>
      </w:r>
      <w:r>
        <w:tab/>
      </w:r>
      <w:r>
        <w:fldChar w:fldCharType="begin" w:fldLock="1"/>
      </w:r>
      <w:r>
        <w:instrText xml:space="preserve"> PAGEREF _Toc100742571 \h </w:instrText>
      </w:r>
      <w:r>
        <w:fldChar w:fldCharType="separate"/>
      </w:r>
      <w:r>
        <w:t>17</w:t>
      </w:r>
      <w:r>
        <w:fldChar w:fldCharType="end"/>
      </w:r>
    </w:p>
    <w:p w14:paraId="70A170CB" w14:textId="64D0BFD2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5.1.</w:t>
      </w:r>
      <w:r>
        <w:rPr>
          <w:lang w:eastAsia="ja-JP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Support</w:t>
      </w:r>
      <w:r w:rsidR="00646BEC">
        <w:t xml:space="preserve"> </w:t>
      </w:r>
      <w:r>
        <w:t>for</w:t>
      </w:r>
      <w:r w:rsidR="00646BEC">
        <w:t xml:space="preserve"> </w:t>
      </w:r>
      <w:r>
        <w:t>PLMN</w:t>
      </w:r>
      <w:r w:rsidR="00646BEC">
        <w:t xml:space="preserve"> </w:t>
      </w:r>
      <w:r>
        <w:t>selection</w:t>
      </w:r>
      <w:r>
        <w:tab/>
      </w:r>
      <w:r>
        <w:fldChar w:fldCharType="begin" w:fldLock="1"/>
      </w:r>
      <w:r>
        <w:instrText xml:space="preserve"> PAGEREF _Toc100742572 \h </w:instrText>
      </w:r>
      <w:r>
        <w:fldChar w:fldCharType="separate"/>
      </w:r>
      <w:r>
        <w:t>17</w:t>
      </w:r>
      <w:r>
        <w:fldChar w:fldCharType="end"/>
      </w:r>
    </w:p>
    <w:p w14:paraId="7C7116A1" w14:textId="4ED26E83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5.1.2.1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General</w:t>
      </w:r>
      <w:r>
        <w:tab/>
      </w:r>
      <w:r>
        <w:fldChar w:fldCharType="begin" w:fldLock="1"/>
      </w:r>
      <w:r>
        <w:instrText xml:space="preserve"> PAGEREF _Toc100742573 \h </w:instrText>
      </w:r>
      <w:r>
        <w:fldChar w:fldCharType="separate"/>
      </w:r>
      <w:r>
        <w:t>17</w:t>
      </w:r>
      <w:r>
        <w:fldChar w:fldCharType="end"/>
      </w:r>
    </w:p>
    <w:p w14:paraId="197E0B36" w14:textId="238E0E5D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5.1.2.2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E-UTRA</w:t>
      </w:r>
      <w:r w:rsidR="00646BEC">
        <w:t xml:space="preserve"> </w:t>
      </w:r>
      <w:r>
        <w:t>and</w:t>
      </w:r>
      <w:r w:rsidR="00646BEC">
        <w:t xml:space="preserve"> </w:t>
      </w:r>
      <w:r>
        <w:t>NB-IoT</w:t>
      </w:r>
      <w:r w:rsidR="00646BEC">
        <w:t xml:space="preserve"> </w:t>
      </w:r>
      <w:r>
        <w:t>case</w:t>
      </w:r>
      <w:r>
        <w:tab/>
      </w:r>
      <w:r>
        <w:fldChar w:fldCharType="begin" w:fldLock="1"/>
      </w:r>
      <w:r>
        <w:instrText xml:space="preserve"> PAGEREF _Toc100742574 \h </w:instrText>
      </w:r>
      <w:r>
        <w:fldChar w:fldCharType="separate"/>
      </w:r>
      <w:r>
        <w:t>17</w:t>
      </w:r>
      <w:r>
        <w:fldChar w:fldCharType="end"/>
      </w:r>
    </w:p>
    <w:p w14:paraId="1380DFAD" w14:textId="2772D2E1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5.1.2.3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UTRA</w:t>
      </w:r>
      <w:r w:rsidR="00646BEC">
        <w:t xml:space="preserve"> </w:t>
      </w:r>
      <w:r>
        <w:t>case</w:t>
      </w:r>
      <w:r>
        <w:tab/>
      </w:r>
      <w:r>
        <w:fldChar w:fldCharType="begin" w:fldLock="1"/>
      </w:r>
      <w:r>
        <w:instrText xml:space="preserve"> PAGEREF _Toc100742575 \h </w:instrText>
      </w:r>
      <w:r>
        <w:fldChar w:fldCharType="separate"/>
      </w:r>
      <w:r>
        <w:t>17</w:t>
      </w:r>
      <w:r>
        <w:fldChar w:fldCharType="end"/>
      </w:r>
    </w:p>
    <w:p w14:paraId="5211A725" w14:textId="50883127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5.1.2.4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GSM</w:t>
      </w:r>
      <w:r w:rsidR="00646BEC">
        <w:t xml:space="preserve"> </w:t>
      </w:r>
      <w:r>
        <w:t>case</w:t>
      </w:r>
      <w:r>
        <w:tab/>
      </w:r>
      <w:r>
        <w:fldChar w:fldCharType="begin" w:fldLock="1"/>
      </w:r>
      <w:r>
        <w:instrText xml:space="preserve"> PAGEREF _Toc100742576 \h </w:instrText>
      </w:r>
      <w:r>
        <w:fldChar w:fldCharType="separate"/>
      </w:r>
      <w:r>
        <w:t>17</w:t>
      </w:r>
      <w:r>
        <w:fldChar w:fldCharType="end"/>
      </w:r>
    </w:p>
    <w:p w14:paraId="0A46123B" w14:textId="0EC9711B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5.1.2.5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CDMA2000</w:t>
      </w:r>
      <w:r w:rsidR="00646BEC">
        <w:t xml:space="preserve"> </w:t>
      </w:r>
      <w:r>
        <w:t>case</w:t>
      </w:r>
      <w:r>
        <w:tab/>
      </w:r>
      <w:r>
        <w:fldChar w:fldCharType="begin" w:fldLock="1"/>
      </w:r>
      <w:r>
        <w:instrText xml:space="preserve"> PAGEREF _Toc100742577 \h </w:instrText>
      </w:r>
      <w:r>
        <w:fldChar w:fldCharType="separate"/>
      </w:r>
      <w:r>
        <w:t>17</w:t>
      </w:r>
      <w:r>
        <w:fldChar w:fldCharType="end"/>
      </w:r>
    </w:p>
    <w:p w14:paraId="3D362877" w14:textId="12B8C031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5.1.2.6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NR</w:t>
      </w:r>
      <w:r w:rsidR="00646BEC">
        <w:t xml:space="preserve"> </w:t>
      </w:r>
      <w:r>
        <w:t>case</w:t>
      </w:r>
      <w:r>
        <w:tab/>
      </w:r>
      <w:r>
        <w:fldChar w:fldCharType="begin" w:fldLock="1"/>
      </w:r>
      <w:r>
        <w:instrText xml:space="preserve"> PAGEREF _Toc100742578 \h </w:instrText>
      </w:r>
      <w:r>
        <w:fldChar w:fldCharType="separate"/>
      </w:r>
      <w:r>
        <w:t>17</w:t>
      </w:r>
      <w:r>
        <w:fldChar w:fldCharType="end"/>
      </w:r>
    </w:p>
    <w:p w14:paraId="61BB3E90" w14:textId="26142C8E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and</w:t>
      </w:r>
      <w:r w:rsidR="00646BEC">
        <w:t xml:space="preserve"> </w:t>
      </w:r>
      <w:r>
        <w:t>reselection</w:t>
      </w:r>
      <w:r>
        <w:tab/>
      </w:r>
      <w:r>
        <w:fldChar w:fldCharType="begin" w:fldLock="1"/>
      </w:r>
      <w:r>
        <w:instrText xml:space="preserve"> PAGEREF _Toc100742579 \h </w:instrText>
      </w:r>
      <w:r>
        <w:fldChar w:fldCharType="separate"/>
      </w:r>
      <w:r>
        <w:t>18</w:t>
      </w:r>
      <w:r>
        <w:fldChar w:fldCharType="end"/>
      </w:r>
    </w:p>
    <w:p w14:paraId="675BF247" w14:textId="127636CE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Introduction</w:t>
      </w:r>
      <w:r>
        <w:tab/>
      </w:r>
      <w:r>
        <w:fldChar w:fldCharType="begin" w:fldLock="1"/>
      </w:r>
      <w:r>
        <w:instrText xml:space="preserve"> PAGEREF _Toc100742580 \h </w:instrText>
      </w:r>
      <w:r>
        <w:fldChar w:fldCharType="separate"/>
      </w:r>
      <w:r>
        <w:t>18</w:t>
      </w:r>
      <w:r>
        <w:fldChar w:fldCharType="end"/>
      </w:r>
    </w:p>
    <w:p w14:paraId="4D6A7113" w14:textId="2AD18AAD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States</w:t>
      </w:r>
      <w:r w:rsidR="00646BEC">
        <w:t xml:space="preserve"> </w:t>
      </w:r>
      <w:r>
        <w:t>and</w:t>
      </w:r>
      <w:r w:rsidR="00646BEC">
        <w:t xml:space="preserve"> </w:t>
      </w:r>
      <w:r>
        <w:t>state</w:t>
      </w:r>
      <w:r w:rsidR="00646BEC">
        <w:t xml:space="preserve"> </w:t>
      </w:r>
      <w:r>
        <w:t>transitions</w:t>
      </w:r>
      <w:r w:rsidR="00646BEC">
        <w:t xml:space="preserve"> </w:t>
      </w:r>
      <w:r>
        <w:t>in</w:t>
      </w:r>
      <w:r w:rsidR="00646BEC">
        <w:t xml:space="preserve"> </w:t>
      </w:r>
      <w:r>
        <w:t>Idle</w:t>
      </w:r>
      <w:r w:rsidR="00646BEC">
        <w:t xml:space="preserve"> </w:t>
      </w:r>
      <w:r>
        <w:t>Mode</w:t>
      </w:r>
      <w:r>
        <w:tab/>
      </w:r>
      <w:r>
        <w:fldChar w:fldCharType="begin" w:fldLock="1"/>
      </w:r>
      <w:r>
        <w:instrText xml:space="preserve"> PAGEREF _Toc100742581 \h </w:instrText>
      </w:r>
      <w:r>
        <w:fldChar w:fldCharType="separate"/>
      </w:r>
      <w:r>
        <w:t>19</w:t>
      </w:r>
      <w:r>
        <w:fldChar w:fldCharType="end"/>
      </w:r>
    </w:p>
    <w:p w14:paraId="0780B33B" w14:textId="18451674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process</w:t>
      </w:r>
      <w:r>
        <w:tab/>
      </w:r>
      <w:r>
        <w:fldChar w:fldCharType="begin" w:fldLock="1"/>
      </w:r>
      <w:r>
        <w:instrText xml:space="preserve"> PAGEREF _Toc100742582 \h </w:instrText>
      </w:r>
      <w:r>
        <w:fldChar w:fldCharType="separate"/>
      </w:r>
      <w:r>
        <w:t>20</w:t>
      </w:r>
      <w:r>
        <w:fldChar w:fldCharType="end"/>
      </w:r>
    </w:p>
    <w:p w14:paraId="6F68A34A" w14:textId="085C01AF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5.2.3.1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Description</w:t>
      </w:r>
      <w:r>
        <w:tab/>
      </w:r>
      <w:r>
        <w:fldChar w:fldCharType="begin" w:fldLock="1"/>
      </w:r>
      <w:r>
        <w:instrText xml:space="preserve"> PAGEREF _Toc100742583 \h </w:instrText>
      </w:r>
      <w:r>
        <w:fldChar w:fldCharType="separate"/>
      </w:r>
      <w:r>
        <w:t>20</w:t>
      </w:r>
      <w:r>
        <w:fldChar w:fldCharType="end"/>
      </w:r>
    </w:p>
    <w:p w14:paraId="1C4D4B51" w14:textId="6F954DAA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5.2.3.2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Criterion</w:t>
      </w:r>
      <w:r>
        <w:tab/>
      </w:r>
      <w:r>
        <w:fldChar w:fldCharType="begin" w:fldLock="1"/>
      </w:r>
      <w:r>
        <w:instrText xml:space="preserve"> PAGEREF _Toc100742584 \h </w:instrText>
      </w:r>
      <w:r>
        <w:fldChar w:fldCharType="separate"/>
      </w:r>
      <w:r>
        <w:t>21</w:t>
      </w:r>
      <w:r>
        <w:fldChar w:fldCharType="end"/>
      </w:r>
    </w:p>
    <w:p w14:paraId="5C4F1899" w14:textId="03AFD23C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5.2.3.2a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Criterion</w:t>
      </w:r>
      <w:r w:rsidR="00646BEC">
        <w:t xml:space="preserve"> </w:t>
      </w:r>
      <w:r>
        <w:t>for</w:t>
      </w:r>
      <w:r w:rsidR="00646BEC">
        <w:t xml:space="preserve"> </w:t>
      </w:r>
      <w:r>
        <w:t>NB-IoT</w:t>
      </w:r>
      <w:r>
        <w:tab/>
      </w:r>
      <w:r>
        <w:fldChar w:fldCharType="begin" w:fldLock="1"/>
      </w:r>
      <w:r>
        <w:instrText xml:space="preserve"> PAGEREF _Toc100742585 \h </w:instrText>
      </w:r>
      <w:r>
        <w:fldChar w:fldCharType="separate"/>
      </w:r>
      <w:r>
        <w:t>22</w:t>
      </w:r>
      <w:r>
        <w:fldChar w:fldCharType="end"/>
      </w:r>
    </w:p>
    <w:p w14:paraId="616F8BEF" w14:textId="30B6D76F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5.2.3.3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CSG</w:t>
      </w:r>
      <w:r w:rsidR="00646BEC">
        <w:t xml:space="preserve"> </w:t>
      </w:r>
      <w:r>
        <w:t>cells</w:t>
      </w:r>
      <w:r w:rsidR="00646BEC">
        <w:t xml:space="preserve"> </w:t>
      </w:r>
      <w:r>
        <w:t>and</w:t>
      </w:r>
      <w:r w:rsidR="00646BEC">
        <w:t xml:space="preserve"> </w:t>
      </w:r>
      <w:r>
        <w:t>Hybrid</w:t>
      </w:r>
      <w:r w:rsidR="00646BEC">
        <w:t xml:space="preserve"> </w:t>
      </w:r>
      <w:r>
        <w:t>cells</w:t>
      </w:r>
      <w:r w:rsidR="00646BEC">
        <w:t xml:space="preserve"> </w:t>
      </w:r>
      <w:r>
        <w:t>in</w:t>
      </w:r>
      <w:r w:rsidR="00646BEC">
        <w:t xml:space="preserve"> </w:t>
      </w:r>
      <w:r>
        <w:t>Cell</w:t>
      </w:r>
      <w:r w:rsidR="00646BEC">
        <w:t xml:space="preserve"> </w:t>
      </w:r>
      <w:r>
        <w:t>Selection</w:t>
      </w:r>
      <w:r>
        <w:tab/>
      </w:r>
      <w:r>
        <w:fldChar w:fldCharType="begin" w:fldLock="1"/>
      </w:r>
      <w:r>
        <w:instrText xml:space="preserve"> PAGEREF _Toc100742586 \h </w:instrText>
      </w:r>
      <w:r>
        <w:fldChar w:fldCharType="separate"/>
      </w:r>
      <w:r>
        <w:t>23</w:t>
      </w:r>
      <w:r>
        <w:fldChar w:fldCharType="end"/>
      </w:r>
    </w:p>
    <w:p w14:paraId="0F582E50" w14:textId="39FB5D44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5.2.3.4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GSM</w:t>
      </w:r>
      <w:r w:rsidR="00646BEC">
        <w:t xml:space="preserve"> </w:t>
      </w:r>
      <w:r>
        <w:t>case</w:t>
      </w:r>
      <w:r w:rsidR="00646BEC">
        <w:t xml:space="preserve"> </w:t>
      </w:r>
      <w:r>
        <w:t>in</w:t>
      </w:r>
      <w:r w:rsidR="00646BEC">
        <w:t xml:space="preserve"> </w:t>
      </w:r>
      <w:r>
        <w:t>Cell</w:t>
      </w:r>
      <w:r w:rsidR="00646BEC">
        <w:t xml:space="preserve"> </w:t>
      </w:r>
      <w:r>
        <w:t>Selection</w:t>
      </w:r>
      <w:r>
        <w:tab/>
      </w:r>
      <w:r>
        <w:fldChar w:fldCharType="begin" w:fldLock="1"/>
      </w:r>
      <w:r>
        <w:instrText xml:space="preserve"> PAGEREF _Toc100742587 \h </w:instrText>
      </w:r>
      <w:r>
        <w:fldChar w:fldCharType="separate"/>
      </w:r>
      <w:r>
        <w:t>23</w:t>
      </w:r>
      <w:r>
        <w:fldChar w:fldCharType="end"/>
      </w:r>
    </w:p>
    <w:p w14:paraId="44F56869" w14:textId="3EE71FF4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5.2.3.5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UTRAN</w:t>
      </w:r>
      <w:r w:rsidR="00646BEC">
        <w:t xml:space="preserve"> </w:t>
      </w:r>
      <w:r>
        <w:t>case</w:t>
      </w:r>
      <w:r w:rsidR="00646BEC">
        <w:t xml:space="preserve"> </w:t>
      </w:r>
      <w:r>
        <w:t>in</w:t>
      </w:r>
      <w:r w:rsidR="00646BEC">
        <w:t xml:space="preserve"> </w:t>
      </w:r>
      <w:r>
        <w:t>Cell</w:t>
      </w:r>
      <w:r w:rsidR="00646BEC">
        <w:t xml:space="preserve"> </w:t>
      </w:r>
      <w:r>
        <w:t>Selection</w:t>
      </w:r>
      <w:r>
        <w:tab/>
      </w:r>
      <w:r>
        <w:fldChar w:fldCharType="begin" w:fldLock="1"/>
      </w:r>
      <w:r>
        <w:instrText xml:space="preserve"> PAGEREF _Toc100742588 \h </w:instrText>
      </w:r>
      <w:r>
        <w:fldChar w:fldCharType="separate"/>
      </w:r>
      <w:r>
        <w:t>23</w:t>
      </w:r>
      <w:r>
        <w:fldChar w:fldCharType="end"/>
      </w:r>
    </w:p>
    <w:p w14:paraId="15B36A93" w14:textId="41DF9AC8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5.2.3.6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NR</w:t>
      </w:r>
      <w:r w:rsidR="00646BEC">
        <w:t xml:space="preserve"> </w:t>
      </w:r>
      <w:r>
        <w:t>case</w:t>
      </w:r>
      <w:r w:rsidR="00646BEC">
        <w:t xml:space="preserve"> </w:t>
      </w:r>
      <w:r>
        <w:t>in</w:t>
      </w:r>
      <w:r w:rsidR="00646BEC">
        <w:t xml:space="preserve"> </w:t>
      </w:r>
      <w:r>
        <w:t>Cell</w:t>
      </w:r>
      <w:r w:rsidR="00646BEC">
        <w:t xml:space="preserve"> </w:t>
      </w:r>
      <w:r>
        <w:t>Selection</w:t>
      </w:r>
      <w:r>
        <w:tab/>
      </w:r>
      <w:r>
        <w:fldChar w:fldCharType="begin" w:fldLock="1"/>
      </w:r>
      <w:r>
        <w:instrText xml:space="preserve"> PAGEREF _Toc100742589 \h </w:instrText>
      </w:r>
      <w:r>
        <w:fldChar w:fldCharType="separate"/>
      </w:r>
      <w:r>
        <w:t>23</w:t>
      </w:r>
      <w:r>
        <w:fldChar w:fldCharType="end"/>
      </w:r>
    </w:p>
    <w:p w14:paraId="1F0C487F" w14:textId="6BCE30D1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evaluation</w:t>
      </w:r>
      <w:r w:rsidR="00646BEC">
        <w:t xml:space="preserve"> </w:t>
      </w:r>
      <w:r>
        <w:t>process</w:t>
      </w:r>
      <w:r>
        <w:tab/>
      </w:r>
      <w:r>
        <w:fldChar w:fldCharType="begin" w:fldLock="1"/>
      </w:r>
      <w:r>
        <w:instrText xml:space="preserve"> PAGEREF _Toc100742590 \h </w:instrText>
      </w:r>
      <w:r>
        <w:fldChar w:fldCharType="separate"/>
      </w:r>
      <w:r>
        <w:t>23</w:t>
      </w:r>
      <w:r>
        <w:fldChar w:fldCharType="end"/>
      </w:r>
    </w:p>
    <w:p w14:paraId="3545E15E" w14:textId="6058895C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Reselection</w:t>
      </w:r>
      <w:r w:rsidR="00646BEC">
        <w:t xml:space="preserve"> </w:t>
      </w:r>
      <w:r>
        <w:t>priorities</w:t>
      </w:r>
      <w:r w:rsidR="00646BEC">
        <w:t xml:space="preserve"> </w:t>
      </w:r>
      <w:r>
        <w:t>handling</w:t>
      </w:r>
      <w:r>
        <w:tab/>
      </w:r>
      <w:r>
        <w:fldChar w:fldCharType="begin" w:fldLock="1"/>
      </w:r>
      <w:r>
        <w:instrText xml:space="preserve"> PAGEREF _Toc100742591 \h </w:instrText>
      </w:r>
      <w:r>
        <w:fldChar w:fldCharType="separate"/>
      </w:r>
      <w:r>
        <w:t>23</w:t>
      </w:r>
      <w:r>
        <w:fldChar w:fldCharType="end"/>
      </w:r>
    </w:p>
    <w:p w14:paraId="54E39396" w14:textId="4608CD71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Measurement</w:t>
      </w:r>
      <w:r w:rsidR="00646BEC">
        <w:t xml:space="preserve"> </w:t>
      </w:r>
      <w:r>
        <w:t>rules</w:t>
      </w:r>
      <w:r w:rsidR="00646BEC">
        <w:t xml:space="preserve"> </w:t>
      </w:r>
      <w:r>
        <w:t>for</w:t>
      </w:r>
      <w:r w:rsidR="00646BEC">
        <w:t xml:space="preserve"> </w:t>
      </w:r>
      <w:r>
        <w:t>cell</w:t>
      </w:r>
      <w:r w:rsidR="00646BEC">
        <w:t xml:space="preserve"> </w:t>
      </w:r>
      <w:r>
        <w:t>re-selection</w:t>
      </w:r>
      <w:r>
        <w:tab/>
      </w:r>
      <w:r>
        <w:fldChar w:fldCharType="begin" w:fldLock="1"/>
      </w:r>
      <w:r>
        <w:instrText xml:space="preserve"> PAGEREF _Toc100742592 \h </w:instrText>
      </w:r>
      <w:r>
        <w:fldChar w:fldCharType="separate"/>
      </w:r>
      <w:r>
        <w:t>25</w:t>
      </w:r>
      <w:r>
        <w:fldChar w:fldCharType="end"/>
      </w:r>
    </w:p>
    <w:p w14:paraId="39A1C36D" w14:textId="1E74F0F8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5.2.4.2a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Measurement</w:t>
      </w:r>
      <w:r w:rsidR="00646BEC">
        <w:t xml:space="preserve"> </w:t>
      </w:r>
      <w:r>
        <w:t>rules</w:t>
      </w:r>
      <w:r w:rsidR="00646BEC">
        <w:t xml:space="preserve"> </w:t>
      </w:r>
      <w:r>
        <w:t>for</w:t>
      </w:r>
      <w:r w:rsidR="00646BEC">
        <w:t xml:space="preserve"> </w:t>
      </w:r>
      <w:r>
        <w:t>cell</w:t>
      </w:r>
      <w:r w:rsidR="00646BEC">
        <w:t xml:space="preserve"> </w:t>
      </w:r>
      <w:r>
        <w:t>re-selection</w:t>
      </w:r>
      <w:r w:rsidR="00646BEC">
        <w:t xml:space="preserve"> </w:t>
      </w:r>
      <w:r>
        <w:t>for</w:t>
      </w:r>
      <w:r w:rsidR="00646BEC">
        <w:t xml:space="preserve"> </w:t>
      </w:r>
      <w:r>
        <w:t>NB-IoT</w:t>
      </w:r>
      <w:r>
        <w:tab/>
      </w:r>
      <w:r>
        <w:fldChar w:fldCharType="begin" w:fldLock="1"/>
      </w:r>
      <w:r>
        <w:instrText xml:space="preserve"> PAGEREF _Toc100742593 \h </w:instrText>
      </w:r>
      <w:r>
        <w:fldChar w:fldCharType="separate"/>
      </w:r>
      <w:r>
        <w:t>25</w:t>
      </w:r>
      <w:r>
        <w:fldChar w:fldCharType="end"/>
      </w:r>
    </w:p>
    <w:p w14:paraId="0DD2EF96" w14:textId="784E323B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Mobility</w:t>
      </w:r>
      <w:r w:rsidR="00646BEC">
        <w:t xml:space="preserve"> </w:t>
      </w:r>
      <w:r>
        <w:t>states</w:t>
      </w:r>
      <w:r w:rsidR="00646BEC">
        <w:t xml:space="preserve"> </w:t>
      </w:r>
      <w:r>
        <w:t>of</w:t>
      </w:r>
      <w:r w:rsidR="00646BEC">
        <w:t xml:space="preserve"> </w:t>
      </w:r>
      <w:r>
        <w:t>a</w:t>
      </w:r>
      <w:r w:rsidR="00646BEC">
        <w:t xml:space="preserve"> </w:t>
      </w:r>
      <w:r>
        <w:t>UE</w:t>
      </w:r>
      <w:r>
        <w:tab/>
      </w:r>
      <w:r>
        <w:fldChar w:fldCharType="begin" w:fldLock="1"/>
      </w:r>
      <w:r>
        <w:instrText xml:space="preserve"> PAGEREF _Toc100742594 \h </w:instrText>
      </w:r>
      <w:r>
        <w:fldChar w:fldCharType="separate"/>
      </w:r>
      <w:r>
        <w:t>26</w:t>
      </w:r>
      <w:r>
        <w:fldChar w:fldCharType="end"/>
      </w:r>
    </w:p>
    <w:p w14:paraId="703E0FCD" w14:textId="2DE060E1" w:rsidR="006F699D" w:rsidRDefault="006F699D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5.2.4.3.1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Scaling</w:t>
      </w:r>
      <w:r w:rsidR="00646BEC">
        <w:t xml:space="preserve"> </w:t>
      </w:r>
      <w:r>
        <w:t>rules</w:t>
      </w:r>
      <w:r>
        <w:tab/>
      </w:r>
      <w:r>
        <w:fldChar w:fldCharType="begin" w:fldLock="1"/>
      </w:r>
      <w:r>
        <w:instrText xml:space="preserve"> PAGEREF _Toc100742595 \h </w:instrText>
      </w:r>
      <w:r>
        <w:fldChar w:fldCharType="separate"/>
      </w:r>
      <w:r>
        <w:t>26</w:t>
      </w:r>
      <w:r>
        <w:fldChar w:fldCharType="end"/>
      </w:r>
    </w:p>
    <w:p w14:paraId="17F12229" w14:textId="08D5DA2C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5.2.4.4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Cells</w:t>
      </w:r>
      <w:r w:rsidR="00646BEC">
        <w:t xml:space="preserve"> </w:t>
      </w:r>
      <w:r>
        <w:t>with</w:t>
      </w:r>
      <w:r w:rsidR="00646BEC">
        <w:t xml:space="preserve"> </w:t>
      </w:r>
      <w:r>
        <w:t>cell</w:t>
      </w:r>
      <w:r w:rsidR="00646BEC">
        <w:t xml:space="preserve"> </w:t>
      </w:r>
      <w:r>
        <w:t>reservations,</w:t>
      </w:r>
      <w:r w:rsidR="00646BEC">
        <w:t xml:space="preserve"> </w:t>
      </w:r>
      <w:r>
        <w:t>access</w:t>
      </w:r>
      <w:r w:rsidR="00646BEC">
        <w:t xml:space="preserve"> </w:t>
      </w:r>
      <w:r>
        <w:t>restrictions</w:t>
      </w:r>
      <w:r w:rsidR="00646BEC">
        <w:t xml:space="preserve"> </w:t>
      </w:r>
      <w:r>
        <w:t>or</w:t>
      </w:r>
      <w:r w:rsidR="00646BEC">
        <w:t xml:space="preserve"> </w:t>
      </w:r>
      <w:r>
        <w:t>unsuitable</w:t>
      </w:r>
      <w:r w:rsidR="00646BEC">
        <w:t xml:space="preserve"> </w:t>
      </w:r>
      <w:r>
        <w:t>for</w:t>
      </w:r>
      <w:r w:rsidR="00646BEC">
        <w:t xml:space="preserve"> </w:t>
      </w:r>
      <w:r>
        <w:t>normal</w:t>
      </w:r>
      <w:r w:rsidR="00646BEC">
        <w:t xml:space="preserve"> </w:t>
      </w:r>
      <w:r>
        <w:t>camping</w:t>
      </w:r>
      <w:r>
        <w:tab/>
      </w:r>
      <w:r>
        <w:fldChar w:fldCharType="begin" w:fldLock="1"/>
      </w:r>
      <w:r>
        <w:instrText xml:space="preserve"> PAGEREF _Toc100742596 \h </w:instrText>
      </w:r>
      <w:r>
        <w:fldChar w:fldCharType="separate"/>
      </w:r>
      <w:r>
        <w:t>27</w:t>
      </w:r>
      <w:r>
        <w:fldChar w:fldCharType="end"/>
      </w:r>
    </w:p>
    <w:p w14:paraId="18B84DF2" w14:textId="18A2C49D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5.2.4.5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E-UTRAN</w:t>
      </w:r>
      <w:r w:rsidR="00646BEC">
        <w:t xml:space="preserve"> </w:t>
      </w:r>
      <w:r>
        <w:t>Inter-frequency</w:t>
      </w:r>
      <w:r w:rsidR="00646BEC">
        <w:t xml:space="preserve"> </w:t>
      </w:r>
      <w:r>
        <w:t>and</w:t>
      </w:r>
      <w:r w:rsidR="00646BEC">
        <w:t xml:space="preserve"> </w:t>
      </w:r>
      <w:r>
        <w:t>inter-RAT</w:t>
      </w:r>
      <w:r w:rsidR="00646BEC">
        <w:t xml:space="preserve"> </w:t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criteria</w:t>
      </w:r>
      <w:r>
        <w:tab/>
      </w:r>
      <w:r>
        <w:fldChar w:fldCharType="begin" w:fldLock="1"/>
      </w:r>
      <w:r>
        <w:instrText xml:space="preserve"> PAGEREF _Toc100742597 \h </w:instrText>
      </w:r>
      <w:r>
        <w:fldChar w:fldCharType="separate"/>
      </w:r>
      <w:r>
        <w:t>27</w:t>
      </w:r>
      <w:r>
        <w:fldChar w:fldCharType="end"/>
      </w:r>
    </w:p>
    <w:p w14:paraId="71930897" w14:textId="1CE5DABF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5.2.4.6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Intra-frequency</w:t>
      </w:r>
      <w:r w:rsidR="00646BEC">
        <w:t xml:space="preserve"> </w:t>
      </w:r>
      <w:r>
        <w:rPr>
          <w:lang w:eastAsia="zh-CN"/>
        </w:rPr>
        <w:t>and</w:t>
      </w:r>
      <w:r w:rsidR="00646BEC">
        <w:rPr>
          <w:lang w:eastAsia="zh-CN"/>
        </w:rPr>
        <w:t xml:space="preserve"> </w:t>
      </w:r>
      <w:r>
        <w:rPr>
          <w:lang w:eastAsia="zh-CN"/>
        </w:rPr>
        <w:t>equal</w:t>
      </w:r>
      <w:r w:rsidR="00646BEC">
        <w:rPr>
          <w:lang w:eastAsia="zh-CN"/>
        </w:rPr>
        <w:t xml:space="preserve"> </w:t>
      </w:r>
      <w:r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>
        <w:rPr>
          <w:lang w:eastAsia="zh-CN"/>
        </w:rPr>
        <w:t>inter-frequency</w:t>
      </w:r>
      <w:r w:rsidR="00646BEC">
        <w:t xml:space="preserve"> </w:t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criteria</w:t>
      </w:r>
      <w:r>
        <w:tab/>
      </w:r>
      <w:r>
        <w:fldChar w:fldCharType="begin" w:fldLock="1"/>
      </w:r>
      <w:r>
        <w:instrText xml:space="preserve"> PAGEREF _Toc100742598 \h </w:instrText>
      </w:r>
      <w:r>
        <w:fldChar w:fldCharType="separate"/>
      </w:r>
      <w:r>
        <w:t>28</w:t>
      </w:r>
      <w:r>
        <w:fldChar w:fldCharType="end"/>
      </w:r>
    </w:p>
    <w:p w14:paraId="30BD743B" w14:textId="43511266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5.2.4.6a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Reselection</w:t>
      </w:r>
      <w:r w:rsidR="00646BEC">
        <w:t xml:space="preserve"> </w:t>
      </w:r>
      <w:r>
        <w:t>for</w:t>
      </w:r>
      <w:r w:rsidR="00646BEC">
        <w:t xml:space="preserve"> </w:t>
      </w:r>
      <w:r>
        <w:t>enhanced</w:t>
      </w:r>
      <w:r w:rsidR="00646BEC">
        <w:t xml:space="preserve"> </w:t>
      </w:r>
      <w:r>
        <w:t>coverage</w:t>
      </w:r>
      <w:r>
        <w:tab/>
      </w:r>
      <w:r>
        <w:fldChar w:fldCharType="begin" w:fldLock="1"/>
      </w:r>
      <w:r>
        <w:instrText xml:space="preserve"> PAGEREF _Toc100742599 \h </w:instrText>
      </w:r>
      <w:r>
        <w:fldChar w:fldCharType="separate"/>
      </w:r>
      <w:r>
        <w:t>30</w:t>
      </w:r>
      <w:r>
        <w:fldChar w:fldCharType="end"/>
      </w:r>
    </w:p>
    <w:p w14:paraId="6F20BA25" w14:textId="2C7F7564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5.2.4.7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parameters</w:t>
      </w:r>
      <w:r w:rsidR="00646BEC">
        <w:t xml:space="preserve"> </w:t>
      </w:r>
      <w:r>
        <w:t>in</w:t>
      </w:r>
      <w:r w:rsidR="00646BEC">
        <w:t xml:space="preserve"> </w:t>
      </w:r>
      <w:r>
        <w:t>system</w:t>
      </w:r>
      <w:r w:rsidR="00646BEC">
        <w:t xml:space="preserve"> </w:t>
      </w:r>
      <w:r>
        <w:t>information</w:t>
      </w:r>
      <w:r w:rsidR="00646BEC">
        <w:t xml:space="preserve"> </w:t>
      </w:r>
      <w:r>
        <w:t>broadcasts</w:t>
      </w:r>
      <w:r>
        <w:tab/>
      </w:r>
      <w:r>
        <w:fldChar w:fldCharType="begin" w:fldLock="1"/>
      </w:r>
      <w:r>
        <w:instrText xml:space="preserve"> PAGEREF _Toc100742600 \h </w:instrText>
      </w:r>
      <w:r>
        <w:fldChar w:fldCharType="separate"/>
      </w:r>
      <w:r>
        <w:t>30</w:t>
      </w:r>
      <w:r>
        <w:fldChar w:fldCharType="end"/>
      </w:r>
    </w:p>
    <w:p w14:paraId="55921EEB" w14:textId="60BC0577" w:rsidR="006F699D" w:rsidRDefault="006F699D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5.2.4.7.1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Speed</w:t>
      </w:r>
      <w:r w:rsidR="00646BEC">
        <w:t xml:space="preserve"> </w:t>
      </w:r>
      <w:r>
        <w:t>dependant</w:t>
      </w:r>
      <w:r w:rsidR="00646BEC">
        <w:t xml:space="preserve"> </w:t>
      </w:r>
      <w:r>
        <w:t>reselection</w:t>
      </w:r>
      <w:r w:rsidR="00646BEC">
        <w:t xml:space="preserve"> </w:t>
      </w:r>
      <w:r>
        <w:t>parameters</w:t>
      </w:r>
      <w:r>
        <w:tab/>
      </w:r>
      <w:r>
        <w:fldChar w:fldCharType="begin" w:fldLock="1"/>
      </w:r>
      <w:r>
        <w:instrText xml:space="preserve"> PAGEREF _Toc100742601 \h </w:instrText>
      </w:r>
      <w:r>
        <w:fldChar w:fldCharType="separate"/>
      </w:r>
      <w:r>
        <w:t>32</w:t>
      </w:r>
      <w:r>
        <w:fldChar w:fldCharType="end"/>
      </w:r>
    </w:p>
    <w:p w14:paraId="61B8F26A" w14:textId="09EEBA86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5.2.4.8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with</w:t>
      </w:r>
      <w:r w:rsidR="00646BEC">
        <w:t xml:space="preserve"> </w:t>
      </w:r>
      <w:r>
        <w:t>CSG</w:t>
      </w:r>
      <w:r w:rsidR="00646BEC">
        <w:t xml:space="preserve"> </w:t>
      </w:r>
      <w:r>
        <w:t>cells</w:t>
      </w:r>
      <w:r>
        <w:tab/>
      </w:r>
      <w:r>
        <w:fldChar w:fldCharType="begin" w:fldLock="1"/>
      </w:r>
      <w:r>
        <w:instrText xml:space="preserve"> PAGEREF _Toc100742602 \h </w:instrText>
      </w:r>
      <w:r>
        <w:fldChar w:fldCharType="separate"/>
      </w:r>
      <w:r>
        <w:t>33</w:t>
      </w:r>
      <w:r>
        <w:fldChar w:fldCharType="end"/>
      </w:r>
    </w:p>
    <w:p w14:paraId="0F38AC92" w14:textId="1E00AC18" w:rsidR="006F699D" w:rsidRDefault="006F699D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5.2.4.8.1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from</w:t>
      </w:r>
      <w:r w:rsidR="00646BEC">
        <w:t xml:space="preserve"> </w:t>
      </w:r>
      <w:r>
        <w:t>a</w:t>
      </w:r>
      <w:r w:rsidR="00646BEC">
        <w:t xml:space="preserve"> </w:t>
      </w:r>
      <w:r>
        <w:t>non-CSG</w:t>
      </w:r>
      <w:r w:rsidR="00646BEC">
        <w:t xml:space="preserve"> </w:t>
      </w:r>
      <w:r>
        <w:t>cell</w:t>
      </w:r>
      <w:r w:rsidR="00646BEC">
        <w:t xml:space="preserve"> </w:t>
      </w:r>
      <w:r>
        <w:t>to</w:t>
      </w:r>
      <w:r w:rsidR="00646BEC">
        <w:t xml:space="preserve"> </w:t>
      </w:r>
      <w:r>
        <w:t>a</w:t>
      </w:r>
      <w:r w:rsidR="00646BEC">
        <w:t xml:space="preserve"> </w:t>
      </w:r>
      <w:r>
        <w:t>CSG</w:t>
      </w:r>
      <w:r w:rsidR="00646BEC">
        <w:t xml:space="preserve"> </w:t>
      </w:r>
      <w:r>
        <w:t>cell</w:t>
      </w:r>
      <w:r>
        <w:tab/>
      </w:r>
      <w:r>
        <w:fldChar w:fldCharType="begin" w:fldLock="1"/>
      </w:r>
      <w:r>
        <w:instrText xml:space="preserve"> PAGEREF _Toc100742603 \h </w:instrText>
      </w:r>
      <w:r>
        <w:fldChar w:fldCharType="separate"/>
      </w:r>
      <w:r>
        <w:t>33</w:t>
      </w:r>
      <w:r>
        <w:fldChar w:fldCharType="end"/>
      </w:r>
    </w:p>
    <w:p w14:paraId="0C410B46" w14:textId="4596A5D8" w:rsidR="006F699D" w:rsidRDefault="006F699D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5.2.4.8.2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from</w:t>
      </w:r>
      <w:r w:rsidR="00646BEC">
        <w:t xml:space="preserve"> </w:t>
      </w:r>
      <w:r>
        <w:t>a</w:t>
      </w:r>
      <w:r w:rsidR="00646BEC">
        <w:t xml:space="preserve"> </w:t>
      </w:r>
      <w:r>
        <w:t>CSG</w:t>
      </w:r>
      <w:r w:rsidR="00646BEC">
        <w:t xml:space="preserve"> </w:t>
      </w:r>
      <w:r>
        <w:t>cell</w:t>
      </w:r>
      <w:r>
        <w:tab/>
      </w:r>
      <w:r>
        <w:fldChar w:fldCharType="begin" w:fldLock="1"/>
      </w:r>
      <w:r>
        <w:instrText xml:space="preserve"> PAGEREF _Toc100742604 \h </w:instrText>
      </w:r>
      <w:r>
        <w:fldChar w:fldCharType="separate"/>
      </w:r>
      <w:r>
        <w:t>33</w:t>
      </w:r>
      <w:r>
        <w:fldChar w:fldCharType="end"/>
      </w:r>
    </w:p>
    <w:p w14:paraId="365A32AE" w14:textId="14B2C817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5.2.4.9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with</w:t>
      </w:r>
      <w:r w:rsidR="00646BEC">
        <w:t xml:space="preserve"> </w:t>
      </w:r>
      <w:r>
        <w:t>Hybrid</w:t>
      </w:r>
      <w:r w:rsidR="00646BEC">
        <w:t xml:space="preserve"> </w:t>
      </w:r>
      <w:r>
        <w:t>cells</w:t>
      </w:r>
      <w:r>
        <w:tab/>
      </w:r>
      <w:r>
        <w:fldChar w:fldCharType="begin" w:fldLock="1"/>
      </w:r>
      <w:r>
        <w:instrText xml:space="preserve"> PAGEREF _Toc100742605 \h </w:instrText>
      </w:r>
      <w:r>
        <w:fldChar w:fldCharType="separate"/>
      </w:r>
      <w:r>
        <w:t>33</w:t>
      </w:r>
      <w:r>
        <w:fldChar w:fldCharType="end"/>
      </w:r>
    </w:p>
    <w:p w14:paraId="3D57042B" w14:textId="69A02679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5.2.4.10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>
        <w:rPr>
          <w:lang w:eastAsia="zh-CN"/>
        </w:rPr>
        <w:t>Inter-frequency</w:t>
      </w:r>
      <w:r w:rsidR="00646BEC">
        <w:rPr>
          <w:lang w:eastAsia="zh-CN"/>
        </w:rPr>
        <w:t xml:space="preserve"> </w:t>
      </w:r>
      <w:r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>
        <w:rPr>
          <w:lang w:eastAsia="zh-CN"/>
        </w:rPr>
        <w:t>procedure</w:t>
      </w:r>
      <w:r>
        <w:tab/>
      </w:r>
      <w:r>
        <w:fldChar w:fldCharType="begin" w:fldLock="1"/>
      </w:r>
      <w:r>
        <w:instrText xml:space="preserve"> PAGEREF _Toc100742606 \h </w:instrText>
      </w:r>
      <w:r>
        <w:fldChar w:fldCharType="separate"/>
      </w:r>
      <w:r>
        <w:t>34</w:t>
      </w:r>
      <w:r>
        <w:fldChar w:fldCharType="end"/>
      </w:r>
    </w:p>
    <w:p w14:paraId="4E47BFFC" w14:textId="6DF6E840" w:rsidR="006F699D" w:rsidRDefault="006F699D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5.2.4.10.1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>
        <w:rPr>
          <w:lang w:eastAsia="zh-CN"/>
        </w:rPr>
        <w:t>target</w:t>
      </w:r>
      <w:r w:rsidR="00646BEC">
        <w:rPr>
          <w:lang w:eastAsia="zh-CN"/>
        </w:rPr>
        <w:t xml:space="preserve"> </w:t>
      </w:r>
      <w:r>
        <w:rPr>
          <w:lang w:eastAsia="zh-CN"/>
        </w:rPr>
        <w:t>selection</w:t>
      </w:r>
      <w:r>
        <w:tab/>
      </w:r>
      <w:r>
        <w:fldChar w:fldCharType="begin" w:fldLock="1"/>
      </w:r>
      <w:r>
        <w:instrText xml:space="preserve"> PAGEREF _Toc100742607 \h </w:instrText>
      </w:r>
      <w:r>
        <w:fldChar w:fldCharType="separate"/>
      </w:r>
      <w:r>
        <w:t>34</w:t>
      </w:r>
      <w:r>
        <w:fldChar w:fldCharType="end"/>
      </w:r>
    </w:p>
    <w:p w14:paraId="319D02A3" w14:textId="4E29A1A8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</w:t>
      </w:r>
      <w:r>
        <w:rPr>
          <w:lang w:eastAsia="ja-JP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or</w:t>
      </w:r>
      <w:r w:rsidR="00646BEC">
        <w:t xml:space="preserve"> </w:t>
      </w:r>
      <w:r>
        <w:t>CN</w:t>
      </w:r>
      <w:r w:rsidR="00646BEC">
        <w:t xml:space="preserve"> </w:t>
      </w:r>
      <w:r>
        <w:t>type</w:t>
      </w:r>
      <w:r w:rsidR="00646BEC">
        <w:t xml:space="preserve"> </w:t>
      </w:r>
      <w:r>
        <w:t>change</w:t>
      </w:r>
      <w:r w:rsidR="00646BEC">
        <w:t xml:space="preserve"> </w:t>
      </w:r>
      <w:r>
        <w:t>w</w:t>
      </w:r>
      <w:r>
        <w:rPr>
          <w:lang w:eastAsia="ja-JP"/>
        </w:rPr>
        <w:t>hen</w:t>
      </w:r>
      <w:r w:rsidR="00646BEC">
        <w:rPr>
          <w:lang w:eastAsia="ja-JP"/>
        </w:rPr>
        <w:t xml:space="preserve"> </w:t>
      </w:r>
      <w:r>
        <w:rPr>
          <w:lang w:eastAsia="ja-JP"/>
        </w:rPr>
        <w:t>storing</w:t>
      </w:r>
      <w:r w:rsidR="00646BEC">
        <w:rPr>
          <w:lang w:eastAsia="ja-JP"/>
        </w:rPr>
        <w:t xml:space="preserve"> </w:t>
      </w:r>
      <w:r>
        <w:rPr>
          <w:lang w:eastAsia="ja-JP"/>
        </w:rPr>
        <w:t>UE</w:t>
      </w:r>
      <w:r w:rsidR="00646BEC">
        <w:rPr>
          <w:lang w:eastAsia="ja-JP"/>
        </w:rPr>
        <w:t xml:space="preserve"> </w:t>
      </w:r>
      <w:r>
        <w:rPr>
          <w:lang w:eastAsia="ja-JP"/>
        </w:rPr>
        <w:t>AS</w:t>
      </w:r>
      <w:r w:rsidR="00646BEC">
        <w:rPr>
          <w:lang w:eastAsia="ja-JP"/>
        </w:rPr>
        <w:t xml:space="preserve"> </w:t>
      </w:r>
      <w:r>
        <w:rPr>
          <w:lang w:eastAsia="ja-JP"/>
        </w:rPr>
        <w:t>context</w:t>
      </w:r>
      <w:r>
        <w:tab/>
      </w:r>
      <w:r>
        <w:fldChar w:fldCharType="begin" w:fldLock="1"/>
      </w:r>
      <w:r>
        <w:instrText xml:space="preserve"> PAGEREF _Toc100742608 \h </w:instrText>
      </w:r>
      <w:r>
        <w:fldChar w:fldCharType="separate"/>
      </w:r>
      <w:r>
        <w:t>35</w:t>
      </w:r>
      <w:r>
        <w:fldChar w:fldCharType="end"/>
      </w:r>
    </w:p>
    <w:p w14:paraId="6F7AE3C1" w14:textId="581B206A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5.2.4.12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Relaxed</w:t>
      </w:r>
      <w:r w:rsidR="00646BEC">
        <w:rPr>
          <w:lang w:eastAsia="ja-JP"/>
        </w:rPr>
        <w:t xml:space="preserve"> </w:t>
      </w:r>
      <w:r>
        <w:rPr>
          <w:lang w:eastAsia="ja-JP"/>
        </w:rPr>
        <w:t>monitoring</w:t>
      </w:r>
      <w:r>
        <w:tab/>
      </w:r>
      <w:r>
        <w:fldChar w:fldCharType="begin" w:fldLock="1"/>
      </w:r>
      <w:r>
        <w:instrText xml:space="preserve"> PAGEREF _Toc100742609 \h </w:instrText>
      </w:r>
      <w:r>
        <w:fldChar w:fldCharType="separate"/>
      </w:r>
      <w:r>
        <w:t>35</w:t>
      </w:r>
      <w:r>
        <w:fldChar w:fldCharType="end"/>
      </w:r>
    </w:p>
    <w:p w14:paraId="58805A53" w14:textId="67D38C51" w:rsidR="006F699D" w:rsidRDefault="006F699D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5.2.4.12.0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Relaxed</w:t>
      </w:r>
      <w:r w:rsidR="00646BEC">
        <w:rPr>
          <w:lang w:eastAsia="ja-JP"/>
        </w:rPr>
        <w:t xml:space="preserve"> </w:t>
      </w:r>
      <w:r>
        <w:rPr>
          <w:lang w:eastAsia="ja-JP"/>
        </w:rPr>
        <w:t>monitoring</w:t>
      </w:r>
      <w:r w:rsidR="00646BEC">
        <w:rPr>
          <w:lang w:eastAsia="ja-JP"/>
        </w:rPr>
        <w:t xml:space="preserve"> </w:t>
      </w:r>
      <w:r>
        <w:rPr>
          <w:lang w:eastAsia="ja-JP"/>
        </w:rPr>
        <w:t>measurement</w:t>
      </w:r>
      <w:r w:rsidR="00646BEC">
        <w:rPr>
          <w:lang w:eastAsia="ja-JP"/>
        </w:rPr>
        <w:t xml:space="preserve"> </w:t>
      </w:r>
      <w:r>
        <w:rPr>
          <w:lang w:eastAsia="ja-JP"/>
        </w:rPr>
        <w:t>rules</w:t>
      </w:r>
      <w:r>
        <w:tab/>
      </w:r>
      <w:r>
        <w:fldChar w:fldCharType="begin" w:fldLock="1"/>
      </w:r>
      <w:r>
        <w:instrText xml:space="preserve"> PAGEREF _Toc100742610 \h </w:instrText>
      </w:r>
      <w:r>
        <w:fldChar w:fldCharType="separate"/>
      </w:r>
      <w:r>
        <w:t>35</w:t>
      </w:r>
      <w:r>
        <w:fldChar w:fldCharType="end"/>
      </w:r>
    </w:p>
    <w:p w14:paraId="4F15FBB1" w14:textId="3FD73181" w:rsidR="006F699D" w:rsidRDefault="006F699D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5.2.4.12.1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Relaxed</w:t>
      </w:r>
      <w:r w:rsidR="00646BEC">
        <w:rPr>
          <w:lang w:eastAsia="ja-JP"/>
        </w:rPr>
        <w:t xml:space="preserve"> </w:t>
      </w:r>
      <w:r>
        <w:rPr>
          <w:lang w:eastAsia="ja-JP"/>
        </w:rPr>
        <w:t>monitoring</w:t>
      </w:r>
      <w:r w:rsidR="00646BEC">
        <w:rPr>
          <w:lang w:eastAsia="ja-JP"/>
        </w:rPr>
        <w:t xml:space="preserve"> </w:t>
      </w:r>
      <w:r>
        <w:rPr>
          <w:lang w:eastAsia="ja-JP"/>
        </w:rPr>
        <w:t>criterion</w:t>
      </w:r>
      <w:r>
        <w:tab/>
      </w:r>
      <w:r>
        <w:fldChar w:fldCharType="begin" w:fldLock="1"/>
      </w:r>
      <w:r>
        <w:instrText xml:space="preserve"> PAGEREF _Toc100742611 \h </w:instrText>
      </w:r>
      <w:r>
        <w:fldChar w:fldCharType="separate"/>
      </w:r>
      <w:r>
        <w:t>35</w:t>
      </w:r>
      <w:r>
        <w:fldChar w:fldCharType="end"/>
      </w:r>
    </w:p>
    <w:p w14:paraId="19659177" w14:textId="7DA525E0" w:rsidR="006F699D" w:rsidRDefault="006F699D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lastRenderedPageBreak/>
        <w:t>5.2.4.</w:t>
      </w:r>
      <w:r>
        <w:rPr>
          <w:lang w:eastAsia="ja-JP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reselection</w:t>
      </w:r>
      <w:r w:rsidR="00646BEC">
        <w:t xml:space="preserve"> </w:t>
      </w:r>
      <w:r>
        <w:t>or</w:t>
      </w:r>
      <w:r w:rsidR="00646BEC">
        <w:t xml:space="preserve"> </w:t>
      </w:r>
      <w:r>
        <w:t>CN</w:t>
      </w:r>
      <w:r w:rsidR="00646BEC">
        <w:t xml:space="preserve"> </w:t>
      </w:r>
      <w:r>
        <w:t>type</w:t>
      </w:r>
      <w:r w:rsidR="00646BEC">
        <w:t xml:space="preserve"> </w:t>
      </w:r>
      <w:r>
        <w:t>change</w:t>
      </w:r>
      <w:r w:rsidR="00646BEC">
        <w:t xml:space="preserve"> </w:t>
      </w:r>
      <w:r>
        <w:rPr>
          <w:lang w:eastAsia="zh-CN"/>
        </w:rPr>
        <w:t>in</w:t>
      </w:r>
      <w:r w:rsidR="00646BEC">
        <w:rPr>
          <w:lang w:eastAsia="zh-CN"/>
        </w:rPr>
        <w:t xml:space="preserve"> </w:t>
      </w:r>
      <w:r>
        <w:rPr>
          <w:lang w:eastAsia="zh-CN"/>
        </w:rPr>
        <w:t>RRC_INACTIVE</w:t>
      </w:r>
      <w:r w:rsidR="00646BEC">
        <w:rPr>
          <w:lang w:eastAsia="zh-CN"/>
        </w:rPr>
        <w:t xml:space="preserve"> </w:t>
      </w:r>
      <w:r>
        <w:rPr>
          <w:lang w:eastAsia="zh-CN"/>
        </w:rPr>
        <w:t>state</w:t>
      </w:r>
      <w:r>
        <w:tab/>
      </w:r>
      <w:r>
        <w:fldChar w:fldCharType="begin" w:fldLock="1"/>
      </w:r>
      <w:r>
        <w:instrText xml:space="preserve"> PAGEREF _Toc100742612 \h </w:instrText>
      </w:r>
      <w:r>
        <w:fldChar w:fldCharType="separate"/>
      </w:r>
      <w:r>
        <w:t>35</w:t>
      </w:r>
      <w:r>
        <w:fldChar w:fldCharType="end"/>
      </w:r>
    </w:p>
    <w:p w14:paraId="688A45BD" w14:textId="64602736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5.2.5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Void</w:t>
      </w:r>
      <w:r>
        <w:tab/>
      </w:r>
      <w:r>
        <w:fldChar w:fldCharType="begin" w:fldLock="1"/>
      </w:r>
      <w:r>
        <w:instrText xml:space="preserve"> PAGEREF _Toc100742613 \h </w:instrText>
      </w:r>
      <w:r>
        <w:fldChar w:fldCharType="separate"/>
      </w:r>
      <w:r>
        <w:t>35</w:t>
      </w:r>
      <w:r>
        <w:fldChar w:fldCharType="end"/>
      </w:r>
    </w:p>
    <w:p w14:paraId="1BA256C1" w14:textId="69C55292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5.2.6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Camped</w:t>
      </w:r>
      <w:r w:rsidR="00646BEC">
        <w:t xml:space="preserve"> </w:t>
      </w:r>
      <w:r>
        <w:t>Normally</w:t>
      </w:r>
      <w:r w:rsidR="00646BEC">
        <w:t xml:space="preserve"> </w:t>
      </w:r>
      <w:r>
        <w:t>state</w:t>
      </w:r>
      <w:r>
        <w:tab/>
      </w:r>
      <w:r>
        <w:fldChar w:fldCharType="begin" w:fldLock="1"/>
      </w:r>
      <w:r>
        <w:instrText xml:space="preserve"> PAGEREF _Toc100742614 \h </w:instrText>
      </w:r>
      <w:r>
        <w:fldChar w:fldCharType="separate"/>
      </w:r>
      <w:r>
        <w:t>35</w:t>
      </w:r>
      <w:r>
        <w:fldChar w:fldCharType="end"/>
      </w:r>
    </w:p>
    <w:p w14:paraId="3DE6DD97" w14:textId="30306F65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5.2.7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at</w:t>
      </w:r>
      <w:r w:rsidR="00646BEC">
        <w:t xml:space="preserve"> </w:t>
      </w:r>
      <w:r>
        <w:t>transition</w:t>
      </w:r>
      <w:r w:rsidR="00646BEC">
        <w:t xml:space="preserve"> </w:t>
      </w:r>
      <w:r>
        <w:t>to</w:t>
      </w:r>
      <w:r w:rsidR="00646BEC">
        <w:t xml:space="preserve"> </w:t>
      </w:r>
      <w:r>
        <w:t>RRC_IDLE</w:t>
      </w:r>
      <w:r w:rsidR="00646BEC">
        <w:t xml:space="preserve"> </w:t>
      </w:r>
      <w:r>
        <w:t>or</w:t>
      </w:r>
      <w:r w:rsidR="00646BEC">
        <w:t xml:space="preserve"> </w:t>
      </w:r>
      <w:r>
        <w:t>RRC_INACTIVE</w:t>
      </w:r>
      <w:r w:rsidR="00646BEC">
        <w:t xml:space="preserve"> </w:t>
      </w:r>
      <w:r>
        <w:t>state</w:t>
      </w:r>
      <w:r>
        <w:tab/>
      </w:r>
      <w:r>
        <w:fldChar w:fldCharType="begin" w:fldLock="1"/>
      </w:r>
      <w:r>
        <w:instrText xml:space="preserve"> PAGEREF _Toc100742615 \h </w:instrText>
      </w:r>
      <w:r>
        <w:fldChar w:fldCharType="separate"/>
      </w:r>
      <w:r>
        <w:t>36</w:t>
      </w:r>
      <w:r>
        <w:fldChar w:fldCharType="end"/>
      </w:r>
    </w:p>
    <w:p w14:paraId="5CCFBB87" w14:textId="781222FF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5.2.7a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at</w:t>
      </w:r>
      <w:r w:rsidR="00646BEC">
        <w:t xml:space="preserve"> </w:t>
      </w:r>
      <w:r>
        <w:t>transition</w:t>
      </w:r>
      <w:r w:rsidR="00646BEC">
        <w:t xml:space="preserve"> </w:t>
      </w:r>
      <w:r>
        <w:t>to</w:t>
      </w:r>
      <w:r w:rsidR="00646BEC">
        <w:t xml:space="preserve"> </w:t>
      </w:r>
      <w:r>
        <w:t>RRC_IDLE</w:t>
      </w:r>
      <w:r w:rsidR="00646BEC">
        <w:t xml:space="preserve"> </w:t>
      </w:r>
      <w:r>
        <w:t>state</w:t>
      </w:r>
      <w:r w:rsidR="00646BEC">
        <w:t xml:space="preserve"> </w:t>
      </w:r>
      <w:r>
        <w:t>for</w:t>
      </w:r>
      <w:r w:rsidR="00646BEC">
        <w:t xml:space="preserve"> </w:t>
      </w:r>
      <w:r>
        <w:t>NB-IoT</w:t>
      </w:r>
      <w:r>
        <w:tab/>
      </w:r>
      <w:r>
        <w:fldChar w:fldCharType="begin" w:fldLock="1"/>
      </w:r>
      <w:r>
        <w:instrText xml:space="preserve"> PAGEREF _Toc100742616 \h </w:instrText>
      </w:r>
      <w:r>
        <w:fldChar w:fldCharType="separate"/>
      </w:r>
      <w:r>
        <w:t>36</w:t>
      </w:r>
      <w:r>
        <w:fldChar w:fldCharType="end"/>
      </w:r>
    </w:p>
    <w:p w14:paraId="285A036F" w14:textId="4ED8D578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5.2.8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Any</w:t>
      </w:r>
      <w:r w:rsidR="00646BEC">
        <w:t xml:space="preserve"> </w:t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state</w:t>
      </w:r>
      <w:r>
        <w:tab/>
      </w:r>
      <w:r>
        <w:fldChar w:fldCharType="begin" w:fldLock="1"/>
      </w:r>
      <w:r>
        <w:instrText xml:space="preserve"> PAGEREF _Toc100742617 \h </w:instrText>
      </w:r>
      <w:r>
        <w:fldChar w:fldCharType="separate"/>
      </w:r>
      <w:r>
        <w:t>36</w:t>
      </w:r>
      <w:r>
        <w:fldChar w:fldCharType="end"/>
      </w:r>
    </w:p>
    <w:p w14:paraId="2042878D" w14:textId="2B16E2FE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5.2.8a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Any</w:t>
      </w:r>
      <w:r w:rsidR="00646BEC">
        <w:t xml:space="preserve"> </w:t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state</w:t>
      </w:r>
      <w:r w:rsidR="00646BEC">
        <w:t xml:space="preserve"> </w:t>
      </w:r>
      <w:r>
        <w:t>for</w:t>
      </w:r>
      <w:r w:rsidR="00646BEC">
        <w:t xml:space="preserve"> </w:t>
      </w:r>
      <w:r>
        <w:t>NB-IoT</w:t>
      </w:r>
      <w:r>
        <w:tab/>
      </w:r>
      <w:r>
        <w:fldChar w:fldCharType="begin" w:fldLock="1"/>
      </w:r>
      <w:r>
        <w:instrText xml:space="preserve"> PAGEREF _Toc100742618 \h </w:instrText>
      </w:r>
      <w:r>
        <w:fldChar w:fldCharType="separate"/>
      </w:r>
      <w:r>
        <w:t>36</w:t>
      </w:r>
      <w:r>
        <w:fldChar w:fldCharType="end"/>
      </w:r>
    </w:p>
    <w:p w14:paraId="3356F7FA" w14:textId="043391DB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5.2.9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Camped</w:t>
      </w:r>
      <w:r w:rsidR="00646BEC">
        <w:t xml:space="preserve"> </w:t>
      </w:r>
      <w:r>
        <w:t>on</w:t>
      </w:r>
      <w:r w:rsidR="00646BEC">
        <w:t xml:space="preserve"> </w:t>
      </w:r>
      <w:r>
        <w:t>Any</w:t>
      </w:r>
      <w:r w:rsidR="00646BEC">
        <w:t xml:space="preserve"> </w:t>
      </w:r>
      <w:r>
        <w:t>Cell</w:t>
      </w:r>
      <w:r w:rsidR="00646BEC">
        <w:t xml:space="preserve"> </w:t>
      </w:r>
      <w:r>
        <w:t>state</w:t>
      </w:r>
      <w:r>
        <w:tab/>
      </w:r>
      <w:r>
        <w:fldChar w:fldCharType="begin" w:fldLock="1"/>
      </w:r>
      <w:r>
        <w:instrText xml:space="preserve"> PAGEREF _Toc100742619 \h </w:instrText>
      </w:r>
      <w:r>
        <w:fldChar w:fldCharType="separate"/>
      </w:r>
      <w:r>
        <w:t>37</w:t>
      </w:r>
      <w:r>
        <w:fldChar w:fldCharType="end"/>
      </w:r>
    </w:p>
    <w:p w14:paraId="2A73FDCD" w14:textId="5D5E78BA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rPr>
          <w:lang w:eastAsia="ja-JP"/>
        </w:rPr>
        <w:t>Reservations</w:t>
      </w:r>
      <w:r w:rsidR="00646BEC">
        <w:rPr>
          <w:lang w:eastAsia="ja-JP"/>
        </w:rPr>
        <w:t xml:space="preserve"> </w:t>
      </w:r>
      <w:r>
        <w:rPr>
          <w:lang w:eastAsia="ja-JP"/>
        </w:rPr>
        <w:t>and</w:t>
      </w:r>
      <w:r w:rsidR="00646BEC">
        <w:rPr>
          <w:lang w:eastAsia="ja-JP"/>
        </w:rPr>
        <w:t xml:space="preserve"> </w:t>
      </w:r>
      <w:r>
        <w:t>Access</w:t>
      </w:r>
      <w:r w:rsidR="00646BEC">
        <w:t xml:space="preserve"> </w:t>
      </w:r>
      <w:r>
        <w:t>Restrictions</w:t>
      </w:r>
      <w:r>
        <w:tab/>
      </w:r>
      <w:r>
        <w:fldChar w:fldCharType="begin" w:fldLock="1"/>
      </w:r>
      <w:r>
        <w:instrText xml:space="preserve"> PAGEREF _Toc100742620 \h </w:instrText>
      </w:r>
      <w:r>
        <w:fldChar w:fldCharType="separate"/>
      </w:r>
      <w:r>
        <w:t>37</w:t>
      </w:r>
      <w:r>
        <w:fldChar w:fldCharType="end"/>
      </w:r>
    </w:p>
    <w:p w14:paraId="3EDC5BFE" w14:textId="0307196B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5.3.1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Cell</w:t>
      </w:r>
      <w:r w:rsidR="00646BEC">
        <w:t xml:space="preserve"> </w:t>
      </w:r>
      <w:r>
        <w:t>status</w:t>
      </w:r>
      <w:r w:rsidR="00646BEC">
        <w:t xml:space="preserve"> </w:t>
      </w:r>
      <w:r>
        <w:t>and</w:t>
      </w:r>
      <w:r w:rsidR="00646BEC">
        <w:t xml:space="preserve"> </w:t>
      </w:r>
      <w:r>
        <w:t>cell</w:t>
      </w:r>
      <w:r w:rsidR="00646BEC">
        <w:t xml:space="preserve"> </w:t>
      </w:r>
      <w:r>
        <w:t>reservations</w:t>
      </w:r>
      <w:r>
        <w:tab/>
      </w:r>
      <w:r>
        <w:fldChar w:fldCharType="begin" w:fldLock="1"/>
      </w:r>
      <w:r>
        <w:instrText xml:space="preserve"> PAGEREF _Toc100742621 \h </w:instrText>
      </w:r>
      <w:r>
        <w:fldChar w:fldCharType="separate"/>
      </w:r>
      <w:r>
        <w:t>37</w:t>
      </w:r>
      <w:r>
        <w:fldChar w:fldCharType="end"/>
      </w:r>
    </w:p>
    <w:p w14:paraId="26C1F3CB" w14:textId="7DB95228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5.3.2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Access</w:t>
      </w:r>
      <w:r w:rsidR="00646BEC">
        <w:t xml:space="preserve"> </w:t>
      </w:r>
      <w:r>
        <w:t>control</w:t>
      </w:r>
      <w:r>
        <w:tab/>
      </w:r>
      <w:r>
        <w:fldChar w:fldCharType="begin" w:fldLock="1"/>
      </w:r>
      <w:r>
        <w:instrText xml:space="preserve"> PAGEREF _Toc100742622 \h </w:instrText>
      </w:r>
      <w:r>
        <w:fldChar w:fldCharType="separate"/>
      </w:r>
      <w:r>
        <w:t>39</w:t>
      </w:r>
      <w:r>
        <w:fldChar w:fldCharType="end"/>
      </w:r>
    </w:p>
    <w:p w14:paraId="79B28863" w14:textId="7A19373E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5.3.3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Emergency</w:t>
      </w:r>
      <w:r w:rsidR="00646BEC">
        <w:t xml:space="preserve"> </w:t>
      </w:r>
      <w:r>
        <w:t>call</w:t>
      </w:r>
      <w:r>
        <w:tab/>
      </w:r>
      <w:r>
        <w:fldChar w:fldCharType="begin" w:fldLock="1"/>
      </w:r>
      <w:r>
        <w:instrText xml:space="preserve"> PAGEREF _Toc100742623 \h </w:instrText>
      </w:r>
      <w:r>
        <w:fldChar w:fldCharType="separate"/>
      </w:r>
      <w:r>
        <w:t>39</w:t>
      </w:r>
      <w:r>
        <w:fldChar w:fldCharType="end"/>
      </w:r>
    </w:p>
    <w:p w14:paraId="51272F68" w14:textId="24436BD0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5.4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Tracking</w:t>
      </w:r>
      <w:r w:rsidR="00646BEC">
        <w:t xml:space="preserve"> </w:t>
      </w:r>
      <w:r>
        <w:t>Area</w:t>
      </w:r>
      <w:r w:rsidR="00646BEC">
        <w:t xml:space="preserve"> </w:t>
      </w:r>
      <w:r>
        <w:t>registration</w:t>
      </w:r>
      <w:r>
        <w:tab/>
      </w:r>
      <w:r>
        <w:fldChar w:fldCharType="begin" w:fldLock="1"/>
      </w:r>
      <w:r>
        <w:instrText xml:space="preserve"> PAGEREF _Toc100742624 \h </w:instrText>
      </w:r>
      <w:r>
        <w:fldChar w:fldCharType="separate"/>
      </w:r>
      <w:r>
        <w:t>40</w:t>
      </w:r>
      <w:r>
        <w:fldChar w:fldCharType="end"/>
      </w:r>
    </w:p>
    <w:p w14:paraId="675282EB" w14:textId="10B92C9E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5.5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Support</w:t>
      </w:r>
      <w:r w:rsidR="00646BEC">
        <w:t xml:space="preserve"> </w:t>
      </w:r>
      <w:r>
        <w:t>for</w:t>
      </w:r>
      <w:r w:rsidR="00646BEC">
        <w:t xml:space="preserve"> </w:t>
      </w:r>
      <w:r>
        <w:t>manual</w:t>
      </w:r>
      <w:r w:rsidR="00646BEC">
        <w:t xml:space="preserve"> </w:t>
      </w:r>
      <w:r>
        <w:t>CSG</w:t>
      </w:r>
      <w:r w:rsidR="00646BEC">
        <w:t xml:space="preserve"> </w:t>
      </w:r>
      <w:r>
        <w:t>selection</w:t>
      </w:r>
      <w:r>
        <w:tab/>
      </w:r>
      <w:r>
        <w:fldChar w:fldCharType="begin" w:fldLock="1"/>
      </w:r>
      <w:r>
        <w:instrText xml:space="preserve"> PAGEREF _Toc100742625 \h </w:instrText>
      </w:r>
      <w:r>
        <w:fldChar w:fldCharType="separate"/>
      </w:r>
      <w:r>
        <w:t>40</w:t>
      </w:r>
      <w:r>
        <w:fldChar w:fldCharType="end"/>
      </w:r>
    </w:p>
    <w:p w14:paraId="63755EEA" w14:textId="080654BE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E-UTRA</w:t>
      </w:r>
      <w:r w:rsidR="00646BEC">
        <w:rPr>
          <w:lang w:eastAsia="ja-JP"/>
        </w:rPr>
        <w:t xml:space="preserve"> </w:t>
      </w:r>
      <w:r>
        <w:rPr>
          <w:lang w:eastAsia="ja-JP"/>
        </w:rPr>
        <w:t>case</w:t>
      </w:r>
      <w:r>
        <w:tab/>
      </w:r>
      <w:r>
        <w:fldChar w:fldCharType="begin" w:fldLock="1"/>
      </w:r>
      <w:r>
        <w:instrText xml:space="preserve"> PAGEREF _Toc100742626 \h </w:instrText>
      </w:r>
      <w:r>
        <w:fldChar w:fldCharType="separate"/>
      </w:r>
      <w:r>
        <w:t>40</w:t>
      </w:r>
      <w:r>
        <w:fldChar w:fldCharType="end"/>
      </w:r>
    </w:p>
    <w:p w14:paraId="28C72647" w14:textId="38F5430E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UTRA</w:t>
      </w:r>
      <w:r w:rsidR="00646BEC">
        <w:rPr>
          <w:lang w:eastAsia="ja-JP"/>
        </w:rPr>
        <w:t xml:space="preserve"> </w:t>
      </w:r>
      <w:r>
        <w:rPr>
          <w:lang w:eastAsia="ja-JP"/>
        </w:rPr>
        <w:t>case</w:t>
      </w:r>
      <w:r>
        <w:tab/>
      </w:r>
      <w:r>
        <w:fldChar w:fldCharType="begin" w:fldLock="1"/>
      </w:r>
      <w:r>
        <w:instrText xml:space="preserve"> PAGEREF _Toc100742627 \h </w:instrText>
      </w:r>
      <w:r>
        <w:fldChar w:fldCharType="separate"/>
      </w:r>
      <w:r>
        <w:t>40</w:t>
      </w:r>
      <w:r>
        <w:fldChar w:fldCharType="end"/>
      </w:r>
    </w:p>
    <w:p w14:paraId="7B144183" w14:textId="44B4333D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5.6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RAN-assisted</w:t>
      </w:r>
      <w:r w:rsidR="00646BEC">
        <w:t xml:space="preserve"> </w:t>
      </w:r>
      <w:r>
        <w:t>WLAN</w:t>
      </w:r>
      <w:r w:rsidR="00646BEC">
        <w:t xml:space="preserve"> </w:t>
      </w:r>
      <w:r>
        <w:t>interworking</w:t>
      </w:r>
      <w:r>
        <w:tab/>
      </w:r>
      <w:r>
        <w:fldChar w:fldCharType="begin" w:fldLock="1"/>
      </w:r>
      <w:r>
        <w:instrText xml:space="preserve"> PAGEREF _Toc100742628 \h </w:instrText>
      </w:r>
      <w:r>
        <w:fldChar w:fldCharType="separate"/>
      </w:r>
      <w:r>
        <w:t>40</w:t>
      </w:r>
      <w:r>
        <w:fldChar w:fldCharType="end"/>
      </w:r>
    </w:p>
    <w:p w14:paraId="532248FB" w14:textId="55E0EB33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5.6.1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RAN</w:t>
      </w:r>
      <w:r w:rsidR="00646BEC">
        <w:t xml:space="preserve"> </w:t>
      </w:r>
      <w:r>
        <w:t>assistance</w:t>
      </w:r>
      <w:r w:rsidR="00646BEC">
        <w:t xml:space="preserve"> </w:t>
      </w:r>
      <w:r>
        <w:t>parameter</w:t>
      </w:r>
      <w:r w:rsidR="00646BEC">
        <w:t xml:space="preserve"> </w:t>
      </w:r>
      <w:r>
        <w:t>handling</w:t>
      </w:r>
      <w:r w:rsidR="00646BEC">
        <w:t xml:space="preserve"> </w:t>
      </w:r>
      <w:r>
        <w:t>in</w:t>
      </w:r>
      <w:r w:rsidR="00646BEC">
        <w:t xml:space="preserve"> </w:t>
      </w:r>
      <w:r>
        <w:t>RRC_IDLE</w:t>
      </w:r>
      <w:r>
        <w:tab/>
      </w:r>
      <w:r>
        <w:fldChar w:fldCharType="begin" w:fldLock="1"/>
      </w:r>
      <w:r>
        <w:instrText xml:space="preserve"> PAGEREF _Toc100742629 \h </w:instrText>
      </w:r>
      <w:r>
        <w:fldChar w:fldCharType="separate"/>
      </w:r>
      <w:r>
        <w:t>40</w:t>
      </w:r>
      <w:r>
        <w:fldChar w:fldCharType="end"/>
      </w:r>
    </w:p>
    <w:p w14:paraId="6556B1E7" w14:textId="0C5972A8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5.6.2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Access</w:t>
      </w:r>
      <w:r w:rsidR="00646BEC">
        <w:t xml:space="preserve"> </w:t>
      </w:r>
      <w:r>
        <w:t>network</w:t>
      </w:r>
      <w:r w:rsidR="00646BEC">
        <w:t xml:space="preserve"> </w:t>
      </w:r>
      <w:r>
        <w:t>selection</w:t>
      </w:r>
      <w:r w:rsidR="00646BEC">
        <w:t xml:space="preserve"> </w:t>
      </w:r>
      <w:r>
        <w:t>and</w:t>
      </w:r>
      <w:r w:rsidR="00646BEC">
        <w:t xml:space="preserve"> </w:t>
      </w:r>
      <w:r>
        <w:t>traffic</w:t>
      </w:r>
      <w:r w:rsidR="00646BEC">
        <w:t xml:space="preserve"> </w:t>
      </w:r>
      <w:r>
        <w:t>steering</w:t>
      </w:r>
      <w:r w:rsidR="00646BEC">
        <w:t xml:space="preserve"> </w:t>
      </w:r>
      <w:r>
        <w:t>rules</w:t>
      </w:r>
      <w:r>
        <w:tab/>
      </w:r>
      <w:r>
        <w:fldChar w:fldCharType="begin" w:fldLock="1"/>
      </w:r>
      <w:r>
        <w:instrText xml:space="preserve"> PAGEREF _Toc100742630 \h </w:instrText>
      </w:r>
      <w:r>
        <w:fldChar w:fldCharType="separate"/>
      </w:r>
      <w:r>
        <w:t>40</w:t>
      </w:r>
      <w:r>
        <w:fldChar w:fldCharType="end"/>
      </w:r>
    </w:p>
    <w:p w14:paraId="49F3DA43" w14:textId="0A7CB06E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5.6.3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RAN</w:t>
      </w:r>
      <w:r w:rsidR="00646BEC">
        <w:t xml:space="preserve"> </w:t>
      </w:r>
      <w:r>
        <w:t>assistance</w:t>
      </w:r>
      <w:r w:rsidR="00646BEC">
        <w:t xml:space="preserve"> </w:t>
      </w:r>
      <w:r>
        <w:t>parameters</w:t>
      </w:r>
      <w:r w:rsidR="00646BEC">
        <w:t xml:space="preserve"> </w:t>
      </w:r>
      <w:r>
        <w:t>definition</w:t>
      </w:r>
      <w:r>
        <w:tab/>
      </w:r>
      <w:r>
        <w:fldChar w:fldCharType="begin" w:fldLock="1"/>
      </w:r>
      <w:r>
        <w:instrText xml:space="preserve"> PAGEREF _Toc100742631 \h </w:instrText>
      </w:r>
      <w:r>
        <w:fldChar w:fldCharType="separate"/>
      </w:r>
      <w:r>
        <w:t>41</w:t>
      </w:r>
      <w:r>
        <w:fldChar w:fldCharType="end"/>
      </w:r>
    </w:p>
    <w:p w14:paraId="2B091309" w14:textId="2D3F347E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6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Reception</w:t>
      </w:r>
      <w:r w:rsidR="00646BEC">
        <w:t xml:space="preserve"> </w:t>
      </w:r>
      <w:r>
        <w:t>of</w:t>
      </w:r>
      <w:r w:rsidR="00646BEC">
        <w:t xml:space="preserve"> </w:t>
      </w:r>
      <w:r>
        <w:t>broadcast</w:t>
      </w:r>
      <w:r w:rsidR="00646BEC">
        <w:t xml:space="preserve"> </w:t>
      </w:r>
      <w:r>
        <w:t>information</w:t>
      </w:r>
      <w:r>
        <w:tab/>
      </w:r>
      <w:r>
        <w:fldChar w:fldCharType="begin" w:fldLock="1"/>
      </w:r>
      <w:r>
        <w:instrText xml:space="preserve"> PAGEREF _Toc100742632 \h </w:instrText>
      </w:r>
      <w:r>
        <w:fldChar w:fldCharType="separate"/>
      </w:r>
      <w:r>
        <w:t>42</w:t>
      </w:r>
      <w:r>
        <w:fldChar w:fldCharType="end"/>
      </w:r>
    </w:p>
    <w:p w14:paraId="162BF9D1" w14:textId="46D1005B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6.1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Reception</w:t>
      </w:r>
      <w:r w:rsidR="00646BEC">
        <w:t xml:space="preserve"> </w:t>
      </w:r>
      <w:r>
        <w:t>of</w:t>
      </w:r>
      <w:r w:rsidR="00646BEC">
        <w:t xml:space="preserve"> </w:t>
      </w:r>
      <w:r>
        <w:t>system</w:t>
      </w:r>
      <w:r w:rsidR="00646BEC">
        <w:t xml:space="preserve"> </w:t>
      </w:r>
      <w:r>
        <w:t>information</w:t>
      </w:r>
      <w:r>
        <w:tab/>
      </w:r>
      <w:r>
        <w:fldChar w:fldCharType="begin" w:fldLock="1"/>
      </w:r>
      <w:r>
        <w:instrText xml:space="preserve"> PAGEREF _Toc100742633 \h </w:instrText>
      </w:r>
      <w:r>
        <w:fldChar w:fldCharType="separate"/>
      </w:r>
      <w:r>
        <w:t>42</w:t>
      </w:r>
      <w:r>
        <w:fldChar w:fldCharType="end"/>
      </w:r>
    </w:p>
    <w:p w14:paraId="301B8D96" w14:textId="7F9FE0F5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6.2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Reception</w:t>
      </w:r>
      <w:r w:rsidR="00646BEC">
        <w:rPr>
          <w:lang w:eastAsia="ja-JP"/>
        </w:rPr>
        <w:t xml:space="preserve"> </w:t>
      </w:r>
      <w:r>
        <w:rPr>
          <w:lang w:eastAsia="ja-JP"/>
        </w:rPr>
        <w:t>of</w:t>
      </w:r>
      <w:r w:rsidR="00646BEC">
        <w:rPr>
          <w:lang w:eastAsia="ja-JP"/>
        </w:rPr>
        <w:t xml:space="preserve"> </w:t>
      </w:r>
      <w:r>
        <w:rPr>
          <w:lang w:eastAsia="ja-JP"/>
        </w:rPr>
        <w:t>MBMS</w:t>
      </w:r>
      <w:r>
        <w:tab/>
      </w:r>
      <w:r>
        <w:fldChar w:fldCharType="begin" w:fldLock="1"/>
      </w:r>
      <w:r>
        <w:instrText xml:space="preserve"> PAGEREF _Toc100742634 \h </w:instrText>
      </w:r>
      <w:r>
        <w:fldChar w:fldCharType="separate"/>
      </w:r>
      <w:r>
        <w:t>42</w:t>
      </w:r>
      <w:r>
        <w:fldChar w:fldCharType="end"/>
      </w:r>
    </w:p>
    <w:p w14:paraId="2C1371FC" w14:textId="1CB4EFB8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7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Paging</w:t>
      </w:r>
      <w:r>
        <w:tab/>
      </w:r>
      <w:r>
        <w:fldChar w:fldCharType="begin" w:fldLock="1"/>
      </w:r>
      <w:r>
        <w:instrText xml:space="preserve"> PAGEREF _Toc100742635 \h </w:instrText>
      </w:r>
      <w:r>
        <w:fldChar w:fldCharType="separate"/>
      </w:r>
      <w:r>
        <w:t>43</w:t>
      </w:r>
      <w:r>
        <w:fldChar w:fldCharType="end"/>
      </w:r>
    </w:p>
    <w:p w14:paraId="010896C2" w14:textId="368CE3C3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7.1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Discontinuous</w:t>
      </w:r>
      <w:r w:rsidR="00646BEC">
        <w:t xml:space="preserve"> </w:t>
      </w:r>
      <w:r>
        <w:t>Reception</w:t>
      </w:r>
      <w:r w:rsidR="00646BEC">
        <w:t xml:space="preserve"> </w:t>
      </w:r>
      <w:r>
        <w:t>for</w:t>
      </w:r>
      <w:r w:rsidR="00646BEC">
        <w:t xml:space="preserve"> </w:t>
      </w:r>
      <w:r>
        <w:t>paging</w:t>
      </w:r>
      <w:r>
        <w:tab/>
      </w:r>
      <w:r>
        <w:fldChar w:fldCharType="begin" w:fldLock="1"/>
      </w:r>
      <w:r>
        <w:instrText xml:space="preserve"> PAGEREF _Toc100742636 \h </w:instrText>
      </w:r>
      <w:r>
        <w:fldChar w:fldCharType="separate"/>
      </w:r>
      <w:r>
        <w:t>43</w:t>
      </w:r>
      <w:r>
        <w:fldChar w:fldCharType="end"/>
      </w:r>
    </w:p>
    <w:p w14:paraId="418C4B85" w14:textId="69CCF25C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7.2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Subframe</w:t>
      </w:r>
      <w:r w:rsidR="00646BEC">
        <w:rPr>
          <w:lang w:eastAsia="ja-JP"/>
        </w:rPr>
        <w:t xml:space="preserve"> </w:t>
      </w:r>
      <w:r>
        <w:rPr>
          <w:lang w:eastAsia="ja-JP"/>
        </w:rPr>
        <w:t>Patterns</w:t>
      </w:r>
      <w:r>
        <w:tab/>
      </w:r>
      <w:r>
        <w:fldChar w:fldCharType="begin" w:fldLock="1"/>
      </w:r>
      <w:r>
        <w:instrText xml:space="preserve"> PAGEREF _Toc100742637 \h </w:instrText>
      </w:r>
      <w:r>
        <w:fldChar w:fldCharType="separate"/>
      </w:r>
      <w:r>
        <w:t>44</w:t>
      </w:r>
      <w:r>
        <w:fldChar w:fldCharType="end"/>
      </w:r>
    </w:p>
    <w:p w14:paraId="3E3A0C41" w14:textId="1B6C0E07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7.3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Paging</w:t>
      </w:r>
      <w:r w:rsidR="00646BEC">
        <w:t xml:space="preserve"> </w:t>
      </w:r>
      <w:r>
        <w:t>in</w:t>
      </w:r>
      <w:r w:rsidR="00646BEC">
        <w:t xml:space="preserve"> </w:t>
      </w:r>
      <w:r>
        <w:t>extended</w:t>
      </w:r>
      <w:r w:rsidR="00646BEC">
        <w:t xml:space="preserve"> </w:t>
      </w:r>
      <w:r>
        <w:t>DRX</w:t>
      </w:r>
      <w:r>
        <w:tab/>
      </w:r>
      <w:r>
        <w:fldChar w:fldCharType="begin" w:fldLock="1"/>
      </w:r>
      <w:r>
        <w:instrText xml:space="preserve"> PAGEREF _Toc100742638 \h </w:instrText>
      </w:r>
      <w:r>
        <w:fldChar w:fldCharType="separate"/>
      </w:r>
      <w:r>
        <w:t>45</w:t>
      </w:r>
      <w:r>
        <w:fldChar w:fldCharType="end"/>
      </w:r>
    </w:p>
    <w:p w14:paraId="53F4DDDF" w14:textId="790AC9E6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7.4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Paging</w:t>
      </w:r>
      <w:r w:rsidR="00646BEC">
        <w:rPr>
          <w:lang w:eastAsia="ja-JP"/>
        </w:rPr>
        <w:t xml:space="preserve"> </w:t>
      </w:r>
      <w:r>
        <w:rPr>
          <w:lang w:eastAsia="ja-JP"/>
        </w:rPr>
        <w:t>with</w:t>
      </w:r>
      <w:r w:rsidR="00646BEC">
        <w:rPr>
          <w:lang w:eastAsia="ja-JP"/>
        </w:rPr>
        <w:t xml:space="preserve"> </w:t>
      </w:r>
      <w:r>
        <w:rPr>
          <w:lang w:eastAsia="ja-JP"/>
        </w:rPr>
        <w:t>Wake</w:t>
      </w:r>
      <w:r w:rsidR="00646BEC">
        <w:rPr>
          <w:lang w:eastAsia="ja-JP"/>
        </w:rPr>
        <w:t xml:space="preserve"> </w:t>
      </w:r>
      <w:r>
        <w:rPr>
          <w:lang w:eastAsia="ja-JP"/>
        </w:rPr>
        <w:t>Up</w:t>
      </w:r>
      <w:r w:rsidR="00646BEC">
        <w:rPr>
          <w:lang w:eastAsia="ja-JP"/>
        </w:rPr>
        <w:t xml:space="preserve"> </w:t>
      </w:r>
      <w:r>
        <w:rPr>
          <w:lang w:eastAsia="ja-JP"/>
        </w:rPr>
        <w:t>Signal</w:t>
      </w:r>
      <w:r>
        <w:tab/>
      </w:r>
      <w:r>
        <w:fldChar w:fldCharType="begin" w:fldLock="1"/>
      </w:r>
      <w:r>
        <w:instrText xml:space="preserve"> PAGEREF _Toc100742639 \h </w:instrText>
      </w:r>
      <w:r>
        <w:fldChar w:fldCharType="separate"/>
      </w:r>
      <w:r>
        <w:t>46</w:t>
      </w:r>
      <w:r>
        <w:fldChar w:fldCharType="end"/>
      </w:r>
    </w:p>
    <w:p w14:paraId="73F0A00E" w14:textId="7B1D709B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8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Logged</w:t>
      </w:r>
      <w:r w:rsidR="00646BEC">
        <w:t xml:space="preserve"> </w:t>
      </w:r>
      <w:r>
        <w:t>measurements</w:t>
      </w:r>
      <w:r>
        <w:tab/>
      </w:r>
      <w:r>
        <w:fldChar w:fldCharType="begin" w:fldLock="1"/>
      </w:r>
      <w:r>
        <w:instrText xml:space="preserve"> PAGEREF _Toc100742640 \h </w:instrText>
      </w:r>
      <w:r>
        <w:fldChar w:fldCharType="separate"/>
      </w:r>
      <w:r>
        <w:t>47</w:t>
      </w:r>
      <w:r>
        <w:fldChar w:fldCharType="end"/>
      </w:r>
    </w:p>
    <w:p w14:paraId="71393670" w14:textId="4D6A98A5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 w:rsidRPr="006F699D">
        <w:t>9</w:t>
      </w:r>
      <w:r>
        <w:rPr>
          <w:rFonts w:asciiTheme="minorHAnsi" w:hAnsiTheme="minorHAnsi" w:cstheme="minorBidi"/>
          <w:szCs w:val="22"/>
        </w:rPr>
        <w:tab/>
      </w:r>
      <w:r w:rsidRPr="00BC1DDB">
        <w:rPr>
          <w:rFonts w:eastAsia="SimSun"/>
          <w:lang w:eastAsia="zh-CN"/>
        </w:rPr>
        <w:t>Accessibility</w:t>
      </w:r>
      <w:r w:rsidR="00646BEC">
        <w:rPr>
          <w:rFonts w:eastAsia="SimSun"/>
          <w:lang w:eastAsia="zh-CN"/>
        </w:rPr>
        <w:t xml:space="preserve"> </w:t>
      </w:r>
      <w:r w:rsidRPr="00BC1DDB">
        <w:rPr>
          <w:rFonts w:eastAsia="SimSun"/>
          <w:lang w:eastAsia="zh-CN"/>
        </w:rPr>
        <w:t>measurements</w:t>
      </w:r>
      <w:r>
        <w:tab/>
      </w:r>
      <w:r>
        <w:fldChar w:fldCharType="begin" w:fldLock="1"/>
      </w:r>
      <w:r>
        <w:instrText xml:space="preserve"> PAGEREF _Toc100742641 \h </w:instrText>
      </w:r>
      <w:r>
        <w:fldChar w:fldCharType="separate"/>
      </w:r>
      <w:r>
        <w:t>47</w:t>
      </w:r>
      <w:r>
        <w:fldChar w:fldCharType="end"/>
      </w:r>
    </w:p>
    <w:p w14:paraId="3AEA628B" w14:textId="3D0D6A5C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 w:rsidRPr="006F699D">
        <w:t>10</w:t>
      </w:r>
      <w:r>
        <w:rPr>
          <w:rFonts w:asciiTheme="minorHAnsi" w:hAnsiTheme="minorHAnsi" w:cstheme="minorBidi"/>
          <w:szCs w:val="22"/>
        </w:rPr>
        <w:tab/>
      </w:r>
      <w:r w:rsidRPr="00BC1DDB">
        <w:rPr>
          <w:rFonts w:eastAsia="SimSun"/>
          <w:lang w:eastAsia="zh-CN"/>
        </w:rPr>
        <w:t>Mobility</w:t>
      </w:r>
      <w:r w:rsidR="00646BEC">
        <w:rPr>
          <w:rFonts w:eastAsia="SimSun"/>
          <w:lang w:eastAsia="zh-CN"/>
        </w:rPr>
        <w:t xml:space="preserve"> </w:t>
      </w:r>
      <w:r w:rsidRPr="00BC1DDB">
        <w:rPr>
          <w:rFonts w:eastAsia="SimSun"/>
          <w:lang w:eastAsia="zh-CN"/>
        </w:rPr>
        <w:t>History</w:t>
      </w:r>
      <w:r w:rsidR="00646BEC">
        <w:rPr>
          <w:rFonts w:eastAsia="SimSun"/>
          <w:lang w:eastAsia="zh-CN"/>
        </w:rPr>
        <w:t xml:space="preserve"> </w:t>
      </w:r>
      <w:r w:rsidRPr="00BC1DDB">
        <w:rPr>
          <w:rFonts w:eastAsia="SimSun"/>
          <w:lang w:eastAsia="zh-CN"/>
        </w:rPr>
        <w:t>Information</w:t>
      </w:r>
      <w:r>
        <w:tab/>
      </w:r>
      <w:r>
        <w:fldChar w:fldCharType="begin" w:fldLock="1"/>
      </w:r>
      <w:r>
        <w:instrText xml:space="preserve"> PAGEREF _Toc100742642 \h </w:instrText>
      </w:r>
      <w:r>
        <w:fldChar w:fldCharType="separate"/>
      </w:r>
      <w:r>
        <w:t>47</w:t>
      </w:r>
      <w:r>
        <w:fldChar w:fldCharType="end"/>
      </w:r>
    </w:p>
    <w:p w14:paraId="4CD35213" w14:textId="541C7462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11</w:t>
      </w:r>
      <w:r>
        <w:rPr>
          <w:rFonts w:asciiTheme="minorHAnsi" w:eastAsiaTheme="minorEastAsia" w:hAnsiTheme="minorHAnsi" w:cstheme="minorBidi"/>
          <w:szCs w:val="22"/>
        </w:rPr>
        <w:tab/>
      </w:r>
      <w:r w:rsidRPr="00BC1DDB">
        <w:rPr>
          <w:rFonts w:eastAsia="Malgun Gothic"/>
          <w:lang w:eastAsia="ko-KR"/>
        </w:rPr>
        <w:t>Sidelink</w:t>
      </w:r>
      <w:r w:rsidR="00646BEC">
        <w:rPr>
          <w:lang w:eastAsia="ko-KR"/>
        </w:rPr>
        <w:t xml:space="preserve"> </w:t>
      </w:r>
      <w:r>
        <w:rPr>
          <w:lang w:eastAsia="ko-KR"/>
        </w:rPr>
        <w:t>operation</w:t>
      </w:r>
      <w:r>
        <w:tab/>
      </w:r>
      <w:r>
        <w:fldChar w:fldCharType="begin" w:fldLock="1"/>
      </w:r>
      <w:r>
        <w:instrText xml:space="preserve"> PAGEREF _Toc100742643 \h </w:instrText>
      </w:r>
      <w:r>
        <w:fldChar w:fldCharType="separate"/>
      </w:r>
      <w:r>
        <w:t>48</w:t>
      </w:r>
      <w:r>
        <w:fldChar w:fldCharType="end"/>
      </w:r>
    </w:p>
    <w:p w14:paraId="62008C1A" w14:textId="4AF11C3F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11.1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BC1DDB">
        <w:rPr>
          <w:rFonts w:eastAsia="Malgun Gothic"/>
          <w:lang w:eastAsia="ko-KR"/>
        </w:rPr>
        <w:t>S</w:t>
      </w:r>
      <w:r>
        <w:t>idelink</w:t>
      </w:r>
      <w:r w:rsidR="00646BEC">
        <w:t xml:space="preserve"> </w:t>
      </w:r>
      <w:r>
        <w:t>communication</w:t>
      </w:r>
      <w:r w:rsidR="00646BEC">
        <w:rPr>
          <w:lang w:eastAsia="zh-CN"/>
        </w:rPr>
        <w:t xml:space="preserve"> </w:t>
      </w:r>
      <w:r>
        <w:rPr>
          <w:lang w:eastAsia="zh-CN"/>
        </w:rPr>
        <w:t>and</w:t>
      </w:r>
      <w:r w:rsidR="00646BEC">
        <w:rPr>
          <w:lang w:eastAsia="zh-CN"/>
        </w:rPr>
        <w:t xml:space="preserve"> </w:t>
      </w:r>
      <w:r>
        <w:rPr>
          <w:lang w:eastAsia="zh-CN"/>
        </w:rPr>
        <w:t>V2X</w:t>
      </w:r>
      <w:r w:rsidR="00646BEC">
        <w:rPr>
          <w:lang w:eastAsia="zh-CN"/>
        </w:rPr>
        <w:t xml:space="preserve"> </w:t>
      </w:r>
      <w:r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>
        <w:rPr>
          <w:lang w:eastAsia="zh-CN"/>
        </w:rPr>
        <w:t>communication</w:t>
      </w:r>
      <w:r>
        <w:tab/>
      </w:r>
      <w:r>
        <w:fldChar w:fldCharType="begin" w:fldLock="1"/>
      </w:r>
      <w:r>
        <w:instrText xml:space="preserve"> PAGEREF _Toc100742644 \h </w:instrText>
      </w:r>
      <w:r>
        <w:fldChar w:fldCharType="separate"/>
      </w:r>
      <w:r>
        <w:t>48</w:t>
      </w:r>
      <w:r>
        <w:fldChar w:fldCharType="end"/>
      </w:r>
    </w:p>
    <w:p w14:paraId="4A0B9C2F" w14:textId="7F74C103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11.2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BC1DDB">
        <w:rPr>
          <w:rFonts w:eastAsia="Malgun Gothic"/>
          <w:lang w:eastAsia="ko-KR"/>
        </w:rPr>
        <w:t>Sidelink</w:t>
      </w:r>
      <w:r w:rsidR="00646BEC">
        <w:rPr>
          <w:rFonts w:eastAsia="Malgun Gothic"/>
          <w:lang w:eastAsia="ko-KR"/>
        </w:rPr>
        <w:t xml:space="preserve"> </w:t>
      </w:r>
      <w:r w:rsidRPr="00BC1DDB">
        <w:rPr>
          <w:rFonts w:eastAsia="Malgun Gothic"/>
          <w:lang w:eastAsia="ko-KR"/>
        </w:rPr>
        <w:t>discovery</w:t>
      </w:r>
      <w:r>
        <w:tab/>
      </w:r>
      <w:r>
        <w:fldChar w:fldCharType="begin" w:fldLock="1"/>
      </w:r>
      <w:r>
        <w:instrText xml:space="preserve"> PAGEREF _Toc100742645 \h </w:instrText>
      </w:r>
      <w:r>
        <w:fldChar w:fldCharType="separate"/>
      </w:r>
      <w:r>
        <w:t>48</w:t>
      </w:r>
      <w:r>
        <w:fldChar w:fldCharType="end"/>
      </w:r>
    </w:p>
    <w:p w14:paraId="3A738FA4" w14:textId="3332539D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11.3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 w:rsidRPr="00BC1DDB">
        <w:rPr>
          <w:rFonts w:eastAsia="Malgun Gothic"/>
          <w:lang w:eastAsia="ko-KR"/>
        </w:rPr>
        <w:t>Sidelink</w:t>
      </w:r>
      <w:r w:rsidR="00646BEC">
        <w:t xml:space="preserve"> </w:t>
      </w:r>
      <w:r>
        <w:t>synchronisation</w:t>
      </w:r>
      <w:r>
        <w:tab/>
      </w:r>
      <w:r>
        <w:fldChar w:fldCharType="begin" w:fldLock="1"/>
      </w:r>
      <w:r>
        <w:instrText xml:space="preserve"> PAGEREF _Toc100742646 \h </w:instrText>
      </w:r>
      <w:r>
        <w:fldChar w:fldCharType="separate"/>
      </w:r>
      <w:r>
        <w:t>48</w:t>
      </w:r>
      <w:r>
        <w:fldChar w:fldCharType="end"/>
      </w:r>
    </w:p>
    <w:p w14:paraId="7E5A54E0" w14:textId="343A2952" w:rsidR="006F699D" w:rsidRDefault="006F699D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11.4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ko-KR"/>
        </w:rPr>
        <w:t>Cell</w:t>
      </w:r>
      <w:r w:rsidR="00646BEC">
        <w:rPr>
          <w:lang w:eastAsia="ko-KR"/>
        </w:rPr>
        <w:t xml:space="preserve"> </w:t>
      </w:r>
      <w:r>
        <w:rPr>
          <w:lang w:eastAsia="ko-KR"/>
        </w:rPr>
        <w:t>selection</w:t>
      </w:r>
      <w:r w:rsidR="00646BEC">
        <w:rPr>
          <w:lang w:eastAsia="ko-KR"/>
        </w:rPr>
        <w:t xml:space="preserve"> </w:t>
      </w:r>
      <w:r>
        <w:rPr>
          <w:lang w:eastAsia="ko-KR"/>
        </w:rPr>
        <w:t>and</w:t>
      </w:r>
      <w:r w:rsidR="00646BEC">
        <w:rPr>
          <w:lang w:eastAsia="ko-KR"/>
        </w:rPr>
        <w:t xml:space="preserve"> </w:t>
      </w:r>
      <w:r>
        <w:rPr>
          <w:lang w:eastAsia="ko-KR"/>
        </w:rPr>
        <w:t>reselection</w:t>
      </w:r>
      <w:r w:rsidR="00646BEC">
        <w:rPr>
          <w:lang w:eastAsia="ko-KR"/>
        </w:rPr>
        <w:t xml:space="preserve"> </w:t>
      </w:r>
      <w:r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BC1DDB">
        <w:rPr>
          <w:rFonts w:eastAsia="Malgun Gothic"/>
          <w:lang w:eastAsia="ko-KR"/>
        </w:rPr>
        <w:t>sidelink</w:t>
      </w:r>
      <w:r>
        <w:tab/>
      </w:r>
      <w:r>
        <w:fldChar w:fldCharType="begin" w:fldLock="1"/>
      </w:r>
      <w:r>
        <w:instrText xml:space="preserve"> PAGEREF _Toc100742647 \h </w:instrText>
      </w:r>
      <w:r>
        <w:fldChar w:fldCharType="separate"/>
      </w:r>
      <w:r>
        <w:t>48</w:t>
      </w:r>
      <w:r>
        <w:fldChar w:fldCharType="end"/>
      </w:r>
    </w:p>
    <w:p w14:paraId="6A770E75" w14:textId="2BF7AAB3" w:rsidR="006F699D" w:rsidRDefault="006F699D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r>
        <w:t>11.4</w:t>
      </w:r>
      <w:r>
        <w:rPr>
          <w:lang w:eastAsia="ko-KR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ja-JP"/>
        </w:rPr>
        <w:tab/>
      </w:r>
      <w:r>
        <w:t>Parameters</w:t>
      </w:r>
      <w:r w:rsidR="00646BEC">
        <w:t xml:space="preserve"> </w:t>
      </w:r>
      <w:r>
        <w:t>used</w:t>
      </w:r>
      <w:r w:rsidR="00646BEC">
        <w:t xml:space="preserve"> </w:t>
      </w:r>
      <w:r>
        <w:t>for</w:t>
      </w:r>
      <w:r w:rsidR="00646BEC">
        <w:t xml:space="preserve"> </w:t>
      </w:r>
      <w:r>
        <w:t>cell</w:t>
      </w:r>
      <w:r w:rsidR="00646BEC">
        <w:t xml:space="preserve"> </w:t>
      </w:r>
      <w:r>
        <w:t>selection</w:t>
      </w:r>
      <w:r w:rsidR="00646BEC">
        <w:t xml:space="preserve"> </w:t>
      </w:r>
      <w:r>
        <w:t>and</w:t>
      </w:r>
      <w:r w:rsidR="00646BEC">
        <w:t xml:space="preserve"> </w:t>
      </w:r>
      <w:r>
        <w:t>reselection</w:t>
      </w:r>
      <w:r w:rsidR="00646BEC">
        <w:t xml:space="preserve"> </w:t>
      </w:r>
      <w:r>
        <w:t>triggered</w:t>
      </w:r>
      <w:r w:rsidR="00646BEC">
        <w:t xml:space="preserve"> </w:t>
      </w:r>
      <w:r>
        <w:t>for</w:t>
      </w:r>
      <w:r w:rsidR="00646BEC">
        <w:t xml:space="preserve"> </w:t>
      </w:r>
      <w:r>
        <w:t>sidelink</w:t>
      </w:r>
      <w:r>
        <w:tab/>
      </w:r>
      <w:r>
        <w:fldChar w:fldCharType="begin" w:fldLock="1"/>
      </w:r>
      <w:r>
        <w:instrText xml:space="preserve"> PAGEREF _Toc100742648 \h </w:instrText>
      </w:r>
      <w:r>
        <w:fldChar w:fldCharType="separate"/>
      </w:r>
      <w:r>
        <w:t>49</w:t>
      </w:r>
      <w:r>
        <w:fldChar w:fldCharType="end"/>
      </w:r>
    </w:p>
    <w:p w14:paraId="74728CB8" w14:textId="1E804C1B" w:rsidR="006F699D" w:rsidRDefault="006F699D">
      <w:pPr>
        <w:pStyle w:val="TOC1"/>
        <w:rPr>
          <w:rFonts w:asciiTheme="minorHAnsi" w:eastAsiaTheme="minorEastAsia" w:hAnsiTheme="minorHAnsi" w:cstheme="minorBidi"/>
          <w:szCs w:val="22"/>
          <w:lang w:eastAsia="ja-JP"/>
        </w:rPr>
      </w:pPr>
      <w:r>
        <w:t>12.</w:t>
      </w:r>
      <w:r>
        <w:rPr>
          <w:rFonts w:asciiTheme="minorHAnsi" w:eastAsiaTheme="minorEastAsia" w:hAnsiTheme="minorHAnsi" w:cstheme="minorBidi"/>
          <w:szCs w:val="22"/>
          <w:lang w:eastAsia="ja-JP"/>
        </w:rPr>
        <w:tab/>
      </w:r>
      <w:r>
        <w:t>General</w:t>
      </w:r>
      <w:r w:rsidR="00646BEC">
        <w:t xml:space="preserve"> </w:t>
      </w:r>
      <w:r>
        <w:t>description</w:t>
      </w:r>
      <w:r w:rsidR="00646BEC">
        <w:t xml:space="preserve"> </w:t>
      </w:r>
      <w:r>
        <w:t>of</w:t>
      </w:r>
      <w:r w:rsidR="00646BEC">
        <w:t xml:space="preserve"> </w:t>
      </w:r>
      <w:r>
        <w:t>UE</w:t>
      </w:r>
      <w:r w:rsidR="00646BEC">
        <w:t xml:space="preserve"> </w:t>
      </w:r>
      <w:r>
        <w:t>camping</w:t>
      </w:r>
      <w:r w:rsidR="00646BEC">
        <w:t xml:space="preserve"> </w:t>
      </w:r>
      <w:r>
        <w:t>on</w:t>
      </w:r>
      <w:r w:rsidR="00646BEC">
        <w:t xml:space="preserve"> </w:t>
      </w:r>
      <w:r>
        <w:t>E-UTRA</w:t>
      </w:r>
      <w:r w:rsidR="00646BEC">
        <w:t xml:space="preserve"> </w:t>
      </w:r>
      <w:r>
        <w:t>connected</w:t>
      </w:r>
      <w:r w:rsidR="00646BEC">
        <w:t xml:space="preserve"> </w:t>
      </w:r>
      <w:r>
        <w:t>to</w:t>
      </w:r>
      <w:r w:rsidR="00646BEC">
        <w:t xml:space="preserve"> </w:t>
      </w:r>
      <w:r>
        <w:t>5GC</w:t>
      </w:r>
      <w:r>
        <w:tab/>
      </w:r>
      <w:r>
        <w:fldChar w:fldCharType="begin" w:fldLock="1"/>
      </w:r>
      <w:r>
        <w:instrText xml:space="preserve"> PAGEREF _Toc100742649 \h </w:instrText>
      </w:r>
      <w:r>
        <w:fldChar w:fldCharType="separate"/>
      </w:r>
      <w:r>
        <w:t>49</w:t>
      </w:r>
      <w:r>
        <w:fldChar w:fldCharType="end"/>
      </w:r>
    </w:p>
    <w:p w14:paraId="698D7676" w14:textId="5FB7A86E" w:rsidR="006F699D" w:rsidRDefault="006F699D" w:rsidP="006F699D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ja-JP"/>
        </w:rPr>
      </w:pPr>
      <w:r>
        <w:t>Annex</w:t>
      </w:r>
      <w:r w:rsidR="00646BEC">
        <w:t xml:space="preserve"> </w:t>
      </w:r>
      <w:r>
        <w:t>A</w:t>
      </w:r>
      <w:r w:rsidR="00646BEC">
        <w:t xml:space="preserve"> </w:t>
      </w:r>
      <w:r>
        <w:t>(informative):</w:t>
      </w:r>
      <w:r>
        <w:tab/>
        <w:t>Void</w:t>
      </w:r>
      <w:r>
        <w:tab/>
      </w:r>
      <w:r>
        <w:fldChar w:fldCharType="begin" w:fldLock="1"/>
      </w:r>
      <w:r>
        <w:instrText xml:space="preserve"> PAGEREF _Toc100742650 \h </w:instrText>
      </w:r>
      <w:r>
        <w:fldChar w:fldCharType="separate"/>
      </w:r>
      <w:r>
        <w:t>50</w:t>
      </w:r>
      <w:r>
        <w:fldChar w:fldCharType="end"/>
      </w:r>
    </w:p>
    <w:p w14:paraId="73068460" w14:textId="51DBC0F6" w:rsidR="006F699D" w:rsidRDefault="006F699D" w:rsidP="006F699D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ja-JP"/>
        </w:rPr>
      </w:pPr>
      <w:r>
        <w:t>Annex</w:t>
      </w:r>
      <w:r w:rsidR="00646BEC">
        <w:t xml:space="preserve"> </w:t>
      </w:r>
      <w:r>
        <w:rPr>
          <w:lang w:eastAsia="ja-JP"/>
        </w:rPr>
        <w:t>B</w:t>
      </w:r>
      <w:r w:rsidR="00646BEC">
        <w:t xml:space="preserve"> </w:t>
      </w:r>
      <w:r>
        <w:t>(informative):</w:t>
      </w:r>
      <w:r>
        <w:tab/>
      </w:r>
      <w:r>
        <w:rPr>
          <w:lang w:eastAsia="ja-JP"/>
        </w:rPr>
        <w:t>Example</w:t>
      </w:r>
      <w:r w:rsidR="00646BEC">
        <w:rPr>
          <w:lang w:eastAsia="ja-JP"/>
        </w:rPr>
        <w:t xml:space="preserve"> </w:t>
      </w:r>
      <w:r>
        <w:rPr>
          <w:lang w:eastAsia="ja-JP"/>
        </w:rPr>
        <w:t>of</w:t>
      </w:r>
      <w:r w:rsidR="00646BEC">
        <w:rPr>
          <w:lang w:eastAsia="ja-JP"/>
        </w:rPr>
        <w:t xml:space="preserve"> </w:t>
      </w:r>
      <w:r>
        <w:rPr>
          <w:lang w:eastAsia="ja-JP"/>
        </w:rPr>
        <w:t>Hashed</w:t>
      </w:r>
      <w:r w:rsidR="00646BEC">
        <w:rPr>
          <w:lang w:eastAsia="ja-JP"/>
        </w:rPr>
        <w:t xml:space="preserve"> </w:t>
      </w:r>
      <w:r>
        <w:rPr>
          <w:lang w:eastAsia="ja-JP"/>
        </w:rPr>
        <w:t>ID</w:t>
      </w:r>
      <w:r w:rsidR="00646BEC">
        <w:rPr>
          <w:lang w:eastAsia="ja-JP"/>
        </w:rPr>
        <w:t xml:space="preserve"> </w:t>
      </w:r>
      <w:r>
        <w:rPr>
          <w:lang w:eastAsia="ja-JP"/>
        </w:rPr>
        <w:t>Calculation</w:t>
      </w:r>
      <w:r w:rsidR="00646BEC">
        <w:rPr>
          <w:lang w:eastAsia="ja-JP"/>
        </w:rPr>
        <w:t xml:space="preserve"> </w:t>
      </w:r>
      <w:r>
        <w:rPr>
          <w:lang w:eastAsia="ja-JP"/>
        </w:rPr>
        <w:t>using</w:t>
      </w:r>
      <w:r w:rsidR="00646BEC">
        <w:rPr>
          <w:lang w:eastAsia="ja-JP"/>
        </w:rPr>
        <w:t xml:space="preserve"> </w:t>
      </w:r>
      <w:r>
        <w:rPr>
          <w:lang w:eastAsia="ja-JP"/>
        </w:rPr>
        <w:t>32-bit</w:t>
      </w:r>
      <w:r w:rsidR="00646BEC">
        <w:rPr>
          <w:lang w:eastAsia="ja-JP"/>
        </w:rPr>
        <w:t xml:space="preserve"> </w:t>
      </w:r>
      <w:r>
        <w:rPr>
          <w:lang w:eastAsia="ja-JP"/>
        </w:rPr>
        <w:t>FCS</w:t>
      </w:r>
      <w:r>
        <w:tab/>
      </w:r>
      <w:r>
        <w:fldChar w:fldCharType="begin" w:fldLock="1"/>
      </w:r>
      <w:r>
        <w:instrText xml:space="preserve"> PAGEREF _Toc100742651 \h </w:instrText>
      </w:r>
      <w:r>
        <w:fldChar w:fldCharType="separate"/>
      </w:r>
      <w:r>
        <w:t>51</w:t>
      </w:r>
      <w:r>
        <w:fldChar w:fldCharType="end"/>
      </w:r>
    </w:p>
    <w:p w14:paraId="5C114C36" w14:textId="52715109" w:rsidR="006F699D" w:rsidRDefault="006F699D" w:rsidP="006F699D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ja-JP"/>
        </w:rPr>
      </w:pPr>
      <w:r>
        <w:t>Annex</w:t>
      </w:r>
      <w:r w:rsidR="00646BEC">
        <w:t xml:space="preserve"> </w:t>
      </w:r>
      <w:r>
        <w:t>C</w:t>
      </w:r>
      <w:r w:rsidR="00646BEC">
        <w:t xml:space="preserve"> </w:t>
      </w:r>
      <w:r>
        <w:t>(informative):</w:t>
      </w:r>
      <w:r>
        <w:tab/>
        <w:t>Change</w:t>
      </w:r>
      <w:r w:rsidR="00646BEC">
        <w:t xml:space="preserve"> </w:t>
      </w:r>
      <w:r>
        <w:t>history</w:t>
      </w:r>
      <w:r>
        <w:tab/>
      </w:r>
      <w:r>
        <w:fldChar w:fldCharType="begin" w:fldLock="1"/>
      </w:r>
      <w:r>
        <w:instrText xml:space="preserve"> PAGEREF _Toc100742652 \h </w:instrText>
      </w:r>
      <w:r>
        <w:fldChar w:fldCharType="separate"/>
      </w:r>
      <w:r>
        <w:t>52</w:t>
      </w:r>
      <w:r>
        <w:fldChar w:fldCharType="end"/>
      </w:r>
    </w:p>
    <w:p w14:paraId="38F71578" w14:textId="1EA59ED8" w:rsidR="003072BD" w:rsidRPr="006F699D" w:rsidRDefault="00FC3CC8" w:rsidP="00377BCE">
      <w:r w:rsidRPr="006F699D">
        <w:rPr>
          <w:noProof/>
          <w:sz w:val="22"/>
        </w:rPr>
        <w:fldChar w:fldCharType="end"/>
      </w:r>
    </w:p>
    <w:p w14:paraId="79FF7109" w14:textId="77777777" w:rsidR="003072BD" w:rsidRPr="006F699D" w:rsidRDefault="003072BD" w:rsidP="00377BCE">
      <w:pPr>
        <w:pStyle w:val="Heading1"/>
      </w:pPr>
      <w:r w:rsidRPr="006F699D">
        <w:br w:type="page"/>
      </w:r>
      <w:bookmarkStart w:id="3" w:name="_Toc29237862"/>
      <w:bookmarkStart w:id="4" w:name="_Toc46522979"/>
      <w:bookmarkStart w:id="5" w:name="_Toc100742557"/>
      <w:r w:rsidRPr="006F699D">
        <w:lastRenderedPageBreak/>
        <w:t>Foreword</w:t>
      </w:r>
      <w:bookmarkEnd w:id="3"/>
      <w:bookmarkEnd w:id="4"/>
      <w:bookmarkEnd w:id="5"/>
    </w:p>
    <w:p w14:paraId="57A05B4E" w14:textId="017BC82E" w:rsidR="003072BD" w:rsidRPr="006F699D" w:rsidRDefault="003072BD" w:rsidP="00377BCE">
      <w:r w:rsidRPr="006F699D">
        <w:t>This</w:t>
      </w:r>
      <w:r w:rsidR="00646BEC">
        <w:t xml:space="preserve"> </w:t>
      </w:r>
      <w:r w:rsidRPr="006F699D">
        <w:t>Technical</w:t>
      </w:r>
      <w:r w:rsidR="00646BEC">
        <w:t xml:space="preserve"> </w:t>
      </w:r>
      <w:r w:rsidRPr="006F699D">
        <w:t>Specification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produced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3</w:t>
      </w:r>
      <w:r w:rsidRPr="006F699D">
        <w:rPr>
          <w:vertAlign w:val="superscript"/>
        </w:rPr>
        <w:t>rd</w:t>
      </w:r>
      <w:r w:rsidR="00646BEC">
        <w:t xml:space="preserve"> </w:t>
      </w:r>
      <w:r w:rsidRPr="006F699D">
        <w:t>Generation</w:t>
      </w:r>
      <w:r w:rsidR="00646BEC">
        <w:t xml:space="preserve"> </w:t>
      </w:r>
      <w:r w:rsidRPr="006F699D">
        <w:t>Partnership</w:t>
      </w:r>
      <w:r w:rsidR="00646BEC">
        <w:t xml:space="preserve"> </w:t>
      </w:r>
      <w:r w:rsidRPr="006F699D">
        <w:t>Project</w:t>
      </w:r>
      <w:r w:rsidR="00646BEC">
        <w:t xml:space="preserve"> </w:t>
      </w:r>
      <w:r w:rsidRPr="006F699D">
        <w:t>(3GPP).</w:t>
      </w:r>
    </w:p>
    <w:p w14:paraId="3DDBB50C" w14:textId="59610794" w:rsidR="003072BD" w:rsidRPr="006F699D" w:rsidRDefault="003072BD" w:rsidP="00377BCE">
      <w:r w:rsidRPr="006F699D">
        <w:t>The</w:t>
      </w:r>
      <w:r w:rsidR="00646BEC">
        <w:t xml:space="preserve"> </w:t>
      </w:r>
      <w:r w:rsidRPr="006F699D">
        <w:t>contents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subject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continuing</w:t>
      </w:r>
      <w:r w:rsidR="00646BEC">
        <w:t xml:space="preserve"> </w:t>
      </w:r>
      <w:r w:rsidRPr="006F699D">
        <w:t>work</w:t>
      </w:r>
      <w:r w:rsidR="00646BEC">
        <w:t xml:space="preserve"> </w:t>
      </w:r>
      <w:r w:rsidRPr="006F699D">
        <w:t>within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TSG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change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formal</w:t>
      </w:r>
      <w:r w:rsidR="00646BEC">
        <w:t xml:space="preserve"> </w:t>
      </w:r>
      <w:r w:rsidRPr="006F699D">
        <w:t>TSG</w:t>
      </w:r>
      <w:r w:rsidR="00646BEC">
        <w:t xml:space="preserve"> </w:t>
      </w:r>
      <w:r w:rsidRPr="006F699D">
        <w:t>approval.</w:t>
      </w:r>
      <w:r w:rsidR="00646BEC">
        <w:t xml:space="preserve"> </w:t>
      </w:r>
      <w:r w:rsidRPr="006F699D">
        <w:t>Should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TSG</w:t>
      </w:r>
      <w:r w:rsidR="00646BEC">
        <w:t xml:space="preserve"> </w:t>
      </w:r>
      <w:r w:rsidRPr="006F699D">
        <w:t>modify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contents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will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re-released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TSG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identifying</w:t>
      </w:r>
      <w:r w:rsidR="00646BEC">
        <w:t xml:space="preserve"> </w:t>
      </w:r>
      <w:r w:rsidRPr="006F699D">
        <w:t>change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release</w:t>
      </w:r>
      <w:r w:rsidR="00646BEC">
        <w:t xml:space="preserve"> </w:t>
      </w:r>
      <w:r w:rsidRPr="006F699D">
        <w:t>date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increase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version</w:t>
      </w:r>
      <w:r w:rsidR="00646BEC">
        <w:t xml:space="preserve"> </w:t>
      </w:r>
      <w:r w:rsidRPr="006F699D">
        <w:t>number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follows:</w:t>
      </w:r>
    </w:p>
    <w:p w14:paraId="30BD74E9" w14:textId="324115FB" w:rsidR="003072BD" w:rsidRPr="006F699D" w:rsidRDefault="003072BD" w:rsidP="00377BCE">
      <w:pPr>
        <w:pStyle w:val="B1"/>
      </w:pPr>
      <w:r w:rsidRPr="006F699D">
        <w:t>Version</w:t>
      </w:r>
      <w:r w:rsidR="00646BEC">
        <w:t xml:space="preserve"> </w:t>
      </w:r>
      <w:r w:rsidRPr="006F699D">
        <w:t>x.y.z</w:t>
      </w:r>
    </w:p>
    <w:p w14:paraId="6F3AE988" w14:textId="77777777" w:rsidR="003072BD" w:rsidRPr="006F699D" w:rsidRDefault="003072BD" w:rsidP="00377BCE">
      <w:pPr>
        <w:pStyle w:val="B1"/>
      </w:pPr>
      <w:r w:rsidRPr="006F699D">
        <w:t>where:</w:t>
      </w:r>
    </w:p>
    <w:p w14:paraId="421DECE9" w14:textId="767C22E7" w:rsidR="003072BD" w:rsidRPr="006F699D" w:rsidRDefault="003072BD" w:rsidP="00377BCE">
      <w:pPr>
        <w:pStyle w:val="B2"/>
      </w:pPr>
      <w:r w:rsidRPr="006F699D">
        <w:t>x</w:t>
      </w:r>
      <w:r w:rsidRPr="006F699D">
        <w:tab/>
        <w:t>the</w:t>
      </w:r>
      <w:r w:rsidR="00646BEC">
        <w:t xml:space="preserve"> </w:t>
      </w:r>
      <w:r w:rsidRPr="006F699D">
        <w:t>first</w:t>
      </w:r>
      <w:r w:rsidR="00646BEC">
        <w:t xml:space="preserve"> </w:t>
      </w:r>
      <w:r w:rsidRPr="006F699D">
        <w:t>digit:</w:t>
      </w:r>
    </w:p>
    <w:p w14:paraId="11166CB5" w14:textId="5AF9D940" w:rsidR="003072BD" w:rsidRPr="006F699D" w:rsidRDefault="003072BD" w:rsidP="00377BCE">
      <w:pPr>
        <w:pStyle w:val="B3"/>
      </w:pPr>
      <w:r w:rsidRPr="006F699D">
        <w:t>1</w:t>
      </w:r>
      <w:r w:rsidRPr="006F699D">
        <w:tab/>
        <w:t>presented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TSG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information;</w:t>
      </w:r>
    </w:p>
    <w:p w14:paraId="245508DD" w14:textId="0752F200" w:rsidR="003072BD" w:rsidRPr="006F699D" w:rsidRDefault="003072BD" w:rsidP="00377BCE">
      <w:pPr>
        <w:pStyle w:val="B3"/>
      </w:pPr>
      <w:r w:rsidRPr="006F699D">
        <w:t>2</w:t>
      </w:r>
      <w:r w:rsidRPr="006F699D">
        <w:tab/>
        <w:t>presented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TSG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approval;</w:t>
      </w:r>
    </w:p>
    <w:p w14:paraId="6D41C718" w14:textId="78F96B17" w:rsidR="003072BD" w:rsidRPr="006F699D" w:rsidRDefault="003072BD" w:rsidP="00377BCE">
      <w:pPr>
        <w:pStyle w:val="B3"/>
      </w:pPr>
      <w:r w:rsidRPr="006F699D">
        <w:t>3</w:t>
      </w:r>
      <w:r w:rsidRPr="006F699D">
        <w:tab/>
        <w:t>or</w:t>
      </w:r>
      <w:r w:rsidR="00646BEC">
        <w:t xml:space="preserve"> </w:t>
      </w:r>
      <w:r w:rsidRPr="006F699D">
        <w:t>greater</w:t>
      </w:r>
      <w:r w:rsidR="00646BEC">
        <w:t xml:space="preserve"> </w:t>
      </w:r>
      <w:r w:rsidRPr="006F699D">
        <w:t>indicates</w:t>
      </w:r>
      <w:r w:rsidR="00646BEC">
        <w:t xml:space="preserve"> </w:t>
      </w:r>
      <w:r w:rsidRPr="006F699D">
        <w:t>TSG</w:t>
      </w:r>
      <w:r w:rsidR="00646BEC">
        <w:t xml:space="preserve"> </w:t>
      </w:r>
      <w:r w:rsidRPr="006F699D">
        <w:t>approved</w:t>
      </w:r>
      <w:r w:rsidR="00646BEC">
        <w:t xml:space="preserve"> </w:t>
      </w:r>
      <w:r w:rsidRPr="006F699D">
        <w:t>document</w:t>
      </w:r>
      <w:r w:rsidR="00646BEC">
        <w:t xml:space="preserve"> </w:t>
      </w:r>
      <w:r w:rsidRPr="006F699D">
        <w:t>under</w:t>
      </w:r>
      <w:r w:rsidR="00646BEC">
        <w:t xml:space="preserve"> </w:t>
      </w:r>
      <w:r w:rsidRPr="006F699D">
        <w:t>change</w:t>
      </w:r>
      <w:r w:rsidR="00646BEC">
        <w:t xml:space="preserve"> </w:t>
      </w:r>
      <w:r w:rsidRPr="006F699D">
        <w:t>control.</w:t>
      </w:r>
    </w:p>
    <w:p w14:paraId="0F7FE87F" w14:textId="5907E303" w:rsidR="003072BD" w:rsidRPr="006F699D" w:rsidRDefault="003072BD" w:rsidP="00377BCE">
      <w:pPr>
        <w:pStyle w:val="B2"/>
      </w:pPr>
      <w:r w:rsidRPr="006F699D">
        <w:t>y</w:t>
      </w:r>
      <w:r w:rsidRPr="006F699D">
        <w:tab/>
        <w:t>the</w:t>
      </w:r>
      <w:r w:rsidR="00646BEC">
        <w:t xml:space="preserve"> </w:t>
      </w:r>
      <w:r w:rsidRPr="006F699D">
        <w:t>second</w:t>
      </w:r>
      <w:r w:rsidR="00646BEC">
        <w:t xml:space="preserve"> </w:t>
      </w:r>
      <w:r w:rsidRPr="006F699D">
        <w:t>digit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incremented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changes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substance,</w:t>
      </w:r>
      <w:r w:rsidR="00646BEC">
        <w:t xml:space="preserve"> </w:t>
      </w:r>
      <w:r w:rsidRPr="006F699D">
        <w:t>i.e.</w:t>
      </w:r>
      <w:r w:rsidR="00646BEC">
        <w:t xml:space="preserve"> </w:t>
      </w:r>
      <w:r w:rsidRPr="006F699D">
        <w:t>technical</w:t>
      </w:r>
      <w:r w:rsidR="00646BEC">
        <w:t xml:space="preserve"> </w:t>
      </w:r>
      <w:r w:rsidRPr="006F699D">
        <w:t>enhancements,</w:t>
      </w:r>
      <w:r w:rsidR="00646BEC">
        <w:t xml:space="preserve"> </w:t>
      </w:r>
      <w:r w:rsidRPr="006F699D">
        <w:t>corrections,</w:t>
      </w:r>
      <w:r w:rsidR="00646BEC">
        <w:t xml:space="preserve"> </w:t>
      </w:r>
      <w:r w:rsidRPr="006F699D">
        <w:t>updates,</w:t>
      </w:r>
      <w:r w:rsidR="00646BEC">
        <w:t xml:space="preserve"> </w:t>
      </w:r>
      <w:r w:rsidRPr="006F699D">
        <w:t>etc.</w:t>
      </w:r>
    </w:p>
    <w:p w14:paraId="3906FE85" w14:textId="68B08FC4" w:rsidR="003072BD" w:rsidRPr="006F699D" w:rsidRDefault="003072BD" w:rsidP="00377BCE">
      <w:pPr>
        <w:pStyle w:val="B2"/>
      </w:pPr>
      <w:r w:rsidRPr="006F699D">
        <w:t>z</w:t>
      </w:r>
      <w:r w:rsidRPr="006F699D">
        <w:tab/>
        <w:t>the</w:t>
      </w:r>
      <w:r w:rsidR="00646BEC">
        <w:t xml:space="preserve"> </w:t>
      </w:r>
      <w:r w:rsidRPr="006F699D">
        <w:t>third</w:t>
      </w:r>
      <w:r w:rsidR="00646BEC">
        <w:t xml:space="preserve"> </w:t>
      </w:r>
      <w:r w:rsidRPr="006F699D">
        <w:t>digit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incremented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editorial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changes</w:t>
      </w:r>
      <w:r w:rsidR="00646BEC">
        <w:t xml:space="preserve"> </w:t>
      </w:r>
      <w:r w:rsidRPr="006F699D">
        <w:t>have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incorporated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document.</w:t>
      </w:r>
    </w:p>
    <w:p w14:paraId="5C5EF880" w14:textId="77777777" w:rsidR="003072BD" w:rsidRPr="006F699D" w:rsidRDefault="003072BD" w:rsidP="00377BCE">
      <w:pPr>
        <w:pStyle w:val="Heading1"/>
      </w:pPr>
      <w:r w:rsidRPr="006F699D">
        <w:br w:type="page"/>
      </w:r>
      <w:bookmarkStart w:id="6" w:name="_Toc29237863"/>
      <w:bookmarkStart w:id="7" w:name="_Toc46522980"/>
      <w:bookmarkStart w:id="8" w:name="_Toc100742558"/>
      <w:r w:rsidRPr="006F699D">
        <w:lastRenderedPageBreak/>
        <w:t>1</w:t>
      </w:r>
      <w:r w:rsidRPr="006F699D">
        <w:tab/>
        <w:t>Scope</w:t>
      </w:r>
      <w:bookmarkEnd w:id="6"/>
      <w:bookmarkEnd w:id="7"/>
      <w:bookmarkEnd w:id="8"/>
    </w:p>
    <w:p w14:paraId="42702B94" w14:textId="31872E27" w:rsidR="003072BD" w:rsidRPr="006F699D" w:rsidRDefault="003072BD" w:rsidP="00377BCE"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Stratum</w:t>
      </w:r>
      <w:r w:rsidR="00646BEC">
        <w:t xml:space="preserve"> </w:t>
      </w:r>
      <w:r w:rsidRPr="006F699D">
        <w:t>(AS)</w:t>
      </w:r>
      <w:r w:rsidR="00646BEC">
        <w:rPr>
          <w:lang w:eastAsia="ja-JP"/>
        </w:rPr>
        <w:t xml:space="preserve"> </w:t>
      </w:r>
      <w:r w:rsidRPr="006F699D">
        <w:t>part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non-access</w:t>
      </w:r>
      <w:r w:rsidR="00646BEC">
        <w:t xml:space="preserve"> </w:t>
      </w:r>
      <w:r w:rsidRPr="006F699D">
        <w:t>stratum</w:t>
      </w:r>
      <w:r w:rsidR="00646BEC">
        <w:t xml:space="preserve"> </w:t>
      </w:r>
      <w:r w:rsidRPr="006F699D">
        <w:t>(NAS)</w:t>
      </w:r>
      <w:r w:rsidR="00646BEC">
        <w:rPr>
          <w:lang w:eastAsia="ja-JP"/>
        </w:rPr>
        <w:t xml:space="preserve"> </w:t>
      </w:r>
      <w:r w:rsidRPr="006F699D">
        <w:t>part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="00630138" w:rsidRPr="006F699D">
        <w:t>and</w:t>
      </w:r>
      <w:r w:rsidR="00646BEC">
        <w:t xml:space="preserve"> </w:t>
      </w:r>
      <w:r w:rsidR="00630138" w:rsidRPr="006F699D">
        <w:t>processes</w:t>
      </w:r>
      <w:r w:rsidR="00646BEC">
        <w:t xml:space="preserve"> </w:t>
      </w:r>
      <w:r w:rsidR="00630138" w:rsidRPr="006F699D">
        <w:t>is</w:t>
      </w:r>
      <w:r w:rsidR="00646BEC">
        <w:t xml:space="preserve"> </w:t>
      </w:r>
      <w:r w:rsidR="00630138" w:rsidRPr="006F699D">
        <w:t>specified</w:t>
      </w:r>
      <w:r w:rsidR="00646BEC">
        <w:t xml:space="preserve"> </w:t>
      </w:r>
      <w:r w:rsidR="00630138" w:rsidRPr="006F699D">
        <w:t>in</w:t>
      </w:r>
      <w:r w:rsidR="00646BEC">
        <w:t xml:space="preserve"> </w:t>
      </w:r>
      <w:r w:rsidR="00057D27" w:rsidRPr="006F699D">
        <w:t>TS</w:t>
      </w:r>
      <w:r w:rsidR="00646BEC">
        <w:t xml:space="preserve"> </w:t>
      </w:r>
      <w:r w:rsidR="00057D27" w:rsidRPr="006F699D">
        <w:t>23.122</w:t>
      </w:r>
      <w:r w:rsidR="00646BEC">
        <w:t xml:space="preserve"> </w:t>
      </w:r>
      <w:r w:rsidR="00057D27" w:rsidRPr="006F699D">
        <w:t>[5]</w:t>
      </w:r>
      <w:r w:rsidRPr="006F699D">
        <w:t>.</w:t>
      </w:r>
    </w:p>
    <w:p w14:paraId="6444A7E0" w14:textId="59F00A63" w:rsidR="003072BD" w:rsidRPr="006F699D" w:rsidRDefault="003072BD" w:rsidP="00377BCE"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model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functional</w:t>
      </w:r>
      <w:r w:rsidR="00646BEC">
        <w:t xml:space="preserve"> </w:t>
      </w:r>
      <w:r w:rsidRPr="006F699D">
        <w:t>division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</w:t>
      </w:r>
      <w:r w:rsidR="00646BEC">
        <w:rPr>
          <w:lang w:eastAsia="ja-JP"/>
        </w:rPr>
        <w:t xml:space="preserve"> </w:t>
      </w:r>
      <w:r w:rsidRPr="006F699D">
        <w:t>and</w:t>
      </w:r>
      <w:r w:rsidR="00646BEC">
        <w:t xml:space="preserve"> </w:t>
      </w:r>
      <w:r w:rsidRPr="006F699D">
        <w:t>AS</w:t>
      </w:r>
      <w:r w:rsidR="00646BEC">
        <w:rPr>
          <w:lang w:eastAsia="ja-JP"/>
        </w:rPr>
        <w:t xml:space="preserve"> </w:t>
      </w:r>
      <w:r w:rsidRPr="006F699D">
        <w:t>in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UE.</w:t>
      </w:r>
    </w:p>
    <w:p w14:paraId="38E937C8" w14:textId="29B85AEE" w:rsidR="003072BD" w:rsidRPr="006F699D" w:rsidRDefault="003072BD" w:rsidP="00377BCE"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</w:t>
      </w:r>
      <w:r w:rsidR="00646BEC">
        <w:t xml:space="preserve"> </w:t>
      </w:r>
      <w:r w:rsidRPr="006F699D">
        <w:t>applies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UEs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t>at</w:t>
      </w:r>
      <w:r w:rsidR="00646BEC">
        <w:t xml:space="preserve"> </w:t>
      </w:r>
      <w:r w:rsidRPr="006F699D">
        <w:t>least</w:t>
      </w:r>
      <w:r w:rsidR="00646BEC">
        <w:t xml:space="preserve"> </w:t>
      </w:r>
      <w:r w:rsidR="00630138" w:rsidRPr="006F699D">
        <w:t>E</w:t>
      </w:r>
      <w:r w:rsidR="00833ACE" w:rsidRPr="006F699D">
        <w:t>-</w:t>
      </w:r>
      <w:r w:rsidRPr="006F699D">
        <w:t>UTRA,</w:t>
      </w:r>
      <w:r w:rsidR="00646BEC">
        <w:t xml:space="preserve"> </w:t>
      </w:r>
      <w:r w:rsidRPr="006F699D">
        <w:t>including</w:t>
      </w:r>
      <w:r w:rsidR="00646BEC">
        <w:t xml:space="preserve"> </w:t>
      </w:r>
      <w:r w:rsidRPr="006F699D">
        <w:t>multi-RAT</w:t>
      </w:r>
      <w:r w:rsidR="00646BEC">
        <w:t xml:space="preserve"> </w:t>
      </w:r>
      <w:r w:rsidRPr="006F699D">
        <w:t>UEs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described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3GPP</w:t>
      </w:r>
      <w:r w:rsidR="00646BEC">
        <w:t xml:space="preserve"> </w:t>
      </w:r>
      <w:r w:rsidRPr="006F699D">
        <w:t>specifications,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cases:</w:t>
      </w:r>
    </w:p>
    <w:p w14:paraId="660DD3B6" w14:textId="18AF3196" w:rsidR="003072BD" w:rsidRPr="006F699D" w:rsidRDefault="003072BD" w:rsidP="00377BCE">
      <w:pPr>
        <w:pStyle w:val="B1"/>
      </w:pPr>
      <w:r w:rsidRPr="006F699D">
        <w:t>-</w:t>
      </w:r>
      <w:r w:rsidRPr="006F699D">
        <w:tab/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744773" w:rsidRPr="006F699D">
        <w:t>n</w:t>
      </w:r>
      <w:r w:rsidR="00646BEC">
        <w:t xml:space="preserve"> </w:t>
      </w:r>
      <w:r w:rsidR="00630138" w:rsidRPr="006F699D">
        <w:t>E-</w:t>
      </w:r>
      <w:r w:rsidRPr="006F699D">
        <w:t>UTRA</w:t>
      </w:r>
      <w:r w:rsidR="00646BEC">
        <w:t xml:space="preserve"> </w:t>
      </w:r>
      <w:r w:rsidRPr="006F699D">
        <w:t>cell;</w:t>
      </w:r>
    </w:p>
    <w:p w14:paraId="3B7FE813" w14:textId="3D90DE3D" w:rsidR="003072BD" w:rsidRPr="006F699D" w:rsidRDefault="003072BD" w:rsidP="00377BCE">
      <w:pPr>
        <w:pStyle w:val="B1"/>
      </w:pPr>
      <w:r w:rsidRPr="006F699D">
        <w:t>-</w:t>
      </w:r>
      <w:r w:rsidRPr="006F699D">
        <w:tab/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searching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on;</w:t>
      </w:r>
    </w:p>
    <w:p w14:paraId="34F6FD84" w14:textId="5C0E73E8" w:rsidR="003072BD" w:rsidRPr="006F699D" w:rsidRDefault="003072BD" w:rsidP="00377BCE">
      <w:pPr>
        <w:pStyle w:val="NO"/>
      </w:pPr>
      <w:r w:rsidRPr="006F699D">
        <w:t>NOTE:</w:t>
      </w:r>
      <w:r w:rsidR="00D92DCD" w:rsidRPr="006F699D">
        <w:tab/>
      </w:r>
      <w:r w:rsidR="00361438" w:rsidRPr="006F699D">
        <w:t>When</w:t>
      </w:r>
      <w:r w:rsidR="00646BEC">
        <w:t xml:space="preserve"> </w:t>
      </w:r>
      <w:r w:rsidR="00D92DCD" w:rsidRPr="006F699D">
        <w:t>the</w:t>
      </w:r>
      <w:r w:rsidR="00646BEC">
        <w:t xml:space="preserve"> </w:t>
      </w:r>
      <w:r w:rsidR="00361438" w:rsidRPr="006F699D">
        <w:t>UE</w:t>
      </w:r>
      <w:r w:rsidR="00646BEC">
        <w:t xml:space="preserve"> </w:t>
      </w:r>
      <w:r w:rsidR="00361438" w:rsidRPr="006F699D">
        <w:t>is</w:t>
      </w:r>
      <w:r w:rsidR="00646BEC">
        <w:t xml:space="preserve"> </w:t>
      </w:r>
      <w:r w:rsidR="00361438" w:rsidRPr="006F699D">
        <w:t>camped</w:t>
      </w:r>
      <w:r w:rsidR="00646BEC">
        <w:t xml:space="preserve"> </w:t>
      </w:r>
      <w:r w:rsidR="00D92DCD" w:rsidRPr="006F699D">
        <w:t>on</w:t>
      </w:r>
      <w:r w:rsidR="00646BEC">
        <w:t xml:space="preserve"> </w:t>
      </w:r>
      <w:r w:rsidR="00361438" w:rsidRPr="006F699D">
        <w:t>or</w:t>
      </w:r>
      <w:r w:rsidR="00646BEC">
        <w:t xml:space="preserve"> </w:t>
      </w:r>
      <w:r w:rsidR="00361438" w:rsidRPr="006F699D">
        <w:t>searching</w:t>
      </w:r>
      <w:r w:rsidR="00646BEC">
        <w:t xml:space="preserve"> </w:t>
      </w:r>
      <w:r w:rsidR="00D92DCD" w:rsidRPr="006F699D">
        <w:t>for</w:t>
      </w:r>
      <w:r w:rsidR="00646BEC">
        <w:t xml:space="preserve"> </w:t>
      </w:r>
      <w:r w:rsidR="00D92DCD" w:rsidRPr="006F699D">
        <w:t>a</w:t>
      </w:r>
      <w:r w:rsidR="00646BEC">
        <w:t xml:space="preserve"> </w:t>
      </w:r>
      <w:r w:rsidR="00361438" w:rsidRPr="006F699D">
        <w:t>cell</w:t>
      </w:r>
      <w:r w:rsidR="00646BEC">
        <w:t xml:space="preserve"> </w:t>
      </w:r>
      <w:r w:rsidR="00361438" w:rsidRPr="006F699D">
        <w:t>to</w:t>
      </w:r>
      <w:r w:rsidR="00646BEC">
        <w:t xml:space="preserve"> </w:t>
      </w:r>
      <w:r w:rsidR="00361438" w:rsidRPr="006F699D">
        <w:t>camp</w:t>
      </w:r>
      <w:r w:rsidR="00646BEC">
        <w:t xml:space="preserve"> </w:t>
      </w:r>
      <w:r w:rsidR="00361438" w:rsidRPr="006F699D">
        <w:t>on</w:t>
      </w:r>
      <w:r w:rsidR="00646BEC">
        <w:t xml:space="preserve"> </w:t>
      </w:r>
      <w:r w:rsidR="00D92DCD" w:rsidRPr="006F699D">
        <w:t>belonging</w:t>
      </w:r>
      <w:r w:rsidR="00646BEC">
        <w:t xml:space="preserve"> </w:t>
      </w:r>
      <w:r w:rsidR="00D92DCD" w:rsidRPr="006F699D">
        <w:t>to</w:t>
      </w:r>
      <w:r w:rsidR="00646BEC">
        <w:t xml:space="preserve"> </w:t>
      </w:r>
      <w:r w:rsidR="00361438" w:rsidRPr="006F699D">
        <w:t>other</w:t>
      </w:r>
      <w:r w:rsidR="00646BEC">
        <w:t xml:space="preserve"> </w:t>
      </w:r>
      <w:r w:rsidR="00361438" w:rsidRPr="006F699D">
        <w:t>RAT</w:t>
      </w:r>
      <w:r w:rsidR="00D92DCD" w:rsidRPr="006F699D">
        <w:t>s</w:t>
      </w:r>
      <w:r w:rsidR="00361438" w:rsidRPr="006F699D">
        <w:t>,</w:t>
      </w:r>
      <w:r w:rsidR="00646BEC">
        <w:t xml:space="preserve"> </w:t>
      </w:r>
      <w:r w:rsidR="00D92DCD" w:rsidRPr="006F699D">
        <w:t>the</w:t>
      </w:r>
      <w:r w:rsidR="00646BEC">
        <w:t xml:space="preserve"> </w:t>
      </w:r>
      <w:r w:rsidR="00361438" w:rsidRPr="006F699D">
        <w:t>UE</w:t>
      </w:r>
      <w:r w:rsidR="00646BEC">
        <w:t xml:space="preserve"> </w:t>
      </w:r>
      <w:r w:rsidR="00361438" w:rsidRPr="006F699D">
        <w:t>behaviour</w:t>
      </w:r>
      <w:r w:rsidR="00646BEC">
        <w:t xml:space="preserve"> </w:t>
      </w:r>
      <w:r w:rsidR="00361438" w:rsidRPr="006F699D">
        <w:t>is</w:t>
      </w:r>
      <w:r w:rsidR="00646BEC">
        <w:t xml:space="preserve"> </w:t>
      </w:r>
      <w:r w:rsidRPr="006F699D">
        <w:t>described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specifications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other</w:t>
      </w:r>
      <w:r w:rsidR="00646BEC">
        <w:t xml:space="preserve"> </w:t>
      </w:r>
      <w:r w:rsidRPr="006F699D">
        <w:t>RAT</w:t>
      </w:r>
      <w:r w:rsidR="00361438" w:rsidRPr="006F699D">
        <w:t>.</w:t>
      </w:r>
    </w:p>
    <w:p w14:paraId="026877EA" w14:textId="73F23488" w:rsidR="00581770" w:rsidRPr="006F699D" w:rsidRDefault="00581770" w:rsidP="00581770">
      <w:r w:rsidRPr="006F699D">
        <w:t>The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specification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also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RRC_INACTIVE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unless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otherwise.</w:t>
      </w:r>
    </w:p>
    <w:p w14:paraId="7CCD0001" w14:textId="77777777" w:rsidR="003072BD" w:rsidRPr="006F699D" w:rsidRDefault="003072BD" w:rsidP="00377BCE">
      <w:pPr>
        <w:pStyle w:val="Heading1"/>
      </w:pPr>
      <w:bookmarkStart w:id="9" w:name="_Toc29237864"/>
      <w:bookmarkStart w:id="10" w:name="_Toc46522981"/>
      <w:bookmarkStart w:id="11" w:name="_Toc100742559"/>
      <w:r w:rsidRPr="006F699D">
        <w:t>2</w:t>
      </w:r>
      <w:r w:rsidRPr="006F699D">
        <w:tab/>
        <w:t>References</w:t>
      </w:r>
      <w:bookmarkEnd w:id="9"/>
      <w:bookmarkEnd w:id="10"/>
      <w:bookmarkEnd w:id="11"/>
    </w:p>
    <w:p w14:paraId="5F8628D0" w14:textId="5A831934" w:rsidR="0098616A" w:rsidRPr="006F699D" w:rsidRDefault="0098616A" w:rsidP="00377BCE"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documents</w:t>
      </w:r>
      <w:r w:rsidR="00646BEC">
        <w:t xml:space="preserve"> </w:t>
      </w:r>
      <w:r w:rsidRPr="006F699D">
        <w:t>contain</w:t>
      </w:r>
      <w:r w:rsidR="00646BEC">
        <w:t xml:space="preserve"> </w:t>
      </w:r>
      <w:r w:rsidRPr="006F699D">
        <w:t>provisions</w:t>
      </w:r>
      <w:r w:rsidR="00646BEC">
        <w:t xml:space="preserve"> </w:t>
      </w:r>
      <w:r w:rsidRPr="006F699D">
        <w:t>which,</w:t>
      </w:r>
      <w:r w:rsidR="00646BEC">
        <w:t xml:space="preserve"> </w:t>
      </w:r>
      <w:r w:rsidRPr="006F699D">
        <w:t>through</w:t>
      </w:r>
      <w:r w:rsidR="00646BEC">
        <w:t xml:space="preserve"> </w:t>
      </w:r>
      <w:r w:rsidRPr="006F699D">
        <w:t>reference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text,</w:t>
      </w:r>
      <w:r w:rsidR="00646BEC">
        <w:t xml:space="preserve"> </w:t>
      </w:r>
      <w:r w:rsidRPr="006F699D">
        <w:t>constitute</w:t>
      </w:r>
      <w:r w:rsidR="00646BEC">
        <w:t xml:space="preserve"> </w:t>
      </w:r>
      <w:r w:rsidRPr="006F699D">
        <w:t>provisions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document.</w:t>
      </w:r>
    </w:p>
    <w:p w14:paraId="38D8AD79" w14:textId="1A1E74B5" w:rsidR="001F03BB" w:rsidRPr="006F699D" w:rsidRDefault="001F03BB" w:rsidP="001F03BB">
      <w:pPr>
        <w:pStyle w:val="B1"/>
      </w:pPr>
      <w:r w:rsidRPr="006F699D">
        <w:t>-</w:t>
      </w:r>
      <w:r w:rsidRPr="006F699D">
        <w:tab/>
        <w:t>References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either</w:t>
      </w:r>
      <w:r w:rsidR="00646BEC">
        <w:t xml:space="preserve"> </w:t>
      </w:r>
      <w:r w:rsidRPr="006F699D">
        <w:t>specific</w:t>
      </w:r>
      <w:r w:rsidR="00646BEC">
        <w:t xml:space="preserve"> </w:t>
      </w:r>
      <w:r w:rsidRPr="006F699D">
        <w:t>(identified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date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publication,</w:t>
      </w:r>
      <w:r w:rsidR="00646BEC">
        <w:t xml:space="preserve"> </w:t>
      </w:r>
      <w:r w:rsidRPr="006F699D">
        <w:t>edition</w:t>
      </w:r>
      <w:r w:rsidR="00646BEC">
        <w:t xml:space="preserve"> </w:t>
      </w:r>
      <w:r w:rsidRPr="006F699D">
        <w:t>number,</w:t>
      </w:r>
      <w:r w:rsidR="00646BEC">
        <w:t xml:space="preserve"> </w:t>
      </w:r>
      <w:r w:rsidRPr="006F699D">
        <w:t>version</w:t>
      </w:r>
      <w:r w:rsidR="00646BEC">
        <w:t xml:space="preserve"> </w:t>
      </w:r>
      <w:r w:rsidRPr="006F699D">
        <w:t>number,</w:t>
      </w:r>
      <w:r w:rsidR="00646BEC">
        <w:t xml:space="preserve"> </w:t>
      </w:r>
      <w:r w:rsidRPr="006F699D">
        <w:t>etc.)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non-specific.</w:t>
      </w:r>
    </w:p>
    <w:p w14:paraId="6B83C2BC" w14:textId="180594B1" w:rsidR="001F03BB" w:rsidRPr="006F699D" w:rsidRDefault="001F03BB" w:rsidP="001F03BB">
      <w:pPr>
        <w:pStyle w:val="B1"/>
      </w:pPr>
      <w:r w:rsidRPr="006F699D">
        <w:t>-</w:t>
      </w:r>
      <w:r w:rsidRPr="006F699D">
        <w:tab/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specific</w:t>
      </w:r>
      <w:r w:rsidR="00646BEC">
        <w:t xml:space="preserve"> </w:t>
      </w:r>
      <w:r w:rsidRPr="006F699D">
        <w:t>reference,</w:t>
      </w:r>
      <w:r w:rsidR="00646BEC">
        <w:t xml:space="preserve"> </w:t>
      </w:r>
      <w:r w:rsidRPr="006F699D">
        <w:t>subsequent</w:t>
      </w:r>
      <w:r w:rsidR="00646BEC">
        <w:t xml:space="preserve"> </w:t>
      </w:r>
      <w:r w:rsidRPr="006F699D">
        <w:t>revisions</w:t>
      </w:r>
      <w:r w:rsidR="00646BEC">
        <w:t xml:space="preserve"> </w:t>
      </w:r>
      <w:r w:rsidRPr="006F699D">
        <w:t>do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apply.</w:t>
      </w:r>
    </w:p>
    <w:p w14:paraId="38D2A6F3" w14:textId="4E9D2898" w:rsidR="001F03BB" w:rsidRPr="006F699D" w:rsidRDefault="001F03BB" w:rsidP="001F03BB">
      <w:pPr>
        <w:pStyle w:val="B1"/>
      </w:pPr>
      <w:r w:rsidRPr="006F699D">
        <w:t>-</w:t>
      </w:r>
      <w:r w:rsidRPr="006F699D">
        <w:tab/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non-specific</w:t>
      </w:r>
      <w:r w:rsidR="00646BEC">
        <w:t xml:space="preserve"> </w:t>
      </w:r>
      <w:r w:rsidRPr="006F699D">
        <w:t>reference,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latest</w:t>
      </w:r>
      <w:r w:rsidR="00646BEC">
        <w:t xml:space="preserve"> </w:t>
      </w:r>
      <w:r w:rsidRPr="006F699D">
        <w:t>version</w:t>
      </w:r>
      <w:r w:rsidR="00646BEC">
        <w:t xml:space="preserve"> </w:t>
      </w:r>
      <w:r w:rsidRPr="006F699D">
        <w:t>applies.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reference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3GPP</w:t>
      </w:r>
      <w:r w:rsidR="00646BEC">
        <w:t xml:space="preserve"> </w:t>
      </w:r>
      <w:r w:rsidRPr="006F699D">
        <w:t>document</w:t>
      </w:r>
      <w:r w:rsidR="00646BEC">
        <w:t xml:space="preserve"> </w:t>
      </w:r>
      <w:r w:rsidRPr="006F699D">
        <w:t>(including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GSM</w:t>
      </w:r>
      <w:r w:rsidR="00646BEC">
        <w:t xml:space="preserve"> </w:t>
      </w:r>
      <w:r w:rsidRPr="006F699D">
        <w:t>document),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non-specific</w:t>
      </w:r>
      <w:r w:rsidR="00646BEC">
        <w:t xml:space="preserve"> </w:t>
      </w:r>
      <w:r w:rsidRPr="006F699D">
        <w:t>reference</w:t>
      </w:r>
      <w:r w:rsidR="00646BEC">
        <w:t xml:space="preserve"> </w:t>
      </w:r>
      <w:r w:rsidRPr="006F699D">
        <w:t>implicitly</w:t>
      </w:r>
      <w:r w:rsidR="00646BEC">
        <w:t xml:space="preserve"> </w:t>
      </w:r>
      <w:r w:rsidRPr="006F699D">
        <w:t>refers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latest</w:t>
      </w:r>
      <w:r w:rsidR="00646BEC">
        <w:t xml:space="preserve"> </w:t>
      </w:r>
      <w:r w:rsidRPr="006F699D">
        <w:t>version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document</w:t>
      </w:r>
      <w:r w:rsidR="00646BEC">
        <w:rPr>
          <w:i/>
        </w:rPr>
        <w:t xml:space="preserve"> </w:t>
      </w:r>
      <w:r w:rsidRPr="006F699D">
        <w:rPr>
          <w:i/>
        </w:rPr>
        <w:t>in</w:t>
      </w:r>
      <w:r w:rsidR="00646BEC">
        <w:rPr>
          <w:i/>
        </w:rPr>
        <w:t xml:space="preserve"> </w:t>
      </w:r>
      <w:r w:rsidRPr="006F699D">
        <w:rPr>
          <w:i/>
        </w:rPr>
        <w:t>the</w:t>
      </w:r>
      <w:r w:rsidR="00646BEC">
        <w:rPr>
          <w:i/>
        </w:rPr>
        <w:t xml:space="preserve"> </w:t>
      </w:r>
      <w:r w:rsidRPr="006F699D">
        <w:rPr>
          <w:i/>
        </w:rPr>
        <w:t>same</w:t>
      </w:r>
      <w:r w:rsidR="00646BEC">
        <w:rPr>
          <w:i/>
        </w:rPr>
        <w:t xml:space="preserve"> </w:t>
      </w:r>
      <w:r w:rsidRPr="006F699D">
        <w:rPr>
          <w:i/>
        </w:rPr>
        <w:t>Release</w:t>
      </w:r>
      <w:r w:rsidR="00646BEC">
        <w:rPr>
          <w:i/>
        </w:rPr>
        <w:t xml:space="preserve"> </w:t>
      </w:r>
      <w:r w:rsidRPr="006F699D">
        <w:rPr>
          <w:i/>
        </w:rPr>
        <w:t>as</w:t>
      </w:r>
      <w:r w:rsidR="00646BEC">
        <w:rPr>
          <w:i/>
        </w:rPr>
        <w:t xml:space="preserve"> </w:t>
      </w:r>
      <w:r w:rsidRPr="006F699D">
        <w:rPr>
          <w:i/>
        </w:rPr>
        <w:t>the</w:t>
      </w:r>
      <w:r w:rsidR="00646BEC">
        <w:rPr>
          <w:i/>
        </w:rPr>
        <w:t xml:space="preserve"> </w:t>
      </w:r>
      <w:r w:rsidRPr="006F699D">
        <w:rPr>
          <w:i/>
        </w:rPr>
        <w:t>present</w:t>
      </w:r>
      <w:r w:rsidR="00646BEC">
        <w:rPr>
          <w:i/>
        </w:rPr>
        <w:t xml:space="preserve"> </w:t>
      </w:r>
      <w:r w:rsidRPr="006F699D">
        <w:rPr>
          <w:i/>
        </w:rPr>
        <w:t>document</w:t>
      </w:r>
      <w:r w:rsidRPr="006F699D">
        <w:t>.</w:t>
      </w:r>
    </w:p>
    <w:p w14:paraId="045B8D7A" w14:textId="47C56CE1" w:rsidR="0098616A" w:rsidRPr="006F699D" w:rsidRDefault="0098616A" w:rsidP="00377BCE">
      <w:pPr>
        <w:pStyle w:val="EX"/>
      </w:pPr>
      <w:r w:rsidRPr="006F699D">
        <w:t>[</w:t>
      </w:r>
      <w:r w:rsidRPr="006F699D">
        <w:rPr>
          <w:lang w:eastAsia="ja-JP"/>
        </w:rPr>
        <w:t>1</w:t>
      </w:r>
      <w:r w:rsidRPr="006F699D">
        <w:t>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TR</w:t>
      </w:r>
      <w:r w:rsidR="00646BEC">
        <w:t xml:space="preserve"> </w:t>
      </w:r>
      <w:r w:rsidR="006F699D" w:rsidRPr="006F699D">
        <w:t>25.990:</w:t>
      </w:r>
      <w:r w:rsidR="00646BEC">
        <w:t xml:space="preserve"> </w:t>
      </w:r>
      <w:r w:rsidRPr="006F699D">
        <w:t>"Vocabulary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UTRAN".</w:t>
      </w:r>
    </w:p>
    <w:p w14:paraId="474F2297" w14:textId="1EE1EF5F" w:rsidR="0098616A" w:rsidRPr="006F699D" w:rsidRDefault="0098616A" w:rsidP="00377BCE">
      <w:pPr>
        <w:pStyle w:val="EX"/>
      </w:pPr>
      <w:r w:rsidRPr="006F699D">
        <w:t>[</w:t>
      </w:r>
      <w:r w:rsidRPr="006F699D">
        <w:rPr>
          <w:lang w:eastAsia="ja-JP"/>
        </w:rPr>
        <w:t>2</w:t>
      </w:r>
      <w:r w:rsidRPr="006F699D">
        <w:t>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rPr>
          <w:lang w:eastAsia="ja-JP"/>
        </w:rPr>
        <w:t>36</w:t>
      </w:r>
      <w:r w:rsidR="006F699D" w:rsidRPr="006F699D">
        <w:t>.</w:t>
      </w:r>
      <w:r w:rsidR="006F699D" w:rsidRPr="006F699D">
        <w:rPr>
          <w:lang w:eastAsia="ja-JP"/>
        </w:rPr>
        <w:t>300</w:t>
      </w:r>
      <w:r w:rsidR="006F699D" w:rsidRPr="006F699D">
        <w:t>:</w:t>
      </w:r>
      <w:r w:rsidR="00646BEC">
        <w:t xml:space="preserve"> </w:t>
      </w:r>
      <w:r w:rsidRPr="006F699D">
        <w:t>"</w:t>
      </w:r>
      <w:r w:rsidRPr="006F699D">
        <w:rPr>
          <w:lang w:eastAsia="ja-JP"/>
        </w:rPr>
        <w:t>E-UTRA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</w:t>
      </w:r>
      <w:r w:rsidRPr="006F699D">
        <w:t>UTRAN</w:t>
      </w:r>
      <w:r w:rsidR="00646BEC">
        <w:t xml:space="preserve"> </w:t>
      </w:r>
      <w:r w:rsidRPr="006F699D">
        <w:t>Overall</w:t>
      </w:r>
      <w:r w:rsidR="00646BEC">
        <w:t xml:space="preserve"> </w:t>
      </w:r>
      <w:r w:rsidRPr="006F699D">
        <w:t>Description</w:t>
      </w:r>
      <w:r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2</w:t>
      </w:r>
      <w:r w:rsidRPr="006F699D">
        <w:t>".</w:t>
      </w:r>
    </w:p>
    <w:p w14:paraId="41EEC735" w14:textId="48D4B90D" w:rsidR="00B03CE6" w:rsidRPr="006F699D" w:rsidRDefault="00B03CE6" w:rsidP="00377BCE">
      <w:pPr>
        <w:pStyle w:val="EX"/>
        <w:rPr>
          <w:lang w:eastAsia="ja-JP"/>
        </w:rPr>
      </w:pPr>
      <w:r w:rsidRPr="006F699D">
        <w:rPr>
          <w:lang w:eastAsia="ja-JP"/>
        </w:rPr>
        <w:t>[3]</w:t>
      </w:r>
      <w:r w:rsidRPr="006F699D">
        <w:rPr>
          <w:lang w:eastAsia="ja-JP"/>
        </w:rPr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rPr>
          <w:lang w:eastAsia="ja-JP"/>
        </w:rPr>
        <w:t>36</w:t>
      </w:r>
      <w:r w:rsidR="006F699D" w:rsidRPr="006F699D">
        <w:t>.</w:t>
      </w:r>
      <w:r w:rsidR="006F699D" w:rsidRPr="006F699D">
        <w:rPr>
          <w:lang w:eastAsia="ja-JP"/>
        </w:rPr>
        <w:t>331:</w:t>
      </w:r>
      <w:r w:rsidR="00646BEC">
        <w:rPr>
          <w:lang w:eastAsia="ja-JP"/>
        </w:rPr>
        <w:t xml:space="preserve"> </w:t>
      </w:r>
      <w:r w:rsidR="00BB0A9E" w:rsidRPr="006F699D">
        <w:t>"</w:t>
      </w:r>
      <w:r w:rsidR="00C24635" w:rsidRPr="006F699D">
        <w:t>E-UTRA;</w:t>
      </w:r>
      <w:r w:rsidR="00646BEC">
        <w:t xml:space="preserve"> </w:t>
      </w:r>
      <w:r w:rsidR="00BB0A9E" w:rsidRPr="006F699D">
        <w:rPr>
          <w:lang w:eastAsia="ja-JP"/>
        </w:rPr>
        <w:t>Radio</w:t>
      </w:r>
      <w:r w:rsidR="00646BEC">
        <w:rPr>
          <w:lang w:eastAsia="ja-JP"/>
        </w:rPr>
        <w:t xml:space="preserve"> </w:t>
      </w:r>
      <w:r w:rsidR="00BB0A9E" w:rsidRPr="006F699D">
        <w:rPr>
          <w:lang w:eastAsia="ja-JP"/>
        </w:rPr>
        <w:t>Resource</w:t>
      </w:r>
      <w:r w:rsidR="00646BEC">
        <w:rPr>
          <w:lang w:eastAsia="ja-JP"/>
        </w:rPr>
        <w:t xml:space="preserve"> </w:t>
      </w:r>
      <w:r w:rsidR="00BB0A9E" w:rsidRPr="006F699D">
        <w:rPr>
          <w:lang w:eastAsia="ja-JP"/>
        </w:rPr>
        <w:t>Control</w:t>
      </w:r>
      <w:r w:rsidR="00646BEC">
        <w:rPr>
          <w:lang w:eastAsia="ja-JP"/>
        </w:rPr>
        <w:t xml:space="preserve"> </w:t>
      </w:r>
      <w:r w:rsidR="00BB0A9E" w:rsidRPr="006F699D">
        <w:rPr>
          <w:lang w:eastAsia="ja-JP"/>
        </w:rPr>
        <w:t>(RRC)</w:t>
      </w:r>
      <w:r w:rsidR="00646BEC">
        <w:rPr>
          <w:lang w:eastAsia="ja-JP"/>
        </w:rPr>
        <w:t xml:space="preserve"> </w:t>
      </w:r>
      <w:r w:rsidR="00BB0A9E" w:rsidRPr="006F699D">
        <w:rPr>
          <w:lang w:eastAsia="ja-JP"/>
        </w:rPr>
        <w:t>-</w:t>
      </w:r>
      <w:r w:rsidR="00646BEC">
        <w:rPr>
          <w:lang w:eastAsia="ja-JP"/>
        </w:rPr>
        <w:t xml:space="preserve"> </w:t>
      </w:r>
      <w:r w:rsidR="00BB0A9E" w:rsidRPr="006F699D">
        <w:rPr>
          <w:lang w:eastAsia="ja-JP"/>
        </w:rPr>
        <w:t>Protocol</w:t>
      </w:r>
      <w:r w:rsidR="00646BEC">
        <w:rPr>
          <w:lang w:eastAsia="ja-JP"/>
        </w:rPr>
        <w:t xml:space="preserve"> </w:t>
      </w:r>
      <w:r w:rsidR="00BB0A9E" w:rsidRPr="006F699D">
        <w:rPr>
          <w:lang w:eastAsia="ja-JP"/>
        </w:rPr>
        <w:t>Specification</w:t>
      </w:r>
      <w:r w:rsidR="00BB0A9E" w:rsidRPr="006F699D">
        <w:t>".</w:t>
      </w:r>
    </w:p>
    <w:p w14:paraId="005D199E" w14:textId="4251DF74" w:rsidR="00B03CE6" w:rsidRPr="006F699D" w:rsidRDefault="00B03CE6" w:rsidP="00377BCE">
      <w:pPr>
        <w:pStyle w:val="EX"/>
        <w:rPr>
          <w:lang w:eastAsia="ja-JP"/>
        </w:rPr>
      </w:pPr>
      <w:r w:rsidRPr="006F699D">
        <w:rPr>
          <w:lang w:eastAsia="ja-JP"/>
        </w:rPr>
        <w:t>[4]</w:t>
      </w:r>
      <w:r w:rsidRPr="006F699D">
        <w:rPr>
          <w:lang w:eastAsia="ja-JP"/>
        </w:rPr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rPr>
          <w:lang w:eastAsia="ja-JP"/>
        </w:rPr>
        <w:t>22.011:</w:t>
      </w:r>
      <w:r w:rsidR="00646BEC">
        <w:rPr>
          <w:lang w:eastAsia="ja-JP"/>
        </w:rPr>
        <w:t xml:space="preserve"> </w:t>
      </w:r>
      <w:r w:rsidR="00BB0A9E" w:rsidRPr="006F699D">
        <w:t>"Service</w:t>
      </w:r>
      <w:r w:rsidR="00646BEC">
        <w:t xml:space="preserve"> </w:t>
      </w:r>
      <w:r w:rsidR="00BB0A9E" w:rsidRPr="006F699D">
        <w:t>accessibility".</w:t>
      </w:r>
    </w:p>
    <w:p w14:paraId="0EAC8251" w14:textId="03BD667F" w:rsidR="00B03CE6" w:rsidRPr="006F699D" w:rsidRDefault="00B03CE6" w:rsidP="00377BCE">
      <w:pPr>
        <w:pStyle w:val="EX"/>
      </w:pPr>
      <w:r w:rsidRPr="006F699D">
        <w:rPr>
          <w:lang w:eastAsia="ja-JP"/>
        </w:rPr>
        <w:t>[5]</w:t>
      </w:r>
      <w:r w:rsidRPr="006F699D">
        <w:rPr>
          <w:lang w:eastAsia="ja-JP"/>
        </w:rPr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rPr>
          <w:lang w:eastAsia="ja-JP"/>
        </w:rPr>
        <w:t>23.122</w:t>
      </w:r>
      <w:r w:rsidR="006F699D" w:rsidRPr="006F699D">
        <w:t>:</w:t>
      </w:r>
      <w:r w:rsidR="00646BEC">
        <w:t xml:space="preserve"> </w:t>
      </w:r>
      <w:r w:rsidR="00612E9F" w:rsidRPr="006F699D">
        <w:t>"NAS</w:t>
      </w:r>
      <w:r w:rsidR="00646BEC">
        <w:t xml:space="preserve"> </w:t>
      </w:r>
      <w:r w:rsidR="00612E9F" w:rsidRPr="006F699D">
        <w:t>functions</w:t>
      </w:r>
      <w:r w:rsidR="00646BEC">
        <w:t xml:space="preserve"> </w:t>
      </w:r>
      <w:r w:rsidR="00612E9F" w:rsidRPr="006F699D">
        <w:t>related</w:t>
      </w:r>
      <w:r w:rsidR="00646BEC">
        <w:t xml:space="preserve"> </w:t>
      </w:r>
      <w:r w:rsidR="00612E9F" w:rsidRPr="006F699D">
        <w:t>to</w:t>
      </w:r>
      <w:r w:rsidR="00646BEC">
        <w:t xml:space="preserve"> </w:t>
      </w:r>
      <w:r w:rsidR="00612E9F" w:rsidRPr="006F699D">
        <w:t>Mobile</w:t>
      </w:r>
      <w:r w:rsidR="00646BEC">
        <w:t xml:space="preserve"> </w:t>
      </w:r>
      <w:r w:rsidR="00612E9F" w:rsidRPr="006F699D">
        <w:t>Station</w:t>
      </w:r>
      <w:r w:rsidR="00646BEC">
        <w:t xml:space="preserve"> </w:t>
      </w:r>
      <w:r w:rsidR="00612E9F" w:rsidRPr="006F699D">
        <w:t>(MS)</w:t>
      </w:r>
      <w:r w:rsidR="00646BEC">
        <w:t xml:space="preserve"> </w:t>
      </w:r>
      <w:r w:rsidR="00612E9F" w:rsidRPr="006F699D">
        <w:t>in</w:t>
      </w:r>
      <w:r w:rsidR="00646BEC">
        <w:t xml:space="preserve"> </w:t>
      </w:r>
      <w:r w:rsidR="00612E9F" w:rsidRPr="006F699D">
        <w:t>idle</w:t>
      </w:r>
      <w:r w:rsidR="00646BEC">
        <w:t xml:space="preserve"> </w:t>
      </w:r>
      <w:r w:rsidR="00612E9F" w:rsidRPr="006F699D">
        <w:t>mode".</w:t>
      </w:r>
    </w:p>
    <w:p w14:paraId="0B100E95" w14:textId="7E0D0B0D" w:rsidR="00612E9F" w:rsidRPr="006F699D" w:rsidRDefault="00B03CE6" w:rsidP="00377BCE">
      <w:pPr>
        <w:pStyle w:val="EX"/>
      </w:pPr>
      <w:r w:rsidRPr="006F699D">
        <w:rPr>
          <w:lang w:eastAsia="ja-JP"/>
        </w:rPr>
        <w:t>[6]</w:t>
      </w:r>
      <w:r w:rsidRPr="006F699D">
        <w:rPr>
          <w:lang w:eastAsia="ja-JP"/>
        </w:rPr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36.213:</w:t>
      </w:r>
      <w:r w:rsidR="00646BEC">
        <w:t xml:space="preserve"> </w:t>
      </w:r>
      <w:r w:rsidR="00612E9F" w:rsidRPr="006F699D">
        <w:t>"</w:t>
      </w:r>
      <w:r w:rsidR="00C24635" w:rsidRPr="006F699D">
        <w:t>E-UTRA;</w:t>
      </w:r>
      <w:r w:rsidR="00646BEC">
        <w:t xml:space="preserve"> </w:t>
      </w:r>
      <w:r w:rsidR="00612E9F" w:rsidRPr="006F699D">
        <w:t>Physical</w:t>
      </w:r>
      <w:r w:rsidR="00646BEC">
        <w:t xml:space="preserve"> </w:t>
      </w:r>
      <w:r w:rsidR="00612E9F" w:rsidRPr="006F699D">
        <w:t>layer</w:t>
      </w:r>
      <w:r w:rsidR="00646BEC">
        <w:t xml:space="preserve"> </w:t>
      </w:r>
      <w:r w:rsidR="00612E9F" w:rsidRPr="006F699D">
        <w:t>procedures".</w:t>
      </w:r>
    </w:p>
    <w:p w14:paraId="020C31F8" w14:textId="29BE34D1" w:rsidR="00B03CE6" w:rsidRPr="006F699D" w:rsidRDefault="00B03CE6" w:rsidP="00377BCE">
      <w:pPr>
        <w:pStyle w:val="EX"/>
        <w:rPr>
          <w:lang w:eastAsia="ja-JP"/>
        </w:rPr>
      </w:pPr>
      <w:r w:rsidRPr="006F699D">
        <w:rPr>
          <w:lang w:eastAsia="ja-JP"/>
        </w:rPr>
        <w:t>[7]</w:t>
      </w:r>
      <w:r w:rsidRPr="006F699D">
        <w:rPr>
          <w:lang w:eastAsia="ja-JP"/>
        </w:rPr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36.214:</w:t>
      </w:r>
      <w:r w:rsidR="00646BEC">
        <w:t xml:space="preserve"> </w:t>
      </w:r>
      <w:r w:rsidR="00BB2B37" w:rsidRPr="006F699D">
        <w:t>"</w:t>
      </w:r>
      <w:r w:rsidR="00C24635" w:rsidRPr="006F699D">
        <w:t>E-UTRA;</w:t>
      </w:r>
      <w:r w:rsidR="00646BEC">
        <w:t xml:space="preserve"> </w:t>
      </w:r>
      <w:r w:rsidR="00BB2B37" w:rsidRPr="006F699D">
        <w:t>Physical</w:t>
      </w:r>
      <w:r w:rsidR="00646BEC">
        <w:t xml:space="preserve"> </w:t>
      </w:r>
      <w:r w:rsidR="00BB2B37" w:rsidRPr="006F699D">
        <w:t>layer</w:t>
      </w:r>
      <w:r w:rsidR="00C24635" w:rsidRPr="006F699D">
        <w:t>;</w:t>
      </w:r>
      <w:r w:rsidR="00646BEC">
        <w:t xml:space="preserve"> </w:t>
      </w:r>
      <w:r w:rsidR="00C24635" w:rsidRPr="006F699D">
        <w:t>M</w:t>
      </w:r>
      <w:r w:rsidR="00BB2B37" w:rsidRPr="006F699D">
        <w:t>easurements".</w:t>
      </w:r>
    </w:p>
    <w:p w14:paraId="28E5B9D6" w14:textId="50311985" w:rsidR="00B03CE6" w:rsidRPr="006F699D" w:rsidRDefault="00B03CE6" w:rsidP="00377BCE">
      <w:pPr>
        <w:pStyle w:val="EX"/>
        <w:rPr>
          <w:lang w:eastAsia="ja-JP"/>
        </w:rPr>
      </w:pPr>
      <w:r w:rsidRPr="006F699D">
        <w:rPr>
          <w:lang w:eastAsia="ja-JP"/>
        </w:rPr>
        <w:t>[8]</w:t>
      </w:r>
      <w:r w:rsidRPr="006F699D">
        <w:rPr>
          <w:lang w:eastAsia="ja-JP"/>
        </w:rPr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25.304:</w:t>
      </w:r>
      <w:r w:rsidR="00646BEC">
        <w:t xml:space="preserve"> </w:t>
      </w:r>
      <w:r w:rsidR="00BB2B37" w:rsidRPr="006F699D">
        <w:t>"User</w:t>
      </w:r>
      <w:r w:rsidR="00646BEC">
        <w:t xml:space="preserve"> </w:t>
      </w:r>
      <w:r w:rsidR="00BB2B37" w:rsidRPr="006F699D">
        <w:t>Equipment</w:t>
      </w:r>
      <w:r w:rsidR="00646BEC">
        <w:t xml:space="preserve"> </w:t>
      </w:r>
      <w:r w:rsidR="00BB2B37" w:rsidRPr="006F699D">
        <w:t>(UE)</w:t>
      </w:r>
      <w:r w:rsidR="00646BEC">
        <w:t xml:space="preserve"> </w:t>
      </w:r>
      <w:r w:rsidR="00BB2B37" w:rsidRPr="006F699D">
        <w:t>procedures</w:t>
      </w:r>
      <w:r w:rsidR="00646BEC">
        <w:t xml:space="preserve"> </w:t>
      </w:r>
      <w:r w:rsidR="00BB2B37" w:rsidRPr="006F699D">
        <w:t>in</w:t>
      </w:r>
      <w:r w:rsidR="00646BEC">
        <w:t xml:space="preserve"> </w:t>
      </w:r>
      <w:r w:rsidR="00BB2B37" w:rsidRPr="006F699D">
        <w:t>idle</w:t>
      </w:r>
      <w:r w:rsidR="00646BEC">
        <w:t xml:space="preserve"> </w:t>
      </w:r>
      <w:r w:rsidR="00BB2B37" w:rsidRPr="006F699D">
        <w:t>mode</w:t>
      </w:r>
      <w:r w:rsidR="00646BEC">
        <w:t xml:space="preserve"> </w:t>
      </w:r>
      <w:r w:rsidR="00BB2B37" w:rsidRPr="006F699D">
        <w:t>and</w:t>
      </w:r>
      <w:r w:rsidR="00646BEC">
        <w:t xml:space="preserve"> </w:t>
      </w:r>
      <w:r w:rsidR="00BB2B37" w:rsidRPr="006F699D">
        <w:t>procedures</w:t>
      </w:r>
      <w:r w:rsidR="00646BEC">
        <w:t xml:space="preserve"> </w:t>
      </w:r>
      <w:r w:rsidR="00BB2B37" w:rsidRPr="006F699D">
        <w:t>for</w:t>
      </w:r>
      <w:r w:rsidR="00646BEC">
        <w:t xml:space="preserve"> </w:t>
      </w:r>
      <w:r w:rsidR="00BB2B37" w:rsidRPr="006F699D">
        <w:t>cell</w:t>
      </w:r>
      <w:r w:rsidR="00646BEC">
        <w:t xml:space="preserve"> </w:t>
      </w:r>
      <w:r w:rsidR="00BB2B37" w:rsidRPr="006F699D">
        <w:t>reselection</w:t>
      </w:r>
      <w:r w:rsidR="00646BEC">
        <w:t xml:space="preserve"> </w:t>
      </w:r>
      <w:r w:rsidR="00BB2B37" w:rsidRPr="006F699D">
        <w:t>in</w:t>
      </w:r>
      <w:r w:rsidR="00646BEC">
        <w:t xml:space="preserve"> </w:t>
      </w:r>
      <w:r w:rsidR="00BB2B37" w:rsidRPr="006F699D">
        <w:t>connected</w:t>
      </w:r>
      <w:r w:rsidR="00646BEC">
        <w:t xml:space="preserve"> </w:t>
      </w:r>
      <w:r w:rsidR="00BB2B37" w:rsidRPr="006F699D">
        <w:t>mode"</w:t>
      </w:r>
    </w:p>
    <w:p w14:paraId="1017225E" w14:textId="32184DBF" w:rsidR="00B03CE6" w:rsidRPr="006F699D" w:rsidRDefault="00B03CE6" w:rsidP="00377BCE">
      <w:pPr>
        <w:pStyle w:val="EX"/>
        <w:rPr>
          <w:lang w:eastAsia="ja-JP"/>
        </w:rPr>
      </w:pPr>
      <w:r w:rsidRPr="006F699D">
        <w:rPr>
          <w:lang w:eastAsia="ja-JP"/>
        </w:rPr>
        <w:t>[9]</w:t>
      </w:r>
      <w:r w:rsidRPr="006F699D">
        <w:rPr>
          <w:lang w:eastAsia="ja-JP"/>
        </w:rPr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43.022:</w:t>
      </w:r>
      <w:r w:rsidR="00646BEC">
        <w:t xml:space="preserve"> </w:t>
      </w:r>
      <w:r w:rsidR="00BB2B37" w:rsidRPr="006F699D">
        <w:t>"Functions</w:t>
      </w:r>
      <w:r w:rsidR="00646BEC">
        <w:t xml:space="preserve"> </w:t>
      </w:r>
      <w:r w:rsidR="00BB2B37" w:rsidRPr="006F699D">
        <w:t>related</w:t>
      </w:r>
      <w:r w:rsidR="00646BEC">
        <w:t xml:space="preserve"> </w:t>
      </w:r>
      <w:r w:rsidR="00BB2B37" w:rsidRPr="006F699D">
        <w:t>to</w:t>
      </w:r>
      <w:r w:rsidR="00646BEC">
        <w:t xml:space="preserve"> </w:t>
      </w:r>
      <w:r w:rsidR="00BB2B37" w:rsidRPr="006F699D">
        <w:t>Mobile</w:t>
      </w:r>
      <w:r w:rsidR="00646BEC">
        <w:t xml:space="preserve"> </w:t>
      </w:r>
      <w:r w:rsidR="00BB2B37" w:rsidRPr="006F699D">
        <w:t>Station</w:t>
      </w:r>
      <w:r w:rsidR="00646BEC">
        <w:t xml:space="preserve"> </w:t>
      </w:r>
      <w:r w:rsidR="00BB2B37" w:rsidRPr="006F699D">
        <w:t>in</w:t>
      </w:r>
      <w:r w:rsidR="00646BEC">
        <w:t xml:space="preserve"> </w:t>
      </w:r>
      <w:r w:rsidR="00BB2B37" w:rsidRPr="006F699D">
        <w:t>idle</w:t>
      </w:r>
      <w:r w:rsidR="00646BEC">
        <w:t xml:space="preserve"> </w:t>
      </w:r>
      <w:r w:rsidR="00BB2B37" w:rsidRPr="006F699D">
        <w:t>mode</w:t>
      </w:r>
      <w:r w:rsidR="00646BEC">
        <w:t xml:space="preserve"> </w:t>
      </w:r>
      <w:r w:rsidR="00BB2B37" w:rsidRPr="006F699D">
        <w:t>and</w:t>
      </w:r>
      <w:r w:rsidR="00646BEC">
        <w:t xml:space="preserve"> </w:t>
      </w:r>
      <w:r w:rsidR="00BB2B37" w:rsidRPr="006F699D">
        <w:t>group</w:t>
      </w:r>
      <w:r w:rsidR="00646BEC">
        <w:t xml:space="preserve"> </w:t>
      </w:r>
      <w:r w:rsidR="00BB2B37" w:rsidRPr="006F699D">
        <w:t>receive</w:t>
      </w:r>
      <w:r w:rsidR="00646BEC">
        <w:t xml:space="preserve"> </w:t>
      </w:r>
      <w:r w:rsidR="00BB2B37" w:rsidRPr="006F699D">
        <w:t>mode".</w:t>
      </w:r>
    </w:p>
    <w:p w14:paraId="628E21B6" w14:textId="1894FA5F" w:rsidR="003009F6" w:rsidRPr="006F699D" w:rsidRDefault="003009F6" w:rsidP="00377BCE">
      <w:pPr>
        <w:pStyle w:val="EX"/>
      </w:pPr>
      <w:r w:rsidRPr="006F699D">
        <w:t>[10]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36.133:</w:t>
      </w:r>
      <w:r w:rsidR="00646BEC">
        <w:t xml:space="preserve"> </w:t>
      </w:r>
      <w:r w:rsidRPr="006F699D">
        <w:t>"Requirements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Resource</w:t>
      </w:r>
      <w:r w:rsidR="00646BEC">
        <w:t xml:space="preserve"> </w:t>
      </w:r>
      <w:r w:rsidRPr="006F699D">
        <w:t>Management".</w:t>
      </w:r>
    </w:p>
    <w:p w14:paraId="01B03619" w14:textId="77777777" w:rsidR="00D85F64" w:rsidRPr="006F699D" w:rsidRDefault="00D85F64" w:rsidP="00377BCE">
      <w:pPr>
        <w:pStyle w:val="EX"/>
      </w:pPr>
      <w:r w:rsidRPr="006F699D">
        <w:t>[11]</w:t>
      </w:r>
      <w:r w:rsidRPr="006F699D">
        <w:tab/>
        <w:t>void</w:t>
      </w:r>
    </w:p>
    <w:p w14:paraId="60181953" w14:textId="77777777" w:rsidR="00D85F64" w:rsidRPr="006F699D" w:rsidRDefault="00D85F64" w:rsidP="00377BCE">
      <w:pPr>
        <w:pStyle w:val="EX"/>
      </w:pPr>
      <w:r w:rsidRPr="006F699D">
        <w:t>[12]</w:t>
      </w:r>
      <w:r w:rsidRPr="006F699D">
        <w:tab/>
        <w:t>void</w:t>
      </w:r>
    </w:p>
    <w:p w14:paraId="1790607F" w14:textId="77777777" w:rsidR="00D85F64" w:rsidRPr="006F699D" w:rsidRDefault="00D85F64" w:rsidP="00377BCE">
      <w:pPr>
        <w:pStyle w:val="EX"/>
      </w:pPr>
      <w:r w:rsidRPr="006F699D">
        <w:t>[13]</w:t>
      </w:r>
      <w:r w:rsidRPr="006F699D">
        <w:tab/>
        <w:t>void</w:t>
      </w:r>
    </w:p>
    <w:p w14:paraId="18D29C5D" w14:textId="77777777" w:rsidR="00D85F64" w:rsidRPr="006F699D" w:rsidRDefault="00D85F64" w:rsidP="00377BCE">
      <w:pPr>
        <w:pStyle w:val="EX"/>
      </w:pPr>
      <w:r w:rsidRPr="006F699D">
        <w:t>[14]</w:t>
      </w:r>
      <w:r w:rsidRPr="006F699D">
        <w:tab/>
        <w:t>void</w:t>
      </w:r>
    </w:p>
    <w:p w14:paraId="62C56669" w14:textId="77777777" w:rsidR="00D85F64" w:rsidRPr="006F699D" w:rsidRDefault="00D85F64" w:rsidP="00377BCE">
      <w:pPr>
        <w:pStyle w:val="EX"/>
      </w:pPr>
      <w:r w:rsidRPr="006F699D">
        <w:t>[15]</w:t>
      </w:r>
      <w:r w:rsidRPr="006F699D">
        <w:tab/>
        <w:t>void</w:t>
      </w:r>
    </w:p>
    <w:p w14:paraId="49F6C70D" w14:textId="1065D4FC" w:rsidR="00B03CE6" w:rsidRPr="006F699D" w:rsidRDefault="00B53C0C" w:rsidP="00377BCE">
      <w:pPr>
        <w:pStyle w:val="EX"/>
        <w:rPr>
          <w:lang w:eastAsia="ja-JP"/>
        </w:rPr>
      </w:pPr>
      <w:r w:rsidRPr="006F699D">
        <w:lastRenderedPageBreak/>
        <w:t>[16]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24.301:</w:t>
      </w:r>
      <w:r w:rsidR="00646BEC">
        <w:t xml:space="preserve"> </w:t>
      </w:r>
      <w:r w:rsidR="00E459B6" w:rsidRPr="006F699D">
        <w:t>"Non-Access-Stratum</w:t>
      </w:r>
      <w:r w:rsidR="00646BEC">
        <w:t xml:space="preserve"> </w:t>
      </w:r>
      <w:r w:rsidR="00E459B6" w:rsidRPr="006F699D">
        <w:t>(NAS)</w:t>
      </w:r>
      <w:r w:rsidR="00646BEC">
        <w:t xml:space="preserve"> </w:t>
      </w:r>
      <w:r w:rsidR="00E459B6" w:rsidRPr="006F699D">
        <w:t>protocol</w:t>
      </w:r>
      <w:r w:rsidR="00646BEC">
        <w:t xml:space="preserve"> </w:t>
      </w:r>
      <w:r w:rsidR="00E459B6" w:rsidRPr="006F699D">
        <w:t>for</w:t>
      </w:r>
      <w:r w:rsidR="00646BEC">
        <w:t xml:space="preserve"> </w:t>
      </w:r>
      <w:r w:rsidR="00E459B6" w:rsidRPr="006F699D">
        <w:t>Evolved</w:t>
      </w:r>
      <w:r w:rsidR="00646BEC">
        <w:t xml:space="preserve"> </w:t>
      </w:r>
      <w:r w:rsidR="00E459B6" w:rsidRPr="006F699D">
        <w:t>Packet</w:t>
      </w:r>
      <w:r w:rsidR="00646BEC">
        <w:t xml:space="preserve"> </w:t>
      </w:r>
      <w:r w:rsidR="00E459B6" w:rsidRPr="006F699D">
        <w:t>System</w:t>
      </w:r>
      <w:r w:rsidR="00646BEC">
        <w:t xml:space="preserve"> </w:t>
      </w:r>
      <w:r w:rsidR="00E459B6" w:rsidRPr="006F699D">
        <w:t>(EPS);</w:t>
      </w:r>
      <w:r w:rsidR="00646BEC">
        <w:t xml:space="preserve"> </w:t>
      </w:r>
      <w:r w:rsidR="00E459B6" w:rsidRPr="006F699D">
        <w:t>Stage</w:t>
      </w:r>
      <w:r w:rsidR="00646BEC">
        <w:t xml:space="preserve"> </w:t>
      </w:r>
      <w:r w:rsidR="00E459B6" w:rsidRPr="006F699D">
        <w:t>3"</w:t>
      </w:r>
    </w:p>
    <w:p w14:paraId="1B3F0FB2" w14:textId="3D1DFBF2" w:rsidR="00D85F64" w:rsidRPr="006F699D" w:rsidRDefault="00D85F64" w:rsidP="00377BCE">
      <w:pPr>
        <w:pStyle w:val="EX"/>
      </w:pPr>
      <w:r w:rsidRPr="006F699D">
        <w:t>[17]</w:t>
      </w:r>
      <w:r w:rsidRPr="006F699D">
        <w:tab/>
      </w:r>
      <w:r w:rsidR="00602845" w:rsidRPr="006F699D">
        <w:t>3GPP2</w:t>
      </w:r>
      <w:r w:rsidR="00646BEC">
        <w:t xml:space="preserve"> </w:t>
      </w:r>
      <w:r w:rsidR="00602845" w:rsidRPr="006F699D">
        <w:t>C.S0024-C</w:t>
      </w:r>
      <w:r w:rsidR="00646BEC">
        <w:t xml:space="preserve"> </w:t>
      </w:r>
      <w:r w:rsidR="00602845" w:rsidRPr="006F699D">
        <w:t>v2.0:</w:t>
      </w:r>
      <w:r w:rsidR="00646BEC">
        <w:t xml:space="preserve"> </w:t>
      </w:r>
      <w:r w:rsidRPr="006F699D">
        <w:t>"cdma2000</w:t>
      </w:r>
      <w:r w:rsidR="00646BEC">
        <w:t xml:space="preserve"> </w:t>
      </w:r>
      <w:r w:rsidRPr="006F699D">
        <w:t>High</w:t>
      </w:r>
      <w:r w:rsidR="00646BEC">
        <w:t xml:space="preserve"> </w:t>
      </w:r>
      <w:r w:rsidRPr="006F699D">
        <w:t>Rate</w:t>
      </w:r>
      <w:r w:rsidR="00646BEC">
        <w:t xml:space="preserve"> </w:t>
      </w:r>
      <w:r w:rsidRPr="006F699D">
        <w:t>Packet</w:t>
      </w:r>
      <w:r w:rsidR="00646BEC">
        <w:t xml:space="preserve"> </w:t>
      </w:r>
      <w:r w:rsidRPr="006F699D">
        <w:t>Data</w:t>
      </w:r>
      <w:r w:rsidR="00646BEC">
        <w:t xml:space="preserve"> </w:t>
      </w:r>
      <w:r w:rsidRPr="006F699D">
        <w:t>Air</w:t>
      </w:r>
      <w:r w:rsidR="00646BEC">
        <w:t xml:space="preserve"> </w:t>
      </w:r>
      <w:r w:rsidRPr="006F699D">
        <w:t>Interface</w:t>
      </w:r>
      <w:r w:rsidR="00646BEC">
        <w:t xml:space="preserve"> </w:t>
      </w:r>
      <w:r w:rsidRPr="006F699D">
        <w:t>Specification".</w:t>
      </w:r>
    </w:p>
    <w:p w14:paraId="5D49EE90" w14:textId="07817608" w:rsidR="00D85F64" w:rsidRPr="006F699D" w:rsidRDefault="00D85F64" w:rsidP="00377BCE">
      <w:pPr>
        <w:pStyle w:val="EX"/>
      </w:pPr>
      <w:r w:rsidRPr="006F699D">
        <w:t>[18]</w:t>
      </w:r>
      <w:r w:rsidRPr="006F699D">
        <w:tab/>
      </w:r>
      <w:r w:rsidR="00602845" w:rsidRPr="006F699D">
        <w:t>3GPP2</w:t>
      </w:r>
      <w:r w:rsidR="00646BEC">
        <w:t xml:space="preserve"> </w:t>
      </w:r>
      <w:r w:rsidR="00602845" w:rsidRPr="006F699D">
        <w:t>C.S0005-F</w:t>
      </w:r>
      <w:r w:rsidR="00646BEC">
        <w:t xml:space="preserve"> </w:t>
      </w:r>
      <w:r w:rsidR="00602845" w:rsidRPr="006F699D">
        <w:t>v1.0:</w:t>
      </w:r>
      <w:r w:rsidR="00646BEC">
        <w:t xml:space="preserve"> </w:t>
      </w:r>
      <w:r w:rsidRPr="006F699D">
        <w:t>"Upper</w:t>
      </w:r>
      <w:r w:rsidR="00646BEC">
        <w:t xml:space="preserve"> </w:t>
      </w:r>
      <w:r w:rsidRPr="006F699D">
        <w:t>Layer</w:t>
      </w:r>
      <w:r w:rsidR="00646BEC">
        <w:t xml:space="preserve"> </w:t>
      </w:r>
      <w:r w:rsidRPr="006F699D">
        <w:t>(Layer</w:t>
      </w:r>
      <w:r w:rsidR="00646BEC">
        <w:t xml:space="preserve"> </w:t>
      </w:r>
      <w:r w:rsidRPr="006F699D">
        <w:t>3)</w:t>
      </w:r>
      <w:r w:rsidR="00646BEC">
        <w:t xml:space="preserve"> </w:t>
      </w:r>
      <w:r w:rsidRPr="006F699D">
        <w:t>Signalling</w:t>
      </w:r>
      <w:r w:rsidR="00646BEC">
        <w:t xml:space="preserve"> </w:t>
      </w:r>
      <w:r w:rsidRPr="006F699D">
        <w:t>Standard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cdma2000</w:t>
      </w:r>
      <w:r w:rsidR="00646BEC">
        <w:t xml:space="preserve"> </w:t>
      </w:r>
      <w:r w:rsidRPr="006F699D">
        <w:t>Spread</w:t>
      </w:r>
      <w:r w:rsidR="00646BEC">
        <w:t xml:space="preserve"> </w:t>
      </w:r>
      <w:r w:rsidRPr="006F699D">
        <w:t>Spectrum</w:t>
      </w:r>
      <w:r w:rsidR="00646BEC">
        <w:t xml:space="preserve"> </w:t>
      </w:r>
      <w:r w:rsidRPr="006F699D">
        <w:t>Systems".</w:t>
      </w:r>
    </w:p>
    <w:p w14:paraId="7851EE6A" w14:textId="16ADE2F4" w:rsidR="00EF2887" w:rsidRPr="006F699D" w:rsidRDefault="00EF2887" w:rsidP="00377BCE">
      <w:pPr>
        <w:pStyle w:val="EX"/>
        <w:rPr>
          <w:snapToGrid w:val="0"/>
        </w:rPr>
      </w:pPr>
      <w:r w:rsidRPr="006F699D">
        <w:rPr>
          <w:snapToGrid w:val="0"/>
        </w:rPr>
        <w:t>[19]</w:t>
      </w:r>
      <w:r w:rsidRPr="006F699D">
        <w:rPr>
          <w:snapToGrid w:val="0"/>
        </w:rPr>
        <w:tab/>
      </w:r>
      <w:r w:rsidR="006F699D" w:rsidRPr="006F699D">
        <w:rPr>
          <w:snapToGrid w:val="0"/>
        </w:rPr>
        <w:t>3GPP</w:t>
      </w:r>
      <w:r w:rsidR="00646BEC">
        <w:rPr>
          <w:snapToGrid w:val="0"/>
        </w:rPr>
        <w:t xml:space="preserve"> </w:t>
      </w:r>
      <w:r w:rsidR="006F699D" w:rsidRPr="006F699D">
        <w:rPr>
          <w:snapToGrid w:val="0"/>
        </w:rPr>
        <w:t>TS</w:t>
      </w:r>
      <w:r w:rsidR="00646BEC">
        <w:rPr>
          <w:snapToGrid w:val="0"/>
        </w:rPr>
        <w:t xml:space="preserve"> </w:t>
      </w:r>
      <w:r w:rsidR="006F699D" w:rsidRPr="006F699D">
        <w:rPr>
          <w:snapToGrid w:val="0"/>
        </w:rPr>
        <w:t>25.304: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"User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Equipment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(UE)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procedures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idle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mode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procedures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reselection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connected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mode"</w:t>
      </w:r>
      <w:r w:rsidR="006F652A" w:rsidRPr="006F699D">
        <w:rPr>
          <w:snapToGrid w:val="0"/>
        </w:rPr>
        <w:t>.</w:t>
      </w:r>
    </w:p>
    <w:p w14:paraId="7A344C1E" w14:textId="3182EF08" w:rsidR="006F652A" w:rsidRPr="006F699D" w:rsidRDefault="006F652A" w:rsidP="00377BCE">
      <w:pPr>
        <w:pStyle w:val="EX"/>
      </w:pPr>
      <w:r w:rsidRPr="006F699D">
        <w:t>[20]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24.008:</w:t>
      </w:r>
      <w:r w:rsidR="00646BEC">
        <w:t xml:space="preserve"> </w:t>
      </w:r>
      <w:r w:rsidRPr="006F699D">
        <w:t>"Mobile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Interface</w:t>
      </w:r>
      <w:r w:rsidR="00646BEC">
        <w:t xml:space="preserve"> </w:t>
      </w:r>
      <w:r w:rsidRPr="006F699D">
        <w:t>Layer</w:t>
      </w:r>
      <w:r w:rsidR="00646BEC">
        <w:t xml:space="preserve"> </w:t>
      </w:r>
      <w:r w:rsidRPr="006F699D">
        <w:t>3</w:t>
      </w:r>
      <w:r w:rsidR="00646BEC">
        <w:t xml:space="preserve"> </w:t>
      </w:r>
      <w:r w:rsidRPr="006F699D">
        <w:t>specification;</w:t>
      </w:r>
      <w:r w:rsidR="00646BEC">
        <w:t xml:space="preserve"> </w:t>
      </w:r>
      <w:r w:rsidRPr="006F699D">
        <w:t>Core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Protocols;</w:t>
      </w:r>
      <w:r w:rsidR="00646BEC">
        <w:t xml:space="preserve"> </w:t>
      </w:r>
      <w:r w:rsidRPr="006F699D">
        <w:t>Stage</w:t>
      </w:r>
      <w:r w:rsidR="00646BEC">
        <w:t xml:space="preserve"> </w:t>
      </w:r>
      <w:r w:rsidRPr="006F699D">
        <w:t>3"</w:t>
      </w:r>
    </w:p>
    <w:p w14:paraId="43592597" w14:textId="734883D1" w:rsidR="005D0EB3" w:rsidRPr="006F699D" w:rsidRDefault="005D0EB3" w:rsidP="00377BCE">
      <w:pPr>
        <w:pStyle w:val="EX"/>
      </w:pPr>
      <w:r w:rsidRPr="006F699D">
        <w:t>[21]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37.320:</w:t>
      </w:r>
      <w:r w:rsidR="00646BEC">
        <w:t xml:space="preserve"> </w:t>
      </w:r>
      <w:r w:rsidRPr="006F699D">
        <w:t>"Universal</w:t>
      </w:r>
      <w:r w:rsidR="00646BEC">
        <w:t xml:space="preserve"> </w:t>
      </w:r>
      <w:r w:rsidRPr="006F699D">
        <w:t>Terrestrial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(UTRA)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Evolved</w:t>
      </w:r>
      <w:r w:rsidR="00646BEC">
        <w:t xml:space="preserve"> </w:t>
      </w:r>
      <w:r w:rsidRPr="006F699D">
        <w:t>Universal</w:t>
      </w:r>
      <w:r w:rsidR="00646BEC">
        <w:t xml:space="preserve"> </w:t>
      </w:r>
      <w:r w:rsidRPr="006F699D">
        <w:t>Terrestrial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(E-UTRA);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collection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Minimization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Drive</w:t>
      </w:r>
      <w:r w:rsidR="00646BEC">
        <w:t xml:space="preserve"> </w:t>
      </w:r>
      <w:r w:rsidRPr="006F699D">
        <w:t>Tests</w:t>
      </w:r>
      <w:r w:rsidR="00646BEC">
        <w:t xml:space="preserve"> </w:t>
      </w:r>
      <w:r w:rsidRPr="006F699D">
        <w:t>(MDT);</w:t>
      </w:r>
      <w:r w:rsidR="00646BEC">
        <w:t xml:space="preserve"> </w:t>
      </w:r>
      <w:r w:rsidRPr="006F699D">
        <w:t>Overall</w:t>
      </w:r>
      <w:r w:rsidR="00646BEC">
        <w:t xml:space="preserve"> </w:t>
      </w:r>
      <w:r w:rsidRPr="006F699D">
        <w:t>description;</w:t>
      </w:r>
      <w:r w:rsidR="00646BEC">
        <w:t xml:space="preserve"> </w:t>
      </w:r>
      <w:r w:rsidRPr="006F699D">
        <w:t>Stage</w:t>
      </w:r>
      <w:r w:rsidR="00646BEC">
        <w:t xml:space="preserve"> </w:t>
      </w:r>
      <w:r w:rsidRPr="006F699D">
        <w:t>2".</w:t>
      </w:r>
    </w:p>
    <w:p w14:paraId="4E03F416" w14:textId="724EB8DC" w:rsidR="005C5894" w:rsidRPr="006F699D" w:rsidRDefault="005C5894" w:rsidP="00377BCE">
      <w:pPr>
        <w:pStyle w:val="EX"/>
      </w:pPr>
      <w:r w:rsidRPr="006F699D">
        <w:t>[22]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26.346:</w:t>
      </w:r>
      <w:r w:rsidR="00646BEC">
        <w:t xml:space="preserve"> </w:t>
      </w:r>
      <w:r w:rsidRPr="006F699D">
        <w:t>"Multimedia</w:t>
      </w:r>
      <w:r w:rsidR="00646BEC">
        <w:t xml:space="preserve"> </w:t>
      </w:r>
      <w:r w:rsidRPr="006F699D">
        <w:t>Broadcast/Multicast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(MBMS);</w:t>
      </w:r>
      <w:r w:rsidR="00646BEC">
        <w:t xml:space="preserve"> </w:t>
      </w:r>
      <w:r w:rsidRPr="006F699D">
        <w:t>Protocols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codecs".</w:t>
      </w:r>
    </w:p>
    <w:p w14:paraId="08B7CEDB" w14:textId="5E982BA2" w:rsidR="00A77A37" w:rsidRPr="006F699D" w:rsidRDefault="00A77A37" w:rsidP="00377BCE">
      <w:pPr>
        <w:pStyle w:val="EX"/>
      </w:pPr>
      <w:r w:rsidRPr="006F699D">
        <w:t>[23]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23.401:</w:t>
      </w:r>
      <w:r w:rsidR="00646BEC">
        <w:t xml:space="preserve"> </w:t>
      </w:r>
      <w:r w:rsidRPr="006F699D">
        <w:t>"Evolved</w:t>
      </w:r>
      <w:r w:rsidR="00646BEC">
        <w:t xml:space="preserve"> </w:t>
      </w:r>
      <w:r w:rsidRPr="006F699D">
        <w:t>Universal</w:t>
      </w:r>
      <w:r w:rsidR="00646BEC">
        <w:t xml:space="preserve"> </w:t>
      </w:r>
      <w:r w:rsidRPr="006F699D">
        <w:t>Terrestrial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(E-UTRAN)</w:t>
      </w:r>
      <w:r w:rsidR="00646BEC">
        <w:t xml:space="preserve"> </w:t>
      </w:r>
      <w:r w:rsidRPr="006F699D">
        <w:t>access".</w:t>
      </w:r>
    </w:p>
    <w:p w14:paraId="0E875964" w14:textId="54524593" w:rsidR="00A77A37" w:rsidRPr="006F699D" w:rsidRDefault="00A77A37" w:rsidP="00377BCE">
      <w:pPr>
        <w:pStyle w:val="EX"/>
      </w:pPr>
      <w:r w:rsidRPr="006F699D">
        <w:t>[24]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23.682:</w:t>
      </w:r>
      <w:r w:rsidR="00646BEC">
        <w:t xml:space="preserve"> </w:t>
      </w:r>
      <w:r w:rsidRPr="006F699D">
        <w:t>"Architecture</w:t>
      </w:r>
      <w:r w:rsidR="00646BEC">
        <w:t xml:space="preserve"> </w:t>
      </w:r>
      <w:r w:rsidRPr="006F699D">
        <w:t>enhancements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facilitate</w:t>
      </w:r>
      <w:r w:rsidR="00646BEC">
        <w:t xml:space="preserve"> </w:t>
      </w:r>
      <w:r w:rsidRPr="006F699D">
        <w:t>communications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packet</w:t>
      </w:r>
      <w:r w:rsidR="00646BEC">
        <w:t xml:space="preserve"> </w:t>
      </w:r>
      <w:r w:rsidRPr="006F699D">
        <w:t>data</w:t>
      </w:r>
      <w:r w:rsidR="00646BEC">
        <w:t xml:space="preserve"> </w:t>
      </w:r>
      <w:r w:rsidRPr="006F699D">
        <w:t>networks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applications".</w:t>
      </w:r>
    </w:p>
    <w:p w14:paraId="797CFCC9" w14:textId="06C27C5C" w:rsidR="007454F5" w:rsidRPr="006F699D" w:rsidRDefault="007454F5" w:rsidP="00377BCE">
      <w:pPr>
        <w:pStyle w:val="EX"/>
      </w:pPr>
      <w:r w:rsidRPr="006F699D">
        <w:t>[25]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23.402:</w:t>
      </w:r>
      <w:r w:rsidR="00646BEC">
        <w:t xml:space="preserve"> </w:t>
      </w:r>
      <w:r w:rsidRPr="006F699D">
        <w:t>"Architecture</w:t>
      </w:r>
      <w:r w:rsidR="00646BEC">
        <w:t xml:space="preserve"> </w:t>
      </w:r>
      <w:r w:rsidRPr="006F699D">
        <w:t>enhancements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non-3GPP</w:t>
      </w:r>
      <w:r w:rsidR="00646BEC">
        <w:t xml:space="preserve"> </w:t>
      </w:r>
      <w:r w:rsidRPr="006F699D">
        <w:t>accesses".</w:t>
      </w:r>
    </w:p>
    <w:p w14:paraId="4AFA9258" w14:textId="4EBF0BB9" w:rsidR="007454F5" w:rsidRPr="006F699D" w:rsidRDefault="007454F5" w:rsidP="00377BCE">
      <w:pPr>
        <w:pStyle w:val="EX"/>
      </w:pPr>
      <w:r w:rsidRPr="006F699D">
        <w:rPr>
          <w:noProof/>
          <w:lang w:eastAsia="ko-KR"/>
        </w:rPr>
        <w:t>[26]</w:t>
      </w:r>
      <w:r w:rsidRPr="006F699D">
        <w:rPr>
          <w:noProof/>
          <w:lang w:eastAsia="ko-KR"/>
        </w:rPr>
        <w:tab/>
        <w:t>IEEE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802.11,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Part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11: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"Wireless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LAN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Medium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Access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Control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(MAC)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and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Physical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Layer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(PHY)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specifications,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IEEE</w:t>
      </w:r>
      <w:r w:rsidR="00646BEC">
        <w:rPr>
          <w:noProof/>
          <w:lang w:eastAsia="ko-KR"/>
        </w:rPr>
        <w:t xml:space="preserve"> </w:t>
      </w:r>
      <w:r w:rsidRPr="006F699D">
        <w:rPr>
          <w:noProof/>
          <w:lang w:eastAsia="ko-KR"/>
        </w:rPr>
        <w:t>Std.".</w:t>
      </w:r>
    </w:p>
    <w:p w14:paraId="09CD2665" w14:textId="6325B145" w:rsidR="007454F5" w:rsidRPr="006F699D" w:rsidRDefault="007454F5" w:rsidP="00377BCE">
      <w:pPr>
        <w:pStyle w:val="EX"/>
      </w:pPr>
      <w:r w:rsidRPr="006F699D">
        <w:t>[27]</w:t>
      </w:r>
      <w:r w:rsidRPr="006F699D">
        <w:tab/>
        <w:t>Wi-Fi</w:t>
      </w:r>
      <w:r w:rsidR="00646BEC">
        <w:t xml:space="preserve"> </w:t>
      </w:r>
      <w:r w:rsidRPr="006F699D">
        <w:t>Alliance</w:t>
      </w:r>
      <w:r w:rsidR="00646BEC">
        <w:t xml:space="preserve"> </w:t>
      </w:r>
      <w:r w:rsidRPr="006F699D">
        <w:t>Technical</w:t>
      </w:r>
      <w:r w:rsidR="00646BEC">
        <w:t xml:space="preserve"> </w:t>
      </w:r>
      <w:r w:rsidRPr="006F699D">
        <w:t>Committee,</w:t>
      </w:r>
      <w:r w:rsidR="00646BEC">
        <w:t xml:space="preserve"> </w:t>
      </w:r>
      <w:r w:rsidRPr="006F699D">
        <w:t>Hotspot</w:t>
      </w:r>
      <w:r w:rsidR="00646BEC">
        <w:t xml:space="preserve"> </w:t>
      </w:r>
      <w:r w:rsidRPr="006F699D">
        <w:t>2.0</w:t>
      </w:r>
      <w:r w:rsidR="00646BEC">
        <w:t xml:space="preserve"> </w:t>
      </w:r>
      <w:r w:rsidRPr="006F699D">
        <w:t>Technical</w:t>
      </w:r>
      <w:r w:rsidR="00646BEC">
        <w:t xml:space="preserve"> </w:t>
      </w:r>
      <w:r w:rsidRPr="006F699D">
        <w:t>Task</w:t>
      </w:r>
      <w:r w:rsidR="00646BEC">
        <w:t xml:space="preserve"> </w:t>
      </w:r>
      <w:r w:rsidRPr="006F699D">
        <w:t>Group:</w:t>
      </w:r>
      <w:r w:rsidR="00646BEC">
        <w:t xml:space="preserve"> </w:t>
      </w:r>
      <w:r w:rsidRPr="006F699D">
        <w:t>"Hotspot</w:t>
      </w:r>
      <w:r w:rsidR="00646BEC">
        <w:t xml:space="preserve"> </w:t>
      </w:r>
      <w:r w:rsidRPr="006F699D">
        <w:t>2.0</w:t>
      </w:r>
      <w:r w:rsidR="00646BEC">
        <w:t xml:space="preserve"> </w:t>
      </w:r>
      <w:r w:rsidRPr="006F699D">
        <w:t>(Release</w:t>
      </w:r>
      <w:r w:rsidR="00646BEC">
        <w:t xml:space="preserve"> </w:t>
      </w:r>
      <w:r w:rsidRPr="006F699D">
        <w:t>2)</w:t>
      </w:r>
      <w:r w:rsidR="00646BEC">
        <w:t xml:space="preserve"> </w:t>
      </w:r>
      <w:r w:rsidRPr="006F699D">
        <w:t>Technical</w:t>
      </w:r>
      <w:r w:rsidR="00646BEC">
        <w:t xml:space="preserve"> </w:t>
      </w:r>
      <w:r w:rsidRPr="006F699D">
        <w:t>Specification".</w:t>
      </w:r>
    </w:p>
    <w:p w14:paraId="1E469DCD" w14:textId="0C9B9FEB" w:rsidR="00664A93" w:rsidRPr="006F699D" w:rsidRDefault="007454F5" w:rsidP="00664A93">
      <w:pPr>
        <w:pStyle w:val="EX"/>
        <w:rPr>
          <w:rFonts w:eastAsia="Malgun Gothic"/>
          <w:lang w:eastAsia="ko-KR"/>
        </w:rPr>
      </w:pPr>
      <w:r w:rsidRPr="006F699D">
        <w:t>[28]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24.302:</w:t>
      </w:r>
      <w:r w:rsidR="00646BEC">
        <w:t xml:space="preserve"> </w:t>
      </w:r>
      <w:r w:rsidRPr="006F699D">
        <w:t>"Access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3GPP</w:t>
      </w:r>
      <w:r w:rsidR="00646BEC">
        <w:t xml:space="preserve"> </w:t>
      </w:r>
      <w:r w:rsidRPr="006F699D">
        <w:t>Evolved</w:t>
      </w:r>
      <w:r w:rsidR="00646BEC">
        <w:t xml:space="preserve"> </w:t>
      </w:r>
      <w:r w:rsidRPr="006F699D">
        <w:t>Packet</w:t>
      </w:r>
      <w:r w:rsidR="00646BEC">
        <w:t xml:space="preserve"> </w:t>
      </w:r>
      <w:r w:rsidRPr="006F699D">
        <w:t>Core</w:t>
      </w:r>
      <w:r w:rsidR="00646BEC">
        <w:t xml:space="preserve"> </w:t>
      </w:r>
      <w:r w:rsidRPr="006F699D">
        <w:t>(EPC)</w:t>
      </w:r>
      <w:r w:rsidR="00646BEC">
        <w:t xml:space="preserve"> </w:t>
      </w:r>
      <w:r w:rsidRPr="006F699D">
        <w:t>via</w:t>
      </w:r>
      <w:r w:rsidR="00646BEC">
        <w:t xml:space="preserve"> </w:t>
      </w:r>
      <w:r w:rsidRPr="006F699D">
        <w:t>non-3GPP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networks".</w:t>
      </w:r>
    </w:p>
    <w:p w14:paraId="1620824A" w14:textId="3C626670" w:rsidR="005F7558" w:rsidRPr="006F699D" w:rsidRDefault="00664A93" w:rsidP="005F7558">
      <w:pPr>
        <w:pStyle w:val="EX"/>
        <w:rPr>
          <w:lang w:eastAsia="ko-KR"/>
        </w:rPr>
      </w:pPr>
      <w:r w:rsidRPr="006F699D">
        <w:rPr>
          <w:lang w:eastAsia="ko-KR"/>
        </w:rPr>
        <w:t>[29]</w:t>
      </w:r>
      <w:r w:rsidRPr="006F699D">
        <w:rPr>
          <w:lang w:eastAsia="ko-KR"/>
        </w:rPr>
        <w:tab/>
      </w:r>
      <w:r w:rsidR="006F699D" w:rsidRPr="006F699D">
        <w:rPr>
          <w:lang w:eastAsia="ko-KR"/>
        </w:rPr>
        <w:t>3GPP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23.303: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"Proximity-based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services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(ProSe);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Stage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2".</w:t>
      </w:r>
    </w:p>
    <w:p w14:paraId="783308ED" w14:textId="65BCB876" w:rsidR="00664A93" w:rsidRPr="006F699D" w:rsidRDefault="005F7558" w:rsidP="005F7558">
      <w:pPr>
        <w:pStyle w:val="EX"/>
        <w:rPr>
          <w:lang w:eastAsia="ko-KR"/>
        </w:rPr>
      </w:pPr>
      <w:r w:rsidRPr="006F699D">
        <w:rPr>
          <w:lang w:eastAsia="ko-KR"/>
        </w:rPr>
        <w:t>[30]</w:t>
      </w:r>
      <w:r w:rsidRPr="006F699D">
        <w:rPr>
          <w:lang w:eastAsia="ko-KR"/>
        </w:rPr>
        <w:tab/>
      </w:r>
      <w:r w:rsidR="006F699D" w:rsidRPr="006F699D">
        <w:rPr>
          <w:lang w:eastAsia="ko-KR"/>
        </w:rPr>
        <w:t>3GPP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36.321: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"E-UTRA;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Medium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Access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Control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(MAC)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protocol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specification".</w:t>
      </w:r>
    </w:p>
    <w:p w14:paraId="58EA6734" w14:textId="6B41B33A" w:rsidR="00EB370B" w:rsidRPr="006F699D" w:rsidRDefault="00EB370B" w:rsidP="00EB370B">
      <w:pPr>
        <w:pStyle w:val="EX"/>
        <w:rPr>
          <w:lang w:eastAsia="ko-KR"/>
        </w:rPr>
      </w:pPr>
      <w:r w:rsidRPr="006F699D">
        <w:rPr>
          <w:lang w:eastAsia="ko-KR"/>
        </w:rPr>
        <w:t>[31]</w:t>
      </w:r>
      <w:r w:rsidRPr="006F699D">
        <w:rPr>
          <w:lang w:eastAsia="ko-KR"/>
        </w:rPr>
        <w:tab/>
      </w:r>
      <w:r w:rsidR="006F699D" w:rsidRPr="006F699D">
        <w:rPr>
          <w:lang w:eastAsia="ko-KR"/>
        </w:rPr>
        <w:t>3GPP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24.105: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"Application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specific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Congestion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control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Data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Communication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(ACDC)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Management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Object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(MO)".</w:t>
      </w:r>
    </w:p>
    <w:p w14:paraId="33862084" w14:textId="4A590B5F" w:rsidR="00772867" w:rsidRPr="006F699D" w:rsidRDefault="00EB370B" w:rsidP="00C96F87">
      <w:pPr>
        <w:pStyle w:val="EX"/>
      </w:pPr>
      <w:r w:rsidRPr="006F699D">
        <w:t>[32]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31.102:</w:t>
      </w:r>
      <w:r w:rsidR="00646BEC">
        <w:t xml:space="preserve"> </w:t>
      </w:r>
      <w:r w:rsidRPr="006F699D">
        <w:t>"Characteristics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Universal</w:t>
      </w:r>
      <w:r w:rsidR="00646BEC">
        <w:t xml:space="preserve"> </w:t>
      </w:r>
      <w:r w:rsidRPr="006F699D">
        <w:t>Subscriber</w:t>
      </w:r>
      <w:r w:rsidR="00646BEC">
        <w:t xml:space="preserve"> </w:t>
      </w:r>
      <w:r w:rsidRPr="006F699D">
        <w:t>Identity</w:t>
      </w:r>
      <w:r w:rsidR="00646BEC">
        <w:t xml:space="preserve"> </w:t>
      </w:r>
      <w:r w:rsidRPr="006F699D">
        <w:t>Module</w:t>
      </w:r>
      <w:r w:rsidR="00646BEC">
        <w:t xml:space="preserve"> </w:t>
      </w:r>
      <w:r w:rsidRPr="006F699D">
        <w:t>(USIM)</w:t>
      </w:r>
      <w:r w:rsidR="00646BEC">
        <w:t xml:space="preserve"> </w:t>
      </w:r>
      <w:r w:rsidRPr="006F699D">
        <w:t>application".</w:t>
      </w:r>
    </w:p>
    <w:p w14:paraId="3B9A2DA3" w14:textId="22C17B93" w:rsidR="007454F5" w:rsidRPr="006F699D" w:rsidRDefault="00772867" w:rsidP="00772867">
      <w:pPr>
        <w:pStyle w:val="EX"/>
      </w:pPr>
      <w:r w:rsidRPr="006F699D">
        <w:t>[33]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36.101:</w:t>
      </w:r>
      <w:r w:rsidR="00646BEC">
        <w:t xml:space="preserve"> </w:t>
      </w:r>
      <w:r w:rsidRPr="006F699D">
        <w:t>"Evolved</w:t>
      </w:r>
      <w:r w:rsidR="00646BEC">
        <w:t xml:space="preserve"> </w:t>
      </w:r>
      <w:r w:rsidRPr="006F699D">
        <w:t>Universal</w:t>
      </w:r>
      <w:r w:rsidR="00646BEC">
        <w:t xml:space="preserve"> </w:t>
      </w:r>
      <w:r w:rsidRPr="006F699D">
        <w:t>Terrestrial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(E-UTRA);</w:t>
      </w:r>
      <w:r w:rsidR="00646BEC">
        <w:t xml:space="preserve"> </w:t>
      </w:r>
      <w:r w:rsidRPr="006F699D">
        <w:t>User</w:t>
      </w:r>
      <w:r w:rsidR="00646BEC">
        <w:t xml:space="preserve"> </w:t>
      </w:r>
      <w:r w:rsidRPr="006F699D">
        <w:t>Equipment</w:t>
      </w:r>
      <w:r w:rsidR="00646BEC">
        <w:t xml:space="preserve"> </w:t>
      </w:r>
      <w:r w:rsidRPr="006F699D">
        <w:t>(UE)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transmission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reception".</w:t>
      </w:r>
    </w:p>
    <w:p w14:paraId="24D59D35" w14:textId="77777777" w:rsidR="001F03BB" w:rsidRPr="006F699D" w:rsidRDefault="00C96F87" w:rsidP="007D25B5">
      <w:pPr>
        <w:pStyle w:val="EX"/>
      </w:pPr>
      <w:r w:rsidRPr="006F699D">
        <w:t>[34]</w:t>
      </w:r>
      <w:r w:rsidRPr="006F699D">
        <w:tab/>
      </w:r>
      <w:r w:rsidR="0067122A" w:rsidRPr="006F699D">
        <w:t>Void</w:t>
      </w:r>
    </w:p>
    <w:p w14:paraId="31FCCFAC" w14:textId="5ABE28B0" w:rsidR="007D25B5" w:rsidRPr="006F699D" w:rsidRDefault="00C96F87" w:rsidP="007D25B5">
      <w:pPr>
        <w:pStyle w:val="EX"/>
        <w:rPr>
          <w:lang w:eastAsia="zh-CN"/>
        </w:rPr>
      </w:pPr>
      <w:r w:rsidRPr="006F699D">
        <w:rPr>
          <w:lang w:eastAsia="zh-CN"/>
        </w:rPr>
        <w:t>[35]</w:t>
      </w:r>
      <w:r w:rsidRPr="006F699D">
        <w:rPr>
          <w:lang w:eastAsia="zh-CN"/>
        </w:rPr>
        <w:tab/>
      </w:r>
      <w:r w:rsidR="006F699D" w:rsidRPr="006F699D">
        <w:rPr>
          <w:lang w:eastAsia="zh-CN"/>
        </w:rPr>
        <w:t>3GPP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23.003:</w:t>
      </w:r>
      <w:r w:rsidR="00646BEC">
        <w:rPr>
          <w:lang w:eastAsia="zh-CN"/>
        </w:rPr>
        <w:t xml:space="preserve"> </w:t>
      </w:r>
      <w:r w:rsidR="00F12EFF" w:rsidRPr="006F699D">
        <w:t>"</w:t>
      </w:r>
      <w:r w:rsidRPr="006F699D">
        <w:rPr>
          <w:lang w:eastAsia="zh-CN"/>
        </w:rPr>
        <w:t>Numbering,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addressing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identification</w:t>
      </w:r>
      <w:r w:rsidR="00F12EFF" w:rsidRPr="006F699D">
        <w:t>"</w:t>
      </w:r>
      <w:r w:rsidRPr="006F699D">
        <w:rPr>
          <w:lang w:eastAsia="zh-CN"/>
        </w:rPr>
        <w:t>.</w:t>
      </w:r>
    </w:p>
    <w:p w14:paraId="4AB7D605" w14:textId="2AB266AD" w:rsidR="004D6DCE" w:rsidRPr="006F699D" w:rsidRDefault="007D25B5" w:rsidP="004D6DCE">
      <w:pPr>
        <w:pStyle w:val="EX"/>
        <w:rPr>
          <w:lang w:eastAsia="zh-CN"/>
        </w:rPr>
      </w:pPr>
      <w:r w:rsidRPr="006F699D">
        <w:rPr>
          <w:lang w:eastAsia="zh-CN"/>
        </w:rPr>
        <w:t>[36]</w:t>
      </w:r>
      <w:r w:rsidRPr="006F699D">
        <w:rPr>
          <w:lang w:eastAsia="zh-CN"/>
        </w:rPr>
        <w:tab/>
      </w:r>
      <w:r w:rsidR="006F699D" w:rsidRPr="006F699D">
        <w:rPr>
          <w:lang w:eastAsia="zh-CN"/>
        </w:rPr>
        <w:t>3GPP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23.285: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"Technical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Specification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Group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System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Aspects;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Architecture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enhancements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services".</w:t>
      </w:r>
    </w:p>
    <w:p w14:paraId="099A642C" w14:textId="442ECEE6" w:rsidR="004D6DCE" w:rsidRPr="006F699D" w:rsidRDefault="004D6DCE" w:rsidP="004D6DCE">
      <w:pPr>
        <w:pStyle w:val="EX"/>
      </w:pPr>
      <w:r w:rsidRPr="006F699D">
        <w:t>[37]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38.331:</w:t>
      </w:r>
      <w:r w:rsidR="00646BEC">
        <w:t xml:space="preserve"> </w:t>
      </w:r>
      <w:r w:rsidRPr="006F699D">
        <w:t>"NR;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Resource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(RRC);</w:t>
      </w:r>
      <w:r w:rsidR="00646BEC">
        <w:t xml:space="preserve"> </w:t>
      </w:r>
      <w:r w:rsidRPr="006F699D">
        <w:t>Protocol</w:t>
      </w:r>
      <w:r w:rsidR="00646BEC">
        <w:t xml:space="preserve"> </w:t>
      </w:r>
      <w:r w:rsidRPr="006F699D">
        <w:t>specification".</w:t>
      </w:r>
    </w:p>
    <w:p w14:paraId="0301A41C" w14:textId="6FE39391" w:rsidR="00C96F87" w:rsidRPr="006F699D" w:rsidRDefault="004D6DCE" w:rsidP="007D25B5">
      <w:pPr>
        <w:pStyle w:val="EX"/>
      </w:pPr>
      <w:r w:rsidRPr="006F699D">
        <w:t>[38]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38.304:</w:t>
      </w:r>
      <w:r w:rsidR="00646BEC">
        <w:t xml:space="preserve"> </w:t>
      </w:r>
      <w:r w:rsidRPr="006F699D">
        <w:t>"New</w:t>
      </w:r>
      <w:r w:rsidR="00646BEC">
        <w:t xml:space="preserve"> </w:t>
      </w:r>
      <w:r w:rsidRPr="006F699D">
        <w:t>Generation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Network;</w:t>
      </w:r>
      <w:r w:rsidR="00646BEC">
        <w:t xml:space="preserve"> </w:t>
      </w:r>
      <w:r w:rsidRPr="006F699D">
        <w:t>User</w:t>
      </w:r>
      <w:r w:rsidR="00646BEC">
        <w:t xml:space="preserve"> </w:t>
      </w:r>
      <w:r w:rsidRPr="006F699D">
        <w:t>Equipment</w:t>
      </w:r>
      <w:r w:rsidR="00646BEC">
        <w:t xml:space="preserve"> </w:t>
      </w:r>
      <w:r w:rsidRPr="006F699D">
        <w:t>(UE)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RRC</w:t>
      </w:r>
      <w:r w:rsidR="00646BEC">
        <w:t xml:space="preserve"> </w:t>
      </w:r>
      <w:r w:rsidRPr="006F699D">
        <w:t>Inactive</w:t>
      </w:r>
      <w:r w:rsidR="00646BEC">
        <w:t xml:space="preserve"> </w:t>
      </w:r>
      <w:r w:rsidRPr="006F699D">
        <w:t>state".</w:t>
      </w:r>
    </w:p>
    <w:p w14:paraId="71017B85" w14:textId="26D67DF7" w:rsidR="00C16774" w:rsidRPr="006F699D" w:rsidRDefault="00C16774" w:rsidP="007D25B5">
      <w:pPr>
        <w:pStyle w:val="EX"/>
      </w:pPr>
      <w:r w:rsidRPr="006F699D">
        <w:t>[39]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23.501:</w:t>
      </w:r>
      <w:r w:rsidR="00646BEC">
        <w:t xml:space="preserve"> </w:t>
      </w:r>
      <w:r w:rsidRPr="006F699D">
        <w:t>"System</w:t>
      </w:r>
      <w:r w:rsidR="00646BEC">
        <w:t xml:space="preserve"> </w:t>
      </w:r>
      <w:r w:rsidRPr="006F699D">
        <w:t>Architecture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5G</w:t>
      </w:r>
      <w:r w:rsidR="00646BEC">
        <w:t xml:space="preserve"> </w:t>
      </w:r>
      <w:r w:rsidRPr="006F699D">
        <w:t>System;</w:t>
      </w:r>
      <w:r w:rsidR="00646BEC">
        <w:t xml:space="preserve"> </w:t>
      </w:r>
      <w:r w:rsidRPr="006F699D">
        <w:t>Stage</w:t>
      </w:r>
      <w:r w:rsidR="00646BEC">
        <w:t xml:space="preserve"> </w:t>
      </w:r>
      <w:r w:rsidRPr="006F699D">
        <w:t>2".</w:t>
      </w:r>
    </w:p>
    <w:p w14:paraId="6DE412F6" w14:textId="77777777" w:rsidR="0077708A" w:rsidRPr="006F699D" w:rsidRDefault="0077708A" w:rsidP="0077708A">
      <w:pPr>
        <w:pStyle w:val="EX"/>
      </w:pPr>
      <w:r w:rsidRPr="006F699D">
        <w:t>[40]</w:t>
      </w:r>
      <w:r w:rsidRPr="006F699D">
        <w:tab/>
        <w:t>Void</w:t>
      </w:r>
    </w:p>
    <w:p w14:paraId="1B8D88D0" w14:textId="27470AA6" w:rsidR="0077708A" w:rsidRPr="006F699D" w:rsidRDefault="0077708A" w:rsidP="007D25B5">
      <w:pPr>
        <w:pStyle w:val="EX"/>
      </w:pPr>
      <w:r w:rsidRPr="006F699D">
        <w:t>[41]</w:t>
      </w:r>
      <w:r w:rsidRPr="006F699D">
        <w:tab/>
      </w:r>
      <w:r w:rsidR="006F699D" w:rsidRPr="006F699D">
        <w:t>3GPP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22.261:</w:t>
      </w:r>
      <w:r w:rsidR="00646BEC">
        <w:t xml:space="preserve"> </w:t>
      </w:r>
      <w:r w:rsidRPr="006F699D">
        <w:t>"Service</w:t>
      </w:r>
      <w:r w:rsidR="00646BEC">
        <w:t xml:space="preserve"> </w:t>
      </w:r>
      <w:r w:rsidRPr="006F699D">
        <w:t>requirements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5G</w:t>
      </w:r>
      <w:r w:rsidR="00646BEC">
        <w:t xml:space="preserve"> </w:t>
      </w:r>
      <w:r w:rsidRPr="006F699D">
        <w:t>system".</w:t>
      </w:r>
    </w:p>
    <w:p w14:paraId="60EC83BE" w14:textId="7FF68B3B" w:rsidR="003072BD" w:rsidRPr="006F699D" w:rsidRDefault="003072BD" w:rsidP="00377BCE">
      <w:pPr>
        <w:pStyle w:val="Heading1"/>
      </w:pPr>
      <w:bookmarkStart w:id="12" w:name="_Toc29237865"/>
      <w:bookmarkStart w:id="13" w:name="_Toc46522982"/>
      <w:bookmarkStart w:id="14" w:name="_Toc100742560"/>
      <w:r w:rsidRPr="006F699D">
        <w:lastRenderedPageBreak/>
        <w:t>3</w:t>
      </w:r>
      <w:r w:rsidRPr="006F699D">
        <w:tab/>
        <w:t>Definitions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abbreviations</w:t>
      </w:r>
      <w:bookmarkEnd w:id="12"/>
      <w:bookmarkEnd w:id="13"/>
      <w:bookmarkEnd w:id="14"/>
    </w:p>
    <w:p w14:paraId="6C870C7A" w14:textId="77777777" w:rsidR="0098616A" w:rsidRPr="006F699D" w:rsidRDefault="0098616A" w:rsidP="00377BCE">
      <w:pPr>
        <w:pStyle w:val="Heading2"/>
      </w:pPr>
      <w:bookmarkStart w:id="15" w:name="_Toc29237866"/>
      <w:bookmarkStart w:id="16" w:name="_Toc46522983"/>
      <w:bookmarkStart w:id="17" w:name="_Toc100742561"/>
      <w:r w:rsidRPr="006F699D">
        <w:t>3.1</w:t>
      </w:r>
      <w:r w:rsidRPr="006F699D">
        <w:tab/>
        <w:t>Definitions</w:t>
      </w:r>
      <w:bookmarkEnd w:id="15"/>
      <w:bookmarkEnd w:id="16"/>
      <w:bookmarkEnd w:id="17"/>
    </w:p>
    <w:p w14:paraId="13F69936" w14:textId="0A19F649" w:rsidR="0098616A" w:rsidRPr="006F699D" w:rsidRDefault="0098616A" w:rsidP="00377BCE"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purposes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following</w:t>
      </w:r>
      <w:r w:rsidR="00646BEC">
        <w:rPr>
          <w:lang w:eastAsia="ja-JP"/>
        </w:rPr>
        <w:t xml:space="preserve"> </w:t>
      </w:r>
      <w:r w:rsidRPr="006F699D">
        <w:t>terms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definitions</w:t>
      </w:r>
      <w:r w:rsidR="00646BEC">
        <w:t xml:space="preserve"> </w:t>
      </w:r>
      <w:r w:rsidRPr="006F699D">
        <w:t>apply</w:t>
      </w:r>
      <w:r w:rsidRPr="006F699D">
        <w:rPr>
          <w:lang w:eastAsia="ja-JP"/>
        </w:rPr>
        <w:t>:</w:t>
      </w:r>
    </w:p>
    <w:p w14:paraId="76606DE0" w14:textId="0AC35647" w:rsidR="0098396C" w:rsidRPr="006F699D" w:rsidRDefault="0098396C" w:rsidP="00377BCE">
      <w:r w:rsidRPr="006F699D">
        <w:rPr>
          <w:b/>
        </w:rPr>
        <w:t>Acceptable</w:t>
      </w:r>
      <w:r w:rsidR="00646BEC">
        <w:rPr>
          <w:b/>
        </w:rPr>
        <w:t xml:space="preserve"> </w:t>
      </w:r>
      <w:r w:rsidRPr="006F699D">
        <w:rPr>
          <w:b/>
        </w:rPr>
        <w:t>Cell: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satisfies</w:t>
      </w:r>
      <w:r w:rsidR="00646BEC">
        <w:t xml:space="preserve"> </w:t>
      </w:r>
      <w:r w:rsidRPr="006F699D">
        <w:t>certain</w:t>
      </w:r>
      <w:r w:rsidR="00646BEC">
        <w:t xml:space="preserve"> </w:t>
      </w:r>
      <w:r w:rsidRPr="006F699D">
        <w:t>conditions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D92DCD" w:rsidRPr="006F699D">
        <w:t>4.3</w:t>
      </w:r>
      <w:r w:rsidRPr="006F699D">
        <w:t>.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always</w:t>
      </w:r>
      <w:r w:rsidR="00646BEC">
        <w:t xml:space="preserve"> </w:t>
      </w:r>
      <w:r w:rsidRPr="006F699D">
        <w:t>attempt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acceptable</w:t>
      </w:r>
      <w:r w:rsidR="00646BEC">
        <w:t xml:space="preserve"> </w:t>
      </w:r>
      <w:r w:rsidRPr="006F699D">
        <w:t>cell</w:t>
      </w:r>
      <w:r w:rsidR="001F4E4E" w:rsidRPr="006F699D">
        <w:t>,</w:t>
      </w:r>
      <w:r w:rsidR="00646BEC">
        <w:t xml:space="preserve"> </w:t>
      </w:r>
      <w:r w:rsidR="001F4E4E" w:rsidRPr="006F699D">
        <w:t>but</w:t>
      </w:r>
      <w:r w:rsidR="00646BEC">
        <w:t xml:space="preserve"> </w:t>
      </w:r>
      <w:r w:rsidR="001F4E4E" w:rsidRPr="006F699D">
        <w:t>restriction</w:t>
      </w:r>
      <w:r w:rsidR="00646BEC">
        <w:t xml:space="preserve"> </w:t>
      </w:r>
      <w:r w:rsidR="001F4E4E" w:rsidRPr="006F699D">
        <w:t>as</w:t>
      </w:r>
      <w:r w:rsidR="00646BEC">
        <w:t xml:space="preserve"> </w:t>
      </w:r>
      <w:r w:rsidR="001F4E4E" w:rsidRPr="006F699D">
        <w:t>in</w:t>
      </w:r>
      <w:r w:rsidR="00646BEC">
        <w:t xml:space="preserve"> </w:t>
      </w:r>
      <w:r w:rsidR="00612E9F" w:rsidRPr="006F699D">
        <w:t>5.3.3</w:t>
      </w:r>
      <w:r w:rsidR="00646BEC">
        <w:t xml:space="preserve"> </w:t>
      </w:r>
      <w:r w:rsidR="001F4E4E" w:rsidRPr="006F699D">
        <w:t>apply</w:t>
      </w:r>
      <w:r w:rsidRPr="006F699D">
        <w:t>.</w:t>
      </w:r>
    </w:p>
    <w:p w14:paraId="6C643298" w14:textId="13FE554E" w:rsidR="00F06BC7" w:rsidRPr="006F699D" w:rsidRDefault="00F06BC7" w:rsidP="00377BCE">
      <w:r w:rsidRPr="006F699D">
        <w:rPr>
          <w:b/>
        </w:rPr>
        <w:t>CSG</w:t>
      </w:r>
      <w:r w:rsidR="00646BEC">
        <w:rPr>
          <w:b/>
        </w:rPr>
        <w:t xml:space="preserve"> </w:t>
      </w:r>
      <w:r w:rsidRPr="006F699D">
        <w:rPr>
          <w:b/>
        </w:rPr>
        <w:t>Whitelist</w:t>
      </w:r>
      <w:r w:rsidRPr="006F699D">
        <w:t>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list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containing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identities</w:t>
      </w:r>
      <w:r w:rsidR="00646BEC">
        <w:t xml:space="preserve"> </w:t>
      </w:r>
      <w:r w:rsidR="002E110A" w:rsidRPr="006F699D">
        <w:t>and</w:t>
      </w:r>
      <w:r w:rsidR="00646BEC">
        <w:t xml:space="preserve"> </w:t>
      </w:r>
      <w:r w:rsidR="002E110A" w:rsidRPr="006F699D">
        <w:t>their</w:t>
      </w:r>
      <w:r w:rsidR="00646BEC">
        <w:t xml:space="preserve"> </w:t>
      </w:r>
      <w:r w:rsidR="002E110A" w:rsidRPr="006F699D">
        <w:t>associated</w:t>
      </w:r>
      <w:r w:rsidR="00646BEC">
        <w:t xml:space="preserve"> </w:t>
      </w:r>
      <w:r w:rsidR="002E110A" w:rsidRPr="006F699D">
        <w:t>PLMN</w:t>
      </w:r>
      <w:r w:rsidR="00646BEC">
        <w:t xml:space="preserve"> </w:t>
      </w:r>
      <w:r w:rsidR="002E110A" w:rsidRPr="006F699D">
        <w:t>IDs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CSGs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w</w:t>
      </w:r>
      <w:r w:rsidR="002E110A" w:rsidRPr="006F699D">
        <w:t>hich</w:t>
      </w:r>
      <w:r w:rsidR="00646BEC">
        <w:t xml:space="preserve"> </w:t>
      </w:r>
      <w:r w:rsidR="002E110A" w:rsidRPr="006F699D">
        <w:t>the</w:t>
      </w:r>
      <w:r w:rsidR="00646BEC">
        <w:t xml:space="preserve"> </w:t>
      </w:r>
      <w:r w:rsidR="002E110A" w:rsidRPr="006F699D">
        <w:t>subscriber</w:t>
      </w:r>
      <w:r w:rsidR="00646BEC">
        <w:t xml:space="preserve"> </w:t>
      </w:r>
      <w:r w:rsidR="002E110A" w:rsidRPr="006F699D">
        <w:t>belongs.</w:t>
      </w:r>
    </w:p>
    <w:p w14:paraId="5AF5D3C0" w14:textId="48AAAA4E" w:rsidR="00F06BC7" w:rsidRPr="006F699D" w:rsidRDefault="00F06BC7" w:rsidP="00377BCE">
      <w:pPr>
        <w:pStyle w:val="NO"/>
      </w:pPr>
      <w:r w:rsidRPr="006F699D">
        <w:t>NOTE:</w:t>
      </w:r>
      <w:r w:rsidRPr="006F699D">
        <w:tab/>
        <w:t>This</w:t>
      </w:r>
      <w:r w:rsidR="00646BEC">
        <w:t xml:space="preserve"> </w:t>
      </w:r>
      <w:r w:rsidRPr="006F699D">
        <w:t>list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known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Allowed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List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Rel-8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Stratum</w:t>
      </w:r>
      <w:r w:rsidR="00646BEC">
        <w:t xml:space="preserve"> </w:t>
      </w:r>
      <w:r w:rsidRPr="006F699D">
        <w:t>specifications.</w:t>
      </w:r>
    </w:p>
    <w:p w14:paraId="23C94132" w14:textId="52EE5A5B" w:rsidR="0098396C" w:rsidRPr="006F699D" w:rsidRDefault="0098396C" w:rsidP="00377BCE">
      <w:pPr>
        <w:rPr>
          <w:lang w:eastAsia="ja-JP"/>
        </w:rPr>
      </w:pPr>
      <w:r w:rsidRPr="006F699D">
        <w:rPr>
          <w:b/>
        </w:rPr>
        <w:t>Available</w:t>
      </w:r>
      <w:r w:rsidR="00646BEC">
        <w:rPr>
          <w:b/>
        </w:rPr>
        <w:t xml:space="preserve"> </w:t>
      </w:r>
      <w:r w:rsidRPr="006F699D">
        <w:rPr>
          <w:b/>
        </w:rPr>
        <w:t>PLMN(s):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PLMN(s)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found</w:t>
      </w:r>
      <w:r w:rsidR="00646BEC">
        <w:t xml:space="preserve"> </w:t>
      </w:r>
      <w:r w:rsidRPr="006F699D">
        <w:t>at</w:t>
      </w:r>
      <w:r w:rsidR="00646BEC">
        <w:t xml:space="preserve"> </w:t>
      </w:r>
      <w:r w:rsidRPr="006F699D">
        <w:t>least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read</w:t>
      </w:r>
      <w:r w:rsidR="00646BEC">
        <w:t xml:space="preserve"> </w:t>
      </w:r>
      <w:r w:rsidRPr="006F699D">
        <w:t>its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identity(ies).</w:t>
      </w:r>
    </w:p>
    <w:p w14:paraId="7AD6E9D6" w14:textId="581F5A8A" w:rsidR="0098396C" w:rsidRPr="006F699D" w:rsidRDefault="0098396C" w:rsidP="00377BCE">
      <w:pPr>
        <w:rPr>
          <w:lang w:eastAsia="ja-JP"/>
        </w:rPr>
      </w:pPr>
      <w:r w:rsidRPr="006F699D">
        <w:rPr>
          <w:b/>
        </w:rPr>
        <w:t>Barred</w:t>
      </w:r>
      <w:r w:rsidR="00646BEC">
        <w:rPr>
          <w:b/>
        </w:rPr>
        <w:t xml:space="preserve"> </w:t>
      </w:r>
      <w:r w:rsidRPr="006F699D">
        <w:rPr>
          <w:b/>
        </w:rPr>
        <w:t>Cell</w:t>
      </w:r>
      <w:r w:rsidRPr="006F699D">
        <w:t>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allowed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on.</w:t>
      </w:r>
    </w:p>
    <w:p w14:paraId="21D5AC4F" w14:textId="08A42EC5" w:rsidR="0098396C" w:rsidRPr="006F699D" w:rsidRDefault="0098396C" w:rsidP="00377BCE">
      <w:pPr>
        <w:rPr>
          <w:lang w:eastAsia="ja-JP"/>
        </w:rPr>
      </w:pPr>
      <w:r w:rsidRPr="006F699D">
        <w:rPr>
          <w:b/>
        </w:rPr>
        <w:t>Camped</w:t>
      </w:r>
      <w:r w:rsidR="00646BEC">
        <w:rPr>
          <w:b/>
        </w:rPr>
        <w:t xml:space="preserve"> </w:t>
      </w:r>
      <w:r w:rsidRPr="006F699D">
        <w:rPr>
          <w:b/>
        </w:rPr>
        <w:t>on</w:t>
      </w:r>
      <w:r w:rsidR="00646BEC">
        <w:rPr>
          <w:b/>
        </w:rPr>
        <w:t xml:space="preserve"> </w:t>
      </w:r>
      <w:r w:rsidRPr="006F699D">
        <w:rPr>
          <w:b/>
        </w:rPr>
        <w:t>a</w:t>
      </w:r>
      <w:r w:rsidR="00646BEC">
        <w:rPr>
          <w:b/>
        </w:rPr>
        <w:t xml:space="preserve"> </w:t>
      </w:r>
      <w:r w:rsidRPr="006F699D">
        <w:rPr>
          <w:b/>
        </w:rPr>
        <w:t>cell: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completed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selection/reselection</w:t>
      </w:r>
      <w:r w:rsidR="00646BEC">
        <w:t xml:space="preserve"> </w:t>
      </w:r>
      <w:r w:rsidRPr="006F699D">
        <w:t>process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chosen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monitors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(in</w:t>
      </w:r>
      <w:r w:rsidR="00646BEC">
        <w:t xml:space="preserve"> </w:t>
      </w:r>
      <w:r w:rsidRPr="006F699D">
        <w:t>most</w:t>
      </w:r>
      <w:r w:rsidR="00646BEC">
        <w:t xml:space="preserve"> </w:t>
      </w:r>
      <w:r w:rsidRPr="006F699D">
        <w:t>cases)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information.</w:t>
      </w:r>
    </w:p>
    <w:p w14:paraId="1D400607" w14:textId="27BBFBEA" w:rsidR="0098396C" w:rsidRPr="006F699D" w:rsidRDefault="0098396C" w:rsidP="00377BCE">
      <w:r w:rsidRPr="006F699D">
        <w:rPr>
          <w:b/>
        </w:rPr>
        <w:t>Camped</w:t>
      </w:r>
      <w:r w:rsidR="00646BEC">
        <w:rPr>
          <w:b/>
        </w:rPr>
        <w:t xml:space="preserve"> </w:t>
      </w:r>
      <w:r w:rsidRPr="006F699D">
        <w:rPr>
          <w:b/>
        </w:rPr>
        <w:t>on</w:t>
      </w:r>
      <w:r w:rsidR="00646BEC">
        <w:rPr>
          <w:b/>
        </w:rPr>
        <w:t xml:space="preserve"> </w:t>
      </w:r>
      <w:r w:rsidRPr="006F699D">
        <w:rPr>
          <w:b/>
        </w:rPr>
        <w:t>any</w:t>
      </w:r>
      <w:r w:rsidR="00646BEC">
        <w:rPr>
          <w:b/>
        </w:rPr>
        <w:t xml:space="preserve"> </w:t>
      </w:r>
      <w:r w:rsidRPr="006F699D">
        <w:rPr>
          <w:b/>
        </w:rPr>
        <w:t>cell</w:t>
      </w:r>
      <w:r w:rsidRPr="006F699D">
        <w:t>: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completed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selection/reselection</w:t>
      </w:r>
      <w:r w:rsidR="00646BEC">
        <w:t xml:space="preserve"> </w:t>
      </w:r>
      <w:r w:rsidRPr="006F699D">
        <w:t>process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chosen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irrespective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identity.</w:t>
      </w:r>
    </w:p>
    <w:p w14:paraId="3C33FE47" w14:textId="45F050E9" w:rsidR="00911536" w:rsidRPr="006F699D" w:rsidRDefault="00BD4A06" w:rsidP="00911536">
      <w:r w:rsidRPr="006F699D">
        <w:rPr>
          <w:b/>
          <w:bCs/>
        </w:rPr>
        <w:t>Closed</w:t>
      </w:r>
      <w:r w:rsidR="00646BEC">
        <w:rPr>
          <w:b/>
          <w:bCs/>
        </w:rPr>
        <w:t xml:space="preserve"> </w:t>
      </w:r>
      <w:r w:rsidRPr="006F699D">
        <w:rPr>
          <w:b/>
          <w:bCs/>
        </w:rPr>
        <w:t>Subscriber</w:t>
      </w:r>
      <w:r w:rsidR="00646BEC">
        <w:rPr>
          <w:b/>
          <w:bCs/>
        </w:rPr>
        <w:t xml:space="preserve"> </w:t>
      </w:r>
      <w:r w:rsidRPr="006F699D">
        <w:rPr>
          <w:b/>
          <w:bCs/>
        </w:rPr>
        <w:t>Group</w:t>
      </w:r>
      <w:r w:rsidR="00646BEC">
        <w:rPr>
          <w:b/>
          <w:bCs/>
        </w:rPr>
        <w:t xml:space="preserve"> </w:t>
      </w:r>
      <w:r w:rsidRPr="006F699D">
        <w:rPr>
          <w:b/>
          <w:bCs/>
        </w:rPr>
        <w:t>(CSG):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rPr>
          <w:rFonts w:eastAsia="SimSun"/>
          <w:lang w:eastAsia="zh-CN"/>
        </w:rPr>
        <w:t>C</w:t>
      </w:r>
      <w:r w:rsidRPr="006F699D">
        <w:t>losed</w:t>
      </w:r>
      <w:r w:rsidR="00646BEC">
        <w:t xml:space="preserve"> </w:t>
      </w:r>
      <w:r w:rsidRPr="006F699D">
        <w:rPr>
          <w:rFonts w:eastAsia="SimSun"/>
          <w:lang w:eastAsia="zh-CN"/>
        </w:rPr>
        <w:t>S</w:t>
      </w:r>
      <w:r w:rsidRPr="006F699D">
        <w:t>ubscriber</w:t>
      </w:r>
      <w:r w:rsidR="00646BEC">
        <w:t xml:space="preserve"> </w:t>
      </w:r>
      <w:r w:rsidRPr="006F699D">
        <w:rPr>
          <w:rFonts w:eastAsia="SimSun"/>
          <w:lang w:eastAsia="zh-CN"/>
        </w:rPr>
        <w:t>G</w:t>
      </w:r>
      <w:r w:rsidRPr="006F699D">
        <w:t>roup</w:t>
      </w:r>
      <w:r w:rsidR="00646BEC">
        <w:t xml:space="preserve"> </w:t>
      </w:r>
      <w:r w:rsidRPr="006F699D">
        <w:t>identifies</w:t>
      </w:r>
      <w:r w:rsidR="00646BEC">
        <w:t xml:space="preserve"> </w:t>
      </w:r>
      <w:r w:rsidRPr="006F699D">
        <w:t>subscribers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operator</w:t>
      </w:r>
      <w:r w:rsidR="00646BEC">
        <w:t xml:space="preserve"> </w:t>
      </w:r>
      <w:r w:rsidRPr="006F699D">
        <w:t>who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permitted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but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have</w:t>
      </w:r>
      <w:r w:rsidR="00646BEC">
        <w:t xml:space="preserve"> </w:t>
      </w:r>
      <w:r w:rsidRPr="006F699D">
        <w:t>restricted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(CSG</w:t>
      </w:r>
      <w:r w:rsidR="00646BEC">
        <w:t xml:space="preserve"> </w:t>
      </w:r>
      <w:r w:rsidRPr="006F699D">
        <w:t>cells).</w:t>
      </w:r>
    </w:p>
    <w:p w14:paraId="31AECB6D" w14:textId="6AB1F1DF" w:rsidR="00BD4A06" w:rsidRPr="006F699D" w:rsidRDefault="00911536" w:rsidP="00911536">
      <w:r w:rsidRPr="006F699D">
        <w:rPr>
          <w:b/>
        </w:rPr>
        <w:t>CN</w:t>
      </w:r>
      <w:r w:rsidR="00646BEC">
        <w:rPr>
          <w:b/>
        </w:rPr>
        <w:t xml:space="preserve"> </w:t>
      </w:r>
      <w:r w:rsidRPr="006F699D">
        <w:rPr>
          <w:b/>
        </w:rPr>
        <w:t>type: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type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core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connectivity</w:t>
      </w:r>
      <w:r w:rsidR="00646BEC">
        <w:t xml:space="preserve"> </w:t>
      </w:r>
      <w:r w:rsidRPr="006F699D">
        <w:t>supported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either</w:t>
      </w:r>
      <w:r w:rsidR="00646BEC">
        <w:t xml:space="preserve"> </w:t>
      </w:r>
      <w:r w:rsidRPr="006F699D">
        <w:t>EPC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5GC.</w:t>
      </w:r>
    </w:p>
    <w:p w14:paraId="19BEE214" w14:textId="54DA5083" w:rsidR="00EE2BB8" w:rsidRPr="006F699D" w:rsidRDefault="00EE2BB8" w:rsidP="00377BCE">
      <w:r w:rsidRPr="006F699D">
        <w:rPr>
          <w:b/>
        </w:rPr>
        <w:t>Commercial</w:t>
      </w:r>
      <w:r w:rsidR="00646BEC">
        <w:rPr>
          <w:b/>
        </w:rPr>
        <w:t xml:space="preserve"> </w:t>
      </w:r>
      <w:r w:rsidRPr="006F699D">
        <w:rPr>
          <w:b/>
        </w:rPr>
        <w:t>Mobile</w:t>
      </w:r>
      <w:r w:rsidR="00646BEC">
        <w:rPr>
          <w:b/>
        </w:rPr>
        <w:t xml:space="preserve"> </w:t>
      </w:r>
      <w:r w:rsidRPr="006F699D">
        <w:rPr>
          <w:b/>
        </w:rPr>
        <w:t>Alert</w:t>
      </w:r>
      <w:r w:rsidR="00646BEC">
        <w:rPr>
          <w:b/>
        </w:rPr>
        <w:t xml:space="preserve"> </w:t>
      </w:r>
      <w:r w:rsidRPr="006F699D">
        <w:rPr>
          <w:b/>
        </w:rPr>
        <w:t>System:</w:t>
      </w:r>
      <w:r w:rsidR="00646BEC">
        <w:t xml:space="preserve"> </w:t>
      </w:r>
      <w:r w:rsidRPr="006F699D">
        <w:t>Public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delivers</w:t>
      </w:r>
      <w:r w:rsidR="00646BEC">
        <w:t xml:space="preserve"> </w:t>
      </w:r>
      <w:r w:rsidRPr="006F699D">
        <w:rPr>
          <w:i/>
        </w:rPr>
        <w:t>Warning</w:t>
      </w:r>
      <w:r w:rsidR="00646BEC">
        <w:rPr>
          <w:i/>
        </w:rPr>
        <w:t xml:space="preserve"> </w:t>
      </w:r>
      <w:r w:rsidRPr="006F699D">
        <w:rPr>
          <w:i/>
        </w:rPr>
        <w:t>Notifications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rPr>
          <w:i/>
        </w:rPr>
        <w:t>Warning</w:t>
      </w:r>
      <w:r w:rsidR="00646BEC">
        <w:rPr>
          <w:i/>
        </w:rPr>
        <w:t xml:space="preserve"> </w:t>
      </w:r>
      <w:r w:rsidRPr="006F699D">
        <w:rPr>
          <w:i/>
        </w:rPr>
        <w:t>Notification</w:t>
      </w:r>
      <w:r w:rsidR="00646BEC">
        <w:rPr>
          <w:i/>
        </w:rPr>
        <w:t xml:space="preserve"> </w:t>
      </w:r>
      <w:r w:rsidRPr="006F699D">
        <w:rPr>
          <w:i/>
        </w:rPr>
        <w:t>Providers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CMAS</w:t>
      </w:r>
      <w:r w:rsidR="00646BEC">
        <w:t xml:space="preserve"> </w:t>
      </w:r>
      <w:r w:rsidRPr="006F699D">
        <w:t>capable</w:t>
      </w:r>
      <w:r w:rsidR="00646BEC">
        <w:t xml:space="preserve"> </w:t>
      </w:r>
      <w:r w:rsidRPr="006F699D">
        <w:t>UEs.</w:t>
      </w:r>
    </w:p>
    <w:p w14:paraId="4AF3C5B3" w14:textId="51F634F0" w:rsidR="000D5C8A" w:rsidRPr="006F699D" w:rsidRDefault="000D5C8A" w:rsidP="00377BCE">
      <w:smartTag w:uri="urn:schemas-microsoft-com:office:smarttags" w:element="stockticker">
        <w:r w:rsidRPr="006F699D">
          <w:rPr>
            <w:b/>
            <w:bCs/>
          </w:rPr>
          <w:t>CSG</w:t>
        </w:r>
      </w:smartTag>
      <w:r w:rsidR="00646BEC">
        <w:rPr>
          <w:b/>
          <w:bCs/>
        </w:rPr>
        <w:t xml:space="preserve"> </w:t>
      </w:r>
      <w:r w:rsidRPr="006F699D">
        <w:rPr>
          <w:b/>
          <w:bCs/>
        </w:rPr>
        <w:t>cell:</w:t>
      </w:r>
      <w:r w:rsidR="00646BEC">
        <w:rPr>
          <w:b/>
          <w:bCs/>
        </w:rPr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broadcasting</w:t>
      </w:r>
      <w:r w:rsidR="00646BEC">
        <w:t xml:space="preserve"> </w:t>
      </w:r>
      <w:r w:rsidR="00E400C8" w:rsidRPr="006F699D">
        <w:t>a</w:t>
      </w:r>
      <w:r w:rsidR="00646BEC">
        <w:t xml:space="preserve"> </w:t>
      </w:r>
      <w:r w:rsidR="00E400C8" w:rsidRPr="006F699D">
        <w:t>CSG</w:t>
      </w:r>
      <w:r w:rsidR="00646BEC">
        <w:t xml:space="preserve"> </w:t>
      </w:r>
      <w:r w:rsidR="00E400C8" w:rsidRPr="006F699D">
        <w:t>indication</w:t>
      </w:r>
      <w:r w:rsidR="00646BEC">
        <w:t xml:space="preserve"> </w:t>
      </w:r>
      <w:r w:rsidR="00E400C8" w:rsidRPr="006F699D">
        <w:t>that</w:t>
      </w:r>
      <w:r w:rsidR="00646BEC">
        <w:t xml:space="preserve"> </w:t>
      </w:r>
      <w:r w:rsidR="00E400C8" w:rsidRPr="006F699D">
        <w:t>is</w:t>
      </w:r>
      <w:r w:rsidR="00646BEC">
        <w:t xml:space="preserve"> </w:t>
      </w:r>
      <w:r w:rsidR="00E400C8" w:rsidRPr="006F699D">
        <w:t>set</w:t>
      </w:r>
      <w:r w:rsidR="00646BEC">
        <w:t xml:space="preserve"> </w:t>
      </w:r>
      <w:r w:rsidR="00E400C8" w:rsidRPr="006F699D">
        <w:t>to</w:t>
      </w:r>
      <w:r w:rsidR="00646BEC">
        <w:t xml:space="preserve"> </w:t>
      </w:r>
      <w:r w:rsidR="00E400C8" w:rsidRPr="006F699D">
        <w:t>TRUE</w:t>
      </w:r>
      <w:r w:rsidR="00646BEC">
        <w:t xml:space="preserve"> </w:t>
      </w:r>
      <w:r w:rsidR="00E400C8" w:rsidRPr="006F699D">
        <w:t>and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specific</w:t>
      </w:r>
      <w:r w:rsidR="00646BEC">
        <w:t xml:space="preserve"> </w:t>
      </w:r>
      <w:smartTag w:uri="urn:schemas-microsoft-com:office:smarttags" w:element="stockticker">
        <w:r w:rsidRPr="006F699D">
          <w:t>CSG</w:t>
        </w:r>
      </w:smartTag>
      <w:r w:rsidR="00646BEC">
        <w:t xml:space="preserve"> </w:t>
      </w:r>
      <w:r w:rsidR="002E110A" w:rsidRPr="006F699D">
        <w:t>identity.</w:t>
      </w:r>
    </w:p>
    <w:p w14:paraId="04F432DB" w14:textId="208A3C9F" w:rsidR="000D5C8A" w:rsidRPr="006F699D" w:rsidRDefault="000D5C8A" w:rsidP="00377BCE">
      <w:smartTag w:uri="urn:schemas-microsoft-com:office:smarttags" w:element="stockticker">
        <w:r w:rsidRPr="006F699D">
          <w:rPr>
            <w:b/>
            <w:bCs/>
          </w:rPr>
          <w:t>CSG</w:t>
        </w:r>
      </w:smartTag>
      <w:r w:rsidR="00646BEC">
        <w:rPr>
          <w:b/>
          <w:bCs/>
        </w:rPr>
        <w:t xml:space="preserve"> </w:t>
      </w:r>
      <w:r w:rsidRPr="006F699D">
        <w:rPr>
          <w:b/>
          <w:bCs/>
        </w:rPr>
        <w:t>identity:</w:t>
      </w:r>
      <w:r w:rsidR="00646BEC">
        <w:t xml:space="preserve"> </w:t>
      </w:r>
      <w:r w:rsidRPr="006F699D">
        <w:t>An</w:t>
      </w:r>
      <w:r w:rsidR="00646BEC">
        <w:t xml:space="preserve"> </w:t>
      </w:r>
      <w:r w:rsidR="00BD4A06" w:rsidRPr="006F699D">
        <w:t>identifier</w:t>
      </w:r>
      <w:r w:rsidR="00646BEC">
        <w:t xml:space="preserve"> </w:t>
      </w:r>
      <w:r w:rsidRPr="006F699D">
        <w:t>broadcast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a</w:t>
      </w:r>
      <w:r w:rsidR="00646BEC">
        <w:t xml:space="preserve"> </w:t>
      </w:r>
      <w:smartTag w:uri="urn:schemas-microsoft-com:office:smarttags" w:element="stockticker">
        <w:r w:rsidRPr="006F699D">
          <w:t>CSG</w:t>
        </w:r>
      </w:smartTag>
      <w:r w:rsidR="00646BEC">
        <w:t xml:space="preserve"> </w:t>
      </w:r>
      <w:r w:rsidR="004A673A" w:rsidRPr="006F699D">
        <w:t>or</w:t>
      </w:r>
      <w:r w:rsidR="00646BEC">
        <w:t xml:space="preserve"> </w:t>
      </w:r>
      <w:r w:rsidR="004A673A" w:rsidRPr="006F699D">
        <w:t>hybrid</w:t>
      </w:r>
      <w:r w:rsidR="00646BEC">
        <w:t xml:space="preserve"> </w:t>
      </w:r>
      <w:r w:rsidR="004A673A" w:rsidRPr="006F699D">
        <w:t>cell/cells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facilitate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authorised</w:t>
      </w:r>
      <w:r w:rsidR="00646BEC">
        <w:t xml:space="preserve"> </w:t>
      </w:r>
      <w:r w:rsidRPr="006F699D">
        <w:t>members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associated</w:t>
      </w:r>
      <w:r w:rsidR="00646BEC">
        <w:t xml:space="preserve"> </w:t>
      </w:r>
      <w:r w:rsidRPr="006F699D">
        <w:t>Closed</w:t>
      </w:r>
      <w:r w:rsidR="00646BEC">
        <w:t xml:space="preserve"> </w:t>
      </w:r>
      <w:r w:rsidRPr="006F699D">
        <w:t>Subscriber</w:t>
      </w:r>
      <w:r w:rsidR="00646BEC">
        <w:t xml:space="preserve"> </w:t>
      </w:r>
      <w:r w:rsidRPr="006F699D">
        <w:t>Group.</w:t>
      </w:r>
    </w:p>
    <w:p w14:paraId="274FB255" w14:textId="0A9F81E4" w:rsidR="00BB3D4C" w:rsidRPr="006F699D" w:rsidRDefault="00BB3D4C" w:rsidP="00377BCE">
      <w:r w:rsidRPr="006F699D">
        <w:rPr>
          <w:b/>
        </w:rPr>
        <w:t>CSG</w:t>
      </w:r>
      <w:r w:rsidR="00646BEC">
        <w:rPr>
          <w:b/>
        </w:rPr>
        <w:t xml:space="preserve"> </w:t>
      </w:r>
      <w:r w:rsidRPr="006F699D">
        <w:rPr>
          <w:b/>
        </w:rPr>
        <w:t>member</w:t>
      </w:r>
      <w:r w:rsidR="00646BEC">
        <w:rPr>
          <w:b/>
        </w:rPr>
        <w:t xml:space="preserve"> </w:t>
      </w:r>
      <w:r w:rsidRPr="006F699D">
        <w:rPr>
          <w:b/>
        </w:rPr>
        <w:t>cell: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broadcasting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identity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selected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PLMN,</w:t>
      </w:r>
      <w:r w:rsidR="00646BEC">
        <w:rPr>
          <w:lang w:eastAsia="ja-JP"/>
        </w:rPr>
        <w:t xml:space="preserve"> </w:t>
      </w:r>
      <w:r w:rsidRPr="006F699D">
        <w:rPr>
          <w:lang w:eastAsia="zh-CN"/>
        </w:rPr>
        <w:t>r</w:t>
      </w:r>
      <w:r w:rsidRPr="006F699D">
        <w:t>egistered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rPr>
          <w:lang w:eastAsia="zh-CN"/>
        </w:rPr>
        <w:t>e</w:t>
      </w:r>
      <w:r w:rsidRPr="006F699D">
        <w:t>quivalent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t>CSG</w:t>
      </w:r>
      <w:r w:rsidR="00646BEC">
        <w:t xml:space="preserve"> </w:t>
      </w:r>
      <w:r w:rsidRPr="006F699D">
        <w:t>whitelist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485D58" w:rsidRPr="006F699D">
        <w:t>cludes</w:t>
      </w:r>
      <w:r w:rsidR="00646BEC">
        <w:t xml:space="preserve"> </w:t>
      </w:r>
      <w:r w:rsidR="00485D58" w:rsidRPr="006F699D">
        <w:t>an</w:t>
      </w:r>
      <w:r w:rsidR="00646BEC">
        <w:t xml:space="preserve"> </w:t>
      </w:r>
      <w:r w:rsidR="00485D58" w:rsidRPr="006F699D">
        <w:t>entry</w:t>
      </w:r>
      <w:r w:rsidR="00646BEC">
        <w:t xml:space="preserve"> </w:t>
      </w:r>
      <w:r w:rsidR="00485D58" w:rsidRPr="006F699D">
        <w:t>comprising</w:t>
      </w:r>
      <w:r w:rsidR="00646BEC">
        <w:t xml:space="preserve"> </w:t>
      </w:r>
      <w:r w:rsidR="00485D58" w:rsidRPr="006F699D">
        <w:t>cell'</w:t>
      </w:r>
      <w:r w:rsidRPr="006F699D">
        <w:t>s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ID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respective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identity.</w:t>
      </w:r>
    </w:p>
    <w:p w14:paraId="37793840" w14:textId="26D3F5E4" w:rsidR="00FC4011" w:rsidRPr="006F699D" w:rsidRDefault="0098396C" w:rsidP="00FC4011">
      <w:r w:rsidRPr="006F699D">
        <w:rPr>
          <w:b/>
        </w:rPr>
        <w:t>DRX</w:t>
      </w:r>
      <w:r w:rsidR="00646BEC">
        <w:rPr>
          <w:b/>
        </w:rPr>
        <w:t xml:space="preserve"> </w:t>
      </w:r>
      <w:r w:rsidRPr="006F699D">
        <w:rPr>
          <w:b/>
        </w:rPr>
        <w:t>cycle:</w:t>
      </w:r>
      <w:r w:rsidR="00646BEC">
        <w:t xml:space="preserve"> </w:t>
      </w:r>
      <w:r w:rsidRPr="006F699D">
        <w:t>Individual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monitoring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Occasion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specific</w:t>
      </w:r>
      <w:r w:rsidR="00646BEC">
        <w:t xml:space="preserve"> </w:t>
      </w:r>
      <w:r w:rsidRPr="006F699D">
        <w:t>UE.</w:t>
      </w:r>
    </w:p>
    <w:p w14:paraId="406FD321" w14:textId="1510DA21" w:rsidR="0098396C" w:rsidRPr="006F699D" w:rsidRDefault="00FC4011" w:rsidP="00FC4011">
      <w:r w:rsidRPr="006F699D">
        <w:rPr>
          <w:b/>
        </w:rPr>
        <w:t>eDRX</w:t>
      </w:r>
      <w:r w:rsidR="00646BEC">
        <w:rPr>
          <w:b/>
        </w:rPr>
        <w:t xml:space="preserve"> </w:t>
      </w:r>
      <w:r w:rsidRPr="006F699D">
        <w:rPr>
          <w:b/>
        </w:rPr>
        <w:t>cycle: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first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Occasions</w:t>
      </w:r>
      <w:r w:rsidR="00646BEC">
        <w:t xml:space="preserve"> </w:t>
      </w:r>
      <w:r w:rsidRPr="006F699D">
        <w:t>occurring</w:t>
      </w:r>
      <w:r w:rsidR="00646BEC">
        <w:t xml:space="preserve"> </w:t>
      </w:r>
      <w:r w:rsidRPr="006F699D">
        <w:t>after</w:t>
      </w:r>
      <w:r w:rsidR="00646BEC">
        <w:t xml:space="preserve"> </w:t>
      </w:r>
      <w:r w:rsidRPr="006F699D">
        <w:t>successive</w:t>
      </w:r>
      <w:r w:rsidR="00646BEC">
        <w:t xml:space="preserve"> </w:t>
      </w:r>
      <w:r w:rsidRPr="006F699D">
        <w:t>extended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periods.</w:t>
      </w:r>
    </w:p>
    <w:p w14:paraId="1D0377B3" w14:textId="5C019993" w:rsidR="00F12EFF" w:rsidRPr="006F699D" w:rsidRDefault="00F12EFF" w:rsidP="00F12EFF">
      <w:pPr>
        <w:rPr>
          <w:b/>
        </w:rPr>
      </w:pPr>
      <w:r w:rsidRPr="006F699D">
        <w:rPr>
          <w:b/>
        </w:rPr>
        <w:t>eCall</w:t>
      </w:r>
      <w:r w:rsidR="00646BEC">
        <w:rPr>
          <w:b/>
        </w:rPr>
        <w:t xml:space="preserve"> </w:t>
      </w:r>
      <w:r w:rsidRPr="006F699D">
        <w:rPr>
          <w:b/>
        </w:rPr>
        <w:t>Only</w:t>
      </w:r>
      <w:r w:rsidR="00646BEC">
        <w:rPr>
          <w:b/>
        </w:rPr>
        <w:t xml:space="preserve"> </w:t>
      </w:r>
      <w:r w:rsidRPr="006F699D">
        <w:rPr>
          <w:b/>
        </w:rPr>
        <w:t>Mode: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configuration</w:t>
      </w:r>
      <w:r w:rsidR="00646BEC">
        <w:t xml:space="preserve"> </w:t>
      </w:r>
      <w:r w:rsidRPr="006F699D">
        <w:t>option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allows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attach</w:t>
      </w:r>
      <w:r w:rsidR="00646BEC">
        <w:t xml:space="preserve"> </w:t>
      </w:r>
      <w:r w:rsidRPr="006F699D">
        <w:t>at</w:t>
      </w:r>
      <w:r w:rsidR="00646BEC">
        <w:t xml:space="preserve"> </w:t>
      </w:r>
      <w:r w:rsidRPr="006F699D">
        <w:t>EPS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register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IMS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eCall</w:t>
      </w:r>
      <w:r w:rsidR="00646BEC">
        <w:t xml:space="preserve"> </w:t>
      </w:r>
      <w:r w:rsidRPr="006F699D">
        <w:t>Over</w:t>
      </w:r>
      <w:r w:rsidR="00646BEC">
        <w:t xml:space="preserve"> </w:t>
      </w:r>
      <w:r w:rsidRPr="006F699D">
        <w:t>IMS,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non-emergency</w:t>
      </w:r>
      <w:r w:rsidR="00646BEC">
        <w:rPr>
          <w:b/>
        </w:rPr>
        <w:t xml:space="preserve"> </w:t>
      </w:r>
      <w:r w:rsidRPr="006F699D">
        <w:t>IMS</w:t>
      </w:r>
      <w:r w:rsidR="00646BEC">
        <w:t xml:space="preserve"> </w:t>
      </w:r>
      <w:r w:rsidRPr="006F699D">
        <w:t>call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test</w:t>
      </w:r>
      <w:r w:rsidR="00646BEC">
        <w:t xml:space="preserve"> </w:t>
      </w:r>
      <w:r w:rsidRPr="006F699D">
        <w:t>and/or</w:t>
      </w:r>
      <w:r w:rsidR="00646BEC">
        <w:t xml:space="preserve"> </w:t>
      </w:r>
      <w:r w:rsidRPr="006F699D">
        <w:t>terminal</w:t>
      </w:r>
      <w:r w:rsidR="00646BEC">
        <w:t xml:space="preserve"> </w:t>
      </w:r>
      <w:r w:rsidRPr="006F699D">
        <w:t>reconfiguration</w:t>
      </w:r>
      <w:r w:rsidR="00646BEC">
        <w:t xml:space="preserve"> </w:t>
      </w:r>
      <w:r w:rsidRPr="006F699D">
        <w:t>services.</w:t>
      </w:r>
    </w:p>
    <w:p w14:paraId="2913D848" w14:textId="71873DC3" w:rsidR="00D24054" w:rsidRPr="006F699D" w:rsidRDefault="00D24054" w:rsidP="00377BCE">
      <w:r w:rsidRPr="006F699D">
        <w:rPr>
          <w:b/>
        </w:rPr>
        <w:t>EHPLMN:</w:t>
      </w:r>
      <w:r w:rsidR="00646BEC">
        <w:rPr>
          <w:b/>
        </w:rPr>
        <w:t xml:space="preserve"> </w:t>
      </w:r>
      <w:r w:rsidRPr="006F699D">
        <w:t>Any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entries</w:t>
      </w:r>
      <w:r w:rsidR="00646BEC">
        <w:t xml:space="preserve"> </w:t>
      </w:r>
      <w:r w:rsidRPr="006F699D">
        <w:t>contained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Equivalent</w:t>
      </w:r>
      <w:r w:rsidR="00646BEC">
        <w:t xml:space="preserve"> </w:t>
      </w:r>
      <w:r w:rsidRPr="006F699D">
        <w:t>HPLMN</w:t>
      </w:r>
      <w:r w:rsidR="00646BEC">
        <w:t xml:space="preserve"> </w:t>
      </w:r>
      <w:r w:rsidRPr="006F699D">
        <w:t>list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Pr="006F699D">
        <w:t>.</w:t>
      </w:r>
    </w:p>
    <w:p w14:paraId="795D1C38" w14:textId="4A76D635" w:rsidR="002D6B9F" w:rsidRPr="006F699D" w:rsidRDefault="002D6B9F" w:rsidP="00377BCE">
      <w:r w:rsidRPr="006F699D">
        <w:rPr>
          <w:b/>
        </w:rPr>
        <w:t>Equivalent</w:t>
      </w:r>
      <w:r w:rsidR="00646BEC">
        <w:rPr>
          <w:b/>
        </w:rPr>
        <w:t xml:space="preserve"> </w:t>
      </w:r>
      <w:r w:rsidRPr="006F699D">
        <w:rPr>
          <w:b/>
        </w:rPr>
        <w:t>PLMN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list</w:t>
      </w:r>
      <w:r w:rsidRPr="006F699D">
        <w:rPr>
          <w:b/>
        </w:rPr>
        <w:t>:</w:t>
      </w:r>
      <w:r w:rsidR="00646BEC">
        <w:rPr>
          <w:b/>
        </w:rPr>
        <w:t xml:space="preserve"> </w:t>
      </w:r>
      <w:r w:rsidRPr="006F699D">
        <w:rPr>
          <w:lang w:eastAsia="ja-JP"/>
        </w:rPr>
        <w:t>List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t>PLMN</w:t>
      </w:r>
      <w:r w:rsidRPr="006F699D">
        <w:rPr>
          <w:lang w:eastAsia="ja-JP"/>
        </w:rPr>
        <w:t>s</w:t>
      </w:r>
      <w:r w:rsidR="00646BEC">
        <w:t xml:space="preserve"> </w:t>
      </w:r>
      <w:r w:rsidRPr="006F699D">
        <w:t>considered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equivalent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selection,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reselection,</w:t>
      </w:r>
      <w:r w:rsidR="00646BEC">
        <w:t xml:space="preserve"> </w:t>
      </w:r>
      <w:r w:rsidRPr="006F699D">
        <w:rPr>
          <w:rFonts w:eastAsia="Malgun Gothic"/>
          <w:lang w:eastAsia="ko-KR"/>
        </w:rPr>
        <w:t>and</w:t>
      </w:r>
      <w:r w:rsidR="00646BEC">
        <w:rPr>
          <w:rFonts w:eastAsia="Malgun Gothic"/>
          <w:lang w:eastAsia="ko-KR"/>
        </w:rPr>
        <w:t xml:space="preserve"> </w:t>
      </w:r>
      <w:r w:rsidRPr="006F699D">
        <w:t>handover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NAS.</w:t>
      </w:r>
    </w:p>
    <w:p w14:paraId="041076ED" w14:textId="4338DF9D" w:rsidR="00937337" w:rsidRPr="006F699D" w:rsidRDefault="00937337" w:rsidP="00377BCE">
      <w:r w:rsidRPr="006F699D">
        <w:rPr>
          <w:b/>
        </w:rPr>
        <w:t>EU-Alert:</w:t>
      </w:r>
      <w:r w:rsidR="00646BEC">
        <w:t xml:space="preserve"> </w:t>
      </w:r>
      <w:r w:rsidRPr="006F699D">
        <w:t>Public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delivers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Notifications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Notification</w:t>
      </w:r>
      <w:r w:rsidR="00646BEC">
        <w:t xml:space="preserve"> </w:t>
      </w:r>
      <w:r w:rsidRPr="006F699D">
        <w:t>Providers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mechanisms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CMAS.</w:t>
      </w:r>
    </w:p>
    <w:p w14:paraId="06AF08D7" w14:textId="14DA594A" w:rsidR="0098396C" w:rsidRPr="006F699D" w:rsidRDefault="0098396C" w:rsidP="00377BCE">
      <w:r w:rsidRPr="006F699D">
        <w:rPr>
          <w:b/>
        </w:rPr>
        <w:t>Home</w:t>
      </w:r>
      <w:r w:rsidR="00646BEC">
        <w:rPr>
          <w:b/>
        </w:rPr>
        <w:t xml:space="preserve"> </w:t>
      </w:r>
      <w:r w:rsidRPr="006F699D">
        <w:rPr>
          <w:b/>
        </w:rPr>
        <w:t>PLMN: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where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Mobile</w:t>
      </w:r>
      <w:r w:rsidR="00646BEC">
        <w:t xml:space="preserve"> </w:t>
      </w:r>
      <w:r w:rsidRPr="006F699D">
        <w:t>Country</w:t>
      </w:r>
      <w:r w:rsidR="00646BEC">
        <w:t xml:space="preserve"> </w:t>
      </w:r>
      <w:r w:rsidRPr="006F699D">
        <w:t>Code</w:t>
      </w:r>
      <w:r w:rsidR="00646BEC">
        <w:t xml:space="preserve"> </w:t>
      </w:r>
      <w:r w:rsidRPr="006F699D">
        <w:t>(MCC)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Mobile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Code</w:t>
      </w:r>
      <w:r w:rsidR="00646BEC">
        <w:t xml:space="preserve"> </w:t>
      </w:r>
      <w:r w:rsidRPr="006F699D">
        <w:t>(MNC)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identity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MCC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MNC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IMSI.</w:t>
      </w:r>
    </w:p>
    <w:p w14:paraId="03F2D010" w14:textId="1F6898AD" w:rsidR="00C435E9" w:rsidRPr="006F699D" w:rsidRDefault="00BD4A06" w:rsidP="00C435E9">
      <w:r w:rsidRPr="006F699D">
        <w:rPr>
          <w:rFonts w:eastAsia="SimSun"/>
          <w:b/>
          <w:lang w:eastAsia="zh-CN"/>
        </w:rPr>
        <w:t>HNB</w:t>
      </w:r>
      <w:r w:rsidR="00646BEC">
        <w:rPr>
          <w:rFonts w:eastAsia="SimSun"/>
          <w:b/>
          <w:lang w:eastAsia="zh-CN"/>
        </w:rPr>
        <w:t xml:space="preserve"> </w:t>
      </w:r>
      <w:r w:rsidRPr="006F699D">
        <w:rPr>
          <w:rFonts w:eastAsia="SimSun"/>
          <w:b/>
          <w:lang w:eastAsia="zh-CN"/>
        </w:rPr>
        <w:t>Name</w:t>
      </w:r>
      <w:r w:rsidRPr="006F699D">
        <w:t>: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Home</w:t>
      </w:r>
      <w:r w:rsidR="00646BEC">
        <w:t xml:space="preserve"> </w:t>
      </w:r>
      <w:r w:rsidRPr="006F699D">
        <w:rPr>
          <w:rFonts w:eastAsia="SimSun"/>
          <w:lang w:eastAsia="zh-CN"/>
        </w:rPr>
        <w:t>e</w:t>
      </w:r>
      <w:r w:rsidRPr="006F699D">
        <w:t>NodeB</w:t>
      </w:r>
      <w:r w:rsidR="00646BEC">
        <w:t xml:space="preserve"> </w:t>
      </w:r>
      <w:r w:rsidRPr="006F699D">
        <w:rPr>
          <w:rFonts w:eastAsia="SimSun"/>
          <w:lang w:eastAsia="zh-CN"/>
        </w:rPr>
        <w:t>Name</w:t>
      </w:r>
      <w:r w:rsidR="00646BEC">
        <w:rPr>
          <w:rFonts w:eastAsia="SimSun"/>
          <w:lang w:eastAsia="zh-CN"/>
        </w:rPr>
        <w:t xml:space="preserve"> </w:t>
      </w:r>
      <w:r w:rsidRPr="006F699D">
        <w:t>is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broadcast</w:t>
      </w:r>
      <w:r w:rsidR="00646BEC">
        <w:t xml:space="preserve"> </w:t>
      </w:r>
      <w:r w:rsidRPr="006F699D">
        <w:t>string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free</w:t>
      </w:r>
      <w:r w:rsidR="00646BEC">
        <w:t xml:space="preserve"> </w:t>
      </w:r>
      <w:r w:rsidRPr="006F699D">
        <w:t>text</w:t>
      </w:r>
      <w:r w:rsidR="00646BEC">
        <w:t xml:space="preserve"> </w:t>
      </w:r>
      <w:r w:rsidRPr="006F699D">
        <w:t>format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provides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human</w:t>
      </w:r>
      <w:r w:rsidR="00646BEC">
        <w:t xml:space="preserve"> </w:t>
      </w:r>
      <w:r w:rsidRPr="006F699D">
        <w:t>readable</w:t>
      </w:r>
      <w:r w:rsidR="00646BEC">
        <w:t xml:space="preserve"> </w:t>
      </w:r>
      <w:r w:rsidRPr="006F699D">
        <w:t>name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Home</w:t>
      </w:r>
      <w:r w:rsidR="00646BEC">
        <w:t xml:space="preserve"> </w:t>
      </w:r>
      <w:r w:rsidRPr="006F699D">
        <w:t>eNodeB</w:t>
      </w:r>
      <w:r w:rsidR="00646BEC">
        <w:t xml:space="preserve"> </w:t>
      </w:r>
      <w:smartTag w:uri="urn:schemas-microsoft-com:office:smarttags" w:element="stockticker">
        <w:r w:rsidRPr="006F699D">
          <w:t>CSG</w:t>
        </w:r>
      </w:smartTag>
      <w:r w:rsidR="00646BEC">
        <w:t xml:space="preserve"> </w:t>
      </w:r>
      <w:r w:rsidRPr="006F699D">
        <w:rPr>
          <w:rFonts w:eastAsia="SimSun"/>
          <w:lang w:eastAsia="zh-CN"/>
        </w:rPr>
        <w:t>identity</w:t>
      </w:r>
      <w:r w:rsidR="00646BEC">
        <w:t xml:space="preserve"> </w:t>
      </w:r>
      <w:r w:rsidR="00C81429" w:rsidRPr="006F699D">
        <w:t>and</w:t>
      </w:r>
      <w:r w:rsidR="00646BEC">
        <w:t xml:space="preserve"> </w:t>
      </w:r>
      <w:r w:rsidR="00C81429" w:rsidRPr="006F699D">
        <w:t>any</w:t>
      </w:r>
      <w:r w:rsidR="00646BEC">
        <w:t xml:space="preserve"> </w:t>
      </w:r>
      <w:r w:rsidR="00C81429" w:rsidRPr="006F699D">
        <w:t>broadcasted</w:t>
      </w:r>
      <w:r w:rsidR="00646BEC">
        <w:t xml:space="preserve"> </w:t>
      </w:r>
      <w:r w:rsidR="00C81429" w:rsidRPr="006F699D">
        <w:t>PLMN</w:t>
      </w:r>
      <w:r w:rsidR="00646BEC">
        <w:t xml:space="preserve"> </w:t>
      </w:r>
      <w:r w:rsidR="00C81429" w:rsidRPr="006F699D">
        <w:t>identity.</w:t>
      </w:r>
    </w:p>
    <w:p w14:paraId="1524B2E2" w14:textId="05AF1BDE" w:rsidR="00BD4A06" w:rsidRPr="006F699D" w:rsidRDefault="00C435E9" w:rsidP="00C435E9">
      <w:r w:rsidRPr="006F699D">
        <w:rPr>
          <w:b/>
        </w:rPr>
        <w:t>HSDN</w:t>
      </w:r>
      <w:r w:rsidR="00646BEC">
        <w:rPr>
          <w:b/>
        </w:rPr>
        <w:t xml:space="preserve"> </w:t>
      </w:r>
      <w:r w:rsidRPr="006F699D">
        <w:rPr>
          <w:b/>
        </w:rPr>
        <w:t>cell</w:t>
      </w:r>
      <w:r w:rsidRPr="006F699D">
        <w:t>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t>other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HSDN</w:t>
      </w:r>
      <w:r w:rsidR="00646BEC">
        <w:t xml:space="preserve"> </w:t>
      </w:r>
      <w:r w:rsidRPr="006F699D">
        <w:t>capable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High-mobility</w:t>
      </w:r>
      <w:r w:rsidR="00646BEC">
        <w:t xml:space="preserve"> </w:t>
      </w:r>
      <w:r w:rsidRPr="006F699D">
        <w:t>state.</w:t>
      </w:r>
    </w:p>
    <w:p w14:paraId="3BEF3D00" w14:textId="3D36C460" w:rsidR="00FC4011" w:rsidRPr="006F699D" w:rsidRDefault="006422FA" w:rsidP="00FC4011">
      <w:pPr>
        <w:rPr>
          <w:lang w:eastAsia="zh-CN"/>
        </w:rPr>
      </w:pPr>
      <w:r w:rsidRPr="006F699D">
        <w:rPr>
          <w:rFonts w:eastAsia="SimSun"/>
          <w:b/>
          <w:lang w:eastAsia="zh-CN"/>
        </w:rPr>
        <w:lastRenderedPageBreak/>
        <w:t>Hybrid</w:t>
      </w:r>
      <w:r w:rsidR="00646BEC">
        <w:rPr>
          <w:rFonts w:eastAsia="SimSun"/>
          <w:b/>
          <w:lang w:eastAsia="zh-CN"/>
        </w:rPr>
        <w:t xml:space="preserve"> </w:t>
      </w:r>
      <w:r w:rsidRPr="006F699D">
        <w:rPr>
          <w:rFonts w:eastAsia="SimSun"/>
          <w:b/>
          <w:lang w:eastAsia="zh-CN"/>
        </w:rPr>
        <w:t>cell:</w:t>
      </w:r>
      <w:r w:rsidR="00646BEC">
        <w:rPr>
          <w:rFonts w:eastAsia="SimSun"/>
          <w:lang w:eastAsia="zh-CN"/>
        </w:rPr>
        <w:t xml:space="preserve"> </w:t>
      </w:r>
      <w:r w:rsidR="00C81429" w:rsidRPr="006F699D">
        <w:rPr>
          <w:rFonts w:eastAsia="SimSun"/>
          <w:lang w:eastAsia="zh-CN"/>
        </w:rPr>
        <w:t>A</w:t>
      </w:r>
      <w:r w:rsidR="00646BEC">
        <w:rPr>
          <w:rFonts w:eastAsia="SimSun"/>
          <w:lang w:eastAsia="zh-CN"/>
        </w:rPr>
        <w:t xml:space="preserve"> </w:t>
      </w:r>
      <w:r w:rsidR="00C81429" w:rsidRPr="006F699D">
        <w:rPr>
          <w:rFonts w:eastAsia="SimSun"/>
          <w:lang w:eastAsia="zh-CN"/>
        </w:rPr>
        <w:t>cell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broadcasting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a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CSG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Indicator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that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is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set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to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FALSE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and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a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specific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CSG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identity.</w:t>
      </w:r>
    </w:p>
    <w:p w14:paraId="64040BFA" w14:textId="201194AE" w:rsidR="006422FA" w:rsidRPr="006F699D" w:rsidRDefault="00FC4011" w:rsidP="00FC4011">
      <w:pPr>
        <w:rPr>
          <w:rFonts w:eastAsia="SimSun"/>
          <w:lang w:eastAsia="zh-CN"/>
        </w:rPr>
      </w:pPr>
      <w:r w:rsidRPr="006F699D">
        <w:rPr>
          <w:b/>
          <w:lang w:eastAsia="zh-CN"/>
        </w:rPr>
        <w:t>Hyper</w:t>
      </w:r>
      <w:r w:rsidR="00646BEC">
        <w:rPr>
          <w:b/>
          <w:lang w:eastAsia="zh-CN"/>
        </w:rPr>
        <w:t xml:space="preserve"> </w:t>
      </w:r>
      <w:r w:rsidRPr="006F699D">
        <w:rPr>
          <w:b/>
          <w:lang w:eastAsia="zh-CN"/>
        </w:rPr>
        <w:t>SFN: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Index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broadcast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System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Information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increments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every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SFN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wrap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around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(i.e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every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10.24s).</w:t>
      </w:r>
    </w:p>
    <w:p w14:paraId="0A4C7401" w14:textId="37370E3F" w:rsidR="00940EBD" w:rsidRPr="006F699D" w:rsidRDefault="00940EBD" w:rsidP="00377BCE">
      <w:r w:rsidRPr="006F699D">
        <w:rPr>
          <w:b/>
        </w:rPr>
        <w:t>Korean</w:t>
      </w:r>
      <w:r w:rsidR="00646BEC">
        <w:rPr>
          <w:b/>
        </w:rPr>
        <w:t xml:space="preserve"> </w:t>
      </w:r>
      <w:r w:rsidRPr="006F699D">
        <w:rPr>
          <w:b/>
        </w:rPr>
        <w:t>Public</w:t>
      </w:r>
      <w:r w:rsidR="00646BEC">
        <w:rPr>
          <w:b/>
        </w:rPr>
        <w:t xml:space="preserve"> </w:t>
      </w:r>
      <w:r w:rsidRPr="006F699D">
        <w:rPr>
          <w:b/>
        </w:rPr>
        <w:t>Alert</w:t>
      </w:r>
      <w:r w:rsidR="00646BEC">
        <w:rPr>
          <w:b/>
        </w:rPr>
        <w:t xml:space="preserve"> </w:t>
      </w:r>
      <w:r w:rsidRPr="006F699D">
        <w:rPr>
          <w:b/>
        </w:rPr>
        <w:t>System</w:t>
      </w:r>
      <w:r w:rsidR="00646BEC">
        <w:rPr>
          <w:b/>
        </w:rPr>
        <w:t xml:space="preserve"> </w:t>
      </w:r>
      <w:r w:rsidRPr="006F699D">
        <w:rPr>
          <w:b/>
        </w:rPr>
        <w:t>(KPAS):</w:t>
      </w:r>
      <w:r w:rsidR="00646BEC">
        <w:t xml:space="preserve"> </w:t>
      </w:r>
      <w:r w:rsidRPr="006F699D">
        <w:t>Public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delivers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Notifications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Notification</w:t>
      </w:r>
      <w:r w:rsidR="00646BEC">
        <w:t xml:space="preserve"> </w:t>
      </w:r>
      <w:r w:rsidRPr="006F699D">
        <w:t>Providers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mechanisms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CMAS.</w:t>
      </w:r>
    </w:p>
    <w:p w14:paraId="320AF958" w14:textId="3469628D" w:rsidR="000F0F4D" w:rsidRPr="006F699D" w:rsidRDefault="0098396C" w:rsidP="000F0F4D">
      <w:r w:rsidRPr="006F699D">
        <w:rPr>
          <w:b/>
        </w:rPr>
        <w:t>Location</w:t>
      </w:r>
      <w:r w:rsidR="00646BEC">
        <w:rPr>
          <w:b/>
        </w:rPr>
        <w:t xml:space="preserve"> </w:t>
      </w:r>
      <w:r w:rsidRPr="006F699D">
        <w:rPr>
          <w:b/>
        </w:rPr>
        <w:t>Registration</w:t>
      </w:r>
      <w:r w:rsidR="00646BEC">
        <w:rPr>
          <w:b/>
        </w:rPr>
        <w:t xml:space="preserve"> </w:t>
      </w:r>
      <w:r w:rsidRPr="006F699D">
        <w:rPr>
          <w:b/>
        </w:rPr>
        <w:t>(LR):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registers</w:t>
      </w:r>
      <w:r w:rsidR="00646BEC">
        <w:t xml:space="preserve"> </w:t>
      </w:r>
      <w:r w:rsidRPr="006F699D">
        <w:t>its</w:t>
      </w:r>
      <w:r w:rsidR="00646BEC">
        <w:t xml:space="preserve"> </w:t>
      </w:r>
      <w:r w:rsidRPr="006F699D">
        <w:t>presence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area,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instance</w:t>
      </w:r>
      <w:r w:rsidR="00646BEC">
        <w:t xml:space="preserve"> </w:t>
      </w:r>
      <w:r w:rsidRPr="006F699D">
        <w:t>regularly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entering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new</w:t>
      </w:r>
      <w:r w:rsidR="00646BEC">
        <w:t xml:space="preserve"> </w:t>
      </w:r>
      <w:r w:rsidRPr="006F699D">
        <w:t>tracking</w:t>
      </w:r>
      <w:r w:rsidR="00646BEC">
        <w:t xml:space="preserve"> </w:t>
      </w:r>
      <w:r w:rsidRPr="006F699D">
        <w:t>area.</w:t>
      </w:r>
    </w:p>
    <w:p w14:paraId="6A0C7A89" w14:textId="51DFF67B" w:rsidR="000F0F4D" w:rsidRPr="006F699D" w:rsidRDefault="000F0F4D" w:rsidP="000F0F4D">
      <w:r w:rsidRPr="006F699D">
        <w:rPr>
          <w:b/>
        </w:rPr>
        <w:t>MBMS-dedicated</w:t>
      </w:r>
      <w:r w:rsidR="00646BEC">
        <w:rPr>
          <w:b/>
        </w:rPr>
        <w:t xml:space="preserve"> </w:t>
      </w:r>
      <w:r w:rsidRPr="006F699D">
        <w:rPr>
          <w:b/>
        </w:rPr>
        <w:t>cell</w:t>
      </w:r>
      <w:r w:rsidRPr="006F699D">
        <w:t>: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dedicated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transmission.</w:t>
      </w:r>
    </w:p>
    <w:p w14:paraId="7BC5C43D" w14:textId="71FEE2BE" w:rsidR="000F0F4D" w:rsidRPr="006F699D" w:rsidRDefault="000F0F4D" w:rsidP="000F0F4D">
      <w:pPr>
        <w:rPr>
          <w:lang w:eastAsia="ko-KR"/>
        </w:rPr>
      </w:pPr>
      <w:bookmarkStart w:id="18" w:name="OLE_LINK43"/>
      <w:bookmarkStart w:id="19" w:name="OLE_LINK44"/>
      <w:r w:rsidRPr="006F699D">
        <w:rPr>
          <w:b/>
        </w:rPr>
        <w:t>MBMS/</w:t>
      </w:r>
      <w:bookmarkStart w:id="20" w:name="OLE_LINK41"/>
      <w:bookmarkStart w:id="21" w:name="OLE_LINK42"/>
      <w:r w:rsidRPr="006F699D">
        <w:rPr>
          <w:b/>
        </w:rPr>
        <w:t>Unicast-mixed</w:t>
      </w:r>
      <w:r w:rsidR="00646BEC">
        <w:rPr>
          <w:b/>
        </w:rPr>
        <w:t xml:space="preserve"> </w:t>
      </w:r>
      <w:r w:rsidRPr="006F699D">
        <w:rPr>
          <w:b/>
        </w:rPr>
        <w:t>cell</w:t>
      </w:r>
      <w:bookmarkEnd w:id="18"/>
      <w:bookmarkEnd w:id="19"/>
      <w:r w:rsidRPr="006F699D">
        <w:t>:</w:t>
      </w:r>
      <w:r w:rsidR="00646BEC"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supporting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both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unicast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MBMS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transmissions.</w:t>
      </w:r>
      <w:bookmarkEnd w:id="20"/>
      <w:bookmarkEnd w:id="21"/>
    </w:p>
    <w:p w14:paraId="6D065CA2" w14:textId="77BF8211" w:rsidR="00A635EF" w:rsidRPr="006F699D" w:rsidRDefault="000F0F4D" w:rsidP="00A635EF">
      <w:pPr>
        <w:rPr>
          <w:lang w:eastAsia="ko-KR"/>
        </w:rPr>
      </w:pPr>
      <w:r w:rsidRPr="006F699D">
        <w:rPr>
          <w:b/>
        </w:rPr>
        <w:t>FeMBMS/Unicast-mixed</w:t>
      </w:r>
      <w:r w:rsidR="00646BEC">
        <w:rPr>
          <w:b/>
        </w:rPr>
        <w:t xml:space="preserve"> </w:t>
      </w:r>
      <w:r w:rsidRPr="006F699D">
        <w:rPr>
          <w:b/>
        </w:rPr>
        <w:t>cell</w:t>
      </w:r>
      <w:r w:rsidRPr="006F699D">
        <w:t>:</w:t>
      </w:r>
      <w:r w:rsidR="00646BEC"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supporting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MBMS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transmission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unicast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transmission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SCell.</w:t>
      </w:r>
    </w:p>
    <w:p w14:paraId="281C9216" w14:textId="6D7598A2" w:rsidR="0098396C" w:rsidRPr="006F699D" w:rsidRDefault="00A635EF" w:rsidP="00A635EF">
      <w:r w:rsidRPr="006F699D">
        <w:rPr>
          <w:b/>
        </w:rPr>
        <w:t>NB-IoT: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allows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services</w:t>
      </w:r>
      <w:r w:rsidR="00646BEC">
        <w:t xml:space="preserve"> </w:t>
      </w:r>
      <w:r w:rsidRPr="006F699D">
        <w:t>via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channel</w:t>
      </w:r>
      <w:r w:rsidR="00646BEC">
        <w:t xml:space="preserve"> </w:t>
      </w:r>
      <w:r w:rsidRPr="006F699D">
        <w:t>bandwidth</w:t>
      </w:r>
      <w:r w:rsidR="00646BEC">
        <w:t xml:space="preserve"> </w:t>
      </w:r>
      <w:r w:rsidRPr="006F699D">
        <w:t>limited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="009123BC" w:rsidRPr="006F699D">
        <w:t>20</w:t>
      </w:r>
      <w:r w:rsidRPr="006F699D">
        <w:t>0</w:t>
      </w:r>
      <w:r w:rsidR="00646BEC">
        <w:t xml:space="preserve"> </w:t>
      </w:r>
      <w:r w:rsidRPr="006F699D">
        <w:t>kHz.</w:t>
      </w:r>
    </w:p>
    <w:p w14:paraId="6B1D2ABC" w14:textId="14A4F9E5" w:rsidR="00FC4011" w:rsidRPr="006F699D" w:rsidRDefault="00FC4011" w:rsidP="00377BCE">
      <w:r w:rsidRPr="006F699D">
        <w:rPr>
          <w:b/>
        </w:rPr>
        <w:t>Paging</w:t>
      </w:r>
      <w:r w:rsidR="00646BEC">
        <w:rPr>
          <w:b/>
        </w:rPr>
        <w:t xml:space="preserve"> </w:t>
      </w:r>
      <w:r w:rsidR="00A505A4" w:rsidRPr="006F699D">
        <w:rPr>
          <w:b/>
        </w:rPr>
        <w:t>Time</w:t>
      </w:r>
      <w:r w:rsidR="00646BEC">
        <w:rPr>
          <w:b/>
        </w:rPr>
        <w:t xml:space="preserve"> </w:t>
      </w:r>
      <w:r w:rsidRPr="006F699D">
        <w:rPr>
          <w:b/>
        </w:rPr>
        <w:t>Window: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period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extended</w:t>
      </w:r>
      <w:r w:rsidR="00646BEC">
        <w:t xml:space="preserve"> </w:t>
      </w:r>
      <w:r w:rsidRPr="006F699D">
        <w:t>DRX,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monitors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Occasions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cycle.</w:t>
      </w:r>
    </w:p>
    <w:p w14:paraId="58FD58D8" w14:textId="12800482" w:rsidR="00A77A37" w:rsidRPr="006F699D" w:rsidRDefault="00A77A37" w:rsidP="00377BCE">
      <w:r w:rsidRPr="006F699D">
        <w:rPr>
          <w:b/>
        </w:rPr>
        <w:t>Power</w:t>
      </w:r>
      <w:r w:rsidR="00646BEC">
        <w:rPr>
          <w:b/>
        </w:rPr>
        <w:t xml:space="preserve"> </w:t>
      </w:r>
      <w:r w:rsidRPr="006F699D">
        <w:rPr>
          <w:b/>
        </w:rPr>
        <w:t>saving</w:t>
      </w:r>
      <w:r w:rsidR="00646BEC">
        <w:rPr>
          <w:b/>
        </w:rPr>
        <w:t xml:space="preserve"> </w:t>
      </w:r>
      <w:r w:rsidRPr="006F699D">
        <w:rPr>
          <w:b/>
        </w:rPr>
        <w:t>mode</w:t>
      </w:r>
      <w:r w:rsidRPr="006F699D">
        <w:t>: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allowing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reduce</w:t>
      </w:r>
      <w:r w:rsidR="00646BEC">
        <w:t xml:space="preserve"> </w:t>
      </w:r>
      <w:r w:rsidRPr="006F699D">
        <w:t>its</w:t>
      </w:r>
      <w:r w:rsidR="00646BEC">
        <w:t xml:space="preserve"> </w:t>
      </w:r>
      <w:r w:rsidRPr="006F699D">
        <w:t>power</w:t>
      </w:r>
      <w:r w:rsidR="00646BEC">
        <w:t xml:space="preserve"> </w:t>
      </w:r>
      <w:r w:rsidRPr="006F699D">
        <w:t>consumption,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24.301</w:t>
      </w:r>
      <w:r w:rsidR="00646BEC">
        <w:t xml:space="preserve"> </w:t>
      </w:r>
      <w:r w:rsidR="006F699D" w:rsidRPr="006F699D">
        <w:t>[</w:t>
      </w:r>
      <w:r w:rsidRPr="006F699D">
        <w:t>16],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23.401</w:t>
      </w:r>
      <w:r w:rsidR="00646BEC">
        <w:t xml:space="preserve"> </w:t>
      </w:r>
      <w:r w:rsidR="006F699D" w:rsidRPr="006F699D">
        <w:t>[</w:t>
      </w:r>
      <w:r w:rsidRPr="006F699D">
        <w:t>23],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23.682</w:t>
      </w:r>
      <w:r w:rsidR="00646BEC">
        <w:t xml:space="preserve"> </w:t>
      </w:r>
      <w:r w:rsidR="006F699D" w:rsidRPr="006F699D">
        <w:t>[</w:t>
      </w:r>
      <w:r w:rsidRPr="006F699D">
        <w:t>24].</w:t>
      </w:r>
    </w:p>
    <w:p w14:paraId="0A463BB3" w14:textId="65B2BC3B" w:rsidR="0098396C" w:rsidRPr="006F699D" w:rsidRDefault="0098396C" w:rsidP="00377BCE">
      <w:r w:rsidRPr="006F699D">
        <w:rPr>
          <w:b/>
        </w:rPr>
        <w:t>Process:</w:t>
      </w:r>
      <w:r w:rsidR="00646BEC">
        <w:rPr>
          <w:b/>
        </w:rPr>
        <w:t xml:space="preserve"> </w:t>
      </w:r>
      <w:r w:rsidRPr="006F699D">
        <w:t>A</w:t>
      </w:r>
      <w:r w:rsidR="00646BEC">
        <w:t xml:space="preserve"> </w:t>
      </w:r>
      <w:r w:rsidRPr="006F699D">
        <w:t>local</w:t>
      </w:r>
      <w:r w:rsidR="00646BEC">
        <w:t xml:space="preserve"> </w:t>
      </w:r>
      <w:r w:rsidRPr="006F699D">
        <w:t>action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invoked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RRC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="00873672" w:rsidRPr="006F699D">
        <w:t>or</w:t>
      </w:r>
      <w:r w:rsidR="00646BEC">
        <w:t xml:space="preserve"> </w:t>
      </w:r>
      <w:r w:rsidR="00873672" w:rsidRPr="006F699D">
        <w:t>RRC_INACTIVE</w:t>
      </w:r>
      <w:r w:rsidR="00646BEC">
        <w:t xml:space="preserve"> </w:t>
      </w:r>
      <w:r w:rsidR="00873672" w:rsidRPr="006F699D">
        <w:t>state</w:t>
      </w:r>
      <w:r w:rsidR="00646BEC">
        <w:t xml:space="preserve"> </w:t>
      </w:r>
      <w:r w:rsidRPr="006F699D">
        <w:t>procedure.</w:t>
      </w:r>
    </w:p>
    <w:p w14:paraId="436D04B7" w14:textId="6D3930F4" w:rsidR="00F54FA4" w:rsidRPr="006F699D" w:rsidRDefault="00F54FA4" w:rsidP="00377BCE">
      <w:r w:rsidRPr="006F699D">
        <w:rPr>
          <w:b/>
        </w:rPr>
        <w:t>Radio</w:t>
      </w:r>
      <w:r w:rsidR="00646BEC">
        <w:rPr>
          <w:b/>
        </w:rPr>
        <w:t xml:space="preserve"> </w:t>
      </w:r>
      <w:r w:rsidRPr="006F699D">
        <w:rPr>
          <w:b/>
        </w:rPr>
        <w:t>Access</w:t>
      </w:r>
      <w:r w:rsidR="00646BEC">
        <w:rPr>
          <w:b/>
        </w:rPr>
        <w:t xml:space="preserve"> </w:t>
      </w:r>
      <w:r w:rsidRPr="006F699D">
        <w:rPr>
          <w:b/>
        </w:rPr>
        <w:t>Technology:</w:t>
      </w:r>
      <w:r w:rsidR="00646BEC">
        <w:t xml:space="preserve"> </w:t>
      </w:r>
      <w:r w:rsidRPr="006F699D">
        <w:t>Type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technology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access,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instance</w:t>
      </w:r>
      <w:r w:rsidR="00646BEC">
        <w:t xml:space="preserve"> </w:t>
      </w:r>
      <w:r w:rsidRPr="006F699D">
        <w:t>E-UTRA,</w:t>
      </w:r>
      <w:r w:rsidR="00646BEC">
        <w:t xml:space="preserve"> </w:t>
      </w:r>
      <w:r w:rsidRPr="006F699D">
        <w:t>UTRA,</w:t>
      </w:r>
      <w:r w:rsidR="00646BEC">
        <w:t xml:space="preserve"> </w:t>
      </w:r>
      <w:r w:rsidRPr="006F699D">
        <w:t>GSM,</w:t>
      </w:r>
      <w:r w:rsidR="00646BEC">
        <w:t xml:space="preserve"> </w:t>
      </w:r>
      <w:r w:rsidRPr="006F699D">
        <w:t>CDMA2000</w:t>
      </w:r>
      <w:r w:rsidR="00646BEC">
        <w:t xml:space="preserve"> </w:t>
      </w:r>
      <w:r w:rsidRPr="006F699D">
        <w:t>1xEV-DO</w:t>
      </w:r>
      <w:r w:rsidR="00646BEC">
        <w:t xml:space="preserve"> </w:t>
      </w:r>
      <w:r w:rsidRPr="006F699D">
        <w:t>(HRPD)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CDMA2000</w:t>
      </w:r>
      <w:r w:rsidR="00646BEC">
        <w:t xml:space="preserve"> </w:t>
      </w:r>
      <w:r w:rsidRPr="006F699D">
        <w:t>1x</w:t>
      </w:r>
      <w:r w:rsidR="00646BEC">
        <w:t xml:space="preserve"> </w:t>
      </w:r>
      <w:r w:rsidRPr="006F699D">
        <w:t>(1xRTT).</w:t>
      </w:r>
    </w:p>
    <w:p w14:paraId="485AAD48" w14:textId="218AC7E6" w:rsidR="0098396C" w:rsidRPr="006F699D" w:rsidRDefault="0098396C" w:rsidP="00377BCE">
      <w:r w:rsidRPr="006F699D">
        <w:rPr>
          <w:b/>
        </w:rPr>
        <w:t>Registered</w:t>
      </w:r>
      <w:r w:rsidR="00646BEC">
        <w:rPr>
          <w:b/>
        </w:rPr>
        <w:t xml:space="preserve"> </w:t>
      </w:r>
      <w:r w:rsidRPr="006F699D">
        <w:rPr>
          <w:b/>
        </w:rPr>
        <w:t>PLMN: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certain</w:t>
      </w:r>
      <w:r w:rsidR="00646BEC">
        <w:t xml:space="preserve"> </w:t>
      </w:r>
      <w:r w:rsidRPr="006F699D">
        <w:t>Location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outcomes</w:t>
      </w:r>
      <w:r w:rsidR="00646BEC">
        <w:t xml:space="preserve"> </w:t>
      </w:r>
      <w:r w:rsidRPr="006F699D">
        <w:t>have</w:t>
      </w:r>
      <w:r w:rsidR="00646BEC">
        <w:t xml:space="preserve"> </w:t>
      </w:r>
      <w:r w:rsidRPr="006F699D">
        <w:t>occurred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Pr="006F699D">
        <w:t>.</w:t>
      </w:r>
    </w:p>
    <w:p w14:paraId="59B683F6" w14:textId="5487B020" w:rsidR="00FA7068" w:rsidRPr="006F699D" w:rsidRDefault="00FA7068" w:rsidP="00377BCE">
      <w:pPr>
        <w:rPr>
          <w:b/>
        </w:rPr>
      </w:pPr>
      <w:r w:rsidRPr="006F699D">
        <w:rPr>
          <w:b/>
        </w:rPr>
        <w:t>Registration</w:t>
      </w:r>
      <w:r w:rsidR="00646BEC">
        <w:rPr>
          <w:b/>
        </w:rPr>
        <w:t xml:space="preserve"> </w:t>
      </w:r>
      <w:r w:rsidRPr="006F699D">
        <w:rPr>
          <w:b/>
        </w:rPr>
        <w:t>Area</w:t>
      </w:r>
      <w:r w:rsidRPr="006F699D">
        <w:t>:</w:t>
      </w:r>
      <w:r w:rsidR="00646BEC">
        <w:t xml:space="preserve"> </w:t>
      </w:r>
      <w:r w:rsidRPr="006F699D">
        <w:t>(NAS)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area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area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roam</w:t>
      </w:r>
      <w:r w:rsidR="00646BEC">
        <w:t xml:space="preserve"> </w:t>
      </w:r>
      <w:r w:rsidRPr="006F699D">
        <w:t>without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need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location</w:t>
      </w:r>
      <w:r w:rsidR="00646BEC">
        <w:t xml:space="preserve"> </w:t>
      </w:r>
      <w:r w:rsidRPr="006F699D">
        <w:t>registration,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procedure.</w:t>
      </w:r>
    </w:p>
    <w:p w14:paraId="49F16848" w14:textId="73FDFB25" w:rsidR="0098396C" w:rsidRPr="006F699D" w:rsidRDefault="0098396C" w:rsidP="00377BCE">
      <w:r w:rsidRPr="006F699D">
        <w:rPr>
          <w:b/>
        </w:rPr>
        <w:t>Reserved</w:t>
      </w:r>
      <w:r w:rsidR="00646BEC">
        <w:rPr>
          <w:b/>
        </w:rPr>
        <w:t xml:space="preserve"> </w:t>
      </w:r>
      <w:r w:rsidRPr="006F699D">
        <w:rPr>
          <w:b/>
        </w:rPr>
        <w:t>Cell</w:t>
      </w:r>
      <w:r w:rsidRPr="006F699D">
        <w:t>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allowed,</w:t>
      </w:r>
      <w:r w:rsidR="00646BEC">
        <w:t xml:space="preserve"> </w:t>
      </w:r>
      <w:r w:rsidRPr="006F699D">
        <w:t>except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particular</w:t>
      </w:r>
      <w:r w:rsidR="00646BEC">
        <w:t xml:space="preserve"> </w:t>
      </w:r>
      <w:r w:rsidRPr="006F699D">
        <w:t>UEs,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so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information.</w:t>
      </w:r>
    </w:p>
    <w:p w14:paraId="4D3A6BEB" w14:textId="1A59991C" w:rsidR="0098396C" w:rsidRPr="006F699D" w:rsidRDefault="0098396C" w:rsidP="00377BCE">
      <w:pPr>
        <w:rPr>
          <w:lang w:eastAsia="ja-JP"/>
        </w:rPr>
      </w:pPr>
      <w:r w:rsidRPr="006F699D">
        <w:rPr>
          <w:b/>
        </w:rPr>
        <w:t>Restricted</w:t>
      </w:r>
      <w:r w:rsidR="00646BEC">
        <w:rPr>
          <w:b/>
        </w:rPr>
        <w:t xml:space="preserve"> </w:t>
      </w:r>
      <w:r w:rsidRPr="006F699D">
        <w:rPr>
          <w:b/>
        </w:rPr>
        <w:t>Cell</w:t>
      </w:r>
      <w:r w:rsidRPr="006F699D">
        <w:t>: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allowed,</w:t>
      </w:r>
      <w:r w:rsidR="00646BEC">
        <w:t xml:space="preserve"> </w:t>
      </w:r>
      <w:r w:rsidRPr="006F699D">
        <w:t>but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attempts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disallowed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UEs</w:t>
      </w:r>
      <w:r w:rsidR="00646BEC">
        <w:t xml:space="preserve"> </w:t>
      </w:r>
      <w:r w:rsidRPr="006F699D">
        <w:t>whose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classes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barred.</w:t>
      </w:r>
    </w:p>
    <w:p w14:paraId="554B0770" w14:textId="70C5B9F9" w:rsidR="0098396C" w:rsidRPr="006F699D" w:rsidRDefault="0098396C" w:rsidP="00377BCE">
      <w:r w:rsidRPr="006F699D">
        <w:rPr>
          <w:b/>
        </w:rPr>
        <w:t>Selected</w:t>
      </w:r>
      <w:r w:rsidR="00646BEC">
        <w:rPr>
          <w:b/>
        </w:rPr>
        <w:t xml:space="preserve"> </w:t>
      </w:r>
      <w:r w:rsidRPr="006F699D">
        <w:rPr>
          <w:b/>
        </w:rPr>
        <w:t>PLMN: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NAS,</w:t>
      </w:r>
      <w:r w:rsidR="00646BEC">
        <w:t xml:space="preserve"> </w:t>
      </w:r>
      <w:r w:rsidRPr="006F699D">
        <w:t>either</w:t>
      </w:r>
      <w:r w:rsidR="00646BEC">
        <w:t xml:space="preserve"> </w:t>
      </w:r>
      <w:r w:rsidRPr="006F699D">
        <w:t>manually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automatically.</w:t>
      </w:r>
    </w:p>
    <w:p w14:paraId="3A693133" w14:textId="06FC1F59" w:rsidR="0098396C" w:rsidRPr="006F699D" w:rsidRDefault="0098396C" w:rsidP="00377BCE">
      <w:r w:rsidRPr="006F699D">
        <w:rPr>
          <w:b/>
        </w:rPr>
        <w:t>Serving</w:t>
      </w:r>
      <w:r w:rsidR="00646BEC">
        <w:rPr>
          <w:b/>
        </w:rPr>
        <w:t xml:space="preserve"> </w:t>
      </w:r>
      <w:r w:rsidRPr="006F699D">
        <w:rPr>
          <w:b/>
        </w:rPr>
        <w:t>cell: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camped.</w:t>
      </w:r>
    </w:p>
    <w:p w14:paraId="70913F60" w14:textId="1588F90D" w:rsidR="00664A93" w:rsidRPr="006F699D" w:rsidRDefault="00664A93" w:rsidP="00664A93">
      <w:r w:rsidRPr="006F699D">
        <w:rPr>
          <w:b/>
        </w:rPr>
        <w:t>Sidelink</w:t>
      </w:r>
      <w:r w:rsidRPr="006F699D">
        <w:t>: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interface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rPr>
          <w:rFonts w:eastAsia="Malgun Gothic"/>
          <w:lang w:eastAsia="ko-KR"/>
        </w:rPr>
        <w:t>s</w:t>
      </w:r>
      <w:r w:rsidRPr="006F699D">
        <w:rPr>
          <w:lang w:eastAsia="ko-KR"/>
        </w:rPr>
        <w:t>idelink</w:t>
      </w:r>
      <w:r w:rsidR="00646BEC">
        <w:t xml:space="preserve"> </w:t>
      </w:r>
      <w:r w:rsidRPr="006F699D">
        <w:rPr>
          <w:lang w:eastAsia="ko-KR"/>
        </w:rPr>
        <w:t>c</w:t>
      </w:r>
      <w:r w:rsidRPr="006F699D">
        <w:t>ommunication</w:t>
      </w:r>
      <w:r w:rsidR="00F12EFF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communication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rFonts w:eastAsia="Malgun Gothic"/>
          <w:lang w:eastAsia="ko-KR"/>
        </w:rPr>
        <w:t>s</w:t>
      </w:r>
      <w:r w:rsidRPr="006F699D">
        <w:rPr>
          <w:lang w:eastAsia="ko-KR"/>
        </w:rPr>
        <w:t>idelink</w:t>
      </w:r>
      <w:r w:rsidR="00646BEC">
        <w:t xml:space="preserve"> </w:t>
      </w:r>
      <w:r w:rsidRPr="006F699D">
        <w:rPr>
          <w:lang w:eastAsia="ko-KR"/>
        </w:rPr>
        <w:t>d</w:t>
      </w:r>
      <w:r w:rsidRPr="006F699D">
        <w:t>iscovery.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Sidelink</w:t>
      </w:r>
      <w:r w:rsidR="00646BEC">
        <w:t xml:space="preserve"> </w:t>
      </w:r>
      <w:r w:rsidRPr="006F699D">
        <w:t>corresponds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PC5</w:t>
      </w:r>
      <w:r w:rsidR="00646BEC">
        <w:t xml:space="preserve"> </w:t>
      </w:r>
      <w:r w:rsidRPr="006F699D">
        <w:t>interface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23.303</w:t>
      </w:r>
      <w:r w:rsidR="00646BEC">
        <w:t xml:space="preserve"> </w:t>
      </w:r>
      <w:r w:rsidR="006F699D" w:rsidRPr="006F699D">
        <w:t>[</w:t>
      </w:r>
      <w:r w:rsidRPr="006F699D">
        <w:rPr>
          <w:lang w:eastAsia="ko-KR"/>
        </w:rPr>
        <w:t>29</w:t>
      </w:r>
      <w:r w:rsidRPr="006F699D">
        <w:t>].</w:t>
      </w:r>
    </w:p>
    <w:p w14:paraId="0F393B84" w14:textId="648617DB" w:rsidR="00664A93" w:rsidRPr="006F699D" w:rsidRDefault="00664A93" w:rsidP="00664A93">
      <w:r w:rsidRPr="006F699D">
        <w:rPr>
          <w:b/>
        </w:rPr>
        <w:t>Sidelink</w:t>
      </w:r>
      <w:r w:rsidR="00646BEC">
        <w:rPr>
          <w:b/>
          <w:lang w:eastAsia="ko-KR"/>
        </w:rPr>
        <w:t xml:space="preserve"> </w:t>
      </w:r>
      <w:r w:rsidRPr="006F699D">
        <w:rPr>
          <w:b/>
          <w:lang w:eastAsia="ko-KR"/>
        </w:rPr>
        <w:t>communication</w:t>
      </w:r>
      <w:r w:rsidRPr="006F699D">
        <w:t>:</w:t>
      </w:r>
      <w:r w:rsidR="00646BEC">
        <w:rPr>
          <w:rFonts w:eastAsia="Malgun Gothic"/>
          <w:lang w:eastAsia="ko-KR"/>
        </w:rPr>
        <w:t xml:space="preserve"> </w:t>
      </w:r>
      <w:r w:rsidRPr="006F699D">
        <w:t>AS</w:t>
      </w:r>
      <w:r w:rsidR="00646BEC">
        <w:t xml:space="preserve"> </w:t>
      </w:r>
      <w:r w:rsidRPr="006F699D">
        <w:t>functionality</w:t>
      </w:r>
      <w:r w:rsidR="00646BEC">
        <w:t xml:space="preserve"> </w:t>
      </w:r>
      <w:r w:rsidRPr="006F699D">
        <w:t>enabling</w:t>
      </w:r>
      <w:r w:rsidR="00646BEC">
        <w:t xml:space="preserve"> </w:t>
      </w:r>
      <w:r w:rsidRPr="006F699D">
        <w:t>ProSe</w:t>
      </w:r>
      <w:r w:rsidR="00646BEC">
        <w:t xml:space="preserve"> </w:t>
      </w:r>
      <w:r w:rsidRPr="006F699D">
        <w:t>Direct</w:t>
      </w:r>
      <w:r w:rsidR="00646BEC">
        <w:t xml:space="preserve"> </w:t>
      </w:r>
      <w:r w:rsidRPr="006F699D">
        <w:t>Communication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23.303</w:t>
      </w:r>
      <w:r w:rsidR="00646BEC">
        <w:t xml:space="preserve"> </w:t>
      </w:r>
      <w:r w:rsidR="006F699D" w:rsidRPr="006F699D">
        <w:t>[</w:t>
      </w:r>
      <w:r w:rsidRPr="006F699D">
        <w:rPr>
          <w:rFonts w:eastAsia="Malgun Gothic"/>
          <w:lang w:eastAsia="ko-KR"/>
        </w:rPr>
        <w:t>29</w:t>
      </w:r>
      <w:r w:rsidRPr="006F699D">
        <w:t>],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two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nearby</w:t>
      </w:r>
      <w:r w:rsidR="00646BEC">
        <w:t xml:space="preserve"> </w:t>
      </w:r>
      <w:r w:rsidRPr="006F699D">
        <w:t>UEs,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technology</w:t>
      </w:r>
      <w:r w:rsidR="00646BEC">
        <w:t xml:space="preserve"> </w:t>
      </w:r>
      <w:r w:rsidRPr="006F699D">
        <w:t>but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traversing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node</w:t>
      </w:r>
      <w:r w:rsidRPr="006F699D">
        <w:rPr>
          <w:rFonts w:eastAsia="Malgun Gothic"/>
          <w:lang w:eastAsia="ko-KR"/>
        </w:rPr>
        <w:t>.</w:t>
      </w:r>
      <w:r w:rsidR="00646BEC">
        <w:t xml:space="preserve"> </w:t>
      </w:r>
      <w:r w:rsidR="00F12EFF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terminology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"sidelink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communication"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without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"V2X"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prefix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concerns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PS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unless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specifically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stated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otherwise.</w:t>
      </w:r>
    </w:p>
    <w:p w14:paraId="21ACF153" w14:textId="5A5F9240" w:rsidR="00664A93" w:rsidRPr="006F699D" w:rsidRDefault="00664A93" w:rsidP="00664A93">
      <w:r w:rsidRPr="006F699D">
        <w:rPr>
          <w:b/>
        </w:rPr>
        <w:t>Sidelink</w:t>
      </w:r>
      <w:r w:rsidR="00646BEC">
        <w:rPr>
          <w:b/>
          <w:lang w:eastAsia="ko-KR"/>
        </w:rPr>
        <w:t xml:space="preserve"> </w:t>
      </w:r>
      <w:r w:rsidRPr="006F699D">
        <w:rPr>
          <w:b/>
          <w:lang w:eastAsia="ko-KR"/>
        </w:rPr>
        <w:t>discovery</w:t>
      </w:r>
      <w:r w:rsidRPr="006F699D">
        <w:t>: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functionality</w:t>
      </w:r>
      <w:r w:rsidR="00646BEC">
        <w:t xml:space="preserve"> </w:t>
      </w:r>
      <w:r w:rsidRPr="006F699D">
        <w:t>enabling</w:t>
      </w:r>
      <w:r w:rsidR="00646BEC">
        <w:t xml:space="preserve"> </w:t>
      </w:r>
      <w:r w:rsidRPr="006F699D">
        <w:t>ProSe</w:t>
      </w:r>
      <w:r w:rsidR="00646BEC">
        <w:t xml:space="preserve"> </w:t>
      </w:r>
      <w:r w:rsidRPr="006F699D">
        <w:t>Direct</w:t>
      </w:r>
      <w:r w:rsidR="00646BEC">
        <w:t xml:space="preserve"> </w:t>
      </w:r>
      <w:r w:rsidRPr="006F699D">
        <w:t>Discovery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23.303</w:t>
      </w:r>
      <w:r w:rsidR="00646BEC">
        <w:t xml:space="preserve"> </w:t>
      </w:r>
      <w:r w:rsidR="006F699D" w:rsidRPr="006F699D">
        <w:t>[</w:t>
      </w:r>
      <w:r w:rsidRPr="006F699D">
        <w:rPr>
          <w:rFonts w:eastAsia="Malgun Gothic"/>
          <w:lang w:eastAsia="ko-KR"/>
        </w:rPr>
        <w:t>29</w:t>
      </w:r>
      <w:r w:rsidRPr="006F699D">
        <w:t>],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technology</w:t>
      </w:r>
      <w:r w:rsidR="00646BEC">
        <w:t xml:space="preserve"> </w:t>
      </w:r>
      <w:r w:rsidRPr="006F699D">
        <w:t>but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traversing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node.</w:t>
      </w:r>
    </w:p>
    <w:p w14:paraId="02B2C3BD" w14:textId="46924099" w:rsidR="0098396C" w:rsidRPr="006F699D" w:rsidRDefault="0098396C" w:rsidP="00377BCE">
      <w:r w:rsidRPr="006F699D">
        <w:rPr>
          <w:b/>
        </w:rPr>
        <w:t>Strongest</w:t>
      </w:r>
      <w:r w:rsidR="00646BEC">
        <w:rPr>
          <w:b/>
        </w:rPr>
        <w:t xml:space="preserve"> </w:t>
      </w:r>
      <w:r w:rsidRPr="006F699D">
        <w:rPr>
          <w:b/>
        </w:rPr>
        <w:t>cell: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particular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considered</w:t>
      </w:r>
      <w:r w:rsidR="00646BEC">
        <w:t xml:space="preserve"> </w:t>
      </w:r>
      <w:r w:rsidRPr="006F699D">
        <w:t>strongest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layer</w:t>
      </w:r>
      <w:r w:rsidR="00646BEC">
        <w:t xml:space="preserve"> </w:t>
      </w:r>
      <w:r w:rsidRPr="006F699D">
        <w:t>1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36.213</w:t>
      </w:r>
      <w:r w:rsidR="00646BEC">
        <w:t xml:space="preserve"> </w:t>
      </w:r>
      <w:r w:rsidR="006F699D" w:rsidRPr="006F699D">
        <w:t>[</w:t>
      </w:r>
      <w:r w:rsidR="00057D27" w:rsidRPr="006F699D">
        <w:t>6]</w:t>
      </w:r>
      <w:r w:rsidR="00FA7068" w:rsidRPr="006F699D">
        <w:t>,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36.214</w:t>
      </w:r>
      <w:r w:rsidR="00646BEC">
        <w:t xml:space="preserve"> </w:t>
      </w:r>
      <w:r w:rsidR="006F699D" w:rsidRPr="006F699D">
        <w:t>[</w:t>
      </w:r>
      <w:r w:rsidR="00057D27" w:rsidRPr="006F699D">
        <w:t>7]</w:t>
      </w:r>
      <w:r w:rsidRPr="006F699D">
        <w:t>.</w:t>
      </w:r>
    </w:p>
    <w:p w14:paraId="1F0BE12F" w14:textId="7D32F840" w:rsidR="0098396C" w:rsidRPr="006F699D" w:rsidRDefault="0098396C" w:rsidP="00377BCE">
      <w:pPr>
        <w:rPr>
          <w:lang w:eastAsia="ja-JP"/>
        </w:rPr>
      </w:pPr>
      <w:r w:rsidRPr="006F699D">
        <w:rPr>
          <w:b/>
        </w:rPr>
        <w:t>Suitable</w:t>
      </w:r>
      <w:r w:rsidR="00646BEC">
        <w:rPr>
          <w:b/>
        </w:rPr>
        <w:t xml:space="preserve"> </w:t>
      </w:r>
      <w:r w:rsidRPr="006F699D">
        <w:rPr>
          <w:b/>
        </w:rPr>
        <w:t>Cell: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camp.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clause</w:t>
      </w:r>
      <w:r w:rsidR="00646BEC">
        <w:t xml:space="preserve"> </w:t>
      </w:r>
      <w:r w:rsidR="00BB2B37" w:rsidRPr="006F699D">
        <w:t>4.3</w:t>
      </w:r>
      <w:r w:rsidRPr="006F699D">
        <w:t>,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UTRA</w:t>
      </w:r>
      <w:r w:rsidR="00646BEC">
        <w:t xml:space="preserve"> </w:t>
      </w:r>
      <w:r w:rsidRPr="006F699D">
        <w:t>ce</w:t>
      </w:r>
      <w:r w:rsidR="001F4E4E" w:rsidRPr="006F699D">
        <w:t>l</w:t>
      </w:r>
      <w:r w:rsidRPr="006F699D">
        <w:t>l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25.304</w:t>
      </w:r>
      <w:r w:rsidR="00646BEC">
        <w:t xml:space="preserve"> </w:t>
      </w:r>
      <w:r w:rsidR="006F699D" w:rsidRPr="006F699D">
        <w:t>[</w:t>
      </w:r>
      <w:r w:rsidR="00057D27" w:rsidRPr="006F699D">
        <w:t>8]</w:t>
      </w:r>
      <w:r w:rsidRPr="006F699D">
        <w:t>,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GSM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43.022</w:t>
      </w:r>
      <w:r w:rsidR="00646BEC">
        <w:t xml:space="preserve"> </w:t>
      </w:r>
      <w:r w:rsidR="006F699D" w:rsidRPr="006F699D">
        <w:t>[</w:t>
      </w:r>
      <w:r w:rsidR="00057D27" w:rsidRPr="006F699D">
        <w:t>9]</w:t>
      </w:r>
      <w:r w:rsidR="00875A78" w:rsidRPr="006F699D">
        <w:t>,</w:t>
      </w:r>
      <w:r w:rsidR="00646BEC">
        <w:t xml:space="preserve"> </w:t>
      </w:r>
      <w:r w:rsidR="00875A78" w:rsidRPr="006F699D">
        <w:t>and</w:t>
      </w:r>
      <w:r w:rsidR="00646BEC">
        <w:t xml:space="preserve"> </w:t>
      </w:r>
      <w:r w:rsidR="00875A78" w:rsidRPr="006F699D">
        <w:t>for</w:t>
      </w:r>
      <w:r w:rsidR="00646BEC">
        <w:t xml:space="preserve"> </w:t>
      </w:r>
      <w:r w:rsidR="00875A78" w:rsidRPr="006F699D">
        <w:t>a</w:t>
      </w:r>
      <w:r w:rsidR="00646BEC">
        <w:t xml:space="preserve"> </w:t>
      </w:r>
      <w:r w:rsidR="00875A78" w:rsidRPr="006F699D">
        <w:t>NR</w:t>
      </w:r>
      <w:r w:rsidR="00646BEC">
        <w:t xml:space="preserve"> </w:t>
      </w:r>
      <w:r w:rsidR="00875A78" w:rsidRPr="006F699D">
        <w:t>cell</w:t>
      </w:r>
      <w:r w:rsidR="00646BEC">
        <w:t xml:space="preserve"> </w:t>
      </w:r>
      <w:r w:rsidR="00875A78"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38.304</w:t>
      </w:r>
      <w:r w:rsidR="00646BEC">
        <w:t xml:space="preserve"> </w:t>
      </w:r>
      <w:r w:rsidR="006F699D" w:rsidRPr="006F699D">
        <w:t>[</w:t>
      </w:r>
      <w:r w:rsidR="00875A78" w:rsidRPr="006F699D">
        <w:t>38]</w:t>
      </w:r>
      <w:r w:rsidRPr="006F699D">
        <w:t>.</w:t>
      </w:r>
    </w:p>
    <w:p w14:paraId="25CA9268" w14:textId="0B8233E8" w:rsidR="007D25B5" w:rsidRPr="006F699D" w:rsidRDefault="007D25B5" w:rsidP="007D25B5">
      <w:r w:rsidRPr="006F699D">
        <w:rPr>
          <w:b/>
        </w:rPr>
        <w:t>V</w:t>
      </w:r>
      <w:r w:rsidRPr="006F699D">
        <w:rPr>
          <w:b/>
          <w:lang w:eastAsia="zh-CN"/>
        </w:rPr>
        <w:t>2X</w:t>
      </w:r>
      <w:r w:rsidR="00646BEC">
        <w:rPr>
          <w:b/>
        </w:rPr>
        <w:t xml:space="preserve"> </w:t>
      </w:r>
      <w:r w:rsidRPr="006F699D">
        <w:rPr>
          <w:b/>
        </w:rPr>
        <w:t>sidelink</w:t>
      </w:r>
      <w:r w:rsidR="00646BEC">
        <w:rPr>
          <w:b/>
        </w:rPr>
        <w:t xml:space="preserve"> </w:t>
      </w:r>
      <w:r w:rsidRPr="006F699D">
        <w:rPr>
          <w:b/>
        </w:rPr>
        <w:t>communication:</w:t>
      </w:r>
      <w:r w:rsidR="00646BEC">
        <w:rPr>
          <w:b/>
        </w:rPr>
        <w:t xml:space="preserve"> </w:t>
      </w:r>
      <w:r w:rsidRPr="006F699D">
        <w:t>AS</w:t>
      </w:r>
      <w:r w:rsidR="00646BEC">
        <w:t xml:space="preserve"> </w:t>
      </w:r>
      <w:r w:rsidRPr="006F699D">
        <w:t>functionality</w:t>
      </w:r>
      <w:r w:rsidR="00646BEC">
        <w:t xml:space="preserve"> </w:t>
      </w:r>
      <w:r w:rsidRPr="006F699D">
        <w:t>enabling</w:t>
      </w:r>
      <w:r w:rsidR="00646BEC">
        <w:t xml:space="preserve"> </w:t>
      </w:r>
      <w:r w:rsidRPr="006F699D">
        <w:t>V2X</w:t>
      </w:r>
      <w:r w:rsidR="00646BEC">
        <w:t xml:space="preserve"> </w:t>
      </w:r>
      <w:r w:rsidRPr="006F699D">
        <w:t>Communication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23.285</w:t>
      </w:r>
      <w:r w:rsidR="00646BEC">
        <w:t xml:space="preserve"> </w:t>
      </w:r>
      <w:r w:rsidR="006F699D" w:rsidRPr="006F699D">
        <w:t>[</w:t>
      </w:r>
      <w:r w:rsidRPr="006F699D">
        <w:rPr>
          <w:lang w:eastAsia="zh-CN"/>
        </w:rPr>
        <w:t>36</w:t>
      </w:r>
      <w:r w:rsidRPr="006F699D">
        <w:t>],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nearby</w:t>
      </w:r>
      <w:r w:rsidR="00646BEC">
        <w:t xml:space="preserve"> </w:t>
      </w:r>
      <w:r w:rsidRPr="006F699D">
        <w:t>UEs,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technology</w:t>
      </w:r>
      <w:r w:rsidR="00646BEC">
        <w:t xml:space="preserve"> </w:t>
      </w:r>
      <w:r w:rsidRPr="006F699D">
        <w:t>but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traversing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node.</w:t>
      </w:r>
    </w:p>
    <w:p w14:paraId="675F7173" w14:textId="77777777" w:rsidR="0098616A" w:rsidRPr="006F699D" w:rsidRDefault="0098616A" w:rsidP="00377BCE">
      <w:pPr>
        <w:pStyle w:val="Heading2"/>
        <w:rPr>
          <w:lang w:eastAsia="ja-JP"/>
        </w:rPr>
      </w:pPr>
      <w:bookmarkStart w:id="22" w:name="_Toc29237867"/>
      <w:bookmarkStart w:id="23" w:name="_Toc46522984"/>
      <w:bookmarkStart w:id="24" w:name="_Toc100742562"/>
      <w:r w:rsidRPr="006F699D">
        <w:t>3.2</w:t>
      </w:r>
      <w:r w:rsidRPr="006F699D">
        <w:tab/>
      </w:r>
      <w:r w:rsidRPr="006F699D">
        <w:rPr>
          <w:lang w:eastAsia="ja-JP"/>
        </w:rPr>
        <w:t>Symbols</w:t>
      </w:r>
      <w:bookmarkEnd w:id="22"/>
      <w:bookmarkEnd w:id="23"/>
      <w:bookmarkEnd w:id="24"/>
    </w:p>
    <w:p w14:paraId="53904887" w14:textId="2AFE721C" w:rsidR="0098616A" w:rsidRPr="006F699D" w:rsidRDefault="0098616A" w:rsidP="00377BCE"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purposes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following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symbols</w:t>
      </w:r>
      <w:r w:rsidR="00646BEC">
        <w:t xml:space="preserve"> </w:t>
      </w:r>
      <w:r w:rsidRPr="006F699D">
        <w:t>apply</w:t>
      </w:r>
      <w:r w:rsidRPr="006F699D">
        <w:rPr>
          <w:lang w:eastAsia="ja-JP"/>
        </w:rPr>
        <w:t>:</w:t>
      </w:r>
    </w:p>
    <w:p w14:paraId="613B57A1" w14:textId="77777777" w:rsidR="0098616A" w:rsidRPr="006F699D" w:rsidRDefault="0098616A" w:rsidP="00377BCE">
      <w:pPr>
        <w:pStyle w:val="EW"/>
      </w:pPr>
      <w:r w:rsidRPr="006F699D">
        <w:rPr>
          <w:lang w:eastAsia="ja-JP"/>
        </w:rPr>
        <w:lastRenderedPageBreak/>
        <w:t>&lt;symbol&gt;</w:t>
      </w:r>
      <w:r w:rsidRPr="006F699D">
        <w:tab/>
      </w:r>
      <w:r w:rsidRPr="006F699D">
        <w:rPr>
          <w:lang w:eastAsia="ja-JP"/>
        </w:rPr>
        <w:t>&lt;Explanation&gt;</w:t>
      </w:r>
    </w:p>
    <w:p w14:paraId="3C9DAD9B" w14:textId="77777777" w:rsidR="0098616A" w:rsidRPr="006F699D" w:rsidRDefault="0098616A" w:rsidP="00377BCE">
      <w:pPr>
        <w:pStyle w:val="Heading2"/>
      </w:pPr>
      <w:bookmarkStart w:id="25" w:name="_Toc29237868"/>
      <w:bookmarkStart w:id="26" w:name="_Toc46522985"/>
      <w:bookmarkStart w:id="27" w:name="_Toc100742563"/>
      <w:r w:rsidRPr="006F699D">
        <w:rPr>
          <w:lang w:eastAsia="ja-JP"/>
        </w:rPr>
        <w:t>3.3</w:t>
      </w:r>
      <w:r w:rsidRPr="006F699D">
        <w:rPr>
          <w:lang w:eastAsia="ja-JP"/>
        </w:rPr>
        <w:tab/>
      </w:r>
      <w:r w:rsidRPr="006F699D">
        <w:t>Abbreviations</w:t>
      </w:r>
      <w:bookmarkEnd w:id="25"/>
      <w:bookmarkEnd w:id="26"/>
      <w:bookmarkEnd w:id="27"/>
    </w:p>
    <w:p w14:paraId="0819DF4A" w14:textId="4373A637" w:rsidR="0098616A" w:rsidRPr="006F699D" w:rsidRDefault="0098616A" w:rsidP="00377BCE"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purposes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following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abbreviations</w:t>
      </w:r>
      <w:r w:rsidR="00646BEC">
        <w:t xml:space="preserve"> </w:t>
      </w:r>
      <w:r w:rsidRPr="006F699D">
        <w:t>apply</w:t>
      </w:r>
      <w:r w:rsidRPr="006F699D">
        <w:rPr>
          <w:lang w:eastAsia="ja-JP"/>
        </w:rPr>
        <w:t>:</w:t>
      </w:r>
    </w:p>
    <w:p w14:paraId="6397D466" w14:textId="32EE4616" w:rsidR="00FA7068" w:rsidRPr="006F699D" w:rsidRDefault="00FA7068" w:rsidP="00377BCE">
      <w:pPr>
        <w:pStyle w:val="EW"/>
      </w:pPr>
      <w:r w:rsidRPr="006F699D">
        <w:t>1xRTT</w:t>
      </w:r>
      <w:r w:rsidRPr="006F699D">
        <w:tab/>
        <w:t>CDMA2000</w:t>
      </w:r>
      <w:r w:rsidR="00646BEC">
        <w:t xml:space="preserve"> </w:t>
      </w:r>
      <w:r w:rsidRPr="006F699D">
        <w:t>1x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Transmission</w:t>
      </w:r>
      <w:r w:rsidR="00646BEC">
        <w:t xml:space="preserve"> </w:t>
      </w:r>
      <w:r w:rsidRPr="006F699D">
        <w:t>Technology</w:t>
      </w:r>
    </w:p>
    <w:p w14:paraId="52BC47F0" w14:textId="751791E3" w:rsidR="001F4E4E" w:rsidRPr="006F699D" w:rsidRDefault="001F4E4E" w:rsidP="00377BCE">
      <w:pPr>
        <w:pStyle w:val="EW"/>
      </w:pPr>
      <w:r w:rsidRPr="006F699D">
        <w:t>AS</w:t>
      </w:r>
      <w:r w:rsidRPr="006F699D">
        <w:tab/>
        <w:t>Access</w:t>
      </w:r>
      <w:r w:rsidR="00646BEC">
        <w:t xml:space="preserve"> </w:t>
      </w:r>
      <w:r w:rsidRPr="006F699D">
        <w:t>Stratum</w:t>
      </w:r>
    </w:p>
    <w:p w14:paraId="1C2097D5" w14:textId="5F12A0A0" w:rsidR="00A87DB8" w:rsidRPr="006F699D" w:rsidRDefault="00A87DB8" w:rsidP="00377BCE">
      <w:pPr>
        <w:pStyle w:val="EW"/>
      </w:pPr>
      <w:r w:rsidRPr="006F699D">
        <w:t>AC</w:t>
      </w:r>
      <w:r w:rsidRPr="006F699D">
        <w:tab/>
        <w:t>Access</w:t>
      </w:r>
      <w:r w:rsidR="00646BEC">
        <w:t xml:space="preserve"> </w:t>
      </w:r>
      <w:r w:rsidRPr="006F699D">
        <w:t>Class</w:t>
      </w:r>
      <w:r w:rsidR="00646BEC">
        <w:t xml:space="preserve"> </w:t>
      </w:r>
      <w:r w:rsidRPr="006F699D">
        <w:t>(of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USIM)</w:t>
      </w:r>
    </w:p>
    <w:p w14:paraId="296D9175" w14:textId="7ED3E2E3" w:rsidR="00EB370B" w:rsidRPr="006F699D" w:rsidRDefault="00EB370B" w:rsidP="00EB370B">
      <w:pPr>
        <w:pStyle w:val="EW"/>
      </w:pPr>
      <w:r w:rsidRPr="006F699D">
        <w:t>ACDC</w:t>
      </w:r>
      <w:r w:rsidRPr="006F699D">
        <w:tab/>
        <w:t>Application</w:t>
      </w:r>
      <w:r w:rsidR="00646BEC">
        <w:t xml:space="preserve"> </w:t>
      </w:r>
      <w:r w:rsidRPr="006F699D">
        <w:t>specific</w:t>
      </w:r>
      <w:r w:rsidR="00646BEC">
        <w:t xml:space="preserve"> </w:t>
      </w:r>
      <w:r w:rsidRPr="006F699D">
        <w:t>Congestion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Data</w:t>
      </w:r>
      <w:r w:rsidR="00646BEC">
        <w:t xml:space="preserve"> </w:t>
      </w:r>
      <w:r w:rsidRPr="006F699D">
        <w:t>Communication</w:t>
      </w:r>
    </w:p>
    <w:p w14:paraId="6B720F7E" w14:textId="69716F16" w:rsidR="00B74B01" w:rsidRPr="006F699D" w:rsidRDefault="001F4E4E" w:rsidP="00B74B01">
      <w:pPr>
        <w:pStyle w:val="EW"/>
      </w:pPr>
      <w:r w:rsidRPr="006F699D">
        <w:t>BCCH</w:t>
      </w:r>
      <w:r w:rsidRPr="006F699D">
        <w:tab/>
        <w:t>Broadcast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</w:t>
      </w:r>
    </w:p>
    <w:p w14:paraId="11C93463" w14:textId="1DF42ECB" w:rsidR="00581770" w:rsidRPr="006F699D" w:rsidRDefault="00581770" w:rsidP="00B74B01">
      <w:pPr>
        <w:pStyle w:val="EW"/>
      </w:pPr>
      <w:r w:rsidRPr="006F699D">
        <w:t>BL</w:t>
      </w:r>
      <w:r w:rsidRPr="006F699D">
        <w:tab/>
        <w:t>Bandwidth</w:t>
      </w:r>
      <w:r w:rsidR="00646BEC">
        <w:t xml:space="preserve"> </w:t>
      </w:r>
      <w:r w:rsidRPr="006F699D">
        <w:t>reduced</w:t>
      </w:r>
      <w:r w:rsidR="00646BEC">
        <w:t xml:space="preserve"> </w:t>
      </w:r>
      <w:r w:rsidRPr="006F699D">
        <w:t>Low</w:t>
      </w:r>
      <w:r w:rsidR="00646BEC">
        <w:t xml:space="preserve"> </w:t>
      </w:r>
      <w:r w:rsidRPr="006F699D">
        <w:t>complexity</w:t>
      </w:r>
    </w:p>
    <w:p w14:paraId="6EEB64BF" w14:textId="66A47F01" w:rsidR="001F4E4E" w:rsidRPr="006F699D" w:rsidRDefault="00B74B01" w:rsidP="00B74B01">
      <w:pPr>
        <w:pStyle w:val="EW"/>
      </w:pPr>
      <w:r w:rsidRPr="006F699D">
        <w:t>BR-BCCH</w:t>
      </w:r>
      <w:r w:rsidRPr="006F699D">
        <w:tab/>
        <w:t>Bandwidth</w:t>
      </w:r>
      <w:r w:rsidR="00646BEC">
        <w:t xml:space="preserve"> </w:t>
      </w:r>
      <w:r w:rsidRPr="006F699D">
        <w:t>Reduced</w:t>
      </w:r>
      <w:r w:rsidR="00646BEC">
        <w:t xml:space="preserve"> </w:t>
      </w:r>
      <w:r w:rsidRPr="006F699D">
        <w:t>Broadcast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</w:t>
      </w:r>
    </w:p>
    <w:p w14:paraId="5784E8B9" w14:textId="7EF8A327" w:rsidR="007454F5" w:rsidRPr="006F699D" w:rsidRDefault="007454F5" w:rsidP="00377BCE">
      <w:pPr>
        <w:pStyle w:val="EW"/>
      </w:pPr>
      <w:r w:rsidRPr="006F699D">
        <w:t>BSS</w:t>
      </w:r>
      <w:r w:rsidRPr="006F699D">
        <w:tab/>
        <w:t>Basic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Set</w:t>
      </w:r>
    </w:p>
    <w:p w14:paraId="20E0EC6E" w14:textId="5C85D482" w:rsidR="005D5EE2" w:rsidRPr="006F699D" w:rsidRDefault="005D5EE2" w:rsidP="00377BCE">
      <w:pPr>
        <w:pStyle w:val="EW"/>
      </w:pPr>
      <w:r w:rsidRPr="006F699D">
        <w:t>CMAS</w:t>
      </w:r>
      <w:r w:rsidRPr="006F699D">
        <w:tab/>
        <w:t>Commercial</w:t>
      </w:r>
      <w:r w:rsidR="00646BEC">
        <w:t xml:space="preserve"> </w:t>
      </w:r>
      <w:r w:rsidRPr="006F699D">
        <w:t>Mobile</w:t>
      </w:r>
      <w:r w:rsidR="00646BEC">
        <w:t xml:space="preserve"> </w:t>
      </w:r>
      <w:r w:rsidRPr="006F699D">
        <w:t>Altert</w:t>
      </w:r>
      <w:r w:rsidR="00646BEC">
        <w:t xml:space="preserve"> </w:t>
      </w:r>
      <w:r w:rsidRPr="006F699D">
        <w:t>System</w:t>
      </w:r>
    </w:p>
    <w:p w14:paraId="6FDB0F06" w14:textId="2FEC9C87" w:rsidR="00FA7068" w:rsidRPr="006F699D" w:rsidRDefault="00FA7068" w:rsidP="00377BCE">
      <w:pPr>
        <w:pStyle w:val="EW"/>
      </w:pPr>
      <w:r w:rsidRPr="006F699D">
        <w:t>CSG</w:t>
      </w:r>
      <w:r w:rsidRPr="006F699D">
        <w:tab/>
        <w:t>Closed</w:t>
      </w:r>
      <w:r w:rsidR="00646BEC">
        <w:t xml:space="preserve"> </w:t>
      </w:r>
      <w:r w:rsidRPr="006F699D">
        <w:t>Subscriber</w:t>
      </w:r>
      <w:r w:rsidR="00646BEC">
        <w:t xml:space="preserve"> </w:t>
      </w:r>
      <w:r w:rsidRPr="006F699D">
        <w:t>Group</w:t>
      </w:r>
    </w:p>
    <w:p w14:paraId="41DC5BEE" w14:textId="12852DA2" w:rsidR="001F4E4E" w:rsidRPr="006F699D" w:rsidRDefault="001F4E4E" w:rsidP="00377BCE">
      <w:pPr>
        <w:pStyle w:val="EW"/>
      </w:pPr>
      <w:r w:rsidRPr="006F699D">
        <w:t>DRX</w:t>
      </w:r>
      <w:r w:rsidRPr="006F699D">
        <w:tab/>
        <w:t>Discontinuous</w:t>
      </w:r>
      <w:r w:rsidR="00646BEC">
        <w:t xml:space="preserve"> </w:t>
      </w:r>
      <w:r w:rsidRPr="006F699D">
        <w:t>Reception</w:t>
      </w:r>
    </w:p>
    <w:p w14:paraId="3DBF91F4" w14:textId="487FEA79" w:rsidR="001F4E4E" w:rsidRPr="006F699D" w:rsidRDefault="001F4E4E" w:rsidP="00377BCE">
      <w:pPr>
        <w:pStyle w:val="EW"/>
      </w:pPr>
      <w:r w:rsidRPr="006F699D">
        <w:t>D</w:t>
      </w:r>
      <w:r w:rsidR="00D92DCD" w:rsidRPr="006F699D">
        <w:t>L-</w:t>
      </w:r>
      <w:r w:rsidRPr="006F699D">
        <w:t>SCH</w:t>
      </w:r>
      <w:r w:rsidRPr="006F699D">
        <w:tab/>
        <w:t>Downlink</w:t>
      </w:r>
      <w:r w:rsidR="00646BEC">
        <w:t xml:space="preserve"> </w:t>
      </w:r>
      <w:r w:rsidRPr="006F699D">
        <w:t>Shared</w:t>
      </w:r>
      <w:r w:rsidR="00646BEC">
        <w:t xml:space="preserve"> </w:t>
      </w:r>
      <w:r w:rsidRPr="006F699D">
        <w:t>Channel</w:t>
      </w:r>
    </w:p>
    <w:p w14:paraId="794F04F8" w14:textId="1DEDB195" w:rsidR="005D5CF1" w:rsidRPr="006F699D" w:rsidRDefault="005D5CF1" w:rsidP="00377BCE">
      <w:pPr>
        <w:pStyle w:val="EW"/>
      </w:pPr>
      <w:r w:rsidRPr="006F699D">
        <w:t>EHPLMN</w:t>
      </w:r>
      <w:r w:rsidRPr="006F699D">
        <w:tab/>
        <w:t>Equivalent</w:t>
      </w:r>
      <w:r w:rsidR="00646BEC">
        <w:t xml:space="preserve"> </w:t>
      </w:r>
      <w:r w:rsidRPr="006F699D">
        <w:t>Home</w:t>
      </w:r>
      <w:r w:rsidR="00646BEC">
        <w:t xml:space="preserve"> </w:t>
      </w:r>
      <w:r w:rsidRPr="006F699D">
        <w:t>PLMN</w:t>
      </w:r>
    </w:p>
    <w:p w14:paraId="677E9B4C" w14:textId="1B2FA403" w:rsidR="005D5CF1" w:rsidRPr="006F699D" w:rsidRDefault="005D5CF1" w:rsidP="00377BCE">
      <w:pPr>
        <w:pStyle w:val="EW"/>
      </w:pPr>
      <w:r w:rsidRPr="006F699D">
        <w:t>EPC</w:t>
      </w:r>
      <w:r w:rsidRPr="006F699D">
        <w:tab/>
        <w:t>Evolved</w:t>
      </w:r>
      <w:r w:rsidR="00646BEC">
        <w:t xml:space="preserve"> </w:t>
      </w:r>
      <w:r w:rsidRPr="006F699D">
        <w:t>Packet</w:t>
      </w:r>
      <w:r w:rsidR="00646BEC">
        <w:t xml:space="preserve"> </w:t>
      </w:r>
      <w:r w:rsidRPr="006F699D">
        <w:t>Core</w:t>
      </w:r>
    </w:p>
    <w:p w14:paraId="7F18A087" w14:textId="66D11C5B" w:rsidR="005D5CF1" w:rsidRPr="006F699D" w:rsidRDefault="005D5CF1" w:rsidP="00377BCE">
      <w:pPr>
        <w:pStyle w:val="EW"/>
      </w:pPr>
      <w:r w:rsidRPr="006F699D">
        <w:t>EPS</w:t>
      </w:r>
      <w:r w:rsidRPr="006F699D">
        <w:tab/>
        <w:t>Evolved</w:t>
      </w:r>
      <w:r w:rsidR="00646BEC">
        <w:t xml:space="preserve"> </w:t>
      </w:r>
      <w:r w:rsidRPr="006F699D">
        <w:t>Packet</w:t>
      </w:r>
      <w:r w:rsidR="00646BEC">
        <w:t xml:space="preserve"> </w:t>
      </w:r>
      <w:r w:rsidRPr="006F699D">
        <w:t>System</w:t>
      </w:r>
    </w:p>
    <w:p w14:paraId="6ED346CA" w14:textId="62D3A93D" w:rsidR="00FE7545" w:rsidRPr="006F699D" w:rsidRDefault="00FE7545" w:rsidP="00377BCE">
      <w:pPr>
        <w:pStyle w:val="EW"/>
      </w:pPr>
      <w:r w:rsidRPr="006F699D">
        <w:t>ETWS</w:t>
      </w:r>
      <w:r w:rsidRPr="006F699D">
        <w:tab/>
        <w:t>Earthquake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Tsunami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System</w:t>
      </w:r>
    </w:p>
    <w:p w14:paraId="3A4F9504" w14:textId="4C217EEB" w:rsidR="001F4E4E" w:rsidRPr="006F699D" w:rsidRDefault="001F4E4E" w:rsidP="00377BCE">
      <w:pPr>
        <w:pStyle w:val="EW"/>
      </w:pPr>
      <w:r w:rsidRPr="006F699D">
        <w:t>E-UTRA</w:t>
      </w:r>
      <w:r w:rsidRPr="006F699D">
        <w:tab/>
        <w:t>Evolved</w:t>
      </w:r>
      <w:r w:rsidR="00646BEC">
        <w:t xml:space="preserve"> </w:t>
      </w:r>
      <w:r w:rsidRPr="006F699D">
        <w:t>UMTS</w:t>
      </w:r>
      <w:r w:rsidR="00646BEC">
        <w:t xml:space="preserve"> </w:t>
      </w:r>
      <w:r w:rsidRPr="006F699D">
        <w:t>Terrestrial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</w:p>
    <w:p w14:paraId="1A148802" w14:textId="457D65A1" w:rsidR="001F4E4E" w:rsidRPr="006F699D" w:rsidRDefault="001F4E4E" w:rsidP="00377BCE">
      <w:pPr>
        <w:pStyle w:val="EW"/>
      </w:pPr>
      <w:r w:rsidRPr="006F699D">
        <w:t>E-UTRAN</w:t>
      </w:r>
      <w:r w:rsidRPr="006F699D">
        <w:tab/>
        <w:t>Evolved</w:t>
      </w:r>
      <w:r w:rsidR="00646BEC">
        <w:t xml:space="preserve"> </w:t>
      </w:r>
      <w:r w:rsidRPr="006F699D">
        <w:t>UMTS</w:t>
      </w:r>
      <w:r w:rsidR="00646BEC">
        <w:t xml:space="preserve"> </w:t>
      </w:r>
      <w:r w:rsidRPr="006F699D">
        <w:t>Terrestrial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Network</w:t>
      </w:r>
    </w:p>
    <w:p w14:paraId="20B26821" w14:textId="55C4F493" w:rsidR="001F4E4E" w:rsidRPr="006F699D" w:rsidRDefault="001F4E4E" w:rsidP="00377BCE">
      <w:pPr>
        <w:pStyle w:val="EW"/>
      </w:pPr>
      <w:r w:rsidRPr="006F699D">
        <w:t>FDD</w:t>
      </w:r>
      <w:r w:rsidRPr="006F699D">
        <w:tab/>
        <w:t>Frequency</w:t>
      </w:r>
      <w:r w:rsidR="00646BEC">
        <w:t xml:space="preserve"> </w:t>
      </w:r>
      <w:r w:rsidRPr="006F699D">
        <w:t>Division</w:t>
      </w:r>
      <w:r w:rsidR="00646BEC">
        <w:t xml:space="preserve"> </w:t>
      </w:r>
      <w:r w:rsidRPr="006F699D">
        <w:t>Duplex</w:t>
      </w:r>
    </w:p>
    <w:p w14:paraId="775184B0" w14:textId="06528369" w:rsidR="005D5CF1" w:rsidRPr="006F699D" w:rsidRDefault="005D5CF1" w:rsidP="00377BCE">
      <w:pPr>
        <w:pStyle w:val="EW"/>
      </w:pPr>
      <w:r w:rsidRPr="006F699D">
        <w:t>GERAN</w:t>
      </w:r>
      <w:r w:rsidRPr="006F699D">
        <w:tab/>
        <w:t>GSM/EDGE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Network</w:t>
      </w:r>
    </w:p>
    <w:p w14:paraId="0D5C57D1" w14:textId="4A957D64" w:rsidR="00C435E9" w:rsidRPr="006F699D" w:rsidRDefault="005D5CF1" w:rsidP="00C435E9">
      <w:pPr>
        <w:pStyle w:val="EW"/>
      </w:pPr>
      <w:r w:rsidRPr="006F699D">
        <w:t>HPLMN</w:t>
      </w:r>
      <w:r w:rsidRPr="006F699D">
        <w:tab/>
        <w:t>Home</w:t>
      </w:r>
      <w:r w:rsidR="00646BEC">
        <w:t xml:space="preserve"> </w:t>
      </w:r>
      <w:r w:rsidRPr="006F699D">
        <w:t>PLMN</w:t>
      </w:r>
    </w:p>
    <w:p w14:paraId="2AA1946A" w14:textId="2FECC65F" w:rsidR="006A6641" w:rsidRPr="006F699D" w:rsidRDefault="00C435E9" w:rsidP="00C435E9">
      <w:pPr>
        <w:pStyle w:val="EW"/>
      </w:pPr>
      <w:r w:rsidRPr="006F699D">
        <w:t>HSDN</w:t>
      </w:r>
      <w:r w:rsidRPr="006F699D">
        <w:tab/>
        <w:t>High</w:t>
      </w:r>
      <w:r w:rsidR="00646BEC">
        <w:t xml:space="preserve"> </w:t>
      </w:r>
      <w:r w:rsidRPr="006F699D">
        <w:t>Speed</w:t>
      </w:r>
      <w:r w:rsidR="00646BEC">
        <w:t xml:space="preserve"> </w:t>
      </w:r>
      <w:r w:rsidRPr="006F699D">
        <w:t>Dedicated</w:t>
      </w:r>
      <w:r w:rsidR="00646BEC">
        <w:t xml:space="preserve"> </w:t>
      </w:r>
      <w:r w:rsidRPr="006F699D">
        <w:t>Network</w:t>
      </w:r>
    </w:p>
    <w:p w14:paraId="13C775C9" w14:textId="281BF4C4" w:rsidR="005D5CF1" w:rsidRPr="006F699D" w:rsidRDefault="006A6641" w:rsidP="006A6641">
      <w:pPr>
        <w:pStyle w:val="EW"/>
      </w:pPr>
      <w:r w:rsidRPr="006F699D">
        <w:t>H-SFN</w:t>
      </w:r>
      <w:r w:rsidRPr="006F699D">
        <w:tab/>
        <w:t>Hyper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Frame</w:t>
      </w:r>
      <w:r w:rsidR="00646BEC">
        <w:t xml:space="preserve"> </w:t>
      </w:r>
      <w:r w:rsidRPr="006F699D">
        <w:t>Number</w:t>
      </w:r>
    </w:p>
    <w:p w14:paraId="65FE5A3D" w14:textId="103CD903" w:rsidR="00FA7068" w:rsidRPr="006F699D" w:rsidRDefault="00FA7068" w:rsidP="00377BCE">
      <w:pPr>
        <w:pStyle w:val="EW"/>
      </w:pPr>
      <w:r w:rsidRPr="006F699D">
        <w:t>HRPD</w:t>
      </w:r>
      <w:r w:rsidRPr="006F699D">
        <w:tab/>
        <w:t>High</w:t>
      </w:r>
      <w:r w:rsidR="00646BEC">
        <w:t xml:space="preserve"> </w:t>
      </w:r>
      <w:r w:rsidRPr="006F699D">
        <w:t>Rate</w:t>
      </w:r>
      <w:r w:rsidR="00646BEC">
        <w:t xml:space="preserve"> </w:t>
      </w:r>
      <w:r w:rsidRPr="006F699D">
        <w:t>Packet</w:t>
      </w:r>
      <w:r w:rsidR="00646BEC">
        <w:t xml:space="preserve"> </w:t>
      </w:r>
      <w:r w:rsidRPr="006F699D">
        <w:t>Data</w:t>
      </w:r>
    </w:p>
    <w:p w14:paraId="69D8B52B" w14:textId="1CC70A12" w:rsidR="001F4E4E" w:rsidRPr="006F699D" w:rsidRDefault="001F4E4E" w:rsidP="00377BCE">
      <w:pPr>
        <w:pStyle w:val="EW"/>
      </w:pPr>
      <w:r w:rsidRPr="006F699D">
        <w:t>IMSI</w:t>
      </w:r>
      <w:r w:rsidRPr="006F699D">
        <w:tab/>
        <w:t>International</w:t>
      </w:r>
      <w:r w:rsidR="00646BEC">
        <w:t xml:space="preserve"> </w:t>
      </w:r>
      <w:r w:rsidRPr="006F699D">
        <w:t>Mobile</w:t>
      </w:r>
      <w:r w:rsidR="00646BEC">
        <w:t xml:space="preserve"> </w:t>
      </w:r>
      <w:r w:rsidRPr="006F699D">
        <w:t>Subscriber</w:t>
      </w:r>
      <w:r w:rsidR="00646BEC">
        <w:t xml:space="preserve"> </w:t>
      </w:r>
      <w:r w:rsidRPr="006F699D">
        <w:t>Identity</w:t>
      </w:r>
    </w:p>
    <w:p w14:paraId="39AB18C0" w14:textId="448187C1" w:rsidR="001F4E4E" w:rsidRPr="006F699D" w:rsidRDefault="001F4E4E" w:rsidP="00377BCE">
      <w:pPr>
        <w:pStyle w:val="EW"/>
      </w:pPr>
      <w:r w:rsidRPr="006F699D">
        <w:t>MBMS</w:t>
      </w:r>
      <w:r w:rsidRPr="006F699D">
        <w:tab/>
        <w:t>Multimedia</w:t>
      </w:r>
      <w:r w:rsidR="00646BEC">
        <w:t xml:space="preserve"> </w:t>
      </w:r>
      <w:r w:rsidRPr="006F699D">
        <w:t>Broadcast-Multicast</w:t>
      </w:r>
      <w:r w:rsidR="00646BEC">
        <w:t xml:space="preserve"> </w:t>
      </w:r>
      <w:r w:rsidRPr="006F699D">
        <w:t>Service</w:t>
      </w:r>
    </w:p>
    <w:p w14:paraId="73E14754" w14:textId="2AD5E29A" w:rsidR="004269B9" w:rsidRPr="006F699D" w:rsidRDefault="004269B9" w:rsidP="00377BCE">
      <w:pPr>
        <w:pStyle w:val="EW"/>
      </w:pPr>
      <w:r w:rsidRPr="006F699D">
        <w:t>MBSFN</w:t>
      </w:r>
      <w:r w:rsidRPr="006F699D">
        <w:tab/>
        <w:t>Multimedia</w:t>
      </w:r>
      <w:r w:rsidR="00646BEC">
        <w:t xml:space="preserve"> </w:t>
      </w:r>
      <w:r w:rsidRPr="006F699D">
        <w:t>Broadcast</w:t>
      </w:r>
      <w:r w:rsidR="00646BEC">
        <w:t xml:space="preserve"> </w:t>
      </w:r>
      <w:r w:rsidRPr="006F699D">
        <w:t>multicast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Single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Network</w:t>
      </w:r>
    </w:p>
    <w:p w14:paraId="247A4998" w14:textId="270BEC27" w:rsidR="001F4E4E" w:rsidRPr="006F699D" w:rsidRDefault="001F4E4E" w:rsidP="00377BCE">
      <w:pPr>
        <w:pStyle w:val="EW"/>
      </w:pPr>
      <w:r w:rsidRPr="006F699D">
        <w:t>MCC</w:t>
      </w:r>
      <w:r w:rsidRPr="006F699D">
        <w:tab/>
        <w:t>Mobile</w:t>
      </w:r>
      <w:r w:rsidR="00646BEC">
        <w:t xml:space="preserve"> </w:t>
      </w:r>
      <w:r w:rsidRPr="006F699D">
        <w:t>Country</w:t>
      </w:r>
      <w:r w:rsidR="00646BEC">
        <w:t xml:space="preserve"> </w:t>
      </w:r>
      <w:r w:rsidRPr="006F699D">
        <w:t>Code</w:t>
      </w:r>
    </w:p>
    <w:p w14:paraId="02660B3D" w14:textId="70BBA2F2" w:rsidR="004269B9" w:rsidRPr="006F699D" w:rsidRDefault="004269B9" w:rsidP="00377BCE">
      <w:pPr>
        <w:pStyle w:val="EW"/>
      </w:pPr>
      <w:r w:rsidRPr="006F699D">
        <w:t>MCCH</w:t>
      </w:r>
      <w:r w:rsidRPr="006F699D">
        <w:tab/>
        <w:t>Multicast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</w:t>
      </w:r>
    </w:p>
    <w:p w14:paraId="1FC9CD6C" w14:textId="247B1982" w:rsidR="00834672" w:rsidRPr="006F699D" w:rsidRDefault="00834672" w:rsidP="00377BCE">
      <w:pPr>
        <w:pStyle w:val="EW"/>
      </w:pPr>
      <w:r w:rsidRPr="006F699D">
        <w:t>MDT</w:t>
      </w:r>
      <w:r w:rsidRPr="006F699D">
        <w:tab/>
        <w:t>Minimization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Drive</w:t>
      </w:r>
      <w:r w:rsidR="00646BEC">
        <w:t xml:space="preserve"> </w:t>
      </w:r>
      <w:r w:rsidRPr="006F699D">
        <w:t>Tests</w:t>
      </w:r>
    </w:p>
    <w:p w14:paraId="1BDA6CCC" w14:textId="6D5FF8AD" w:rsidR="001F4E4E" w:rsidRPr="006F699D" w:rsidRDefault="001F4E4E" w:rsidP="00377BCE">
      <w:pPr>
        <w:pStyle w:val="EW"/>
      </w:pPr>
      <w:r w:rsidRPr="006F699D">
        <w:t>MM</w:t>
      </w:r>
      <w:r w:rsidRPr="006F699D">
        <w:tab/>
        <w:t>Mobility</w:t>
      </w:r>
      <w:r w:rsidR="00646BEC">
        <w:t xml:space="preserve"> </w:t>
      </w:r>
      <w:r w:rsidRPr="006F699D">
        <w:t>Management</w:t>
      </w:r>
    </w:p>
    <w:p w14:paraId="258CA04F" w14:textId="0E3ADE9A" w:rsidR="0066044E" w:rsidRPr="006F699D" w:rsidRDefault="001F4E4E" w:rsidP="009D1C21">
      <w:pPr>
        <w:pStyle w:val="EW"/>
        <w:rPr>
          <w:lang w:eastAsia="zh-CN"/>
        </w:rPr>
      </w:pPr>
      <w:r w:rsidRPr="006F699D">
        <w:t>MNC</w:t>
      </w:r>
      <w:r w:rsidRPr="006F699D">
        <w:tab/>
        <w:t>Mobile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Code</w:t>
      </w:r>
    </w:p>
    <w:p w14:paraId="1EEEB425" w14:textId="280DA96B" w:rsidR="001F4E4E" w:rsidRPr="006F699D" w:rsidRDefault="0066044E" w:rsidP="0066044E">
      <w:pPr>
        <w:pStyle w:val="EW"/>
      </w:pPr>
      <w:r w:rsidRPr="006F699D">
        <w:t>MPDCCH</w:t>
      </w:r>
      <w:r w:rsidRPr="006F699D">
        <w:tab/>
      </w:r>
      <w:r w:rsidR="00772867" w:rsidRPr="006F699D">
        <w:t>MTC</w:t>
      </w:r>
      <w:r w:rsidR="00646BEC">
        <w:t xml:space="preserve"> </w:t>
      </w:r>
      <w:r w:rsidRPr="006F699D">
        <w:t>Physical</w:t>
      </w:r>
      <w:r w:rsidR="00646BEC">
        <w:t xml:space="preserve"> </w:t>
      </w:r>
      <w:r w:rsidRPr="006F699D">
        <w:t>Downlink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</w:t>
      </w:r>
    </w:p>
    <w:p w14:paraId="4681A0D2" w14:textId="500F1D74" w:rsidR="004269B9" w:rsidRPr="006F699D" w:rsidRDefault="004269B9" w:rsidP="00377BCE">
      <w:pPr>
        <w:pStyle w:val="EW"/>
      </w:pPr>
      <w:r w:rsidRPr="006F699D">
        <w:t>MTCH</w:t>
      </w:r>
      <w:r w:rsidRPr="006F699D">
        <w:tab/>
        <w:t>Multicast</w:t>
      </w:r>
      <w:r w:rsidR="00646BEC">
        <w:t xml:space="preserve"> </w:t>
      </w:r>
      <w:r w:rsidRPr="006F699D">
        <w:t>Traffic</w:t>
      </w:r>
      <w:r w:rsidR="00646BEC">
        <w:t xml:space="preserve"> </w:t>
      </w:r>
      <w:r w:rsidRPr="006F699D">
        <w:t>Channel</w:t>
      </w:r>
    </w:p>
    <w:p w14:paraId="760366A9" w14:textId="1AA6924E" w:rsidR="00A635EF" w:rsidRPr="006F699D" w:rsidRDefault="001F4E4E" w:rsidP="00A635EF">
      <w:pPr>
        <w:pStyle w:val="EW"/>
      </w:pPr>
      <w:r w:rsidRPr="006F699D">
        <w:t>NAS</w:t>
      </w:r>
      <w:r w:rsidRPr="006F699D">
        <w:tab/>
        <w:t>Non-Access</w:t>
      </w:r>
      <w:r w:rsidR="00646BEC">
        <w:t xml:space="preserve"> </w:t>
      </w:r>
      <w:r w:rsidRPr="006F699D">
        <w:t>Stratum</w:t>
      </w:r>
    </w:p>
    <w:p w14:paraId="7B866172" w14:textId="1E7AC367" w:rsidR="001F4E4E" w:rsidRPr="006F699D" w:rsidRDefault="00A635EF" w:rsidP="00A635EF">
      <w:pPr>
        <w:pStyle w:val="EW"/>
      </w:pPr>
      <w:r w:rsidRPr="006F699D">
        <w:rPr>
          <w:lang w:eastAsia="ja-JP"/>
        </w:rPr>
        <w:t>NB-IoT</w:t>
      </w:r>
      <w:r w:rsidRPr="006F699D">
        <w:rPr>
          <w:lang w:eastAsia="ja-JP"/>
        </w:rPr>
        <w:tab/>
        <w:t>NarrowBand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Internet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Things</w:t>
      </w:r>
    </w:p>
    <w:p w14:paraId="6D553C96" w14:textId="0D7BED9C" w:rsidR="004D6DCE" w:rsidRPr="006F699D" w:rsidRDefault="004D6DCE" w:rsidP="00377BCE">
      <w:pPr>
        <w:pStyle w:val="EW"/>
      </w:pPr>
      <w:r w:rsidRPr="006F699D">
        <w:t>NR</w:t>
      </w:r>
      <w:r w:rsidRPr="006F699D">
        <w:tab/>
        <w:t>NR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</w:p>
    <w:p w14:paraId="7A022F2A" w14:textId="0A80F705" w:rsidR="001F4E4E" w:rsidRPr="006F699D" w:rsidRDefault="001F4E4E" w:rsidP="00377BCE">
      <w:pPr>
        <w:pStyle w:val="EW"/>
      </w:pPr>
      <w:r w:rsidRPr="006F699D">
        <w:t>PLMN</w:t>
      </w:r>
      <w:r w:rsidRPr="006F699D">
        <w:tab/>
        <w:t>Public</w:t>
      </w:r>
      <w:r w:rsidR="00646BEC">
        <w:t xml:space="preserve"> </w:t>
      </w:r>
      <w:r w:rsidRPr="006F699D">
        <w:t>Land</w:t>
      </w:r>
      <w:r w:rsidR="00646BEC">
        <w:t xml:space="preserve"> </w:t>
      </w:r>
      <w:r w:rsidRPr="006F699D">
        <w:t>Mobile</w:t>
      </w:r>
      <w:r w:rsidR="00646BEC">
        <w:t xml:space="preserve"> </w:t>
      </w:r>
      <w:r w:rsidRPr="006F699D">
        <w:t>Network</w:t>
      </w:r>
    </w:p>
    <w:p w14:paraId="40D85505" w14:textId="2E812FB6" w:rsidR="00CC252D" w:rsidRPr="006F699D" w:rsidRDefault="00CC252D" w:rsidP="00377BCE">
      <w:pPr>
        <w:pStyle w:val="EW"/>
      </w:pPr>
      <w:r w:rsidRPr="006F699D">
        <w:t>ProSe</w:t>
      </w:r>
      <w:r w:rsidRPr="006F699D">
        <w:tab/>
        <w:t>Proximity-based</w:t>
      </w:r>
      <w:r w:rsidR="00646BEC">
        <w:t xml:space="preserve"> </w:t>
      </w:r>
      <w:r w:rsidRPr="006F699D">
        <w:t>Services</w:t>
      </w:r>
    </w:p>
    <w:p w14:paraId="464276E9" w14:textId="353FC118" w:rsidR="00A505A4" w:rsidRPr="006F699D" w:rsidRDefault="00A77A37" w:rsidP="00A505A4">
      <w:pPr>
        <w:pStyle w:val="EW"/>
      </w:pPr>
      <w:r w:rsidRPr="006F699D">
        <w:t>PSM</w:t>
      </w:r>
      <w:r w:rsidRPr="006F699D">
        <w:tab/>
        <w:t>Power</w:t>
      </w:r>
      <w:r w:rsidR="00646BEC">
        <w:t xml:space="preserve"> </w:t>
      </w:r>
      <w:r w:rsidRPr="006F699D">
        <w:t>Saving</w:t>
      </w:r>
      <w:r w:rsidR="00646BEC">
        <w:t xml:space="preserve"> </w:t>
      </w:r>
      <w:r w:rsidRPr="006F699D">
        <w:t>Mode</w:t>
      </w:r>
    </w:p>
    <w:p w14:paraId="7ED8972A" w14:textId="59C67543" w:rsidR="00A77A37" w:rsidRPr="006F699D" w:rsidRDefault="00A505A4" w:rsidP="00A505A4">
      <w:pPr>
        <w:pStyle w:val="EW"/>
      </w:pPr>
      <w:r w:rsidRPr="006F699D">
        <w:t>PTW</w:t>
      </w:r>
      <w:r w:rsidRPr="006F699D">
        <w:tab/>
        <w:t>Paging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Window</w:t>
      </w:r>
    </w:p>
    <w:p w14:paraId="562C343F" w14:textId="71144799" w:rsidR="005D5EE2" w:rsidRPr="006F699D" w:rsidRDefault="005D5EE2" w:rsidP="00377BCE">
      <w:pPr>
        <w:pStyle w:val="EW"/>
      </w:pPr>
      <w:r w:rsidRPr="006F699D">
        <w:t>PWS</w:t>
      </w:r>
      <w:r w:rsidRPr="006F699D">
        <w:tab/>
        <w:t>Public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System</w:t>
      </w:r>
    </w:p>
    <w:p w14:paraId="78DD36D1" w14:textId="31FF4B01" w:rsidR="001F4E4E" w:rsidRPr="006F699D" w:rsidRDefault="001F4E4E" w:rsidP="00377BCE">
      <w:pPr>
        <w:pStyle w:val="EW"/>
      </w:pPr>
      <w:r w:rsidRPr="006F699D">
        <w:t>RAT</w:t>
      </w:r>
      <w:r w:rsidRPr="006F699D">
        <w:tab/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Technology</w:t>
      </w:r>
    </w:p>
    <w:p w14:paraId="598CD946" w14:textId="2B9E1ACA" w:rsidR="00873672" w:rsidRPr="006F699D" w:rsidRDefault="00873672" w:rsidP="00873672">
      <w:pPr>
        <w:pStyle w:val="EW"/>
      </w:pPr>
      <w:r w:rsidRPr="006F699D">
        <w:t>RNA</w:t>
      </w:r>
      <w:r w:rsidRPr="006F699D">
        <w:tab/>
        <w:t>RAN-based</w:t>
      </w:r>
      <w:r w:rsidR="00646BEC">
        <w:t xml:space="preserve"> </w:t>
      </w:r>
      <w:r w:rsidRPr="006F699D">
        <w:t>Notification</w:t>
      </w:r>
      <w:r w:rsidR="00646BEC">
        <w:t xml:space="preserve"> </w:t>
      </w:r>
      <w:r w:rsidRPr="006F699D">
        <w:t>Area</w:t>
      </w:r>
    </w:p>
    <w:p w14:paraId="0B783B42" w14:textId="37BE12ED" w:rsidR="00873672" w:rsidRPr="006F699D" w:rsidRDefault="00873672" w:rsidP="00873672">
      <w:pPr>
        <w:pStyle w:val="EW"/>
      </w:pPr>
      <w:r w:rsidRPr="006F699D">
        <w:t>RNAU</w:t>
      </w:r>
      <w:r w:rsidRPr="006F699D">
        <w:tab/>
        <w:t>RAN-based</w:t>
      </w:r>
      <w:r w:rsidR="00646BEC">
        <w:t xml:space="preserve"> </w:t>
      </w:r>
      <w:r w:rsidRPr="006F699D">
        <w:t>Notification</w:t>
      </w:r>
      <w:r w:rsidR="00646BEC">
        <w:t xml:space="preserve"> </w:t>
      </w:r>
      <w:r w:rsidRPr="006F699D">
        <w:t>Area</w:t>
      </w:r>
      <w:r w:rsidR="00646BEC">
        <w:t xml:space="preserve"> </w:t>
      </w:r>
      <w:r w:rsidRPr="006F699D">
        <w:t>Update</w:t>
      </w:r>
    </w:p>
    <w:p w14:paraId="1E860AE0" w14:textId="1F259D27" w:rsidR="001F4E4E" w:rsidRPr="006F699D" w:rsidRDefault="001F4E4E" w:rsidP="00873672">
      <w:pPr>
        <w:pStyle w:val="EW"/>
      </w:pPr>
      <w:r w:rsidRPr="006F699D">
        <w:t>RRC</w:t>
      </w:r>
      <w:r w:rsidRPr="006F699D">
        <w:tab/>
        <w:t>Radio</w:t>
      </w:r>
      <w:r w:rsidR="00646BEC">
        <w:t xml:space="preserve"> </w:t>
      </w:r>
      <w:r w:rsidRPr="006F699D">
        <w:t>Resource</w:t>
      </w:r>
      <w:r w:rsidR="00646BEC">
        <w:t xml:space="preserve"> </w:t>
      </w:r>
      <w:r w:rsidRPr="006F699D">
        <w:t>Control</w:t>
      </w:r>
    </w:p>
    <w:p w14:paraId="175BFA2F" w14:textId="5044F520" w:rsidR="00BD4A06" w:rsidRPr="006F699D" w:rsidRDefault="001F4E4E" w:rsidP="00377BCE">
      <w:pPr>
        <w:pStyle w:val="EW"/>
      </w:pPr>
      <w:r w:rsidRPr="006F699D">
        <w:t>SAP</w:t>
      </w:r>
      <w:r w:rsidRPr="006F699D">
        <w:tab/>
        <w:t>Service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Point</w:t>
      </w:r>
    </w:p>
    <w:p w14:paraId="3E99A980" w14:textId="77777777" w:rsidR="001F4E4E" w:rsidRPr="006F699D" w:rsidRDefault="00BD4A06" w:rsidP="00377BCE">
      <w:pPr>
        <w:pStyle w:val="EW"/>
      </w:pPr>
      <w:r w:rsidRPr="006F699D">
        <w:t>SIBX</w:t>
      </w:r>
      <w:r w:rsidRPr="006F699D">
        <w:tab/>
        <w:t>SystemInformationBlockTypeX</w:t>
      </w:r>
    </w:p>
    <w:p w14:paraId="280877D5" w14:textId="1CF392FD" w:rsidR="00873672" w:rsidRPr="006F699D" w:rsidRDefault="001F4E4E" w:rsidP="00873672">
      <w:pPr>
        <w:pStyle w:val="EW"/>
      </w:pPr>
      <w:r w:rsidRPr="006F699D">
        <w:t>TDD</w:t>
      </w:r>
      <w:r w:rsidRPr="006F699D">
        <w:tab/>
        <w:t>Time</w:t>
      </w:r>
      <w:r w:rsidR="00646BEC">
        <w:t xml:space="preserve"> </w:t>
      </w:r>
      <w:r w:rsidRPr="006F699D">
        <w:t>Division</w:t>
      </w:r>
      <w:r w:rsidR="00646BEC">
        <w:t xml:space="preserve"> </w:t>
      </w:r>
      <w:r w:rsidRPr="006F699D">
        <w:t>Duplex</w:t>
      </w:r>
    </w:p>
    <w:p w14:paraId="67E9E22B" w14:textId="2DF2CFB5" w:rsidR="001F4E4E" w:rsidRPr="006F699D" w:rsidRDefault="00873672" w:rsidP="00873672">
      <w:pPr>
        <w:pStyle w:val="EW"/>
      </w:pPr>
      <w:r w:rsidRPr="006F699D">
        <w:t>UAC</w:t>
      </w:r>
      <w:r w:rsidRPr="006F699D">
        <w:tab/>
        <w:t>Unified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Control</w:t>
      </w:r>
    </w:p>
    <w:p w14:paraId="129689E1" w14:textId="2BB55BD2" w:rsidR="001F4E4E" w:rsidRPr="006F699D" w:rsidRDefault="001F4E4E" w:rsidP="00377BCE">
      <w:pPr>
        <w:pStyle w:val="EW"/>
      </w:pPr>
      <w:r w:rsidRPr="006F699D">
        <w:t>UE</w:t>
      </w:r>
      <w:r w:rsidRPr="006F699D">
        <w:tab/>
        <w:t>User</w:t>
      </w:r>
      <w:r w:rsidR="00646BEC">
        <w:t xml:space="preserve"> </w:t>
      </w:r>
      <w:r w:rsidRPr="006F699D">
        <w:t>Equipment</w:t>
      </w:r>
    </w:p>
    <w:p w14:paraId="343432B0" w14:textId="082B6C06" w:rsidR="001F4E4E" w:rsidRPr="006F699D" w:rsidRDefault="001F4E4E" w:rsidP="00377BCE">
      <w:pPr>
        <w:pStyle w:val="EW"/>
      </w:pPr>
      <w:r w:rsidRPr="006F699D">
        <w:t>UMTS</w:t>
      </w:r>
      <w:r w:rsidRPr="006F699D">
        <w:tab/>
        <w:t>Universal</w:t>
      </w:r>
      <w:r w:rsidR="00646BEC">
        <w:t xml:space="preserve"> </w:t>
      </w:r>
      <w:r w:rsidRPr="006F699D">
        <w:t>Mobile</w:t>
      </w:r>
      <w:r w:rsidR="00646BEC">
        <w:t xml:space="preserve"> </w:t>
      </w:r>
      <w:r w:rsidRPr="006F699D">
        <w:t>Telecommunications</w:t>
      </w:r>
      <w:r w:rsidR="00646BEC">
        <w:t xml:space="preserve"> </w:t>
      </w:r>
      <w:r w:rsidRPr="006F699D">
        <w:t>System</w:t>
      </w:r>
    </w:p>
    <w:p w14:paraId="51895B62" w14:textId="7A8CBF52" w:rsidR="00A87DB8" w:rsidRPr="006F699D" w:rsidRDefault="00A87DB8" w:rsidP="00377BCE">
      <w:pPr>
        <w:pStyle w:val="EW"/>
      </w:pPr>
      <w:r w:rsidRPr="006F699D">
        <w:t>USIM</w:t>
      </w:r>
      <w:r w:rsidRPr="006F699D">
        <w:tab/>
        <w:t>Universal</w:t>
      </w:r>
      <w:r w:rsidR="00646BEC">
        <w:t xml:space="preserve"> </w:t>
      </w:r>
      <w:r w:rsidRPr="006F699D">
        <w:t>Subscriber</w:t>
      </w:r>
      <w:r w:rsidR="00646BEC">
        <w:t xml:space="preserve"> </w:t>
      </w:r>
      <w:r w:rsidRPr="006F699D">
        <w:t>Identity</w:t>
      </w:r>
      <w:r w:rsidR="00646BEC">
        <w:t xml:space="preserve"> </w:t>
      </w:r>
      <w:r w:rsidRPr="006F699D">
        <w:t>Module</w:t>
      </w:r>
    </w:p>
    <w:p w14:paraId="1D83A974" w14:textId="5AB52454" w:rsidR="001F4E4E" w:rsidRPr="006F699D" w:rsidRDefault="001F4E4E" w:rsidP="00377BCE">
      <w:pPr>
        <w:pStyle w:val="EW"/>
      </w:pPr>
      <w:r w:rsidRPr="006F699D">
        <w:t>UTRA</w:t>
      </w:r>
      <w:r w:rsidRPr="006F699D">
        <w:tab/>
        <w:t>UMTS</w:t>
      </w:r>
      <w:r w:rsidR="00646BEC">
        <w:t xml:space="preserve"> </w:t>
      </w:r>
      <w:r w:rsidRPr="006F699D">
        <w:t>Terrestrial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</w:p>
    <w:p w14:paraId="5F087B5D" w14:textId="1F2F37F6" w:rsidR="007D25B5" w:rsidRPr="006F699D" w:rsidRDefault="001F4E4E" w:rsidP="007D25B5">
      <w:pPr>
        <w:pStyle w:val="EW"/>
        <w:rPr>
          <w:lang w:eastAsia="zh-CN"/>
        </w:rPr>
      </w:pPr>
      <w:r w:rsidRPr="006F699D">
        <w:t>UTRAN</w:t>
      </w:r>
      <w:r w:rsidRPr="006F699D">
        <w:tab/>
        <w:t>UMTS</w:t>
      </w:r>
      <w:r w:rsidR="00646BEC">
        <w:t xml:space="preserve"> </w:t>
      </w:r>
      <w:r w:rsidRPr="006F699D">
        <w:t>Terrestrial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Network</w:t>
      </w:r>
    </w:p>
    <w:p w14:paraId="63718FC6" w14:textId="77777777" w:rsidR="009D1C21" w:rsidRPr="006F699D" w:rsidRDefault="007D25B5" w:rsidP="009D1C21">
      <w:pPr>
        <w:pStyle w:val="EW"/>
      </w:pPr>
      <w:r w:rsidRPr="006F699D">
        <w:t>V2X</w:t>
      </w:r>
      <w:r w:rsidRPr="006F699D">
        <w:tab/>
        <w:t>Vehicle-to-Everything</w:t>
      </w:r>
    </w:p>
    <w:p w14:paraId="16A59BD7" w14:textId="1A9DF842" w:rsidR="001F4E4E" w:rsidRPr="006F699D" w:rsidRDefault="009D1C21" w:rsidP="009D1C21">
      <w:pPr>
        <w:pStyle w:val="EX"/>
      </w:pPr>
      <w:r w:rsidRPr="006F699D">
        <w:lastRenderedPageBreak/>
        <w:t>WUS</w:t>
      </w:r>
      <w:r w:rsidRPr="006F699D">
        <w:tab/>
        <w:t>Wake</w:t>
      </w:r>
      <w:r w:rsidR="00646BEC">
        <w:t xml:space="preserve"> </w:t>
      </w:r>
      <w:r w:rsidRPr="006F699D">
        <w:t>Up</w:t>
      </w:r>
      <w:r w:rsidR="00646BEC">
        <w:t xml:space="preserve"> </w:t>
      </w:r>
      <w:r w:rsidRPr="006F699D">
        <w:t>Signal</w:t>
      </w:r>
    </w:p>
    <w:p w14:paraId="6A5832B6" w14:textId="216F6F2A" w:rsidR="001D70BA" w:rsidRPr="006F699D" w:rsidRDefault="003072BD" w:rsidP="00377BCE">
      <w:pPr>
        <w:pStyle w:val="Heading1"/>
      </w:pPr>
      <w:bookmarkStart w:id="28" w:name="_Toc29237869"/>
      <w:bookmarkStart w:id="29" w:name="_Toc46522986"/>
      <w:bookmarkStart w:id="30" w:name="_Toc100742564"/>
      <w:r w:rsidRPr="006F699D">
        <w:t>4</w:t>
      </w:r>
      <w:r w:rsidRPr="006F699D">
        <w:tab/>
        <w:t>General</w:t>
      </w:r>
      <w:r w:rsidR="00646BEC">
        <w:t xml:space="preserve"> </w:t>
      </w:r>
      <w:r w:rsidRPr="006F699D">
        <w:t>description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bookmarkStart w:id="31" w:name="_975763386"/>
      <w:bookmarkStart w:id="32" w:name="_977548777"/>
      <w:bookmarkEnd w:id="28"/>
      <w:bookmarkEnd w:id="29"/>
      <w:bookmarkEnd w:id="30"/>
      <w:bookmarkEnd w:id="31"/>
      <w:bookmarkEnd w:id="32"/>
    </w:p>
    <w:p w14:paraId="549E6561" w14:textId="77777777" w:rsidR="003072BD" w:rsidRPr="006F699D" w:rsidRDefault="003072BD" w:rsidP="00377BCE">
      <w:pPr>
        <w:pStyle w:val="Heading2"/>
      </w:pPr>
      <w:bookmarkStart w:id="33" w:name="_Toc29237870"/>
      <w:bookmarkStart w:id="34" w:name="_Toc46522987"/>
      <w:bookmarkStart w:id="35" w:name="_Toc100742565"/>
      <w:r w:rsidRPr="006F699D">
        <w:t>4.1</w:t>
      </w:r>
      <w:r w:rsidRPr="006F699D">
        <w:tab/>
        <w:t>Overview</w:t>
      </w:r>
      <w:bookmarkEnd w:id="33"/>
      <w:bookmarkEnd w:id="34"/>
      <w:bookmarkEnd w:id="35"/>
    </w:p>
    <w:p w14:paraId="5BA41E57" w14:textId="690580B8" w:rsidR="001576E1" w:rsidRPr="006F699D" w:rsidRDefault="001576E1" w:rsidP="00377BCE">
      <w:r w:rsidRPr="006F699D">
        <w:t>The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tasks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subdivided</w:t>
      </w:r>
      <w:r w:rsidR="00646BEC">
        <w:t xml:space="preserve"> </w:t>
      </w:r>
      <w:r w:rsidRPr="006F699D">
        <w:t>into</w:t>
      </w:r>
      <w:r w:rsidR="00646BEC">
        <w:t xml:space="preserve"> </w:t>
      </w:r>
      <w:r w:rsidR="00257196" w:rsidRPr="006F699D">
        <w:t>four</w:t>
      </w:r>
      <w:r w:rsidR="00646BEC">
        <w:t xml:space="preserve"> </w:t>
      </w:r>
      <w:r w:rsidRPr="006F699D">
        <w:t>processes:</w:t>
      </w:r>
    </w:p>
    <w:p w14:paraId="422CE338" w14:textId="0269F0CE" w:rsidR="001576E1" w:rsidRPr="006F699D" w:rsidRDefault="001576E1" w:rsidP="00377BCE">
      <w:pPr>
        <w:pStyle w:val="B1"/>
      </w:pPr>
      <w:r w:rsidRPr="006F699D">
        <w:t>-</w:t>
      </w:r>
      <w:r w:rsidRPr="006F699D">
        <w:tab/>
        <w:t>PLMN</w:t>
      </w:r>
      <w:r w:rsidR="00646BEC">
        <w:t xml:space="preserve"> </w:t>
      </w:r>
      <w:r w:rsidRPr="006F699D">
        <w:t>selection;</w:t>
      </w:r>
    </w:p>
    <w:p w14:paraId="4F15BF99" w14:textId="020C27A4" w:rsidR="001576E1" w:rsidRPr="006F699D" w:rsidRDefault="001576E1" w:rsidP="00377BCE">
      <w:pPr>
        <w:pStyle w:val="B1"/>
      </w:pPr>
      <w:r w:rsidRPr="006F699D">
        <w:t>-</w:t>
      </w:r>
      <w:r w:rsidRPr="006F699D">
        <w:tab/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reselection;</w:t>
      </w:r>
    </w:p>
    <w:p w14:paraId="10642BC6" w14:textId="2E034E8E" w:rsidR="001576E1" w:rsidRPr="006F699D" w:rsidRDefault="001576E1" w:rsidP="00377BCE">
      <w:pPr>
        <w:pStyle w:val="B1"/>
      </w:pPr>
      <w:r w:rsidRPr="006F699D">
        <w:t>-</w:t>
      </w:r>
      <w:r w:rsidRPr="006F699D">
        <w:tab/>
        <w:t>Location</w:t>
      </w:r>
      <w:r w:rsidR="00646BEC">
        <w:t xml:space="preserve"> </w:t>
      </w:r>
      <w:r w:rsidRPr="006F699D">
        <w:t>registration</w:t>
      </w:r>
      <w:r w:rsidR="00257196" w:rsidRPr="006F699D">
        <w:t>;</w:t>
      </w:r>
    </w:p>
    <w:p w14:paraId="6DF00093" w14:textId="4CA00BB9" w:rsidR="00257196" w:rsidRPr="006F699D" w:rsidRDefault="00C81429" w:rsidP="00377BCE">
      <w:pPr>
        <w:pStyle w:val="B1"/>
      </w:pPr>
      <w:r w:rsidRPr="006F699D">
        <w:t>-</w:t>
      </w:r>
      <w:r w:rsidRPr="006F699D">
        <w:tab/>
        <w:t>Support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manual</w:t>
      </w:r>
      <w:r w:rsidR="00646BEC">
        <w:t xml:space="preserve"> </w:t>
      </w:r>
      <w:r w:rsidRPr="006F699D">
        <w:t>CSG</w:t>
      </w:r>
      <w:r w:rsidR="00646BEC">
        <w:t xml:space="preserve"> </w:t>
      </w:r>
      <w:r w:rsidR="00257196" w:rsidRPr="006F699D">
        <w:t>selection.</w:t>
      </w:r>
    </w:p>
    <w:p w14:paraId="2B5309B4" w14:textId="7C7407D4" w:rsidR="001576E1" w:rsidRPr="006F699D" w:rsidRDefault="001576E1" w:rsidP="00377BCE">
      <w:r w:rsidRPr="006F699D">
        <w:t>The</w:t>
      </w:r>
      <w:r w:rsidR="00646BEC">
        <w:t xml:space="preserve"> </w:t>
      </w:r>
      <w:r w:rsidRPr="006F699D">
        <w:t>relationship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these</w:t>
      </w:r>
      <w:r w:rsidR="00646BEC">
        <w:t xml:space="preserve"> </w:t>
      </w:r>
      <w:r w:rsidRPr="006F699D">
        <w:t>processes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illustrated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A77A37" w:rsidRPr="006F699D">
        <w:t>Figure</w:t>
      </w:r>
      <w:r w:rsidR="00646BEC">
        <w:t xml:space="preserve"> </w:t>
      </w:r>
      <w:r w:rsidR="00A77A37" w:rsidRPr="006F699D">
        <w:t>4.1-1.</w:t>
      </w:r>
    </w:p>
    <w:bookmarkStart w:id="36" w:name="_MON_1389162992"/>
    <w:bookmarkEnd w:id="36"/>
    <w:bookmarkStart w:id="37" w:name="_MON_1389163247"/>
    <w:bookmarkEnd w:id="37"/>
    <w:p w14:paraId="2BA81370" w14:textId="77777777" w:rsidR="00A87E99" w:rsidRPr="006F699D" w:rsidRDefault="00B72970" w:rsidP="00377BCE">
      <w:pPr>
        <w:pStyle w:val="TH"/>
        <w:rPr>
          <w:b w:val="0"/>
          <w:i/>
          <w:sz w:val="28"/>
        </w:rPr>
      </w:pPr>
      <w:r w:rsidRPr="006F699D">
        <w:rPr>
          <w:i/>
        </w:rPr>
        <w:object w:dxaOrig="8647" w:dyaOrig="6275" w14:anchorId="0C59EA11">
          <v:shape id="_x0000_i1027" type="#_x0000_t75" style="width:433.5pt;height:312.75pt" o:ole="" fillcolor="window">
            <v:imagedata r:id="rId12" o:title=""/>
          </v:shape>
          <o:OLEObject Type="Embed" ProgID="Word.Picture.8" ShapeID="_x0000_i1027" DrawAspect="Content" ObjectID="_1711355817" r:id="rId13"/>
        </w:object>
      </w:r>
    </w:p>
    <w:p w14:paraId="69FE6961" w14:textId="7B45A52B" w:rsidR="001576E1" w:rsidRPr="006F699D" w:rsidRDefault="001576E1" w:rsidP="00377BCE">
      <w:pPr>
        <w:pStyle w:val="TF"/>
      </w:pPr>
      <w:bookmarkStart w:id="38" w:name="_Ref440698934"/>
      <w:r w:rsidRPr="006F699D">
        <w:t>Figure</w:t>
      </w:r>
      <w:r w:rsidR="00646BEC">
        <w:t xml:space="preserve"> </w:t>
      </w:r>
      <w:r w:rsidR="00913A89" w:rsidRPr="006F699D">
        <w:t>4.1-</w:t>
      </w:r>
      <w:r w:rsidRPr="006F699D">
        <w:t>1</w:t>
      </w:r>
      <w:bookmarkEnd w:id="38"/>
      <w:r w:rsidRPr="006F699D">
        <w:t>:</w:t>
      </w:r>
      <w:r w:rsidR="00646BEC">
        <w:t xml:space="preserve"> </w:t>
      </w:r>
      <w:r w:rsidRPr="006F699D">
        <w:t>Overall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process</w:t>
      </w:r>
    </w:p>
    <w:p w14:paraId="601DA932" w14:textId="4651AAD5" w:rsidR="001D70BA" w:rsidRPr="006F699D" w:rsidRDefault="001D70BA" w:rsidP="00377BCE">
      <w:r w:rsidRPr="006F699D">
        <w:t>When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switched</w:t>
      </w:r>
      <w:r w:rsidR="00646BEC">
        <w:t xml:space="preserve"> </w:t>
      </w:r>
      <w:r w:rsidRPr="006F699D">
        <w:t>on,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public</w:t>
      </w:r>
      <w:r w:rsidR="00646BEC">
        <w:t xml:space="preserve"> </w:t>
      </w:r>
      <w:r w:rsidRPr="006F699D">
        <w:t>land</w:t>
      </w:r>
      <w:r w:rsidR="00646BEC">
        <w:t xml:space="preserve"> </w:t>
      </w:r>
      <w:r w:rsidRPr="006F699D">
        <w:t>mobile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(PLMN)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="003D12A7" w:rsidRPr="006F699D">
        <w:t>by</w:t>
      </w:r>
      <w:r w:rsidR="00646BEC">
        <w:t xml:space="preserve"> </w:t>
      </w:r>
      <w:r w:rsidR="003D12A7" w:rsidRPr="006F699D">
        <w:t>NAS</w:t>
      </w:r>
      <w:r w:rsidR="00231A57" w:rsidRPr="006F699D">
        <w:t>.</w:t>
      </w:r>
      <w:r w:rsidR="00646BEC">
        <w:t xml:space="preserve"> </w:t>
      </w:r>
      <w:r w:rsidR="000B0E49" w:rsidRPr="006F699D">
        <w:t>For</w:t>
      </w:r>
      <w:r w:rsidR="00646BEC">
        <w:t xml:space="preserve"> </w:t>
      </w:r>
      <w:r w:rsidR="000B0E49" w:rsidRPr="006F699D">
        <w:t>the</w:t>
      </w:r>
      <w:r w:rsidR="00646BEC">
        <w:t xml:space="preserve"> </w:t>
      </w:r>
      <w:r w:rsidR="000B0E49" w:rsidRPr="006F699D">
        <w:t>selected</w:t>
      </w:r>
      <w:r w:rsidR="00646BEC">
        <w:t xml:space="preserve"> </w:t>
      </w:r>
      <w:r w:rsidR="000B0E49" w:rsidRPr="006F699D">
        <w:t>PLMN,</w:t>
      </w:r>
      <w:r w:rsidR="00646BEC">
        <w:t xml:space="preserve"> </w:t>
      </w:r>
      <w:r w:rsidR="000B0E49" w:rsidRPr="006F699D">
        <w:t>associated</w:t>
      </w:r>
      <w:r w:rsidR="00646BEC">
        <w:t xml:space="preserve"> </w:t>
      </w:r>
      <w:r w:rsidR="000B0E49" w:rsidRPr="006F699D">
        <w:t>RAT(s)</w:t>
      </w:r>
      <w:r w:rsidR="00646BEC">
        <w:t xml:space="preserve"> </w:t>
      </w:r>
      <w:r w:rsidR="000B0E49" w:rsidRPr="006F699D">
        <w:t>may</w:t>
      </w:r>
      <w:r w:rsidR="00646BEC">
        <w:t xml:space="preserve"> </w:t>
      </w:r>
      <w:r w:rsidR="000B0E49" w:rsidRPr="006F699D">
        <w:t>be</w:t>
      </w:r>
      <w:r w:rsidR="00646BEC">
        <w:t xml:space="preserve"> </w:t>
      </w:r>
      <w:r w:rsidR="000B0E49" w:rsidRPr="006F699D">
        <w:t>set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="000B0E49" w:rsidRPr="006F699D">
        <w:t>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provide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list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equivalent</w:t>
      </w:r>
      <w:r w:rsidR="00646BEC">
        <w:t xml:space="preserve"> </w:t>
      </w:r>
      <w:r w:rsidRPr="006F699D">
        <w:t>PLMNs,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available,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t>reselection.</w:t>
      </w:r>
    </w:p>
    <w:p w14:paraId="6CF0BFC6" w14:textId="7BE2EABB" w:rsidR="00911536" w:rsidRPr="006F699D" w:rsidRDefault="000B0E49" w:rsidP="00911536">
      <w:r w:rsidRPr="006F699D">
        <w:t>With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selection,</w:t>
      </w:r>
      <w:r w:rsidR="00646BEC">
        <w:t xml:space="preserve"> </w:t>
      </w:r>
      <w:r w:rsidRPr="006F699D">
        <w:t>t</w:t>
      </w:r>
      <w:r w:rsidR="001D70BA" w:rsidRPr="006F699D">
        <w:t>he</w:t>
      </w:r>
      <w:r w:rsidR="00646BEC">
        <w:t xml:space="preserve"> </w:t>
      </w:r>
      <w:r w:rsidR="001D70BA" w:rsidRPr="006F699D">
        <w:t>UE</w:t>
      </w:r>
      <w:r w:rsidR="00646BEC">
        <w:t xml:space="preserve"> </w:t>
      </w:r>
      <w:r w:rsidR="001D70BA" w:rsidRPr="006F699D">
        <w:t>searches</w:t>
      </w:r>
      <w:r w:rsidR="00646BEC">
        <w:t xml:space="preserve"> </w:t>
      </w:r>
      <w:r w:rsidR="001D70BA" w:rsidRPr="006F699D">
        <w:t>for</w:t>
      </w:r>
      <w:r w:rsidR="00646BEC">
        <w:t xml:space="preserve"> </w:t>
      </w:r>
      <w:r w:rsidR="001D70BA" w:rsidRPr="006F699D">
        <w:t>a</w:t>
      </w:r>
      <w:r w:rsidR="00646BEC">
        <w:t xml:space="preserve"> </w:t>
      </w:r>
      <w:r w:rsidR="001D70BA" w:rsidRPr="006F699D">
        <w:t>suitable</w:t>
      </w:r>
      <w:r w:rsidR="00646BEC">
        <w:t xml:space="preserve"> </w:t>
      </w:r>
      <w:r w:rsidR="001D70BA" w:rsidRPr="006F699D">
        <w:t>cell</w:t>
      </w:r>
      <w:r w:rsidR="00646BEC">
        <w:t xml:space="preserve"> </w:t>
      </w:r>
      <w:r w:rsidR="001D70BA" w:rsidRPr="006F699D">
        <w:t>of</w:t>
      </w:r>
      <w:r w:rsidR="00646BEC">
        <w:t xml:space="preserve"> </w:t>
      </w:r>
      <w:r w:rsidR="001D70BA" w:rsidRPr="006F699D">
        <w:t>the</w:t>
      </w:r>
      <w:r w:rsidR="00646BEC">
        <w:t xml:space="preserve"> </w:t>
      </w:r>
      <w:r w:rsidR="001D70BA" w:rsidRPr="006F699D">
        <w:rPr>
          <w:lang w:eastAsia="ja-JP"/>
        </w:rPr>
        <w:t>selected</w:t>
      </w:r>
      <w:r w:rsidR="00646BEC">
        <w:rPr>
          <w:lang w:eastAsia="ja-JP"/>
        </w:rPr>
        <w:t xml:space="preserve"> </w:t>
      </w:r>
      <w:r w:rsidR="001D70BA" w:rsidRPr="006F699D">
        <w:t>PLMN</w:t>
      </w:r>
      <w:r w:rsidR="00646BEC">
        <w:t xml:space="preserve"> </w:t>
      </w:r>
      <w:r w:rsidR="001D70BA" w:rsidRPr="006F699D">
        <w:t>and</w:t>
      </w:r>
      <w:r w:rsidR="00646BEC">
        <w:t xml:space="preserve"> </w:t>
      </w:r>
      <w:r w:rsidR="001D70BA" w:rsidRPr="006F699D">
        <w:t>chooses</w:t>
      </w:r>
      <w:r w:rsidR="00646BEC">
        <w:t xml:space="preserve"> </w:t>
      </w:r>
      <w:r w:rsidR="001D70BA" w:rsidRPr="006F699D">
        <w:t>that</w:t>
      </w:r>
      <w:r w:rsidR="00646BEC">
        <w:t xml:space="preserve"> </w:t>
      </w:r>
      <w:r w:rsidR="001D70BA" w:rsidRPr="006F699D">
        <w:t>cell</w:t>
      </w:r>
      <w:r w:rsidR="00646BEC">
        <w:t xml:space="preserve"> </w:t>
      </w:r>
      <w:r w:rsidR="001D70BA" w:rsidRPr="006F699D">
        <w:t>to</w:t>
      </w:r>
      <w:r w:rsidR="00646BEC">
        <w:t xml:space="preserve"> </w:t>
      </w:r>
      <w:r w:rsidR="001D70BA" w:rsidRPr="006F699D">
        <w:t>provide</w:t>
      </w:r>
      <w:r w:rsidR="00646BEC">
        <w:t xml:space="preserve"> </w:t>
      </w:r>
      <w:r w:rsidR="001D70BA" w:rsidRPr="006F699D">
        <w:t>available</w:t>
      </w:r>
      <w:r w:rsidR="00646BEC">
        <w:t xml:space="preserve"> </w:t>
      </w:r>
      <w:r w:rsidR="001D70BA" w:rsidRPr="006F699D">
        <w:t>services,</w:t>
      </w:r>
      <w:r w:rsidR="00646BEC">
        <w:t xml:space="preserve"> </w:t>
      </w:r>
      <w:r w:rsidR="003D12A7" w:rsidRPr="006F699D">
        <w:t>further</w:t>
      </w:r>
      <w:r w:rsidR="00646BEC">
        <w:t xml:space="preserve"> </w:t>
      </w:r>
      <w:r w:rsidR="003D12A7" w:rsidRPr="006F699D">
        <w:t>the</w:t>
      </w:r>
      <w:r w:rsidR="00646BEC">
        <w:t xml:space="preserve"> </w:t>
      </w:r>
      <w:r w:rsidR="003D12A7" w:rsidRPr="006F699D">
        <w:t>UE</w:t>
      </w:r>
      <w:r w:rsidR="00646BEC">
        <w:t xml:space="preserve"> </w:t>
      </w:r>
      <w:r w:rsidR="003D12A7" w:rsidRPr="006F699D">
        <w:t>shall</w:t>
      </w:r>
      <w:r w:rsidR="00646BEC">
        <w:t xml:space="preserve"> </w:t>
      </w:r>
      <w:r w:rsidR="003D12A7" w:rsidRPr="006F699D">
        <w:t>tune</w:t>
      </w:r>
      <w:r w:rsidR="00646BEC">
        <w:t xml:space="preserve"> </w:t>
      </w:r>
      <w:r w:rsidR="001D70BA" w:rsidRPr="006F699D">
        <w:t>to</w:t>
      </w:r>
      <w:r w:rsidR="00646BEC">
        <w:t xml:space="preserve"> </w:t>
      </w:r>
      <w:r w:rsidR="001D70BA" w:rsidRPr="006F699D">
        <w:t>its</w:t>
      </w:r>
      <w:r w:rsidR="00646BEC">
        <w:t xml:space="preserve"> </w:t>
      </w:r>
      <w:r w:rsidR="001D70BA" w:rsidRPr="006F699D">
        <w:t>control</w:t>
      </w:r>
      <w:r w:rsidR="00646BEC">
        <w:t xml:space="preserve"> </w:t>
      </w:r>
      <w:r w:rsidR="001D70BA" w:rsidRPr="006F699D">
        <w:t>channel.</w:t>
      </w:r>
      <w:r w:rsidR="00646BEC">
        <w:t xml:space="preserve"> </w:t>
      </w:r>
      <w:r w:rsidR="001D70BA" w:rsidRPr="006F699D">
        <w:t>This</w:t>
      </w:r>
      <w:r w:rsidR="00646BEC">
        <w:t xml:space="preserve"> </w:t>
      </w:r>
      <w:r w:rsidR="001D70BA" w:rsidRPr="006F699D">
        <w:t>choosing</w:t>
      </w:r>
      <w:r w:rsidR="00646BEC">
        <w:t xml:space="preserve"> </w:t>
      </w:r>
      <w:r w:rsidR="001D70BA" w:rsidRPr="006F699D">
        <w:t>is</w:t>
      </w:r>
      <w:r w:rsidR="00646BEC">
        <w:t xml:space="preserve"> </w:t>
      </w:r>
      <w:r w:rsidR="001D70BA" w:rsidRPr="006F699D">
        <w:t>known</w:t>
      </w:r>
      <w:r w:rsidR="00646BEC">
        <w:t xml:space="preserve"> </w:t>
      </w:r>
      <w:r w:rsidR="001D70BA" w:rsidRPr="006F699D">
        <w:t>as</w:t>
      </w:r>
      <w:r w:rsidR="00646BEC">
        <w:t xml:space="preserve"> </w:t>
      </w:r>
      <w:r w:rsidR="001D70BA" w:rsidRPr="006F699D">
        <w:t>"camping</w:t>
      </w:r>
      <w:r w:rsidR="00646BEC">
        <w:t xml:space="preserve"> </w:t>
      </w:r>
      <w:r w:rsidR="001D70BA" w:rsidRPr="006F699D">
        <w:t>on</w:t>
      </w:r>
      <w:r w:rsidR="00646BEC">
        <w:t xml:space="preserve"> </w:t>
      </w:r>
      <w:r w:rsidR="001D70BA" w:rsidRPr="006F699D">
        <w:t>the</w:t>
      </w:r>
      <w:r w:rsidR="00646BEC">
        <w:t xml:space="preserve"> </w:t>
      </w:r>
      <w:r w:rsidR="001D70BA" w:rsidRPr="006F699D">
        <w:t>cell".</w:t>
      </w:r>
    </w:p>
    <w:p w14:paraId="6AF9FC3F" w14:textId="29A6CE0E" w:rsidR="001576E1" w:rsidRPr="006F699D" w:rsidRDefault="00911536" w:rsidP="00911536">
      <w:r w:rsidRPr="006F699D">
        <w:t>For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associated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</w:t>
      </w:r>
      <w:r w:rsidR="00646BEC">
        <w:t xml:space="preserve"> </w:t>
      </w:r>
      <w:r w:rsidRPr="006F699D">
        <w:t>(EPC</w:t>
      </w:r>
      <w:r w:rsidR="00646BEC">
        <w:t xml:space="preserve"> </w:t>
      </w:r>
      <w:r w:rsidRPr="006F699D">
        <w:t>and/or</w:t>
      </w:r>
      <w:r w:rsidR="00646BEC">
        <w:t xml:space="preserve"> </w:t>
      </w:r>
      <w:r w:rsidRPr="006F699D">
        <w:t>5GC)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hence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type(s)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reported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selects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(see</w:t>
      </w:r>
      <w:r w:rsidR="00646BEC">
        <w:t xml:space="preserve"> </w:t>
      </w:r>
      <w:r w:rsidRPr="006F699D">
        <w:t>below).</w:t>
      </w:r>
      <w:r w:rsidR="00646BEC">
        <w:t xml:space="preserve"> </w:t>
      </w:r>
      <w:r w:rsidRPr="006F699D">
        <w:t>Note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applicabe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supporting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5GC.</w:t>
      </w:r>
    </w:p>
    <w:p w14:paraId="134EFDB1" w14:textId="1E14FB71" w:rsidR="001D70BA" w:rsidRPr="006F699D" w:rsidRDefault="001D70BA" w:rsidP="00377BCE">
      <w:r w:rsidRPr="006F699D">
        <w:lastRenderedPageBreak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="00E400C8" w:rsidRPr="006F699D">
        <w:t>shall</w:t>
      </w:r>
      <w:r w:rsidRPr="006F699D">
        <w:t>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necessary,</w:t>
      </w:r>
      <w:r w:rsidR="00646BEC">
        <w:t xml:space="preserve"> </w:t>
      </w:r>
      <w:r w:rsidRPr="006F699D">
        <w:t>then</w:t>
      </w:r>
      <w:r w:rsidR="00646BEC">
        <w:t xml:space="preserve"> </w:t>
      </w:r>
      <w:r w:rsidRPr="006F699D">
        <w:t>register</w:t>
      </w:r>
      <w:r w:rsidR="00646BEC">
        <w:t xml:space="preserve"> </w:t>
      </w:r>
      <w:r w:rsidRPr="006F699D">
        <w:t>its</w:t>
      </w:r>
      <w:r w:rsidR="00646BEC">
        <w:t xml:space="preserve"> </w:t>
      </w:r>
      <w:r w:rsidRPr="006F699D">
        <w:t>presence,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means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procedure,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1F4E4E" w:rsidRPr="006F699D">
        <w:t>tracking</w:t>
      </w:r>
      <w:r w:rsidR="00646BEC">
        <w:t xml:space="preserve"> </w:t>
      </w:r>
      <w:r w:rsidRPr="006F699D">
        <w:t>area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chosen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outcome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successful</w:t>
      </w:r>
      <w:r w:rsidR="00646BEC">
        <w:t xml:space="preserve"> </w:t>
      </w:r>
      <w:r w:rsidRPr="006F699D">
        <w:t>Location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becomes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registered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Pr="006F699D">
        <w:t>.</w:t>
      </w:r>
    </w:p>
    <w:p w14:paraId="58672C11" w14:textId="421346F2" w:rsidR="00974C76" w:rsidRPr="006F699D" w:rsidRDefault="001D70BA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finds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="000B0E49" w:rsidRPr="006F699D">
        <w:t>according</w:t>
      </w:r>
      <w:r w:rsidR="00646BEC">
        <w:t xml:space="preserve"> </w:t>
      </w:r>
      <w:r w:rsidR="000B0E49" w:rsidRPr="006F699D">
        <w:t>to</w:t>
      </w:r>
      <w:r w:rsidR="00646BEC">
        <w:t xml:space="preserve"> </w:t>
      </w:r>
      <w:r w:rsidR="000B0E49" w:rsidRPr="006F699D">
        <w:t>the</w:t>
      </w:r>
      <w:r w:rsidR="00646BEC">
        <w:t xml:space="preserve"> </w:t>
      </w:r>
      <w:r w:rsidR="000B0E49" w:rsidRPr="006F699D">
        <w:t>cell</w:t>
      </w:r>
      <w:r w:rsidR="00646BEC">
        <w:t xml:space="preserve"> </w:t>
      </w:r>
      <w:r w:rsidR="000B0E49" w:rsidRPr="006F699D">
        <w:t>reselection</w:t>
      </w:r>
      <w:r w:rsidR="00646BEC">
        <w:t xml:space="preserve"> </w:t>
      </w:r>
      <w:r w:rsidR="000B0E49" w:rsidRPr="006F699D">
        <w:t>criteria,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reselects</w:t>
      </w:r>
      <w:r w:rsidR="00646BEC">
        <w:t xml:space="preserve"> </w:t>
      </w:r>
      <w:r w:rsidRPr="006F699D">
        <w:t>onto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camps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it.</w:t>
      </w:r>
      <w:r w:rsidR="00646BEC">
        <w:t xml:space="preserve"> </w:t>
      </w:r>
      <w:r w:rsidR="00CC6278" w:rsidRPr="006F699D">
        <w:t>Similar</w:t>
      </w:r>
      <w:r w:rsidR="00646BEC">
        <w:t xml:space="preserve"> </w:t>
      </w:r>
      <w:r w:rsidR="00CC6278" w:rsidRPr="006F699D">
        <w:t>to</w:t>
      </w:r>
      <w:r w:rsidR="00646BEC">
        <w:t xml:space="preserve"> </w:t>
      </w:r>
      <w:r w:rsidR="00CC6278" w:rsidRPr="006F699D">
        <w:t>cell</w:t>
      </w:r>
      <w:r w:rsidR="00646BEC">
        <w:t xml:space="preserve"> </w:t>
      </w:r>
      <w:r w:rsidR="00CC6278" w:rsidRPr="006F699D">
        <w:t>selection</w:t>
      </w:r>
      <w:r w:rsidR="00646BEC">
        <w:t xml:space="preserve"> </w:t>
      </w:r>
      <w:r w:rsidR="00CC6278" w:rsidRPr="006F699D">
        <w:t>procedure,</w:t>
      </w:r>
      <w:r w:rsidR="00646BEC">
        <w:t xml:space="preserve"> </w:t>
      </w:r>
      <w:r w:rsidR="00CC6278" w:rsidRPr="006F699D">
        <w:t>if</w:t>
      </w:r>
      <w:r w:rsidR="00646BEC">
        <w:t xml:space="preserve"> </w:t>
      </w:r>
      <w:r w:rsidR="00CC6278" w:rsidRPr="006F699D">
        <w:t>the</w:t>
      </w:r>
      <w:r w:rsidR="00646BEC">
        <w:t xml:space="preserve"> </w:t>
      </w:r>
      <w:r w:rsidR="00CC6278" w:rsidRPr="006F699D">
        <w:t>reselected</w:t>
      </w:r>
      <w:r w:rsidR="00646BEC">
        <w:t xml:space="preserve"> </w:t>
      </w:r>
      <w:r w:rsidR="00CC6278" w:rsidRPr="006F699D">
        <w:t>cell</w:t>
      </w:r>
      <w:r w:rsidR="00646BEC">
        <w:t xml:space="preserve"> </w:t>
      </w:r>
      <w:r w:rsidR="00CC6278" w:rsidRPr="006F699D">
        <w:t>is</w:t>
      </w:r>
      <w:r w:rsidR="00646BEC">
        <w:t xml:space="preserve"> </w:t>
      </w:r>
      <w:r w:rsidR="00CC6278" w:rsidRPr="006F699D">
        <w:t>an</w:t>
      </w:r>
      <w:r w:rsidR="00646BEC">
        <w:t xml:space="preserve"> </w:t>
      </w:r>
      <w:r w:rsidR="00CC6278" w:rsidRPr="006F699D">
        <w:t>E-UTRA</w:t>
      </w:r>
      <w:r w:rsidR="00646BEC">
        <w:t xml:space="preserve"> </w:t>
      </w:r>
      <w:r w:rsidR="00CC6278" w:rsidRPr="006F699D">
        <w:t>cell</w:t>
      </w:r>
      <w:r w:rsidR="00646BEC">
        <w:t xml:space="preserve"> </w:t>
      </w:r>
      <w:r w:rsidR="00CC6278" w:rsidRPr="006F699D">
        <w:t>and</w:t>
      </w:r>
      <w:r w:rsidR="00646BEC">
        <w:t xml:space="preserve"> </w:t>
      </w:r>
      <w:r w:rsidR="00CC6278" w:rsidRPr="006F699D">
        <w:t>the</w:t>
      </w:r>
      <w:r w:rsidR="00646BEC">
        <w:t xml:space="preserve"> </w:t>
      </w:r>
      <w:r w:rsidR="00CC6278" w:rsidRPr="006F699D">
        <w:t>UE</w:t>
      </w:r>
      <w:r w:rsidR="00646BEC">
        <w:t xml:space="preserve"> </w:t>
      </w:r>
      <w:r w:rsidR="00CC6278" w:rsidRPr="006F699D">
        <w:t>supports</w:t>
      </w:r>
      <w:r w:rsidR="00646BEC">
        <w:t xml:space="preserve"> </w:t>
      </w:r>
      <w:r w:rsidR="00CC6278" w:rsidRPr="006F699D">
        <w:t>E-UTRA</w:t>
      </w:r>
      <w:r w:rsidR="00646BEC">
        <w:t xml:space="preserve"> </w:t>
      </w:r>
      <w:r w:rsidR="00CC6278" w:rsidRPr="006F699D">
        <w:t>connected</w:t>
      </w:r>
      <w:r w:rsidR="00646BEC">
        <w:t xml:space="preserve"> </w:t>
      </w:r>
      <w:r w:rsidR="00CC6278" w:rsidRPr="006F699D">
        <w:t>to</w:t>
      </w:r>
      <w:r w:rsidR="00646BEC">
        <w:t xml:space="preserve"> </w:t>
      </w:r>
      <w:r w:rsidR="00CC6278" w:rsidRPr="006F699D">
        <w:t>5GC,</w:t>
      </w:r>
      <w:r w:rsidR="00646BEC">
        <w:t xml:space="preserve"> </w:t>
      </w:r>
      <w:r w:rsidR="00CC6278" w:rsidRPr="006F699D">
        <w:t>the</w:t>
      </w:r>
      <w:r w:rsidR="00646BEC">
        <w:t xml:space="preserve"> </w:t>
      </w:r>
      <w:r w:rsidR="00CC6278" w:rsidRPr="006F699D">
        <w:t>CN</w:t>
      </w:r>
      <w:r w:rsidR="00646BEC">
        <w:t xml:space="preserve"> </w:t>
      </w:r>
      <w:r w:rsidR="00CC6278" w:rsidRPr="006F699D">
        <w:t>type(s)</w:t>
      </w:r>
      <w:r w:rsidR="00646BEC">
        <w:t xml:space="preserve"> </w:t>
      </w:r>
      <w:r w:rsidR="00CC6278" w:rsidRPr="006F699D">
        <w:t>for</w:t>
      </w:r>
      <w:r w:rsidR="00646BEC">
        <w:t xml:space="preserve"> </w:t>
      </w:r>
      <w:r w:rsidR="00CC6278" w:rsidRPr="006F699D">
        <w:t>which</w:t>
      </w:r>
      <w:r w:rsidR="00646BEC">
        <w:t xml:space="preserve"> </w:t>
      </w:r>
      <w:r w:rsidR="00CC6278" w:rsidRPr="006F699D">
        <w:t>the</w:t>
      </w:r>
      <w:r w:rsidR="00646BEC">
        <w:t xml:space="preserve"> </w:t>
      </w:r>
      <w:r w:rsidR="00CC6278" w:rsidRPr="006F699D">
        <w:t>cell</w:t>
      </w:r>
      <w:r w:rsidR="00646BEC">
        <w:t xml:space="preserve"> </w:t>
      </w:r>
      <w:r w:rsidR="00CC6278" w:rsidRPr="006F699D">
        <w:t>is</w:t>
      </w:r>
      <w:r w:rsidR="00646BEC">
        <w:t xml:space="preserve"> </w:t>
      </w:r>
      <w:r w:rsidR="00CC6278" w:rsidRPr="006F699D">
        <w:t>suitable</w:t>
      </w:r>
      <w:r w:rsidR="00646BEC">
        <w:t xml:space="preserve"> </w:t>
      </w:r>
      <w:r w:rsidR="00CC6278" w:rsidRPr="006F699D">
        <w:t>are</w:t>
      </w:r>
      <w:r w:rsidR="00646BEC">
        <w:t xml:space="preserve"> </w:t>
      </w:r>
      <w:r w:rsidR="00CC6278" w:rsidRPr="006F699D">
        <w:t>reported</w:t>
      </w:r>
      <w:r w:rsidR="00646BEC">
        <w:t xml:space="preserve"> </w:t>
      </w:r>
      <w:r w:rsidR="00CC6278" w:rsidRPr="006F699D">
        <w:t>to</w:t>
      </w:r>
      <w:r w:rsidR="00646BEC">
        <w:t xml:space="preserve"> </w:t>
      </w:r>
      <w:r w:rsidR="00CC6278" w:rsidRPr="006F699D">
        <w:t>NAS</w:t>
      </w:r>
      <w:r w:rsidR="00646BEC">
        <w:t xml:space="preserve"> </w:t>
      </w:r>
      <w:r w:rsidR="00CC6278" w:rsidRPr="006F699D">
        <w:t>which</w:t>
      </w:r>
      <w:r w:rsidR="00646BEC">
        <w:t xml:space="preserve"> </w:t>
      </w:r>
      <w:r w:rsidR="00CC6278" w:rsidRPr="006F699D">
        <w:t>selects</w:t>
      </w:r>
      <w:r w:rsidR="00646BEC">
        <w:t xml:space="preserve"> </w:t>
      </w:r>
      <w:r w:rsidR="00CC6278" w:rsidRPr="006F699D">
        <w:t>one</w:t>
      </w:r>
      <w:r w:rsidR="00646BEC">
        <w:t xml:space="preserve"> </w:t>
      </w:r>
      <w:r w:rsidR="00CC6278" w:rsidRPr="006F699D">
        <w:t>of</w:t>
      </w:r>
      <w:r w:rsidR="00646BEC">
        <w:t xml:space="preserve"> </w:t>
      </w:r>
      <w:r w:rsidR="00CC6278" w:rsidRPr="006F699D">
        <w:t>them.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new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974C76" w:rsidRPr="006F699D">
        <w:t>does</w:t>
      </w:r>
      <w:r w:rsidR="00646BEC">
        <w:t xml:space="preserve"> </w:t>
      </w:r>
      <w:r w:rsidR="00974C76" w:rsidRPr="006F699D">
        <w:t>not</w:t>
      </w:r>
      <w:r w:rsidR="00646BEC">
        <w:t xml:space="preserve"> </w:t>
      </w:r>
      <w:r w:rsidR="00974C76" w:rsidRPr="006F699D">
        <w:t>belong</w:t>
      </w:r>
      <w:r w:rsidR="00646BEC">
        <w:t xml:space="preserve"> </w:t>
      </w:r>
      <w:r w:rsidR="00974C76" w:rsidRPr="006F699D">
        <w:t>to</w:t>
      </w:r>
      <w:r w:rsidR="00646BEC">
        <w:t xml:space="preserve"> </w:t>
      </w:r>
      <w:r w:rsidR="00767A6D" w:rsidRPr="006F699D">
        <w:t>at</w:t>
      </w:r>
      <w:r w:rsidR="00646BEC">
        <w:t xml:space="preserve"> </w:t>
      </w:r>
      <w:r w:rsidR="00767A6D" w:rsidRPr="006F699D">
        <w:t>least</w:t>
      </w:r>
      <w:r w:rsidR="00646BEC">
        <w:t xml:space="preserve"> </w:t>
      </w:r>
      <w:r w:rsidR="00767A6D" w:rsidRPr="006F699D">
        <w:t>one</w:t>
      </w:r>
      <w:r w:rsidR="00646BEC">
        <w:t xml:space="preserve"> </w:t>
      </w:r>
      <w:r w:rsidR="009A2DE8" w:rsidRPr="006F699D">
        <w:t>tracking</w:t>
      </w:r>
      <w:r w:rsidR="00646BEC">
        <w:t xml:space="preserve"> </w:t>
      </w:r>
      <w:r w:rsidR="009A2DE8" w:rsidRPr="006F699D">
        <w:t>area</w:t>
      </w:r>
      <w:r w:rsidR="00646BEC">
        <w:t xml:space="preserve"> </w:t>
      </w:r>
      <w:r w:rsidR="009A2DE8" w:rsidRPr="006F699D">
        <w:t>to</w:t>
      </w:r>
      <w:r w:rsidR="00646BEC">
        <w:t xml:space="preserve"> </w:t>
      </w:r>
      <w:r w:rsidR="009A2DE8" w:rsidRPr="006F699D">
        <w:t>which</w:t>
      </w:r>
      <w:r w:rsidR="00646BEC">
        <w:t xml:space="preserve"> </w:t>
      </w:r>
      <w:r w:rsidR="003D12A7" w:rsidRPr="006F699D">
        <w:t>the</w:t>
      </w:r>
      <w:r w:rsidR="00646BEC">
        <w:t xml:space="preserve"> </w:t>
      </w:r>
      <w:r w:rsidR="009A2DE8" w:rsidRPr="006F699D">
        <w:t>UE</w:t>
      </w:r>
      <w:r w:rsidR="00646BEC">
        <w:t xml:space="preserve"> </w:t>
      </w:r>
      <w:r w:rsidR="009A2DE8" w:rsidRPr="006F699D">
        <w:t>is</w:t>
      </w:r>
      <w:r w:rsidR="00646BEC">
        <w:t xml:space="preserve"> </w:t>
      </w:r>
      <w:r w:rsidR="009A2DE8" w:rsidRPr="006F699D">
        <w:t>registered,</w:t>
      </w:r>
      <w:r w:rsidR="00646BEC">
        <w:t xml:space="preserve"> </w:t>
      </w:r>
      <w:r w:rsidRPr="006F699D">
        <w:t>location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performed.</w:t>
      </w:r>
      <w:r w:rsidR="00646BEC">
        <w:t xml:space="preserve"> </w:t>
      </w:r>
      <w:r w:rsidR="00873672" w:rsidRPr="006F699D">
        <w:t>In</w:t>
      </w:r>
      <w:r w:rsidR="00646BEC">
        <w:t xml:space="preserve"> </w:t>
      </w:r>
      <w:r w:rsidR="00873672" w:rsidRPr="006F699D">
        <w:t>RRC_INACTIVE</w:t>
      </w:r>
      <w:r w:rsidR="00646BEC">
        <w:t xml:space="preserve"> </w:t>
      </w:r>
      <w:r w:rsidR="00873672" w:rsidRPr="006F699D">
        <w:t>state,</w:t>
      </w:r>
      <w:r w:rsidR="00646BEC">
        <w:t xml:space="preserve"> </w:t>
      </w:r>
      <w:r w:rsidR="00873672" w:rsidRPr="006F699D">
        <w:t>if</w:t>
      </w:r>
      <w:r w:rsidR="00646BEC">
        <w:t xml:space="preserve"> </w:t>
      </w:r>
      <w:r w:rsidR="00873672" w:rsidRPr="006F699D">
        <w:t>the</w:t>
      </w:r>
      <w:r w:rsidR="00646BEC">
        <w:t xml:space="preserve"> </w:t>
      </w:r>
      <w:r w:rsidR="00873672" w:rsidRPr="006F699D">
        <w:t>new</w:t>
      </w:r>
      <w:r w:rsidR="00646BEC">
        <w:t xml:space="preserve"> </w:t>
      </w:r>
      <w:r w:rsidR="00873672" w:rsidRPr="006F699D">
        <w:t>cell</w:t>
      </w:r>
      <w:r w:rsidR="00646BEC">
        <w:t xml:space="preserve"> </w:t>
      </w:r>
      <w:r w:rsidR="00873672" w:rsidRPr="006F699D">
        <w:t>does</w:t>
      </w:r>
      <w:r w:rsidR="00646BEC">
        <w:t xml:space="preserve"> </w:t>
      </w:r>
      <w:r w:rsidR="00873672" w:rsidRPr="006F699D">
        <w:t>not</w:t>
      </w:r>
      <w:r w:rsidR="00646BEC">
        <w:t xml:space="preserve"> </w:t>
      </w:r>
      <w:r w:rsidR="00873672" w:rsidRPr="006F699D">
        <w:t>belong</w:t>
      </w:r>
      <w:r w:rsidR="00646BEC">
        <w:t xml:space="preserve"> </w:t>
      </w:r>
      <w:r w:rsidR="00873672" w:rsidRPr="006F699D">
        <w:t>to</w:t>
      </w:r>
      <w:r w:rsidR="00646BEC">
        <w:t xml:space="preserve"> </w:t>
      </w:r>
      <w:r w:rsidR="00873672" w:rsidRPr="006F699D">
        <w:t>the</w:t>
      </w:r>
      <w:r w:rsidR="00646BEC">
        <w:t xml:space="preserve"> </w:t>
      </w:r>
      <w:r w:rsidR="00873672" w:rsidRPr="006F699D">
        <w:t>configured</w:t>
      </w:r>
      <w:r w:rsidR="00646BEC">
        <w:t xml:space="preserve"> </w:t>
      </w:r>
      <w:r w:rsidR="00873672" w:rsidRPr="006F699D">
        <w:t>RNA,</w:t>
      </w:r>
      <w:r w:rsidR="00646BEC">
        <w:t xml:space="preserve"> </w:t>
      </w:r>
      <w:r w:rsidR="00873672" w:rsidRPr="006F699D">
        <w:t>a</w:t>
      </w:r>
      <w:r w:rsidR="00646BEC">
        <w:t xml:space="preserve"> </w:t>
      </w:r>
      <w:r w:rsidR="00873672" w:rsidRPr="006F699D">
        <w:t>RNA</w:t>
      </w:r>
      <w:r w:rsidR="00646BEC">
        <w:t xml:space="preserve"> </w:t>
      </w:r>
      <w:r w:rsidR="00873672" w:rsidRPr="006F699D">
        <w:t>update</w:t>
      </w:r>
      <w:r w:rsidR="00646BEC">
        <w:t xml:space="preserve"> </w:t>
      </w:r>
      <w:r w:rsidR="00873672" w:rsidRPr="006F699D">
        <w:t>procedure</w:t>
      </w:r>
      <w:r w:rsidR="00646BEC">
        <w:t xml:space="preserve"> </w:t>
      </w:r>
      <w:r w:rsidR="00873672" w:rsidRPr="006F699D">
        <w:t>is</w:t>
      </w:r>
      <w:r w:rsidR="00646BEC">
        <w:t xml:space="preserve"> </w:t>
      </w:r>
      <w:r w:rsidR="00873672" w:rsidRPr="006F699D">
        <w:t>performed.</w:t>
      </w:r>
    </w:p>
    <w:p w14:paraId="09126DEF" w14:textId="46EA9E15" w:rsidR="001D70BA" w:rsidRPr="006F699D" w:rsidRDefault="001D70BA" w:rsidP="00377BCE">
      <w:r w:rsidRPr="006F699D">
        <w:t>If</w:t>
      </w:r>
      <w:r w:rsidR="00646BEC">
        <w:t xml:space="preserve"> </w:t>
      </w:r>
      <w:r w:rsidRPr="006F699D">
        <w:t>necessary,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at</w:t>
      </w:r>
      <w:r w:rsidR="00646BEC">
        <w:t xml:space="preserve"> </w:t>
      </w:r>
      <w:r w:rsidRPr="006F699D">
        <w:t>regular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described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22.011</w:t>
      </w:r>
      <w:r w:rsidR="00646BEC">
        <w:t xml:space="preserve"> </w:t>
      </w:r>
      <w:r w:rsidR="006F699D" w:rsidRPr="006F699D">
        <w:t>[</w:t>
      </w:r>
      <w:r w:rsidR="00057D27" w:rsidRPr="006F699D">
        <w:t>4]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another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NAS.</w:t>
      </w:r>
    </w:p>
    <w:p w14:paraId="23101090" w14:textId="4D8B5C4E" w:rsidR="00257196" w:rsidRPr="006F699D" w:rsidRDefault="00257196" w:rsidP="00377BCE">
      <w:r w:rsidRPr="006F699D">
        <w:t>Search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ava</w:t>
      </w:r>
      <w:r w:rsidR="00C81429" w:rsidRPr="006F699D">
        <w:t>ilable</w:t>
      </w:r>
      <w:r w:rsidR="00646BEC">
        <w:t xml:space="preserve"> </w:t>
      </w:r>
      <w:r w:rsidR="00C81429" w:rsidRPr="006F699D">
        <w:t>CSG</w:t>
      </w:r>
      <w:r w:rsidRPr="006F699D">
        <w:t>s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triggered</w:t>
      </w:r>
      <w:r w:rsidR="00646BEC">
        <w:t xml:space="preserve"> </w:t>
      </w:r>
      <w:r w:rsidR="00C81429" w:rsidRPr="006F699D">
        <w:t>by</w:t>
      </w:r>
      <w:r w:rsidR="00646BEC">
        <w:t xml:space="preserve"> </w:t>
      </w:r>
      <w:r w:rsidR="00C81429" w:rsidRPr="006F699D">
        <w:t>NAS</w:t>
      </w:r>
      <w:r w:rsidR="00646BEC">
        <w:t xml:space="preserve"> </w:t>
      </w:r>
      <w:r w:rsidR="00C81429" w:rsidRPr="006F699D">
        <w:t>to</w:t>
      </w:r>
      <w:r w:rsidR="00646BEC">
        <w:t xml:space="preserve"> </w:t>
      </w:r>
      <w:r w:rsidR="00C81429" w:rsidRPr="006F699D">
        <w:t>support</w:t>
      </w:r>
      <w:r w:rsidR="00646BEC">
        <w:t xml:space="preserve"> </w:t>
      </w:r>
      <w:r w:rsidR="00C81429" w:rsidRPr="006F699D">
        <w:t>manual</w:t>
      </w:r>
      <w:r w:rsidR="00646BEC">
        <w:t xml:space="preserve"> </w:t>
      </w:r>
      <w:r w:rsidR="00C81429" w:rsidRPr="006F699D">
        <w:t>CSG</w:t>
      </w:r>
      <w:r w:rsidR="00646BEC">
        <w:t xml:space="preserve"> </w:t>
      </w:r>
      <w:r w:rsidRPr="006F699D">
        <w:t>selection.</w:t>
      </w:r>
    </w:p>
    <w:p w14:paraId="3A583AA1" w14:textId="35D5F8B9" w:rsidR="001D70BA" w:rsidRPr="006F699D" w:rsidRDefault="001D70BA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loses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registered</w:t>
      </w:r>
      <w:r w:rsidR="00646BEC">
        <w:t xml:space="preserve"> </w:t>
      </w:r>
      <w:r w:rsidRPr="006F699D">
        <w:t>PLMN,</w:t>
      </w:r>
      <w:r w:rsidR="00646BEC">
        <w:t xml:space="preserve"> </w:t>
      </w:r>
      <w:r w:rsidRPr="006F699D">
        <w:t>either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new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automatically</w:t>
      </w:r>
      <w:r w:rsidR="00646BEC">
        <w:t xml:space="preserve"> </w:t>
      </w:r>
      <w:r w:rsidRPr="006F699D">
        <w:t>(automatic</w:t>
      </w:r>
      <w:r w:rsidR="00646BEC">
        <w:t xml:space="preserve"> </w:t>
      </w:r>
      <w:r w:rsidRPr="006F699D">
        <w:t>mode),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indication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given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user,</w:t>
      </w:r>
      <w:r w:rsidR="00646BEC">
        <w:t xml:space="preserve"> </w:t>
      </w:r>
      <w:r w:rsidRPr="006F699D">
        <w:t>so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manual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made</w:t>
      </w:r>
      <w:r w:rsidR="00646BEC">
        <w:t xml:space="preserve"> </w:t>
      </w:r>
      <w:r w:rsidRPr="006F699D">
        <w:t>(manual</w:t>
      </w:r>
      <w:r w:rsidR="00646BEC">
        <w:t xml:space="preserve"> </w:t>
      </w:r>
      <w:r w:rsidRPr="006F699D">
        <w:t>mode).</w:t>
      </w:r>
    </w:p>
    <w:p w14:paraId="65CE15EB" w14:textId="13E5F04E" w:rsidR="001D70BA" w:rsidRPr="006F699D" w:rsidRDefault="001D70BA" w:rsidP="00377BCE">
      <w:r w:rsidRPr="006F699D">
        <w:t>Registration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performed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UEs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capable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services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need</w:t>
      </w:r>
      <w:r w:rsidR="00646BEC">
        <w:t xml:space="preserve"> </w:t>
      </w:r>
      <w:r w:rsidRPr="006F699D">
        <w:t>no</w:t>
      </w:r>
      <w:r w:rsidR="00646BEC">
        <w:t xml:space="preserve"> </w:t>
      </w:r>
      <w:r w:rsidRPr="006F699D">
        <w:t>registration.</w:t>
      </w:r>
    </w:p>
    <w:p w14:paraId="2E2BB3A3" w14:textId="21E52EAA" w:rsidR="00CC252D" w:rsidRPr="006F699D" w:rsidRDefault="00CC252D" w:rsidP="00377BC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="00664A93" w:rsidRPr="006F699D">
        <w:t>sidelink</w:t>
      </w:r>
      <w:r w:rsidR="00646BEC">
        <w:t xml:space="preserve"> </w:t>
      </w:r>
      <w:r w:rsidR="00664A93" w:rsidRPr="006F699D">
        <w:t>communication</w:t>
      </w:r>
      <w:r w:rsidR="00646BEC">
        <w:t xml:space="preserve"> </w:t>
      </w:r>
      <w:r w:rsidR="007D25B5" w:rsidRPr="006F699D">
        <w:t>or</w:t>
      </w:r>
      <w:r w:rsidR="00646BEC">
        <w:t xml:space="preserve"> </w:t>
      </w:r>
      <w:r w:rsidR="007D25B5" w:rsidRPr="006F699D">
        <w:t>V2X</w:t>
      </w:r>
      <w:r w:rsidR="00646BEC">
        <w:t xml:space="preserve"> </w:t>
      </w:r>
      <w:r w:rsidR="007D25B5" w:rsidRPr="006F699D">
        <w:t>sidelink</w:t>
      </w:r>
      <w:r w:rsidR="00646BEC">
        <w:t xml:space="preserve"> </w:t>
      </w:r>
      <w:r w:rsidR="007D25B5" w:rsidRPr="006F699D">
        <w:t>communication</w:t>
      </w:r>
      <w:r w:rsidR="00646BEC">
        <w:rPr>
          <w:lang w:eastAsia="zh-CN"/>
        </w:rPr>
        <w:t xml:space="preserve"> </w:t>
      </w:r>
      <w:r w:rsidRPr="006F699D">
        <w:t>or</w:t>
      </w:r>
      <w:r w:rsidR="00646BEC">
        <w:t xml:space="preserve"> </w:t>
      </w:r>
      <w:r w:rsidR="00664A93" w:rsidRPr="006F699D">
        <w:t>sidelink</w:t>
      </w:r>
      <w:r w:rsidR="00646BEC">
        <w:t xml:space="preserve"> </w:t>
      </w:r>
      <w:r w:rsidR="00664A93" w:rsidRPr="006F699D">
        <w:t>discovery</w:t>
      </w:r>
      <w:r w:rsidR="00646BEC">
        <w:t xml:space="preserve"> </w:t>
      </w:r>
      <w:r w:rsidRPr="006F699D">
        <w:t>while</w:t>
      </w:r>
      <w:r w:rsidR="00646BEC">
        <w:t xml:space="preserve"> </w:t>
      </w:r>
      <w:r w:rsidRPr="006F699D">
        <w:t>in-coverage</w:t>
      </w:r>
      <w:r w:rsidR="00646BEC">
        <w:t xml:space="preserve"> </w:t>
      </w:r>
      <w:r w:rsidR="00D57911" w:rsidRPr="006F699D">
        <w:rPr>
          <w:lang w:eastAsia="ko-KR"/>
        </w:rPr>
        <w:t>or</w:t>
      </w:r>
      <w:r w:rsidR="00646BEC">
        <w:t xml:space="preserve"> </w:t>
      </w:r>
      <w:r w:rsidRPr="006F699D">
        <w:t>out-of-coverage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="00664A93" w:rsidRPr="006F699D">
        <w:rPr>
          <w:rFonts w:eastAsia="Malgun Gothic"/>
          <w:lang w:eastAsia="ko-KR"/>
        </w:rPr>
        <w:t>sidelink</w:t>
      </w:r>
      <w:r w:rsidRPr="006F699D">
        <w:t>,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8B3B0A" w:rsidRPr="006F699D">
        <w:t>clause</w:t>
      </w:r>
      <w:r w:rsidR="00646BEC">
        <w:t xml:space="preserve"> </w:t>
      </w:r>
      <w:r w:rsidRPr="006F699D">
        <w:t>11.</w:t>
      </w:r>
    </w:p>
    <w:p w14:paraId="5D9730D5" w14:textId="4A0C60E9" w:rsidR="001D70BA" w:rsidRPr="006F699D" w:rsidRDefault="001D70BA" w:rsidP="00377BCE">
      <w:r w:rsidRPr="006F699D">
        <w:t>The</w:t>
      </w:r>
      <w:r w:rsidR="00646BEC">
        <w:t xml:space="preserve"> </w:t>
      </w:r>
      <w:r w:rsidRPr="006F699D">
        <w:t>purpose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is</w:t>
      </w:r>
      <w:r w:rsidR="00646BEC">
        <w:t xml:space="preserve"> </w:t>
      </w:r>
      <w:r w:rsidR="00B72970" w:rsidRPr="006F699D">
        <w:t>five</w:t>
      </w:r>
      <w:r w:rsidRPr="006F699D">
        <w:t>fold:</w:t>
      </w:r>
    </w:p>
    <w:p w14:paraId="0C393333" w14:textId="76EC775F" w:rsidR="001D70BA" w:rsidRPr="006F699D" w:rsidRDefault="001D70BA" w:rsidP="00377BCE">
      <w:pPr>
        <w:pStyle w:val="B1"/>
      </w:pPr>
      <w:r w:rsidRPr="006F699D">
        <w:t>a)</w:t>
      </w:r>
      <w:r w:rsidRPr="006F699D">
        <w:tab/>
        <w:t>It</w:t>
      </w:r>
      <w:r w:rsidR="00646BEC">
        <w:t xml:space="preserve"> </w:t>
      </w:r>
      <w:r w:rsidRPr="006F699D">
        <w:t>enables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receive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PLMN.</w:t>
      </w:r>
    </w:p>
    <w:p w14:paraId="096DDA83" w14:textId="05ECBBE9" w:rsidR="001D70BA" w:rsidRPr="006F699D" w:rsidRDefault="001D70BA" w:rsidP="00377BCE">
      <w:pPr>
        <w:pStyle w:val="B1"/>
      </w:pPr>
      <w:r w:rsidRPr="006F699D">
        <w:t>b)</w:t>
      </w:r>
      <w:r w:rsidRPr="006F699D">
        <w:tab/>
        <w:t>When</w:t>
      </w:r>
      <w:r w:rsidR="00646BEC">
        <w:t xml:space="preserve"> </w:t>
      </w:r>
      <w:r w:rsidRPr="006F699D">
        <w:t>registered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wishes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establish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RRC</w:t>
      </w:r>
      <w:r w:rsidR="00646BEC">
        <w:t xml:space="preserve"> </w:t>
      </w:r>
      <w:r w:rsidRPr="006F699D">
        <w:t>connection,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do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initially</w:t>
      </w:r>
      <w:r w:rsidR="00646BEC">
        <w:t xml:space="preserve"> </w:t>
      </w:r>
      <w:r w:rsidRPr="006F699D">
        <w:t>accessing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camped.</w:t>
      </w:r>
    </w:p>
    <w:p w14:paraId="566482CB" w14:textId="5971FD1A" w:rsidR="00974C76" w:rsidRPr="006F699D" w:rsidRDefault="001D70BA" w:rsidP="00377BCE">
      <w:pPr>
        <w:pStyle w:val="B1"/>
      </w:pPr>
      <w:r w:rsidRPr="006F699D">
        <w:t>c)</w:t>
      </w:r>
      <w:r w:rsidRPr="006F699D">
        <w:tab/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receives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call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registered</w:t>
      </w:r>
      <w:r w:rsidR="00646BEC">
        <w:t xml:space="preserve"> </w:t>
      </w:r>
      <w:r w:rsidRPr="006F699D">
        <w:t>UE,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knows</w:t>
      </w:r>
      <w:r w:rsidR="00646BEC">
        <w:t xml:space="preserve"> </w:t>
      </w:r>
      <w:r w:rsidRPr="006F699D">
        <w:t>(in</w:t>
      </w:r>
      <w:r w:rsidR="00646BEC">
        <w:t xml:space="preserve"> </w:t>
      </w:r>
      <w:r w:rsidRPr="006F699D">
        <w:t>most</w:t>
      </w:r>
      <w:r w:rsidR="00646BEC">
        <w:t xml:space="preserve"> </w:t>
      </w:r>
      <w:r w:rsidRPr="006F699D">
        <w:t>cases)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13657B" w:rsidRPr="006F699D">
        <w:t>set</w:t>
      </w:r>
      <w:r w:rsidR="00646BEC">
        <w:t xml:space="preserve"> </w:t>
      </w:r>
      <w:r w:rsidR="0013657B" w:rsidRPr="006F699D">
        <w:t>of</w:t>
      </w:r>
      <w:r w:rsidR="00646BEC">
        <w:t xml:space="preserve"> </w:t>
      </w:r>
      <w:r w:rsidR="009A2DE8" w:rsidRPr="006F699D">
        <w:t>tracking</w:t>
      </w:r>
      <w:r w:rsidR="00646BEC">
        <w:t xml:space="preserve"> </w:t>
      </w:r>
      <w:r w:rsidR="009A2DE8" w:rsidRPr="006F699D">
        <w:t>area</w:t>
      </w:r>
      <w:r w:rsidR="0013657B" w:rsidRPr="006F699D">
        <w:t>s</w:t>
      </w:r>
      <w:r w:rsidR="00646BEC">
        <w:t xml:space="preserve"> </w:t>
      </w:r>
      <w:r w:rsidR="00873672" w:rsidRPr="006F699D">
        <w:t>(in</w:t>
      </w:r>
      <w:r w:rsidR="00646BEC">
        <w:t xml:space="preserve"> </w:t>
      </w:r>
      <w:r w:rsidR="00873672" w:rsidRPr="006F699D">
        <w:t>RRC_IDLE</w:t>
      </w:r>
      <w:r w:rsidR="00646BEC">
        <w:t xml:space="preserve"> </w:t>
      </w:r>
      <w:r w:rsidR="00873672" w:rsidRPr="006F699D">
        <w:t>state)</w:t>
      </w:r>
      <w:r w:rsidR="00646BEC">
        <w:t xml:space="preserve"> </w:t>
      </w:r>
      <w:r w:rsidR="00873672" w:rsidRPr="006F699D">
        <w:t>or</w:t>
      </w:r>
      <w:r w:rsidR="00646BEC">
        <w:t xml:space="preserve"> </w:t>
      </w:r>
      <w:r w:rsidR="00873672" w:rsidRPr="006F699D">
        <w:t>RNAs</w:t>
      </w:r>
      <w:r w:rsidR="00646BEC">
        <w:t xml:space="preserve"> </w:t>
      </w:r>
      <w:r w:rsidR="00873672" w:rsidRPr="006F699D">
        <w:t>(in</w:t>
      </w:r>
      <w:r w:rsidR="00646BEC">
        <w:t xml:space="preserve"> </w:t>
      </w:r>
      <w:r w:rsidR="00873672" w:rsidRPr="006F699D">
        <w:t>RRC_INACTIVE</w:t>
      </w:r>
      <w:r w:rsidR="00646BEC">
        <w:t xml:space="preserve"> </w:t>
      </w:r>
      <w:r w:rsidR="00873672" w:rsidRPr="006F699D">
        <w:t>state)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camped.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then</w:t>
      </w:r>
      <w:r w:rsidR="00646BEC">
        <w:t xml:space="preserve"> </w:t>
      </w:r>
      <w:r w:rsidRPr="006F699D">
        <w:t>send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"paging"</w:t>
      </w:r>
      <w:r w:rsidR="00646BEC">
        <w:t xml:space="preserve"> </w:t>
      </w:r>
      <w:r w:rsidRPr="006F699D">
        <w:t>message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on</w:t>
      </w:r>
      <w:r w:rsidR="00646BEC">
        <w:t xml:space="preserve"> </w:t>
      </w:r>
      <w:r w:rsidR="00BD4A06" w:rsidRPr="006F699D">
        <w:t>the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3657B" w:rsidRPr="006F699D">
        <w:t>this</w:t>
      </w:r>
      <w:r w:rsidR="00646BEC">
        <w:t xml:space="preserve"> </w:t>
      </w:r>
      <w:r w:rsidR="0013657B" w:rsidRPr="006F699D">
        <w:t>set</w:t>
      </w:r>
      <w:r w:rsidR="00646BEC">
        <w:t xml:space="preserve"> </w:t>
      </w:r>
      <w:r w:rsidR="0013657B" w:rsidRPr="006F699D">
        <w:t>of</w:t>
      </w:r>
      <w:r w:rsidR="00646BEC">
        <w:t xml:space="preserve"> </w:t>
      </w:r>
      <w:r w:rsidR="0013657B" w:rsidRPr="006F699D">
        <w:t>tracking</w:t>
      </w:r>
      <w:r w:rsidR="00646BEC">
        <w:t xml:space="preserve"> </w:t>
      </w:r>
      <w:r w:rsidR="0013657B" w:rsidRPr="006F699D">
        <w:t>areas</w:t>
      </w:r>
      <w:r w:rsidRPr="006F699D">
        <w:t>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will</w:t>
      </w:r>
      <w:r w:rsidR="00646BEC">
        <w:t xml:space="preserve"> </w:t>
      </w:r>
      <w:r w:rsidRPr="006F699D">
        <w:t>then</w:t>
      </w:r>
      <w:r w:rsidR="00646BEC">
        <w:t xml:space="preserve"> </w:t>
      </w:r>
      <w:r w:rsidRPr="006F699D">
        <w:t>receive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message</w:t>
      </w:r>
      <w:r w:rsidR="00646BEC">
        <w:t xml:space="preserve"> </w:t>
      </w:r>
      <w:r w:rsidRPr="006F699D">
        <w:t>because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tuned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3657B" w:rsidRPr="006F699D">
        <w:t>on</w:t>
      </w:r>
      <w:r w:rsidR="00230592" w:rsidRPr="006F699D">
        <w:t>e</w:t>
      </w:r>
      <w:r w:rsidR="00646BEC">
        <w:t xml:space="preserve"> </w:t>
      </w:r>
      <w:r w:rsidR="0013657B" w:rsidRPr="006F699D">
        <w:t>of</w:t>
      </w:r>
      <w:r w:rsidR="00646BEC">
        <w:t xml:space="preserve"> </w:t>
      </w:r>
      <w:r w:rsidR="0013657B" w:rsidRPr="006F699D">
        <w:t>th</w:t>
      </w:r>
      <w:r w:rsidR="00230592" w:rsidRPr="006F699D">
        <w:t>e</w:t>
      </w:r>
      <w:r w:rsidR="00646BEC">
        <w:t xml:space="preserve"> </w:t>
      </w:r>
      <w:r w:rsidR="00230592" w:rsidRPr="006F699D">
        <w:t>registered</w:t>
      </w:r>
      <w:r w:rsidR="00646BEC">
        <w:t xml:space="preserve"> </w:t>
      </w:r>
      <w:r w:rsidR="0013657B" w:rsidRPr="006F699D">
        <w:t>tracking</w:t>
      </w:r>
      <w:r w:rsidR="00646BEC">
        <w:t xml:space="preserve"> </w:t>
      </w:r>
      <w:r w:rsidR="0013657B" w:rsidRPr="006F699D">
        <w:t>areas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respond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channel.</w:t>
      </w:r>
    </w:p>
    <w:p w14:paraId="68FA9038" w14:textId="5432D2B7" w:rsidR="003D12A7" w:rsidRPr="006F699D" w:rsidRDefault="003D12A7" w:rsidP="00377BCE">
      <w:pPr>
        <w:pStyle w:val="B1"/>
      </w:pPr>
      <w:r w:rsidRPr="006F699D">
        <w:t>d)</w:t>
      </w:r>
      <w:r w:rsidRPr="006F699D">
        <w:tab/>
        <w:t>It</w:t>
      </w:r>
      <w:r w:rsidR="00646BEC">
        <w:t xml:space="preserve"> </w:t>
      </w:r>
      <w:r w:rsidRPr="006F699D">
        <w:t>enables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receive</w:t>
      </w:r>
      <w:r w:rsidR="00646BEC">
        <w:t xml:space="preserve"> </w:t>
      </w:r>
      <w:r w:rsidRPr="006F699D">
        <w:t>ETWS</w:t>
      </w:r>
      <w:r w:rsidR="00646BEC">
        <w:t xml:space="preserve"> </w:t>
      </w:r>
      <w:r w:rsidR="005D5EE2" w:rsidRPr="006F699D">
        <w:t>and</w:t>
      </w:r>
      <w:r w:rsidR="00646BEC">
        <w:t xml:space="preserve"> </w:t>
      </w:r>
      <w:r w:rsidR="005D5EE2" w:rsidRPr="006F699D">
        <w:t>CMAS</w:t>
      </w:r>
      <w:r w:rsidR="00646BEC">
        <w:t xml:space="preserve"> </w:t>
      </w:r>
      <w:r w:rsidRPr="006F699D">
        <w:t>notifications.</w:t>
      </w:r>
    </w:p>
    <w:p w14:paraId="6F7B9273" w14:textId="7B377542" w:rsidR="00B72970" w:rsidRPr="006F699D" w:rsidRDefault="00B72970" w:rsidP="00377BCE">
      <w:pPr>
        <w:pStyle w:val="B1"/>
      </w:pPr>
      <w:r w:rsidRPr="006F699D">
        <w:t>e)</w:t>
      </w:r>
      <w:r w:rsidRPr="006F699D">
        <w:tab/>
        <w:t>It</w:t>
      </w:r>
      <w:r w:rsidR="00646BEC">
        <w:t xml:space="preserve"> </w:t>
      </w:r>
      <w:r w:rsidRPr="006F699D">
        <w:t>enables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receive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services.</w:t>
      </w:r>
    </w:p>
    <w:p w14:paraId="72AE4B5F" w14:textId="584FC0CB" w:rsidR="001D70BA" w:rsidRPr="006F699D" w:rsidRDefault="001D70BA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unable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find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location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failed</w:t>
      </w:r>
      <w:r w:rsidR="00646BEC">
        <w:rPr>
          <w:lang w:eastAsia="ja-JP"/>
        </w:rPr>
        <w:t xml:space="preserve"> </w:t>
      </w:r>
      <w:r w:rsidRPr="006F699D">
        <w:t>(except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LR</w:t>
      </w:r>
      <w:r w:rsidR="00646BEC">
        <w:t xml:space="preserve"> </w:t>
      </w:r>
      <w:r w:rsidRPr="006F699D">
        <w:t>rejected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cause</w:t>
      </w:r>
      <w:r w:rsidR="00646BEC">
        <w:t xml:space="preserve"> </w:t>
      </w:r>
      <w:r w:rsidRPr="006F699D">
        <w:t>#12,</w:t>
      </w:r>
      <w:r w:rsidR="00646BEC">
        <w:t xml:space="preserve"> </w:t>
      </w:r>
      <w:r w:rsidRPr="006F699D">
        <w:t>cause</w:t>
      </w:r>
      <w:r w:rsidR="00646BEC">
        <w:t xml:space="preserve"> </w:t>
      </w:r>
      <w:r w:rsidRPr="006F699D">
        <w:t>#14</w:t>
      </w:r>
      <w:r w:rsidR="00DF30B7" w:rsidRPr="006F699D">
        <w:t>,</w:t>
      </w:r>
      <w:r w:rsidR="00646BEC">
        <w:t xml:space="preserve"> </w:t>
      </w:r>
      <w:r w:rsidRPr="006F699D">
        <w:t>cause</w:t>
      </w:r>
      <w:r w:rsidR="00646BEC">
        <w:t xml:space="preserve"> </w:t>
      </w:r>
      <w:r w:rsidRPr="006F699D">
        <w:t>#15</w:t>
      </w:r>
      <w:r w:rsidR="00646BEC">
        <w:t xml:space="preserve"> </w:t>
      </w:r>
      <w:r w:rsidR="00DF30B7" w:rsidRPr="006F699D">
        <w:t>or</w:t>
      </w:r>
      <w:r w:rsidR="00646BEC">
        <w:t xml:space="preserve"> </w:t>
      </w:r>
      <w:r w:rsidR="00DF30B7" w:rsidRPr="006F699D">
        <w:t>cause</w:t>
      </w:r>
      <w:r w:rsidR="00646BEC">
        <w:t xml:space="preserve"> </w:t>
      </w:r>
      <w:r w:rsidR="00DF30B7" w:rsidRPr="006F699D">
        <w:t>#25</w:t>
      </w:r>
      <w:r w:rsidRPr="006F699D">
        <w:t>,</w:t>
      </w:r>
      <w:r w:rsidR="00646BEC">
        <w:t xml:space="preserve"> </w:t>
      </w:r>
      <w:r w:rsidRPr="006F699D">
        <w:t>see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="00646BEC">
        <w:t xml:space="preserve"> </w:t>
      </w:r>
      <w:r w:rsidRPr="006F699D">
        <w:t>and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24.301</w:t>
      </w:r>
      <w:r w:rsidR="00646BEC">
        <w:t xml:space="preserve"> </w:t>
      </w:r>
      <w:r w:rsidR="006F699D" w:rsidRPr="006F699D">
        <w:t>[</w:t>
      </w:r>
      <w:r w:rsidR="00057D27" w:rsidRPr="006F699D">
        <w:t>16]</w:t>
      </w:r>
      <w:r w:rsidRPr="006F699D">
        <w:t>),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attempts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irrespective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identity,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enters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"limited</w:t>
      </w:r>
      <w:r w:rsidR="00646BEC">
        <w:t xml:space="preserve"> </w:t>
      </w:r>
      <w:r w:rsidRPr="006F699D">
        <w:t>service"</w:t>
      </w:r>
      <w:r w:rsidR="00646BEC">
        <w:t xml:space="preserve"> </w:t>
      </w:r>
      <w:r w:rsidRPr="006F699D">
        <w:t>state.</w:t>
      </w:r>
    </w:p>
    <w:p w14:paraId="238E769F" w14:textId="6FB5DA44" w:rsidR="00593785" w:rsidRPr="006F699D" w:rsidRDefault="00593785" w:rsidP="00377BCE">
      <w:r w:rsidRPr="006F699D">
        <w:t>When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indicates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PSM</w:t>
      </w:r>
      <w:r w:rsidR="00646BEC">
        <w:t xml:space="preserve"> </w:t>
      </w:r>
      <w:r w:rsidRPr="006F699D">
        <w:t>starts,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configuration</w:t>
      </w:r>
      <w:r w:rsidR="00646BEC">
        <w:t xml:space="preserve"> </w:t>
      </w:r>
      <w:r w:rsidRPr="006F699D">
        <w:t>(e.g.</w:t>
      </w:r>
      <w:r w:rsidR="00646BEC">
        <w:t xml:space="preserve"> </w:t>
      </w:r>
      <w:r w:rsidRPr="006F699D">
        <w:t>priorities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dedicated</w:t>
      </w:r>
      <w:r w:rsidR="00646BEC">
        <w:t xml:space="preserve"> </w:t>
      </w:r>
      <w:r w:rsidRPr="006F699D">
        <w:t>signalling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logged</w:t>
      </w:r>
      <w:r w:rsidR="00646BEC">
        <w:t xml:space="preserve"> </w:t>
      </w:r>
      <w:r w:rsidRPr="006F699D">
        <w:t>measurements)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kept,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running</w:t>
      </w:r>
      <w:r w:rsidR="00646BEC">
        <w:t xml:space="preserve"> </w:t>
      </w:r>
      <w:r w:rsidRPr="006F699D">
        <w:t>timers</w:t>
      </w:r>
      <w:r w:rsidR="00646BEC">
        <w:t xml:space="preserve"> </w:t>
      </w:r>
      <w:r w:rsidRPr="006F699D">
        <w:t>continue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run</w:t>
      </w:r>
      <w:r w:rsidR="00646BEC">
        <w:t xml:space="preserve"> </w:t>
      </w:r>
      <w:r w:rsidRPr="006F699D">
        <w:t>but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need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tasks.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expires</w:t>
      </w:r>
      <w:r w:rsidR="00646BEC">
        <w:t xml:space="preserve"> </w:t>
      </w:r>
      <w:r w:rsidRPr="006F699D">
        <w:t>while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PSM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up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implementation</w:t>
      </w:r>
      <w:r w:rsidR="00646BEC">
        <w:t xml:space="preserve"> </w:t>
      </w:r>
      <w:r w:rsidRPr="006F699D">
        <w:t>whether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performs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corresponding</w:t>
      </w:r>
      <w:r w:rsidR="00646BEC">
        <w:t xml:space="preserve"> </w:t>
      </w:r>
      <w:r w:rsidRPr="006F699D">
        <w:t>action</w:t>
      </w:r>
      <w:r w:rsidR="00646BEC">
        <w:t xml:space="preserve"> </w:t>
      </w:r>
      <w:r w:rsidRPr="006F699D">
        <w:t>immediately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latest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PSM</w:t>
      </w:r>
      <w:r w:rsidR="00646BEC">
        <w:t xml:space="preserve"> </w:t>
      </w:r>
      <w:r w:rsidRPr="006F699D">
        <w:t>ends.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indicates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PSM</w:t>
      </w:r>
      <w:r w:rsidR="00646BEC">
        <w:t xml:space="preserve"> </w:t>
      </w:r>
      <w:r w:rsidRPr="006F699D">
        <w:t>ends,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tasks.</w:t>
      </w:r>
    </w:p>
    <w:p w14:paraId="2B697606" w14:textId="1562CEA6" w:rsidR="003072BD" w:rsidRPr="006F699D" w:rsidRDefault="003072BD" w:rsidP="00377BCE">
      <w:pPr>
        <w:pStyle w:val="Heading2"/>
      </w:pPr>
      <w:bookmarkStart w:id="39" w:name="_Toc29237871"/>
      <w:bookmarkStart w:id="40" w:name="_Toc46522988"/>
      <w:bookmarkStart w:id="41" w:name="_Toc100742566"/>
      <w:r w:rsidRPr="006F699D">
        <w:t>4.2</w:t>
      </w:r>
      <w:r w:rsidRPr="006F699D">
        <w:tab/>
        <w:t>Functional</w:t>
      </w:r>
      <w:r w:rsidR="00646BEC">
        <w:t xml:space="preserve"> </w:t>
      </w:r>
      <w:r w:rsidRPr="006F699D">
        <w:t>division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bookmarkEnd w:id="39"/>
      <w:bookmarkEnd w:id="40"/>
      <w:bookmarkEnd w:id="41"/>
    </w:p>
    <w:p w14:paraId="07E189DE" w14:textId="59B43FE1" w:rsidR="001D70BA" w:rsidRPr="006F699D" w:rsidRDefault="001D70BA" w:rsidP="00377BCE">
      <w:r w:rsidRPr="006F699D">
        <w:t>Table</w:t>
      </w:r>
      <w:r w:rsidR="00646BEC">
        <w:t xml:space="preserve"> </w:t>
      </w:r>
      <w:r w:rsidRPr="006F699D">
        <w:t>1</w:t>
      </w:r>
      <w:r w:rsidR="00646BEC">
        <w:t xml:space="preserve"> </w:t>
      </w:r>
      <w:r w:rsidRPr="006F699D">
        <w:t>presents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functional</w:t>
      </w:r>
      <w:r w:rsidR="00646BEC">
        <w:t xml:space="preserve"> </w:t>
      </w:r>
      <w:r w:rsidRPr="006F699D">
        <w:t>division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non-access</w:t>
      </w:r>
      <w:r w:rsidR="00646BEC">
        <w:t xml:space="preserve"> </w:t>
      </w:r>
      <w:r w:rsidRPr="006F699D">
        <w:t>stratum</w:t>
      </w:r>
      <w:r w:rsidR="00646BEC">
        <w:t xml:space="preserve"> </w:t>
      </w:r>
      <w:r w:rsidRPr="006F699D">
        <w:t>(NAS)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stratum</w:t>
      </w:r>
      <w:r w:rsidR="00646BEC">
        <w:t xml:space="preserve"> </w:t>
      </w:r>
      <w:r w:rsidRPr="006F699D">
        <w:t>(AS)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</w:t>
      </w:r>
      <w:r w:rsidR="00646BEC">
        <w:rPr>
          <w:lang w:eastAsia="ja-JP"/>
        </w:rPr>
        <w:t xml:space="preserve"> </w:t>
      </w:r>
      <w:r w:rsidRPr="006F699D">
        <w:t>part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AS</w:t>
      </w:r>
      <w:r w:rsidR="00646BEC">
        <w:rPr>
          <w:lang w:eastAsia="ja-JP"/>
        </w:rPr>
        <w:t xml:space="preserve"> </w:t>
      </w:r>
      <w:r w:rsidRPr="006F699D">
        <w:t>part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document.</w:t>
      </w:r>
      <w:bookmarkStart w:id="42" w:name="_Ref440699169"/>
    </w:p>
    <w:tbl>
      <w:tblPr>
        <w:tblW w:w="962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0"/>
        <w:gridCol w:w="4253"/>
        <w:gridCol w:w="3685"/>
      </w:tblGrid>
      <w:tr w:rsidR="006F699D" w:rsidRPr="006F699D" w14:paraId="1A380586" w14:textId="77777777" w:rsidTr="00177B0B">
        <w:trPr>
          <w:trHeight w:val="597"/>
          <w:tblHeader/>
        </w:trPr>
        <w:tc>
          <w:tcPr>
            <w:tcW w:w="1690" w:type="dxa"/>
          </w:tcPr>
          <w:p w14:paraId="7272BA46" w14:textId="788DFD37" w:rsidR="000B0E49" w:rsidRPr="006F699D" w:rsidRDefault="000B0E49" w:rsidP="00377BCE">
            <w:pPr>
              <w:pStyle w:val="TAH"/>
              <w:rPr>
                <w:lang w:val="en-GB"/>
              </w:rPr>
            </w:pPr>
            <w:r w:rsidRPr="006F699D">
              <w:rPr>
                <w:lang w:val="en-GB"/>
              </w:rPr>
              <w:lastRenderedPageBreak/>
              <w:t>Idle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Mode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Process</w:t>
            </w:r>
          </w:p>
        </w:tc>
        <w:tc>
          <w:tcPr>
            <w:tcW w:w="4253" w:type="dxa"/>
          </w:tcPr>
          <w:p w14:paraId="36610B36" w14:textId="26E4234F" w:rsidR="000B0E49" w:rsidRPr="006F699D" w:rsidRDefault="000B0E49" w:rsidP="00377BCE">
            <w:pPr>
              <w:pStyle w:val="TAH"/>
              <w:rPr>
                <w:lang w:val="en-GB"/>
              </w:rPr>
            </w:pPr>
            <w:r w:rsidRPr="006F699D">
              <w:rPr>
                <w:lang w:val="en-GB"/>
              </w:rPr>
              <w:t>UE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Non-Access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Stratum</w:t>
            </w:r>
          </w:p>
        </w:tc>
        <w:tc>
          <w:tcPr>
            <w:tcW w:w="3685" w:type="dxa"/>
          </w:tcPr>
          <w:p w14:paraId="43F7F327" w14:textId="053AA98F" w:rsidR="000B0E49" w:rsidRPr="006F699D" w:rsidRDefault="000B0E49" w:rsidP="00377BCE">
            <w:pPr>
              <w:pStyle w:val="TAH"/>
              <w:rPr>
                <w:lang w:val="en-GB"/>
              </w:rPr>
            </w:pPr>
            <w:r w:rsidRPr="006F699D">
              <w:rPr>
                <w:lang w:val="en-GB"/>
              </w:rPr>
              <w:t>UE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Access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Stratum</w:t>
            </w:r>
          </w:p>
        </w:tc>
      </w:tr>
      <w:tr w:rsidR="006F699D" w:rsidRPr="006F699D" w14:paraId="13EB7193" w14:textId="77777777" w:rsidTr="00177B0B">
        <w:trPr>
          <w:trHeight w:val="1815"/>
        </w:trPr>
        <w:tc>
          <w:tcPr>
            <w:tcW w:w="1690" w:type="dxa"/>
          </w:tcPr>
          <w:p w14:paraId="72389DCC" w14:textId="3672DCCC" w:rsidR="000B0E49" w:rsidRPr="006F699D" w:rsidRDefault="000B0E49" w:rsidP="00377BCE">
            <w:pPr>
              <w:pStyle w:val="TAL"/>
            </w:pPr>
            <w:r w:rsidRPr="006F699D">
              <w:t>PLMN</w:t>
            </w:r>
            <w:r w:rsidR="00646BEC">
              <w:t xml:space="preserve"> </w:t>
            </w:r>
            <w:r w:rsidRPr="006F699D">
              <w:t>Selection</w:t>
            </w:r>
            <w:r w:rsidR="00646BEC">
              <w:t xml:space="preserve"> </w:t>
            </w:r>
          </w:p>
        </w:tc>
        <w:tc>
          <w:tcPr>
            <w:tcW w:w="4253" w:type="dxa"/>
          </w:tcPr>
          <w:p w14:paraId="010A9D30" w14:textId="1F2AA6B7" w:rsidR="000B0E49" w:rsidRPr="006F699D" w:rsidRDefault="000B0E49" w:rsidP="00377BCE">
            <w:pPr>
              <w:pStyle w:val="TAL"/>
            </w:pPr>
            <w:r w:rsidRPr="006F699D">
              <w:t>Maintain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list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PLMNs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priority</w:t>
            </w:r>
            <w:r w:rsidR="00646BEC">
              <w:t xml:space="preserve"> </w:t>
            </w:r>
            <w:r w:rsidRPr="006F699D">
              <w:t>order</w:t>
            </w:r>
            <w:r w:rsidR="00646BEC">
              <w:t xml:space="preserve"> </w:t>
            </w:r>
            <w:r w:rsidRPr="006F699D">
              <w:t>according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23.122</w:t>
            </w:r>
            <w:r w:rsidR="00646BEC">
              <w:t xml:space="preserve"> </w:t>
            </w:r>
            <w:r w:rsidR="00057D27" w:rsidRPr="006F699D">
              <w:t>[5]</w:t>
            </w:r>
            <w:r w:rsidRPr="006F699D">
              <w:t>.</w:t>
            </w:r>
            <w:r w:rsidR="00646BEC">
              <w:t xml:space="preserve"> </w:t>
            </w:r>
            <w:r w:rsidRPr="006F699D">
              <w:t>Select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PLMN</w:t>
            </w:r>
            <w:r w:rsidR="00646BEC">
              <w:t xml:space="preserve"> </w:t>
            </w:r>
            <w:r w:rsidRPr="006F699D">
              <w:t>using</w:t>
            </w:r>
            <w:r w:rsidR="00646BEC">
              <w:t xml:space="preserve"> </w:t>
            </w:r>
            <w:r w:rsidRPr="006F699D">
              <w:t>automatic</w:t>
            </w:r>
            <w:r w:rsidR="00646BEC">
              <w:t xml:space="preserve"> </w:t>
            </w:r>
            <w:r w:rsidRPr="006F699D">
              <w:t>or</w:t>
            </w:r>
            <w:r w:rsidR="00646BEC">
              <w:t xml:space="preserve"> </w:t>
            </w:r>
            <w:r w:rsidRPr="006F699D">
              <w:t>manual</w:t>
            </w:r>
            <w:r w:rsidR="00646BEC">
              <w:t xml:space="preserve"> </w:t>
            </w:r>
            <w:r w:rsidRPr="006F699D">
              <w:t>mode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specified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23.122</w:t>
            </w:r>
            <w:r w:rsidR="00646BEC">
              <w:t xml:space="preserve"> </w:t>
            </w:r>
            <w:r w:rsidR="00057D27" w:rsidRPr="006F699D">
              <w:t>[5]</w:t>
            </w:r>
            <w:r w:rsidR="00646BEC">
              <w:t xml:space="preserve"> </w:t>
            </w:r>
            <w:r w:rsidRPr="006F699D">
              <w:t>and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r</w:t>
            </w:r>
            <w:r w:rsidRPr="006F699D">
              <w:t>equest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select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belonging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this</w:t>
            </w:r>
            <w:r w:rsidR="00646BEC">
              <w:t xml:space="preserve"> </w:t>
            </w:r>
            <w:r w:rsidRPr="006F699D">
              <w:t>PLMN.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each</w:t>
            </w:r>
            <w:r w:rsidR="00646BEC">
              <w:t xml:space="preserve"> </w:t>
            </w:r>
            <w:r w:rsidRPr="006F699D">
              <w:t>PLMN,</w:t>
            </w:r>
            <w:r w:rsidR="00646BEC">
              <w:t xml:space="preserve"> </w:t>
            </w:r>
            <w:r w:rsidRPr="006F699D">
              <w:t>associated</w:t>
            </w:r>
            <w:r w:rsidR="00646BEC">
              <w:t xml:space="preserve"> </w:t>
            </w:r>
            <w:r w:rsidRPr="006F699D">
              <w:t>RAT(s)</w:t>
            </w:r>
            <w:r w:rsidR="00646BEC">
              <w:rPr>
                <w:lang w:eastAsia="ja-JP"/>
              </w:rPr>
              <w:t xml:space="preserve"> </w:t>
            </w:r>
            <w:r w:rsidRPr="006F699D">
              <w:t>may</w:t>
            </w:r>
            <w:r w:rsidR="00646BEC">
              <w:t xml:space="preserve"> </w:t>
            </w:r>
            <w:r w:rsidRPr="006F699D">
              <w:t>be</w:t>
            </w:r>
            <w:r w:rsidR="00646BEC">
              <w:t xml:space="preserve"> </w:t>
            </w:r>
            <w:r w:rsidRPr="006F699D">
              <w:t>set.</w:t>
            </w:r>
          </w:p>
          <w:p w14:paraId="0F3CFA81" w14:textId="77777777" w:rsidR="000B0E49" w:rsidRPr="006F699D" w:rsidRDefault="000B0E49" w:rsidP="00377BCE">
            <w:pPr>
              <w:pStyle w:val="TAL"/>
            </w:pPr>
          </w:p>
          <w:p w14:paraId="3162E5F5" w14:textId="42254BA8" w:rsidR="000B0E49" w:rsidRPr="006F699D" w:rsidRDefault="000B0E49" w:rsidP="00377BCE">
            <w:pPr>
              <w:pStyle w:val="TAL"/>
            </w:pPr>
            <w:r w:rsidRPr="006F699D">
              <w:t>Evaluate</w:t>
            </w:r>
            <w:r w:rsidR="00646BEC">
              <w:t xml:space="preserve"> </w:t>
            </w:r>
            <w:r w:rsidRPr="006F699D">
              <w:t>reports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available</w:t>
            </w:r>
            <w:r w:rsidR="00646BEC">
              <w:t xml:space="preserve"> </w:t>
            </w:r>
            <w:r w:rsidRPr="006F699D">
              <w:t>PLMNs</w:t>
            </w:r>
            <w:r w:rsidR="00646BEC">
              <w:t xml:space="preserve"> </w:t>
            </w:r>
            <w:r w:rsidR="00873672" w:rsidRPr="006F699D">
              <w:t>and</w:t>
            </w:r>
            <w:r w:rsidR="00CC6278" w:rsidRPr="006F699D">
              <w:t>,</w:t>
            </w:r>
            <w:r w:rsidR="00646BEC">
              <w:t xml:space="preserve"> </w:t>
            </w:r>
            <w:r w:rsidR="00CC6278" w:rsidRPr="006F699D">
              <w:t>for</w:t>
            </w:r>
            <w:r w:rsidR="00646BEC">
              <w:t xml:space="preserve"> </w:t>
            </w:r>
            <w:r w:rsidR="00CC6278" w:rsidRPr="006F699D">
              <w:t>E-UTRA</w:t>
            </w:r>
            <w:r w:rsidR="00646BEC">
              <w:t xml:space="preserve"> </w:t>
            </w:r>
            <w:r w:rsidR="00CC6278" w:rsidRPr="006F699D">
              <w:t>if</w:t>
            </w:r>
            <w:r w:rsidR="00646BEC">
              <w:t xml:space="preserve"> </w:t>
            </w:r>
            <w:r w:rsidR="00CC6278" w:rsidRPr="006F699D">
              <w:t>the</w:t>
            </w:r>
            <w:r w:rsidR="00646BEC">
              <w:t xml:space="preserve"> </w:t>
            </w:r>
            <w:r w:rsidR="00CC6278" w:rsidRPr="006F699D">
              <w:t>UEs</w:t>
            </w:r>
            <w:r w:rsidR="00646BEC">
              <w:t xml:space="preserve"> </w:t>
            </w:r>
            <w:r w:rsidR="00CC6278" w:rsidRPr="006F699D">
              <w:t>supports</w:t>
            </w:r>
            <w:r w:rsidR="00646BEC">
              <w:t xml:space="preserve"> </w:t>
            </w:r>
            <w:r w:rsidR="00CC6278" w:rsidRPr="006F699D">
              <w:t>E-UTRA</w:t>
            </w:r>
            <w:r w:rsidR="00646BEC">
              <w:t xml:space="preserve"> </w:t>
            </w:r>
            <w:r w:rsidR="00CC6278" w:rsidRPr="006F699D">
              <w:t>connected</w:t>
            </w:r>
            <w:r w:rsidR="00646BEC">
              <w:t xml:space="preserve"> </w:t>
            </w:r>
            <w:r w:rsidR="00CC6278" w:rsidRPr="006F699D">
              <w:t>to</w:t>
            </w:r>
            <w:r w:rsidR="00646BEC">
              <w:t xml:space="preserve"> </w:t>
            </w:r>
            <w:r w:rsidR="00CC6278" w:rsidRPr="006F699D">
              <w:t>5GC,</w:t>
            </w:r>
            <w:r w:rsidR="00646BEC">
              <w:t xml:space="preserve"> </w:t>
            </w:r>
            <w:r w:rsidR="00873672" w:rsidRPr="006F699D">
              <w:t>CN</w:t>
            </w:r>
            <w:r w:rsidR="00646BEC">
              <w:t xml:space="preserve"> </w:t>
            </w:r>
            <w:r w:rsidR="00873672" w:rsidRPr="006F699D">
              <w:t>type</w:t>
            </w:r>
            <w:r w:rsidR="00336363" w:rsidRPr="006F699D">
              <w:t>(s</w:t>
            </w:r>
            <w:r w:rsidR="00CC6278" w:rsidRPr="006F699D">
              <w:t>)</w:t>
            </w:r>
            <w:r w:rsidR="00646BEC">
              <w:t xml:space="preserve"> </w:t>
            </w:r>
            <w:r w:rsidRPr="006F699D">
              <w:t>from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PLMN</w:t>
            </w:r>
            <w:r w:rsidR="00646BEC">
              <w:t xml:space="preserve"> </w:t>
            </w:r>
            <w:r w:rsidRPr="006F699D">
              <w:t>selection.</w:t>
            </w:r>
          </w:p>
          <w:p w14:paraId="3A1CA4BC" w14:textId="77777777" w:rsidR="000B0E49" w:rsidRPr="006F699D" w:rsidRDefault="000B0E49" w:rsidP="00377BCE">
            <w:pPr>
              <w:pStyle w:val="TAL"/>
            </w:pPr>
          </w:p>
          <w:p w14:paraId="77E88F61" w14:textId="4DC7A2B4" w:rsidR="000B0E49" w:rsidRPr="006F699D" w:rsidRDefault="000B0E49" w:rsidP="00377BCE">
            <w:pPr>
              <w:pStyle w:val="TAL"/>
            </w:pPr>
            <w:r w:rsidRPr="006F699D">
              <w:rPr>
                <w:rFonts w:eastAsia="Times New Roman"/>
              </w:rPr>
              <w:t>Maintain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list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of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equivalent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PLMN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identities.</w:t>
            </w:r>
          </w:p>
        </w:tc>
        <w:tc>
          <w:tcPr>
            <w:tcW w:w="3685" w:type="dxa"/>
          </w:tcPr>
          <w:p w14:paraId="2FD184E9" w14:textId="208FAB89" w:rsidR="000B0E49" w:rsidRPr="006F699D" w:rsidRDefault="000B0E49" w:rsidP="00377BCE">
            <w:pPr>
              <w:pStyle w:val="TAL"/>
              <w:rPr>
                <w:lang w:eastAsia="ja-JP"/>
              </w:rPr>
            </w:pPr>
            <w:r w:rsidRPr="006F699D">
              <w:t>Search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available</w:t>
            </w:r>
            <w:r w:rsidR="00646BEC">
              <w:t xml:space="preserve"> </w:t>
            </w:r>
            <w:r w:rsidRPr="006F699D">
              <w:t>PLMNs.</w:t>
            </w:r>
          </w:p>
          <w:p w14:paraId="13E49E1D" w14:textId="77777777" w:rsidR="000B0E49" w:rsidRPr="006F699D" w:rsidRDefault="000B0E49" w:rsidP="00377BCE">
            <w:pPr>
              <w:pStyle w:val="TAL"/>
              <w:rPr>
                <w:lang w:eastAsia="ja-JP"/>
              </w:rPr>
            </w:pPr>
          </w:p>
          <w:p w14:paraId="44926C3E" w14:textId="31D04D47" w:rsidR="000B0E49" w:rsidRPr="006F699D" w:rsidRDefault="000B0E49" w:rsidP="00377BCE">
            <w:pPr>
              <w:pStyle w:val="TAL"/>
            </w:pPr>
            <w:r w:rsidRPr="006F699D">
              <w:t>If</w:t>
            </w:r>
            <w:r w:rsidR="00646BEC">
              <w:t xml:space="preserve"> </w:t>
            </w:r>
            <w:r w:rsidRPr="006F699D">
              <w:t>associated</w:t>
            </w:r>
            <w:r w:rsidR="00646BEC">
              <w:t xml:space="preserve"> </w:t>
            </w:r>
            <w:r w:rsidRPr="006F699D">
              <w:t>RAT(s)</w:t>
            </w:r>
            <w:r w:rsidR="00646BEC">
              <w:rPr>
                <w:lang w:eastAsia="ja-JP"/>
              </w:rPr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(are)</w:t>
            </w:r>
            <w:r w:rsidR="00646BEC">
              <w:t xml:space="preserve"> </w:t>
            </w:r>
            <w:r w:rsidRPr="006F699D">
              <w:t>set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PLMN,</w:t>
            </w:r>
            <w:r w:rsidR="00646BEC">
              <w:t xml:space="preserve"> </w:t>
            </w:r>
            <w:r w:rsidRPr="006F699D">
              <w:t>search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this</w:t>
            </w:r>
            <w:r w:rsidR="00646BEC">
              <w:t xml:space="preserve"> </w:t>
            </w:r>
            <w:r w:rsidRPr="006F699D">
              <w:t>(these)</w:t>
            </w:r>
            <w:r w:rsidR="00646BEC">
              <w:t xml:space="preserve"> </w:t>
            </w:r>
            <w:r w:rsidRPr="006F699D">
              <w:t>RAT(s)</w:t>
            </w:r>
            <w:r w:rsidR="00646BEC">
              <w:rPr>
                <w:lang w:eastAsia="ja-JP"/>
              </w:rPr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other</w:t>
            </w:r>
            <w:r w:rsidR="00646BEC">
              <w:t xml:space="preserve"> </w:t>
            </w:r>
            <w:r w:rsidRPr="006F699D">
              <w:t>RAT(s)</w:t>
            </w:r>
            <w:r w:rsidR="00646BEC">
              <w:rPr>
                <w:lang w:eastAsia="ja-JP"/>
              </w:rPr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that</w:t>
            </w:r>
            <w:r w:rsidR="00646BEC">
              <w:t xml:space="preserve"> </w:t>
            </w:r>
            <w:r w:rsidRPr="006F699D">
              <w:t>PLMN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specified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23.122</w:t>
            </w:r>
            <w:r w:rsidR="00646BEC">
              <w:t xml:space="preserve"> </w:t>
            </w:r>
            <w:r w:rsidR="00057D27" w:rsidRPr="006F699D">
              <w:t>[5]</w:t>
            </w:r>
            <w:r w:rsidRPr="006F699D">
              <w:t>.</w:t>
            </w:r>
          </w:p>
          <w:p w14:paraId="404F58B8" w14:textId="77777777" w:rsidR="000B0E49" w:rsidRPr="006F699D" w:rsidRDefault="000B0E49" w:rsidP="00377BCE">
            <w:pPr>
              <w:pStyle w:val="TAL"/>
              <w:rPr>
                <w:lang w:eastAsia="ja-JP"/>
              </w:rPr>
            </w:pPr>
          </w:p>
          <w:p w14:paraId="3F0B6EA6" w14:textId="7DB7EA34" w:rsidR="000B0E49" w:rsidRPr="006F699D" w:rsidRDefault="000B0E49" w:rsidP="00377BCE">
            <w:pPr>
              <w:pStyle w:val="TAL"/>
            </w:pPr>
            <w:r w:rsidRPr="006F699D">
              <w:t>Perform</w:t>
            </w:r>
            <w:r w:rsidR="00646BEC">
              <w:t xml:space="preserve"> </w:t>
            </w:r>
            <w:r w:rsidRPr="006F699D">
              <w:t>measurements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support</w:t>
            </w:r>
            <w:r w:rsidR="00646BEC">
              <w:t xml:space="preserve"> </w:t>
            </w:r>
            <w:r w:rsidRPr="006F699D">
              <w:t>PLMN</w:t>
            </w:r>
            <w:r w:rsidR="00646BEC">
              <w:t xml:space="preserve"> </w:t>
            </w:r>
            <w:r w:rsidRPr="006F699D">
              <w:t>selection.</w:t>
            </w:r>
          </w:p>
          <w:p w14:paraId="34A0AE0C" w14:textId="77777777" w:rsidR="000B0E49" w:rsidRPr="006F699D" w:rsidRDefault="000B0E49" w:rsidP="00377BCE">
            <w:pPr>
              <w:pStyle w:val="TAL"/>
            </w:pPr>
          </w:p>
          <w:p w14:paraId="1341D0BD" w14:textId="169A5FFA" w:rsidR="000B0E49" w:rsidRPr="006F699D" w:rsidRDefault="000B0E49" w:rsidP="00377BCE">
            <w:pPr>
              <w:pStyle w:val="TAL"/>
            </w:pPr>
            <w:r w:rsidRPr="006F699D">
              <w:t>Synchronise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broadcast</w:t>
            </w:r>
            <w:r w:rsidR="00646BEC">
              <w:t xml:space="preserve"> </w:t>
            </w:r>
            <w:r w:rsidRPr="006F699D">
              <w:t>channel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identify</w:t>
            </w:r>
            <w:r w:rsidR="00646BEC">
              <w:t xml:space="preserve"> </w:t>
            </w:r>
            <w:r w:rsidRPr="006F699D">
              <w:t>found</w:t>
            </w:r>
            <w:r w:rsidR="00646BEC">
              <w:t xml:space="preserve"> </w:t>
            </w:r>
            <w:r w:rsidRPr="006F699D">
              <w:t>PLMNs</w:t>
            </w:r>
            <w:r w:rsidR="00646BEC">
              <w:t xml:space="preserve"> </w:t>
            </w:r>
            <w:r w:rsidR="00873672" w:rsidRPr="006F699D">
              <w:t>(and</w:t>
            </w:r>
            <w:r w:rsidR="00646BEC">
              <w:t xml:space="preserve"> </w:t>
            </w:r>
            <w:r w:rsidR="00873672" w:rsidRPr="006F699D">
              <w:t>CN</w:t>
            </w:r>
            <w:r w:rsidR="00646BEC">
              <w:t xml:space="preserve"> </w:t>
            </w:r>
            <w:r w:rsidR="00873672" w:rsidRPr="006F699D">
              <w:t>type</w:t>
            </w:r>
            <w:r w:rsidR="00CC6278" w:rsidRPr="006F699D">
              <w:t>(s)</w:t>
            </w:r>
            <w:r w:rsidRPr="006F699D">
              <w:t>.</w:t>
            </w:r>
          </w:p>
          <w:p w14:paraId="5EF195FC" w14:textId="77777777" w:rsidR="000B0E49" w:rsidRPr="006F699D" w:rsidRDefault="000B0E49" w:rsidP="00377BCE">
            <w:pPr>
              <w:pStyle w:val="TAL"/>
              <w:rPr>
                <w:lang w:eastAsia="ja-JP"/>
              </w:rPr>
            </w:pPr>
          </w:p>
          <w:p w14:paraId="7513CEA4" w14:textId="690B8563" w:rsidR="000B0E49" w:rsidRPr="006F699D" w:rsidRDefault="000B0E49" w:rsidP="00377BCE">
            <w:pPr>
              <w:pStyle w:val="TAL"/>
            </w:pPr>
            <w:r w:rsidRPr="006F699D">
              <w:t>Report</w:t>
            </w:r>
            <w:r w:rsidR="00646BEC">
              <w:t xml:space="preserve"> </w:t>
            </w:r>
            <w:r w:rsidRPr="006F699D">
              <w:t>available</w:t>
            </w:r>
            <w:r w:rsidR="00646BEC">
              <w:t xml:space="preserve"> </w:t>
            </w:r>
            <w:r w:rsidRPr="006F699D">
              <w:t>PLMNs</w:t>
            </w:r>
            <w:r w:rsidR="00646BEC">
              <w:t xml:space="preserve"> </w:t>
            </w:r>
            <w:r w:rsidRPr="006F699D">
              <w:t>with</w:t>
            </w:r>
            <w:r w:rsidR="00646BEC">
              <w:t xml:space="preserve"> </w:t>
            </w:r>
            <w:r w:rsidRPr="006F699D">
              <w:t>associated</w:t>
            </w:r>
            <w:r w:rsidR="00646BEC">
              <w:t xml:space="preserve"> </w:t>
            </w:r>
            <w:r w:rsidRPr="006F699D">
              <w:t>RAT</w:t>
            </w:r>
            <w:r w:rsidR="00657DFC" w:rsidRPr="006F699D">
              <w:t>(s)</w:t>
            </w:r>
            <w:r w:rsidR="00646BEC">
              <w:t xml:space="preserve"> </w:t>
            </w:r>
            <w:r w:rsidR="00873672" w:rsidRPr="006F699D">
              <w:t>and</w:t>
            </w:r>
            <w:r w:rsidR="00CC6278" w:rsidRPr="006F699D">
              <w:t>,</w:t>
            </w:r>
            <w:r w:rsidR="00646BEC">
              <w:t xml:space="preserve"> </w:t>
            </w:r>
            <w:r w:rsidR="00CC6278" w:rsidRPr="006F699D">
              <w:t>for</w:t>
            </w:r>
            <w:r w:rsidR="00646BEC">
              <w:t xml:space="preserve"> </w:t>
            </w:r>
            <w:r w:rsidR="00CC6278" w:rsidRPr="006F699D">
              <w:t>E-UTRA</w:t>
            </w:r>
            <w:r w:rsidR="00646BEC">
              <w:t xml:space="preserve"> </w:t>
            </w:r>
            <w:r w:rsidR="00CC6278" w:rsidRPr="006F699D">
              <w:t>if</w:t>
            </w:r>
            <w:r w:rsidR="00646BEC">
              <w:t xml:space="preserve"> </w:t>
            </w:r>
            <w:r w:rsidR="00CC6278" w:rsidRPr="006F699D">
              <w:t>the</w:t>
            </w:r>
            <w:r w:rsidR="00646BEC">
              <w:t xml:space="preserve"> </w:t>
            </w:r>
            <w:r w:rsidR="00CC6278" w:rsidRPr="006F699D">
              <w:t>UE</w:t>
            </w:r>
            <w:r w:rsidR="00646BEC">
              <w:t xml:space="preserve"> </w:t>
            </w:r>
            <w:r w:rsidR="00CC6278" w:rsidRPr="006F699D">
              <w:t>supports</w:t>
            </w:r>
            <w:r w:rsidR="00646BEC">
              <w:t xml:space="preserve"> </w:t>
            </w:r>
            <w:r w:rsidR="00CC6278" w:rsidRPr="006F699D">
              <w:t>E-UTRA</w:t>
            </w:r>
            <w:r w:rsidR="00646BEC">
              <w:t xml:space="preserve"> </w:t>
            </w:r>
            <w:r w:rsidR="00CC6278" w:rsidRPr="006F699D">
              <w:t>connected</w:t>
            </w:r>
            <w:r w:rsidR="00646BEC">
              <w:t xml:space="preserve"> </w:t>
            </w:r>
            <w:r w:rsidR="00CC6278" w:rsidRPr="006F699D">
              <w:t>to</w:t>
            </w:r>
            <w:r w:rsidR="00646BEC">
              <w:t xml:space="preserve"> </w:t>
            </w:r>
            <w:r w:rsidR="00CC6278" w:rsidRPr="006F699D">
              <w:t>5GC,</w:t>
            </w:r>
            <w:r w:rsidR="00646BEC">
              <w:t xml:space="preserve"> </w:t>
            </w:r>
            <w:r w:rsidR="00873672" w:rsidRPr="006F699D">
              <w:t>CN</w:t>
            </w:r>
            <w:r w:rsidR="00646BEC">
              <w:t xml:space="preserve"> </w:t>
            </w:r>
            <w:r w:rsidR="00873672" w:rsidRPr="006F699D">
              <w:t>type</w:t>
            </w:r>
            <w:r w:rsidR="00CC6278" w:rsidRPr="006F699D">
              <w:t>(s)</w:t>
            </w:r>
            <w:r w:rsidR="00646BEC">
              <w:rPr>
                <w:lang w:eastAsia="ja-JP"/>
              </w:rPr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on</w:t>
            </w:r>
            <w:r w:rsidR="00646BEC">
              <w:t xml:space="preserve"> </w:t>
            </w:r>
            <w:r w:rsidRPr="006F699D">
              <w:t>request</w:t>
            </w:r>
            <w:r w:rsidR="00646BEC">
              <w:t xml:space="preserve"> </w:t>
            </w:r>
            <w:r w:rsidRPr="006F699D">
              <w:t>from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or</w:t>
            </w:r>
            <w:r w:rsidR="00646BEC">
              <w:t xml:space="preserve"> </w:t>
            </w:r>
            <w:r w:rsidRPr="006F699D">
              <w:t>autonomously.</w:t>
            </w:r>
          </w:p>
        </w:tc>
      </w:tr>
      <w:tr w:rsidR="006F699D" w:rsidRPr="006F699D" w14:paraId="10716767" w14:textId="77777777" w:rsidTr="00177B0B">
        <w:trPr>
          <w:trHeight w:val="1815"/>
        </w:trPr>
        <w:tc>
          <w:tcPr>
            <w:tcW w:w="1690" w:type="dxa"/>
          </w:tcPr>
          <w:p w14:paraId="4A70E1F4" w14:textId="4BAF141D" w:rsidR="000B0E49" w:rsidRPr="006F699D" w:rsidRDefault="000B0E49" w:rsidP="00377BCE">
            <w:pPr>
              <w:pStyle w:val="TAL"/>
            </w:pPr>
            <w:r w:rsidRPr="006F699D">
              <w:t>Cell</w:t>
            </w:r>
            <w:r w:rsidR="00646BEC">
              <w:t xml:space="preserve"> </w:t>
            </w:r>
            <w:r w:rsidRPr="006F699D">
              <w:br/>
              <w:t>Selection</w:t>
            </w:r>
          </w:p>
        </w:tc>
        <w:tc>
          <w:tcPr>
            <w:tcW w:w="4253" w:type="dxa"/>
          </w:tcPr>
          <w:p w14:paraId="67992767" w14:textId="15DE680F" w:rsidR="00CA0915" w:rsidRPr="006F699D" w:rsidRDefault="000B0E49" w:rsidP="00377BCE">
            <w:pPr>
              <w:pStyle w:val="TAL"/>
            </w:pPr>
            <w:r w:rsidRPr="006F699D">
              <w:t>Control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selection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example</w:t>
            </w:r>
            <w:r w:rsidR="00646BEC">
              <w:t xml:space="preserve"> </w:t>
            </w:r>
            <w:r w:rsidRPr="006F699D">
              <w:t>by</w:t>
            </w:r>
            <w:r w:rsidR="00646BEC">
              <w:t xml:space="preserve"> </w:t>
            </w:r>
            <w:r w:rsidRPr="006F699D">
              <w:t>indicating</w:t>
            </w:r>
            <w:r w:rsidR="00646BEC">
              <w:t xml:space="preserve"> </w:t>
            </w:r>
            <w:r w:rsidRPr="006F699D">
              <w:t>RAT(s)</w:t>
            </w:r>
            <w:r w:rsidR="00646BEC">
              <w:rPr>
                <w:lang w:eastAsia="ja-JP"/>
              </w:rPr>
              <w:t xml:space="preserve"> </w:t>
            </w:r>
            <w:r w:rsidRPr="006F699D">
              <w:t>associated</w:t>
            </w:r>
            <w:r w:rsidR="00646BEC">
              <w:t xml:space="preserve"> </w:t>
            </w:r>
            <w:r w:rsidRPr="006F699D">
              <w:t>with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selected</w:t>
            </w:r>
            <w:r w:rsidR="00646BEC">
              <w:t xml:space="preserve"> </w:t>
            </w:r>
            <w:r w:rsidRPr="006F699D">
              <w:t>PLMN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be</w:t>
            </w:r>
            <w:r w:rsidR="00646BEC">
              <w:t xml:space="preserve"> </w:t>
            </w:r>
            <w:r w:rsidRPr="006F699D">
              <w:t>used</w:t>
            </w:r>
            <w:r w:rsidR="00646BEC">
              <w:t xml:space="preserve"> </w:t>
            </w:r>
            <w:r w:rsidRPr="006F699D">
              <w:t>initially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search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selection.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also</w:t>
            </w:r>
            <w:r w:rsidR="00646BEC">
              <w:t xml:space="preserve"> </w:t>
            </w:r>
            <w:r w:rsidRPr="006F699D">
              <w:t>maintaining</w:t>
            </w:r>
            <w:r w:rsidR="00646BEC">
              <w:t xml:space="preserve"> </w:t>
            </w:r>
            <w:r w:rsidRPr="006F699D">
              <w:t>lists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forbidden</w:t>
            </w:r>
            <w:r w:rsidR="00646BEC">
              <w:t xml:space="preserve"> </w:t>
            </w:r>
            <w:r w:rsidRPr="006F699D">
              <w:t>registration</w:t>
            </w:r>
            <w:r w:rsidR="00646BEC">
              <w:t xml:space="preserve"> </w:t>
            </w:r>
            <w:r w:rsidRPr="006F699D">
              <w:t>areas</w:t>
            </w:r>
            <w:r w:rsidR="00646BEC">
              <w:t xml:space="preserve"> </w:t>
            </w:r>
            <w:r w:rsidR="00FA7068"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="00C81429" w:rsidRPr="006F699D">
              <w:rPr>
                <w:lang w:eastAsia="ja-JP"/>
              </w:rPr>
              <w:t>a</w:t>
            </w:r>
            <w:r w:rsidR="00646BEC">
              <w:rPr>
                <w:lang w:eastAsia="ja-JP"/>
              </w:rPr>
              <w:t xml:space="preserve"> </w:t>
            </w:r>
            <w:r w:rsidR="00C81429" w:rsidRPr="006F699D">
              <w:rPr>
                <w:lang w:eastAsia="ja-JP"/>
              </w:rPr>
              <w:t>list</w:t>
            </w:r>
            <w:r w:rsidR="00646BEC">
              <w:rPr>
                <w:lang w:eastAsia="ja-JP"/>
              </w:rPr>
              <w:t xml:space="preserve"> </w:t>
            </w:r>
            <w:r w:rsidR="00C81429" w:rsidRPr="006F699D">
              <w:rPr>
                <w:lang w:eastAsia="ja-JP"/>
              </w:rPr>
              <w:t>of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CSG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IDs</w:t>
            </w:r>
            <w:r w:rsidR="00646BEC">
              <w:rPr>
                <w:lang w:eastAsia="ja-JP"/>
              </w:rPr>
              <w:t xml:space="preserve"> </w:t>
            </w:r>
            <w:r w:rsidR="00C81429"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="00C81429" w:rsidRPr="006F699D">
              <w:rPr>
                <w:lang w:eastAsia="ja-JP"/>
              </w:rPr>
              <w:t>their</w:t>
            </w:r>
            <w:r w:rsidR="00646BEC">
              <w:rPr>
                <w:lang w:eastAsia="ja-JP"/>
              </w:rPr>
              <w:t xml:space="preserve"> </w:t>
            </w:r>
            <w:r w:rsidR="00C81429" w:rsidRPr="006F699D">
              <w:rPr>
                <w:lang w:eastAsia="ja-JP"/>
              </w:rPr>
              <w:t>associated</w:t>
            </w:r>
            <w:r w:rsidR="00646BEC">
              <w:rPr>
                <w:lang w:eastAsia="ja-JP"/>
              </w:rPr>
              <w:t xml:space="preserve"> </w:t>
            </w:r>
            <w:r w:rsidR="00C81429" w:rsidRPr="006F699D">
              <w:rPr>
                <w:lang w:eastAsia="ja-JP"/>
              </w:rPr>
              <w:t>PLMN</w:t>
            </w:r>
            <w:r w:rsidR="00646BEC">
              <w:rPr>
                <w:lang w:eastAsia="ja-JP"/>
              </w:rPr>
              <w:t xml:space="preserve"> </w:t>
            </w:r>
            <w:r w:rsidR="00C81429" w:rsidRPr="006F699D">
              <w:rPr>
                <w:lang w:eastAsia="ja-JP"/>
              </w:rPr>
              <w:t>ID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on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which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UE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is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allowed</w:t>
            </w:r>
            <w:r w:rsidR="00646BEC">
              <w:rPr>
                <w:lang w:eastAsia="ja-JP"/>
              </w:rPr>
              <w:t xml:space="preserve"> </w:t>
            </w:r>
            <w:r w:rsidR="00FA7068" w:rsidRPr="006F699D">
              <w:rPr>
                <w:lang w:eastAsia="ja-JP"/>
              </w:rPr>
              <w:t>(</w:t>
            </w:r>
            <w:r w:rsidR="00F06BC7" w:rsidRPr="006F699D">
              <w:rPr>
                <w:bCs/>
              </w:rPr>
              <w:t>CSG</w:t>
            </w:r>
            <w:r w:rsidR="00646BEC">
              <w:rPr>
                <w:bCs/>
              </w:rPr>
              <w:t xml:space="preserve"> </w:t>
            </w:r>
            <w:r w:rsidR="00F06BC7" w:rsidRPr="006F699D">
              <w:rPr>
                <w:bCs/>
              </w:rPr>
              <w:t>whitelist</w:t>
            </w:r>
            <w:r w:rsidR="00FA7068" w:rsidRPr="006F699D">
              <w:rPr>
                <w:lang w:eastAsia="ja-JP"/>
              </w:rPr>
              <w:t>)</w:t>
            </w:r>
            <w:r w:rsidR="00646BEC">
              <w:rPr>
                <w:lang w:eastAsia="ja-JP"/>
              </w:rPr>
              <w:t xml:space="preserve"> </w:t>
            </w:r>
            <w:r w:rsidR="00BD4A06"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="00BD4A06" w:rsidRPr="006F699D">
              <w:rPr>
                <w:lang w:eastAsia="ja-JP"/>
              </w:rPr>
              <w:t>provide</w:t>
            </w:r>
            <w:r w:rsidR="00646BEC">
              <w:rPr>
                <w:lang w:eastAsia="ja-JP"/>
              </w:rPr>
              <w:t xml:space="preserve"> </w:t>
            </w:r>
            <w:r w:rsidR="00E400C8" w:rsidRPr="006F699D">
              <w:rPr>
                <w:lang w:eastAsia="ja-JP"/>
              </w:rPr>
              <w:t>these</w:t>
            </w:r>
            <w:r w:rsidR="00646BEC">
              <w:rPr>
                <w:lang w:eastAsia="ja-JP"/>
              </w:rPr>
              <w:t xml:space="preserve"> </w:t>
            </w:r>
            <w:r w:rsidR="00E400C8" w:rsidRPr="006F699D">
              <w:rPr>
                <w:lang w:eastAsia="ja-JP"/>
              </w:rPr>
              <w:t>lists</w:t>
            </w:r>
            <w:r w:rsidR="00646BEC">
              <w:rPr>
                <w:lang w:eastAsia="ja-JP"/>
              </w:rPr>
              <w:t xml:space="preserve"> </w:t>
            </w:r>
            <w:r w:rsidR="00BD4A06" w:rsidRPr="006F699D">
              <w:rPr>
                <w:lang w:eastAsia="ja-JP"/>
              </w:rPr>
              <w:t>to</w:t>
            </w:r>
            <w:r w:rsidR="00646BEC">
              <w:rPr>
                <w:lang w:eastAsia="ja-JP"/>
              </w:rPr>
              <w:t xml:space="preserve"> </w:t>
            </w:r>
            <w:r w:rsidR="00BD4A06" w:rsidRPr="006F699D">
              <w:rPr>
                <w:lang w:eastAsia="ja-JP"/>
              </w:rPr>
              <w:t>AS</w:t>
            </w:r>
            <w:r w:rsidR="00FA7068" w:rsidRPr="006F699D">
              <w:t>.</w:t>
            </w:r>
          </w:p>
          <w:p w14:paraId="79898B7B" w14:textId="77777777" w:rsidR="00CA0915" w:rsidRPr="006F699D" w:rsidRDefault="00CA0915" w:rsidP="00377BCE">
            <w:pPr>
              <w:pStyle w:val="TAL"/>
            </w:pPr>
          </w:p>
          <w:p w14:paraId="2CB8F18F" w14:textId="1A90A014" w:rsidR="000B0E49" w:rsidRPr="006F699D" w:rsidRDefault="008313F2" w:rsidP="00377BCE">
            <w:pPr>
              <w:pStyle w:val="TAL"/>
            </w:pPr>
            <w:r w:rsidRPr="006F699D">
              <w:t>NAS</w:t>
            </w:r>
            <w:r w:rsidR="00646BEC">
              <w:t xml:space="preserve"> </w:t>
            </w:r>
            <w:r w:rsidR="00CA0915" w:rsidRPr="006F699D">
              <w:t>may</w:t>
            </w:r>
            <w:r w:rsidR="00646BEC">
              <w:t xml:space="preserve"> </w:t>
            </w:r>
            <w:r w:rsidR="00CA0915" w:rsidRPr="006F699D">
              <w:t>indicate</w:t>
            </w:r>
            <w:r w:rsidR="00646BEC">
              <w:t xml:space="preserve"> </w:t>
            </w:r>
            <w:r w:rsidR="00CA0915" w:rsidRPr="006F699D">
              <w:t>whether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use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coverage</w:t>
            </w:r>
            <w:r w:rsidR="00646BEC">
              <w:t xml:space="preserve"> </w:t>
            </w:r>
            <w:r w:rsidRPr="006F699D">
              <w:t>enhancements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not</w:t>
            </w:r>
            <w:r w:rsidR="00646BEC">
              <w:t xml:space="preserve"> </w:t>
            </w:r>
            <w:r w:rsidRPr="006F699D">
              <w:t>authorized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selected</w:t>
            </w:r>
            <w:r w:rsidR="00646BEC">
              <w:t xml:space="preserve"> </w:t>
            </w:r>
            <w:r w:rsidRPr="006F699D">
              <w:t>PLMN.</w:t>
            </w:r>
          </w:p>
          <w:p w14:paraId="4E17C8CD" w14:textId="77777777" w:rsidR="001403D3" w:rsidRPr="006F699D" w:rsidRDefault="001403D3" w:rsidP="00377BCE">
            <w:pPr>
              <w:pStyle w:val="TAL"/>
            </w:pPr>
          </w:p>
          <w:p w14:paraId="017F2FC0" w14:textId="5D3FA206" w:rsidR="00CC6278" w:rsidRPr="006F699D" w:rsidRDefault="001403D3" w:rsidP="00CC6278">
            <w:pPr>
              <w:pStyle w:val="TAL"/>
            </w:pPr>
            <w:r w:rsidRPr="006F699D">
              <w:t>NAS</w:t>
            </w:r>
            <w:r w:rsidR="00646BEC">
              <w:t xml:space="preserve"> </w:t>
            </w:r>
            <w:r w:rsidRPr="006F699D">
              <w:t>may</w:t>
            </w:r>
            <w:r w:rsidR="00646BEC">
              <w:t xml:space="preserve"> </w:t>
            </w:r>
            <w:r w:rsidRPr="006F699D">
              <w:t>indicate</w:t>
            </w:r>
            <w:r w:rsidR="00646BEC">
              <w:t xml:space="preserve"> </w:t>
            </w:r>
            <w:r w:rsidRPr="006F699D">
              <w:t>whether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</w:t>
            </w:r>
            <w:r w:rsidR="00646BEC">
              <w:t xml:space="preserve"> </w:t>
            </w:r>
            <w:r w:rsidRPr="006F699D">
              <w:t>mode</w:t>
            </w:r>
            <w:r w:rsidR="00646BEC">
              <w:t xml:space="preserve"> </w:t>
            </w:r>
            <w:r w:rsidRPr="006F699D">
              <w:t>B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restricted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supporting</w:t>
            </w:r>
            <w:r w:rsidR="00646BEC">
              <w:t xml:space="preserve"> </w:t>
            </w:r>
            <w:r w:rsidRPr="006F699D">
              <w:t>CE</w:t>
            </w:r>
            <w:r w:rsidR="00646BEC">
              <w:t xml:space="preserve"> </w:t>
            </w:r>
            <w:r w:rsidRPr="006F699D">
              <w:t>mode</w:t>
            </w:r>
            <w:r w:rsidR="00646BEC">
              <w:t xml:space="preserve"> </w:t>
            </w:r>
            <w:r w:rsidRPr="006F699D">
              <w:t>B.</w:t>
            </w:r>
          </w:p>
          <w:p w14:paraId="075792F9" w14:textId="77777777" w:rsidR="00CC6278" w:rsidRPr="006F699D" w:rsidRDefault="00CC6278" w:rsidP="00CC6278">
            <w:pPr>
              <w:pStyle w:val="TAL"/>
            </w:pPr>
          </w:p>
          <w:p w14:paraId="45AE131B" w14:textId="2CEEF79C" w:rsidR="001403D3" w:rsidRPr="006F699D" w:rsidRDefault="00CC6278" w:rsidP="00CC6278">
            <w:pPr>
              <w:pStyle w:val="TAL"/>
            </w:pPr>
            <w:r w:rsidRPr="006F699D">
              <w:t>For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supports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connected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5GC,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indicates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CN</w:t>
            </w:r>
            <w:r w:rsidR="00646BEC">
              <w:t xml:space="preserve"> </w:t>
            </w:r>
            <w:r w:rsidRPr="006F699D">
              <w:t>type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be</w:t>
            </w:r>
            <w:r w:rsidR="00646BEC">
              <w:t xml:space="preserve"> </w:t>
            </w:r>
            <w:r w:rsidRPr="006F699D">
              <w:t>used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selected</w:t>
            </w:r>
            <w:r w:rsidR="00646BEC">
              <w:t xml:space="preserve"> </w:t>
            </w:r>
            <w:r w:rsidRPr="006F699D">
              <w:t>cell.</w:t>
            </w:r>
          </w:p>
        </w:tc>
        <w:tc>
          <w:tcPr>
            <w:tcW w:w="3685" w:type="dxa"/>
          </w:tcPr>
          <w:p w14:paraId="421FBE13" w14:textId="2B06D94E" w:rsidR="000B0E49" w:rsidRPr="006F699D" w:rsidRDefault="000B0E49" w:rsidP="00377BCE">
            <w:pPr>
              <w:pStyle w:val="TAL"/>
            </w:pPr>
            <w:r w:rsidRPr="006F699D">
              <w:t>Perform</w:t>
            </w:r>
            <w:r w:rsidR="00646BEC">
              <w:t xml:space="preserve"> </w:t>
            </w:r>
            <w:r w:rsidRPr="006F699D">
              <w:t>measurements</w:t>
            </w:r>
            <w:r w:rsidR="00646BEC">
              <w:t xml:space="preserve"> </w:t>
            </w:r>
            <w:r w:rsidRPr="006F699D">
              <w:t>needed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support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selection.</w:t>
            </w:r>
          </w:p>
          <w:p w14:paraId="56CBB72B" w14:textId="77777777" w:rsidR="000B0E49" w:rsidRPr="006F699D" w:rsidRDefault="000B0E49" w:rsidP="00377BCE">
            <w:pPr>
              <w:pStyle w:val="TAL"/>
            </w:pPr>
          </w:p>
          <w:p w14:paraId="603EC569" w14:textId="50325286" w:rsidR="000B0E49" w:rsidRPr="006F699D" w:rsidRDefault="000B0E49" w:rsidP="00377BCE">
            <w:pPr>
              <w:pStyle w:val="TAL"/>
            </w:pPr>
            <w:r w:rsidRPr="006F699D">
              <w:t>Detect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synchronise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broadcast</w:t>
            </w:r>
            <w:r w:rsidR="00646BEC">
              <w:t xml:space="preserve"> </w:t>
            </w:r>
            <w:r w:rsidRPr="006F699D">
              <w:t>channel.</w:t>
            </w:r>
            <w:r w:rsidR="00646BEC">
              <w:t xml:space="preserve"> </w:t>
            </w:r>
            <w:r w:rsidRPr="006F699D">
              <w:t>Receive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handle</w:t>
            </w:r>
            <w:r w:rsidR="00646BEC">
              <w:t xml:space="preserve"> </w:t>
            </w:r>
            <w:r w:rsidRPr="006F699D">
              <w:t>broadcast</w:t>
            </w:r>
            <w:r w:rsidR="00646BEC">
              <w:t xml:space="preserve"> </w:t>
            </w:r>
            <w:r w:rsidRPr="006F699D">
              <w:t>information.</w:t>
            </w:r>
            <w:r w:rsidR="00646BEC">
              <w:t xml:space="preserve"> </w:t>
            </w:r>
            <w:r w:rsidRPr="006F699D">
              <w:t>Forward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system</w:t>
            </w:r>
            <w:r w:rsidR="00646BEC">
              <w:t xml:space="preserve"> </w:t>
            </w:r>
            <w:r w:rsidRPr="006F699D">
              <w:t>information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NAS.</w:t>
            </w:r>
          </w:p>
          <w:p w14:paraId="63283059" w14:textId="77777777" w:rsidR="000B0E49" w:rsidRPr="006F699D" w:rsidRDefault="000B0E49" w:rsidP="00377BCE">
            <w:pPr>
              <w:pStyle w:val="TAL"/>
            </w:pPr>
          </w:p>
          <w:p w14:paraId="17D3B30E" w14:textId="0B7276FA" w:rsidR="000B0E49" w:rsidRPr="006F699D" w:rsidRDefault="000B0E49" w:rsidP="00377BCE">
            <w:pPr>
              <w:pStyle w:val="TAL"/>
            </w:pPr>
            <w:r w:rsidRPr="006F699D">
              <w:t>Search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suitable</w:t>
            </w:r>
            <w:r w:rsidR="00646BEC">
              <w:t xml:space="preserve"> </w:t>
            </w:r>
            <w:r w:rsidRPr="006F699D">
              <w:t>cell.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cells</w:t>
            </w:r>
            <w:r w:rsidR="00646BEC">
              <w:t xml:space="preserve"> </w:t>
            </w:r>
            <w:r w:rsidRPr="006F699D">
              <w:t>broadcast</w:t>
            </w:r>
            <w:r w:rsidR="00646BEC">
              <w:t xml:space="preserve"> </w:t>
            </w:r>
            <w:r w:rsidRPr="006F699D">
              <w:t>one</w:t>
            </w:r>
            <w:r w:rsidR="00646BEC">
              <w:t xml:space="preserve"> </w:t>
            </w:r>
            <w:r w:rsidRPr="006F699D">
              <w:t>or</w:t>
            </w:r>
            <w:r w:rsidR="00646BEC">
              <w:t xml:space="preserve"> </w:t>
            </w:r>
            <w:r w:rsidRPr="006F699D">
              <w:t>more</w:t>
            </w:r>
            <w:r w:rsidR="00646BEC">
              <w:t xml:space="preserve"> </w:t>
            </w:r>
            <w:r w:rsidRPr="006F699D">
              <w:t>'PLMN</w:t>
            </w:r>
            <w:r w:rsidR="00646BEC">
              <w:t xml:space="preserve"> </w:t>
            </w:r>
            <w:r w:rsidRPr="006F699D">
              <w:t>identity'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system</w:t>
            </w:r>
            <w:r w:rsidR="00646BEC">
              <w:t xml:space="preserve"> </w:t>
            </w:r>
            <w:r w:rsidRPr="006F699D">
              <w:t>information.</w:t>
            </w:r>
            <w:r w:rsidR="00646BEC">
              <w:t xml:space="preserve"> </w:t>
            </w:r>
            <w:r w:rsidRPr="006F699D">
              <w:t>Respond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whether</w:t>
            </w:r>
            <w:r w:rsidR="00646BEC">
              <w:t xml:space="preserve"> </w:t>
            </w:r>
            <w:r w:rsidRPr="006F699D">
              <w:t>such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found</w:t>
            </w:r>
            <w:r w:rsidR="00646BEC">
              <w:t xml:space="preserve"> </w:t>
            </w:r>
            <w:r w:rsidRPr="006F699D">
              <w:t>or</w:t>
            </w:r>
            <w:r w:rsidR="00646BEC">
              <w:t xml:space="preserve"> </w:t>
            </w:r>
            <w:r w:rsidRPr="006F699D">
              <w:t>not.</w:t>
            </w:r>
          </w:p>
          <w:p w14:paraId="2F88E911" w14:textId="77777777" w:rsidR="000B0E49" w:rsidRPr="006F699D" w:rsidRDefault="000B0E49" w:rsidP="00377BCE">
            <w:pPr>
              <w:pStyle w:val="TAL"/>
              <w:rPr>
                <w:lang w:eastAsia="ja-JP"/>
              </w:rPr>
            </w:pPr>
          </w:p>
          <w:p w14:paraId="326207DE" w14:textId="3140CBD3" w:rsidR="000B0E49" w:rsidRPr="006F699D" w:rsidRDefault="000B0E49" w:rsidP="00377BCE">
            <w:pPr>
              <w:pStyle w:val="TAL"/>
            </w:pPr>
            <w:r w:rsidRPr="006F699D">
              <w:t>If</w:t>
            </w:r>
            <w:r w:rsidR="00646BEC">
              <w:t xml:space="preserve"> </w:t>
            </w:r>
            <w:r w:rsidRPr="006F699D">
              <w:t>associated</w:t>
            </w:r>
            <w:r w:rsidR="00646BEC">
              <w:t xml:space="preserve"> </w:t>
            </w:r>
            <w:r w:rsidRPr="006F699D">
              <w:t>RATs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(are)</w:t>
            </w:r>
            <w:r w:rsidR="00646BEC">
              <w:t xml:space="preserve"> </w:t>
            </w:r>
            <w:r w:rsidRPr="006F699D">
              <w:t>set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PLMN,</w:t>
            </w:r>
            <w:r w:rsidR="00646BEC">
              <w:t xml:space="preserve"> </w:t>
            </w:r>
            <w:r w:rsidRPr="006F699D">
              <w:t>perform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search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this</w:t>
            </w:r>
            <w:r w:rsidR="00646BEC">
              <w:t xml:space="preserve"> </w:t>
            </w:r>
            <w:r w:rsidRPr="006F699D">
              <w:t>(these)</w:t>
            </w:r>
            <w:r w:rsidR="00646BEC">
              <w:t xml:space="preserve"> </w:t>
            </w:r>
            <w:r w:rsidRPr="006F699D">
              <w:t>RAT(s)</w:t>
            </w:r>
            <w:r w:rsidR="00646BEC">
              <w:rPr>
                <w:lang w:eastAsia="ja-JP"/>
              </w:rPr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other</w:t>
            </w:r>
            <w:r w:rsidR="00646BEC">
              <w:t xml:space="preserve"> </w:t>
            </w:r>
            <w:r w:rsidRPr="006F699D">
              <w:t>RATs</w:t>
            </w:r>
            <w:r w:rsidR="00646BEC">
              <w:rPr>
                <w:lang w:eastAsia="ja-JP"/>
              </w:rPr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that</w:t>
            </w:r>
            <w:r w:rsidR="00646BEC">
              <w:t xml:space="preserve"> </w:t>
            </w:r>
            <w:r w:rsidRPr="006F699D">
              <w:t>PLMN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specified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23.122</w:t>
            </w:r>
            <w:r w:rsidR="00646BEC">
              <w:t xml:space="preserve"> </w:t>
            </w:r>
            <w:r w:rsidR="00057D27" w:rsidRPr="006F699D">
              <w:t>[5]</w:t>
            </w:r>
            <w:r w:rsidRPr="006F699D">
              <w:t>.</w:t>
            </w:r>
          </w:p>
          <w:p w14:paraId="75D4AF8E" w14:textId="77777777" w:rsidR="00FA7068" w:rsidRPr="006F699D" w:rsidRDefault="00FA7068" w:rsidP="00377BCE">
            <w:pPr>
              <w:pStyle w:val="TAL"/>
            </w:pPr>
          </w:p>
          <w:p w14:paraId="7B5FC79A" w14:textId="5A1932BD" w:rsidR="00CC6278" w:rsidRPr="006F699D" w:rsidRDefault="000B0E49" w:rsidP="00CC6278">
            <w:pPr>
              <w:pStyle w:val="TAL"/>
            </w:pPr>
            <w:r w:rsidRPr="006F699D">
              <w:t>If</w:t>
            </w:r>
            <w:r w:rsidR="00646BEC">
              <w:t xml:space="preserve"> </w:t>
            </w:r>
            <w:r w:rsidRPr="006F699D">
              <w:t>such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found,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selected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camp</w:t>
            </w:r>
            <w:r w:rsidR="00646BEC">
              <w:t xml:space="preserve"> </w:t>
            </w:r>
            <w:r w:rsidRPr="006F699D">
              <w:t>on.</w:t>
            </w:r>
          </w:p>
          <w:p w14:paraId="24796A3D" w14:textId="77777777" w:rsidR="00CC6278" w:rsidRPr="006F699D" w:rsidRDefault="00CC6278" w:rsidP="00CC6278">
            <w:pPr>
              <w:pStyle w:val="TAL"/>
            </w:pPr>
          </w:p>
          <w:p w14:paraId="60ED7369" w14:textId="3259D3B2" w:rsidR="000B0E49" w:rsidRPr="006F699D" w:rsidRDefault="00CC6278" w:rsidP="00CC6278">
            <w:pPr>
              <w:pStyle w:val="TAL"/>
            </w:pPr>
            <w:r w:rsidRPr="006F699D">
              <w:t>For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supports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connected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5GC,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reports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CN</w:t>
            </w:r>
            <w:r w:rsidR="00646BEC">
              <w:t xml:space="preserve"> </w:t>
            </w:r>
            <w:r w:rsidRPr="006F699D">
              <w:t>type(s)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which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selected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suitable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NAS.</w:t>
            </w:r>
          </w:p>
        </w:tc>
      </w:tr>
      <w:tr w:rsidR="006F699D" w:rsidRPr="006F699D" w14:paraId="7E6881CD" w14:textId="77777777" w:rsidTr="00177B0B">
        <w:trPr>
          <w:trHeight w:val="1815"/>
        </w:trPr>
        <w:tc>
          <w:tcPr>
            <w:tcW w:w="1690" w:type="dxa"/>
          </w:tcPr>
          <w:p w14:paraId="69988F3D" w14:textId="1C7F819B" w:rsidR="000B0E49" w:rsidRPr="006F699D" w:rsidRDefault="000B0E49" w:rsidP="00377BCE">
            <w:pPr>
              <w:pStyle w:val="TAL"/>
            </w:pPr>
            <w:r w:rsidRPr="006F699D">
              <w:t>Cell</w:t>
            </w:r>
            <w:r w:rsidR="00646BEC">
              <w:t xml:space="preserve"> </w:t>
            </w:r>
            <w:r w:rsidRPr="006F699D">
              <w:br/>
              <w:t>Reselection</w:t>
            </w:r>
          </w:p>
        </w:tc>
        <w:tc>
          <w:tcPr>
            <w:tcW w:w="4253" w:type="dxa"/>
          </w:tcPr>
          <w:p w14:paraId="1CBC198A" w14:textId="7CCC8DA2" w:rsidR="000B0E49" w:rsidRPr="006F699D" w:rsidRDefault="000B0E49" w:rsidP="00377BCE">
            <w:pPr>
              <w:pStyle w:val="TAL"/>
            </w:pPr>
            <w:r w:rsidRPr="006F699D">
              <w:t>Control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reselection</w:t>
            </w:r>
            <w:r w:rsidR="00646BEC">
              <w:t xml:space="preserve"> </w:t>
            </w:r>
            <w:r w:rsidRPr="006F699D">
              <w:t>by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example,</w:t>
            </w:r>
            <w:r w:rsidR="00646BEC">
              <w:t xml:space="preserve"> </w:t>
            </w:r>
            <w:r w:rsidRPr="006F699D">
              <w:t>maintaining</w:t>
            </w:r>
            <w:r w:rsidR="00646BEC">
              <w:t xml:space="preserve"> </w:t>
            </w:r>
            <w:r w:rsidRPr="006F699D">
              <w:t>lists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forbidden</w:t>
            </w:r>
            <w:r w:rsidR="00646BEC">
              <w:t xml:space="preserve"> </w:t>
            </w:r>
            <w:r w:rsidRPr="006F699D">
              <w:t>registration</w:t>
            </w:r>
            <w:r w:rsidR="00646BEC">
              <w:t xml:space="preserve"> </w:t>
            </w:r>
            <w:r w:rsidRPr="006F699D">
              <w:t>areas.</w:t>
            </w:r>
          </w:p>
          <w:p w14:paraId="772C78B4" w14:textId="77777777" w:rsidR="000B0E49" w:rsidRPr="006F699D" w:rsidRDefault="000B0E49" w:rsidP="00377BCE">
            <w:pPr>
              <w:pStyle w:val="TAL"/>
            </w:pPr>
          </w:p>
          <w:p w14:paraId="001F8CBA" w14:textId="38920E0B" w:rsidR="000B0E49" w:rsidRPr="006F699D" w:rsidRDefault="000B0E49" w:rsidP="00377BCE">
            <w:pPr>
              <w:pStyle w:val="TAL"/>
              <w:rPr>
                <w:lang w:eastAsia="ja-JP"/>
              </w:rPr>
            </w:pPr>
            <w:r w:rsidRPr="006F699D">
              <w:rPr>
                <w:rFonts w:eastAsia="Times New Roman"/>
              </w:rPr>
              <w:t>Maintain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list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of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equivalent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PLMN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identities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and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provide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the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list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to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AS.</w:t>
            </w:r>
          </w:p>
          <w:p w14:paraId="55666E72" w14:textId="77777777" w:rsidR="000B0E49" w:rsidRPr="006F699D" w:rsidRDefault="000B0E49" w:rsidP="00377BCE">
            <w:pPr>
              <w:pStyle w:val="TAL"/>
              <w:rPr>
                <w:lang w:eastAsia="ja-JP"/>
              </w:rPr>
            </w:pPr>
          </w:p>
          <w:p w14:paraId="55A7F211" w14:textId="10B25398" w:rsidR="000B0E49" w:rsidRPr="006F699D" w:rsidRDefault="000B0E49" w:rsidP="00377BCE">
            <w:pPr>
              <w:pStyle w:val="TAL"/>
              <w:rPr>
                <w:rFonts w:eastAsia="Times New Roman"/>
              </w:rPr>
            </w:pPr>
            <w:r w:rsidRPr="006F699D">
              <w:rPr>
                <w:rFonts w:eastAsia="Times New Roman"/>
              </w:rPr>
              <w:t>Maintain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list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of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t>forbidden</w:t>
            </w:r>
            <w:r w:rsidR="00646BEC">
              <w:t xml:space="preserve"> </w:t>
            </w:r>
            <w:r w:rsidR="00037C0A" w:rsidRPr="006F699D">
              <w:t>registration</w:t>
            </w:r>
            <w:r w:rsidR="00646BEC">
              <w:t xml:space="preserve"> </w:t>
            </w:r>
            <w:r w:rsidR="00037C0A" w:rsidRPr="006F699D">
              <w:t>areas</w:t>
            </w:r>
            <w:r w:rsidR="00646BEC">
              <w:t xml:space="preserve"> </w:t>
            </w:r>
            <w:r w:rsidRPr="006F699D">
              <w:rPr>
                <w:rFonts w:eastAsia="Times New Roman"/>
              </w:rPr>
              <w:t>and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provide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the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list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to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AS</w:t>
            </w:r>
            <w:r w:rsidR="00FA7068" w:rsidRPr="006F699D">
              <w:rPr>
                <w:rFonts w:eastAsia="Times New Roman"/>
              </w:rPr>
              <w:t>.</w:t>
            </w:r>
          </w:p>
          <w:p w14:paraId="26FE588F" w14:textId="77777777" w:rsidR="00FA7068" w:rsidRPr="006F699D" w:rsidRDefault="00FA7068" w:rsidP="00377BCE">
            <w:pPr>
              <w:pStyle w:val="TAL"/>
              <w:rPr>
                <w:rFonts w:eastAsia="Times New Roman"/>
              </w:rPr>
            </w:pPr>
          </w:p>
          <w:p w14:paraId="06982C63" w14:textId="3F8FEDBA" w:rsidR="00CC6278" w:rsidRPr="006F699D" w:rsidRDefault="00FA7068" w:rsidP="00CC6278">
            <w:pPr>
              <w:pStyle w:val="TAL"/>
            </w:pPr>
            <w:r w:rsidRPr="006F699D">
              <w:rPr>
                <w:rFonts w:eastAsia="Times New Roman"/>
              </w:rPr>
              <w:t>Maintain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list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of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CSG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IDs</w:t>
            </w:r>
            <w:r w:rsidR="00646BEC">
              <w:rPr>
                <w:rFonts w:eastAsia="Times New Roman"/>
              </w:rPr>
              <w:t xml:space="preserve"> </w:t>
            </w:r>
            <w:r w:rsidR="00C81429" w:rsidRPr="006F699D">
              <w:rPr>
                <w:rFonts w:eastAsia="Times New Roman"/>
              </w:rPr>
              <w:t>and</w:t>
            </w:r>
            <w:r w:rsidR="00646BEC">
              <w:rPr>
                <w:rFonts w:eastAsia="Times New Roman"/>
              </w:rPr>
              <w:t xml:space="preserve"> </w:t>
            </w:r>
            <w:r w:rsidR="00C81429" w:rsidRPr="006F699D">
              <w:rPr>
                <w:rFonts w:eastAsia="Times New Roman"/>
              </w:rPr>
              <w:t>their</w:t>
            </w:r>
            <w:r w:rsidR="00646BEC">
              <w:rPr>
                <w:rFonts w:eastAsia="Times New Roman"/>
              </w:rPr>
              <w:t xml:space="preserve"> </w:t>
            </w:r>
            <w:r w:rsidR="00C81429" w:rsidRPr="006F699D">
              <w:rPr>
                <w:rFonts w:eastAsia="Times New Roman"/>
              </w:rPr>
              <w:t>associated</w:t>
            </w:r>
            <w:r w:rsidR="00646BEC">
              <w:rPr>
                <w:rFonts w:eastAsia="Times New Roman"/>
              </w:rPr>
              <w:t xml:space="preserve"> </w:t>
            </w:r>
            <w:r w:rsidR="00C81429" w:rsidRPr="006F699D">
              <w:rPr>
                <w:rFonts w:eastAsia="Times New Roman"/>
              </w:rPr>
              <w:t>PLMN</w:t>
            </w:r>
            <w:r w:rsidR="00646BEC">
              <w:rPr>
                <w:rFonts w:eastAsia="Times New Roman"/>
              </w:rPr>
              <w:t xml:space="preserve"> </w:t>
            </w:r>
            <w:r w:rsidR="00C81429" w:rsidRPr="006F699D">
              <w:rPr>
                <w:rFonts w:eastAsia="Times New Roman"/>
              </w:rPr>
              <w:t>ID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on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which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the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UE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is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t>allowed</w:t>
            </w:r>
            <w:r w:rsidR="00646BEC">
              <w:t xml:space="preserve"> </w:t>
            </w:r>
            <w:r w:rsidRPr="006F699D">
              <w:t>(</w:t>
            </w:r>
            <w:r w:rsidR="00F06BC7" w:rsidRPr="006F699D">
              <w:rPr>
                <w:bCs/>
              </w:rPr>
              <w:t>CSG</w:t>
            </w:r>
            <w:r w:rsidR="00646BEC">
              <w:rPr>
                <w:bCs/>
              </w:rPr>
              <w:t xml:space="preserve"> </w:t>
            </w:r>
            <w:r w:rsidR="00F06BC7" w:rsidRPr="006F699D">
              <w:rPr>
                <w:bCs/>
              </w:rPr>
              <w:t>whitelist</w:t>
            </w:r>
            <w:r w:rsidRPr="006F699D">
              <w:t>)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camp</w:t>
            </w:r>
            <w:r w:rsidR="00646BEC">
              <w:t xml:space="preserve"> </w:t>
            </w:r>
            <w:r w:rsidRPr="006F699D">
              <w:rPr>
                <w:rFonts w:eastAsia="Times New Roman"/>
              </w:rPr>
              <w:t>and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provide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the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list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to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AS.</w:t>
            </w:r>
          </w:p>
          <w:p w14:paraId="16EB7B8E" w14:textId="77777777" w:rsidR="00CC6278" w:rsidRPr="006F699D" w:rsidRDefault="00CC6278" w:rsidP="00CC6278">
            <w:pPr>
              <w:pStyle w:val="TAL"/>
            </w:pPr>
          </w:p>
          <w:p w14:paraId="62EFA2CB" w14:textId="700DC62F" w:rsidR="00CC6278" w:rsidRPr="006F699D" w:rsidRDefault="00CC6278" w:rsidP="00CC6278">
            <w:pPr>
              <w:pStyle w:val="TAL"/>
            </w:pPr>
            <w:r w:rsidRPr="006F699D">
              <w:t>For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supports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connected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5GC,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indicates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CN</w:t>
            </w:r>
            <w:r w:rsidR="00646BEC">
              <w:t xml:space="preserve"> </w:t>
            </w:r>
            <w:r w:rsidRPr="006F699D">
              <w:t>type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be</w:t>
            </w:r>
            <w:r w:rsidR="00646BEC">
              <w:t xml:space="preserve"> </w:t>
            </w:r>
            <w:r w:rsidRPr="006F699D">
              <w:t>used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selected</w:t>
            </w:r>
            <w:r w:rsidR="00646BEC">
              <w:t xml:space="preserve"> </w:t>
            </w:r>
            <w:r w:rsidRPr="006F699D">
              <w:t>cell.</w:t>
            </w:r>
          </w:p>
          <w:p w14:paraId="1E452608" w14:textId="77777777" w:rsidR="00FA7068" w:rsidRPr="006F699D" w:rsidRDefault="00FA7068" w:rsidP="00377BCE">
            <w:pPr>
              <w:pStyle w:val="TAL"/>
              <w:rPr>
                <w:rFonts w:eastAsia="Times New Roman"/>
              </w:rPr>
            </w:pPr>
          </w:p>
        </w:tc>
        <w:tc>
          <w:tcPr>
            <w:tcW w:w="3685" w:type="dxa"/>
          </w:tcPr>
          <w:p w14:paraId="5DD0C40A" w14:textId="2532454D" w:rsidR="000B0E49" w:rsidRPr="006F699D" w:rsidRDefault="000B0E49" w:rsidP="00377BCE">
            <w:pPr>
              <w:pStyle w:val="TAL"/>
            </w:pPr>
            <w:r w:rsidRPr="006F699D">
              <w:t>Perform</w:t>
            </w:r>
            <w:r w:rsidR="00646BEC">
              <w:t xml:space="preserve"> </w:t>
            </w:r>
            <w:r w:rsidRPr="006F699D">
              <w:t>measurements</w:t>
            </w:r>
            <w:r w:rsidR="00646BEC">
              <w:t xml:space="preserve"> </w:t>
            </w:r>
            <w:r w:rsidRPr="006F699D">
              <w:t>needed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support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reselection.</w:t>
            </w:r>
          </w:p>
          <w:p w14:paraId="2CFDAA3F" w14:textId="77777777" w:rsidR="000B0E49" w:rsidRPr="006F699D" w:rsidRDefault="000B0E49" w:rsidP="00377BCE">
            <w:pPr>
              <w:pStyle w:val="TAL"/>
            </w:pPr>
          </w:p>
          <w:p w14:paraId="1A78FAF8" w14:textId="04875859" w:rsidR="000B0E49" w:rsidRPr="006F699D" w:rsidRDefault="000B0E49" w:rsidP="00377BCE">
            <w:pPr>
              <w:pStyle w:val="TAL"/>
            </w:pPr>
            <w:r w:rsidRPr="006F699D">
              <w:t>Detect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synchronise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broadcast</w:t>
            </w:r>
            <w:r w:rsidR="00646BEC">
              <w:t xml:space="preserve"> </w:t>
            </w:r>
            <w:r w:rsidRPr="006F699D">
              <w:t>channel.</w:t>
            </w:r>
            <w:r w:rsidR="00646BEC">
              <w:t xml:space="preserve"> </w:t>
            </w:r>
            <w:r w:rsidRPr="006F699D">
              <w:t>Receive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handle</w:t>
            </w:r>
            <w:r w:rsidR="00646BEC">
              <w:t xml:space="preserve"> </w:t>
            </w:r>
            <w:r w:rsidRPr="006F699D">
              <w:t>broadcast</w:t>
            </w:r>
            <w:r w:rsidR="00646BEC">
              <w:t xml:space="preserve"> </w:t>
            </w:r>
            <w:r w:rsidRPr="006F699D">
              <w:t>information.</w:t>
            </w:r>
            <w:r w:rsidR="00646BEC">
              <w:t xml:space="preserve"> </w:t>
            </w:r>
            <w:r w:rsidRPr="006F699D">
              <w:t>Forward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system</w:t>
            </w:r>
            <w:r w:rsidR="00646BEC">
              <w:t xml:space="preserve"> </w:t>
            </w:r>
            <w:r w:rsidRPr="006F699D">
              <w:t>information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NAS.</w:t>
            </w:r>
          </w:p>
          <w:p w14:paraId="2E40CBE5" w14:textId="77777777" w:rsidR="000B0E49" w:rsidRPr="006F699D" w:rsidRDefault="000B0E49" w:rsidP="00377BCE">
            <w:pPr>
              <w:pStyle w:val="TAL"/>
            </w:pPr>
          </w:p>
          <w:p w14:paraId="06DAD4D4" w14:textId="279B5366" w:rsidR="00CC6278" w:rsidRPr="006F699D" w:rsidRDefault="000B0E49" w:rsidP="00CC6278">
            <w:pPr>
              <w:pStyle w:val="TAL"/>
            </w:pPr>
            <w:r w:rsidRPr="006F699D">
              <w:t>Change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more</w:t>
            </w:r>
            <w:r w:rsidR="00646BEC">
              <w:t xml:space="preserve"> </w:t>
            </w:r>
            <w:r w:rsidRPr="006F699D">
              <w:t>suitable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found.</w:t>
            </w:r>
          </w:p>
          <w:p w14:paraId="14238B2E" w14:textId="77777777" w:rsidR="00CC6278" w:rsidRPr="006F699D" w:rsidRDefault="00CC6278" w:rsidP="00CC6278">
            <w:pPr>
              <w:pStyle w:val="TAL"/>
            </w:pPr>
          </w:p>
          <w:p w14:paraId="329F2619" w14:textId="7178E1E2" w:rsidR="00CC6278" w:rsidRPr="006F699D" w:rsidRDefault="00CC6278" w:rsidP="00CC6278">
            <w:pPr>
              <w:pStyle w:val="TAL"/>
            </w:pPr>
            <w:r w:rsidRPr="006F699D">
              <w:t>For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supports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connected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5GC,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reports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CN</w:t>
            </w:r>
            <w:r w:rsidR="00646BEC">
              <w:t xml:space="preserve"> </w:t>
            </w:r>
            <w:r w:rsidRPr="006F699D">
              <w:t>type(s)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which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selected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suitable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NAS.</w:t>
            </w:r>
          </w:p>
          <w:p w14:paraId="1E856460" w14:textId="77777777" w:rsidR="00FA7068" w:rsidRPr="006F699D" w:rsidRDefault="00FA7068" w:rsidP="00377BCE">
            <w:pPr>
              <w:pStyle w:val="TAL"/>
            </w:pPr>
          </w:p>
        </w:tc>
      </w:tr>
      <w:tr w:rsidR="006F699D" w:rsidRPr="006F699D" w14:paraId="3DF662FC" w14:textId="77777777" w:rsidTr="00177B0B">
        <w:trPr>
          <w:trHeight w:val="1815"/>
        </w:trPr>
        <w:tc>
          <w:tcPr>
            <w:tcW w:w="1690" w:type="dxa"/>
          </w:tcPr>
          <w:p w14:paraId="0A4887E4" w14:textId="20FFA05D" w:rsidR="000B0E49" w:rsidRPr="006F699D" w:rsidRDefault="000B0E49" w:rsidP="00377BCE">
            <w:pPr>
              <w:pStyle w:val="TAL"/>
            </w:pPr>
            <w:r w:rsidRPr="006F699D">
              <w:lastRenderedPageBreak/>
              <w:t>Location</w:t>
            </w:r>
            <w:r w:rsidR="00646BEC">
              <w:t xml:space="preserve"> </w:t>
            </w:r>
            <w:r w:rsidRPr="006F699D">
              <w:t>registration</w:t>
            </w:r>
          </w:p>
        </w:tc>
        <w:tc>
          <w:tcPr>
            <w:tcW w:w="4253" w:type="dxa"/>
          </w:tcPr>
          <w:p w14:paraId="1B91F765" w14:textId="64917B34" w:rsidR="000B0E49" w:rsidRPr="006F699D" w:rsidRDefault="000B0E49" w:rsidP="00377BCE">
            <w:pPr>
              <w:pStyle w:val="TAL"/>
            </w:pPr>
            <w:r w:rsidRPr="006F699D">
              <w:t>Register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active</w:t>
            </w:r>
            <w:r w:rsidR="00646BEC">
              <w:t xml:space="preserve"> </w:t>
            </w:r>
            <w:r w:rsidRPr="006F699D">
              <w:t>after</w:t>
            </w:r>
            <w:r w:rsidR="00646BEC">
              <w:t xml:space="preserve"> </w:t>
            </w:r>
            <w:r w:rsidRPr="006F699D">
              <w:t>power</w:t>
            </w:r>
            <w:r w:rsidR="00646BEC">
              <w:t xml:space="preserve"> </w:t>
            </w:r>
            <w:r w:rsidRPr="006F699D">
              <w:t>on.</w:t>
            </w:r>
          </w:p>
          <w:p w14:paraId="49CC8EB2" w14:textId="77777777" w:rsidR="000B0E49" w:rsidRPr="006F699D" w:rsidRDefault="000B0E49" w:rsidP="00377BCE">
            <w:pPr>
              <w:pStyle w:val="TAL"/>
            </w:pPr>
          </w:p>
          <w:p w14:paraId="478B1490" w14:textId="4DDDABDA" w:rsidR="000B0E49" w:rsidRPr="006F699D" w:rsidRDefault="000B0E49" w:rsidP="00377BCE">
            <w:pPr>
              <w:pStyle w:val="TAL"/>
            </w:pPr>
            <w:r w:rsidRPr="006F699D">
              <w:t>Register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UE's</w:t>
            </w:r>
            <w:r w:rsidR="00646BEC">
              <w:t xml:space="preserve"> </w:t>
            </w:r>
            <w:r w:rsidRPr="006F699D">
              <w:t>presence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registration</w:t>
            </w:r>
            <w:r w:rsidR="00646BEC">
              <w:t xml:space="preserve"> </w:t>
            </w:r>
            <w:r w:rsidRPr="006F699D">
              <w:t>area,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instance</w:t>
            </w:r>
            <w:r w:rsidR="00646BEC">
              <w:t xml:space="preserve"> </w:t>
            </w:r>
            <w:r w:rsidRPr="006F699D">
              <w:t>regularly</w:t>
            </w:r>
            <w:r w:rsidR="00646BEC">
              <w:t xml:space="preserve"> </w:t>
            </w:r>
            <w:r w:rsidRPr="006F699D">
              <w:t>or</w:t>
            </w:r>
            <w:r w:rsidR="00646BEC">
              <w:t xml:space="preserve"> </w:t>
            </w:r>
            <w:r w:rsidRPr="006F699D">
              <w:t>when</w:t>
            </w:r>
            <w:r w:rsidR="00646BEC">
              <w:t xml:space="preserve"> </w:t>
            </w:r>
            <w:r w:rsidRPr="006F699D">
              <w:t>entering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new</w:t>
            </w:r>
            <w:r w:rsidR="00646BEC">
              <w:t xml:space="preserve"> </w:t>
            </w:r>
            <w:r w:rsidRPr="006F699D">
              <w:t>tracking</w:t>
            </w:r>
            <w:r w:rsidR="00646BEC">
              <w:t xml:space="preserve"> </w:t>
            </w:r>
            <w:r w:rsidRPr="006F699D">
              <w:t>area.</w:t>
            </w:r>
          </w:p>
          <w:p w14:paraId="3DA0A03E" w14:textId="77777777" w:rsidR="000B0E49" w:rsidRPr="006F699D" w:rsidRDefault="000B0E49" w:rsidP="00377BCE">
            <w:pPr>
              <w:pStyle w:val="TAL"/>
            </w:pPr>
          </w:p>
          <w:p w14:paraId="563052BF" w14:textId="75164BB3" w:rsidR="000B0E49" w:rsidRPr="006F699D" w:rsidRDefault="000B0E49" w:rsidP="00377BCE">
            <w:pPr>
              <w:pStyle w:val="TAL"/>
            </w:pPr>
            <w:r w:rsidRPr="006F699D">
              <w:t>Maintain</w:t>
            </w:r>
            <w:r w:rsidR="00646BEC">
              <w:t xml:space="preserve"> </w:t>
            </w:r>
            <w:r w:rsidRPr="006F699D">
              <w:t>lists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forbidden</w:t>
            </w:r>
            <w:r w:rsidR="00646BEC">
              <w:t xml:space="preserve"> </w:t>
            </w:r>
            <w:r w:rsidR="00037C0A" w:rsidRPr="006F699D">
              <w:t>registration</w:t>
            </w:r>
            <w:r w:rsidR="00646BEC">
              <w:t xml:space="preserve"> </w:t>
            </w:r>
            <w:r w:rsidR="00037C0A" w:rsidRPr="006F699D">
              <w:t>areas</w:t>
            </w:r>
            <w:r w:rsidRPr="006F699D">
              <w:t>.</w:t>
            </w:r>
          </w:p>
          <w:p w14:paraId="16E35CA1" w14:textId="77777777" w:rsidR="000B0E49" w:rsidRPr="006F699D" w:rsidRDefault="000B0E49" w:rsidP="00377BCE">
            <w:pPr>
              <w:pStyle w:val="TAL"/>
              <w:rPr>
                <w:lang w:eastAsia="ja-JP"/>
              </w:rPr>
            </w:pPr>
          </w:p>
          <w:p w14:paraId="2B654DE7" w14:textId="42841593" w:rsidR="00F12EFF" w:rsidRPr="006F699D" w:rsidRDefault="000B0E49" w:rsidP="00F12EFF">
            <w:pPr>
              <w:pStyle w:val="TAL"/>
            </w:pPr>
            <w:r w:rsidRPr="006F699D">
              <w:t>Deregister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when</w:t>
            </w:r>
            <w:r w:rsidR="00646BEC">
              <w:t xml:space="preserve"> </w:t>
            </w:r>
            <w:r w:rsidRPr="006F699D">
              <w:t>shutting</w:t>
            </w:r>
            <w:r w:rsidR="00646BEC">
              <w:t xml:space="preserve"> </w:t>
            </w:r>
            <w:r w:rsidRPr="006F699D">
              <w:t>down.</w:t>
            </w:r>
          </w:p>
          <w:p w14:paraId="686A6058" w14:textId="77777777" w:rsidR="00F12EFF" w:rsidRPr="006F699D" w:rsidRDefault="00F12EFF" w:rsidP="00F12EFF">
            <w:pPr>
              <w:pStyle w:val="TAL"/>
            </w:pPr>
          </w:p>
          <w:p w14:paraId="53FF1078" w14:textId="61117A52" w:rsidR="000B0E49" w:rsidRPr="006F699D" w:rsidRDefault="00F12EFF" w:rsidP="00377BCE">
            <w:pPr>
              <w:pStyle w:val="TAL"/>
            </w:pPr>
            <w:r w:rsidRPr="006F699D">
              <w:t>Control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restrict</w:t>
            </w:r>
            <w:r w:rsidR="00646BEC">
              <w:t xml:space="preserve"> </w:t>
            </w:r>
            <w:r w:rsidRPr="006F699D">
              <w:t>location</w:t>
            </w:r>
            <w:r w:rsidR="00646BEC">
              <w:t xml:space="preserve"> </w:t>
            </w:r>
            <w:r w:rsidRPr="006F699D">
              <w:t>registration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eCall</w:t>
            </w:r>
            <w:r w:rsidR="00646BEC">
              <w:t xml:space="preserve"> </w:t>
            </w:r>
            <w:r w:rsidRPr="006F699D">
              <w:t>only</w:t>
            </w:r>
            <w:r w:rsidR="00646BEC">
              <w:t xml:space="preserve"> </w:t>
            </w:r>
            <w:r w:rsidRPr="006F699D">
              <w:t>mode.</w:t>
            </w:r>
          </w:p>
        </w:tc>
        <w:tc>
          <w:tcPr>
            <w:tcW w:w="3685" w:type="dxa"/>
          </w:tcPr>
          <w:p w14:paraId="7B27B923" w14:textId="3311BC1E" w:rsidR="000B0E49" w:rsidRPr="006F699D" w:rsidRDefault="000B0E49" w:rsidP="00377BCE">
            <w:pPr>
              <w:pStyle w:val="TAL"/>
            </w:pPr>
            <w:r w:rsidRPr="006F699D">
              <w:t>Report</w:t>
            </w:r>
            <w:r w:rsidR="00646BEC">
              <w:t xml:space="preserve"> </w:t>
            </w:r>
            <w:r w:rsidRPr="006F699D">
              <w:t>registration</w:t>
            </w:r>
            <w:r w:rsidR="00646BEC">
              <w:t xml:space="preserve"> </w:t>
            </w:r>
            <w:r w:rsidRPr="006F699D">
              <w:t>area</w:t>
            </w:r>
            <w:r w:rsidR="00646BEC">
              <w:t xml:space="preserve"> </w:t>
            </w:r>
            <w:r w:rsidRPr="006F699D">
              <w:t>information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NAS.</w:t>
            </w:r>
          </w:p>
        </w:tc>
      </w:tr>
      <w:tr w:rsidR="006F699D" w:rsidRPr="006F699D" w14:paraId="794A85EC" w14:textId="77777777" w:rsidTr="00C81429">
        <w:trPr>
          <w:cantSplit/>
          <w:trHeight w:val="1815"/>
        </w:trPr>
        <w:tc>
          <w:tcPr>
            <w:tcW w:w="1690" w:type="dxa"/>
          </w:tcPr>
          <w:p w14:paraId="30402D59" w14:textId="3F28AA0A" w:rsidR="00C81429" w:rsidRPr="006F699D" w:rsidRDefault="00C81429" w:rsidP="00377BCE">
            <w:pPr>
              <w:pStyle w:val="TAL"/>
            </w:pPr>
            <w:r w:rsidRPr="006F699D">
              <w:t>Support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manual</w:t>
            </w:r>
            <w:r w:rsidR="00646BEC">
              <w:t xml:space="preserve"> </w:t>
            </w:r>
            <w:r w:rsidRPr="006F699D">
              <w:t>CSG</w:t>
            </w:r>
            <w:r w:rsidR="00646BEC">
              <w:t xml:space="preserve"> </w:t>
            </w:r>
            <w:r w:rsidRPr="006F699D">
              <w:t>selection</w:t>
            </w:r>
          </w:p>
        </w:tc>
        <w:tc>
          <w:tcPr>
            <w:tcW w:w="4253" w:type="dxa"/>
          </w:tcPr>
          <w:p w14:paraId="291873F8" w14:textId="4989DAF0" w:rsidR="00C81429" w:rsidRPr="006F699D" w:rsidRDefault="00C81429" w:rsidP="00377BCE">
            <w:pPr>
              <w:pStyle w:val="TAL"/>
            </w:pPr>
            <w:r w:rsidRPr="006F699D">
              <w:t>Provide</w:t>
            </w:r>
            <w:r w:rsidR="00646BEC">
              <w:t xml:space="preserve"> </w:t>
            </w:r>
            <w:r w:rsidRPr="006F699D">
              <w:t>request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search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available</w:t>
            </w:r>
            <w:r w:rsidR="00646BEC">
              <w:t xml:space="preserve"> </w:t>
            </w:r>
            <w:r w:rsidRPr="006F699D">
              <w:t>CSGs.</w:t>
            </w:r>
          </w:p>
          <w:p w14:paraId="2A25B342" w14:textId="77777777" w:rsidR="00C81429" w:rsidRPr="006F699D" w:rsidRDefault="00C81429" w:rsidP="00377BCE">
            <w:pPr>
              <w:pStyle w:val="TAL"/>
            </w:pPr>
          </w:p>
          <w:p w14:paraId="035AAD5E" w14:textId="26CDD0DF" w:rsidR="00C81429" w:rsidRPr="006F699D" w:rsidRDefault="00C81429" w:rsidP="00377BCE">
            <w:pPr>
              <w:pStyle w:val="TAL"/>
            </w:pPr>
            <w:r w:rsidRPr="006F699D">
              <w:t>Evaluate</w:t>
            </w:r>
            <w:r w:rsidR="00646BEC">
              <w:t xml:space="preserve"> </w:t>
            </w:r>
            <w:r w:rsidRPr="006F699D">
              <w:t>reports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available</w:t>
            </w:r>
            <w:r w:rsidR="00646BEC">
              <w:t xml:space="preserve"> </w:t>
            </w:r>
            <w:r w:rsidRPr="006F699D">
              <w:t>CSGs</w:t>
            </w:r>
            <w:r w:rsidR="00646BEC">
              <w:t xml:space="preserve"> </w:t>
            </w:r>
            <w:r w:rsidRPr="006F699D">
              <w:t>from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smartTag w:uri="urn:schemas-microsoft-com:office:smarttags" w:element="stockticker">
              <w:r w:rsidRPr="006F699D">
                <w:t>CSG</w:t>
              </w:r>
            </w:smartTag>
            <w:r w:rsidR="00646BEC">
              <w:t xml:space="preserve"> </w:t>
            </w:r>
            <w:r w:rsidRPr="006F699D">
              <w:t>selection.</w:t>
            </w:r>
          </w:p>
          <w:p w14:paraId="48B9A014" w14:textId="77777777" w:rsidR="00C81429" w:rsidRPr="006F699D" w:rsidRDefault="00C81429" w:rsidP="00377BCE">
            <w:pPr>
              <w:pStyle w:val="TAL"/>
            </w:pPr>
          </w:p>
          <w:p w14:paraId="143EEA32" w14:textId="606F1971" w:rsidR="00C81429" w:rsidRPr="006F699D" w:rsidRDefault="00C81429" w:rsidP="00377BCE">
            <w:pPr>
              <w:pStyle w:val="TAL"/>
            </w:pPr>
            <w:r w:rsidRPr="006F699D">
              <w:t>Select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smartTag w:uri="urn:schemas-microsoft-com:office:smarttags" w:element="stockticker">
              <w:r w:rsidRPr="006F699D">
                <w:t>CSG</w:t>
              </w:r>
            </w:smartTag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rPr>
                <w:lang w:eastAsia="ja-JP"/>
              </w:rPr>
              <w:t>r</w:t>
            </w:r>
            <w:r w:rsidRPr="006F699D">
              <w:t>equest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select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belonging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this</w:t>
            </w:r>
            <w:r w:rsidR="00646BEC">
              <w:t xml:space="preserve"> </w:t>
            </w:r>
            <w:r w:rsidRPr="006F699D">
              <w:t>CSG.</w:t>
            </w:r>
          </w:p>
        </w:tc>
        <w:tc>
          <w:tcPr>
            <w:tcW w:w="3685" w:type="dxa"/>
          </w:tcPr>
          <w:p w14:paraId="4CAB4C37" w14:textId="4C234E41" w:rsidR="00C81429" w:rsidRPr="006F699D" w:rsidRDefault="00C81429" w:rsidP="00377BCE">
            <w:pPr>
              <w:pStyle w:val="TAL"/>
            </w:pPr>
            <w:r w:rsidRPr="006F699D">
              <w:t>Search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rPr>
                <w:rFonts w:eastAsia="Malgun Gothic"/>
                <w:lang w:eastAsia="ko-KR"/>
              </w:rPr>
              <w:t>cells</w:t>
            </w:r>
            <w:r w:rsidR="00646BEC">
              <w:rPr>
                <w:rFonts w:eastAsia="Malgun Gothic"/>
                <w:lang w:eastAsia="ko-KR"/>
              </w:rPr>
              <w:t xml:space="preserve"> </w:t>
            </w:r>
            <w:r w:rsidRPr="006F699D">
              <w:rPr>
                <w:rFonts w:eastAsia="Malgun Gothic"/>
                <w:lang w:eastAsia="ko-KR"/>
              </w:rPr>
              <w:t>with</w:t>
            </w:r>
            <w:r w:rsidR="00646BEC">
              <w:rPr>
                <w:rFonts w:eastAsia="Malgun Gothic"/>
                <w:lang w:eastAsia="ko-KR"/>
              </w:rPr>
              <w:t xml:space="preserve"> </w:t>
            </w:r>
            <w:r w:rsidRPr="006F699D">
              <w:rPr>
                <w:rFonts w:eastAsia="Malgun Gothic"/>
                <w:lang w:eastAsia="ko-KR"/>
              </w:rPr>
              <w:t>a</w:t>
            </w:r>
            <w:r w:rsidR="00646BEC">
              <w:rPr>
                <w:rFonts w:eastAsia="Malgun Gothic"/>
                <w:lang w:eastAsia="ko-KR"/>
              </w:rPr>
              <w:t xml:space="preserve"> </w:t>
            </w:r>
            <w:r w:rsidRPr="006F699D">
              <w:rPr>
                <w:rFonts w:eastAsia="Malgun Gothic"/>
                <w:lang w:eastAsia="ko-KR"/>
              </w:rPr>
              <w:t>CSG</w:t>
            </w:r>
            <w:r w:rsidR="00646BEC">
              <w:rPr>
                <w:rFonts w:eastAsia="Malgun Gothic"/>
                <w:lang w:eastAsia="ko-KR"/>
              </w:rPr>
              <w:t xml:space="preserve"> </w:t>
            </w:r>
            <w:r w:rsidRPr="006F699D">
              <w:rPr>
                <w:rFonts w:eastAsia="Malgun Gothic"/>
                <w:lang w:eastAsia="ko-KR"/>
              </w:rPr>
              <w:t>ID.</w:t>
            </w:r>
          </w:p>
          <w:p w14:paraId="6297C1D4" w14:textId="77777777" w:rsidR="00C81429" w:rsidRPr="006F699D" w:rsidRDefault="00C81429" w:rsidP="00377BCE">
            <w:pPr>
              <w:pStyle w:val="TAL"/>
            </w:pPr>
          </w:p>
          <w:p w14:paraId="72F3D8C6" w14:textId="752560E9" w:rsidR="00C81429" w:rsidRPr="006F699D" w:rsidRDefault="00C81429" w:rsidP="00377BCE">
            <w:pPr>
              <w:pStyle w:val="TAL"/>
            </w:pPr>
            <w:r w:rsidRPr="006F699D">
              <w:t>Read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HNB</w:t>
            </w:r>
            <w:r w:rsidR="00646BEC">
              <w:t xml:space="preserve"> </w:t>
            </w:r>
            <w:r w:rsidRPr="006F699D">
              <w:t>name</w:t>
            </w:r>
            <w:r w:rsidR="00646BEC">
              <w:t xml:space="preserve"> </w:t>
            </w:r>
            <w:r w:rsidRPr="006F699D">
              <w:t>from</w:t>
            </w:r>
            <w:r w:rsidR="00646BEC">
              <w:t xml:space="preserve"> </w:t>
            </w:r>
            <w:r w:rsidRPr="006F699D">
              <w:t>BCCH</w:t>
            </w:r>
            <w:r w:rsidR="00646BEC">
              <w:t xml:space="preserve"> </w:t>
            </w:r>
            <w:r w:rsidRPr="006F699D">
              <w:t>on</w:t>
            </w:r>
            <w:r w:rsidR="00646BEC">
              <w:t xml:space="preserve"> </w:t>
            </w:r>
            <w:r w:rsidRPr="006F699D">
              <w:t>SIB9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with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CSG</w:t>
            </w:r>
            <w:r w:rsidR="00646BEC">
              <w:t xml:space="preserve"> </w:t>
            </w:r>
            <w:r w:rsidRPr="006F699D">
              <w:t>ID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found.</w:t>
            </w:r>
          </w:p>
          <w:p w14:paraId="0FD02050" w14:textId="77777777" w:rsidR="00C81429" w:rsidRPr="006F699D" w:rsidRDefault="00C81429" w:rsidP="00377BCE">
            <w:pPr>
              <w:pStyle w:val="TAL"/>
            </w:pPr>
          </w:p>
          <w:p w14:paraId="3E74649F" w14:textId="3B32DF1D" w:rsidR="00C81429" w:rsidRPr="006F699D" w:rsidRDefault="00C81429" w:rsidP="00377BCE">
            <w:pPr>
              <w:pStyle w:val="TAL"/>
            </w:pPr>
            <w:r w:rsidRPr="006F699D">
              <w:t>Report</w:t>
            </w:r>
            <w:r w:rsidR="00646BEC">
              <w:t xml:space="preserve"> </w:t>
            </w:r>
            <w:r w:rsidRPr="006F699D">
              <w:t>CSG</w:t>
            </w:r>
            <w:r w:rsidR="00646BEC">
              <w:t xml:space="preserve"> </w:t>
            </w:r>
            <w:r w:rsidRPr="006F699D">
              <w:t>ID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found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broadcasting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CSG</w:t>
            </w:r>
            <w:r w:rsidR="00646BEC">
              <w:t xml:space="preserve"> </w:t>
            </w:r>
            <w:r w:rsidRPr="006F699D">
              <w:t>ID</w:t>
            </w:r>
            <w:r w:rsidR="00646BEC">
              <w:t xml:space="preserve"> </w:t>
            </w:r>
            <w:r w:rsidRPr="006F699D">
              <w:t>together</w:t>
            </w:r>
            <w:r w:rsidR="00646BEC">
              <w:t xml:space="preserve"> </w:t>
            </w:r>
            <w:r w:rsidRPr="006F699D">
              <w:t>with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HNB</w:t>
            </w:r>
            <w:r w:rsidR="00646BEC">
              <w:t xml:space="preserve"> </w:t>
            </w:r>
            <w:r w:rsidRPr="006F699D">
              <w:t>name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PLMN(s)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NAS.</w:t>
            </w:r>
          </w:p>
          <w:p w14:paraId="1244ED26" w14:textId="207F958D" w:rsidR="00C81429" w:rsidRPr="006F699D" w:rsidRDefault="00C81429" w:rsidP="00377BCE">
            <w:pPr>
              <w:pStyle w:val="TAL"/>
            </w:pPr>
            <w:r w:rsidRPr="006F699D">
              <w:t>On</w:t>
            </w:r>
            <w:r w:rsidR="00646BEC">
              <w:t xml:space="preserve"> </w:t>
            </w:r>
            <w:r w:rsidRPr="006F699D">
              <w:t>selection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CSG</w:t>
            </w:r>
            <w:r w:rsidR="00646BEC">
              <w:t xml:space="preserve"> </w:t>
            </w:r>
            <w:r w:rsidRPr="006F699D">
              <w:t>by</w:t>
            </w:r>
            <w:r w:rsidR="00646BEC">
              <w:t xml:space="preserve"> </w:t>
            </w:r>
            <w:r w:rsidRPr="006F699D">
              <w:t>NAS,</w:t>
            </w:r>
            <w:r w:rsidR="00646BEC">
              <w:t xml:space="preserve"> </w:t>
            </w:r>
            <w:r w:rsidRPr="006F699D">
              <w:t>select</w:t>
            </w:r>
            <w:r w:rsidR="00646BEC">
              <w:t xml:space="preserve"> </w:t>
            </w:r>
            <w:r w:rsidRPr="006F699D">
              <w:t>any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belonging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selected</w:t>
            </w:r>
            <w:r w:rsidR="00646BEC">
              <w:t xml:space="preserve"> </w:t>
            </w:r>
            <w:r w:rsidRPr="006F699D">
              <w:t>CSG</w:t>
            </w:r>
            <w:r w:rsidR="00646BEC">
              <w:t xml:space="preserve"> </w:t>
            </w:r>
            <w:r w:rsidRPr="006F699D">
              <w:t>fulfilling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selection</w:t>
            </w:r>
            <w:r w:rsidR="00646BEC">
              <w:t xml:space="preserve"> </w:t>
            </w:r>
            <w:r w:rsidRPr="006F699D">
              <w:t>criteria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not</w:t>
            </w:r>
            <w:r w:rsidR="00646BEC">
              <w:t xml:space="preserve"> </w:t>
            </w:r>
            <w:r w:rsidRPr="006F699D">
              <w:t>barred</w:t>
            </w:r>
            <w:r w:rsidR="00646BEC">
              <w:t xml:space="preserve"> </w:t>
            </w:r>
            <w:r w:rsidRPr="006F699D">
              <w:t>or</w:t>
            </w:r>
            <w:r w:rsidR="00646BEC">
              <w:t xml:space="preserve"> </w:t>
            </w:r>
            <w:r w:rsidRPr="006F699D">
              <w:t>reserved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operator</w:t>
            </w:r>
            <w:r w:rsidR="00646BEC">
              <w:t xml:space="preserve"> </w:t>
            </w:r>
            <w:r w:rsidRPr="006F699D">
              <w:t>use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UEs</w:t>
            </w:r>
            <w:r w:rsidR="00646BEC">
              <w:t xml:space="preserve"> </w:t>
            </w:r>
            <w:r w:rsidRPr="006F699D">
              <w:t>not</w:t>
            </w:r>
            <w:r w:rsidR="00646BEC">
              <w:t xml:space="preserve"> </w:t>
            </w:r>
            <w:r w:rsidRPr="006F699D">
              <w:t>belonging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AC</w:t>
            </w:r>
            <w:r w:rsidR="00646BEC">
              <w:t xml:space="preserve"> </w:t>
            </w:r>
            <w:r w:rsidRPr="006F699D">
              <w:t>11</w:t>
            </w:r>
            <w:r w:rsidR="00646BEC">
              <w:t xml:space="preserve"> </w:t>
            </w:r>
            <w:r w:rsidRPr="006F699D">
              <w:t>or</w:t>
            </w:r>
            <w:r w:rsidR="00646BEC">
              <w:t xml:space="preserve"> </w:t>
            </w:r>
            <w:r w:rsidRPr="006F699D">
              <w:t>15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give</w:t>
            </w:r>
            <w:r w:rsidR="00646BEC">
              <w:t xml:space="preserve"> </w:t>
            </w:r>
            <w:r w:rsidRPr="006F699D">
              <w:t>an</w:t>
            </w:r>
            <w:r w:rsidR="00646BEC">
              <w:t xml:space="preserve"> </w:t>
            </w:r>
            <w:r w:rsidRPr="006F699D">
              <w:t>indication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NAS</w:t>
            </w:r>
            <w:r w:rsidR="00646BEC">
              <w:t xml:space="preserve"> </w:t>
            </w:r>
            <w:r w:rsidRPr="006F699D">
              <w:t>that</w:t>
            </w:r>
            <w:r w:rsidR="00646BEC">
              <w:t xml:space="preserve"> </w:t>
            </w:r>
            <w:r w:rsidRPr="006F699D">
              <w:t>access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possible</w:t>
            </w:r>
            <w:r w:rsidR="00646BEC">
              <w:t xml:space="preserve"> </w:t>
            </w:r>
            <w:r w:rsidRPr="006F699D">
              <w:t>(for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registration</w:t>
            </w:r>
            <w:r w:rsidR="00646BEC">
              <w:t xml:space="preserve"> </w:t>
            </w:r>
            <w:r w:rsidRPr="006F699D">
              <w:t>procedure).</w:t>
            </w:r>
          </w:p>
        </w:tc>
      </w:tr>
      <w:tr w:rsidR="006F699D" w:rsidRPr="006F699D" w14:paraId="700A2F1D" w14:textId="77777777" w:rsidTr="00C81429">
        <w:trPr>
          <w:cantSplit/>
          <w:trHeight w:val="1815"/>
        </w:trPr>
        <w:tc>
          <w:tcPr>
            <w:tcW w:w="1690" w:type="dxa"/>
          </w:tcPr>
          <w:p w14:paraId="3B0094A3" w14:textId="74955362" w:rsidR="00873672" w:rsidRPr="006F699D" w:rsidRDefault="00873672" w:rsidP="00377BCE">
            <w:pPr>
              <w:pStyle w:val="TAL"/>
            </w:pPr>
            <w:r w:rsidRPr="006F699D">
              <w:t>RAN</w:t>
            </w:r>
            <w:r w:rsidR="00646BEC">
              <w:t xml:space="preserve"> </w:t>
            </w:r>
            <w:r w:rsidRPr="006F699D">
              <w:t>Notification</w:t>
            </w:r>
            <w:r w:rsidR="00646BEC">
              <w:t xml:space="preserve"> </w:t>
            </w:r>
            <w:r w:rsidRPr="006F699D">
              <w:t>Area</w:t>
            </w:r>
            <w:r w:rsidR="00646BEC">
              <w:t xml:space="preserve"> </w:t>
            </w:r>
            <w:r w:rsidRPr="006F699D">
              <w:t>Update</w:t>
            </w:r>
          </w:p>
        </w:tc>
        <w:tc>
          <w:tcPr>
            <w:tcW w:w="4253" w:type="dxa"/>
          </w:tcPr>
          <w:p w14:paraId="20530C41" w14:textId="428EA79E" w:rsidR="00873672" w:rsidRPr="006F699D" w:rsidRDefault="00873672" w:rsidP="00377BCE">
            <w:pPr>
              <w:pStyle w:val="TAL"/>
            </w:pPr>
            <w:r w:rsidRPr="006F699D">
              <w:t>Not</w:t>
            </w:r>
            <w:r w:rsidR="00646BEC">
              <w:t xml:space="preserve"> </w:t>
            </w:r>
            <w:r w:rsidRPr="006F699D">
              <w:t>applicable</w:t>
            </w:r>
          </w:p>
        </w:tc>
        <w:tc>
          <w:tcPr>
            <w:tcW w:w="3685" w:type="dxa"/>
          </w:tcPr>
          <w:p w14:paraId="2D09E7B1" w14:textId="2D3A67AB" w:rsidR="00873672" w:rsidRPr="006F699D" w:rsidRDefault="00873672" w:rsidP="00377BCE">
            <w:pPr>
              <w:pStyle w:val="TAL"/>
            </w:pPr>
            <w:r w:rsidRPr="006F699D">
              <w:t>Register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UE's</w:t>
            </w:r>
            <w:r w:rsidR="00646BEC">
              <w:t xml:space="preserve"> </w:t>
            </w:r>
            <w:r w:rsidRPr="006F699D">
              <w:t>presence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RAN-based</w:t>
            </w:r>
            <w:r w:rsidR="00646BEC">
              <w:t xml:space="preserve"> </w:t>
            </w:r>
            <w:r w:rsidRPr="006F699D">
              <w:t>notification</w:t>
            </w:r>
            <w:r w:rsidR="00646BEC">
              <w:t xml:space="preserve"> </w:t>
            </w:r>
            <w:r w:rsidRPr="006F699D">
              <w:t>area,</w:t>
            </w:r>
            <w:r w:rsidR="00646BEC">
              <w:t xml:space="preserve"> </w:t>
            </w:r>
            <w:r w:rsidRPr="006F699D">
              <w:t>periodically</w:t>
            </w:r>
            <w:r w:rsidR="00646BEC">
              <w:t xml:space="preserve"> </w:t>
            </w:r>
            <w:r w:rsidRPr="006F699D">
              <w:t>or</w:t>
            </w:r>
            <w:r w:rsidR="00646BEC">
              <w:t xml:space="preserve"> </w:t>
            </w:r>
            <w:r w:rsidRPr="006F699D">
              <w:t>when</w:t>
            </w:r>
            <w:r w:rsidR="00646BEC">
              <w:t xml:space="preserve"> </w:t>
            </w:r>
            <w:r w:rsidRPr="006F699D">
              <w:t>entering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new</w:t>
            </w:r>
            <w:r w:rsidR="00646BEC">
              <w:t xml:space="preserve"> </w:t>
            </w:r>
            <w:r w:rsidRPr="006F699D">
              <w:t>RAN-based</w:t>
            </w:r>
            <w:r w:rsidR="00646BEC">
              <w:t xml:space="preserve"> </w:t>
            </w:r>
            <w:r w:rsidRPr="006F699D">
              <w:t>notification</w:t>
            </w:r>
            <w:r w:rsidR="00646BEC">
              <w:t xml:space="preserve"> </w:t>
            </w:r>
            <w:r w:rsidRPr="006F699D">
              <w:t>area.</w:t>
            </w:r>
          </w:p>
        </w:tc>
      </w:tr>
    </w:tbl>
    <w:p w14:paraId="51BE661E" w14:textId="62AA3C71" w:rsidR="001D70BA" w:rsidRPr="006F699D" w:rsidRDefault="001D70BA" w:rsidP="00377BCE">
      <w:pPr>
        <w:pStyle w:val="TH"/>
      </w:pPr>
      <w:r w:rsidRPr="006F699D">
        <w:t>Table</w:t>
      </w:r>
      <w:r w:rsidR="00646BEC">
        <w:t xml:space="preserve"> </w:t>
      </w:r>
      <w:r w:rsidR="00CF01CB" w:rsidRPr="006F699D">
        <w:t>4.2-</w:t>
      </w:r>
      <w:r w:rsidRPr="006F699D">
        <w:t>1</w:t>
      </w:r>
      <w:bookmarkEnd w:id="42"/>
      <w:r w:rsidRPr="006F699D">
        <w:t>:</w:t>
      </w:r>
      <w:r w:rsidR="00646BEC">
        <w:t xml:space="preserve"> </w:t>
      </w:r>
      <w:r w:rsidRPr="006F699D">
        <w:t>Functional</w:t>
      </w:r>
      <w:r w:rsidR="00646BEC">
        <w:t xml:space="preserve"> </w:t>
      </w:r>
      <w:r w:rsidRPr="006F699D">
        <w:t>division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</w:p>
    <w:p w14:paraId="10606D09" w14:textId="3ED6BBCF" w:rsidR="003072BD" w:rsidRPr="006F699D" w:rsidRDefault="003072BD" w:rsidP="00377BCE">
      <w:pPr>
        <w:pStyle w:val="Heading2"/>
        <w:rPr>
          <w:lang w:eastAsia="ja-JP"/>
        </w:rPr>
      </w:pPr>
      <w:bookmarkStart w:id="43" w:name="_Toc29237872"/>
      <w:bookmarkStart w:id="44" w:name="_Toc46522989"/>
      <w:bookmarkStart w:id="45" w:name="_Toc100742567"/>
      <w:r w:rsidRPr="006F699D">
        <w:t>4.3</w:t>
      </w:r>
      <w:r w:rsidRPr="006F699D">
        <w:tab/>
        <w:t>Service</w:t>
      </w:r>
      <w:r w:rsidR="00646BEC">
        <w:t xml:space="preserve"> </w:t>
      </w:r>
      <w:r w:rsidRPr="006F699D">
        <w:t>type</w:t>
      </w:r>
      <w:r w:rsidR="00205351" w:rsidRPr="006F699D">
        <w:t>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rPr>
          <w:lang w:eastAsia="ja-JP"/>
        </w:rPr>
        <w:t>Mode</w:t>
      </w:r>
      <w:bookmarkEnd w:id="43"/>
      <w:bookmarkEnd w:id="44"/>
      <w:bookmarkEnd w:id="45"/>
    </w:p>
    <w:p w14:paraId="5E43A778" w14:textId="0F6055C0" w:rsidR="001D70BA" w:rsidRPr="006F699D" w:rsidRDefault="001D70BA" w:rsidP="00377BCE">
      <w:r w:rsidRPr="006F699D">
        <w:t>This</w:t>
      </w:r>
      <w:r w:rsidR="00646BEC">
        <w:t xml:space="preserve"> </w:t>
      </w:r>
      <w:r w:rsidRPr="006F699D">
        <w:t>clause</w:t>
      </w:r>
      <w:r w:rsidR="00646BEC">
        <w:t xml:space="preserve"> </w:t>
      </w:r>
      <w:r w:rsidRPr="006F699D">
        <w:t>defines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level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mode.</w:t>
      </w:r>
    </w:p>
    <w:p w14:paraId="647C7F15" w14:textId="598B2AD5" w:rsidR="001D70BA" w:rsidRPr="006F699D" w:rsidRDefault="001D70BA" w:rsidP="00377BCE">
      <w:r w:rsidRPr="006F699D">
        <w:t>The</w:t>
      </w:r>
      <w:r w:rsidR="00646BEC">
        <w:t xml:space="preserve"> </w:t>
      </w:r>
      <w:r w:rsidRPr="006F699D">
        <w:t>action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necessary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get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some</w:t>
      </w:r>
      <w:r w:rsidR="00646BEC">
        <w:t xml:space="preserve"> </w:t>
      </w:r>
      <w:r w:rsidRPr="006F699D">
        <w:t>services.</w:t>
      </w:r>
      <w:r w:rsidR="00646BEC">
        <w:t xml:space="preserve"> </w:t>
      </w:r>
      <w:r w:rsidRPr="006F699D">
        <w:t>Three</w:t>
      </w:r>
      <w:r w:rsidR="00646BEC">
        <w:t xml:space="preserve"> </w:t>
      </w:r>
      <w:r w:rsidRPr="006F699D">
        <w:t>levels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services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UE:</w:t>
      </w:r>
    </w:p>
    <w:p w14:paraId="17243654" w14:textId="2FE8FDFD" w:rsidR="001D70BA" w:rsidRPr="006F699D" w:rsidRDefault="001D70BA" w:rsidP="00377BCE">
      <w:pPr>
        <w:pStyle w:val="B1"/>
      </w:pPr>
      <w:r w:rsidRPr="006F699D">
        <w:t>-</w:t>
      </w:r>
      <w:r w:rsidRPr="006F699D">
        <w:tab/>
        <w:t>Limited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(emergency</w:t>
      </w:r>
      <w:r w:rsidR="00646BEC">
        <w:t xml:space="preserve"> </w:t>
      </w:r>
      <w:r w:rsidRPr="006F699D">
        <w:t>calls</w:t>
      </w:r>
      <w:r w:rsidR="005D5EE2" w:rsidRPr="006F699D">
        <w:t>,</w:t>
      </w:r>
      <w:r w:rsidR="00646BEC">
        <w:t xml:space="preserve"> </w:t>
      </w:r>
      <w:r w:rsidR="00415CA1" w:rsidRPr="006F699D">
        <w:t>ETWS</w:t>
      </w:r>
      <w:r w:rsidR="00646BEC">
        <w:t xml:space="preserve"> </w:t>
      </w:r>
      <w:r w:rsidR="005D5EE2" w:rsidRPr="006F699D">
        <w:t>and</w:t>
      </w:r>
      <w:r w:rsidR="00646BEC">
        <w:t xml:space="preserve"> </w:t>
      </w:r>
      <w:r w:rsidR="005D5EE2" w:rsidRPr="006F699D">
        <w:t>CMAS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acceptable</w:t>
      </w:r>
      <w:r w:rsidR="00646BEC">
        <w:t xml:space="preserve"> </w:t>
      </w:r>
      <w:r w:rsidRPr="006F699D">
        <w:t>cell)</w:t>
      </w:r>
      <w:r w:rsidR="00873672" w:rsidRPr="006F699D">
        <w:t>.</w:t>
      </w:r>
      <w:r w:rsidR="00646BEC">
        <w:t xml:space="preserve"> </w:t>
      </w:r>
      <w:r w:rsidR="00873672" w:rsidRPr="006F699D">
        <w:t>It</w:t>
      </w:r>
      <w:r w:rsidR="00646BEC">
        <w:t xml:space="preserve"> </w:t>
      </w:r>
      <w:r w:rsidR="00873672" w:rsidRPr="006F699D">
        <w:t>is</w:t>
      </w:r>
      <w:r w:rsidR="00646BEC">
        <w:t xml:space="preserve"> </w:t>
      </w:r>
      <w:r w:rsidR="00873672" w:rsidRPr="006F699D">
        <w:t>not</w:t>
      </w:r>
      <w:r w:rsidR="00646BEC">
        <w:t xml:space="preserve"> </w:t>
      </w:r>
      <w:r w:rsidR="00873672" w:rsidRPr="006F699D">
        <w:t>applicable</w:t>
      </w:r>
      <w:r w:rsidR="00646BEC">
        <w:t xml:space="preserve"> </w:t>
      </w:r>
      <w:r w:rsidR="00873672" w:rsidRPr="006F699D">
        <w:t>to</w:t>
      </w:r>
      <w:r w:rsidR="00646BEC">
        <w:t xml:space="preserve"> </w:t>
      </w:r>
      <w:r w:rsidR="00873672" w:rsidRPr="006F699D">
        <w:t>RRC_INACTIVE</w:t>
      </w:r>
      <w:r w:rsidR="00646BEC">
        <w:t xml:space="preserve"> </w:t>
      </w:r>
      <w:r w:rsidR="00873672" w:rsidRPr="006F699D">
        <w:t>state.</w:t>
      </w:r>
    </w:p>
    <w:p w14:paraId="6344E4FE" w14:textId="643FA414" w:rsidR="001D70BA" w:rsidRPr="006F699D" w:rsidRDefault="001D70BA" w:rsidP="00377BCE">
      <w:pPr>
        <w:pStyle w:val="B1"/>
      </w:pPr>
      <w:r w:rsidRPr="006F699D">
        <w:t>-</w:t>
      </w:r>
      <w:r w:rsidRPr="006F699D">
        <w:tab/>
        <w:t>Normal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(for</w:t>
      </w:r>
      <w:r w:rsidR="00646BEC">
        <w:t xml:space="preserve"> </w:t>
      </w:r>
      <w:r w:rsidRPr="006F699D">
        <w:t>public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cell)</w:t>
      </w:r>
    </w:p>
    <w:p w14:paraId="6511D21E" w14:textId="17D8D405" w:rsidR="001D70BA" w:rsidRPr="006F699D" w:rsidRDefault="001D70BA" w:rsidP="00377BCE">
      <w:pPr>
        <w:pStyle w:val="B1"/>
      </w:pPr>
      <w:r w:rsidRPr="006F699D">
        <w:t>-</w:t>
      </w:r>
      <w:r w:rsidRPr="006F699D">
        <w:tab/>
        <w:t>Operator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(for</w:t>
      </w:r>
      <w:r w:rsidR="00646BEC">
        <w:t xml:space="preserve"> </w:t>
      </w:r>
      <w:r w:rsidRPr="006F699D">
        <w:t>operators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reserved</w:t>
      </w:r>
      <w:r w:rsidR="00646BEC">
        <w:t xml:space="preserve"> </w:t>
      </w:r>
      <w:r w:rsidRPr="006F699D">
        <w:t>cell)</w:t>
      </w:r>
    </w:p>
    <w:p w14:paraId="77B6ADAD" w14:textId="71D5A835" w:rsidR="001D70BA" w:rsidRPr="006F699D" w:rsidRDefault="001D70BA" w:rsidP="00377BCE">
      <w:r w:rsidRPr="006F699D">
        <w:t>Furthermore,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categorised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services</w:t>
      </w:r>
      <w:r w:rsidR="00646BEC">
        <w:t xml:space="preserve"> </w:t>
      </w:r>
      <w:r w:rsidRPr="006F699D">
        <w:t>they</w:t>
      </w:r>
      <w:r w:rsidR="00646BEC">
        <w:t xml:space="preserve"> </w:t>
      </w:r>
      <w:r w:rsidRPr="006F699D">
        <w:t>offer:</w:t>
      </w:r>
    </w:p>
    <w:p w14:paraId="3631AB74" w14:textId="0165E4FB" w:rsidR="001D70BA" w:rsidRPr="006F699D" w:rsidRDefault="001D70BA" w:rsidP="00377BCE">
      <w:pPr>
        <w:rPr>
          <w:b/>
          <w:bCs/>
        </w:rPr>
      </w:pPr>
      <w:r w:rsidRPr="006F699D">
        <w:rPr>
          <w:b/>
          <w:bCs/>
        </w:rPr>
        <w:t>acceptable</w:t>
      </w:r>
      <w:r w:rsidR="00646BEC">
        <w:rPr>
          <w:b/>
          <w:bCs/>
        </w:rPr>
        <w:t xml:space="preserve"> </w:t>
      </w:r>
      <w:r w:rsidRPr="006F699D">
        <w:rPr>
          <w:b/>
          <w:bCs/>
        </w:rPr>
        <w:t>cell:</w:t>
      </w:r>
    </w:p>
    <w:p w14:paraId="2A8B404F" w14:textId="5BE4CA3E" w:rsidR="001D70BA" w:rsidRPr="006F699D" w:rsidRDefault="001D70BA" w:rsidP="00377BCE">
      <w:r w:rsidRPr="006F699D">
        <w:t>An</w:t>
      </w:r>
      <w:r w:rsidR="00646BEC">
        <w:t xml:space="preserve"> </w:t>
      </w:r>
      <w:r w:rsidRPr="006F699D">
        <w:t>"acceptable</w:t>
      </w:r>
      <w:r w:rsidR="00646BEC">
        <w:t xml:space="preserve"> </w:t>
      </w:r>
      <w:r w:rsidRPr="006F699D">
        <w:t>cell"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obtain</w:t>
      </w:r>
      <w:r w:rsidR="00646BEC">
        <w:t xml:space="preserve"> </w:t>
      </w:r>
      <w:r w:rsidRPr="006F699D">
        <w:t>limited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(originate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calls</w:t>
      </w:r>
      <w:r w:rsidR="00646BEC">
        <w:t xml:space="preserve"> </w:t>
      </w:r>
      <w:r w:rsidR="00415CA1" w:rsidRPr="006F699D">
        <w:t>and</w:t>
      </w:r>
      <w:r w:rsidR="00646BEC">
        <w:t xml:space="preserve"> </w:t>
      </w:r>
      <w:r w:rsidR="00415CA1" w:rsidRPr="006F699D">
        <w:t>receive</w:t>
      </w:r>
      <w:r w:rsidR="00646BEC">
        <w:t xml:space="preserve"> </w:t>
      </w:r>
      <w:r w:rsidR="00415CA1" w:rsidRPr="006F699D">
        <w:t>ETWS</w:t>
      </w:r>
      <w:r w:rsidR="00646BEC">
        <w:t xml:space="preserve"> </w:t>
      </w:r>
      <w:r w:rsidR="005D5EE2" w:rsidRPr="006F699D">
        <w:t>and</w:t>
      </w:r>
      <w:r w:rsidR="00646BEC">
        <w:t xml:space="preserve"> </w:t>
      </w:r>
      <w:r w:rsidR="005D5EE2" w:rsidRPr="006F699D">
        <w:t>CMAS</w:t>
      </w:r>
      <w:r w:rsidR="00646BEC">
        <w:t xml:space="preserve"> </w:t>
      </w:r>
      <w:r w:rsidR="00415CA1" w:rsidRPr="006F699D">
        <w:t>notifications</w:t>
      </w:r>
      <w:r w:rsidRPr="006F699D">
        <w:t>)</w:t>
      </w:r>
      <w:r w:rsidR="00873672" w:rsidRPr="006F699D">
        <w:t>,</w:t>
      </w:r>
      <w:r w:rsidR="00646BEC">
        <w:t xml:space="preserve"> </w:t>
      </w:r>
      <w:r w:rsidR="00873672" w:rsidRPr="006F699D">
        <w:t>and</w:t>
      </w:r>
      <w:r w:rsidR="00646BEC">
        <w:t xml:space="preserve"> </w:t>
      </w:r>
      <w:r w:rsidR="00873672" w:rsidRPr="006F699D">
        <w:t>it</w:t>
      </w:r>
      <w:r w:rsidR="00646BEC">
        <w:t xml:space="preserve"> </w:t>
      </w:r>
      <w:r w:rsidR="00873672" w:rsidRPr="006F699D">
        <w:t>is</w:t>
      </w:r>
      <w:r w:rsidR="00646BEC">
        <w:t xml:space="preserve"> </w:t>
      </w:r>
      <w:r w:rsidR="00873672" w:rsidRPr="006F699D">
        <w:t>not</w:t>
      </w:r>
      <w:r w:rsidR="00646BEC">
        <w:t xml:space="preserve"> </w:t>
      </w:r>
      <w:r w:rsidR="00873672" w:rsidRPr="006F699D">
        <w:t>applicable</w:t>
      </w:r>
      <w:r w:rsidR="00646BEC">
        <w:t xml:space="preserve"> </w:t>
      </w:r>
      <w:r w:rsidR="00873672" w:rsidRPr="006F699D">
        <w:t>to</w:t>
      </w:r>
      <w:r w:rsidR="00646BEC">
        <w:t xml:space="preserve"> </w:t>
      </w:r>
      <w:r w:rsidR="00873672" w:rsidRPr="006F699D">
        <w:t>RRC_INACTIVE</w:t>
      </w:r>
      <w:r w:rsidR="00646BEC">
        <w:t xml:space="preserve"> </w:t>
      </w:r>
      <w:r w:rsidR="00873672" w:rsidRPr="006F699D">
        <w:t>state</w:t>
      </w:r>
      <w:r w:rsidRPr="006F699D">
        <w:t>.</w:t>
      </w:r>
      <w:r w:rsidR="00646BEC">
        <w:t xml:space="preserve"> </w:t>
      </w:r>
      <w:r w:rsidRPr="006F699D">
        <w:t>Such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fulfil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requirements,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minimum</w:t>
      </w:r>
      <w:r w:rsidR="00646BEC">
        <w:t xml:space="preserve"> </w:t>
      </w:r>
      <w:r w:rsidRPr="006F699D">
        <w:t>set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requirements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initiate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</w:t>
      </w:r>
      <w:r w:rsidR="00646BEC">
        <w:t xml:space="preserve"> </w:t>
      </w:r>
      <w:r w:rsidR="00415CA1" w:rsidRPr="006F699D">
        <w:t>and</w:t>
      </w:r>
      <w:r w:rsidR="00646BEC">
        <w:t xml:space="preserve"> </w:t>
      </w:r>
      <w:r w:rsidR="00415CA1" w:rsidRPr="006F699D">
        <w:t>to</w:t>
      </w:r>
      <w:r w:rsidR="00646BEC">
        <w:t xml:space="preserve"> </w:t>
      </w:r>
      <w:r w:rsidR="00415CA1" w:rsidRPr="006F699D">
        <w:t>receive</w:t>
      </w:r>
      <w:r w:rsidR="00646BEC">
        <w:t xml:space="preserve"> </w:t>
      </w:r>
      <w:r w:rsidR="00415CA1" w:rsidRPr="006F699D">
        <w:t>ETWS</w:t>
      </w:r>
      <w:r w:rsidR="00646BEC">
        <w:t xml:space="preserve"> </w:t>
      </w:r>
      <w:r w:rsidR="005D5EE2" w:rsidRPr="006F699D">
        <w:t>and</w:t>
      </w:r>
      <w:r w:rsidR="00646BEC">
        <w:t xml:space="preserve"> </w:t>
      </w:r>
      <w:r w:rsidR="005D5EE2" w:rsidRPr="006F699D">
        <w:t>CMAS</w:t>
      </w:r>
      <w:r w:rsidR="00646BEC">
        <w:t xml:space="preserve"> </w:t>
      </w:r>
      <w:r w:rsidR="00415CA1" w:rsidRPr="006F699D">
        <w:t>notification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a</w:t>
      </w:r>
      <w:r w:rsidR="00646BEC">
        <w:t xml:space="preserve"> </w:t>
      </w:r>
      <w:r w:rsidR="00FB00A7" w:rsidRPr="006F699D">
        <w:t>E-</w:t>
      </w:r>
      <w:r w:rsidRPr="006F699D">
        <w:t>UTRAN</w:t>
      </w:r>
      <w:r w:rsidR="00646BEC">
        <w:t xml:space="preserve"> </w:t>
      </w:r>
      <w:r w:rsidRPr="006F699D">
        <w:t>network:</w:t>
      </w:r>
    </w:p>
    <w:p w14:paraId="3B2ECEE5" w14:textId="73DBFEB4" w:rsidR="001D70BA" w:rsidRPr="006F699D" w:rsidRDefault="001D70BA" w:rsidP="00377BCE">
      <w:pPr>
        <w:pStyle w:val="B1"/>
        <w:rPr>
          <w:lang w:eastAsia="ja-JP"/>
        </w:rPr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barred,</w:t>
      </w:r>
      <w:r w:rsidR="00646BEC">
        <w:t xml:space="preserve"> </w:t>
      </w:r>
      <w:r w:rsidRPr="006F699D">
        <w:t>see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rPr>
          <w:lang w:eastAsia="ja-JP"/>
        </w:rPr>
        <w:t>5.3.1;</w:t>
      </w:r>
    </w:p>
    <w:p w14:paraId="0DC409E0" w14:textId="4D9B5B30" w:rsidR="001D70BA" w:rsidRPr="006F699D" w:rsidRDefault="001D70BA" w:rsidP="00377BCE">
      <w:pPr>
        <w:pStyle w:val="B1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fulfilled,</w:t>
      </w:r>
      <w:r w:rsidR="00646BEC">
        <w:t xml:space="preserve"> </w:t>
      </w:r>
      <w:r w:rsidRPr="006F699D">
        <w:t>see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5.2.3.2;</w:t>
      </w:r>
    </w:p>
    <w:p w14:paraId="34BB9252" w14:textId="708CCE93" w:rsidR="001D70BA" w:rsidRPr="006F699D" w:rsidRDefault="001D70BA" w:rsidP="00377BCE">
      <w:pPr>
        <w:rPr>
          <w:b/>
          <w:bCs/>
        </w:rPr>
      </w:pPr>
      <w:r w:rsidRPr="006F699D">
        <w:rPr>
          <w:b/>
          <w:bCs/>
        </w:rPr>
        <w:lastRenderedPageBreak/>
        <w:t>suitable</w:t>
      </w:r>
      <w:r w:rsidR="00646BEC">
        <w:rPr>
          <w:b/>
          <w:bCs/>
        </w:rPr>
        <w:t xml:space="preserve"> </w:t>
      </w:r>
      <w:r w:rsidRPr="006F699D">
        <w:rPr>
          <w:b/>
          <w:bCs/>
        </w:rPr>
        <w:t>cell:</w:t>
      </w:r>
    </w:p>
    <w:p w14:paraId="1AE91342" w14:textId="6B8262F9" w:rsidR="001D70BA" w:rsidRPr="006F699D" w:rsidRDefault="001D70BA" w:rsidP="00377BCE">
      <w:r w:rsidRPr="006F699D">
        <w:t>A</w:t>
      </w:r>
      <w:r w:rsidR="00646BEC">
        <w:t xml:space="preserve"> </w:t>
      </w:r>
      <w:r w:rsidRPr="006F699D">
        <w:t>"suitable</w:t>
      </w:r>
      <w:r w:rsidR="00646BEC">
        <w:t xml:space="preserve"> </w:t>
      </w:r>
      <w:r w:rsidRPr="006F699D">
        <w:t>cell"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obtain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service.</w:t>
      </w:r>
      <w:r w:rsidR="00646BEC">
        <w:t xml:space="preserve"> </w:t>
      </w:r>
      <w:r w:rsidR="00C868E1" w:rsidRPr="006F699D">
        <w:t>The</w:t>
      </w:r>
      <w:r w:rsidR="00646BEC">
        <w:t xml:space="preserve"> </w:t>
      </w:r>
      <w:r w:rsidR="00C868E1" w:rsidRPr="006F699D">
        <w:t>UE</w:t>
      </w:r>
      <w:r w:rsidR="00646BEC">
        <w:t xml:space="preserve"> </w:t>
      </w:r>
      <w:r w:rsidR="00C868E1" w:rsidRPr="006F699D">
        <w:t>shall</w:t>
      </w:r>
      <w:r w:rsidR="00646BEC">
        <w:t xml:space="preserve"> </w:t>
      </w:r>
      <w:r w:rsidR="00C868E1" w:rsidRPr="006F699D">
        <w:t>have</w:t>
      </w:r>
      <w:r w:rsidR="00646BEC">
        <w:t xml:space="preserve"> </w:t>
      </w:r>
      <w:r w:rsidR="00C868E1" w:rsidRPr="006F699D">
        <w:t>a</w:t>
      </w:r>
      <w:r w:rsidR="00646BEC">
        <w:t xml:space="preserve"> </w:t>
      </w:r>
      <w:r w:rsidR="00C868E1" w:rsidRPr="006F699D">
        <w:t>valid</w:t>
      </w:r>
      <w:r w:rsidR="00646BEC">
        <w:t xml:space="preserve"> </w:t>
      </w:r>
      <w:r w:rsidR="00C868E1" w:rsidRPr="006F699D">
        <w:t>USIM</w:t>
      </w:r>
      <w:r w:rsidR="00646BEC">
        <w:t xml:space="preserve"> </w:t>
      </w:r>
      <w:r w:rsidR="00C868E1" w:rsidRPr="006F699D">
        <w:t>and</w:t>
      </w:r>
      <w:r w:rsidR="00646BEC">
        <w:t xml:space="preserve"> </w:t>
      </w:r>
      <w:r w:rsidR="00C868E1" w:rsidRPr="006F699D">
        <w:t>s</w:t>
      </w:r>
      <w:r w:rsidRPr="006F699D">
        <w:t>uch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fulfil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requirements.</w:t>
      </w:r>
    </w:p>
    <w:p w14:paraId="7A9478AE" w14:textId="57765C50" w:rsidR="001D70BA" w:rsidRPr="006F699D" w:rsidRDefault="009D4773" w:rsidP="00377BCE">
      <w:pPr>
        <w:pStyle w:val="B1"/>
      </w:pPr>
      <w:r w:rsidRPr="006F699D">
        <w:t>-</w:t>
      </w:r>
      <w:r w:rsidRPr="006F699D">
        <w:tab/>
      </w:r>
      <w:r w:rsidR="001D70BA" w:rsidRPr="006F699D">
        <w:t>The</w:t>
      </w:r>
      <w:r w:rsidR="00646BEC">
        <w:t xml:space="preserve"> </w:t>
      </w:r>
      <w:r w:rsidR="00FA7068" w:rsidRPr="006F699D">
        <w:t>cell</w:t>
      </w:r>
      <w:r w:rsidR="00646BEC">
        <w:t xml:space="preserve"> </w:t>
      </w:r>
      <w:r w:rsidR="004E6880" w:rsidRPr="006F699D">
        <w:t>is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part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either:</w:t>
      </w:r>
    </w:p>
    <w:p w14:paraId="2CE6A3C6" w14:textId="3EC7F23B" w:rsidR="001D70BA" w:rsidRPr="006F699D" w:rsidRDefault="009D4773" w:rsidP="00377BCE">
      <w:pPr>
        <w:pStyle w:val="B2"/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</w:r>
      <w:r w:rsidR="001D70BA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selected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PLMN,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or:</w:t>
      </w:r>
    </w:p>
    <w:p w14:paraId="2725A073" w14:textId="08CFEE8B" w:rsidR="001D70BA" w:rsidRPr="006F699D" w:rsidRDefault="009D4773" w:rsidP="00377BCE">
      <w:pPr>
        <w:pStyle w:val="B2"/>
      </w:pPr>
      <w:r w:rsidRPr="006F699D">
        <w:t>-</w:t>
      </w:r>
      <w:r w:rsidRPr="006F699D">
        <w:tab/>
      </w:r>
      <w:r w:rsidR="001D70BA" w:rsidRPr="006F699D">
        <w:t>the</w:t>
      </w:r>
      <w:r w:rsidR="00646BEC">
        <w:t xml:space="preserve"> </w:t>
      </w:r>
      <w:r w:rsidR="001D70BA" w:rsidRPr="006F699D">
        <w:t>registered</w:t>
      </w:r>
      <w:r w:rsidR="00646BEC">
        <w:t xml:space="preserve"> </w:t>
      </w:r>
      <w:r w:rsidR="001D70BA" w:rsidRPr="006F699D">
        <w:t>PLMN,</w:t>
      </w:r>
      <w:r w:rsidR="00646BEC">
        <w:t xml:space="preserve"> </w:t>
      </w:r>
      <w:r w:rsidR="001D70BA" w:rsidRPr="006F699D">
        <w:t>or</w:t>
      </w:r>
      <w:r w:rsidR="001D70BA" w:rsidRPr="006F699D">
        <w:rPr>
          <w:lang w:eastAsia="ja-JP"/>
        </w:rPr>
        <w:t>:</w:t>
      </w:r>
    </w:p>
    <w:p w14:paraId="6989141F" w14:textId="57D7508C" w:rsidR="001D70BA" w:rsidRPr="006F699D" w:rsidRDefault="009D4773" w:rsidP="00377BCE">
      <w:pPr>
        <w:pStyle w:val="B2"/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</w:r>
      <w:r w:rsidR="001D70BA"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PLMN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Equivalent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PLMN</w:t>
      </w:r>
      <w:r w:rsidR="00646BEC">
        <w:rPr>
          <w:lang w:eastAsia="ja-JP"/>
        </w:rPr>
        <w:t xml:space="preserve"> </w:t>
      </w:r>
      <w:r w:rsidR="001D70BA" w:rsidRPr="006F699D">
        <w:rPr>
          <w:lang w:eastAsia="ja-JP"/>
        </w:rPr>
        <w:t>list</w:t>
      </w:r>
    </w:p>
    <w:p w14:paraId="4AD5D9E1" w14:textId="59533DBE" w:rsidR="009D4773" w:rsidRPr="006F699D" w:rsidRDefault="009D4773" w:rsidP="00377BCE">
      <w:pPr>
        <w:pStyle w:val="B1"/>
      </w:pPr>
      <w:r w:rsidRPr="006F699D">
        <w:t>-</w:t>
      </w:r>
      <w:r w:rsidRPr="006F699D">
        <w:tab/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="002C6DA4" w:rsidRPr="006F699D">
        <w:t>the</w:t>
      </w:r>
      <w:r w:rsidR="00646BEC">
        <w:t xml:space="preserve"> </w:t>
      </w:r>
      <w:r w:rsidR="002C6DA4" w:rsidRPr="006F699D">
        <w:t>cell</w:t>
      </w:r>
      <w:r w:rsidR="00646BEC">
        <w:t xml:space="preserve"> </w:t>
      </w:r>
      <w:r w:rsidR="002C6DA4" w:rsidRPr="006F699D">
        <w:t>is</w:t>
      </w:r>
      <w:r w:rsidR="00646BEC">
        <w:t xml:space="preserve"> </w:t>
      </w:r>
      <w:r w:rsidR="002C6DA4" w:rsidRPr="006F699D">
        <w:t>a</w:t>
      </w:r>
      <w:r w:rsidR="00646BEC">
        <w:t xml:space="preserve"> </w:t>
      </w:r>
      <w:r w:rsidR="002C6DA4" w:rsidRPr="006F699D">
        <w:t>CSG</w:t>
      </w:r>
      <w:r w:rsidR="00646BEC">
        <w:t xml:space="preserve"> </w:t>
      </w:r>
      <w:r w:rsidR="002C6DA4" w:rsidRPr="006F699D">
        <w:t>member</w:t>
      </w:r>
      <w:r w:rsidR="00646BEC">
        <w:t xml:space="preserve"> </w:t>
      </w:r>
      <w:r w:rsidR="002C6DA4" w:rsidRPr="006F699D">
        <w:t>cell</w:t>
      </w:r>
      <w:r w:rsidR="00646BEC">
        <w:t xml:space="preserve"> </w:t>
      </w:r>
      <w:r w:rsidR="002C6DA4" w:rsidRPr="006F699D">
        <w:t>for</w:t>
      </w:r>
      <w:r w:rsidR="00646BEC">
        <w:t xml:space="preserve"> </w:t>
      </w:r>
      <w:r w:rsidR="002C6DA4" w:rsidRPr="006F699D">
        <w:t>the</w:t>
      </w:r>
      <w:r w:rsidR="00646BEC">
        <w:t xml:space="preserve"> </w:t>
      </w:r>
      <w:r w:rsidR="002C6DA4" w:rsidRPr="006F699D">
        <w:t>UE</w:t>
      </w:r>
      <w:r w:rsidRPr="006F699D">
        <w:t>;</w:t>
      </w:r>
    </w:p>
    <w:p w14:paraId="091466CE" w14:textId="54CBDB77" w:rsidR="001D70BA" w:rsidRPr="006F699D" w:rsidRDefault="002E7560" w:rsidP="001403D3">
      <w:r w:rsidRPr="006F699D">
        <w:t>A</w:t>
      </w:r>
      <w:r w:rsidR="001D70BA" w:rsidRPr="006F699D">
        <w:t>ccording</w:t>
      </w:r>
      <w:r w:rsidR="00646BEC">
        <w:t xml:space="preserve"> </w:t>
      </w:r>
      <w:r w:rsidR="001D70BA" w:rsidRPr="006F699D">
        <w:t>to</w:t>
      </w:r>
      <w:r w:rsidR="00646BEC">
        <w:t xml:space="preserve"> </w:t>
      </w:r>
      <w:r w:rsidR="001D70BA" w:rsidRPr="006F699D">
        <w:t>the</w:t>
      </w:r>
      <w:r w:rsidR="00646BEC">
        <w:t xml:space="preserve"> </w:t>
      </w:r>
      <w:r w:rsidR="001D70BA" w:rsidRPr="006F699D">
        <w:rPr>
          <w:lang w:eastAsia="ja-JP"/>
        </w:rPr>
        <w:t>latest</w:t>
      </w:r>
      <w:r w:rsidR="00646BEC">
        <w:rPr>
          <w:lang w:eastAsia="ja-JP"/>
        </w:rPr>
        <w:t xml:space="preserve"> </w:t>
      </w:r>
      <w:r w:rsidR="001D70BA" w:rsidRPr="006F699D">
        <w:t>information</w:t>
      </w:r>
      <w:r w:rsidR="00646BEC">
        <w:t xml:space="preserve"> </w:t>
      </w:r>
      <w:r w:rsidR="001D70BA" w:rsidRPr="006F699D">
        <w:t>provided</w:t>
      </w:r>
      <w:r w:rsidR="00646BEC">
        <w:t xml:space="preserve"> </w:t>
      </w:r>
      <w:r w:rsidR="001D70BA" w:rsidRPr="006F699D">
        <w:t>by</w:t>
      </w:r>
      <w:r w:rsidR="00646BEC">
        <w:t xml:space="preserve"> </w:t>
      </w:r>
      <w:r w:rsidR="001D70BA" w:rsidRPr="006F699D">
        <w:t>NAS</w:t>
      </w:r>
      <w:r w:rsidR="006C35B6" w:rsidRPr="006F699D">
        <w:t>:</w:t>
      </w:r>
    </w:p>
    <w:p w14:paraId="6EB8AD0C" w14:textId="6DD2C0C9" w:rsidR="001D70BA" w:rsidRPr="006F699D" w:rsidRDefault="001D70BA" w:rsidP="00377BCE">
      <w:pPr>
        <w:pStyle w:val="B1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barred,</w:t>
      </w:r>
      <w:r w:rsidR="00646BEC">
        <w:t xml:space="preserve"> </w:t>
      </w:r>
      <w:r w:rsidRPr="006F699D">
        <w:t>see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5.3.1;</w:t>
      </w:r>
    </w:p>
    <w:p w14:paraId="3DD398C0" w14:textId="038A7727" w:rsidR="001D70BA" w:rsidRPr="006F699D" w:rsidRDefault="001D70BA" w:rsidP="00377BCE">
      <w:pPr>
        <w:pStyle w:val="B1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part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1F4E4E" w:rsidRPr="006F699D">
        <w:t>t</w:t>
      </w:r>
      <w:r w:rsidR="00646BEC">
        <w:t xml:space="preserve"> </w:t>
      </w:r>
      <w:r w:rsidR="001F4E4E" w:rsidRPr="006F699D">
        <w:t>least</w:t>
      </w:r>
      <w:r w:rsidR="00646BEC">
        <w:t xml:space="preserve"> </w:t>
      </w:r>
      <w:r w:rsidR="001F4E4E" w:rsidRPr="006F699D">
        <w:t>one</w:t>
      </w:r>
      <w:r w:rsidR="00646BEC">
        <w:t xml:space="preserve"> </w:t>
      </w:r>
      <w:r w:rsidR="001F4E4E" w:rsidRPr="006F699D">
        <w:t>T</w:t>
      </w:r>
      <w:r w:rsidRPr="006F699D">
        <w:t>A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part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list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"forbidden</w:t>
      </w:r>
      <w:r w:rsidR="00646BEC">
        <w:t xml:space="preserve"> </w:t>
      </w:r>
      <w:r w:rsidR="00BD4A06" w:rsidRPr="006F699D">
        <w:t>tracking</w:t>
      </w:r>
      <w:r w:rsidR="00646BEC">
        <w:t xml:space="preserve"> </w:t>
      </w:r>
      <w:r w:rsidR="00BD4A06" w:rsidRPr="006F699D">
        <w:t>areas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roaming"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22.011</w:t>
      </w:r>
      <w:r w:rsidR="00646BEC">
        <w:t xml:space="preserve"> </w:t>
      </w:r>
      <w:r w:rsidR="006F699D" w:rsidRPr="006F699D">
        <w:t>[</w:t>
      </w:r>
      <w:r w:rsidR="00057D27" w:rsidRPr="006F699D">
        <w:t>4]</w:t>
      </w:r>
      <w:r w:rsidRPr="006F699D">
        <w:t>,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belongs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="004E6880" w:rsidRPr="006F699D">
        <w:t>fulfils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first</w:t>
      </w:r>
      <w:r w:rsidR="00646BEC">
        <w:t xml:space="preserve"> </w:t>
      </w:r>
      <w:r w:rsidRPr="006F699D">
        <w:t>bullet</w:t>
      </w:r>
      <w:r w:rsidR="00646BEC">
        <w:t xml:space="preserve"> </w:t>
      </w:r>
      <w:r w:rsidRPr="006F699D">
        <w:t>above;</w:t>
      </w:r>
    </w:p>
    <w:p w14:paraId="7997CD19" w14:textId="4DB26EC5" w:rsidR="001D70BA" w:rsidRPr="006F699D" w:rsidRDefault="001D70BA" w:rsidP="00377BCE">
      <w:pPr>
        <w:pStyle w:val="B1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fulfilled,</w:t>
      </w:r>
      <w:r w:rsidR="00646BEC">
        <w:t xml:space="preserve"> </w:t>
      </w:r>
      <w:r w:rsidRPr="006F699D">
        <w:t>see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5.2.3.2</w:t>
      </w:r>
      <w:r w:rsidR="00BD4A06" w:rsidRPr="006F699D">
        <w:t>;</w:t>
      </w:r>
    </w:p>
    <w:p w14:paraId="4FA41FA2" w14:textId="1885EC13" w:rsidR="008313F2" w:rsidRPr="006F699D" w:rsidRDefault="008313F2" w:rsidP="008313F2">
      <w:pPr>
        <w:pStyle w:val="B1"/>
      </w:pPr>
      <w:r w:rsidRPr="006F699D">
        <w:t>-</w:t>
      </w:r>
      <w:r w:rsidRPr="006F699D">
        <w:tab/>
        <w:t>Except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supports</w:t>
      </w:r>
      <w:r w:rsidR="00646BEC">
        <w:t xml:space="preserve"> </w:t>
      </w:r>
      <w:r w:rsidRPr="006F699D">
        <w:t>authorization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enhancements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enhancements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authorized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PLMN:</w:t>
      </w:r>
    </w:p>
    <w:p w14:paraId="665E64E3" w14:textId="3600657C" w:rsidR="008313F2" w:rsidRPr="006F699D" w:rsidRDefault="008313F2" w:rsidP="008313F2">
      <w:pPr>
        <w:pStyle w:val="B2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fulfilled;</w:t>
      </w:r>
    </w:p>
    <w:p w14:paraId="4E514CE7" w14:textId="176F505C" w:rsidR="001403D3" w:rsidRPr="006F699D" w:rsidRDefault="001403D3" w:rsidP="001403D3">
      <w:pPr>
        <w:pStyle w:val="B1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supports</w:t>
      </w:r>
      <w:r w:rsidR="00646BEC">
        <w:t xml:space="preserve"> </w:t>
      </w:r>
      <w:r w:rsidRPr="006F699D">
        <w:t>CE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B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CE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B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restricted:</w:t>
      </w:r>
    </w:p>
    <w:p w14:paraId="20001E19" w14:textId="0BC3A6A9" w:rsidR="001403D3" w:rsidRPr="006F699D" w:rsidRDefault="001403D3" w:rsidP="008313F2">
      <w:pPr>
        <w:pStyle w:val="B2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values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rxlevmin</w:t>
      </w:r>
      <w:r w:rsidR="00646BEC">
        <w:rPr>
          <w:vertAlign w:val="subscript"/>
        </w:rPr>
        <w:t xml:space="preserve"> </w:t>
      </w:r>
      <w:r w:rsidRPr="006F699D">
        <w:t>and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qualmin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enhanced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values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rxlevmin_CE</w:t>
      </w:r>
      <w:r w:rsidR="00646BEC">
        <w:rPr>
          <w:vertAlign w:val="subscript"/>
        </w:rPr>
        <w:t xml:space="preserve"> </w:t>
      </w:r>
      <w:r w:rsidRPr="006F699D">
        <w:t>and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qualmin_CE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fulfilled.</w:t>
      </w:r>
    </w:p>
    <w:p w14:paraId="3F8F794D" w14:textId="39316764" w:rsidR="001D70BA" w:rsidRPr="006F699D" w:rsidRDefault="001D70BA" w:rsidP="00377BCE">
      <w:r w:rsidRPr="006F699D">
        <w:t>If</w:t>
      </w:r>
      <w:r w:rsidR="00646BEC">
        <w:t xml:space="preserve"> </w:t>
      </w:r>
      <w:r w:rsidR="001F4E4E" w:rsidRPr="006F699D">
        <w:t>more</w:t>
      </w:r>
      <w:r w:rsidR="00646BEC">
        <w:t xml:space="preserve"> </w:t>
      </w:r>
      <w:r w:rsidR="001F4E4E" w:rsidRPr="006F699D">
        <w:t>than</w:t>
      </w:r>
      <w:r w:rsidR="00646BEC">
        <w:t xml:space="preserve"> </w:t>
      </w:r>
      <w:r w:rsidR="001F4E4E" w:rsidRPr="006F699D">
        <w:t>one</w:t>
      </w:r>
      <w:r w:rsidR="00646BEC">
        <w:t xml:space="preserve"> </w:t>
      </w:r>
      <w:r w:rsidR="001F4E4E" w:rsidRPr="006F699D">
        <w:t>PLMN</w:t>
      </w:r>
      <w:r w:rsidR="00646BEC">
        <w:t xml:space="preserve"> </w:t>
      </w:r>
      <w:r w:rsidR="001F4E4E" w:rsidRPr="006F699D">
        <w:t>identity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broadcast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</w:t>
      </w:r>
      <w:r w:rsidR="001F4E4E" w:rsidRPr="006F699D">
        <w:t>s</w:t>
      </w:r>
      <w:r w:rsidR="00646BEC">
        <w:t xml:space="preserve"> </w:t>
      </w:r>
      <w:r w:rsidR="001F4E4E" w:rsidRPr="006F699D">
        <w:t>considered</w:t>
      </w:r>
      <w:r w:rsidR="00646BEC">
        <w:t xml:space="preserve"> </w:t>
      </w:r>
      <w:r w:rsidR="001F4E4E" w:rsidRPr="006F699D">
        <w:t>to</w:t>
      </w:r>
      <w:r w:rsidR="00646BEC">
        <w:t xml:space="preserve"> </w:t>
      </w:r>
      <w:r w:rsidR="001F4E4E" w:rsidRPr="006F699D">
        <w:t>be</w:t>
      </w:r>
      <w:r w:rsidR="00646BEC">
        <w:t xml:space="preserve"> </w:t>
      </w:r>
      <w:r w:rsidR="001F4E4E" w:rsidRPr="006F699D">
        <w:t>part</w:t>
      </w:r>
      <w:r w:rsidR="00646BEC">
        <w:t xml:space="preserve"> </w:t>
      </w:r>
      <w:r w:rsidR="001F4E4E" w:rsidRPr="006F699D">
        <w:t>of</w:t>
      </w:r>
      <w:r w:rsidR="00646BEC">
        <w:t xml:space="preserve"> </w:t>
      </w:r>
      <w:r w:rsidR="001F4E4E" w:rsidRPr="006F699D">
        <w:t>all</w:t>
      </w:r>
      <w:r w:rsidR="00646BEC">
        <w:t xml:space="preserve"> </w:t>
      </w:r>
      <w:r w:rsidR="001F4E4E" w:rsidRPr="006F699D">
        <w:t>T</w:t>
      </w:r>
      <w:r w:rsidRPr="006F699D">
        <w:t>As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="001F4E4E" w:rsidRPr="006F699D">
        <w:t>T</w:t>
      </w:r>
      <w:r w:rsidRPr="006F699D">
        <w:t>AIs</w:t>
      </w:r>
      <w:r w:rsidR="00646BEC">
        <w:t xml:space="preserve"> </w:t>
      </w:r>
      <w:r w:rsidRPr="006F699D">
        <w:t>constructed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identities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1F4E4E" w:rsidRPr="006F699D">
        <w:t>T</w:t>
      </w:r>
      <w:r w:rsidRPr="006F699D">
        <w:t>AC</w:t>
      </w:r>
      <w:r w:rsidR="00646BEC">
        <w:t xml:space="preserve"> </w:t>
      </w:r>
      <w:r w:rsidRPr="006F699D">
        <w:t>broadcast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cell.</w:t>
      </w:r>
    </w:p>
    <w:p w14:paraId="7E2D5F1A" w14:textId="4EBD8C52" w:rsidR="001D70BA" w:rsidRPr="006F699D" w:rsidRDefault="001D70BA" w:rsidP="00377BCE">
      <w:pPr>
        <w:rPr>
          <w:b/>
          <w:bCs/>
        </w:rPr>
      </w:pPr>
      <w:r w:rsidRPr="006F699D">
        <w:rPr>
          <w:b/>
          <w:bCs/>
        </w:rPr>
        <w:t>barred</w:t>
      </w:r>
      <w:r w:rsidR="00646BEC">
        <w:rPr>
          <w:b/>
          <w:bCs/>
        </w:rPr>
        <w:t xml:space="preserve"> </w:t>
      </w:r>
      <w:r w:rsidRPr="006F699D">
        <w:rPr>
          <w:b/>
          <w:bCs/>
        </w:rPr>
        <w:t>cell:</w:t>
      </w:r>
    </w:p>
    <w:p w14:paraId="2DA66A5F" w14:textId="6688388E" w:rsidR="001D70BA" w:rsidRPr="006F699D" w:rsidRDefault="001D70BA" w:rsidP="00377BCE">
      <w:pPr>
        <w:rPr>
          <w:lang w:eastAsia="ja-JP"/>
        </w:rPr>
      </w:pP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barred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so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.</w:t>
      </w:r>
    </w:p>
    <w:p w14:paraId="644B9726" w14:textId="65A04F22" w:rsidR="001D70BA" w:rsidRPr="006F699D" w:rsidRDefault="001D70BA" w:rsidP="00377BCE">
      <w:pPr>
        <w:rPr>
          <w:b/>
          <w:bCs/>
        </w:rPr>
      </w:pPr>
      <w:r w:rsidRPr="006F699D">
        <w:rPr>
          <w:b/>
          <w:bCs/>
        </w:rPr>
        <w:t>reserved</w:t>
      </w:r>
      <w:r w:rsidR="00646BEC">
        <w:rPr>
          <w:b/>
          <w:bCs/>
        </w:rPr>
        <w:t xml:space="preserve"> </w:t>
      </w:r>
      <w:r w:rsidRPr="006F699D">
        <w:rPr>
          <w:b/>
          <w:bCs/>
        </w:rPr>
        <w:t>cell:</w:t>
      </w:r>
    </w:p>
    <w:p w14:paraId="42F28870" w14:textId="2BCC983D" w:rsidR="001D70BA" w:rsidRPr="006F699D" w:rsidRDefault="001D70BA" w:rsidP="00377BCE"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reserved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so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.</w:t>
      </w:r>
    </w:p>
    <w:p w14:paraId="6D68FF49" w14:textId="053D33C9" w:rsidR="001E50B2" w:rsidRPr="006F699D" w:rsidRDefault="001E50B2" w:rsidP="00CC6278">
      <w:r w:rsidRPr="006F699D">
        <w:t>Following</w:t>
      </w:r>
      <w:r w:rsidR="00646BEC">
        <w:t xml:space="preserve"> </w:t>
      </w:r>
      <w:r w:rsidRPr="006F699D">
        <w:t>exceptions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these</w:t>
      </w:r>
      <w:r w:rsidR="00646BEC">
        <w:t xml:space="preserve"> </w:t>
      </w:r>
      <w:r w:rsidRPr="006F699D">
        <w:t>definitions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UEs:</w:t>
      </w:r>
    </w:p>
    <w:p w14:paraId="7016821C" w14:textId="0B827CCE" w:rsidR="001E50B2" w:rsidRPr="006F699D" w:rsidRDefault="001E50B2" w:rsidP="00377BCE">
      <w:pPr>
        <w:pStyle w:val="B1"/>
      </w:pPr>
      <w:r w:rsidRPr="006F699D">
        <w:t>-</w:t>
      </w:r>
      <w:r w:rsidRPr="006F699D">
        <w:tab/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belongs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area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forbidden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regional</w:t>
      </w:r>
      <w:r w:rsidR="00646BEC">
        <w:t xml:space="preserve"> </w:t>
      </w:r>
      <w:r w:rsidRPr="006F699D">
        <w:t>provision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service;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belongs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area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forbidden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regional</w:t>
      </w:r>
      <w:r w:rsidR="00646BEC">
        <w:t xml:space="preserve"> </w:t>
      </w:r>
      <w:r w:rsidRPr="006F699D">
        <w:t>provision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(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Pr="006F699D">
        <w:t>,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24.301</w:t>
      </w:r>
      <w:r w:rsidR="00646BEC">
        <w:t xml:space="preserve"> </w:t>
      </w:r>
      <w:r w:rsidR="006F699D" w:rsidRPr="006F699D">
        <w:t>[</w:t>
      </w:r>
      <w:r w:rsidR="00057D27" w:rsidRPr="006F699D">
        <w:t>16]</w:t>
      </w:r>
      <w:r w:rsidRPr="006F699D">
        <w:t>)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but</w:t>
      </w:r>
      <w:r w:rsidR="00646BEC">
        <w:t xml:space="preserve"> </w:t>
      </w:r>
      <w:r w:rsidRPr="006F699D">
        <w:t>provides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limited</w:t>
      </w:r>
      <w:r w:rsidR="00646BEC">
        <w:t xml:space="preserve"> </w:t>
      </w:r>
      <w:r w:rsidRPr="006F699D">
        <w:t>service.</w:t>
      </w:r>
    </w:p>
    <w:p w14:paraId="2A8A7046" w14:textId="4D0DE1DC" w:rsidR="001E50B2" w:rsidRPr="006F699D" w:rsidRDefault="001E50B2" w:rsidP="00377BCE">
      <w:pPr>
        <w:pStyle w:val="B1"/>
      </w:pPr>
      <w:r w:rsidRPr="006F699D">
        <w:t>-</w:t>
      </w:r>
      <w:r w:rsidRPr="006F699D">
        <w:tab/>
        <w:t>as</w:t>
      </w:r>
      <w:r w:rsidR="00646BEC">
        <w:t xml:space="preserve"> </w:t>
      </w:r>
      <w:r w:rsidR="002E7560" w:rsidRPr="006F699D">
        <w:t>an</w:t>
      </w:r>
      <w:r w:rsidR="00646BEC">
        <w:t xml:space="preserve"> </w:t>
      </w:r>
      <w:r w:rsidR="002E7560" w:rsidRPr="006F699D">
        <w:t>outcome</w:t>
      </w:r>
      <w:r w:rsidR="00646BEC">
        <w:t xml:space="preserve"> </w:t>
      </w:r>
      <w:r w:rsidR="002E7560" w:rsidRPr="006F699D">
        <w:t>of</w:t>
      </w:r>
      <w:r w:rsidR="00646BEC">
        <w:t xml:space="preserve"> </w:t>
      </w:r>
      <w:r w:rsidR="002E7560" w:rsidRPr="006F699D">
        <w:t>the</w:t>
      </w:r>
      <w:r w:rsidR="00646BEC">
        <w:t xml:space="preserve"> </w:t>
      </w:r>
      <w:r w:rsidR="002E7560" w:rsidRPr="006F699D">
        <w:t>manual</w:t>
      </w:r>
      <w:r w:rsidR="00646BEC">
        <w:t xml:space="preserve"> </w:t>
      </w:r>
      <w:r w:rsidR="002E7560" w:rsidRPr="006F699D">
        <w:t>CSG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allowed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acceptable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fulfils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barred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reserved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operator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belonging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AC</w:t>
      </w:r>
      <w:r w:rsidR="00646BEC">
        <w:t xml:space="preserve"> </w:t>
      </w:r>
      <w:r w:rsidRPr="006F699D">
        <w:t>11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15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inform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possible</w:t>
      </w:r>
      <w:r w:rsidR="00646BEC">
        <w:t xml:space="preserve"> </w:t>
      </w:r>
      <w:r w:rsidRPr="006F699D">
        <w:t>(for</w:t>
      </w:r>
      <w:r w:rsidR="00646BEC">
        <w:t xml:space="preserve"> </w:t>
      </w:r>
      <w:r w:rsidRPr="006F699D">
        <w:t>location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procedure).</w:t>
      </w:r>
    </w:p>
    <w:p w14:paraId="1C01E9E6" w14:textId="73CB341C" w:rsidR="001E50B2" w:rsidRPr="006F699D" w:rsidRDefault="001E50B2" w:rsidP="00377BCE">
      <w:pPr>
        <w:pStyle w:val="NO"/>
      </w:pPr>
      <w:r w:rsidRPr="006F699D">
        <w:t>NOTE:</w:t>
      </w:r>
      <w:r w:rsidRPr="006F699D">
        <w:tab/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required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t>manual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="00394803" w:rsidRPr="006F699D">
        <w:t>PLMN</w:t>
      </w:r>
      <w:r w:rsidR="00646BEC">
        <w:t xml:space="preserve"> </w:t>
      </w:r>
      <w:r w:rsidR="00394803" w:rsidRPr="006F699D">
        <w:t>or</w:t>
      </w:r>
      <w:r w:rsidR="00646BEC">
        <w:t xml:space="preserve"> </w:t>
      </w:r>
      <w:r w:rsidR="002E7560" w:rsidRPr="006F699D">
        <w:t>CSG</w:t>
      </w:r>
      <w:r w:rsidRPr="006F699D">
        <w:t>s</w:t>
      </w:r>
      <w:r w:rsidR="00646BEC">
        <w:t xml:space="preserve"> </w:t>
      </w:r>
      <w:r w:rsidRPr="006F699D">
        <w:t>while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RRC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state.</w:t>
      </w:r>
      <w:r w:rsidR="00646BEC">
        <w:t xml:space="preserve"> </w:t>
      </w:r>
      <w:r w:rsidR="00394803" w:rsidRPr="006F699D">
        <w:t>The</w:t>
      </w:r>
      <w:r w:rsidR="00646BEC">
        <w:t xml:space="preserve"> </w:t>
      </w:r>
      <w:r w:rsidR="00394803" w:rsidRPr="006F699D">
        <w:t>UE</w:t>
      </w:r>
      <w:r w:rsidR="00646BEC">
        <w:t xml:space="preserve"> </w:t>
      </w:r>
      <w:r w:rsidR="00394803" w:rsidRPr="006F699D">
        <w:t>may</w:t>
      </w:r>
      <w:r w:rsidR="00646BEC">
        <w:t xml:space="preserve"> </w:t>
      </w:r>
      <w:r w:rsidR="00394803" w:rsidRPr="006F699D">
        <w:t>use</w:t>
      </w:r>
      <w:r w:rsidR="00646BEC">
        <w:t xml:space="preserve"> </w:t>
      </w:r>
      <w:r w:rsidR="00394803" w:rsidRPr="006F699D">
        <w:t>local</w:t>
      </w:r>
      <w:r w:rsidR="00646BEC">
        <w:t xml:space="preserve"> </w:t>
      </w:r>
      <w:r w:rsidR="00394803" w:rsidRPr="006F699D">
        <w:t>release</w:t>
      </w:r>
      <w:r w:rsidR="00646BEC">
        <w:t xml:space="preserve"> </w:t>
      </w:r>
      <w:r w:rsidR="00394803" w:rsidRPr="006F699D">
        <w:t>of</w:t>
      </w:r>
      <w:r w:rsidR="00646BEC">
        <w:t xml:space="preserve"> </w:t>
      </w:r>
      <w:r w:rsidR="00394803" w:rsidRPr="006F699D">
        <w:t>RRC</w:t>
      </w:r>
      <w:r w:rsidR="00646BEC">
        <w:t xml:space="preserve"> </w:t>
      </w:r>
      <w:r w:rsidR="00394803" w:rsidRPr="006F699D">
        <w:t>connection</w:t>
      </w:r>
      <w:r w:rsidR="00646BEC">
        <w:t xml:space="preserve"> </w:t>
      </w:r>
      <w:r w:rsidR="00394803" w:rsidRPr="006F699D">
        <w:t>to</w:t>
      </w:r>
      <w:r w:rsidR="00646BEC">
        <w:t xml:space="preserve"> </w:t>
      </w:r>
      <w:r w:rsidR="00394803" w:rsidRPr="006F699D">
        <w:t>perform</w:t>
      </w:r>
      <w:r w:rsidR="00646BEC">
        <w:t xml:space="preserve"> </w:t>
      </w:r>
      <w:r w:rsidR="00394803" w:rsidRPr="006F699D">
        <w:t>manual</w:t>
      </w:r>
      <w:r w:rsidR="00646BEC">
        <w:t xml:space="preserve"> </w:t>
      </w:r>
      <w:r w:rsidR="00394803" w:rsidRPr="006F699D">
        <w:t>search</w:t>
      </w:r>
      <w:r w:rsidR="00646BEC">
        <w:t xml:space="preserve"> </w:t>
      </w:r>
      <w:r w:rsidR="00394803" w:rsidRPr="006F699D">
        <w:t>if</w:t>
      </w:r>
      <w:r w:rsidR="00646BEC">
        <w:t xml:space="preserve"> </w:t>
      </w:r>
      <w:r w:rsidR="00394803" w:rsidRPr="006F699D">
        <w:t>it</w:t>
      </w:r>
      <w:r w:rsidR="00646BEC">
        <w:t xml:space="preserve"> </w:t>
      </w:r>
      <w:r w:rsidR="00394803" w:rsidRPr="006F699D">
        <w:t>is</w:t>
      </w:r>
      <w:r w:rsidR="00646BEC">
        <w:t xml:space="preserve"> </w:t>
      </w:r>
      <w:r w:rsidR="00394803" w:rsidRPr="006F699D">
        <w:t>not</w:t>
      </w:r>
      <w:r w:rsidR="00646BEC">
        <w:t xml:space="preserve"> </w:t>
      </w:r>
      <w:r w:rsidR="00394803" w:rsidRPr="006F699D">
        <w:t>possible</w:t>
      </w:r>
      <w:r w:rsidR="00646BEC">
        <w:t xml:space="preserve"> </w:t>
      </w:r>
      <w:r w:rsidR="00394803" w:rsidRPr="006F699D">
        <w:t>to</w:t>
      </w:r>
      <w:r w:rsidR="00646BEC">
        <w:t xml:space="preserve"> </w:t>
      </w:r>
      <w:r w:rsidR="00394803" w:rsidRPr="006F699D">
        <w:t>perform</w:t>
      </w:r>
      <w:r w:rsidR="00646BEC">
        <w:t xml:space="preserve"> </w:t>
      </w:r>
      <w:r w:rsidR="00394803" w:rsidRPr="006F699D">
        <w:t>the</w:t>
      </w:r>
      <w:r w:rsidR="00646BEC">
        <w:t xml:space="preserve"> </w:t>
      </w:r>
      <w:r w:rsidR="00394803" w:rsidRPr="006F699D">
        <w:t>search</w:t>
      </w:r>
      <w:r w:rsidR="00646BEC">
        <w:t xml:space="preserve"> </w:t>
      </w:r>
      <w:r w:rsidR="00394803" w:rsidRPr="006F699D">
        <w:t>while</w:t>
      </w:r>
      <w:r w:rsidR="00646BEC">
        <w:t xml:space="preserve"> </w:t>
      </w:r>
      <w:r w:rsidR="00394803" w:rsidRPr="006F699D">
        <w:t>RRC</w:t>
      </w:r>
      <w:r w:rsidR="00646BEC">
        <w:t xml:space="preserve"> </w:t>
      </w:r>
      <w:r w:rsidR="00394803" w:rsidRPr="006F699D">
        <w:t>connected.</w:t>
      </w:r>
    </w:p>
    <w:p w14:paraId="1076E670" w14:textId="1B602F90" w:rsidR="00C7441E" w:rsidRPr="006F699D" w:rsidRDefault="00C7441E" w:rsidP="00377BCE">
      <w:pPr>
        <w:pStyle w:val="B1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ongoing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call,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acceptable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treated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duration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call.</w:t>
      </w:r>
    </w:p>
    <w:p w14:paraId="3C730DE9" w14:textId="1CD9142B" w:rsidR="0081643E" w:rsidRPr="006F699D" w:rsidRDefault="00CC252D" w:rsidP="0081643E">
      <w:pPr>
        <w:pStyle w:val="B1"/>
        <w:rPr>
          <w:lang w:eastAsia="zh-CN"/>
        </w:rPr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fulfils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conditions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="00664A93" w:rsidRPr="006F699D">
        <w:t>sidelink</w:t>
      </w:r>
      <w:r w:rsidR="00646BEC">
        <w:t xml:space="preserve"> </w:t>
      </w:r>
      <w:r w:rsidR="00664A93" w:rsidRPr="006F699D">
        <w:t>communication</w:t>
      </w:r>
      <w:r w:rsidR="00646BEC">
        <w:t xml:space="preserve"> </w:t>
      </w:r>
      <w:r w:rsidR="00B47C22" w:rsidRPr="006F699D">
        <w:rPr>
          <w:rFonts w:eastAsia="SimSun"/>
          <w:lang w:eastAsia="zh-CN"/>
        </w:rPr>
        <w:t>or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PS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related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sidelink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discovery</w:t>
      </w:r>
      <w:r w:rsidR="00646BEC">
        <w:rPr>
          <w:rFonts w:eastAsia="SimSun"/>
          <w:lang w:eastAsia="zh-CN"/>
        </w:rPr>
        <w:t xml:space="preserve"> </w:t>
      </w:r>
      <w:r w:rsidRPr="006F699D">
        <w:t>in</w:t>
      </w:r>
      <w:r w:rsidR="00646BEC">
        <w:t xml:space="preserve"> </w:t>
      </w:r>
      <w:r w:rsidRPr="006F699D">
        <w:t>limited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23.303</w:t>
      </w:r>
      <w:r w:rsidR="00646BEC">
        <w:t xml:space="preserve"> </w:t>
      </w:r>
      <w:r w:rsidR="006F699D" w:rsidRPr="006F699D">
        <w:t>[</w:t>
      </w:r>
      <w:r w:rsidR="00B47C22" w:rsidRPr="006F699D">
        <w:rPr>
          <w:rFonts w:eastAsia="SimSun"/>
          <w:lang w:eastAsia="zh-CN"/>
        </w:rPr>
        <w:t>29</w:t>
      </w:r>
      <w:r w:rsidRPr="006F699D">
        <w:t>,</w:t>
      </w:r>
      <w:r w:rsidR="00646BEC">
        <w:t xml:space="preserve"> </w:t>
      </w:r>
      <w:r w:rsidRPr="006F699D">
        <w:t>4.5.6],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="00664A93" w:rsidRPr="006F699D">
        <w:t>sidelink</w:t>
      </w:r>
      <w:r w:rsidR="00646BEC">
        <w:t xml:space="preserve"> </w:t>
      </w:r>
      <w:r w:rsidR="00664A93" w:rsidRPr="006F699D">
        <w:t>communication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or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PS-related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sidelink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discovery</w:t>
      </w:r>
      <w:r w:rsidRPr="006F699D">
        <w:t>.</w:t>
      </w:r>
    </w:p>
    <w:p w14:paraId="24E97877" w14:textId="6F5ED1D0" w:rsidR="00CC6278" w:rsidRPr="006F699D" w:rsidRDefault="0081643E" w:rsidP="00CC6278">
      <w:pPr>
        <w:pStyle w:val="B1"/>
      </w:pPr>
      <w:r w:rsidRPr="006F699D">
        <w:lastRenderedPageBreak/>
        <w:t>-</w:t>
      </w:r>
      <w:r w:rsidRPr="006F699D">
        <w:tab/>
      </w: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RRC_IDLE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fulfils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conditions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support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limited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state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specified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t>23.</w:t>
      </w:r>
      <w:r w:rsidR="006F699D" w:rsidRPr="006F699D">
        <w:rPr>
          <w:lang w:eastAsia="zh-CN"/>
        </w:rPr>
        <w:t>285</w:t>
      </w:r>
      <w:r w:rsidR="00646BEC">
        <w:rPr>
          <w:lang w:eastAsia="zh-CN"/>
        </w:rPr>
        <w:t xml:space="preserve"> </w:t>
      </w:r>
      <w:r w:rsidR="006F699D" w:rsidRPr="006F699D">
        <w:t>[</w:t>
      </w:r>
      <w:r w:rsidRPr="006F699D">
        <w:rPr>
          <w:lang w:eastAsia="zh-CN"/>
        </w:rPr>
        <w:t>36</w:t>
      </w:r>
      <w:r w:rsidRPr="006F699D">
        <w:t>,</w:t>
      </w:r>
      <w:r w:rsidR="00646BEC">
        <w:t xml:space="preserve"> </w:t>
      </w:r>
      <w:r w:rsidRPr="006F699D">
        <w:t>4.</w:t>
      </w:r>
      <w:r w:rsidRPr="006F699D">
        <w:rPr>
          <w:lang w:eastAsia="zh-CN"/>
        </w:rPr>
        <w:t>4</w:t>
      </w:r>
      <w:r w:rsidRPr="006F699D">
        <w:t>.</w:t>
      </w:r>
      <w:r w:rsidRPr="006F699D">
        <w:rPr>
          <w:lang w:eastAsia="zh-CN"/>
        </w:rPr>
        <w:t>8],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communication</w:t>
      </w:r>
      <w:r w:rsidRPr="006F699D">
        <w:t>.</w:t>
      </w:r>
    </w:p>
    <w:p w14:paraId="2BBF3863" w14:textId="0EB8E698" w:rsidR="00CC6278" w:rsidRPr="006F699D" w:rsidRDefault="00CC6278" w:rsidP="00CC6278">
      <w:r w:rsidRPr="006F699D">
        <w:t>For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categorization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above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per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type.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specification,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term</w:t>
      </w:r>
      <w:r w:rsidR="00646BEC">
        <w:t xml:space="preserve"> </w:t>
      </w:r>
      <w:r w:rsidRPr="006F699D">
        <w:t>suitable/acceptable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without</w:t>
      </w:r>
      <w:r w:rsidR="00646BEC">
        <w:t xml:space="preserve"> </w:t>
      </w:r>
      <w:r w:rsidRPr="006F699D">
        <w:t>specifying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means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suitable/acceptable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type(s)</w:t>
      </w:r>
      <w:r w:rsidR="00646BEC">
        <w:t xml:space="preserve"> </w:t>
      </w:r>
      <w:r w:rsidRPr="006F699D">
        <w:t>supported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UE.</w:t>
      </w:r>
    </w:p>
    <w:p w14:paraId="61E2E88F" w14:textId="5CC06EDB" w:rsidR="00CC252D" w:rsidRPr="006F699D" w:rsidRDefault="00CC6278" w:rsidP="00CC6278">
      <w:pPr>
        <w:pStyle w:val="NO"/>
      </w:pPr>
      <w:r w:rsidRPr="006F699D">
        <w:t>NOTE:</w:t>
      </w:r>
      <w:r w:rsidRPr="006F699D">
        <w:tab/>
        <w:t>The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considered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procedure.</w:t>
      </w:r>
    </w:p>
    <w:p w14:paraId="5900916F" w14:textId="01B58B6D" w:rsidR="00A635EF" w:rsidRPr="006F699D" w:rsidRDefault="00A635EF" w:rsidP="00A635EF">
      <w:pPr>
        <w:pStyle w:val="Heading2"/>
        <w:rPr>
          <w:lang w:eastAsia="ja-JP"/>
        </w:rPr>
      </w:pPr>
      <w:bookmarkStart w:id="46" w:name="_Toc29237873"/>
      <w:bookmarkStart w:id="47" w:name="_Toc46522990"/>
      <w:bookmarkStart w:id="48" w:name="_Toc100742568"/>
      <w:r w:rsidRPr="006F699D">
        <w:t>4.4</w:t>
      </w:r>
      <w:r w:rsidRPr="006F699D">
        <w:tab/>
        <w:t>NB-IoT</w:t>
      </w:r>
      <w:r w:rsidR="00646BEC">
        <w:t xml:space="preserve"> </w:t>
      </w:r>
      <w:r w:rsidRPr="006F699D">
        <w:t>functionality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rPr>
          <w:lang w:eastAsia="ja-JP"/>
        </w:rPr>
        <w:t>Mode</w:t>
      </w:r>
      <w:bookmarkEnd w:id="46"/>
      <w:bookmarkEnd w:id="47"/>
      <w:bookmarkEnd w:id="48"/>
    </w:p>
    <w:p w14:paraId="05D84737" w14:textId="5A765969" w:rsidR="00A635EF" w:rsidRPr="006F699D" w:rsidRDefault="00A635EF" w:rsidP="00A635EF">
      <w:r w:rsidRPr="006F699D">
        <w:t>This</w:t>
      </w:r>
      <w:r w:rsidR="00646BEC">
        <w:t xml:space="preserve"> </w:t>
      </w:r>
      <w:r w:rsidRPr="006F699D">
        <w:t>specification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NB-IoT,</w:t>
      </w:r>
      <w:r w:rsidR="00646BEC">
        <w:t xml:space="preserve"> </w:t>
      </w:r>
      <w:r w:rsidRPr="006F699D">
        <w:t>except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functionality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NB-IoT:</w:t>
      </w:r>
    </w:p>
    <w:p w14:paraId="5530AE12" w14:textId="02AC5C32" w:rsidR="00A635EF" w:rsidRPr="006F699D" w:rsidRDefault="00A635EF" w:rsidP="00A635EF">
      <w:pPr>
        <w:pStyle w:val="B1"/>
      </w:pPr>
      <w:r w:rsidRPr="006F699D">
        <w:t>-</w:t>
      </w:r>
      <w:r w:rsidRPr="006F699D">
        <w:tab/>
        <w:t>Acceptable</w:t>
      </w:r>
      <w:r w:rsidR="00646BEC">
        <w:t xml:space="preserve"> </w:t>
      </w:r>
      <w:r w:rsidRPr="006F699D">
        <w:t>cell</w:t>
      </w:r>
    </w:p>
    <w:p w14:paraId="4792BF02" w14:textId="6B582CE6" w:rsidR="00A635EF" w:rsidRPr="006F699D" w:rsidRDefault="00A635EF" w:rsidP="00A635EF">
      <w:pPr>
        <w:pStyle w:val="B1"/>
      </w:pPr>
      <w:r w:rsidRPr="006F699D">
        <w:t>-</w:t>
      </w:r>
      <w:r w:rsidRPr="006F699D">
        <w:tab/>
        <w:t>Accessibility</w:t>
      </w:r>
      <w:r w:rsidR="00646BEC">
        <w:t xml:space="preserve"> </w:t>
      </w:r>
      <w:r w:rsidRPr="006F699D">
        <w:t>measurements</w:t>
      </w:r>
    </w:p>
    <w:p w14:paraId="63B67ABA" w14:textId="628F1E42" w:rsidR="00A635EF" w:rsidRPr="006F699D" w:rsidRDefault="00A635EF" w:rsidP="00A635EF">
      <w:pPr>
        <w:pStyle w:val="B1"/>
      </w:pPr>
      <w:r w:rsidRPr="006F699D">
        <w:t>-</w:t>
      </w:r>
      <w:r w:rsidRPr="006F699D">
        <w:tab/>
        <w:t>Access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ACDC</w:t>
      </w:r>
      <w:r w:rsidR="00646BEC">
        <w:t xml:space="preserve"> </w:t>
      </w:r>
      <w:r w:rsidRPr="006F699D">
        <w:t>categories</w:t>
      </w:r>
    </w:p>
    <w:p w14:paraId="6A8F2AF4" w14:textId="50778FFC" w:rsidR="00721B52" w:rsidRPr="006F699D" w:rsidRDefault="00A635EF" w:rsidP="00721B52">
      <w:pPr>
        <w:pStyle w:val="B1"/>
      </w:pPr>
      <w:r w:rsidRPr="006F699D">
        <w:t>-</w:t>
      </w:r>
      <w:r w:rsidRPr="006F699D">
        <w:tab/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state</w:t>
      </w:r>
    </w:p>
    <w:p w14:paraId="116FB660" w14:textId="7856DA8C" w:rsidR="00A635EF" w:rsidRPr="006F699D" w:rsidRDefault="00721B52" w:rsidP="00721B52">
      <w:pPr>
        <w:pStyle w:val="B1"/>
      </w:pPr>
      <w:r w:rsidRPr="006F699D">
        <w:t>-</w:t>
      </w:r>
      <w:r w:rsidRPr="006F699D">
        <w:tab/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</w:t>
      </w:r>
    </w:p>
    <w:p w14:paraId="05B42B4A" w14:textId="6B517759" w:rsidR="00A635EF" w:rsidRPr="006F699D" w:rsidRDefault="00A635EF" w:rsidP="00A635EF">
      <w:pPr>
        <w:pStyle w:val="B1"/>
      </w:pPr>
      <w:r w:rsidRPr="006F699D">
        <w:t>-</w:t>
      </w:r>
      <w:r w:rsidRPr="006F699D">
        <w:tab/>
        <w:t>CSG,</w:t>
      </w:r>
      <w:r w:rsidR="00646BEC">
        <w:t xml:space="preserve"> </w:t>
      </w:r>
      <w:r w:rsidRPr="006F699D">
        <w:t>including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manual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Hybrid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related</w:t>
      </w:r>
      <w:r w:rsidR="00646BEC">
        <w:t xml:space="preserve"> </w:t>
      </w:r>
      <w:r w:rsidRPr="006F699D">
        <w:t>functionality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selection,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HNB</w:t>
      </w:r>
      <w:r w:rsidR="00646BEC">
        <w:t xml:space="preserve"> </w:t>
      </w:r>
      <w:r w:rsidRPr="006F699D">
        <w:t>name</w:t>
      </w:r>
      <w:r w:rsidR="00646BEC">
        <w:t xml:space="preserve"> </w:t>
      </w:r>
      <w:r w:rsidRPr="006F699D">
        <w:t>(SIB9),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reselection.</w:t>
      </w:r>
    </w:p>
    <w:p w14:paraId="6BED6203" w14:textId="0CE92ADD" w:rsidR="00A635EF" w:rsidRPr="006F699D" w:rsidRDefault="00A635EF" w:rsidP="00A635EF">
      <w:pPr>
        <w:pStyle w:val="B1"/>
      </w:pPr>
      <w:r w:rsidRPr="006F699D">
        <w:t>-</w:t>
      </w:r>
      <w:r w:rsidRPr="006F699D">
        <w:tab/>
        <w:t>Emergency</w:t>
      </w:r>
      <w:r w:rsidR="00646BEC">
        <w:t xml:space="preserve"> </w:t>
      </w:r>
      <w:r w:rsidRPr="006F699D">
        <w:t>call</w:t>
      </w:r>
    </w:p>
    <w:p w14:paraId="0CD60CC5" w14:textId="4C15B17E" w:rsidR="00A635EF" w:rsidRPr="006F699D" w:rsidRDefault="00A635EF" w:rsidP="00A635EF">
      <w:pPr>
        <w:pStyle w:val="B1"/>
      </w:pPr>
      <w:r w:rsidRPr="006F699D">
        <w:t>-</w:t>
      </w:r>
      <w:r w:rsidRPr="006F699D">
        <w:tab/>
        <w:t>E-UTRAN</w:t>
      </w:r>
      <w:r w:rsidR="00646BEC">
        <w:t xml:space="preserve"> </w:t>
      </w:r>
      <w:r w:rsidRPr="006F699D">
        <w:t>Inter-frequency</w:t>
      </w:r>
      <w:r w:rsidR="00646BEC">
        <w:t xml:space="preserve"> </w:t>
      </w:r>
      <w:r w:rsidRPr="006F699D">
        <w:t>Redistribution</w:t>
      </w:r>
      <w:r w:rsidR="00646BEC">
        <w:t xml:space="preserve"> </w:t>
      </w:r>
      <w:r w:rsidRPr="006F699D">
        <w:t>procedure</w:t>
      </w:r>
    </w:p>
    <w:p w14:paraId="0AB4A8D4" w14:textId="01426C42" w:rsidR="00A635EF" w:rsidRPr="006F699D" w:rsidRDefault="00A635EF" w:rsidP="00A635EF">
      <w:pPr>
        <w:pStyle w:val="B1"/>
      </w:pPr>
      <w:r w:rsidRPr="006F699D">
        <w:t>-</w:t>
      </w:r>
      <w:r w:rsidRPr="006F699D">
        <w:tab/>
        <w:t>Inter-RAT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including</w:t>
      </w:r>
      <w:r w:rsidR="00646BEC">
        <w:t xml:space="preserve"> </w:t>
      </w:r>
      <w:r w:rsidRPr="006F699D">
        <w:t>measurements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other</w:t>
      </w:r>
      <w:r w:rsidR="00646BEC">
        <w:t xml:space="preserve"> </w:t>
      </w:r>
      <w:r w:rsidRPr="006F699D">
        <w:t>RATs</w:t>
      </w:r>
    </w:p>
    <w:p w14:paraId="4FBD7686" w14:textId="68914FF3" w:rsidR="00A635EF" w:rsidRPr="006F699D" w:rsidRDefault="00A635EF" w:rsidP="00A635EF">
      <w:pPr>
        <w:pStyle w:val="B1"/>
      </w:pPr>
      <w:r w:rsidRPr="006F699D">
        <w:t>-</w:t>
      </w:r>
      <w:r w:rsidRPr="006F699D">
        <w:tab/>
        <w:t>Logged</w:t>
      </w:r>
      <w:r w:rsidR="00646BEC">
        <w:t xml:space="preserve"> </w:t>
      </w:r>
      <w:r w:rsidRPr="006F699D">
        <w:t>measurements</w:t>
      </w:r>
    </w:p>
    <w:p w14:paraId="3278E4A6" w14:textId="5E0A1AC3" w:rsidR="00A635EF" w:rsidRPr="006F699D" w:rsidRDefault="00A635EF" w:rsidP="00A635EF">
      <w:pPr>
        <w:pStyle w:val="B1"/>
      </w:pPr>
      <w:r w:rsidRPr="006F699D">
        <w:t>-</w:t>
      </w:r>
      <w:r w:rsidRPr="006F699D">
        <w:tab/>
        <w:t>Mobility</w:t>
      </w:r>
      <w:r w:rsidR="00646BEC">
        <w:t xml:space="preserve"> </w:t>
      </w:r>
      <w:r w:rsidRPr="006F699D">
        <w:t>History</w:t>
      </w:r>
      <w:r w:rsidR="00646BEC">
        <w:t xml:space="preserve"> </w:t>
      </w:r>
      <w:r w:rsidRPr="006F699D">
        <w:t>Information</w:t>
      </w:r>
    </w:p>
    <w:p w14:paraId="62E87258" w14:textId="421917D6" w:rsidR="00A635EF" w:rsidRPr="006F699D" w:rsidRDefault="00A635EF" w:rsidP="00A635EF">
      <w:pPr>
        <w:pStyle w:val="B1"/>
      </w:pPr>
      <w:r w:rsidRPr="006F699D">
        <w:t>-</w:t>
      </w:r>
      <w:r w:rsidRPr="006F699D">
        <w:tab/>
        <w:t>Mobility</w:t>
      </w:r>
      <w:r w:rsidR="00646BEC">
        <w:t xml:space="preserve"> </w:t>
      </w:r>
      <w:r w:rsidRPr="006F699D">
        <w:t>states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</w:p>
    <w:p w14:paraId="0A778319" w14:textId="28742E9D" w:rsidR="00A635EF" w:rsidRPr="006F699D" w:rsidRDefault="00A635EF" w:rsidP="00A635EF">
      <w:pPr>
        <w:pStyle w:val="B1"/>
      </w:pPr>
      <w:r w:rsidRPr="006F699D">
        <w:t>-</w:t>
      </w:r>
      <w:r w:rsidRPr="006F699D">
        <w:tab/>
        <w:t>Priority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reselection</w:t>
      </w:r>
    </w:p>
    <w:p w14:paraId="25ED037E" w14:textId="59049602" w:rsidR="00A635EF" w:rsidRPr="006F699D" w:rsidRDefault="00A635EF" w:rsidP="00A635EF">
      <w:pPr>
        <w:pStyle w:val="B1"/>
      </w:pPr>
      <w:r w:rsidRPr="006F699D">
        <w:t>-</w:t>
      </w:r>
      <w:r w:rsidRPr="006F699D">
        <w:tab/>
        <w:t>Public</w:t>
      </w:r>
      <w:r w:rsidR="00646BEC">
        <w:t xml:space="preserve"> </w:t>
      </w:r>
      <w:r w:rsidRPr="006F699D">
        <w:t>warning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including</w:t>
      </w:r>
      <w:r w:rsidR="00646BEC">
        <w:t xml:space="preserve"> </w:t>
      </w:r>
      <w:r w:rsidRPr="006F699D">
        <w:t>CMAS,</w:t>
      </w:r>
      <w:r w:rsidR="00646BEC">
        <w:t xml:space="preserve"> </w:t>
      </w:r>
      <w:r w:rsidRPr="006F699D">
        <w:t>ETWS,</w:t>
      </w:r>
      <w:r w:rsidR="00646BEC">
        <w:t xml:space="preserve"> </w:t>
      </w:r>
      <w:r w:rsidRPr="006F699D">
        <w:t>PWS.</w:t>
      </w:r>
    </w:p>
    <w:p w14:paraId="10ABAF1A" w14:textId="00379AD3" w:rsidR="00721B52" w:rsidRPr="006F699D" w:rsidRDefault="00A635EF" w:rsidP="00721B52">
      <w:pPr>
        <w:pStyle w:val="B1"/>
      </w:pPr>
      <w:r w:rsidRPr="006F699D">
        <w:t>-</w:t>
      </w:r>
      <w:r w:rsidRPr="006F699D">
        <w:tab/>
        <w:t>RAN-assisted</w:t>
      </w:r>
      <w:r w:rsidR="00646BEC">
        <w:t xml:space="preserve"> </w:t>
      </w:r>
      <w:r w:rsidRPr="006F699D">
        <w:t>WLAN</w:t>
      </w:r>
      <w:r w:rsidR="00646BEC">
        <w:t xml:space="preserve"> </w:t>
      </w:r>
      <w:r w:rsidRPr="006F699D">
        <w:t>interworking</w:t>
      </w:r>
    </w:p>
    <w:p w14:paraId="25692002" w14:textId="2AF9AB73" w:rsidR="00A635EF" w:rsidRPr="006F699D" w:rsidRDefault="00721B52" w:rsidP="00721B52">
      <w:pPr>
        <w:pStyle w:val="B1"/>
      </w:pPr>
      <w:r w:rsidRPr="006F699D">
        <w:t>-</w:t>
      </w:r>
      <w:r w:rsidRPr="006F699D">
        <w:tab/>
        <w:t>RRC_INACTIVE</w:t>
      </w:r>
      <w:r w:rsidR="00646BEC">
        <w:t xml:space="preserve"> </w:t>
      </w:r>
      <w:r w:rsidRPr="006F699D">
        <w:t>state</w:t>
      </w:r>
    </w:p>
    <w:p w14:paraId="4CFDC2F8" w14:textId="11513044" w:rsidR="00A635EF" w:rsidRPr="006F699D" w:rsidRDefault="00A635EF" w:rsidP="00A635EF">
      <w:pPr>
        <w:pStyle w:val="B1"/>
      </w:pPr>
      <w:r w:rsidRPr="006F699D">
        <w:t>-</w:t>
      </w:r>
      <w:r w:rsidRPr="006F699D">
        <w:tab/>
        <w:t>Sidelink</w:t>
      </w:r>
      <w:r w:rsidR="00646BEC">
        <w:t xml:space="preserve"> </w:t>
      </w:r>
      <w:r w:rsidRPr="006F699D">
        <w:t>operation</w:t>
      </w:r>
    </w:p>
    <w:p w14:paraId="3E2D808E" w14:textId="39B9FAB1" w:rsidR="003072BD" w:rsidRPr="006F699D" w:rsidRDefault="003072BD" w:rsidP="00377BCE">
      <w:pPr>
        <w:pStyle w:val="Heading1"/>
      </w:pPr>
      <w:bookmarkStart w:id="49" w:name="_Toc29237874"/>
      <w:bookmarkStart w:id="50" w:name="_Toc46522991"/>
      <w:bookmarkStart w:id="51" w:name="_Toc100742569"/>
      <w:r w:rsidRPr="006F699D">
        <w:t>5</w:t>
      </w:r>
      <w:r w:rsidRPr="006F699D">
        <w:tab/>
        <w:t>Process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descriptions</w:t>
      </w:r>
      <w:bookmarkEnd w:id="49"/>
      <w:bookmarkEnd w:id="50"/>
      <w:bookmarkEnd w:id="51"/>
    </w:p>
    <w:p w14:paraId="72A9A6F8" w14:textId="76264D08" w:rsidR="004A0D08" w:rsidRPr="006F699D" w:rsidRDefault="004A0D08" w:rsidP="00377BCE">
      <w:pPr>
        <w:pStyle w:val="Heading2"/>
        <w:ind w:left="0" w:firstLine="0"/>
      </w:pPr>
      <w:bookmarkStart w:id="52" w:name="_Toc29237875"/>
      <w:bookmarkStart w:id="53" w:name="_Toc46522992"/>
      <w:bookmarkStart w:id="54" w:name="_Ref434309180"/>
      <w:bookmarkStart w:id="55" w:name="_Toc100742570"/>
      <w:r w:rsidRPr="006F699D">
        <w:t>5.1</w:t>
      </w:r>
      <w:r w:rsidRPr="006F699D">
        <w:tab/>
        <w:t>PLMN</w:t>
      </w:r>
      <w:r w:rsidR="00646BEC">
        <w:t xml:space="preserve"> </w:t>
      </w:r>
      <w:r w:rsidRPr="006F699D">
        <w:t>selection</w:t>
      </w:r>
      <w:bookmarkEnd w:id="52"/>
      <w:bookmarkEnd w:id="53"/>
      <w:bookmarkEnd w:id="55"/>
    </w:p>
    <w:bookmarkEnd w:id="54"/>
    <w:p w14:paraId="71775AB2" w14:textId="4D52A4AE" w:rsidR="001D70BA" w:rsidRPr="006F699D" w:rsidRDefault="001D70BA" w:rsidP="00377BCE"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AS</w:t>
      </w:r>
      <w:r w:rsidR="00646BEC">
        <w:rPr>
          <w:lang w:eastAsia="ja-JP"/>
        </w:rPr>
        <w:t xml:space="preserve"> </w:t>
      </w:r>
      <w:r w:rsidRPr="006F699D">
        <w:t>shall</w:t>
      </w:r>
      <w:r w:rsidR="00646BEC">
        <w:t xml:space="preserve"> </w:t>
      </w:r>
      <w:r w:rsidRPr="006F699D">
        <w:t>report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</w:t>
      </w:r>
      <w:r w:rsidR="00646BEC">
        <w:rPr>
          <w:lang w:eastAsia="ja-JP"/>
        </w:rPr>
        <w:t xml:space="preserve"> </w:t>
      </w:r>
      <w:r w:rsidRPr="006F699D">
        <w:t>on</w:t>
      </w:r>
      <w:r w:rsidR="00646BEC">
        <w:t xml:space="preserve"> </w:t>
      </w:r>
      <w:r w:rsidRPr="006F699D">
        <w:t>request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</w:t>
      </w:r>
      <w:r w:rsidR="00646BEC">
        <w:rPr>
          <w:lang w:eastAsia="ja-JP"/>
        </w:rPr>
        <w:t xml:space="preserve"> </w:t>
      </w:r>
      <w:r w:rsidRPr="006F699D">
        <w:t>or</w:t>
      </w:r>
      <w:r w:rsidR="00646BEC">
        <w:t xml:space="preserve"> </w:t>
      </w:r>
      <w:r w:rsidRPr="006F699D">
        <w:t>autonomously.</w:t>
      </w:r>
      <w:r w:rsidR="00646BEC">
        <w:t xml:space="preserve"> </w:t>
      </w:r>
      <w:r w:rsidR="00CC6278" w:rsidRPr="006F699D">
        <w:t>For</w:t>
      </w:r>
      <w:r w:rsidR="00646BEC">
        <w:t xml:space="preserve"> </w:t>
      </w:r>
      <w:r w:rsidR="00CC6278" w:rsidRPr="006F699D">
        <w:t>E-UTRA,</w:t>
      </w:r>
      <w:r w:rsidR="00646BEC">
        <w:t xml:space="preserve"> </w:t>
      </w:r>
      <w:r w:rsidR="00CC6278" w:rsidRPr="006F699D">
        <w:t>if</w:t>
      </w:r>
      <w:r w:rsidR="00646BEC">
        <w:t xml:space="preserve"> </w:t>
      </w:r>
      <w:r w:rsidR="00CC6278" w:rsidRPr="006F699D">
        <w:t>UE</w:t>
      </w:r>
      <w:r w:rsidR="00646BEC">
        <w:t xml:space="preserve"> </w:t>
      </w:r>
      <w:r w:rsidR="00CC6278" w:rsidRPr="006F699D">
        <w:t>supports</w:t>
      </w:r>
      <w:r w:rsidR="00646BEC">
        <w:t xml:space="preserve"> </w:t>
      </w:r>
      <w:r w:rsidR="00CC6278" w:rsidRPr="006F699D">
        <w:t>E-UTRA</w:t>
      </w:r>
      <w:r w:rsidR="00646BEC">
        <w:t xml:space="preserve"> </w:t>
      </w:r>
      <w:r w:rsidR="00CC6278" w:rsidRPr="006F699D">
        <w:t>connected</w:t>
      </w:r>
      <w:r w:rsidR="00646BEC">
        <w:t xml:space="preserve"> </w:t>
      </w:r>
      <w:r w:rsidR="00CC6278" w:rsidRPr="006F699D">
        <w:t>to</w:t>
      </w:r>
      <w:r w:rsidR="00646BEC">
        <w:t xml:space="preserve"> </w:t>
      </w:r>
      <w:r w:rsidR="00CC6278" w:rsidRPr="006F699D">
        <w:t>5GC,</w:t>
      </w:r>
      <w:r w:rsidR="00646BEC">
        <w:t xml:space="preserve"> </w:t>
      </w:r>
      <w:r w:rsidR="00CC6278" w:rsidRPr="006F699D">
        <w:t>the</w:t>
      </w:r>
      <w:r w:rsidR="00646BEC">
        <w:t xml:space="preserve"> </w:t>
      </w:r>
      <w:r w:rsidR="00CC6278" w:rsidRPr="006F699D">
        <w:t>AS</w:t>
      </w:r>
      <w:r w:rsidR="00646BEC">
        <w:t xml:space="preserve"> </w:t>
      </w:r>
      <w:r w:rsidR="00CC6278" w:rsidRPr="006F699D">
        <w:t>shall</w:t>
      </w:r>
      <w:r w:rsidR="00646BEC">
        <w:t xml:space="preserve"> </w:t>
      </w:r>
      <w:r w:rsidR="00CC6278" w:rsidRPr="006F699D">
        <w:t>also</w:t>
      </w:r>
      <w:r w:rsidR="00646BEC">
        <w:t xml:space="preserve"> </w:t>
      </w:r>
      <w:r w:rsidR="00CC6278" w:rsidRPr="006F699D">
        <w:t>report</w:t>
      </w:r>
      <w:r w:rsidR="00646BEC">
        <w:t xml:space="preserve"> </w:t>
      </w:r>
      <w:r w:rsidR="00CC6278" w:rsidRPr="006F699D">
        <w:t>CN</w:t>
      </w:r>
      <w:r w:rsidR="00646BEC">
        <w:t xml:space="preserve"> </w:t>
      </w:r>
      <w:r w:rsidR="00CC6278" w:rsidRPr="006F699D">
        <w:t>type</w:t>
      </w:r>
      <w:r w:rsidR="00646BEC">
        <w:t xml:space="preserve"> </w:t>
      </w:r>
      <w:r w:rsidR="00CC6278" w:rsidRPr="006F699D">
        <w:t>associated</w:t>
      </w:r>
      <w:r w:rsidR="00646BEC">
        <w:t xml:space="preserve"> </w:t>
      </w:r>
      <w:r w:rsidR="00CC6278" w:rsidRPr="006F699D">
        <w:t>with</w:t>
      </w:r>
      <w:r w:rsidR="00646BEC">
        <w:t xml:space="preserve"> </w:t>
      </w:r>
      <w:r w:rsidR="00CC6278" w:rsidRPr="006F699D">
        <w:t>the</w:t>
      </w:r>
      <w:r w:rsidR="00646BEC">
        <w:t xml:space="preserve"> </w:t>
      </w:r>
      <w:r w:rsidR="00CC6278" w:rsidRPr="006F699D">
        <w:t>PLMN</w:t>
      </w:r>
      <w:r w:rsidR="00646BEC">
        <w:t xml:space="preserve"> </w:t>
      </w:r>
      <w:r w:rsidR="00CC6278" w:rsidRPr="006F699D">
        <w:t>to</w:t>
      </w:r>
      <w:r w:rsidR="00646BEC">
        <w:t xml:space="preserve"> </w:t>
      </w:r>
      <w:r w:rsidR="00CC6278" w:rsidRPr="006F699D">
        <w:t>NAS.</w:t>
      </w:r>
    </w:p>
    <w:p w14:paraId="0ADF605E" w14:textId="302CB096" w:rsidR="001D70BA" w:rsidRPr="006F699D" w:rsidRDefault="001D70BA" w:rsidP="00377BCE">
      <w:pPr>
        <w:rPr>
          <w:lang w:eastAsia="ko-KR"/>
        </w:rPr>
      </w:pPr>
      <w:r w:rsidRPr="006F699D">
        <w:rPr>
          <w:lang w:eastAsia="ko-KR"/>
        </w:rPr>
        <w:t>During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selection,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based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list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identities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priority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order,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</w:t>
      </w:r>
      <w:r w:rsidRPr="006F699D">
        <w:t>he</w:t>
      </w:r>
      <w:r w:rsidR="00646BEC">
        <w:t xml:space="preserve"> </w:t>
      </w:r>
      <w:r w:rsidRPr="006F699D">
        <w:t>particular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either</w:t>
      </w:r>
      <w:r w:rsidR="00646BEC">
        <w:t xml:space="preserve"> </w:t>
      </w:r>
      <w:r w:rsidRPr="006F699D">
        <w:t>automatically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manually</w:t>
      </w:r>
      <w:r w:rsidRPr="006F699D">
        <w:rPr>
          <w:lang w:eastAsia="ko-KR"/>
        </w:rPr>
        <w:t>.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Each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list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identities</w:t>
      </w:r>
      <w:r w:rsidR="00646BEC">
        <w:rPr>
          <w:lang w:eastAsia="ko-KR"/>
        </w:rPr>
        <w:t xml:space="preserve"> </w:t>
      </w:r>
      <w:r w:rsidR="00C14499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identified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C14499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'PLMN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identity'.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system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information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broadcast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channel,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can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receive</w:t>
      </w:r>
      <w:r w:rsidR="00646BEC">
        <w:rPr>
          <w:lang w:eastAsia="ko-KR"/>
        </w:rPr>
        <w:t xml:space="preserve"> </w:t>
      </w:r>
      <w:r w:rsidR="009237E4" w:rsidRPr="006F699D">
        <w:rPr>
          <w:lang w:eastAsia="ko-KR"/>
        </w:rPr>
        <w:t>one</w:t>
      </w:r>
      <w:r w:rsidR="00646BEC">
        <w:rPr>
          <w:lang w:eastAsia="ko-KR"/>
        </w:rPr>
        <w:t xml:space="preserve"> </w:t>
      </w:r>
      <w:r w:rsidR="009237E4"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="009237E4" w:rsidRPr="006F699D">
        <w:rPr>
          <w:lang w:eastAsia="ko-KR"/>
        </w:rPr>
        <w:t>multiple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'PLMN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identity'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(and</w:t>
      </w:r>
      <w:r w:rsidR="00CC6278" w:rsidRPr="006F699D">
        <w:rPr>
          <w:lang w:eastAsia="ko-KR"/>
        </w:rPr>
        <w:t>,</w:t>
      </w:r>
      <w:r w:rsidR="00646BEC">
        <w:rPr>
          <w:lang w:eastAsia="ko-KR"/>
        </w:rPr>
        <w:t xml:space="preserve"> </w:t>
      </w:r>
      <w:r w:rsidR="00CC6278"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CC6278" w:rsidRPr="006F699D">
        <w:rPr>
          <w:lang w:eastAsia="ko-KR"/>
        </w:rPr>
        <w:t>E-UTRA,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CN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type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associated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with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PLMN)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given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cell.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result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selection</w:t>
      </w:r>
      <w:r w:rsidR="00646BEC">
        <w:rPr>
          <w:lang w:eastAsia="ko-KR"/>
        </w:rPr>
        <w:t xml:space="preserve"> </w:t>
      </w:r>
      <w:r w:rsidR="009237E4" w:rsidRPr="006F699D">
        <w:rPr>
          <w:lang w:eastAsia="ko-KR"/>
        </w:rPr>
        <w:t>performed</w:t>
      </w:r>
      <w:r w:rsidR="00646BEC">
        <w:rPr>
          <w:lang w:eastAsia="ko-KR"/>
        </w:rPr>
        <w:t xml:space="preserve"> </w:t>
      </w:r>
      <w:r w:rsidR="009237E4"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9237E4" w:rsidRPr="006F699D">
        <w:rPr>
          <w:lang w:eastAsia="ko-KR"/>
        </w:rPr>
        <w:t>NAS</w:t>
      </w:r>
      <w:r w:rsidR="00646BEC">
        <w:rPr>
          <w:lang w:eastAsia="ko-KR"/>
        </w:rPr>
        <w:t xml:space="preserve"> </w:t>
      </w:r>
      <w:r w:rsidR="009237E4" w:rsidRPr="006F699D">
        <w:rPr>
          <w:lang w:eastAsia="ko-KR"/>
        </w:rPr>
        <w:t>(see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23.122</w:t>
      </w:r>
      <w:r w:rsidR="00646BEC">
        <w:rPr>
          <w:lang w:eastAsia="ko-KR"/>
        </w:rPr>
        <w:t xml:space="preserve"> </w:t>
      </w:r>
      <w:r w:rsidR="006F699D" w:rsidRPr="006F699D">
        <w:rPr>
          <w:lang w:eastAsia="ja-JP"/>
        </w:rPr>
        <w:t>[</w:t>
      </w:r>
      <w:r w:rsidR="009237E4" w:rsidRPr="006F699D">
        <w:rPr>
          <w:lang w:eastAsia="ja-JP"/>
        </w:rPr>
        <w:t>5]</w:t>
      </w:r>
      <w:r w:rsidR="009237E4" w:rsidRPr="006F699D">
        <w:rPr>
          <w:lang w:eastAsia="ko-KR"/>
        </w:rPr>
        <w:t>)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identifier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ja-JP"/>
        </w:rPr>
        <w:t>selected</w:t>
      </w:r>
      <w:r w:rsidR="00646BEC">
        <w:rPr>
          <w:lang w:eastAsia="ja-JP"/>
        </w:rPr>
        <w:t xml:space="preserve"> </w:t>
      </w:r>
      <w:r w:rsidRPr="006F699D">
        <w:rPr>
          <w:lang w:eastAsia="ko-KR"/>
        </w:rPr>
        <w:t>PLMN</w:t>
      </w:r>
      <w:r w:rsidR="009237E4" w:rsidRPr="006F699D">
        <w:rPr>
          <w:lang w:eastAsia="ko-KR"/>
        </w:rPr>
        <w:t>.</w:t>
      </w:r>
    </w:p>
    <w:p w14:paraId="3680B9CF" w14:textId="77777777" w:rsidR="0049428F" w:rsidRPr="006F699D" w:rsidRDefault="0049428F" w:rsidP="00377BCE">
      <w:pPr>
        <w:pStyle w:val="Heading3"/>
      </w:pPr>
      <w:bookmarkStart w:id="56" w:name="_Toc29237876"/>
      <w:bookmarkStart w:id="57" w:name="_Toc46522993"/>
      <w:bookmarkStart w:id="58" w:name="_Toc100742571"/>
      <w:r w:rsidRPr="006F699D">
        <w:lastRenderedPageBreak/>
        <w:t>5.1.</w:t>
      </w:r>
      <w:r w:rsidRPr="006F699D">
        <w:rPr>
          <w:lang w:eastAsia="ja-JP"/>
        </w:rPr>
        <w:t>1</w:t>
      </w:r>
      <w:r w:rsidRPr="006F699D">
        <w:tab/>
        <w:t>Void</w:t>
      </w:r>
      <w:bookmarkEnd w:id="56"/>
      <w:bookmarkEnd w:id="57"/>
      <w:bookmarkEnd w:id="58"/>
    </w:p>
    <w:p w14:paraId="036514DE" w14:textId="0C54BAF3" w:rsidR="001D70BA" w:rsidRPr="006F699D" w:rsidRDefault="001D70BA" w:rsidP="00377BCE">
      <w:pPr>
        <w:pStyle w:val="Heading3"/>
      </w:pPr>
      <w:bookmarkStart w:id="59" w:name="_Toc29237877"/>
      <w:bookmarkStart w:id="60" w:name="_Toc46522994"/>
      <w:bookmarkStart w:id="61" w:name="_Toc100742572"/>
      <w:r w:rsidRPr="006F699D">
        <w:t>5.1.</w:t>
      </w:r>
      <w:r w:rsidRPr="006F699D">
        <w:rPr>
          <w:lang w:eastAsia="ja-JP"/>
        </w:rPr>
        <w:t>2</w:t>
      </w:r>
      <w:r w:rsidR="00FD1DF6" w:rsidRPr="006F699D">
        <w:tab/>
        <w:t>Support</w:t>
      </w:r>
      <w:r w:rsidR="00646BEC">
        <w:t xml:space="preserve"> </w:t>
      </w:r>
      <w:r w:rsidR="00FD1DF6" w:rsidRPr="006F699D">
        <w:t>for</w:t>
      </w:r>
      <w:r w:rsidR="00646BEC">
        <w:t xml:space="preserve"> </w:t>
      </w:r>
      <w:r w:rsidR="00FD1DF6" w:rsidRPr="006F699D">
        <w:t>PLMN</w:t>
      </w:r>
      <w:r w:rsidR="00646BEC">
        <w:t xml:space="preserve"> </w:t>
      </w:r>
      <w:r w:rsidR="00FD1DF6" w:rsidRPr="006F699D">
        <w:t>s</w:t>
      </w:r>
      <w:r w:rsidRPr="006F699D">
        <w:t>election</w:t>
      </w:r>
      <w:bookmarkEnd w:id="59"/>
      <w:bookmarkEnd w:id="60"/>
      <w:bookmarkEnd w:id="61"/>
    </w:p>
    <w:p w14:paraId="57DE33E2" w14:textId="77777777" w:rsidR="001D70BA" w:rsidRPr="006F699D" w:rsidRDefault="001D70BA" w:rsidP="00377BCE">
      <w:pPr>
        <w:pStyle w:val="Heading4"/>
      </w:pPr>
      <w:bookmarkStart w:id="62" w:name="_Toc29237878"/>
      <w:bookmarkStart w:id="63" w:name="_Toc46522995"/>
      <w:bookmarkStart w:id="64" w:name="_Toc100742573"/>
      <w:r w:rsidRPr="006F699D">
        <w:t>5.1.2.1</w:t>
      </w:r>
      <w:r w:rsidRPr="006F699D">
        <w:tab/>
        <w:t>General</w:t>
      </w:r>
      <w:bookmarkEnd w:id="62"/>
      <w:bookmarkEnd w:id="63"/>
      <w:bookmarkEnd w:id="64"/>
    </w:p>
    <w:p w14:paraId="02793787" w14:textId="426C4F17" w:rsidR="001D70BA" w:rsidRPr="006F699D" w:rsidRDefault="001D70BA" w:rsidP="00377BCE">
      <w:r w:rsidRPr="006F699D">
        <w:t>On</w:t>
      </w:r>
      <w:r w:rsidR="00646BEC">
        <w:t xml:space="preserve"> </w:t>
      </w:r>
      <w:r w:rsidRPr="006F699D">
        <w:t>request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</w:t>
      </w:r>
      <w:r w:rsidR="00646BEC">
        <w:rPr>
          <w:lang w:eastAsia="ja-JP"/>
        </w:rPr>
        <w:t xml:space="preserve"> </w:t>
      </w:r>
      <w:r w:rsidRPr="006F699D">
        <w:t>the</w:t>
      </w:r>
      <w:r w:rsidR="00646BEC">
        <w:t xml:space="preserve"> </w:t>
      </w:r>
      <w:r w:rsidRPr="006F699D">
        <w:t>AS</w:t>
      </w:r>
      <w:r w:rsidR="00646BEC">
        <w:rPr>
          <w:lang w:eastAsia="ja-JP"/>
        </w:rPr>
        <w:t xml:space="preserve"> </w:t>
      </w:r>
      <w:r w:rsidR="001A4630" w:rsidRPr="006F699D">
        <w:t>shall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report</w:t>
      </w:r>
      <w:r w:rsidR="00646BEC">
        <w:t xml:space="preserve"> </w:t>
      </w:r>
      <w:r w:rsidRPr="006F699D">
        <w:t>them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NAS.</w:t>
      </w:r>
    </w:p>
    <w:p w14:paraId="7F53E206" w14:textId="2EEAC319" w:rsidR="001D70BA" w:rsidRPr="006F699D" w:rsidRDefault="001D70BA" w:rsidP="00377BCE">
      <w:pPr>
        <w:pStyle w:val="Heading4"/>
      </w:pPr>
      <w:bookmarkStart w:id="65" w:name="_Toc29237879"/>
      <w:bookmarkStart w:id="66" w:name="_Toc46522996"/>
      <w:bookmarkStart w:id="67" w:name="_Toc100742574"/>
      <w:r w:rsidRPr="006F699D">
        <w:t>5.1.2.2</w:t>
      </w:r>
      <w:r w:rsidRPr="006F699D">
        <w:tab/>
        <w:t>E-UTRA</w:t>
      </w:r>
      <w:r w:rsidR="00646BEC">
        <w:t xml:space="preserve"> </w:t>
      </w:r>
      <w:r w:rsidR="00A635EF" w:rsidRPr="006F699D">
        <w:t>and</w:t>
      </w:r>
      <w:r w:rsidR="00646BEC">
        <w:t xml:space="preserve"> </w:t>
      </w:r>
      <w:r w:rsidR="00A635EF" w:rsidRPr="006F699D">
        <w:t>NB-IoT</w:t>
      </w:r>
      <w:r w:rsidR="00646BEC">
        <w:t xml:space="preserve"> </w:t>
      </w:r>
      <w:r w:rsidRPr="006F699D">
        <w:t>case</w:t>
      </w:r>
      <w:bookmarkEnd w:id="65"/>
      <w:bookmarkEnd w:id="66"/>
      <w:bookmarkEnd w:id="67"/>
    </w:p>
    <w:p w14:paraId="5012F1EC" w14:textId="2A330D41" w:rsidR="001D70BA" w:rsidRPr="006F699D" w:rsidRDefault="001D70BA" w:rsidP="00377BCE">
      <w:pPr>
        <w:rPr>
          <w:snapToGrid w:val="0"/>
        </w:rPr>
      </w:pP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scan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RF</w:t>
      </w:r>
      <w:r w:rsidR="00646BEC">
        <w:t xml:space="preserve"> </w:t>
      </w:r>
      <w:r w:rsidRPr="006F699D">
        <w:t>channels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bands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its</w:t>
      </w:r>
      <w:r w:rsidR="00646BEC">
        <w:t xml:space="preserve"> </w:t>
      </w:r>
      <w:r w:rsidRPr="006F699D">
        <w:t>capabilities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find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PLMNs.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each</w:t>
      </w:r>
      <w:r w:rsidR="00646BEC">
        <w:t xml:space="preserve"> </w:t>
      </w:r>
      <w:r w:rsidRPr="006F699D">
        <w:t>carrier,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strongest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read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its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system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information,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order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find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out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which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1F4E4E" w:rsidRPr="006F699D">
        <w:rPr>
          <w:snapToGrid w:val="0"/>
        </w:rPr>
        <w:t>(s)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belongs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Pr="006F699D">
        <w:t>.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If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can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read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one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several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identit</w:t>
      </w:r>
      <w:r w:rsidRPr="006F699D">
        <w:rPr>
          <w:snapToGrid w:val="0"/>
          <w:lang w:eastAsia="ja-JP"/>
        </w:rPr>
        <w:t>ies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strongest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cell,</w:t>
      </w:r>
      <w:r w:rsidR="00646BEC">
        <w:rPr>
          <w:snapToGrid w:val="0"/>
        </w:rPr>
        <w:t xml:space="preserve"> </w:t>
      </w:r>
      <w:r w:rsidRPr="006F699D">
        <w:rPr>
          <w:snapToGrid w:val="0"/>
          <w:lang w:eastAsia="ja-JP"/>
        </w:rPr>
        <w:t>each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found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(see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reading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F699D" w:rsidRPr="006F699D">
        <w:rPr>
          <w:snapToGrid w:val="0"/>
        </w:rPr>
        <w:t>TS</w:t>
      </w:r>
      <w:r w:rsidR="00646BEC">
        <w:rPr>
          <w:snapToGrid w:val="0"/>
        </w:rPr>
        <w:t xml:space="preserve"> </w:t>
      </w:r>
      <w:r w:rsidR="006F699D" w:rsidRPr="006F699D">
        <w:rPr>
          <w:snapToGrid w:val="0"/>
        </w:rPr>
        <w:t>36.331</w:t>
      </w:r>
      <w:r w:rsidR="00646BEC">
        <w:rPr>
          <w:snapToGrid w:val="0"/>
        </w:rPr>
        <w:t xml:space="preserve"> </w:t>
      </w:r>
      <w:r w:rsidR="006F699D" w:rsidRPr="006F699D">
        <w:rPr>
          <w:snapToGrid w:val="0"/>
        </w:rPr>
        <w:t>[</w:t>
      </w:r>
      <w:r w:rsidR="00057D27" w:rsidRPr="006F699D">
        <w:rPr>
          <w:snapToGrid w:val="0"/>
        </w:rPr>
        <w:t>3]</w:t>
      </w:r>
      <w:r w:rsidRPr="006F699D">
        <w:rPr>
          <w:snapToGrid w:val="0"/>
        </w:rPr>
        <w:t>)</w:t>
      </w:r>
      <w:r w:rsidR="00646BEC">
        <w:rPr>
          <w:snapToGrid w:val="0"/>
          <w:lang w:eastAsia="ja-JP"/>
        </w:rPr>
        <w:t xml:space="preserve"> </w:t>
      </w:r>
      <w:r w:rsidRPr="006F699D">
        <w:rPr>
          <w:snapToGrid w:val="0"/>
        </w:rPr>
        <w:t>shall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reported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</w:t>
      </w:r>
      <w:r w:rsidR="00646BEC">
        <w:rPr>
          <w:snapToGrid w:val="0"/>
          <w:lang w:eastAsia="ja-JP"/>
        </w:rPr>
        <w:t xml:space="preserve"> </w:t>
      </w:r>
      <w:r w:rsidRPr="006F699D">
        <w:rPr>
          <w:snapToGrid w:val="0"/>
        </w:rPr>
        <w:t>as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high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quality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646BEC">
        <w:rPr>
          <w:snapToGrid w:val="0"/>
          <w:lang w:eastAsia="ja-JP"/>
        </w:rPr>
        <w:t xml:space="preserve"> </w:t>
      </w:r>
      <w:r w:rsidRPr="006F699D">
        <w:rPr>
          <w:snapToGrid w:val="0"/>
        </w:rPr>
        <w:t>(but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without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="00006332" w:rsidRPr="006F699D">
        <w:rPr>
          <w:snapToGrid w:val="0"/>
        </w:rPr>
        <w:t>RSRP</w:t>
      </w:r>
      <w:r w:rsidR="00646BEC">
        <w:rPr>
          <w:snapToGrid w:val="0"/>
        </w:rPr>
        <w:t xml:space="preserve"> </w:t>
      </w:r>
      <w:r w:rsidR="00006332" w:rsidRPr="006F699D">
        <w:rPr>
          <w:snapToGrid w:val="0"/>
        </w:rPr>
        <w:t>value</w:t>
      </w:r>
      <w:r w:rsidRPr="006F699D">
        <w:rPr>
          <w:snapToGrid w:val="0"/>
        </w:rPr>
        <w:t>),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provided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that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following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high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quality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criterion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fulfilled:</w:t>
      </w:r>
    </w:p>
    <w:p w14:paraId="01D7D151" w14:textId="6DFE4CD7" w:rsidR="00006332" w:rsidRPr="006F699D" w:rsidRDefault="00006332" w:rsidP="00377BCE">
      <w:pPr>
        <w:pStyle w:val="B1"/>
        <w:rPr>
          <w:lang w:eastAsia="ja-JP"/>
        </w:rPr>
      </w:pPr>
      <w:r w:rsidRPr="006F699D">
        <w:t>1.</w:t>
      </w:r>
      <w:r w:rsidRPr="006F699D">
        <w:tab/>
        <w:t>For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="00A635EF" w:rsidRPr="006F699D">
        <w:t>and</w:t>
      </w:r>
      <w:r w:rsidR="00646BEC">
        <w:t xml:space="preserve"> </w:t>
      </w:r>
      <w:r w:rsidR="00A635EF" w:rsidRPr="006F699D">
        <w:t>NB-IoT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measured</w:t>
      </w:r>
      <w:r w:rsidR="00646BEC">
        <w:t xml:space="preserve"> </w:t>
      </w:r>
      <w:r w:rsidRPr="006F699D">
        <w:t>RSRP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greater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equal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-110</w:t>
      </w:r>
      <w:r w:rsidR="00646BEC">
        <w:t xml:space="preserve"> </w:t>
      </w:r>
      <w:r w:rsidRPr="006F699D">
        <w:t>dBm.</w:t>
      </w:r>
    </w:p>
    <w:p w14:paraId="4F85B717" w14:textId="2A609C5E" w:rsidR="00CC6278" w:rsidRPr="006F699D" w:rsidRDefault="001D70BA" w:rsidP="00CC6278">
      <w:pPr>
        <w:rPr>
          <w:snapToGrid w:val="0"/>
        </w:rPr>
      </w:pPr>
      <w:r w:rsidRPr="006F699D">
        <w:rPr>
          <w:snapToGrid w:val="0"/>
        </w:rPr>
        <w:t>Found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that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do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not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satisfy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high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quality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criterion,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but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which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has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been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able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read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identities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are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reported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together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with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="00006332" w:rsidRPr="006F699D">
        <w:rPr>
          <w:snapToGrid w:val="0"/>
        </w:rPr>
        <w:t>RSRP</w:t>
      </w:r>
      <w:r w:rsidR="00646BEC">
        <w:rPr>
          <w:snapToGrid w:val="0"/>
        </w:rPr>
        <w:t xml:space="preserve"> </w:t>
      </w:r>
      <w:r w:rsidR="00006332" w:rsidRPr="006F699D">
        <w:rPr>
          <w:snapToGrid w:val="0"/>
        </w:rPr>
        <w:t>value</w:t>
      </w:r>
      <w:r w:rsidRPr="006F699D">
        <w:rPr>
          <w:snapToGrid w:val="0"/>
        </w:rPr>
        <w:t>.</w:t>
      </w:r>
      <w:r w:rsidR="00646BEC">
        <w:rPr>
          <w:snapToGrid w:val="0"/>
          <w:lang w:eastAsia="ja-JP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quality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measure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reported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shall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same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each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found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one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cell.</w:t>
      </w:r>
    </w:p>
    <w:p w14:paraId="57CDBCB5" w14:textId="40E883EB" w:rsidR="00CC6278" w:rsidRPr="006F699D" w:rsidRDefault="00CC6278" w:rsidP="00CC6278">
      <w:pPr>
        <w:rPr>
          <w:snapToGrid w:val="0"/>
        </w:rPr>
      </w:pPr>
      <w:r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each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found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if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supports</w:t>
      </w:r>
      <w:r w:rsidR="00646BEC">
        <w:rPr>
          <w:snapToGrid w:val="0"/>
        </w:rPr>
        <w:t xml:space="preserve"> </w:t>
      </w:r>
      <w:r w:rsidRPr="006F699D">
        <w:t>E-UTRA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connected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5GC,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associated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type(s)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shall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also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reported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NAS.</w:t>
      </w:r>
    </w:p>
    <w:p w14:paraId="0ACD43F3" w14:textId="77315AC6" w:rsidR="001D70BA" w:rsidRPr="006F699D" w:rsidRDefault="00CC6278" w:rsidP="00CC6278">
      <w:pPr>
        <w:rPr>
          <w:snapToGrid w:val="0"/>
          <w:lang w:eastAsia="ja-JP"/>
        </w:rPr>
      </w:pPr>
      <w:r w:rsidRPr="006F699D">
        <w:rPr>
          <w:snapToGrid w:val="0"/>
        </w:rPr>
        <w:t>If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barred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connectivity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EPC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(as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indicated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i/>
          <w:snapToGrid w:val="0"/>
        </w:rPr>
        <w:t>cellBarred</w:t>
      </w:r>
      <w:r w:rsidRPr="006F699D">
        <w:rPr>
          <w:snapToGrid w:val="0"/>
        </w:rPr>
        <w:t>/cellBarred-CRS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flag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being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value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barred,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see</w:t>
      </w:r>
      <w:r w:rsidR="00646BEC">
        <w:rPr>
          <w:snapToGrid w:val="0"/>
        </w:rPr>
        <w:t xml:space="preserve"> </w:t>
      </w:r>
      <w:r w:rsidR="008B3B0A" w:rsidRPr="006F699D">
        <w:rPr>
          <w:snapToGrid w:val="0"/>
        </w:rPr>
        <w:t>clause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5.3.1)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supporting</w:t>
      </w:r>
      <w:r w:rsidR="00646BEC">
        <w:rPr>
          <w:snapToGrid w:val="0"/>
        </w:rPr>
        <w:t xml:space="preserve"> </w:t>
      </w:r>
      <w:r w:rsidRPr="006F699D">
        <w:t>E-UTRA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connected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5GC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shall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only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report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available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5GC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NAS.</w:t>
      </w:r>
    </w:p>
    <w:p w14:paraId="7FB46CBB" w14:textId="3142E5F1" w:rsidR="001D70BA" w:rsidRPr="006F699D" w:rsidRDefault="001D70BA" w:rsidP="00377BCE"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search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may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stopped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request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of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NAS.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may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optimise</w:t>
      </w:r>
      <w:r w:rsidR="00646BEC">
        <w:rPr>
          <w:snapToGrid w:val="0"/>
        </w:rPr>
        <w:t xml:space="preserve"> </w:t>
      </w:r>
      <w:r w:rsidR="00A05052" w:rsidRPr="006F699D">
        <w:rPr>
          <w:snapToGrid w:val="0"/>
        </w:rPr>
        <w:t>PLMN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search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using</w:t>
      </w:r>
      <w:r w:rsidR="00646BEC">
        <w:rPr>
          <w:snapToGrid w:val="0"/>
        </w:rPr>
        <w:t xml:space="preserve"> </w:t>
      </w:r>
      <w:r w:rsidRPr="006F699D">
        <w:t>stored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="00A05052" w:rsidRPr="006F699D">
        <w:t>e.g.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Pr="006F699D">
        <w:t>frequencies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optionally</w:t>
      </w:r>
      <w:r w:rsidR="00646BEC">
        <w:t xml:space="preserve"> </w:t>
      </w:r>
      <w:r w:rsidRPr="006F699D">
        <w:t>also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previously</w:t>
      </w:r>
      <w:r w:rsidR="00646BEC">
        <w:t xml:space="preserve"> </w:t>
      </w:r>
      <w:r w:rsidRPr="006F699D">
        <w:t>received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elements</w:t>
      </w:r>
      <w:r w:rsidRPr="006F699D">
        <w:rPr>
          <w:snapToGrid w:val="0"/>
        </w:rPr>
        <w:t>.</w:t>
      </w:r>
    </w:p>
    <w:p w14:paraId="47BC4F9F" w14:textId="77AB151A" w:rsidR="001D70BA" w:rsidRPr="006F699D" w:rsidRDefault="001D70BA" w:rsidP="00377BCE">
      <w:r w:rsidRPr="006F699D">
        <w:t>Once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PLMN,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performed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order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select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on.</w:t>
      </w:r>
    </w:p>
    <w:p w14:paraId="1E47732F" w14:textId="3E678772" w:rsidR="00A363ED" w:rsidRPr="006F699D" w:rsidRDefault="00A363ED" w:rsidP="00377BCE">
      <w:r w:rsidRPr="006F699D">
        <w:t>If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ID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part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selection,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acceptable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belonging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ID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on.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</w:t>
      </w:r>
      <w:r w:rsidR="00646BEC">
        <w:t xml:space="preserve"> </w:t>
      </w:r>
      <w:r w:rsidRPr="006F699D">
        <w:t>longer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ID,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inform</w:t>
      </w:r>
      <w:r w:rsidR="00646BEC">
        <w:t xml:space="preserve"> </w:t>
      </w:r>
      <w:r w:rsidRPr="006F699D">
        <w:t>NAS.</w:t>
      </w:r>
    </w:p>
    <w:p w14:paraId="361AA58C" w14:textId="0BBDD44D" w:rsidR="00C14499" w:rsidRPr="006F699D" w:rsidRDefault="00C14499" w:rsidP="00377BCE">
      <w:pPr>
        <w:pStyle w:val="Heading4"/>
      </w:pPr>
      <w:bookmarkStart w:id="68" w:name="_Toc29237880"/>
      <w:bookmarkStart w:id="69" w:name="_Toc46522997"/>
      <w:bookmarkStart w:id="70" w:name="_Toc100742575"/>
      <w:r w:rsidRPr="006F699D">
        <w:t>5.1.2.3</w:t>
      </w:r>
      <w:r w:rsidRPr="006F699D">
        <w:tab/>
        <w:t>UTRA</w:t>
      </w:r>
      <w:r w:rsidR="00646BEC">
        <w:t xml:space="preserve"> </w:t>
      </w:r>
      <w:r w:rsidRPr="006F699D">
        <w:t>case</w:t>
      </w:r>
      <w:bookmarkEnd w:id="68"/>
      <w:bookmarkEnd w:id="69"/>
      <w:bookmarkEnd w:id="70"/>
    </w:p>
    <w:p w14:paraId="374DACAC" w14:textId="0718F1DA" w:rsidR="00C14499" w:rsidRPr="006F699D" w:rsidRDefault="00C14499" w:rsidP="00377BCE">
      <w:r w:rsidRPr="006F699D">
        <w:t>Support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="000B0E49" w:rsidRPr="006F699D">
        <w:t>PLMN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0B0E49" w:rsidRPr="006F699D">
        <w:t>UTRA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described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25.304</w:t>
      </w:r>
      <w:r w:rsidR="00646BEC">
        <w:t xml:space="preserve"> </w:t>
      </w:r>
      <w:r w:rsidR="006F699D" w:rsidRPr="006F699D">
        <w:t>[</w:t>
      </w:r>
      <w:r w:rsidR="00057D27" w:rsidRPr="006F699D">
        <w:t>8]</w:t>
      </w:r>
      <w:r w:rsidRPr="006F699D">
        <w:t>.</w:t>
      </w:r>
    </w:p>
    <w:p w14:paraId="39E620E5" w14:textId="00B38732" w:rsidR="001D70BA" w:rsidRPr="006F699D" w:rsidRDefault="001D70BA" w:rsidP="00377BCE">
      <w:pPr>
        <w:pStyle w:val="Heading4"/>
      </w:pPr>
      <w:bookmarkStart w:id="71" w:name="_Toc29237881"/>
      <w:bookmarkStart w:id="72" w:name="_Toc46522998"/>
      <w:bookmarkStart w:id="73" w:name="_Toc100742576"/>
      <w:r w:rsidRPr="006F699D">
        <w:t>5.1.2.</w:t>
      </w:r>
      <w:r w:rsidR="00096A36" w:rsidRPr="006F699D">
        <w:t>4</w:t>
      </w:r>
      <w:r w:rsidRPr="006F699D">
        <w:tab/>
        <w:t>GSM</w:t>
      </w:r>
      <w:r w:rsidR="00646BEC">
        <w:t xml:space="preserve"> </w:t>
      </w:r>
      <w:r w:rsidRPr="006F699D">
        <w:t>case</w:t>
      </w:r>
      <w:bookmarkEnd w:id="71"/>
      <w:bookmarkEnd w:id="72"/>
      <w:bookmarkEnd w:id="73"/>
    </w:p>
    <w:p w14:paraId="4C88C5EF" w14:textId="21C54B62" w:rsidR="001D70BA" w:rsidRPr="006F699D" w:rsidRDefault="001D70BA" w:rsidP="00377BCE">
      <w:r w:rsidRPr="006F699D">
        <w:t>Support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="000B0E49" w:rsidRPr="006F699D">
        <w:t>PLMN</w:t>
      </w:r>
      <w:r w:rsidR="00646BEC">
        <w:t xml:space="preserve"> </w:t>
      </w:r>
      <w:r w:rsidRPr="006F699D">
        <w:t>sel</w:t>
      </w:r>
      <w:r w:rsidR="00C14499" w:rsidRPr="006F699D">
        <w:t>ection</w:t>
      </w:r>
      <w:r w:rsidR="00646BEC">
        <w:t xml:space="preserve"> </w:t>
      </w:r>
      <w:r w:rsidR="00C14499" w:rsidRPr="006F699D">
        <w:t>in</w:t>
      </w:r>
      <w:r w:rsidR="00646BEC">
        <w:t xml:space="preserve"> </w:t>
      </w:r>
      <w:r w:rsidR="00096A36" w:rsidRPr="006F699D">
        <w:t>GERAN</w:t>
      </w:r>
      <w:r w:rsidR="00646BEC">
        <w:t xml:space="preserve"> </w:t>
      </w:r>
      <w:r w:rsidR="00C14499" w:rsidRPr="006F699D">
        <w:t>is</w:t>
      </w:r>
      <w:r w:rsidR="00646BEC">
        <w:t xml:space="preserve"> </w:t>
      </w:r>
      <w:r w:rsidR="00C14499" w:rsidRPr="006F699D">
        <w:t>described</w:t>
      </w:r>
      <w:r w:rsidR="00646BEC">
        <w:t xml:space="preserve"> </w:t>
      </w:r>
      <w:r w:rsidR="00C14499"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43.022</w:t>
      </w:r>
      <w:r w:rsidR="00646BEC">
        <w:t xml:space="preserve"> </w:t>
      </w:r>
      <w:r w:rsidR="006F699D" w:rsidRPr="006F699D">
        <w:t>[</w:t>
      </w:r>
      <w:r w:rsidR="00057D27" w:rsidRPr="006F699D">
        <w:t>9]</w:t>
      </w:r>
      <w:r w:rsidRPr="006F699D">
        <w:t>.</w:t>
      </w:r>
    </w:p>
    <w:p w14:paraId="361E4C60" w14:textId="2B59AD1F" w:rsidR="001A4630" w:rsidRPr="006F699D" w:rsidRDefault="001A4630" w:rsidP="00377BCE">
      <w:pPr>
        <w:pStyle w:val="Heading4"/>
      </w:pPr>
      <w:bookmarkStart w:id="74" w:name="_Toc29237882"/>
      <w:bookmarkStart w:id="75" w:name="_Toc46522999"/>
      <w:bookmarkStart w:id="76" w:name="_Toc100742577"/>
      <w:r w:rsidRPr="006F699D">
        <w:t>5.1.2.5</w:t>
      </w:r>
      <w:r w:rsidRPr="006F699D">
        <w:tab/>
        <w:t>CDMA2000</w:t>
      </w:r>
      <w:r w:rsidR="00646BEC">
        <w:t xml:space="preserve"> </w:t>
      </w:r>
      <w:r w:rsidRPr="006F699D">
        <w:t>case</w:t>
      </w:r>
      <w:bookmarkEnd w:id="74"/>
      <w:bookmarkEnd w:id="75"/>
      <w:bookmarkEnd w:id="76"/>
    </w:p>
    <w:p w14:paraId="4364BD97" w14:textId="4FFECF85" w:rsidR="001A4630" w:rsidRPr="006F699D" w:rsidRDefault="001A4630" w:rsidP="00377BCE">
      <w:r w:rsidRPr="006F699D">
        <w:t>For</w:t>
      </w:r>
      <w:r w:rsidR="00646BEC">
        <w:t xml:space="preserve"> </w:t>
      </w:r>
      <w:r w:rsidRPr="006F699D">
        <w:t>CDMA2000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determination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HRPD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1xRTT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described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[17]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[18]</w:t>
      </w:r>
      <w:r w:rsidR="00646BEC">
        <w:t xml:space="preserve"> </w:t>
      </w:r>
      <w:r w:rsidRPr="006F699D">
        <w:t>respectively.</w:t>
      </w:r>
    </w:p>
    <w:p w14:paraId="0ACA24F9" w14:textId="357A5D94" w:rsidR="004D6DCE" w:rsidRPr="006F699D" w:rsidRDefault="004D6DCE" w:rsidP="004D6DCE">
      <w:pPr>
        <w:pStyle w:val="Heading4"/>
      </w:pPr>
      <w:bookmarkStart w:id="77" w:name="_Toc29237883"/>
      <w:bookmarkStart w:id="78" w:name="_Toc46523000"/>
      <w:bookmarkStart w:id="79" w:name="_Toc100742578"/>
      <w:r w:rsidRPr="006F699D">
        <w:t>5.1.2.6</w:t>
      </w:r>
      <w:r w:rsidRPr="006F699D">
        <w:tab/>
        <w:t>NR</w:t>
      </w:r>
      <w:r w:rsidR="00646BEC">
        <w:t xml:space="preserve"> </w:t>
      </w:r>
      <w:r w:rsidRPr="006F699D">
        <w:t>case</w:t>
      </w:r>
      <w:bookmarkEnd w:id="77"/>
      <w:bookmarkEnd w:id="78"/>
      <w:bookmarkEnd w:id="79"/>
    </w:p>
    <w:p w14:paraId="07F91324" w14:textId="6C3DC53F" w:rsidR="004D6DCE" w:rsidRPr="006F699D" w:rsidRDefault="004D6DCE" w:rsidP="004D6DCE">
      <w:r w:rsidRPr="006F699D">
        <w:t>Support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NR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described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38.304</w:t>
      </w:r>
      <w:r w:rsidR="00646BEC">
        <w:t xml:space="preserve"> </w:t>
      </w:r>
      <w:r w:rsidR="006F699D" w:rsidRPr="006F699D">
        <w:t>[</w:t>
      </w:r>
      <w:r w:rsidR="00057D27" w:rsidRPr="006F699D">
        <w:t>38]</w:t>
      </w:r>
      <w:r w:rsidRPr="006F699D">
        <w:t>.</w:t>
      </w:r>
    </w:p>
    <w:p w14:paraId="796005C5" w14:textId="078D37F9" w:rsidR="003072BD" w:rsidRPr="006F699D" w:rsidRDefault="003072BD" w:rsidP="00377BCE">
      <w:pPr>
        <w:pStyle w:val="Heading2"/>
      </w:pPr>
      <w:bookmarkStart w:id="80" w:name="_Toc29237884"/>
      <w:bookmarkStart w:id="81" w:name="_Toc46523001"/>
      <w:bookmarkStart w:id="82" w:name="_Toc100742579"/>
      <w:r w:rsidRPr="006F699D">
        <w:lastRenderedPageBreak/>
        <w:t>5.2</w:t>
      </w:r>
      <w:r w:rsidRPr="006F699D">
        <w:tab/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bookmarkEnd w:id="80"/>
      <w:bookmarkEnd w:id="81"/>
      <w:bookmarkEnd w:id="82"/>
    </w:p>
    <w:p w14:paraId="73CA5185" w14:textId="77777777" w:rsidR="003072BD" w:rsidRPr="006F699D" w:rsidRDefault="003072BD" w:rsidP="00377BCE">
      <w:pPr>
        <w:pStyle w:val="Heading3"/>
      </w:pPr>
      <w:bookmarkStart w:id="83" w:name="_Toc29237885"/>
      <w:bookmarkStart w:id="84" w:name="_Toc46523002"/>
      <w:bookmarkStart w:id="85" w:name="_Toc100742580"/>
      <w:r w:rsidRPr="006F699D">
        <w:t>5.2.1</w:t>
      </w:r>
      <w:r w:rsidRPr="006F699D">
        <w:tab/>
        <w:t>Introduction</w:t>
      </w:r>
      <w:bookmarkEnd w:id="83"/>
      <w:bookmarkEnd w:id="84"/>
      <w:bookmarkEnd w:id="85"/>
    </w:p>
    <w:p w14:paraId="33A65E5E" w14:textId="219EC867" w:rsidR="00A511B7" w:rsidRPr="006F699D" w:rsidRDefault="00CD034A" w:rsidP="00377BCE"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measurements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purposes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36.133</w:t>
      </w:r>
      <w:r w:rsidR="00646BEC">
        <w:t xml:space="preserve"> </w:t>
      </w:r>
      <w:r w:rsidR="006F699D" w:rsidRPr="006F699D">
        <w:t>[</w:t>
      </w:r>
      <w:r w:rsidR="00057D27" w:rsidRPr="006F699D">
        <w:t>10]</w:t>
      </w:r>
      <w:r w:rsidRPr="006F699D">
        <w:t>.</w:t>
      </w:r>
    </w:p>
    <w:p w14:paraId="107F0A27" w14:textId="2DFFBC86" w:rsidR="00A511B7" w:rsidRPr="006F699D" w:rsidRDefault="00A511B7" w:rsidP="00377BCE">
      <w:r w:rsidRPr="006F699D">
        <w:t>The</w:t>
      </w:r>
      <w:r w:rsidR="00646BEC">
        <w:t xml:space="preserve"> </w:t>
      </w:r>
      <w:r w:rsidRPr="006F699D">
        <w:t>NAS</w:t>
      </w:r>
      <w:r w:rsidR="00646BEC">
        <w:rPr>
          <w:lang w:eastAsia="ja-JP"/>
        </w:rPr>
        <w:t xml:space="preserve"> </w:t>
      </w:r>
      <w:r w:rsidRPr="006F699D">
        <w:t>can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RAT(s)</w:t>
      </w:r>
      <w:r w:rsidR="00646BEC">
        <w:rPr>
          <w:lang w:eastAsia="ja-JP"/>
        </w:rPr>
        <w:t xml:space="preserve"> </w:t>
      </w:r>
      <w:r w:rsidRPr="006F699D">
        <w:t>in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should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performed,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instance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indicating</w:t>
      </w:r>
      <w:r w:rsidR="00646BEC">
        <w:t xml:space="preserve"> </w:t>
      </w:r>
      <w:r w:rsidRPr="006F699D">
        <w:t>RAT(s)</w:t>
      </w:r>
      <w:r w:rsidR="00646BEC">
        <w:rPr>
          <w:lang w:eastAsia="ja-JP"/>
        </w:rPr>
        <w:t xml:space="preserve"> </w:t>
      </w:r>
      <w:r w:rsidRPr="006F699D">
        <w:t>associated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PLMN,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maintaining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list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forbidden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area(s)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list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equivalent</w:t>
      </w:r>
      <w:r w:rsidR="00646BEC">
        <w:t xml:space="preserve"> </w:t>
      </w:r>
      <w:r w:rsidRPr="006F699D">
        <w:t>PLMNs.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select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measurements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criteria.</w:t>
      </w:r>
    </w:p>
    <w:p w14:paraId="74B53103" w14:textId="6A484550" w:rsidR="00A511B7" w:rsidRPr="006F699D" w:rsidRDefault="00A511B7" w:rsidP="00377BCE">
      <w:r w:rsidRPr="006F699D">
        <w:t>In</w:t>
      </w:r>
      <w:r w:rsidR="00646BEC">
        <w:t xml:space="preserve"> </w:t>
      </w:r>
      <w:r w:rsidRPr="006F699D">
        <w:t>order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speed</w:t>
      </w:r>
      <w:r w:rsidR="00646BEC">
        <w:t xml:space="preserve"> </w:t>
      </w:r>
      <w:r w:rsidRPr="006F699D">
        <w:t>up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process,</w:t>
      </w:r>
      <w:r w:rsidR="00646BEC">
        <w:t xml:space="preserve"> </w:t>
      </w:r>
      <w:r w:rsidRPr="006F699D">
        <w:t>stored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several</w:t>
      </w:r>
      <w:r w:rsidR="00646BEC">
        <w:t xml:space="preserve"> </w:t>
      </w:r>
      <w:r w:rsidRPr="006F699D">
        <w:t>RATs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UE.</w:t>
      </w:r>
    </w:p>
    <w:p w14:paraId="66263ECB" w14:textId="71F4AA54" w:rsidR="00A511B7" w:rsidRPr="006F699D" w:rsidRDefault="00A511B7" w:rsidP="00377BCE">
      <w:r w:rsidRPr="006F699D">
        <w:t>When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="00283911" w:rsidRPr="006F699D">
        <w:t>regularly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better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criteria.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better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found,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selected.</w:t>
      </w:r>
      <w:r w:rsidR="00646BEC">
        <w:rPr>
          <w:lang w:eastAsia="ja-JP"/>
        </w:rPr>
        <w:t xml:space="preserve"> </w:t>
      </w:r>
      <w:r w:rsidRPr="006F699D">
        <w:t>The</w:t>
      </w:r>
      <w:r w:rsidR="00646BEC">
        <w:t xml:space="preserve"> </w:t>
      </w:r>
      <w:r w:rsidRPr="006F699D">
        <w:t>change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imply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change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RAT</w:t>
      </w:r>
      <w:r w:rsidR="00AF106F" w:rsidRPr="006F699D">
        <w:t>,</w:t>
      </w:r>
      <w:r w:rsidR="00646BEC">
        <w:t xml:space="preserve"> </w:t>
      </w:r>
      <w:r w:rsidR="00AF106F" w:rsidRPr="006F699D">
        <w:t>or</w:t>
      </w:r>
      <w:r w:rsidR="00646BEC">
        <w:t xml:space="preserve"> </w:t>
      </w:r>
      <w:r w:rsidR="00AF106F" w:rsidRPr="006F699D">
        <w:t>if</w:t>
      </w:r>
      <w:r w:rsidR="00646BEC">
        <w:t xml:space="preserve"> </w:t>
      </w:r>
      <w:r w:rsidR="00AF106F" w:rsidRPr="006F699D">
        <w:t>the</w:t>
      </w:r>
      <w:r w:rsidR="00646BEC">
        <w:t xml:space="preserve"> </w:t>
      </w:r>
      <w:r w:rsidR="00AF106F" w:rsidRPr="006F699D">
        <w:t>current</w:t>
      </w:r>
      <w:r w:rsidR="00646BEC">
        <w:t xml:space="preserve"> </w:t>
      </w:r>
      <w:r w:rsidR="00AF106F" w:rsidRPr="006F699D">
        <w:t>and</w:t>
      </w:r>
      <w:r w:rsidR="00646BEC">
        <w:t xml:space="preserve"> </w:t>
      </w:r>
      <w:r w:rsidR="00AF106F" w:rsidRPr="006F699D">
        <w:t>selected</w:t>
      </w:r>
      <w:r w:rsidR="00646BEC">
        <w:t xml:space="preserve"> </w:t>
      </w:r>
      <w:r w:rsidR="00AF106F" w:rsidRPr="006F699D">
        <w:t>cell</w:t>
      </w:r>
      <w:r w:rsidR="00646BEC">
        <w:t xml:space="preserve"> </w:t>
      </w:r>
      <w:r w:rsidR="00AF106F" w:rsidRPr="006F699D">
        <w:t>are</w:t>
      </w:r>
      <w:r w:rsidR="00646BEC">
        <w:t xml:space="preserve"> </w:t>
      </w:r>
      <w:r w:rsidR="00AF106F" w:rsidRPr="006F699D">
        <w:t>both</w:t>
      </w:r>
      <w:r w:rsidR="00646BEC">
        <w:t xml:space="preserve"> </w:t>
      </w:r>
      <w:r w:rsidR="00AF106F" w:rsidRPr="006F699D">
        <w:t>E-UTRA</w:t>
      </w:r>
      <w:r w:rsidR="00646BEC">
        <w:t xml:space="preserve"> </w:t>
      </w:r>
      <w:r w:rsidR="00AF106F" w:rsidRPr="006F699D">
        <w:t>cells,</w:t>
      </w:r>
      <w:r w:rsidR="00646BEC">
        <w:t xml:space="preserve"> </w:t>
      </w:r>
      <w:r w:rsidR="00AF106F" w:rsidRPr="006F699D">
        <w:t>a</w:t>
      </w:r>
      <w:r w:rsidR="00646BEC">
        <w:t xml:space="preserve"> </w:t>
      </w:r>
      <w:r w:rsidR="00AF106F" w:rsidRPr="006F699D">
        <w:t>change</w:t>
      </w:r>
      <w:r w:rsidR="00646BEC">
        <w:t xml:space="preserve"> </w:t>
      </w:r>
      <w:r w:rsidR="00AF106F" w:rsidRPr="006F699D">
        <w:t>of</w:t>
      </w:r>
      <w:r w:rsidR="00646BEC">
        <w:t xml:space="preserve"> </w:t>
      </w:r>
      <w:r w:rsidR="00AF106F" w:rsidRPr="006F699D">
        <w:t>the</w:t>
      </w:r>
      <w:r w:rsidR="00646BEC">
        <w:t xml:space="preserve"> </w:t>
      </w:r>
      <w:r w:rsidR="00AF106F" w:rsidRPr="006F699D">
        <w:t>CN</w:t>
      </w:r>
      <w:r w:rsidR="00646BEC">
        <w:t xml:space="preserve"> </w:t>
      </w:r>
      <w:r w:rsidR="00AF106F" w:rsidRPr="006F699D">
        <w:t>type</w:t>
      </w:r>
      <w:r w:rsidRPr="006F699D">
        <w:t>.</w:t>
      </w:r>
      <w:r w:rsidR="00646BEC">
        <w:t xml:space="preserve"> </w:t>
      </w:r>
      <w:r w:rsidRPr="006F699D">
        <w:t>Details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performance</w:t>
      </w:r>
      <w:r w:rsidR="00646BEC">
        <w:t xml:space="preserve"> </w:t>
      </w:r>
      <w:r w:rsidRPr="006F699D">
        <w:t>requirements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found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36.133</w:t>
      </w:r>
      <w:r w:rsidR="00646BEC">
        <w:t xml:space="preserve"> </w:t>
      </w:r>
      <w:r w:rsidR="006F699D" w:rsidRPr="006F699D">
        <w:t>[</w:t>
      </w:r>
      <w:r w:rsidR="00057D27" w:rsidRPr="006F699D">
        <w:t>10]</w:t>
      </w:r>
      <w:r w:rsidRPr="006F699D">
        <w:t>.</w:t>
      </w:r>
    </w:p>
    <w:p w14:paraId="6443D194" w14:textId="5A23D391" w:rsidR="00283911" w:rsidRPr="006F699D" w:rsidRDefault="00283911" w:rsidP="00377BCE">
      <w:r w:rsidRPr="006F699D">
        <w:t>The</w:t>
      </w:r>
      <w:r w:rsidR="00646BEC">
        <w:t xml:space="preserve"> </w:t>
      </w:r>
      <w:r w:rsidRPr="006F699D">
        <w:t>NAS</w:t>
      </w:r>
      <w:r w:rsidR="00646BEC">
        <w:rPr>
          <w:lang w:eastAsia="ja-JP"/>
        </w:rPr>
        <w:t xml:space="preserve"> </w:t>
      </w:r>
      <w:r w:rsidRPr="006F699D">
        <w:t>is</w:t>
      </w:r>
      <w:r w:rsidR="00646BEC">
        <w:t xml:space="preserve"> </w:t>
      </w:r>
      <w:r w:rsidRPr="006F699D">
        <w:t>informed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results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changes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received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="00BD4A06" w:rsidRPr="006F699D">
        <w:t>relevant</w:t>
      </w:r>
      <w:r w:rsidR="00646BEC">
        <w:t xml:space="preserve"> </w:t>
      </w:r>
      <w:r w:rsidR="00BD4A06" w:rsidRPr="006F699D">
        <w:t>for</w:t>
      </w:r>
      <w:r w:rsidR="00646BEC">
        <w:t xml:space="preserve"> </w:t>
      </w:r>
      <w:r w:rsidR="00BD4A06" w:rsidRPr="006F699D">
        <w:t>NAS</w:t>
      </w:r>
      <w:r w:rsidRPr="006F699D">
        <w:t>.</w:t>
      </w:r>
    </w:p>
    <w:p w14:paraId="18CC00D2" w14:textId="2D28A988" w:rsidR="00A511B7" w:rsidRPr="006F699D" w:rsidRDefault="00A511B7" w:rsidP="00377BCE">
      <w:r w:rsidRPr="006F699D">
        <w:t>For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service,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="001A4630" w:rsidRPr="006F699D">
        <w:t>shall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tune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cell's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channel(s)</w:t>
      </w:r>
      <w:r w:rsidR="00646BEC">
        <w:t xml:space="preserve"> </w:t>
      </w:r>
      <w:r w:rsidRPr="006F699D">
        <w:t>so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can:</w:t>
      </w:r>
    </w:p>
    <w:p w14:paraId="65483AE6" w14:textId="25D524D9" w:rsidR="00A511B7" w:rsidRPr="006F699D" w:rsidRDefault="00A511B7" w:rsidP="00377BCE">
      <w:pPr>
        <w:pStyle w:val="B1"/>
      </w:pPr>
      <w:r w:rsidRPr="006F699D">
        <w:t>-</w:t>
      </w:r>
      <w:r w:rsidRPr="006F699D">
        <w:tab/>
        <w:t>Receive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PLMN;</w:t>
      </w:r>
      <w:r w:rsidR="00646BEC">
        <w:t xml:space="preserve"> </w:t>
      </w:r>
      <w:r w:rsidR="001A4630" w:rsidRPr="006F699D">
        <w:t>and</w:t>
      </w:r>
    </w:p>
    <w:p w14:paraId="1F0875C1" w14:textId="13CBB0C1" w:rsidR="00A511B7" w:rsidRPr="006F699D" w:rsidRDefault="001A4630" w:rsidP="00377BCE">
      <w:pPr>
        <w:pStyle w:val="B2"/>
      </w:pPr>
      <w:r w:rsidRPr="006F699D">
        <w:t>-</w:t>
      </w:r>
      <w:r w:rsidRPr="006F699D">
        <w:tab/>
        <w:t>r</w:t>
      </w:r>
      <w:r w:rsidR="00A511B7" w:rsidRPr="006F699D">
        <w:t>eceive</w:t>
      </w:r>
      <w:r w:rsidR="00646BEC">
        <w:t xml:space="preserve"> </w:t>
      </w:r>
      <w:r w:rsidR="00A511B7" w:rsidRPr="006F699D">
        <w:t>registration</w:t>
      </w:r>
      <w:r w:rsidR="00646BEC">
        <w:t xml:space="preserve"> </w:t>
      </w:r>
      <w:r w:rsidR="00A511B7" w:rsidRPr="006F699D">
        <w:t>area</w:t>
      </w:r>
      <w:r w:rsidR="00646BEC">
        <w:t xml:space="preserve"> </w:t>
      </w:r>
      <w:r w:rsidR="00A511B7" w:rsidRPr="006F699D">
        <w:t>information</w:t>
      </w:r>
      <w:r w:rsidR="00646BEC">
        <w:t xml:space="preserve"> </w:t>
      </w:r>
      <w:r w:rsidR="00A511B7" w:rsidRPr="006F699D">
        <w:t>from</w:t>
      </w:r>
      <w:r w:rsidR="00646BEC">
        <w:t xml:space="preserve"> </w:t>
      </w:r>
      <w:r w:rsidR="00A511B7" w:rsidRPr="006F699D">
        <w:t>the</w:t>
      </w:r>
      <w:r w:rsidR="00646BEC">
        <w:t xml:space="preserve"> </w:t>
      </w:r>
      <w:r w:rsidR="00A511B7" w:rsidRPr="006F699D">
        <w:t>PLMN,</w:t>
      </w:r>
      <w:r w:rsidR="00646BEC">
        <w:t xml:space="preserve"> </w:t>
      </w:r>
      <w:r w:rsidR="00A511B7" w:rsidRPr="006F699D">
        <w:t>e.g.,</w:t>
      </w:r>
      <w:r w:rsidR="00646BEC">
        <w:t xml:space="preserve"> </w:t>
      </w:r>
      <w:r w:rsidR="00283911" w:rsidRPr="006F699D">
        <w:t>tracking</w:t>
      </w:r>
      <w:r w:rsidR="00646BEC">
        <w:t xml:space="preserve"> </w:t>
      </w:r>
      <w:r w:rsidRPr="006F699D">
        <w:t>area</w:t>
      </w:r>
      <w:r w:rsidR="00646BEC">
        <w:t xml:space="preserve"> </w:t>
      </w:r>
      <w:r w:rsidR="00283911" w:rsidRPr="006F699D">
        <w:t>information</w:t>
      </w:r>
      <w:r w:rsidR="00A511B7" w:rsidRPr="006F699D">
        <w:t>;</w:t>
      </w:r>
      <w:r w:rsidR="00646BEC">
        <w:t xml:space="preserve"> </w:t>
      </w:r>
      <w:r w:rsidR="00A511B7" w:rsidRPr="006F699D">
        <w:t>and</w:t>
      </w:r>
    </w:p>
    <w:p w14:paraId="229A2BAE" w14:textId="1C9E574B" w:rsidR="00A511B7" w:rsidRPr="006F699D" w:rsidRDefault="001A4630" w:rsidP="00377BCE">
      <w:pPr>
        <w:pStyle w:val="B2"/>
      </w:pPr>
      <w:r w:rsidRPr="006F699D">
        <w:t>-</w:t>
      </w:r>
      <w:r w:rsidRPr="006F699D">
        <w:tab/>
        <w:t>r</w:t>
      </w:r>
      <w:r w:rsidR="00A511B7" w:rsidRPr="006F699D">
        <w:t>eceive</w:t>
      </w:r>
      <w:r w:rsidR="00646BEC">
        <w:t xml:space="preserve"> </w:t>
      </w:r>
      <w:r w:rsidR="00A511B7" w:rsidRPr="006F699D">
        <w:t>other</w:t>
      </w:r>
      <w:r w:rsidR="00646BEC">
        <w:t xml:space="preserve"> </w:t>
      </w:r>
      <w:r w:rsidR="00A511B7" w:rsidRPr="006F699D">
        <w:t>AS</w:t>
      </w:r>
      <w:r w:rsidR="00646BEC">
        <w:t xml:space="preserve"> </w:t>
      </w:r>
      <w:r w:rsidR="00A511B7" w:rsidRPr="006F699D">
        <w:t>and</w:t>
      </w:r>
      <w:r w:rsidR="00646BEC">
        <w:t xml:space="preserve"> </w:t>
      </w:r>
      <w:r w:rsidR="00A511B7" w:rsidRPr="006F699D">
        <w:t>NAS</w:t>
      </w:r>
      <w:r w:rsidR="00646BEC">
        <w:t xml:space="preserve"> </w:t>
      </w:r>
      <w:r w:rsidR="00A511B7" w:rsidRPr="006F699D">
        <w:t>Information;</w:t>
      </w:r>
      <w:r w:rsidR="00646BEC">
        <w:t xml:space="preserve"> </w:t>
      </w:r>
      <w:r w:rsidRPr="006F699D">
        <w:t>and</w:t>
      </w:r>
    </w:p>
    <w:p w14:paraId="0F8A7F64" w14:textId="48588642" w:rsidR="00A511B7" w:rsidRPr="006F699D" w:rsidRDefault="001A4630" w:rsidP="00377BCE">
      <w:pPr>
        <w:pStyle w:val="B1"/>
      </w:pPr>
      <w:r w:rsidRPr="006F699D">
        <w:t>-</w:t>
      </w:r>
      <w:r w:rsidRPr="006F699D">
        <w:tab/>
        <w:t>i</w:t>
      </w:r>
      <w:r w:rsidR="00A511B7" w:rsidRPr="006F699D">
        <w:t>f</w:t>
      </w:r>
      <w:r w:rsidR="00646BEC">
        <w:t xml:space="preserve"> </w:t>
      </w:r>
      <w:r w:rsidR="00A511B7" w:rsidRPr="006F699D">
        <w:t>registered:</w:t>
      </w:r>
    </w:p>
    <w:p w14:paraId="4F45D640" w14:textId="659CCA74" w:rsidR="00A511B7" w:rsidRPr="006F699D" w:rsidRDefault="001A4630" w:rsidP="00377BCE">
      <w:pPr>
        <w:pStyle w:val="B2"/>
      </w:pPr>
      <w:r w:rsidRPr="006F699D">
        <w:t>-</w:t>
      </w:r>
      <w:r w:rsidRPr="006F699D">
        <w:tab/>
        <w:t>r</w:t>
      </w:r>
      <w:r w:rsidR="00A511B7" w:rsidRPr="006F699D">
        <w:t>eceive</w:t>
      </w:r>
      <w:r w:rsidR="00646BEC">
        <w:t xml:space="preserve"> </w:t>
      </w:r>
      <w:r w:rsidR="00A511B7" w:rsidRPr="006F699D">
        <w:t>paging</w:t>
      </w:r>
      <w:r w:rsidR="00646BEC">
        <w:t xml:space="preserve"> </w:t>
      </w:r>
      <w:r w:rsidR="00A511B7" w:rsidRPr="006F699D">
        <w:t>and</w:t>
      </w:r>
      <w:r w:rsidR="00646BEC">
        <w:t xml:space="preserve"> </w:t>
      </w:r>
      <w:r w:rsidR="00A511B7" w:rsidRPr="006F699D">
        <w:t>notification</w:t>
      </w:r>
      <w:r w:rsidR="00646BEC">
        <w:t xml:space="preserve"> </w:t>
      </w:r>
      <w:r w:rsidR="00A511B7" w:rsidRPr="006F699D">
        <w:t>messages</w:t>
      </w:r>
      <w:r w:rsidR="00646BEC">
        <w:t xml:space="preserve"> </w:t>
      </w:r>
      <w:r w:rsidR="00A511B7" w:rsidRPr="006F699D">
        <w:t>from</w:t>
      </w:r>
      <w:r w:rsidR="00646BEC">
        <w:t xml:space="preserve"> </w:t>
      </w:r>
      <w:r w:rsidR="00A511B7" w:rsidRPr="006F699D">
        <w:t>the</w:t>
      </w:r>
      <w:r w:rsidR="00646BEC">
        <w:t xml:space="preserve"> </w:t>
      </w:r>
      <w:r w:rsidR="00A511B7" w:rsidRPr="006F699D">
        <w:t>PLMN;</w:t>
      </w:r>
      <w:r w:rsidR="00646BEC">
        <w:t xml:space="preserve"> </w:t>
      </w:r>
      <w:r w:rsidR="00A511B7" w:rsidRPr="006F699D">
        <w:t>and</w:t>
      </w:r>
    </w:p>
    <w:p w14:paraId="4539348F" w14:textId="2CC1D2D9" w:rsidR="00A511B7" w:rsidRPr="006F699D" w:rsidRDefault="001A4630" w:rsidP="00377BCE">
      <w:pPr>
        <w:pStyle w:val="B2"/>
      </w:pPr>
      <w:r w:rsidRPr="006F699D">
        <w:t>-</w:t>
      </w:r>
      <w:r w:rsidRPr="006F699D">
        <w:tab/>
        <w:t>i</w:t>
      </w:r>
      <w:r w:rsidR="00A511B7" w:rsidRPr="006F699D">
        <w:t>nitiate</w:t>
      </w:r>
      <w:r w:rsidR="00646BEC">
        <w:t xml:space="preserve"> </w:t>
      </w:r>
      <w:r w:rsidR="00247BCB" w:rsidRPr="006F699D">
        <w:t>transfer</w:t>
      </w:r>
      <w:r w:rsidR="00646BEC">
        <w:t xml:space="preserve"> </w:t>
      </w:r>
      <w:r w:rsidR="00247BCB" w:rsidRPr="006F699D">
        <w:t>to</w:t>
      </w:r>
      <w:r w:rsidR="00646BEC">
        <w:t xml:space="preserve"> </w:t>
      </w:r>
      <w:r w:rsidR="007D55F5" w:rsidRPr="006F699D">
        <w:t>connected</w:t>
      </w:r>
      <w:r w:rsidR="00646BEC">
        <w:t xml:space="preserve"> </w:t>
      </w:r>
      <w:r w:rsidR="00434B5E" w:rsidRPr="006F699D">
        <w:t>mode</w:t>
      </w:r>
      <w:r w:rsidR="00BD4A06" w:rsidRPr="006F699D">
        <w:t>.</w:t>
      </w:r>
    </w:p>
    <w:p w14:paraId="3EA22D96" w14:textId="56CA8672" w:rsidR="003072BD" w:rsidRPr="006F699D" w:rsidRDefault="003072BD" w:rsidP="00377BCE">
      <w:pPr>
        <w:pStyle w:val="Heading3"/>
      </w:pPr>
      <w:bookmarkStart w:id="86" w:name="_Toc29237886"/>
      <w:bookmarkStart w:id="87" w:name="_Toc46523003"/>
      <w:bookmarkStart w:id="88" w:name="_Toc100742581"/>
      <w:r w:rsidRPr="006F699D">
        <w:lastRenderedPageBreak/>
        <w:t>5.2.2</w:t>
      </w:r>
      <w:r w:rsidRPr="006F699D">
        <w:tab/>
        <w:t>States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transitions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bookmarkEnd w:id="86"/>
      <w:bookmarkEnd w:id="87"/>
      <w:bookmarkEnd w:id="88"/>
    </w:p>
    <w:p w14:paraId="6EBBB2F3" w14:textId="1C44E0EB" w:rsidR="00A511B7" w:rsidRPr="006F699D" w:rsidRDefault="00A635EF" w:rsidP="00377BCE">
      <w:pPr>
        <w:keepNext/>
      </w:pPr>
      <w:r w:rsidRPr="006F699D">
        <w:t>Except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NB-IoT,</w:t>
      </w:r>
      <w:r w:rsidR="00646BEC">
        <w:t xml:space="preserve"> </w:t>
      </w:r>
      <w:r w:rsidRPr="006F699D">
        <w:t>f</w:t>
      </w:r>
      <w:r w:rsidR="00A5047E" w:rsidRPr="006F699D">
        <w:t>igure</w:t>
      </w:r>
      <w:r w:rsidR="00646BEC">
        <w:t xml:space="preserve"> </w:t>
      </w:r>
      <w:r w:rsidR="00A5047E" w:rsidRPr="006F699D">
        <w:t>5.2.2-1</w:t>
      </w:r>
      <w:r w:rsidR="00646BEC">
        <w:t xml:space="preserve"> </w:t>
      </w:r>
      <w:r w:rsidR="00A511B7" w:rsidRPr="006F699D">
        <w:t>shows</w:t>
      </w:r>
      <w:r w:rsidR="00646BEC">
        <w:t xml:space="preserve"> </w:t>
      </w:r>
      <w:r w:rsidR="00A511B7" w:rsidRPr="006F699D">
        <w:t>the</w:t>
      </w:r>
      <w:r w:rsidR="00646BEC">
        <w:t xml:space="preserve"> </w:t>
      </w:r>
      <w:r w:rsidR="00A511B7" w:rsidRPr="006F699D">
        <w:t>states</w:t>
      </w:r>
      <w:r w:rsidR="00646BEC">
        <w:t xml:space="preserve"> </w:t>
      </w:r>
      <w:r w:rsidR="00A511B7" w:rsidRPr="006F699D">
        <w:t>and</w:t>
      </w:r>
      <w:r w:rsidR="00646BEC">
        <w:t xml:space="preserve"> </w:t>
      </w:r>
      <w:r w:rsidR="00911627" w:rsidRPr="006F699D">
        <w:t>state</w:t>
      </w:r>
      <w:r w:rsidR="00646BEC">
        <w:t xml:space="preserve"> </w:t>
      </w:r>
      <w:r w:rsidR="00911627" w:rsidRPr="006F699D">
        <w:t>transitions</w:t>
      </w:r>
      <w:r w:rsidR="00646BEC">
        <w:t xml:space="preserve"> </w:t>
      </w:r>
      <w:r w:rsidR="00911627" w:rsidRPr="006F699D">
        <w:t>and</w:t>
      </w:r>
      <w:r w:rsidR="00646BEC">
        <w:t xml:space="preserve"> </w:t>
      </w:r>
      <w:r w:rsidR="00A511B7" w:rsidRPr="006F699D">
        <w:t>procedures</w:t>
      </w:r>
      <w:r w:rsidR="00646BEC">
        <w:t xml:space="preserve"> </w:t>
      </w:r>
      <w:r w:rsidR="00A511B7" w:rsidRPr="006F699D">
        <w:t>in</w:t>
      </w:r>
      <w:r w:rsidR="00646BEC">
        <w:t xml:space="preserve"> </w:t>
      </w:r>
      <w:r w:rsidR="00913A89" w:rsidRPr="006F699D">
        <w:t>RRC_IDLE</w:t>
      </w:r>
      <w:r w:rsidR="00A511B7" w:rsidRPr="006F699D">
        <w:t>.</w:t>
      </w:r>
      <w:r w:rsidR="00646BEC">
        <w:t xml:space="preserve"> </w:t>
      </w:r>
      <w:r w:rsidR="001A4630" w:rsidRPr="006F699D">
        <w:t>Whenever</w:t>
      </w:r>
      <w:r w:rsidR="00646BEC">
        <w:t xml:space="preserve"> </w:t>
      </w:r>
      <w:r w:rsidR="001A4630" w:rsidRPr="006F699D">
        <w:t>a</w:t>
      </w:r>
      <w:r w:rsidR="00646BEC">
        <w:t xml:space="preserve"> </w:t>
      </w:r>
      <w:r w:rsidR="001A4630" w:rsidRPr="006F699D">
        <w:t>new</w:t>
      </w:r>
      <w:r w:rsidR="00646BEC">
        <w:t xml:space="preserve"> </w:t>
      </w:r>
      <w:r w:rsidR="001A4630" w:rsidRPr="006F699D">
        <w:t>PLMN</w:t>
      </w:r>
      <w:r w:rsidR="00646BEC">
        <w:t xml:space="preserve"> </w:t>
      </w:r>
      <w:r w:rsidR="001A4630" w:rsidRPr="006F699D">
        <w:t>selection</w:t>
      </w:r>
      <w:r w:rsidR="00646BEC">
        <w:t xml:space="preserve"> </w:t>
      </w:r>
      <w:r w:rsidR="001A4630" w:rsidRPr="006F699D">
        <w:t>is</w:t>
      </w:r>
      <w:r w:rsidR="00646BEC">
        <w:t xml:space="preserve"> </w:t>
      </w:r>
      <w:r w:rsidR="001A4630" w:rsidRPr="006F699D">
        <w:t>performed,</w:t>
      </w:r>
      <w:r w:rsidR="00646BEC">
        <w:t xml:space="preserve"> </w:t>
      </w:r>
      <w:r w:rsidR="001A4630" w:rsidRPr="006F699D">
        <w:t>it</w:t>
      </w:r>
      <w:r w:rsidR="00646BEC">
        <w:t xml:space="preserve"> </w:t>
      </w:r>
      <w:r w:rsidR="001A4630" w:rsidRPr="006F699D">
        <w:t>causes</w:t>
      </w:r>
      <w:r w:rsidR="00646BEC">
        <w:t xml:space="preserve"> </w:t>
      </w:r>
      <w:r w:rsidR="001A4630" w:rsidRPr="006F699D">
        <w:t>an</w:t>
      </w:r>
      <w:r w:rsidR="00646BEC">
        <w:t xml:space="preserve"> </w:t>
      </w:r>
      <w:r w:rsidR="001A4630" w:rsidRPr="006F699D">
        <w:t>exit</w:t>
      </w:r>
      <w:r w:rsidR="00646BEC">
        <w:t xml:space="preserve"> </w:t>
      </w:r>
      <w:r w:rsidR="001A4630" w:rsidRPr="006F699D">
        <w:t>to</w:t>
      </w:r>
      <w:r w:rsidR="00646BEC">
        <w:t xml:space="preserve"> </w:t>
      </w:r>
      <w:r w:rsidR="001A4630" w:rsidRPr="006F699D">
        <w:t>number</w:t>
      </w:r>
      <w:r w:rsidR="00646BEC">
        <w:t xml:space="preserve"> </w:t>
      </w:r>
      <w:r w:rsidR="001A4630" w:rsidRPr="006F699D">
        <w:t>1.</w:t>
      </w:r>
    </w:p>
    <w:p w14:paraId="31CCFDDA" w14:textId="77777777" w:rsidR="001D6F95" w:rsidRPr="006F699D" w:rsidRDefault="001D6F95" w:rsidP="001D6F95">
      <w:pPr>
        <w:pStyle w:val="TH"/>
        <w:rPr>
          <w:i/>
        </w:rPr>
      </w:pPr>
      <w:bookmarkStart w:id="89" w:name="_Ref450542978"/>
      <w:bookmarkStart w:id="90" w:name="_Ref450960844"/>
    </w:p>
    <w:bookmarkStart w:id="91" w:name="_MON_1604430821"/>
    <w:bookmarkEnd w:id="91"/>
    <w:p w14:paraId="20336B7D" w14:textId="77777777" w:rsidR="007551FC" w:rsidRPr="006F699D" w:rsidRDefault="001D6F95" w:rsidP="001D6F95">
      <w:pPr>
        <w:pStyle w:val="TH"/>
        <w:rPr>
          <w:lang w:eastAsia="ja-JP"/>
        </w:rPr>
      </w:pPr>
      <w:r w:rsidRPr="006F699D">
        <w:rPr>
          <w:i/>
        </w:rPr>
        <w:object w:dxaOrig="9210" w:dyaOrig="12749" w14:anchorId="70755368">
          <v:shape id="_x0000_i1028" type="#_x0000_t75" style="width:435.75pt;height:581.25pt" o:ole="" fillcolor="window">
            <v:imagedata r:id="rId14" o:title=""/>
          </v:shape>
          <o:OLEObject Type="Embed" ProgID="Word.Picture.8" ShapeID="_x0000_i1028" DrawAspect="Content" ObjectID="_1711355818" r:id="rId15"/>
        </w:object>
      </w:r>
    </w:p>
    <w:p w14:paraId="6FAF6556" w14:textId="59B37676" w:rsidR="001424E0" w:rsidRPr="006F699D" w:rsidRDefault="00A511B7" w:rsidP="00377BCE">
      <w:pPr>
        <w:pStyle w:val="TF"/>
        <w:keepNext/>
      </w:pPr>
      <w:r w:rsidRPr="006F699D">
        <w:t>Figure</w:t>
      </w:r>
      <w:r w:rsidR="00646BEC">
        <w:t xml:space="preserve"> </w:t>
      </w:r>
      <w:r w:rsidR="00913A89" w:rsidRPr="006F699D">
        <w:t>5.2.2-1</w:t>
      </w:r>
      <w:bookmarkEnd w:id="89"/>
      <w:bookmarkEnd w:id="90"/>
      <w:r w:rsidRPr="006F699D">
        <w:t>:</w:t>
      </w:r>
      <w:r w:rsidR="00646BEC">
        <w:t xml:space="preserve"> </w:t>
      </w:r>
      <w:r w:rsidR="00913A89" w:rsidRPr="006F699D">
        <w:t>RRC_IDLE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</w:p>
    <w:p w14:paraId="36CF86A9" w14:textId="6D9D238D" w:rsidR="00A635EF" w:rsidRPr="006F699D" w:rsidRDefault="00A635EF" w:rsidP="00A635EF">
      <w:pPr>
        <w:keepNext/>
      </w:pPr>
      <w:r w:rsidRPr="006F699D">
        <w:lastRenderedPageBreak/>
        <w:t>For</w:t>
      </w:r>
      <w:r w:rsidR="00646BEC">
        <w:t xml:space="preserve"> </w:t>
      </w:r>
      <w:r w:rsidRPr="006F699D">
        <w:t>NB-IoT,</w:t>
      </w:r>
      <w:r w:rsidR="00646BEC">
        <w:t xml:space="preserve"> </w:t>
      </w:r>
      <w:r w:rsidRPr="006F699D">
        <w:t>figure</w:t>
      </w:r>
      <w:r w:rsidR="00646BEC">
        <w:t xml:space="preserve"> </w:t>
      </w:r>
      <w:r w:rsidRPr="006F699D">
        <w:t>5.2.2-2</w:t>
      </w:r>
      <w:r w:rsidR="00646BEC">
        <w:t xml:space="preserve"> </w:t>
      </w:r>
      <w:r w:rsidRPr="006F699D">
        <w:t>shows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states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transitions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RRC_IDLE.</w:t>
      </w:r>
      <w:r w:rsidR="00646BEC">
        <w:t xml:space="preserve"> </w:t>
      </w:r>
      <w:r w:rsidRPr="006F699D">
        <w:t>Whenever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new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performed,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causes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exit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number</w:t>
      </w:r>
      <w:r w:rsidR="00646BEC">
        <w:t xml:space="preserve"> </w:t>
      </w:r>
      <w:r w:rsidRPr="006F699D">
        <w:t>1.</w:t>
      </w:r>
    </w:p>
    <w:p w14:paraId="526DC2F5" w14:textId="77777777" w:rsidR="00A635EF" w:rsidRPr="006F699D" w:rsidRDefault="00A635EF" w:rsidP="00A635EF">
      <w:pPr>
        <w:pStyle w:val="TH"/>
        <w:rPr>
          <w:i/>
        </w:rPr>
      </w:pPr>
    </w:p>
    <w:bookmarkStart w:id="92" w:name="_MON_1518510156"/>
    <w:bookmarkEnd w:id="92"/>
    <w:p w14:paraId="57DD085F" w14:textId="77777777" w:rsidR="00A635EF" w:rsidRPr="006F699D" w:rsidRDefault="00A635EF" w:rsidP="00A635EF">
      <w:pPr>
        <w:pStyle w:val="TH"/>
        <w:rPr>
          <w:lang w:eastAsia="ja-JP"/>
        </w:rPr>
      </w:pPr>
      <w:r w:rsidRPr="006F699D">
        <w:rPr>
          <w:i/>
        </w:rPr>
        <w:object w:dxaOrig="9210" w:dyaOrig="12749" w14:anchorId="600DB6B0">
          <v:shape id="_x0000_i1029" type="#_x0000_t75" style="width:435.75pt;height:417.75pt" o:ole="" fillcolor="window">
            <v:imagedata r:id="rId16" o:title="" cropbottom="18435f"/>
          </v:shape>
          <o:OLEObject Type="Embed" ProgID="Word.Picture.8" ShapeID="_x0000_i1029" DrawAspect="Content" ObjectID="_1711355819" r:id="rId17"/>
        </w:object>
      </w:r>
    </w:p>
    <w:p w14:paraId="5596F668" w14:textId="0AE938B8" w:rsidR="00A635EF" w:rsidRPr="006F699D" w:rsidRDefault="00A635EF" w:rsidP="00A635EF">
      <w:pPr>
        <w:pStyle w:val="TF"/>
      </w:pPr>
      <w:r w:rsidRPr="006F699D">
        <w:t>Figure</w:t>
      </w:r>
      <w:r w:rsidR="00646BEC">
        <w:t xml:space="preserve"> </w:t>
      </w:r>
      <w:r w:rsidRPr="006F699D">
        <w:t>5.2.2-2: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</w:t>
      </w:r>
    </w:p>
    <w:p w14:paraId="1B77E214" w14:textId="27B9D7EC" w:rsidR="003F09A1" w:rsidRPr="006F699D" w:rsidRDefault="003F09A1" w:rsidP="00377BCE">
      <w:pPr>
        <w:pStyle w:val="Heading3"/>
      </w:pPr>
      <w:bookmarkStart w:id="93" w:name="_Toc29237887"/>
      <w:bookmarkStart w:id="94" w:name="_Toc46523004"/>
      <w:bookmarkStart w:id="95" w:name="_Toc100742582"/>
      <w:r w:rsidRPr="006F699D">
        <w:t>5.2.3</w:t>
      </w:r>
      <w:r w:rsidRPr="006F699D">
        <w:tab/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="00FD1DF6" w:rsidRPr="006F699D">
        <w:t>p</w:t>
      </w:r>
      <w:r w:rsidRPr="006F699D">
        <w:t>rocess</w:t>
      </w:r>
      <w:bookmarkEnd w:id="93"/>
      <w:bookmarkEnd w:id="94"/>
      <w:bookmarkEnd w:id="95"/>
    </w:p>
    <w:p w14:paraId="6128DB20" w14:textId="77777777" w:rsidR="003F09A1" w:rsidRPr="006F699D" w:rsidRDefault="003F09A1" w:rsidP="00377BCE">
      <w:pPr>
        <w:pStyle w:val="Heading4"/>
      </w:pPr>
      <w:bookmarkStart w:id="96" w:name="_Toc29237888"/>
      <w:bookmarkStart w:id="97" w:name="_Toc46523005"/>
      <w:bookmarkStart w:id="98" w:name="_Toc100742583"/>
      <w:r w:rsidRPr="006F699D">
        <w:t>5.2.3.1</w:t>
      </w:r>
      <w:r w:rsidRPr="006F699D">
        <w:tab/>
        <w:t>Description</w:t>
      </w:r>
      <w:bookmarkEnd w:id="96"/>
      <w:bookmarkEnd w:id="97"/>
      <w:bookmarkEnd w:id="98"/>
    </w:p>
    <w:p w14:paraId="776B4DDD" w14:textId="5E7ADB11" w:rsidR="005E6E27" w:rsidRPr="006F699D" w:rsidRDefault="005E6E27" w:rsidP="00377BCE">
      <w:pPr>
        <w:pStyle w:val="B1"/>
        <w:ind w:left="284"/>
      </w:pP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two</w:t>
      </w:r>
      <w:r w:rsidR="00646BEC">
        <w:t xml:space="preserve"> </w:t>
      </w:r>
      <w:r w:rsidR="005745C7" w:rsidRPr="006F699D">
        <w:t>cell</w:t>
      </w:r>
      <w:r w:rsidR="00646BEC">
        <w:t xml:space="preserve"> </w:t>
      </w:r>
      <w:r w:rsidR="005745C7" w:rsidRPr="006F699D">
        <w:t>selection</w:t>
      </w:r>
      <w:r w:rsidR="00646BEC">
        <w:t xml:space="preserve"> </w:t>
      </w:r>
      <w:r w:rsidRPr="006F699D">
        <w:t>procedures:</w:t>
      </w:r>
    </w:p>
    <w:p w14:paraId="6A96FF0F" w14:textId="3ED42595" w:rsidR="005E6E27" w:rsidRPr="006F699D" w:rsidRDefault="005E6E27" w:rsidP="00377BCE">
      <w:pPr>
        <w:pStyle w:val="B2"/>
      </w:pPr>
      <w:r w:rsidRPr="006F699D">
        <w:t>a)</w:t>
      </w:r>
      <w:r w:rsidRPr="006F699D">
        <w:tab/>
        <w:t>Initial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</w:p>
    <w:p w14:paraId="3DC3D251" w14:textId="24AD4863" w:rsidR="005E6E27" w:rsidRPr="006F699D" w:rsidRDefault="005E6E27" w:rsidP="00377BCE">
      <w:pPr>
        <w:pStyle w:val="B2"/>
      </w:pPr>
      <w:r w:rsidRPr="006F699D">
        <w:tab/>
        <w:t>This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requires</w:t>
      </w:r>
      <w:r w:rsidR="00646BEC">
        <w:t xml:space="preserve"> </w:t>
      </w:r>
      <w:r w:rsidRPr="006F699D">
        <w:t>no</w:t>
      </w:r>
      <w:r w:rsidR="00646BEC">
        <w:t xml:space="preserve"> </w:t>
      </w:r>
      <w:r w:rsidRPr="006F699D">
        <w:t>prior</w:t>
      </w:r>
      <w:r w:rsidR="00646BEC">
        <w:t xml:space="preserve"> </w:t>
      </w:r>
      <w:r w:rsidRPr="006F699D">
        <w:t>knowledge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RF</w:t>
      </w:r>
      <w:r w:rsidR="00646BEC">
        <w:t xml:space="preserve"> </w:t>
      </w:r>
      <w:r w:rsidRPr="006F699D">
        <w:t>channels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="00A635EF" w:rsidRPr="006F699D">
        <w:t>or</w:t>
      </w:r>
      <w:r w:rsidR="00646BEC">
        <w:t xml:space="preserve"> </w:t>
      </w:r>
      <w:r w:rsidR="00A635EF" w:rsidRPr="006F699D">
        <w:t>NB-IoT</w:t>
      </w:r>
      <w:r w:rsidR="00646BEC">
        <w:t xml:space="preserve"> </w:t>
      </w:r>
      <w:r w:rsidRPr="006F699D">
        <w:t>carriers.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scan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RF</w:t>
      </w:r>
      <w:r w:rsidR="00646BEC">
        <w:t xml:space="preserve"> </w:t>
      </w:r>
      <w:r w:rsidRPr="006F699D">
        <w:t>channels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C263BA" w:rsidRPr="006F699D">
        <w:t>E-</w:t>
      </w:r>
      <w:r w:rsidRPr="006F699D">
        <w:t>UTRA</w:t>
      </w:r>
      <w:r w:rsidR="00646BEC">
        <w:t xml:space="preserve"> </w:t>
      </w:r>
      <w:r w:rsidRPr="006F699D">
        <w:t>bands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its</w:t>
      </w:r>
      <w:r w:rsidR="00646BEC">
        <w:t xml:space="preserve"> </w:t>
      </w:r>
      <w:r w:rsidRPr="006F699D">
        <w:t>capabilities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find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cell.</w:t>
      </w:r>
      <w:r w:rsidR="00646BEC">
        <w:rPr>
          <w:snapToGrid w:val="0"/>
          <w:lang w:eastAsia="ja-JP"/>
        </w:rPr>
        <w:t xml:space="preserve"> </w:t>
      </w:r>
      <w:r w:rsidRPr="006F699D">
        <w:t>On</w:t>
      </w:r>
      <w:r w:rsidR="00646BEC">
        <w:t xml:space="preserve"> </w:t>
      </w:r>
      <w:r w:rsidRPr="006F699D">
        <w:t>each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="0092784F" w:rsidRPr="006F699D">
        <w:t>frequency</w:t>
      </w:r>
      <w:r w:rsidRPr="006F699D">
        <w:t>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need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strongest</w:t>
      </w:r>
      <w:r w:rsidR="00646BEC">
        <w:t xml:space="preserve"> </w:t>
      </w:r>
      <w:r w:rsidRPr="006F699D">
        <w:t>cell.</w:t>
      </w:r>
      <w:r w:rsidR="00646BEC">
        <w:t xml:space="preserve"> </w:t>
      </w:r>
      <w:r w:rsidRPr="006F699D">
        <w:t>Once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found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selected.</w:t>
      </w:r>
    </w:p>
    <w:p w14:paraId="1C684E89" w14:textId="49E2C635" w:rsidR="005E6E27" w:rsidRPr="006F699D" w:rsidRDefault="005E6E27" w:rsidP="00377BCE">
      <w:pPr>
        <w:pStyle w:val="B2"/>
      </w:pPr>
      <w:r w:rsidRPr="006F699D">
        <w:t>b)</w:t>
      </w:r>
      <w:r w:rsidRPr="006F699D">
        <w:tab/>
        <w:t>Stored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</w:p>
    <w:p w14:paraId="6899A0D4" w14:textId="0F4C1AED" w:rsidR="005E6E27" w:rsidRPr="006F699D" w:rsidRDefault="005E6E27" w:rsidP="00377BCE">
      <w:pPr>
        <w:pStyle w:val="B2"/>
      </w:pPr>
      <w:r w:rsidRPr="006F699D">
        <w:tab/>
        <w:t>This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requires</w:t>
      </w:r>
      <w:r w:rsidR="00646BEC">
        <w:t xml:space="preserve"> </w:t>
      </w:r>
      <w:r w:rsidRPr="006F699D">
        <w:t>stored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Pr="006F699D">
        <w:t>frequencies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optionally</w:t>
      </w:r>
      <w:r w:rsidR="00646BEC">
        <w:t xml:space="preserve"> </w:t>
      </w:r>
      <w:r w:rsidRPr="006F699D">
        <w:t>also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1B2F69" w:rsidRPr="006F699D">
        <w:t>parameters,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previously</w:t>
      </w:r>
      <w:r w:rsidR="00646BEC">
        <w:t xml:space="preserve"> </w:t>
      </w:r>
      <w:r w:rsidRPr="006F699D">
        <w:t>received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elements</w:t>
      </w:r>
      <w:r w:rsidR="00646BEC">
        <w:t xml:space="preserve"> </w:t>
      </w:r>
      <w:r w:rsidR="00D97496" w:rsidRPr="006F699D">
        <w:t>or</w:t>
      </w:r>
      <w:r w:rsidR="00646BEC">
        <w:t xml:space="preserve"> </w:t>
      </w:r>
      <w:r w:rsidR="00D97496" w:rsidRPr="006F699D">
        <w:t>from</w:t>
      </w:r>
      <w:r w:rsidR="00646BEC">
        <w:t xml:space="preserve"> </w:t>
      </w:r>
      <w:r w:rsidR="00D97496" w:rsidRPr="006F699D">
        <w:t>previously</w:t>
      </w:r>
      <w:r w:rsidR="00646BEC">
        <w:t xml:space="preserve"> </w:t>
      </w:r>
      <w:r w:rsidR="00D97496" w:rsidRPr="006F699D">
        <w:t>detected</w:t>
      </w:r>
      <w:r w:rsidR="00646BEC">
        <w:t xml:space="preserve"> </w:t>
      </w:r>
      <w:r w:rsidR="00D97496" w:rsidRPr="006F699D">
        <w:lastRenderedPageBreak/>
        <w:t>cells</w:t>
      </w:r>
      <w:r w:rsidRPr="006F699D">
        <w:rPr>
          <w:snapToGrid w:val="0"/>
        </w:rPr>
        <w:t>.</w:t>
      </w:r>
      <w:r w:rsidR="00646BEC">
        <w:rPr>
          <w:snapToGrid w:val="0"/>
        </w:rPr>
        <w:t xml:space="preserve"> </w:t>
      </w:r>
      <w:r w:rsidRPr="006F699D">
        <w:t>Once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found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select</w:t>
      </w:r>
      <w:r w:rsidR="00646BEC">
        <w:t xml:space="preserve"> </w:t>
      </w:r>
      <w:r w:rsidRPr="006F699D">
        <w:t>it.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no</w:t>
      </w:r>
      <w:r w:rsidR="00646BEC">
        <w:t xml:space="preserve"> </w:t>
      </w:r>
      <w:r w:rsidRPr="006F699D">
        <w:t>suit</w:t>
      </w:r>
      <w:r w:rsidR="0092784F" w:rsidRPr="006F699D">
        <w:t>able</w:t>
      </w:r>
      <w:r w:rsidR="00646BEC">
        <w:t xml:space="preserve"> </w:t>
      </w:r>
      <w:r w:rsidR="0092784F" w:rsidRPr="006F699D">
        <w:t>cell</w:t>
      </w:r>
      <w:r w:rsidR="00646BEC">
        <w:t xml:space="preserve"> </w:t>
      </w:r>
      <w:r w:rsidR="0092784F" w:rsidRPr="006F699D">
        <w:t>is</w:t>
      </w:r>
      <w:r w:rsidR="00646BEC">
        <w:t xml:space="preserve"> </w:t>
      </w:r>
      <w:r w:rsidR="0092784F" w:rsidRPr="006F699D">
        <w:t>found</w:t>
      </w:r>
      <w:r w:rsidR="00646BEC">
        <w:t xml:space="preserve"> </w:t>
      </w:r>
      <w:r w:rsidR="0092784F" w:rsidRPr="006F699D">
        <w:t>the</w:t>
      </w:r>
      <w:r w:rsidR="00646BEC">
        <w:t xml:space="preserve"> </w:t>
      </w:r>
      <w:r w:rsidR="0092784F" w:rsidRPr="006F699D">
        <w:t>Initial</w:t>
      </w:r>
      <w:r w:rsidR="00646BEC">
        <w:t xml:space="preserve"> </w:t>
      </w:r>
      <w:r w:rsidR="0092784F" w:rsidRPr="006F699D">
        <w:t>Cell</w:t>
      </w:r>
      <w:r w:rsidR="00646BEC">
        <w:t xml:space="preserve"> </w:t>
      </w:r>
      <w:r w:rsidR="0092784F" w:rsidRPr="006F699D">
        <w:t>S</w:t>
      </w:r>
      <w:r w:rsidRPr="006F699D">
        <w:t>election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started.</w:t>
      </w:r>
    </w:p>
    <w:p w14:paraId="68BBD4A8" w14:textId="25FEA748" w:rsidR="001952C7" w:rsidRPr="006F699D" w:rsidRDefault="001952C7" w:rsidP="00377BCE">
      <w:pPr>
        <w:pStyle w:val="NO"/>
      </w:pPr>
      <w:r w:rsidRPr="006F699D">
        <w:t>NOTE</w:t>
      </w:r>
      <w:r w:rsidR="00646BEC">
        <w:t xml:space="preserve"> </w:t>
      </w:r>
      <w:r w:rsidR="000D1325" w:rsidRPr="006F699D">
        <w:t>1</w:t>
      </w:r>
      <w:r w:rsidRPr="006F699D">
        <w:t>:</w:t>
      </w:r>
      <w:r w:rsidRPr="006F699D">
        <w:tab/>
        <w:t>Priorities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different</w:t>
      </w:r>
      <w:r w:rsidR="00646BEC">
        <w:t xml:space="preserve"> </w:t>
      </w:r>
      <w:r w:rsidRPr="006F699D">
        <w:t>frequencies</w:t>
      </w:r>
      <w:r w:rsidR="00646BEC">
        <w:t xml:space="preserve"> </w:t>
      </w:r>
      <w:r w:rsidR="00BD4A06" w:rsidRPr="006F699D">
        <w:t>or</w:t>
      </w:r>
      <w:r w:rsidR="00646BEC">
        <w:t xml:space="preserve"> </w:t>
      </w:r>
      <w:r w:rsidR="00BD4A06" w:rsidRPr="006F699D">
        <w:t>RATs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dedicated</w:t>
      </w:r>
      <w:r w:rsidR="00646BEC">
        <w:t xml:space="preserve"> </w:t>
      </w:r>
      <w:r w:rsidRPr="006F699D">
        <w:t>signalling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process.</w:t>
      </w:r>
    </w:p>
    <w:p w14:paraId="08DA239A" w14:textId="5B3A9A13" w:rsidR="000D1325" w:rsidRPr="006F699D" w:rsidRDefault="000D1325" w:rsidP="00377BCE">
      <w:pPr>
        <w:pStyle w:val="NO"/>
      </w:pPr>
      <w:r w:rsidRPr="006F699D">
        <w:t>NOTE</w:t>
      </w:r>
      <w:r w:rsidR="00646BEC">
        <w:t xml:space="preserve"> </w:t>
      </w:r>
      <w:r w:rsidRPr="006F699D">
        <w:t>2:</w:t>
      </w:r>
      <w:r w:rsidRPr="006F699D">
        <w:tab/>
        <w:t>If</w:t>
      </w:r>
      <w:r w:rsidR="00646BEC">
        <w:t xml:space="preserve"> </w:t>
      </w:r>
      <w:r w:rsidRPr="006F699D">
        <w:t>BL</w:t>
      </w:r>
      <w:r w:rsidR="00646BEC">
        <w:t xml:space="preserve"> </w:t>
      </w:r>
      <w:r w:rsidRPr="006F699D">
        <w:t>UE,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enhanced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provisioned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EARFCN,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Initial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Stored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find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cell.</w:t>
      </w:r>
    </w:p>
    <w:p w14:paraId="33947402" w14:textId="57489DAB" w:rsidR="003F09A1" w:rsidRPr="006F699D" w:rsidRDefault="003F09A1" w:rsidP="00377BCE">
      <w:pPr>
        <w:pStyle w:val="Heading4"/>
      </w:pPr>
      <w:bookmarkStart w:id="99" w:name="_Toc29237889"/>
      <w:bookmarkStart w:id="100" w:name="_Toc46523006"/>
      <w:bookmarkStart w:id="101" w:name="_Toc100742584"/>
      <w:r w:rsidRPr="006F699D">
        <w:t>5.2.3.2</w:t>
      </w:r>
      <w:r w:rsidRPr="006F699D">
        <w:tab/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</w:t>
      </w:r>
      <w:r w:rsidR="0063169B" w:rsidRPr="006F699D">
        <w:t>on</w:t>
      </w:r>
      <w:bookmarkEnd w:id="99"/>
      <w:bookmarkEnd w:id="100"/>
      <w:bookmarkEnd w:id="101"/>
    </w:p>
    <w:p w14:paraId="613338E1" w14:textId="5DF0DD4F" w:rsidR="00A635EF" w:rsidRPr="006F699D" w:rsidRDefault="00A635EF" w:rsidP="00A635EF">
      <w:r w:rsidRPr="006F699D">
        <w:t>For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clause</w:t>
      </w:r>
      <w:r w:rsidR="00646BEC">
        <w:t xml:space="preserve"> </w:t>
      </w:r>
      <w:r w:rsidR="00F12EFF" w:rsidRPr="006F699D">
        <w:t>5.2.3.2a</w:t>
      </w:r>
      <w:r w:rsidRPr="006F699D">
        <w:t>.</w:t>
      </w:r>
    </w:p>
    <w:p w14:paraId="051A0CDF" w14:textId="0633FF8F" w:rsidR="00B2695F" w:rsidRPr="006F699D" w:rsidRDefault="003F09A1" w:rsidP="00377BCE"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S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normal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coverage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fulfilled</w:t>
      </w:r>
      <w:r w:rsidR="00646BEC">
        <w:t xml:space="preserve"> </w:t>
      </w:r>
      <w:r w:rsidRPr="006F699D">
        <w:t>when: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35"/>
      </w:tblGrid>
      <w:tr w:rsidR="006F699D" w:rsidRPr="006F699D" w14:paraId="05980895" w14:textId="77777777" w:rsidTr="008C29C2">
        <w:tc>
          <w:tcPr>
            <w:tcW w:w="2835" w:type="dxa"/>
            <w:shd w:val="clear" w:color="auto" w:fill="auto"/>
            <w:vAlign w:val="center"/>
          </w:tcPr>
          <w:p w14:paraId="536C8786" w14:textId="666D0F0B" w:rsidR="00B2695F" w:rsidRPr="006F699D" w:rsidRDefault="006350A4" w:rsidP="00377BCE">
            <w:pPr>
              <w:spacing w:before="100" w:beforeAutospacing="1" w:after="100" w:afterAutospacing="1"/>
              <w:jc w:val="both"/>
              <w:rPr>
                <w:lang w:eastAsia="ja-JP"/>
              </w:rPr>
            </w:pPr>
            <w:r w:rsidRPr="006F699D">
              <w:rPr>
                <w:lang w:eastAsia="ja-JP"/>
              </w:rPr>
              <w:t>Srxlev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&gt;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0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="00B2695F" w:rsidRPr="006F699D">
              <w:rPr>
                <w:lang w:eastAsia="ja-JP"/>
              </w:rPr>
              <w:t>Squal</w:t>
            </w:r>
            <w:r w:rsidR="00646BEC">
              <w:rPr>
                <w:lang w:eastAsia="ja-JP"/>
              </w:rPr>
              <w:t xml:space="preserve"> </w:t>
            </w:r>
            <w:r w:rsidR="00B2695F" w:rsidRPr="006F699D">
              <w:rPr>
                <w:lang w:eastAsia="ja-JP"/>
              </w:rPr>
              <w:t>&gt;</w:t>
            </w:r>
            <w:r w:rsidR="00646BEC">
              <w:rPr>
                <w:lang w:eastAsia="ja-JP"/>
              </w:rPr>
              <w:t xml:space="preserve"> </w:t>
            </w:r>
            <w:r w:rsidR="00B2695F" w:rsidRPr="006F699D">
              <w:rPr>
                <w:lang w:eastAsia="ja-JP"/>
              </w:rPr>
              <w:t>0</w:t>
            </w:r>
          </w:p>
        </w:tc>
      </w:tr>
    </w:tbl>
    <w:p w14:paraId="348DFAFF" w14:textId="77777777" w:rsidR="00B2695F" w:rsidRPr="006F699D" w:rsidRDefault="00B2695F" w:rsidP="00377BCE">
      <w:pPr>
        <w:rPr>
          <w:lang w:eastAsia="ja-JP"/>
        </w:rPr>
      </w:pPr>
      <w:r w:rsidRPr="006F699D">
        <w:rPr>
          <w:lang w:eastAsia="ja-JP"/>
        </w:rPr>
        <w:t>w</w:t>
      </w:r>
      <w:r w:rsidRPr="006F699D">
        <w:t>here: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04"/>
      </w:tblGrid>
      <w:tr w:rsidR="006F699D" w:rsidRPr="006F699D" w14:paraId="7634A072" w14:textId="77777777" w:rsidTr="002A2420">
        <w:trPr>
          <w:trHeight w:val="927"/>
        </w:trPr>
        <w:tc>
          <w:tcPr>
            <w:tcW w:w="6204" w:type="dxa"/>
            <w:shd w:val="clear" w:color="auto" w:fill="auto"/>
            <w:vAlign w:val="center"/>
          </w:tcPr>
          <w:p w14:paraId="45E2CB53" w14:textId="04714141" w:rsidR="00A5047E" w:rsidRPr="006F699D" w:rsidRDefault="00A5047E" w:rsidP="00377BCE">
            <w:pPr>
              <w:spacing w:before="100" w:beforeAutospacing="1" w:after="100" w:afterAutospacing="1"/>
              <w:ind w:right="-675"/>
              <w:jc w:val="both"/>
              <w:rPr>
                <w:lang w:eastAsia="ja-JP"/>
              </w:rPr>
            </w:pPr>
            <w:r w:rsidRPr="006F699D">
              <w:rPr>
                <w:lang w:eastAsia="ja-JP"/>
              </w:rPr>
              <w:t>Srxlev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=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</w:t>
            </w:r>
            <w:r w:rsidRPr="006F699D">
              <w:rPr>
                <w:vertAlign w:val="subscript"/>
                <w:lang w:eastAsia="ja-JP"/>
              </w:rPr>
              <w:t>rxlevmeas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–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(Q</w:t>
            </w:r>
            <w:r w:rsidRPr="006F699D">
              <w:rPr>
                <w:vertAlign w:val="subscript"/>
                <w:lang w:eastAsia="ja-JP"/>
              </w:rPr>
              <w:t>rxlevmin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+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</w:t>
            </w:r>
            <w:r w:rsidRPr="006F699D">
              <w:rPr>
                <w:vertAlign w:val="subscript"/>
                <w:lang w:eastAsia="ja-JP"/>
              </w:rPr>
              <w:t>rxlevminoffset</w:t>
            </w:r>
            <w:r w:rsidRPr="006F699D">
              <w:rPr>
                <w:lang w:eastAsia="ja-JP"/>
              </w:rPr>
              <w:t>)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–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Pcompensation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-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bCs/>
              </w:rPr>
              <w:t>Qoffset</w:t>
            </w:r>
            <w:r w:rsidRPr="006F699D">
              <w:rPr>
                <w:bCs/>
                <w:vertAlign w:val="subscript"/>
              </w:rPr>
              <w:t>temp</w:t>
            </w:r>
          </w:p>
          <w:p w14:paraId="289EFBF5" w14:textId="5ACE7E32" w:rsidR="00B2695F" w:rsidRPr="006F699D" w:rsidRDefault="00A5047E" w:rsidP="00377BCE">
            <w:pPr>
              <w:spacing w:before="100" w:beforeAutospacing="1" w:after="100" w:afterAutospacing="1"/>
              <w:jc w:val="both"/>
              <w:rPr>
                <w:lang w:eastAsia="ja-JP"/>
              </w:rPr>
            </w:pPr>
            <w:r w:rsidRPr="006F699D">
              <w:rPr>
                <w:lang w:eastAsia="ja-JP"/>
              </w:rPr>
              <w:t>Squal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=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</w:t>
            </w:r>
            <w:r w:rsidRPr="006F699D">
              <w:rPr>
                <w:vertAlign w:val="subscript"/>
                <w:lang w:eastAsia="ja-JP"/>
              </w:rPr>
              <w:t>qualmeas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–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(Q</w:t>
            </w:r>
            <w:r w:rsidRPr="006F699D">
              <w:rPr>
                <w:vertAlign w:val="subscript"/>
                <w:lang w:eastAsia="ja-JP"/>
              </w:rPr>
              <w:t>qualmin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+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</w:t>
            </w:r>
            <w:r w:rsidRPr="006F699D">
              <w:rPr>
                <w:vertAlign w:val="subscript"/>
                <w:lang w:eastAsia="ja-JP"/>
              </w:rPr>
              <w:t>qualminoffset</w:t>
            </w:r>
            <w:r w:rsidRPr="006F699D">
              <w:rPr>
                <w:lang w:eastAsia="ja-JP"/>
              </w:rPr>
              <w:t>)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-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bCs/>
              </w:rPr>
              <w:t>Qoffset</w:t>
            </w:r>
            <w:r w:rsidRPr="006F699D">
              <w:rPr>
                <w:bCs/>
                <w:vertAlign w:val="subscript"/>
              </w:rPr>
              <w:t>temp</w:t>
            </w:r>
          </w:p>
        </w:tc>
      </w:tr>
    </w:tbl>
    <w:p w14:paraId="5BFC2954" w14:textId="77777777" w:rsidR="00B2695F" w:rsidRPr="006F699D" w:rsidRDefault="00B2695F" w:rsidP="00377BCE">
      <w:r w:rsidRPr="006F699D">
        <w:rPr>
          <w:lang w:eastAsia="ja-JP"/>
        </w:rPr>
        <w:t>w</w:t>
      </w:r>
      <w:r w:rsidRPr="006F699D">
        <w:t>here: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5812"/>
      </w:tblGrid>
      <w:tr w:rsidR="006F699D" w:rsidRPr="006F699D" w14:paraId="169AC07A" w14:textId="77777777" w:rsidTr="00FE6BAC">
        <w:trPr>
          <w:trHeight w:val="230"/>
        </w:trPr>
        <w:tc>
          <w:tcPr>
            <w:tcW w:w="2126" w:type="dxa"/>
          </w:tcPr>
          <w:p w14:paraId="73CA555A" w14:textId="77777777" w:rsidR="00B2695F" w:rsidRPr="006F699D" w:rsidRDefault="00B2695F" w:rsidP="00377BCE">
            <w:pPr>
              <w:pStyle w:val="TAL"/>
            </w:pPr>
            <w:r w:rsidRPr="006F699D">
              <w:t>Srxlev</w:t>
            </w:r>
          </w:p>
        </w:tc>
        <w:tc>
          <w:tcPr>
            <w:tcW w:w="5812" w:type="dxa"/>
          </w:tcPr>
          <w:p w14:paraId="343955BB" w14:textId="7F411009" w:rsidR="00B2695F" w:rsidRPr="006F699D" w:rsidRDefault="00B2695F" w:rsidP="00377BCE">
            <w:pPr>
              <w:pStyle w:val="TAL"/>
            </w:pPr>
            <w:r w:rsidRPr="006F699D">
              <w:t>Cell</w:t>
            </w:r>
            <w:r w:rsidR="00646BEC">
              <w:t xml:space="preserve"> </w:t>
            </w:r>
            <w:r w:rsidRPr="006F699D">
              <w:rPr>
                <w:lang w:eastAsia="ja-JP"/>
              </w:rPr>
              <w:t>s</w:t>
            </w:r>
            <w:r w:rsidRPr="006F699D">
              <w:t>election</w:t>
            </w:r>
            <w:r w:rsidR="00646BEC">
              <w:t xml:space="preserve"> </w:t>
            </w:r>
            <w:r w:rsidRPr="006F699D">
              <w:t>RX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(dB)</w:t>
            </w:r>
          </w:p>
        </w:tc>
      </w:tr>
      <w:tr w:rsidR="006F699D" w:rsidRPr="006F699D" w14:paraId="4BCE6EA8" w14:textId="77777777" w:rsidTr="00FE6BAC">
        <w:trPr>
          <w:trHeight w:val="180"/>
        </w:trPr>
        <w:tc>
          <w:tcPr>
            <w:tcW w:w="2126" w:type="dxa"/>
          </w:tcPr>
          <w:p w14:paraId="49D6BE1E" w14:textId="77777777" w:rsidR="00B2695F" w:rsidRPr="006F699D" w:rsidRDefault="00B2695F" w:rsidP="00377BCE">
            <w:pPr>
              <w:pStyle w:val="TAL"/>
              <w:rPr>
                <w:lang w:eastAsia="ja-JP"/>
              </w:rPr>
            </w:pPr>
            <w:r w:rsidRPr="006F699D">
              <w:rPr>
                <w:lang w:eastAsia="ja-JP"/>
              </w:rPr>
              <w:t>Squal</w:t>
            </w:r>
          </w:p>
        </w:tc>
        <w:tc>
          <w:tcPr>
            <w:tcW w:w="5812" w:type="dxa"/>
          </w:tcPr>
          <w:p w14:paraId="4E486EC6" w14:textId="2E801002" w:rsidR="00B2695F" w:rsidRPr="006F699D" w:rsidRDefault="00B2695F" w:rsidP="00377BCE">
            <w:pPr>
              <w:pStyle w:val="TAL"/>
              <w:rPr>
                <w:lang w:eastAsia="ja-JP"/>
              </w:rPr>
            </w:pPr>
            <w:r w:rsidRPr="006F699D">
              <w:rPr>
                <w:lang w:eastAsia="ja-JP"/>
              </w:rPr>
              <w:t>Cell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selection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quality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value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(dB)</w:t>
            </w:r>
          </w:p>
        </w:tc>
      </w:tr>
      <w:tr w:rsidR="006F699D" w:rsidRPr="006F699D" w14:paraId="201BBAF7" w14:textId="77777777" w:rsidTr="00FE6BAC">
        <w:trPr>
          <w:trHeight w:val="180"/>
        </w:trPr>
        <w:tc>
          <w:tcPr>
            <w:tcW w:w="2126" w:type="dxa"/>
          </w:tcPr>
          <w:p w14:paraId="4977FCDF" w14:textId="77777777" w:rsidR="00A5047E" w:rsidRPr="006F699D" w:rsidRDefault="00A5047E" w:rsidP="00377BCE">
            <w:pPr>
              <w:pStyle w:val="TAL"/>
              <w:rPr>
                <w:lang w:eastAsia="ja-JP"/>
              </w:rPr>
            </w:pPr>
            <w:r w:rsidRPr="006F699D">
              <w:rPr>
                <w:bCs/>
              </w:rPr>
              <w:t>Qoffset</w:t>
            </w:r>
            <w:r w:rsidRPr="006F699D">
              <w:rPr>
                <w:bCs/>
                <w:vertAlign w:val="subscript"/>
              </w:rPr>
              <w:t>temp</w:t>
            </w:r>
          </w:p>
        </w:tc>
        <w:tc>
          <w:tcPr>
            <w:tcW w:w="5812" w:type="dxa"/>
          </w:tcPr>
          <w:p w14:paraId="1B2CC8B0" w14:textId="17D7F193" w:rsidR="00A5047E" w:rsidRPr="006F699D" w:rsidRDefault="00A5047E" w:rsidP="00377BCE">
            <w:pPr>
              <w:pStyle w:val="TAL"/>
              <w:rPr>
                <w:lang w:eastAsia="ja-JP"/>
              </w:rPr>
            </w:pPr>
            <w:r w:rsidRPr="006F699D">
              <w:rPr>
                <w:lang w:eastAsia="ja-JP"/>
              </w:rPr>
              <w:t>Offset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temporarily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applied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to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cell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specified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="00057D27" w:rsidRPr="006F699D">
              <w:rPr>
                <w:lang w:eastAsia="ja-JP"/>
              </w:rPr>
              <w:t>TS</w:t>
            </w:r>
            <w:r w:rsidR="00646BEC">
              <w:rPr>
                <w:lang w:eastAsia="ja-JP"/>
              </w:rPr>
              <w:t xml:space="preserve"> </w:t>
            </w:r>
            <w:r w:rsidR="00057D27" w:rsidRPr="006F699D">
              <w:rPr>
                <w:lang w:eastAsia="ja-JP"/>
              </w:rPr>
              <w:t>36.331</w:t>
            </w:r>
            <w:r w:rsidR="00646BEC">
              <w:rPr>
                <w:lang w:eastAsia="ja-JP"/>
              </w:rPr>
              <w:t xml:space="preserve"> </w:t>
            </w:r>
            <w:r w:rsidR="00057D27" w:rsidRPr="006F699D">
              <w:rPr>
                <w:lang w:eastAsia="ja-JP"/>
              </w:rPr>
              <w:t>[3]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(dB)</w:t>
            </w:r>
          </w:p>
        </w:tc>
      </w:tr>
      <w:tr w:rsidR="006F699D" w:rsidRPr="006F699D" w14:paraId="7DB6D373" w14:textId="77777777" w:rsidTr="00FE6BAC">
        <w:trPr>
          <w:trHeight w:val="130"/>
        </w:trPr>
        <w:tc>
          <w:tcPr>
            <w:tcW w:w="2126" w:type="dxa"/>
          </w:tcPr>
          <w:p w14:paraId="62E063F4" w14:textId="77777777" w:rsidR="00B2695F" w:rsidRPr="006F699D" w:rsidRDefault="00B2695F" w:rsidP="00377BCE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</w:rPr>
              <w:t>rxlevmeas</w:t>
            </w:r>
          </w:p>
        </w:tc>
        <w:tc>
          <w:tcPr>
            <w:tcW w:w="5812" w:type="dxa"/>
          </w:tcPr>
          <w:p w14:paraId="556779C1" w14:textId="59E1006E" w:rsidR="00B2695F" w:rsidRPr="006F699D" w:rsidRDefault="00B2695F" w:rsidP="00377BCE">
            <w:pPr>
              <w:pStyle w:val="TAL"/>
              <w:rPr>
                <w:lang w:eastAsia="ja-JP"/>
              </w:rPr>
            </w:pPr>
            <w:r w:rsidRPr="006F699D">
              <w:t>Measured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RX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(RSRP)</w:t>
            </w:r>
          </w:p>
        </w:tc>
      </w:tr>
      <w:tr w:rsidR="006F699D" w:rsidRPr="006F699D" w14:paraId="4A66D48A" w14:textId="77777777" w:rsidTr="00FE6BAC">
        <w:trPr>
          <w:trHeight w:val="50"/>
        </w:trPr>
        <w:tc>
          <w:tcPr>
            <w:tcW w:w="2126" w:type="dxa"/>
          </w:tcPr>
          <w:p w14:paraId="69DAEA05" w14:textId="77777777" w:rsidR="00B2695F" w:rsidRPr="006F699D" w:rsidRDefault="00B2695F" w:rsidP="00377BCE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  <w:lang w:eastAsia="ja-JP"/>
              </w:rPr>
              <w:t>qual</w:t>
            </w:r>
            <w:r w:rsidRPr="006F699D">
              <w:rPr>
                <w:vertAlign w:val="subscript"/>
              </w:rPr>
              <w:t>meas</w:t>
            </w:r>
          </w:p>
        </w:tc>
        <w:tc>
          <w:tcPr>
            <w:tcW w:w="5812" w:type="dxa"/>
          </w:tcPr>
          <w:p w14:paraId="0E50BCC7" w14:textId="2B1C0312" w:rsidR="00B2695F" w:rsidRPr="006F699D" w:rsidRDefault="00B2695F" w:rsidP="00377BCE">
            <w:pPr>
              <w:pStyle w:val="TAL"/>
              <w:rPr>
                <w:lang w:eastAsia="ja-JP"/>
              </w:rPr>
            </w:pPr>
            <w:r w:rsidRPr="006F699D">
              <w:t>Measured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rPr>
                <w:lang w:eastAsia="ja-JP"/>
              </w:rPr>
              <w:t>quality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(RSR</w:t>
            </w:r>
            <w:r w:rsidRPr="006F699D">
              <w:rPr>
                <w:lang w:eastAsia="ja-JP"/>
              </w:rPr>
              <w:t>Q</w:t>
            </w:r>
            <w:r w:rsidRPr="006F699D">
              <w:t>)</w:t>
            </w:r>
          </w:p>
        </w:tc>
      </w:tr>
      <w:tr w:rsidR="006F699D" w:rsidRPr="006F699D" w14:paraId="450AF442" w14:textId="77777777" w:rsidTr="00FE6BAC">
        <w:trPr>
          <w:trHeight w:val="240"/>
        </w:trPr>
        <w:tc>
          <w:tcPr>
            <w:tcW w:w="2126" w:type="dxa"/>
          </w:tcPr>
          <w:p w14:paraId="65F49F74" w14:textId="77777777" w:rsidR="00B2695F" w:rsidRPr="006F699D" w:rsidRDefault="00B2695F" w:rsidP="00377BCE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</w:rPr>
              <w:t>rxlevmin</w:t>
            </w:r>
          </w:p>
        </w:tc>
        <w:tc>
          <w:tcPr>
            <w:tcW w:w="5812" w:type="dxa"/>
          </w:tcPr>
          <w:p w14:paraId="7495FF80" w14:textId="5C1E397D" w:rsidR="00A12CE1" w:rsidRPr="006F699D" w:rsidRDefault="00B2695F" w:rsidP="00A12CE1">
            <w:pPr>
              <w:pStyle w:val="TAL"/>
            </w:pPr>
            <w:r w:rsidRPr="006F699D">
              <w:t>Minimum</w:t>
            </w:r>
            <w:r w:rsidR="00646BEC">
              <w:t xml:space="preserve"> </w:t>
            </w:r>
            <w:r w:rsidRPr="006F699D">
              <w:t>required</w:t>
            </w:r>
            <w:r w:rsidR="00646BEC">
              <w:t xml:space="preserve"> </w:t>
            </w:r>
            <w:r w:rsidRPr="006F699D">
              <w:t>RX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(dBm)</w:t>
            </w:r>
            <w:r w:rsidR="00646BEC">
              <w:t xml:space="preserve"> </w:t>
            </w:r>
            <w:r w:rsidR="00A12CE1" w:rsidRPr="006F699D">
              <w:t>.</w:t>
            </w:r>
            <w:r w:rsidR="00646BEC">
              <w:t xml:space="preserve"> </w:t>
            </w:r>
            <w:r w:rsidR="00A12CE1" w:rsidRPr="006F699D">
              <w:t>Q</w:t>
            </w:r>
            <w:r w:rsidR="00A12CE1" w:rsidRPr="006F699D">
              <w:rPr>
                <w:vertAlign w:val="subscript"/>
              </w:rPr>
              <w:t>rxlevmin</w:t>
            </w:r>
            <w:r w:rsidR="00646BEC">
              <w:t xml:space="preserve"> </w:t>
            </w:r>
            <w:r w:rsidR="00A12CE1" w:rsidRPr="006F699D">
              <w:t>is</w:t>
            </w:r>
            <w:r w:rsidR="00646BEC">
              <w:t xml:space="preserve"> </w:t>
            </w:r>
            <w:r w:rsidR="00A12CE1" w:rsidRPr="006F699D">
              <w:t>obtained</w:t>
            </w:r>
            <w:r w:rsidR="00646BEC">
              <w:t xml:space="preserve"> </w:t>
            </w:r>
            <w:r w:rsidR="00A12CE1" w:rsidRPr="006F699D">
              <w:t>from</w:t>
            </w:r>
            <w:r w:rsidR="00646BEC">
              <w:t xml:space="preserve"> </w:t>
            </w:r>
            <w:r w:rsidR="00A12CE1" w:rsidRPr="006F699D">
              <w:rPr>
                <w:i/>
                <w:iCs/>
              </w:rPr>
              <w:t>q-RxLevMin</w:t>
            </w:r>
            <w:r w:rsidR="00646BEC">
              <w:t xml:space="preserve"> </w:t>
            </w:r>
            <w:r w:rsidR="00A12CE1" w:rsidRPr="006F699D">
              <w:t>in</w:t>
            </w:r>
            <w:r w:rsidR="00646BEC">
              <w:t xml:space="preserve"> </w:t>
            </w:r>
            <w:r w:rsidR="00A12CE1" w:rsidRPr="006F699D">
              <w:t>SIB1,</w:t>
            </w:r>
            <w:r w:rsidR="00646BEC">
              <w:t xml:space="preserve"> </w:t>
            </w:r>
            <w:r w:rsidR="00A12CE1" w:rsidRPr="006F699D">
              <w:t>SIB3,</w:t>
            </w:r>
            <w:r w:rsidR="00646BEC">
              <w:t xml:space="preserve"> </w:t>
            </w:r>
            <w:r w:rsidR="00A12CE1" w:rsidRPr="006F699D">
              <w:t>SIB5,</w:t>
            </w:r>
            <w:r w:rsidR="00646BEC">
              <w:t xml:space="preserve"> </w:t>
            </w:r>
            <w:r w:rsidR="00A12CE1" w:rsidRPr="006F699D">
              <w:t>or</w:t>
            </w:r>
            <w:r w:rsidR="00646BEC">
              <w:t xml:space="preserve"> </w:t>
            </w:r>
            <w:r w:rsidR="00A12CE1" w:rsidRPr="006F699D">
              <w:t>NR</w:t>
            </w:r>
            <w:r w:rsidR="00646BEC">
              <w:t xml:space="preserve"> </w:t>
            </w:r>
            <w:r w:rsidR="00A12CE1" w:rsidRPr="006F699D">
              <w:t>SIB5.</w:t>
            </w:r>
          </w:p>
          <w:p w14:paraId="3977D3F3" w14:textId="25273A22" w:rsidR="00B2695F" w:rsidRPr="006F699D" w:rsidRDefault="00A12CE1" w:rsidP="00A12CE1">
            <w:pPr>
              <w:pStyle w:val="TAL"/>
            </w:pPr>
            <w:r w:rsidRPr="006F699D">
              <w:t>When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who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camped</w:t>
            </w:r>
            <w:r w:rsidR="00646BEC">
              <w:t xml:space="preserve"> </w:t>
            </w:r>
            <w:r w:rsidRPr="006F699D">
              <w:t>on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NR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evaluating</w:t>
            </w:r>
            <w:r w:rsidR="00646BEC">
              <w:t xml:space="preserve"> </w:t>
            </w:r>
            <w:r w:rsidRPr="006F699D">
              <w:t>an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cell,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rxlevminoffsetcell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signalled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NR</w:t>
            </w:r>
            <w:r w:rsidR="00646BEC">
              <w:t xml:space="preserve"> </w:t>
            </w:r>
            <w:r w:rsidRPr="006F699D">
              <w:t>SIB5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TS</w:t>
            </w:r>
            <w:r w:rsidR="00646BEC">
              <w:t xml:space="preserve"> </w:t>
            </w:r>
            <w:r w:rsidRPr="006F699D">
              <w:t>38.331</w:t>
            </w:r>
            <w:r w:rsidR="00646BEC">
              <w:t xml:space="preserve"> </w:t>
            </w:r>
            <w:r w:rsidRPr="006F699D">
              <w:t>[37]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cell,</w:t>
            </w:r>
            <w:r w:rsidR="00646BEC">
              <w:t xml:space="preserve"> </w:t>
            </w:r>
            <w:r w:rsidRPr="006F699D">
              <w:t>this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specific</w:t>
            </w:r>
            <w:r w:rsidR="00646BEC">
              <w:t xml:space="preserve"> </w:t>
            </w:r>
            <w:r w:rsidRPr="006F699D">
              <w:t>offset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added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rPr>
                <w:i/>
                <w:iCs/>
              </w:rPr>
              <w:t>q-RxLevMin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achieve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required</w:t>
            </w:r>
            <w:r w:rsidR="00646BEC">
              <w:t xml:space="preserve"> </w:t>
            </w:r>
            <w:r w:rsidRPr="006F699D">
              <w:t>minimum</w:t>
            </w:r>
            <w:r w:rsidR="00646BEC">
              <w:t xml:space="preserve"> </w:t>
            </w:r>
            <w:r w:rsidRPr="006F699D">
              <w:t>RX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cell.</w:t>
            </w:r>
          </w:p>
        </w:tc>
      </w:tr>
      <w:tr w:rsidR="006F699D" w:rsidRPr="006F699D" w14:paraId="4E3DF735" w14:textId="77777777" w:rsidTr="00FE6BAC">
        <w:trPr>
          <w:trHeight w:val="50"/>
        </w:trPr>
        <w:tc>
          <w:tcPr>
            <w:tcW w:w="2126" w:type="dxa"/>
          </w:tcPr>
          <w:p w14:paraId="50495FCB" w14:textId="77777777" w:rsidR="00B2695F" w:rsidRPr="006F699D" w:rsidRDefault="00B2695F" w:rsidP="00377BCE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  <w:lang w:eastAsia="ja-JP"/>
              </w:rPr>
              <w:t>qual</w:t>
            </w:r>
            <w:r w:rsidRPr="006F699D">
              <w:rPr>
                <w:vertAlign w:val="subscript"/>
              </w:rPr>
              <w:t>min</w:t>
            </w:r>
          </w:p>
        </w:tc>
        <w:tc>
          <w:tcPr>
            <w:tcW w:w="5812" w:type="dxa"/>
          </w:tcPr>
          <w:p w14:paraId="29ECC417" w14:textId="62A82B30" w:rsidR="00B2695F" w:rsidRPr="006F699D" w:rsidRDefault="00B2695F" w:rsidP="00377BCE">
            <w:pPr>
              <w:pStyle w:val="TAL"/>
            </w:pPr>
            <w:r w:rsidRPr="006F699D">
              <w:t>Minimum</w:t>
            </w:r>
            <w:r w:rsidR="00646BEC">
              <w:t xml:space="preserve"> </w:t>
            </w:r>
            <w:r w:rsidRPr="006F699D">
              <w:t>required</w:t>
            </w:r>
            <w:r w:rsidR="00646BEC">
              <w:t xml:space="preserve"> </w:t>
            </w:r>
            <w:r w:rsidRPr="006F699D">
              <w:rPr>
                <w:lang w:eastAsia="ja-JP"/>
              </w:rPr>
              <w:t>quality</w:t>
            </w:r>
            <w:r w:rsidR="00646BEC">
              <w:t xml:space="preserve"> </w:t>
            </w:r>
            <w:r w:rsidRPr="006F699D">
              <w:rPr>
                <w:lang w:eastAsia="ja-JP"/>
              </w:rPr>
              <w:t>level</w:t>
            </w:r>
            <w:r w:rsidR="00646BEC">
              <w:rPr>
                <w:lang w:eastAsia="ja-JP"/>
              </w:rPr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(dB)</w:t>
            </w:r>
          </w:p>
          <w:p w14:paraId="7B2B7BEC" w14:textId="38A284C9" w:rsidR="00A12CE1" w:rsidRPr="006F699D" w:rsidRDefault="00A12CE1" w:rsidP="00377BCE">
            <w:pPr>
              <w:pStyle w:val="TAL"/>
            </w:pPr>
            <w:r w:rsidRPr="006F699D">
              <w:t>When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who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camped</w:t>
            </w:r>
            <w:r w:rsidR="00646BEC">
              <w:t xml:space="preserve"> </w:t>
            </w:r>
            <w:r w:rsidRPr="006F699D">
              <w:t>on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NR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evaluating</w:t>
            </w:r>
            <w:r w:rsidR="00646BEC">
              <w:t xml:space="preserve"> </w:t>
            </w:r>
            <w:r w:rsidRPr="006F699D">
              <w:t>an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cell,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qualminoffsetcell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signalled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NR</w:t>
            </w:r>
            <w:r w:rsidR="00646BEC">
              <w:t xml:space="preserve"> </w:t>
            </w:r>
            <w:r w:rsidRPr="006F699D">
              <w:t>SIB5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TS</w:t>
            </w:r>
            <w:r w:rsidR="00646BEC">
              <w:t xml:space="preserve"> </w:t>
            </w:r>
            <w:r w:rsidRPr="006F699D">
              <w:t>38.331</w:t>
            </w:r>
            <w:r w:rsidR="00646BEC">
              <w:t xml:space="preserve"> </w:t>
            </w:r>
            <w:r w:rsidRPr="006F699D">
              <w:t>[37]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cell,</w:t>
            </w:r>
            <w:r w:rsidR="00646BEC">
              <w:t xml:space="preserve"> </w:t>
            </w:r>
            <w:r w:rsidRPr="006F699D">
              <w:t>this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specific</w:t>
            </w:r>
            <w:r w:rsidR="00646BEC">
              <w:t xml:space="preserve"> </w:t>
            </w:r>
            <w:r w:rsidRPr="006F699D">
              <w:t>offset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added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achieve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required</w:t>
            </w:r>
            <w:r w:rsidR="00646BEC">
              <w:t xml:space="preserve"> </w:t>
            </w:r>
            <w:r w:rsidRPr="006F699D">
              <w:t>minimum</w:t>
            </w:r>
            <w:r w:rsidR="00646BEC">
              <w:t xml:space="preserve"> </w:t>
            </w:r>
            <w:r w:rsidRPr="006F699D">
              <w:t>quality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E-UTRA</w:t>
            </w:r>
            <w:r w:rsidR="00646BEC">
              <w:t xml:space="preserve"> </w:t>
            </w:r>
            <w:r w:rsidRPr="006F699D">
              <w:t>cell.</w:t>
            </w:r>
          </w:p>
        </w:tc>
      </w:tr>
      <w:tr w:rsidR="006F699D" w:rsidRPr="006F699D" w14:paraId="73228B60" w14:textId="77777777" w:rsidTr="00FE6BAC">
        <w:trPr>
          <w:trHeight w:val="570"/>
        </w:trPr>
        <w:tc>
          <w:tcPr>
            <w:tcW w:w="2126" w:type="dxa"/>
          </w:tcPr>
          <w:p w14:paraId="3A418A70" w14:textId="77777777" w:rsidR="00B2695F" w:rsidRPr="006F699D" w:rsidRDefault="00B2695F" w:rsidP="00377BCE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</w:rPr>
              <w:t>rxlevminoffset</w:t>
            </w:r>
          </w:p>
        </w:tc>
        <w:tc>
          <w:tcPr>
            <w:tcW w:w="5812" w:type="dxa"/>
          </w:tcPr>
          <w:p w14:paraId="7F68D0E3" w14:textId="36C5A758" w:rsidR="00B2695F" w:rsidRPr="006F699D" w:rsidRDefault="00B2695F" w:rsidP="00377BCE">
            <w:pPr>
              <w:pStyle w:val="TAL"/>
            </w:pPr>
            <w:r w:rsidRPr="006F699D">
              <w:t>Offset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signalled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rxlevmin</w:t>
            </w:r>
            <w:r w:rsidR="00646BEC">
              <w:t xml:space="preserve"> </w:t>
            </w:r>
            <w:r w:rsidRPr="006F699D">
              <w:t>taken</w:t>
            </w:r>
            <w:r w:rsidR="00646BEC">
              <w:t xml:space="preserve"> </w:t>
            </w:r>
            <w:r w:rsidRPr="006F699D">
              <w:t>into</w:t>
            </w:r>
            <w:r w:rsidR="00646BEC">
              <w:t xml:space="preserve"> </w:t>
            </w:r>
            <w:r w:rsidRPr="006F699D">
              <w:t>account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Srxlev</w:t>
            </w:r>
            <w:r w:rsidR="00646BEC">
              <w:t xml:space="preserve"> </w:t>
            </w:r>
            <w:r w:rsidRPr="006F699D">
              <w:t>evaluation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result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periodic</w:t>
            </w:r>
            <w:r w:rsidR="00646BEC">
              <w:t xml:space="preserve"> </w:t>
            </w:r>
            <w:r w:rsidRPr="006F699D">
              <w:t>search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higher</w:t>
            </w:r>
            <w:r w:rsidR="00646BEC">
              <w:t xml:space="preserve"> </w:t>
            </w:r>
            <w:r w:rsidRPr="006F699D">
              <w:t>priority</w:t>
            </w:r>
            <w:r w:rsidR="00646BEC">
              <w:t xml:space="preserve"> </w:t>
            </w:r>
            <w:r w:rsidRPr="006F699D">
              <w:t>PLMN</w:t>
            </w:r>
            <w:r w:rsidR="00646BEC">
              <w:t xml:space="preserve"> </w:t>
            </w:r>
            <w:r w:rsidRPr="006F699D">
              <w:t>while</w:t>
            </w:r>
            <w:r w:rsidR="00646BEC">
              <w:t xml:space="preserve"> </w:t>
            </w:r>
            <w:r w:rsidRPr="006F699D">
              <w:t>camped</w:t>
            </w:r>
            <w:r w:rsidR="00646BEC">
              <w:t xml:space="preserve"> </w:t>
            </w:r>
            <w:r w:rsidRPr="006F699D">
              <w:t>normally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VPLMN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23.122</w:t>
            </w:r>
            <w:r w:rsidR="00646BEC">
              <w:t xml:space="preserve"> </w:t>
            </w:r>
            <w:r w:rsidR="00057D27" w:rsidRPr="006F699D">
              <w:t>[5]</w:t>
            </w:r>
          </w:p>
        </w:tc>
      </w:tr>
      <w:tr w:rsidR="006F699D" w:rsidRPr="006F699D" w14:paraId="7C432B8E" w14:textId="77777777" w:rsidTr="00FE6BAC">
        <w:trPr>
          <w:trHeight w:val="50"/>
        </w:trPr>
        <w:tc>
          <w:tcPr>
            <w:tcW w:w="2126" w:type="dxa"/>
          </w:tcPr>
          <w:p w14:paraId="0F49C5E8" w14:textId="77777777" w:rsidR="00B2695F" w:rsidRPr="006F699D" w:rsidRDefault="00B2695F" w:rsidP="00377BCE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  <w:lang w:eastAsia="ja-JP"/>
              </w:rPr>
              <w:t>qual</w:t>
            </w:r>
            <w:r w:rsidRPr="006F699D">
              <w:rPr>
                <w:vertAlign w:val="subscript"/>
              </w:rPr>
              <w:t>minoffset</w:t>
            </w:r>
          </w:p>
        </w:tc>
        <w:tc>
          <w:tcPr>
            <w:tcW w:w="5812" w:type="dxa"/>
          </w:tcPr>
          <w:p w14:paraId="1C3A1BA4" w14:textId="2C48EEA7" w:rsidR="00B2695F" w:rsidRPr="006F699D" w:rsidRDefault="00B2695F" w:rsidP="00377BCE">
            <w:pPr>
              <w:pStyle w:val="TAL"/>
            </w:pPr>
            <w:r w:rsidRPr="006F699D">
              <w:t>Offset</w:t>
            </w:r>
            <w:r w:rsidR="00646BEC">
              <w:t xml:space="preserve"> </w:t>
            </w:r>
            <w:r w:rsidRPr="006F699D">
              <w:t>to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signalled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  <w:lang w:eastAsia="ja-JP"/>
              </w:rPr>
              <w:t>qual</w:t>
            </w:r>
            <w:r w:rsidRPr="006F699D">
              <w:rPr>
                <w:vertAlign w:val="subscript"/>
              </w:rPr>
              <w:t>min</w:t>
            </w:r>
            <w:r w:rsidR="00646BEC">
              <w:t xml:space="preserve"> </w:t>
            </w:r>
            <w:r w:rsidRPr="006F699D">
              <w:t>taken</w:t>
            </w:r>
            <w:r w:rsidR="00646BEC">
              <w:t xml:space="preserve"> </w:t>
            </w:r>
            <w:r w:rsidRPr="006F699D">
              <w:t>into</w:t>
            </w:r>
            <w:r w:rsidR="00646BEC">
              <w:t xml:space="preserve"> </w:t>
            </w:r>
            <w:r w:rsidRPr="006F699D">
              <w:t>account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S</w:t>
            </w:r>
            <w:r w:rsidRPr="006F699D">
              <w:rPr>
                <w:lang w:eastAsia="ja-JP"/>
              </w:rPr>
              <w:t>qual</w:t>
            </w:r>
            <w:r w:rsidR="00646BEC">
              <w:t xml:space="preserve"> </w:t>
            </w:r>
            <w:r w:rsidRPr="006F699D">
              <w:t>evaluation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result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periodic</w:t>
            </w:r>
            <w:r w:rsidR="00646BEC">
              <w:t xml:space="preserve"> </w:t>
            </w:r>
            <w:r w:rsidRPr="006F699D">
              <w:t>search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higher</w:t>
            </w:r>
            <w:r w:rsidR="00646BEC">
              <w:t xml:space="preserve"> </w:t>
            </w:r>
            <w:r w:rsidRPr="006F699D">
              <w:t>priority</w:t>
            </w:r>
            <w:r w:rsidR="00646BEC">
              <w:t xml:space="preserve"> </w:t>
            </w:r>
            <w:r w:rsidRPr="006F699D">
              <w:t>PLMN</w:t>
            </w:r>
            <w:r w:rsidR="00646BEC">
              <w:t xml:space="preserve"> </w:t>
            </w:r>
            <w:r w:rsidRPr="006F699D">
              <w:t>while</w:t>
            </w:r>
            <w:r w:rsidR="00646BEC">
              <w:t xml:space="preserve"> </w:t>
            </w:r>
            <w:r w:rsidRPr="006F699D">
              <w:t>camped</w:t>
            </w:r>
            <w:r w:rsidR="00646BEC">
              <w:t xml:space="preserve"> </w:t>
            </w:r>
            <w:r w:rsidRPr="006F699D">
              <w:t>normally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a</w:t>
            </w:r>
            <w:r w:rsidR="00646BEC">
              <w:t xml:space="preserve"> </w:t>
            </w:r>
            <w:r w:rsidRPr="006F699D">
              <w:t>VPLMN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23.122</w:t>
            </w:r>
            <w:r w:rsidR="00646BEC">
              <w:t xml:space="preserve"> </w:t>
            </w:r>
            <w:r w:rsidR="00057D27" w:rsidRPr="006F699D">
              <w:t>[5]</w:t>
            </w:r>
          </w:p>
        </w:tc>
      </w:tr>
      <w:tr w:rsidR="006F699D" w:rsidRPr="006F699D" w14:paraId="498C52F4" w14:textId="77777777" w:rsidTr="00FE6BAC">
        <w:tc>
          <w:tcPr>
            <w:tcW w:w="2126" w:type="dxa"/>
          </w:tcPr>
          <w:p w14:paraId="37EAE3A4" w14:textId="466087CB" w:rsidR="00B2695F" w:rsidRPr="006F699D" w:rsidRDefault="00B2695F" w:rsidP="00377BCE">
            <w:pPr>
              <w:pStyle w:val="TAL"/>
            </w:pPr>
            <w:r w:rsidRPr="006F699D">
              <w:t>Pcompensation</w:t>
            </w:r>
            <w:r w:rsidR="00646BEC">
              <w:t xml:space="preserve"> </w:t>
            </w:r>
          </w:p>
        </w:tc>
        <w:tc>
          <w:tcPr>
            <w:tcW w:w="5812" w:type="dxa"/>
          </w:tcPr>
          <w:p w14:paraId="492BEA90" w14:textId="358AAB55" w:rsidR="00364EE5" w:rsidRPr="006F699D" w:rsidRDefault="00364EE5" w:rsidP="002F176D">
            <w:pPr>
              <w:pStyle w:val="TAL"/>
            </w:pPr>
            <w:r w:rsidRPr="006F699D">
              <w:t>If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supports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rPr>
                <w:i/>
              </w:rPr>
              <w:t>additionalPmax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rPr>
                <w:i/>
              </w:rPr>
              <w:t>NS-PmaxList</w:t>
            </w:r>
            <w:r w:rsidRPr="006F699D">
              <w:t>,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present,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SIB1,</w:t>
            </w:r>
            <w:r w:rsidR="00646BEC">
              <w:t xml:space="preserve"> </w:t>
            </w:r>
            <w:r w:rsidRPr="006F699D">
              <w:t>SIB3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SIB5:</w:t>
            </w:r>
          </w:p>
          <w:p w14:paraId="34D263F0" w14:textId="057F90B8" w:rsidR="00364EE5" w:rsidRPr="006F699D" w:rsidRDefault="00B2695F" w:rsidP="002F176D">
            <w:pPr>
              <w:pStyle w:val="TAL"/>
            </w:pPr>
            <w:r w:rsidRPr="006F699D">
              <w:t>max(P</w:t>
            </w:r>
            <w:r w:rsidRPr="006F699D">
              <w:rPr>
                <w:vertAlign w:val="subscript"/>
                <w:lang w:eastAsia="ja-JP"/>
              </w:rPr>
              <w:t>EMAX</w:t>
            </w:r>
            <w:r w:rsidR="00364EE5" w:rsidRPr="006F699D">
              <w:rPr>
                <w:vertAlign w:val="subscript"/>
                <w:lang w:eastAsia="ja-JP"/>
              </w:rPr>
              <w:t>1</w:t>
            </w:r>
            <w:r w:rsidR="00646BEC">
              <w:t xml:space="preserve"> </w:t>
            </w:r>
            <w:r w:rsidRPr="006F699D">
              <w:t>–P</w:t>
            </w:r>
            <w:r w:rsidRPr="006F699D">
              <w:rPr>
                <w:vertAlign w:val="subscript"/>
                <w:lang w:eastAsia="ja-JP"/>
              </w:rPr>
              <w:t>PowerClass</w:t>
            </w:r>
            <w:r w:rsidRPr="006F699D">
              <w:t>,</w:t>
            </w:r>
            <w:r w:rsidR="00646BEC">
              <w:t xml:space="preserve"> </w:t>
            </w:r>
            <w:r w:rsidRPr="006F699D">
              <w:t>0)</w:t>
            </w:r>
            <w:r w:rsidR="00646BEC">
              <w:t xml:space="preserve"> </w:t>
            </w:r>
            <w:r w:rsidR="00364EE5" w:rsidRPr="006F699D">
              <w:t>–</w:t>
            </w:r>
            <w:r w:rsidR="00646BEC">
              <w:t xml:space="preserve"> </w:t>
            </w:r>
            <w:r w:rsidR="00364EE5" w:rsidRPr="006F699D">
              <w:t>(min(P</w:t>
            </w:r>
            <w:r w:rsidR="00364EE5" w:rsidRPr="006F699D">
              <w:rPr>
                <w:vertAlign w:val="subscript"/>
                <w:lang w:eastAsia="ja-JP"/>
              </w:rPr>
              <w:t>EMAX2</w:t>
            </w:r>
            <w:r w:rsidR="00364EE5" w:rsidRPr="006F699D">
              <w:t>,</w:t>
            </w:r>
            <w:r w:rsidR="00646BEC">
              <w:t xml:space="preserve"> </w:t>
            </w:r>
            <w:r w:rsidR="00364EE5" w:rsidRPr="006F699D">
              <w:t>P</w:t>
            </w:r>
            <w:r w:rsidR="00364EE5" w:rsidRPr="006F699D">
              <w:rPr>
                <w:vertAlign w:val="subscript"/>
                <w:lang w:eastAsia="ja-JP"/>
              </w:rPr>
              <w:t>PowerClass</w:t>
            </w:r>
            <w:r w:rsidR="00364EE5" w:rsidRPr="006F699D">
              <w:t>)</w:t>
            </w:r>
            <w:r w:rsidR="00646BEC">
              <w:t xml:space="preserve"> </w:t>
            </w:r>
            <w:r w:rsidR="00364EE5" w:rsidRPr="006F699D">
              <w:t>–</w:t>
            </w:r>
            <w:r w:rsidR="00646BEC">
              <w:t xml:space="preserve"> </w:t>
            </w:r>
            <w:r w:rsidR="00364EE5" w:rsidRPr="006F699D">
              <w:t>min(P</w:t>
            </w:r>
            <w:r w:rsidR="00364EE5" w:rsidRPr="006F699D">
              <w:rPr>
                <w:vertAlign w:val="subscript"/>
                <w:lang w:eastAsia="ja-JP"/>
              </w:rPr>
              <w:t>EMAX1</w:t>
            </w:r>
            <w:r w:rsidR="00364EE5" w:rsidRPr="006F699D">
              <w:t>,</w:t>
            </w:r>
            <w:r w:rsidR="00646BEC">
              <w:t xml:space="preserve"> </w:t>
            </w:r>
            <w:r w:rsidR="00364EE5" w:rsidRPr="006F699D">
              <w:t>P</w:t>
            </w:r>
            <w:r w:rsidR="00364EE5" w:rsidRPr="006F699D">
              <w:rPr>
                <w:vertAlign w:val="subscript"/>
                <w:lang w:eastAsia="ja-JP"/>
              </w:rPr>
              <w:t>PowerClass</w:t>
            </w:r>
            <w:r w:rsidR="00364EE5" w:rsidRPr="006F699D">
              <w:t>))</w:t>
            </w:r>
            <w:r w:rsidR="00646BEC">
              <w:t xml:space="preserve"> </w:t>
            </w:r>
            <w:r w:rsidRPr="006F699D">
              <w:t>(dB)</w:t>
            </w:r>
            <w:r w:rsidR="00364EE5" w:rsidRPr="006F699D">
              <w:t>;</w:t>
            </w:r>
          </w:p>
          <w:p w14:paraId="0650CEEC" w14:textId="77777777" w:rsidR="00581770" w:rsidRPr="006F699D" w:rsidRDefault="00364EE5" w:rsidP="00581770">
            <w:pPr>
              <w:keepNext/>
              <w:keepLines/>
              <w:spacing w:after="0"/>
              <w:rPr>
                <w:rFonts w:ascii="Arial" w:hAnsi="Arial"/>
                <w:sz w:val="18"/>
              </w:rPr>
            </w:pPr>
            <w:r w:rsidRPr="006F699D">
              <w:rPr>
                <w:rFonts w:ascii="Arial" w:hAnsi="Arial"/>
                <w:sz w:val="18"/>
              </w:rPr>
              <w:t>else:</w:t>
            </w:r>
          </w:p>
          <w:p w14:paraId="651EFA51" w14:textId="09B59786" w:rsidR="00581770" w:rsidRPr="006F699D" w:rsidRDefault="00581770" w:rsidP="00581770">
            <w:pPr>
              <w:keepNext/>
              <w:keepLines/>
              <w:spacing w:after="0"/>
              <w:rPr>
                <w:rFonts w:ascii="Arial" w:hAnsi="Arial"/>
                <w:sz w:val="18"/>
              </w:rPr>
            </w:pPr>
            <w:r w:rsidRPr="006F699D">
              <w:rPr>
                <w:rFonts w:ascii="Arial" w:hAnsi="Arial"/>
                <w:sz w:val="18"/>
              </w:rPr>
              <w:t>if</w:t>
            </w:r>
            <w:r w:rsidR="00646BEC">
              <w:rPr>
                <w:rFonts w:ascii="Arial" w:hAnsi="Arial"/>
                <w:sz w:val="18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P</w:t>
            </w:r>
            <w:r w:rsidRPr="006F699D">
              <w:rPr>
                <w:rFonts w:ascii="Arial" w:hAnsi="Arial"/>
                <w:sz w:val="18"/>
                <w:vertAlign w:val="subscript"/>
              </w:rPr>
              <w:t>PowerClass</w:t>
            </w:r>
            <w:r w:rsidR="00646BEC">
              <w:rPr>
                <w:rFonts w:ascii="Arial" w:hAnsi="Arial"/>
                <w:sz w:val="18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is</w:t>
            </w:r>
            <w:r w:rsidR="00646BEC">
              <w:rPr>
                <w:rFonts w:ascii="Arial" w:hAnsi="Arial"/>
                <w:sz w:val="18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14</w:t>
            </w:r>
            <w:r w:rsidR="00646BEC">
              <w:rPr>
                <w:rFonts w:ascii="Arial" w:hAnsi="Arial"/>
                <w:sz w:val="18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dBm:</w:t>
            </w:r>
          </w:p>
          <w:p w14:paraId="7075D34F" w14:textId="0266A94C" w:rsidR="00581770" w:rsidRPr="006F699D" w:rsidRDefault="00581770" w:rsidP="00581770">
            <w:pPr>
              <w:keepNext/>
              <w:keepLines/>
              <w:spacing w:after="0"/>
              <w:rPr>
                <w:rFonts w:ascii="Arial" w:hAnsi="Arial"/>
                <w:sz w:val="18"/>
              </w:rPr>
            </w:pPr>
            <w:r w:rsidRPr="006F699D">
              <w:rPr>
                <w:rFonts w:ascii="Arial" w:hAnsi="Arial"/>
                <w:sz w:val="18"/>
              </w:rPr>
              <w:t>max(P</w:t>
            </w:r>
            <w:r w:rsidRPr="006F699D">
              <w:rPr>
                <w:rFonts w:ascii="Arial" w:hAnsi="Arial"/>
                <w:sz w:val="18"/>
                <w:vertAlign w:val="subscript"/>
              </w:rPr>
              <w:t>EMAX1</w:t>
            </w:r>
            <w:r w:rsidR="00646BEC">
              <w:rPr>
                <w:rFonts w:ascii="Arial" w:hAnsi="Arial"/>
                <w:sz w:val="18"/>
                <w:vertAlign w:val="subscript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–(P</w:t>
            </w:r>
            <w:r w:rsidRPr="006F699D">
              <w:rPr>
                <w:rFonts w:ascii="Arial" w:hAnsi="Arial"/>
                <w:sz w:val="18"/>
                <w:vertAlign w:val="subscript"/>
              </w:rPr>
              <w:t>PowerClass</w:t>
            </w:r>
            <w:r w:rsidR="00646BEC">
              <w:rPr>
                <w:rFonts w:ascii="Arial" w:hAnsi="Arial"/>
                <w:sz w:val="18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–</w:t>
            </w:r>
            <w:r w:rsidR="00646BEC">
              <w:rPr>
                <w:rFonts w:ascii="Arial" w:hAnsi="Arial"/>
                <w:sz w:val="18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Poffset),</w:t>
            </w:r>
            <w:r w:rsidR="00646BEC">
              <w:rPr>
                <w:rFonts w:ascii="Arial" w:hAnsi="Arial"/>
                <w:sz w:val="18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0)</w:t>
            </w:r>
            <w:r w:rsidR="00646BEC">
              <w:rPr>
                <w:rFonts w:ascii="Arial" w:hAnsi="Arial"/>
                <w:sz w:val="18"/>
              </w:rPr>
              <w:t xml:space="preserve"> </w:t>
            </w:r>
            <w:r w:rsidRPr="006F699D">
              <w:rPr>
                <w:rFonts w:ascii="Arial" w:hAnsi="Arial"/>
                <w:sz w:val="18"/>
              </w:rPr>
              <w:t>(dB);</w:t>
            </w:r>
          </w:p>
          <w:p w14:paraId="73386E63" w14:textId="77777777" w:rsidR="00364EE5" w:rsidRPr="006F699D" w:rsidRDefault="00581770" w:rsidP="00581770">
            <w:pPr>
              <w:keepNext/>
              <w:keepLines/>
              <w:spacing w:after="0"/>
              <w:rPr>
                <w:rFonts w:ascii="Arial" w:hAnsi="Arial"/>
                <w:sz w:val="18"/>
              </w:rPr>
            </w:pPr>
            <w:r w:rsidRPr="006F699D">
              <w:rPr>
                <w:rFonts w:ascii="Arial" w:hAnsi="Arial"/>
                <w:sz w:val="18"/>
              </w:rPr>
              <w:t>else:</w:t>
            </w:r>
          </w:p>
          <w:p w14:paraId="56EFD35C" w14:textId="7DBB109E" w:rsidR="00B2695F" w:rsidRPr="006F699D" w:rsidRDefault="00364EE5" w:rsidP="002F176D">
            <w:pPr>
              <w:pStyle w:val="TAL"/>
            </w:pPr>
            <w:r w:rsidRPr="006F699D">
              <w:t>max(</w:t>
            </w: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EMAX1</w:t>
            </w:r>
            <w:r w:rsidR="00646BEC">
              <w:t xml:space="preserve"> </w:t>
            </w:r>
            <w:r w:rsidRPr="006F699D">
              <w:t>–</w:t>
            </w: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PowerClass</w:t>
            </w:r>
            <w:r w:rsidRPr="006F699D">
              <w:t>,</w:t>
            </w:r>
            <w:r w:rsidR="00646BEC">
              <w:t xml:space="preserve"> </w:t>
            </w:r>
            <w:r w:rsidRPr="006F699D">
              <w:t>0)</w:t>
            </w:r>
            <w:r w:rsidR="00646BEC">
              <w:t xml:space="preserve"> </w:t>
            </w:r>
            <w:r w:rsidRPr="006F699D">
              <w:t>(dB)</w:t>
            </w:r>
          </w:p>
        </w:tc>
      </w:tr>
      <w:tr w:rsidR="006F699D" w:rsidRPr="006F699D" w14:paraId="37BC5E6E" w14:textId="77777777" w:rsidTr="00FE6BAC">
        <w:tc>
          <w:tcPr>
            <w:tcW w:w="2126" w:type="dxa"/>
          </w:tcPr>
          <w:p w14:paraId="27572F03" w14:textId="2C5888BF" w:rsidR="00B2695F" w:rsidRPr="006F699D" w:rsidRDefault="00B2695F" w:rsidP="00377BCE">
            <w:pPr>
              <w:pStyle w:val="TAL"/>
            </w:pP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EMAX</w:t>
            </w:r>
            <w:r w:rsidR="00364EE5" w:rsidRPr="006F699D">
              <w:rPr>
                <w:vertAlign w:val="subscript"/>
                <w:lang w:eastAsia="ja-JP"/>
              </w:rPr>
              <w:t>1</w:t>
            </w:r>
            <w:r w:rsidR="00364EE5" w:rsidRPr="006F699D">
              <w:rPr>
                <w:lang w:eastAsia="ja-JP"/>
              </w:rPr>
              <w:t>,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P</w:t>
            </w:r>
            <w:r w:rsidR="00364EE5" w:rsidRPr="006F699D">
              <w:rPr>
                <w:vertAlign w:val="subscript"/>
                <w:lang w:eastAsia="ja-JP"/>
              </w:rPr>
              <w:t>EMAX2</w:t>
            </w:r>
          </w:p>
        </w:tc>
        <w:tc>
          <w:tcPr>
            <w:tcW w:w="5812" w:type="dxa"/>
          </w:tcPr>
          <w:p w14:paraId="56B34DCC" w14:textId="48F39DAE" w:rsidR="00B2695F" w:rsidRPr="006F699D" w:rsidRDefault="00B2695F" w:rsidP="00772867">
            <w:pPr>
              <w:pStyle w:val="TAL"/>
            </w:pPr>
            <w:r w:rsidRPr="006F699D">
              <w:t>Maximum</w:t>
            </w:r>
            <w:r w:rsidR="00646BEC">
              <w:t xml:space="preserve"> </w:t>
            </w:r>
            <w:r w:rsidRPr="006F699D">
              <w:t>TX</w:t>
            </w:r>
            <w:r w:rsidR="00646BEC">
              <w:t xml:space="preserve"> </w:t>
            </w:r>
            <w:r w:rsidRPr="006F699D">
              <w:t>power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an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may</w:t>
            </w:r>
            <w:r w:rsidR="00646BEC">
              <w:t xml:space="preserve"> </w:t>
            </w:r>
            <w:r w:rsidRPr="006F699D">
              <w:t>use</w:t>
            </w:r>
            <w:r w:rsidR="00646BEC">
              <w:t xml:space="preserve"> </w:t>
            </w:r>
            <w:r w:rsidRPr="006F699D">
              <w:t>when</w:t>
            </w:r>
            <w:r w:rsidR="00646BEC">
              <w:t xml:space="preserve"> </w:t>
            </w:r>
            <w:r w:rsidRPr="006F699D">
              <w:rPr>
                <w:lang w:eastAsia="ja-JP"/>
              </w:rPr>
              <w:t>transmitting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on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uplink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cell</w:t>
            </w:r>
            <w:r w:rsidR="00646BEC">
              <w:t xml:space="preserve"> </w:t>
            </w:r>
            <w:r w:rsidRPr="006F699D">
              <w:t>(dBm)</w:t>
            </w:r>
            <w:r w:rsidR="00646BEC">
              <w:t xml:space="preserve"> </w:t>
            </w:r>
            <w:r w:rsidRPr="006F699D">
              <w:t>defined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EMAX</w:t>
            </w:r>
            <w:r w:rsidR="00646BEC">
              <w:rPr>
                <w:vertAlign w:val="subscript"/>
              </w:rPr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="002F176D" w:rsidRPr="006F699D">
              <w:t>TS</w:t>
            </w:r>
            <w:r w:rsidR="00646BEC">
              <w:t xml:space="preserve"> </w:t>
            </w:r>
            <w:r w:rsidR="002F176D" w:rsidRPr="006F699D">
              <w:t>36.101</w:t>
            </w:r>
            <w:r w:rsidR="00646BEC">
              <w:t xml:space="preserve"> </w:t>
            </w:r>
            <w:r w:rsidRPr="006F699D">
              <w:t>[</w:t>
            </w:r>
            <w:r w:rsidR="00772867" w:rsidRPr="006F699D">
              <w:t>33</w:t>
            </w:r>
            <w:r w:rsidRPr="006F699D">
              <w:t>]</w:t>
            </w:r>
            <w:r w:rsidR="00364EE5" w:rsidRPr="006F699D">
              <w:rPr>
                <w:lang w:eastAsia="ja-JP"/>
              </w:rPr>
              <w:t>.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P</w:t>
            </w:r>
            <w:r w:rsidR="00364EE5" w:rsidRPr="006F699D">
              <w:rPr>
                <w:vertAlign w:val="subscript"/>
                <w:lang w:eastAsia="ja-JP"/>
              </w:rPr>
              <w:t>EMAX1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P</w:t>
            </w:r>
            <w:r w:rsidR="00364EE5" w:rsidRPr="006F699D">
              <w:rPr>
                <w:vertAlign w:val="subscript"/>
                <w:lang w:eastAsia="ja-JP"/>
              </w:rPr>
              <w:t>EMAX2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are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obtained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from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i/>
                <w:lang w:eastAsia="ja-JP"/>
              </w:rPr>
              <w:t>p-Max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i/>
                <w:lang w:eastAsia="ja-JP"/>
              </w:rPr>
              <w:t>NS-PmaxList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respectively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SIB1,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SIB3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SIB5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as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specified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TS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36.331</w:t>
            </w:r>
            <w:r w:rsidR="00646BEC">
              <w:rPr>
                <w:lang w:eastAsia="ja-JP"/>
              </w:rPr>
              <w:t xml:space="preserve"> </w:t>
            </w:r>
            <w:r w:rsidR="00364EE5" w:rsidRPr="006F699D">
              <w:rPr>
                <w:lang w:eastAsia="ja-JP"/>
              </w:rPr>
              <w:t>[3].</w:t>
            </w:r>
          </w:p>
        </w:tc>
      </w:tr>
      <w:tr w:rsidR="00B2695F" w:rsidRPr="006F699D" w14:paraId="1512CAB5" w14:textId="77777777" w:rsidTr="00FE6BAC">
        <w:tc>
          <w:tcPr>
            <w:tcW w:w="2126" w:type="dxa"/>
          </w:tcPr>
          <w:p w14:paraId="507F7B33" w14:textId="77777777" w:rsidR="00B2695F" w:rsidRPr="006F699D" w:rsidRDefault="00B2695F" w:rsidP="00377BCE">
            <w:pPr>
              <w:pStyle w:val="TAL"/>
              <w:rPr>
                <w:lang w:eastAsia="ja-JP"/>
              </w:rPr>
            </w:pP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PowerClass</w:t>
            </w:r>
          </w:p>
        </w:tc>
        <w:tc>
          <w:tcPr>
            <w:tcW w:w="5812" w:type="dxa"/>
          </w:tcPr>
          <w:p w14:paraId="45A63A2E" w14:textId="35043404" w:rsidR="00B2695F" w:rsidRPr="006F699D" w:rsidRDefault="00B2695F" w:rsidP="00772867">
            <w:pPr>
              <w:pStyle w:val="TAL"/>
            </w:pPr>
            <w:r w:rsidRPr="006F699D">
              <w:t>Maximum</w:t>
            </w:r>
            <w:r w:rsidR="00646BEC">
              <w:t xml:space="preserve"> </w:t>
            </w:r>
            <w:r w:rsidRPr="006F699D">
              <w:t>RF</w:t>
            </w:r>
            <w:r w:rsidR="00646BEC">
              <w:t xml:space="preserve"> </w:t>
            </w:r>
            <w:r w:rsidRPr="006F699D">
              <w:t>output</w:t>
            </w:r>
            <w:r w:rsidR="00646BEC">
              <w:t xml:space="preserve"> </w:t>
            </w:r>
            <w:r w:rsidRPr="006F699D">
              <w:t>power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(dBm)</w:t>
            </w:r>
            <w:r w:rsidR="00646BEC">
              <w:t xml:space="preserve"> </w:t>
            </w:r>
            <w:r w:rsidRPr="006F699D">
              <w:rPr>
                <w:lang w:eastAsia="ja-JP"/>
              </w:rPr>
              <w:t>according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to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UE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power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class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defined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="002F176D" w:rsidRPr="006F699D">
              <w:rPr>
                <w:lang w:eastAsia="ja-JP"/>
              </w:rPr>
              <w:t>TS</w:t>
            </w:r>
            <w:r w:rsidR="00646BEC">
              <w:rPr>
                <w:lang w:eastAsia="ja-JP"/>
              </w:rPr>
              <w:t xml:space="preserve"> </w:t>
            </w:r>
            <w:r w:rsidR="002F176D" w:rsidRPr="006F699D">
              <w:rPr>
                <w:lang w:eastAsia="ja-JP"/>
              </w:rPr>
              <w:t>36.101</w:t>
            </w:r>
            <w:r w:rsidR="00646BEC">
              <w:rPr>
                <w:lang w:eastAsia="ja-JP"/>
              </w:rPr>
              <w:t xml:space="preserve"> </w:t>
            </w:r>
            <w:r w:rsidRPr="006F699D">
              <w:t>[</w:t>
            </w:r>
            <w:r w:rsidR="00772867" w:rsidRPr="006F699D">
              <w:t>33</w:t>
            </w:r>
            <w:r w:rsidRPr="006F699D">
              <w:t>]</w:t>
            </w:r>
          </w:p>
        </w:tc>
      </w:tr>
    </w:tbl>
    <w:p w14:paraId="0CF74CFC" w14:textId="77777777" w:rsidR="00B2695F" w:rsidRPr="006F699D" w:rsidRDefault="00B2695F" w:rsidP="00377BCE">
      <w:pPr>
        <w:rPr>
          <w:noProof/>
          <w:lang w:eastAsia="ja-JP"/>
        </w:rPr>
      </w:pPr>
    </w:p>
    <w:p w14:paraId="0651211D" w14:textId="5A69D9D0" w:rsidR="00D97496" w:rsidRPr="006F699D" w:rsidRDefault="00B2695F" w:rsidP="00377BCE"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signalled</w:t>
      </w:r>
      <w:r w:rsidR="00646BEC">
        <w:t xml:space="preserve"> </w:t>
      </w:r>
      <w:r w:rsidRPr="006F699D">
        <w:t>value</w:t>
      </w:r>
      <w:r w:rsidRPr="006F699D">
        <w:rPr>
          <w:lang w:eastAsia="ja-JP"/>
        </w:rPr>
        <w:t>s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rxlevmin</w:t>
      </w:r>
      <w:r w:rsidRPr="006F699D">
        <w:rPr>
          <w:vertAlign w:val="subscript"/>
          <w:lang w:eastAsia="ja-JP"/>
        </w:rPr>
        <w:t>o</w:t>
      </w:r>
      <w:r w:rsidRPr="006F699D">
        <w:rPr>
          <w:vertAlign w:val="subscript"/>
        </w:rPr>
        <w:t>ffset</w:t>
      </w:r>
      <w:r w:rsidR="00646BEC"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t>Q</w:t>
      </w:r>
      <w:r w:rsidRPr="006F699D">
        <w:rPr>
          <w:vertAlign w:val="subscript"/>
          <w:lang w:eastAsia="ja-JP"/>
        </w:rPr>
        <w:t>qual</w:t>
      </w:r>
      <w:r w:rsidRPr="006F699D">
        <w:rPr>
          <w:vertAlign w:val="subscript"/>
        </w:rPr>
        <w:t>min</w:t>
      </w:r>
      <w:r w:rsidRPr="006F699D">
        <w:rPr>
          <w:vertAlign w:val="subscript"/>
          <w:lang w:eastAsia="ja-JP"/>
        </w:rPr>
        <w:t>o</w:t>
      </w:r>
      <w:r w:rsidRPr="006F699D">
        <w:rPr>
          <w:vertAlign w:val="subscript"/>
        </w:rPr>
        <w:t>ffset</w:t>
      </w:r>
      <w:r w:rsidR="00646BEC">
        <w:t xml:space="preserve"> </w:t>
      </w:r>
      <w:r w:rsidRPr="006F699D">
        <w:rPr>
          <w:lang w:eastAsia="ja-JP"/>
        </w:rPr>
        <w:t>are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applied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evaluated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result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periodic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while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normally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VPLMN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Pr="006F699D">
        <w:t>.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periodic</w:t>
      </w:r>
      <w:r w:rsidR="00646BEC">
        <w:t xml:space="preserve"> </w:t>
      </w:r>
      <w:r w:rsidRPr="006F699D">
        <w:lastRenderedPageBreak/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check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parameter</w:t>
      </w:r>
      <w:r w:rsidR="00646BEC">
        <w:t xml:space="preserve"> </w:t>
      </w:r>
      <w:r w:rsidRPr="006F699D">
        <w:t>values</w:t>
      </w:r>
      <w:r w:rsidR="00646BEC">
        <w:t xml:space="preserve"> </w:t>
      </w:r>
      <w:r w:rsidRPr="006F699D">
        <w:t>stored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different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PLMN.</w:t>
      </w:r>
    </w:p>
    <w:p w14:paraId="71700689" w14:textId="5925A0D5" w:rsidR="0066044E" w:rsidRPr="006F699D" w:rsidRDefault="0066044E" w:rsidP="0066044E">
      <w:pPr>
        <w:rPr>
          <w:lang w:eastAsia="ja-JP"/>
        </w:rPr>
      </w:pP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normal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coverage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fulfilled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consider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itself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t>enhanced</w:t>
      </w:r>
      <w:r w:rsidR="00646BEC">
        <w:t xml:space="preserve"> </w:t>
      </w:r>
      <w:r w:rsidRPr="006F699D">
        <w:t>coverage</w:t>
      </w:r>
      <w:r w:rsidR="00646BEC">
        <w:rPr>
          <w:lang w:eastAsia="zh-CN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enhanced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coverage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fulfilled,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where: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5812"/>
      </w:tblGrid>
      <w:tr w:rsidR="006F699D" w:rsidRPr="006F699D" w14:paraId="390D49EA" w14:textId="77777777" w:rsidTr="00457265">
        <w:trPr>
          <w:trHeight w:val="240"/>
        </w:trPr>
        <w:tc>
          <w:tcPr>
            <w:tcW w:w="2126" w:type="dxa"/>
          </w:tcPr>
          <w:p w14:paraId="71B7AE07" w14:textId="77777777" w:rsidR="0066044E" w:rsidRPr="006F699D" w:rsidRDefault="0066044E" w:rsidP="00457265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</w:rPr>
              <w:t>rxlevmin</w:t>
            </w:r>
          </w:p>
        </w:tc>
        <w:tc>
          <w:tcPr>
            <w:tcW w:w="5812" w:type="dxa"/>
          </w:tcPr>
          <w:p w14:paraId="2E9C30EA" w14:textId="79A76073" w:rsidR="0066044E" w:rsidRPr="006F699D" w:rsidRDefault="0066044E" w:rsidP="00457265">
            <w:pPr>
              <w:pStyle w:val="TAL"/>
            </w:pPr>
            <w:r w:rsidRPr="006F699D">
              <w:t>UE</w:t>
            </w:r>
            <w:r w:rsidR="00646BEC">
              <w:t xml:space="preserve"> </w:t>
            </w:r>
            <w:r w:rsidRPr="006F699D">
              <w:t>applies</w:t>
            </w:r>
            <w:r w:rsidR="00646BEC">
              <w:t xml:space="preserve"> </w:t>
            </w:r>
            <w:r w:rsidRPr="006F699D">
              <w:rPr>
                <w:lang w:eastAsia="zh-CN"/>
              </w:rPr>
              <w:t>coverage</w:t>
            </w:r>
            <w:r w:rsidR="00646BEC">
              <w:t xml:space="preserve"> </w:t>
            </w:r>
            <w:r w:rsidRPr="006F699D">
              <w:t>specific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rxlevmin_CE</w:t>
            </w:r>
            <w:r w:rsidR="00646BEC">
              <w:t xml:space="preserve"> </w:t>
            </w:r>
            <w:r w:rsidRPr="006F699D">
              <w:t>(dBm)</w:t>
            </w:r>
          </w:p>
        </w:tc>
      </w:tr>
      <w:tr w:rsidR="0066044E" w:rsidRPr="006F699D" w14:paraId="05E5BC04" w14:textId="77777777" w:rsidTr="00457265">
        <w:trPr>
          <w:trHeight w:val="50"/>
        </w:trPr>
        <w:tc>
          <w:tcPr>
            <w:tcW w:w="2126" w:type="dxa"/>
          </w:tcPr>
          <w:p w14:paraId="4DD965BB" w14:textId="77777777" w:rsidR="0066044E" w:rsidRPr="006F699D" w:rsidRDefault="0066044E" w:rsidP="00457265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  <w:lang w:eastAsia="ja-JP"/>
              </w:rPr>
              <w:t>qual</w:t>
            </w:r>
            <w:r w:rsidRPr="006F699D">
              <w:rPr>
                <w:vertAlign w:val="subscript"/>
              </w:rPr>
              <w:t>min</w:t>
            </w:r>
          </w:p>
        </w:tc>
        <w:tc>
          <w:tcPr>
            <w:tcW w:w="5812" w:type="dxa"/>
          </w:tcPr>
          <w:p w14:paraId="28209AF7" w14:textId="151300D7" w:rsidR="0066044E" w:rsidRPr="006F699D" w:rsidRDefault="0066044E" w:rsidP="00457265">
            <w:pPr>
              <w:pStyle w:val="TAL"/>
            </w:pPr>
            <w:r w:rsidRPr="006F699D">
              <w:t>UE</w:t>
            </w:r>
            <w:r w:rsidR="00646BEC">
              <w:t xml:space="preserve"> </w:t>
            </w:r>
            <w:r w:rsidRPr="006F699D">
              <w:t>applies</w:t>
            </w:r>
            <w:r w:rsidR="00646BEC">
              <w:t xml:space="preserve"> </w:t>
            </w:r>
            <w:r w:rsidRPr="006F699D">
              <w:rPr>
                <w:lang w:eastAsia="zh-CN"/>
              </w:rPr>
              <w:t>coverage</w:t>
            </w:r>
            <w:r w:rsidR="00646BEC">
              <w:t xml:space="preserve"> </w:t>
            </w:r>
            <w:r w:rsidRPr="006F699D">
              <w:t>specific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qualmin_CE</w:t>
            </w:r>
            <w:r w:rsidR="00646BEC">
              <w:t xml:space="preserve"> </w:t>
            </w:r>
            <w:r w:rsidRPr="006F699D">
              <w:t>(dB)</w:t>
            </w:r>
          </w:p>
        </w:tc>
      </w:tr>
    </w:tbl>
    <w:p w14:paraId="596AA777" w14:textId="77777777" w:rsidR="0066044E" w:rsidRPr="006F699D" w:rsidRDefault="0066044E" w:rsidP="00377BCE"/>
    <w:p w14:paraId="6BA75B0B" w14:textId="7BF3D14D" w:rsidR="00075007" w:rsidRPr="006F699D" w:rsidRDefault="00075007" w:rsidP="00075007">
      <w:pPr>
        <w:rPr>
          <w:lang w:eastAsia="ja-JP"/>
        </w:rPr>
      </w:pP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normal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coverage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fulfilled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does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consider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itself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enhanced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coverage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coverage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specific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values</w:t>
      </w:r>
      <w:r w:rsidR="00646BEC">
        <w:rPr>
          <w:lang w:eastAsia="ja-JP"/>
        </w:rPr>
        <w:t xml:space="preserve"> </w:t>
      </w:r>
      <w:r w:rsidRPr="006F699D">
        <w:t>Q</w:t>
      </w:r>
      <w:r w:rsidRPr="006F699D">
        <w:rPr>
          <w:vertAlign w:val="subscript"/>
        </w:rPr>
        <w:t>rxlevmin_CE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t>Q</w:t>
      </w:r>
      <w:r w:rsidRPr="006F699D">
        <w:rPr>
          <w:vertAlign w:val="subscript"/>
        </w:rPr>
        <w:t>qualmin_CE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consider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itself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t>enhanced</w:t>
      </w:r>
      <w:r w:rsidR="00646BEC">
        <w:t xml:space="preserve"> </w:t>
      </w:r>
      <w:r w:rsidRPr="006F699D">
        <w:t>coverage</w:t>
      </w:r>
      <w:r w:rsidR="00646BEC">
        <w:rPr>
          <w:lang w:eastAsia="zh-CN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supports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Mode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CE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mode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B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restricted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by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upper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layers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enhanced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coverage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fulfilled,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where: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5812"/>
      </w:tblGrid>
      <w:tr w:rsidR="006F699D" w:rsidRPr="006F699D" w14:paraId="6E890075" w14:textId="77777777" w:rsidTr="004A7D26">
        <w:trPr>
          <w:trHeight w:val="2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9488" w14:textId="77777777" w:rsidR="00075007" w:rsidRPr="006F699D" w:rsidRDefault="00075007" w:rsidP="004A7D26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</w:rPr>
              <w:t>rxlevmin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EFAA" w14:textId="5F7B941F" w:rsidR="00075007" w:rsidRPr="006F699D" w:rsidRDefault="00075007" w:rsidP="004A7D26">
            <w:pPr>
              <w:pStyle w:val="TAL"/>
            </w:pPr>
            <w:r w:rsidRPr="006F699D">
              <w:t>UE</w:t>
            </w:r>
            <w:r w:rsidR="00646BEC">
              <w:t xml:space="preserve"> </w:t>
            </w:r>
            <w:r w:rsidRPr="006F699D">
              <w:t>applies</w:t>
            </w:r>
            <w:r w:rsidR="00646BEC">
              <w:t xml:space="preserve"> </w:t>
            </w:r>
            <w:r w:rsidRPr="006F699D">
              <w:rPr>
                <w:lang w:eastAsia="zh-CN"/>
              </w:rPr>
              <w:t>coverage</w:t>
            </w:r>
            <w:r w:rsidR="00646BEC">
              <w:t xml:space="preserve"> </w:t>
            </w:r>
            <w:r w:rsidRPr="006F699D">
              <w:t>specific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rxlevmin_CE1</w:t>
            </w:r>
            <w:r w:rsidR="00646BEC">
              <w:t xml:space="preserve"> </w:t>
            </w:r>
            <w:r w:rsidRPr="006F699D">
              <w:t>(dBm)</w:t>
            </w:r>
          </w:p>
        </w:tc>
      </w:tr>
      <w:tr w:rsidR="00075007" w:rsidRPr="006F699D" w14:paraId="1264ED41" w14:textId="77777777" w:rsidTr="004A7D26">
        <w:trPr>
          <w:trHeight w:val="5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6F15" w14:textId="77777777" w:rsidR="00075007" w:rsidRPr="006F699D" w:rsidRDefault="00075007" w:rsidP="004A7D26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  <w:lang w:eastAsia="ja-JP"/>
              </w:rPr>
              <w:t>qual</w:t>
            </w:r>
            <w:r w:rsidRPr="006F699D">
              <w:rPr>
                <w:vertAlign w:val="subscript"/>
              </w:rPr>
              <w:t>min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45BA" w14:textId="12501B99" w:rsidR="00075007" w:rsidRPr="006F699D" w:rsidRDefault="00075007" w:rsidP="004A7D26">
            <w:pPr>
              <w:pStyle w:val="TAL"/>
            </w:pPr>
            <w:r w:rsidRPr="006F699D">
              <w:t>UE</w:t>
            </w:r>
            <w:r w:rsidR="00646BEC">
              <w:t xml:space="preserve"> </w:t>
            </w:r>
            <w:r w:rsidRPr="006F699D">
              <w:t>applies</w:t>
            </w:r>
            <w:r w:rsidR="00646BEC">
              <w:t xml:space="preserve"> </w:t>
            </w:r>
            <w:r w:rsidRPr="006F699D">
              <w:rPr>
                <w:lang w:eastAsia="zh-CN"/>
              </w:rPr>
              <w:t>coverage</w:t>
            </w:r>
            <w:r w:rsidR="00646BEC">
              <w:t xml:space="preserve"> </w:t>
            </w:r>
            <w:r w:rsidRPr="006F699D">
              <w:t>specific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qualmin_CE1</w:t>
            </w:r>
            <w:r w:rsidR="00646BEC">
              <w:t xml:space="preserve"> </w:t>
            </w:r>
            <w:r w:rsidRPr="006F699D">
              <w:t>(dB)</w:t>
            </w:r>
          </w:p>
        </w:tc>
      </w:tr>
    </w:tbl>
    <w:p w14:paraId="44EE93AE" w14:textId="77777777" w:rsidR="00075007" w:rsidRPr="006F699D" w:rsidRDefault="00075007" w:rsidP="00075007"/>
    <w:p w14:paraId="0FA4557A" w14:textId="031F0008" w:rsidR="0066044E" w:rsidRPr="006F699D" w:rsidRDefault="0066044E" w:rsidP="00377BCE"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enhanced</w:t>
      </w:r>
      <w:r w:rsidR="00646BEC">
        <w:t xml:space="preserve"> </w:t>
      </w:r>
      <w:r w:rsidRPr="006F699D">
        <w:t>coverage,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specific</w:t>
      </w:r>
      <w:r w:rsidR="00646BEC">
        <w:t xml:space="preserve"> </w:t>
      </w:r>
      <w:r w:rsidRPr="006F699D">
        <w:t>values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rxlevmin_CE</w:t>
      </w:r>
      <w:r w:rsidR="00646BEC">
        <w:rPr>
          <w:vertAlign w:val="subscript"/>
        </w:rPr>
        <w:t xml:space="preserve"> </w:t>
      </w:r>
      <w:r w:rsidRPr="006F699D">
        <w:t>and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qualmin_CE</w:t>
      </w:r>
      <w:r w:rsidR="00646BEC">
        <w:rPr>
          <w:vertAlign w:val="subscript"/>
        </w:rPr>
        <w:t xml:space="preserve"> </w:t>
      </w:r>
      <w:r w:rsidR="00CA0915" w:rsidRPr="006F699D">
        <w:t>(or</w:t>
      </w:r>
      <w:r w:rsidR="00646BEC">
        <w:rPr>
          <w:vertAlign w:val="subscript"/>
        </w:rPr>
        <w:t xml:space="preserve"> </w:t>
      </w:r>
      <w:r w:rsidR="00CA0915" w:rsidRPr="006F699D">
        <w:t>Q</w:t>
      </w:r>
      <w:r w:rsidR="00CA0915" w:rsidRPr="006F699D">
        <w:rPr>
          <w:vertAlign w:val="subscript"/>
        </w:rPr>
        <w:t>rxlevmin_CE1</w:t>
      </w:r>
      <w:r w:rsidR="00646BEC">
        <w:rPr>
          <w:vertAlign w:val="subscript"/>
        </w:rPr>
        <w:t xml:space="preserve"> </w:t>
      </w:r>
      <w:r w:rsidR="00CA0915" w:rsidRPr="006F699D">
        <w:t>and</w:t>
      </w:r>
      <w:r w:rsidR="00646BEC">
        <w:t xml:space="preserve"> </w:t>
      </w:r>
      <w:r w:rsidR="00CA0915" w:rsidRPr="006F699D">
        <w:t>Q</w:t>
      </w:r>
      <w:r w:rsidR="00CA0915" w:rsidRPr="006F699D">
        <w:rPr>
          <w:vertAlign w:val="subscript"/>
        </w:rPr>
        <w:t>qualmin_CE1</w:t>
      </w:r>
      <w:r w:rsidR="00CA0915" w:rsidRPr="006F699D">
        <w:t>)</w:t>
      </w:r>
      <w:r w:rsidR="00646BEC">
        <w:rPr>
          <w:vertAlign w:val="subscript"/>
        </w:rPr>
        <w:t xml:space="preserve"> </w:t>
      </w:r>
      <w:r w:rsidRPr="006F699D">
        <w:t>are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applied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suitability</w:t>
      </w:r>
      <w:r w:rsidR="00646BEC">
        <w:t xml:space="preserve"> </w:t>
      </w:r>
      <w:r w:rsidRPr="006F699D">
        <w:t>check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enhanced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(i.e.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thresholds)</w:t>
      </w:r>
      <w:r w:rsidRPr="006F699D">
        <w:rPr>
          <w:lang w:eastAsia="zh-CN"/>
        </w:rPr>
        <w:t>.</w:t>
      </w:r>
    </w:p>
    <w:p w14:paraId="2E6FE5F0" w14:textId="6C40126A" w:rsidR="00D80C02" w:rsidRPr="006F699D" w:rsidRDefault="00D80C02" w:rsidP="00D80C02">
      <w:pPr>
        <w:pStyle w:val="Heading4"/>
      </w:pPr>
      <w:bookmarkStart w:id="102" w:name="_Toc29237890"/>
      <w:bookmarkStart w:id="103" w:name="_Toc46523007"/>
      <w:bookmarkStart w:id="104" w:name="_Toc100742585"/>
      <w:r w:rsidRPr="006F699D">
        <w:t>5.2.3.2a</w:t>
      </w:r>
      <w:r w:rsidRPr="006F699D">
        <w:tab/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</w:t>
      </w:r>
      <w:bookmarkEnd w:id="102"/>
      <w:bookmarkEnd w:id="103"/>
      <w:bookmarkEnd w:id="104"/>
    </w:p>
    <w:p w14:paraId="15D50002" w14:textId="7FA540FD" w:rsidR="00D80C02" w:rsidRPr="006F699D" w:rsidRDefault="00D80C02" w:rsidP="00D80C02"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fulfilled</w:t>
      </w:r>
      <w:r w:rsidR="00646BEC">
        <w:t xml:space="preserve"> </w:t>
      </w:r>
      <w:r w:rsidRPr="006F699D">
        <w:t>when: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35"/>
      </w:tblGrid>
      <w:tr w:rsidR="006F699D" w:rsidRPr="006F699D" w14:paraId="415E2452" w14:textId="77777777" w:rsidTr="00143640">
        <w:tc>
          <w:tcPr>
            <w:tcW w:w="2835" w:type="dxa"/>
            <w:shd w:val="clear" w:color="auto" w:fill="auto"/>
            <w:vAlign w:val="center"/>
          </w:tcPr>
          <w:p w14:paraId="276DFBB5" w14:textId="05FCA65B" w:rsidR="00D80C02" w:rsidRPr="006F699D" w:rsidRDefault="006350A4" w:rsidP="00143640">
            <w:pPr>
              <w:spacing w:before="100" w:beforeAutospacing="1" w:after="100" w:afterAutospacing="1"/>
              <w:jc w:val="both"/>
              <w:rPr>
                <w:lang w:eastAsia="ja-JP"/>
              </w:rPr>
            </w:pPr>
            <w:r w:rsidRPr="006F699D">
              <w:rPr>
                <w:lang w:eastAsia="ja-JP"/>
              </w:rPr>
              <w:t>Srxlev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&gt;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0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="00D80C02" w:rsidRPr="006F699D">
              <w:rPr>
                <w:lang w:eastAsia="ja-JP"/>
              </w:rPr>
              <w:t>Squal</w:t>
            </w:r>
            <w:r w:rsidR="00646BEC">
              <w:rPr>
                <w:lang w:eastAsia="ja-JP"/>
              </w:rPr>
              <w:t xml:space="preserve"> </w:t>
            </w:r>
            <w:r w:rsidR="00D80C02" w:rsidRPr="006F699D">
              <w:rPr>
                <w:lang w:eastAsia="ja-JP"/>
              </w:rPr>
              <w:t>&gt;</w:t>
            </w:r>
            <w:r w:rsidR="00646BEC">
              <w:rPr>
                <w:lang w:eastAsia="ja-JP"/>
              </w:rPr>
              <w:t xml:space="preserve"> </w:t>
            </w:r>
            <w:r w:rsidR="00D80C02" w:rsidRPr="006F699D">
              <w:rPr>
                <w:lang w:eastAsia="ja-JP"/>
              </w:rPr>
              <w:t>0</w:t>
            </w:r>
          </w:p>
        </w:tc>
      </w:tr>
    </w:tbl>
    <w:p w14:paraId="53A44843" w14:textId="77777777" w:rsidR="00D80C02" w:rsidRPr="006F699D" w:rsidRDefault="00D80C02" w:rsidP="00D80C02">
      <w:pPr>
        <w:rPr>
          <w:lang w:eastAsia="ja-JP"/>
        </w:rPr>
      </w:pPr>
      <w:r w:rsidRPr="006F699D">
        <w:rPr>
          <w:lang w:eastAsia="ja-JP"/>
        </w:rPr>
        <w:t>w</w:t>
      </w:r>
      <w:r w:rsidRPr="006F699D">
        <w:t>here: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204"/>
      </w:tblGrid>
      <w:tr w:rsidR="006F699D" w:rsidRPr="006F699D" w14:paraId="05B8A6C3" w14:textId="77777777" w:rsidTr="00143640">
        <w:trPr>
          <w:trHeight w:val="927"/>
        </w:trPr>
        <w:tc>
          <w:tcPr>
            <w:tcW w:w="6204" w:type="dxa"/>
            <w:shd w:val="clear" w:color="auto" w:fill="auto"/>
            <w:vAlign w:val="center"/>
          </w:tcPr>
          <w:p w14:paraId="60751073" w14:textId="619EDAA6" w:rsidR="00D80C02" w:rsidRPr="006F699D" w:rsidRDefault="00D80C02" w:rsidP="00143640">
            <w:pPr>
              <w:spacing w:before="100" w:beforeAutospacing="1" w:after="100" w:afterAutospacing="1"/>
              <w:ind w:right="-675"/>
              <w:jc w:val="both"/>
              <w:rPr>
                <w:lang w:eastAsia="ja-JP"/>
              </w:rPr>
            </w:pPr>
            <w:r w:rsidRPr="006F699D">
              <w:rPr>
                <w:lang w:eastAsia="ja-JP"/>
              </w:rPr>
              <w:t>Srxlev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=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</w:t>
            </w:r>
            <w:r w:rsidRPr="006F699D">
              <w:rPr>
                <w:vertAlign w:val="subscript"/>
                <w:lang w:eastAsia="ja-JP"/>
              </w:rPr>
              <w:t>rxlevmeas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–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</w:t>
            </w:r>
            <w:r w:rsidRPr="006F699D">
              <w:rPr>
                <w:vertAlign w:val="subscript"/>
                <w:lang w:eastAsia="ja-JP"/>
              </w:rPr>
              <w:t>rxlevmin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–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Pcompensation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-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bCs/>
              </w:rPr>
              <w:t>Qoffset</w:t>
            </w:r>
            <w:r w:rsidRPr="006F699D">
              <w:rPr>
                <w:bCs/>
                <w:vertAlign w:val="subscript"/>
              </w:rPr>
              <w:t>temp</w:t>
            </w:r>
          </w:p>
          <w:p w14:paraId="0604EB04" w14:textId="217D9B7C" w:rsidR="00D80C02" w:rsidRPr="006F699D" w:rsidRDefault="00D80C02" w:rsidP="00143640">
            <w:pPr>
              <w:spacing w:before="100" w:beforeAutospacing="1" w:after="100" w:afterAutospacing="1"/>
              <w:jc w:val="both"/>
              <w:rPr>
                <w:lang w:eastAsia="ja-JP"/>
              </w:rPr>
            </w:pPr>
            <w:r w:rsidRPr="006F699D">
              <w:rPr>
                <w:lang w:eastAsia="ja-JP"/>
              </w:rPr>
              <w:t>Squal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=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</w:t>
            </w:r>
            <w:r w:rsidRPr="006F699D">
              <w:rPr>
                <w:vertAlign w:val="subscript"/>
                <w:lang w:eastAsia="ja-JP"/>
              </w:rPr>
              <w:t>qualmeas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–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</w:t>
            </w:r>
            <w:r w:rsidRPr="006F699D">
              <w:rPr>
                <w:vertAlign w:val="subscript"/>
                <w:lang w:eastAsia="ja-JP"/>
              </w:rPr>
              <w:t>qualmin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-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bCs/>
              </w:rPr>
              <w:t>Qoffset</w:t>
            </w:r>
            <w:r w:rsidRPr="006F699D">
              <w:rPr>
                <w:bCs/>
                <w:vertAlign w:val="subscript"/>
              </w:rPr>
              <w:t>temp</w:t>
            </w:r>
          </w:p>
        </w:tc>
      </w:tr>
    </w:tbl>
    <w:p w14:paraId="17E2440F" w14:textId="77777777" w:rsidR="00D80C02" w:rsidRPr="006F699D" w:rsidRDefault="00D80C02" w:rsidP="00D80C02">
      <w:r w:rsidRPr="006F699D">
        <w:rPr>
          <w:lang w:eastAsia="ja-JP"/>
        </w:rPr>
        <w:t>w</w:t>
      </w:r>
      <w:r w:rsidRPr="006F699D">
        <w:t>here: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5812"/>
      </w:tblGrid>
      <w:tr w:rsidR="006F699D" w:rsidRPr="006F699D" w14:paraId="14AB618B" w14:textId="77777777" w:rsidTr="00143640">
        <w:trPr>
          <w:trHeight w:val="230"/>
        </w:trPr>
        <w:tc>
          <w:tcPr>
            <w:tcW w:w="2126" w:type="dxa"/>
          </w:tcPr>
          <w:p w14:paraId="5E59B649" w14:textId="77777777" w:rsidR="00D80C02" w:rsidRPr="006F699D" w:rsidRDefault="00D80C02" w:rsidP="00143640">
            <w:pPr>
              <w:pStyle w:val="TAL"/>
            </w:pPr>
            <w:r w:rsidRPr="006F699D">
              <w:t>Srxlev</w:t>
            </w:r>
          </w:p>
        </w:tc>
        <w:tc>
          <w:tcPr>
            <w:tcW w:w="5812" w:type="dxa"/>
          </w:tcPr>
          <w:p w14:paraId="32B2E942" w14:textId="5F3046ED" w:rsidR="00D80C02" w:rsidRPr="006F699D" w:rsidRDefault="00D80C02" w:rsidP="00143640">
            <w:pPr>
              <w:pStyle w:val="TAL"/>
            </w:pPr>
            <w:r w:rsidRPr="006F699D">
              <w:t>Cell</w:t>
            </w:r>
            <w:r w:rsidR="00646BEC">
              <w:t xml:space="preserve"> </w:t>
            </w:r>
            <w:r w:rsidRPr="006F699D">
              <w:rPr>
                <w:lang w:eastAsia="ja-JP"/>
              </w:rPr>
              <w:t>s</w:t>
            </w:r>
            <w:r w:rsidRPr="006F699D">
              <w:t>election</w:t>
            </w:r>
            <w:r w:rsidR="00646BEC">
              <w:t xml:space="preserve"> </w:t>
            </w:r>
            <w:r w:rsidRPr="006F699D">
              <w:t>RX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(dB)</w:t>
            </w:r>
          </w:p>
        </w:tc>
      </w:tr>
      <w:tr w:rsidR="006F699D" w:rsidRPr="006F699D" w14:paraId="28EB1E3D" w14:textId="77777777" w:rsidTr="00143640">
        <w:trPr>
          <w:trHeight w:val="180"/>
        </w:trPr>
        <w:tc>
          <w:tcPr>
            <w:tcW w:w="2126" w:type="dxa"/>
          </w:tcPr>
          <w:p w14:paraId="0DC9DFCD" w14:textId="77777777" w:rsidR="00D80C02" w:rsidRPr="006F699D" w:rsidRDefault="00D80C02" w:rsidP="00143640">
            <w:pPr>
              <w:pStyle w:val="TAL"/>
              <w:rPr>
                <w:lang w:eastAsia="ja-JP"/>
              </w:rPr>
            </w:pPr>
            <w:r w:rsidRPr="006F699D">
              <w:rPr>
                <w:lang w:eastAsia="ja-JP"/>
              </w:rPr>
              <w:t>Squal</w:t>
            </w:r>
          </w:p>
        </w:tc>
        <w:tc>
          <w:tcPr>
            <w:tcW w:w="5812" w:type="dxa"/>
          </w:tcPr>
          <w:p w14:paraId="149B67D5" w14:textId="3CAEEC67" w:rsidR="00D80C02" w:rsidRPr="006F699D" w:rsidRDefault="00D80C02" w:rsidP="00143640">
            <w:pPr>
              <w:pStyle w:val="TAL"/>
              <w:rPr>
                <w:lang w:eastAsia="ja-JP"/>
              </w:rPr>
            </w:pPr>
            <w:r w:rsidRPr="006F699D">
              <w:rPr>
                <w:lang w:eastAsia="ja-JP"/>
              </w:rPr>
              <w:t>Cell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selection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quality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value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(dB)</w:t>
            </w:r>
          </w:p>
        </w:tc>
      </w:tr>
      <w:tr w:rsidR="006F699D" w:rsidRPr="006F699D" w14:paraId="270DBC08" w14:textId="77777777" w:rsidTr="00143640">
        <w:trPr>
          <w:trHeight w:val="180"/>
        </w:trPr>
        <w:tc>
          <w:tcPr>
            <w:tcW w:w="2126" w:type="dxa"/>
          </w:tcPr>
          <w:p w14:paraId="5EF3C50D" w14:textId="77777777" w:rsidR="00D80C02" w:rsidRPr="006F699D" w:rsidRDefault="00D80C02" w:rsidP="00143640">
            <w:pPr>
              <w:pStyle w:val="TAL"/>
              <w:rPr>
                <w:lang w:eastAsia="ja-JP"/>
              </w:rPr>
            </w:pPr>
            <w:r w:rsidRPr="006F699D">
              <w:rPr>
                <w:bCs/>
              </w:rPr>
              <w:t>Qoffset</w:t>
            </w:r>
            <w:r w:rsidRPr="006F699D">
              <w:rPr>
                <w:bCs/>
                <w:vertAlign w:val="subscript"/>
              </w:rPr>
              <w:t>temp</w:t>
            </w:r>
          </w:p>
        </w:tc>
        <w:tc>
          <w:tcPr>
            <w:tcW w:w="5812" w:type="dxa"/>
          </w:tcPr>
          <w:p w14:paraId="48DB7B15" w14:textId="46092CF9" w:rsidR="00D80C02" w:rsidRPr="006F699D" w:rsidRDefault="00D80C02" w:rsidP="00143640">
            <w:pPr>
              <w:pStyle w:val="TAL"/>
              <w:rPr>
                <w:lang w:eastAsia="ja-JP"/>
              </w:rPr>
            </w:pPr>
            <w:r w:rsidRPr="006F699D">
              <w:rPr>
                <w:lang w:eastAsia="ja-JP"/>
              </w:rPr>
              <w:t>Offset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temporarily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applied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to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cell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specified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="00057D27" w:rsidRPr="006F699D">
              <w:rPr>
                <w:lang w:eastAsia="ja-JP"/>
              </w:rPr>
              <w:t>TS</w:t>
            </w:r>
            <w:r w:rsidR="00646BEC">
              <w:rPr>
                <w:lang w:eastAsia="ja-JP"/>
              </w:rPr>
              <w:t xml:space="preserve"> </w:t>
            </w:r>
            <w:r w:rsidR="00057D27" w:rsidRPr="006F699D">
              <w:rPr>
                <w:lang w:eastAsia="ja-JP"/>
              </w:rPr>
              <w:t>36.331</w:t>
            </w:r>
            <w:r w:rsidR="00646BEC">
              <w:rPr>
                <w:lang w:eastAsia="ja-JP"/>
              </w:rPr>
              <w:t xml:space="preserve"> </w:t>
            </w:r>
            <w:r w:rsidR="00057D27" w:rsidRPr="006F699D">
              <w:rPr>
                <w:lang w:eastAsia="ja-JP"/>
              </w:rPr>
              <w:t>[3]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(dB)</w:t>
            </w:r>
          </w:p>
        </w:tc>
      </w:tr>
      <w:tr w:rsidR="006F699D" w:rsidRPr="006F699D" w14:paraId="0B9C18A6" w14:textId="77777777" w:rsidTr="00143640">
        <w:trPr>
          <w:trHeight w:val="130"/>
        </w:trPr>
        <w:tc>
          <w:tcPr>
            <w:tcW w:w="2126" w:type="dxa"/>
          </w:tcPr>
          <w:p w14:paraId="54F34BDB" w14:textId="77777777" w:rsidR="00D80C02" w:rsidRPr="006F699D" w:rsidRDefault="00D80C02" w:rsidP="00143640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</w:rPr>
              <w:t>rxlevmeas</w:t>
            </w:r>
          </w:p>
        </w:tc>
        <w:tc>
          <w:tcPr>
            <w:tcW w:w="5812" w:type="dxa"/>
          </w:tcPr>
          <w:p w14:paraId="14B1FF4E" w14:textId="39C20883" w:rsidR="00D80C02" w:rsidRPr="006F699D" w:rsidRDefault="00D80C02" w:rsidP="00143640">
            <w:pPr>
              <w:pStyle w:val="TAL"/>
              <w:rPr>
                <w:lang w:eastAsia="ja-JP"/>
              </w:rPr>
            </w:pPr>
            <w:r w:rsidRPr="006F699D">
              <w:t>Measured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RX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(RSRP)</w:t>
            </w:r>
          </w:p>
        </w:tc>
      </w:tr>
      <w:tr w:rsidR="006F699D" w:rsidRPr="006F699D" w14:paraId="63EE6DFE" w14:textId="77777777" w:rsidTr="00143640">
        <w:trPr>
          <w:trHeight w:val="50"/>
        </w:trPr>
        <w:tc>
          <w:tcPr>
            <w:tcW w:w="2126" w:type="dxa"/>
          </w:tcPr>
          <w:p w14:paraId="7E6A4C74" w14:textId="77777777" w:rsidR="00D80C02" w:rsidRPr="006F699D" w:rsidRDefault="00D80C02" w:rsidP="00143640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  <w:lang w:eastAsia="ja-JP"/>
              </w:rPr>
              <w:t>qual</w:t>
            </w:r>
            <w:r w:rsidRPr="006F699D">
              <w:rPr>
                <w:vertAlign w:val="subscript"/>
              </w:rPr>
              <w:t>meas</w:t>
            </w:r>
          </w:p>
        </w:tc>
        <w:tc>
          <w:tcPr>
            <w:tcW w:w="5812" w:type="dxa"/>
          </w:tcPr>
          <w:p w14:paraId="4F03E82A" w14:textId="3EEB19E4" w:rsidR="00D80C02" w:rsidRPr="006F699D" w:rsidRDefault="00D80C02" w:rsidP="00143640">
            <w:pPr>
              <w:pStyle w:val="TAL"/>
              <w:rPr>
                <w:lang w:eastAsia="ja-JP"/>
              </w:rPr>
            </w:pPr>
            <w:r w:rsidRPr="006F699D">
              <w:t>Measured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rPr>
                <w:lang w:eastAsia="ja-JP"/>
              </w:rPr>
              <w:t>quality</w:t>
            </w:r>
            <w:r w:rsidR="00646BEC">
              <w:t xml:space="preserve"> </w:t>
            </w:r>
            <w:r w:rsidRPr="006F699D">
              <w:t>value</w:t>
            </w:r>
            <w:r w:rsidR="00646BEC">
              <w:t xml:space="preserve"> </w:t>
            </w:r>
            <w:r w:rsidRPr="006F699D">
              <w:t>(RSR</w:t>
            </w:r>
            <w:r w:rsidRPr="006F699D">
              <w:rPr>
                <w:lang w:eastAsia="ja-JP"/>
              </w:rPr>
              <w:t>Q</w:t>
            </w:r>
            <w:r w:rsidRPr="006F699D">
              <w:t>)</w:t>
            </w:r>
          </w:p>
        </w:tc>
      </w:tr>
      <w:tr w:rsidR="006F699D" w:rsidRPr="006F699D" w14:paraId="7B0A8788" w14:textId="77777777" w:rsidTr="00143640">
        <w:trPr>
          <w:trHeight w:val="240"/>
        </w:trPr>
        <w:tc>
          <w:tcPr>
            <w:tcW w:w="2126" w:type="dxa"/>
          </w:tcPr>
          <w:p w14:paraId="4CFEA834" w14:textId="77777777" w:rsidR="00D80C02" w:rsidRPr="006F699D" w:rsidRDefault="00D80C02" w:rsidP="00143640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</w:rPr>
              <w:t>rxlevmin</w:t>
            </w:r>
          </w:p>
        </w:tc>
        <w:tc>
          <w:tcPr>
            <w:tcW w:w="5812" w:type="dxa"/>
          </w:tcPr>
          <w:p w14:paraId="6087A130" w14:textId="3E4BE729" w:rsidR="000F0F4D" w:rsidRPr="006F699D" w:rsidRDefault="00D80C02" w:rsidP="000F0F4D">
            <w:pPr>
              <w:pStyle w:val="TAL"/>
            </w:pPr>
            <w:r w:rsidRPr="006F699D">
              <w:t>Minimum</w:t>
            </w:r>
            <w:r w:rsidR="00646BEC">
              <w:t xml:space="preserve"> </w:t>
            </w:r>
            <w:r w:rsidRPr="006F699D">
              <w:t>required</w:t>
            </w:r>
            <w:r w:rsidR="00646BEC">
              <w:t xml:space="preserve"> </w:t>
            </w:r>
            <w:r w:rsidRPr="006F699D">
              <w:t>RX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(dBm)</w:t>
            </w:r>
          </w:p>
          <w:p w14:paraId="4E3FA785" w14:textId="198A804D" w:rsidR="00D80C02" w:rsidRPr="006F699D" w:rsidRDefault="000F0F4D" w:rsidP="000F0F4D">
            <w:pPr>
              <w:pStyle w:val="TAL"/>
            </w:pPr>
            <w:r w:rsidRPr="006F699D">
              <w:t>If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not</w:t>
            </w:r>
            <w:r w:rsidR="00646BEC">
              <w:t xml:space="preserve"> </w:t>
            </w:r>
            <w:r w:rsidRPr="006F699D">
              <w:t>authorized</w:t>
            </w:r>
            <w:r w:rsidR="00646BEC">
              <w:t xml:space="preserve"> </w:t>
            </w:r>
            <w:r w:rsidRPr="006F699D">
              <w:t>for</w:t>
            </w:r>
            <w:r w:rsidR="00646BEC">
              <w:t xml:space="preserve"> </w:t>
            </w:r>
            <w:r w:rsidRPr="006F699D">
              <w:t>enhanced</w:t>
            </w:r>
            <w:r w:rsidR="00646BEC">
              <w:t xml:space="preserve"> </w:t>
            </w:r>
            <w:r w:rsidRPr="006F699D">
              <w:t>coverage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rPr>
                <w:bCs/>
              </w:rPr>
              <w:t>Qoffset</w:t>
            </w:r>
            <w:r w:rsidRPr="006F699D">
              <w:rPr>
                <w:bCs/>
                <w:vertAlign w:val="subscript"/>
              </w:rPr>
              <w:t>authorization</w:t>
            </w:r>
            <w:r w:rsidR="00646BEC">
              <w:rPr>
                <w:bCs/>
                <w:vertAlign w:val="subscript"/>
              </w:rPr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valid</w:t>
            </w:r>
            <w:r w:rsidR="00646BEC">
              <w:t xml:space="preserve"> </w:t>
            </w:r>
            <w:r w:rsidRPr="006F699D">
              <w:t>then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rxlevmin</w:t>
            </w:r>
            <w:r w:rsidR="00646BEC">
              <w:t xml:space="preserve"> </w:t>
            </w:r>
            <w:r w:rsidRPr="006F699D">
              <w:t>=</w:t>
            </w:r>
            <w:r w:rsidR="00646BEC">
              <w:t xml:space="preserve"> </w:t>
            </w:r>
            <w:r w:rsidRPr="006F699D">
              <w:t>Q</w:t>
            </w:r>
            <w:r w:rsidRPr="006F699D">
              <w:rPr>
                <w:vertAlign w:val="subscript"/>
              </w:rPr>
              <w:t>rxlevmin</w:t>
            </w:r>
            <w:r w:rsidR="00646BEC">
              <w:t xml:space="preserve"> </w:t>
            </w:r>
            <w:r w:rsidRPr="006F699D">
              <w:t>+</w:t>
            </w:r>
            <w:r w:rsidR="00646BEC">
              <w:rPr>
                <w:bCs/>
              </w:rPr>
              <w:t xml:space="preserve"> </w:t>
            </w:r>
            <w:r w:rsidRPr="006F699D">
              <w:rPr>
                <w:bCs/>
              </w:rPr>
              <w:t>Qoffset</w:t>
            </w:r>
            <w:r w:rsidRPr="006F699D">
              <w:rPr>
                <w:bCs/>
                <w:vertAlign w:val="subscript"/>
              </w:rPr>
              <w:t>authorization</w:t>
            </w:r>
            <w:r w:rsidRPr="006F699D">
              <w:rPr>
                <w:bCs/>
                <w:lang w:eastAsia="en-GB"/>
              </w:rPr>
              <w:t>.</w:t>
            </w:r>
          </w:p>
        </w:tc>
      </w:tr>
      <w:tr w:rsidR="006F699D" w:rsidRPr="006F699D" w14:paraId="326BB247" w14:textId="77777777" w:rsidTr="00143640">
        <w:trPr>
          <w:trHeight w:val="50"/>
        </w:trPr>
        <w:tc>
          <w:tcPr>
            <w:tcW w:w="2126" w:type="dxa"/>
          </w:tcPr>
          <w:p w14:paraId="5DFE7406" w14:textId="77777777" w:rsidR="00D80C02" w:rsidRPr="006F699D" w:rsidRDefault="00D80C02" w:rsidP="00143640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  <w:lang w:eastAsia="ja-JP"/>
              </w:rPr>
              <w:t>qual</w:t>
            </w:r>
            <w:r w:rsidRPr="006F699D">
              <w:rPr>
                <w:vertAlign w:val="subscript"/>
              </w:rPr>
              <w:t>min</w:t>
            </w:r>
          </w:p>
        </w:tc>
        <w:tc>
          <w:tcPr>
            <w:tcW w:w="5812" w:type="dxa"/>
          </w:tcPr>
          <w:p w14:paraId="05B601B2" w14:textId="53586FC7" w:rsidR="00D80C02" w:rsidRPr="006F699D" w:rsidRDefault="00D80C02" w:rsidP="00143640">
            <w:pPr>
              <w:pStyle w:val="TAL"/>
            </w:pPr>
            <w:r w:rsidRPr="006F699D">
              <w:t>Minimum</w:t>
            </w:r>
            <w:r w:rsidR="00646BEC">
              <w:t xml:space="preserve"> </w:t>
            </w:r>
            <w:r w:rsidRPr="006F699D">
              <w:t>required</w:t>
            </w:r>
            <w:r w:rsidR="00646BEC">
              <w:t xml:space="preserve"> </w:t>
            </w:r>
            <w:r w:rsidRPr="006F699D">
              <w:rPr>
                <w:lang w:eastAsia="ja-JP"/>
              </w:rPr>
              <w:t>quality</w:t>
            </w:r>
            <w:r w:rsidR="00646BEC">
              <w:t xml:space="preserve"> </w:t>
            </w:r>
            <w:r w:rsidRPr="006F699D">
              <w:rPr>
                <w:lang w:eastAsia="ja-JP"/>
              </w:rPr>
              <w:t>level</w:t>
            </w:r>
            <w:r w:rsidR="00646BEC">
              <w:rPr>
                <w:lang w:eastAsia="ja-JP"/>
              </w:rPr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(dB)</w:t>
            </w:r>
          </w:p>
        </w:tc>
      </w:tr>
      <w:tr w:rsidR="006F699D" w:rsidRPr="006F699D" w14:paraId="78608E85" w14:textId="77777777" w:rsidTr="00143640">
        <w:tc>
          <w:tcPr>
            <w:tcW w:w="2126" w:type="dxa"/>
          </w:tcPr>
          <w:p w14:paraId="68A31280" w14:textId="5B9C0017" w:rsidR="00D80C02" w:rsidRPr="006F699D" w:rsidRDefault="00D80C02" w:rsidP="00143640">
            <w:pPr>
              <w:pStyle w:val="TAL"/>
            </w:pPr>
            <w:r w:rsidRPr="006F699D">
              <w:t>Pcompensation</w:t>
            </w:r>
            <w:r w:rsidR="00646BEC">
              <w:t xml:space="preserve"> </w:t>
            </w:r>
          </w:p>
        </w:tc>
        <w:tc>
          <w:tcPr>
            <w:tcW w:w="5812" w:type="dxa"/>
          </w:tcPr>
          <w:p w14:paraId="5309A7FE" w14:textId="2F777F76" w:rsidR="00D80C02" w:rsidRPr="006F699D" w:rsidRDefault="00D80C02" w:rsidP="002F176D">
            <w:pPr>
              <w:pStyle w:val="TAL"/>
            </w:pPr>
            <w:r w:rsidRPr="006F699D">
              <w:t>If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supports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rPr>
                <w:i/>
              </w:rPr>
              <w:t>additionalPmax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rPr>
                <w:i/>
              </w:rPr>
              <w:t>NS-PmaxList</w:t>
            </w:r>
            <w:r w:rsidR="002F176D" w:rsidRPr="006F699D">
              <w:rPr>
                <w:i/>
              </w:rPr>
              <w:t>-NB</w:t>
            </w:r>
            <w:r w:rsidRPr="006F699D">
              <w:t>,</w:t>
            </w:r>
            <w:r w:rsidR="00646BEC">
              <w:t xml:space="preserve"> </w:t>
            </w:r>
            <w:r w:rsidRPr="006F699D">
              <w:t>if</w:t>
            </w:r>
            <w:r w:rsidR="00646BEC">
              <w:t xml:space="preserve"> </w:t>
            </w:r>
            <w:r w:rsidRPr="006F699D">
              <w:t>present,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SIB1</w:t>
            </w:r>
            <w:r w:rsidR="002F176D" w:rsidRPr="006F699D">
              <w:t>-NB</w:t>
            </w:r>
            <w:r w:rsidRPr="006F699D">
              <w:t>,</w:t>
            </w:r>
            <w:r w:rsidR="00646BEC">
              <w:t xml:space="preserve"> </w:t>
            </w:r>
            <w:r w:rsidRPr="006F699D">
              <w:t>SIB3</w:t>
            </w:r>
            <w:r w:rsidR="002F176D" w:rsidRPr="006F699D">
              <w:t>-NB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SIB5</w:t>
            </w:r>
            <w:r w:rsidR="002F176D" w:rsidRPr="006F699D">
              <w:t>-NB</w:t>
            </w:r>
            <w:r w:rsidRPr="006F699D">
              <w:t>:</w:t>
            </w:r>
          </w:p>
          <w:p w14:paraId="347E9FE7" w14:textId="44E81130" w:rsidR="00D80C02" w:rsidRPr="006F699D" w:rsidRDefault="00D80C02" w:rsidP="002F176D">
            <w:pPr>
              <w:pStyle w:val="TAL"/>
            </w:pPr>
            <w:r w:rsidRPr="006F699D">
              <w:t>max(P</w:t>
            </w:r>
            <w:r w:rsidRPr="006F699D">
              <w:rPr>
                <w:vertAlign w:val="subscript"/>
                <w:lang w:eastAsia="ja-JP"/>
              </w:rPr>
              <w:t>EMAX1</w:t>
            </w:r>
            <w:r w:rsidR="00646BEC">
              <w:t xml:space="preserve"> </w:t>
            </w:r>
            <w:r w:rsidRPr="006F699D">
              <w:t>–P</w:t>
            </w:r>
            <w:r w:rsidRPr="006F699D">
              <w:rPr>
                <w:vertAlign w:val="subscript"/>
                <w:lang w:eastAsia="ja-JP"/>
              </w:rPr>
              <w:t>PowerClass</w:t>
            </w:r>
            <w:r w:rsidRPr="006F699D">
              <w:t>,</w:t>
            </w:r>
            <w:r w:rsidR="00646BEC">
              <w:t xml:space="preserve"> </w:t>
            </w:r>
            <w:r w:rsidRPr="006F699D">
              <w:t>0)</w:t>
            </w:r>
            <w:r w:rsidR="00646BEC">
              <w:t xml:space="preserve"> </w:t>
            </w:r>
            <w:r w:rsidRPr="006F699D">
              <w:t>–</w:t>
            </w:r>
            <w:r w:rsidR="00646BEC">
              <w:t xml:space="preserve"> </w:t>
            </w:r>
            <w:r w:rsidRPr="006F699D">
              <w:t>(min(P</w:t>
            </w:r>
            <w:r w:rsidRPr="006F699D">
              <w:rPr>
                <w:vertAlign w:val="subscript"/>
                <w:lang w:eastAsia="ja-JP"/>
              </w:rPr>
              <w:t>EMAX2</w:t>
            </w:r>
            <w:r w:rsidRPr="006F699D">
              <w:t>,</w:t>
            </w:r>
            <w:r w:rsidR="00646BEC">
              <w:t xml:space="preserve"> </w:t>
            </w:r>
            <w:r w:rsidRPr="006F699D">
              <w:t>P</w:t>
            </w:r>
            <w:r w:rsidRPr="006F699D">
              <w:rPr>
                <w:vertAlign w:val="subscript"/>
                <w:lang w:eastAsia="ja-JP"/>
              </w:rPr>
              <w:t>PowerClass</w:t>
            </w:r>
            <w:r w:rsidRPr="006F699D">
              <w:t>)</w:t>
            </w:r>
            <w:r w:rsidR="00646BEC">
              <w:t xml:space="preserve"> </w:t>
            </w:r>
            <w:r w:rsidRPr="006F699D">
              <w:t>–</w:t>
            </w:r>
            <w:r w:rsidR="00646BEC">
              <w:t xml:space="preserve"> </w:t>
            </w:r>
            <w:r w:rsidRPr="006F699D">
              <w:t>min(P</w:t>
            </w:r>
            <w:r w:rsidRPr="006F699D">
              <w:rPr>
                <w:vertAlign w:val="subscript"/>
                <w:lang w:eastAsia="ja-JP"/>
              </w:rPr>
              <w:t>EMAX1</w:t>
            </w:r>
            <w:r w:rsidRPr="006F699D">
              <w:t>,</w:t>
            </w:r>
            <w:r w:rsidR="00646BEC">
              <w:t xml:space="preserve"> </w:t>
            </w:r>
            <w:r w:rsidRPr="006F699D">
              <w:t>P</w:t>
            </w:r>
            <w:r w:rsidRPr="006F699D">
              <w:rPr>
                <w:vertAlign w:val="subscript"/>
                <w:lang w:eastAsia="ja-JP"/>
              </w:rPr>
              <w:t>PowerClass</w:t>
            </w:r>
            <w:r w:rsidRPr="006F699D">
              <w:t>))</w:t>
            </w:r>
            <w:r w:rsidR="00646BEC">
              <w:t xml:space="preserve"> </w:t>
            </w:r>
            <w:r w:rsidRPr="006F699D">
              <w:t>(dB);</w:t>
            </w:r>
          </w:p>
          <w:p w14:paraId="78C93895" w14:textId="77777777" w:rsidR="000F0F4D" w:rsidRPr="006F699D" w:rsidRDefault="00D80C02" w:rsidP="000F0F4D">
            <w:pPr>
              <w:pStyle w:val="TAL"/>
            </w:pPr>
            <w:r w:rsidRPr="006F699D">
              <w:t>else:</w:t>
            </w:r>
          </w:p>
          <w:p w14:paraId="5A8C99E6" w14:textId="2818E9C4" w:rsidR="000F0F4D" w:rsidRPr="006F699D" w:rsidRDefault="000F0F4D" w:rsidP="000F0F4D">
            <w:pPr>
              <w:pStyle w:val="TAL"/>
            </w:pPr>
            <w:r w:rsidRPr="006F699D">
              <w:t>if</w:t>
            </w:r>
            <w:r w:rsidR="00646BEC">
              <w:t xml:space="preserve"> </w:t>
            </w:r>
            <w:r w:rsidRPr="006F699D">
              <w:t>P</w:t>
            </w:r>
            <w:r w:rsidRPr="006F699D">
              <w:rPr>
                <w:vertAlign w:val="subscript"/>
                <w:lang w:eastAsia="ja-JP"/>
              </w:rPr>
              <w:t>PowerClass</w:t>
            </w:r>
            <w:r w:rsidR="00646BEC">
              <w:t xml:space="preserve"> </w:t>
            </w:r>
            <w:r w:rsidRPr="006F699D">
              <w:t>is</w:t>
            </w:r>
            <w:r w:rsidR="00646BEC">
              <w:t xml:space="preserve"> </w:t>
            </w:r>
            <w:r w:rsidRPr="006F699D">
              <w:t>14</w:t>
            </w:r>
            <w:r w:rsidR="00646BEC">
              <w:t xml:space="preserve"> </w:t>
            </w:r>
            <w:r w:rsidRPr="006F699D">
              <w:t>dBm:</w:t>
            </w:r>
          </w:p>
          <w:p w14:paraId="5EF8EA70" w14:textId="05AD1266" w:rsidR="000F0F4D" w:rsidRPr="006F699D" w:rsidRDefault="000F0F4D" w:rsidP="000F0F4D">
            <w:pPr>
              <w:pStyle w:val="TAL"/>
            </w:pPr>
            <w:r w:rsidRPr="006F699D">
              <w:t>max(P</w:t>
            </w:r>
            <w:r w:rsidRPr="006F699D">
              <w:rPr>
                <w:vertAlign w:val="subscript"/>
                <w:lang w:eastAsia="ja-JP"/>
              </w:rPr>
              <w:t>EMAX1</w:t>
            </w:r>
            <w:r w:rsidR="00646BEC">
              <w:t xml:space="preserve"> </w:t>
            </w:r>
            <w:r w:rsidRPr="006F699D">
              <w:t>–(P</w:t>
            </w:r>
            <w:r w:rsidRPr="006F699D">
              <w:rPr>
                <w:vertAlign w:val="subscript"/>
                <w:lang w:eastAsia="ja-JP"/>
              </w:rPr>
              <w:t>PowerClass</w:t>
            </w:r>
            <w:r w:rsidR="00646BEC">
              <w:t xml:space="preserve"> </w:t>
            </w:r>
            <w:r w:rsidRPr="006F699D">
              <w:t>–</w:t>
            </w:r>
            <w:r w:rsidR="00646BEC">
              <w:t xml:space="preserve"> </w:t>
            </w:r>
            <w:r w:rsidRPr="006F699D">
              <w:t>Poffset),</w:t>
            </w:r>
            <w:r w:rsidR="00646BEC">
              <w:t xml:space="preserve"> </w:t>
            </w:r>
            <w:r w:rsidRPr="006F699D">
              <w:t>0)</w:t>
            </w:r>
            <w:r w:rsidR="00646BEC">
              <w:t xml:space="preserve"> </w:t>
            </w:r>
            <w:r w:rsidRPr="006F699D">
              <w:t>(dB);</w:t>
            </w:r>
          </w:p>
          <w:p w14:paraId="0E46BB62" w14:textId="77777777" w:rsidR="00D80C02" w:rsidRPr="006F699D" w:rsidRDefault="000F0F4D" w:rsidP="000F0F4D">
            <w:pPr>
              <w:pStyle w:val="TAL"/>
            </w:pPr>
            <w:r w:rsidRPr="006F699D">
              <w:t>else:</w:t>
            </w:r>
          </w:p>
          <w:p w14:paraId="4A8F5945" w14:textId="53D02377" w:rsidR="00D80C02" w:rsidRPr="006F699D" w:rsidRDefault="00D80C02" w:rsidP="002F176D">
            <w:pPr>
              <w:pStyle w:val="TAL"/>
            </w:pPr>
            <w:r w:rsidRPr="006F699D">
              <w:t>max(P</w:t>
            </w:r>
            <w:r w:rsidRPr="006F699D">
              <w:rPr>
                <w:vertAlign w:val="subscript"/>
                <w:lang w:eastAsia="ja-JP"/>
              </w:rPr>
              <w:t>EMAX1</w:t>
            </w:r>
            <w:r w:rsidR="00646BEC">
              <w:t xml:space="preserve"> </w:t>
            </w:r>
            <w:r w:rsidRPr="006F699D">
              <w:t>–P</w:t>
            </w:r>
            <w:r w:rsidRPr="006F699D">
              <w:rPr>
                <w:vertAlign w:val="subscript"/>
                <w:lang w:eastAsia="ja-JP"/>
              </w:rPr>
              <w:t>PowerClass</w:t>
            </w:r>
            <w:r w:rsidRPr="006F699D">
              <w:t>,</w:t>
            </w:r>
            <w:r w:rsidR="00646BEC">
              <w:t xml:space="preserve"> </w:t>
            </w:r>
            <w:r w:rsidRPr="006F699D">
              <w:t>0)</w:t>
            </w:r>
            <w:r w:rsidR="00646BEC">
              <w:t xml:space="preserve"> </w:t>
            </w:r>
            <w:r w:rsidRPr="006F699D">
              <w:t>(dB)</w:t>
            </w:r>
          </w:p>
        </w:tc>
      </w:tr>
      <w:tr w:rsidR="006F699D" w:rsidRPr="006F699D" w14:paraId="52300052" w14:textId="77777777" w:rsidTr="00143640">
        <w:tc>
          <w:tcPr>
            <w:tcW w:w="2126" w:type="dxa"/>
          </w:tcPr>
          <w:p w14:paraId="2B487815" w14:textId="1C570556" w:rsidR="00D80C02" w:rsidRPr="006F699D" w:rsidRDefault="00D80C02" w:rsidP="00143640">
            <w:pPr>
              <w:pStyle w:val="TAL"/>
            </w:pP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EMAX1</w:t>
            </w:r>
            <w:r w:rsidRPr="006F699D">
              <w:rPr>
                <w:lang w:eastAsia="ja-JP"/>
              </w:rPr>
              <w:t>,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EMAX2</w:t>
            </w:r>
          </w:p>
        </w:tc>
        <w:tc>
          <w:tcPr>
            <w:tcW w:w="5812" w:type="dxa"/>
          </w:tcPr>
          <w:p w14:paraId="16338989" w14:textId="6601593A" w:rsidR="00D80C02" w:rsidRPr="006F699D" w:rsidRDefault="00D80C02" w:rsidP="002F176D">
            <w:pPr>
              <w:pStyle w:val="TAL"/>
            </w:pPr>
            <w:r w:rsidRPr="006F699D">
              <w:t>Maximum</w:t>
            </w:r>
            <w:r w:rsidR="00646BEC">
              <w:t xml:space="preserve"> </w:t>
            </w:r>
            <w:r w:rsidRPr="006F699D">
              <w:t>TX</w:t>
            </w:r>
            <w:r w:rsidR="00646BEC">
              <w:t xml:space="preserve"> </w:t>
            </w:r>
            <w:r w:rsidRPr="006F699D">
              <w:t>power</w:t>
            </w:r>
            <w:r w:rsidR="00646BEC">
              <w:t xml:space="preserve"> </w:t>
            </w:r>
            <w:r w:rsidRPr="006F699D">
              <w:t>level</w:t>
            </w:r>
            <w:r w:rsidR="00646BEC">
              <w:t xml:space="preserve"> </w:t>
            </w:r>
            <w:r w:rsidRPr="006F699D">
              <w:t>an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may</w:t>
            </w:r>
            <w:r w:rsidR="00646BEC">
              <w:t xml:space="preserve"> </w:t>
            </w:r>
            <w:r w:rsidRPr="006F699D">
              <w:t>use</w:t>
            </w:r>
            <w:r w:rsidR="00646BEC">
              <w:t xml:space="preserve"> </w:t>
            </w:r>
            <w:r w:rsidRPr="006F699D">
              <w:t>when</w:t>
            </w:r>
            <w:r w:rsidR="00646BEC">
              <w:t xml:space="preserve"> </w:t>
            </w:r>
            <w:r w:rsidRPr="006F699D">
              <w:rPr>
                <w:lang w:eastAsia="ja-JP"/>
              </w:rPr>
              <w:t>transmitting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on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uplink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cell</w:t>
            </w:r>
            <w:r w:rsidR="00646BEC">
              <w:t xml:space="preserve"> </w:t>
            </w:r>
            <w:r w:rsidRPr="006F699D">
              <w:t>(dBm)</w:t>
            </w:r>
            <w:r w:rsidR="00646BEC">
              <w:t xml:space="preserve"> </w:t>
            </w:r>
            <w:r w:rsidRPr="006F699D">
              <w:t>defined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EMAX</w:t>
            </w:r>
            <w:r w:rsidR="00646BEC">
              <w:rPr>
                <w:vertAlign w:val="subscript"/>
              </w:rPr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TS</w:t>
            </w:r>
            <w:r w:rsidR="00646BEC">
              <w:t xml:space="preserve"> </w:t>
            </w:r>
            <w:r w:rsidRPr="006F699D">
              <w:t>36.101</w:t>
            </w:r>
            <w:r w:rsidR="00646BEC">
              <w:t xml:space="preserve"> </w:t>
            </w:r>
            <w:r w:rsidR="002F176D" w:rsidRPr="006F699D">
              <w:t>[33</w:t>
            </w:r>
            <w:r w:rsidRPr="006F699D">
              <w:t>]</w:t>
            </w:r>
            <w:r w:rsidRPr="006F699D">
              <w:rPr>
                <w:lang w:eastAsia="ja-JP"/>
              </w:rPr>
              <w:t>.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EMAX1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EMAX2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are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obtained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from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i/>
                <w:lang w:eastAsia="ja-JP"/>
              </w:rPr>
              <w:t>p-Max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i/>
                <w:lang w:eastAsia="ja-JP"/>
              </w:rPr>
              <w:t>NS-PmaxList</w:t>
            </w:r>
            <w:r w:rsidR="00F12EFF" w:rsidRPr="006F699D">
              <w:rPr>
                <w:i/>
                <w:lang w:eastAsia="ja-JP"/>
              </w:rPr>
              <w:t>-NB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respectively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SIB1</w:t>
            </w:r>
            <w:r w:rsidR="0012638D" w:rsidRPr="006F699D">
              <w:rPr>
                <w:lang w:eastAsia="ja-JP"/>
              </w:rPr>
              <w:t>-NB</w:t>
            </w:r>
            <w:r w:rsidRPr="006F699D">
              <w:rPr>
                <w:lang w:eastAsia="ja-JP"/>
              </w:rPr>
              <w:t>,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SIB3</w:t>
            </w:r>
            <w:r w:rsidR="0012638D" w:rsidRPr="006F699D">
              <w:rPr>
                <w:lang w:eastAsia="ja-JP"/>
              </w:rPr>
              <w:t>-NB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and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SIB5</w:t>
            </w:r>
            <w:r w:rsidR="0012638D" w:rsidRPr="006F699D">
              <w:rPr>
                <w:lang w:eastAsia="ja-JP"/>
              </w:rPr>
              <w:t>-NB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specified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36.331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[3].</w:t>
            </w:r>
          </w:p>
        </w:tc>
      </w:tr>
      <w:tr w:rsidR="00D80C02" w:rsidRPr="006F699D" w14:paraId="1C87C509" w14:textId="77777777" w:rsidTr="00143640">
        <w:tc>
          <w:tcPr>
            <w:tcW w:w="2126" w:type="dxa"/>
          </w:tcPr>
          <w:p w14:paraId="1689226F" w14:textId="77777777" w:rsidR="00D80C02" w:rsidRPr="006F699D" w:rsidRDefault="00D80C02" w:rsidP="00143640">
            <w:pPr>
              <w:pStyle w:val="TAL"/>
              <w:rPr>
                <w:lang w:eastAsia="ja-JP"/>
              </w:rPr>
            </w:pPr>
            <w:r w:rsidRPr="006F699D">
              <w:rPr>
                <w:lang w:eastAsia="ja-JP"/>
              </w:rPr>
              <w:t>P</w:t>
            </w:r>
            <w:r w:rsidRPr="006F699D">
              <w:rPr>
                <w:vertAlign w:val="subscript"/>
                <w:lang w:eastAsia="ja-JP"/>
              </w:rPr>
              <w:t>PowerClass</w:t>
            </w:r>
          </w:p>
        </w:tc>
        <w:tc>
          <w:tcPr>
            <w:tcW w:w="5812" w:type="dxa"/>
          </w:tcPr>
          <w:p w14:paraId="25FAAB3B" w14:textId="35EF141E" w:rsidR="00D80C02" w:rsidRPr="006F699D" w:rsidRDefault="00D80C02" w:rsidP="002F176D">
            <w:pPr>
              <w:pStyle w:val="TAL"/>
            </w:pPr>
            <w:r w:rsidRPr="006F699D">
              <w:t>Maximum</w:t>
            </w:r>
            <w:r w:rsidR="00646BEC">
              <w:t xml:space="preserve"> </w:t>
            </w:r>
            <w:r w:rsidRPr="006F699D">
              <w:t>RF</w:t>
            </w:r>
            <w:r w:rsidR="00646BEC">
              <w:t xml:space="preserve"> </w:t>
            </w:r>
            <w:r w:rsidRPr="006F699D">
              <w:t>output</w:t>
            </w:r>
            <w:r w:rsidR="00646BEC">
              <w:t xml:space="preserve"> </w:t>
            </w:r>
            <w:r w:rsidRPr="006F699D">
              <w:t>power</w:t>
            </w:r>
            <w:r w:rsidR="00646BEC">
              <w:t xml:space="preserve"> </w:t>
            </w:r>
            <w:r w:rsidRPr="006F699D">
              <w:t>of</w:t>
            </w:r>
            <w:r w:rsidR="00646BEC">
              <w:t xml:space="preserve"> </w:t>
            </w:r>
            <w:r w:rsidRPr="006F699D">
              <w:t>the</w:t>
            </w:r>
            <w:r w:rsidR="00646BEC">
              <w:t xml:space="preserve"> </w:t>
            </w:r>
            <w:r w:rsidRPr="006F699D">
              <w:t>UE</w:t>
            </w:r>
            <w:r w:rsidR="00646BEC">
              <w:t xml:space="preserve"> </w:t>
            </w:r>
            <w:r w:rsidRPr="006F699D">
              <w:t>(dBm)</w:t>
            </w:r>
            <w:r w:rsidR="00646BEC">
              <w:t xml:space="preserve"> </w:t>
            </w:r>
            <w:r w:rsidRPr="006F699D">
              <w:rPr>
                <w:lang w:eastAsia="ja-JP"/>
              </w:rPr>
              <w:t>according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to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the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UE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power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class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as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defined</w:t>
            </w:r>
            <w:r w:rsidR="00646BEC">
              <w:rPr>
                <w:lang w:eastAsia="ja-JP"/>
              </w:rPr>
              <w:t xml:space="preserve"> </w:t>
            </w:r>
            <w:r w:rsidRPr="006F699D">
              <w:rPr>
                <w:lang w:eastAsia="ja-JP"/>
              </w:rPr>
              <w:t>in</w:t>
            </w:r>
            <w:r w:rsidR="00646BEC">
              <w:rPr>
                <w:lang w:eastAsia="ja-JP"/>
              </w:rPr>
              <w:t xml:space="preserve"> </w:t>
            </w:r>
            <w:r w:rsidRPr="006F699D">
              <w:t>TS</w:t>
            </w:r>
            <w:r w:rsidR="00646BEC">
              <w:t xml:space="preserve"> </w:t>
            </w:r>
            <w:r w:rsidRPr="006F699D">
              <w:t>36.101</w:t>
            </w:r>
            <w:r w:rsidR="00646BEC">
              <w:t xml:space="preserve"> </w:t>
            </w:r>
            <w:r w:rsidR="002F176D" w:rsidRPr="006F699D">
              <w:t>[33</w:t>
            </w:r>
            <w:r w:rsidRPr="006F699D">
              <w:t>]</w:t>
            </w:r>
          </w:p>
        </w:tc>
      </w:tr>
    </w:tbl>
    <w:p w14:paraId="1F9EB281" w14:textId="77777777" w:rsidR="00D80C02" w:rsidRPr="006F699D" w:rsidRDefault="00D80C02" w:rsidP="00D80C02">
      <w:pPr>
        <w:rPr>
          <w:noProof/>
          <w:lang w:eastAsia="ja-JP"/>
        </w:rPr>
      </w:pPr>
    </w:p>
    <w:p w14:paraId="2632B63D" w14:textId="23938F93" w:rsidR="0092784F" w:rsidRPr="006F699D" w:rsidRDefault="0092784F" w:rsidP="00377BCE">
      <w:pPr>
        <w:pStyle w:val="Heading4"/>
      </w:pPr>
      <w:bookmarkStart w:id="105" w:name="_Toc29237891"/>
      <w:bookmarkStart w:id="106" w:name="_Toc46523008"/>
      <w:bookmarkStart w:id="107" w:name="_Toc100742586"/>
      <w:r w:rsidRPr="006F699D">
        <w:lastRenderedPageBreak/>
        <w:t>5.2.3.3</w:t>
      </w:r>
      <w:r w:rsidRPr="006F699D">
        <w:tab/>
        <w:t>CSG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="0008209D" w:rsidRPr="006F699D">
        <w:t>and</w:t>
      </w:r>
      <w:r w:rsidR="00646BEC">
        <w:t xml:space="preserve"> </w:t>
      </w:r>
      <w:r w:rsidR="0008209D" w:rsidRPr="006F699D">
        <w:t>Hybrid</w:t>
      </w:r>
      <w:r w:rsidR="00646BEC">
        <w:t xml:space="preserve"> </w:t>
      </w:r>
      <w:r w:rsidR="0008209D" w:rsidRPr="006F699D">
        <w:t>cells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bookmarkEnd w:id="105"/>
      <w:bookmarkEnd w:id="106"/>
      <w:bookmarkEnd w:id="107"/>
    </w:p>
    <w:p w14:paraId="0285FE8E" w14:textId="3268C2DD" w:rsidR="0092784F" w:rsidRPr="006F699D" w:rsidRDefault="0092784F" w:rsidP="00377BCE">
      <w:r w:rsidRPr="006F699D">
        <w:t>In</w:t>
      </w:r>
      <w:r w:rsidR="00646BEC">
        <w:t xml:space="preserve"> </w:t>
      </w:r>
      <w:r w:rsidRPr="006F699D">
        <w:t>addition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="002E7560" w:rsidRPr="006F699D">
        <w:t>rules</w:t>
      </w:r>
      <w:r w:rsidR="00646BEC">
        <w:t xml:space="preserve"> </w:t>
      </w:r>
      <w:r w:rsidR="002E7560" w:rsidRPr="006F699D">
        <w:t>a</w:t>
      </w:r>
      <w:r w:rsidR="00646BEC">
        <w:t xml:space="preserve"> </w:t>
      </w:r>
      <w:r w:rsidR="002E7560" w:rsidRPr="006F699D">
        <w:t>manual</w:t>
      </w:r>
      <w:r w:rsidR="00646BEC">
        <w:t xml:space="preserve"> </w:t>
      </w:r>
      <w:r w:rsidR="002E7560" w:rsidRPr="006F699D">
        <w:t>selection</w:t>
      </w:r>
      <w:r w:rsidR="00646BEC">
        <w:t xml:space="preserve"> </w:t>
      </w:r>
      <w:r w:rsidR="002E7560" w:rsidRPr="006F699D">
        <w:t>of</w:t>
      </w:r>
      <w:r w:rsidR="00646BEC">
        <w:t xml:space="preserve"> </w:t>
      </w:r>
      <w:r w:rsidR="002E7560" w:rsidRPr="006F699D">
        <w:t>CSG</w:t>
      </w:r>
      <w:r w:rsidRPr="006F699D">
        <w:t>s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supported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upon</w:t>
      </w:r>
      <w:r w:rsidR="00646BEC">
        <w:t xml:space="preserve"> </w:t>
      </w:r>
      <w:r w:rsidRPr="006F699D">
        <w:t>request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layers</w:t>
      </w:r>
      <w:r w:rsidR="00646BEC">
        <w:t xml:space="preserve"> </w:t>
      </w:r>
      <w:r w:rsidR="00C00354" w:rsidRPr="006F699D">
        <w:t>as</w:t>
      </w:r>
      <w:r w:rsidR="00646BEC">
        <w:t xml:space="preserve"> </w:t>
      </w:r>
      <w:r w:rsidR="00C00354" w:rsidRPr="006F699D">
        <w:t>defined</w:t>
      </w:r>
      <w:r w:rsidR="00646BEC">
        <w:t xml:space="preserve"> </w:t>
      </w:r>
      <w:r w:rsidR="00C00354"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="00C00354" w:rsidRPr="006F699D">
        <w:t>5.5</w:t>
      </w:r>
      <w:r w:rsidRPr="006F699D">
        <w:t>.</w:t>
      </w:r>
    </w:p>
    <w:p w14:paraId="6983507F" w14:textId="5850202A" w:rsidR="00103581" w:rsidRPr="006F699D" w:rsidRDefault="00103581" w:rsidP="00377BCE">
      <w:pPr>
        <w:pStyle w:val="Heading4"/>
      </w:pPr>
      <w:bookmarkStart w:id="108" w:name="_Toc29237892"/>
      <w:bookmarkStart w:id="109" w:name="_Toc46523009"/>
      <w:bookmarkStart w:id="110" w:name="_Toc100742587"/>
      <w:r w:rsidRPr="006F699D">
        <w:t>5.2.3.4</w:t>
      </w:r>
      <w:r w:rsidRPr="006F699D">
        <w:tab/>
        <w:t>GSM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bookmarkEnd w:id="108"/>
      <w:bookmarkEnd w:id="109"/>
      <w:bookmarkEnd w:id="110"/>
    </w:p>
    <w:p w14:paraId="6DB3F9D8" w14:textId="16CD9809" w:rsidR="00103581" w:rsidRPr="006F699D" w:rsidRDefault="00103581" w:rsidP="00377BCE">
      <w:bookmarkStart w:id="111" w:name="_Ref463181669"/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GSM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43.022</w:t>
      </w:r>
      <w:r w:rsidR="00646BEC">
        <w:t xml:space="preserve"> </w:t>
      </w:r>
      <w:r w:rsidR="006F699D" w:rsidRPr="006F699D">
        <w:t>[</w:t>
      </w:r>
      <w:r w:rsidR="00057D27" w:rsidRPr="006F699D">
        <w:t>9]</w:t>
      </w:r>
      <w:r w:rsidRPr="006F699D">
        <w:t>.</w:t>
      </w:r>
    </w:p>
    <w:p w14:paraId="2C84BEEB" w14:textId="5CF2C317" w:rsidR="00103581" w:rsidRPr="006F699D" w:rsidRDefault="00103581" w:rsidP="00377BCE">
      <w:pPr>
        <w:pStyle w:val="Heading4"/>
      </w:pPr>
      <w:bookmarkStart w:id="112" w:name="_Toc29237893"/>
      <w:bookmarkStart w:id="113" w:name="_Toc46523010"/>
      <w:bookmarkStart w:id="114" w:name="_Toc100742588"/>
      <w:bookmarkEnd w:id="111"/>
      <w:r w:rsidRPr="006F699D">
        <w:t>5.2.3.5</w:t>
      </w:r>
      <w:r w:rsidRPr="006F699D">
        <w:tab/>
        <w:t>UTRAN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bookmarkEnd w:id="112"/>
      <w:bookmarkEnd w:id="113"/>
      <w:bookmarkEnd w:id="114"/>
    </w:p>
    <w:p w14:paraId="7B9D0320" w14:textId="6389A64B" w:rsidR="00103581" w:rsidRPr="006F699D" w:rsidRDefault="00103581" w:rsidP="00377BCE"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UTRAN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25.304</w:t>
      </w:r>
      <w:r w:rsidR="00646BEC">
        <w:t xml:space="preserve"> </w:t>
      </w:r>
      <w:r w:rsidR="006F699D" w:rsidRPr="006F699D">
        <w:t>[</w:t>
      </w:r>
      <w:r w:rsidR="00057D27" w:rsidRPr="006F699D">
        <w:t>8]</w:t>
      </w:r>
      <w:r w:rsidRPr="006F699D">
        <w:t>.</w:t>
      </w:r>
    </w:p>
    <w:p w14:paraId="518DE6F3" w14:textId="422BF86C" w:rsidR="004D6DCE" w:rsidRPr="006F699D" w:rsidRDefault="004D6DCE" w:rsidP="004D6DCE">
      <w:pPr>
        <w:pStyle w:val="Heading4"/>
      </w:pPr>
      <w:bookmarkStart w:id="115" w:name="_Toc29237894"/>
      <w:bookmarkStart w:id="116" w:name="_Toc46523011"/>
      <w:bookmarkStart w:id="117" w:name="_Toc100742589"/>
      <w:r w:rsidRPr="006F699D">
        <w:t>5.2.3.6</w:t>
      </w:r>
      <w:r w:rsidRPr="006F699D">
        <w:tab/>
        <w:t>NR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bookmarkEnd w:id="115"/>
      <w:bookmarkEnd w:id="116"/>
      <w:bookmarkEnd w:id="117"/>
    </w:p>
    <w:p w14:paraId="4BE1C9B9" w14:textId="6AE20C2C" w:rsidR="004D6DCE" w:rsidRPr="006F699D" w:rsidRDefault="004D6DCE" w:rsidP="004D6DCE"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NR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38.304</w:t>
      </w:r>
      <w:r w:rsidR="00646BEC">
        <w:t xml:space="preserve"> </w:t>
      </w:r>
      <w:r w:rsidR="006F699D" w:rsidRPr="006F699D">
        <w:t>[</w:t>
      </w:r>
      <w:r w:rsidR="00057D27" w:rsidRPr="006F699D">
        <w:t>38]</w:t>
      </w:r>
      <w:r w:rsidRPr="006F699D">
        <w:t>.</w:t>
      </w:r>
    </w:p>
    <w:p w14:paraId="3004A90E" w14:textId="69183EBE" w:rsidR="003F09A1" w:rsidRPr="006F699D" w:rsidRDefault="00A517D5" w:rsidP="004D6DCE">
      <w:pPr>
        <w:pStyle w:val="Heading3"/>
      </w:pPr>
      <w:bookmarkStart w:id="118" w:name="_Toc29237895"/>
      <w:bookmarkStart w:id="119" w:name="_Toc46523012"/>
      <w:bookmarkStart w:id="120" w:name="_Toc100742590"/>
      <w:r w:rsidRPr="006F699D">
        <w:t>5.2.4</w:t>
      </w:r>
      <w:r w:rsidRPr="006F699D">
        <w:tab/>
      </w:r>
      <w:r w:rsidR="003F09A1" w:rsidRPr="006F699D">
        <w:t>Cell</w:t>
      </w:r>
      <w:r w:rsidR="00646BEC">
        <w:t xml:space="preserve"> </w:t>
      </w:r>
      <w:r w:rsidR="003F09A1" w:rsidRPr="006F699D">
        <w:t>Reselection</w:t>
      </w:r>
      <w:r w:rsidR="00646BEC">
        <w:t xml:space="preserve"> </w:t>
      </w:r>
      <w:r w:rsidR="00FD1DF6" w:rsidRPr="006F699D">
        <w:t>e</w:t>
      </w:r>
      <w:r w:rsidR="003F09A1" w:rsidRPr="006F699D">
        <w:t>valuation</w:t>
      </w:r>
      <w:r w:rsidR="00646BEC">
        <w:t xml:space="preserve"> </w:t>
      </w:r>
      <w:r w:rsidR="00FD1DF6" w:rsidRPr="006F699D">
        <w:t>p</w:t>
      </w:r>
      <w:r w:rsidR="003F09A1" w:rsidRPr="006F699D">
        <w:t>rocess</w:t>
      </w:r>
      <w:bookmarkEnd w:id="118"/>
      <w:bookmarkEnd w:id="119"/>
      <w:bookmarkEnd w:id="120"/>
    </w:p>
    <w:p w14:paraId="3DD658AD" w14:textId="41589164" w:rsidR="00667C97" w:rsidRPr="006F699D" w:rsidRDefault="00C813BA" w:rsidP="00377BCE">
      <w:pPr>
        <w:pStyle w:val="Heading4"/>
      </w:pPr>
      <w:bookmarkStart w:id="121" w:name="_Toc29237896"/>
      <w:bookmarkStart w:id="122" w:name="_Toc46523013"/>
      <w:bookmarkStart w:id="123" w:name="_Toc100742591"/>
      <w:r w:rsidRPr="006F699D">
        <w:t>5.2.4.1</w:t>
      </w:r>
      <w:r w:rsidR="00667C97" w:rsidRPr="006F699D">
        <w:tab/>
        <w:t>Reselection</w:t>
      </w:r>
      <w:r w:rsidR="00646BEC">
        <w:t xml:space="preserve"> </w:t>
      </w:r>
      <w:r w:rsidR="00667C97" w:rsidRPr="006F699D">
        <w:t>priorities</w:t>
      </w:r>
      <w:r w:rsidR="00646BEC">
        <w:t xml:space="preserve"> </w:t>
      </w:r>
      <w:r w:rsidR="00667C97" w:rsidRPr="006F699D">
        <w:t>handling</w:t>
      </w:r>
      <w:bookmarkEnd w:id="121"/>
      <w:bookmarkEnd w:id="122"/>
      <w:bookmarkEnd w:id="123"/>
    </w:p>
    <w:p w14:paraId="6314AF79" w14:textId="60F32612" w:rsidR="00CC252D" w:rsidRPr="006F699D" w:rsidRDefault="00667C97" w:rsidP="00377BCE">
      <w:pPr>
        <w:rPr>
          <w:lang w:eastAsia="zh-CN"/>
        </w:rPr>
      </w:pPr>
      <w:r w:rsidRPr="006F699D">
        <w:t>Absolute</w:t>
      </w:r>
      <w:r w:rsidR="00646BEC">
        <w:t xml:space="preserve"> </w:t>
      </w:r>
      <w:r w:rsidRPr="006F699D">
        <w:t>priorities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different</w:t>
      </w:r>
      <w:r w:rsidR="00646BEC">
        <w:t xml:space="preserve"> </w:t>
      </w:r>
      <w:r w:rsidR="00ED197F" w:rsidRPr="006F699D">
        <w:t>E-UTRAN</w:t>
      </w:r>
      <w:r w:rsidR="00646BEC">
        <w:t xml:space="preserve"> </w:t>
      </w:r>
      <w:r w:rsidR="00ED197F" w:rsidRPr="006F699D">
        <w:t>frequencies</w:t>
      </w:r>
      <w:r w:rsidR="00646BEC">
        <w:t xml:space="preserve"> </w:t>
      </w:r>
      <w:r w:rsidR="00ED197F" w:rsidRPr="006F699D">
        <w:t>or</w:t>
      </w:r>
      <w:r w:rsidR="00646BEC">
        <w:t xml:space="preserve"> </w:t>
      </w:r>
      <w:r w:rsidR="009B2B07" w:rsidRPr="006F699D">
        <w:t>inter-RAT</w:t>
      </w:r>
      <w:r w:rsidR="00646BEC">
        <w:t xml:space="preserve"> </w:t>
      </w:r>
      <w:r w:rsidR="009B2B07" w:rsidRPr="006F699D">
        <w:t>frequencies</w:t>
      </w:r>
      <w:r w:rsidR="00646BEC">
        <w:t xml:space="preserve"> </w:t>
      </w:r>
      <w:r w:rsidR="00E171CC" w:rsidRPr="006F699D">
        <w:t>may</w:t>
      </w:r>
      <w:r w:rsidR="00646BEC">
        <w:t xml:space="preserve"> </w:t>
      </w:r>
      <w:r w:rsidR="00D3689A" w:rsidRPr="006F699D">
        <w:t>be</w:t>
      </w:r>
      <w:r w:rsidR="00646BEC">
        <w:t xml:space="preserve"> </w:t>
      </w:r>
      <w:r w:rsidR="00D3689A" w:rsidRPr="006F699D">
        <w:t>provided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rPr>
          <w:lang w:eastAsia="ja-JP"/>
        </w:rPr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404235" w:rsidRPr="006F699D">
        <w:t>,</w:t>
      </w:r>
      <w:r w:rsidR="00646BEC">
        <w:t xml:space="preserve"> </w:t>
      </w:r>
      <w:r w:rsidR="00A400F5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A400F5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A400F5" w:rsidRPr="006F699D">
        <w:rPr>
          <w:i/>
          <w:lang w:eastAsia="ja-JP"/>
        </w:rPr>
        <w:t>RRC</w:t>
      </w:r>
      <w:r w:rsidR="00C419F3" w:rsidRPr="006F699D">
        <w:rPr>
          <w:i/>
          <w:lang w:eastAsia="ja-JP"/>
        </w:rPr>
        <w:t>ConnectionRelease</w:t>
      </w:r>
      <w:r w:rsidR="00646BEC">
        <w:rPr>
          <w:lang w:eastAsia="ja-JP"/>
        </w:rPr>
        <w:t xml:space="preserve"> </w:t>
      </w:r>
      <w:r w:rsidR="006773CE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="006773CE" w:rsidRPr="006F699D">
        <w:rPr>
          <w:i/>
          <w:lang w:eastAsia="ja-JP"/>
        </w:rPr>
        <w:t>RRCEarlyDataComplete</w:t>
      </w:r>
      <w:r w:rsidR="00646BEC">
        <w:rPr>
          <w:lang w:eastAsia="ja-JP"/>
        </w:rPr>
        <w:t xml:space="preserve"> </w:t>
      </w:r>
      <w:r w:rsidR="00A400F5" w:rsidRPr="006F699D">
        <w:rPr>
          <w:lang w:eastAsia="ja-JP"/>
        </w:rPr>
        <w:t>message</w:t>
      </w:r>
      <w:r w:rsidR="00404235"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by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inheriting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from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another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RAT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at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inter-RAT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404235" w:rsidRPr="006F699D">
        <w:rPr>
          <w:lang w:eastAsia="ja-JP"/>
        </w:rPr>
        <w:t>(re)selection</w:t>
      </w:r>
      <w:r w:rsidR="00007250" w:rsidRPr="006F699D">
        <w:t>.</w:t>
      </w:r>
      <w:r w:rsidR="00646BEC">
        <w:t xml:space="preserve"> </w:t>
      </w:r>
      <w:r w:rsidR="00C419F3" w:rsidRPr="006F699D">
        <w:t>In</w:t>
      </w:r>
      <w:r w:rsidR="00646BEC">
        <w:t xml:space="preserve"> </w:t>
      </w:r>
      <w:r w:rsidR="00C419F3" w:rsidRPr="006F699D">
        <w:t>the</w:t>
      </w:r>
      <w:r w:rsidR="00646BEC">
        <w:t xml:space="preserve"> </w:t>
      </w:r>
      <w:r w:rsidR="00C419F3" w:rsidRPr="006F699D">
        <w:t>case</w:t>
      </w:r>
      <w:r w:rsidR="00646BEC">
        <w:t xml:space="preserve"> </w:t>
      </w:r>
      <w:r w:rsidR="00C419F3" w:rsidRPr="006F699D">
        <w:t>of</w:t>
      </w:r>
      <w:r w:rsidR="00646BEC">
        <w:t xml:space="preserve"> </w:t>
      </w:r>
      <w:r w:rsidR="00C419F3" w:rsidRPr="006F699D">
        <w:t>system</w:t>
      </w:r>
      <w:r w:rsidR="00646BEC">
        <w:t xml:space="preserve"> </w:t>
      </w:r>
      <w:r w:rsidR="00C419F3" w:rsidRPr="006F699D">
        <w:t>information,</w:t>
      </w:r>
      <w:r w:rsidR="00646BEC">
        <w:t xml:space="preserve"> </w:t>
      </w:r>
      <w:r w:rsidR="00C419F3" w:rsidRPr="006F699D">
        <w:t>an</w:t>
      </w:r>
      <w:r w:rsidR="00646BEC">
        <w:t xml:space="preserve"> </w:t>
      </w:r>
      <w:r w:rsidR="00C419F3" w:rsidRPr="006F699D">
        <w:t>E-UTRAN</w:t>
      </w:r>
      <w:r w:rsidR="00646BEC">
        <w:t xml:space="preserve"> </w:t>
      </w:r>
      <w:r w:rsidR="00C419F3" w:rsidRPr="006F699D">
        <w:t>frequency</w:t>
      </w:r>
      <w:r w:rsidR="00646BEC">
        <w:t xml:space="preserve"> </w:t>
      </w:r>
      <w:r w:rsidR="00C419F3" w:rsidRPr="006F699D">
        <w:t>or</w:t>
      </w:r>
      <w:r w:rsidR="00646BEC">
        <w:t xml:space="preserve"> </w:t>
      </w:r>
      <w:r w:rsidR="00C419F3" w:rsidRPr="006F699D">
        <w:t>inter-RAT</w:t>
      </w:r>
      <w:r w:rsidR="00646BEC">
        <w:t xml:space="preserve"> </w:t>
      </w:r>
      <w:r w:rsidR="00C419F3" w:rsidRPr="006F699D">
        <w:t>frequency</w:t>
      </w:r>
      <w:r w:rsidR="00646BEC">
        <w:t xml:space="preserve"> </w:t>
      </w:r>
      <w:r w:rsidR="00C419F3" w:rsidRPr="006F699D">
        <w:t>may</w:t>
      </w:r>
      <w:r w:rsidR="00646BEC">
        <w:t xml:space="preserve"> </w:t>
      </w:r>
      <w:r w:rsidR="00C419F3" w:rsidRPr="006F699D">
        <w:t>be</w:t>
      </w:r>
      <w:r w:rsidR="00646BEC">
        <w:t xml:space="preserve"> </w:t>
      </w:r>
      <w:r w:rsidR="00C419F3" w:rsidRPr="006F699D">
        <w:t>listed</w:t>
      </w:r>
      <w:r w:rsidR="00646BEC">
        <w:t xml:space="preserve"> </w:t>
      </w:r>
      <w:r w:rsidR="00C419F3" w:rsidRPr="006F699D">
        <w:t>without</w:t>
      </w:r>
      <w:r w:rsidR="00646BEC">
        <w:t xml:space="preserve"> </w:t>
      </w:r>
      <w:r w:rsidR="00C419F3" w:rsidRPr="006F699D">
        <w:t>providing</w:t>
      </w:r>
      <w:r w:rsidR="00646BEC">
        <w:t xml:space="preserve"> </w:t>
      </w:r>
      <w:r w:rsidR="00C419F3" w:rsidRPr="006F699D">
        <w:t>a</w:t>
      </w:r>
      <w:r w:rsidR="00646BEC">
        <w:t xml:space="preserve"> </w:t>
      </w:r>
      <w:r w:rsidR="00C419F3" w:rsidRPr="006F699D">
        <w:t>priority</w:t>
      </w:r>
      <w:r w:rsidR="00646BEC">
        <w:t xml:space="preserve"> </w:t>
      </w:r>
      <w:r w:rsidR="00C419F3" w:rsidRPr="006F699D">
        <w:t>(i.e.</w:t>
      </w:r>
      <w:r w:rsidR="00646BEC">
        <w:t xml:space="preserve"> </w:t>
      </w:r>
      <w:r w:rsidR="00C419F3" w:rsidRPr="006F699D">
        <w:t>the</w:t>
      </w:r>
      <w:r w:rsidR="00646BEC">
        <w:t xml:space="preserve"> </w:t>
      </w:r>
      <w:r w:rsidR="00C419F3" w:rsidRPr="006F699D">
        <w:t>field</w:t>
      </w:r>
      <w:r w:rsidR="00646BEC">
        <w:t xml:space="preserve"> </w:t>
      </w:r>
      <w:r w:rsidR="00C419F3" w:rsidRPr="006F699D">
        <w:rPr>
          <w:i/>
        </w:rPr>
        <w:t>cellReselectionPriority</w:t>
      </w:r>
      <w:r w:rsidR="00646BEC">
        <w:t xml:space="preserve"> </w:t>
      </w:r>
      <w:r w:rsidR="00C419F3" w:rsidRPr="006F699D">
        <w:t>is</w:t>
      </w:r>
      <w:r w:rsidR="00646BEC">
        <w:t xml:space="preserve"> </w:t>
      </w:r>
      <w:r w:rsidR="00C419F3" w:rsidRPr="006F699D">
        <w:t>absent</w:t>
      </w:r>
      <w:r w:rsidR="00646BEC">
        <w:t xml:space="preserve"> </w:t>
      </w:r>
      <w:r w:rsidR="00C419F3" w:rsidRPr="006F699D">
        <w:t>for</w:t>
      </w:r>
      <w:r w:rsidR="00646BEC">
        <w:t xml:space="preserve"> </w:t>
      </w:r>
      <w:r w:rsidR="00C419F3" w:rsidRPr="006F699D">
        <w:t>that</w:t>
      </w:r>
      <w:r w:rsidR="00646BEC">
        <w:t xml:space="preserve"> </w:t>
      </w:r>
      <w:r w:rsidR="00C419F3" w:rsidRPr="006F699D">
        <w:t>frequency).</w:t>
      </w:r>
      <w:r w:rsidR="00646BEC">
        <w:t xml:space="preserve"> </w:t>
      </w:r>
      <w:r w:rsidR="00E171CC" w:rsidRPr="006F699D">
        <w:t>If</w:t>
      </w:r>
      <w:r w:rsidR="00646BEC">
        <w:t xml:space="preserve"> </w:t>
      </w:r>
      <w:r w:rsidR="00E171CC" w:rsidRPr="006F699D">
        <w:t>priorities</w:t>
      </w:r>
      <w:r w:rsidR="00646BEC">
        <w:t xml:space="preserve"> </w:t>
      </w:r>
      <w:r w:rsidR="00E171CC" w:rsidRPr="006F699D">
        <w:t>are</w:t>
      </w:r>
      <w:r w:rsidR="00646BEC">
        <w:t xml:space="preserve"> </w:t>
      </w:r>
      <w:r w:rsidR="00C419F3" w:rsidRPr="006F699D">
        <w:t>provided</w:t>
      </w:r>
      <w:r w:rsidR="00646BEC">
        <w:t xml:space="preserve"> </w:t>
      </w:r>
      <w:r w:rsidR="00C419F3" w:rsidRPr="006F699D">
        <w:t>in</w:t>
      </w:r>
      <w:r w:rsidR="00646BEC">
        <w:rPr>
          <w:lang w:eastAsia="ja-JP"/>
        </w:rPr>
        <w:t xml:space="preserve"> </w:t>
      </w:r>
      <w:r w:rsidR="00E171CC" w:rsidRPr="006F699D">
        <w:rPr>
          <w:lang w:eastAsia="ja-JP"/>
        </w:rPr>
        <w:t>dedicated</w:t>
      </w:r>
      <w:r w:rsidR="00646BEC">
        <w:rPr>
          <w:lang w:eastAsia="ja-JP"/>
        </w:rPr>
        <w:t xml:space="preserve"> </w:t>
      </w:r>
      <w:r w:rsidR="00E171CC" w:rsidRPr="006F699D">
        <w:rPr>
          <w:lang w:eastAsia="ja-JP"/>
        </w:rPr>
        <w:t>s</w:t>
      </w:r>
      <w:r w:rsidR="00E171CC" w:rsidRPr="006F699D">
        <w:t>ignalling,</w:t>
      </w:r>
      <w:r w:rsidR="00646BEC">
        <w:t xml:space="preserve"> </w:t>
      </w:r>
      <w:r w:rsidR="00E171CC" w:rsidRPr="006F699D">
        <w:t>the</w:t>
      </w:r>
      <w:r w:rsidR="00646BEC">
        <w:t xml:space="preserve"> </w:t>
      </w:r>
      <w:r w:rsidR="00E171CC" w:rsidRPr="006F699D">
        <w:t>UE</w:t>
      </w:r>
      <w:r w:rsidR="00646BEC">
        <w:t xml:space="preserve"> </w:t>
      </w:r>
      <w:r w:rsidR="00E171CC" w:rsidRPr="006F699D">
        <w:t>shall</w:t>
      </w:r>
      <w:r w:rsidR="00646BEC">
        <w:t xml:space="preserve"> </w:t>
      </w:r>
      <w:r w:rsidR="00E171CC" w:rsidRPr="006F699D">
        <w:t>ignore</w:t>
      </w:r>
      <w:r w:rsidR="00646BEC">
        <w:t xml:space="preserve"> </w:t>
      </w:r>
      <w:r w:rsidR="00ED197F" w:rsidRPr="006F699D">
        <w:t>all</w:t>
      </w:r>
      <w:r w:rsidR="00646BEC">
        <w:t xml:space="preserve"> </w:t>
      </w:r>
      <w:r w:rsidR="00E171CC" w:rsidRPr="006F699D">
        <w:t>the</w:t>
      </w:r>
      <w:r w:rsidR="00646BEC">
        <w:t xml:space="preserve"> </w:t>
      </w:r>
      <w:r w:rsidR="00E171CC" w:rsidRPr="006F699D">
        <w:t>priorities</w:t>
      </w:r>
      <w:r w:rsidR="00646BEC">
        <w:t xml:space="preserve"> </w:t>
      </w:r>
      <w:r w:rsidR="00E171CC" w:rsidRPr="006F699D">
        <w:t>provided</w:t>
      </w:r>
      <w:r w:rsidR="00646BEC">
        <w:t xml:space="preserve"> </w:t>
      </w:r>
      <w:r w:rsidR="00E171CC" w:rsidRPr="006F699D">
        <w:t>in</w:t>
      </w:r>
      <w:r w:rsidR="00646BEC">
        <w:t xml:space="preserve"> </w:t>
      </w:r>
      <w:r w:rsidR="00E171CC" w:rsidRPr="006F699D">
        <w:t>system</w:t>
      </w:r>
      <w:r w:rsidR="00646BEC">
        <w:t xml:space="preserve"> </w:t>
      </w:r>
      <w:r w:rsidR="00E171CC" w:rsidRPr="006F699D">
        <w:t>information</w:t>
      </w:r>
      <w:r w:rsidRPr="006F699D">
        <w:t>.</w:t>
      </w:r>
      <w:r w:rsidR="00646BEC">
        <w:t xml:space="preserve"> </w:t>
      </w:r>
      <w:r w:rsidR="00F010A0" w:rsidRPr="006F699D">
        <w:t>If</w:t>
      </w:r>
      <w:r w:rsidR="00646BEC">
        <w:t xml:space="preserve"> </w:t>
      </w:r>
      <w:r w:rsidR="00F010A0" w:rsidRPr="006F699D">
        <w:t>UE</w:t>
      </w:r>
      <w:r w:rsidR="00646BEC">
        <w:t xml:space="preserve"> </w:t>
      </w:r>
      <w:r w:rsidR="00F010A0" w:rsidRPr="006F699D">
        <w:t>is</w:t>
      </w:r>
      <w:r w:rsidR="00646BEC">
        <w:t xml:space="preserve"> </w:t>
      </w:r>
      <w:r w:rsidR="00F010A0" w:rsidRPr="006F699D">
        <w:t>in</w:t>
      </w:r>
      <w:r w:rsidR="00646BEC">
        <w:t xml:space="preserve"> </w:t>
      </w:r>
      <w:r w:rsidR="00F010A0" w:rsidRPr="006F699D">
        <w:rPr>
          <w:i/>
        </w:rPr>
        <w:t>camped</w:t>
      </w:r>
      <w:r w:rsidR="00646BEC">
        <w:rPr>
          <w:i/>
        </w:rPr>
        <w:t xml:space="preserve"> </w:t>
      </w:r>
      <w:r w:rsidR="00F010A0" w:rsidRPr="006F699D">
        <w:rPr>
          <w:i/>
        </w:rPr>
        <w:t>on</w:t>
      </w:r>
      <w:r w:rsidR="00646BEC">
        <w:rPr>
          <w:i/>
        </w:rPr>
        <w:t xml:space="preserve"> </w:t>
      </w:r>
      <w:r w:rsidR="00F010A0" w:rsidRPr="006F699D">
        <w:rPr>
          <w:i/>
        </w:rPr>
        <w:t>any</w:t>
      </w:r>
      <w:r w:rsidR="00646BEC">
        <w:rPr>
          <w:i/>
        </w:rPr>
        <w:t xml:space="preserve"> </w:t>
      </w:r>
      <w:r w:rsidR="00F010A0" w:rsidRPr="006F699D">
        <w:rPr>
          <w:i/>
        </w:rPr>
        <w:t>cell</w:t>
      </w:r>
      <w:r w:rsidR="00646BEC">
        <w:t xml:space="preserve"> </w:t>
      </w:r>
      <w:r w:rsidR="00F010A0" w:rsidRPr="006F699D">
        <w:t>state,</w:t>
      </w:r>
      <w:r w:rsidR="00646BEC">
        <w:t xml:space="preserve"> </w:t>
      </w:r>
      <w:r w:rsidR="00F010A0" w:rsidRPr="006F699D">
        <w:t>UE</w:t>
      </w:r>
      <w:r w:rsidR="00646BEC">
        <w:t xml:space="preserve"> </w:t>
      </w:r>
      <w:r w:rsidR="00F010A0" w:rsidRPr="006F699D">
        <w:t>shall</w:t>
      </w:r>
      <w:r w:rsidR="00646BEC">
        <w:t xml:space="preserve"> </w:t>
      </w:r>
      <w:r w:rsidR="00F010A0" w:rsidRPr="006F699D">
        <w:t>only</w:t>
      </w:r>
      <w:r w:rsidR="00646BEC">
        <w:t xml:space="preserve"> </w:t>
      </w:r>
      <w:r w:rsidR="00F010A0" w:rsidRPr="006F699D">
        <w:t>apply</w:t>
      </w:r>
      <w:r w:rsidR="00646BEC">
        <w:t xml:space="preserve"> </w:t>
      </w:r>
      <w:r w:rsidR="00F010A0" w:rsidRPr="006F699D">
        <w:t>the</w:t>
      </w:r>
      <w:r w:rsidR="00646BEC">
        <w:t xml:space="preserve"> </w:t>
      </w:r>
      <w:r w:rsidR="00F010A0" w:rsidRPr="006F699D">
        <w:t>priorities</w:t>
      </w:r>
      <w:r w:rsidR="00646BEC">
        <w:t xml:space="preserve"> </w:t>
      </w:r>
      <w:r w:rsidR="00F010A0" w:rsidRPr="006F699D">
        <w:t>provided</w:t>
      </w:r>
      <w:r w:rsidR="00646BEC">
        <w:t xml:space="preserve"> </w:t>
      </w:r>
      <w:r w:rsidR="00F010A0" w:rsidRPr="006F699D">
        <w:t>by</w:t>
      </w:r>
      <w:r w:rsidR="00646BEC">
        <w:t xml:space="preserve"> </w:t>
      </w:r>
      <w:r w:rsidR="00F010A0" w:rsidRPr="006F699D">
        <w:t>system</w:t>
      </w:r>
      <w:r w:rsidR="00646BEC">
        <w:t xml:space="preserve"> </w:t>
      </w:r>
      <w:r w:rsidR="00F010A0" w:rsidRPr="006F699D">
        <w:t>information</w:t>
      </w:r>
      <w:r w:rsidR="00646BEC">
        <w:t xml:space="preserve"> </w:t>
      </w:r>
      <w:r w:rsidR="00F010A0" w:rsidRPr="006F699D">
        <w:t>from</w:t>
      </w:r>
      <w:r w:rsidR="00646BEC">
        <w:t xml:space="preserve"> </w:t>
      </w:r>
      <w:r w:rsidR="00F010A0" w:rsidRPr="006F699D">
        <w:t>current</w:t>
      </w:r>
      <w:r w:rsidR="00646BEC">
        <w:t xml:space="preserve"> </w:t>
      </w:r>
      <w:r w:rsidR="00F010A0" w:rsidRPr="006F699D">
        <w:t>cell,</w:t>
      </w:r>
      <w:r w:rsidR="00646BEC">
        <w:t xml:space="preserve"> </w:t>
      </w:r>
      <w:r w:rsidR="00F010A0" w:rsidRPr="006F699D">
        <w:t>and</w:t>
      </w:r>
      <w:r w:rsidR="00646BEC">
        <w:t xml:space="preserve"> </w:t>
      </w:r>
      <w:r w:rsidR="00F010A0" w:rsidRPr="006F699D">
        <w:t>the</w:t>
      </w:r>
      <w:r w:rsidR="00646BEC">
        <w:t xml:space="preserve"> </w:t>
      </w:r>
      <w:r w:rsidR="00F010A0" w:rsidRPr="006F699D">
        <w:t>UE</w:t>
      </w:r>
      <w:r w:rsidR="00646BEC">
        <w:t xml:space="preserve"> </w:t>
      </w:r>
      <w:r w:rsidR="00F010A0" w:rsidRPr="006F699D">
        <w:t>preserves</w:t>
      </w:r>
      <w:r w:rsidR="00646BEC">
        <w:t xml:space="preserve"> </w:t>
      </w:r>
      <w:r w:rsidR="00F010A0" w:rsidRPr="006F699D">
        <w:t>priorities</w:t>
      </w:r>
      <w:r w:rsidR="00646BEC">
        <w:t xml:space="preserve"> </w:t>
      </w:r>
      <w:r w:rsidR="00F010A0" w:rsidRPr="006F699D">
        <w:t>provided</w:t>
      </w:r>
      <w:r w:rsidR="00646BEC">
        <w:t xml:space="preserve"> </w:t>
      </w:r>
      <w:r w:rsidR="00F010A0" w:rsidRPr="006F699D">
        <w:t>by</w:t>
      </w:r>
      <w:r w:rsidR="00646BEC">
        <w:t xml:space="preserve"> </w:t>
      </w:r>
      <w:r w:rsidR="00F010A0" w:rsidRPr="006F699D">
        <w:t>dedicated</w:t>
      </w:r>
      <w:r w:rsidR="00646BEC">
        <w:t xml:space="preserve"> </w:t>
      </w:r>
      <w:r w:rsidR="00F010A0" w:rsidRPr="006F699D">
        <w:t>signalling</w:t>
      </w:r>
      <w:r w:rsidR="00646BEC">
        <w:t xml:space="preserve"> </w:t>
      </w:r>
      <w:r w:rsidR="00663FEF" w:rsidRPr="006F699D">
        <w:rPr>
          <w:rFonts w:eastAsia="SimSun"/>
          <w:lang w:eastAsia="zh-CN"/>
        </w:rPr>
        <w:t>and</w:t>
      </w:r>
      <w:r w:rsidR="00646BEC">
        <w:rPr>
          <w:rFonts w:eastAsia="SimSun"/>
          <w:lang w:eastAsia="zh-CN"/>
        </w:rPr>
        <w:t xml:space="preserve"> </w:t>
      </w:r>
      <w:r w:rsidR="00663FEF" w:rsidRPr="006F699D">
        <w:rPr>
          <w:i/>
        </w:rPr>
        <w:t>deprioritisationReq</w:t>
      </w:r>
      <w:r w:rsidR="00646BEC">
        <w:t xml:space="preserve"> </w:t>
      </w:r>
      <w:r w:rsidR="00663FEF" w:rsidRPr="006F699D">
        <w:rPr>
          <w:rFonts w:eastAsia="SimSun"/>
          <w:lang w:eastAsia="zh-CN"/>
        </w:rPr>
        <w:t>received</w:t>
      </w:r>
      <w:r w:rsidR="00646BEC">
        <w:rPr>
          <w:rFonts w:eastAsia="SimSun"/>
          <w:lang w:eastAsia="zh-CN"/>
        </w:rPr>
        <w:t xml:space="preserve"> </w:t>
      </w:r>
      <w:r w:rsidR="00663FEF" w:rsidRPr="006F699D">
        <w:rPr>
          <w:rFonts w:eastAsia="SimSun"/>
          <w:lang w:eastAsia="zh-CN"/>
        </w:rPr>
        <w:t>in</w:t>
      </w:r>
      <w:r w:rsidR="00646BEC">
        <w:rPr>
          <w:rFonts w:eastAsia="SimSun"/>
          <w:lang w:eastAsia="zh-CN"/>
        </w:rPr>
        <w:t xml:space="preserve"> </w:t>
      </w:r>
      <w:r w:rsidR="00663FEF" w:rsidRPr="006F699D">
        <w:rPr>
          <w:i/>
          <w:lang w:eastAsia="zh-CN"/>
        </w:rPr>
        <w:t>RRCConnectionReject</w:t>
      </w:r>
      <w:r w:rsidR="00646BEC">
        <w:rPr>
          <w:lang w:eastAsia="zh-CN"/>
        </w:rPr>
        <w:t xml:space="preserve"> </w:t>
      </w:r>
      <w:r w:rsidR="00F010A0" w:rsidRPr="006F699D">
        <w:t>unless</w:t>
      </w:r>
      <w:r w:rsidR="00646BEC">
        <w:t xml:space="preserve"> </w:t>
      </w:r>
      <w:r w:rsidR="00F010A0" w:rsidRPr="006F699D">
        <w:t>specified</w:t>
      </w:r>
      <w:r w:rsidR="00646BEC">
        <w:t xml:space="preserve"> </w:t>
      </w:r>
      <w:r w:rsidR="00F010A0" w:rsidRPr="006F699D">
        <w:t>otherwise.</w:t>
      </w:r>
      <w:r w:rsidR="00646BEC">
        <w:t xml:space="preserve"> </w:t>
      </w:r>
      <w:r w:rsidR="00394803" w:rsidRPr="006F699D">
        <w:t>When</w:t>
      </w:r>
      <w:r w:rsidR="00646BEC">
        <w:t xml:space="preserve"> </w:t>
      </w:r>
      <w:r w:rsidR="0039480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394803" w:rsidRPr="006F699D">
        <w:rPr>
          <w:i/>
          <w:lang w:eastAsia="zh-CN"/>
        </w:rPr>
        <w:t>c</w:t>
      </w:r>
      <w:r w:rsidR="00394803" w:rsidRPr="006F699D">
        <w:rPr>
          <w:i/>
        </w:rPr>
        <w:t>amped</w:t>
      </w:r>
      <w:r w:rsidR="00646BEC">
        <w:rPr>
          <w:i/>
        </w:rPr>
        <w:t xml:space="preserve"> </w:t>
      </w:r>
      <w:r w:rsidR="00394803" w:rsidRPr="006F699D">
        <w:rPr>
          <w:i/>
          <w:lang w:eastAsia="zh-CN"/>
        </w:rPr>
        <w:t>n</w:t>
      </w:r>
      <w:r w:rsidR="00394803" w:rsidRPr="006F699D">
        <w:rPr>
          <w:i/>
        </w:rPr>
        <w:t>ormally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state,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has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="00394803" w:rsidRPr="006F699D">
        <w:t>dedicated</w:t>
      </w:r>
      <w:r w:rsidR="00646BEC">
        <w:t xml:space="preserve"> </w:t>
      </w:r>
      <w:r w:rsidR="00394803" w:rsidRPr="006F699D">
        <w:t>priorities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other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current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frequency,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394803" w:rsidRPr="006F699D">
        <w:rPr>
          <w:lang w:eastAsia="zh-CN"/>
        </w:rPr>
        <w:t>current</w:t>
      </w:r>
      <w:r w:rsidR="00646BEC">
        <w:rPr>
          <w:lang w:eastAsia="zh-CN"/>
        </w:rPr>
        <w:t xml:space="preserve"> </w:t>
      </w:r>
      <w:r w:rsidR="00394803" w:rsidRPr="006F699D">
        <w:t>frequency</w:t>
      </w:r>
      <w:r w:rsidR="00646BEC">
        <w:t xml:space="preserve"> </w:t>
      </w:r>
      <w:r w:rsidR="00394803" w:rsidRPr="006F699D">
        <w:t>to</w:t>
      </w:r>
      <w:r w:rsidR="00646BEC">
        <w:t xml:space="preserve"> </w:t>
      </w:r>
      <w:r w:rsidR="00394803" w:rsidRPr="006F699D">
        <w:t>be</w:t>
      </w:r>
      <w:r w:rsidR="00646BEC">
        <w:t xml:space="preserve"> </w:t>
      </w:r>
      <w:r w:rsidR="00394803" w:rsidRPr="006F699D">
        <w:t>the</w:t>
      </w:r>
      <w:r w:rsidR="00646BEC">
        <w:t xml:space="preserve"> </w:t>
      </w:r>
      <w:r w:rsidR="00394803" w:rsidRPr="006F699D">
        <w:rPr>
          <w:lang w:eastAsia="zh-CN"/>
        </w:rPr>
        <w:t>low</w:t>
      </w:r>
      <w:r w:rsidR="00394803" w:rsidRPr="006F699D">
        <w:t>est</w:t>
      </w:r>
      <w:r w:rsidR="00646BEC">
        <w:t xml:space="preserve"> </w:t>
      </w:r>
      <w:r w:rsidR="00394803" w:rsidRPr="006F699D">
        <w:t>priority</w:t>
      </w:r>
      <w:r w:rsidR="00646BEC">
        <w:t xml:space="preserve"> </w:t>
      </w:r>
      <w:r w:rsidR="00394803" w:rsidRPr="006F699D">
        <w:t>frequency</w:t>
      </w:r>
      <w:r w:rsidR="00646BEC">
        <w:t xml:space="preserve"> </w:t>
      </w:r>
      <w:r w:rsidR="00394803" w:rsidRPr="006F699D">
        <w:t>(i.e.</w:t>
      </w:r>
      <w:r w:rsidR="00646BEC">
        <w:t xml:space="preserve"> </w:t>
      </w:r>
      <w:r w:rsidR="00394803" w:rsidRPr="006F699D">
        <w:rPr>
          <w:lang w:eastAsia="zh-CN"/>
        </w:rPr>
        <w:t>low</w:t>
      </w:r>
      <w:r w:rsidR="00394803" w:rsidRPr="006F699D">
        <w:t>er</w:t>
      </w:r>
      <w:r w:rsidR="00646BEC">
        <w:t xml:space="preserve"> </w:t>
      </w:r>
      <w:r w:rsidR="00394803" w:rsidRPr="006F699D">
        <w:t>than</w:t>
      </w:r>
      <w:r w:rsidR="00646BEC">
        <w:t xml:space="preserve"> </w:t>
      </w:r>
      <w:r w:rsidR="006400F7" w:rsidRPr="006F699D">
        <w:t>any</w:t>
      </w:r>
      <w:r w:rsidR="00646BEC">
        <w:t xml:space="preserve"> </w:t>
      </w:r>
      <w:r w:rsidR="006400F7" w:rsidRPr="006F699D">
        <w:t>of</w:t>
      </w:r>
      <w:r w:rsidR="00646BEC">
        <w:t xml:space="preserve"> </w:t>
      </w:r>
      <w:r w:rsidR="00394803" w:rsidRPr="006F699D">
        <w:t>the</w:t>
      </w:r>
      <w:r w:rsidR="00646BEC">
        <w:t xml:space="preserve"> </w:t>
      </w:r>
      <w:r w:rsidR="00394803" w:rsidRPr="006F699D">
        <w:t>network</w:t>
      </w:r>
      <w:r w:rsidR="00646BEC">
        <w:t xml:space="preserve"> </w:t>
      </w:r>
      <w:r w:rsidR="00394803" w:rsidRPr="006F699D">
        <w:t>configured</w:t>
      </w:r>
      <w:r w:rsidR="00646BEC">
        <w:t xml:space="preserve"> </w:t>
      </w:r>
      <w:r w:rsidR="00394803" w:rsidRPr="006F699D">
        <w:t>values)</w:t>
      </w:r>
      <w:r w:rsidR="00394803" w:rsidRPr="006F699D">
        <w:rPr>
          <w:lang w:eastAsia="zh-CN"/>
        </w:rPr>
        <w:t>.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While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camped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suitable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CSG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cell</w:t>
      </w:r>
      <w:r w:rsidR="00646BEC">
        <w:t xml:space="preserve"> </w:t>
      </w:r>
      <w:r w:rsidR="00772867" w:rsidRPr="006F699D">
        <w:t>in</w:t>
      </w:r>
      <w:r w:rsidR="00646BEC">
        <w:t xml:space="preserve"> </w:t>
      </w:r>
      <w:r w:rsidR="00772867" w:rsidRPr="006F699D">
        <w:t>normal</w:t>
      </w:r>
      <w:r w:rsidR="00646BEC">
        <w:t xml:space="preserve"> </w:t>
      </w:r>
      <w:r w:rsidR="00772867" w:rsidRPr="006F699D">
        <w:t>coverage</w:t>
      </w:r>
      <w:r w:rsidR="008F7AB3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always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current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highest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(i.e.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higher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="006400F7" w:rsidRPr="006F699D">
        <w:rPr>
          <w:lang w:eastAsia="zh-CN"/>
        </w:rPr>
        <w:t>any</w:t>
      </w:r>
      <w:r w:rsidR="00646BEC">
        <w:rPr>
          <w:lang w:eastAsia="zh-CN"/>
        </w:rPr>
        <w:t xml:space="preserve"> </w:t>
      </w:r>
      <w:r w:rsidR="006400F7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network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values),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irrespective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any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other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value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allocated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this</w:t>
      </w:r>
      <w:r w:rsidR="00646BEC">
        <w:rPr>
          <w:lang w:eastAsia="zh-CN"/>
        </w:rPr>
        <w:t xml:space="preserve"> </w:t>
      </w:r>
      <w:r w:rsidR="008F7AB3" w:rsidRPr="006F699D">
        <w:rPr>
          <w:lang w:eastAsia="zh-CN"/>
        </w:rPr>
        <w:t>frequency.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When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HSDN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High-mobility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state,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always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HSDN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cells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highest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(i.e.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higher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any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other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network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priorities).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When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HSDN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High-mobility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state,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always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HSDN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cells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lowest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(i.e.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lower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network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="00C435E9" w:rsidRPr="006F699D">
        <w:rPr>
          <w:lang w:eastAsia="zh-CN"/>
        </w:rPr>
        <w:t>priorities).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664A93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664A93"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664A93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664A93"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664A93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664A93"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while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camping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frequency,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="00CC252D" w:rsidRPr="006F699D">
        <w:rPr>
          <w:lang w:eastAsia="zh-CN"/>
        </w:rPr>
        <w:t>freque</w:t>
      </w:r>
      <w:r w:rsidR="00ED53A2" w:rsidRPr="006F699D">
        <w:rPr>
          <w:lang w:eastAsia="zh-CN"/>
        </w:rPr>
        <w:t>ncy</w:t>
      </w:r>
      <w:r w:rsidR="00646BEC">
        <w:rPr>
          <w:lang w:eastAsia="zh-CN"/>
        </w:rPr>
        <w:t xml:space="preserve"> </w:t>
      </w:r>
      <w:r w:rsidR="00ED53A2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ED53A2"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="00ED53A2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ED53A2" w:rsidRPr="006F699D">
        <w:rPr>
          <w:lang w:eastAsia="zh-CN"/>
        </w:rPr>
        <w:t>highest</w:t>
      </w:r>
      <w:r w:rsidR="00646BEC">
        <w:rPr>
          <w:lang w:eastAsia="zh-CN"/>
        </w:rPr>
        <w:t xml:space="preserve"> </w:t>
      </w:r>
      <w:r w:rsidR="00ED53A2" w:rsidRPr="006F699D">
        <w:rPr>
          <w:lang w:eastAsia="zh-CN"/>
        </w:rPr>
        <w:t>priority.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while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camping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frequency,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highest</w:t>
      </w:r>
      <w:r w:rsidR="00646BEC">
        <w:rPr>
          <w:lang w:eastAsia="zh-CN"/>
        </w:rPr>
        <w:t xml:space="preserve"> </w:t>
      </w:r>
      <w:r w:rsidR="007D25B5" w:rsidRPr="006F699D">
        <w:t>priority.</w:t>
      </w:r>
      <w:r w:rsidR="00646BEC">
        <w:t xml:space="preserve"> </w:t>
      </w:r>
      <w:r w:rsidR="00AA48FE" w:rsidRPr="006F699D">
        <w:t>If</w:t>
      </w:r>
      <w:r w:rsidR="00646BEC">
        <w:t xml:space="preserve"> </w:t>
      </w:r>
      <w:r w:rsidR="00AA48FE" w:rsidRPr="006F699D">
        <w:t>the</w:t>
      </w:r>
      <w:r w:rsidR="00646BEC">
        <w:t xml:space="preserve"> </w:t>
      </w:r>
      <w:r w:rsidR="00AA48FE" w:rsidRPr="006F699D">
        <w:t>UE</w:t>
      </w:r>
      <w:r w:rsidR="00646BEC">
        <w:t xml:space="preserve"> </w:t>
      </w:r>
      <w:r w:rsidR="00AA48FE" w:rsidRPr="006F699D">
        <w:t>capable</w:t>
      </w:r>
      <w:r w:rsidR="00646BEC">
        <w:t xml:space="preserve"> </w:t>
      </w:r>
      <w:r w:rsidR="00AA48FE" w:rsidRPr="006F699D">
        <w:t>of</w:t>
      </w:r>
      <w:r w:rsidR="00646BEC">
        <w:t xml:space="preserve"> </w:t>
      </w:r>
      <w:r w:rsidR="00AA48FE" w:rsidRPr="006F699D">
        <w:t>V2X</w:t>
      </w:r>
      <w:r w:rsidR="00646BEC">
        <w:t xml:space="preserve"> </w:t>
      </w:r>
      <w:r w:rsidR="00AA48FE" w:rsidRPr="006F699D">
        <w:t>sidelink</w:t>
      </w:r>
      <w:r w:rsidR="00646BEC">
        <w:t xml:space="preserve"> </w:t>
      </w:r>
      <w:r w:rsidR="00AA48FE" w:rsidRPr="006F699D">
        <w:t>communication</w:t>
      </w:r>
      <w:r w:rsidR="00646BEC">
        <w:t xml:space="preserve"> </w:t>
      </w:r>
      <w:r w:rsidR="00AA48FE" w:rsidRPr="006F699D">
        <w:t>is</w:t>
      </w:r>
      <w:r w:rsidR="00646BEC">
        <w:t xml:space="preserve"> </w:t>
      </w:r>
      <w:r w:rsidR="00AA48FE" w:rsidRPr="006F699D">
        <w:t>configured</w:t>
      </w:r>
      <w:r w:rsidR="00646BEC">
        <w:t xml:space="preserve"> </w:t>
      </w:r>
      <w:r w:rsidR="00AA48FE" w:rsidRPr="006F699D">
        <w:t>to</w:t>
      </w:r>
      <w:r w:rsidR="00646BEC">
        <w:t xml:space="preserve"> </w:t>
      </w:r>
      <w:r w:rsidR="00AA48FE" w:rsidRPr="006F699D">
        <w:t>perform</w:t>
      </w:r>
      <w:r w:rsidR="00646BEC">
        <w:t xml:space="preserve"> </w:t>
      </w:r>
      <w:r w:rsidR="00AA48FE" w:rsidRPr="006F699D">
        <w:t>V2X</w:t>
      </w:r>
      <w:r w:rsidR="00646BEC">
        <w:t xml:space="preserve"> </w:t>
      </w:r>
      <w:r w:rsidR="00AA48FE" w:rsidRPr="006F699D">
        <w:t>sidelink</w:t>
      </w:r>
      <w:r w:rsidR="00646BEC">
        <w:t xml:space="preserve"> </w:t>
      </w:r>
      <w:r w:rsidR="00AA48FE" w:rsidRPr="006F699D">
        <w:t>communication</w:t>
      </w:r>
      <w:r w:rsidR="00646BEC">
        <w:t xml:space="preserve"> </w:t>
      </w:r>
      <w:r w:rsidR="00AA48FE" w:rsidRPr="006F699D">
        <w:t>and</w:t>
      </w:r>
      <w:r w:rsidR="00646BEC">
        <w:t xml:space="preserve"> </w:t>
      </w:r>
      <w:r w:rsidR="00AA48FE" w:rsidRPr="006F699D">
        <w:t>can</w:t>
      </w:r>
      <w:r w:rsidR="00646BEC">
        <w:t xml:space="preserve"> </w:t>
      </w:r>
      <w:r w:rsidR="00AA48FE" w:rsidRPr="006F699D">
        <w:t>only</w:t>
      </w:r>
      <w:r w:rsidR="00646BEC">
        <w:t xml:space="preserve"> </w:t>
      </w:r>
      <w:r w:rsidR="00AA48FE" w:rsidRPr="006F699D">
        <w:t>use</w:t>
      </w:r>
      <w:r w:rsidR="00646BEC">
        <w:t xml:space="preserve"> </w:t>
      </w:r>
      <w:r w:rsidR="00AA48FE" w:rsidRPr="006F699D">
        <w:t>pre-configuration</w:t>
      </w:r>
      <w:r w:rsidR="00646BEC">
        <w:t xml:space="preserve"> </w:t>
      </w:r>
      <w:r w:rsidR="00AA48FE" w:rsidRPr="006F699D">
        <w:t>while</w:t>
      </w:r>
      <w:r w:rsidR="00646BEC">
        <w:t xml:space="preserve"> </w:t>
      </w:r>
      <w:r w:rsidR="00AA48FE" w:rsidRPr="006F699D">
        <w:t>not</w:t>
      </w:r>
      <w:r w:rsidR="00646BEC">
        <w:t xml:space="preserve"> </w:t>
      </w:r>
      <w:r w:rsidR="00AA48FE" w:rsidRPr="006F699D">
        <w:t>camping</w:t>
      </w:r>
      <w:r w:rsidR="00646BEC">
        <w:t xml:space="preserve"> </w:t>
      </w:r>
      <w:r w:rsidR="00AA48FE" w:rsidRPr="006F699D">
        <w:t>on</w:t>
      </w:r>
      <w:r w:rsidR="00646BEC">
        <w:t xml:space="preserve"> </w:t>
      </w:r>
      <w:r w:rsidR="00AA48FE" w:rsidRPr="006F699D">
        <w:t>a</w:t>
      </w:r>
      <w:r w:rsidR="00646BEC">
        <w:t xml:space="preserve"> </w:t>
      </w:r>
      <w:r w:rsidR="00AA48FE" w:rsidRPr="006F699D">
        <w:t>frequency,</w:t>
      </w:r>
      <w:r w:rsidR="00646BEC">
        <w:t xml:space="preserve"> </w:t>
      </w:r>
      <w:r w:rsidR="00AA48FE" w:rsidRPr="006F699D">
        <w:t>the</w:t>
      </w:r>
      <w:r w:rsidR="00646BEC">
        <w:t xml:space="preserve"> </w:t>
      </w:r>
      <w:r w:rsidR="00AA48FE" w:rsidRPr="006F699D">
        <w:t>UE</w:t>
      </w:r>
      <w:r w:rsidR="00646BEC">
        <w:t xml:space="preserve"> </w:t>
      </w:r>
      <w:r w:rsidR="00AA48FE" w:rsidRPr="006F699D">
        <w:t>may</w:t>
      </w:r>
      <w:r w:rsidR="00646BEC">
        <w:t xml:space="preserve"> </w:t>
      </w:r>
      <w:r w:rsidR="00AA48FE" w:rsidRPr="006F699D">
        <w:t>consider</w:t>
      </w:r>
      <w:r w:rsidR="00646BEC">
        <w:t xml:space="preserve"> </w:t>
      </w:r>
      <w:r w:rsidR="00AA48FE" w:rsidRPr="006F699D">
        <w:t>the</w:t>
      </w:r>
      <w:r w:rsidR="00646BEC">
        <w:t xml:space="preserve"> </w:t>
      </w:r>
      <w:r w:rsidR="00AA48FE" w:rsidRPr="006F699D">
        <w:t>frequency</w:t>
      </w:r>
      <w:r w:rsidR="00646BEC">
        <w:t xml:space="preserve"> </w:t>
      </w:r>
      <w:r w:rsidR="00AA48FE" w:rsidRPr="006F699D">
        <w:t>providing</w:t>
      </w:r>
      <w:r w:rsidR="00646BEC">
        <w:t xml:space="preserve"> </w:t>
      </w:r>
      <w:r w:rsidR="00AA48FE" w:rsidRPr="006F699D">
        <w:t>inter-carrier</w:t>
      </w:r>
      <w:r w:rsidR="00646BEC">
        <w:t xml:space="preserve"> </w:t>
      </w:r>
      <w:r w:rsidR="00AA48FE" w:rsidRPr="006F699D">
        <w:t>V2X</w:t>
      </w:r>
      <w:r w:rsidR="00646BEC">
        <w:t xml:space="preserve"> </w:t>
      </w:r>
      <w:r w:rsidR="00AA48FE" w:rsidRPr="006F699D">
        <w:t>sidelink</w:t>
      </w:r>
      <w:r w:rsidR="00646BEC">
        <w:t xml:space="preserve"> </w:t>
      </w:r>
      <w:r w:rsidR="00AA48FE" w:rsidRPr="006F699D">
        <w:t>configuration</w:t>
      </w:r>
      <w:r w:rsidR="00646BEC">
        <w:t xml:space="preserve"> </w:t>
      </w:r>
      <w:r w:rsidR="00AA48FE" w:rsidRPr="006F699D">
        <w:t>to</w:t>
      </w:r>
      <w:r w:rsidR="00646BEC">
        <w:t xml:space="preserve"> </w:t>
      </w:r>
      <w:r w:rsidR="00AA48FE" w:rsidRPr="006F699D">
        <w:t>be</w:t>
      </w:r>
      <w:r w:rsidR="00646BEC">
        <w:t xml:space="preserve"> </w:t>
      </w:r>
      <w:r w:rsidR="00AA48FE" w:rsidRPr="006F699D">
        <w:t>the</w:t>
      </w:r>
      <w:r w:rsidR="00646BEC">
        <w:t xml:space="preserve"> </w:t>
      </w:r>
      <w:r w:rsidR="00AA48FE" w:rsidRPr="006F699D">
        <w:t>highest</w:t>
      </w:r>
      <w:r w:rsidR="00646BEC">
        <w:t xml:space="preserve"> </w:t>
      </w:r>
      <w:r w:rsidR="00AA48FE" w:rsidRPr="006F699D">
        <w:t>priority.</w:t>
      </w:r>
      <w:r w:rsidR="00646BEC">
        <w:t xml:space="preserve"> </w:t>
      </w:r>
      <w:r w:rsidR="009B422D" w:rsidRPr="006F699D">
        <w:t>If</w:t>
      </w:r>
      <w:r w:rsidR="00646BEC">
        <w:t xml:space="preserve"> </w:t>
      </w:r>
      <w:r w:rsidR="009B422D" w:rsidRPr="006F699D">
        <w:t>the</w:t>
      </w:r>
      <w:r w:rsidR="00646BEC">
        <w:t xml:space="preserve"> </w:t>
      </w:r>
      <w:r w:rsidR="009B422D" w:rsidRPr="006F699D">
        <w:t>UE</w:t>
      </w:r>
      <w:r w:rsidR="00646BEC">
        <w:t xml:space="preserve"> </w:t>
      </w:r>
      <w:r w:rsidR="009B422D" w:rsidRPr="006F699D">
        <w:t>capable</w:t>
      </w:r>
      <w:r w:rsidR="00646BEC">
        <w:t xml:space="preserve"> </w:t>
      </w:r>
      <w:r w:rsidR="009B422D" w:rsidRPr="006F699D">
        <w:t>of</w:t>
      </w:r>
      <w:r w:rsidR="00646BEC">
        <w:t xml:space="preserve"> </w:t>
      </w:r>
      <w:r w:rsidR="009B422D" w:rsidRPr="006F699D">
        <w:t>sidelink</w:t>
      </w:r>
      <w:r w:rsidR="00646BEC">
        <w:t xml:space="preserve"> </w:t>
      </w:r>
      <w:r w:rsidR="009B422D" w:rsidRPr="006F699D">
        <w:t>discovery</w:t>
      </w:r>
      <w:r w:rsidR="00646BEC">
        <w:t xml:space="preserve"> </w:t>
      </w:r>
      <w:r w:rsidR="009B422D" w:rsidRPr="006F699D">
        <w:t>is</w:t>
      </w:r>
      <w:r w:rsidR="00646BEC">
        <w:t xml:space="preserve"> </w:t>
      </w:r>
      <w:r w:rsidR="009B422D" w:rsidRPr="006F699D">
        <w:t>configured</w:t>
      </w:r>
      <w:r w:rsidR="00646BEC">
        <w:t xml:space="preserve"> </w:t>
      </w:r>
      <w:r w:rsidR="009B422D" w:rsidRPr="006F699D">
        <w:t>to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Public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Safety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related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discovery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Public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Safety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related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discovery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while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camping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frequency,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highest</w:t>
      </w:r>
      <w:r w:rsidR="00646BEC">
        <w:rPr>
          <w:lang w:eastAsia="zh-CN"/>
        </w:rPr>
        <w:t xml:space="preserve"> </w:t>
      </w:r>
      <w:r w:rsidR="009B422D" w:rsidRPr="006F699D">
        <w:rPr>
          <w:lang w:eastAsia="zh-CN"/>
        </w:rPr>
        <w:t>priority.</w:t>
      </w:r>
    </w:p>
    <w:p w14:paraId="2B9CB1DD" w14:textId="17B4099F" w:rsidR="00CC252D" w:rsidRPr="006F699D" w:rsidRDefault="00CC252D" w:rsidP="00377BCE">
      <w:pPr>
        <w:pStyle w:val="NO"/>
        <w:rPr>
          <w:lang w:eastAsia="zh-CN"/>
        </w:rPr>
      </w:pPr>
      <w:r w:rsidRPr="006F699D">
        <w:rPr>
          <w:lang w:eastAsia="zh-CN"/>
        </w:rPr>
        <w:t>NOTE</w:t>
      </w:r>
      <w:r w:rsidR="00646BEC">
        <w:rPr>
          <w:lang w:eastAsia="zh-CN"/>
        </w:rPr>
        <w:t xml:space="preserve"> </w:t>
      </w:r>
      <w:r w:rsidR="002F30E7" w:rsidRPr="006F699D">
        <w:rPr>
          <w:lang w:eastAsia="zh-CN"/>
        </w:rPr>
        <w:t>1</w:t>
      </w:r>
      <w:r w:rsidRPr="006F699D">
        <w:rPr>
          <w:lang w:eastAsia="zh-CN"/>
        </w:rPr>
        <w:t>:</w:t>
      </w:r>
      <w:r w:rsidRPr="006F699D">
        <w:rPr>
          <w:lang w:eastAsia="zh-CN"/>
        </w:rPr>
        <w:tab/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prioritization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among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considers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highest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left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implementation.</w:t>
      </w:r>
    </w:p>
    <w:p w14:paraId="35603D42" w14:textId="18094983" w:rsidR="005F7558" w:rsidRPr="006F699D" w:rsidRDefault="00265A26" w:rsidP="005F7558">
      <w:pPr>
        <w:rPr>
          <w:lang w:eastAsia="zh-CN"/>
        </w:rPr>
      </w:pP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E33815"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either</w:t>
      </w:r>
      <w:r w:rsidR="00646BEC">
        <w:rPr>
          <w:lang w:eastAsia="zh-CN"/>
        </w:rPr>
        <w:t xml:space="preserve"> </w:t>
      </w:r>
      <w:r w:rsidR="00E33815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E33815"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="00E33815"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="00E33815" w:rsidRPr="006F699D">
        <w:rPr>
          <w:lang w:eastAsia="zh-CN"/>
        </w:rPr>
        <w:t>Continuity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reception</w:t>
      </w:r>
      <w:r w:rsidR="00646BEC">
        <w:rPr>
          <w:lang w:eastAsia="zh-CN"/>
        </w:rPr>
        <w:t xml:space="preserve"> </w:t>
      </w:r>
      <w:r w:rsidR="00E33815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camping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provided,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highest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during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session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36.300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2]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two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following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conditions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are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fulfilled:</w:t>
      </w:r>
    </w:p>
    <w:p w14:paraId="481ADBE0" w14:textId="762DD23B" w:rsidR="005F7558" w:rsidRPr="006F699D" w:rsidRDefault="005F7558" w:rsidP="005F7558">
      <w:pPr>
        <w:pStyle w:val="B1"/>
        <w:rPr>
          <w:lang w:eastAsia="zh-CN"/>
        </w:rPr>
      </w:pPr>
      <w:r w:rsidRPr="006F699D">
        <w:rPr>
          <w:lang w:eastAsia="zh-CN"/>
        </w:rPr>
        <w:t>1)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Either:</w:t>
      </w:r>
    </w:p>
    <w:p w14:paraId="4972047B" w14:textId="41B40ED7" w:rsidR="005F7558" w:rsidRPr="006F699D" w:rsidRDefault="005F7558" w:rsidP="004B7A54">
      <w:pPr>
        <w:pStyle w:val="B1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continuity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4E3FEB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4E3FEB" w:rsidRPr="006F699D">
        <w:rPr>
          <w:lang w:eastAsia="zh-CN"/>
        </w:rPr>
        <w:t>reselected</w:t>
      </w:r>
      <w:r w:rsidR="00646BEC">
        <w:rPr>
          <w:lang w:eastAsia="zh-CN"/>
        </w:rPr>
        <w:t xml:space="preserve"> </w:t>
      </w:r>
      <w:r w:rsidR="004E3FEB"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="004E3FEB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265A26" w:rsidRPr="006F699D">
        <w:rPr>
          <w:lang w:eastAsia="zh-CN"/>
        </w:rPr>
        <w:t>broadcasting</w:t>
      </w:r>
      <w:r w:rsidR="00646BEC">
        <w:rPr>
          <w:lang w:eastAsia="zh-CN"/>
        </w:rPr>
        <w:t xml:space="preserve"> </w:t>
      </w:r>
      <w:r w:rsidR="00265A26" w:rsidRPr="006F699D">
        <w:rPr>
          <w:lang w:eastAsia="zh-CN"/>
        </w:rPr>
        <w:t>SIB13</w:t>
      </w:r>
      <w:r w:rsidRPr="006F699D">
        <w:rPr>
          <w:lang w:eastAsia="zh-CN"/>
        </w:rPr>
        <w:t>;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</w:p>
    <w:p w14:paraId="3622AFF0" w14:textId="2752527E" w:rsidR="005F7558" w:rsidRPr="006F699D" w:rsidRDefault="005F7558" w:rsidP="004B7A54">
      <w:pPr>
        <w:pStyle w:val="B1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reception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reselected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broadcasting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SIB20;</w:t>
      </w:r>
    </w:p>
    <w:p w14:paraId="6BC44813" w14:textId="7EF8B0F2" w:rsidR="00265A26" w:rsidRPr="006F699D" w:rsidRDefault="005F7558" w:rsidP="005F7558">
      <w:pPr>
        <w:pStyle w:val="B1"/>
        <w:rPr>
          <w:lang w:eastAsia="zh-CN"/>
        </w:rPr>
      </w:pPr>
      <w:r w:rsidRPr="006F699D">
        <w:rPr>
          <w:lang w:eastAsia="zh-CN"/>
        </w:rPr>
        <w:t>2)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Either</w:t>
      </w:r>
      <w:r w:rsidR="00265A26" w:rsidRPr="006F699D">
        <w:rPr>
          <w:lang w:eastAsia="zh-CN"/>
        </w:rPr>
        <w:t>:</w:t>
      </w:r>
    </w:p>
    <w:p w14:paraId="640E0274" w14:textId="13A1736D" w:rsidR="00265A26" w:rsidRPr="006F699D" w:rsidRDefault="00265A26" w:rsidP="00377BCE">
      <w:pPr>
        <w:pStyle w:val="B1"/>
        <w:rPr>
          <w:lang w:eastAsia="zh-CN"/>
        </w:rPr>
      </w:pPr>
      <w:r w:rsidRPr="006F699D">
        <w:rPr>
          <w:lang w:eastAsia="zh-CN"/>
        </w:rPr>
        <w:lastRenderedPageBreak/>
        <w:t>-</w:t>
      </w:r>
      <w:r w:rsidRPr="006F699D">
        <w:rPr>
          <w:lang w:eastAsia="zh-CN"/>
        </w:rPr>
        <w:tab/>
        <w:t>SIB15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indicates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SAIs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included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associated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User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Description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(USD)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26.346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22]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service;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</w:p>
    <w:p w14:paraId="0880F83B" w14:textId="2C03BFA5" w:rsidR="00265A26" w:rsidRPr="006F699D" w:rsidRDefault="00265A26" w:rsidP="00377BCE">
      <w:pPr>
        <w:pStyle w:val="B1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SIB15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broadcast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included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USD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service.</w:t>
      </w:r>
    </w:p>
    <w:p w14:paraId="56BFABF9" w14:textId="711611A9" w:rsidR="00211514" w:rsidRPr="006F699D" w:rsidRDefault="00211514" w:rsidP="00377BCE">
      <w:pPr>
        <w:rPr>
          <w:lang w:eastAsia="zh-CN"/>
        </w:rPr>
      </w:pP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either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Continuity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reception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provided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downlink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0F0F4D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used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dedicated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cells,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used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FeMBMS/Unicast-mixed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cells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defined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36.300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2]</w:t>
      </w:r>
      <w:r w:rsidR="000F0F4D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belonging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PLMN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different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from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its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registered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PLMN</w:t>
      </w:r>
      <w:r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candidate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lowest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during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session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36.300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2]</w:t>
      </w:r>
      <w:r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above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mentioned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condition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1)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fulf</w:t>
      </w:r>
      <w:r w:rsidR="004B7A54" w:rsidRPr="006F699D">
        <w:rPr>
          <w:lang w:eastAsia="zh-CN"/>
        </w:rPr>
        <w:t>i</w:t>
      </w:r>
      <w:r w:rsidR="005F7558" w:rsidRPr="006F699D">
        <w:rPr>
          <w:lang w:eastAsia="zh-CN"/>
        </w:rPr>
        <w:t>lled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monitors</w:t>
      </w:r>
      <w:r w:rsidR="00646BEC">
        <w:rPr>
          <w:lang w:eastAsia="zh-CN"/>
        </w:rPr>
        <w:t xml:space="preserve"> </w:t>
      </w:r>
      <w:r w:rsidR="001D5F61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1D5F61" w:rsidRPr="006F699D">
        <w:rPr>
          <w:lang w:eastAsia="zh-CN"/>
        </w:rPr>
        <w:t>this</w:t>
      </w:r>
      <w:r w:rsidR="00646BEC">
        <w:rPr>
          <w:lang w:eastAsia="zh-CN"/>
        </w:rPr>
        <w:t xml:space="preserve"> </w:t>
      </w:r>
      <w:r w:rsidR="001D5F61"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="001D5F61" w:rsidRPr="006F699D">
        <w:rPr>
          <w:lang w:eastAsia="zh-CN"/>
        </w:rPr>
        <w:t>broadcasts</w:t>
      </w:r>
      <w:r w:rsidR="00646BEC">
        <w:rPr>
          <w:lang w:eastAsia="zh-CN"/>
        </w:rPr>
        <w:t xml:space="preserve"> </w:t>
      </w:r>
      <w:r w:rsidR="001D5F61" w:rsidRPr="006F699D">
        <w:rPr>
          <w:lang w:eastAsia="zh-CN"/>
        </w:rPr>
        <w:t>SIB1-MBMS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above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mentioned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condition</w:t>
      </w:r>
      <w:r w:rsidR="00646BEC">
        <w:rPr>
          <w:lang w:eastAsia="zh-CN"/>
        </w:rPr>
        <w:t xml:space="preserve"> </w:t>
      </w:r>
      <w:r w:rsidR="005F7558" w:rsidRPr="006F699D">
        <w:rPr>
          <w:lang w:eastAsia="zh-CN"/>
        </w:rPr>
        <w:t>2)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fulfilled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cell.</w:t>
      </w:r>
    </w:p>
    <w:p w14:paraId="123566AC" w14:textId="509A1094" w:rsidR="00211514" w:rsidRPr="006F699D" w:rsidRDefault="00211514" w:rsidP="00377BCE">
      <w:pPr>
        <w:pStyle w:val="NO"/>
        <w:rPr>
          <w:lang w:eastAsia="zh-CN"/>
        </w:rPr>
      </w:pPr>
      <w:r w:rsidRPr="006F699D">
        <w:rPr>
          <w:lang w:eastAsia="zh-CN"/>
        </w:rPr>
        <w:t>NOTE</w:t>
      </w:r>
      <w:r w:rsidR="00646BEC">
        <w:rPr>
          <w:lang w:eastAsia="zh-CN"/>
        </w:rPr>
        <w:t xml:space="preserve"> </w:t>
      </w:r>
      <w:r w:rsidR="002F30E7" w:rsidRPr="006F699D">
        <w:rPr>
          <w:lang w:eastAsia="zh-CN"/>
        </w:rPr>
        <w:t>2</w:t>
      </w:r>
      <w:r w:rsidRPr="006F699D">
        <w:rPr>
          <w:lang w:eastAsia="zh-CN"/>
        </w:rPr>
        <w:t>:</w:t>
      </w:r>
      <w:r w:rsidRPr="006F699D">
        <w:rPr>
          <w:lang w:eastAsia="zh-CN"/>
        </w:rPr>
        <w:tab/>
      </w:r>
      <w:r w:rsidR="000F0F4D" w:rsidRPr="006F699D">
        <w:rPr>
          <w:lang w:eastAsia="zh-CN"/>
        </w:rPr>
        <w:t>E</w:t>
      </w:r>
      <w:r w:rsidRPr="006F699D">
        <w:rPr>
          <w:lang w:eastAsia="zh-CN"/>
        </w:rPr>
        <w:t>xample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scenario</w:t>
      </w:r>
      <w:r w:rsidR="000F0F4D" w:rsidRPr="006F699D">
        <w:rPr>
          <w:lang w:eastAsia="zh-CN"/>
        </w:rPr>
        <w:t>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previous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down-prioritisation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needed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concerns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case</w:t>
      </w:r>
      <w:r w:rsidR="000F0F4D" w:rsidRPr="006F699D">
        <w:rPr>
          <w:lang w:eastAsia="zh-CN"/>
        </w:rPr>
        <w:t>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where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camping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possible,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while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this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when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camping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subset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candidate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frequencies,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e.g.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downlink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carrier</w:t>
      </w:r>
      <w:r w:rsidR="000F0F4D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used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dedicated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cells,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used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FeMBMS/Unicast-mixed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cells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36.300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2]</w:t>
      </w:r>
      <w:r w:rsidR="000F0F4D" w:rsidRPr="006F699D">
        <w:rPr>
          <w:lang w:eastAsia="zh-CN"/>
        </w:rPr>
        <w:t>,</w:t>
      </w:r>
      <w:r w:rsidR="00646BEC">
        <w:t xml:space="preserve"> </w:t>
      </w:r>
      <w:r w:rsidR="000F0F4D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belongs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485D58" w:rsidRPr="006F699D">
        <w:rPr>
          <w:lang w:eastAsia="zh-CN"/>
        </w:rPr>
        <w:t>PLMN</w:t>
      </w:r>
      <w:r w:rsidR="00646BEC">
        <w:rPr>
          <w:lang w:eastAsia="zh-CN"/>
        </w:rPr>
        <w:t xml:space="preserve"> </w:t>
      </w:r>
      <w:r w:rsidR="00485D58" w:rsidRPr="006F699D">
        <w:rPr>
          <w:lang w:eastAsia="zh-CN"/>
        </w:rPr>
        <w:t>different</w:t>
      </w:r>
      <w:r w:rsidR="00646BEC">
        <w:rPr>
          <w:lang w:eastAsia="zh-CN"/>
        </w:rPr>
        <w:t xml:space="preserve"> </w:t>
      </w:r>
      <w:r w:rsidR="00485D58" w:rsidRPr="006F699D">
        <w:rPr>
          <w:lang w:eastAsia="zh-CN"/>
        </w:rPr>
        <w:t>from</w:t>
      </w:r>
      <w:r w:rsidR="00646BEC">
        <w:rPr>
          <w:lang w:eastAsia="zh-CN"/>
        </w:rPr>
        <w:t xml:space="preserve"> </w:t>
      </w:r>
      <w:r w:rsidR="00485D58" w:rsidRPr="006F699D">
        <w:rPr>
          <w:lang w:eastAsia="zh-CN"/>
        </w:rPr>
        <w:t>UE'</w:t>
      </w:r>
      <w:r w:rsidR="000F0F4D" w:rsidRPr="006F699D">
        <w:rPr>
          <w:lang w:eastAsia="zh-CN"/>
        </w:rPr>
        <w:t>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registered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PLMN</w:t>
      </w:r>
      <w:r w:rsidRPr="006F699D">
        <w:rPr>
          <w:lang w:eastAsia="zh-CN"/>
        </w:rPr>
        <w:t>.</w:t>
      </w:r>
    </w:p>
    <w:p w14:paraId="25B08796" w14:textId="3B3FF573" w:rsidR="00E33815" w:rsidRPr="006F699D" w:rsidRDefault="00E33815" w:rsidP="00377BCE">
      <w:pPr>
        <w:rPr>
          <w:lang w:eastAsia="zh-CN"/>
        </w:rPr>
      </w:pP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Continuity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but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knowledge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interest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provided,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session</w:t>
      </w:r>
      <w:r w:rsidR="00646BEC"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36.300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2]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long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reselected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broadcasting</w:t>
      </w:r>
      <w:r w:rsidR="00646BEC">
        <w:rPr>
          <w:lang w:eastAsia="zh-CN"/>
        </w:rPr>
        <w:t xml:space="preserve"> </w:t>
      </w:r>
      <w:r w:rsidR="009E5EA2" w:rsidRPr="006F699D">
        <w:rPr>
          <w:lang w:eastAsia="zh-CN"/>
        </w:rPr>
        <w:t>SIB13.</w:t>
      </w:r>
    </w:p>
    <w:p w14:paraId="004E5AB1" w14:textId="1802559F" w:rsidR="00211514" w:rsidRPr="006F699D" w:rsidRDefault="00211514" w:rsidP="00377BCE">
      <w:pPr>
        <w:rPr>
          <w:lang w:eastAsia="zh-CN"/>
        </w:rPr>
      </w:pP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Continuity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but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has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knowledge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downlink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0F0F4D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used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dedicated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cells,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used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FeMBMS/Unicast-mixed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cells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defined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36.300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2]</w:t>
      </w:r>
      <w:r w:rsidR="00646BEC">
        <w:t xml:space="preserve"> </w:t>
      </w:r>
      <w:r w:rsidR="000F0F4D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belonging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PLMN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different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from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its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registered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PLMN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interest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provided,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candidate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lowest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during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session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36.300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2]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monitors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broadcasting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SIB13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SIB1-MBMS</w:t>
      </w:r>
      <w:r w:rsidRPr="006F699D">
        <w:rPr>
          <w:lang w:eastAsia="zh-CN"/>
        </w:rPr>
        <w:t>.</w:t>
      </w:r>
    </w:p>
    <w:p w14:paraId="58F9D991" w14:textId="406E4BD5" w:rsidR="00265A26" w:rsidRPr="006F699D" w:rsidRDefault="00265A26" w:rsidP="00377BCE">
      <w:pPr>
        <w:keepLines/>
        <w:ind w:left="1135" w:hanging="851"/>
      </w:pPr>
      <w:r w:rsidRPr="006F699D">
        <w:t>NOTE</w:t>
      </w:r>
      <w:r w:rsidR="00646BEC">
        <w:t xml:space="preserve"> </w:t>
      </w:r>
      <w:r w:rsidR="002F30E7" w:rsidRPr="006F699D">
        <w:t>3</w:t>
      </w:r>
      <w:r w:rsidRPr="006F699D">
        <w:t>: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considers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session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ongoing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session</w:t>
      </w:r>
      <w:r w:rsidR="00646BEC">
        <w:t xml:space="preserve"> </w:t>
      </w:r>
      <w:r w:rsidRPr="006F699D">
        <w:t>start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end</w:t>
      </w:r>
      <w:r w:rsidR="00646BEC">
        <w:t xml:space="preserve"> </w:t>
      </w:r>
      <w:r w:rsidRPr="006F699D">
        <w:t>times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USD</w:t>
      </w:r>
      <w:r w:rsidR="00646BEC">
        <w:t xml:space="preserve"> </w:t>
      </w:r>
      <w:r w:rsidRPr="006F699D">
        <w:t>i.e.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does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verify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session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MCCH.</w:t>
      </w:r>
    </w:p>
    <w:p w14:paraId="041C8265" w14:textId="38F82E77" w:rsidR="004E3FEB" w:rsidRPr="006F699D" w:rsidRDefault="004E3FEB" w:rsidP="00377BCE">
      <w:pPr>
        <w:rPr>
          <w:lang w:eastAsia="zh-CN"/>
        </w:rPr>
      </w:pP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case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receives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RRCConnectionReject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Pr="006F699D">
        <w:rPr>
          <w:i/>
        </w:rPr>
        <w:t>deprioritisationReq</w:t>
      </w:r>
      <w:r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consider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current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carrier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stored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previously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received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RRCConnectionReject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Pr="006F699D">
        <w:rPr>
          <w:i/>
        </w:rPr>
        <w:t>deprioritisationReq</w:t>
      </w:r>
      <w:r w:rsidR="00646BEC">
        <w:rPr>
          <w:i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EUTRA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lowest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t>(i.e.</w:t>
      </w:r>
      <w:r w:rsidR="00646BEC">
        <w:t xml:space="preserve"> </w:t>
      </w:r>
      <w:r w:rsidRPr="006F699D">
        <w:rPr>
          <w:lang w:eastAsia="zh-CN"/>
        </w:rPr>
        <w:t>low</w:t>
      </w:r>
      <w:r w:rsidRPr="006F699D">
        <w:t>er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="006400F7" w:rsidRPr="006F699D">
        <w:t>any</w:t>
      </w:r>
      <w:r w:rsidR="00646BEC">
        <w:t xml:space="preserve"> </w:t>
      </w:r>
      <w:r w:rsidR="006400F7"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values)</w:t>
      </w:r>
      <w:r w:rsidR="00646BEC">
        <w:t xml:space="preserve"> </w:t>
      </w:r>
      <w:r w:rsidRPr="006F699D">
        <w:t>while</w:t>
      </w:r>
      <w:r w:rsidR="00646BEC">
        <w:t xml:space="preserve"> </w:t>
      </w:r>
      <w:r w:rsidRPr="006F699D">
        <w:rPr>
          <w:lang w:eastAsia="zh-CN"/>
        </w:rPr>
        <w:t>T325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running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irrespective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camped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RAT.</w:t>
      </w:r>
      <w:r w:rsidR="00646BEC">
        <w:t xml:space="preserve"> </w:t>
      </w:r>
      <w:r w:rsidR="00596F3D" w:rsidRPr="006F699D">
        <w:t>The</w:t>
      </w:r>
      <w:r w:rsidR="00646BEC">
        <w:t xml:space="preserve"> </w:t>
      </w:r>
      <w:r w:rsidR="00596F3D" w:rsidRPr="006F699D">
        <w:t>UE</w:t>
      </w:r>
      <w:r w:rsidR="00646BEC">
        <w:t xml:space="preserve"> </w:t>
      </w:r>
      <w:r w:rsidR="00596F3D" w:rsidRPr="006F699D">
        <w:t>shall</w:t>
      </w:r>
      <w:r w:rsidR="00646BEC">
        <w:t xml:space="preserve"> </w:t>
      </w:r>
      <w:r w:rsidR="00596F3D" w:rsidRPr="006F699D">
        <w:t>delete</w:t>
      </w:r>
      <w:r w:rsidR="00646BEC">
        <w:t xml:space="preserve"> </w:t>
      </w:r>
      <w:r w:rsidR="00596F3D" w:rsidRPr="006F699D">
        <w:t>the</w:t>
      </w:r>
      <w:r w:rsidR="00646BEC">
        <w:t xml:space="preserve"> </w:t>
      </w:r>
      <w:r w:rsidR="00596F3D" w:rsidRPr="006F699D">
        <w:t>stored</w:t>
      </w:r>
      <w:r w:rsidR="00646BEC">
        <w:t xml:space="preserve"> </w:t>
      </w:r>
      <w:r w:rsidR="00596F3D" w:rsidRPr="006F699D">
        <w:t>deprioritisation</w:t>
      </w:r>
      <w:r w:rsidR="00646BEC">
        <w:t xml:space="preserve"> </w:t>
      </w:r>
      <w:r w:rsidR="00596F3D" w:rsidRPr="006F699D">
        <w:t>request(s)</w:t>
      </w:r>
      <w:r w:rsidR="00646BEC">
        <w:t xml:space="preserve"> </w:t>
      </w:r>
      <w:r w:rsidR="00596F3D" w:rsidRPr="006F699D">
        <w:t>when</w:t>
      </w:r>
      <w:r w:rsidR="00646BEC">
        <w:t xml:space="preserve"> </w:t>
      </w:r>
      <w:r w:rsidR="00596F3D" w:rsidRPr="006F699D">
        <w:t>a</w:t>
      </w:r>
      <w:r w:rsidR="00646BEC">
        <w:t xml:space="preserve"> </w:t>
      </w:r>
      <w:r w:rsidR="00596F3D" w:rsidRPr="006F699D">
        <w:t>PLMN</w:t>
      </w:r>
      <w:r w:rsidR="00646BEC">
        <w:t xml:space="preserve"> </w:t>
      </w:r>
      <w:r w:rsidR="00596F3D" w:rsidRPr="006F699D">
        <w:t>selection</w:t>
      </w:r>
      <w:r w:rsidR="00646BEC">
        <w:t xml:space="preserve"> </w:t>
      </w:r>
      <w:r w:rsidR="00596F3D" w:rsidRPr="006F699D">
        <w:t>is</w:t>
      </w:r>
      <w:r w:rsidR="00646BEC">
        <w:t xml:space="preserve"> </w:t>
      </w:r>
      <w:r w:rsidR="00596F3D" w:rsidRPr="006F699D">
        <w:t>performed</w:t>
      </w:r>
      <w:r w:rsidR="00646BEC">
        <w:t xml:space="preserve"> </w:t>
      </w:r>
      <w:r w:rsidR="00596F3D" w:rsidRPr="006F699D">
        <w:t>on</w:t>
      </w:r>
      <w:r w:rsidR="00646BEC">
        <w:t xml:space="preserve"> </w:t>
      </w:r>
      <w:r w:rsidR="00596F3D" w:rsidRPr="006F699D">
        <w:t>request</w:t>
      </w:r>
      <w:r w:rsidR="00646BEC">
        <w:t xml:space="preserve"> </w:t>
      </w:r>
      <w:r w:rsidR="00596F3D" w:rsidRPr="006F699D">
        <w:t>by</w:t>
      </w:r>
      <w:r w:rsidR="00646BEC">
        <w:t xml:space="preserve"> </w:t>
      </w:r>
      <w:r w:rsidR="00596F3D" w:rsidRPr="006F699D">
        <w:t>NAS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="00596F3D" w:rsidRPr="006F699D">
        <w:t>.</w:t>
      </w:r>
    </w:p>
    <w:p w14:paraId="54C32213" w14:textId="204C4287" w:rsidR="00596F3D" w:rsidRPr="006F699D" w:rsidRDefault="00596F3D" w:rsidP="00377BCE">
      <w:pPr>
        <w:pStyle w:val="NO"/>
        <w:rPr>
          <w:lang w:eastAsia="zh-CN"/>
        </w:rPr>
      </w:pPr>
      <w:r w:rsidRPr="006F699D">
        <w:rPr>
          <w:lang w:eastAsia="zh-CN"/>
        </w:rPr>
        <w:t>NOTE</w:t>
      </w:r>
      <w:r w:rsidR="00646BEC">
        <w:rPr>
          <w:lang w:eastAsia="zh-CN"/>
        </w:rPr>
        <w:t xml:space="preserve"> </w:t>
      </w:r>
      <w:r w:rsidR="002F30E7" w:rsidRPr="006F699D">
        <w:rPr>
          <w:lang w:eastAsia="zh-CN"/>
        </w:rPr>
        <w:t>4</w:t>
      </w:r>
      <w:r w:rsidRPr="006F699D">
        <w:rPr>
          <w:lang w:eastAsia="zh-CN"/>
        </w:rPr>
        <w:t>:</w:t>
      </w:r>
      <w:r w:rsidRPr="006F699D">
        <w:rPr>
          <w:lang w:eastAsia="zh-CN"/>
        </w:rPr>
        <w:tab/>
        <w:t>Connecting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CDMA2000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does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imply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PLMN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selection</w:t>
      </w:r>
      <w:r w:rsidRPr="006F699D">
        <w:rPr>
          <w:lang w:eastAsia="ko-KR"/>
        </w:rPr>
        <w:t>.</w:t>
      </w:r>
    </w:p>
    <w:p w14:paraId="5CFF1462" w14:textId="4E993AF8" w:rsidR="004E3FEB" w:rsidRPr="006F699D" w:rsidRDefault="004E3FEB" w:rsidP="00377BCE">
      <w:pPr>
        <w:pStyle w:val="NO"/>
        <w:rPr>
          <w:lang w:eastAsia="zh-CN"/>
        </w:rPr>
      </w:pPr>
      <w:r w:rsidRPr="006F699D">
        <w:rPr>
          <w:lang w:eastAsia="zh-CN"/>
        </w:rPr>
        <w:t>NOTE</w:t>
      </w:r>
      <w:r w:rsidR="00646BEC">
        <w:rPr>
          <w:lang w:eastAsia="zh-CN"/>
        </w:rPr>
        <w:t xml:space="preserve"> </w:t>
      </w:r>
      <w:r w:rsidR="002F30E7" w:rsidRPr="006F699D">
        <w:rPr>
          <w:lang w:eastAsia="zh-CN"/>
        </w:rPr>
        <w:t>5</w:t>
      </w:r>
      <w:r w:rsidRPr="006F699D">
        <w:rPr>
          <w:lang w:eastAsia="zh-CN"/>
        </w:rPr>
        <w:t>:</w:t>
      </w:r>
      <w:r w:rsidRPr="006F699D">
        <w:rPr>
          <w:lang w:eastAsia="zh-CN"/>
        </w:rPr>
        <w:tab/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should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search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higher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layer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soon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possible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after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change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priority.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minimum</w:t>
      </w:r>
      <w:r w:rsidR="00646BEC">
        <w:rPr>
          <w:lang w:eastAsia="zh-CN"/>
        </w:rPr>
        <w:t xml:space="preserve"> </w:t>
      </w:r>
      <w:r w:rsidRPr="006F699D">
        <w:rPr>
          <w:lang w:eastAsia="ko-KR"/>
        </w:rPr>
        <w:t>related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performance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requirements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specified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36.133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[</w:t>
      </w:r>
      <w:r w:rsidRPr="006F699D">
        <w:rPr>
          <w:lang w:eastAsia="ko-KR"/>
        </w:rPr>
        <w:t>10]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are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still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applicable.</w:t>
      </w:r>
    </w:p>
    <w:p w14:paraId="40BDD981" w14:textId="2010F620" w:rsidR="004D0B6D" w:rsidRPr="006F699D" w:rsidRDefault="004D0B6D" w:rsidP="00377BCE">
      <w:pPr>
        <w:rPr>
          <w:rFonts w:eastAsia="SimSun"/>
        </w:rPr>
      </w:pP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="00E171CC" w:rsidRPr="006F699D">
        <w:t>shall</w:t>
      </w:r>
      <w:r w:rsidR="00646BEC">
        <w:t xml:space="preserve"> </w:t>
      </w:r>
      <w:r w:rsidR="00CB5851" w:rsidRPr="006F699D">
        <w:t>delete</w:t>
      </w:r>
      <w:r w:rsidR="00646BEC">
        <w:t xml:space="preserve"> </w:t>
      </w:r>
      <w:r w:rsidRPr="006F699D">
        <w:t>priorities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dedicated</w:t>
      </w:r>
      <w:r w:rsidR="00646BEC">
        <w:t xml:space="preserve"> </w:t>
      </w:r>
      <w:r w:rsidRPr="006F699D">
        <w:t>signalling</w:t>
      </w:r>
      <w:r w:rsidR="00646BEC">
        <w:t xml:space="preserve"> </w:t>
      </w:r>
      <w:r w:rsidR="006732AC" w:rsidRPr="006F699D">
        <w:t>when</w:t>
      </w:r>
      <w:r w:rsidRPr="006F699D">
        <w:t>:</w:t>
      </w:r>
    </w:p>
    <w:p w14:paraId="4E4E04E7" w14:textId="70900AD1" w:rsidR="00ED197F" w:rsidRPr="006F699D" w:rsidRDefault="009C5091" w:rsidP="009C5091">
      <w:pPr>
        <w:pStyle w:val="B1"/>
      </w:pPr>
      <w:r w:rsidRPr="006F699D">
        <w:t>-</w:t>
      </w:r>
      <w:r w:rsidRPr="006F699D">
        <w:tab/>
      </w:r>
      <w:r w:rsidR="00ED197F" w:rsidRPr="006F699D">
        <w:t>the</w:t>
      </w:r>
      <w:r w:rsidR="00646BEC">
        <w:t xml:space="preserve"> </w:t>
      </w:r>
      <w:r w:rsidR="004D0B6D" w:rsidRPr="006F699D">
        <w:t>UE</w:t>
      </w:r>
      <w:r w:rsidR="00646BEC">
        <w:t xml:space="preserve"> </w:t>
      </w:r>
      <w:r w:rsidR="004D0B6D" w:rsidRPr="006F699D">
        <w:t>enters</w:t>
      </w:r>
      <w:r w:rsidR="00646BEC">
        <w:t xml:space="preserve"> </w:t>
      </w:r>
      <w:r w:rsidR="004779ED" w:rsidRPr="006F699D">
        <w:t>a</w:t>
      </w:r>
      <w:r w:rsidR="00646BEC">
        <w:t xml:space="preserve"> </w:t>
      </w:r>
      <w:r w:rsidR="004779ED" w:rsidRPr="006F699D">
        <w:t>different</w:t>
      </w:r>
      <w:r w:rsidR="00646BEC">
        <w:t xml:space="preserve"> </w:t>
      </w:r>
      <w:r w:rsidR="004779ED" w:rsidRPr="006F699D">
        <w:t>RRC</w:t>
      </w:r>
      <w:r w:rsidR="00646BEC">
        <w:t xml:space="preserve"> </w:t>
      </w:r>
      <w:r w:rsidR="004D0B6D" w:rsidRPr="006F699D">
        <w:t>state</w:t>
      </w:r>
      <w:r w:rsidR="00ED197F" w:rsidRPr="006F699D">
        <w:t>;</w:t>
      </w:r>
      <w:r w:rsidR="00646BEC">
        <w:t xml:space="preserve"> </w:t>
      </w:r>
      <w:r w:rsidR="00ED197F" w:rsidRPr="006F699D">
        <w:t>or</w:t>
      </w:r>
    </w:p>
    <w:p w14:paraId="221EDFFF" w14:textId="6EE826B5" w:rsidR="004D0B6D" w:rsidRPr="006F699D" w:rsidRDefault="009C5091" w:rsidP="009C5091">
      <w:pPr>
        <w:pStyle w:val="B1"/>
      </w:pPr>
      <w:r w:rsidRPr="006F699D">
        <w:t>-</w:t>
      </w:r>
      <w:r w:rsidRPr="006F699D">
        <w:tab/>
      </w:r>
      <w:r w:rsidR="00ED197F" w:rsidRPr="006F699D">
        <w:t>the</w:t>
      </w:r>
      <w:r w:rsidR="00646BEC">
        <w:t xml:space="preserve"> </w:t>
      </w:r>
      <w:r w:rsidR="005D73DA" w:rsidRPr="006F699D">
        <w:t>optional</w:t>
      </w:r>
      <w:r w:rsidR="00646BEC">
        <w:t xml:space="preserve"> </w:t>
      </w:r>
      <w:r w:rsidR="005D73DA" w:rsidRPr="006F699D">
        <w:t>v</w:t>
      </w:r>
      <w:r w:rsidR="004D0B6D" w:rsidRPr="006F699D">
        <w:t>alidity</w:t>
      </w:r>
      <w:r w:rsidR="00646BEC">
        <w:t xml:space="preserve"> </w:t>
      </w:r>
      <w:r w:rsidR="004D0B6D" w:rsidRPr="006F699D">
        <w:t>time</w:t>
      </w:r>
      <w:r w:rsidR="00646BEC">
        <w:t xml:space="preserve"> </w:t>
      </w:r>
      <w:r w:rsidR="004D0B6D" w:rsidRPr="006F699D">
        <w:t>of</w:t>
      </w:r>
      <w:r w:rsidR="00646BEC">
        <w:t xml:space="preserve"> </w:t>
      </w:r>
      <w:r w:rsidR="004D0B6D" w:rsidRPr="006F699D">
        <w:t>dedicated</w:t>
      </w:r>
      <w:r w:rsidR="00646BEC">
        <w:t xml:space="preserve"> </w:t>
      </w:r>
      <w:r w:rsidR="004D0B6D" w:rsidRPr="006F699D">
        <w:t>priorities</w:t>
      </w:r>
      <w:r w:rsidR="00646BEC">
        <w:t xml:space="preserve"> </w:t>
      </w:r>
      <w:r w:rsidR="00300248" w:rsidRPr="006F699D">
        <w:t>(T320)</w:t>
      </w:r>
      <w:r w:rsidR="00646BEC">
        <w:t xml:space="preserve"> </w:t>
      </w:r>
      <w:r w:rsidR="004D0B6D" w:rsidRPr="006F699D">
        <w:t>expires</w:t>
      </w:r>
      <w:r w:rsidR="00300248" w:rsidRPr="006F699D">
        <w:t>;</w:t>
      </w:r>
      <w:r w:rsidR="00646BEC">
        <w:t xml:space="preserve"> </w:t>
      </w:r>
      <w:r w:rsidR="00300248" w:rsidRPr="006F699D">
        <w:t>or</w:t>
      </w:r>
    </w:p>
    <w:p w14:paraId="1583F775" w14:textId="79C95D3E" w:rsidR="00300248" w:rsidRPr="006F699D" w:rsidRDefault="009C5091" w:rsidP="009C5091">
      <w:pPr>
        <w:pStyle w:val="B1"/>
        <w:rPr>
          <w:lang w:eastAsia="en-GB"/>
        </w:rPr>
      </w:pPr>
      <w:r w:rsidRPr="006F699D">
        <w:rPr>
          <w:lang w:eastAsia="en-GB"/>
        </w:rPr>
        <w:t>-</w:t>
      </w:r>
      <w:r w:rsidRPr="006F699D">
        <w:rPr>
          <w:lang w:eastAsia="en-GB"/>
        </w:rPr>
        <w:tab/>
      </w:r>
      <w:r w:rsidR="00300248" w:rsidRPr="006F699D">
        <w:rPr>
          <w:lang w:eastAsia="en-GB"/>
        </w:rPr>
        <w:t>a</w:t>
      </w:r>
      <w:r w:rsidR="00646BEC">
        <w:rPr>
          <w:lang w:eastAsia="en-GB"/>
        </w:rPr>
        <w:t xml:space="preserve"> </w:t>
      </w:r>
      <w:r w:rsidR="00300248" w:rsidRPr="006F699D">
        <w:rPr>
          <w:lang w:eastAsia="en-GB"/>
        </w:rPr>
        <w:t>PLMN</w:t>
      </w:r>
      <w:r w:rsidR="00646BEC">
        <w:rPr>
          <w:lang w:eastAsia="en-GB"/>
        </w:rPr>
        <w:t xml:space="preserve"> </w:t>
      </w:r>
      <w:r w:rsidR="00300248" w:rsidRPr="006F699D">
        <w:rPr>
          <w:lang w:eastAsia="en-GB"/>
        </w:rPr>
        <w:t>selection</w:t>
      </w:r>
      <w:r w:rsidR="00646BEC">
        <w:rPr>
          <w:lang w:eastAsia="en-GB"/>
        </w:rPr>
        <w:t xml:space="preserve"> </w:t>
      </w:r>
      <w:r w:rsidR="00300248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300248" w:rsidRPr="006F699D">
        <w:rPr>
          <w:lang w:eastAsia="en-GB"/>
        </w:rPr>
        <w:t>performed</w:t>
      </w:r>
      <w:r w:rsidR="00646BEC">
        <w:rPr>
          <w:lang w:eastAsia="en-GB"/>
        </w:rPr>
        <w:t xml:space="preserve"> </w:t>
      </w:r>
      <w:r w:rsidR="00300248" w:rsidRPr="006F699D">
        <w:rPr>
          <w:lang w:eastAsia="en-GB"/>
        </w:rPr>
        <w:t>on</w:t>
      </w:r>
      <w:r w:rsidR="00646BEC">
        <w:rPr>
          <w:lang w:eastAsia="en-GB"/>
        </w:rPr>
        <w:t xml:space="preserve"> </w:t>
      </w:r>
      <w:r w:rsidR="00300248" w:rsidRPr="006F699D">
        <w:rPr>
          <w:lang w:eastAsia="en-GB"/>
        </w:rPr>
        <w:t>request</w:t>
      </w:r>
      <w:r w:rsidR="00646BEC">
        <w:rPr>
          <w:lang w:eastAsia="en-GB"/>
        </w:rPr>
        <w:t xml:space="preserve"> </w:t>
      </w:r>
      <w:r w:rsidR="00300248" w:rsidRPr="006F699D">
        <w:rPr>
          <w:lang w:eastAsia="en-GB"/>
        </w:rPr>
        <w:t>by</w:t>
      </w:r>
      <w:r w:rsidR="00646BEC">
        <w:rPr>
          <w:lang w:eastAsia="en-GB"/>
        </w:rPr>
        <w:t xml:space="preserve"> </w:t>
      </w:r>
      <w:r w:rsidR="00300248" w:rsidRPr="006F699D">
        <w:rPr>
          <w:lang w:eastAsia="en-GB"/>
        </w:rPr>
        <w:t>NAS</w:t>
      </w:r>
      <w:r w:rsidR="00646BEC">
        <w:rPr>
          <w:lang w:eastAsia="en-GB"/>
        </w:rPr>
        <w:t xml:space="preserve"> </w:t>
      </w:r>
      <w:r w:rsidR="006F699D" w:rsidRPr="006F699D">
        <w:rPr>
          <w:lang w:eastAsia="en-GB"/>
        </w:rPr>
        <w:t>TS</w:t>
      </w:r>
      <w:r w:rsidR="00646BEC">
        <w:rPr>
          <w:lang w:eastAsia="en-GB"/>
        </w:rPr>
        <w:t xml:space="preserve"> </w:t>
      </w:r>
      <w:r w:rsidR="006F699D" w:rsidRPr="006F699D">
        <w:rPr>
          <w:lang w:eastAsia="en-GB"/>
        </w:rPr>
        <w:t>23.122</w:t>
      </w:r>
      <w:r w:rsidR="00646BEC">
        <w:rPr>
          <w:lang w:eastAsia="en-GB"/>
        </w:rPr>
        <w:t xml:space="preserve"> </w:t>
      </w:r>
      <w:r w:rsidR="006F699D" w:rsidRPr="006F699D">
        <w:rPr>
          <w:lang w:eastAsia="en-GB"/>
        </w:rPr>
        <w:t>[</w:t>
      </w:r>
      <w:r w:rsidR="00057D27" w:rsidRPr="006F699D">
        <w:rPr>
          <w:lang w:eastAsia="en-GB"/>
        </w:rPr>
        <w:t>5]</w:t>
      </w:r>
      <w:r w:rsidR="00300248" w:rsidRPr="006F699D">
        <w:rPr>
          <w:lang w:eastAsia="en-GB"/>
        </w:rPr>
        <w:t>.</w:t>
      </w:r>
    </w:p>
    <w:p w14:paraId="02B8F15D" w14:textId="5F49A6DA" w:rsidR="00740FC6" w:rsidRPr="006F699D" w:rsidRDefault="00AC346F" w:rsidP="00377BCE">
      <w:pPr>
        <w:pStyle w:val="NO"/>
      </w:pPr>
      <w:r w:rsidRPr="006F699D">
        <w:t>NOTE</w:t>
      </w:r>
      <w:r w:rsidR="00646BEC">
        <w:t xml:space="preserve"> </w:t>
      </w:r>
      <w:r w:rsidR="002F30E7" w:rsidRPr="006F699D">
        <w:t>6</w:t>
      </w:r>
      <w:r w:rsidRPr="006F699D">
        <w:t>:</w:t>
      </w:r>
      <w:r w:rsidRPr="006F699D">
        <w:tab/>
      </w:r>
      <w:r w:rsidR="008F64D9" w:rsidRPr="006F699D">
        <w:t>Equal</w:t>
      </w:r>
      <w:r w:rsidR="00646BEC">
        <w:t xml:space="preserve"> </w:t>
      </w:r>
      <w:r w:rsidR="008F64D9" w:rsidRPr="006F699D">
        <w:t>priorities</w:t>
      </w:r>
      <w:r w:rsidR="00646BEC">
        <w:t xml:space="preserve"> </w:t>
      </w:r>
      <w:r w:rsidR="008F64D9" w:rsidRPr="006F699D">
        <w:t>between</w:t>
      </w:r>
      <w:r w:rsidR="00646BEC">
        <w:t xml:space="preserve"> </w:t>
      </w:r>
      <w:r w:rsidR="008F64D9" w:rsidRPr="006F699D">
        <w:t>RATs</w:t>
      </w:r>
      <w:r w:rsidR="00646BEC">
        <w:t xml:space="preserve"> </w:t>
      </w:r>
      <w:r w:rsidR="008F64D9" w:rsidRPr="006F699D">
        <w:t>are</w:t>
      </w:r>
      <w:r w:rsidR="00646BEC">
        <w:t xml:space="preserve"> </w:t>
      </w:r>
      <w:r w:rsidR="008F64D9" w:rsidRPr="006F699D">
        <w:t>not</w:t>
      </w:r>
      <w:r w:rsidR="00646BEC">
        <w:t xml:space="preserve"> </w:t>
      </w:r>
      <w:r w:rsidR="008F64D9" w:rsidRPr="006F699D">
        <w:t>supported.</w:t>
      </w:r>
    </w:p>
    <w:p w14:paraId="0C10368F" w14:textId="04D84568" w:rsidR="00C419F3" w:rsidRPr="006F699D" w:rsidRDefault="00C419F3" w:rsidP="00377BCE">
      <w:r w:rsidRPr="006F699D">
        <w:t>The</w:t>
      </w:r>
      <w:r w:rsidR="00646BEC">
        <w:t xml:space="preserve"> </w:t>
      </w:r>
      <w:r w:rsidR="00ED197F" w:rsidRPr="006F699D">
        <w:t>UE</w:t>
      </w:r>
      <w:r w:rsidR="00646BEC">
        <w:t xml:space="preserve"> </w:t>
      </w:r>
      <w:r w:rsidR="00ED197F" w:rsidRPr="006F699D">
        <w:t>shall</w:t>
      </w:r>
      <w:r w:rsidR="00646BEC">
        <w:t xml:space="preserve"> </w:t>
      </w:r>
      <w:r w:rsidR="00ED197F" w:rsidRPr="006F699D">
        <w:t>only</w:t>
      </w:r>
      <w:r w:rsidR="00646BEC">
        <w:t xml:space="preserve"> </w:t>
      </w:r>
      <w:r w:rsidR="00ED197F" w:rsidRPr="006F699D">
        <w:t>perform</w:t>
      </w:r>
      <w:r w:rsidR="00646BEC">
        <w:t xml:space="preserve"> </w:t>
      </w:r>
      <w:r w:rsidR="0063169B" w:rsidRPr="006F699D">
        <w:t>cell</w:t>
      </w:r>
      <w:r w:rsidR="00646BEC">
        <w:t xml:space="preserve"> </w:t>
      </w:r>
      <w:r w:rsidR="00ED197F" w:rsidRPr="006F699D">
        <w:t>reselection</w:t>
      </w:r>
      <w:r w:rsidR="00646BEC">
        <w:t xml:space="preserve"> </w:t>
      </w:r>
      <w:r w:rsidR="00ED197F" w:rsidRPr="006F699D">
        <w:t>evaluation</w:t>
      </w:r>
      <w:r w:rsidR="00646BEC">
        <w:t xml:space="preserve"> </w:t>
      </w:r>
      <w:r w:rsidR="00ED197F" w:rsidRPr="006F699D">
        <w:t>for</w:t>
      </w:r>
      <w:r w:rsidR="00646BEC">
        <w:t xml:space="preserve"> </w:t>
      </w:r>
      <w:r w:rsidR="00ED197F" w:rsidRPr="006F699D">
        <w:t>E-UTRA</w:t>
      </w:r>
      <w:r w:rsidR="00D92FB6" w:rsidRPr="006F699D">
        <w:t>N</w:t>
      </w:r>
      <w:r w:rsidR="00646BEC">
        <w:t xml:space="preserve"> </w:t>
      </w:r>
      <w:r w:rsidR="00ED197F" w:rsidRPr="006F699D">
        <w:t>frequencies</w:t>
      </w:r>
      <w:r w:rsidR="00646BEC">
        <w:t xml:space="preserve"> </w:t>
      </w:r>
      <w:r w:rsidR="00ED197F" w:rsidRPr="006F699D">
        <w:t>and</w:t>
      </w:r>
      <w:r w:rsidR="00646BEC">
        <w:t xml:space="preserve"> </w:t>
      </w:r>
      <w:r w:rsidR="00ED197F" w:rsidRPr="006F699D">
        <w:t>inter-RAT</w:t>
      </w:r>
      <w:r w:rsidR="00646BEC">
        <w:t xml:space="preserve"> </w:t>
      </w:r>
      <w:r w:rsidR="00ED197F" w:rsidRPr="006F699D">
        <w:t>frequencies</w:t>
      </w:r>
      <w:r w:rsidR="00646BEC">
        <w:t xml:space="preserve"> </w:t>
      </w:r>
      <w:r w:rsidR="00ED197F" w:rsidRPr="006F699D">
        <w:t>that</w:t>
      </w:r>
      <w:r w:rsidR="00646BEC">
        <w:t xml:space="preserve"> </w:t>
      </w:r>
      <w:r w:rsidR="00ED197F" w:rsidRPr="006F699D">
        <w:t>are</w:t>
      </w:r>
      <w:r w:rsidR="00646BEC">
        <w:t xml:space="preserve"> </w:t>
      </w:r>
      <w:r w:rsidR="00ED197F" w:rsidRPr="006F699D">
        <w:t>given</w:t>
      </w:r>
      <w:r w:rsidR="00646BEC">
        <w:t xml:space="preserve"> </w:t>
      </w:r>
      <w:r w:rsidR="00ED197F" w:rsidRPr="006F699D">
        <w:t>in</w:t>
      </w:r>
      <w:r w:rsidR="00646BEC">
        <w:t xml:space="preserve"> </w:t>
      </w:r>
      <w:r w:rsidR="00ED197F" w:rsidRPr="006F699D">
        <w:t>system</w:t>
      </w:r>
      <w:r w:rsidR="00646BEC">
        <w:t xml:space="preserve"> </w:t>
      </w:r>
      <w:r w:rsidR="00ED197F" w:rsidRPr="006F699D">
        <w:t>information</w:t>
      </w:r>
      <w:r w:rsidR="00646BEC">
        <w:t xml:space="preserve"> </w:t>
      </w:r>
      <w:r w:rsidR="00ED197F" w:rsidRPr="006F699D">
        <w:t>and</w:t>
      </w:r>
      <w:r w:rsidR="00646BEC">
        <w:t xml:space="preserve"> </w:t>
      </w:r>
      <w:r w:rsidR="00ED197F" w:rsidRPr="006F699D">
        <w:t>for</w:t>
      </w:r>
      <w:r w:rsidR="00646BEC">
        <w:t xml:space="preserve"> </w:t>
      </w:r>
      <w:r w:rsidR="00ED197F" w:rsidRPr="006F699D">
        <w:t>which</w:t>
      </w:r>
      <w:r w:rsidR="00646BEC">
        <w:t xml:space="preserve"> </w:t>
      </w:r>
      <w:r w:rsidR="00ED197F" w:rsidRPr="006F699D">
        <w:t>the</w:t>
      </w:r>
      <w:r w:rsidR="00646BEC">
        <w:t xml:space="preserve"> </w:t>
      </w:r>
      <w:r w:rsidR="00ED197F" w:rsidRPr="006F699D">
        <w:t>UE</w:t>
      </w:r>
      <w:r w:rsidR="00646BEC">
        <w:t xml:space="preserve"> </w:t>
      </w:r>
      <w:r w:rsidR="00ED197F" w:rsidRPr="006F699D">
        <w:t>has</w:t>
      </w:r>
      <w:r w:rsidR="00646BEC">
        <w:t xml:space="preserve"> </w:t>
      </w:r>
      <w:r w:rsidR="00ED197F" w:rsidRPr="006F699D">
        <w:t>a</w:t>
      </w:r>
      <w:r w:rsidR="00646BEC">
        <w:t xml:space="preserve"> </w:t>
      </w:r>
      <w:r w:rsidR="00ED197F" w:rsidRPr="006F699D">
        <w:t>priority</w:t>
      </w:r>
      <w:r w:rsidR="00646BEC">
        <w:t xml:space="preserve"> </w:t>
      </w:r>
      <w:r w:rsidR="00AC346F" w:rsidRPr="006F699D">
        <w:t>provided</w:t>
      </w:r>
      <w:r w:rsidR="00ED197F" w:rsidRPr="006F699D">
        <w:t>.</w:t>
      </w:r>
    </w:p>
    <w:p w14:paraId="6509C126" w14:textId="23E6D47C" w:rsidR="00ED197F" w:rsidRPr="006F699D" w:rsidRDefault="00C419F3" w:rsidP="00377BCE">
      <w:r w:rsidRPr="006F699D">
        <w:t>The</w:t>
      </w:r>
      <w:r w:rsidR="00646BEC">
        <w:t xml:space="preserve"> </w:t>
      </w:r>
      <w:r w:rsidR="00D24054" w:rsidRPr="006F699D">
        <w:t>UE</w:t>
      </w:r>
      <w:r w:rsidR="00646BEC">
        <w:t xml:space="preserve"> </w:t>
      </w:r>
      <w:r w:rsidR="00D24054" w:rsidRPr="006F699D">
        <w:t>shall</w:t>
      </w:r>
      <w:r w:rsidR="00646BEC">
        <w:t xml:space="preserve"> </w:t>
      </w:r>
      <w:r w:rsidR="00D24054" w:rsidRPr="006F699D">
        <w:t>not</w:t>
      </w:r>
      <w:r w:rsidR="00646BEC">
        <w:t xml:space="preserve"> </w:t>
      </w:r>
      <w:r w:rsidR="00D24054" w:rsidRPr="006F699D">
        <w:t>consider</w:t>
      </w:r>
      <w:r w:rsidR="00646BEC">
        <w:t xml:space="preserve"> </w:t>
      </w:r>
      <w:r w:rsidR="00D24054" w:rsidRPr="006F699D">
        <w:t>any</w:t>
      </w:r>
      <w:r w:rsidR="00646BEC">
        <w:t xml:space="preserve"> </w:t>
      </w:r>
      <w:r w:rsidR="00D24054" w:rsidRPr="006F699D">
        <w:t>black</w:t>
      </w:r>
      <w:r w:rsidR="00646BEC">
        <w:t xml:space="preserve"> </w:t>
      </w:r>
      <w:r w:rsidR="00D24054" w:rsidRPr="006F699D">
        <w:t>listed</w:t>
      </w:r>
      <w:r w:rsidR="00646BEC">
        <w:t xml:space="preserve"> </w:t>
      </w:r>
      <w:r w:rsidR="00D24054" w:rsidRPr="006F699D">
        <w:t>cells</w:t>
      </w:r>
      <w:r w:rsidR="00646BEC">
        <w:t xml:space="preserve"> </w:t>
      </w:r>
      <w:r w:rsidR="00D24054" w:rsidRPr="006F699D">
        <w:t>as</w:t>
      </w:r>
      <w:r w:rsidR="00646BEC">
        <w:t xml:space="preserve"> </w:t>
      </w:r>
      <w:r w:rsidR="00D24054" w:rsidRPr="006F699D">
        <w:t>candidate</w:t>
      </w:r>
      <w:r w:rsidR="00646BEC">
        <w:t xml:space="preserve"> </w:t>
      </w:r>
      <w:r w:rsidR="00D24054" w:rsidRPr="006F699D">
        <w:t>for</w:t>
      </w:r>
      <w:r w:rsidR="00646BEC">
        <w:t xml:space="preserve"> </w:t>
      </w:r>
      <w:r w:rsidR="0063169B" w:rsidRPr="006F699D">
        <w:t>cell</w:t>
      </w:r>
      <w:r w:rsidR="00646BEC">
        <w:t xml:space="preserve"> </w:t>
      </w:r>
      <w:r w:rsidR="00D24054" w:rsidRPr="006F699D">
        <w:t>reselection.</w:t>
      </w:r>
    </w:p>
    <w:p w14:paraId="4243BE4A" w14:textId="44962454" w:rsidR="00404235" w:rsidRPr="006F699D" w:rsidRDefault="00404235" w:rsidP="00377BC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inherit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priorities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dedicated</w:t>
      </w:r>
      <w:r w:rsidR="00646BEC">
        <w:t xml:space="preserve"> </w:t>
      </w:r>
      <w:r w:rsidRPr="006F699D">
        <w:t>signalling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remaining</w:t>
      </w:r>
      <w:r w:rsidR="00646BEC">
        <w:t xml:space="preserve"> </w:t>
      </w:r>
      <w:r w:rsidRPr="006F699D">
        <w:t>validity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(i.e.,</w:t>
      </w:r>
      <w:r w:rsidR="00646BEC">
        <w:t xml:space="preserve"> </w:t>
      </w:r>
      <w:r w:rsidRPr="006F699D">
        <w:t>T320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="004D6DCE" w:rsidRPr="006F699D">
        <w:t>and</w:t>
      </w:r>
      <w:r w:rsidR="00646BEC">
        <w:t xml:space="preserve"> </w:t>
      </w:r>
      <w:r w:rsidR="004D6DCE" w:rsidRPr="006F699D">
        <w:t>NR</w:t>
      </w:r>
      <w:r w:rsidRPr="006F699D">
        <w:t>,</w:t>
      </w:r>
      <w:r w:rsidR="00646BEC">
        <w:t xml:space="preserve"> </w:t>
      </w:r>
      <w:r w:rsidRPr="006F699D">
        <w:t>T322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UTRA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T3230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GERAN),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configured,</w:t>
      </w:r>
      <w:r w:rsidR="00646BEC">
        <w:t xml:space="preserve"> </w:t>
      </w:r>
      <w:r w:rsidRPr="006F699D">
        <w:t>at</w:t>
      </w:r>
      <w:r w:rsidR="00646BEC">
        <w:t xml:space="preserve"> </w:t>
      </w:r>
      <w:r w:rsidRPr="006F699D">
        <w:t>inter-RAT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(re)selection.</w:t>
      </w:r>
    </w:p>
    <w:p w14:paraId="3BE7F23A" w14:textId="76210065" w:rsidR="0093379F" w:rsidRPr="006F699D" w:rsidRDefault="0093379F" w:rsidP="00377BCE">
      <w:pPr>
        <w:pStyle w:val="NO"/>
      </w:pPr>
      <w:r w:rsidRPr="006F699D">
        <w:t>NOTE</w:t>
      </w:r>
      <w:r w:rsidR="00646BEC">
        <w:t xml:space="preserve"> </w:t>
      </w:r>
      <w:r w:rsidR="002F30E7" w:rsidRPr="006F699D">
        <w:t>7</w:t>
      </w:r>
      <w:r w:rsidRPr="006F699D">
        <w:t>:</w:t>
      </w:r>
      <w:r w:rsidRPr="006F699D">
        <w:tab/>
        <w:t>The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assign</w:t>
      </w:r>
      <w:r w:rsidR="00646BEC">
        <w:t xml:space="preserve"> </w:t>
      </w:r>
      <w:r w:rsidRPr="006F699D">
        <w:t>dedicated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priorities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frequencies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information.</w:t>
      </w:r>
    </w:p>
    <w:p w14:paraId="4C4470A3" w14:textId="47903C68" w:rsidR="0056349E" w:rsidRPr="006F699D" w:rsidRDefault="0056349E" w:rsidP="0056349E">
      <w:r w:rsidRPr="006F699D">
        <w:rPr>
          <w:lang w:eastAsia="zh-CN"/>
        </w:rPr>
        <w:lastRenderedPageBreak/>
        <w:t>While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T360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running,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</w:t>
      </w:r>
      <w:r w:rsidRPr="006F699D">
        <w:rPr>
          <w:lang w:eastAsia="en-GB"/>
        </w:rPr>
        <w:t>edistribution</w:t>
      </w:r>
      <w:r w:rsidR="00646BEC">
        <w:rPr>
          <w:lang w:eastAsia="en-GB"/>
        </w:rPr>
        <w:t xml:space="preserve"> </w:t>
      </w:r>
      <w:r w:rsidRPr="006F699D">
        <w:rPr>
          <w:lang w:eastAsia="en-GB"/>
        </w:rPr>
        <w:t>target</w:t>
      </w:r>
      <w:r w:rsidR="00646BEC">
        <w:rPr>
          <w:lang w:eastAsia="en-GB"/>
        </w:rPr>
        <w:t xml:space="preserve"> </w:t>
      </w:r>
      <w:r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Pr="006F699D">
        <w:rPr>
          <w:lang w:eastAsia="en-GB"/>
        </w:rPr>
        <w:t>consider</w:t>
      </w:r>
      <w:r w:rsidRPr="006F699D">
        <w:rPr>
          <w:lang w:eastAsia="zh-CN"/>
        </w:rPr>
        <w:t>e</w:t>
      </w:r>
      <w:r w:rsidRPr="006F699D">
        <w:rPr>
          <w:lang w:eastAsia="en-GB"/>
        </w:rPr>
        <w:t>d</w:t>
      </w:r>
      <w:r w:rsidR="00646BEC">
        <w:rPr>
          <w:lang w:eastAsia="en-GB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highest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(i.e.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higher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any</w:t>
      </w:r>
      <w:r w:rsidR="00646BEC">
        <w:rPr>
          <w:lang w:eastAsia="zh-CN"/>
        </w:rPr>
        <w:t xml:space="preserve"> </w:t>
      </w:r>
      <w:r w:rsidR="007E671C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7E671C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network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values)</w:t>
      </w:r>
      <w:r w:rsidR="007E671C" w:rsidRPr="006F699D">
        <w:rPr>
          <w:lang w:eastAsia="zh-CN"/>
        </w:rPr>
        <w:t>.</w:t>
      </w:r>
      <w:r w:rsidR="00646BEC">
        <w:rPr>
          <w:lang w:eastAsia="zh-CN"/>
        </w:rPr>
        <w:t xml:space="preserve"> </w:t>
      </w:r>
      <w:r w:rsidR="007E671C" w:rsidRPr="006F699D">
        <w:t>UE</w:t>
      </w:r>
      <w:r w:rsidR="00646BEC">
        <w:t xml:space="preserve"> </w:t>
      </w:r>
      <w:r w:rsidR="007E671C" w:rsidRPr="006F699D">
        <w:t>shall</w:t>
      </w:r>
      <w:r w:rsidR="00646BEC">
        <w:t xml:space="preserve"> </w:t>
      </w:r>
      <w:r w:rsidR="007E671C" w:rsidRPr="006F699D">
        <w:t>continue</w:t>
      </w:r>
      <w:r w:rsidR="00646BEC">
        <w:t xml:space="preserve"> </w:t>
      </w:r>
      <w:r w:rsidR="007E671C" w:rsidRPr="006F699D">
        <w:t>to</w:t>
      </w:r>
      <w:r w:rsidR="00646BEC">
        <w:t xml:space="preserve"> </w:t>
      </w:r>
      <w:r w:rsidR="007E671C" w:rsidRPr="006F699D">
        <w:t>consider</w:t>
      </w:r>
      <w:r w:rsidR="00646BEC">
        <w:t xml:space="preserve"> </w:t>
      </w:r>
      <w:r w:rsidR="007E671C" w:rsidRPr="006F699D">
        <w:t>the</w:t>
      </w:r>
      <w:r w:rsidR="00646BEC">
        <w:t xml:space="preserve"> </w:t>
      </w:r>
      <w:r w:rsidR="007E671C" w:rsidRPr="006F699D">
        <w:t>serving</w:t>
      </w:r>
      <w:r w:rsidR="00646BEC">
        <w:t xml:space="preserve"> </w:t>
      </w:r>
      <w:r w:rsidR="007E671C" w:rsidRPr="006F699D">
        <w:t>frequency</w:t>
      </w:r>
      <w:r w:rsidR="00646BEC">
        <w:t xml:space="preserve"> </w:t>
      </w:r>
      <w:r w:rsidR="007E671C" w:rsidRPr="006F699D">
        <w:t>as</w:t>
      </w:r>
      <w:r w:rsidR="00646BEC">
        <w:t xml:space="preserve"> </w:t>
      </w:r>
      <w:r w:rsidR="007E671C" w:rsidRPr="006F699D">
        <w:t>the</w:t>
      </w:r>
      <w:r w:rsidR="00646BEC">
        <w:t xml:space="preserve"> </w:t>
      </w:r>
      <w:r w:rsidR="007E671C" w:rsidRPr="006F699D">
        <w:t>highest</w:t>
      </w:r>
      <w:r w:rsidR="00646BEC">
        <w:t xml:space="preserve"> </w:t>
      </w:r>
      <w:r w:rsidR="007E671C" w:rsidRPr="006F699D">
        <w:t>priority</w:t>
      </w:r>
      <w:r w:rsidR="00646BEC">
        <w:t xml:space="preserve"> </w:t>
      </w:r>
      <w:r w:rsidR="007E671C" w:rsidRPr="006F699D">
        <w:t>until</w:t>
      </w:r>
      <w:r w:rsidR="00646BEC">
        <w:t xml:space="preserve"> </w:t>
      </w:r>
      <w:r w:rsidR="007E671C" w:rsidRPr="006F699D">
        <w:t>completion</w:t>
      </w:r>
      <w:r w:rsidR="00646BEC">
        <w:t xml:space="preserve"> </w:t>
      </w:r>
      <w:r w:rsidR="007E671C" w:rsidRPr="006F699D">
        <w:t>of</w:t>
      </w:r>
      <w:r w:rsidR="00646BEC">
        <w:t xml:space="preserve"> </w:t>
      </w:r>
      <w:r w:rsidR="007E671C" w:rsidRPr="006F699D">
        <w:t>E-UTRAN</w:t>
      </w:r>
      <w:r w:rsidR="00646BEC">
        <w:t xml:space="preserve"> </w:t>
      </w:r>
      <w:r w:rsidR="007E671C" w:rsidRPr="006F699D">
        <w:t>Inter-frequency</w:t>
      </w:r>
      <w:r w:rsidR="00646BEC">
        <w:t xml:space="preserve"> </w:t>
      </w:r>
      <w:r w:rsidR="007E671C" w:rsidRPr="006F699D">
        <w:t>Redistribution</w:t>
      </w:r>
      <w:r w:rsidR="00646BEC">
        <w:t xml:space="preserve"> </w:t>
      </w:r>
      <w:r w:rsidR="007E671C" w:rsidRPr="006F699D">
        <w:t>procedure</w:t>
      </w:r>
      <w:r w:rsidR="00646BEC">
        <w:t xml:space="preserve"> </w:t>
      </w:r>
      <w:r w:rsidR="007E671C" w:rsidRPr="006F699D">
        <w:rPr>
          <w:lang w:eastAsia="ja-JP"/>
        </w:rPr>
        <w:t>specified</w:t>
      </w:r>
      <w:r w:rsidR="00646BEC">
        <w:rPr>
          <w:lang w:eastAsia="ja-JP"/>
        </w:rPr>
        <w:t xml:space="preserve"> </w:t>
      </w:r>
      <w:r w:rsidR="007E671C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7E671C" w:rsidRPr="006F699D">
        <w:rPr>
          <w:lang w:eastAsia="ja-JP"/>
        </w:rPr>
        <w:t>5.2.4.10</w:t>
      </w:r>
      <w:r w:rsidR="00646BEC">
        <w:rPr>
          <w:lang w:eastAsia="ja-JP"/>
        </w:rPr>
        <w:t xml:space="preserve"> </w:t>
      </w:r>
      <w:r w:rsidR="007E671C"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7E671C" w:rsidRPr="006F699D">
        <w:rPr>
          <w:lang w:eastAsia="ja-JP"/>
        </w:rPr>
        <w:t>triggered</w:t>
      </w:r>
      <w:r w:rsidR="00646BEC">
        <w:rPr>
          <w:lang w:eastAsia="ja-JP"/>
        </w:rPr>
        <w:t xml:space="preserve"> </w:t>
      </w:r>
      <w:r w:rsidR="007E671C" w:rsidRPr="006F699D">
        <w:t>on</w:t>
      </w:r>
      <w:r w:rsidR="00646BEC">
        <w:t xml:space="preserve"> </w:t>
      </w:r>
      <w:r w:rsidR="007E671C" w:rsidRPr="006F699D">
        <w:t>T360</w:t>
      </w:r>
      <w:r w:rsidR="00646BEC">
        <w:t xml:space="preserve"> </w:t>
      </w:r>
      <w:r w:rsidR="007E671C" w:rsidRPr="006F699D">
        <w:t>expiry/</w:t>
      </w:r>
      <w:r w:rsidR="00646BEC">
        <w:t xml:space="preserve"> </w:t>
      </w:r>
      <w:r w:rsidR="007E671C" w:rsidRPr="006F699D">
        <w:t>stop</w:t>
      </w:r>
      <w:r w:rsidRPr="006F699D">
        <w:rPr>
          <w:lang w:eastAsia="zh-CN"/>
        </w:rPr>
        <w:t>.</w:t>
      </w:r>
    </w:p>
    <w:p w14:paraId="78A207AF" w14:textId="619C83AD" w:rsidR="003F09A1" w:rsidRPr="006F699D" w:rsidRDefault="003F09A1" w:rsidP="00377BCE">
      <w:pPr>
        <w:pStyle w:val="Heading4"/>
      </w:pPr>
      <w:bookmarkStart w:id="124" w:name="_Toc29237897"/>
      <w:bookmarkStart w:id="125" w:name="_Toc46523014"/>
      <w:bookmarkStart w:id="126" w:name="_Toc100742592"/>
      <w:r w:rsidRPr="006F699D">
        <w:t>5.2.4.</w:t>
      </w:r>
      <w:r w:rsidR="00C813BA" w:rsidRPr="006F699D">
        <w:t>2</w:t>
      </w:r>
      <w:r w:rsidRPr="006F699D">
        <w:tab/>
        <w:t>Measurement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re-selection</w:t>
      </w:r>
      <w:bookmarkEnd w:id="124"/>
      <w:bookmarkEnd w:id="125"/>
      <w:bookmarkEnd w:id="126"/>
    </w:p>
    <w:p w14:paraId="7B0DC90B" w14:textId="777803EB" w:rsidR="00D80C02" w:rsidRPr="006F699D" w:rsidRDefault="00D80C02" w:rsidP="00D80C02">
      <w:r w:rsidRPr="006F699D">
        <w:t>For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re-selection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5.2.4.2.a.</w:t>
      </w:r>
    </w:p>
    <w:p w14:paraId="5AE6B098" w14:textId="241C83FD" w:rsidR="00B2695F" w:rsidRPr="006F699D" w:rsidRDefault="00B2695F" w:rsidP="00377BCE">
      <w:r w:rsidRPr="006F699D">
        <w:t>When</w:t>
      </w:r>
      <w:r w:rsidR="00646BEC">
        <w:t xml:space="preserve"> </w:t>
      </w:r>
      <w:r w:rsidRPr="006F699D">
        <w:t>evaluating</w:t>
      </w:r>
      <w:r w:rsidR="00646BEC"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non-serving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cells</w:t>
      </w:r>
      <w:r w:rsidR="00646BEC">
        <w:rPr>
          <w:lang w:eastAsia="ja-JP"/>
        </w:rPr>
        <w:t xml:space="preserve"> </w:t>
      </w:r>
      <w:r w:rsidRPr="006F699D">
        <w:t>for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purposes,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cell.</w:t>
      </w:r>
    </w:p>
    <w:p w14:paraId="5F118BF6" w14:textId="7F6D62D2" w:rsidR="00B2695F" w:rsidRPr="006F699D" w:rsidRDefault="00B2695F" w:rsidP="00377BCE">
      <w:r w:rsidRPr="006F699D">
        <w:t>Following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limit</w:t>
      </w:r>
      <w:r w:rsidR="00646BEC">
        <w:t xml:space="preserve"> </w:t>
      </w:r>
      <w:r w:rsidRPr="006F699D">
        <w:t>needed</w:t>
      </w:r>
      <w:r w:rsidR="00646BEC">
        <w:t xml:space="preserve"> </w:t>
      </w:r>
      <w:r w:rsidRPr="006F699D">
        <w:t>measurements:</w:t>
      </w:r>
    </w:p>
    <w:p w14:paraId="3F3346EA" w14:textId="5DB48E0F" w:rsidR="00B2695F" w:rsidRPr="006F699D" w:rsidRDefault="00B2695F" w:rsidP="00377BCE">
      <w:pPr>
        <w:pStyle w:val="B1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fulfils</w:t>
      </w:r>
      <w:r w:rsidR="00646BEC">
        <w:rPr>
          <w:lang w:eastAsia="ja-JP"/>
        </w:rPr>
        <w:t xml:space="preserve"> </w:t>
      </w:r>
      <w:r w:rsidRPr="006F699D">
        <w:t>S</w:t>
      </w:r>
      <w:r w:rsidRPr="006F699D">
        <w:rPr>
          <w:lang w:eastAsia="ja-JP"/>
        </w:rPr>
        <w:t>rxlev</w:t>
      </w:r>
      <w:r w:rsidR="00646BEC">
        <w:rPr>
          <w:vertAlign w:val="subscript"/>
        </w:rPr>
        <w:t xml:space="preserve"> </w:t>
      </w:r>
      <w:r w:rsidRPr="006F699D">
        <w:t>&gt;</w:t>
      </w:r>
      <w:r w:rsidR="00646BEC">
        <w:t xml:space="preserve"> </w:t>
      </w:r>
      <w:r w:rsidRPr="006F699D">
        <w:t>S</w:t>
      </w:r>
      <w:r w:rsidRPr="006F699D">
        <w:rPr>
          <w:vertAlign w:val="subscript"/>
          <w:lang w:eastAsia="ja-JP"/>
        </w:rPr>
        <w:t>I</w:t>
      </w:r>
      <w:r w:rsidRPr="006F699D">
        <w:rPr>
          <w:vertAlign w:val="subscript"/>
        </w:rPr>
        <w:t>ntra</w:t>
      </w:r>
      <w:r w:rsidRPr="006F699D">
        <w:rPr>
          <w:vertAlign w:val="subscript"/>
          <w:lang w:eastAsia="ja-JP"/>
        </w:rPr>
        <w:t>S</w:t>
      </w:r>
      <w:r w:rsidRPr="006F699D">
        <w:rPr>
          <w:vertAlign w:val="subscript"/>
        </w:rPr>
        <w:t>earch</w:t>
      </w:r>
      <w:r w:rsidRPr="006F699D">
        <w:rPr>
          <w:vertAlign w:val="subscript"/>
          <w:lang w:eastAsia="ja-JP"/>
        </w:rPr>
        <w:t>P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&gt;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</w:t>
      </w:r>
      <w:r w:rsidRPr="006F699D">
        <w:rPr>
          <w:vertAlign w:val="subscript"/>
          <w:lang w:eastAsia="ja-JP"/>
        </w:rPr>
        <w:t>IntraSearchQ</w:t>
      </w:r>
      <w:r w:rsidRPr="006F699D"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choose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t>perform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Pr="006F699D">
        <w:t>measurements.</w:t>
      </w:r>
    </w:p>
    <w:p w14:paraId="2D346416" w14:textId="7A09AE99" w:rsidR="00B2695F" w:rsidRPr="006F699D" w:rsidRDefault="00B2695F" w:rsidP="00377BCE">
      <w:pPr>
        <w:pStyle w:val="B1"/>
      </w:pPr>
      <w:r w:rsidRPr="006F699D">
        <w:t>-</w:t>
      </w:r>
      <w:r w:rsidRPr="006F699D">
        <w:tab/>
      </w:r>
      <w:r w:rsidRPr="006F699D">
        <w:rPr>
          <w:lang w:eastAsia="ja-JP"/>
        </w:rPr>
        <w:t>Otherwise,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Pr="006F699D">
        <w:t>measurements.</w:t>
      </w:r>
    </w:p>
    <w:p w14:paraId="4DF07B1B" w14:textId="38CC9D5F" w:rsidR="00024762" w:rsidRPr="006F699D" w:rsidRDefault="0063169B" w:rsidP="00377BCE">
      <w:pPr>
        <w:pStyle w:val="B1"/>
        <w:rPr>
          <w:lang w:eastAsia="ja-JP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</w:r>
      <w:r w:rsidR="00024762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apply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following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rules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inter-frequencies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400904" w:rsidRPr="006F699D">
        <w:rPr>
          <w:lang w:eastAsia="zh-CN"/>
        </w:rPr>
        <w:t>inter-</w:t>
      </w:r>
      <w:r w:rsidR="00974C76" w:rsidRPr="006F699D">
        <w:rPr>
          <w:lang w:eastAsia="zh-CN"/>
        </w:rPr>
        <w:t>RAT</w:t>
      </w:r>
      <w:r w:rsidR="00646BEC">
        <w:rPr>
          <w:lang w:eastAsia="zh-CN"/>
        </w:rPr>
        <w:t xml:space="preserve"> </w:t>
      </w:r>
      <w:r w:rsidR="00F64E5A" w:rsidRPr="006F699D">
        <w:rPr>
          <w:lang w:eastAsia="zh-CN"/>
        </w:rPr>
        <w:t>frequencies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are</w:t>
      </w:r>
      <w:r w:rsidR="00646BEC">
        <w:rPr>
          <w:lang w:eastAsia="zh-CN"/>
        </w:rPr>
        <w:t xml:space="preserve"> </w:t>
      </w:r>
      <w:r w:rsidR="00974C76" w:rsidRPr="006F699D">
        <w:rPr>
          <w:lang w:eastAsia="zh-CN"/>
        </w:rPr>
        <w:t>indicated</w:t>
      </w:r>
      <w:r w:rsidR="00646BEC">
        <w:rPr>
          <w:lang w:eastAsia="zh-CN"/>
        </w:rPr>
        <w:t xml:space="preserve"> </w:t>
      </w:r>
      <w:r w:rsidR="00974C76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974C76" w:rsidRPr="006F699D">
        <w:rPr>
          <w:lang w:eastAsia="ja-JP"/>
        </w:rPr>
        <w:t>system</w:t>
      </w:r>
      <w:r w:rsidR="00646BEC">
        <w:rPr>
          <w:lang w:eastAsia="ja-JP"/>
        </w:rPr>
        <w:t xml:space="preserve"> </w:t>
      </w:r>
      <w:r w:rsidR="00974C76" w:rsidRPr="006F699D">
        <w:rPr>
          <w:lang w:eastAsia="ja-JP"/>
        </w:rPr>
        <w:t>information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has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B25A91" w:rsidRPr="006F699D">
        <w:rPr>
          <w:lang w:eastAsia="zh-CN"/>
        </w:rPr>
        <w:t>provided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defined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5.2.4.1:</w:t>
      </w:r>
    </w:p>
    <w:p w14:paraId="1DAF8FDB" w14:textId="24D07323" w:rsidR="008458E9" w:rsidRPr="006F699D" w:rsidRDefault="0063169B" w:rsidP="00377BCE">
      <w:pPr>
        <w:pStyle w:val="B2"/>
        <w:rPr>
          <w:lang w:eastAsia="ja-JP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</w:r>
      <w:r w:rsidR="00024762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an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inter-frequency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inter-RAT</w:t>
      </w:r>
      <w:r w:rsidR="00646BEC">
        <w:rPr>
          <w:lang w:eastAsia="zh-CN"/>
        </w:rPr>
        <w:t xml:space="preserve"> </w:t>
      </w:r>
      <w:r w:rsidR="00024762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6C7607"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="00974C76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="00974C76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974C76" w:rsidRPr="006F699D">
        <w:rPr>
          <w:lang w:eastAsia="zh-CN"/>
        </w:rPr>
        <w:t>higher</w:t>
      </w:r>
      <w:r w:rsidR="00646BEC">
        <w:rPr>
          <w:lang w:eastAsia="zh-CN"/>
        </w:rPr>
        <w:t xml:space="preserve"> </w:t>
      </w:r>
      <w:r w:rsidR="00974C76"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="00974C76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="00974C76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F64E5A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F64E5A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F64E5A" w:rsidRPr="006F699D">
        <w:rPr>
          <w:lang w:eastAsia="zh-CN"/>
        </w:rPr>
        <w:t>current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E-UTRA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400904" w:rsidRPr="006F699D">
        <w:rPr>
          <w:lang w:eastAsia="ja-JP"/>
        </w:rPr>
        <w:t>t</w:t>
      </w:r>
      <w:r w:rsidR="0036682A" w:rsidRPr="006F699D">
        <w:rPr>
          <w:lang w:eastAsia="ja-JP"/>
        </w:rPr>
        <w:t>he</w:t>
      </w:r>
      <w:r w:rsidR="00646BEC">
        <w:rPr>
          <w:lang w:eastAsia="ja-JP"/>
        </w:rPr>
        <w:t xml:space="preserve"> </w:t>
      </w:r>
      <w:r w:rsidR="0036682A" w:rsidRPr="006F699D">
        <w:t>UE</w:t>
      </w:r>
      <w:r w:rsidR="00646BEC">
        <w:t xml:space="preserve"> </w:t>
      </w:r>
      <w:r w:rsidR="0036682A" w:rsidRPr="006F699D">
        <w:t>shall</w:t>
      </w:r>
      <w:r w:rsidR="00646BEC">
        <w:t xml:space="preserve"> </w:t>
      </w:r>
      <w:r w:rsidR="006C7607" w:rsidRPr="006F699D">
        <w:t>perform</w:t>
      </w:r>
      <w:r w:rsidR="00646BEC">
        <w:t xml:space="preserve"> </w:t>
      </w:r>
      <w:r w:rsidR="006C7607" w:rsidRPr="006F699D">
        <w:t>measurements</w:t>
      </w:r>
      <w:r w:rsidR="00646BEC">
        <w:t xml:space="preserve"> </w:t>
      </w:r>
      <w:r w:rsidR="00FB3316" w:rsidRPr="006F699D">
        <w:t>of</w:t>
      </w:r>
      <w:r w:rsidR="00646BEC">
        <w:t xml:space="preserve"> </w:t>
      </w:r>
      <w:r w:rsidR="00FB3316" w:rsidRPr="006F699D">
        <w:t>higher</w:t>
      </w:r>
      <w:r w:rsidR="00646BEC">
        <w:t xml:space="preserve"> </w:t>
      </w:r>
      <w:r w:rsidR="00FB3316" w:rsidRPr="006F699D">
        <w:t>priority</w:t>
      </w:r>
      <w:r w:rsidR="00646BEC">
        <w:t xml:space="preserve"> </w:t>
      </w:r>
      <w:r w:rsidR="008458E9" w:rsidRPr="006F699D">
        <w:t>E-UTRAN</w:t>
      </w:r>
      <w:r w:rsidR="00646BEC">
        <w:t xml:space="preserve"> </w:t>
      </w:r>
      <w:r w:rsidR="008458E9" w:rsidRPr="006F699D">
        <w:t>inter-frequenc</w:t>
      </w:r>
      <w:r w:rsidR="00103581" w:rsidRPr="006F699D">
        <w:t>y</w:t>
      </w:r>
      <w:r w:rsidR="00646BEC">
        <w:t xml:space="preserve"> </w:t>
      </w:r>
      <w:r w:rsidR="008458E9" w:rsidRPr="006F699D">
        <w:t>or</w:t>
      </w:r>
      <w:r w:rsidR="00646BEC">
        <w:t xml:space="preserve"> </w:t>
      </w:r>
      <w:r w:rsidR="008458E9" w:rsidRPr="006F699D">
        <w:t>inter-RAT</w:t>
      </w:r>
      <w:r w:rsidR="00646BEC">
        <w:t xml:space="preserve"> </w:t>
      </w:r>
      <w:r w:rsidR="008458E9" w:rsidRPr="006F699D">
        <w:t>frequencies</w:t>
      </w:r>
      <w:r w:rsidR="00646BEC">
        <w:t xml:space="preserve"> </w:t>
      </w:r>
      <w:r w:rsidR="008458E9" w:rsidRPr="006F699D">
        <w:t>according</w:t>
      </w:r>
      <w:r w:rsidR="00646BEC">
        <w:t xml:space="preserve"> </w:t>
      </w:r>
      <w:r w:rsidR="008458E9" w:rsidRPr="006F699D">
        <w:t>to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36.133</w:t>
      </w:r>
      <w:r w:rsidR="00646BEC">
        <w:t xml:space="preserve"> </w:t>
      </w:r>
      <w:r w:rsidR="006F699D" w:rsidRPr="006F699D">
        <w:t>[</w:t>
      </w:r>
      <w:r w:rsidR="00057D27" w:rsidRPr="006F699D">
        <w:t>10]</w:t>
      </w:r>
      <w:r w:rsidR="008458E9" w:rsidRPr="006F699D">
        <w:t>.</w:t>
      </w:r>
    </w:p>
    <w:p w14:paraId="732E7E40" w14:textId="4D65659E" w:rsidR="004960C9" w:rsidRPr="006F699D" w:rsidRDefault="0063169B" w:rsidP="00377BCE">
      <w:pPr>
        <w:pStyle w:val="B2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</w:r>
      <w:r w:rsidR="008458E9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an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inter-frequency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a</w:t>
      </w:r>
      <w:r w:rsidR="00103581" w:rsidRPr="006F699D">
        <w:rPr>
          <w:lang w:eastAsia="zh-CN"/>
        </w:rPr>
        <w:t>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equal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lower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priority</w:t>
      </w:r>
      <w:r w:rsidR="00646BEC">
        <w:t xml:space="preserve"> </w:t>
      </w:r>
      <w:r w:rsidR="008458E9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current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E-UTRA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inter-RAT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lower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priority</w:t>
      </w:r>
      <w:r w:rsidR="00646BEC">
        <w:t xml:space="preserve"> </w:t>
      </w:r>
      <w:r w:rsidR="008458E9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current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E-UTRA</w:t>
      </w:r>
      <w:r w:rsidR="00D92FB6" w:rsidRPr="006F699D">
        <w:rPr>
          <w:lang w:eastAsia="zh-CN"/>
        </w:rPr>
        <w:t>N</w:t>
      </w:r>
      <w:r w:rsidR="00646BEC">
        <w:rPr>
          <w:lang w:eastAsia="zh-CN"/>
        </w:rPr>
        <w:t xml:space="preserve"> </w:t>
      </w:r>
      <w:r w:rsidR="008458E9" w:rsidRPr="006F699D">
        <w:rPr>
          <w:lang w:eastAsia="zh-CN"/>
        </w:rPr>
        <w:t>frequency:</w:t>
      </w:r>
    </w:p>
    <w:p w14:paraId="59AE5835" w14:textId="4C881251" w:rsidR="00B2695F" w:rsidRPr="006F699D" w:rsidRDefault="00B2695F" w:rsidP="00377BCE">
      <w:pPr>
        <w:pStyle w:val="B3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fulfils</w:t>
      </w:r>
      <w:r w:rsidR="00646BEC">
        <w:rPr>
          <w:lang w:eastAsia="ja-JP"/>
        </w:rPr>
        <w:t xml:space="preserve"> </w:t>
      </w:r>
      <w:r w:rsidRPr="006F699D">
        <w:t>S</w:t>
      </w:r>
      <w:r w:rsidRPr="006F699D">
        <w:rPr>
          <w:lang w:eastAsia="ja-JP"/>
        </w:rPr>
        <w:t>rxlev</w:t>
      </w:r>
      <w:r w:rsidR="00646BEC">
        <w:t xml:space="preserve"> </w:t>
      </w:r>
      <w:r w:rsidRPr="006F699D">
        <w:t>&gt;</w:t>
      </w:r>
      <w:r w:rsidR="00646BEC">
        <w:t xml:space="preserve"> </w:t>
      </w:r>
      <w:r w:rsidRPr="006F699D">
        <w:t>S</w:t>
      </w:r>
      <w:r w:rsidRPr="006F699D">
        <w:rPr>
          <w:vertAlign w:val="subscript"/>
          <w:lang w:eastAsia="ja-JP"/>
        </w:rPr>
        <w:t>nonI</w:t>
      </w:r>
      <w:r w:rsidRPr="006F699D">
        <w:rPr>
          <w:vertAlign w:val="subscript"/>
        </w:rPr>
        <w:t>ntra</w:t>
      </w:r>
      <w:r w:rsidRPr="006F699D">
        <w:rPr>
          <w:vertAlign w:val="subscript"/>
          <w:lang w:eastAsia="ja-JP"/>
        </w:rPr>
        <w:t>S</w:t>
      </w:r>
      <w:r w:rsidRPr="006F699D">
        <w:rPr>
          <w:vertAlign w:val="subscript"/>
        </w:rPr>
        <w:t>earch</w:t>
      </w:r>
      <w:r w:rsidRPr="006F699D">
        <w:rPr>
          <w:vertAlign w:val="subscript"/>
          <w:lang w:eastAsia="ja-JP"/>
        </w:rPr>
        <w:t>P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t>S</w:t>
      </w:r>
      <w:r w:rsidRPr="006F699D">
        <w:rPr>
          <w:lang w:eastAsia="ja-JP"/>
        </w:rPr>
        <w:t>qual</w:t>
      </w:r>
      <w:r w:rsidR="00646BEC">
        <w:t xml:space="preserve"> </w:t>
      </w:r>
      <w:r w:rsidRPr="006F699D">
        <w:t>&gt;</w:t>
      </w:r>
      <w:r w:rsidR="00646BEC">
        <w:t xml:space="preserve"> </w:t>
      </w:r>
      <w:r w:rsidRPr="006F699D">
        <w:t>S</w:t>
      </w:r>
      <w:r w:rsidRPr="006F699D">
        <w:rPr>
          <w:vertAlign w:val="subscript"/>
          <w:lang w:eastAsia="ja-JP"/>
        </w:rPr>
        <w:t>nonI</w:t>
      </w:r>
      <w:r w:rsidRPr="006F699D">
        <w:rPr>
          <w:vertAlign w:val="subscript"/>
        </w:rPr>
        <w:t>ntra</w:t>
      </w:r>
      <w:r w:rsidRPr="006F699D">
        <w:rPr>
          <w:vertAlign w:val="subscript"/>
          <w:lang w:eastAsia="ja-JP"/>
        </w:rPr>
        <w:t>S</w:t>
      </w:r>
      <w:r w:rsidRPr="006F699D">
        <w:rPr>
          <w:vertAlign w:val="subscript"/>
        </w:rPr>
        <w:t>earch</w:t>
      </w:r>
      <w:r w:rsidRPr="006F699D">
        <w:rPr>
          <w:vertAlign w:val="subscript"/>
          <w:lang w:eastAsia="ja-JP"/>
        </w:rPr>
        <w:t>Q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may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choose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inter-frequencies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lower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unless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triggered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measure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an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inter-frequency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="0056349E" w:rsidRPr="006F699D">
        <w:rPr>
          <w:i/>
          <w:lang w:eastAsia="zh-CN"/>
        </w:rPr>
        <w:t>redistributionInterFreqInfo</w:t>
      </w:r>
      <w:r w:rsidRPr="006F699D">
        <w:rPr>
          <w:lang w:eastAsia="ja-JP"/>
        </w:rPr>
        <w:t>.</w:t>
      </w:r>
    </w:p>
    <w:p w14:paraId="107AC5F2" w14:textId="31C9CC6E" w:rsidR="00B2695F" w:rsidRPr="006F699D" w:rsidRDefault="00B2695F" w:rsidP="00377BCE">
      <w:pPr>
        <w:pStyle w:val="B3"/>
      </w:pPr>
      <w:r w:rsidRPr="006F699D">
        <w:t>-</w:t>
      </w:r>
      <w:r w:rsidRPr="006F699D">
        <w:tab/>
      </w:r>
      <w:r w:rsidRPr="006F699D">
        <w:rPr>
          <w:lang w:eastAsia="ja-JP"/>
        </w:rPr>
        <w:t>Otherwise,</w:t>
      </w:r>
      <w:r w:rsidR="00646BEC">
        <w:rPr>
          <w:i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rPr>
          <w:lang w:eastAsia="ja-JP"/>
        </w:rPr>
        <w:t>perform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inter-frequencies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lower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according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TS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36.133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[</w:t>
      </w:r>
      <w:r w:rsidR="00057D27" w:rsidRPr="006F699D">
        <w:rPr>
          <w:lang w:eastAsia="ja-JP"/>
        </w:rPr>
        <w:t>10]</w:t>
      </w:r>
      <w:r w:rsidRPr="006F699D">
        <w:t>.</w:t>
      </w:r>
    </w:p>
    <w:p w14:paraId="51087C7A" w14:textId="72F0E400" w:rsidR="001403D3" w:rsidRPr="006F699D" w:rsidRDefault="001403D3" w:rsidP="001403D3">
      <w:pPr>
        <w:pStyle w:val="B1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supports</w:t>
      </w:r>
      <w:r w:rsidR="00646BEC">
        <w:t xml:space="preserve"> </w:t>
      </w:r>
      <w:r w:rsidRPr="006F699D">
        <w:t>relaxed</w:t>
      </w:r>
      <w:r w:rsidR="00646BEC">
        <w:t xml:space="preserve"> </w:t>
      </w:r>
      <w:r w:rsidRPr="006F699D">
        <w:t>monitoring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s-SearchDeltaP</w:t>
      </w:r>
      <w:r w:rsidR="00646BEC">
        <w:rPr>
          <w:i/>
        </w:rPr>
        <w:t xml:space="preserve"> </w:t>
      </w:r>
      <w:r w:rsidRPr="006F699D">
        <w:t>is</w:t>
      </w:r>
      <w:r w:rsidR="00646BEC">
        <w:t xml:space="preserve"> </w:t>
      </w:r>
      <w:r w:rsidRPr="006F699D">
        <w:t>present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SystemInformationBlockType3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may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further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limit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needed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measurements,</w:t>
      </w:r>
      <w:r w:rsidR="00646BEC">
        <w:rPr>
          <w:lang w:eastAsia="ja-JP"/>
        </w:rPr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5.2.4.12</w:t>
      </w:r>
      <w:r w:rsidRPr="006F699D">
        <w:rPr>
          <w:lang w:eastAsia="ja-JP"/>
        </w:rPr>
        <w:t>.</w:t>
      </w:r>
    </w:p>
    <w:p w14:paraId="4D9C2A90" w14:textId="013271CC" w:rsidR="00D80C02" w:rsidRPr="006F699D" w:rsidRDefault="00D80C02" w:rsidP="00D80C02">
      <w:pPr>
        <w:pStyle w:val="Heading4"/>
      </w:pPr>
      <w:bookmarkStart w:id="127" w:name="_Toc29237898"/>
      <w:bookmarkStart w:id="128" w:name="_Toc46523015"/>
      <w:bookmarkStart w:id="129" w:name="_Toc100742593"/>
      <w:r w:rsidRPr="006F699D">
        <w:t>5.2.4.2a</w:t>
      </w:r>
      <w:r w:rsidRPr="006F699D">
        <w:tab/>
        <w:t>Measurement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re-selection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</w:t>
      </w:r>
      <w:bookmarkEnd w:id="127"/>
      <w:bookmarkEnd w:id="128"/>
      <w:bookmarkEnd w:id="129"/>
    </w:p>
    <w:p w14:paraId="7B19B2C5" w14:textId="72BBB955" w:rsidR="00D80C02" w:rsidRPr="006F699D" w:rsidRDefault="00D80C02" w:rsidP="00D80C02">
      <w:r w:rsidRPr="006F699D">
        <w:t>When</w:t>
      </w:r>
      <w:r w:rsidR="00646BEC">
        <w:t xml:space="preserve"> </w:t>
      </w:r>
      <w:r w:rsidRPr="006F699D">
        <w:t>evaluating</w:t>
      </w:r>
      <w:r w:rsidR="00646BEC"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non-serving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cells</w:t>
      </w:r>
      <w:r w:rsidR="00646BEC">
        <w:rPr>
          <w:lang w:eastAsia="ja-JP"/>
        </w:rPr>
        <w:t xml:space="preserve"> </w:t>
      </w:r>
      <w:r w:rsidRPr="006F699D">
        <w:t>for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purposes,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cell.</w:t>
      </w:r>
    </w:p>
    <w:p w14:paraId="23EC3551" w14:textId="0F26634E" w:rsidR="00D80C02" w:rsidRPr="006F699D" w:rsidRDefault="00D80C02" w:rsidP="00D80C02">
      <w:r w:rsidRPr="006F699D">
        <w:t>Following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limit</w:t>
      </w:r>
      <w:r w:rsidR="00646BEC">
        <w:t xml:space="preserve"> </w:t>
      </w:r>
      <w:r w:rsidRPr="006F699D">
        <w:t>needed</w:t>
      </w:r>
      <w:r w:rsidR="00646BEC">
        <w:t xml:space="preserve"> </w:t>
      </w:r>
      <w:r w:rsidRPr="006F699D">
        <w:t>measurements:</w:t>
      </w:r>
    </w:p>
    <w:p w14:paraId="37C620BE" w14:textId="01E7B8C8" w:rsidR="00D80C02" w:rsidRPr="006F699D" w:rsidRDefault="00D80C02" w:rsidP="00D80C02">
      <w:pPr>
        <w:pStyle w:val="B1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fulfils</w:t>
      </w:r>
      <w:r w:rsidR="00646BEC">
        <w:rPr>
          <w:lang w:eastAsia="ja-JP"/>
        </w:rPr>
        <w:t xml:space="preserve"> </w:t>
      </w:r>
      <w:r w:rsidRPr="006F699D">
        <w:t>S</w:t>
      </w:r>
      <w:r w:rsidRPr="006F699D">
        <w:rPr>
          <w:lang w:eastAsia="ja-JP"/>
        </w:rPr>
        <w:t>rxlev</w:t>
      </w:r>
      <w:r w:rsidR="00646BEC">
        <w:rPr>
          <w:vertAlign w:val="subscript"/>
        </w:rPr>
        <w:t xml:space="preserve"> </w:t>
      </w:r>
      <w:r w:rsidRPr="006F699D">
        <w:t>&gt;</w:t>
      </w:r>
      <w:r w:rsidR="00646BEC">
        <w:t xml:space="preserve"> </w:t>
      </w:r>
      <w:r w:rsidRPr="006F699D">
        <w:t>S</w:t>
      </w:r>
      <w:r w:rsidRPr="006F699D">
        <w:rPr>
          <w:vertAlign w:val="subscript"/>
          <w:lang w:eastAsia="ja-JP"/>
        </w:rPr>
        <w:t>I</w:t>
      </w:r>
      <w:r w:rsidRPr="006F699D">
        <w:rPr>
          <w:vertAlign w:val="subscript"/>
        </w:rPr>
        <w:t>ntra</w:t>
      </w:r>
      <w:r w:rsidRPr="006F699D">
        <w:rPr>
          <w:vertAlign w:val="subscript"/>
          <w:lang w:eastAsia="ja-JP"/>
        </w:rPr>
        <w:t>S</w:t>
      </w:r>
      <w:r w:rsidRPr="006F699D">
        <w:rPr>
          <w:vertAlign w:val="subscript"/>
        </w:rPr>
        <w:t>earch</w:t>
      </w:r>
      <w:r w:rsidRPr="006F699D">
        <w:rPr>
          <w:vertAlign w:val="subscript"/>
          <w:lang w:eastAsia="ja-JP"/>
        </w:rPr>
        <w:t>P</w:t>
      </w:r>
      <w:r w:rsidRPr="006F699D"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choose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t>perform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Pr="006F699D">
        <w:t>measurements.</w:t>
      </w:r>
    </w:p>
    <w:p w14:paraId="46E2FB54" w14:textId="01892416" w:rsidR="00D80C02" w:rsidRPr="006F699D" w:rsidRDefault="00D80C02" w:rsidP="00D80C02">
      <w:pPr>
        <w:pStyle w:val="B1"/>
      </w:pPr>
      <w:r w:rsidRPr="006F699D">
        <w:t>-</w:t>
      </w:r>
      <w:r w:rsidRPr="006F699D">
        <w:tab/>
      </w:r>
      <w:r w:rsidRPr="006F699D">
        <w:rPr>
          <w:lang w:eastAsia="ja-JP"/>
        </w:rPr>
        <w:t>Otherwise,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Pr="006F699D">
        <w:t>measurements.</w:t>
      </w:r>
    </w:p>
    <w:p w14:paraId="0CD0AB59" w14:textId="7CA15596" w:rsidR="00D80C02" w:rsidRPr="006F699D" w:rsidRDefault="00D80C02" w:rsidP="00D80C02">
      <w:pPr>
        <w:pStyle w:val="B1"/>
        <w:rPr>
          <w:lang w:eastAsia="zh-CN"/>
        </w:rPr>
      </w:pPr>
      <w:r w:rsidRPr="006F699D">
        <w:t>-</w:t>
      </w:r>
      <w:r w:rsidRPr="006F699D">
        <w:tab/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apply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following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rules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NB-IoT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inter-frequencies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indicated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ja-JP"/>
        </w:rPr>
        <w:t>system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information</w:t>
      </w:r>
      <w:r w:rsidRPr="006F699D">
        <w:rPr>
          <w:lang w:eastAsia="zh-CN"/>
        </w:rPr>
        <w:t>:</w:t>
      </w:r>
    </w:p>
    <w:p w14:paraId="3C4A230A" w14:textId="782335F7" w:rsidR="00D80C02" w:rsidRPr="006F699D" w:rsidRDefault="00D80C02" w:rsidP="00D80C02">
      <w:pPr>
        <w:pStyle w:val="B2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fulfils</w:t>
      </w:r>
      <w:r w:rsidR="00646BEC">
        <w:rPr>
          <w:lang w:eastAsia="ja-JP"/>
        </w:rPr>
        <w:t xml:space="preserve"> </w:t>
      </w:r>
      <w:r w:rsidRPr="006F699D">
        <w:t>S</w:t>
      </w:r>
      <w:r w:rsidRPr="006F699D">
        <w:rPr>
          <w:lang w:eastAsia="ja-JP"/>
        </w:rPr>
        <w:t>rxlev</w:t>
      </w:r>
      <w:r w:rsidR="00646BEC">
        <w:t xml:space="preserve"> </w:t>
      </w:r>
      <w:r w:rsidRPr="006F699D">
        <w:t>&gt;</w:t>
      </w:r>
      <w:r w:rsidR="00646BEC">
        <w:t xml:space="preserve"> </w:t>
      </w:r>
      <w:r w:rsidRPr="006F699D">
        <w:t>S</w:t>
      </w:r>
      <w:r w:rsidRPr="006F699D">
        <w:rPr>
          <w:vertAlign w:val="subscript"/>
          <w:lang w:eastAsia="ja-JP"/>
        </w:rPr>
        <w:t>nonI</w:t>
      </w:r>
      <w:r w:rsidRPr="006F699D">
        <w:rPr>
          <w:vertAlign w:val="subscript"/>
        </w:rPr>
        <w:t>ntra</w:t>
      </w:r>
      <w:r w:rsidRPr="006F699D">
        <w:rPr>
          <w:vertAlign w:val="subscript"/>
          <w:lang w:eastAsia="ja-JP"/>
        </w:rPr>
        <w:t>S</w:t>
      </w:r>
      <w:r w:rsidRPr="006F699D">
        <w:rPr>
          <w:vertAlign w:val="subscript"/>
        </w:rPr>
        <w:t>earch</w:t>
      </w:r>
      <w:r w:rsidRPr="006F699D">
        <w:rPr>
          <w:vertAlign w:val="subscript"/>
          <w:lang w:eastAsia="ja-JP"/>
        </w:rPr>
        <w:t>P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may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choose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</w:t>
      </w:r>
      <w:r w:rsidR="00646BEC">
        <w:rPr>
          <w:lang w:eastAsia="ja-JP"/>
        </w:rPr>
        <w:t xml:space="preserve"> </w:t>
      </w:r>
      <w:r w:rsidRPr="006F699D">
        <w:t>inter-frequency</w:t>
      </w:r>
      <w:r w:rsidR="00646BEC">
        <w:t xml:space="preserve"> </w:t>
      </w:r>
      <w:r w:rsidRPr="006F699D">
        <w:t>measurements</w:t>
      </w:r>
      <w:r w:rsidRPr="006F699D">
        <w:rPr>
          <w:lang w:eastAsia="ja-JP"/>
        </w:rPr>
        <w:t>.</w:t>
      </w:r>
    </w:p>
    <w:p w14:paraId="032F08D5" w14:textId="5F793F82" w:rsidR="00D33A6F" w:rsidRPr="006F699D" w:rsidRDefault="00D80C02" w:rsidP="00D33A6F">
      <w:pPr>
        <w:pStyle w:val="B2"/>
      </w:pPr>
      <w:r w:rsidRPr="006F699D">
        <w:t>-</w:t>
      </w:r>
      <w:r w:rsidRPr="006F699D">
        <w:tab/>
      </w:r>
      <w:r w:rsidRPr="006F699D">
        <w:rPr>
          <w:lang w:eastAsia="ja-JP"/>
        </w:rPr>
        <w:t>Otherwise,</w:t>
      </w:r>
      <w:r w:rsidR="00646BEC">
        <w:rPr>
          <w:i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rPr>
          <w:lang w:eastAsia="ja-JP"/>
        </w:rPr>
        <w:t>perform</w:t>
      </w:r>
      <w:r w:rsidR="00646BEC">
        <w:rPr>
          <w:lang w:eastAsia="ja-JP"/>
        </w:rPr>
        <w:t xml:space="preserve"> </w:t>
      </w:r>
      <w:r w:rsidRPr="006F699D">
        <w:t>inter-frequency</w:t>
      </w:r>
      <w:r w:rsidR="00646BEC">
        <w:t xml:space="preserve"> </w:t>
      </w:r>
      <w:r w:rsidRPr="006F699D">
        <w:t>measurements.</w:t>
      </w:r>
    </w:p>
    <w:p w14:paraId="3E7290D2" w14:textId="01DE650A" w:rsidR="00D80C02" w:rsidRPr="006F699D" w:rsidRDefault="00A517D5" w:rsidP="00D33A6F">
      <w:pPr>
        <w:pStyle w:val="B1"/>
      </w:pPr>
      <w:r w:rsidRPr="006F699D">
        <w:t>-</w:t>
      </w:r>
      <w:r w:rsidR="00D33A6F" w:rsidRPr="006F699D">
        <w:tab/>
        <w:t>If</w:t>
      </w:r>
      <w:r w:rsidR="00646BEC">
        <w:t xml:space="preserve"> </w:t>
      </w:r>
      <w:r w:rsidR="00D33A6F" w:rsidRPr="006F699D">
        <w:t>the</w:t>
      </w:r>
      <w:r w:rsidR="00646BEC">
        <w:t xml:space="preserve"> </w:t>
      </w:r>
      <w:r w:rsidR="00D33A6F" w:rsidRPr="006F699D">
        <w:t>UE</w:t>
      </w:r>
      <w:r w:rsidR="00646BEC">
        <w:t xml:space="preserve"> </w:t>
      </w:r>
      <w:r w:rsidR="00D33A6F" w:rsidRPr="006F699D">
        <w:t>supports</w:t>
      </w:r>
      <w:r w:rsidR="00646BEC">
        <w:t xml:space="preserve"> </w:t>
      </w:r>
      <w:r w:rsidR="00D33A6F" w:rsidRPr="006F699D">
        <w:t>relaxed</w:t>
      </w:r>
      <w:r w:rsidR="00646BEC">
        <w:t xml:space="preserve"> </w:t>
      </w:r>
      <w:r w:rsidR="00D33A6F" w:rsidRPr="006F699D">
        <w:t>monitoring</w:t>
      </w:r>
      <w:r w:rsidR="00646BEC">
        <w:t xml:space="preserve"> </w:t>
      </w:r>
      <w:r w:rsidR="00D33A6F" w:rsidRPr="006F699D">
        <w:t>and</w:t>
      </w:r>
      <w:r w:rsidR="00646BEC">
        <w:t xml:space="preserve"> </w:t>
      </w:r>
      <w:r w:rsidR="00D33A6F" w:rsidRPr="006F699D">
        <w:rPr>
          <w:i/>
        </w:rPr>
        <w:t>s-SearchDeltaP</w:t>
      </w:r>
      <w:r w:rsidR="00646BEC">
        <w:t xml:space="preserve"> </w:t>
      </w:r>
      <w:r w:rsidR="00D33A6F" w:rsidRPr="006F699D">
        <w:t>is</w:t>
      </w:r>
      <w:r w:rsidR="00646BEC">
        <w:t xml:space="preserve"> </w:t>
      </w:r>
      <w:r w:rsidR="00D33A6F" w:rsidRPr="006F699D">
        <w:t>present</w:t>
      </w:r>
      <w:r w:rsidR="00646BEC">
        <w:t xml:space="preserve"> </w:t>
      </w:r>
      <w:r w:rsidR="00D33A6F" w:rsidRPr="006F699D">
        <w:t>in</w:t>
      </w:r>
      <w:r w:rsidR="00646BEC">
        <w:t xml:space="preserve"> </w:t>
      </w:r>
      <w:r w:rsidR="00D33A6F" w:rsidRPr="006F699D">
        <w:rPr>
          <w:i/>
        </w:rPr>
        <w:t>SystemInformationBlockType3-NB</w:t>
      </w:r>
      <w:r w:rsidR="00D33A6F" w:rsidRPr="006F699D">
        <w:t>,</w:t>
      </w:r>
      <w:r w:rsidR="00646BEC">
        <w:t xml:space="preserve"> </w:t>
      </w:r>
      <w:r w:rsidR="00D33A6F" w:rsidRPr="006F699D">
        <w:t>the</w:t>
      </w:r>
      <w:r w:rsidR="00646BEC">
        <w:t xml:space="preserve"> </w:t>
      </w:r>
      <w:r w:rsidR="00D33A6F" w:rsidRPr="006F699D">
        <w:t>UE</w:t>
      </w:r>
      <w:r w:rsidR="00646BEC">
        <w:t xml:space="preserve"> </w:t>
      </w:r>
      <w:r w:rsidR="00D33A6F" w:rsidRPr="006F699D">
        <w:t>may</w:t>
      </w:r>
      <w:r w:rsidR="00646BEC">
        <w:t xml:space="preserve"> </w:t>
      </w:r>
      <w:r w:rsidR="00D33A6F" w:rsidRPr="006F699D">
        <w:t>further</w:t>
      </w:r>
      <w:r w:rsidR="00646BEC">
        <w:t xml:space="preserve"> </w:t>
      </w:r>
      <w:r w:rsidR="00D33A6F" w:rsidRPr="006F699D">
        <w:t>limit</w:t>
      </w:r>
      <w:r w:rsidR="00646BEC">
        <w:t xml:space="preserve"> </w:t>
      </w:r>
      <w:r w:rsidR="00D33A6F" w:rsidRPr="006F699D">
        <w:t>the</w:t>
      </w:r>
      <w:r w:rsidR="00646BEC">
        <w:t xml:space="preserve"> </w:t>
      </w:r>
      <w:r w:rsidR="00D33A6F" w:rsidRPr="006F699D">
        <w:t>needed</w:t>
      </w:r>
      <w:r w:rsidR="00646BEC">
        <w:t xml:space="preserve"> </w:t>
      </w:r>
      <w:r w:rsidR="00D33A6F" w:rsidRPr="006F699D">
        <w:t>measurements,</w:t>
      </w:r>
      <w:r w:rsidR="00646BEC">
        <w:t xml:space="preserve"> </w:t>
      </w:r>
      <w:r w:rsidR="00D33A6F" w:rsidRPr="006F699D">
        <w:t>as</w:t>
      </w:r>
      <w:r w:rsidR="00646BEC">
        <w:t xml:space="preserve"> </w:t>
      </w:r>
      <w:r w:rsidR="00D33A6F" w:rsidRPr="006F699D">
        <w:t>specified</w:t>
      </w:r>
      <w:r w:rsidR="00646BEC">
        <w:t xml:space="preserve"> </w:t>
      </w:r>
      <w:r w:rsidR="00D33A6F"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="00D33A6F" w:rsidRPr="006F699D">
        <w:t>5.2.4.12.</w:t>
      </w:r>
    </w:p>
    <w:p w14:paraId="4C2AA008" w14:textId="1CD42651" w:rsidR="0030668F" w:rsidRPr="006F699D" w:rsidRDefault="0030668F" w:rsidP="00377BCE">
      <w:pPr>
        <w:pStyle w:val="Heading4"/>
      </w:pPr>
      <w:bookmarkStart w:id="130" w:name="_Toc29237899"/>
      <w:bookmarkStart w:id="131" w:name="_Toc46523016"/>
      <w:bookmarkStart w:id="132" w:name="_Toc100742594"/>
      <w:r w:rsidRPr="006F699D">
        <w:lastRenderedPageBreak/>
        <w:t>5.2.4.</w:t>
      </w:r>
      <w:r w:rsidR="00C813BA" w:rsidRPr="006F699D">
        <w:t>3</w:t>
      </w:r>
      <w:r w:rsidRPr="006F699D">
        <w:tab/>
      </w:r>
      <w:r w:rsidR="00D04BAD" w:rsidRPr="006F699D">
        <w:t>Mobility</w:t>
      </w:r>
      <w:r w:rsidR="00646BEC">
        <w:t xml:space="preserve"> </w:t>
      </w:r>
      <w:r w:rsidRPr="006F699D">
        <w:t>state</w:t>
      </w:r>
      <w:r w:rsidR="00D04BAD" w:rsidRPr="006F699D">
        <w:t>s</w:t>
      </w:r>
      <w:r w:rsidR="00646BEC">
        <w:t xml:space="preserve"> </w:t>
      </w:r>
      <w:r w:rsidR="00D04BAD" w:rsidRPr="006F699D">
        <w:t>of</w:t>
      </w:r>
      <w:r w:rsidR="00646BEC">
        <w:t xml:space="preserve"> </w:t>
      </w:r>
      <w:r w:rsidR="00D04BAD" w:rsidRPr="006F699D">
        <w:t>a</w:t>
      </w:r>
      <w:r w:rsidR="00646BEC">
        <w:t xml:space="preserve"> </w:t>
      </w:r>
      <w:r w:rsidR="00D04BAD" w:rsidRPr="006F699D">
        <w:t>UE</w:t>
      </w:r>
      <w:bookmarkEnd w:id="130"/>
      <w:bookmarkEnd w:id="131"/>
      <w:bookmarkEnd w:id="132"/>
    </w:p>
    <w:p w14:paraId="1A4A3849" w14:textId="6DA359D1" w:rsidR="0030668F" w:rsidRPr="006F699D" w:rsidRDefault="00C67004" w:rsidP="00377BCE">
      <w:r w:rsidRPr="006F699D">
        <w:t>Besides</w:t>
      </w:r>
      <w:r w:rsidR="00646BEC">
        <w:t xml:space="preserve"> </w:t>
      </w:r>
      <w:r w:rsidR="00103581" w:rsidRPr="006F699D">
        <w:t>N</w:t>
      </w:r>
      <w:r w:rsidR="009930D0" w:rsidRPr="006F699D">
        <w:t>ormal</w:t>
      </w:r>
      <w:r w:rsidR="00103581" w:rsidRPr="006F699D">
        <w:t>-</w:t>
      </w:r>
      <w:r w:rsidRPr="006F699D">
        <w:t>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</w:t>
      </w:r>
      <w:r w:rsidR="00646BEC">
        <w:t xml:space="preserve"> </w:t>
      </w:r>
      <w:r w:rsidR="0030668F" w:rsidRPr="006F699D">
        <w:t>High-mobility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</w:t>
      </w:r>
      <w:r w:rsidR="00646BEC">
        <w:t xml:space="preserve"> </w:t>
      </w:r>
      <w:r w:rsidR="00AB04DC" w:rsidRPr="006F699D">
        <w:t>Medium-mobility</w:t>
      </w:r>
      <w:r w:rsidR="00646BEC">
        <w:t xml:space="preserve"> </w:t>
      </w:r>
      <w:r w:rsidR="000B0212" w:rsidRPr="006F699D">
        <w:t>state</w:t>
      </w:r>
      <w:r w:rsidR="00646BEC">
        <w:t xml:space="preserve"> </w:t>
      </w:r>
      <w:r w:rsidRPr="006F699D">
        <w:t>are</w:t>
      </w:r>
      <w:r w:rsidR="00646BEC">
        <w:t xml:space="preserve"> </w:t>
      </w:r>
      <w:r w:rsidR="0030668F" w:rsidRPr="006F699D">
        <w:t>applicable</w:t>
      </w:r>
      <w:r w:rsidR="00646BEC">
        <w:t xml:space="preserve"> </w:t>
      </w:r>
      <w:r w:rsidR="0030668F" w:rsidRPr="006F699D">
        <w:t>if</w:t>
      </w:r>
      <w:r w:rsidR="00646BEC">
        <w:t xml:space="preserve"> </w:t>
      </w:r>
      <w:r w:rsidR="0030668F" w:rsidRPr="006F699D">
        <w:t>the</w:t>
      </w:r>
      <w:r w:rsidR="00646BEC">
        <w:t xml:space="preserve"> </w:t>
      </w:r>
      <w:r w:rsidR="0030668F" w:rsidRPr="006F699D">
        <w:t>parameters</w:t>
      </w:r>
      <w:r w:rsidR="00646BEC">
        <w:t xml:space="preserve"> </w:t>
      </w:r>
      <w:r w:rsidR="00103E67" w:rsidRPr="006F699D">
        <w:t>(</w:t>
      </w:r>
      <w:r w:rsidR="0030668F" w:rsidRPr="006F699D">
        <w:t>T</w:t>
      </w:r>
      <w:r w:rsidR="0030668F" w:rsidRPr="006F699D">
        <w:rPr>
          <w:vertAlign w:val="subscript"/>
        </w:rPr>
        <w:t>CRmax</w:t>
      </w:r>
      <w:r w:rsidR="0030668F" w:rsidRPr="006F699D">
        <w:t>,</w:t>
      </w:r>
      <w:r w:rsidR="00646BEC">
        <w:t xml:space="preserve"> </w:t>
      </w:r>
      <w:r w:rsidR="0030668F" w:rsidRPr="006F699D">
        <w:t>N</w:t>
      </w:r>
      <w:r w:rsidR="0030668F" w:rsidRPr="006F699D">
        <w:rPr>
          <w:vertAlign w:val="subscript"/>
        </w:rPr>
        <w:t>CR</w:t>
      </w:r>
      <w:r w:rsidR="0012044E" w:rsidRPr="006F699D">
        <w:rPr>
          <w:vertAlign w:val="subscript"/>
        </w:rPr>
        <w:t>_H</w:t>
      </w:r>
      <w:r w:rsidR="0012044E" w:rsidRPr="006F699D">
        <w:t>,</w:t>
      </w:r>
      <w:r w:rsidR="00646BEC">
        <w:t xml:space="preserve"> </w:t>
      </w:r>
      <w:r w:rsidR="0012044E" w:rsidRPr="006F699D">
        <w:t>N</w:t>
      </w:r>
      <w:r w:rsidR="0012044E" w:rsidRPr="006F699D">
        <w:rPr>
          <w:vertAlign w:val="subscript"/>
        </w:rPr>
        <w:t>CR_M</w:t>
      </w:r>
      <w:r w:rsidR="00C435E9" w:rsidRPr="006F699D">
        <w:t>,</w:t>
      </w:r>
      <w:r w:rsidR="00646BEC">
        <w:t xml:space="preserve"> </w:t>
      </w:r>
      <w:r w:rsidR="00990D0C" w:rsidRPr="006F699D">
        <w:t>T</w:t>
      </w:r>
      <w:r w:rsidR="00990D0C" w:rsidRPr="006F699D">
        <w:rPr>
          <w:vertAlign w:val="subscript"/>
        </w:rPr>
        <w:t>CRmaxHyst</w:t>
      </w:r>
      <w:r w:rsidR="00646BEC">
        <w:t xml:space="preserve"> </w:t>
      </w:r>
      <w:r w:rsidR="00C435E9" w:rsidRPr="006F699D">
        <w:t>and</w:t>
      </w:r>
      <w:r w:rsidR="00646BEC">
        <w:t xml:space="preserve"> </w:t>
      </w:r>
      <w:r w:rsidR="00C435E9" w:rsidRPr="006F699D">
        <w:rPr>
          <w:i/>
        </w:rPr>
        <w:t>cellEquivalentSize</w:t>
      </w:r>
      <w:r w:rsidR="00103E67" w:rsidRPr="006F699D">
        <w:t>)</w:t>
      </w:r>
      <w:r w:rsidR="00646BEC">
        <w:t xml:space="preserve"> </w:t>
      </w:r>
      <w:r w:rsidR="0030668F" w:rsidRPr="006F699D">
        <w:t>are</w:t>
      </w:r>
      <w:r w:rsidR="00646BEC">
        <w:t xml:space="preserve"> </w:t>
      </w:r>
      <w:r w:rsidR="0030668F" w:rsidRPr="006F699D">
        <w:t>sent</w:t>
      </w:r>
      <w:r w:rsidR="00646BEC">
        <w:t xml:space="preserve"> </w:t>
      </w:r>
      <w:r w:rsidR="000B0212" w:rsidRPr="006F699D">
        <w:t>i</w:t>
      </w:r>
      <w:r w:rsidR="0030668F" w:rsidRPr="006F699D">
        <w:t>n</w:t>
      </w:r>
      <w:r w:rsidR="00646BEC">
        <w:t xml:space="preserve"> </w:t>
      </w:r>
      <w:r w:rsidR="0030668F" w:rsidRPr="006F699D">
        <w:t>the</w:t>
      </w:r>
      <w:r w:rsidR="00646BEC">
        <w:t xml:space="preserve"> </w:t>
      </w:r>
      <w:r w:rsidR="0030668F" w:rsidRPr="006F699D">
        <w:t>system</w:t>
      </w:r>
      <w:r w:rsidR="00646BEC">
        <w:t xml:space="preserve"> </w:t>
      </w:r>
      <w:r w:rsidR="0030668F" w:rsidRPr="006F699D">
        <w:t>information</w:t>
      </w:r>
      <w:r w:rsidR="00646BEC">
        <w:t xml:space="preserve"> </w:t>
      </w:r>
      <w:r w:rsidR="0030668F" w:rsidRPr="006F699D">
        <w:t>broadcast</w:t>
      </w:r>
      <w:r w:rsidR="00646BEC">
        <w:t xml:space="preserve"> </w:t>
      </w:r>
      <w:r w:rsidR="00A650A3" w:rsidRPr="006F699D">
        <w:t>of</w:t>
      </w:r>
      <w:r w:rsidR="00646BEC">
        <w:t xml:space="preserve"> </w:t>
      </w:r>
      <w:r w:rsidR="00A650A3" w:rsidRPr="006F699D">
        <w:t>the</w:t>
      </w:r>
      <w:r w:rsidR="00646BEC">
        <w:t xml:space="preserve"> </w:t>
      </w:r>
      <w:r w:rsidR="00AB55EE" w:rsidRPr="006F699D">
        <w:t>serving</w:t>
      </w:r>
      <w:r w:rsidR="00646BEC">
        <w:t xml:space="preserve"> </w:t>
      </w:r>
      <w:r w:rsidR="00A650A3" w:rsidRPr="006F699D">
        <w:t>cell</w:t>
      </w:r>
      <w:r w:rsidR="0030668F" w:rsidRPr="006F699D">
        <w:t>.</w:t>
      </w:r>
    </w:p>
    <w:p w14:paraId="2C5E1925" w14:textId="10F05014" w:rsidR="00110F55" w:rsidRPr="006F699D" w:rsidRDefault="00110F55" w:rsidP="00377BCE">
      <w:pPr>
        <w:rPr>
          <w:b/>
        </w:rPr>
      </w:pPr>
      <w:r w:rsidRPr="006F699D">
        <w:rPr>
          <w:b/>
        </w:rPr>
        <w:t>State</w:t>
      </w:r>
      <w:r w:rsidR="00646BEC">
        <w:rPr>
          <w:b/>
        </w:rPr>
        <w:t xml:space="preserve"> </w:t>
      </w:r>
      <w:r w:rsidRPr="006F699D">
        <w:rPr>
          <w:b/>
        </w:rPr>
        <w:t>detection</w:t>
      </w:r>
      <w:r w:rsidR="00646BEC">
        <w:rPr>
          <w:b/>
        </w:rPr>
        <w:t xml:space="preserve"> </w:t>
      </w:r>
      <w:r w:rsidRPr="006F699D">
        <w:rPr>
          <w:b/>
        </w:rPr>
        <w:t>criteria:</w:t>
      </w:r>
    </w:p>
    <w:p w14:paraId="30F76501" w14:textId="68C2D9F9" w:rsidR="00067A28" w:rsidRPr="006F699D" w:rsidRDefault="00067A28" w:rsidP="00377BCE">
      <w:r w:rsidRPr="006F699D">
        <w:t>Medium</w:t>
      </w:r>
      <w:r w:rsidR="00F54AF4" w:rsidRPr="006F699D">
        <w:t>-</w:t>
      </w:r>
      <w:r w:rsidRPr="006F699D">
        <w:t>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criteria:</w:t>
      </w:r>
    </w:p>
    <w:p w14:paraId="1DEA928F" w14:textId="6CD13982" w:rsidR="00067A28" w:rsidRPr="006F699D" w:rsidRDefault="00C26697" w:rsidP="00C26697">
      <w:pPr>
        <w:pStyle w:val="B1"/>
      </w:pPr>
      <w:r w:rsidRPr="006F699D">
        <w:t>-</w:t>
      </w:r>
      <w:r w:rsidRPr="006F699D">
        <w:tab/>
      </w:r>
      <w:r w:rsidR="00110F55" w:rsidRPr="006F699D">
        <w:t>If</w:t>
      </w:r>
      <w:r w:rsidR="00646BEC">
        <w:t xml:space="preserve"> </w:t>
      </w:r>
      <w:r w:rsidR="00110F55" w:rsidRPr="006F699D">
        <w:t>number</w:t>
      </w:r>
      <w:r w:rsidR="00646BEC">
        <w:t xml:space="preserve"> </w:t>
      </w:r>
      <w:r w:rsidR="00110F55" w:rsidRPr="006F699D">
        <w:t>of</w:t>
      </w:r>
      <w:r w:rsidR="00646BEC">
        <w:t xml:space="preserve"> </w:t>
      </w:r>
      <w:r w:rsidR="00110F55" w:rsidRPr="006F699D">
        <w:t>cell</w:t>
      </w:r>
      <w:r w:rsidR="00646BEC">
        <w:t xml:space="preserve"> </w:t>
      </w:r>
      <w:r w:rsidR="00110F55" w:rsidRPr="006F699D">
        <w:t>reselections</w:t>
      </w:r>
      <w:r w:rsidR="00646BEC">
        <w:t xml:space="preserve"> </w:t>
      </w:r>
      <w:r w:rsidR="00110F55" w:rsidRPr="006F699D">
        <w:t>during</w:t>
      </w:r>
      <w:r w:rsidR="00646BEC">
        <w:t xml:space="preserve"> </w:t>
      </w:r>
      <w:r w:rsidR="00110F55" w:rsidRPr="006F699D">
        <w:t>time</w:t>
      </w:r>
      <w:r w:rsidR="00646BEC">
        <w:t xml:space="preserve"> </w:t>
      </w:r>
      <w:r w:rsidR="00110F55" w:rsidRPr="006F699D">
        <w:t>period</w:t>
      </w:r>
      <w:r w:rsidR="00646BEC">
        <w:t xml:space="preserve"> </w:t>
      </w:r>
      <w:r w:rsidR="00110F55" w:rsidRPr="006F699D">
        <w:t>T</w:t>
      </w:r>
      <w:r w:rsidR="00110F55" w:rsidRPr="006F699D">
        <w:rPr>
          <w:vertAlign w:val="subscript"/>
        </w:rPr>
        <w:t>CRmax</w:t>
      </w:r>
      <w:r w:rsidR="00646BEC">
        <w:t xml:space="preserve"> </w:t>
      </w:r>
      <w:r w:rsidR="00110F55" w:rsidRPr="006F699D">
        <w:t>exceeds</w:t>
      </w:r>
      <w:r w:rsidR="00646BEC">
        <w:t xml:space="preserve"> </w:t>
      </w:r>
      <w:r w:rsidR="00110F55" w:rsidRPr="006F699D">
        <w:t>N</w:t>
      </w:r>
      <w:r w:rsidR="00110F55" w:rsidRPr="006F699D">
        <w:rPr>
          <w:vertAlign w:val="subscript"/>
        </w:rPr>
        <w:t>CR_M</w:t>
      </w:r>
      <w:r w:rsidR="00646BEC">
        <w:t xml:space="preserve"> </w:t>
      </w:r>
      <w:r w:rsidR="00224427" w:rsidRPr="006F699D">
        <w:t>and</w:t>
      </w:r>
      <w:r w:rsidR="00646BEC">
        <w:t xml:space="preserve"> </w:t>
      </w:r>
      <w:r w:rsidR="00224427" w:rsidRPr="006F699D">
        <w:t>not</w:t>
      </w:r>
      <w:r w:rsidR="00646BEC">
        <w:t xml:space="preserve"> </w:t>
      </w:r>
      <w:r w:rsidR="00224427" w:rsidRPr="006F699D">
        <w:t>exceeds</w:t>
      </w:r>
      <w:r w:rsidR="00646BEC">
        <w:t xml:space="preserve"> </w:t>
      </w:r>
      <w:r w:rsidR="00224427" w:rsidRPr="006F699D">
        <w:t>N</w:t>
      </w:r>
      <w:r w:rsidR="00224427" w:rsidRPr="006F699D">
        <w:rPr>
          <w:vertAlign w:val="subscript"/>
        </w:rPr>
        <w:t>CR_H</w:t>
      </w:r>
    </w:p>
    <w:p w14:paraId="4B053E75" w14:textId="6C88DBD7" w:rsidR="00067A28" w:rsidRPr="006F699D" w:rsidRDefault="00067A28" w:rsidP="00377BCE">
      <w:r w:rsidRPr="006F699D">
        <w:t>High</w:t>
      </w:r>
      <w:r w:rsidR="00F54AF4" w:rsidRPr="006F699D">
        <w:t>-</w:t>
      </w:r>
      <w:r w:rsidRPr="006F699D">
        <w:t>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criteria:</w:t>
      </w:r>
    </w:p>
    <w:p w14:paraId="2339E56C" w14:textId="1D211DF4" w:rsidR="00DA1426" w:rsidRPr="006F699D" w:rsidRDefault="00C26697" w:rsidP="00C26697">
      <w:pPr>
        <w:pStyle w:val="B1"/>
      </w:pPr>
      <w:r w:rsidRPr="006F699D">
        <w:t>-</w:t>
      </w:r>
      <w:r w:rsidRPr="006F699D">
        <w:tab/>
      </w:r>
      <w:r w:rsidR="0030668F" w:rsidRPr="006F699D">
        <w:t>If</w:t>
      </w:r>
      <w:r w:rsidR="00646BEC">
        <w:t xml:space="preserve"> </w:t>
      </w:r>
      <w:r w:rsidR="0030668F" w:rsidRPr="006F699D">
        <w:t>number</w:t>
      </w:r>
      <w:r w:rsidR="00646BEC">
        <w:t xml:space="preserve"> </w:t>
      </w:r>
      <w:r w:rsidR="0030668F" w:rsidRPr="006F699D">
        <w:t>of</w:t>
      </w:r>
      <w:r w:rsidR="00646BEC">
        <w:t xml:space="preserve"> </w:t>
      </w:r>
      <w:r w:rsidR="0030668F" w:rsidRPr="006F699D">
        <w:t>cell</w:t>
      </w:r>
      <w:r w:rsidR="00646BEC">
        <w:t xml:space="preserve"> </w:t>
      </w:r>
      <w:r w:rsidR="0030668F" w:rsidRPr="006F699D">
        <w:t>reselections</w:t>
      </w:r>
      <w:r w:rsidR="00646BEC">
        <w:t xml:space="preserve"> </w:t>
      </w:r>
      <w:r w:rsidR="0030668F" w:rsidRPr="006F699D">
        <w:t>during</w:t>
      </w:r>
      <w:r w:rsidR="00646BEC">
        <w:t xml:space="preserve"> </w:t>
      </w:r>
      <w:r w:rsidR="0030668F" w:rsidRPr="006F699D">
        <w:t>time</w:t>
      </w:r>
      <w:r w:rsidR="00646BEC">
        <w:t xml:space="preserve"> </w:t>
      </w:r>
      <w:r w:rsidR="0030668F" w:rsidRPr="006F699D">
        <w:t>period</w:t>
      </w:r>
      <w:r w:rsidR="00646BEC">
        <w:t xml:space="preserve"> </w:t>
      </w:r>
      <w:r w:rsidR="0030668F" w:rsidRPr="006F699D">
        <w:t>T</w:t>
      </w:r>
      <w:r w:rsidR="0030668F" w:rsidRPr="006F699D">
        <w:rPr>
          <w:vertAlign w:val="subscript"/>
        </w:rPr>
        <w:t>CRmax</w:t>
      </w:r>
      <w:r w:rsidR="00646BEC">
        <w:t xml:space="preserve"> </w:t>
      </w:r>
      <w:r w:rsidR="0030668F" w:rsidRPr="006F699D">
        <w:t>exceeds</w:t>
      </w:r>
      <w:r w:rsidR="00646BEC">
        <w:t xml:space="preserve"> </w:t>
      </w:r>
      <w:r w:rsidR="0030668F" w:rsidRPr="006F699D">
        <w:t>N</w:t>
      </w:r>
      <w:r w:rsidR="0030668F" w:rsidRPr="006F699D">
        <w:rPr>
          <w:vertAlign w:val="subscript"/>
        </w:rPr>
        <w:t>CR</w:t>
      </w:r>
      <w:r w:rsidR="00AB04DC" w:rsidRPr="006F699D">
        <w:rPr>
          <w:vertAlign w:val="subscript"/>
        </w:rPr>
        <w:t>_H</w:t>
      </w:r>
    </w:p>
    <w:p w14:paraId="7F232EAE" w14:textId="6CB34C4B" w:rsidR="00267B8B" w:rsidRPr="006F699D" w:rsidRDefault="00F54AF4" w:rsidP="00F02F31">
      <w:r w:rsidRPr="006F699D">
        <w:t>The</w:t>
      </w:r>
      <w:r w:rsidR="00646BEC">
        <w:t xml:space="preserve"> </w:t>
      </w:r>
      <w:r w:rsidR="00267B8B" w:rsidRPr="006F699D">
        <w:t>UE</w:t>
      </w:r>
      <w:r w:rsidR="00646BEC">
        <w:t xml:space="preserve"> </w:t>
      </w:r>
      <w:r w:rsidR="00267B8B" w:rsidRPr="006F699D">
        <w:t>shall</w:t>
      </w:r>
      <w:r w:rsidR="00646BEC">
        <w:t xml:space="preserve"> </w:t>
      </w:r>
      <w:r w:rsidR="00267B8B" w:rsidRPr="006F699D">
        <w:t>not</w:t>
      </w:r>
      <w:r w:rsidR="00646BEC">
        <w:t xml:space="preserve"> </w:t>
      </w:r>
      <w:r w:rsidR="00267B8B" w:rsidRPr="006F699D">
        <w:t>count</w:t>
      </w:r>
      <w:r w:rsidR="00646BEC">
        <w:t xml:space="preserve"> </w:t>
      </w:r>
      <w:r w:rsidR="00267B8B" w:rsidRPr="006F699D">
        <w:t>consecutive</w:t>
      </w:r>
      <w:r w:rsidR="00646BEC">
        <w:t xml:space="preserve"> </w:t>
      </w:r>
      <w:r w:rsidR="00267B8B" w:rsidRPr="006F699D">
        <w:t>reselections</w:t>
      </w:r>
      <w:r w:rsidR="00646BEC">
        <w:t xml:space="preserve"> </w:t>
      </w:r>
      <w:r w:rsidR="00267B8B" w:rsidRPr="006F699D">
        <w:t>between</w:t>
      </w:r>
      <w:r w:rsidR="00646BEC">
        <w:t xml:space="preserve"> </w:t>
      </w:r>
      <w:r w:rsidR="00267B8B" w:rsidRPr="006F699D">
        <w:t>same</w:t>
      </w:r>
      <w:r w:rsidR="00646BEC">
        <w:t xml:space="preserve"> </w:t>
      </w:r>
      <w:r w:rsidR="00267B8B" w:rsidRPr="006F699D">
        <w:t>two</w:t>
      </w:r>
      <w:r w:rsidR="00646BEC">
        <w:t xml:space="preserve"> </w:t>
      </w:r>
      <w:r w:rsidR="00267B8B" w:rsidRPr="006F699D">
        <w:t>cells</w:t>
      </w:r>
      <w:r w:rsidR="00646BEC">
        <w:t xml:space="preserve"> </w:t>
      </w:r>
      <w:r w:rsidR="00267B8B" w:rsidRPr="006F699D">
        <w:t>into</w:t>
      </w:r>
      <w:r w:rsidR="00646BEC">
        <w:t xml:space="preserve"> </w:t>
      </w:r>
      <w:r w:rsidR="00267B8B" w:rsidRPr="006F699D">
        <w:t>mobility</w:t>
      </w:r>
      <w:r w:rsidR="00646BEC">
        <w:t xml:space="preserve"> </w:t>
      </w:r>
      <w:r w:rsidR="00267B8B" w:rsidRPr="006F699D">
        <w:t>state</w:t>
      </w:r>
      <w:r w:rsidR="00646BEC">
        <w:t xml:space="preserve"> </w:t>
      </w:r>
      <w:r w:rsidR="00267B8B" w:rsidRPr="006F699D">
        <w:t>detection</w:t>
      </w:r>
      <w:r w:rsidR="00646BEC">
        <w:t xml:space="preserve"> </w:t>
      </w:r>
      <w:r w:rsidR="00267B8B" w:rsidRPr="006F699D">
        <w:t>criteria</w:t>
      </w:r>
      <w:r w:rsidR="00646BEC">
        <w:t xml:space="preserve"> </w:t>
      </w:r>
      <w:r w:rsidR="00267B8B" w:rsidRPr="006F699D">
        <w:t>if</w:t>
      </w:r>
      <w:r w:rsidR="00646BEC">
        <w:t xml:space="preserve"> </w:t>
      </w:r>
      <w:r w:rsidR="00267B8B" w:rsidRPr="006F699D">
        <w:t>same</w:t>
      </w:r>
      <w:r w:rsidR="00646BEC">
        <w:t xml:space="preserve"> </w:t>
      </w:r>
      <w:r w:rsidR="00267B8B" w:rsidRPr="006F699D">
        <w:t>cell</w:t>
      </w:r>
      <w:r w:rsidR="00646BEC">
        <w:t xml:space="preserve"> </w:t>
      </w:r>
      <w:r w:rsidR="00267B8B" w:rsidRPr="006F699D">
        <w:t>is</w:t>
      </w:r>
      <w:r w:rsidR="00646BEC">
        <w:t xml:space="preserve"> </w:t>
      </w:r>
      <w:r w:rsidR="00267B8B" w:rsidRPr="006F699D">
        <w:t>reselected</w:t>
      </w:r>
      <w:r w:rsidR="00646BEC">
        <w:t xml:space="preserve"> </w:t>
      </w:r>
      <w:r w:rsidR="00267B8B" w:rsidRPr="006F699D">
        <w:t>just</w:t>
      </w:r>
      <w:r w:rsidR="00646BEC">
        <w:t xml:space="preserve"> </w:t>
      </w:r>
      <w:r w:rsidR="00267B8B" w:rsidRPr="006F699D">
        <w:t>after</w:t>
      </w:r>
      <w:r w:rsidR="00646BEC">
        <w:t xml:space="preserve"> </w:t>
      </w:r>
      <w:r w:rsidR="00267B8B" w:rsidRPr="006F699D">
        <w:t>one</w:t>
      </w:r>
      <w:r w:rsidR="00646BEC">
        <w:t xml:space="preserve"> </w:t>
      </w:r>
      <w:r w:rsidR="00267B8B" w:rsidRPr="006F699D">
        <w:t>other</w:t>
      </w:r>
      <w:r w:rsidR="00646BEC">
        <w:t xml:space="preserve"> </w:t>
      </w:r>
      <w:r w:rsidR="00267B8B" w:rsidRPr="006F699D">
        <w:t>reselection.</w:t>
      </w:r>
      <w:r w:rsidR="00646BEC">
        <w:t xml:space="preserve"> </w:t>
      </w:r>
      <w:r w:rsidR="00F02F31" w:rsidRPr="006F699D">
        <w:t>If</w:t>
      </w:r>
      <w:r w:rsidR="00646BEC">
        <w:t xml:space="preserve"> </w:t>
      </w:r>
      <w:r w:rsidR="00F02F31" w:rsidRPr="006F699D">
        <w:t>the</w:t>
      </w:r>
      <w:r w:rsidR="00646BEC">
        <w:t xml:space="preserve"> </w:t>
      </w:r>
      <w:r w:rsidR="00F02F31" w:rsidRPr="006F699D">
        <w:t>UE</w:t>
      </w:r>
      <w:r w:rsidR="00646BEC">
        <w:t xml:space="preserve"> </w:t>
      </w:r>
      <w:r w:rsidR="00F02F31" w:rsidRPr="006F699D">
        <w:t>is</w:t>
      </w:r>
      <w:r w:rsidR="00646BEC">
        <w:t xml:space="preserve"> </w:t>
      </w:r>
      <w:r w:rsidR="00F02F31" w:rsidRPr="006F699D">
        <w:t>capable</w:t>
      </w:r>
      <w:r w:rsidR="00646BEC">
        <w:t xml:space="preserve"> </w:t>
      </w:r>
      <w:r w:rsidR="00F02F31" w:rsidRPr="006F699D">
        <w:t>of</w:t>
      </w:r>
      <w:r w:rsidR="00646BEC">
        <w:t xml:space="preserve"> </w:t>
      </w:r>
      <w:r w:rsidR="00F02F31" w:rsidRPr="006F699D">
        <w:t>HSDN</w:t>
      </w:r>
      <w:r w:rsidR="00646BEC">
        <w:t xml:space="preserve"> </w:t>
      </w:r>
      <w:r w:rsidR="00F02F31" w:rsidRPr="006F699D">
        <w:t>and</w:t>
      </w:r>
      <w:r w:rsidR="00646BEC">
        <w:t xml:space="preserve"> </w:t>
      </w:r>
      <w:r w:rsidR="00F02F31" w:rsidRPr="006F699D">
        <w:t>the</w:t>
      </w:r>
      <w:r w:rsidR="00646BEC">
        <w:t xml:space="preserve"> </w:t>
      </w:r>
      <w:r w:rsidR="00F02F31" w:rsidRPr="006F699D">
        <w:rPr>
          <w:i/>
        </w:rPr>
        <w:t>cellEquivalentSize</w:t>
      </w:r>
      <w:r w:rsidR="00646BEC">
        <w:t xml:space="preserve"> </w:t>
      </w:r>
      <w:r w:rsidR="00F02F31" w:rsidRPr="006F699D">
        <w:t>is</w:t>
      </w:r>
      <w:r w:rsidR="00646BEC">
        <w:t xml:space="preserve"> </w:t>
      </w:r>
      <w:r w:rsidR="00F02F31" w:rsidRPr="006F699D">
        <w:t>configured,</w:t>
      </w:r>
      <w:r w:rsidR="00646BEC">
        <w:t xml:space="preserve"> </w:t>
      </w:r>
      <w:r w:rsidR="00F02F31" w:rsidRPr="006F699D">
        <w:t>the</w:t>
      </w:r>
      <w:r w:rsidR="00646BEC">
        <w:t xml:space="preserve"> </w:t>
      </w:r>
      <w:r w:rsidR="00F02F31" w:rsidRPr="006F699D">
        <w:t>UE</w:t>
      </w:r>
      <w:r w:rsidR="00646BEC">
        <w:t xml:space="preserve"> </w:t>
      </w:r>
      <w:r w:rsidR="00F02F31" w:rsidRPr="006F699D">
        <w:t>counts</w:t>
      </w:r>
      <w:r w:rsidR="00646BEC">
        <w:t xml:space="preserve"> </w:t>
      </w:r>
      <w:r w:rsidR="00F02F31" w:rsidRPr="006F699D">
        <w:t>the</w:t>
      </w:r>
      <w:r w:rsidR="00646BEC">
        <w:t xml:space="preserve"> </w:t>
      </w:r>
      <w:r w:rsidR="00F02F31" w:rsidRPr="006F699D">
        <w:t>number</w:t>
      </w:r>
      <w:r w:rsidR="00646BEC">
        <w:t xml:space="preserve"> </w:t>
      </w:r>
      <w:r w:rsidR="00F02F31" w:rsidRPr="006F699D">
        <w:t>of</w:t>
      </w:r>
      <w:r w:rsidR="00646BEC">
        <w:t xml:space="preserve"> </w:t>
      </w:r>
      <w:r w:rsidR="00F02F31" w:rsidRPr="006F699D">
        <w:t>cell</w:t>
      </w:r>
      <w:r w:rsidR="00646BEC">
        <w:t xml:space="preserve"> </w:t>
      </w:r>
      <w:r w:rsidR="00F02F31" w:rsidRPr="006F699D">
        <w:t>reselections</w:t>
      </w:r>
      <w:r w:rsidR="00646BEC">
        <w:t xml:space="preserve"> </w:t>
      </w:r>
      <w:r w:rsidR="00F02F31" w:rsidRPr="006F699D">
        <w:t>for</w:t>
      </w:r>
      <w:r w:rsidR="00646BEC">
        <w:t xml:space="preserve"> </w:t>
      </w:r>
      <w:r w:rsidR="00F02F31" w:rsidRPr="006F699D">
        <w:t>this</w:t>
      </w:r>
      <w:r w:rsidR="00646BEC">
        <w:t xml:space="preserve"> </w:t>
      </w:r>
      <w:r w:rsidR="00F02F31" w:rsidRPr="006F699D">
        <w:t>cell</w:t>
      </w:r>
      <w:r w:rsidR="00646BEC">
        <w:t xml:space="preserve"> </w:t>
      </w:r>
      <w:r w:rsidR="00F02F31" w:rsidRPr="006F699D">
        <w:t>as</w:t>
      </w:r>
      <w:r w:rsidR="00646BEC">
        <w:t xml:space="preserve"> </w:t>
      </w:r>
      <w:r w:rsidR="00F02F31" w:rsidRPr="006F699D">
        <w:rPr>
          <w:i/>
        </w:rPr>
        <w:t>cellEquivalentSize</w:t>
      </w:r>
      <w:r w:rsidR="00646BEC">
        <w:t xml:space="preserve"> </w:t>
      </w:r>
      <w:r w:rsidR="00F02F31" w:rsidRPr="006F699D">
        <w:t>configured</w:t>
      </w:r>
      <w:r w:rsidR="00646BEC">
        <w:t xml:space="preserve"> </w:t>
      </w:r>
      <w:r w:rsidR="00F02F31" w:rsidRPr="006F699D">
        <w:t>for</w:t>
      </w:r>
      <w:r w:rsidR="00646BEC">
        <w:t xml:space="preserve"> </w:t>
      </w:r>
      <w:r w:rsidR="00F02F31" w:rsidRPr="006F699D">
        <w:t>this</w:t>
      </w:r>
      <w:r w:rsidR="00646BEC">
        <w:t xml:space="preserve"> </w:t>
      </w:r>
      <w:r w:rsidR="00F02F31" w:rsidRPr="006F699D">
        <w:t>cell.</w:t>
      </w:r>
    </w:p>
    <w:p w14:paraId="03C2D03C" w14:textId="760297EF" w:rsidR="00B25A91" w:rsidRPr="006F699D" w:rsidRDefault="00110F55" w:rsidP="00377BCE">
      <w:pPr>
        <w:rPr>
          <w:b/>
        </w:rPr>
      </w:pPr>
      <w:r w:rsidRPr="006F699D">
        <w:rPr>
          <w:b/>
        </w:rPr>
        <w:t>State</w:t>
      </w:r>
      <w:r w:rsidR="00646BEC">
        <w:rPr>
          <w:b/>
        </w:rPr>
        <w:t xml:space="preserve"> </w:t>
      </w:r>
      <w:r w:rsidRPr="006F699D">
        <w:rPr>
          <w:b/>
        </w:rPr>
        <w:t>transitions:</w:t>
      </w:r>
    </w:p>
    <w:p w14:paraId="63BB4D8F" w14:textId="3E3F1B94" w:rsidR="00110F55" w:rsidRPr="006F699D" w:rsidRDefault="00B25A91" w:rsidP="00377BC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shall:</w:t>
      </w:r>
    </w:p>
    <w:p w14:paraId="239B56E5" w14:textId="1BCBFE50" w:rsidR="00F54AF4" w:rsidRPr="006F699D" w:rsidRDefault="00F54AF4" w:rsidP="00377BCE">
      <w:pPr>
        <w:pStyle w:val="B1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High-mobility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detected:</w:t>
      </w:r>
    </w:p>
    <w:p w14:paraId="196150E8" w14:textId="389E0D70" w:rsidR="00F54AF4" w:rsidRPr="006F699D" w:rsidRDefault="00F54AF4" w:rsidP="00377BCE">
      <w:pPr>
        <w:pStyle w:val="B2"/>
      </w:pPr>
      <w:r w:rsidRPr="006F699D">
        <w:t>-</w:t>
      </w:r>
      <w:r w:rsidRPr="006F699D">
        <w:tab/>
        <w:t>enter</w:t>
      </w:r>
      <w:r w:rsidR="00646BEC">
        <w:t xml:space="preserve"> </w:t>
      </w:r>
      <w:r w:rsidRPr="006F699D">
        <w:t>High-mobility</w:t>
      </w:r>
      <w:r w:rsidR="00646BEC">
        <w:t xml:space="preserve"> </w:t>
      </w:r>
      <w:r w:rsidRPr="006F699D">
        <w:t>state.</w:t>
      </w:r>
    </w:p>
    <w:p w14:paraId="45699339" w14:textId="64F9B8A6" w:rsidR="00F54AF4" w:rsidRPr="006F699D" w:rsidRDefault="00F54AF4" w:rsidP="00377BCE">
      <w:pPr>
        <w:pStyle w:val="B1"/>
      </w:pPr>
      <w:r w:rsidRPr="006F699D">
        <w:t>-</w:t>
      </w:r>
      <w:r w:rsidRPr="006F699D">
        <w:tab/>
        <w:t>else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detected:</w:t>
      </w:r>
    </w:p>
    <w:p w14:paraId="7E41BB5C" w14:textId="567D5381" w:rsidR="00F54AF4" w:rsidRPr="006F699D" w:rsidRDefault="00F54AF4" w:rsidP="00377BCE">
      <w:pPr>
        <w:pStyle w:val="B2"/>
      </w:pPr>
      <w:r w:rsidRPr="006F699D">
        <w:t>-</w:t>
      </w:r>
      <w:r w:rsidRPr="006F699D">
        <w:tab/>
        <w:t>enter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state.</w:t>
      </w:r>
    </w:p>
    <w:p w14:paraId="3ABDA777" w14:textId="578761AD" w:rsidR="00F54AF4" w:rsidRPr="006F699D" w:rsidRDefault="00F54AF4" w:rsidP="00377BCE">
      <w:pPr>
        <w:pStyle w:val="B1"/>
      </w:pPr>
      <w:r w:rsidRPr="006F699D">
        <w:t>-</w:t>
      </w:r>
      <w:r w:rsidRPr="006F699D">
        <w:tab/>
        <w:t>else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either</w:t>
      </w:r>
      <w:r w:rsidR="00646BEC">
        <w:t xml:space="preserve"> </w:t>
      </w:r>
      <w:r w:rsidRPr="006F699D">
        <w:t>Medium-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High-mobility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detected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period</w:t>
      </w:r>
      <w:r w:rsidR="00646BEC">
        <w:t xml:space="preserve"> </w:t>
      </w:r>
      <w:r w:rsidRPr="006F699D">
        <w:t>T</w:t>
      </w:r>
      <w:r w:rsidRPr="006F699D">
        <w:rPr>
          <w:vertAlign w:val="subscript"/>
        </w:rPr>
        <w:t>CRmaxHys</w:t>
      </w:r>
      <w:r w:rsidRPr="006F699D">
        <w:rPr>
          <w:b/>
          <w:vertAlign w:val="subscript"/>
        </w:rPr>
        <w:t>t</w:t>
      </w:r>
      <w:r w:rsidRPr="006F699D">
        <w:t>:</w:t>
      </w:r>
    </w:p>
    <w:p w14:paraId="18CE6191" w14:textId="34E57C90" w:rsidR="00F54AF4" w:rsidRPr="006F699D" w:rsidRDefault="00F54AF4" w:rsidP="00377BCE">
      <w:pPr>
        <w:pStyle w:val="B2"/>
      </w:pPr>
      <w:r w:rsidRPr="006F699D">
        <w:t>-</w:t>
      </w:r>
      <w:r w:rsidRPr="006F699D">
        <w:tab/>
        <w:t>enter</w:t>
      </w:r>
      <w:r w:rsidR="00646BEC">
        <w:t xml:space="preserve"> </w:t>
      </w:r>
      <w:r w:rsidRPr="006F699D">
        <w:t>Normal-mobility</w:t>
      </w:r>
      <w:r w:rsidR="00646BEC">
        <w:t xml:space="preserve"> </w:t>
      </w:r>
      <w:r w:rsidRPr="006F699D">
        <w:t>state.</w:t>
      </w:r>
    </w:p>
    <w:p w14:paraId="4081A947" w14:textId="6E8977A3" w:rsidR="00F54AF4" w:rsidRPr="006F699D" w:rsidRDefault="00F54AF4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High-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apply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speed</w:t>
      </w:r>
      <w:r w:rsidR="00646BEC">
        <w:t xml:space="preserve"> </w:t>
      </w:r>
      <w:r w:rsidRPr="006F699D">
        <w:t>dependent</w:t>
      </w:r>
      <w:r w:rsidR="00646BEC">
        <w:t xml:space="preserve"> </w:t>
      </w:r>
      <w:r w:rsidRPr="006F699D">
        <w:t>scaling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5.2.4.3.1.</w:t>
      </w:r>
    </w:p>
    <w:p w14:paraId="4947EC13" w14:textId="114D44F5" w:rsidR="002B6496" w:rsidRPr="006F699D" w:rsidRDefault="002B6496" w:rsidP="00377BCE">
      <w:pPr>
        <w:pStyle w:val="Heading5"/>
      </w:pPr>
      <w:bookmarkStart w:id="133" w:name="_Toc29237900"/>
      <w:bookmarkStart w:id="134" w:name="_Toc46523017"/>
      <w:bookmarkStart w:id="135" w:name="_Toc100742595"/>
      <w:r w:rsidRPr="006F699D">
        <w:t>5.2.4.3.1</w:t>
      </w:r>
      <w:r w:rsidRPr="006F699D">
        <w:tab/>
        <w:t>Scaling</w:t>
      </w:r>
      <w:r w:rsidR="00646BEC">
        <w:t xml:space="preserve"> </w:t>
      </w:r>
      <w:r w:rsidRPr="006F699D">
        <w:t>rules</w:t>
      </w:r>
      <w:bookmarkEnd w:id="133"/>
      <w:bookmarkEnd w:id="134"/>
      <w:bookmarkEnd w:id="135"/>
    </w:p>
    <w:p w14:paraId="6738623A" w14:textId="1A9B19C6" w:rsidR="002B6496" w:rsidRPr="006F699D" w:rsidRDefault="002B6496" w:rsidP="00377BCE">
      <w:pPr>
        <w:rPr>
          <w:noProof/>
        </w:rPr>
      </w:pPr>
      <w:r w:rsidRPr="006F699D">
        <w:rPr>
          <w:noProof/>
        </w:rPr>
        <w:t>UE</w:t>
      </w:r>
      <w:r w:rsidR="00646BEC">
        <w:rPr>
          <w:noProof/>
        </w:rPr>
        <w:t xml:space="preserve"> </w:t>
      </w:r>
      <w:r w:rsidRPr="006F699D">
        <w:rPr>
          <w:noProof/>
        </w:rPr>
        <w:t>shall</w:t>
      </w:r>
      <w:r w:rsidR="00646BEC">
        <w:rPr>
          <w:noProof/>
        </w:rPr>
        <w:t xml:space="preserve"> </w:t>
      </w:r>
      <w:r w:rsidRPr="006F699D">
        <w:rPr>
          <w:noProof/>
        </w:rPr>
        <w:t>apply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noProof/>
        </w:rPr>
        <w:t>following</w:t>
      </w:r>
      <w:r w:rsidR="00646BEC">
        <w:rPr>
          <w:noProof/>
        </w:rPr>
        <w:t xml:space="preserve"> </w:t>
      </w:r>
      <w:r w:rsidRPr="006F699D">
        <w:rPr>
          <w:noProof/>
        </w:rPr>
        <w:t>scaling</w:t>
      </w:r>
      <w:r w:rsidR="00646BEC">
        <w:rPr>
          <w:noProof/>
        </w:rPr>
        <w:t xml:space="preserve"> </w:t>
      </w:r>
      <w:r w:rsidRPr="006F699D">
        <w:rPr>
          <w:noProof/>
        </w:rPr>
        <w:t>rules:</w:t>
      </w:r>
    </w:p>
    <w:p w14:paraId="791D364A" w14:textId="1790FE21" w:rsidR="00507709" w:rsidRPr="006F699D" w:rsidRDefault="00507709" w:rsidP="00377BCE">
      <w:pPr>
        <w:pStyle w:val="B1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neither</w:t>
      </w:r>
      <w:r w:rsidR="00646BEC">
        <w:rPr>
          <w:noProof/>
        </w:rPr>
        <w:t xml:space="preserve"> </w:t>
      </w:r>
      <w:r w:rsidRPr="006F699D">
        <w:rPr>
          <w:noProof/>
        </w:rPr>
        <w:t>Medium-</w:t>
      </w:r>
      <w:r w:rsidR="00646BEC">
        <w:rPr>
          <w:noProof/>
        </w:rPr>
        <w:t xml:space="preserve"> </w:t>
      </w:r>
      <w:r w:rsidRPr="006F699D">
        <w:rPr>
          <w:noProof/>
        </w:rPr>
        <w:t>nor</w:t>
      </w:r>
      <w:r w:rsidR="00646BEC">
        <w:rPr>
          <w:noProof/>
        </w:rPr>
        <w:t xml:space="preserve"> </w:t>
      </w:r>
      <w:r w:rsidRPr="006F699D">
        <w:rPr>
          <w:noProof/>
        </w:rPr>
        <w:t>Highmobility</w:t>
      </w:r>
      <w:r w:rsidR="00646BEC">
        <w:rPr>
          <w:noProof/>
        </w:rPr>
        <w:t xml:space="preserve"> </w:t>
      </w:r>
      <w:r w:rsidRPr="006F699D">
        <w:rPr>
          <w:noProof/>
        </w:rPr>
        <w:t>state</w:t>
      </w:r>
      <w:r w:rsidR="00646BEC">
        <w:rPr>
          <w:noProof/>
        </w:rPr>
        <w:t xml:space="preserve"> </w:t>
      </w:r>
      <w:r w:rsidRPr="006F699D">
        <w:rPr>
          <w:noProof/>
        </w:rPr>
        <w:t>is</w:t>
      </w:r>
      <w:r w:rsidR="00646BEC">
        <w:rPr>
          <w:noProof/>
        </w:rPr>
        <w:t xml:space="preserve"> </w:t>
      </w:r>
      <w:r w:rsidRPr="006F699D">
        <w:rPr>
          <w:noProof/>
        </w:rPr>
        <w:t>detected:</w:t>
      </w:r>
    </w:p>
    <w:p w14:paraId="70B8B24F" w14:textId="765AD5D2" w:rsidR="00507709" w:rsidRPr="006F699D" w:rsidRDefault="00507709" w:rsidP="00377BCE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no</w:t>
      </w:r>
      <w:r w:rsidR="00646BEC">
        <w:rPr>
          <w:noProof/>
        </w:rPr>
        <w:t xml:space="preserve"> </w:t>
      </w:r>
      <w:r w:rsidRPr="006F699D">
        <w:rPr>
          <w:noProof/>
        </w:rPr>
        <w:t>scaling</w:t>
      </w:r>
      <w:r w:rsidR="00646BEC">
        <w:rPr>
          <w:noProof/>
        </w:rPr>
        <w:t xml:space="preserve"> </w:t>
      </w:r>
      <w:r w:rsidRPr="006F699D">
        <w:rPr>
          <w:noProof/>
        </w:rPr>
        <w:t>is</w:t>
      </w:r>
      <w:r w:rsidR="00646BEC">
        <w:rPr>
          <w:noProof/>
        </w:rPr>
        <w:t xml:space="preserve"> </w:t>
      </w:r>
      <w:r w:rsidRPr="006F699D">
        <w:rPr>
          <w:noProof/>
        </w:rPr>
        <w:t>applied.</w:t>
      </w:r>
    </w:p>
    <w:p w14:paraId="789D8399" w14:textId="20122F61" w:rsidR="00507709" w:rsidRPr="006F699D" w:rsidRDefault="00507709" w:rsidP="00377BCE">
      <w:pPr>
        <w:pStyle w:val="B1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High-mobility</w:t>
      </w:r>
      <w:r w:rsidR="00646BEC">
        <w:rPr>
          <w:noProof/>
        </w:rPr>
        <w:t xml:space="preserve"> </w:t>
      </w:r>
      <w:r w:rsidRPr="006F699D">
        <w:rPr>
          <w:noProof/>
        </w:rPr>
        <w:t>state</w:t>
      </w:r>
      <w:r w:rsidR="00646BEC">
        <w:rPr>
          <w:noProof/>
        </w:rPr>
        <w:t xml:space="preserve"> </w:t>
      </w:r>
      <w:r w:rsidRPr="006F699D">
        <w:rPr>
          <w:noProof/>
        </w:rPr>
        <w:t>is</w:t>
      </w:r>
      <w:r w:rsidR="00646BEC">
        <w:rPr>
          <w:noProof/>
        </w:rPr>
        <w:t xml:space="preserve"> </w:t>
      </w:r>
      <w:r w:rsidRPr="006F699D">
        <w:rPr>
          <w:noProof/>
        </w:rPr>
        <w:t>detected:</w:t>
      </w:r>
    </w:p>
    <w:p w14:paraId="4DCE6B02" w14:textId="2661BD12" w:rsidR="009B5E88" w:rsidRPr="006F699D" w:rsidRDefault="00507709" w:rsidP="00377BCE">
      <w:pPr>
        <w:pStyle w:val="B2"/>
        <w:rPr>
          <w:noProof/>
        </w:rPr>
      </w:pPr>
      <w:r w:rsidRPr="006F699D">
        <w:t>-</w:t>
      </w:r>
      <w:r w:rsidRPr="006F699D">
        <w:tab/>
      </w:r>
      <w:r w:rsidR="009B5E88" w:rsidRPr="006F699D">
        <w:t>Add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the</w:t>
      </w:r>
      <w:r w:rsidR="00646BEC">
        <w:rPr>
          <w:noProof/>
        </w:rPr>
        <w:t xml:space="preserve"> </w:t>
      </w:r>
      <w:r w:rsidR="009B5E88" w:rsidRPr="006F699D">
        <w:rPr>
          <w:i/>
        </w:rPr>
        <w:t>sf-High</w:t>
      </w:r>
      <w:r w:rsidR="00646BEC">
        <w:t xml:space="preserve"> </w:t>
      </w:r>
      <w:r w:rsidR="009B5E88" w:rsidRPr="006F699D">
        <w:t>of</w:t>
      </w:r>
      <w:r w:rsidR="00646BEC">
        <w:t xml:space="preserve"> </w:t>
      </w:r>
      <w:r w:rsidR="009B5E88" w:rsidRPr="006F699D">
        <w:rPr>
          <w:noProof/>
        </w:rPr>
        <w:t>"</w:t>
      </w:r>
      <w:r w:rsidR="009B5E88"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="009B5E88"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="009B5E88" w:rsidRPr="006F699D">
        <w:t>ScalingFactor</w:t>
      </w:r>
      <w:r w:rsidR="00646BEC">
        <w:t xml:space="preserve"> </w:t>
      </w:r>
      <w:r w:rsidR="009B5E88" w:rsidRPr="006F699D">
        <w:t>for</w:t>
      </w:r>
      <w:r w:rsidR="00646BEC">
        <w:t xml:space="preserve"> </w:t>
      </w:r>
      <w:r w:rsidR="009B5E88" w:rsidRPr="006F699D">
        <w:t>Q</w:t>
      </w:r>
      <w:r w:rsidR="009B5E88" w:rsidRPr="006F699D">
        <w:rPr>
          <w:vertAlign w:val="subscript"/>
        </w:rPr>
        <w:t>hyst</w:t>
      </w:r>
      <w:r w:rsidR="005805E4" w:rsidRPr="006F699D">
        <w:t>"</w:t>
      </w:r>
      <w:r w:rsidR="00646BEC">
        <w:t xml:space="preserve"> </w:t>
      </w:r>
      <w:r w:rsidR="009B5E88" w:rsidRPr="006F699D">
        <w:t>to</w:t>
      </w:r>
      <w:r w:rsidR="00646BEC">
        <w:t xml:space="preserve"> </w:t>
      </w:r>
      <w:r w:rsidR="009B5E88" w:rsidRPr="006F699D">
        <w:t>Q</w:t>
      </w:r>
      <w:r w:rsidR="009B5E88" w:rsidRPr="006F699D">
        <w:rPr>
          <w:vertAlign w:val="subscript"/>
        </w:rPr>
        <w:t>hyst</w:t>
      </w:r>
      <w:r w:rsidR="00646BEC">
        <w:t xml:space="preserve"> </w:t>
      </w:r>
      <w:r w:rsidR="009B5E88" w:rsidRPr="006F699D">
        <w:rPr>
          <w:noProof/>
        </w:rPr>
        <w:t>if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sent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on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system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information</w:t>
      </w:r>
    </w:p>
    <w:p w14:paraId="02EC1142" w14:textId="32EFFFD0" w:rsidR="009B5E88" w:rsidRPr="006F699D" w:rsidRDefault="009B5E88" w:rsidP="00377BCE">
      <w:pPr>
        <w:pStyle w:val="B2"/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E-UTRAN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EUTRA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sf-High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EUTRA</w:t>
      </w:r>
      <w:r w:rsidR="005805E4" w:rsidRPr="006F699D">
        <w:t>"</w:t>
      </w:r>
      <w:r w:rsidR="00646BEC">
        <w:t xml:space="preserve"> </w:t>
      </w:r>
      <w:r w:rsidRPr="006F699D">
        <w:rPr>
          <w:noProof/>
        </w:rPr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355EC92C" w14:textId="135F34AE" w:rsidR="009B5E88" w:rsidRPr="006F699D" w:rsidRDefault="009B5E88" w:rsidP="00377BCE">
      <w:pPr>
        <w:pStyle w:val="B2"/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UTRAN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UTRA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sf-High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UTRA</w:t>
      </w:r>
      <w:r w:rsidR="005805E4" w:rsidRPr="006F699D">
        <w:t>"</w:t>
      </w:r>
      <w:r w:rsidR="00646BEC">
        <w:t xml:space="preserve"> </w:t>
      </w:r>
      <w:r w:rsidRPr="006F699D">
        <w:rPr>
          <w:noProof/>
        </w:rPr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10587FAC" w14:textId="3CDEAF12" w:rsidR="009B5E88" w:rsidRPr="006F699D" w:rsidRDefault="009B5E88" w:rsidP="00377BCE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GERAN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GERA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sf-High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GERA</w:t>
      </w:r>
      <w:r w:rsidR="00646BEC">
        <w:t xml:space="preserve"> </w:t>
      </w:r>
      <w:r w:rsidR="005805E4" w:rsidRPr="006F699D">
        <w:t>state"</w:t>
      </w:r>
      <w:r w:rsidR="00646BEC">
        <w:t xml:space="preserve"> </w:t>
      </w:r>
      <w:r w:rsidRPr="006F699D">
        <w:rPr>
          <w:noProof/>
        </w:rPr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2E269611" w14:textId="34DEE268" w:rsidR="009B5E88" w:rsidRPr="006F699D" w:rsidRDefault="009B5E88" w:rsidP="00377BCE">
      <w:pPr>
        <w:pStyle w:val="B2"/>
        <w:rPr>
          <w:lang w:eastAsia="zh-CN"/>
        </w:rPr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  <w:lang w:eastAsia="zh-CN"/>
        </w:rPr>
        <w:t>CDMA2000</w:t>
      </w:r>
      <w:r w:rsidR="00646BEC">
        <w:rPr>
          <w:noProof/>
          <w:lang w:eastAsia="zh-CN"/>
        </w:rPr>
        <w:t xml:space="preserve"> </w:t>
      </w:r>
      <w:r w:rsidRPr="006F699D">
        <w:rPr>
          <w:noProof/>
          <w:lang w:eastAsia="zh-CN"/>
        </w:rPr>
        <w:t>HRPD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  <w:lang w:eastAsia="zh-CN"/>
        </w:rPr>
        <w:t>CDMA_HRPD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sf-High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  <w:lang w:eastAsia="zh-CN"/>
        </w:rPr>
        <w:t>CDMA_HRPD</w:t>
      </w:r>
      <w:r w:rsidR="005805E4" w:rsidRPr="006F699D">
        <w:t>"</w:t>
      </w:r>
      <w:r w:rsidR="00646BEC">
        <w:t xml:space="preserve"> </w:t>
      </w:r>
      <w:r w:rsidRPr="006F699D">
        <w:t>i</w:t>
      </w:r>
      <w:r w:rsidRPr="006F699D">
        <w:rPr>
          <w:noProof/>
        </w:rPr>
        <w:t>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1957E6F1" w14:textId="39171009" w:rsidR="009B5E88" w:rsidRPr="006F699D" w:rsidRDefault="009B5E88" w:rsidP="00377BCE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  <w:lang w:eastAsia="zh-CN"/>
        </w:rPr>
        <w:t>CDMA2000</w:t>
      </w:r>
      <w:r w:rsidR="00646BEC">
        <w:rPr>
          <w:noProof/>
          <w:lang w:eastAsia="zh-CN"/>
        </w:rPr>
        <w:t xml:space="preserve"> </w:t>
      </w:r>
      <w:r w:rsidRPr="006F699D">
        <w:rPr>
          <w:noProof/>
          <w:lang w:eastAsia="zh-CN"/>
        </w:rPr>
        <w:t>1xRTT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  <w:lang w:eastAsia="zh-CN"/>
        </w:rPr>
        <w:t>CDMA_1xRTT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sf-High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  <w:lang w:eastAsia="zh-CN"/>
        </w:rPr>
        <w:t>CDMA_1xRTT</w:t>
      </w:r>
      <w:r w:rsidR="005805E4" w:rsidRPr="006F699D">
        <w:t>"</w:t>
      </w:r>
      <w:r w:rsidR="00646BEC">
        <w:t xml:space="preserve"> </w:t>
      </w:r>
      <w:r w:rsidRPr="006F699D">
        <w:t>i</w:t>
      </w:r>
      <w:r w:rsidRPr="006F699D">
        <w:rPr>
          <w:noProof/>
        </w:rPr>
        <w:t>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5C435A14" w14:textId="1725DBFE" w:rsidR="004D6DCE" w:rsidRPr="006F699D" w:rsidRDefault="004D6DCE" w:rsidP="004D6DCE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NR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NR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</w:t>
      </w:r>
      <w:r w:rsidR="00C23F3E" w:rsidRPr="006F699D">
        <w:rPr>
          <w:i/>
        </w:rPr>
        <w:t>High</w:t>
      </w:r>
      <w:r w:rsidR="00646BEC">
        <w:t xml:space="preserve"> </w:t>
      </w:r>
      <w:r w:rsidRPr="006F699D">
        <w:t>of</w:t>
      </w:r>
      <w:r w:rsidR="00646BEC">
        <w:rPr>
          <w:noProof/>
        </w:rPr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NR</w:t>
      </w:r>
      <w:r w:rsidRPr="006F699D">
        <w:t>"</w:t>
      </w:r>
      <w:r w:rsidR="00646BEC">
        <w:t xml:space="preserve"> </w:t>
      </w:r>
      <w:r w:rsidRPr="006F699D">
        <w:rPr>
          <w:noProof/>
        </w:rPr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1EE3A9C1" w14:textId="3896B7C6" w:rsidR="00507709" w:rsidRPr="006F699D" w:rsidRDefault="00507709" w:rsidP="00377BCE">
      <w:pPr>
        <w:pStyle w:val="B1"/>
        <w:rPr>
          <w:noProof/>
        </w:rPr>
      </w:pPr>
      <w:r w:rsidRPr="006F699D">
        <w:rPr>
          <w:noProof/>
        </w:rPr>
        <w:lastRenderedPageBreak/>
        <w:t>-</w:t>
      </w:r>
      <w:r w:rsidRPr="006F699D">
        <w:rPr>
          <w:noProof/>
        </w:rPr>
        <w:tab/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Medium-mobility</w:t>
      </w:r>
      <w:r w:rsidR="00646BEC">
        <w:rPr>
          <w:noProof/>
        </w:rPr>
        <w:t xml:space="preserve"> </w:t>
      </w:r>
      <w:r w:rsidRPr="006F699D">
        <w:rPr>
          <w:noProof/>
        </w:rPr>
        <w:t>state</w:t>
      </w:r>
      <w:r w:rsidR="00646BEC">
        <w:rPr>
          <w:noProof/>
        </w:rPr>
        <w:t xml:space="preserve"> </w:t>
      </w:r>
      <w:r w:rsidRPr="006F699D">
        <w:rPr>
          <w:noProof/>
        </w:rPr>
        <w:t>is</w:t>
      </w:r>
      <w:r w:rsidR="00646BEC">
        <w:rPr>
          <w:noProof/>
        </w:rPr>
        <w:t xml:space="preserve"> </w:t>
      </w:r>
      <w:r w:rsidRPr="006F699D">
        <w:rPr>
          <w:noProof/>
        </w:rPr>
        <w:t>detected:</w:t>
      </w:r>
    </w:p>
    <w:p w14:paraId="1EF40797" w14:textId="70BA884D" w:rsidR="009B5E88" w:rsidRPr="006F699D" w:rsidRDefault="00507709" w:rsidP="00377BCE">
      <w:pPr>
        <w:pStyle w:val="B2"/>
        <w:rPr>
          <w:noProof/>
        </w:rPr>
      </w:pPr>
      <w:r w:rsidRPr="006F699D">
        <w:t>-</w:t>
      </w:r>
      <w:r w:rsidRPr="006F699D">
        <w:tab/>
      </w:r>
      <w:r w:rsidR="009B5E88" w:rsidRPr="006F699D">
        <w:t>Add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the</w:t>
      </w:r>
      <w:r w:rsidR="00646BEC">
        <w:rPr>
          <w:noProof/>
        </w:rPr>
        <w:t xml:space="preserve"> </w:t>
      </w:r>
      <w:r w:rsidR="009B5E88" w:rsidRPr="006F699D">
        <w:rPr>
          <w:i/>
        </w:rPr>
        <w:t>sf-Medium</w:t>
      </w:r>
      <w:r w:rsidR="00646BEC">
        <w:t xml:space="preserve"> </w:t>
      </w:r>
      <w:r w:rsidR="009B5E88" w:rsidRPr="006F699D">
        <w:t>of</w:t>
      </w:r>
      <w:r w:rsidR="00646BEC">
        <w:t xml:space="preserve"> </w:t>
      </w:r>
      <w:r w:rsidR="009B5E88" w:rsidRPr="006F699D">
        <w:rPr>
          <w:noProof/>
        </w:rPr>
        <w:t>"</w:t>
      </w:r>
      <w:r w:rsidR="009B5E88"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="009B5E88"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="009B5E88" w:rsidRPr="006F699D">
        <w:t>ScalingFactor</w:t>
      </w:r>
      <w:r w:rsidR="00646BEC">
        <w:t xml:space="preserve"> </w:t>
      </w:r>
      <w:r w:rsidR="009B5E88" w:rsidRPr="006F699D">
        <w:t>for</w:t>
      </w:r>
      <w:r w:rsidR="00646BEC">
        <w:t xml:space="preserve"> </w:t>
      </w:r>
      <w:r w:rsidR="009B5E88" w:rsidRPr="006F699D">
        <w:t>Q</w:t>
      </w:r>
      <w:r w:rsidR="009B5E88" w:rsidRPr="006F699D">
        <w:rPr>
          <w:vertAlign w:val="subscript"/>
        </w:rPr>
        <w:t>hyst</w:t>
      </w:r>
      <w:r w:rsidR="009B5E88" w:rsidRPr="006F699D">
        <w:t>"</w:t>
      </w:r>
      <w:r w:rsidR="00646BEC">
        <w:t xml:space="preserve"> </w:t>
      </w:r>
      <w:r w:rsidR="009B5E88" w:rsidRPr="006F699D">
        <w:t>to</w:t>
      </w:r>
      <w:r w:rsidR="00646BEC">
        <w:t xml:space="preserve"> </w:t>
      </w:r>
      <w:r w:rsidR="009B5E88" w:rsidRPr="006F699D">
        <w:t>Q</w:t>
      </w:r>
      <w:r w:rsidR="009B5E88" w:rsidRPr="006F699D">
        <w:rPr>
          <w:vertAlign w:val="subscript"/>
        </w:rPr>
        <w:t>hyst</w:t>
      </w:r>
      <w:r w:rsidR="00646BEC">
        <w:t xml:space="preserve"> </w:t>
      </w:r>
      <w:r w:rsidR="009B5E88" w:rsidRPr="006F699D">
        <w:rPr>
          <w:noProof/>
        </w:rPr>
        <w:t>if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sent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on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system</w:t>
      </w:r>
      <w:r w:rsidR="00646BEC">
        <w:rPr>
          <w:noProof/>
        </w:rPr>
        <w:t xml:space="preserve"> </w:t>
      </w:r>
      <w:r w:rsidR="009B5E88" w:rsidRPr="006F699D">
        <w:rPr>
          <w:noProof/>
        </w:rPr>
        <w:t>information</w:t>
      </w:r>
    </w:p>
    <w:p w14:paraId="12D3E15B" w14:textId="1453CF93" w:rsidR="009B5E88" w:rsidRPr="006F699D" w:rsidRDefault="009B5E88" w:rsidP="00377BCE">
      <w:pPr>
        <w:pStyle w:val="B2"/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E-UTRAN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EUTRA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sf-Medium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EUTRA</w:t>
      </w:r>
      <w:r w:rsidRPr="006F699D">
        <w:t>"</w:t>
      </w:r>
      <w:r w:rsidR="00646BEC">
        <w:t xml:space="preserve"> </w:t>
      </w:r>
      <w:r w:rsidRPr="006F699D">
        <w:rPr>
          <w:noProof/>
        </w:rPr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65792E0F" w14:textId="149C5E35" w:rsidR="009B5E88" w:rsidRPr="006F699D" w:rsidRDefault="009B5E88" w:rsidP="00377BCE">
      <w:pPr>
        <w:pStyle w:val="B2"/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UTRAN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UTRA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sf-Medium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UTRA</w:t>
      </w:r>
      <w:r w:rsidRPr="006F699D">
        <w:t>"</w:t>
      </w:r>
      <w:r w:rsidR="00646BEC">
        <w:t xml:space="preserve"> </w:t>
      </w:r>
      <w:r w:rsidRPr="006F699D">
        <w:rPr>
          <w:noProof/>
        </w:rPr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74E8D2A8" w14:textId="131FCA34" w:rsidR="009B5E88" w:rsidRPr="006F699D" w:rsidRDefault="009B5E88" w:rsidP="00377BCE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GERAN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GERA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sf-Medium</w:t>
      </w:r>
      <w:r w:rsidR="00646BEC">
        <w:t xml:space="preserve"> </w:t>
      </w:r>
      <w:r w:rsidRPr="006F699D">
        <w:t>of</w:t>
      </w:r>
      <w:r w:rsidR="00646BEC">
        <w:rPr>
          <w:noProof/>
        </w:rPr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GERA</w:t>
      </w:r>
      <w:r w:rsidRPr="006F699D">
        <w:t>"</w:t>
      </w:r>
      <w:r w:rsidR="00646BEC">
        <w:t xml:space="preserve"> </w:t>
      </w:r>
      <w:r w:rsidRPr="006F699D">
        <w:rPr>
          <w:noProof/>
        </w:rPr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22E675BD" w14:textId="3188EACD" w:rsidR="009B5E88" w:rsidRPr="006F699D" w:rsidRDefault="009B5E88" w:rsidP="00377BCE">
      <w:pPr>
        <w:pStyle w:val="B2"/>
        <w:rPr>
          <w:lang w:eastAsia="zh-CN"/>
        </w:rPr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  <w:lang w:eastAsia="zh-CN"/>
        </w:rPr>
        <w:t>CDMA2000</w:t>
      </w:r>
      <w:r w:rsidR="00646BEC">
        <w:rPr>
          <w:noProof/>
          <w:lang w:eastAsia="zh-CN"/>
        </w:rPr>
        <w:t xml:space="preserve"> </w:t>
      </w:r>
      <w:r w:rsidRPr="006F699D">
        <w:rPr>
          <w:noProof/>
          <w:lang w:eastAsia="zh-CN"/>
        </w:rPr>
        <w:t>HRPD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  <w:lang w:eastAsia="zh-CN"/>
        </w:rPr>
        <w:t>CDMA_HRPD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sf-Medium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  <w:lang w:eastAsia="zh-CN"/>
        </w:rPr>
        <w:t>CDMA_HRPD</w:t>
      </w:r>
      <w:r w:rsidRPr="006F699D">
        <w:t>"</w:t>
      </w:r>
      <w:r w:rsidR="00646BEC">
        <w:t xml:space="preserve"> </w:t>
      </w:r>
      <w:r w:rsidRPr="006F699D">
        <w:t>i</w:t>
      </w:r>
      <w:r w:rsidRPr="006F699D">
        <w:rPr>
          <w:noProof/>
        </w:rPr>
        <w:t>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7E3F8D20" w14:textId="2F1A0C05" w:rsidR="009B5E88" w:rsidRPr="006F699D" w:rsidRDefault="009B5E88" w:rsidP="00377BCE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  <w:lang w:eastAsia="zh-CN"/>
        </w:rPr>
        <w:t>CDMA2000</w:t>
      </w:r>
      <w:r w:rsidR="00646BEC">
        <w:rPr>
          <w:noProof/>
          <w:lang w:eastAsia="zh-CN"/>
        </w:rPr>
        <w:t xml:space="preserve"> </w:t>
      </w:r>
      <w:r w:rsidRPr="006F699D">
        <w:rPr>
          <w:noProof/>
          <w:lang w:eastAsia="zh-CN"/>
        </w:rPr>
        <w:t>1xRTT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  <w:lang w:eastAsia="zh-CN"/>
        </w:rPr>
        <w:t>CDMA_1xRTT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sf-Medium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  <w:lang w:eastAsia="zh-CN"/>
        </w:rPr>
        <w:t>CDMA_1xRTT</w:t>
      </w:r>
      <w:r w:rsidRPr="006F699D">
        <w:t>"</w:t>
      </w:r>
      <w:r w:rsidR="00646BEC">
        <w:t xml:space="preserve"> </w:t>
      </w:r>
      <w:r w:rsidRPr="006F699D">
        <w:t>i</w:t>
      </w:r>
      <w:r w:rsidRPr="006F699D">
        <w:rPr>
          <w:noProof/>
        </w:rPr>
        <w:t>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6716110A" w14:textId="0F31F23A" w:rsidR="004D6DCE" w:rsidRPr="006F699D" w:rsidRDefault="004D6DCE" w:rsidP="004D6DCE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NR</w:t>
      </w:r>
      <w:r w:rsidR="00646BEC">
        <w:rPr>
          <w:noProof/>
        </w:rPr>
        <w:t xml:space="preserve"> </w:t>
      </w:r>
      <w:r w:rsidRPr="006F699D">
        <w:rPr>
          <w:noProof/>
        </w:rPr>
        <w:t>cells</w:t>
      </w:r>
      <w:r w:rsidR="00646BEC">
        <w:rPr>
          <w:noProof/>
        </w:rPr>
        <w:t xml:space="preserve"> </w:t>
      </w:r>
      <w:r w:rsidRPr="006F699D">
        <w:t>m</w:t>
      </w:r>
      <w:r w:rsidRPr="006F699D">
        <w:rPr>
          <w:noProof/>
        </w:rPr>
        <w:t>ultiply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NR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i/>
        </w:rPr>
        <w:t>sf-Medium</w:t>
      </w:r>
      <w:r w:rsidR="00646BEC">
        <w:t xml:space="preserve"> </w:t>
      </w:r>
      <w:r w:rsidRPr="006F699D">
        <w:t>of</w:t>
      </w:r>
      <w:r w:rsidR="00646BEC">
        <w:rPr>
          <w:noProof/>
        </w:rPr>
        <w:t xml:space="preserve"> </w:t>
      </w:r>
      <w:r w:rsidRPr="006F699D">
        <w:rPr>
          <w:noProof/>
        </w:rPr>
        <w:t>"</w:t>
      </w:r>
      <w:r w:rsidRPr="006F699D">
        <w:rPr>
          <w:lang w:eastAsia="ja-JP"/>
        </w:rPr>
        <w:t>Speed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dependent</w:t>
      </w:r>
      <w:r w:rsidR="00646BEC">
        <w:rPr>
          <w:lang w:eastAsia="ja-JP"/>
        </w:rPr>
        <w:t xml:space="preserve"> </w:t>
      </w:r>
      <w:r w:rsidRPr="006F699D">
        <w:t>ScalingFactor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NR</w:t>
      </w:r>
      <w:r w:rsidRPr="006F699D">
        <w:t>"</w:t>
      </w:r>
      <w:r w:rsidR="00646BEC">
        <w:t xml:space="preserve"> </w:t>
      </w:r>
      <w:r w:rsidRPr="006F699D">
        <w:rPr>
          <w:noProof/>
        </w:rPr>
        <w:t>if</w:t>
      </w:r>
      <w:r w:rsidR="00646BEC">
        <w:rPr>
          <w:noProof/>
        </w:rPr>
        <w:t xml:space="preserve"> </w:t>
      </w:r>
      <w:r w:rsidRPr="006F699D">
        <w:rPr>
          <w:noProof/>
        </w:rPr>
        <w:t>sent</w:t>
      </w:r>
      <w:r w:rsidR="00646BEC">
        <w:rPr>
          <w:noProof/>
        </w:rPr>
        <w:t xml:space="preserve"> </w:t>
      </w:r>
      <w:r w:rsidRPr="006F699D">
        <w:rPr>
          <w:noProof/>
        </w:rPr>
        <w:t>on</w:t>
      </w:r>
      <w:r w:rsidR="00646BEC">
        <w:rPr>
          <w:noProof/>
        </w:rPr>
        <w:t xml:space="preserve"> </w:t>
      </w:r>
      <w:r w:rsidRPr="006F699D">
        <w:rPr>
          <w:noProof/>
        </w:rPr>
        <w:t>system</w:t>
      </w:r>
      <w:r w:rsidR="00646BEC">
        <w:rPr>
          <w:noProof/>
        </w:rPr>
        <w:t xml:space="preserve"> </w:t>
      </w:r>
      <w:r w:rsidRPr="006F699D">
        <w:rPr>
          <w:noProof/>
        </w:rPr>
        <w:t>information</w:t>
      </w:r>
    </w:p>
    <w:p w14:paraId="549895C2" w14:textId="6BA07F59" w:rsidR="00507709" w:rsidRPr="006F699D" w:rsidRDefault="00507709" w:rsidP="00377BCE">
      <w:r w:rsidRPr="006F699D">
        <w:rPr>
          <w:noProof/>
        </w:rPr>
        <w:t>In</w:t>
      </w:r>
      <w:r w:rsidR="00646BEC">
        <w:rPr>
          <w:noProof/>
        </w:rPr>
        <w:t xml:space="preserve"> </w:t>
      </w:r>
      <w:r w:rsidRPr="006F699D">
        <w:rPr>
          <w:noProof/>
        </w:rPr>
        <w:t>case</w:t>
      </w:r>
      <w:r w:rsidR="00646BEC">
        <w:rPr>
          <w:noProof/>
        </w:rPr>
        <w:t xml:space="preserve"> </w:t>
      </w:r>
      <w:r w:rsidRPr="006F699D">
        <w:rPr>
          <w:noProof/>
        </w:rPr>
        <w:t>scaling</w:t>
      </w:r>
      <w:r w:rsidR="00646BEC">
        <w:rPr>
          <w:noProof/>
        </w:rPr>
        <w:t xml:space="preserve"> </w:t>
      </w:r>
      <w:r w:rsidRPr="006F699D">
        <w:rPr>
          <w:noProof/>
        </w:rPr>
        <w:t>is</w:t>
      </w:r>
      <w:r w:rsidR="00646BEC">
        <w:rPr>
          <w:noProof/>
        </w:rPr>
        <w:t xml:space="preserve"> </w:t>
      </w:r>
      <w:r w:rsidRPr="006F699D">
        <w:rPr>
          <w:noProof/>
        </w:rPr>
        <w:t>applied</w:t>
      </w:r>
      <w:r w:rsidR="00646BEC">
        <w:rPr>
          <w:noProof/>
        </w:rPr>
        <w:t xml:space="preserve"> </w:t>
      </w:r>
      <w:r w:rsidRPr="006F699D">
        <w:rPr>
          <w:noProof/>
        </w:rPr>
        <w:t>to</w:t>
      </w:r>
      <w:r w:rsidR="00646BEC">
        <w:rPr>
          <w:noProof/>
        </w:rPr>
        <w:t xml:space="preserve"> </w:t>
      </w:r>
      <w:r w:rsidRPr="006F699D">
        <w:rPr>
          <w:noProof/>
        </w:rPr>
        <w:t>any</w:t>
      </w:r>
      <w:r w:rsidR="00646BEC">
        <w:rPr>
          <w:noProof/>
        </w:rPr>
        <w:t xml:space="preserve"> </w:t>
      </w:r>
      <w:r w:rsidRPr="006F699D">
        <w:rPr>
          <w:bCs/>
        </w:rPr>
        <w:t>Treselection</w:t>
      </w:r>
      <w:r w:rsidRPr="006F699D">
        <w:rPr>
          <w:bCs/>
          <w:vertAlign w:val="subscript"/>
        </w:rPr>
        <w:t>RAT</w:t>
      </w:r>
      <w:r w:rsidR="00646BEC">
        <w:rPr>
          <w:noProof/>
        </w:rPr>
        <w:t xml:space="preserve"> </w:t>
      </w:r>
      <w:r w:rsidRPr="006F699D">
        <w:rPr>
          <w:noProof/>
        </w:rPr>
        <w:t>parameter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noProof/>
        </w:rPr>
        <w:t>UE</w:t>
      </w:r>
      <w:r w:rsidR="00646BEC">
        <w:rPr>
          <w:noProof/>
        </w:rPr>
        <w:t xml:space="preserve"> </w:t>
      </w:r>
      <w:r w:rsidRPr="006F699D">
        <w:rPr>
          <w:noProof/>
        </w:rPr>
        <w:t>shall</w:t>
      </w:r>
      <w:r w:rsidR="00646BEC">
        <w:rPr>
          <w:noProof/>
        </w:rPr>
        <w:t xml:space="preserve"> </w:t>
      </w:r>
      <w:r w:rsidRPr="006F699D">
        <w:rPr>
          <w:noProof/>
        </w:rPr>
        <w:t>round</w:t>
      </w:r>
      <w:r w:rsidR="00646BEC">
        <w:rPr>
          <w:noProof/>
        </w:rPr>
        <w:t xml:space="preserve"> </w:t>
      </w:r>
      <w:r w:rsidRPr="006F699D">
        <w:rPr>
          <w:noProof/>
        </w:rPr>
        <w:t>up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noProof/>
        </w:rPr>
        <w:t>result</w:t>
      </w:r>
      <w:r w:rsidR="00646BEC">
        <w:rPr>
          <w:noProof/>
        </w:rPr>
        <w:t xml:space="preserve"> </w:t>
      </w:r>
      <w:r w:rsidRPr="006F699D">
        <w:rPr>
          <w:noProof/>
        </w:rPr>
        <w:t>after</w:t>
      </w:r>
      <w:r w:rsidR="00646BEC">
        <w:rPr>
          <w:noProof/>
        </w:rPr>
        <w:t xml:space="preserve"> </w:t>
      </w:r>
      <w:r w:rsidRPr="006F699D">
        <w:rPr>
          <w:noProof/>
        </w:rPr>
        <w:t>all</w:t>
      </w:r>
      <w:r w:rsidR="00646BEC">
        <w:rPr>
          <w:noProof/>
        </w:rPr>
        <w:t xml:space="preserve"> </w:t>
      </w:r>
      <w:r w:rsidRPr="006F699D">
        <w:rPr>
          <w:noProof/>
        </w:rPr>
        <w:t>scalings</w:t>
      </w:r>
      <w:r w:rsidR="00646BEC">
        <w:rPr>
          <w:noProof/>
        </w:rPr>
        <w:t xml:space="preserve"> </w:t>
      </w:r>
      <w:r w:rsidRPr="006F699D">
        <w:rPr>
          <w:noProof/>
        </w:rPr>
        <w:t>to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noProof/>
        </w:rPr>
        <w:t>nearest</w:t>
      </w:r>
      <w:r w:rsidR="00646BEC">
        <w:rPr>
          <w:noProof/>
        </w:rPr>
        <w:t xml:space="preserve"> </w:t>
      </w:r>
      <w:r w:rsidRPr="006F699D">
        <w:rPr>
          <w:noProof/>
        </w:rPr>
        <w:t>second.</w:t>
      </w:r>
    </w:p>
    <w:p w14:paraId="7CB6073E" w14:textId="3A9125D4" w:rsidR="003F09A1" w:rsidRPr="006F699D" w:rsidRDefault="003F09A1" w:rsidP="00377BCE">
      <w:pPr>
        <w:pStyle w:val="Heading4"/>
      </w:pPr>
      <w:bookmarkStart w:id="136" w:name="_Toc29237901"/>
      <w:bookmarkStart w:id="137" w:name="_Toc46523018"/>
      <w:bookmarkStart w:id="138" w:name="_Toc100742596"/>
      <w:r w:rsidRPr="006F699D">
        <w:t>5.2.4.</w:t>
      </w:r>
      <w:r w:rsidR="00C813BA" w:rsidRPr="006F699D">
        <w:t>4</w:t>
      </w:r>
      <w:r w:rsidRPr="006F699D">
        <w:rPr>
          <w:rFonts w:ascii="Century" w:hAnsi="Century"/>
          <w:kern w:val="2"/>
          <w:sz w:val="21"/>
        </w:rPr>
        <w:tab/>
      </w:r>
      <w:r w:rsidR="00457C8B" w:rsidRPr="006F699D">
        <w:t>C</w:t>
      </w:r>
      <w:r w:rsidRPr="006F699D">
        <w:t>ells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reservations,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restrictions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unsuitable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camping</w:t>
      </w:r>
      <w:bookmarkEnd w:id="136"/>
      <w:bookmarkEnd w:id="137"/>
      <w:bookmarkEnd w:id="138"/>
    </w:p>
    <w:p w14:paraId="6E40D892" w14:textId="756942E4" w:rsidR="003F09A1" w:rsidRPr="006F699D" w:rsidRDefault="003F09A1" w:rsidP="00377BCE"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(including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cell)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</w:t>
      </w:r>
      <w:r w:rsidR="00D06ADA" w:rsidRPr="006F699D">
        <w:t>4.6</w:t>
      </w:r>
      <w:r w:rsidRPr="006F699D">
        <w:t>,</w:t>
      </w:r>
      <w:r w:rsidR="00646BEC">
        <w:t xml:space="preserve"> </w:t>
      </w:r>
      <w:r w:rsidR="00457C8B" w:rsidRPr="006F699D">
        <w:t>for</w:t>
      </w:r>
      <w:r w:rsidR="00646BEC">
        <w:t xml:space="preserve"> </w:t>
      </w:r>
      <w:r w:rsidR="00457C8B" w:rsidRPr="006F699D">
        <w:t>the</w:t>
      </w:r>
      <w:r w:rsidR="00646BEC">
        <w:t xml:space="preserve"> </w:t>
      </w:r>
      <w:r w:rsidR="00457C8B" w:rsidRPr="006F699D">
        <w:t>best</w:t>
      </w:r>
      <w:r w:rsidR="00646BEC">
        <w:t xml:space="preserve"> </w:t>
      </w:r>
      <w:r w:rsidR="00457C8B" w:rsidRPr="006F699D">
        <w:t>cell</w:t>
      </w:r>
      <w:r w:rsidR="00646BEC">
        <w:t xml:space="preserve"> </w:t>
      </w:r>
      <w:r w:rsidR="00457C8B" w:rsidRPr="006F699D">
        <w:t>according</w:t>
      </w:r>
      <w:r w:rsidR="00646BEC">
        <w:t xml:space="preserve"> </w:t>
      </w:r>
      <w:r w:rsidR="00457C8B" w:rsidRPr="006F699D">
        <w:t>to</w:t>
      </w:r>
      <w:r w:rsidR="00646BEC">
        <w:t xml:space="preserve"> </w:t>
      </w:r>
      <w:r w:rsidR="00457C8B" w:rsidRPr="006F699D">
        <w:t>absolute</w:t>
      </w:r>
      <w:r w:rsidR="00646BEC">
        <w:t xml:space="preserve"> </w:t>
      </w:r>
      <w:r w:rsidR="00457C8B" w:rsidRPr="006F699D">
        <w:t>priority</w:t>
      </w:r>
      <w:r w:rsidR="00646BEC">
        <w:t xml:space="preserve"> </w:t>
      </w:r>
      <w:r w:rsidR="00457C8B" w:rsidRPr="006F699D">
        <w:t>reselection</w:t>
      </w:r>
      <w:r w:rsidR="00646BEC">
        <w:t xml:space="preserve"> </w:t>
      </w:r>
      <w:r w:rsidR="00457C8B" w:rsidRPr="006F699D">
        <w:t>criteria</w:t>
      </w:r>
      <w:r w:rsidR="00646BEC">
        <w:t xml:space="preserve"> </w:t>
      </w:r>
      <w:r w:rsidR="00457C8B" w:rsidRPr="006F699D">
        <w:t>specified</w:t>
      </w:r>
      <w:r w:rsidR="00646BEC">
        <w:t xml:space="preserve"> </w:t>
      </w:r>
      <w:r w:rsidR="00457C8B"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="00457C8B" w:rsidRPr="006F699D">
        <w:t>5.2.4.5,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check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restricted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5.3.1.</w:t>
      </w:r>
    </w:p>
    <w:p w14:paraId="48C14D67" w14:textId="05CEEBD8" w:rsidR="003F09A1" w:rsidRPr="006F699D" w:rsidRDefault="003F09A1" w:rsidP="00377BCE">
      <w:pPr>
        <w:rPr>
          <w:lang w:eastAsia="ja-JP"/>
        </w:rPr>
      </w:pPr>
      <w:r w:rsidRPr="006F699D">
        <w:t>If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other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have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excluded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candidate</w:t>
      </w:r>
      <w:r w:rsidR="00646BEC">
        <w:t xml:space="preserve"> </w:t>
      </w:r>
      <w:r w:rsidRPr="006F699D">
        <w:t>list,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stated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5.3.1,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these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candidates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reselection.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limitation</w:t>
      </w:r>
      <w:r w:rsidR="00646BEC">
        <w:t xml:space="preserve"> </w:t>
      </w:r>
      <w:r w:rsidR="00D06ADA" w:rsidRPr="006F699D">
        <w:t>shall</w:t>
      </w:r>
      <w:r w:rsidR="00646BEC">
        <w:t xml:space="preserve"> </w:t>
      </w:r>
      <w:r w:rsidR="00D06ADA" w:rsidRPr="006F699D">
        <w:t>be</w:t>
      </w:r>
      <w:r w:rsidR="00646BEC">
        <w:t xml:space="preserve"> </w:t>
      </w:r>
      <w:r w:rsidRPr="006F699D">
        <w:t>removed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changes.</w:t>
      </w:r>
    </w:p>
    <w:p w14:paraId="3AC345B4" w14:textId="7D47FB3C" w:rsidR="003F09A1" w:rsidRPr="006F699D" w:rsidRDefault="003F09A1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457C8B" w:rsidRPr="006F699D">
        <w:t>or</w:t>
      </w:r>
      <w:r w:rsidR="00646BEC">
        <w:t xml:space="preserve"> </w:t>
      </w:r>
      <w:r w:rsidR="00457C8B" w:rsidRPr="006F699D">
        <w:t>best</w:t>
      </w:r>
      <w:r w:rsidR="00646BEC">
        <w:t xml:space="preserve"> </w:t>
      </w:r>
      <w:r w:rsidR="00457C8B" w:rsidRPr="006F699D">
        <w:t>cell</w:t>
      </w:r>
      <w:r w:rsidR="00646BEC">
        <w:t xml:space="preserve"> </w:t>
      </w:r>
      <w:r w:rsidR="00457C8B" w:rsidRPr="006F699D">
        <w:t>according</w:t>
      </w:r>
      <w:r w:rsidR="00646BEC">
        <w:t xml:space="preserve"> </w:t>
      </w:r>
      <w:r w:rsidR="00457C8B" w:rsidRPr="006F699D">
        <w:t>to</w:t>
      </w:r>
      <w:r w:rsidR="00646BEC">
        <w:t xml:space="preserve"> </w:t>
      </w:r>
      <w:r w:rsidR="00457C8B" w:rsidRPr="006F699D">
        <w:t>absolute</w:t>
      </w:r>
      <w:r w:rsidR="00646BEC">
        <w:t xml:space="preserve"> </w:t>
      </w:r>
      <w:r w:rsidR="00457C8B" w:rsidRPr="006F699D">
        <w:t>priority</w:t>
      </w:r>
      <w:r w:rsidR="00646BEC">
        <w:t xml:space="preserve"> </w:t>
      </w:r>
      <w:r w:rsidR="00457C8B" w:rsidRPr="006F699D">
        <w:t>reselection</w:t>
      </w:r>
      <w:r w:rsidR="00646BEC">
        <w:t xml:space="preserve"> </w:t>
      </w:r>
      <w:r w:rsidR="00457C8B" w:rsidRPr="006F699D">
        <w:t>rules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="00740AE5" w:rsidRPr="006F699D">
        <w:t>or</w:t>
      </w:r>
      <w:r w:rsidR="00646BEC">
        <w:t xml:space="preserve"> </w:t>
      </w:r>
      <w:r w:rsidR="00740AE5" w:rsidRPr="006F699D">
        <w:t>inter-frequency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="00AF106F" w:rsidRPr="006F699D">
        <w:t>for</w:t>
      </w:r>
      <w:r w:rsidR="00646BEC">
        <w:t xml:space="preserve"> </w:t>
      </w:r>
      <w:r w:rsidR="00AF106F" w:rsidRPr="006F699D">
        <w:t>a</w:t>
      </w:r>
      <w:r w:rsidR="00646BEC">
        <w:t xml:space="preserve"> </w:t>
      </w:r>
      <w:r w:rsidR="00AF106F" w:rsidRPr="006F699D">
        <w:t>CN</w:t>
      </w:r>
      <w:r w:rsidR="00646BEC">
        <w:t xml:space="preserve"> </w:t>
      </w:r>
      <w:r w:rsidR="00AF106F" w:rsidRPr="006F699D">
        <w:t>type</w:t>
      </w:r>
      <w:r w:rsidR="00646BEC">
        <w:t xml:space="preserve"> </w:t>
      </w:r>
      <w:r w:rsidRPr="006F699D">
        <w:t>due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being</w:t>
      </w:r>
      <w:r w:rsidR="00646BEC">
        <w:t xml:space="preserve"> </w:t>
      </w:r>
      <w:r w:rsidRPr="006F699D">
        <w:t>part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"list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forbidden</w:t>
      </w:r>
      <w:r w:rsidR="00646BEC">
        <w:t xml:space="preserve"> </w:t>
      </w:r>
      <w:r w:rsidRPr="006F699D">
        <w:t>TAs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roaming"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belonging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being</w:t>
      </w:r>
      <w:r w:rsidR="00646BEC">
        <w:t xml:space="preserve"> </w:t>
      </w:r>
      <w:r w:rsidRPr="006F699D">
        <w:t>equivalent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registered</w:t>
      </w:r>
      <w:r w:rsidR="00646BEC">
        <w:t xml:space="preserve"> </w:t>
      </w:r>
      <w:r w:rsidRPr="006F699D">
        <w:t>PLMN,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other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frequency,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candidates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="00AF106F" w:rsidRPr="006F699D">
        <w:t>for</w:t>
      </w:r>
      <w:r w:rsidR="00646BEC">
        <w:t xml:space="preserve"> </w:t>
      </w:r>
      <w:r w:rsidR="00AF106F" w:rsidRPr="006F699D">
        <w:t>the</w:t>
      </w:r>
      <w:r w:rsidR="00646BEC">
        <w:t xml:space="preserve"> </w:t>
      </w:r>
      <w:r w:rsidR="00AF106F" w:rsidRPr="006F699D">
        <w:t>CN</w:t>
      </w:r>
      <w:r w:rsidR="00646BEC">
        <w:t xml:space="preserve"> </w:t>
      </w:r>
      <w:r w:rsidR="00AF106F" w:rsidRPr="006F699D">
        <w:t>type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maximum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300s.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="00BC7AE4" w:rsidRPr="006F699D">
        <w:t>enters</w:t>
      </w:r>
      <w:r w:rsidR="00646BEC">
        <w:t xml:space="preserve"> </w:t>
      </w:r>
      <w:r w:rsidR="00BC7AE4" w:rsidRPr="006F699D">
        <w:t>into</w:t>
      </w:r>
      <w:r w:rsidR="00646BEC">
        <w:t xml:space="preserve"> </w:t>
      </w:r>
      <w:r w:rsidR="00BC7AE4" w:rsidRPr="006F699D">
        <w:t>state</w:t>
      </w:r>
      <w:r w:rsidR="00646BEC">
        <w:t xml:space="preserve"> </w:t>
      </w:r>
      <w:r w:rsidRPr="006F699D">
        <w:rPr>
          <w:i/>
          <w:iCs/>
        </w:rPr>
        <w:t>any</w:t>
      </w:r>
      <w:r w:rsidR="00646BEC">
        <w:rPr>
          <w:i/>
          <w:iCs/>
        </w:rPr>
        <w:t xml:space="preserve"> </w:t>
      </w:r>
      <w:r w:rsidRPr="006F699D">
        <w:rPr>
          <w:i/>
          <w:iCs/>
        </w:rPr>
        <w:t>cell</w:t>
      </w:r>
      <w:r w:rsidR="00646BEC">
        <w:rPr>
          <w:i/>
          <w:iCs/>
        </w:rPr>
        <w:t xml:space="preserve"> </w:t>
      </w:r>
      <w:r w:rsidRPr="006F699D">
        <w:rPr>
          <w:i/>
          <w:iCs/>
        </w:rPr>
        <w:t>selection</w:t>
      </w:r>
      <w:r w:rsidR="00BC7AE4" w:rsidRPr="006F699D">
        <w:t>,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limitation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removed.</w:t>
      </w:r>
      <w:r w:rsidR="00646BEC">
        <w:t xml:space="preserve"> </w:t>
      </w:r>
      <w:r w:rsidR="00AF3930" w:rsidRPr="006F699D">
        <w:t>If</w:t>
      </w:r>
      <w:r w:rsidR="00646BEC">
        <w:t xml:space="preserve"> </w:t>
      </w:r>
      <w:r w:rsidR="00AF3930" w:rsidRPr="006F699D">
        <w:t>the</w:t>
      </w:r>
      <w:r w:rsidR="00646BEC">
        <w:t xml:space="preserve"> </w:t>
      </w:r>
      <w:r w:rsidR="00AF3930" w:rsidRPr="006F699D">
        <w:t>UE</w:t>
      </w:r>
      <w:r w:rsidR="00646BEC">
        <w:t xml:space="preserve"> </w:t>
      </w:r>
      <w:r w:rsidR="00AF3930" w:rsidRPr="006F699D">
        <w:t>is</w:t>
      </w:r>
      <w:r w:rsidR="00646BEC">
        <w:t xml:space="preserve"> </w:t>
      </w:r>
      <w:r w:rsidR="00AF3930" w:rsidRPr="006F699D">
        <w:t>redirected</w:t>
      </w:r>
      <w:r w:rsidR="00646BEC">
        <w:t xml:space="preserve"> </w:t>
      </w:r>
      <w:r w:rsidR="00AF3930" w:rsidRPr="006F699D">
        <w:t>under</w:t>
      </w:r>
      <w:r w:rsidR="00646BEC">
        <w:t xml:space="preserve"> </w:t>
      </w:r>
      <w:r w:rsidR="00AF3930" w:rsidRPr="006F699D">
        <w:t>E-UTRAN</w:t>
      </w:r>
      <w:r w:rsidR="00646BEC">
        <w:t xml:space="preserve"> </w:t>
      </w:r>
      <w:r w:rsidR="00AF3930" w:rsidRPr="006F699D">
        <w:t>control</w:t>
      </w:r>
      <w:r w:rsidR="00646BEC">
        <w:t xml:space="preserve"> </w:t>
      </w:r>
      <w:r w:rsidR="00AF3930" w:rsidRPr="006F699D">
        <w:t>to</w:t>
      </w:r>
      <w:r w:rsidR="00646BEC">
        <w:t xml:space="preserve"> </w:t>
      </w:r>
      <w:r w:rsidR="00AF3930" w:rsidRPr="006F699D">
        <w:t>a</w:t>
      </w:r>
      <w:r w:rsidR="00646BEC">
        <w:t xml:space="preserve"> </w:t>
      </w:r>
      <w:r w:rsidR="00AF3930" w:rsidRPr="006F699D">
        <w:t>frequency</w:t>
      </w:r>
      <w:r w:rsidR="00646BEC">
        <w:t xml:space="preserve"> </w:t>
      </w:r>
      <w:r w:rsidR="00AF3930" w:rsidRPr="006F699D">
        <w:t>for</w:t>
      </w:r>
      <w:r w:rsidR="00646BEC">
        <w:t xml:space="preserve"> </w:t>
      </w:r>
      <w:r w:rsidR="00AF3930" w:rsidRPr="006F699D">
        <w:t>which</w:t>
      </w:r>
      <w:r w:rsidR="00646BEC">
        <w:t xml:space="preserve"> </w:t>
      </w:r>
      <w:r w:rsidR="00AF3930" w:rsidRPr="006F699D">
        <w:t>the</w:t>
      </w:r>
      <w:r w:rsidR="00646BEC">
        <w:t xml:space="preserve"> </w:t>
      </w:r>
      <w:r w:rsidR="00AF3930" w:rsidRPr="006F699D">
        <w:t>timer</w:t>
      </w:r>
      <w:r w:rsidR="00646BEC">
        <w:t xml:space="preserve"> </w:t>
      </w:r>
      <w:r w:rsidR="00AF3930" w:rsidRPr="006F699D">
        <w:t>is</w:t>
      </w:r>
      <w:r w:rsidR="00646BEC">
        <w:t xml:space="preserve"> </w:t>
      </w:r>
      <w:r w:rsidR="00AF3930" w:rsidRPr="006F699D">
        <w:t>running,</w:t>
      </w:r>
      <w:r w:rsidR="00646BEC">
        <w:t xml:space="preserve"> </w:t>
      </w:r>
      <w:r w:rsidR="00AF3930" w:rsidRPr="006F699D">
        <w:t>any</w:t>
      </w:r>
      <w:r w:rsidR="00646BEC">
        <w:t xml:space="preserve"> </w:t>
      </w:r>
      <w:r w:rsidR="00AF3930" w:rsidRPr="006F699D">
        <w:t>limitation</w:t>
      </w:r>
      <w:r w:rsidR="00646BEC">
        <w:t xml:space="preserve"> </w:t>
      </w:r>
      <w:r w:rsidR="00AF3930" w:rsidRPr="006F699D">
        <w:t>on</w:t>
      </w:r>
      <w:r w:rsidR="00646BEC">
        <w:t xml:space="preserve"> </w:t>
      </w:r>
      <w:r w:rsidR="00AF3930" w:rsidRPr="006F699D">
        <w:t>that</w:t>
      </w:r>
      <w:r w:rsidR="00646BEC">
        <w:t xml:space="preserve"> </w:t>
      </w:r>
      <w:r w:rsidR="00AF3930" w:rsidRPr="006F699D">
        <w:t>frequency</w:t>
      </w:r>
      <w:r w:rsidR="00646BEC">
        <w:t xml:space="preserve"> </w:t>
      </w:r>
      <w:r w:rsidR="00AF3930" w:rsidRPr="006F699D">
        <w:t>shall</w:t>
      </w:r>
      <w:r w:rsidR="00646BEC">
        <w:t xml:space="preserve"> </w:t>
      </w:r>
      <w:r w:rsidR="00AF3930" w:rsidRPr="006F699D">
        <w:t>be</w:t>
      </w:r>
      <w:r w:rsidR="00646BEC">
        <w:t xml:space="preserve"> </w:t>
      </w:r>
      <w:r w:rsidR="00AF3930" w:rsidRPr="006F699D">
        <w:t>removed.</w:t>
      </w:r>
    </w:p>
    <w:p w14:paraId="7055E9B2" w14:textId="1B08DD8F" w:rsidR="003A40F7" w:rsidRPr="006F699D" w:rsidRDefault="003A40F7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457C8B" w:rsidRPr="006F699D">
        <w:t>or</w:t>
      </w:r>
      <w:r w:rsidR="00646BEC">
        <w:t xml:space="preserve"> </w:t>
      </w:r>
      <w:r w:rsidR="00457C8B" w:rsidRPr="006F699D">
        <w:t>best</w:t>
      </w:r>
      <w:r w:rsidR="00646BEC">
        <w:t xml:space="preserve"> </w:t>
      </w:r>
      <w:r w:rsidR="00457C8B" w:rsidRPr="006F699D">
        <w:t>cell</w:t>
      </w:r>
      <w:r w:rsidR="00646BEC">
        <w:t xml:space="preserve"> </w:t>
      </w:r>
      <w:r w:rsidR="00457C8B" w:rsidRPr="006F699D">
        <w:t>according</w:t>
      </w:r>
      <w:r w:rsidR="00646BEC">
        <w:t xml:space="preserve"> </w:t>
      </w:r>
      <w:r w:rsidR="00457C8B" w:rsidRPr="006F699D">
        <w:t>to</w:t>
      </w:r>
      <w:r w:rsidR="00646BEC">
        <w:t xml:space="preserve"> </w:t>
      </w:r>
      <w:r w:rsidR="00457C8B" w:rsidRPr="006F699D">
        <w:t>absolute</w:t>
      </w:r>
      <w:r w:rsidR="00646BEC">
        <w:t xml:space="preserve"> </w:t>
      </w:r>
      <w:r w:rsidR="00457C8B" w:rsidRPr="006F699D">
        <w:t>priority</w:t>
      </w:r>
      <w:r w:rsidR="00646BEC">
        <w:t xml:space="preserve"> </w:t>
      </w:r>
      <w:r w:rsidR="00457C8B" w:rsidRPr="006F699D">
        <w:t>reselection</w:t>
      </w:r>
      <w:r w:rsidR="00646BEC">
        <w:t xml:space="preserve"> </w:t>
      </w:r>
      <w:r w:rsidR="00457C8B" w:rsidRPr="006F699D">
        <w:t>rules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inter-RAT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due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being</w:t>
      </w:r>
      <w:r w:rsidR="00646BEC">
        <w:t xml:space="preserve"> </w:t>
      </w:r>
      <w:r w:rsidR="00267B8B" w:rsidRPr="006F699D">
        <w:t>part</w:t>
      </w:r>
      <w:r w:rsidR="00646BEC">
        <w:t xml:space="preserve"> </w:t>
      </w:r>
      <w:r w:rsidR="00267B8B" w:rsidRPr="006F699D">
        <w:t>of</w:t>
      </w:r>
      <w:r w:rsidR="00646BEC">
        <w:t xml:space="preserve"> </w:t>
      </w:r>
      <w:r w:rsidR="00267B8B" w:rsidRPr="006F699D">
        <w:t>the</w:t>
      </w:r>
      <w:r w:rsidR="00646BEC">
        <w:t xml:space="preserve"> </w:t>
      </w:r>
      <w:r w:rsidR="00267B8B" w:rsidRPr="006F699D">
        <w:t>"list</w:t>
      </w:r>
      <w:r w:rsidR="00646BEC">
        <w:t xml:space="preserve"> </w:t>
      </w:r>
      <w:r w:rsidR="00267B8B" w:rsidRPr="006F699D">
        <w:t>of</w:t>
      </w:r>
      <w:r w:rsidR="00646BEC">
        <w:t xml:space="preserve"> </w:t>
      </w:r>
      <w:r w:rsidR="00267B8B" w:rsidRPr="006F699D">
        <w:t>forbidden</w:t>
      </w:r>
      <w:r w:rsidR="00646BEC">
        <w:t xml:space="preserve"> </w:t>
      </w:r>
      <w:r w:rsidR="00267B8B" w:rsidRPr="006F699D">
        <w:t>T</w:t>
      </w:r>
      <w:r w:rsidRPr="006F699D">
        <w:t>As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roaming"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belonging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being</w:t>
      </w:r>
      <w:r w:rsidR="00646BEC">
        <w:t xml:space="preserve"> </w:t>
      </w:r>
      <w:r w:rsidRPr="006F699D">
        <w:t>equivalent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registered</w:t>
      </w:r>
      <w:r w:rsidR="00646BEC">
        <w:t xml:space="preserve"> </w:t>
      </w:r>
      <w:r w:rsidRPr="006F699D">
        <w:t>PLMN,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6E6BDA" w:rsidRPr="006F699D">
        <w:t>and</w:t>
      </w:r>
      <w:r w:rsidR="00646BEC">
        <w:t xml:space="preserve"> </w:t>
      </w:r>
      <w:r w:rsidR="006E6BDA" w:rsidRPr="006F699D">
        <w:t>other</w:t>
      </w:r>
      <w:r w:rsidR="00646BEC">
        <w:t xml:space="preserve"> </w:t>
      </w:r>
      <w:r w:rsidR="006E6BDA" w:rsidRPr="006F699D">
        <w:t>cells</w:t>
      </w:r>
      <w:r w:rsidR="00646BEC">
        <w:t xml:space="preserve"> </w:t>
      </w:r>
      <w:r w:rsidR="006E6BDA" w:rsidRPr="006F699D">
        <w:t>on</w:t>
      </w:r>
      <w:r w:rsidR="00646BEC">
        <w:t xml:space="preserve"> </w:t>
      </w:r>
      <w:r w:rsidR="006E6BDA" w:rsidRPr="006F699D">
        <w:t>the</w:t>
      </w:r>
      <w:r w:rsidR="00646BEC">
        <w:t xml:space="preserve"> </w:t>
      </w:r>
      <w:r w:rsidR="006E6BDA" w:rsidRPr="006F699D">
        <w:t>same</w:t>
      </w:r>
      <w:r w:rsidR="00646BEC">
        <w:t xml:space="preserve"> </w:t>
      </w:r>
      <w:r w:rsidR="006E6BDA" w:rsidRPr="006F699D">
        <w:t>frequency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candidate</w:t>
      </w:r>
      <w:r w:rsidR="006E6BDA" w:rsidRPr="006F699D">
        <w:t>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maximum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300s.</w:t>
      </w:r>
      <w:r w:rsidR="00646BEC">
        <w:t xml:space="preserve"> </w:t>
      </w:r>
      <w:r w:rsidR="00D24054" w:rsidRPr="006F699D">
        <w:t>In</w:t>
      </w:r>
      <w:r w:rsidR="00646BEC">
        <w:t xml:space="preserve"> </w:t>
      </w:r>
      <w:r w:rsidR="00D24054" w:rsidRPr="006F699D">
        <w:t>case</w:t>
      </w:r>
      <w:r w:rsidR="00646BEC">
        <w:t xml:space="preserve"> </w:t>
      </w:r>
      <w:r w:rsidR="00D24054" w:rsidRPr="006F699D">
        <w:t>of</w:t>
      </w:r>
      <w:r w:rsidR="00646BEC">
        <w:t xml:space="preserve"> </w:t>
      </w:r>
      <w:r w:rsidR="00D24054" w:rsidRPr="006F699D">
        <w:t>UTRA</w:t>
      </w:r>
      <w:r w:rsidR="00646BEC">
        <w:t xml:space="preserve"> </w:t>
      </w:r>
      <w:r w:rsidR="00D24054" w:rsidRPr="006F699D">
        <w:t>further</w:t>
      </w:r>
      <w:r w:rsidR="00646BEC">
        <w:t xml:space="preserve"> </w:t>
      </w:r>
      <w:r w:rsidR="00D24054" w:rsidRPr="006F699D">
        <w:t>requirements</w:t>
      </w:r>
      <w:r w:rsidR="00646BEC">
        <w:t xml:space="preserve"> </w:t>
      </w:r>
      <w:r w:rsidR="00D24054" w:rsidRPr="006F699D">
        <w:t>are</w:t>
      </w:r>
      <w:r w:rsidR="00646BEC">
        <w:t xml:space="preserve"> </w:t>
      </w:r>
      <w:r w:rsidR="00D24054" w:rsidRPr="006F699D">
        <w:rPr>
          <w:lang w:eastAsia="ko-KR"/>
        </w:rPr>
        <w:t>defined</w:t>
      </w:r>
      <w:r w:rsidR="00646BEC">
        <w:rPr>
          <w:lang w:eastAsia="ko-KR"/>
        </w:rPr>
        <w:t xml:space="preserve"> </w:t>
      </w:r>
      <w:r w:rsidR="00D24054"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D24054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25.304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[</w:t>
      </w:r>
      <w:r w:rsidR="00057D27" w:rsidRPr="006F699D">
        <w:rPr>
          <w:lang w:eastAsia="ko-KR"/>
        </w:rPr>
        <w:t>8]</w:t>
      </w:r>
      <w:r w:rsidR="00D24054" w:rsidRPr="006F699D">
        <w:rPr>
          <w:lang w:eastAsia="ko-KR"/>
        </w:rPr>
        <w:t>.</w:t>
      </w:r>
      <w:r w:rsidR="00646BEC">
        <w:rPr>
          <w:lang w:eastAsia="ko-KR"/>
        </w:rPr>
        <w:t xml:space="preserve"> </w:t>
      </w:r>
      <w:r w:rsidR="004D6DCE" w:rsidRPr="006F699D">
        <w:t>In</w:t>
      </w:r>
      <w:r w:rsidR="00646BEC">
        <w:t xml:space="preserve"> </w:t>
      </w:r>
      <w:r w:rsidR="004D6DCE" w:rsidRPr="006F699D">
        <w:t>case</w:t>
      </w:r>
      <w:r w:rsidR="00646BEC">
        <w:t xml:space="preserve"> </w:t>
      </w:r>
      <w:r w:rsidR="004D6DCE" w:rsidRPr="006F699D">
        <w:t>of</w:t>
      </w:r>
      <w:r w:rsidR="00646BEC">
        <w:t xml:space="preserve"> </w:t>
      </w:r>
      <w:r w:rsidR="004D6DCE" w:rsidRPr="006F699D">
        <w:t>NR</w:t>
      </w:r>
      <w:r w:rsidR="00646BEC">
        <w:t xml:space="preserve"> </w:t>
      </w:r>
      <w:r w:rsidR="004D6DCE" w:rsidRPr="006F699D">
        <w:t>further</w:t>
      </w:r>
      <w:r w:rsidR="00646BEC">
        <w:t xml:space="preserve"> </w:t>
      </w:r>
      <w:r w:rsidR="004D6DCE" w:rsidRPr="006F699D">
        <w:t>requirements</w:t>
      </w:r>
      <w:r w:rsidR="00646BEC">
        <w:t xml:space="preserve"> </w:t>
      </w:r>
      <w:r w:rsidR="004D6DCE" w:rsidRPr="006F699D">
        <w:t>are</w:t>
      </w:r>
      <w:r w:rsidR="00646BEC">
        <w:t xml:space="preserve"> </w:t>
      </w:r>
      <w:r w:rsidR="004D6DCE" w:rsidRPr="006F699D">
        <w:rPr>
          <w:lang w:eastAsia="ko-KR"/>
        </w:rPr>
        <w:t>defined</w:t>
      </w:r>
      <w:r w:rsidR="00646BEC">
        <w:rPr>
          <w:lang w:eastAsia="ko-KR"/>
        </w:rPr>
        <w:t xml:space="preserve"> </w:t>
      </w:r>
      <w:r w:rsidR="004D6DCE"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4D6DCE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38.304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[</w:t>
      </w:r>
      <w:r w:rsidR="00057D27" w:rsidRPr="006F699D">
        <w:rPr>
          <w:lang w:eastAsia="ko-KR"/>
        </w:rPr>
        <w:t>38]</w:t>
      </w:r>
      <w:r w:rsidR="004D6DCE" w:rsidRPr="006F699D">
        <w:rPr>
          <w:lang w:eastAsia="ko-KR"/>
        </w:rPr>
        <w:t>.</w:t>
      </w:r>
      <w:r w:rsidR="00646BEC">
        <w:rPr>
          <w:lang w:eastAsia="ko-KR"/>
        </w:rPr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="00BC7AE4" w:rsidRPr="006F699D">
        <w:t>enters</w:t>
      </w:r>
      <w:r w:rsidR="00646BEC">
        <w:t xml:space="preserve"> </w:t>
      </w:r>
      <w:r w:rsidR="00BC7AE4" w:rsidRPr="006F699D">
        <w:t>into</w:t>
      </w:r>
      <w:r w:rsidR="00646BEC">
        <w:t xml:space="preserve"> </w:t>
      </w:r>
      <w:r w:rsidR="00BC7AE4" w:rsidRPr="006F699D">
        <w:t>state</w:t>
      </w:r>
      <w:r w:rsidR="00646BEC">
        <w:t xml:space="preserve"> </w:t>
      </w:r>
      <w:r w:rsidRPr="006F699D">
        <w:rPr>
          <w:i/>
          <w:iCs/>
        </w:rPr>
        <w:t>any</w:t>
      </w:r>
      <w:r w:rsidR="00646BEC">
        <w:rPr>
          <w:i/>
          <w:iCs/>
        </w:rPr>
        <w:t xml:space="preserve"> </w:t>
      </w:r>
      <w:r w:rsidRPr="006F699D">
        <w:rPr>
          <w:i/>
          <w:iCs/>
        </w:rPr>
        <w:t>cell</w:t>
      </w:r>
      <w:r w:rsidR="00646BEC">
        <w:rPr>
          <w:i/>
          <w:iCs/>
        </w:rPr>
        <w:t xml:space="preserve"> </w:t>
      </w:r>
      <w:r w:rsidRPr="006F699D">
        <w:rPr>
          <w:i/>
          <w:iCs/>
        </w:rPr>
        <w:t>selection</w:t>
      </w:r>
      <w:r w:rsidR="00BC7AE4" w:rsidRPr="006F699D">
        <w:t>,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limitation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removed.</w:t>
      </w:r>
      <w:r w:rsidR="00646BEC">
        <w:t xml:space="preserve"> </w:t>
      </w:r>
      <w:r w:rsidR="00AF3930" w:rsidRPr="006F699D">
        <w:t>If</w:t>
      </w:r>
      <w:r w:rsidR="00646BEC">
        <w:t xml:space="preserve"> </w:t>
      </w:r>
      <w:r w:rsidR="00AF3930" w:rsidRPr="006F699D">
        <w:t>the</w:t>
      </w:r>
      <w:r w:rsidR="00646BEC">
        <w:t xml:space="preserve"> </w:t>
      </w:r>
      <w:r w:rsidR="00AF3930" w:rsidRPr="006F699D">
        <w:t>UE</w:t>
      </w:r>
      <w:r w:rsidR="00646BEC">
        <w:t xml:space="preserve"> </w:t>
      </w:r>
      <w:r w:rsidR="00AF3930" w:rsidRPr="006F699D">
        <w:t>is</w:t>
      </w:r>
      <w:r w:rsidR="00646BEC">
        <w:t xml:space="preserve"> </w:t>
      </w:r>
      <w:r w:rsidR="00AF3930" w:rsidRPr="006F699D">
        <w:t>redirected</w:t>
      </w:r>
      <w:r w:rsidR="00646BEC">
        <w:t xml:space="preserve"> </w:t>
      </w:r>
      <w:r w:rsidR="00AF3930" w:rsidRPr="006F699D">
        <w:t>under</w:t>
      </w:r>
      <w:r w:rsidR="00646BEC">
        <w:t xml:space="preserve"> </w:t>
      </w:r>
      <w:r w:rsidR="00AF3930" w:rsidRPr="006F699D">
        <w:t>E-UTRAN</w:t>
      </w:r>
      <w:r w:rsidR="00646BEC">
        <w:t xml:space="preserve"> </w:t>
      </w:r>
      <w:r w:rsidR="00AF3930" w:rsidRPr="006F699D">
        <w:t>control</w:t>
      </w:r>
      <w:r w:rsidR="00646BEC">
        <w:t xml:space="preserve"> </w:t>
      </w:r>
      <w:r w:rsidR="00AF3930" w:rsidRPr="006F699D">
        <w:t>to</w:t>
      </w:r>
      <w:r w:rsidR="00646BEC">
        <w:t xml:space="preserve"> </w:t>
      </w:r>
      <w:r w:rsidR="00AF3930" w:rsidRPr="006F699D">
        <w:t>a</w:t>
      </w:r>
      <w:r w:rsidR="00646BEC">
        <w:t xml:space="preserve"> </w:t>
      </w:r>
      <w:r w:rsidR="00AF3930" w:rsidRPr="006F699D">
        <w:t>frequency</w:t>
      </w:r>
      <w:r w:rsidR="00646BEC">
        <w:t xml:space="preserve"> </w:t>
      </w:r>
      <w:r w:rsidR="00AF3930" w:rsidRPr="006F699D">
        <w:t>for</w:t>
      </w:r>
      <w:r w:rsidR="00646BEC">
        <w:t xml:space="preserve"> </w:t>
      </w:r>
      <w:r w:rsidR="00AF3930" w:rsidRPr="006F699D">
        <w:t>which</w:t>
      </w:r>
      <w:r w:rsidR="00646BEC">
        <w:t xml:space="preserve"> </w:t>
      </w:r>
      <w:r w:rsidR="00AF3930" w:rsidRPr="006F699D">
        <w:t>the</w:t>
      </w:r>
      <w:r w:rsidR="00646BEC">
        <w:t xml:space="preserve"> </w:t>
      </w:r>
      <w:r w:rsidR="00AF3930" w:rsidRPr="006F699D">
        <w:t>timer</w:t>
      </w:r>
      <w:r w:rsidR="00646BEC">
        <w:t xml:space="preserve"> </w:t>
      </w:r>
      <w:r w:rsidR="00AF3930" w:rsidRPr="006F699D">
        <w:t>is</w:t>
      </w:r>
      <w:r w:rsidR="00646BEC">
        <w:t xml:space="preserve"> </w:t>
      </w:r>
      <w:r w:rsidR="00AF3930" w:rsidRPr="006F699D">
        <w:t>running,</w:t>
      </w:r>
      <w:r w:rsidR="00646BEC">
        <w:t xml:space="preserve"> </w:t>
      </w:r>
      <w:r w:rsidR="00AF3930" w:rsidRPr="006F699D">
        <w:t>any</w:t>
      </w:r>
      <w:r w:rsidR="00646BEC">
        <w:t xml:space="preserve"> </w:t>
      </w:r>
      <w:r w:rsidR="00AF3930" w:rsidRPr="006F699D">
        <w:t>limitation</w:t>
      </w:r>
      <w:r w:rsidR="00646BEC">
        <w:t xml:space="preserve"> </w:t>
      </w:r>
      <w:r w:rsidR="00AF3930" w:rsidRPr="006F699D">
        <w:t>on</w:t>
      </w:r>
      <w:r w:rsidR="00646BEC">
        <w:t xml:space="preserve"> </w:t>
      </w:r>
      <w:r w:rsidR="00AF3930" w:rsidRPr="006F699D">
        <w:t>that</w:t>
      </w:r>
      <w:r w:rsidR="00646BEC">
        <w:t xml:space="preserve"> </w:t>
      </w:r>
      <w:r w:rsidR="00AF3930" w:rsidRPr="006F699D">
        <w:t>frequency</w:t>
      </w:r>
      <w:r w:rsidR="00646BEC">
        <w:t xml:space="preserve"> </w:t>
      </w:r>
      <w:r w:rsidR="00AF3930" w:rsidRPr="006F699D">
        <w:t>shall</w:t>
      </w:r>
      <w:r w:rsidR="00646BEC">
        <w:t xml:space="preserve"> </w:t>
      </w:r>
      <w:r w:rsidR="00AF3930" w:rsidRPr="006F699D">
        <w:t>be</w:t>
      </w:r>
      <w:r w:rsidR="00646BEC">
        <w:t xml:space="preserve"> </w:t>
      </w:r>
      <w:r w:rsidR="00AF3930" w:rsidRPr="006F699D">
        <w:t>removed.</w:t>
      </w:r>
    </w:p>
    <w:p w14:paraId="2AF353AB" w14:textId="021397D1" w:rsidR="00893458" w:rsidRPr="006F699D" w:rsidRDefault="00893458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457C8B" w:rsidRPr="006F699D">
        <w:t>or</w:t>
      </w:r>
      <w:r w:rsidR="00646BEC">
        <w:t xml:space="preserve"> </w:t>
      </w:r>
      <w:r w:rsidR="00457C8B" w:rsidRPr="006F699D">
        <w:t>best</w:t>
      </w:r>
      <w:r w:rsidR="00646BEC">
        <w:t xml:space="preserve"> </w:t>
      </w:r>
      <w:r w:rsidR="00457C8B" w:rsidRPr="006F699D">
        <w:t>cell</w:t>
      </w:r>
      <w:r w:rsidR="00646BEC">
        <w:t xml:space="preserve"> </w:t>
      </w:r>
      <w:r w:rsidR="00457C8B" w:rsidRPr="006F699D">
        <w:t>according</w:t>
      </w:r>
      <w:r w:rsidR="00646BEC">
        <w:t xml:space="preserve"> </w:t>
      </w:r>
      <w:r w:rsidR="00457C8B" w:rsidRPr="006F699D">
        <w:t>to</w:t>
      </w:r>
      <w:r w:rsidR="00646BEC">
        <w:t xml:space="preserve"> </w:t>
      </w:r>
      <w:r w:rsidR="00457C8B" w:rsidRPr="006F699D">
        <w:t>absolute</w:t>
      </w:r>
      <w:r w:rsidR="00646BEC">
        <w:t xml:space="preserve"> </w:t>
      </w:r>
      <w:r w:rsidR="00457C8B" w:rsidRPr="006F699D">
        <w:t>priority</w:t>
      </w:r>
      <w:r w:rsidR="00646BEC">
        <w:t xml:space="preserve"> </w:t>
      </w:r>
      <w:r w:rsidR="00457C8B" w:rsidRPr="006F699D">
        <w:t>reselection</w:t>
      </w:r>
      <w:r w:rsidR="00646BEC">
        <w:t xml:space="preserve"> </w:t>
      </w:r>
      <w:r w:rsidR="00457C8B" w:rsidRPr="006F699D">
        <w:t>rules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due</w:t>
      </w:r>
      <w:r w:rsidR="00646BEC">
        <w:t xml:space="preserve"> </w:t>
      </w:r>
      <w:r w:rsidRPr="006F699D">
        <w:t>to</w:t>
      </w:r>
      <w:r w:rsidR="00646BEC">
        <w:t xml:space="preserve"> </w:t>
      </w:r>
      <w:r w:rsidR="002C6DA4" w:rsidRPr="006F699D">
        <w:t>not</w:t>
      </w:r>
      <w:r w:rsidR="00646BEC">
        <w:t xml:space="preserve"> </w:t>
      </w:r>
      <w:r w:rsidR="002C6DA4" w:rsidRPr="006F699D">
        <w:t>being</w:t>
      </w:r>
      <w:r w:rsidR="00646BEC">
        <w:t xml:space="preserve"> </w:t>
      </w:r>
      <w:r w:rsidR="002C6DA4" w:rsidRPr="006F699D">
        <w:t>a</w:t>
      </w:r>
      <w:r w:rsidR="00646BEC">
        <w:t xml:space="preserve"> </w:t>
      </w:r>
      <w:r w:rsidR="002C6DA4" w:rsidRPr="006F699D">
        <w:t>CSG</w:t>
      </w:r>
      <w:r w:rsidR="00646BEC">
        <w:t xml:space="preserve"> </w:t>
      </w:r>
      <w:r w:rsidR="002C6DA4" w:rsidRPr="006F699D">
        <w:t>member</w:t>
      </w:r>
      <w:r w:rsidR="00646BEC">
        <w:t xml:space="preserve"> </w:t>
      </w:r>
      <w:r w:rsidR="002C6DA4" w:rsidRPr="006F699D">
        <w:t>cell</w:t>
      </w:r>
      <w:r w:rsidRPr="006F699D">
        <w:t>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candidate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but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continue</w:t>
      </w:r>
      <w:r w:rsidR="00646BEC">
        <w:t xml:space="preserve"> </w:t>
      </w:r>
      <w:r w:rsidRPr="006F699D">
        <w:t>considering</w:t>
      </w:r>
      <w:r w:rsidR="00646BEC">
        <w:t xml:space="preserve"> </w:t>
      </w:r>
      <w:r w:rsidRPr="006F699D">
        <w:t>other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reselection.</w:t>
      </w:r>
    </w:p>
    <w:p w14:paraId="53DD804A" w14:textId="18DBE1A2" w:rsidR="00FD4FF4" w:rsidRPr="006F699D" w:rsidRDefault="00FD4FF4" w:rsidP="00377BCE">
      <w:pPr>
        <w:pStyle w:val="Heading4"/>
      </w:pPr>
      <w:bookmarkStart w:id="139" w:name="_Toc29237902"/>
      <w:bookmarkStart w:id="140" w:name="_Toc46523019"/>
      <w:bookmarkStart w:id="141" w:name="_Toc100742597"/>
      <w:r w:rsidRPr="006F699D">
        <w:t>5.2.4.</w:t>
      </w:r>
      <w:r w:rsidR="00C813BA" w:rsidRPr="006F699D">
        <w:t>5</w:t>
      </w:r>
      <w:r w:rsidRPr="006F699D">
        <w:tab/>
      </w:r>
      <w:r w:rsidR="00990D0C" w:rsidRPr="006F699D">
        <w:t>E-UTRAN</w:t>
      </w:r>
      <w:r w:rsidR="00646BEC">
        <w:t xml:space="preserve"> </w:t>
      </w:r>
      <w:r w:rsidR="00A924D0" w:rsidRPr="006F699D">
        <w:t>Inter-freq</w:t>
      </w:r>
      <w:r w:rsidR="00FD1DF6" w:rsidRPr="006F699D">
        <w:t>uency</w:t>
      </w:r>
      <w:r w:rsidR="00646BEC">
        <w:t xml:space="preserve"> </w:t>
      </w:r>
      <w:r w:rsidR="00FD1DF6" w:rsidRPr="006F699D">
        <w:t>and</w:t>
      </w:r>
      <w:r w:rsidR="00646BEC">
        <w:t xml:space="preserve"> </w:t>
      </w:r>
      <w:r w:rsidR="00FD1DF6" w:rsidRPr="006F699D">
        <w:t>i</w:t>
      </w:r>
      <w:r w:rsidR="00A924D0" w:rsidRPr="006F699D">
        <w:t>nter-RAT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="00FD1DF6" w:rsidRPr="006F699D">
        <w:t>c</w:t>
      </w:r>
      <w:r w:rsidR="00A924D0" w:rsidRPr="006F699D">
        <w:t>riteria</w:t>
      </w:r>
      <w:bookmarkEnd w:id="139"/>
      <w:bookmarkEnd w:id="140"/>
      <w:bookmarkEnd w:id="141"/>
    </w:p>
    <w:p w14:paraId="738F876C" w14:textId="5CDFA9B2" w:rsidR="00D80C02" w:rsidRPr="006F699D" w:rsidRDefault="00D80C02" w:rsidP="00D80C02">
      <w:pPr>
        <w:rPr>
          <w:lang w:eastAsia="ja-JP"/>
        </w:rPr>
      </w:pP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NB-IoT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ranking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defined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1D68DD" w:rsidRPr="006F699D">
        <w:rPr>
          <w:lang w:eastAsia="ja-JP"/>
        </w:rPr>
        <w:t>clause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5.2.4.6.</w:t>
      </w:r>
    </w:p>
    <w:p w14:paraId="644B33B1" w14:textId="1876A773" w:rsidR="005D17E4" w:rsidRPr="006F699D" w:rsidRDefault="005D17E4" w:rsidP="00377BCE">
      <w:pPr>
        <w:rPr>
          <w:lang w:eastAsia="ja-JP"/>
        </w:rPr>
      </w:pP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485567" w:rsidRPr="006F699D">
        <w:rPr>
          <w:rFonts w:ascii="Times New Roman Italic" w:hAnsi="Times New Roman Italic"/>
          <w:bCs/>
          <w:i/>
          <w:noProof/>
        </w:rPr>
        <w:t>threshServingLowQ</w:t>
      </w:r>
      <w:r w:rsidR="00646BEC">
        <w:rPr>
          <w:i/>
          <w:iCs/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provided</w:t>
      </w:r>
      <w:r w:rsidR="00646BEC">
        <w:rPr>
          <w:lang w:eastAsia="ja-JP"/>
        </w:rPr>
        <w:t xml:space="preserve"> </w:t>
      </w:r>
      <w:r w:rsidR="00485567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485567" w:rsidRPr="006F699D">
        <w:rPr>
          <w:i/>
          <w:noProof/>
        </w:rPr>
        <w:t>SystemInformationBlockType3</w:t>
      </w:r>
      <w:r w:rsidR="00646BEC">
        <w:rPr>
          <w:i/>
          <w:noProof/>
        </w:rPr>
        <w:t xml:space="preserve"> </w:t>
      </w:r>
      <w:r w:rsidR="00723CA6"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more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than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1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second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has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elapsed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since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camped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current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="00723CA6" w:rsidRPr="006F699D">
        <w:rPr>
          <w:lang w:eastAsia="ja-JP"/>
        </w:rPr>
        <w:t>cell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</w:t>
      </w:r>
      <w:r w:rsidRPr="006F699D">
        <w:t>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inter-RAT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serving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performed</w:t>
      </w:r>
      <w:r w:rsidR="00646BEC">
        <w:t xml:space="preserve"> </w:t>
      </w:r>
      <w:r w:rsidRPr="006F699D">
        <w:t>if</w:t>
      </w:r>
      <w:r w:rsidRPr="006F699D">
        <w:rPr>
          <w:lang w:eastAsia="ja-JP"/>
        </w:rPr>
        <w:t>:</w:t>
      </w:r>
    </w:p>
    <w:p w14:paraId="340AF813" w14:textId="2D4D9A55" w:rsidR="00485567" w:rsidRPr="006F699D" w:rsidRDefault="005D17E4" w:rsidP="00377BCE">
      <w:pPr>
        <w:pStyle w:val="B1"/>
        <w:rPr>
          <w:lang w:eastAsia="ja-JP"/>
        </w:rPr>
      </w:pPr>
      <w:r w:rsidRPr="006F699D">
        <w:rPr>
          <w:noProof/>
        </w:rPr>
        <w:t>-</w:t>
      </w:r>
      <w:r w:rsidRPr="006F699D">
        <w:rPr>
          <w:noProof/>
        </w:rPr>
        <w:tab/>
        <w:t>A</w:t>
      </w:r>
      <w:r w:rsidR="00646BEC">
        <w:rPr>
          <w:noProof/>
        </w:rPr>
        <w:t xml:space="preserve"> </w:t>
      </w:r>
      <w:r w:rsidRPr="006F699D">
        <w:t>cell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lang w:eastAsia="ja-JP"/>
        </w:rPr>
        <w:t>a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="00485567" w:rsidRPr="006F699D">
        <w:t>EUTRAN</w:t>
      </w:r>
      <w:r w:rsidR="004D6DCE" w:rsidRPr="006F699D">
        <w:t>,</w:t>
      </w:r>
      <w:r w:rsidR="00646BEC">
        <w:t xml:space="preserve"> </w:t>
      </w:r>
      <w:r w:rsidR="004D6DCE" w:rsidRPr="006F699D">
        <w:t>NR</w:t>
      </w:r>
      <w:r w:rsidR="00646BEC">
        <w:t xml:space="preserve"> </w:t>
      </w:r>
      <w:r w:rsidR="00485567" w:rsidRPr="006F699D">
        <w:t>or</w:t>
      </w:r>
      <w:r w:rsidR="00646BEC">
        <w:t xml:space="preserve"> </w:t>
      </w:r>
      <w:r w:rsidR="00485567" w:rsidRPr="006F699D">
        <w:t>UTRAN</w:t>
      </w:r>
      <w:r w:rsidR="00646BEC">
        <w:t xml:space="preserve"> </w:t>
      </w:r>
      <w:r w:rsidR="009434A5" w:rsidRPr="006F699D">
        <w:t>FDD</w:t>
      </w:r>
      <w:r w:rsidR="00646BEC"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t>frequency</w:t>
      </w:r>
      <w:r w:rsidR="00646BEC">
        <w:t xml:space="preserve"> </w:t>
      </w:r>
      <w:r w:rsidRPr="006F699D">
        <w:t>fulfils</w:t>
      </w:r>
      <w:r w:rsidR="00646BEC"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&gt;</w:t>
      </w:r>
      <w:r w:rsidR="00646BEC">
        <w:rPr>
          <w:lang w:eastAsia="ja-JP"/>
        </w:rPr>
        <w:t xml:space="preserve"> </w:t>
      </w:r>
      <w:r w:rsidRPr="006F699D">
        <w:t>Thresh</w:t>
      </w:r>
      <w:r w:rsidRPr="006F699D">
        <w:rPr>
          <w:vertAlign w:val="subscript"/>
          <w:lang w:eastAsia="ja-JP"/>
        </w:rPr>
        <w:t>X,</w:t>
      </w:r>
      <w:r w:rsidR="00646BEC">
        <w:rPr>
          <w:vertAlign w:val="subscript"/>
          <w:lang w:eastAsia="ja-JP"/>
        </w:rPr>
        <w:t xml:space="preserve"> </w:t>
      </w:r>
      <w:r w:rsidRPr="006F699D">
        <w:rPr>
          <w:vertAlign w:val="subscript"/>
          <w:lang w:eastAsia="ja-JP"/>
        </w:rPr>
        <w:t>HighQ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="00485567" w:rsidRPr="006F699D">
        <w:rPr>
          <w:lang w:eastAsia="ja-JP"/>
        </w:rPr>
        <w:t>or</w:t>
      </w:r>
    </w:p>
    <w:p w14:paraId="23DBC486" w14:textId="5D7759F2" w:rsidR="005D17E4" w:rsidRPr="006F699D" w:rsidRDefault="00485567" w:rsidP="00377BCE">
      <w:pPr>
        <w:pStyle w:val="B1"/>
        <w:rPr>
          <w:lang w:eastAsia="ja-JP"/>
        </w:rPr>
      </w:pPr>
      <w:r w:rsidRPr="006F699D">
        <w:rPr>
          <w:noProof/>
        </w:rPr>
        <w:lastRenderedPageBreak/>
        <w:t>-</w:t>
      </w:r>
      <w:r w:rsidRPr="006F699D">
        <w:rPr>
          <w:noProof/>
        </w:rPr>
        <w:tab/>
        <w:t>A</w:t>
      </w:r>
      <w:r w:rsidR="00646BEC">
        <w:rPr>
          <w:noProof/>
        </w:rPr>
        <w:t xml:space="preserve"> </w:t>
      </w:r>
      <w:r w:rsidRPr="006F699D">
        <w:t>cell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lang w:eastAsia="ja-JP"/>
        </w:rPr>
        <w:t>a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="009434A5" w:rsidRPr="006F699D">
        <w:t>UTRAN</w:t>
      </w:r>
      <w:r w:rsidR="00646BEC">
        <w:t xml:space="preserve"> </w:t>
      </w:r>
      <w:r w:rsidR="009434A5" w:rsidRPr="006F699D">
        <w:t>TDD,</w:t>
      </w:r>
      <w:r w:rsidR="00646BEC">
        <w:t xml:space="preserve"> </w:t>
      </w:r>
      <w:r w:rsidRPr="006F699D">
        <w:t>GERAN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CDMA2000</w:t>
      </w:r>
      <w:r w:rsidR="00646BEC"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t>frequency</w:t>
      </w:r>
      <w:r w:rsidR="00646BEC">
        <w:t xml:space="preserve"> </w:t>
      </w:r>
      <w:r w:rsidRPr="006F699D">
        <w:t>fulfils</w:t>
      </w:r>
      <w:r w:rsidR="00646BEC">
        <w:t xml:space="preserve"> </w:t>
      </w:r>
      <w:r w:rsidRPr="006F699D">
        <w:t>Srxlev</w:t>
      </w:r>
      <w:r w:rsidR="00646BEC">
        <w:t xml:space="preserve"> </w:t>
      </w:r>
      <w:r w:rsidRPr="006F699D">
        <w:t>&gt;</w:t>
      </w:r>
      <w:r w:rsidR="00646BEC">
        <w:t xml:space="preserve"> </w:t>
      </w:r>
      <w:r w:rsidRPr="006F699D">
        <w:t>Thresh</w:t>
      </w:r>
      <w:r w:rsidRPr="006F699D">
        <w:rPr>
          <w:vertAlign w:val="subscript"/>
        </w:rPr>
        <w:t>X,</w:t>
      </w:r>
      <w:r w:rsidR="00646BEC">
        <w:rPr>
          <w:vertAlign w:val="subscript"/>
        </w:rPr>
        <w:t xml:space="preserve"> </w:t>
      </w:r>
      <w:r w:rsidRPr="006F699D">
        <w:rPr>
          <w:vertAlign w:val="subscript"/>
        </w:rPr>
        <w:t>HighP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723CA6" w:rsidRPr="006F699D">
        <w:rPr>
          <w:lang w:eastAsia="ja-JP"/>
        </w:rPr>
        <w:t>.</w:t>
      </w:r>
    </w:p>
    <w:p w14:paraId="410F176E" w14:textId="224E8F7B" w:rsidR="005D17E4" w:rsidRPr="006F699D" w:rsidRDefault="005D17E4" w:rsidP="00377BCE">
      <w:pPr>
        <w:rPr>
          <w:lang w:eastAsia="ja-JP"/>
        </w:rPr>
      </w:pPr>
      <w:r w:rsidRPr="006F699D">
        <w:rPr>
          <w:lang w:eastAsia="ja-JP"/>
        </w:rPr>
        <w:t>Otherwise,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</w:t>
      </w:r>
      <w:r w:rsidRPr="006F699D">
        <w:t>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inter-RAT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serving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performed</w:t>
      </w:r>
      <w:r w:rsidR="00646BEC">
        <w:t xml:space="preserve"> </w:t>
      </w:r>
      <w:r w:rsidRPr="006F699D">
        <w:t>if</w:t>
      </w:r>
      <w:r w:rsidRPr="006F699D">
        <w:rPr>
          <w:lang w:eastAsia="ja-JP"/>
        </w:rPr>
        <w:t>:</w:t>
      </w:r>
    </w:p>
    <w:p w14:paraId="7B02AD20" w14:textId="04DD0942" w:rsidR="005D17E4" w:rsidRPr="006F699D" w:rsidRDefault="005D17E4" w:rsidP="00377BCE">
      <w:pPr>
        <w:pStyle w:val="B1"/>
        <w:rPr>
          <w:lang w:eastAsia="ja-JP"/>
        </w:rPr>
      </w:pPr>
      <w:r w:rsidRPr="006F699D">
        <w:rPr>
          <w:noProof/>
        </w:rPr>
        <w:t>-</w:t>
      </w:r>
      <w:r w:rsidRPr="006F699D">
        <w:rPr>
          <w:noProof/>
        </w:rPr>
        <w:tab/>
        <w:t>A</w:t>
      </w:r>
      <w:r w:rsidR="00646BEC">
        <w:rPr>
          <w:noProof/>
        </w:rPr>
        <w:t xml:space="preserve"> </w:t>
      </w:r>
      <w:r w:rsidRPr="006F699D">
        <w:t>cell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lang w:eastAsia="ja-JP"/>
        </w:rPr>
        <w:t>a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t>frequency</w:t>
      </w:r>
      <w:r w:rsidR="00646BEC">
        <w:t xml:space="preserve"> </w:t>
      </w:r>
      <w:r w:rsidRPr="006F699D">
        <w:t>fulfils</w:t>
      </w:r>
      <w:r w:rsidR="00646BEC"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&gt;</w:t>
      </w:r>
      <w:r w:rsidR="00646BEC">
        <w:rPr>
          <w:lang w:eastAsia="ja-JP"/>
        </w:rPr>
        <w:t xml:space="preserve"> </w:t>
      </w:r>
      <w:r w:rsidRPr="006F699D">
        <w:t>Thresh</w:t>
      </w:r>
      <w:r w:rsidRPr="006F699D">
        <w:rPr>
          <w:vertAlign w:val="subscript"/>
          <w:lang w:eastAsia="ja-JP"/>
        </w:rPr>
        <w:t>X,</w:t>
      </w:r>
      <w:r w:rsidR="00646BEC">
        <w:rPr>
          <w:vertAlign w:val="subscript"/>
          <w:lang w:eastAsia="ja-JP"/>
        </w:rPr>
        <w:t xml:space="preserve"> </w:t>
      </w:r>
      <w:r w:rsidRPr="006F699D">
        <w:rPr>
          <w:vertAlign w:val="subscript"/>
          <w:lang w:eastAsia="ja-JP"/>
        </w:rPr>
        <w:t>HighP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</w:p>
    <w:p w14:paraId="30B8A07C" w14:textId="6C4D009C" w:rsidR="005D17E4" w:rsidRPr="006F699D" w:rsidRDefault="00FF5C39" w:rsidP="00FF5C39">
      <w:pPr>
        <w:pStyle w:val="B1"/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</w:r>
      <w:r w:rsidR="005D17E4" w:rsidRPr="006F699D">
        <w:rPr>
          <w:lang w:eastAsia="ja-JP"/>
        </w:rPr>
        <w:t>M</w:t>
      </w:r>
      <w:r w:rsidR="005D17E4" w:rsidRPr="006F699D">
        <w:t>ore</w:t>
      </w:r>
      <w:r w:rsidR="00646BEC">
        <w:t xml:space="preserve"> </w:t>
      </w:r>
      <w:r w:rsidR="005D17E4" w:rsidRPr="006F699D">
        <w:t>than</w:t>
      </w:r>
      <w:r w:rsidR="00646BEC">
        <w:t xml:space="preserve"> </w:t>
      </w:r>
      <w:r w:rsidR="005D17E4" w:rsidRPr="006F699D">
        <w:t>1</w:t>
      </w:r>
      <w:r w:rsidR="00646BEC">
        <w:t xml:space="preserve"> </w:t>
      </w:r>
      <w:r w:rsidR="005D17E4" w:rsidRPr="006F699D">
        <w:t>second</w:t>
      </w:r>
      <w:r w:rsidR="00646BEC">
        <w:t xml:space="preserve"> </w:t>
      </w:r>
      <w:r w:rsidR="005D17E4" w:rsidRPr="006F699D">
        <w:t>has</w:t>
      </w:r>
      <w:r w:rsidR="00646BEC">
        <w:t xml:space="preserve"> </w:t>
      </w:r>
      <w:r w:rsidR="005D17E4" w:rsidRPr="006F699D">
        <w:t>elapsed</w:t>
      </w:r>
      <w:r w:rsidR="00646BEC">
        <w:t xml:space="preserve"> </w:t>
      </w:r>
      <w:r w:rsidR="005D17E4" w:rsidRPr="006F699D">
        <w:t>since</w:t>
      </w:r>
      <w:r w:rsidR="00646BEC">
        <w:t xml:space="preserve"> </w:t>
      </w:r>
      <w:r w:rsidR="005D17E4" w:rsidRPr="006F699D">
        <w:t>the</w:t>
      </w:r>
      <w:r w:rsidR="00646BEC">
        <w:t xml:space="preserve"> </w:t>
      </w:r>
      <w:r w:rsidR="005D17E4" w:rsidRPr="006F699D">
        <w:t>UE</w:t>
      </w:r>
      <w:r w:rsidR="00646BEC">
        <w:t xml:space="preserve"> </w:t>
      </w:r>
      <w:r w:rsidR="005D17E4" w:rsidRPr="006F699D">
        <w:t>camped</w:t>
      </w:r>
      <w:r w:rsidR="00646BEC">
        <w:t xml:space="preserve"> </w:t>
      </w:r>
      <w:r w:rsidR="005D17E4" w:rsidRPr="006F699D">
        <w:t>on</w:t>
      </w:r>
      <w:r w:rsidR="00646BEC">
        <w:t xml:space="preserve"> </w:t>
      </w:r>
      <w:r w:rsidR="005D17E4" w:rsidRPr="006F699D">
        <w:t>the</w:t>
      </w:r>
      <w:r w:rsidR="00646BEC">
        <w:t xml:space="preserve"> </w:t>
      </w:r>
      <w:r w:rsidR="005D17E4" w:rsidRPr="006F699D">
        <w:t>current</w:t>
      </w:r>
      <w:r w:rsidR="00646BEC">
        <w:t xml:space="preserve"> </w:t>
      </w:r>
      <w:r w:rsidR="005D17E4" w:rsidRPr="006F699D">
        <w:t>serving</w:t>
      </w:r>
      <w:r w:rsidR="00646BEC">
        <w:t xml:space="preserve"> </w:t>
      </w:r>
      <w:r w:rsidR="005D17E4" w:rsidRPr="006F699D">
        <w:t>cell</w:t>
      </w:r>
      <w:r w:rsidR="005D17E4" w:rsidRPr="006F699D">
        <w:rPr>
          <w:lang w:eastAsia="ja-JP"/>
        </w:rPr>
        <w:t>.</w:t>
      </w:r>
    </w:p>
    <w:p w14:paraId="35F17244" w14:textId="4340D6F0" w:rsidR="005D17E4" w:rsidRPr="006F699D" w:rsidRDefault="005D17E4" w:rsidP="00377BCE"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equal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ranking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5.2.4.6.</w:t>
      </w:r>
    </w:p>
    <w:p w14:paraId="0AB95D8B" w14:textId="5F3C1863" w:rsidR="005D17E4" w:rsidRPr="006F699D" w:rsidRDefault="005D17E4" w:rsidP="00377BCE">
      <w:pPr>
        <w:rPr>
          <w:lang w:eastAsia="ja-JP"/>
        </w:rPr>
      </w:pP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485567" w:rsidRPr="006F699D">
        <w:rPr>
          <w:rFonts w:ascii="Times New Roman Italic" w:hAnsi="Times New Roman Italic"/>
          <w:bCs/>
          <w:i/>
          <w:noProof/>
        </w:rPr>
        <w:t>threshServingLowQ</w:t>
      </w:r>
      <w:r w:rsidR="00646BEC">
        <w:rPr>
          <w:i/>
          <w:iCs/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provided</w:t>
      </w:r>
      <w:r w:rsidR="00646BEC">
        <w:rPr>
          <w:lang w:eastAsia="ja-JP"/>
        </w:rPr>
        <w:t xml:space="preserve"> </w:t>
      </w:r>
      <w:r w:rsidR="00485567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485567" w:rsidRPr="006F699D">
        <w:rPr>
          <w:i/>
          <w:lang w:eastAsia="ja-JP"/>
        </w:rPr>
        <w:t>SystemInformationBlockType3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more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than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1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second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has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elapsed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since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camped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current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="00936D1B" w:rsidRPr="006F699D">
        <w:rPr>
          <w:lang w:eastAsia="ja-JP"/>
        </w:rPr>
        <w:t>cell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</w:t>
      </w:r>
      <w:r w:rsidRPr="006F699D">
        <w:t>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lower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inter-RAT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serving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performed</w:t>
      </w:r>
      <w:r w:rsidR="00646BEC">
        <w:t xml:space="preserve"> </w:t>
      </w:r>
      <w:r w:rsidRPr="006F699D">
        <w:t>if:</w:t>
      </w:r>
    </w:p>
    <w:p w14:paraId="044651E0" w14:textId="23F8BA29" w:rsidR="00485567" w:rsidRPr="006F699D" w:rsidRDefault="005D17E4" w:rsidP="00377BCE">
      <w:pPr>
        <w:pStyle w:val="B1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fulfils</w:t>
      </w:r>
      <w:r w:rsidR="00646BEC">
        <w:t xml:space="preserve"> </w:t>
      </w:r>
      <w:r w:rsidRPr="006F699D">
        <w:t>Squal</w:t>
      </w:r>
      <w:r w:rsidR="00646BEC">
        <w:t xml:space="preserve"> </w:t>
      </w:r>
      <w:r w:rsidRPr="006F699D">
        <w:t>&lt;</w:t>
      </w:r>
      <w:r w:rsidR="00646BEC">
        <w:t xml:space="preserve"> </w:t>
      </w:r>
      <w:r w:rsidRPr="006F699D">
        <w:rPr>
          <w:lang w:eastAsia="ja-JP"/>
        </w:rPr>
        <w:t>Thresh</w:t>
      </w:r>
      <w:r w:rsidRPr="006F699D">
        <w:rPr>
          <w:vertAlign w:val="subscript"/>
        </w:rPr>
        <w:t>Serving</w:t>
      </w:r>
      <w:r w:rsidRPr="006F699D">
        <w:rPr>
          <w:vertAlign w:val="subscript"/>
          <w:lang w:eastAsia="ja-JP"/>
        </w:rPr>
        <w:t>,</w:t>
      </w:r>
      <w:r w:rsidR="00646BEC">
        <w:rPr>
          <w:vertAlign w:val="subscript"/>
          <w:lang w:eastAsia="ja-JP"/>
        </w:rPr>
        <w:t xml:space="preserve"> </w:t>
      </w:r>
      <w:r w:rsidRPr="006F699D">
        <w:rPr>
          <w:vertAlign w:val="subscript"/>
          <w:lang w:eastAsia="ja-JP"/>
        </w:rPr>
        <w:t>LowQ</w:t>
      </w:r>
      <w:r w:rsidR="00646BEC"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lower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ja-JP"/>
        </w:rPr>
        <w:t xml:space="preserve"> </w:t>
      </w:r>
      <w:r w:rsidR="00485567" w:rsidRPr="006F699D">
        <w:rPr>
          <w:noProof/>
        </w:rPr>
        <w:t>EUTRAN</w:t>
      </w:r>
      <w:r w:rsidR="004D6DCE" w:rsidRPr="006F699D">
        <w:t>,</w:t>
      </w:r>
      <w:r w:rsidR="00646BEC">
        <w:t xml:space="preserve"> </w:t>
      </w:r>
      <w:r w:rsidR="004D6DCE" w:rsidRPr="006F699D">
        <w:t>NR</w:t>
      </w:r>
      <w:r w:rsidR="00646BEC">
        <w:rPr>
          <w:noProof/>
        </w:rPr>
        <w:t xml:space="preserve"> </w:t>
      </w:r>
      <w:r w:rsidR="00485567" w:rsidRPr="006F699D">
        <w:rPr>
          <w:noProof/>
        </w:rPr>
        <w:t>or</w:t>
      </w:r>
      <w:r w:rsidR="00646BEC">
        <w:rPr>
          <w:noProof/>
        </w:rPr>
        <w:t xml:space="preserve"> </w:t>
      </w:r>
      <w:r w:rsidR="00485567" w:rsidRPr="006F699D">
        <w:rPr>
          <w:noProof/>
        </w:rPr>
        <w:t>UTRAN</w:t>
      </w:r>
      <w:r w:rsidR="00646BEC">
        <w:rPr>
          <w:noProof/>
        </w:rPr>
        <w:t xml:space="preserve"> </w:t>
      </w:r>
      <w:r w:rsidR="009434A5" w:rsidRPr="006F699D">
        <w:rPr>
          <w:noProof/>
        </w:rPr>
        <w:t>FDD</w:t>
      </w:r>
      <w:r w:rsidR="00646BEC">
        <w:rPr>
          <w:noProof/>
        </w:rPr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&gt;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Thresh</w:t>
      </w:r>
      <w:r w:rsidRPr="006F699D">
        <w:rPr>
          <w:vertAlign w:val="subscript"/>
          <w:lang w:eastAsia="ja-JP"/>
        </w:rPr>
        <w:t>X,</w:t>
      </w:r>
      <w:r w:rsidR="00646BEC">
        <w:rPr>
          <w:vertAlign w:val="subscript"/>
          <w:lang w:eastAsia="ja-JP"/>
        </w:rPr>
        <w:t xml:space="preserve"> </w:t>
      </w:r>
      <w:r w:rsidRPr="006F699D">
        <w:rPr>
          <w:vertAlign w:val="subscript"/>
          <w:lang w:eastAsia="ja-JP"/>
        </w:rPr>
        <w:t>LowQ</w:t>
      </w:r>
      <w:r w:rsidR="00646BEC">
        <w:rPr>
          <w:lang w:eastAsia="ja-JP"/>
        </w:rPr>
        <w:t xml:space="preserve"> </w:t>
      </w:r>
      <w:r w:rsidRPr="006F699D">
        <w:t>during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RAT</w:t>
      </w:r>
      <w:r w:rsidRPr="006F699D">
        <w:t>;</w:t>
      </w:r>
      <w:r w:rsidR="00646BEC">
        <w:t xml:space="preserve"> </w:t>
      </w:r>
      <w:r w:rsidR="00485567" w:rsidRPr="006F699D">
        <w:t>or</w:t>
      </w:r>
    </w:p>
    <w:p w14:paraId="18BFB094" w14:textId="5F9E595C" w:rsidR="005D17E4" w:rsidRPr="006F699D" w:rsidRDefault="00485567" w:rsidP="00377BCE">
      <w:pPr>
        <w:pStyle w:val="B1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fulfils</w:t>
      </w:r>
      <w:r w:rsidR="00646BEC">
        <w:t xml:space="preserve"> </w:t>
      </w:r>
      <w:r w:rsidRPr="006F699D">
        <w:t>Squal</w:t>
      </w:r>
      <w:r w:rsidR="00646BEC">
        <w:t xml:space="preserve"> </w:t>
      </w:r>
      <w:r w:rsidRPr="006F699D">
        <w:t>&lt;</w:t>
      </w:r>
      <w:r w:rsidR="00646BEC">
        <w:t xml:space="preserve"> </w:t>
      </w:r>
      <w:r w:rsidRPr="006F699D">
        <w:t>Thresh</w:t>
      </w:r>
      <w:r w:rsidRPr="006F699D">
        <w:rPr>
          <w:vertAlign w:val="subscript"/>
        </w:rPr>
        <w:t>Serving,</w:t>
      </w:r>
      <w:r w:rsidR="00646BEC">
        <w:rPr>
          <w:vertAlign w:val="subscript"/>
        </w:rPr>
        <w:t xml:space="preserve"> </w:t>
      </w:r>
      <w:r w:rsidRPr="006F699D">
        <w:rPr>
          <w:vertAlign w:val="subscript"/>
        </w:rPr>
        <w:t>LowQ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lower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="009434A5" w:rsidRPr="006F699D">
        <w:t>UTRAN</w:t>
      </w:r>
      <w:r w:rsidR="00646BEC">
        <w:t xml:space="preserve"> </w:t>
      </w:r>
      <w:r w:rsidR="009434A5" w:rsidRPr="006F699D">
        <w:t>TDD,</w:t>
      </w:r>
      <w:r w:rsidR="00646BEC">
        <w:t xml:space="preserve"> </w:t>
      </w:r>
      <w:r w:rsidRPr="006F699D">
        <w:t>GERAN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CDMA2000</w:t>
      </w:r>
      <w:r w:rsidR="00646BEC">
        <w:t xml:space="preserve"> </w:t>
      </w:r>
      <w:r w:rsidRPr="006F699D">
        <w:t>RAT/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fulfils</w:t>
      </w:r>
      <w:r w:rsidR="00646BEC">
        <w:t xml:space="preserve"> </w:t>
      </w:r>
      <w:r w:rsidRPr="006F699D">
        <w:t>Srxlev</w:t>
      </w:r>
      <w:r w:rsidR="00646BEC">
        <w:t xml:space="preserve"> </w:t>
      </w:r>
      <w:r w:rsidRPr="006F699D">
        <w:t>&gt;</w:t>
      </w:r>
      <w:r w:rsidR="00646BEC">
        <w:t xml:space="preserve"> </w:t>
      </w:r>
      <w:r w:rsidRPr="006F699D">
        <w:t>Thresh</w:t>
      </w:r>
      <w:r w:rsidRPr="006F699D">
        <w:rPr>
          <w:vertAlign w:val="subscript"/>
        </w:rPr>
        <w:t>X,</w:t>
      </w:r>
      <w:r w:rsidR="00646BEC">
        <w:rPr>
          <w:vertAlign w:val="subscript"/>
        </w:rPr>
        <w:t xml:space="preserve"> </w:t>
      </w:r>
      <w:r w:rsidRPr="006F699D">
        <w:rPr>
          <w:vertAlign w:val="subscript"/>
        </w:rPr>
        <w:t>LowP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RAT</w:t>
      </w:r>
      <w:r w:rsidR="00936D1B" w:rsidRPr="006F699D">
        <w:t>.</w:t>
      </w:r>
    </w:p>
    <w:p w14:paraId="0CE5EC12" w14:textId="7D3EACDC" w:rsidR="005D17E4" w:rsidRPr="006F699D" w:rsidRDefault="005D17E4" w:rsidP="00377BCE">
      <w:pPr>
        <w:rPr>
          <w:lang w:eastAsia="ja-JP"/>
        </w:rPr>
      </w:pPr>
      <w:r w:rsidRPr="006F699D">
        <w:rPr>
          <w:lang w:eastAsia="ja-JP"/>
        </w:rPr>
        <w:t>Otherwise,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</w:t>
      </w:r>
      <w:r w:rsidRPr="006F699D">
        <w:t>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lower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inter-RAT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serving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performed</w:t>
      </w:r>
      <w:r w:rsidR="00646BEC">
        <w:t xml:space="preserve"> </w:t>
      </w:r>
      <w:r w:rsidRPr="006F699D">
        <w:t>if:</w:t>
      </w:r>
    </w:p>
    <w:p w14:paraId="6B9E1AE5" w14:textId="5785B518" w:rsidR="005D17E4" w:rsidRPr="006F699D" w:rsidRDefault="005D17E4" w:rsidP="00377BCE">
      <w:pPr>
        <w:pStyle w:val="B1"/>
        <w:rPr>
          <w:lang w:eastAsia="ja-JP"/>
        </w:rPr>
      </w:pPr>
      <w:r w:rsidRPr="006F699D">
        <w:t>-</w:t>
      </w:r>
      <w:r w:rsidRPr="006F699D">
        <w:tab/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Srxlev</w:t>
      </w:r>
      <w:r w:rsidR="00646BEC">
        <w:t xml:space="preserve"> </w:t>
      </w:r>
      <w:r w:rsidRPr="006F699D">
        <w:t>&lt;</w:t>
      </w:r>
      <w:r w:rsidR="00646BEC">
        <w:t xml:space="preserve"> </w:t>
      </w:r>
      <w:r w:rsidRPr="006F699D">
        <w:t>Thresh</w:t>
      </w:r>
      <w:r w:rsidRPr="006F699D">
        <w:rPr>
          <w:vertAlign w:val="subscript"/>
          <w:lang w:eastAsia="ja-JP"/>
        </w:rPr>
        <w:t>Serving,</w:t>
      </w:r>
      <w:r w:rsidR="00646BEC">
        <w:rPr>
          <w:vertAlign w:val="subscript"/>
          <w:lang w:eastAsia="ja-JP"/>
        </w:rPr>
        <w:t xml:space="preserve"> </w:t>
      </w:r>
      <w:r w:rsidRPr="006F699D">
        <w:rPr>
          <w:vertAlign w:val="subscript"/>
          <w:lang w:eastAsia="ja-JP"/>
        </w:rPr>
        <w:t>LowP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noProof/>
          <w:lang w:eastAsia="ja-JP"/>
        </w:rPr>
        <w:t>a</w:t>
      </w:r>
      <w:r w:rsidR="00646BEC">
        <w:rPr>
          <w:noProof/>
          <w:lang w:eastAsia="ja-JP"/>
        </w:rPr>
        <w:t xml:space="preserve"> </w:t>
      </w:r>
      <w:r w:rsidRPr="006F699D">
        <w:t>cell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lang w:eastAsia="ja-JP"/>
        </w:rPr>
        <w:t>a</w:t>
      </w:r>
      <w:r w:rsidR="00646BEC">
        <w:t xml:space="preserve"> </w:t>
      </w:r>
      <w:r w:rsidRPr="006F699D">
        <w:t>lower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t>frequency</w:t>
      </w:r>
      <w:r w:rsidR="00646BEC">
        <w:t xml:space="preserve"> </w:t>
      </w:r>
      <w:r w:rsidRPr="006F699D">
        <w:rPr>
          <w:lang w:eastAsia="ja-JP"/>
        </w:rPr>
        <w:t>fulfils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&gt;</w:t>
      </w:r>
      <w:r w:rsidR="00646BEC">
        <w:rPr>
          <w:lang w:eastAsia="ja-JP"/>
        </w:rPr>
        <w:t xml:space="preserve"> </w:t>
      </w:r>
      <w:r w:rsidRPr="006F699D">
        <w:t>Thresh</w:t>
      </w:r>
      <w:r w:rsidRPr="006F699D">
        <w:rPr>
          <w:vertAlign w:val="subscript"/>
          <w:lang w:eastAsia="ja-JP"/>
        </w:rPr>
        <w:t>X,</w:t>
      </w:r>
      <w:r w:rsidR="00646BEC">
        <w:rPr>
          <w:vertAlign w:val="subscript"/>
          <w:lang w:eastAsia="ja-JP"/>
        </w:rPr>
        <w:t xml:space="preserve"> </w:t>
      </w:r>
      <w:r w:rsidRPr="006F699D">
        <w:rPr>
          <w:vertAlign w:val="subscript"/>
          <w:lang w:eastAsia="ja-JP"/>
        </w:rPr>
        <w:t>LowP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</w:p>
    <w:p w14:paraId="2B7AB16A" w14:textId="33E1143A" w:rsidR="005D17E4" w:rsidRPr="006F699D" w:rsidRDefault="005D17E4" w:rsidP="00377BCE">
      <w:pPr>
        <w:pStyle w:val="B1"/>
        <w:tabs>
          <w:tab w:val="left" w:pos="567"/>
        </w:tabs>
        <w:ind w:left="709" w:hanging="425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M</w:t>
      </w:r>
      <w:r w:rsidRPr="006F699D">
        <w:t>ore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t>1</w:t>
      </w:r>
      <w:r w:rsidR="00646BEC">
        <w:t xml:space="preserve"> </w:t>
      </w:r>
      <w:r w:rsidRPr="006F699D">
        <w:t>second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elapsed</w:t>
      </w:r>
      <w:r w:rsidR="00646BEC">
        <w:t xml:space="preserve"> </w:t>
      </w:r>
      <w:r w:rsidRPr="006F699D">
        <w:t>since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current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</w:t>
      </w:r>
      <w:r w:rsidRPr="006F699D">
        <w:rPr>
          <w:lang w:eastAsia="ja-JP"/>
        </w:rPr>
        <w:t>.</w:t>
      </w:r>
    </w:p>
    <w:p w14:paraId="1CF4EA7B" w14:textId="55D85E3D" w:rsidR="005D17E4" w:rsidRPr="006F699D" w:rsidRDefault="005D17E4" w:rsidP="00377BCE">
      <w:pPr>
        <w:rPr>
          <w:lang w:eastAsia="ja-JP"/>
        </w:rPr>
      </w:pP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higher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take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precedence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over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lower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multiple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different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priorities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criteria.</w:t>
      </w:r>
    </w:p>
    <w:p w14:paraId="7AD42248" w14:textId="0351EC44" w:rsidR="00373172" w:rsidRPr="006F699D" w:rsidRDefault="00373172" w:rsidP="00377BCE">
      <w:pPr>
        <w:rPr>
          <w:lang w:eastAsia="ja-JP"/>
        </w:rPr>
      </w:pP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="004D6DCE" w:rsidRPr="006F699D">
        <w:t>NR</w:t>
      </w:r>
      <w:r w:rsidR="00646BEC">
        <w:t xml:space="preserve"> </w:t>
      </w:r>
      <w:r w:rsidR="004D6DCE" w:rsidRPr="006F699D">
        <w:t>or</w:t>
      </w:r>
      <w:r w:rsidR="00646BEC">
        <w:t xml:space="preserve"> </w:t>
      </w:r>
      <w:r w:rsidRPr="006F699D">
        <w:t>UTRAN</w:t>
      </w:r>
      <w:r w:rsidR="00646BEC">
        <w:t xml:space="preserve"> </w:t>
      </w:r>
      <w:r w:rsidRPr="006F699D">
        <w:t>FDD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fulfilled.</w:t>
      </w:r>
    </w:p>
    <w:p w14:paraId="37342DCD" w14:textId="7720AFF5" w:rsidR="005D17E4" w:rsidRPr="006F699D" w:rsidRDefault="005D17E4" w:rsidP="00377BCE"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cdma2000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RATs,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t xml:space="preserve"> </w:t>
      </w:r>
      <w:r w:rsidRPr="006F699D">
        <w:t>equal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-FLOOR(-2</w:t>
      </w:r>
      <w:r w:rsidR="00646BEC">
        <w:t xml:space="preserve"> </w:t>
      </w:r>
      <w:r w:rsidRPr="006F699D">
        <w:t>x</w:t>
      </w:r>
      <w:r w:rsidR="00646BEC">
        <w:t xml:space="preserve"> </w:t>
      </w:r>
      <w:r w:rsidRPr="006F699D">
        <w:t>10</w:t>
      </w:r>
      <w:r w:rsidR="00646BEC">
        <w:t xml:space="preserve"> </w:t>
      </w:r>
      <w:r w:rsidRPr="006F699D">
        <w:t>x</w:t>
      </w:r>
      <w:r w:rsidR="00646BEC">
        <w:t xml:space="preserve"> </w:t>
      </w:r>
      <w:r w:rsidRPr="006F699D">
        <w:t>log10</w:t>
      </w:r>
      <w:r w:rsidR="00646BEC">
        <w:t xml:space="preserve"> </w:t>
      </w:r>
      <w:r w:rsidRPr="006F699D">
        <w:t>Ec/Io)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units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0.5</w:t>
      </w:r>
      <w:r w:rsidR="00646BEC">
        <w:t xml:space="preserve"> </w:t>
      </w:r>
      <w:r w:rsidRPr="006F699D">
        <w:t>dB,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[18],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Ec/Io</w:t>
      </w:r>
      <w:r w:rsidR="00646BEC">
        <w:t xml:space="preserve"> </w:t>
      </w:r>
      <w:r w:rsidRPr="006F699D">
        <w:t>referring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measured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evaluated</w:t>
      </w:r>
      <w:r w:rsidR="00646BEC">
        <w:t xml:space="preserve"> </w:t>
      </w:r>
      <w:r w:rsidRPr="006F699D">
        <w:t>cell.</w:t>
      </w:r>
    </w:p>
    <w:p w14:paraId="67CDDEDF" w14:textId="616D6B75" w:rsidR="005D17E4" w:rsidRPr="006F699D" w:rsidRDefault="005D17E4" w:rsidP="00377BCE">
      <w:r w:rsidRPr="006F699D">
        <w:t>For</w:t>
      </w:r>
      <w:r w:rsidR="00646BEC">
        <w:t xml:space="preserve"> </w:t>
      </w:r>
      <w:r w:rsidRPr="006F699D">
        <w:t>cdma2000</w:t>
      </w:r>
      <w:r w:rsidR="00646BEC">
        <w:t xml:space="preserve"> </w:t>
      </w:r>
      <w:r w:rsidRPr="006F699D">
        <w:t>RATs,</w:t>
      </w:r>
      <w:r w:rsidR="00646BEC">
        <w:t xml:space="preserve"> </w:t>
      </w:r>
      <w:r w:rsidRPr="006F699D">
        <w:t>Thresh</w:t>
      </w:r>
      <w:r w:rsidRPr="006F699D">
        <w:rPr>
          <w:vertAlign w:val="subscript"/>
          <w:lang w:eastAsia="ja-JP"/>
        </w:rPr>
        <w:t>X,</w:t>
      </w:r>
      <w:r w:rsidR="00646BEC">
        <w:rPr>
          <w:vertAlign w:val="subscript"/>
          <w:lang w:eastAsia="ja-JP"/>
        </w:rPr>
        <w:t xml:space="preserve"> </w:t>
      </w:r>
      <w:r w:rsidRPr="006F699D">
        <w:rPr>
          <w:vertAlign w:val="subscript"/>
          <w:lang w:eastAsia="ja-JP"/>
        </w:rPr>
        <w:t>HighP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Thresh</w:t>
      </w:r>
      <w:r w:rsidRPr="006F699D">
        <w:rPr>
          <w:vertAlign w:val="subscript"/>
          <w:lang w:eastAsia="ja-JP"/>
        </w:rPr>
        <w:t>X,</w:t>
      </w:r>
      <w:r w:rsidR="00646BEC">
        <w:rPr>
          <w:vertAlign w:val="subscript"/>
          <w:lang w:eastAsia="ja-JP"/>
        </w:rPr>
        <w:t xml:space="preserve"> </w:t>
      </w:r>
      <w:r w:rsidRPr="006F699D">
        <w:rPr>
          <w:vertAlign w:val="subscript"/>
          <w:lang w:eastAsia="ja-JP"/>
        </w:rPr>
        <w:t>LowP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equal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-1</w:t>
      </w:r>
      <w:r w:rsidR="00646BEC">
        <w:t xml:space="preserve"> </w:t>
      </w:r>
      <w:r w:rsidRPr="006F699D">
        <w:t>times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values</w:t>
      </w:r>
      <w:r w:rsidR="00646BEC">
        <w:t xml:space="preserve"> </w:t>
      </w:r>
      <w:r w:rsidRPr="006F699D">
        <w:t>signalled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corresponding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information.</w:t>
      </w:r>
    </w:p>
    <w:p w14:paraId="5FEC0333" w14:textId="1DAEFA20" w:rsidR="0094443E" w:rsidRPr="006F699D" w:rsidRDefault="00267B8B" w:rsidP="00377BCE">
      <w:pPr>
        <w:rPr>
          <w:lang w:eastAsia="ja-JP"/>
        </w:rPr>
      </w:pPr>
      <w:r w:rsidRPr="006F699D">
        <w:t>In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above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scaled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medium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high</w:t>
      </w:r>
      <w:r w:rsidR="00646BEC">
        <w:t xml:space="preserve"> </w:t>
      </w:r>
      <w:r w:rsidRPr="006F699D">
        <w:t>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5.2.4.</w:t>
      </w:r>
      <w:r w:rsidR="00507709" w:rsidRPr="006F699D">
        <w:t>3.1</w:t>
      </w:r>
      <w:r w:rsidRPr="006F699D">
        <w:t>.</w:t>
      </w:r>
      <w:r w:rsidR="00646BEC">
        <w:t xml:space="preserve"> </w:t>
      </w:r>
      <w:r w:rsidR="0094443E"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more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than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one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meets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above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criteria,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reselect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follows:</w:t>
      </w:r>
    </w:p>
    <w:p w14:paraId="7C43B4D5" w14:textId="6B7F6DDC" w:rsidR="0094443E" w:rsidRPr="006F699D" w:rsidRDefault="0094443E" w:rsidP="00377BCE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highest-priority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ranked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among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highest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frequency(ies)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meeting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according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8B3B0A" w:rsidRPr="006F699D">
        <w:rPr>
          <w:lang w:eastAsia="ja-JP"/>
        </w:rPr>
        <w:t>clause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5.2.4.6;</w:t>
      </w:r>
    </w:p>
    <w:p w14:paraId="4C7D5281" w14:textId="35D44341" w:rsidR="00267B8B" w:rsidRPr="006F699D" w:rsidRDefault="0094443E" w:rsidP="00377BCE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highest-priority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from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another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ranked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among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highest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frequency(ies)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meeting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RAT.</w:t>
      </w:r>
    </w:p>
    <w:p w14:paraId="7ED2F3E7" w14:textId="20A22EED" w:rsidR="00443F40" w:rsidRPr="006F699D" w:rsidRDefault="00443F40" w:rsidP="00377BCE">
      <w:pPr>
        <w:rPr>
          <w:lang w:eastAsia="ja-JP"/>
        </w:rPr>
      </w:pP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another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which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parameters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are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broadcast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system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information,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supports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(RSRQ)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from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other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provided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system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information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which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supports.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Otherwise,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another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criteria.</w:t>
      </w:r>
    </w:p>
    <w:p w14:paraId="7DE3EB56" w14:textId="173B8DB4" w:rsidR="004D6DCE" w:rsidRPr="006F699D" w:rsidRDefault="004D6DCE" w:rsidP="004D6DCE">
      <w:pPr>
        <w:rPr>
          <w:lang w:eastAsia="ja-JP"/>
        </w:rPr>
      </w:pP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NR,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which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parameter,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q-RxLevMinSUL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broadcast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system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information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supports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SUL,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taking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parameter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account.</w:t>
      </w:r>
    </w:p>
    <w:p w14:paraId="2BC83D5A" w14:textId="4F740A6C" w:rsidR="003F09A1" w:rsidRPr="006F699D" w:rsidRDefault="003F09A1" w:rsidP="00377BCE">
      <w:pPr>
        <w:pStyle w:val="Heading4"/>
      </w:pPr>
      <w:bookmarkStart w:id="142" w:name="_Toc29237903"/>
      <w:bookmarkStart w:id="143" w:name="_Toc46523020"/>
      <w:bookmarkStart w:id="144" w:name="_Toc100742598"/>
      <w:r w:rsidRPr="006F699D">
        <w:t>5.2.4.</w:t>
      </w:r>
      <w:r w:rsidR="00C813BA" w:rsidRPr="006F699D">
        <w:t>6</w:t>
      </w:r>
      <w:r w:rsidRPr="006F699D">
        <w:tab/>
      </w:r>
      <w:r w:rsidR="00A924D0" w:rsidRPr="006F699D">
        <w:t>Intra-frequency</w:t>
      </w:r>
      <w:r w:rsidR="00646BEC">
        <w:t xml:space="preserve"> </w:t>
      </w:r>
      <w:r w:rsidR="00A65F47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A65F47" w:rsidRPr="006F699D">
        <w:rPr>
          <w:lang w:eastAsia="zh-CN"/>
        </w:rPr>
        <w:t>equal</w:t>
      </w:r>
      <w:r w:rsidR="00646BEC">
        <w:rPr>
          <w:lang w:eastAsia="zh-CN"/>
        </w:rPr>
        <w:t xml:space="preserve"> </w:t>
      </w:r>
      <w:r w:rsidR="00A65F47" w:rsidRPr="006F699D">
        <w:rPr>
          <w:lang w:eastAsia="zh-CN"/>
        </w:rPr>
        <w:t>priority</w:t>
      </w:r>
      <w:r w:rsidR="00646BEC">
        <w:rPr>
          <w:lang w:eastAsia="zh-CN"/>
        </w:rPr>
        <w:t xml:space="preserve"> </w:t>
      </w:r>
      <w:r w:rsidR="00A65F47" w:rsidRPr="006F699D">
        <w:rPr>
          <w:lang w:eastAsia="zh-CN"/>
        </w:rPr>
        <w:t>inter-frequency</w:t>
      </w:r>
      <w:r w:rsidR="00646BEC">
        <w:t xml:space="preserve"> </w:t>
      </w:r>
      <w:r w:rsidR="00FD1DF6" w:rsidRPr="006F699D">
        <w:t>Cell</w:t>
      </w:r>
      <w:r w:rsidR="00646BEC">
        <w:t xml:space="preserve"> </w:t>
      </w:r>
      <w:r w:rsidR="00FD1DF6" w:rsidRPr="006F699D">
        <w:t>Reselection</w:t>
      </w:r>
      <w:r w:rsidR="00646BEC">
        <w:t xml:space="preserve"> </w:t>
      </w:r>
      <w:r w:rsidR="00FD1DF6" w:rsidRPr="006F699D">
        <w:t>c</w:t>
      </w:r>
      <w:r w:rsidRPr="006F699D">
        <w:t>riteria</w:t>
      </w:r>
      <w:bookmarkEnd w:id="142"/>
      <w:bookmarkEnd w:id="143"/>
      <w:bookmarkEnd w:id="144"/>
    </w:p>
    <w:p w14:paraId="3BE669F5" w14:textId="2FC0A0E6" w:rsidR="00043D55" w:rsidRPr="006F699D" w:rsidRDefault="003F09A1" w:rsidP="00377BCE">
      <w:r w:rsidRPr="006F699D">
        <w:t>The</w:t>
      </w:r>
      <w:r w:rsidR="00646BEC">
        <w:t xml:space="preserve"> </w:t>
      </w:r>
      <w:r w:rsidRPr="006F699D">
        <w:t>cell-ranking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="006C35B6" w:rsidRPr="006F699D">
        <w:t>R</w:t>
      </w:r>
      <w:r w:rsidR="00E63EEE" w:rsidRPr="006F699D">
        <w:rPr>
          <w:vertAlign w:val="subscript"/>
        </w:rPr>
        <w:t>s</w:t>
      </w:r>
      <w:r w:rsidR="00646BEC">
        <w:t xml:space="preserve"> </w:t>
      </w:r>
      <w:r w:rsidR="006C35B6" w:rsidRPr="006F699D">
        <w:t>for</w:t>
      </w:r>
      <w:r w:rsidR="00646BEC">
        <w:t xml:space="preserve"> </w:t>
      </w:r>
      <w:r w:rsidR="006C35B6" w:rsidRPr="006F699D">
        <w:t>serving</w:t>
      </w:r>
      <w:r w:rsidR="00646BEC">
        <w:t xml:space="preserve"> </w:t>
      </w:r>
      <w:r w:rsidR="006C35B6" w:rsidRPr="006F699D">
        <w:t>cell</w:t>
      </w:r>
      <w:r w:rsidR="00646BEC">
        <w:t xml:space="preserve"> </w:t>
      </w:r>
      <w:r w:rsidR="006C35B6" w:rsidRPr="006F699D">
        <w:t>and</w:t>
      </w:r>
      <w:r w:rsidR="00646BEC">
        <w:t xml:space="preserve"> </w:t>
      </w:r>
      <w:r w:rsidR="00E63EEE" w:rsidRPr="006F699D">
        <w:t>R</w:t>
      </w:r>
      <w:r w:rsidR="00E63EEE" w:rsidRPr="006F699D">
        <w:rPr>
          <w:vertAlign w:val="subscript"/>
        </w:rPr>
        <w:t>n</w:t>
      </w:r>
      <w:r w:rsidR="00646BEC">
        <w:t xml:space="preserve"> </w:t>
      </w:r>
      <w:r w:rsidR="006C35B6" w:rsidRPr="006F699D">
        <w:t>for</w:t>
      </w:r>
      <w:r w:rsidR="00646BEC">
        <w:t xml:space="preserve"> </w:t>
      </w:r>
      <w:r w:rsidR="006C35B6" w:rsidRPr="006F699D">
        <w:t>neighbouring</w:t>
      </w:r>
      <w:r w:rsidR="00646BEC">
        <w:t xml:space="preserve"> </w:t>
      </w:r>
      <w:r w:rsidR="006C35B6" w:rsidRPr="006F699D">
        <w:t>cells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by:</w:t>
      </w:r>
    </w:p>
    <w:p w14:paraId="117BA1B1" w14:textId="77777777" w:rsidR="00043D55" w:rsidRPr="006F699D" w:rsidRDefault="00403CDE" w:rsidP="00043D55">
      <w:pPr>
        <w:pStyle w:val="TH"/>
      </w:pPr>
      <w:r w:rsidRPr="006F699D">
        <w:object w:dxaOrig="6556" w:dyaOrig="1111" w14:anchorId="09266C29">
          <v:shape id="_x0000_i1030" type="#_x0000_t75" style="width:442.5pt;height:75pt" o:ole="">
            <v:imagedata r:id="rId18" o:title=""/>
          </v:shape>
          <o:OLEObject Type="Embed" ProgID="Visio.Drawing.15" ShapeID="_x0000_i1030" DrawAspect="Content" ObjectID="_1711355820" r:id="rId19"/>
        </w:object>
      </w:r>
    </w:p>
    <w:p w14:paraId="4EF6B3EE" w14:textId="77777777" w:rsidR="003F09A1" w:rsidRPr="006F699D" w:rsidRDefault="003F09A1" w:rsidP="00377BCE">
      <w:r w:rsidRPr="006F699D">
        <w:t>where: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387"/>
      </w:tblGrid>
      <w:tr w:rsidR="006F699D" w:rsidRPr="006F699D" w14:paraId="1C7B5DC9" w14:textId="77777777">
        <w:tc>
          <w:tcPr>
            <w:tcW w:w="1276" w:type="dxa"/>
          </w:tcPr>
          <w:p w14:paraId="696186E1" w14:textId="77777777" w:rsidR="003F09A1" w:rsidRPr="006F699D" w:rsidRDefault="003F09A1" w:rsidP="00377BCE">
            <w:pPr>
              <w:pStyle w:val="TAL"/>
            </w:pPr>
            <w:r w:rsidRPr="006F699D">
              <w:t>Q</w:t>
            </w:r>
            <w:r w:rsidRPr="006F699D">
              <w:rPr>
                <w:vertAlign w:val="subscript"/>
              </w:rPr>
              <w:t>meas</w:t>
            </w:r>
          </w:p>
        </w:tc>
        <w:tc>
          <w:tcPr>
            <w:tcW w:w="5387" w:type="dxa"/>
          </w:tcPr>
          <w:p w14:paraId="5D804246" w14:textId="06BFA034" w:rsidR="003F09A1" w:rsidRPr="006F699D" w:rsidRDefault="003F09A1" w:rsidP="00377BCE">
            <w:pPr>
              <w:pStyle w:val="TAL"/>
              <w:rPr>
                <w:lang w:eastAsia="ja-JP"/>
              </w:rPr>
            </w:pPr>
            <w:r w:rsidRPr="006F699D">
              <w:t>RSRP</w:t>
            </w:r>
            <w:r w:rsidR="00646BEC">
              <w:t xml:space="preserve"> </w:t>
            </w:r>
            <w:r w:rsidRPr="006F699D">
              <w:t>measurement</w:t>
            </w:r>
            <w:r w:rsidR="00646BEC">
              <w:t xml:space="preserve"> </w:t>
            </w:r>
            <w:r w:rsidRPr="006F699D">
              <w:t>quantity</w:t>
            </w:r>
            <w:r w:rsidR="00646BEC">
              <w:t xml:space="preserve"> </w:t>
            </w:r>
            <w:r w:rsidRPr="006F699D">
              <w:t>used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cell</w:t>
            </w:r>
            <w:r w:rsidR="00646BEC">
              <w:t xml:space="preserve"> </w:t>
            </w:r>
            <w:r w:rsidRPr="006F699D">
              <w:t>reselections</w:t>
            </w:r>
            <w:r w:rsidR="006C35B6" w:rsidRPr="006F699D">
              <w:t>.</w:t>
            </w:r>
          </w:p>
        </w:tc>
      </w:tr>
      <w:tr w:rsidR="006F699D" w:rsidRPr="006F699D" w14:paraId="254861C8" w14:textId="77777777">
        <w:tc>
          <w:tcPr>
            <w:tcW w:w="1276" w:type="dxa"/>
          </w:tcPr>
          <w:p w14:paraId="43C9A024" w14:textId="77777777" w:rsidR="00BE72A3" w:rsidRPr="006F699D" w:rsidRDefault="00BE72A3" w:rsidP="00377BCE">
            <w:pPr>
              <w:pStyle w:val="TAL"/>
            </w:pPr>
            <w:r w:rsidRPr="006F699D">
              <w:t>Qoffset</w:t>
            </w:r>
          </w:p>
        </w:tc>
        <w:tc>
          <w:tcPr>
            <w:tcW w:w="5387" w:type="dxa"/>
          </w:tcPr>
          <w:p w14:paraId="291160CB" w14:textId="02F49333" w:rsidR="002B4F81" w:rsidRPr="006F699D" w:rsidRDefault="002B4F81" w:rsidP="00377BCE">
            <w:pPr>
              <w:pStyle w:val="TAL"/>
              <w:rPr>
                <w:lang w:eastAsia="zh-CN"/>
              </w:rPr>
            </w:pPr>
            <w:r w:rsidRPr="006F699D">
              <w:rPr>
                <w:lang w:eastAsia="zh-CN"/>
              </w:rPr>
              <w:t>For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intra-frequency: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Equals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to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Qoffset</w:t>
            </w:r>
            <w:r w:rsidRPr="006F699D">
              <w:rPr>
                <w:vertAlign w:val="subscript"/>
              </w:rPr>
              <w:t>s,n</w:t>
            </w:r>
            <w:r w:rsidRPr="006F699D">
              <w:rPr>
                <w:lang w:eastAsia="zh-CN"/>
              </w:rPr>
              <w:t>,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if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Qoffset</w:t>
            </w:r>
            <w:r w:rsidRPr="006F699D">
              <w:rPr>
                <w:vertAlign w:val="subscript"/>
              </w:rPr>
              <w:t>s,n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valid,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otherwise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this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equals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to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zero.</w:t>
            </w:r>
          </w:p>
          <w:p w14:paraId="1ABB0BD0" w14:textId="05AABF91" w:rsidR="00873245" w:rsidRPr="006F699D" w:rsidRDefault="002B4F81" w:rsidP="00043D55">
            <w:pPr>
              <w:pStyle w:val="TAL"/>
              <w:rPr>
                <w:lang w:eastAsia="zh-CN"/>
              </w:rPr>
            </w:pPr>
            <w:r w:rsidRPr="006F699D">
              <w:rPr>
                <w:lang w:eastAsia="zh-CN"/>
              </w:rPr>
              <w:t>For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inter-frequency:</w:t>
            </w:r>
          </w:p>
          <w:p w14:paraId="14C0E9A8" w14:textId="715AC66E" w:rsidR="00043D55" w:rsidRPr="006F699D" w:rsidRDefault="00043D55" w:rsidP="00043D55">
            <w:pPr>
              <w:pStyle w:val="TAL"/>
              <w:rPr>
                <w:lang w:eastAsia="zh-CN"/>
              </w:rPr>
            </w:pPr>
            <w:r w:rsidRPr="006F699D">
              <w:rPr>
                <w:lang w:eastAsia="zh-CN"/>
              </w:rPr>
              <w:t>Except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for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NB-IoT,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e</w:t>
            </w:r>
            <w:r w:rsidR="002B4F81" w:rsidRPr="006F699D">
              <w:t>quals</w:t>
            </w:r>
            <w:r w:rsidR="00646BEC">
              <w:t xml:space="preserve"> </w:t>
            </w:r>
            <w:r w:rsidR="002B4F81" w:rsidRPr="006F699D">
              <w:t>to</w:t>
            </w:r>
            <w:r w:rsidR="00646BEC">
              <w:t xml:space="preserve"> </w:t>
            </w:r>
            <w:r w:rsidR="002B4F81" w:rsidRPr="006F699D">
              <w:t>Qoffset</w:t>
            </w:r>
            <w:r w:rsidR="002B4F81" w:rsidRPr="006F699D">
              <w:rPr>
                <w:vertAlign w:val="subscript"/>
              </w:rPr>
              <w:t>s,n</w:t>
            </w:r>
            <w:r w:rsidR="00646BEC">
              <w:t xml:space="preserve"> </w:t>
            </w:r>
            <w:r w:rsidR="002B4F81" w:rsidRPr="006F699D">
              <w:rPr>
                <w:lang w:eastAsia="zh-CN"/>
              </w:rPr>
              <w:t>plus</w:t>
            </w:r>
            <w:r w:rsidR="00646BEC">
              <w:t xml:space="preserve"> </w:t>
            </w:r>
            <w:r w:rsidR="002B4F81" w:rsidRPr="006F699D">
              <w:t>Qoffset</w:t>
            </w:r>
            <w:r w:rsidR="002B4F81" w:rsidRPr="006F699D">
              <w:rPr>
                <w:vertAlign w:val="subscript"/>
              </w:rPr>
              <w:t>frequency</w:t>
            </w:r>
            <w:r w:rsidR="002B4F81" w:rsidRPr="006F699D">
              <w:t>,</w:t>
            </w:r>
            <w:r w:rsidR="00646BEC">
              <w:t xml:space="preserve"> </w:t>
            </w:r>
            <w:r w:rsidR="002B4F81" w:rsidRPr="006F699D">
              <w:t>if</w:t>
            </w:r>
            <w:r w:rsidR="00646BEC">
              <w:t xml:space="preserve"> </w:t>
            </w:r>
            <w:r w:rsidR="002B4F81" w:rsidRPr="006F699D">
              <w:t>Qoffset</w:t>
            </w:r>
            <w:r w:rsidR="002B4F81" w:rsidRPr="006F699D">
              <w:rPr>
                <w:vertAlign w:val="subscript"/>
              </w:rPr>
              <w:t>s,n</w:t>
            </w:r>
            <w:r w:rsidR="00646BEC">
              <w:t xml:space="preserve"> </w:t>
            </w:r>
            <w:r w:rsidR="002B4F81" w:rsidRPr="006F699D">
              <w:t>is</w:t>
            </w:r>
            <w:r w:rsidR="00646BEC">
              <w:t xml:space="preserve"> </w:t>
            </w:r>
            <w:r w:rsidR="002B4F81" w:rsidRPr="006F699D">
              <w:t>valid</w:t>
            </w:r>
            <w:r w:rsidR="002B4F81" w:rsidRPr="006F699D">
              <w:rPr>
                <w:lang w:eastAsia="zh-CN"/>
              </w:rPr>
              <w:t>,</w:t>
            </w:r>
            <w:r w:rsidR="00646BEC">
              <w:t xml:space="preserve"> </w:t>
            </w:r>
            <w:r w:rsidR="002B4F81" w:rsidRPr="006F699D">
              <w:t>otherwise</w:t>
            </w:r>
            <w:r w:rsidR="00646BEC">
              <w:t xml:space="preserve"> </w:t>
            </w:r>
            <w:r w:rsidR="002B4F81" w:rsidRPr="006F699D">
              <w:t>this</w:t>
            </w:r>
            <w:r w:rsidR="00646BEC">
              <w:t xml:space="preserve"> </w:t>
            </w:r>
            <w:r w:rsidR="002B4F81" w:rsidRPr="006F699D">
              <w:t>equals</w:t>
            </w:r>
            <w:r w:rsidR="00646BEC">
              <w:t xml:space="preserve"> </w:t>
            </w:r>
            <w:r w:rsidR="002B4F81" w:rsidRPr="006F699D">
              <w:t>to</w:t>
            </w:r>
            <w:r w:rsidR="00646BEC">
              <w:t xml:space="preserve"> </w:t>
            </w:r>
            <w:r w:rsidR="002B4F81" w:rsidRPr="006F699D">
              <w:t>Qoffset</w:t>
            </w:r>
            <w:r w:rsidR="002B4F81" w:rsidRPr="006F699D">
              <w:rPr>
                <w:vertAlign w:val="subscript"/>
              </w:rPr>
              <w:t>frequency</w:t>
            </w:r>
            <w:r w:rsidR="002B4F81" w:rsidRPr="006F699D">
              <w:rPr>
                <w:lang w:eastAsia="zh-CN"/>
              </w:rPr>
              <w:t>.</w:t>
            </w:r>
          </w:p>
          <w:p w14:paraId="47D08342" w14:textId="56FB8FFB" w:rsidR="00BE72A3" w:rsidRPr="006F699D" w:rsidRDefault="00CA0915" w:rsidP="00873245">
            <w:pPr>
              <w:pStyle w:val="TAL"/>
            </w:pPr>
            <w:r w:rsidRPr="006F699D">
              <w:rPr>
                <w:rFonts w:eastAsia="Times New Roman"/>
              </w:rPr>
              <w:t>For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NB-IoT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equals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to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QoffsetDedicated</w:t>
            </w:r>
            <w:r w:rsidRPr="006F699D">
              <w:rPr>
                <w:rFonts w:eastAsia="Times New Roman"/>
                <w:vertAlign w:val="subscript"/>
              </w:rPr>
              <w:t>frequency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for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any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frequency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other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than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the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frequency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of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the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dedicated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frequency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offset,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if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QoffsetDedicated</w:t>
            </w:r>
            <w:r w:rsidRPr="006F699D">
              <w:rPr>
                <w:rFonts w:eastAsia="Times New Roman"/>
                <w:vertAlign w:val="subscript"/>
              </w:rPr>
              <w:t>frequency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is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valid,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otherwise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this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equals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to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Qoffset</w:t>
            </w:r>
            <w:r w:rsidRPr="006F699D">
              <w:rPr>
                <w:rFonts w:eastAsia="Times New Roman"/>
                <w:vertAlign w:val="subscript"/>
              </w:rPr>
              <w:t>frequency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(if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QoffsetDedicated</w:t>
            </w:r>
            <w:r w:rsidRPr="006F699D">
              <w:rPr>
                <w:rFonts w:eastAsia="Times New Roman"/>
                <w:vertAlign w:val="subscript"/>
              </w:rPr>
              <w:t>frequency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is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valid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Qoffset</w:t>
            </w:r>
            <w:r w:rsidRPr="006F699D">
              <w:rPr>
                <w:rFonts w:eastAsia="Times New Roman"/>
                <w:vertAlign w:val="subscript"/>
              </w:rPr>
              <w:t>frequency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is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not</w:t>
            </w:r>
            <w:r w:rsidR="00646BEC">
              <w:rPr>
                <w:rFonts w:eastAsia="Times New Roman"/>
              </w:rPr>
              <w:t xml:space="preserve"> </w:t>
            </w:r>
            <w:r w:rsidRPr="006F699D">
              <w:rPr>
                <w:rFonts w:eastAsia="Times New Roman"/>
              </w:rPr>
              <w:t>used).</w:t>
            </w:r>
          </w:p>
        </w:tc>
      </w:tr>
      <w:tr w:rsidR="006F699D" w:rsidRPr="006F699D" w14:paraId="01AF5EC4" w14:textId="77777777">
        <w:tc>
          <w:tcPr>
            <w:tcW w:w="1276" w:type="dxa"/>
          </w:tcPr>
          <w:p w14:paraId="64DBF139" w14:textId="77777777" w:rsidR="00A5047E" w:rsidRPr="006F699D" w:rsidRDefault="00A5047E" w:rsidP="00377BCE">
            <w:pPr>
              <w:pStyle w:val="TAL"/>
            </w:pPr>
            <w:r w:rsidRPr="006F699D">
              <w:t>Qoffset</w:t>
            </w:r>
            <w:r w:rsidRPr="006F699D">
              <w:rPr>
                <w:vertAlign w:val="subscript"/>
              </w:rPr>
              <w:t>temp</w:t>
            </w:r>
          </w:p>
        </w:tc>
        <w:tc>
          <w:tcPr>
            <w:tcW w:w="5387" w:type="dxa"/>
          </w:tcPr>
          <w:p w14:paraId="64C2010E" w14:textId="6A3F9E0F" w:rsidR="00A5047E" w:rsidRPr="006F699D" w:rsidRDefault="00A5047E" w:rsidP="00377BCE">
            <w:pPr>
              <w:pStyle w:val="TAL"/>
              <w:rPr>
                <w:lang w:eastAsia="zh-CN"/>
              </w:rPr>
            </w:pPr>
            <w:r w:rsidRPr="006F699D">
              <w:rPr>
                <w:lang w:eastAsia="zh-CN"/>
              </w:rPr>
              <w:t>Offset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temporarily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applied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to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a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cell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as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specified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in</w:t>
            </w:r>
            <w:r w:rsidR="00646BEC">
              <w:rPr>
                <w:lang w:eastAsia="zh-CN"/>
              </w:rPr>
              <w:t xml:space="preserve"> </w:t>
            </w:r>
            <w:r w:rsidR="00057D27" w:rsidRPr="006F699D">
              <w:rPr>
                <w:lang w:eastAsia="zh-CN"/>
              </w:rPr>
              <w:t>TS</w:t>
            </w:r>
            <w:r w:rsidR="00646BEC">
              <w:rPr>
                <w:lang w:eastAsia="zh-CN"/>
              </w:rPr>
              <w:t xml:space="preserve"> </w:t>
            </w:r>
            <w:r w:rsidR="00057D27" w:rsidRPr="006F699D">
              <w:rPr>
                <w:lang w:eastAsia="zh-CN"/>
              </w:rPr>
              <w:t>36.331</w:t>
            </w:r>
            <w:r w:rsidR="00646BEC">
              <w:rPr>
                <w:lang w:eastAsia="zh-CN"/>
              </w:rPr>
              <w:t xml:space="preserve"> </w:t>
            </w:r>
            <w:r w:rsidR="00057D27" w:rsidRPr="006F699D">
              <w:rPr>
                <w:lang w:eastAsia="zh-CN"/>
              </w:rPr>
              <w:t>[3]</w:t>
            </w:r>
          </w:p>
        </w:tc>
      </w:tr>
      <w:tr w:rsidR="00873245" w:rsidRPr="006F699D" w14:paraId="5E681261" w14:textId="77777777" w:rsidTr="008732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2F2A" w14:textId="77777777" w:rsidR="00873245" w:rsidRPr="006F699D" w:rsidRDefault="00873245" w:rsidP="00873245">
            <w:pPr>
              <w:pStyle w:val="TAL"/>
            </w:pPr>
            <w:r w:rsidRPr="006F699D">
              <w:t>Qoffset</w:t>
            </w:r>
            <w:r w:rsidRPr="006F699D">
              <w:rPr>
                <w:vertAlign w:val="subscript"/>
              </w:rPr>
              <w:t>SCPTM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2D50" w14:textId="0ECF65D6" w:rsidR="00873245" w:rsidRPr="006F699D" w:rsidRDefault="00873245" w:rsidP="00873245">
            <w:pPr>
              <w:pStyle w:val="TAL"/>
              <w:rPr>
                <w:lang w:eastAsia="zh-CN"/>
              </w:rPr>
            </w:pPr>
            <w:r w:rsidRPr="006F699D">
              <w:rPr>
                <w:lang w:eastAsia="zh-CN"/>
              </w:rPr>
              <w:t>Offset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temporarily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applied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to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an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SC-PTM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frequency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as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specified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below.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The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offset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applied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to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all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cells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on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the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SC-PTM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frequency.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If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Qoffset</w:t>
            </w:r>
            <w:r w:rsidRPr="006F699D">
              <w:rPr>
                <w:vertAlign w:val="subscript"/>
                <w:lang w:eastAsia="zh-CN"/>
              </w:rPr>
              <w:t>SCPTM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valid,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Qoffset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for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inter-frequency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neighbour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cells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is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not</w:t>
            </w:r>
            <w:r w:rsidR="00646BEC">
              <w:rPr>
                <w:lang w:eastAsia="zh-CN"/>
              </w:rPr>
              <w:t xml:space="preserve"> </w:t>
            </w:r>
            <w:r w:rsidRPr="006F699D">
              <w:rPr>
                <w:lang w:eastAsia="zh-CN"/>
              </w:rPr>
              <w:t>used.</w:t>
            </w:r>
          </w:p>
        </w:tc>
      </w:tr>
    </w:tbl>
    <w:p w14:paraId="5995F58B" w14:textId="77777777" w:rsidR="00086675" w:rsidRPr="006F699D" w:rsidRDefault="00086675" w:rsidP="00377BCE"/>
    <w:p w14:paraId="68F9BB52" w14:textId="6CC53290" w:rsidR="00043D55" w:rsidRPr="006F699D" w:rsidRDefault="00043D55" w:rsidP="00043D55">
      <w:pPr>
        <w:rPr>
          <w:lang w:eastAsia="zh-CN"/>
        </w:rPr>
      </w:pP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NB-IoT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enhanced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coverage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capable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reception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camping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provided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(SC-PTM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frequency)</w:t>
      </w:r>
      <w:r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considers</w:t>
      </w:r>
      <w:r w:rsidR="00646BEC">
        <w:rPr>
          <w:lang w:eastAsia="zh-CN"/>
        </w:rPr>
        <w:t xml:space="preserve"> </w:t>
      </w:r>
      <w:r w:rsidRPr="006F699D">
        <w:t>Qoffset</w:t>
      </w:r>
      <w:r w:rsidRPr="006F699D">
        <w:rPr>
          <w:vertAlign w:val="subscript"/>
        </w:rPr>
        <w:t>SCPTM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valid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during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session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36.300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2]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following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condition</w:t>
      </w:r>
      <w:r w:rsidR="00646BEC">
        <w:rPr>
          <w:lang w:eastAsia="zh-CN"/>
        </w:rPr>
        <w:t xml:space="preserve"> </w:t>
      </w:r>
      <w:r w:rsidR="00873245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fulfilled:</w:t>
      </w:r>
    </w:p>
    <w:p w14:paraId="4F943339" w14:textId="77777777" w:rsidR="00043D55" w:rsidRPr="006F699D" w:rsidRDefault="00043D55" w:rsidP="00043D55">
      <w:pPr>
        <w:pStyle w:val="B1"/>
      </w:pPr>
      <w:r w:rsidRPr="006F699D">
        <w:t>Either:</w:t>
      </w:r>
    </w:p>
    <w:p w14:paraId="037DE3E8" w14:textId="069C7A71" w:rsidR="00043D55" w:rsidRPr="006F699D" w:rsidRDefault="00043D55" w:rsidP="00043D55">
      <w:pPr>
        <w:pStyle w:val="B2"/>
      </w:pPr>
      <w:r w:rsidRPr="006F699D">
        <w:t>-</w:t>
      </w:r>
      <w:r w:rsidRPr="006F699D">
        <w:tab/>
        <w:t>SIB15</w:t>
      </w:r>
      <w:r w:rsidR="00646BEC">
        <w:t xml:space="preserve"> </w:t>
      </w:r>
      <w:r w:rsidRPr="006F699D">
        <w:t>(or</w:t>
      </w:r>
      <w:r w:rsidR="00646BEC">
        <w:t xml:space="preserve"> </w:t>
      </w:r>
      <w:r w:rsidRPr="006F699D">
        <w:t>SIB15-NB)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indicates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SAIs</w:t>
      </w:r>
      <w:r w:rsidR="00646BEC">
        <w:t xml:space="preserve"> </w:t>
      </w:r>
      <w:r w:rsidRPr="006F699D">
        <w:t>included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User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Description</w:t>
      </w:r>
      <w:r w:rsidR="00646BEC">
        <w:t xml:space="preserve"> </w:t>
      </w:r>
      <w:r w:rsidRPr="006F699D">
        <w:t>(USD)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26.346</w:t>
      </w:r>
      <w:r w:rsidR="00646BEC">
        <w:t xml:space="preserve"> </w:t>
      </w:r>
      <w:r w:rsidR="006F699D" w:rsidRPr="006F699D">
        <w:t>[</w:t>
      </w:r>
      <w:r w:rsidR="00057D27" w:rsidRPr="006F699D">
        <w:t>22]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service;</w:t>
      </w:r>
      <w:r w:rsidR="00646BEC">
        <w:t xml:space="preserve"> </w:t>
      </w:r>
      <w:r w:rsidRPr="006F699D">
        <w:t>or</w:t>
      </w:r>
    </w:p>
    <w:p w14:paraId="0F9CF8BA" w14:textId="323301E3" w:rsidR="00043D55" w:rsidRPr="006F699D" w:rsidRDefault="00043D55" w:rsidP="00043D55">
      <w:pPr>
        <w:pStyle w:val="B2"/>
      </w:pPr>
      <w:r w:rsidRPr="006F699D">
        <w:t>-</w:t>
      </w:r>
      <w:r w:rsidRPr="006F699D">
        <w:tab/>
        <w:t>SIB15</w:t>
      </w:r>
      <w:r w:rsidR="00646BEC">
        <w:t xml:space="preserve"> </w:t>
      </w:r>
      <w:r w:rsidRPr="006F699D">
        <w:t>(or</w:t>
      </w:r>
      <w:r w:rsidR="00646BEC">
        <w:t xml:space="preserve"> </w:t>
      </w:r>
      <w:r w:rsidRPr="006F699D">
        <w:t>SIB15-NB)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broadcast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included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USD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service.</w:t>
      </w:r>
    </w:p>
    <w:p w14:paraId="13FEA8F3" w14:textId="40F0B656" w:rsidR="00873245" w:rsidRPr="006F699D" w:rsidRDefault="00873245" w:rsidP="00873245">
      <w:pPr>
        <w:pStyle w:val="NO"/>
      </w:pPr>
      <w:r w:rsidRPr="006F699D">
        <w:t>NOTE:</w:t>
      </w:r>
      <w:r w:rsidRPr="006F699D">
        <w:tab/>
        <w:t>UE</w:t>
      </w:r>
      <w:r w:rsidR="00646BEC">
        <w:t xml:space="preserve"> </w:t>
      </w:r>
      <w:r w:rsidRPr="006F699D">
        <w:t>should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higher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another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soon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possible</w:t>
      </w:r>
      <w:r w:rsidR="00646BEC">
        <w:t xml:space="preserve"> </w:t>
      </w:r>
      <w:r w:rsidRPr="006F699D">
        <w:t>after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stops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Qoffset</w:t>
      </w:r>
      <w:r w:rsidRPr="006F699D">
        <w:rPr>
          <w:vertAlign w:val="subscript"/>
        </w:rPr>
        <w:t>SCPTM</w:t>
      </w:r>
      <w:r w:rsidRPr="006F699D">
        <w:t>.</w:t>
      </w:r>
    </w:p>
    <w:p w14:paraId="2BA440A7" w14:textId="27F05C11" w:rsidR="003F09A1" w:rsidRPr="006F699D" w:rsidRDefault="003F09A1" w:rsidP="00377BC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ranking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="00D06ADA" w:rsidRPr="006F699D">
        <w:t>fulfil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S,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5.2.</w:t>
      </w:r>
      <w:r w:rsidR="00507709" w:rsidRPr="006F699D">
        <w:t>3</w:t>
      </w:r>
      <w:r w:rsidRPr="006F699D">
        <w:t>.2</w:t>
      </w:r>
      <w:r w:rsidR="00646BEC">
        <w:t xml:space="preserve"> </w:t>
      </w:r>
      <w:r w:rsidR="00D80C02" w:rsidRPr="006F699D">
        <w:t>(5.2.3.2a</w:t>
      </w:r>
      <w:r w:rsidR="00646BEC">
        <w:t xml:space="preserve"> </w:t>
      </w:r>
      <w:r w:rsidR="00D80C02" w:rsidRPr="006F699D">
        <w:t>for</w:t>
      </w:r>
      <w:r w:rsidR="00646BEC">
        <w:t xml:space="preserve"> </w:t>
      </w:r>
      <w:r w:rsidR="00D80C02" w:rsidRPr="006F699D">
        <w:t>NB-IoT)</w:t>
      </w:r>
      <w:r w:rsidR="00893458" w:rsidRPr="006F699D">
        <w:rPr>
          <w:lang w:eastAsia="ko-KR"/>
        </w:rPr>
        <w:t>,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but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may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exclude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all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CSG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cells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are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known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2C6DA4" w:rsidRPr="006F699D">
        <w:rPr>
          <w:lang w:eastAsia="ko-KR"/>
        </w:rPr>
        <w:t>not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893458" w:rsidRPr="006F699D">
        <w:rPr>
          <w:lang w:eastAsia="ko-KR"/>
        </w:rPr>
        <w:t>be</w:t>
      </w:r>
      <w:r w:rsidR="00646BEC">
        <w:rPr>
          <w:lang w:eastAsia="ko-KR"/>
        </w:rPr>
        <w:t xml:space="preserve"> </w:t>
      </w:r>
      <w:r w:rsidR="002C6DA4" w:rsidRPr="006F699D">
        <w:rPr>
          <w:lang w:eastAsia="ko-KR"/>
        </w:rPr>
        <w:t>CSG</w:t>
      </w:r>
      <w:r w:rsidR="00646BEC">
        <w:rPr>
          <w:lang w:eastAsia="ko-KR"/>
        </w:rPr>
        <w:t xml:space="preserve"> </w:t>
      </w:r>
      <w:r w:rsidR="002C6DA4" w:rsidRPr="006F699D">
        <w:rPr>
          <w:lang w:eastAsia="ko-KR"/>
        </w:rPr>
        <w:t>member</w:t>
      </w:r>
      <w:r w:rsidR="00646BEC">
        <w:rPr>
          <w:lang w:eastAsia="ko-KR"/>
        </w:rPr>
        <w:t xml:space="preserve"> </w:t>
      </w:r>
      <w:r w:rsidR="002C6DA4" w:rsidRPr="006F699D">
        <w:rPr>
          <w:lang w:eastAsia="ko-KR"/>
        </w:rPr>
        <w:t>cells</w:t>
      </w:r>
      <w:r w:rsidR="00893458" w:rsidRPr="006F699D">
        <w:rPr>
          <w:lang w:eastAsia="ko-KR"/>
        </w:rPr>
        <w:t>.</w:t>
      </w:r>
    </w:p>
    <w:p w14:paraId="5751205B" w14:textId="1991AC79" w:rsidR="003F09A1" w:rsidRPr="006F699D" w:rsidRDefault="003F09A1" w:rsidP="00377BCE">
      <w:pPr>
        <w:rPr>
          <w:lang w:eastAsia="ja-JP"/>
        </w:rPr>
      </w:pPr>
      <w:r w:rsidRPr="006F699D">
        <w:t>The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above,</w:t>
      </w:r>
      <w:r w:rsidR="00646BEC">
        <w:t xml:space="preserve"> </w:t>
      </w:r>
      <w:r w:rsidRPr="006F699D">
        <w:t>deriving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meas,n</w:t>
      </w:r>
      <w:r w:rsidR="00646BEC">
        <w:rPr>
          <w:vertAlign w:val="subscript"/>
        </w:rPr>
        <w:t xml:space="preserve"> </w:t>
      </w:r>
      <w:r w:rsidRPr="006F699D">
        <w:t>and</w:t>
      </w:r>
      <w:r w:rsidR="00646BEC">
        <w:t xml:space="preserve"> </w:t>
      </w:r>
      <w:r w:rsidRPr="006F699D">
        <w:t>Q</w:t>
      </w:r>
      <w:r w:rsidRPr="006F699D">
        <w:rPr>
          <w:vertAlign w:val="subscript"/>
        </w:rPr>
        <w:t>meas,s</w:t>
      </w:r>
      <w:r w:rsidR="00646BEC">
        <w:rPr>
          <w:vertAlign w:val="subscript"/>
        </w:rPr>
        <w:t xml:space="preserve"> </w:t>
      </w:r>
      <w:r w:rsidRPr="006F699D">
        <w:t>and</w:t>
      </w:r>
      <w:r w:rsidR="00646BEC">
        <w:t xml:space="preserve"> </w:t>
      </w:r>
      <w:r w:rsidRPr="006F699D">
        <w:t>calculating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</w:t>
      </w:r>
      <w:r w:rsidR="00646BEC">
        <w:t xml:space="preserve"> </w:t>
      </w:r>
      <w:r w:rsidRPr="006F699D">
        <w:t>values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averaged</w:t>
      </w:r>
      <w:r w:rsidR="00646BEC">
        <w:t xml:space="preserve"> </w:t>
      </w:r>
      <w:r w:rsidRPr="006F699D">
        <w:t>RSRP</w:t>
      </w:r>
      <w:r w:rsidR="00646BEC">
        <w:t xml:space="preserve"> </w:t>
      </w:r>
      <w:r w:rsidRPr="006F699D">
        <w:t>results.</w:t>
      </w:r>
    </w:p>
    <w:p w14:paraId="5E532D28" w14:textId="73A03A63" w:rsidR="003F09A1" w:rsidRPr="006F699D" w:rsidRDefault="00714B68" w:rsidP="00377BCE">
      <w:r w:rsidRPr="006F699D">
        <w:t>If</w:t>
      </w:r>
      <w:r w:rsidR="00646BEC">
        <w:t xml:space="preserve"> </w:t>
      </w:r>
      <w:r w:rsidRPr="006F699D">
        <w:t>a</w:t>
      </w:r>
      <w:r w:rsidR="00646BEC">
        <w:t xml:space="preserve"> </w:t>
      </w:r>
      <w:r w:rsidR="003F09A1" w:rsidRPr="006F699D">
        <w:t>cell</w:t>
      </w:r>
      <w:r w:rsidR="00646BEC">
        <w:t xml:space="preserve"> </w:t>
      </w:r>
      <w:r w:rsidR="003F09A1" w:rsidRPr="006F699D">
        <w:t>is</w:t>
      </w:r>
      <w:r w:rsidR="00646BEC">
        <w:t xml:space="preserve"> </w:t>
      </w:r>
      <w:r w:rsidR="003F09A1" w:rsidRPr="006F699D">
        <w:t>ranked</w:t>
      </w:r>
      <w:r w:rsidR="00646BEC">
        <w:t xml:space="preserve"> </w:t>
      </w:r>
      <w:r w:rsidR="003F09A1" w:rsidRPr="006F699D">
        <w:t>as</w:t>
      </w:r>
      <w:r w:rsidR="00646BEC">
        <w:t xml:space="preserve"> </w:t>
      </w:r>
      <w:r w:rsidR="003F09A1" w:rsidRPr="006F699D">
        <w:t>the</w:t>
      </w:r>
      <w:r w:rsidR="00646BEC">
        <w:t xml:space="preserve"> </w:t>
      </w:r>
      <w:r w:rsidR="003F09A1" w:rsidRPr="006F699D">
        <w:t>best</w:t>
      </w:r>
      <w:r w:rsidR="00646BEC">
        <w:t xml:space="preserve"> </w:t>
      </w:r>
      <w:r w:rsidR="003F09A1" w:rsidRPr="006F699D">
        <w:t>cell</w:t>
      </w:r>
      <w:r w:rsidR="00646BEC">
        <w:t xml:space="preserve"> </w:t>
      </w:r>
      <w:r w:rsidR="003F09A1" w:rsidRPr="006F699D">
        <w:t>the</w:t>
      </w:r>
      <w:r w:rsidR="00646BEC">
        <w:t xml:space="preserve"> </w:t>
      </w:r>
      <w:r w:rsidR="003F09A1" w:rsidRPr="006F699D">
        <w:t>UE</w:t>
      </w:r>
      <w:r w:rsidR="00646BEC">
        <w:t xml:space="preserve"> </w:t>
      </w:r>
      <w:r w:rsidR="003F09A1" w:rsidRPr="006F699D">
        <w:t>shall</w:t>
      </w:r>
      <w:r w:rsidR="00646BEC">
        <w:t xml:space="preserve"> </w:t>
      </w:r>
      <w:r w:rsidR="003F09A1" w:rsidRPr="006F699D">
        <w:t>perform</w:t>
      </w:r>
      <w:r w:rsidR="00646BEC">
        <w:t xml:space="preserve"> </w:t>
      </w:r>
      <w:r w:rsidR="003F09A1" w:rsidRPr="006F699D">
        <w:t>cell</w:t>
      </w:r>
      <w:r w:rsidR="00646BEC">
        <w:t xml:space="preserve"> </w:t>
      </w:r>
      <w:r w:rsidR="003F09A1" w:rsidRPr="006F699D">
        <w:t>reselection</w:t>
      </w:r>
      <w:r w:rsidR="00646BEC">
        <w:t xml:space="preserve"> </w:t>
      </w:r>
      <w:r w:rsidR="003F09A1" w:rsidRPr="006F699D">
        <w:t>to</w:t>
      </w:r>
      <w:r w:rsidR="00646BEC">
        <w:t xml:space="preserve"> </w:t>
      </w:r>
      <w:r w:rsidR="003F09A1" w:rsidRPr="006F699D">
        <w:t>that</w:t>
      </w:r>
      <w:r w:rsidR="00646BEC">
        <w:t xml:space="preserve"> </w:t>
      </w:r>
      <w:r w:rsidR="003F09A1" w:rsidRPr="006F699D">
        <w:t>cell.</w:t>
      </w:r>
      <w:r w:rsidR="00646BEC">
        <w:t xml:space="preserve"> </w:t>
      </w:r>
      <w:r w:rsidR="003F09A1" w:rsidRPr="006F699D">
        <w:t>If</w:t>
      </w:r>
      <w:r w:rsidR="00646BEC">
        <w:t xml:space="preserve"> </w:t>
      </w:r>
      <w:r w:rsidR="003F09A1" w:rsidRPr="006F699D">
        <w:t>this</w:t>
      </w:r>
      <w:r w:rsidR="00646BEC">
        <w:t xml:space="preserve"> </w:t>
      </w:r>
      <w:r w:rsidR="003F09A1" w:rsidRPr="006F699D">
        <w:t>cell</w:t>
      </w:r>
      <w:r w:rsidR="00646BEC">
        <w:t xml:space="preserve"> </w:t>
      </w:r>
      <w:r w:rsidR="003F09A1" w:rsidRPr="006F699D">
        <w:t>is</w:t>
      </w:r>
      <w:r w:rsidR="00646BEC">
        <w:t xml:space="preserve"> </w:t>
      </w:r>
      <w:r w:rsidR="003F09A1" w:rsidRPr="006F699D">
        <w:t>found</w:t>
      </w:r>
      <w:r w:rsidR="00646BEC">
        <w:t xml:space="preserve"> </w:t>
      </w:r>
      <w:r w:rsidR="003F09A1" w:rsidRPr="006F699D">
        <w:t>to</w:t>
      </w:r>
      <w:r w:rsidR="00646BEC">
        <w:t xml:space="preserve"> </w:t>
      </w:r>
      <w:r w:rsidR="003F09A1" w:rsidRPr="006F699D">
        <w:t>be</w:t>
      </w:r>
      <w:r w:rsidR="00646BEC">
        <w:t xml:space="preserve"> </w:t>
      </w:r>
      <w:r w:rsidR="003F09A1" w:rsidRPr="006F699D">
        <w:t>no</w:t>
      </w:r>
      <w:r w:rsidR="00507709" w:rsidRPr="006F699D">
        <w:t>t</w:t>
      </w:r>
      <w:r w:rsidR="003F09A1" w:rsidRPr="006F699D">
        <w:t>-suitable,</w:t>
      </w:r>
      <w:r w:rsidR="00646BEC">
        <w:t xml:space="preserve"> </w:t>
      </w:r>
      <w:r w:rsidR="003F09A1" w:rsidRPr="006F699D">
        <w:t>the</w:t>
      </w:r>
      <w:r w:rsidR="00646BEC">
        <w:t xml:space="preserve"> </w:t>
      </w:r>
      <w:r w:rsidR="003F09A1" w:rsidRPr="006F699D">
        <w:t>UE</w:t>
      </w:r>
      <w:r w:rsidR="00646BEC">
        <w:t xml:space="preserve"> </w:t>
      </w:r>
      <w:r w:rsidR="003F09A1" w:rsidRPr="006F699D">
        <w:t>shall</w:t>
      </w:r>
      <w:r w:rsidR="00646BEC">
        <w:t xml:space="preserve"> </w:t>
      </w:r>
      <w:r w:rsidR="003F09A1" w:rsidRPr="006F699D">
        <w:t>behave</w:t>
      </w:r>
      <w:r w:rsidR="00646BEC">
        <w:t xml:space="preserve"> </w:t>
      </w:r>
      <w:r w:rsidR="003F09A1" w:rsidRPr="006F699D">
        <w:t>according</w:t>
      </w:r>
      <w:r w:rsidR="00646BEC">
        <w:t xml:space="preserve"> </w:t>
      </w:r>
      <w:r w:rsidR="003F09A1" w:rsidRPr="006F699D">
        <w:t>to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="003F09A1" w:rsidRPr="006F699D">
        <w:t>5.2.</w:t>
      </w:r>
      <w:r w:rsidR="00733293" w:rsidRPr="006F699D">
        <w:t>4.</w:t>
      </w:r>
      <w:r w:rsidR="000F558F" w:rsidRPr="006F699D">
        <w:t>4</w:t>
      </w:r>
      <w:r w:rsidR="003F09A1" w:rsidRPr="006F699D">
        <w:t>.</w:t>
      </w:r>
    </w:p>
    <w:p w14:paraId="37F8392A" w14:textId="1A40869C" w:rsidR="003F09A1" w:rsidRPr="006F699D" w:rsidRDefault="003F09A1" w:rsidP="00377BCE">
      <w:pPr>
        <w:rPr>
          <w:lang w:eastAsia="ja-JP"/>
        </w:rPr>
      </w:pPr>
      <w:r w:rsidRPr="006F699D">
        <w:t>In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cases,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reselect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new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following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conditions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are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met:</w:t>
      </w:r>
    </w:p>
    <w:p w14:paraId="48B5CDBC" w14:textId="00A00468" w:rsidR="003F09A1" w:rsidRPr="006F699D" w:rsidRDefault="00200C37" w:rsidP="00377BCE">
      <w:pPr>
        <w:pStyle w:val="B1"/>
      </w:pPr>
      <w:r w:rsidRPr="006F699D">
        <w:rPr>
          <w:noProof/>
        </w:rPr>
        <w:t>-</w:t>
      </w:r>
      <w:r w:rsidRPr="006F699D">
        <w:rPr>
          <w:noProof/>
        </w:rPr>
        <w:tab/>
        <w:t>the</w:t>
      </w:r>
      <w:r w:rsidR="003F09A1" w:rsidRPr="006F699D">
        <w:rPr>
          <w:noProof/>
        </w:rPr>
        <w:tab/>
      </w:r>
      <w:r w:rsidRPr="006F699D">
        <w:t>new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better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="00507709" w:rsidRPr="006F699D">
        <w:t>Treselection</w:t>
      </w:r>
      <w:r w:rsidR="00507709" w:rsidRPr="006F699D">
        <w:rPr>
          <w:vertAlign w:val="subscript"/>
        </w:rPr>
        <w:t>RAT</w:t>
      </w:r>
      <w:r w:rsidR="00507709" w:rsidRPr="006F699D">
        <w:t>;</w:t>
      </w:r>
    </w:p>
    <w:p w14:paraId="01A27819" w14:textId="29B3C710" w:rsidR="003F09A1" w:rsidRPr="006F699D" w:rsidRDefault="003F09A1" w:rsidP="00377BCE">
      <w:pPr>
        <w:pStyle w:val="B1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8817"/>
        </w:tabs>
      </w:pPr>
      <w:r w:rsidRPr="006F699D">
        <w:t>-</w:t>
      </w:r>
      <w:r w:rsidRPr="006F699D">
        <w:tab/>
        <w:t>more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="00714B68" w:rsidRPr="006F699D">
        <w:t>1</w:t>
      </w:r>
      <w:r w:rsidR="00646BEC">
        <w:t xml:space="preserve"> </w:t>
      </w:r>
      <w:r w:rsidRPr="006F699D">
        <w:t>second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elapsed</w:t>
      </w:r>
      <w:r w:rsidR="00646BEC">
        <w:t xml:space="preserve"> </w:t>
      </w:r>
      <w:r w:rsidRPr="006F699D">
        <w:t>since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current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cell.</w:t>
      </w:r>
    </w:p>
    <w:p w14:paraId="50E5FF8B" w14:textId="331F0FB8" w:rsidR="00873245" w:rsidRPr="006F699D" w:rsidRDefault="00873245" w:rsidP="00873245">
      <w:r w:rsidRPr="006F699D"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uses</w:t>
      </w:r>
      <w:r w:rsidR="00646BEC">
        <w:t xml:space="preserve"> </w:t>
      </w:r>
      <w:r w:rsidRPr="006F699D">
        <w:t>infinite</w:t>
      </w:r>
      <w:r w:rsidR="00646BEC">
        <w:t xml:space="preserve"> </w:t>
      </w:r>
      <w:r w:rsidRPr="006F699D">
        <w:t>dBs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Qoffset</w:t>
      </w:r>
      <w:r w:rsidRPr="006F699D">
        <w:rPr>
          <w:vertAlign w:val="subscript"/>
        </w:rPr>
        <w:t>SCPTM</w:t>
      </w:r>
      <w:r w:rsidRPr="006F699D">
        <w:t>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Qoffset</w:t>
      </w:r>
      <w:r w:rsidRPr="006F699D">
        <w:rPr>
          <w:vertAlign w:val="subscript"/>
        </w:rPr>
        <w:t>SCPTM</w:t>
      </w:r>
      <w:r w:rsidR="00646BEC">
        <w:t xml:space="preserve"> </w:t>
      </w:r>
      <w:r w:rsidRPr="006F699D">
        <w:t>zero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rank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SC-PTM</w:t>
      </w:r>
      <w:r w:rsidR="00646BEC">
        <w:t xml:space="preserve"> </w:t>
      </w:r>
      <w:r w:rsidRPr="006F699D">
        <w:t>frequency(ies)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first.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cannot</w:t>
      </w:r>
      <w:r w:rsidR="00646BEC">
        <w:t xml:space="preserve"> </w:t>
      </w:r>
      <w:r w:rsidRPr="006F699D">
        <w:t>find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SC-PTM</w:t>
      </w:r>
      <w:r w:rsidR="00646BEC">
        <w:t xml:space="preserve"> </w:t>
      </w:r>
      <w:r w:rsidRPr="006F699D">
        <w:t>frequency,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rank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frequencies.</w:t>
      </w:r>
    </w:p>
    <w:p w14:paraId="228954A3" w14:textId="2B49030D" w:rsidR="0066044E" w:rsidRPr="006F699D" w:rsidRDefault="0066044E" w:rsidP="0066044E">
      <w:pPr>
        <w:pStyle w:val="Heading4"/>
      </w:pPr>
      <w:bookmarkStart w:id="145" w:name="_Toc29237904"/>
      <w:bookmarkStart w:id="146" w:name="_Toc46523021"/>
      <w:bookmarkStart w:id="147" w:name="_Toc100742599"/>
      <w:r w:rsidRPr="006F699D">
        <w:lastRenderedPageBreak/>
        <w:t>5.2.4.6a</w:t>
      </w:r>
      <w:r w:rsidRPr="006F699D">
        <w:tab/>
        <w:t>Reselection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enhanced</w:t>
      </w:r>
      <w:r w:rsidR="00646BEC">
        <w:t xml:space="preserve"> </w:t>
      </w:r>
      <w:r w:rsidRPr="006F699D">
        <w:t>coverage</w:t>
      </w:r>
      <w:bookmarkEnd w:id="145"/>
      <w:bookmarkEnd w:id="146"/>
      <w:bookmarkEnd w:id="147"/>
    </w:p>
    <w:p w14:paraId="0980A7B1" w14:textId="013CF3C8" w:rsidR="0066044E" w:rsidRPr="006F699D" w:rsidRDefault="0066044E" w:rsidP="0066044E">
      <w:pPr>
        <w:rPr>
          <w:lang w:eastAsia="ja-JP"/>
        </w:rPr>
      </w:pPr>
      <w:r w:rsidRPr="006F699D">
        <w:rPr>
          <w:lang w:eastAsia="ja-JP"/>
        </w:rPr>
        <w:t>Ranking</w:t>
      </w:r>
      <w:r w:rsidR="00646BEC">
        <w:rPr>
          <w:rFonts w:eastAsia="SimSun"/>
          <w:lang w:eastAsia="zh-CN"/>
        </w:rPr>
        <w:t xml:space="preserve"> </w:t>
      </w:r>
      <w:r w:rsidR="00023695" w:rsidRPr="006F699D">
        <w:rPr>
          <w:noProof/>
        </w:rPr>
        <w:t>as</w:t>
      </w:r>
      <w:r w:rsidR="00646BEC">
        <w:rPr>
          <w:noProof/>
        </w:rPr>
        <w:t xml:space="preserve"> </w:t>
      </w:r>
      <w:r w:rsidR="00023695" w:rsidRPr="006F699D">
        <w:rPr>
          <w:noProof/>
        </w:rPr>
        <w:t>defined</w:t>
      </w:r>
      <w:r w:rsidR="00646BEC">
        <w:rPr>
          <w:noProof/>
        </w:rPr>
        <w:t xml:space="preserve"> </w:t>
      </w:r>
      <w:r w:rsidR="00023695" w:rsidRPr="006F699D">
        <w:rPr>
          <w:noProof/>
        </w:rPr>
        <w:t>in</w:t>
      </w:r>
      <w:r w:rsidR="00646BEC">
        <w:rPr>
          <w:noProof/>
        </w:rPr>
        <w:t xml:space="preserve"> </w:t>
      </w:r>
      <w:r w:rsidR="001D68DD" w:rsidRPr="006F699D">
        <w:rPr>
          <w:noProof/>
        </w:rPr>
        <w:t>clause</w:t>
      </w:r>
      <w:r w:rsidR="00646BEC">
        <w:rPr>
          <w:noProof/>
        </w:rPr>
        <w:t xml:space="preserve"> </w:t>
      </w:r>
      <w:r w:rsidR="00023695" w:rsidRPr="006F699D">
        <w:rPr>
          <w:noProof/>
        </w:rPr>
        <w:t>5.2.4.6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applied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rFonts w:eastAsia="SimSun"/>
          <w:lang w:eastAsia="zh-CN"/>
        </w:rPr>
        <w:t xml:space="preserve"> </w:t>
      </w:r>
      <w:r w:rsidR="00772867" w:rsidRPr="006F699D">
        <w:rPr>
          <w:rFonts w:eastAsia="SimSun"/>
          <w:lang w:eastAsia="zh-CN"/>
        </w:rPr>
        <w:t>intra-frequency</w:t>
      </w:r>
      <w:r w:rsidR="00646BEC">
        <w:rPr>
          <w:rFonts w:eastAsia="SimSun"/>
          <w:lang w:eastAsia="zh-CN"/>
        </w:rPr>
        <w:t xml:space="preserve"> </w:t>
      </w:r>
      <w:r w:rsidR="00772867" w:rsidRPr="006F699D">
        <w:rPr>
          <w:rFonts w:eastAsia="SimSun"/>
          <w:lang w:eastAsia="zh-CN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(irrespective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configured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priorities,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any)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while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zh-CN"/>
        </w:rPr>
        <w:t>enhanced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coverage</w:t>
      </w:r>
      <w:r w:rsidRPr="006F699D">
        <w:rPr>
          <w:lang w:eastAsia="ja-JP"/>
        </w:rPr>
        <w:t>.</w:t>
      </w:r>
    </w:p>
    <w:p w14:paraId="27ADE6CD" w14:textId="4A78CA7E" w:rsidR="003F09A1" w:rsidRPr="006F699D" w:rsidRDefault="003F09A1" w:rsidP="0066044E">
      <w:pPr>
        <w:pStyle w:val="Heading4"/>
      </w:pPr>
      <w:bookmarkStart w:id="148" w:name="_Toc29237905"/>
      <w:bookmarkStart w:id="149" w:name="_Toc46523022"/>
      <w:bookmarkStart w:id="150" w:name="_Toc100742600"/>
      <w:r w:rsidRPr="006F699D">
        <w:t>5.2.4.</w:t>
      </w:r>
      <w:r w:rsidR="00C813BA" w:rsidRPr="006F699D">
        <w:t>7</w:t>
      </w:r>
      <w:r w:rsidRPr="006F699D">
        <w:tab/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broadcasts</w:t>
      </w:r>
      <w:bookmarkEnd w:id="148"/>
      <w:bookmarkEnd w:id="149"/>
      <w:bookmarkEnd w:id="150"/>
    </w:p>
    <w:p w14:paraId="557C1479" w14:textId="15CC4111" w:rsidR="003F09A1" w:rsidRPr="006F699D" w:rsidRDefault="003F09A1" w:rsidP="00377BCE">
      <w:pPr>
        <w:rPr>
          <w:snapToGrid w:val="0"/>
        </w:rPr>
      </w:pPr>
      <w:r w:rsidRPr="006F699D">
        <w:rPr>
          <w:snapToGrid w:val="0"/>
        </w:rPr>
        <w:t>Cell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reselection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parameters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are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broadcast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system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information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are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read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from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serving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follows:</w:t>
      </w:r>
    </w:p>
    <w:p w14:paraId="142A432C" w14:textId="77777777" w:rsidR="00D06ADA" w:rsidRPr="006F699D" w:rsidRDefault="00D06ADA" w:rsidP="00377BCE">
      <w:pPr>
        <w:rPr>
          <w:b/>
        </w:rPr>
      </w:pPr>
      <w:r w:rsidRPr="006F699D">
        <w:rPr>
          <w:b/>
        </w:rPr>
        <w:t>cellReselectionPriority</w:t>
      </w:r>
    </w:p>
    <w:p w14:paraId="345FA0F6" w14:textId="63DE14E2" w:rsidR="006400F7" w:rsidRPr="006F699D" w:rsidRDefault="00D06ADA" w:rsidP="006400F7">
      <w:pPr>
        <w:rPr>
          <w:rFonts w:eastAsia="SimSun"/>
          <w:lang w:eastAsia="zh-CN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absolute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frequen</w:t>
      </w:r>
      <w:r w:rsidR="004D6DCE" w:rsidRPr="006F699D">
        <w:t>c</w:t>
      </w:r>
      <w:r w:rsidRPr="006F699D">
        <w:t>y</w:t>
      </w:r>
      <w:r w:rsidR="00646BEC">
        <w:t xml:space="preserve"> </w:t>
      </w:r>
      <w:r w:rsidR="004D6DCE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4D6DCE" w:rsidRPr="006F699D">
        <w:rPr>
          <w:lang w:eastAsia="zh-CN"/>
        </w:rPr>
        <w:t>NR</w:t>
      </w:r>
      <w:r w:rsidR="00646BEC">
        <w:rPr>
          <w:lang w:eastAsia="zh-CN"/>
        </w:rPr>
        <w:t xml:space="preserve"> </w:t>
      </w:r>
      <w:r w:rsidR="004D6DCE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t>or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UTRAN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frequency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or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group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GERAN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frequencies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or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band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class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CDMA2000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HRPD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or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band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class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CDMA2000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1xRTT.</w:t>
      </w:r>
    </w:p>
    <w:p w14:paraId="53AEDD20" w14:textId="77777777" w:rsidR="006400F7" w:rsidRPr="006F699D" w:rsidRDefault="006400F7" w:rsidP="006400F7">
      <w:pPr>
        <w:rPr>
          <w:rFonts w:eastAsia="SimSun"/>
          <w:b/>
          <w:lang w:eastAsia="zh-CN"/>
        </w:rPr>
      </w:pPr>
      <w:r w:rsidRPr="006F699D">
        <w:rPr>
          <w:rFonts w:eastAsia="SimSun"/>
          <w:b/>
          <w:lang w:eastAsia="zh-CN"/>
        </w:rPr>
        <w:t>cellReselectionSubPriority</w:t>
      </w:r>
    </w:p>
    <w:p w14:paraId="7665F3B5" w14:textId="265F34BA" w:rsidR="00D06ADA" w:rsidRPr="006F699D" w:rsidRDefault="006400F7" w:rsidP="006400F7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fractional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added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cellReselectionPriority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frequency</w:t>
      </w:r>
      <w:r w:rsidR="00646BEC">
        <w:rPr>
          <w:lang w:eastAsia="zh-CN"/>
        </w:rPr>
        <w:t xml:space="preserve"> </w:t>
      </w:r>
      <w:r w:rsidR="004D6DCE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4D6DCE" w:rsidRPr="006F699D">
        <w:rPr>
          <w:lang w:eastAsia="zh-CN"/>
        </w:rPr>
        <w:t>NR</w:t>
      </w:r>
      <w:r w:rsidR="00646BEC">
        <w:rPr>
          <w:lang w:eastAsia="zh-CN"/>
        </w:rPr>
        <w:t xml:space="preserve"> </w:t>
      </w:r>
      <w:r w:rsidR="004D6DCE" w:rsidRPr="006F699D">
        <w:rPr>
          <w:lang w:eastAsia="zh-CN"/>
        </w:rPr>
        <w:t>frequency</w:t>
      </w:r>
      <w:r w:rsidRPr="006F699D">
        <w:t>.</w:t>
      </w:r>
    </w:p>
    <w:p w14:paraId="404353DA" w14:textId="77777777" w:rsidR="000F0F4D" w:rsidRPr="006F699D" w:rsidRDefault="000F0F4D" w:rsidP="000F0F4D">
      <w:pPr>
        <w:rPr>
          <w:b/>
        </w:rPr>
      </w:pPr>
      <w:r w:rsidRPr="006F699D">
        <w:rPr>
          <w:b/>
        </w:rPr>
        <w:t>Poffset</w:t>
      </w:r>
    </w:p>
    <w:p w14:paraId="71F497A7" w14:textId="47C64234" w:rsidR="000F0F4D" w:rsidRPr="006F699D" w:rsidRDefault="000F0F4D" w:rsidP="000F0F4D">
      <w:pPr>
        <w:rPr>
          <w:b/>
          <w:bCs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offset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14</w:t>
      </w:r>
      <w:r w:rsidR="00646BEC">
        <w:t xml:space="preserve"> </w:t>
      </w:r>
      <w:r w:rsidRPr="006F699D">
        <w:t>dBm</w:t>
      </w:r>
      <w:r w:rsidR="00646BEC">
        <w:t xml:space="preserve"> </w:t>
      </w:r>
      <w:r w:rsidRPr="006F699D">
        <w:t>power</w:t>
      </w:r>
      <w:r w:rsidR="00646BEC">
        <w:t xml:space="preserve"> </w:t>
      </w:r>
      <w:r w:rsidRPr="006F699D">
        <w:t>class</w:t>
      </w:r>
      <w:r w:rsidR="00646BEC">
        <w:t xml:space="preserve"> </w:t>
      </w:r>
      <w:r w:rsidR="00581770" w:rsidRPr="006F699D">
        <w:t>for</w:t>
      </w:r>
      <w:r w:rsidR="00646BEC">
        <w:t xml:space="preserve"> </w:t>
      </w:r>
      <w:r w:rsidR="00581770" w:rsidRPr="006F699D">
        <w:t>BL</w:t>
      </w:r>
      <w:r w:rsidR="00646BEC">
        <w:t xml:space="preserve"> </w:t>
      </w:r>
      <w:r w:rsidR="00581770" w:rsidRPr="006F699D">
        <w:t>or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UE.</w:t>
      </w:r>
    </w:p>
    <w:p w14:paraId="4F6ACA1E" w14:textId="77777777" w:rsidR="000F0F4D" w:rsidRPr="006F699D" w:rsidRDefault="000F0F4D" w:rsidP="000F0F4D">
      <w:pPr>
        <w:rPr>
          <w:b/>
          <w:bCs/>
          <w:vertAlign w:val="subscript"/>
        </w:rPr>
      </w:pPr>
      <w:r w:rsidRPr="006F699D">
        <w:rPr>
          <w:b/>
          <w:bCs/>
        </w:rPr>
        <w:t>Qoffset</w:t>
      </w:r>
      <w:r w:rsidRPr="006F699D">
        <w:rPr>
          <w:b/>
          <w:bCs/>
          <w:vertAlign w:val="subscript"/>
        </w:rPr>
        <w:t>authorization</w:t>
      </w:r>
    </w:p>
    <w:p w14:paraId="4ED8C2D4" w14:textId="32B882B0" w:rsidR="000F0F4D" w:rsidRPr="006F699D" w:rsidRDefault="000F0F4D" w:rsidP="000F0F4D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offset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enhanced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authorization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NB-IoT.</w:t>
      </w:r>
    </w:p>
    <w:p w14:paraId="6CB7285D" w14:textId="77777777" w:rsidR="003F09A1" w:rsidRPr="006F699D" w:rsidRDefault="003F09A1" w:rsidP="000F0F4D">
      <w:pPr>
        <w:rPr>
          <w:b/>
        </w:rPr>
      </w:pPr>
      <w:r w:rsidRPr="006F699D">
        <w:rPr>
          <w:b/>
        </w:rPr>
        <w:t>Qoffset</w:t>
      </w:r>
      <w:r w:rsidRPr="006F699D">
        <w:rPr>
          <w:b/>
          <w:vertAlign w:val="subscript"/>
        </w:rPr>
        <w:t>s,n</w:t>
      </w:r>
    </w:p>
    <w:p w14:paraId="49946076" w14:textId="284D2398" w:rsidR="003F09A1" w:rsidRPr="006F699D" w:rsidRDefault="003F09A1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offset</w:t>
      </w:r>
      <w:r w:rsidR="00646BEC">
        <w:rPr>
          <w:vertAlign w:val="subscript"/>
        </w:rPr>
        <w:t xml:space="preserve"> </w:t>
      </w:r>
      <w:r w:rsidRPr="006F699D">
        <w:t>between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two</w:t>
      </w:r>
      <w:r w:rsidR="00646BEC">
        <w:t xml:space="preserve"> </w:t>
      </w:r>
      <w:r w:rsidRPr="006F699D">
        <w:t>cells.</w:t>
      </w:r>
    </w:p>
    <w:p w14:paraId="5C455F44" w14:textId="77777777" w:rsidR="0033178E" w:rsidRPr="006F699D" w:rsidRDefault="0033178E" w:rsidP="00377BCE">
      <w:r w:rsidRPr="006F699D">
        <w:rPr>
          <w:b/>
        </w:rPr>
        <w:t>Qoffset</w:t>
      </w:r>
      <w:r w:rsidRPr="006F699D">
        <w:rPr>
          <w:b/>
          <w:vertAlign w:val="subscript"/>
        </w:rPr>
        <w:t>frequency</w:t>
      </w:r>
    </w:p>
    <w:p w14:paraId="6C6489B8" w14:textId="2DECFB8A" w:rsidR="0033178E" w:rsidRPr="006F699D" w:rsidRDefault="0033178E" w:rsidP="00377BCE">
      <w:r w:rsidRPr="006F699D">
        <w:t>Frequency</w:t>
      </w:r>
      <w:r w:rsidR="00646BEC">
        <w:t xml:space="preserve"> </w:t>
      </w:r>
      <w:r w:rsidRPr="006F699D">
        <w:t>specific</w:t>
      </w:r>
      <w:r w:rsidR="00646BEC">
        <w:t xml:space="preserve"> </w:t>
      </w:r>
      <w:r w:rsidRPr="006F699D">
        <w:t>offset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equal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="00B56C4A" w:rsidRPr="006F699D">
        <w:t>E-UTRAN</w:t>
      </w:r>
      <w:r w:rsidR="00646BEC">
        <w:t xml:space="preserve"> </w:t>
      </w:r>
      <w:r w:rsidRPr="006F699D">
        <w:t>frequencies.</w:t>
      </w:r>
    </w:p>
    <w:p w14:paraId="680445C3" w14:textId="77777777" w:rsidR="00043D55" w:rsidRPr="006F699D" w:rsidRDefault="00043D55" w:rsidP="00043D55">
      <w:pPr>
        <w:rPr>
          <w:b/>
          <w:vertAlign w:val="subscript"/>
          <w:lang w:eastAsia="zh-CN"/>
        </w:rPr>
      </w:pPr>
      <w:r w:rsidRPr="006F699D">
        <w:rPr>
          <w:b/>
          <w:lang w:eastAsia="zh-CN"/>
        </w:rPr>
        <w:t>Qoffset</w:t>
      </w:r>
      <w:r w:rsidRPr="006F699D">
        <w:rPr>
          <w:b/>
          <w:vertAlign w:val="subscript"/>
          <w:lang w:eastAsia="zh-CN"/>
        </w:rPr>
        <w:t>scptm</w:t>
      </w:r>
    </w:p>
    <w:p w14:paraId="06F535AA" w14:textId="7B7AE4C6" w:rsidR="00043D55" w:rsidRPr="006F699D" w:rsidRDefault="00043D55" w:rsidP="00043D55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zh-CN"/>
        </w:rPr>
        <w:t>offset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used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re-selection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reception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enhanced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coverage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NB-IoT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Pr="006F699D">
        <w:rPr>
          <w:lang w:eastAsia="ja-JP"/>
        </w:rPr>
        <w:t>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offset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frequencies</w:t>
      </w:r>
      <w:r w:rsidR="00646BEC">
        <w:t xml:space="preserve"> </w:t>
      </w:r>
      <w:r w:rsidRPr="006F699D">
        <w:t>providing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services</w:t>
      </w:r>
      <w:r w:rsidR="00646BEC">
        <w:t xml:space="preserve"> </w:t>
      </w:r>
      <w:r w:rsidRPr="006F699D">
        <w:t>via</w:t>
      </w:r>
      <w:r w:rsidR="00646BEC">
        <w:t xml:space="preserve"> </w:t>
      </w:r>
      <w:r w:rsidRPr="006F699D">
        <w:t>SC-PTM.</w:t>
      </w:r>
    </w:p>
    <w:p w14:paraId="08187CD9" w14:textId="77777777" w:rsidR="00BB6CEE" w:rsidRPr="006F699D" w:rsidRDefault="00BB6CEE" w:rsidP="00377BCE">
      <w:pPr>
        <w:rPr>
          <w:b/>
        </w:rPr>
      </w:pPr>
      <w:r w:rsidRPr="006F699D">
        <w:rPr>
          <w:b/>
        </w:rPr>
        <w:t>Qoffset</w:t>
      </w:r>
      <w:r w:rsidRPr="006F699D">
        <w:rPr>
          <w:b/>
          <w:vertAlign w:val="subscript"/>
        </w:rPr>
        <w:t>temp</w:t>
      </w:r>
    </w:p>
    <w:p w14:paraId="2E7A4C40" w14:textId="20E1481B" w:rsidR="00BB6CEE" w:rsidRPr="006F699D" w:rsidRDefault="00BB6CEE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additional</w:t>
      </w:r>
      <w:r w:rsidR="00646BEC">
        <w:t xml:space="preserve"> </w:t>
      </w:r>
      <w:r w:rsidRPr="006F699D">
        <w:t>offset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re-selection.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temporarily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E62D34" w:rsidRPr="006F699D">
        <w:t>T300</w:t>
      </w:r>
      <w:r w:rsidR="00646BEC">
        <w:t xml:space="preserve"> </w:t>
      </w:r>
      <w:r w:rsidR="00E62D34" w:rsidRPr="006F699D">
        <w:t>expires</w:t>
      </w:r>
      <w:r w:rsidR="00646BEC">
        <w:t xml:space="preserve"> </w:t>
      </w:r>
      <w:r w:rsidR="00E62D34" w:rsidRPr="006F699D">
        <w:t>consecutively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.</w:t>
      </w:r>
    </w:p>
    <w:p w14:paraId="24CC0EAA" w14:textId="77777777" w:rsidR="003F09A1" w:rsidRPr="006F699D" w:rsidRDefault="00507709" w:rsidP="00377BCE">
      <w:pPr>
        <w:rPr>
          <w:b/>
        </w:rPr>
      </w:pPr>
      <w:r w:rsidRPr="006F699D">
        <w:rPr>
          <w:b/>
        </w:rPr>
        <w:t>Q</w:t>
      </w:r>
      <w:r w:rsidRPr="006F699D">
        <w:rPr>
          <w:b/>
          <w:vertAlign w:val="subscript"/>
        </w:rPr>
        <w:t>hyst</w:t>
      </w:r>
    </w:p>
    <w:p w14:paraId="435B5A50" w14:textId="2A330AF5" w:rsidR="003F09A1" w:rsidRPr="006F699D" w:rsidRDefault="003F09A1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hysteresis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="0033178E" w:rsidRPr="006F699D">
        <w:t>for</w:t>
      </w:r>
      <w:r w:rsidR="00646BEC">
        <w:t xml:space="preserve"> </w:t>
      </w:r>
      <w:r w:rsidR="0033178E" w:rsidRPr="006F699D">
        <w:t>ranking</w:t>
      </w:r>
      <w:r w:rsidR="00646BEC">
        <w:t xml:space="preserve"> </w:t>
      </w:r>
      <w:r w:rsidR="0033178E" w:rsidRPr="006F699D">
        <w:t>criteria.</w:t>
      </w:r>
    </w:p>
    <w:p w14:paraId="22A47EA3" w14:textId="77777777" w:rsidR="00FC3C46" w:rsidRPr="006F699D" w:rsidRDefault="00FC3C46" w:rsidP="00377BCE">
      <w:pPr>
        <w:rPr>
          <w:b/>
        </w:rPr>
      </w:pPr>
      <w:r w:rsidRPr="006F699D">
        <w:rPr>
          <w:b/>
        </w:rPr>
        <w:t>Q</w:t>
      </w:r>
      <w:r w:rsidRPr="006F699D">
        <w:rPr>
          <w:b/>
          <w:vertAlign w:val="subscript"/>
          <w:lang w:eastAsia="ja-JP"/>
        </w:rPr>
        <w:t>qual</w:t>
      </w:r>
      <w:r w:rsidRPr="006F699D">
        <w:rPr>
          <w:b/>
          <w:vertAlign w:val="subscript"/>
        </w:rPr>
        <w:t>min</w:t>
      </w:r>
    </w:p>
    <w:p w14:paraId="1B9B094F" w14:textId="0B3BE812" w:rsidR="00772867" w:rsidRPr="006F699D" w:rsidRDefault="00FC3C46" w:rsidP="00772867">
      <w:pPr>
        <w:rPr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minimum</w:t>
      </w:r>
      <w:r w:rsidR="00646BEC">
        <w:t xml:space="preserve"> </w:t>
      </w:r>
      <w:r w:rsidRPr="006F699D">
        <w:t>required</w:t>
      </w:r>
      <w:r w:rsidR="00646BEC">
        <w:t xml:space="preserve"> </w:t>
      </w:r>
      <w:r w:rsidRPr="006F699D">
        <w:rPr>
          <w:lang w:eastAsia="ja-JP"/>
        </w:rPr>
        <w:t>quality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level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t>dB</w:t>
      </w:r>
      <w:r w:rsidRPr="006F699D">
        <w:rPr>
          <w:lang w:eastAsia="ja-JP"/>
        </w:rPr>
        <w:t>.</w:t>
      </w:r>
    </w:p>
    <w:p w14:paraId="25C0EA3A" w14:textId="60117EFB" w:rsidR="00772867" w:rsidRPr="006F699D" w:rsidRDefault="00772867" w:rsidP="00772867">
      <w:pPr>
        <w:rPr>
          <w:b/>
        </w:rPr>
      </w:pPr>
      <w:r w:rsidRPr="006F699D">
        <w:rPr>
          <w:b/>
        </w:rPr>
        <w:t>Q</w:t>
      </w:r>
      <w:r w:rsidRPr="006F699D">
        <w:rPr>
          <w:b/>
          <w:vertAlign w:val="subscript"/>
          <w:lang w:eastAsia="ja-JP"/>
        </w:rPr>
        <w:t>qual</w:t>
      </w:r>
      <w:r w:rsidRPr="006F699D">
        <w:rPr>
          <w:b/>
          <w:vertAlign w:val="subscript"/>
        </w:rPr>
        <w:t>min_CE</w:t>
      </w:r>
      <w:r w:rsidR="00075007" w:rsidRPr="006F699D">
        <w:rPr>
          <w:b/>
          <w:vertAlign w:val="subscript"/>
        </w:rPr>
        <w:t>,</w:t>
      </w:r>
      <w:r w:rsidR="00646BEC">
        <w:rPr>
          <w:b/>
          <w:vertAlign w:val="subscript"/>
        </w:rPr>
        <w:t xml:space="preserve"> </w:t>
      </w:r>
      <w:r w:rsidR="00075007" w:rsidRPr="006F699D">
        <w:rPr>
          <w:b/>
        </w:rPr>
        <w:t>Q</w:t>
      </w:r>
      <w:r w:rsidR="00075007" w:rsidRPr="006F699D">
        <w:rPr>
          <w:b/>
          <w:vertAlign w:val="subscript"/>
        </w:rPr>
        <w:t>qualmin_CE1</w:t>
      </w:r>
    </w:p>
    <w:p w14:paraId="74E67454" w14:textId="1ADBE0D3" w:rsidR="00FC3C46" w:rsidRPr="006F699D" w:rsidRDefault="00772867" w:rsidP="00772867">
      <w:pPr>
        <w:rPr>
          <w:b/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specific</w:t>
      </w:r>
      <w:r w:rsidR="00646BEC">
        <w:t xml:space="preserve"> </w:t>
      </w:r>
      <w:r w:rsidRPr="006F699D">
        <w:t>minimum</w:t>
      </w:r>
      <w:r w:rsidR="00646BEC">
        <w:t xml:space="preserve"> </w:t>
      </w:r>
      <w:r w:rsidRPr="006F699D">
        <w:t>required</w:t>
      </w:r>
      <w:r w:rsidR="00646BEC">
        <w:t xml:space="preserve"> </w:t>
      </w:r>
      <w:r w:rsidRPr="006F699D">
        <w:rPr>
          <w:lang w:eastAsia="ja-JP"/>
        </w:rPr>
        <w:t>quality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level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t>dB</w:t>
      </w:r>
      <w:r w:rsidRPr="006F699D">
        <w:rPr>
          <w:lang w:eastAsia="ja-JP"/>
        </w:rPr>
        <w:t>.</w:t>
      </w:r>
    </w:p>
    <w:p w14:paraId="4809C2BC" w14:textId="77777777" w:rsidR="003F09A1" w:rsidRPr="006F699D" w:rsidRDefault="00507709" w:rsidP="00377BCE">
      <w:pPr>
        <w:rPr>
          <w:b/>
        </w:rPr>
      </w:pPr>
      <w:r w:rsidRPr="006F699D">
        <w:rPr>
          <w:b/>
        </w:rPr>
        <w:t>Q</w:t>
      </w:r>
      <w:r w:rsidRPr="006F699D">
        <w:rPr>
          <w:b/>
          <w:vertAlign w:val="subscript"/>
        </w:rPr>
        <w:t>rxlevmin</w:t>
      </w:r>
    </w:p>
    <w:p w14:paraId="398088D4" w14:textId="44A43C93" w:rsidR="00772867" w:rsidRPr="006F699D" w:rsidRDefault="003F09A1" w:rsidP="00772867">
      <w:pPr>
        <w:rPr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minimum</w:t>
      </w:r>
      <w:r w:rsidR="00646BEC">
        <w:t xml:space="preserve"> </w:t>
      </w:r>
      <w:r w:rsidRPr="006F699D">
        <w:t>required</w:t>
      </w:r>
      <w:r w:rsidR="00646BEC">
        <w:t xml:space="preserve"> </w:t>
      </w:r>
      <w:r w:rsidRPr="006F699D">
        <w:t>R</w:t>
      </w:r>
      <w:r w:rsidR="00B56C4A" w:rsidRPr="006F699D">
        <w:t>x</w:t>
      </w:r>
      <w:r w:rsidR="00646BEC">
        <w:t xml:space="preserve"> </w:t>
      </w:r>
      <w:r w:rsidRPr="006F699D">
        <w:t>level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t>dBm</w:t>
      </w:r>
      <w:r w:rsidRPr="006F699D">
        <w:rPr>
          <w:lang w:eastAsia="ja-JP"/>
        </w:rPr>
        <w:t>.</w:t>
      </w:r>
    </w:p>
    <w:p w14:paraId="130E0163" w14:textId="0CF3FA5F" w:rsidR="00772867" w:rsidRPr="006F699D" w:rsidRDefault="00772867" w:rsidP="00772867">
      <w:pPr>
        <w:rPr>
          <w:b/>
        </w:rPr>
      </w:pPr>
      <w:r w:rsidRPr="006F699D">
        <w:rPr>
          <w:b/>
        </w:rPr>
        <w:t>Q</w:t>
      </w:r>
      <w:r w:rsidRPr="006F699D">
        <w:rPr>
          <w:b/>
          <w:vertAlign w:val="subscript"/>
        </w:rPr>
        <w:t>rxlevmin_CE</w:t>
      </w:r>
      <w:r w:rsidR="00075007" w:rsidRPr="006F699D">
        <w:rPr>
          <w:b/>
          <w:vertAlign w:val="subscript"/>
        </w:rPr>
        <w:t>,</w:t>
      </w:r>
      <w:r w:rsidR="00646BEC">
        <w:rPr>
          <w:b/>
          <w:vertAlign w:val="subscript"/>
        </w:rPr>
        <w:t xml:space="preserve"> </w:t>
      </w:r>
      <w:r w:rsidR="00075007" w:rsidRPr="006F699D">
        <w:rPr>
          <w:b/>
        </w:rPr>
        <w:t>Q</w:t>
      </w:r>
      <w:r w:rsidR="00075007" w:rsidRPr="006F699D">
        <w:rPr>
          <w:b/>
          <w:vertAlign w:val="subscript"/>
        </w:rPr>
        <w:t>rxlevmin_CE1</w:t>
      </w:r>
    </w:p>
    <w:p w14:paraId="1B57FAAC" w14:textId="0B64B2C5" w:rsidR="003F09A1" w:rsidRPr="006F699D" w:rsidRDefault="00772867" w:rsidP="00772867">
      <w:pPr>
        <w:rPr>
          <w:b/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coverage</w:t>
      </w:r>
      <w:r w:rsidR="00646BEC">
        <w:t xml:space="preserve"> </w:t>
      </w:r>
      <w:r w:rsidRPr="006F699D">
        <w:t>specific</w:t>
      </w:r>
      <w:r w:rsidR="00646BEC">
        <w:t xml:space="preserve"> </w:t>
      </w:r>
      <w:r w:rsidRPr="006F699D">
        <w:t>minimum</w:t>
      </w:r>
      <w:r w:rsidR="00646BEC">
        <w:t xml:space="preserve"> </w:t>
      </w:r>
      <w:r w:rsidRPr="006F699D">
        <w:t>required</w:t>
      </w:r>
      <w:r w:rsidR="00646BEC">
        <w:t xml:space="preserve"> </w:t>
      </w:r>
      <w:r w:rsidRPr="006F699D">
        <w:t>Rx</w:t>
      </w:r>
      <w:r w:rsidR="00646BEC">
        <w:t xml:space="preserve"> </w:t>
      </w:r>
      <w:r w:rsidRPr="006F699D">
        <w:t>level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t>dBm</w:t>
      </w:r>
      <w:r w:rsidRPr="006F699D">
        <w:rPr>
          <w:lang w:eastAsia="ja-JP"/>
        </w:rPr>
        <w:t>.</w:t>
      </w:r>
    </w:p>
    <w:p w14:paraId="19386BCF" w14:textId="77777777" w:rsidR="004B7A54" w:rsidRPr="006F699D" w:rsidRDefault="004B7A54" w:rsidP="004B7A54">
      <w:pPr>
        <w:rPr>
          <w:b/>
          <w:lang w:eastAsia="zh-CN"/>
        </w:rPr>
      </w:pPr>
      <w:r w:rsidRPr="006F699D">
        <w:rPr>
          <w:b/>
          <w:lang w:eastAsia="zh-CN"/>
        </w:rPr>
        <w:t>RedistributionFactorFreq</w:t>
      </w:r>
    </w:p>
    <w:p w14:paraId="248C9714" w14:textId="0CBCF8C6" w:rsidR="004B7A54" w:rsidRPr="006F699D" w:rsidRDefault="004B7A54" w:rsidP="004B7A54">
      <w:pPr>
        <w:rPr>
          <w:lang w:eastAsia="zh-CN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factor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neighbour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frequency.</w:t>
      </w:r>
    </w:p>
    <w:p w14:paraId="408C9A8E" w14:textId="77777777" w:rsidR="004B7A54" w:rsidRPr="006F699D" w:rsidRDefault="004B7A54" w:rsidP="004B7A54">
      <w:pPr>
        <w:rPr>
          <w:b/>
          <w:lang w:eastAsia="zh-CN"/>
        </w:rPr>
      </w:pPr>
      <w:r w:rsidRPr="006F699D">
        <w:rPr>
          <w:b/>
          <w:lang w:eastAsia="zh-CN"/>
        </w:rPr>
        <w:lastRenderedPageBreak/>
        <w:t>RedistributionFactorCell</w:t>
      </w:r>
    </w:p>
    <w:p w14:paraId="6D120D94" w14:textId="5DB59879" w:rsidR="004B7A54" w:rsidRPr="006F699D" w:rsidRDefault="004B7A54" w:rsidP="004B7A54">
      <w:pPr>
        <w:rPr>
          <w:lang w:eastAsia="zh-CN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factor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neighbour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cell.</w:t>
      </w:r>
    </w:p>
    <w:p w14:paraId="689FD85B" w14:textId="77777777" w:rsidR="004B7A54" w:rsidRPr="006F699D" w:rsidRDefault="004B7A54" w:rsidP="004B7A54">
      <w:pPr>
        <w:rPr>
          <w:b/>
          <w:lang w:eastAsia="zh-CN"/>
        </w:rPr>
      </w:pPr>
      <w:r w:rsidRPr="006F699D">
        <w:rPr>
          <w:b/>
          <w:lang w:eastAsia="zh-CN"/>
        </w:rPr>
        <w:t>RedistributionFactorServing</w:t>
      </w:r>
    </w:p>
    <w:p w14:paraId="573C02FC" w14:textId="1FDB79EF" w:rsidR="004B7A54" w:rsidRPr="006F699D" w:rsidRDefault="004B7A54" w:rsidP="004B7A54">
      <w:r w:rsidRPr="006F699D">
        <w:t>This</w:t>
      </w:r>
      <w:r w:rsidR="00646BEC">
        <w:t xml:space="preserve"> </w:t>
      </w:r>
      <w:r w:rsidRPr="006F699D">
        <w:t>specifies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factor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frequency.</w:t>
      </w:r>
    </w:p>
    <w:p w14:paraId="344B54EA" w14:textId="77777777" w:rsidR="00406742" w:rsidRPr="006F699D" w:rsidRDefault="00406742" w:rsidP="00377BCE">
      <w:pPr>
        <w:rPr>
          <w:bCs/>
        </w:rPr>
      </w:pPr>
      <w:r w:rsidRPr="006F699D">
        <w:rPr>
          <w:b/>
        </w:rPr>
        <w:t>Treselection</w:t>
      </w:r>
      <w:r w:rsidRPr="006F699D">
        <w:rPr>
          <w:b/>
          <w:vertAlign w:val="subscript"/>
        </w:rPr>
        <w:t>RAT</w:t>
      </w:r>
    </w:p>
    <w:p w14:paraId="490566E7" w14:textId="776E7386" w:rsidR="00406742" w:rsidRPr="006F699D" w:rsidRDefault="003F09A1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value.</w:t>
      </w:r>
      <w:r w:rsidR="00646BEC">
        <w:t xml:space="preserve"> </w:t>
      </w:r>
      <w:r w:rsidR="00406742" w:rsidRPr="006F699D">
        <w:t>For</w:t>
      </w:r>
      <w:r w:rsidR="00646BEC">
        <w:t xml:space="preserve"> </w:t>
      </w:r>
      <w:r w:rsidR="00406742" w:rsidRPr="006F699D">
        <w:t>each</w:t>
      </w:r>
      <w:r w:rsidR="00646BEC">
        <w:t xml:space="preserve"> </w:t>
      </w:r>
      <w:r w:rsidR="00406742" w:rsidRPr="006F699D">
        <w:t>target</w:t>
      </w:r>
      <w:r w:rsidR="00646BEC">
        <w:t xml:space="preserve"> </w:t>
      </w:r>
      <w:r w:rsidR="00CE476E" w:rsidRPr="006F699D">
        <w:t>E-UTRA</w:t>
      </w:r>
      <w:r w:rsidR="00646BEC">
        <w:t xml:space="preserve"> </w:t>
      </w:r>
      <w:r w:rsidR="00CE476E" w:rsidRPr="006F699D">
        <w:t>frequency</w:t>
      </w:r>
      <w:r w:rsidR="00646BEC">
        <w:t xml:space="preserve"> </w:t>
      </w:r>
      <w:r w:rsidR="00CE476E" w:rsidRPr="006F699D">
        <w:t>and</w:t>
      </w:r>
      <w:r w:rsidR="00646BEC">
        <w:t xml:space="preserve"> </w:t>
      </w:r>
      <w:r w:rsidR="00CE476E" w:rsidRPr="006F699D">
        <w:t>for</w:t>
      </w:r>
      <w:r w:rsidR="00646BEC">
        <w:t xml:space="preserve"> </w:t>
      </w:r>
      <w:r w:rsidR="00CE476E" w:rsidRPr="006F699D">
        <w:t>each</w:t>
      </w:r>
      <w:r w:rsidR="00646BEC">
        <w:t xml:space="preserve"> </w:t>
      </w:r>
      <w:r w:rsidR="00CE476E" w:rsidRPr="006F699D">
        <w:t>RAT</w:t>
      </w:r>
      <w:r w:rsidR="00646BEC">
        <w:t xml:space="preserve"> </w:t>
      </w:r>
      <w:r w:rsidR="00CE476E" w:rsidRPr="006F699D">
        <w:t>(other</w:t>
      </w:r>
      <w:r w:rsidR="00646BEC">
        <w:t xml:space="preserve"> </w:t>
      </w:r>
      <w:r w:rsidR="00CE476E" w:rsidRPr="006F699D">
        <w:t>than</w:t>
      </w:r>
      <w:r w:rsidR="00646BEC">
        <w:t xml:space="preserve"> </w:t>
      </w:r>
      <w:r w:rsidR="00CE476E" w:rsidRPr="006F699D">
        <w:t>E-UTRA)</w:t>
      </w:r>
      <w:r w:rsidR="00646BEC">
        <w:t xml:space="preserve"> </w:t>
      </w:r>
      <w:r w:rsidR="00406742" w:rsidRPr="006F699D">
        <w:t>a</w:t>
      </w:r>
      <w:r w:rsidR="00646BEC">
        <w:t xml:space="preserve"> </w:t>
      </w:r>
      <w:r w:rsidR="00406742" w:rsidRPr="006F699D">
        <w:t>specific</w:t>
      </w:r>
      <w:r w:rsidR="00646BEC">
        <w:t xml:space="preserve"> </w:t>
      </w:r>
      <w:r w:rsidR="00406742" w:rsidRPr="006F699D">
        <w:t>value</w:t>
      </w:r>
      <w:r w:rsidR="00646BEC">
        <w:t xml:space="preserve"> </w:t>
      </w:r>
      <w:r w:rsidR="00406742" w:rsidRPr="006F699D">
        <w:t>for</w:t>
      </w:r>
      <w:r w:rsidR="00646BEC">
        <w:t xml:space="preserve"> </w:t>
      </w:r>
      <w:r w:rsidR="00406742" w:rsidRPr="006F699D">
        <w:t>the</w:t>
      </w:r>
      <w:r w:rsidR="00646BEC">
        <w:t xml:space="preserve"> </w:t>
      </w:r>
      <w:r w:rsidR="00406742" w:rsidRPr="006F699D">
        <w:t>cell</w:t>
      </w:r>
      <w:r w:rsidR="00646BEC">
        <w:t xml:space="preserve"> </w:t>
      </w:r>
      <w:r w:rsidR="00406742" w:rsidRPr="006F699D">
        <w:t>reselection</w:t>
      </w:r>
      <w:r w:rsidR="00646BEC">
        <w:t xml:space="preserve"> </w:t>
      </w:r>
      <w:r w:rsidR="00406742" w:rsidRPr="006F699D">
        <w:t>timer</w:t>
      </w:r>
      <w:r w:rsidR="00646BEC">
        <w:t xml:space="preserve"> </w:t>
      </w:r>
      <w:r w:rsidR="00406742" w:rsidRPr="006F699D">
        <w:t>is</w:t>
      </w:r>
      <w:r w:rsidR="00646BEC">
        <w:t xml:space="preserve"> </w:t>
      </w:r>
      <w:r w:rsidR="00406742" w:rsidRPr="006F699D">
        <w:t>defined,</w:t>
      </w:r>
      <w:r w:rsidR="00646BEC">
        <w:t xml:space="preserve"> </w:t>
      </w:r>
      <w:r w:rsidR="00406742" w:rsidRPr="006F699D">
        <w:t>which</w:t>
      </w:r>
      <w:r w:rsidR="00646BEC">
        <w:t xml:space="preserve"> </w:t>
      </w:r>
      <w:r w:rsidR="00406742" w:rsidRPr="006F699D">
        <w:t>is</w:t>
      </w:r>
      <w:r w:rsidR="00646BEC">
        <w:t xml:space="preserve"> </w:t>
      </w:r>
      <w:r w:rsidR="00406742" w:rsidRPr="006F699D">
        <w:t>applicable</w:t>
      </w:r>
      <w:r w:rsidR="00646BEC">
        <w:t xml:space="preserve"> </w:t>
      </w:r>
      <w:r w:rsidR="00406742" w:rsidRPr="006F699D">
        <w:t>when</w:t>
      </w:r>
      <w:r w:rsidR="00646BEC">
        <w:t xml:space="preserve"> </w:t>
      </w:r>
      <w:r w:rsidR="00406742" w:rsidRPr="006F699D">
        <w:t>evaluating</w:t>
      </w:r>
      <w:r w:rsidR="00646BEC">
        <w:t xml:space="preserve"> </w:t>
      </w:r>
      <w:r w:rsidR="00406742" w:rsidRPr="006F699D">
        <w:t>reselection</w:t>
      </w:r>
      <w:r w:rsidR="00646BEC">
        <w:t xml:space="preserve"> </w:t>
      </w:r>
      <w:r w:rsidR="00406742" w:rsidRPr="006F699D">
        <w:t>within</w:t>
      </w:r>
      <w:r w:rsidR="00646BEC">
        <w:t xml:space="preserve"> </w:t>
      </w:r>
      <w:r w:rsidR="00406742" w:rsidRPr="006F699D">
        <w:t>E-UTRAN</w:t>
      </w:r>
      <w:r w:rsidR="00646BEC">
        <w:t xml:space="preserve"> </w:t>
      </w:r>
      <w:r w:rsidR="00406742" w:rsidRPr="006F699D">
        <w:t>or</w:t>
      </w:r>
      <w:r w:rsidR="00646BEC">
        <w:t xml:space="preserve"> </w:t>
      </w:r>
      <w:r w:rsidR="00406742" w:rsidRPr="006F699D">
        <w:t>towards</w:t>
      </w:r>
      <w:r w:rsidR="00646BEC">
        <w:t xml:space="preserve"> </w:t>
      </w:r>
      <w:r w:rsidR="00406742" w:rsidRPr="006F699D">
        <w:t>other</w:t>
      </w:r>
      <w:r w:rsidR="00646BEC">
        <w:t xml:space="preserve"> </w:t>
      </w:r>
      <w:r w:rsidR="00406742" w:rsidRPr="006F699D">
        <w:t>RAT</w:t>
      </w:r>
      <w:r w:rsidR="00646BEC">
        <w:t xml:space="preserve"> </w:t>
      </w:r>
      <w:r w:rsidR="00406742" w:rsidRPr="006F699D">
        <w:t>(i.e.</w:t>
      </w:r>
      <w:r w:rsidR="00646BEC">
        <w:t xml:space="preserve"> </w:t>
      </w:r>
      <w:r w:rsidR="00406742" w:rsidRPr="006F699D">
        <w:t>Treselection</w:t>
      </w:r>
      <w:r w:rsidR="00406742"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="00406742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406742"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="00406742"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="00406742" w:rsidRPr="006F699D">
        <w:t>Treselection</w:t>
      </w:r>
      <w:r w:rsidR="00406742" w:rsidRPr="006F699D">
        <w:rPr>
          <w:vertAlign w:val="subscript"/>
        </w:rPr>
        <w:t>EUTRA</w:t>
      </w:r>
      <w:r w:rsidR="00406742"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="004D6DCE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4D6DCE" w:rsidRPr="006F699D">
        <w:rPr>
          <w:lang w:eastAsia="ja-JP"/>
        </w:rPr>
        <w:t>NR</w:t>
      </w:r>
      <w:r w:rsidR="00646BEC">
        <w:rPr>
          <w:lang w:eastAsia="ja-JP"/>
        </w:rPr>
        <w:t xml:space="preserve"> </w:t>
      </w:r>
      <w:r w:rsidR="004D6DCE" w:rsidRPr="006F699D">
        <w:t>Treselection</w:t>
      </w:r>
      <w:r w:rsidR="004D6DCE" w:rsidRPr="006F699D">
        <w:rPr>
          <w:vertAlign w:val="subscript"/>
        </w:rPr>
        <w:t>NR,</w:t>
      </w:r>
      <w:r w:rsidR="00646BEC">
        <w:rPr>
          <w:lang w:eastAsia="ja-JP"/>
        </w:rPr>
        <w:t xml:space="preserve"> </w:t>
      </w:r>
      <w:r w:rsidR="00406742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406742" w:rsidRPr="006F699D">
        <w:rPr>
          <w:lang w:eastAsia="ja-JP"/>
        </w:rPr>
        <w:t>UTRAN</w:t>
      </w:r>
      <w:r w:rsidR="00646BEC">
        <w:rPr>
          <w:lang w:eastAsia="ja-JP"/>
        </w:rPr>
        <w:t xml:space="preserve"> </w:t>
      </w:r>
      <w:r w:rsidR="00406742" w:rsidRPr="006F699D">
        <w:t>Treselection</w:t>
      </w:r>
      <w:r w:rsidR="00406742" w:rsidRPr="006F699D">
        <w:rPr>
          <w:vertAlign w:val="subscript"/>
        </w:rPr>
        <w:t>UTRA</w:t>
      </w:r>
      <w:r w:rsidR="00646BEC">
        <w:rPr>
          <w:lang w:eastAsia="ja-JP"/>
        </w:rPr>
        <w:t xml:space="preserve"> </w:t>
      </w:r>
      <w:r w:rsidR="00406742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406742" w:rsidRPr="006F699D">
        <w:rPr>
          <w:lang w:eastAsia="ja-JP"/>
        </w:rPr>
        <w:t>GERAN</w:t>
      </w:r>
      <w:r w:rsidR="00646BEC">
        <w:t xml:space="preserve"> </w:t>
      </w:r>
      <w:r w:rsidR="00406742" w:rsidRPr="006F699D">
        <w:t>Treselection</w:t>
      </w:r>
      <w:r w:rsidR="00406742" w:rsidRPr="006F699D">
        <w:rPr>
          <w:vertAlign w:val="subscript"/>
        </w:rPr>
        <w:t>GERA</w:t>
      </w:r>
      <w:r w:rsidR="007A5F48"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="007A5F48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7A5F48" w:rsidRPr="006F699D">
        <w:t>Treselection</w:t>
      </w:r>
      <w:r w:rsidR="007A5F48" w:rsidRPr="006F699D">
        <w:rPr>
          <w:vertAlign w:val="subscript"/>
        </w:rPr>
        <w:t>CDMA_HRPD</w:t>
      </w:r>
      <w:r w:rsidR="007A5F48" w:rsidRPr="006F699D">
        <w:t>,</w:t>
      </w:r>
      <w:r w:rsidR="00646BEC">
        <w:t xml:space="preserve"> </w:t>
      </w:r>
      <w:r w:rsidR="007A5F48" w:rsidRPr="006F699D">
        <w:t>and</w:t>
      </w:r>
      <w:r w:rsidR="00646BEC">
        <w:t xml:space="preserve"> </w:t>
      </w:r>
      <w:r w:rsidR="007A5F48" w:rsidRPr="006F699D">
        <w:t>for</w:t>
      </w:r>
      <w:r w:rsidR="00646BEC">
        <w:t xml:space="preserve"> </w:t>
      </w:r>
      <w:r w:rsidR="007A5F48" w:rsidRPr="006F699D">
        <w:t>Treselection</w:t>
      </w:r>
      <w:r w:rsidR="007A5F48" w:rsidRPr="006F699D">
        <w:rPr>
          <w:vertAlign w:val="subscript"/>
        </w:rPr>
        <w:t>CDMA_1xRTT</w:t>
      </w:r>
      <w:r w:rsidR="00406742" w:rsidRPr="006F699D">
        <w:t>).</w:t>
      </w:r>
      <w:r w:rsidR="00646BEC">
        <w:t xml:space="preserve"> </w:t>
      </w:r>
      <w:r w:rsidR="00D80C02" w:rsidRPr="006F699D">
        <w:t>For</w:t>
      </w:r>
      <w:r w:rsidR="00646BEC">
        <w:t xml:space="preserve"> </w:t>
      </w:r>
      <w:r w:rsidR="00D80C02" w:rsidRPr="006F699D">
        <w:t>NB-IoT</w:t>
      </w:r>
      <w:r w:rsidR="00646BEC">
        <w:t xml:space="preserve"> </w:t>
      </w:r>
      <w:r w:rsidR="00D80C02" w:rsidRPr="006F699D">
        <w:t>intra-frequency</w:t>
      </w:r>
      <w:r w:rsidR="00646BEC">
        <w:t xml:space="preserve"> </w:t>
      </w:r>
      <w:r w:rsidR="00D80C02" w:rsidRPr="006F699D">
        <w:t>and</w:t>
      </w:r>
      <w:r w:rsidR="00646BEC">
        <w:t xml:space="preserve"> </w:t>
      </w:r>
      <w:r w:rsidR="00D80C02" w:rsidRPr="006F699D">
        <w:t>inter-frequency</w:t>
      </w:r>
      <w:r w:rsidR="00646BEC">
        <w:t xml:space="preserve"> </w:t>
      </w:r>
      <w:r w:rsidR="00D80C02" w:rsidRPr="006F699D">
        <w:t>specific</w:t>
      </w:r>
      <w:r w:rsidR="00646BEC">
        <w:t xml:space="preserve"> </w:t>
      </w:r>
      <w:r w:rsidR="00D80C02" w:rsidRPr="006F699D">
        <w:t>values</w:t>
      </w:r>
      <w:r w:rsidR="00646BEC">
        <w:t xml:space="preserve"> </w:t>
      </w:r>
      <w:r w:rsidR="00D80C02" w:rsidRPr="006F699D">
        <w:t>for</w:t>
      </w:r>
      <w:r w:rsidR="00646BEC">
        <w:t xml:space="preserve"> </w:t>
      </w:r>
      <w:r w:rsidR="00D80C02" w:rsidRPr="006F699D">
        <w:t>the</w:t>
      </w:r>
      <w:r w:rsidR="00646BEC">
        <w:t xml:space="preserve"> </w:t>
      </w:r>
      <w:r w:rsidR="00D80C02" w:rsidRPr="006F699D">
        <w:t>cell</w:t>
      </w:r>
      <w:r w:rsidR="00646BEC">
        <w:t xml:space="preserve"> </w:t>
      </w:r>
      <w:r w:rsidR="00D80C02" w:rsidRPr="006F699D">
        <w:t>reselection</w:t>
      </w:r>
      <w:r w:rsidR="00646BEC">
        <w:t xml:space="preserve"> </w:t>
      </w:r>
      <w:r w:rsidR="00D80C02" w:rsidRPr="006F699D">
        <w:t>timer</w:t>
      </w:r>
      <w:r w:rsidR="00646BEC">
        <w:t xml:space="preserve"> </w:t>
      </w:r>
      <w:r w:rsidR="00D80C02" w:rsidRPr="006F699D">
        <w:t>are</w:t>
      </w:r>
      <w:r w:rsidR="00646BEC">
        <w:t xml:space="preserve"> </w:t>
      </w:r>
      <w:r w:rsidR="00D80C02" w:rsidRPr="006F699D">
        <w:t>defined,</w:t>
      </w:r>
      <w:r w:rsidR="00646BEC">
        <w:t xml:space="preserve"> </w:t>
      </w:r>
      <w:r w:rsidR="00D80C02" w:rsidRPr="006F699D">
        <w:t>which</w:t>
      </w:r>
      <w:r w:rsidR="00646BEC">
        <w:t xml:space="preserve"> </w:t>
      </w:r>
      <w:r w:rsidR="00D80C02" w:rsidRPr="006F699D">
        <w:t>are</w:t>
      </w:r>
      <w:r w:rsidR="00646BEC">
        <w:t xml:space="preserve"> </w:t>
      </w:r>
      <w:r w:rsidR="00D80C02" w:rsidRPr="006F699D">
        <w:t>applicable</w:t>
      </w:r>
      <w:r w:rsidR="00646BEC">
        <w:t xml:space="preserve"> </w:t>
      </w:r>
      <w:r w:rsidR="00D80C02" w:rsidRPr="006F699D">
        <w:t>when</w:t>
      </w:r>
      <w:r w:rsidR="00646BEC">
        <w:t xml:space="preserve"> </w:t>
      </w:r>
      <w:r w:rsidR="00D80C02" w:rsidRPr="006F699D">
        <w:t>evaluating</w:t>
      </w:r>
      <w:r w:rsidR="00646BEC">
        <w:t xml:space="preserve"> </w:t>
      </w:r>
      <w:r w:rsidR="00D80C02" w:rsidRPr="006F699D">
        <w:t>reselection</w:t>
      </w:r>
      <w:r w:rsidR="00646BEC">
        <w:t xml:space="preserve"> </w:t>
      </w:r>
      <w:r w:rsidR="00D80C02" w:rsidRPr="006F699D">
        <w:t>within</w:t>
      </w:r>
      <w:r w:rsidR="00646BEC">
        <w:t xml:space="preserve"> </w:t>
      </w:r>
      <w:r w:rsidR="00D80C02" w:rsidRPr="006F699D">
        <w:t>NB-IoT.</w:t>
      </w:r>
    </w:p>
    <w:p w14:paraId="6F499A36" w14:textId="5D2FC0BF" w:rsidR="00406742" w:rsidRPr="006F699D" w:rsidRDefault="002F30E7" w:rsidP="00377BCE">
      <w:pPr>
        <w:pStyle w:val="NO"/>
        <w:ind w:left="851" w:hanging="567"/>
      </w:pPr>
      <w:r w:rsidRPr="006F699D">
        <w:t>NOTE:</w:t>
      </w:r>
      <w:r w:rsidR="00406742" w:rsidRPr="006F699D">
        <w:tab/>
        <w:t>Treselection</w:t>
      </w:r>
      <w:r w:rsidR="00406742" w:rsidRPr="006F699D">
        <w:rPr>
          <w:vertAlign w:val="subscript"/>
        </w:rPr>
        <w:t>RAT</w:t>
      </w:r>
      <w:r w:rsidR="00646BEC">
        <w:rPr>
          <w:vertAlign w:val="subscript"/>
        </w:rPr>
        <w:t xml:space="preserve"> </w:t>
      </w:r>
      <w:r w:rsidR="00406742" w:rsidRPr="006F699D">
        <w:t>is</w:t>
      </w:r>
      <w:r w:rsidR="00646BEC">
        <w:t xml:space="preserve"> </w:t>
      </w:r>
      <w:r w:rsidR="00406742" w:rsidRPr="006F699D">
        <w:t>not</w:t>
      </w:r>
      <w:r w:rsidR="00646BEC">
        <w:t xml:space="preserve"> </w:t>
      </w:r>
      <w:r w:rsidR="00406742" w:rsidRPr="006F699D">
        <w:t>sent</w:t>
      </w:r>
      <w:r w:rsidR="00646BEC">
        <w:t xml:space="preserve"> </w:t>
      </w:r>
      <w:r w:rsidR="00406742" w:rsidRPr="006F699D">
        <w:t>on</w:t>
      </w:r>
      <w:r w:rsidR="00646BEC">
        <w:t xml:space="preserve"> </w:t>
      </w:r>
      <w:r w:rsidR="00406742" w:rsidRPr="006F699D">
        <w:t>system</w:t>
      </w:r>
      <w:r w:rsidR="00646BEC">
        <w:t xml:space="preserve"> </w:t>
      </w:r>
      <w:r w:rsidR="00406742" w:rsidRPr="006F699D">
        <w:t>information,</w:t>
      </w:r>
      <w:r w:rsidR="00646BEC">
        <w:t xml:space="preserve"> </w:t>
      </w:r>
      <w:r w:rsidR="00406742" w:rsidRPr="006F699D">
        <w:t>but</w:t>
      </w:r>
      <w:r w:rsidR="00646BEC">
        <w:t xml:space="preserve"> </w:t>
      </w:r>
      <w:r w:rsidR="00406742" w:rsidRPr="006F699D">
        <w:t>used</w:t>
      </w:r>
      <w:r w:rsidR="00646BEC">
        <w:t xml:space="preserve"> </w:t>
      </w:r>
      <w:r w:rsidR="00406742" w:rsidRPr="006F699D">
        <w:t>in</w:t>
      </w:r>
      <w:r w:rsidR="00646BEC">
        <w:t xml:space="preserve"> </w:t>
      </w:r>
      <w:r w:rsidR="00406742" w:rsidRPr="006F699D">
        <w:t>reselection</w:t>
      </w:r>
      <w:r w:rsidR="00646BEC">
        <w:t xml:space="preserve"> </w:t>
      </w:r>
      <w:r w:rsidR="00406742" w:rsidRPr="006F699D">
        <w:t>rules</w:t>
      </w:r>
      <w:r w:rsidR="00646BEC">
        <w:t xml:space="preserve"> </w:t>
      </w:r>
      <w:r w:rsidR="00406742" w:rsidRPr="006F699D">
        <w:t>by</w:t>
      </w:r>
      <w:r w:rsidR="00646BEC">
        <w:t xml:space="preserve"> </w:t>
      </w:r>
      <w:r w:rsidR="00406742" w:rsidRPr="006F699D">
        <w:t>the</w:t>
      </w:r>
      <w:r w:rsidR="00646BEC">
        <w:t xml:space="preserve"> </w:t>
      </w:r>
      <w:r w:rsidR="00406742" w:rsidRPr="006F699D">
        <w:t>UE</w:t>
      </w:r>
      <w:r w:rsidR="00646BEC">
        <w:t xml:space="preserve"> </w:t>
      </w:r>
      <w:r w:rsidR="00406742" w:rsidRPr="006F699D">
        <w:t>for</w:t>
      </w:r>
      <w:r w:rsidR="00646BEC">
        <w:t xml:space="preserve"> </w:t>
      </w:r>
      <w:r w:rsidR="00406742" w:rsidRPr="006F699D">
        <w:t>each</w:t>
      </w:r>
      <w:r w:rsidR="00646BEC">
        <w:t xml:space="preserve"> </w:t>
      </w:r>
      <w:r w:rsidR="00406742" w:rsidRPr="006F699D">
        <w:t>RAT.</w:t>
      </w:r>
    </w:p>
    <w:p w14:paraId="75ADF1D7" w14:textId="4F317706" w:rsidR="0066044E" w:rsidRPr="006F699D" w:rsidRDefault="0066044E" w:rsidP="0066044E">
      <w:pPr>
        <w:rPr>
          <w:b/>
          <w:bCs/>
          <w:vertAlign w:val="subscript"/>
        </w:rPr>
      </w:pPr>
      <w:r w:rsidRPr="006F699D">
        <w:rPr>
          <w:b/>
        </w:rPr>
        <w:t>Treselection</w:t>
      </w:r>
      <w:r w:rsidRPr="006F699D">
        <w:rPr>
          <w:b/>
          <w:vertAlign w:val="subscript"/>
          <w:lang w:eastAsia="zh-CN"/>
        </w:rPr>
        <w:t>EUTRA_</w:t>
      </w:r>
      <w:r w:rsidR="00646BEC">
        <w:rPr>
          <w:b/>
          <w:vertAlign w:val="subscript"/>
          <w:lang w:eastAsia="zh-CN"/>
        </w:rPr>
        <w:t xml:space="preserve"> </w:t>
      </w:r>
      <w:r w:rsidRPr="006F699D">
        <w:rPr>
          <w:b/>
          <w:vertAlign w:val="subscript"/>
          <w:lang w:eastAsia="zh-CN"/>
        </w:rPr>
        <w:t>CE</w:t>
      </w:r>
    </w:p>
    <w:p w14:paraId="2D23B86C" w14:textId="4AF04837" w:rsidR="0066044E" w:rsidRPr="006F699D" w:rsidRDefault="0066044E" w:rsidP="0066044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rPr>
          <w:lang w:eastAsia="zh-CN"/>
        </w:rPr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vertAlign w:val="subscript"/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when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neighbour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evaluated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camping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enhanced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coverage</w:t>
      </w:r>
      <w:r w:rsidRPr="006F699D">
        <w:t>.</w:t>
      </w:r>
      <w:r w:rsidR="00646BEC"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parameter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Pr="006F699D">
        <w:rPr>
          <w:lang w:eastAsia="zh-CN"/>
        </w:rPr>
        <w:t>.</w:t>
      </w:r>
    </w:p>
    <w:p w14:paraId="4E66CFB1" w14:textId="77777777" w:rsidR="00406742" w:rsidRPr="006F699D" w:rsidRDefault="00406742" w:rsidP="0066044E">
      <w:pPr>
        <w:rPr>
          <w:b/>
          <w:bCs/>
          <w:vertAlign w:val="subscript"/>
        </w:rPr>
      </w:pPr>
      <w:r w:rsidRPr="006F699D">
        <w:rPr>
          <w:b/>
          <w:bCs/>
        </w:rPr>
        <w:t>Treselection</w:t>
      </w:r>
      <w:r w:rsidRPr="006F699D">
        <w:rPr>
          <w:b/>
          <w:bCs/>
          <w:vertAlign w:val="subscript"/>
        </w:rPr>
        <w:t>EUTRA</w:t>
      </w:r>
    </w:p>
    <w:p w14:paraId="593A8594" w14:textId="458A7310" w:rsidR="00D80C02" w:rsidRPr="006F699D" w:rsidRDefault="00406742" w:rsidP="00D80C02">
      <w:pPr>
        <w:rPr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E-UTRAN</w:t>
      </w:r>
      <w:r w:rsidR="00507709" w:rsidRPr="006F699D">
        <w:rPr>
          <w:lang w:eastAsia="ja-JP"/>
        </w:rPr>
        <w:t>.</w:t>
      </w:r>
      <w:r w:rsidR="00646BEC">
        <w:rPr>
          <w:lang w:eastAsia="ja-JP"/>
        </w:rPr>
        <w:t xml:space="preserve"> </w:t>
      </w:r>
      <w:r w:rsidR="00507709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507709" w:rsidRPr="006F699D">
        <w:rPr>
          <w:lang w:eastAsia="ja-JP"/>
        </w:rPr>
        <w:t>parameter</w:t>
      </w:r>
      <w:r w:rsidR="00646BEC">
        <w:rPr>
          <w:lang w:eastAsia="ja-JP"/>
        </w:rPr>
        <w:t xml:space="preserve"> </w:t>
      </w:r>
      <w:r w:rsidR="00507709" w:rsidRPr="006F699D">
        <w:rPr>
          <w:lang w:eastAsia="ja-JP"/>
        </w:rPr>
        <w:t>can</w:t>
      </w:r>
      <w:r w:rsidR="00646BEC">
        <w:rPr>
          <w:lang w:eastAsia="ja-JP"/>
        </w:rPr>
        <w:t xml:space="preserve"> </w:t>
      </w:r>
      <w:r w:rsidR="00507709"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="00507709" w:rsidRPr="006F699D">
        <w:rPr>
          <w:lang w:eastAsia="ja-JP"/>
        </w:rPr>
        <w:t>set</w:t>
      </w:r>
      <w:r w:rsidR="00646BEC">
        <w:rPr>
          <w:lang w:eastAsia="ja-JP"/>
        </w:rPr>
        <w:t xml:space="preserve"> </w:t>
      </w:r>
      <w:r w:rsidR="00507709" w:rsidRPr="006F699D">
        <w:rPr>
          <w:lang w:eastAsia="ja-JP"/>
        </w:rPr>
        <w:t>per</w:t>
      </w:r>
      <w:r w:rsidR="00646BEC">
        <w:rPr>
          <w:lang w:eastAsia="ja-JP"/>
        </w:rPr>
        <w:t xml:space="preserve"> </w:t>
      </w:r>
      <w:r w:rsidR="00507709"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="00507709"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TS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36.331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[</w:t>
      </w:r>
      <w:r w:rsidR="00057D27" w:rsidRPr="006F699D">
        <w:rPr>
          <w:lang w:eastAsia="ja-JP"/>
        </w:rPr>
        <w:t>3]</w:t>
      </w:r>
      <w:r w:rsidR="00507709" w:rsidRPr="006F699D">
        <w:rPr>
          <w:lang w:eastAsia="ja-JP"/>
        </w:rPr>
        <w:t>.</w:t>
      </w:r>
    </w:p>
    <w:p w14:paraId="35235529" w14:textId="77777777" w:rsidR="004D6DCE" w:rsidRPr="006F699D" w:rsidRDefault="004D6DCE" w:rsidP="004D6DCE">
      <w:pPr>
        <w:rPr>
          <w:b/>
          <w:bCs/>
          <w:vertAlign w:val="subscript"/>
        </w:rPr>
      </w:pPr>
      <w:r w:rsidRPr="006F699D">
        <w:rPr>
          <w:b/>
          <w:bCs/>
        </w:rPr>
        <w:t>Treselection</w:t>
      </w:r>
      <w:r w:rsidRPr="006F699D">
        <w:rPr>
          <w:b/>
          <w:bCs/>
          <w:vertAlign w:val="subscript"/>
        </w:rPr>
        <w:t>NR</w:t>
      </w:r>
    </w:p>
    <w:p w14:paraId="2786C9EE" w14:textId="6256146A" w:rsidR="004D6DCE" w:rsidRPr="006F699D" w:rsidRDefault="004D6DCE" w:rsidP="004D6DCE">
      <w:pPr>
        <w:rPr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NR.</w:t>
      </w:r>
    </w:p>
    <w:p w14:paraId="78FD8699" w14:textId="77777777" w:rsidR="00D80C02" w:rsidRPr="006F699D" w:rsidRDefault="00D80C02" w:rsidP="00D80C02">
      <w:pPr>
        <w:rPr>
          <w:b/>
          <w:bCs/>
          <w:vertAlign w:val="subscript"/>
        </w:rPr>
      </w:pPr>
      <w:r w:rsidRPr="006F699D">
        <w:rPr>
          <w:b/>
          <w:bCs/>
        </w:rPr>
        <w:t>Treselection</w:t>
      </w:r>
      <w:r w:rsidRPr="006F699D">
        <w:rPr>
          <w:b/>
          <w:bCs/>
          <w:vertAlign w:val="subscript"/>
        </w:rPr>
        <w:t>NB-IoT_Intra</w:t>
      </w:r>
    </w:p>
    <w:p w14:paraId="3121A54D" w14:textId="0D0869E7" w:rsidR="00D80C02" w:rsidRPr="006F699D" w:rsidRDefault="00D80C02" w:rsidP="00D80C02">
      <w:pPr>
        <w:rPr>
          <w:b/>
          <w:bCs/>
          <w:vertAlign w:val="subscript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NB-IoT.</w:t>
      </w:r>
      <w:r w:rsidRPr="006F699D">
        <w:rPr>
          <w:b/>
          <w:bCs/>
        </w:rPr>
        <w:t>Treselection</w:t>
      </w:r>
      <w:r w:rsidRPr="006F699D">
        <w:rPr>
          <w:b/>
          <w:bCs/>
          <w:vertAlign w:val="subscript"/>
        </w:rPr>
        <w:t>NB-IoT_Inter</w:t>
      </w:r>
    </w:p>
    <w:p w14:paraId="72CF4F6A" w14:textId="227FC135" w:rsidR="00D80C02" w:rsidRPr="006F699D" w:rsidRDefault="00D80C02" w:rsidP="00D80C02">
      <w:pPr>
        <w:rPr>
          <w:vertAlign w:val="subscript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inter-frequency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NB-IoT.</w:t>
      </w:r>
    </w:p>
    <w:p w14:paraId="16268A8C" w14:textId="77777777" w:rsidR="00406742" w:rsidRPr="006F699D" w:rsidRDefault="00406742" w:rsidP="00377BCE">
      <w:pPr>
        <w:rPr>
          <w:b/>
          <w:bCs/>
          <w:vertAlign w:val="subscript"/>
        </w:rPr>
      </w:pPr>
      <w:r w:rsidRPr="006F699D">
        <w:rPr>
          <w:b/>
          <w:bCs/>
        </w:rPr>
        <w:t>Treselection</w:t>
      </w:r>
      <w:r w:rsidRPr="006F699D">
        <w:rPr>
          <w:b/>
          <w:bCs/>
          <w:vertAlign w:val="subscript"/>
        </w:rPr>
        <w:t>UTRA</w:t>
      </w:r>
    </w:p>
    <w:p w14:paraId="5F9DEC35" w14:textId="7861CB1A" w:rsidR="00406742" w:rsidRPr="006F699D" w:rsidRDefault="00406742" w:rsidP="00377BCE">
      <w:pPr>
        <w:rPr>
          <w:vertAlign w:val="subscript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UTRAN</w:t>
      </w:r>
      <w:r w:rsidR="00507709" w:rsidRPr="006F699D">
        <w:rPr>
          <w:lang w:eastAsia="ja-JP"/>
        </w:rPr>
        <w:t>.</w:t>
      </w:r>
    </w:p>
    <w:p w14:paraId="487B94CE" w14:textId="77777777" w:rsidR="00406742" w:rsidRPr="006F699D" w:rsidRDefault="00406742" w:rsidP="00377BCE">
      <w:pPr>
        <w:rPr>
          <w:b/>
          <w:bCs/>
          <w:vertAlign w:val="subscript"/>
        </w:rPr>
      </w:pPr>
      <w:r w:rsidRPr="006F699D">
        <w:rPr>
          <w:b/>
          <w:bCs/>
        </w:rPr>
        <w:t>Treselection</w:t>
      </w:r>
      <w:r w:rsidRPr="006F699D">
        <w:rPr>
          <w:b/>
          <w:bCs/>
          <w:vertAlign w:val="subscript"/>
        </w:rPr>
        <w:t>GERA</w:t>
      </w:r>
    </w:p>
    <w:p w14:paraId="48087DB9" w14:textId="3491578F" w:rsidR="00406742" w:rsidRPr="006F699D" w:rsidRDefault="00406742" w:rsidP="00377BCE">
      <w:pPr>
        <w:rPr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GERAN</w:t>
      </w:r>
      <w:r w:rsidR="00507709" w:rsidRPr="006F699D">
        <w:rPr>
          <w:lang w:eastAsia="ja-JP"/>
        </w:rPr>
        <w:t>.</w:t>
      </w:r>
    </w:p>
    <w:p w14:paraId="08CC08B6" w14:textId="77777777" w:rsidR="007A09AB" w:rsidRPr="006F699D" w:rsidRDefault="007A09AB" w:rsidP="00377BCE">
      <w:pPr>
        <w:rPr>
          <w:b/>
          <w:bCs/>
          <w:vertAlign w:val="subscript"/>
        </w:rPr>
      </w:pPr>
      <w:r w:rsidRPr="006F699D">
        <w:rPr>
          <w:b/>
          <w:bCs/>
        </w:rPr>
        <w:t>Treselection</w:t>
      </w:r>
      <w:r w:rsidRPr="006F699D">
        <w:rPr>
          <w:b/>
          <w:bCs/>
          <w:vertAlign w:val="subscript"/>
        </w:rPr>
        <w:t>CDMA_HRPD</w:t>
      </w:r>
    </w:p>
    <w:p w14:paraId="1676F42E" w14:textId="10F9FA03" w:rsidR="007A09AB" w:rsidRPr="006F699D" w:rsidRDefault="007A09AB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CDMA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HRPD</w:t>
      </w:r>
      <w:r w:rsidR="00AB440C" w:rsidRPr="006F699D">
        <w:rPr>
          <w:lang w:eastAsia="ja-JP"/>
        </w:rPr>
        <w:t>.</w:t>
      </w:r>
    </w:p>
    <w:p w14:paraId="6C8235D1" w14:textId="77777777" w:rsidR="007A09AB" w:rsidRPr="006F699D" w:rsidRDefault="007A09AB" w:rsidP="00377BCE">
      <w:pPr>
        <w:rPr>
          <w:b/>
          <w:bCs/>
          <w:vertAlign w:val="subscript"/>
        </w:rPr>
      </w:pPr>
      <w:r w:rsidRPr="006F699D">
        <w:rPr>
          <w:b/>
          <w:bCs/>
        </w:rPr>
        <w:t>Treselection</w:t>
      </w:r>
      <w:r w:rsidRPr="006F699D">
        <w:rPr>
          <w:b/>
          <w:bCs/>
          <w:vertAlign w:val="subscript"/>
        </w:rPr>
        <w:t>CDMA_1xRTT</w:t>
      </w:r>
    </w:p>
    <w:p w14:paraId="5A577A1A" w14:textId="2CBCD93A" w:rsidR="007A09AB" w:rsidRPr="006F699D" w:rsidRDefault="007A09AB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CDMA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1xRTT</w:t>
      </w:r>
      <w:r w:rsidR="00507709" w:rsidRPr="006F699D">
        <w:rPr>
          <w:lang w:eastAsia="ja-JP"/>
        </w:rPr>
        <w:t>.</w:t>
      </w:r>
    </w:p>
    <w:p w14:paraId="68F415ED" w14:textId="14D283A9" w:rsidR="00FC3C46" w:rsidRPr="006F699D" w:rsidRDefault="00FC3C46" w:rsidP="00377BCE">
      <w:pPr>
        <w:rPr>
          <w:b/>
          <w:vertAlign w:val="subscript"/>
          <w:lang w:eastAsia="ja-JP"/>
        </w:rPr>
      </w:pPr>
      <w:r w:rsidRPr="006F699D">
        <w:rPr>
          <w:b/>
        </w:rPr>
        <w:t>Thresh</w:t>
      </w:r>
      <w:r w:rsidRPr="006F699D">
        <w:rPr>
          <w:b/>
          <w:vertAlign w:val="subscript"/>
          <w:lang w:eastAsia="ja-JP"/>
        </w:rPr>
        <w:t>X,</w:t>
      </w:r>
      <w:r w:rsidR="00646BEC">
        <w:rPr>
          <w:b/>
          <w:vertAlign w:val="subscript"/>
          <w:lang w:eastAsia="ja-JP"/>
        </w:rPr>
        <w:t xml:space="preserve"> </w:t>
      </w:r>
      <w:r w:rsidRPr="006F699D">
        <w:rPr>
          <w:b/>
          <w:vertAlign w:val="subscript"/>
          <w:lang w:eastAsia="ja-JP"/>
        </w:rPr>
        <w:t>HighP</w:t>
      </w:r>
    </w:p>
    <w:p w14:paraId="76FA272C" w14:textId="1E7D131E" w:rsidR="00FC3C46" w:rsidRPr="006F699D" w:rsidRDefault="00FC3C46" w:rsidP="00377BCE">
      <w:pPr>
        <w:rPr>
          <w:rFonts w:eastAsia="Times New Roman"/>
          <w:lang w:eastAsia="en-GB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dB)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when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reselecting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towards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a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higher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priority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frequency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current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serving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frequency.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Each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frequency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of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="004D6DCE" w:rsidRPr="006F699D">
        <w:rPr>
          <w:rFonts w:eastAsia="Times New Roman"/>
          <w:lang w:eastAsia="en-GB"/>
        </w:rPr>
        <w:t>,</w:t>
      </w:r>
      <w:r w:rsidR="00646BEC">
        <w:rPr>
          <w:rFonts w:eastAsia="Times New Roman"/>
          <w:lang w:eastAsia="en-GB"/>
        </w:rPr>
        <w:t xml:space="preserve"> </w:t>
      </w:r>
      <w:r w:rsidR="004D6DCE" w:rsidRPr="006F699D">
        <w:rPr>
          <w:rFonts w:eastAsia="Times New Roman"/>
          <w:lang w:eastAsia="en-GB"/>
        </w:rPr>
        <w:t>NR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and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UTRAN,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each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group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of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GERAN</w:t>
      </w:r>
      <w:r w:rsidR="00646BEC">
        <w:rPr>
          <w:lang w:eastAsia="en-GB"/>
        </w:rPr>
        <w:t xml:space="preserve"> </w:t>
      </w:r>
      <w:r w:rsidRPr="006F699D">
        <w:rPr>
          <w:lang w:eastAsia="en-GB"/>
        </w:rPr>
        <w:t>frequencies</w:t>
      </w:r>
      <w:r w:rsidRPr="006F699D">
        <w:rPr>
          <w:rFonts w:eastAsia="Times New Roman"/>
          <w:lang w:eastAsia="en-GB"/>
        </w:rPr>
        <w:t>,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each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band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class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of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CDMA2000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HRPD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and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CDMA2000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1xRTT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en-GB"/>
        </w:rPr>
        <w:t>might</w:t>
      </w:r>
      <w:r w:rsidR="00646BEC">
        <w:rPr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have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a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threshold.</w:t>
      </w:r>
    </w:p>
    <w:p w14:paraId="75BDA969" w14:textId="755FA2BF" w:rsidR="00FC3C46" w:rsidRPr="006F699D" w:rsidRDefault="00FC3C46" w:rsidP="00377BCE">
      <w:pPr>
        <w:rPr>
          <w:b/>
          <w:vertAlign w:val="subscript"/>
          <w:lang w:eastAsia="ja-JP"/>
        </w:rPr>
      </w:pPr>
      <w:r w:rsidRPr="006F699D">
        <w:rPr>
          <w:b/>
        </w:rPr>
        <w:t>Thresh</w:t>
      </w:r>
      <w:r w:rsidRPr="006F699D">
        <w:rPr>
          <w:b/>
          <w:vertAlign w:val="subscript"/>
          <w:lang w:eastAsia="ja-JP"/>
        </w:rPr>
        <w:t>X,</w:t>
      </w:r>
      <w:r w:rsidR="00646BEC">
        <w:rPr>
          <w:b/>
          <w:vertAlign w:val="subscript"/>
          <w:lang w:eastAsia="ja-JP"/>
        </w:rPr>
        <w:t xml:space="preserve"> </w:t>
      </w:r>
      <w:r w:rsidRPr="006F699D">
        <w:rPr>
          <w:b/>
          <w:vertAlign w:val="subscript"/>
          <w:lang w:eastAsia="ja-JP"/>
        </w:rPr>
        <w:t>HighQ</w:t>
      </w:r>
    </w:p>
    <w:p w14:paraId="081906AD" w14:textId="64F9CF5A" w:rsidR="00FC3C46" w:rsidRPr="006F699D" w:rsidRDefault="00FC3C46" w:rsidP="00377BCE">
      <w:pPr>
        <w:rPr>
          <w:rFonts w:eastAsia="Times New Roman"/>
          <w:lang w:eastAsia="en-GB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dB)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when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reselecting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towards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a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higher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priority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frequency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current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serving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frequency.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Each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frequency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of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="004D6DCE" w:rsidRPr="006F699D">
        <w:rPr>
          <w:rFonts w:eastAsia="Times New Roman"/>
          <w:lang w:eastAsia="en-GB"/>
        </w:rPr>
        <w:t>,</w:t>
      </w:r>
      <w:r w:rsidR="00646BEC">
        <w:rPr>
          <w:rFonts w:eastAsia="Times New Roman"/>
          <w:lang w:eastAsia="en-GB"/>
        </w:rPr>
        <w:t xml:space="preserve"> </w:t>
      </w:r>
      <w:r w:rsidR="004D6DCE" w:rsidRPr="006F699D">
        <w:rPr>
          <w:rFonts w:eastAsia="Times New Roman"/>
          <w:lang w:eastAsia="en-GB"/>
        </w:rPr>
        <w:t>NR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and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FDD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en-GB"/>
        </w:rPr>
        <w:t>might</w:t>
      </w:r>
      <w:r w:rsidR="00646BEC">
        <w:rPr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have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a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threshold.</w:t>
      </w:r>
    </w:p>
    <w:p w14:paraId="4321D31E" w14:textId="0489B1A4" w:rsidR="00FC3C46" w:rsidRPr="006F699D" w:rsidRDefault="00FC3C46" w:rsidP="00377BCE">
      <w:pPr>
        <w:rPr>
          <w:b/>
          <w:vertAlign w:val="subscript"/>
          <w:lang w:eastAsia="ja-JP"/>
        </w:rPr>
      </w:pPr>
      <w:r w:rsidRPr="006F699D">
        <w:rPr>
          <w:b/>
        </w:rPr>
        <w:t>Thresh</w:t>
      </w:r>
      <w:r w:rsidRPr="006F699D">
        <w:rPr>
          <w:b/>
          <w:vertAlign w:val="subscript"/>
          <w:lang w:eastAsia="ja-JP"/>
        </w:rPr>
        <w:t>X,</w:t>
      </w:r>
      <w:r w:rsidR="00646BEC">
        <w:rPr>
          <w:b/>
          <w:vertAlign w:val="subscript"/>
          <w:lang w:eastAsia="ja-JP"/>
        </w:rPr>
        <w:t xml:space="preserve"> </w:t>
      </w:r>
      <w:r w:rsidRPr="006F699D">
        <w:rPr>
          <w:b/>
          <w:vertAlign w:val="subscript"/>
          <w:lang w:eastAsia="ja-JP"/>
        </w:rPr>
        <w:t>LowP</w:t>
      </w:r>
    </w:p>
    <w:p w14:paraId="03AD0F8D" w14:textId="2E1C475B" w:rsidR="00FC3C46" w:rsidRPr="006F699D" w:rsidRDefault="00FC3C46" w:rsidP="00377BCE">
      <w:r w:rsidRPr="006F699D">
        <w:rPr>
          <w:rFonts w:eastAsia="Times New Roman"/>
          <w:lang w:eastAsia="en-GB"/>
        </w:rPr>
        <w:lastRenderedPageBreak/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dB)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by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when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reselecti</w:t>
      </w:r>
      <w:r w:rsidRPr="006F699D">
        <w:rPr>
          <w:lang w:eastAsia="ja-JP"/>
        </w:rPr>
        <w:t>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towards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lower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current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frequency.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SimSun"/>
          <w:lang w:eastAsia="zh-CN"/>
        </w:rPr>
        <w:t>Each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frequency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E-UTRAN</w:t>
      </w:r>
      <w:r w:rsidR="004D6DCE" w:rsidRPr="006F699D">
        <w:rPr>
          <w:rFonts w:eastAsia="Times New Roman"/>
          <w:lang w:eastAsia="en-GB"/>
        </w:rPr>
        <w:t>,</w:t>
      </w:r>
      <w:r w:rsidR="00646BEC">
        <w:rPr>
          <w:rFonts w:eastAsia="Times New Roman"/>
          <w:lang w:eastAsia="en-GB"/>
        </w:rPr>
        <w:t xml:space="preserve"> </w:t>
      </w:r>
      <w:r w:rsidR="004D6DCE" w:rsidRPr="006F699D">
        <w:rPr>
          <w:rFonts w:eastAsia="Times New Roman"/>
          <w:lang w:eastAsia="en-GB"/>
        </w:rPr>
        <w:t>NR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and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UTRAN,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each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group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GERAN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frequencies,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each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band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class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CDMA2000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HRPD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and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CDMA2000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1xRTT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lang w:eastAsia="en-GB"/>
        </w:rPr>
        <w:t>might</w:t>
      </w:r>
      <w:r w:rsidR="00646BEC">
        <w:rPr>
          <w:lang w:eastAsia="en-GB"/>
        </w:rPr>
        <w:t xml:space="preserve"> </w:t>
      </w:r>
      <w:r w:rsidRPr="006F699D">
        <w:rPr>
          <w:rFonts w:eastAsia="SimSun"/>
          <w:lang w:eastAsia="zh-CN"/>
        </w:rPr>
        <w:t>have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a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specific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threshold.</w:t>
      </w:r>
    </w:p>
    <w:p w14:paraId="213A4C0C" w14:textId="6FB575A6" w:rsidR="00FC3C46" w:rsidRPr="006F699D" w:rsidRDefault="00FC3C46" w:rsidP="00377BCE">
      <w:pPr>
        <w:rPr>
          <w:b/>
          <w:vertAlign w:val="subscript"/>
          <w:lang w:eastAsia="ja-JP"/>
        </w:rPr>
      </w:pPr>
      <w:r w:rsidRPr="006F699D">
        <w:rPr>
          <w:b/>
        </w:rPr>
        <w:t>Thresh</w:t>
      </w:r>
      <w:r w:rsidRPr="006F699D">
        <w:rPr>
          <w:b/>
          <w:vertAlign w:val="subscript"/>
          <w:lang w:eastAsia="ja-JP"/>
        </w:rPr>
        <w:t>X,</w:t>
      </w:r>
      <w:r w:rsidR="00646BEC">
        <w:rPr>
          <w:b/>
          <w:vertAlign w:val="subscript"/>
          <w:lang w:eastAsia="ja-JP"/>
        </w:rPr>
        <w:t xml:space="preserve"> </w:t>
      </w:r>
      <w:r w:rsidRPr="006F699D">
        <w:rPr>
          <w:b/>
          <w:vertAlign w:val="subscript"/>
          <w:lang w:eastAsia="ja-JP"/>
        </w:rPr>
        <w:t>LowQ</w:t>
      </w:r>
    </w:p>
    <w:p w14:paraId="54842833" w14:textId="0FFA25FB" w:rsidR="00FC3C46" w:rsidRPr="006F699D" w:rsidRDefault="00FC3C46" w:rsidP="00377BCE"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dB)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by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when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reselecti</w:t>
      </w:r>
      <w:r w:rsidRPr="006F699D">
        <w:rPr>
          <w:lang w:eastAsia="ja-JP"/>
        </w:rPr>
        <w:t>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towards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lower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RAT/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current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frequency.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SimSun"/>
          <w:lang w:eastAsia="zh-CN"/>
        </w:rPr>
        <w:t>Each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frequency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E-UTRAN</w:t>
      </w:r>
      <w:r w:rsidR="004D6DCE" w:rsidRPr="006F699D">
        <w:rPr>
          <w:rFonts w:eastAsia="Times New Roman"/>
          <w:lang w:eastAsia="en-GB"/>
        </w:rPr>
        <w:t>,</w:t>
      </w:r>
      <w:r w:rsidR="00646BEC">
        <w:rPr>
          <w:rFonts w:eastAsia="Times New Roman"/>
          <w:lang w:eastAsia="en-GB"/>
        </w:rPr>
        <w:t xml:space="preserve"> </w:t>
      </w:r>
      <w:r w:rsidR="004D6DCE" w:rsidRPr="006F699D">
        <w:rPr>
          <w:rFonts w:eastAsia="Times New Roman"/>
          <w:lang w:eastAsia="en-GB"/>
        </w:rPr>
        <w:t>NR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and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FDD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lang w:eastAsia="en-GB"/>
        </w:rPr>
        <w:t>might</w:t>
      </w:r>
      <w:r w:rsidR="00646BEC">
        <w:rPr>
          <w:lang w:eastAsia="en-GB"/>
        </w:rPr>
        <w:t xml:space="preserve"> </w:t>
      </w:r>
      <w:r w:rsidRPr="006F699D">
        <w:rPr>
          <w:rFonts w:eastAsia="SimSun"/>
          <w:lang w:eastAsia="zh-CN"/>
        </w:rPr>
        <w:t>have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a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specific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threshold.</w:t>
      </w:r>
    </w:p>
    <w:p w14:paraId="6D06FD13" w14:textId="47222C48" w:rsidR="00FC3C46" w:rsidRPr="006F699D" w:rsidRDefault="00FC3C46" w:rsidP="00377BCE">
      <w:pPr>
        <w:rPr>
          <w:b/>
          <w:vertAlign w:val="subscript"/>
          <w:lang w:eastAsia="ja-JP"/>
        </w:rPr>
      </w:pPr>
      <w:r w:rsidRPr="006F699D">
        <w:rPr>
          <w:b/>
        </w:rPr>
        <w:t>Thresh</w:t>
      </w:r>
      <w:r w:rsidRPr="006F699D">
        <w:rPr>
          <w:b/>
          <w:vertAlign w:val="subscript"/>
          <w:lang w:eastAsia="ja-JP"/>
        </w:rPr>
        <w:t>Serving,</w:t>
      </w:r>
      <w:r w:rsidR="00646BEC">
        <w:rPr>
          <w:b/>
          <w:vertAlign w:val="subscript"/>
          <w:lang w:eastAsia="ja-JP"/>
        </w:rPr>
        <w:t xml:space="preserve"> </w:t>
      </w:r>
      <w:r w:rsidRPr="006F699D">
        <w:rPr>
          <w:b/>
          <w:vertAlign w:val="subscript"/>
          <w:lang w:eastAsia="ja-JP"/>
        </w:rPr>
        <w:t>LowP</w:t>
      </w:r>
    </w:p>
    <w:p w14:paraId="4027A5DB" w14:textId="3122B613" w:rsidR="00FC3C46" w:rsidRPr="006F699D" w:rsidRDefault="00FC3C46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t>threshold</w:t>
      </w:r>
      <w:r w:rsidR="00646BEC"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dB)</w:t>
      </w:r>
      <w:r w:rsidR="00646BEC">
        <w:rPr>
          <w:lang w:eastAsia="ja-JP"/>
        </w:rPr>
        <w:t xml:space="preserve"> </w:t>
      </w:r>
      <w:r w:rsidRPr="006F699D">
        <w:t>used</w:t>
      </w:r>
      <w:r w:rsidR="00646BEC">
        <w:t xml:space="preserve"> </w:t>
      </w:r>
      <w:r w:rsidRPr="006F699D">
        <w:rPr>
          <w:lang w:eastAsia="ja-JP"/>
        </w:rPr>
        <w:t>by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when</w:t>
      </w:r>
      <w:r w:rsidR="00646BEC">
        <w:rPr>
          <w:lang w:eastAsia="ja-JP"/>
        </w:rPr>
        <w:t xml:space="preserve"> </w:t>
      </w:r>
      <w:r w:rsidRPr="006F699D">
        <w:t>reselecti</w:t>
      </w:r>
      <w:r w:rsidRPr="006F699D">
        <w:rPr>
          <w:lang w:eastAsia="ja-JP"/>
        </w:rPr>
        <w:t>ng</w:t>
      </w:r>
      <w:r w:rsidR="00646BEC">
        <w:t xml:space="preserve"> </w:t>
      </w:r>
      <w:r w:rsidRPr="006F699D">
        <w:rPr>
          <w:rFonts w:eastAsia="SimSun"/>
          <w:lang w:eastAsia="zh-CN"/>
        </w:rPr>
        <w:t>towards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rFonts w:eastAsia="SimSun"/>
          <w:lang w:eastAsia="zh-CN"/>
        </w:rPr>
        <w:t>lower</w:t>
      </w:r>
      <w:r w:rsidR="00646BEC">
        <w:rPr>
          <w:rFonts w:eastAsia="SimSun"/>
          <w:lang w:eastAsia="zh-CN"/>
        </w:rPr>
        <w:t xml:space="preserve"> </w:t>
      </w:r>
      <w:r w:rsidRPr="006F699D">
        <w:t>priority</w:t>
      </w:r>
      <w:r w:rsidR="00646BEC">
        <w:t xml:space="preserve"> </w:t>
      </w:r>
      <w:r w:rsidRPr="006F699D">
        <w:t>RAT</w:t>
      </w:r>
      <w:r w:rsidRPr="006F699D">
        <w:rPr>
          <w:lang w:eastAsia="ja-JP"/>
        </w:rPr>
        <w:t>/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Pr="006F699D">
        <w:t>.</w:t>
      </w:r>
    </w:p>
    <w:p w14:paraId="4C12A863" w14:textId="40A334D2" w:rsidR="00FC3C46" w:rsidRPr="006F699D" w:rsidRDefault="00FC3C46" w:rsidP="00377BCE">
      <w:pPr>
        <w:rPr>
          <w:b/>
          <w:vertAlign w:val="subscript"/>
          <w:lang w:eastAsia="ja-JP"/>
        </w:rPr>
      </w:pPr>
      <w:r w:rsidRPr="006F699D">
        <w:rPr>
          <w:b/>
        </w:rPr>
        <w:t>Thresh</w:t>
      </w:r>
      <w:r w:rsidRPr="006F699D">
        <w:rPr>
          <w:b/>
          <w:vertAlign w:val="subscript"/>
          <w:lang w:eastAsia="ja-JP"/>
        </w:rPr>
        <w:t>Serving,</w:t>
      </w:r>
      <w:r w:rsidR="00646BEC">
        <w:rPr>
          <w:b/>
          <w:vertAlign w:val="subscript"/>
          <w:lang w:eastAsia="ja-JP"/>
        </w:rPr>
        <w:t xml:space="preserve"> </w:t>
      </w:r>
      <w:r w:rsidRPr="006F699D">
        <w:rPr>
          <w:b/>
          <w:vertAlign w:val="subscript"/>
          <w:lang w:eastAsia="ja-JP"/>
        </w:rPr>
        <w:t>LowQ</w:t>
      </w:r>
    </w:p>
    <w:p w14:paraId="02D2B20A" w14:textId="49F6B0DE" w:rsidR="00FC3C46" w:rsidRPr="006F699D" w:rsidRDefault="00FC3C46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t>threshold</w:t>
      </w:r>
      <w:r w:rsidR="00646BEC"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dB)</w:t>
      </w:r>
      <w:r w:rsidR="00646BEC">
        <w:rPr>
          <w:lang w:eastAsia="ja-JP"/>
        </w:rPr>
        <w:t xml:space="preserve"> </w:t>
      </w:r>
      <w:r w:rsidRPr="006F699D">
        <w:t>used</w:t>
      </w:r>
      <w:r w:rsidR="00646BEC">
        <w:t xml:space="preserve"> </w:t>
      </w:r>
      <w:r w:rsidRPr="006F699D">
        <w:rPr>
          <w:lang w:eastAsia="ja-JP"/>
        </w:rPr>
        <w:t>by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when</w:t>
      </w:r>
      <w:r w:rsidR="00646BEC">
        <w:rPr>
          <w:lang w:eastAsia="ja-JP"/>
        </w:rPr>
        <w:t xml:space="preserve"> </w:t>
      </w:r>
      <w:r w:rsidRPr="006F699D">
        <w:t>reselecti</w:t>
      </w:r>
      <w:r w:rsidRPr="006F699D">
        <w:rPr>
          <w:lang w:eastAsia="ja-JP"/>
        </w:rPr>
        <w:t>ng</w:t>
      </w:r>
      <w:r w:rsidR="00646BEC">
        <w:t xml:space="preserve"> </w:t>
      </w:r>
      <w:r w:rsidRPr="006F699D">
        <w:rPr>
          <w:rFonts w:eastAsia="SimSun"/>
          <w:lang w:eastAsia="zh-CN"/>
        </w:rPr>
        <w:t>towards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rFonts w:eastAsia="SimSun"/>
          <w:lang w:eastAsia="zh-CN"/>
        </w:rPr>
        <w:t>lower</w:t>
      </w:r>
      <w:r w:rsidR="00646BEC">
        <w:rPr>
          <w:rFonts w:eastAsia="SimSun"/>
          <w:lang w:eastAsia="zh-CN"/>
        </w:rPr>
        <w:t xml:space="preserve"> </w:t>
      </w:r>
      <w:r w:rsidRPr="006F699D">
        <w:t>priority</w:t>
      </w:r>
      <w:r w:rsidR="00646BEC">
        <w:t xml:space="preserve"> </w:t>
      </w:r>
      <w:r w:rsidRPr="006F699D">
        <w:t>RAT</w:t>
      </w:r>
      <w:r w:rsidRPr="006F699D">
        <w:rPr>
          <w:lang w:eastAsia="ja-JP"/>
        </w:rPr>
        <w:t>/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Pr="006F699D">
        <w:t>.</w:t>
      </w:r>
    </w:p>
    <w:p w14:paraId="6804D577" w14:textId="77777777" w:rsidR="00FC3C46" w:rsidRPr="006F699D" w:rsidRDefault="00FC3C46" w:rsidP="00377BCE">
      <w:pPr>
        <w:rPr>
          <w:b/>
          <w:lang w:eastAsia="ja-JP"/>
        </w:rPr>
      </w:pPr>
      <w:r w:rsidRPr="006F699D">
        <w:rPr>
          <w:b/>
        </w:rPr>
        <w:t>S</w:t>
      </w:r>
      <w:r w:rsidRPr="006F699D">
        <w:rPr>
          <w:b/>
          <w:vertAlign w:val="subscript"/>
          <w:lang w:eastAsia="ja-JP"/>
        </w:rPr>
        <w:t>IntraSearchP</w:t>
      </w:r>
    </w:p>
    <w:p w14:paraId="1C7E1A0A" w14:textId="226424EA" w:rsidR="00FC3C46" w:rsidRPr="006F699D" w:rsidRDefault="00FC3C46" w:rsidP="00377BCE">
      <w:pPr>
        <w:rPr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t>threshold</w:t>
      </w:r>
      <w:r w:rsidR="00646BEC">
        <w:t xml:space="preserve"> </w:t>
      </w:r>
      <w:r w:rsidRPr="006F699D">
        <w:t>(in</w:t>
      </w:r>
      <w:r w:rsidR="00646BEC">
        <w:t xml:space="preserve"> </w:t>
      </w:r>
      <w:r w:rsidRPr="006F699D">
        <w:t>dB)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Pr="006F699D">
        <w:t>measurements.</w:t>
      </w:r>
    </w:p>
    <w:p w14:paraId="2CB9BA04" w14:textId="77777777" w:rsidR="00FC3C46" w:rsidRPr="006F699D" w:rsidRDefault="00FC3C46" w:rsidP="00377BCE">
      <w:pPr>
        <w:rPr>
          <w:b/>
          <w:lang w:eastAsia="ja-JP"/>
        </w:rPr>
      </w:pPr>
      <w:r w:rsidRPr="006F699D">
        <w:rPr>
          <w:b/>
        </w:rPr>
        <w:t>S</w:t>
      </w:r>
      <w:r w:rsidRPr="006F699D">
        <w:rPr>
          <w:b/>
          <w:vertAlign w:val="subscript"/>
          <w:lang w:eastAsia="ja-JP"/>
        </w:rPr>
        <w:t>IntraSearchQ</w:t>
      </w:r>
    </w:p>
    <w:p w14:paraId="6C21F0C2" w14:textId="0967987E" w:rsidR="00FC3C46" w:rsidRPr="006F699D" w:rsidRDefault="00FC3C46" w:rsidP="00377BCE">
      <w:pPr>
        <w:rPr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t>threshold</w:t>
      </w:r>
      <w:r w:rsidR="00646BEC">
        <w:t xml:space="preserve"> </w:t>
      </w:r>
      <w:r w:rsidRPr="006F699D">
        <w:t>(in</w:t>
      </w:r>
      <w:r w:rsidR="00646BEC">
        <w:t xml:space="preserve"> </w:t>
      </w:r>
      <w:r w:rsidRPr="006F699D">
        <w:t>dB)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intra-frequency</w:t>
      </w:r>
      <w:r w:rsidR="00646BEC">
        <w:t xml:space="preserve"> </w:t>
      </w:r>
      <w:r w:rsidRPr="006F699D">
        <w:t>measurements.</w:t>
      </w:r>
    </w:p>
    <w:p w14:paraId="6D1E435A" w14:textId="77777777" w:rsidR="00FC3C46" w:rsidRPr="006F699D" w:rsidRDefault="00FC3C46" w:rsidP="00377BCE">
      <w:pPr>
        <w:rPr>
          <w:b/>
          <w:lang w:eastAsia="ja-JP"/>
        </w:rPr>
      </w:pPr>
      <w:r w:rsidRPr="006F699D">
        <w:rPr>
          <w:b/>
        </w:rPr>
        <w:t>S</w:t>
      </w:r>
      <w:r w:rsidRPr="006F699D">
        <w:rPr>
          <w:b/>
          <w:vertAlign w:val="subscript"/>
        </w:rPr>
        <w:t>non</w:t>
      </w:r>
      <w:r w:rsidRPr="006F699D">
        <w:rPr>
          <w:b/>
          <w:vertAlign w:val="subscript"/>
          <w:lang w:eastAsia="ja-JP"/>
        </w:rPr>
        <w:t>IntraSearchP</w:t>
      </w:r>
    </w:p>
    <w:p w14:paraId="3D0ABDB8" w14:textId="3FCAD5A7" w:rsidR="00FC3C46" w:rsidRPr="006F699D" w:rsidRDefault="00FC3C46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t>threshold</w:t>
      </w:r>
      <w:r w:rsidR="00646BEC">
        <w:t xml:space="preserve"> </w:t>
      </w:r>
      <w:r w:rsidRPr="006F699D">
        <w:t>(in</w:t>
      </w:r>
      <w:r w:rsidR="00646BEC">
        <w:t xml:space="preserve"> </w:t>
      </w:r>
      <w:r w:rsidRPr="006F699D">
        <w:t>dB)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inter-frequency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inter-RAT</w:t>
      </w:r>
      <w:r w:rsidR="00646BEC">
        <w:t xml:space="preserve"> </w:t>
      </w:r>
      <w:r w:rsidRPr="006F699D">
        <w:t>measurements.</w:t>
      </w:r>
    </w:p>
    <w:p w14:paraId="601D1695" w14:textId="77777777" w:rsidR="00FC3C46" w:rsidRPr="006F699D" w:rsidRDefault="00FC3C46" w:rsidP="00377BCE">
      <w:pPr>
        <w:rPr>
          <w:b/>
          <w:lang w:eastAsia="ja-JP"/>
        </w:rPr>
      </w:pPr>
      <w:r w:rsidRPr="006F699D">
        <w:rPr>
          <w:b/>
        </w:rPr>
        <w:t>S</w:t>
      </w:r>
      <w:r w:rsidRPr="006F699D">
        <w:rPr>
          <w:b/>
          <w:vertAlign w:val="subscript"/>
        </w:rPr>
        <w:t>non</w:t>
      </w:r>
      <w:r w:rsidRPr="006F699D">
        <w:rPr>
          <w:b/>
          <w:vertAlign w:val="subscript"/>
          <w:lang w:eastAsia="ja-JP"/>
        </w:rPr>
        <w:t>IntraSearchQ</w:t>
      </w:r>
    </w:p>
    <w:p w14:paraId="56F82AB1" w14:textId="1FA606C8" w:rsidR="00FC3C46" w:rsidRPr="006F699D" w:rsidRDefault="00FC3C46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Squal</w:t>
      </w:r>
      <w:r w:rsidR="00646BEC">
        <w:rPr>
          <w:lang w:eastAsia="ja-JP"/>
        </w:rPr>
        <w:t xml:space="preserve"> </w:t>
      </w:r>
      <w:r w:rsidRPr="006F699D">
        <w:t>threshold</w:t>
      </w:r>
      <w:r w:rsidR="00646BEC">
        <w:t xml:space="preserve"> </w:t>
      </w:r>
      <w:r w:rsidRPr="006F699D">
        <w:t>(in</w:t>
      </w:r>
      <w:r w:rsidR="00646BEC">
        <w:t xml:space="preserve"> </w:t>
      </w:r>
      <w:r w:rsidRPr="006F699D">
        <w:t>dB)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inter-frequency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inter-RAT</w:t>
      </w:r>
      <w:r w:rsidR="00646BEC">
        <w:t xml:space="preserve"> </w:t>
      </w:r>
      <w:r w:rsidRPr="006F699D">
        <w:t>measurements.</w:t>
      </w:r>
    </w:p>
    <w:p w14:paraId="098ABCF8" w14:textId="77777777" w:rsidR="00D33A6F" w:rsidRPr="006F699D" w:rsidRDefault="00D33A6F" w:rsidP="00D33A6F">
      <w:r w:rsidRPr="006F699D">
        <w:t>S</w:t>
      </w:r>
      <w:r w:rsidRPr="006F699D">
        <w:rPr>
          <w:vertAlign w:val="subscript"/>
        </w:rPr>
        <w:t>SearchDeltaP</w:t>
      </w:r>
    </w:p>
    <w:p w14:paraId="2A802274" w14:textId="47DEF603" w:rsidR="00D33A6F" w:rsidRPr="006F699D" w:rsidRDefault="00D33A6F" w:rsidP="00D33A6F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Srxlev</w:t>
      </w:r>
      <w:r w:rsidR="00646BEC">
        <w:t xml:space="preserve"> </w:t>
      </w:r>
      <w:r w:rsidRPr="006F699D">
        <w:t>delta</w:t>
      </w:r>
      <w:r w:rsidR="00646BEC">
        <w:t xml:space="preserve"> </w:t>
      </w:r>
      <w:r w:rsidRPr="006F699D">
        <w:t>threshold</w:t>
      </w:r>
      <w:r w:rsidR="00646BEC">
        <w:t xml:space="preserve"> </w:t>
      </w:r>
      <w:r w:rsidRPr="006F699D">
        <w:t>(in</w:t>
      </w:r>
      <w:r w:rsidR="00646BEC">
        <w:t xml:space="preserve"> </w:t>
      </w:r>
      <w:r w:rsidRPr="006F699D">
        <w:t>dB)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relaxed</w:t>
      </w:r>
      <w:r w:rsidR="00646BEC">
        <w:t xml:space="preserve"> </w:t>
      </w:r>
      <w:r w:rsidRPr="006F699D">
        <w:t>monitoring.</w:t>
      </w:r>
    </w:p>
    <w:p w14:paraId="10B68400" w14:textId="146C5752" w:rsidR="004A73C4" w:rsidRPr="006F699D" w:rsidRDefault="004A73C4" w:rsidP="00D33A6F">
      <w:pPr>
        <w:pStyle w:val="Heading5"/>
      </w:pPr>
      <w:bookmarkStart w:id="151" w:name="_Toc29237906"/>
      <w:bookmarkStart w:id="152" w:name="_Toc46523023"/>
      <w:bookmarkStart w:id="153" w:name="_Toc100742601"/>
      <w:r w:rsidRPr="006F699D">
        <w:t>5.2.4.7.1</w:t>
      </w:r>
      <w:r w:rsidRPr="006F699D">
        <w:tab/>
        <w:t>Speed</w:t>
      </w:r>
      <w:r w:rsidR="00646BEC">
        <w:t xml:space="preserve"> </w:t>
      </w:r>
      <w:r w:rsidRPr="006F699D">
        <w:t>dependant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parameters</w:t>
      </w:r>
      <w:bookmarkEnd w:id="151"/>
      <w:bookmarkEnd w:id="152"/>
      <w:bookmarkEnd w:id="153"/>
    </w:p>
    <w:p w14:paraId="44F2AEE5" w14:textId="77777777" w:rsidR="00192197" w:rsidRPr="006F699D" w:rsidRDefault="00192197" w:rsidP="00377BCE">
      <w:pPr>
        <w:rPr>
          <w:b/>
        </w:rPr>
      </w:pPr>
      <w:r w:rsidRPr="006F699D">
        <w:rPr>
          <w:b/>
        </w:rPr>
        <w:t>T</w:t>
      </w:r>
      <w:r w:rsidRPr="006F699D">
        <w:rPr>
          <w:b/>
          <w:vertAlign w:val="subscript"/>
        </w:rPr>
        <w:t>CRmax</w:t>
      </w:r>
      <w:r w:rsidRPr="006F699D">
        <w:rPr>
          <w:b/>
        </w:rPr>
        <w:tab/>
      </w:r>
    </w:p>
    <w:p w14:paraId="2D2C5831" w14:textId="3C854A32" w:rsidR="00192197" w:rsidRPr="006F699D" w:rsidRDefault="00192197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duration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evaluating</w:t>
      </w:r>
      <w:r w:rsidR="00646BEC">
        <w:t xml:space="preserve"> </w:t>
      </w:r>
      <w:r w:rsidRPr="006F699D">
        <w:t>allowed</w:t>
      </w:r>
      <w:r w:rsidR="00646BEC">
        <w:t xml:space="preserve"> </w:t>
      </w:r>
      <w:r w:rsidRPr="006F699D">
        <w:t>amount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reselection(s).</w:t>
      </w:r>
    </w:p>
    <w:p w14:paraId="194010D7" w14:textId="77777777" w:rsidR="0063784F" w:rsidRPr="006F699D" w:rsidRDefault="0063784F" w:rsidP="00377BCE">
      <w:pPr>
        <w:rPr>
          <w:b/>
          <w:vertAlign w:val="subscript"/>
        </w:rPr>
      </w:pPr>
      <w:r w:rsidRPr="006F699D">
        <w:rPr>
          <w:b/>
        </w:rPr>
        <w:t>N</w:t>
      </w:r>
      <w:r w:rsidRPr="006F699D">
        <w:rPr>
          <w:b/>
          <w:vertAlign w:val="subscript"/>
        </w:rPr>
        <w:t>CR_M</w:t>
      </w:r>
    </w:p>
    <w:p w14:paraId="49D2D50E" w14:textId="7A23A003" w:rsidR="0063784F" w:rsidRPr="006F699D" w:rsidRDefault="0063784F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maximum</w:t>
      </w:r>
      <w:r w:rsidR="00646BEC">
        <w:t xml:space="preserve"> </w:t>
      </w:r>
      <w:r w:rsidRPr="006F699D">
        <w:t>number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enter</w:t>
      </w:r>
      <w:r w:rsidR="00646BEC">
        <w:t xml:space="preserve"> </w:t>
      </w:r>
      <w:r w:rsidR="00507709" w:rsidRPr="006F699D">
        <w:t>Medium-mobility</w:t>
      </w:r>
      <w:r w:rsidR="00646BEC">
        <w:t xml:space="preserve"> </w:t>
      </w:r>
      <w:r w:rsidRPr="006F699D">
        <w:t>state.</w:t>
      </w:r>
    </w:p>
    <w:p w14:paraId="384468D5" w14:textId="77777777" w:rsidR="0063784F" w:rsidRPr="006F699D" w:rsidRDefault="0063784F" w:rsidP="00377BCE">
      <w:pPr>
        <w:rPr>
          <w:b/>
          <w:vertAlign w:val="subscript"/>
        </w:rPr>
      </w:pPr>
      <w:r w:rsidRPr="006F699D">
        <w:rPr>
          <w:b/>
        </w:rPr>
        <w:t>N</w:t>
      </w:r>
      <w:r w:rsidRPr="006F699D">
        <w:rPr>
          <w:b/>
          <w:vertAlign w:val="subscript"/>
        </w:rPr>
        <w:t>CR_H</w:t>
      </w:r>
    </w:p>
    <w:p w14:paraId="337678B0" w14:textId="78951C08" w:rsidR="0063784F" w:rsidRPr="006F699D" w:rsidRDefault="0063784F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maximum</w:t>
      </w:r>
      <w:r w:rsidR="00646BEC">
        <w:t xml:space="preserve"> </w:t>
      </w:r>
      <w:r w:rsidRPr="006F699D">
        <w:t>number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enter</w:t>
      </w:r>
      <w:r w:rsidR="00646BEC">
        <w:t xml:space="preserve"> </w:t>
      </w:r>
      <w:r w:rsidR="00507709" w:rsidRPr="006F699D">
        <w:t>High-mobility</w:t>
      </w:r>
      <w:r w:rsidR="00646BEC">
        <w:t xml:space="preserve"> </w:t>
      </w:r>
      <w:r w:rsidRPr="006F699D">
        <w:t>state.</w:t>
      </w:r>
    </w:p>
    <w:p w14:paraId="6300D273" w14:textId="77777777" w:rsidR="00192197" w:rsidRPr="006F699D" w:rsidRDefault="00192197" w:rsidP="00377BCE">
      <w:pPr>
        <w:rPr>
          <w:b/>
        </w:rPr>
      </w:pPr>
      <w:r w:rsidRPr="006F699D">
        <w:rPr>
          <w:b/>
        </w:rPr>
        <w:t>T</w:t>
      </w:r>
      <w:r w:rsidRPr="006F699D">
        <w:rPr>
          <w:b/>
          <w:vertAlign w:val="subscript"/>
        </w:rPr>
        <w:t>CRmaxHyst</w:t>
      </w:r>
    </w:p>
    <w:p w14:paraId="31966FCD" w14:textId="1254BD32" w:rsidR="0063784F" w:rsidRPr="006F699D" w:rsidRDefault="00192197" w:rsidP="00377BCE"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additional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period</w:t>
      </w:r>
      <w:r w:rsidR="00646BEC">
        <w:t xml:space="preserve"> </w:t>
      </w:r>
      <w:r w:rsidRPr="006F699D">
        <w:t>before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can</w:t>
      </w:r>
      <w:r w:rsidR="00646BEC">
        <w:t xml:space="preserve"> </w:t>
      </w:r>
      <w:r w:rsidR="00771014" w:rsidRPr="006F699D">
        <w:t>enter</w:t>
      </w:r>
      <w:r w:rsidR="00646BEC">
        <w:t xml:space="preserve"> </w:t>
      </w:r>
      <w:r w:rsidR="00507709" w:rsidRPr="006F699D">
        <w:t>Normal-mobility</w:t>
      </w:r>
      <w:r w:rsidR="00646BEC">
        <w:t xml:space="preserve"> </w:t>
      </w:r>
      <w:r w:rsidR="00507709" w:rsidRPr="006F699D">
        <w:t>state</w:t>
      </w:r>
      <w:r w:rsidRPr="006F699D">
        <w:t>.</w:t>
      </w:r>
    </w:p>
    <w:p w14:paraId="734BE622" w14:textId="7E5ED666" w:rsidR="00AB440C" w:rsidRPr="006F699D" w:rsidRDefault="00AB440C" w:rsidP="00377BCE">
      <w:pPr>
        <w:rPr>
          <w:b/>
        </w:rPr>
      </w:pPr>
      <w:r w:rsidRPr="006F699D">
        <w:rPr>
          <w:b/>
          <w:lang w:eastAsia="ja-JP"/>
        </w:rPr>
        <w:t>Speed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dependent</w:t>
      </w:r>
      <w:r w:rsidR="00646BEC">
        <w:rPr>
          <w:b/>
          <w:lang w:eastAsia="ja-JP"/>
        </w:rPr>
        <w:t xml:space="preserve"> </w:t>
      </w:r>
      <w:r w:rsidRPr="006F699D">
        <w:rPr>
          <w:b/>
        </w:rPr>
        <w:t>ScalingFactor</w:t>
      </w:r>
      <w:r w:rsidR="00646BEC">
        <w:rPr>
          <w:b/>
        </w:rPr>
        <w:t xml:space="preserve"> </w:t>
      </w:r>
      <w:r w:rsidRPr="006F699D">
        <w:rPr>
          <w:b/>
        </w:rPr>
        <w:t>for</w:t>
      </w:r>
      <w:r w:rsidR="00646BEC">
        <w:rPr>
          <w:b/>
        </w:rPr>
        <w:t xml:space="preserve"> </w:t>
      </w:r>
      <w:r w:rsidRPr="006F699D">
        <w:rPr>
          <w:b/>
        </w:rPr>
        <w:t>Qhyst</w:t>
      </w:r>
    </w:p>
    <w:p w14:paraId="41C89E50" w14:textId="374D8195" w:rsidR="00AB440C" w:rsidRPr="006F699D" w:rsidRDefault="00AB440C" w:rsidP="00377BCE">
      <w:pPr>
        <w:rPr>
          <w:noProof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scaling</w:t>
      </w:r>
      <w:r w:rsidR="00646BEC">
        <w:t xml:space="preserve"> </w:t>
      </w:r>
      <w:r w:rsidRPr="006F699D">
        <w:t>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Qhyst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sf-High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High-mobility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sf-Medium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</w:t>
      </w:r>
    </w:p>
    <w:p w14:paraId="486E358F" w14:textId="20D6B80D" w:rsidR="004D6DCE" w:rsidRPr="006F699D" w:rsidRDefault="004D6DCE" w:rsidP="004D6DCE">
      <w:pPr>
        <w:rPr>
          <w:b/>
        </w:rPr>
      </w:pPr>
      <w:r w:rsidRPr="006F699D">
        <w:rPr>
          <w:b/>
          <w:lang w:eastAsia="ja-JP"/>
        </w:rPr>
        <w:t>Speed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dependent</w:t>
      </w:r>
      <w:r w:rsidR="00646BEC">
        <w:rPr>
          <w:b/>
          <w:lang w:eastAsia="ja-JP"/>
        </w:rPr>
        <w:t xml:space="preserve"> </w:t>
      </w:r>
      <w:r w:rsidRPr="006F699D">
        <w:rPr>
          <w:b/>
        </w:rPr>
        <w:t>ScalingFactor</w:t>
      </w:r>
      <w:r w:rsidR="00646BEC">
        <w:rPr>
          <w:b/>
        </w:rPr>
        <w:t xml:space="preserve"> </w:t>
      </w:r>
      <w:r w:rsidRPr="006F699D">
        <w:rPr>
          <w:b/>
        </w:rPr>
        <w:t>for</w:t>
      </w:r>
      <w:r w:rsidR="00646BEC">
        <w:rPr>
          <w:b/>
        </w:rPr>
        <w:t xml:space="preserve"> </w:t>
      </w:r>
      <w:r w:rsidRPr="006F699D">
        <w:rPr>
          <w:b/>
        </w:rPr>
        <w:t>Treselection</w:t>
      </w:r>
      <w:r w:rsidRPr="006F699D">
        <w:rPr>
          <w:b/>
          <w:vertAlign w:val="subscript"/>
        </w:rPr>
        <w:t>NR</w:t>
      </w:r>
    </w:p>
    <w:p w14:paraId="47098843" w14:textId="32104702" w:rsidR="004D6DCE" w:rsidRPr="006F699D" w:rsidRDefault="004D6DCE" w:rsidP="004D6DCE">
      <w:pPr>
        <w:rPr>
          <w:noProof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scaling</w:t>
      </w:r>
      <w:r w:rsidR="00646BEC">
        <w:t xml:space="preserve"> </w:t>
      </w:r>
      <w:r w:rsidRPr="006F699D">
        <w:t>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NR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sf-High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High-mobility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sf-Medium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</w:t>
      </w:r>
    </w:p>
    <w:p w14:paraId="53BD5FF6" w14:textId="1FD83C10" w:rsidR="00AB440C" w:rsidRPr="006F699D" w:rsidRDefault="00AB440C" w:rsidP="00377BCE">
      <w:pPr>
        <w:rPr>
          <w:b/>
        </w:rPr>
      </w:pPr>
      <w:r w:rsidRPr="006F699D">
        <w:rPr>
          <w:b/>
          <w:lang w:eastAsia="ja-JP"/>
        </w:rPr>
        <w:t>Speed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dependent</w:t>
      </w:r>
      <w:r w:rsidR="00646BEC">
        <w:rPr>
          <w:b/>
          <w:lang w:eastAsia="ja-JP"/>
        </w:rPr>
        <w:t xml:space="preserve"> </w:t>
      </w:r>
      <w:r w:rsidRPr="006F699D">
        <w:rPr>
          <w:b/>
        </w:rPr>
        <w:t>ScalingFactor</w:t>
      </w:r>
      <w:r w:rsidR="00646BEC">
        <w:rPr>
          <w:b/>
        </w:rPr>
        <w:t xml:space="preserve"> </w:t>
      </w:r>
      <w:r w:rsidRPr="006F699D">
        <w:rPr>
          <w:b/>
        </w:rPr>
        <w:t>for</w:t>
      </w:r>
      <w:r w:rsidR="00646BEC">
        <w:rPr>
          <w:b/>
        </w:rPr>
        <w:t xml:space="preserve"> </w:t>
      </w:r>
      <w:r w:rsidRPr="006F699D">
        <w:rPr>
          <w:b/>
        </w:rPr>
        <w:t>Treselection</w:t>
      </w:r>
      <w:r w:rsidRPr="006F699D">
        <w:rPr>
          <w:b/>
          <w:vertAlign w:val="subscript"/>
        </w:rPr>
        <w:t>EUTRA</w:t>
      </w:r>
    </w:p>
    <w:p w14:paraId="2317303E" w14:textId="6439E14F" w:rsidR="00AB440C" w:rsidRPr="006F699D" w:rsidRDefault="00AB440C" w:rsidP="00377BCE">
      <w:pPr>
        <w:rPr>
          <w:noProof/>
        </w:rPr>
      </w:pPr>
      <w:r w:rsidRPr="006F699D">
        <w:lastRenderedPageBreak/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scaling</w:t>
      </w:r>
      <w:r w:rsidR="00646BEC">
        <w:t xml:space="preserve"> </w:t>
      </w:r>
      <w:r w:rsidRPr="006F699D">
        <w:t>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EUTRA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sf-High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High-mobility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sf-Medium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</w:t>
      </w:r>
    </w:p>
    <w:p w14:paraId="4BA28620" w14:textId="4F6F5221" w:rsidR="00AB440C" w:rsidRPr="006F699D" w:rsidRDefault="00AB440C" w:rsidP="00377BCE">
      <w:pPr>
        <w:rPr>
          <w:b/>
        </w:rPr>
      </w:pPr>
      <w:r w:rsidRPr="006F699D">
        <w:rPr>
          <w:b/>
          <w:lang w:eastAsia="ja-JP"/>
        </w:rPr>
        <w:t>Speed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dependent</w:t>
      </w:r>
      <w:r w:rsidR="00646BEC">
        <w:rPr>
          <w:b/>
          <w:lang w:eastAsia="ja-JP"/>
        </w:rPr>
        <w:t xml:space="preserve"> </w:t>
      </w:r>
      <w:r w:rsidRPr="006F699D">
        <w:rPr>
          <w:b/>
        </w:rPr>
        <w:t>ScalingFactor</w:t>
      </w:r>
      <w:r w:rsidR="00646BEC">
        <w:rPr>
          <w:b/>
        </w:rPr>
        <w:t xml:space="preserve"> </w:t>
      </w:r>
      <w:r w:rsidRPr="006F699D">
        <w:rPr>
          <w:b/>
        </w:rPr>
        <w:t>for</w:t>
      </w:r>
      <w:r w:rsidR="00646BEC">
        <w:rPr>
          <w:b/>
        </w:rPr>
        <w:t xml:space="preserve"> </w:t>
      </w:r>
      <w:r w:rsidRPr="006F699D">
        <w:rPr>
          <w:b/>
        </w:rPr>
        <w:t>Treselection</w:t>
      </w:r>
      <w:r w:rsidRPr="006F699D">
        <w:rPr>
          <w:b/>
          <w:vertAlign w:val="subscript"/>
        </w:rPr>
        <w:t>UTRA</w:t>
      </w:r>
    </w:p>
    <w:p w14:paraId="35005E08" w14:textId="3B1A2F9B" w:rsidR="00AB440C" w:rsidRPr="006F699D" w:rsidRDefault="00AB440C" w:rsidP="00377BCE">
      <w:pPr>
        <w:rPr>
          <w:noProof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scaling</w:t>
      </w:r>
      <w:r w:rsidR="00646BEC">
        <w:t xml:space="preserve"> </w:t>
      </w:r>
      <w:r w:rsidRPr="006F699D">
        <w:t>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UTRA</w:t>
      </w:r>
      <w:r w:rsidR="00646BEC">
        <w:rPr>
          <w:vertAlign w:val="subscript"/>
        </w:rPr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sf-High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High-mobility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sf-Medium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</w:t>
      </w:r>
    </w:p>
    <w:p w14:paraId="6A241BAA" w14:textId="58E16E43" w:rsidR="00AB440C" w:rsidRPr="006F699D" w:rsidRDefault="00AB440C" w:rsidP="00377BCE">
      <w:pPr>
        <w:rPr>
          <w:b/>
        </w:rPr>
      </w:pPr>
      <w:r w:rsidRPr="006F699D">
        <w:rPr>
          <w:b/>
          <w:lang w:eastAsia="ja-JP"/>
        </w:rPr>
        <w:t>Speed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dependent</w:t>
      </w:r>
      <w:r w:rsidR="00646BEC">
        <w:rPr>
          <w:b/>
          <w:lang w:eastAsia="ja-JP"/>
        </w:rPr>
        <w:t xml:space="preserve"> </w:t>
      </w:r>
      <w:r w:rsidRPr="006F699D">
        <w:rPr>
          <w:b/>
        </w:rPr>
        <w:t>ScalingFactor</w:t>
      </w:r>
      <w:r w:rsidR="00646BEC">
        <w:rPr>
          <w:b/>
        </w:rPr>
        <w:t xml:space="preserve"> </w:t>
      </w:r>
      <w:r w:rsidRPr="006F699D">
        <w:rPr>
          <w:b/>
        </w:rPr>
        <w:t>for</w:t>
      </w:r>
      <w:r w:rsidR="00646BEC">
        <w:rPr>
          <w:b/>
        </w:rPr>
        <w:t xml:space="preserve"> </w:t>
      </w:r>
      <w:r w:rsidRPr="006F699D">
        <w:rPr>
          <w:b/>
        </w:rPr>
        <w:t>Treselection</w:t>
      </w:r>
      <w:r w:rsidRPr="006F699D">
        <w:rPr>
          <w:b/>
          <w:vertAlign w:val="subscript"/>
        </w:rPr>
        <w:t>GERA</w:t>
      </w:r>
    </w:p>
    <w:p w14:paraId="064642E5" w14:textId="3F344C02" w:rsidR="00AB440C" w:rsidRPr="006F699D" w:rsidRDefault="00AB440C" w:rsidP="00377BCE">
      <w:pPr>
        <w:rPr>
          <w:noProof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scaling</w:t>
      </w:r>
      <w:r w:rsidR="00646BEC">
        <w:t xml:space="preserve"> </w:t>
      </w:r>
      <w:r w:rsidRPr="006F699D">
        <w:t>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</w:rPr>
        <w:t>GERA</w:t>
      </w:r>
      <w:r w:rsidR="00646BEC">
        <w:rPr>
          <w:b/>
          <w:vertAlign w:val="subscript"/>
        </w:rPr>
        <w:t xml:space="preserve"> </w:t>
      </w:r>
      <w:r w:rsidRPr="006F699D">
        <w:t>in</w:t>
      </w:r>
      <w:r w:rsidR="00646BEC">
        <w:t xml:space="preserve"> </w:t>
      </w:r>
      <w:r w:rsidRPr="006F699D">
        <w:t>H</w:t>
      </w:r>
      <w:r w:rsidR="00646BEC">
        <w:rPr>
          <w:i/>
        </w:rPr>
        <w:t xml:space="preserve"> </w:t>
      </w:r>
      <w:r w:rsidRPr="006F699D">
        <w:rPr>
          <w:i/>
        </w:rPr>
        <w:t>sf-High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="00B91152" w:rsidRPr="006F699D">
        <w:t>H</w:t>
      </w:r>
      <w:r w:rsidRPr="006F699D">
        <w:t>igh-mobility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sf-Medium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</w:t>
      </w:r>
    </w:p>
    <w:p w14:paraId="50810184" w14:textId="08A12320" w:rsidR="00AB440C" w:rsidRPr="006F699D" w:rsidRDefault="00AB440C" w:rsidP="00377BCE">
      <w:pPr>
        <w:rPr>
          <w:b/>
        </w:rPr>
      </w:pPr>
      <w:r w:rsidRPr="006F699D">
        <w:rPr>
          <w:b/>
          <w:lang w:eastAsia="ja-JP"/>
        </w:rPr>
        <w:t>Speed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dependent</w:t>
      </w:r>
      <w:r w:rsidR="00646BEC">
        <w:rPr>
          <w:b/>
          <w:lang w:eastAsia="ja-JP"/>
        </w:rPr>
        <w:t xml:space="preserve"> </w:t>
      </w:r>
      <w:r w:rsidRPr="006F699D">
        <w:rPr>
          <w:b/>
        </w:rPr>
        <w:t>ScalingFactor</w:t>
      </w:r>
      <w:r w:rsidR="00646BEC">
        <w:rPr>
          <w:b/>
        </w:rPr>
        <w:t xml:space="preserve"> </w:t>
      </w:r>
      <w:r w:rsidRPr="006F699D">
        <w:rPr>
          <w:b/>
        </w:rPr>
        <w:t>for</w:t>
      </w:r>
      <w:r w:rsidR="00646BEC">
        <w:rPr>
          <w:b/>
        </w:rPr>
        <w:t xml:space="preserve"> </w:t>
      </w:r>
      <w:r w:rsidRPr="006F699D">
        <w:rPr>
          <w:b/>
        </w:rPr>
        <w:t>Treselection</w:t>
      </w:r>
      <w:r w:rsidRPr="006F699D">
        <w:rPr>
          <w:b/>
          <w:vertAlign w:val="subscript"/>
          <w:lang w:eastAsia="zh-CN"/>
        </w:rPr>
        <w:t>CDMA_HRPD</w:t>
      </w:r>
    </w:p>
    <w:p w14:paraId="0023F2E2" w14:textId="4A20A6E3" w:rsidR="00AB440C" w:rsidRPr="006F699D" w:rsidRDefault="00AB440C" w:rsidP="00377BCE">
      <w:pPr>
        <w:rPr>
          <w:lang w:eastAsia="zh-CN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scaling</w:t>
      </w:r>
      <w:r w:rsidR="00646BEC">
        <w:t xml:space="preserve"> </w:t>
      </w:r>
      <w:r w:rsidRPr="006F699D">
        <w:t>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zh-CN"/>
        </w:rPr>
        <w:t>CDMA_HRPD</w:t>
      </w:r>
      <w:r w:rsidR="00646BEC">
        <w:rPr>
          <w:b/>
          <w:vertAlign w:val="subscript"/>
        </w:rPr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sf-High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="00B91152" w:rsidRPr="006F699D">
        <w:t>H</w:t>
      </w:r>
      <w:r w:rsidRPr="006F699D">
        <w:t>igh</w:t>
      </w:r>
      <w:r w:rsidR="00646BEC">
        <w:t xml:space="preserve"> </w:t>
      </w:r>
      <w:r w:rsidRPr="006F699D">
        <w:t>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sf-Medium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</w:t>
      </w:r>
    </w:p>
    <w:p w14:paraId="7E2977FA" w14:textId="75C9158A" w:rsidR="00AB440C" w:rsidRPr="006F699D" w:rsidRDefault="00AB440C" w:rsidP="00377BCE">
      <w:pPr>
        <w:rPr>
          <w:b/>
        </w:rPr>
      </w:pPr>
      <w:r w:rsidRPr="006F699D">
        <w:rPr>
          <w:b/>
          <w:lang w:eastAsia="ja-JP"/>
        </w:rPr>
        <w:t>Speed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dependent</w:t>
      </w:r>
      <w:r w:rsidR="00646BEC">
        <w:rPr>
          <w:b/>
          <w:lang w:eastAsia="ja-JP"/>
        </w:rPr>
        <w:t xml:space="preserve"> </w:t>
      </w:r>
      <w:r w:rsidRPr="006F699D">
        <w:rPr>
          <w:b/>
        </w:rPr>
        <w:t>ScalingFactor</w:t>
      </w:r>
      <w:r w:rsidR="00646BEC">
        <w:rPr>
          <w:b/>
        </w:rPr>
        <w:t xml:space="preserve"> </w:t>
      </w:r>
      <w:r w:rsidRPr="006F699D">
        <w:rPr>
          <w:b/>
        </w:rPr>
        <w:t>for</w:t>
      </w:r>
      <w:r w:rsidR="00646BEC">
        <w:rPr>
          <w:b/>
        </w:rPr>
        <w:t xml:space="preserve"> </w:t>
      </w:r>
      <w:r w:rsidRPr="006F699D">
        <w:rPr>
          <w:b/>
        </w:rPr>
        <w:t>Treselection</w:t>
      </w:r>
      <w:r w:rsidRPr="006F699D">
        <w:rPr>
          <w:b/>
          <w:vertAlign w:val="subscript"/>
          <w:lang w:eastAsia="zh-CN"/>
        </w:rPr>
        <w:t>CDMA_1xRTT</w:t>
      </w:r>
    </w:p>
    <w:p w14:paraId="17ECB4A6" w14:textId="164FC96E" w:rsidR="00AB440C" w:rsidRPr="006F699D" w:rsidRDefault="00AB440C" w:rsidP="00377BCE">
      <w:pPr>
        <w:rPr>
          <w:lang w:eastAsia="zh-CN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scaling</w:t>
      </w:r>
      <w:r w:rsidR="00646BEC">
        <w:t xml:space="preserve"> </w:t>
      </w:r>
      <w:r w:rsidRPr="006F699D">
        <w:t>factor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Treselection</w:t>
      </w:r>
      <w:r w:rsidRPr="006F699D">
        <w:rPr>
          <w:vertAlign w:val="subscript"/>
          <w:lang w:eastAsia="zh-CN"/>
        </w:rPr>
        <w:t>CDMA_1xRTT</w:t>
      </w:r>
      <w:r w:rsidR="00646BEC">
        <w:rPr>
          <w:b/>
          <w:vertAlign w:val="subscript"/>
        </w:rPr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sf-High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="00B91152" w:rsidRPr="006F699D">
        <w:t>H</w:t>
      </w:r>
      <w:r w:rsidRPr="006F699D">
        <w:t>igh</w:t>
      </w:r>
      <w:r w:rsidR="00646BEC">
        <w:t xml:space="preserve"> </w:t>
      </w:r>
      <w:r w:rsidRPr="006F699D">
        <w:t>mobility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sf-Medium</w:t>
      </w:r>
      <w:r w:rsidR="00646BEC">
        <w:rPr>
          <w:i/>
        </w:rPr>
        <w:t xml:space="preserve"> </w:t>
      </w:r>
      <w:r w:rsidRPr="006F699D">
        <w:t>for</w:t>
      </w:r>
      <w:r w:rsidR="00646BEC">
        <w:t xml:space="preserve"> </w:t>
      </w:r>
      <w:r w:rsidRPr="006F699D">
        <w:t>Medium-mobility</w:t>
      </w:r>
      <w:r w:rsidR="00646BEC">
        <w:t xml:space="preserve"> </w:t>
      </w:r>
      <w:r w:rsidRPr="006F699D">
        <w:t>state</w:t>
      </w:r>
    </w:p>
    <w:p w14:paraId="6EDB0BB5" w14:textId="4C1CC8C2" w:rsidR="0063784F" w:rsidRPr="006F699D" w:rsidRDefault="0063784F" w:rsidP="00377BCE">
      <w:pPr>
        <w:pStyle w:val="Heading4"/>
      </w:pPr>
      <w:bookmarkStart w:id="154" w:name="_Toc29237907"/>
      <w:bookmarkStart w:id="155" w:name="_Toc46523024"/>
      <w:bookmarkStart w:id="156" w:name="_Toc100742602"/>
      <w:r w:rsidRPr="006F699D">
        <w:t>5.2.4.8</w:t>
      </w:r>
      <w:r w:rsidRPr="006F699D">
        <w:tab/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cells</w:t>
      </w:r>
      <w:bookmarkEnd w:id="154"/>
      <w:bookmarkEnd w:id="155"/>
      <w:bookmarkEnd w:id="156"/>
    </w:p>
    <w:p w14:paraId="645D22ED" w14:textId="239A8329" w:rsidR="0063784F" w:rsidRPr="006F699D" w:rsidRDefault="0063784F" w:rsidP="00377BCE">
      <w:pPr>
        <w:pStyle w:val="Heading5"/>
      </w:pPr>
      <w:bookmarkStart w:id="157" w:name="_Toc29237908"/>
      <w:bookmarkStart w:id="158" w:name="_Toc46523025"/>
      <w:bookmarkStart w:id="159" w:name="_Toc100742603"/>
      <w:r w:rsidRPr="006F699D">
        <w:t>5.2.4.8.1</w:t>
      </w:r>
      <w:r w:rsidRPr="006F699D">
        <w:tab/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non-CSG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</w:t>
      </w:r>
      <w:bookmarkEnd w:id="157"/>
      <w:bookmarkEnd w:id="158"/>
      <w:bookmarkEnd w:id="159"/>
    </w:p>
    <w:p w14:paraId="6411C7D2" w14:textId="7C4C061D" w:rsidR="0063784F" w:rsidRPr="006F699D" w:rsidRDefault="00802028" w:rsidP="00377BCE">
      <w:r w:rsidRPr="006F699D">
        <w:t>In</w:t>
      </w:r>
      <w:r w:rsidR="00646BEC">
        <w:t xml:space="preserve"> </w:t>
      </w:r>
      <w:r w:rsidRPr="006F699D">
        <w:t>addition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autonomous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function</w:t>
      </w:r>
      <w:r w:rsidR="00646BEC"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detect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at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least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previously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visited</w:t>
      </w:r>
      <w:r w:rsidR="00646BEC">
        <w:rPr>
          <w:lang w:eastAsia="ja-JP"/>
        </w:rPr>
        <w:t xml:space="preserve"> </w:t>
      </w:r>
      <w:r w:rsidRPr="006F699D">
        <w:t>CSG</w:t>
      </w:r>
      <w:r w:rsidR="00646BEC">
        <w:t xml:space="preserve"> </w:t>
      </w:r>
      <w:r w:rsidR="00661593" w:rsidRPr="006F699D">
        <w:t>member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non-serving</w:t>
      </w:r>
      <w:r w:rsidR="00646BEC">
        <w:t xml:space="preserve"> </w:t>
      </w:r>
      <w:r w:rsidRPr="006F699D">
        <w:t>frequencies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including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frequencies,</w:t>
      </w:r>
      <w:r w:rsidR="00646BEC">
        <w:t xml:space="preserve"> </w:t>
      </w:r>
      <w:r w:rsidR="00FE60C1" w:rsidRPr="006F699D">
        <w:rPr>
          <w:lang w:eastAsia="ja-JP"/>
        </w:rPr>
        <w:t>according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performance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requirements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specified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TS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36.133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[</w:t>
      </w:r>
      <w:r w:rsidR="00057D27" w:rsidRPr="006F699D">
        <w:rPr>
          <w:lang w:eastAsia="ja-JP"/>
        </w:rPr>
        <w:t>10]</w:t>
      </w:r>
      <w:r w:rsidR="00FE60C1"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t>when</w:t>
      </w:r>
      <w:r w:rsidR="00646BEC">
        <w:t xml:space="preserve"> </w:t>
      </w:r>
      <w:r w:rsidRPr="006F699D">
        <w:t>at</w:t>
      </w:r>
      <w:r w:rsidR="00646BEC">
        <w:t xml:space="preserve"> </w:t>
      </w:r>
      <w:r w:rsidRPr="006F699D">
        <w:t>least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ID</w:t>
      </w:r>
      <w:r w:rsidR="00646BEC">
        <w:t xml:space="preserve"> </w:t>
      </w:r>
      <w:r w:rsidR="002E7560" w:rsidRPr="006F699D">
        <w:t>with</w:t>
      </w:r>
      <w:r w:rsidR="00646BEC">
        <w:t xml:space="preserve"> </w:t>
      </w:r>
      <w:r w:rsidR="002E7560" w:rsidRPr="006F699D">
        <w:t>associated</w:t>
      </w:r>
      <w:r w:rsidR="00646BEC">
        <w:t xml:space="preserve"> </w:t>
      </w:r>
      <w:r w:rsidR="002E7560" w:rsidRPr="006F699D">
        <w:t>PLMN</w:t>
      </w:r>
      <w:r w:rsidR="00646BEC">
        <w:t xml:space="preserve"> </w:t>
      </w:r>
      <w:r w:rsidR="002E7560" w:rsidRPr="006F699D">
        <w:t>identity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included</w:t>
      </w:r>
      <w:r w:rsidR="00646BEC">
        <w:t xml:space="preserve"> </w:t>
      </w:r>
      <w:r w:rsidR="0059030F" w:rsidRPr="006F699D">
        <w:t>in</w:t>
      </w:r>
      <w:r w:rsidR="00646BEC">
        <w:t xml:space="preserve"> </w:t>
      </w:r>
      <w:r w:rsidR="0059030F" w:rsidRPr="006F699D">
        <w:t>the</w:t>
      </w:r>
      <w:r w:rsidR="00646BEC">
        <w:t xml:space="preserve"> </w:t>
      </w:r>
      <w:r w:rsidR="0059030F" w:rsidRPr="006F699D">
        <w:t>UE'</w:t>
      </w:r>
      <w:r w:rsidRPr="006F699D">
        <w:t>s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whitelist.</w:t>
      </w:r>
      <w:r w:rsidR="00646BEC">
        <w:t xml:space="preserve"> </w:t>
      </w:r>
      <w:r w:rsidR="00EF2887" w:rsidRPr="006F699D">
        <w:t>The</w:t>
      </w:r>
      <w:r w:rsidR="00646BEC">
        <w:t xml:space="preserve"> </w:t>
      </w:r>
      <w:r w:rsidR="00EF2887" w:rsidRPr="006F699D">
        <w:t>UE</w:t>
      </w:r>
      <w:r w:rsidR="00646BEC">
        <w:t xml:space="preserve"> </w:t>
      </w:r>
      <w:r w:rsidR="00EF2887" w:rsidRPr="006F699D">
        <w:t>may</w:t>
      </w:r>
      <w:r w:rsidR="00646BEC">
        <w:t xml:space="preserve"> </w:t>
      </w:r>
      <w:r w:rsidR="00EF2887" w:rsidRPr="006F699D">
        <w:t>also</w:t>
      </w:r>
      <w:r w:rsidR="00646BEC">
        <w:t xml:space="preserve"> </w:t>
      </w:r>
      <w:r w:rsidR="00EF2887" w:rsidRPr="006F699D">
        <w:t>use</w:t>
      </w:r>
      <w:r w:rsidR="00646BEC">
        <w:t xml:space="preserve"> </w:t>
      </w:r>
      <w:r w:rsidR="00EF2887" w:rsidRPr="006F699D">
        <w:t>autonomous</w:t>
      </w:r>
      <w:r w:rsidR="00646BEC">
        <w:t xml:space="preserve"> </w:t>
      </w:r>
      <w:r w:rsidR="00EF2887" w:rsidRPr="006F699D">
        <w:t>search</w:t>
      </w:r>
      <w:r w:rsidR="00646BEC">
        <w:t xml:space="preserve"> </w:t>
      </w:r>
      <w:r w:rsidR="00EF2887" w:rsidRPr="006F699D">
        <w:t>on</w:t>
      </w:r>
      <w:r w:rsidR="00646BEC">
        <w:t xml:space="preserve"> </w:t>
      </w:r>
      <w:r w:rsidR="00EF2887" w:rsidRPr="006F699D">
        <w:t>the</w:t>
      </w:r>
      <w:r w:rsidR="00646BEC">
        <w:t xml:space="preserve"> </w:t>
      </w:r>
      <w:r w:rsidR="00EF2887" w:rsidRPr="006F699D">
        <w:t>serving</w:t>
      </w:r>
      <w:r w:rsidR="00646BEC">
        <w:t xml:space="preserve"> </w:t>
      </w:r>
      <w:r w:rsidR="00EF2887" w:rsidRPr="006F699D">
        <w:t>frequency.</w:t>
      </w:r>
      <w:r w:rsidR="00646BEC">
        <w:t xml:space="preserve"> </w:t>
      </w:r>
      <w:r w:rsidR="00EF2887" w:rsidRPr="006F699D">
        <w:t>The</w:t>
      </w:r>
      <w:r w:rsidR="00646BEC">
        <w:t xml:space="preserve"> </w:t>
      </w:r>
      <w:r w:rsidR="00EF2887" w:rsidRPr="006F699D">
        <w:t>UE</w:t>
      </w:r>
      <w:r w:rsidR="00646BEC">
        <w:t xml:space="preserve"> </w:t>
      </w:r>
      <w:r w:rsidR="00EF2887" w:rsidRPr="006F699D">
        <w:t>shall</w:t>
      </w:r>
      <w:r w:rsidR="00646BEC">
        <w:t xml:space="preserve"> </w:t>
      </w:r>
      <w:r w:rsidR="00EF2887" w:rsidRPr="006F699D">
        <w:t>disable</w:t>
      </w:r>
      <w:r w:rsidR="00646BEC">
        <w:t xml:space="preserve"> </w:t>
      </w:r>
      <w:r w:rsidR="00EF2887" w:rsidRPr="006F699D">
        <w:t>the</w:t>
      </w:r>
      <w:r w:rsidR="00646BEC">
        <w:t xml:space="preserve"> </w:t>
      </w:r>
      <w:r w:rsidR="00EF2887" w:rsidRPr="006F699D">
        <w:t>autonomous</w:t>
      </w:r>
      <w:r w:rsidR="00646BEC">
        <w:t xml:space="preserve"> </w:t>
      </w:r>
      <w:r w:rsidR="00EF2887" w:rsidRPr="006F699D">
        <w:t>search</w:t>
      </w:r>
      <w:r w:rsidR="00646BEC">
        <w:t xml:space="preserve"> </w:t>
      </w:r>
      <w:r w:rsidR="00EF2887" w:rsidRPr="006F699D">
        <w:t>f</w:t>
      </w:r>
      <w:r w:rsidR="0059030F" w:rsidRPr="006F699D">
        <w:t>unction</w:t>
      </w:r>
      <w:r w:rsidR="00646BEC">
        <w:t xml:space="preserve"> </w:t>
      </w:r>
      <w:r w:rsidR="0059030F" w:rsidRPr="006F699D">
        <w:t>for</w:t>
      </w:r>
      <w:r w:rsidR="00646BEC">
        <w:t xml:space="preserve"> </w:t>
      </w:r>
      <w:r w:rsidR="0059030F" w:rsidRPr="006F699D">
        <w:t>CSG</w:t>
      </w:r>
      <w:r w:rsidR="00646BEC">
        <w:t xml:space="preserve"> </w:t>
      </w:r>
      <w:r w:rsidR="0059030F" w:rsidRPr="006F699D">
        <w:t>cells</w:t>
      </w:r>
      <w:r w:rsidR="00646BEC">
        <w:t xml:space="preserve"> </w:t>
      </w:r>
      <w:r w:rsidR="0059030F" w:rsidRPr="006F699D">
        <w:t>if</w:t>
      </w:r>
      <w:r w:rsidR="00646BEC">
        <w:t xml:space="preserve"> </w:t>
      </w:r>
      <w:r w:rsidR="0059030F" w:rsidRPr="006F699D">
        <w:t>the</w:t>
      </w:r>
      <w:r w:rsidR="00646BEC">
        <w:t xml:space="preserve"> </w:t>
      </w:r>
      <w:r w:rsidR="0059030F" w:rsidRPr="006F699D">
        <w:t>UE'</w:t>
      </w:r>
      <w:r w:rsidR="00EF2887" w:rsidRPr="006F699D">
        <w:t>s</w:t>
      </w:r>
      <w:r w:rsidR="00646BEC">
        <w:t xml:space="preserve"> </w:t>
      </w:r>
      <w:r w:rsidR="00F06BC7" w:rsidRPr="006F699D">
        <w:t>CSG</w:t>
      </w:r>
      <w:r w:rsidR="00646BEC">
        <w:t xml:space="preserve"> </w:t>
      </w:r>
      <w:r w:rsidR="00F06BC7" w:rsidRPr="006F699D">
        <w:t>whitelist</w:t>
      </w:r>
      <w:r w:rsidR="00646BEC">
        <w:t xml:space="preserve"> </w:t>
      </w:r>
      <w:r w:rsidR="00EF2887" w:rsidRPr="006F699D">
        <w:t>is</w:t>
      </w:r>
      <w:r w:rsidR="00646BEC">
        <w:t xml:space="preserve"> </w:t>
      </w:r>
      <w:r w:rsidR="00EF2887" w:rsidRPr="006F699D">
        <w:t>empty.</w:t>
      </w:r>
    </w:p>
    <w:p w14:paraId="192BA872" w14:textId="4D4884C2" w:rsidR="00EB7616" w:rsidRPr="006F699D" w:rsidRDefault="00EB7616" w:rsidP="00377BCE">
      <w:pPr>
        <w:pStyle w:val="NO"/>
      </w:pPr>
      <w:r w:rsidRPr="006F699D">
        <w:t>NOTE: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autonomous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function,</w:t>
      </w:r>
      <w:r w:rsidR="00646BEC">
        <w:t xml:space="preserve"> </w:t>
      </w:r>
      <w:r w:rsidRPr="006F699D">
        <w:t>per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implementation,</w:t>
      </w:r>
      <w:r w:rsidR="00646BEC">
        <w:t xml:space="preserve"> </w:t>
      </w:r>
      <w:r w:rsidRPr="006F699D">
        <w:t>determines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and/or</w:t>
      </w:r>
      <w:r w:rsidR="00646BEC">
        <w:t xml:space="preserve"> </w:t>
      </w:r>
      <w:r w:rsidRPr="006F699D">
        <w:t>where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CSG</w:t>
      </w:r>
      <w:r w:rsidR="00646BEC">
        <w:t xml:space="preserve"> </w:t>
      </w:r>
      <w:r w:rsidR="00661593" w:rsidRPr="006F699D">
        <w:t>member</w:t>
      </w:r>
      <w:r w:rsidR="00646BEC">
        <w:t xml:space="preserve"> </w:t>
      </w:r>
      <w:r w:rsidRPr="006F699D">
        <w:t>cells.</w:t>
      </w:r>
    </w:p>
    <w:p w14:paraId="3AE9D922" w14:textId="0B87FDA5" w:rsidR="008D4CB8" w:rsidRPr="006F699D" w:rsidRDefault="00EF2887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detects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different</w:t>
      </w:r>
      <w:r w:rsidR="00646BEC">
        <w:t xml:space="preserve"> </w:t>
      </w:r>
      <w:r w:rsidRPr="006F699D">
        <w:t>frequencies,</w:t>
      </w:r>
      <w:r w:rsidR="00646BEC">
        <w:t xml:space="preserve"> </w:t>
      </w:r>
      <w:r w:rsidRPr="006F699D">
        <w:t>then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r</w:t>
      </w:r>
      <w:r w:rsidR="006E61BC" w:rsidRPr="006F699D">
        <w:t>eselect</w:t>
      </w:r>
      <w:r w:rsidR="00646BEC">
        <w:t xml:space="preserve"> </w:t>
      </w:r>
      <w:r w:rsidR="006E61BC" w:rsidRPr="006F699D">
        <w:t>to</w:t>
      </w:r>
      <w:r w:rsidR="00646BEC">
        <w:t xml:space="preserve"> </w:t>
      </w:r>
      <w:r w:rsidR="006E61BC" w:rsidRPr="006F699D">
        <w:t>one</w:t>
      </w:r>
      <w:r w:rsidR="00646BEC">
        <w:t xml:space="preserve"> </w:t>
      </w:r>
      <w:r w:rsidR="006E61BC" w:rsidRPr="006F699D">
        <w:t>of</w:t>
      </w:r>
      <w:r w:rsidR="00646BEC">
        <w:t xml:space="preserve"> </w:t>
      </w:r>
      <w:r w:rsidR="006E61BC" w:rsidRPr="006F699D">
        <w:t>the</w:t>
      </w:r>
      <w:r w:rsidR="00646BEC">
        <w:t xml:space="preserve"> </w:t>
      </w:r>
      <w:r w:rsidR="006E61BC" w:rsidRPr="006F699D">
        <w:t>detected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irrespective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priority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currently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concerned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frequency.</w:t>
      </w:r>
    </w:p>
    <w:p w14:paraId="383BBE46" w14:textId="6823ADA1" w:rsidR="00EF2887" w:rsidRPr="006F699D" w:rsidRDefault="00EF2887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detects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frequency,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reselect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per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(5.2.4.6.).</w:t>
      </w:r>
    </w:p>
    <w:p w14:paraId="66FF63DC" w14:textId="220893AA" w:rsidR="0063784F" w:rsidRPr="006F699D" w:rsidRDefault="00EF2887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detects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another</w:t>
      </w:r>
      <w:r w:rsidR="00646BEC">
        <w:t xml:space="preserve"> </w:t>
      </w:r>
      <w:r w:rsidRPr="006F699D">
        <w:t>RAT,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reselect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them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25.304</w:t>
      </w:r>
      <w:r w:rsidR="00646BEC">
        <w:t xml:space="preserve"> </w:t>
      </w:r>
      <w:r w:rsidR="006F699D" w:rsidRPr="006F699D">
        <w:t>[</w:t>
      </w:r>
      <w:r w:rsidR="00057D27" w:rsidRPr="006F699D">
        <w:t>19]</w:t>
      </w:r>
      <w:r w:rsidRPr="006F699D">
        <w:t>.</w:t>
      </w:r>
    </w:p>
    <w:p w14:paraId="6EA6E65B" w14:textId="2EA2AF25" w:rsidR="0063784F" w:rsidRPr="006F699D" w:rsidRDefault="0063784F" w:rsidP="00377BCE">
      <w:pPr>
        <w:pStyle w:val="Heading5"/>
      </w:pPr>
      <w:bookmarkStart w:id="160" w:name="_Toc29237909"/>
      <w:bookmarkStart w:id="161" w:name="_Toc46523026"/>
      <w:bookmarkStart w:id="162" w:name="_Toc100742604"/>
      <w:r w:rsidRPr="006F699D">
        <w:t>5.2.4.8.2</w:t>
      </w:r>
      <w:r w:rsidRPr="006F699D">
        <w:tab/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</w:t>
      </w:r>
      <w:bookmarkEnd w:id="160"/>
      <w:bookmarkEnd w:id="161"/>
      <w:bookmarkEnd w:id="162"/>
    </w:p>
    <w:p w14:paraId="13E01F6E" w14:textId="76DA07C8" w:rsidR="008D4CB8" w:rsidRPr="006F699D" w:rsidRDefault="008D4CB8" w:rsidP="00377BCE">
      <w:r w:rsidRPr="006F699D">
        <w:t>While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apply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5.2.4.</w:t>
      </w:r>
    </w:p>
    <w:p w14:paraId="182287DE" w14:textId="1E07EF14" w:rsidR="009F0CE0" w:rsidRPr="006F699D" w:rsidRDefault="009F0CE0" w:rsidP="00377BCE">
      <w:pPr>
        <w:pStyle w:val="BodyText"/>
      </w:pPr>
      <w:r w:rsidRPr="006F699D">
        <w:t>To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non-serving</w:t>
      </w:r>
      <w:r w:rsidR="00646BEC">
        <w:t xml:space="preserve"> </w:t>
      </w:r>
      <w:r w:rsidRPr="006F699D">
        <w:t>frequencies,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autonomous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function.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detects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non-serving</w:t>
      </w:r>
      <w:r w:rsidR="00646BEC">
        <w:t xml:space="preserve"> </w:t>
      </w:r>
      <w:r w:rsidRPr="006F699D">
        <w:t>frequency,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reselect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detected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ranked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its</w:t>
      </w:r>
      <w:r w:rsidR="00646BEC">
        <w:t xml:space="preserve"> </w:t>
      </w:r>
      <w:r w:rsidRPr="006F699D">
        <w:t>frequency.</w:t>
      </w:r>
    </w:p>
    <w:p w14:paraId="7FC31F5E" w14:textId="64C543B0" w:rsidR="009F0CE0" w:rsidRPr="006F699D" w:rsidRDefault="009F0CE0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detects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another</w:t>
      </w:r>
      <w:r w:rsidR="00646BEC">
        <w:t xml:space="preserve"> </w:t>
      </w:r>
      <w:r w:rsidRPr="006F699D">
        <w:t>RAT,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reselect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them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allowed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25.304</w:t>
      </w:r>
      <w:r w:rsidR="00646BEC">
        <w:t xml:space="preserve"> </w:t>
      </w:r>
      <w:r w:rsidR="006F699D" w:rsidRPr="006F699D">
        <w:t>[</w:t>
      </w:r>
      <w:r w:rsidR="00057D27" w:rsidRPr="006F699D">
        <w:t>19]</w:t>
      </w:r>
      <w:r w:rsidRPr="006F699D">
        <w:t>.</w:t>
      </w:r>
    </w:p>
    <w:p w14:paraId="7B97638A" w14:textId="2B65BC58" w:rsidR="0008209D" w:rsidRPr="006F699D" w:rsidRDefault="0008209D" w:rsidP="00377BCE">
      <w:pPr>
        <w:pStyle w:val="Heading4"/>
      </w:pPr>
      <w:bookmarkStart w:id="163" w:name="_Toc29237910"/>
      <w:bookmarkStart w:id="164" w:name="_Toc46523027"/>
      <w:bookmarkStart w:id="165" w:name="_Toc100742605"/>
      <w:r w:rsidRPr="006F699D">
        <w:t>5.2.4.9</w:t>
      </w:r>
      <w:r w:rsidRPr="006F699D">
        <w:tab/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Hybrid</w:t>
      </w:r>
      <w:r w:rsidR="00646BEC">
        <w:t xml:space="preserve"> </w:t>
      </w:r>
      <w:r w:rsidRPr="006F699D">
        <w:t>cells</w:t>
      </w:r>
      <w:bookmarkEnd w:id="163"/>
      <w:bookmarkEnd w:id="164"/>
      <w:bookmarkEnd w:id="165"/>
    </w:p>
    <w:p w14:paraId="79D291DA" w14:textId="64D522FF" w:rsidR="0008209D" w:rsidRPr="006F699D" w:rsidRDefault="0008209D" w:rsidP="00377BCE">
      <w:r w:rsidRPr="006F699D">
        <w:t>In</w:t>
      </w:r>
      <w:r w:rsidR="00646BEC">
        <w:t xml:space="preserve"> </w:t>
      </w:r>
      <w:r w:rsidRPr="006F699D">
        <w:t>addition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rules,</w:t>
      </w:r>
      <w:r w:rsidR="00646BEC">
        <w:t xml:space="preserve"> </w:t>
      </w:r>
      <w:r w:rsidR="00FE60C1"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autonomous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function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detect</w:t>
      </w:r>
      <w:r w:rsidR="00646BEC">
        <w:t xml:space="preserve"> </w:t>
      </w:r>
      <w:r w:rsidR="00FE60C1" w:rsidRPr="006F699D">
        <w:rPr>
          <w:lang w:eastAsia="ja-JP"/>
        </w:rPr>
        <w:t>at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least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previously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visited</w:t>
      </w:r>
      <w:r w:rsidR="00646BEC">
        <w:rPr>
          <w:lang w:eastAsia="ja-JP"/>
        </w:rPr>
        <w:t xml:space="preserve"> </w:t>
      </w:r>
      <w:r w:rsidRPr="006F699D">
        <w:t>hybrid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whose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ID</w:t>
      </w:r>
      <w:r w:rsidR="00646BEC">
        <w:t xml:space="preserve"> </w:t>
      </w:r>
      <w:r w:rsidR="002E7560" w:rsidRPr="006F699D">
        <w:t>and</w:t>
      </w:r>
      <w:r w:rsidR="00646BEC">
        <w:t xml:space="preserve"> </w:t>
      </w:r>
      <w:r w:rsidR="002E7560" w:rsidRPr="006F699D">
        <w:t>associated</w:t>
      </w:r>
      <w:r w:rsidR="00646BEC">
        <w:t xml:space="preserve"> </w:t>
      </w:r>
      <w:r w:rsidR="002E7560" w:rsidRPr="006F699D">
        <w:t>PLMN</w:t>
      </w:r>
      <w:r w:rsidR="00646BEC">
        <w:t xml:space="preserve"> </w:t>
      </w:r>
      <w:r w:rsidR="002E7560" w:rsidRPr="006F699D">
        <w:t>identity</w:t>
      </w:r>
      <w:r w:rsidR="00646BEC">
        <w:t xml:space="preserve"> </w:t>
      </w:r>
      <w:r w:rsidR="002E7560" w:rsidRPr="006F699D">
        <w:t>is</w:t>
      </w:r>
      <w:r w:rsidR="00646BEC">
        <w:t xml:space="preserve"> </w:t>
      </w:r>
      <w:r w:rsidR="002E7560" w:rsidRPr="006F699D">
        <w:t>in</w:t>
      </w:r>
      <w:r w:rsidR="00646BEC">
        <w:t xml:space="preserve"> </w:t>
      </w:r>
      <w:r w:rsidR="002E7560" w:rsidRPr="006F699D">
        <w:t>the</w:t>
      </w:r>
      <w:r w:rsidR="00646BEC">
        <w:t xml:space="preserve"> </w:t>
      </w:r>
      <w:r w:rsidR="002E7560" w:rsidRPr="006F699D">
        <w:t>UE'</w:t>
      </w:r>
      <w:r w:rsidRPr="006F699D">
        <w:t>s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whitelist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according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performance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requirements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specified</w:t>
      </w:r>
      <w:r w:rsidR="00646BEC">
        <w:rPr>
          <w:lang w:eastAsia="ja-JP"/>
        </w:rPr>
        <w:t xml:space="preserve"> </w:t>
      </w:r>
      <w:r w:rsidR="00FE60C1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TS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36.133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[</w:t>
      </w:r>
      <w:r w:rsidR="00057D27" w:rsidRPr="006F699D">
        <w:rPr>
          <w:lang w:eastAsia="ja-JP"/>
        </w:rPr>
        <w:t>10]</w:t>
      </w:r>
      <w:r w:rsidRPr="006F699D">
        <w:t>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treat</w:t>
      </w:r>
      <w:r w:rsidR="00646BEC">
        <w:t xml:space="preserve"> </w:t>
      </w:r>
      <w:r w:rsidRPr="006F699D">
        <w:t>detected</w:t>
      </w:r>
      <w:r w:rsidR="00646BEC">
        <w:t xml:space="preserve"> </w:t>
      </w:r>
      <w:r w:rsidRPr="006F699D">
        <w:t>hybrid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ID</w:t>
      </w:r>
      <w:r w:rsidR="00646BEC">
        <w:t xml:space="preserve"> </w:t>
      </w:r>
      <w:r w:rsidR="002E7560" w:rsidRPr="006F699D">
        <w:t>and</w:t>
      </w:r>
      <w:r w:rsidR="00646BEC">
        <w:t xml:space="preserve"> </w:t>
      </w:r>
      <w:r w:rsidR="002E7560" w:rsidRPr="006F699D">
        <w:t>associated</w:t>
      </w:r>
      <w:r w:rsidR="00646BEC">
        <w:t xml:space="preserve"> </w:t>
      </w:r>
      <w:r w:rsidR="002E7560" w:rsidRPr="006F699D">
        <w:t>PLMN</w:t>
      </w:r>
      <w:r w:rsidR="00646BEC">
        <w:t xml:space="preserve"> </w:t>
      </w:r>
      <w:r w:rsidR="002E7560" w:rsidRPr="006F699D">
        <w:t>identity</w:t>
      </w:r>
      <w:r w:rsidR="00646BEC">
        <w:t xml:space="preserve"> </w:t>
      </w:r>
      <w:r w:rsidR="002A67AD" w:rsidRPr="006F699D">
        <w:t>of</w:t>
      </w:r>
      <w:r w:rsidR="00646BEC">
        <w:t xml:space="preserve"> </w:t>
      </w:r>
      <w:r w:rsidR="002A67AD" w:rsidRPr="006F699D">
        <w:t>the</w:t>
      </w:r>
      <w:r w:rsidR="00646BEC">
        <w:t xml:space="preserve"> </w:t>
      </w:r>
      <w:r w:rsidR="002A67AD" w:rsidRPr="006F699D">
        <w:t>hybrid</w:t>
      </w:r>
      <w:r w:rsidR="00646BEC">
        <w:t xml:space="preserve"> </w:t>
      </w:r>
      <w:r w:rsidR="002A67AD" w:rsidRPr="006F699D">
        <w:t>cell</w:t>
      </w:r>
      <w:r w:rsidR="00646BEC">
        <w:t xml:space="preserve"> </w:t>
      </w:r>
      <w:r w:rsidR="002A67AD" w:rsidRPr="006F699D">
        <w:t>is</w:t>
      </w:r>
      <w:r w:rsidR="00646BEC">
        <w:t xml:space="preserve"> </w:t>
      </w:r>
      <w:r w:rsidR="002A67AD" w:rsidRPr="006F699D">
        <w:t>in</w:t>
      </w:r>
      <w:r w:rsidR="00646BEC">
        <w:t xml:space="preserve"> </w:t>
      </w:r>
      <w:r w:rsidR="002A67AD" w:rsidRPr="006F699D">
        <w:t>the</w:t>
      </w:r>
      <w:r w:rsidR="00646BEC">
        <w:t xml:space="preserve"> </w:t>
      </w:r>
      <w:r w:rsidR="002A67AD" w:rsidRPr="006F699D">
        <w:t>UE'</w:t>
      </w:r>
      <w:r w:rsidRPr="006F699D">
        <w:t>s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whitelist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normal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otherwise.</w:t>
      </w:r>
    </w:p>
    <w:p w14:paraId="1E32479E" w14:textId="36B5088F" w:rsidR="0056349E" w:rsidRPr="006F699D" w:rsidRDefault="0056349E" w:rsidP="0056349E">
      <w:pPr>
        <w:pStyle w:val="Heading4"/>
        <w:rPr>
          <w:lang w:eastAsia="zh-CN"/>
        </w:rPr>
      </w:pPr>
      <w:bookmarkStart w:id="166" w:name="_Toc29237911"/>
      <w:bookmarkStart w:id="167" w:name="_Toc46523028"/>
      <w:bookmarkStart w:id="168" w:name="_Toc100742606"/>
      <w:r w:rsidRPr="006F699D">
        <w:rPr>
          <w:lang w:eastAsia="zh-CN"/>
        </w:rPr>
        <w:lastRenderedPageBreak/>
        <w:t>5.2.4.10</w:t>
      </w:r>
      <w:r w:rsidRPr="006F699D">
        <w:rPr>
          <w:lang w:eastAsia="zh-CN"/>
        </w:rPr>
        <w:tab/>
        <w:t>E-UTRAN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Inter-frequency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procedure</w:t>
      </w:r>
      <w:bookmarkEnd w:id="166"/>
      <w:bookmarkEnd w:id="167"/>
      <w:bookmarkEnd w:id="168"/>
    </w:p>
    <w:p w14:paraId="09F22FC6" w14:textId="0E02CD48" w:rsidR="0056349E" w:rsidRPr="006F699D" w:rsidRDefault="0056349E" w:rsidP="0056349E">
      <w:r w:rsidRPr="006F699D">
        <w:t>If</w:t>
      </w:r>
      <w:r w:rsidR="00646BEC">
        <w:t xml:space="preserve"> </w:t>
      </w:r>
      <w:r w:rsidRPr="006F699D">
        <w:rPr>
          <w:lang w:eastAsia="zh-CN"/>
        </w:rPr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rPr>
          <w:lang w:eastAsia="zh-CN"/>
        </w:rPr>
        <w:t>redistribution</w:t>
      </w:r>
      <w:r w:rsidR="00646BEC">
        <w:t xml:space="preserve"> </w:t>
      </w:r>
      <w:r w:rsidRPr="006F699D">
        <w:t>capable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redistributionServingInfo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t xml:space="preserve"> </w:t>
      </w:r>
      <w:r w:rsidRPr="006F699D">
        <w:t>included</w:t>
      </w:r>
      <w:r w:rsidR="00646BEC">
        <w:t xml:space="preserve"> </w:t>
      </w:r>
      <w:r w:rsidRPr="006F699D">
        <w:rPr>
          <w:rFonts w:eastAsia="SimSun"/>
        </w:rPr>
        <w:t>in</w:t>
      </w:r>
      <w:r w:rsidR="00646BEC">
        <w:rPr>
          <w:rFonts w:eastAsia="SimSun"/>
        </w:rPr>
        <w:t xml:space="preserve"> </w:t>
      </w:r>
      <w:r w:rsidRPr="006F699D">
        <w:rPr>
          <w:i/>
        </w:rPr>
        <w:t>SystemInformationBlockType3</w:t>
      </w:r>
      <w:r w:rsidR="00646BEC">
        <w:t xml:space="preserve"> </w:t>
      </w:r>
      <w:r w:rsidRPr="006F699D">
        <w:rPr>
          <w:lang w:eastAsia="zh-CN"/>
        </w:rPr>
        <w:t>and</w:t>
      </w:r>
      <w:r w:rsidR="00646BEC">
        <w:t xml:space="preserve"> </w:t>
      </w:r>
      <w:r w:rsidRPr="006F699D">
        <w:rPr>
          <w:i/>
          <w:lang w:eastAsia="zh-CN"/>
        </w:rPr>
        <w:t>redistributionInterFreqInfo</w:t>
      </w:r>
      <w:r w:rsidR="00646BEC">
        <w:rPr>
          <w:i/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included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i/>
        </w:rPr>
        <w:t>SystemInformationBlockType5</w:t>
      </w:r>
      <w:r w:rsidR="00646BEC"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iCs/>
          <w:lang w:eastAsia="zh-CN"/>
        </w:rPr>
        <w:t>the</w:t>
      </w:r>
      <w:r w:rsidR="00646BEC">
        <w:rPr>
          <w:iCs/>
          <w:lang w:eastAsia="zh-CN"/>
        </w:rPr>
        <w:t xml:space="preserve"> </w:t>
      </w:r>
      <w:r w:rsidRPr="006F699D">
        <w:rPr>
          <w:iCs/>
          <w:lang w:eastAsia="zh-CN"/>
        </w:rPr>
        <w:t>UE</w:t>
      </w:r>
      <w:r w:rsidR="00646BEC">
        <w:rPr>
          <w:iCs/>
          <w:lang w:eastAsia="zh-CN"/>
        </w:rPr>
        <w:t xml:space="preserve"> </w:t>
      </w:r>
      <w:r w:rsidRPr="006F699D">
        <w:rPr>
          <w:iCs/>
          <w:lang w:eastAsia="zh-CN"/>
        </w:rPr>
        <w:t>is</w:t>
      </w:r>
      <w:r w:rsidR="00646BEC">
        <w:rPr>
          <w:iCs/>
          <w:lang w:eastAsia="zh-CN"/>
        </w:rPr>
        <w:t xml:space="preserve"> </w:t>
      </w:r>
      <w:r w:rsidRPr="006F699D">
        <w:rPr>
          <w:iCs/>
          <w:lang w:eastAsia="zh-CN"/>
        </w:rPr>
        <w:t>not</w:t>
      </w:r>
      <w:r w:rsidR="00646BEC">
        <w:rPr>
          <w:iCs/>
          <w:lang w:eastAsia="zh-CN"/>
        </w:rPr>
        <w:t xml:space="preserve"> </w:t>
      </w:r>
      <w:r w:rsidRPr="006F699D">
        <w:rPr>
          <w:iCs/>
          <w:lang w:eastAsia="zh-CN"/>
        </w:rPr>
        <w:t>configured</w:t>
      </w:r>
      <w:r w:rsidR="00646BEC">
        <w:rPr>
          <w:iCs/>
          <w:lang w:eastAsia="zh-CN"/>
        </w:rPr>
        <w:t xml:space="preserve"> </w:t>
      </w:r>
      <w:r w:rsidRPr="006F699D">
        <w:rPr>
          <w:iCs/>
          <w:lang w:eastAsia="zh-CN"/>
        </w:rPr>
        <w:t>with</w:t>
      </w:r>
      <w:r w:rsidR="00646BEC">
        <w:rPr>
          <w:iCs/>
          <w:lang w:eastAsia="zh-CN"/>
        </w:rPr>
        <w:t xml:space="preserve"> </w:t>
      </w:r>
      <w:r w:rsidRPr="006F699D">
        <w:rPr>
          <w:iCs/>
          <w:lang w:eastAsia="zh-CN"/>
        </w:rPr>
        <w:t>dedicated</w:t>
      </w:r>
      <w:r w:rsidR="00646BEC">
        <w:rPr>
          <w:iCs/>
          <w:lang w:eastAsia="zh-CN"/>
        </w:rPr>
        <w:t xml:space="preserve"> </w:t>
      </w:r>
      <w:r w:rsidRPr="006F699D">
        <w:rPr>
          <w:iCs/>
          <w:lang w:eastAsia="zh-CN"/>
        </w:rPr>
        <w:t>priorities</w:t>
      </w:r>
      <w:r w:rsidR="00646BEC">
        <w:t xml:space="preserve"> </w:t>
      </w:r>
      <w:r w:rsidRPr="006F699D">
        <w:t>and</w:t>
      </w:r>
    </w:p>
    <w:p w14:paraId="2B1F7B53" w14:textId="5381F3A3" w:rsidR="0056349E" w:rsidRPr="006F699D" w:rsidRDefault="0056349E" w:rsidP="0056349E">
      <w:pPr>
        <w:pStyle w:val="B1"/>
        <w:rPr>
          <w:lang w:eastAsia="ja-JP"/>
        </w:rPr>
      </w:pPr>
      <w:bookmarkStart w:id="169" w:name="OLE_LINK25"/>
      <w:bookmarkStart w:id="170" w:name="OLE_LINK26"/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T360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running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i/>
          <w:lang w:eastAsia="zh-CN"/>
        </w:rPr>
        <w:t>redistrOnPagingOnly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present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SystemInformationBlockType3</w:t>
      </w:r>
      <w:r w:rsidR="00603BEA"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</w:p>
    <w:bookmarkEnd w:id="169"/>
    <w:bookmarkEnd w:id="170"/>
    <w:p w14:paraId="71CAE210" w14:textId="03C3AB18" w:rsidR="0056349E" w:rsidRPr="006F699D" w:rsidRDefault="0056349E" w:rsidP="0056349E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T360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expires</w:t>
      </w:r>
      <w:r w:rsidR="00646BEC">
        <w:rPr>
          <w:lang w:eastAsia="ja-JP"/>
        </w:rPr>
        <w:t xml:space="preserve"> </w:t>
      </w:r>
      <w:r w:rsidR="00603BEA"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="00603BEA"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603BEA" w:rsidRPr="006F699D">
        <w:rPr>
          <w:i/>
          <w:lang w:eastAsia="ja-JP"/>
        </w:rPr>
        <w:t>redistrOnPagingOnly</w:t>
      </w:r>
      <w:r w:rsidR="00646BEC">
        <w:rPr>
          <w:lang w:eastAsia="ja-JP"/>
        </w:rPr>
        <w:t xml:space="preserve"> </w:t>
      </w:r>
      <w:r w:rsidR="00603BEA"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="00603BEA"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="00603BEA" w:rsidRPr="006F699D">
        <w:rPr>
          <w:lang w:eastAsia="ja-JP"/>
        </w:rPr>
        <w:t>present</w:t>
      </w:r>
      <w:r w:rsidR="00646BEC">
        <w:rPr>
          <w:lang w:eastAsia="ja-JP"/>
        </w:rPr>
        <w:t xml:space="preserve"> </w:t>
      </w:r>
      <w:r w:rsidR="00603BEA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03BEA" w:rsidRPr="006F699D">
        <w:rPr>
          <w:i/>
          <w:lang w:eastAsia="ja-JP"/>
        </w:rPr>
        <w:t>SystemInformationBlockType3</w:t>
      </w:r>
      <w:r w:rsidR="00603BEA"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</w:p>
    <w:p w14:paraId="0F4F6186" w14:textId="1433B476" w:rsidR="0056349E" w:rsidRPr="006F699D" w:rsidRDefault="0056349E" w:rsidP="0056349E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Paging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message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received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redistributionIndication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included:</w:t>
      </w:r>
    </w:p>
    <w:p w14:paraId="735CFFC2" w14:textId="5E327CF1" w:rsidR="0056349E" w:rsidRPr="006F699D" w:rsidRDefault="0056349E" w:rsidP="0056349E">
      <w:pPr>
        <w:pStyle w:val="B2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Perform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inter-frequency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measurement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specified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5.2.4.2;</w:t>
      </w:r>
    </w:p>
    <w:p w14:paraId="51CCAA84" w14:textId="53F97387" w:rsidR="0056349E" w:rsidRPr="006F699D" w:rsidRDefault="0056349E" w:rsidP="0056349E">
      <w:pPr>
        <w:pStyle w:val="B2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</w:r>
      <w:r w:rsidRPr="006F699D">
        <w:rPr>
          <w:lang w:eastAsia="zh-CN"/>
        </w:rPr>
        <w:t>Once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measurement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results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available</w:t>
      </w:r>
      <w:r w:rsidR="00646BEC">
        <w:rPr>
          <w:lang w:eastAsia="ja-JP"/>
        </w:rPr>
        <w:t xml:space="preserve"> </w:t>
      </w:r>
      <w:r w:rsidRPr="006F699D">
        <w:rPr>
          <w:lang w:eastAsia="zh-CN"/>
        </w:rPr>
        <w:t>p</w:t>
      </w:r>
      <w:r w:rsidRPr="006F699D">
        <w:rPr>
          <w:lang w:eastAsia="ja-JP"/>
        </w:rPr>
        <w:t>erform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redistribution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target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specified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5.2.4.10.1;</w:t>
      </w:r>
    </w:p>
    <w:p w14:paraId="33B6594E" w14:textId="482ED945" w:rsidR="0056349E" w:rsidRPr="006F699D" w:rsidRDefault="0056349E" w:rsidP="0056349E">
      <w:pPr>
        <w:pStyle w:val="B2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Start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T360</w:t>
      </w:r>
      <w:r w:rsidR="00603BEA" w:rsidRPr="006F699D">
        <w:rPr>
          <w:lang w:eastAsia="ja-JP"/>
        </w:rPr>
        <w:t>.</w:t>
      </w:r>
    </w:p>
    <w:p w14:paraId="758CC685" w14:textId="46F2CE98" w:rsidR="0056349E" w:rsidRPr="006F699D" w:rsidRDefault="0056349E" w:rsidP="0056349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stop</w:t>
      </w:r>
      <w:r w:rsidR="00646BEC">
        <w:t xml:space="preserve"> </w:t>
      </w:r>
      <w:r w:rsidRPr="006F699D">
        <w:t>T360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cease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redistribution</w:t>
      </w:r>
      <w:r w:rsidR="00646BEC">
        <w:t xml:space="preserve"> </w:t>
      </w:r>
      <w:r w:rsidRPr="006F699D">
        <w:t>target</w:t>
      </w:r>
      <w:r w:rsidR="00646BEC">
        <w:t xml:space="preserve"> </w:t>
      </w:r>
      <w:r w:rsidRPr="006F699D">
        <w:t>when:</w:t>
      </w:r>
    </w:p>
    <w:p w14:paraId="34A8DD92" w14:textId="742AF2B4" w:rsidR="0056349E" w:rsidRPr="006F699D" w:rsidRDefault="0056349E" w:rsidP="0056349E">
      <w:pPr>
        <w:pStyle w:val="B2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enters</w:t>
      </w:r>
      <w:r w:rsidR="00646BEC">
        <w:t xml:space="preserve"> </w:t>
      </w:r>
      <w:r w:rsidRPr="006F699D">
        <w:t>RRC_CONNECTED</w:t>
      </w:r>
      <w:r w:rsidR="00646BEC">
        <w:t xml:space="preserve"> </w:t>
      </w:r>
      <w:r w:rsidRPr="006F699D">
        <w:t>state;</w:t>
      </w:r>
      <w:r w:rsidR="00646BEC">
        <w:t xml:space="preserve"> </w:t>
      </w:r>
      <w:r w:rsidRPr="006F699D">
        <w:t>or</w:t>
      </w:r>
    </w:p>
    <w:p w14:paraId="4D48EA41" w14:textId="28E11BB5" w:rsidR="0056349E" w:rsidRPr="006F699D" w:rsidRDefault="0056349E" w:rsidP="0056349E">
      <w:pPr>
        <w:pStyle w:val="B2"/>
      </w:pPr>
      <w:r w:rsidRPr="006F699D">
        <w:t>-</w:t>
      </w:r>
      <w:r w:rsidRPr="006F699D">
        <w:tab/>
        <w:t>T360</w:t>
      </w:r>
      <w:r w:rsidR="00646BEC">
        <w:t xml:space="preserve"> </w:t>
      </w:r>
      <w:r w:rsidRPr="006F699D">
        <w:t>expires;</w:t>
      </w:r>
      <w:r w:rsidR="00646BEC">
        <w:t xml:space="preserve"> </w:t>
      </w:r>
      <w:r w:rsidRPr="006F699D">
        <w:t>or</w:t>
      </w:r>
    </w:p>
    <w:p w14:paraId="014F8CA5" w14:textId="3182FBDD" w:rsidR="0056349E" w:rsidRPr="006F699D" w:rsidRDefault="0056349E" w:rsidP="0056349E">
      <w:pPr>
        <w:pStyle w:val="B2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rPr>
          <w:i/>
        </w:rPr>
        <w:t>Paging</w:t>
      </w:r>
      <w:r w:rsidR="00646BEC">
        <w:t xml:space="preserve"> </w:t>
      </w:r>
      <w:r w:rsidRPr="006F699D">
        <w:t>message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received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i/>
        </w:rPr>
        <w:t>redistributionIndication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included</w:t>
      </w:r>
      <w:r w:rsidR="00646BEC">
        <w:t xml:space="preserve"> </w:t>
      </w:r>
      <w:r w:rsidRPr="006F699D">
        <w:t>while</w:t>
      </w:r>
      <w:r w:rsidR="00646BEC">
        <w:t xml:space="preserve"> </w:t>
      </w:r>
      <w:r w:rsidRPr="006F699D">
        <w:t>T360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running;</w:t>
      </w:r>
      <w:r w:rsidR="00646BEC">
        <w:t xml:space="preserve"> </w:t>
      </w:r>
      <w:r w:rsidRPr="006F699D">
        <w:t>or</w:t>
      </w:r>
    </w:p>
    <w:p w14:paraId="63D33EED" w14:textId="00273A3F" w:rsidR="0056349E" w:rsidRPr="006F699D" w:rsidRDefault="0056349E" w:rsidP="0056349E">
      <w:pPr>
        <w:pStyle w:val="B2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reselects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belonging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redistribution</w:t>
      </w:r>
      <w:r w:rsidR="00646BEC">
        <w:t xml:space="preserve"> </w:t>
      </w:r>
      <w:r w:rsidRPr="006F699D">
        <w:t>target.</w:t>
      </w:r>
    </w:p>
    <w:p w14:paraId="3A21F1A7" w14:textId="0656F0B6" w:rsidR="0056349E" w:rsidRPr="006F699D" w:rsidRDefault="0056349E" w:rsidP="0056349E">
      <w:pPr>
        <w:pStyle w:val="Heading5"/>
        <w:rPr>
          <w:lang w:eastAsia="zh-CN"/>
        </w:rPr>
      </w:pPr>
      <w:bookmarkStart w:id="171" w:name="OLE_LINK2"/>
      <w:bookmarkStart w:id="172" w:name="OLE_LINK3"/>
      <w:bookmarkStart w:id="173" w:name="_Toc29237912"/>
      <w:bookmarkStart w:id="174" w:name="_Toc46523029"/>
      <w:bookmarkStart w:id="175" w:name="OLE_LINK18"/>
      <w:bookmarkStart w:id="176" w:name="OLE_LINK19"/>
      <w:bookmarkStart w:id="177" w:name="_Toc100742607"/>
      <w:r w:rsidRPr="006F699D">
        <w:t>5.2.4.10.1</w:t>
      </w:r>
      <w:bookmarkEnd w:id="171"/>
      <w:bookmarkEnd w:id="172"/>
      <w:r w:rsidRPr="006F699D">
        <w:rPr>
          <w:lang w:eastAsia="zh-CN"/>
        </w:rPr>
        <w:tab/>
      </w:r>
      <w:bookmarkStart w:id="178" w:name="OLE_LINK8"/>
      <w:bookmarkStart w:id="179" w:name="OLE_LINK9"/>
      <w:r w:rsidRPr="006F699D">
        <w:rPr>
          <w:lang w:eastAsia="zh-CN"/>
        </w:rPr>
        <w:t>Redistribution</w:t>
      </w:r>
      <w:bookmarkEnd w:id="178"/>
      <w:bookmarkEnd w:id="179"/>
      <w:r w:rsidR="00646BEC">
        <w:rPr>
          <w:lang w:eastAsia="zh-CN"/>
        </w:rPr>
        <w:t xml:space="preserve"> </w:t>
      </w:r>
      <w:r w:rsidRPr="006F699D">
        <w:rPr>
          <w:lang w:eastAsia="zh-CN"/>
        </w:rPr>
        <w:t>target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selection</w:t>
      </w:r>
      <w:bookmarkEnd w:id="173"/>
      <w:bookmarkEnd w:id="174"/>
      <w:bookmarkEnd w:id="177"/>
    </w:p>
    <w:p w14:paraId="434053A8" w14:textId="339D68FF" w:rsidR="0056349E" w:rsidRPr="006F699D" w:rsidRDefault="0056349E" w:rsidP="0056349E">
      <w:pPr>
        <w:rPr>
          <w:lang w:eastAsia="zh-CN"/>
        </w:rPr>
      </w:pP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compile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sorted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list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more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candidate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targets,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each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candidate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entry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[j]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valid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redist</w:t>
      </w:r>
      <w:r w:rsidR="00DC6206" w:rsidRPr="006F699D">
        <w:rPr>
          <w:i/>
          <w:lang w:eastAsia="zh-CN"/>
        </w:rPr>
        <w:t>r</w:t>
      </w:r>
      <w:r w:rsidRPr="006F699D">
        <w:rPr>
          <w:i/>
          <w:lang w:eastAsia="zh-CN"/>
        </w:rPr>
        <w:t>Factor[j]</w:t>
      </w:r>
      <w:r w:rsidR="00DC6206" w:rsidRPr="006F699D">
        <w:rPr>
          <w:lang w:eastAsia="zh-CN"/>
        </w:rPr>
        <w:t>,</w:t>
      </w:r>
      <w:r w:rsidR="00646BEC">
        <w:rPr>
          <w:i/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entries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added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increasing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index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order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starting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index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0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follows:</w:t>
      </w:r>
    </w:p>
    <w:p w14:paraId="15D63285" w14:textId="6707344B" w:rsidR="0056349E" w:rsidRPr="006F699D" w:rsidRDefault="0056349E" w:rsidP="0056349E">
      <w:pPr>
        <w:pStyle w:val="B1"/>
        <w:rPr>
          <w:i/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</w:r>
      <w:r w:rsidR="00DC6206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serving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(</w:t>
      </w:r>
      <w:r w:rsidRPr="006F699D">
        <w:rPr>
          <w:i/>
          <w:lang w:eastAsia="zh-CN"/>
        </w:rPr>
        <w:t>redistributionFactorServing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included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i/>
          <w:iCs/>
        </w:rPr>
        <w:t>SystemInformationBlockType</w:t>
      </w:r>
      <w:r w:rsidRPr="006F699D">
        <w:rPr>
          <w:i/>
          <w:iCs/>
          <w:lang w:eastAsia="zh-CN"/>
        </w:rPr>
        <w:t>3</w:t>
      </w:r>
      <w:r w:rsidR="00646BEC">
        <w:rPr>
          <w:iCs/>
          <w:lang w:eastAsia="zh-CN"/>
        </w:rPr>
        <w:t xml:space="preserve"> </w:t>
      </w:r>
      <w:r w:rsidR="00DC6206" w:rsidRPr="006F699D">
        <w:rPr>
          <w:iCs/>
          <w:lang w:eastAsia="zh-CN"/>
        </w:rPr>
        <w:t>whenever</w:t>
      </w:r>
      <w:r w:rsidR="00646BEC">
        <w:rPr>
          <w:iCs/>
          <w:lang w:eastAsia="zh-CN"/>
        </w:rPr>
        <w:t xml:space="preserve"> </w:t>
      </w:r>
      <w:r w:rsidR="00DC6206" w:rsidRPr="006F699D">
        <w:rPr>
          <w:iCs/>
          <w:lang w:eastAsia="zh-CN"/>
        </w:rPr>
        <w:t>redistribution</w:t>
      </w:r>
      <w:r w:rsidR="00646BEC">
        <w:rPr>
          <w:iCs/>
          <w:lang w:eastAsia="zh-CN"/>
        </w:rPr>
        <w:t xml:space="preserve"> </w:t>
      </w:r>
      <w:r w:rsidR="00DC6206" w:rsidRPr="006F699D">
        <w:rPr>
          <w:iCs/>
          <w:lang w:eastAsia="zh-CN"/>
        </w:rPr>
        <w:t>is</w:t>
      </w:r>
      <w:r w:rsidR="00646BEC">
        <w:rPr>
          <w:iCs/>
          <w:lang w:eastAsia="zh-CN"/>
        </w:rPr>
        <w:t xml:space="preserve"> </w:t>
      </w:r>
      <w:r w:rsidR="00DC6206" w:rsidRPr="006F699D">
        <w:rPr>
          <w:iCs/>
          <w:lang w:eastAsia="zh-CN"/>
        </w:rPr>
        <w:t>configured</w:t>
      </w:r>
      <w:r w:rsidR="00DC6206" w:rsidRPr="006F699D">
        <w:rPr>
          <w:i/>
          <w:iCs/>
          <w:lang w:eastAsia="zh-CN"/>
        </w:rPr>
        <w:t>)</w:t>
      </w:r>
      <w:r w:rsidR="00DC6206" w:rsidRPr="006F699D">
        <w:rPr>
          <w:iCs/>
          <w:lang w:eastAsia="zh-CN"/>
        </w:rPr>
        <w:t>:</w:t>
      </w:r>
    </w:p>
    <w:p w14:paraId="555CCDAA" w14:textId="2216ADCC" w:rsidR="00DC6206" w:rsidRPr="006F699D" w:rsidRDefault="00DC6206" w:rsidP="00DC6206">
      <w:pPr>
        <w:pStyle w:val="B2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redistributionFactorCell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included;</w:t>
      </w:r>
    </w:p>
    <w:p w14:paraId="644AD92F" w14:textId="7A286292" w:rsidR="00DC6206" w:rsidRPr="006F699D" w:rsidRDefault="00DC6206" w:rsidP="00DC6206">
      <w:pPr>
        <w:pStyle w:val="B2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otherwise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frequency;</w:t>
      </w:r>
    </w:p>
    <w:p w14:paraId="267AC587" w14:textId="0993BB09" w:rsidR="00DC6206" w:rsidRPr="006F699D" w:rsidRDefault="00DC6206" w:rsidP="00DC6206">
      <w:pPr>
        <w:pStyle w:val="B2"/>
        <w:rPr>
          <w:i/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both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cases,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redistrFactor</w:t>
      </w:r>
      <w:r w:rsidRPr="006F699D">
        <w:rPr>
          <w:lang w:eastAsia="zh-CN"/>
        </w:rPr>
        <w:t>[0]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redistributionFactorServing</w:t>
      </w:r>
      <w:r w:rsidRPr="006F699D">
        <w:rPr>
          <w:lang w:eastAsia="zh-CN"/>
        </w:rPr>
        <w:t>;</w:t>
      </w:r>
    </w:p>
    <w:p w14:paraId="4EF8A3A2" w14:textId="7C6A4BD1" w:rsidR="0056349E" w:rsidRPr="006F699D" w:rsidRDefault="0056349E" w:rsidP="0056349E">
      <w:pPr>
        <w:pStyle w:val="B1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each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entry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i/>
        </w:rPr>
        <w:t>InterFreqCarrierFreqList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subsequent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each</w:t>
      </w:r>
      <w:r w:rsidR="00646BEC">
        <w:t xml:space="preserve"> </w:t>
      </w:r>
      <w:r w:rsidRPr="006F699D">
        <w:t>entry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InterFreqCarrierFreqListExt:</w:t>
      </w:r>
    </w:p>
    <w:p w14:paraId="33AA64A7" w14:textId="3EA5646B" w:rsidR="0056349E" w:rsidRPr="006F699D" w:rsidRDefault="0056349E" w:rsidP="0056349E">
      <w:pPr>
        <w:pStyle w:val="B3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ranked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according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8B3B0A" w:rsidRPr="006F699D">
        <w:rPr>
          <w:lang w:eastAsia="ja-JP"/>
        </w:rPr>
        <w:t>clause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5.2.4.6</w:t>
      </w:r>
      <w:r w:rsidR="00646BEC">
        <w:rPr>
          <w:lang w:eastAsia="ja-JP"/>
        </w:rPr>
        <w:t xml:space="preserve"> </w:t>
      </w:r>
      <w:r w:rsidR="00DC6206"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DC6206" w:rsidRPr="006F699D">
        <w:rPr>
          <w:i/>
          <w:lang w:eastAsia="zh-CN"/>
        </w:rPr>
        <w:t>redistributionNeighCellList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DC6206" w:rsidRPr="006F699D">
        <w:rPr>
          <w:lang w:eastAsia="zh-CN"/>
        </w:rPr>
        <w:t>configured</w:t>
      </w:r>
      <w:r w:rsidR="00646BEC">
        <w:rPr>
          <w:lang w:eastAsia="ja-JP"/>
        </w:rPr>
        <w:t xml:space="preserve"> </w:t>
      </w:r>
      <w:r w:rsidR="00DC6206"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="00DC6206" w:rsidRPr="006F699D">
        <w:rPr>
          <w:lang w:eastAsia="ja-JP"/>
        </w:rPr>
        <w:t>includes</w:t>
      </w:r>
      <w:r w:rsidR="00646BEC">
        <w:rPr>
          <w:lang w:eastAsia="ja-JP"/>
        </w:rPr>
        <w:t xml:space="preserve"> </w:t>
      </w:r>
      <w:r w:rsidR="00DC6206" w:rsidRPr="006F699D">
        <w:rPr>
          <w:lang w:eastAsia="ja-JP"/>
        </w:rPr>
        <w:t>this</w:t>
      </w:r>
      <w:r w:rsidR="00646BEC">
        <w:rPr>
          <w:lang w:eastAsia="ja-JP"/>
        </w:rPr>
        <w:t xml:space="preserve"> </w:t>
      </w:r>
      <w:r w:rsidR="00DC6206" w:rsidRPr="006F699D">
        <w:rPr>
          <w:lang w:eastAsia="ja-JP"/>
        </w:rPr>
        <w:t>cell</w:t>
      </w:r>
      <w:r w:rsidRPr="006F699D">
        <w:rPr>
          <w:lang w:eastAsia="zh-CN"/>
        </w:rPr>
        <w:t>;</w:t>
      </w:r>
    </w:p>
    <w:p w14:paraId="2AE43C9A" w14:textId="15011B86" w:rsidR="00DC6206" w:rsidRPr="006F699D" w:rsidRDefault="0056349E" w:rsidP="00DC6206">
      <w:pPr>
        <w:pStyle w:val="B3"/>
        <w:rPr>
          <w:lang w:eastAsia="zh-CN"/>
        </w:rPr>
      </w:pPr>
      <w:r w:rsidRPr="006F699D">
        <w:t>-</w:t>
      </w:r>
      <w:r w:rsidRPr="006F699D">
        <w:tab/>
      </w:r>
      <w:r w:rsidR="00DC6206" w:rsidRPr="006F699D">
        <w:rPr>
          <w:lang w:eastAsia="zh-CN"/>
        </w:rPr>
        <w:t>otherwise,</w:t>
      </w:r>
      <w:r w:rsidR="00646BEC">
        <w:rPr>
          <w:lang w:eastAsia="zh-CN"/>
        </w:rPr>
        <w:t xml:space="preserve"> </w:t>
      </w:r>
      <w:r w:rsidRPr="006F699D">
        <w:t>the</w:t>
      </w:r>
      <w:r w:rsidR="00646BEC">
        <w:t xml:space="preserve"> </w:t>
      </w:r>
      <w:r w:rsidR="00DC6206" w:rsidRPr="006F699D">
        <w:rPr>
          <w:lang w:eastAsia="ja-JP"/>
        </w:rPr>
        <w:t>concerned</w:t>
      </w:r>
      <w:r w:rsidR="00646BEC">
        <w:rPr>
          <w:lang w:eastAsia="ja-JP"/>
        </w:rPr>
        <w:t xml:space="preserve"> </w:t>
      </w:r>
      <w:r w:rsidRPr="006F699D">
        <w:t>frequency</w:t>
      </w:r>
      <w:r w:rsidR="00646BEC">
        <w:t xml:space="preserve"> </w:t>
      </w:r>
      <w:r w:rsidR="00DC6206"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DC6206" w:rsidRPr="006F699D">
        <w:rPr>
          <w:i/>
        </w:rPr>
        <w:t>redistributionFactorFreq</w:t>
      </w:r>
      <w:r w:rsidR="00646BEC">
        <w:t xml:space="preserve"> </w:t>
      </w:r>
      <w:r w:rsidR="00DC6206" w:rsidRPr="006F699D">
        <w:t>is</w:t>
      </w:r>
      <w:r w:rsidR="00646BEC">
        <w:t xml:space="preserve"> </w:t>
      </w:r>
      <w:r w:rsidR="00DC6206" w:rsidRPr="006F699D">
        <w:t>configured</w:t>
      </w:r>
      <w:r w:rsidR="00646BEC">
        <w:t xml:space="preserve"> </w:t>
      </w:r>
      <w:r w:rsidR="00DC6206" w:rsidRPr="006F699D">
        <w:t>and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rPr>
          <w:lang w:eastAsia="zh-CN"/>
        </w:rPr>
        <w:t>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least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fullfills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criterion</w:t>
      </w:r>
      <w:r w:rsidR="00646BEC">
        <w:t xml:space="preserve"> </w:t>
      </w:r>
      <w:r w:rsidRPr="006F699D">
        <w:t>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5.2.3.2</w:t>
      </w:r>
      <w:r w:rsidRPr="006F699D">
        <w:rPr>
          <w:lang w:eastAsia="zh-CN"/>
        </w:rPr>
        <w:t>;</w:t>
      </w:r>
    </w:p>
    <w:p w14:paraId="10F5A2EF" w14:textId="4AA3A4C6" w:rsidR="0056349E" w:rsidRPr="006F699D" w:rsidRDefault="00DC6206" w:rsidP="00DC6206">
      <w:pPr>
        <w:pStyle w:val="B3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included,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redistrFactor</w:t>
      </w:r>
      <w:r w:rsidRPr="006F699D">
        <w:rPr>
          <w:lang w:eastAsia="ja-JP"/>
        </w:rPr>
        <w:t>[j]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corresponding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redistributionFactorCell</w:t>
      </w:r>
      <w:r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included,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redistrFactor</w:t>
      </w:r>
      <w:r w:rsidRPr="006F699D">
        <w:rPr>
          <w:lang w:eastAsia="ja-JP"/>
        </w:rPr>
        <w:t>[j]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corresponding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redistributionFactorFreq</w:t>
      </w:r>
      <w:r w:rsidRPr="006F699D">
        <w:rPr>
          <w:lang w:eastAsia="ja-JP"/>
        </w:rPr>
        <w:t>;</w:t>
      </w:r>
    </w:p>
    <w:bookmarkEnd w:id="175"/>
    <w:bookmarkEnd w:id="176"/>
    <w:p w14:paraId="3A786D23" w14:textId="334241CC" w:rsidR="0056349E" w:rsidRPr="006F699D" w:rsidRDefault="0056349E" w:rsidP="0056349E">
      <w:pPr>
        <w:rPr>
          <w:lang w:eastAsia="zh-CN"/>
        </w:rPr>
      </w:pP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choose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target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follows:</w:t>
      </w:r>
    </w:p>
    <w:p w14:paraId="38FFA80A" w14:textId="2D90306A" w:rsidR="0056349E" w:rsidRPr="006F699D" w:rsidRDefault="0056349E" w:rsidP="0056349E">
      <w:pPr>
        <w:pStyle w:val="B2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If</w:t>
      </w:r>
      <w:r w:rsidR="00646BEC">
        <w:rPr>
          <w:lang w:eastAsia="zh-CN"/>
        </w:rPr>
        <w:t xml:space="preserve"> </w:t>
      </w:r>
      <w:r w:rsidR="002F176D" w:rsidRPr="006F699D">
        <w:rPr>
          <w:lang w:eastAsia="zh-CN"/>
        </w:rPr>
        <w:t>[0]</w:t>
      </w:r>
      <w:r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choose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corresponding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redistrFactor[0]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its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target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or;</w:t>
      </w:r>
    </w:p>
    <w:p w14:paraId="42DE56AF" w14:textId="465C8987" w:rsidR="0056349E" w:rsidRPr="006F699D" w:rsidRDefault="002F176D" w:rsidP="0056349E">
      <w:pPr>
        <w:pStyle w:val="B2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then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choose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corresponding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56349E" w:rsidRPr="006F699D">
        <w:rPr>
          <w:i/>
          <w:lang w:eastAsia="zh-CN"/>
        </w:rPr>
        <w:t>redistrFactor</w:t>
      </w:r>
      <w:r w:rsidR="0056349E" w:rsidRPr="006F699D">
        <w:rPr>
          <w:lang w:eastAsia="zh-CN"/>
        </w:rPr>
        <w:t>[i]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its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redistribution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target;</w:t>
      </w:r>
    </w:p>
    <w:p w14:paraId="66B04340" w14:textId="3595AB5E" w:rsidR="002F176D" w:rsidRPr="006F699D" w:rsidRDefault="002F176D" w:rsidP="002F176D">
      <w:r w:rsidRPr="006F699D">
        <w:t>If</w:t>
      </w:r>
      <w:r w:rsidR="00646BEC">
        <w:t xml:space="preserve"> </w:t>
      </w:r>
      <w:r w:rsidRPr="006F699D">
        <w:t>there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no</w:t>
      </w:r>
      <w:r w:rsidR="00646BEC">
        <w:t xml:space="preserve"> </w:t>
      </w:r>
      <w:r w:rsidRPr="006F699D">
        <w:t>redistribution</w:t>
      </w:r>
      <w:r w:rsidR="00646BEC">
        <w:t xml:space="preserve"> </w:t>
      </w:r>
      <w:r w:rsidRPr="006F699D">
        <w:t>candidates</w:t>
      </w:r>
      <w:r w:rsidR="00646BEC">
        <w:t xml:space="preserve"> </w:t>
      </w:r>
      <w:r w:rsidRPr="006F699D">
        <w:t>apart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redistrRange[0]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1.</w:t>
      </w:r>
    </w:p>
    <w:p w14:paraId="1310D9A0" w14:textId="6800B1CA" w:rsidR="0056349E" w:rsidRPr="006F699D" w:rsidRDefault="002F176D" w:rsidP="002F176D">
      <w:r w:rsidRPr="006F699D">
        <w:t>Otherwise,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FC3CC8" w:rsidRPr="006F699D">
        <w:rPr>
          <w:lang w:eastAsia="zh-CN"/>
        </w:rPr>
        <w:t>redistrRange[i]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E-UTRAN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56349E" w:rsidRPr="006F699D">
        <w:rPr>
          <w:lang w:eastAsia="zh-CN"/>
        </w:rPr>
        <w:t>cell</w:t>
      </w:r>
      <w:r w:rsidR="00646BEC">
        <w:t xml:space="preserve"> </w:t>
      </w:r>
      <w:r w:rsidR="0056349E" w:rsidRPr="006F699D">
        <w:t>is</w:t>
      </w:r>
      <w:r w:rsidR="00646BEC">
        <w:t xml:space="preserve"> </w:t>
      </w:r>
      <w:r w:rsidR="0056349E" w:rsidRPr="006F699D">
        <w:t>defined</w:t>
      </w:r>
      <w:r w:rsidR="00646BEC">
        <w:t xml:space="preserve"> </w:t>
      </w:r>
      <w:r w:rsidR="0056349E" w:rsidRPr="006F699D">
        <w:t>by:</w:t>
      </w:r>
    </w:p>
    <w:p w14:paraId="08798DC5" w14:textId="77777777" w:rsidR="00732831" w:rsidRPr="006F699D" w:rsidRDefault="00403CDE" w:rsidP="0009797A">
      <w:pPr>
        <w:pStyle w:val="TH"/>
        <w:rPr>
          <w:lang w:eastAsia="ja-JP"/>
        </w:rPr>
      </w:pPr>
      <w:r w:rsidRPr="006F699D">
        <w:object w:dxaOrig="6556" w:dyaOrig="901" w14:anchorId="22101BCA">
          <v:shape id="_x0000_i1031" type="#_x0000_t75" style="width:470.25pt;height:63.75pt" o:ole="">
            <v:imagedata r:id="rId20" o:title=""/>
          </v:shape>
          <o:OLEObject Type="Embed" ProgID="Visio.Drawing.15" ShapeID="_x0000_i1031" DrawAspect="Content" ObjectID="_1711355821" r:id="rId21"/>
        </w:object>
      </w:r>
    </w:p>
    <w:p w14:paraId="3A406C59" w14:textId="06B2B345" w:rsidR="0056349E" w:rsidRPr="006F699D" w:rsidRDefault="0056349E" w:rsidP="0056349E">
      <w:r w:rsidRPr="006F699D">
        <w:rPr>
          <w:lang w:eastAsia="zh-CN"/>
        </w:rPr>
        <w:t>Where: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maxCandidates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total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number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frequencies/cells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valid</w:t>
      </w:r>
      <w:r w:rsidR="00646BEC">
        <w:rPr>
          <w:lang w:eastAsia="zh-CN"/>
        </w:rPr>
        <w:t xml:space="preserve"> </w:t>
      </w:r>
      <w:bookmarkStart w:id="180" w:name="OLE_LINK16"/>
      <w:bookmarkStart w:id="181" w:name="OLE_LINK17"/>
      <w:r w:rsidRPr="006F699D">
        <w:rPr>
          <w:lang w:eastAsia="zh-CN"/>
        </w:rPr>
        <w:t>redist</w:t>
      </w:r>
      <w:r w:rsidR="00421F71" w:rsidRPr="006F699D">
        <w:rPr>
          <w:lang w:eastAsia="zh-CN"/>
        </w:rPr>
        <w:t>r</w:t>
      </w:r>
      <w:r w:rsidRPr="006F699D">
        <w:rPr>
          <w:lang w:eastAsia="zh-CN"/>
        </w:rPr>
        <w:t>Factor[j]</w:t>
      </w:r>
      <w:bookmarkEnd w:id="180"/>
      <w:bookmarkEnd w:id="181"/>
      <w:r w:rsidRPr="006F699D">
        <w:rPr>
          <w:lang w:eastAsia="zh-CN"/>
        </w:rPr>
        <w:t>.</w:t>
      </w:r>
    </w:p>
    <w:p w14:paraId="54896B7F" w14:textId="2E348B9E" w:rsidR="002F176D" w:rsidRPr="006F699D" w:rsidRDefault="002F176D" w:rsidP="002F176D">
      <w:pPr>
        <w:pStyle w:val="Heading4"/>
        <w:rPr>
          <w:lang w:eastAsia="ja-JP"/>
        </w:rPr>
      </w:pPr>
      <w:bookmarkStart w:id="182" w:name="_Toc29237913"/>
      <w:bookmarkStart w:id="183" w:name="_Toc46523030"/>
      <w:bookmarkStart w:id="184" w:name="_Toc100742608"/>
      <w:r w:rsidRPr="006F699D">
        <w:t>5.2.4.</w:t>
      </w:r>
      <w:r w:rsidRPr="006F699D">
        <w:rPr>
          <w:lang w:eastAsia="ja-JP"/>
        </w:rPr>
        <w:t>11</w:t>
      </w:r>
      <w:r w:rsidRPr="006F699D">
        <w:tab/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="00CF04F5" w:rsidRPr="006F699D">
        <w:t>or</w:t>
      </w:r>
      <w:r w:rsidR="00646BEC">
        <w:t xml:space="preserve"> </w:t>
      </w:r>
      <w:r w:rsidR="00CF04F5" w:rsidRPr="006F699D">
        <w:t>CN</w:t>
      </w:r>
      <w:r w:rsidR="00646BEC">
        <w:t xml:space="preserve"> </w:t>
      </w:r>
      <w:r w:rsidR="00CF04F5" w:rsidRPr="006F699D">
        <w:t>type</w:t>
      </w:r>
      <w:r w:rsidR="00646BEC">
        <w:t xml:space="preserve"> </w:t>
      </w:r>
      <w:r w:rsidR="00CF04F5" w:rsidRPr="006F699D">
        <w:t>change</w:t>
      </w:r>
      <w:r w:rsidR="00646BEC">
        <w:t xml:space="preserve"> </w:t>
      </w:r>
      <w:r w:rsidRPr="006F699D">
        <w:t>w</w:t>
      </w:r>
      <w:r w:rsidRPr="006F699D">
        <w:rPr>
          <w:lang w:eastAsia="ja-JP"/>
        </w:rPr>
        <w:t>hen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storing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context</w:t>
      </w:r>
      <w:bookmarkEnd w:id="182"/>
      <w:bookmarkEnd w:id="183"/>
      <w:bookmarkEnd w:id="184"/>
    </w:p>
    <w:p w14:paraId="36EDC6D2" w14:textId="3CFB3436" w:rsidR="002F176D" w:rsidRPr="006F699D" w:rsidRDefault="002F176D" w:rsidP="002F176D">
      <w:pPr>
        <w:rPr>
          <w:lang w:eastAsia="ja-JP"/>
        </w:rPr>
      </w:pP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storing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context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="00F12EFF" w:rsidRPr="006F699D">
        <w:rPr>
          <w:i/>
          <w:lang w:eastAsia="ja-JP"/>
        </w:rPr>
        <w:t>resumeIdentity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specified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TS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36.331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[</w:t>
      </w:r>
      <w:r w:rsidRPr="006F699D">
        <w:rPr>
          <w:lang w:eastAsia="ja-JP"/>
        </w:rPr>
        <w:t>3],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upon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another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</w:t>
      </w:r>
      <w:r w:rsidR="00646BEC">
        <w:rPr>
          <w:lang w:eastAsia="ja-JP"/>
        </w:rPr>
        <w:t xml:space="preserve"> </w:t>
      </w:r>
      <w:r w:rsidR="00CF04F5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="00CF04F5" w:rsidRPr="006F699D">
        <w:rPr>
          <w:lang w:eastAsia="ja-JP"/>
        </w:rPr>
        <w:t>upon</w:t>
      </w:r>
      <w:r w:rsidR="00646BEC">
        <w:rPr>
          <w:lang w:eastAsia="ja-JP"/>
        </w:rPr>
        <w:t xml:space="preserve"> </w:t>
      </w:r>
      <w:r w:rsidR="00CF04F5" w:rsidRPr="006F699D">
        <w:rPr>
          <w:lang w:eastAsia="ja-JP"/>
        </w:rPr>
        <w:t>reselecting</w:t>
      </w:r>
      <w:r w:rsidR="00646BEC">
        <w:rPr>
          <w:lang w:eastAsia="ja-JP"/>
        </w:rPr>
        <w:t xml:space="preserve"> </w:t>
      </w:r>
      <w:r w:rsidR="00CF04F5"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CF04F5" w:rsidRPr="006F699D">
        <w:rPr>
          <w:lang w:eastAsia="ja-JP"/>
        </w:rPr>
        <w:t>another</w:t>
      </w:r>
      <w:r w:rsidR="00646BEC">
        <w:rPr>
          <w:lang w:eastAsia="ja-JP"/>
        </w:rPr>
        <w:t xml:space="preserve"> </w:t>
      </w:r>
      <w:r w:rsidR="00CF04F5" w:rsidRPr="006F699D">
        <w:rPr>
          <w:lang w:eastAsia="ja-JP"/>
        </w:rPr>
        <w:t>CN</w:t>
      </w:r>
      <w:r w:rsidR="00646BEC">
        <w:rPr>
          <w:lang w:eastAsia="ja-JP"/>
        </w:rPr>
        <w:t xml:space="preserve"> </w:t>
      </w:r>
      <w:r w:rsidR="00CF04F5" w:rsidRPr="006F699D">
        <w:rPr>
          <w:lang w:eastAsia="ja-JP"/>
        </w:rPr>
        <w:t>type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discard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stored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context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resumeIdentity</w:t>
      </w:r>
      <w:r w:rsidRPr="006F699D">
        <w:rPr>
          <w:lang w:eastAsia="ja-JP"/>
        </w:rPr>
        <w:t>.</w:t>
      </w:r>
    </w:p>
    <w:p w14:paraId="5AF13E67" w14:textId="2C7C6514" w:rsidR="00D33A6F" w:rsidRPr="006F699D" w:rsidRDefault="00D33A6F" w:rsidP="00D33A6F">
      <w:pPr>
        <w:pStyle w:val="Heading4"/>
        <w:rPr>
          <w:lang w:eastAsia="ja-JP"/>
        </w:rPr>
      </w:pPr>
      <w:bookmarkStart w:id="185" w:name="_Toc29237914"/>
      <w:bookmarkStart w:id="186" w:name="_Toc46523031"/>
      <w:bookmarkStart w:id="187" w:name="_Toc100742609"/>
      <w:r w:rsidRPr="006F699D">
        <w:rPr>
          <w:lang w:eastAsia="ja-JP"/>
        </w:rPr>
        <w:t>5.2.4.12</w:t>
      </w:r>
      <w:r w:rsidRPr="006F699D">
        <w:rPr>
          <w:lang w:eastAsia="ja-JP"/>
        </w:rPr>
        <w:tab/>
        <w:t>Relaxed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monitoring</w:t>
      </w:r>
      <w:bookmarkEnd w:id="185"/>
      <w:bookmarkEnd w:id="186"/>
      <w:bookmarkEnd w:id="187"/>
    </w:p>
    <w:p w14:paraId="73F3E6A2" w14:textId="62B5AFA8" w:rsidR="001403D3" w:rsidRPr="006F699D" w:rsidRDefault="001403D3" w:rsidP="001403D3">
      <w:pPr>
        <w:pStyle w:val="Heading5"/>
        <w:rPr>
          <w:lang w:eastAsia="ja-JP"/>
        </w:rPr>
      </w:pPr>
      <w:bookmarkStart w:id="188" w:name="_Toc29237915"/>
      <w:bookmarkStart w:id="189" w:name="_Toc46523032"/>
      <w:bookmarkStart w:id="190" w:name="_Toc100742610"/>
      <w:r w:rsidRPr="006F699D">
        <w:rPr>
          <w:lang w:eastAsia="ja-JP"/>
        </w:rPr>
        <w:t>5.2.4.12.0</w:t>
      </w:r>
      <w:r w:rsidRPr="006F699D">
        <w:rPr>
          <w:lang w:eastAsia="ja-JP"/>
        </w:rPr>
        <w:tab/>
        <w:t>Relaxed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monitoring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rules</w:t>
      </w:r>
      <w:bookmarkEnd w:id="188"/>
      <w:bookmarkEnd w:id="189"/>
      <w:bookmarkEnd w:id="190"/>
    </w:p>
    <w:p w14:paraId="6EE3C04C" w14:textId="256B5CAF" w:rsidR="00D33A6F" w:rsidRPr="006F699D" w:rsidRDefault="00D33A6F" w:rsidP="00D33A6F">
      <w:pPr>
        <w:rPr>
          <w:lang w:eastAsia="ja-JP"/>
        </w:rPr>
      </w:pPr>
      <w:r w:rsidRPr="006F699D">
        <w:rPr>
          <w:lang w:eastAsia="ja-JP"/>
        </w:rPr>
        <w:t>When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required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intra-frequency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according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rules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1D68DD" w:rsidRPr="006F699D">
        <w:rPr>
          <w:lang w:eastAsia="ja-JP"/>
        </w:rPr>
        <w:t>clause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5.2.4.2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5.2.4.2a,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may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choose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intra-frequency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when:</w:t>
      </w:r>
    </w:p>
    <w:p w14:paraId="32550FBB" w14:textId="03D08075" w:rsidR="00D33A6F" w:rsidRPr="006F699D" w:rsidRDefault="00D33A6F" w:rsidP="00D33A6F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relaxed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monitoring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1D68DD" w:rsidRPr="006F699D">
        <w:rPr>
          <w:lang w:eastAsia="ja-JP"/>
        </w:rPr>
        <w:t>clause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5.2.4.12.1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fulfilled</w:t>
      </w:r>
      <w:r w:rsidR="00646BEC">
        <w:rPr>
          <w:lang w:eastAsia="ja-JP"/>
        </w:rPr>
        <w:t xml:space="preserve"> </w:t>
      </w:r>
      <w:r w:rsidR="00AF106F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AF106F"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="00AF106F" w:rsidRPr="006F699D">
        <w:rPr>
          <w:lang w:eastAsia="ja-JP"/>
        </w:rPr>
        <w:t>period</w:t>
      </w:r>
      <w:r w:rsidR="00646BEC">
        <w:rPr>
          <w:lang w:eastAsia="ja-JP"/>
        </w:rPr>
        <w:t xml:space="preserve"> </w:t>
      </w:r>
      <w:r w:rsidR="00AF106F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AF106F" w:rsidRPr="006F699D">
        <w:rPr>
          <w:lang w:eastAsia="ja-JP"/>
        </w:rPr>
        <w:t>T</w:t>
      </w:r>
      <w:r w:rsidR="00AF106F" w:rsidRPr="006F699D">
        <w:rPr>
          <w:vertAlign w:val="subscript"/>
          <w:lang w:eastAsia="ja-JP"/>
        </w:rPr>
        <w:t>SearchDeltaP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</w:p>
    <w:p w14:paraId="044956F9" w14:textId="23F984B2" w:rsidR="001403D3" w:rsidRPr="006F699D" w:rsidRDefault="00D33A6F" w:rsidP="001403D3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Less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24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hours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have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passed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since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were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last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performed</w:t>
      </w:r>
      <w:r w:rsidR="001403D3"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and</w:t>
      </w:r>
    </w:p>
    <w:p w14:paraId="0C9A405D" w14:textId="1E6C1864" w:rsidR="00D33A6F" w:rsidRPr="006F699D" w:rsidRDefault="001403D3" w:rsidP="001403D3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performed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intra-frequency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inter-frequency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measurements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least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</w:t>
      </w:r>
      <w:r w:rsidRPr="006F699D">
        <w:rPr>
          <w:vertAlign w:val="subscript"/>
          <w:lang w:eastAsia="ja-JP"/>
        </w:rPr>
        <w:t>SearchDeltaP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after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new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D33A6F" w:rsidRPr="006F699D">
        <w:rPr>
          <w:lang w:eastAsia="ja-JP"/>
        </w:rPr>
        <w:t>.</w:t>
      </w:r>
    </w:p>
    <w:p w14:paraId="14A3E237" w14:textId="4DCD18BE" w:rsidR="00D33A6F" w:rsidRPr="006F699D" w:rsidRDefault="00D33A6F" w:rsidP="00D33A6F">
      <w:pPr>
        <w:pStyle w:val="Heading5"/>
        <w:rPr>
          <w:lang w:eastAsia="ja-JP"/>
        </w:rPr>
      </w:pPr>
      <w:bookmarkStart w:id="191" w:name="_Toc29237916"/>
      <w:bookmarkStart w:id="192" w:name="_Toc46523033"/>
      <w:bookmarkStart w:id="193" w:name="_Toc100742611"/>
      <w:r w:rsidRPr="006F699D">
        <w:rPr>
          <w:lang w:eastAsia="ja-JP"/>
        </w:rPr>
        <w:t>5.2.4.12.1</w:t>
      </w:r>
      <w:r w:rsidRPr="006F699D">
        <w:rPr>
          <w:lang w:eastAsia="ja-JP"/>
        </w:rPr>
        <w:tab/>
        <w:t>Relaxed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monitoring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criterion</w:t>
      </w:r>
      <w:bookmarkEnd w:id="191"/>
      <w:bookmarkEnd w:id="192"/>
      <w:bookmarkEnd w:id="193"/>
    </w:p>
    <w:p w14:paraId="6E2A14D2" w14:textId="0AFAF936" w:rsidR="00D33A6F" w:rsidRPr="006F699D" w:rsidRDefault="00D33A6F" w:rsidP="00D33A6F">
      <w:pPr>
        <w:rPr>
          <w:lang w:eastAsia="ja-JP"/>
        </w:rPr>
      </w:pP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relaxed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monitoring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fulfilled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when:</w:t>
      </w:r>
    </w:p>
    <w:p w14:paraId="5F6DA902" w14:textId="64ECED45" w:rsidR="00D33A6F" w:rsidRPr="006F699D" w:rsidRDefault="00D33A6F" w:rsidP="00D33A6F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(Srxlev</w:t>
      </w:r>
      <w:r w:rsidRPr="006F699D">
        <w:rPr>
          <w:vertAlign w:val="subscript"/>
          <w:lang w:eastAsia="ja-JP"/>
        </w:rPr>
        <w:t>Ref</w:t>
      </w:r>
      <w:r w:rsidR="00646BEC">
        <w:rPr>
          <w:lang w:eastAsia="ja-JP"/>
        </w:rPr>
        <w:t xml:space="preserve"> </w:t>
      </w:r>
      <w:r w:rsidR="006350A4" w:rsidRPr="006F699D">
        <w:rPr>
          <w:lang w:eastAsia="ja-JP"/>
        </w:rPr>
        <w:t>–</w:t>
      </w:r>
      <w:r w:rsidR="00646BEC">
        <w:rPr>
          <w:lang w:eastAsia="ja-JP"/>
        </w:rPr>
        <w:t xml:space="preserve"> </w:t>
      </w:r>
      <w:r w:rsidR="006350A4" w:rsidRPr="006F699D">
        <w:rPr>
          <w:lang w:eastAsia="ja-JP"/>
        </w:rPr>
        <w:t>Srxlev)</w:t>
      </w:r>
      <w:r w:rsidR="00646BEC">
        <w:rPr>
          <w:lang w:eastAsia="ja-JP"/>
        </w:rPr>
        <w:t xml:space="preserve"> </w:t>
      </w:r>
      <w:r w:rsidR="006350A4" w:rsidRPr="006F699D">
        <w:rPr>
          <w:lang w:eastAsia="ja-JP"/>
        </w:rPr>
        <w:t>&lt;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</w:t>
      </w:r>
      <w:r w:rsidRPr="006F699D">
        <w:rPr>
          <w:vertAlign w:val="subscript"/>
          <w:lang w:eastAsia="ja-JP"/>
        </w:rPr>
        <w:t>SearchDeltaP</w:t>
      </w:r>
    </w:p>
    <w:p w14:paraId="0CF9A126" w14:textId="77777777" w:rsidR="00D33A6F" w:rsidRPr="006F699D" w:rsidRDefault="00D33A6F" w:rsidP="00D33A6F">
      <w:pPr>
        <w:rPr>
          <w:lang w:eastAsia="ja-JP"/>
        </w:rPr>
      </w:pPr>
      <w:r w:rsidRPr="006F699D">
        <w:rPr>
          <w:lang w:eastAsia="ja-JP"/>
        </w:rPr>
        <w:t>Where:</w:t>
      </w:r>
    </w:p>
    <w:p w14:paraId="5FA7E61A" w14:textId="67669E38" w:rsidR="00D33A6F" w:rsidRPr="006F699D" w:rsidRDefault="00D33A6F" w:rsidP="00D33A6F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=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current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value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(dB).</w:t>
      </w:r>
    </w:p>
    <w:p w14:paraId="47334F3B" w14:textId="0E69A0D3" w:rsidR="00D33A6F" w:rsidRPr="006F699D" w:rsidRDefault="00D33A6F" w:rsidP="00D33A6F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Srxlev</w:t>
      </w:r>
      <w:r w:rsidRPr="006F699D">
        <w:rPr>
          <w:vertAlign w:val="subscript"/>
          <w:lang w:eastAsia="ja-JP"/>
        </w:rPr>
        <w:t>Ref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=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reference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value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(dB),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follows:</w:t>
      </w:r>
    </w:p>
    <w:p w14:paraId="167377D5" w14:textId="67A88913" w:rsidR="001403D3" w:rsidRPr="006F699D" w:rsidRDefault="00D33A6F" w:rsidP="00D33A6F">
      <w:pPr>
        <w:pStyle w:val="B2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After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selecting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reselecting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new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cell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="001403D3" w:rsidRPr="006F699D">
        <w:rPr>
          <w:lang w:eastAsia="ja-JP"/>
        </w:rPr>
        <w:t>or</w:t>
      </w:r>
    </w:p>
    <w:p w14:paraId="66C8E158" w14:textId="4E068F01" w:rsidR="001403D3" w:rsidRPr="006F699D" w:rsidRDefault="001403D3" w:rsidP="001403D3">
      <w:pPr>
        <w:pStyle w:val="B2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(Srxlev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-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Srxlev</w:t>
      </w:r>
      <w:r w:rsidRPr="006F699D">
        <w:rPr>
          <w:vertAlign w:val="subscript"/>
          <w:lang w:eastAsia="ja-JP"/>
        </w:rPr>
        <w:t>Ref</w:t>
      </w:r>
      <w:r w:rsidRPr="006F699D">
        <w:rPr>
          <w:lang w:eastAsia="ja-JP"/>
        </w:rPr>
        <w:t>)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&gt;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0,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</w:p>
    <w:p w14:paraId="4379EB4C" w14:textId="1CD3110A" w:rsidR="001403D3" w:rsidRPr="006F699D" w:rsidRDefault="001403D3" w:rsidP="001403D3">
      <w:pPr>
        <w:pStyle w:val="B2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relaxed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monitoring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been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</w:t>
      </w:r>
      <w:r w:rsidRPr="006F699D">
        <w:rPr>
          <w:vertAlign w:val="subscript"/>
          <w:lang w:eastAsia="ja-JP"/>
        </w:rPr>
        <w:t>SearchDeltaP</w:t>
      </w:r>
      <w:r w:rsidRPr="006F699D">
        <w:rPr>
          <w:lang w:eastAsia="ja-JP"/>
        </w:rPr>
        <w:t>:</w:t>
      </w:r>
    </w:p>
    <w:p w14:paraId="3744A5E4" w14:textId="52E9F725" w:rsidR="00D33A6F" w:rsidRPr="006F699D" w:rsidRDefault="001403D3" w:rsidP="001403D3">
      <w:pPr>
        <w:pStyle w:val="B3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</w:r>
      <w:r w:rsidR="00D33A6F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set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value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Srxlev</w:t>
      </w:r>
      <w:r w:rsidR="00D33A6F" w:rsidRPr="006F699D">
        <w:rPr>
          <w:vertAlign w:val="subscript"/>
          <w:lang w:eastAsia="ja-JP"/>
        </w:rPr>
        <w:t>Ref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current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Srxlev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value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serving</w:t>
      </w:r>
      <w:r w:rsidR="00646BEC">
        <w:rPr>
          <w:lang w:eastAsia="ja-JP"/>
        </w:rPr>
        <w:t xml:space="preserve"> </w:t>
      </w:r>
      <w:r w:rsidR="00D33A6F" w:rsidRPr="006F699D">
        <w:rPr>
          <w:lang w:eastAsia="ja-JP"/>
        </w:rPr>
        <w:t>cell</w:t>
      </w:r>
      <w:r w:rsidRPr="006F699D">
        <w:rPr>
          <w:lang w:eastAsia="ja-JP"/>
        </w:rPr>
        <w:t>;</w:t>
      </w:r>
    </w:p>
    <w:p w14:paraId="5F9CE927" w14:textId="47F32798" w:rsidR="001403D3" w:rsidRPr="006F699D" w:rsidRDefault="001403D3" w:rsidP="001403D3">
      <w:pPr>
        <w:pStyle w:val="B2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</w:r>
      <w:r w:rsidRPr="006F699D">
        <w:rPr>
          <w:lang w:eastAsia="ja-JP"/>
        </w:rPr>
        <w:t>T</w:t>
      </w:r>
      <w:r w:rsidRPr="006F699D">
        <w:rPr>
          <w:vertAlign w:val="subscript"/>
          <w:lang w:eastAsia="ja-JP"/>
        </w:rPr>
        <w:t>SearchDeltaP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=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5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minutes,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eDRX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cycle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length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eDRX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eDRX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cycle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length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longer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than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5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minutes.</w:t>
      </w:r>
    </w:p>
    <w:p w14:paraId="21A96864" w14:textId="4F318976" w:rsidR="00CF04F5" w:rsidRPr="006F699D" w:rsidRDefault="00CF04F5" w:rsidP="00CF04F5">
      <w:pPr>
        <w:pStyle w:val="Heading4"/>
        <w:rPr>
          <w:lang w:eastAsia="ja-JP"/>
        </w:rPr>
      </w:pPr>
      <w:bookmarkStart w:id="194" w:name="_Toc29237917"/>
      <w:bookmarkStart w:id="195" w:name="_Toc46523034"/>
      <w:bookmarkStart w:id="196" w:name="_Toc100742612"/>
      <w:r w:rsidRPr="006F699D">
        <w:t>5.2.4.</w:t>
      </w:r>
      <w:r w:rsidRPr="006F699D">
        <w:rPr>
          <w:lang w:eastAsia="ja-JP"/>
        </w:rPr>
        <w:t>13</w:t>
      </w:r>
      <w:r w:rsidRPr="006F699D">
        <w:tab/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</w:t>
      </w:r>
      <w:r w:rsidR="00646BEC">
        <w:t xml:space="preserve"> </w:t>
      </w:r>
      <w:r w:rsidRPr="006F699D">
        <w:t>change</w:t>
      </w:r>
      <w:r w:rsidR="00646BEC"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RRC_INACTIVE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state</w:t>
      </w:r>
      <w:bookmarkEnd w:id="194"/>
      <w:bookmarkEnd w:id="195"/>
      <w:bookmarkEnd w:id="196"/>
    </w:p>
    <w:p w14:paraId="7B169B64" w14:textId="00F6420D" w:rsidR="00CF04F5" w:rsidRPr="006F699D" w:rsidRDefault="00CF04F5" w:rsidP="00CF04F5">
      <w:pPr>
        <w:rPr>
          <w:lang w:eastAsia="ja-JP"/>
        </w:rPr>
      </w:pP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RRC_INACTIVE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state</w:t>
      </w:r>
      <w:r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upon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another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type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change,</w:t>
      </w:r>
      <w:r w:rsidR="00646BEC">
        <w:rPr>
          <w:lang w:eastAsia="ja-JP"/>
        </w:rPr>
        <w:t xml:space="preserve"> </w:t>
      </w:r>
      <w:r w:rsidRPr="006F699D">
        <w:t>UE</w:t>
      </w:r>
      <w:r w:rsidR="00646BEC">
        <w:t xml:space="preserve"> </w:t>
      </w:r>
      <w:r w:rsidRPr="006F699D">
        <w:t>transitions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RRC_INACTIVE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performs</w:t>
      </w:r>
      <w:r w:rsidR="00646BEC">
        <w:t xml:space="preserve"> </w:t>
      </w:r>
      <w:r w:rsidRPr="006F699D">
        <w:t>actions</w:t>
      </w:r>
      <w:r w:rsidR="00646BEC"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specified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36.331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Pr="006F699D">
        <w:rPr>
          <w:lang w:eastAsia="zh-CN"/>
        </w:rPr>
        <w:t>3]</w:t>
      </w:r>
      <w:r w:rsidRPr="006F699D">
        <w:rPr>
          <w:lang w:eastAsia="ja-JP"/>
        </w:rPr>
        <w:t>.</w:t>
      </w:r>
    </w:p>
    <w:p w14:paraId="2D544E14" w14:textId="77777777" w:rsidR="003072BD" w:rsidRPr="006F699D" w:rsidRDefault="00DA2EA2" w:rsidP="00D33A6F">
      <w:pPr>
        <w:pStyle w:val="Heading3"/>
      </w:pPr>
      <w:bookmarkStart w:id="197" w:name="_Toc29237918"/>
      <w:bookmarkStart w:id="198" w:name="_Toc46523035"/>
      <w:bookmarkStart w:id="199" w:name="_Toc100742613"/>
      <w:r w:rsidRPr="006F699D">
        <w:t>5.2.5</w:t>
      </w:r>
      <w:r w:rsidRPr="006F699D">
        <w:tab/>
      </w:r>
      <w:r w:rsidR="00AB2124" w:rsidRPr="006F699D">
        <w:t>Void</w:t>
      </w:r>
      <w:bookmarkEnd w:id="197"/>
      <w:bookmarkEnd w:id="198"/>
      <w:bookmarkEnd w:id="199"/>
    </w:p>
    <w:p w14:paraId="16442DC2" w14:textId="11E10DA7" w:rsidR="00FE6B7C" w:rsidRPr="006F699D" w:rsidRDefault="00FE6B7C" w:rsidP="00377BCE">
      <w:pPr>
        <w:pStyle w:val="Heading3"/>
      </w:pPr>
      <w:bookmarkStart w:id="200" w:name="_Toc29237919"/>
      <w:bookmarkStart w:id="201" w:name="_Toc46523036"/>
      <w:bookmarkStart w:id="202" w:name="_Toc100742614"/>
      <w:r w:rsidRPr="006F699D">
        <w:t>5.2.</w:t>
      </w:r>
      <w:r w:rsidR="00DA2EA2" w:rsidRPr="006F699D">
        <w:t>6</w:t>
      </w:r>
      <w:r w:rsidRPr="006F699D">
        <w:tab/>
        <w:t>Camped</w:t>
      </w:r>
      <w:r w:rsidR="00646BEC">
        <w:t xml:space="preserve"> </w:t>
      </w:r>
      <w:r w:rsidRPr="006F699D">
        <w:t>Normally</w:t>
      </w:r>
      <w:r w:rsidR="00646BEC">
        <w:t xml:space="preserve"> </w:t>
      </w:r>
      <w:r w:rsidR="00FD1DF6" w:rsidRPr="006F699D">
        <w:t>s</w:t>
      </w:r>
      <w:r w:rsidRPr="006F699D">
        <w:t>tate</w:t>
      </w:r>
      <w:bookmarkEnd w:id="200"/>
      <w:bookmarkEnd w:id="201"/>
      <w:bookmarkEnd w:id="202"/>
    </w:p>
    <w:p w14:paraId="509C32CF" w14:textId="37D264B9" w:rsidR="001D6F95" w:rsidRPr="006F699D" w:rsidRDefault="001D6F95" w:rsidP="00377BCE">
      <w:r w:rsidRPr="006F699D">
        <w:t>This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RRC_INACTIVE</w:t>
      </w:r>
      <w:r w:rsidR="00646BEC">
        <w:t xml:space="preserve"> </w:t>
      </w:r>
      <w:r w:rsidRPr="006F699D">
        <w:t>state.</w:t>
      </w:r>
    </w:p>
    <w:p w14:paraId="1356060B" w14:textId="20B58D8E" w:rsidR="00A511B7" w:rsidRPr="006F699D" w:rsidRDefault="00A511B7" w:rsidP="00377BCE">
      <w:r w:rsidRPr="006F699D">
        <w:lastRenderedPageBreak/>
        <w:t>When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normally,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tasks:</w:t>
      </w:r>
    </w:p>
    <w:p w14:paraId="66329B7A" w14:textId="65B432C3" w:rsidR="00A511B7" w:rsidRPr="006F699D" w:rsidRDefault="00A511B7" w:rsidP="00377BCE">
      <w:pPr>
        <w:pStyle w:val="B1"/>
      </w:pPr>
      <w:r w:rsidRPr="006F699D">
        <w:t>-</w:t>
      </w:r>
      <w:r w:rsidRPr="006F699D">
        <w:tab/>
        <w:t>monitor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260093" w:rsidRPr="006F699D">
        <w:t>p</w:t>
      </w:r>
      <w:r w:rsidR="00C9304F" w:rsidRPr="006F699D">
        <w:t>aging</w:t>
      </w:r>
      <w:r w:rsidR="00646BEC">
        <w:t xml:space="preserve"> </w:t>
      </w:r>
      <w:r w:rsidR="00260093" w:rsidRPr="006F699D">
        <w:t>c</w:t>
      </w:r>
      <w:r w:rsidR="00C9304F" w:rsidRPr="006F699D">
        <w:t>hannel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</w:t>
      </w:r>
      <w:r w:rsidR="00C9304F" w:rsidRPr="006F699D">
        <w:t>he</w:t>
      </w:r>
      <w:r w:rsidR="00646BEC">
        <w:t xml:space="preserve"> </w:t>
      </w:r>
      <w:r w:rsidR="00C9304F" w:rsidRPr="006F699D">
        <w:t>cell</w:t>
      </w:r>
      <w:r w:rsidR="00646BEC">
        <w:t xml:space="preserve"> </w:t>
      </w:r>
      <w:r w:rsidR="00C9304F" w:rsidRPr="006F699D">
        <w:t>as</w:t>
      </w:r>
      <w:r w:rsidR="00646BEC">
        <w:t xml:space="preserve"> </w:t>
      </w:r>
      <w:r w:rsidR="00C9304F" w:rsidRPr="006F699D">
        <w:t>specified</w:t>
      </w:r>
      <w:r w:rsidR="00646BEC">
        <w:t xml:space="preserve"> </w:t>
      </w:r>
      <w:r w:rsidR="00C9304F" w:rsidRPr="006F699D">
        <w:t>in</w:t>
      </w:r>
      <w:r w:rsidR="00646BEC">
        <w:t xml:space="preserve"> </w:t>
      </w:r>
      <w:r w:rsidR="00C9304F" w:rsidRPr="006F699D">
        <w:t>clause</w:t>
      </w:r>
      <w:r w:rsidR="00646BEC">
        <w:t xml:space="preserve"> </w:t>
      </w:r>
      <w:r w:rsidR="00C9304F" w:rsidRPr="006F699D">
        <w:t>7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sent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information;</w:t>
      </w:r>
    </w:p>
    <w:p w14:paraId="3E837C19" w14:textId="22340836" w:rsidR="00A511B7" w:rsidRPr="006F699D" w:rsidRDefault="00A511B7" w:rsidP="00377BCE">
      <w:pPr>
        <w:pStyle w:val="B1"/>
      </w:pPr>
      <w:r w:rsidRPr="006F699D">
        <w:t>-</w:t>
      </w:r>
      <w:r w:rsidRPr="006F699D">
        <w:tab/>
        <w:t>monitor</w:t>
      </w:r>
      <w:r w:rsidR="00646BEC">
        <w:t xml:space="preserve"> </w:t>
      </w:r>
      <w:r w:rsidRPr="006F699D">
        <w:t>relevant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="007A421B"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;</w:t>
      </w:r>
    </w:p>
    <w:p w14:paraId="553CB0AF" w14:textId="65D40BA7" w:rsidR="00A511B7" w:rsidRPr="006F699D" w:rsidRDefault="00A511B7" w:rsidP="00377BCE">
      <w:pPr>
        <w:pStyle w:val="B1"/>
      </w:pPr>
      <w:r w:rsidRPr="006F699D">
        <w:t>-</w:t>
      </w:r>
      <w:r w:rsidRPr="006F699D">
        <w:tab/>
        <w:t>perform</w:t>
      </w:r>
      <w:r w:rsidR="00646BEC">
        <w:t xml:space="preserve"> </w:t>
      </w:r>
      <w:r w:rsidRPr="006F699D">
        <w:t>necessary</w:t>
      </w:r>
      <w:r w:rsidR="00646BEC">
        <w:t xml:space="preserve"> </w:t>
      </w:r>
      <w:r w:rsidRPr="006F699D">
        <w:t>measurements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evaluation</w:t>
      </w:r>
      <w:r w:rsidR="00646BEC">
        <w:t xml:space="preserve"> </w:t>
      </w:r>
      <w:r w:rsidRPr="006F699D">
        <w:t>procedure;</w:t>
      </w:r>
    </w:p>
    <w:p w14:paraId="14530F1B" w14:textId="0EFF3C6D" w:rsidR="00A511B7" w:rsidRPr="006F699D" w:rsidRDefault="00A511B7" w:rsidP="00377BCE">
      <w:pPr>
        <w:pStyle w:val="B1"/>
      </w:pPr>
      <w:r w:rsidRPr="006F699D">
        <w:t>-</w:t>
      </w:r>
      <w:r w:rsidRPr="006F699D">
        <w:tab/>
        <w:t>execute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evaluation</w:t>
      </w:r>
      <w:r w:rsidR="00646BEC">
        <w:t xml:space="preserve"> </w:t>
      </w:r>
      <w:r w:rsidRPr="006F699D">
        <w:t>process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occasions/triggers:</w:t>
      </w:r>
    </w:p>
    <w:p w14:paraId="51773701" w14:textId="5FEEF7C2" w:rsidR="00A511B7" w:rsidRPr="006F699D" w:rsidRDefault="00A511B7" w:rsidP="00377BCE">
      <w:pPr>
        <w:pStyle w:val="B2"/>
      </w:pPr>
      <w:r w:rsidRPr="006F699D">
        <w:t>1)</w:t>
      </w:r>
      <w:r w:rsidRPr="006F699D">
        <w:tab/>
        <w:t>UE</w:t>
      </w:r>
      <w:r w:rsidR="00646BEC">
        <w:t xml:space="preserve"> </w:t>
      </w:r>
      <w:r w:rsidRPr="006F699D">
        <w:t>internal</w:t>
      </w:r>
      <w:r w:rsidR="00646BEC">
        <w:t xml:space="preserve"> </w:t>
      </w:r>
      <w:r w:rsidRPr="006F699D">
        <w:t>triggers,</w:t>
      </w:r>
      <w:r w:rsidR="00646BEC">
        <w:t xml:space="preserve"> </w:t>
      </w:r>
      <w:r w:rsidRPr="006F699D">
        <w:t>so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meet</w:t>
      </w:r>
      <w:r w:rsidR="00646BEC">
        <w:t xml:space="preserve"> </w:t>
      </w:r>
      <w:r w:rsidRPr="006F699D">
        <w:t>performance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36.133</w:t>
      </w:r>
      <w:r w:rsidR="00646BEC">
        <w:t xml:space="preserve"> </w:t>
      </w:r>
      <w:r w:rsidR="006F699D" w:rsidRPr="006F699D">
        <w:t>[</w:t>
      </w:r>
      <w:r w:rsidR="00057D27" w:rsidRPr="006F699D">
        <w:t>10]</w:t>
      </w:r>
      <w:r w:rsidRPr="006F699D">
        <w:t>;</w:t>
      </w:r>
    </w:p>
    <w:p w14:paraId="6586040B" w14:textId="0DF460BD" w:rsidR="00A511B7" w:rsidRPr="006F699D" w:rsidRDefault="00A511B7" w:rsidP="00377BCE">
      <w:pPr>
        <w:pStyle w:val="B2"/>
      </w:pPr>
      <w:r w:rsidRPr="006F699D">
        <w:t>2)</w:t>
      </w:r>
      <w:r w:rsidRPr="006F699D">
        <w:tab/>
        <w:t>When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BCCH</w:t>
      </w:r>
      <w:r w:rsidR="00646BEC">
        <w:t xml:space="preserve"> </w:t>
      </w:r>
      <w:r w:rsidR="00B74B01" w:rsidRPr="006F699D">
        <w:t>or</w:t>
      </w:r>
      <w:r w:rsidR="00646BEC">
        <w:t xml:space="preserve"> </w:t>
      </w:r>
      <w:r w:rsidR="00B74B01" w:rsidRPr="006F699D">
        <w:t>BR-BCCH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evaluation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modified</w:t>
      </w:r>
      <w:r w:rsidR="005A26FF" w:rsidRPr="006F699D">
        <w:t>.</w:t>
      </w:r>
    </w:p>
    <w:p w14:paraId="6155FC4D" w14:textId="0E15B597" w:rsidR="00FE6B7C" w:rsidRPr="006F699D" w:rsidRDefault="000E111D" w:rsidP="00377BCE">
      <w:pPr>
        <w:pStyle w:val="Heading3"/>
      </w:pPr>
      <w:bookmarkStart w:id="203" w:name="_Toc29237920"/>
      <w:bookmarkStart w:id="204" w:name="_Toc46523037"/>
      <w:bookmarkStart w:id="205" w:name="_Toc100742615"/>
      <w:r w:rsidRPr="006F699D">
        <w:t>5.2.</w:t>
      </w:r>
      <w:r w:rsidR="00DA2EA2" w:rsidRPr="006F699D">
        <w:t>7</w:t>
      </w:r>
      <w:r w:rsidRPr="006F699D">
        <w:tab/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="005D0642" w:rsidRPr="006F699D">
        <w:t>at</w:t>
      </w:r>
      <w:r w:rsidR="00646BEC">
        <w:t xml:space="preserve"> </w:t>
      </w:r>
      <w:r w:rsidR="005D0642" w:rsidRPr="006F699D">
        <w:t>transition</w:t>
      </w:r>
      <w:r w:rsidR="00646BEC">
        <w:t xml:space="preserve"> </w:t>
      </w:r>
      <w:r w:rsidR="005D0642" w:rsidRPr="006F699D">
        <w:t>to</w:t>
      </w:r>
      <w:r w:rsidR="00646BEC">
        <w:t xml:space="preserve"> </w:t>
      </w:r>
      <w:r w:rsidR="005D0642" w:rsidRPr="006F699D">
        <w:t>RRC_IDLE</w:t>
      </w:r>
      <w:r w:rsidR="00646BEC">
        <w:t xml:space="preserve"> </w:t>
      </w:r>
      <w:r w:rsidR="005D0642" w:rsidRPr="006F699D">
        <w:t>or</w:t>
      </w:r>
      <w:r w:rsidR="00646BEC">
        <w:t xml:space="preserve"> </w:t>
      </w:r>
      <w:r w:rsidR="005D0642" w:rsidRPr="006F699D">
        <w:t>RRC_INACTIVE</w:t>
      </w:r>
      <w:r w:rsidR="00646BEC">
        <w:t xml:space="preserve"> </w:t>
      </w:r>
      <w:r w:rsidR="00191ED9" w:rsidRPr="006F699D">
        <w:t>state</w:t>
      </w:r>
      <w:bookmarkEnd w:id="203"/>
      <w:bookmarkEnd w:id="204"/>
      <w:bookmarkEnd w:id="205"/>
    </w:p>
    <w:p w14:paraId="3ABCFBCD" w14:textId="117080E3" w:rsidR="00D80C02" w:rsidRPr="006F699D" w:rsidRDefault="00D80C02" w:rsidP="00D80C02">
      <w:r w:rsidRPr="006F699D">
        <w:t>For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6773CE" w:rsidRPr="006F699D">
        <w:t>s</w:t>
      </w:r>
      <w:r w:rsidRPr="006F699D">
        <w:t>election</w:t>
      </w:r>
      <w:r w:rsidR="00646BEC">
        <w:t xml:space="preserve"> </w:t>
      </w:r>
      <w:r w:rsidR="006773CE" w:rsidRPr="006F699D">
        <w:t>at</w:t>
      </w:r>
      <w:r w:rsidR="00646BEC">
        <w:t xml:space="preserve"> </w:t>
      </w:r>
      <w:r w:rsidR="006773CE" w:rsidRPr="006F699D">
        <w:t>transition</w:t>
      </w:r>
      <w:r w:rsidR="00646BEC">
        <w:t xml:space="preserve"> </w:t>
      </w:r>
      <w:r w:rsidR="006773CE" w:rsidRPr="006F699D">
        <w:t>to</w:t>
      </w:r>
      <w:r w:rsidR="00646BEC">
        <w:t xml:space="preserve"> </w:t>
      </w:r>
      <w:r w:rsidR="006773CE" w:rsidRPr="006F699D">
        <w:t>RRC_IDLE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5.2.7a.</w:t>
      </w:r>
    </w:p>
    <w:p w14:paraId="7F14BB8A" w14:textId="352E528C" w:rsidR="00A511B7" w:rsidRPr="006F699D" w:rsidRDefault="005D0642" w:rsidP="00377BCE">
      <w:r w:rsidRPr="006F699D">
        <w:t>At</w:t>
      </w:r>
      <w:r w:rsidR="00646BEC">
        <w:t xml:space="preserve"> </w:t>
      </w:r>
      <w:r w:rsidRPr="006F699D">
        <w:t>reception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i/>
        </w:rPr>
        <w:t>RRCConnectionRelease</w:t>
      </w:r>
      <w:r w:rsidR="00646BEC">
        <w:t xml:space="preserve"> </w:t>
      </w:r>
      <w:r w:rsidRPr="006F699D">
        <w:t>message</w:t>
      </w:r>
      <w:r w:rsidR="00646BEC">
        <w:t xml:space="preserve"> </w:t>
      </w:r>
      <w:r w:rsidR="006773CE" w:rsidRPr="006F699D">
        <w:t>or</w:t>
      </w:r>
      <w:r w:rsidR="00646BEC">
        <w:t xml:space="preserve"> </w:t>
      </w:r>
      <w:r w:rsidR="006773CE" w:rsidRPr="006F699D">
        <w:rPr>
          <w:i/>
        </w:rPr>
        <w:t>RRCEarlyDataComplete</w:t>
      </w:r>
      <w:r w:rsidR="00646BEC">
        <w:t xml:space="preserve"> </w:t>
      </w:r>
      <w:r w:rsidR="006773CE" w:rsidRPr="006F699D">
        <w:t>message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move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into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RRC_INACTIVE</w:t>
      </w:r>
      <w:r w:rsidR="00AD3B17" w:rsidRPr="006F699D">
        <w:t>,</w:t>
      </w:r>
      <w:r w:rsidR="00646BEC">
        <w:t xml:space="preserve"> </w:t>
      </w:r>
      <w:r w:rsidR="00AD3B17" w:rsidRPr="006F699D">
        <w:t>UE</w:t>
      </w:r>
      <w:r w:rsidR="00646BEC">
        <w:t xml:space="preserve"> </w:t>
      </w:r>
      <w:r w:rsidR="005C7805" w:rsidRPr="006F699D">
        <w:t>shall</w:t>
      </w:r>
      <w:r w:rsidR="00646BEC">
        <w:t xml:space="preserve"> </w:t>
      </w:r>
      <w:r w:rsidR="005C7805" w:rsidRPr="006F699D">
        <w:t>attempt</w:t>
      </w:r>
      <w:r w:rsidR="00646BEC">
        <w:t xml:space="preserve"> </w:t>
      </w:r>
      <w:r w:rsidR="005C7805" w:rsidRPr="006F699D">
        <w:t>to</w:t>
      </w:r>
      <w:r w:rsidR="00646BEC">
        <w:t xml:space="preserve"> </w:t>
      </w:r>
      <w:r w:rsidR="005C7805" w:rsidRPr="006F699D">
        <w:t>camp</w:t>
      </w:r>
      <w:r w:rsidR="00646BEC">
        <w:t xml:space="preserve"> </w:t>
      </w:r>
      <w:r w:rsidR="005C7805" w:rsidRPr="006F699D">
        <w:t>on</w:t>
      </w:r>
      <w:r w:rsidR="00646BEC">
        <w:t xml:space="preserve"> </w:t>
      </w:r>
      <w:r w:rsidR="005C7805" w:rsidRPr="006F699D">
        <w:t>a</w:t>
      </w:r>
      <w:r w:rsidR="00646BEC">
        <w:t xml:space="preserve"> </w:t>
      </w:r>
      <w:r w:rsidR="005C7805" w:rsidRPr="006F699D">
        <w:t>suitable</w:t>
      </w:r>
      <w:r w:rsidR="00646BEC">
        <w:t xml:space="preserve"> </w:t>
      </w:r>
      <w:r w:rsidR="005C7805" w:rsidRPr="006F699D">
        <w:t>cell</w:t>
      </w:r>
      <w:r w:rsidR="00646BEC">
        <w:t xml:space="preserve"> </w:t>
      </w:r>
      <w:r w:rsidR="00AD3B17" w:rsidRPr="006F699D">
        <w:t>according</w:t>
      </w:r>
      <w:r w:rsidR="00646BEC">
        <w:t xml:space="preserve"> </w:t>
      </w:r>
      <w:r w:rsidR="00AD3B17" w:rsidRPr="006F699D">
        <w:t>to</w:t>
      </w:r>
      <w:r w:rsidR="00646BEC">
        <w:t xml:space="preserve"> </w:t>
      </w:r>
      <w:r w:rsidR="00AD3B17" w:rsidRPr="006F699D">
        <w:rPr>
          <w:i/>
        </w:rPr>
        <w:t>redirectedCarrierInfo</w:t>
      </w:r>
      <w:r w:rsidR="00AD3B17" w:rsidRPr="006F699D">
        <w:t>,</w:t>
      </w:r>
      <w:r w:rsidR="00646BEC">
        <w:t xml:space="preserve"> </w:t>
      </w:r>
      <w:r w:rsidR="00AD3B17" w:rsidRPr="006F699D">
        <w:t>if</w:t>
      </w:r>
      <w:r w:rsidR="00646BEC">
        <w:t xml:space="preserve"> </w:t>
      </w:r>
      <w:r w:rsidR="00AD3B17" w:rsidRPr="006F699D">
        <w:t>included</w:t>
      </w:r>
      <w:r w:rsidR="00646BEC">
        <w:t xml:space="preserve"> </w:t>
      </w:r>
      <w:r w:rsidR="00AD3B17" w:rsidRPr="006F699D">
        <w:t>in</w:t>
      </w:r>
      <w:r w:rsidR="00646BEC">
        <w:t xml:space="preserve"> </w:t>
      </w:r>
      <w:r w:rsidR="00AD3B17" w:rsidRPr="006F699D">
        <w:t>the</w:t>
      </w:r>
      <w:r w:rsidR="00646BEC">
        <w:t xml:space="preserve"> </w:t>
      </w:r>
      <w:r w:rsidR="00AD3B17" w:rsidRPr="006F699D">
        <w:rPr>
          <w:i/>
        </w:rPr>
        <w:t>RRCConnectionRelease</w:t>
      </w:r>
      <w:r w:rsidR="00646BEC">
        <w:t xml:space="preserve"> </w:t>
      </w:r>
      <w:r w:rsidR="006773CE" w:rsidRPr="006F699D">
        <w:t>or</w:t>
      </w:r>
      <w:r w:rsidR="00646BEC">
        <w:t xml:space="preserve"> </w:t>
      </w:r>
      <w:r w:rsidR="006773CE" w:rsidRPr="006F699D">
        <w:rPr>
          <w:i/>
        </w:rPr>
        <w:t>RRCEarlyDataComplete</w:t>
      </w:r>
      <w:r w:rsidR="00646BEC">
        <w:t xml:space="preserve"> </w:t>
      </w:r>
      <w:r w:rsidR="00AD3B17" w:rsidRPr="006F699D">
        <w:t>message.</w:t>
      </w:r>
      <w:r w:rsidR="00646BEC">
        <w:t xml:space="preserve"> </w:t>
      </w:r>
      <w:r w:rsidR="005C7805"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cannot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find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suitable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cell,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allowed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camp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any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suitable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indicated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RAT.</w:t>
      </w:r>
      <w:r w:rsidR="00646BEC">
        <w:rPr>
          <w:lang w:eastAsia="ko-KR"/>
        </w:rPr>
        <w:t xml:space="preserve"> </w:t>
      </w:r>
      <w:r w:rsidR="000A11D2" w:rsidRPr="006F699D">
        <w:rPr>
          <w:lang w:eastAsia="ko-KR"/>
        </w:rPr>
        <w:t>I</w:t>
      </w:r>
      <w:r w:rsidR="005C7805" w:rsidRPr="006F699D">
        <w:rPr>
          <w:lang w:eastAsia="ko-KR"/>
        </w:rPr>
        <w:t>f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5C7805" w:rsidRPr="006F699D">
        <w:rPr>
          <w:i/>
          <w:iCs/>
          <w:lang w:eastAsia="ko-KR"/>
        </w:rPr>
        <w:t>RRCConnectionRelease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message</w:t>
      </w:r>
      <w:r w:rsidR="00646BEC">
        <w:rPr>
          <w:lang w:eastAsia="ko-KR"/>
        </w:rPr>
        <w:t xml:space="preserve"> </w:t>
      </w:r>
      <w:r w:rsidR="006773CE" w:rsidRPr="006F699D">
        <w:t>or</w:t>
      </w:r>
      <w:r w:rsidR="00646BEC">
        <w:t xml:space="preserve"> </w:t>
      </w:r>
      <w:r w:rsidR="006773CE" w:rsidRPr="006F699D">
        <w:rPr>
          <w:i/>
        </w:rPr>
        <w:t>RRCEarlyDataComplete</w:t>
      </w:r>
      <w:r w:rsidR="00646BEC">
        <w:t xml:space="preserve"> </w:t>
      </w:r>
      <w:r w:rsidR="006773CE" w:rsidRPr="006F699D">
        <w:t>message</w:t>
      </w:r>
      <w:r w:rsidR="00646BEC">
        <w:t xml:space="preserve"> </w:t>
      </w:r>
      <w:r w:rsidR="005C7805" w:rsidRPr="006F699D">
        <w:rPr>
          <w:lang w:eastAsia="ko-KR"/>
        </w:rPr>
        <w:t>does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not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contain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the</w:t>
      </w:r>
      <w:r w:rsidR="00646BEC">
        <w:rPr>
          <w:i/>
          <w:iCs/>
          <w:lang w:eastAsia="ko-KR"/>
        </w:rPr>
        <w:t xml:space="preserve"> </w:t>
      </w:r>
      <w:r w:rsidR="005C7805" w:rsidRPr="006F699D">
        <w:rPr>
          <w:i/>
          <w:iCs/>
          <w:lang w:eastAsia="ko-KR"/>
        </w:rPr>
        <w:t>redirectedCarrierInfo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shall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attempt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select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suitable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an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EUTRA</w:t>
      </w:r>
      <w:r w:rsidR="00646BEC">
        <w:rPr>
          <w:lang w:eastAsia="ko-KR"/>
        </w:rPr>
        <w:t xml:space="preserve"> </w:t>
      </w:r>
      <w:r w:rsidR="005C7805" w:rsidRPr="006F699D">
        <w:rPr>
          <w:lang w:eastAsia="ko-KR"/>
        </w:rPr>
        <w:t>carrier.</w:t>
      </w:r>
      <w:r w:rsidR="00646BEC">
        <w:rPr>
          <w:lang w:eastAsia="ko-KR"/>
        </w:rPr>
        <w:t xml:space="preserve"> </w:t>
      </w:r>
      <w:r w:rsidR="002B7F07" w:rsidRPr="006F699D">
        <w:t>If</w:t>
      </w:r>
      <w:r w:rsidR="00646BEC">
        <w:t xml:space="preserve"> </w:t>
      </w:r>
      <w:r w:rsidR="002B7F07" w:rsidRPr="006F699D">
        <w:t>no</w:t>
      </w:r>
      <w:r w:rsidR="00646BEC">
        <w:t xml:space="preserve"> </w:t>
      </w:r>
      <w:r w:rsidR="002B7F07" w:rsidRPr="006F699D">
        <w:t>suitable</w:t>
      </w:r>
      <w:r w:rsidR="00646BEC">
        <w:t xml:space="preserve"> </w:t>
      </w:r>
      <w:r w:rsidR="002B7F07" w:rsidRPr="006F699D">
        <w:t>cell</w:t>
      </w:r>
      <w:r w:rsidR="00646BEC">
        <w:t xml:space="preserve"> </w:t>
      </w:r>
      <w:r w:rsidR="002B7F07" w:rsidRPr="006F699D">
        <w:t>is</w:t>
      </w:r>
      <w:r w:rsidR="00646BEC">
        <w:t xml:space="preserve"> </w:t>
      </w:r>
      <w:r w:rsidR="002B7F07" w:rsidRPr="006F699D">
        <w:t>found</w:t>
      </w:r>
      <w:r w:rsidR="00646BEC">
        <w:t xml:space="preserve"> </w:t>
      </w:r>
      <w:r w:rsidR="000A11D2" w:rsidRPr="006F699D">
        <w:t>according</w:t>
      </w:r>
      <w:r w:rsidR="00646BEC">
        <w:t xml:space="preserve"> </w:t>
      </w:r>
      <w:r w:rsidR="000A11D2" w:rsidRPr="006F699D">
        <w:t>to</w:t>
      </w:r>
      <w:r w:rsidR="00646BEC">
        <w:t xml:space="preserve"> </w:t>
      </w:r>
      <w:r w:rsidR="000A11D2" w:rsidRPr="006F699D">
        <w:t>the</w:t>
      </w:r>
      <w:r w:rsidR="00646BEC">
        <w:t xml:space="preserve"> </w:t>
      </w:r>
      <w:r w:rsidR="000A11D2" w:rsidRPr="006F699D">
        <w:t>above</w:t>
      </w:r>
      <w:r w:rsidR="002B7F07" w:rsidRPr="006F699D">
        <w:t>,</w:t>
      </w:r>
      <w:r w:rsidR="00646BEC">
        <w:t xml:space="preserve"> </w:t>
      </w:r>
      <w:r w:rsidR="002B7F07" w:rsidRPr="006F699D">
        <w:t>the</w:t>
      </w:r>
      <w:r w:rsidR="00646BEC">
        <w:t xml:space="preserve"> </w:t>
      </w:r>
      <w:r w:rsidR="002B7F07" w:rsidRPr="006F699D">
        <w:t>UE</w:t>
      </w:r>
      <w:r w:rsidR="00646BEC">
        <w:t xml:space="preserve"> </w:t>
      </w:r>
      <w:r w:rsidR="002B7F07" w:rsidRPr="006F699D">
        <w:t>shall</w:t>
      </w:r>
      <w:r w:rsidR="00646BEC">
        <w:t xml:space="preserve"> </w:t>
      </w:r>
      <w:r w:rsidR="009A4A9A" w:rsidRPr="006F699D">
        <w:t>perform</w:t>
      </w:r>
      <w:r w:rsidR="00646BEC">
        <w:t xml:space="preserve"> </w:t>
      </w:r>
      <w:r w:rsidR="009A4A9A" w:rsidRPr="006F699D">
        <w:t>a</w:t>
      </w:r>
      <w:r w:rsidR="00646BEC">
        <w:t xml:space="preserve"> </w:t>
      </w:r>
      <w:r w:rsidR="009A4A9A" w:rsidRPr="006F699D">
        <w:t>cell</w:t>
      </w:r>
      <w:r w:rsidR="00646BEC">
        <w:t xml:space="preserve"> </w:t>
      </w:r>
      <w:r w:rsidR="009A4A9A" w:rsidRPr="006F699D">
        <w:t>selection</w:t>
      </w:r>
      <w:r w:rsidR="00646BEC">
        <w:t xml:space="preserve"> </w:t>
      </w:r>
      <w:r w:rsidR="009A4A9A" w:rsidRPr="006F699D">
        <w:t>starting</w:t>
      </w:r>
      <w:r w:rsidR="00646BEC">
        <w:t xml:space="preserve"> </w:t>
      </w:r>
      <w:r w:rsidR="009A4A9A" w:rsidRPr="006F699D">
        <w:t>with</w:t>
      </w:r>
      <w:r w:rsidR="00646BEC">
        <w:t xml:space="preserve"> </w:t>
      </w:r>
      <w:r w:rsidR="002B7F07" w:rsidRPr="006F699D">
        <w:t>Stored</w:t>
      </w:r>
      <w:r w:rsidR="00646BEC">
        <w:t xml:space="preserve"> </w:t>
      </w:r>
      <w:r w:rsidR="005A26FF" w:rsidRPr="006F699D">
        <w:t>Information</w:t>
      </w:r>
      <w:r w:rsidR="00646BEC">
        <w:t xml:space="preserve"> </w:t>
      </w:r>
      <w:r w:rsidR="005A26FF" w:rsidRPr="006F699D">
        <w:t>Cell</w:t>
      </w:r>
      <w:r w:rsidR="00646BEC">
        <w:t xml:space="preserve"> </w:t>
      </w:r>
      <w:r w:rsidR="005A26FF" w:rsidRPr="006F699D">
        <w:t>Selection</w:t>
      </w:r>
      <w:r w:rsidR="00646BEC">
        <w:t xml:space="preserve"> </w:t>
      </w:r>
      <w:r w:rsidR="002B7F07" w:rsidRPr="006F699D">
        <w:t>procedure</w:t>
      </w:r>
      <w:r w:rsidR="00646BEC">
        <w:t xml:space="preserve"> </w:t>
      </w:r>
      <w:r w:rsidR="002B7F07" w:rsidRPr="006F699D">
        <w:t>in</w:t>
      </w:r>
      <w:r w:rsidR="00646BEC">
        <w:t xml:space="preserve"> </w:t>
      </w:r>
      <w:r w:rsidR="002B7F07" w:rsidRPr="006F699D">
        <w:t>order</w:t>
      </w:r>
      <w:r w:rsidR="00646BEC">
        <w:t xml:space="preserve"> </w:t>
      </w:r>
      <w:r w:rsidR="002B7F07" w:rsidRPr="006F699D">
        <w:t>to</w:t>
      </w:r>
      <w:r w:rsidR="00646BEC">
        <w:t xml:space="preserve"> </w:t>
      </w:r>
      <w:r w:rsidR="002B7F07" w:rsidRPr="006F699D">
        <w:t>find</w:t>
      </w:r>
      <w:r w:rsidR="00646BEC">
        <w:t xml:space="preserve"> </w:t>
      </w:r>
      <w:r w:rsidR="002B7F07" w:rsidRPr="006F699D">
        <w:t>a</w:t>
      </w:r>
      <w:r w:rsidR="00646BEC">
        <w:t xml:space="preserve"> </w:t>
      </w:r>
      <w:r w:rsidR="002B7F07" w:rsidRPr="006F699D">
        <w:t>suitable</w:t>
      </w:r>
      <w:r w:rsidR="00646BEC">
        <w:t xml:space="preserve"> </w:t>
      </w:r>
      <w:r w:rsidR="002B7F07" w:rsidRPr="006F699D">
        <w:t>cell</w:t>
      </w:r>
      <w:r w:rsidR="00646BEC">
        <w:t xml:space="preserve"> </w:t>
      </w:r>
      <w:r w:rsidR="002B7F07" w:rsidRPr="006F699D">
        <w:t>to</w:t>
      </w:r>
      <w:r w:rsidR="00646BEC">
        <w:t xml:space="preserve"> </w:t>
      </w:r>
      <w:r w:rsidR="002B7F07" w:rsidRPr="006F699D">
        <w:t>camp</w:t>
      </w:r>
      <w:r w:rsidR="00646BEC">
        <w:t xml:space="preserve"> </w:t>
      </w:r>
      <w:r w:rsidR="002B7F07" w:rsidRPr="006F699D">
        <w:t>on.</w:t>
      </w:r>
    </w:p>
    <w:p w14:paraId="596B95B1" w14:textId="361019DD" w:rsidR="00A511B7" w:rsidRPr="006F699D" w:rsidRDefault="00AD3B17" w:rsidP="00377BCE">
      <w:r w:rsidRPr="006F699D">
        <w:t>When</w:t>
      </w:r>
      <w:r w:rsidR="00646BEC">
        <w:t xml:space="preserve"> </w:t>
      </w:r>
      <w:r w:rsidRPr="006F699D">
        <w:t>returning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="00873672" w:rsidRPr="006F699D">
        <w:t>or</w:t>
      </w:r>
      <w:r w:rsidR="00646BEC">
        <w:t xml:space="preserve"> </w:t>
      </w:r>
      <w:r w:rsidR="00873672" w:rsidRPr="006F699D">
        <w:t>RRC_INACTIVE</w:t>
      </w:r>
      <w:r w:rsidR="00646BEC">
        <w:t xml:space="preserve"> </w:t>
      </w:r>
      <w:r w:rsidR="00873672" w:rsidRPr="006F699D">
        <w:t>state</w:t>
      </w:r>
      <w:r w:rsidR="00646BEC">
        <w:t xml:space="preserve"> </w:t>
      </w:r>
      <w:r w:rsidRPr="006F699D">
        <w:t>after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moved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RRC_CONNECTED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rPr>
          <w:i/>
        </w:rPr>
        <w:t>camped</w:t>
      </w:r>
      <w:r w:rsidR="00646BEC">
        <w:rPr>
          <w:i/>
        </w:rPr>
        <w:t xml:space="preserve"> </w:t>
      </w:r>
      <w:r w:rsidRPr="006F699D">
        <w:rPr>
          <w:i/>
        </w:rPr>
        <w:t>on</w:t>
      </w:r>
      <w:r w:rsidR="00646BEC">
        <w:rPr>
          <w:i/>
        </w:rPr>
        <w:t xml:space="preserve"> </w:t>
      </w:r>
      <w:r w:rsidRPr="006F699D">
        <w:rPr>
          <w:i/>
        </w:rPr>
        <w:t>any</w:t>
      </w:r>
      <w:r w:rsidR="00646BEC">
        <w:rPr>
          <w:i/>
        </w:rPr>
        <w:t xml:space="preserve"> </w:t>
      </w:r>
      <w:r w:rsidRPr="006F699D">
        <w:rPr>
          <w:i/>
        </w:rPr>
        <w:t>cell</w:t>
      </w:r>
      <w:r w:rsidR="00646BEC">
        <w:t xml:space="preserve"> </w:t>
      </w:r>
      <w:r w:rsidRPr="006F699D">
        <w:t>state,</w:t>
      </w:r>
      <w:r w:rsidR="00646BEC">
        <w:t xml:space="preserve"> </w:t>
      </w:r>
      <w:r w:rsidRPr="006F699D">
        <w:t>UE</w:t>
      </w:r>
      <w:r w:rsidR="00646BEC">
        <w:t xml:space="preserve"> </w:t>
      </w:r>
      <w:r w:rsidR="003138F1" w:rsidRPr="006F699D">
        <w:t>shall</w:t>
      </w:r>
      <w:r w:rsidR="00646BEC">
        <w:t xml:space="preserve"> </w:t>
      </w:r>
      <w:r w:rsidR="003138F1" w:rsidRPr="006F699D">
        <w:t>attempt</w:t>
      </w:r>
      <w:r w:rsidR="00646BEC">
        <w:t xml:space="preserve"> </w:t>
      </w:r>
      <w:r w:rsidR="003138F1" w:rsidRPr="006F699D">
        <w:t>to</w:t>
      </w:r>
      <w:r w:rsidR="00646BEC">
        <w:t xml:space="preserve"> </w:t>
      </w:r>
      <w:r w:rsidR="003138F1" w:rsidRPr="006F699D">
        <w:t>camp</w:t>
      </w:r>
      <w:r w:rsidR="00646BEC">
        <w:t xml:space="preserve"> </w:t>
      </w:r>
      <w:r w:rsidR="003138F1" w:rsidRPr="006F699D">
        <w:t>on</w:t>
      </w:r>
      <w:r w:rsidR="00646BEC">
        <w:t xml:space="preserve"> </w:t>
      </w:r>
      <w:r w:rsidR="003138F1" w:rsidRPr="006F699D">
        <w:t>an</w:t>
      </w:r>
      <w:r w:rsidR="00646BEC">
        <w:t xml:space="preserve"> </w:t>
      </w:r>
      <w:r w:rsidR="003138F1" w:rsidRPr="006F699D">
        <w:t>acceptable</w:t>
      </w:r>
      <w:r w:rsidR="00646BEC">
        <w:t xml:space="preserve"> </w:t>
      </w:r>
      <w:r w:rsidR="003138F1" w:rsidRPr="006F699D">
        <w:t>cell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rPr>
          <w:i/>
        </w:rPr>
        <w:t>redirectedCarrierInfo</w:t>
      </w:r>
      <w:r w:rsidRPr="006F699D">
        <w:t>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included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i/>
        </w:rPr>
        <w:t>RRCConnectionRelease</w:t>
      </w:r>
      <w:r w:rsidR="00646BEC">
        <w:t xml:space="preserve"> </w:t>
      </w:r>
      <w:r w:rsidRPr="006F699D">
        <w:t>message.</w:t>
      </w:r>
      <w:r w:rsidR="00646BEC">
        <w:t xml:space="preserve"> </w:t>
      </w:r>
      <w:r w:rsidR="003138F1" w:rsidRPr="006F699D">
        <w:t>If</w:t>
      </w:r>
      <w:r w:rsidR="00646BEC">
        <w:t xml:space="preserve"> </w:t>
      </w:r>
      <w:r w:rsidR="003138F1" w:rsidRPr="006F699D">
        <w:t>the</w:t>
      </w:r>
      <w:r w:rsidR="00646BEC">
        <w:t xml:space="preserve"> </w:t>
      </w:r>
      <w:r w:rsidR="003138F1" w:rsidRPr="006F699D">
        <w:t>UE</w:t>
      </w:r>
      <w:r w:rsidR="00646BEC">
        <w:t xml:space="preserve"> </w:t>
      </w:r>
      <w:r w:rsidR="003138F1" w:rsidRPr="006F699D">
        <w:t>cannot</w:t>
      </w:r>
      <w:r w:rsidR="00646BEC">
        <w:t xml:space="preserve"> </w:t>
      </w:r>
      <w:r w:rsidR="003138F1" w:rsidRPr="006F699D">
        <w:t>find</w:t>
      </w:r>
      <w:r w:rsidR="00646BEC">
        <w:t xml:space="preserve"> </w:t>
      </w:r>
      <w:r w:rsidR="003138F1" w:rsidRPr="006F699D">
        <w:t>an</w:t>
      </w:r>
      <w:r w:rsidR="00646BEC">
        <w:t xml:space="preserve"> </w:t>
      </w:r>
      <w:r w:rsidR="003138F1" w:rsidRPr="006F699D">
        <w:t>acceptable</w:t>
      </w:r>
      <w:r w:rsidR="00646BEC">
        <w:t xml:space="preserve"> </w:t>
      </w:r>
      <w:r w:rsidR="003138F1" w:rsidRPr="006F699D">
        <w:t>cell,</w:t>
      </w:r>
      <w:r w:rsidR="00646BEC">
        <w:t xml:space="preserve"> </w:t>
      </w:r>
      <w:r w:rsidR="003138F1" w:rsidRPr="006F699D">
        <w:t>the</w:t>
      </w:r>
      <w:r w:rsidR="00646BEC">
        <w:t xml:space="preserve"> </w:t>
      </w:r>
      <w:r w:rsidR="003138F1" w:rsidRPr="006F699D">
        <w:t>UE</w:t>
      </w:r>
      <w:r w:rsidR="00646BEC">
        <w:t xml:space="preserve"> </w:t>
      </w:r>
      <w:r w:rsidR="003138F1" w:rsidRPr="006F699D">
        <w:t>is</w:t>
      </w:r>
      <w:r w:rsidR="00646BEC">
        <w:t xml:space="preserve"> </w:t>
      </w:r>
      <w:r w:rsidR="003138F1" w:rsidRPr="006F699D">
        <w:t>allowed</w:t>
      </w:r>
      <w:r w:rsidR="00646BEC">
        <w:t xml:space="preserve"> </w:t>
      </w:r>
      <w:r w:rsidR="003138F1" w:rsidRPr="006F699D">
        <w:t>to</w:t>
      </w:r>
      <w:r w:rsidR="00646BEC">
        <w:t xml:space="preserve"> </w:t>
      </w:r>
      <w:r w:rsidR="003138F1" w:rsidRPr="006F699D">
        <w:t>camp</w:t>
      </w:r>
      <w:r w:rsidR="00646BEC">
        <w:t xml:space="preserve"> </w:t>
      </w:r>
      <w:r w:rsidR="003138F1" w:rsidRPr="006F699D">
        <w:t>on</w:t>
      </w:r>
      <w:r w:rsidR="00646BEC">
        <w:t xml:space="preserve"> </w:t>
      </w:r>
      <w:r w:rsidR="003138F1" w:rsidRPr="006F699D">
        <w:t>any</w:t>
      </w:r>
      <w:r w:rsidR="00646BEC">
        <w:t xml:space="preserve"> </w:t>
      </w:r>
      <w:r w:rsidR="003138F1" w:rsidRPr="006F699D">
        <w:t>acceptable</w:t>
      </w:r>
      <w:r w:rsidR="00646BEC">
        <w:t xml:space="preserve"> </w:t>
      </w:r>
      <w:r w:rsidR="003138F1" w:rsidRPr="006F699D">
        <w:t>cell</w:t>
      </w:r>
      <w:r w:rsidR="00646BEC">
        <w:t xml:space="preserve"> </w:t>
      </w:r>
      <w:r w:rsidR="003138F1" w:rsidRPr="006F699D">
        <w:t>of</w:t>
      </w:r>
      <w:r w:rsidR="00646BEC">
        <w:t xml:space="preserve"> </w:t>
      </w:r>
      <w:r w:rsidR="003138F1" w:rsidRPr="006F699D">
        <w:t>the</w:t>
      </w:r>
      <w:r w:rsidR="00646BEC">
        <w:t xml:space="preserve"> </w:t>
      </w:r>
      <w:r w:rsidR="003138F1" w:rsidRPr="006F699D">
        <w:t>indicated</w:t>
      </w:r>
      <w:r w:rsidR="00646BEC">
        <w:t xml:space="preserve"> </w:t>
      </w:r>
      <w:r w:rsidR="003138F1" w:rsidRPr="006F699D">
        <w:t>RAT.</w:t>
      </w:r>
      <w:r w:rsidR="00646BEC">
        <w:t xml:space="preserve"> </w:t>
      </w:r>
      <w:r w:rsidR="003138F1" w:rsidRPr="006F699D">
        <w:t>If</w:t>
      </w:r>
      <w:r w:rsidR="00646BEC">
        <w:t xml:space="preserve"> </w:t>
      </w:r>
      <w:r w:rsidR="003138F1" w:rsidRPr="006F699D">
        <w:t>the</w:t>
      </w:r>
      <w:r w:rsidR="00646BEC">
        <w:t xml:space="preserve"> </w:t>
      </w:r>
      <w:r w:rsidR="003138F1" w:rsidRPr="006F699D">
        <w:rPr>
          <w:i/>
          <w:iCs/>
        </w:rPr>
        <w:t>RRCConnectionRelease</w:t>
      </w:r>
      <w:r w:rsidR="00646BEC">
        <w:t xml:space="preserve"> </w:t>
      </w:r>
      <w:r w:rsidR="003138F1" w:rsidRPr="006F699D">
        <w:t>message</w:t>
      </w:r>
      <w:r w:rsidR="00646BEC">
        <w:t xml:space="preserve"> </w:t>
      </w:r>
      <w:r w:rsidR="003138F1" w:rsidRPr="006F699D">
        <w:t>does</w:t>
      </w:r>
      <w:r w:rsidR="00646BEC">
        <w:t xml:space="preserve"> </w:t>
      </w:r>
      <w:r w:rsidR="003138F1" w:rsidRPr="006F699D">
        <w:t>not</w:t>
      </w:r>
      <w:r w:rsidR="00646BEC">
        <w:t xml:space="preserve"> </w:t>
      </w:r>
      <w:r w:rsidR="003138F1" w:rsidRPr="006F699D">
        <w:t>contain</w:t>
      </w:r>
      <w:r w:rsidR="00646BEC">
        <w:t xml:space="preserve"> </w:t>
      </w:r>
      <w:r w:rsidR="003138F1" w:rsidRPr="006F699D">
        <w:rPr>
          <w:i/>
          <w:iCs/>
        </w:rPr>
        <w:t>redirectedCarrierInfo</w:t>
      </w:r>
      <w:r w:rsidR="00646BEC">
        <w:t xml:space="preserve"> </w:t>
      </w:r>
      <w:r w:rsidR="003138F1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shall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attempt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select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an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acceptable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an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EUTRA</w:t>
      </w:r>
      <w:r w:rsidR="00646BEC">
        <w:rPr>
          <w:lang w:eastAsia="ko-KR"/>
        </w:rPr>
        <w:t xml:space="preserve"> </w:t>
      </w:r>
      <w:r w:rsidR="003138F1" w:rsidRPr="006F699D">
        <w:rPr>
          <w:lang w:eastAsia="ko-KR"/>
        </w:rPr>
        <w:t>carrier.</w:t>
      </w:r>
      <w:r w:rsidR="00646BEC">
        <w:rPr>
          <w:lang w:eastAsia="ko-KR"/>
        </w:rPr>
        <w:t xml:space="preserve"> </w:t>
      </w:r>
      <w:r w:rsidR="00E35FB1" w:rsidRPr="006F699D">
        <w:t>If</w:t>
      </w:r>
      <w:r w:rsidR="00646BEC">
        <w:t xml:space="preserve"> </w:t>
      </w:r>
      <w:r w:rsidR="00E35FB1" w:rsidRPr="006F699D">
        <w:t>no</w:t>
      </w:r>
      <w:r w:rsidR="00646BEC">
        <w:t xml:space="preserve"> </w:t>
      </w:r>
      <w:r w:rsidR="00E35FB1" w:rsidRPr="006F699D">
        <w:t>acceptable</w:t>
      </w:r>
      <w:r w:rsidR="00646BEC">
        <w:t xml:space="preserve"> </w:t>
      </w:r>
      <w:r w:rsidR="00E35FB1" w:rsidRPr="006F699D">
        <w:t>cell</w:t>
      </w:r>
      <w:r w:rsidR="00646BEC">
        <w:t xml:space="preserve"> </w:t>
      </w:r>
      <w:r w:rsidR="00E35FB1" w:rsidRPr="006F699D">
        <w:t>is</w:t>
      </w:r>
      <w:r w:rsidR="00646BEC">
        <w:t xml:space="preserve"> </w:t>
      </w:r>
      <w:r w:rsidR="00E35FB1" w:rsidRPr="006F699D">
        <w:t>found</w:t>
      </w:r>
      <w:r w:rsidR="00646BEC">
        <w:t xml:space="preserve"> </w:t>
      </w:r>
      <w:r w:rsidR="000A11D2" w:rsidRPr="006F699D">
        <w:t>according</w:t>
      </w:r>
      <w:r w:rsidR="00646BEC">
        <w:t xml:space="preserve"> </w:t>
      </w:r>
      <w:r w:rsidR="000A11D2" w:rsidRPr="006F699D">
        <w:t>to</w:t>
      </w:r>
      <w:r w:rsidR="00646BEC">
        <w:t xml:space="preserve"> </w:t>
      </w:r>
      <w:r w:rsidR="000A11D2" w:rsidRPr="006F699D">
        <w:t>the</w:t>
      </w:r>
      <w:r w:rsidR="00646BEC">
        <w:t xml:space="preserve"> </w:t>
      </w:r>
      <w:r w:rsidR="000A11D2" w:rsidRPr="006F699D">
        <w:t>above</w:t>
      </w:r>
      <w:r w:rsidR="00E35FB1" w:rsidRPr="006F699D">
        <w:t>,</w:t>
      </w:r>
      <w:r w:rsidR="00646BEC">
        <w:t xml:space="preserve"> </w:t>
      </w:r>
      <w:r w:rsidR="00E35FB1" w:rsidRPr="006F699D">
        <w:t>the</w:t>
      </w:r>
      <w:r w:rsidR="00646BEC">
        <w:t xml:space="preserve"> </w:t>
      </w:r>
      <w:r w:rsidR="00E35FB1" w:rsidRPr="006F699D">
        <w:t>UE</w:t>
      </w:r>
      <w:r w:rsidR="00646BEC">
        <w:t xml:space="preserve"> </w:t>
      </w:r>
      <w:r w:rsidR="00E35FB1" w:rsidRPr="006F699D">
        <w:t>shall</w:t>
      </w:r>
      <w:r w:rsidR="00646BEC">
        <w:t xml:space="preserve"> </w:t>
      </w:r>
      <w:r w:rsidR="00E35FB1" w:rsidRPr="006F699D">
        <w:t>continue</w:t>
      </w:r>
      <w:r w:rsidR="00646BEC">
        <w:t xml:space="preserve"> </w:t>
      </w:r>
      <w:r w:rsidR="00E35FB1" w:rsidRPr="006F699D">
        <w:t>to</w:t>
      </w:r>
      <w:r w:rsidR="00646BEC">
        <w:t xml:space="preserve"> </w:t>
      </w:r>
      <w:r w:rsidR="00E35FB1" w:rsidRPr="006F699D">
        <w:t>search</w:t>
      </w:r>
      <w:r w:rsidR="00646BEC">
        <w:t xml:space="preserve"> </w:t>
      </w:r>
      <w:r w:rsidR="00E35FB1" w:rsidRPr="006F699D">
        <w:t>for</w:t>
      </w:r>
      <w:r w:rsidR="00646BEC">
        <w:t xml:space="preserve"> </w:t>
      </w:r>
      <w:r w:rsidR="00E35FB1" w:rsidRPr="006F699D">
        <w:t>an</w:t>
      </w:r>
      <w:r w:rsidR="00646BEC">
        <w:t xml:space="preserve"> </w:t>
      </w:r>
      <w:r w:rsidR="00E35FB1" w:rsidRPr="006F699D">
        <w:t>acceptable</w:t>
      </w:r>
      <w:r w:rsidR="00646BEC">
        <w:t xml:space="preserve"> </w:t>
      </w:r>
      <w:r w:rsidR="00E35FB1" w:rsidRPr="006F699D">
        <w:t>cell</w:t>
      </w:r>
      <w:r w:rsidR="00646BEC">
        <w:t xml:space="preserve"> </w:t>
      </w:r>
      <w:r w:rsidR="00E35FB1" w:rsidRPr="006F699D">
        <w:t>of</w:t>
      </w:r>
      <w:r w:rsidR="00646BEC">
        <w:t xml:space="preserve"> </w:t>
      </w:r>
      <w:r w:rsidR="00E35FB1" w:rsidRPr="006F699D">
        <w:t>any</w:t>
      </w:r>
      <w:r w:rsidR="00646BEC">
        <w:t xml:space="preserve"> </w:t>
      </w:r>
      <w:r w:rsidR="00E35FB1" w:rsidRPr="006F699D">
        <w:t>PLMN</w:t>
      </w:r>
      <w:r w:rsidR="00646BEC">
        <w:t xml:space="preserve"> </w:t>
      </w:r>
      <w:r w:rsidR="00E35FB1" w:rsidRPr="006F699D">
        <w:t>in</w:t>
      </w:r>
      <w:r w:rsidR="00646BEC">
        <w:t xml:space="preserve"> </w:t>
      </w:r>
      <w:r w:rsidR="00E35FB1" w:rsidRPr="006F699D">
        <w:t>state</w:t>
      </w:r>
      <w:r w:rsidR="00646BEC">
        <w:t xml:space="preserve"> </w:t>
      </w:r>
      <w:r w:rsidR="005A26FF" w:rsidRPr="006F699D">
        <w:rPr>
          <w:i/>
        </w:rPr>
        <w:t>a</w:t>
      </w:r>
      <w:r w:rsidR="00E35FB1" w:rsidRPr="006F699D">
        <w:rPr>
          <w:i/>
        </w:rPr>
        <w:t>ny</w:t>
      </w:r>
      <w:r w:rsidR="00646BEC">
        <w:rPr>
          <w:i/>
        </w:rPr>
        <w:t xml:space="preserve"> </w:t>
      </w:r>
      <w:r w:rsidR="00E35FB1" w:rsidRPr="006F699D">
        <w:rPr>
          <w:i/>
        </w:rPr>
        <w:t>cell</w:t>
      </w:r>
      <w:r w:rsidR="00646BEC">
        <w:rPr>
          <w:i/>
        </w:rPr>
        <w:t xml:space="preserve"> </w:t>
      </w:r>
      <w:r w:rsidR="00E35FB1" w:rsidRPr="006F699D">
        <w:rPr>
          <w:i/>
        </w:rPr>
        <w:t>selection</w:t>
      </w:r>
      <w:r w:rsidR="00E35FB1" w:rsidRPr="006F699D">
        <w:t>.</w:t>
      </w:r>
    </w:p>
    <w:p w14:paraId="0F5A8B2F" w14:textId="3C493D16" w:rsidR="00D80C02" w:rsidRPr="006F699D" w:rsidRDefault="00D80C02" w:rsidP="00D80C02">
      <w:pPr>
        <w:pStyle w:val="Heading3"/>
      </w:pPr>
      <w:bookmarkStart w:id="206" w:name="_Toc29237921"/>
      <w:bookmarkStart w:id="207" w:name="_Toc46523038"/>
      <w:bookmarkStart w:id="208" w:name="_Toc100742616"/>
      <w:r w:rsidRPr="006F699D">
        <w:t>5.2.7a</w:t>
      </w:r>
      <w:r w:rsidRPr="006F699D">
        <w:tab/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="006773CE" w:rsidRPr="006F699D">
        <w:t>at</w:t>
      </w:r>
      <w:r w:rsidR="00646BEC">
        <w:t xml:space="preserve"> </w:t>
      </w:r>
      <w:r w:rsidR="006773CE" w:rsidRPr="006F699D">
        <w:t>transition</w:t>
      </w:r>
      <w:r w:rsidR="00646BEC">
        <w:t xml:space="preserve"> </w:t>
      </w:r>
      <w:r w:rsidR="006773CE" w:rsidRPr="006F699D">
        <w:t>to</w:t>
      </w:r>
      <w:r w:rsidR="00646BEC">
        <w:t xml:space="preserve"> </w:t>
      </w:r>
      <w:r w:rsidR="006773CE" w:rsidRPr="006F699D">
        <w:t>RRC_IDLE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</w:t>
      </w:r>
      <w:bookmarkEnd w:id="206"/>
      <w:bookmarkEnd w:id="207"/>
      <w:bookmarkEnd w:id="208"/>
    </w:p>
    <w:p w14:paraId="1F9A426C" w14:textId="18212213" w:rsidR="00D80C02" w:rsidRPr="006F699D" w:rsidRDefault="006773CE" w:rsidP="00D80C02">
      <w:r w:rsidRPr="006F699D">
        <w:t>At</w:t>
      </w:r>
      <w:r w:rsidR="00646BEC">
        <w:t xml:space="preserve"> </w:t>
      </w:r>
      <w:r w:rsidRPr="006F699D">
        <w:t>reception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i/>
        </w:rPr>
        <w:t>RRCConnectionRelease-NB</w:t>
      </w:r>
      <w:r w:rsidR="00646BEC">
        <w:t xml:space="preserve"> </w:t>
      </w:r>
      <w:r w:rsidRPr="006F699D">
        <w:t>message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rPr>
          <w:i/>
        </w:rPr>
        <w:t>RRCEarlyDataComplete-NB</w:t>
      </w:r>
      <w:r w:rsidR="00646BEC">
        <w:t xml:space="preserve"> </w:t>
      </w:r>
      <w:r w:rsidRPr="006F699D">
        <w:t>message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move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into</w:t>
      </w:r>
      <w:r w:rsidR="00646BEC">
        <w:t xml:space="preserve"> </w:t>
      </w:r>
      <w:r w:rsidRPr="006F699D">
        <w:t>RRC_IDLE</w:t>
      </w:r>
      <w:r w:rsidR="00D80C02" w:rsidRPr="006F699D">
        <w:t>,</w:t>
      </w:r>
      <w:r w:rsidR="00646BEC">
        <w:t xml:space="preserve"> </w:t>
      </w:r>
      <w:r w:rsidR="00D80C02" w:rsidRPr="006F699D">
        <w:t>UE</w:t>
      </w:r>
      <w:r w:rsidR="00646BEC">
        <w:t xml:space="preserve"> </w:t>
      </w:r>
      <w:r w:rsidR="00D80C02" w:rsidRPr="006F699D">
        <w:t>shall</w:t>
      </w:r>
      <w:r w:rsidR="00646BEC">
        <w:t xml:space="preserve"> </w:t>
      </w:r>
      <w:r w:rsidR="00D80C02" w:rsidRPr="006F699D">
        <w:t>attempt</w:t>
      </w:r>
      <w:r w:rsidR="00646BEC">
        <w:t xml:space="preserve"> </w:t>
      </w:r>
      <w:r w:rsidR="00D80C02" w:rsidRPr="006F699D">
        <w:t>to</w:t>
      </w:r>
      <w:r w:rsidR="00646BEC">
        <w:t xml:space="preserve"> </w:t>
      </w:r>
      <w:r w:rsidR="00D80C02" w:rsidRPr="006F699D">
        <w:t>camp</w:t>
      </w:r>
      <w:r w:rsidR="00646BEC">
        <w:t xml:space="preserve"> </w:t>
      </w:r>
      <w:r w:rsidR="00D80C02" w:rsidRPr="006F699D">
        <w:t>on</w:t>
      </w:r>
      <w:r w:rsidR="00646BEC">
        <w:t xml:space="preserve"> </w:t>
      </w:r>
      <w:r w:rsidR="00D80C02" w:rsidRPr="006F699D">
        <w:t>a</w:t>
      </w:r>
      <w:r w:rsidR="00646BEC">
        <w:t xml:space="preserve"> </w:t>
      </w:r>
      <w:r w:rsidR="00D80C02" w:rsidRPr="006F699D">
        <w:t>suitable</w:t>
      </w:r>
      <w:r w:rsidR="00646BEC">
        <w:t xml:space="preserve"> </w:t>
      </w:r>
      <w:r w:rsidR="00D80C02" w:rsidRPr="006F699D">
        <w:t>cell</w:t>
      </w:r>
      <w:r w:rsidR="00646BEC">
        <w:t xml:space="preserve"> </w:t>
      </w:r>
      <w:r w:rsidR="00D80C02" w:rsidRPr="006F699D">
        <w:t>according</w:t>
      </w:r>
      <w:r w:rsidR="00646BEC">
        <w:t xml:space="preserve"> </w:t>
      </w:r>
      <w:r w:rsidR="00D80C02" w:rsidRPr="006F699D">
        <w:t>to</w:t>
      </w:r>
      <w:r w:rsidR="00646BEC">
        <w:t xml:space="preserve"> </w:t>
      </w:r>
      <w:r w:rsidR="00D80C02" w:rsidRPr="006F699D">
        <w:rPr>
          <w:i/>
        </w:rPr>
        <w:t>redirectedCarrierInfo</w:t>
      </w:r>
      <w:r w:rsidR="00D80C02" w:rsidRPr="006F699D">
        <w:t>,</w:t>
      </w:r>
      <w:r w:rsidR="00646BEC">
        <w:t xml:space="preserve"> </w:t>
      </w:r>
      <w:r w:rsidR="00D80C02" w:rsidRPr="006F699D">
        <w:t>if</w:t>
      </w:r>
      <w:r w:rsidR="00646BEC">
        <w:t xml:space="preserve"> </w:t>
      </w:r>
      <w:r w:rsidR="00D80C02" w:rsidRPr="006F699D">
        <w:t>included</w:t>
      </w:r>
      <w:r w:rsidR="00646BEC">
        <w:t xml:space="preserve"> </w:t>
      </w:r>
      <w:r w:rsidR="00D80C02" w:rsidRPr="006F699D">
        <w:t>in</w:t>
      </w:r>
      <w:r w:rsidR="00646BEC">
        <w:t xml:space="preserve"> </w:t>
      </w:r>
      <w:r w:rsidR="00D80C02" w:rsidRPr="006F699D">
        <w:t>the</w:t>
      </w:r>
      <w:r w:rsidR="00646BEC">
        <w:t xml:space="preserve"> </w:t>
      </w:r>
      <w:r w:rsidR="00D80C02" w:rsidRPr="006F699D">
        <w:rPr>
          <w:i/>
        </w:rPr>
        <w:t>RRCConnectionRelease-NB</w:t>
      </w:r>
      <w:r w:rsidR="00646BEC">
        <w:t xml:space="preserve"> </w:t>
      </w:r>
      <w:r w:rsidR="00D80C02" w:rsidRPr="006F699D">
        <w:t>message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rPr>
          <w:i/>
        </w:rPr>
        <w:t>RRCEarlyDataComplete-NB</w:t>
      </w:r>
      <w:r w:rsidR="00646BEC">
        <w:t xml:space="preserve"> </w:t>
      </w:r>
      <w:r w:rsidRPr="006F699D">
        <w:t>message</w:t>
      </w:r>
      <w:r w:rsidR="00D80C02" w:rsidRPr="006F699D">
        <w:t>.</w:t>
      </w:r>
      <w:r w:rsidR="00646BEC">
        <w:t xml:space="preserve"> </w:t>
      </w:r>
      <w:r w:rsidR="00D80C02"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cannot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find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suitable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cell,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allowed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camp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suitable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any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NB-IoT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carrier.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D80C02" w:rsidRPr="006F699D">
        <w:rPr>
          <w:i/>
          <w:iCs/>
          <w:lang w:eastAsia="ko-KR"/>
        </w:rPr>
        <w:t>RRCConnectionRelease-NB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message</w:t>
      </w:r>
      <w:r w:rsidR="00646BEC">
        <w:rPr>
          <w:lang w:eastAsia="ko-KR"/>
        </w:rPr>
        <w:t xml:space="preserve"> </w:t>
      </w:r>
      <w:r w:rsidRPr="006F699D">
        <w:t>or</w:t>
      </w:r>
      <w:r w:rsidR="00646BEC">
        <w:t xml:space="preserve"> </w:t>
      </w:r>
      <w:r w:rsidRPr="006F699D">
        <w:rPr>
          <w:i/>
        </w:rPr>
        <w:t>RRCEarlyDataComplete-NB</w:t>
      </w:r>
      <w:r w:rsidR="00646BEC">
        <w:t xml:space="preserve"> </w:t>
      </w:r>
      <w:r w:rsidRPr="006F699D">
        <w:t>message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does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not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contain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the</w:t>
      </w:r>
      <w:r w:rsidR="00646BEC">
        <w:rPr>
          <w:i/>
          <w:iCs/>
          <w:lang w:eastAsia="ko-KR"/>
        </w:rPr>
        <w:t xml:space="preserve"> </w:t>
      </w:r>
      <w:r w:rsidR="00D80C02" w:rsidRPr="006F699D">
        <w:rPr>
          <w:i/>
          <w:iCs/>
          <w:lang w:eastAsia="ko-KR"/>
        </w:rPr>
        <w:t>redirectedCarrierInfo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shall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attempt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select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suitable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NB-IoT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carrier.</w:t>
      </w:r>
    </w:p>
    <w:p w14:paraId="7BF2F37C" w14:textId="265CF875" w:rsidR="003072BD" w:rsidRPr="006F699D" w:rsidRDefault="003072BD" w:rsidP="00377BCE">
      <w:pPr>
        <w:pStyle w:val="Heading3"/>
      </w:pPr>
      <w:bookmarkStart w:id="209" w:name="_Toc29237922"/>
      <w:bookmarkStart w:id="210" w:name="_Toc46523039"/>
      <w:bookmarkStart w:id="211" w:name="_Toc100742617"/>
      <w:r w:rsidRPr="006F699D">
        <w:t>5.2.</w:t>
      </w:r>
      <w:r w:rsidR="00DA2EA2" w:rsidRPr="006F699D">
        <w:t>8</w:t>
      </w:r>
      <w:r w:rsidRPr="006F699D">
        <w:tab/>
        <w:t>Any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state</w:t>
      </w:r>
      <w:bookmarkEnd w:id="209"/>
      <w:bookmarkEnd w:id="210"/>
      <w:bookmarkEnd w:id="211"/>
    </w:p>
    <w:p w14:paraId="3273DC7A" w14:textId="68B3F0AB" w:rsidR="00D80C02" w:rsidRPr="006F699D" w:rsidRDefault="00D80C02" w:rsidP="00D80C02">
      <w:r w:rsidRPr="006F699D">
        <w:t>For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5.2.8a.</w:t>
      </w:r>
    </w:p>
    <w:p w14:paraId="21DDF4B0" w14:textId="7840A523" w:rsidR="00A511B7" w:rsidRPr="006F699D" w:rsidRDefault="00D15F7C" w:rsidP="00377BCE">
      <w:r w:rsidRPr="006F699D">
        <w:t>This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RRC_INACTIVE</w:t>
      </w:r>
      <w:r w:rsidR="00646BEC">
        <w:t xml:space="preserve"> </w:t>
      </w:r>
      <w:r w:rsidRPr="006F699D">
        <w:t>state.</w:t>
      </w:r>
      <w:r w:rsidR="00646BEC">
        <w:t xml:space="preserve"> </w:t>
      </w:r>
      <w:r w:rsidR="00A511B7" w:rsidRPr="006F699D">
        <w:t>In</w:t>
      </w:r>
      <w:r w:rsidR="00646BEC">
        <w:t xml:space="preserve"> </w:t>
      </w:r>
      <w:r w:rsidR="00A511B7" w:rsidRPr="006F699D">
        <w:t>this</w:t>
      </w:r>
      <w:r w:rsidR="00646BEC">
        <w:t xml:space="preserve"> </w:t>
      </w:r>
      <w:r w:rsidR="00A511B7" w:rsidRPr="006F699D">
        <w:t>state,</w:t>
      </w:r>
      <w:r w:rsidR="00646BEC">
        <w:t xml:space="preserve"> </w:t>
      </w:r>
      <w:r w:rsidR="00A511B7" w:rsidRPr="006F699D">
        <w:t>the</w:t>
      </w:r>
      <w:r w:rsidR="00646BEC">
        <w:t xml:space="preserve"> </w:t>
      </w:r>
      <w:r w:rsidR="00A511B7" w:rsidRPr="006F699D">
        <w:t>UE</w:t>
      </w:r>
      <w:r w:rsidR="00646BEC">
        <w:t xml:space="preserve"> </w:t>
      </w:r>
      <w:r w:rsidR="00A511B7" w:rsidRPr="006F699D">
        <w:t>shall</w:t>
      </w:r>
      <w:r w:rsidR="00646BEC">
        <w:t xml:space="preserve"> </w:t>
      </w:r>
      <w:r w:rsidR="009D7AD5" w:rsidRPr="006F699D">
        <w:t>perform</w:t>
      </w:r>
      <w:r w:rsidR="00646BEC">
        <w:t xml:space="preserve"> </w:t>
      </w:r>
      <w:r w:rsidR="009D7AD5" w:rsidRPr="006F699D">
        <w:t>cell</w:t>
      </w:r>
      <w:r w:rsidR="00646BEC">
        <w:t xml:space="preserve"> </w:t>
      </w:r>
      <w:r w:rsidR="009D7AD5" w:rsidRPr="006F699D">
        <w:t>selection</w:t>
      </w:r>
      <w:r w:rsidR="00646BEC">
        <w:t xml:space="preserve"> </w:t>
      </w:r>
      <w:r w:rsidR="009D7AD5" w:rsidRPr="006F699D">
        <w:t>process</w:t>
      </w:r>
      <w:r w:rsidR="00646BEC">
        <w:t xml:space="preserve"> </w:t>
      </w:r>
      <w:r w:rsidR="009D7AD5" w:rsidRPr="006F699D">
        <w:t>to</w:t>
      </w:r>
      <w:r w:rsidR="00646BEC">
        <w:t xml:space="preserve"> </w:t>
      </w:r>
      <w:r w:rsidR="009D7AD5" w:rsidRPr="006F699D">
        <w:t>find</w:t>
      </w:r>
      <w:r w:rsidR="00646BEC">
        <w:t xml:space="preserve"> </w:t>
      </w:r>
      <w:r w:rsidR="009D7AD5" w:rsidRPr="006F699D">
        <w:t>a</w:t>
      </w:r>
      <w:r w:rsidR="00646BEC">
        <w:t xml:space="preserve"> </w:t>
      </w:r>
      <w:r w:rsidR="009D7AD5" w:rsidRPr="006F699D">
        <w:t>suitable</w:t>
      </w:r>
      <w:r w:rsidR="00646BEC">
        <w:t xml:space="preserve"> </w:t>
      </w:r>
      <w:r w:rsidR="009D7AD5" w:rsidRPr="006F699D">
        <w:t>cell.</w:t>
      </w:r>
      <w:r w:rsidR="00646BEC">
        <w:t xml:space="preserve"> </w:t>
      </w:r>
      <w:r w:rsidR="009D7AD5" w:rsidRPr="006F699D">
        <w:t>If</w:t>
      </w:r>
      <w:r w:rsidR="00646BEC">
        <w:t xml:space="preserve"> </w:t>
      </w:r>
      <w:r w:rsidR="009D7AD5" w:rsidRPr="006F699D">
        <w:t>the</w:t>
      </w:r>
      <w:r w:rsidR="00646BEC">
        <w:t xml:space="preserve"> </w:t>
      </w:r>
      <w:r w:rsidR="009D7AD5" w:rsidRPr="006F699D">
        <w:t>cell</w:t>
      </w:r>
      <w:r w:rsidR="00646BEC">
        <w:t xml:space="preserve"> </w:t>
      </w:r>
      <w:r w:rsidR="009D7AD5" w:rsidRPr="006F699D">
        <w:t>selection</w:t>
      </w:r>
      <w:r w:rsidR="00646BEC">
        <w:t xml:space="preserve"> </w:t>
      </w:r>
      <w:r w:rsidR="009D7AD5" w:rsidRPr="006F699D">
        <w:t>process</w:t>
      </w:r>
      <w:r w:rsidR="00646BEC">
        <w:t xml:space="preserve"> </w:t>
      </w:r>
      <w:r w:rsidR="009D7AD5" w:rsidRPr="006F699D">
        <w:t>fails</w:t>
      </w:r>
      <w:r w:rsidR="00646BEC">
        <w:t xml:space="preserve"> </w:t>
      </w:r>
      <w:r w:rsidR="009D7AD5" w:rsidRPr="006F699D">
        <w:t>to</w:t>
      </w:r>
      <w:r w:rsidR="00646BEC">
        <w:t xml:space="preserve"> </w:t>
      </w:r>
      <w:r w:rsidR="009D7AD5" w:rsidRPr="006F699D">
        <w:t>find</w:t>
      </w:r>
      <w:r w:rsidR="00646BEC">
        <w:t xml:space="preserve"> </w:t>
      </w:r>
      <w:r w:rsidR="009D7AD5" w:rsidRPr="006F699D">
        <w:t>a</w:t>
      </w:r>
      <w:r w:rsidR="00646BEC">
        <w:t xml:space="preserve"> </w:t>
      </w:r>
      <w:r w:rsidR="009D7AD5" w:rsidRPr="006F699D">
        <w:t>suitable</w:t>
      </w:r>
      <w:r w:rsidR="00646BEC">
        <w:t xml:space="preserve"> </w:t>
      </w:r>
      <w:r w:rsidR="009D7AD5" w:rsidRPr="006F699D">
        <w:t>cell</w:t>
      </w:r>
      <w:r w:rsidR="00646BEC">
        <w:t xml:space="preserve"> </w:t>
      </w:r>
      <w:r w:rsidR="009D7AD5" w:rsidRPr="006F699D">
        <w:t>after</w:t>
      </w:r>
      <w:r w:rsidR="00646BEC">
        <w:t xml:space="preserve"> </w:t>
      </w:r>
      <w:r w:rsidR="009D7AD5" w:rsidRPr="006F699D">
        <w:t>a</w:t>
      </w:r>
      <w:r w:rsidR="00646BEC">
        <w:t xml:space="preserve"> </w:t>
      </w:r>
      <w:r w:rsidR="009D7AD5" w:rsidRPr="006F699D">
        <w:t>complete</w:t>
      </w:r>
      <w:r w:rsidR="00646BEC">
        <w:t xml:space="preserve"> </w:t>
      </w:r>
      <w:r w:rsidR="009D7AD5" w:rsidRPr="006F699D">
        <w:t>scan</w:t>
      </w:r>
      <w:r w:rsidR="00646BEC">
        <w:t xml:space="preserve"> </w:t>
      </w:r>
      <w:r w:rsidR="009D7AD5" w:rsidRPr="006F699D">
        <w:t>of</w:t>
      </w:r>
      <w:r w:rsidR="00646BEC">
        <w:t xml:space="preserve"> </w:t>
      </w:r>
      <w:r w:rsidR="009D7AD5" w:rsidRPr="006F699D">
        <w:t>all</w:t>
      </w:r>
      <w:r w:rsidR="00646BEC">
        <w:t xml:space="preserve"> </w:t>
      </w:r>
      <w:r w:rsidR="009D7AD5" w:rsidRPr="006F699D">
        <w:t>RATs</w:t>
      </w:r>
      <w:r w:rsidR="00646BEC">
        <w:t xml:space="preserve"> </w:t>
      </w:r>
      <w:r w:rsidR="009D7AD5" w:rsidRPr="006F699D">
        <w:t>and</w:t>
      </w:r>
      <w:r w:rsidR="00646BEC">
        <w:t xml:space="preserve"> </w:t>
      </w:r>
      <w:r w:rsidR="009D7AD5" w:rsidRPr="006F699D">
        <w:t>all</w:t>
      </w:r>
      <w:r w:rsidR="00646BEC">
        <w:t xml:space="preserve"> </w:t>
      </w:r>
      <w:r w:rsidR="009D7AD5" w:rsidRPr="006F699D">
        <w:t>frequency</w:t>
      </w:r>
      <w:r w:rsidR="00646BEC">
        <w:t xml:space="preserve"> </w:t>
      </w:r>
      <w:r w:rsidR="009D7AD5" w:rsidRPr="006F699D">
        <w:t>bands</w:t>
      </w:r>
      <w:r w:rsidR="00646BEC">
        <w:t xml:space="preserve"> </w:t>
      </w:r>
      <w:r w:rsidR="009D7AD5" w:rsidRPr="006F699D">
        <w:t>supported</w:t>
      </w:r>
      <w:r w:rsidR="00646BEC">
        <w:t xml:space="preserve"> </w:t>
      </w:r>
      <w:r w:rsidR="009D7AD5" w:rsidRPr="006F699D">
        <w:t>by</w:t>
      </w:r>
      <w:r w:rsidR="00646BEC">
        <w:t xml:space="preserve"> </w:t>
      </w:r>
      <w:r w:rsidR="009D7AD5" w:rsidRPr="006F699D">
        <w:t>the</w:t>
      </w:r>
      <w:r w:rsidR="00646BEC">
        <w:t xml:space="preserve"> </w:t>
      </w:r>
      <w:r w:rsidR="009D7AD5" w:rsidRPr="006F699D">
        <w:t>UE,</w:t>
      </w:r>
      <w:r w:rsidR="00646BEC">
        <w:t xml:space="preserve"> </w:t>
      </w:r>
      <w:r w:rsidR="009D7AD5" w:rsidRPr="006F699D">
        <w:t>the</w:t>
      </w:r>
      <w:r w:rsidR="00646BEC">
        <w:t xml:space="preserve"> </w:t>
      </w:r>
      <w:r w:rsidR="009D7AD5" w:rsidRPr="006F699D">
        <w:t>UE</w:t>
      </w:r>
      <w:r w:rsidR="00646BEC">
        <w:t xml:space="preserve"> </w:t>
      </w:r>
      <w:r w:rsidR="009D7AD5" w:rsidRPr="006F699D">
        <w:t>shall</w:t>
      </w:r>
      <w:r w:rsidR="00646BEC">
        <w:t xml:space="preserve"> </w:t>
      </w:r>
      <w:r w:rsidR="00A511B7" w:rsidRPr="006F699D">
        <w:t>attempt</w:t>
      </w:r>
      <w:r w:rsidR="00646BEC">
        <w:t xml:space="preserve"> </w:t>
      </w:r>
      <w:r w:rsidR="00A511B7" w:rsidRPr="006F699D">
        <w:t>to</w:t>
      </w:r>
      <w:r w:rsidR="00646BEC">
        <w:t xml:space="preserve"> </w:t>
      </w:r>
      <w:r w:rsidR="00A511B7" w:rsidRPr="006F699D">
        <w:t>find</w:t>
      </w:r>
      <w:r w:rsidR="00646BEC">
        <w:t xml:space="preserve"> </w:t>
      </w:r>
      <w:r w:rsidR="00A511B7" w:rsidRPr="006F699D">
        <w:t>an</w:t>
      </w:r>
      <w:r w:rsidR="00646BEC">
        <w:t xml:space="preserve"> </w:t>
      </w:r>
      <w:r w:rsidR="00A511B7" w:rsidRPr="006F699D">
        <w:t>acceptable</w:t>
      </w:r>
      <w:r w:rsidR="00646BEC">
        <w:t xml:space="preserve"> </w:t>
      </w:r>
      <w:r w:rsidR="00A511B7" w:rsidRPr="006F699D">
        <w:t>cell</w:t>
      </w:r>
      <w:r w:rsidR="00646BEC">
        <w:t xml:space="preserve"> </w:t>
      </w:r>
      <w:r w:rsidR="00A511B7" w:rsidRPr="006F699D">
        <w:t>of</w:t>
      </w:r>
      <w:r w:rsidR="00646BEC">
        <w:t xml:space="preserve"> </w:t>
      </w:r>
      <w:r w:rsidR="00A511B7" w:rsidRPr="006F699D">
        <w:t>any</w:t>
      </w:r>
      <w:r w:rsidR="00646BEC">
        <w:t xml:space="preserve"> </w:t>
      </w:r>
      <w:r w:rsidR="00A511B7" w:rsidRPr="006F699D">
        <w:t>PLMN</w:t>
      </w:r>
      <w:r w:rsidR="00646BEC">
        <w:t xml:space="preserve"> </w:t>
      </w:r>
      <w:r w:rsidR="00A511B7" w:rsidRPr="006F699D">
        <w:t>to</w:t>
      </w:r>
      <w:r w:rsidR="00646BEC">
        <w:t xml:space="preserve"> </w:t>
      </w:r>
      <w:r w:rsidR="00A511B7" w:rsidRPr="006F699D">
        <w:t>camp</w:t>
      </w:r>
      <w:r w:rsidR="00646BEC">
        <w:t xml:space="preserve"> </w:t>
      </w:r>
      <w:r w:rsidR="00A511B7" w:rsidRPr="006F699D">
        <w:t>on,</w:t>
      </w:r>
      <w:r w:rsidR="00646BEC">
        <w:t xml:space="preserve"> </w:t>
      </w:r>
      <w:r w:rsidR="00A511B7" w:rsidRPr="006F699D">
        <w:t>trying</w:t>
      </w:r>
      <w:r w:rsidR="00646BEC">
        <w:t xml:space="preserve"> </w:t>
      </w:r>
      <w:r w:rsidR="00A511B7" w:rsidRPr="006F699D">
        <w:t>all</w:t>
      </w:r>
      <w:r w:rsidR="00646BEC">
        <w:t xml:space="preserve"> </w:t>
      </w:r>
      <w:r w:rsidR="00A511B7" w:rsidRPr="006F699D">
        <w:t>RATs</w:t>
      </w:r>
      <w:r w:rsidR="00646BEC">
        <w:rPr>
          <w:lang w:eastAsia="ja-JP"/>
        </w:rPr>
        <w:t xml:space="preserve"> </w:t>
      </w:r>
      <w:r w:rsidR="00A511B7" w:rsidRPr="006F699D">
        <w:t>that</w:t>
      </w:r>
      <w:r w:rsidR="00646BEC">
        <w:t xml:space="preserve"> </w:t>
      </w:r>
      <w:r w:rsidR="00A511B7" w:rsidRPr="006F699D">
        <w:t>are</w:t>
      </w:r>
      <w:r w:rsidR="00646BEC">
        <w:t xml:space="preserve"> </w:t>
      </w:r>
      <w:r w:rsidR="00A511B7" w:rsidRPr="006F699D">
        <w:t>supported</w:t>
      </w:r>
      <w:r w:rsidR="00646BEC">
        <w:t xml:space="preserve"> </w:t>
      </w:r>
      <w:r w:rsidR="00A511B7" w:rsidRPr="006F699D">
        <w:t>by</w:t>
      </w:r>
      <w:r w:rsidR="00646BEC">
        <w:t xml:space="preserve"> </w:t>
      </w:r>
      <w:r w:rsidR="00A511B7" w:rsidRPr="006F699D">
        <w:t>the</w:t>
      </w:r>
      <w:r w:rsidR="00646BEC">
        <w:t xml:space="preserve"> </w:t>
      </w:r>
      <w:r w:rsidR="00A511B7" w:rsidRPr="006F699D">
        <w:t>UE</w:t>
      </w:r>
      <w:r w:rsidR="00646BEC">
        <w:t xml:space="preserve"> </w:t>
      </w:r>
      <w:r w:rsidR="00A511B7" w:rsidRPr="006F699D">
        <w:t>and</w:t>
      </w:r>
      <w:r w:rsidR="00646BEC">
        <w:t xml:space="preserve"> </w:t>
      </w:r>
      <w:r w:rsidR="00A511B7" w:rsidRPr="006F699D">
        <w:t>searching</w:t>
      </w:r>
      <w:r w:rsidR="00646BEC">
        <w:t xml:space="preserve"> </w:t>
      </w:r>
      <w:r w:rsidR="00A511B7" w:rsidRPr="006F699D">
        <w:t>first</w:t>
      </w:r>
      <w:r w:rsidR="00646BEC">
        <w:t xml:space="preserve"> </w:t>
      </w:r>
      <w:r w:rsidR="00A511B7" w:rsidRPr="006F699D">
        <w:t>for</w:t>
      </w:r>
      <w:r w:rsidR="00646BEC">
        <w:t xml:space="preserve"> </w:t>
      </w:r>
      <w:r w:rsidR="00A511B7" w:rsidRPr="006F699D">
        <w:t>a</w:t>
      </w:r>
      <w:r w:rsidR="00646BEC">
        <w:t xml:space="preserve"> </w:t>
      </w:r>
      <w:r w:rsidR="00A511B7" w:rsidRPr="006F699D">
        <w:t>high</w:t>
      </w:r>
      <w:r w:rsidR="00646BEC">
        <w:t xml:space="preserve"> </w:t>
      </w:r>
      <w:r w:rsidR="00A511B7" w:rsidRPr="006F699D">
        <w:t>quality</w:t>
      </w:r>
      <w:r w:rsidR="00646BEC">
        <w:t xml:space="preserve"> </w:t>
      </w:r>
      <w:r w:rsidR="00A511B7" w:rsidRPr="006F699D">
        <w:t>cell,</w:t>
      </w:r>
      <w:r w:rsidR="00646BEC">
        <w:t xml:space="preserve"> </w:t>
      </w:r>
      <w:r w:rsidR="00A511B7" w:rsidRPr="006F699D">
        <w:t>as</w:t>
      </w:r>
      <w:r w:rsidR="00646BEC">
        <w:t xml:space="preserve"> </w:t>
      </w:r>
      <w:r w:rsidR="00A511B7" w:rsidRPr="006F699D">
        <w:t>defined</w:t>
      </w:r>
      <w:r w:rsidR="00646BEC">
        <w:t xml:space="preserve"> </w:t>
      </w:r>
      <w:r w:rsidR="00A511B7"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="00A511B7" w:rsidRPr="006F699D">
        <w:t>5.1.2.2.</w:t>
      </w:r>
    </w:p>
    <w:p w14:paraId="5B00B889" w14:textId="550F073D" w:rsidR="00A511B7" w:rsidRPr="006F699D" w:rsidRDefault="00A511B7" w:rsidP="00377BCE">
      <w:r w:rsidRPr="006F699D">
        <w:t>The</w:t>
      </w:r>
      <w:r w:rsidR="00646BEC">
        <w:t xml:space="preserve"> </w:t>
      </w:r>
      <w:r w:rsidRPr="006F699D">
        <w:t>UE,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stay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state.</w:t>
      </w:r>
    </w:p>
    <w:p w14:paraId="45B44D3D" w14:textId="32A1CE18" w:rsidR="00D80C02" w:rsidRPr="006F699D" w:rsidRDefault="00D80C02" w:rsidP="00D80C02">
      <w:pPr>
        <w:pStyle w:val="Heading3"/>
      </w:pPr>
      <w:bookmarkStart w:id="212" w:name="_Toc29237923"/>
      <w:bookmarkStart w:id="213" w:name="_Toc46523040"/>
      <w:bookmarkStart w:id="214" w:name="_Toc100742618"/>
      <w:r w:rsidRPr="006F699D">
        <w:t>5.2.8a</w:t>
      </w:r>
      <w:r w:rsidRPr="006F699D">
        <w:tab/>
        <w:t>Any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</w:t>
      </w:r>
      <w:bookmarkEnd w:id="212"/>
      <w:bookmarkEnd w:id="213"/>
      <w:bookmarkEnd w:id="214"/>
    </w:p>
    <w:p w14:paraId="31040576" w14:textId="44F468E4" w:rsidR="00D80C02" w:rsidRPr="006F699D" w:rsidRDefault="00D80C02" w:rsidP="00D80C02"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state,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attempt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find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PLMN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camp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searching</w:t>
      </w:r>
      <w:r w:rsidR="00646BEC">
        <w:t xml:space="preserve"> </w:t>
      </w:r>
      <w:r w:rsidRPr="006F699D">
        <w:t>first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high</w:t>
      </w:r>
      <w:r w:rsidR="00646BEC">
        <w:t xml:space="preserve"> </w:t>
      </w:r>
      <w:r w:rsidRPr="006F699D">
        <w:t>quality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5.1.2.2.</w:t>
      </w:r>
    </w:p>
    <w:p w14:paraId="025253B7" w14:textId="049CDF3E" w:rsidR="00D80C02" w:rsidRPr="006F699D" w:rsidRDefault="00D80C02" w:rsidP="00D80C02">
      <w:r w:rsidRPr="006F699D">
        <w:t>The</w:t>
      </w:r>
      <w:r w:rsidR="00646BEC">
        <w:t xml:space="preserve"> </w:t>
      </w:r>
      <w:r w:rsidRPr="006F699D">
        <w:t>UE,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stay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state</w:t>
      </w:r>
      <w:r w:rsidR="00646BEC">
        <w:t xml:space="preserve"> </w:t>
      </w:r>
      <w:r w:rsidRPr="006F699D">
        <w:t>until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suitable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found.</w:t>
      </w:r>
    </w:p>
    <w:p w14:paraId="2B6250C6" w14:textId="2515192E" w:rsidR="003072BD" w:rsidRPr="006F699D" w:rsidRDefault="003072BD" w:rsidP="00377BCE">
      <w:pPr>
        <w:pStyle w:val="Heading3"/>
      </w:pPr>
      <w:bookmarkStart w:id="215" w:name="_Toc29237924"/>
      <w:bookmarkStart w:id="216" w:name="_Toc46523041"/>
      <w:bookmarkStart w:id="217" w:name="_Toc100742619"/>
      <w:r w:rsidRPr="006F699D">
        <w:lastRenderedPageBreak/>
        <w:t>5.2.</w:t>
      </w:r>
      <w:r w:rsidR="00DA2EA2" w:rsidRPr="006F699D">
        <w:t>9</w:t>
      </w:r>
      <w:r w:rsidRPr="006F699D">
        <w:tab/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Any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FD1DF6" w:rsidRPr="006F699D">
        <w:t>s</w:t>
      </w:r>
      <w:r w:rsidRPr="006F699D">
        <w:t>tate</w:t>
      </w:r>
      <w:bookmarkEnd w:id="215"/>
      <w:bookmarkEnd w:id="216"/>
      <w:bookmarkEnd w:id="217"/>
    </w:p>
    <w:p w14:paraId="75C185BC" w14:textId="18C3D903" w:rsidR="00A511B7" w:rsidRPr="006F699D" w:rsidRDefault="00A511B7" w:rsidP="00377BCE"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state,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tasks:</w:t>
      </w:r>
    </w:p>
    <w:p w14:paraId="1C346AEB" w14:textId="3EB015C5" w:rsidR="00A511B7" w:rsidRPr="006F699D" w:rsidRDefault="00A511B7" w:rsidP="00377BCE">
      <w:pPr>
        <w:pStyle w:val="B1"/>
      </w:pPr>
      <w:r w:rsidRPr="006F699D">
        <w:t>-</w:t>
      </w:r>
      <w:r w:rsidRPr="006F699D">
        <w:tab/>
        <w:t>monitor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E351D6" w:rsidRPr="006F699D">
        <w:t>paging</w:t>
      </w:r>
      <w:r w:rsidR="00646BEC">
        <w:t xml:space="preserve"> </w:t>
      </w:r>
      <w:r w:rsidR="00E351D6" w:rsidRPr="006F699D">
        <w:t>channel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clause</w:t>
      </w:r>
      <w:r w:rsidR="00646BEC">
        <w:t xml:space="preserve"> </w:t>
      </w:r>
      <w:r w:rsidR="00E351D6" w:rsidRPr="006F699D">
        <w:t>7</w:t>
      </w:r>
      <w:r w:rsidR="00646BEC">
        <w:rPr>
          <w:lang w:eastAsia="ko-KR"/>
        </w:rPr>
        <w:t xml:space="preserve"> </w:t>
      </w:r>
      <w:r w:rsidR="00260093" w:rsidRPr="006F699D">
        <w:rPr>
          <w:lang w:eastAsia="ko-KR"/>
        </w:rPr>
        <w:t>according</w:t>
      </w:r>
      <w:r w:rsidR="00646BEC">
        <w:rPr>
          <w:lang w:eastAsia="ko-KR"/>
        </w:rPr>
        <w:t xml:space="preserve"> </w:t>
      </w:r>
      <w:r w:rsidR="00260093"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260093" w:rsidRPr="006F699D">
        <w:rPr>
          <w:lang w:eastAsia="ko-KR"/>
        </w:rPr>
        <w:t>information</w:t>
      </w:r>
      <w:r w:rsidR="00646BEC">
        <w:rPr>
          <w:lang w:eastAsia="ko-KR"/>
        </w:rPr>
        <w:t xml:space="preserve"> </w:t>
      </w:r>
      <w:r w:rsidR="00260093" w:rsidRPr="006F699D">
        <w:rPr>
          <w:lang w:eastAsia="ko-KR"/>
        </w:rPr>
        <w:t>sent</w:t>
      </w:r>
      <w:r w:rsidR="00646BEC">
        <w:rPr>
          <w:lang w:eastAsia="ko-KR"/>
        </w:rPr>
        <w:t xml:space="preserve"> </w:t>
      </w:r>
      <w:r w:rsidR="00260093"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260093" w:rsidRPr="006F699D">
        <w:rPr>
          <w:lang w:eastAsia="ko-KR"/>
        </w:rPr>
        <w:t>system</w:t>
      </w:r>
      <w:r w:rsidR="00646BEC">
        <w:rPr>
          <w:lang w:eastAsia="ko-KR"/>
        </w:rPr>
        <w:t xml:space="preserve"> </w:t>
      </w:r>
      <w:r w:rsidR="00260093" w:rsidRPr="006F699D">
        <w:rPr>
          <w:lang w:eastAsia="ko-KR"/>
        </w:rPr>
        <w:t>information</w:t>
      </w:r>
      <w:r w:rsidRPr="006F699D">
        <w:t>;</w:t>
      </w:r>
    </w:p>
    <w:p w14:paraId="21F68952" w14:textId="2C896E2C" w:rsidR="00A511B7" w:rsidRPr="006F699D" w:rsidRDefault="00A511B7" w:rsidP="00377BCE">
      <w:pPr>
        <w:pStyle w:val="B1"/>
      </w:pPr>
      <w:r w:rsidRPr="006F699D">
        <w:t>-</w:t>
      </w:r>
      <w:r w:rsidRPr="006F699D">
        <w:tab/>
        <w:t>monitor</w:t>
      </w:r>
      <w:r w:rsidR="00646BEC">
        <w:t xml:space="preserve"> </w:t>
      </w:r>
      <w:r w:rsidRPr="006F699D">
        <w:t>relevant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="005A26FF"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;</w:t>
      </w:r>
    </w:p>
    <w:p w14:paraId="09FEE15D" w14:textId="31871DD9" w:rsidR="00A511B7" w:rsidRPr="006F699D" w:rsidRDefault="00A511B7" w:rsidP="00377BCE">
      <w:pPr>
        <w:pStyle w:val="B1"/>
      </w:pPr>
      <w:r w:rsidRPr="006F699D">
        <w:t>-</w:t>
      </w:r>
      <w:r w:rsidRPr="006F699D">
        <w:tab/>
        <w:t>perform</w:t>
      </w:r>
      <w:r w:rsidR="00646BEC">
        <w:t xml:space="preserve"> </w:t>
      </w:r>
      <w:r w:rsidRPr="006F699D">
        <w:t>necessary</w:t>
      </w:r>
      <w:r w:rsidR="00646BEC">
        <w:t xml:space="preserve"> </w:t>
      </w:r>
      <w:r w:rsidRPr="006F699D">
        <w:t>measurements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evaluation</w:t>
      </w:r>
      <w:r w:rsidR="00646BEC">
        <w:t xml:space="preserve"> </w:t>
      </w:r>
      <w:r w:rsidRPr="006F699D">
        <w:t>procedure;</w:t>
      </w:r>
    </w:p>
    <w:p w14:paraId="121866B5" w14:textId="288CFEE5" w:rsidR="00A511B7" w:rsidRPr="006F699D" w:rsidRDefault="00A511B7" w:rsidP="00377BCE">
      <w:pPr>
        <w:pStyle w:val="B1"/>
      </w:pPr>
      <w:r w:rsidRPr="006F699D">
        <w:t>-</w:t>
      </w:r>
      <w:r w:rsidRPr="006F699D">
        <w:tab/>
      </w:r>
      <w:r w:rsidR="00063252" w:rsidRPr="006F699D">
        <w:t>e</w:t>
      </w:r>
      <w:r w:rsidRPr="006F699D">
        <w:t>xecute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evaluation</w:t>
      </w:r>
      <w:r w:rsidR="00646BEC">
        <w:t xml:space="preserve"> </w:t>
      </w:r>
      <w:r w:rsidRPr="006F699D">
        <w:t>process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occasions/triggers:</w:t>
      </w:r>
    </w:p>
    <w:p w14:paraId="4D28F0E4" w14:textId="1848CDA6" w:rsidR="00A511B7" w:rsidRPr="006F699D" w:rsidRDefault="00A511B7" w:rsidP="00377BCE">
      <w:pPr>
        <w:pStyle w:val="B2"/>
      </w:pPr>
      <w:r w:rsidRPr="006F699D">
        <w:t>1)</w:t>
      </w:r>
      <w:r w:rsidRPr="006F699D">
        <w:tab/>
        <w:t>UE</w:t>
      </w:r>
      <w:r w:rsidR="00646BEC">
        <w:t xml:space="preserve"> </w:t>
      </w:r>
      <w:r w:rsidRPr="006F699D">
        <w:t>internal</w:t>
      </w:r>
      <w:r w:rsidR="00646BEC">
        <w:t xml:space="preserve"> </w:t>
      </w:r>
      <w:r w:rsidRPr="006F699D">
        <w:t>triggers,</w:t>
      </w:r>
      <w:r w:rsidR="00646BEC">
        <w:t xml:space="preserve"> </w:t>
      </w:r>
      <w:r w:rsidRPr="006F699D">
        <w:t>so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meet</w:t>
      </w:r>
      <w:r w:rsidR="00646BEC">
        <w:t xml:space="preserve"> </w:t>
      </w:r>
      <w:r w:rsidRPr="006F699D">
        <w:t>performance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36.133</w:t>
      </w:r>
      <w:r w:rsidR="00646BEC">
        <w:t xml:space="preserve"> </w:t>
      </w:r>
      <w:r w:rsidR="006F699D" w:rsidRPr="006F699D">
        <w:t>[</w:t>
      </w:r>
      <w:r w:rsidR="00057D27" w:rsidRPr="006F699D">
        <w:t>10]</w:t>
      </w:r>
      <w:r w:rsidRPr="006F699D">
        <w:t>;</w:t>
      </w:r>
    </w:p>
    <w:p w14:paraId="36AE2B14" w14:textId="2DD51E85" w:rsidR="00A511B7" w:rsidRPr="006F699D" w:rsidRDefault="00A511B7" w:rsidP="00377BCE">
      <w:pPr>
        <w:pStyle w:val="B2"/>
      </w:pPr>
      <w:r w:rsidRPr="006F699D">
        <w:t>2)</w:t>
      </w:r>
      <w:r w:rsidRPr="006F699D">
        <w:tab/>
        <w:t>When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BCCH</w:t>
      </w:r>
      <w:r w:rsidR="00646BEC">
        <w:t xml:space="preserve"> </w:t>
      </w:r>
      <w:r w:rsidR="00B74B01" w:rsidRPr="006F699D">
        <w:t>or</w:t>
      </w:r>
      <w:r w:rsidR="00646BEC">
        <w:t xml:space="preserve"> </w:t>
      </w:r>
      <w:r w:rsidR="00B74B01" w:rsidRPr="006F699D">
        <w:t>BR-BCCH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evaluation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modified;</w:t>
      </w:r>
    </w:p>
    <w:p w14:paraId="52B76659" w14:textId="0E4F6023" w:rsidR="00A511B7" w:rsidRPr="006F699D" w:rsidRDefault="006E3C9C" w:rsidP="006E3C9C">
      <w:pPr>
        <w:pStyle w:val="B1"/>
        <w:rPr>
          <w:lang w:eastAsia="ja-JP"/>
        </w:rPr>
      </w:pPr>
      <w:r w:rsidRPr="006F699D">
        <w:t>-</w:t>
      </w:r>
      <w:r w:rsidRPr="006F699D">
        <w:tab/>
      </w:r>
      <w:r w:rsidR="00A511B7" w:rsidRPr="006F699D">
        <w:t>regularly</w:t>
      </w:r>
      <w:r w:rsidR="00646BEC">
        <w:t xml:space="preserve"> </w:t>
      </w:r>
      <w:r w:rsidR="00A511B7" w:rsidRPr="006F699D">
        <w:t>attempt</w:t>
      </w:r>
      <w:r w:rsidR="00646BEC">
        <w:t xml:space="preserve"> </w:t>
      </w:r>
      <w:r w:rsidR="00A511B7" w:rsidRPr="006F699D">
        <w:t>to</w:t>
      </w:r>
      <w:r w:rsidR="00646BEC">
        <w:t xml:space="preserve"> </w:t>
      </w:r>
      <w:r w:rsidR="00A511B7" w:rsidRPr="006F699D">
        <w:t>find</w:t>
      </w:r>
      <w:r w:rsidR="00646BEC">
        <w:t xml:space="preserve"> </w:t>
      </w:r>
      <w:r w:rsidR="00A511B7" w:rsidRPr="006F699D">
        <w:t>a</w:t>
      </w:r>
      <w:r w:rsidR="00646BEC">
        <w:t xml:space="preserve"> </w:t>
      </w:r>
      <w:r w:rsidR="00A511B7" w:rsidRPr="006F699D">
        <w:t>suitable</w:t>
      </w:r>
      <w:r w:rsidR="00646BEC">
        <w:t xml:space="preserve"> </w:t>
      </w:r>
      <w:r w:rsidR="00A511B7" w:rsidRPr="006F699D">
        <w:t>cell</w:t>
      </w:r>
      <w:r w:rsidR="00646BEC">
        <w:t xml:space="preserve"> </w:t>
      </w:r>
      <w:r w:rsidR="00A511B7" w:rsidRPr="006F699D">
        <w:t>trying</w:t>
      </w:r>
      <w:r w:rsidR="00646BEC">
        <w:t xml:space="preserve"> </w:t>
      </w:r>
      <w:r w:rsidR="00A511B7" w:rsidRPr="006F699D">
        <w:t>all</w:t>
      </w:r>
      <w:r w:rsidR="00646BEC">
        <w:t xml:space="preserve"> </w:t>
      </w:r>
      <w:r w:rsidR="002912C2" w:rsidRPr="006F699D">
        <w:t>frequencies</w:t>
      </w:r>
      <w:r w:rsidR="00646BEC">
        <w:t xml:space="preserve"> </w:t>
      </w:r>
      <w:r w:rsidR="002912C2" w:rsidRPr="006F699D">
        <w:t>of</w:t>
      </w:r>
      <w:r w:rsidR="00646BEC">
        <w:t xml:space="preserve"> </w:t>
      </w:r>
      <w:r w:rsidR="002912C2" w:rsidRPr="006F699D">
        <w:t>all</w:t>
      </w:r>
      <w:r w:rsidR="00646BEC">
        <w:t xml:space="preserve"> </w:t>
      </w:r>
      <w:r w:rsidR="00A511B7" w:rsidRPr="006F699D">
        <w:t>RATs</w:t>
      </w:r>
      <w:r w:rsidR="00646BEC">
        <w:rPr>
          <w:lang w:eastAsia="ja-JP"/>
        </w:rPr>
        <w:t xml:space="preserve"> </w:t>
      </w:r>
      <w:r w:rsidR="00A511B7" w:rsidRPr="006F699D">
        <w:t>that</w:t>
      </w:r>
      <w:r w:rsidR="00646BEC">
        <w:t xml:space="preserve"> </w:t>
      </w:r>
      <w:r w:rsidR="00A511B7" w:rsidRPr="006F699D">
        <w:t>are</w:t>
      </w:r>
      <w:r w:rsidR="00646BEC">
        <w:t xml:space="preserve"> </w:t>
      </w:r>
      <w:r w:rsidR="00A511B7" w:rsidRPr="006F699D">
        <w:t>supported</w:t>
      </w:r>
      <w:r w:rsidR="00646BEC">
        <w:t xml:space="preserve"> </w:t>
      </w:r>
      <w:r w:rsidR="00A511B7" w:rsidRPr="006F699D">
        <w:t>by</w:t>
      </w:r>
      <w:r w:rsidR="00646BEC">
        <w:t xml:space="preserve"> </w:t>
      </w:r>
      <w:r w:rsidR="00A511B7" w:rsidRPr="006F699D">
        <w:t>the</w:t>
      </w:r>
      <w:r w:rsidR="00646BEC">
        <w:t xml:space="preserve"> </w:t>
      </w:r>
      <w:r w:rsidR="00A511B7" w:rsidRPr="006F699D">
        <w:t>UE.</w:t>
      </w:r>
      <w:r w:rsidR="00646BEC">
        <w:t xml:space="preserve"> </w:t>
      </w:r>
      <w:r w:rsidR="00A511B7" w:rsidRPr="006F699D">
        <w:t>If</w:t>
      </w:r>
      <w:r w:rsidR="00646BEC">
        <w:t xml:space="preserve"> </w:t>
      </w:r>
      <w:r w:rsidR="00A511B7" w:rsidRPr="006F699D">
        <w:t>a</w:t>
      </w:r>
      <w:r w:rsidR="00646BEC">
        <w:t xml:space="preserve"> </w:t>
      </w:r>
      <w:r w:rsidR="00A511B7" w:rsidRPr="006F699D">
        <w:t>sui</w:t>
      </w:r>
      <w:r w:rsidR="004B3B8A" w:rsidRPr="006F699D">
        <w:t>table</w:t>
      </w:r>
      <w:r w:rsidR="00646BEC">
        <w:t xml:space="preserve"> </w:t>
      </w:r>
      <w:r w:rsidR="004B3B8A" w:rsidRPr="006F699D">
        <w:t>cell</w:t>
      </w:r>
      <w:r w:rsidR="00646BEC">
        <w:t xml:space="preserve"> </w:t>
      </w:r>
      <w:r w:rsidR="004B3B8A" w:rsidRPr="006F699D">
        <w:t>is</w:t>
      </w:r>
      <w:r w:rsidR="00646BEC">
        <w:t xml:space="preserve"> </w:t>
      </w:r>
      <w:r w:rsidR="004B3B8A" w:rsidRPr="006F699D">
        <w:t>found,</w:t>
      </w:r>
      <w:r w:rsidR="00646BEC">
        <w:t xml:space="preserve"> </w:t>
      </w:r>
      <w:r w:rsidR="004B3B8A" w:rsidRPr="006F699D">
        <w:t>UE</w:t>
      </w:r>
      <w:r w:rsidR="00646BEC">
        <w:t xml:space="preserve"> </w:t>
      </w:r>
      <w:r w:rsidR="005A26FF" w:rsidRPr="006F699D">
        <w:t>shall</w:t>
      </w:r>
      <w:r w:rsidR="00646BEC">
        <w:t xml:space="preserve"> </w:t>
      </w:r>
      <w:r w:rsidR="005A26FF" w:rsidRPr="006F699D">
        <w:t>move</w:t>
      </w:r>
      <w:r w:rsidR="00646BEC">
        <w:t xml:space="preserve"> </w:t>
      </w:r>
      <w:r w:rsidR="004B3B8A" w:rsidRPr="006F699D">
        <w:t>to</w:t>
      </w:r>
      <w:r w:rsidR="00646BEC">
        <w:t xml:space="preserve"> </w:t>
      </w:r>
      <w:r w:rsidR="004B3B8A" w:rsidRPr="006F699D">
        <w:rPr>
          <w:i/>
        </w:rPr>
        <w:t>camped</w:t>
      </w:r>
      <w:r w:rsidR="00646BEC">
        <w:rPr>
          <w:i/>
        </w:rPr>
        <w:t xml:space="preserve"> </w:t>
      </w:r>
      <w:r w:rsidR="004B3B8A" w:rsidRPr="006F699D">
        <w:rPr>
          <w:i/>
        </w:rPr>
        <w:t>normally</w:t>
      </w:r>
      <w:r w:rsidR="00646BEC">
        <w:t xml:space="preserve"> </w:t>
      </w:r>
      <w:r w:rsidR="004B3B8A" w:rsidRPr="006F699D">
        <w:t>state</w:t>
      </w:r>
      <w:r w:rsidR="0052406B" w:rsidRPr="006F699D">
        <w:t>;</w:t>
      </w:r>
    </w:p>
    <w:p w14:paraId="60DE3421" w14:textId="718AAB54" w:rsidR="007C637A" w:rsidRPr="006F699D" w:rsidRDefault="006E3C9C" w:rsidP="006E3C9C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</w:r>
      <w:r w:rsidR="007C637A"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supports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voice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services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current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does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support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emergency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call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indicated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System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information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specified</w:t>
      </w:r>
      <w:r w:rsidR="00646BEC">
        <w:rPr>
          <w:lang w:eastAsia="ja-JP"/>
        </w:rPr>
        <w:t xml:space="preserve"> </w:t>
      </w:r>
      <w:r w:rsidR="00C868E1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TS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36.331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[</w:t>
      </w:r>
      <w:r w:rsidR="00057D27" w:rsidRPr="006F699D">
        <w:rPr>
          <w:lang w:eastAsia="ja-JP"/>
        </w:rPr>
        <w:t>3]</w:t>
      </w:r>
      <w:r w:rsidR="007C637A"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should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perform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selection/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an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acceptable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any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supported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RAT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regardless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priorities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provided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system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information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from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current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cell,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no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suitable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="007C637A" w:rsidRPr="006F699D">
        <w:rPr>
          <w:lang w:eastAsia="ja-JP"/>
        </w:rPr>
        <w:t>found.</w:t>
      </w:r>
    </w:p>
    <w:p w14:paraId="4782C0FC" w14:textId="33B70F90" w:rsidR="00260637" w:rsidRPr="006F699D" w:rsidRDefault="002F30E7" w:rsidP="00377BCE">
      <w:pPr>
        <w:pStyle w:val="NO"/>
        <w:rPr>
          <w:lang w:eastAsia="ja-JP"/>
        </w:rPr>
      </w:pPr>
      <w:r w:rsidRPr="006F699D">
        <w:rPr>
          <w:lang w:eastAsia="ja-JP"/>
        </w:rPr>
        <w:t>NOTE</w:t>
      </w:r>
      <w:r w:rsidR="00260637" w:rsidRPr="006F699D">
        <w:rPr>
          <w:lang w:eastAsia="ja-JP"/>
        </w:rPr>
        <w:t>:</w:t>
      </w:r>
      <w:r w:rsidR="00260637" w:rsidRPr="006F699D">
        <w:rPr>
          <w:lang w:eastAsia="ja-JP"/>
        </w:rPr>
        <w:tab/>
        <w:t>The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allowed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perform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reselection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an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inter-frequency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order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prevent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camping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which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it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cannot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initiate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an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IMS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emergency</w:t>
      </w:r>
      <w:r w:rsidR="00646BEC">
        <w:rPr>
          <w:lang w:eastAsia="ja-JP"/>
        </w:rPr>
        <w:t xml:space="preserve"> </w:t>
      </w:r>
      <w:r w:rsidR="00260637" w:rsidRPr="006F699D">
        <w:rPr>
          <w:lang w:eastAsia="ja-JP"/>
        </w:rPr>
        <w:t>call.</w:t>
      </w:r>
    </w:p>
    <w:p w14:paraId="7E326C12" w14:textId="5F3EFE3A" w:rsidR="003072BD" w:rsidRPr="006F699D" w:rsidRDefault="003072BD" w:rsidP="00377BCE">
      <w:pPr>
        <w:pStyle w:val="Heading2"/>
      </w:pPr>
      <w:bookmarkStart w:id="218" w:name="_Toc29237925"/>
      <w:bookmarkStart w:id="219" w:name="_Toc46523042"/>
      <w:bookmarkStart w:id="220" w:name="_Toc100742620"/>
      <w:r w:rsidRPr="006F699D">
        <w:t>5.3</w:t>
      </w:r>
      <w:r w:rsidRPr="006F699D">
        <w:tab/>
        <w:t>Cell</w:t>
      </w:r>
      <w:r w:rsidR="00646BEC">
        <w:t xml:space="preserve"> </w:t>
      </w:r>
      <w:r w:rsidRPr="006F699D">
        <w:rPr>
          <w:lang w:eastAsia="ja-JP"/>
        </w:rPr>
        <w:t>Reservations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t>Access</w:t>
      </w:r>
      <w:r w:rsidR="00646BEC">
        <w:t xml:space="preserve"> </w:t>
      </w:r>
      <w:r w:rsidRPr="006F699D">
        <w:t>Restrictions</w:t>
      </w:r>
      <w:bookmarkEnd w:id="218"/>
      <w:bookmarkEnd w:id="219"/>
      <w:bookmarkEnd w:id="220"/>
    </w:p>
    <w:p w14:paraId="6F68D749" w14:textId="0A229991" w:rsidR="00776220" w:rsidRPr="006F699D" w:rsidRDefault="00776220" w:rsidP="00377BCE">
      <w:r w:rsidRPr="006F699D">
        <w:t>There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two</w:t>
      </w:r>
      <w:r w:rsidR="00646BEC">
        <w:t xml:space="preserve"> </w:t>
      </w:r>
      <w:r w:rsidRPr="006F699D">
        <w:t>mechanisms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allow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operator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impose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rPr>
          <w:lang w:eastAsia="ja-JP"/>
        </w:rPr>
        <w:t>reservations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t>access</w:t>
      </w:r>
      <w:r w:rsidR="00646BEC">
        <w:t xml:space="preserve"> </w:t>
      </w:r>
      <w:r w:rsidRPr="006F699D">
        <w:t>restrictions.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first</w:t>
      </w:r>
      <w:r w:rsidR="00646BEC">
        <w:t xml:space="preserve"> </w:t>
      </w:r>
      <w:r w:rsidRPr="006F699D">
        <w:t>mechanism</w:t>
      </w:r>
      <w:r w:rsidR="00646BEC">
        <w:t xml:space="preserve"> </w:t>
      </w:r>
      <w:r w:rsidRPr="006F699D">
        <w:t>uses</w:t>
      </w:r>
      <w:r w:rsidR="00646BEC">
        <w:t xml:space="preserve"> </w:t>
      </w:r>
      <w:r w:rsidRPr="006F699D">
        <w:t>indication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status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special</w:t>
      </w:r>
      <w:r w:rsidR="00646BEC">
        <w:t xml:space="preserve"> </w:t>
      </w:r>
      <w:r w:rsidRPr="006F699D">
        <w:t>reservations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procedures.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second</w:t>
      </w:r>
      <w:r w:rsidR="00646BEC">
        <w:t xml:space="preserve"> </w:t>
      </w:r>
      <w:r w:rsidRPr="006F699D">
        <w:t>mechanism,</w:t>
      </w:r>
      <w:r w:rsidR="00646BEC">
        <w:t xml:space="preserve"> </w:t>
      </w:r>
      <w:r w:rsidRPr="006F699D">
        <w:t>referred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Control,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allow</w:t>
      </w:r>
      <w:r w:rsidR="00646BEC">
        <w:t xml:space="preserve"> </w:t>
      </w:r>
      <w:r w:rsidR="00063252" w:rsidRPr="006F699D">
        <w:t>preventing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classes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users</w:t>
      </w:r>
      <w:r w:rsidR="00646BEC">
        <w:t xml:space="preserve"> </w:t>
      </w:r>
      <w:r w:rsidR="00EB370B" w:rsidRPr="006F699D">
        <w:t>or</w:t>
      </w:r>
      <w:r w:rsidR="00646BEC">
        <w:t xml:space="preserve"> </w:t>
      </w:r>
      <w:r w:rsidR="00EB370B" w:rsidRPr="006F699D">
        <w:t>ACDC</w:t>
      </w:r>
      <w:r w:rsidR="00646BEC">
        <w:t xml:space="preserve"> </w:t>
      </w:r>
      <w:r w:rsidR="00EB370B" w:rsidRPr="006F699D">
        <w:t>categories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sending</w:t>
      </w:r>
      <w:r w:rsidR="00646BEC">
        <w:t xml:space="preserve"> </w:t>
      </w:r>
      <w:r w:rsidRPr="006F699D">
        <w:t>initial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messages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load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reasons.</w:t>
      </w:r>
      <w:r w:rsidR="00646BEC">
        <w:t xml:space="preserve"> </w:t>
      </w:r>
      <w:r w:rsidR="00EB370B" w:rsidRPr="006F699D">
        <w:t>For</w:t>
      </w:r>
      <w:r w:rsidR="00646BEC">
        <w:t xml:space="preserve"> </w:t>
      </w:r>
      <w:r w:rsidR="00EB370B" w:rsidRPr="006F699D">
        <w:t>Access</w:t>
      </w:r>
      <w:r w:rsidR="00646BEC">
        <w:t xml:space="preserve"> </w:t>
      </w:r>
      <w:r w:rsidR="00EB370B" w:rsidRPr="006F699D">
        <w:t>Control</w:t>
      </w:r>
      <w:r w:rsidR="00646BEC">
        <w:t xml:space="preserve"> </w:t>
      </w:r>
      <w:r w:rsidR="00EB370B" w:rsidRPr="006F699D">
        <w:t>based</w:t>
      </w:r>
      <w:r w:rsidR="00646BEC">
        <w:t xml:space="preserve"> </w:t>
      </w:r>
      <w:r w:rsidR="00EB370B" w:rsidRPr="006F699D">
        <w:t>on</w:t>
      </w:r>
      <w:r w:rsidR="00646BEC">
        <w:t xml:space="preserve"> </w:t>
      </w:r>
      <w:r w:rsidR="00EB370B" w:rsidRPr="006F699D">
        <w:t>Access</w:t>
      </w:r>
      <w:r w:rsidR="00646BEC">
        <w:t xml:space="preserve"> </w:t>
      </w:r>
      <w:r w:rsidR="00EB370B" w:rsidRPr="006F699D">
        <w:t>Classes,</w:t>
      </w:r>
      <w:r w:rsidR="00646BEC">
        <w:t xml:space="preserve"> </w:t>
      </w:r>
      <w:r w:rsidR="00EB370B" w:rsidRPr="006F699D">
        <w:t>at</w:t>
      </w:r>
      <w:r w:rsidR="00646BEC">
        <w:t xml:space="preserve"> </w:t>
      </w:r>
      <w:r w:rsidRPr="006F699D">
        <w:t>subscription,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Classes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allocated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subscriber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stored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USIM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22.011</w:t>
      </w:r>
      <w:r w:rsidR="00646BEC">
        <w:t xml:space="preserve"> </w:t>
      </w:r>
      <w:r w:rsidR="006F699D" w:rsidRPr="006F699D">
        <w:t>[</w:t>
      </w:r>
      <w:r w:rsidR="00057D27" w:rsidRPr="006F699D">
        <w:t>4]</w:t>
      </w:r>
      <w:r w:rsidRPr="006F699D">
        <w:t>.</w:t>
      </w:r>
      <w:r w:rsidR="00646BEC">
        <w:t xml:space="preserve"> </w:t>
      </w:r>
      <w:r w:rsidR="00EB370B" w:rsidRPr="006F699D">
        <w:t>For</w:t>
      </w:r>
      <w:r w:rsidR="00646BEC">
        <w:t xml:space="preserve"> </w:t>
      </w:r>
      <w:r w:rsidR="00EB370B" w:rsidRPr="006F699D">
        <w:t>Access</w:t>
      </w:r>
      <w:r w:rsidR="00646BEC">
        <w:t xml:space="preserve"> </w:t>
      </w:r>
      <w:r w:rsidR="00EB370B" w:rsidRPr="006F699D">
        <w:t>Control</w:t>
      </w:r>
      <w:r w:rsidR="00646BEC">
        <w:t xml:space="preserve"> </w:t>
      </w:r>
      <w:r w:rsidR="00EB370B" w:rsidRPr="006F699D">
        <w:t>based</w:t>
      </w:r>
      <w:r w:rsidR="00646BEC">
        <w:t xml:space="preserve"> </w:t>
      </w:r>
      <w:r w:rsidR="00EB370B" w:rsidRPr="006F699D">
        <w:t>on</w:t>
      </w:r>
      <w:r w:rsidR="00646BEC">
        <w:t xml:space="preserve"> </w:t>
      </w:r>
      <w:r w:rsidR="00EB370B" w:rsidRPr="006F699D">
        <w:t>ACDC</w:t>
      </w:r>
      <w:r w:rsidR="00646BEC">
        <w:t xml:space="preserve"> </w:t>
      </w:r>
      <w:r w:rsidR="00EB370B" w:rsidRPr="006F699D">
        <w:t>categories,</w:t>
      </w:r>
      <w:r w:rsidR="00646BEC">
        <w:t xml:space="preserve"> </w:t>
      </w:r>
      <w:r w:rsidR="00EB370B" w:rsidRPr="006F699D">
        <w:t>at</w:t>
      </w:r>
      <w:r w:rsidR="00646BEC">
        <w:t xml:space="preserve"> </w:t>
      </w:r>
      <w:r w:rsidR="00EB370B" w:rsidRPr="006F699D">
        <w:t>subscription</w:t>
      </w:r>
      <w:r w:rsidR="00646BEC">
        <w:t xml:space="preserve"> </w:t>
      </w:r>
      <w:r w:rsidR="00EB370B" w:rsidRPr="006F699D">
        <w:t>at</w:t>
      </w:r>
      <w:r w:rsidR="00646BEC">
        <w:t xml:space="preserve"> </w:t>
      </w:r>
      <w:r w:rsidR="00EB370B" w:rsidRPr="006F699D">
        <w:t>least</w:t>
      </w:r>
      <w:r w:rsidR="00646BEC">
        <w:t xml:space="preserve"> </w:t>
      </w:r>
      <w:r w:rsidR="00EB370B" w:rsidRPr="006F699D">
        <w:t>four</w:t>
      </w:r>
      <w:r w:rsidR="00646BEC">
        <w:t xml:space="preserve"> </w:t>
      </w:r>
      <w:r w:rsidR="00EB370B" w:rsidRPr="006F699D">
        <w:t>ACDC</w:t>
      </w:r>
      <w:r w:rsidR="00646BEC">
        <w:t xml:space="preserve"> </w:t>
      </w:r>
      <w:r w:rsidR="00EB370B" w:rsidRPr="006F699D">
        <w:t>categories</w:t>
      </w:r>
      <w:r w:rsidR="00646BEC">
        <w:t xml:space="preserve"> </w:t>
      </w:r>
      <w:r w:rsidR="00EB370B" w:rsidRPr="006F699D">
        <w:t>are</w:t>
      </w:r>
      <w:r w:rsidR="00646BEC">
        <w:t xml:space="preserve"> </w:t>
      </w:r>
      <w:r w:rsidR="00EB370B" w:rsidRPr="006F699D">
        <w:t>allocated</w:t>
      </w:r>
      <w:r w:rsidR="00646BEC">
        <w:t xml:space="preserve"> </w:t>
      </w:r>
      <w:r w:rsidR="00EB370B" w:rsidRPr="006F699D">
        <w:t>to</w:t>
      </w:r>
      <w:r w:rsidR="00646BEC">
        <w:t xml:space="preserve"> </w:t>
      </w:r>
      <w:r w:rsidR="00EB370B" w:rsidRPr="006F699D">
        <w:t>the</w:t>
      </w:r>
      <w:r w:rsidR="00646BEC">
        <w:t xml:space="preserve"> </w:t>
      </w:r>
      <w:r w:rsidR="00EB370B" w:rsidRPr="006F699D">
        <w:t>subscriber</w:t>
      </w:r>
      <w:r w:rsidR="00646BEC">
        <w:t xml:space="preserve"> </w:t>
      </w:r>
      <w:r w:rsidR="00EB370B" w:rsidRPr="006F699D">
        <w:t>and</w:t>
      </w:r>
      <w:r w:rsidR="00646BEC">
        <w:t xml:space="preserve"> </w:t>
      </w:r>
      <w:r w:rsidR="00EB370B" w:rsidRPr="006F699D">
        <w:t>stored</w:t>
      </w:r>
      <w:r w:rsidR="00646BEC">
        <w:t xml:space="preserve"> </w:t>
      </w:r>
      <w:r w:rsidR="00EB370B" w:rsidRPr="006F699D">
        <w:t>in</w:t>
      </w:r>
      <w:r w:rsidR="00646BEC">
        <w:t xml:space="preserve"> </w:t>
      </w:r>
      <w:r w:rsidR="00EB370B" w:rsidRPr="006F699D">
        <w:t>the</w:t>
      </w:r>
      <w:r w:rsidR="00646BEC">
        <w:t xml:space="preserve"> </w:t>
      </w:r>
      <w:r w:rsidR="00EB370B" w:rsidRPr="006F699D">
        <w:t>ACDC</w:t>
      </w:r>
      <w:r w:rsidR="00646BEC">
        <w:t xml:space="preserve"> </w:t>
      </w:r>
      <w:r w:rsidR="00EB370B" w:rsidRPr="006F699D">
        <w:t>MO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24.105</w:t>
      </w:r>
      <w:r w:rsidR="00646BEC">
        <w:t xml:space="preserve"> </w:t>
      </w:r>
      <w:r w:rsidR="006F699D" w:rsidRPr="006F699D">
        <w:t>[</w:t>
      </w:r>
      <w:r w:rsidR="00057D27" w:rsidRPr="006F699D">
        <w:t>31]</w:t>
      </w:r>
      <w:r w:rsidR="00646BEC">
        <w:t xml:space="preserve"> </w:t>
      </w:r>
      <w:r w:rsidR="00EB370B" w:rsidRPr="006F699D">
        <w:t>or</w:t>
      </w:r>
      <w:r w:rsidR="00646BEC">
        <w:t xml:space="preserve"> </w:t>
      </w:r>
      <w:r w:rsidR="00EB370B" w:rsidRPr="006F699D">
        <w:t>USIM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31.102</w:t>
      </w:r>
      <w:r w:rsidR="00646BEC">
        <w:t xml:space="preserve"> </w:t>
      </w:r>
      <w:r w:rsidR="006F699D" w:rsidRPr="006F699D">
        <w:t>[</w:t>
      </w:r>
      <w:r w:rsidR="00057D27" w:rsidRPr="006F699D">
        <w:t>32]</w:t>
      </w:r>
      <w:r w:rsidR="00EB370B" w:rsidRPr="006F699D">
        <w:t>.</w:t>
      </w:r>
    </w:p>
    <w:p w14:paraId="24180953" w14:textId="4C556D2F" w:rsidR="00776220" w:rsidRPr="006F699D" w:rsidRDefault="00776220" w:rsidP="00377BCE">
      <w:pPr>
        <w:pStyle w:val="Heading3"/>
      </w:pPr>
      <w:bookmarkStart w:id="221" w:name="_Toc29237926"/>
      <w:bookmarkStart w:id="222" w:name="_Toc46523043"/>
      <w:bookmarkStart w:id="223" w:name="_Toc100742621"/>
      <w:r w:rsidRPr="006F699D">
        <w:t>5.3.1</w:t>
      </w:r>
      <w:r w:rsidRPr="006F699D">
        <w:tab/>
        <w:t>Cell</w:t>
      </w:r>
      <w:r w:rsidR="00646BEC">
        <w:t xml:space="preserve"> </w:t>
      </w:r>
      <w:r w:rsidRPr="006F699D">
        <w:t>status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reservations</w:t>
      </w:r>
      <w:bookmarkEnd w:id="221"/>
      <w:bookmarkEnd w:id="222"/>
      <w:bookmarkEnd w:id="223"/>
    </w:p>
    <w:p w14:paraId="492A8E18" w14:textId="516BA91C" w:rsidR="00776220" w:rsidRPr="006F699D" w:rsidRDefault="00776220" w:rsidP="00377BCE">
      <w:r w:rsidRPr="006F699D">
        <w:t>Cell</w:t>
      </w:r>
      <w:r w:rsidR="00646BEC">
        <w:t xml:space="preserve"> </w:t>
      </w:r>
      <w:r w:rsidRPr="006F699D">
        <w:t>status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reservations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AB2124" w:rsidRPr="006F699D">
        <w:rPr>
          <w:i/>
          <w:noProof/>
        </w:rPr>
        <w:t>SystemInformationBlockType1</w:t>
      </w:r>
      <w:r w:rsidR="00646BEC">
        <w:rPr>
          <w:i/>
          <w:noProof/>
        </w:rPr>
        <w:t xml:space="preserve"> </w:t>
      </w:r>
      <w:r w:rsidR="00DD1E96" w:rsidRPr="006F699D">
        <w:t>message</w:t>
      </w:r>
      <w:r w:rsidR="00646BEC">
        <w:t xml:space="preserve"> </w:t>
      </w:r>
      <w:r w:rsidR="00D80C02" w:rsidRPr="006F699D">
        <w:t>(or</w:t>
      </w:r>
      <w:r w:rsidR="00646BEC">
        <w:t xml:space="preserve"> </w:t>
      </w:r>
      <w:r w:rsidR="00C5345D" w:rsidRPr="006F699D">
        <w:rPr>
          <w:i/>
        </w:rPr>
        <w:t>SystemInformationBlockType1-BR</w:t>
      </w:r>
      <w:r w:rsidR="00646BEC">
        <w:t xml:space="preserve"> </w:t>
      </w:r>
      <w:r w:rsidR="00C5345D" w:rsidRPr="006F699D">
        <w:t>message</w:t>
      </w:r>
      <w:r w:rsidR="00646BEC">
        <w:t xml:space="preserve"> </w:t>
      </w:r>
      <w:r w:rsidR="00C5345D" w:rsidRPr="006F699D">
        <w:t>or</w:t>
      </w:r>
      <w:r w:rsidR="00646BEC">
        <w:t xml:space="preserve"> </w:t>
      </w:r>
      <w:r w:rsidR="00D80C02" w:rsidRPr="006F699D">
        <w:rPr>
          <w:i/>
          <w:noProof/>
        </w:rPr>
        <w:t>SystemInformationBlockType1-NB</w:t>
      </w:r>
      <w:r w:rsidR="00646BEC">
        <w:rPr>
          <w:i/>
          <w:noProof/>
        </w:rPr>
        <w:t xml:space="preserve"> </w:t>
      </w:r>
      <w:r w:rsidR="00D80C02" w:rsidRPr="006F699D">
        <w:t>message)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means</w:t>
      </w:r>
      <w:r w:rsidR="00646BEC">
        <w:t xml:space="preserve"> </w:t>
      </w:r>
      <w:r w:rsidRPr="006F699D">
        <w:t>of</w:t>
      </w:r>
      <w:r w:rsidR="00646BEC">
        <w:t xml:space="preserve"> </w:t>
      </w:r>
      <w:r w:rsidR="001E1CF8" w:rsidRPr="006F699D">
        <w:t>the</w:t>
      </w:r>
      <w:r w:rsidR="00646BEC">
        <w:t xml:space="preserve"> </w:t>
      </w:r>
      <w:r w:rsidR="001E1CF8" w:rsidRPr="006F699D">
        <w:t>following</w:t>
      </w:r>
      <w:r w:rsidR="00646BEC">
        <w:t xml:space="preserve"> </w:t>
      </w:r>
      <w:r w:rsidR="00DD1E96" w:rsidRPr="006F699D">
        <w:t>fields</w:t>
      </w:r>
      <w:r w:rsidRPr="006F699D">
        <w:t>:</w:t>
      </w:r>
    </w:p>
    <w:p w14:paraId="0099F980" w14:textId="5D30AB1B" w:rsidR="00776220" w:rsidRPr="006F699D" w:rsidRDefault="00776220" w:rsidP="00377BCE">
      <w:pPr>
        <w:pStyle w:val="B1"/>
      </w:pPr>
      <w:r w:rsidRPr="006F699D">
        <w:t>-</w:t>
      </w:r>
      <w:r w:rsidRPr="006F699D">
        <w:tab/>
      </w:r>
      <w:r w:rsidR="00AB2124" w:rsidRPr="006F699D">
        <w:rPr>
          <w:bCs/>
          <w:i/>
          <w:noProof/>
        </w:rPr>
        <w:t>cellBarred</w:t>
      </w:r>
      <w:r w:rsidR="00646BEC">
        <w:t xml:space="preserve"> </w:t>
      </w:r>
      <w:r w:rsidRPr="006F699D">
        <w:t>(IE</w:t>
      </w:r>
      <w:r w:rsidR="00646BEC">
        <w:t xml:space="preserve"> </w:t>
      </w:r>
      <w:r w:rsidRPr="006F699D">
        <w:t>type:</w:t>
      </w:r>
      <w:r w:rsidR="00646BEC">
        <w:t xml:space="preserve"> </w:t>
      </w:r>
      <w:r w:rsidRPr="006F699D">
        <w:t>"barred"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barred")</w:t>
      </w:r>
      <w:r w:rsidR="00646BEC">
        <w:t xml:space="preserve"> </w:t>
      </w:r>
      <w:r w:rsidR="00BF6158" w:rsidRPr="006F699D">
        <w:br/>
      </w:r>
      <w:r w:rsidR="00AF106F" w:rsidRPr="006F699D">
        <w:t>This</w:t>
      </w:r>
      <w:r w:rsidR="00646BEC">
        <w:t xml:space="preserve"> </w:t>
      </w:r>
      <w:r w:rsidR="00AF106F" w:rsidRPr="006F699D">
        <w:t>field</w:t>
      </w:r>
      <w:r w:rsidR="00646BEC">
        <w:t xml:space="preserve"> </w:t>
      </w:r>
      <w:r w:rsidR="00AF106F" w:rsidRPr="006F699D">
        <w:t>indicates</w:t>
      </w:r>
      <w:r w:rsidR="00646BEC">
        <w:t xml:space="preserve"> </w:t>
      </w:r>
      <w:r w:rsidR="00AF106F" w:rsidRPr="006F699D">
        <w:t>if</w:t>
      </w:r>
      <w:r w:rsidR="00646BEC">
        <w:t xml:space="preserve"> </w:t>
      </w:r>
      <w:r w:rsidR="00AF106F" w:rsidRPr="006F699D">
        <w:t>the</w:t>
      </w:r>
      <w:r w:rsidR="00646BEC">
        <w:t xml:space="preserve"> </w:t>
      </w:r>
      <w:r w:rsidR="00AF106F" w:rsidRPr="006F699D">
        <w:t>cell</w:t>
      </w:r>
      <w:r w:rsidR="00646BEC">
        <w:t xml:space="preserve"> </w:t>
      </w:r>
      <w:r w:rsidR="00AF106F" w:rsidRPr="006F699D">
        <w:t>is</w:t>
      </w:r>
      <w:r w:rsidR="00646BEC">
        <w:t xml:space="preserve"> </w:t>
      </w:r>
      <w:r w:rsidR="00AF106F" w:rsidRPr="006F699D">
        <w:t>barred</w:t>
      </w:r>
      <w:r w:rsidR="00646BEC">
        <w:t xml:space="preserve"> </w:t>
      </w:r>
      <w:r w:rsidR="00AF106F" w:rsidRPr="006F699D">
        <w:t>for</w:t>
      </w:r>
      <w:r w:rsidR="00646BEC">
        <w:t xml:space="preserve"> </w:t>
      </w:r>
      <w:r w:rsidR="00AF106F" w:rsidRPr="006F699D">
        <w:t>connectivity</w:t>
      </w:r>
      <w:r w:rsidR="00646BEC">
        <w:t xml:space="preserve"> </w:t>
      </w:r>
      <w:r w:rsidR="00AF106F" w:rsidRPr="006F699D">
        <w:t>to</w:t>
      </w:r>
      <w:r w:rsidR="00646BEC">
        <w:t xml:space="preserve"> </w:t>
      </w:r>
      <w:r w:rsidR="00AF106F" w:rsidRPr="006F699D">
        <w:t>EPC.</w:t>
      </w:r>
      <w:r w:rsidR="00AF106F" w:rsidRPr="006F699D">
        <w:br/>
      </w:r>
      <w:r w:rsidR="00B47B11" w:rsidRPr="006F699D">
        <w:t>This</w:t>
      </w:r>
      <w:r w:rsidR="00646BEC">
        <w:t xml:space="preserve"> </w:t>
      </w:r>
      <w:r w:rsidR="00B47B11" w:rsidRPr="006F699D">
        <w:t>field</w:t>
      </w:r>
      <w:r w:rsidR="00646BEC"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ignored</w:t>
      </w:r>
      <w:r w:rsidR="00646BEC">
        <w:t xml:space="preserve"> </w:t>
      </w:r>
      <w:r w:rsidR="00B47B11" w:rsidRPr="006F699D">
        <w:t>by</w:t>
      </w:r>
      <w:r w:rsidR="00646BEC">
        <w:t xml:space="preserve"> </w:t>
      </w:r>
      <w:r w:rsidR="00B47B11" w:rsidRPr="006F699D">
        <w:t>the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supporting</w:t>
      </w:r>
      <w:r w:rsidR="00646BEC">
        <w:t xml:space="preserve"> </w:t>
      </w:r>
      <w:r w:rsidR="00B47B11" w:rsidRPr="006F699D">
        <w:rPr>
          <w:i/>
        </w:rPr>
        <w:t>crs-IntfMitig</w:t>
      </w:r>
      <w:r w:rsidR="00646BEC">
        <w:t xml:space="preserve"> </w:t>
      </w:r>
      <w:r w:rsidR="00B47B11" w:rsidRPr="006F699D">
        <w:t>while</w:t>
      </w:r>
      <w:r w:rsidR="00646BEC">
        <w:t xml:space="preserve"> </w:t>
      </w:r>
      <w:r w:rsidR="00B47B11" w:rsidRPr="006F699D">
        <w:rPr>
          <w:i/>
        </w:rPr>
        <w:t>crs-IntfMitigEnabled</w:t>
      </w:r>
      <w:r w:rsidR="00646BEC"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included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SIB1</w:t>
      </w:r>
      <w:r w:rsidR="00B47B11" w:rsidRPr="006F699D">
        <w:rPr>
          <w:iCs/>
          <w:lang w:eastAsia="ja-JP"/>
        </w:rPr>
        <w:t>.</w:t>
      </w:r>
      <w:r w:rsidR="00646BEC">
        <w:rPr>
          <w:iCs/>
          <w:lang w:eastAsia="ja-JP"/>
        </w:rPr>
        <w:t xml:space="preserve"> </w:t>
      </w:r>
      <w:r w:rsidR="00B47B11" w:rsidRPr="006F699D">
        <w:br/>
        <w:t>This</w:t>
      </w:r>
      <w:r w:rsidR="00646BEC">
        <w:t xml:space="preserve"> </w:t>
      </w:r>
      <w:r w:rsidR="00B47B11" w:rsidRPr="006F699D">
        <w:t>field</w:t>
      </w:r>
      <w:r w:rsidR="00646BEC"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ignored</w:t>
      </w:r>
      <w:r w:rsidR="00646BEC">
        <w:t xml:space="preserve"> </w:t>
      </w:r>
      <w:r w:rsidR="00B47B11" w:rsidRPr="006F699D">
        <w:t>by</w:t>
      </w:r>
      <w:r w:rsidR="00646BEC">
        <w:t xml:space="preserve"> </w:t>
      </w:r>
      <w:r w:rsidR="00B47B11" w:rsidRPr="006F699D">
        <w:t>the</w:t>
      </w:r>
      <w:r w:rsidR="00646BEC">
        <w:t xml:space="preserve"> </w:t>
      </w:r>
      <w:r w:rsidR="00B47B11" w:rsidRPr="006F699D">
        <w:t>BL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or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CE</w:t>
      </w:r>
      <w:r w:rsidR="00646BEC">
        <w:t xml:space="preserve"> </w:t>
      </w:r>
      <w:r w:rsidR="00B47B11" w:rsidRPr="006F699D">
        <w:t>supporting</w:t>
      </w:r>
      <w:r w:rsidR="00646BEC">
        <w:t xml:space="preserve"> </w:t>
      </w:r>
      <w:r w:rsidR="00B47B11" w:rsidRPr="006F699D">
        <w:rPr>
          <w:i/>
          <w:lang w:eastAsia="ja-JP"/>
        </w:rPr>
        <w:t>ce-CRS-IntfMitig</w:t>
      </w:r>
      <w:r w:rsidR="00646BEC">
        <w:rPr>
          <w:noProof/>
        </w:rPr>
        <w:t xml:space="preserve"> </w:t>
      </w:r>
      <w:r w:rsidR="00B47B11" w:rsidRPr="006F699D">
        <w:rPr>
          <w:noProof/>
        </w:rPr>
        <w:t>while</w:t>
      </w:r>
      <w:r w:rsidR="00646BEC">
        <w:rPr>
          <w:noProof/>
        </w:rPr>
        <w:t xml:space="preserve"> </w:t>
      </w:r>
      <w:r w:rsidR="00B47B11" w:rsidRPr="006F699D">
        <w:rPr>
          <w:i/>
        </w:rPr>
        <w:t>crs-IntfMigitNumPRBs</w:t>
      </w:r>
      <w:r w:rsidR="00646BEC">
        <w:rPr>
          <w:i/>
        </w:rPr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included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SIB1-BR.</w:t>
      </w:r>
      <w:r w:rsidR="001E1CF8" w:rsidRPr="006F699D">
        <w:br/>
      </w:r>
      <w:r w:rsidR="00BF6158" w:rsidRPr="006F699D">
        <w:t>In</w:t>
      </w:r>
      <w:r w:rsidR="00646BEC">
        <w:t xml:space="preserve"> </w:t>
      </w:r>
      <w:r w:rsidR="00BF6158" w:rsidRPr="006F699D">
        <w:t>case</w:t>
      </w:r>
      <w:r w:rsidR="00646BEC">
        <w:t xml:space="preserve"> </w:t>
      </w:r>
      <w:r w:rsidR="00BF6158" w:rsidRPr="006F699D">
        <w:t>of</w:t>
      </w:r>
      <w:r w:rsidR="00646BEC">
        <w:t xml:space="preserve"> </w:t>
      </w:r>
      <w:r w:rsidR="00031A1E" w:rsidRPr="006F699D">
        <w:t>multiple</w:t>
      </w:r>
      <w:r w:rsidR="00646BEC">
        <w:t xml:space="preserve"> </w:t>
      </w:r>
      <w:r w:rsidR="00AF106F" w:rsidRPr="006F699D">
        <w:t>EPC</w:t>
      </w:r>
      <w:r w:rsidR="00646BEC">
        <w:t xml:space="preserve"> </w:t>
      </w:r>
      <w:r w:rsidR="00031A1E" w:rsidRPr="006F699D">
        <w:t>PLMNs</w:t>
      </w:r>
      <w:r w:rsidR="00646BEC">
        <w:t xml:space="preserve"> </w:t>
      </w:r>
      <w:r w:rsidR="00031A1E" w:rsidRPr="006F699D">
        <w:t>indicated</w:t>
      </w:r>
      <w:r w:rsidR="00646BEC">
        <w:t xml:space="preserve"> </w:t>
      </w:r>
      <w:r w:rsidR="00031A1E" w:rsidRPr="006F699D">
        <w:t>in</w:t>
      </w:r>
      <w:r w:rsidR="00646BEC">
        <w:t xml:space="preserve"> </w:t>
      </w:r>
      <w:r w:rsidR="00031A1E" w:rsidRPr="006F699D">
        <w:t>SIB1</w:t>
      </w:r>
      <w:r w:rsidR="00B47B11" w:rsidRPr="006F699D">
        <w:t>/SIB1-BR</w:t>
      </w:r>
      <w:r w:rsidR="00BF6158" w:rsidRPr="006F699D">
        <w:t>,</w:t>
      </w:r>
      <w:r w:rsidR="00646BEC">
        <w:t xml:space="preserve"> </w:t>
      </w:r>
      <w:r w:rsidR="00BF6158" w:rsidRPr="006F699D">
        <w:t>this</w:t>
      </w:r>
      <w:r w:rsidR="00646BEC">
        <w:t xml:space="preserve"> </w:t>
      </w:r>
      <w:r w:rsidR="00DD1E96" w:rsidRPr="006F699D">
        <w:t>field</w:t>
      </w:r>
      <w:r w:rsidR="00646BEC">
        <w:t xml:space="preserve"> </w:t>
      </w:r>
      <w:r w:rsidR="00BF6158" w:rsidRPr="006F699D">
        <w:t>is</w:t>
      </w:r>
      <w:r w:rsidR="00646BEC">
        <w:t xml:space="preserve"> </w:t>
      </w:r>
      <w:r w:rsidR="00E3129F" w:rsidRPr="006F699D">
        <w:t>common</w:t>
      </w:r>
      <w:r w:rsidR="00646BEC">
        <w:t xml:space="preserve"> </w:t>
      </w:r>
      <w:r w:rsidR="00E3129F" w:rsidRPr="006F699D">
        <w:t>for</w:t>
      </w:r>
      <w:r w:rsidR="00646BEC">
        <w:t xml:space="preserve"> </w:t>
      </w:r>
      <w:r w:rsidR="00E3129F" w:rsidRPr="006F699D">
        <w:t>all</w:t>
      </w:r>
      <w:r w:rsidR="00646BEC">
        <w:t xml:space="preserve"> </w:t>
      </w:r>
      <w:r w:rsidR="00AF106F" w:rsidRPr="006F699D">
        <w:t>EPC</w:t>
      </w:r>
      <w:r w:rsidR="00646BEC">
        <w:t xml:space="preserve"> </w:t>
      </w:r>
      <w:r w:rsidR="00E3129F" w:rsidRPr="006F699D">
        <w:t>PLMNs</w:t>
      </w:r>
    </w:p>
    <w:p w14:paraId="2E05619E" w14:textId="7B18E314" w:rsidR="00AF106F" w:rsidRPr="006F699D" w:rsidRDefault="00AF106F" w:rsidP="00AF106F">
      <w:pPr>
        <w:pStyle w:val="B1"/>
      </w:pPr>
      <w:r w:rsidRPr="006F699D">
        <w:t>-</w:t>
      </w:r>
      <w:r w:rsidRPr="006F699D">
        <w:tab/>
      </w:r>
      <w:r w:rsidRPr="006F699D">
        <w:rPr>
          <w:i/>
        </w:rPr>
        <w:t>cellBarred-5GC</w:t>
      </w:r>
      <w:r w:rsidR="00646BEC">
        <w:t xml:space="preserve"> </w:t>
      </w:r>
      <w:r w:rsidRPr="006F699D">
        <w:t>(IE</w:t>
      </w:r>
      <w:r w:rsidR="00646BEC">
        <w:t xml:space="preserve"> </w:t>
      </w:r>
      <w:r w:rsidRPr="006F699D">
        <w:t>type:</w:t>
      </w:r>
      <w:r w:rsidR="00646BEC">
        <w:t xml:space="preserve"> </w:t>
      </w:r>
      <w:r w:rsidRPr="006F699D">
        <w:t>"barred"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barred")</w:t>
      </w:r>
      <w:r w:rsidRPr="006F699D">
        <w:br/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indicates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barred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connectivity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5GC.</w:t>
      </w:r>
      <w:r w:rsidRPr="006F699D">
        <w:br/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ignored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does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supports</w:t>
      </w:r>
      <w:r w:rsidR="00646BEC">
        <w:t xml:space="preserve"> </w:t>
      </w:r>
      <w:r w:rsidRPr="006F699D">
        <w:t>network-based</w:t>
      </w:r>
      <w:r w:rsidR="00646BEC">
        <w:t xml:space="preserve"> </w:t>
      </w:r>
      <w:r w:rsidRPr="006F699D">
        <w:t>CRS</w:t>
      </w:r>
      <w:r w:rsidR="00646BEC">
        <w:t xml:space="preserve"> </w:t>
      </w:r>
      <w:r w:rsidRPr="006F699D">
        <w:t>interference</w:t>
      </w:r>
      <w:r w:rsidR="00646BEC">
        <w:t xml:space="preserve"> </w:t>
      </w:r>
      <w:r w:rsidRPr="006F699D">
        <w:t>mitigation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rPr>
          <w:i/>
        </w:rPr>
        <w:t>nw-BasedCRS-InterferenceMitigation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included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</w:rPr>
        <w:t>SystemInformationBlockType1</w:t>
      </w:r>
      <w:r w:rsidRPr="006F699D">
        <w:t>.</w:t>
      </w:r>
      <w:r w:rsidRPr="006F699D">
        <w:br/>
        <w:t>In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multiple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SIB1,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common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PLMNs.</w:t>
      </w:r>
    </w:p>
    <w:p w14:paraId="1F7EB422" w14:textId="3EE4CBC1" w:rsidR="001E1CF8" w:rsidRPr="006F699D" w:rsidRDefault="00776220" w:rsidP="001E1CF8">
      <w:pPr>
        <w:pStyle w:val="B1"/>
      </w:pPr>
      <w:r w:rsidRPr="006F699D">
        <w:t>-</w:t>
      </w:r>
      <w:r w:rsidRPr="006F699D">
        <w:tab/>
      </w:r>
      <w:r w:rsidR="00AB2124" w:rsidRPr="006F699D">
        <w:rPr>
          <w:bCs/>
          <w:i/>
          <w:noProof/>
        </w:rPr>
        <w:t>cellReservedForOperatorUse</w:t>
      </w:r>
      <w:r w:rsidR="00646BEC">
        <w:t xml:space="preserve"> </w:t>
      </w:r>
      <w:r w:rsidRPr="006F699D">
        <w:t>(IE</w:t>
      </w:r>
      <w:r w:rsidR="00646BEC">
        <w:t xml:space="preserve"> </w:t>
      </w:r>
      <w:r w:rsidRPr="006F699D">
        <w:t>type:</w:t>
      </w:r>
      <w:r w:rsidR="00646BEC">
        <w:t xml:space="preserve"> </w:t>
      </w:r>
      <w:r w:rsidRPr="006F699D">
        <w:t>"reserved"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reserved")</w:t>
      </w:r>
      <w:r w:rsidR="00BF6158" w:rsidRPr="006F699D">
        <w:br/>
      </w:r>
      <w:r w:rsidR="00AF106F" w:rsidRPr="006F699D">
        <w:t>This</w:t>
      </w:r>
      <w:r w:rsidR="00646BEC">
        <w:t xml:space="preserve"> </w:t>
      </w:r>
      <w:r w:rsidR="00AF106F" w:rsidRPr="006F699D">
        <w:t>field</w:t>
      </w:r>
      <w:r w:rsidR="00646BEC">
        <w:t xml:space="preserve"> </w:t>
      </w:r>
      <w:r w:rsidR="00AF106F" w:rsidRPr="006F699D">
        <w:t>indicates</w:t>
      </w:r>
      <w:r w:rsidR="00646BEC">
        <w:t xml:space="preserve"> </w:t>
      </w:r>
      <w:r w:rsidR="00AF106F" w:rsidRPr="006F699D">
        <w:t>if</w:t>
      </w:r>
      <w:r w:rsidR="00646BEC">
        <w:t xml:space="preserve"> </w:t>
      </w:r>
      <w:r w:rsidR="00AF106F" w:rsidRPr="006F699D">
        <w:t>the</w:t>
      </w:r>
      <w:r w:rsidR="00646BEC">
        <w:t xml:space="preserve"> </w:t>
      </w:r>
      <w:r w:rsidR="00AF106F" w:rsidRPr="006F699D">
        <w:t>cell</w:t>
      </w:r>
      <w:r w:rsidR="00646BEC">
        <w:t xml:space="preserve"> </w:t>
      </w:r>
      <w:r w:rsidR="00AF106F" w:rsidRPr="006F699D">
        <w:t>is</w:t>
      </w:r>
      <w:r w:rsidR="00646BEC">
        <w:t xml:space="preserve"> </w:t>
      </w:r>
      <w:r w:rsidR="00AF106F" w:rsidRPr="006F699D">
        <w:t>reserved</w:t>
      </w:r>
      <w:r w:rsidR="00646BEC">
        <w:t xml:space="preserve"> </w:t>
      </w:r>
      <w:r w:rsidR="00AF106F" w:rsidRPr="006F699D">
        <w:t>for</w:t>
      </w:r>
      <w:r w:rsidR="00646BEC">
        <w:t xml:space="preserve"> </w:t>
      </w:r>
      <w:r w:rsidR="00AF106F" w:rsidRPr="006F699D">
        <w:t>operator</w:t>
      </w:r>
      <w:r w:rsidR="00646BEC">
        <w:t xml:space="preserve"> </w:t>
      </w:r>
      <w:r w:rsidR="00AF106F" w:rsidRPr="006F699D">
        <w:t>use.</w:t>
      </w:r>
      <w:r w:rsidR="00AF106F" w:rsidRPr="006F699D">
        <w:br/>
      </w:r>
      <w:r w:rsidR="00B47B11" w:rsidRPr="006F699D">
        <w:t>This</w:t>
      </w:r>
      <w:r w:rsidR="00646BEC">
        <w:t xml:space="preserve"> </w:t>
      </w:r>
      <w:r w:rsidR="00B47B11" w:rsidRPr="006F699D">
        <w:t>field</w:t>
      </w:r>
      <w:r w:rsidR="00646BEC"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ignored</w:t>
      </w:r>
      <w:r w:rsidR="00646BEC">
        <w:t xml:space="preserve"> </w:t>
      </w:r>
      <w:r w:rsidR="00B47B11" w:rsidRPr="006F699D">
        <w:t>by</w:t>
      </w:r>
      <w:r w:rsidR="00646BEC">
        <w:t xml:space="preserve"> </w:t>
      </w:r>
      <w:r w:rsidR="00B47B11" w:rsidRPr="006F699D">
        <w:t>the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supporting</w:t>
      </w:r>
      <w:r w:rsidR="00646BEC">
        <w:t xml:space="preserve"> </w:t>
      </w:r>
      <w:r w:rsidR="00B47B11" w:rsidRPr="006F699D">
        <w:rPr>
          <w:i/>
        </w:rPr>
        <w:t>crs-IntfMitig</w:t>
      </w:r>
      <w:r w:rsidR="00646BEC">
        <w:t xml:space="preserve"> </w:t>
      </w:r>
      <w:r w:rsidR="00B47B11" w:rsidRPr="006F699D">
        <w:t>while</w:t>
      </w:r>
      <w:r w:rsidR="00646BEC">
        <w:t xml:space="preserve"> </w:t>
      </w:r>
      <w:r w:rsidR="00B47B11" w:rsidRPr="006F699D">
        <w:rPr>
          <w:i/>
        </w:rPr>
        <w:t>crs-IntfMitigEnabled</w:t>
      </w:r>
      <w:r w:rsidR="00646BEC"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included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SIB1</w:t>
      </w:r>
      <w:r w:rsidR="00B47B11" w:rsidRPr="006F699D">
        <w:rPr>
          <w:iCs/>
          <w:lang w:eastAsia="ja-JP"/>
        </w:rPr>
        <w:t>.</w:t>
      </w:r>
      <w:r w:rsidR="00646BEC">
        <w:rPr>
          <w:iCs/>
          <w:lang w:eastAsia="ja-JP"/>
        </w:rPr>
        <w:t xml:space="preserve"> </w:t>
      </w:r>
      <w:r w:rsidR="00B47B11" w:rsidRPr="006F699D">
        <w:br/>
        <w:t>This</w:t>
      </w:r>
      <w:r w:rsidR="00646BEC">
        <w:t xml:space="preserve"> </w:t>
      </w:r>
      <w:r w:rsidR="00B47B11" w:rsidRPr="006F699D">
        <w:t>field</w:t>
      </w:r>
      <w:r w:rsidR="00646BEC"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ignored</w:t>
      </w:r>
      <w:r w:rsidR="00646BEC">
        <w:t xml:space="preserve"> </w:t>
      </w:r>
      <w:r w:rsidR="00B47B11" w:rsidRPr="006F699D">
        <w:t>by</w:t>
      </w:r>
      <w:r w:rsidR="00646BEC">
        <w:t xml:space="preserve"> </w:t>
      </w:r>
      <w:r w:rsidR="00B47B11" w:rsidRPr="006F699D">
        <w:t>the</w:t>
      </w:r>
      <w:r w:rsidR="00646BEC">
        <w:t xml:space="preserve"> </w:t>
      </w:r>
      <w:r w:rsidR="00B47B11" w:rsidRPr="006F699D">
        <w:t>BL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or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CE</w:t>
      </w:r>
      <w:r w:rsidR="00646BEC">
        <w:t xml:space="preserve"> </w:t>
      </w:r>
      <w:r w:rsidR="00B47B11" w:rsidRPr="006F699D">
        <w:t>supporting</w:t>
      </w:r>
      <w:r w:rsidR="00646BEC">
        <w:t xml:space="preserve"> </w:t>
      </w:r>
      <w:r w:rsidR="00B47B11" w:rsidRPr="006F699D">
        <w:rPr>
          <w:i/>
          <w:lang w:eastAsia="ja-JP"/>
        </w:rPr>
        <w:t>ce-CRS-IntfMitig</w:t>
      </w:r>
      <w:r w:rsidR="00646BEC">
        <w:rPr>
          <w:noProof/>
        </w:rPr>
        <w:t xml:space="preserve"> </w:t>
      </w:r>
      <w:r w:rsidR="00B47B11" w:rsidRPr="006F699D">
        <w:rPr>
          <w:noProof/>
        </w:rPr>
        <w:t>while</w:t>
      </w:r>
      <w:r w:rsidR="00646BEC">
        <w:rPr>
          <w:noProof/>
        </w:rPr>
        <w:t xml:space="preserve"> </w:t>
      </w:r>
      <w:r w:rsidR="00B47B11" w:rsidRPr="006F699D">
        <w:rPr>
          <w:i/>
        </w:rPr>
        <w:t>crs-IntfMigitNumPRBs</w:t>
      </w:r>
      <w:r w:rsidR="00646BEC">
        <w:rPr>
          <w:i/>
        </w:rPr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lastRenderedPageBreak/>
        <w:t>included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SIB1-BR</w:t>
      </w:r>
      <w:r w:rsidR="00B47B11" w:rsidRPr="006F699D">
        <w:rPr>
          <w:iCs/>
          <w:lang w:eastAsia="ja-JP"/>
        </w:rPr>
        <w:t>.</w:t>
      </w:r>
      <w:r w:rsidR="00646BEC">
        <w:t xml:space="preserve"> </w:t>
      </w:r>
      <w:r w:rsidR="001E1CF8" w:rsidRPr="006F699D">
        <w:br/>
      </w:r>
      <w:r w:rsidR="00BF6158" w:rsidRPr="006F699D">
        <w:t>In</w:t>
      </w:r>
      <w:r w:rsidR="00646BEC">
        <w:t xml:space="preserve"> </w:t>
      </w:r>
      <w:r w:rsidR="00BF6158" w:rsidRPr="006F699D">
        <w:t>case</w:t>
      </w:r>
      <w:r w:rsidR="00646BEC">
        <w:t xml:space="preserve"> </w:t>
      </w:r>
      <w:r w:rsidR="00BF6158" w:rsidRPr="006F699D">
        <w:t>of</w:t>
      </w:r>
      <w:r w:rsidR="00646BEC">
        <w:t xml:space="preserve"> </w:t>
      </w:r>
      <w:r w:rsidR="00031A1E" w:rsidRPr="006F699D">
        <w:t>multiple</w:t>
      </w:r>
      <w:r w:rsidR="00646BEC">
        <w:t xml:space="preserve"> </w:t>
      </w:r>
      <w:r w:rsidR="00AF106F" w:rsidRPr="006F699D">
        <w:t>EPC</w:t>
      </w:r>
      <w:r w:rsidR="00646BEC">
        <w:t xml:space="preserve"> </w:t>
      </w:r>
      <w:r w:rsidR="00AF106F" w:rsidRPr="006F699D">
        <w:t>or</w:t>
      </w:r>
      <w:r w:rsidR="00646BEC">
        <w:t xml:space="preserve"> </w:t>
      </w:r>
      <w:r w:rsidR="00AF106F" w:rsidRPr="006F699D">
        <w:t>5GC</w:t>
      </w:r>
      <w:r w:rsidR="00646BEC">
        <w:t xml:space="preserve"> </w:t>
      </w:r>
      <w:r w:rsidR="00031A1E" w:rsidRPr="006F699D">
        <w:t>PLMNs</w:t>
      </w:r>
      <w:r w:rsidR="00646BEC">
        <w:t xml:space="preserve"> </w:t>
      </w:r>
      <w:r w:rsidR="00031A1E" w:rsidRPr="006F699D">
        <w:t>indicated</w:t>
      </w:r>
      <w:r w:rsidR="00646BEC">
        <w:t xml:space="preserve"> </w:t>
      </w:r>
      <w:r w:rsidR="00031A1E" w:rsidRPr="006F699D">
        <w:t>in</w:t>
      </w:r>
      <w:r w:rsidR="00646BEC">
        <w:t xml:space="preserve"> </w:t>
      </w:r>
      <w:r w:rsidR="00031A1E" w:rsidRPr="006F699D">
        <w:t>SIB1</w:t>
      </w:r>
      <w:r w:rsidR="00B47B11" w:rsidRPr="006F699D">
        <w:t>/SIB1-BR</w:t>
      </w:r>
      <w:r w:rsidR="00BF6158" w:rsidRPr="006F699D">
        <w:t>,</w:t>
      </w:r>
      <w:r w:rsidR="00646BEC">
        <w:t xml:space="preserve"> </w:t>
      </w:r>
      <w:r w:rsidR="00BF6158" w:rsidRPr="006F699D">
        <w:t>this</w:t>
      </w:r>
      <w:r w:rsidR="00646BEC">
        <w:t xml:space="preserve"> </w:t>
      </w:r>
      <w:r w:rsidR="00DD1E96" w:rsidRPr="006F699D">
        <w:t>field</w:t>
      </w:r>
      <w:r w:rsidR="00646BEC">
        <w:t xml:space="preserve"> </w:t>
      </w:r>
      <w:r w:rsidR="00BF6158" w:rsidRPr="006F699D">
        <w:t>is</w:t>
      </w:r>
      <w:r w:rsidR="00646BEC">
        <w:t xml:space="preserve"> </w:t>
      </w:r>
      <w:r w:rsidR="00BF6158" w:rsidRPr="006F699D">
        <w:t>specified</w:t>
      </w:r>
      <w:r w:rsidR="00646BEC">
        <w:t xml:space="preserve"> </w:t>
      </w:r>
      <w:r w:rsidR="00E3129F" w:rsidRPr="006F699D">
        <w:t>per</w:t>
      </w:r>
      <w:r w:rsidR="00646BEC">
        <w:t xml:space="preserve"> </w:t>
      </w:r>
      <w:r w:rsidR="00AF106F" w:rsidRPr="006F699D">
        <w:t>EPC</w:t>
      </w:r>
      <w:r w:rsidR="00646BEC">
        <w:t xml:space="preserve"> </w:t>
      </w:r>
      <w:r w:rsidR="00AF106F" w:rsidRPr="006F699D">
        <w:t>or</w:t>
      </w:r>
      <w:r w:rsidR="00646BEC">
        <w:t xml:space="preserve"> </w:t>
      </w:r>
      <w:r w:rsidR="00AF106F" w:rsidRPr="006F699D">
        <w:t>5GC</w:t>
      </w:r>
      <w:r w:rsidR="00646BEC">
        <w:t xml:space="preserve"> </w:t>
      </w:r>
      <w:r w:rsidR="00E3129F" w:rsidRPr="006F699D">
        <w:t>PLMN</w:t>
      </w:r>
      <w:r w:rsidR="003635ED" w:rsidRPr="006F699D">
        <w:t>.</w:t>
      </w:r>
    </w:p>
    <w:p w14:paraId="5AD13123" w14:textId="46802CAA" w:rsidR="001E1CF8" w:rsidRPr="006F699D" w:rsidRDefault="001E1CF8" w:rsidP="001E1CF8">
      <w:pPr>
        <w:pStyle w:val="B1"/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</w:r>
      <w:r w:rsidRPr="006F699D">
        <w:rPr>
          <w:i/>
          <w:lang w:eastAsia="ja-JP"/>
        </w:rPr>
        <w:t>cellBarred-CRS</w:t>
      </w:r>
      <w:r w:rsidR="00646BEC">
        <w:t xml:space="preserve"> </w:t>
      </w:r>
      <w:r w:rsidRPr="006F699D">
        <w:t>(IE</w:t>
      </w:r>
      <w:r w:rsidR="00646BEC">
        <w:t xml:space="preserve"> </w:t>
      </w:r>
      <w:r w:rsidRPr="006F699D">
        <w:t>type:</w:t>
      </w:r>
      <w:r w:rsidR="00646BEC">
        <w:t xml:space="preserve"> </w:t>
      </w:r>
      <w:r w:rsidRPr="006F699D">
        <w:t>"barred"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barred")</w:t>
      </w:r>
      <w:r w:rsidRPr="006F699D">
        <w:br/>
      </w:r>
      <w:r w:rsidR="00336363" w:rsidRPr="006F699D">
        <w:t>This</w:t>
      </w:r>
      <w:r w:rsidR="00646BEC">
        <w:t xml:space="preserve"> </w:t>
      </w:r>
      <w:r w:rsidR="00336363" w:rsidRPr="006F699D">
        <w:t>field</w:t>
      </w:r>
      <w:r w:rsidR="00646BEC">
        <w:t xml:space="preserve"> </w:t>
      </w:r>
      <w:r w:rsidR="00336363" w:rsidRPr="006F699D">
        <w:t>indicates</w:t>
      </w:r>
      <w:r w:rsidR="00646BEC">
        <w:t xml:space="preserve"> </w:t>
      </w:r>
      <w:r w:rsidR="00336363" w:rsidRPr="006F699D">
        <w:t>if</w:t>
      </w:r>
      <w:r w:rsidR="00646BEC">
        <w:t xml:space="preserve"> </w:t>
      </w:r>
      <w:r w:rsidR="00336363" w:rsidRPr="006F699D">
        <w:t>the</w:t>
      </w:r>
      <w:r w:rsidR="00646BEC">
        <w:t xml:space="preserve"> </w:t>
      </w:r>
      <w:r w:rsidR="00336363" w:rsidRPr="006F699D">
        <w:t>cell</w:t>
      </w:r>
      <w:r w:rsidR="00646BEC">
        <w:t xml:space="preserve"> </w:t>
      </w:r>
      <w:r w:rsidR="00336363" w:rsidRPr="006F699D">
        <w:t>is</w:t>
      </w:r>
      <w:r w:rsidR="00646BEC">
        <w:t xml:space="preserve"> </w:t>
      </w:r>
      <w:r w:rsidR="00336363" w:rsidRPr="006F699D">
        <w:t>barred</w:t>
      </w:r>
      <w:r w:rsidR="00646BEC">
        <w:t xml:space="preserve"> </w:t>
      </w:r>
      <w:r w:rsidR="00336363" w:rsidRPr="006F699D">
        <w:t>for</w:t>
      </w:r>
      <w:r w:rsidR="00646BEC">
        <w:t xml:space="preserve"> </w:t>
      </w:r>
      <w:r w:rsidR="00336363" w:rsidRPr="006F699D">
        <w:t>connectivity</w:t>
      </w:r>
      <w:r w:rsidR="00646BEC">
        <w:t xml:space="preserve"> </w:t>
      </w:r>
      <w:r w:rsidR="00336363" w:rsidRPr="006F699D">
        <w:t>to</w:t>
      </w:r>
      <w:r w:rsidR="00646BEC">
        <w:t xml:space="preserve"> </w:t>
      </w:r>
      <w:r w:rsidR="00336363" w:rsidRPr="006F699D">
        <w:t>EPC</w:t>
      </w:r>
      <w:r w:rsidR="00646BEC">
        <w:t xml:space="preserve"> </w:t>
      </w:r>
      <w:r w:rsidR="00336363" w:rsidRPr="006F699D">
        <w:t>for</w:t>
      </w:r>
      <w:r w:rsidR="00646BEC">
        <w:t xml:space="preserve"> </w:t>
      </w:r>
      <w:r w:rsidR="00336363" w:rsidRPr="006F699D">
        <w:t>UEs</w:t>
      </w:r>
      <w:r w:rsidR="00646BEC">
        <w:t xml:space="preserve"> </w:t>
      </w:r>
      <w:r w:rsidR="00336363" w:rsidRPr="006F699D">
        <w:t>supporting</w:t>
      </w:r>
      <w:r w:rsidR="00646BEC">
        <w:t xml:space="preserve"> </w:t>
      </w:r>
      <w:r w:rsidR="00336363" w:rsidRPr="006F699D">
        <w:t>network-based</w:t>
      </w:r>
      <w:r w:rsidR="00646BEC">
        <w:t xml:space="preserve"> </w:t>
      </w:r>
      <w:r w:rsidR="00336363" w:rsidRPr="006F699D">
        <w:t>CRS</w:t>
      </w:r>
      <w:r w:rsidR="00646BEC">
        <w:t xml:space="preserve"> </w:t>
      </w:r>
      <w:r w:rsidR="00336363" w:rsidRPr="006F699D">
        <w:t>interference</w:t>
      </w:r>
      <w:r w:rsidR="00646BEC">
        <w:t xml:space="preserve"> </w:t>
      </w:r>
      <w:r w:rsidR="00336363" w:rsidRPr="006F699D">
        <w:t>mitigation.</w:t>
      </w:r>
      <w:r w:rsidR="00336363" w:rsidRPr="006F699D">
        <w:br/>
      </w:r>
      <w:r w:rsidR="00B47B11" w:rsidRPr="006F699D">
        <w:rPr>
          <w:i/>
          <w:lang w:eastAsia="en-GB"/>
        </w:rPr>
        <w:t>barred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means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the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cell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barred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for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UEs</w:t>
      </w:r>
      <w:r w:rsidR="00646BEC">
        <w:rPr>
          <w:lang w:eastAsia="en-GB"/>
        </w:rPr>
        <w:t xml:space="preserve"> </w:t>
      </w:r>
      <w:r w:rsidR="00B47B11" w:rsidRPr="006F699D">
        <w:t>supporting</w:t>
      </w:r>
      <w:r w:rsidR="00646BEC">
        <w:t xml:space="preserve"> </w:t>
      </w:r>
      <w:r w:rsidR="00B47B11" w:rsidRPr="006F699D">
        <w:rPr>
          <w:i/>
        </w:rPr>
        <w:t>crs-IntfMitig</w:t>
      </w:r>
      <w:r w:rsidR="00646BEC">
        <w:t xml:space="preserve"> </w:t>
      </w:r>
      <w:r w:rsidR="00B47B11" w:rsidRPr="006F699D">
        <w:rPr>
          <w:lang w:eastAsia="en-GB"/>
        </w:rPr>
        <w:t>while</w:t>
      </w:r>
      <w:r w:rsidR="00646BEC">
        <w:rPr>
          <w:lang w:eastAsia="en-GB"/>
        </w:rPr>
        <w:t xml:space="preserve"> </w:t>
      </w:r>
      <w:r w:rsidR="00B47B11" w:rsidRPr="006F699D">
        <w:rPr>
          <w:i/>
        </w:rPr>
        <w:t>crs-IntfMitigEnabled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included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SIB1.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For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BL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UEs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UEs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CE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capable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of</w:t>
      </w:r>
      <w:r w:rsidR="00646BEC">
        <w:rPr>
          <w:lang w:eastAsia="en-GB"/>
        </w:rPr>
        <w:t xml:space="preserve"> </w:t>
      </w:r>
      <w:r w:rsidR="00B47B11" w:rsidRPr="006F699D">
        <w:rPr>
          <w:i/>
          <w:lang w:eastAsia="en-GB"/>
        </w:rPr>
        <w:t>ce-CRS-IntfMitig</w:t>
      </w:r>
      <w:r w:rsidR="00B47B11" w:rsidRPr="006F699D">
        <w:t>,</w:t>
      </w:r>
      <w:r w:rsidR="00646BEC">
        <w:t xml:space="preserve"> </w:t>
      </w:r>
      <w:r w:rsidR="00B47B11" w:rsidRPr="006F699D">
        <w:rPr>
          <w:i/>
          <w:lang w:eastAsia="en-GB"/>
        </w:rPr>
        <w:t>barred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means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the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cell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barred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while</w:t>
      </w:r>
      <w:r w:rsidR="00646BEC">
        <w:rPr>
          <w:lang w:eastAsia="en-GB"/>
        </w:rPr>
        <w:t xml:space="preserve"> </w:t>
      </w:r>
      <w:r w:rsidR="00B47B11" w:rsidRPr="006F699D">
        <w:rPr>
          <w:i/>
          <w:lang w:eastAsia="en-GB"/>
        </w:rPr>
        <w:t>crs-IntfMitigNumPRBs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included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SIB1-BR.</w:t>
      </w:r>
      <w:r w:rsidR="00B47B11" w:rsidRPr="006F699D">
        <w:br/>
      </w:r>
      <w:r w:rsidRPr="006F699D"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ignored</w:t>
      </w:r>
      <w:r w:rsidR="00646BEC">
        <w:t xml:space="preserve"> </w:t>
      </w:r>
      <w:r w:rsidR="00B47B11" w:rsidRPr="006F699D">
        <w:t>by</w:t>
      </w:r>
      <w:r w:rsidR="00646BEC">
        <w:t xml:space="preserve"> </w:t>
      </w:r>
      <w:r w:rsidR="00B47B11" w:rsidRPr="006F699D">
        <w:t>the</w:t>
      </w:r>
      <w:r w:rsidR="00646BEC">
        <w:t xml:space="preserve"> </w:t>
      </w:r>
      <w:r w:rsidR="00B47B11" w:rsidRPr="006F699D">
        <w:t>UE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does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rPr>
          <w:noProof/>
        </w:rPr>
        <w:t>CRS</w:t>
      </w:r>
      <w:r w:rsidR="00646BEC">
        <w:rPr>
          <w:noProof/>
        </w:rPr>
        <w:t xml:space="preserve"> </w:t>
      </w:r>
      <w:r w:rsidRPr="006F699D">
        <w:rPr>
          <w:noProof/>
        </w:rPr>
        <w:t>interference</w:t>
      </w:r>
      <w:r w:rsidR="00646BEC">
        <w:rPr>
          <w:noProof/>
        </w:rPr>
        <w:t xml:space="preserve"> </w:t>
      </w:r>
      <w:r w:rsidRPr="006F699D">
        <w:rPr>
          <w:noProof/>
        </w:rPr>
        <w:t>mitigation</w:t>
      </w:r>
      <w:r w:rsidR="00646BEC">
        <w:rPr>
          <w:noProof/>
        </w:rPr>
        <w:t xml:space="preserve"> </w:t>
      </w:r>
      <w:r w:rsidR="00B47B11" w:rsidRPr="006F699D">
        <w:t>or</w:t>
      </w:r>
      <w:r w:rsidR="00646BEC">
        <w:t xml:space="preserve"> </w:t>
      </w:r>
      <w:r w:rsidR="00B47B11" w:rsidRPr="006F699D">
        <w:t>while</w:t>
      </w:r>
      <w:r w:rsidR="00646BEC">
        <w:t xml:space="preserve"> </w:t>
      </w:r>
      <w:r w:rsidR="00B47B11" w:rsidRPr="006F699D">
        <w:rPr>
          <w:i/>
          <w:iCs/>
        </w:rPr>
        <w:t>crs-IntfMitigConfig</w:t>
      </w:r>
      <w:r w:rsidR="00646BEC"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not</w:t>
      </w:r>
      <w:r w:rsidR="00646BEC">
        <w:t xml:space="preserve"> </w:t>
      </w:r>
      <w:r w:rsidR="00B47B11" w:rsidRPr="006F699D">
        <w:t>included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SIB1</w:t>
      </w:r>
      <w:r w:rsidR="00646BEC">
        <w:t xml:space="preserve"> </w:t>
      </w:r>
      <w:r w:rsidR="00B47B11" w:rsidRPr="006F699D">
        <w:t>(SIB1-BR</w:t>
      </w:r>
      <w:r w:rsidR="00646BEC">
        <w:t xml:space="preserve"> </w:t>
      </w:r>
      <w:r w:rsidR="00B47B11" w:rsidRPr="006F699D">
        <w:t>for</w:t>
      </w:r>
      <w:r w:rsidR="00646BEC">
        <w:t xml:space="preserve"> </w:t>
      </w:r>
      <w:r w:rsidR="00B47B11" w:rsidRPr="006F699D">
        <w:t>BL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or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CE)</w:t>
      </w:r>
      <w:r w:rsidRPr="006F699D">
        <w:t>.</w:t>
      </w:r>
      <w:r w:rsidRPr="006F699D">
        <w:br/>
        <w:t>In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multiple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SIB1</w:t>
      </w:r>
      <w:r w:rsidR="00B47B11" w:rsidRPr="006F699D">
        <w:t>/SIB1-BR</w:t>
      </w:r>
      <w:r w:rsidRPr="006F699D">
        <w:t>,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common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PLMNs.</w:t>
      </w:r>
    </w:p>
    <w:p w14:paraId="2656F76D" w14:textId="579A55E7" w:rsidR="00AF106F" w:rsidRPr="006F699D" w:rsidRDefault="00AF106F" w:rsidP="00AF106F">
      <w:pPr>
        <w:pStyle w:val="B1"/>
      </w:pPr>
      <w:r w:rsidRPr="006F699D">
        <w:t>-</w:t>
      </w:r>
      <w:r w:rsidRPr="006F699D">
        <w:tab/>
      </w:r>
      <w:r w:rsidRPr="006F699D">
        <w:rPr>
          <w:i/>
        </w:rPr>
        <w:t>cellBarred-5GC-CRS</w:t>
      </w:r>
      <w:r w:rsidR="00646BEC">
        <w:t xml:space="preserve"> </w:t>
      </w:r>
      <w:r w:rsidRPr="006F699D">
        <w:t>(IE</w:t>
      </w:r>
      <w:r w:rsidR="00646BEC">
        <w:t xml:space="preserve"> </w:t>
      </w:r>
      <w:r w:rsidRPr="006F699D">
        <w:t>type:</w:t>
      </w:r>
      <w:r w:rsidR="00646BEC">
        <w:t xml:space="preserve"> </w:t>
      </w:r>
      <w:r w:rsidRPr="006F699D">
        <w:t>"barred"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barred")</w:t>
      </w:r>
      <w:r w:rsidRPr="006F699D">
        <w:br/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indicates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barred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connectivity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UEs</w:t>
      </w:r>
      <w:r w:rsidR="00646BEC">
        <w:t xml:space="preserve"> </w:t>
      </w:r>
      <w:r w:rsidRPr="006F699D">
        <w:t>supporting</w:t>
      </w:r>
      <w:r w:rsidR="00646BEC">
        <w:t xml:space="preserve"> </w:t>
      </w:r>
      <w:r w:rsidRPr="006F699D">
        <w:t>network-based</w:t>
      </w:r>
      <w:r w:rsidR="00646BEC">
        <w:t xml:space="preserve"> </w:t>
      </w:r>
      <w:r w:rsidRPr="006F699D">
        <w:t>CRS</w:t>
      </w:r>
      <w:r w:rsidR="00646BEC">
        <w:t xml:space="preserve"> </w:t>
      </w:r>
      <w:r w:rsidRPr="006F699D">
        <w:t>interference</w:t>
      </w:r>
      <w:r w:rsidR="00646BEC">
        <w:t xml:space="preserve"> </w:t>
      </w:r>
      <w:r w:rsidRPr="006F699D">
        <w:t>mitigation.</w:t>
      </w:r>
      <w:r w:rsidRPr="006F699D">
        <w:br/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ignored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does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network-based</w:t>
      </w:r>
      <w:r w:rsidR="00646BEC">
        <w:t xml:space="preserve"> </w:t>
      </w:r>
      <w:r w:rsidRPr="006F699D">
        <w:t>CRS</w:t>
      </w:r>
      <w:r w:rsidR="00646BEC">
        <w:t xml:space="preserve"> </w:t>
      </w:r>
      <w:r w:rsidRPr="006F699D">
        <w:t>interference</w:t>
      </w:r>
      <w:r w:rsidR="00646BEC">
        <w:t xml:space="preserve"> </w:t>
      </w:r>
      <w:r w:rsidRPr="006F699D">
        <w:t>mitigation.</w:t>
      </w:r>
      <w:r w:rsidRPr="006F699D">
        <w:br/>
        <w:t>In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multiple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SIB1,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common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PLMNs.</w:t>
      </w:r>
    </w:p>
    <w:p w14:paraId="715EDB60" w14:textId="697D1F9B" w:rsidR="00776220" w:rsidRPr="006F699D" w:rsidRDefault="001E1CF8" w:rsidP="00377BCE">
      <w:pPr>
        <w:pStyle w:val="B1"/>
      </w:pPr>
      <w:r w:rsidRPr="006F699D">
        <w:t>-</w:t>
      </w:r>
      <w:r w:rsidRPr="006F699D">
        <w:tab/>
      </w:r>
      <w:r w:rsidRPr="006F699D">
        <w:rPr>
          <w:bCs/>
          <w:i/>
          <w:noProof/>
        </w:rPr>
        <w:t>cellReservedForOperatorUse-CRS</w:t>
      </w:r>
      <w:r w:rsidR="00646BEC">
        <w:t xml:space="preserve"> </w:t>
      </w:r>
      <w:r w:rsidRPr="006F699D">
        <w:t>(IE</w:t>
      </w:r>
      <w:r w:rsidR="00646BEC">
        <w:t xml:space="preserve"> </w:t>
      </w:r>
      <w:r w:rsidRPr="006F699D">
        <w:t>type:</w:t>
      </w:r>
      <w:r w:rsidR="00646BEC">
        <w:t xml:space="preserve"> </w:t>
      </w:r>
      <w:r w:rsidRPr="006F699D">
        <w:t>"reserved"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reserved")</w:t>
      </w:r>
      <w:r w:rsidRPr="006F699D">
        <w:br/>
      </w:r>
      <w:r w:rsidR="00336363" w:rsidRPr="006F699D">
        <w:t>This</w:t>
      </w:r>
      <w:r w:rsidR="00646BEC">
        <w:t xml:space="preserve"> </w:t>
      </w:r>
      <w:r w:rsidR="00336363" w:rsidRPr="006F699D">
        <w:t>field</w:t>
      </w:r>
      <w:r w:rsidR="00646BEC">
        <w:t xml:space="preserve"> </w:t>
      </w:r>
      <w:r w:rsidR="00336363" w:rsidRPr="006F699D">
        <w:t>indicates</w:t>
      </w:r>
      <w:r w:rsidR="00646BEC">
        <w:t xml:space="preserve"> </w:t>
      </w:r>
      <w:r w:rsidR="00336363" w:rsidRPr="006F699D">
        <w:t>if</w:t>
      </w:r>
      <w:r w:rsidR="00646BEC">
        <w:t xml:space="preserve"> </w:t>
      </w:r>
      <w:r w:rsidR="00336363" w:rsidRPr="006F699D">
        <w:t>the</w:t>
      </w:r>
      <w:r w:rsidR="00646BEC">
        <w:t xml:space="preserve"> </w:t>
      </w:r>
      <w:r w:rsidR="00336363" w:rsidRPr="006F699D">
        <w:t>cell</w:t>
      </w:r>
      <w:r w:rsidR="00646BEC">
        <w:t xml:space="preserve"> </w:t>
      </w:r>
      <w:r w:rsidR="00336363" w:rsidRPr="006F699D">
        <w:t>is</w:t>
      </w:r>
      <w:r w:rsidR="00646BEC">
        <w:t xml:space="preserve"> </w:t>
      </w:r>
      <w:r w:rsidR="00336363" w:rsidRPr="006F699D">
        <w:t>reserved</w:t>
      </w:r>
      <w:r w:rsidR="00646BEC">
        <w:t xml:space="preserve"> </w:t>
      </w:r>
      <w:r w:rsidR="00336363" w:rsidRPr="006F699D">
        <w:t>for</w:t>
      </w:r>
      <w:r w:rsidR="00646BEC">
        <w:t xml:space="preserve"> </w:t>
      </w:r>
      <w:r w:rsidR="00336363" w:rsidRPr="006F699D">
        <w:t>operator</w:t>
      </w:r>
      <w:r w:rsidR="00646BEC">
        <w:t xml:space="preserve"> </w:t>
      </w:r>
      <w:r w:rsidR="00336363" w:rsidRPr="006F699D">
        <w:t>use</w:t>
      </w:r>
      <w:r w:rsidR="00646BEC">
        <w:t xml:space="preserve"> </w:t>
      </w:r>
      <w:r w:rsidR="00336363" w:rsidRPr="006F699D">
        <w:t>for</w:t>
      </w:r>
      <w:r w:rsidR="00646BEC">
        <w:t xml:space="preserve"> </w:t>
      </w:r>
      <w:r w:rsidR="00336363" w:rsidRPr="006F699D">
        <w:t>UEs</w:t>
      </w:r>
      <w:r w:rsidR="00646BEC">
        <w:t xml:space="preserve"> </w:t>
      </w:r>
      <w:r w:rsidR="00336363" w:rsidRPr="006F699D">
        <w:t>supporting</w:t>
      </w:r>
      <w:r w:rsidR="00646BEC">
        <w:t xml:space="preserve"> </w:t>
      </w:r>
      <w:r w:rsidR="00336363" w:rsidRPr="006F699D">
        <w:rPr>
          <w:noProof/>
        </w:rPr>
        <w:t>network-based</w:t>
      </w:r>
      <w:r w:rsidR="00646BEC">
        <w:rPr>
          <w:noProof/>
        </w:rPr>
        <w:t xml:space="preserve"> </w:t>
      </w:r>
      <w:r w:rsidR="00336363" w:rsidRPr="006F699D">
        <w:rPr>
          <w:noProof/>
        </w:rPr>
        <w:t>CRS</w:t>
      </w:r>
      <w:r w:rsidR="00646BEC">
        <w:rPr>
          <w:noProof/>
        </w:rPr>
        <w:t xml:space="preserve"> </w:t>
      </w:r>
      <w:r w:rsidR="00336363" w:rsidRPr="006F699D">
        <w:rPr>
          <w:noProof/>
        </w:rPr>
        <w:t>interference</w:t>
      </w:r>
      <w:r w:rsidR="00646BEC">
        <w:rPr>
          <w:noProof/>
        </w:rPr>
        <w:t xml:space="preserve"> </w:t>
      </w:r>
      <w:r w:rsidR="00336363" w:rsidRPr="006F699D">
        <w:rPr>
          <w:noProof/>
        </w:rPr>
        <w:t>mitigation.</w:t>
      </w:r>
      <w:r w:rsidR="00336363" w:rsidRPr="006F699D">
        <w:br/>
      </w:r>
      <w:r w:rsidR="00B47B11" w:rsidRPr="006F699D">
        <w:rPr>
          <w:i/>
          <w:lang w:eastAsia="en-GB"/>
        </w:rPr>
        <w:t>reserved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means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the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cell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B47B11" w:rsidRPr="006F699D">
        <w:t>"</w:t>
      </w:r>
      <w:r w:rsidR="00B47B11" w:rsidRPr="006F699D">
        <w:rPr>
          <w:lang w:eastAsia="en-GB"/>
        </w:rPr>
        <w:t>reserved</w:t>
      </w:r>
      <w:r w:rsidR="00B47B11" w:rsidRPr="006F699D">
        <w:t>"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for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operator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use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for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UEs</w:t>
      </w:r>
      <w:r w:rsidR="00646BEC">
        <w:rPr>
          <w:lang w:eastAsia="en-GB"/>
        </w:rPr>
        <w:t xml:space="preserve"> </w:t>
      </w:r>
      <w:r w:rsidR="00B47B11" w:rsidRPr="006F699D">
        <w:t>supporting</w:t>
      </w:r>
      <w:r w:rsidR="00646BEC">
        <w:t xml:space="preserve"> </w:t>
      </w:r>
      <w:r w:rsidR="00B47B11" w:rsidRPr="006F699D">
        <w:rPr>
          <w:i/>
        </w:rPr>
        <w:t>crs-IntfMitig</w:t>
      </w:r>
      <w:r w:rsidR="00646BEC">
        <w:t xml:space="preserve"> </w:t>
      </w:r>
      <w:r w:rsidR="00B47B11" w:rsidRPr="006F699D">
        <w:rPr>
          <w:lang w:eastAsia="en-GB"/>
        </w:rPr>
        <w:t>while</w:t>
      </w:r>
      <w:r w:rsidR="00646BEC">
        <w:rPr>
          <w:lang w:eastAsia="en-GB"/>
        </w:rPr>
        <w:t xml:space="preserve"> </w:t>
      </w:r>
      <w:r w:rsidR="00B47B11" w:rsidRPr="006F699D">
        <w:rPr>
          <w:i/>
        </w:rPr>
        <w:t>crs-IntfMitigEnabled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included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SIB1.</w:t>
      </w:r>
      <w:r w:rsidR="00646BEC">
        <w:rPr>
          <w:lang w:eastAsia="en-GB"/>
        </w:rPr>
        <w:t xml:space="preserve"> </w:t>
      </w:r>
      <w:r w:rsidR="00B47B11" w:rsidRPr="006F699D">
        <w:br/>
      </w:r>
      <w:r w:rsidR="00B47B11" w:rsidRPr="006F699D">
        <w:rPr>
          <w:lang w:eastAsia="en-GB"/>
        </w:rPr>
        <w:t>For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BL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UEs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UEs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CE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capable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of</w:t>
      </w:r>
      <w:r w:rsidR="00646BEC">
        <w:rPr>
          <w:lang w:eastAsia="en-GB"/>
        </w:rPr>
        <w:t xml:space="preserve"> </w:t>
      </w:r>
      <w:r w:rsidR="00B47B11" w:rsidRPr="006F699D">
        <w:rPr>
          <w:i/>
          <w:lang w:eastAsia="en-GB"/>
        </w:rPr>
        <w:t>ce-CRS-IntfMitig</w:t>
      </w:r>
      <w:r w:rsidR="00B47B11" w:rsidRPr="006F699D">
        <w:t>,</w:t>
      </w:r>
      <w:r w:rsidR="00646BEC">
        <w:t xml:space="preserve"> </w:t>
      </w:r>
      <w:r w:rsidR="00B47B11" w:rsidRPr="006F699D">
        <w:rPr>
          <w:i/>
          <w:lang w:eastAsia="en-GB"/>
        </w:rPr>
        <w:t>reserved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means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the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cell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B47B11" w:rsidRPr="006F699D">
        <w:t>"</w:t>
      </w:r>
      <w:r w:rsidR="00B47B11" w:rsidRPr="006F699D">
        <w:rPr>
          <w:lang w:eastAsia="en-GB"/>
        </w:rPr>
        <w:t>reserved</w:t>
      </w:r>
      <w:r w:rsidR="00B47B11" w:rsidRPr="006F699D">
        <w:t>"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for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operator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use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while</w:t>
      </w:r>
      <w:r w:rsidR="00646BEC">
        <w:rPr>
          <w:lang w:eastAsia="en-GB"/>
        </w:rPr>
        <w:t xml:space="preserve"> </w:t>
      </w:r>
      <w:r w:rsidR="00B47B11" w:rsidRPr="006F699D">
        <w:rPr>
          <w:i/>
          <w:lang w:eastAsia="en-GB"/>
        </w:rPr>
        <w:t>crs-IntfMitigNumPRBs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is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included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in</w:t>
      </w:r>
      <w:r w:rsidR="00646BEC">
        <w:rPr>
          <w:lang w:eastAsia="en-GB"/>
        </w:rPr>
        <w:t xml:space="preserve"> </w:t>
      </w:r>
      <w:r w:rsidR="00B47B11" w:rsidRPr="006F699D">
        <w:rPr>
          <w:lang w:eastAsia="en-GB"/>
        </w:rPr>
        <w:t>SIB1-BR.</w:t>
      </w:r>
      <w:r w:rsidR="00B47B11" w:rsidRPr="006F699D">
        <w:br/>
      </w:r>
      <w:r w:rsidRPr="006F699D"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ignored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does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rPr>
          <w:noProof/>
        </w:rPr>
        <w:t>CRS</w:t>
      </w:r>
      <w:r w:rsidR="00646BEC">
        <w:rPr>
          <w:noProof/>
        </w:rPr>
        <w:t xml:space="preserve"> </w:t>
      </w:r>
      <w:r w:rsidRPr="006F699D">
        <w:rPr>
          <w:noProof/>
        </w:rPr>
        <w:t>interference</w:t>
      </w:r>
      <w:r w:rsidR="00646BEC">
        <w:rPr>
          <w:noProof/>
        </w:rPr>
        <w:t xml:space="preserve"> </w:t>
      </w:r>
      <w:r w:rsidRPr="006F699D">
        <w:rPr>
          <w:noProof/>
        </w:rPr>
        <w:t>mitigation</w:t>
      </w:r>
      <w:r w:rsidR="00646BEC">
        <w:t xml:space="preserve"> </w:t>
      </w:r>
      <w:r w:rsidR="00B47B11" w:rsidRPr="006F699D">
        <w:t>or</w:t>
      </w:r>
      <w:r w:rsidR="00646BEC">
        <w:t xml:space="preserve"> </w:t>
      </w:r>
      <w:r w:rsidR="00B47B11" w:rsidRPr="006F699D">
        <w:t>while</w:t>
      </w:r>
      <w:r w:rsidR="00646BEC">
        <w:t xml:space="preserve"> </w:t>
      </w:r>
      <w:r w:rsidR="00B47B11" w:rsidRPr="006F699D">
        <w:rPr>
          <w:i/>
          <w:iCs/>
        </w:rPr>
        <w:t>crs-IntfMitigConfig</w:t>
      </w:r>
      <w:r w:rsidR="00646BEC">
        <w:t xml:space="preserve"> </w:t>
      </w:r>
      <w:r w:rsidR="00B47B11" w:rsidRPr="006F699D">
        <w:t>is</w:t>
      </w:r>
      <w:r w:rsidR="00646BEC">
        <w:t xml:space="preserve"> </w:t>
      </w:r>
      <w:r w:rsidR="00B47B11" w:rsidRPr="006F699D">
        <w:t>not</w:t>
      </w:r>
      <w:r w:rsidR="00646BEC">
        <w:t xml:space="preserve"> </w:t>
      </w:r>
      <w:r w:rsidR="00B47B11" w:rsidRPr="006F699D">
        <w:t>included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SIB1</w:t>
      </w:r>
      <w:r w:rsidR="00646BEC">
        <w:t xml:space="preserve"> </w:t>
      </w:r>
      <w:r w:rsidR="00B47B11" w:rsidRPr="006F699D">
        <w:t>(SIB1-BR</w:t>
      </w:r>
      <w:r w:rsidR="00646BEC">
        <w:t xml:space="preserve"> </w:t>
      </w:r>
      <w:r w:rsidR="00B47B11" w:rsidRPr="006F699D">
        <w:t>for</w:t>
      </w:r>
      <w:r w:rsidR="00646BEC">
        <w:t xml:space="preserve"> </w:t>
      </w:r>
      <w:r w:rsidR="00B47B11" w:rsidRPr="006F699D">
        <w:t>BL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or</w:t>
      </w:r>
      <w:r w:rsidR="00646BEC">
        <w:t xml:space="preserve"> </w:t>
      </w:r>
      <w:r w:rsidR="00B47B11" w:rsidRPr="006F699D">
        <w:t>UEs</w:t>
      </w:r>
      <w:r w:rsidR="00646BEC">
        <w:t xml:space="preserve"> </w:t>
      </w:r>
      <w:r w:rsidR="00B47B11" w:rsidRPr="006F699D">
        <w:t>in</w:t>
      </w:r>
      <w:r w:rsidR="00646BEC">
        <w:t xml:space="preserve"> </w:t>
      </w:r>
      <w:r w:rsidR="00B47B11" w:rsidRPr="006F699D">
        <w:t>CE)</w:t>
      </w:r>
      <w:r w:rsidRPr="006F699D">
        <w:t>.</w:t>
      </w:r>
      <w:r w:rsidRPr="006F699D">
        <w:br/>
        <w:t>In</w:t>
      </w:r>
      <w:r w:rsidR="00646BEC">
        <w:t xml:space="preserve"> </w:t>
      </w:r>
      <w:r w:rsidRPr="006F699D">
        <w:t>case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multiple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SIB1</w:t>
      </w:r>
      <w:r w:rsidR="00B47B11" w:rsidRPr="006F699D">
        <w:t>/SIB1-BR</w:t>
      </w:r>
      <w:r w:rsidRPr="006F699D">
        <w:t>,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field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per</w:t>
      </w:r>
      <w:r w:rsidR="00646BEC">
        <w:t xml:space="preserve"> </w:t>
      </w:r>
      <w:r w:rsidRPr="006F699D">
        <w:t>PLMN.</w:t>
      </w:r>
    </w:p>
    <w:p w14:paraId="5F12D65A" w14:textId="2F14F385" w:rsidR="00AF106F" w:rsidRPr="006F699D" w:rsidRDefault="00AF106F" w:rsidP="00AF106F"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description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handling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barred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reserved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per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supports</w:t>
      </w:r>
      <w:r w:rsidR="00646BEC">
        <w:t xml:space="preserve"> </w:t>
      </w:r>
      <w:r w:rsidRPr="006F699D">
        <w:t>more</w:t>
      </w:r>
      <w:r w:rsidR="00646BEC">
        <w:t xml:space="preserve"> </w:t>
      </w:r>
      <w:r w:rsidRPr="006F699D">
        <w:t>than</w:t>
      </w:r>
      <w:r w:rsidR="00646BEC">
        <w:t xml:space="preserve"> </w:t>
      </w:r>
      <w:r w:rsidRPr="006F699D">
        <w:t>one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exclude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candidate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selection/reselection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excluded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both</w:t>
      </w:r>
      <w:r w:rsidR="00646BEC">
        <w:t xml:space="preserve"> </w:t>
      </w:r>
      <w:r w:rsidRPr="006F699D">
        <w:t>CN</w:t>
      </w:r>
      <w:r w:rsidR="00646BEC">
        <w:t xml:space="preserve"> </w:t>
      </w:r>
      <w:r w:rsidRPr="006F699D">
        <w:t>types.</w:t>
      </w:r>
    </w:p>
    <w:p w14:paraId="70B62ADC" w14:textId="1488EDF6" w:rsidR="00B47B11" w:rsidRPr="006F699D" w:rsidRDefault="00B47B11" w:rsidP="00B47B11">
      <w:pPr>
        <w:pStyle w:val="NO"/>
      </w:pPr>
      <w:r w:rsidRPr="006F699D">
        <w:t>NOTE</w:t>
      </w:r>
      <w:r w:rsidR="00646BEC">
        <w:t xml:space="preserve"> </w:t>
      </w:r>
      <w:r w:rsidR="0077708A" w:rsidRPr="006F699D">
        <w:t>1</w:t>
      </w:r>
      <w:r w:rsidRPr="006F699D">
        <w:t>:</w:t>
      </w:r>
      <w:r w:rsidRPr="006F699D">
        <w:tab/>
        <w:t>Fields</w:t>
      </w:r>
      <w:r w:rsidR="00646BEC">
        <w:t xml:space="preserve"> </w:t>
      </w:r>
      <w:r w:rsidRPr="006F699D">
        <w:rPr>
          <w:i/>
          <w:lang w:eastAsia="ja-JP"/>
        </w:rPr>
        <w:t>cellBarred-CRS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bCs/>
          <w:i/>
          <w:noProof/>
        </w:rPr>
        <w:t>cellReservedForOperatorUse-CRS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rPr>
          <w:i/>
          <w:noProof/>
        </w:rPr>
        <w:t>SystemInformationBlockType1-NB</w:t>
      </w:r>
    </w:p>
    <w:p w14:paraId="179736E8" w14:textId="5852ABED" w:rsidR="00776220" w:rsidRPr="006F699D" w:rsidRDefault="00776220" w:rsidP="00377BCE">
      <w:r w:rsidRPr="006F699D">
        <w:t>When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status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barred"</w:t>
      </w:r>
      <w:r w:rsidR="00646BEC">
        <w:t xml:space="preserve"> </w:t>
      </w:r>
      <w:r w:rsidR="003635ED" w:rsidRPr="006F699D">
        <w:t>and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reserved"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operator</w:t>
      </w:r>
      <w:r w:rsidR="00646BEC">
        <w:t xml:space="preserve"> </w:t>
      </w:r>
      <w:r w:rsidRPr="006F699D">
        <w:t>use,</w:t>
      </w:r>
    </w:p>
    <w:p w14:paraId="1F2214DC" w14:textId="273F237B" w:rsidR="00776220" w:rsidRPr="006F699D" w:rsidRDefault="00776220" w:rsidP="00377BCE">
      <w:pPr>
        <w:pStyle w:val="B1"/>
      </w:pPr>
      <w:r w:rsidRPr="006F699D">
        <w:t>-</w:t>
      </w:r>
      <w:r w:rsidRPr="006F699D">
        <w:tab/>
      </w:r>
      <w:r w:rsidRPr="006F699D">
        <w:rPr>
          <w:lang w:eastAsia="ja-JP"/>
        </w:rPr>
        <w:t>All</w:t>
      </w:r>
      <w:r w:rsidR="00646BEC">
        <w:rPr>
          <w:lang w:eastAsia="ja-JP"/>
        </w:rPr>
        <w:t xml:space="preserve"> </w:t>
      </w:r>
      <w:r w:rsidRPr="006F699D">
        <w:t>UE</w:t>
      </w:r>
      <w:r w:rsidRPr="006F699D">
        <w:rPr>
          <w:lang w:eastAsia="ja-JP"/>
        </w:rPr>
        <w:t>s</w:t>
      </w:r>
      <w:r w:rsidR="00646BEC">
        <w:t xml:space="preserve"> </w:t>
      </w:r>
      <w:r w:rsidRPr="006F699D">
        <w:rPr>
          <w:lang w:eastAsia="ja-JP"/>
        </w:rPr>
        <w:t>shall</w:t>
      </w:r>
      <w:r w:rsidR="00646BEC">
        <w:t xml:space="preserve"> </w:t>
      </w:r>
      <w:r w:rsidRPr="006F699D">
        <w:rPr>
          <w:lang w:eastAsia="ja-JP"/>
        </w:rPr>
        <w:t>treat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candidate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procedures.</w:t>
      </w:r>
    </w:p>
    <w:p w14:paraId="798706B2" w14:textId="4B524383" w:rsidR="00A407BD" w:rsidRPr="006F699D" w:rsidRDefault="00776220" w:rsidP="00377BCE">
      <w:r w:rsidRPr="006F699D">
        <w:t>When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status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"not</w:t>
      </w:r>
      <w:r w:rsidR="00646BEC">
        <w:t xml:space="preserve"> </w:t>
      </w:r>
      <w:r w:rsidRPr="006F699D">
        <w:t>barred"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"reserved"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operator</w:t>
      </w:r>
      <w:r w:rsidR="00646BEC">
        <w:t xml:space="preserve"> </w:t>
      </w:r>
      <w:r w:rsidRPr="006F699D">
        <w:t>use</w:t>
      </w:r>
      <w:r w:rsidR="00646BEC">
        <w:t xml:space="preserve"> </w:t>
      </w:r>
      <w:r w:rsidR="00A407BD" w:rsidRPr="006F699D">
        <w:t>for</w:t>
      </w:r>
      <w:r w:rsidR="00646BEC">
        <w:t xml:space="preserve"> </w:t>
      </w:r>
      <w:r w:rsidR="00A407BD" w:rsidRPr="006F699D">
        <w:t>any</w:t>
      </w:r>
      <w:r w:rsidR="00646BEC">
        <w:t xml:space="preserve"> </w:t>
      </w:r>
      <w:r w:rsidR="00A407BD" w:rsidRPr="006F699D">
        <w:t>PLMN,</w:t>
      </w:r>
    </w:p>
    <w:p w14:paraId="4C18E581" w14:textId="149E8C7C" w:rsidR="00A407BD" w:rsidRPr="006F699D" w:rsidRDefault="00A407BD" w:rsidP="00377BCE">
      <w:pPr>
        <w:pStyle w:val="B1"/>
        <w:rPr>
          <w:bCs/>
          <w:iCs/>
          <w:noProof/>
        </w:rPr>
      </w:pPr>
      <w:r w:rsidRPr="006F699D">
        <w:t>-</w:t>
      </w:r>
      <w:r w:rsidRPr="006F699D">
        <w:tab/>
        <w:t>UEs</w:t>
      </w:r>
      <w:r w:rsidR="00646BEC">
        <w:t xml:space="preserve"> </w:t>
      </w:r>
      <w:r w:rsidRPr="006F699D">
        <w:t>assigned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Class</w:t>
      </w:r>
      <w:r w:rsidR="00646BEC">
        <w:t xml:space="preserve"> </w:t>
      </w:r>
      <w:r w:rsidRPr="006F699D">
        <w:t>11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15</w:t>
      </w:r>
      <w:r w:rsidR="00646BEC">
        <w:t xml:space="preserve"> </w:t>
      </w:r>
      <w:r w:rsidR="0077708A" w:rsidRPr="006F699D">
        <w:t>(or</w:t>
      </w:r>
      <w:r w:rsidR="00646BEC">
        <w:t xml:space="preserve"> </w:t>
      </w:r>
      <w:r w:rsidR="0077708A" w:rsidRPr="006F699D">
        <w:t>corresponding</w:t>
      </w:r>
      <w:r w:rsidR="00646BEC">
        <w:t xml:space="preserve"> </w:t>
      </w:r>
      <w:r w:rsidR="0077708A" w:rsidRPr="006F699D">
        <w:t>Access</w:t>
      </w:r>
      <w:r w:rsidR="00646BEC">
        <w:t xml:space="preserve"> </w:t>
      </w:r>
      <w:r w:rsidR="0077708A" w:rsidRPr="006F699D">
        <w:t>Identity)</w:t>
      </w:r>
      <w:r w:rsidR="00646BEC">
        <w:t xml:space="preserve"> </w:t>
      </w:r>
      <w:r w:rsidRPr="006F699D">
        <w:t>operating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their</w:t>
      </w:r>
      <w:r w:rsidR="00646BEC">
        <w:t xml:space="preserve"> </w:t>
      </w:r>
      <w:r w:rsidRPr="006F699D">
        <w:t>HPLMN/EHPLMN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treat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candidate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procedures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DD1E96" w:rsidRPr="006F699D">
        <w:t>field</w:t>
      </w:r>
      <w:r w:rsidR="00646BEC">
        <w:t xml:space="preserve"> </w:t>
      </w:r>
      <w:r w:rsidRPr="006F699D">
        <w:rPr>
          <w:bCs/>
          <w:i/>
          <w:noProof/>
        </w:rPr>
        <w:t>cellReservedForOperatorUse</w:t>
      </w:r>
      <w:r w:rsidR="00646BEC">
        <w:rPr>
          <w:bCs/>
          <w:i/>
          <w:noProof/>
        </w:rPr>
        <w:t xml:space="preserve"> </w:t>
      </w:r>
      <w:r w:rsidR="00A517D5" w:rsidRPr="006F699D">
        <w:rPr>
          <w:bCs/>
          <w:iCs/>
          <w:noProof/>
        </w:rPr>
        <w:t>for</w:t>
      </w:r>
      <w:r w:rsidR="00646BEC">
        <w:rPr>
          <w:bCs/>
          <w:iCs/>
          <w:noProof/>
        </w:rPr>
        <w:t xml:space="preserve"> </w:t>
      </w:r>
      <w:r w:rsidR="00A517D5" w:rsidRPr="006F699D">
        <w:rPr>
          <w:bCs/>
          <w:iCs/>
          <w:noProof/>
        </w:rPr>
        <w:t>that</w:t>
      </w:r>
      <w:r w:rsidR="00646BEC">
        <w:rPr>
          <w:bCs/>
          <w:iCs/>
          <w:noProof/>
        </w:rPr>
        <w:t xml:space="preserve"> </w:t>
      </w:r>
      <w:r w:rsidR="00A517D5" w:rsidRPr="006F699D">
        <w:rPr>
          <w:bCs/>
          <w:iCs/>
          <w:noProof/>
        </w:rPr>
        <w:t>PLMN</w:t>
      </w:r>
      <w:r w:rsidR="00646BEC">
        <w:rPr>
          <w:bCs/>
          <w:iCs/>
          <w:noProof/>
        </w:rPr>
        <w:t xml:space="preserve"> </w:t>
      </w:r>
      <w:r w:rsidR="00A517D5" w:rsidRPr="006F699D">
        <w:rPr>
          <w:bCs/>
          <w:iCs/>
          <w:noProof/>
        </w:rPr>
        <w:t>set</w:t>
      </w:r>
      <w:r w:rsidR="00646BEC">
        <w:rPr>
          <w:bCs/>
          <w:iCs/>
          <w:noProof/>
        </w:rPr>
        <w:t xml:space="preserve"> </w:t>
      </w:r>
      <w:r w:rsidR="00A517D5" w:rsidRPr="006F699D">
        <w:rPr>
          <w:bCs/>
          <w:iCs/>
          <w:noProof/>
        </w:rPr>
        <w:t>to</w:t>
      </w:r>
      <w:r w:rsidR="00646BEC">
        <w:rPr>
          <w:bCs/>
          <w:iCs/>
          <w:noProof/>
        </w:rPr>
        <w:t xml:space="preserve"> </w:t>
      </w:r>
      <w:r w:rsidR="00A517D5" w:rsidRPr="006F699D">
        <w:rPr>
          <w:bCs/>
          <w:iCs/>
          <w:noProof/>
        </w:rPr>
        <w:t>"reserved"</w:t>
      </w:r>
      <w:r w:rsidRPr="006F699D">
        <w:rPr>
          <w:bCs/>
          <w:iCs/>
          <w:noProof/>
        </w:rPr>
        <w:t>.</w:t>
      </w:r>
    </w:p>
    <w:p w14:paraId="72297607" w14:textId="5E1375FF" w:rsidR="00A407BD" w:rsidRPr="006F699D" w:rsidRDefault="00A407BD" w:rsidP="00377BCE">
      <w:pPr>
        <w:pStyle w:val="B1"/>
      </w:pPr>
      <w:r w:rsidRPr="006F699D">
        <w:rPr>
          <w:bCs/>
          <w:iCs/>
          <w:noProof/>
        </w:rPr>
        <w:t>-</w:t>
      </w:r>
      <w:r w:rsidRPr="006F699D">
        <w:rPr>
          <w:bCs/>
          <w:iCs/>
          <w:noProof/>
        </w:rPr>
        <w:tab/>
        <w:t>UEs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assigned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to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an</w:t>
      </w:r>
      <w:r w:rsidR="00646BEC">
        <w:rPr>
          <w:bCs/>
          <w:iCs/>
          <w:noProof/>
        </w:rPr>
        <w:t xml:space="preserve"> </w:t>
      </w:r>
      <w:r w:rsidRPr="006F699D">
        <w:t>Access</w:t>
      </w:r>
      <w:r w:rsidR="00646BEC">
        <w:t xml:space="preserve"> </w:t>
      </w:r>
      <w:r w:rsidRPr="006F699D">
        <w:t>Class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in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the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range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of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0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to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9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(or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corresponding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Access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Identity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0)</w:t>
      </w:r>
      <w:r w:rsidRPr="006F699D">
        <w:rPr>
          <w:bCs/>
          <w:iCs/>
          <w:noProof/>
        </w:rPr>
        <w:t>,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12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to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14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(or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corresponding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Access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Identity)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or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to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Access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Identity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1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or</w:t>
      </w:r>
      <w:r w:rsidR="00646BEC">
        <w:rPr>
          <w:bCs/>
          <w:iCs/>
          <w:noProof/>
        </w:rPr>
        <w:t xml:space="preserve"> </w:t>
      </w:r>
      <w:r w:rsidR="0077708A" w:rsidRPr="006F699D">
        <w:rPr>
          <w:bCs/>
          <w:iCs/>
          <w:noProof/>
        </w:rPr>
        <w:t>2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shall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behave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as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if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the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cell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status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is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"</w:t>
      </w:r>
      <w:r w:rsidRPr="006F699D">
        <w:rPr>
          <w:bCs/>
          <w:iCs/>
          <w:noProof/>
        </w:rPr>
        <w:t>barred</w:t>
      </w:r>
      <w:r w:rsidR="005F7BB6" w:rsidRPr="006F699D">
        <w:rPr>
          <w:bCs/>
          <w:iCs/>
          <w:noProof/>
        </w:rPr>
        <w:t>"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in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case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the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cell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is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"</w:t>
      </w:r>
      <w:r w:rsidRPr="006F699D">
        <w:rPr>
          <w:bCs/>
          <w:iCs/>
          <w:noProof/>
        </w:rPr>
        <w:t>reserved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for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operator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use</w:t>
      </w:r>
      <w:r w:rsidR="005F7BB6" w:rsidRPr="006F699D">
        <w:rPr>
          <w:bCs/>
          <w:iCs/>
          <w:noProof/>
        </w:rPr>
        <w:t>"</w:t>
      </w:r>
      <w:r w:rsidR="00646BEC">
        <w:rPr>
          <w:bCs/>
          <w:iCs/>
          <w:noProof/>
        </w:rPr>
        <w:t xml:space="preserve"> </w:t>
      </w:r>
      <w:r w:rsidRPr="006F699D">
        <w:rPr>
          <w:bCs/>
          <w:iCs/>
          <w:noProof/>
        </w:rPr>
        <w:t>for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the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registered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PLMN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or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the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selected</w:t>
      </w:r>
      <w:r w:rsidR="00646BEC">
        <w:rPr>
          <w:bCs/>
          <w:iCs/>
          <w:noProof/>
        </w:rPr>
        <w:t xml:space="preserve"> </w:t>
      </w:r>
      <w:r w:rsidR="005F7BB6" w:rsidRPr="006F699D">
        <w:rPr>
          <w:bCs/>
          <w:iCs/>
          <w:noProof/>
        </w:rPr>
        <w:t>PLMN</w:t>
      </w:r>
      <w:r w:rsidRPr="006F699D">
        <w:rPr>
          <w:bCs/>
          <w:iCs/>
          <w:noProof/>
        </w:rPr>
        <w:t>.</w:t>
      </w:r>
    </w:p>
    <w:p w14:paraId="3BA1E786" w14:textId="25475E01" w:rsidR="00776220" w:rsidRPr="006F699D" w:rsidRDefault="002F30E7" w:rsidP="00377BCE">
      <w:pPr>
        <w:pStyle w:val="NO"/>
      </w:pPr>
      <w:r w:rsidRPr="006F699D">
        <w:t>NOTE</w:t>
      </w:r>
      <w:r w:rsidR="00646BEC">
        <w:t xml:space="preserve"> </w:t>
      </w:r>
      <w:r w:rsidR="0077708A" w:rsidRPr="006F699D">
        <w:t>2</w:t>
      </w:r>
      <w:r w:rsidR="00A407BD" w:rsidRPr="006F699D">
        <w:t>:</w:t>
      </w:r>
      <w:r w:rsidR="00A407BD" w:rsidRPr="006F699D">
        <w:tab/>
        <w:t>ACs</w:t>
      </w:r>
      <w:r w:rsidR="00646BEC">
        <w:t xml:space="preserve"> </w:t>
      </w:r>
      <w:r w:rsidR="00A407BD" w:rsidRPr="006F699D">
        <w:t>11,</w:t>
      </w:r>
      <w:r w:rsidR="00646BEC">
        <w:t xml:space="preserve"> </w:t>
      </w:r>
      <w:r w:rsidR="00A407BD" w:rsidRPr="006F699D">
        <w:t>15</w:t>
      </w:r>
      <w:r w:rsidR="00646BEC">
        <w:t xml:space="preserve"> </w:t>
      </w:r>
      <w:r w:rsidR="0077708A" w:rsidRPr="006F699D">
        <w:t>(or</w:t>
      </w:r>
      <w:r w:rsidR="00646BEC">
        <w:t xml:space="preserve"> </w:t>
      </w:r>
      <w:r w:rsidR="0077708A" w:rsidRPr="006F699D">
        <w:t>corresponding</w:t>
      </w:r>
      <w:r w:rsidR="00646BEC">
        <w:t xml:space="preserve"> </w:t>
      </w:r>
      <w:r w:rsidR="0077708A" w:rsidRPr="006F699D">
        <w:t>Access</w:t>
      </w:r>
      <w:r w:rsidR="00646BEC">
        <w:t xml:space="preserve"> </w:t>
      </w:r>
      <w:r w:rsidR="0077708A" w:rsidRPr="006F699D">
        <w:t>Identity)</w:t>
      </w:r>
      <w:r w:rsidR="00646BEC">
        <w:t xml:space="preserve"> </w:t>
      </w:r>
      <w:r w:rsidR="00A407BD" w:rsidRPr="006F699D">
        <w:t>are</w:t>
      </w:r>
      <w:r w:rsidR="00646BEC">
        <w:t xml:space="preserve"> </w:t>
      </w:r>
      <w:r w:rsidR="00A407BD" w:rsidRPr="006F699D">
        <w:t>only</w:t>
      </w:r>
      <w:r w:rsidR="00646BEC">
        <w:t xml:space="preserve"> </w:t>
      </w:r>
      <w:r w:rsidR="00A407BD" w:rsidRPr="006F699D">
        <w:t>valid</w:t>
      </w:r>
      <w:r w:rsidR="00646BEC">
        <w:t xml:space="preserve"> </w:t>
      </w:r>
      <w:r w:rsidR="00A407BD" w:rsidRPr="006F699D">
        <w:t>for</w:t>
      </w:r>
      <w:r w:rsidR="00646BEC">
        <w:t xml:space="preserve"> </w:t>
      </w:r>
      <w:r w:rsidR="00A407BD" w:rsidRPr="006F699D">
        <w:t>use</w:t>
      </w:r>
      <w:r w:rsidR="00646BEC">
        <w:t xml:space="preserve"> </w:t>
      </w:r>
      <w:r w:rsidR="00A407BD" w:rsidRPr="006F699D">
        <w:t>in</w:t>
      </w:r>
      <w:r w:rsidR="00646BEC">
        <w:t xml:space="preserve"> </w:t>
      </w:r>
      <w:r w:rsidR="00A407BD" w:rsidRPr="006F699D">
        <w:t>the</w:t>
      </w:r>
      <w:r w:rsidR="00646BEC">
        <w:t xml:space="preserve"> </w:t>
      </w:r>
      <w:r w:rsidR="00A407BD" w:rsidRPr="006F699D">
        <w:t>HPLMN/</w:t>
      </w:r>
      <w:r w:rsidR="00646BEC">
        <w:t xml:space="preserve"> </w:t>
      </w:r>
      <w:r w:rsidR="00A407BD" w:rsidRPr="006F699D">
        <w:t>EHPLMN;</w:t>
      </w:r>
      <w:r w:rsidR="00646BEC">
        <w:t xml:space="preserve"> </w:t>
      </w:r>
      <w:r w:rsidR="00A407BD" w:rsidRPr="006F699D">
        <w:t>ACs</w:t>
      </w:r>
      <w:r w:rsidR="00646BEC">
        <w:t xml:space="preserve"> </w:t>
      </w:r>
      <w:r w:rsidR="00A407BD" w:rsidRPr="006F699D">
        <w:t>12,</w:t>
      </w:r>
      <w:r w:rsidR="00646BEC">
        <w:t xml:space="preserve"> </w:t>
      </w:r>
      <w:r w:rsidR="00A407BD" w:rsidRPr="006F699D">
        <w:t>13,</w:t>
      </w:r>
      <w:r w:rsidR="00646BEC">
        <w:t xml:space="preserve"> </w:t>
      </w:r>
      <w:r w:rsidR="00A407BD" w:rsidRPr="006F699D">
        <w:t>14</w:t>
      </w:r>
      <w:r w:rsidR="00646BEC">
        <w:t xml:space="preserve"> </w:t>
      </w:r>
      <w:r w:rsidR="0077708A" w:rsidRPr="006F699D">
        <w:t>(or</w:t>
      </w:r>
      <w:r w:rsidR="00646BEC">
        <w:t xml:space="preserve"> </w:t>
      </w:r>
      <w:r w:rsidR="0077708A" w:rsidRPr="006F699D">
        <w:t>corresponding</w:t>
      </w:r>
      <w:r w:rsidR="00646BEC">
        <w:t xml:space="preserve"> </w:t>
      </w:r>
      <w:r w:rsidR="0077708A" w:rsidRPr="006F699D">
        <w:t>Access</w:t>
      </w:r>
      <w:r w:rsidR="00646BEC">
        <w:t xml:space="preserve"> </w:t>
      </w:r>
      <w:r w:rsidR="0077708A" w:rsidRPr="006F699D">
        <w:t>Identity)</w:t>
      </w:r>
      <w:r w:rsidR="00646BEC">
        <w:t xml:space="preserve"> </w:t>
      </w:r>
      <w:r w:rsidR="00A407BD" w:rsidRPr="006F699D">
        <w:t>are</w:t>
      </w:r>
      <w:r w:rsidR="00646BEC">
        <w:t xml:space="preserve"> </w:t>
      </w:r>
      <w:r w:rsidR="00A407BD" w:rsidRPr="006F699D">
        <w:t>only</w:t>
      </w:r>
      <w:r w:rsidR="00646BEC">
        <w:t xml:space="preserve"> </w:t>
      </w:r>
      <w:r w:rsidR="00A407BD" w:rsidRPr="006F699D">
        <w:t>valid</w:t>
      </w:r>
      <w:r w:rsidR="00646BEC">
        <w:t xml:space="preserve"> </w:t>
      </w:r>
      <w:r w:rsidR="00A407BD" w:rsidRPr="006F699D">
        <w:t>for</w:t>
      </w:r>
      <w:r w:rsidR="00646BEC">
        <w:t xml:space="preserve"> </w:t>
      </w:r>
      <w:r w:rsidR="00A407BD" w:rsidRPr="006F699D">
        <w:t>use</w:t>
      </w:r>
      <w:r w:rsidR="00646BEC">
        <w:t xml:space="preserve"> </w:t>
      </w:r>
      <w:r w:rsidR="00A407BD" w:rsidRPr="006F699D">
        <w:t>in</w:t>
      </w:r>
      <w:r w:rsidR="00646BEC">
        <w:t xml:space="preserve"> </w:t>
      </w:r>
      <w:r w:rsidR="00A407BD" w:rsidRPr="006F699D">
        <w:t>the</w:t>
      </w:r>
      <w:r w:rsidR="00646BEC">
        <w:t xml:space="preserve"> </w:t>
      </w:r>
      <w:r w:rsidR="00A407BD" w:rsidRPr="006F699D">
        <w:t>home</w:t>
      </w:r>
      <w:r w:rsidR="00646BEC">
        <w:t xml:space="preserve"> </w:t>
      </w:r>
      <w:r w:rsidR="00A407BD" w:rsidRPr="006F699D">
        <w:t>country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22.011</w:t>
      </w:r>
      <w:r w:rsidR="00646BEC">
        <w:t xml:space="preserve"> </w:t>
      </w:r>
      <w:r w:rsidR="006F699D" w:rsidRPr="006F699D">
        <w:t>[</w:t>
      </w:r>
      <w:r w:rsidR="00057D27" w:rsidRPr="006F699D">
        <w:t>4]</w:t>
      </w:r>
      <w:r w:rsidR="005B341F" w:rsidRPr="006F699D">
        <w:t>.</w:t>
      </w:r>
    </w:p>
    <w:p w14:paraId="7128274C" w14:textId="1A66C0A9" w:rsidR="0077708A" w:rsidRPr="006F699D" w:rsidRDefault="0077708A" w:rsidP="0077708A">
      <w:pPr>
        <w:pStyle w:val="NO"/>
      </w:pPr>
      <w:r w:rsidRPr="006F699D">
        <w:t>NOTE</w:t>
      </w:r>
      <w:r w:rsidR="00646BEC">
        <w:t xml:space="preserve"> </w:t>
      </w:r>
      <w:r w:rsidRPr="006F699D">
        <w:t>3:</w:t>
      </w:r>
      <w:r w:rsidRPr="006F699D">
        <w:tab/>
        <w:t>Access</w:t>
      </w:r>
      <w:r w:rsidR="00646BEC">
        <w:t xml:space="preserve"> </w:t>
      </w:r>
      <w:r w:rsidRPr="006F699D">
        <w:t>Identities</w:t>
      </w:r>
      <w:r w:rsidR="00646BEC">
        <w:t xml:space="preserve"> </w:t>
      </w:r>
      <w:r w:rsidRPr="006F699D">
        <w:t>1,</w:t>
      </w:r>
      <w:r w:rsidR="00646BEC">
        <w:t xml:space="preserve"> </w:t>
      </w:r>
      <w:r w:rsidRPr="006F699D">
        <w:t>2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valid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PLMNs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22.261</w:t>
      </w:r>
      <w:r w:rsidR="00646BEC">
        <w:t xml:space="preserve"> </w:t>
      </w:r>
      <w:r w:rsidR="006F699D" w:rsidRPr="006F699D">
        <w:t>[</w:t>
      </w:r>
      <w:r w:rsidRPr="006F699D">
        <w:t>41].</w:t>
      </w:r>
    </w:p>
    <w:p w14:paraId="4D3BD89E" w14:textId="330C7B14" w:rsidR="00776220" w:rsidRPr="006F699D" w:rsidRDefault="00776220" w:rsidP="00377BCE">
      <w:r w:rsidRPr="006F699D">
        <w:t>When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status</w:t>
      </w:r>
      <w:r w:rsidR="00646BEC">
        <w:t xml:space="preserve"> </w:t>
      </w:r>
      <w:r w:rsidRPr="006F699D">
        <w:t>"barred"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="00E10DB6" w:rsidRPr="006F699D">
        <w:t>or</w:t>
      </w:r>
      <w:r w:rsidR="00646BEC">
        <w:t xml:space="preserve"> </w:t>
      </w:r>
      <w:r w:rsidR="00E10DB6" w:rsidRPr="006F699D">
        <w:t>to</w:t>
      </w:r>
      <w:r w:rsidR="00646BEC">
        <w:t xml:space="preserve"> </w:t>
      </w:r>
      <w:r w:rsidR="00E10DB6" w:rsidRPr="006F699D">
        <w:t>be</w:t>
      </w:r>
      <w:r w:rsidR="00646BEC">
        <w:t xml:space="preserve"> </w:t>
      </w:r>
      <w:r w:rsidR="00E10DB6" w:rsidRPr="006F699D">
        <w:t>treated</w:t>
      </w:r>
      <w:r w:rsidR="00646BEC">
        <w:t xml:space="preserve"> </w:t>
      </w:r>
      <w:r w:rsidR="00E10DB6" w:rsidRPr="006F699D">
        <w:t>as</w:t>
      </w:r>
      <w:r w:rsidR="00646BEC">
        <w:t xml:space="preserve"> </w:t>
      </w:r>
      <w:r w:rsidR="00E10DB6" w:rsidRPr="006F699D">
        <w:t>if</w:t>
      </w:r>
      <w:r w:rsidR="00646BEC">
        <w:t xml:space="preserve"> </w:t>
      </w:r>
      <w:r w:rsidR="00E10DB6" w:rsidRPr="006F699D">
        <w:t>the</w:t>
      </w:r>
      <w:r w:rsidR="00646BEC">
        <w:t xml:space="preserve"> </w:t>
      </w:r>
      <w:r w:rsidR="00E10DB6" w:rsidRPr="006F699D">
        <w:t>cell</w:t>
      </w:r>
      <w:r w:rsidR="00646BEC">
        <w:t xml:space="preserve"> </w:t>
      </w:r>
      <w:r w:rsidR="00E10DB6" w:rsidRPr="006F699D">
        <w:t>status</w:t>
      </w:r>
      <w:r w:rsidR="00646BEC">
        <w:t xml:space="preserve"> </w:t>
      </w:r>
      <w:r w:rsidR="00E10DB6" w:rsidRPr="006F699D">
        <w:t>is</w:t>
      </w:r>
      <w:r w:rsidR="00646BEC">
        <w:t xml:space="preserve"> </w:t>
      </w:r>
      <w:r w:rsidR="00E10DB6" w:rsidRPr="006F699D">
        <w:t>"barred"</w:t>
      </w:r>
      <w:r w:rsidRPr="006F699D">
        <w:t>,</w:t>
      </w:r>
    </w:p>
    <w:p w14:paraId="0BF2168B" w14:textId="551B1C7F" w:rsidR="00776220" w:rsidRPr="006F699D" w:rsidRDefault="00776220" w:rsidP="00377BCE">
      <w:pPr>
        <w:pStyle w:val="B1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permitted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select/reselect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cell,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even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calls.</w:t>
      </w:r>
    </w:p>
    <w:p w14:paraId="6157909C" w14:textId="7048097C" w:rsidR="00776220" w:rsidRPr="006F699D" w:rsidRDefault="00776220" w:rsidP="00377BCE">
      <w:pPr>
        <w:pStyle w:val="B1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="00AF106F" w:rsidRPr="006F699D">
        <w:t>consider</w:t>
      </w:r>
      <w:r w:rsidR="00646BEC">
        <w:t xml:space="preserve"> </w:t>
      </w:r>
      <w:r w:rsidR="00AF106F" w:rsidRPr="006F699D">
        <w:t>other</w:t>
      </w:r>
      <w:r w:rsidR="00646BEC">
        <w:t xml:space="preserve"> </w:t>
      </w:r>
      <w:r w:rsidR="00AF106F" w:rsidRPr="006F699D">
        <w:t>cells</w:t>
      </w:r>
      <w:r w:rsidR="00646BEC">
        <w:t xml:space="preserve"> </w:t>
      </w:r>
      <w:r w:rsidR="00AF106F" w:rsidRPr="006F699D">
        <w:t>for</w:t>
      </w:r>
      <w:r w:rsidR="00646BEC">
        <w:t xml:space="preserve"> </w:t>
      </w:r>
      <w:r w:rsidR="00AF106F" w:rsidRPr="006F699D">
        <w:t>cell</w:t>
      </w:r>
      <w:r w:rsidR="00646BEC">
        <w:t xml:space="preserve"> </w:t>
      </w:r>
      <w:r w:rsidR="00AF106F" w:rsidRPr="006F699D">
        <w:t>selection/reselection</w:t>
      </w:r>
      <w:r w:rsidR="00646BEC">
        <w:t xml:space="preserve"> </w:t>
      </w:r>
      <w:r w:rsidR="003F108D" w:rsidRPr="006F699D">
        <w:t>according</w:t>
      </w:r>
      <w:r w:rsidR="00646BEC">
        <w:t xml:space="preserve"> </w:t>
      </w:r>
      <w:r w:rsidR="003F108D" w:rsidRPr="006F699D">
        <w:t>to</w:t>
      </w:r>
      <w:r w:rsidR="00646BEC">
        <w:t xml:space="preserve"> </w:t>
      </w:r>
      <w:r w:rsidR="003F108D" w:rsidRPr="006F699D">
        <w:t>the</w:t>
      </w:r>
      <w:r w:rsidR="00646BEC">
        <w:t xml:space="preserve"> </w:t>
      </w:r>
      <w:r w:rsidR="003F108D" w:rsidRPr="006F699D">
        <w:t>following</w:t>
      </w:r>
      <w:r w:rsidR="00646BEC">
        <w:t xml:space="preserve"> </w:t>
      </w:r>
      <w:r w:rsidR="003F108D" w:rsidRPr="006F699D">
        <w:t>rule:</w:t>
      </w:r>
    </w:p>
    <w:p w14:paraId="7753A0C3" w14:textId="23E7D2B4" w:rsidR="006C0506" w:rsidRPr="006F699D" w:rsidRDefault="006C0506" w:rsidP="006C0506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treated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</w:t>
      </w:r>
      <w:r w:rsidR="00A517D5" w:rsidRPr="006F699D">
        <w:rPr>
          <w:lang w:eastAsia="ja-JP"/>
        </w:rPr>
        <w:t>ell</w:t>
      </w:r>
      <w:r w:rsidR="00646BEC">
        <w:rPr>
          <w:lang w:eastAsia="ja-JP"/>
        </w:rPr>
        <w:t xml:space="preserve"> </w:t>
      </w:r>
      <w:r w:rsidR="00A517D5" w:rsidRPr="006F699D">
        <w:rPr>
          <w:lang w:eastAsia="ja-JP"/>
        </w:rPr>
        <w:t>status</w:t>
      </w:r>
      <w:r w:rsidR="00646BEC">
        <w:rPr>
          <w:lang w:eastAsia="ja-JP"/>
        </w:rPr>
        <w:t xml:space="preserve"> </w:t>
      </w:r>
      <w:r w:rsidR="00A517D5"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="00A517D5" w:rsidRPr="006F699D">
        <w:rPr>
          <w:lang w:eastAsia="ja-JP"/>
        </w:rPr>
        <w:t>"barred"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being</w:t>
      </w:r>
      <w:r w:rsidR="00646BEC">
        <w:rPr>
          <w:lang w:eastAsia="ja-JP"/>
        </w:rPr>
        <w:t xml:space="preserve"> </w:t>
      </w:r>
      <w:r w:rsidRPr="006F699D">
        <w:t>unable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acquire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i/>
        </w:rPr>
        <w:t>MasterInformationBlock</w:t>
      </w:r>
      <w:r w:rsidR="00646BEC">
        <w:rPr>
          <w:i/>
        </w:rPr>
        <w:t xml:space="preserve"> </w:t>
      </w:r>
      <w:r w:rsidR="00D80C02" w:rsidRPr="006F699D">
        <w:rPr>
          <w:i/>
        </w:rPr>
        <w:t>(</w:t>
      </w:r>
      <w:r w:rsidR="00D80C02" w:rsidRPr="006F699D">
        <w:t>or</w:t>
      </w:r>
      <w:r w:rsidR="00646BEC">
        <w:t xml:space="preserve"> </w:t>
      </w:r>
      <w:r w:rsidR="00D80C02" w:rsidRPr="006F699D">
        <w:rPr>
          <w:i/>
        </w:rPr>
        <w:t>MasterInformationBlock-NB)</w:t>
      </w:r>
      <w:r w:rsidRPr="006F699D">
        <w:rPr>
          <w:i/>
        </w:rPr>
        <w:t>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i/>
        </w:rPr>
        <w:t>SystemInformationBlockType1</w:t>
      </w:r>
      <w:r w:rsidR="00646BEC">
        <w:rPr>
          <w:i/>
        </w:rPr>
        <w:t xml:space="preserve"> </w:t>
      </w:r>
      <w:r w:rsidR="00D80C02" w:rsidRPr="006F699D">
        <w:rPr>
          <w:i/>
        </w:rPr>
        <w:t>(</w:t>
      </w:r>
      <w:r w:rsidR="00D80C02" w:rsidRPr="006F699D">
        <w:t>or</w:t>
      </w:r>
      <w:r w:rsidR="00646BEC">
        <w:t xml:space="preserve"> </w:t>
      </w:r>
      <w:r w:rsidR="00E0132B" w:rsidRPr="006F699D">
        <w:rPr>
          <w:i/>
        </w:rPr>
        <w:lastRenderedPageBreak/>
        <w:t>SystemInformationBlockType1-BR</w:t>
      </w:r>
      <w:r w:rsidR="00646BEC">
        <w:t xml:space="preserve"> </w:t>
      </w:r>
      <w:r w:rsidR="00E0132B" w:rsidRPr="006F699D">
        <w:t>message</w:t>
      </w:r>
      <w:r w:rsidR="00646BEC">
        <w:t xml:space="preserve"> </w:t>
      </w:r>
      <w:r w:rsidR="00E0132B" w:rsidRPr="006F699D">
        <w:t>or</w:t>
      </w:r>
      <w:r w:rsidR="00646BEC">
        <w:t xml:space="preserve"> </w:t>
      </w:r>
      <w:r w:rsidR="00D80C02" w:rsidRPr="006F699D">
        <w:rPr>
          <w:i/>
        </w:rPr>
        <w:t>SystemInformationBlockType1-NB)</w:t>
      </w:r>
      <w:r w:rsidRPr="006F699D">
        <w:rPr>
          <w:i/>
        </w:rPr>
        <w:t>,</w:t>
      </w:r>
      <w:r w:rsidR="00646BEC">
        <w:rPr>
          <w:i/>
        </w:rPr>
        <w:t xml:space="preserve"> </w:t>
      </w:r>
      <w:r w:rsidRPr="006F699D">
        <w:t>or</w:t>
      </w:r>
      <w:r w:rsidR="00646BEC">
        <w:t xml:space="preserve"> </w:t>
      </w:r>
      <w:r w:rsidRPr="006F699D">
        <w:t>the</w:t>
      </w:r>
      <w:r w:rsidR="00646BEC">
        <w:rPr>
          <w:i/>
        </w:rPr>
        <w:t xml:space="preserve"> </w:t>
      </w:r>
      <w:r w:rsidRPr="006F699D">
        <w:rPr>
          <w:i/>
        </w:rPr>
        <w:t>SystemInformationBlockType2</w:t>
      </w:r>
      <w:r w:rsidR="00646BEC">
        <w:rPr>
          <w:i/>
        </w:rPr>
        <w:t xml:space="preserve"> </w:t>
      </w:r>
      <w:r w:rsidR="00D80C02" w:rsidRPr="006F699D">
        <w:rPr>
          <w:i/>
        </w:rPr>
        <w:t>(</w:t>
      </w:r>
      <w:r w:rsidR="00D80C02" w:rsidRPr="006F699D">
        <w:t>or</w:t>
      </w:r>
      <w:r w:rsidR="00646BEC">
        <w:t xml:space="preserve"> </w:t>
      </w:r>
      <w:r w:rsidR="00D80C02" w:rsidRPr="006F699D">
        <w:rPr>
          <w:i/>
        </w:rPr>
        <w:t>SystemInformationBlockType2-NB)</w:t>
      </w:r>
      <w:r w:rsidRPr="006F699D">
        <w:rPr>
          <w:lang w:eastAsia="ja-JP"/>
        </w:rPr>
        <w:t>:</w:t>
      </w:r>
    </w:p>
    <w:p w14:paraId="5E4B4EDA" w14:textId="7CEFB292" w:rsidR="006C0506" w:rsidRPr="006F699D" w:rsidRDefault="006C0506" w:rsidP="006C0506">
      <w:pPr>
        <w:pStyle w:val="B2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may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exclude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barred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candidate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selection/reselection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up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300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seconds.</w:t>
      </w:r>
    </w:p>
    <w:p w14:paraId="0A1CDE56" w14:textId="4B1F0D41" w:rsidR="006C0506" w:rsidRPr="006F699D" w:rsidRDefault="006C0506" w:rsidP="006C0506">
      <w:pPr>
        <w:pStyle w:val="B2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select</w:t>
      </w:r>
      <w:r w:rsidR="00646BEC">
        <w:t xml:space="preserve"> </w:t>
      </w:r>
      <w:r w:rsidRPr="006F699D">
        <w:t>another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fulfilled.</w:t>
      </w:r>
    </w:p>
    <w:p w14:paraId="108A3441" w14:textId="7B599770" w:rsidR="00AF2490" w:rsidRPr="006F699D" w:rsidRDefault="00AF2490" w:rsidP="006C0506">
      <w:pPr>
        <w:pStyle w:val="B2"/>
        <w:rPr>
          <w:lang w:eastAsia="x-none"/>
        </w:rPr>
      </w:pPr>
      <w:r w:rsidRPr="006F699D">
        <w:rPr>
          <w:lang w:eastAsia="x-none"/>
        </w:rPr>
        <w:t>-</w:t>
      </w:r>
      <w:r w:rsidRPr="006F699D">
        <w:rPr>
          <w:lang w:eastAsia="x-none"/>
        </w:rPr>
        <w:tab/>
        <w:t>the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UE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may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select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the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same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cell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in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normal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coverage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if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the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UE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was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barred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in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the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cell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due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to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being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unable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to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acquire</w:t>
      </w:r>
      <w:r w:rsidR="00646BEC">
        <w:rPr>
          <w:lang w:eastAsia="x-none"/>
        </w:rPr>
        <w:t xml:space="preserve"> </w:t>
      </w:r>
      <w:r w:rsidRPr="006F699D">
        <w:rPr>
          <w:i/>
          <w:lang w:eastAsia="x-none"/>
        </w:rPr>
        <w:t>MasterInformationBlock</w:t>
      </w:r>
      <w:r w:rsidRPr="006F699D">
        <w:rPr>
          <w:lang w:eastAsia="x-none"/>
        </w:rPr>
        <w:t>,</w:t>
      </w:r>
      <w:r w:rsidR="00646BEC">
        <w:rPr>
          <w:lang w:eastAsia="x-none"/>
        </w:rPr>
        <w:t xml:space="preserve"> </w:t>
      </w:r>
      <w:r w:rsidRPr="006F699D">
        <w:rPr>
          <w:i/>
          <w:lang w:eastAsia="x-none"/>
        </w:rPr>
        <w:t>SystemInformationBlockType1-BR</w:t>
      </w:r>
      <w:r w:rsidRPr="006F699D">
        <w:rPr>
          <w:lang w:eastAsia="x-none"/>
        </w:rPr>
        <w:t>,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or</w:t>
      </w:r>
      <w:r w:rsidR="00646BEC">
        <w:rPr>
          <w:lang w:eastAsia="x-none"/>
        </w:rPr>
        <w:t xml:space="preserve"> </w:t>
      </w:r>
      <w:r w:rsidRPr="006F699D">
        <w:rPr>
          <w:i/>
          <w:lang w:eastAsia="x-none"/>
        </w:rPr>
        <w:t>SystemInformationBlockType2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in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enhanced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coverage,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but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was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able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to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acquire</w:t>
      </w:r>
      <w:r w:rsidR="00646BEC">
        <w:rPr>
          <w:lang w:eastAsia="x-none"/>
        </w:rPr>
        <w:t xml:space="preserve"> </w:t>
      </w:r>
      <w:r w:rsidRPr="006F699D">
        <w:rPr>
          <w:i/>
          <w:lang w:eastAsia="x-none"/>
        </w:rPr>
        <w:t>MasterInformationBlock</w:t>
      </w:r>
      <w:r w:rsidRPr="006F699D">
        <w:rPr>
          <w:lang w:eastAsia="x-none"/>
        </w:rPr>
        <w:t>,</w:t>
      </w:r>
      <w:r w:rsidR="00646BEC">
        <w:rPr>
          <w:lang w:eastAsia="x-none"/>
        </w:rPr>
        <w:t xml:space="preserve"> </w:t>
      </w:r>
      <w:r w:rsidRPr="006F699D">
        <w:rPr>
          <w:i/>
          <w:lang w:eastAsia="x-none"/>
        </w:rPr>
        <w:t>SystemInformationBlockType1</w:t>
      </w:r>
      <w:r w:rsidRPr="006F699D">
        <w:rPr>
          <w:lang w:eastAsia="x-none"/>
        </w:rPr>
        <w:t>,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and</w:t>
      </w:r>
      <w:r w:rsidR="00646BEC">
        <w:rPr>
          <w:lang w:eastAsia="x-none"/>
        </w:rPr>
        <w:t xml:space="preserve"> </w:t>
      </w:r>
      <w:r w:rsidRPr="006F699D">
        <w:rPr>
          <w:i/>
          <w:lang w:eastAsia="x-none"/>
        </w:rPr>
        <w:t>SystemInformationBlockType2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in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normal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coverage,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if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the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selection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criteria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are</w:t>
      </w:r>
      <w:r w:rsidR="00646BEC">
        <w:rPr>
          <w:lang w:eastAsia="x-none"/>
        </w:rPr>
        <w:t xml:space="preserve"> </w:t>
      </w:r>
      <w:r w:rsidRPr="006F699D">
        <w:rPr>
          <w:lang w:eastAsia="x-none"/>
        </w:rPr>
        <w:t>fulfilled.</w:t>
      </w:r>
    </w:p>
    <w:p w14:paraId="21035F22" w14:textId="77777777" w:rsidR="006C0506" w:rsidRPr="006F699D" w:rsidRDefault="006C0506" w:rsidP="006C0506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else</w:t>
      </w:r>
    </w:p>
    <w:p w14:paraId="196553B3" w14:textId="51C6A28C" w:rsidR="00893458" w:rsidRPr="006F699D" w:rsidRDefault="00893458" w:rsidP="00377BCE">
      <w:pPr>
        <w:pStyle w:val="B2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CSG</w:t>
      </w:r>
      <w:r w:rsidR="00646BEC">
        <w:t xml:space="preserve"> </w:t>
      </w:r>
      <w:r w:rsidRPr="006F699D">
        <w:t>cell:</w:t>
      </w:r>
    </w:p>
    <w:p w14:paraId="5F48C448" w14:textId="6BA4CC72" w:rsidR="00893458" w:rsidRPr="006F699D" w:rsidRDefault="00893458" w:rsidP="00377BCE">
      <w:pPr>
        <w:pStyle w:val="B3"/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select</w:t>
      </w:r>
      <w:r w:rsidR="00646BEC">
        <w:t xml:space="preserve"> </w:t>
      </w:r>
      <w:r w:rsidRPr="006F699D">
        <w:t>another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selection/reselection</w:t>
      </w:r>
      <w:r w:rsidR="00646BEC">
        <w:t xml:space="preserve"> </w:t>
      </w:r>
      <w:r w:rsidRPr="006F699D">
        <w:t>criteria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fulfilled.</w:t>
      </w:r>
    </w:p>
    <w:p w14:paraId="059ED839" w14:textId="77777777" w:rsidR="00893458" w:rsidRPr="006F699D" w:rsidRDefault="00893458" w:rsidP="00377BCE">
      <w:pPr>
        <w:pStyle w:val="B2"/>
      </w:pPr>
      <w:r w:rsidRPr="006F699D">
        <w:t>-</w:t>
      </w:r>
      <w:r w:rsidRPr="006F699D">
        <w:tab/>
        <w:t>else</w:t>
      </w:r>
    </w:p>
    <w:p w14:paraId="39D9C2EC" w14:textId="5D28B3EE" w:rsidR="003F108D" w:rsidRPr="006F699D" w:rsidRDefault="003F108D" w:rsidP="00377BCE">
      <w:pPr>
        <w:pStyle w:val="B3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DD1E96" w:rsidRPr="006F699D">
        <w:rPr>
          <w:lang w:eastAsia="ja-JP"/>
        </w:rPr>
        <w:t>field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intraFreqReselection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DD1E96" w:rsidRPr="006F699D">
        <w:rPr>
          <w:lang w:eastAsia="ja-JP"/>
        </w:rPr>
        <w:t>field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cellAccessRelatedInfo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SystemInformationBlockType1</w:t>
      </w:r>
      <w:r w:rsidR="00646BEC">
        <w:rPr>
          <w:i/>
          <w:lang w:eastAsia="ja-JP"/>
        </w:rPr>
        <w:t xml:space="preserve"> </w:t>
      </w:r>
      <w:r w:rsidR="00D80C02" w:rsidRPr="006F699D">
        <w:rPr>
          <w:i/>
          <w:lang w:eastAsia="ja-JP"/>
        </w:rPr>
        <w:t>(</w:t>
      </w:r>
      <w:r w:rsidR="00D80C02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="00E0132B" w:rsidRPr="006F699D">
        <w:rPr>
          <w:i/>
          <w:lang w:eastAsia="ja-JP"/>
        </w:rPr>
        <w:t>SystemInformationBlockType1-BR</w:t>
      </w:r>
      <w:r w:rsidR="00646BEC">
        <w:rPr>
          <w:lang w:eastAsia="ja-JP"/>
        </w:rPr>
        <w:t xml:space="preserve"> </w:t>
      </w:r>
      <w:r w:rsidR="00E0132B" w:rsidRPr="006F699D">
        <w:rPr>
          <w:lang w:eastAsia="ja-JP"/>
        </w:rPr>
        <w:t>message</w:t>
      </w:r>
      <w:r w:rsidR="00646BEC">
        <w:rPr>
          <w:lang w:eastAsia="ja-JP"/>
        </w:rPr>
        <w:t xml:space="preserve"> </w:t>
      </w:r>
      <w:r w:rsidR="00E0132B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="00D80C02" w:rsidRPr="006F699D">
        <w:rPr>
          <w:i/>
          <w:lang w:eastAsia="ja-JP"/>
        </w:rPr>
        <w:t>SystemInformationBlockType1-NB)</w:t>
      </w:r>
      <w:r w:rsidR="00646BEC">
        <w:rPr>
          <w:lang w:eastAsia="ja-JP"/>
        </w:rPr>
        <w:t xml:space="preserve"> </w:t>
      </w:r>
      <w:r w:rsidR="00DD1E96" w:rsidRPr="006F699D">
        <w:rPr>
          <w:lang w:eastAsia="ja-JP"/>
        </w:rPr>
        <w:t>message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"allowed",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may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another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same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re-selection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criteria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are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fulfilled.</w:t>
      </w:r>
    </w:p>
    <w:p w14:paraId="7217A4C2" w14:textId="33D4665F" w:rsidR="003F108D" w:rsidRPr="006F699D" w:rsidRDefault="003F108D" w:rsidP="00377BCE">
      <w:pPr>
        <w:pStyle w:val="B4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exclude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barred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candidate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selection/reselection</w:t>
      </w:r>
      <w:r w:rsidR="00646BEC">
        <w:rPr>
          <w:lang w:eastAsia="ja-JP"/>
        </w:rPr>
        <w:t xml:space="preserve"> </w:t>
      </w:r>
      <w:r w:rsidR="00063252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063252" w:rsidRPr="006F699D">
        <w:rPr>
          <w:lang w:eastAsia="ja-JP"/>
        </w:rPr>
        <w:t>300</w:t>
      </w:r>
      <w:r w:rsidR="00646BEC">
        <w:rPr>
          <w:lang w:eastAsia="ja-JP"/>
        </w:rPr>
        <w:t xml:space="preserve"> </w:t>
      </w:r>
      <w:r w:rsidR="00063252" w:rsidRPr="006F699D">
        <w:rPr>
          <w:lang w:eastAsia="ja-JP"/>
        </w:rPr>
        <w:t>seconds</w:t>
      </w:r>
      <w:r w:rsidRPr="006F699D">
        <w:rPr>
          <w:lang w:eastAsia="ja-JP"/>
        </w:rPr>
        <w:t>.</w:t>
      </w:r>
    </w:p>
    <w:p w14:paraId="10189C31" w14:textId="0FBB40CE" w:rsidR="003F108D" w:rsidRPr="006F699D" w:rsidRDefault="003F108D" w:rsidP="00377BCE">
      <w:pPr>
        <w:pStyle w:val="B3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DD1E96" w:rsidRPr="006F699D">
        <w:rPr>
          <w:lang w:eastAsia="ja-JP"/>
        </w:rPr>
        <w:t>field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intraFreqReselection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DD1E96" w:rsidRPr="006F699D">
        <w:rPr>
          <w:lang w:eastAsia="ja-JP"/>
        </w:rPr>
        <w:t>field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cellAccessRelatedInfo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SystemInformationBlockType1</w:t>
      </w:r>
      <w:r w:rsidR="00646BEC">
        <w:rPr>
          <w:lang w:eastAsia="ja-JP"/>
        </w:rPr>
        <w:t xml:space="preserve"> </w:t>
      </w:r>
      <w:r w:rsidR="00D80C02" w:rsidRPr="006F699D">
        <w:rPr>
          <w:lang w:eastAsia="ja-JP"/>
        </w:rPr>
        <w:t>(or</w:t>
      </w:r>
      <w:r w:rsidR="00646BEC">
        <w:rPr>
          <w:lang w:eastAsia="ja-JP"/>
        </w:rPr>
        <w:t xml:space="preserve"> </w:t>
      </w:r>
      <w:r w:rsidR="00E0132B" w:rsidRPr="006F699D">
        <w:rPr>
          <w:i/>
          <w:lang w:eastAsia="ja-JP"/>
        </w:rPr>
        <w:t>SystemInformationBlockType1-BR</w:t>
      </w:r>
      <w:r w:rsidR="00646BEC">
        <w:rPr>
          <w:lang w:eastAsia="ja-JP"/>
        </w:rPr>
        <w:t xml:space="preserve"> </w:t>
      </w:r>
      <w:r w:rsidR="00E0132B" w:rsidRPr="006F699D">
        <w:rPr>
          <w:lang w:eastAsia="ja-JP"/>
        </w:rPr>
        <w:t>message</w:t>
      </w:r>
      <w:r w:rsidR="00646BEC">
        <w:rPr>
          <w:lang w:eastAsia="ja-JP"/>
        </w:rPr>
        <w:t xml:space="preserve"> </w:t>
      </w:r>
      <w:r w:rsidR="00E0132B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="00D80C02" w:rsidRPr="006F699D">
        <w:rPr>
          <w:i/>
          <w:lang w:eastAsia="ja-JP"/>
        </w:rPr>
        <w:t>SystemInformationBlockType1-NB</w:t>
      </w:r>
      <w:r w:rsidR="00D80C02" w:rsidRPr="006F699D">
        <w:rPr>
          <w:lang w:eastAsia="ja-JP"/>
        </w:rPr>
        <w:t>)</w:t>
      </w:r>
      <w:r w:rsidR="00646BEC">
        <w:rPr>
          <w:lang w:eastAsia="ja-JP"/>
        </w:rPr>
        <w:t xml:space="preserve"> </w:t>
      </w:r>
      <w:r w:rsidR="00DD1E96" w:rsidRPr="006F699D">
        <w:rPr>
          <w:lang w:eastAsia="ja-JP"/>
        </w:rPr>
        <w:t>message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"not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allowed"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re-select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same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barred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592B51" w:rsidRPr="006F699D">
        <w:rPr>
          <w:lang w:eastAsia="ja-JP"/>
        </w:rPr>
        <w:t>;</w:t>
      </w:r>
    </w:p>
    <w:p w14:paraId="1B2CC511" w14:textId="6C58BEBE" w:rsidR="003F108D" w:rsidRPr="006F699D" w:rsidRDefault="003F108D" w:rsidP="00377BCE">
      <w:pPr>
        <w:pStyle w:val="B4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exclude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barred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="00592B51"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="00592B51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592B51" w:rsidRPr="006F699D">
        <w:rPr>
          <w:lang w:eastAsia="ja-JP"/>
        </w:rPr>
        <w:t>cells</w:t>
      </w:r>
      <w:r w:rsidR="00646BEC">
        <w:rPr>
          <w:lang w:eastAsia="ja-JP"/>
        </w:rPr>
        <w:t xml:space="preserve"> </w:t>
      </w:r>
      <w:r w:rsidR="00592B51"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="00592B51"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="00592B51" w:rsidRPr="006F699D">
        <w:rPr>
          <w:lang w:eastAsia="ja-JP"/>
        </w:rPr>
        <w:t>same</w:t>
      </w:r>
      <w:r w:rsidR="00646BEC">
        <w:rPr>
          <w:lang w:eastAsia="ja-JP"/>
        </w:rPr>
        <w:t xml:space="preserve"> </w:t>
      </w:r>
      <w:r w:rsidR="00592B51" w:rsidRPr="006F699D">
        <w:rPr>
          <w:lang w:eastAsia="ja-JP"/>
        </w:rPr>
        <w:t>frequency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candidate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selection/reselection</w:t>
      </w:r>
      <w:r w:rsidR="00646BEC">
        <w:rPr>
          <w:lang w:eastAsia="ja-JP"/>
        </w:rPr>
        <w:t xml:space="preserve"> </w:t>
      </w:r>
      <w:r w:rsidR="00063252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063252" w:rsidRPr="006F699D">
        <w:rPr>
          <w:lang w:eastAsia="ja-JP"/>
        </w:rPr>
        <w:t>300</w:t>
      </w:r>
      <w:r w:rsidR="00646BEC">
        <w:rPr>
          <w:lang w:eastAsia="ja-JP"/>
        </w:rPr>
        <w:t xml:space="preserve"> </w:t>
      </w:r>
      <w:r w:rsidR="00063252" w:rsidRPr="006F699D">
        <w:rPr>
          <w:lang w:eastAsia="ja-JP"/>
        </w:rPr>
        <w:t>seconds</w:t>
      </w:r>
      <w:r w:rsidRPr="006F699D">
        <w:rPr>
          <w:lang w:eastAsia="ja-JP"/>
        </w:rPr>
        <w:t>.</w:t>
      </w:r>
    </w:p>
    <w:p w14:paraId="1F90D8AC" w14:textId="561DD6D4" w:rsidR="00776220" w:rsidRPr="006F699D" w:rsidRDefault="009F7CA6" w:rsidP="00377BCE"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="00776220" w:rsidRPr="006F699D">
        <w:t>selection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another</w:t>
      </w:r>
      <w:r w:rsidR="00646BEC">
        <w:t xml:space="preserve"> </w:t>
      </w:r>
      <w:r w:rsidR="00776220" w:rsidRPr="006F699D">
        <w:t>cell</w:t>
      </w:r>
      <w:r w:rsidR="00646BEC">
        <w:t xml:space="preserve"> </w:t>
      </w:r>
      <w:r w:rsidR="00776220" w:rsidRPr="006F699D">
        <w:t>may</w:t>
      </w:r>
      <w:r w:rsidR="00646BEC">
        <w:t xml:space="preserve"> </w:t>
      </w:r>
      <w:r w:rsidR="00776220" w:rsidRPr="006F699D">
        <w:t>also</w:t>
      </w:r>
      <w:r w:rsidR="00646BEC">
        <w:t xml:space="preserve"> </w:t>
      </w:r>
      <w:r w:rsidR="00776220" w:rsidRPr="006F699D">
        <w:t>include</w:t>
      </w:r>
      <w:r w:rsidR="00646BEC">
        <w:t xml:space="preserve"> </w:t>
      </w:r>
      <w:r w:rsidR="00776220" w:rsidRPr="006F699D">
        <w:t>a</w:t>
      </w:r>
      <w:r w:rsidR="00646BEC">
        <w:t xml:space="preserve"> </w:t>
      </w:r>
      <w:r w:rsidR="00776220" w:rsidRPr="006F699D">
        <w:t>change</w:t>
      </w:r>
      <w:r w:rsidR="00646BEC">
        <w:t xml:space="preserve"> </w:t>
      </w:r>
      <w:r w:rsidR="00776220" w:rsidRPr="006F699D">
        <w:t>of</w:t>
      </w:r>
      <w:r w:rsidR="00646BEC">
        <w:t xml:space="preserve"> </w:t>
      </w:r>
      <w:r w:rsidR="00776220" w:rsidRPr="006F699D">
        <w:t>RAT</w:t>
      </w:r>
      <w:r w:rsidR="00646BEC">
        <w:t xml:space="preserve"> </w:t>
      </w:r>
      <w:r w:rsidR="00AF106F" w:rsidRPr="006F699D">
        <w:t>or,</w:t>
      </w:r>
      <w:r w:rsidR="00646BEC">
        <w:t xml:space="preserve"> </w:t>
      </w:r>
      <w:r w:rsidR="00AF106F" w:rsidRPr="006F699D">
        <w:t>if</w:t>
      </w:r>
      <w:r w:rsidR="00646BEC">
        <w:t xml:space="preserve"> </w:t>
      </w:r>
      <w:r w:rsidR="00AF106F" w:rsidRPr="006F699D">
        <w:t>the</w:t>
      </w:r>
      <w:r w:rsidR="00646BEC">
        <w:t xml:space="preserve"> </w:t>
      </w:r>
      <w:r w:rsidR="00AF106F" w:rsidRPr="006F699D">
        <w:t>previous</w:t>
      </w:r>
      <w:r w:rsidR="00646BEC">
        <w:t xml:space="preserve"> </w:t>
      </w:r>
      <w:r w:rsidR="00AF106F" w:rsidRPr="006F699D">
        <w:t>and</w:t>
      </w:r>
      <w:r w:rsidR="00646BEC">
        <w:t xml:space="preserve"> </w:t>
      </w:r>
      <w:r w:rsidR="00AF106F" w:rsidRPr="006F699D">
        <w:t>selected</w:t>
      </w:r>
      <w:r w:rsidR="00646BEC">
        <w:t xml:space="preserve"> </w:t>
      </w:r>
      <w:r w:rsidR="00AF106F" w:rsidRPr="006F699D">
        <w:t>cell</w:t>
      </w:r>
      <w:r w:rsidR="00646BEC">
        <w:t xml:space="preserve"> </w:t>
      </w:r>
      <w:r w:rsidR="00AF106F" w:rsidRPr="006F699D">
        <w:t>are</w:t>
      </w:r>
      <w:r w:rsidR="00646BEC">
        <w:t xml:space="preserve"> </w:t>
      </w:r>
      <w:r w:rsidR="00AF106F" w:rsidRPr="006F699D">
        <w:t>both</w:t>
      </w:r>
      <w:r w:rsidR="00646BEC">
        <w:t xml:space="preserve"> </w:t>
      </w:r>
      <w:r w:rsidR="00AF106F" w:rsidRPr="006F699D">
        <w:t>E-UTRA</w:t>
      </w:r>
      <w:r w:rsidR="00646BEC">
        <w:t xml:space="preserve"> </w:t>
      </w:r>
      <w:r w:rsidR="00AF106F" w:rsidRPr="006F699D">
        <w:t>cells,</w:t>
      </w:r>
      <w:r w:rsidR="00646BEC">
        <w:t xml:space="preserve"> </w:t>
      </w:r>
      <w:r w:rsidR="00AF106F" w:rsidRPr="006F699D">
        <w:t>a</w:t>
      </w:r>
      <w:r w:rsidR="00646BEC">
        <w:t xml:space="preserve"> </w:t>
      </w:r>
      <w:r w:rsidR="00AF106F" w:rsidRPr="006F699D">
        <w:t>change</w:t>
      </w:r>
      <w:r w:rsidR="00646BEC">
        <w:t xml:space="preserve"> </w:t>
      </w:r>
      <w:r w:rsidR="00AF106F" w:rsidRPr="006F699D">
        <w:t>of</w:t>
      </w:r>
      <w:r w:rsidR="00646BEC">
        <w:t xml:space="preserve"> </w:t>
      </w:r>
      <w:r w:rsidR="00AF106F" w:rsidRPr="006F699D">
        <w:t>the</w:t>
      </w:r>
      <w:r w:rsidR="00646BEC">
        <w:t xml:space="preserve"> </w:t>
      </w:r>
      <w:r w:rsidR="00AF106F" w:rsidRPr="006F699D">
        <w:t>CN</w:t>
      </w:r>
      <w:r w:rsidR="00646BEC">
        <w:t xml:space="preserve"> </w:t>
      </w:r>
      <w:r w:rsidR="00AF106F" w:rsidRPr="006F699D">
        <w:t>type</w:t>
      </w:r>
      <w:r w:rsidR="00776220" w:rsidRPr="006F699D">
        <w:t>.</w:t>
      </w:r>
    </w:p>
    <w:p w14:paraId="12D4FA81" w14:textId="6C865E16" w:rsidR="00776220" w:rsidRPr="006F699D" w:rsidRDefault="00776220" w:rsidP="00377BCE">
      <w:pPr>
        <w:pStyle w:val="Heading3"/>
      </w:pPr>
      <w:bookmarkStart w:id="224" w:name="_Toc29237927"/>
      <w:bookmarkStart w:id="225" w:name="_Toc46523044"/>
      <w:bookmarkStart w:id="226" w:name="_Toc100742622"/>
      <w:r w:rsidRPr="006F699D">
        <w:t>5.3</w:t>
      </w:r>
      <w:r w:rsidR="00FD1DF6" w:rsidRPr="006F699D">
        <w:t>.2</w:t>
      </w:r>
      <w:r w:rsidR="00FD1DF6" w:rsidRPr="006F699D">
        <w:tab/>
        <w:t>Access</w:t>
      </w:r>
      <w:r w:rsidR="00646BEC">
        <w:t xml:space="preserve"> </w:t>
      </w:r>
      <w:r w:rsidR="00FD1DF6" w:rsidRPr="006F699D">
        <w:t>c</w:t>
      </w:r>
      <w:r w:rsidRPr="006F699D">
        <w:t>ontrol</w:t>
      </w:r>
      <w:bookmarkEnd w:id="224"/>
      <w:bookmarkEnd w:id="225"/>
      <w:bookmarkEnd w:id="226"/>
    </w:p>
    <w:p w14:paraId="0F9AED4D" w14:textId="5871C7C5" w:rsidR="00776220" w:rsidRPr="006F699D" w:rsidRDefault="00873672" w:rsidP="00377BCE">
      <w:r w:rsidRPr="006F699D"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EPC,</w:t>
      </w:r>
      <w:r w:rsidR="00646BEC">
        <w:t xml:space="preserve"> </w:t>
      </w:r>
      <w:r w:rsidRPr="006F699D">
        <w:t>i</w:t>
      </w:r>
      <w:r w:rsidR="00776220" w:rsidRPr="006F699D">
        <w:t>nformation</w:t>
      </w:r>
      <w:r w:rsidR="00646BEC">
        <w:t xml:space="preserve"> </w:t>
      </w:r>
      <w:r w:rsidR="00776220" w:rsidRPr="006F699D">
        <w:t>on</w:t>
      </w:r>
      <w:r w:rsidR="00646BEC">
        <w:t xml:space="preserve"> </w:t>
      </w:r>
      <w:r w:rsidR="00776220" w:rsidRPr="006F699D">
        <w:t>cell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restrictions</w:t>
      </w:r>
      <w:r w:rsidR="00646BEC">
        <w:t xml:space="preserve"> </w:t>
      </w:r>
      <w:r w:rsidR="00776220" w:rsidRPr="006F699D">
        <w:t>associated</w:t>
      </w:r>
      <w:r w:rsidR="00646BEC">
        <w:t xml:space="preserve"> </w:t>
      </w:r>
      <w:r w:rsidR="00776220" w:rsidRPr="006F699D">
        <w:t>with</w:t>
      </w:r>
      <w:r w:rsidR="00646BEC">
        <w:t xml:space="preserve"> </w:t>
      </w:r>
      <w:r w:rsidR="00776220" w:rsidRPr="006F699D">
        <w:t>the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Classes</w:t>
      </w:r>
      <w:r w:rsidR="00646BEC">
        <w:t xml:space="preserve"> </w:t>
      </w:r>
      <w:r w:rsidR="00EB370B" w:rsidRPr="006F699D">
        <w:t>or</w:t>
      </w:r>
      <w:r w:rsidR="00646BEC">
        <w:t xml:space="preserve"> </w:t>
      </w:r>
      <w:r w:rsidR="00EB370B" w:rsidRPr="006F699D">
        <w:t>ACDC</w:t>
      </w:r>
      <w:r w:rsidR="00646BEC">
        <w:t xml:space="preserve"> </w:t>
      </w:r>
      <w:r w:rsidR="00EB370B" w:rsidRPr="006F699D">
        <w:t>categories</w:t>
      </w:r>
      <w:r w:rsidR="00646BEC">
        <w:t xml:space="preserve"> </w:t>
      </w:r>
      <w:r w:rsidR="00776220" w:rsidRPr="006F699D">
        <w:t>is</w:t>
      </w:r>
      <w:r w:rsidR="00646BEC">
        <w:t xml:space="preserve"> </w:t>
      </w:r>
      <w:r w:rsidR="00776220" w:rsidRPr="006F699D">
        <w:t>broadcast</w:t>
      </w:r>
      <w:r w:rsidR="00646BEC">
        <w:t xml:space="preserve"> </w:t>
      </w:r>
      <w:r w:rsidR="00776220" w:rsidRPr="006F699D">
        <w:t>as</w:t>
      </w:r>
      <w:r w:rsidR="00646BEC">
        <w:t xml:space="preserve"> </w:t>
      </w:r>
      <w:r w:rsidR="00776220" w:rsidRPr="006F699D">
        <w:t>system</w:t>
      </w:r>
      <w:r w:rsidR="00646BEC">
        <w:t xml:space="preserve"> </w:t>
      </w:r>
      <w:r w:rsidR="00776220" w:rsidRPr="006F699D">
        <w:t>information,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="00776220" w:rsidRPr="006F699D">
        <w:t>.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5GC,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restrictions</w:t>
      </w:r>
      <w:r w:rsidR="00646BEC">
        <w:t xml:space="preserve"> </w:t>
      </w:r>
      <w:r w:rsidRPr="006F699D">
        <w:t>associated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Categories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Identities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broadcast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information,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.</w:t>
      </w:r>
    </w:p>
    <w:p w14:paraId="458E4C8F" w14:textId="5B928699" w:rsidR="00776220" w:rsidRPr="006F699D" w:rsidRDefault="00873672" w:rsidP="00377BCE">
      <w:r w:rsidRPr="006F699D"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EPC,</w:t>
      </w:r>
      <w:r w:rsidR="00646BEC">
        <w:t xml:space="preserve"> </w:t>
      </w:r>
      <w:r w:rsidRPr="006F699D">
        <w:t>t</w:t>
      </w:r>
      <w:r w:rsidR="00776220" w:rsidRPr="006F699D">
        <w:t>he</w:t>
      </w:r>
      <w:r w:rsidR="00646BEC">
        <w:t xml:space="preserve"> </w:t>
      </w:r>
      <w:r w:rsidR="00776220" w:rsidRPr="006F699D">
        <w:t>UE</w:t>
      </w:r>
      <w:r w:rsidR="00646BEC">
        <w:t xml:space="preserve"> </w:t>
      </w:r>
      <w:r w:rsidR="00776220" w:rsidRPr="006F699D">
        <w:t>shall</w:t>
      </w:r>
      <w:r w:rsidR="00646BEC">
        <w:t xml:space="preserve"> </w:t>
      </w:r>
      <w:r w:rsidR="00776220" w:rsidRPr="006F699D">
        <w:t>ignore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Class</w:t>
      </w:r>
      <w:r w:rsidR="00646BEC">
        <w:t xml:space="preserve"> </w:t>
      </w:r>
      <w:r w:rsidR="00EB370B" w:rsidRPr="006F699D">
        <w:t>or</w:t>
      </w:r>
      <w:r w:rsidR="00646BEC">
        <w:t xml:space="preserve"> </w:t>
      </w:r>
      <w:r w:rsidR="00EB370B" w:rsidRPr="006F699D">
        <w:t>ACDC</w:t>
      </w:r>
      <w:r w:rsidR="00646BEC">
        <w:t xml:space="preserve"> </w:t>
      </w:r>
      <w:r w:rsidR="00EB370B" w:rsidRPr="006F699D">
        <w:t>category</w:t>
      </w:r>
      <w:r w:rsidR="00646BEC">
        <w:t xml:space="preserve"> </w:t>
      </w:r>
      <w:r w:rsidR="00776220" w:rsidRPr="006F699D">
        <w:t>related</w:t>
      </w:r>
      <w:r w:rsidR="00646BEC">
        <w:t xml:space="preserve"> </w:t>
      </w:r>
      <w:r w:rsidR="00776220" w:rsidRPr="006F699D">
        <w:t>cell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restrictions</w:t>
      </w:r>
      <w:r w:rsidR="00646BEC">
        <w:t xml:space="preserve"> </w:t>
      </w:r>
      <w:r w:rsidR="00776220" w:rsidRPr="006F699D">
        <w:t>when</w:t>
      </w:r>
      <w:r w:rsidR="00646BEC">
        <w:t xml:space="preserve"> </w:t>
      </w:r>
      <w:r w:rsidR="00776220" w:rsidRPr="006F699D">
        <w:t>selecting</w:t>
      </w:r>
      <w:r w:rsidR="00646BEC">
        <w:t xml:space="preserve"> </w:t>
      </w:r>
      <w:r w:rsidR="00776220" w:rsidRPr="006F699D">
        <w:t>a</w:t>
      </w:r>
      <w:r w:rsidR="00646BEC">
        <w:t xml:space="preserve"> </w:t>
      </w:r>
      <w:r w:rsidR="00776220" w:rsidRPr="006F699D">
        <w:t>cell</w:t>
      </w:r>
      <w:r w:rsidR="00646BEC">
        <w:t xml:space="preserve"> </w:t>
      </w:r>
      <w:r w:rsidR="00776220" w:rsidRPr="006F699D">
        <w:t>to</w:t>
      </w:r>
      <w:r w:rsidR="00646BEC">
        <w:t xml:space="preserve"> </w:t>
      </w:r>
      <w:r w:rsidR="00776220" w:rsidRPr="006F699D">
        <w:t>camp</w:t>
      </w:r>
      <w:r w:rsidR="00646BEC">
        <w:t xml:space="preserve"> </w:t>
      </w:r>
      <w:r w:rsidR="00776220" w:rsidRPr="006F699D">
        <w:t>on,</w:t>
      </w:r>
      <w:r w:rsidR="00646BEC">
        <w:t xml:space="preserve"> </w:t>
      </w:r>
      <w:r w:rsidR="00776220" w:rsidRPr="006F699D">
        <w:t>i.e.</w:t>
      </w:r>
      <w:r w:rsidR="00646BEC">
        <w:t xml:space="preserve"> </w:t>
      </w:r>
      <w:r w:rsidR="00776220" w:rsidRPr="006F699D">
        <w:t>it</w:t>
      </w:r>
      <w:r w:rsidR="00646BEC">
        <w:t xml:space="preserve"> </w:t>
      </w:r>
      <w:r w:rsidR="00776220" w:rsidRPr="006F699D">
        <w:t>shall</w:t>
      </w:r>
      <w:r w:rsidR="00646BEC">
        <w:t xml:space="preserve"> </w:t>
      </w:r>
      <w:r w:rsidR="00776220" w:rsidRPr="006F699D">
        <w:t>not</w:t>
      </w:r>
      <w:r w:rsidR="00646BEC">
        <w:t xml:space="preserve"> </w:t>
      </w:r>
      <w:r w:rsidR="00776220" w:rsidRPr="006F699D">
        <w:t>reject</w:t>
      </w:r>
      <w:r w:rsidR="00646BEC">
        <w:t xml:space="preserve"> </w:t>
      </w:r>
      <w:r w:rsidR="00776220" w:rsidRPr="006F699D">
        <w:t>a</w:t>
      </w:r>
      <w:r w:rsidR="00646BEC">
        <w:t xml:space="preserve"> </w:t>
      </w:r>
      <w:r w:rsidR="00776220" w:rsidRPr="006F699D">
        <w:t>cell</w:t>
      </w:r>
      <w:r w:rsidR="00646BEC">
        <w:t xml:space="preserve"> </w:t>
      </w:r>
      <w:r w:rsidR="00776220" w:rsidRPr="006F699D">
        <w:t>for</w:t>
      </w:r>
      <w:r w:rsidR="00646BEC">
        <w:t xml:space="preserve"> </w:t>
      </w:r>
      <w:r w:rsidR="00776220" w:rsidRPr="006F699D">
        <w:t>camping</w:t>
      </w:r>
      <w:r w:rsidR="00646BEC">
        <w:t xml:space="preserve"> </w:t>
      </w:r>
      <w:r w:rsidR="00776220" w:rsidRPr="006F699D">
        <w:t>on</w:t>
      </w:r>
      <w:r w:rsidR="00646BEC">
        <w:t xml:space="preserve"> </w:t>
      </w:r>
      <w:r w:rsidR="00776220" w:rsidRPr="006F699D">
        <w:t>because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on</w:t>
      </w:r>
      <w:r w:rsidR="00646BEC">
        <w:t xml:space="preserve"> </w:t>
      </w:r>
      <w:r w:rsidR="00776220" w:rsidRPr="006F699D">
        <w:t>that</w:t>
      </w:r>
      <w:r w:rsidR="00646BEC">
        <w:t xml:space="preserve"> </w:t>
      </w:r>
      <w:r w:rsidR="00776220" w:rsidRPr="006F699D">
        <w:t>cell</w:t>
      </w:r>
      <w:r w:rsidR="00646BEC">
        <w:t xml:space="preserve"> </w:t>
      </w:r>
      <w:r w:rsidR="00776220" w:rsidRPr="006F699D">
        <w:t>is</w:t>
      </w:r>
      <w:r w:rsidR="00646BEC">
        <w:t xml:space="preserve"> </w:t>
      </w:r>
      <w:r w:rsidR="00776220" w:rsidRPr="006F699D">
        <w:t>not</w:t>
      </w:r>
      <w:r w:rsidR="00646BEC">
        <w:t xml:space="preserve"> </w:t>
      </w:r>
      <w:r w:rsidR="00776220" w:rsidRPr="006F699D">
        <w:t>allowed</w:t>
      </w:r>
      <w:r w:rsidR="00646BEC">
        <w:t xml:space="preserve"> </w:t>
      </w:r>
      <w:r w:rsidR="00776220" w:rsidRPr="006F699D">
        <w:t>for</w:t>
      </w:r>
      <w:r w:rsidR="00646BEC">
        <w:t xml:space="preserve"> </w:t>
      </w:r>
      <w:r w:rsidR="00776220" w:rsidRPr="006F699D">
        <w:t>any</w:t>
      </w:r>
      <w:r w:rsidR="00646BEC">
        <w:t xml:space="preserve"> </w:t>
      </w:r>
      <w:r w:rsidR="00776220" w:rsidRPr="006F699D">
        <w:t>of</w:t>
      </w:r>
      <w:r w:rsidR="00646BEC">
        <w:t xml:space="preserve"> </w:t>
      </w:r>
      <w:r w:rsidR="00776220" w:rsidRPr="006F699D">
        <w:t>the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Classes</w:t>
      </w:r>
      <w:r w:rsidR="00646BEC">
        <w:t xml:space="preserve"> </w:t>
      </w:r>
      <w:r w:rsidR="00EB370B" w:rsidRPr="006F699D">
        <w:t>or</w:t>
      </w:r>
      <w:r w:rsidR="00646BEC">
        <w:t xml:space="preserve"> </w:t>
      </w:r>
      <w:r w:rsidR="00EB370B" w:rsidRPr="006F699D">
        <w:t>ACDC</w:t>
      </w:r>
      <w:r w:rsidR="00646BEC">
        <w:t xml:space="preserve"> </w:t>
      </w:r>
      <w:r w:rsidR="00EB370B" w:rsidRPr="006F699D">
        <w:t>categories</w:t>
      </w:r>
      <w:r w:rsidR="00646BEC">
        <w:t xml:space="preserve"> </w:t>
      </w:r>
      <w:r w:rsidR="00776220" w:rsidRPr="006F699D">
        <w:t>of</w:t>
      </w:r>
      <w:r w:rsidR="00646BEC">
        <w:t xml:space="preserve"> </w:t>
      </w:r>
      <w:r w:rsidR="00776220" w:rsidRPr="006F699D">
        <w:t>the</w:t>
      </w:r>
      <w:r w:rsidR="00646BEC">
        <w:t xml:space="preserve"> </w:t>
      </w:r>
      <w:r w:rsidR="00776220" w:rsidRPr="006F699D">
        <w:t>UE.</w:t>
      </w:r>
      <w:r w:rsidR="00646BEC">
        <w:t xml:space="preserve"> </w:t>
      </w:r>
      <w:r w:rsidR="00776220" w:rsidRPr="006F699D">
        <w:t>A</w:t>
      </w:r>
      <w:r w:rsidR="00646BEC">
        <w:t xml:space="preserve"> </w:t>
      </w:r>
      <w:r w:rsidR="00776220" w:rsidRPr="006F699D">
        <w:t>change</w:t>
      </w:r>
      <w:r w:rsidR="00646BEC">
        <w:t xml:space="preserve"> </w:t>
      </w:r>
      <w:r w:rsidR="00776220" w:rsidRPr="006F699D">
        <w:t>of</w:t>
      </w:r>
      <w:r w:rsidR="00646BEC">
        <w:t xml:space="preserve"> </w:t>
      </w:r>
      <w:r w:rsidR="00776220" w:rsidRPr="006F699D">
        <w:t>the</w:t>
      </w:r>
      <w:r w:rsidR="00646BEC">
        <w:t xml:space="preserve"> </w:t>
      </w:r>
      <w:r w:rsidR="00776220" w:rsidRPr="006F699D">
        <w:t>indicated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restriction</w:t>
      </w:r>
      <w:r w:rsidR="00646BEC">
        <w:t xml:space="preserve"> </w:t>
      </w:r>
      <w:r w:rsidR="00776220" w:rsidRPr="006F699D">
        <w:t>shall</w:t>
      </w:r>
      <w:r w:rsidR="00646BEC">
        <w:t xml:space="preserve"> </w:t>
      </w:r>
      <w:r w:rsidR="00776220" w:rsidRPr="006F699D">
        <w:t>not</w:t>
      </w:r>
      <w:r w:rsidR="00646BEC">
        <w:t xml:space="preserve"> </w:t>
      </w:r>
      <w:r w:rsidR="00776220" w:rsidRPr="006F699D">
        <w:t>trigger</w:t>
      </w:r>
      <w:r w:rsidR="00646BEC">
        <w:t xml:space="preserve"> </w:t>
      </w:r>
      <w:r w:rsidR="00776220" w:rsidRPr="006F699D">
        <w:t>cell</w:t>
      </w:r>
      <w:r w:rsidR="00646BEC">
        <w:t xml:space="preserve"> </w:t>
      </w:r>
      <w:r w:rsidR="00776220" w:rsidRPr="006F699D">
        <w:t>reselection</w:t>
      </w:r>
      <w:r w:rsidR="00646BEC">
        <w:t xml:space="preserve"> </w:t>
      </w:r>
      <w:r w:rsidR="00776220" w:rsidRPr="006F699D">
        <w:t>by</w:t>
      </w:r>
      <w:r w:rsidR="00646BEC">
        <w:t xml:space="preserve"> </w:t>
      </w:r>
      <w:r w:rsidR="00776220" w:rsidRPr="006F699D">
        <w:t>the</w:t>
      </w:r>
      <w:r w:rsidR="00646BEC">
        <w:t xml:space="preserve"> </w:t>
      </w:r>
      <w:r w:rsidR="00776220" w:rsidRPr="006F699D">
        <w:t>UE.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ignore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Category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Identity</w:t>
      </w:r>
      <w:r w:rsidR="00646BEC">
        <w:t xml:space="preserve"> </w:t>
      </w:r>
      <w:r w:rsidRPr="006F699D">
        <w:t>related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restrictions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reselection.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change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restriction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trigger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UE.</w:t>
      </w:r>
    </w:p>
    <w:p w14:paraId="7F1BDC84" w14:textId="327D46B9" w:rsidR="00776220" w:rsidRPr="006F699D" w:rsidRDefault="00873672" w:rsidP="00377BCE">
      <w:r w:rsidRPr="006F699D"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EPC,</w:t>
      </w:r>
      <w:r w:rsidR="00646BEC">
        <w:t xml:space="preserve"> </w:t>
      </w:r>
      <w:r w:rsidRPr="006F699D">
        <w:t>a</w:t>
      </w:r>
      <w:r w:rsidR="00776220" w:rsidRPr="006F699D">
        <w:t>ccess</w:t>
      </w:r>
      <w:r w:rsidR="00646BEC">
        <w:t xml:space="preserve"> </w:t>
      </w:r>
      <w:r w:rsidR="00776220" w:rsidRPr="006F699D">
        <w:t>Class</w:t>
      </w:r>
      <w:r w:rsidR="00646BEC">
        <w:t xml:space="preserve"> </w:t>
      </w:r>
      <w:r w:rsidR="00EB370B" w:rsidRPr="006F699D">
        <w:t>or</w:t>
      </w:r>
      <w:r w:rsidR="00646BEC">
        <w:t xml:space="preserve"> </w:t>
      </w:r>
      <w:r w:rsidR="00EB370B" w:rsidRPr="006F699D">
        <w:t>ACDC</w:t>
      </w:r>
      <w:r w:rsidR="00646BEC">
        <w:t xml:space="preserve"> </w:t>
      </w:r>
      <w:r w:rsidR="00EB370B" w:rsidRPr="006F699D">
        <w:t>category</w:t>
      </w:r>
      <w:r w:rsidR="00646BEC">
        <w:t xml:space="preserve"> </w:t>
      </w:r>
      <w:r w:rsidR="00776220" w:rsidRPr="006F699D">
        <w:t>related</w:t>
      </w:r>
      <w:r w:rsidR="00646BEC">
        <w:t xml:space="preserve"> </w:t>
      </w:r>
      <w:r w:rsidR="00776220" w:rsidRPr="006F699D">
        <w:t>cell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restrictions</w:t>
      </w:r>
      <w:r w:rsidR="00646BEC">
        <w:t xml:space="preserve"> </w:t>
      </w:r>
      <w:r w:rsidR="00776220" w:rsidRPr="006F699D">
        <w:t>shall</w:t>
      </w:r>
      <w:r w:rsidR="00646BEC">
        <w:t xml:space="preserve"> </w:t>
      </w:r>
      <w:r w:rsidR="00776220" w:rsidRPr="006F699D">
        <w:t>be</w:t>
      </w:r>
      <w:r w:rsidR="00646BEC">
        <w:t xml:space="preserve"> </w:t>
      </w:r>
      <w:r w:rsidR="00776220" w:rsidRPr="006F699D">
        <w:t>checked</w:t>
      </w:r>
      <w:r w:rsidR="00646BEC">
        <w:t xml:space="preserve"> </w:t>
      </w:r>
      <w:r w:rsidR="00776220" w:rsidRPr="006F699D">
        <w:t>by</w:t>
      </w:r>
      <w:r w:rsidR="00646BEC">
        <w:t xml:space="preserve"> </w:t>
      </w:r>
      <w:r w:rsidR="00776220" w:rsidRPr="006F699D">
        <w:t>the</w:t>
      </w:r>
      <w:r w:rsidR="00646BEC">
        <w:t xml:space="preserve"> </w:t>
      </w:r>
      <w:r w:rsidR="00776220" w:rsidRPr="006F699D">
        <w:t>UE</w:t>
      </w:r>
      <w:r w:rsidR="00646BEC">
        <w:t xml:space="preserve"> </w:t>
      </w:r>
      <w:r w:rsidR="002A0598" w:rsidRPr="006F699D">
        <w:t>when</w:t>
      </w:r>
      <w:r w:rsidR="00646BEC">
        <w:t xml:space="preserve"> </w:t>
      </w:r>
      <w:r w:rsidR="002A0598" w:rsidRPr="006F699D">
        <w:t>starting</w:t>
      </w:r>
      <w:r w:rsidR="00646BEC">
        <w:t xml:space="preserve"> </w:t>
      </w:r>
      <w:r w:rsidR="002A0598" w:rsidRPr="006F699D">
        <w:t>RRC</w:t>
      </w:r>
      <w:r w:rsidR="00646BEC">
        <w:t xml:space="preserve"> </w:t>
      </w:r>
      <w:r w:rsidR="002A0598" w:rsidRPr="006F699D">
        <w:t>connection</w:t>
      </w:r>
      <w:r w:rsidR="00646BEC">
        <w:t xml:space="preserve"> </w:t>
      </w:r>
      <w:r w:rsidR="002A0598" w:rsidRPr="006F699D">
        <w:t>establishment</w:t>
      </w:r>
      <w:r w:rsidR="00646BEC">
        <w:t xml:space="preserve"> </w:t>
      </w:r>
      <w:r w:rsidR="002A0598" w:rsidRPr="006F699D">
        <w:t>procedure</w:t>
      </w:r>
      <w:r w:rsidR="00646BEC">
        <w:t xml:space="preserve"> </w:t>
      </w:r>
      <w:r w:rsidR="00B10485" w:rsidRPr="006F699D">
        <w:t>as</w:t>
      </w:r>
      <w:r w:rsidR="00646BEC">
        <w:t xml:space="preserve"> </w:t>
      </w:r>
      <w:r w:rsidR="00B10485" w:rsidRPr="006F699D">
        <w:t>specified</w:t>
      </w:r>
      <w:r w:rsidR="00646BEC">
        <w:t xml:space="preserve"> </w:t>
      </w:r>
      <w:r w:rsidR="00B10485"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="002A0598" w:rsidRPr="006F699D">
        <w:t>.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5GC,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Category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Identity</w:t>
      </w:r>
      <w:r w:rsidR="00646BEC">
        <w:t xml:space="preserve"> </w:t>
      </w:r>
      <w:r w:rsidRPr="006F699D">
        <w:t>related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restrictions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checked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initiated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attempts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RNAU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.</w:t>
      </w:r>
    </w:p>
    <w:p w14:paraId="6AE7BA99" w14:textId="56A87D8F" w:rsidR="00776220" w:rsidRPr="006F699D" w:rsidRDefault="009F7CA6" w:rsidP="00377BCE">
      <w:pPr>
        <w:pStyle w:val="Heading3"/>
      </w:pPr>
      <w:bookmarkStart w:id="227" w:name="_Toc29237928"/>
      <w:bookmarkStart w:id="228" w:name="_Toc46523045"/>
      <w:bookmarkStart w:id="229" w:name="_Toc100742623"/>
      <w:r w:rsidRPr="006F699D">
        <w:t>5.3</w:t>
      </w:r>
      <w:r w:rsidR="00FD1DF6" w:rsidRPr="006F699D">
        <w:t>.3</w:t>
      </w:r>
      <w:r w:rsidR="00FD1DF6" w:rsidRPr="006F699D">
        <w:tab/>
        <w:t>Emergency</w:t>
      </w:r>
      <w:r w:rsidR="00646BEC">
        <w:t xml:space="preserve"> </w:t>
      </w:r>
      <w:r w:rsidR="00FD1DF6" w:rsidRPr="006F699D">
        <w:t>c</w:t>
      </w:r>
      <w:r w:rsidR="00776220" w:rsidRPr="006F699D">
        <w:t>all</w:t>
      </w:r>
      <w:bookmarkEnd w:id="227"/>
      <w:bookmarkEnd w:id="228"/>
      <w:bookmarkEnd w:id="229"/>
    </w:p>
    <w:p w14:paraId="56EE6928" w14:textId="56EE1CE5" w:rsidR="00776220" w:rsidRPr="006F699D" w:rsidRDefault="00DD1E96" w:rsidP="00377BCE">
      <w:pPr>
        <w:rPr>
          <w:lang w:eastAsia="ja-JP"/>
        </w:rPr>
      </w:pPr>
      <w:r w:rsidRPr="006F699D">
        <w:t>A</w:t>
      </w:r>
      <w:r w:rsidR="00646BEC">
        <w:t xml:space="preserve"> </w:t>
      </w:r>
      <w:r w:rsidRPr="006F699D">
        <w:t>restriction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calls,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needed,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ja-JP"/>
        </w:rPr>
        <w:t>field</w:t>
      </w:r>
      <w:r w:rsidR="00646BEC">
        <w:t xml:space="preserve"> </w:t>
      </w:r>
      <w:r w:rsidRPr="006F699D">
        <w:rPr>
          <w:i/>
        </w:rPr>
        <w:t>ac-BarringForEmergency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.</w:t>
      </w:r>
      <w:r w:rsidR="00646BEC">
        <w:t xml:space="preserve"> </w:t>
      </w:r>
      <w:r w:rsidR="00776220" w:rsidRPr="006F699D">
        <w:t>If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class</w:t>
      </w:r>
      <w:r w:rsidR="00646BEC">
        <w:t xml:space="preserve"> </w:t>
      </w:r>
      <w:r w:rsidR="00776220" w:rsidRPr="006F699D">
        <w:t>10</w:t>
      </w:r>
      <w:r w:rsidR="00646BEC">
        <w:t xml:space="preserve"> </w:t>
      </w:r>
      <w:r w:rsidR="00776220" w:rsidRPr="006F699D">
        <w:t>is</w:t>
      </w:r>
      <w:r w:rsidR="00646BEC">
        <w:t xml:space="preserve"> </w:t>
      </w:r>
      <w:r w:rsidR="00776220" w:rsidRPr="006F699D">
        <w:t>indicated</w:t>
      </w:r>
      <w:r w:rsidR="00646BEC">
        <w:t xml:space="preserve"> </w:t>
      </w:r>
      <w:r w:rsidR="00776220" w:rsidRPr="006F699D">
        <w:t>as</w:t>
      </w:r>
      <w:r w:rsidR="00646BEC">
        <w:t xml:space="preserve"> </w:t>
      </w:r>
      <w:r w:rsidR="00776220" w:rsidRPr="006F699D">
        <w:t>barred</w:t>
      </w:r>
      <w:r w:rsidR="00646BEC">
        <w:t xml:space="preserve"> </w:t>
      </w:r>
      <w:r w:rsidR="00776220" w:rsidRPr="006F699D">
        <w:t>in</w:t>
      </w:r>
      <w:r w:rsidR="00646BEC">
        <w:t xml:space="preserve"> </w:t>
      </w:r>
      <w:r w:rsidR="00776220" w:rsidRPr="006F699D">
        <w:t>a</w:t>
      </w:r>
      <w:r w:rsidR="00646BEC">
        <w:t xml:space="preserve"> </w:t>
      </w:r>
      <w:r w:rsidR="00776220" w:rsidRPr="006F699D">
        <w:t>cell,</w:t>
      </w:r>
      <w:r w:rsidR="00646BEC">
        <w:t xml:space="preserve"> </w:t>
      </w:r>
      <w:r w:rsidR="00776220" w:rsidRPr="006F699D">
        <w:t>UEs</w:t>
      </w:r>
      <w:r w:rsidR="00646BEC">
        <w:t xml:space="preserve"> </w:t>
      </w:r>
      <w:r w:rsidR="00776220" w:rsidRPr="006F699D">
        <w:t>with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class</w:t>
      </w:r>
      <w:r w:rsidR="00646BEC">
        <w:t xml:space="preserve"> </w:t>
      </w:r>
      <w:r w:rsidR="00776220" w:rsidRPr="006F699D">
        <w:t>0</w:t>
      </w:r>
      <w:r w:rsidR="00646BEC">
        <w:t xml:space="preserve"> </w:t>
      </w:r>
      <w:r w:rsidR="00776220" w:rsidRPr="006F699D">
        <w:t>to</w:t>
      </w:r>
      <w:r w:rsidR="00646BEC">
        <w:t xml:space="preserve"> </w:t>
      </w:r>
      <w:r w:rsidR="00776220" w:rsidRPr="006F699D">
        <w:t>9</w:t>
      </w:r>
      <w:r w:rsidR="00646BEC">
        <w:t xml:space="preserve"> </w:t>
      </w:r>
      <w:r w:rsidR="00776220" w:rsidRPr="006F699D">
        <w:t>or</w:t>
      </w:r>
      <w:r w:rsidR="00646BEC">
        <w:t xml:space="preserve"> </w:t>
      </w:r>
      <w:r w:rsidR="00776220" w:rsidRPr="006F699D">
        <w:t>without</w:t>
      </w:r>
      <w:r w:rsidR="00646BEC">
        <w:t xml:space="preserve"> </w:t>
      </w:r>
      <w:r w:rsidR="00776220" w:rsidRPr="006F699D">
        <w:t>an</w:t>
      </w:r>
      <w:r w:rsidR="00646BEC">
        <w:t xml:space="preserve"> </w:t>
      </w:r>
      <w:r w:rsidR="00776220" w:rsidRPr="006F699D">
        <w:t>IMSI</w:t>
      </w:r>
      <w:r w:rsidR="00646BEC">
        <w:t xml:space="preserve"> </w:t>
      </w:r>
      <w:r w:rsidR="00776220" w:rsidRPr="006F699D">
        <w:t>are</w:t>
      </w:r>
      <w:r w:rsidR="00646BEC">
        <w:t xml:space="preserve"> </w:t>
      </w:r>
      <w:r w:rsidR="00776220" w:rsidRPr="006F699D">
        <w:t>not</w:t>
      </w:r>
      <w:r w:rsidR="00646BEC">
        <w:t xml:space="preserve"> </w:t>
      </w:r>
      <w:r w:rsidR="00776220" w:rsidRPr="006F699D">
        <w:t>allowed</w:t>
      </w:r>
      <w:r w:rsidR="00646BEC">
        <w:t xml:space="preserve"> </w:t>
      </w:r>
      <w:r w:rsidR="00776220" w:rsidRPr="006F699D">
        <w:t>to</w:t>
      </w:r>
      <w:r w:rsidR="00646BEC">
        <w:t xml:space="preserve"> </w:t>
      </w:r>
      <w:r w:rsidR="00776220" w:rsidRPr="006F699D">
        <w:t>initiate</w:t>
      </w:r>
      <w:r w:rsidR="00646BEC">
        <w:t xml:space="preserve"> </w:t>
      </w:r>
      <w:r w:rsidR="00776220" w:rsidRPr="006F699D">
        <w:t>emergency</w:t>
      </w:r>
      <w:r w:rsidR="00646BEC">
        <w:t xml:space="preserve"> </w:t>
      </w:r>
      <w:r w:rsidR="00776220" w:rsidRPr="006F699D">
        <w:t>calls</w:t>
      </w:r>
      <w:r w:rsidR="00646BEC">
        <w:t xml:space="preserve"> </w:t>
      </w:r>
      <w:r w:rsidR="00776220" w:rsidRPr="006F699D">
        <w:t>in</w:t>
      </w:r>
      <w:r w:rsidR="00646BEC">
        <w:t xml:space="preserve"> </w:t>
      </w:r>
      <w:r w:rsidR="00776220" w:rsidRPr="006F699D">
        <w:t>this</w:t>
      </w:r>
      <w:r w:rsidR="00646BEC">
        <w:t xml:space="preserve"> </w:t>
      </w:r>
      <w:r w:rsidR="00776220" w:rsidRPr="006F699D">
        <w:t>cell.</w:t>
      </w:r>
      <w:r w:rsidR="00646BEC">
        <w:t xml:space="preserve"> </w:t>
      </w:r>
      <w:r w:rsidR="00776220" w:rsidRPr="006F699D">
        <w:t>For</w:t>
      </w:r>
      <w:r w:rsidR="00646BEC">
        <w:t xml:space="preserve"> </w:t>
      </w:r>
      <w:r w:rsidR="00776220" w:rsidRPr="006F699D">
        <w:t>UEs</w:t>
      </w:r>
      <w:r w:rsidR="00646BEC">
        <w:t xml:space="preserve"> </w:t>
      </w:r>
      <w:r w:rsidR="00776220" w:rsidRPr="006F699D">
        <w:t>with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classes</w:t>
      </w:r>
      <w:r w:rsidR="00646BEC">
        <w:t xml:space="preserve"> </w:t>
      </w:r>
      <w:r w:rsidR="00776220" w:rsidRPr="006F699D">
        <w:t>11</w:t>
      </w:r>
      <w:r w:rsidR="00646BEC">
        <w:t xml:space="preserve"> </w:t>
      </w:r>
      <w:r w:rsidR="00776220" w:rsidRPr="006F699D">
        <w:t>to</w:t>
      </w:r>
      <w:r w:rsidR="00646BEC">
        <w:t xml:space="preserve"> </w:t>
      </w:r>
      <w:r w:rsidR="00776220" w:rsidRPr="006F699D">
        <w:t>15,</w:t>
      </w:r>
      <w:r w:rsidR="00646BEC">
        <w:t xml:space="preserve"> </w:t>
      </w:r>
      <w:r w:rsidR="00776220" w:rsidRPr="006F699D">
        <w:t>emergency</w:t>
      </w:r>
      <w:r w:rsidR="00646BEC">
        <w:t xml:space="preserve"> </w:t>
      </w:r>
      <w:r w:rsidR="00776220" w:rsidRPr="006F699D">
        <w:t>calls</w:t>
      </w:r>
      <w:r w:rsidR="00646BEC">
        <w:t xml:space="preserve"> </w:t>
      </w:r>
      <w:r w:rsidR="00776220" w:rsidRPr="006F699D">
        <w:t>are</w:t>
      </w:r>
      <w:r w:rsidR="00646BEC">
        <w:t xml:space="preserve"> </w:t>
      </w:r>
      <w:r w:rsidR="00776220" w:rsidRPr="006F699D">
        <w:t>not</w:t>
      </w:r>
      <w:r w:rsidR="00646BEC">
        <w:t xml:space="preserve"> </w:t>
      </w:r>
      <w:r w:rsidR="00776220" w:rsidRPr="006F699D">
        <w:t>allowed</w:t>
      </w:r>
      <w:r w:rsidR="00646BEC">
        <w:t xml:space="preserve"> </w:t>
      </w:r>
      <w:r w:rsidR="00776220" w:rsidRPr="006F699D">
        <w:t>if</w:t>
      </w:r>
      <w:r w:rsidR="00646BEC">
        <w:t xml:space="preserve"> </w:t>
      </w:r>
      <w:r w:rsidR="00776220" w:rsidRPr="006F699D">
        <w:t>both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class</w:t>
      </w:r>
      <w:r w:rsidR="00646BEC">
        <w:t xml:space="preserve"> </w:t>
      </w:r>
      <w:r w:rsidR="00776220" w:rsidRPr="006F699D">
        <w:t>10</w:t>
      </w:r>
      <w:r w:rsidR="00646BEC">
        <w:t xml:space="preserve"> </w:t>
      </w:r>
      <w:r w:rsidR="00776220" w:rsidRPr="006F699D">
        <w:t>and</w:t>
      </w:r>
      <w:r w:rsidR="00646BEC">
        <w:t xml:space="preserve"> </w:t>
      </w:r>
      <w:r w:rsidR="00776220" w:rsidRPr="006F699D">
        <w:t>the</w:t>
      </w:r>
      <w:r w:rsidR="00646BEC">
        <w:t xml:space="preserve"> </w:t>
      </w:r>
      <w:r w:rsidR="00776220" w:rsidRPr="006F699D">
        <w:t>relevant</w:t>
      </w:r>
      <w:r w:rsidR="00646BEC">
        <w:t xml:space="preserve"> </w:t>
      </w:r>
      <w:r w:rsidR="00776220" w:rsidRPr="006F699D">
        <w:t>access</w:t>
      </w:r>
      <w:r w:rsidR="00646BEC">
        <w:t xml:space="preserve"> </w:t>
      </w:r>
      <w:r w:rsidR="00776220" w:rsidRPr="006F699D">
        <w:t>class</w:t>
      </w:r>
      <w:r w:rsidR="00646BEC">
        <w:t xml:space="preserve"> </w:t>
      </w:r>
      <w:r w:rsidR="00776220" w:rsidRPr="006F699D">
        <w:t>(11</w:t>
      </w:r>
      <w:r w:rsidR="00646BEC">
        <w:t xml:space="preserve"> </w:t>
      </w:r>
      <w:r w:rsidR="00776220" w:rsidRPr="006F699D">
        <w:t>to</w:t>
      </w:r>
      <w:r w:rsidR="00646BEC">
        <w:t xml:space="preserve"> </w:t>
      </w:r>
      <w:r w:rsidR="00776220" w:rsidRPr="006F699D">
        <w:t>15)</w:t>
      </w:r>
      <w:r w:rsidR="00646BEC">
        <w:t xml:space="preserve"> </w:t>
      </w:r>
      <w:r w:rsidR="00776220" w:rsidRPr="006F699D">
        <w:t>are</w:t>
      </w:r>
      <w:r w:rsidR="00646BEC">
        <w:t xml:space="preserve"> </w:t>
      </w:r>
      <w:r w:rsidR="00776220" w:rsidRPr="006F699D">
        <w:t>barred.</w:t>
      </w:r>
      <w:r w:rsidR="00646BEC">
        <w:t xml:space="preserve"> </w:t>
      </w:r>
      <w:r w:rsidR="00776220" w:rsidRPr="006F699D">
        <w:t>Otherwise,</w:t>
      </w:r>
      <w:r w:rsidR="00646BEC">
        <w:t xml:space="preserve"> </w:t>
      </w:r>
      <w:r w:rsidR="00776220" w:rsidRPr="006F699D">
        <w:t>emergency</w:t>
      </w:r>
      <w:r w:rsidR="00646BEC">
        <w:t xml:space="preserve"> </w:t>
      </w:r>
      <w:r w:rsidR="00776220" w:rsidRPr="006F699D">
        <w:t>calls</w:t>
      </w:r>
      <w:r w:rsidR="00646BEC">
        <w:t xml:space="preserve"> </w:t>
      </w:r>
      <w:r w:rsidR="00776220" w:rsidRPr="006F699D">
        <w:t>are</w:t>
      </w:r>
      <w:r w:rsidR="00646BEC">
        <w:t xml:space="preserve"> </w:t>
      </w:r>
      <w:r w:rsidR="00776220" w:rsidRPr="006F699D">
        <w:t>allowed</w:t>
      </w:r>
      <w:r w:rsidR="00646BEC">
        <w:t xml:space="preserve"> </w:t>
      </w:r>
      <w:r w:rsidR="00776220" w:rsidRPr="006F699D">
        <w:t>for</w:t>
      </w:r>
      <w:r w:rsidR="00646BEC">
        <w:t xml:space="preserve"> </w:t>
      </w:r>
      <w:r w:rsidR="00776220" w:rsidRPr="006F699D">
        <w:t>those</w:t>
      </w:r>
      <w:r w:rsidR="00646BEC">
        <w:t xml:space="preserve"> </w:t>
      </w:r>
      <w:r w:rsidR="00776220" w:rsidRPr="006F699D">
        <w:t>UEs.</w:t>
      </w:r>
    </w:p>
    <w:p w14:paraId="1344FAD3" w14:textId="22A1E43E" w:rsidR="00873672" w:rsidRPr="006F699D" w:rsidRDefault="00776220" w:rsidP="00873672">
      <w:r w:rsidRPr="006F699D">
        <w:t>Full</w:t>
      </w:r>
      <w:r w:rsidR="00646BEC">
        <w:t xml:space="preserve"> </w:t>
      </w:r>
      <w:r w:rsidRPr="006F699D">
        <w:t>details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operation</w:t>
      </w:r>
      <w:r w:rsidR="00646BEC">
        <w:t xml:space="preserve"> </w:t>
      </w:r>
      <w:r w:rsidRPr="006F699D">
        <w:t>under</w:t>
      </w:r>
      <w:r w:rsidR="00646BEC">
        <w:t xml:space="preserve"> </w:t>
      </w:r>
      <w:r w:rsidRPr="006F699D">
        <w:t>"Access</w:t>
      </w:r>
      <w:r w:rsidR="00646BEC">
        <w:t xml:space="preserve"> </w:t>
      </w:r>
      <w:r w:rsidRPr="006F699D">
        <w:t>class</w:t>
      </w:r>
      <w:r w:rsidR="00646BEC">
        <w:t xml:space="preserve"> </w:t>
      </w:r>
      <w:r w:rsidRPr="006F699D">
        <w:t>bar</w:t>
      </w:r>
      <w:r w:rsidR="009F7CA6" w:rsidRPr="006F699D">
        <w:t>red</w:t>
      </w:r>
      <w:r w:rsidR="00646BEC">
        <w:t xml:space="preserve"> </w:t>
      </w:r>
      <w:r w:rsidR="009F7CA6" w:rsidRPr="006F699D">
        <w:t>list"</w:t>
      </w:r>
      <w:r w:rsidR="00646BEC">
        <w:t xml:space="preserve"> </w:t>
      </w:r>
      <w:r w:rsidR="009F7CA6" w:rsidRPr="006F699D">
        <w:t>are</w:t>
      </w:r>
      <w:r w:rsidR="00646BEC">
        <w:t xml:space="preserve"> </w:t>
      </w:r>
      <w:r w:rsidR="009F7CA6" w:rsidRPr="006F699D">
        <w:t>described</w:t>
      </w:r>
      <w:r w:rsidR="00646BEC">
        <w:t xml:space="preserve"> </w:t>
      </w:r>
      <w:r w:rsidR="009F7CA6"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22.011</w:t>
      </w:r>
      <w:r w:rsidR="00646BEC">
        <w:t xml:space="preserve"> </w:t>
      </w:r>
      <w:r w:rsidR="006F699D" w:rsidRPr="006F699D">
        <w:t>[</w:t>
      </w:r>
      <w:r w:rsidR="00057D27" w:rsidRPr="006F699D">
        <w:t>4]</w:t>
      </w:r>
      <w:r w:rsidR="009F7CA6" w:rsidRPr="006F699D">
        <w:t>.</w:t>
      </w:r>
    </w:p>
    <w:p w14:paraId="58573B94" w14:textId="601CB380" w:rsidR="00776220" w:rsidRPr="006F699D" w:rsidRDefault="00873672" w:rsidP="00873672">
      <w:r w:rsidRPr="006F699D">
        <w:lastRenderedPageBreak/>
        <w:t>For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restriction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category</w:t>
      </w:r>
      <w:r w:rsidR="00646BEC">
        <w:t xml:space="preserve"> </w:t>
      </w:r>
      <w:r w:rsidRPr="006F699D">
        <w:t>2</w:t>
      </w:r>
      <w:r w:rsidR="00646BEC">
        <w:t xml:space="preserve"> </w:t>
      </w:r>
      <w:r w:rsidRPr="006F699D">
        <w:t>under</w:t>
      </w:r>
      <w:r w:rsidR="00646BEC">
        <w:t xml:space="preserve"> </w:t>
      </w:r>
      <w:r w:rsidRPr="006F699D">
        <w:t>unified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control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t>.</w:t>
      </w:r>
    </w:p>
    <w:p w14:paraId="25958F2F" w14:textId="697AAA8C" w:rsidR="003072BD" w:rsidRPr="006F699D" w:rsidRDefault="003072BD" w:rsidP="00377BCE">
      <w:pPr>
        <w:pStyle w:val="Heading2"/>
      </w:pPr>
      <w:bookmarkStart w:id="230" w:name="_Ref435952694"/>
      <w:bookmarkStart w:id="231" w:name="_Toc29237929"/>
      <w:bookmarkStart w:id="232" w:name="_Toc46523046"/>
      <w:bookmarkStart w:id="233" w:name="_Toc100742624"/>
      <w:r w:rsidRPr="006F699D">
        <w:t>5.</w:t>
      </w:r>
      <w:r w:rsidR="00FE6B7C" w:rsidRPr="006F699D">
        <w:t>4</w:t>
      </w:r>
      <w:r w:rsidRPr="006F699D">
        <w:tab/>
      </w:r>
      <w:r w:rsidR="001549CE" w:rsidRPr="006F699D">
        <w:t>Tracking</w:t>
      </w:r>
      <w:r w:rsidR="00646BEC">
        <w:t xml:space="preserve"> </w:t>
      </w:r>
      <w:r w:rsidR="001549CE" w:rsidRPr="006F699D">
        <w:t>Area</w:t>
      </w:r>
      <w:r w:rsidR="00646BEC">
        <w:t xml:space="preserve"> </w:t>
      </w:r>
      <w:r w:rsidR="00FD1DF6" w:rsidRPr="006F699D">
        <w:t>r</w:t>
      </w:r>
      <w:r w:rsidRPr="006F699D">
        <w:t>egistration</w:t>
      </w:r>
      <w:bookmarkEnd w:id="230"/>
      <w:bookmarkEnd w:id="231"/>
      <w:bookmarkEnd w:id="232"/>
      <w:bookmarkEnd w:id="233"/>
    </w:p>
    <w:p w14:paraId="75A2BF8F" w14:textId="2D87254D" w:rsidR="00776220" w:rsidRPr="006F699D" w:rsidRDefault="00776220" w:rsidP="00377BCE">
      <w:pPr>
        <w:rPr>
          <w:snapToGrid w:val="0"/>
        </w:rPr>
      </w:pP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AS</w:t>
      </w:r>
      <w:r w:rsidR="00646BEC">
        <w:rPr>
          <w:snapToGrid w:val="0"/>
          <w:lang w:eastAsia="ja-JP"/>
        </w:rPr>
        <w:t xml:space="preserve"> </w:t>
      </w:r>
      <w:r w:rsidRPr="006F699D">
        <w:rPr>
          <w:snapToGrid w:val="0"/>
        </w:rPr>
        <w:t>shall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report</w:t>
      </w:r>
      <w:r w:rsidR="00646BEC">
        <w:rPr>
          <w:snapToGrid w:val="0"/>
        </w:rPr>
        <w:t xml:space="preserve"> </w:t>
      </w:r>
      <w:r w:rsidR="009F7CA6" w:rsidRPr="006F699D">
        <w:rPr>
          <w:snapToGrid w:val="0"/>
        </w:rPr>
        <w:t>tracking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area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information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NAS.</w:t>
      </w:r>
    </w:p>
    <w:p w14:paraId="7F9BC7B5" w14:textId="393B73A0" w:rsidR="00776220" w:rsidRPr="006F699D" w:rsidRDefault="00776220" w:rsidP="00377BCE">
      <w:pPr>
        <w:rPr>
          <w:snapToGrid w:val="0"/>
        </w:rPr>
      </w:pPr>
      <w:r w:rsidRPr="006F699D">
        <w:rPr>
          <w:snapToGrid w:val="0"/>
        </w:rPr>
        <w:t>If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reads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more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than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one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identity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current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shall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report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found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PLMN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identities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that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make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suitable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="009F7CA6" w:rsidRPr="006F699D">
        <w:rPr>
          <w:snapToGrid w:val="0"/>
        </w:rPr>
        <w:t>tracking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area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information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NAS.</w:t>
      </w:r>
    </w:p>
    <w:p w14:paraId="16496736" w14:textId="2F152204" w:rsidR="00776220" w:rsidRPr="006F699D" w:rsidRDefault="00776220" w:rsidP="00377BCE">
      <w:r w:rsidRPr="006F699D">
        <w:t>The</w:t>
      </w:r>
      <w:r w:rsidR="00646BEC">
        <w:t xml:space="preserve"> </w:t>
      </w:r>
      <w:r w:rsidR="00063252" w:rsidRPr="006F699D">
        <w:t>NAS</w:t>
      </w:r>
      <w:r w:rsidR="00646BEC">
        <w:t xml:space="preserve"> </w:t>
      </w:r>
      <w:r w:rsidRPr="006F699D">
        <w:t>part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location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process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23.122</w:t>
      </w:r>
      <w:r w:rsidR="00646BEC">
        <w:t xml:space="preserve"> </w:t>
      </w:r>
      <w:r w:rsidR="006F699D" w:rsidRPr="006F699D">
        <w:t>[</w:t>
      </w:r>
      <w:r w:rsidR="00057D27" w:rsidRPr="006F699D">
        <w:t>5]</w:t>
      </w:r>
      <w:r w:rsidRPr="006F699D">
        <w:t>.</w:t>
      </w:r>
    </w:p>
    <w:p w14:paraId="19095138" w14:textId="09409A44" w:rsidR="00776220" w:rsidRPr="006F699D" w:rsidRDefault="00776220" w:rsidP="00377BCE">
      <w:r w:rsidRPr="006F699D">
        <w:t>Actions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upon</w:t>
      </w:r>
      <w:r w:rsidR="00646BEC">
        <w:t xml:space="preserve"> </w:t>
      </w:r>
      <w:r w:rsidRPr="006F699D">
        <w:t>reception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Location</w:t>
      </w:r>
      <w:r w:rsidR="00646BEC">
        <w:t xml:space="preserve"> </w:t>
      </w:r>
      <w:r w:rsidRPr="006F699D">
        <w:t>Registration</w:t>
      </w:r>
      <w:r w:rsidR="00646BEC">
        <w:t xml:space="preserve"> </w:t>
      </w:r>
      <w:r w:rsidRPr="006F699D">
        <w:t>reject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22.011</w:t>
      </w:r>
      <w:r w:rsidR="00646BEC">
        <w:t xml:space="preserve"> </w:t>
      </w:r>
      <w:r w:rsidR="006F699D" w:rsidRPr="006F699D">
        <w:t>[</w:t>
      </w:r>
      <w:r w:rsidR="00057D27" w:rsidRPr="006F699D">
        <w:t>4]</w:t>
      </w:r>
      <w:r w:rsidR="00646BEC">
        <w:t xml:space="preserve"> </w:t>
      </w:r>
      <w:r w:rsidRPr="006F699D">
        <w:t>and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24.301</w:t>
      </w:r>
      <w:r w:rsidR="00646BEC">
        <w:t xml:space="preserve"> </w:t>
      </w:r>
      <w:r w:rsidR="006F699D" w:rsidRPr="006F699D">
        <w:t>[</w:t>
      </w:r>
      <w:r w:rsidR="00057D27" w:rsidRPr="006F699D">
        <w:t>16]</w:t>
      </w:r>
      <w:r w:rsidRPr="006F699D">
        <w:t>.</w:t>
      </w:r>
    </w:p>
    <w:p w14:paraId="157D9994" w14:textId="6F5983A5" w:rsidR="00CD27E8" w:rsidRPr="006F699D" w:rsidRDefault="002E7560" w:rsidP="00377BCE">
      <w:pPr>
        <w:pStyle w:val="Heading2"/>
      </w:pPr>
      <w:bookmarkStart w:id="234" w:name="_Toc29237930"/>
      <w:bookmarkStart w:id="235" w:name="_Toc46523047"/>
      <w:bookmarkStart w:id="236" w:name="_Toc100742625"/>
      <w:r w:rsidRPr="006F699D">
        <w:t>5.5</w:t>
      </w:r>
      <w:r w:rsidRPr="006F699D">
        <w:tab/>
        <w:t>Support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manual</w:t>
      </w:r>
      <w:r w:rsidR="00646BEC">
        <w:t xml:space="preserve"> </w:t>
      </w:r>
      <w:r w:rsidRPr="006F699D">
        <w:t>CSG</w:t>
      </w:r>
      <w:r w:rsidR="00646BEC">
        <w:t xml:space="preserve"> </w:t>
      </w:r>
      <w:r w:rsidR="00CD27E8" w:rsidRPr="006F699D">
        <w:t>selection</w:t>
      </w:r>
      <w:bookmarkEnd w:id="234"/>
      <w:bookmarkEnd w:id="235"/>
      <w:bookmarkEnd w:id="236"/>
    </w:p>
    <w:p w14:paraId="0E797A24" w14:textId="5008D9B5" w:rsidR="00CD27E8" w:rsidRPr="006F699D" w:rsidRDefault="00CD27E8" w:rsidP="00377BCE">
      <w:pPr>
        <w:pStyle w:val="Heading3"/>
        <w:rPr>
          <w:lang w:eastAsia="ja-JP"/>
        </w:rPr>
      </w:pPr>
      <w:bookmarkStart w:id="237" w:name="_Toc29237931"/>
      <w:bookmarkStart w:id="238" w:name="_Toc46523048"/>
      <w:bookmarkStart w:id="239" w:name="_Toc100742626"/>
      <w:r w:rsidRPr="006F699D">
        <w:rPr>
          <w:lang w:eastAsia="ja-JP"/>
        </w:rPr>
        <w:t>5.5.1</w:t>
      </w:r>
      <w:r w:rsidRPr="006F699D">
        <w:rPr>
          <w:lang w:eastAsia="ja-JP"/>
        </w:rPr>
        <w:tab/>
        <w:t>E-UTRA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case</w:t>
      </w:r>
      <w:bookmarkEnd w:id="237"/>
      <w:bookmarkEnd w:id="238"/>
      <w:bookmarkEnd w:id="239"/>
    </w:p>
    <w:p w14:paraId="654F7378" w14:textId="33701F5A" w:rsidR="00CD27E8" w:rsidRPr="006F699D" w:rsidRDefault="00CD27E8" w:rsidP="00377BCE">
      <w:pPr>
        <w:tabs>
          <w:tab w:val="left" w:pos="7713"/>
        </w:tabs>
        <w:rPr>
          <w:snapToGrid w:val="0"/>
        </w:rPr>
      </w:pP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request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NAS,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AS</w:t>
      </w:r>
      <w:r w:rsidR="00646BEC">
        <w:rPr>
          <w:lang w:eastAsia="ja-JP"/>
        </w:rPr>
        <w:t xml:space="preserve"> </w:t>
      </w:r>
      <w:r w:rsidRPr="006F699D">
        <w:t>shall</w:t>
      </w:r>
      <w:r w:rsidR="00646BEC">
        <w:t xml:space="preserve"> </w:t>
      </w:r>
      <w:r w:rsidRPr="006F699D">
        <w:t>scan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RF</w:t>
      </w:r>
      <w:r w:rsidR="00646BEC">
        <w:t xml:space="preserve"> </w:t>
      </w:r>
      <w:r w:rsidRPr="006F699D">
        <w:t>channels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bands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its</w:t>
      </w:r>
      <w:r w:rsidR="00646BEC">
        <w:t xml:space="preserve"> </w:t>
      </w:r>
      <w:r w:rsidRPr="006F699D">
        <w:t>capabilities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fin</w:t>
      </w:r>
      <w:r w:rsidR="002E7560" w:rsidRPr="006F699D">
        <w:t>d</w:t>
      </w:r>
      <w:r w:rsidR="00646BEC">
        <w:t xml:space="preserve"> </w:t>
      </w:r>
      <w:r w:rsidR="002E7560" w:rsidRPr="006F699D">
        <w:t>available</w:t>
      </w:r>
      <w:r w:rsidR="00646BEC">
        <w:t xml:space="preserve"> </w:t>
      </w:r>
      <w:r w:rsidR="002E7560" w:rsidRPr="006F699D">
        <w:t>CSG</w:t>
      </w:r>
      <w:r w:rsidRPr="006F699D">
        <w:t>s.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each</w:t>
      </w:r>
      <w:r w:rsidR="00646BEC">
        <w:t xml:space="preserve"> </w:t>
      </w:r>
      <w:r w:rsidRPr="006F699D">
        <w:t>carrier,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at</w:t>
      </w:r>
      <w:r w:rsidR="00646BEC">
        <w:t xml:space="preserve"> </w:t>
      </w:r>
      <w:r w:rsidRPr="006F699D">
        <w:t>least</w:t>
      </w:r>
      <w:r w:rsidR="00646BEC">
        <w:t xml:space="preserve"> </w:t>
      </w:r>
      <w:r w:rsidRPr="006F699D">
        <w:t>search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strongest</w:t>
      </w:r>
      <w:r w:rsidR="00646BEC">
        <w:t xml:space="preserve"> </w:t>
      </w:r>
      <w:r w:rsidRPr="006F699D">
        <w:t>cell,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read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its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system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information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and</w:t>
      </w:r>
      <w:r w:rsidR="00646BEC">
        <w:t xml:space="preserve"> </w:t>
      </w:r>
      <w:r w:rsidRPr="006F699D">
        <w:t>report</w:t>
      </w:r>
      <w:r w:rsidR="00646BEC">
        <w:t xml:space="preserve"> </w:t>
      </w:r>
      <w:r w:rsidRPr="006F699D">
        <w:t>available</w:t>
      </w:r>
      <w:r w:rsidR="00646BEC">
        <w:t xml:space="preserve"> </w:t>
      </w:r>
      <w:smartTag w:uri="urn:schemas-microsoft-com:office:smarttags" w:element="stockticker">
        <w:r w:rsidRPr="006F699D">
          <w:t>CSG</w:t>
        </w:r>
      </w:smartTag>
      <w:r w:rsidR="00646BEC">
        <w:t xml:space="preserve"> </w:t>
      </w:r>
      <w:r w:rsidR="00A517D5" w:rsidRPr="006F699D">
        <w:t>ID(s)</w:t>
      </w:r>
      <w:r w:rsidR="00646BEC">
        <w:t xml:space="preserve"> </w:t>
      </w:r>
      <w:r w:rsidR="00A517D5" w:rsidRPr="006F699D">
        <w:t>together</w:t>
      </w:r>
      <w:r w:rsidR="00646BEC">
        <w:t xml:space="preserve"> </w:t>
      </w:r>
      <w:r w:rsidR="00A517D5" w:rsidRPr="006F699D">
        <w:t>with</w:t>
      </w:r>
      <w:r w:rsidR="00646BEC">
        <w:t xml:space="preserve"> </w:t>
      </w:r>
      <w:r w:rsidR="00A517D5" w:rsidRPr="006F699D">
        <w:t>their</w:t>
      </w:r>
      <w:r w:rsidR="00646BEC">
        <w:t xml:space="preserve"> </w:t>
      </w:r>
      <w:r w:rsidR="00A517D5" w:rsidRPr="006F699D">
        <w:t>"HNB</w:t>
      </w:r>
      <w:r w:rsidR="00646BEC">
        <w:t xml:space="preserve"> </w:t>
      </w:r>
      <w:r w:rsidR="00A517D5" w:rsidRPr="006F699D">
        <w:t>name"</w:t>
      </w:r>
      <w:r w:rsidR="00646BEC">
        <w:t xml:space="preserve"> </w:t>
      </w:r>
      <w:r w:rsidRPr="006F699D">
        <w:t>(if</w:t>
      </w:r>
      <w:r w:rsidR="00646BEC">
        <w:t xml:space="preserve"> </w:t>
      </w:r>
      <w:r w:rsidRPr="006F699D">
        <w:t>broadcast)</w:t>
      </w:r>
      <w:r w:rsidR="00646BEC">
        <w:t xml:space="preserve"> </w:t>
      </w:r>
      <w:r w:rsidR="00A363ED" w:rsidRPr="006F699D">
        <w:t>and</w:t>
      </w:r>
      <w:r w:rsidR="00646BEC">
        <w:t xml:space="preserve"> </w:t>
      </w:r>
      <w:r w:rsidR="00A363ED" w:rsidRPr="006F699D">
        <w:t>PLMN(s)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NAS.</w:t>
      </w:r>
      <w:r w:rsidR="00646BEC">
        <w:t xml:space="preserve"> </w:t>
      </w:r>
      <w:r w:rsidR="002E7560"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search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available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CSG</w:t>
      </w:r>
      <w:r w:rsidRPr="006F699D">
        <w:rPr>
          <w:snapToGrid w:val="0"/>
        </w:rPr>
        <w:t>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may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stopped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request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of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NAS.</w:t>
      </w:r>
    </w:p>
    <w:p w14:paraId="340DABDE" w14:textId="3C131561" w:rsidR="00CD27E8" w:rsidRPr="006F699D" w:rsidRDefault="00CD27E8" w:rsidP="00377BCE">
      <w:pPr>
        <w:rPr>
          <w:snapToGrid w:val="0"/>
        </w:rPr>
      </w:pPr>
      <w:r w:rsidRPr="006F699D">
        <w:rPr>
          <w:snapToGrid w:val="0"/>
        </w:rPr>
        <w:t>If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NAS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has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selected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</w:t>
      </w:r>
      <w:r w:rsidR="00646BEC">
        <w:rPr>
          <w:snapToGrid w:val="0"/>
        </w:rPr>
        <w:t xml:space="preserve"> </w:t>
      </w:r>
      <w:smartTag w:uri="urn:schemas-microsoft-com:office:smarttags" w:element="stockticker">
        <w:r w:rsidRPr="006F699D">
          <w:rPr>
            <w:snapToGrid w:val="0"/>
          </w:rPr>
          <w:t>CSG</w:t>
        </w:r>
      </w:smartTag>
      <w:r w:rsidR="00646BEC">
        <w:rPr>
          <w:snapToGrid w:val="0"/>
        </w:rPr>
        <w:t xml:space="preserve"> </w:t>
      </w:r>
      <w:r w:rsidRPr="006F699D">
        <w:rPr>
          <w:snapToGrid w:val="0"/>
        </w:rPr>
        <w:t>and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provided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this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selection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AS,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UE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shall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search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acceptable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suitable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cell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belonging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selected</w:t>
      </w:r>
      <w:r w:rsidR="00646BEC">
        <w:rPr>
          <w:snapToGrid w:val="0"/>
        </w:rPr>
        <w:t xml:space="preserve"> </w:t>
      </w:r>
      <w:r w:rsidR="002E7560" w:rsidRPr="006F699D">
        <w:rPr>
          <w:snapToGrid w:val="0"/>
        </w:rPr>
        <w:t>CSG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to</w:t>
      </w:r>
      <w:r w:rsidR="00646BEC">
        <w:rPr>
          <w:snapToGrid w:val="0"/>
        </w:rPr>
        <w:t xml:space="preserve"> </w:t>
      </w:r>
      <w:r w:rsidR="00A269BC" w:rsidRPr="006F699D">
        <w:rPr>
          <w:snapToGrid w:val="0"/>
        </w:rPr>
        <w:t>camp</w:t>
      </w:r>
      <w:r w:rsidR="00646BEC">
        <w:rPr>
          <w:snapToGrid w:val="0"/>
        </w:rPr>
        <w:t xml:space="preserve"> </w:t>
      </w:r>
      <w:r w:rsidR="00A269BC" w:rsidRPr="006F699D">
        <w:rPr>
          <w:snapToGrid w:val="0"/>
        </w:rPr>
        <w:t>on</w:t>
      </w:r>
      <w:r w:rsidRPr="006F699D">
        <w:rPr>
          <w:snapToGrid w:val="0"/>
        </w:rPr>
        <w:t>.</w:t>
      </w:r>
    </w:p>
    <w:p w14:paraId="0B87455C" w14:textId="6F8AB7F2" w:rsidR="00CD27E8" w:rsidRPr="006F699D" w:rsidRDefault="00CD27E8" w:rsidP="00377BCE">
      <w:pPr>
        <w:pStyle w:val="Heading3"/>
        <w:ind w:left="0" w:firstLine="0"/>
        <w:rPr>
          <w:lang w:eastAsia="ja-JP"/>
        </w:rPr>
      </w:pPr>
      <w:bookmarkStart w:id="240" w:name="_Toc29237932"/>
      <w:bookmarkStart w:id="241" w:name="_Toc46523049"/>
      <w:bookmarkStart w:id="242" w:name="_Toc100742627"/>
      <w:r w:rsidRPr="006F699D">
        <w:rPr>
          <w:lang w:eastAsia="ja-JP"/>
        </w:rPr>
        <w:t>5.5.2</w:t>
      </w:r>
      <w:r w:rsidRPr="006F699D">
        <w:rPr>
          <w:lang w:eastAsia="ja-JP"/>
        </w:rPr>
        <w:tab/>
        <w:t>UTRA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case</w:t>
      </w:r>
      <w:bookmarkEnd w:id="240"/>
      <w:bookmarkEnd w:id="241"/>
      <w:bookmarkEnd w:id="242"/>
    </w:p>
    <w:p w14:paraId="5F7C8880" w14:textId="459DEFEB" w:rsidR="00CD27E8" w:rsidRPr="006F699D" w:rsidRDefault="002E7560" w:rsidP="00377BCE">
      <w:pPr>
        <w:rPr>
          <w:snapToGrid w:val="0"/>
        </w:rPr>
      </w:pPr>
      <w:r w:rsidRPr="006F699D">
        <w:rPr>
          <w:lang w:eastAsia="ja-JP"/>
        </w:rPr>
        <w:t>Support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manual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CSG</w:t>
      </w:r>
      <w:r w:rsidR="00646BEC">
        <w:rPr>
          <w:lang w:eastAsia="ja-JP"/>
        </w:rPr>
        <w:t xml:space="preserve"> </w:t>
      </w:r>
      <w:r w:rsidR="00CD27E8" w:rsidRPr="006F699D">
        <w:rPr>
          <w:lang w:eastAsia="ja-JP"/>
        </w:rPr>
        <w:t>selection</w:t>
      </w:r>
      <w:r w:rsidR="00646BEC">
        <w:rPr>
          <w:lang w:eastAsia="ja-JP"/>
        </w:rPr>
        <w:t xml:space="preserve"> </w:t>
      </w:r>
      <w:r w:rsidR="00CD27E8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CD27E8" w:rsidRPr="006F699D">
        <w:rPr>
          <w:lang w:eastAsia="ja-JP"/>
        </w:rPr>
        <w:t>UTRA</w:t>
      </w:r>
      <w:r w:rsidR="00646BEC">
        <w:rPr>
          <w:lang w:eastAsia="ja-JP"/>
        </w:rPr>
        <w:t xml:space="preserve"> </w:t>
      </w:r>
      <w:r w:rsidR="00CD27E8"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="00CD27E8" w:rsidRPr="006F699D">
        <w:rPr>
          <w:lang w:eastAsia="ja-JP"/>
        </w:rPr>
        <w:t>described</w:t>
      </w:r>
      <w:r w:rsidR="00646BEC">
        <w:rPr>
          <w:lang w:eastAsia="ja-JP"/>
        </w:rPr>
        <w:t xml:space="preserve"> </w:t>
      </w:r>
      <w:r w:rsidR="00CD27E8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25.304</w:t>
      </w:r>
      <w:r w:rsidR="00646BEC">
        <w:t xml:space="preserve"> </w:t>
      </w:r>
      <w:r w:rsidR="006F699D" w:rsidRPr="006F699D">
        <w:t>[</w:t>
      </w:r>
      <w:r w:rsidR="00057D27" w:rsidRPr="006F699D">
        <w:t>8]</w:t>
      </w:r>
      <w:r w:rsidR="00CD27E8" w:rsidRPr="006F699D">
        <w:rPr>
          <w:snapToGrid w:val="0"/>
        </w:rPr>
        <w:t>.</w:t>
      </w:r>
    </w:p>
    <w:p w14:paraId="478D8B8A" w14:textId="508C381A" w:rsidR="007454F5" w:rsidRPr="006F699D" w:rsidRDefault="007454F5" w:rsidP="00377BCE">
      <w:pPr>
        <w:pStyle w:val="Heading2"/>
      </w:pPr>
      <w:bookmarkStart w:id="243" w:name="_Toc29237933"/>
      <w:bookmarkStart w:id="244" w:name="_Toc46523050"/>
      <w:bookmarkStart w:id="245" w:name="_Toc100742628"/>
      <w:r w:rsidRPr="006F699D">
        <w:t>5.6</w:t>
      </w:r>
      <w:r w:rsidRPr="006F699D">
        <w:tab/>
        <w:t>RAN-assisted</w:t>
      </w:r>
      <w:r w:rsidR="00646BEC">
        <w:t xml:space="preserve"> </w:t>
      </w:r>
      <w:r w:rsidRPr="006F699D">
        <w:t>WLAN</w:t>
      </w:r>
      <w:r w:rsidR="00646BEC">
        <w:t xml:space="preserve"> </w:t>
      </w:r>
      <w:r w:rsidRPr="006F699D">
        <w:t>interworking</w:t>
      </w:r>
      <w:bookmarkEnd w:id="243"/>
      <w:bookmarkEnd w:id="244"/>
      <w:bookmarkEnd w:id="245"/>
    </w:p>
    <w:p w14:paraId="1C2EFC56" w14:textId="78E177E2" w:rsidR="007454F5" w:rsidRPr="006F699D" w:rsidRDefault="007454F5" w:rsidP="00377BCE">
      <w:r w:rsidRPr="006F699D">
        <w:t>The</w:t>
      </w:r>
      <w:r w:rsidR="00646BEC">
        <w:t xml:space="preserve"> </w:t>
      </w:r>
      <w:r w:rsidRPr="006F699D">
        <w:t>purpose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facilitate</w:t>
      </w:r>
      <w:r w:rsidR="00646BEC">
        <w:t xml:space="preserve"> </w:t>
      </w:r>
      <w:r w:rsidRPr="006F699D">
        <w:t>RAN-assisted</w:t>
      </w:r>
      <w:r w:rsidR="00646BEC">
        <w:t xml:space="preserve"> </w:t>
      </w:r>
      <w:r w:rsidRPr="006F699D">
        <w:t>WLAN</w:t>
      </w:r>
      <w:r w:rsidR="00646BEC">
        <w:t xml:space="preserve"> </w:t>
      </w:r>
      <w:r w:rsidRPr="006F699D">
        <w:t>interworking.</w:t>
      </w:r>
    </w:p>
    <w:p w14:paraId="5193227E" w14:textId="50CEAE00" w:rsidR="007454F5" w:rsidRPr="006F699D" w:rsidRDefault="007454F5" w:rsidP="00377BCE">
      <w:pPr>
        <w:pStyle w:val="Heading3"/>
      </w:pPr>
      <w:bookmarkStart w:id="246" w:name="_Toc29237934"/>
      <w:bookmarkStart w:id="247" w:name="_Toc46523051"/>
      <w:bookmarkStart w:id="248" w:name="_Toc100742629"/>
      <w:r w:rsidRPr="006F699D">
        <w:t>5.6.1</w:t>
      </w:r>
      <w:r w:rsidRPr="006F699D">
        <w:tab/>
        <w:t>RAN</w:t>
      </w:r>
      <w:r w:rsidR="00646BEC">
        <w:t xml:space="preserve"> </w:t>
      </w:r>
      <w:r w:rsidRPr="006F699D">
        <w:t>assistance</w:t>
      </w:r>
      <w:r w:rsidR="00646BEC">
        <w:t xml:space="preserve"> </w:t>
      </w:r>
      <w:r w:rsidRPr="006F699D">
        <w:t>parameter</w:t>
      </w:r>
      <w:r w:rsidR="00646BEC">
        <w:t xml:space="preserve"> </w:t>
      </w:r>
      <w:r w:rsidRPr="006F699D">
        <w:t>handling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RRC_IDLE</w:t>
      </w:r>
      <w:bookmarkEnd w:id="246"/>
      <w:bookmarkEnd w:id="247"/>
      <w:bookmarkEnd w:id="248"/>
    </w:p>
    <w:p w14:paraId="149F1EE8" w14:textId="34470EB1" w:rsidR="007454F5" w:rsidRPr="006F699D" w:rsidRDefault="007454F5" w:rsidP="00377BCE">
      <w:pPr>
        <w:rPr>
          <w:lang w:eastAsia="ja-JP"/>
        </w:rPr>
      </w:pPr>
      <w:r w:rsidRPr="006F699D">
        <w:t>RAN</w:t>
      </w:r>
      <w:r w:rsidR="00646BEC">
        <w:t xml:space="preserve"> </w:t>
      </w:r>
      <w:r w:rsidRPr="006F699D">
        <w:t>assistance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rPr>
          <w:noProof/>
        </w:rPr>
        <w:t>may</w:t>
      </w:r>
      <w:r w:rsidR="00646BEC">
        <w:rPr>
          <w:noProof/>
        </w:rPr>
        <w:t xml:space="preserve"> </w:t>
      </w:r>
      <w:r w:rsidRPr="006F699D">
        <w:rPr>
          <w:noProof/>
        </w:rPr>
        <w:t>be</w:t>
      </w:r>
      <w:r w:rsidR="00646BEC">
        <w:rPr>
          <w:noProof/>
        </w:rPr>
        <w:t xml:space="preserve"> </w:t>
      </w:r>
      <w:r w:rsidRPr="006F699D">
        <w:rPr>
          <w:noProof/>
        </w:rPr>
        <w:t>provided</w:t>
      </w:r>
      <w:r w:rsidR="00646BEC">
        <w:rPr>
          <w:noProof/>
        </w:rPr>
        <w:t xml:space="preserve"> </w:t>
      </w:r>
      <w:r w:rsidRPr="006F699D">
        <w:rPr>
          <w:noProof/>
        </w:rPr>
        <w:t>to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noProof/>
        </w:rPr>
        <w:t>UE</w:t>
      </w:r>
      <w:r w:rsidR="00646BEC">
        <w:rPr>
          <w:noProof/>
        </w:rPr>
        <w:t xml:space="preserve"> </w:t>
      </w:r>
      <w:r w:rsidRPr="006F699D">
        <w:rPr>
          <w:noProof/>
        </w:rPr>
        <w:t>in</w:t>
      </w:r>
      <w:r w:rsidR="00646BEC">
        <w:rPr>
          <w:noProof/>
        </w:rPr>
        <w:t xml:space="preserve"> </w:t>
      </w:r>
      <w:r w:rsidRPr="006F699D">
        <w:rPr>
          <w:i/>
          <w:noProof/>
        </w:rPr>
        <w:t>SystemInformationBlockType17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RRCConnectionReconfiguration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message.</w:t>
      </w:r>
      <w:r w:rsidR="00646BEC">
        <w:t xml:space="preserve"> </w:t>
      </w:r>
      <w:r w:rsidRPr="006F699D">
        <w:rPr>
          <w:lang w:eastAsia="ja-JP"/>
        </w:rPr>
        <w:t>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assistance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parameters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are</w:t>
      </w:r>
      <w:r w:rsidR="00646BEC">
        <w:rPr>
          <w:lang w:eastAsia="ja-JP"/>
        </w:rPr>
        <w:t xml:space="preserve"> </w:t>
      </w:r>
      <w:r w:rsidR="0028667C" w:rsidRPr="006F699D">
        <w:rPr>
          <w:lang w:eastAsia="ko-KR"/>
        </w:rPr>
        <w:t>used</w:t>
      </w:r>
      <w:r w:rsidR="00646BEC">
        <w:rPr>
          <w:lang w:eastAsia="ko-KR"/>
        </w:rPr>
        <w:t xml:space="preserve"> </w:t>
      </w:r>
      <w:r w:rsidRPr="006F699D">
        <w:rPr>
          <w:lang w:eastAsia="ja-JP"/>
        </w:rPr>
        <w:t>only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camped</w:t>
      </w:r>
      <w:r w:rsidR="00646BEC">
        <w:rPr>
          <w:lang w:eastAsia="ja-JP"/>
        </w:rPr>
        <w:t xml:space="preserve"> </w:t>
      </w:r>
      <w:r w:rsidR="0028667C" w:rsidRPr="006F699D">
        <w:rPr>
          <w:lang w:eastAsia="ko-KR"/>
        </w:rPr>
        <w:t>normally</w:t>
      </w:r>
      <w:r w:rsidRPr="006F699D">
        <w:rPr>
          <w:lang w:eastAsia="ja-JP"/>
        </w:rPr>
        <w:t>.</w:t>
      </w:r>
    </w:p>
    <w:p w14:paraId="377169AC" w14:textId="5EF98FE6" w:rsidR="007454F5" w:rsidRPr="006F699D" w:rsidRDefault="007454F5" w:rsidP="00377BCE">
      <w:pPr>
        <w:pStyle w:val="Heading3"/>
      </w:pPr>
      <w:bookmarkStart w:id="249" w:name="_Toc29237935"/>
      <w:bookmarkStart w:id="250" w:name="_Toc46523052"/>
      <w:bookmarkStart w:id="251" w:name="_Toc100742630"/>
      <w:r w:rsidRPr="006F699D">
        <w:t>5.6.2</w:t>
      </w:r>
      <w:r w:rsidRPr="006F699D">
        <w:tab/>
        <w:t>Access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traffic</w:t>
      </w:r>
      <w:r w:rsidR="00646BEC">
        <w:t xml:space="preserve"> </w:t>
      </w:r>
      <w:r w:rsidRPr="006F699D">
        <w:t>steering</w:t>
      </w:r>
      <w:r w:rsidR="00646BEC">
        <w:t xml:space="preserve"> </w:t>
      </w:r>
      <w:r w:rsidRPr="006F699D">
        <w:t>rules</w:t>
      </w:r>
      <w:bookmarkEnd w:id="249"/>
      <w:bookmarkEnd w:id="250"/>
      <w:bookmarkEnd w:id="251"/>
    </w:p>
    <w:p w14:paraId="14EFB897" w14:textId="15CCB003" w:rsidR="007454F5" w:rsidRPr="006F699D" w:rsidRDefault="007454F5" w:rsidP="00377BCE">
      <w:r w:rsidRPr="006F699D">
        <w:t>The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WLAN</w:t>
      </w:r>
      <w:r w:rsidR="002E4143" w:rsidRPr="006F699D">
        <w:rPr>
          <w:lang w:eastAsia="ko-KR"/>
        </w:rPr>
        <w:t>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identifier</w:t>
      </w:r>
      <w:r w:rsidR="002E4143" w:rsidRPr="006F699D">
        <w:rPr>
          <w:lang w:eastAsia="ko-KR"/>
        </w:rPr>
        <w:t>s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signaled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capable</w:t>
      </w:r>
      <w:r w:rsidR="00646BEC">
        <w:t xml:space="preserve"> </w:t>
      </w:r>
      <w:r w:rsidR="00C4101A" w:rsidRPr="006F699D">
        <w:t>of</w:t>
      </w:r>
      <w:r w:rsidR="00646BEC">
        <w:t xml:space="preserve"> </w:t>
      </w:r>
      <w:r w:rsidR="00C343CE" w:rsidRPr="006F699D">
        <w:t>RAN-assisted</w:t>
      </w:r>
      <w:r w:rsidR="00646BEC">
        <w:t xml:space="preserve"> </w:t>
      </w:r>
      <w:r w:rsidR="00C343CE" w:rsidRPr="006F699D">
        <w:t>WLAN</w:t>
      </w:r>
      <w:r w:rsidR="00646BEC">
        <w:t xml:space="preserve"> </w:t>
      </w:r>
      <w:r w:rsidR="00C343CE" w:rsidRPr="006F699D">
        <w:t>interworking</w:t>
      </w:r>
      <w:r w:rsidR="00646BEC">
        <w:t xml:space="preserve"> </w:t>
      </w:r>
      <w:r w:rsidR="00C343CE" w:rsidRPr="006F699D">
        <w:t>based</w:t>
      </w:r>
      <w:r w:rsidR="00646BEC">
        <w:t xml:space="preserve"> </w:t>
      </w:r>
      <w:r w:rsidR="00C343CE" w:rsidRPr="006F699D">
        <w:t>on</w:t>
      </w:r>
      <w:r w:rsidR="00646BEC">
        <w:t xml:space="preserve"> </w:t>
      </w:r>
      <w:r w:rsidRPr="006F699D">
        <w:t>access</w:t>
      </w:r>
      <w:r w:rsidR="00646BEC">
        <w:t xml:space="preserve"> </w:t>
      </w:r>
      <w:r w:rsidRPr="006F699D">
        <w:t>network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traffic</w:t>
      </w:r>
      <w:r w:rsidR="00646BEC">
        <w:t xml:space="preserve"> </w:t>
      </w:r>
      <w:r w:rsidRPr="006F699D">
        <w:t>steering</w:t>
      </w:r>
      <w:r w:rsidR="00646BEC">
        <w:t xml:space="preserve"> </w:t>
      </w:r>
      <w:r w:rsidRPr="006F699D">
        <w:t>rules.</w:t>
      </w:r>
      <w:r w:rsidR="00646BEC">
        <w:t xml:space="preserve"> </w:t>
      </w:r>
      <w:r w:rsidRPr="006F699D">
        <w:t>Coexistence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ANDSF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WLAN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traffic</w:t>
      </w:r>
      <w:r w:rsidR="00646BEC">
        <w:t xml:space="preserve"> </w:t>
      </w:r>
      <w:r w:rsidRPr="006F699D">
        <w:t>steering</w:t>
      </w:r>
      <w:r w:rsidR="00646BEC">
        <w:t xml:space="preserve"> </w:t>
      </w:r>
      <w:r w:rsidRPr="006F699D">
        <w:t>methods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mechanism</w:t>
      </w:r>
      <w:r w:rsidR="00646BEC">
        <w:t xml:space="preserve"> </w:t>
      </w:r>
      <w:r w:rsidRPr="006F699D">
        <w:t>described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23.402</w:t>
      </w:r>
      <w:r w:rsidR="00646BEC">
        <w:t xml:space="preserve"> </w:t>
      </w:r>
      <w:r w:rsidR="006F699D" w:rsidRPr="006F699D">
        <w:t>[</w:t>
      </w:r>
      <w:r w:rsidRPr="006F699D">
        <w:t>25].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rules</w:t>
      </w:r>
      <w:r w:rsidR="00646BEC">
        <w:t xml:space="preserve"> </w:t>
      </w:r>
      <w:r w:rsidRPr="006F699D">
        <w:t>refer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quantities:</w:t>
      </w:r>
    </w:p>
    <w:p w14:paraId="4B8928CF" w14:textId="77777777" w:rsidR="007454F5" w:rsidRPr="006F699D" w:rsidRDefault="007454F5" w:rsidP="00377BCE">
      <w:pPr>
        <w:pStyle w:val="NO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70"/>
      </w:tblGrid>
      <w:tr w:rsidR="006F699D" w:rsidRPr="006F699D" w14:paraId="6589C7BA" w14:textId="77777777" w:rsidTr="0051293C">
        <w:trPr>
          <w:trHeight w:val="240"/>
        </w:trPr>
        <w:tc>
          <w:tcPr>
            <w:tcW w:w="2268" w:type="dxa"/>
          </w:tcPr>
          <w:p w14:paraId="67EF70A0" w14:textId="71EDDF69" w:rsidR="007454F5" w:rsidRPr="006F699D" w:rsidRDefault="007454F5" w:rsidP="00377BCE">
            <w:pPr>
              <w:pStyle w:val="TAL"/>
            </w:pPr>
            <w:r w:rsidRPr="006F699D">
              <w:rPr>
                <w:noProof/>
              </w:rPr>
              <w:t>ChannelUtilizationWLAN</w:t>
            </w:r>
            <w:r w:rsidR="00646BEC">
              <w:rPr>
                <w:noProof/>
              </w:rPr>
              <w:t xml:space="preserve"> </w:t>
            </w:r>
          </w:p>
        </w:tc>
        <w:tc>
          <w:tcPr>
            <w:tcW w:w="5670" w:type="dxa"/>
          </w:tcPr>
          <w:p w14:paraId="67C0ABC0" w14:textId="5B7AEC29" w:rsidR="007454F5" w:rsidRPr="006F699D" w:rsidRDefault="007454F5" w:rsidP="00377BCE">
            <w:pPr>
              <w:pStyle w:val="TAL"/>
            </w:pPr>
            <w:r w:rsidRPr="006F699D">
              <w:t>WLAN</w:t>
            </w:r>
            <w:r w:rsidR="00646BEC">
              <w:t xml:space="preserve"> </w:t>
            </w:r>
            <w:r w:rsidRPr="006F699D">
              <w:t>channel</w:t>
            </w:r>
            <w:r w:rsidR="00646BEC">
              <w:t xml:space="preserve"> </w:t>
            </w:r>
            <w:r w:rsidRPr="006F699D">
              <w:t>utilization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defined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="001D68DD" w:rsidRPr="006F699D">
              <w:t>clause</w:t>
            </w:r>
            <w:r w:rsidR="00646BEC">
              <w:t xml:space="preserve"> </w:t>
            </w:r>
            <w:r w:rsidRPr="006F699D">
              <w:t>8.4.2.30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[26].</w:t>
            </w:r>
          </w:p>
        </w:tc>
      </w:tr>
      <w:tr w:rsidR="006F699D" w:rsidRPr="006F699D" w14:paraId="2B97255D" w14:textId="77777777" w:rsidTr="0051293C">
        <w:trPr>
          <w:trHeight w:val="50"/>
        </w:trPr>
        <w:tc>
          <w:tcPr>
            <w:tcW w:w="2268" w:type="dxa"/>
          </w:tcPr>
          <w:p w14:paraId="71C028BF" w14:textId="77777777" w:rsidR="007454F5" w:rsidRPr="006F699D" w:rsidRDefault="007454F5" w:rsidP="00377BCE">
            <w:pPr>
              <w:pStyle w:val="TAL"/>
            </w:pPr>
            <w:r w:rsidRPr="006F699D">
              <w:rPr>
                <w:noProof/>
              </w:rPr>
              <w:t>BackhaulRateDlWLAN</w:t>
            </w:r>
          </w:p>
        </w:tc>
        <w:tc>
          <w:tcPr>
            <w:tcW w:w="5670" w:type="dxa"/>
          </w:tcPr>
          <w:p w14:paraId="73E82317" w14:textId="26B6781C" w:rsidR="007454F5" w:rsidRPr="006F699D" w:rsidRDefault="007454F5" w:rsidP="00377BCE">
            <w:pPr>
              <w:pStyle w:val="TAL"/>
            </w:pPr>
            <w:r w:rsidRPr="006F699D">
              <w:rPr>
                <w:rFonts w:eastAsia="Malgun Gothic"/>
                <w:lang w:eastAsia="ko-KR"/>
              </w:rPr>
              <w:t>WLAN</w:t>
            </w:r>
            <w:r w:rsidR="00646BEC">
              <w:t xml:space="preserve"> </w:t>
            </w:r>
            <w:r w:rsidRPr="006F699D">
              <w:t>DLBandwidth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defined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="001D68DD" w:rsidRPr="006F699D">
              <w:t>clause</w:t>
            </w:r>
            <w:r w:rsidR="00646BEC">
              <w:t xml:space="preserve"> </w:t>
            </w:r>
            <w:r w:rsidRPr="006F699D">
              <w:t>9.1.2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[27].</w:t>
            </w:r>
          </w:p>
        </w:tc>
      </w:tr>
      <w:tr w:rsidR="006F699D" w:rsidRPr="006F699D" w14:paraId="730AA1ED" w14:textId="77777777" w:rsidTr="00E8635A">
        <w:trPr>
          <w:trHeight w:val="187"/>
        </w:trPr>
        <w:tc>
          <w:tcPr>
            <w:tcW w:w="2268" w:type="dxa"/>
          </w:tcPr>
          <w:p w14:paraId="60812BF0" w14:textId="19257852" w:rsidR="007454F5" w:rsidRPr="006F699D" w:rsidRDefault="007454F5" w:rsidP="00377BCE">
            <w:pPr>
              <w:pStyle w:val="TAL"/>
            </w:pPr>
            <w:r w:rsidRPr="006F699D">
              <w:rPr>
                <w:noProof/>
              </w:rPr>
              <w:t>BackhaulRateUlWLAN</w:t>
            </w:r>
            <w:r w:rsidR="00646BEC">
              <w:rPr>
                <w:noProof/>
              </w:rPr>
              <w:t xml:space="preserve"> </w:t>
            </w:r>
          </w:p>
        </w:tc>
        <w:tc>
          <w:tcPr>
            <w:tcW w:w="5670" w:type="dxa"/>
          </w:tcPr>
          <w:p w14:paraId="567F7725" w14:textId="64677CA7" w:rsidR="007454F5" w:rsidRPr="006F699D" w:rsidRDefault="007454F5" w:rsidP="00377BCE">
            <w:pPr>
              <w:pStyle w:val="TAL"/>
            </w:pPr>
            <w:r w:rsidRPr="006F699D">
              <w:rPr>
                <w:rFonts w:eastAsia="Malgun Gothic"/>
                <w:lang w:eastAsia="ko-KR"/>
              </w:rPr>
              <w:t>WLAN</w:t>
            </w:r>
            <w:r w:rsidR="00646BEC">
              <w:t xml:space="preserve"> </w:t>
            </w:r>
            <w:r w:rsidRPr="006F699D">
              <w:t>ULBandwidth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defined</w:t>
            </w:r>
            <w:r w:rsidR="00646BEC">
              <w:t xml:space="preserve"> </w:t>
            </w:r>
            <w:r w:rsidRPr="006F699D">
              <w:rPr>
                <w:rFonts w:eastAsia="Malgun Gothic"/>
                <w:lang w:eastAsia="ko-KR"/>
              </w:rPr>
              <w:t>in</w:t>
            </w:r>
            <w:r w:rsidR="00646BEC">
              <w:rPr>
                <w:rFonts w:eastAsia="Malgun Gothic"/>
                <w:lang w:eastAsia="ko-KR"/>
              </w:rPr>
              <w:t xml:space="preserve"> </w:t>
            </w:r>
            <w:r w:rsidR="001D68DD" w:rsidRPr="006F699D">
              <w:t>clause</w:t>
            </w:r>
            <w:r w:rsidR="00646BEC">
              <w:t xml:space="preserve"> </w:t>
            </w:r>
            <w:r w:rsidRPr="006F699D">
              <w:t>9.1.2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[27].</w:t>
            </w:r>
          </w:p>
        </w:tc>
      </w:tr>
      <w:tr w:rsidR="006F699D" w:rsidRPr="006F699D" w14:paraId="2681818B" w14:textId="77777777" w:rsidTr="00E8635A">
        <w:trPr>
          <w:trHeight w:val="261"/>
        </w:trPr>
        <w:tc>
          <w:tcPr>
            <w:tcW w:w="2268" w:type="dxa"/>
          </w:tcPr>
          <w:p w14:paraId="79F2F8FB" w14:textId="77777777" w:rsidR="007454F5" w:rsidRPr="006F699D" w:rsidRDefault="003973C3" w:rsidP="00377BCE">
            <w:pPr>
              <w:pStyle w:val="TAL"/>
              <w:rPr>
                <w:noProof/>
              </w:rPr>
            </w:pPr>
            <w:r w:rsidRPr="006F699D">
              <w:rPr>
                <w:noProof/>
              </w:rPr>
              <w:t>WLANRSSI</w:t>
            </w:r>
          </w:p>
        </w:tc>
        <w:tc>
          <w:tcPr>
            <w:tcW w:w="5670" w:type="dxa"/>
          </w:tcPr>
          <w:p w14:paraId="7946A6FF" w14:textId="54DCEB5D" w:rsidR="007454F5" w:rsidRPr="006F699D" w:rsidRDefault="007454F5" w:rsidP="00377BCE">
            <w:pPr>
              <w:pStyle w:val="TAL"/>
            </w:pPr>
            <w:r w:rsidRPr="006F699D">
              <w:t>WLAN</w:t>
            </w:r>
            <w:r w:rsidR="00646BEC">
              <w:t xml:space="preserve"> </w:t>
            </w:r>
            <w:r w:rsidRPr="006F699D">
              <w:t>RSSI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defined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36.214</w:t>
            </w:r>
            <w:r w:rsidR="00646BEC">
              <w:t xml:space="preserve"> </w:t>
            </w:r>
            <w:r w:rsidR="00057D27" w:rsidRPr="006F699D">
              <w:t>[7]</w:t>
            </w:r>
            <w:r w:rsidRPr="006F699D">
              <w:t>.</w:t>
            </w:r>
          </w:p>
        </w:tc>
      </w:tr>
      <w:tr w:rsidR="006F699D" w:rsidRPr="006F699D" w14:paraId="34DA6CC5" w14:textId="77777777" w:rsidTr="00E8635A">
        <w:trPr>
          <w:trHeight w:val="279"/>
        </w:trPr>
        <w:tc>
          <w:tcPr>
            <w:tcW w:w="2268" w:type="dxa"/>
          </w:tcPr>
          <w:p w14:paraId="5153838B" w14:textId="77777777" w:rsidR="007454F5" w:rsidRPr="006F699D" w:rsidRDefault="007454F5" w:rsidP="00377BCE">
            <w:pPr>
              <w:pStyle w:val="TAL"/>
              <w:rPr>
                <w:noProof/>
              </w:rPr>
            </w:pPr>
            <w:r w:rsidRPr="006F699D">
              <w:t>RSRPmeas</w:t>
            </w:r>
          </w:p>
        </w:tc>
        <w:tc>
          <w:tcPr>
            <w:tcW w:w="5670" w:type="dxa"/>
          </w:tcPr>
          <w:p w14:paraId="0BEA415E" w14:textId="518771A3" w:rsidR="007454F5" w:rsidRPr="006F699D" w:rsidRDefault="007454F5" w:rsidP="00377BCE">
            <w:pPr>
              <w:pStyle w:val="TAL"/>
            </w:pPr>
            <w:r w:rsidRPr="006F699D">
              <w:t>Qrxlevmeas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RRC</w:t>
            </w:r>
            <w:r w:rsidRPr="006F699D">
              <w:rPr>
                <w:rFonts w:eastAsia="Malgun Gothic"/>
                <w:lang w:eastAsia="ko-KR"/>
              </w:rPr>
              <w:t>_</w:t>
            </w:r>
            <w:r w:rsidRPr="006F699D">
              <w:t>IDLE,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PCell</w:t>
            </w:r>
            <w:r w:rsidR="00646BEC">
              <w:t xml:space="preserve"> </w:t>
            </w:r>
            <w:r w:rsidRPr="006F699D">
              <w:t>RSRP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RRC</w:t>
            </w:r>
            <w:r w:rsidRPr="006F699D">
              <w:rPr>
                <w:rFonts w:eastAsia="Malgun Gothic"/>
                <w:lang w:eastAsia="ko-KR"/>
              </w:rPr>
              <w:t>_</w:t>
            </w:r>
            <w:r w:rsidRPr="006F699D">
              <w:t>CONNECTED</w:t>
            </w:r>
            <w:r w:rsidR="00646BEC"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defined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TS</w:t>
            </w:r>
            <w:r w:rsidR="00646BEC">
              <w:t xml:space="preserve"> </w:t>
            </w:r>
            <w:r w:rsidRPr="006F699D">
              <w:t>36.331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36.331</w:t>
            </w:r>
            <w:r w:rsidR="00646BEC">
              <w:t xml:space="preserve"> </w:t>
            </w:r>
            <w:r w:rsidR="00057D27" w:rsidRPr="006F699D">
              <w:t>[3]</w:t>
            </w:r>
            <w:r w:rsidRPr="006F699D">
              <w:t>.</w:t>
            </w:r>
          </w:p>
        </w:tc>
      </w:tr>
      <w:tr w:rsidR="007454F5" w:rsidRPr="006F699D" w14:paraId="22EFED5B" w14:textId="77777777" w:rsidTr="00E8635A">
        <w:trPr>
          <w:trHeight w:val="413"/>
        </w:trPr>
        <w:tc>
          <w:tcPr>
            <w:tcW w:w="2268" w:type="dxa"/>
          </w:tcPr>
          <w:p w14:paraId="3A8B8F31" w14:textId="77777777" w:rsidR="007454F5" w:rsidRPr="006F699D" w:rsidRDefault="007454F5" w:rsidP="00377BCE">
            <w:pPr>
              <w:pStyle w:val="TAL"/>
              <w:rPr>
                <w:noProof/>
              </w:rPr>
            </w:pPr>
            <w:r w:rsidRPr="006F699D">
              <w:t>RSRQmeas</w:t>
            </w:r>
          </w:p>
        </w:tc>
        <w:tc>
          <w:tcPr>
            <w:tcW w:w="5670" w:type="dxa"/>
          </w:tcPr>
          <w:p w14:paraId="17012B89" w14:textId="5CD67957" w:rsidR="007454F5" w:rsidRPr="006F699D" w:rsidRDefault="007454F5" w:rsidP="00377BCE">
            <w:pPr>
              <w:pStyle w:val="TAL"/>
            </w:pPr>
            <w:r w:rsidRPr="006F699D">
              <w:t>Qqualmeas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RRC</w:t>
            </w:r>
            <w:r w:rsidRPr="006F699D">
              <w:rPr>
                <w:rFonts w:eastAsia="Malgun Gothic"/>
                <w:lang w:eastAsia="ko-KR"/>
              </w:rPr>
              <w:t>_</w:t>
            </w:r>
            <w:r w:rsidRPr="006F699D">
              <w:t>IDLE,</w:t>
            </w:r>
            <w:r w:rsidR="00646BEC">
              <w:t xml:space="preserve"> </w:t>
            </w:r>
            <w:r w:rsidRPr="006F699D">
              <w:t>and</w:t>
            </w:r>
            <w:r w:rsidR="00646BEC">
              <w:t xml:space="preserve"> </w:t>
            </w:r>
            <w:r w:rsidRPr="006F699D">
              <w:t>PCell</w:t>
            </w:r>
            <w:r w:rsidR="00646BEC">
              <w:t xml:space="preserve"> </w:t>
            </w:r>
            <w:r w:rsidRPr="006F699D">
              <w:t>RSRQ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RRC</w:t>
            </w:r>
            <w:r w:rsidRPr="006F699D">
              <w:rPr>
                <w:rFonts w:eastAsia="Malgun Gothic"/>
                <w:lang w:eastAsia="ko-KR"/>
              </w:rPr>
              <w:t>_</w:t>
            </w:r>
            <w:r w:rsidRPr="006F699D">
              <w:t>CONNECTED</w:t>
            </w:r>
            <w:r w:rsidR="00646BEC">
              <w:rPr>
                <w:rFonts w:eastAsia="Malgun Gothic"/>
                <w:lang w:eastAsia="ko-KR"/>
              </w:rPr>
              <w:t xml:space="preserve"> </w:t>
            </w:r>
            <w:r w:rsidRPr="006F699D">
              <w:t>as</w:t>
            </w:r>
            <w:r w:rsidR="00646BEC">
              <w:t xml:space="preserve"> </w:t>
            </w:r>
            <w:r w:rsidRPr="006F699D">
              <w:t>defined</w:t>
            </w:r>
            <w:r w:rsidR="00646BEC">
              <w:t xml:space="preserve"> </w:t>
            </w:r>
            <w:r w:rsidRPr="006F699D">
              <w:t>in</w:t>
            </w:r>
            <w:r w:rsidR="00646BEC">
              <w:t xml:space="preserve"> </w:t>
            </w:r>
            <w:r w:rsidRPr="006F699D">
              <w:t>TS</w:t>
            </w:r>
            <w:r w:rsidR="00646BEC">
              <w:t xml:space="preserve"> </w:t>
            </w:r>
            <w:r w:rsidRPr="006F699D">
              <w:t>36.331</w:t>
            </w:r>
            <w:r w:rsidR="00646BEC">
              <w:t xml:space="preserve"> </w:t>
            </w:r>
            <w:r w:rsidR="00057D27" w:rsidRPr="006F699D">
              <w:t>TS</w:t>
            </w:r>
            <w:r w:rsidR="00646BEC">
              <w:t xml:space="preserve"> </w:t>
            </w:r>
            <w:r w:rsidR="00057D27" w:rsidRPr="006F699D">
              <w:t>36.331</w:t>
            </w:r>
            <w:r w:rsidR="00646BEC">
              <w:t xml:space="preserve"> </w:t>
            </w:r>
            <w:r w:rsidR="00057D27" w:rsidRPr="006F699D">
              <w:t>[3]</w:t>
            </w:r>
            <w:r w:rsidRPr="006F699D">
              <w:t>.</w:t>
            </w:r>
          </w:p>
        </w:tc>
      </w:tr>
    </w:tbl>
    <w:p w14:paraId="69717394" w14:textId="77777777" w:rsidR="007454F5" w:rsidRPr="006F699D" w:rsidRDefault="007454F5" w:rsidP="00377BCE"/>
    <w:p w14:paraId="406BE575" w14:textId="3CBF399B" w:rsidR="007454F5" w:rsidRPr="006F699D" w:rsidRDefault="007454F5" w:rsidP="00377BCE">
      <w:r w:rsidRPr="006F699D">
        <w:lastRenderedPageBreak/>
        <w:t>The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notified</w:t>
      </w:r>
      <w:r w:rsidR="00646BEC">
        <w:t xml:space="preserve"> </w:t>
      </w:r>
      <w:r w:rsidRPr="006F699D">
        <w:rPr>
          <w:iCs/>
          <w:lang w:eastAsia="ja-JP"/>
        </w:rPr>
        <w:t>(see</w:t>
      </w:r>
      <w:r w:rsidR="00646BEC">
        <w:rPr>
          <w:iCs/>
          <w:lang w:eastAsia="ja-JP"/>
        </w:rPr>
        <w:t xml:space="preserve"> </w:t>
      </w:r>
      <w:r w:rsidR="006F699D" w:rsidRPr="006F699D">
        <w:rPr>
          <w:iCs/>
          <w:lang w:eastAsia="ja-JP"/>
        </w:rPr>
        <w:t>TS</w:t>
      </w:r>
      <w:r w:rsidR="00646BEC">
        <w:rPr>
          <w:iCs/>
          <w:lang w:eastAsia="ja-JP"/>
        </w:rPr>
        <w:t xml:space="preserve"> </w:t>
      </w:r>
      <w:r w:rsidR="006F699D" w:rsidRPr="006F699D">
        <w:rPr>
          <w:iCs/>
          <w:lang w:eastAsia="ja-JP"/>
        </w:rPr>
        <w:t>24.302</w:t>
      </w:r>
      <w:r w:rsidR="00646BEC">
        <w:rPr>
          <w:iCs/>
          <w:lang w:eastAsia="ja-JP"/>
        </w:rPr>
        <w:t xml:space="preserve"> </w:t>
      </w:r>
      <w:r w:rsidR="006F699D" w:rsidRPr="006F699D">
        <w:rPr>
          <w:iCs/>
          <w:lang w:eastAsia="ja-JP"/>
        </w:rPr>
        <w:t>[</w:t>
      </w:r>
      <w:r w:rsidRPr="006F699D">
        <w:rPr>
          <w:iCs/>
          <w:lang w:eastAsia="ja-JP"/>
        </w:rPr>
        <w:t>28])</w:t>
      </w:r>
      <w:r w:rsidR="00646BEC">
        <w:rPr>
          <w:iCs/>
          <w:lang w:eastAsia="ja-JP"/>
        </w:rPr>
        <w:t xml:space="preserve"> </w:t>
      </w:r>
      <w:r w:rsidRPr="006F699D">
        <w:t>when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WLAN</w:t>
      </w:r>
      <w:r w:rsidR="002E4143" w:rsidRPr="006F699D">
        <w:rPr>
          <w:lang w:eastAsia="ko-KR"/>
        </w:rPr>
        <w:t>(s),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matches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all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provided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identifiers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(</w:t>
      </w:r>
      <w:r w:rsidR="002E4143" w:rsidRPr="006F699D">
        <w:t>in</w:t>
      </w:r>
      <w:r w:rsidR="00646BEC">
        <w:t xml:space="preserve"> </w:t>
      </w:r>
      <w:r w:rsidR="001D68DD" w:rsidRPr="006F699D">
        <w:t>clause</w:t>
      </w:r>
      <w:r w:rsidR="00646BEC">
        <w:t xml:space="preserve"> </w:t>
      </w:r>
      <w:r w:rsidR="002E4143" w:rsidRPr="006F699D">
        <w:t>5.6.3</w:t>
      </w:r>
      <w:r w:rsidR="002E4143" w:rsidRPr="006F699D">
        <w:rPr>
          <w:lang w:eastAsia="ko-KR"/>
        </w:rPr>
        <w:t>)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specific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entry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2E4143" w:rsidRPr="006F699D">
        <w:rPr>
          <w:lang w:eastAsia="ko-KR"/>
        </w:rPr>
        <w:t>list,</w:t>
      </w:r>
      <w:r w:rsidR="00646BEC">
        <w:t xml:space="preserve"> </w:t>
      </w:r>
      <w:r w:rsidRPr="006F699D">
        <w:rPr>
          <w:rFonts w:eastAsia="Malgun Gothic"/>
          <w:lang w:eastAsia="ko-KR"/>
        </w:rPr>
        <w:t>the</w:t>
      </w:r>
      <w:r w:rsidR="00646BEC">
        <w:rPr>
          <w:rFonts w:eastAsia="Malgun Gothic"/>
          <w:lang w:eastAsia="ko-KR"/>
        </w:rPr>
        <w:t xml:space="preserve"> </w:t>
      </w:r>
      <w:r w:rsidRPr="006F699D">
        <w:t>following</w:t>
      </w:r>
      <w:r w:rsidR="00646BEC">
        <w:t xml:space="preserve"> </w:t>
      </w:r>
      <w:r w:rsidRPr="006F699D">
        <w:t>conditions</w:t>
      </w:r>
      <w:r w:rsidR="00646BEC">
        <w:t xml:space="preserve"> </w:t>
      </w:r>
      <w:r w:rsidRPr="006F699D">
        <w:t>1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2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steering</w:t>
      </w:r>
      <w:r w:rsidR="00646BEC">
        <w:t xml:space="preserve"> </w:t>
      </w:r>
      <w:r w:rsidRPr="006F699D">
        <w:t>traffic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WLAN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satisfied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rPr>
          <w:noProof/>
        </w:rPr>
        <w:t>Tsteering</w:t>
      </w:r>
      <w:r w:rsidRPr="006F699D">
        <w:rPr>
          <w:noProof/>
          <w:vertAlign w:val="subscript"/>
        </w:rPr>
        <w:t>WLAN</w:t>
      </w:r>
      <w:r w:rsidRPr="006F699D">
        <w:t>:</w:t>
      </w:r>
    </w:p>
    <w:p w14:paraId="064E9A8A" w14:textId="11296F85" w:rsidR="007454F5" w:rsidRPr="006F699D" w:rsidRDefault="009C5091" w:rsidP="009C5091">
      <w:pPr>
        <w:pStyle w:val="B1"/>
      </w:pPr>
      <w:r w:rsidRPr="006F699D">
        <w:t>1.</w:t>
      </w:r>
      <w:r w:rsidRPr="006F699D">
        <w:tab/>
      </w:r>
      <w:r w:rsidR="007454F5" w:rsidRPr="006F699D">
        <w:t>In</w:t>
      </w:r>
      <w:r w:rsidR="00646BEC">
        <w:t xml:space="preserve"> </w:t>
      </w:r>
      <w:r w:rsidR="007454F5" w:rsidRPr="006F699D">
        <w:t>the</w:t>
      </w:r>
      <w:r w:rsidR="00646BEC">
        <w:t xml:space="preserve"> </w:t>
      </w:r>
      <w:r w:rsidR="007454F5" w:rsidRPr="006F699D">
        <w:t>E-UTRAN</w:t>
      </w:r>
      <w:r w:rsidR="00646BEC">
        <w:t xml:space="preserve"> </w:t>
      </w:r>
      <w:r w:rsidR="007454F5" w:rsidRPr="006F699D">
        <w:t>serving</w:t>
      </w:r>
      <w:r w:rsidR="00646BEC">
        <w:t xml:space="preserve"> </w:t>
      </w:r>
      <w:r w:rsidR="007454F5" w:rsidRPr="006F699D">
        <w:t>cell:</w:t>
      </w:r>
    </w:p>
    <w:p w14:paraId="108B5C3B" w14:textId="775468FF" w:rsidR="007454F5" w:rsidRPr="006F699D" w:rsidRDefault="009C5091" w:rsidP="009C5091">
      <w:pPr>
        <w:pStyle w:val="B2"/>
        <w:rPr>
          <w:lang w:eastAsia="ja-JP"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RSRPmeas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&lt;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ServingOffloadWLAN,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LowP;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or</w:t>
      </w:r>
    </w:p>
    <w:p w14:paraId="4D5DEA79" w14:textId="1610919A" w:rsidR="007454F5" w:rsidRPr="006F699D" w:rsidRDefault="009C5091" w:rsidP="009C5091">
      <w:pPr>
        <w:pStyle w:val="B2"/>
        <w:rPr>
          <w:rFonts w:eastAsia="Malgun Gothic"/>
          <w:noProof/>
          <w:lang w:eastAsia="ko-KR"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RSRQmeas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&lt;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ServingOffloadWLAN,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LowQ;</w:t>
      </w:r>
    </w:p>
    <w:p w14:paraId="26F8EFC9" w14:textId="1407F50A" w:rsidR="007454F5" w:rsidRPr="006F699D" w:rsidRDefault="009C5091" w:rsidP="009C5091">
      <w:pPr>
        <w:pStyle w:val="B1"/>
        <w:rPr>
          <w:lang w:eastAsia="ja-JP"/>
        </w:rPr>
      </w:pPr>
      <w:r w:rsidRPr="006F699D">
        <w:rPr>
          <w:noProof/>
        </w:rPr>
        <w:t>2.</w:t>
      </w:r>
      <w:r w:rsidRPr="006F699D">
        <w:rPr>
          <w:noProof/>
        </w:rPr>
        <w:tab/>
      </w:r>
      <w:r w:rsidR="007454F5" w:rsidRPr="006F699D">
        <w:rPr>
          <w:noProof/>
        </w:rPr>
        <w:t>In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the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target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WLAN:</w:t>
      </w:r>
    </w:p>
    <w:p w14:paraId="3713C4F7" w14:textId="20AB3A08" w:rsidR="007454F5" w:rsidRPr="006F699D" w:rsidRDefault="009C5091" w:rsidP="009C5091">
      <w:pPr>
        <w:pStyle w:val="B2"/>
        <w:rPr>
          <w:lang w:eastAsia="ja-JP"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ChannelUtilizationWLAN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&lt;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ChUtilWLAN,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Low</w:t>
      </w:r>
      <w:r w:rsidR="007454F5" w:rsidRPr="006F699D">
        <w:t>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and</w:t>
      </w:r>
    </w:p>
    <w:p w14:paraId="0C78147F" w14:textId="2B5EEB31" w:rsidR="007454F5" w:rsidRPr="006F699D" w:rsidRDefault="009C5091" w:rsidP="009C5091">
      <w:pPr>
        <w:pStyle w:val="B2"/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BackhaulRateDlWLAN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&gt;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BackhRateDLWLAN,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High</w:t>
      </w:r>
      <w:r w:rsidR="007454F5" w:rsidRPr="006F699D">
        <w:t>;</w:t>
      </w:r>
      <w:r w:rsidR="00646BEC">
        <w:t xml:space="preserve"> </w:t>
      </w:r>
      <w:r w:rsidR="007454F5" w:rsidRPr="006F699D">
        <w:t>and</w:t>
      </w:r>
    </w:p>
    <w:p w14:paraId="75B6FAAA" w14:textId="724F79C4" w:rsidR="007454F5" w:rsidRPr="006F699D" w:rsidRDefault="009C5091" w:rsidP="009C5091">
      <w:pPr>
        <w:pStyle w:val="B2"/>
        <w:rPr>
          <w:noProof/>
          <w:vertAlign w:val="subscript"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BackhaulRateUlWLAN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&gt;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BackhRateULWLAN,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High</w:t>
      </w:r>
      <w:r w:rsidR="007454F5" w:rsidRPr="006F699D">
        <w:t>;</w:t>
      </w:r>
      <w:r w:rsidR="00646BEC">
        <w:t xml:space="preserve"> </w:t>
      </w:r>
      <w:r w:rsidR="007454F5" w:rsidRPr="006F699D">
        <w:rPr>
          <w:noProof/>
        </w:rPr>
        <w:t>and</w:t>
      </w:r>
    </w:p>
    <w:p w14:paraId="07BB443F" w14:textId="4A5F82FE" w:rsidR="007454F5" w:rsidRPr="006F699D" w:rsidRDefault="009C5091" w:rsidP="009C5091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3973C3" w:rsidRPr="006F699D">
        <w:rPr>
          <w:noProof/>
        </w:rPr>
        <w:t>WLANRSSI</w:t>
      </w:r>
      <w:r w:rsidR="00646BEC">
        <w:rPr>
          <w:noProof/>
        </w:rPr>
        <w:t xml:space="preserve"> </w:t>
      </w:r>
      <w:r w:rsidR="003973C3" w:rsidRPr="006F699D">
        <w:rPr>
          <w:noProof/>
        </w:rPr>
        <w:t>&gt;</w:t>
      </w:r>
      <w:r w:rsidR="00646BEC">
        <w:rPr>
          <w:noProof/>
        </w:rPr>
        <w:t xml:space="preserve"> </w:t>
      </w:r>
      <w:r w:rsidR="003973C3" w:rsidRPr="006F699D">
        <w:rPr>
          <w:noProof/>
        </w:rPr>
        <w:t>Thresh</w:t>
      </w:r>
      <w:r w:rsidR="003973C3" w:rsidRPr="006F699D">
        <w:rPr>
          <w:rFonts w:eastAsia="Malgun Gothic"/>
          <w:noProof/>
          <w:vertAlign w:val="subscript"/>
          <w:lang w:eastAsia="ko-KR"/>
        </w:rPr>
        <w:t>WLAN</w:t>
      </w:r>
      <w:r w:rsidR="003973C3" w:rsidRPr="006F699D">
        <w:rPr>
          <w:noProof/>
          <w:vertAlign w:val="subscript"/>
        </w:rPr>
        <w:t>RSSI</w:t>
      </w:r>
      <w:r w:rsidR="007454F5" w:rsidRPr="006F699D">
        <w:rPr>
          <w:noProof/>
          <w:vertAlign w:val="subscript"/>
        </w:rPr>
        <w:t>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High</w:t>
      </w:r>
      <w:r w:rsidR="007454F5" w:rsidRPr="006F699D">
        <w:rPr>
          <w:noProof/>
        </w:rPr>
        <w:t>;</w:t>
      </w:r>
    </w:p>
    <w:p w14:paraId="3635DB5C" w14:textId="3317B7AA" w:rsidR="007454F5" w:rsidRPr="006F699D" w:rsidRDefault="007454F5" w:rsidP="00377BC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metrics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threshold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provided.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evaluate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conditions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PCell</w:t>
      </w:r>
      <w:r w:rsidR="00646BEC">
        <w:t xml:space="preserve"> </w:t>
      </w:r>
      <w:r w:rsidRPr="006F699D">
        <w:t>only.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metrics</w:t>
      </w:r>
      <w:r w:rsidR="00646BEC">
        <w:t xml:space="preserve"> </w:t>
      </w:r>
      <w:r w:rsidRPr="006F699D">
        <w:t>related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thresholds</w:t>
      </w:r>
      <w:r w:rsidR="00646BEC">
        <w:t xml:space="preserve"> </w:t>
      </w:r>
      <w:r w:rsidRPr="006F699D">
        <w:t>can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acquired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WLAN</w:t>
      </w:r>
      <w:r w:rsidR="00646BEC">
        <w:t xml:space="preserve"> </w:t>
      </w:r>
      <w:r w:rsidRPr="006F699D">
        <w:t>BSS,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exclude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WLAN</w:t>
      </w:r>
      <w:r w:rsidR="00646BEC">
        <w:t xml:space="preserve"> </w:t>
      </w:r>
      <w:r w:rsidRPr="006F699D">
        <w:t>BSS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th</w:t>
      </w:r>
      <w:r w:rsidR="009C5091" w:rsidRPr="006F699D">
        <w:t>e</w:t>
      </w:r>
      <w:r w:rsidR="00646BEC">
        <w:t xml:space="preserve"> </w:t>
      </w:r>
      <w:r w:rsidR="009C5091" w:rsidRPr="006F699D">
        <w:t>evaluation</w:t>
      </w:r>
      <w:r w:rsidR="00646BEC">
        <w:t xml:space="preserve"> </w:t>
      </w:r>
      <w:r w:rsidR="009C5091" w:rsidRPr="006F699D">
        <w:t>of</w:t>
      </w:r>
      <w:r w:rsidR="00646BEC">
        <w:t xml:space="preserve"> </w:t>
      </w:r>
      <w:r w:rsidR="009C5091" w:rsidRPr="006F699D">
        <w:t>the</w:t>
      </w:r>
      <w:r w:rsidR="00646BEC">
        <w:t xml:space="preserve"> </w:t>
      </w:r>
      <w:r w:rsidR="009C5091" w:rsidRPr="006F699D">
        <w:t>above</w:t>
      </w:r>
      <w:r w:rsidR="00646BEC">
        <w:t xml:space="preserve"> </w:t>
      </w:r>
      <w:r w:rsidR="009C5091" w:rsidRPr="006F699D">
        <w:t>rule.</w:t>
      </w:r>
    </w:p>
    <w:p w14:paraId="4B2D3449" w14:textId="4D4B912D" w:rsidR="007454F5" w:rsidRPr="006F699D" w:rsidRDefault="007454F5" w:rsidP="00377BCE">
      <w:r w:rsidRPr="006F699D">
        <w:t>The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notified</w:t>
      </w:r>
      <w:r w:rsidR="00646BEC">
        <w:t xml:space="preserve"> </w:t>
      </w:r>
      <w:r w:rsidRPr="006F699D">
        <w:rPr>
          <w:iCs/>
          <w:lang w:eastAsia="ja-JP"/>
        </w:rPr>
        <w:t>(see</w:t>
      </w:r>
      <w:r w:rsidR="00646BEC">
        <w:rPr>
          <w:iCs/>
          <w:lang w:eastAsia="ja-JP"/>
        </w:rPr>
        <w:t xml:space="preserve"> </w:t>
      </w:r>
      <w:r w:rsidR="006F699D" w:rsidRPr="006F699D">
        <w:rPr>
          <w:iCs/>
          <w:lang w:eastAsia="ja-JP"/>
        </w:rPr>
        <w:t>TS</w:t>
      </w:r>
      <w:r w:rsidR="00646BEC">
        <w:rPr>
          <w:iCs/>
          <w:lang w:eastAsia="ja-JP"/>
        </w:rPr>
        <w:t xml:space="preserve"> </w:t>
      </w:r>
      <w:r w:rsidR="006F699D" w:rsidRPr="006F699D">
        <w:rPr>
          <w:iCs/>
          <w:lang w:eastAsia="ja-JP"/>
        </w:rPr>
        <w:t>24.302</w:t>
      </w:r>
      <w:r w:rsidR="00646BEC">
        <w:rPr>
          <w:iCs/>
          <w:lang w:eastAsia="ja-JP"/>
        </w:rPr>
        <w:t xml:space="preserve"> </w:t>
      </w:r>
      <w:r w:rsidR="006F699D" w:rsidRPr="006F699D">
        <w:rPr>
          <w:iCs/>
          <w:lang w:eastAsia="ja-JP"/>
        </w:rPr>
        <w:t>[</w:t>
      </w:r>
      <w:r w:rsidRPr="006F699D">
        <w:rPr>
          <w:iCs/>
          <w:lang w:eastAsia="ja-JP"/>
        </w:rPr>
        <w:t>28])</w:t>
      </w:r>
      <w:r w:rsidR="00646BEC">
        <w:rPr>
          <w:iCs/>
          <w:lang w:eastAsia="ja-JP"/>
        </w:rPr>
        <w:t xml:space="preserve"> </w:t>
      </w:r>
      <w:r w:rsidRPr="006F699D"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conditions</w:t>
      </w:r>
      <w:r w:rsidR="00646BEC">
        <w:t xml:space="preserve"> </w:t>
      </w:r>
      <w:r w:rsidRPr="006F699D">
        <w:t>3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4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steering</w:t>
      </w:r>
      <w:r w:rsidR="00646BEC">
        <w:t xml:space="preserve"> </w:t>
      </w:r>
      <w:r w:rsidRPr="006F699D">
        <w:t>traffic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WLAN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satisfied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interval</w:t>
      </w:r>
      <w:r w:rsidR="00646BEC">
        <w:t xml:space="preserve"> </w:t>
      </w:r>
      <w:r w:rsidRPr="006F699D">
        <w:rPr>
          <w:noProof/>
        </w:rPr>
        <w:t>Tsteering</w:t>
      </w:r>
      <w:r w:rsidRPr="006F699D">
        <w:rPr>
          <w:noProof/>
          <w:vertAlign w:val="subscript"/>
        </w:rPr>
        <w:t>WLAN</w:t>
      </w:r>
      <w:r w:rsidRPr="006F699D">
        <w:t>:</w:t>
      </w:r>
    </w:p>
    <w:p w14:paraId="203BA286" w14:textId="4F2CB362" w:rsidR="007454F5" w:rsidRPr="006F699D" w:rsidRDefault="009C5091" w:rsidP="009C5091">
      <w:pPr>
        <w:pStyle w:val="B1"/>
        <w:rPr>
          <w:noProof/>
        </w:rPr>
      </w:pPr>
      <w:r w:rsidRPr="006F699D">
        <w:rPr>
          <w:noProof/>
        </w:rPr>
        <w:t>1.</w:t>
      </w:r>
      <w:r w:rsidRPr="006F699D">
        <w:rPr>
          <w:noProof/>
        </w:rPr>
        <w:tab/>
      </w:r>
      <w:r w:rsidR="007454F5" w:rsidRPr="006F699D">
        <w:rPr>
          <w:noProof/>
        </w:rPr>
        <w:t>In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the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source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WLAN:</w:t>
      </w:r>
    </w:p>
    <w:p w14:paraId="2AD6A587" w14:textId="35B31A1C" w:rsidR="007454F5" w:rsidRPr="006F699D" w:rsidRDefault="009C5091" w:rsidP="009C5091">
      <w:pPr>
        <w:pStyle w:val="B2"/>
        <w:rPr>
          <w:lang w:eastAsia="ja-JP"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ChannelUtilizationWLAN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&gt;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ChUtilWLAN,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High</w:t>
      </w:r>
      <w:r w:rsidR="007454F5" w:rsidRPr="006F699D">
        <w:t>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or</w:t>
      </w:r>
    </w:p>
    <w:p w14:paraId="07990463" w14:textId="1E0E4592" w:rsidR="007454F5" w:rsidRPr="006F699D" w:rsidRDefault="009C5091" w:rsidP="009C5091">
      <w:pPr>
        <w:pStyle w:val="B2"/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BackhaulRateDlWLAN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&lt;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BackhRateDLWLAN,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Low</w:t>
      </w:r>
      <w:r w:rsidR="007454F5" w:rsidRPr="006F699D">
        <w:t>;</w:t>
      </w:r>
      <w:r w:rsidR="00646BEC">
        <w:t xml:space="preserve"> </w:t>
      </w:r>
      <w:r w:rsidR="007454F5" w:rsidRPr="006F699D">
        <w:t>or</w:t>
      </w:r>
    </w:p>
    <w:p w14:paraId="144A035D" w14:textId="6A939229" w:rsidR="007454F5" w:rsidRPr="006F699D" w:rsidRDefault="009C5091" w:rsidP="009C5091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BackhaulRateUlWLAN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&lt;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BackhRateULWLAN,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Low</w:t>
      </w:r>
      <w:r w:rsidR="007454F5" w:rsidRPr="006F699D">
        <w:t>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or</w:t>
      </w:r>
    </w:p>
    <w:p w14:paraId="766FBF81" w14:textId="10BDB6B8" w:rsidR="007454F5" w:rsidRPr="006F699D" w:rsidRDefault="009C5091" w:rsidP="009C5091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3973C3" w:rsidRPr="006F699D">
        <w:rPr>
          <w:noProof/>
        </w:rPr>
        <w:t>WLANRSSI</w:t>
      </w:r>
      <w:r w:rsidR="00646BEC">
        <w:rPr>
          <w:noProof/>
        </w:rPr>
        <w:t xml:space="preserve"> </w:t>
      </w:r>
      <w:r w:rsidR="003973C3" w:rsidRPr="006F699D">
        <w:rPr>
          <w:noProof/>
        </w:rPr>
        <w:t>&lt;</w:t>
      </w:r>
      <w:r w:rsidR="00646BEC">
        <w:rPr>
          <w:noProof/>
        </w:rPr>
        <w:t xml:space="preserve"> </w:t>
      </w:r>
      <w:r w:rsidR="003973C3" w:rsidRPr="006F699D">
        <w:rPr>
          <w:noProof/>
        </w:rPr>
        <w:t>Thresh</w:t>
      </w:r>
      <w:r w:rsidR="003973C3" w:rsidRPr="006F699D">
        <w:rPr>
          <w:rFonts w:eastAsia="Malgun Gothic"/>
          <w:noProof/>
          <w:vertAlign w:val="subscript"/>
          <w:lang w:eastAsia="ko-KR"/>
        </w:rPr>
        <w:t>WLAN</w:t>
      </w:r>
      <w:r w:rsidR="003973C3" w:rsidRPr="006F699D">
        <w:rPr>
          <w:noProof/>
          <w:vertAlign w:val="subscript"/>
        </w:rPr>
        <w:t>RSSI</w:t>
      </w:r>
      <w:r w:rsidR="007454F5" w:rsidRPr="006F699D">
        <w:rPr>
          <w:noProof/>
          <w:vertAlign w:val="subscript"/>
        </w:rPr>
        <w:t>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Low</w:t>
      </w:r>
      <w:r w:rsidR="007454F5" w:rsidRPr="006F699D">
        <w:rPr>
          <w:noProof/>
        </w:rPr>
        <w:t>;</w:t>
      </w:r>
    </w:p>
    <w:p w14:paraId="3812A4F6" w14:textId="3BF293DD" w:rsidR="007454F5" w:rsidRPr="006F699D" w:rsidRDefault="009C5091" w:rsidP="009C5091">
      <w:pPr>
        <w:pStyle w:val="B1"/>
        <w:rPr>
          <w:noProof/>
        </w:rPr>
      </w:pPr>
      <w:r w:rsidRPr="006F699D">
        <w:rPr>
          <w:noProof/>
        </w:rPr>
        <w:t>2.</w:t>
      </w:r>
      <w:r w:rsidRPr="006F699D">
        <w:rPr>
          <w:noProof/>
        </w:rPr>
        <w:tab/>
      </w:r>
      <w:r w:rsidR="007454F5" w:rsidRPr="006F699D">
        <w:rPr>
          <w:noProof/>
        </w:rPr>
        <w:t>In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the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target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E-UTRAN</w:t>
      </w:r>
      <w:r w:rsidR="00646BEC">
        <w:rPr>
          <w:rFonts w:eastAsia="Malgun Gothic"/>
          <w:noProof/>
          <w:lang w:eastAsia="ko-KR"/>
        </w:rPr>
        <w:t xml:space="preserve"> </w:t>
      </w:r>
      <w:r w:rsidR="007454F5" w:rsidRPr="006F699D">
        <w:rPr>
          <w:rFonts w:eastAsia="Malgun Gothic"/>
          <w:noProof/>
          <w:lang w:eastAsia="ko-KR"/>
        </w:rPr>
        <w:t>cell</w:t>
      </w:r>
      <w:r w:rsidR="007454F5" w:rsidRPr="006F699D">
        <w:rPr>
          <w:noProof/>
        </w:rPr>
        <w:t>:</w:t>
      </w:r>
    </w:p>
    <w:p w14:paraId="3E4F36D3" w14:textId="2F9A28A6" w:rsidR="007454F5" w:rsidRPr="006F699D" w:rsidRDefault="009C5091" w:rsidP="009C5091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RSRPmeas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&gt;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ServingOffloadWLAN,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HighP;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and</w:t>
      </w:r>
    </w:p>
    <w:p w14:paraId="7FF72519" w14:textId="5F980650" w:rsidR="007454F5" w:rsidRPr="006F699D" w:rsidRDefault="009C5091" w:rsidP="009C5091">
      <w:pPr>
        <w:pStyle w:val="B2"/>
        <w:rPr>
          <w:noProof/>
        </w:rPr>
      </w:pPr>
      <w:r w:rsidRPr="006F699D">
        <w:rPr>
          <w:noProof/>
        </w:rPr>
        <w:t>-</w:t>
      </w:r>
      <w:r w:rsidRPr="006F699D">
        <w:rPr>
          <w:noProof/>
        </w:rPr>
        <w:tab/>
      </w:r>
      <w:r w:rsidR="007454F5" w:rsidRPr="006F699D">
        <w:rPr>
          <w:noProof/>
        </w:rPr>
        <w:t>RSRQmeas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&gt;</w:t>
      </w:r>
      <w:r w:rsidR="00646BEC">
        <w:rPr>
          <w:noProof/>
        </w:rPr>
        <w:t xml:space="preserve"> </w:t>
      </w:r>
      <w:r w:rsidR="007454F5" w:rsidRPr="006F699D">
        <w:rPr>
          <w:noProof/>
        </w:rPr>
        <w:t>Thresh</w:t>
      </w:r>
      <w:r w:rsidR="007454F5" w:rsidRPr="006F699D">
        <w:rPr>
          <w:noProof/>
          <w:vertAlign w:val="subscript"/>
        </w:rPr>
        <w:t>ServingOffloadWLAN,</w:t>
      </w:r>
      <w:r w:rsidR="00646BEC">
        <w:rPr>
          <w:noProof/>
          <w:vertAlign w:val="subscript"/>
        </w:rPr>
        <w:t xml:space="preserve"> </w:t>
      </w:r>
      <w:r w:rsidR="007454F5" w:rsidRPr="006F699D">
        <w:rPr>
          <w:noProof/>
          <w:vertAlign w:val="subscript"/>
        </w:rPr>
        <w:t>HighQ;</w:t>
      </w:r>
    </w:p>
    <w:p w14:paraId="4757383A" w14:textId="78BFB390" w:rsidR="007454F5" w:rsidRPr="006F699D" w:rsidRDefault="007454F5" w:rsidP="00377BC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metrics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threshold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been</w:t>
      </w:r>
      <w:r w:rsidR="00646BEC">
        <w:t xml:space="preserve"> </w:t>
      </w:r>
      <w:r w:rsidRPr="006F699D">
        <w:t>provided.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evaluate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E-UTRAN</w:t>
      </w:r>
      <w:r w:rsidR="00646BEC">
        <w:t xml:space="preserve"> </w:t>
      </w:r>
      <w:r w:rsidRPr="006F699D">
        <w:t>conditions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PCell</w:t>
      </w:r>
      <w:r w:rsidR="00646BEC">
        <w:t xml:space="preserve"> </w:t>
      </w:r>
      <w:r w:rsidRPr="006F699D">
        <w:t>only.</w:t>
      </w:r>
    </w:p>
    <w:p w14:paraId="7814E48E" w14:textId="513BD048" w:rsidR="007454F5" w:rsidRPr="006F699D" w:rsidRDefault="00A517D5" w:rsidP="00377BCE">
      <w:pPr>
        <w:pStyle w:val="Heading3"/>
      </w:pPr>
      <w:bookmarkStart w:id="252" w:name="_Toc29237936"/>
      <w:bookmarkStart w:id="253" w:name="_Toc46523053"/>
      <w:bookmarkStart w:id="254" w:name="_Toc100742631"/>
      <w:r w:rsidRPr="006F699D">
        <w:t>5.6.3</w:t>
      </w:r>
      <w:r w:rsidRPr="006F699D">
        <w:tab/>
      </w:r>
      <w:r w:rsidR="007454F5" w:rsidRPr="006F699D">
        <w:t>RAN</w:t>
      </w:r>
      <w:r w:rsidR="00646BEC">
        <w:t xml:space="preserve"> </w:t>
      </w:r>
      <w:r w:rsidR="007454F5" w:rsidRPr="006F699D">
        <w:t>assistance</w:t>
      </w:r>
      <w:r w:rsidR="00646BEC">
        <w:t xml:space="preserve"> </w:t>
      </w:r>
      <w:r w:rsidR="007454F5" w:rsidRPr="006F699D">
        <w:t>parameters</w:t>
      </w:r>
      <w:r w:rsidR="00646BEC">
        <w:t xml:space="preserve"> </w:t>
      </w:r>
      <w:r w:rsidR="007454F5" w:rsidRPr="006F699D">
        <w:t>definition</w:t>
      </w:r>
      <w:bookmarkEnd w:id="252"/>
      <w:bookmarkEnd w:id="253"/>
      <w:bookmarkEnd w:id="254"/>
    </w:p>
    <w:p w14:paraId="54911378" w14:textId="0007B42E" w:rsidR="007454F5" w:rsidRPr="006F699D" w:rsidRDefault="007454F5" w:rsidP="00377BCE">
      <w:pPr>
        <w:rPr>
          <w:snapToGrid w:val="0"/>
        </w:rPr>
      </w:pPr>
      <w:r w:rsidRPr="006F699D">
        <w:rPr>
          <w:snapToGrid w:val="0"/>
        </w:rPr>
        <w:t>The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following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RAN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assistance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parameters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for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RAN-assisted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WLAN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interworking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may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be</w:t>
      </w:r>
      <w:r w:rsidR="00646BEC">
        <w:rPr>
          <w:snapToGrid w:val="0"/>
        </w:rPr>
        <w:t xml:space="preserve"> </w:t>
      </w:r>
      <w:r w:rsidRPr="006F699D">
        <w:rPr>
          <w:snapToGrid w:val="0"/>
        </w:rPr>
        <w:t>provided:</w:t>
      </w:r>
    </w:p>
    <w:p w14:paraId="5CA4D469" w14:textId="5C4DC820" w:rsidR="007454F5" w:rsidRPr="006F699D" w:rsidRDefault="007454F5" w:rsidP="00377BCE">
      <w:pPr>
        <w:rPr>
          <w:b/>
          <w:vertAlign w:val="subscript"/>
        </w:rPr>
      </w:pPr>
      <w:r w:rsidRPr="006F699D">
        <w:rPr>
          <w:b/>
        </w:rPr>
        <w:t>Thresh</w:t>
      </w:r>
      <w:r w:rsidRPr="006F699D">
        <w:rPr>
          <w:b/>
          <w:vertAlign w:val="subscript"/>
        </w:rPr>
        <w:t>ServingOffloadWLAN,</w:t>
      </w:r>
      <w:r w:rsidR="00646BEC">
        <w:rPr>
          <w:b/>
          <w:vertAlign w:val="subscript"/>
        </w:rPr>
        <w:t xml:space="preserve"> </w:t>
      </w:r>
      <w:r w:rsidRPr="006F699D">
        <w:rPr>
          <w:b/>
          <w:vertAlign w:val="subscript"/>
        </w:rPr>
        <w:t>LowP</w:t>
      </w:r>
    </w:p>
    <w:p w14:paraId="3A75969D" w14:textId="210211AA" w:rsidR="007454F5" w:rsidRPr="006F699D" w:rsidRDefault="007454F5" w:rsidP="00377BCE">
      <w:pPr>
        <w:rPr>
          <w:rFonts w:eastAsia="Times New Roman"/>
          <w:lang w:eastAsia="en-GB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noProof/>
        </w:rPr>
        <w:t>RSRP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dBm)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WLAN.</w:t>
      </w:r>
    </w:p>
    <w:p w14:paraId="4C1FD00A" w14:textId="4352BB85" w:rsidR="007454F5" w:rsidRPr="006F699D" w:rsidRDefault="007454F5" w:rsidP="00377BCE">
      <w:pPr>
        <w:rPr>
          <w:b/>
          <w:vertAlign w:val="subscript"/>
        </w:rPr>
      </w:pPr>
      <w:r w:rsidRPr="006F699D">
        <w:rPr>
          <w:b/>
        </w:rPr>
        <w:t>Thresh</w:t>
      </w:r>
      <w:r w:rsidRPr="006F699D">
        <w:rPr>
          <w:b/>
          <w:vertAlign w:val="subscript"/>
        </w:rPr>
        <w:t>ServingOffloadWLAN,</w:t>
      </w:r>
      <w:r w:rsidR="00646BEC">
        <w:rPr>
          <w:b/>
          <w:vertAlign w:val="subscript"/>
        </w:rPr>
        <w:t xml:space="preserve"> </w:t>
      </w:r>
      <w:r w:rsidRPr="006F699D">
        <w:rPr>
          <w:b/>
          <w:vertAlign w:val="subscript"/>
        </w:rPr>
        <w:t>HighP</w:t>
      </w:r>
    </w:p>
    <w:p w14:paraId="7B7CE2A6" w14:textId="32D942F5" w:rsidR="007454F5" w:rsidRPr="006F699D" w:rsidRDefault="007454F5" w:rsidP="00377BCE">
      <w:pPr>
        <w:rPr>
          <w:rFonts w:eastAsia="Times New Roman"/>
          <w:lang w:eastAsia="en-GB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noProof/>
        </w:rPr>
        <w:t>RSRP</w:t>
      </w:r>
      <w:r w:rsidR="00646BEC">
        <w:rPr>
          <w:noProof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dBm)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E-UTRAN.</w:t>
      </w:r>
    </w:p>
    <w:p w14:paraId="01100467" w14:textId="685BCC73" w:rsidR="007454F5" w:rsidRPr="006F699D" w:rsidRDefault="007454F5" w:rsidP="00377BCE">
      <w:pPr>
        <w:rPr>
          <w:b/>
          <w:bCs/>
        </w:rPr>
      </w:pPr>
      <w:r w:rsidRPr="006F699D">
        <w:rPr>
          <w:b/>
          <w:bCs/>
          <w:noProof/>
        </w:rPr>
        <w:t>Thresh</w:t>
      </w:r>
      <w:r w:rsidRPr="006F699D">
        <w:rPr>
          <w:b/>
          <w:bCs/>
          <w:noProof/>
          <w:vertAlign w:val="subscript"/>
        </w:rPr>
        <w:t>ServingOffloadWLAN,</w:t>
      </w:r>
      <w:r w:rsidR="00646BEC">
        <w:rPr>
          <w:b/>
          <w:bCs/>
          <w:noProof/>
          <w:vertAlign w:val="subscript"/>
        </w:rPr>
        <w:t xml:space="preserve"> </w:t>
      </w:r>
      <w:r w:rsidRPr="006F699D">
        <w:rPr>
          <w:b/>
          <w:bCs/>
          <w:noProof/>
          <w:vertAlign w:val="subscript"/>
        </w:rPr>
        <w:t>LowQ</w:t>
      </w:r>
    </w:p>
    <w:p w14:paraId="5E858DE7" w14:textId="4F7AF550" w:rsidR="007454F5" w:rsidRPr="006F699D" w:rsidRDefault="007454F5" w:rsidP="00377BCE">
      <w:pPr>
        <w:rPr>
          <w:rFonts w:eastAsia="Times New Roman"/>
          <w:lang w:eastAsia="en-GB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noProof/>
        </w:rPr>
        <w:t>RSRQ</w:t>
      </w:r>
      <w:r w:rsidR="00646BEC">
        <w:rPr>
          <w:noProof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dB)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WLAN.</w:t>
      </w:r>
    </w:p>
    <w:p w14:paraId="44A1B062" w14:textId="1F1C2B4C" w:rsidR="007454F5" w:rsidRPr="006F699D" w:rsidRDefault="007454F5" w:rsidP="00377BCE">
      <w:pPr>
        <w:rPr>
          <w:b/>
          <w:bCs/>
        </w:rPr>
      </w:pPr>
      <w:r w:rsidRPr="006F699D">
        <w:rPr>
          <w:b/>
          <w:bCs/>
          <w:noProof/>
        </w:rPr>
        <w:t>Thresh</w:t>
      </w:r>
      <w:r w:rsidRPr="006F699D">
        <w:rPr>
          <w:b/>
          <w:bCs/>
          <w:noProof/>
          <w:vertAlign w:val="subscript"/>
        </w:rPr>
        <w:t>ServingOffloadWLAN,</w:t>
      </w:r>
      <w:r w:rsidR="00646BEC">
        <w:rPr>
          <w:b/>
          <w:bCs/>
          <w:noProof/>
          <w:vertAlign w:val="subscript"/>
        </w:rPr>
        <w:t xml:space="preserve"> </w:t>
      </w:r>
      <w:r w:rsidRPr="006F699D">
        <w:rPr>
          <w:b/>
          <w:bCs/>
          <w:noProof/>
          <w:vertAlign w:val="subscript"/>
        </w:rPr>
        <w:t>HighQ</w:t>
      </w:r>
    </w:p>
    <w:p w14:paraId="09F88043" w14:textId="334F3BBE" w:rsidR="007454F5" w:rsidRPr="006F699D" w:rsidRDefault="007454F5" w:rsidP="00377BCE">
      <w:pPr>
        <w:rPr>
          <w:rFonts w:eastAsia="Times New Roman"/>
          <w:lang w:eastAsia="en-GB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noProof/>
        </w:rPr>
        <w:t>RSRQ</w:t>
      </w:r>
      <w:r w:rsidR="00646BEC">
        <w:rPr>
          <w:noProof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lang w:eastAsia="ja-JP"/>
        </w:rPr>
        <w:t>(in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dB)</w:t>
      </w:r>
      <w:r w:rsidR="00646BEC">
        <w:rPr>
          <w:lang w:eastAsia="ja-JP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E-UTRAN.</w:t>
      </w:r>
    </w:p>
    <w:p w14:paraId="1D5D49F5" w14:textId="65EAC66F" w:rsidR="007454F5" w:rsidRPr="006F699D" w:rsidRDefault="007454F5" w:rsidP="00377BCE">
      <w:pPr>
        <w:rPr>
          <w:b/>
          <w:bCs/>
          <w:vertAlign w:val="subscript"/>
          <w:lang w:eastAsia="ja-JP"/>
        </w:rPr>
      </w:pPr>
      <w:r w:rsidRPr="006F699D">
        <w:rPr>
          <w:b/>
          <w:bCs/>
          <w:noProof/>
        </w:rPr>
        <w:t>Thresh</w:t>
      </w:r>
      <w:r w:rsidRPr="006F699D">
        <w:rPr>
          <w:b/>
          <w:bCs/>
          <w:noProof/>
          <w:vertAlign w:val="subscript"/>
        </w:rPr>
        <w:t>ChUtilWLAN,</w:t>
      </w:r>
      <w:r w:rsidR="00646BEC">
        <w:rPr>
          <w:b/>
          <w:bCs/>
          <w:noProof/>
          <w:vertAlign w:val="subscript"/>
        </w:rPr>
        <w:t xml:space="preserve"> </w:t>
      </w:r>
      <w:r w:rsidRPr="006F699D">
        <w:rPr>
          <w:b/>
          <w:bCs/>
          <w:noProof/>
          <w:vertAlign w:val="subscript"/>
        </w:rPr>
        <w:t>Low</w:t>
      </w:r>
    </w:p>
    <w:p w14:paraId="1EEAF7A6" w14:textId="4D7CCE80" w:rsidR="007454F5" w:rsidRPr="006F699D" w:rsidRDefault="007454F5" w:rsidP="00377BCE">
      <w:pPr>
        <w:rPr>
          <w:rFonts w:eastAsia="Times New Roman"/>
          <w:lang w:eastAsia="en-GB"/>
        </w:rPr>
      </w:pPr>
      <w:r w:rsidRPr="006F699D">
        <w:rPr>
          <w:rFonts w:eastAsia="Times New Roman"/>
          <w:lang w:eastAsia="en-GB"/>
        </w:rPr>
        <w:lastRenderedPageBreak/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channel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utilization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(BSS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load)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WLAN.</w:t>
      </w:r>
    </w:p>
    <w:p w14:paraId="372B6543" w14:textId="6376877C" w:rsidR="007454F5" w:rsidRPr="006F699D" w:rsidRDefault="007454F5" w:rsidP="00377BCE">
      <w:pPr>
        <w:rPr>
          <w:b/>
          <w:bCs/>
          <w:vertAlign w:val="subscript"/>
          <w:lang w:eastAsia="ja-JP"/>
        </w:rPr>
      </w:pPr>
      <w:r w:rsidRPr="006F699D">
        <w:rPr>
          <w:b/>
          <w:bCs/>
          <w:noProof/>
        </w:rPr>
        <w:t>Thresh</w:t>
      </w:r>
      <w:r w:rsidRPr="006F699D">
        <w:rPr>
          <w:b/>
          <w:bCs/>
          <w:noProof/>
          <w:vertAlign w:val="subscript"/>
        </w:rPr>
        <w:t>ChUtilWLAN,</w:t>
      </w:r>
      <w:r w:rsidR="00646BEC">
        <w:rPr>
          <w:b/>
          <w:bCs/>
          <w:noProof/>
          <w:vertAlign w:val="subscript"/>
        </w:rPr>
        <w:t xml:space="preserve"> </w:t>
      </w:r>
      <w:r w:rsidRPr="006F699D">
        <w:rPr>
          <w:b/>
          <w:bCs/>
          <w:noProof/>
          <w:vertAlign w:val="subscript"/>
        </w:rPr>
        <w:t>High</w:t>
      </w:r>
    </w:p>
    <w:p w14:paraId="16D87988" w14:textId="6151F539" w:rsidR="007454F5" w:rsidRPr="006F699D" w:rsidRDefault="007454F5" w:rsidP="00377BCE">
      <w:pPr>
        <w:rPr>
          <w:rFonts w:eastAsia="Times New Roman"/>
          <w:lang w:eastAsia="en-GB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channel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utilization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(BSS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load)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threshold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E-UTRAN.</w:t>
      </w:r>
    </w:p>
    <w:p w14:paraId="09BB271C" w14:textId="566F2CB8" w:rsidR="007454F5" w:rsidRPr="006F699D" w:rsidRDefault="007454F5" w:rsidP="00377BCE">
      <w:pPr>
        <w:rPr>
          <w:b/>
          <w:bCs/>
          <w:noProof/>
        </w:rPr>
      </w:pPr>
      <w:r w:rsidRPr="006F699D">
        <w:rPr>
          <w:b/>
          <w:bCs/>
          <w:noProof/>
        </w:rPr>
        <w:t>Thresh</w:t>
      </w:r>
      <w:r w:rsidRPr="006F699D">
        <w:rPr>
          <w:b/>
          <w:bCs/>
          <w:noProof/>
          <w:vertAlign w:val="subscript"/>
        </w:rPr>
        <w:t>BackhRateDLWLAN,</w:t>
      </w:r>
      <w:r w:rsidR="00646BEC">
        <w:rPr>
          <w:b/>
          <w:bCs/>
          <w:noProof/>
          <w:vertAlign w:val="subscript"/>
        </w:rPr>
        <w:t xml:space="preserve"> </w:t>
      </w:r>
      <w:r w:rsidRPr="006F699D">
        <w:rPr>
          <w:b/>
          <w:bCs/>
          <w:noProof/>
          <w:vertAlign w:val="subscript"/>
        </w:rPr>
        <w:t>Low</w:t>
      </w:r>
    </w:p>
    <w:p w14:paraId="6BD80255" w14:textId="56296D7C" w:rsidR="007454F5" w:rsidRPr="006F699D" w:rsidRDefault="007454F5" w:rsidP="00377BCE">
      <w:pPr>
        <w:rPr>
          <w:rFonts w:eastAsia="SimSun"/>
          <w:lang w:eastAsia="zh-CN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t>backhaul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downlink</w:t>
      </w:r>
      <w:r w:rsidR="00646BEC">
        <w:t xml:space="preserve"> </w:t>
      </w:r>
      <w:r w:rsidRPr="006F699D">
        <w:t>bandwidth</w:t>
      </w:r>
      <w:r w:rsidR="00646BEC">
        <w:t xml:space="preserve"> </w:t>
      </w:r>
      <w:r w:rsidRPr="006F699D">
        <w:t>threshold</w:t>
      </w:r>
      <w:r w:rsidR="00646BEC"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Pr="006F699D">
        <w:rPr>
          <w:rFonts w:eastAsia="SimSun"/>
          <w:lang w:eastAsia="zh-CN"/>
        </w:rPr>
        <w:t>.</w:t>
      </w:r>
    </w:p>
    <w:p w14:paraId="58DE7AAD" w14:textId="2FDED646" w:rsidR="007454F5" w:rsidRPr="006F699D" w:rsidRDefault="007454F5" w:rsidP="00377BCE">
      <w:pPr>
        <w:rPr>
          <w:b/>
          <w:bCs/>
          <w:noProof/>
        </w:rPr>
      </w:pPr>
      <w:r w:rsidRPr="006F699D">
        <w:rPr>
          <w:b/>
          <w:bCs/>
          <w:noProof/>
        </w:rPr>
        <w:t>Thresh</w:t>
      </w:r>
      <w:r w:rsidRPr="006F699D">
        <w:rPr>
          <w:b/>
          <w:bCs/>
          <w:noProof/>
          <w:vertAlign w:val="subscript"/>
        </w:rPr>
        <w:t>BackhRateDLWLAN,</w:t>
      </w:r>
      <w:r w:rsidR="00646BEC">
        <w:rPr>
          <w:b/>
          <w:bCs/>
          <w:noProof/>
          <w:vertAlign w:val="subscript"/>
        </w:rPr>
        <w:t xml:space="preserve"> </w:t>
      </w:r>
      <w:r w:rsidRPr="006F699D">
        <w:rPr>
          <w:b/>
          <w:bCs/>
          <w:noProof/>
          <w:vertAlign w:val="subscript"/>
        </w:rPr>
        <w:t>High</w:t>
      </w:r>
    </w:p>
    <w:p w14:paraId="6A152C2A" w14:textId="5A489D69" w:rsidR="007454F5" w:rsidRPr="006F699D" w:rsidRDefault="007454F5" w:rsidP="00377BCE"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t>backhaul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downlink</w:t>
      </w:r>
      <w:r w:rsidR="00646BEC">
        <w:t xml:space="preserve"> </w:t>
      </w:r>
      <w:r w:rsidRPr="006F699D">
        <w:t>bandwidth</w:t>
      </w:r>
      <w:r w:rsidR="00646BEC">
        <w:t xml:space="preserve"> </w:t>
      </w:r>
      <w:r w:rsidRPr="006F699D">
        <w:t>threshold</w:t>
      </w:r>
      <w:r w:rsidR="00646BEC"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Pr="006F699D">
        <w:rPr>
          <w:rFonts w:eastAsia="SimSun"/>
          <w:lang w:eastAsia="zh-CN"/>
        </w:rPr>
        <w:t>.</w:t>
      </w:r>
    </w:p>
    <w:p w14:paraId="494C47FC" w14:textId="53BEC54E" w:rsidR="007454F5" w:rsidRPr="006F699D" w:rsidRDefault="007454F5" w:rsidP="00377BCE">
      <w:pPr>
        <w:rPr>
          <w:b/>
          <w:bCs/>
          <w:vertAlign w:val="subscript"/>
          <w:lang w:eastAsia="ja-JP"/>
        </w:rPr>
      </w:pPr>
      <w:r w:rsidRPr="006F699D">
        <w:rPr>
          <w:b/>
          <w:bCs/>
          <w:noProof/>
        </w:rPr>
        <w:t>Thresh</w:t>
      </w:r>
      <w:r w:rsidRPr="006F699D">
        <w:rPr>
          <w:b/>
          <w:bCs/>
          <w:noProof/>
          <w:vertAlign w:val="subscript"/>
        </w:rPr>
        <w:t>BackhRateULWLAN,</w:t>
      </w:r>
      <w:r w:rsidR="00646BEC">
        <w:rPr>
          <w:b/>
          <w:bCs/>
          <w:noProof/>
          <w:vertAlign w:val="subscript"/>
        </w:rPr>
        <w:t xml:space="preserve"> </w:t>
      </w:r>
      <w:r w:rsidRPr="006F699D">
        <w:rPr>
          <w:b/>
          <w:bCs/>
          <w:noProof/>
          <w:vertAlign w:val="subscript"/>
        </w:rPr>
        <w:t>Low</w:t>
      </w:r>
    </w:p>
    <w:p w14:paraId="0E726AA3" w14:textId="50A3863F" w:rsidR="007454F5" w:rsidRPr="006F699D" w:rsidRDefault="007454F5" w:rsidP="00377BCE">
      <w:pPr>
        <w:rPr>
          <w:rFonts w:eastAsia="SimSun"/>
          <w:lang w:eastAsia="zh-CN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t>backhaul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uplink</w:t>
      </w:r>
      <w:r w:rsidR="00646BEC">
        <w:t xml:space="preserve"> </w:t>
      </w:r>
      <w:r w:rsidRPr="006F699D">
        <w:t>bandwidth</w:t>
      </w:r>
      <w:r w:rsidR="00646BEC">
        <w:t xml:space="preserve"> </w:t>
      </w:r>
      <w:r w:rsidRPr="006F699D">
        <w:t>threshold</w:t>
      </w:r>
      <w:r w:rsidR="00646BEC"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Pr="006F699D">
        <w:rPr>
          <w:rFonts w:eastAsia="SimSun"/>
          <w:lang w:eastAsia="zh-CN"/>
        </w:rPr>
        <w:t>.</w:t>
      </w:r>
    </w:p>
    <w:p w14:paraId="5671ABC2" w14:textId="45B247B1" w:rsidR="007454F5" w:rsidRPr="006F699D" w:rsidRDefault="007454F5" w:rsidP="00377BCE">
      <w:pPr>
        <w:rPr>
          <w:b/>
          <w:bCs/>
          <w:vertAlign w:val="subscript"/>
          <w:lang w:eastAsia="ja-JP"/>
        </w:rPr>
      </w:pPr>
      <w:r w:rsidRPr="006F699D">
        <w:rPr>
          <w:b/>
          <w:bCs/>
          <w:noProof/>
        </w:rPr>
        <w:t>Thresh</w:t>
      </w:r>
      <w:r w:rsidRPr="006F699D">
        <w:rPr>
          <w:b/>
          <w:bCs/>
          <w:noProof/>
          <w:vertAlign w:val="subscript"/>
        </w:rPr>
        <w:t>BackhRateULWLAN,</w:t>
      </w:r>
      <w:r w:rsidR="00646BEC">
        <w:rPr>
          <w:b/>
          <w:bCs/>
          <w:noProof/>
          <w:vertAlign w:val="subscript"/>
        </w:rPr>
        <w:t xml:space="preserve"> </w:t>
      </w:r>
      <w:r w:rsidRPr="006F699D">
        <w:rPr>
          <w:b/>
          <w:bCs/>
          <w:noProof/>
          <w:vertAlign w:val="subscript"/>
        </w:rPr>
        <w:t>High</w:t>
      </w:r>
    </w:p>
    <w:p w14:paraId="61D70253" w14:textId="79F99F31" w:rsidR="007454F5" w:rsidRPr="006F699D" w:rsidRDefault="007454F5" w:rsidP="00377BCE">
      <w:pPr>
        <w:rPr>
          <w:rFonts w:eastAsia="SimSun"/>
          <w:lang w:eastAsia="zh-CN"/>
        </w:rPr>
      </w:pPr>
      <w:r w:rsidRPr="006F699D">
        <w:rPr>
          <w:rFonts w:eastAsia="Times New Roman"/>
          <w:lang w:eastAsia="en-GB"/>
        </w:rPr>
        <w:t>This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specifies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t>backhaul</w:t>
      </w:r>
      <w:r w:rsidR="00646BEC">
        <w:t xml:space="preserve"> </w:t>
      </w:r>
      <w:r w:rsidRPr="006F699D">
        <w:t>available</w:t>
      </w:r>
      <w:r w:rsidR="00646BEC">
        <w:t xml:space="preserve"> </w:t>
      </w:r>
      <w:r w:rsidRPr="006F699D">
        <w:t>uplink</w:t>
      </w:r>
      <w:r w:rsidR="00646BEC">
        <w:t xml:space="preserve"> </w:t>
      </w:r>
      <w:r w:rsidRPr="006F699D">
        <w:t>bandwidth</w:t>
      </w:r>
      <w:r w:rsidR="00646BEC">
        <w:t xml:space="preserve"> </w:t>
      </w:r>
      <w:r w:rsidRPr="006F699D">
        <w:t>threshold</w:t>
      </w:r>
      <w:r w:rsidR="00646BEC">
        <w:t xml:space="preserve"> </w:t>
      </w:r>
      <w:r w:rsidRPr="006F699D">
        <w:rPr>
          <w:rFonts w:eastAsia="Times New Roman"/>
          <w:lang w:eastAsia="en-GB"/>
        </w:rPr>
        <w:t>used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by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the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UE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for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traffic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steering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to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Pr="006F699D">
        <w:rPr>
          <w:rFonts w:eastAsia="SimSun"/>
          <w:lang w:eastAsia="zh-CN"/>
        </w:rPr>
        <w:t>.</w:t>
      </w:r>
    </w:p>
    <w:p w14:paraId="1081039F" w14:textId="2543D9BC" w:rsidR="007454F5" w:rsidRPr="006F699D" w:rsidRDefault="003973C3" w:rsidP="00377BCE">
      <w:pPr>
        <w:rPr>
          <w:b/>
          <w:noProof/>
          <w:vertAlign w:val="subscript"/>
        </w:rPr>
      </w:pPr>
      <w:r w:rsidRPr="006F699D">
        <w:rPr>
          <w:b/>
          <w:noProof/>
        </w:rPr>
        <w:t>Thresh</w:t>
      </w:r>
      <w:r w:rsidRPr="006F699D">
        <w:rPr>
          <w:rFonts w:eastAsia="Malgun Gothic"/>
          <w:b/>
          <w:noProof/>
          <w:vertAlign w:val="subscript"/>
          <w:lang w:eastAsia="ko-KR"/>
        </w:rPr>
        <w:t>WLAN</w:t>
      </w:r>
      <w:r w:rsidRPr="006F699D">
        <w:rPr>
          <w:b/>
          <w:noProof/>
          <w:vertAlign w:val="subscript"/>
        </w:rPr>
        <w:t>RSSI</w:t>
      </w:r>
      <w:r w:rsidR="007454F5" w:rsidRPr="006F699D">
        <w:rPr>
          <w:b/>
          <w:noProof/>
          <w:vertAlign w:val="subscript"/>
        </w:rPr>
        <w:t>,</w:t>
      </w:r>
      <w:r w:rsidR="00646BEC">
        <w:rPr>
          <w:b/>
          <w:noProof/>
          <w:vertAlign w:val="subscript"/>
        </w:rPr>
        <w:t xml:space="preserve"> </w:t>
      </w:r>
      <w:r w:rsidR="007454F5" w:rsidRPr="006F699D">
        <w:rPr>
          <w:b/>
          <w:noProof/>
          <w:vertAlign w:val="subscript"/>
        </w:rPr>
        <w:t>Low</w:t>
      </w:r>
    </w:p>
    <w:p w14:paraId="40749998" w14:textId="4322B2EF" w:rsidR="007454F5" w:rsidRPr="006F699D" w:rsidRDefault="007454F5" w:rsidP="00377BCE">
      <w:pPr>
        <w:rPr>
          <w:noProof/>
        </w:rPr>
      </w:pPr>
      <w:r w:rsidRPr="006F699D">
        <w:rPr>
          <w:noProof/>
        </w:rPr>
        <w:t>This</w:t>
      </w:r>
      <w:r w:rsidR="00646BEC">
        <w:rPr>
          <w:noProof/>
        </w:rPr>
        <w:t xml:space="preserve"> </w:t>
      </w:r>
      <w:r w:rsidRPr="006F699D">
        <w:rPr>
          <w:noProof/>
        </w:rPr>
        <w:t>specifies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="003973C3" w:rsidRPr="006F699D">
        <w:rPr>
          <w:noProof/>
        </w:rPr>
        <w:t>WLAN</w:t>
      </w:r>
      <w:r w:rsidR="00646BEC">
        <w:rPr>
          <w:noProof/>
        </w:rPr>
        <w:t xml:space="preserve"> </w:t>
      </w:r>
      <w:r w:rsidRPr="006F699D">
        <w:rPr>
          <w:noProof/>
        </w:rPr>
        <w:t>RSSI</w:t>
      </w:r>
      <w:r w:rsidR="00646BEC">
        <w:rPr>
          <w:noProof/>
        </w:rPr>
        <w:t xml:space="preserve"> </w:t>
      </w:r>
      <w:r w:rsidRPr="006F699D">
        <w:rPr>
          <w:noProof/>
        </w:rPr>
        <w:t>threshold</w:t>
      </w:r>
      <w:r w:rsidR="00646BEC">
        <w:rPr>
          <w:noProof/>
        </w:rPr>
        <w:t xml:space="preserve"> </w:t>
      </w:r>
      <w:r w:rsidRPr="006F699D">
        <w:rPr>
          <w:noProof/>
        </w:rPr>
        <w:t>used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noProof/>
        </w:rPr>
        <w:t>UE</w:t>
      </w:r>
      <w:r w:rsidR="00646BEC">
        <w:rPr>
          <w:noProof/>
        </w:rPr>
        <w:t xml:space="preserve"> </w:t>
      </w:r>
      <w:r w:rsidRPr="006F699D">
        <w:rPr>
          <w:noProof/>
        </w:rPr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traffic</w:t>
      </w:r>
      <w:r w:rsidR="00646BEC">
        <w:rPr>
          <w:noProof/>
        </w:rPr>
        <w:t xml:space="preserve"> </w:t>
      </w:r>
      <w:r w:rsidRPr="006F699D">
        <w:rPr>
          <w:noProof/>
        </w:rPr>
        <w:t>steering</w:t>
      </w:r>
      <w:r w:rsidR="00646BEC">
        <w:rPr>
          <w:noProof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WLAN</w:t>
      </w:r>
      <w:r w:rsidR="00646BEC">
        <w:rPr>
          <w:noProof/>
        </w:rPr>
        <w:t xml:space="preserve"> </w:t>
      </w:r>
      <w:r w:rsidRPr="006F699D">
        <w:rPr>
          <w:noProof/>
        </w:rPr>
        <w:t>to</w:t>
      </w:r>
      <w:r w:rsidR="00646BEC">
        <w:rPr>
          <w:noProof/>
        </w:rPr>
        <w:t xml:space="preserve"> </w:t>
      </w:r>
      <w:r w:rsidRPr="006F699D">
        <w:rPr>
          <w:noProof/>
        </w:rPr>
        <w:t>E-UTRAN.</w:t>
      </w:r>
    </w:p>
    <w:p w14:paraId="543523D9" w14:textId="5938D297" w:rsidR="007454F5" w:rsidRPr="006F699D" w:rsidRDefault="003973C3" w:rsidP="00377BCE">
      <w:pPr>
        <w:rPr>
          <w:b/>
          <w:noProof/>
          <w:vertAlign w:val="subscript"/>
        </w:rPr>
      </w:pPr>
      <w:r w:rsidRPr="006F699D">
        <w:rPr>
          <w:b/>
          <w:noProof/>
        </w:rPr>
        <w:t>Thresh</w:t>
      </w:r>
      <w:r w:rsidRPr="006F699D">
        <w:rPr>
          <w:rFonts w:eastAsia="Malgun Gothic"/>
          <w:b/>
          <w:noProof/>
          <w:vertAlign w:val="subscript"/>
          <w:lang w:eastAsia="ko-KR"/>
        </w:rPr>
        <w:t>WLAN</w:t>
      </w:r>
      <w:r w:rsidRPr="006F699D">
        <w:rPr>
          <w:b/>
          <w:noProof/>
          <w:vertAlign w:val="subscript"/>
        </w:rPr>
        <w:t>RSSI</w:t>
      </w:r>
      <w:r w:rsidR="007454F5" w:rsidRPr="006F699D">
        <w:rPr>
          <w:b/>
          <w:noProof/>
          <w:vertAlign w:val="subscript"/>
        </w:rPr>
        <w:t>,</w:t>
      </w:r>
      <w:r w:rsidR="00646BEC">
        <w:rPr>
          <w:b/>
          <w:noProof/>
          <w:vertAlign w:val="subscript"/>
        </w:rPr>
        <w:t xml:space="preserve"> </w:t>
      </w:r>
      <w:r w:rsidR="007454F5" w:rsidRPr="006F699D">
        <w:rPr>
          <w:b/>
          <w:noProof/>
          <w:vertAlign w:val="subscript"/>
        </w:rPr>
        <w:t>High</w:t>
      </w:r>
    </w:p>
    <w:p w14:paraId="15AD2E8D" w14:textId="5118159E" w:rsidR="007454F5" w:rsidRPr="006F699D" w:rsidRDefault="007454F5" w:rsidP="00377BCE">
      <w:pPr>
        <w:rPr>
          <w:noProof/>
        </w:rPr>
      </w:pPr>
      <w:r w:rsidRPr="006F699D">
        <w:rPr>
          <w:noProof/>
        </w:rPr>
        <w:t>This</w:t>
      </w:r>
      <w:r w:rsidR="00646BEC">
        <w:rPr>
          <w:noProof/>
        </w:rPr>
        <w:t xml:space="preserve"> </w:t>
      </w:r>
      <w:r w:rsidRPr="006F699D">
        <w:rPr>
          <w:noProof/>
        </w:rPr>
        <w:t>specifies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noProof/>
        </w:rPr>
        <w:t>Beacon</w:t>
      </w:r>
      <w:r w:rsidR="00646BEC">
        <w:rPr>
          <w:noProof/>
        </w:rPr>
        <w:t xml:space="preserve"> </w:t>
      </w:r>
      <w:r w:rsidRPr="006F699D">
        <w:rPr>
          <w:noProof/>
        </w:rPr>
        <w:t>RSSI</w:t>
      </w:r>
      <w:r w:rsidR="00646BEC">
        <w:rPr>
          <w:noProof/>
        </w:rPr>
        <w:t xml:space="preserve"> </w:t>
      </w:r>
      <w:r w:rsidRPr="006F699D">
        <w:rPr>
          <w:noProof/>
        </w:rPr>
        <w:t>threshold</w:t>
      </w:r>
      <w:r w:rsidR="00646BEC">
        <w:rPr>
          <w:noProof/>
        </w:rPr>
        <w:t xml:space="preserve"> </w:t>
      </w:r>
      <w:r w:rsidRPr="006F699D">
        <w:rPr>
          <w:noProof/>
        </w:rPr>
        <w:t>used</w:t>
      </w:r>
      <w:r w:rsidR="00646BEC">
        <w:rPr>
          <w:noProof/>
        </w:rPr>
        <w:t xml:space="preserve"> </w:t>
      </w:r>
      <w:r w:rsidRPr="006F699D">
        <w:rPr>
          <w:noProof/>
        </w:rPr>
        <w:t>by</w:t>
      </w:r>
      <w:r w:rsidR="00646BEC">
        <w:rPr>
          <w:noProof/>
        </w:rPr>
        <w:t xml:space="preserve"> </w:t>
      </w:r>
      <w:r w:rsidRPr="006F699D">
        <w:rPr>
          <w:noProof/>
        </w:rPr>
        <w:t>the</w:t>
      </w:r>
      <w:r w:rsidR="00646BEC">
        <w:rPr>
          <w:noProof/>
        </w:rPr>
        <w:t xml:space="preserve"> </w:t>
      </w:r>
      <w:r w:rsidRPr="006F699D">
        <w:rPr>
          <w:noProof/>
        </w:rPr>
        <w:t>UE</w:t>
      </w:r>
      <w:r w:rsidR="00646BEC">
        <w:rPr>
          <w:noProof/>
        </w:rPr>
        <w:t xml:space="preserve"> </w:t>
      </w:r>
      <w:r w:rsidRPr="006F699D">
        <w:rPr>
          <w:noProof/>
        </w:rPr>
        <w:t>for</w:t>
      </w:r>
      <w:r w:rsidR="00646BEC">
        <w:rPr>
          <w:noProof/>
        </w:rPr>
        <w:t xml:space="preserve"> </w:t>
      </w:r>
      <w:r w:rsidRPr="006F699D">
        <w:rPr>
          <w:noProof/>
        </w:rPr>
        <w:t>traffic</w:t>
      </w:r>
      <w:r w:rsidR="00646BEC">
        <w:rPr>
          <w:noProof/>
        </w:rPr>
        <w:t xml:space="preserve"> </w:t>
      </w:r>
      <w:r w:rsidRPr="006F699D">
        <w:rPr>
          <w:noProof/>
        </w:rPr>
        <w:t>steering</w:t>
      </w:r>
      <w:r w:rsidR="00646BEC">
        <w:rPr>
          <w:noProof/>
        </w:rPr>
        <w:t xml:space="preserve"> </w:t>
      </w:r>
      <w:r w:rsidRPr="006F699D">
        <w:rPr>
          <w:rFonts w:eastAsia="Times New Roman"/>
          <w:lang w:eastAsia="en-GB"/>
        </w:rPr>
        <w:t>from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rFonts w:eastAsia="Times New Roman"/>
          <w:lang w:eastAsia="en-GB"/>
        </w:rPr>
        <w:t>E-UTRAN</w:t>
      </w:r>
      <w:r w:rsidR="00646BEC">
        <w:rPr>
          <w:rFonts w:eastAsia="Times New Roman"/>
          <w:lang w:eastAsia="en-GB"/>
        </w:rPr>
        <w:t xml:space="preserve"> </w:t>
      </w:r>
      <w:r w:rsidRPr="006F699D">
        <w:rPr>
          <w:noProof/>
        </w:rPr>
        <w:t>to</w:t>
      </w:r>
      <w:r w:rsidR="00646BEC">
        <w:rPr>
          <w:noProof/>
        </w:rPr>
        <w:t xml:space="preserve"> </w:t>
      </w:r>
      <w:r w:rsidRPr="006F699D">
        <w:rPr>
          <w:noProof/>
        </w:rPr>
        <w:t>WLAN.</w:t>
      </w:r>
    </w:p>
    <w:p w14:paraId="2FDF8E39" w14:textId="77777777" w:rsidR="007454F5" w:rsidRPr="006F699D" w:rsidRDefault="007454F5" w:rsidP="00377BCE">
      <w:pPr>
        <w:rPr>
          <w:b/>
          <w:bCs/>
          <w:vertAlign w:val="subscript"/>
        </w:rPr>
      </w:pPr>
      <w:r w:rsidRPr="006F699D">
        <w:rPr>
          <w:b/>
          <w:bCs/>
        </w:rPr>
        <w:t>Tsteering</w:t>
      </w:r>
      <w:r w:rsidRPr="006F699D">
        <w:rPr>
          <w:b/>
          <w:bCs/>
          <w:vertAlign w:val="subscript"/>
        </w:rPr>
        <w:t>WLAN</w:t>
      </w:r>
    </w:p>
    <w:p w14:paraId="2E5FE09F" w14:textId="091F1DC9" w:rsidR="007454F5" w:rsidRPr="006F699D" w:rsidRDefault="007454F5" w:rsidP="00377BCE">
      <w:pPr>
        <w:rPr>
          <w:lang w:eastAsia="ja-JP"/>
        </w:rPr>
      </w:pPr>
      <w:r w:rsidRPr="006F699D">
        <w:t>This</w:t>
      </w:r>
      <w:r w:rsidR="00646BEC">
        <w:t xml:space="preserve"> </w:t>
      </w:r>
      <w:r w:rsidRPr="006F699D">
        <w:t>specifies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Tsteering</w:t>
      </w:r>
      <w:r w:rsidRPr="006F699D">
        <w:rPr>
          <w:vertAlign w:val="subscript"/>
        </w:rPr>
        <w:t>WLAN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during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which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rules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should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fulfilled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before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starting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traffic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steering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between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WLAN.</w:t>
      </w:r>
    </w:p>
    <w:p w14:paraId="2F390B48" w14:textId="1ACD7C02" w:rsidR="007454F5" w:rsidRPr="006F699D" w:rsidRDefault="007454F5" w:rsidP="00377BCE">
      <w:pPr>
        <w:rPr>
          <w:b/>
          <w:lang w:eastAsia="ja-JP"/>
        </w:rPr>
      </w:pPr>
      <w:r w:rsidRPr="006F699D">
        <w:rPr>
          <w:b/>
          <w:lang w:eastAsia="ja-JP"/>
        </w:rPr>
        <w:t>WLAN</w:t>
      </w:r>
      <w:r w:rsidR="00646BEC">
        <w:rPr>
          <w:b/>
          <w:lang w:eastAsia="ja-JP"/>
        </w:rPr>
        <w:t xml:space="preserve"> </w:t>
      </w:r>
      <w:r w:rsidRPr="006F699D">
        <w:rPr>
          <w:b/>
          <w:lang w:eastAsia="ja-JP"/>
        </w:rPr>
        <w:t>identifiers</w:t>
      </w:r>
    </w:p>
    <w:p w14:paraId="3A7282A0" w14:textId="71A6E20A" w:rsidR="007454F5" w:rsidRPr="006F699D" w:rsidRDefault="007454F5" w:rsidP="00377BCE">
      <w:pPr>
        <w:rPr>
          <w:snapToGrid w:val="0"/>
        </w:rPr>
      </w:pPr>
      <w:r w:rsidRPr="006F699D">
        <w:rPr>
          <w:lang w:eastAsia="ja-JP"/>
        </w:rPr>
        <w:t>Only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SSIDs,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BSSIDs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HESSIDs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which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are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provided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parameter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considered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traffic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steering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between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E-UTRAN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WLAN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based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rules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this</w:t>
      </w:r>
      <w:r w:rsidR="00646BEC">
        <w:rPr>
          <w:rFonts w:eastAsia="Malgun Gothic"/>
          <w:lang w:eastAsia="ko-KR"/>
        </w:rPr>
        <w:t xml:space="preserve"> </w:t>
      </w:r>
      <w:r w:rsidR="001D68DD" w:rsidRPr="006F699D">
        <w:rPr>
          <w:lang w:eastAsia="ja-JP"/>
        </w:rPr>
        <w:t>clause</w:t>
      </w:r>
      <w:r w:rsidRPr="006F699D">
        <w:rPr>
          <w:lang w:eastAsia="ja-JP"/>
        </w:rPr>
        <w:t>.</w:t>
      </w:r>
    </w:p>
    <w:p w14:paraId="560A1A2D" w14:textId="3D04D972" w:rsidR="003072BD" w:rsidRPr="006F699D" w:rsidRDefault="003072BD" w:rsidP="00377BCE">
      <w:pPr>
        <w:pStyle w:val="Heading1"/>
      </w:pPr>
      <w:bookmarkStart w:id="255" w:name="_Toc29237937"/>
      <w:bookmarkStart w:id="256" w:name="_Toc46523054"/>
      <w:bookmarkStart w:id="257" w:name="_Toc100742632"/>
      <w:r w:rsidRPr="006F699D">
        <w:t>6</w:t>
      </w:r>
      <w:r w:rsidRPr="006F699D">
        <w:tab/>
      </w:r>
      <w:r w:rsidR="002C399A" w:rsidRPr="006F699D">
        <w:t>Reception</w:t>
      </w:r>
      <w:r w:rsidR="00646BEC">
        <w:t xml:space="preserve"> </w:t>
      </w:r>
      <w:r w:rsidR="002C399A" w:rsidRPr="006F699D">
        <w:t>of</w:t>
      </w:r>
      <w:r w:rsidR="00646BEC">
        <w:t xml:space="preserve"> </w:t>
      </w:r>
      <w:r w:rsidR="00FD1DF6" w:rsidRPr="006F699D">
        <w:t>b</w:t>
      </w:r>
      <w:r w:rsidRPr="006F699D">
        <w:t>roadcast</w:t>
      </w:r>
      <w:r w:rsidR="00646BEC">
        <w:t xml:space="preserve"> </w:t>
      </w:r>
      <w:r w:rsidRPr="006F699D">
        <w:t>information</w:t>
      </w:r>
      <w:bookmarkEnd w:id="255"/>
      <w:bookmarkEnd w:id="256"/>
      <w:bookmarkEnd w:id="257"/>
    </w:p>
    <w:p w14:paraId="5C9B1952" w14:textId="617B0BC6" w:rsidR="003072BD" w:rsidRPr="006F699D" w:rsidRDefault="003072BD" w:rsidP="00377BCE">
      <w:pPr>
        <w:pStyle w:val="Heading2"/>
      </w:pPr>
      <w:bookmarkStart w:id="258" w:name="_Toc29237938"/>
      <w:bookmarkStart w:id="259" w:name="_Toc46523055"/>
      <w:bookmarkStart w:id="260" w:name="_Toc100742633"/>
      <w:r w:rsidRPr="006F699D">
        <w:t>6.1</w:t>
      </w:r>
      <w:r w:rsidRPr="006F699D">
        <w:tab/>
        <w:t>Reception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="00FD1DF6" w:rsidRPr="006F699D">
        <w:t>s</w:t>
      </w:r>
      <w:r w:rsidRPr="006F699D">
        <w:t>ystem</w:t>
      </w:r>
      <w:r w:rsidR="00646BEC">
        <w:t xml:space="preserve"> </w:t>
      </w:r>
      <w:r w:rsidR="00FD1DF6" w:rsidRPr="006F699D">
        <w:t>i</w:t>
      </w:r>
      <w:r w:rsidRPr="006F699D">
        <w:t>nformation</w:t>
      </w:r>
      <w:bookmarkEnd w:id="258"/>
      <w:bookmarkEnd w:id="259"/>
      <w:bookmarkEnd w:id="260"/>
    </w:p>
    <w:p w14:paraId="45274AFC" w14:textId="5C244DBE" w:rsidR="00247BCB" w:rsidRPr="006F699D" w:rsidRDefault="00247BCB" w:rsidP="00377BCE">
      <w:r w:rsidRPr="006F699D">
        <w:t>The</w:t>
      </w:r>
      <w:r w:rsidR="00646BEC">
        <w:t xml:space="preserve"> </w:t>
      </w:r>
      <w:r w:rsidRPr="006F699D">
        <w:t>NAS</w:t>
      </w:r>
      <w:r w:rsidR="00646BEC">
        <w:rPr>
          <w:lang w:eastAsia="ja-JP"/>
        </w:rPr>
        <w:t xml:space="preserve"> </w:t>
      </w:r>
      <w:r w:rsidRPr="006F699D">
        <w:t>is</w:t>
      </w:r>
      <w:r w:rsidR="00646BEC">
        <w:t xml:space="preserve"> </w:t>
      </w:r>
      <w:r w:rsidRPr="006F699D">
        <w:t>informed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results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changes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received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information.</w:t>
      </w:r>
    </w:p>
    <w:p w14:paraId="0F748A7B" w14:textId="60439044" w:rsidR="001B18AF" w:rsidRPr="006F699D" w:rsidRDefault="002A0AE4" w:rsidP="00377BCE">
      <w:r w:rsidRPr="006F699D">
        <w:t>The</w:t>
      </w:r>
      <w:r w:rsidR="00646BEC">
        <w:t xml:space="preserve"> </w:t>
      </w:r>
      <w:r w:rsidR="00B10485" w:rsidRPr="006F699D">
        <w:t>UE</w:t>
      </w:r>
      <w:r w:rsidR="00646BEC">
        <w:t xml:space="preserve"> </w:t>
      </w:r>
      <w:r w:rsidR="00B10485" w:rsidRPr="006F699D">
        <w:t>shall</w:t>
      </w:r>
      <w:r w:rsidR="00646BEC">
        <w:t xml:space="preserve"> </w:t>
      </w:r>
      <w:r w:rsidR="00B10485" w:rsidRPr="006F699D">
        <w:t>monitor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zh-CN"/>
        </w:rPr>
        <w:t>P</w:t>
      </w:r>
      <w:r w:rsidRPr="006F699D">
        <w:rPr>
          <w:rFonts w:eastAsia="SimSun"/>
          <w:lang w:eastAsia="zh-CN"/>
        </w:rPr>
        <w:t>aging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Occasions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(POs)</w:t>
      </w:r>
      <w:r w:rsidR="00646BEC">
        <w:t xml:space="preserve"> </w:t>
      </w:r>
      <w:r w:rsidR="00B10485" w:rsidRPr="006F699D">
        <w:t>as</w:t>
      </w:r>
      <w:r w:rsidR="00646BEC">
        <w:t xml:space="preserve"> </w:t>
      </w:r>
      <w:r w:rsidR="00B10485" w:rsidRPr="006F699D">
        <w:t>described</w:t>
      </w:r>
      <w:r w:rsidR="00646BEC">
        <w:t xml:space="preserve"> </w:t>
      </w:r>
      <w:r w:rsidR="00B10485" w:rsidRPr="006F699D">
        <w:t>in</w:t>
      </w:r>
      <w:r w:rsidR="00646BEC">
        <w:t xml:space="preserve"> </w:t>
      </w:r>
      <w:r w:rsidR="00B10485" w:rsidRPr="006F699D">
        <w:t>c</w:t>
      </w:r>
      <w:r w:rsidR="006F699D" w:rsidRPr="006F699D">
        <w:t>lause</w:t>
      </w:r>
      <w:r w:rsidR="00646BEC">
        <w:t xml:space="preserve"> </w:t>
      </w:r>
      <w:r w:rsidR="00B10485" w:rsidRPr="006F699D">
        <w:t>7.1</w:t>
      </w:r>
      <w:r w:rsidR="00646BEC">
        <w:t xml:space="preserve"> </w:t>
      </w:r>
      <w:r w:rsidR="00B10485" w:rsidRPr="006F699D">
        <w:t>to</w:t>
      </w:r>
      <w:r w:rsidR="00646BEC">
        <w:t xml:space="preserve"> </w:t>
      </w:r>
      <w:r w:rsidR="00B10485" w:rsidRPr="006F699D">
        <w:t>receive</w:t>
      </w:r>
      <w:r w:rsidR="00646BEC">
        <w:t xml:space="preserve"> </w:t>
      </w:r>
      <w:r w:rsidR="00B10485" w:rsidRPr="006F699D">
        <w:t>System</w:t>
      </w:r>
      <w:r w:rsidR="00646BEC">
        <w:t xml:space="preserve"> </w:t>
      </w:r>
      <w:r w:rsidR="00B10485" w:rsidRPr="006F699D">
        <w:t>Information</w:t>
      </w:r>
      <w:r w:rsidR="00646BEC">
        <w:t xml:space="preserve"> </w:t>
      </w:r>
      <w:r w:rsidR="00B10485" w:rsidRPr="006F699D">
        <w:t>change</w:t>
      </w:r>
      <w:r w:rsidR="00646BEC">
        <w:t xml:space="preserve"> </w:t>
      </w:r>
      <w:r w:rsidR="00B10485" w:rsidRPr="006F699D">
        <w:t>notifications</w:t>
      </w:r>
      <w:r w:rsidR="00646BEC">
        <w:t xml:space="preserve"> </w:t>
      </w:r>
      <w:r w:rsidR="00B10485" w:rsidRPr="006F699D">
        <w:t>in</w:t>
      </w:r>
      <w:r w:rsidR="00646BEC">
        <w:t xml:space="preserve"> </w:t>
      </w:r>
      <w:r w:rsidR="00B10485" w:rsidRPr="006F699D">
        <w:t>RRC_IDLE.</w:t>
      </w:r>
      <w:r w:rsidR="00646BEC">
        <w:t xml:space="preserve"> </w:t>
      </w:r>
      <w:r w:rsidR="00B10485" w:rsidRPr="006F699D">
        <w:t>Changes</w:t>
      </w:r>
      <w:r w:rsidR="00646BEC">
        <w:t xml:space="preserve"> </w:t>
      </w:r>
      <w:r w:rsidR="00B10485" w:rsidRPr="006F699D">
        <w:t>in</w:t>
      </w:r>
      <w:r w:rsidR="00646BEC">
        <w:t xml:space="preserve"> </w:t>
      </w:r>
      <w:r w:rsidR="00B10485" w:rsidRPr="006F699D">
        <w:t>the</w:t>
      </w:r>
      <w:r w:rsidR="00646BEC">
        <w:t xml:space="preserve"> </w:t>
      </w:r>
      <w:r w:rsidR="00B10485" w:rsidRPr="006F699D">
        <w:t>system</w:t>
      </w:r>
      <w:r w:rsidR="00646BEC">
        <w:t xml:space="preserve"> </w:t>
      </w:r>
      <w:r w:rsidR="00B10485" w:rsidRPr="006F699D">
        <w:t>information</w:t>
      </w:r>
      <w:r w:rsidR="00646BEC">
        <w:t xml:space="preserve"> </w:t>
      </w:r>
      <w:r w:rsidR="00B10485" w:rsidRPr="006F699D">
        <w:t>are</w:t>
      </w:r>
      <w:r w:rsidR="00646BEC">
        <w:t xml:space="preserve"> </w:t>
      </w:r>
      <w:r w:rsidR="00B10485" w:rsidRPr="006F699D">
        <w:t>indicated</w:t>
      </w:r>
      <w:r w:rsidR="00646BEC">
        <w:t xml:space="preserve"> </w:t>
      </w:r>
      <w:r w:rsidR="00B10485" w:rsidRPr="006F699D">
        <w:t>by</w:t>
      </w:r>
      <w:r w:rsidR="00646BEC">
        <w:t xml:space="preserve"> </w:t>
      </w:r>
      <w:r w:rsidR="00B10485" w:rsidRPr="006F699D">
        <w:t>the</w:t>
      </w:r>
      <w:r w:rsidR="00646BEC">
        <w:t xml:space="preserve"> </w:t>
      </w:r>
      <w:r w:rsidR="00B10485" w:rsidRPr="006F699D">
        <w:t>network</w:t>
      </w:r>
      <w:r w:rsidR="00646BEC">
        <w:t xml:space="preserve"> </w:t>
      </w:r>
      <w:r w:rsidR="00B10485" w:rsidRPr="006F699D">
        <w:t>using</w:t>
      </w:r>
      <w:r w:rsidR="00646BEC">
        <w:t xml:space="preserve"> </w:t>
      </w:r>
      <w:r w:rsidR="00B10485" w:rsidRPr="006F699D">
        <w:t>a</w:t>
      </w:r>
      <w:r w:rsidR="00646BEC">
        <w:t xml:space="preserve"> </w:t>
      </w:r>
      <w:r w:rsidR="00B10485" w:rsidRPr="006F699D">
        <w:rPr>
          <w:i/>
        </w:rPr>
        <w:t>Paging</w:t>
      </w:r>
      <w:r w:rsidR="00646BEC">
        <w:t xml:space="preserve"> </w:t>
      </w:r>
      <w:r w:rsidR="00B10485" w:rsidRPr="006F699D">
        <w:t>message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Direct</w:t>
      </w:r>
      <w:r w:rsidR="00646BEC">
        <w:t xml:space="preserve"> </w:t>
      </w:r>
      <w:r w:rsidRPr="006F699D">
        <w:t>Indication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MPDCCH</w:t>
      </w:r>
      <w:r w:rsidR="00646BEC">
        <w:t xml:space="preserve"> </w:t>
      </w:r>
      <w:r w:rsidR="002F176D" w:rsidRPr="006F699D">
        <w:t>and</w:t>
      </w:r>
      <w:r w:rsidR="00646BEC">
        <w:t xml:space="preserve"> </w:t>
      </w:r>
      <w:r w:rsidR="002F176D" w:rsidRPr="006F699D">
        <w:t>NPDCCH</w:t>
      </w:r>
      <w:r w:rsidR="00646BEC">
        <w:t xml:space="preserve"> </w:t>
      </w:r>
      <w:r w:rsidR="002F176D" w:rsidRPr="006F699D">
        <w:t>respectively</w:t>
      </w:r>
      <w:r w:rsidR="00B10485" w:rsidRPr="006F699D">
        <w:t>.</w:t>
      </w:r>
      <w:r w:rsidR="00646BEC">
        <w:t xml:space="preserve"> </w:t>
      </w:r>
      <w:r w:rsidR="00B10485" w:rsidRPr="006F699D">
        <w:t>When</w:t>
      </w:r>
      <w:r w:rsidR="00646BEC">
        <w:t xml:space="preserve"> </w:t>
      </w:r>
      <w:r w:rsidR="00B10485" w:rsidRPr="006F699D">
        <w:t>the</w:t>
      </w:r>
      <w:r w:rsidR="00646BEC">
        <w:t xml:space="preserve"> </w:t>
      </w:r>
      <w:r w:rsidR="00B10485" w:rsidRPr="006F699D">
        <w:rPr>
          <w:i/>
        </w:rPr>
        <w:t>Paging</w:t>
      </w:r>
      <w:r w:rsidR="00646BEC">
        <w:t xml:space="preserve"> </w:t>
      </w:r>
      <w:r w:rsidR="00B10485" w:rsidRPr="006F699D">
        <w:t>message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Direct</w:t>
      </w:r>
      <w:r w:rsidR="00646BEC">
        <w:t xml:space="preserve"> </w:t>
      </w:r>
      <w:r w:rsidRPr="006F699D">
        <w:t>Indication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="00B10485" w:rsidRPr="006F699D">
        <w:t>indicates</w:t>
      </w:r>
      <w:r w:rsidR="00646BEC">
        <w:t xml:space="preserve"> </w:t>
      </w:r>
      <w:r w:rsidR="00B10485" w:rsidRPr="006F699D">
        <w:t>system</w:t>
      </w:r>
      <w:r w:rsidR="00646BEC">
        <w:t xml:space="preserve"> </w:t>
      </w:r>
      <w:r w:rsidR="00B10485" w:rsidRPr="006F699D">
        <w:t>information</w:t>
      </w:r>
      <w:r w:rsidR="00646BEC">
        <w:t xml:space="preserve"> </w:t>
      </w:r>
      <w:r w:rsidR="00B10485" w:rsidRPr="006F699D">
        <w:t>changes</w:t>
      </w:r>
      <w:r w:rsidR="00646BEC">
        <w:t xml:space="preserve"> </w:t>
      </w:r>
      <w:r w:rsidR="00B10485" w:rsidRPr="006F699D">
        <w:t>then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B10485" w:rsidRPr="006F699D">
        <w:t>UE</w:t>
      </w:r>
      <w:r w:rsidR="00646BEC">
        <w:t xml:space="preserve"> </w:t>
      </w:r>
      <w:r w:rsidR="00B10485" w:rsidRPr="006F699D">
        <w:t>shall</w:t>
      </w:r>
      <w:r w:rsidR="00646BEC">
        <w:t xml:space="preserve"> </w:t>
      </w:r>
      <w:r w:rsidR="00B10485" w:rsidRPr="006F699D">
        <w:t>re-acquire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concerned</w:t>
      </w:r>
      <w:r w:rsidR="00646BEC">
        <w:t xml:space="preserve"> </w:t>
      </w:r>
      <w:r w:rsidR="00B10485" w:rsidRPr="006F699D">
        <w:t>system</w:t>
      </w:r>
      <w:r w:rsidR="00646BEC">
        <w:t xml:space="preserve"> </w:t>
      </w:r>
      <w:r w:rsidR="00B10485" w:rsidRPr="006F699D">
        <w:t>information</w:t>
      </w:r>
      <w:r w:rsidRPr="006F699D">
        <w:t>,</w:t>
      </w:r>
      <w:r w:rsidR="00646BEC">
        <w:t xml:space="preserve"> </w:t>
      </w:r>
      <w:r w:rsidR="00B10485" w:rsidRPr="006F699D">
        <w:t>as</w:t>
      </w:r>
      <w:r w:rsidR="00646BEC">
        <w:t xml:space="preserve"> </w:t>
      </w:r>
      <w:r w:rsidR="00B10485" w:rsidRPr="006F699D">
        <w:t>specified</w:t>
      </w:r>
      <w:r w:rsidR="00646BEC">
        <w:t xml:space="preserve"> </w:t>
      </w:r>
      <w:r w:rsidR="00B10485"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="00B10485" w:rsidRPr="006F699D">
        <w:t>.</w:t>
      </w:r>
    </w:p>
    <w:p w14:paraId="04F13780" w14:textId="72E919EF" w:rsidR="003072BD" w:rsidRPr="006F699D" w:rsidRDefault="003072BD" w:rsidP="00377BCE">
      <w:pPr>
        <w:pStyle w:val="Heading2"/>
        <w:rPr>
          <w:lang w:eastAsia="ja-JP"/>
        </w:rPr>
      </w:pPr>
      <w:bookmarkStart w:id="261" w:name="_Toc29237939"/>
      <w:bookmarkStart w:id="262" w:name="_Toc46523056"/>
      <w:bookmarkStart w:id="263" w:name="_Toc100742634"/>
      <w:r w:rsidRPr="006F699D">
        <w:rPr>
          <w:lang w:eastAsia="ja-JP"/>
        </w:rPr>
        <w:t>6.</w:t>
      </w:r>
      <w:r w:rsidR="001549CE" w:rsidRPr="006F699D">
        <w:rPr>
          <w:lang w:eastAsia="ja-JP"/>
        </w:rPr>
        <w:t>2</w:t>
      </w:r>
      <w:r w:rsidR="00FD1DF6" w:rsidRPr="006F699D">
        <w:rPr>
          <w:lang w:eastAsia="ja-JP"/>
        </w:rPr>
        <w:tab/>
      </w:r>
      <w:r w:rsidR="00C76D3A" w:rsidRPr="006F699D">
        <w:rPr>
          <w:lang w:eastAsia="ja-JP"/>
        </w:rPr>
        <w:t>Reception</w:t>
      </w:r>
      <w:r w:rsidR="00646BEC">
        <w:rPr>
          <w:lang w:eastAsia="ja-JP"/>
        </w:rPr>
        <w:t xml:space="preserve"> </w:t>
      </w:r>
      <w:r w:rsidR="00C76D3A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C76D3A" w:rsidRPr="006F699D">
        <w:rPr>
          <w:lang w:eastAsia="ja-JP"/>
        </w:rPr>
        <w:t>MBMS</w:t>
      </w:r>
      <w:bookmarkEnd w:id="261"/>
      <w:bookmarkEnd w:id="262"/>
      <w:bookmarkEnd w:id="263"/>
    </w:p>
    <w:p w14:paraId="34EAE06C" w14:textId="695AA803" w:rsidR="00C76D3A" w:rsidRPr="006F699D" w:rsidRDefault="00C76D3A" w:rsidP="00377BCE">
      <w:pPr>
        <w:rPr>
          <w:lang w:eastAsia="ja-JP"/>
        </w:rPr>
      </w:pP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043D55"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except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BL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enhanced</w:t>
      </w:r>
      <w:r w:rsidR="00646BEC">
        <w:rPr>
          <w:lang w:eastAsia="ja-JP"/>
        </w:rPr>
        <w:t xml:space="preserve"> </w:t>
      </w:r>
      <w:r w:rsidR="00043D55" w:rsidRPr="006F699D">
        <w:rPr>
          <w:lang w:eastAsia="ja-JP"/>
        </w:rPr>
        <w:t>coverage</w:t>
      </w:r>
      <w:r w:rsidR="00646BEC">
        <w:rPr>
          <w:lang w:eastAsia="zh-CN"/>
        </w:rPr>
        <w:t xml:space="preserve"> </w:t>
      </w:r>
      <w:r w:rsidR="00043D55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043D55" w:rsidRPr="006F699D">
        <w:rPr>
          <w:lang w:eastAsia="zh-CN"/>
        </w:rPr>
        <w:t>NB-IoT</w:t>
      </w:r>
      <w:r w:rsidR="00646BEC">
        <w:rPr>
          <w:lang w:eastAsia="zh-CN"/>
        </w:rPr>
        <w:t xml:space="preserve"> </w:t>
      </w:r>
      <w:r w:rsidR="00043D55" w:rsidRPr="006F699D">
        <w:rPr>
          <w:lang w:eastAsia="zh-CN"/>
        </w:rPr>
        <w:t>UE</w:t>
      </w:r>
      <w:r w:rsidR="00043D55" w:rsidRPr="006F699D">
        <w:rPr>
          <w:lang w:eastAsia="ja-JP"/>
        </w:rPr>
        <w:t>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interested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receive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MBMS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services</w:t>
      </w:r>
      <w:r w:rsidR="00646BEC">
        <w:rPr>
          <w:lang w:eastAsia="ja-JP"/>
        </w:rPr>
        <w:t xml:space="preserve"> </w:t>
      </w:r>
      <w:r w:rsidR="005F7558" w:rsidRPr="006F699D">
        <w:rPr>
          <w:lang w:eastAsia="ja-JP"/>
        </w:rPr>
        <w:t>provided</w:t>
      </w:r>
      <w:r w:rsidR="00646BEC">
        <w:rPr>
          <w:lang w:eastAsia="ja-JP"/>
        </w:rPr>
        <w:t xml:space="preserve"> </w:t>
      </w:r>
      <w:r w:rsidR="005F7558" w:rsidRPr="006F699D">
        <w:rPr>
          <w:lang w:eastAsia="ja-JP"/>
        </w:rPr>
        <w:t>using</w:t>
      </w:r>
      <w:r w:rsidR="00646BEC">
        <w:rPr>
          <w:lang w:eastAsia="ja-JP"/>
        </w:rPr>
        <w:t xml:space="preserve"> </w:t>
      </w:r>
      <w:r w:rsidR="005F7558" w:rsidRPr="006F699D">
        <w:rPr>
          <w:lang w:eastAsia="ja-JP"/>
        </w:rPr>
        <w:t>MBSFN</w:t>
      </w:r>
      <w:r w:rsidR="00646BEC">
        <w:rPr>
          <w:lang w:eastAsia="ja-JP"/>
        </w:rPr>
        <w:t xml:space="preserve"> </w:t>
      </w:r>
      <w:r w:rsidR="005F7558" w:rsidRPr="006F699D">
        <w:rPr>
          <w:lang w:eastAsia="ja-JP"/>
        </w:rPr>
        <w:t>transmission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apply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MCCH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information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acquisi</w:t>
      </w:r>
      <w:r w:rsidR="006F699D" w:rsidRPr="006F699D">
        <w:rPr>
          <w:lang w:eastAsia="ja-JP"/>
        </w:rPr>
        <w:t>ti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procedure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specified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TS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36.331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[</w:t>
      </w:r>
      <w:r w:rsidR="00057D27" w:rsidRPr="006F699D">
        <w:rPr>
          <w:lang w:eastAsia="ja-JP"/>
        </w:rPr>
        <w:t>3]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lastRenderedPageBreak/>
        <w:t>receive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MCCH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information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upon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entering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corresponding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MBSFN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area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upon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receiving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notification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MCCH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information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changed.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interested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receive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MBMS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services</w:t>
      </w:r>
      <w:r w:rsidR="00646BEC">
        <w:rPr>
          <w:lang w:eastAsia="ja-JP"/>
        </w:rPr>
        <w:t xml:space="preserve"> </w:t>
      </w:r>
      <w:r w:rsidR="005F7558" w:rsidRPr="006F699D">
        <w:rPr>
          <w:lang w:eastAsia="ja-JP"/>
        </w:rPr>
        <w:t>provided</w:t>
      </w:r>
      <w:r w:rsidR="00646BEC">
        <w:rPr>
          <w:lang w:eastAsia="ja-JP"/>
        </w:rPr>
        <w:t xml:space="preserve"> </w:t>
      </w:r>
      <w:r w:rsidR="005F7558" w:rsidRPr="006F699D">
        <w:rPr>
          <w:lang w:eastAsia="ja-JP"/>
        </w:rPr>
        <w:t>using</w:t>
      </w:r>
      <w:r w:rsidR="00646BEC">
        <w:rPr>
          <w:lang w:eastAsia="ja-JP"/>
        </w:rPr>
        <w:t xml:space="preserve"> </w:t>
      </w:r>
      <w:r w:rsidR="005F7558" w:rsidRPr="006F699D">
        <w:rPr>
          <w:lang w:eastAsia="ja-JP"/>
        </w:rPr>
        <w:t>MBSFN</w:t>
      </w:r>
      <w:r w:rsidR="00646BEC">
        <w:rPr>
          <w:lang w:eastAsia="ja-JP"/>
        </w:rPr>
        <w:t xml:space="preserve"> </w:t>
      </w:r>
      <w:r w:rsidR="005F7558" w:rsidRPr="006F699D">
        <w:rPr>
          <w:lang w:eastAsia="ja-JP"/>
        </w:rPr>
        <w:t>transmission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identifies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service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that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interested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receive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started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ongoing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receiving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MCCH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information,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receives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MTCH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corresponding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identified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service.</w:t>
      </w:r>
    </w:p>
    <w:p w14:paraId="31B06E8B" w14:textId="5B2B24CC" w:rsidR="00043D55" w:rsidRPr="006F699D" w:rsidRDefault="005F7558" w:rsidP="00043D55">
      <w:pPr>
        <w:rPr>
          <w:lang w:eastAsia="zh-CN"/>
        </w:rPr>
      </w:pP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provided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using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transmission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shall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apply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SC-MCCH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information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acquisition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procedure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specified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36.331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3]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SC-MCCH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information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upon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entering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new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upon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notification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SC-MCCH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information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has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changed.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provided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using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transmission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identifies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started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ongoing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SC-MCCH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information,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SC-MTCH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configured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using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SC-MRB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establishment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procedure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36.331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3]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using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DL-SCH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reception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DRX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procedure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specified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36.321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30]</w:t>
      </w:r>
      <w:r w:rsidRPr="006F699D">
        <w:rPr>
          <w:lang w:eastAsia="zh-CN"/>
        </w:rPr>
        <w:t>.</w:t>
      </w:r>
    </w:p>
    <w:p w14:paraId="588DA622" w14:textId="744B2A4F" w:rsidR="005F7558" w:rsidRPr="006F699D" w:rsidRDefault="00043D55" w:rsidP="00377BCE">
      <w:pPr>
        <w:rPr>
          <w:lang w:eastAsia="zh-CN"/>
        </w:rPr>
      </w:pP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enhanced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coverage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NB-IoT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receive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MBMS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services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provided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using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transmission,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case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conflict,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reception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paging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establishment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RRC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connection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Mobile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Terminated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Call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Mobile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Originated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Signalling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takes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precedence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over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SC-PTM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reception.</w:t>
      </w:r>
    </w:p>
    <w:p w14:paraId="4D2B45CF" w14:textId="77777777" w:rsidR="003072BD" w:rsidRPr="006F699D" w:rsidRDefault="00630138" w:rsidP="00377BCE">
      <w:pPr>
        <w:pStyle w:val="Heading1"/>
      </w:pPr>
      <w:bookmarkStart w:id="264" w:name="_Toc29237940"/>
      <w:bookmarkStart w:id="265" w:name="_Toc46523057"/>
      <w:bookmarkStart w:id="266" w:name="_Toc100742635"/>
      <w:r w:rsidRPr="006F699D">
        <w:t>7</w:t>
      </w:r>
      <w:r w:rsidR="003072BD" w:rsidRPr="006F699D">
        <w:tab/>
        <w:t>Paging</w:t>
      </w:r>
      <w:bookmarkEnd w:id="264"/>
      <w:bookmarkEnd w:id="265"/>
      <w:bookmarkEnd w:id="266"/>
    </w:p>
    <w:p w14:paraId="1021FFC7" w14:textId="0250B1E4" w:rsidR="003072BD" w:rsidRPr="006F699D" w:rsidRDefault="008B1A8E" w:rsidP="00377BCE">
      <w:pPr>
        <w:pStyle w:val="Heading2"/>
        <w:rPr>
          <w:lang w:eastAsia="ja-JP"/>
        </w:rPr>
      </w:pPr>
      <w:bookmarkStart w:id="267" w:name="_Toc29237941"/>
      <w:bookmarkStart w:id="268" w:name="_Toc46523058"/>
      <w:bookmarkStart w:id="269" w:name="_Toc100742636"/>
      <w:r w:rsidRPr="006F699D">
        <w:t>7</w:t>
      </w:r>
      <w:r w:rsidR="003072BD" w:rsidRPr="006F699D">
        <w:t>.</w:t>
      </w:r>
      <w:r w:rsidR="006D3123" w:rsidRPr="006F699D">
        <w:t>1</w:t>
      </w:r>
      <w:r w:rsidR="003072BD" w:rsidRPr="006F699D">
        <w:tab/>
        <w:t>Discontinuous</w:t>
      </w:r>
      <w:r w:rsidR="00646BEC">
        <w:t xml:space="preserve"> </w:t>
      </w:r>
      <w:r w:rsidR="003072BD" w:rsidRPr="006F699D">
        <w:t>Reception</w:t>
      </w:r>
      <w:r w:rsidR="00646BEC">
        <w:t xml:space="preserve"> </w:t>
      </w:r>
      <w:r w:rsidR="00FD1DF6" w:rsidRPr="006F699D">
        <w:t>for</w:t>
      </w:r>
      <w:r w:rsidR="00646BEC">
        <w:t xml:space="preserve"> </w:t>
      </w:r>
      <w:r w:rsidR="00FD1DF6" w:rsidRPr="006F699D">
        <w:t>p</w:t>
      </w:r>
      <w:r w:rsidR="003072BD" w:rsidRPr="006F699D">
        <w:t>aging</w:t>
      </w:r>
      <w:bookmarkEnd w:id="267"/>
      <w:bookmarkEnd w:id="268"/>
      <w:bookmarkEnd w:id="269"/>
    </w:p>
    <w:p w14:paraId="035E2626" w14:textId="3FA28001" w:rsidR="00873672" w:rsidRPr="006F699D" w:rsidRDefault="00A52002" w:rsidP="00873672">
      <w:pPr>
        <w:rPr>
          <w:rFonts w:ascii="Times" w:hAnsi="Times"/>
          <w:szCs w:val="24"/>
          <w:lang w:eastAsia="ja-JP"/>
        </w:rPr>
      </w:pPr>
      <w:bookmarkStart w:id="270" w:name="_967898916"/>
      <w:bookmarkStart w:id="271" w:name="_967899918"/>
      <w:bookmarkStart w:id="272" w:name="_967900323"/>
      <w:bookmarkStart w:id="273" w:name="_968057577"/>
      <w:bookmarkStart w:id="274" w:name="_968059040"/>
      <w:bookmarkStart w:id="275" w:name="_968059095"/>
      <w:bookmarkStart w:id="276" w:name="_968059297"/>
      <w:bookmarkStart w:id="277" w:name="_968059420"/>
      <w:bookmarkStart w:id="278" w:name="_968059442"/>
      <w:bookmarkStart w:id="279" w:name="_968060540"/>
      <w:bookmarkStart w:id="280" w:name="_968065686"/>
      <w:bookmarkStart w:id="281" w:name="_968484165"/>
      <w:bookmarkStart w:id="282" w:name="_968484813"/>
      <w:bookmarkStart w:id="283" w:name="_968484821"/>
      <w:bookmarkStart w:id="284" w:name="_968485490"/>
      <w:bookmarkStart w:id="285" w:name="_968491067"/>
      <w:bookmarkStart w:id="286" w:name="_968491141"/>
      <w:bookmarkStart w:id="287" w:name="_968493680"/>
      <w:bookmarkStart w:id="288" w:name="_969080957"/>
      <w:bookmarkStart w:id="289" w:name="_969081935"/>
      <w:bookmarkStart w:id="290" w:name="_969082143"/>
      <w:bookmarkStart w:id="291" w:name="_981793738"/>
      <w:bookmarkStart w:id="292" w:name="_981793736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Discontinuous</w:t>
      </w:r>
      <w:r w:rsidR="00646BEC">
        <w:t xml:space="preserve"> </w:t>
      </w:r>
      <w:r w:rsidRPr="006F699D">
        <w:t>Reception</w:t>
      </w:r>
      <w:r w:rsidR="00646BEC">
        <w:t xml:space="preserve"> </w:t>
      </w:r>
      <w:r w:rsidRPr="006F699D">
        <w:t>(DRX)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order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reduce</w:t>
      </w:r>
      <w:r w:rsidR="00646BEC">
        <w:t xml:space="preserve"> </w:t>
      </w:r>
      <w:r w:rsidRPr="006F699D">
        <w:t>power</w:t>
      </w:r>
      <w:r w:rsidR="00646BEC">
        <w:t xml:space="preserve"> </w:t>
      </w:r>
      <w:r w:rsidRPr="006F699D">
        <w:t>consumption.</w:t>
      </w:r>
      <w:r w:rsidR="00646BEC">
        <w:t xml:space="preserve"> </w:t>
      </w:r>
      <w:r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</w:t>
      </w:r>
      <w:r w:rsidRPr="006F699D">
        <w:rPr>
          <w:rFonts w:eastAsia="SimSun"/>
          <w:lang w:eastAsia="zh-CN"/>
        </w:rPr>
        <w:t>aging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Occasion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(PO)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subframe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where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there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P-RNTI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transmitted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PDCCH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MPDCCH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or,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NB-IoT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NPDCCH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addressing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paging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message.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P-RNTI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transmitted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MPDCCH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case,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PO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refers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starting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subframe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MPDCCH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repetitions.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case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P-RNTI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transmitted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NPDCCH,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PO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refers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starting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subframe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NPDCCH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repetitions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unless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subframe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determined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by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PO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not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a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valid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NB-IoT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downlink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subframe</w:t>
      </w:r>
      <w:r w:rsidR="00646BEC">
        <w:rPr>
          <w:lang w:eastAsia="zh-CN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then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the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first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valid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NB-IoT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downlink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subframe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after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PO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is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the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starting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subframe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of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the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NPDCCH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D80C02" w:rsidRPr="006F699D">
        <w:rPr>
          <w:rFonts w:ascii="Times" w:hAnsi="Times"/>
          <w:szCs w:val="24"/>
          <w:lang w:eastAsia="ja-JP"/>
        </w:rPr>
        <w:t>repetitions.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The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paging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message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is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same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for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both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RAN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initiated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paging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and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CN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initiated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="00873672" w:rsidRPr="006F699D">
        <w:rPr>
          <w:rFonts w:ascii="Times" w:hAnsi="Times"/>
          <w:szCs w:val="24"/>
          <w:lang w:eastAsia="ja-JP"/>
        </w:rPr>
        <w:t>paging.</w:t>
      </w:r>
    </w:p>
    <w:p w14:paraId="4DEA43C4" w14:textId="1847938B" w:rsidR="0066044E" w:rsidRPr="006F699D" w:rsidRDefault="00873672" w:rsidP="00873672">
      <w:pPr>
        <w:rPr>
          <w:lang w:eastAsia="zh-CN"/>
        </w:rPr>
      </w:pPr>
      <w:r w:rsidRPr="006F699D">
        <w:rPr>
          <w:rFonts w:ascii="Times" w:hAnsi="Times"/>
          <w:szCs w:val="24"/>
          <w:lang w:eastAsia="ja-JP"/>
        </w:rPr>
        <w:t>The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UE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initiates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RRC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Connection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Resume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procedure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upon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receiving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RAN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paging.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If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the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UE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receives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a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CN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initiated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paging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in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RRC_INACTIVE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state,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the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UE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moves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to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RRC_IDLE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and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informs</w:t>
      </w:r>
      <w:r w:rsidR="00646BEC">
        <w:rPr>
          <w:rFonts w:ascii="Times" w:hAnsi="Times"/>
          <w:szCs w:val="24"/>
          <w:lang w:eastAsia="ja-JP"/>
        </w:rPr>
        <w:t xml:space="preserve"> </w:t>
      </w:r>
      <w:r w:rsidRPr="006F699D">
        <w:rPr>
          <w:rFonts w:ascii="Times" w:hAnsi="Times"/>
          <w:szCs w:val="24"/>
          <w:lang w:eastAsia="ja-JP"/>
        </w:rPr>
        <w:t>NAS.</w:t>
      </w:r>
    </w:p>
    <w:p w14:paraId="2F368661" w14:textId="0E6E2CAB" w:rsidR="00A52002" w:rsidRPr="006F699D" w:rsidRDefault="00A52002" w:rsidP="00377BCE">
      <w:r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</w:t>
      </w:r>
      <w:r w:rsidRPr="006F699D">
        <w:rPr>
          <w:rFonts w:eastAsia="SimSun"/>
          <w:lang w:eastAsia="zh-CN"/>
        </w:rPr>
        <w:t>aging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Frame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lang w:eastAsia="zh-CN"/>
        </w:rPr>
        <w:t>(P</w:t>
      </w:r>
      <w:r w:rsidRPr="006F699D">
        <w:rPr>
          <w:rFonts w:eastAsia="SimSun"/>
          <w:lang w:eastAsia="zh-CN"/>
        </w:rPr>
        <w:t>F</w:t>
      </w:r>
      <w:r w:rsidRPr="006F699D">
        <w:rPr>
          <w:lang w:eastAsia="zh-CN"/>
        </w:rPr>
        <w:t>)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Radio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Frame,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contain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multiple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Paging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Occasion(</w:t>
      </w:r>
      <w:r w:rsidRPr="006F699D">
        <w:rPr>
          <w:lang w:eastAsia="zh-CN"/>
        </w:rPr>
        <w:t>s)</w:t>
      </w:r>
      <w:r w:rsidRPr="006F699D">
        <w:t>.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needs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monitor</w:t>
      </w:r>
      <w:r w:rsidR="00646BEC">
        <w:t xml:space="preserve"> </w:t>
      </w:r>
      <w:r w:rsidRPr="006F699D">
        <w:t>one</w:t>
      </w:r>
      <w:r w:rsidR="00646BEC">
        <w:t xml:space="preserve"> </w:t>
      </w:r>
      <w:r w:rsidR="00063252" w:rsidRPr="006F699D">
        <w:t>PO</w:t>
      </w:r>
      <w:r w:rsidR="00646BEC">
        <w:t xml:space="preserve"> </w:t>
      </w:r>
      <w:r w:rsidRPr="006F699D">
        <w:t>per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cycle.</w:t>
      </w:r>
    </w:p>
    <w:p w14:paraId="59CDF85A" w14:textId="351D3B89" w:rsidR="0066044E" w:rsidRPr="006F699D" w:rsidRDefault="0066044E" w:rsidP="0066044E">
      <w:pPr>
        <w:rPr>
          <w:lang w:eastAsia="zh-CN"/>
        </w:rPr>
      </w:pPr>
      <w:r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Paging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Narrowband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(PNB)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narrowband,</w:t>
      </w:r>
      <w:r w:rsidR="00646BEC">
        <w:rPr>
          <w:lang w:eastAsia="zh-CN"/>
        </w:rPr>
        <w:t xml:space="preserve"> </w:t>
      </w:r>
      <w:r w:rsidRPr="006F699D">
        <w:t>on</w:t>
      </w:r>
      <w:r w:rsidR="00646BEC">
        <w:t xml:space="preserve"> </w:t>
      </w:r>
      <w:r w:rsidRPr="006F699D">
        <w:t>which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performs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zh-CN"/>
        </w:rPr>
        <w:t>p</w:t>
      </w:r>
      <w:r w:rsidRPr="006F699D">
        <w:t>aging</w:t>
      </w:r>
      <w:r w:rsidR="00646BEC">
        <w:t xml:space="preserve"> </w:t>
      </w:r>
      <w:r w:rsidRPr="006F699D">
        <w:t>message</w:t>
      </w:r>
      <w:r w:rsidR="00646BEC">
        <w:t xml:space="preserve"> </w:t>
      </w:r>
      <w:r w:rsidRPr="006F699D">
        <w:t>reception</w:t>
      </w:r>
      <w:r w:rsidRPr="006F699D">
        <w:rPr>
          <w:lang w:eastAsia="zh-CN"/>
        </w:rPr>
        <w:t>.</w:t>
      </w:r>
    </w:p>
    <w:p w14:paraId="4DBD689D" w14:textId="3B3AD4E2" w:rsidR="00A52002" w:rsidRPr="006F699D" w:rsidRDefault="00A52002" w:rsidP="00377BCE">
      <w:r w:rsidRPr="006F699D">
        <w:t>PF</w:t>
      </w:r>
      <w:r w:rsidR="0066044E" w:rsidRPr="006F699D">
        <w:rPr>
          <w:lang w:eastAsia="zh-CN"/>
        </w:rPr>
        <w:t>,</w:t>
      </w:r>
      <w:r w:rsidR="00646BEC">
        <w:t xml:space="preserve"> </w:t>
      </w:r>
      <w:r w:rsidRPr="006F699D">
        <w:t>PO</w:t>
      </w:r>
      <w:r w:rsidR="0066044E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PNB</w:t>
      </w:r>
      <w:r w:rsidR="00646BEC">
        <w:t xml:space="preserve"> </w:t>
      </w:r>
      <w:r w:rsidR="0066044E" w:rsidRPr="006F699D">
        <w:rPr>
          <w:lang w:eastAsia="zh-CN"/>
        </w:rPr>
        <w:t>are</w:t>
      </w:r>
      <w:r w:rsidR="00646BEC">
        <w:t xml:space="preserve"> </w:t>
      </w:r>
      <w:r w:rsidRPr="006F699D">
        <w:t>determined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formulae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Information:</w:t>
      </w:r>
    </w:p>
    <w:p w14:paraId="766339A8" w14:textId="57049D45" w:rsidR="00A52002" w:rsidRPr="006F699D" w:rsidRDefault="00A52002" w:rsidP="000F0F4D">
      <w:pPr>
        <w:pStyle w:val="B1"/>
      </w:pPr>
      <w:r w:rsidRPr="006F699D">
        <w:t>PF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given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equation:</w:t>
      </w:r>
    </w:p>
    <w:p w14:paraId="57A7CE14" w14:textId="4051E76F" w:rsidR="00A52002" w:rsidRPr="006F699D" w:rsidRDefault="00A52002" w:rsidP="00377BCE">
      <w:pPr>
        <w:pStyle w:val="B2"/>
      </w:pPr>
      <w:r w:rsidRPr="006F699D">
        <w:t>SFN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T=</w:t>
      </w:r>
      <w:r w:rsidR="00646BEC">
        <w:t xml:space="preserve"> </w:t>
      </w:r>
      <w:r w:rsidRPr="006F699D">
        <w:t>(T</w:t>
      </w:r>
      <w:r w:rsidR="00646BEC">
        <w:t xml:space="preserve"> </w:t>
      </w:r>
      <w:r w:rsidRPr="006F699D">
        <w:t>div</w:t>
      </w:r>
      <w:r w:rsidR="00646BEC">
        <w:t xml:space="preserve"> </w:t>
      </w:r>
      <w:r w:rsidRPr="006F699D">
        <w:t>N)*(UE_ID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N)</w:t>
      </w:r>
    </w:p>
    <w:p w14:paraId="5B99AC68" w14:textId="4F899EFF" w:rsidR="00A52002" w:rsidRPr="006F699D" w:rsidRDefault="00A52002" w:rsidP="000F0F4D">
      <w:pPr>
        <w:pStyle w:val="B1"/>
      </w:pPr>
      <w:r w:rsidRPr="006F699D">
        <w:t>Index</w:t>
      </w:r>
      <w:r w:rsidR="00646BEC">
        <w:t xml:space="preserve"> </w:t>
      </w:r>
      <w:r w:rsidRPr="006F699D">
        <w:t>i_s</w:t>
      </w:r>
      <w:r w:rsidR="00646BEC">
        <w:t xml:space="preserve"> </w:t>
      </w:r>
      <w:r w:rsidRPr="006F699D">
        <w:t>pointing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PO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subframe</w:t>
      </w:r>
      <w:r w:rsidR="00646BEC">
        <w:t xml:space="preserve"> </w:t>
      </w:r>
      <w:r w:rsidRPr="006F699D">
        <w:t>pattern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7.2</w:t>
      </w:r>
      <w:r w:rsidR="00646BEC">
        <w:t xml:space="preserve"> </w:t>
      </w:r>
      <w:r w:rsidRPr="006F699D">
        <w:t>will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derived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calculation:</w:t>
      </w:r>
    </w:p>
    <w:p w14:paraId="3177F523" w14:textId="08DE2841" w:rsidR="00A52002" w:rsidRPr="006F699D" w:rsidRDefault="00A52002" w:rsidP="00377BCE">
      <w:pPr>
        <w:pStyle w:val="B2"/>
      </w:pPr>
      <w:r w:rsidRPr="006F699D">
        <w:t>i_s</w:t>
      </w:r>
      <w:r w:rsidR="00646BEC">
        <w:t xml:space="preserve"> </w:t>
      </w:r>
      <w:r w:rsidRPr="006F699D">
        <w:t>=</w:t>
      </w:r>
      <w:r w:rsidR="00646BEC">
        <w:t xml:space="preserve"> </w:t>
      </w:r>
      <w:r w:rsidR="00BA7EED" w:rsidRPr="006F699D">
        <w:t>floor</w:t>
      </w:r>
      <w:r w:rsidRPr="006F699D">
        <w:t>(UE_ID/N)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Ns</w:t>
      </w:r>
    </w:p>
    <w:p w14:paraId="62041402" w14:textId="3291C0FD" w:rsidR="0066044E" w:rsidRPr="006F699D" w:rsidRDefault="0066044E" w:rsidP="000F0F4D">
      <w:pPr>
        <w:pStyle w:val="B1"/>
      </w:pPr>
      <w:r w:rsidRPr="006F699D">
        <w:t>If</w:t>
      </w:r>
      <w:r w:rsidR="00646BEC">
        <w:t xml:space="preserve"> </w:t>
      </w:r>
      <w:r w:rsidRPr="006F699D">
        <w:t>P-RNTI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monitored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MPDCCH,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zh-CN"/>
        </w:rPr>
        <w:t>PNB</w:t>
      </w:r>
      <w:r w:rsidR="00646BEC">
        <w:rPr>
          <w:lang w:eastAsia="zh-CN"/>
        </w:rPr>
        <w:t xml:space="preserve"> </w:t>
      </w:r>
      <w:r w:rsidRPr="006F699D">
        <w:t>is</w:t>
      </w:r>
      <w:r w:rsidR="00646BEC">
        <w:t xml:space="preserve"> </w:t>
      </w:r>
      <w:r w:rsidRPr="006F699D">
        <w:t>determined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equation:</w:t>
      </w:r>
    </w:p>
    <w:p w14:paraId="518077D4" w14:textId="6F4069C2" w:rsidR="0066044E" w:rsidRPr="006F699D" w:rsidRDefault="0066044E" w:rsidP="0066044E">
      <w:pPr>
        <w:pStyle w:val="B2"/>
      </w:pPr>
      <w:r w:rsidRPr="006F699D">
        <w:t>PN</w:t>
      </w:r>
      <w:r w:rsidRPr="006F699D">
        <w:rPr>
          <w:lang w:eastAsia="zh-CN"/>
        </w:rPr>
        <w:t>B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floor(UE_ID/(N</w:t>
      </w:r>
      <w:r w:rsidRPr="006F699D">
        <w:rPr>
          <w:lang w:eastAsia="zh-CN"/>
        </w:rPr>
        <w:t>*</w:t>
      </w:r>
      <w:r w:rsidRPr="006F699D">
        <w:t>Ns)</w:t>
      </w:r>
      <w:r w:rsidRPr="006F699D">
        <w:rPr>
          <w:lang w:eastAsia="zh-CN"/>
        </w:rPr>
        <w:t>)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Nn</w:t>
      </w:r>
    </w:p>
    <w:p w14:paraId="4881D775" w14:textId="68212B73" w:rsidR="007260A9" w:rsidRPr="006F699D" w:rsidRDefault="000F0F4D" w:rsidP="007260A9">
      <w:pPr>
        <w:pStyle w:val="B1"/>
        <w:ind w:left="284" w:firstLine="0"/>
      </w:pPr>
      <w:r w:rsidRPr="006F699D">
        <w:t>If</w:t>
      </w:r>
      <w:r w:rsidR="00646BEC">
        <w:t xml:space="preserve"> </w:t>
      </w:r>
      <w:r w:rsidRPr="006F699D">
        <w:t>P-RNTI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monitored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NPDCCH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supports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non-anchor</w:t>
      </w:r>
      <w:r w:rsidR="00646BEC">
        <w:t xml:space="preserve"> </w:t>
      </w:r>
      <w:r w:rsidRPr="006F699D">
        <w:t>carrier,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configuration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non-anchor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information,</w:t>
      </w:r>
      <w:r w:rsidR="00646BEC">
        <w:t xml:space="preserve"> </w:t>
      </w:r>
      <w:r w:rsidRPr="006F699D">
        <w:t>then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determined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="007260A9" w:rsidRPr="006F699D">
        <w:t>with</w:t>
      </w:r>
      <w:r w:rsidR="00646BEC">
        <w:t xml:space="preserve"> </w:t>
      </w:r>
      <w:r w:rsidR="007260A9" w:rsidRPr="006F699D">
        <w:t>smallest</w:t>
      </w:r>
      <w:r w:rsidR="00646BEC">
        <w:t xml:space="preserve"> </w:t>
      </w:r>
      <w:r w:rsidR="007260A9" w:rsidRPr="006F699D">
        <w:t>index</w:t>
      </w:r>
      <w:r w:rsidR="00646BEC">
        <w:t xml:space="preserve"> </w:t>
      </w:r>
      <w:r w:rsidRPr="006F699D">
        <w:t>n</w:t>
      </w:r>
      <w:r w:rsidR="00646BEC">
        <w:t xml:space="preserve"> </w:t>
      </w:r>
      <w:r w:rsidR="007260A9" w:rsidRPr="006F699D">
        <w:t>(0</w:t>
      </w:r>
      <w:r w:rsidR="00646BEC">
        <w:t xml:space="preserve"> </w:t>
      </w:r>
      <w:r w:rsidR="007260A9" w:rsidRPr="006F699D">
        <w:t>≤</w:t>
      </w:r>
      <w:r w:rsidR="00646BEC">
        <w:t xml:space="preserve"> </w:t>
      </w:r>
      <w:r w:rsidR="007260A9" w:rsidRPr="006F699D">
        <w:t>n</w:t>
      </w:r>
      <w:r w:rsidR="00646BEC">
        <w:t xml:space="preserve"> </w:t>
      </w:r>
      <w:r w:rsidR="007260A9" w:rsidRPr="006F699D">
        <w:t>≤</w:t>
      </w:r>
      <w:r w:rsidR="00646BEC">
        <w:t xml:space="preserve"> </w:t>
      </w:r>
      <w:r w:rsidR="007260A9" w:rsidRPr="006F699D">
        <w:t>Nn-1)</w:t>
      </w:r>
      <w:r w:rsidR="00646BEC">
        <w:t xml:space="preserve"> </w:t>
      </w:r>
      <w:r w:rsidRPr="006F699D">
        <w:t>fulfilling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equation:</w:t>
      </w:r>
    </w:p>
    <w:p w14:paraId="38337C5F" w14:textId="385164AB" w:rsidR="000F0F4D" w:rsidRPr="006F699D" w:rsidRDefault="007260A9" w:rsidP="007260A9">
      <w:pPr>
        <w:pStyle w:val="B2"/>
      </w:pPr>
      <w:r w:rsidRPr="006F699D">
        <w:t>floor(UE_ID/(N*Ns))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W</w:t>
      </w:r>
      <w:r w:rsidR="00646BEC">
        <w:t xml:space="preserve"> </w:t>
      </w:r>
      <w:r w:rsidRPr="006F699D">
        <w:t>&lt;</w:t>
      </w:r>
      <w:r w:rsidR="00646BEC">
        <w:t xml:space="preserve"> </w:t>
      </w:r>
      <w:r w:rsidRPr="006F699D">
        <w:t>W(0)</w:t>
      </w:r>
      <w:r w:rsidR="00646BEC">
        <w:t xml:space="preserve"> </w:t>
      </w:r>
      <w:r w:rsidRPr="006F699D">
        <w:t>+</w:t>
      </w:r>
      <w:r w:rsidR="00646BEC">
        <w:t xml:space="preserve"> </w:t>
      </w:r>
      <w:r w:rsidRPr="006F699D">
        <w:t>W(1)</w:t>
      </w:r>
      <w:r w:rsidR="00646BEC">
        <w:t xml:space="preserve"> </w:t>
      </w:r>
      <w:r w:rsidRPr="006F699D">
        <w:t>+</w:t>
      </w:r>
      <w:r w:rsidR="00646BEC">
        <w:t xml:space="preserve"> </w:t>
      </w:r>
      <w:r w:rsidRPr="006F699D">
        <w:t>…</w:t>
      </w:r>
      <w:r w:rsidR="00646BEC">
        <w:t xml:space="preserve"> </w:t>
      </w:r>
      <w:r w:rsidRPr="006F699D">
        <w:t>+</w:t>
      </w:r>
      <w:r w:rsidR="00646BEC">
        <w:t xml:space="preserve"> </w:t>
      </w:r>
      <w:r w:rsidRPr="006F699D">
        <w:t>W(n)</w:t>
      </w:r>
    </w:p>
    <w:p w14:paraId="2A370C53" w14:textId="3DE01ADF" w:rsidR="00A52002" w:rsidRPr="006F699D" w:rsidRDefault="00A52002" w:rsidP="00377BCE">
      <w:r w:rsidRPr="006F699D">
        <w:t>System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t>stored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updated</w:t>
      </w:r>
      <w:r w:rsidR="00646BEC">
        <w:t xml:space="preserve"> </w:t>
      </w:r>
      <w:r w:rsidRPr="006F699D">
        <w:t>locally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whenever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parameter</w:t>
      </w:r>
      <w:r w:rsidR="00646BEC">
        <w:t xml:space="preserve"> </w:t>
      </w:r>
      <w:r w:rsidRPr="006F699D">
        <w:t>values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changed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SI.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no</w:t>
      </w:r>
      <w:r w:rsidR="00646BEC">
        <w:t xml:space="preserve"> </w:t>
      </w:r>
      <w:r w:rsidRPr="006F699D">
        <w:t>IMSI,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instance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making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emergency</w:t>
      </w:r>
      <w:r w:rsidR="00646BEC">
        <w:t xml:space="preserve"> </w:t>
      </w:r>
      <w:r w:rsidRPr="006F699D">
        <w:t>call</w:t>
      </w:r>
      <w:r w:rsidR="00646BEC">
        <w:t xml:space="preserve"> </w:t>
      </w:r>
      <w:r w:rsidRPr="006F699D">
        <w:t>without</w:t>
      </w:r>
      <w:r w:rsidR="00646BEC">
        <w:t xml:space="preserve"> </w:t>
      </w:r>
      <w:r w:rsidRPr="006F699D">
        <w:t>USIM,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a</w:t>
      </w:r>
      <w:r w:rsidRPr="006F699D">
        <w:rPr>
          <w:lang w:eastAsia="ja-JP"/>
        </w:rPr>
        <w:t>s</w:t>
      </w:r>
      <w:r w:rsidR="00646BEC">
        <w:t xml:space="preserve"> </w:t>
      </w:r>
      <w:r w:rsidRPr="006F699D">
        <w:t>default</w:t>
      </w:r>
      <w:r w:rsidR="00646BEC">
        <w:t xml:space="preserve"> </w:t>
      </w:r>
      <w:r w:rsidRPr="006F699D">
        <w:rPr>
          <w:lang w:eastAsia="ja-JP"/>
        </w:rPr>
        <w:t>identity</w:t>
      </w:r>
      <w:r w:rsidR="00646BEC">
        <w:t xml:space="preserve"> </w:t>
      </w:r>
      <w:r w:rsidRPr="006F699D">
        <w:t>UE_ID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0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PF</w:t>
      </w:r>
      <w:r w:rsidR="0066044E" w:rsidRPr="006F699D">
        <w:rPr>
          <w:lang w:eastAsia="zh-CN"/>
        </w:rPr>
        <w:t>,</w:t>
      </w:r>
      <w:r w:rsidR="00646BEC">
        <w:t xml:space="preserve"> </w:t>
      </w:r>
      <w:r w:rsidRPr="006F699D">
        <w:t>i_s</w:t>
      </w:r>
      <w:r w:rsidR="0066044E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PNB</w:t>
      </w:r>
      <w:r w:rsidR="00646BEC">
        <w:t xml:space="preserve"> </w:t>
      </w:r>
      <w:r w:rsidRPr="006F699D">
        <w:t>formulas</w:t>
      </w:r>
      <w:r w:rsidR="00646BEC">
        <w:t xml:space="preserve"> </w:t>
      </w:r>
      <w:r w:rsidRPr="006F699D">
        <w:t>above.</w:t>
      </w:r>
      <w:r w:rsidR="00646BEC">
        <w:t xml:space="preserve"> </w:t>
      </w:r>
      <w:r w:rsidR="00C16774" w:rsidRPr="006F699D">
        <w:t>If</w:t>
      </w:r>
      <w:r w:rsidR="00646BEC">
        <w:t xml:space="preserve"> </w:t>
      </w:r>
      <w:r w:rsidR="00C16774" w:rsidRPr="006F699D">
        <w:t>the</w:t>
      </w:r>
      <w:r w:rsidR="00646BEC">
        <w:t xml:space="preserve"> </w:t>
      </w:r>
      <w:r w:rsidR="00C16774" w:rsidRPr="006F699D">
        <w:t>UE</w:t>
      </w:r>
      <w:r w:rsidR="00646BEC">
        <w:t xml:space="preserve"> </w:t>
      </w:r>
      <w:r w:rsidR="00C16774" w:rsidRPr="006F699D">
        <w:t>has</w:t>
      </w:r>
      <w:r w:rsidR="00646BEC">
        <w:t xml:space="preserve"> </w:t>
      </w:r>
      <w:r w:rsidR="00C16774" w:rsidRPr="006F699D">
        <w:t>no</w:t>
      </w:r>
      <w:r w:rsidR="00646BEC">
        <w:t xml:space="preserve"> </w:t>
      </w:r>
      <w:r w:rsidR="00C16774" w:rsidRPr="006F699D">
        <w:t>5G-S-TMSI,</w:t>
      </w:r>
      <w:r w:rsidR="00646BEC">
        <w:t xml:space="preserve"> </w:t>
      </w:r>
      <w:r w:rsidR="00C16774" w:rsidRPr="006F699D">
        <w:t>for</w:t>
      </w:r>
      <w:r w:rsidR="00646BEC">
        <w:t xml:space="preserve"> </w:t>
      </w:r>
      <w:r w:rsidR="00C16774" w:rsidRPr="006F699D">
        <w:t>instance</w:t>
      </w:r>
      <w:r w:rsidR="00646BEC">
        <w:t xml:space="preserve"> </w:t>
      </w:r>
      <w:r w:rsidR="00C16774" w:rsidRPr="006F699D">
        <w:t>when</w:t>
      </w:r>
      <w:r w:rsidR="00646BEC">
        <w:t xml:space="preserve"> </w:t>
      </w:r>
      <w:r w:rsidR="00C16774" w:rsidRPr="006F699D">
        <w:t>the</w:t>
      </w:r>
      <w:r w:rsidR="00646BEC">
        <w:t xml:space="preserve"> </w:t>
      </w:r>
      <w:r w:rsidR="00C16774" w:rsidRPr="006F699D">
        <w:t>UE</w:t>
      </w:r>
      <w:r w:rsidR="00646BEC">
        <w:t xml:space="preserve"> </w:t>
      </w:r>
      <w:r w:rsidR="00C16774" w:rsidRPr="006F699D">
        <w:t>has</w:t>
      </w:r>
      <w:r w:rsidR="00646BEC">
        <w:t xml:space="preserve"> </w:t>
      </w:r>
      <w:r w:rsidR="00C16774" w:rsidRPr="006F699D">
        <w:t>not</w:t>
      </w:r>
      <w:r w:rsidR="00646BEC">
        <w:t xml:space="preserve"> </w:t>
      </w:r>
      <w:r w:rsidR="00C16774" w:rsidRPr="006F699D">
        <w:t>yet</w:t>
      </w:r>
      <w:r w:rsidR="00646BEC">
        <w:t xml:space="preserve"> </w:t>
      </w:r>
      <w:r w:rsidR="00C16774" w:rsidRPr="006F699D">
        <w:t>registered</w:t>
      </w:r>
      <w:r w:rsidR="00646BEC">
        <w:t xml:space="preserve"> </w:t>
      </w:r>
      <w:r w:rsidR="00C16774" w:rsidRPr="006F699D">
        <w:t>onto</w:t>
      </w:r>
      <w:r w:rsidR="00646BEC">
        <w:t xml:space="preserve"> </w:t>
      </w:r>
      <w:r w:rsidR="00C16774" w:rsidRPr="006F699D">
        <w:t>the</w:t>
      </w:r>
      <w:r w:rsidR="00646BEC">
        <w:t xml:space="preserve"> </w:t>
      </w:r>
      <w:r w:rsidR="00C16774" w:rsidRPr="006F699D">
        <w:t>network,</w:t>
      </w:r>
      <w:r w:rsidR="00646BEC">
        <w:t xml:space="preserve"> </w:t>
      </w:r>
      <w:r w:rsidR="00C16774" w:rsidRPr="006F699D">
        <w:t>the</w:t>
      </w:r>
      <w:r w:rsidR="00646BEC">
        <w:t xml:space="preserve"> </w:t>
      </w:r>
      <w:r w:rsidR="00C16774" w:rsidRPr="006F699D">
        <w:t>UE</w:t>
      </w:r>
      <w:r w:rsidR="00646BEC">
        <w:t xml:space="preserve"> </w:t>
      </w:r>
      <w:r w:rsidR="00C16774" w:rsidRPr="006F699D">
        <w:t>shall</w:t>
      </w:r>
      <w:r w:rsidR="00646BEC">
        <w:t xml:space="preserve"> </w:t>
      </w:r>
      <w:r w:rsidR="00C16774" w:rsidRPr="006F699D">
        <w:t>use</w:t>
      </w:r>
      <w:r w:rsidR="00646BEC">
        <w:t xml:space="preserve"> </w:t>
      </w:r>
      <w:r w:rsidR="00C16774" w:rsidRPr="006F699D">
        <w:t>as</w:t>
      </w:r>
      <w:r w:rsidR="00646BEC">
        <w:t xml:space="preserve"> </w:t>
      </w:r>
      <w:r w:rsidR="00C16774" w:rsidRPr="006F699D">
        <w:t>default</w:t>
      </w:r>
      <w:r w:rsidR="00646BEC">
        <w:t xml:space="preserve"> </w:t>
      </w:r>
      <w:r w:rsidR="00C16774" w:rsidRPr="006F699D">
        <w:t>identity</w:t>
      </w:r>
      <w:r w:rsidR="00646BEC">
        <w:t xml:space="preserve"> </w:t>
      </w:r>
      <w:r w:rsidR="00C16774" w:rsidRPr="006F699D">
        <w:t>UE_ID</w:t>
      </w:r>
      <w:r w:rsidR="00646BEC">
        <w:t xml:space="preserve"> </w:t>
      </w:r>
      <w:r w:rsidR="00C16774" w:rsidRPr="006F699D">
        <w:t>=</w:t>
      </w:r>
      <w:r w:rsidR="00646BEC">
        <w:t xml:space="preserve"> </w:t>
      </w:r>
      <w:r w:rsidR="00C16774" w:rsidRPr="006F699D">
        <w:t>0</w:t>
      </w:r>
      <w:r w:rsidR="00646BEC">
        <w:t xml:space="preserve"> </w:t>
      </w:r>
      <w:r w:rsidR="00C16774" w:rsidRPr="006F699D">
        <w:t>in</w:t>
      </w:r>
      <w:r w:rsidR="00646BEC">
        <w:t xml:space="preserve"> </w:t>
      </w:r>
      <w:r w:rsidR="00C16774" w:rsidRPr="006F699D">
        <w:t>the</w:t>
      </w:r>
      <w:r w:rsidR="00646BEC">
        <w:t xml:space="preserve"> </w:t>
      </w:r>
      <w:r w:rsidR="00C16774" w:rsidRPr="006F699D">
        <w:t>PF</w:t>
      </w:r>
      <w:r w:rsidR="00646BEC">
        <w:t xml:space="preserve"> </w:t>
      </w:r>
      <w:r w:rsidR="00C16774" w:rsidRPr="006F699D">
        <w:t>and</w:t>
      </w:r>
      <w:r w:rsidR="00646BEC">
        <w:t xml:space="preserve"> </w:t>
      </w:r>
      <w:r w:rsidR="00C16774" w:rsidRPr="006F699D">
        <w:t>i_s</w:t>
      </w:r>
      <w:r w:rsidR="00646BEC">
        <w:t xml:space="preserve"> </w:t>
      </w:r>
      <w:r w:rsidR="00C16774" w:rsidRPr="006F699D">
        <w:t>formulas</w:t>
      </w:r>
      <w:r w:rsidR="00646BEC">
        <w:t xml:space="preserve"> </w:t>
      </w:r>
      <w:r w:rsidR="00C16774" w:rsidRPr="006F699D">
        <w:t>above.</w:t>
      </w:r>
    </w:p>
    <w:p w14:paraId="1CE08E64" w14:textId="3948F0CC" w:rsidR="00A52002" w:rsidRPr="006F699D" w:rsidRDefault="00A52002" w:rsidP="00377BCE">
      <w:r w:rsidRPr="006F699D">
        <w:lastRenderedPageBreak/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Parameters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calculation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PF</w:t>
      </w:r>
      <w:r w:rsidR="0066044E" w:rsidRPr="006F699D">
        <w:rPr>
          <w:lang w:eastAsia="zh-CN"/>
        </w:rPr>
        <w:t>,</w:t>
      </w:r>
      <w:r w:rsidR="00646BEC">
        <w:t xml:space="preserve"> </w:t>
      </w:r>
      <w:r w:rsidRPr="006F699D">
        <w:t>i_s</w:t>
      </w:r>
      <w:r w:rsidR="0066044E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66044E" w:rsidRPr="006F699D">
        <w:rPr>
          <w:lang w:eastAsia="zh-CN"/>
        </w:rPr>
        <w:t>PNB</w:t>
      </w:r>
      <w:r w:rsidR="000F0F4D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NB-IoT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paging</w:t>
      </w:r>
      <w:r w:rsidR="00646BEC">
        <w:rPr>
          <w:lang w:eastAsia="zh-CN"/>
        </w:rPr>
        <w:t xml:space="preserve"> </w:t>
      </w:r>
      <w:r w:rsidR="000F0F4D" w:rsidRPr="006F699D">
        <w:rPr>
          <w:lang w:eastAsia="zh-CN"/>
        </w:rPr>
        <w:t>carrier</w:t>
      </w:r>
      <w:r w:rsidRPr="006F699D">
        <w:t>:</w:t>
      </w:r>
    </w:p>
    <w:p w14:paraId="6DC35BAE" w14:textId="68BB99FF" w:rsidR="00A52002" w:rsidRPr="006F699D" w:rsidRDefault="00A52002" w:rsidP="00377BCE">
      <w:pPr>
        <w:pStyle w:val="B1"/>
      </w:pPr>
      <w:r w:rsidRPr="006F699D">
        <w:t>-</w:t>
      </w:r>
      <w:r w:rsidRPr="006F699D">
        <w:tab/>
        <w:t>T:</w:t>
      </w:r>
      <w:r w:rsidR="00646BEC">
        <w:t xml:space="preserve"> </w:t>
      </w:r>
      <w:r w:rsidR="00B12CF4" w:rsidRPr="006F699D">
        <w:rPr>
          <w:lang w:eastAsia="ko-KR"/>
        </w:rPr>
        <w:t>DRX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cycle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UE.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Except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NB-IoT,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i</w:t>
      </w:r>
      <w:r w:rsidR="00FC4011" w:rsidRPr="006F699D">
        <w:rPr>
          <w:lang w:eastAsia="ko-KR"/>
        </w:rPr>
        <w:t>f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specific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extended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DRX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value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512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radio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frames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configured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upper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layers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according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7.3,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T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=512.</w:t>
      </w:r>
      <w:r w:rsidR="00646BEC">
        <w:rPr>
          <w:lang w:eastAsia="ko-KR"/>
        </w:rPr>
        <w:t xml:space="preserve"> </w:t>
      </w:r>
      <w:r w:rsidR="00FC4011" w:rsidRPr="006F699D">
        <w:rPr>
          <w:lang w:eastAsia="ko-KR"/>
        </w:rPr>
        <w:t>Otherwise,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T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determined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shortest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specific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DRX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value,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allocated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upper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layers,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default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DRX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value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broadcast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system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information.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specific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DRX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not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configured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upper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layers,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default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value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="00B12CF4" w:rsidRPr="006F699D">
        <w:rPr>
          <w:lang w:eastAsia="ko-KR"/>
        </w:rPr>
        <w:t>applied.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specific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DRX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not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applicable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D80C02" w:rsidRPr="006F699D">
        <w:rPr>
          <w:lang w:eastAsia="ko-KR"/>
        </w:rPr>
        <w:t>NB-IoT.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RRC_INACTIVE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state,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T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determined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shortest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RAN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paging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cycle,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specific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paging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cycle,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default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paging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cycle,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allocated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upper</w:t>
      </w:r>
      <w:r w:rsidR="00646BEC">
        <w:rPr>
          <w:lang w:eastAsia="ko-KR"/>
        </w:rPr>
        <w:t xml:space="preserve"> </w:t>
      </w:r>
      <w:r w:rsidR="00873672" w:rsidRPr="006F699D">
        <w:rPr>
          <w:lang w:eastAsia="ko-KR"/>
        </w:rPr>
        <w:t>layers.</w:t>
      </w:r>
    </w:p>
    <w:p w14:paraId="7AA11BBE" w14:textId="1E405BBB" w:rsidR="00722B63" w:rsidRPr="006F699D" w:rsidRDefault="00722B63" w:rsidP="00377BCE">
      <w:pPr>
        <w:pStyle w:val="B1"/>
      </w:pPr>
      <w:r w:rsidRPr="006F699D">
        <w:t>-</w:t>
      </w:r>
      <w:r w:rsidRPr="006F699D">
        <w:tab/>
        <w:t>nB:</w:t>
      </w:r>
      <w:r w:rsidR="00646BEC">
        <w:t xml:space="preserve"> </w:t>
      </w:r>
      <w:r w:rsidRPr="006F699D">
        <w:t>4T,</w:t>
      </w:r>
      <w:r w:rsidR="00646BEC">
        <w:t xml:space="preserve"> </w:t>
      </w:r>
      <w:r w:rsidRPr="006F699D">
        <w:t>2T,</w:t>
      </w:r>
      <w:r w:rsidR="00646BEC">
        <w:t xml:space="preserve"> </w:t>
      </w:r>
      <w:r w:rsidRPr="006F699D">
        <w:t>T,</w:t>
      </w:r>
      <w:r w:rsidR="00646BEC">
        <w:t xml:space="preserve"> </w:t>
      </w:r>
      <w:r w:rsidRPr="006F699D">
        <w:t>T/2,</w:t>
      </w:r>
      <w:r w:rsidR="00646BEC">
        <w:t xml:space="preserve"> </w:t>
      </w:r>
      <w:r w:rsidRPr="006F699D">
        <w:t>T/4,</w:t>
      </w:r>
      <w:r w:rsidR="00646BEC">
        <w:t xml:space="preserve"> </w:t>
      </w:r>
      <w:r w:rsidRPr="006F699D">
        <w:t>T/8,</w:t>
      </w:r>
      <w:r w:rsidR="00646BEC">
        <w:t xml:space="preserve"> </w:t>
      </w:r>
      <w:r w:rsidRPr="006F699D">
        <w:t>T/16,</w:t>
      </w:r>
      <w:r w:rsidR="00646BEC">
        <w:t xml:space="preserve"> </w:t>
      </w:r>
      <w:r w:rsidRPr="006F699D">
        <w:t>T/32</w:t>
      </w:r>
      <w:r w:rsidR="005825E1" w:rsidRPr="006F699D">
        <w:rPr>
          <w:rFonts w:eastAsia="SimSun"/>
          <w:lang w:eastAsia="zh-CN"/>
        </w:rPr>
        <w:t>,</w:t>
      </w:r>
      <w:r w:rsidR="00646BEC">
        <w:rPr>
          <w:rFonts w:eastAsia="SimSun"/>
          <w:lang w:eastAsia="zh-CN"/>
        </w:rPr>
        <w:t xml:space="preserve"> </w:t>
      </w:r>
      <w:r w:rsidR="005825E1" w:rsidRPr="006F699D">
        <w:t>T/64,</w:t>
      </w:r>
      <w:r w:rsidR="00646BEC">
        <w:t xml:space="preserve"> </w:t>
      </w:r>
      <w:r w:rsidR="005825E1" w:rsidRPr="006F699D">
        <w:t>T/128</w:t>
      </w:r>
      <w:r w:rsidR="005825E1" w:rsidRPr="006F699D">
        <w:rPr>
          <w:rFonts w:eastAsia="SimSun"/>
          <w:lang w:eastAsia="zh-CN"/>
        </w:rPr>
        <w:t>,</w:t>
      </w:r>
      <w:r w:rsidR="00646BEC">
        <w:t xml:space="preserve"> </w:t>
      </w:r>
      <w:r w:rsidR="005825E1" w:rsidRPr="006F699D">
        <w:t>and</w:t>
      </w:r>
      <w:r w:rsidR="00646BEC">
        <w:t xml:space="preserve"> </w:t>
      </w:r>
      <w:r w:rsidR="005825E1" w:rsidRPr="006F699D">
        <w:t>T/256</w:t>
      </w:r>
      <w:r w:rsidR="002F176D" w:rsidRPr="006F699D">
        <w:t>,</w:t>
      </w:r>
      <w:r w:rsidR="00646BEC">
        <w:t xml:space="preserve"> </w:t>
      </w:r>
      <w:r w:rsidR="002F176D" w:rsidRPr="006F699D">
        <w:t>and</w:t>
      </w:r>
      <w:r w:rsidR="00646BEC">
        <w:t xml:space="preserve"> </w:t>
      </w:r>
      <w:r w:rsidR="002F176D" w:rsidRPr="006F699D">
        <w:t>for</w:t>
      </w:r>
      <w:r w:rsidR="00646BEC">
        <w:t xml:space="preserve"> </w:t>
      </w:r>
      <w:r w:rsidR="002F176D" w:rsidRPr="006F699D">
        <w:t>NB-IoT</w:t>
      </w:r>
      <w:r w:rsidR="00646BEC">
        <w:t xml:space="preserve"> </w:t>
      </w:r>
      <w:r w:rsidR="002F176D" w:rsidRPr="006F699D">
        <w:t>also</w:t>
      </w:r>
      <w:r w:rsidR="00646BEC">
        <w:t xml:space="preserve"> </w:t>
      </w:r>
      <w:r w:rsidR="002F176D" w:rsidRPr="006F699D">
        <w:t>T/512,</w:t>
      </w:r>
      <w:r w:rsidR="00646BEC">
        <w:t xml:space="preserve"> </w:t>
      </w:r>
      <w:r w:rsidR="002F176D" w:rsidRPr="006F699D">
        <w:t>and</w:t>
      </w:r>
      <w:r w:rsidR="00646BEC">
        <w:t xml:space="preserve"> </w:t>
      </w:r>
      <w:r w:rsidR="002F176D" w:rsidRPr="006F699D">
        <w:t>T/1024</w:t>
      </w:r>
      <w:r w:rsidRPr="006F699D">
        <w:t>.</w:t>
      </w:r>
    </w:p>
    <w:p w14:paraId="11B239D8" w14:textId="2EF44038" w:rsidR="00D62768" w:rsidRPr="006F699D" w:rsidRDefault="00D62768" w:rsidP="00377BCE">
      <w:pPr>
        <w:pStyle w:val="B1"/>
      </w:pPr>
      <w:r w:rsidRPr="006F699D">
        <w:t>-</w:t>
      </w:r>
      <w:r w:rsidRPr="006F699D">
        <w:tab/>
        <w:t>N:</w:t>
      </w:r>
      <w:r w:rsidR="00646BEC">
        <w:t xml:space="preserve"> </w:t>
      </w:r>
      <w:r w:rsidRPr="006F699D">
        <w:t>min(T,nB)</w:t>
      </w:r>
    </w:p>
    <w:p w14:paraId="7D61C3A5" w14:textId="0A4D7F84" w:rsidR="00D62768" w:rsidRPr="006F699D" w:rsidRDefault="00D62768" w:rsidP="00377BCE">
      <w:pPr>
        <w:pStyle w:val="B1"/>
      </w:pPr>
      <w:r w:rsidRPr="006F699D">
        <w:t>-</w:t>
      </w:r>
      <w:r w:rsidRPr="006F699D">
        <w:tab/>
        <w:t>Ns:</w:t>
      </w:r>
      <w:r w:rsidR="00646BEC">
        <w:t xml:space="preserve"> </w:t>
      </w:r>
      <w:r w:rsidRPr="006F699D">
        <w:t>max(1,nB/T)</w:t>
      </w:r>
    </w:p>
    <w:p w14:paraId="2A9B8947" w14:textId="09B20DD3" w:rsidR="0066044E" w:rsidRPr="006F699D" w:rsidRDefault="0066044E" w:rsidP="0066044E">
      <w:pPr>
        <w:pStyle w:val="B1"/>
      </w:pPr>
      <w:r w:rsidRPr="006F699D">
        <w:t>-</w:t>
      </w:r>
      <w:r w:rsidRPr="006F699D">
        <w:tab/>
        <w:t>Nn</w:t>
      </w:r>
      <w:r w:rsidR="00646BEC">
        <w:t xml:space="preserve"> </w:t>
      </w:r>
      <w:r w:rsidRPr="006F699D">
        <w:t>:</w:t>
      </w:r>
      <w:r w:rsidR="00646BEC">
        <w:t xml:space="preserve"> </w:t>
      </w:r>
      <w:r w:rsidRPr="006F699D">
        <w:t>number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narrowbands</w:t>
      </w:r>
      <w:r w:rsidR="00646BEC">
        <w:t xml:space="preserve"> </w:t>
      </w:r>
      <w:r w:rsidR="007260A9" w:rsidRPr="006F699D">
        <w:t>(for</w:t>
      </w:r>
      <w:r w:rsidR="00646BEC">
        <w:t xml:space="preserve"> </w:t>
      </w:r>
      <w:r w:rsidR="007260A9" w:rsidRPr="006F699D">
        <w:t>P-RNTI</w:t>
      </w:r>
      <w:r w:rsidR="00646BEC">
        <w:t xml:space="preserve"> </w:t>
      </w:r>
      <w:r w:rsidR="007260A9" w:rsidRPr="006F699D">
        <w:t>monitored</w:t>
      </w:r>
      <w:r w:rsidR="00646BEC">
        <w:t xml:space="preserve"> </w:t>
      </w:r>
      <w:r w:rsidR="007260A9" w:rsidRPr="006F699D">
        <w:t>on</w:t>
      </w:r>
      <w:r w:rsidR="00646BEC">
        <w:t xml:space="preserve"> </w:t>
      </w:r>
      <w:r w:rsidR="007260A9" w:rsidRPr="006F699D">
        <w:t>MPDCCH)</w:t>
      </w:r>
      <w:r w:rsidR="00646BEC">
        <w:t xml:space="preserve"> </w:t>
      </w:r>
      <w:r w:rsidR="007260A9" w:rsidRPr="006F699D">
        <w:t>or</w:t>
      </w:r>
      <w:r w:rsidR="00646BEC">
        <w:t xml:space="preserve"> </w:t>
      </w:r>
      <w:r w:rsidR="007260A9" w:rsidRPr="006F699D">
        <w:t>paging</w:t>
      </w:r>
      <w:r w:rsidR="00646BEC">
        <w:t xml:space="preserve"> </w:t>
      </w:r>
      <w:r w:rsidR="007260A9" w:rsidRPr="006F699D">
        <w:t>carriers</w:t>
      </w:r>
      <w:r w:rsidR="00646BEC">
        <w:t xml:space="preserve"> </w:t>
      </w:r>
      <w:r w:rsidR="007260A9" w:rsidRPr="006F699D">
        <w:t>(for</w:t>
      </w:r>
      <w:r w:rsidR="00646BEC">
        <w:t xml:space="preserve"> </w:t>
      </w:r>
      <w:r w:rsidR="007260A9" w:rsidRPr="006F699D">
        <w:t>P-RNTI</w:t>
      </w:r>
      <w:r w:rsidR="00646BEC">
        <w:t xml:space="preserve"> </w:t>
      </w:r>
      <w:r w:rsidR="007260A9" w:rsidRPr="006F699D">
        <w:t>monitored</w:t>
      </w:r>
      <w:r w:rsidR="00646BEC">
        <w:t xml:space="preserve"> </w:t>
      </w:r>
      <w:r w:rsidR="007260A9" w:rsidRPr="006F699D">
        <w:t>on</w:t>
      </w:r>
      <w:r w:rsidR="00646BEC">
        <w:t xml:space="preserve"> </w:t>
      </w:r>
      <w:r w:rsidR="007260A9" w:rsidRPr="006F699D">
        <w:t>NPDCCH)</w:t>
      </w:r>
      <w:r w:rsidR="00646BEC">
        <w:t xml:space="preserve"> </w:t>
      </w:r>
      <w:r w:rsidRPr="006F699D">
        <w:t>provided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</w:t>
      </w:r>
    </w:p>
    <w:p w14:paraId="2BEE37D8" w14:textId="77777777" w:rsidR="0066044E" w:rsidRPr="006F699D" w:rsidRDefault="00A52002" w:rsidP="0066044E">
      <w:pPr>
        <w:pStyle w:val="B1"/>
        <w:rPr>
          <w:lang w:eastAsia="zh-CN"/>
        </w:rPr>
      </w:pPr>
      <w:r w:rsidRPr="006F699D">
        <w:t>-</w:t>
      </w:r>
      <w:r w:rsidRPr="006F699D">
        <w:tab/>
        <w:t>UE_ID:</w:t>
      </w:r>
    </w:p>
    <w:p w14:paraId="6CE12525" w14:textId="40E035A2" w:rsidR="00C16774" w:rsidRPr="006F699D" w:rsidRDefault="00C16774" w:rsidP="00C16774">
      <w:pPr>
        <w:pStyle w:val="B2"/>
      </w:pP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supports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NAS</w:t>
      </w:r>
      <w:r w:rsidR="00646BEC">
        <w:t xml:space="preserve"> </w:t>
      </w:r>
      <w:r w:rsidRPr="006F699D">
        <w:t>indicated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use</w:t>
      </w:r>
      <w:r w:rsidR="00646BEC">
        <w:t xml:space="preserve"> </w:t>
      </w:r>
      <w:r w:rsidRPr="006F699D">
        <w:t>5GC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selected</w:t>
      </w:r>
      <w:r w:rsidR="00646BEC">
        <w:t xml:space="preserve"> </w:t>
      </w:r>
      <w:r w:rsidRPr="006F699D">
        <w:t>cell:</w:t>
      </w:r>
    </w:p>
    <w:p w14:paraId="145AE7D1" w14:textId="7D276282" w:rsidR="00C16774" w:rsidRPr="006F699D" w:rsidRDefault="00C16774" w:rsidP="00C16774">
      <w:pPr>
        <w:pStyle w:val="B3"/>
      </w:pPr>
      <w:r w:rsidRPr="006F699D">
        <w:t>5G-S-TMSI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1024,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P-RNTI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monitored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PDCCH.</w:t>
      </w:r>
    </w:p>
    <w:p w14:paraId="7E7BFBA3" w14:textId="77777777" w:rsidR="00C16774" w:rsidRPr="006F699D" w:rsidRDefault="00C16774" w:rsidP="00C16774">
      <w:pPr>
        <w:pStyle w:val="B2"/>
      </w:pPr>
      <w:r w:rsidRPr="006F699D">
        <w:t>else</w:t>
      </w:r>
    </w:p>
    <w:p w14:paraId="75719DB0" w14:textId="64ACE0EA" w:rsidR="0066044E" w:rsidRPr="006F699D" w:rsidRDefault="00A52002" w:rsidP="00C16774">
      <w:pPr>
        <w:pStyle w:val="B3"/>
        <w:rPr>
          <w:lang w:eastAsia="zh-CN"/>
        </w:rPr>
      </w:pPr>
      <w:r w:rsidRPr="006F699D">
        <w:t>IMSI</w:t>
      </w:r>
      <w:r w:rsidR="00646BEC">
        <w:t xml:space="preserve"> </w:t>
      </w:r>
      <w:r w:rsidRPr="006F699D">
        <w:t>mod</w:t>
      </w:r>
      <w:r w:rsidR="00646BEC">
        <w:t xml:space="preserve"> </w:t>
      </w:r>
      <w:r w:rsidR="008640BA" w:rsidRPr="006F699D">
        <w:t>1024</w:t>
      </w:r>
      <w:r w:rsidR="0066044E" w:rsidRPr="006F699D">
        <w:t>,</w:t>
      </w:r>
      <w:r w:rsidR="00646BEC">
        <w:t xml:space="preserve"> </w:t>
      </w:r>
      <w:r w:rsidR="0066044E" w:rsidRPr="006F699D">
        <w:t>if</w:t>
      </w:r>
      <w:r w:rsidR="00646BEC">
        <w:t xml:space="preserve"> </w:t>
      </w:r>
      <w:r w:rsidR="0066044E" w:rsidRPr="006F699D">
        <w:t>P-RNTI</w:t>
      </w:r>
      <w:r w:rsidR="00646BEC">
        <w:t xml:space="preserve"> </w:t>
      </w:r>
      <w:r w:rsidR="0066044E" w:rsidRPr="006F699D">
        <w:t>is</w:t>
      </w:r>
      <w:r w:rsidR="00646BEC">
        <w:t xml:space="preserve"> </w:t>
      </w:r>
      <w:r w:rsidR="0066044E" w:rsidRPr="006F699D">
        <w:t>monitored</w:t>
      </w:r>
      <w:r w:rsidR="00646BEC">
        <w:t xml:space="preserve"> </w:t>
      </w:r>
      <w:r w:rsidR="0066044E" w:rsidRPr="006F699D">
        <w:t>on</w:t>
      </w:r>
      <w:r w:rsidR="00646BEC">
        <w:t xml:space="preserve"> </w:t>
      </w:r>
      <w:r w:rsidR="0066044E" w:rsidRPr="006F699D">
        <w:t>PDCCH</w:t>
      </w:r>
      <w:r w:rsidR="0066044E" w:rsidRPr="006F699D">
        <w:rPr>
          <w:lang w:eastAsia="zh-CN"/>
        </w:rPr>
        <w:t>.</w:t>
      </w:r>
    </w:p>
    <w:p w14:paraId="22BB6459" w14:textId="2F0A1618" w:rsidR="00D80C02" w:rsidRPr="006F699D" w:rsidRDefault="00D80C02" w:rsidP="0066044E">
      <w:pPr>
        <w:pStyle w:val="B2"/>
        <w:rPr>
          <w:lang w:eastAsia="zh-CN"/>
        </w:rPr>
      </w:pPr>
      <w:r w:rsidRPr="006F699D">
        <w:rPr>
          <w:lang w:eastAsia="zh-CN"/>
        </w:rPr>
        <w:t>IMSI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4096,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P-RNTI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monitored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NPDCCH.</w:t>
      </w:r>
    </w:p>
    <w:p w14:paraId="0A05641B" w14:textId="00EFCFED" w:rsidR="000F0F4D" w:rsidRPr="006F699D" w:rsidRDefault="0066044E" w:rsidP="000F0F4D">
      <w:pPr>
        <w:pStyle w:val="B2"/>
      </w:pPr>
      <w:r w:rsidRPr="006F699D">
        <w:t>IMSI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16384,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P-RNTI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monitored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MPDCCH</w:t>
      </w:r>
      <w:r w:rsidR="00646BEC">
        <w:t xml:space="preserve"> </w:t>
      </w:r>
      <w:r w:rsidR="000F0F4D" w:rsidRPr="006F699D">
        <w:t>or</w:t>
      </w:r>
      <w:r w:rsidR="00646BEC">
        <w:t xml:space="preserve"> </w:t>
      </w:r>
      <w:r w:rsidR="000F0F4D" w:rsidRPr="006F699D">
        <w:t>if</w:t>
      </w:r>
      <w:r w:rsidR="00646BEC">
        <w:t xml:space="preserve"> </w:t>
      </w:r>
      <w:r w:rsidR="000F0F4D" w:rsidRPr="006F699D">
        <w:t>P-RNTI</w:t>
      </w:r>
      <w:r w:rsidR="00646BEC">
        <w:t xml:space="preserve"> </w:t>
      </w:r>
      <w:r w:rsidR="000F0F4D" w:rsidRPr="006F699D">
        <w:t>is</w:t>
      </w:r>
      <w:r w:rsidR="00646BEC">
        <w:t xml:space="preserve"> </w:t>
      </w:r>
      <w:r w:rsidR="000F0F4D" w:rsidRPr="006F699D">
        <w:t>monitored</w:t>
      </w:r>
      <w:r w:rsidR="00646BEC">
        <w:t xml:space="preserve"> </w:t>
      </w:r>
      <w:r w:rsidR="000F0F4D" w:rsidRPr="006F699D">
        <w:t>on</w:t>
      </w:r>
      <w:r w:rsidR="00646BEC">
        <w:t xml:space="preserve"> </w:t>
      </w:r>
      <w:r w:rsidR="000F0F4D" w:rsidRPr="006F699D">
        <w:t>NPDCCH</w:t>
      </w:r>
      <w:r w:rsidR="00646BEC">
        <w:t xml:space="preserve"> </w:t>
      </w:r>
      <w:r w:rsidR="000F0F4D" w:rsidRPr="006F699D">
        <w:t>and</w:t>
      </w:r>
      <w:r w:rsidR="00646BEC">
        <w:t xml:space="preserve"> </w:t>
      </w:r>
      <w:r w:rsidR="000F0F4D" w:rsidRPr="006F699D">
        <w:t>the</w:t>
      </w:r>
      <w:r w:rsidR="00646BEC">
        <w:t xml:space="preserve"> </w:t>
      </w:r>
      <w:r w:rsidR="000F0F4D" w:rsidRPr="006F699D">
        <w:t>UE</w:t>
      </w:r>
      <w:r w:rsidR="00646BEC">
        <w:t xml:space="preserve"> </w:t>
      </w:r>
      <w:r w:rsidR="000F0F4D" w:rsidRPr="006F699D">
        <w:t>supports</w:t>
      </w:r>
      <w:r w:rsidR="00646BEC">
        <w:t xml:space="preserve"> </w:t>
      </w:r>
      <w:r w:rsidR="000F0F4D" w:rsidRPr="006F699D">
        <w:t>paging</w:t>
      </w:r>
      <w:r w:rsidR="00646BEC">
        <w:t xml:space="preserve"> </w:t>
      </w:r>
      <w:r w:rsidR="000F0F4D" w:rsidRPr="006F699D">
        <w:t>on</w:t>
      </w:r>
      <w:r w:rsidR="00646BEC">
        <w:t xml:space="preserve"> </w:t>
      </w:r>
      <w:r w:rsidR="000F0F4D" w:rsidRPr="006F699D">
        <w:t>a</w:t>
      </w:r>
      <w:r w:rsidR="00646BEC">
        <w:t xml:space="preserve"> </w:t>
      </w:r>
      <w:r w:rsidR="000F0F4D" w:rsidRPr="006F699D">
        <w:t>non-anchor</w:t>
      </w:r>
      <w:r w:rsidR="00646BEC">
        <w:t xml:space="preserve"> </w:t>
      </w:r>
      <w:r w:rsidR="000F0F4D" w:rsidRPr="006F699D">
        <w:t>carrier,</w:t>
      </w:r>
      <w:r w:rsidR="00646BEC">
        <w:t xml:space="preserve"> </w:t>
      </w:r>
      <w:r w:rsidR="000F0F4D" w:rsidRPr="006F699D">
        <w:t>and</w:t>
      </w:r>
      <w:r w:rsidR="00646BEC">
        <w:t xml:space="preserve"> </w:t>
      </w:r>
      <w:r w:rsidR="000F0F4D" w:rsidRPr="006F699D">
        <w:t>if</w:t>
      </w:r>
      <w:r w:rsidR="00646BEC">
        <w:t xml:space="preserve"> </w:t>
      </w:r>
      <w:r w:rsidR="000F0F4D" w:rsidRPr="006F699D">
        <w:t>paging</w:t>
      </w:r>
      <w:r w:rsidR="00646BEC">
        <w:t xml:space="preserve"> </w:t>
      </w:r>
      <w:r w:rsidR="000F0F4D" w:rsidRPr="006F699D">
        <w:t>configuration</w:t>
      </w:r>
      <w:r w:rsidR="00646BEC">
        <w:t xml:space="preserve"> </w:t>
      </w:r>
      <w:r w:rsidR="000F0F4D" w:rsidRPr="006F699D">
        <w:t>for</w:t>
      </w:r>
      <w:r w:rsidR="00646BEC">
        <w:t xml:space="preserve"> </w:t>
      </w:r>
      <w:r w:rsidR="000F0F4D" w:rsidRPr="006F699D">
        <w:t>non-anchor</w:t>
      </w:r>
      <w:r w:rsidR="00646BEC">
        <w:t xml:space="preserve"> </w:t>
      </w:r>
      <w:r w:rsidR="000F0F4D" w:rsidRPr="006F699D">
        <w:t>carrier</w:t>
      </w:r>
      <w:r w:rsidR="00646BEC">
        <w:t xml:space="preserve"> </w:t>
      </w:r>
      <w:r w:rsidR="000F0F4D" w:rsidRPr="006F699D">
        <w:t>is</w:t>
      </w:r>
      <w:r w:rsidR="00646BEC">
        <w:t xml:space="preserve"> </w:t>
      </w:r>
      <w:r w:rsidR="000F0F4D" w:rsidRPr="006F699D">
        <w:t>provided</w:t>
      </w:r>
      <w:r w:rsidR="00646BEC">
        <w:t xml:space="preserve"> </w:t>
      </w:r>
      <w:r w:rsidR="000F0F4D" w:rsidRPr="006F699D">
        <w:t>in</w:t>
      </w:r>
      <w:r w:rsidR="00646BEC">
        <w:t xml:space="preserve"> </w:t>
      </w:r>
      <w:r w:rsidR="000F0F4D" w:rsidRPr="006F699D">
        <w:t>system</w:t>
      </w:r>
      <w:r w:rsidR="00646BEC">
        <w:t xml:space="preserve"> </w:t>
      </w:r>
      <w:r w:rsidR="000F0F4D" w:rsidRPr="006F699D">
        <w:t>information.</w:t>
      </w:r>
    </w:p>
    <w:p w14:paraId="0BDE1503" w14:textId="32FCBACA" w:rsidR="007260A9" w:rsidRPr="006F699D" w:rsidRDefault="000F0F4D" w:rsidP="007260A9">
      <w:pPr>
        <w:pStyle w:val="B1"/>
      </w:pPr>
      <w:r w:rsidRPr="006F699D">
        <w:t>-</w:t>
      </w:r>
      <w:r w:rsidRPr="006F699D">
        <w:tab/>
        <w:t>W(i):</w:t>
      </w:r>
      <w:r w:rsidR="00646BEC">
        <w:t xml:space="preserve"> </w:t>
      </w:r>
      <w:r w:rsidRPr="006F699D">
        <w:t>Weight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Pr="006F699D">
        <w:t>i.</w:t>
      </w:r>
    </w:p>
    <w:p w14:paraId="61D8C637" w14:textId="2B70DF41" w:rsidR="000F0F4D" w:rsidRPr="006F699D" w:rsidRDefault="007260A9" w:rsidP="007260A9">
      <w:pPr>
        <w:pStyle w:val="B1"/>
      </w:pPr>
      <w:r w:rsidRPr="006F699D">
        <w:t>-</w:t>
      </w:r>
      <w:r w:rsidRPr="006F699D">
        <w:tab/>
        <w:t>W:</w:t>
      </w:r>
      <w:r w:rsidR="00646BEC">
        <w:t xml:space="preserve"> </w:t>
      </w:r>
      <w:r w:rsidRPr="006F699D">
        <w:t>Total</w:t>
      </w:r>
      <w:r w:rsidR="00646BEC">
        <w:t xml:space="preserve"> </w:t>
      </w:r>
      <w:r w:rsidRPr="006F699D">
        <w:t>weight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all</w:t>
      </w:r>
      <w:r w:rsidR="00646BEC">
        <w:t xml:space="preserve"> </w:t>
      </w:r>
      <w:r w:rsidRPr="006F699D">
        <w:t>NB-IoT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carriers,</w:t>
      </w:r>
      <w:r w:rsidR="00646BEC">
        <w:t xml:space="preserve"> </w:t>
      </w:r>
      <w:r w:rsidRPr="006F699D">
        <w:t>i.e.</w:t>
      </w:r>
      <w:r w:rsidR="00646BEC">
        <w:t xml:space="preserve"> </w:t>
      </w:r>
      <w:r w:rsidRPr="006F699D">
        <w:t>W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W(0)</w:t>
      </w:r>
      <w:r w:rsidR="00646BEC">
        <w:t xml:space="preserve"> </w:t>
      </w:r>
      <w:r w:rsidRPr="006F699D">
        <w:t>+</w:t>
      </w:r>
      <w:r w:rsidR="00646BEC">
        <w:t xml:space="preserve"> </w:t>
      </w:r>
      <w:r w:rsidRPr="006F699D">
        <w:t>W(1)</w:t>
      </w:r>
      <w:r w:rsidR="00646BEC">
        <w:t xml:space="preserve"> </w:t>
      </w:r>
      <w:r w:rsidRPr="006F699D">
        <w:t>+</w:t>
      </w:r>
      <w:r w:rsidR="00646BEC">
        <w:t xml:space="preserve"> </w:t>
      </w:r>
      <w:r w:rsidRPr="006F699D">
        <w:t>…</w:t>
      </w:r>
      <w:r w:rsidR="00646BEC">
        <w:t xml:space="preserve"> </w:t>
      </w:r>
      <w:r w:rsidRPr="006F699D">
        <w:t>+</w:t>
      </w:r>
      <w:r w:rsidR="00646BEC">
        <w:t xml:space="preserve"> </w:t>
      </w:r>
      <w:r w:rsidRPr="006F699D">
        <w:t>W(Nn-1).</w:t>
      </w:r>
    </w:p>
    <w:p w14:paraId="543919AD" w14:textId="17CE1E72" w:rsidR="00A52002" w:rsidRPr="006F699D" w:rsidRDefault="00A52002" w:rsidP="00377BCE">
      <w:r w:rsidRPr="006F699D">
        <w:t>IMSI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given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sequence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digits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type</w:t>
      </w:r>
      <w:r w:rsidR="00646BEC">
        <w:t xml:space="preserve"> </w:t>
      </w:r>
      <w:r w:rsidRPr="006F699D">
        <w:t>Integer</w:t>
      </w:r>
      <w:r w:rsidR="00646BEC">
        <w:t xml:space="preserve"> </w:t>
      </w:r>
      <w:r w:rsidRPr="006F699D">
        <w:t>(0..9),</w:t>
      </w:r>
      <w:r w:rsidR="00646BEC">
        <w:t xml:space="preserve"> </w:t>
      </w:r>
      <w:r w:rsidRPr="006F699D">
        <w:t>IMSI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formulae</w:t>
      </w:r>
      <w:r w:rsidR="00646BEC">
        <w:t xml:space="preserve"> </w:t>
      </w:r>
      <w:r w:rsidRPr="006F699D">
        <w:t>above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interpreted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decimal</w:t>
      </w:r>
      <w:r w:rsidR="00646BEC">
        <w:t xml:space="preserve"> </w:t>
      </w:r>
      <w:r w:rsidRPr="006F699D">
        <w:t>integer</w:t>
      </w:r>
      <w:r w:rsidR="00646BEC">
        <w:t xml:space="preserve"> </w:t>
      </w:r>
      <w:r w:rsidRPr="006F699D">
        <w:t>number,</w:t>
      </w:r>
      <w:r w:rsidR="00646BEC">
        <w:t xml:space="preserve"> </w:t>
      </w:r>
      <w:r w:rsidRPr="006F699D">
        <w:t>where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first</w:t>
      </w:r>
      <w:r w:rsidR="00646BEC">
        <w:t xml:space="preserve"> </w:t>
      </w:r>
      <w:r w:rsidRPr="006F699D">
        <w:t>digit</w:t>
      </w:r>
      <w:r w:rsidR="00646BEC">
        <w:t xml:space="preserve"> </w:t>
      </w:r>
      <w:r w:rsidRPr="006F699D">
        <w:t>given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sequence</w:t>
      </w:r>
      <w:r w:rsidR="00646BEC">
        <w:t xml:space="preserve"> </w:t>
      </w:r>
      <w:r w:rsidRPr="006F699D">
        <w:t>represents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order</w:t>
      </w:r>
      <w:r w:rsidR="00646BEC">
        <w:t xml:space="preserve"> </w:t>
      </w:r>
      <w:r w:rsidRPr="006F699D">
        <w:t>digit.</w:t>
      </w:r>
    </w:p>
    <w:p w14:paraId="2D9AD8B1" w14:textId="2232F567" w:rsidR="00A52002" w:rsidRPr="006F699D" w:rsidRDefault="00A52002" w:rsidP="00377BCE">
      <w:r w:rsidRPr="006F699D">
        <w:t>For</w:t>
      </w:r>
      <w:r w:rsidR="00646BEC">
        <w:t xml:space="preserve"> </w:t>
      </w:r>
      <w:r w:rsidRPr="006F699D">
        <w:t>example:</w:t>
      </w:r>
    </w:p>
    <w:p w14:paraId="2877C5C9" w14:textId="69EFD0F9" w:rsidR="00A52002" w:rsidRPr="006F699D" w:rsidRDefault="00A52002" w:rsidP="00377BCE">
      <w:pPr>
        <w:pStyle w:val="EQ"/>
        <w:rPr>
          <w:noProof w:val="0"/>
        </w:rPr>
      </w:pPr>
      <w:r w:rsidRPr="006F699D">
        <w:tab/>
      </w:r>
      <w:r w:rsidRPr="006F699D">
        <w:rPr>
          <w:noProof w:val="0"/>
        </w:rPr>
        <w:t>IMSI</w:t>
      </w:r>
      <w:r w:rsidR="00646BEC">
        <w:rPr>
          <w:noProof w:val="0"/>
        </w:rPr>
        <w:t xml:space="preserve"> </w:t>
      </w:r>
      <w:r w:rsidRPr="006F699D">
        <w:rPr>
          <w:noProof w:val="0"/>
        </w:rPr>
        <w:t>=</w:t>
      </w:r>
      <w:r w:rsidR="00646BEC">
        <w:rPr>
          <w:noProof w:val="0"/>
        </w:rPr>
        <w:t xml:space="preserve"> </w:t>
      </w:r>
      <w:r w:rsidRPr="006F699D">
        <w:rPr>
          <w:noProof w:val="0"/>
        </w:rPr>
        <w:t>12</w:t>
      </w:r>
      <w:r w:rsidR="00646BEC">
        <w:rPr>
          <w:noProof w:val="0"/>
        </w:rPr>
        <w:t xml:space="preserve"> </w:t>
      </w:r>
      <w:r w:rsidRPr="006F699D">
        <w:rPr>
          <w:noProof w:val="0"/>
        </w:rPr>
        <w:t>(digit1=1,</w:t>
      </w:r>
      <w:r w:rsidR="00646BEC">
        <w:rPr>
          <w:noProof w:val="0"/>
        </w:rPr>
        <w:t xml:space="preserve"> </w:t>
      </w:r>
      <w:r w:rsidRPr="006F699D">
        <w:rPr>
          <w:noProof w:val="0"/>
        </w:rPr>
        <w:t>digit2=2)</w:t>
      </w:r>
    </w:p>
    <w:p w14:paraId="15EB6E70" w14:textId="31F52C6A" w:rsidR="00A52002" w:rsidRPr="006F699D" w:rsidRDefault="00A52002" w:rsidP="00377BCE"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calculations,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interpreted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decimal</w:t>
      </w:r>
      <w:r w:rsidR="00646BEC">
        <w:t xml:space="preserve"> </w:t>
      </w:r>
      <w:r w:rsidRPr="006F699D">
        <w:t>integer</w:t>
      </w:r>
      <w:r w:rsidR="00646BEC">
        <w:t xml:space="preserve"> </w:t>
      </w:r>
      <w:r w:rsidRPr="006F699D">
        <w:t>"12",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"1x16+2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18".</w:t>
      </w:r>
    </w:p>
    <w:p w14:paraId="03F87DEE" w14:textId="5B8F4441" w:rsidR="00C16774" w:rsidRPr="006F699D" w:rsidRDefault="00C16774" w:rsidP="00377BCE">
      <w:pPr>
        <w:rPr>
          <w:lang w:eastAsia="ja-JP"/>
        </w:rPr>
      </w:pPr>
      <w:r w:rsidRPr="006F699D">
        <w:rPr>
          <w:lang w:eastAsia="ja-JP"/>
        </w:rPr>
        <w:t>5G-S-TMSI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48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bit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long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bit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string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defined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TS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23.501</w:t>
      </w:r>
      <w:r w:rsidR="00646BEC">
        <w:rPr>
          <w:lang w:eastAsia="ja-JP"/>
        </w:rPr>
        <w:t xml:space="preserve"> </w:t>
      </w:r>
      <w:r w:rsidR="006F699D" w:rsidRPr="006F699D">
        <w:rPr>
          <w:lang w:eastAsia="ja-JP"/>
        </w:rPr>
        <w:t>[</w:t>
      </w:r>
      <w:r w:rsidRPr="006F699D">
        <w:rPr>
          <w:lang w:eastAsia="ja-JP"/>
        </w:rPr>
        <w:t>39].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5G-S-TMSI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shall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i_s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formulae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above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interpreted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binary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number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where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left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bit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represents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significant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bit.</w:t>
      </w:r>
    </w:p>
    <w:p w14:paraId="6F03D29F" w14:textId="31E90D41" w:rsidR="00A52002" w:rsidRPr="006F699D" w:rsidRDefault="00070B7C" w:rsidP="00377BCE">
      <w:pPr>
        <w:pStyle w:val="Heading2"/>
        <w:rPr>
          <w:lang w:eastAsia="ja-JP"/>
        </w:rPr>
      </w:pPr>
      <w:bookmarkStart w:id="293" w:name="_Toc29237942"/>
      <w:bookmarkStart w:id="294" w:name="_Toc46523059"/>
      <w:bookmarkStart w:id="295" w:name="_Toc100742637"/>
      <w:r w:rsidRPr="006F699D">
        <w:rPr>
          <w:lang w:eastAsia="ja-JP"/>
        </w:rPr>
        <w:t>7.2</w:t>
      </w:r>
      <w:r w:rsidRPr="006F699D">
        <w:rPr>
          <w:lang w:eastAsia="ja-JP"/>
        </w:rPr>
        <w:tab/>
      </w:r>
      <w:r w:rsidR="00A52002" w:rsidRPr="006F699D">
        <w:rPr>
          <w:lang w:eastAsia="ja-JP"/>
        </w:rPr>
        <w:t>Subframe</w:t>
      </w:r>
      <w:r w:rsidR="00646BEC">
        <w:rPr>
          <w:lang w:eastAsia="ja-JP"/>
        </w:rPr>
        <w:t xml:space="preserve"> </w:t>
      </w:r>
      <w:r w:rsidR="00A52002" w:rsidRPr="006F699D">
        <w:rPr>
          <w:lang w:eastAsia="ja-JP"/>
        </w:rPr>
        <w:t>Patterns</w:t>
      </w:r>
      <w:bookmarkEnd w:id="293"/>
      <w:bookmarkEnd w:id="294"/>
      <w:bookmarkEnd w:id="295"/>
    </w:p>
    <w:p w14:paraId="00B422B0" w14:textId="77777777" w:rsidR="0066044E" w:rsidRPr="006F699D" w:rsidRDefault="00A52002" w:rsidP="0066044E">
      <w:pPr>
        <w:rPr>
          <w:lang w:eastAsia="zh-CN"/>
        </w:rPr>
      </w:pPr>
      <w:r w:rsidRPr="006F699D">
        <w:rPr>
          <w:lang w:eastAsia="ja-JP"/>
        </w:rPr>
        <w:t>FDD:</w:t>
      </w:r>
    </w:p>
    <w:p w14:paraId="19A37668" w14:textId="0C1A3860" w:rsidR="00A52002" w:rsidRPr="006F699D" w:rsidRDefault="0066044E" w:rsidP="0066044E">
      <w:pPr>
        <w:pStyle w:val="B1"/>
        <w:rPr>
          <w:lang w:eastAsia="ja-JP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P-RNTI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transmitted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PDCCH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D80C02" w:rsidRPr="006F699D">
        <w:rPr>
          <w:lang w:eastAsia="zh-CN"/>
        </w:rPr>
        <w:t>NPDCCH</w:t>
      </w:r>
      <w:r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P-RNTI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transmitted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MPDCCH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system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bandwidth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&gt;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3MHz: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1928"/>
        <w:gridCol w:w="1928"/>
        <w:gridCol w:w="1928"/>
        <w:gridCol w:w="1928"/>
      </w:tblGrid>
      <w:tr w:rsidR="006F699D" w:rsidRPr="006F699D" w14:paraId="70ED7D35" w14:textId="77777777" w:rsidTr="008C29C2">
        <w:tc>
          <w:tcPr>
            <w:tcW w:w="1971" w:type="dxa"/>
            <w:shd w:val="clear" w:color="auto" w:fill="auto"/>
          </w:tcPr>
          <w:p w14:paraId="2F023DAA" w14:textId="77777777" w:rsidR="00A52002" w:rsidRPr="006F699D" w:rsidRDefault="00A52002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Ns</w:t>
            </w:r>
          </w:p>
        </w:tc>
        <w:tc>
          <w:tcPr>
            <w:tcW w:w="1971" w:type="dxa"/>
            <w:shd w:val="clear" w:color="auto" w:fill="auto"/>
          </w:tcPr>
          <w:p w14:paraId="0404657C" w14:textId="4DE27DF0" w:rsidR="00A52002" w:rsidRPr="006F699D" w:rsidRDefault="00A52002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PO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when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i_s=0</w:t>
            </w:r>
          </w:p>
        </w:tc>
        <w:tc>
          <w:tcPr>
            <w:tcW w:w="1971" w:type="dxa"/>
            <w:shd w:val="clear" w:color="auto" w:fill="auto"/>
          </w:tcPr>
          <w:p w14:paraId="37B60327" w14:textId="4CA7DAA4" w:rsidR="00A52002" w:rsidRPr="006F699D" w:rsidDel="003C4A3D" w:rsidRDefault="00A52002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PO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when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i_s=1</w:t>
            </w:r>
          </w:p>
        </w:tc>
        <w:tc>
          <w:tcPr>
            <w:tcW w:w="1971" w:type="dxa"/>
            <w:shd w:val="clear" w:color="auto" w:fill="auto"/>
          </w:tcPr>
          <w:p w14:paraId="5CA3BABB" w14:textId="2F0008FC" w:rsidR="00A52002" w:rsidRPr="006F699D" w:rsidDel="003C4A3D" w:rsidRDefault="00A52002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PO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when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i_s=2</w:t>
            </w:r>
          </w:p>
        </w:tc>
        <w:tc>
          <w:tcPr>
            <w:tcW w:w="1971" w:type="dxa"/>
            <w:shd w:val="clear" w:color="auto" w:fill="auto"/>
          </w:tcPr>
          <w:p w14:paraId="103F8C13" w14:textId="7B0B3B82" w:rsidR="00A52002" w:rsidRPr="006F699D" w:rsidDel="003C4A3D" w:rsidRDefault="00A52002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PO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when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i_s=3</w:t>
            </w:r>
          </w:p>
        </w:tc>
      </w:tr>
      <w:tr w:rsidR="006F699D" w:rsidRPr="006F699D" w14:paraId="46BEB4A8" w14:textId="77777777" w:rsidTr="008C29C2">
        <w:tc>
          <w:tcPr>
            <w:tcW w:w="1971" w:type="dxa"/>
            <w:shd w:val="clear" w:color="auto" w:fill="auto"/>
          </w:tcPr>
          <w:p w14:paraId="61E93EF5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4C211BA3" w14:textId="77777777" w:rsidR="00A52002" w:rsidRPr="006F699D" w:rsidRDefault="00BA7EED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9</w:t>
            </w:r>
          </w:p>
        </w:tc>
        <w:tc>
          <w:tcPr>
            <w:tcW w:w="1971" w:type="dxa"/>
            <w:shd w:val="clear" w:color="auto" w:fill="auto"/>
          </w:tcPr>
          <w:p w14:paraId="2D2E25DD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5E6F6D78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73C77ACB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</w:tr>
      <w:tr w:rsidR="006F699D" w:rsidRPr="006F699D" w14:paraId="0C6134CF" w14:textId="77777777" w:rsidTr="008C29C2">
        <w:tc>
          <w:tcPr>
            <w:tcW w:w="1971" w:type="dxa"/>
            <w:shd w:val="clear" w:color="auto" w:fill="auto"/>
          </w:tcPr>
          <w:p w14:paraId="1D257510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2</w:t>
            </w:r>
          </w:p>
        </w:tc>
        <w:tc>
          <w:tcPr>
            <w:tcW w:w="1971" w:type="dxa"/>
            <w:shd w:val="clear" w:color="auto" w:fill="auto"/>
          </w:tcPr>
          <w:p w14:paraId="4108AD18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14:paraId="04E55A19" w14:textId="77777777" w:rsidR="00A52002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9</w:t>
            </w:r>
          </w:p>
        </w:tc>
        <w:tc>
          <w:tcPr>
            <w:tcW w:w="1971" w:type="dxa"/>
            <w:shd w:val="clear" w:color="auto" w:fill="auto"/>
          </w:tcPr>
          <w:p w14:paraId="6DBE2588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32B2B1F1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</w:tr>
      <w:tr w:rsidR="00A52002" w:rsidRPr="006F699D" w14:paraId="1FFEB5C2" w14:textId="77777777" w:rsidTr="008C29C2">
        <w:tc>
          <w:tcPr>
            <w:tcW w:w="1971" w:type="dxa"/>
            <w:shd w:val="clear" w:color="auto" w:fill="auto"/>
          </w:tcPr>
          <w:p w14:paraId="08339CE7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14:paraId="3F170A22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71EC8760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14:paraId="1A126397" w14:textId="77777777" w:rsidR="00A52002" w:rsidRPr="006F699D" w:rsidRDefault="00A52002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4E83591E" w14:textId="77777777" w:rsidR="00A52002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9</w:t>
            </w:r>
          </w:p>
        </w:tc>
      </w:tr>
    </w:tbl>
    <w:p w14:paraId="098F8F7F" w14:textId="77777777" w:rsidR="0066044E" w:rsidRPr="006F699D" w:rsidRDefault="0066044E" w:rsidP="0066044E">
      <w:pPr>
        <w:rPr>
          <w:lang w:eastAsia="zh-CN"/>
        </w:rPr>
      </w:pPr>
    </w:p>
    <w:p w14:paraId="6380C191" w14:textId="0084FE20" w:rsidR="00177095" w:rsidRPr="006F699D" w:rsidRDefault="00177095" w:rsidP="00177095">
      <w:pPr>
        <w:pStyle w:val="B1"/>
        <w:rPr>
          <w:lang w:eastAsia="zh-CN"/>
        </w:rPr>
      </w:pPr>
      <w:r w:rsidRPr="006F699D">
        <w:rPr>
          <w:lang w:eastAsia="zh-CN"/>
        </w:rPr>
        <w:t>-</w:t>
      </w:r>
      <w:r w:rsidRPr="006F699D">
        <w:rPr>
          <w:lang w:eastAsia="zh-CN"/>
        </w:rPr>
        <w:tab/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P-RNTI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transmitted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MPDCCH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system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bandwidth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1.4MHz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3MHz: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1928"/>
        <w:gridCol w:w="1928"/>
        <w:gridCol w:w="1928"/>
        <w:gridCol w:w="1928"/>
      </w:tblGrid>
      <w:tr w:rsidR="006F699D" w:rsidRPr="006F699D" w14:paraId="68568CA7" w14:textId="77777777" w:rsidTr="00457265">
        <w:tc>
          <w:tcPr>
            <w:tcW w:w="1971" w:type="dxa"/>
            <w:shd w:val="clear" w:color="auto" w:fill="auto"/>
          </w:tcPr>
          <w:p w14:paraId="5D8ECDFC" w14:textId="77777777" w:rsidR="0066044E" w:rsidRPr="006F699D" w:rsidRDefault="0066044E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lastRenderedPageBreak/>
              <w:t>Ns</w:t>
            </w:r>
          </w:p>
        </w:tc>
        <w:tc>
          <w:tcPr>
            <w:tcW w:w="1971" w:type="dxa"/>
            <w:shd w:val="clear" w:color="auto" w:fill="auto"/>
          </w:tcPr>
          <w:p w14:paraId="4A81357B" w14:textId="79CBA615" w:rsidR="0066044E" w:rsidRPr="006F699D" w:rsidRDefault="0066044E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PO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when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i_s=0</w:t>
            </w:r>
          </w:p>
        </w:tc>
        <w:tc>
          <w:tcPr>
            <w:tcW w:w="1971" w:type="dxa"/>
            <w:shd w:val="clear" w:color="auto" w:fill="auto"/>
          </w:tcPr>
          <w:p w14:paraId="59ED8FF7" w14:textId="418FA4A9" w:rsidR="0066044E" w:rsidRPr="006F699D" w:rsidDel="003C4A3D" w:rsidRDefault="0066044E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PO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when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i_s=1</w:t>
            </w:r>
          </w:p>
        </w:tc>
        <w:tc>
          <w:tcPr>
            <w:tcW w:w="1971" w:type="dxa"/>
            <w:shd w:val="clear" w:color="auto" w:fill="auto"/>
          </w:tcPr>
          <w:p w14:paraId="09B8E03C" w14:textId="2DF6526B" w:rsidR="0066044E" w:rsidRPr="006F699D" w:rsidDel="003C4A3D" w:rsidRDefault="0066044E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PO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when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i_s=2</w:t>
            </w:r>
          </w:p>
        </w:tc>
        <w:tc>
          <w:tcPr>
            <w:tcW w:w="1971" w:type="dxa"/>
            <w:shd w:val="clear" w:color="auto" w:fill="auto"/>
          </w:tcPr>
          <w:p w14:paraId="147F07AF" w14:textId="3C994BF3" w:rsidR="0066044E" w:rsidRPr="006F699D" w:rsidDel="003C4A3D" w:rsidRDefault="0066044E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PO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when</w:t>
            </w:r>
            <w:r w:rsidR="00646BEC">
              <w:rPr>
                <w:lang w:val="en-GB" w:eastAsia="ja-JP"/>
              </w:rPr>
              <w:t xml:space="preserve"> </w:t>
            </w:r>
            <w:r w:rsidRPr="006F699D">
              <w:rPr>
                <w:lang w:val="en-GB" w:eastAsia="ja-JP"/>
              </w:rPr>
              <w:t>i_s=3</w:t>
            </w:r>
          </w:p>
        </w:tc>
      </w:tr>
      <w:tr w:rsidR="006F699D" w:rsidRPr="006F699D" w14:paraId="0FDABC12" w14:textId="77777777" w:rsidTr="00457265">
        <w:tc>
          <w:tcPr>
            <w:tcW w:w="1971" w:type="dxa"/>
            <w:shd w:val="clear" w:color="auto" w:fill="auto"/>
          </w:tcPr>
          <w:p w14:paraId="5B5ED8D4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60B12803" w14:textId="77777777" w:rsidR="0066044E" w:rsidRPr="006F699D" w:rsidRDefault="0066044E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0758E39E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7820E6C8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21428450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</w:tr>
      <w:tr w:rsidR="006F699D" w:rsidRPr="006F699D" w14:paraId="258FBE28" w14:textId="77777777" w:rsidTr="00457265">
        <w:tc>
          <w:tcPr>
            <w:tcW w:w="1971" w:type="dxa"/>
            <w:shd w:val="clear" w:color="auto" w:fill="auto"/>
          </w:tcPr>
          <w:p w14:paraId="556DAB32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2</w:t>
            </w:r>
          </w:p>
        </w:tc>
        <w:tc>
          <w:tcPr>
            <w:tcW w:w="1971" w:type="dxa"/>
            <w:shd w:val="clear" w:color="auto" w:fill="auto"/>
          </w:tcPr>
          <w:p w14:paraId="6B4D80E4" w14:textId="77777777" w:rsidR="0066044E" w:rsidRPr="006F699D" w:rsidRDefault="0066044E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1756A1F8" w14:textId="77777777" w:rsidR="0066044E" w:rsidRPr="006F699D" w:rsidRDefault="0066044E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71905360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48DB7120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N/A</w:t>
            </w:r>
          </w:p>
        </w:tc>
      </w:tr>
      <w:tr w:rsidR="0066044E" w:rsidRPr="006F699D" w14:paraId="24543DF7" w14:textId="77777777" w:rsidTr="00457265">
        <w:tc>
          <w:tcPr>
            <w:tcW w:w="1971" w:type="dxa"/>
            <w:shd w:val="clear" w:color="auto" w:fill="auto"/>
          </w:tcPr>
          <w:p w14:paraId="167EBCBB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14:paraId="171B0E41" w14:textId="77777777" w:rsidR="0066044E" w:rsidRPr="006F699D" w:rsidRDefault="0066044E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03FE8F8F" w14:textId="77777777" w:rsidR="0066044E" w:rsidRPr="006F699D" w:rsidRDefault="0066044E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57D6206A" w14:textId="77777777" w:rsidR="0066044E" w:rsidRPr="006F699D" w:rsidRDefault="0066044E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 w:eastAsia="ja-JP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4CA65694" w14:textId="77777777" w:rsidR="0066044E" w:rsidRPr="006F699D" w:rsidRDefault="0066044E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5</w:t>
            </w:r>
          </w:p>
        </w:tc>
      </w:tr>
    </w:tbl>
    <w:p w14:paraId="4ED9EA2C" w14:textId="77777777" w:rsidR="00A52002" w:rsidRPr="006F699D" w:rsidRDefault="00A52002" w:rsidP="00377BCE">
      <w:pPr>
        <w:rPr>
          <w:lang w:eastAsia="ja-JP"/>
        </w:rPr>
      </w:pPr>
    </w:p>
    <w:p w14:paraId="18F971BA" w14:textId="132CA5AC" w:rsidR="0058124E" w:rsidRPr="006F699D" w:rsidRDefault="0058124E" w:rsidP="00377BCE">
      <w:r w:rsidRPr="006F699D">
        <w:rPr>
          <w:lang w:eastAsia="ja-JP"/>
        </w:rPr>
        <w:t>TDD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(all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UL/DL</w:t>
      </w:r>
      <w:r w:rsidR="00646BEC">
        <w:rPr>
          <w:lang w:eastAsia="ja-JP"/>
        </w:rPr>
        <w:t xml:space="preserve"> </w:t>
      </w:r>
      <w:r w:rsidR="0094443E" w:rsidRPr="006F699D">
        <w:rPr>
          <w:lang w:eastAsia="ja-JP"/>
        </w:rPr>
        <w:t>configurations</w:t>
      </w:r>
      <w:r w:rsidRPr="006F699D">
        <w:rPr>
          <w:lang w:eastAsia="ja-JP"/>
        </w:rPr>
        <w:t>)</w:t>
      </w:r>
      <w:r w:rsidRPr="006F699D">
        <w:t>:</w:t>
      </w:r>
    </w:p>
    <w:p w14:paraId="348CBAF2" w14:textId="51FDCEF0" w:rsidR="00177095" w:rsidRPr="006F699D" w:rsidRDefault="00177095" w:rsidP="00177095">
      <w:pPr>
        <w:pStyle w:val="B1"/>
      </w:pPr>
      <w:r w:rsidRPr="006F699D">
        <w:t>-</w:t>
      </w:r>
      <w:r w:rsidRPr="006F699D">
        <w:tab/>
        <w:t>If</w:t>
      </w:r>
      <w:r w:rsidR="00646BEC">
        <w:t xml:space="preserve"> </w:t>
      </w:r>
      <w:r w:rsidRPr="006F699D">
        <w:t>P-RNTI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transmitted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PDCCH</w:t>
      </w:r>
      <w:r w:rsidR="00646BEC">
        <w:t xml:space="preserve"> </w:t>
      </w:r>
      <w:r w:rsidR="009D1C21" w:rsidRPr="006F699D">
        <w:t>or</w:t>
      </w:r>
      <w:r w:rsidR="00646BEC">
        <w:t xml:space="preserve"> </w:t>
      </w:r>
      <w:r w:rsidR="009D1C21" w:rsidRPr="006F699D">
        <w:t>NPDCCH</w:t>
      </w:r>
      <w:r w:rsidRPr="006F699D">
        <w:t>,</w:t>
      </w:r>
      <w:r w:rsidR="00646BEC">
        <w:t xml:space="preserve"> </w:t>
      </w:r>
      <w:r w:rsidRPr="006F699D">
        <w:t>or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P-RNTI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transmitted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MPDCCH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bandwidth</w:t>
      </w:r>
      <w:r w:rsidR="00646BEC">
        <w:t xml:space="preserve"> </w:t>
      </w:r>
      <w:r w:rsidRPr="006F699D">
        <w:t>&gt;</w:t>
      </w:r>
      <w:r w:rsidR="00646BEC">
        <w:t xml:space="preserve"> </w:t>
      </w:r>
      <w:r w:rsidRPr="006F699D">
        <w:t>3MHz: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1928"/>
        <w:gridCol w:w="1928"/>
        <w:gridCol w:w="1928"/>
        <w:gridCol w:w="1928"/>
      </w:tblGrid>
      <w:tr w:rsidR="006F699D" w:rsidRPr="006F699D" w14:paraId="5FEDE0DE" w14:textId="77777777" w:rsidTr="008C29C2">
        <w:tc>
          <w:tcPr>
            <w:tcW w:w="1971" w:type="dxa"/>
            <w:shd w:val="clear" w:color="auto" w:fill="auto"/>
          </w:tcPr>
          <w:p w14:paraId="15ECAF9B" w14:textId="77777777" w:rsidR="0058124E" w:rsidRPr="006F699D" w:rsidRDefault="0058124E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Ns</w:t>
            </w:r>
          </w:p>
        </w:tc>
        <w:tc>
          <w:tcPr>
            <w:tcW w:w="1971" w:type="dxa"/>
            <w:shd w:val="clear" w:color="auto" w:fill="auto"/>
          </w:tcPr>
          <w:p w14:paraId="3419910B" w14:textId="6DB69F37" w:rsidR="0058124E" w:rsidRPr="006F699D" w:rsidRDefault="0058124E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PO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when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i_s=0</w:t>
            </w:r>
          </w:p>
        </w:tc>
        <w:tc>
          <w:tcPr>
            <w:tcW w:w="1971" w:type="dxa"/>
            <w:shd w:val="clear" w:color="auto" w:fill="auto"/>
          </w:tcPr>
          <w:p w14:paraId="53DE34A0" w14:textId="078D18CB" w:rsidR="0058124E" w:rsidRPr="006F699D" w:rsidDel="003C4A3D" w:rsidRDefault="0058124E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PO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when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i_s=1</w:t>
            </w:r>
          </w:p>
        </w:tc>
        <w:tc>
          <w:tcPr>
            <w:tcW w:w="1971" w:type="dxa"/>
            <w:shd w:val="clear" w:color="auto" w:fill="auto"/>
          </w:tcPr>
          <w:p w14:paraId="0E95D1F8" w14:textId="343943EB" w:rsidR="0058124E" w:rsidRPr="006F699D" w:rsidDel="003C4A3D" w:rsidRDefault="0058124E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PO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when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i_s=2</w:t>
            </w:r>
          </w:p>
        </w:tc>
        <w:tc>
          <w:tcPr>
            <w:tcW w:w="1971" w:type="dxa"/>
            <w:shd w:val="clear" w:color="auto" w:fill="auto"/>
          </w:tcPr>
          <w:p w14:paraId="24A4C387" w14:textId="368A4DB9" w:rsidR="0058124E" w:rsidRPr="006F699D" w:rsidDel="003C4A3D" w:rsidRDefault="0058124E" w:rsidP="00377BCE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PO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when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i_s=3</w:t>
            </w:r>
          </w:p>
        </w:tc>
      </w:tr>
      <w:tr w:rsidR="006F699D" w:rsidRPr="006F699D" w14:paraId="51365AAF" w14:textId="77777777" w:rsidTr="008C29C2">
        <w:tc>
          <w:tcPr>
            <w:tcW w:w="1971" w:type="dxa"/>
            <w:shd w:val="clear" w:color="auto" w:fill="auto"/>
          </w:tcPr>
          <w:p w14:paraId="43D881C9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63F7CD64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348F5935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7A5E24F6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08BCE1FD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</w:tr>
      <w:tr w:rsidR="006F699D" w:rsidRPr="006F699D" w14:paraId="09544C89" w14:textId="77777777" w:rsidTr="008C29C2">
        <w:tc>
          <w:tcPr>
            <w:tcW w:w="1971" w:type="dxa"/>
            <w:shd w:val="clear" w:color="auto" w:fill="auto"/>
          </w:tcPr>
          <w:p w14:paraId="2D41D91F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2</w:t>
            </w:r>
          </w:p>
        </w:tc>
        <w:tc>
          <w:tcPr>
            <w:tcW w:w="1971" w:type="dxa"/>
            <w:shd w:val="clear" w:color="auto" w:fill="auto"/>
          </w:tcPr>
          <w:p w14:paraId="5233432B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13A49859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2C754C00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2AF16249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</w:tr>
      <w:tr w:rsidR="0058124E" w:rsidRPr="006F699D" w14:paraId="7511E08B" w14:textId="77777777" w:rsidTr="008C29C2">
        <w:tc>
          <w:tcPr>
            <w:tcW w:w="1971" w:type="dxa"/>
            <w:shd w:val="clear" w:color="auto" w:fill="auto"/>
          </w:tcPr>
          <w:p w14:paraId="0208D839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14:paraId="285BBBE1" w14:textId="77777777" w:rsidR="0058124E" w:rsidRPr="006F699D" w:rsidRDefault="0058124E" w:rsidP="00377BCE">
            <w:pPr>
              <w:pStyle w:val="TAC"/>
              <w:rPr>
                <w:rFonts w:eastAsia="SimSun"/>
                <w:lang w:val="en-GB" w:eastAsia="ja-JP"/>
              </w:rPr>
            </w:pPr>
            <w:r w:rsidRPr="006F699D">
              <w:rPr>
                <w:lang w:val="en-GB"/>
              </w:rPr>
              <w:t>0</w:t>
            </w:r>
          </w:p>
        </w:tc>
        <w:tc>
          <w:tcPr>
            <w:tcW w:w="1971" w:type="dxa"/>
            <w:shd w:val="clear" w:color="auto" w:fill="auto"/>
          </w:tcPr>
          <w:p w14:paraId="624370EB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504FD178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5</w:t>
            </w:r>
          </w:p>
        </w:tc>
        <w:tc>
          <w:tcPr>
            <w:tcW w:w="1971" w:type="dxa"/>
            <w:shd w:val="clear" w:color="auto" w:fill="auto"/>
          </w:tcPr>
          <w:p w14:paraId="2123CA3A" w14:textId="77777777" w:rsidR="0058124E" w:rsidRPr="006F699D" w:rsidRDefault="0058124E" w:rsidP="00377BCE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6</w:t>
            </w:r>
          </w:p>
        </w:tc>
      </w:tr>
    </w:tbl>
    <w:p w14:paraId="49E02DA8" w14:textId="77777777" w:rsidR="0058124E" w:rsidRPr="006F699D" w:rsidRDefault="0058124E" w:rsidP="00377BCE">
      <w:pPr>
        <w:rPr>
          <w:lang w:eastAsia="ja-JP"/>
        </w:rPr>
      </w:pPr>
    </w:p>
    <w:p w14:paraId="384454EE" w14:textId="788349C5" w:rsidR="00177095" w:rsidRPr="006F699D" w:rsidRDefault="00177095" w:rsidP="00177095">
      <w:pPr>
        <w:pStyle w:val="B1"/>
        <w:rPr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P-RNTI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transmitted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MPDCCH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with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system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bandwidth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1.4MHz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3MHz: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1928"/>
        <w:gridCol w:w="1928"/>
        <w:gridCol w:w="1928"/>
        <w:gridCol w:w="1928"/>
      </w:tblGrid>
      <w:tr w:rsidR="006F699D" w:rsidRPr="006F699D" w14:paraId="65FAB21F" w14:textId="77777777" w:rsidTr="00457265">
        <w:tc>
          <w:tcPr>
            <w:tcW w:w="1971" w:type="dxa"/>
            <w:shd w:val="clear" w:color="auto" w:fill="auto"/>
          </w:tcPr>
          <w:p w14:paraId="307B1291" w14:textId="77777777" w:rsidR="00177095" w:rsidRPr="006F699D" w:rsidRDefault="00177095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Ns</w:t>
            </w:r>
          </w:p>
        </w:tc>
        <w:tc>
          <w:tcPr>
            <w:tcW w:w="1971" w:type="dxa"/>
            <w:shd w:val="clear" w:color="auto" w:fill="auto"/>
          </w:tcPr>
          <w:p w14:paraId="7C8411EC" w14:textId="402B92AD" w:rsidR="00177095" w:rsidRPr="006F699D" w:rsidRDefault="00177095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PO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when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i_s=0</w:t>
            </w:r>
          </w:p>
        </w:tc>
        <w:tc>
          <w:tcPr>
            <w:tcW w:w="1971" w:type="dxa"/>
            <w:shd w:val="clear" w:color="auto" w:fill="auto"/>
          </w:tcPr>
          <w:p w14:paraId="71B09559" w14:textId="30C07D2D" w:rsidR="00177095" w:rsidRPr="006F699D" w:rsidDel="003C4A3D" w:rsidRDefault="00177095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PO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when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i_s=1</w:t>
            </w:r>
          </w:p>
        </w:tc>
        <w:tc>
          <w:tcPr>
            <w:tcW w:w="1971" w:type="dxa"/>
            <w:shd w:val="clear" w:color="auto" w:fill="auto"/>
          </w:tcPr>
          <w:p w14:paraId="1E5E7909" w14:textId="7CCBCDD5" w:rsidR="00177095" w:rsidRPr="006F699D" w:rsidDel="003C4A3D" w:rsidRDefault="00177095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PO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when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i_s=2</w:t>
            </w:r>
          </w:p>
        </w:tc>
        <w:tc>
          <w:tcPr>
            <w:tcW w:w="1971" w:type="dxa"/>
            <w:shd w:val="clear" w:color="auto" w:fill="auto"/>
          </w:tcPr>
          <w:p w14:paraId="295611EE" w14:textId="45ADC353" w:rsidR="00177095" w:rsidRPr="006F699D" w:rsidDel="003C4A3D" w:rsidRDefault="00177095" w:rsidP="00457265">
            <w:pPr>
              <w:pStyle w:val="TAH"/>
              <w:rPr>
                <w:lang w:val="en-GB" w:eastAsia="ja-JP"/>
              </w:rPr>
            </w:pPr>
            <w:r w:rsidRPr="006F699D">
              <w:rPr>
                <w:lang w:val="en-GB"/>
              </w:rPr>
              <w:t>PO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when</w:t>
            </w:r>
            <w:r w:rsidR="00646BEC">
              <w:rPr>
                <w:lang w:val="en-GB"/>
              </w:rPr>
              <w:t xml:space="preserve"> </w:t>
            </w:r>
            <w:r w:rsidRPr="006F699D">
              <w:rPr>
                <w:lang w:val="en-GB"/>
              </w:rPr>
              <w:t>i_s=3</w:t>
            </w:r>
          </w:p>
        </w:tc>
      </w:tr>
      <w:tr w:rsidR="006F699D" w:rsidRPr="006F699D" w14:paraId="17B4A2C4" w14:textId="77777777" w:rsidTr="00457265">
        <w:tc>
          <w:tcPr>
            <w:tcW w:w="1971" w:type="dxa"/>
            <w:shd w:val="clear" w:color="auto" w:fill="auto"/>
          </w:tcPr>
          <w:p w14:paraId="5D904738" w14:textId="77777777" w:rsidR="00177095" w:rsidRPr="006F699D" w:rsidRDefault="00177095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03092822" w14:textId="77777777" w:rsidR="00177095" w:rsidRPr="006F699D" w:rsidRDefault="00177095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11554C56" w14:textId="77777777" w:rsidR="00177095" w:rsidRPr="006F699D" w:rsidRDefault="00177095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105E4AA0" w14:textId="77777777" w:rsidR="00177095" w:rsidRPr="006F699D" w:rsidRDefault="00177095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0C619C44" w14:textId="77777777" w:rsidR="00177095" w:rsidRPr="006F699D" w:rsidRDefault="00177095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</w:tr>
      <w:tr w:rsidR="006F699D" w:rsidRPr="006F699D" w14:paraId="7D9AA331" w14:textId="77777777" w:rsidTr="00457265">
        <w:tc>
          <w:tcPr>
            <w:tcW w:w="1971" w:type="dxa"/>
            <w:shd w:val="clear" w:color="auto" w:fill="auto"/>
          </w:tcPr>
          <w:p w14:paraId="07D4E650" w14:textId="77777777" w:rsidR="00177095" w:rsidRPr="006F699D" w:rsidRDefault="00177095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2</w:t>
            </w:r>
          </w:p>
        </w:tc>
        <w:tc>
          <w:tcPr>
            <w:tcW w:w="1971" w:type="dxa"/>
            <w:shd w:val="clear" w:color="auto" w:fill="auto"/>
          </w:tcPr>
          <w:p w14:paraId="0D944BE1" w14:textId="77777777" w:rsidR="00177095" w:rsidRPr="006F699D" w:rsidRDefault="00177095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0D2FAECA" w14:textId="77777777" w:rsidR="00177095" w:rsidRPr="006F699D" w:rsidRDefault="00177095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6</w:t>
            </w:r>
          </w:p>
        </w:tc>
        <w:tc>
          <w:tcPr>
            <w:tcW w:w="1971" w:type="dxa"/>
            <w:shd w:val="clear" w:color="auto" w:fill="auto"/>
          </w:tcPr>
          <w:p w14:paraId="795129C3" w14:textId="77777777" w:rsidR="00177095" w:rsidRPr="006F699D" w:rsidRDefault="00177095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  <w:tc>
          <w:tcPr>
            <w:tcW w:w="1971" w:type="dxa"/>
            <w:shd w:val="clear" w:color="auto" w:fill="auto"/>
          </w:tcPr>
          <w:p w14:paraId="39BC0863" w14:textId="77777777" w:rsidR="00177095" w:rsidRPr="006F699D" w:rsidRDefault="00177095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N/A</w:t>
            </w:r>
          </w:p>
        </w:tc>
      </w:tr>
      <w:tr w:rsidR="00177095" w:rsidRPr="006F699D" w14:paraId="32DD0194" w14:textId="77777777" w:rsidTr="00457265">
        <w:tc>
          <w:tcPr>
            <w:tcW w:w="1971" w:type="dxa"/>
            <w:shd w:val="clear" w:color="auto" w:fill="auto"/>
          </w:tcPr>
          <w:p w14:paraId="307377DA" w14:textId="77777777" w:rsidR="00177095" w:rsidRPr="006F699D" w:rsidRDefault="00177095" w:rsidP="00457265">
            <w:pPr>
              <w:pStyle w:val="TAC"/>
              <w:rPr>
                <w:lang w:val="en-GB" w:eastAsia="ja-JP"/>
              </w:rPr>
            </w:pPr>
            <w:r w:rsidRPr="006F699D">
              <w:rPr>
                <w:lang w:val="en-GB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14:paraId="58C9B325" w14:textId="77777777" w:rsidR="00177095" w:rsidRPr="006F699D" w:rsidRDefault="00177095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4CEA812F" w14:textId="77777777" w:rsidR="00177095" w:rsidRPr="006F699D" w:rsidRDefault="00177095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5B6AD3BF" w14:textId="77777777" w:rsidR="00177095" w:rsidRPr="006F699D" w:rsidRDefault="00177095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6</w:t>
            </w:r>
          </w:p>
        </w:tc>
        <w:tc>
          <w:tcPr>
            <w:tcW w:w="1971" w:type="dxa"/>
            <w:shd w:val="clear" w:color="auto" w:fill="auto"/>
          </w:tcPr>
          <w:p w14:paraId="2C4A20E7" w14:textId="77777777" w:rsidR="00177095" w:rsidRPr="006F699D" w:rsidRDefault="00177095" w:rsidP="00457265">
            <w:pPr>
              <w:pStyle w:val="TAC"/>
              <w:rPr>
                <w:lang w:val="en-GB" w:eastAsia="zh-CN"/>
              </w:rPr>
            </w:pPr>
            <w:r w:rsidRPr="006F699D">
              <w:rPr>
                <w:lang w:val="en-GB" w:eastAsia="zh-CN"/>
              </w:rPr>
              <w:t>6</w:t>
            </w:r>
          </w:p>
        </w:tc>
      </w:tr>
    </w:tbl>
    <w:p w14:paraId="6392656D" w14:textId="77777777" w:rsidR="00177095" w:rsidRPr="006F699D" w:rsidRDefault="00177095" w:rsidP="00377BCE">
      <w:pPr>
        <w:rPr>
          <w:lang w:eastAsia="ja-JP"/>
        </w:rPr>
      </w:pPr>
    </w:p>
    <w:p w14:paraId="0249FE90" w14:textId="05CB79CD" w:rsidR="00FC4011" w:rsidRPr="006F699D" w:rsidRDefault="00FC4011" w:rsidP="00FC4011">
      <w:pPr>
        <w:pStyle w:val="Heading2"/>
        <w:rPr>
          <w:lang w:eastAsia="ja-JP"/>
        </w:rPr>
      </w:pPr>
      <w:bookmarkStart w:id="296" w:name="_Toc29237943"/>
      <w:bookmarkStart w:id="297" w:name="_Toc46523060"/>
      <w:bookmarkStart w:id="298" w:name="_Toc100742638"/>
      <w:r w:rsidRPr="006F699D">
        <w:t>7.3</w:t>
      </w:r>
      <w:r w:rsidRPr="006F699D">
        <w:tab/>
        <w:t>Paging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extended</w:t>
      </w:r>
      <w:r w:rsidR="00646BEC">
        <w:t xml:space="preserve"> </w:t>
      </w:r>
      <w:r w:rsidRPr="006F699D">
        <w:t>DRX</w:t>
      </w:r>
      <w:bookmarkEnd w:id="296"/>
      <w:bookmarkEnd w:id="297"/>
      <w:bookmarkEnd w:id="298"/>
    </w:p>
    <w:p w14:paraId="6BB7865E" w14:textId="4DE0B4ED" w:rsidR="00FC4011" w:rsidRPr="006F699D" w:rsidRDefault="00FC4011" w:rsidP="00FC4011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layers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extended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(eDRX)</w:t>
      </w:r>
      <w:r w:rsidR="00646BEC">
        <w:t xml:space="preserve"> </w:t>
      </w:r>
      <w:r w:rsidRPr="006F699D">
        <w:t>cycle</w:t>
      </w:r>
      <w:r w:rsidR="00646BEC">
        <w:t xml:space="preserve"> </w:t>
      </w:r>
      <w:r w:rsidRPr="006F699D">
        <w:t>T</w:t>
      </w:r>
      <w:r w:rsidRPr="006F699D">
        <w:rPr>
          <w:vertAlign w:val="subscript"/>
        </w:rPr>
        <w:t>eDRX</w:t>
      </w:r>
      <w:r w:rsidRPr="006F699D">
        <w:t>.</w:t>
      </w:r>
      <w:r w:rsidR="00646BEC">
        <w:t xml:space="preserve"> </w:t>
      </w:r>
      <w:r w:rsidR="00AD7370" w:rsidRPr="006F699D">
        <w:t>Except</w:t>
      </w:r>
      <w:r w:rsidR="00646BEC">
        <w:t xml:space="preserve"> </w:t>
      </w:r>
      <w:r w:rsidR="00AD7370" w:rsidRPr="006F699D">
        <w:t>for</w:t>
      </w:r>
      <w:r w:rsidR="00646BEC">
        <w:t xml:space="preserve"> </w:t>
      </w:r>
      <w:r w:rsidR="00AD7370" w:rsidRPr="006F699D">
        <w:t>NB-IoT,</w:t>
      </w:r>
      <w:r w:rsidR="00646BEC">
        <w:t xml:space="preserve"> </w:t>
      </w:r>
      <w:r w:rsidR="003F09D3" w:rsidRPr="006F699D">
        <w:t>t</w:t>
      </w:r>
      <w:r w:rsidRPr="006F699D">
        <w:t>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operate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extended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only</w:t>
      </w:r>
      <w:r w:rsidR="00646BEC">
        <w:t xml:space="preserve"> </w:t>
      </w:r>
      <w:r w:rsidRPr="006F699D">
        <w:t>if</w:t>
      </w:r>
      <w:r w:rsidR="00646BEC">
        <w:t xml:space="preserve"> </w:t>
      </w:r>
      <w:r w:rsidR="003F09D3" w:rsidRPr="006F699D">
        <w:t>the</w:t>
      </w:r>
      <w:r w:rsidR="00646BEC">
        <w:t xml:space="preserve"> </w:t>
      </w:r>
      <w:r w:rsidR="003F09D3" w:rsidRPr="006F699D">
        <w:t>UE</w:t>
      </w:r>
      <w:r w:rsidR="00646BEC">
        <w:t xml:space="preserve"> </w:t>
      </w:r>
      <w:r w:rsidR="003F09D3" w:rsidRPr="006F699D">
        <w:t>is</w:t>
      </w:r>
      <w:r w:rsidR="00646BEC">
        <w:t xml:space="preserve"> </w:t>
      </w:r>
      <w:r w:rsidR="003F09D3" w:rsidRPr="006F699D">
        <w:t>configured</w:t>
      </w:r>
      <w:r w:rsidR="00646BEC">
        <w:t xml:space="preserve"> </w:t>
      </w:r>
      <w:r w:rsidR="003F09D3" w:rsidRPr="006F699D">
        <w:t>by</w:t>
      </w:r>
      <w:r w:rsidR="00646BEC">
        <w:t xml:space="preserve"> </w:t>
      </w:r>
      <w:r w:rsidR="003F09D3" w:rsidRPr="006F699D">
        <w:t>upper</w:t>
      </w:r>
      <w:r w:rsidR="00646BEC">
        <w:t xml:space="preserve"> </w:t>
      </w:r>
      <w:r w:rsidR="003F09D3" w:rsidRPr="006F699D">
        <w:t>layers</w:t>
      </w:r>
      <w:r w:rsidR="00646BEC">
        <w:t xml:space="preserve"> </w:t>
      </w:r>
      <w:r w:rsidR="003F09D3"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indicates</w:t>
      </w:r>
      <w:r w:rsidR="00646BEC">
        <w:t xml:space="preserve"> </w:t>
      </w:r>
      <w:r w:rsidRPr="006F699D">
        <w:t>support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eDRX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System</w:t>
      </w:r>
      <w:r w:rsidR="00646BEC">
        <w:t xml:space="preserve"> </w:t>
      </w:r>
      <w:r w:rsidRPr="006F699D">
        <w:t>Information.</w:t>
      </w:r>
      <w:r w:rsidR="00646BEC">
        <w:t xml:space="preserve"> </w:t>
      </w:r>
      <w:r w:rsidR="003F09D3" w:rsidRPr="006F699D">
        <w:t>For</w:t>
      </w:r>
      <w:r w:rsidR="00646BEC">
        <w:t xml:space="preserve"> </w:t>
      </w:r>
      <w:r w:rsidR="003F09D3" w:rsidRPr="006F699D">
        <w:t>NB-IoT,</w:t>
      </w:r>
      <w:r w:rsidR="00646BEC">
        <w:t xml:space="preserve"> </w:t>
      </w:r>
      <w:r w:rsidR="003F09D3" w:rsidRPr="006F699D">
        <w:t>the</w:t>
      </w:r>
      <w:r w:rsidR="00646BEC">
        <w:t xml:space="preserve"> </w:t>
      </w:r>
      <w:r w:rsidR="003F09D3" w:rsidRPr="006F699D">
        <w:t>UE</w:t>
      </w:r>
      <w:r w:rsidR="00646BEC">
        <w:t xml:space="preserve"> </w:t>
      </w:r>
      <w:r w:rsidR="003F09D3" w:rsidRPr="006F699D">
        <w:t>may</w:t>
      </w:r>
      <w:r w:rsidR="00646BEC">
        <w:t xml:space="preserve"> </w:t>
      </w:r>
      <w:r w:rsidR="003F09D3" w:rsidRPr="006F699D">
        <w:t>operate</w:t>
      </w:r>
      <w:r w:rsidR="00646BEC">
        <w:t xml:space="preserve"> </w:t>
      </w:r>
      <w:r w:rsidR="003F09D3" w:rsidRPr="006F699D">
        <w:t>in</w:t>
      </w:r>
      <w:r w:rsidR="00646BEC">
        <w:t xml:space="preserve"> </w:t>
      </w:r>
      <w:r w:rsidR="003F09D3" w:rsidRPr="006F699D">
        <w:t>extended</w:t>
      </w:r>
      <w:r w:rsidR="00646BEC">
        <w:t xml:space="preserve"> </w:t>
      </w:r>
      <w:r w:rsidR="003F09D3" w:rsidRPr="006F699D">
        <w:t>DRX</w:t>
      </w:r>
      <w:r w:rsidR="00646BEC">
        <w:t xml:space="preserve"> </w:t>
      </w:r>
      <w:r w:rsidR="003F09D3" w:rsidRPr="006F699D">
        <w:t>only</w:t>
      </w:r>
      <w:r w:rsidR="00646BEC">
        <w:t xml:space="preserve"> </w:t>
      </w:r>
      <w:r w:rsidR="003F09D3" w:rsidRPr="006F699D">
        <w:t>if</w:t>
      </w:r>
      <w:r w:rsidR="00646BEC">
        <w:t xml:space="preserve"> </w:t>
      </w:r>
      <w:r w:rsidR="003F09D3" w:rsidRPr="006F699D">
        <w:t>the</w:t>
      </w:r>
      <w:r w:rsidR="00646BEC">
        <w:t xml:space="preserve"> </w:t>
      </w:r>
      <w:r w:rsidR="003F09D3" w:rsidRPr="006F699D">
        <w:t>UE</w:t>
      </w:r>
      <w:r w:rsidR="00646BEC">
        <w:t xml:space="preserve"> </w:t>
      </w:r>
      <w:r w:rsidR="003F09D3" w:rsidRPr="006F699D">
        <w:t>is</w:t>
      </w:r>
      <w:r w:rsidR="00646BEC">
        <w:t xml:space="preserve"> </w:t>
      </w:r>
      <w:r w:rsidR="003F09D3" w:rsidRPr="006F699D">
        <w:t>configured</w:t>
      </w:r>
      <w:r w:rsidR="00646BEC">
        <w:t xml:space="preserve"> </w:t>
      </w:r>
      <w:r w:rsidR="003F09D3" w:rsidRPr="006F699D">
        <w:t>by</w:t>
      </w:r>
      <w:r w:rsidR="00646BEC">
        <w:t xml:space="preserve"> </w:t>
      </w:r>
      <w:r w:rsidR="003F09D3" w:rsidRPr="006F699D">
        <w:t>upper</w:t>
      </w:r>
      <w:r w:rsidR="00646BEC">
        <w:t xml:space="preserve"> </w:t>
      </w:r>
      <w:r w:rsidR="003F09D3" w:rsidRPr="006F699D">
        <w:t>layers.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T</w:t>
      </w:r>
      <w:r w:rsidRPr="006F699D">
        <w:rPr>
          <w:vertAlign w:val="subscript"/>
        </w:rPr>
        <w:t>eDRX</w:t>
      </w:r>
      <w:r w:rsidR="00646BEC">
        <w:t xml:space="preserve"> </w:t>
      </w:r>
      <w:r w:rsidRPr="006F699D">
        <w:t>cycle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512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frames,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monitors</w:t>
      </w:r>
      <w:r w:rsidR="00646BEC">
        <w:t xml:space="preserve"> </w:t>
      </w:r>
      <w:r w:rsidRPr="006F699D">
        <w:t>POs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7.1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parameter</w:t>
      </w:r>
      <w:r w:rsidR="00646BEC">
        <w:t xml:space="preserve"> </w:t>
      </w:r>
      <w:r w:rsidRPr="006F699D">
        <w:t>T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512.</w:t>
      </w:r>
      <w:r w:rsidR="00646BEC">
        <w:t xml:space="preserve"> </w:t>
      </w:r>
      <w:r w:rsidRPr="006F699D">
        <w:t>Otherwise,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eDRX</w:t>
      </w:r>
      <w:r w:rsidR="00646BEC">
        <w:t xml:space="preserve"> </w:t>
      </w:r>
      <w:r w:rsidRPr="006F699D">
        <w:t>monitors</w:t>
      </w:r>
      <w:r w:rsidR="00646BEC">
        <w:t xml:space="preserve"> </w:t>
      </w:r>
      <w:r w:rsidRPr="006F699D">
        <w:t>POs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7.1</w:t>
      </w:r>
      <w:r w:rsidR="00646BEC">
        <w:t xml:space="preserve"> </w:t>
      </w:r>
      <w:r w:rsidRPr="006F699D">
        <w:t>(i.e,</w:t>
      </w:r>
      <w:r w:rsidR="00646BEC">
        <w:t xml:space="preserve"> </w:t>
      </w:r>
      <w:r w:rsidRPr="006F699D">
        <w:t>based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default</w:t>
      </w:r>
      <w:r w:rsidR="00646BEC">
        <w:t xml:space="preserve"> </w:t>
      </w:r>
      <w:r w:rsidRPr="006F699D">
        <w:t>DRX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determined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7.1),</w:t>
      </w:r>
      <w:r w:rsidR="00646BEC">
        <w:t xml:space="preserve"> </w:t>
      </w:r>
      <w:r w:rsidRPr="006F699D">
        <w:t>during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periodic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="00A505A4" w:rsidRPr="006F699D">
        <w:t>Time</w:t>
      </w:r>
      <w:r w:rsidR="00646BEC">
        <w:t xml:space="preserve"> </w:t>
      </w:r>
      <w:r w:rsidRPr="006F699D">
        <w:t>Window</w:t>
      </w:r>
      <w:r w:rsidR="00646BEC">
        <w:t xml:space="preserve"> </w:t>
      </w:r>
      <w:r w:rsidR="00A505A4" w:rsidRPr="006F699D">
        <w:t>(PTW)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="005C200E" w:rsidRPr="006F699D">
        <w:t>or</w:t>
      </w:r>
      <w:r w:rsidR="00646BEC">
        <w:t xml:space="preserve"> </w:t>
      </w:r>
      <w:r w:rsidR="005C200E" w:rsidRPr="006F699D">
        <w:t>until</w:t>
      </w:r>
      <w:r w:rsidR="00646BEC">
        <w:t xml:space="preserve"> </w:t>
      </w:r>
      <w:r w:rsidR="005C200E" w:rsidRPr="006F699D">
        <w:t>a</w:t>
      </w:r>
      <w:r w:rsidR="00646BEC">
        <w:t xml:space="preserve"> </w:t>
      </w:r>
      <w:r w:rsidR="005C200E" w:rsidRPr="006F699D">
        <w:t>paging</w:t>
      </w:r>
      <w:r w:rsidR="00646BEC">
        <w:t xml:space="preserve"> </w:t>
      </w:r>
      <w:r w:rsidR="005C200E" w:rsidRPr="006F699D">
        <w:t>messag</w:t>
      </w:r>
      <w:r w:rsidR="002A67AD" w:rsidRPr="006F699D">
        <w:t>e</w:t>
      </w:r>
      <w:r w:rsidR="00646BEC">
        <w:t xml:space="preserve"> </w:t>
      </w:r>
      <w:r w:rsidR="002A67AD" w:rsidRPr="006F699D">
        <w:t>including</w:t>
      </w:r>
      <w:r w:rsidR="00646BEC">
        <w:t xml:space="preserve"> </w:t>
      </w:r>
      <w:r w:rsidR="002A67AD" w:rsidRPr="006F699D">
        <w:t>the</w:t>
      </w:r>
      <w:r w:rsidR="00646BEC">
        <w:t xml:space="preserve"> </w:t>
      </w:r>
      <w:r w:rsidR="002A67AD" w:rsidRPr="006F699D">
        <w:t>UE'</w:t>
      </w:r>
      <w:r w:rsidR="005C200E" w:rsidRPr="006F699D">
        <w:t>s</w:t>
      </w:r>
      <w:r w:rsidR="00646BEC">
        <w:t xml:space="preserve"> </w:t>
      </w:r>
      <w:r w:rsidR="005C200E" w:rsidRPr="006F699D">
        <w:t>NAS</w:t>
      </w:r>
      <w:r w:rsidR="00646BEC">
        <w:t xml:space="preserve"> </w:t>
      </w:r>
      <w:r w:rsidR="005C200E" w:rsidRPr="006F699D">
        <w:t>identity</w:t>
      </w:r>
      <w:r w:rsidR="00646BEC">
        <w:t xml:space="preserve"> </w:t>
      </w:r>
      <w:r w:rsidR="005C200E" w:rsidRPr="006F699D">
        <w:t>is</w:t>
      </w:r>
      <w:r w:rsidR="00646BEC">
        <w:t xml:space="preserve"> </w:t>
      </w:r>
      <w:r w:rsidR="005C200E" w:rsidRPr="006F699D">
        <w:t>received</w:t>
      </w:r>
      <w:r w:rsidR="00646BEC">
        <w:t xml:space="preserve"> </w:t>
      </w:r>
      <w:r w:rsidR="005C200E" w:rsidRPr="006F699D">
        <w:t>for</w:t>
      </w:r>
      <w:r w:rsidR="00646BEC">
        <w:t xml:space="preserve"> </w:t>
      </w:r>
      <w:r w:rsidR="005C200E" w:rsidRPr="006F699D">
        <w:t>the</w:t>
      </w:r>
      <w:r w:rsidR="00646BEC">
        <w:t xml:space="preserve"> </w:t>
      </w:r>
      <w:r w:rsidR="005C200E" w:rsidRPr="006F699D">
        <w:t>UE</w:t>
      </w:r>
      <w:r w:rsidR="00646BEC">
        <w:t xml:space="preserve"> </w:t>
      </w:r>
      <w:r w:rsidR="005C200E" w:rsidRPr="006F699D">
        <w:t>during</w:t>
      </w:r>
      <w:r w:rsidR="00646BEC">
        <w:t xml:space="preserve"> </w:t>
      </w:r>
      <w:r w:rsidR="005C200E" w:rsidRPr="006F699D">
        <w:t>the</w:t>
      </w:r>
      <w:r w:rsidR="00646BEC">
        <w:t xml:space="preserve"> </w:t>
      </w:r>
      <w:r w:rsidR="005C200E" w:rsidRPr="006F699D">
        <w:t>PTW,</w:t>
      </w:r>
      <w:r w:rsidR="00646BEC">
        <w:t xml:space="preserve"> </w:t>
      </w:r>
      <w:r w:rsidR="005C200E" w:rsidRPr="006F699D">
        <w:t>whichever</w:t>
      </w:r>
      <w:r w:rsidR="00646BEC">
        <w:t xml:space="preserve"> </w:t>
      </w:r>
      <w:r w:rsidR="005C200E" w:rsidRPr="006F699D">
        <w:t>is</w:t>
      </w:r>
      <w:r w:rsidR="00646BEC">
        <w:t xml:space="preserve"> </w:t>
      </w:r>
      <w:r w:rsidR="005C200E" w:rsidRPr="006F699D">
        <w:t>earlier</w:t>
      </w:r>
      <w:r w:rsidRPr="006F699D">
        <w:t>.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A505A4" w:rsidRPr="006F699D">
        <w:t>PTW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UE-specific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determined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Pr="006F699D">
        <w:t>Hyperframe</w:t>
      </w:r>
      <w:r w:rsidR="00646BEC">
        <w:t xml:space="preserve"> </w:t>
      </w:r>
      <w:r w:rsidRPr="006F699D">
        <w:t>(PH),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starting</w:t>
      </w:r>
      <w:r w:rsidR="00646BEC">
        <w:t xml:space="preserve"> </w:t>
      </w:r>
      <w:r w:rsidRPr="006F699D">
        <w:t>position</w:t>
      </w:r>
      <w:r w:rsidR="00646BEC">
        <w:t xml:space="preserve"> </w:t>
      </w:r>
      <w:r w:rsidRPr="006F699D">
        <w:t>within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PH</w:t>
      </w:r>
      <w:r w:rsidR="00646BEC">
        <w:t xml:space="preserve"> </w:t>
      </w:r>
      <w:r w:rsidRPr="006F699D">
        <w:t>(P</w:t>
      </w:r>
      <w:r w:rsidR="00A505A4" w:rsidRPr="006F699D">
        <w:t>T</w:t>
      </w:r>
      <w:r w:rsidRPr="006F699D">
        <w:t>W_start)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an</w:t>
      </w:r>
      <w:r w:rsidR="00646BEC">
        <w:t xml:space="preserve"> </w:t>
      </w:r>
      <w:r w:rsidRPr="006F699D">
        <w:t>ending</w:t>
      </w:r>
      <w:r w:rsidR="00646BEC">
        <w:t xml:space="preserve"> </w:t>
      </w:r>
      <w:r w:rsidRPr="006F699D">
        <w:t>position</w:t>
      </w:r>
      <w:r w:rsidR="00646BEC">
        <w:t xml:space="preserve"> </w:t>
      </w:r>
      <w:r w:rsidRPr="006F699D">
        <w:t>(P</w:t>
      </w:r>
      <w:r w:rsidR="00A505A4" w:rsidRPr="006F699D">
        <w:t>T</w:t>
      </w:r>
      <w:r w:rsidRPr="006F699D">
        <w:t>W_end).</w:t>
      </w:r>
      <w:r w:rsidR="00646BEC">
        <w:t xml:space="preserve"> </w:t>
      </w:r>
      <w:r w:rsidRPr="006F699D">
        <w:t>PH,</w:t>
      </w:r>
      <w:r w:rsidR="00646BEC">
        <w:t xml:space="preserve"> </w:t>
      </w:r>
      <w:r w:rsidRPr="006F699D">
        <w:t>P</w:t>
      </w:r>
      <w:r w:rsidR="00A505A4" w:rsidRPr="006F699D">
        <w:t>T</w:t>
      </w:r>
      <w:r w:rsidRPr="006F699D">
        <w:t>W_start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P</w:t>
      </w:r>
      <w:r w:rsidR="00A505A4" w:rsidRPr="006F699D">
        <w:t>T</w:t>
      </w:r>
      <w:r w:rsidRPr="006F699D">
        <w:t>W_end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given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formulae:</w:t>
      </w:r>
    </w:p>
    <w:p w14:paraId="7AAABCDB" w14:textId="727FE746" w:rsidR="00FC4011" w:rsidRPr="006F699D" w:rsidRDefault="00FC4011" w:rsidP="00FC4011">
      <w:pPr>
        <w:pStyle w:val="EX"/>
        <w:ind w:left="285" w:hanging="1"/>
      </w:pPr>
      <w:r w:rsidRPr="006F699D">
        <w:t>The</w:t>
      </w:r>
      <w:r w:rsidR="00646BEC">
        <w:t xml:space="preserve"> </w:t>
      </w:r>
      <w:r w:rsidRPr="006F699D">
        <w:t>PH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H-SFN</w:t>
      </w:r>
      <w:r w:rsidR="00646BEC">
        <w:t xml:space="preserve"> </w:t>
      </w:r>
      <w:r w:rsidRPr="006F699D">
        <w:t>satisfying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equation:</w:t>
      </w:r>
    </w:p>
    <w:p w14:paraId="031C264F" w14:textId="064E5FE4" w:rsidR="00FC4011" w:rsidRPr="006F699D" w:rsidRDefault="00FC4011" w:rsidP="00FC4011">
      <w:pPr>
        <w:pStyle w:val="B2"/>
        <w:tabs>
          <w:tab w:val="left" w:pos="900"/>
        </w:tabs>
      </w:pPr>
      <w:r w:rsidRPr="006F699D">
        <w:t>H-SFN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T</w:t>
      </w:r>
      <w:r w:rsidRPr="006F699D">
        <w:rPr>
          <w:vertAlign w:val="subscript"/>
        </w:rPr>
        <w:t>eDRX,H</w:t>
      </w:r>
      <w:r w:rsidRPr="006F699D">
        <w:t>=</w:t>
      </w:r>
      <w:r w:rsidR="00646BEC">
        <w:t xml:space="preserve"> </w:t>
      </w:r>
      <w:r w:rsidRPr="006F699D">
        <w:t>(UE_ID</w:t>
      </w:r>
      <w:r w:rsidR="00C96F87" w:rsidRPr="006F699D">
        <w:rPr>
          <w:lang w:eastAsia="ja-JP"/>
        </w:rPr>
        <w:t>_H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T</w:t>
      </w:r>
      <w:r w:rsidRPr="006F699D">
        <w:rPr>
          <w:vertAlign w:val="subscript"/>
        </w:rPr>
        <w:t>eDRX,H</w:t>
      </w:r>
      <w:r w:rsidRPr="006F699D">
        <w:t>),</w:t>
      </w:r>
      <w:r w:rsidR="00646BEC">
        <w:t xml:space="preserve"> </w:t>
      </w:r>
      <w:r w:rsidRPr="006F699D">
        <w:t>where</w:t>
      </w:r>
    </w:p>
    <w:p w14:paraId="69F644D7" w14:textId="77777777" w:rsidR="00C96F87" w:rsidRPr="006F699D" w:rsidRDefault="00FC4011" w:rsidP="00C96F87">
      <w:pPr>
        <w:pStyle w:val="B2"/>
        <w:tabs>
          <w:tab w:val="left" w:pos="900"/>
        </w:tabs>
        <w:rPr>
          <w:lang w:eastAsia="ja-JP"/>
        </w:rPr>
      </w:pPr>
      <w:r w:rsidRPr="006F699D">
        <w:t>-</w:t>
      </w:r>
      <w:r w:rsidRPr="006F699D">
        <w:tab/>
        <w:t>UE_ID</w:t>
      </w:r>
      <w:r w:rsidR="00C96F87" w:rsidRPr="006F699D">
        <w:rPr>
          <w:lang w:eastAsia="ja-JP"/>
        </w:rPr>
        <w:t>_H</w:t>
      </w:r>
      <w:r w:rsidRPr="006F699D">
        <w:t>:</w:t>
      </w:r>
    </w:p>
    <w:p w14:paraId="27BBE964" w14:textId="39E8521D" w:rsidR="00C96F87" w:rsidRPr="006F699D" w:rsidRDefault="00C96F87" w:rsidP="002F30E7">
      <w:pPr>
        <w:pStyle w:val="B3"/>
        <w:rPr>
          <w:lang w:eastAsia="ja-JP"/>
        </w:rPr>
      </w:pPr>
      <w:r w:rsidRPr="006F699D">
        <w:rPr>
          <w:lang w:eastAsia="ja-JP"/>
        </w:rPr>
        <w:t>-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10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significant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bits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Hashed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ID,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P-RNTI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monitored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PDCCH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MPDCCH</w:t>
      </w:r>
    </w:p>
    <w:p w14:paraId="6EF5606A" w14:textId="7E45E056" w:rsidR="00C96F87" w:rsidRPr="006F699D" w:rsidRDefault="00C96F87" w:rsidP="002F30E7">
      <w:pPr>
        <w:pStyle w:val="B3"/>
      </w:pPr>
      <w:r w:rsidRPr="006F699D">
        <w:rPr>
          <w:lang w:eastAsia="ja-JP"/>
        </w:rPr>
        <w:t>-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12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most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significant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bits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Hashed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ID,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if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P-RNTI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monitored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NPDCCH</w:t>
      </w:r>
    </w:p>
    <w:p w14:paraId="5680C076" w14:textId="24E88542" w:rsidR="00FC4011" w:rsidRPr="006F699D" w:rsidRDefault="00FC4011" w:rsidP="00FC4011">
      <w:pPr>
        <w:pStyle w:val="B2"/>
        <w:tabs>
          <w:tab w:val="left" w:pos="900"/>
        </w:tabs>
      </w:pPr>
      <w:r w:rsidRPr="006F699D">
        <w:t>-</w:t>
      </w:r>
      <w:r w:rsidRPr="006F699D">
        <w:tab/>
        <w:t>T</w:t>
      </w:r>
      <w:r w:rsidR="00646BEC">
        <w:rPr>
          <w:vertAlign w:val="subscript"/>
        </w:rPr>
        <w:t xml:space="preserve"> </w:t>
      </w:r>
      <w:r w:rsidRPr="006F699D">
        <w:rPr>
          <w:vertAlign w:val="subscript"/>
        </w:rPr>
        <w:t>eDRX,H</w:t>
      </w:r>
      <w:r w:rsidR="00646BEC">
        <w:t xml:space="preserve"> </w:t>
      </w:r>
      <w:r w:rsidRPr="006F699D">
        <w:t>:</w:t>
      </w:r>
      <w:r w:rsidR="00646BEC">
        <w:t xml:space="preserve"> </w:t>
      </w:r>
      <w:r w:rsidRPr="006F699D">
        <w:t>eDRX</w:t>
      </w:r>
      <w:r w:rsidR="00646BEC">
        <w:t xml:space="preserve"> </w:t>
      </w:r>
      <w:r w:rsidRPr="006F699D">
        <w:t>cycle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Hyper-frames,</w:t>
      </w:r>
      <w:r w:rsidR="00646BEC">
        <w:t xml:space="preserve"> </w:t>
      </w:r>
      <w:r w:rsidRPr="006F699D">
        <w:t>(T</w:t>
      </w:r>
      <w:r w:rsidRPr="006F699D">
        <w:rPr>
          <w:vertAlign w:val="subscript"/>
        </w:rPr>
        <w:t>eDRX,H</w:t>
      </w:r>
      <w:r w:rsidR="00646BEC">
        <w:t xml:space="preserve"> </w:t>
      </w:r>
      <w:r w:rsidRPr="006F699D">
        <w:t>=1,</w:t>
      </w:r>
      <w:r w:rsidR="00646BEC">
        <w:t xml:space="preserve"> </w:t>
      </w:r>
      <w:r w:rsidRPr="006F699D">
        <w:t>2,</w:t>
      </w:r>
      <w:r w:rsidR="00646BEC">
        <w:t xml:space="preserve"> </w:t>
      </w:r>
      <w:r w:rsidRPr="006F699D">
        <w:t>…,</w:t>
      </w:r>
      <w:r w:rsidR="00646BEC">
        <w:t xml:space="preserve"> </w:t>
      </w:r>
      <w:r w:rsidRPr="006F699D">
        <w:t>256</w:t>
      </w:r>
      <w:r w:rsidR="00646BEC">
        <w:t xml:space="preserve"> </w:t>
      </w:r>
      <w:r w:rsidRPr="006F699D">
        <w:t>Hyper-frames)</w:t>
      </w:r>
      <w:r w:rsidR="00646BEC">
        <w:t xml:space="preserve"> </w:t>
      </w:r>
      <w:r w:rsidR="00D80C02" w:rsidRPr="006F699D">
        <w:t>(for</w:t>
      </w:r>
      <w:r w:rsidR="00646BEC">
        <w:t xml:space="preserve"> </w:t>
      </w:r>
      <w:r w:rsidR="00D80C02" w:rsidRPr="006F699D">
        <w:t>NB-IoT,</w:t>
      </w:r>
      <w:r w:rsidR="00646BEC">
        <w:t xml:space="preserve"> </w:t>
      </w:r>
      <w:r w:rsidR="00D80C02" w:rsidRPr="006F699D">
        <w:t>T</w:t>
      </w:r>
      <w:r w:rsidR="00D80C02" w:rsidRPr="006F699D">
        <w:rPr>
          <w:vertAlign w:val="subscript"/>
        </w:rPr>
        <w:t>eDRX,H</w:t>
      </w:r>
      <w:r w:rsidR="00646BEC">
        <w:t xml:space="preserve"> </w:t>
      </w:r>
      <w:r w:rsidR="00D80C02" w:rsidRPr="006F699D">
        <w:t>=2,</w:t>
      </w:r>
      <w:r w:rsidR="00646BEC">
        <w:t xml:space="preserve"> </w:t>
      </w:r>
      <w:r w:rsidR="00D80C02" w:rsidRPr="006F699D">
        <w:t>…,</w:t>
      </w:r>
      <w:r w:rsidR="00646BEC">
        <w:t xml:space="preserve"> </w:t>
      </w:r>
      <w:r w:rsidR="00D80C02" w:rsidRPr="006F699D">
        <w:t>1024</w:t>
      </w:r>
      <w:r w:rsidR="00646BEC">
        <w:t xml:space="preserve"> </w:t>
      </w:r>
      <w:r w:rsidR="00D80C02" w:rsidRPr="006F699D">
        <w:t>Hyper-frames)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layers</w:t>
      </w:r>
      <w:r w:rsidR="00D80C02" w:rsidRPr="006F699D">
        <w:t>.</w:t>
      </w:r>
    </w:p>
    <w:p w14:paraId="246455BF" w14:textId="47EE0FDF" w:rsidR="00FC4011" w:rsidRPr="006F699D" w:rsidRDefault="00FC4011" w:rsidP="00FC4011">
      <w:pPr>
        <w:ind w:left="284"/>
      </w:pPr>
      <w:r w:rsidRPr="006F699D">
        <w:t>P</w:t>
      </w:r>
      <w:r w:rsidR="00A505A4" w:rsidRPr="006F699D">
        <w:t>T</w:t>
      </w:r>
      <w:r w:rsidRPr="006F699D">
        <w:t>W_start</w:t>
      </w:r>
      <w:r w:rsidR="00646BEC">
        <w:t xml:space="preserve"> </w:t>
      </w:r>
      <w:r w:rsidRPr="006F699D">
        <w:t>denotes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first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frame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PH</w:t>
      </w:r>
      <w:r w:rsidR="00646BEC">
        <w:t xml:space="preserve"> </w:t>
      </w:r>
      <w:r w:rsidRPr="006F699D">
        <w:t>that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part</w:t>
      </w:r>
      <w:r w:rsidR="00646BEC">
        <w:t xml:space="preserve"> </w:t>
      </w:r>
      <w:r w:rsidR="00F12EFF"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A505A4" w:rsidRPr="006F699D">
        <w:t>PTW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SFN</w:t>
      </w:r>
      <w:r w:rsidR="00646BEC">
        <w:t xml:space="preserve"> </w:t>
      </w:r>
      <w:r w:rsidRPr="006F699D">
        <w:t>satisfying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equation:</w:t>
      </w:r>
    </w:p>
    <w:p w14:paraId="383A42ED" w14:textId="41E07430" w:rsidR="00FC4011" w:rsidRPr="006F699D" w:rsidRDefault="00FC4011" w:rsidP="00FC4011">
      <w:pPr>
        <w:pStyle w:val="B2"/>
        <w:tabs>
          <w:tab w:val="left" w:pos="900"/>
        </w:tabs>
      </w:pPr>
      <w:r w:rsidRPr="006F699D">
        <w:t>SFN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256*</w:t>
      </w:r>
      <w:r w:rsidR="00646BEC">
        <w:t xml:space="preserve"> </w:t>
      </w:r>
      <w:r w:rsidRPr="006F699D">
        <w:t>i</w:t>
      </w:r>
      <w:r w:rsidRPr="006F699D">
        <w:rPr>
          <w:vertAlign w:val="subscript"/>
        </w:rPr>
        <w:t>eDRX</w:t>
      </w:r>
      <w:r w:rsidRPr="006F699D">
        <w:t>,</w:t>
      </w:r>
      <w:r w:rsidR="00646BEC">
        <w:t xml:space="preserve"> </w:t>
      </w:r>
      <w:r w:rsidRPr="006F699D">
        <w:t>where</w:t>
      </w:r>
    </w:p>
    <w:p w14:paraId="2E263CF7" w14:textId="4BD4E994" w:rsidR="001A0E43" w:rsidRPr="006F699D" w:rsidRDefault="00FC4011" w:rsidP="00FC4011">
      <w:pPr>
        <w:pStyle w:val="B2"/>
        <w:tabs>
          <w:tab w:val="left" w:pos="900"/>
        </w:tabs>
      </w:pPr>
      <w:r w:rsidRPr="006F699D">
        <w:t>-</w:t>
      </w:r>
      <w:r w:rsidRPr="006F699D">
        <w:tab/>
        <w:t>i</w:t>
      </w:r>
      <w:r w:rsidRPr="006F699D">
        <w:rPr>
          <w:vertAlign w:val="subscript"/>
        </w:rPr>
        <w:t>eDRX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floor(UE_ID</w:t>
      </w:r>
      <w:r w:rsidR="00C96F87" w:rsidRPr="006F699D">
        <w:rPr>
          <w:lang w:eastAsia="ja-JP"/>
        </w:rPr>
        <w:t>_H</w:t>
      </w:r>
      <w:r w:rsidR="00646BEC">
        <w:t xml:space="preserve"> </w:t>
      </w:r>
      <w:r w:rsidRPr="006F699D">
        <w:t>/T</w:t>
      </w:r>
      <w:r w:rsidRPr="006F699D">
        <w:rPr>
          <w:vertAlign w:val="subscript"/>
        </w:rPr>
        <w:t>eDRX,H</w:t>
      </w:r>
      <w:r w:rsidRPr="006F699D">
        <w:t>)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4</w:t>
      </w:r>
    </w:p>
    <w:p w14:paraId="0BFD926C" w14:textId="5C707AF0" w:rsidR="00FC4011" w:rsidRPr="006F699D" w:rsidRDefault="00FC4011" w:rsidP="00FC4011">
      <w:pPr>
        <w:ind w:firstLine="284"/>
      </w:pPr>
      <w:r w:rsidRPr="006F699D">
        <w:t>P</w:t>
      </w:r>
      <w:r w:rsidR="00A505A4" w:rsidRPr="006F699D">
        <w:t>T</w:t>
      </w:r>
      <w:r w:rsidRPr="006F699D">
        <w:t>W_end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last</w:t>
      </w:r>
      <w:r w:rsidR="00646BEC">
        <w:t xml:space="preserve"> </w:t>
      </w:r>
      <w:r w:rsidRPr="006F699D">
        <w:t>radio</w:t>
      </w:r>
      <w:r w:rsidR="00646BEC">
        <w:t xml:space="preserve"> </w:t>
      </w:r>
      <w:r w:rsidRPr="006F699D">
        <w:t>frame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P</w:t>
      </w:r>
      <w:r w:rsidR="00A505A4" w:rsidRPr="006F699D">
        <w:t>T</w:t>
      </w:r>
      <w:r w:rsidRPr="006F699D">
        <w:t>W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has</w:t>
      </w:r>
      <w:r w:rsidR="00646BEC">
        <w:t xml:space="preserve"> </w:t>
      </w:r>
      <w:r w:rsidRPr="006F699D">
        <w:t>SFN</w:t>
      </w:r>
      <w:r w:rsidR="00646BEC">
        <w:t xml:space="preserve"> </w:t>
      </w:r>
      <w:r w:rsidRPr="006F699D">
        <w:t>satisfying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following</w:t>
      </w:r>
      <w:r w:rsidR="00646BEC">
        <w:t xml:space="preserve"> </w:t>
      </w:r>
      <w:r w:rsidRPr="006F699D">
        <w:t>equation:</w:t>
      </w:r>
    </w:p>
    <w:p w14:paraId="19E6DFAD" w14:textId="473A8095" w:rsidR="00FC4011" w:rsidRPr="006F699D" w:rsidRDefault="00FC4011" w:rsidP="00FC4011">
      <w:pPr>
        <w:pStyle w:val="B2"/>
        <w:tabs>
          <w:tab w:val="left" w:pos="900"/>
        </w:tabs>
      </w:pPr>
      <w:r w:rsidRPr="006F699D">
        <w:t>SFN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(P</w:t>
      </w:r>
      <w:r w:rsidR="00A505A4" w:rsidRPr="006F699D">
        <w:t>T</w:t>
      </w:r>
      <w:r w:rsidRPr="006F699D">
        <w:t>W_start</w:t>
      </w:r>
      <w:r w:rsidR="00646BEC">
        <w:t xml:space="preserve"> </w:t>
      </w:r>
      <w:r w:rsidRPr="006F699D">
        <w:t>+</w:t>
      </w:r>
      <w:r w:rsidR="00646BEC">
        <w:t xml:space="preserve"> </w:t>
      </w:r>
      <w:r w:rsidRPr="006F699D">
        <w:t>L*100</w:t>
      </w:r>
      <w:r w:rsidR="00646BEC">
        <w:t xml:space="preserve"> </w:t>
      </w:r>
      <w:r w:rsidRPr="006F699D">
        <w:t>-</w:t>
      </w:r>
      <w:r w:rsidR="00646BEC">
        <w:t xml:space="preserve"> </w:t>
      </w:r>
      <w:r w:rsidRPr="006F699D">
        <w:t>1)</w:t>
      </w:r>
      <w:r w:rsidR="00646BEC">
        <w:t xml:space="preserve"> </w:t>
      </w:r>
      <w:r w:rsidRPr="006F699D">
        <w:t>mod</w:t>
      </w:r>
      <w:r w:rsidR="00646BEC">
        <w:t xml:space="preserve"> </w:t>
      </w:r>
      <w:r w:rsidRPr="006F699D">
        <w:t>1024,</w:t>
      </w:r>
      <w:r w:rsidR="00646BEC">
        <w:t xml:space="preserve"> </w:t>
      </w:r>
      <w:r w:rsidRPr="006F699D">
        <w:t>where</w:t>
      </w:r>
    </w:p>
    <w:p w14:paraId="491FAA4B" w14:textId="551FE5BA" w:rsidR="00FC4011" w:rsidRPr="006F699D" w:rsidRDefault="00FC4011" w:rsidP="00FC4011">
      <w:pPr>
        <w:pStyle w:val="B2"/>
        <w:tabs>
          <w:tab w:val="left" w:pos="900"/>
        </w:tabs>
      </w:pPr>
      <w:r w:rsidRPr="006F699D">
        <w:t>-</w:t>
      </w:r>
      <w:r w:rsidRPr="006F699D">
        <w:tab/>
        <w:t>L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Paging</w:t>
      </w:r>
      <w:r w:rsidR="00646BEC">
        <w:t xml:space="preserve"> </w:t>
      </w:r>
      <w:r w:rsidR="00A505A4" w:rsidRPr="006F699D">
        <w:t>Time</w:t>
      </w:r>
      <w:r w:rsidR="00646BEC">
        <w:t xml:space="preserve"> </w:t>
      </w:r>
      <w:r w:rsidRPr="006F699D">
        <w:t>Window</w:t>
      </w:r>
      <w:r w:rsidR="00646BEC">
        <w:t xml:space="preserve"> </w:t>
      </w:r>
      <w:r w:rsidRPr="006F699D">
        <w:t>length</w:t>
      </w:r>
      <w:r w:rsidR="00646BEC">
        <w:t xml:space="preserve"> </w:t>
      </w:r>
      <w:r w:rsidRPr="006F699D">
        <w:t>(in</w:t>
      </w:r>
      <w:r w:rsidR="00646BEC">
        <w:t xml:space="preserve"> </w:t>
      </w:r>
      <w:r w:rsidRPr="006F699D">
        <w:t>seconds)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by</w:t>
      </w:r>
      <w:r w:rsidR="00646BEC">
        <w:t xml:space="preserve"> </w:t>
      </w:r>
      <w:r w:rsidRPr="006F699D">
        <w:t>upper</w:t>
      </w:r>
      <w:r w:rsidR="00646BEC">
        <w:t xml:space="preserve"> </w:t>
      </w:r>
      <w:r w:rsidRPr="006F699D">
        <w:t>layers</w:t>
      </w:r>
    </w:p>
    <w:p w14:paraId="5ED4CCCC" w14:textId="7A86DC2A" w:rsidR="00C96F87" w:rsidRPr="006F699D" w:rsidRDefault="00C96F87" w:rsidP="001C232C">
      <w:pPr>
        <w:ind w:firstLine="284"/>
      </w:pPr>
      <w:r w:rsidRPr="006F699D">
        <w:t>Hashed</w:t>
      </w:r>
      <w:r w:rsidR="00646BEC">
        <w:t xml:space="preserve"> </w:t>
      </w:r>
      <w:r w:rsidRPr="006F699D">
        <w:t>ID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follows:</w:t>
      </w:r>
    </w:p>
    <w:p w14:paraId="24C187E0" w14:textId="3E75A387" w:rsidR="00C96F87" w:rsidRPr="006F699D" w:rsidRDefault="00C96F87" w:rsidP="00023695">
      <w:pPr>
        <w:ind w:left="284"/>
        <w:rPr>
          <w:noProof/>
          <w:lang w:eastAsia="ja-JP"/>
        </w:rPr>
      </w:pPr>
      <w:r w:rsidRPr="006F699D">
        <w:rPr>
          <w:noProof/>
          <w:lang w:eastAsia="ja-JP"/>
        </w:rPr>
        <w:lastRenderedPageBreak/>
        <w:t>Hashed_ID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Frame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Check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Sequence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(FCS)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for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bits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b31,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b30…,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b0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S-TMSI</w:t>
      </w:r>
    </w:p>
    <w:p w14:paraId="2F866714" w14:textId="31626E90" w:rsidR="00C96F87" w:rsidRPr="006F699D" w:rsidRDefault="00C96F87" w:rsidP="00023695">
      <w:pPr>
        <w:ind w:left="284"/>
        <w:rPr>
          <w:noProof/>
          <w:lang w:eastAsia="ja-JP"/>
        </w:rPr>
      </w:pPr>
      <w:r w:rsidRPr="006F699D">
        <w:rPr>
          <w:noProof/>
          <w:lang w:eastAsia="ja-JP"/>
        </w:rPr>
        <w:t>S-TMSI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=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&lt;b39,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b38,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…,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b0&gt;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defined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="006F699D" w:rsidRPr="006F699D">
        <w:rPr>
          <w:noProof/>
          <w:lang w:eastAsia="ja-JP"/>
        </w:rPr>
        <w:t>TS</w:t>
      </w:r>
      <w:r w:rsidR="00646BEC">
        <w:rPr>
          <w:noProof/>
          <w:lang w:eastAsia="ja-JP"/>
        </w:rPr>
        <w:t xml:space="preserve"> </w:t>
      </w:r>
      <w:r w:rsidR="006F699D" w:rsidRPr="006F699D">
        <w:rPr>
          <w:noProof/>
          <w:lang w:eastAsia="ja-JP"/>
        </w:rPr>
        <w:t>23.003</w:t>
      </w:r>
      <w:r w:rsidR="00646BEC">
        <w:rPr>
          <w:noProof/>
          <w:lang w:eastAsia="ja-JP"/>
        </w:rPr>
        <w:t xml:space="preserve"> </w:t>
      </w:r>
      <w:r w:rsidR="006F699D" w:rsidRPr="006F699D">
        <w:rPr>
          <w:noProof/>
          <w:lang w:eastAsia="ja-JP"/>
        </w:rPr>
        <w:t>[</w:t>
      </w:r>
      <w:r w:rsidR="00057D27" w:rsidRPr="006F699D">
        <w:rPr>
          <w:noProof/>
          <w:lang w:eastAsia="ja-JP"/>
        </w:rPr>
        <w:t>35]</w:t>
      </w:r>
    </w:p>
    <w:p w14:paraId="522D47C6" w14:textId="5E555DCA" w:rsidR="00023695" w:rsidRPr="006F699D" w:rsidRDefault="00023695" w:rsidP="00023695">
      <w:pPr>
        <w:ind w:left="284"/>
        <w:rPr>
          <w:noProof/>
          <w:lang w:eastAsia="ja-JP"/>
        </w:rPr>
      </w:pP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32-bit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FCS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shall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ones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complement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sum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(modulo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2)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Y1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and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Y2,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where</w:t>
      </w:r>
    </w:p>
    <w:p w14:paraId="2E276B25" w14:textId="0DBBAFA5" w:rsidR="00023695" w:rsidRPr="006F699D" w:rsidRDefault="00023695" w:rsidP="00023695">
      <w:pPr>
        <w:pStyle w:val="B2"/>
        <w:rPr>
          <w:noProof/>
          <w:lang w:eastAsia="ja-JP"/>
        </w:rPr>
      </w:pPr>
      <w:r w:rsidRPr="006F699D">
        <w:rPr>
          <w:noProof/>
          <w:lang w:eastAsia="ja-JP"/>
        </w:rPr>
        <w:t>-</w:t>
      </w:r>
      <w:r w:rsidRPr="006F699D">
        <w:rPr>
          <w:noProof/>
          <w:lang w:eastAsia="ja-JP"/>
        </w:rPr>
        <w:tab/>
        <w:t>Y1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remainder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k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(x</w:t>
      </w:r>
      <w:r w:rsidRPr="006F699D">
        <w:rPr>
          <w:noProof/>
          <w:vertAlign w:val="superscript"/>
          <w:lang w:eastAsia="ja-JP"/>
        </w:rPr>
        <w:t>31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30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29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28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27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26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25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24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23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20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19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18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17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16</w:t>
      </w:r>
      <w:r w:rsidR="00646BEC">
        <w:rPr>
          <w:noProof/>
          <w:vertAlign w:val="superscript"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15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14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13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10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9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8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7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6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5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4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3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1)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divided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(modulo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2)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by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generator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polynomial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32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26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23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16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10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8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7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5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4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1,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where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k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32;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and</w:t>
      </w:r>
    </w:p>
    <w:p w14:paraId="394639B7" w14:textId="35ABA9FC" w:rsidR="00023695" w:rsidRPr="006F699D" w:rsidRDefault="00023695" w:rsidP="00023695">
      <w:pPr>
        <w:pStyle w:val="B2"/>
        <w:rPr>
          <w:noProof/>
          <w:lang w:eastAsia="ja-JP"/>
        </w:rPr>
      </w:pPr>
      <w:r w:rsidRPr="006F699D">
        <w:rPr>
          <w:noProof/>
          <w:lang w:eastAsia="ja-JP"/>
        </w:rPr>
        <w:t>-</w:t>
      </w:r>
      <w:r w:rsidRPr="006F699D">
        <w:rPr>
          <w:noProof/>
          <w:lang w:eastAsia="ja-JP"/>
        </w:rPr>
        <w:tab/>
        <w:t>Y2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remainder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Y3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divided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(modulo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2)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by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generator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polynomial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32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26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23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16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10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8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7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5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4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1,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where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Y3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product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32</w:t>
      </w:r>
      <w:r w:rsidR="00646BEC">
        <w:rPr>
          <w:noProof/>
          <w:lang w:eastAsia="ja-JP"/>
        </w:rPr>
        <w:t xml:space="preserve"> </w:t>
      </w:r>
      <w:r w:rsidR="005805E4" w:rsidRPr="006F699D">
        <w:rPr>
          <w:noProof/>
          <w:lang w:eastAsia="ja-JP"/>
        </w:rPr>
        <w:t>by</w:t>
      </w:r>
      <w:r w:rsidR="00646BEC">
        <w:rPr>
          <w:noProof/>
          <w:lang w:eastAsia="ja-JP"/>
        </w:rPr>
        <w:t xml:space="preserve"> </w:t>
      </w:r>
      <w:r w:rsidR="005805E4" w:rsidRPr="006F699D">
        <w:rPr>
          <w:noProof/>
          <w:lang w:eastAsia="ja-JP"/>
        </w:rPr>
        <w:t>"b31,</w:t>
      </w:r>
      <w:r w:rsidR="00646BEC">
        <w:rPr>
          <w:noProof/>
          <w:lang w:eastAsia="ja-JP"/>
        </w:rPr>
        <w:t xml:space="preserve"> </w:t>
      </w:r>
      <w:r w:rsidR="005805E4" w:rsidRPr="006F699D">
        <w:rPr>
          <w:noProof/>
          <w:lang w:eastAsia="ja-JP"/>
        </w:rPr>
        <w:t>b30…,</w:t>
      </w:r>
      <w:r w:rsidR="00646BEC">
        <w:rPr>
          <w:noProof/>
          <w:lang w:eastAsia="ja-JP"/>
        </w:rPr>
        <w:t xml:space="preserve"> </w:t>
      </w:r>
      <w:r w:rsidR="005805E4" w:rsidRPr="006F699D">
        <w:rPr>
          <w:noProof/>
          <w:lang w:eastAsia="ja-JP"/>
        </w:rPr>
        <w:t>b0</w:t>
      </w:r>
      <w:r w:rsidR="00646BEC">
        <w:rPr>
          <w:noProof/>
          <w:lang w:eastAsia="ja-JP"/>
        </w:rPr>
        <w:t xml:space="preserve"> </w:t>
      </w:r>
      <w:r w:rsidR="005805E4"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="005805E4" w:rsidRPr="006F699D">
        <w:rPr>
          <w:noProof/>
          <w:lang w:eastAsia="ja-JP"/>
        </w:rPr>
        <w:t>S-TMSI"</w:t>
      </w:r>
      <w:r w:rsidRPr="006F699D">
        <w:rPr>
          <w:noProof/>
          <w:lang w:eastAsia="ja-JP"/>
        </w:rPr>
        <w:t>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i.e.,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Y3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generator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polynomial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x</w:t>
      </w:r>
      <w:r w:rsidRPr="006F699D">
        <w:rPr>
          <w:noProof/>
          <w:vertAlign w:val="superscript"/>
          <w:lang w:eastAsia="ja-JP"/>
        </w:rPr>
        <w:t>32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(b31*x</w:t>
      </w:r>
      <w:r w:rsidRPr="006F699D">
        <w:rPr>
          <w:noProof/>
          <w:vertAlign w:val="superscript"/>
          <w:lang w:eastAsia="ja-JP"/>
        </w:rPr>
        <w:t>31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b30*x</w:t>
      </w:r>
      <w:r w:rsidRPr="006F699D">
        <w:rPr>
          <w:noProof/>
          <w:vertAlign w:val="superscript"/>
          <w:lang w:eastAsia="ja-JP"/>
        </w:rPr>
        <w:t>30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…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+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b0*1).</w:t>
      </w:r>
    </w:p>
    <w:p w14:paraId="56210210" w14:textId="01527C46" w:rsidR="00FC4011" w:rsidRPr="006F699D" w:rsidRDefault="002F30E7" w:rsidP="00023695">
      <w:pPr>
        <w:pStyle w:val="NO"/>
        <w:rPr>
          <w:noProof/>
          <w:lang w:eastAsia="ja-JP"/>
        </w:rPr>
      </w:pPr>
      <w:r w:rsidRPr="006F699D">
        <w:rPr>
          <w:noProof/>
          <w:lang w:eastAsia="ja-JP"/>
        </w:rPr>
        <w:t>NOTE:</w:t>
      </w:r>
      <w:r w:rsidR="00A517D5" w:rsidRPr="006F699D">
        <w:rPr>
          <w:noProof/>
          <w:lang w:eastAsia="ja-JP"/>
        </w:rPr>
        <w:tab/>
        <w:t>T</w:t>
      </w:r>
      <w:r w:rsidR="00023695" w:rsidRPr="006F699D">
        <w:rPr>
          <w:noProof/>
          <w:lang w:eastAsia="ja-JP"/>
        </w:rPr>
        <w:t>he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Y1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0xC704DD7B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for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any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S-TMSI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value.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An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example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hashed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ID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calculation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Annex</w:t>
      </w:r>
      <w:r w:rsidR="00646BEC">
        <w:rPr>
          <w:noProof/>
          <w:lang w:eastAsia="ja-JP"/>
        </w:rPr>
        <w:t xml:space="preserve"> </w:t>
      </w:r>
      <w:r w:rsidR="00023695" w:rsidRPr="006F699D">
        <w:rPr>
          <w:noProof/>
          <w:lang w:eastAsia="ja-JP"/>
        </w:rPr>
        <w:t>B.</w:t>
      </w:r>
    </w:p>
    <w:p w14:paraId="4B58FED2" w14:textId="409A2B2B" w:rsidR="009D1C21" w:rsidRPr="006F699D" w:rsidRDefault="009D1C21" w:rsidP="009D1C21">
      <w:pPr>
        <w:pStyle w:val="Heading2"/>
        <w:rPr>
          <w:noProof/>
          <w:lang w:eastAsia="ja-JP"/>
        </w:rPr>
      </w:pPr>
      <w:bookmarkStart w:id="299" w:name="_Toc29237944"/>
      <w:bookmarkStart w:id="300" w:name="_Toc46523061"/>
      <w:bookmarkStart w:id="301" w:name="_Toc100742639"/>
      <w:r w:rsidRPr="006F699D">
        <w:rPr>
          <w:noProof/>
          <w:lang w:eastAsia="ja-JP"/>
        </w:rPr>
        <w:t>7.4</w:t>
      </w:r>
      <w:r w:rsidRPr="006F699D">
        <w:rPr>
          <w:noProof/>
          <w:lang w:eastAsia="ja-JP"/>
        </w:rPr>
        <w:tab/>
        <w:t>Paging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with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Wake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Up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Signal</w:t>
      </w:r>
      <w:bookmarkEnd w:id="299"/>
      <w:bookmarkEnd w:id="300"/>
      <w:bookmarkEnd w:id="301"/>
    </w:p>
    <w:p w14:paraId="3034A46B" w14:textId="1631B8F4" w:rsidR="00B05E88" w:rsidRPr="006F699D" w:rsidRDefault="00B05E88" w:rsidP="00B05E88">
      <w:pPr>
        <w:rPr>
          <w:noProof/>
          <w:lang w:eastAsia="ja-JP"/>
        </w:rPr>
      </w:pPr>
      <w:r w:rsidRPr="006F699D">
        <w:rPr>
          <w:noProof/>
          <w:lang w:eastAsia="ja-JP"/>
        </w:rPr>
        <w:t>Paging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with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Wake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Up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Signal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only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used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cell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which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most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recently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entered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RRC_IDLE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triggered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by:</w:t>
      </w:r>
    </w:p>
    <w:p w14:paraId="6E946673" w14:textId="277FD61E" w:rsidR="00B05E88" w:rsidRPr="006F699D" w:rsidRDefault="00B05E88" w:rsidP="00B05E88">
      <w:pPr>
        <w:pStyle w:val="B1"/>
      </w:pPr>
      <w:r w:rsidRPr="006F699D">
        <w:t>-</w:t>
      </w:r>
      <w:r w:rsidRPr="006F699D">
        <w:tab/>
        <w:t>reception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rPr>
          <w:i/>
        </w:rPr>
        <w:t>RRCEarlyDataComplete</w:t>
      </w:r>
      <w:r w:rsidRPr="006F699D">
        <w:t>;</w:t>
      </w:r>
      <w:r w:rsidR="00646BEC">
        <w:t xml:space="preserve"> </w:t>
      </w:r>
      <w:r w:rsidRPr="006F699D">
        <w:t>or</w:t>
      </w:r>
    </w:p>
    <w:p w14:paraId="4E2B31DA" w14:textId="20CB7C3A" w:rsidR="00B05E88" w:rsidRPr="006F699D" w:rsidRDefault="00B05E88" w:rsidP="00B05E88">
      <w:pPr>
        <w:pStyle w:val="B1"/>
        <w:rPr>
          <w:lang w:eastAsia="ja-JP"/>
        </w:rPr>
      </w:pPr>
      <w:r w:rsidRPr="006F699D">
        <w:t>-</w:t>
      </w:r>
      <w:r w:rsidRPr="006F699D">
        <w:tab/>
        <w:t>reception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RRCConnectionRelease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not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including</w:t>
      </w:r>
      <w:r w:rsidR="00646BEC">
        <w:rPr>
          <w:lang w:eastAsia="ja-JP"/>
        </w:rPr>
        <w:t xml:space="preserve"> </w:t>
      </w:r>
      <w:r w:rsidRPr="006F699D">
        <w:rPr>
          <w:i/>
          <w:iCs/>
          <w:lang w:eastAsia="ja-JP"/>
        </w:rPr>
        <w:t>noLastCellUpdate</w:t>
      </w:r>
      <w:r w:rsidRPr="006F699D">
        <w:rPr>
          <w:lang w:eastAsia="ja-JP"/>
        </w:rPr>
        <w:t>;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or</w:t>
      </w:r>
    </w:p>
    <w:p w14:paraId="6A245D92" w14:textId="409497E0" w:rsidR="00B05E88" w:rsidRPr="006F699D" w:rsidRDefault="00B05E88" w:rsidP="00B05E88">
      <w:pPr>
        <w:pStyle w:val="B1"/>
        <w:rPr>
          <w:noProof/>
          <w:lang w:eastAsia="ja-JP"/>
        </w:rPr>
      </w:pPr>
      <w:r w:rsidRPr="006F699D">
        <w:rPr>
          <w:lang w:eastAsia="ja-JP"/>
        </w:rPr>
        <w:t>-</w:t>
      </w:r>
      <w:r w:rsidRPr="006F699D">
        <w:rPr>
          <w:lang w:eastAsia="ja-JP"/>
        </w:rPr>
        <w:tab/>
        <w:t>reception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RRCConnectionRelease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including</w:t>
      </w:r>
      <w:r w:rsidR="00646BEC">
        <w:rPr>
          <w:lang w:eastAsia="ja-JP"/>
        </w:rPr>
        <w:t xml:space="preserve"> </w:t>
      </w:r>
      <w:r w:rsidRPr="006F699D">
        <w:rPr>
          <w:i/>
          <w:lang w:eastAsia="ja-JP"/>
        </w:rPr>
        <w:t>noLastCellUpdate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and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was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using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WUS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in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cell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prior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to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this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RRC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connection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attempt.</w:t>
      </w:r>
    </w:p>
    <w:p w14:paraId="1026A107" w14:textId="045F0AC3" w:rsidR="009D1C21" w:rsidRPr="006F699D" w:rsidRDefault="009D1C21" w:rsidP="009D1C21">
      <w:pPr>
        <w:rPr>
          <w:noProof/>
          <w:lang w:eastAsia="ja-JP"/>
        </w:rPr>
      </w:pPr>
      <w:r w:rsidRPr="006F699D">
        <w:rPr>
          <w:noProof/>
          <w:lang w:eastAsia="ja-JP"/>
        </w:rPr>
        <w:t>When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supports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and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configuration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provided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system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information,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shall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monitor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using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parameters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provided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System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Information.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When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DRX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used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and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detects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shall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monitor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following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PO.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When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extended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DRX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used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and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detects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shall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monitor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following</w:t>
      </w:r>
      <w:r w:rsidR="00646BEC">
        <w:rPr>
          <w:noProof/>
          <w:lang w:eastAsia="ja-JP"/>
        </w:rPr>
        <w:t xml:space="preserve"> </w:t>
      </w:r>
      <w:r w:rsidRPr="006F699D">
        <w:rPr>
          <w:i/>
          <w:noProof/>
          <w:lang w:eastAsia="ja-JP"/>
        </w:rPr>
        <w:t>numPOs</w:t>
      </w:r>
      <w:r w:rsidR="00646BEC">
        <w:rPr>
          <w:noProof/>
          <w:lang w:eastAsia="ja-JP"/>
        </w:rPr>
        <w:t xml:space="preserve"> </w:t>
      </w:r>
      <w:r w:rsidR="000B4A09" w:rsidRPr="006F699D">
        <w:rPr>
          <w:noProof/>
          <w:lang w:eastAsia="ja-JP"/>
        </w:rPr>
        <w:t>POs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until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paging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message</w:t>
      </w:r>
      <w:r w:rsidR="00646BEC">
        <w:rPr>
          <w:noProof/>
          <w:lang w:eastAsia="ja-JP"/>
        </w:rPr>
        <w:t xml:space="preserve"> </w:t>
      </w:r>
      <w:r w:rsidR="000B4A09" w:rsidRPr="006F699D">
        <w:rPr>
          <w:noProof/>
          <w:lang w:eastAsia="ja-JP"/>
        </w:rPr>
        <w:t>including</w:t>
      </w:r>
      <w:r w:rsidR="00646BEC">
        <w:rPr>
          <w:noProof/>
          <w:lang w:eastAsia="ja-JP"/>
        </w:rPr>
        <w:t xml:space="preserve"> </w:t>
      </w:r>
      <w:r w:rsidR="000B4A09"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="000B4A09" w:rsidRPr="006F699D">
        <w:rPr>
          <w:noProof/>
          <w:lang w:eastAsia="ja-JP"/>
        </w:rPr>
        <w:t>UE's</w:t>
      </w:r>
      <w:r w:rsidR="00646BEC">
        <w:rPr>
          <w:noProof/>
          <w:lang w:eastAsia="ja-JP"/>
        </w:rPr>
        <w:t xml:space="preserve"> </w:t>
      </w:r>
      <w:r w:rsidR="000B4A09" w:rsidRPr="006F699D">
        <w:rPr>
          <w:noProof/>
          <w:lang w:eastAsia="ja-JP"/>
        </w:rPr>
        <w:t>NAS</w:t>
      </w:r>
      <w:r w:rsidR="00646BEC">
        <w:rPr>
          <w:noProof/>
          <w:lang w:eastAsia="ja-JP"/>
        </w:rPr>
        <w:t xml:space="preserve"> </w:t>
      </w:r>
      <w:r w:rsidR="000B4A09" w:rsidRPr="006F699D">
        <w:rPr>
          <w:noProof/>
          <w:lang w:eastAsia="ja-JP"/>
        </w:rPr>
        <w:t>identity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received,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whichever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earlier.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does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not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detect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not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required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monitor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following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PO(s).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If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missed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a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occasion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(e.g.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due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to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cell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reselection),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it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monitors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every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PO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until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start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next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or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until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PTW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ends,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whichever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="00704892" w:rsidRPr="006F699D">
        <w:rPr>
          <w:noProof/>
          <w:lang w:eastAsia="ja-JP"/>
        </w:rPr>
        <w:t>earlier.</w:t>
      </w:r>
    </w:p>
    <w:p w14:paraId="34FC4E1A" w14:textId="34409F4D" w:rsidR="000B4A09" w:rsidRPr="006F699D" w:rsidRDefault="009D1C21" w:rsidP="000B4A09">
      <w:pPr>
        <w:pStyle w:val="B1"/>
        <w:rPr>
          <w:noProof/>
          <w:lang w:eastAsia="ja-JP"/>
        </w:rPr>
      </w:pPr>
      <w:r w:rsidRPr="006F699D">
        <w:rPr>
          <w:noProof/>
          <w:lang w:eastAsia="ja-JP"/>
        </w:rPr>
        <w:t>-</w:t>
      </w:r>
      <w:r w:rsidRPr="006F699D">
        <w:rPr>
          <w:noProof/>
          <w:lang w:eastAsia="ja-JP"/>
        </w:rPr>
        <w:tab/>
      </w:r>
      <w:r w:rsidRPr="006F699D">
        <w:rPr>
          <w:i/>
          <w:noProof/>
          <w:lang w:eastAsia="ja-JP"/>
        </w:rPr>
        <w:t>numPOs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=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Number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consecutive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Paging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Occasions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(PO)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mapped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one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provided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system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information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where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(</w:t>
      </w:r>
      <w:r w:rsidRPr="006F699D">
        <w:rPr>
          <w:i/>
          <w:noProof/>
          <w:lang w:eastAsia="ja-JP"/>
        </w:rPr>
        <w:t>numPOs</w:t>
      </w:r>
      <w:r w:rsidRPr="006F699D">
        <w:rPr>
          <w:noProof/>
          <w:lang w:eastAsia="ja-JP"/>
        </w:rPr>
        <w:t>≥1).</w:t>
      </w:r>
    </w:p>
    <w:p w14:paraId="4E4D1D00" w14:textId="332D5A2D" w:rsidR="000B4A09" w:rsidRPr="006F699D" w:rsidRDefault="000B4A09" w:rsidP="000B4A09"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configuration,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provided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system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information,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includes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time-offset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between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end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WUS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and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start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first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i/>
          <w:noProof/>
          <w:lang w:eastAsia="ja-JP"/>
        </w:rPr>
        <w:t>numPOs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required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monitor.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timeoffset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subframes,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used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calculate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start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subframe</w:t>
      </w:r>
      <w:r w:rsidR="00646BEC">
        <w:rPr>
          <w:noProof/>
          <w:lang w:eastAsia="ja-JP"/>
        </w:rPr>
        <w:t xml:space="preserve"> </w:t>
      </w:r>
      <w:r w:rsidRPr="006F699D">
        <w:rPr>
          <w:i/>
        </w:rPr>
        <w:t>g</w:t>
      </w:r>
      <w:r w:rsidRPr="006F699D">
        <w:t>0</w:t>
      </w:r>
      <w:r w:rsidR="00646BEC">
        <w:t xml:space="preserve"> </w:t>
      </w:r>
      <w:r w:rsidRPr="006F699D">
        <w:t>(see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36.213</w:t>
      </w:r>
      <w:r w:rsidR="00646BEC">
        <w:t xml:space="preserve"> </w:t>
      </w:r>
      <w:r w:rsidR="006F699D" w:rsidRPr="006F699D">
        <w:t>[</w:t>
      </w:r>
      <w:r w:rsidRPr="006F699D">
        <w:t>6]),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follows:</w:t>
      </w:r>
    </w:p>
    <w:p w14:paraId="7F5E75DE" w14:textId="75E73CB3" w:rsidR="000B4A09" w:rsidRPr="006F699D" w:rsidRDefault="000B4A09" w:rsidP="000B4A09">
      <w:pPr>
        <w:pStyle w:val="B1"/>
      </w:pPr>
      <w:r w:rsidRPr="006F699D">
        <w:t>-</w:t>
      </w:r>
      <w:r w:rsidRPr="006F699D">
        <w:tab/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DRX,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signalled</w:t>
      </w:r>
      <w:r w:rsidR="00646BEC">
        <w:t xml:space="preserve"> </w:t>
      </w:r>
      <w:r w:rsidRPr="006F699D">
        <w:rPr>
          <w:i/>
        </w:rPr>
        <w:t>timeoffsetDRX</w:t>
      </w:r>
      <w:r w:rsidRPr="006F699D">
        <w:t>;</w:t>
      </w:r>
    </w:p>
    <w:p w14:paraId="65DCC2ED" w14:textId="21B396FF" w:rsidR="000B4A09" w:rsidRPr="006F699D" w:rsidRDefault="000B4A09" w:rsidP="000B4A09">
      <w:pPr>
        <w:pStyle w:val="B1"/>
      </w:pPr>
      <w:r w:rsidRPr="006F699D">
        <w:t>-</w:t>
      </w:r>
      <w:r w:rsidRPr="006F699D">
        <w:tab/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eDRX,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signalled</w:t>
      </w:r>
      <w:r w:rsidR="00646BEC">
        <w:t xml:space="preserve"> </w:t>
      </w:r>
      <w:r w:rsidRPr="006F699D">
        <w:rPr>
          <w:i/>
        </w:rPr>
        <w:t>timeoffset-eDRX-Short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rPr>
          <w:i/>
        </w:rPr>
        <w:t>timeoffset-eDRX-Long</w:t>
      </w:r>
      <w:r w:rsidR="00646BEC">
        <w:rPr>
          <w:i/>
        </w:rPr>
        <w:t xml:space="preserve"> </w:t>
      </w:r>
      <w:r w:rsidRPr="006F699D">
        <w:t>is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broadcasted;</w:t>
      </w:r>
    </w:p>
    <w:p w14:paraId="612EF2E9" w14:textId="16ED94F6" w:rsidR="000B4A09" w:rsidRPr="006F699D" w:rsidRDefault="000B4A09" w:rsidP="000B4A09">
      <w:pPr>
        <w:pStyle w:val="B1"/>
      </w:pPr>
      <w:r w:rsidRPr="006F699D">
        <w:t>-</w:t>
      </w:r>
      <w:r w:rsidRPr="006F699D">
        <w:tab/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eDRX,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value</w:t>
      </w:r>
      <w:r w:rsidR="00646BEC">
        <w:t xml:space="preserve"> </w:t>
      </w:r>
      <w:r w:rsidRPr="006F699D">
        <w:t>determined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Table</w:t>
      </w:r>
      <w:r w:rsidR="00646BEC">
        <w:t xml:space="preserve"> </w:t>
      </w:r>
      <w:r w:rsidRPr="006F699D">
        <w:t>7.4-1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rPr>
          <w:i/>
        </w:rPr>
        <w:t>timeoffset-eDRX-Long</w:t>
      </w:r>
      <w:r w:rsidR="00646BEC">
        <w:rPr>
          <w:i/>
        </w:rPr>
        <w:t xml:space="preserve"> </w:t>
      </w:r>
      <w:r w:rsidRPr="006F699D">
        <w:t>is</w:t>
      </w:r>
      <w:r w:rsidR="00646BEC">
        <w:t xml:space="preserve"> </w:t>
      </w:r>
      <w:r w:rsidRPr="006F699D">
        <w:t>broadcasted</w:t>
      </w:r>
    </w:p>
    <w:p w14:paraId="6129B54D" w14:textId="5C5C9DD4" w:rsidR="000B4A09" w:rsidRPr="006F699D" w:rsidRDefault="000B4A09" w:rsidP="000B4A09">
      <w:pPr>
        <w:pStyle w:val="TH"/>
      </w:pPr>
      <w:r w:rsidRPr="006F699D">
        <w:t>Table</w:t>
      </w:r>
      <w:r w:rsidR="00646BEC">
        <w:t xml:space="preserve"> </w:t>
      </w:r>
      <w:r w:rsidRPr="006F699D">
        <w:t>7.4-1:</w:t>
      </w:r>
      <w:r w:rsidR="00646BEC">
        <w:t xml:space="preserve"> </w:t>
      </w:r>
      <w:r w:rsidRPr="006F699D">
        <w:t>Determination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GAP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end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WUS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associated</w:t>
      </w:r>
      <w:r w:rsidR="00646BEC">
        <w:t xml:space="preserve"> </w:t>
      </w:r>
      <w:r w:rsidRPr="006F699D">
        <w:t>PO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947"/>
        <w:gridCol w:w="2102"/>
        <w:gridCol w:w="2126"/>
      </w:tblGrid>
      <w:tr w:rsidR="006F699D" w:rsidRPr="006F699D" w14:paraId="18A3067A" w14:textId="77777777" w:rsidTr="000B4A09">
        <w:trPr>
          <w:jc w:val="center"/>
        </w:trPr>
        <w:tc>
          <w:tcPr>
            <w:tcW w:w="1529" w:type="dxa"/>
            <w:gridSpan w:val="2"/>
            <w:vMerge w:val="restart"/>
            <w:shd w:val="clear" w:color="auto" w:fill="auto"/>
          </w:tcPr>
          <w:p w14:paraId="181D30F4" w14:textId="77777777" w:rsidR="000B4A09" w:rsidRPr="006F699D" w:rsidRDefault="000B4A09" w:rsidP="000B4A09">
            <w:pPr>
              <w:pStyle w:val="TAH"/>
              <w:rPr>
                <w:rFonts w:cs="Arial"/>
                <w:szCs w:val="18"/>
                <w:lang w:val="en-GB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14:paraId="32EBBC49" w14:textId="77777777" w:rsidR="000B4A09" w:rsidRPr="006F699D" w:rsidRDefault="000B4A09" w:rsidP="000B4A09">
            <w:pPr>
              <w:pStyle w:val="TAH"/>
              <w:rPr>
                <w:rFonts w:cs="Arial"/>
                <w:b w:val="0"/>
                <w:szCs w:val="18"/>
                <w:lang w:val="en-GB"/>
              </w:rPr>
            </w:pPr>
            <w:r w:rsidRPr="006F699D">
              <w:rPr>
                <w:i/>
                <w:lang w:val="en-GB"/>
              </w:rPr>
              <w:t>timeoffset-eDRX-Long</w:t>
            </w:r>
          </w:p>
        </w:tc>
      </w:tr>
      <w:tr w:rsidR="006F699D" w:rsidRPr="006F699D" w14:paraId="77C63994" w14:textId="77777777" w:rsidTr="000B4A09">
        <w:trPr>
          <w:jc w:val="center"/>
        </w:trPr>
        <w:tc>
          <w:tcPr>
            <w:tcW w:w="1529" w:type="dxa"/>
            <w:gridSpan w:val="2"/>
            <w:vMerge/>
            <w:shd w:val="clear" w:color="auto" w:fill="auto"/>
          </w:tcPr>
          <w:p w14:paraId="413C3483" w14:textId="77777777" w:rsidR="000B4A09" w:rsidRPr="006F699D" w:rsidRDefault="000B4A09" w:rsidP="000B4A09">
            <w:pPr>
              <w:pStyle w:val="TAH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102" w:type="dxa"/>
            <w:shd w:val="clear" w:color="auto" w:fill="auto"/>
          </w:tcPr>
          <w:p w14:paraId="3DB7564A" w14:textId="77777777" w:rsidR="000B4A09" w:rsidRPr="006F699D" w:rsidRDefault="000B4A09" w:rsidP="000B4A09">
            <w:pPr>
              <w:pStyle w:val="TAH"/>
              <w:rPr>
                <w:rFonts w:cs="Arial"/>
                <w:b w:val="0"/>
                <w:i/>
                <w:szCs w:val="18"/>
                <w:lang w:val="en-GB"/>
              </w:rPr>
            </w:pPr>
            <w:r w:rsidRPr="006F699D">
              <w:rPr>
                <w:i/>
                <w:lang w:val="en-GB"/>
              </w:rPr>
              <w:t>1000ms</w:t>
            </w:r>
          </w:p>
        </w:tc>
        <w:tc>
          <w:tcPr>
            <w:tcW w:w="2126" w:type="dxa"/>
            <w:shd w:val="clear" w:color="auto" w:fill="auto"/>
          </w:tcPr>
          <w:p w14:paraId="3D762069" w14:textId="77777777" w:rsidR="000B4A09" w:rsidRPr="006F699D" w:rsidRDefault="000B4A09" w:rsidP="000B4A09">
            <w:pPr>
              <w:pStyle w:val="TAH"/>
              <w:rPr>
                <w:rFonts w:cs="Arial"/>
                <w:i/>
                <w:szCs w:val="18"/>
                <w:lang w:val="en-GB"/>
              </w:rPr>
            </w:pPr>
            <w:r w:rsidRPr="006F699D">
              <w:rPr>
                <w:rFonts w:cs="Arial"/>
                <w:i/>
                <w:szCs w:val="18"/>
                <w:lang w:val="en-GB"/>
              </w:rPr>
              <w:t>2000ms</w:t>
            </w:r>
          </w:p>
        </w:tc>
      </w:tr>
      <w:tr w:rsidR="006F699D" w:rsidRPr="006F699D" w14:paraId="168E2B4B" w14:textId="77777777" w:rsidTr="000B4A09">
        <w:trPr>
          <w:cantSplit/>
          <w:trHeight w:val="624"/>
          <w:jc w:val="center"/>
        </w:trPr>
        <w:tc>
          <w:tcPr>
            <w:tcW w:w="652" w:type="dxa"/>
            <w:vMerge w:val="restart"/>
            <w:shd w:val="clear" w:color="auto" w:fill="auto"/>
            <w:textDirection w:val="btLr"/>
            <w:vAlign w:val="center"/>
          </w:tcPr>
          <w:p w14:paraId="0A9BD004" w14:textId="7C86F678" w:rsidR="000B4A09" w:rsidRPr="006F699D" w:rsidRDefault="000B4A09" w:rsidP="00B73549">
            <w:pPr>
              <w:pStyle w:val="TAL"/>
              <w:jc w:val="center"/>
              <w:rPr>
                <w:rFonts w:cs="Arial"/>
                <w:szCs w:val="18"/>
              </w:rPr>
            </w:pPr>
            <w:r w:rsidRPr="006F699D">
              <w:rPr>
                <w:i/>
              </w:rPr>
              <w:t>UE</w:t>
            </w:r>
            <w:r w:rsidR="00646BEC">
              <w:rPr>
                <w:i/>
              </w:rPr>
              <w:t xml:space="preserve"> </w:t>
            </w:r>
            <w:r w:rsidRPr="006F699D">
              <w:rPr>
                <w:i/>
              </w:rPr>
              <w:t>Reported</w:t>
            </w:r>
            <w:r w:rsidR="00646BEC">
              <w:rPr>
                <w:i/>
              </w:rPr>
              <w:t xml:space="preserve"> </w:t>
            </w:r>
            <w:r w:rsidRPr="006F699D">
              <w:rPr>
                <w:i/>
              </w:rPr>
              <w:t>wakeUpSignalMinGap-eDRX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1687D6A3" w14:textId="5D3333DB" w:rsidR="000B4A09" w:rsidRPr="006F699D" w:rsidRDefault="000B4A09" w:rsidP="00B73549">
            <w:pPr>
              <w:pStyle w:val="TAL"/>
              <w:rPr>
                <w:rFonts w:cs="Arial"/>
                <w:b/>
                <w:i/>
                <w:szCs w:val="18"/>
              </w:rPr>
            </w:pPr>
            <w:r w:rsidRPr="006F699D">
              <w:rPr>
                <w:rFonts w:cs="Arial"/>
                <w:b/>
                <w:i/>
                <w:szCs w:val="18"/>
              </w:rPr>
              <w:t>40ms</w:t>
            </w:r>
            <w:r w:rsidR="00646BEC">
              <w:rPr>
                <w:rFonts w:cs="Arial"/>
                <w:b/>
                <w:i/>
                <w:szCs w:val="18"/>
              </w:rPr>
              <w:t xml:space="preserve"> </w:t>
            </w:r>
            <w:r w:rsidR="0095461E" w:rsidRPr="006F699D">
              <w:rPr>
                <w:rFonts w:cs="Arial"/>
                <w:b/>
                <w:i/>
                <w:szCs w:val="18"/>
              </w:rPr>
              <w:t>or</w:t>
            </w:r>
            <w:r w:rsidR="00646BEC">
              <w:rPr>
                <w:rFonts w:cs="Arial"/>
                <w:b/>
                <w:i/>
                <w:szCs w:val="18"/>
              </w:rPr>
              <w:t xml:space="preserve"> </w:t>
            </w:r>
            <w:r w:rsidR="0095461E" w:rsidRPr="006F699D">
              <w:rPr>
                <w:rFonts w:cs="Arial"/>
                <w:b/>
                <w:i/>
                <w:szCs w:val="18"/>
              </w:rPr>
              <w:t>not</w:t>
            </w:r>
            <w:r w:rsidR="00646BEC">
              <w:rPr>
                <w:rFonts w:cs="Arial"/>
                <w:b/>
                <w:i/>
                <w:szCs w:val="18"/>
              </w:rPr>
              <w:t xml:space="preserve"> </w:t>
            </w:r>
            <w:r w:rsidR="0095461E" w:rsidRPr="006F699D">
              <w:rPr>
                <w:rFonts w:cs="Arial"/>
                <w:b/>
                <w:i/>
                <w:szCs w:val="18"/>
              </w:rPr>
              <w:t>reported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7441F2FE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  <w:r w:rsidRPr="006F699D">
              <w:rPr>
                <w:i/>
              </w:rPr>
              <w:t>timeoffset-eDRX-Short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13FAED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  <w:r w:rsidRPr="006F699D">
              <w:rPr>
                <w:i/>
              </w:rPr>
              <w:t>timeoffset-eDRX-Short</w:t>
            </w:r>
          </w:p>
        </w:tc>
      </w:tr>
      <w:tr w:rsidR="006F699D" w:rsidRPr="006F699D" w14:paraId="268E61FF" w14:textId="77777777" w:rsidTr="000B4A09">
        <w:trPr>
          <w:cantSplit/>
          <w:trHeight w:val="624"/>
          <w:jc w:val="center"/>
        </w:trPr>
        <w:tc>
          <w:tcPr>
            <w:tcW w:w="652" w:type="dxa"/>
            <w:vMerge/>
            <w:shd w:val="clear" w:color="auto" w:fill="auto"/>
          </w:tcPr>
          <w:p w14:paraId="671FA3E0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43DEBB17" w14:textId="77777777" w:rsidR="000B4A09" w:rsidRPr="006F699D" w:rsidRDefault="000B4A09" w:rsidP="00B73549">
            <w:pPr>
              <w:pStyle w:val="TAL"/>
              <w:rPr>
                <w:rFonts w:cs="Arial"/>
                <w:b/>
                <w:i/>
                <w:szCs w:val="18"/>
              </w:rPr>
            </w:pPr>
            <w:r w:rsidRPr="006F699D">
              <w:rPr>
                <w:rFonts w:cs="Arial"/>
                <w:b/>
                <w:i/>
                <w:szCs w:val="18"/>
              </w:rPr>
              <w:t>240ms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52BC3EB7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  <w:r w:rsidRPr="006F699D">
              <w:rPr>
                <w:i/>
              </w:rPr>
              <w:t>timeoffset-eDRX-Short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BED8C3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  <w:r w:rsidRPr="006F699D">
              <w:rPr>
                <w:i/>
              </w:rPr>
              <w:t>timeoffset-eDRX-Short</w:t>
            </w:r>
          </w:p>
        </w:tc>
      </w:tr>
      <w:tr w:rsidR="006F699D" w:rsidRPr="006F699D" w14:paraId="1C8635E5" w14:textId="77777777" w:rsidTr="000B4A09">
        <w:trPr>
          <w:cantSplit/>
          <w:trHeight w:val="624"/>
          <w:jc w:val="center"/>
        </w:trPr>
        <w:tc>
          <w:tcPr>
            <w:tcW w:w="652" w:type="dxa"/>
            <w:vMerge/>
            <w:shd w:val="clear" w:color="auto" w:fill="auto"/>
          </w:tcPr>
          <w:p w14:paraId="3F522D1B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4E994ADC" w14:textId="77777777" w:rsidR="000B4A09" w:rsidRPr="006F699D" w:rsidRDefault="000B4A09" w:rsidP="00B73549">
            <w:pPr>
              <w:pStyle w:val="TAL"/>
              <w:rPr>
                <w:rFonts w:cs="Arial"/>
                <w:b/>
                <w:i/>
                <w:szCs w:val="18"/>
              </w:rPr>
            </w:pPr>
            <w:r w:rsidRPr="006F699D">
              <w:rPr>
                <w:rFonts w:cs="Arial"/>
                <w:b/>
                <w:i/>
                <w:szCs w:val="18"/>
              </w:rPr>
              <w:t>1000ms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69D9C2E5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  <w:r w:rsidRPr="006F699D">
              <w:rPr>
                <w:i/>
              </w:rPr>
              <w:t>timeoffset-eDRX-Long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16B763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  <w:r w:rsidRPr="006F699D">
              <w:rPr>
                <w:i/>
              </w:rPr>
              <w:t>timeoffset-eDRX-Long</w:t>
            </w:r>
          </w:p>
        </w:tc>
      </w:tr>
      <w:tr w:rsidR="000B4A09" w:rsidRPr="006F699D" w14:paraId="0E238BDF" w14:textId="77777777" w:rsidTr="000B4A09">
        <w:trPr>
          <w:cantSplit/>
          <w:trHeight w:val="624"/>
          <w:jc w:val="center"/>
        </w:trPr>
        <w:tc>
          <w:tcPr>
            <w:tcW w:w="652" w:type="dxa"/>
            <w:vMerge/>
            <w:shd w:val="clear" w:color="auto" w:fill="auto"/>
          </w:tcPr>
          <w:p w14:paraId="63CE5F5E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7F2D766E" w14:textId="77777777" w:rsidR="000B4A09" w:rsidRPr="006F699D" w:rsidRDefault="000B4A09" w:rsidP="00B73549">
            <w:pPr>
              <w:pStyle w:val="TAL"/>
              <w:rPr>
                <w:rFonts w:cs="Arial"/>
                <w:b/>
                <w:i/>
                <w:szCs w:val="18"/>
              </w:rPr>
            </w:pPr>
            <w:r w:rsidRPr="006F699D">
              <w:rPr>
                <w:rFonts w:cs="Arial"/>
                <w:b/>
                <w:i/>
                <w:szCs w:val="18"/>
              </w:rPr>
              <w:t>2000ms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0E255FA3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  <w:r w:rsidRPr="006F699D">
              <w:rPr>
                <w:i/>
              </w:rPr>
              <w:t>timeoffset-eDRX-Short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D2A57D" w14:textId="77777777" w:rsidR="000B4A09" w:rsidRPr="006F699D" w:rsidRDefault="000B4A09" w:rsidP="00B73549">
            <w:pPr>
              <w:pStyle w:val="TAL"/>
              <w:rPr>
                <w:rFonts w:cs="Arial"/>
                <w:szCs w:val="18"/>
              </w:rPr>
            </w:pPr>
            <w:r w:rsidRPr="006F699D">
              <w:rPr>
                <w:i/>
              </w:rPr>
              <w:t>timeoffset-eDRX-Long</w:t>
            </w:r>
          </w:p>
        </w:tc>
      </w:tr>
    </w:tbl>
    <w:p w14:paraId="04B9AD3A" w14:textId="77777777" w:rsidR="000B4A09" w:rsidRPr="006F699D" w:rsidRDefault="000B4A09" w:rsidP="000B4A09">
      <w:pPr>
        <w:rPr>
          <w:noProof/>
          <w:lang w:eastAsia="ja-JP"/>
        </w:rPr>
      </w:pPr>
    </w:p>
    <w:p w14:paraId="62373AEC" w14:textId="41559B6F" w:rsidR="000B4A09" w:rsidRPr="006F699D" w:rsidRDefault="000B4A09" w:rsidP="000B4A09">
      <w:pPr>
        <w:rPr>
          <w:noProof/>
          <w:lang w:eastAsia="ja-JP"/>
        </w:rPr>
      </w:pPr>
      <w:r w:rsidRPr="006F699D">
        <w:rPr>
          <w:noProof/>
          <w:lang w:eastAsia="ja-JP"/>
        </w:rPr>
        <w:lastRenderedPageBreak/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timeoffset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used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determine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actual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subframe</w:t>
      </w:r>
      <w:r w:rsidR="00646BEC">
        <w:rPr>
          <w:noProof/>
          <w:lang w:eastAsia="ja-JP"/>
        </w:rPr>
        <w:t xml:space="preserve"> </w:t>
      </w:r>
      <w:r w:rsidRPr="006F699D">
        <w:rPr>
          <w:i/>
        </w:rPr>
        <w:t>g</w:t>
      </w:r>
      <w:r w:rsidRPr="006F699D">
        <w:t>0</w:t>
      </w:r>
      <w:r w:rsidR="00646BEC">
        <w:t xml:space="preserve"> </w:t>
      </w:r>
      <w:r w:rsidRPr="006F699D">
        <w:rPr>
          <w:noProof/>
          <w:lang w:eastAsia="ja-JP"/>
        </w:rPr>
        <w:t>as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follows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(taking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into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consideration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resultant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SFN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and/or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H-SFN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wrap-around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of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computation):</w:t>
      </w:r>
    </w:p>
    <w:p w14:paraId="7BDC5A0E" w14:textId="28ECD60D" w:rsidR="000B4A09" w:rsidRPr="006F699D" w:rsidRDefault="000B4A09" w:rsidP="000B4A09">
      <w:pPr>
        <w:pStyle w:val="B2"/>
        <w:rPr>
          <w:noProof/>
          <w:lang w:eastAsia="ja-JP"/>
        </w:rPr>
      </w:pPr>
      <w:r w:rsidRPr="006F699D">
        <w:rPr>
          <w:i/>
        </w:rPr>
        <w:t>g</w:t>
      </w:r>
      <w:r w:rsidRPr="006F699D">
        <w:t>0</w:t>
      </w:r>
      <w:r w:rsidR="00646BEC">
        <w:t xml:space="preserve"> </w:t>
      </w:r>
      <w:r w:rsidRPr="006F699D">
        <w:rPr>
          <w:noProof/>
          <w:lang w:eastAsia="ja-JP"/>
        </w:rPr>
        <w:t>=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–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timeoffset,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where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PO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the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Paging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Occasion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subframe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as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defined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in</w:t>
      </w:r>
      <w:r w:rsidR="00646BEC">
        <w:rPr>
          <w:noProof/>
          <w:lang w:eastAsia="ja-JP"/>
        </w:rPr>
        <w:t xml:space="preserve"> </w:t>
      </w:r>
      <w:r w:rsidR="001D68DD" w:rsidRPr="006F699D">
        <w:rPr>
          <w:noProof/>
          <w:lang w:eastAsia="ja-JP"/>
        </w:rPr>
        <w:t>clause</w:t>
      </w:r>
      <w:r w:rsidR="00646BEC">
        <w:rPr>
          <w:noProof/>
          <w:lang w:eastAsia="ja-JP"/>
        </w:rPr>
        <w:t xml:space="preserve"> </w:t>
      </w:r>
      <w:r w:rsidRPr="006F699D">
        <w:rPr>
          <w:noProof/>
          <w:lang w:eastAsia="ja-JP"/>
        </w:rPr>
        <w:t>7.1</w:t>
      </w:r>
    </w:p>
    <w:p w14:paraId="4F77C19F" w14:textId="2C448FD5" w:rsidR="000B4A09" w:rsidRPr="006F699D" w:rsidRDefault="000B4A09" w:rsidP="000B4A09">
      <w:r w:rsidRPr="006F699D">
        <w:t>For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using</w:t>
      </w:r>
      <w:r w:rsidR="00646BEC">
        <w:t xml:space="preserve"> </w:t>
      </w:r>
      <w:r w:rsidRPr="006F699D">
        <w:t>eDRX,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same</w:t>
      </w:r>
      <w:r w:rsidR="00646BEC">
        <w:t xml:space="preserve"> </w:t>
      </w:r>
      <w:r w:rsidRPr="006F699D">
        <w:t>timeoffset</w:t>
      </w:r>
      <w:r w:rsidR="00646BEC">
        <w:t xml:space="preserve"> </w:t>
      </w:r>
      <w:r w:rsidRPr="006F699D">
        <w:t>applies</w:t>
      </w:r>
      <w:r w:rsidR="00646BEC">
        <w:t xml:space="preserve"> </w:t>
      </w:r>
      <w:r w:rsidRPr="006F699D">
        <w:t>between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end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WUS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associated</w:t>
      </w:r>
      <w:r w:rsidR="00646BEC">
        <w:t xml:space="preserve"> </w:t>
      </w:r>
      <w:r w:rsidRPr="006F699D">
        <w:t>first</w:t>
      </w:r>
      <w:r w:rsidR="00646BEC">
        <w:t xml:space="preserve"> </w:t>
      </w:r>
      <w:r w:rsidRPr="006F699D">
        <w:t>PO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i/>
          <w:iCs/>
          <w:lang w:eastAsia="ja-JP"/>
        </w:rPr>
        <w:t>numPOs</w:t>
      </w:r>
      <w:r w:rsidR="00646BEC">
        <w:rPr>
          <w:i/>
          <w:iCs/>
          <w:lang w:eastAsia="ja-JP"/>
        </w:rPr>
        <w:t xml:space="preserve"> </w:t>
      </w:r>
      <w:r w:rsidRPr="006F699D">
        <w:rPr>
          <w:iCs/>
          <w:lang w:eastAsia="ja-JP"/>
        </w:rPr>
        <w:t>POs</w:t>
      </w:r>
      <w:r w:rsidR="00646BEC">
        <w:rPr>
          <w:iCs/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all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the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WUS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occurrences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for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a</w:t>
      </w:r>
      <w:r w:rsidR="00646BEC">
        <w:rPr>
          <w:lang w:eastAsia="ja-JP"/>
        </w:rPr>
        <w:t xml:space="preserve"> </w:t>
      </w:r>
      <w:r w:rsidRPr="006F699D">
        <w:rPr>
          <w:lang w:eastAsia="ja-JP"/>
        </w:rPr>
        <w:t>PTW</w:t>
      </w:r>
      <w:r w:rsidRPr="006F699D">
        <w:t>.</w:t>
      </w:r>
    </w:p>
    <w:p w14:paraId="404BD863" w14:textId="14E27624" w:rsidR="009D1C21" w:rsidRPr="006F699D" w:rsidRDefault="000B4A09" w:rsidP="000B4A09">
      <w:pPr>
        <w:rPr>
          <w:noProof/>
          <w:lang w:eastAsia="ja-JP"/>
        </w:rPr>
      </w:pPr>
      <w:r w:rsidRPr="006F699D">
        <w:t>The</w:t>
      </w:r>
      <w:r w:rsidR="00646BEC">
        <w:t xml:space="preserve"> </w:t>
      </w:r>
      <w:r w:rsidRPr="006F699D">
        <w:t>timeoffset,</w:t>
      </w:r>
      <w:r w:rsidR="00646BEC">
        <w:rPr>
          <w:noProof/>
          <w:lang w:eastAsia="ja-JP"/>
        </w:rPr>
        <w:t xml:space="preserve"> </w:t>
      </w:r>
      <w:r w:rsidRPr="006F699D">
        <w:rPr>
          <w:i/>
        </w:rPr>
        <w:t>g</w:t>
      </w:r>
      <w:r w:rsidRPr="006F699D">
        <w:t>0,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calculate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start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WUS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36.213</w:t>
      </w:r>
      <w:r w:rsidR="00646BEC">
        <w:t xml:space="preserve"> </w:t>
      </w:r>
      <w:r w:rsidR="006F699D" w:rsidRPr="006F699D">
        <w:t>[</w:t>
      </w:r>
      <w:r w:rsidRPr="006F699D">
        <w:t>6].</w:t>
      </w:r>
    </w:p>
    <w:p w14:paraId="38B92FD2" w14:textId="4530C938" w:rsidR="00834672" w:rsidRPr="006F699D" w:rsidRDefault="00834672" w:rsidP="00377BCE">
      <w:pPr>
        <w:pStyle w:val="Heading1"/>
      </w:pPr>
      <w:bookmarkStart w:id="302" w:name="_Toc29237945"/>
      <w:bookmarkStart w:id="303" w:name="_Toc46523062"/>
      <w:bookmarkStart w:id="304" w:name="_Toc100742640"/>
      <w:r w:rsidRPr="006F699D">
        <w:t>8</w:t>
      </w:r>
      <w:r w:rsidRPr="006F699D">
        <w:tab/>
        <w:t>Logged</w:t>
      </w:r>
      <w:r w:rsidR="00646BEC">
        <w:t xml:space="preserve"> </w:t>
      </w:r>
      <w:r w:rsidR="00612FE5" w:rsidRPr="006F699D">
        <w:t>measurements</w:t>
      </w:r>
      <w:bookmarkEnd w:id="302"/>
      <w:bookmarkEnd w:id="303"/>
      <w:bookmarkEnd w:id="304"/>
    </w:p>
    <w:p w14:paraId="336C6DAC" w14:textId="77B4AC20" w:rsidR="00834672" w:rsidRPr="006F699D" w:rsidRDefault="00834672" w:rsidP="00377BCE">
      <w:pPr>
        <w:rPr>
          <w:iCs/>
        </w:rPr>
      </w:pP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="00612FE5" w:rsidRPr="006F699D">
        <w:t>logging</w:t>
      </w:r>
      <w:r w:rsidR="00646BEC">
        <w:t xml:space="preserve"> </w:t>
      </w:r>
      <w:r w:rsidR="00612FE5" w:rsidRPr="006F699D">
        <w:t>of</w:t>
      </w:r>
      <w:r w:rsidR="00646BEC">
        <w:t xml:space="preserve"> </w:t>
      </w:r>
      <w:r w:rsidR="00612FE5" w:rsidRPr="006F699D">
        <w:t>measurement</w:t>
      </w:r>
      <w:r w:rsidR="00646BEC">
        <w:t xml:space="preserve"> </w:t>
      </w:r>
      <w:r w:rsidR="00612FE5" w:rsidRPr="006F699D">
        <w:t>results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mode</w:t>
      </w:r>
      <w:r w:rsidR="00646BEC">
        <w:t xml:space="preserve"> </w:t>
      </w:r>
      <w:r w:rsidRPr="006F699D">
        <w:t>with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i/>
          <w:iCs/>
        </w:rPr>
        <w:t>LoggedMeasurementConfiguration</w:t>
      </w:r>
      <w:r w:rsidR="00646BEC">
        <w:rPr>
          <w:i/>
          <w:iCs/>
        </w:rPr>
        <w:t xml:space="preserve"> </w:t>
      </w:r>
      <w:r w:rsidRPr="006F699D">
        <w:t>message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Pr="006F699D">
        <w:t>3]</w:t>
      </w:r>
      <w:r w:rsidRPr="006F699D">
        <w:rPr>
          <w:i/>
          <w:iCs/>
        </w:rPr>
        <w:t>.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Pr="006F699D">
        <w:t>configuration</w:t>
      </w:r>
      <w:r w:rsidR="00646BEC">
        <w:rPr>
          <w:iCs/>
        </w:rPr>
        <w:t xml:space="preserve"> </w:t>
      </w:r>
      <w:r w:rsidRPr="006F699D">
        <w:rPr>
          <w:iCs/>
        </w:rPr>
        <w:t>is</w:t>
      </w:r>
      <w:r w:rsidR="00646BEC">
        <w:rPr>
          <w:iCs/>
        </w:rPr>
        <w:t xml:space="preserve"> </w:t>
      </w:r>
      <w:r w:rsidRPr="006F699D">
        <w:rPr>
          <w:iCs/>
        </w:rPr>
        <w:t>valid</w:t>
      </w:r>
      <w:r w:rsidR="00646BEC">
        <w:rPr>
          <w:iCs/>
        </w:rPr>
        <w:t xml:space="preserve"> </w:t>
      </w:r>
      <w:r w:rsidRPr="006F699D">
        <w:rPr>
          <w:iCs/>
        </w:rPr>
        <w:t>while</w:t>
      </w:r>
      <w:r w:rsidR="00646BEC">
        <w:rPr>
          <w:iCs/>
        </w:rPr>
        <w:t xml:space="preserve"> </w:t>
      </w:r>
      <w:r w:rsidRPr="006F699D">
        <w:rPr>
          <w:iCs/>
        </w:rPr>
        <w:t>the</w:t>
      </w:r>
      <w:r w:rsidR="00646BEC">
        <w:rPr>
          <w:iCs/>
        </w:rPr>
        <w:t xml:space="preserve"> </w:t>
      </w:r>
      <w:r w:rsidRPr="006F699D">
        <w:rPr>
          <w:iCs/>
        </w:rPr>
        <w:t>logging</w:t>
      </w:r>
      <w:r w:rsidR="00646BEC">
        <w:rPr>
          <w:iCs/>
        </w:rPr>
        <w:t xml:space="preserve"> </w:t>
      </w:r>
      <w:r w:rsidRPr="006F699D">
        <w:rPr>
          <w:iCs/>
        </w:rPr>
        <w:t>duration</w:t>
      </w:r>
      <w:r w:rsidR="00646BEC">
        <w:rPr>
          <w:iCs/>
        </w:rPr>
        <w:t xml:space="preserve"> </w:t>
      </w:r>
      <w:r w:rsidRPr="006F699D">
        <w:rPr>
          <w:iCs/>
        </w:rPr>
        <w:t>timer</w:t>
      </w:r>
      <w:r w:rsidR="00646BEC">
        <w:rPr>
          <w:iCs/>
        </w:rPr>
        <w:t xml:space="preserve"> </w:t>
      </w:r>
      <w:r w:rsidRPr="006F699D">
        <w:rPr>
          <w:iCs/>
        </w:rPr>
        <w:t>is</w:t>
      </w:r>
      <w:r w:rsidR="00646BEC">
        <w:rPr>
          <w:iCs/>
        </w:rPr>
        <w:t xml:space="preserve"> </w:t>
      </w:r>
      <w:r w:rsidRPr="006F699D">
        <w:rPr>
          <w:iCs/>
        </w:rPr>
        <w:t>running.</w:t>
      </w:r>
    </w:p>
    <w:p w14:paraId="61B825EA" w14:textId="318D7EF3" w:rsidR="00612FE5" w:rsidRPr="006F699D" w:rsidRDefault="00612FE5" w:rsidP="00377BCE">
      <w:pPr>
        <w:rPr>
          <w:iCs/>
        </w:rPr>
      </w:pP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configuration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logged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measurements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valid,</w:t>
      </w:r>
      <w:r w:rsidR="00646BEC">
        <w:rPr>
          <w:lang w:eastAsia="ko-KR"/>
        </w:rPr>
        <w:t xml:space="preserve"> </w:t>
      </w:r>
      <w:r w:rsidRPr="006F699D">
        <w:rPr>
          <w:iCs/>
          <w:lang w:eastAsia="ko-KR"/>
        </w:rPr>
        <w:t>the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UE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shall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perform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logging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of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measurement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results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if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all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of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the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following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conditions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are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met</w:t>
      </w:r>
      <w:r w:rsidRPr="006F699D">
        <w:rPr>
          <w:iCs/>
        </w:rPr>
        <w:t>:</w:t>
      </w:r>
    </w:p>
    <w:p w14:paraId="70937851" w14:textId="220F398D" w:rsidR="00612FE5" w:rsidRPr="006F699D" w:rsidRDefault="00612FE5" w:rsidP="00377BCE">
      <w:pPr>
        <w:pStyle w:val="B1"/>
      </w:pPr>
      <w:r w:rsidRPr="006F699D">
        <w:t>-</w:t>
      </w:r>
      <w:r w:rsidRPr="006F699D">
        <w:tab/>
      </w:r>
      <w:r w:rsidR="00F22594" w:rsidRPr="006F699D">
        <w:t>T</w:t>
      </w:r>
      <w:r w:rsidRPr="006F699D">
        <w:rPr>
          <w:lang w:eastAsia="ko-KR"/>
        </w:rPr>
        <w:t>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i/>
          <w:lang w:eastAsia="ko-KR"/>
        </w:rPr>
        <w:t>camped</w:t>
      </w:r>
      <w:r w:rsidR="00646BEC">
        <w:rPr>
          <w:i/>
          <w:lang w:eastAsia="ko-KR"/>
        </w:rPr>
        <w:t xml:space="preserve"> </w:t>
      </w:r>
      <w:r w:rsidRPr="006F699D">
        <w:rPr>
          <w:i/>
          <w:lang w:eastAsia="ko-KR"/>
        </w:rPr>
        <w:t>normally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state</w:t>
      </w:r>
      <w:r w:rsidR="00646BEC">
        <w:rPr>
          <w:lang w:eastAsia="ko-KR"/>
        </w:rPr>
        <w:t xml:space="preserve"> </w:t>
      </w:r>
      <w:r w:rsidRPr="006F699D">
        <w:t>in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mode;</w:t>
      </w:r>
    </w:p>
    <w:p w14:paraId="647BB45C" w14:textId="41C55101" w:rsidR="00612FE5" w:rsidRPr="006F699D" w:rsidRDefault="00612FE5" w:rsidP="00377BCE">
      <w:pPr>
        <w:pStyle w:val="B1"/>
        <w:rPr>
          <w:i/>
          <w:iCs/>
          <w:lang w:eastAsia="ko-KR"/>
        </w:rPr>
      </w:pPr>
      <w:r w:rsidRPr="006F699D">
        <w:t>-</w:t>
      </w:r>
      <w:r w:rsidRPr="006F699D">
        <w:tab/>
      </w:r>
      <w:r w:rsidR="00D069FC" w:rsidRPr="006F699D">
        <w:t>The</w:t>
      </w:r>
      <w:r w:rsidR="00646BEC">
        <w:t xml:space="preserve"> </w:t>
      </w:r>
      <w:r w:rsidRPr="006F699D">
        <w:rPr>
          <w:lang w:eastAsia="ko-KR"/>
        </w:rPr>
        <w:t>RPLMN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same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RPLMN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point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time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rPr>
          <w:i/>
          <w:iCs/>
        </w:rPr>
        <w:t>LoggedMeasurementConfiguration</w:t>
      </w:r>
      <w:r w:rsidR="00646BEC">
        <w:rPr>
          <w:i/>
          <w:iCs/>
          <w:lang w:eastAsia="ko-KR"/>
        </w:rPr>
        <w:t xml:space="preserve"> </w:t>
      </w:r>
      <w:r w:rsidRPr="006F699D">
        <w:rPr>
          <w:iCs/>
          <w:lang w:eastAsia="ko-KR"/>
        </w:rPr>
        <w:t>message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reception</w:t>
      </w:r>
      <w:r w:rsidR="00D069FC" w:rsidRPr="006F699D">
        <w:t>,</w:t>
      </w:r>
      <w:r w:rsidR="00646BEC">
        <w:t xml:space="preserve"> </w:t>
      </w:r>
      <w:r w:rsidR="00D069FC" w:rsidRPr="006F699D">
        <w:t>or</w:t>
      </w:r>
      <w:r w:rsidR="00646BEC">
        <w:t xml:space="preserve"> </w:t>
      </w:r>
      <w:r w:rsidR="00D069FC" w:rsidRPr="006F699D">
        <w:t>is</w:t>
      </w:r>
      <w:r w:rsidR="00646BEC">
        <w:t xml:space="preserve"> </w:t>
      </w:r>
      <w:r w:rsidR="00D069FC" w:rsidRPr="006F699D">
        <w:t>present</w:t>
      </w:r>
      <w:r w:rsidR="00646BEC">
        <w:t xml:space="preserve"> </w:t>
      </w:r>
      <w:r w:rsidR="00D069FC" w:rsidRPr="006F699D">
        <w:t>in</w:t>
      </w:r>
      <w:r w:rsidR="00646BEC">
        <w:t xml:space="preserve"> </w:t>
      </w:r>
      <w:r w:rsidR="00D069FC" w:rsidRPr="006F699D">
        <w:t>the</w:t>
      </w:r>
      <w:r w:rsidR="00646BEC">
        <w:t xml:space="preserve"> </w:t>
      </w:r>
      <w:r w:rsidR="00D069FC" w:rsidRPr="006F699D">
        <w:rPr>
          <w:i/>
          <w:iCs/>
        </w:rPr>
        <w:t>plmn-IdentityList</w:t>
      </w:r>
      <w:r w:rsidR="00646BEC">
        <w:t xml:space="preserve"> </w:t>
      </w:r>
      <w:r w:rsidR="00D069FC" w:rsidRPr="006F699D">
        <w:t>(see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D069FC" w:rsidRPr="006F699D">
        <w:t>3])</w:t>
      </w:r>
      <w:r w:rsidR="00646BEC">
        <w:t xml:space="preserve"> </w:t>
      </w:r>
      <w:r w:rsidR="00D069FC" w:rsidRPr="006F699D">
        <w:t>if</w:t>
      </w:r>
      <w:r w:rsidR="00646BEC">
        <w:t xml:space="preserve"> </w:t>
      </w:r>
      <w:r w:rsidR="00D069FC" w:rsidRPr="006F699D">
        <w:t>configured</w:t>
      </w:r>
      <w:r w:rsidRPr="006F699D">
        <w:rPr>
          <w:iCs/>
          <w:lang w:eastAsia="ko-KR"/>
        </w:rPr>
        <w:t>;</w:t>
      </w:r>
    </w:p>
    <w:p w14:paraId="78C30DDA" w14:textId="60CDADCC" w:rsidR="00612FE5" w:rsidRPr="006F699D" w:rsidRDefault="00612FE5" w:rsidP="00377BCE">
      <w:pPr>
        <w:pStyle w:val="B1"/>
      </w:pPr>
      <w:r w:rsidRPr="006F699D">
        <w:rPr>
          <w:i/>
          <w:iCs/>
          <w:lang w:eastAsia="ko-KR"/>
        </w:rPr>
        <w:t>-</w:t>
      </w:r>
      <w:r w:rsidRPr="006F699D">
        <w:rPr>
          <w:i/>
          <w:iCs/>
          <w:lang w:eastAsia="ko-KR"/>
        </w:rPr>
        <w:tab/>
      </w:r>
      <w:r w:rsidR="00F22594" w:rsidRPr="006F699D">
        <w:rPr>
          <w:iCs/>
          <w:lang w:eastAsia="ko-KR"/>
        </w:rPr>
        <w:t>T</w:t>
      </w:r>
      <w:r w:rsidRPr="006F699D">
        <w:rPr>
          <w:iCs/>
          <w:lang w:eastAsia="ko-KR"/>
        </w:rPr>
        <w:t>he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UE</w:t>
      </w:r>
      <w:r w:rsidR="00646BEC">
        <w:rPr>
          <w:iCs/>
          <w:lang w:eastAsia="ko-KR"/>
        </w:rPr>
        <w:t xml:space="preserve"> </w:t>
      </w:r>
      <w:r w:rsidRPr="006F699D">
        <w:rPr>
          <w:iCs/>
          <w:lang w:eastAsia="ko-KR"/>
        </w:rPr>
        <w:t>is</w:t>
      </w:r>
      <w:r w:rsidR="00646BEC">
        <w:rPr>
          <w:i/>
          <w:iCs/>
          <w:lang w:eastAsia="ko-KR"/>
        </w:rPr>
        <w:t xml:space="preserve"> </w:t>
      </w:r>
      <w:r w:rsidRPr="006F699D">
        <w:t>camped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belonging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i/>
          <w:iCs/>
        </w:rPr>
        <w:t>areaConfiguration</w:t>
      </w:r>
      <w:r w:rsidR="00646BEC">
        <w:t xml:space="preserve"> </w:t>
      </w:r>
      <w:r w:rsidRPr="006F699D">
        <w:t>(see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Pr="006F699D">
        <w:t>3]),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configured;</w:t>
      </w:r>
    </w:p>
    <w:p w14:paraId="6DF75BA1" w14:textId="1D16B594" w:rsidR="00B22B57" w:rsidRPr="006F699D" w:rsidRDefault="00612FE5" w:rsidP="00377BCE">
      <w:pPr>
        <w:pStyle w:val="B1"/>
        <w:rPr>
          <w:lang w:eastAsia="ja-JP"/>
        </w:rPr>
      </w:pPr>
      <w:r w:rsidRPr="006F699D">
        <w:t>-</w:t>
      </w:r>
      <w:r w:rsidRPr="006F699D">
        <w:tab/>
      </w:r>
      <w:r w:rsidR="00F22594" w:rsidRPr="006F699D">
        <w:rPr>
          <w:lang w:eastAsia="ko-KR"/>
        </w:rPr>
        <w:t>T</w:t>
      </w:r>
      <w:r w:rsidRPr="006F699D">
        <w:rPr>
          <w:lang w:eastAsia="ko-KR"/>
        </w:rPr>
        <w:t>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camped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t>the</w:t>
      </w:r>
      <w:r w:rsidR="00646BEC">
        <w:t xml:space="preserve"> </w:t>
      </w:r>
      <w:r w:rsidRPr="006F699D">
        <w:t>RAT</w:t>
      </w:r>
      <w:r w:rsidR="00646BEC">
        <w:t xml:space="preserve"> </w:t>
      </w:r>
      <w:r w:rsidRPr="006F699D">
        <w:t>where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logged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configuration</w:t>
      </w:r>
      <w:r w:rsidR="00646BEC">
        <w:t xml:space="preserve"> </w:t>
      </w:r>
      <w:r w:rsidRPr="006F699D">
        <w:t>was</w:t>
      </w:r>
      <w:r w:rsidR="00646BEC">
        <w:t xml:space="preserve"> </w:t>
      </w:r>
      <w:r w:rsidRPr="006F699D">
        <w:t>received</w:t>
      </w:r>
      <w:r w:rsidR="00612A11" w:rsidRPr="006F699D">
        <w:rPr>
          <w:rFonts w:eastAsia="SimSun"/>
          <w:lang w:eastAsia="zh-CN"/>
        </w:rPr>
        <w:t>;</w:t>
      </w:r>
    </w:p>
    <w:p w14:paraId="45831E02" w14:textId="3A468C3B" w:rsidR="00612A11" w:rsidRPr="006F699D" w:rsidRDefault="00B22B57" w:rsidP="00612A11">
      <w:pPr>
        <w:pStyle w:val="B1"/>
        <w:ind w:left="567" w:hanging="283"/>
        <w:rPr>
          <w:rFonts w:eastAsia="SimSun"/>
          <w:lang w:eastAsia="zh-CN"/>
        </w:rPr>
      </w:pPr>
      <w:r w:rsidRPr="006F699D">
        <w:t>-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receives</w:t>
      </w:r>
      <w:r w:rsidR="00646BEC">
        <w:t xml:space="preserve"> </w:t>
      </w:r>
      <w:r w:rsidRPr="006F699D">
        <w:t>MBMS</w:t>
      </w:r>
      <w:r w:rsidR="00646BEC">
        <w:t xml:space="preserve"> </w:t>
      </w:r>
      <w:r w:rsidRPr="006F699D">
        <w:t>service</w:t>
      </w:r>
      <w:r w:rsidR="00646BEC">
        <w:t xml:space="preserve"> </w:t>
      </w:r>
      <w:r w:rsidRPr="006F699D">
        <w:t>from</w:t>
      </w:r>
      <w:r w:rsidR="00646BEC">
        <w:t xml:space="preserve"> </w:t>
      </w:r>
      <w:r w:rsidRPr="006F699D">
        <w:t>MBSFN</w:t>
      </w:r>
      <w:r w:rsidR="00646BEC">
        <w:t xml:space="preserve"> </w:t>
      </w:r>
      <w:r w:rsidRPr="006F699D">
        <w:t>area(s)</w:t>
      </w:r>
      <w:r w:rsidR="00646BEC">
        <w:t xml:space="preserve"> </w:t>
      </w:r>
      <w:r w:rsidRPr="006F699D">
        <w:t>belonging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rPr>
          <w:bCs/>
          <w:i/>
        </w:rPr>
        <w:t>targetMBSFN-AreaList</w:t>
      </w:r>
      <w:r w:rsidRPr="006F699D">
        <w:t>,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included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logged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configuration</w:t>
      </w:r>
      <w:r w:rsidR="00612A11" w:rsidRPr="006F699D">
        <w:rPr>
          <w:rFonts w:eastAsia="SimSun"/>
          <w:lang w:eastAsia="zh-CN"/>
        </w:rPr>
        <w:t>;</w:t>
      </w:r>
    </w:p>
    <w:p w14:paraId="52230991" w14:textId="5D6F543A" w:rsidR="00E70010" w:rsidRPr="006F699D" w:rsidRDefault="00612A11" w:rsidP="00E70010">
      <w:pPr>
        <w:pStyle w:val="B1"/>
        <w:ind w:left="567" w:hanging="283"/>
        <w:rPr>
          <w:rFonts w:eastAsia="SimSun"/>
          <w:lang w:eastAsia="zh-CN"/>
        </w:rPr>
      </w:pPr>
      <w:r w:rsidRPr="006F699D">
        <w:rPr>
          <w:rFonts w:eastAsia="SimSun"/>
          <w:lang w:eastAsia="zh-CN"/>
        </w:rPr>
        <w:t>-</w:t>
      </w:r>
      <w:r w:rsidRPr="006F699D">
        <w:rPr>
          <w:rFonts w:eastAsia="SimSun"/>
          <w:lang w:eastAsia="zh-CN"/>
        </w:rPr>
        <w:tab/>
        <w:t>The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IDC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capable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UE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does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not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detect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the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presence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in-device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coexistence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interference.</w:t>
      </w:r>
    </w:p>
    <w:p w14:paraId="2532ED86" w14:textId="56F43FA9" w:rsidR="00B22B57" w:rsidRPr="006F699D" w:rsidRDefault="00E70010" w:rsidP="00E70010">
      <w:pPr>
        <w:rPr>
          <w:lang w:eastAsia="ja-JP"/>
        </w:rPr>
      </w:pPr>
      <w:r w:rsidRPr="006F699D">
        <w:rPr>
          <w:lang w:eastAsia="zh-CN"/>
        </w:rPr>
        <w:t>If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configuration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logged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measurements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valid,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but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any</w:t>
      </w:r>
      <w:r w:rsidR="00646BEC">
        <w:rPr>
          <w:i/>
          <w:lang w:eastAsia="zh-CN"/>
        </w:rPr>
        <w:t xml:space="preserve"> </w:t>
      </w:r>
      <w:r w:rsidRPr="006F699D">
        <w:rPr>
          <w:i/>
          <w:lang w:eastAsia="zh-CN"/>
        </w:rPr>
        <w:t>cell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selection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state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RRC_IDLE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mode,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logging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of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available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information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(i.e.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least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indicator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Pr="006F699D">
        <w:rPr>
          <w:i/>
          <w:lang w:eastAsia="zh-CN"/>
        </w:rPr>
        <w:t>any</w:t>
      </w:r>
      <w:r w:rsidR="00646BEC">
        <w:rPr>
          <w:i/>
          <w:lang w:eastAsia="zh-CN"/>
        </w:rPr>
        <w:t xml:space="preserve"> </w:t>
      </w:r>
      <w:r w:rsidRPr="006F699D">
        <w:rPr>
          <w:i/>
          <w:lang w:eastAsia="zh-CN"/>
        </w:rPr>
        <w:t>cell</w:t>
      </w:r>
      <w:r w:rsidR="00646BEC">
        <w:rPr>
          <w:i/>
          <w:lang w:eastAsia="zh-CN"/>
        </w:rPr>
        <w:t xml:space="preserve"> </w:t>
      </w:r>
      <w:r w:rsidRPr="006F699D">
        <w:rPr>
          <w:i/>
          <w:lang w:eastAsia="zh-CN"/>
        </w:rPr>
        <w:t>selection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state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time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stamp).</w:t>
      </w:r>
    </w:p>
    <w:p w14:paraId="2DCEEC19" w14:textId="61B0A447" w:rsidR="00612FE5" w:rsidRPr="006F699D" w:rsidRDefault="00B22B57" w:rsidP="00377BCE"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configuration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logged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MBSFN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measurements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valid,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shall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logging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of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lang w:eastAsia="ko-KR"/>
        </w:rPr>
        <w:t>measurement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results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RRC_CONNECTED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addition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RRC_IDLE,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described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36.331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[</w:t>
      </w:r>
      <w:r w:rsidRPr="006F699D">
        <w:rPr>
          <w:lang w:eastAsia="ko-KR"/>
        </w:rPr>
        <w:t>3].</w:t>
      </w:r>
    </w:p>
    <w:p w14:paraId="76443A52" w14:textId="21BA9521" w:rsidR="00834672" w:rsidRPr="006F699D" w:rsidRDefault="00834672" w:rsidP="00377BCE">
      <w:r w:rsidRPr="006F699D">
        <w:t>Otherwise,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="00612FE5" w:rsidRPr="006F699D">
        <w:t>logging</w:t>
      </w:r>
      <w:r w:rsidR="00646BEC">
        <w:t xml:space="preserve"> </w:t>
      </w:r>
      <w:r w:rsidR="00612FE5" w:rsidRPr="006F699D">
        <w:t>of</w:t>
      </w:r>
      <w:r w:rsidR="00646BEC">
        <w:t xml:space="preserve"> </w:t>
      </w:r>
      <w:r w:rsidR="00612FE5" w:rsidRPr="006F699D">
        <w:t>measurement</w:t>
      </w:r>
      <w:r w:rsidR="00646BEC">
        <w:t xml:space="preserve"> </w:t>
      </w:r>
      <w:r w:rsidR="00612FE5" w:rsidRPr="006F699D">
        <w:t>results</w:t>
      </w:r>
      <w:r w:rsidR="00646BEC">
        <w:t xml:space="preserve"> </w:t>
      </w:r>
      <w:r w:rsidR="00612FE5" w:rsidRPr="006F699D">
        <w:t>shall</w:t>
      </w:r>
      <w:r w:rsidR="00646BEC">
        <w:t xml:space="preserve"> </w:t>
      </w:r>
      <w:r w:rsidR="00612FE5" w:rsidRPr="006F699D">
        <w:t>be</w:t>
      </w:r>
      <w:r w:rsidR="00646BEC">
        <w:t xml:space="preserve"> </w:t>
      </w:r>
      <w:r w:rsidR="00612FE5" w:rsidRPr="006F699D">
        <w:t>suspended</w:t>
      </w:r>
      <w:r w:rsidRPr="006F699D">
        <w:t>.</w:t>
      </w:r>
    </w:p>
    <w:p w14:paraId="327E4151" w14:textId="10D94A07" w:rsidR="00982A43" w:rsidRPr="006F699D" w:rsidRDefault="00612FE5" w:rsidP="002F30E7">
      <w:pPr>
        <w:pStyle w:val="NO"/>
      </w:pPr>
      <w:r w:rsidRPr="006F699D">
        <w:t>NOTE:</w:t>
      </w:r>
      <w:r w:rsidRPr="006F699D">
        <w:tab/>
        <w:t>Even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logging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results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suspended,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logging</w:t>
      </w:r>
      <w:r w:rsidR="00646BEC">
        <w:t xml:space="preserve"> </w:t>
      </w:r>
      <w:r w:rsidRPr="006F699D">
        <w:t>duration</w:t>
      </w:r>
      <w:r w:rsidR="00646BEC">
        <w:t xml:space="preserve"> </w:t>
      </w:r>
      <w:r w:rsidRPr="006F699D">
        <w:t>timer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time</w:t>
      </w:r>
      <w:r w:rsidR="00646BEC">
        <w:t xml:space="preserve"> </w:t>
      </w:r>
      <w:r w:rsidRPr="006F699D">
        <w:t>stamp</w:t>
      </w:r>
      <w:r w:rsidR="00646BEC">
        <w:t xml:space="preserve"> </w:t>
      </w:r>
      <w:r w:rsidRPr="006F699D">
        <w:t>will</w:t>
      </w:r>
      <w:r w:rsidR="00646BEC">
        <w:t xml:space="preserve"> </w:t>
      </w:r>
      <w:r w:rsidRPr="006F699D">
        <w:t>continue,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logged</w:t>
      </w:r>
      <w:r w:rsidR="00646BEC">
        <w:t xml:space="preserve"> </w:t>
      </w:r>
      <w:r w:rsidRPr="006F699D">
        <w:t>measurement</w:t>
      </w:r>
      <w:r w:rsidR="00646BEC">
        <w:t xml:space="preserve"> </w:t>
      </w:r>
      <w:r w:rsidRPr="006F699D">
        <w:t>configuration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corresponding</w:t>
      </w:r>
      <w:r w:rsidR="00646BEC">
        <w:t xml:space="preserve"> </w:t>
      </w:r>
      <w:r w:rsidRPr="006F699D">
        <w:t>log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kept.</w:t>
      </w:r>
    </w:p>
    <w:p w14:paraId="309C9F10" w14:textId="58C60916" w:rsidR="00982A43" w:rsidRPr="006F699D" w:rsidRDefault="00982A43" w:rsidP="00377BCE">
      <w:pPr>
        <w:pStyle w:val="Heading1"/>
        <w:rPr>
          <w:rFonts w:eastAsia="SimSun"/>
          <w:lang w:eastAsia="zh-CN"/>
        </w:rPr>
      </w:pPr>
      <w:bookmarkStart w:id="305" w:name="_Toc29237946"/>
      <w:bookmarkStart w:id="306" w:name="_Toc46523063"/>
      <w:bookmarkStart w:id="307" w:name="_Toc100742641"/>
      <w:r w:rsidRPr="006F699D">
        <w:rPr>
          <w:rFonts w:eastAsia="SimSun"/>
          <w:lang w:eastAsia="zh-CN"/>
        </w:rPr>
        <w:t>9</w:t>
      </w:r>
      <w:r w:rsidRPr="006F699D">
        <w:tab/>
      </w:r>
      <w:r w:rsidRPr="006F699D">
        <w:rPr>
          <w:rFonts w:eastAsia="SimSun"/>
          <w:lang w:eastAsia="zh-CN"/>
        </w:rPr>
        <w:t>Accessibility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measurements</w:t>
      </w:r>
      <w:bookmarkEnd w:id="305"/>
      <w:bookmarkEnd w:id="306"/>
      <w:bookmarkEnd w:id="307"/>
    </w:p>
    <w:p w14:paraId="038EEC1A" w14:textId="5EDBAD9B" w:rsidR="00982A43" w:rsidRPr="006F699D" w:rsidRDefault="00982A43" w:rsidP="00377BC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logs</w:t>
      </w:r>
      <w:r w:rsidR="00646BEC">
        <w:t xml:space="preserve"> </w:t>
      </w:r>
      <w:r w:rsidRPr="006F699D">
        <w:t>failure</w:t>
      </w:r>
      <w:r w:rsidR="00646BEC">
        <w:t xml:space="preserve"> </w:t>
      </w:r>
      <w:r w:rsidRPr="006F699D">
        <w:t>information</w:t>
      </w:r>
      <w:r w:rsidR="00646BEC">
        <w:t xml:space="preserve"> </w:t>
      </w:r>
      <w:r w:rsidRPr="006F699D">
        <w:t>when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RRC</w:t>
      </w:r>
      <w:r w:rsidR="00646BEC">
        <w:t xml:space="preserve"> </w:t>
      </w:r>
      <w:r w:rsidRPr="006F699D">
        <w:t>connection</w:t>
      </w:r>
      <w:r w:rsidR="00646BEC">
        <w:t xml:space="preserve"> </w:t>
      </w:r>
      <w:r w:rsidRPr="006F699D">
        <w:t>establishment</w:t>
      </w:r>
      <w:r w:rsidR="00646BEC">
        <w:t xml:space="preserve"> </w:t>
      </w:r>
      <w:r w:rsidRPr="006F699D">
        <w:t>procedure</w:t>
      </w:r>
      <w:r w:rsidR="00646BEC">
        <w:t xml:space="preserve"> </w:t>
      </w:r>
      <w:r w:rsidRPr="006F699D">
        <w:t>fails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Pr="006F699D">
        <w:t>3].</w:t>
      </w:r>
    </w:p>
    <w:p w14:paraId="1D045945" w14:textId="62D8ACF4" w:rsidR="006B5645" w:rsidRPr="006F699D" w:rsidRDefault="006B5645" w:rsidP="00377BCE">
      <w:pPr>
        <w:pStyle w:val="Heading1"/>
        <w:rPr>
          <w:rFonts w:eastAsia="SimSun"/>
          <w:lang w:eastAsia="zh-CN"/>
        </w:rPr>
      </w:pPr>
      <w:bookmarkStart w:id="308" w:name="_Toc29237947"/>
      <w:bookmarkStart w:id="309" w:name="_Toc46523064"/>
      <w:bookmarkStart w:id="310" w:name="_Toc100742642"/>
      <w:r w:rsidRPr="006F699D">
        <w:rPr>
          <w:rFonts w:eastAsia="SimSun"/>
          <w:lang w:eastAsia="zh-CN"/>
        </w:rPr>
        <w:t>10</w:t>
      </w:r>
      <w:r w:rsidRPr="006F699D">
        <w:rPr>
          <w:rFonts w:eastAsia="SimSun"/>
          <w:lang w:eastAsia="zh-CN"/>
        </w:rPr>
        <w:tab/>
        <w:t>Mobility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History</w:t>
      </w:r>
      <w:r w:rsidR="00646BEC">
        <w:rPr>
          <w:rFonts w:eastAsia="SimSun"/>
          <w:lang w:eastAsia="zh-CN"/>
        </w:rPr>
        <w:t xml:space="preserve"> </w:t>
      </w:r>
      <w:r w:rsidRPr="006F699D">
        <w:rPr>
          <w:rFonts w:eastAsia="SimSun"/>
          <w:lang w:eastAsia="zh-CN"/>
        </w:rPr>
        <w:t>Information</w:t>
      </w:r>
      <w:bookmarkEnd w:id="308"/>
      <w:bookmarkEnd w:id="309"/>
      <w:bookmarkEnd w:id="310"/>
    </w:p>
    <w:p w14:paraId="4AE16BE8" w14:textId="08AB8CC7" w:rsidR="006B5645" w:rsidRPr="006F699D" w:rsidRDefault="006B5645" w:rsidP="00377BCE"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stores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history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cells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TS</w:t>
      </w:r>
      <w:r w:rsidR="00646BEC">
        <w:t xml:space="preserve"> </w:t>
      </w:r>
      <w:r w:rsidRPr="006F699D">
        <w:t>36.331[3].</w:t>
      </w:r>
    </w:p>
    <w:p w14:paraId="44F573D4" w14:textId="352214D0" w:rsidR="00ED53A2" w:rsidRPr="006F699D" w:rsidRDefault="00ED53A2" w:rsidP="00377BCE">
      <w:pPr>
        <w:pStyle w:val="Heading1"/>
        <w:rPr>
          <w:lang w:eastAsia="ko-KR"/>
        </w:rPr>
      </w:pPr>
      <w:bookmarkStart w:id="311" w:name="_Toc29237948"/>
      <w:bookmarkStart w:id="312" w:name="_Toc46523065"/>
      <w:bookmarkStart w:id="313" w:name="_Toc100742643"/>
      <w:r w:rsidRPr="006F699D">
        <w:rPr>
          <w:lang w:eastAsia="ko-KR"/>
        </w:rPr>
        <w:lastRenderedPageBreak/>
        <w:t>11</w:t>
      </w:r>
      <w:r w:rsidRPr="006F699D">
        <w:tab/>
      </w:r>
      <w:r w:rsidR="00664A93" w:rsidRPr="006F699D">
        <w:rPr>
          <w:rFonts w:eastAsia="Malgun Gothic"/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operation</w:t>
      </w:r>
      <w:bookmarkEnd w:id="311"/>
      <w:bookmarkEnd w:id="312"/>
      <w:bookmarkEnd w:id="313"/>
    </w:p>
    <w:p w14:paraId="17696FF9" w14:textId="30549078" w:rsidR="00ED53A2" w:rsidRPr="006F699D" w:rsidRDefault="00ED53A2" w:rsidP="00377BCE">
      <w:pPr>
        <w:pStyle w:val="Heading2"/>
      </w:pPr>
      <w:bookmarkStart w:id="314" w:name="_Toc29237949"/>
      <w:bookmarkStart w:id="315" w:name="_Toc46523066"/>
      <w:bookmarkStart w:id="316" w:name="_Toc100742644"/>
      <w:r w:rsidRPr="006F699D">
        <w:rPr>
          <w:lang w:eastAsia="ko-KR"/>
        </w:rPr>
        <w:t>11.1</w:t>
      </w:r>
      <w:r w:rsidRPr="006F699D">
        <w:rPr>
          <w:lang w:eastAsia="ko-KR"/>
        </w:rPr>
        <w:tab/>
      </w:r>
      <w:r w:rsidR="00664A93" w:rsidRPr="006F699D">
        <w:rPr>
          <w:rFonts w:eastAsia="Malgun Gothic"/>
          <w:lang w:eastAsia="ko-KR"/>
        </w:rPr>
        <w:t>S</w:t>
      </w:r>
      <w:r w:rsidR="00664A93" w:rsidRPr="006F699D">
        <w:t>idelink</w:t>
      </w:r>
      <w:r w:rsidR="00646BEC">
        <w:t xml:space="preserve"> </w:t>
      </w:r>
      <w:r w:rsidR="00664A93" w:rsidRPr="006F699D">
        <w:t>communication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communication</w:t>
      </w:r>
      <w:bookmarkEnd w:id="314"/>
      <w:bookmarkEnd w:id="315"/>
      <w:bookmarkEnd w:id="316"/>
    </w:p>
    <w:p w14:paraId="42F962C6" w14:textId="6396791C" w:rsidR="00ED53A2" w:rsidRPr="006F699D" w:rsidRDefault="00ED53A2" w:rsidP="00377BCE">
      <w:pPr>
        <w:rPr>
          <w:i/>
          <w:noProof/>
          <w:kern w:val="2"/>
          <w:lang w:eastAsia="ko-KR"/>
        </w:rPr>
      </w:pP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may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transmit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receive</w:t>
      </w:r>
      <w:r w:rsidR="00646BEC">
        <w:rPr>
          <w:lang w:eastAsia="ko-KR"/>
        </w:rPr>
        <w:t xml:space="preserve"> </w:t>
      </w:r>
      <w:r w:rsidR="00664A93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664A93" w:rsidRPr="006F699D">
        <w:rPr>
          <w:lang w:eastAsia="ko-KR"/>
        </w:rPr>
        <w:t>communication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fulfils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condition(s)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defined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36.331</w:t>
      </w:r>
      <w:r w:rsidR="00646BEC">
        <w:rPr>
          <w:lang w:eastAsia="ko-KR"/>
        </w:rPr>
        <w:t xml:space="preserve"> </w:t>
      </w:r>
      <w:r w:rsidR="006F699D" w:rsidRPr="006F699D">
        <w:t>[</w:t>
      </w:r>
      <w:r w:rsidRPr="006F699D">
        <w:rPr>
          <w:lang w:eastAsia="ko-KR"/>
        </w:rPr>
        <w:t>3</w:t>
      </w:r>
      <w:r w:rsidRPr="006F699D">
        <w:t>,</w:t>
      </w:r>
      <w:r w:rsidR="00646BEC">
        <w:t xml:space="preserve"> </w:t>
      </w:r>
      <w:r w:rsidRPr="006F699D">
        <w:rPr>
          <w:lang w:eastAsia="ko-KR"/>
        </w:rPr>
        <w:t>5.</w:t>
      </w:r>
      <w:r w:rsidR="000D360A" w:rsidRPr="006F699D">
        <w:rPr>
          <w:lang w:eastAsia="ko-KR"/>
        </w:rPr>
        <w:t>10</w:t>
      </w:r>
      <w:r w:rsidRPr="006F699D">
        <w:rPr>
          <w:lang w:eastAsia="ko-KR"/>
        </w:rPr>
        <w:t>.1a</w:t>
      </w:r>
      <w:r w:rsidRPr="006F699D">
        <w:t>]</w:t>
      </w:r>
      <w:r w:rsidRPr="006F699D">
        <w:rPr>
          <w:lang w:eastAsia="ko-KR"/>
        </w:rPr>
        <w:t>.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may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transmit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receive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V2X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communication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it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fulfils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condition(s)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defined</w:t>
      </w:r>
      <w:r w:rsidR="00646BEC">
        <w:rPr>
          <w:lang w:eastAsia="ko-KR"/>
        </w:rPr>
        <w:t xml:space="preserve"> </w:t>
      </w:r>
      <w:r w:rsidR="00F12EFF"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36.331</w:t>
      </w:r>
      <w:r w:rsidR="00646BEC">
        <w:rPr>
          <w:lang w:eastAsia="ko-KR"/>
        </w:rPr>
        <w:t xml:space="preserve"> </w:t>
      </w:r>
      <w:r w:rsidR="006F699D" w:rsidRPr="006F699D">
        <w:t>[</w:t>
      </w:r>
      <w:r w:rsidR="00F12EFF" w:rsidRPr="006F699D">
        <w:rPr>
          <w:lang w:eastAsia="ko-KR"/>
        </w:rPr>
        <w:t>3</w:t>
      </w:r>
      <w:r w:rsidR="00F12EFF" w:rsidRPr="006F699D">
        <w:t>,</w:t>
      </w:r>
      <w:r w:rsidR="00646BEC">
        <w:t xml:space="preserve"> </w:t>
      </w:r>
      <w:r w:rsidR="00F12EFF" w:rsidRPr="006F699D">
        <w:rPr>
          <w:lang w:eastAsia="ko-KR"/>
        </w:rPr>
        <w:t>5.10.1</w:t>
      </w:r>
      <w:r w:rsidR="00F12EFF" w:rsidRPr="006F699D">
        <w:rPr>
          <w:lang w:eastAsia="zh-CN"/>
        </w:rPr>
        <w:t>d</w:t>
      </w:r>
      <w:r w:rsidR="00F12EFF" w:rsidRPr="006F699D">
        <w:t>]</w:t>
      </w:r>
      <w:r w:rsidR="00F12EFF" w:rsidRPr="006F699D">
        <w:rPr>
          <w:lang w:eastAsia="ko-KR"/>
        </w:rPr>
        <w:t>.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When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in-coverage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664A93" w:rsidRPr="006F699D">
        <w:rPr>
          <w:rFonts w:eastAsia="Malgun Gothic"/>
          <w:lang w:eastAsia="ko-KR"/>
        </w:rPr>
        <w:t>sidelink</w:t>
      </w:r>
      <w:r w:rsidR="00646BEC">
        <w:rPr>
          <w:rFonts w:eastAsia="Malgun Gothic"/>
          <w:lang w:eastAsia="ko-KR"/>
        </w:rPr>
        <w:t xml:space="preserve"> </w:t>
      </w:r>
      <w:r w:rsidR="00664A93" w:rsidRPr="006F699D">
        <w:rPr>
          <w:lang w:eastAsia="ko-KR"/>
        </w:rPr>
        <w:t>operation</w:t>
      </w:r>
      <w:r w:rsidR="00646BEC">
        <w:rPr>
          <w:rFonts w:eastAsia="Malgun Gothic"/>
          <w:lang w:eastAsia="ko-KR"/>
        </w:rPr>
        <w:t xml:space="preserve"> </w:t>
      </w:r>
      <w:r w:rsidRPr="006F699D">
        <w:rPr>
          <w:lang w:eastAsia="ko-KR"/>
        </w:rPr>
        <w:t>as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defined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8B3B0A" w:rsidRPr="006F699D">
        <w:rPr>
          <w:lang w:eastAsia="ko-KR"/>
        </w:rPr>
        <w:t>clause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11.4,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may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664A93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664A93" w:rsidRPr="006F699D">
        <w:rPr>
          <w:lang w:eastAsia="ko-KR"/>
        </w:rPr>
        <w:t>communication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according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Pr="006F699D">
        <w:rPr>
          <w:i/>
          <w:lang w:eastAsia="ko-KR"/>
        </w:rPr>
        <w:t>SystemInformationBlockType18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7D25B5" w:rsidRPr="006F699D">
        <w:rPr>
          <w:lang w:eastAsia="ko-KR"/>
        </w:rPr>
        <w:t>perform</w:t>
      </w:r>
      <w:r w:rsidR="00646BEC">
        <w:rPr>
          <w:lang w:eastAsia="zh-CN"/>
        </w:rPr>
        <w:t xml:space="preserve"> </w:t>
      </w:r>
      <w:r w:rsidR="007D25B5"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7D25B5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7D25B5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communication</w:t>
      </w:r>
      <w:r w:rsidR="00646BEC">
        <w:rPr>
          <w:lang w:eastAsia="zh-CN"/>
        </w:rPr>
        <w:t xml:space="preserve"> </w:t>
      </w:r>
      <w:r w:rsidR="007D25B5" w:rsidRPr="006F699D">
        <w:rPr>
          <w:lang w:eastAsia="ko-KR"/>
        </w:rPr>
        <w:t>according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to</w:t>
      </w:r>
      <w:r w:rsidR="00646BEC">
        <w:rPr>
          <w:lang w:eastAsia="zh-CN"/>
        </w:rPr>
        <w:t xml:space="preserve"> </w:t>
      </w:r>
      <w:r w:rsidR="007D25B5" w:rsidRPr="006F699D">
        <w:rPr>
          <w:i/>
          <w:lang w:eastAsia="ko-KR"/>
        </w:rPr>
        <w:t>SystemInformationBlockType</w:t>
      </w:r>
      <w:r w:rsidR="007D25B5" w:rsidRPr="006F699D">
        <w:rPr>
          <w:i/>
          <w:lang w:eastAsia="zh-CN"/>
        </w:rPr>
        <w:t>2</w:t>
      </w:r>
      <w:r w:rsidR="007D25B5" w:rsidRPr="006F699D">
        <w:rPr>
          <w:i/>
          <w:lang w:eastAsia="ko-KR"/>
        </w:rPr>
        <w:t>1</w:t>
      </w:r>
      <w:r w:rsidR="00646BEC">
        <w:rPr>
          <w:lang w:eastAsia="ko-KR"/>
        </w:rPr>
        <w:t xml:space="preserve"> </w:t>
      </w:r>
      <w:r w:rsidR="007D57E9"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="007D57E9" w:rsidRPr="006F699D">
        <w:rPr>
          <w:i/>
          <w:lang w:eastAsia="ko-KR"/>
        </w:rPr>
        <w:t>SystemInformationBlockType</w:t>
      </w:r>
      <w:r w:rsidR="007D57E9" w:rsidRPr="006F699D">
        <w:rPr>
          <w:i/>
          <w:lang w:eastAsia="zh-CN"/>
        </w:rPr>
        <w:t>2</w:t>
      </w:r>
      <w:r w:rsidR="007D57E9" w:rsidRPr="006F699D">
        <w:rPr>
          <w:i/>
          <w:lang w:eastAsia="ko-KR"/>
        </w:rPr>
        <w:t>6</w:t>
      </w:r>
      <w:r w:rsidRPr="006F699D">
        <w:rPr>
          <w:i/>
          <w:lang w:eastAsia="ko-KR"/>
        </w:rPr>
        <w:t>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when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out-of-coverage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664A93" w:rsidRPr="006F699D">
        <w:rPr>
          <w:rFonts w:eastAsia="Malgun Gothic"/>
          <w:lang w:eastAsia="ko-KR"/>
        </w:rPr>
        <w:t>sidelink</w:t>
      </w:r>
      <w:r w:rsidRPr="006F699D">
        <w:rPr>
          <w:lang w:eastAsia="ko-KR"/>
        </w:rPr>
        <w:t>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may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664A93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664A93" w:rsidRPr="006F699D">
        <w:rPr>
          <w:lang w:eastAsia="ko-KR"/>
        </w:rPr>
        <w:t>communication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according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="00664A93" w:rsidRPr="006F699D">
        <w:rPr>
          <w:i/>
        </w:rPr>
        <w:t>SL-Preconfiguration</w:t>
      </w:r>
      <w:r w:rsidR="00646BEC">
        <w:rPr>
          <w:noProof/>
          <w:kern w:val="2"/>
          <w:lang w:eastAsia="zh-CN"/>
        </w:rPr>
        <w:t xml:space="preserve"> </w:t>
      </w:r>
      <w:r w:rsidR="00F12EFF" w:rsidRPr="006F699D">
        <w:rPr>
          <w:noProof/>
          <w:kern w:val="2"/>
          <w:lang w:eastAsia="zh-CN"/>
        </w:rPr>
        <w:t>or</w:t>
      </w:r>
      <w:r w:rsidR="00646BEC">
        <w:rPr>
          <w:noProof/>
          <w:kern w:val="2"/>
          <w:lang w:eastAsia="zh-CN"/>
        </w:rPr>
        <w:t xml:space="preserve"> </w:t>
      </w:r>
      <w:r w:rsidR="00F12EFF" w:rsidRPr="006F699D">
        <w:rPr>
          <w:noProof/>
          <w:kern w:val="2"/>
          <w:lang w:eastAsia="zh-CN"/>
        </w:rPr>
        <w:t>perform</w:t>
      </w:r>
      <w:r w:rsidR="00646BEC">
        <w:rPr>
          <w:noProof/>
          <w:kern w:val="2"/>
          <w:lang w:eastAsia="zh-CN"/>
        </w:rPr>
        <w:t xml:space="preserve"> </w:t>
      </w:r>
      <w:r w:rsidR="00F12EFF" w:rsidRPr="006F699D">
        <w:rPr>
          <w:noProof/>
          <w:kern w:val="2"/>
          <w:lang w:eastAsia="zh-CN"/>
        </w:rPr>
        <w:t>V2X</w:t>
      </w:r>
      <w:r w:rsidR="00646BEC">
        <w:rPr>
          <w:noProof/>
          <w:kern w:val="2"/>
          <w:lang w:eastAsia="zh-CN"/>
        </w:rPr>
        <w:t xml:space="preserve"> </w:t>
      </w:r>
      <w:r w:rsidR="00F12EFF" w:rsidRPr="006F699D">
        <w:rPr>
          <w:noProof/>
          <w:kern w:val="2"/>
          <w:lang w:eastAsia="zh-CN"/>
        </w:rPr>
        <w:t>sidelink</w:t>
      </w:r>
      <w:r w:rsidR="00646BEC">
        <w:rPr>
          <w:noProof/>
          <w:kern w:val="2"/>
          <w:lang w:eastAsia="zh-CN"/>
        </w:rPr>
        <w:t xml:space="preserve"> </w:t>
      </w:r>
      <w:r w:rsidR="00F12EFF" w:rsidRPr="006F699D">
        <w:rPr>
          <w:noProof/>
          <w:kern w:val="2"/>
          <w:lang w:eastAsia="zh-CN"/>
        </w:rPr>
        <w:t>communication</w:t>
      </w:r>
      <w:r w:rsidR="00646BEC">
        <w:rPr>
          <w:noProof/>
          <w:kern w:val="2"/>
          <w:lang w:eastAsia="zh-CN"/>
        </w:rPr>
        <w:t xml:space="preserve"> </w:t>
      </w:r>
      <w:r w:rsidR="00F12EFF" w:rsidRPr="006F699D">
        <w:rPr>
          <w:noProof/>
          <w:kern w:val="2"/>
          <w:lang w:eastAsia="zh-CN"/>
        </w:rPr>
        <w:t>according</w:t>
      </w:r>
      <w:r w:rsidR="00646BEC">
        <w:rPr>
          <w:noProof/>
          <w:kern w:val="2"/>
          <w:lang w:eastAsia="zh-CN"/>
        </w:rPr>
        <w:t xml:space="preserve"> </w:t>
      </w:r>
      <w:r w:rsidR="00F12EFF" w:rsidRPr="006F699D">
        <w:rPr>
          <w:noProof/>
          <w:kern w:val="2"/>
          <w:lang w:eastAsia="zh-CN"/>
        </w:rPr>
        <w:t>to</w:t>
      </w:r>
      <w:r w:rsidR="00646BEC">
        <w:rPr>
          <w:i/>
        </w:rPr>
        <w:t xml:space="preserve"> </w:t>
      </w:r>
      <w:r w:rsidR="00F12EFF" w:rsidRPr="006F699D">
        <w:rPr>
          <w:i/>
        </w:rPr>
        <w:t>SL</w:t>
      </w:r>
      <w:r w:rsidR="00F12EFF" w:rsidRPr="006F699D">
        <w:rPr>
          <w:i/>
          <w:lang w:eastAsia="zh-CN"/>
        </w:rPr>
        <w:t>-V2X</w:t>
      </w:r>
      <w:r w:rsidR="00F12EFF" w:rsidRPr="006F699D">
        <w:rPr>
          <w:i/>
        </w:rPr>
        <w:t>-Preconfiguration</w:t>
      </w:r>
      <w:r w:rsidR="00646BEC">
        <w:rPr>
          <w:i/>
          <w:lang w:eastAsia="zh-CN"/>
        </w:rPr>
        <w:t xml:space="preserve"> </w:t>
      </w:r>
      <w:r w:rsidR="00AA48FE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according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to</w:t>
      </w:r>
      <w:r w:rsidR="00646BEC">
        <w:rPr>
          <w:i/>
          <w:lang w:eastAsia="zh-CN"/>
        </w:rPr>
        <w:t xml:space="preserve"> </w:t>
      </w:r>
      <w:r w:rsidR="00AA48FE" w:rsidRPr="006F699D">
        <w:rPr>
          <w:i/>
          <w:lang w:eastAsia="zh-CN"/>
        </w:rPr>
        <w:t>SystemInformationBlockType21</w:t>
      </w:r>
      <w:r w:rsidR="00646BEC">
        <w:rPr>
          <w:noProof/>
          <w:kern w:val="2"/>
          <w:lang w:eastAsia="zh-CN"/>
        </w:rPr>
        <w:t xml:space="preserve"> </w:t>
      </w:r>
      <w:r w:rsidR="007D57E9" w:rsidRPr="006F699D">
        <w:rPr>
          <w:noProof/>
          <w:kern w:val="2"/>
          <w:lang w:eastAsia="zh-CN"/>
        </w:rPr>
        <w:t>or</w:t>
      </w:r>
      <w:r w:rsidR="00646BEC">
        <w:rPr>
          <w:lang w:eastAsia="ko-KR"/>
        </w:rPr>
        <w:t xml:space="preserve"> </w:t>
      </w:r>
      <w:r w:rsidR="007D57E9" w:rsidRPr="006F699D">
        <w:rPr>
          <w:i/>
          <w:lang w:eastAsia="ko-KR"/>
        </w:rPr>
        <w:t>SystemInformationBlockType</w:t>
      </w:r>
      <w:r w:rsidR="007D57E9" w:rsidRPr="006F699D">
        <w:rPr>
          <w:i/>
          <w:lang w:eastAsia="zh-CN"/>
        </w:rPr>
        <w:t>2</w:t>
      </w:r>
      <w:r w:rsidR="007D57E9" w:rsidRPr="006F699D">
        <w:rPr>
          <w:i/>
          <w:lang w:eastAsia="ko-KR"/>
        </w:rPr>
        <w:t>6</w:t>
      </w:r>
      <w:r w:rsidR="00646BEC">
        <w:rPr>
          <w:i/>
          <w:lang w:eastAsia="ko-KR"/>
        </w:rPr>
        <w:t xml:space="preserve"> </w:t>
      </w:r>
      <w:r w:rsidR="00AA48FE" w:rsidRPr="006F699D">
        <w:rPr>
          <w:noProof/>
          <w:kern w:val="2"/>
          <w:lang w:eastAsia="zh-CN"/>
        </w:rPr>
        <w:t>of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the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cell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on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the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frequency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which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provides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inter-carrier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V2X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sidelink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configuration</w:t>
      </w:r>
      <w:r w:rsidRPr="006F699D">
        <w:rPr>
          <w:noProof/>
          <w:kern w:val="2"/>
          <w:lang w:eastAsia="ko-KR"/>
        </w:rPr>
        <w:t>,</w:t>
      </w:r>
      <w:r w:rsidR="00646BEC">
        <w:rPr>
          <w:noProof/>
          <w:kern w:val="2"/>
          <w:lang w:eastAsia="ko-KR"/>
        </w:rPr>
        <w:t xml:space="preserve"> </w:t>
      </w:r>
      <w:r w:rsidRPr="006F699D">
        <w:rPr>
          <w:noProof/>
          <w:kern w:val="2"/>
          <w:lang w:eastAsia="ko-KR"/>
        </w:rPr>
        <w:t>as</w:t>
      </w:r>
      <w:r w:rsidR="00646BEC">
        <w:rPr>
          <w:noProof/>
          <w:kern w:val="2"/>
          <w:lang w:eastAsia="ko-KR"/>
        </w:rPr>
        <w:t xml:space="preserve"> </w:t>
      </w:r>
      <w:r w:rsidRPr="006F699D">
        <w:rPr>
          <w:noProof/>
          <w:kern w:val="2"/>
          <w:lang w:eastAsia="ko-KR"/>
        </w:rPr>
        <w:t>specified</w:t>
      </w:r>
      <w:r w:rsidR="00646BEC">
        <w:rPr>
          <w:noProof/>
          <w:kern w:val="2"/>
          <w:lang w:eastAsia="ko-KR"/>
        </w:rPr>
        <w:t xml:space="preserve"> </w:t>
      </w:r>
      <w:r w:rsidRPr="006F699D">
        <w:rPr>
          <w:noProof/>
          <w:kern w:val="2"/>
          <w:lang w:eastAsia="ko-KR"/>
        </w:rPr>
        <w:t>in</w:t>
      </w:r>
      <w:r w:rsidR="00646BEC">
        <w:rPr>
          <w:noProof/>
          <w:kern w:val="2"/>
          <w:lang w:eastAsia="ko-KR"/>
        </w:rPr>
        <w:t xml:space="preserve"> </w:t>
      </w:r>
      <w:r w:rsidR="006F699D" w:rsidRPr="006F699D">
        <w:rPr>
          <w:noProof/>
          <w:kern w:val="2"/>
          <w:lang w:eastAsia="ko-KR"/>
        </w:rPr>
        <w:t>TS</w:t>
      </w:r>
      <w:r w:rsidR="00646BEC">
        <w:rPr>
          <w:noProof/>
          <w:kern w:val="2"/>
          <w:lang w:eastAsia="ko-KR"/>
        </w:rPr>
        <w:t xml:space="preserve"> </w:t>
      </w:r>
      <w:r w:rsidR="006F699D" w:rsidRPr="006F699D">
        <w:rPr>
          <w:noProof/>
          <w:kern w:val="2"/>
          <w:lang w:eastAsia="ko-KR"/>
        </w:rPr>
        <w:t>36.331</w:t>
      </w:r>
      <w:r w:rsidR="00646BEC">
        <w:rPr>
          <w:noProof/>
          <w:kern w:val="2"/>
          <w:lang w:eastAsia="ko-KR"/>
        </w:rPr>
        <w:t xml:space="preserve"> </w:t>
      </w:r>
      <w:r w:rsidR="006F699D" w:rsidRPr="006F699D">
        <w:rPr>
          <w:noProof/>
          <w:kern w:val="2"/>
          <w:lang w:eastAsia="ko-KR"/>
        </w:rPr>
        <w:t>[</w:t>
      </w:r>
      <w:r w:rsidR="00057D27" w:rsidRPr="006F699D">
        <w:rPr>
          <w:noProof/>
          <w:kern w:val="2"/>
          <w:lang w:eastAsia="ko-KR"/>
        </w:rPr>
        <w:t>3]</w:t>
      </w:r>
      <w:r w:rsidRPr="006F699D">
        <w:rPr>
          <w:noProof/>
          <w:kern w:val="2"/>
          <w:lang w:eastAsia="ko-KR"/>
        </w:rPr>
        <w:t>.</w:t>
      </w:r>
      <w:r w:rsidR="00646BEC">
        <w:rPr>
          <w:noProof/>
          <w:kern w:val="2"/>
          <w:lang w:eastAsia="ko-KR"/>
        </w:rPr>
        <w:t xml:space="preserve"> </w:t>
      </w:r>
      <w:r w:rsidR="00AA48FE" w:rsidRPr="006F699D">
        <w:rPr>
          <w:noProof/>
          <w:kern w:val="2"/>
          <w:lang w:eastAsia="ko-KR"/>
        </w:rPr>
        <w:t>The</w:t>
      </w:r>
      <w:r w:rsidR="00646BEC">
        <w:rPr>
          <w:noProof/>
          <w:kern w:val="2"/>
          <w:lang w:eastAsia="ko-KR"/>
        </w:rPr>
        <w:t xml:space="preserve"> </w:t>
      </w:r>
      <w:r w:rsidR="00AA48FE" w:rsidRPr="006F699D">
        <w:rPr>
          <w:noProof/>
          <w:kern w:val="2"/>
          <w:lang w:eastAsia="ko-KR"/>
        </w:rPr>
        <w:t>UE</w:t>
      </w:r>
      <w:r w:rsidR="00646BEC">
        <w:rPr>
          <w:noProof/>
          <w:kern w:val="2"/>
          <w:lang w:eastAsia="ko-KR"/>
        </w:rPr>
        <w:t xml:space="preserve"> </w:t>
      </w:r>
      <w:r w:rsidR="00AA48FE" w:rsidRPr="006F699D">
        <w:rPr>
          <w:noProof/>
          <w:kern w:val="2"/>
          <w:lang w:eastAsia="ko-KR"/>
        </w:rPr>
        <w:t>shall</w:t>
      </w:r>
      <w:r w:rsidR="00646BEC">
        <w:rPr>
          <w:noProof/>
          <w:kern w:val="2"/>
          <w:lang w:eastAsia="ko-KR"/>
        </w:rPr>
        <w:t xml:space="preserve"> </w:t>
      </w:r>
      <w:r w:rsidR="00AA48FE" w:rsidRPr="006F699D">
        <w:rPr>
          <w:noProof/>
          <w:kern w:val="2"/>
          <w:lang w:eastAsia="ko-KR"/>
        </w:rPr>
        <w:t>not</w:t>
      </w:r>
      <w:r w:rsidR="00646BEC">
        <w:rPr>
          <w:noProof/>
          <w:kern w:val="2"/>
          <w:lang w:eastAsia="ko-KR"/>
        </w:rPr>
        <w:t xml:space="preserve"> </w:t>
      </w:r>
      <w:r w:rsidR="00AA48FE" w:rsidRPr="006F699D">
        <w:rPr>
          <w:noProof/>
          <w:kern w:val="2"/>
          <w:lang w:eastAsia="zh-CN"/>
        </w:rPr>
        <w:t>perform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V2X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sidelink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communication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according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to</w:t>
      </w:r>
      <w:r w:rsidR="00646BEC">
        <w:rPr>
          <w:i/>
        </w:rPr>
        <w:t xml:space="preserve"> </w:t>
      </w:r>
      <w:r w:rsidR="00AA48FE" w:rsidRPr="006F699D">
        <w:rPr>
          <w:i/>
        </w:rPr>
        <w:t>SL</w:t>
      </w:r>
      <w:r w:rsidR="00AA48FE" w:rsidRPr="006F699D">
        <w:rPr>
          <w:i/>
          <w:lang w:eastAsia="zh-CN"/>
        </w:rPr>
        <w:t>-V2X</w:t>
      </w:r>
      <w:r w:rsidR="00AA48FE" w:rsidRPr="006F699D">
        <w:rPr>
          <w:i/>
        </w:rPr>
        <w:t>-Preconfiguration</w:t>
      </w:r>
      <w:r w:rsidR="00646BEC">
        <w:rPr>
          <w:i/>
        </w:rPr>
        <w:t xml:space="preserve"> </w:t>
      </w:r>
      <w:r w:rsidR="00AA48FE" w:rsidRPr="006F699D">
        <w:t>if</w:t>
      </w:r>
      <w:r w:rsidR="00646BEC">
        <w:t xml:space="preserve"> </w:t>
      </w:r>
      <w:r w:rsidR="00AA48FE" w:rsidRPr="006F699D">
        <w:t>the</w:t>
      </w:r>
      <w:r w:rsidR="00646BEC">
        <w:t xml:space="preserve"> </w:t>
      </w:r>
      <w:r w:rsidR="00AA48FE" w:rsidRPr="006F699D">
        <w:t>UE</w:t>
      </w:r>
      <w:r w:rsidR="00646BEC">
        <w:t xml:space="preserve"> </w:t>
      </w:r>
      <w:r w:rsidR="00AA48FE" w:rsidRPr="006F699D">
        <w:t>detects</w:t>
      </w:r>
      <w:r w:rsidR="00646BEC">
        <w:t xml:space="preserve"> </w:t>
      </w:r>
      <w:r w:rsidR="00AA48FE" w:rsidRPr="006F699D">
        <w:t>a</w:t>
      </w:r>
      <w:r w:rsidR="00646BEC">
        <w:t xml:space="preserve"> </w:t>
      </w:r>
      <w:r w:rsidR="00AA48FE" w:rsidRPr="006F699D">
        <w:t>cell</w:t>
      </w:r>
      <w:r w:rsidR="00646BEC">
        <w:t xml:space="preserve"> </w:t>
      </w:r>
      <w:r w:rsidR="00AA48FE" w:rsidRPr="006F699D">
        <w:rPr>
          <w:noProof/>
          <w:kern w:val="2"/>
          <w:lang w:eastAsia="zh-CN"/>
        </w:rPr>
        <w:t>providing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t>V2X</w:t>
      </w:r>
      <w:r w:rsidR="00646BEC">
        <w:t xml:space="preserve"> </w:t>
      </w:r>
      <w:r w:rsidR="00AA48FE" w:rsidRPr="006F699D">
        <w:rPr>
          <w:lang w:eastAsia="zh-CN"/>
        </w:rPr>
        <w:t>sidelink</w:t>
      </w:r>
      <w:r w:rsidR="00646BEC">
        <w:t xml:space="preserve"> </w:t>
      </w:r>
      <w:r w:rsidR="00AA48FE" w:rsidRPr="006F699D">
        <w:t>configuration</w:t>
      </w:r>
      <w:r w:rsidR="00646BEC">
        <w:rPr>
          <w:lang w:eastAsia="zh-CN"/>
        </w:rPr>
        <w:t xml:space="preserve"> </w:t>
      </w:r>
      <w:r w:rsidR="00AA48FE" w:rsidRPr="006F699D">
        <w:t>or</w:t>
      </w:r>
      <w:r w:rsidR="00646BEC">
        <w:t xml:space="preserve"> </w:t>
      </w:r>
      <w:r w:rsidR="00AA48FE" w:rsidRPr="006F699D">
        <w:rPr>
          <w:noProof/>
          <w:kern w:val="2"/>
          <w:lang w:eastAsia="zh-CN"/>
        </w:rPr>
        <w:t>inter-carrier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V2X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sidelink</w:t>
      </w:r>
      <w:r w:rsidR="00646BEC">
        <w:rPr>
          <w:noProof/>
          <w:kern w:val="2"/>
          <w:lang w:eastAsia="zh-CN"/>
        </w:rPr>
        <w:t xml:space="preserve"> </w:t>
      </w:r>
      <w:r w:rsidR="00AA48FE" w:rsidRPr="006F699D">
        <w:rPr>
          <w:noProof/>
          <w:kern w:val="2"/>
          <w:lang w:eastAsia="zh-CN"/>
        </w:rPr>
        <w:t>configuration</w:t>
      </w:r>
      <w:r w:rsidR="00646BEC">
        <w:t xml:space="preserve"> </w:t>
      </w:r>
      <w:r w:rsidR="00AA48FE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on.</w:t>
      </w:r>
    </w:p>
    <w:p w14:paraId="744F0C0F" w14:textId="0763E30F" w:rsidR="00ED53A2" w:rsidRPr="006F699D" w:rsidRDefault="00ED53A2" w:rsidP="00377BCE">
      <w:pPr>
        <w:pStyle w:val="Heading2"/>
        <w:rPr>
          <w:lang w:eastAsia="ko-KR"/>
        </w:rPr>
      </w:pPr>
      <w:bookmarkStart w:id="317" w:name="_Toc29237950"/>
      <w:bookmarkStart w:id="318" w:name="_Toc46523067"/>
      <w:bookmarkStart w:id="319" w:name="_Toc100742645"/>
      <w:r w:rsidRPr="006F699D">
        <w:rPr>
          <w:lang w:eastAsia="ko-KR"/>
        </w:rPr>
        <w:t>11.2</w:t>
      </w:r>
      <w:r w:rsidRPr="006F699D">
        <w:rPr>
          <w:lang w:eastAsia="ko-KR"/>
        </w:rPr>
        <w:tab/>
      </w:r>
      <w:r w:rsidR="00664A93" w:rsidRPr="006F699D">
        <w:rPr>
          <w:rFonts w:eastAsia="Malgun Gothic"/>
          <w:lang w:eastAsia="ko-KR"/>
        </w:rPr>
        <w:t>Sidelink</w:t>
      </w:r>
      <w:r w:rsidR="00646BEC">
        <w:rPr>
          <w:rFonts w:eastAsia="Malgun Gothic"/>
          <w:lang w:eastAsia="ko-KR"/>
        </w:rPr>
        <w:t xml:space="preserve"> </w:t>
      </w:r>
      <w:r w:rsidR="00664A93" w:rsidRPr="006F699D">
        <w:rPr>
          <w:rFonts w:eastAsia="Malgun Gothic"/>
          <w:lang w:eastAsia="ko-KR"/>
        </w:rPr>
        <w:t>discovery</w:t>
      </w:r>
      <w:bookmarkEnd w:id="317"/>
      <w:bookmarkEnd w:id="318"/>
      <w:bookmarkEnd w:id="319"/>
    </w:p>
    <w:p w14:paraId="178E9C41" w14:textId="6F83424B" w:rsidR="00ED53A2" w:rsidRPr="006F699D" w:rsidRDefault="00ED53A2" w:rsidP="00377BCE">
      <w:pPr>
        <w:rPr>
          <w:i/>
          <w:noProof/>
          <w:kern w:val="2"/>
          <w:lang w:eastAsia="ko-KR"/>
        </w:rPr>
      </w:pP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may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transmit</w:t>
      </w:r>
      <w:r w:rsidR="00646BEC">
        <w:rPr>
          <w:lang w:eastAsia="ko-KR"/>
        </w:rPr>
        <w:t xml:space="preserve"> </w:t>
      </w:r>
      <w:r w:rsidR="00664A93" w:rsidRPr="006F699D">
        <w:rPr>
          <w:rFonts w:eastAsia="Malgun Gothic"/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discovery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fulfils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condition(s)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defined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36.331</w:t>
      </w:r>
      <w:r w:rsidR="00646BEC">
        <w:rPr>
          <w:lang w:eastAsia="ko-KR"/>
        </w:rPr>
        <w:t xml:space="preserve"> </w:t>
      </w:r>
      <w:r w:rsidR="006F699D" w:rsidRPr="006F699D">
        <w:t>[</w:t>
      </w:r>
      <w:r w:rsidRPr="006F699D">
        <w:rPr>
          <w:lang w:eastAsia="ko-KR"/>
        </w:rPr>
        <w:t>3</w:t>
      </w:r>
      <w:r w:rsidRPr="006F699D">
        <w:t>,</w:t>
      </w:r>
      <w:r w:rsidR="00646BEC">
        <w:t xml:space="preserve"> </w:t>
      </w:r>
      <w:r w:rsidRPr="006F699D">
        <w:rPr>
          <w:lang w:eastAsia="ko-KR"/>
        </w:rPr>
        <w:t>5.</w:t>
      </w:r>
      <w:r w:rsidR="000D360A" w:rsidRPr="006F699D">
        <w:rPr>
          <w:lang w:eastAsia="ko-KR"/>
        </w:rPr>
        <w:t>10</w:t>
      </w:r>
      <w:r w:rsidRPr="006F699D">
        <w:rPr>
          <w:lang w:eastAsia="ko-KR"/>
        </w:rPr>
        <w:t>.1</w:t>
      </w:r>
      <w:r w:rsidR="00B47C22" w:rsidRPr="006F699D">
        <w:rPr>
          <w:rFonts w:eastAsia="SimSun"/>
          <w:lang w:eastAsia="zh-CN"/>
        </w:rPr>
        <w:t>b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and</w:t>
      </w:r>
      <w:r w:rsidR="00646BEC">
        <w:rPr>
          <w:rFonts w:eastAsia="SimSun"/>
          <w:lang w:eastAsia="zh-CN"/>
        </w:rPr>
        <w:t xml:space="preserve"> </w:t>
      </w:r>
      <w:r w:rsidR="00B47C22" w:rsidRPr="006F699D">
        <w:rPr>
          <w:rFonts w:eastAsia="SimSun"/>
          <w:lang w:eastAsia="zh-CN"/>
        </w:rPr>
        <w:t>5.10.1c</w:t>
      </w:r>
      <w:r w:rsidRPr="006F699D">
        <w:t>]</w:t>
      </w:r>
      <w:r w:rsidRPr="006F699D">
        <w:rPr>
          <w:lang w:eastAsia="ko-KR"/>
        </w:rPr>
        <w:t>.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When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in-coverage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A25143" w:rsidRPr="006F699D">
        <w:rPr>
          <w:rFonts w:eastAsia="Malgun Gothic"/>
          <w:lang w:eastAsia="ko-KR"/>
        </w:rPr>
        <w:t>sidelink</w:t>
      </w:r>
      <w:r w:rsidR="00646BEC">
        <w:rPr>
          <w:rFonts w:eastAsia="Malgun Gothic"/>
          <w:lang w:eastAsia="ko-KR"/>
        </w:rPr>
        <w:t xml:space="preserve"> </w:t>
      </w:r>
      <w:r w:rsidRPr="006F699D">
        <w:rPr>
          <w:lang w:eastAsia="ko-KR"/>
        </w:rPr>
        <w:t>as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defined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8B3B0A" w:rsidRPr="006F699D">
        <w:rPr>
          <w:lang w:eastAsia="ko-KR"/>
        </w:rPr>
        <w:t>clause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11.4,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may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A25143" w:rsidRPr="006F699D">
        <w:rPr>
          <w:rFonts w:eastAsia="Malgun Gothic"/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discovery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according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Pr="006F699D">
        <w:rPr>
          <w:i/>
          <w:lang w:eastAsia="ko-KR"/>
        </w:rPr>
        <w:t>SystemInformationBlockType19</w:t>
      </w:r>
      <w:r w:rsidRPr="006F699D">
        <w:rPr>
          <w:lang w:eastAsia="ko-KR"/>
        </w:rPr>
        <w:t>,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and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when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out-of-coverage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for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sidelink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as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defined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in</w:t>
      </w:r>
      <w:r w:rsidR="00646BEC">
        <w:rPr>
          <w:noProof/>
          <w:kern w:val="2"/>
          <w:lang w:eastAsia="ko-KR"/>
        </w:rPr>
        <w:t xml:space="preserve"> </w:t>
      </w:r>
      <w:r w:rsidR="008B3B0A" w:rsidRPr="006F699D">
        <w:rPr>
          <w:noProof/>
          <w:kern w:val="2"/>
          <w:lang w:eastAsia="ko-KR"/>
        </w:rPr>
        <w:t>clause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11.4,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the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UE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may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perform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the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sidelink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discovery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according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noProof/>
          <w:kern w:val="2"/>
          <w:lang w:eastAsia="ko-KR"/>
        </w:rPr>
        <w:t>to</w:t>
      </w:r>
      <w:r w:rsidR="00646BEC">
        <w:rPr>
          <w:noProof/>
          <w:kern w:val="2"/>
          <w:lang w:eastAsia="ko-KR"/>
        </w:rPr>
        <w:t xml:space="preserve"> </w:t>
      </w:r>
      <w:r w:rsidR="00D57911" w:rsidRPr="006F699D">
        <w:rPr>
          <w:i/>
          <w:noProof/>
          <w:kern w:val="2"/>
          <w:lang w:eastAsia="ko-KR"/>
        </w:rPr>
        <w:t>SL-Preconfiguration</w:t>
      </w:r>
      <w:r w:rsidR="00D57911" w:rsidRPr="006F699D">
        <w:rPr>
          <w:noProof/>
          <w:kern w:val="2"/>
          <w:lang w:eastAsia="ko-KR"/>
        </w:rPr>
        <w:t>,</w:t>
      </w:r>
      <w:r w:rsidR="00646BEC">
        <w:rPr>
          <w:noProof/>
          <w:kern w:val="2"/>
          <w:lang w:eastAsia="ko-KR"/>
        </w:rPr>
        <w:t xml:space="preserve"> </w:t>
      </w:r>
      <w:r w:rsidRPr="006F699D">
        <w:rPr>
          <w:noProof/>
          <w:kern w:val="2"/>
          <w:lang w:eastAsia="ko-KR"/>
        </w:rPr>
        <w:t>as</w:t>
      </w:r>
      <w:r w:rsidR="00646BEC">
        <w:rPr>
          <w:noProof/>
          <w:kern w:val="2"/>
          <w:lang w:eastAsia="ko-KR"/>
        </w:rPr>
        <w:t xml:space="preserve"> </w:t>
      </w:r>
      <w:r w:rsidRPr="006F699D">
        <w:rPr>
          <w:noProof/>
          <w:kern w:val="2"/>
          <w:lang w:eastAsia="ko-KR"/>
        </w:rPr>
        <w:t>specified</w:t>
      </w:r>
      <w:r w:rsidR="00646BEC">
        <w:rPr>
          <w:noProof/>
          <w:kern w:val="2"/>
          <w:lang w:eastAsia="ko-KR"/>
        </w:rPr>
        <w:t xml:space="preserve"> </w:t>
      </w:r>
      <w:r w:rsidRPr="006F699D">
        <w:rPr>
          <w:noProof/>
          <w:kern w:val="2"/>
          <w:lang w:eastAsia="ko-KR"/>
        </w:rPr>
        <w:t>in</w:t>
      </w:r>
      <w:r w:rsidR="00646BEC">
        <w:rPr>
          <w:noProof/>
          <w:kern w:val="2"/>
          <w:lang w:eastAsia="ko-KR"/>
        </w:rPr>
        <w:t xml:space="preserve"> </w:t>
      </w:r>
      <w:r w:rsidR="006F699D" w:rsidRPr="006F699D">
        <w:rPr>
          <w:noProof/>
          <w:kern w:val="2"/>
          <w:lang w:eastAsia="ko-KR"/>
        </w:rPr>
        <w:t>TS</w:t>
      </w:r>
      <w:r w:rsidR="00646BEC">
        <w:rPr>
          <w:noProof/>
          <w:kern w:val="2"/>
          <w:lang w:eastAsia="ko-KR"/>
        </w:rPr>
        <w:t xml:space="preserve"> </w:t>
      </w:r>
      <w:r w:rsidR="006F699D" w:rsidRPr="006F699D">
        <w:rPr>
          <w:noProof/>
          <w:kern w:val="2"/>
          <w:lang w:eastAsia="ko-KR"/>
        </w:rPr>
        <w:t>36.331</w:t>
      </w:r>
      <w:r w:rsidR="00646BEC">
        <w:rPr>
          <w:noProof/>
          <w:kern w:val="2"/>
          <w:lang w:eastAsia="ko-KR"/>
        </w:rPr>
        <w:t xml:space="preserve"> </w:t>
      </w:r>
      <w:r w:rsidR="006F699D" w:rsidRPr="006F699D">
        <w:rPr>
          <w:noProof/>
          <w:kern w:val="2"/>
          <w:lang w:eastAsia="ko-KR"/>
        </w:rPr>
        <w:t>[</w:t>
      </w:r>
      <w:r w:rsidR="00057D27" w:rsidRPr="006F699D">
        <w:rPr>
          <w:noProof/>
          <w:kern w:val="2"/>
          <w:lang w:eastAsia="ko-KR"/>
        </w:rPr>
        <w:t>3]</w:t>
      </w:r>
      <w:r w:rsidRPr="006F699D">
        <w:rPr>
          <w:noProof/>
          <w:kern w:val="2"/>
          <w:lang w:eastAsia="ko-KR"/>
        </w:rPr>
        <w:t>.</w:t>
      </w:r>
    </w:p>
    <w:p w14:paraId="550D2661" w14:textId="788AAF01" w:rsidR="00B47C22" w:rsidRPr="006F699D" w:rsidRDefault="00B47C22" w:rsidP="002F30E7">
      <w:pPr>
        <w:pStyle w:val="NO"/>
      </w:pPr>
      <w:r w:rsidRPr="006F699D">
        <w:t>NOTE:</w:t>
      </w:r>
      <w:r w:rsidRPr="006F699D">
        <w:tab/>
      </w:r>
      <w:r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discovery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reception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idle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mode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up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Pr="006F699D">
        <w:rPr>
          <w:lang w:eastAsia="zh-CN"/>
        </w:rPr>
        <w:t>implementation</w:t>
      </w:r>
      <w:r w:rsidRPr="006F699D">
        <w:t>.</w:t>
      </w:r>
    </w:p>
    <w:p w14:paraId="74863CFD" w14:textId="794AFC86" w:rsidR="00ED53A2" w:rsidRPr="006F699D" w:rsidRDefault="00ED53A2" w:rsidP="00377BCE">
      <w:pPr>
        <w:pStyle w:val="Heading2"/>
      </w:pPr>
      <w:bookmarkStart w:id="320" w:name="_Toc29237951"/>
      <w:bookmarkStart w:id="321" w:name="_Toc46523068"/>
      <w:bookmarkStart w:id="322" w:name="_Toc100742646"/>
      <w:r w:rsidRPr="006F699D">
        <w:t>11.3</w:t>
      </w:r>
      <w:r w:rsidRPr="006F699D">
        <w:tab/>
      </w:r>
      <w:r w:rsidR="00A46192" w:rsidRPr="006F699D">
        <w:rPr>
          <w:rFonts w:eastAsia="Malgun Gothic"/>
          <w:lang w:eastAsia="ko-KR"/>
        </w:rPr>
        <w:t>Sidelink</w:t>
      </w:r>
      <w:r w:rsidR="00646BEC">
        <w:t xml:space="preserve"> </w:t>
      </w:r>
      <w:r w:rsidRPr="006F699D">
        <w:t>synchronisation</w:t>
      </w:r>
      <w:bookmarkEnd w:id="320"/>
      <w:bookmarkEnd w:id="321"/>
      <w:bookmarkEnd w:id="322"/>
    </w:p>
    <w:p w14:paraId="5CDEA960" w14:textId="6691B045" w:rsidR="00ED53A2" w:rsidRPr="006F699D" w:rsidRDefault="00ED53A2" w:rsidP="00377BCE">
      <w:pPr>
        <w:rPr>
          <w:lang w:eastAsia="ko-KR"/>
        </w:rPr>
      </w:pP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="00A46192" w:rsidRPr="006F699D">
        <w:rPr>
          <w:rFonts w:eastAsia="Malgun Gothic"/>
          <w:lang w:eastAsia="ko-KR"/>
        </w:rPr>
        <w:t>sidelink</w:t>
      </w:r>
      <w:r w:rsidR="00646BEC">
        <w:t xml:space="preserve"> </w:t>
      </w:r>
      <w:r w:rsidRPr="006F699D">
        <w:t>synchronisation</w:t>
      </w:r>
      <w:r w:rsidR="00646BEC">
        <w:t xml:space="preserve"> </w:t>
      </w:r>
      <w:r w:rsidRPr="006F699D">
        <w:t>according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rPr>
          <w:i/>
        </w:rPr>
        <w:t>SystemInformationBlockType18</w:t>
      </w:r>
      <w:r w:rsidR="00646BEC">
        <w:t xml:space="preserve"> </w:t>
      </w:r>
      <w:r w:rsidRPr="006F699D">
        <w:t>for</w:t>
      </w:r>
      <w:r w:rsidR="00646BEC">
        <w:t xml:space="preserve"> </w:t>
      </w:r>
      <w:r w:rsidR="00A46192" w:rsidRPr="006F699D">
        <w:t>sidelink</w:t>
      </w:r>
      <w:r w:rsidR="00646BEC">
        <w:t xml:space="preserve"> </w:t>
      </w:r>
      <w:r w:rsidR="00A46192" w:rsidRPr="006F699D">
        <w:t>communication</w:t>
      </w:r>
      <w:r w:rsidR="007D25B5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Pr="006F699D">
        <w:rPr>
          <w:i/>
        </w:rPr>
        <w:t>SystemInformationBlockType19</w:t>
      </w:r>
      <w:r w:rsidR="00646BEC">
        <w:t xml:space="preserve"> </w:t>
      </w:r>
      <w:r w:rsidRPr="006F699D">
        <w:t>for</w:t>
      </w:r>
      <w:r w:rsidR="00646BEC">
        <w:t xml:space="preserve"> </w:t>
      </w:r>
      <w:r w:rsidR="00A46192" w:rsidRPr="006F699D">
        <w:rPr>
          <w:rFonts w:eastAsia="Malgun Gothic"/>
          <w:lang w:eastAsia="ko-KR"/>
        </w:rPr>
        <w:t>sidelink</w:t>
      </w:r>
      <w:r w:rsidR="00646BEC">
        <w:t xml:space="preserve"> </w:t>
      </w:r>
      <w:r w:rsidRPr="006F699D">
        <w:t>discovery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7D25B5" w:rsidRPr="006F699D">
        <w:rPr>
          <w:i/>
          <w:lang w:eastAsia="ko-KR"/>
        </w:rPr>
        <w:t>SystemInformationBlockType</w:t>
      </w:r>
      <w:r w:rsidR="007D25B5" w:rsidRPr="006F699D">
        <w:rPr>
          <w:i/>
          <w:lang w:eastAsia="zh-CN"/>
        </w:rPr>
        <w:t>2</w:t>
      </w:r>
      <w:r w:rsidR="007D25B5" w:rsidRPr="006F699D">
        <w:rPr>
          <w:i/>
          <w:lang w:eastAsia="ko-KR"/>
        </w:rPr>
        <w:t>1</w:t>
      </w:r>
      <w:r w:rsidR="00646BEC">
        <w:rPr>
          <w:i/>
          <w:lang w:eastAsia="zh-CN"/>
        </w:rPr>
        <w:t xml:space="preserve"> </w:t>
      </w:r>
      <w:r w:rsidR="007D25B5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7D25B5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7D25B5" w:rsidRPr="006F699D">
        <w:t>sidelink</w:t>
      </w:r>
      <w:r w:rsidR="00646BEC">
        <w:t xml:space="preserve"> </w:t>
      </w:r>
      <w:r w:rsidR="007D25B5" w:rsidRPr="006F699D">
        <w:t>communication</w:t>
      </w:r>
      <w:r w:rsidRPr="006F699D">
        <w:t>,</w:t>
      </w:r>
      <w:r w:rsidR="00646BEC">
        <w:t xml:space="preserve"> </w:t>
      </w:r>
      <w:r w:rsidRPr="006F699D">
        <w:t>as</w:t>
      </w:r>
      <w:r w:rsidR="00646BEC">
        <w:t xml:space="preserve"> </w:t>
      </w:r>
      <w:r w:rsidRPr="006F699D">
        <w:t>specified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6F699D" w:rsidRPr="006F699D">
        <w:t>TS</w:t>
      </w:r>
      <w:r w:rsidR="00646BEC">
        <w:t xml:space="preserve"> </w:t>
      </w:r>
      <w:r w:rsidR="006F699D" w:rsidRPr="006F699D">
        <w:t>36.331</w:t>
      </w:r>
      <w:r w:rsidR="00646BEC">
        <w:t xml:space="preserve"> </w:t>
      </w:r>
      <w:r w:rsidR="006F699D" w:rsidRPr="006F699D">
        <w:t>[</w:t>
      </w:r>
      <w:r w:rsidR="00057D27" w:rsidRPr="006F699D">
        <w:t>3]</w:t>
      </w:r>
      <w:r w:rsidRPr="006F699D">
        <w:rPr>
          <w:lang w:eastAsia="ko-KR"/>
        </w:rPr>
        <w:t>.</w:t>
      </w:r>
    </w:p>
    <w:p w14:paraId="65149E44" w14:textId="5ABB8B0F" w:rsidR="00ED53A2" w:rsidRPr="006F699D" w:rsidRDefault="00ED53A2" w:rsidP="00377BCE">
      <w:pPr>
        <w:pStyle w:val="Heading2"/>
        <w:rPr>
          <w:lang w:eastAsia="ko-KR"/>
        </w:rPr>
      </w:pPr>
      <w:bookmarkStart w:id="323" w:name="_Toc29237952"/>
      <w:bookmarkStart w:id="324" w:name="_Toc46523069"/>
      <w:bookmarkStart w:id="325" w:name="_Toc100742647"/>
      <w:r w:rsidRPr="006F699D">
        <w:rPr>
          <w:lang w:eastAsia="ko-KR"/>
        </w:rPr>
        <w:t>11.4</w:t>
      </w:r>
      <w:r w:rsidRPr="006F699D">
        <w:rPr>
          <w:lang w:eastAsia="ko-KR"/>
        </w:rPr>
        <w:tab/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reselection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A46192" w:rsidRPr="006F699D">
        <w:rPr>
          <w:rFonts w:eastAsia="Malgun Gothic"/>
          <w:lang w:eastAsia="ko-KR"/>
        </w:rPr>
        <w:t>sidelink</w:t>
      </w:r>
      <w:bookmarkEnd w:id="323"/>
      <w:bookmarkEnd w:id="324"/>
      <w:bookmarkEnd w:id="325"/>
    </w:p>
    <w:p w14:paraId="63088119" w14:textId="4E3D335E" w:rsidR="00ED53A2" w:rsidRPr="006F699D" w:rsidRDefault="00ED53A2" w:rsidP="00377BCE">
      <w:pPr>
        <w:rPr>
          <w:lang w:eastAsia="ko-KR"/>
        </w:rPr>
      </w:pPr>
      <w:r w:rsidRPr="006F699D">
        <w:t>The</w:t>
      </w:r>
      <w:r w:rsidR="00646BEC">
        <w:t xml:space="preserve"> </w:t>
      </w:r>
      <w:r w:rsidRPr="006F699D">
        <w:t>requirements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this</w:t>
      </w:r>
      <w:r w:rsidR="00646BEC">
        <w:t xml:space="preserve"> </w:t>
      </w:r>
      <w:r w:rsidR="00352D7A" w:rsidRPr="006F699D">
        <w:t>clause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A46192" w:rsidRPr="006F699D">
        <w:rPr>
          <w:rFonts w:eastAsia="Malgun Gothic"/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operation</w:t>
      </w:r>
      <w:r w:rsidR="00646BEC">
        <w:t xml:space="preserve"> </w:t>
      </w:r>
      <w:r w:rsidRPr="006F699D">
        <w:t>apply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UEs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RRC_IDLE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in</w:t>
      </w:r>
      <w:r w:rsidR="00646BEC">
        <w:t xml:space="preserve"> </w:t>
      </w:r>
      <w:r w:rsidRPr="006F699D">
        <w:t>RRC_CONNECTED.</w:t>
      </w:r>
    </w:p>
    <w:p w14:paraId="584D9996" w14:textId="7D06C5C3" w:rsidR="00ED53A2" w:rsidRPr="006F699D" w:rsidRDefault="00ED53A2" w:rsidP="00377BCE">
      <w:pPr>
        <w:rPr>
          <w:lang w:eastAsia="ko-KR"/>
        </w:rPr>
      </w:pPr>
      <w:r w:rsidRPr="006F699D">
        <w:rPr>
          <w:lang w:eastAsia="ko-KR"/>
        </w:rPr>
        <w:t>When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interested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="00A46192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A46192" w:rsidRPr="006F699D">
        <w:rPr>
          <w:lang w:eastAsia="ko-KR"/>
        </w:rPr>
        <w:t>communication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discovery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announcement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non-serving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shall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measurements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intra-frequency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reselection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purpose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accordance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with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36.133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[</w:t>
      </w:r>
      <w:r w:rsidR="00057D27" w:rsidRPr="006F699D">
        <w:rPr>
          <w:lang w:eastAsia="ko-KR"/>
        </w:rPr>
        <w:t>10]</w:t>
      </w:r>
      <w:r w:rsidRPr="006F699D">
        <w:rPr>
          <w:lang w:eastAsia="ko-KR"/>
        </w:rPr>
        <w:t>.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When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UE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is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interested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to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communication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non-serving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frequency,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it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may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perform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measurements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on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frequencies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which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can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provide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inter-carrier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configuration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that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frequency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cell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selection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and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intra-frequency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reselection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purpose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in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accordance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with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TS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36.133</w:t>
      </w:r>
      <w:r w:rsidR="00646BEC">
        <w:rPr>
          <w:lang w:eastAsia="zh-CN"/>
        </w:rPr>
        <w:t xml:space="preserve"> </w:t>
      </w:r>
      <w:r w:rsidR="006F699D" w:rsidRPr="006F699D">
        <w:rPr>
          <w:lang w:eastAsia="zh-CN"/>
        </w:rPr>
        <w:t>[</w:t>
      </w:r>
      <w:r w:rsidR="00057D27" w:rsidRPr="006F699D">
        <w:rPr>
          <w:lang w:eastAsia="zh-CN"/>
        </w:rPr>
        <w:t>10]</w:t>
      </w:r>
      <w:r w:rsidR="00AA48FE" w:rsidRPr="006F699D">
        <w:rPr>
          <w:lang w:eastAsia="zh-CN"/>
        </w:rPr>
        <w:t>.</w:t>
      </w:r>
    </w:p>
    <w:p w14:paraId="3409F2D9" w14:textId="5341212C" w:rsidR="00ED53A2" w:rsidRPr="006F699D" w:rsidRDefault="00ED53A2" w:rsidP="00377BCE">
      <w:pPr>
        <w:rPr>
          <w:lang w:eastAsia="ko-KR"/>
        </w:rPr>
      </w:pP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rPr>
          <w:lang w:eastAsia="ko-KR"/>
        </w:rPr>
        <w:t>detects</w:t>
      </w:r>
      <w:r w:rsidR="00646BEC">
        <w:rPr>
          <w:lang w:eastAsia="ko-KR"/>
        </w:rPr>
        <w:t xml:space="preserve"> </w:t>
      </w:r>
      <w:r w:rsidRPr="006F699D">
        <w:t>a</w:t>
      </w:r>
      <w:r w:rsidRPr="006F699D">
        <w:rPr>
          <w:lang w:eastAsia="ko-KR"/>
        </w:rPr>
        <w:t>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least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one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rPr>
          <w:lang w:eastAsia="ko-KR"/>
        </w:rPr>
        <w:t>frequency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which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configured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="00A46192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operation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fulfilling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</w:t>
      </w:r>
      <w:r w:rsidR="00646BEC">
        <w:rPr>
          <w:lang w:eastAsia="ko-KR"/>
        </w:rPr>
        <w:t xml:space="preserve"> </w:t>
      </w:r>
      <w:r w:rsidRPr="006F699D">
        <w:t>criteri</w:t>
      </w:r>
      <w:r w:rsidRPr="006F699D">
        <w:rPr>
          <w:lang w:eastAsia="ko-KR"/>
        </w:rPr>
        <w:t>on</w:t>
      </w:r>
      <w:r w:rsidR="00646BEC">
        <w:t xml:space="preserve"> </w:t>
      </w:r>
      <w:r w:rsidR="00D57911" w:rsidRPr="006F699D">
        <w:t>in</w:t>
      </w:r>
      <w:r w:rsidR="00646BEC">
        <w:t xml:space="preserve"> </w:t>
      </w:r>
      <w:r w:rsidR="00D57911" w:rsidRPr="006F699D">
        <w:t>accordance</w:t>
      </w:r>
      <w:r w:rsidR="00646BEC">
        <w:t xml:space="preserve"> </w:t>
      </w:r>
      <w:r w:rsidR="00D57911" w:rsidRPr="006F699D">
        <w:t>with</w:t>
      </w:r>
      <w:r w:rsidR="00646BEC">
        <w:t xml:space="preserve"> </w:t>
      </w:r>
      <w:r w:rsidR="008B3B0A" w:rsidRPr="006F699D">
        <w:t>clause</w:t>
      </w:r>
      <w:r w:rsidR="00646BEC">
        <w:t xml:space="preserve"> </w:t>
      </w:r>
      <w:r w:rsidR="00D57911" w:rsidRPr="006F699D">
        <w:t>11.4.1</w:t>
      </w:r>
      <w:r w:rsidRPr="006F699D">
        <w:t>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itself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rPr>
          <w:lang w:eastAsia="ko-KR"/>
        </w:rPr>
        <w:t>in-coverage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A46192" w:rsidRPr="006F699D">
        <w:rPr>
          <w:rFonts w:eastAsia="Malgun Gothic"/>
          <w:lang w:eastAsia="ko-KR"/>
        </w:rPr>
        <w:t>sidelink</w:t>
      </w:r>
      <w:r w:rsidR="00646BEC">
        <w:rPr>
          <w:lang w:eastAsia="ko-KR"/>
        </w:rPr>
        <w:t xml:space="preserve"> </w:t>
      </w:r>
      <w:r w:rsidR="00A46192" w:rsidRPr="006F699D">
        <w:rPr>
          <w:rFonts w:eastAsia="Malgun Gothic"/>
          <w:lang w:eastAsia="ko-KR"/>
        </w:rPr>
        <w:t>operation</w:t>
      </w:r>
      <w:r w:rsidR="00646BEC">
        <w:rPr>
          <w:rFonts w:eastAsia="Malgun Gothic"/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</w:t>
      </w:r>
      <w:r w:rsidRPr="006F699D">
        <w:t>.</w:t>
      </w:r>
      <w:r w:rsidR="00646BEC">
        <w:t xml:space="preserve"> </w:t>
      </w:r>
      <w:r w:rsidRPr="006F699D"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rPr>
          <w:lang w:eastAsia="ko-KR"/>
        </w:rPr>
        <w:t>cannot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detect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any</w:t>
      </w:r>
      <w:r w:rsidR="00646BEC">
        <w:rPr>
          <w:lang w:eastAsia="ko-KR"/>
        </w:rPr>
        <w:t xml:space="preserve"> </w:t>
      </w:r>
      <w:r w:rsidRPr="006F699D">
        <w:t>cell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</w:t>
      </w:r>
      <w:r w:rsidR="00646BEC">
        <w:rPr>
          <w:lang w:eastAsia="ko-KR"/>
        </w:rPr>
        <w:t xml:space="preserve"> </w:t>
      </w:r>
      <w:r w:rsidRPr="006F699D">
        <w:t>meeting</w:t>
      </w:r>
      <w:r w:rsidR="00646BEC"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t>S</w:t>
      </w:r>
      <w:r w:rsidR="00646BEC">
        <w:rPr>
          <w:lang w:eastAsia="ko-KR"/>
        </w:rPr>
        <w:t xml:space="preserve"> </w:t>
      </w:r>
      <w:r w:rsidRPr="006F699D">
        <w:t>criteri</w:t>
      </w:r>
      <w:r w:rsidRPr="006F699D">
        <w:rPr>
          <w:lang w:eastAsia="ko-KR"/>
        </w:rPr>
        <w:t>on</w:t>
      </w:r>
      <w:r w:rsidRPr="006F699D">
        <w:t>,</w:t>
      </w:r>
      <w:r w:rsidR="00646BEC">
        <w:t xml:space="preserve"> </w:t>
      </w:r>
      <w:r w:rsidRPr="006F699D">
        <w:t>it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itself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be</w:t>
      </w:r>
      <w:r w:rsidR="00646BEC">
        <w:t xml:space="preserve"> </w:t>
      </w:r>
      <w:r w:rsidRPr="006F699D">
        <w:rPr>
          <w:lang w:eastAsia="ko-KR"/>
        </w:rPr>
        <w:t>out-of-coverage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A46192" w:rsidRPr="006F699D">
        <w:rPr>
          <w:rFonts w:eastAsia="Malgun Gothic"/>
          <w:lang w:eastAsia="ko-KR"/>
        </w:rPr>
        <w:t>sidelink</w:t>
      </w:r>
      <w:r w:rsidR="00646BEC">
        <w:rPr>
          <w:lang w:eastAsia="ko-KR"/>
        </w:rPr>
        <w:t xml:space="preserve"> </w:t>
      </w:r>
      <w:r w:rsidR="00A46192" w:rsidRPr="006F699D">
        <w:rPr>
          <w:rFonts w:eastAsia="Malgun Gothic"/>
          <w:lang w:eastAsia="ko-KR"/>
        </w:rPr>
        <w:t>operation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frequency.</w:t>
      </w:r>
    </w:p>
    <w:p w14:paraId="7CB6431F" w14:textId="282B349D" w:rsidR="00ED53A2" w:rsidRPr="006F699D" w:rsidRDefault="00ED53A2" w:rsidP="00377BCE">
      <w:pPr>
        <w:rPr>
          <w:lang w:eastAsia="ko-KR"/>
        </w:rPr>
      </w:pPr>
      <w:r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has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non-serving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A46192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A46192" w:rsidRPr="006F699D">
        <w:rPr>
          <w:lang w:eastAsia="ko-KR"/>
        </w:rPr>
        <w:t>communication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V2X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communication</w:t>
      </w:r>
      <w:r w:rsidR="00646BEC">
        <w:rPr>
          <w:lang w:eastAsia="zh-CN"/>
        </w:rPr>
        <w:t xml:space="preserve"> </w:t>
      </w:r>
      <w:r w:rsidR="00D57911"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discovery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announcement</w:t>
      </w:r>
      <w:r w:rsidRPr="006F699D">
        <w:rPr>
          <w:lang w:eastAsia="ko-KR"/>
        </w:rPr>
        <w:t>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it</w:t>
      </w:r>
      <w:r w:rsidR="00646BEC">
        <w:rPr>
          <w:lang w:eastAsia="ko-KR"/>
        </w:rPr>
        <w:t xml:space="preserve"> </w:t>
      </w:r>
      <w:r w:rsidRPr="006F699D">
        <w:t>shall</w:t>
      </w:r>
      <w:r w:rsidR="00646BEC"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additional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intra-frequency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reselection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process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select</w:t>
      </w:r>
      <w:r w:rsidR="00646BEC">
        <w:t xml:space="preserve"> </w:t>
      </w:r>
      <w:r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better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A46192" w:rsidRPr="006F699D">
        <w:rPr>
          <w:rFonts w:eastAsia="Malgun Gothic"/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operation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accordance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with</w:t>
      </w:r>
      <w:r w:rsidR="00646BEC">
        <w:rPr>
          <w:lang w:eastAsia="ko-KR"/>
        </w:rPr>
        <w:t xml:space="preserve"> </w:t>
      </w:r>
      <w:r w:rsidR="008B3B0A" w:rsidRPr="006F699D">
        <w:rPr>
          <w:lang w:eastAsia="ko-KR"/>
        </w:rPr>
        <w:t>clause</w:t>
      </w:r>
      <w:r w:rsidR="00646BEC">
        <w:rPr>
          <w:lang w:eastAsia="ko-KR"/>
        </w:rPr>
        <w:t xml:space="preserve"> </w:t>
      </w:r>
      <w:r w:rsidR="00D57911" w:rsidRPr="006F699D">
        <w:rPr>
          <w:lang w:eastAsia="ko-KR"/>
        </w:rPr>
        <w:t>11.4.1</w:t>
      </w:r>
      <w:r w:rsidRPr="006F699D">
        <w:rPr>
          <w:lang w:eastAsia="ko-KR"/>
        </w:rPr>
        <w:t>.</w:t>
      </w:r>
    </w:p>
    <w:p w14:paraId="773A09B9" w14:textId="6F4000E8" w:rsidR="00ED53A2" w:rsidRPr="006F699D" w:rsidRDefault="00ED53A2" w:rsidP="00377BCE">
      <w:pPr>
        <w:pStyle w:val="NO"/>
        <w:rPr>
          <w:lang w:eastAsia="ko-KR"/>
        </w:rPr>
      </w:pPr>
      <w:r w:rsidRPr="006F699D">
        <w:t>NOTE</w:t>
      </w:r>
      <w:r w:rsidR="00646BEC">
        <w:t xml:space="preserve"> </w:t>
      </w:r>
      <w:r w:rsidRPr="006F699D">
        <w:rPr>
          <w:lang w:eastAsia="ko-KR"/>
        </w:rPr>
        <w:t>1</w:t>
      </w:r>
      <w:r w:rsidRPr="006F699D">
        <w:t>:</w:t>
      </w:r>
      <w:r w:rsidRPr="006F699D">
        <w:tab/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may</w:t>
      </w:r>
      <w:r w:rsidR="00646BEC">
        <w:t xml:space="preserve"> </w:t>
      </w:r>
      <w:r w:rsidRPr="006F699D">
        <w:t>consider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carrier</w:t>
      </w:r>
      <w:r w:rsidR="00646BEC">
        <w:t xml:space="preserve"> </w:t>
      </w:r>
      <w:r w:rsidRPr="006F699D">
        <w:t>pre-configured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="00A46192" w:rsidRPr="006F699D">
        <w:t>sidelink</w:t>
      </w:r>
      <w:r w:rsidR="00646BEC">
        <w:t xml:space="preserve"> </w:t>
      </w:r>
      <w:r w:rsidR="00A46192" w:rsidRPr="006F699D">
        <w:t>communication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F12EFF" w:rsidRPr="006F699D">
        <w:rPr>
          <w:lang w:eastAsia="zh-CN"/>
        </w:rPr>
        <w:t>communication</w:t>
      </w:r>
      <w:r w:rsidR="00AA48FE" w:rsidRPr="006F699D">
        <w:rPr>
          <w:lang w:eastAsia="zh-CN"/>
        </w:rPr>
        <w:t>,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or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the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frequencies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pre-config</w:t>
      </w:r>
      <w:r w:rsidR="00192D54" w:rsidRPr="006F699D">
        <w:rPr>
          <w:lang w:eastAsia="zh-CN"/>
        </w:rPr>
        <w:t>u</w:t>
      </w:r>
      <w:r w:rsidR="00AA48FE" w:rsidRPr="006F699D">
        <w:rPr>
          <w:lang w:eastAsia="zh-CN"/>
        </w:rPr>
        <w:t>red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for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providing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inter-carrier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V2X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sidelink</w:t>
      </w:r>
      <w:r w:rsidR="00646BEC">
        <w:rPr>
          <w:lang w:eastAsia="zh-CN"/>
        </w:rPr>
        <w:t xml:space="preserve"> </w:t>
      </w:r>
      <w:r w:rsidR="00AA48FE" w:rsidRPr="006F699D">
        <w:rPr>
          <w:lang w:eastAsia="zh-CN"/>
        </w:rPr>
        <w:t>configuration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have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highest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priority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accordance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with</w:t>
      </w:r>
      <w:r w:rsidR="00646BEC">
        <w:rPr>
          <w:lang w:eastAsia="ko-KR"/>
        </w:rPr>
        <w:t xml:space="preserve"> </w:t>
      </w:r>
      <w:r w:rsidR="008B3B0A" w:rsidRPr="006F699D">
        <w:rPr>
          <w:lang w:eastAsia="ko-KR"/>
        </w:rPr>
        <w:t>clause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5.2.4.1.</w:t>
      </w:r>
    </w:p>
    <w:p w14:paraId="0893FC04" w14:textId="7CA61648" w:rsidR="00ED53A2" w:rsidRPr="006F699D" w:rsidRDefault="00ED53A2" w:rsidP="00377BCE">
      <w:pPr>
        <w:pStyle w:val="NO"/>
        <w:rPr>
          <w:lang w:eastAsia="ko-KR"/>
        </w:rPr>
      </w:pPr>
      <w:r w:rsidRPr="006F699D">
        <w:t>NOTE</w:t>
      </w:r>
      <w:r w:rsidR="00646BEC">
        <w:t xml:space="preserve"> </w:t>
      </w:r>
      <w:r w:rsidRPr="006F699D">
        <w:rPr>
          <w:lang w:eastAsia="ko-KR"/>
        </w:rPr>
        <w:t>2</w:t>
      </w:r>
      <w:r w:rsidRPr="006F699D">
        <w:t>:</w:t>
      </w:r>
      <w:r w:rsidRPr="006F699D">
        <w:tab/>
        <w:t>If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frequency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configured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perform</w:t>
      </w:r>
      <w:r w:rsidR="00646BEC">
        <w:t xml:space="preserve"> </w:t>
      </w:r>
      <w:r w:rsidR="00A46192" w:rsidRPr="006F699D">
        <w:t>sidelink</w:t>
      </w:r>
      <w:r w:rsidR="00646BEC">
        <w:t xml:space="preserve"> </w:t>
      </w:r>
      <w:r w:rsidR="00A46192" w:rsidRPr="006F699D">
        <w:t>communication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is</w:t>
      </w:r>
      <w:r w:rsidR="00646BEC">
        <w:t xml:space="preserve"> </w:t>
      </w:r>
      <w:r w:rsidRPr="006F699D">
        <w:t>a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frequency,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uses</w:t>
      </w:r>
      <w:r w:rsidR="00646BEC">
        <w:t xml:space="preserve"> </w:t>
      </w:r>
      <w:r w:rsidRPr="006F699D">
        <w:t>the</w:t>
      </w:r>
      <w:r w:rsidR="00646BEC">
        <w:t xml:space="preserve"> </w:t>
      </w:r>
      <w:r w:rsidRPr="006F699D">
        <w:t>serving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</w:t>
      </w:r>
      <w:r w:rsidR="00646BEC">
        <w:rPr>
          <w:lang w:eastAsia="ko-KR"/>
        </w:rPr>
        <w:t xml:space="preserve"> </w:t>
      </w:r>
      <w:r w:rsidRPr="006F699D">
        <w:t>for</w:t>
      </w:r>
      <w:r w:rsidR="00646BEC"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A46192" w:rsidRPr="006F699D">
        <w:rPr>
          <w:rFonts w:eastAsia="Malgun Gothic"/>
          <w:lang w:eastAsia="ko-KR"/>
        </w:rPr>
        <w:t>sidelink</w:t>
      </w:r>
      <w:r w:rsidR="00646BEC">
        <w:t xml:space="preserve"> </w:t>
      </w:r>
      <w:r w:rsidRPr="006F699D">
        <w:t>operation.</w:t>
      </w:r>
    </w:p>
    <w:p w14:paraId="3037D808" w14:textId="47EE253C" w:rsidR="00D57911" w:rsidRPr="006F699D" w:rsidRDefault="00D57911" w:rsidP="00D57911">
      <w:pPr>
        <w:pStyle w:val="Heading3"/>
      </w:pPr>
      <w:bookmarkStart w:id="326" w:name="_Toc29237953"/>
      <w:bookmarkStart w:id="327" w:name="_Toc46523070"/>
      <w:bookmarkStart w:id="328" w:name="_Toc100742648"/>
      <w:r w:rsidRPr="006F699D">
        <w:lastRenderedPageBreak/>
        <w:t>11.4</w:t>
      </w:r>
      <w:r w:rsidRPr="006F699D">
        <w:rPr>
          <w:lang w:eastAsia="ko-KR"/>
        </w:rPr>
        <w:t>.1</w:t>
      </w:r>
      <w:r w:rsidRPr="006F699D">
        <w:tab/>
        <w:t>Parameters</w:t>
      </w:r>
      <w:r w:rsidR="00646BEC">
        <w:t xml:space="preserve"> </w:t>
      </w:r>
      <w:r w:rsidRPr="006F699D">
        <w:t>used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cell</w:t>
      </w:r>
      <w:r w:rsidR="00646BEC">
        <w:t xml:space="preserve"> </w:t>
      </w:r>
      <w:r w:rsidRPr="006F699D">
        <w:t>selection</w:t>
      </w:r>
      <w:r w:rsidR="00646BEC">
        <w:t xml:space="preserve"> </w:t>
      </w:r>
      <w:r w:rsidRPr="006F699D">
        <w:t>and</w:t>
      </w:r>
      <w:r w:rsidR="00646BEC">
        <w:t xml:space="preserve"> </w:t>
      </w:r>
      <w:r w:rsidRPr="006F699D">
        <w:t>reselection</w:t>
      </w:r>
      <w:r w:rsidR="00646BEC">
        <w:t xml:space="preserve"> </w:t>
      </w:r>
      <w:r w:rsidRPr="006F699D">
        <w:t>triggered</w:t>
      </w:r>
      <w:r w:rsidR="00646BEC">
        <w:t xml:space="preserve"> </w:t>
      </w:r>
      <w:r w:rsidRPr="006F699D">
        <w:t>for</w:t>
      </w:r>
      <w:r w:rsidR="00646BEC">
        <w:t xml:space="preserve"> </w:t>
      </w:r>
      <w:r w:rsidRPr="006F699D">
        <w:t>sidelink</w:t>
      </w:r>
      <w:bookmarkEnd w:id="326"/>
      <w:bookmarkEnd w:id="327"/>
      <w:bookmarkEnd w:id="328"/>
    </w:p>
    <w:p w14:paraId="696775AF" w14:textId="7D277149" w:rsidR="00D57911" w:rsidRPr="006F699D" w:rsidRDefault="00D57911" w:rsidP="00D57911">
      <w:pPr>
        <w:rPr>
          <w:lang w:eastAsia="ko-KR"/>
        </w:rPr>
      </w:pPr>
      <w:r w:rsidRPr="006F699D">
        <w:t>When</w:t>
      </w:r>
      <w:r w:rsidR="00646BEC">
        <w:t xml:space="preserve"> </w:t>
      </w:r>
      <w:r w:rsidRPr="006F699D">
        <w:t>evaluating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criterion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criterion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(ranking),</w:t>
      </w:r>
      <w:r w:rsidR="00646BEC">
        <w:rPr>
          <w:lang w:eastAsia="ko-KR"/>
        </w:rPr>
        <w:t xml:space="preserve"> </w:t>
      </w:r>
      <w:r w:rsidRPr="006F699D">
        <w:t>as</w:t>
      </w:r>
      <w:r w:rsidR="00646BEC">
        <w:t xml:space="preserve"> </w:t>
      </w:r>
      <w:r w:rsidRPr="006F699D">
        <w:t>defined</w:t>
      </w:r>
      <w:r w:rsidR="00646BEC">
        <w:t xml:space="preserve"> </w:t>
      </w:r>
      <w:r w:rsidRPr="006F699D">
        <w:t>in</w:t>
      </w:r>
      <w:r w:rsidR="00646BEC">
        <w:t xml:space="preserve"> </w:t>
      </w:r>
      <w:r w:rsidR="008B3B0A" w:rsidRPr="006F699D">
        <w:t>clause</w:t>
      </w:r>
      <w:r w:rsidR="00646BEC">
        <w:t xml:space="preserve"> </w:t>
      </w:r>
      <w:r w:rsidRPr="006F699D">
        <w:t>5.2.3.2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="008B3B0A" w:rsidRPr="006F699D">
        <w:rPr>
          <w:lang w:eastAsia="ko-KR"/>
        </w:rPr>
        <w:t>clause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5.2.4.6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respectively,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selection/reselection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triggered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communi</w:t>
      </w:r>
      <w:r w:rsidR="00963F7F" w:rsidRPr="006F699D">
        <w:rPr>
          <w:lang w:eastAsia="ko-KR"/>
        </w:rPr>
        <w:t>c</w:t>
      </w:r>
      <w:r w:rsidRPr="006F699D">
        <w:rPr>
          <w:lang w:eastAsia="ko-KR"/>
        </w:rPr>
        <w:t>ation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V2X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="007D25B5" w:rsidRPr="006F699D">
        <w:rPr>
          <w:lang w:eastAsia="ko-KR"/>
        </w:rPr>
        <w:t>communication</w:t>
      </w:r>
      <w:r w:rsidR="00646BEC">
        <w:rPr>
          <w:lang w:eastAsia="zh-CN"/>
        </w:rPr>
        <w:t xml:space="preserve"> </w:t>
      </w:r>
      <w:r w:rsidRPr="006F699D">
        <w:rPr>
          <w:lang w:eastAsia="ko-KR"/>
        </w:rPr>
        <w:t>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discovery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announcement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non-serving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frequency,</w:t>
      </w:r>
      <w:r w:rsidR="00646BEC">
        <w:rPr>
          <w:lang w:eastAsia="ko-KR"/>
        </w:rPr>
        <w:t xml:space="preserve"> </w:t>
      </w:r>
      <w:r w:rsidRPr="006F699D">
        <w:t>UE</w:t>
      </w:r>
      <w:r w:rsidR="00646BEC">
        <w:t xml:space="preserve"> </w:t>
      </w:r>
      <w:r w:rsidRPr="006F699D">
        <w:t>shall</w:t>
      </w:r>
      <w:r w:rsidR="00646BEC"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evaluation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follows:</w:t>
      </w:r>
    </w:p>
    <w:p w14:paraId="411A9F0E" w14:textId="28F81088" w:rsidR="00D57911" w:rsidRPr="006F699D" w:rsidRDefault="00D57911" w:rsidP="00D57911">
      <w:pPr>
        <w:pStyle w:val="B1"/>
        <w:rPr>
          <w:lang w:eastAsia="ko-KR"/>
        </w:rPr>
      </w:pPr>
      <w:r w:rsidRPr="006F699D">
        <w:t>-</w:t>
      </w:r>
      <w:r w:rsidRPr="006F699D">
        <w:tab/>
      </w:r>
      <w:r w:rsidRPr="006F699D">
        <w:rPr>
          <w:lang w:eastAsia="ko-KR"/>
        </w:rPr>
        <w:t>if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intends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to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perform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discovery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announcement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configured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with</w:t>
      </w:r>
      <w:r w:rsidR="00646BEC">
        <w:rPr>
          <w:lang w:eastAsia="ko-KR"/>
        </w:rPr>
        <w:t xml:space="preserve"> </w:t>
      </w:r>
      <w:r w:rsidR="00963F7F" w:rsidRPr="006F699D">
        <w:rPr>
          <w:i/>
          <w:lang w:eastAsia="ko-KR"/>
        </w:rPr>
        <w:t>discC</w:t>
      </w:r>
      <w:r w:rsidRPr="006F699D">
        <w:rPr>
          <w:i/>
        </w:rPr>
        <w:t>ellSelectionInfo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applicable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that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frequency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as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specified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TS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36.331</w:t>
      </w:r>
      <w:r w:rsidR="00646BEC">
        <w:rPr>
          <w:lang w:eastAsia="ko-KR"/>
        </w:rPr>
        <w:t xml:space="preserve"> </w:t>
      </w:r>
      <w:r w:rsidR="006F699D" w:rsidRPr="006F699D">
        <w:rPr>
          <w:lang w:eastAsia="ko-KR"/>
        </w:rPr>
        <w:t>[</w:t>
      </w:r>
      <w:r w:rsidR="00057D27" w:rsidRPr="006F699D">
        <w:rPr>
          <w:lang w:eastAsia="ko-KR"/>
        </w:rPr>
        <w:t>3]</w:t>
      </w:r>
      <w:r w:rsidRPr="006F699D">
        <w:rPr>
          <w:lang w:eastAsia="ko-KR"/>
        </w:rPr>
        <w:t>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shall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use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selection/reselection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parameters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included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in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="00963F7F" w:rsidRPr="006F699D">
        <w:rPr>
          <w:i/>
          <w:lang w:eastAsia="ko-KR"/>
        </w:rPr>
        <w:t>discCellSelectionInfo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evaluation</w:t>
      </w:r>
      <w:r w:rsidR="00963F7F" w:rsidRPr="006F699D">
        <w:rPr>
          <w:lang w:eastAsia="ko-KR"/>
        </w:rPr>
        <w:t>,</w:t>
      </w:r>
      <w:r w:rsidR="00646BEC">
        <w:rPr>
          <w:lang w:eastAsia="ko-KR"/>
        </w:rPr>
        <w:t xml:space="preserve"> </w:t>
      </w:r>
      <w:r w:rsidR="00963F7F" w:rsidRPr="006F699D">
        <w:rPr>
          <w:lang w:eastAsia="ko-KR"/>
        </w:rPr>
        <w:t>and</w:t>
      </w:r>
      <w:r w:rsidR="00646BEC">
        <w:rPr>
          <w:lang w:eastAsia="ko-KR"/>
        </w:rPr>
        <w:t xml:space="preserve"> </w:t>
      </w:r>
      <w:r w:rsidR="00963F7F" w:rsidRPr="006F699D">
        <w:rPr>
          <w:lang w:eastAsia="ko-KR"/>
        </w:rPr>
        <w:t>f</w:t>
      </w:r>
      <w:r w:rsidR="00963F7F" w:rsidRPr="006F699D">
        <w:t>or</w:t>
      </w:r>
      <w:r w:rsidR="00646BEC">
        <w:t xml:space="preserve"> </w:t>
      </w:r>
      <w:r w:rsidR="00963F7F" w:rsidRPr="006F699D">
        <w:t>a</w:t>
      </w:r>
      <w:r w:rsidR="00646BEC">
        <w:t xml:space="preserve"> </w:t>
      </w:r>
      <w:r w:rsidR="00963F7F" w:rsidRPr="006F699D">
        <w:t>parameter</w:t>
      </w:r>
      <w:r w:rsidR="00646BEC">
        <w:t xml:space="preserve"> </w:t>
      </w:r>
      <w:r w:rsidR="00963F7F" w:rsidRPr="006F699D">
        <w:t>used</w:t>
      </w:r>
      <w:r w:rsidR="00646BEC">
        <w:t xml:space="preserve"> </w:t>
      </w:r>
      <w:r w:rsidR="00963F7F" w:rsidRPr="006F699D">
        <w:t>in</w:t>
      </w:r>
      <w:r w:rsidR="00646BEC">
        <w:t xml:space="preserve"> </w:t>
      </w:r>
      <w:r w:rsidR="00963F7F" w:rsidRPr="006F699D">
        <w:t>the</w:t>
      </w:r>
      <w:r w:rsidR="00646BEC">
        <w:t xml:space="preserve"> </w:t>
      </w:r>
      <w:r w:rsidR="00963F7F" w:rsidRPr="006F699D">
        <w:rPr>
          <w:lang w:eastAsia="ko-KR"/>
        </w:rPr>
        <w:t>evaluation</w:t>
      </w:r>
      <w:r w:rsidR="00646BEC">
        <w:rPr>
          <w:lang w:eastAsia="ko-KR"/>
        </w:rPr>
        <w:t xml:space="preserve"> </w:t>
      </w:r>
      <w:r w:rsidR="00963F7F" w:rsidRPr="006F699D">
        <w:t>but</w:t>
      </w:r>
      <w:r w:rsidR="00646BEC">
        <w:t xml:space="preserve"> </w:t>
      </w:r>
      <w:r w:rsidR="00963F7F" w:rsidRPr="006F699D">
        <w:t>not</w:t>
      </w:r>
      <w:r w:rsidR="00646BEC">
        <w:t xml:space="preserve"> </w:t>
      </w:r>
      <w:r w:rsidR="00963F7F" w:rsidRPr="006F699D">
        <w:t>included</w:t>
      </w:r>
      <w:r w:rsidR="00646BEC">
        <w:t xml:space="preserve"> </w:t>
      </w:r>
      <w:r w:rsidR="00963F7F" w:rsidRPr="006F699D">
        <w:t>in</w:t>
      </w:r>
      <w:r w:rsidR="00646BEC">
        <w:t xml:space="preserve"> </w:t>
      </w:r>
      <w:r w:rsidR="00963F7F" w:rsidRPr="006F699D">
        <w:t>the</w:t>
      </w:r>
      <w:r w:rsidR="00646BEC">
        <w:t xml:space="preserve"> </w:t>
      </w:r>
      <w:r w:rsidR="00963F7F" w:rsidRPr="006F699D">
        <w:rPr>
          <w:i/>
          <w:lang w:eastAsia="ko-KR"/>
        </w:rPr>
        <w:t>discC</w:t>
      </w:r>
      <w:r w:rsidR="00963F7F" w:rsidRPr="006F699D">
        <w:rPr>
          <w:i/>
        </w:rPr>
        <w:t>ellSelectionInfo</w:t>
      </w:r>
      <w:r w:rsidR="00646BEC">
        <w:rPr>
          <w:i/>
        </w:rPr>
        <w:t xml:space="preserve"> </w:t>
      </w:r>
      <w:r w:rsidR="00963F7F" w:rsidRPr="006F699D">
        <w:rPr>
          <w:lang w:eastAsia="ko-KR"/>
        </w:rPr>
        <w:t>applicable</w:t>
      </w:r>
      <w:r w:rsidR="00646BEC">
        <w:rPr>
          <w:lang w:eastAsia="ko-KR"/>
        </w:rPr>
        <w:t xml:space="preserve"> </w:t>
      </w:r>
      <w:r w:rsidR="00963F7F"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="00963F7F" w:rsidRPr="006F699D">
        <w:rPr>
          <w:lang w:eastAsia="ko-KR"/>
        </w:rPr>
        <w:t>that</w:t>
      </w:r>
      <w:r w:rsidR="00646BEC">
        <w:rPr>
          <w:i/>
          <w:lang w:eastAsia="ko-KR"/>
        </w:rPr>
        <w:t xml:space="preserve"> </w:t>
      </w:r>
      <w:r w:rsidR="00963F7F" w:rsidRPr="006F699D">
        <w:rPr>
          <w:lang w:eastAsia="ko-KR"/>
        </w:rPr>
        <w:t>frequency</w:t>
      </w:r>
      <w:r w:rsidR="00963F7F" w:rsidRPr="006F699D">
        <w:t>,</w:t>
      </w:r>
      <w:r w:rsidR="00646BEC">
        <w:rPr>
          <w:lang w:eastAsia="ko-KR"/>
        </w:rPr>
        <w:t xml:space="preserve"> </w:t>
      </w:r>
      <w:r w:rsidR="00963F7F" w:rsidRPr="006F699D">
        <w:t>UE</w:t>
      </w:r>
      <w:r w:rsidR="00646BEC">
        <w:t xml:space="preserve"> </w:t>
      </w:r>
      <w:r w:rsidR="00963F7F" w:rsidRPr="006F699D">
        <w:rPr>
          <w:lang w:eastAsia="ko-KR"/>
        </w:rPr>
        <w:t>shall</w:t>
      </w:r>
      <w:r w:rsidR="00646BEC">
        <w:rPr>
          <w:lang w:eastAsia="ko-KR"/>
        </w:rPr>
        <w:t xml:space="preserve"> </w:t>
      </w:r>
      <w:r w:rsidR="00963F7F" w:rsidRPr="006F699D">
        <w:t>appl</w:t>
      </w:r>
      <w:r w:rsidR="00963F7F" w:rsidRPr="006F699D">
        <w:rPr>
          <w:lang w:eastAsia="ko-KR"/>
        </w:rPr>
        <w:t>y</w:t>
      </w:r>
      <w:r w:rsidR="00646BEC">
        <w:t xml:space="preserve"> </w:t>
      </w:r>
      <w:r w:rsidR="00963F7F" w:rsidRPr="006F699D">
        <w:t>zero</w:t>
      </w:r>
      <w:r w:rsidR="00646BEC">
        <w:t xml:space="preserve"> </w:t>
      </w:r>
      <w:r w:rsidR="00963F7F" w:rsidRPr="006F699D">
        <w:t>value</w:t>
      </w:r>
      <w:r w:rsidRPr="006F699D">
        <w:rPr>
          <w:lang w:eastAsia="ko-KR"/>
        </w:rPr>
        <w:t>.</w:t>
      </w:r>
    </w:p>
    <w:p w14:paraId="3554A5D1" w14:textId="44CC6B0D" w:rsidR="00ED53A2" w:rsidRPr="006F699D" w:rsidRDefault="00D57911" w:rsidP="00D57911">
      <w:pPr>
        <w:pStyle w:val="B1"/>
        <w:rPr>
          <w:lang w:eastAsia="ko-KR"/>
        </w:rPr>
      </w:pPr>
      <w:r w:rsidRPr="006F699D">
        <w:t>-</w:t>
      </w:r>
      <w:r w:rsidRPr="006F699D">
        <w:tab/>
      </w:r>
      <w:r w:rsidRPr="006F699D">
        <w:rPr>
          <w:lang w:eastAsia="ko-KR"/>
        </w:rPr>
        <w:t>else,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shall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use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selection/reselection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parameters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broadcast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by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concerned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(i.e.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selected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cell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sidelink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operation)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for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the</w:t>
      </w:r>
      <w:r w:rsidR="00646BEC">
        <w:rPr>
          <w:lang w:eastAsia="ko-KR"/>
        </w:rPr>
        <w:t xml:space="preserve"> </w:t>
      </w:r>
      <w:r w:rsidRPr="006F699D">
        <w:rPr>
          <w:lang w:eastAsia="ko-KR"/>
        </w:rPr>
        <w:t>evaluation.</w:t>
      </w:r>
    </w:p>
    <w:p w14:paraId="0B6A1294" w14:textId="0E77AC29" w:rsidR="00873672" w:rsidRPr="006F699D" w:rsidRDefault="00873672" w:rsidP="00873672">
      <w:pPr>
        <w:pStyle w:val="Heading1"/>
      </w:pPr>
      <w:bookmarkStart w:id="329" w:name="_Toc29237954"/>
      <w:bookmarkStart w:id="330" w:name="_Toc46523071"/>
      <w:bookmarkStart w:id="331" w:name="_Toc100742649"/>
      <w:r w:rsidRPr="006F699D">
        <w:t>12.</w:t>
      </w:r>
      <w:r w:rsidRPr="006F699D">
        <w:tab/>
        <w:t>General</w:t>
      </w:r>
      <w:r w:rsidR="00646BEC">
        <w:t xml:space="preserve"> </w:t>
      </w:r>
      <w:r w:rsidRPr="006F699D">
        <w:t>description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</w:t>
      </w:r>
      <w:bookmarkEnd w:id="329"/>
      <w:bookmarkEnd w:id="330"/>
      <w:bookmarkEnd w:id="331"/>
    </w:p>
    <w:p w14:paraId="7F576E76" w14:textId="15C361B2" w:rsidR="00873672" w:rsidRPr="006F699D" w:rsidRDefault="00873672" w:rsidP="00873672">
      <w:r w:rsidRPr="006F699D">
        <w:t>The</w:t>
      </w:r>
      <w:r w:rsidR="00646BEC">
        <w:t xml:space="preserve"> </w:t>
      </w:r>
      <w:r w:rsidRPr="006F699D">
        <w:t>functions</w:t>
      </w:r>
      <w:r w:rsidR="00646BEC">
        <w:t xml:space="preserve"> </w:t>
      </w:r>
      <w:r w:rsidRPr="006F699D">
        <w:t>listed</w:t>
      </w:r>
      <w:r w:rsidR="00646BEC">
        <w:t xml:space="preserve"> </w:t>
      </w:r>
      <w:r w:rsidRPr="006F699D">
        <w:t>below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5GC:</w:t>
      </w:r>
    </w:p>
    <w:p w14:paraId="583595A2" w14:textId="30EA6F4A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RAN</w:t>
      </w:r>
      <w:r w:rsidR="00646BEC">
        <w:rPr>
          <w:iCs/>
        </w:rPr>
        <w:t xml:space="preserve"> </w:t>
      </w:r>
      <w:r w:rsidRPr="006F699D">
        <w:rPr>
          <w:iCs/>
        </w:rPr>
        <w:t>paging</w:t>
      </w:r>
      <w:r w:rsidR="00646BEC">
        <w:rPr>
          <w:iCs/>
        </w:rPr>
        <w:t xml:space="preserve"> </w:t>
      </w:r>
      <w:r w:rsidRPr="006F699D">
        <w:rPr>
          <w:iCs/>
        </w:rPr>
        <w:t>(only</w:t>
      </w:r>
      <w:r w:rsidR="00646BEC">
        <w:rPr>
          <w:iCs/>
        </w:rPr>
        <w:t xml:space="preserve"> </w:t>
      </w:r>
      <w:r w:rsidRPr="006F699D">
        <w:rPr>
          <w:iCs/>
        </w:rPr>
        <w:t>applicable</w:t>
      </w:r>
      <w:r w:rsidR="00646BEC">
        <w:rPr>
          <w:iCs/>
        </w:rPr>
        <w:t xml:space="preserve"> </w:t>
      </w:r>
      <w:r w:rsidRPr="006F699D">
        <w:rPr>
          <w:iCs/>
        </w:rPr>
        <w:t>to</w:t>
      </w:r>
      <w:r w:rsidR="00646BEC">
        <w:rPr>
          <w:iCs/>
        </w:rPr>
        <w:t xml:space="preserve"> </w:t>
      </w:r>
      <w:r w:rsidRPr="006F699D">
        <w:rPr>
          <w:iCs/>
        </w:rPr>
        <w:t>RRC_INACTIVE</w:t>
      </w:r>
      <w:r w:rsidR="00646BEC">
        <w:rPr>
          <w:iCs/>
        </w:rPr>
        <w:t xml:space="preserve"> </w:t>
      </w:r>
      <w:r w:rsidRPr="006F699D">
        <w:rPr>
          <w:iCs/>
        </w:rPr>
        <w:t>state)</w:t>
      </w:r>
    </w:p>
    <w:p w14:paraId="1ABA4FEE" w14:textId="1E54ACD0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Unified</w:t>
      </w:r>
      <w:r w:rsidR="00646BEC">
        <w:rPr>
          <w:iCs/>
        </w:rPr>
        <w:t xml:space="preserve"> </w:t>
      </w:r>
      <w:r w:rsidRPr="006F699D">
        <w:rPr>
          <w:iCs/>
        </w:rPr>
        <w:t>Access</w:t>
      </w:r>
      <w:r w:rsidR="00646BEC">
        <w:rPr>
          <w:iCs/>
        </w:rPr>
        <w:t xml:space="preserve"> </w:t>
      </w:r>
      <w:r w:rsidRPr="006F699D">
        <w:rPr>
          <w:iCs/>
        </w:rPr>
        <w:t>Control</w:t>
      </w:r>
    </w:p>
    <w:p w14:paraId="78991C66" w14:textId="326EB732" w:rsidR="00873672" w:rsidRPr="006F699D" w:rsidRDefault="00873672" w:rsidP="00873672">
      <w:r w:rsidRPr="006F699D">
        <w:t>The</w:t>
      </w:r>
      <w:r w:rsidR="00646BEC">
        <w:t xml:space="preserve"> </w:t>
      </w:r>
      <w:r w:rsidRPr="006F699D">
        <w:t>functions</w:t>
      </w:r>
      <w:r w:rsidR="00646BEC">
        <w:t xml:space="preserve"> </w:t>
      </w:r>
      <w:r w:rsidRPr="006F699D">
        <w:t>listed</w:t>
      </w:r>
      <w:r w:rsidR="00646BEC">
        <w:t xml:space="preserve"> </w:t>
      </w:r>
      <w:r w:rsidRPr="006F699D">
        <w:t>below</w:t>
      </w:r>
      <w:r w:rsidR="00646BEC">
        <w:t xml:space="preserve"> </w:t>
      </w:r>
      <w:r w:rsidRPr="006F699D">
        <w:t>are</w:t>
      </w:r>
      <w:r w:rsidR="00646BEC">
        <w:t xml:space="preserve"> </w:t>
      </w:r>
      <w:r w:rsidRPr="006F699D">
        <w:t>not</w:t>
      </w:r>
      <w:r w:rsidR="00646BEC">
        <w:t xml:space="preserve"> </w:t>
      </w:r>
      <w:r w:rsidRPr="006F699D">
        <w:t>applicable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UE</w:t>
      </w:r>
      <w:r w:rsidR="00646BEC">
        <w:t xml:space="preserve"> </w:t>
      </w:r>
      <w:r w:rsidRPr="006F699D">
        <w:t>camping</w:t>
      </w:r>
      <w:r w:rsidR="00646BEC">
        <w:t xml:space="preserve"> </w:t>
      </w:r>
      <w:r w:rsidRPr="006F699D">
        <w:t>on</w:t>
      </w:r>
      <w:r w:rsidR="00646BEC">
        <w:t xml:space="preserve"> </w:t>
      </w:r>
      <w:r w:rsidRPr="006F699D">
        <w:t>E-UTRA</w:t>
      </w:r>
      <w:r w:rsidR="00646BEC">
        <w:t xml:space="preserve"> </w:t>
      </w:r>
      <w:r w:rsidRPr="006F699D">
        <w:t>connected</w:t>
      </w:r>
      <w:r w:rsidR="00646BEC">
        <w:t xml:space="preserve"> </w:t>
      </w:r>
      <w:r w:rsidRPr="006F699D">
        <w:t>to</w:t>
      </w:r>
      <w:r w:rsidR="00646BEC">
        <w:t xml:space="preserve"> </w:t>
      </w:r>
      <w:r w:rsidRPr="006F699D">
        <w:t>5GC:</w:t>
      </w:r>
    </w:p>
    <w:p w14:paraId="24E36513" w14:textId="35188CB5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5.5</w:t>
      </w:r>
      <w:r w:rsidR="00646BEC">
        <w:rPr>
          <w:iCs/>
        </w:rPr>
        <w:t xml:space="preserve"> </w:t>
      </w:r>
      <w:r w:rsidRPr="006F699D">
        <w:rPr>
          <w:iCs/>
        </w:rPr>
        <w:t>Support</w:t>
      </w:r>
      <w:r w:rsidR="00646BEC">
        <w:rPr>
          <w:iCs/>
        </w:rPr>
        <w:t xml:space="preserve"> </w:t>
      </w:r>
      <w:r w:rsidRPr="006F699D">
        <w:rPr>
          <w:iCs/>
        </w:rPr>
        <w:t>for</w:t>
      </w:r>
      <w:r w:rsidR="00646BEC">
        <w:rPr>
          <w:iCs/>
        </w:rPr>
        <w:t xml:space="preserve"> </w:t>
      </w:r>
      <w:r w:rsidRPr="006F699D">
        <w:rPr>
          <w:iCs/>
        </w:rPr>
        <w:t>manual</w:t>
      </w:r>
      <w:r w:rsidR="00646BEC">
        <w:rPr>
          <w:iCs/>
        </w:rPr>
        <w:t xml:space="preserve"> </w:t>
      </w:r>
      <w:r w:rsidRPr="006F699D">
        <w:rPr>
          <w:iCs/>
        </w:rPr>
        <w:t>CSG</w:t>
      </w:r>
      <w:r w:rsidR="00646BEC">
        <w:rPr>
          <w:iCs/>
        </w:rPr>
        <w:t xml:space="preserve"> </w:t>
      </w:r>
      <w:r w:rsidRPr="006F699D">
        <w:rPr>
          <w:iCs/>
        </w:rPr>
        <w:t>selection</w:t>
      </w:r>
    </w:p>
    <w:p w14:paraId="42A952A8" w14:textId="1CEEA4D7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5.6</w:t>
      </w:r>
      <w:r w:rsidR="00646BEC">
        <w:rPr>
          <w:iCs/>
        </w:rPr>
        <w:t xml:space="preserve"> </w:t>
      </w:r>
      <w:r w:rsidRPr="006F699D">
        <w:rPr>
          <w:iCs/>
        </w:rPr>
        <w:t>RAN-assisted</w:t>
      </w:r>
      <w:r w:rsidR="00646BEC">
        <w:rPr>
          <w:iCs/>
        </w:rPr>
        <w:t xml:space="preserve"> </w:t>
      </w:r>
      <w:r w:rsidRPr="006F699D">
        <w:rPr>
          <w:iCs/>
        </w:rPr>
        <w:t>WLAN</w:t>
      </w:r>
      <w:r w:rsidR="00646BEC">
        <w:rPr>
          <w:iCs/>
        </w:rPr>
        <w:t xml:space="preserve"> </w:t>
      </w:r>
      <w:r w:rsidRPr="006F699D">
        <w:rPr>
          <w:iCs/>
        </w:rPr>
        <w:t>interworking</w:t>
      </w:r>
    </w:p>
    <w:p w14:paraId="74D4DF2E" w14:textId="5389C47A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6.2</w:t>
      </w:r>
      <w:r w:rsidR="00646BEC">
        <w:rPr>
          <w:iCs/>
        </w:rPr>
        <w:t xml:space="preserve"> </w:t>
      </w:r>
      <w:r w:rsidRPr="006F699D">
        <w:rPr>
          <w:iCs/>
        </w:rPr>
        <w:t>Reception</w:t>
      </w:r>
      <w:r w:rsidR="00646BEC">
        <w:rPr>
          <w:iCs/>
        </w:rPr>
        <w:t xml:space="preserve"> </w:t>
      </w:r>
      <w:r w:rsidRPr="006F699D">
        <w:rPr>
          <w:iCs/>
        </w:rPr>
        <w:t>of</w:t>
      </w:r>
      <w:r w:rsidR="00646BEC">
        <w:rPr>
          <w:iCs/>
        </w:rPr>
        <w:t xml:space="preserve"> </w:t>
      </w:r>
      <w:r w:rsidRPr="006F699D">
        <w:rPr>
          <w:iCs/>
        </w:rPr>
        <w:t>MBMS</w:t>
      </w:r>
    </w:p>
    <w:p w14:paraId="2582D3FC" w14:textId="689CC2EA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7.3</w:t>
      </w:r>
      <w:r w:rsidR="00646BEC">
        <w:rPr>
          <w:iCs/>
        </w:rPr>
        <w:t xml:space="preserve"> </w:t>
      </w:r>
      <w:r w:rsidRPr="006F699D">
        <w:rPr>
          <w:iCs/>
        </w:rPr>
        <w:t>Paging</w:t>
      </w:r>
      <w:r w:rsidR="00646BEC">
        <w:rPr>
          <w:iCs/>
        </w:rPr>
        <w:t xml:space="preserve"> </w:t>
      </w:r>
      <w:r w:rsidRPr="006F699D">
        <w:rPr>
          <w:iCs/>
        </w:rPr>
        <w:t>in</w:t>
      </w:r>
      <w:r w:rsidR="00646BEC">
        <w:rPr>
          <w:iCs/>
        </w:rPr>
        <w:t xml:space="preserve"> </w:t>
      </w:r>
      <w:r w:rsidRPr="006F699D">
        <w:rPr>
          <w:iCs/>
        </w:rPr>
        <w:t>extended</w:t>
      </w:r>
      <w:r w:rsidR="00646BEC">
        <w:rPr>
          <w:iCs/>
        </w:rPr>
        <w:t xml:space="preserve"> </w:t>
      </w:r>
      <w:r w:rsidRPr="006F699D">
        <w:rPr>
          <w:iCs/>
        </w:rPr>
        <w:t>DRX</w:t>
      </w:r>
    </w:p>
    <w:p w14:paraId="270B3028" w14:textId="3C1F01A1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8</w:t>
      </w:r>
      <w:r w:rsidR="00646BEC">
        <w:rPr>
          <w:iCs/>
        </w:rPr>
        <w:t xml:space="preserve"> </w:t>
      </w:r>
      <w:r w:rsidRPr="006F699D">
        <w:rPr>
          <w:iCs/>
        </w:rPr>
        <w:t>Logged</w:t>
      </w:r>
      <w:r w:rsidR="00646BEC">
        <w:rPr>
          <w:iCs/>
        </w:rPr>
        <w:t xml:space="preserve"> </w:t>
      </w:r>
      <w:r w:rsidRPr="006F699D">
        <w:rPr>
          <w:iCs/>
        </w:rPr>
        <w:t>measurements</w:t>
      </w:r>
    </w:p>
    <w:p w14:paraId="73433E8D" w14:textId="3CDA819B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9</w:t>
      </w:r>
      <w:r w:rsidR="00646BEC">
        <w:rPr>
          <w:iCs/>
        </w:rPr>
        <w:t xml:space="preserve"> </w:t>
      </w:r>
      <w:r w:rsidRPr="006F699D">
        <w:rPr>
          <w:iCs/>
        </w:rPr>
        <w:t>Accessibility</w:t>
      </w:r>
      <w:r w:rsidR="00646BEC">
        <w:rPr>
          <w:iCs/>
        </w:rPr>
        <w:t xml:space="preserve"> </w:t>
      </w:r>
      <w:r w:rsidRPr="006F699D">
        <w:rPr>
          <w:iCs/>
        </w:rPr>
        <w:t>measurements</w:t>
      </w:r>
    </w:p>
    <w:p w14:paraId="75C3A71F" w14:textId="64903041" w:rsidR="00873672" w:rsidRPr="006F699D" w:rsidRDefault="00873672" w:rsidP="00873672">
      <w:pPr>
        <w:pStyle w:val="B1"/>
        <w:rPr>
          <w:iCs/>
        </w:rPr>
      </w:pPr>
      <w:r w:rsidRPr="006F699D">
        <w:rPr>
          <w:iCs/>
        </w:rPr>
        <w:t>-</w:t>
      </w:r>
      <w:r w:rsidRPr="006F699D">
        <w:rPr>
          <w:iCs/>
        </w:rPr>
        <w:tab/>
        <w:t>11</w:t>
      </w:r>
      <w:r w:rsidR="00646BEC">
        <w:rPr>
          <w:iCs/>
        </w:rPr>
        <w:t xml:space="preserve"> </w:t>
      </w:r>
      <w:r w:rsidRPr="006F699D">
        <w:rPr>
          <w:iCs/>
        </w:rPr>
        <w:t>Sidelink</w:t>
      </w:r>
      <w:r w:rsidR="00646BEC">
        <w:rPr>
          <w:iCs/>
        </w:rPr>
        <w:t xml:space="preserve"> </w:t>
      </w:r>
      <w:r w:rsidRPr="006F699D">
        <w:rPr>
          <w:iCs/>
        </w:rPr>
        <w:t>operation</w:t>
      </w:r>
    </w:p>
    <w:p w14:paraId="6DEF52DC" w14:textId="4BD1B727" w:rsidR="00BA1ECE" w:rsidRPr="006F699D" w:rsidRDefault="00DF6361" w:rsidP="00377BCE">
      <w:pPr>
        <w:pStyle w:val="Heading8"/>
      </w:pPr>
      <w:r w:rsidRPr="006F699D">
        <w:br w:type="page"/>
      </w:r>
      <w:bookmarkStart w:id="332" w:name="_Toc29237955"/>
      <w:bookmarkStart w:id="333" w:name="_Toc46523072"/>
      <w:bookmarkStart w:id="334" w:name="_Toc100742650"/>
      <w:r w:rsidR="007C6B95" w:rsidRPr="006F699D">
        <w:lastRenderedPageBreak/>
        <w:t>Annex</w:t>
      </w:r>
      <w:r w:rsidR="00646BEC">
        <w:t xml:space="preserve"> </w:t>
      </w:r>
      <w:r w:rsidR="00682B0D" w:rsidRPr="006F699D">
        <w:t>A</w:t>
      </w:r>
      <w:r w:rsidR="00646BEC">
        <w:t xml:space="preserve"> </w:t>
      </w:r>
      <w:r w:rsidR="007C6B95" w:rsidRPr="006F699D">
        <w:t>(informative):</w:t>
      </w:r>
      <w:r w:rsidR="007C6B95" w:rsidRPr="006F699D">
        <w:br/>
      </w:r>
      <w:r w:rsidR="0052437E" w:rsidRPr="006F699D">
        <w:t>Void</w:t>
      </w:r>
      <w:bookmarkEnd w:id="332"/>
      <w:bookmarkEnd w:id="333"/>
      <w:bookmarkEnd w:id="334"/>
    </w:p>
    <w:p w14:paraId="114AB2D8" w14:textId="1C04ECF8" w:rsidR="00023695" w:rsidRPr="006F699D" w:rsidRDefault="00FD1DF6" w:rsidP="004A208C">
      <w:pPr>
        <w:pStyle w:val="Heading8"/>
        <w:rPr>
          <w:lang w:eastAsia="ja-JP"/>
        </w:rPr>
      </w:pPr>
      <w:r w:rsidRPr="006F699D">
        <w:br w:type="page"/>
      </w:r>
      <w:bookmarkStart w:id="335" w:name="_Toc29237956"/>
      <w:bookmarkStart w:id="336" w:name="_Toc46523073"/>
      <w:bookmarkStart w:id="337" w:name="_Toc100742651"/>
      <w:r w:rsidR="00023695" w:rsidRPr="006F699D">
        <w:lastRenderedPageBreak/>
        <w:t>Annex</w:t>
      </w:r>
      <w:r w:rsidR="00646BEC">
        <w:t xml:space="preserve"> </w:t>
      </w:r>
      <w:r w:rsidR="00023695" w:rsidRPr="006F699D">
        <w:rPr>
          <w:lang w:eastAsia="ja-JP"/>
        </w:rPr>
        <w:t>B</w:t>
      </w:r>
      <w:r w:rsidR="00646BEC">
        <w:t xml:space="preserve"> </w:t>
      </w:r>
      <w:r w:rsidR="00023695" w:rsidRPr="006F699D">
        <w:t>(informative):</w:t>
      </w:r>
      <w:r w:rsidR="004A208C" w:rsidRPr="006F699D">
        <w:br/>
      </w:r>
      <w:r w:rsidR="00023695" w:rsidRPr="006F699D">
        <w:rPr>
          <w:lang w:eastAsia="ja-JP"/>
        </w:rPr>
        <w:t>Example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of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Hashed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ID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Calculation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using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32-bit</w:t>
      </w:r>
      <w:r w:rsidR="00646BEC">
        <w:rPr>
          <w:lang w:eastAsia="ja-JP"/>
        </w:rPr>
        <w:t xml:space="preserve"> </w:t>
      </w:r>
      <w:r w:rsidR="00023695" w:rsidRPr="006F699D">
        <w:rPr>
          <w:lang w:eastAsia="ja-JP"/>
        </w:rPr>
        <w:t>FCS</w:t>
      </w:r>
      <w:bookmarkEnd w:id="335"/>
      <w:bookmarkEnd w:id="336"/>
      <w:bookmarkEnd w:id="337"/>
    </w:p>
    <w:p w14:paraId="79BBB1C0" w14:textId="77777777" w:rsidR="00023695" w:rsidRPr="006F699D" w:rsidRDefault="00023695" w:rsidP="00023695">
      <w:pPr>
        <w:rPr>
          <w:b/>
        </w:rPr>
      </w:pPr>
      <w:r w:rsidRPr="006F699D">
        <w:rPr>
          <w:b/>
        </w:rPr>
        <w:t>Inputs:</w:t>
      </w:r>
    </w:p>
    <w:p w14:paraId="309F162D" w14:textId="6D49B794" w:rsidR="00023695" w:rsidRPr="006F699D" w:rsidRDefault="00A517D5" w:rsidP="00023695">
      <w:pPr>
        <w:pStyle w:val="B1"/>
      </w:pPr>
      <w:r w:rsidRPr="006F699D">
        <w:t>-</w:t>
      </w:r>
      <w:r w:rsidRPr="006F699D">
        <w:tab/>
      </w:r>
      <w:r w:rsidR="00023695" w:rsidRPr="006F699D">
        <w:t>Least</w:t>
      </w:r>
      <w:r w:rsidR="00646BEC">
        <w:t xml:space="preserve"> </w:t>
      </w:r>
      <w:r w:rsidR="00023695" w:rsidRPr="006F699D">
        <w:t>significant</w:t>
      </w:r>
      <w:r w:rsidR="00646BEC">
        <w:t xml:space="preserve"> </w:t>
      </w:r>
      <w:r w:rsidR="00023695" w:rsidRPr="006F699D">
        <w:t>bits</w:t>
      </w:r>
      <w:r w:rsidR="00646BEC">
        <w:t xml:space="preserve"> </w:t>
      </w:r>
      <w:r w:rsidR="00023695" w:rsidRPr="006F699D">
        <w:t>of</w:t>
      </w:r>
      <w:r w:rsidR="00646BEC">
        <w:t xml:space="preserve"> </w:t>
      </w:r>
      <w:r w:rsidR="00023695" w:rsidRPr="006F699D">
        <w:t>S-TMSI:</w:t>
      </w:r>
      <w:r w:rsidR="00646BEC">
        <w:t xml:space="preserve"> </w:t>
      </w:r>
      <w:r w:rsidR="00023695" w:rsidRPr="006F699D">
        <w:t>0x12341234</w:t>
      </w:r>
    </w:p>
    <w:p w14:paraId="622286E6" w14:textId="23C2D41D" w:rsidR="00023695" w:rsidRPr="006F699D" w:rsidRDefault="00023695" w:rsidP="00023695">
      <w:pPr>
        <w:pStyle w:val="B1"/>
      </w:pPr>
      <w:r w:rsidRPr="006F699D">
        <w:t>-</w:t>
      </w:r>
      <w:r w:rsidRPr="006F699D">
        <w:tab/>
        <w:t>Generator</w:t>
      </w:r>
      <w:r w:rsidR="00646BEC">
        <w:t xml:space="preserve"> </w:t>
      </w:r>
      <w:r w:rsidRPr="006F699D">
        <w:t>polynomial:</w:t>
      </w:r>
      <w:r w:rsidR="00646BEC">
        <w:t xml:space="preserve"> </w:t>
      </w:r>
      <w:r w:rsidR="006350A4" w:rsidRPr="006F699D">
        <w:t>0x104C11DB7</w:t>
      </w:r>
      <w:r w:rsidR="00646BEC">
        <w:t xml:space="preserve"> </w:t>
      </w:r>
      <w:r w:rsidRPr="006F699D">
        <w:t>(1</w:t>
      </w:r>
      <w:r w:rsidR="00646BEC">
        <w:t xml:space="preserve"> </w:t>
      </w:r>
      <w:r w:rsidRPr="006F699D">
        <w:t>0000</w:t>
      </w:r>
      <w:r w:rsidR="00646BEC">
        <w:t xml:space="preserve"> </w:t>
      </w:r>
      <w:r w:rsidRPr="006F699D">
        <w:t>0100</w:t>
      </w:r>
      <w:r w:rsidR="00646BEC">
        <w:t xml:space="preserve"> </w:t>
      </w:r>
      <w:r w:rsidRPr="006F699D">
        <w:t>1100</w:t>
      </w:r>
      <w:r w:rsidR="00646BEC">
        <w:t xml:space="preserve"> </w:t>
      </w:r>
      <w:r w:rsidRPr="006F699D">
        <w:t>0001</w:t>
      </w:r>
      <w:r w:rsidR="00646BEC">
        <w:t xml:space="preserve"> </w:t>
      </w:r>
      <w:r w:rsidRPr="006F699D">
        <w:t>0001</w:t>
      </w:r>
      <w:r w:rsidR="00646BEC">
        <w:t xml:space="preserve"> </w:t>
      </w:r>
      <w:r w:rsidRPr="006F699D">
        <w:t>1101</w:t>
      </w:r>
      <w:r w:rsidR="00646BEC">
        <w:t xml:space="preserve"> </w:t>
      </w:r>
      <w:r w:rsidRPr="006F699D">
        <w:t>1011</w:t>
      </w:r>
      <w:r w:rsidR="00646BEC">
        <w:t xml:space="preserve"> </w:t>
      </w:r>
      <w:r w:rsidRPr="006F699D">
        <w:t>0111)</w:t>
      </w:r>
    </w:p>
    <w:p w14:paraId="619E1B7D" w14:textId="3D94A8CF" w:rsidR="00023695" w:rsidRPr="006F699D" w:rsidRDefault="00023695" w:rsidP="00023695">
      <w:pPr>
        <w:rPr>
          <w:b/>
        </w:rPr>
      </w:pPr>
      <w:r w:rsidRPr="006F699D">
        <w:rPr>
          <w:b/>
        </w:rPr>
        <w:t>Procedure</w:t>
      </w:r>
      <w:r w:rsidR="00646BEC">
        <w:rPr>
          <w:b/>
        </w:rPr>
        <w:t xml:space="preserve"> </w:t>
      </w:r>
      <w:r w:rsidRPr="006F699D">
        <w:rPr>
          <w:b/>
        </w:rPr>
        <w:t>to</w:t>
      </w:r>
      <w:r w:rsidR="00646BEC">
        <w:rPr>
          <w:b/>
        </w:rPr>
        <w:t xml:space="preserve"> </w:t>
      </w:r>
      <w:r w:rsidRPr="006F699D">
        <w:rPr>
          <w:b/>
        </w:rPr>
        <w:t>Calculate</w:t>
      </w:r>
      <w:r w:rsidR="00646BEC">
        <w:rPr>
          <w:b/>
        </w:rPr>
        <w:t xml:space="preserve"> </w:t>
      </w:r>
      <w:r w:rsidRPr="006F699D">
        <w:rPr>
          <w:b/>
        </w:rPr>
        <w:t>Hashed</w:t>
      </w:r>
      <w:r w:rsidR="00646BEC">
        <w:rPr>
          <w:b/>
        </w:rPr>
        <w:t xml:space="preserve"> </w:t>
      </w:r>
      <w:r w:rsidRPr="006F699D">
        <w:rPr>
          <w:b/>
        </w:rPr>
        <w:t>ID:</w:t>
      </w:r>
    </w:p>
    <w:p w14:paraId="099186DF" w14:textId="70288D2C" w:rsidR="00023695" w:rsidRPr="006F699D" w:rsidRDefault="00023695" w:rsidP="00023695">
      <w:r w:rsidRPr="006F699D">
        <w:t>step</w:t>
      </w:r>
      <w:r w:rsidR="00646BEC">
        <w:t xml:space="preserve"> </w:t>
      </w:r>
      <w:r w:rsidRPr="006F699D">
        <w:t>a)</w:t>
      </w:r>
    </w:p>
    <w:p w14:paraId="2EEFC12D" w14:textId="66DE9918" w:rsidR="00023695" w:rsidRPr="006F699D" w:rsidRDefault="00023695" w:rsidP="00023695">
      <w:pPr>
        <w:pStyle w:val="B1"/>
      </w:pPr>
      <w:r w:rsidRPr="006F699D">
        <w:t>-</w:t>
      </w:r>
      <w:r w:rsidRPr="006F699D">
        <w:tab/>
        <w:t>k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32</w:t>
      </w:r>
    </w:p>
    <w:p w14:paraId="3ED29C9C" w14:textId="0BF1BA13" w:rsidR="00023695" w:rsidRPr="006F699D" w:rsidRDefault="006350A4" w:rsidP="00023695">
      <w:pPr>
        <w:pStyle w:val="B1"/>
      </w:pPr>
      <w:r w:rsidRPr="006F699D">
        <w:t>-</w:t>
      </w:r>
      <w:r w:rsidRPr="006F699D">
        <w:tab/>
        <w:t>numerator:</w:t>
      </w:r>
      <w:r w:rsidR="00646BEC">
        <w:t xml:space="preserve"> </w:t>
      </w:r>
      <w:r w:rsidR="00023695" w:rsidRPr="006F699D">
        <w:t>0xFFFF</w:t>
      </w:r>
      <w:r w:rsidR="00646BEC">
        <w:t xml:space="preserve"> </w:t>
      </w:r>
      <w:r w:rsidR="00023695" w:rsidRPr="006F699D">
        <w:t>FFFF</w:t>
      </w:r>
      <w:r w:rsidR="00646BEC">
        <w:t xml:space="preserve"> </w:t>
      </w:r>
      <w:r w:rsidR="00023695" w:rsidRPr="006F699D">
        <w:t>0000</w:t>
      </w:r>
      <w:r w:rsidR="00646BEC">
        <w:t xml:space="preserve"> </w:t>
      </w:r>
      <w:r w:rsidR="00023695" w:rsidRPr="006F699D">
        <w:t>0000</w:t>
      </w:r>
    </w:p>
    <w:p w14:paraId="30CEEE88" w14:textId="08039612" w:rsidR="00023695" w:rsidRPr="006F699D" w:rsidRDefault="00023695" w:rsidP="00023695">
      <w:pPr>
        <w:pStyle w:val="B1"/>
      </w:pPr>
      <w:r w:rsidRPr="006F699D">
        <w:t>-</w:t>
      </w:r>
      <w:r w:rsidRPr="006F699D">
        <w:tab/>
        <w:t>denomi</w:t>
      </w:r>
      <w:r w:rsidRPr="006F699D">
        <w:rPr>
          <w:lang w:eastAsia="ja-JP"/>
        </w:rPr>
        <w:t>n</w:t>
      </w:r>
      <w:r w:rsidRPr="006F699D">
        <w:t>ator:</w:t>
      </w:r>
      <w:r w:rsidR="00646BEC">
        <w:t xml:space="preserve"> </w:t>
      </w:r>
      <w:r w:rsidRPr="006F699D">
        <w:t>0x1</w:t>
      </w:r>
      <w:r w:rsidR="00646BEC">
        <w:t xml:space="preserve"> </w:t>
      </w:r>
      <w:r w:rsidRPr="006F699D">
        <w:t>04C1</w:t>
      </w:r>
      <w:r w:rsidR="00646BEC">
        <w:t xml:space="preserve"> </w:t>
      </w:r>
      <w:r w:rsidRPr="006F699D">
        <w:t>1DB7</w:t>
      </w:r>
    </w:p>
    <w:p w14:paraId="0DA1936D" w14:textId="1FF3F049" w:rsidR="00023695" w:rsidRPr="006F699D" w:rsidRDefault="00023695" w:rsidP="00023695">
      <w:pPr>
        <w:pStyle w:val="B1"/>
      </w:pPr>
      <w:r w:rsidRPr="006F699D">
        <w:t>-</w:t>
      </w:r>
      <w:r w:rsidRPr="006F699D">
        <w:tab/>
        <w:t>remainder</w:t>
      </w:r>
      <w:r w:rsidR="00646BEC">
        <w:t xml:space="preserve"> </w:t>
      </w:r>
      <w:r w:rsidRPr="006F699D">
        <w:t>Y1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0xC704DD7B</w:t>
      </w:r>
    </w:p>
    <w:p w14:paraId="0AA18309" w14:textId="350BAE2D" w:rsidR="00023695" w:rsidRPr="006F699D" w:rsidRDefault="00023695" w:rsidP="00023695">
      <w:r w:rsidRPr="006F699D">
        <w:t>step</w:t>
      </w:r>
      <w:r w:rsidR="00646BEC">
        <w:t xml:space="preserve"> </w:t>
      </w:r>
      <w:r w:rsidRPr="006F699D">
        <w:t>b)</w:t>
      </w:r>
    </w:p>
    <w:p w14:paraId="712C99DA" w14:textId="0F225DBB" w:rsidR="00023695" w:rsidRPr="006F699D" w:rsidRDefault="006350A4" w:rsidP="00023695">
      <w:pPr>
        <w:pStyle w:val="B1"/>
      </w:pPr>
      <w:r w:rsidRPr="006F699D">
        <w:t>-</w:t>
      </w:r>
      <w:r w:rsidRPr="006F699D">
        <w:tab/>
        <w:t>numerator:</w:t>
      </w:r>
      <w:r w:rsidR="00646BEC">
        <w:t xml:space="preserve"> </w:t>
      </w:r>
      <w:r w:rsidR="00023695" w:rsidRPr="006F699D">
        <w:t>0x1234</w:t>
      </w:r>
      <w:r w:rsidR="00646BEC">
        <w:t xml:space="preserve"> </w:t>
      </w:r>
      <w:r w:rsidR="00023695" w:rsidRPr="006F699D">
        <w:t>1234</w:t>
      </w:r>
      <w:r w:rsidR="00646BEC">
        <w:t xml:space="preserve"> </w:t>
      </w:r>
      <w:r w:rsidR="00023695" w:rsidRPr="006F699D">
        <w:t>0000</w:t>
      </w:r>
      <w:r w:rsidR="00646BEC">
        <w:t xml:space="preserve"> </w:t>
      </w:r>
      <w:r w:rsidR="00023695" w:rsidRPr="006F699D">
        <w:t>0000</w:t>
      </w:r>
    </w:p>
    <w:p w14:paraId="57173921" w14:textId="6D5E715A" w:rsidR="00023695" w:rsidRPr="006F699D" w:rsidRDefault="00023695" w:rsidP="00023695">
      <w:pPr>
        <w:pStyle w:val="B1"/>
      </w:pPr>
      <w:r w:rsidRPr="006F699D">
        <w:t>-</w:t>
      </w:r>
      <w:r w:rsidRPr="006F699D">
        <w:tab/>
        <w:t>denomi</w:t>
      </w:r>
      <w:r w:rsidRPr="006F699D">
        <w:rPr>
          <w:lang w:eastAsia="ja-JP"/>
        </w:rPr>
        <w:t>n</w:t>
      </w:r>
      <w:r w:rsidRPr="006F699D">
        <w:t>ator:</w:t>
      </w:r>
      <w:r w:rsidR="00646BEC">
        <w:t xml:space="preserve"> </w:t>
      </w:r>
      <w:r w:rsidRPr="006F699D">
        <w:t>0x1</w:t>
      </w:r>
      <w:r w:rsidR="00646BEC">
        <w:t xml:space="preserve"> </w:t>
      </w:r>
      <w:r w:rsidRPr="006F699D">
        <w:t>04C1</w:t>
      </w:r>
      <w:r w:rsidR="00646BEC">
        <w:t xml:space="preserve"> </w:t>
      </w:r>
      <w:r w:rsidRPr="006F699D">
        <w:t>1DB7</w:t>
      </w:r>
    </w:p>
    <w:p w14:paraId="30F7876C" w14:textId="3E4BC1B5" w:rsidR="00023695" w:rsidRPr="006F699D" w:rsidRDefault="00023695" w:rsidP="00023695">
      <w:pPr>
        <w:pStyle w:val="B1"/>
      </w:pPr>
      <w:r w:rsidRPr="006F699D">
        <w:t>-</w:t>
      </w:r>
      <w:r w:rsidRPr="006F699D">
        <w:tab/>
        <w:t>remainder</w:t>
      </w:r>
      <w:r w:rsidR="00646BEC">
        <w:t xml:space="preserve"> </w:t>
      </w:r>
      <w:r w:rsidRPr="006F699D">
        <w:t>Y2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0x1D66F1A6</w:t>
      </w:r>
    </w:p>
    <w:p w14:paraId="23130B4F" w14:textId="447B68D7" w:rsidR="00023695" w:rsidRPr="006F699D" w:rsidRDefault="00023695" w:rsidP="00023695">
      <w:r w:rsidRPr="006F699D">
        <w:rPr>
          <w:b/>
        </w:rPr>
        <w:t>Hashed_ID</w:t>
      </w:r>
      <w:r w:rsidR="00646BEC">
        <w:rPr>
          <w:b/>
        </w:rPr>
        <w:t xml:space="preserve"> </w:t>
      </w:r>
      <w:r w:rsidRPr="006F699D">
        <w:t>=</w:t>
      </w:r>
      <w:r w:rsidR="00646BEC">
        <w:t xml:space="preserve"> </w:t>
      </w:r>
      <w:r w:rsidRPr="006F699D">
        <w:t>FCS</w:t>
      </w:r>
      <w:r w:rsidR="00646BEC">
        <w:t xml:space="preserve"> </w:t>
      </w:r>
      <w:r w:rsidRPr="006F699D">
        <w:t>=</w:t>
      </w:r>
      <w:r w:rsidR="00646BEC">
        <w:t xml:space="preserve"> </w:t>
      </w:r>
      <w:r w:rsidRPr="006F699D">
        <w:t>ones</w:t>
      </w:r>
      <w:r w:rsidR="00646BEC">
        <w:t xml:space="preserve"> </w:t>
      </w:r>
      <w:r w:rsidRPr="006F699D">
        <w:t>complement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(remainder</w:t>
      </w:r>
      <w:r w:rsidR="00646BEC">
        <w:t xml:space="preserve"> </w:t>
      </w:r>
      <w:r w:rsidRPr="006F699D">
        <w:t>Y1</w:t>
      </w:r>
      <w:r w:rsidR="00646BEC">
        <w:t xml:space="preserve"> </w:t>
      </w:r>
      <w:r w:rsidRPr="006F699D">
        <w:t>XOR</w:t>
      </w:r>
      <w:r w:rsidR="00646BEC">
        <w:t xml:space="preserve"> </w:t>
      </w:r>
      <w:r w:rsidRPr="006F699D">
        <w:t>remainder</w:t>
      </w:r>
      <w:r w:rsidR="00646BEC">
        <w:t xml:space="preserve"> </w:t>
      </w:r>
      <w:r w:rsidRPr="006F699D">
        <w:t>Y2)</w:t>
      </w:r>
    </w:p>
    <w:p w14:paraId="2CA59DB5" w14:textId="12C47C09" w:rsidR="00023695" w:rsidRPr="006F699D" w:rsidRDefault="00023695" w:rsidP="00023695">
      <w:pPr>
        <w:pStyle w:val="B1"/>
      </w:pPr>
      <w:r w:rsidRPr="006F699D">
        <w:t>=</w:t>
      </w:r>
      <w:r w:rsidR="00646BEC">
        <w:t xml:space="preserve"> </w:t>
      </w:r>
      <w:r w:rsidRPr="006F699D">
        <w:t>ones</w:t>
      </w:r>
      <w:r w:rsidR="00646BEC">
        <w:t xml:space="preserve"> </w:t>
      </w:r>
      <w:r w:rsidRPr="006F699D">
        <w:t>complement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(0xC704DD7B</w:t>
      </w:r>
      <w:r w:rsidR="00646BEC">
        <w:t xml:space="preserve"> </w:t>
      </w:r>
      <w:r w:rsidRPr="006F699D">
        <w:t>XOR</w:t>
      </w:r>
      <w:r w:rsidR="00646BEC">
        <w:t xml:space="preserve"> </w:t>
      </w:r>
      <w:r w:rsidRPr="006F699D">
        <w:t>0x1D66F1A6)</w:t>
      </w:r>
    </w:p>
    <w:p w14:paraId="689FF195" w14:textId="07C1CFC1" w:rsidR="00023695" w:rsidRPr="006F699D" w:rsidRDefault="00023695" w:rsidP="00023695">
      <w:pPr>
        <w:pStyle w:val="B1"/>
      </w:pPr>
      <w:r w:rsidRPr="006F699D">
        <w:t>=</w:t>
      </w:r>
      <w:r w:rsidR="00646BEC">
        <w:t xml:space="preserve"> </w:t>
      </w:r>
      <w:r w:rsidRPr="006F699D">
        <w:t>negation</w:t>
      </w:r>
      <w:r w:rsidR="00646BEC">
        <w:t xml:space="preserve"> </w:t>
      </w:r>
      <w:r w:rsidRPr="006F699D">
        <w:t>of</w:t>
      </w:r>
      <w:r w:rsidR="00646BEC">
        <w:t xml:space="preserve"> </w:t>
      </w:r>
      <w:r w:rsidRPr="006F699D">
        <w:t>(0xDA622CDD)</w:t>
      </w:r>
    </w:p>
    <w:p w14:paraId="5B03D03F" w14:textId="432B8FED" w:rsidR="00023695" w:rsidRPr="006F699D" w:rsidRDefault="00023695" w:rsidP="00023695">
      <w:pPr>
        <w:pStyle w:val="B1"/>
        <w:rPr>
          <w:b/>
        </w:rPr>
      </w:pPr>
      <w:r w:rsidRPr="006F699D">
        <w:rPr>
          <w:b/>
        </w:rPr>
        <w:t>=</w:t>
      </w:r>
      <w:r w:rsidR="00646BEC">
        <w:rPr>
          <w:b/>
        </w:rPr>
        <w:t xml:space="preserve"> </w:t>
      </w:r>
      <w:r w:rsidRPr="006F699D">
        <w:rPr>
          <w:b/>
        </w:rPr>
        <w:t>0x259DD322</w:t>
      </w:r>
    </w:p>
    <w:p w14:paraId="3C58E90A" w14:textId="77777777" w:rsidR="00D44387" w:rsidRPr="006F699D" w:rsidRDefault="00D44387">
      <w:pPr>
        <w:spacing w:after="0"/>
        <w:rPr>
          <w:rFonts w:ascii="Arial" w:hAnsi="Arial"/>
          <w:sz w:val="36"/>
        </w:rPr>
      </w:pPr>
      <w:bookmarkStart w:id="338" w:name="historyclause"/>
      <w:r w:rsidRPr="006F699D">
        <w:br w:type="page"/>
      </w:r>
    </w:p>
    <w:p w14:paraId="39F0EA8B" w14:textId="510E5ABB" w:rsidR="00682B0D" w:rsidRPr="006F699D" w:rsidRDefault="00682B0D" w:rsidP="00377BCE">
      <w:pPr>
        <w:pStyle w:val="Heading8"/>
      </w:pPr>
      <w:bookmarkStart w:id="339" w:name="_Toc29237957"/>
      <w:bookmarkStart w:id="340" w:name="_Toc46523074"/>
      <w:bookmarkStart w:id="341" w:name="_Toc100742652"/>
      <w:r w:rsidRPr="006F699D">
        <w:lastRenderedPageBreak/>
        <w:t>Annex</w:t>
      </w:r>
      <w:r w:rsidR="00646BEC">
        <w:t xml:space="preserve"> </w:t>
      </w:r>
      <w:r w:rsidR="00023695" w:rsidRPr="006F699D">
        <w:t>C</w:t>
      </w:r>
      <w:r w:rsidR="00646BEC">
        <w:t xml:space="preserve"> </w:t>
      </w:r>
      <w:r w:rsidRPr="006F699D">
        <w:t>(informative):</w:t>
      </w:r>
      <w:r w:rsidRPr="006F699D">
        <w:br/>
      </w:r>
      <w:bookmarkEnd w:id="338"/>
      <w:r w:rsidRPr="006F699D">
        <w:t>Change</w:t>
      </w:r>
      <w:r w:rsidR="00646BEC">
        <w:t xml:space="preserve"> </w:t>
      </w:r>
      <w:r w:rsidRPr="006F699D">
        <w:t>history</w:t>
      </w:r>
      <w:bookmarkEnd w:id="339"/>
      <w:bookmarkEnd w:id="340"/>
      <w:bookmarkEnd w:id="341"/>
    </w:p>
    <w:p w14:paraId="6A629C07" w14:textId="77777777" w:rsidR="00FD1DF6" w:rsidRPr="006F699D" w:rsidRDefault="00FD1DF6" w:rsidP="00B15FCB">
      <w:pPr>
        <w:pStyle w:val="TH"/>
        <w:spacing w:before="0" w:after="0"/>
        <w:rPr>
          <w:sz w:val="8"/>
          <w:szCs w:val="96"/>
        </w:rPr>
      </w:pPr>
    </w:p>
    <w:tbl>
      <w:tblPr>
        <w:tblW w:w="978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992"/>
        <w:gridCol w:w="567"/>
        <w:gridCol w:w="426"/>
        <w:gridCol w:w="425"/>
        <w:gridCol w:w="5386"/>
        <w:gridCol w:w="709"/>
      </w:tblGrid>
      <w:tr w:rsidR="006F699D" w:rsidRPr="006F699D" w14:paraId="3B206607" w14:textId="77777777" w:rsidTr="009123BC">
        <w:trPr>
          <w:cantSplit/>
        </w:trPr>
        <w:tc>
          <w:tcPr>
            <w:tcW w:w="978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08A7F6" w14:textId="3729DD61" w:rsidR="009123BC" w:rsidRPr="006F699D" w:rsidRDefault="009123BC" w:rsidP="00223A33">
            <w:pPr>
              <w:pStyle w:val="TAL"/>
              <w:keepNext w:val="0"/>
              <w:jc w:val="center"/>
              <w:rPr>
                <w:b/>
                <w:sz w:val="16"/>
              </w:rPr>
            </w:pPr>
            <w:r w:rsidRPr="006F699D">
              <w:rPr>
                <w:b/>
              </w:rPr>
              <w:t>Change</w:t>
            </w:r>
            <w:r w:rsidR="00646BEC">
              <w:rPr>
                <w:b/>
              </w:rPr>
              <w:t xml:space="preserve"> </w:t>
            </w:r>
            <w:r w:rsidRPr="006F699D">
              <w:rPr>
                <w:b/>
              </w:rPr>
              <w:t>history</w:t>
            </w:r>
          </w:p>
        </w:tc>
      </w:tr>
      <w:tr w:rsidR="006F699D" w:rsidRPr="006F699D" w14:paraId="6174BFB5" w14:textId="77777777" w:rsidTr="004D6DCE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64F6F654" w14:textId="77777777" w:rsidR="009123BC" w:rsidRPr="006F699D" w:rsidRDefault="009123BC" w:rsidP="00223A33">
            <w:pPr>
              <w:pStyle w:val="TAH"/>
              <w:keepNext w:val="0"/>
              <w:rPr>
                <w:sz w:val="16"/>
                <w:szCs w:val="16"/>
                <w:lang w:val="en-GB"/>
              </w:rPr>
            </w:pPr>
            <w:r w:rsidRPr="006F699D">
              <w:rPr>
                <w:sz w:val="16"/>
                <w:szCs w:val="16"/>
                <w:lang w:val="en-GB"/>
              </w:rPr>
              <w:t>Date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7154E1E9" w14:textId="1DD682CC" w:rsidR="009123BC" w:rsidRPr="006F699D" w:rsidRDefault="009123BC" w:rsidP="00223A33">
            <w:pPr>
              <w:pStyle w:val="TAH"/>
              <w:keepNext w:val="0"/>
              <w:rPr>
                <w:sz w:val="16"/>
                <w:szCs w:val="16"/>
                <w:lang w:val="en-GB"/>
              </w:rPr>
            </w:pPr>
            <w:r w:rsidRPr="006F699D">
              <w:rPr>
                <w:sz w:val="16"/>
                <w:szCs w:val="16"/>
                <w:lang w:val="en-GB"/>
              </w:rPr>
              <w:t>TSG</w:t>
            </w:r>
            <w:r w:rsidR="00646BEC">
              <w:rPr>
                <w:sz w:val="16"/>
                <w:szCs w:val="16"/>
                <w:lang w:val="en-GB"/>
              </w:rPr>
              <w:t xml:space="preserve"> </w:t>
            </w:r>
            <w:r w:rsidRPr="006F699D">
              <w:rPr>
                <w:sz w:val="16"/>
                <w:szCs w:val="16"/>
                <w:lang w:val="en-GB"/>
              </w:rPr>
              <w:t>#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606B88FA" w14:textId="305145B9" w:rsidR="009123BC" w:rsidRPr="006F699D" w:rsidRDefault="009123BC" w:rsidP="00223A33">
            <w:pPr>
              <w:pStyle w:val="TAH"/>
              <w:keepNext w:val="0"/>
              <w:rPr>
                <w:sz w:val="16"/>
                <w:szCs w:val="16"/>
                <w:lang w:val="en-GB"/>
              </w:rPr>
            </w:pPr>
            <w:r w:rsidRPr="006F699D">
              <w:rPr>
                <w:sz w:val="16"/>
                <w:szCs w:val="16"/>
                <w:lang w:val="en-GB"/>
              </w:rPr>
              <w:t>TSG</w:t>
            </w:r>
            <w:r w:rsidR="00646BEC">
              <w:rPr>
                <w:sz w:val="16"/>
                <w:szCs w:val="16"/>
                <w:lang w:val="en-GB"/>
              </w:rPr>
              <w:t xml:space="preserve"> </w:t>
            </w:r>
            <w:r w:rsidRPr="006F699D">
              <w:rPr>
                <w:sz w:val="16"/>
                <w:szCs w:val="16"/>
                <w:lang w:val="en-GB"/>
              </w:rPr>
              <w:t>Doc.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1872B6DD" w14:textId="77777777" w:rsidR="009123BC" w:rsidRPr="006F699D" w:rsidRDefault="009123BC" w:rsidP="00223A33">
            <w:pPr>
              <w:pStyle w:val="TAH"/>
              <w:keepNext w:val="0"/>
              <w:rPr>
                <w:sz w:val="16"/>
                <w:szCs w:val="16"/>
                <w:lang w:val="en-GB"/>
              </w:rPr>
            </w:pPr>
            <w:r w:rsidRPr="006F699D">
              <w:rPr>
                <w:sz w:val="16"/>
                <w:szCs w:val="16"/>
                <w:lang w:val="en-GB"/>
              </w:rPr>
              <w:t>CR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03DE002D" w14:textId="77777777" w:rsidR="009123BC" w:rsidRPr="006F699D" w:rsidRDefault="009123BC" w:rsidP="00223A33">
            <w:pPr>
              <w:pStyle w:val="TAH"/>
              <w:keepNext w:val="0"/>
              <w:rPr>
                <w:sz w:val="16"/>
                <w:szCs w:val="16"/>
                <w:lang w:val="en-GB"/>
              </w:rPr>
            </w:pPr>
            <w:r w:rsidRPr="006F699D">
              <w:rPr>
                <w:sz w:val="16"/>
                <w:szCs w:val="16"/>
                <w:lang w:val="en-GB"/>
              </w:rPr>
              <w:t>Rev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76B96130" w14:textId="77777777" w:rsidR="009123BC" w:rsidRPr="006F699D" w:rsidRDefault="009123BC" w:rsidP="00223A33">
            <w:pPr>
              <w:pStyle w:val="TAH"/>
              <w:keepNext w:val="0"/>
              <w:rPr>
                <w:sz w:val="16"/>
                <w:szCs w:val="16"/>
                <w:lang w:val="en-GB"/>
              </w:rPr>
            </w:pPr>
            <w:r w:rsidRPr="006F699D">
              <w:rPr>
                <w:sz w:val="16"/>
                <w:szCs w:val="16"/>
                <w:lang w:val="en-GB"/>
              </w:rPr>
              <w:t>Cat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40D25A09" w14:textId="77777777" w:rsidR="009123BC" w:rsidRPr="006F699D" w:rsidRDefault="009123BC" w:rsidP="00223A33">
            <w:pPr>
              <w:pStyle w:val="TAH"/>
              <w:keepNext w:val="0"/>
              <w:rPr>
                <w:sz w:val="16"/>
                <w:szCs w:val="16"/>
                <w:lang w:val="en-GB"/>
              </w:rPr>
            </w:pPr>
            <w:r w:rsidRPr="006F699D">
              <w:rPr>
                <w:sz w:val="16"/>
                <w:szCs w:val="16"/>
                <w:lang w:val="en-GB"/>
              </w:rPr>
              <w:t>Subject/Comment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14:paraId="60D4DED0" w14:textId="6A35C854" w:rsidR="009123BC" w:rsidRPr="006F699D" w:rsidRDefault="009123BC" w:rsidP="00223A33">
            <w:pPr>
              <w:pStyle w:val="TAH"/>
              <w:keepNext w:val="0"/>
              <w:rPr>
                <w:sz w:val="16"/>
                <w:szCs w:val="16"/>
                <w:lang w:val="en-GB"/>
              </w:rPr>
            </w:pPr>
            <w:r w:rsidRPr="006F699D">
              <w:rPr>
                <w:sz w:val="16"/>
                <w:szCs w:val="16"/>
                <w:lang w:val="en-GB"/>
              </w:rPr>
              <w:t>New</w:t>
            </w:r>
            <w:r w:rsidR="00646BEC">
              <w:rPr>
                <w:sz w:val="16"/>
                <w:szCs w:val="16"/>
                <w:lang w:val="en-GB"/>
              </w:rPr>
              <w:t xml:space="preserve"> </w:t>
            </w:r>
            <w:r w:rsidRPr="006F699D">
              <w:rPr>
                <w:sz w:val="16"/>
                <w:szCs w:val="16"/>
                <w:lang w:val="en-GB"/>
              </w:rPr>
              <w:t>version</w:t>
            </w:r>
          </w:p>
        </w:tc>
      </w:tr>
      <w:tr w:rsidR="006F699D" w:rsidRPr="006F699D" w14:paraId="69C3A1BE" w14:textId="77777777" w:rsidTr="004D6DCE"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6EB5D0B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2007-06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E5D441E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B0AF38F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2EABC8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811B29" w14:textId="77777777" w:rsidR="009123BC" w:rsidRPr="006F699D" w:rsidRDefault="009123BC" w:rsidP="00223A33">
            <w:pPr>
              <w:pStyle w:val="TAL"/>
              <w:keepNext w:val="0"/>
              <w:jc w:val="both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FB9EFA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</w:p>
        </w:tc>
        <w:tc>
          <w:tcPr>
            <w:tcW w:w="53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0EC7AB" w14:textId="2825DC94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Agreed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text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proposals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from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TSG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RAN2#58bis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meeting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80EC5B5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0.0.1</w:t>
            </w:r>
          </w:p>
        </w:tc>
      </w:tr>
      <w:tr w:rsidR="006F699D" w:rsidRPr="006F699D" w14:paraId="259C814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120F2EF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2007-09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14666F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RP-37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AA7F3A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  <w:r w:rsidRPr="006F699D">
              <w:rPr>
                <w:snapToGrid w:val="0"/>
                <w:sz w:val="16"/>
              </w:rPr>
              <w:t>RP-070687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DF91D1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E9A5D2" w14:textId="77777777" w:rsidR="009123BC" w:rsidRPr="006F699D" w:rsidRDefault="009123BC" w:rsidP="00223A33">
            <w:pPr>
              <w:pStyle w:val="TAL"/>
              <w:keepNext w:val="0"/>
              <w:jc w:val="both"/>
              <w:rPr>
                <w:sz w:val="16"/>
              </w:rPr>
            </w:pP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8B17D0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01D4970" w14:textId="1EB3B9A8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Presented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for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information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at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TSG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RAN-37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E9718BB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  <w:r w:rsidRPr="006F699D">
              <w:rPr>
                <w:snapToGrid w:val="0"/>
                <w:sz w:val="16"/>
              </w:rPr>
              <w:t>1.0.0</w:t>
            </w:r>
          </w:p>
        </w:tc>
      </w:tr>
      <w:tr w:rsidR="006F699D" w:rsidRPr="006F699D" w14:paraId="588C3491" w14:textId="77777777" w:rsidTr="004D6DCE">
        <w:tc>
          <w:tcPr>
            <w:tcW w:w="709" w:type="dxa"/>
            <w:tcBorders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solid" w:color="FFFFFF" w:fill="auto"/>
          </w:tcPr>
          <w:p w14:paraId="00178F78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2007-11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solid" w:color="FFFFFF" w:fill="auto"/>
          </w:tcPr>
          <w:p w14:paraId="22E79931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RP-38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solid" w:color="FFFFFF" w:fill="auto"/>
          </w:tcPr>
          <w:p w14:paraId="29ECBD8A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  <w:r w:rsidRPr="006F699D">
              <w:rPr>
                <w:snapToGrid w:val="0"/>
                <w:sz w:val="16"/>
              </w:rPr>
              <w:t>RP-070915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solid" w:color="FFFFFF" w:fill="auto"/>
          </w:tcPr>
          <w:p w14:paraId="7A302099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solid" w:color="FFFFFF" w:fill="auto"/>
          </w:tcPr>
          <w:p w14:paraId="235F7E63" w14:textId="77777777" w:rsidR="009123BC" w:rsidRPr="006F699D" w:rsidRDefault="009123BC" w:rsidP="00223A33">
            <w:pPr>
              <w:pStyle w:val="TAL"/>
              <w:keepNext w:val="0"/>
              <w:jc w:val="both"/>
              <w:rPr>
                <w:sz w:val="16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solid" w:color="FFFFFF" w:fill="auto"/>
          </w:tcPr>
          <w:p w14:paraId="2180744F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solid" w:color="FFFFFF" w:fill="auto"/>
          </w:tcPr>
          <w:p w14:paraId="57FAB418" w14:textId="5A19B15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Presented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for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approval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at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TSG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RAN-38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47DBDBCD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  <w:r w:rsidRPr="006F699D">
              <w:rPr>
                <w:snapToGrid w:val="0"/>
                <w:sz w:val="16"/>
              </w:rPr>
              <w:t>2.0.0</w:t>
            </w:r>
          </w:p>
        </w:tc>
      </w:tr>
      <w:tr w:rsidR="006F699D" w:rsidRPr="006F699D" w14:paraId="20D0A1D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5C98A80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D31296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RP-38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7CE647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  <w:r w:rsidRPr="006F699D">
              <w:rPr>
                <w:snapToGrid w:val="0"/>
                <w:sz w:val="16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9AE6EB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9996E4" w14:textId="77777777" w:rsidR="009123BC" w:rsidRPr="006F699D" w:rsidRDefault="009123BC" w:rsidP="00223A33">
            <w:pPr>
              <w:pStyle w:val="TAL"/>
              <w:keepNext w:val="0"/>
              <w:jc w:val="both"/>
              <w:rPr>
                <w:sz w:val="16"/>
              </w:rPr>
            </w:pP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3E9AA5" w14:textId="77777777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BF8269" w14:textId="2A3C618A" w:rsidR="009123BC" w:rsidRPr="006F699D" w:rsidRDefault="009123BC" w:rsidP="00223A33">
            <w:pPr>
              <w:pStyle w:val="TAL"/>
              <w:keepNext w:val="0"/>
              <w:rPr>
                <w:sz w:val="16"/>
              </w:rPr>
            </w:pPr>
            <w:r w:rsidRPr="006F699D">
              <w:rPr>
                <w:sz w:val="16"/>
              </w:rPr>
              <w:t>Approved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at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TSG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RAN-38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and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placed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under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change</w:t>
            </w:r>
            <w:r w:rsidR="00646BEC">
              <w:rPr>
                <w:sz w:val="16"/>
              </w:rPr>
              <w:t xml:space="preserve"> </w:t>
            </w:r>
            <w:r w:rsidRPr="006F699D">
              <w:rPr>
                <w:sz w:val="16"/>
              </w:rPr>
              <w:t>control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AFAC126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</w:rPr>
            </w:pPr>
            <w:r w:rsidRPr="006F699D">
              <w:rPr>
                <w:snapToGrid w:val="0"/>
                <w:sz w:val="16"/>
              </w:rPr>
              <w:t>8.0.0</w:t>
            </w:r>
          </w:p>
        </w:tc>
      </w:tr>
      <w:tr w:rsidR="006F699D" w:rsidRPr="006F699D" w14:paraId="0F67B93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EDCFF61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2008-03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3E235F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RP-39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DDFEC86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  <w:szCs w:val="16"/>
              </w:rPr>
            </w:pPr>
            <w:r w:rsidRPr="006F699D">
              <w:rPr>
                <w:snapToGrid w:val="0"/>
                <w:sz w:val="16"/>
                <w:szCs w:val="16"/>
              </w:rPr>
              <w:t>RP-080193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8191A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FBD2CE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714C9A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09474E2" w14:textId="44395FD1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CR</w:t>
            </w:r>
            <w:r w:rsidR="00646BEC">
              <w:rPr>
                <w:sz w:val="16"/>
                <w:szCs w:val="16"/>
              </w:rPr>
              <w:t xml:space="preserve"> </w:t>
            </w:r>
            <w:r w:rsidRPr="006F699D">
              <w:rPr>
                <w:sz w:val="16"/>
                <w:szCs w:val="16"/>
              </w:rPr>
              <w:t>to</w:t>
            </w:r>
            <w:r w:rsidR="00646BEC">
              <w:rPr>
                <w:sz w:val="16"/>
                <w:szCs w:val="16"/>
              </w:rPr>
              <w:t xml:space="preserve"> </w:t>
            </w:r>
            <w:r w:rsidRPr="006F699D">
              <w:rPr>
                <w:sz w:val="16"/>
                <w:szCs w:val="16"/>
              </w:rPr>
              <w:t>36.304</w:t>
            </w:r>
            <w:r w:rsidR="00646BEC">
              <w:rPr>
                <w:sz w:val="16"/>
                <w:szCs w:val="16"/>
              </w:rPr>
              <w:t xml:space="preserve"> </w:t>
            </w:r>
            <w:r w:rsidRPr="006F699D">
              <w:rPr>
                <w:sz w:val="16"/>
                <w:szCs w:val="16"/>
              </w:rPr>
              <w:t>on</w:t>
            </w:r>
            <w:r w:rsidR="00646BEC">
              <w:rPr>
                <w:sz w:val="16"/>
                <w:szCs w:val="16"/>
              </w:rPr>
              <w:t xml:space="preserve"> </w:t>
            </w:r>
            <w:r w:rsidRPr="006F699D">
              <w:rPr>
                <w:sz w:val="16"/>
                <w:szCs w:val="16"/>
              </w:rPr>
              <w:t>Miscellaneous</w:t>
            </w:r>
            <w:r w:rsidR="00646BEC">
              <w:rPr>
                <w:sz w:val="16"/>
                <w:szCs w:val="16"/>
              </w:rPr>
              <w:t xml:space="preserve"> </w:t>
            </w:r>
            <w:r w:rsidRPr="006F699D">
              <w:rPr>
                <w:sz w:val="16"/>
                <w:szCs w:val="16"/>
              </w:rPr>
              <w:t>corrections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A54B9C6" w14:textId="77777777" w:rsidR="009123BC" w:rsidRPr="006F699D" w:rsidRDefault="009123BC" w:rsidP="00223A33">
            <w:pPr>
              <w:pStyle w:val="TAL"/>
              <w:keepNext w:val="0"/>
              <w:rPr>
                <w:snapToGrid w:val="0"/>
                <w:sz w:val="16"/>
                <w:szCs w:val="16"/>
              </w:rPr>
            </w:pPr>
            <w:r w:rsidRPr="006F699D">
              <w:rPr>
                <w:snapToGrid w:val="0"/>
                <w:sz w:val="16"/>
                <w:szCs w:val="16"/>
              </w:rPr>
              <w:t>8.1.0</w:t>
            </w:r>
          </w:p>
        </w:tc>
      </w:tr>
      <w:tr w:rsidR="006F699D" w:rsidRPr="006F699D" w14:paraId="50D8B8E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9388BF5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2008-05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5DF2D9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3A35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RP-080408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81761C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40F0C5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059923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74C1B2E" w14:textId="085CE98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Add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specific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parameters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CDMA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HRPD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1xRTT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DBB989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8.2.0</w:t>
            </w:r>
          </w:p>
        </w:tc>
      </w:tr>
      <w:tr w:rsidR="006F699D" w:rsidRPr="006F699D" w14:paraId="57811250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5399796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791508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28AEF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RP-080408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CC47F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F2991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8E7DB9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DF7688" w14:textId="3165C9D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Paging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Subframe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Patterns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FDD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TDD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paging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parameters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clarification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4D3416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8.2.0</w:t>
            </w:r>
          </w:p>
        </w:tc>
      </w:tr>
      <w:tr w:rsidR="006F699D" w:rsidRPr="006F699D" w14:paraId="15F59A7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DA8779C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3014868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343821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RP-080408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E385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87451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727F8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929D9A" w14:textId="267B27B5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Editorial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8B515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8.2.0</w:t>
            </w:r>
          </w:p>
        </w:tc>
      </w:tr>
      <w:tr w:rsidR="006F699D" w:rsidRPr="006F699D" w14:paraId="787DC4C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A32D186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9CA771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D088D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RP-080408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1F9F4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D2EB04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32D57D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D8F3728" w14:textId="2B4CCB1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PLMN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ping-pong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control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A43DCE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8.2.0</w:t>
            </w:r>
          </w:p>
        </w:tc>
      </w:tr>
      <w:tr w:rsidR="006F699D" w:rsidRPr="006F699D" w14:paraId="1FF9519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BF22D95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2008-09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CB5E34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E9F01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AD991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BD6302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3019E6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027DB80" w14:textId="1821778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Considerations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various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open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items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41C627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236A872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ABBA2B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5F285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9C73B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101DF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A59F7C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825FF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A91B38" w14:textId="1C1238F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E85F08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61B7D00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8CF978B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F5880F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719C1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7ED74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14C6D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1CBAB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33B014" w14:textId="3B3B2EA9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medium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mobility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criteria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4F6F8E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000D02B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3B5282F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D38C62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BD685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598CA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0009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76C15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6E3B6B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E57D59" w14:textId="3D65346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Manual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706844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5F9F6CC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E2EE4E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1130E4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8D655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975084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0010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CA7D0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2C5B0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ACE653" w14:textId="06FD8F5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USIM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less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paging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occasion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calculation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C0CBC4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7A29941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21D9DC3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39F88A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C00908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B5D6C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0013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FD3F3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C6E562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EAF837" w14:textId="53FBA9F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Definition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Qoffset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criteria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4415A1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465C0191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8234CF7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4C571A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B6633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0884F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0017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E14DE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7722F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84209C" w14:textId="380AC34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Discontinuous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Reception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paging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FE3EF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1FA6394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2B4FE8D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965020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8C9A7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0F967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0018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70BF9A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75F5E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687904" w14:textId="3036A7AC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Lifetime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dedicated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priorities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3F741D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4824182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6EF9CDA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61250B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RP-41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D70CA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RP-080689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0C839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0019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220D8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0E2EF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82B8575" w14:textId="76B2154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parameters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8AB8BE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8.3.0</w:t>
            </w:r>
          </w:p>
        </w:tc>
      </w:tr>
      <w:tr w:rsidR="006F699D" w:rsidRPr="006F699D" w14:paraId="432828C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BBFFE97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2008-12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96BFF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4E7FA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831FB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64ED0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E6D45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6C74BC" w14:textId="70E129F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behaviour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Sintrasearch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Snonintrasearch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provided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3C6F81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796ADC4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6B12A63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5B41ED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0FCFC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BA315E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A8C2E7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EE036B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A00B5B" w14:textId="440FFFA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Proposed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[Rel-8]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Definition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8E08C1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02B6ACB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391FAD9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5102F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EB970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0E6E9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B6734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71100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80E750" w14:textId="36F42C2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Proposed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[Rel-8]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Intra-frequency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allowed/not-allowed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concept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F36C1D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658B01C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50CEC5B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D42CE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CBCCE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81514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A16E41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B38DFA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E9FF56" w14:textId="3EE7C6C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Proposed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[Rel-8]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Pcompensation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EF55A0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41B478F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0CFFD38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32239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8C0DF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00290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32ADC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41D35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C563402" w14:textId="39DFBF2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Proposed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[Rel-8]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autonomous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search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E-UTRAN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other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E-UTRAN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216046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225AC0C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390FAB0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BEE07C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AE49D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52CAE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53F53B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7C669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792631" w14:textId="2DA6B88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range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6BB167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4CBC66F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EA3814C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A3E7A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FA972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384C64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B82E7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DAA74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501CF2" w14:textId="4F5E589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Miscellaneous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67334C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0BE081E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2C82105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A7BB9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D49CF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95CAE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94F7E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F7FEE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FC0DBD" w14:textId="4D911B2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Proposed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[Rel-8]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registration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procedures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outcome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manual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CA7C94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24CDC8B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EE54D98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DE9AA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E0021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BCE4E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0029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A7374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5FFACA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9050A0" w14:textId="1283672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Implicit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771D38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18781BC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59A4EC2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CC0B0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CF8E8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9C282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0032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7BD998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B82B8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69F50A" w14:textId="1F48C0DA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formula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offset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PLMN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6EA602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69D9BC6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2CF5AB8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D8171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FB9E4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F5106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0036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82C86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24F36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DECBAB" w14:textId="22C6106A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definition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SnonServingCell,x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cdma2000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RATs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5383F1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31ACEF25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11ECF0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FA390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6AC5C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32C72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0038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0EE4C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6C912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0A12C2" w14:textId="6002A705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emergency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calls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Rel-8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07E8B2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76F7AD0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25F3D13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B6EB8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775E6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6DA1F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0042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EC111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58A9C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74F108" w14:textId="44DCC76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Removal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cellReservationExtension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C4FA84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7279D68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6B66580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60A58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BC326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RP-081017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E71A3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0044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EE4DC8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EC5A1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490FBB" w14:textId="38F474B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agreements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7ED379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8.4.0</w:t>
            </w:r>
          </w:p>
        </w:tc>
      </w:tr>
      <w:tr w:rsidR="006F699D" w:rsidRPr="006F699D" w14:paraId="48B72310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728A907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2009-03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E9483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98505B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38B76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0045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DE11C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FED22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D1066B" w14:textId="07A8724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definition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Pmax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6F0389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3597AB3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4C8F77A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CAD4E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570DC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2B8F71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0046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EC1F1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971D19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E821041" w14:textId="58DA2ADC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Emergency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Rel8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EB6604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4FFF406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690B59A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938D2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9A80C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4A74C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0047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46F027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1BF231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CB30818" w14:textId="313F354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Frequency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B4A648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328F547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E573D9D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E3635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567AA8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0591F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0048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BCE4C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A093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36834A" w14:textId="1C4023E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implementation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CR0009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B57637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546E9A05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FA87F0C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1EC8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DEE5D2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77F88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0049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1874E8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DD77D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4CA17E" w14:textId="0C5246B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Behaviour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Registration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Failure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3DC45C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11AD283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21795C6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DD98C3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E6130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74814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0050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8F7DA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D4E8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7D74040" w14:textId="48C27505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capture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several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editorial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7C87E9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4C53DA0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AEBC8A0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7C806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561CC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B9AA45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0051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6A032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BCDF5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D1CE58" w14:textId="3091EF3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Update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Figure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4.1-1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Overall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Process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DE604D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6837213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7E14F42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AA80B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D18382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301EC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0053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21A22A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B0DA8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BD4AA8" w14:textId="6408281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based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EE5FD6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1758BEFD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6035D02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13D78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3FA8D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3DEBD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0057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8CA05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2F02DA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3135547" w14:textId="009C8AEC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behaviour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absence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system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information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7BB4BD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58C13D25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2A3A183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7801D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EC955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29EF7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0058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ED47F4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24632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3FC68CB" w14:textId="37EF1BE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54D123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56A5ADA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8539ADF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A691C1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67E90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63E5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0060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57C57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3F75F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9C8739" w14:textId="42A85255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Inter-RAT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Criteria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FFC8C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4776F02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D050777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FC217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79DC0A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F3C2D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0062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787AB7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C9045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B9365B" w14:textId="064AFCF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Manual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867215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6F215840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8E8EBE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AFCD6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68786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RP-090145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3E0154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0063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9C58E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0B33D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CF9E9B" w14:textId="546FB13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Reception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ETWS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notification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without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verifying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digital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signature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F049DA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00B7B2E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D4372D4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99184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45B0A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97452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0066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45738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86E44C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5189B7" w14:textId="42AC2AC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Draft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Inheriting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dedicated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inter-RAT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81D224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4DEC852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2568CCD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64623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1A050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40DD8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0067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80408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E38D18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CC5C93" w14:textId="4FEDA6B5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Proposed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applying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DRX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value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F08568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140BF008" w14:textId="77777777" w:rsidTr="004D6DCE">
        <w:trPr>
          <w:cantSplit/>
        </w:trPr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5BD4300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C006F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D7A2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7167C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A8067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0C67F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FCF75A" w14:textId="6B6E4DE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Draft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behaviour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dedicated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assigned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but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frequency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configured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system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information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FA9E6E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3F40B28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9041AA8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7F57E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5C0D9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RP-090125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8217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BBF6B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DF58B6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FF1A09F" w14:textId="363DFAD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best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non-allowed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3ABC21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8.5.0</w:t>
            </w:r>
          </w:p>
        </w:tc>
      </w:tr>
      <w:tr w:rsidR="006F699D" w:rsidRPr="006F699D" w14:paraId="16D0420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00DF9A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2009-06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2E506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2CE909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8E24F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2DA48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0C8AE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B38C569" w14:textId="74E3DB0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sign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SnonServingCell,x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CDMA2000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RATs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BFA27A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51F3072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E82EDC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E7B05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6518C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73767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B94583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50A386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21FD29" w14:textId="386639E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behaviour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while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300s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frequency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barring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timer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running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6FA0DD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27E7833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365D5D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C9197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1E35A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03754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B7E21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6A55E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6DE01F" w14:textId="2AC14CC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procedure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A3BEC5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36FCC4B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7A220E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1D65B0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6DD15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03BA6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12370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AD5602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6D5BD5D" w14:textId="69B05E9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case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IFRI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allowed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0CE576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6638B2C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A14864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06F9EF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334A4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B5044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A72992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6B045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92C2BE" w14:textId="54888F49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candidate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serving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frequency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E45C8E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5410185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830A3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F1492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90E39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770FB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A2917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B3155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2466A4B" w14:textId="4FAFF07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268A86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32B0BEF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8833EB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E09BC4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89132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3AFFEA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0079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C93DC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05512A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BA66F0" w14:textId="2ED6690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leaving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RRC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connected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C0BFB3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7007C23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19B426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5045F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E99AE1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B85E3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0080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03C7E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019249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9E7540" w14:textId="0E762A5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Removing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FFS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T3230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D04E66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3E5F13C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4B2152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E1CE3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7B1AAA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EC1D2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0082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268D1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7FFD99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D4A4F4B" w14:textId="386168E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Lower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Rule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6D0ABE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61B0D82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086C44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24FC3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EEB84D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RP-090510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54304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0084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CCFD8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26961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596BE3" w14:textId="53A6FB3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disabling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E-UTRA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capabilities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with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USIM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78CDAC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8.6.0</w:t>
            </w:r>
          </w:p>
        </w:tc>
      </w:tr>
      <w:tr w:rsidR="006F699D" w:rsidRPr="006F699D" w14:paraId="09CA3DA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862542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2009-09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42FDC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0FDD6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RP-090906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AD347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0085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C1E19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F73D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0828C5" w14:textId="08D1777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reservations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210CE6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8.7.0</w:t>
            </w:r>
          </w:p>
        </w:tc>
      </w:tr>
      <w:tr w:rsidR="006F699D" w:rsidRPr="006F699D" w14:paraId="49FBCC71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EABDE0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2725CE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63155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RP-090906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37458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0089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736DD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48A49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E03C5B" w14:textId="72DAB51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reserved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operators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8784BA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8.7.0</w:t>
            </w:r>
          </w:p>
        </w:tc>
      </w:tr>
      <w:tr w:rsidR="006F699D" w:rsidRPr="006F699D" w14:paraId="0E6DCA4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BDEE56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13EF9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DB7D2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RP-090906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35C057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0094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4ACC6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91206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95E3AB" w14:textId="039A3A3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manual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F4BEA7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8.7.0</w:t>
            </w:r>
          </w:p>
        </w:tc>
      </w:tr>
      <w:tr w:rsidR="006F699D" w:rsidRPr="006F699D" w14:paraId="721F623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4F65F8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2009-09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BBDEC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5DD06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RP-090934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11F3E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0086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C622D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33174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10C6BA" w14:textId="18E1807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Some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clarifications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6A48F7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9.0.0</w:t>
            </w:r>
          </w:p>
        </w:tc>
      </w:tr>
      <w:tr w:rsidR="006F699D" w:rsidRPr="006F699D" w14:paraId="27F0C21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907264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5547D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B1E43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RP-090926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8CD50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0091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D5D05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A6DFD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5E712F4" w14:textId="0AAB332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emergency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acceptable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CCEE33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9.0.0</w:t>
            </w:r>
          </w:p>
        </w:tc>
      </w:tr>
      <w:tr w:rsidR="006F699D" w:rsidRPr="006F699D" w14:paraId="3A0C0E8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A532D98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090B5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05E54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RP-090933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38826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0096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EF34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C6D42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AC6D86F" w14:textId="6A5B4F9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Reception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CMAS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notifications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limited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service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969C73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9.0.0</w:t>
            </w:r>
          </w:p>
        </w:tc>
      </w:tr>
      <w:tr w:rsidR="006F699D" w:rsidRPr="006F699D" w14:paraId="77B5611D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B961573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2009-12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7C1D6C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258C59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RP-091314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2A1080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0098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BDA3D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42A0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B1CFFEB" w14:textId="5695D61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Parameters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292E05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2D375931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45B8AE0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EB783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2706CD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RP-091346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0D36A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0099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F73CE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E82A4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AAE71F" w14:textId="22127789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autonomous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search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function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E71578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0C9043F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F657867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C8EBD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0BC06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RP-091346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E1764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0100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835E7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CC629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EFD0EB" w14:textId="1CF3883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inconsistency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regarding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frequency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groups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22E7D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7A733DF1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58CB06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15920E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3515AC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RP-091346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1431A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0102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8C09CD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04DDC8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1189E6" w14:textId="1EBD076A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-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barring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case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based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9E3FD2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73B4747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21C4E06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E9FF3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F1B6C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RP-091346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FEC90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0103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D736B0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DF03E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9A58C82" w14:textId="17AD01B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Functions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supported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"limited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service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state"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F0C3E0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4338ADB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CE52F4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54AC2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5D7F3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RP-091334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E6C83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0104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79B87E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BA4D6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39A053" w14:textId="13FE492A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UE's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behaviour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supporting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emergency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call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FC8538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39FCBC0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06E3440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D7807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C687A4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RP-091343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28955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0106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2F7163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1CC28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5FA0DD" w14:textId="2C73275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Stage3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hybrid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Mobility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DAB26C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79E281A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FC61071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C7185D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A29155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RP-091314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24DBA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0109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20BC4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802D1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4F8DD8" w14:textId="05FF6CA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Location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Registration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manual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procedure.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F018F4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299D3FE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1944B52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1A3B1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58D07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RP-091343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417F8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0114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C5C1D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AB567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C20CD9A" w14:textId="5329AC8C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Access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Stratum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manual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across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PLMN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(CR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Rel-9)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17C538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4AD2698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0AA57CB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F6C16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266E1F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RP-091343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F78E4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0117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1A39E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2CDD7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37EF33" w14:textId="47105BC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Renaming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Allowed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List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(36.304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Rel-9)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4E0456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6023316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526A72D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E821F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6CF36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RP-091341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C2800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0119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B541B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A6DF6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D6192F" w14:textId="1EC2949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Proposed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891101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9.1.0</w:t>
            </w:r>
          </w:p>
        </w:tc>
      </w:tr>
      <w:tr w:rsidR="006F699D" w:rsidRPr="006F699D" w14:paraId="19A1D3A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12AF73D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2010-03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5BA9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7681F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RP-100296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06486F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0122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99BDD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13D4D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D914BF" w14:textId="466076A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RRC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connection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re-establishment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emergency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calls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DFDB8A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9.2.0</w:t>
            </w:r>
          </w:p>
        </w:tc>
      </w:tr>
      <w:tr w:rsidR="006F699D" w:rsidRPr="006F699D" w14:paraId="779B7AB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040B614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96215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38ACF9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RP-100308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4BAA5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0123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D3234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FC1F1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41DB8D" w14:textId="6DEBAA65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from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non-CSG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inter-RAT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2905F0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9.2.0</w:t>
            </w:r>
          </w:p>
        </w:tc>
      </w:tr>
      <w:tr w:rsidR="006F699D" w:rsidRPr="006F699D" w14:paraId="70C9CC3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2BFCE7F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361AD0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38166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RP-100308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3BF2E2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0124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5965E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A643E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88B71B" w14:textId="729E08F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Miscellaneous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0E5891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9.2.0</w:t>
            </w:r>
          </w:p>
        </w:tc>
      </w:tr>
      <w:tr w:rsidR="006F699D" w:rsidRPr="006F699D" w14:paraId="1C56264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8AC3A0B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23B666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D35B6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RP-100305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67235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0125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DC28F2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BFB866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B5F8A63" w14:textId="1667F02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Proposed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Addition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missing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abbreviations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with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B4CCCB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9.2.0</w:t>
            </w:r>
          </w:p>
        </w:tc>
      </w:tr>
      <w:tr w:rsidR="006F699D" w:rsidRPr="006F699D" w14:paraId="623CCC85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0083D0D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71AF6D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7C44C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RP-100308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67B3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0129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4DDB0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D7C64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0DE5083" w14:textId="7EC094D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enhancements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BC3666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9.2.0</w:t>
            </w:r>
          </w:p>
        </w:tc>
      </w:tr>
      <w:tr w:rsidR="006F699D" w:rsidRPr="006F699D" w14:paraId="136B23E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17EE641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2010-06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54209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272CD3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RP-100556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37B60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0133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5039B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C1DF6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A4D47B" w14:textId="06C9F6C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autonomous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search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function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378268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9.3.0</w:t>
            </w:r>
          </w:p>
        </w:tc>
      </w:tr>
      <w:tr w:rsidR="006F699D" w:rsidRPr="006F699D" w14:paraId="7A69C141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04DD986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2010-09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9E936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8A2A0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RP-100855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27AB37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0134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44D31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363365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02822F7" w14:textId="05F52EA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autonomous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search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ED2072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9.4.0</w:t>
            </w:r>
          </w:p>
        </w:tc>
      </w:tr>
      <w:tr w:rsidR="006F699D" w:rsidRPr="006F699D" w14:paraId="0395CF5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627D186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09DE5B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823D6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RP-100851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37A5A6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0136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7EC143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D13FA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84AFAF" w14:textId="5D364A39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Regarding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Redirection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from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1548C4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9.4.0</w:t>
            </w:r>
          </w:p>
        </w:tc>
      </w:tr>
      <w:tr w:rsidR="006F699D" w:rsidRPr="006F699D" w14:paraId="01591E6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53F1C43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2BF4E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5F357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RP-100845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92A6C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0138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157E3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197082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1F83CD" w14:textId="3EC8187A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PEMAX_H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PEMAX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610109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9.4.0</w:t>
            </w:r>
          </w:p>
        </w:tc>
      </w:tr>
      <w:tr w:rsidR="006F699D" w:rsidRPr="006F699D" w14:paraId="732B793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2F08CC4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55274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RP-49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CFA4B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RP-100851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AEE814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0139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E3672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F9FB0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1FC85C" w14:textId="3780B289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RSRQ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towards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GERAN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CDMA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B56273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9.4.0</w:t>
            </w:r>
          </w:p>
        </w:tc>
      </w:tr>
      <w:tr w:rsidR="006F699D" w:rsidRPr="006F699D" w14:paraId="645B8A5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5D63188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2010-12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3726A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D336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RP-101210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CD78F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0142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A5CF2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908F2F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75CF757" w14:textId="6D792DF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case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redirection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based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CSFB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procedure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489C51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9.5.0</w:t>
            </w:r>
          </w:p>
        </w:tc>
      </w:tr>
      <w:tr w:rsidR="006F699D" w:rsidRPr="006F699D" w14:paraId="1064B05D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6D78E1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2010-12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73CC3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36D75F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RP-101221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52D8A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0140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4F1FD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846CE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524A1C" w14:textId="5625358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MDT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EF1E18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10.0.0</w:t>
            </w:r>
          </w:p>
        </w:tc>
      </w:tr>
      <w:tr w:rsidR="006F699D" w:rsidRPr="006F699D" w14:paraId="3AB82140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1CE907E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2011-03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89E7C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8E558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RP-110271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C73F37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0151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750B4E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39444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FD5EBD" w14:textId="21B232E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manual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42857A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10.1.0</w:t>
            </w:r>
          </w:p>
        </w:tc>
      </w:tr>
      <w:tr w:rsidR="006F699D" w:rsidRPr="006F699D" w14:paraId="729A08A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4E05DD4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2011-06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7C761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CB35A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RP-110835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D65E0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0154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E2E16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DEE0D9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8C970C" w14:textId="6793EC9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align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NAS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C8B99D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10.2.0</w:t>
            </w:r>
          </w:p>
        </w:tc>
      </w:tr>
      <w:tr w:rsidR="006F699D" w:rsidRPr="006F699D" w14:paraId="5FE36E9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A4ABAF3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F2AC7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BCED67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RP-110843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06D53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0155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2EA97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7276E0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B4E6CC" w14:textId="084DB6C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Clean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MDT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D06FB4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10.2.0</w:t>
            </w:r>
          </w:p>
        </w:tc>
      </w:tr>
      <w:tr w:rsidR="006F699D" w:rsidRPr="006F699D" w14:paraId="32A5BA9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317A5B3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2011-09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3C98F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C647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RP-111281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BA834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0160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4B63C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3ED3F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56269D" w14:textId="2CA1485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inter-frequency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inter-RAT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criteria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UTRA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TDD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case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31408E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10.3.0</w:t>
            </w:r>
          </w:p>
        </w:tc>
      </w:tr>
      <w:tr w:rsidR="006F699D" w:rsidRPr="006F699D" w14:paraId="0855A06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AF50430" w14:textId="77777777" w:rsidR="009123BC" w:rsidRPr="006F699D" w:rsidRDefault="009123BC" w:rsidP="00223A33">
            <w:pPr>
              <w:pStyle w:val="TAL"/>
              <w:keepNext w:val="0"/>
              <w:rPr>
                <w:sz w:val="16"/>
                <w:szCs w:val="16"/>
              </w:rPr>
            </w:pPr>
            <w:r w:rsidRPr="006F699D">
              <w:rPr>
                <w:sz w:val="16"/>
                <w:szCs w:val="16"/>
              </w:rPr>
              <w:t>2011-12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AE662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92A3C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RP-111710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1A2554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0167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BAD3C3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EBB3C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5D3402" w14:textId="1F86AE5A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inter-RAT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enhancements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2A112A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10.4.0</w:t>
            </w:r>
          </w:p>
        </w:tc>
      </w:tr>
      <w:tr w:rsidR="006F699D" w:rsidRPr="006F699D" w14:paraId="147CAFD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7F691E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2012-03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488E5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8921E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RP-120325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E7732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0175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38F11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85BDF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D6B3C8" w14:textId="54800EB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Multibands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FBBD8E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10.5.0</w:t>
            </w:r>
          </w:p>
        </w:tc>
      </w:tr>
      <w:tr w:rsidR="006F699D" w:rsidRPr="006F699D" w14:paraId="63AA107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E72C59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2012-06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13F13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19113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RP-120813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8B61CB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0183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79232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46544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1B0738" w14:textId="2AB1982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Korean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Public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Alert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System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(KPAS)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CMAS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BF0E5B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10.6.0</w:t>
            </w:r>
          </w:p>
        </w:tc>
      </w:tr>
      <w:tr w:rsidR="006F699D" w:rsidRPr="006F699D" w14:paraId="3E10A91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E46CE3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D611EA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1E168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RP-120807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749D1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0187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7BAB0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00CDD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E6B41C" w14:textId="42EE4255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Avoiding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unexpected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prioritization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deployed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29876C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10.6.0</w:t>
            </w:r>
          </w:p>
        </w:tc>
      </w:tr>
      <w:tr w:rsidR="006F699D" w:rsidRPr="006F699D" w14:paraId="411BF7C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034F06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F6F5E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44AD5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RP-120813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FBB615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0188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292F67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052CB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092007C" w14:textId="51C43F8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EU-Alert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CMAS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C298D3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11.0.0</w:t>
            </w:r>
          </w:p>
        </w:tc>
      </w:tr>
      <w:tr w:rsidR="006F699D" w:rsidRPr="006F699D" w14:paraId="1DE70E8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8FCB9D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2012-09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271A02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19E3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RP-121370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382A4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0192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DBA4AF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DAE4E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8B954E" w14:textId="4DFDEF7A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MDT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multi-PLMN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BEBBE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11.1.0</w:t>
            </w:r>
          </w:p>
        </w:tc>
      </w:tr>
      <w:tr w:rsidR="006F699D" w:rsidRPr="006F699D" w14:paraId="07B6FF7D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424489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01F85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A0E48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RP-121375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C6B7DA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0195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C090D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8156C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EB05DB" w14:textId="2E01310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enhancements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F4C932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11.1.0</w:t>
            </w:r>
          </w:p>
        </w:tc>
      </w:tr>
      <w:tr w:rsidR="006F699D" w:rsidRPr="006F699D" w14:paraId="347CA10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274259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2012-12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D3012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DEF85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RP-121940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EA525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0196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66801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C4BF4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F1A009" w14:textId="67CF794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Prioritisation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89558C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11.2.0</w:t>
            </w:r>
          </w:p>
        </w:tc>
      </w:tr>
      <w:tr w:rsidR="006F699D" w:rsidRPr="006F699D" w14:paraId="2FA461C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C39E9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C18A8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ED5C9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RP-121957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00652D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0197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A3F1B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7CF8D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63E1AB" w14:textId="7C55846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absolute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0D53D7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11.2.0</w:t>
            </w:r>
          </w:p>
        </w:tc>
      </w:tr>
      <w:tr w:rsidR="006F699D" w:rsidRPr="006F699D" w14:paraId="7BE64EB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0484E8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0F8C00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EC58A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RP-121946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113B9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0198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7289F2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C6F2A1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AF46D2" w14:textId="523545C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MDT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accessibility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measurements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23CA72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11.2.0</w:t>
            </w:r>
          </w:p>
        </w:tc>
      </w:tr>
      <w:tr w:rsidR="006F699D" w:rsidRPr="006F699D" w14:paraId="6EBAA45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D6706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6570B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2A24AC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RP-121958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71B07B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0199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303A80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522FB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FD8681" w14:textId="2AB5EEF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overload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RRC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Reject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61DC27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11.2.0</w:t>
            </w:r>
          </w:p>
        </w:tc>
      </w:tr>
      <w:tr w:rsidR="006F699D" w:rsidRPr="006F699D" w14:paraId="6785DA7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93F0B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2013-03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2AADC6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D5BCB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RP-130241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B4E6B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0209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048DB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BC9F8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4020C1" w14:textId="306DC52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Service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Continuity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33586E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11.3.0</w:t>
            </w:r>
          </w:p>
        </w:tc>
      </w:tr>
      <w:tr w:rsidR="006F699D" w:rsidRPr="006F699D" w14:paraId="61F6B51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51B9D4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6DFC5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769B5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RP-130248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32AE4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0210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559B5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340FB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4C06E0" w14:textId="65C6DDE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De-prioritization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3B06A9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11.3.0</w:t>
            </w:r>
          </w:p>
        </w:tc>
      </w:tr>
      <w:tr w:rsidR="006F699D" w:rsidRPr="006F699D" w14:paraId="14CD587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08E2C1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93D53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BB3E1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RP-130247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49A13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0213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B9AE6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64FBA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1681F8" w14:textId="1FF05A5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mobility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CSG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hybrid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A84D43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11.3.0</w:t>
            </w:r>
          </w:p>
        </w:tc>
      </w:tr>
      <w:tr w:rsidR="006F699D" w:rsidRPr="006F699D" w14:paraId="3A02229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4C84A1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D015C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RP-59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E1161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RP-130248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19482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0214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F2955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578D1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CC4940" w14:textId="6D0F020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deprioritsation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information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upon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PLMN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B23084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11.3.0</w:t>
            </w:r>
          </w:p>
        </w:tc>
      </w:tr>
      <w:tr w:rsidR="006F699D" w:rsidRPr="006F699D" w14:paraId="5A54718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EF6436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2013-06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8603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35510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RP-130808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0727EC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0221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375FD6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86DD8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ECD1EB" w14:textId="67CA98CC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prioritisation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83DEA5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11.4.0</w:t>
            </w:r>
          </w:p>
        </w:tc>
      </w:tr>
      <w:tr w:rsidR="006F699D" w:rsidRPr="006F699D" w14:paraId="575B6EA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495663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2805CE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79A2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RP-130809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24B92A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0222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463C7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8B016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C22B54" w14:textId="4C3EB06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Updating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3GPP2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specification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references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8051DF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11.4.0</w:t>
            </w:r>
          </w:p>
        </w:tc>
      </w:tr>
      <w:tr w:rsidR="006F699D" w:rsidRPr="006F699D" w14:paraId="13265D50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9B132B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2013-09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DF48BB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A0225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RP-131311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52A5B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0223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AD5C1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5B1BD3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B39915" w14:textId="07C4BA9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criteria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with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threshServingLowQ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provided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B04686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11.5.0</w:t>
            </w:r>
          </w:p>
        </w:tc>
      </w:tr>
      <w:tr w:rsidR="006F699D" w:rsidRPr="006F699D" w14:paraId="2FC1A89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1D67F6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2013-12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CE1AAB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5F1FB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RP-131987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44FDB1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0227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95AD2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72034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98992C4" w14:textId="5705295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prioritisation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only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carrier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DD06B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11.6.0</w:t>
            </w:r>
          </w:p>
        </w:tc>
      </w:tr>
      <w:tr w:rsidR="006F699D" w:rsidRPr="006F699D" w14:paraId="6FDB9EA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36DA9E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2014-03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1B14B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F5E97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RP-140359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309B32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0233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299E0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9F5BD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D93FC68" w14:textId="11E6C379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mobility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history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reporting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(option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2)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1471AC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12.0.0</w:t>
            </w:r>
          </w:p>
        </w:tc>
      </w:tr>
      <w:tr w:rsidR="006F699D" w:rsidRPr="006F699D" w14:paraId="5662A5B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761923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2014-06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33B22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B458DE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RP-140881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60CE2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0235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AD25B3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02B9F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A59A0A" w14:textId="29E5AA5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power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saving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E1352F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12.1.0</w:t>
            </w:r>
          </w:p>
        </w:tc>
      </w:tr>
      <w:tr w:rsidR="006F699D" w:rsidRPr="006F699D" w14:paraId="5217DF1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17B80F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0E913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BE6BC6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RP-140892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D5D2A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0238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EFFC68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6F41A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36174E" w14:textId="20A5C51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RRC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Connection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Establishment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failure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temporary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Qoffset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E28E64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12.1.0</w:t>
            </w:r>
          </w:p>
        </w:tc>
      </w:tr>
      <w:tr w:rsidR="006F699D" w:rsidRPr="006F699D" w14:paraId="124FF77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8D5EA9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2014-09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194908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B79220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RP-141507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11BF72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0244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E4A5F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C10EF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767DFB7" w14:textId="06D9D84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MBSFN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MDT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6FE3BF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12.2.0</w:t>
            </w:r>
          </w:p>
        </w:tc>
      </w:tr>
      <w:tr w:rsidR="006F699D" w:rsidRPr="006F699D" w14:paraId="6F845060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0D607B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DF2F61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D868F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RP-141504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3F889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0243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16735C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8642D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CBE48FB" w14:textId="20B7DE9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Procedures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WLAN/3GPP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Radio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Interworking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B02A51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12.2.0</w:t>
            </w:r>
          </w:p>
        </w:tc>
      </w:tr>
      <w:tr w:rsidR="006F699D" w:rsidRPr="006F699D" w14:paraId="3FAAA95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20C57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2014-12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8E674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1D713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RP-142122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C8D94E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0251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969C7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2FE4C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0BDB31E" w14:textId="30EB7C2C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dedicated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parameters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upon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88D4C0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12.3.0</w:t>
            </w:r>
          </w:p>
        </w:tc>
      </w:tr>
      <w:tr w:rsidR="006F699D" w:rsidRPr="006F699D" w14:paraId="0DF785B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12F780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1C5CF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2740F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RP-142122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F3A69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0253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4A891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79B42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005D76" w14:textId="2E250ED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temporarily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becomes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unsuitable.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50E3AE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12.3.0</w:t>
            </w:r>
          </w:p>
        </w:tc>
      </w:tr>
      <w:tr w:rsidR="006F699D" w:rsidRPr="006F699D" w14:paraId="608FEB35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BD2963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2015-03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D9FE7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E05164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RP-150373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35120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0260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300E3F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3663A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98FCB8" w14:textId="321A258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capability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signaling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WLAN/3GPP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radio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interworking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923E18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12.4.0</w:t>
            </w:r>
          </w:p>
        </w:tc>
      </w:tr>
      <w:tr w:rsidR="006F699D" w:rsidRPr="006F699D" w14:paraId="6A7FCB1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C3F311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4A005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FCC98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RP-150373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CCF1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0265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49515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C2AF7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BD1D319" w14:textId="3D20A24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Cleanup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RAN-assisted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WLAN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interworking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B9C694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12.4.0</w:t>
            </w:r>
          </w:p>
        </w:tc>
      </w:tr>
      <w:tr w:rsidR="006F699D" w:rsidRPr="006F699D" w14:paraId="3B77244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39F2CC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C8514E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7F902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RP-150373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C9DE6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0266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6675D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C3206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BE0554" w14:textId="223E968C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WLAN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identifiers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0DF24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12.4.0</w:t>
            </w:r>
          </w:p>
        </w:tc>
      </w:tr>
      <w:tr w:rsidR="006F699D" w:rsidRPr="006F699D" w14:paraId="27366E8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4B8512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0DFAF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61BF9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RP-150374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006A0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0264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8F0B51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60C4D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C6C6BDC" w14:textId="026E9CE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ProSe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672A52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12.4.0</w:t>
            </w:r>
          </w:p>
        </w:tc>
      </w:tr>
      <w:tr w:rsidR="006F699D" w:rsidRPr="006F699D" w14:paraId="7AB145D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E3C300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2015-06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0A57D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D916B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RP-150921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4A5AF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0267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3910E8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E60AA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A32C34B" w14:textId="2B64A75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limited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service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conditions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87AD10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12.5.0</w:t>
            </w:r>
          </w:p>
        </w:tc>
      </w:tr>
      <w:tr w:rsidR="006F699D" w:rsidRPr="006F699D" w14:paraId="4A6F5A8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DD13C9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0D836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77FD7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RP-150923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42697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0272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0D3A68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A9909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E1DE0FB" w14:textId="42A1BB84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acquisition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failure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B4CC00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12.5.0</w:t>
            </w:r>
          </w:p>
        </w:tc>
      </w:tr>
      <w:tr w:rsidR="006F699D" w:rsidRPr="006F699D" w14:paraId="6A9E371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CF1D23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2015-09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41AD05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RP-69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B7683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RP-151441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25817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0273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E54FC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B328E6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D8E3B6C" w14:textId="734320F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Sidelink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terminology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alignment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48A59A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12.6.0</w:t>
            </w:r>
          </w:p>
        </w:tc>
      </w:tr>
      <w:tr w:rsidR="006F699D" w:rsidRPr="006F699D" w14:paraId="018DBB5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2B3EB2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2015-12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B5239A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7A6B6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RP-152048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76F69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0277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DE736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FDA54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6B9BE54" w14:textId="6C8E5BB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Enabling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multiple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P-Max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EC75ED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12.7.0</w:t>
            </w:r>
          </w:p>
        </w:tc>
      </w:tr>
      <w:tr w:rsidR="006F699D" w:rsidRPr="006F699D" w14:paraId="371119E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558C7A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2015-12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F043B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626DA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RP-152082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1486C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0285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8354D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5B00A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9347E6C" w14:textId="0F2F2DA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Impact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Logged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Measurements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DE2F65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13.0.0</w:t>
            </w:r>
          </w:p>
        </w:tc>
      </w:tr>
      <w:tr w:rsidR="006F699D" w:rsidRPr="006F699D" w14:paraId="033A670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61AC87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8892F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7B91A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RP-152075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8FB83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0280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9AFC2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C9679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9922B7" w14:textId="6A3ED129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Extension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Frequency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Priorities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FD5AC2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13.0.0</w:t>
            </w:r>
          </w:p>
        </w:tc>
      </w:tr>
      <w:tr w:rsidR="006F699D" w:rsidRPr="006F699D" w14:paraId="302E43E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28F51F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48ED3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BC2330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RP-152066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42C3C6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0286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152ED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7B3445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35109E9" w14:textId="1012661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ACDC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6F5D66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13.0.0</w:t>
            </w:r>
          </w:p>
        </w:tc>
      </w:tr>
      <w:tr w:rsidR="006F699D" w:rsidRPr="006F699D" w14:paraId="1BDF189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9F088C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BD190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762BC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RP-152080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07A9C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0278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DB7C3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38178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EA7014" w14:textId="0C731DC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SC-PTM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FDA7C4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13.0.0</w:t>
            </w:r>
          </w:p>
        </w:tc>
      </w:tr>
      <w:tr w:rsidR="006F699D" w:rsidRPr="006F699D" w14:paraId="6325B3D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8BF66C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1D66E7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583EA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RP-152075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68060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0281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BB01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343FC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37F46FB" w14:textId="5461629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load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redistribution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RRC_IDLE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4D2B99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13.0.0</w:t>
            </w:r>
          </w:p>
        </w:tc>
      </w:tr>
      <w:tr w:rsidR="006F699D" w:rsidRPr="006F699D" w14:paraId="3BC5249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871E40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44AF1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FEC09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RP-152072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2ECDD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0287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9AEC4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66097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873A75" w14:textId="6B254698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eSL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4DA74F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13.0.0</w:t>
            </w:r>
          </w:p>
        </w:tc>
      </w:tr>
      <w:tr w:rsidR="006F699D" w:rsidRPr="006F699D" w14:paraId="1C8752F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51A2D1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40C2F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7836D7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RP-152076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0C61B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0288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0DE6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40480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B175E26" w14:textId="40628BE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extended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DRX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A83C77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13.0.0</w:t>
            </w:r>
          </w:p>
        </w:tc>
      </w:tr>
      <w:tr w:rsidR="006F699D" w:rsidRPr="006F699D" w14:paraId="5EDBF16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E87369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2016-03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46C6D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4689C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RP-160456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20A4A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0289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5A9E0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6E0F5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4F8CC5" w14:textId="265BFB0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monitoring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during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window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eDRX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CD83E5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13.1.0</w:t>
            </w:r>
          </w:p>
        </w:tc>
      </w:tr>
      <w:tr w:rsidR="006F699D" w:rsidRPr="006F699D" w14:paraId="718BD67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6C91B4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C27DC8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044760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RP-160470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D6F85A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0290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669B6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658B5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B9ECA1D" w14:textId="1DF793AA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load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distribution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5BCA82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13.1.0</w:t>
            </w:r>
          </w:p>
        </w:tc>
      </w:tr>
      <w:tr w:rsidR="006F699D" w:rsidRPr="006F699D" w14:paraId="57C2362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CAFFF4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6E0410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2C3A7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RP-160454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CA7C5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0291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1091B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B2BBD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7DE422A" w14:textId="1F1B4D0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Miscellaneous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49D0B2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13.1.0</w:t>
            </w:r>
          </w:p>
        </w:tc>
      </w:tr>
      <w:tr w:rsidR="006F699D" w:rsidRPr="006F699D" w14:paraId="40174B75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0A4659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DDA092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9DF8F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RP-160456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764960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0293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DCB89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A2C3E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42A4ED" w14:textId="1B50119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PTW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terminology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alignment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0BDE56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13.1.0</w:t>
            </w:r>
          </w:p>
        </w:tc>
      </w:tr>
      <w:tr w:rsidR="006F699D" w:rsidRPr="006F699D" w14:paraId="6BF66EF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8B69EA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F1034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184EE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RP-160470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97DB1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0295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BD062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A0F4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D9947B" w14:textId="76EF2E4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E-UTRAN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Inter-frequency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Redistribution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procedure_alt2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92217C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13.1.0</w:t>
            </w:r>
          </w:p>
        </w:tc>
      </w:tr>
      <w:tr w:rsidR="006F699D" w:rsidRPr="006F699D" w14:paraId="1A3373A5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80B5BA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C928B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2B835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RP-160453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65992E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0299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6608B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68B83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A709D47" w14:textId="425467B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procedure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eMTC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D4E919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13.1.0</w:t>
            </w:r>
          </w:p>
        </w:tc>
      </w:tr>
      <w:tr w:rsidR="006F699D" w:rsidRPr="006F699D" w14:paraId="788F847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2E8401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F02A5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963AD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RP-160457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5BB95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0300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E1649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DDD5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532ECA" w14:textId="3CAD6BF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WLAN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RSSI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measurements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536F6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13.1.0</w:t>
            </w:r>
          </w:p>
        </w:tc>
      </w:tr>
      <w:tr w:rsidR="006F699D" w:rsidRPr="006F699D" w14:paraId="44C9820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4DA0B8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2016-06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BF8C70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F75B7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7C9F8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0302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FFBEF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4E669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CC34B89" w14:textId="24E5D1CB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conditions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sidelink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operation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B35AA0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6E1A0A4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18EF19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3D6B83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6532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512F1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0313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D88D72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B2E3C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AD97016" w14:textId="435CD30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extension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2ADBC3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68ECB35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8093B8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3CAB7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38BBC5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C53EF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0315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40CFF5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AB96C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EC312CC" w14:textId="46FE721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eMTC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message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classes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logical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channels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CB50E2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631ABA8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BA86A1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FAE69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26E3BA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F4347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0312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8E74A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1F05D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2EC4CA" w14:textId="22161C0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Renaming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UE_ID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MCLD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purposes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6407D7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55D86C2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37223D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D57FF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9AFB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B11B6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0304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7412D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0350D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042262C" w14:textId="6A2E66E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carrier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frequency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prioritization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sidelink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discovery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4BF317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1B6DE38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ABA058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732BC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63C81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00D16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0305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6D761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573F8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32CA6E2" w14:textId="655384E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System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Information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change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notifications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RRC_IDLE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MTCe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30B169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1F6BAD0D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1BDF7D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D92E5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D2E35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A69765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0314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AEE0F1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C4FE1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55201C" w14:textId="24910D2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eMTC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DBDA4E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01EA8BF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0DA86B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6E0C4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D96FF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RP-161080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2A9EF5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0307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4F997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BE972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B8E2B3" w14:textId="07B57C5D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behaviour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immediately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after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T360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expiry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5DD9D5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2138D1CD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E086FC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B3FD9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15008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RP-161195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C1C6A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0311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EEFAC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17F6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D572066" w14:textId="467EAA7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282DBD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13.2.0</w:t>
            </w:r>
          </w:p>
        </w:tc>
      </w:tr>
      <w:tr w:rsidR="006F699D" w:rsidRPr="006F699D" w14:paraId="50F11A89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BD5615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2016-09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04257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1E1E6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RP-161762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81E70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0321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89EB6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19077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41396C" w14:textId="7B20781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field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name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highlighted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with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italic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444DD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13.3.0</w:t>
            </w:r>
          </w:p>
        </w:tc>
      </w:tr>
      <w:tr w:rsidR="006F699D" w:rsidRPr="006F699D" w14:paraId="6E4B9027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C93E0B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020E2B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A6413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RP-161759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D21112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0322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9B0EA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8D29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6CCD83" w14:textId="4087AF8E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behaviour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plane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CIoT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EPS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optimisation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A14E2B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13.3.0</w:t>
            </w:r>
          </w:p>
        </w:tc>
      </w:tr>
      <w:tr w:rsidR="006F699D" w:rsidRPr="006F699D" w14:paraId="1E49956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3E60F0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DC01F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244734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RP-161758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707C2C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0325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FC972B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4399F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75B839" w14:textId="1DD45F22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9293E5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13.3.0</w:t>
            </w:r>
          </w:p>
        </w:tc>
      </w:tr>
      <w:tr w:rsidR="006F699D" w:rsidRPr="006F699D" w14:paraId="46F65C6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7F6602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D44F3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8EF41D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RP-161762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BE185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0328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B9B59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F798F0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71839F" w14:textId="782C81F1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redistribution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target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ED3307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13.3.0</w:t>
            </w:r>
          </w:p>
        </w:tc>
      </w:tr>
      <w:tr w:rsidR="006F699D" w:rsidRPr="006F699D" w14:paraId="46F8D581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443D73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A39C1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A6F83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RP-161762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48E219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0329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BAC5BA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43EFE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F583908" w14:textId="23E6A95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PTW_Start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calculation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eDRX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paging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690AAE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13.3.0</w:t>
            </w:r>
          </w:p>
        </w:tc>
      </w:tr>
      <w:tr w:rsidR="006F699D" w:rsidRPr="006F699D" w14:paraId="6426044D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323863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2016-09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DFAE7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35BD1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RP-161746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A3E05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0324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5E334C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6CFD8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46FD35" w14:textId="76A4EEB0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PC5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V2V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66CB9F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14.0.0</w:t>
            </w:r>
          </w:p>
        </w:tc>
      </w:tr>
      <w:tr w:rsidR="006F699D" w:rsidRPr="006F699D" w14:paraId="4613EF0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17FEF31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2016-12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07EFE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  <w:vAlign w:val="bottom"/>
          </w:tcPr>
          <w:p w14:paraId="7F8A9D1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RP-162314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  <w:vAlign w:val="bottom"/>
          </w:tcPr>
          <w:p w14:paraId="03B8B1E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0331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  <w:vAlign w:val="bottom"/>
          </w:tcPr>
          <w:p w14:paraId="5F8EAAA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350B60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  <w:vAlign w:val="bottom"/>
          </w:tcPr>
          <w:p w14:paraId="31024BC0" w14:textId="1B7C718F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Editorial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020D18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14.1.0</w:t>
            </w:r>
          </w:p>
        </w:tc>
      </w:tr>
      <w:tr w:rsidR="006F699D" w:rsidRPr="006F699D" w14:paraId="2FB6407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5C5D376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4E094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  <w:vAlign w:val="bottom"/>
          </w:tcPr>
          <w:p w14:paraId="79C666C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RP-162328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  <w:vAlign w:val="bottom"/>
          </w:tcPr>
          <w:p w14:paraId="4B617114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0332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  <w:vAlign w:val="bottom"/>
          </w:tcPr>
          <w:p w14:paraId="743BDA1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2B802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  <w:vAlign w:val="bottom"/>
          </w:tcPr>
          <w:p w14:paraId="1AE0F8B8" w14:textId="4BF69FA9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V2V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description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3B2716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14.1.0</w:t>
            </w:r>
          </w:p>
        </w:tc>
      </w:tr>
      <w:tr w:rsidR="006F699D" w:rsidRPr="006F699D" w14:paraId="163E3931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DD49F5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0F306E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5CD4C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RP-162313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25D03EF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0340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6CAF8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596C7BB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7903D0" w14:textId="42297966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TreselectionEUTRA_CE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19402DA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14.1.0</w:t>
            </w:r>
          </w:p>
        </w:tc>
      </w:tr>
      <w:tr w:rsidR="006F699D" w:rsidRPr="006F699D" w14:paraId="0B2FE74C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C24D80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C806C78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5CE0F09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RP-162327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D23A523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0341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B82F38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C5444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D94782" w14:textId="7632A9C3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eCall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Only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Network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D993FC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14.1.0</w:t>
            </w:r>
          </w:p>
        </w:tc>
      </w:tr>
      <w:tr w:rsidR="006F699D" w:rsidRPr="006F699D" w14:paraId="4F21DFD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7C8FEB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2017-03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E07D7D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33AD112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</w:t>
            </w:r>
            <w:r w:rsidR="00192D54" w:rsidRPr="006F699D">
              <w:rPr>
                <w:rFonts w:cs="Arial"/>
                <w:sz w:val="16"/>
                <w:szCs w:val="16"/>
              </w:rPr>
              <w:t>5</w:t>
            </w:r>
            <w:r w:rsidR="008313F2" w:rsidRPr="006F699D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2735CE7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0344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C0010E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F548BC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AF4152E" w14:textId="294E4225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channel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bandwidth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definition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0DD9175" w14:textId="77777777" w:rsidR="009123BC" w:rsidRPr="006F699D" w:rsidRDefault="009123BC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5BAA069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19506A2" w14:textId="77777777" w:rsidR="008313F2" w:rsidRPr="006F699D" w:rsidRDefault="008313F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2C5DC1" w14:textId="77777777" w:rsidR="008313F2" w:rsidRPr="006F699D" w:rsidRDefault="008313F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1573FB" w14:textId="77777777" w:rsidR="008313F2" w:rsidRPr="006F699D" w:rsidRDefault="008313F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RP-170636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40F26DF" w14:textId="77777777" w:rsidR="008313F2" w:rsidRPr="006F699D" w:rsidRDefault="008313F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0347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5305D1" w14:textId="77777777" w:rsidR="008313F2" w:rsidRPr="006F699D" w:rsidRDefault="008313F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012DD5F" w14:textId="77777777" w:rsidR="008313F2" w:rsidRPr="006F699D" w:rsidRDefault="008313F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EC3530F" w14:textId="77C08A35" w:rsidR="008313F2" w:rsidRPr="006F699D" w:rsidRDefault="008313F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authorization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coverage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enhancements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6566694" w14:textId="77777777" w:rsidR="008313F2" w:rsidRPr="006F699D" w:rsidRDefault="008313F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06CC194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4CCC6D9" w14:textId="77777777" w:rsidR="0081643E" w:rsidRPr="006F699D" w:rsidRDefault="008164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EF53870" w14:textId="77777777" w:rsidR="0081643E" w:rsidRPr="006F699D" w:rsidRDefault="008164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0831714" w14:textId="77777777" w:rsidR="0081643E" w:rsidRPr="006F699D" w:rsidRDefault="008164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RP-170643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190D71" w14:textId="77777777" w:rsidR="0081643E" w:rsidRPr="006F699D" w:rsidRDefault="008164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0349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258437" w14:textId="77777777" w:rsidR="0081643E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4E00F4" w14:textId="77777777" w:rsidR="0081643E" w:rsidRPr="006F699D" w:rsidRDefault="008164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877BB6" w14:textId="3B6830B7" w:rsidR="0081643E" w:rsidRPr="006F699D" w:rsidRDefault="008164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V2X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sidelink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communication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limited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service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DA1E49C" w14:textId="77777777" w:rsidR="0081643E" w:rsidRPr="006F699D" w:rsidRDefault="008164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00E3371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EF376A3" w14:textId="77777777" w:rsidR="00043D55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D1B38FC" w14:textId="77777777" w:rsidR="00043D55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65F95B" w14:textId="77777777" w:rsidR="00043D55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RP-170636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B1C01C8" w14:textId="77777777" w:rsidR="00043D55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0350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C7D3ACF" w14:textId="77777777" w:rsidR="00043D55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45F948" w14:textId="77777777" w:rsidR="00043D55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6791014" w14:textId="6DC53D59" w:rsidR="00043D55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SC-PTM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FeMTC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D6AAFB2" w14:textId="77777777" w:rsidR="00043D55" w:rsidRPr="006F699D" w:rsidRDefault="00043D5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3900D92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7C5A89A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E1F2B6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29227F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RP-170633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1D335D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0351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48265D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DF4A4BD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60B050" w14:textId="4AF30B21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FeMBMS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158DC1C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0098FCDB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097120B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9C1346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9C5831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RP-170637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F04211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0352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823602B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02D0ADE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B06B7CB" w14:textId="5320C054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Rel-14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enhancements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BC5DC15" w14:textId="77777777" w:rsidR="000F0F4D" w:rsidRPr="006F699D" w:rsidRDefault="000F0F4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2C8A777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8290E44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14FCBB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304F7E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RP-170651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2663D6D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0357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74F339C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7BD8ED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3DD7E3" w14:textId="5B3F9F89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Hashed_ID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58FE67E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2FAA371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7160EA2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3C471B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78079A7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RP-170653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6C7C0E7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0358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403177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1B66A03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0DCF62" w14:textId="1B55DDE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eMTC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2D9915B" w14:textId="77777777" w:rsidR="00023695" w:rsidRPr="006F699D" w:rsidRDefault="000236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1393EDA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0101777" w14:textId="77777777" w:rsidR="00075007" w:rsidRPr="006F699D" w:rsidRDefault="00075007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610D37" w14:textId="77777777" w:rsidR="00075007" w:rsidRPr="006F699D" w:rsidRDefault="00075007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44E0C7" w14:textId="77777777" w:rsidR="00075007" w:rsidRPr="006F699D" w:rsidRDefault="00075007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RP-170653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701E6A" w14:textId="77777777" w:rsidR="00075007" w:rsidRPr="006F699D" w:rsidRDefault="00075007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0360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4BA678" w14:textId="77777777" w:rsidR="00075007" w:rsidRPr="006F699D" w:rsidRDefault="00075007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3E1AE4" w14:textId="77777777" w:rsidR="00075007" w:rsidRPr="006F699D" w:rsidRDefault="00075007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9A79BE" w14:textId="38FCC400" w:rsidR="00075007" w:rsidRPr="006F699D" w:rsidRDefault="00075007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New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S-criteria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coverage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63D2A7E" w14:textId="77777777" w:rsidR="00075007" w:rsidRPr="006F699D" w:rsidRDefault="00075007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259B5B5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D10FD41" w14:textId="77777777" w:rsidR="00AA48FE" w:rsidRPr="006F699D" w:rsidRDefault="00AA48F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D07B6E" w14:textId="77777777" w:rsidR="00AA48FE" w:rsidRPr="006F699D" w:rsidRDefault="00AA48F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1C1C79" w14:textId="77777777" w:rsidR="00AA48FE" w:rsidRPr="006F699D" w:rsidRDefault="00AA48F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RP-170635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D7D555A" w14:textId="77777777" w:rsidR="00AA48FE" w:rsidRPr="006F699D" w:rsidRDefault="00AA48F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0361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40403A" w14:textId="77777777" w:rsidR="00AA48FE" w:rsidRPr="006F699D" w:rsidRDefault="00AA48F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ECC571" w14:textId="77777777" w:rsidR="00AA48FE" w:rsidRPr="006F699D" w:rsidRDefault="00AA48F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5F47C3" w14:textId="2B3842AC" w:rsidR="00AA48FE" w:rsidRPr="006F699D" w:rsidRDefault="00AA48F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PC5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V2X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F50B0CD" w14:textId="77777777" w:rsidR="00AA48FE" w:rsidRPr="006F699D" w:rsidRDefault="00AA48F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14.2.0</w:t>
            </w:r>
          </w:p>
        </w:tc>
      </w:tr>
      <w:tr w:rsidR="006F699D" w:rsidRPr="006F699D" w14:paraId="2F651E9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40C4BFC" w14:textId="77777777" w:rsidR="007260A9" w:rsidRPr="006F699D" w:rsidRDefault="007260A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2017-06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CBD68A" w14:textId="77777777" w:rsidR="007260A9" w:rsidRPr="006F699D" w:rsidRDefault="007260A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4F25DBA" w14:textId="77777777" w:rsidR="007260A9" w:rsidRPr="006F699D" w:rsidRDefault="007260A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RP-171224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026A22" w14:textId="77777777" w:rsidR="007260A9" w:rsidRPr="006F699D" w:rsidRDefault="007260A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0363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AE71B8" w14:textId="77777777" w:rsidR="007260A9" w:rsidRPr="006F699D" w:rsidRDefault="007260A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4D71BE" w14:textId="77777777" w:rsidR="007260A9" w:rsidRPr="006F699D" w:rsidRDefault="007260A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114DF4" w14:textId="306D1444" w:rsidR="007260A9" w:rsidRPr="006F699D" w:rsidRDefault="007260A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paging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carrier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formula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Rel-14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BE871DE" w14:textId="77777777" w:rsidR="007260A9" w:rsidRPr="006F699D" w:rsidRDefault="007260A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14.3.0</w:t>
            </w:r>
          </w:p>
        </w:tc>
      </w:tr>
      <w:tr w:rsidR="006F699D" w:rsidRPr="006F699D" w14:paraId="24611E5A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553C253" w14:textId="77777777" w:rsidR="00FC4A99" w:rsidRPr="006F699D" w:rsidRDefault="00FC4A9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52D5D4" w14:textId="77777777" w:rsidR="00FC4A99" w:rsidRPr="006F699D" w:rsidRDefault="00FC4A9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E1DA2A" w14:textId="77777777" w:rsidR="00FC4A99" w:rsidRPr="006F699D" w:rsidRDefault="00FC4A9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RP-171</w:t>
            </w:r>
            <w:r w:rsidR="0067122A" w:rsidRPr="006F699D">
              <w:rPr>
                <w:rFonts w:cs="Arial"/>
                <w:sz w:val="16"/>
                <w:szCs w:val="16"/>
              </w:rPr>
              <w:t>243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87B6747" w14:textId="77777777" w:rsidR="00FC4A99" w:rsidRPr="006F699D" w:rsidRDefault="00FC4A9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0370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360FD2" w14:textId="77777777" w:rsidR="00FC4A99" w:rsidRPr="006F699D" w:rsidRDefault="00FC4A9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09BD0A" w14:textId="77777777" w:rsidR="00FC4A99" w:rsidRPr="006F699D" w:rsidRDefault="00FC4A9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A5E2A1" w14:textId="0D959D08" w:rsidR="00FC4A99" w:rsidRPr="006F699D" w:rsidRDefault="00FC4A9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eDRX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Hashed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8F40498" w14:textId="77777777" w:rsidR="00FC4A99" w:rsidRPr="006F699D" w:rsidRDefault="00FC4A9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14.3.0</w:t>
            </w:r>
          </w:p>
        </w:tc>
      </w:tr>
      <w:tr w:rsidR="006F699D" w:rsidRPr="006F699D" w14:paraId="7E628FF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CD62216" w14:textId="77777777" w:rsidR="00873245" w:rsidRPr="006F699D" w:rsidRDefault="0087324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E67317" w14:textId="77777777" w:rsidR="00873245" w:rsidRPr="006F699D" w:rsidRDefault="0087324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DA360A" w14:textId="77777777" w:rsidR="00873245" w:rsidRPr="006F699D" w:rsidRDefault="0087324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RP-171223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57DAB3" w14:textId="77777777" w:rsidR="00873245" w:rsidRPr="006F699D" w:rsidRDefault="0087324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0376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76DE04B" w14:textId="77777777" w:rsidR="00873245" w:rsidRPr="006F699D" w:rsidRDefault="0087324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4259DE" w14:textId="77777777" w:rsidR="00873245" w:rsidRPr="006F699D" w:rsidRDefault="0087324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7E4B1B" w14:textId="15B9A170" w:rsidR="00873245" w:rsidRPr="006F699D" w:rsidRDefault="0087324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usage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SC-PTM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offset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FeMTC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913F9CA" w14:textId="77777777" w:rsidR="00873245" w:rsidRPr="006F699D" w:rsidRDefault="0087324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14.3.0</w:t>
            </w:r>
          </w:p>
        </w:tc>
      </w:tr>
      <w:tr w:rsidR="006F699D" w:rsidRPr="006F699D" w14:paraId="7C3589B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63947C1" w14:textId="77777777" w:rsidR="001D5F61" w:rsidRPr="006F699D" w:rsidRDefault="001D5F6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E826EEE" w14:textId="77777777" w:rsidR="001D5F61" w:rsidRPr="006F699D" w:rsidRDefault="001D5F6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E6AD06" w14:textId="77777777" w:rsidR="001D5F61" w:rsidRPr="006F699D" w:rsidRDefault="001D5F6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RP-171221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88B617" w14:textId="77777777" w:rsidR="001D5F61" w:rsidRPr="006F699D" w:rsidRDefault="001D5F6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0380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BE7462" w14:textId="77777777" w:rsidR="001D5F61" w:rsidRPr="006F699D" w:rsidRDefault="001D5F6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83C040" w14:textId="77777777" w:rsidR="001D5F61" w:rsidRPr="006F699D" w:rsidRDefault="001D5F6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731943" w14:textId="4AE19758" w:rsidR="001D5F61" w:rsidRPr="006F699D" w:rsidRDefault="001D5F6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priorities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FeMBMS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79CFA28" w14:textId="77777777" w:rsidR="001D5F61" w:rsidRPr="006F699D" w:rsidRDefault="001D5F6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14.3.0</w:t>
            </w:r>
          </w:p>
        </w:tc>
      </w:tr>
      <w:tr w:rsidR="006F699D" w:rsidRPr="006F699D" w14:paraId="7C37DEF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CF08892" w14:textId="77777777" w:rsidR="00E0132B" w:rsidRPr="006F699D" w:rsidRDefault="00E0132B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2017-09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2B41C49" w14:textId="77777777" w:rsidR="00E0132B" w:rsidRPr="006F699D" w:rsidRDefault="00E0132B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RP-77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2ADEECA" w14:textId="77777777" w:rsidR="00E0132B" w:rsidRPr="006F699D" w:rsidRDefault="00E0132B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RP-171920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AEA629" w14:textId="77777777" w:rsidR="00E0132B" w:rsidRPr="006F699D" w:rsidRDefault="00E0132B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0386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292039" w14:textId="77777777" w:rsidR="00E0132B" w:rsidRPr="006F699D" w:rsidRDefault="00E0132B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CC626CB" w14:textId="77777777" w:rsidR="00E0132B" w:rsidRPr="006F699D" w:rsidRDefault="00E0132B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8CAE56E" w14:textId="61276D03" w:rsidR="00E0132B" w:rsidRPr="006F699D" w:rsidRDefault="00E0132B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Adding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reference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SystemInformationBlockType1-BR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reservations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AD082D5" w14:textId="77777777" w:rsidR="00E0132B" w:rsidRPr="006F699D" w:rsidRDefault="00E0132B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14.4.0</w:t>
            </w:r>
          </w:p>
        </w:tc>
      </w:tr>
      <w:tr w:rsidR="006F699D" w:rsidRPr="006F699D" w14:paraId="4AA31BC6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672D0A1" w14:textId="77777777" w:rsidR="00D33A6F" w:rsidRPr="006F699D" w:rsidRDefault="00D33A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2017-12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BA6ADB" w14:textId="77777777" w:rsidR="00D33A6F" w:rsidRPr="006F699D" w:rsidRDefault="00D33A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A24080" w14:textId="77777777" w:rsidR="00D33A6F" w:rsidRPr="006F699D" w:rsidRDefault="00D33A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RP-172617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9172E6" w14:textId="77777777" w:rsidR="00D33A6F" w:rsidRPr="006F699D" w:rsidRDefault="00D33A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0392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0F1B9E6" w14:textId="77777777" w:rsidR="00D33A6F" w:rsidRPr="006F699D" w:rsidRDefault="00D33A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7565F4" w14:textId="77777777" w:rsidR="00D33A6F" w:rsidRPr="006F699D" w:rsidRDefault="00D33A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D4FA5C" w14:textId="65128DE7" w:rsidR="00D33A6F" w:rsidRPr="006F699D" w:rsidRDefault="00D33A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relaxed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monitoring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3958884" w14:textId="77777777" w:rsidR="00D33A6F" w:rsidRPr="006F699D" w:rsidRDefault="00D33A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14.5.0</w:t>
            </w:r>
          </w:p>
        </w:tc>
      </w:tr>
      <w:tr w:rsidR="006F699D" w:rsidRPr="006F699D" w14:paraId="597FFFE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E6D6374" w14:textId="77777777" w:rsidR="00AF2490" w:rsidRPr="006F699D" w:rsidRDefault="00AF249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58D41E3" w14:textId="77777777" w:rsidR="00AF2490" w:rsidRPr="006F699D" w:rsidRDefault="00AF249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7259F45" w14:textId="77777777" w:rsidR="00AF2490" w:rsidRPr="006F699D" w:rsidRDefault="00AF249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RP-172624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5BF303" w14:textId="77777777" w:rsidR="00AF2490" w:rsidRPr="006F699D" w:rsidRDefault="00AF249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0397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865E82" w14:textId="77777777" w:rsidR="00AF2490" w:rsidRPr="006F699D" w:rsidRDefault="00AF249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E45F57" w14:textId="77777777" w:rsidR="00AF2490" w:rsidRPr="006F699D" w:rsidRDefault="00AF249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2A7CB3" w14:textId="604D17C4" w:rsidR="00AF2490" w:rsidRPr="006F699D" w:rsidRDefault="00AF249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barring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coverage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enhancement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4FEAEAE" w14:textId="77777777" w:rsidR="00AF2490" w:rsidRPr="006F699D" w:rsidRDefault="00AF249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14.5.0</w:t>
            </w:r>
          </w:p>
        </w:tc>
      </w:tr>
      <w:tr w:rsidR="006F699D" w:rsidRPr="006F699D" w14:paraId="75208F0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E89580D" w14:textId="77777777" w:rsidR="003F09D3" w:rsidRPr="006F699D" w:rsidRDefault="003F09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03AC5D" w14:textId="77777777" w:rsidR="003F09D3" w:rsidRPr="006F699D" w:rsidRDefault="003F09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F823C2" w14:textId="77777777" w:rsidR="003F09D3" w:rsidRPr="006F699D" w:rsidRDefault="003F09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RP-172623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B809741" w14:textId="77777777" w:rsidR="003F09D3" w:rsidRPr="006F699D" w:rsidRDefault="003F09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0399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3760EB" w14:textId="77777777" w:rsidR="003F09D3" w:rsidRPr="006F699D" w:rsidRDefault="003F09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8DFC14" w14:textId="77777777" w:rsidR="003F09D3" w:rsidRPr="006F699D" w:rsidRDefault="003F09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40C4389" w14:textId="7E08D38C" w:rsidR="003F09D3" w:rsidRPr="006F699D" w:rsidRDefault="003F09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eDRX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587C86A" w14:textId="77777777" w:rsidR="003F09D3" w:rsidRPr="006F699D" w:rsidRDefault="003F09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14.5.0</w:t>
            </w:r>
          </w:p>
        </w:tc>
      </w:tr>
      <w:tr w:rsidR="006F699D" w:rsidRPr="006F699D" w14:paraId="33FDC5F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D1CF25C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2018-03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8AB160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C396C1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RP-180445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7B2CA7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0402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6CC189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A496774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D12C04E" w14:textId="54ADAA9F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relaxed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monitoring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reference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RSRP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(Alternative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1)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3685124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14.6.0</w:t>
            </w:r>
          </w:p>
        </w:tc>
      </w:tr>
      <w:tr w:rsidR="006F699D" w:rsidRPr="006F699D" w14:paraId="1431C3DE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9A17B0A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F9F956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ADF35C1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RP-180443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01DFAF7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0405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31A501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93F7F2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79BDDED" w14:textId="56F4530D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relaxed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monitoring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19D8CDE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14.6.0</w:t>
            </w:r>
          </w:p>
        </w:tc>
      </w:tr>
      <w:tr w:rsidR="006F699D" w:rsidRPr="006F699D" w14:paraId="14D164C2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433DD5C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4C00339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RP-79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548A056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RP-180443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E3BDC08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0407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975021D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DED8E5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33922C" w14:textId="5783FB85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mode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restriction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Rel-14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eMTC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D7B78AD" w14:textId="77777777" w:rsidR="001403D3" w:rsidRPr="006F699D" w:rsidRDefault="001403D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14.6.0</w:t>
            </w:r>
          </w:p>
        </w:tc>
      </w:tr>
      <w:tr w:rsidR="006F699D" w:rsidRPr="006F699D" w14:paraId="46ADC31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0132D22" w14:textId="77777777" w:rsidR="00F02F31" w:rsidRPr="006F699D" w:rsidRDefault="00F02F3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2018-06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AB75635" w14:textId="77777777" w:rsidR="00F02F31" w:rsidRPr="006F699D" w:rsidRDefault="00F02F3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672F577" w14:textId="77777777" w:rsidR="00F02F31" w:rsidRPr="006F699D" w:rsidRDefault="00F02F3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RP-181228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3F9147" w14:textId="77777777" w:rsidR="00F02F31" w:rsidRPr="006F699D" w:rsidRDefault="00F02F3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0410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B5095D" w14:textId="77777777" w:rsidR="00F02F31" w:rsidRPr="006F699D" w:rsidRDefault="00F02F3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3513F2" w14:textId="77777777" w:rsidR="00F02F31" w:rsidRPr="006F699D" w:rsidRDefault="00F02F3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4AF89D" w14:textId="6784D386" w:rsidR="00F02F31" w:rsidRPr="006F699D" w:rsidRDefault="00F02F3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running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HSDN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E3086BD" w14:textId="77777777" w:rsidR="00F02F31" w:rsidRPr="006F699D" w:rsidRDefault="00F02F3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15.0.0</w:t>
            </w:r>
          </w:p>
        </w:tc>
      </w:tr>
      <w:tr w:rsidR="006F699D" w:rsidRPr="006F699D" w14:paraId="7A5CD0D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3235A86" w14:textId="77777777" w:rsidR="000D1325" w:rsidRPr="006F699D" w:rsidRDefault="000D132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548D7D" w14:textId="77777777" w:rsidR="000D1325" w:rsidRPr="006F699D" w:rsidRDefault="000D132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CC4C0D7" w14:textId="77777777" w:rsidR="000D1325" w:rsidRPr="006F699D" w:rsidRDefault="000D132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RP-181224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26B612" w14:textId="77777777" w:rsidR="000D1325" w:rsidRPr="006F699D" w:rsidRDefault="000D132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0411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F23B2B2" w14:textId="77777777" w:rsidR="000D1325" w:rsidRPr="006F699D" w:rsidRDefault="000D132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78B2E8E" w14:textId="77777777" w:rsidR="000D1325" w:rsidRPr="006F699D" w:rsidRDefault="000D132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85D9E7" w14:textId="3F174B5C" w:rsidR="000D1325" w:rsidRPr="006F699D" w:rsidRDefault="000D132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EARFCN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provisioning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coverage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7051E00" w14:textId="77777777" w:rsidR="000D1325" w:rsidRPr="006F699D" w:rsidRDefault="000D132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15.0.0</w:t>
            </w:r>
          </w:p>
        </w:tc>
      </w:tr>
      <w:tr w:rsidR="006F699D" w:rsidRPr="006F699D" w14:paraId="03090F64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5C4EF6B" w14:textId="77777777" w:rsidR="009D1C21" w:rsidRPr="006F699D" w:rsidRDefault="009D1C2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F21CCEF" w14:textId="77777777" w:rsidR="009D1C21" w:rsidRPr="006F699D" w:rsidRDefault="009D1C2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BFF0B3" w14:textId="77777777" w:rsidR="009D1C21" w:rsidRPr="006F699D" w:rsidRDefault="009D1C2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RP-1812</w:t>
            </w:r>
            <w:r w:rsidR="00CF2CF2" w:rsidRPr="006F699D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81D0E1" w14:textId="77777777" w:rsidR="009D1C21" w:rsidRPr="006F699D" w:rsidRDefault="009D1C2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0416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371702" w14:textId="77777777" w:rsidR="009D1C21" w:rsidRPr="006F699D" w:rsidRDefault="009D1C2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7AAEAD" w14:textId="77777777" w:rsidR="009D1C21" w:rsidRPr="006F699D" w:rsidRDefault="009D1C2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8BDB92" w14:textId="43F3EE26" w:rsidR="009D1C21" w:rsidRPr="006F699D" w:rsidRDefault="009D1C2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further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enhancements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47336C5" w14:textId="77777777" w:rsidR="009D1C21" w:rsidRPr="006F699D" w:rsidRDefault="009D1C2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15.0.0</w:t>
            </w:r>
          </w:p>
        </w:tc>
      </w:tr>
      <w:tr w:rsidR="006F699D" w:rsidRPr="006F699D" w14:paraId="69BED7C5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DA0317E" w14:textId="77777777" w:rsidR="00581770" w:rsidRPr="006F699D" w:rsidRDefault="0058177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977129" w14:textId="77777777" w:rsidR="00581770" w:rsidRPr="006F699D" w:rsidRDefault="0058177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DD2031" w14:textId="77777777" w:rsidR="00581770" w:rsidRPr="006F699D" w:rsidRDefault="0058177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RP-181224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728B9AA" w14:textId="77777777" w:rsidR="00581770" w:rsidRPr="006F699D" w:rsidRDefault="0058177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0417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0677BA3" w14:textId="77777777" w:rsidR="00581770" w:rsidRPr="006F699D" w:rsidRDefault="0058177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FEDDA0" w14:textId="77777777" w:rsidR="00581770" w:rsidRPr="006F699D" w:rsidRDefault="0058177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8932EC" w14:textId="3FBB2B23" w:rsidR="00581770" w:rsidRPr="006F699D" w:rsidRDefault="0058177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further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eMTC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enhancements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2733B83" w14:textId="77777777" w:rsidR="00581770" w:rsidRPr="006F699D" w:rsidRDefault="00581770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15.0.0</w:t>
            </w:r>
          </w:p>
        </w:tc>
      </w:tr>
      <w:tr w:rsidR="006F699D" w:rsidRPr="006F699D" w14:paraId="2DF83A03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9688FD5" w14:textId="77777777" w:rsidR="00873672" w:rsidRPr="006F699D" w:rsidRDefault="0087367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62D478" w14:textId="77777777" w:rsidR="00873672" w:rsidRPr="006F699D" w:rsidRDefault="0087367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7DBD43" w14:textId="77777777" w:rsidR="00873672" w:rsidRPr="006F699D" w:rsidRDefault="0087367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RP-181223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D279A0" w14:textId="77777777" w:rsidR="00873672" w:rsidRPr="006F699D" w:rsidRDefault="0087367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0419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090B123" w14:textId="77777777" w:rsidR="00873672" w:rsidRPr="006F699D" w:rsidRDefault="0087367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E86687" w14:textId="77777777" w:rsidR="00873672" w:rsidRPr="006F699D" w:rsidRDefault="0087367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3B22894" w14:textId="06273DB8" w:rsidR="00873672" w:rsidRPr="006F699D" w:rsidRDefault="0087367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E-UTRA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connected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5GCN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4CB7FF2" w14:textId="77777777" w:rsidR="00873672" w:rsidRPr="006F699D" w:rsidRDefault="0087367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15.0.0</w:t>
            </w:r>
          </w:p>
        </w:tc>
      </w:tr>
      <w:tr w:rsidR="006F699D" w:rsidRPr="006F699D" w14:paraId="442E7F7F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6D6496D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5CBA741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DC151E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RP-181228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6231C0E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0420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F81E2D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AA7D11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F8CAB0D" w14:textId="681156F5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Logging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'Any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selection'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28ADC34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15.0.0</w:t>
            </w:r>
          </w:p>
        </w:tc>
      </w:tr>
      <w:tr w:rsidR="006F699D" w:rsidRPr="006F699D" w14:paraId="3CDFBC88" w14:textId="77777777" w:rsidTr="004D6DC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6DE055A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801BD8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B9189E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RP-181225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F23580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0729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FB29A4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7976FB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D66582" w14:textId="05C2DA29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Implementing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network-based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interference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mitigation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2C00FC67" w14:textId="77777777" w:rsidR="001E1CF8" w:rsidRPr="006F699D" w:rsidRDefault="001E1CF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15.0.0</w:t>
            </w:r>
          </w:p>
        </w:tc>
      </w:tr>
      <w:tr w:rsidR="006F699D" w:rsidRPr="006F699D" w14:paraId="51A1FF6B" w14:textId="77777777" w:rsidTr="00AF106F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E508153" w14:textId="77777777" w:rsidR="004D6DCE" w:rsidRPr="006F699D" w:rsidRDefault="004D6D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2018-09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17E37C7" w14:textId="77777777" w:rsidR="004D6DCE" w:rsidRPr="006F699D" w:rsidRDefault="004D6D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2E930E" w14:textId="77777777" w:rsidR="004D6DCE" w:rsidRPr="006F699D" w:rsidRDefault="004D6D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RP-181940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CC37AF" w14:textId="77777777" w:rsidR="004D6DCE" w:rsidRPr="006F699D" w:rsidRDefault="004D6D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0412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88105DF" w14:textId="77777777" w:rsidR="004D6DCE" w:rsidRPr="006F699D" w:rsidRDefault="004D6D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8CB2FED" w14:textId="77777777" w:rsidR="004D6DCE" w:rsidRPr="006F699D" w:rsidRDefault="004D6D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FA70DC" w14:textId="177034D6" w:rsidR="004D6DCE" w:rsidRPr="006F699D" w:rsidRDefault="004D6D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Introduction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3C898FD" w14:textId="77777777" w:rsidR="004D6DCE" w:rsidRPr="006F699D" w:rsidRDefault="004D6D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15.1.0</w:t>
            </w:r>
          </w:p>
        </w:tc>
      </w:tr>
      <w:tr w:rsidR="006F699D" w:rsidRPr="006F699D" w14:paraId="760264B8" w14:textId="77777777" w:rsidTr="00AF106F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ED0A016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9A3B44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E0804A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RP-181950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A64F88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0731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D45D42C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E96591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EA2D64" w14:textId="44443B98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connected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5GC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0DC1444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15.1.0</w:t>
            </w:r>
          </w:p>
        </w:tc>
      </w:tr>
      <w:tr w:rsidR="006F699D" w:rsidRPr="006F699D" w14:paraId="6E1E4521" w14:textId="77777777" w:rsidTr="000B4A09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4DED5E3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3C046CD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268D814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RP-1819</w:t>
            </w:r>
            <w:r w:rsidR="00DA44E2" w:rsidRPr="006F699D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B363430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0736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7CBC67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1549746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3C1726" w14:textId="65528AE1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entering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condition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relaxed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monitoring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0D50C18F" w14:textId="77777777" w:rsidR="00AF106F" w:rsidRPr="006F699D" w:rsidRDefault="00AF106F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15.1.0</w:t>
            </w:r>
          </w:p>
        </w:tc>
      </w:tr>
      <w:tr w:rsidR="006F699D" w:rsidRPr="006F699D" w14:paraId="5C425AE8" w14:textId="77777777" w:rsidTr="00B47B11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A4EF1B3" w14:textId="77777777" w:rsidR="000B4A09" w:rsidRPr="006F699D" w:rsidRDefault="000B4A0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19B0EB5" w14:textId="77777777" w:rsidR="000B4A09" w:rsidRPr="006F699D" w:rsidRDefault="000B4A0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49015D1" w14:textId="77777777" w:rsidR="000B4A09" w:rsidRPr="006F699D" w:rsidRDefault="000B4A0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RP-181944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A1A127" w14:textId="77777777" w:rsidR="000B4A09" w:rsidRPr="006F699D" w:rsidRDefault="000B4A0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0737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B05825" w14:textId="77777777" w:rsidR="000B4A09" w:rsidRPr="006F699D" w:rsidRDefault="000B4A0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324A66" w14:textId="77777777" w:rsidR="000B4A09" w:rsidRPr="006F699D" w:rsidRDefault="000B4A0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55D056C" w14:textId="6A2D378F" w:rsidR="000B4A09" w:rsidRPr="006F699D" w:rsidRDefault="000B4A0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Define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relation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between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WUS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occasion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PO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5CA5B5F5" w14:textId="77777777" w:rsidR="000B4A09" w:rsidRPr="006F699D" w:rsidRDefault="000B4A0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15.1.0</w:t>
            </w:r>
          </w:p>
        </w:tc>
      </w:tr>
      <w:tr w:rsidR="006F699D" w:rsidRPr="006F699D" w14:paraId="026DB122" w14:textId="77777777" w:rsidTr="00721B52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8A66D7D" w14:textId="77777777" w:rsidR="00B47B11" w:rsidRPr="006F699D" w:rsidRDefault="00B47B1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C3543D" w14:textId="77777777" w:rsidR="00B47B11" w:rsidRPr="006F699D" w:rsidRDefault="00B47B1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7837D82" w14:textId="77777777" w:rsidR="00B47B11" w:rsidRPr="006F699D" w:rsidRDefault="00B47B1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RP-181944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72936F" w14:textId="77777777" w:rsidR="00B47B11" w:rsidRPr="006F699D" w:rsidRDefault="00B47B1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0740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8ECD70" w14:textId="77777777" w:rsidR="00B47B11" w:rsidRPr="006F699D" w:rsidRDefault="00B47B1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96BF96F" w14:textId="77777777" w:rsidR="00B47B11" w:rsidRPr="006F699D" w:rsidRDefault="00B47B1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4CF68E" w14:textId="6350FBD7" w:rsidR="00B47B11" w:rsidRPr="006F699D" w:rsidRDefault="00B47B1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muting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99BA09F" w14:textId="77777777" w:rsidR="00B47B11" w:rsidRPr="006F699D" w:rsidRDefault="00B47B1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15.1.0</w:t>
            </w:r>
          </w:p>
        </w:tc>
      </w:tr>
      <w:tr w:rsidR="006F699D" w:rsidRPr="006F699D" w14:paraId="4FCDC25F" w14:textId="77777777" w:rsidTr="00260093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5310FC3" w14:textId="77777777" w:rsidR="00721B52" w:rsidRPr="006F699D" w:rsidRDefault="00721B5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367E58" w14:textId="77777777" w:rsidR="00721B52" w:rsidRPr="006F699D" w:rsidRDefault="00721B5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399998F" w14:textId="77777777" w:rsidR="00721B52" w:rsidRPr="006F699D" w:rsidRDefault="00721B5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RP-181950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A4E780" w14:textId="77777777" w:rsidR="00721B52" w:rsidRPr="006F699D" w:rsidRDefault="00721B5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0742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5210B6" w14:textId="77777777" w:rsidR="00721B52" w:rsidRPr="006F699D" w:rsidRDefault="00721B5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A57EF94" w14:textId="77777777" w:rsidR="00721B52" w:rsidRPr="006F699D" w:rsidRDefault="00721B5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8EFC52" w14:textId="2331E19B" w:rsidR="00721B52" w:rsidRPr="006F699D" w:rsidRDefault="00721B5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RRC_INACTIVE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E-UTRA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connected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5GC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NB-IoT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A72C3C8" w14:textId="77777777" w:rsidR="00721B52" w:rsidRPr="006F699D" w:rsidRDefault="00721B5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15.1.0</w:t>
            </w:r>
          </w:p>
        </w:tc>
      </w:tr>
      <w:tr w:rsidR="006F699D" w:rsidRPr="006F699D" w14:paraId="6B2BD474" w14:textId="77777777" w:rsidTr="006E6BDA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3A693E0" w14:textId="77777777" w:rsidR="00260093" w:rsidRPr="006F699D" w:rsidRDefault="0026009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883B84A" w14:textId="77777777" w:rsidR="00260093" w:rsidRPr="006F699D" w:rsidRDefault="0026009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041C667" w14:textId="77777777" w:rsidR="00260093" w:rsidRPr="006F699D" w:rsidRDefault="0026009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RP-181940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66516E3" w14:textId="77777777" w:rsidR="00260093" w:rsidRPr="006F699D" w:rsidRDefault="0026009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0747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F2BE885" w14:textId="77777777" w:rsidR="00260093" w:rsidRPr="006F699D" w:rsidRDefault="0026009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2840750" w14:textId="77777777" w:rsidR="00260093" w:rsidRPr="006F699D" w:rsidRDefault="0026009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196F77" w14:textId="1A27F5C2" w:rsidR="00260093" w:rsidRPr="006F699D" w:rsidRDefault="0026009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Paging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Monitoring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Normally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0D5F52F" w14:textId="77777777" w:rsidR="00260093" w:rsidRPr="006F699D" w:rsidRDefault="00260093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15.1.0</w:t>
            </w:r>
          </w:p>
        </w:tc>
      </w:tr>
      <w:tr w:rsidR="006F699D" w:rsidRPr="006F699D" w14:paraId="25A11A17" w14:textId="77777777" w:rsidTr="00704892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B8251D1" w14:textId="77777777" w:rsidR="006E6BDA" w:rsidRPr="006F699D" w:rsidRDefault="006E6BD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1897327" w14:textId="77777777" w:rsidR="006E6BDA" w:rsidRPr="006F699D" w:rsidRDefault="006E6BD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RP-81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1369CC" w14:textId="77777777" w:rsidR="006E6BDA" w:rsidRPr="006F699D" w:rsidRDefault="006E6BD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RP-181960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0CE8DA7" w14:textId="77777777" w:rsidR="006E6BDA" w:rsidRPr="006F699D" w:rsidRDefault="006E6BD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0748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F1D11A4" w14:textId="77777777" w:rsidR="006E6BDA" w:rsidRPr="006F699D" w:rsidRDefault="006E6BD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3A8F7A" w14:textId="77777777" w:rsidR="006E6BDA" w:rsidRPr="006F699D" w:rsidRDefault="006E6BD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69F1F6D" w14:textId="1CD06868" w:rsidR="006E6BDA" w:rsidRPr="006F699D" w:rsidRDefault="006E6BD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speed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dependent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mobility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inter-RAT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with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reservations,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access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restrictions,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unsuitable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normal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camping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18565D9" w14:textId="77777777" w:rsidR="006E6BDA" w:rsidRPr="006F699D" w:rsidRDefault="006E6BD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15.1.0</w:t>
            </w:r>
          </w:p>
        </w:tc>
      </w:tr>
      <w:tr w:rsidR="006F699D" w:rsidRPr="006F699D" w14:paraId="1186ED57" w14:textId="77777777" w:rsidTr="004779ED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30729955" w14:textId="77777777" w:rsidR="00704892" w:rsidRPr="006F699D" w:rsidRDefault="0070489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2018-12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7711577" w14:textId="77777777" w:rsidR="00704892" w:rsidRPr="006F699D" w:rsidRDefault="0070489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5149EE" w14:textId="77777777" w:rsidR="00704892" w:rsidRPr="006F699D" w:rsidRDefault="0070489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RP-182671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18DDED1" w14:textId="77777777" w:rsidR="00704892" w:rsidRPr="006F699D" w:rsidRDefault="0070489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0741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AA9C9F9" w14:textId="77777777" w:rsidR="00704892" w:rsidRPr="006F699D" w:rsidRDefault="0070489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B62B53" w14:textId="77777777" w:rsidR="00704892" w:rsidRPr="006F699D" w:rsidRDefault="0070489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DA8EF23" w14:textId="090FE944" w:rsidR="00704892" w:rsidRPr="006F699D" w:rsidRDefault="0070489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Small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paging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with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wake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signal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14EADF58" w14:textId="77777777" w:rsidR="00704892" w:rsidRPr="006F699D" w:rsidRDefault="0070489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15.2.0</w:t>
            </w:r>
          </w:p>
        </w:tc>
      </w:tr>
      <w:tr w:rsidR="006F699D" w:rsidRPr="006F699D" w14:paraId="23E6341E" w14:textId="77777777" w:rsidTr="00C16774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04BE931" w14:textId="77777777" w:rsidR="004779ED" w:rsidRPr="006F699D" w:rsidRDefault="004779E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B3DB452" w14:textId="77777777" w:rsidR="004779ED" w:rsidRPr="006F699D" w:rsidRDefault="004779E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93B9E7D" w14:textId="77777777" w:rsidR="004779ED" w:rsidRPr="006F699D" w:rsidRDefault="004779E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RP-182676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F3BC41A" w14:textId="77777777" w:rsidR="004779ED" w:rsidRPr="006F699D" w:rsidRDefault="004779E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0744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2DEF71B" w14:textId="77777777" w:rsidR="004779ED" w:rsidRPr="006F699D" w:rsidRDefault="004779E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EBAA298" w14:textId="77777777" w:rsidR="004779ED" w:rsidRPr="006F699D" w:rsidRDefault="004779E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FC8E9D" w14:textId="645EF56C" w:rsidR="004779ED" w:rsidRPr="006F699D" w:rsidRDefault="004779E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E-UTRA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connected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5GC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BF7FE5D" w14:textId="77777777" w:rsidR="004779ED" w:rsidRPr="006F699D" w:rsidRDefault="004779ED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15.2.0</w:t>
            </w:r>
          </w:p>
        </w:tc>
      </w:tr>
      <w:tr w:rsidR="006F699D" w:rsidRPr="006F699D" w14:paraId="02DCFFE8" w14:textId="77777777" w:rsidTr="00E62D34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16A1FF7" w14:textId="77777777" w:rsidR="00C16774" w:rsidRPr="006F699D" w:rsidRDefault="00C1677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F5921FE" w14:textId="77777777" w:rsidR="00C16774" w:rsidRPr="006F699D" w:rsidRDefault="00C1677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79F041" w14:textId="77777777" w:rsidR="00C16774" w:rsidRPr="006F699D" w:rsidRDefault="00C1677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RP-182652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02C581" w14:textId="77777777" w:rsidR="00C16774" w:rsidRPr="006F699D" w:rsidRDefault="00C1677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0750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35FC22E" w14:textId="77777777" w:rsidR="00C16774" w:rsidRPr="006F699D" w:rsidRDefault="00C1677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BA909CB" w14:textId="77777777" w:rsidR="00C16774" w:rsidRPr="006F699D" w:rsidRDefault="00C1677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EE99B97" w14:textId="41CF9D77" w:rsidR="00C16774" w:rsidRPr="006F699D" w:rsidRDefault="00C1677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paging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connected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5GC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302F0CE" w14:textId="77777777" w:rsidR="00C16774" w:rsidRPr="006F699D" w:rsidRDefault="00C1677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15.2.0</w:t>
            </w:r>
          </w:p>
        </w:tc>
      </w:tr>
      <w:tr w:rsidR="006F699D" w:rsidRPr="006F699D" w14:paraId="4A5DB3F2" w14:textId="77777777" w:rsidTr="0095461E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73521E6D" w14:textId="77777777" w:rsidR="00E62D34" w:rsidRPr="006F699D" w:rsidRDefault="00E62D3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662FD1" w14:textId="77777777" w:rsidR="00E62D34" w:rsidRPr="006F699D" w:rsidRDefault="00E62D3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B4524D7" w14:textId="77777777" w:rsidR="00E62D34" w:rsidRPr="006F699D" w:rsidRDefault="00E62D3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RP-182676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A323A0" w14:textId="77777777" w:rsidR="00E62D34" w:rsidRPr="006F699D" w:rsidRDefault="00E62D3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0752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B9A6A98" w14:textId="77777777" w:rsidR="00E62D34" w:rsidRPr="006F699D" w:rsidRDefault="00E62D3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DF82F46" w14:textId="77777777" w:rsidR="00E62D34" w:rsidRPr="006F699D" w:rsidRDefault="00E62D3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3A530B" w14:textId="6570AA6B" w:rsidR="00E62D34" w:rsidRPr="006F699D" w:rsidRDefault="00E62D3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Qoffsettemp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eLTE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36.304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99092D4" w14:textId="77777777" w:rsidR="00E62D34" w:rsidRPr="006F699D" w:rsidRDefault="00E62D34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15.2.0</w:t>
            </w:r>
          </w:p>
        </w:tc>
      </w:tr>
      <w:tr w:rsidR="006F699D" w:rsidRPr="006F699D" w14:paraId="0475661F" w14:textId="77777777" w:rsidTr="005D0642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7CD1818" w14:textId="77777777" w:rsidR="0095461E" w:rsidRPr="006F699D" w:rsidRDefault="0095461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2207A4" w14:textId="77777777" w:rsidR="0095461E" w:rsidRPr="006F699D" w:rsidRDefault="0095461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E8BFDE3" w14:textId="77777777" w:rsidR="0095461E" w:rsidRPr="006F699D" w:rsidRDefault="0095461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RP-182681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B97C91A" w14:textId="77777777" w:rsidR="0095461E" w:rsidRPr="006F699D" w:rsidRDefault="0095461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0757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90AC9E8" w14:textId="77777777" w:rsidR="0095461E" w:rsidRPr="006F699D" w:rsidRDefault="0095461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DF08CA4" w14:textId="77777777" w:rsidR="0095461E" w:rsidRPr="006F699D" w:rsidRDefault="0095461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5054BB" w14:textId="44801C0D" w:rsidR="0095461E" w:rsidRPr="006F699D" w:rsidRDefault="0095461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gap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determination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the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wake-up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signal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4CF6C2A" w14:textId="77777777" w:rsidR="0095461E" w:rsidRPr="006F699D" w:rsidRDefault="0095461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15.2.0</w:t>
            </w:r>
          </w:p>
        </w:tc>
      </w:tr>
      <w:tr w:rsidR="006F699D" w:rsidRPr="006F699D" w14:paraId="7F6F19BB" w14:textId="77777777" w:rsidTr="001D6F95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26DB6517" w14:textId="77777777" w:rsidR="005D0642" w:rsidRPr="006F699D" w:rsidRDefault="005D064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9C1F52D" w14:textId="77777777" w:rsidR="005D0642" w:rsidRPr="006F699D" w:rsidRDefault="005D064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0E7A6AD" w14:textId="77777777" w:rsidR="005D0642" w:rsidRPr="006F699D" w:rsidRDefault="005D064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RP-182675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1F200D5" w14:textId="77777777" w:rsidR="005D0642" w:rsidRPr="006F699D" w:rsidRDefault="005D064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0758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C16B7E1" w14:textId="77777777" w:rsidR="005D0642" w:rsidRPr="006F699D" w:rsidRDefault="005D064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991E0A" w14:textId="77777777" w:rsidR="005D0642" w:rsidRPr="006F699D" w:rsidRDefault="005D064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3221D4E" w14:textId="10EBD88A" w:rsidR="005D0642" w:rsidRPr="006F699D" w:rsidRDefault="005D064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TS36.304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[103bis#43][LTEeLTE]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Capture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agreements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ECB1199" w14:textId="77777777" w:rsidR="005D0642" w:rsidRPr="006F699D" w:rsidRDefault="005D0642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15.2.0</w:t>
            </w:r>
          </w:p>
        </w:tc>
      </w:tr>
      <w:tr w:rsidR="006F699D" w:rsidRPr="006F699D" w14:paraId="4B1024E3" w14:textId="77777777" w:rsidTr="003A5672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643B2493" w14:textId="77777777" w:rsidR="001D6F95" w:rsidRPr="006F699D" w:rsidRDefault="001D6F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BF70F2B" w14:textId="77777777" w:rsidR="001D6F95" w:rsidRPr="006F699D" w:rsidRDefault="001D6F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RP-82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00DB072" w14:textId="77777777" w:rsidR="001D6F95" w:rsidRPr="006F699D" w:rsidRDefault="001D6F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RP-182676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836FEBA" w14:textId="77777777" w:rsidR="001D6F95" w:rsidRPr="006F699D" w:rsidRDefault="001D6F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0762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D6DBF8" w14:textId="77777777" w:rsidR="001D6F95" w:rsidRPr="006F699D" w:rsidRDefault="001D6F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DC18DFE" w14:textId="77777777" w:rsidR="001D6F95" w:rsidRPr="006F699D" w:rsidRDefault="001D6F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70F508" w14:textId="692FF323" w:rsidR="001D6F95" w:rsidRPr="006F699D" w:rsidRDefault="001D6F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TS36.304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[104#23][LTE/5GC]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Capture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agreements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697510BD" w14:textId="77777777" w:rsidR="001D6F95" w:rsidRPr="006F699D" w:rsidRDefault="001D6F9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15.2.0</w:t>
            </w:r>
          </w:p>
        </w:tc>
      </w:tr>
      <w:tr w:rsidR="006F699D" w:rsidRPr="006F699D" w14:paraId="0C20236D" w14:textId="77777777" w:rsidTr="003A5672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563E677" w14:textId="77777777" w:rsidR="00875A78" w:rsidRPr="006F699D" w:rsidRDefault="00875A7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2019-03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48D4071" w14:textId="77777777" w:rsidR="00875A78" w:rsidRPr="006F699D" w:rsidRDefault="00875A7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EE0764" w14:textId="77777777" w:rsidR="00875A78" w:rsidRPr="006F699D" w:rsidRDefault="00875A7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RP-190540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9E6717" w14:textId="77777777" w:rsidR="00875A78" w:rsidRPr="006F699D" w:rsidRDefault="00875A7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0763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6E59614" w14:textId="77777777" w:rsidR="00875A78" w:rsidRPr="006F699D" w:rsidRDefault="00875A7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0BB43FF" w14:textId="77777777" w:rsidR="00875A78" w:rsidRPr="006F699D" w:rsidRDefault="00875A7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B2C7976" w14:textId="0EF678DE" w:rsidR="00875A78" w:rsidRPr="006F699D" w:rsidRDefault="00875A7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Suitable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criteria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43C65F4" w14:textId="77777777" w:rsidR="00875A78" w:rsidRPr="006F699D" w:rsidRDefault="00875A7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15.3.0</w:t>
            </w:r>
          </w:p>
        </w:tc>
      </w:tr>
      <w:tr w:rsidR="006F699D" w:rsidRPr="006F699D" w14:paraId="3749497F" w14:textId="77777777" w:rsidTr="00375C64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7FBC1A6" w14:textId="77777777" w:rsidR="007D57E9" w:rsidRPr="006F699D" w:rsidRDefault="007D57E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040C7DC" w14:textId="77777777" w:rsidR="007D57E9" w:rsidRPr="006F699D" w:rsidRDefault="007D57E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RP-83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040127E" w14:textId="77777777" w:rsidR="007D57E9" w:rsidRPr="006F699D" w:rsidRDefault="007D57E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RP-190551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512683A" w14:textId="77777777" w:rsidR="007D57E9" w:rsidRPr="006F699D" w:rsidRDefault="007D57E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0764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356E09" w14:textId="77777777" w:rsidR="007D57E9" w:rsidRPr="006F699D" w:rsidRDefault="007D57E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2CB1780" w14:textId="77777777" w:rsidR="007D57E9" w:rsidRPr="006F699D" w:rsidRDefault="007D57E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3451673D" w14:textId="2749591C" w:rsidR="007D57E9" w:rsidRPr="006F699D" w:rsidRDefault="007D57E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missing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descprition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transmission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pool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sharing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1F24B8E" w14:textId="77777777" w:rsidR="007D57E9" w:rsidRPr="006F699D" w:rsidRDefault="007D57E9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15.3.0</w:t>
            </w:r>
          </w:p>
        </w:tc>
      </w:tr>
      <w:tr w:rsidR="006F699D" w:rsidRPr="006F699D" w14:paraId="1CE7B880" w14:textId="77777777" w:rsidTr="00017DF1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1956ED9" w14:textId="77777777" w:rsidR="00C23F3E" w:rsidRPr="006F699D" w:rsidRDefault="00C23F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2019-06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CCA28EA" w14:textId="77777777" w:rsidR="00C23F3E" w:rsidRPr="006F699D" w:rsidRDefault="00C23F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RP-84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29067AE" w14:textId="77777777" w:rsidR="00C23F3E" w:rsidRPr="006F699D" w:rsidRDefault="00C23F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RP-191380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8E673C6" w14:textId="77777777" w:rsidR="00C23F3E" w:rsidRPr="006F699D" w:rsidRDefault="00C23F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0765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BF44C8C" w14:textId="77777777" w:rsidR="00C23F3E" w:rsidRPr="006F699D" w:rsidRDefault="00C23F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62953A1" w14:textId="77777777" w:rsidR="00C23F3E" w:rsidRPr="006F699D" w:rsidRDefault="00C23F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A7A06E0" w14:textId="4C39A268" w:rsidR="00C23F3E" w:rsidRPr="006F699D" w:rsidRDefault="00C23F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mobility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case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LTE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to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NR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666B2D7" w14:textId="77777777" w:rsidR="00C23F3E" w:rsidRPr="006F699D" w:rsidRDefault="00C23F3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15.4.0</w:t>
            </w:r>
          </w:p>
        </w:tc>
      </w:tr>
      <w:tr w:rsidR="006F699D" w:rsidRPr="006F699D" w14:paraId="12F4C2C1" w14:textId="77777777" w:rsidTr="001D68DD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009DCA8A" w14:textId="77777777" w:rsidR="00CF04F5" w:rsidRPr="006F699D" w:rsidRDefault="00CF04F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2019-12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06FC0E9" w14:textId="77777777" w:rsidR="00CF04F5" w:rsidRPr="006F699D" w:rsidRDefault="00CF04F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RP-86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A488E01" w14:textId="77777777" w:rsidR="00CF04F5" w:rsidRPr="006F699D" w:rsidRDefault="00CF04F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RP-192941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C7C75C2" w14:textId="77777777" w:rsidR="00CF04F5" w:rsidRPr="006F699D" w:rsidRDefault="00CF04F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0775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DBE728F" w14:textId="77777777" w:rsidR="00CF04F5" w:rsidRPr="006F699D" w:rsidRDefault="00CF04F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3DC520" w14:textId="77777777" w:rsidR="00CF04F5" w:rsidRPr="006F699D" w:rsidRDefault="00CF04F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2C002C3" w14:textId="6FC15B71" w:rsidR="00CF04F5" w:rsidRPr="006F699D" w:rsidRDefault="00CF04F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stored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context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optimization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and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RRC_INACTIVE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B36DE23" w14:textId="77777777" w:rsidR="00CF04F5" w:rsidRPr="006F699D" w:rsidRDefault="00CF04F5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15.5.0</w:t>
            </w:r>
          </w:p>
        </w:tc>
      </w:tr>
      <w:tr w:rsidR="006F699D" w:rsidRPr="006F699D" w14:paraId="5810CAC8" w14:textId="77777777" w:rsidTr="00642BB0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52E01804" w14:textId="77777777" w:rsidR="006773CE" w:rsidRPr="006F699D" w:rsidRDefault="006773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2020-07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A062A3D" w14:textId="77777777" w:rsidR="006773CE" w:rsidRPr="006F699D" w:rsidRDefault="006773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RP-88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98F6FBA" w14:textId="77777777" w:rsidR="006773CE" w:rsidRPr="006F699D" w:rsidRDefault="006773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RP-201168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BE1F4A" w14:textId="77777777" w:rsidR="006773CE" w:rsidRPr="006F699D" w:rsidRDefault="006773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0793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EC3493B" w14:textId="77777777" w:rsidR="006773CE" w:rsidRPr="006F699D" w:rsidRDefault="006773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74DD0CE9" w14:textId="77777777" w:rsidR="006773CE" w:rsidRPr="006F699D" w:rsidRDefault="006773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F45347D" w14:textId="6AF776FD" w:rsidR="006773CE" w:rsidRPr="006F699D" w:rsidRDefault="006773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Clarification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EDT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7CFB8456" w14:textId="77777777" w:rsidR="006773CE" w:rsidRPr="006F699D" w:rsidRDefault="006773CE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15.6.0</w:t>
            </w:r>
          </w:p>
        </w:tc>
      </w:tr>
      <w:tr w:rsidR="006F699D" w:rsidRPr="006F699D" w14:paraId="6C490697" w14:textId="77777777" w:rsidTr="00642BB0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17403818" w14:textId="77777777" w:rsidR="00B05E88" w:rsidRPr="006F699D" w:rsidRDefault="00B05E8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2020-09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5B4B79B" w14:textId="77777777" w:rsidR="00B05E88" w:rsidRPr="006F699D" w:rsidRDefault="00B05E8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0F46257" w14:textId="77777777" w:rsidR="00B05E88" w:rsidRPr="006F699D" w:rsidRDefault="00B05E8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RP-201936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4A6D83D0" w14:textId="77777777" w:rsidR="00B05E88" w:rsidRPr="006F699D" w:rsidRDefault="00B05E8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0795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666A517" w14:textId="77777777" w:rsidR="00B05E88" w:rsidRPr="006F699D" w:rsidRDefault="00B05E8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0AD85E17" w14:textId="77777777" w:rsidR="00B05E88" w:rsidRPr="006F699D" w:rsidRDefault="00B05E8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99E6010" w14:textId="2A7E626B" w:rsidR="00B05E88" w:rsidRPr="006F699D" w:rsidRDefault="00B05E8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System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support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Wake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Up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Signal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3BD81922" w14:textId="77777777" w:rsidR="00B05E88" w:rsidRPr="006F699D" w:rsidRDefault="00B05E88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15.7.0</w:t>
            </w:r>
          </w:p>
        </w:tc>
      </w:tr>
      <w:tr w:rsidR="006F699D" w:rsidRPr="006F699D" w14:paraId="7E27E5B7" w14:textId="77777777" w:rsidTr="006F699D">
        <w:tc>
          <w:tcPr>
            <w:tcW w:w="709" w:type="dxa"/>
            <w:tcBorders>
              <w:left w:val="single" w:sz="12" w:space="0" w:color="auto"/>
              <w:right w:val="single" w:sz="8" w:space="0" w:color="auto"/>
            </w:tcBorders>
            <w:shd w:val="solid" w:color="FFFFFF" w:fill="auto"/>
          </w:tcPr>
          <w:p w14:paraId="488EB582" w14:textId="77777777" w:rsidR="00A12CE1" w:rsidRPr="006F699D" w:rsidRDefault="00A12CE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5D6105F" w14:textId="77777777" w:rsidR="00A12CE1" w:rsidRPr="006F699D" w:rsidRDefault="00A12CE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RP-89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03EE5AE" w14:textId="77777777" w:rsidR="00A12CE1" w:rsidRPr="006F699D" w:rsidRDefault="00A12CE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RP-201938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27FDFD88" w14:textId="77777777" w:rsidR="00A12CE1" w:rsidRPr="006F699D" w:rsidRDefault="00A12CE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0806</w:t>
            </w:r>
          </w:p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55F42285" w14:textId="77777777" w:rsidR="00A12CE1" w:rsidRPr="006F699D" w:rsidRDefault="00A12CE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11DD3989" w14:textId="77777777" w:rsidR="00A12CE1" w:rsidRPr="006F699D" w:rsidRDefault="00A12CE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right w:val="single" w:sz="8" w:space="0" w:color="auto"/>
            </w:tcBorders>
            <w:shd w:val="solid" w:color="FFFFFF" w:fill="auto"/>
          </w:tcPr>
          <w:p w14:paraId="6EF501DA" w14:textId="57464BA6" w:rsidR="00A12CE1" w:rsidRPr="006F699D" w:rsidRDefault="00A12CE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Correction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Srxlev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Calculation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IRAT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Reselection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12" w:space="0" w:color="auto"/>
            </w:tcBorders>
            <w:shd w:val="solid" w:color="FFFFFF" w:fill="auto"/>
          </w:tcPr>
          <w:p w14:paraId="4854F42B" w14:textId="77777777" w:rsidR="00A12CE1" w:rsidRPr="006F699D" w:rsidRDefault="00A12CE1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15.7.0</w:t>
            </w:r>
          </w:p>
        </w:tc>
      </w:tr>
      <w:tr w:rsidR="006F699D" w:rsidRPr="006F699D" w14:paraId="2D8DF940" w14:textId="77777777" w:rsidTr="004D6DCE"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</w:tcPr>
          <w:p w14:paraId="3DF1B181" w14:textId="546DCA01" w:rsidR="0077708A" w:rsidRPr="006F699D" w:rsidRDefault="0077708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2022-03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</w:tcPr>
          <w:p w14:paraId="7C33722F" w14:textId="204290AA" w:rsidR="0077708A" w:rsidRPr="006F699D" w:rsidRDefault="0077708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RP-95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</w:tcPr>
          <w:p w14:paraId="5CB06A7C" w14:textId="6333AAC9" w:rsidR="0077708A" w:rsidRPr="006F699D" w:rsidRDefault="0077708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RP-220472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</w:tcPr>
          <w:p w14:paraId="76F20929" w14:textId="17E32170" w:rsidR="0077708A" w:rsidRPr="006F699D" w:rsidRDefault="0077708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0837</w:t>
            </w:r>
          </w:p>
        </w:tc>
        <w:tc>
          <w:tcPr>
            <w:tcW w:w="42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</w:tcPr>
          <w:p w14:paraId="3E565C3C" w14:textId="70955ED5" w:rsidR="0077708A" w:rsidRPr="006F699D" w:rsidRDefault="0077708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</w:tcPr>
          <w:p w14:paraId="121D4AD5" w14:textId="0B408A73" w:rsidR="0077708A" w:rsidRPr="006F699D" w:rsidRDefault="0077708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F</w:t>
            </w:r>
          </w:p>
        </w:tc>
        <w:tc>
          <w:tcPr>
            <w:tcW w:w="538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</w:tcPr>
          <w:p w14:paraId="08CC897A" w14:textId="62D2E3D0" w:rsidR="0077708A" w:rsidRPr="006F699D" w:rsidRDefault="0077708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Addition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missing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description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handling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of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Access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Identities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when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cell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is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reserved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for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operator</w:t>
            </w:r>
            <w:r w:rsidR="00646BEC">
              <w:rPr>
                <w:rFonts w:cs="Arial"/>
                <w:sz w:val="16"/>
                <w:szCs w:val="16"/>
              </w:rPr>
              <w:t xml:space="preserve"> </w:t>
            </w:r>
            <w:r w:rsidRPr="006F699D">
              <w:rPr>
                <w:rFonts w:cs="Arial"/>
                <w:sz w:val="16"/>
                <w:szCs w:val="16"/>
              </w:rPr>
              <w:t>use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C2B45C" w14:textId="1DA42E07" w:rsidR="0077708A" w:rsidRPr="006F699D" w:rsidRDefault="0077708A" w:rsidP="00223A33">
            <w:pPr>
              <w:pStyle w:val="TAL"/>
              <w:keepNext w:val="0"/>
              <w:rPr>
                <w:rFonts w:cs="Arial"/>
                <w:sz w:val="16"/>
                <w:szCs w:val="16"/>
              </w:rPr>
            </w:pPr>
            <w:r w:rsidRPr="006F699D">
              <w:rPr>
                <w:rFonts w:cs="Arial"/>
                <w:sz w:val="16"/>
                <w:szCs w:val="16"/>
              </w:rPr>
              <w:t>15.8.0</w:t>
            </w:r>
          </w:p>
        </w:tc>
      </w:tr>
    </w:tbl>
    <w:p w14:paraId="5BA4A45A" w14:textId="77777777" w:rsidR="00682B0D" w:rsidRPr="006F699D" w:rsidRDefault="00682B0D" w:rsidP="00377BCE"/>
    <w:sectPr w:rsidR="00682B0D" w:rsidRPr="006F699D">
      <w:headerReference w:type="default" r:id="rId22"/>
      <w:footerReference w:type="default" r:id="rId23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1FD05" w14:textId="77777777" w:rsidR="00B02B88" w:rsidRDefault="00B02B88">
      <w:pPr>
        <w:pStyle w:val="TAL"/>
      </w:pPr>
      <w:r>
        <w:separator/>
      </w:r>
    </w:p>
  </w:endnote>
  <w:endnote w:type="continuationSeparator" w:id="0">
    <w:p w14:paraId="6DE66D86" w14:textId="77777777" w:rsidR="00B02B88" w:rsidRDefault="00B02B88">
      <w:pPr>
        <w:pStyle w:val="T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 ??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ZapfDingbats">
    <w:altName w:val="Wingdings"/>
    <w:panose1 w:val="00000000000000000000"/>
    <w:charset w:val="00"/>
    <w:family w:val="roman"/>
    <w:notTrueType/>
    <w:pitch w:val="default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Italic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C222" w14:textId="77777777" w:rsidR="00ED5771" w:rsidRDefault="00ED5771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7780" w14:textId="77777777" w:rsidR="00B02B88" w:rsidRDefault="00B02B88">
      <w:pPr>
        <w:pStyle w:val="TAL"/>
      </w:pPr>
      <w:r>
        <w:separator/>
      </w:r>
    </w:p>
  </w:footnote>
  <w:footnote w:type="continuationSeparator" w:id="0">
    <w:p w14:paraId="21D8CCB8" w14:textId="77777777" w:rsidR="00B02B88" w:rsidRDefault="00B02B88">
      <w:pPr>
        <w:pStyle w:val="T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A201" w14:textId="543E3378" w:rsidR="00ED5771" w:rsidRDefault="00ED5771">
    <w:pPr>
      <w:pStyle w:val="Header"/>
      <w:framePr w:wrap="auto" w:vAnchor="text" w:hAnchor="margin" w:xAlign="right" w:y="1"/>
      <w:widowControl/>
    </w:pPr>
    <w:r>
      <w:fldChar w:fldCharType="begin"/>
    </w:r>
    <w:r>
      <w:instrText xml:space="preserve"> STYLEREF ZA </w:instrText>
    </w:r>
    <w:r>
      <w:fldChar w:fldCharType="separate"/>
    </w:r>
    <w:r w:rsidR="00646BEC">
      <w:t>3GPP TS 36.304 V15.8.0 (2022-03)</w:t>
    </w:r>
    <w:r>
      <w:fldChar w:fldCharType="end"/>
    </w:r>
  </w:p>
  <w:p w14:paraId="311BA873" w14:textId="77777777" w:rsidR="00ED5771" w:rsidRDefault="00ED5771">
    <w:pPr>
      <w:pStyle w:val="Header"/>
      <w:framePr w:wrap="auto" w:vAnchor="text" w:hAnchor="margin" w:xAlign="center" w:y="1"/>
      <w:widowControl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0D1A2470" w14:textId="26606084" w:rsidR="00ED5771" w:rsidRDefault="00ED5771">
    <w:pPr>
      <w:pStyle w:val="Header"/>
      <w:framePr w:wrap="auto" w:vAnchor="text" w:hAnchor="margin" w:y="1"/>
      <w:widowControl/>
    </w:pPr>
    <w:r>
      <w:fldChar w:fldCharType="begin"/>
    </w:r>
    <w:r>
      <w:instrText xml:space="preserve"> STYLEREF ZGSM </w:instrText>
    </w:r>
    <w:r>
      <w:fldChar w:fldCharType="separate"/>
    </w:r>
    <w:r w:rsidR="00646BEC">
      <w:t>Release 15</w:t>
    </w:r>
    <w:r>
      <w:fldChar w:fldCharType="end"/>
    </w:r>
  </w:p>
  <w:p w14:paraId="3EF49C4D" w14:textId="77777777" w:rsidR="00ED5771" w:rsidRDefault="00ED57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62ACF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6D6DA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0FD22B4"/>
    <w:multiLevelType w:val="hybridMultilevel"/>
    <w:tmpl w:val="01D0DF8C"/>
    <w:lvl w:ilvl="0" w:tplc="94920872"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291915"/>
    <w:multiLevelType w:val="hybridMultilevel"/>
    <w:tmpl w:val="B46E6B34"/>
    <w:lvl w:ilvl="0" w:tplc="1A1639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F34198"/>
    <w:multiLevelType w:val="multilevel"/>
    <w:tmpl w:val="26923174"/>
    <w:lvl w:ilvl="0">
      <w:start w:val="5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95"/>
        </w:tabs>
        <w:ind w:left="1695" w:hanging="1695"/>
      </w:pPr>
      <w:rPr>
        <w:rFonts w:hint="default"/>
      </w:rPr>
    </w:lvl>
  </w:abstractNum>
  <w:abstractNum w:abstractNumId="6" w15:restartNumberingAfterBreak="0">
    <w:nsid w:val="0BBF59DE"/>
    <w:multiLevelType w:val="hybridMultilevel"/>
    <w:tmpl w:val="A8205F28"/>
    <w:lvl w:ilvl="0" w:tplc="1696CB58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B3755"/>
    <w:multiLevelType w:val="hybridMultilevel"/>
    <w:tmpl w:val="25F0C656"/>
    <w:lvl w:ilvl="0" w:tplc="9DC2CB82">
      <w:start w:val="5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MS Mincho" w:hAnsi="Times New Roman" w:cs="Times New Roman" w:hint="default"/>
      </w:rPr>
    </w:lvl>
    <w:lvl w:ilvl="1" w:tplc="C8108334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BF63FCE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3E663B02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107CE8D0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2158AA1E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AFF836B2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A800BB32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EE1421BA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9E52AD4"/>
    <w:multiLevelType w:val="hybridMultilevel"/>
    <w:tmpl w:val="295C17C0"/>
    <w:lvl w:ilvl="0" w:tplc="1696CB5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BC32F48"/>
    <w:multiLevelType w:val="hybridMultilevel"/>
    <w:tmpl w:val="40D6B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D5300"/>
    <w:multiLevelType w:val="hybridMultilevel"/>
    <w:tmpl w:val="232CB10E"/>
    <w:lvl w:ilvl="0" w:tplc="9F02A994">
      <w:start w:val="7"/>
      <w:numFmt w:val="bullet"/>
      <w:lvlText w:val="-"/>
      <w:lvlJc w:val="left"/>
      <w:pPr>
        <w:ind w:left="645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2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5" w:hanging="420"/>
      </w:pPr>
      <w:rPr>
        <w:rFonts w:ascii="Wingdings" w:hAnsi="Wingdings" w:hint="default"/>
      </w:rPr>
    </w:lvl>
  </w:abstractNum>
  <w:abstractNum w:abstractNumId="11" w15:restartNumberingAfterBreak="0">
    <w:nsid w:val="23AB0465"/>
    <w:multiLevelType w:val="hybridMultilevel"/>
    <w:tmpl w:val="0774335A"/>
    <w:lvl w:ilvl="0" w:tplc="9492087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24243AA7"/>
    <w:multiLevelType w:val="multilevel"/>
    <w:tmpl w:val="C9AEA690"/>
    <w:lvl w:ilvl="0">
      <w:start w:val="5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C805BA"/>
    <w:multiLevelType w:val="hybridMultilevel"/>
    <w:tmpl w:val="C96A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E5634"/>
    <w:multiLevelType w:val="hybridMultilevel"/>
    <w:tmpl w:val="7E0634CA"/>
    <w:lvl w:ilvl="0" w:tplc="1696CB58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D264900"/>
    <w:multiLevelType w:val="hybridMultilevel"/>
    <w:tmpl w:val="80A6C3DC"/>
    <w:lvl w:ilvl="0" w:tplc="C9BA5BFE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60"/>
        </w:tabs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0"/>
        </w:tabs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0"/>
        </w:tabs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00"/>
        </w:tabs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0"/>
        </w:tabs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0"/>
        </w:tabs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40"/>
        </w:tabs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80"/>
      </w:pPr>
    </w:lvl>
  </w:abstractNum>
  <w:abstractNum w:abstractNumId="16" w15:restartNumberingAfterBreak="0">
    <w:nsid w:val="2E343008"/>
    <w:multiLevelType w:val="multilevel"/>
    <w:tmpl w:val="2FC8904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651"/>
        </w:tabs>
        <w:ind w:left="2651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319D0B01"/>
    <w:multiLevelType w:val="hybridMultilevel"/>
    <w:tmpl w:val="0D84DFB0"/>
    <w:lvl w:ilvl="0" w:tplc="79A8C3E8">
      <w:start w:val="8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24423EB"/>
    <w:multiLevelType w:val="hybridMultilevel"/>
    <w:tmpl w:val="0FDAA404"/>
    <w:lvl w:ilvl="0" w:tplc="7984633A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MS Mincho" w:hAnsi="Times New Roman" w:cs="Times New Roman" w:hint="default"/>
      </w:rPr>
    </w:lvl>
    <w:lvl w:ilvl="1" w:tplc="22C0710A" w:tentative="1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hint="default"/>
      </w:rPr>
    </w:lvl>
    <w:lvl w:ilvl="2" w:tplc="E65A9E9C" w:tentative="1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hint="default"/>
      </w:rPr>
    </w:lvl>
    <w:lvl w:ilvl="3" w:tplc="31B2C67A" w:tentative="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hint="default"/>
      </w:rPr>
    </w:lvl>
    <w:lvl w:ilvl="4" w:tplc="EF924F56" w:tentative="1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hint="default"/>
      </w:rPr>
    </w:lvl>
    <w:lvl w:ilvl="5" w:tplc="304E76CC" w:tentative="1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hint="default"/>
      </w:rPr>
    </w:lvl>
    <w:lvl w:ilvl="6" w:tplc="E1A412F0" w:tentative="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hint="default"/>
      </w:rPr>
    </w:lvl>
    <w:lvl w:ilvl="7" w:tplc="E258DE12" w:tentative="1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hint="default"/>
      </w:rPr>
    </w:lvl>
    <w:lvl w:ilvl="8" w:tplc="DE4494B4" w:tentative="1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hint="default"/>
      </w:rPr>
    </w:lvl>
  </w:abstractNum>
  <w:abstractNum w:abstractNumId="19" w15:restartNumberingAfterBreak="0">
    <w:nsid w:val="32AA4ECD"/>
    <w:multiLevelType w:val="hybridMultilevel"/>
    <w:tmpl w:val="B27A7E0E"/>
    <w:lvl w:ilvl="0" w:tplc="040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387772C6"/>
    <w:multiLevelType w:val="hybridMultilevel"/>
    <w:tmpl w:val="F300F7B0"/>
    <w:lvl w:ilvl="0" w:tplc="0407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3B6301CC"/>
    <w:multiLevelType w:val="singleLevel"/>
    <w:tmpl w:val="45D8DEE2"/>
    <w:lvl w:ilvl="0">
      <w:start w:val="1"/>
      <w:numFmt w:val="bullet"/>
      <w:pStyle w:val="bullet"/>
      <w:lvlText w:val=""/>
      <w:lvlJc w:val="left"/>
      <w:pPr>
        <w:tabs>
          <w:tab w:val="num" w:pos="1494"/>
        </w:tabs>
        <w:ind w:left="227" w:firstLine="907"/>
      </w:pPr>
      <w:rPr>
        <w:rFonts w:ascii="Symbol" w:hAnsi="Symbol" w:hint="default"/>
      </w:rPr>
    </w:lvl>
  </w:abstractNum>
  <w:abstractNum w:abstractNumId="22" w15:restartNumberingAfterBreak="0">
    <w:nsid w:val="400F3761"/>
    <w:multiLevelType w:val="multilevel"/>
    <w:tmpl w:val="64F8E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5418F6"/>
    <w:multiLevelType w:val="hybridMultilevel"/>
    <w:tmpl w:val="A5EE330C"/>
    <w:lvl w:ilvl="0" w:tplc="727A2D4A">
      <w:start w:val="2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0652FA3"/>
    <w:multiLevelType w:val="multilevel"/>
    <w:tmpl w:val="59407DEA"/>
    <w:lvl w:ilvl="0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?? ??" w:hint="default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?? ??" w:hint="default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?? ??" w:hint="default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408313FB"/>
    <w:multiLevelType w:val="multilevel"/>
    <w:tmpl w:val="736EB0A2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 w15:restartNumberingAfterBreak="0">
    <w:nsid w:val="42CF41E5"/>
    <w:multiLevelType w:val="hybridMultilevel"/>
    <w:tmpl w:val="65AC0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61263"/>
    <w:multiLevelType w:val="hybridMultilevel"/>
    <w:tmpl w:val="1820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27054"/>
    <w:multiLevelType w:val="multilevel"/>
    <w:tmpl w:val="1A741364"/>
    <w:lvl w:ilvl="0">
      <w:start w:val="5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 w15:restartNumberingAfterBreak="0">
    <w:nsid w:val="555F68DB"/>
    <w:multiLevelType w:val="multilevel"/>
    <w:tmpl w:val="0DF4C560"/>
    <w:lvl w:ilvl="0">
      <w:start w:val="17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"/>
      <w:lvlText w:val="8.4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Restart w:val="0"/>
      <w:lvlText w:val="%1.%2.%3.%4.%5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5564315F"/>
    <w:multiLevelType w:val="hybridMultilevel"/>
    <w:tmpl w:val="93801836"/>
    <w:lvl w:ilvl="0" w:tplc="200CBC36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DB1A0B52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?? ??" w:hint="default"/>
      </w:rPr>
    </w:lvl>
    <w:lvl w:ilvl="2" w:tplc="8EB2CD6C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3FC24B1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E02E0804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?? ??" w:hint="default"/>
      </w:rPr>
    </w:lvl>
    <w:lvl w:ilvl="5" w:tplc="BA5AA76A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F687BC8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21C03820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?? ??" w:hint="default"/>
      </w:rPr>
    </w:lvl>
    <w:lvl w:ilvl="8" w:tplc="9B1AB1F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8D0787F"/>
    <w:multiLevelType w:val="hybridMultilevel"/>
    <w:tmpl w:val="8A4E6BFE"/>
    <w:lvl w:ilvl="0" w:tplc="1696CB5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AAE1A86"/>
    <w:multiLevelType w:val="multilevel"/>
    <w:tmpl w:val="77AEB1CC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3" w15:restartNumberingAfterBreak="0">
    <w:nsid w:val="5E830AA6"/>
    <w:multiLevelType w:val="hybridMultilevel"/>
    <w:tmpl w:val="58924C4A"/>
    <w:lvl w:ilvl="0" w:tplc="727A2D4A">
      <w:start w:val="2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22500DB"/>
    <w:multiLevelType w:val="hybridMultilevel"/>
    <w:tmpl w:val="A6C6A1FC"/>
    <w:lvl w:ilvl="0" w:tplc="29006050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8042A7"/>
    <w:multiLevelType w:val="multilevel"/>
    <w:tmpl w:val="A5A8D12A"/>
    <w:lvl w:ilvl="0">
      <w:start w:val="5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36" w15:restartNumberingAfterBreak="0">
    <w:nsid w:val="64E160E9"/>
    <w:multiLevelType w:val="hybridMultilevel"/>
    <w:tmpl w:val="18AA87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415B1"/>
    <w:multiLevelType w:val="multilevel"/>
    <w:tmpl w:val="A1C0ECF4"/>
    <w:lvl w:ilvl="0">
      <w:start w:val="7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786212C"/>
    <w:multiLevelType w:val="hybridMultilevel"/>
    <w:tmpl w:val="978090BC"/>
    <w:lvl w:ilvl="0" w:tplc="4D5E69F4">
      <w:start w:val="4"/>
      <w:numFmt w:val="bullet"/>
      <w:lvlText w:val="-"/>
      <w:lvlJc w:val="left"/>
      <w:pPr>
        <w:ind w:left="598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39" w15:restartNumberingAfterBreak="0">
    <w:nsid w:val="7A172A1D"/>
    <w:multiLevelType w:val="hybridMultilevel"/>
    <w:tmpl w:val="AC7EDF4C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C330F5"/>
    <w:multiLevelType w:val="hybridMultilevel"/>
    <w:tmpl w:val="C2769C2A"/>
    <w:lvl w:ilvl="0" w:tplc="E41213F0">
      <w:start w:val="1"/>
      <w:numFmt w:val="bullet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5"/>
  </w:num>
  <w:num w:numId="3">
    <w:abstractNumId w:val="18"/>
  </w:num>
  <w:num w:numId="4">
    <w:abstractNumId w:val="30"/>
  </w:num>
  <w:num w:numId="5">
    <w:abstractNumId w:val="29"/>
  </w:num>
  <w:num w:numId="6">
    <w:abstractNumId w:val="2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1"/>
  </w:num>
  <w:num w:numId="9">
    <w:abstractNumId w:val="24"/>
  </w:num>
  <w:num w:numId="10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3" w:hanging="283"/>
        </w:pPr>
        <w:rPr>
          <w:rFonts w:ascii="Tms Rmn" w:hAnsi="Tms Rmn" w:hint="default"/>
        </w:rPr>
      </w:lvl>
    </w:lvlOverride>
  </w:num>
  <w:num w:numId="11">
    <w:abstractNumId w:val="16"/>
  </w:num>
  <w:num w:numId="12">
    <w:abstractNumId w:val="20"/>
  </w:num>
  <w:num w:numId="13">
    <w:abstractNumId w:val="34"/>
  </w:num>
  <w:num w:numId="14">
    <w:abstractNumId w:val="22"/>
  </w:num>
  <w:num w:numId="15">
    <w:abstractNumId w:val="19"/>
  </w:num>
  <w:num w:numId="16">
    <w:abstractNumId w:val="11"/>
  </w:num>
  <w:num w:numId="17">
    <w:abstractNumId w:val="12"/>
  </w:num>
  <w:num w:numId="18">
    <w:abstractNumId w:val="3"/>
  </w:num>
  <w:num w:numId="19">
    <w:abstractNumId w:val="31"/>
  </w:num>
  <w:num w:numId="20">
    <w:abstractNumId w:val="14"/>
  </w:num>
  <w:num w:numId="21">
    <w:abstractNumId w:val="8"/>
  </w:num>
  <w:num w:numId="22">
    <w:abstractNumId w:val="39"/>
  </w:num>
  <w:num w:numId="23">
    <w:abstractNumId w:val="23"/>
  </w:num>
  <w:num w:numId="24">
    <w:abstractNumId w:val="33"/>
  </w:num>
  <w:num w:numId="25">
    <w:abstractNumId w:val="26"/>
  </w:num>
  <w:num w:numId="26">
    <w:abstractNumId w:val="6"/>
  </w:num>
  <w:num w:numId="27">
    <w:abstractNumId w:val="36"/>
  </w:num>
  <w:num w:numId="28">
    <w:abstractNumId w:val="37"/>
  </w:num>
  <w:num w:numId="29">
    <w:abstractNumId w:val="32"/>
  </w:num>
  <w:num w:numId="30">
    <w:abstractNumId w:val="25"/>
  </w:num>
  <w:num w:numId="31">
    <w:abstractNumId w:val="5"/>
  </w:num>
  <w:num w:numId="32">
    <w:abstractNumId w:val="40"/>
  </w:num>
  <w:num w:numId="33">
    <w:abstractNumId w:val="28"/>
  </w:num>
  <w:num w:numId="34">
    <w:abstractNumId w:val="15"/>
  </w:num>
  <w:num w:numId="35">
    <w:abstractNumId w:val="4"/>
  </w:num>
  <w:num w:numId="36">
    <w:abstractNumId w:val="17"/>
  </w:num>
  <w:num w:numId="37">
    <w:abstractNumId w:val="10"/>
  </w:num>
  <w:num w:numId="38">
    <w:abstractNumId w:val="27"/>
  </w:num>
  <w:num w:numId="39">
    <w:abstractNumId w:val="13"/>
  </w:num>
  <w:num w:numId="40">
    <w:abstractNumId w:val="9"/>
  </w:num>
  <w:num w:numId="41">
    <w:abstractNumId w:val="0"/>
  </w:num>
  <w:num w:numId="42">
    <w:abstractNumId w:val="1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intFractionalCharacterWidth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GB" w:vendorID="8" w:dllVersion="513" w:checkStyle="1"/>
  <w:activeWritingStyle w:appName="MSWord" w:lang="fr-FR" w:vendorID="9" w:dllVersion="512" w:checkStyle="1"/>
  <w:activeWritingStyle w:appName="MSWord" w:lang="pt-BR" w:vendorID="1" w:dllVersion="513" w:checkStyle="1"/>
  <w:activeWritingStyle w:appName="MSWord" w:lang="en-US" w:vendorID="8" w:dllVersion="513" w:checkStyle="1"/>
  <w:activeWritingStyle w:appName="MSWord" w:lang="sv-SE" w:vendorID="666" w:dllVersion="513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A8C"/>
    <w:rsid w:val="000051D6"/>
    <w:rsid w:val="00005804"/>
    <w:rsid w:val="00005B55"/>
    <w:rsid w:val="00006332"/>
    <w:rsid w:val="00007250"/>
    <w:rsid w:val="00017DF1"/>
    <w:rsid w:val="000207A3"/>
    <w:rsid w:val="00021DF4"/>
    <w:rsid w:val="000235B8"/>
    <w:rsid w:val="00023695"/>
    <w:rsid w:val="00023A66"/>
    <w:rsid w:val="00024762"/>
    <w:rsid w:val="000257A4"/>
    <w:rsid w:val="00026D3A"/>
    <w:rsid w:val="000279DE"/>
    <w:rsid w:val="00031A1E"/>
    <w:rsid w:val="00032166"/>
    <w:rsid w:val="00032D83"/>
    <w:rsid w:val="00033309"/>
    <w:rsid w:val="000336AD"/>
    <w:rsid w:val="00034660"/>
    <w:rsid w:val="0003491E"/>
    <w:rsid w:val="00037C0A"/>
    <w:rsid w:val="00043D55"/>
    <w:rsid w:val="0004447C"/>
    <w:rsid w:val="00044BD0"/>
    <w:rsid w:val="00044CE9"/>
    <w:rsid w:val="00045D96"/>
    <w:rsid w:val="00046662"/>
    <w:rsid w:val="000468DE"/>
    <w:rsid w:val="00047B84"/>
    <w:rsid w:val="00050FB5"/>
    <w:rsid w:val="000517D9"/>
    <w:rsid w:val="00051B79"/>
    <w:rsid w:val="00051E85"/>
    <w:rsid w:val="0005301C"/>
    <w:rsid w:val="000552EC"/>
    <w:rsid w:val="00055D18"/>
    <w:rsid w:val="00057364"/>
    <w:rsid w:val="00057D27"/>
    <w:rsid w:val="00063252"/>
    <w:rsid w:val="0006586E"/>
    <w:rsid w:val="00066193"/>
    <w:rsid w:val="00067172"/>
    <w:rsid w:val="00067A28"/>
    <w:rsid w:val="00070B7C"/>
    <w:rsid w:val="00072A47"/>
    <w:rsid w:val="00072AE7"/>
    <w:rsid w:val="00072DF5"/>
    <w:rsid w:val="00075007"/>
    <w:rsid w:val="0008209D"/>
    <w:rsid w:val="00084A61"/>
    <w:rsid w:val="00084A9F"/>
    <w:rsid w:val="00086675"/>
    <w:rsid w:val="000866C9"/>
    <w:rsid w:val="00092E76"/>
    <w:rsid w:val="000930C8"/>
    <w:rsid w:val="000933D1"/>
    <w:rsid w:val="000937D1"/>
    <w:rsid w:val="00094F98"/>
    <w:rsid w:val="0009633D"/>
    <w:rsid w:val="000967D6"/>
    <w:rsid w:val="00096A36"/>
    <w:rsid w:val="0009797A"/>
    <w:rsid w:val="00097A8F"/>
    <w:rsid w:val="000A01FA"/>
    <w:rsid w:val="000A08C1"/>
    <w:rsid w:val="000A0A8C"/>
    <w:rsid w:val="000A11D2"/>
    <w:rsid w:val="000A15F3"/>
    <w:rsid w:val="000A4A89"/>
    <w:rsid w:val="000A70A0"/>
    <w:rsid w:val="000A7ADB"/>
    <w:rsid w:val="000A7F79"/>
    <w:rsid w:val="000B0212"/>
    <w:rsid w:val="000B0B8D"/>
    <w:rsid w:val="000B0E49"/>
    <w:rsid w:val="000B259B"/>
    <w:rsid w:val="000B3C4A"/>
    <w:rsid w:val="000B4A09"/>
    <w:rsid w:val="000B692C"/>
    <w:rsid w:val="000B7B44"/>
    <w:rsid w:val="000C2225"/>
    <w:rsid w:val="000C2DD7"/>
    <w:rsid w:val="000C3A74"/>
    <w:rsid w:val="000C4C7F"/>
    <w:rsid w:val="000C79D8"/>
    <w:rsid w:val="000D1325"/>
    <w:rsid w:val="000D18F5"/>
    <w:rsid w:val="000D2904"/>
    <w:rsid w:val="000D360A"/>
    <w:rsid w:val="000D3EBE"/>
    <w:rsid w:val="000D43F1"/>
    <w:rsid w:val="000D5C8A"/>
    <w:rsid w:val="000D6E96"/>
    <w:rsid w:val="000E003E"/>
    <w:rsid w:val="000E0FD3"/>
    <w:rsid w:val="000E111D"/>
    <w:rsid w:val="000E3D64"/>
    <w:rsid w:val="000E5A0A"/>
    <w:rsid w:val="000E6438"/>
    <w:rsid w:val="000E6CBE"/>
    <w:rsid w:val="000F03CA"/>
    <w:rsid w:val="000F085D"/>
    <w:rsid w:val="000F0F4D"/>
    <w:rsid w:val="000F1C33"/>
    <w:rsid w:val="000F3310"/>
    <w:rsid w:val="000F4549"/>
    <w:rsid w:val="000F54BC"/>
    <w:rsid w:val="000F558F"/>
    <w:rsid w:val="00100446"/>
    <w:rsid w:val="001004B3"/>
    <w:rsid w:val="00101022"/>
    <w:rsid w:val="001024E4"/>
    <w:rsid w:val="00103581"/>
    <w:rsid w:val="00103E67"/>
    <w:rsid w:val="001040B6"/>
    <w:rsid w:val="001041C6"/>
    <w:rsid w:val="00105425"/>
    <w:rsid w:val="00106DAC"/>
    <w:rsid w:val="001070F3"/>
    <w:rsid w:val="00110F55"/>
    <w:rsid w:val="001140CD"/>
    <w:rsid w:val="00114754"/>
    <w:rsid w:val="00114768"/>
    <w:rsid w:val="00116B68"/>
    <w:rsid w:val="001203EA"/>
    <w:rsid w:val="0012044E"/>
    <w:rsid w:val="00122336"/>
    <w:rsid w:val="0012638D"/>
    <w:rsid w:val="00126852"/>
    <w:rsid w:val="00133239"/>
    <w:rsid w:val="001341E3"/>
    <w:rsid w:val="0013657B"/>
    <w:rsid w:val="001367F5"/>
    <w:rsid w:val="00137935"/>
    <w:rsid w:val="001403D3"/>
    <w:rsid w:val="00140ABD"/>
    <w:rsid w:val="001424E0"/>
    <w:rsid w:val="00143640"/>
    <w:rsid w:val="00144732"/>
    <w:rsid w:val="00145B02"/>
    <w:rsid w:val="0014605E"/>
    <w:rsid w:val="0015004C"/>
    <w:rsid w:val="001549CE"/>
    <w:rsid w:val="001576E1"/>
    <w:rsid w:val="00161CD6"/>
    <w:rsid w:val="00164AD1"/>
    <w:rsid w:val="0016681E"/>
    <w:rsid w:val="00166B95"/>
    <w:rsid w:val="00166D4E"/>
    <w:rsid w:val="0017059A"/>
    <w:rsid w:val="00172490"/>
    <w:rsid w:val="001728DB"/>
    <w:rsid w:val="00175B9B"/>
    <w:rsid w:val="00177095"/>
    <w:rsid w:val="001776F7"/>
    <w:rsid w:val="00177859"/>
    <w:rsid w:val="00177B0B"/>
    <w:rsid w:val="00177FC6"/>
    <w:rsid w:val="001825B0"/>
    <w:rsid w:val="0018272A"/>
    <w:rsid w:val="00183FA9"/>
    <w:rsid w:val="00186579"/>
    <w:rsid w:val="00191ED9"/>
    <w:rsid w:val="00192197"/>
    <w:rsid w:val="00192D54"/>
    <w:rsid w:val="001952C7"/>
    <w:rsid w:val="00197948"/>
    <w:rsid w:val="001A0685"/>
    <w:rsid w:val="001A099B"/>
    <w:rsid w:val="001A0E43"/>
    <w:rsid w:val="001A198F"/>
    <w:rsid w:val="001A4630"/>
    <w:rsid w:val="001A5590"/>
    <w:rsid w:val="001A61D8"/>
    <w:rsid w:val="001B0A84"/>
    <w:rsid w:val="001B18AF"/>
    <w:rsid w:val="001B1A86"/>
    <w:rsid w:val="001B1D4B"/>
    <w:rsid w:val="001B1F04"/>
    <w:rsid w:val="001B22F6"/>
    <w:rsid w:val="001B2F69"/>
    <w:rsid w:val="001B3FB7"/>
    <w:rsid w:val="001C232C"/>
    <w:rsid w:val="001C437E"/>
    <w:rsid w:val="001D18AE"/>
    <w:rsid w:val="001D36BF"/>
    <w:rsid w:val="001D5F61"/>
    <w:rsid w:val="001D68DD"/>
    <w:rsid w:val="001D6F95"/>
    <w:rsid w:val="001D70BA"/>
    <w:rsid w:val="001D77F7"/>
    <w:rsid w:val="001E10DA"/>
    <w:rsid w:val="001E1CF8"/>
    <w:rsid w:val="001E28FB"/>
    <w:rsid w:val="001E37E6"/>
    <w:rsid w:val="001E50B2"/>
    <w:rsid w:val="001F03BB"/>
    <w:rsid w:val="001F21D0"/>
    <w:rsid w:val="001F2A83"/>
    <w:rsid w:val="001F39ED"/>
    <w:rsid w:val="001F4E4E"/>
    <w:rsid w:val="001F6192"/>
    <w:rsid w:val="001F639C"/>
    <w:rsid w:val="001F770E"/>
    <w:rsid w:val="001F7DB4"/>
    <w:rsid w:val="00200C37"/>
    <w:rsid w:val="002034C0"/>
    <w:rsid w:val="00205351"/>
    <w:rsid w:val="00205AD0"/>
    <w:rsid w:val="002067DF"/>
    <w:rsid w:val="002073AF"/>
    <w:rsid w:val="00207953"/>
    <w:rsid w:val="00210685"/>
    <w:rsid w:val="00210F82"/>
    <w:rsid w:val="00211514"/>
    <w:rsid w:val="00212A2E"/>
    <w:rsid w:val="0021325A"/>
    <w:rsid w:val="0021459D"/>
    <w:rsid w:val="00214E0D"/>
    <w:rsid w:val="0021540F"/>
    <w:rsid w:val="00217911"/>
    <w:rsid w:val="00217AA0"/>
    <w:rsid w:val="00220189"/>
    <w:rsid w:val="00222F85"/>
    <w:rsid w:val="00223A33"/>
    <w:rsid w:val="00224427"/>
    <w:rsid w:val="00225B66"/>
    <w:rsid w:val="002279A0"/>
    <w:rsid w:val="00227D71"/>
    <w:rsid w:val="00230592"/>
    <w:rsid w:val="00230CF0"/>
    <w:rsid w:val="00231A57"/>
    <w:rsid w:val="0023203C"/>
    <w:rsid w:val="00234899"/>
    <w:rsid w:val="00240FC8"/>
    <w:rsid w:val="00243E36"/>
    <w:rsid w:val="00245EE7"/>
    <w:rsid w:val="00247BCB"/>
    <w:rsid w:val="00252DFA"/>
    <w:rsid w:val="00257196"/>
    <w:rsid w:val="00257BB0"/>
    <w:rsid w:val="00260093"/>
    <w:rsid w:val="00260637"/>
    <w:rsid w:val="00260790"/>
    <w:rsid w:val="00261A6D"/>
    <w:rsid w:val="00263E5D"/>
    <w:rsid w:val="00265A26"/>
    <w:rsid w:val="00265F82"/>
    <w:rsid w:val="002668E8"/>
    <w:rsid w:val="00266BE8"/>
    <w:rsid w:val="00266F97"/>
    <w:rsid w:val="00267B8B"/>
    <w:rsid w:val="00272A5B"/>
    <w:rsid w:val="002730C0"/>
    <w:rsid w:val="0027611E"/>
    <w:rsid w:val="002766AB"/>
    <w:rsid w:val="00283911"/>
    <w:rsid w:val="0028667C"/>
    <w:rsid w:val="00286B7D"/>
    <w:rsid w:val="00287F56"/>
    <w:rsid w:val="002912C2"/>
    <w:rsid w:val="002920C7"/>
    <w:rsid w:val="00293D37"/>
    <w:rsid w:val="002942BF"/>
    <w:rsid w:val="0029479E"/>
    <w:rsid w:val="00296BF3"/>
    <w:rsid w:val="00296C3E"/>
    <w:rsid w:val="002979A5"/>
    <w:rsid w:val="002A0598"/>
    <w:rsid w:val="002A0AE4"/>
    <w:rsid w:val="002A1056"/>
    <w:rsid w:val="002A2420"/>
    <w:rsid w:val="002A3810"/>
    <w:rsid w:val="002A5534"/>
    <w:rsid w:val="002A67AD"/>
    <w:rsid w:val="002A703E"/>
    <w:rsid w:val="002B081A"/>
    <w:rsid w:val="002B34BE"/>
    <w:rsid w:val="002B4F81"/>
    <w:rsid w:val="002B50F6"/>
    <w:rsid w:val="002B5D8B"/>
    <w:rsid w:val="002B6496"/>
    <w:rsid w:val="002B7F07"/>
    <w:rsid w:val="002C2811"/>
    <w:rsid w:val="002C399A"/>
    <w:rsid w:val="002C611A"/>
    <w:rsid w:val="002C6DA4"/>
    <w:rsid w:val="002D016E"/>
    <w:rsid w:val="002D05BD"/>
    <w:rsid w:val="002D06E7"/>
    <w:rsid w:val="002D224C"/>
    <w:rsid w:val="002D2D49"/>
    <w:rsid w:val="002D2D8F"/>
    <w:rsid w:val="002D42B7"/>
    <w:rsid w:val="002D4556"/>
    <w:rsid w:val="002D55D2"/>
    <w:rsid w:val="002D6B9F"/>
    <w:rsid w:val="002E110A"/>
    <w:rsid w:val="002E1F93"/>
    <w:rsid w:val="002E3FE8"/>
    <w:rsid w:val="002E4143"/>
    <w:rsid w:val="002E6FF2"/>
    <w:rsid w:val="002E7560"/>
    <w:rsid w:val="002E7DF7"/>
    <w:rsid w:val="002F143D"/>
    <w:rsid w:val="002F176D"/>
    <w:rsid w:val="002F2845"/>
    <w:rsid w:val="002F30E7"/>
    <w:rsid w:val="002F5863"/>
    <w:rsid w:val="002F6377"/>
    <w:rsid w:val="002F69FE"/>
    <w:rsid w:val="002F7319"/>
    <w:rsid w:val="003001F2"/>
    <w:rsid w:val="00300248"/>
    <w:rsid w:val="00300331"/>
    <w:rsid w:val="003009F6"/>
    <w:rsid w:val="00300ADC"/>
    <w:rsid w:val="003034D9"/>
    <w:rsid w:val="0030536E"/>
    <w:rsid w:val="0030668F"/>
    <w:rsid w:val="003072BD"/>
    <w:rsid w:val="00307818"/>
    <w:rsid w:val="003115CF"/>
    <w:rsid w:val="003138F1"/>
    <w:rsid w:val="00314EB0"/>
    <w:rsid w:val="003178F3"/>
    <w:rsid w:val="0032234C"/>
    <w:rsid w:val="00325ED7"/>
    <w:rsid w:val="00326A3E"/>
    <w:rsid w:val="00327B24"/>
    <w:rsid w:val="0033178E"/>
    <w:rsid w:val="00332D39"/>
    <w:rsid w:val="00333045"/>
    <w:rsid w:val="0033398D"/>
    <w:rsid w:val="00336363"/>
    <w:rsid w:val="00337CAA"/>
    <w:rsid w:val="00342217"/>
    <w:rsid w:val="00342B0D"/>
    <w:rsid w:val="00347EED"/>
    <w:rsid w:val="003517CE"/>
    <w:rsid w:val="00352D7A"/>
    <w:rsid w:val="00353590"/>
    <w:rsid w:val="00353856"/>
    <w:rsid w:val="00357EF6"/>
    <w:rsid w:val="00361438"/>
    <w:rsid w:val="0036149A"/>
    <w:rsid w:val="003635ED"/>
    <w:rsid w:val="00364EE5"/>
    <w:rsid w:val="0036682A"/>
    <w:rsid w:val="0036710A"/>
    <w:rsid w:val="003700D4"/>
    <w:rsid w:val="00373172"/>
    <w:rsid w:val="00373C2C"/>
    <w:rsid w:val="003750AB"/>
    <w:rsid w:val="00375C64"/>
    <w:rsid w:val="003777D2"/>
    <w:rsid w:val="00377958"/>
    <w:rsid w:val="00377BCE"/>
    <w:rsid w:val="00377D43"/>
    <w:rsid w:val="003812C8"/>
    <w:rsid w:val="0038143F"/>
    <w:rsid w:val="00382770"/>
    <w:rsid w:val="00385EB7"/>
    <w:rsid w:val="00392FB1"/>
    <w:rsid w:val="00394803"/>
    <w:rsid w:val="003956F0"/>
    <w:rsid w:val="003973C3"/>
    <w:rsid w:val="00397A56"/>
    <w:rsid w:val="00397D7A"/>
    <w:rsid w:val="003A40F7"/>
    <w:rsid w:val="003A4A26"/>
    <w:rsid w:val="003A4E3A"/>
    <w:rsid w:val="003A5672"/>
    <w:rsid w:val="003A5E90"/>
    <w:rsid w:val="003B024D"/>
    <w:rsid w:val="003B76C5"/>
    <w:rsid w:val="003C02C3"/>
    <w:rsid w:val="003C02E8"/>
    <w:rsid w:val="003C25EE"/>
    <w:rsid w:val="003C2799"/>
    <w:rsid w:val="003C2A12"/>
    <w:rsid w:val="003C4874"/>
    <w:rsid w:val="003C56D6"/>
    <w:rsid w:val="003D02E8"/>
    <w:rsid w:val="003D12A7"/>
    <w:rsid w:val="003D20B5"/>
    <w:rsid w:val="003D2C01"/>
    <w:rsid w:val="003D471C"/>
    <w:rsid w:val="003D5C65"/>
    <w:rsid w:val="003D7326"/>
    <w:rsid w:val="003D7654"/>
    <w:rsid w:val="003E0A33"/>
    <w:rsid w:val="003E2093"/>
    <w:rsid w:val="003E411F"/>
    <w:rsid w:val="003E4348"/>
    <w:rsid w:val="003E48A9"/>
    <w:rsid w:val="003E51F9"/>
    <w:rsid w:val="003E6BA8"/>
    <w:rsid w:val="003F09A1"/>
    <w:rsid w:val="003F09D3"/>
    <w:rsid w:val="003F108D"/>
    <w:rsid w:val="003F11B0"/>
    <w:rsid w:val="003F15C5"/>
    <w:rsid w:val="003F1D17"/>
    <w:rsid w:val="003F1F21"/>
    <w:rsid w:val="003F32B8"/>
    <w:rsid w:val="003F33A5"/>
    <w:rsid w:val="003F45D9"/>
    <w:rsid w:val="0040008C"/>
    <w:rsid w:val="00400904"/>
    <w:rsid w:val="004013A7"/>
    <w:rsid w:val="00403CDE"/>
    <w:rsid w:val="00404235"/>
    <w:rsid w:val="00404E0C"/>
    <w:rsid w:val="00405053"/>
    <w:rsid w:val="00406742"/>
    <w:rsid w:val="004118E1"/>
    <w:rsid w:val="004122A9"/>
    <w:rsid w:val="00412B14"/>
    <w:rsid w:val="00414729"/>
    <w:rsid w:val="00415CA1"/>
    <w:rsid w:val="00415FC3"/>
    <w:rsid w:val="00416879"/>
    <w:rsid w:val="00416C7A"/>
    <w:rsid w:val="004208A2"/>
    <w:rsid w:val="00421F71"/>
    <w:rsid w:val="00422506"/>
    <w:rsid w:val="00425539"/>
    <w:rsid w:val="0042560A"/>
    <w:rsid w:val="004266E3"/>
    <w:rsid w:val="004269B9"/>
    <w:rsid w:val="004307F3"/>
    <w:rsid w:val="00430CD7"/>
    <w:rsid w:val="00431A1B"/>
    <w:rsid w:val="004344CF"/>
    <w:rsid w:val="00434B5E"/>
    <w:rsid w:val="00435111"/>
    <w:rsid w:val="00435667"/>
    <w:rsid w:val="00436538"/>
    <w:rsid w:val="00440973"/>
    <w:rsid w:val="00441E97"/>
    <w:rsid w:val="004428A6"/>
    <w:rsid w:val="00443F40"/>
    <w:rsid w:val="00445614"/>
    <w:rsid w:val="00446758"/>
    <w:rsid w:val="00447CEF"/>
    <w:rsid w:val="00452123"/>
    <w:rsid w:val="00452551"/>
    <w:rsid w:val="00453782"/>
    <w:rsid w:val="00453FF2"/>
    <w:rsid w:val="00455C1E"/>
    <w:rsid w:val="00456EAC"/>
    <w:rsid w:val="00457265"/>
    <w:rsid w:val="00457C8B"/>
    <w:rsid w:val="00460770"/>
    <w:rsid w:val="00462493"/>
    <w:rsid w:val="00463191"/>
    <w:rsid w:val="00463C2D"/>
    <w:rsid w:val="00464769"/>
    <w:rsid w:val="00467180"/>
    <w:rsid w:val="00470FFD"/>
    <w:rsid w:val="00471DE3"/>
    <w:rsid w:val="00474A22"/>
    <w:rsid w:val="00474DF7"/>
    <w:rsid w:val="0047533F"/>
    <w:rsid w:val="00476D3E"/>
    <w:rsid w:val="004779ED"/>
    <w:rsid w:val="00480B4C"/>
    <w:rsid w:val="00482306"/>
    <w:rsid w:val="00482D04"/>
    <w:rsid w:val="00483A30"/>
    <w:rsid w:val="00484AA8"/>
    <w:rsid w:val="00485567"/>
    <w:rsid w:val="00485D58"/>
    <w:rsid w:val="00485F32"/>
    <w:rsid w:val="00486A88"/>
    <w:rsid w:val="004913B5"/>
    <w:rsid w:val="00491439"/>
    <w:rsid w:val="00492474"/>
    <w:rsid w:val="004938EB"/>
    <w:rsid w:val="0049402E"/>
    <w:rsid w:val="0049428F"/>
    <w:rsid w:val="004960C9"/>
    <w:rsid w:val="00497067"/>
    <w:rsid w:val="004A04F0"/>
    <w:rsid w:val="004A09C1"/>
    <w:rsid w:val="004A0D08"/>
    <w:rsid w:val="004A19CB"/>
    <w:rsid w:val="004A208C"/>
    <w:rsid w:val="004A293E"/>
    <w:rsid w:val="004A405C"/>
    <w:rsid w:val="004A673A"/>
    <w:rsid w:val="004A73C4"/>
    <w:rsid w:val="004A778D"/>
    <w:rsid w:val="004A7D26"/>
    <w:rsid w:val="004B3B8A"/>
    <w:rsid w:val="004B7A54"/>
    <w:rsid w:val="004C0A56"/>
    <w:rsid w:val="004C0F27"/>
    <w:rsid w:val="004C0F50"/>
    <w:rsid w:val="004C28B4"/>
    <w:rsid w:val="004C77A2"/>
    <w:rsid w:val="004D07E2"/>
    <w:rsid w:val="004D0B6D"/>
    <w:rsid w:val="004D1CCC"/>
    <w:rsid w:val="004D3127"/>
    <w:rsid w:val="004D3255"/>
    <w:rsid w:val="004D3A6B"/>
    <w:rsid w:val="004D4E8A"/>
    <w:rsid w:val="004D67E9"/>
    <w:rsid w:val="004D6DCE"/>
    <w:rsid w:val="004E0762"/>
    <w:rsid w:val="004E3FEB"/>
    <w:rsid w:val="004E4932"/>
    <w:rsid w:val="004E625A"/>
    <w:rsid w:val="004E66FC"/>
    <w:rsid w:val="004E6880"/>
    <w:rsid w:val="004E72D5"/>
    <w:rsid w:val="004F0404"/>
    <w:rsid w:val="004F1AE1"/>
    <w:rsid w:val="004F25A6"/>
    <w:rsid w:val="004F2C7B"/>
    <w:rsid w:val="004F3BF2"/>
    <w:rsid w:val="004F5473"/>
    <w:rsid w:val="00503E2D"/>
    <w:rsid w:val="00504DF3"/>
    <w:rsid w:val="00505403"/>
    <w:rsid w:val="0050559B"/>
    <w:rsid w:val="005056B5"/>
    <w:rsid w:val="00506FDE"/>
    <w:rsid w:val="00507709"/>
    <w:rsid w:val="00507A91"/>
    <w:rsid w:val="00507D4D"/>
    <w:rsid w:val="00510070"/>
    <w:rsid w:val="00510701"/>
    <w:rsid w:val="00510AF1"/>
    <w:rsid w:val="0051293C"/>
    <w:rsid w:val="00515A69"/>
    <w:rsid w:val="00521FC8"/>
    <w:rsid w:val="00522380"/>
    <w:rsid w:val="0052406B"/>
    <w:rsid w:val="0052437E"/>
    <w:rsid w:val="005303FB"/>
    <w:rsid w:val="00531581"/>
    <w:rsid w:val="00531A8B"/>
    <w:rsid w:val="00532518"/>
    <w:rsid w:val="005328EF"/>
    <w:rsid w:val="00533CBF"/>
    <w:rsid w:val="005358E3"/>
    <w:rsid w:val="00536A67"/>
    <w:rsid w:val="0054369E"/>
    <w:rsid w:val="00543EA3"/>
    <w:rsid w:val="00544BB3"/>
    <w:rsid w:val="0054738C"/>
    <w:rsid w:val="00547B33"/>
    <w:rsid w:val="00547B3A"/>
    <w:rsid w:val="005500A1"/>
    <w:rsid w:val="005529A7"/>
    <w:rsid w:val="00552A33"/>
    <w:rsid w:val="00553B87"/>
    <w:rsid w:val="0055484D"/>
    <w:rsid w:val="00561C4E"/>
    <w:rsid w:val="0056349E"/>
    <w:rsid w:val="00564044"/>
    <w:rsid w:val="00566622"/>
    <w:rsid w:val="00566DFF"/>
    <w:rsid w:val="00570FF2"/>
    <w:rsid w:val="00573B99"/>
    <w:rsid w:val="005745C7"/>
    <w:rsid w:val="005752C9"/>
    <w:rsid w:val="00576757"/>
    <w:rsid w:val="00580525"/>
    <w:rsid w:val="005805E4"/>
    <w:rsid w:val="005809B1"/>
    <w:rsid w:val="0058124E"/>
    <w:rsid w:val="00581770"/>
    <w:rsid w:val="0058203C"/>
    <w:rsid w:val="005825E1"/>
    <w:rsid w:val="00583F93"/>
    <w:rsid w:val="00585888"/>
    <w:rsid w:val="00585F38"/>
    <w:rsid w:val="00586722"/>
    <w:rsid w:val="00587FB5"/>
    <w:rsid w:val="0059030F"/>
    <w:rsid w:val="00592B51"/>
    <w:rsid w:val="00593785"/>
    <w:rsid w:val="00596F3D"/>
    <w:rsid w:val="005976CD"/>
    <w:rsid w:val="005A1C77"/>
    <w:rsid w:val="005A2542"/>
    <w:rsid w:val="005A26FF"/>
    <w:rsid w:val="005A272D"/>
    <w:rsid w:val="005B104C"/>
    <w:rsid w:val="005B2703"/>
    <w:rsid w:val="005B30AB"/>
    <w:rsid w:val="005B341F"/>
    <w:rsid w:val="005C0784"/>
    <w:rsid w:val="005C18DA"/>
    <w:rsid w:val="005C200E"/>
    <w:rsid w:val="005C25BF"/>
    <w:rsid w:val="005C4B34"/>
    <w:rsid w:val="005C5894"/>
    <w:rsid w:val="005C7805"/>
    <w:rsid w:val="005C7BFF"/>
    <w:rsid w:val="005D03AC"/>
    <w:rsid w:val="005D0642"/>
    <w:rsid w:val="005D0EB3"/>
    <w:rsid w:val="005D17E4"/>
    <w:rsid w:val="005D1E29"/>
    <w:rsid w:val="005D2A05"/>
    <w:rsid w:val="005D2D67"/>
    <w:rsid w:val="005D2D78"/>
    <w:rsid w:val="005D54BA"/>
    <w:rsid w:val="005D5A50"/>
    <w:rsid w:val="005D5CF1"/>
    <w:rsid w:val="005D5EE2"/>
    <w:rsid w:val="005D73DA"/>
    <w:rsid w:val="005D78EB"/>
    <w:rsid w:val="005E1205"/>
    <w:rsid w:val="005E44FF"/>
    <w:rsid w:val="005E6E27"/>
    <w:rsid w:val="005F3205"/>
    <w:rsid w:val="005F341E"/>
    <w:rsid w:val="005F4836"/>
    <w:rsid w:val="005F69E8"/>
    <w:rsid w:val="005F7558"/>
    <w:rsid w:val="005F7BB6"/>
    <w:rsid w:val="00602845"/>
    <w:rsid w:val="00603BEA"/>
    <w:rsid w:val="006064DF"/>
    <w:rsid w:val="0060769B"/>
    <w:rsid w:val="00610240"/>
    <w:rsid w:val="00610CE4"/>
    <w:rsid w:val="0061115E"/>
    <w:rsid w:val="00612A11"/>
    <w:rsid w:val="00612E9F"/>
    <w:rsid w:val="00612FE5"/>
    <w:rsid w:val="00613624"/>
    <w:rsid w:val="00613C46"/>
    <w:rsid w:val="00617950"/>
    <w:rsid w:val="0062108D"/>
    <w:rsid w:val="00621F1E"/>
    <w:rsid w:val="00623D3E"/>
    <w:rsid w:val="006256C4"/>
    <w:rsid w:val="00625F41"/>
    <w:rsid w:val="0062764D"/>
    <w:rsid w:val="00630138"/>
    <w:rsid w:val="0063169B"/>
    <w:rsid w:val="00634DF3"/>
    <w:rsid w:val="006350A4"/>
    <w:rsid w:val="006357FC"/>
    <w:rsid w:val="006368E2"/>
    <w:rsid w:val="00636CB6"/>
    <w:rsid w:val="0063784F"/>
    <w:rsid w:val="006400F7"/>
    <w:rsid w:val="00640AD6"/>
    <w:rsid w:val="00641DA6"/>
    <w:rsid w:val="006422FA"/>
    <w:rsid w:val="0064290F"/>
    <w:rsid w:val="00642BB0"/>
    <w:rsid w:val="00643DB0"/>
    <w:rsid w:val="00643E90"/>
    <w:rsid w:val="00645970"/>
    <w:rsid w:val="00646A84"/>
    <w:rsid w:val="00646BEC"/>
    <w:rsid w:val="006475A4"/>
    <w:rsid w:val="006477F2"/>
    <w:rsid w:val="00650D45"/>
    <w:rsid w:val="00655912"/>
    <w:rsid w:val="00656678"/>
    <w:rsid w:val="00657DFC"/>
    <w:rsid w:val="0066044E"/>
    <w:rsid w:val="00661593"/>
    <w:rsid w:val="00661E11"/>
    <w:rsid w:val="006626BD"/>
    <w:rsid w:val="006627D5"/>
    <w:rsid w:val="00663FEF"/>
    <w:rsid w:val="00664378"/>
    <w:rsid w:val="00664A93"/>
    <w:rsid w:val="00665DFD"/>
    <w:rsid w:val="006661FA"/>
    <w:rsid w:val="00667C97"/>
    <w:rsid w:val="00670F7D"/>
    <w:rsid w:val="0067122A"/>
    <w:rsid w:val="006732AC"/>
    <w:rsid w:val="006773CE"/>
    <w:rsid w:val="00677541"/>
    <w:rsid w:val="00677D06"/>
    <w:rsid w:val="00681A51"/>
    <w:rsid w:val="006823F4"/>
    <w:rsid w:val="00682B0D"/>
    <w:rsid w:val="006838EC"/>
    <w:rsid w:val="00686483"/>
    <w:rsid w:val="0069188A"/>
    <w:rsid w:val="00692FFA"/>
    <w:rsid w:val="00693031"/>
    <w:rsid w:val="00694BD9"/>
    <w:rsid w:val="006972B1"/>
    <w:rsid w:val="006A05B7"/>
    <w:rsid w:val="006A19C6"/>
    <w:rsid w:val="006A2859"/>
    <w:rsid w:val="006A4181"/>
    <w:rsid w:val="006A5923"/>
    <w:rsid w:val="006A5FED"/>
    <w:rsid w:val="006A6641"/>
    <w:rsid w:val="006A666F"/>
    <w:rsid w:val="006A79D8"/>
    <w:rsid w:val="006B2CDC"/>
    <w:rsid w:val="006B4B8E"/>
    <w:rsid w:val="006B5645"/>
    <w:rsid w:val="006B5A46"/>
    <w:rsid w:val="006B5D68"/>
    <w:rsid w:val="006B6B68"/>
    <w:rsid w:val="006B700C"/>
    <w:rsid w:val="006B7ADE"/>
    <w:rsid w:val="006C0506"/>
    <w:rsid w:val="006C2D90"/>
    <w:rsid w:val="006C35B6"/>
    <w:rsid w:val="006C3820"/>
    <w:rsid w:val="006C47A7"/>
    <w:rsid w:val="006C5941"/>
    <w:rsid w:val="006C6379"/>
    <w:rsid w:val="006C7607"/>
    <w:rsid w:val="006D3123"/>
    <w:rsid w:val="006D3719"/>
    <w:rsid w:val="006D46AB"/>
    <w:rsid w:val="006E2EAC"/>
    <w:rsid w:val="006E362F"/>
    <w:rsid w:val="006E3714"/>
    <w:rsid w:val="006E3C9C"/>
    <w:rsid w:val="006E5721"/>
    <w:rsid w:val="006E61BC"/>
    <w:rsid w:val="006E6AF3"/>
    <w:rsid w:val="006E6BDA"/>
    <w:rsid w:val="006E7F90"/>
    <w:rsid w:val="006F18BA"/>
    <w:rsid w:val="006F3084"/>
    <w:rsid w:val="006F593C"/>
    <w:rsid w:val="006F652A"/>
    <w:rsid w:val="006F699D"/>
    <w:rsid w:val="006F7F11"/>
    <w:rsid w:val="00702589"/>
    <w:rsid w:val="0070266C"/>
    <w:rsid w:val="00704892"/>
    <w:rsid w:val="0070672C"/>
    <w:rsid w:val="0070797B"/>
    <w:rsid w:val="00714B68"/>
    <w:rsid w:val="0071561E"/>
    <w:rsid w:val="00716017"/>
    <w:rsid w:val="00721B52"/>
    <w:rsid w:val="00721F86"/>
    <w:rsid w:val="00722887"/>
    <w:rsid w:val="00722B63"/>
    <w:rsid w:val="00723CA6"/>
    <w:rsid w:val="00725287"/>
    <w:rsid w:val="0072537A"/>
    <w:rsid w:val="007260A9"/>
    <w:rsid w:val="00726523"/>
    <w:rsid w:val="007308E4"/>
    <w:rsid w:val="0073254A"/>
    <w:rsid w:val="00732831"/>
    <w:rsid w:val="00733293"/>
    <w:rsid w:val="00740AE5"/>
    <w:rsid w:val="00740FC6"/>
    <w:rsid w:val="0074198E"/>
    <w:rsid w:val="007423FC"/>
    <w:rsid w:val="00744773"/>
    <w:rsid w:val="007454F5"/>
    <w:rsid w:val="007463B3"/>
    <w:rsid w:val="007502EE"/>
    <w:rsid w:val="00752654"/>
    <w:rsid w:val="007551FC"/>
    <w:rsid w:val="0075593B"/>
    <w:rsid w:val="00757DAA"/>
    <w:rsid w:val="00761D2E"/>
    <w:rsid w:val="007641D2"/>
    <w:rsid w:val="00766198"/>
    <w:rsid w:val="00766311"/>
    <w:rsid w:val="007668AC"/>
    <w:rsid w:val="00767018"/>
    <w:rsid w:val="007674DC"/>
    <w:rsid w:val="0076751E"/>
    <w:rsid w:val="0076769D"/>
    <w:rsid w:val="00767A6D"/>
    <w:rsid w:val="00771014"/>
    <w:rsid w:val="00771E39"/>
    <w:rsid w:val="0077231D"/>
    <w:rsid w:val="00772867"/>
    <w:rsid w:val="00772AEB"/>
    <w:rsid w:val="00773E73"/>
    <w:rsid w:val="00775A68"/>
    <w:rsid w:val="00776220"/>
    <w:rsid w:val="0077708A"/>
    <w:rsid w:val="00781E9B"/>
    <w:rsid w:val="0078229E"/>
    <w:rsid w:val="0078330F"/>
    <w:rsid w:val="00784EEA"/>
    <w:rsid w:val="00786343"/>
    <w:rsid w:val="00787EA5"/>
    <w:rsid w:val="00787F5A"/>
    <w:rsid w:val="007922A0"/>
    <w:rsid w:val="0079244D"/>
    <w:rsid w:val="0079552F"/>
    <w:rsid w:val="0079674B"/>
    <w:rsid w:val="007A09AB"/>
    <w:rsid w:val="007A1151"/>
    <w:rsid w:val="007A2606"/>
    <w:rsid w:val="007A3F34"/>
    <w:rsid w:val="007A421B"/>
    <w:rsid w:val="007A430A"/>
    <w:rsid w:val="007A5433"/>
    <w:rsid w:val="007A5F48"/>
    <w:rsid w:val="007B059D"/>
    <w:rsid w:val="007B1C5A"/>
    <w:rsid w:val="007C1082"/>
    <w:rsid w:val="007C1A4A"/>
    <w:rsid w:val="007C1F41"/>
    <w:rsid w:val="007C517A"/>
    <w:rsid w:val="007C637A"/>
    <w:rsid w:val="007C6B95"/>
    <w:rsid w:val="007D25B5"/>
    <w:rsid w:val="007D55F5"/>
    <w:rsid w:val="007D57E9"/>
    <w:rsid w:val="007D59A2"/>
    <w:rsid w:val="007D7DE5"/>
    <w:rsid w:val="007E38D5"/>
    <w:rsid w:val="007E46DF"/>
    <w:rsid w:val="007E58CE"/>
    <w:rsid w:val="007E671C"/>
    <w:rsid w:val="007F1996"/>
    <w:rsid w:val="007F1AB2"/>
    <w:rsid w:val="007F21A9"/>
    <w:rsid w:val="007F2F03"/>
    <w:rsid w:val="007F471F"/>
    <w:rsid w:val="007F5331"/>
    <w:rsid w:val="007F53A2"/>
    <w:rsid w:val="007F6776"/>
    <w:rsid w:val="007F695C"/>
    <w:rsid w:val="007F7AF6"/>
    <w:rsid w:val="00802028"/>
    <w:rsid w:val="00802587"/>
    <w:rsid w:val="00802E58"/>
    <w:rsid w:val="0080627B"/>
    <w:rsid w:val="00807D7F"/>
    <w:rsid w:val="00810250"/>
    <w:rsid w:val="00810264"/>
    <w:rsid w:val="00810AD2"/>
    <w:rsid w:val="0081643E"/>
    <w:rsid w:val="00816896"/>
    <w:rsid w:val="008200A6"/>
    <w:rsid w:val="00822B40"/>
    <w:rsid w:val="00823027"/>
    <w:rsid w:val="00823A73"/>
    <w:rsid w:val="008246FB"/>
    <w:rsid w:val="00824C78"/>
    <w:rsid w:val="0082539D"/>
    <w:rsid w:val="00826DBD"/>
    <w:rsid w:val="0082744B"/>
    <w:rsid w:val="008313F2"/>
    <w:rsid w:val="0083315C"/>
    <w:rsid w:val="00833ACE"/>
    <w:rsid w:val="00834672"/>
    <w:rsid w:val="00834A9E"/>
    <w:rsid w:val="00841D56"/>
    <w:rsid w:val="008426B0"/>
    <w:rsid w:val="008439A0"/>
    <w:rsid w:val="00843AF3"/>
    <w:rsid w:val="008455D7"/>
    <w:rsid w:val="008458E9"/>
    <w:rsid w:val="008461DA"/>
    <w:rsid w:val="00846333"/>
    <w:rsid w:val="008507E1"/>
    <w:rsid w:val="00856A40"/>
    <w:rsid w:val="0086180E"/>
    <w:rsid w:val="008626CA"/>
    <w:rsid w:val="00862B9D"/>
    <w:rsid w:val="008634BA"/>
    <w:rsid w:val="008640BA"/>
    <w:rsid w:val="00865564"/>
    <w:rsid w:val="00866FE4"/>
    <w:rsid w:val="00867A83"/>
    <w:rsid w:val="00872AC6"/>
    <w:rsid w:val="00873245"/>
    <w:rsid w:val="00873672"/>
    <w:rsid w:val="00875A78"/>
    <w:rsid w:val="00880B7D"/>
    <w:rsid w:val="008844F1"/>
    <w:rsid w:val="00887E04"/>
    <w:rsid w:val="008901F4"/>
    <w:rsid w:val="00893458"/>
    <w:rsid w:val="008957AF"/>
    <w:rsid w:val="00895AE6"/>
    <w:rsid w:val="00897852"/>
    <w:rsid w:val="00897FA5"/>
    <w:rsid w:val="008A2922"/>
    <w:rsid w:val="008A63BD"/>
    <w:rsid w:val="008A778B"/>
    <w:rsid w:val="008B1319"/>
    <w:rsid w:val="008B163E"/>
    <w:rsid w:val="008B1A8E"/>
    <w:rsid w:val="008B3B0A"/>
    <w:rsid w:val="008B552C"/>
    <w:rsid w:val="008B5B50"/>
    <w:rsid w:val="008B62BE"/>
    <w:rsid w:val="008B66CC"/>
    <w:rsid w:val="008C29C2"/>
    <w:rsid w:val="008C3A6B"/>
    <w:rsid w:val="008C45BD"/>
    <w:rsid w:val="008C4707"/>
    <w:rsid w:val="008C5BCC"/>
    <w:rsid w:val="008C6A12"/>
    <w:rsid w:val="008C7757"/>
    <w:rsid w:val="008C7B9D"/>
    <w:rsid w:val="008D1081"/>
    <w:rsid w:val="008D11C3"/>
    <w:rsid w:val="008D4CB8"/>
    <w:rsid w:val="008E35AE"/>
    <w:rsid w:val="008E44CF"/>
    <w:rsid w:val="008E5967"/>
    <w:rsid w:val="008F06DC"/>
    <w:rsid w:val="008F16FC"/>
    <w:rsid w:val="008F2ACE"/>
    <w:rsid w:val="008F3582"/>
    <w:rsid w:val="008F428B"/>
    <w:rsid w:val="008F53A4"/>
    <w:rsid w:val="008F64D9"/>
    <w:rsid w:val="008F7AB3"/>
    <w:rsid w:val="008F7D8F"/>
    <w:rsid w:val="009009B1"/>
    <w:rsid w:val="00901F71"/>
    <w:rsid w:val="00902664"/>
    <w:rsid w:val="00902A0A"/>
    <w:rsid w:val="00907122"/>
    <w:rsid w:val="00910252"/>
    <w:rsid w:val="00911536"/>
    <w:rsid w:val="00911627"/>
    <w:rsid w:val="00911C38"/>
    <w:rsid w:val="009123BC"/>
    <w:rsid w:val="009126DD"/>
    <w:rsid w:val="00913A89"/>
    <w:rsid w:val="009152DE"/>
    <w:rsid w:val="00915963"/>
    <w:rsid w:val="009207C1"/>
    <w:rsid w:val="00921BBE"/>
    <w:rsid w:val="0092352A"/>
    <w:rsid w:val="009237E4"/>
    <w:rsid w:val="009238E3"/>
    <w:rsid w:val="00923B6B"/>
    <w:rsid w:val="009242DC"/>
    <w:rsid w:val="00924B87"/>
    <w:rsid w:val="009250E4"/>
    <w:rsid w:val="00925A03"/>
    <w:rsid w:val="00925CF3"/>
    <w:rsid w:val="00926E3E"/>
    <w:rsid w:val="00927572"/>
    <w:rsid w:val="0092784F"/>
    <w:rsid w:val="00927BD4"/>
    <w:rsid w:val="00931626"/>
    <w:rsid w:val="009328AC"/>
    <w:rsid w:val="00933126"/>
    <w:rsid w:val="0093379F"/>
    <w:rsid w:val="00933D00"/>
    <w:rsid w:val="0093587A"/>
    <w:rsid w:val="00936D1B"/>
    <w:rsid w:val="00937337"/>
    <w:rsid w:val="009378BD"/>
    <w:rsid w:val="00940EBD"/>
    <w:rsid w:val="00941913"/>
    <w:rsid w:val="009434A5"/>
    <w:rsid w:val="00943F64"/>
    <w:rsid w:val="0094443E"/>
    <w:rsid w:val="00947887"/>
    <w:rsid w:val="009503FF"/>
    <w:rsid w:val="009514E5"/>
    <w:rsid w:val="009518B7"/>
    <w:rsid w:val="00952591"/>
    <w:rsid w:val="0095461E"/>
    <w:rsid w:val="009567EA"/>
    <w:rsid w:val="0096047C"/>
    <w:rsid w:val="00960798"/>
    <w:rsid w:val="00963F7F"/>
    <w:rsid w:val="00964825"/>
    <w:rsid w:val="00964F2C"/>
    <w:rsid w:val="009674AF"/>
    <w:rsid w:val="00971DB8"/>
    <w:rsid w:val="00971E6A"/>
    <w:rsid w:val="00973A8D"/>
    <w:rsid w:val="00974C76"/>
    <w:rsid w:val="00974F1A"/>
    <w:rsid w:val="00980467"/>
    <w:rsid w:val="009818E1"/>
    <w:rsid w:val="00982A43"/>
    <w:rsid w:val="0098396C"/>
    <w:rsid w:val="0098448E"/>
    <w:rsid w:val="009846FC"/>
    <w:rsid w:val="0098616A"/>
    <w:rsid w:val="009904E4"/>
    <w:rsid w:val="00990D0C"/>
    <w:rsid w:val="009930D0"/>
    <w:rsid w:val="00994B3A"/>
    <w:rsid w:val="00994EC9"/>
    <w:rsid w:val="00996323"/>
    <w:rsid w:val="009A01DF"/>
    <w:rsid w:val="009A06B0"/>
    <w:rsid w:val="009A1CF4"/>
    <w:rsid w:val="009A2DE8"/>
    <w:rsid w:val="009A361E"/>
    <w:rsid w:val="009A426F"/>
    <w:rsid w:val="009A4605"/>
    <w:rsid w:val="009A4A9A"/>
    <w:rsid w:val="009A5623"/>
    <w:rsid w:val="009A7891"/>
    <w:rsid w:val="009B0FE7"/>
    <w:rsid w:val="009B12A0"/>
    <w:rsid w:val="009B1800"/>
    <w:rsid w:val="009B2B07"/>
    <w:rsid w:val="009B422D"/>
    <w:rsid w:val="009B5E88"/>
    <w:rsid w:val="009C09C4"/>
    <w:rsid w:val="009C2AD8"/>
    <w:rsid w:val="009C5091"/>
    <w:rsid w:val="009C6815"/>
    <w:rsid w:val="009C7639"/>
    <w:rsid w:val="009C7C5D"/>
    <w:rsid w:val="009D1C21"/>
    <w:rsid w:val="009D4773"/>
    <w:rsid w:val="009D4819"/>
    <w:rsid w:val="009D5D39"/>
    <w:rsid w:val="009D7AD5"/>
    <w:rsid w:val="009E052E"/>
    <w:rsid w:val="009E28E2"/>
    <w:rsid w:val="009E2F65"/>
    <w:rsid w:val="009E4F4F"/>
    <w:rsid w:val="009E5EA2"/>
    <w:rsid w:val="009E5F98"/>
    <w:rsid w:val="009E6B0C"/>
    <w:rsid w:val="009F0CE0"/>
    <w:rsid w:val="009F4AD6"/>
    <w:rsid w:val="009F5A5B"/>
    <w:rsid w:val="009F6EB8"/>
    <w:rsid w:val="009F7CA6"/>
    <w:rsid w:val="00A016F0"/>
    <w:rsid w:val="00A01947"/>
    <w:rsid w:val="00A04B57"/>
    <w:rsid w:val="00A05052"/>
    <w:rsid w:val="00A051B1"/>
    <w:rsid w:val="00A1125A"/>
    <w:rsid w:val="00A12829"/>
    <w:rsid w:val="00A12CE1"/>
    <w:rsid w:val="00A133B5"/>
    <w:rsid w:val="00A161BA"/>
    <w:rsid w:val="00A16F7A"/>
    <w:rsid w:val="00A20DAE"/>
    <w:rsid w:val="00A212E5"/>
    <w:rsid w:val="00A233A6"/>
    <w:rsid w:val="00A24AF2"/>
    <w:rsid w:val="00A25143"/>
    <w:rsid w:val="00A265E5"/>
    <w:rsid w:val="00A269BC"/>
    <w:rsid w:val="00A31368"/>
    <w:rsid w:val="00A32733"/>
    <w:rsid w:val="00A36095"/>
    <w:rsid w:val="00A363ED"/>
    <w:rsid w:val="00A400F5"/>
    <w:rsid w:val="00A407BD"/>
    <w:rsid w:val="00A4147F"/>
    <w:rsid w:val="00A4323F"/>
    <w:rsid w:val="00A43FFF"/>
    <w:rsid w:val="00A441F0"/>
    <w:rsid w:val="00A442A4"/>
    <w:rsid w:val="00A44515"/>
    <w:rsid w:val="00A46192"/>
    <w:rsid w:val="00A475D4"/>
    <w:rsid w:val="00A5047E"/>
    <w:rsid w:val="00A505A4"/>
    <w:rsid w:val="00A511B7"/>
    <w:rsid w:val="00A517D5"/>
    <w:rsid w:val="00A51EEF"/>
    <w:rsid w:val="00A52002"/>
    <w:rsid w:val="00A53668"/>
    <w:rsid w:val="00A53E05"/>
    <w:rsid w:val="00A5435F"/>
    <w:rsid w:val="00A560BD"/>
    <w:rsid w:val="00A56AFC"/>
    <w:rsid w:val="00A56DE1"/>
    <w:rsid w:val="00A600CC"/>
    <w:rsid w:val="00A61BC9"/>
    <w:rsid w:val="00A63238"/>
    <w:rsid w:val="00A635EF"/>
    <w:rsid w:val="00A646C7"/>
    <w:rsid w:val="00A650A3"/>
    <w:rsid w:val="00A65D91"/>
    <w:rsid w:val="00A65F47"/>
    <w:rsid w:val="00A6741A"/>
    <w:rsid w:val="00A71020"/>
    <w:rsid w:val="00A712C2"/>
    <w:rsid w:val="00A72DEA"/>
    <w:rsid w:val="00A72EA0"/>
    <w:rsid w:val="00A73108"/>
    <w:rsid w:val="00A73FAD"/>
    <w:rsid w:val="00A74DE3"/>
    <w:rsid w:val="00A75F32"/>
    <w:rsid w:val="00A77A37"/>
    <w:rsid w:val="00A806F5"/>
    <w:rsid w:val="00A83204"/>
    <w:rsid w:val="00A83486"/>
    <w:rsid w:val="00A83547"/>
    <w:rsid w:val="00A846AC"/>
    <w:rsid w:val="00A84D4E"/>
    <w:rsid w:val="00A87DB8"/>
    <w:rsid w:val="00A87E99"/>
    <w:rsid w:val="00A90345"/>
    <w:rsid w:val="00A91609"/>
    <w:rsid w:val="00A924D0"/>
    <w:rsid w:val="00A938A9"/>
    <w:rsid w:val="00A93FAD"/>
    <w:rsid w:val="00A94F7C"/>
    <w:rsid w:val="00A95BD8"/>
    <w:rsid w:val="00A96A4F"/>
    <w:rsid w:val="00AA0243"/>
    <w:rsid w:val="00AA127E"/>
    <w:rsid w:val="00AA3DB9"/>
    <w:rsid w:val="00AA48FE"/>
    <w:rsid w:val="00AA5D76"/>
    <w:rsid w:val="00AA6272"/>
    <w:rsid w:val="00AA6BF6"/>
    <w:rsid w:val="00AB0375"/>
    <w:rsid w:val="00AB04DC"/>
    <w:rsid w:val="00AB2124"/>
    <w:rsid w:val="00AB440C"/>
    <w:rsid w:val="00AB46CC"/>
    <w:rsid w:val="00AB55EE"/>
    <w:rsid w:val="00AB5937"/>
    <w:rsid w:val="00AB68B0"/>
    <w:rsid w:val="00AC23F4"/>
    <w:rsid w:val="00AC346F"/>
    <w:rsid w:val="00AC535A"/>
    <w:rsid w:val="00AC68F9"/>
    <w:rsid w:val="00AD0ABB"/>
    <w:rsid w:val="00AD1DE1"/>
    <w:rsid w:val="00AD31D5"/>
    <w:rsid w:val="00AD3B17"/>
    <w:rsid w:val="00AD4AA0"/>
    <w:rsid w:val="00AD6897"/>
    <w:rsid w:val="00AD7370"/>
    <w:rsid w:val="00AD7FA9"/>
    <w:rsid w:val="00AE17C4"/>
    <w:rsid w:val="00AE3B3B"/>
    <w:rsid w:val="00AE5C31"/>
    <w:rsid w:val="00AF106F"/>
    <w:rsid w:val="00AF2490"/>
    <w:rsid w:val="00AF2868"/>
    <w:rsid w:val="00AF3255"/>
    <w:rsid w:val="00AF32EB"/>
    <w:rsid w:val="00AF3930"/>
    <w:rsid w:val="00AF771F"/>
    <w:rsid w:val="00B00086"/>
    <w:rsid w:val="00B02B88"/>
    <w:rsid w:val="00B0326E"/>
    <w:rsid w:val="00B03CE6"/>
    <w:rsid w:val="00B05173"/>
    <w:rsid w:val="00B05E88"/>
    <w:rsid w:val="00B0748E"/>
    <w:rsid w:val="00B10485"/>
    <w:rsid w:val="00B12CF4"/>
    <w:rsid w:val="00B12DB6"/>
    <w:rsid w:val="00B135C4"/>
    <w:rsid w:val="00B15D66"/>
    <w:rsid w:val="00B15FCB"/>
    <w:rsid w:val="00B15FDA"/>
    <w:rsid w:val="00B16958"/>
    <w:rsid w:val="00B22B57"/>
    <w:rsid w:val="00B23955"/>
    <w:rsid w:val="00B23BA8"/>
    <w:rsid w:val="00B25A91"/>
    <w:rsid w:val="00B25E72"/>
    <w:rsid w:val="00B2695F"/>
    <w:rsid w:val="00B32297"/>
    <w:rsid w:val="00B348A1"/>
    <w:rsid w:val="00B352C7"/>
    <w:rsid w:val="00B352D3"/>
    <w:rsid w:val="00B35672"/>
    <w:rsid w:val="00B37907"/>
    <w:rsid w:val="00B470FA"/>
    <w:rsid w:val="00B471B0"/>
    <w:rsid w:val="00B473E7"/>
    <w:rsid w:val="00B47B11"/>
    <w:rsid w:val="00B47C22"/>
    <w:rsid w:val="00B50B8A"/>
    <w:rsid w:val="00B50EE5"/>
    <w:rsid w:val="00B51992"/>
    <w:rsid w:val="00B531C9"/>
    <w:rsid w:val="00B53C0C"/>
    <w:rsid w:val="00B54C9C"/>
    <w:rsid w:val="00B5656D"/>
    <w:rsid w:val="00B56B89"/>
    <w:rsid w:val="00B56C4A"/>
    <w:rsid w:val="00B60384"/>
    <w:rsid w:val="00B61503"/>
    <w:rsid w:val="00B62702"/>
    <w:rsid w:val="00B6302B"/>
    <w:rsid w:val="00B64878"/>
    <w:rsid w:val="00B67CD7"/>
    <w:rsid w:val="00B7154C"/>
    <w:rsid w:val="00B72970"/>
    <w:rsid w:val="00B73549"/>
    <w:rsid w:val="00B7384A"/>
    <w:rsid w:val="00B74B01"/>
    <w:rsid w:val="00B91152"/>
    <w:rsid w:val="00B92B34"/>
    <w:rsid w:val="00B93F04"/>
    <w:rsid w:val="00B95C14"/>
    <w:rsid w:val="00BA0B10"/>
    <w:rsid w:val="00BA1ECE"/>
    <w:rsid w:val="00BA23AC"/>
    <w:rsid w:val="00BA6A2E"/>
    <w:rsid w:val="00BA7EED"/>
    <w:rsid w:val="00BB08EA"/>
    <w:rsid w:val="00BB0A9E"/>
    <w:rsid w:val="00BB2B37"/>
    <w:rsid w:val="00BB33DF"/>
    <w:rsid w:val="00BB3D4C"/>
    <w:rsid w:val="00BB4E82"/>
    <w:rsid w:val="00BB51C3"/>
    <w:rsid w:val="00BB6582"/>
    <w:rsid w:val="00BB6CEE"/>
    <w:rsid w:val="00BC39F4"/>
    <w:rsid w:val="00BC4056"/>
    <w:rsid w:val="00BC448F"/>
    <w:rsid w:val="00BC562E"/>
    <w:rsid w:val="00BC5D79"/>
    <w:rsid w:val="00BC6D7A"/>
    <w:rsid w:val="00BC7592"/>
    <w:rsid w:val="00BC7AE4"/>
    <w:rsid w:val="00BC7E91"/>
    <w:rsid w:val="00BD3273"/>
    <w:rsid w:val="00BD4462"/>
    <w:rsid w:val="00BD4A06"/>
    <w:rsid w:val="00BD65E6"/>
    <w:rsid w:val="00BE3A34"/>
    <w:rsid w:val="00BE430F"/>
    <w:rsid w:val="00BE4A02"/>
    <w:rsid w:val="00BE5A21"/>
    <w:rsid w:val="00BE72A3"/>
    <w:rsid w:val="00BF56D6"/>
    <w:rsid w:val="00BF6158"/>
    <w:rsid w:val="00BF7DD5"/>
    <w:rsid w:val="00BF7E51"/>
    <w:rsid w:val="00C0009C"/>
    <w:rsid w:val="00C00354"/>
    <w:rsid w:val="00C0382E"/>
    <w:rsid w:val="00C03A01"/>
    <w:rsid w:val="00C0791A"/>
    <w:rsid w:val="00C103AA"/>
    <w:rsid w:val="00C11E30"/>
    <w:rsid w:val="00C11E3A"/>
    <w:rsid w:val="00C11E60"/>
    <w:rsid w:val="00C12E04"/>
    <w:rsid w:val="00C14438"/>
    <w:rsid w:val="00C14499"/>
    <w:rsid w:val="00C15F36"/>
    <w:rsid w:val="00C16774"/>
    <w:rsid w:val="00C209D6"/>
    <w:rsid w:val="00C2177B"/>
    <w:rsid w:val="00C2363D"/>
    <w:rsid w:val="00C23F3E"/>
    <w:rsid w:val="00C24635"/>
    <w:rsid w:val="00C25099"/>
    <w:rsid w:val="00C263BA"/>
    <w:rsid w:val="00C26697"/>
    <w:rsid w:val="00C26976"/>
    <w:rsid w:val="00C27292"/>
    <w:rsid w:val="00C27F85"/>
    <w:rsid w:val="00C31438"/>
    <w:rsid w:val="00C33F08"/>
    <w:rsid w:val="00C343CE"/>
    <w:rsid w:val="00C4101A"/>
    <w:rsid w:val="00C4151B"/>
    <w:rsid w:val="00C419F3"/>
    <w:rsid w:val="00C435E9"/>
    <w:rsid w:val="00C45C48"/>
    <w:rsid w:val="00C45F77"/>
    <w:rsid w:val="00C46CA2"/>
    <w:rsid w:val="00C47AF7"/>
    <w:rsid w:val="00C47BC6"/>
    <w:rsid w:val="00C52B23"/>
    <w:rsid w:val="00C5345D"/>
    <w:rsid w:val="00C55745"/>
    <w:rsid w:val="00C56225"/>
    <w:rsid w:val="00C57FFD"/>
    <w:rsid w:val="00C60A04"/>
    <w:rsid w:val="00C61555"/>
    <w:rsid w:val="00C62599"/>
    <w:rsid w:val="00C65933"/>
    <w:rsid w:val="00C660C4"/>
    <w:rsid w:val="00C67004"/>
    <w:rsid w:val="00C71AE5"/>
    <w:rsid w:val="00C73544"/>
    <w:rsid w:val="00C739AD"/>
    <w:rsid w:val="00C73D3A"/>
    <w:rsid w:val="00C7441E"/>
    <w:rsid w:val="00C75516"/>
    <w:rsid w:val="00C76D3A"/>
    <w:rsid w:val="00C76F9C"/>
    <w:rsid w:val="00C80AF2"/>
    <w:rsid w:val="00C813BA"/>
    <w:rsid w:val="00C81429"/>
    <w:rsid w:val="00C81EE8"/>
    <w:rsid w:val="00C853DC"/>
    <w:rsid w:val="00C86129"/>
    <w:rsid w:val="00C868E1"/>
    <w:rsid w:val="00C90F13"/>
    <w:rsid w:val="00C927F8"/>
    <w:rsid w:val="00C9304F"/>
    <w:rsid w:val="00C96F87"/>
    <w:rsid w:val="00C97466"/>
    <w:rsid w:val="00CA0915"/>
    <w:rsid w:val="00CA1CC7"/>
    <w:rsid w:val="00CA4B17"/>
    <w:rsid w:val="00CA4FF1"/>
    <w:rsid w:val="00CA7939"/>
    <w:rsid w:val="00CB0204"/>
    <w:rsid w:val="00CB0372"/>
    <w:rsid w:val="00CB07CD"/>
    <w:rsid w:val="00CB356E"/>
    <w:rsid w:val="00CB4869"/>
    <w:rsid w:val="00CB4D7B"/>
    <w:rsid w:val="00CB5851"/>
    <w:rsid w:val="00CB593F"/>
    <w:rsid w:val="00CB5ACC"/>
    <w:rsid w:val="00CB608E"/>
    <w:rsid w:val="00CB7165"/>
    <w:rsid w:val="00CC252D"/>
    <w:rsid w:val="00CC6278"/>
    <w:rsid w:val="00CC7EBD"/>
    <w:rsid w:val="00CD034A"/>
    <w:rsid w:val="00CD1BF5"/>
    <w:rsid w:val="00CD21E5"/>
    <w:rsid w:val="00CD27E8"/>
    <w:rsid w:val="00CD2E73"/>
    <w:rsid w:val="00CD3D41"/>
    <w:rsid w:val="00CD42FC"/>
    <w:rsid w:val="00CE0A77"/>
    <w:rsid w:val="00CE317B"/>
    <w:rsid w:val="00CE3489"/>
    <w:rsid w:val="00CE476E"/>
    <w:rsid w:val="00CE53D9"/>
    <w:rsid w:val="00CE753E"/>
    <w:rsid w:val="00CF01CB"/>
    <w:rsid w:val="00CF0330"/>
    <w:rsid w:val="00CF04F5"/>
    <w:rsid w:val="00CF09C7"/>
    <w:rsid w:val="00CF2CF2"/>
    <w:rsid w:val="00CF3F14"/>
    <w:rsid w:val="00CF4C39"/>
    <w:rsid w:val="00CF67D1"/>
    <w:rsid w:val="00CF785E"/>
    <w:rsid w:val="00D00388"/>
    <w:rsid w:val="00D03743"/>
    <w:rsid w:val="00D04BAD"/>
    <w:rsid w:val="00D069FC"/>
    <w:rsid w:val="00D06ADA"/>
    <w:rsid w:val="00D10EA6"/>
    <w:rsid w:val="00D1433C"/>
    <w:rsid w:val="00D15F7C"/>
    <w:rsid w:val="00D170C7"/>
    <w:rsid w:val="00D20027"/>
    <w:rsid w:val="00D20B22"/>
    <w:rsid w:val="00D22FF7"/>
    <w:rsid w:val="00D24054"/>
    <w:rsid w:val="00D259DA"/>
    <w:rsid w:val="00D267D3"/>
    <w:rsid w:val="00D26E6C"/>
    <w:rsid w:val="00D277A9"/>
    <w:rsid w:val="00D3052D"/>
    <w:rsid w:val="00D31F66"/>
    <w:rsid w:val="00D33A6F"/>
    <w:rsid w:val="00D33A7B"/>
    <w:rsid w:val="00D33C72"/>
    <w:rsid w:val="00D33CF9"/>
    <w:rsid w:val="00D34025"/>
    <w:rsid w:val="00D350D7"/>
    <w:rsid w:val="00D35825"/>
    <w:rsid w:val="00D3689A"/>
    <w:rsid w:val="00D36B92"/>
    <w:rsid w:val="00D41A72"/>
    <w:rsid w:val="00D44387"/>
    <w:rsid w:val="00D5068D"/>
    <w:rsid w:val="00D519ED"/>
    <w:rsid w:val="00D54CF8"/>
    <w:rsid w:val="00D55098"/>
    <w:rsid w:val="00D55974"/>
    <w:rsid w:val="00D55CA3"/>
    <w:rsid w:val="00D56BF0"/>
    <w:rsid w:val="00D57911"/>
    <w:rsid w:val="00D57F93"/>
    <w:rsid w:val="00D61624"/>
    <w:rsid w:val="00D62768"/>
    <w:rsid w:val="00D62B66"/>
    <w:rsid w:val="00D63B10"/>
    <w:rsid w:val="00D64332"/>
    <w:rsid w:val="00D66816"/>
    <w:rsid w:val="00D71AEF"/>
    <w:rsid w:val="00D71CF3"/>
    <w:rsid w:val="00D742E5"/>
    <w:rsid w:val="00D80C02"/>
    <w:rsid w:val="00D828D0"/>
    <w:rsid w:val="00D82F37"/>
    <w:rsid w:val="00D85396"/>
    <w:rsid w:val="00D85F64"/>
    <w:rsid w:val="00D86C3D"/>
    <w:rsid w:val="00D87EC4"/>
    <w:rsid w:val="00D90601"/>
    <w:rsid w:val="00D90C84"/>
    <w:rsid w:val="00D91513"/>
    <w:rsid w:val="00D91B9B"/>
    <w:rsid w:val="00D9226B"/>
    <w:rsid w:val="00D92DCD"/>
    <w:rsid w:val="00D92FB6"/>
    <w:rsid w:val="00D95561"/>
    <w:rsid w:val="00D95E62"/>
    <w:rsid w:val="00D97496"/>
    <w:rsid w:val="00DA1426"/>
    <w:rsid w:val="00DA2EA2"/>
    <w:rsid w:val="00DA3097"/>
    <w:rsid w:val="00DA30C4"/>
    <w:rsid w:val="00DA44E2"/>
    <w:rsid w:val="00DA49A3"/>
    <w:rsid w:val="00DA5D92"/>
    <w:rsid w:val="00DA714E"/>
    <w:rsid w:val="00DB0750"/>
    <w:rsid w:val="00DB23DF"/>
    <w:rsid w:val="00DB4264"/>
    <w:rsid w:val="00DB45AA"/>
    <w:rsid w:val="00DB5A45"/>
    <w:rsid w:val="00DB7DED"/>
    <w:rsid w:val="00DC13B4"/>
    <w:rsid w:val="00DC6206"/>
    <w:rsid w:val="00DD0A96"/>
    <w:rsid w:val="00DD1880"/>
    <w:rsid w:val="00DD1E96"/>
    <w:rsid w:val="00DD621B"/>
    <w:rsid w:val="00DD6552"/>
    <w:rsid w:val="00DE1FFA"/>
    <w:rsid w:val="00DE4232"/>
    <w:rsid w:val="00DE6EA9"/>
    <w:rsid w:val="00DF232B"/>
    <w:rsid w:val="00DF30B7"/>
    <w:rsid w:val="00DF4589"/>
    <w:rsid w:val="00DF5084"/>
    <w:rsid w:val="00DF5255"/>
    <w:rsid w:val="00DF5609"/>
    <w:rsid w:val="00DF6361"/>
    <w:rsid w:val="00DF7664"/>
    <w:rsid w:val="00DF7B14"/>
    <w:rsid w:val="00E0132B"/>
    <w:rsid w:val="00E057B1"/>
    <w:rsid w:val="00E10A69"/>
    <w:rsid w:val="00E10DB6"/>
    <w:rsid w:val="00E11068"/>
    <w:rsid w:val="00E11CC0"/>
    <w:rsid w:val="00E143DC"/>
    <w:rsid w:val="00E14861"/>
    <w:rsid w:val="00E171CC"/>
    <w:rsid w:val="00E2177B"/>
    <w:rsid w:val="00E21D30"/>
    <w:rsid w:val="00E2234B"/>
    <w:rsid w:val="00E236F8"/>
    <w:rsid w:val="00E2602E"/>
    <w:rsid w:val="00E27851"/>
    <w:rsid w:val="00E3129F"/>
    <w:rsid w:val="00E33815"/>
    <w:rsid w:val="00E351D6"/>
    <w:rsid w:val="00E35FB1"/>
    <w:rsid w:val="00E400C8"/>
    <w:rsid w:val="00E40B60"/>
    <w:rsid w:val="00E42BD3"/>
    <w:rsid w:val="00E459B6"/>
    <w:rsid w:val="00E47F53"/>
    <w:rsid w:val="00E47F67"/>
    <w:rsid w:val="00E500C2"/>
    <w:rsid w:val="00E51B3E"/>
    <w:rsid w:val="00E525FE"/>
    <w:rsid w:val="00E52C9B"/>
    <w:rsid w:val="00E53540"/>
    <w:rsid w:val="00E60F85"/>
    <w:rsid w:val="00E62D34"/>
    <w:rsid w:val="00E63920"/>
    <w:rsid w:val="00E63CEB"/>
    <w:rsid w:val="00E63EEE"/>
    <w:rsid w:val="00E70010"/>
    <w:rsid w:val="00E77DAA"/>
    <w:rsid w:val="00E80D70"/>
    <w:rsid w:val="00E85B0F"/>
    <w:rsid w:val="00E8635A"/>
    <w:rsid w:val="00E9285F"/>
    <w:rsid w:val="00E94BCD"/>
    <w:rsid w:val="00E95C8C"/>
    <w:rsid w:val="00E965F4"/>
    <w:rsid w:val="00EA05A5"/>
    <w:rsid w:val="00EA1809"/>
    <w:rsid w:val="00EA2D5F"/>
    <w:rsid w:val="00EA3907"/>
    <w:rsid w:val="00EA4720"/>
    <w:rsid w:val="00EA541B"/>
    <w:rsid w:val="00EA693C"/>
    <w:rsid w:val="00EB1636"/>
    <w:rsid w:val="00EB1E25"/>
    <w:rsid w:val="00EB370B"/>
    <w:rsid w:val="00EB3BE1"/>
    <w:rsid w:val="00EB41BC"/>
    <w:rsid w:val="00EB4B20"/>
    <w:rsid w:val="00EB67B9"/>
    <w:rsid w:val="00EB7616"/>
    <w:rsid w:val="00EC07DC"/>
    <w:rsid w:val="00EC1847"/>
    <w:rsid w:val="00EC3E64"/>
    <w:rsid w:val="00EC65EB"/>
    <w:rsid w:val="00ED197F"/>
    <w:rsid w:val="00ED33B4"/>
    <w:rsid w:val="00ED3787"/>
    <w:rsid w:val="00ED53A2"/>
    <w:rsid w:val="00ED5771"/>
    <w:rsid w:val="00EE136B"/>
    <w:rsid w:val="00EE1421"/>
    <w:rsid w:val="00EE2BB8"/>
    <w:rsid w:val="00EE37AC"/>
    <w:rsid w:val="00EE5350"/>
    <w:rsid w:val="00EF16A7"/>
    <w:rsid w:val="00EF2887"/>
    <w:rsid w:val="00EF43C4"/>
    <w:rsid w:val="00F010A0"/>
    <w:rsid w:val="00F010C8"/>
    <w:rsid w:val="00F01D29"/>
    <w:rsid w:val="00F02BF0"/>
    <w:rsid w:val="00F02F31"/>
    <w:rsid w:val="00F060B8"/>
    <w:rsid w:val="00F06BC7"/>
    <w:rsid w:val="00F06C9A"/>
    <w:rsid w:val="00F07DDB"/>
    <w:rsid w:val="00F12EFF"/>
    <w:rsid w:val="00F133BA"/>
    <w:rsid w:val="00F15237"/>
    <w:rsid w:val="00F15427"/>
    <w:rsid w:val="00F16F40"/>
    <w:rsid w:val="00F22594"/>
    <w:rsid w:val="00F23AD4"/>
    <w:rsid w:val="00F243B1"/>
    <w:rsid w:val="00F24D70"/>
    <w:rsid w:val="00F253C5"/>
    <w:rsid w:val="00F26759"/>
    <w:rsid w:val="00F2778C"/>
    <w:rsid w:val="00F27FDA"/>
    <w:rsid w:val="00F32680"/>
    <w:rsid w:val="00F339E5"/>
    <w:rsid w:val="00F34185"/>
    <w:rsid w:val="00F341B4"/>
    <w:rsid w:val="00F35248"/>
    <w:rsid w:val="00F37A53"/>
    <w:rsid w:val="00F43814"/>
    <w:rsid w:val="00F438CF"/>
    <w:rsid w:val="00F44714"/>
    <w:rsid w:val="00F45A24"/>
    <w:rsid w:val="00F46309"/>
    <w:rsid w:val="00F4692E"/>
    <w:rsid w:val="00F509C0"/>
    <w:rsid w:val="00F54649"/>
    <w:rsid w:val="00F54AF4"/>
    <w:rsid w:val="00F54FA4"/>
    <w:rsid w:val="00F55C34"/>
    <w:rsid w:val="00F57005"/>
    <w:rsid w:val="00F60AD2"/>
    <w:rsid w:val="00F637E3"/>
    <w:rsid w:val="00F648DE"/>
    <w:rsid w:val="00F64B83"/>
    <w:rsid w:val="00F64E5A"/>
    <w:rsid w:val="00F6657E"/>
    <w:rsid w:val="00F67020"/>
    <w:rsid w:val="00F70ABC"/>
    <w:rsid w:val="00F72551"/>
    <w:rsid w:val="00F80CE3"/>
    <w:rsid w:val="00F826F8"/>
    <w:rsid w:val="00F82909"/>
    <w:rsid w:val="00F8318A"/>
    <w:rsid w:val="00F838AC"/>
    <w:rsid w:val="00F86054"/>
    <w:rsid w:val="00F87675"/>
    <w:rsid w:val="00F92240"/>
    <w:rsid w:val="00F94B34"/>
    <w:rsid w:val="00FA1DCF"/>
    <w:rsid w:val="00FA5984"/>
    <w:rsid w:val="00FA5A2D"/>
    <w:rsid w:val="00FA7068"/>
    <w:rsid w:val="00FB00A7"/>
    <w:rsid w:val="00FB1658"/>
    <w:rsid w:val="00FB236D"/>
    <w:rsid w:val="00FB24A3"/>
    <w:rsid w:val="00FB3316"/>
    <w:rsid w:val="00FB36D2"/>
    <w:rsid w:val="00FB56E7"/>
    <w:rsid w:val="00FB7709"/>
    <w:rsid w:val="00FC2789"/>
    <w:rsid w:val="00FC3C46"/>
    <w:rsid w:val="00FC3CC8"/>
    <w:rsid w:val="00FC4011"/>
    <w:rsid w:val="00FC4A99"/>
    <w:rsid w:val="00FD04D8"/>
    <w:rsid w:val="00FD1DF6"/>
    <w:rsid w:val="00FD2ECB"/>
    <w:rsid w:val="00FD3A4F"/>
    <w:rsid w:val="00FD4FF4"/>
    <w:rsid w:val="00FD5C5C"/>
    <w:rsid w:val="00FD7F9E"/>
    <w:rsid w:val="00FE48EE"/>
    <w:rsid w:val="00FE5276"/>
    <w:rsid w:val="00FE5316"/>
    <w:rsid w:val="00FE60C1"/>
    <w:rsid w:val="00FE6B7C"/>
    <w:rsid w:val="00FE6BAC"/>
    <w:rsid w:val="00FE7545"/>
    <w:rsid w:val="00FE7691"/>
    <w:rsid w:val="00FF010A"/>
    <w:rsid w:val="00FF0563"/>
    <w:rsid w:val="00FF5C39"/>
    <w:rsid w:val="00FF6319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2457C028"/>
  <w15:chartTrackingRefBased/>
  <w15:docId w15:val="{A06F86A2-69E0-4D33-8907-C6A35B96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80"/>
    </w:pPr>
    <w:rPr>
      <w:lang w:eastAsia="en-US"/>
    </w:rPr>
  </w:style>
  <w:style w:type="paragraph" w:styleId="Heading1">
    <w:name w:val="heading 1"/>
    <w:aliases w:val="H1"/>
    <w:next w:val="Normal"/>
    <w:qFormat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aliases w:val="Head2A,2,H2,h2"/>
    <w:basedOn w:val="Heading1"/>
    <w:next w:val="Normal"/>
    <w:link w:val="Heading2Char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aliases w:val="Underrubrik2,H3,Memo Heading 3,h3,no break,hello,0H,0h,3h,3H"/>
    <w:basedOn w:val="Heading2"/>
    <w:next w:val="Normal"/>
    <w:link w:val="Heading3Char"/>
    <w:qFormat/>
    <w:pPr>
      <w:spacing w:before="120"/>
      <w:outlineLvl w:val="2"/>
    </w:pPr>
    <w:rPr>
      <w:sz w:val="28"/>
    </w:rPr>
  </w:style>
  <w:style w:type="paragraph" w:styleId="Heading4">
    <w:name w:val="heading 4"/>
    <w:aliases w:val="h4,Memo Heading 4,H4,H41,h41,H42,h42,H43,h43,H411,h411,H421,h421,H44,h44,H412,h412,H422,h422,H431,h431,H45,h45,H413,h413,H423,h423,H432,h432,H46,h46,H47,h47,4H,Memo Heading 5,Testliste4"/>
    <w:basedOn w:val="Heading3"/>
    <w:next w:val="Normal"/>
    <w:link w:val="Heading4Char"/>
    <w:qFormat/>
    <w:pPr>
      <w:ind w:left="1418" w:hanging="1418"/>
      <w:outlineLvl w:val="3"/>
    </w:pPr>
    <w:rPr>
      <w:sz w:val="24"/>
    </w:rPr>
  </w:style>
  <w:style w:type="paragraph" w:styleId="Heading5">
    <w:name w:val="heading 5"/>
    <w:aliases w:val="M5,mh2,Module heading 2,heading 8,Numbered Sub-list,h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semiHidden/>
    <w:pPr>
      <w:ind w:left="1418" w:hanging="1418"/>
    </w:pPr>
  </w:style>
  <w:style w:type="paragraph" w:styleId="TOC8">
    <w:name w:val="toc 8"/>
    <w:basedOn w:val="TOC1"/>
    <w:uiPriority w:val="39"/>
    <w:pPr>
      <w:spacing w:before="180"/>
      <w:ind w:left="2693" w:hanging="2693"/>
    </w:pPr>
    <w:rPr>
      <w:b/>
    </w:rPr>
  </w:style>
  <w:style w:type="paragraph" w:styleId="TOC1">
    <w:name w:val="toc 1"/>
    <w:uiPriority w:val="39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</w:style>
  <w:style w:type="paragraph" w:styleId="Header">
    <w:name w:val="header"/>
    <w:pPr>
      <w:widowControl w:val="0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pPr>
      <w:framePr w:wrap="notBeside" w:vAnchor="page" w:hAnchor="margin" w:y="15764"/>
      <w:widowControl w:val="0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pPr>
      <w:ind w:left="1701" w:hanging="1701"/>
    </w:pPr>
  </w:style>
  <w:style w:type="paragraph" w:styleId="TOC4">
    <w:name w:val="toc 4"/>
    <w:basedOn w:val="TOC3"/>
    <w:uiPriority w:val="39"/>
    <w:pPr>
      <w:ind w:left="1418" w:hanging="1418"/>
    </w:pPr>
  </w:style>
  <w:style w:type="paragraph" w:styleId="TOC3">
    <w:name w:val="toc 3"/>
    <w:basedOn w:val="TOC2"/>
    <w:uiPriority w:val="39"/>
    <w:pPr>
      <w:ind w:left="1134" w:hanging="1134"/>
    </w:pPr>
  </w:style>
  <w:style w:type="paragraph" w:styleId="TOC2">
    <w:name w:val="toc 2"/>
    <w:basedOn w:val="TOC1"/>
    <w:uiPriority w:val="39"/>
    <w:pPr>
      <w:keepNext w:val="0"/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pPr>
      <w:keepLines/>
      <w:spacing w:after="0"/>
    </w:pPr>
  </w:style>
  <w:style w:type="paragraph" w:styleId="Index2">
    <w:name w:val="index 2"/>
    <w:basedOn w:val="Index1"/>
    <w:semiHidden/>
    <w:pPr>
      <w:ind w:left="284"/>
    </w:pPr>
  </w:style>
  <w:style w:type="paragraph" w:customStyle="1" w:styleId="TT">
    <w:name w:val="TT"/>
    <w:basedOn w:val="Heading1"/>
    <w:next w:val="Normal"/>
    <w:pPr>
      <w:outlineLvl w:val="9"/>
    </w:pPr>
  </w:style>
  <w:style w:type="paragraph" w:styleId="Footer">
    <w:name w:val="footer"/>
    <w:basedOn w:val="Header"/>
    <w:link w:val="FooterChar"/>
    <w:pPr>
      <w:jc w:val="center"/>
    </w:pPr>
    <w:rPr>
      <w:i/>
    </w:rPr>
  </w:style>
  <w:style w:type="character" w:styleId="FootnoteReference">
    <w:name w:val="footnote reference"/>
    <w:semiHidden/>
    <w:rPr>
      <w:b/>
      <w:position w:val="6"/>
      <w:sz w:val="16"/>
    </w:rPr>
  </w:style>
  <w:style w:type="paragraph" w:styleId="FootnoteText">
    <w:name w:val="footnote text"/>
    <w:basedOn w:val="Normal"/>
    <w:semiHidden/>
    <w:pPr>
      <w:keepLines/>
      <w:spacing w:after="0"/>
      <w:ind w:left="454" w:hanging="454"/>
    </w:pPr>
    <w:rPr>
      <w:sz w:val="16"/>
    </w:r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1"/>
    <w:pPr>
      <w:keepLines/>
      <w:ind w:left="1135" w:hanging="851"/>
    </w:pPr>
  </w:style>
  <w:style w:type="paragraph" w:customStyle="1" w:styleId="PL">
    <w:name w:val="PL"/>
    <w:link w:val="PLChar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pPr>
      <w:jc w:val="right"/>
    </w:pPr>
  </w:style>
  <w:style w:type="paragraph" w:customStyle="1" w:styleId="TAL">
    <w:name w:val="TAL"/>
    <w:basedOn w:val="Normal"/>
    <w:link w:val="TALCar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pPr>
      <w:ind w:left="851"/>
    </w:pPr>
  </w:style>
  <w:style w:type="paragraph" w:styleId="ListNumber">
    <w:name w:val="List Number"/>
    <w:basedOn w:val="List"/>
  </w:style>
  <w:style w:type="paragraph" w:styleId="List">
    <w:name w:val="List"/>
    <w:basedOn w:val="Normal"/>
    <w:pPr>
      <w:ind w:left="568" w:hanging="284"/>
    </w:p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link w:val="TACChar"/>
    <w:pPr>
      <w:jc w:val="center"/>
    </w:pPr>
    <w:rPr>
      <w:lang w:val="x-none"/>
    </w:rPr>
  </w:style>
  <w:style w:type="paragraph" w:customStyle="1" w:styleId="LD">
    <w:name w:val="LD"/>
    <w:pPr>
      <w:keepNext/>
      <w:keepLines/>
      <w:spacing w:line="180" w:lineRule="exact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link w:val="EXChar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customStyle="1" w:styleId="B1">
    <w:name w:val="B1"/>
    <w:basedOn w:val="List"/>
    <w:link w:val="B1Char"/>
    <w:qFormat/>
  </w:style>
  <w:style w:type="paragraph" w:styleId="TOC6">
    <w:name w:val="toc 6"/>
    <w:basedOn w:val="TOC5"/>
    <w:next w:val="Normal"/>
    <w:semiHidden/>
    <w:pPr>
      <w:ind w:left="1985" w:hanging="1985"/>
    </w:pPr>
  </w:style>
  <w:style w:type="paragraph" w:styleId="TOC7">
    <w:name w:val="toc 7"/>
    <w:basedOn w:val="TOC6"/>
    <w:next w:val="Normal"/>
    <w:semiHidden/>
    <w:pPr>
      <w:ind w:left="2268" w:hanging="2268"/>
    </w:pPr>
  </w:style>
  <w:style w:type="paragraph" w:styleId="ListBullet2">
    <w:name w:val="List Bullet 2"/>
    <w:basedOn w:val="ListBullet"/>
    <w:pPr>
      <w:ind w:left="851"/>
    </w:pPr>
  </w:style>
  <w:style w:type="paragraph" w:styleId="ListBullet">
    <w:name w:val="List Bullet"/>
    <w:basedOn w:val="List"/>
  </w:style>
  <w:style w:type="paragraph" w:customStyle="1" w:styleId="EditorsNote">
    <w:name w:val="Editor's Note"/>
    <w:basedOn w:val="NO"/>
    <w:link w:val="EditorsNoteChar"/>
    <w:rPr>
      <w:color w:val="FF0000"/>
    </w:rPr>
  </w:style>
  <w:style w:type="paragraph" w:customStyle="1" w:styleId="TH">
    <w:name w:val="TH"/>
    <w:basedOn w:val="Normal"/>
    <w:link w:val="THChar"/>
    <w:qFormat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ZH">
    <w:name w:val="ZH"/>
    <w:pPr>
      <w:framePr w:wrap="notBeside" w:vAnchor="page" w:hAnchor="margin" w:xAlign="center" w:y="6805"/>
      <w:widowControl w:val="0"/>
    </w:pPr>
    <w:rPr>
      <w:rFonts w:ascii="Arial" w:hAnsi="Arial"/>
      <w:noProof/>
      <w:lang w:eastAsia="en-US"/>
    </w:r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ZG">
    <w:name w:val="ZG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pPr>
      <w:ind w:left="1135"/>
    </w:pPr>
  </w:style>
  <w:style w:type="paragraph" w:styleId="List2">
    <w:name w:val="List 2"/>
    <w:basedOn w:val="List"/>
    <w:pPr>
      <w:ind w:left="851"/>
    </w:pPr>
  </w:style>
  <w:style w:type="paragraph" w:styleId="List3">
    <w:name w:val="List 3"/>
    <w:basedOn w:val="List2"/>
    <w:pPr>
      <w:ind w:left="1135"/>
    </w:pPr>
  </w:style>
  <w:style w:type="paragraph" w:styleId="List4">
    <w:name w:val="List 4"/>
    <w:basedOn w:val="List3"/>
    <w:pPr>
      <w:ind w:left="1418"/>
    </w:pPr>
  </w:style>
  <w:style w:type="paragraph" w:styleId="List5">
    <w:name w:val="List 5"/>
    <w:basedOn w:val="List4"/>
    <w:pPr>
      <w:ind w:left="1702"/>
    </w:pPr>
  </w:style>
  <w:style w:type="paragraph" w:styleId="ListBullet4">
    <w:name w:val="List Bullet 4"/>
    <w:basedOn w:val="ListBullet3"/>
    <w:pPr>
      <w:ind w:left="1418"/>
    </w:pPr>
  </w:style>
  <w:style w:type="paragraph" w:styleId="ListBullet5">
    <w:name w:val="List Bullet 5"/>
    <w:basedOn w:val="ListBullet4"/>
    <w:pPr>
      <w:ind w:left="1702"/>
    </w:pPr>
  </w:style>
  <w:style w:type="paragraph" w:customStyle="1" w:styleId="B2">
    <w:name w:val="B2"/>
    <w:basedOn w:val="List2"/>
    <w:link w:val="B2Char"/>
  </w:style>
  <w:style w:type="paragraph" w:customStyle="1" w:styleId="B3">
    <w:name w:val="B3"/>
    <w:basedOn w:val="List3"/>
    <w:link w:val="B3Char"/>
  </w:style>
  <w:style w:type="paragraph" w:customStyle="1" w:styleId="B4">
    <w:name w:val="B4"/>
    <w:basedOn w:val="List4"/>
  </w:style>
  <w:style w:type="paragraph" w:customStyle="1" w:styleId="B5">
    <w:name w:val="B5"/>
    <w:basedOn w:val="List5"/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paragraph" w:customStyle="1" w:styleId="INDENT1">
    <w:name w:val="INDENT1"/>
    <w:basedOn w:val="Normal"/>
    <w:pPr>
      <w:ind w:left="851"/>
    </w:pPr>
  </w:style>
  <w:style w:type="paragraph" w:customStyle="1" w:styleId="INDENT2">
    <w:name w:val="INDENT2"/>
    <w:basedOn w:val="Normal"/>
    <w:pPr>
      <w:ind w:left="1135" w:hanging="284"/>
    </w:pPr>
  </w:style>
  <w:style w:type="paragraph" w:customStyle="1" w:styleId="INDENT3">
    <w:name w:val="INDENT3"/>
    <w:basedOn w:val="Normal"/>
    <w:pPr>
      <w:ind w:left="1701" w:hanging="567"/>
    </w:pPr>
  </w:style>
  <w:style w:type="paragraph" w:customStyle="1" w:styleId="FigureTitle">
    <w:name w:val="Figure_Title"/>
    <w:basedOn w:val="Normal"/>
    <w:next w:val="Normal"/>
    <w:pPr>
      <w:keepLines/>
      <w:tabs>
        <w:tab w:val="left" w:pos="794"/>
        <w:tab w:val="left" w:pos="1191"/>
        <w:tab w:val="left" w:pos="1588"/>
        <w:tab w:val="left" w:pos="1985"/>
      </w:tabs>
      <w:spacing w:before="120" w:after="480"/>
      <w:jc w:val="center"/>
    </w:pPr>
    <w:rPr>
      <w:b/>
      <w:sz w:val="24"/>
    </w:rPr>
  </w:style>
  <w:style w:type="paragraph" w:customStyle="1" w:styleId="RecCCITT">
    <w:name w:val="Rec_CCITT_#"/>
    <w:basedOn w:val="Normal"/>
    <w:pPr>
      <w:keepNext/>
      <w:keepLines/>
    </w:pPr>
    <w:rPr>
      <w:b/>
    </w:rPr>
  </w:style>
  <w:style w:type="paragraph" w:customStyle="1" w:styleId="enumlev2">
    <w:name w:val="enumlev2"/>
    <w:basedOn w:val="Normal"/>
    <w:pPr>
      <w:tabs>
        <w:tab w:val="left" w:pos="794"/>
        <w:tab w:val="left" w:pos="1191"/>
        <w:tab w:val="left" w:pos="1588"/>
        <w:tab w:val="left" w:pos="1985"/>
      </w:tabs>
      <w:spacing w:before="86"/>
      <w:ind w:left="1588" w:hanging="397"/>
      <w:jc w:val="both"/>
    </w:pPr>
    <w:rPr>
      <w:lang w:val="en-US"/>
    </w:rPr>
  </w:style>
  <w:style w:type="paragraph" w:customStyle="1" w:styleId="CouvRecTitle">
    <w:name w:val="Couv Rec Title"/>
    <w:basedOn w:val="Normal"/>
    <w:pPr>
      <w:keepNext/>
      <w:keepLines/>
      <w:spacing w:before="240"/>
      <w:ind w:left="1418"/>
    </w:pPr>
    <w:rPr>
      <w:rFonts w:ascii="Arial" w:hAnsi="Arial"/>
      <w:b/>
      <w:sz w:val="36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PlainText">
    <w:name w:val="Plain Text"/>
    <w:basedOn w:val="Normal"/>
    <w:rPr>
      <w:rFonts w:ascii="Courier New" w:hAnsi="Courier New"/>
      <w:lang w:val="nb-NO"/>
    </w:rPr>
  </w:style>
  <w:style w:type="paragraph" w:customStyle="1" w:styleId="TAJ">
    <w:name w:val="TAJ"/>
    <w:basedOn w:val="TH"/>
  </w:style>
  <w:style w:type="paragraph" w:styleId="BodyText">
    <w:name w:val="Body Text"/>
    <w:aliases w:val="bt"/>
    <w:basedOn w:val="Normal"/>
  </w:style>
  <w:style w:type="character" w:customStyle="1" w:styleId="B1Zchn">
    <w:name w:val="B1 Zchn"/>
    <w:rsid w:val="00721B52"/>
    <w:rPr>
      <w:rFonts w:ascii="Times New Roman" w:hAnsi="Times New Roman"/>
      <w:lang w:val="en-GB" w:eastAsia="en-US"/>
    </w:rPr>
  </w:style>
  <w:style w:type="paragraph" w:customStyle="1" w:styleId="Guidance">
    <w:name w:val="Guidance"/>
    <w:basedOn w:val="Normal"/>
    <w:rPr>
      <w:i/>
      <w:color w:val="0000FF"/>
    </w:rPr>
  </w:style>
  <w:style w:type="paragraph" w:styleId="CommentText">
    <w:name w:val="annotation text"/>
    <w:basedOn w:val="Normal"/>
    <w:semiHidden/>
  </w:style>
  <w:style w:type="paragraph" w:customStyle="1" w:styleId="CRCoverPage">
    <w:name w:val="CR Cover Page"/>
    <w:pPr>
      <w:spacing w:after="120"/>
    </w:pPr>
    <w:rPr>
      <w:rFonts w:ascii="Arial" w:eastAsia="Times New Roman" w:hAnsi="Arial"/>
      <w:lang w:eastAsia="en-US"/>
    </w:rPr>
  </w:style>
  <w:style w:type="paragraph" w:customStyle="1" w:styleId="1">
    <w:name w:val="吹き出し1"/>
    <w:basedOn w:val="Normal"/>
    <w:semiHidden/>
    <w:rPr>
      <w:rFonts w:ascii="Tahoma" w:hAnsi="Tahoma" w:cs="MS Mincho"/>
      <w:sz w:val="16"/>
      <w:szCs w:val="16"/>
    </w:rPr>
  </w:style>
  <w:style w:type="paragraph" w:customStyle="1" w:styleId="bullet">
    <w:name w:val="bullet"/>
    <w:basedOn w:val="Normal"/>
    <w:pPr>
      <w:numPr>
        <w:numId w:val="8"/>
      </w:numPr>
    </w:pPr>
  </w:style>
  <w:style w:type="character" w:customStyle="1" w:styleId="NOChar">
    <w:name w:val="NO Char"/>
    <w:rPr>
      <w:rFonts w:eastAsia="MS Mincho"/>
      <w:lang w:val="en-GB" w:eastAsia="en-US" w:bidi="ar-SA"/>
    </w:rPr>
  </w:style>
  <w:style w:type="paragraph" w:styleId="BalloonText">
    <w:name w:val="Balloon Text"/>
    <w:basedOn w:val="Normal"/>
    <w:semiHidden/>
    <w:rsid w:val="0063013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44773"/>
    <w:rPr>
      <w:b/>
      <w:bCs/>
    </w:rPr>
  </w:style>
  <w:style w:type="character" w:customStyle="1" w:styleId="B2Char">
    <w:name w:val="B2 Char"/>
    <w:link w:val="B2"/>
    <w:rsid w:val="00504DF3"/>
    <w:rPr>
      <w:rFonts w:eastAsia="MS Mincho"/>
      <w:lang w:val="en-GB" w:eastAsia="en-US" w:bidi="ar-SA"/>
    </w:rPr>
  </w:style>
  <w:style w:type="character" w:customStyle="1" w:styleId="B1Char">
    <w:name w:val="B1 Char"/>
    <w:link w:val="B1"/>
    <w:rsid w:val="003F09A1"/>
    <w:rPr>
      <w:rFonts w:eastAsia="MS Mincho"/>
      <w:lang w:val="en-GB" w:eastAsia="en-US" w:bidi="ar-SA"/>
    </w:rPr>
  </w:style>
  <w:style w:type="character" w:customStyle="1" w:styleId="EditorsNoteChar">
    <w:name w:val="Editor's Note Char"/>
    <w:link w:val="EditorsNote"/>
    <w:rsid w:val="0092784F"/>
    <w:rPr>
      <w:rFonts w:eastAsia="MS Mincho"/>
      <w:color w:val="FF0000"/>
      <w:lang w:val="en-GB" w:eastAsia="en-US" w:bidi="ar-SA"/>
    </w:rPr>
  </w:style>
  <w:style w:type="character" w:customStyle="1" w:styleId="NOChar1">
    <w:name w:val="NO Char1"/>
    <w:link w:val="NO"/>
    <w:rsid w:val="00406742"/>
    <w:rPr>
      <w:rFonts w:eastAsia="MS Mincho"/>
      <w:lang w:val="en-GB" w:eastAsia="en-US" w:bidi="ar-SA"/>
    </w:rPr>
  </w:style>
  <w:style w:type="table" w:styleId="TableGrid">
    <w:name w:val="Table Grid"/>
    <w:basedOn w:val="TableNormal"/>
    <w:rsid w:val="00A52002"/>
    <w:pPr>
      <w:spacing w:after="1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3Char">
    <w:name w:val="B3 Char"/>
    <w:link w:val="B3"/>
    <w:rsid w:val="0042560A"/>
    <w:rPr>
      <w:rFonts w:eastAsia="MS Mincho"/>
      <w:lang w:val="en-GB" w:eastAsia="en-US" w:bidi="ar-SA"/>
    </w:rPr>
  </w:style>
  <w:style w:type="character" w:customStyle="1" w:styleId="B1Char1">
    <w:name w:val="B1 Char1"/>
    <w:qFormat/>
    <w:rsid w:val="00177B0B"/>
    <w:rPr>
      <w:lang w:val="en-GB" w:eastAsia="en-US" w:bidi="ar-SA"/>
    </w:rPr>
  </w:style>
  <w:style w:type="character" w:customStyle="1" w:styleId="TALCar">
    <w:name w:val="TAL Car"/>
    <w:link w:val="TAL"/>
    <w:qFormat/>
    <w:rsid w:val="00E400C8"/>
    <w:rPr>
      <w:rFonts w:ascii="Arial" w:eastAsia="MS Mincho" w:hAnsi="Arial"/>
      <w:sz w:val="18"/>
      <w:lang w:val="en-GB" w:eastAsia="en-US" w:bidi="ar-SA"/>
    </w:rPr>
  </w:style>
  <w:style w:type="character" w:customStyle="1" w:styleId="EXChar">
    <w:name w:val="EX Char"/>
    <w:link w:val="EX"/>
    <w:locked/>
    <w:rsid w:val="007454F5"/>
    <w:rPr>
      <w:lang w:val="en-GB" w:eastAsia="en-US"/>
    </w:rPr>
  </w:style>
  <w:style w:type="character" w:customStyle="1" w:styleId="Heading3Char">
    <w:name w:val="Heading 3 Char"/>
    <w:aliases w:val="Underrubrik2 Char,H3 Char,Memo Heading 3 Char,h3 Char,no break Char,hello Char,0H Char,0h Char,3h Char,3H Char"/>
    <w:link w:val="Heading3"/>
    <w:rsid w:val="007454F5"/>
    <w:rPr>
      <w:rFonts w:ascii="Arial" w:hAnsi="Arial"/>
      <w:sz w:val="28"/>
      <w:lang w:val="en-GB" w:eastAsia="en-US"/>
    </w:rPr>
  </w:style>
  <w:style w:type="character" w:customStyle="1" w:styleId="THChar">
    <w:name w:val="TH Char"/>
    <w:link w:val="TH"/>
    <w:qFormat/>
    <w:rsid w:val="0056349E"/>
    <w:rPr>
      <w:rFonts w:ascii="Arial" w:hAnsi="Arial"/>
      <w:b/>
      <w:lang w:val="en-GB" w:eastAsia="en-US"/>
    </w:rPr>
  </w:style>
  <w:style w:type="paragraph" w:styleId="Revision">
    <w:name w:val="Revision"/>
    <w:hidden/>
    <w:uiPriority w:val="99"/>
    <w:semiHidden/>
    <w:rsid w:val="004B7A54"/>
    <w:rPr>
      <w:lang w:eastAsia="en-US"/>
    </w:rPr>
  </w:style>
  <w:style w:type="character" w:customStyle="1" w:styleId="Heading2Char">
    <w:name w:val="Heading 2 Char"/>
    <w:aliases w:val="Head2A Char,2 Char,H2 Char,h2 Char"/>
    <w:link w:val="Heading2"/>
    <w:rsid w:val="00A635EF"/>
    <w:rPr>
      <w:rFonts w:ascii="Arial" w:hAnsi="Arial"/>
      <w:sz w:val="32"/>
      <w:lang w:val="en-GB" w:eastAsia="en-US"/>
    </w:rPr>
  </w:style>
  <w:style w:type="character" w:customStyle="1" w:styleId="Heading4Char">
    <w:name w:val="Heading 4 Char"/>
    <w:aliases w:val="h4 Char,Memo Heading 4 Char,H4 Char,H41 Char,h41 Char,H42 Char,h42 Char,H43 Char,h43 Char,H411 Char,h411 Char,H421 Char,h421 Char,H44 Char,h44 Char,H412 Char,h412 Char,H422 Char,h422 Char,H431 Char,h431 Char,H45 Char,h45 Char,H413 Char"/>
    <w:link w:val="Heading4"/>
    <w:rsid w:val="00D80C02"/>
    <w:rPr>
      <w:rFonts w:ascii="Arial" w:hAnsi="Arial"/>
      <w:sz w:val="24"/>
      <w:lang w:val="en-GB" w:eastAsia="en-US"/>
    </w:rPr>
  </w:style>
  <w:style w:type="character" w:customStyle="1" w:styleId="PLChar">
    <w:name w:val="PL Char"/>
    <w:link w:val="PL"/>
    <w:rsid w:val="0081643E"/>
    <w:rPr>
      <w:rFonts w:ascii="Courier New" w:hAnsi="Courier New"/>
      <w:noProof/>
      <w:sz w:val="16"/>
      <w:lang w:eastAsia="en-US" w:bidi="ar-SA"/>
    </w:rPr>
  </w:style>
  <w:style w:type="character" w:customStyle="1" w:styleId="FooterChar">
    <w:name w:val="Footer Char"/>
    <w:basedOn w:val="DefaultParagraphFont"/>
    <w:link w:val="Footer"/>
    <w:rsid w:val="00CC6278"/>
    <w:rPr>
      <w:rFonts w:ascii="Arial" w:hAnsi="Arial"/>
      <w:b/>
      <w:i/>
      <w:noProof/>
      <w:sz w:val="18"/>
      <w:lang w:eastAsia="en-US"/>
    </w:rPr>
  </w:style>
  <w:style w:type="character" w:customStyle="1" w:styleId="TACChar">
    <w:name w:val="TAC Char"/>
    <w:link w:val="TAC"/>
    <w:locked/>
    <w:rsid w:val="00CC6278"/>
    <w:rPr>
      <w:rFonts w:ascii="Arial" w:hAnsi="Arial"/>
      <w:sz w:val="18"/>
      <w:lang w:eastAsia="en-US"/>
    </w:rPr>
  </w:style>
  <w:style w:type="character" w:customStyle="1" w:styleId="B2Car">
    <w:name w:val="B2 Car"/>
    <w:rsid w:val="000B4A0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8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package" Target="embeddings/Microsoft_Visio_Drawing2.vsd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honen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83A75-C447-42EA-B97A-F5EBCED7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12</TotalTime>
  <Pages>55</Pages>
  <Words>23496</Words>
  <Characters>123812</Characters>
  <Application>Microsoft Office Word</Application>
  <DocSecurity>0</DocSecurity>
  <Lines>3821</Lines>
  <Paragraphs>2669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36.304</vt:lpstr>
    </vt:vector>
  </TitlesOfParts>
  <Manager/>
  <Company/>
  <LinksUpToDate>false</LinksUpToDate>
  <CharactersWithSpaces>144670</CharactersWithSpaces>
  <SharedDoc>false</SharedDoc>
  <HyperlinkBase/>
  <HLinks>
    <vt:vector size="6" baseType="variant">
      <vt:variant>
        <vt:i4>1769551</vt:i4>
      </vt:variant>
      <vt:variant>
        <vt:i4>3</vt:i4>
      </vt:variant>
      <vt:variant>
        <vt:i4>0</vt:i4>
      </vt:variant>
      <vt:variant>
        <vt:i4>5</vt:i4>
      </vt:variant>
      <vt:variant>
        <vt:lpwstr>http://www.3gpp.org/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36.304</dc:title>
  <dc:subject>Evolved Universal Terrestrial Radio Access (E-UTRA); User Equipment (UE) procedures in idle mode (Release 15)</dc:subject>
  <dc:creator>MCC Support</dc:creator>
  <cp:keywords>LTE, E-UTRAN, radio, terminal</cp:keywords>
  <dc:description/>
  <cp:lastModifiedBy>Draft v2</cp:lastModifiedBy>
  <cp:revision>3</cp:revision>
  <cp:lastPrinted>2007-12-21T11:58:00Z</cp:lastPrinted>
  <dcterms:created xsi:type="dcterms:W3CDTF">2022-04-13T09:34:00Z</dcterms:created>
  <dcterms:modified xsi:type="dcterms:W3CDTF">2022-04-13T09:46:00Z</dcterms:modified>
</cp:coreProperties>
</file>