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footer2.xml" ContentType="application/vnd.openxmlformats-officedocument.wordprocessingml.footer+xml"/>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embeddings/oleObject6.bin" ContentType="application/vnd.openxmlformats-officedocument.oleObject"/>
  <Override PartName="/word/footer3.xml" ContentType="application/vnd.openxmlformats-officedocument.wordprocessingml.footer+xml"/>
  <Override PartName="/word/embeddings/oleObject7.bin" ContentType="application/vnd.openxmlformats-officedocument.oleObject"/>
  <Override PartName="/word/embeddings/oleObject8.bin" ContentType="application/vnd.openxmlformats-officedocument.oleObject"/>
  <Override PartName="/word/header4.xml" ContentType="application/vnd.openxmlformats-officedocument.wordprocessingml.header+xml"/>
  <Override PartName="/word/header5.xml" ContentType="application/vnd.openxmlformats-officedocument.wordprocessingml.header+xml"/>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6.xml" ContentType="application/vnd.openxmlformats-officedocument.wordprocessingml.header+xml"/>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EA39C" w14:textId="448C8386" w:rsidR="00DC7196" w:rsidRPr="001C0CC4" w:rsidRDefault="00DC7196" w:rsidP="00DC7196">
      <w:pPr>
        <w:pStyle w:val="Heading8"/>
      </w:pPr>
      <w:bookmarkStart w:id="0" w:name="_Toc21344515"/>
      <w:bookmarkStart w:id="1" w:name="_Toc29802003"/>
      <w:bookmarkStart w:id="2" w:name="_Toc29802427"/>
      <w:bookmarkStart w:id="3" w:name="_Toc29803052"/>
      <w:bookmarkStart w:id="4" w:name="_Toc36107794"/>
      <w:bookmarkStart w:id="5" w:name="_Toc37251568"/>
      <w:bookmarkStart w:id="6" w:name="_Toc45888507"/>
      <w:bookmarkStart w:id="7" w:name="_Toc45889106"/>
      <w:bookmarkStart w:id="8" w:name="_Toc59650479"/>
      <w:bookmarkStart w:id="9" w:name="_Toc61357751"/>
      <w:bookmarkStart w:id="10" w:name="_Toc61359525"/>
      <w:bookmarkStart w:id="11" w:name="_Toc67916465"/>
      <w:bookmarkStart w:id="12" w:name="_Toc75534011"/>
      <w:bookmarkStart w:id="13" w:name="_Toc75819897"/>
      <w:bookmarkStart w:id="14" w:name="_Toc76508741"/>
      <w:bookmarkStart w:id="15" w:name="_Toc76717691"/>
      <w:bookmarkStart w:id="16" w:name="_Toc83294332"/>
      <w:bookmarkStart w:id="17" w:name="_Toc84335371"/>
      <w:bookmarkStart w:id="18" w:name="_Toc2086435"/>
      <w:r w:rsidRPr="001C0CC4">
        <w:t>Annex A (normative):</w:t>
      </w:r>
      <w:r w:rsidRPr="001C0CC4">
        <w:br/>
        <w:t>Measurement channels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0F374F32" w14:textId="77777777" w:rsidR="00DC7196" w:rsidRPr="001C0CC4" w:rsidRDefault="00DC7196" w:rsidP="00DC7196"/>
    <w:p w14:paraId="57E5FB7E" w14:textId="77777777" w:rsidR="00DC7196" w:rsidRPr="001C0CC4" w:rsidRDefault="00DC7196" w:rsidP="00DC7196">
      <w:pPr>
        <w:pStyle w:val="Heading1"/>
      </w:pPr>
      <w:bookmarkStart w:id="19" w:name="_Toc21344516"/>
      <w:bookmarkStart w:id="20" w:name="_Toc29802004"/>
      <w:bookmarkStart w:id="21" w:name="_Toc29802428"/>
      <w:bookmarkStart w:id="22" w:name="_Toc29803053"/>
      <w:bookmarkStart w:id="23" w:name="_Toc36107795"/>
      <w:bookmarkStart w:id="24" w:name="_Toc37251569"/>
      <w:bookmarkStart w:id="25" w:name="_Toc45888508"/>
      <w:bookmarkStart w:id="26" w:name="_Toc45889107"/>
      <w:bookmarkStart w:id="27" w:name="_Toc59650480"/>
      <w:bookmarkStart w:id="28" w:name="_Toc61357752"/>
      <w:bookmarkStart w:id="29" w:name="_Toc61359526"/>
      <w:bookmarkStart w:id="30" w:name="_Toc67916466"/>
      <w:bookmarkStart w:id="31" w:name="_Toc75534012"/>
      <w:bookmarkStart w:id="32" w:name="_Toc75819898"/>
      <w:bookmarkStart w:id="33" w:name="_Toc76508742"/>
      <w:bookmarkStart w:id="34" w:name="_Toc76717692"/>
      <w:bookmarkStart w:id="35" w:name="_Toc83294333"/>
      <w:bookmarkStart w:id="36" w:name="_Toc84335372"/>
      <w:r w:rsidRPr="001C0CC4">
        <w:t>A.1</w:t>
      </w:r>
      <w:r w:rsidRPr="001C0CC4">
        <w:tab/>
        <w:t>General</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2CEDF1CF" w14:textId="77777777" w:rsidR="00DC7196" w:rsidRPr="001C0CC4" w:rsidRDefault="00DC7196" w:rsidP="00DC7196">
      <w:r w:rsidRPr="001C0CC4">
        <w:t>The throughput values defined in the measurement channels specified in Annex A, are calculated and are valid per datastream (codeword). For multi-stream (more than one codeword) transmissions, the throughput referenced in the minimum requirements is the sum of throughputs of all datastreams (codewords).</w:t>
      </w:r>
    </w:p>
    <w:p w14:paraId="3F624E4B" w14:textId="77777777" w:rsidR="00DC7196" w:rsidRPr="001C0CC4" w:rsidRDefault="00DC7196" w:rsidP="00DC7196">
      <w:r w:rsidRPr="001C0CC4">
        <w:t>The UE category entry in the definition of the reference measurement channel in Annex A is only informative and reveals the UE categories, which can support the corresponding measurement channel. Whether the measurement channel is used for testing a certain UE category or not is specified in the individual minimum requirements.</w:t>
      </w:r>
    </w:p>
    <w:p w14:paraId="396260A6" w14:textId="77777777" w:rsidR="00DC7196" w:rsidRPr="001C0CC4" w:rsidRDefault="00DC7196" w:rsidP="00DC7196">
      <w:pPr>
        <w:pStyle w:val="Heading1"/>
      </w:pPr>
      <w:bookmarkStart w:id="37" w:name="_Toc21344517"/>
      <w:bookmarkStart w:id="38" w:name="_Toc29802005"/>
      <w:bookmarkStart w:id="39" w:name="_Toc29802429"/>
      <w:bookmarkStart w:id="40" w:name="_Toc29803054"/>
      <w:bookmarkStart w:id="41" w:name="_Toc36107796"/>
      <w:bookmarkStart w:id="42" w:name="_Toc37251570"/>
      <w:bookmarkStart w:id="43" w:name="_Toc45888509"/>
      <w:bookmarkStart w:id="44" w:name="_Toc45889108"/>
      <w:bookmarkStart w:id="45" w:name="_Toc59650481"/>
      <w:bookmarkStart w:id="46" w:name="_Toc61357753"/>
      <w:bookmarkStart w:id="47" w:name="_Toc61359527"/>
      <w:bookmarkStart w:id="48" w:name="_Toc67916467"/>
      <w:bookmarkStart w:id="49" w:name="_Toc75534013"/>
      <w:bookmarkStart w:id="50" w:name="_Toc75819899"/>
      <w:bookmarkStart w:id="51" w:name="_Toc76508743"/>
      <w:bookmarkStart w:id="52" w:name="_Toc76717693"/>
      <w:bookmarkStart w:id="53" w:name="_Toc83294334"/>
      <w:bookmarkStart w:id="54" w:name="_Toc84335373"/>
      <w:r w:rsidRPr="001C0CC4">
        <w:t>A.2</w:t>
      </w:r>
      <w:r w:rsidRPr="001C0CC4">
        <w:tab/>
        <w:t>UL reference measurement channels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0E228C23" w14:textId="77777777" w:rsidR="00DC7196" w:rsidRPr="001C0CC4" w:rsidRDefault="00DC7196" w:rsidP="00DC7196">
      <w:pPr>
        <w:pStyle w:val="Heading2"/>
      </w:pPr>
      <w:bookmarkStart w:id="55" w:name="_Toc21344518"/>
      <w:bookmarkStart w:id="56" w:name="_Toc29802006"/>
      <w:bookmarkStart w:id="57" w:name="_Toc29802430"/>
      <w:bookmarkStart w:id="58" w:name="_Toc29803055"/>
      <w:bookmarkStart w:id="59" w:name="_Toc36107797"/>
      <w:bookmarkStart w:id="60" w:name="_Toc37251571"/>
      <w:bookmarkStart w:id="61" w:name="_Toc45888510"/>
      <w:bookmarkStart w:id="62" w:name="_Toc45889109"/>
      <w:bookmarkStart w:id="63" w:name="_Toc59650482"/>
      <w:bookmarkStart w:id="64" w:name="_Toc61357754"/>
      <w:bookmarkStart w:id="65" w:name="_Toc61359528"/>
      <w:bookmarkStart w:id="66" w:name="_Toc67916468"/>
      <w:bookmarkStart w:id="67" w:name="_Toc75534014"/>
      <w:bookmarkStart w:id="68" w:name="_Toc75819900"/>
      <w:bookmarkStart w:id="69" w:name="_Toc76508744"/>
      <w:bookmarkStart w:id="70" w:name="_Toc76717694"/>
      <w:bookmarkStart w:id="71" w:name="_Toc83294335"/>
      <w:bookmarkStart w:id="72" w:name="_Toc84335374"/>
      <w:r w:rsidRPr="001C0CC4">
        <w:t>A.2.1</w:t>
      </w:r>
      <w:r w:rsidRPr="001C0CC4">
        <w:tab/>
        <w:t>General</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52A81DD2" w14:textId="77777777" w:rsidR="00A43E5A" w:rsidRPr="001C0CC4" w:rsidRDefault="00A43E5A" w:rsidP="00A43E5A">
      <w:r w:rsidRPr="001C0CC4">
        <w:t xml:space="preserve">The measurement channels in the following </w:t>
      </w:r>
      <w:r>
        <w:t>clause</w:t>
      </w:r>
      <w:r w:rsidRPr="001C0CC4">
        <w:t>s are defined to derive the requirements in clause 6 (Transmitter Characteristics) and clause 7 (Receiver Characteristics). The measurement channels represent example configurations of physical channels for different data rates.</w:t>
      </w:r>
    </w:p>
    <w:p w14:paraId="168CF43B" w14:textId="77777777" w:rsidR="00A43E5A" w:rsidRDefault="00A43E5A" w:rsidP="00A43E5A">
      <w:pPr>
        <w:rPr>
          <w:snapToGrid w:val="0"/>
        </w:rPr>
      </w:pPr>
      <w:r w:rsidRPr="00DE7104">
        <w:rPr>
          <w:snapToGrid w:val="0"/>
        </w:rPr>
        <w:t xml:space="preserve">The measurement channels in the following clauses are </w:t>
      </w:r>
      <w:r>
        <w:rPr>
          <w:snapToGrid w:val="0"/>
        </w:rPr>
        <w:t xml:space="preserve">applicable to both FDD and TDD. </w:t>
      </w:r>
    </w:p>
    <w:p w14:paraId="38824756" w14:textId="77777777" w:rsidR="00A43E5A" w:rsidRPr="00835F44" w:rsidRDefault="00A43E5A" w:rsidP="00A43E5A">
      <w:r>
        <w:rPr>
          <w:snapToGrid w:val="0"/>
        </w:rPr>
        <w:t xml:space="preserve">The active uplink slots for TDD configurations are specified in table A.2.1-1. </w:t>
      </w:r>
      <w:r w:rsidRPr="00835F44">
        <w:t xml:space="preserve">TDD slot patterns defined for reference sensitivity tests will be used for </w:t>
      </w:r>
      <w:r>
        <w:t xml:space="preserve">TDD </w:t>
      </w:r>
      <w:r w:rsidRPr="00835F44">
        <w:t>UL RMCs.</w:t>
      </w:r>
    </w:p>
    <w:p w14:paraId="78F78827" w14:textId="77777777" w:rsidR="00A43E5A" w:rsidRDefault="00A43E5A" w:rsidP="00A43E5A">
      <w:pPr>
        <w:pStyle w:val="TH"/>
      </w:pPr>
      <w:r>
        <w:t>Table A.2.1-1: TDD active uplink slots</w:t>
      </w:r>
    </w:p>
    <w:tbl>
      <w:tblPr>
        <w:tblStyle w:val="TableGrid"/>
        <w:tblW w:w="0" w:type="auto"/>
        <w:jc w:val="center"/>
        <w:tblLook w:val="04A0" w:firstRow="1" w:lastRow="0" w:firstColumn="1" w:lastColumn="0" w:noHBand="0" w:noVBand="1"/>
      </w:tblPr>
      <w:tblGrid>
        <w:gridCol w:w="1129"/>
        <w:gridCol w:w="2977"/>
      </w:tblGrid>
      <w:tr w:rsidR="00A43E5A" w14:paraId="3DF17C16" w14:textId="77777777" w:rsidTr="00284A9D">
        <w:trPr>
          <w:jc w:val="center"/>
        </w:trPr>
        <w:tc>
          <w:tcPr>
            <w:tcW w:w="1129" w:type="dxa"/>
          </w:tcPr>
          <w:p w14:paraId="4B2F3F2C" w14:textId="77777777" w:rsidR="00A43E5A" w:rsidRDefault="00A43E5A" w:rsidP="00284A9D">
            <w:pPr>
              <w:pStyle w:val="TAH"/>
              <w:rPr>
                <w:rFonts w:eastAsiaTheme="minorHAnsi"/>
                <w:lang w:val="en-US"/>
              </w:rPr>
            </w:pPr>
            <w:r>
              <w:rPr>
                <w:rFonts w:eastAsiaTheme="minorHAnsi"/>
                <w:lang w:val="en-US"/>
              </w:rPr>
              <w:t>SCS</w:t>
            </w:r>
          </w:p>
        </w:tc>
        <w:tc>
          <w:tcPr>
            <w:tcW w:w="2977" w:type="dxa"/>
          </w:tcPr>
          <w:p w14:paraId="6E975053" w14:textId="77777777" w:rsidR="00A43E5A" w:rsidRDefault="00A43E5A" w:rsidP="00284A9D">
            <w:pPr>
              <w:pStyle w:val="TAH"/>
              <w:rPr>
                <w:rFonts w:eastAsiaTheme="minorHAnsi"/>
                <w:lang w:val="en-US"/>
              </w:rPr>
            </w:pPr>
            <w:r>
              <w:rPr>
                <w:rFonts w:eastAsiaTheme="minorHAnsi"/>
                <w:lang w:val="en-US"/>
              </w:rPr>
              <w:t>Active Uplink slots</w:t>
            </w:r>
          </w:p>
        </w:tc>
      </w:tr>
      <w:tr w:rsidR="00A43E5A" w14:paraId="67BBCDC0" w14:textId="77777777" w:rsidTr="00284A9D">
        <w:trPr>
          <w:jc w:val="center"/>
        </w:trPr>
        <w:tc>
          <w:tcPr>
            <w:tcW w:w="1129" w:type="dxa"/>
          </w:tcPr>
          <w:p w14:paraId="74321C40" w14:textId="77777777" w:rsidR="00A43E5A" w:rsidRDefault="00A43E5A" w:rsidP="00284A9D">
            <w:pPr>
              <w:pStyle w:val="TAC"/>
              <w:rPr>
                <w:rFonts w:eastAsiaTheme="minorHAnsi"/>
                <w:lang w:val="en-US"/>
              </w:rPr>
            </w:pPr>
            <w:r>
              <w:rPr>
                <w:rFonts w:eastAsiaTheme="minorHAnsi"/>
                <w:lang w:val="en-US"/>
              </w:rPr>
              <w:t>15 kHz</w:t>
            </w:r>
          </w:p>
        </w:tc>
        <w:tc>
          <w:tcPr>
            <w:tcW w:w="2977" w:type="dxa"/>
          </w:tcPr>
          <w:p w14:paraId="4172AF4C" w14:textId="77777777" w:rsidR="00A43E5A" w:rsidRDefault="00A43E5A" w:rsidP="00284A9D">
            <w:pPr>
              <w:pStyle w:val="TAC"/>
              <w:rPr>
                <w:rFonts w:eastAsiaTheme="minorHAnsi"/>
                <w:lang w:val="en-US"/>
              </w:rPr>
            </w:pPr>
            <w:r>
              <w:rPr>
                <w:rFonts w:eastAsiaTheme="minorHAnsi"/>
                <w:lang w:val="en-US"/>
              </w:rPr>
              <w:t>4, 9</w:t>
            </w:r>
          </w:p>
        </w:tc>
      </w:tr>
      <w:tr w:rsidR="00A43E5A" w14:paraId="53BFDE8C" w14:textId="77777777" w:rsidTr="00284A9D">
        <w:trPr>
          <w:jc w:val="center"/>
        </w:trPr>
        <w:tc>
          <w:tcPr>
            <w:tcW w:w="1129" w:type="dxa"/>
          </w:tcPr>
          <w:p w14:paraId="2AD1221B" w14:textId="77777777" w:rsidR="00A43E5A" w:rsidRDefault="00A43E5A" w:rsidP="00284A9D">
            <w:pPr>
              <w:pStyle w:val="TAC"/>
              <w:rPr>
                <w:rFonts w:eastAsiaTheme="minorHAnsi"/>
                <w:lang w:val="en-US"/>
              </w:rPr>
            </w:pPr>
            <w:r>
              <w:rPr>
                <w:rFonts w:eastAsiaTheme="minorHAnsi"/>
                <w:lang w:val="en-US"/>
              </w:rPr>
              <w:t>30 kHz</w:t>
            </w:r>
          </w:p>
        </w:tc>
        <w:tc>
          <w:tcPr>
            <w:tcW w:w="2977" w:type="dxa"/>
          </w:tcPr>
          <w:p w14:paraId="34163A1B" w14:textId="77777777" w:rsidR="00A43E5A" w:rsidRDefault="00A43E5A" w:rsidP="00284A9D">
            <w:pPr>
              <w:pStyle w:val="TAC"/>
              <w:rPr>
                <w:rFonts w:eastAsiaTheme="minorHAnsi"/>
                <w:lang w:val="en-US"/>
              </w:rPr>
            </w:pPr>
            <w:r>
              <w:rPr>
                <w:rFonts w:eastAsiaTheme="minorHAnsi"/>
                <w:lang w:val="en-US"/>
              </w:rPr>
              <w:t>8, 9, 18, 19</w:t>
            </w:r>
          </w:p>
        </w:tc>
      </w:tr>
      <w:tr w:rsidR="00A43E5A" w14:paraId="075BCDEC" w14:textId="77777777" w:rsidTr="00284A9D">
        <w:trPr>
          <w:jc w:val="center"/>
        </w:trPr>
        <w:tc>
          <w:tcPr>
            <w:tcW w:w="1129" w:type="dxa"/>
          </w:tcPr>
          <w:p w14:paraId="02C9784E" w14:textId="77777777" w:rsidR="00A43E5A" w:rsidRDefault="00A43E5A" w:rsidP="00284A9D">
            <w:pPr>
              <w:pStyle w:val="TAC"/>
              <w:rPr>
                <w:rFonts w:eastAsiaTheme="minorHAnsi"/>
                <w:lang w:val="en-US"/>
              </w:rPr>
            </w:pPr>
            <w:r>
              <w:rPr>
                <w:rFonts w:eastAsiaTheme="minorHAnsi"/>
                <w:lang w:val="en-US"/>
              </w:rPr>
              <w:t>60 kHz</w:t>
            </w:r>
          </w:p>
        </w:tc>
        <w:tc>
          <w:tcPr>
            <w:tcW w:w="2977" w:type="dxa"/>
          </w:tcPr>
          <w:p w14:paraId="0618FAD7" w14:textId="77777777" w:rsidR="00A43E5A" w:rsidRDefault="00A43E5A" w:rsidP="00284A9D">
            <w:pPr>
              <w:pStyle w:val="TAC"/>
              <w:rPr>
                <w:rFonts w:eastAsiaTheme="minorHAnsi"/>
                <w:lang w:val="en-US"/>
              </w:rPr>
            </w:pPr>
            <w:r>
              <w:rPr>
                <w:rFonts w:eastAsiaTheme="minorHAnsi"/>
                <w:lang w:val="en-US"/>
              </w:rPr>
              <w:t>16, 17, 18, 19, 36, 37, 38, 39</w:t>
            </w:r>
          </w:p>
        </w:tc>
      </w:tr>
    </w:tbl>
    <w:p w14:paraId="538CDF66" w14:textId="77777777" w:rsidR="00A43E5A" w:rsidRPr="001C0CC4" w:rsidRDefault="00A43E5A" w:rsidP="00DC7196"/>
    <w:p w14:paraId="27F88B5F" w14:textId="77777777" w:rsidR="00DC7196" w:rsidRPr="001C0CC4" w:rsidRDefault="00DC7196" w:rsidP="00DC7196">
      <w:pPr>
        <w:pStyle w:val="Heading3"/>
        <w:ind w:left="0" w:firstLine="0"/>
        <w:sectPr w:rsidR="00DC7196" w:rsidRPr="001C0CC4" w:rsidSect="003C4B01">
          <w:headerReference w:type="default" r:id="rId9"/>
          <w:footerReference w:type="default" r:id="rId10"/>
          <w:footnotePr>
            <w:numRestart w:val="eachSect"/>
          </w:footnotePr>
          <w:type w:val="continuous"/>
          <w:pgSz w:w="11907" w:h="16840" w:code="9"/>
          <w:pgMar w:top="1418" w:right="1134" w:bottom="1134" w:left="1134" w:header="851" w:footer="340" w:gutter="0"/>
          <w:pgNumType w:start="341"/>
          <w:cols w:space="720"/>
          <w:formProt w:val="0"/>
          <w:docGrid w:linePitch="272"/>
        </w:sectPr>
      </w:pPr>
    </w:p>
    <w:p w14:paraId="26A5ED95" w14:textId="36499DA3" w:rsidR="00A43E5A" w:rsidRPr="001C0CC4" w:rsidRDefault="00A43E5A" w:rsidP="00A43E5A">
      <w:pPr>
        <w:pStyle w:val="Heading2"/>
      </w:pPr>
      <w:bookmarkStart w:id="73" w:name="_Toc21344519"/>
      <w:bookmarkStart w:id="74" w:name="_Toc29802007"/>
      <w:bookmarkStart w:id="75" w:name="_Toc29802431"/>
      <w:bookmarkStart w:id="76" w:name="_Toc29803056"/>
      <w:bookmarkStart w:id="77" w:name="_Toc36107798"/>
      <w:bookmarkStart w:id="78" w:name="_Toc37251572"/>
      <w:bookmarkStart w:id="79" w:name="_Toc45888511"/>
      <w:bookmarkStart w:id="80" w:name="_Toc45889110"/>
      <w:bookmarkStart w:id="81" w:name="_Toc59650483"/>
      <w:bookmarkStart w:id="82" w:name="_Toc61357755"/>
      <w:bookmarkStart w:id="83" w:name="_Toc61359529"/>
      <w:bookmarkStart w:id="84" w:name="_Toc67916469"/>
      <w:bookmarkStart w:id="85" w:name="_Toc75534015"/>
      <w:bookmarkStart w:id="86" w:name="_Toc75819901"/>
      <w:bookmarkStart w:id="87" w:name="_Toc76508745"/>
      <w:bookmarkStart w:id="88" w:name="_Toc76717695"/>
      <w:bookmarkStart w:id="89" w:name="_Toc83294336"/>
      <w:bookmarkStart w:id="90" w:name="_Toc84335375"/>
      <w:r w:rsidRPr="001C0CC4">
        <w:lastRenderedPageBreak/>
        <w:t>A.2.2</w:t>
      </w:r>
      <w:r w:rsidRPr="001C0CC4">
        <w:tab/>
        <w:t>Reference measurement channels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469825ED" w14:textId="77777777" w:rsidR="00A43E5A" w:rsidRPr="001C0CC4" w:rsidRDefault="00A43E5A" w:rsidP="00A43E5A">
      <w:pPr>
        <w:pStyle w:val="Heading3"/>
      </w:pPr>
      <w:bookmarkStart w:id="91" w:name="_Toc21344520"/>
      <w:bookmarkStart w:id="92" w:name="_Toc29802008"/>
      <w:bookmarkStart w:id="93" w:name="_Toc29802432"/>
      <w:bookmarkStart w:id="94" w:name="_Toc29803057"/>
      <w:bookmarkStart w:id="95" w:name="_Toc36107799"/>
      <w:bookmarkStart w:id="96" w:name="_Toc37251573"/>
      <w:bookmarkStart w:id="97" w:name="_Toc45888512"/>
      <w:bookmarkStart w:id="98" w:name="_Toc45889111"/>
      <w:bookmarkStart w:id="99" w:name="_Toc59650484"/>
      <w:bookmarkStart w:id="100" w:name="_Toc61357756"/>
      <w:bookmarkStart w:id="101" w:name="_Toc61359530"/>
      <w:bookmarkStart w:id="102" w:name="_Toc67916470"/>
      <w:bookmarkStart w:id="103" w:name="_Toc75534016"/>
      <w:bookmarkStart w:id="104" w:name="_Toc75819902"/>
      <w:bookmarkStart w:id="105" w:name="_Toc76508746"/>
      <w:bookmarkStart w:id="106" w:name="_Toc76717696"/>
      <w:bookmarkStart w:id="107" w:name="_Toc83294337"/>
      <w:bookmarkStart w:id="108" w:name="_Toc84335376"/>
      <w:r w:rsidRPr="001C0CC4">
        <w:t>A.2.2.1</w:t>
      </w:r>
      <w:r w:rsidRPr="001C0CC4">
        <w:tab/>
        <w:t>DFT-s-OFDM Pi/2-BPSK</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55F3C2CC" w14:textId="4131432B" w:rsidR="00A43E5A" w:rsidRPr="001C0CC4" w:rsidRDefault="00A43E5A" w:rsidP="00A43E5A">
      <w:pPr>
        <w:pStyle w:val="TH"/>
      </w:pPr>
      <w:r w:rsidRPr="001C0CC4">
        <w:t>Table A.2.2.1-1: Reference Channels for DFT-s-OFDM Pi/2-BPSK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A43E5A" w:rsidRPr="00835F44" w14:paraId="2F9F6B62"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1854BECF" w14:textId="77777777" w:rsidR="00A43E5A" w:rsidRPr="00835F44" w:rsidRDefault="00A43E5A" w:rsidP="00284A9D">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0628B9A9" w14:textId="77777777" w:rsidR="00A43E5A" w:rsidRPr="001F4A8E" w:rsidRDefault="00A43E5A" w:rsidP="00284A9D">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63672D2F" w14:textId="77777777" w:rsidR="00A43E5A" w:rsidRPr="00835F44" w:rsidRDefault="00A43E5A" w:rsidP="00284A9D">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083D4509" w14:textId="77777777" w:rsidR="00A43E5A" w:rsidRPr="00835F44" w:rsidRDefault="00A43E5A" w:rsidP="00284A9D">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318E1F65" w14:textId="77777777" w:rsidR="00A43E5A" w:rsidRPr="00835F44" w:rsidRDefault="00A43E5A" w:rsidP="00284A9D">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34573737" w14:textId="77777777" w:rsidR="00A43E5A" w:rsidRPr="00835F44" w:rsidRDefault="00A43E5A" w:rsidP="00284A9D">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10EE0470" w14:textId="77777777" w:rsidR="00A43E5A" w:rsidRPr="00835F44" w:rsidRDefault="00A43E5A" w:rsidP="00284A9D">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162CECCB" w14:textId="77777777" w:rsidR="00A43E5A" w:rsidRPr="00835F44" w:rsidRDefault="00A43E5A" w:rsidP="00284A9D">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5484F2C0" w14:textId="77777777" w:rsidR="00A43E5A" w:rsidRPr="00835F44" w:rsidRDefault="00A43E5A" w:rsidP="00284A9D">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B6182C6" w14:textId="77777777" w:rsidR="00A43E5A" w:rsidRPr="00835F44" w:rsidRDefault="00A43E5A" w:rsidP="00284A9D">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36E2A34C" w14:textId="77777777" w:rsidR="00A43E5A" w:rsidRPr="00835F44" w:rsidRDefault="00A43E5A" w:rsidP="00284A9D">
            <w:pPr>
              <w:pStyle w:val="TAH"/>
            </w:pPr>
            <w:r w:rsidRPr="00835F44">
              <w:t>Total modulated symbols per slot</w:t>
            </w:r>
          </w:p>
        </w:tc>
      </w:tr>
      <w:tr w:rsidR="00A43E5A" w:rsidRPr="00835F44" w14:paraId="7C43836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E7611A" w14:textId="77777777" w:rsidR="00A43E5A" w:rsidRPr="00835F44" w:rsidRDefault="00A43E5A" w:rsidP="00284A9D">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7484D565" w14:textId="77777777" w:rsidR="00A43E5A" w:rsidRPr="00835F44" w:rsidRDefault="00A43E5A" w:rsidP="00284A9D">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26FB7150" w14:textId="77777777" w:rsidR="00A43E5A" w:rsidRPr="00835F44" w:rsidRDefault="00A43E5A" w:rsidP="00284A9D">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736DA04" w14:textId="77777777" w:rsidR="00A43E5A" w:rsidRPr="00835F44" w:rsidRDefault="00A43E5A" w:rsidP="00284A9D">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2E5677AA" w14:textId="77777777" w:rsidR="00A43E5A" w:rsidRPr="00835F44" w:rsidRDefault="00A43E5A" w:rsidP="00284A9D">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46396EAD" w14:textId="77777777" w:rsidR="00A43E5A" w:rsidRPr="00835F44" w:rsidRDefault="00A43E5A" w:rsidP="00284A9D">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2457CC59" w14:textId="77777777" w:rsidR="00A43E5A" w:rsidRPr="00835F44" w:rsidRDefault="00A43E5A" w:rsidP="00284A9D">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57474294" w14:textId="77777777" w:rsidR="00A43E5A" w:rsidRPr="00835F44" w:rsidRDefault="00A43E5A" w:rsidP="00284A9D">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63D21635" w14:textId="77777777" w:rsidR="00A43E5A" w:rsidRPr="00835F44" w:rsidRDefault="00A43E5A" w:rsidP="00284A9D">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0DAAE56B" w14:textId="77777777" w:rsidR="00A43E5A" w:rsidRPr="00835F44" w:rsidRDefault="00A43E5A" w:rsidP="00284A9D">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702FFE81" w14:textId="77777777" w:rsidR="00A43E5A" w:rsidRPr="00835F44" w:rsidRDefault="00A43E5A" w:rsidP="00284A9D">
            <w:pPr>
              <w:pStyle w:val="TAH"/>
            </w:pPr>
            <w:r w:rsidRPr="00835F44">
              <w:t> </w:t>
            </w:r>
          </w:p>
        </w:tc>
      </w:tr>
      <w:tr w:rsidR="00A01124" w:rsidRPr="00835F44" w14:paraId="042C9C7F"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51455CA" w14:textId="77777777" w:rsidR="00A01124" w:rsidRPr="00835F44" w:rsidRDefault="00A01124" w:rsidP="00A01124">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82C04B8" w14:textId="77777777" w:rsidR="00A01124" w:rsidRPr="00835F44" w:rsidRDefault="00A01124" w:rsidP="00A01124">
            <w:pPr>
              <w:pStyle w:val="TAC"/>
            </w:pPr>
            <w:r w:rsidRPr="0020761A">
              <w:t>1</w:t>
            </w:r>
          </w:p>
        </w:tc>
        <w:tc>
          <w:tcPr>
            <w:tcW w:w="967" w:type="dxa"/>
            <w:tcBorders>
              <w:top w:val="nil"/>
              <w:left w:val="nil"/>
              <w:bottom w:val="single" w:sz="4" w:space="0" w:color="auto"/>
              <w:right w:val="single" w:sz="4" w:space="0" w:color="auto"/>
            </w:tcBorders>
            <w:shd w:val="clear" w:color="auto" w:fill="auto"/>
            <w:noWrap/>
            <w:hideMark/>
          </w:tcPr>
          <w:p w14:paraId="0BBDD49F" w14:textId="77777777" w:rsidR="00A01124" w:rsidRPr="00835F44" w:rsidRDefault="00A01124" w:rsidP="00A01124">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0C92A012" w14:textId="77777777" w:rsidR="00A01124" w:rsidRPr="00835F44" w:rsidRDefault="00A01124" w:rsidP="00A01124">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701390E0" w14:textId="0464A2E0" w:rsidR="00A01124" w:rsidRPr="00835F44" w:rsidRDefault="00A01124" w:rsidP="00A01124">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9A9E660" w14:textId="6BE2DC60" w:rsidR="00A01124" w:rsidRPr="00835F44" w:rsidRDefault="00A01124" w:rsidP="00A01124">
            <w:pPr>
              <w:pStyle w:val="TAC"/>
            </w:pPr>
            <w:r>
              <w:t>24</w:t>
            </w:r>
          </w:p>
        </w:tc>
        <w:tc>
          <w:tcPr>
            <w:tcW w:w="1057" w:type="dxa"/>
            <w:tcBorders>
              <w:top w:val="nil"/>
              <w:left w:val="nil"/>
              <w:bottom w:val="single" w:sz="4" w:space="0" w:color="auto"/>
              <w:right w:val="single" w:sz="4" w:space="0" w:color="auto"/>
            </w:tcBorders>
            <w:shd w:val="clear" w:color="auto" w:fill="auto"/>
            <w:noWrap/>
            <w:hideMark/>
          </w:tcPr>
          <w:p w14:paraId="45F7B43C" w14:textId="77777777" w:rsidR="00A01124" w:rsidRPr="00835F44" w:rsidRDefault="00A01124" w:rsidP="00A01124">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ACA46F3" w14:textId="77777777" w:rsidR="00A01124" w:rsidRPr="00835F44" w:rsidRDefault="00A01124" w:rsidP="00A01124">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D10BA5C" w14:textId="77777777" w:rsidR="00A01124" w:rsidRPr="00835F44" w:rsidRDefault="00A01124" w:rsidP="00A01124">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5CA2C59" w14:textId="77777777" w:rsidR="00A01124" w:rsidRPr="00835F44" w:rsidRDefault="00A01124" w:rsidP="00A01124">
            <w:pPr>
              <w:pStyle w:val="TAC"/>
            </w:pPr>
            <w:r w:rsidRPr="0020761A">
              <w:t>132</w:t>
            </w:r>
          </w:p>
        </w:tc>
        <w:tc>
          <w:tcPr>
            <w:tcW w:w="1127" w:type="dxa"/>
            <w:tcBorders>
              <w:top w:val="nil"/>
              <w:left w:val="nil"/>
              <w:bottom w:val="single" w:sz="4" w:space="0" w:color="auto"/>
              <w:right w:val="single" w:sz="4" w:space="0" w:color="auto"/>
            </w:tcBorders>
            <w:shd w:val="clear" w:color="auto" w:fill="auto"/>
            <w:noWrap/>
            <w:hideMark/>
          </w:tcPr>
          <w:p w14:paraId="08140C68" w14:textId="77777777" w:rsidR="00A01124" w:rsidRPr="00835F44" w:rsidRDefault="00A01124" w:rsidP="00A01124">
            <w:pPr>
              <w:pStyle w:val="TAC"/>
            </w:pPr>
            <w:r w:rsidRPr="0020761A">
              <w:t>132</w:t>
            </w:r>
          </w:p>
        </w:tc>
      </w:tr>
      <w:tr w:rsidR="00A43E5A" w:rsidRPr="00835F44" w14:paraId="4A0641D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7C55C8"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2F3A27D" w14:textId="77777777" w:rsidR="00A43E5A" w:rsidRPr="00835F44" w:rsidRDefault="00A43E5A" w:rsidP="00284A9D">
            <w:pPr>
              <w:pStyle w:val="TAC"/>
            </w:pPr>
            <w:r w:rsidRPr="0020761A">
              <w:t>5</w:t>
            </w:r>
          </w:p>
        </w:tc>
        <w:tc>
          <w:tcPr>
            <w:tcW w:w="967" w:type="dxa"/>
            <w:tcBorders>
              <w:top w:val="nil"/>
              <w:left w:val="nil"/>
              <w:bottom w:val="single" w:sz="4" w:space="0" w:color="auto"/>
              <w:right w:val="single" w:sz="4" w:space="0" w:color="auto"/>
            </w:tcBorders>
            <w:shd w:val="clear" w:color="auto" w:fill="auto"/>
            <w:noWrap/>
            <w:hideMark/>
          </w:tcPr>
          <w:p w14:paraId="17AD5E2B"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1025968"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022CD70F"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D42F9B3" w14:textId="77777777" w:rsidR="00A43E5A" w:rsidRPr="00835F44" w:rsidRDefault="00A43E5A" w:rsidP="00284A9D">
            <w:pPr>
              <w:pStyle w:val="TAC"/>
            </w:pPr>
            <w:r w:rsidRPr="0020761A">
              <w:t>160</w:t>
            </w:r>
          </w:p>
        </w:tc>
        <w:tc>
          <w:tcPr>
            <w:tcW w:w="1057" w:type="dxa"/>
            <w:tcBorders>
              <w:top w:val="nil"/>
              <w:left w:val="nil"/>
              <w:bottom w:val="single" w:sz="4" w:space="0" w:color="auto"/>
              <w:right w:val="single" w:sz="4" w:space="0" w:color="auto"/>
            </w:tcBorders>
            <w:shd w:val="clear" w:color="auto" w:fill="auto"/>
            <w:noWrap/>
            <w:hideMark/>
          </w:tcPr>
          <w:p w14:paraId="5D71F1B0"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751DD78"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AAA2EC5"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DD0FDE2" w14:textId="77777777" w:rsidR="00A43E5A" w:rsidRPr="00835F44" w:rsidRDefault="00A43E5A" w:rsidP="00284A9D">
            <w:pPr>
              <w:pStyle w:val="TAC"/>
            </w:pPr>
            <w:r w:rsidRPr="0020761A">
              <w:t>660</w:t>
            </w:r>
          </w:p>
        </w:tc>
        <w:tc>
          <w:tcPr>
            <w:tcW w:w="1127" w:type="dxa"/>
            <w:tcBorders>
              <w:top w:val="nil"/>
              <w:left w:val="nil"/>
              <w:bottom w:val="single" w:sz="4" w:space="0" w:color="auto"/>
              <w:right w:val="single" w:sz="4" w:space="0" w:color="auto"/>
            </w:tcBorders>
            <w:shd w:val="clear" w:color="auto" w:fill="auto"/>
            <w:noWrap/>
            <w:hideMark/>
          </w:tcPr>
          <w:p w14:paraId="25A87110" w14:textId="77777777" w:rsidR="00A43E5A" w:rsidRPr="00835F44" w:rsidRDefault="00A43E5A" w:rsidP="00284A9D">
            <w:pPr>
              <w:pStyle w:val="TAC"/>
            </w:pPr>
            <w:r w:rsidRPr="0020761A">
              <w:t>660</w:t>
            </w:r>
          </w:p>
        </w:tc>
      </w:tr>
      <w:tr w:rsidR="00A43E5A" w:rsidRPr="00835F44" w14:paraId="108904A5"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1986F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75B76BE" w14:textId="77777777" w:rsidR="00A43E5A" w:rsidRPr="00835F44" w:rsidRDefault="00A43E5A" w:rsidP="00284A9D">
            <w:pPr>
              <w:pStyle w:val="TAC"/>
            </w:pPr>
            <w:r w:rsidRPr="0020761A">
              <w:t>9</w:t>
            </w:r>
          </w:p>
        </w:tc>
        <w:tc>
          <w:tcPr>
            <w:tcW w:w="967" w:type="dxa"/>
            <w:tcBorders>
              <w:top w:val="nil"/>
              <w:left w:val="nil"/>
              <w:bottom w:val="single" w:sz="4" w:space="0" w:color="auto"/>
              <w:right w:val="single" w:sz="4" w:space="0" w:color="auto"/>
            </w:tcBorders>
            <w:shd w:val="clear" w:color="auto" w:fill="auto"/>
            <w:noWrap/>
            <w:hideMark/>
          </w:tcPr>
          <w:p w14:paraId="5AE715BD"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6E39CEC5"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ABE56F9"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31B6E97" w14:textId="77777777" w:rsidR="00A43E5A" w:rsidRPr="00835F44" w:rsidRDefault="00A43E5A" w:rsidP="00284A9D">
            <w:pPr>
              <w:pStyle w:val="TAC"/>
            </w:pPr>
            <w:r w:rsidRPr="0020761A">
              <w:t>288</w:t>
            </w:r>
          </w:p>
        </w:tc>
        <w:tc>
          <w:tcPr>
            <w:tcW w:w="1057" w:type="dxa"/>
            <w:tcBorders>
              <w:top w:val="nil"/>
              <w:left w:val="nil"/>
              <w:bottom w:val="single" w:sz="4" w:space="0" w:color="auto"/>
              <w:right w:val="single" w:sz="4" w:space="0" w:color="auto"/>
            </w:tcBorders>
            <w:shd w:val="clear" w:color="auto" w:fill="auto"/>
            <w:noWrap/>
            <w:hideMark/>
          </w:tcPr>
          <w:p w14:paraId="3E6E726B"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E284B5D"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ADFF61E"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5CF1B3BD" w14:textId="77777777" w:rsidR="00A43E5A" w:rsidRPr="00835F44" w:rsidRDefault="00A43E5A" w:rsidP="00284A9D">
            <w:pPr>
              <w:pStyle w:val="TAC"/>
            </w:pPr>
            <w:r w:rsidRPr="0020761A">
              <w:t>1188</w:t>
            </w:r>
          </w:p>
        </w:tc>
        <w:tc>
          <w:tcPr>
            <w:tcW w:w="1127" w:type="dxa"/>
            <w:tcBorders>
              <w:top w:val="nil"/>
              <w:left w:val="nil"/>
              <w:bottom w:val="single" w:sz="4" w:space="0" w:color="auto"/>
              <w:right w:val="single" w:sz="4" w:space="0" w:color="auto"/>
            </w:tcBorders>
            <w:shd w:val="clear" w:color="auto" w:fill="auto"/>
            <w:noWrap/>
            <w:hideMark/>
          </w:tcPr>
          <w:p w14:paraId="3F894781" w14:textId="77777777" w:rsidR="00A43E5A" w:rsidRPr="00835F44" w:rsidRDefault="00A43E5A" w:rsidP="00284A9D">
            <w:pPr>
              <w:pStyle w:val="TAC"/>
            </w:pPr>
            <w:r w:rsidRPr="0020761A">
              <w:t>1188</w:t>
            </w:r>
          </w:p>
        </w:tc>
      </w:tr>
      <w:tr w:rsidR="00A43E5A" w:rsidRPr="00835F44" w14:paraId="31B3A476"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83ED2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72EE33E" w14:textId="77777777" w:rsidR="00A43E5A" w:rsidRPr="00835F44" w:rsidRDefault="00A43E5A" w:rsidP="00284A9D">
            <w:pPr>
              <w:pStyle w:val="TAC"/>
            </w:pPr>
            <w:r w:rsidRPr="0020761A">
              <w:t>10</w:t>
            </w:r>
          </w:p>
        </w:tc>
        <w:tc>
          <w:tcPr>
            <w:tcW w:w="967" w:type="dxa"/>
            <w:tcBorders>
              <w:top w:val="nil"/>
              <w:left w:val="nil"/>
              <w:bottom w:val="single" w:sz="4" w:space="0" w:color="auto"/>
              <w:right w:val="single" w:sz="4" w:space="0" w:color="auto"/>
            </w:tcBorders>
            <w:shd w:val="clear" w:color="auto" w:fill="auto"/>
            <w:noWrap/>
            <w:hideMark/>
          </w:tcPr>
          <w:p w14:paraId="4CD079CB"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4DD4A64"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87BE2E0"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3BB91A6" w14:textId="77777777" w:rsidR="00A43E5A" w:rsidRPr="00835F44" w:rsidRDefault="00A43E5A" w:rsidP="00284A9D">
            <w:pPr>
              <w:pStyle w:val="TAC"/>
            </w:pPr>
            <w:r w:rsidRPr="0020761A">
              <w:t>320</w:t>
            </w:r>
          </w:p>
        </w:tc>
        <w:tc>
          <w:tcPr>
            <w:tcW w:w="1057" w:type="dxa"/>
            <w:tcBorders>
              <w:top w:val="nil"/>
              <w:left w:val="nil"/>
              <w:bottom w:val="single" w:sz="4" w:space="0" w:color="auto"/>
              <w:right w:val="single" w:sz="4" w:space="0" w:color="auto"/>
            </w:tcBorders>
            <w:shd w:val="clear" w:color="auto" w:fill="auto"/>
            <w:noWrap/>
            <w:hideMark/>
          </w:tcPr>
          <w:p w14:paraId="7DCF8B2E"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E1B69E9"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CBACF69"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5B3B8B9" w14:textId="77777777" w:rsidR="00A43E5A" w:rsidRPr="00835F44" w:rsidRDefault="00A43E5A" w:rsidP="00284A9D">
            <w:pPr>
              <w:pStyle w:val="TAC"/>
            </w:pPr>
            <w:r w:rsidRPr="0020761A">
              <w:t>1320</w:t>
            </w:r>
          </w:p>
        </w:tc>
        <w:tc>
          <w:tcPr>
            <w:tcW w:w="1127" w:type="dxa"/>
            <w:tcBorders>
              <w:top w:val="nil"/>
              <w:left w:val="nil"/>
              <w:bottom w:val="single" w:sz="4" w:space="0" w:color="auto"/>
              <w:right w:val="single" w:sz="4" w:space="0" w:color="auto"/>
            </w:tcBorders>
            <w:shd w:val="clear" w:color="auto" w:fill="auto"/>
            <w:noWrap/>
            <w:hideMark/>
          </w:tcPr>
          <w:p w14:paraId="1AC27949" w14:textId="77777777" w:rsidR="00A43E5A" w:rsidRPr="00835F44" w:rsidRDefault="00A43E5A" w:rsidP="00284A9D">
            <w:pPr>
              <w:pStyle w:val="TAC"/>
            </w:pPr>
            <w:r w:rsidRPr="0020761A">
              <w:t>1320</w:t>
            </w:r>
          </w:p>
        </w:tc>
      </w:tr>
      <w:tr w:rsidR="00A43E5A" w:rsidRPr="00835F44" w14:paraId="15D661C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B90C85"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D22395B" w14:textId="77777777" w:rsidR="00A43E5A" w:rsidRPr="00835F44" w:rsidRDefault="00A43E5A" w:rsidP="00284A9D">
            <w:pPr>
              <w:pStyle w:val="TAC"/>
            </w:pPr>
            <w:r w:rsidRPr="0020761A">
              <w:t>12</w:t>
            </w:r>
          </w:p>
        </w:tc>
        <w:tc>
          <w:tcPr>
            <w:tcW w:w="967" w:type="dxa"/>
            <w:tcBorders>
              <w:top w:val="nil"/>
              <w:left w:val="nil"/>
              <w:bottom w:val="single" w:sz="4" w:space="0" w:color="auto"/>
              <w:right w:val="single" w:sz="4" w:space="0" w:color="auto"/>
            </w:tcBorders>
            <w:shd w:val="clear" w:color="auto" w:fill="auto"/>
            <w:noWrap/>
            <w:hideMark/>
          </w:tcPr>
          <w:p w14:paraId="24FF5F9B"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4038769"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466EB9A3"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0D46AAC" w14:textId="77777777" w:rsidR="00A43E5A" w:rsidRPr="00835F44" w:rsidRDefault="00A43E5A" w:rsidP="00284A9D">
            <w:pPr>
              <w:pStyle w:val="TAC"/>
            </w:pPr>
            <w:r w:rsidRPr="0020761A">
              <w:t>384</w:t>
            </w:r>
          </w:p>
        </w:tc>
        <w:tc>
          <w:tcPr>
            <w:tcW w:w="1057" w:type="dxa"/>
            <w:tcBorders>
              <w:top w:val="nil"/>
              <w:left w:val="nil"/>
              <w:bottom w:val="single" w:sz="4" w:space="0" w:color="auto"/>
              <w:right w:val="single" w:sz="4" w:space="0" w:color="auto"/>
            </w:tcBorders>
            <w:shd w:val="clear" w:color="auto" w:fill="auto"/>
            <w:noWrap/>
            <w:hideMark/>
          </w:tcPr>
          <w:p w14:paraId="100D14C4"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60E2533B"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659FE8D4"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2B40A85" w14:textId="77777777" w:rsidR="00A43E5A" w:rsidRPr="00835F44" w:rsidRDefault="00A43E5A" w:rsidP="00284A9D">
            <w:pPr>
              <w:pStyle w:val="TAC"/>
            </w:pPr>
            <w:r w:rsidRPr="0020761A">
              <w:t>1584</w:t>
            </w:r>
          </w:p>
        </w:tc>
        <w:tc>
          <w:tcPr>
            <w:tcW w:w="1127" w:type="dxa"/>
            <w:tcBorders>
              <w:top w:val="nil"/>
              <w:left w:val="nil"/>
              <w:bottom w:val="single" w:sz="4" w:space="0" w:color="auto"/>
              <w:right w:val="single" w:sz="4" w:space="0" w:color="auto"/>
            </w:tcBorders>
            <w:shd w:val="clear" w:color="auto" w:fill="auto"/>
            <w:noWrap/>
            <w:hideMark/>
          </w:tcPr>
          <w:p w14:paraId="100473AD" w14:textId="77777777" w:rsidR="00A43E5A" w:rsidRPr="00835F44" w:rsidRDefault="00A43E5A" w:rsidP="00284A9D">
            <w:pPr>
              <w:pStyle w:val="TAC"/>
            </w:pPr>
            <w:r w:rsidRPr="0020761A">
              <w:t>1584</w:t>
            </w:r>
          </w:p>
        </w:tc>
      </w:tr>
      <w:tr w:rsidR="00A43E5A" w:rsidRPr="00835F44" w14:paraId="0C82646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71F665"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B065823" w14:textId="77777777" w:rsidR="00A43E5A" w:rsidRPr="00835F44" w:rsidRDefault="00A43E5A" w:rsidP="00284A9D">
            <w:pPr>
              <w:pStyle w:val="TAC"/>
            </w:pPr>
            <w:r w:rsidRPr="0020761A">
              <w:t>15</w:t>
            </w:r>
          </w:p>
        </w:tc>
        <w:tc>
          <w:tcPr>
            <w:tcW w:w="967" w:type="dxa"/>
            <w:tcBorders>
              <w:top w:val="nil"/>
              <w:left w:val="nil"/>
              <w:bottom w:val="single" w:sz="4" w:space="0" w:color="auto"/>
              <w:right w:val="single" w:sz="4" w:space="0" w:color="auto"/>
            </w:tcBorders>
            <w:shd w:val="clear" w:color="auto" w:fill="auto"/>
            <w:noWrap/>
            <w:hideMark/>
          </w:tcPr>
          <w:p w14:paraId="5D6FE937"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952CD28"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89539C4"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FD603EC" w14:textId="77777777" w:rsidR="00A43E5A" w:rsidRPr="00835F44" w:rsidRDefault="00A43E5A" w:rsidP="00284A9D">
            <w:pPr>
              <w:pStyle w:val="TAC"/>
            </w:pPr>
            <w:r w:rsidRPr="0020761A">
              <w:t>480</w:t>
            </w:r>
          </w:p>
        </w:tc>
        <w:tc>
          <w:tcPr>
            <w:tcW w:w="1057" w:type="dxa"/>
            <w:tcBorders>
              <w:top w:val="nil"/>
              <w:left w:val="nil"/>
              <w:bottom w:val="single" w:sz="4" w:space="0" w:color="auto"/>
              <w:right w:val="single" w:sz="4" w:space="0" w:color="auto"/>
            </w:tcBorders>
            <w:shd w:val="clear" w:color="auto" w:fill="auto"/>
            <w:noWrap/>
            <w:hideMark/>
          </w:tcPr>
          <w:p w14:paraId="106147E8"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F105A95"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16FF506"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2F17BA6D" w14:textId="77777777" w:rsidR="00A43E5A" w:rsidRPr="00835F44" w:rsidRDefault="00A43E5A" w:rsidP="00284A9D">
            <w:pPr>
              <w:pStyle w:val="TAC"/>
            </w:pPr>
            <w:r w:rsidRPr="0020761A">
              <w:t>1980</w:t>
            </w:r>
          </w:p>
        </w:tc>
        <w:tc>
          <w:tcPr>
            <w:tcW w:w="1127" w:type="dxa"/>
            <w:tcBorders>
              <w:top w:val="nil"/>
              <w:left w:val="nil"/>
              <w:bottom w:val="single" w:sz="4" w:space="0" w:color="auto"/>
              <w:right w:val="single" w:sz="4" w:space="0" w:color="auto"/>
            </w:tcBorders>
            <w:shd w:val="clear" w:color="auto" w:fill="auto"/>
            <w:noWrap/>
            <w:hideMark/>
          </w:tcPr>
          <w:p w14:paraId="3C57B9DF" w14:textId="77777777" w:rsidR="00A43E5A" w:rsidRPr="00835F44" w:rsidRDefault="00A43E5A" w:rsidP="00284A9D">
            <w:pPr>
              <w:pStyle w:val="TAC"/>
            </w:pPr>
            <w:r w:rsidRPr="0020761A">
              <w:t>1980</w:t>
            </w:r>
          </w:p>
        </w:tc>
      </w:tr>
      <w:tr w:rsidR="00A43E5A" w:rsidRPr="00835F44" w14:paraId="3939965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15356DC"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537DE4E" w14:textId="77777777" w:rsidR="00A43E5A" w:rsidRPr="00835F44" w:rsidRDefault="00A43E5A" w:rsidP="00284A9D">
            <w:pPr>
              <w:pStyle w:val="TAC"/>
            </w:pPr>
            <w:r w:rsidRPr="0020761A">
              <w:t>18</w:t>
            </w:r>
          </w:p>
        </w:tc>
        <w:tc>
          <w:tcPr>
            <w:tcW w:w="967" w:type="dxa"/>
            <w:tcBorders>
              <w:top w:val="nil"/>
              <w:left w:val="nil"/>
              <w:bottom w:val="single" w:sz="4" w:space="0" w:color="auto"/>
              <w:right w:val="single" w:sz="4" w:space="0" w:color="auto"/>
            </w:tcBorders>
            <w:shd w:val="clear" w:color="auto" w:fill="auto"/>
            <w:noWrap/>
            <w:hideMark/>
          </w:tcPr>
          <w:p w14:paraId="7B5852DD"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066FEFAF"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0F4AC8BF"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303F565" w14:textId="77777777" w:rsidR="00A43E5A" w:rsidRPr="00835F44" w:rsidRDefault="00A43E5A" w:rsidP="00284A9D">
            <w:pPr>
              <w:pStyle w:val="TAC"/>
            </w:pPr>
            <w:r w:rsidRPr="0020761A">
              <w:t>576</w:t>
            </w:r>
          </w:p>
        </w:tc>
        <w:tc>
          <w:tcPr>
            <w:tcW w:w="1057" w:type="dxa"/>
            <w:tcBorders>
              <w:top w:val="nil"/>
              <w:left w:val="nil"/>
              <w:bottom w:val="single" w:sz="4" w:space="0" w:color="auto"/>
              <w:right w:val="single" w:sz="4" w:space="0" w:color="auto"/>
            </w:tcBorders>
            <w:shd w:val="clear" w:color="auto" w:fill="auto"/>
            <w:noWrap/>
            <w:hideMark/>
          </w:tcPr>
          <w:p w14:paraId="09E9EB67"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6DF87B5F"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70A1EB1D"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EC59E44" w14:textId="77777777" w:rsidR="00A43E5A" w:rsidRPr="00835F44" w:rsidRDefault="00A43E5A" w:rsidP="00284A9D">
            <w:pPr>
              <w:pStyle w:val="TAC"/>
            </w:pPr>
            <w:r w:rsidRPr="0020761A">
              <w:t>2376</w:t>
            </w:r>
          </w:p>
        </w:tc>
        <w:tc>
          <w:tcPr>
            <w:tcW w:w="1127" w:type="dxa"/>
            <w:tcBorders>
              <w:top w:val="nil"/>
              <w:left w:val="nil"/>
              <w:bottom w:val="single" w:sz="4" w:space="0" w:color="auto"/>
              <w:right w:val="single" w:sz="4" w:space="0" w:color="auto"/>
            </w:tcBorders>
            <w:shd w:val="clear" w:color="auto" w:fill="auto"/>
            <w:noWrap/>
            <w:hideMark/>
          </w:tcPr>
          <w:p w14:paraId="4E554B61" w14:textId="77777777" w:rsidR="00A43E5A" w:rsidRPr="00835F44" w:rsidRDefault="00A43E5A" w:rsidP="00284A9D">
            <w:pPr>
              <w:pStyle w:val="TAC"/>
            </w:pPr>
            <w:r w:rsidRPr="0020761A">
              <w:t>2376</w:t>
            </w:r>
          </w:p>
        </w:tc>
      </w:tr>
      <w:tr w:rsidR="00A43E5A" w:rsidRPr="00835F44" w14:paraId="778AE14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485F3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07AA1BF" w14:textId="77777777" w:rsidR="00A43E5A" w:rsidRPr="00835F44" w:rsidRDefault="00A43E5A" w:rsidP="00284A9D">
            <w:pPr>
              <w:pStyle w:val="TAC"/>
            </w:pPr>
            <w:r w:rsidRPr="0020761A">
              <w:t>24</w:t>
            </w:r>
          </w:p>
        </w:tc>
        <w:tc>
          <w:tcPr>
            <w:tcW w:w="967" w:type="dxa"/>
            <w:tcBorders>
              <w:top w:val="nil"/>
              <w:left w:val="nil"/>
              <w:bottom w:val="single" w:sz="4" w:space="0" w:color="auto"/>
              <w:right w:val="single" w:sz="4" w:space="0" w:color="auto"/>
            </w:tcBorders>
            <w:shd w:val="clear" w:color="auto" w:fill="auto"/>
            <w:noWrap/>
            <w:hideMark/>
          </w:tcPr>
          <w:p w14:paraId="7B9BD627"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4739819"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019EB4C1"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088F008" w14:textId="77777777" w:rsidR="00A43E5A" w:rsidRPr="00835F44" w:rsidRDefault="00A43E5A" w:rsidP="00284A9D">
            <w:pPr>
              <w:pStyle w:val="TAC"/>
            </w:pPr>
            <w:r w:rsidRPr="0020761A">
              <w:t>768</w:t>
            </w:r>
          </w:p>
        </w:tc>
        <w:tc>
          <w:tcPr>
            <w:tcW w:w="1057" w:type="dxa"/>
            <w:tcBorders>
              <w:top w:val="nil"/>
              <w:left w:val="nil"/>
              <w:bottom w:val="single" w:sz="4" w:space="0" w:color="auto"/>
              <w:right w:val="single" w:sz="4" w:space="0" w:color="auto"/>
            </w:tcBorders>
            <w:shd w:val="clear" w:color="auto" w:fill="auto"/>
            <w:noWrap/>
            <w:hideMark/>
          </w:tcPr>
          <w:p w14:paraId="606D4B48"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5BEDEF6F"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2074CD7"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D1BB3EF" w14:textId="77777777" w:rsidR="00A43E5A" w:rsidRPr="00835F44" w:rsidRDefault="00A43E5A" w:rsidP="00284A9D">
            <w:pPr>
              <w:pStyle w:val="TAC"/>
            </w:pPr>
            <w:r w:rsidRPr="0020761A">
              <w:t>3168</w:t>
            </w:r>
          </w:p>
        </w:tc>
        <w:tc>
          <w:tcPr>
            <w:tcW w:w="1127" w:type="dxa"/>
            <w:tcBorders>
              <w:top w:val="nil"/>
              <w:left w:val="nil"/>
              <w:bottom w:val="single" w:sz="4" w:space="0" w:color="auto"/>
              <w:right w:val="single" w:sz="4" w:space="0" w:color="auto"/>
            </w:tcBorders>
            <w:shd w:val="clear" w:color="auto" w:fill="auto"/>
            <w:noWrap/>
            <w:hideMark/>
          </w:tcPr>
          <w:p w14:paraId="2AD2E43E" w14:textId="77777777" w:rsidR="00A43E5A" w:rsidRPr="00835F44" w:rsidRDefault="00A43E5A" w:rsidP="00284A9D">
            <w:pPr>
              <w:pStyle w:val="TAC"/>
            </w:pPr>
            <w:r w:rsidRPr="0020761A">
              <w:t>3168</w:t>
            </w:r>
          </w:p>
        </w:tc>
      </w:tr>
      <w:tr w:rsidR="00A43E5A" w:rsidRPr="00835F44" w14:paraId="4AA371DE"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5F1814B"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CF9D0B8" w14:textId="77777777" w:rsidR="00A43E5A" w:rsidRPr="00835F44" w:rsidRDefault="00A43E5A" w:rsidP="00284A9D">
            <w:pPr>
              <w:pStyle w:val="TAC"/>
            </w:pPr>
            <w:r w:rsidRPr="0020761A">
              <w:t>25</w:t>
            </w:r>
          </w:p>
        </w:tc>
        <w:tc>
          <w:tcPr>
            <w:tcW w:w="967" w:type="dxa"/>
            <w:tcBorders>
              <w:top w:val="nil"/>
              <w:left w:val="nil"/>
              <w:bottom w:val="single" w:sz="4" w:space="0" w:color="auto"/>
              <w:right w:val="single" w:sz="4" w:space="0" w:color="auto"/>
            </w:tcBorders>
            <w:shd w:val="clear" w:color="auto" w:fill="auto"/>
            <w:noWrap/>
            <w:hideMark/>
          </w:tcPr>
          <w:p w14:paraId="56C8FEB4"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7E033C0"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F2E5052"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5ECC587E" w14:textId="77777777" w:rsidR="00A43E5A" w:rsidRPr="00835F44" w:rsidRDefault="00A43E5A" w:rsidP="00284A9D">
            <w:pPr>
              <w:pStyle w:val="TAC"/>
            </w:pPr>
            <w:r w:rsidRPr="0020761A">
              <w:t>808</w:t>
            </w:r>
          </w:p>
        </w:tc>
        <w:tc>
          <w:tcPr>
            <w:tcW w:w="1057" w:type="dxa"/>
            <w:tcBorders>
              <w:top w:val="nil"/>
              <w:left w:val="nil"/>
              <w:bottom w:val="single" w:sz="4" w:space="0" w:color="auto"/>
              <w:right w:val="single" w:sz="4" w:space="0" w:color="auto"/>
            </w:tcBorders>
            <w:shd w:val="clear" w:color="auto" w:fill="auto"/>
            <w:noWrap/>
            <w:hideMark/>
          </w:tcPr>
          <w:p w14:paraId="606BB99B"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FBC555D"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7239366"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ADA75E3" w14:textId="77777777" w:rsidR="00A43E5A" w:rsidRPr="00835F44" w:rsidRDefault="00A43E5A" w:rsidP="00284A9D">
            <w:pPr>
              <w:pStyle w:val="TAC"/>
            </w:pPr>
            <w:r w:rsidRPr="0020761A">
              <w:t>3300</w:t>
            </w:r>
          </w:p>
        </w:tc>
        <w:tc>
          <w:tcPr>
            <w:tcW w:w="1127" w:type="dxa"/>
            <w:tcBorders>
              <w:top w:val="nil"/>
              <w:left w:val="nil"/>
              <w:bottom w:val="single" w:sz="4" w:space="0" w:color="auto"/>
              <w:right w:val="single" w:sz="4" w:space="0" w:color="auto"/>
            </w:tcBorders>
            <w:shd w:val="clear" w:color="auto" w:fill="auto"/>
            <w:noWrap/>
            <w:hideMark/>
          </w:tcPr>
          <w:p w14:paraId="39E96A65" w14:textId="77777777" w:rsidR="00A43E5A" w:rsidRPr="00835F44" w:rsidRDefault="00A43E5A" w:rsidP="00284A9D">
            <w:pPr>
              <w:pStyle w:val="TAC"/>
            </w:pPr>
            <w:r w:rsidRPr="0020761A">
              <w:t>3300</w:t>
            </w:r>
          </w:p>
        </w:tc>
      </w:tr>
      <w:tr w:rsidR="00A43E5A" w:rsidRPr="00835F44" w14:paraId="1556D987"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542EE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7996622" w14:textId="77777777" w:rsidR="00A43E5A" w:rsidRPr="00835F44" w:rsidRDefault="00A43E5A" w:rsidP="00284A9D">
            <w:pPr>
              <w:pStyle w:val="TAC"/>
            </w:pPr>
            <w:r w:rsidRPr="0020761A">
              <w:t>30</w:t>
            </w:r>
          </w:p>
        </w:tc>
        <w:tc>
          <w:tcPr>
            <w:tcW w:w="967" w:type="dxa"/>
            <w:tcBorders>
              <w:top w:val="nil"/>
              <w:left w:val="nil"/>
              <w:bottom w:val="single" w:sz="4" w:space="0" w:color="auto"/>
              <w:right w:val="single" w:sz="4" w:space="0" w:color="auto"/>
            </w:tcBorders>
            <w:shd w:val="clear" w:color="auto" w:fill="auto"/>
            <w:noWrap/>
            <w:hideMark/>
          </w:tcPr>
          <w:p w14:paraId="02F001FE"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C89265E"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4491CDBA"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88E206E" w14:textId="77777777" w:rsidR="00A43E5A" w:rsidRPr="00835F44" w:rsidRDefault="00A43E5A" w:rsidP="00284A9D">
            <w:pPr>
              <w:pStyle w:val="TAC"/>
            </w:pPr>
            <w:r w:rsidRPr="0020761A">
              <w:t>984</w:t>
            </w:r>
          </w:p>
        </w:tc>
        <w:tc>
          <w:tcPr>
            <w:tcW w:w="1057" w:type="dxa"/>
            <w:tcBorders>
              <w:top w:val="nil"/>
              <w:left w:val="nil"/>
              <w:bottom w:val="single" w:sz="4" w:space="0" w:color="auto"/>
              <w:right w:val="single" w:sz="4" w:space="0" w:color="auto"/>
            </w:tcBorders>
            <w:shd w:val="clear" w:color="auto" w:fill="auto"/>
            <w:noWrap/>
            <w:hideMark/>
          </w:tcPr>
          <w:p w14:paraId="6F7ED6DA"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005608E"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9560F11"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58CACCF" w14:textId="77777777" w:rsidR="00A43E5A" w:rsidRPr="00835F44" w:rsidRDefault="00A43E5A" w:rsidP="00284A9D">
            <w:pPr>
              <w:pStyle w:val="TAC"/>
            </w:pPr>
            <w:r w:rsidRPr="0020761A">
              <w:t>3960</w:t>
            </w:r>
          </w:p>
        </w:tc>
        <w:tc>
          <w:tcPr>
            <w:tcW w:w="1127" w:type="dxa"/>
            <w:tcBorders>
              <w:top w:val="nil"/>
              <w:left w:val="nil"/>
              <w:bottom w:val="single" w:sz="4" w:space="0" w:color="auto"/>
              <w:right w:val="single" w:sz="4" w:space="0" w:color="auto"/>
            </w:tcBorders>
            <w:shd w:val="clear" w:color="auto" w:fill="auto"/>
            <w:noWrap/>
            <w:hideMark/>
          </w:tcPr>
          <w:p w14:paraId="50CE4C6D" w14:textId="77777777" w:rsidR="00A43E5A" w:rsidRPr="00835F44" w:rsidRDefault="00A43E5A" w:rsidP="00284A9D">
            <w:pPr>
              <w:pStyle w:val="TAC"/>
            </w:pPr>
            <w:r w:rsidRPr="0020761A">
              <w:t>3960</w:t>
            </w:r>
          </w:p>
        </w:tc>
      </w:tr>
      <w:tr w:rsidR="00A43E5A" w:rsidRPr="00835F44" w14:paraId="54C46969"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FE3C10C"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F71BB42" w14:textId="77777777" w:rsidR="00A43E5A" w:rsidRPr="00835F44" w:rsidRDefault="00A43E5A" w:rsidP="00284A9D">
            <w:pPr>
              <w:pStyle w:val="TAC"/>
            </w:pPr>
            <w:r w:rsidRPr="0020761A">
              <w:t>32</w:t>
            </w:r>
          </w:p>
        </w:tc>
        <w:tc>
          <w:tcPr>
            <w:tcW w:w="967" w:type="dxa"/>
            <w:tcBorders>
              <w:top w:val="nil"/>
              <w:left w:val="nil"/>
              <w:bottom w:val="single" w:sz="4" w:space="0" w:color="auto"/>
              <w:right w:val="single" w:sz="4" w:space="0" w:color="auto"/>
            </w:tcBorders>
            <w:shd w:val="clear" w:color="auto" w:fill="auto"/>
            <w:noWrap/>
            <w:hideMark/>
          </w:tcPr>
          <w:p w14:paraId="69299AE8"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C289E81"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D55AE1A"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B050360" w14:textId="77777777" w:rsidR="00A43E5A" w:rsidRPr="00835F44" w:rsidRDefault="00A43E5A" w:rsidP="00284A9D">
            <w:pPr>
              <w:pStyle w:val="TAC"/>
            </w:pPr>
            <w:r w:rsidRPr="0020761A">
              <w:t>1032</w:t>
            </w:r>
          </w:p>
        </w:tc>
        <w:tc>
          <w:tcPr>
            <w:tcW w:w="1057" w:type="dxa"/>
            <w:tcBorders>
              <w:top w:val="nil"/>
              <w:left w:val="nil"/>
              <w:bottom w:val="single" w:sz="4" w:space="0" w:color="auto"/>
              <w:right w:val="single" w:sz="4" w:space="0" w:color="auto"/>
            </w:tcBorders>
            <w:shd w:val="clear" w:color="auto" w:fill="auto"/>
            <w:noWrap/>
            <w:hideMark/>
          </w:tcPr>
          <w:p w14:paraId="2A5F2AE1"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1FFCCBA3"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01CF425"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31CF17AB" w14:textId="77777777" w:rsidR="00A43E5A" w:rsidRPr="00835F44" w:rsidRDefault="00A43E5A" w:rsidP="00284A9D">
            <w:pPr>
              <w:pStyle w:val="TAC"/>
            </w:pPr>
            <w:r w:rsidRPr="0020761A">
              <w:t>4224</w:t>
            </w:r>
          </w:p>
        </w:tc>
        <w:tc>
          <w:tcPr>
            <w:tcW w:w="1127" w:type="dxa"/>
            <w:tcBorders>
              <w:top w:val="nil"/>
              <w:left w:val="nil"/>
              <w:bottom w:val="single" w:sz="4" w:space="0" w:color="auto"/>
              <w:right w:val="single" w:sz="4" w:space="0" w:color="auto"/>
            </w:tcBorders>
            <w:shd w:val="clear" w:color="auto" w:fill="auto"/>
            <w:noWrap/>
            <w:hideMark/>
          </w:tcPr>
          <w:p w14:paraId="70CBC7FF" w14:textId="77777777" w:rsidR="00A43E5A" w:rsidRPr="00835F44" w:rsidRDefault="00A43E5A" w:rsidP="00284A9D">
            <w:pPr>
              <w:pStyle w:val="TAC"/>
            </w:pPr>
            <w:r w:rsidRPr="0020761A">
              <w:t>4224</w:t>
            </w:r>
          </w:p>
        </w:tc>
      </w:tr>
      <w:tr w:rsidR="00A43E5A" w:rsidRPr="00835F44" w14:paraId="225D7334"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E0CD104"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CBB4133" w14:textId="77777777" w:rsidR="00A43E5A" w:rsidRPr="00835F44" w:rsidRDefault="00A43E5A" w:rsidP="00284A9D">
            <w:pPr>
              <w:pStyle w:val="TAC"/>
            </w:pPr>
            <w:r w:rsidRPr="0020761A">
              <w:t>36</w:t>
            </w:r>
          </w:p>
        </w:tc>
        <w:tc>
          <w:tcPr>
            <w:tcW w:w="967" w:type="dxa"/>
            <w:tcBorders>
              <w:top w:val="nil"/>
              <w:left w:val="nil"/>
              <w:bottom w:val="single" w:sz="4" w:space="0" w:color="auto"/>
              <w:right w:val="single" w:sz="4" w:space="0" w:color="auto"/>
            </w:tcBorders>
            <w:shd w:val="clear" w:color="auto" w:fill="auto"/>
            <w:noWrap/>
            <w:hideMark/>
          </w:tcPr>
          <w:p w14:paraId="56C10496"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5D9DE23"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22BB0EB"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12EF6CB" w14:textId="77777777" w:rsidR="00A43E5A" w:rsidRPr="00835F44" w:rsidRDefault="00A43E5A" w:rsidP="00284A9D">
            <w:pPr>
              <w:pStyle w:val="TAC"/>
            </w:pPr>
            <w:r w:rsidRPr="0020761A">
              <w:t>1128</w:t>
            </w:r>
          </w:p>
        </w:tc>
        <w:tc>
          <w:tcPr>
            <w:tcW w:w="1057" w:type="dxa"/>
            <w:tcBorders>
              <w:top w:val="nil"/>
              <w:left w:val="nil"/>
              <w:bottom w:val="single" w:sz="4" w:space="0" w:color="auto"/>
              <w:right w:val="single" w:sz="4" w:space="0" w:color="auto"/>
            </w:tcBorders>
            <w:shd w:val="clear" w:color="auto" w:fill="auto"/>
            <w:noWrap/>
            <w:hideMark/>
          </w:tcPr>
          <w:p w14:paraId="31BEB844"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CAFDF8B"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021FC558"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7E27F89" w14:textId="77777777" w:rsidR="00A43E5A" w:rsidRPr="00835F44" w:rsidRDefault="00A43E5A" w:rsidP="00284A9D">
            <w:pPr>
              <w:pStyle w:val="TAC"/>
            </w:pPr>
            <w:r w:rsidRPr="0020761A">
              <w:t>4752</w:t>
            </w:r>
          </w:p>
        </w:tc>
        <w:tc>
          <w:tcPr>
            <w:tcW w:w="1127" w:type="dxa"/>
            <w:tcBorders>
              <w:top w:val="nil"/>
              <w:left w:val="nil"/>
              <w:bottom w:val="single" w:sz="4" w:space="0" w:color="auto"/>
              <w:right w:val="single" w:sz="4" w:space="0" w:color="auto"/>
            </w:tcBorders>
            <w:shd w:val="clear" w:color="auto" w:fill="auto"/>
            <w:noWrap/>
            <w:hideMark/>
          </w:tcPr>
          <w:p w14:paraId="674377F2" w14:textId="77777777" w:rsidR="00A43E5A" w:rsidRPr="00835F44" w:rsidRDefault="00A43E5A" w:rsidP="00284A9D">
            <w:pPr>
              <w:pStyle w:val="TAC"/>
            </w:pPr>
            <w:r w:rsidRPr="0020761A">
              <w:t>4752</w:t>
            </w:r>
          </w:p>
        </w:tc>
      </w:tr>
      <w:tr w:rsidR="00A43E5A" w:rsidRPr="00835F44" w14:paraId="20B1B04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76196821" w14:textId="77777777" w:rsidR="00A43E5A" w:rsidRPr="00835F44" w:rsidRDefault="00A43E5A" w:rsidP="00284A9D">
            <w:pPr>
              <w:pStyle w:val="TAC"/>
            </w:pPr>
          </w:p>
        </w:tc>
        <w:tc>
          <w:tcPr>
            <w:tcW w:w="1027" w:type="dxa"/>
            <w:tcBorders>
              <w:top w:val="nil"/>
              <w:left w:val="nil"/>
              <w:bottom w:val="single" w:sz="4" w:space="0" w:color="auto"/>
              <w:right w:val="single" w:sz="4" w:space="0" w:color="auto"/>
            </w:tcBorders>
            <w:shd w:val="clear" w:color="auto" w:fill="auto"/>
            <w:noWrap/>
          </w:tcPr>
          <w:p w14:paraId="47BCBCD0" w14:textId="77777777" w:rsidR="00A43E5A" w:rsidRPr="0020761A" w:rsidRDefault="00A43E5A" w:rsidP="00284A9D">
            <w:pPr>
              <w:pStyle w:val="TAC"/>
            </w:pPr>
            <w:r>
              <w:t>45</w:t>
            </w:r>
          </w:p>
        </w:tc>
        <w:tc>
          <w:tcPr>
            <w:tcW w:w="967" w:type="dxa"/>
            <w:tcBorders>
              <w:top w:val="nil"/>
              <w:left w:val="nil"/>
              <w:bottom w:val="single" w:sz="4" w:space="0" w:color="auto"/>
              <w:right w:val="single" w:sz="4" w:space="0" w:color="auto"/>
            </w:tcBorders>
            <w:shd w:val="clear" w:color="auto" w:fill="auto"/>
            <w:noWrap/>
          </w:tcPr>
          <w:p w14:paraId="2EA45719" w14:textId="77777777" w:rsidR="00A43E5A" w:rsidRPr="0020761A" w:rsidRDefault="00A43E5A" w:rsidP="00284A9D">
            <w:pPr>
              <w:pStyle w:val="TAC"/>
            </w:pPr>
            <w:r>
              <w:t>11</w:t>
            </w:r>
          </w:p>
        </w:tc>
        <w:tc>
          <w:tcPr>
            <w:tcW w:w="1176" w:type="dxa"/>
            <w:tcBorders>
              <w:top w:val="nil"/>
              <w:left w:val="nil"/>
              <w:bottom w:val="single" w:sz="4" w:space="0" w:color="auto"/>
              <w:right w:val="single" w:sz="4" w:space="0" w:color="auto"/>
            </w:tcBorders>
            <w:shd w:val="clear" w:color="auto" w:fill="auto"/>
            <w:noWrap/>
          </w:tcPr>
          <w:p w14:paraId="71AE2442" w14:textId="77777777" w:rsidR="00A43E5A" w:rsidRPr="0020761A"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40B1F170" w14:textId="77777777" w:rsidR="00A43E5A" w:rsidRPr="0020761A" w:rsidRDefault="00A43E5A" w:rsidP="00284A9D">
            <w:pPr>
              <w:pStyle w:val="TAC"/>
            </w:pPr>
            <w:r>
              <w:t>0</w:t>
            </w:r>
          </w:p>
        </w:tc>
        <w:tc>
          <w:tcPr>
            <w:tcW w:w="926" w:type="dxa"/>
            <w:tcBorders>
              <w:top w:val="nil"/>
              <w:left w:val="nil"/>
              <w:bottom w:val="single" w:sz="4" w:space="0" w:color="auto"/>
              <w:right w:val="single" w:sz="4" w:space="0" w:color="auto"/>
            </w:tcBorders>
            <w:shd w:val="clear" w:color="auto" w:fill="auto"/>
            <w:noWrap/>
          </w:tcPr>
          <w:p w14:paraId="05881A1A" w14:textId="77777777" w:rsidR="00A43E5A" w:rsidRPr="0020761A" w:rsidRDefault="00A43E5A" w:rsidP="00284A9D">
            <w:pPr>
              <w:pStyle w:val="TAC"/>
            </w:pPr>
            <w:r>
              <w:t>1416</w:t>
            </w:r>
          </w:p>
        </w:tc>
        <w:tc>
          <w:tcPr>
            <w:tcW w:w="1057" w:type="dxa"/>
            <w:tcBorders>
              <w:top w:val="nil"/>
              <w:left w:val="nil"/>
              <w:bottom w:val="single" w:sz="4" w:space="0" w:color="auto"/>
              <w:right w:val="single" w:sz="4" w:space="0" w:color="auto"/>
            </w:tcBorders>
            <w:shd w:val="clear" w:color="auto" w:fill="auto"/>
            <w:noWrap/>
          </w:tcPr>
          <w:p w14:paraId="515E04B4" w14:textId="77777777" w:rsidR="00A43E5A" w:rsidRPr="0020761A" w:rsidRDefault="00A43E5A" w:rsidP="00284A9D">
            <w:pPr>
              <w:pStyle w:val="TAC"/>
            </w:pPr>
            <w:r>
              <w:t>16</w:t>
            </w:r>
          </w:p>
        </w:tc>
        <w:tc>
          <w:tcPr>
            <w:tcW w:w="897" w:type="dxa"/>
            <w:tcBorders>
              <w:top w:val="nil"/>
              <w:left w:val="nil"/>
              <w:bottom w:val="single" w:sz="4" w:space="0" w:color="auto"/>
              <w:right w:val="single" w:sz="4" w:space="0" w:color="auto"/>
            </w:tcBorders>
            <w:shd w:val="clear" w:color="auto" w:fill="auto"/>
            <w:noWrap/>
          </w:tcPr>
          <w:p w14:paraId="1EE73C25" w14:textId="77777777" w:rsidR="00A43E5A" w:rsidRPr="0020761A" w:rsidRDefault="00A43E5A" w:rsidP="00284A9D">
            <w:pPr>
              <w:pStyle w:val="TAC"/>
            </w:pPr>
            <w:r>
              <w:t>2</w:t>
            </w:r>
          </w:p>
        </w:tc>
        <w:tc>
          <w:tcPr>
            <w:tcW w:w="929" w:type="dxa"/>
            <w:tcBorders>
              <w:top w:val="nil"/>
              <w:left w:val="nil"/>
              <w:bottom w:val="single" w:sz="4" w:space="0" w:color="auto"/>
              <w:right w:val="single" w:sz="4" w:space="0" w:color="auto"/>
            </w:tcBorders>
            <w:shd w:val="clear" w:color="auto" w:fill="auto"/>
            <w:noWrap/>
          </w:tcPr>
          <w:p w14:paraId="27FB073F" w14:textId="77777777" w:rsidR="00A43E5A" w:rsidRPr="0020761A" w:rsidRDefault="00A43E5A" w:rsidP="00284A9D">
            <w:pPr>
              <w:pStyle w:val="TAC"/>
            </w:pPr>
            <w:r>
              <w:t>1</w:t>
            </w:r>
          </w:p>
        </w:tc>
        <w:tc>
          <w:tcPr>
            <w:tcW w:w="925" w:type="dxa"/>
            <w:tcBorders>
              <w:top w:val="nil"/>
              <w:left w:val="nil"/>
              <w:bottom w:val="single" w:sz="4" w:space="0" w:color="auto"/>
              <w:right w:val="single" w:sz="4" w:space="0" w:color="auto"/>
            </w:tcBorders>
            <w:shd w:val="clear" w:color="auto" w:fill="auto"/>
            <w:noWrap/>
          </w:tcPr>
          <w:p w14:paraId="6451D161" w14:textId="77777777" w:rsidR="00A43E5A" w:rsidRPr="0020761A" w:rsidRDefault="00A43E5A" w:rsidP="00284A9D">
            <w:pPr>
              <w:pStyle w:val="TAC"/>
            </w:pPr>
            <w:r>
              <w:t>5940</w:t>
            </w:r>
          </w:p>
        </w:tc>
        <w:tc>
          <w:tcPr>
            <w:tcW w:w="1127" w:type="dxa"/>
            <w:tcBorders>
              <w:top w:val="nil"/>
              <w:left w:val="nil"/>
              <w:bottom w:val="single" w:sz="4" w:space="0" w:color="auto"/>
              <w:right w:val="single" w:sz="4" w:space="0" w:color="auto"/>
            </w:tcBorders>
            <w:shd w:val="clear" w:color="auto" w:fill="auto"/>
            <w:noWrap/>
          </w:tcPr>
          <w:p w14:paraId="31DA59BF" w14:textId="77777777" w:rsidR="00A43E5A" w:rsidRPr="0020761A" w:rsidRDefault="00A43E5A" w:rsidP="00284A9D">
            <w:pPr>
              <w:pStyle w:val="TAC"/>
            </w:pPr>
            <w:r>
              <w:t>5940</w:t>
            </w:r>
          </w:p>
        </w:tc>
      </w:tr>
      <w:tr w:rsidR="00A43E5A" w:rsidRPr="00835F44" w14:paraId="246D9E84"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BC38C79"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7F0D625" w14:textId="77777777" w:rsidR="00A43E5A" w:rsidRPr="00835F44" w:rsidRDefault="00A43E5A" w:rsidP="00284A9D">
            <w:pPr>
              <w:pStyle w:val="TAC"/>
            </w:pPr>
            <w:r w:rsidRPr="0020761A">
              <w:t>50</w:t>
            </w:r>
          </w:p>
        </w:tc>
        <w:tc>
          <w:tcPr>
            <w:tcW w:w="967" w:type="dxa"/>
            <w:tcBorders>
              <w:top w:val="nil"/>
              <w:left w:val="nil"/>
              <w:bottom w:val="single" w:sz="4" w:space="0" w:color="auto"/>
              <w:right w:val="single" w:sz="4" w:space="0" w:color="auto"/>
            </w:tcBorders>
            <w:shd w:val="clear" w:color="auto" w:fill="auto"/>
            <w:noWrap/>
            <w:hideMark/>
          </w:tcPr>
          <w:p w14:paraId="6D5441A0"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4667E73"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7B0DEE32"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6077EDFF" w14:textId="77777777" w:rsidR="00A43E5A" w:rsidRPr="00835F44" w:rsidRDefault="00A43E5A" w:rsidP="00284A9D">
            <w:pPr>
              <w:pStyle w:val="TAC"/>
            </w:pPr>
            <w:r w:rsidRPr="0020761A">
              <w:t>1544</w:t>
            </w:r>
          </w:p>
        </w:tc>
        <w:tc>
          <w:tcPr>
            <w:tcW w:w="1057" w:type="dxa"/>
            <w:tcBorders>
              <w:top w:val="nil"/>
              <w:left w:val="nil"/>
              <w:bottom w:val="single" w:sz="4" w:space="0" w:color="auto"/>
              <w:right w:val="single" w:sz="4" w:space="0" w:color="auto"/>
            </w:tcBorders>
            <w:shd w:val="clear" w:color="auto" w:fill="auto"/>
            <w:noWrap/>
            <w:hideMark/>
          </w:tcPr>
          <w:p w14:paraId="73F236F6"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E3367B7"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051EA423"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38B7F3A" w14:textId="77777777" w:rsidR="00A43E5A" w:rsidRPr="00835F44" w:rsidRDefault="00A43E5A" w:rsidP="00284A9D">
            <w:pPr>
              <w:pStyle w:val="TAC"/>
            </w:pPr>
            <w:r w:rsidRPr="0020761A">
              <w:t>6600</w:t>
            </w:r>
          </w:p>
        </w:tc>
        <w:tc>
          <w:tcPr>
            <w:tcW w:w="1127" w:type="dxa"/>
            <w:tcBorders>
              <w:top w:val="nil"/>
              <w:left w:val="nil"/>
              <w:bottom w:val="single" w:sz="4" w:space="0" w:color="auto"/>
              <w:right w:val="single" w:sz="4" w:space="0" w:color="auto"/>
            </w:tcBorders>
            <w:shd w:val="clear" w:color="auto" w:fill="auto"/>
            <w:noWrap/>
            <w:hideMark/>
          </w:tcPr>
          <w:p w14:paraId="199C8381" w14:textId="77777777" w:rsidR="00A43E5A" w:rsidRPr="00835F44" w:rsidRDefault="00A43E5A" w:rsidP="00284A9D">
            <w:pPr>
              <w:pStyle w:val="TAC"/>
            </w:pPr>
            <w:r w:rsidRPr="0020761A">
              <w:t>6600</w:t>
            </w:r>
          </w:p>
        </w:tc>
      </w:tr>
      <w:tr w:rsidR="00A43E5A" w:rsidRPr="00835F44" w14:paraId="6A37C6BA"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66FFB4"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66C5663" w14:textId="77777777" w:rsidR="00A43E5A" w:rsidRPr="00835F44" w:rsidRDefault="00A43E5A" w:rsidP="00284A9D">
            <w:pPr>
              <w:pStyle w:val="TAC"/>
            </w:pPr>
            <w:r w:rsidRPr="0020761A">
              <w:t>60</w:t>
            </w:r>
          </w:p>
        </w:tc>
        <w:tc>
          <w:tcPr>
            <w:tcW w:w="967" w:type="dxa"/>
            <w:tcBorders>
              <w:top w:val="nil"/>
              <w:left w:val="nil"/>
              <w:bottom w:val="single" w:sz="4" w:space="0" w:color="auto"/>
              <w:right w:val="single" w:sz="4" w:space="0" w:color="auto"/>
            </w:tcBorders>
            <w:shd w:val="clear" w:color="auto" w:fill="auto"/>
            <w:noWrap/>
            <w:hideMark/>
          </w:tcPr>
          <w:p w14:paraId="753ADE11"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6E6624AA"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F997C93"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1E4D061F" w14:textId="77777777" w:rsidR="00A43E5A" w:rsidRPr="00835F44" w:rsidRDefault="00A43E5A" w:rsidP="00284A9D">
            <w:pPr>
              <w:pStyle w:val="TAC"/>
            </w:pPr>
            <w:r w:rsidRPr="0020761A">
              <w:t>1864</w:t>
            </w:r>
          </w:p>
        </w:tc>
        <w:tc>
          <w:tcPr>
            <w:tcW w:w="1057" w:type="dxa"/>
            <w:tcBorders>
              <w:top w:val="nil"/>
              <w:left w:val="nil"/>
              <w:bottom w:val="single" w:sz="4" w:space="0" w:color="auto"/>
              <w:right w:val="single" w:sz="4" w:space="0" w:color="auto"/>
            </w:tcBorders>
            <w:shd w:val="clear" w:color="auto" w:fill="auto"/>
            <w:noWrap/>
            <w:hideMark/>
          </w:tcPr>
          <w:p w14:paraId="0BF08A43"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5F4EC41"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0185121"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FED3ED1" w14:textId="77777777" w:rsidR="00A43E5A" w:rsidRPr="00835F44" w:rsidRDefault="00A43E5A" w:rsidP="00284A9D">
            <w:pPr>
              <w:pStyle w:val="TAC"/>
            </w:pPr>
            <w:r w:rsidRPr="0020761A">
              <w:t>7920</w:t>
            </w:r>
          </w:p>
        </w:tc>
        <w:tc>
          <w:tcPr>
            <w:tcW w:w="1127" w:type="dxa"/>
            <w:tcBorders>
              <w:top w:val="nil"/>
              <w:left w:val="nil"/>
              <w:bottom w:val="single" w:sz="4" w:space="0" w:color="auto"/>
              <w:right w:val="single" w:sz="4" w:space="0" w:color="auto"/>
            </w:tcBorders>
            <w:shd w:val="clear" w:color="auto" w:fill="auto"/>
            <w:noWrap/>
            <w:hideMark/>
          </w:tcPr>
          <w:p w14:paraId="4B8FE457" w14:textId="77777777" w:rsidR="00A43E5A" w:rsidRPr="00835F44" w:rsidRDefault="00A43E5A" w:rsidP="00284A9D">
            <w:pPr>
              <w:pStyle w:val="TAC"/>
            </w:pPr>
            <w:r w:rsidRPr="0020761A">
              <w:t>7920</w:t>
            </w:r>
          </w:p>
        </w:tc>
      </w:tr>
      <w:tr w:rsidR="00A43E5A" w:rsidRPr="00835F44" w14:paraId="1E59B4BF"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8CFC7B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62D2113" w14:textId="77777777" w:rsidR="00A43E5A" w:rsidRPr="00835F44" w:rsidRDefault="00A43E5A" w:rsidP="00284A9D">
            <w:pPr>
              <w:pStyle w:val="TAC"/>
            </w:pPr>
            <w:r w:rsidRPr="0020761A">
              <w:t>64</w:t>
            </w:r>
          </w:p>
        </w:tc>
        <w:tc>
          <w:tcPr>
            <w:tcW w:w="967" w:type="dxa"/>
            <w:tcBorders>
              <w:top w:val="nil"/>
              <w:left w:val="nil"/>
              <w:bottom w:val="single" w:sz="4" w:space="0" w:color="auto"/>
              <w:right w:val="single" w:sz="4" w:space="0" w:color="auto"/>
            </w:tcBorders>
            <w:shd w:val="clear" w:color="auto" w:fill="auto"/>
            <w:noWrap/>
            <w:hideMark/>
          </w:tcPr>
          <w:p w14:paraId="1C5ACA45"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620E6FEA"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EE83C59"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E600218" w14:textId="77777777" w:rsidR="00A43E5A" w:rsidRPr="00835F44" w:rsidRDefault="00A43E5A" w:rsidP="00284A9D">
            <w:pPr>
              <w:pStyle w:val="TAC"/>
            </w:pPr>
            <w:r w:rsidRPr="0020761A">
              <w:t>2024</w:t>
            </w:r>
          </w:p>
        </w:tc>
        <w:tc>
          <w:tcPr>
            <w:tcW w:w="1057" w:type="dxa"/>
            <w:tcBorders>
              <w:top w:val="nil"/>
              <w:left w:val="nil"/>
              <w:bottom w:val="single" w:sz="4" w:space="0" w:color="auto"/>
              <w:right w:val="single" w:sz="4" w:space="0" w:color="auto"/>
            </w:tcBorders>
            <w:shd w:val="clear" w:color="auto" w:fill="auto"/>
            <w:noWrap/>
            <w:hideMark/>
          </w:tcPr>
          <w:p w14:paraId="143D0B71"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04ECB4C9"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07E0487B"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424958C5" w14:textId="77777777" w:rsidR="00A43E5A" w:rsidRPr="00835F44" w:rsidRDefault="00A43E5A" w:rsidP="00284A9D">
            <w:pPr>
              <w:pStyle w:val="TAC"/>
            </w:pPr>
            <w:r w:rsidRPr="0020761A">
              <w:t>8448</w:t>
            </w:r>
          </w:p>
        </w:tc>
        <w:tc>
          <w:tcPr>
            <w:tcW w:w="1127" w:type="dxa"/>
            <w:tcBorders>
              <w:top w:val="nil"/>
              <w:left w:val="nil"/>
              <w:bottom w:val="single" w:sz="4" w:space="0" w:color="auto"/>
              <w:right w:val="single" w:sz="4" w:space="0" w:color="auto"/>
            </w:tcBorders>
            <w:shd w:val="clear" w:color="auto" w:fill="auto"/>
            <w:noWrap/>
            <w:hideMark/>
          </w:tcPr>
          <w:p w14:paraId="12DF5F5A" w14:textId="77777777" w:rsidR="00A43E5A" w:rsidRPr="00835F44" w:rsidRDefault="00A43E5A" w:rsidP="00284A9D">
            <w:pPr>
              <w:pStyle w:val="TAC"/>
            </w:pPr>
            <w:r w:rsidRPr="0020761A">
              <w:t>8448</w:t>
            </w:r>
          </w:p>
        </w:tc>
      </w:tr>
      <w:tr w:rsidR="00A43E5A" w:rsidRPr="00835F44" w14:paraId="403E2CC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77CDF0"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924661F" w14:textId="77777777" w:rsidR="00A43E5A" w:rsidRPr="00835F44" w:rsidRDefault="00A43E5A" w:rsidP="00284A9D">
            <w:pPr>
              <w:pStyle w:val="TAC"/>
            </w:pPr>
            <w:r w:rsidRPr="0020761A">
              <w:t>75</w:t>
            </w:r>
          </w:p>
        </w:tc>
        <w:tc>
          <w:tcPr>
            <w:tcW w:w="967" w:type="dxa"/>
            <w:tcBorders>
              <w:top w:val="nil"/>
              <w:left w:val="nil"/>
              <w:bottom w:val="single" w:sz="4" w:space="0" w:color="auto"/>
              <w:right w:val="single" w:sz="4" w:space="0" w:color="auto"/>
            </w:tcBorders>
            <w:shd w:val="clear" w:color="auto" w:fill="auto"/>
            <w:noWrap/>
            <w:hideMark/>
          </w:tcPr>
          <w:p w14:paraId="046EAFDF"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55DB430"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16D6556E"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37981515" w14:textId="77777777" w:rsidR="00A43E5A" w:rsidRPr="00835F44" w:rsidRDefault="00A43E5A" w:rsidP="00284A9D">
            <w:pPr>
              <w:pStyle w:val="TAC"/>
            </w:pPr>
            <w:r w:rsidRPr="0020761A">
              <w:t>2408</w:t>
            </w:r>
          </w:p>
        </w:tc>
        <w:tc>
          <w:tcPr>
            <w:tcW w:w="1057" w:type="dxa"/>
            <w:tcBorders>
              <w:top w:val="nil"/>
              <w:left w:val="nil"/>
              <w:bottom w:val="single" w:sz="4" w:space="0" w:color="auto"/>
              <w:right w:val="single" w:sz="4" w:space="0" w:color="auto"/>
            </w:tcBorders>
            <w:shd w:val="clear" w:color="auto" w:fill="auto"/>
            <w:noWrap/>
            <w:hideMark/>
          </w:tcPr>
          <w:p w14:paraId="606DA257"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68F9CA08"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1C87A5C"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130AF304" w14:textId="77777777" w:rsidR="00A43E5A" w:rsidRPr="00835F44" w:rsidRDefault="00A43E5A" w:rsidP="00284A9D">
            <w:pPr>
              <w:pStyle w:val="TAC"/>
            </w:pPr>
            <w:r w:rsidRPr="0020761A">
              <w:t>9900</w:t>
            </w:r>
          </w:p>
        </w:tc>
        <w:tc>
          <w:tcPr>
            <w:tcW w:w="1127" w:type="dxa"/>
            <w:tcBorders>
              <w:top w:val="nil"/>
              <w:left w:val="nil"/>
              <w:bottom w:val="single" w:sz="4" w:space="0" w:color="auto"/>
              <w:right w:val="single" w:sz="4" w:space="0" w:color="auto"/>
            </w:tcBorders>
            <w:shd w:val="clear" w:color="auto" w:fill="auto"/>
            <w:noWrap/>
            <w:hideMark/>
          </w:tcPr>
          <w:p w14:paraId="2619A0E5" w14:textId="77777777" w:rsidR="00A43E5A" w:rsidRPr="00835F44" w:rsidRDefault="00A43E5A" w:rsidP="00284A9D">
            <w:pPr>
              <w:pStyle w:val="TAC"/>
            </w:pPr>
            <w:r w:rsidRPr="0020761A">
              <w:t>9900</w:t>
            </w:r>
          </w:p>
        </w:tc>
      </w:tr>
      <w:tr w:rsidR="00A43E5A" w:rsidRPr="00835F44" w14:paraId="7F9FAE8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C47F7D4"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FFB4253" w14:textId="77777777" w:rsidR="00A43E5A" w:rsidRPr="00835F44" w:rsidRDefault="00A43E5A" w:rsidP="00284A9D">
            <w:pPr>
              <w:pStyle w:val="TAC"/>
            </w:pPr>
            <w:r w:rsidRPr="0020761A">
              <w:t>80</w:t>
            </w:r>
          </w:p>
        </w:tc>
        <w:tc>
          <w:tcPr>
            <w:tcW w:w="967" w:type="dxa"/>
            <w:tcBorders>
              <w:top w:val="nil"/>
              <w:left w:val="nil"/>
              <w:bottom w:val="single" w:sz="4" w:space="0" w:color="auto"/>
              <w:right w:val="single" w:sz="4" w:space="0" w:color="auto"/>
            </w:tcBorders>
            <w:shd w:val="clear" w:color="auto" w:fill="auto"/>
            <w:noWrap/>
            <w:hideMark/>
          </w:tcPr>
          <w:p w14:paraId="452C60D7"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28BE727"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C2FB535"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D479DA1" w14:textId="77777777" w:rsidR="00A43E5A" w:rsidRPr="00835F44" w:rsidRDefault="00A43E5A" w:rsidP="00284A9D">
            <w:pPr>
              <w:pStyle w:val="TAC"/>
            </w:pPr>
            <w:r w:rsidRPr="0020761A">
              <w:t>2472</w:t>
            </w:r>
          </w:p>
        </w:tc>
        <w:tc>
          <w:tcPr>
            <w:tcW w:w="1057" w:type="dxa"/>
            <w:tcBorders>
              <w:top w:val="nil"/>
              <w:left w:val="nil"/>
              <w:bottom w:val="single" w:sz="4" w:space="0" w:color="auto"/>
              <w:right w:val="single" w:sz="4" w:space="0" w:color="auto"/>
            </w:tcBorders>
            <w:shd w:val="clear" w:color="auto" w:fill="auto"/>
            <w:noWrap/>
            <w:hideMark/>
          </w:tcPr>
          <w:p w14:paraId="2F76E821"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7FB40E21"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98F0784"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3F2032C9" w14:textId="77777777" w:rsidR="00A43E5A" w:rsidRPr="00835F44" w:rsidRDefault="00A43E5A" w:rsidP="00284A9D">
            <w:pPr>
              <w:pStyle w:val="TAC"/>
            </w:pPr>
            <w:r w:rsidRPr="0020761A">
              <w:t>10560</w:t>
            </w:r>
          </w:p>
        </w:tc>
        <w:tc>
          <w:tcPr>
            <w:tcW w:w="1127" w:type="dxa"/>
            <w:tcBorders>
              <w:top w:val="nil"/>
              <w:left w:val="nil"/>
              <w:bottom w:val="single" w:sz="4" w:space="0" w:color="auto"/>
              <w:right w:val="single" w:sz="4" w:space="0" w:color="auto"/>
            </w:tcBorders>
            <w:shd w:val="clear" w:color="auto" w:fill="auto"/>
            <w:noWrap/>
            <w:hideMark/>
          </w:tcPr>
          <w:p w14:paraId="51492F12" w14:textId="77777777" w:rsidR="00A43E5A" w:rsidRPr="00835F44" w:rsidRDefault="00A43E5A" w:rsidP="00284A9D">
            <w:pPr>
              <w:pStyle w:val="TAC"/>
            </w:pPr>
            <w:r w:rsidRPr="0020761A">
              <w:t>10560</w:t>
            </w:r>
          </w:p>
        </w:tc>
      </w:tr>
      <w:tr w:rsidR="00A43E5A" w:rsidRPr="00835F44" w14:paraId="50BED4F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F6C3C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4C1DAF3" w14:textId="77777777" w:rsidR="00A43E5A" w:rsidRPr="00835F44" w:rsidRDefault="00A43E5A" w:rsidP="00284A9D">
            <w:pPr>
              <w:pStyle w:val="TAC"/>
            </w:pPr>
            <w:r w:rsidRPr="0020761A">
              <w:t>81</w:t>
            </w:r>
          </w:p>
        </w:tc>
        <w:tc>
          <w:tcPr>
            <w:tcW w:w="967" w:type="dxa"/>
            <w:tcBorders>
              <w:top w:val="nil"/>
              <w:left w:val="nil"/>
              <w:bottom w:val="single" w:sz="4" w:space="0" w:color="auto"/>
              <w:right w:val="single" w:sz="4" w:space="0" w:color="auto"/>
            </w:tcBorders>
            <w:shd w:val="clear" w:color="auto" w:fill="auto"/>
            <w:noWrap/>
            <w:hideMark/>
          </w:tcPr>
          <w:p w14:paraId="0BF96975"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A4F646C"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2CC88E8"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BAD07EC" w14:textId="77777777" w:rsidR="00A43E5A" w:rsidRPr="00835F44" w:rsidRDefault="00A43E5A" w:rsidP="00284A9D">
            <w:pPr>
              <w:pStyle w:val="TAC"/>
            </w:pPr>
            <w:r w:rsidRPr="0020761A">
              <w:t>2536</w:t>
            </w:r>
          </w:p>
        </w:tc>
        <w:tc>
          <w:tcPr>
            <w:tcW w:w="1057" w:type="dxa"/>
            <w:tcBorders>
              <w:top w:val="nil"/>
              <w:left w:val="nil"/>
              <w:bottom w:val="single" w:sz="4" w:space="0" w:color="auto"/>
              <w:right w:val="single" w:sz="4" w:space="0" w:color="auto"/>
            </w:tcBorders>
            <w:shd w:val="clear" w:color="auto" w:fill="auto"/>
            <w:noWrap/>
            <w:hideMark/>
          </w:tcPr>
          <w:p w14:paraId="0815A1D5"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40EE2B97"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0C0B1713"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2080F7DD" w14:textId="77777777" w:rsidR="00A43E5A" w:rsidRPr="00835F44" w:rsidRDefault="00A43E5A" w:rsidP="00284A9D">
            <w:pPr>
              <w:pStyle w:val="TAC"/>
            </w:pPr>
            <w:r w:rsidRPr="0020761A">
              <w:t>10692</w:t>
            </w:r>
          </w:p>
        </w:tc>
        <w:tc>
          <w:tcPr>
            <w:tcW w:w="1127" w:type="dxa"/>
            <w:tcBorders>
              <w:top w:val="nil"/>
              <w:left w:val="nil"/>
              <w:bottom w:val="single" w:sz="4" w:space="0" w:color="auto"/>
              <w:right w:val="single" w:sz="4" w:space="0" w:color="auto"/>
            </w:tcBorders>
            <w:shd w:val="clear" w:color="auto" w:fill="auto"/>
            <w:noWrap/>
            <w:hideMark/>
          </w:tcPr>
          <w:p w14:paraId="0EB1A976" w14:textId="77777777" w:rsidR="00A43E5A" w:rsidRPr="00835F44" w:rsidRDefault="00A43E5A" w:rsidP="00284A9D">
            <w:pPr>
              <w:pStyle w:val="TAC"/>
            </w:pPr>
            <w:r w:rsidRPr="0020761A">
              <w:t>10692</w:t>
            </w:r>
          </w:p>
        </w:tc>
      </w:tr>
      <w:tr w:rsidR="00A43E5A" w:rsidRPr="00835F44" w14:paraId="5DDAA6A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43FD751A" w14:textId="77777777" w:rsidR="00A43E5A" w:rsidRPr="00835F44" w:rsidRDefault="00A43E5A" w:rsidP="00284A9D">
            <w:pPr>
              <w:pStyle w:val="TAC"/>
            </w:pPr>
          </w:p>
        </w:tc>
        <w:tc>
          <w:tcPr>
            <w:tcW w:w="1027" w:type="dxa"/>
            <w:tcBorders>
              <w:top w:val="nil"/>
              <w:left w:val="nil"/>
              <w:bottom w:val="single" w:sz="4" w:space="0" w:color="auto"/>
              <w:right w:val="single" w:sz="4" w:space="0" w:color="auto"/>
            </w:tcBorders>
            <w:shd w:val="clear" w:color="auto" w:fill="auto"/>
            <w:noWrap/>
          </w:tcPr>
          <w:p w14:paraId="6D825111" w14:textId="77777777" w:rsidR="00A43E5A" w:rsidRPr="0020761A" w:rsidRDefault="00A43E5A" w:rsidP="00284A9D">
            <w:pPr>
              <w:pStyle w:val="TAC"/>
            </w:pPr>
            <w:r>
              <w:t>90</w:t>
            </w:r>
          </w:p>
        </w:tc>
        <w:tc>
          <w:tcPr>
            <w:tcW w:w="967" w:type="dxa"/>
            <w:tcBorders>
              <w:top w:val="nil"/>
              <w:left w:val="nil"/>
              <w:bottom w:val="single" w:sz="4" w:space="0" w:color="auto"/>
              <w:right w:val="single" w:sz="4" w:space="0" w:color="auto"/>
            </w:tcBorders>
            <w:shd w:val="clear" w:color="auto" w:fill="auto"/>
            <w:noWrap/>
          </w:tcPr>
          <w:p w14:paraId="3B6CE539" w14:textId="77777777" w:rsidR="00A43E5A" w:rsidRPr="0020761A" w:rsidRDefault="00A43E5A" w:rsidP="00284A9D">
            <w:pPr>
              <w:pStyle w:val="TAC"/>
            </w:pPr>
            <w:r>
              <w:t>11</w:t>
            </w:r>
          </w:p>
        </w:tc>
        <w:tc>
          <w:tcPr>
            <w:tcW w:w="1176" w:type="dxa"/>
            <w:tcBorders>
              <w:top w:val="nil"/>
              <w:left w:val="nil"/>
              <w:bottom w:val="single" w:sz="4" w:space="0" w:color="auto"/>
              <w:right w:val="single" w:sz="4" w:space="0" w:color="auto"/>
            </w:tcBorders>
            <w:shd w:val="clear" w:color="auto" w:fill="auto"/>
            <w:noWrap/>
          </w:tcPr>
          <w:p w14:paraId="5BA292D9" w14:textId="77777777" w:rsidR="00A43E5A" w:rsidRPr="0020761A"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06E87231" w14:textId="77777777" w:rsidR="00A43E5A" w:rsidRPr="0020761A"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tcPr>
          <w:p w14:paraId="1E716FBC" w14:textId="77777777" w:rsidR="00A43E5A" w:rsidRPr="0020761A" w:rsidRDefault="00A43E5A" w:rsidP="00284A9D">
            <w:pPr>
              <w:pStyle w:val="TAC"/>
            </w:pPr>
            <w:r>
              <w:t>2792</w:t>
            </w:r>
          </w:p>
        </w:tc>
        <w:tc>
          <w:tcPr>
            <w:tcW w:w="1057" w:type="dxa"/>
            <w:tcBorders>
              <w:top w:val="nil"/>
              <w:left w:val="nil"/>
              <w:bottom w:val="single" w:sz="4" w:space="0" w:color="auto"/>
              <w:right w:val="single" w:sz="4" w:space="0" w:color="auto"/>
            </w:tcBorders>
            <w:shd w:val="clear" w:color="auto" w:fill="auto"/>
            <w:noWrap/>
          </w:tcPr>
          <w:p w14:paraId="00D8400A" w14:textId="77777777" w:rsidR="00A43E5A" w:rsidRPr="0020761A" w:rsidRDefault="00A43E5A" w:rsidP="00284A9D">
            <w:pPr>
              <w:pStyle w:val="TAC"/>
            </w:pPr>
            <w:r>
              <w:t>16</w:t>
            </w:r>
          </w:p>
        </w:tc>
        <w:tc>
          <w:tcPr>
            <w:tcW w:w="897" w:type="dxa"/>
            <w:tcBorders>
              <w:top w:val="nil"/>
              <w:left w:val="nil"/>
              <w:bottom w:val="single" w:sz="4" w:space="0" w:color="auto"/>
              <w:right w:val="single" w:sz="4" w:space="0" w:color="auto"/>
            </w:tcBorders>
            <w:shd w:val="clear" w:color="auto" w:fill="auto"/>
            <w:noWrap/>
          </w:tcPr>
          <w:p w14:paraId="031D70B7" w14:textId="77777777" w:rsidR="00A43E5A" w:rsidRPr="0020761A" w:rsidRDefault="00A43E5A" w:rsidP="00284A9D">
            <w:pPr>
              <w:pStyle w:val="TAC"/>
            </w:pPr>
            <w:r>
              <w:t>2</w:t>
            </w:r>
          </w:p>
        </w:tc>
        <w:tc>
          <w:tcPr>
            <w:tcW w:w="929" w:type="dxa"/>
            <w:tcBorders>
              <w:top w:val="nil"/>
              <w:left w:val="nil"/>
              <w:bottom w:val="single" w:sz="4" w:space="0" w:color="auto"/>
              <w:right w:val="single" w:sz="4" w:space="0" w:color="auto"/>
            </w:tcBorders>
            <w:shd w:val="clear" w:color="auto" w:fill="auto"/>
            <w:noWrap/>
          </w:tcPr>
          <w:p w14:paraId="1B79CEFC" w14:textId="77777777" w:rsidR="00A43E5A" w:rsidRPr="0020761A" w:rsidRDefault="00A43E5A" w:rsidP="00284A9D">
            <w:pPr>
              <w:pStyle w:val="TAC"/>
            </w:pPr>
            <w:r>
              <w:t>1</w:t>
            </w:r>
          </w:p>
        </w:tc>
        <w:tc>
          <w:tcPr>
            <w:tcW w:w="925" w:type="dxa"/>
            <w:tcBorders>
              <w:top w:val="nil"/>
              <w:left w:val="nil"/>
              <w:bottom w:val="single" w:sz="4" w:space="0" w:color="auto"/>
              <w:right w:val="single" w:sz="4" w:space="0" w:color="auto"/>
            </w:tcBorders>
            <w:shd w:val="clear" w:color="auto" w:fill="auto"/>
            <w:noWrap/>
          </w:tcPr>
          <w:p w14:paraId="2B0668DC" w14:textId="77777777" w:rsidR="00A43E5A" w:rsidRPr="0020761A" w:rsidRDefault="00A43E5A" w:rsidP="00284A9D">
            <w:pPr>
              <w:pStyle w:val="TAC"/>
            </w:pPr>
            <w:r>
              <w:t>11880</w:t>
            </w:r>
          </w:p>
        </w:tc>
        <w:tc>
          <w:tcPr>
            <w:tcW w:w="1127" w:type="dxa"/>
            <w:tcBorders>
              <w:top w:val="nil"/>
              <w:left w:val="nil"/>
              <w:bottom w:val="single" w:sz="4" w:space="0" w:color="auto"/>
              <w:right w:val="single" w:sz="4" w:space="0" w:color="auto"/>
            </w:tcBorders>
            <w:shd w:val="clear" w:color="auto" w:fill="auto"/>
            <w:noWrap/>
          </w:tcPr>
          <w:p w14:paraId="2FF179CE" w14:textId="77777777" w:rsidR="00A43E5A" w:rsidRPr="0020761A" w:rsidRDefault="00A43E5A" w:rsidP="00284A9D">
            <w:pPr>
              <w:pStyle w:val="TAC"/>
            </w:pPr>
            <w:r>
              <w:t>11880</w:t>
            </w:r>
          </w:p>
        </w:tc>
      </w:tr>
      <w:tr w:rsidR="00A43E5A" w:rsidRPr="00835F44" w14:paraId="43430D5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838D39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71AF5F8" w14:textId="77777777" w:rsidR="00A43E5A" w:rsidRPr="00835F44" w:rsidRDefault="00A43E5A" w:rsidP="00284A9D">
            <w:pPr>
              <w:pStyle w:val="TAC"/>
            </w:pPr>
            <w:r w:rsidRPr="0020761A">
              <w:t>100</w:t>
            </w:r>
          </w:p>
        </w:tc>
        <w:tc>
          <w:tcPr>
            <w:tcW w:w="967" w:type="dxa"/>
            <w:tcBorders>
              <w:top w:val="nil"/>
              <w:left w:val="nil"/>
              <w:bottom w:val="single" w:sz="4" w:space="0" w:color="auto"/>
              <w:right w:val="single" w:sz="4" w:space="0" w:color="auto"/>
            </w:tcBorders>
            <w:shd w:val="clear" w:color="auto" w:fill="auto"/>
            <w:noWrap/>
            <w:hideMark/>
          </w:tcPr>
          <w:p w14:paraId="505AECF4"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B413FE1"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13C8284"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967CB62" w14:textId="77777777" w:rsidR="00A43E5A" w:rsidRPr="00835F44" w:rsidRDefault="00A43E5A" w:rsidP="00284A9D">
            <w:pPr>
              <w:pStyle w:val="TAC"/>
            </w:pPr>
            <w:r w:rsidRPr="0020761A">
              <w:t>3104</w:t>
            </w:r>
          </w:p>
        </w:tc>
        <w:tc>
          <w:tcPr>
            <w:tcW w:w="1057" w:type="dxa"/>
            <w:tcBorders>
              <w:top w:val="nil"/>
              <w:left w:val="nil"/>
              <w:bottom w:val="single" w:sz="4" w:space="0" w:color="auto"/>
              <w:right w:val="single" w:sz="4" w:space="0" w:color="auto"/>
            </w:tcBorders>
            <w:shd w:val="clear" w:color="auto" w:fill="auto"/>
            <w:noWrap/>
            <w:hideMark/>
          </w:tcPr>
          <w:p w14:paraId="0DF248BE"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2DD6835"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22F38229"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72D52E9E" w14:textId="77777777" w:rsidR="00A43E5A" w:rsidRPr="00835F44" w:rsidRDefault="00A43E5A" w:rsidP="00284A9D">
            <w:pPr>
              <w:pStyle w:val="TAC"/>
            </w:pPr>
            <w:r w:rsidRPr="0020761A">
              <w:t>13200</w:t>
            </w:r>
          </w:p>
        </w:tc>
        <w:tc>
          <w:tcPr>
            <w:tcW w:w="1127" w:type="dxa"/>
            <w:tcBorders>
              <w:top w:val="nil"/>
              <w:left w:val="nil"/>
              <w:bottom w:val="single" w:sz="4" w:space="0" w:color="auto"/>
              <w:right w:val="single" w:sz="4" w:space="0" w:color="auto"/>
            </w:tcBorders>
            <w:shd w:val="clear" w:color="auto" w:fill="auto"/>
            <w:noWrap/>
            <w:hideMark/>
          </w:tcPr>
          <w:p w14:paraId="776A476D" w14:textId="77777777" w:rsidR="00A43E5A" w:rsidRPr="00835F44" w:rsidRDefault="00A43E5A" w:rsidP="00284A9D">
            <w:pPr>
              <w:pStyle w:val="TAC"/>
            </w:pPr>
            <w:r w:rsidRPr="0020761A">
              <w:t>13200</w:t>
            </w:r>
          </w:p>
        </w:tc>
      </w:tr>
      <w:tr w:rsidR="00A43E5A" w:rsidRPr="00835F44" w14:paraId="06C5E2E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E62CBD7"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F32FB21" w14:textId="77777777" w:rsidR="00A43E5A" w:rsidRPr="00835F44" w:rsidRDefault="00A43E5A" w:rsidP="00284A9D">
            <w:pPr>
              <w:pStyle w:val="TAC"/>
            </w:pPr>
            <w:r w:rsidRPr="0020761A">
              <w:t>108</w:t>
            </w:r>
          </w:p>
        </w:tc>
        <w:tc>
          <w:tcPr>
            <w:tcW w:w="967" w:type="dxa"/>
            <w:tcBorders>
              <w:top w:val="nil"/>
              <w:left w:val="nil"/>
              <w:bottom w:val="single" w:sz="4" w:space="0" w:color="auto"/>
              <w:right w:val="single" w:sz="4" w:space="0" w:color="auto"/>
            </w:tcBorders>
            <w:shd w:val="clear" w:color="auto" w:fill="auto"/>
            <w:noWrap/>
            <w:hideMark/>
          </w:tcPr>
          <w:p w14:paraId="51D8FCED"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0C6BE512"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223F9645"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7C74876A" w14:textId="77777777" w:rsidR="00A43E5A" w:rsidRPr="00835F44" w:rsidRDefault="00A43E5A" w:rsidP="00284A9D">
            <w:pPr>
              <w:pStyle w:val="TAC"/>
            </w:pPr>
            <w:r w:rsidRPr="0020761A">
              <w:t>3368</w:t>
            </w:r>
          </w:p>
        </w:tc>
        <w:tc>
          <w:tcPr>
            <w:tcW w:w="1057" w:type="dxa"/>
            <w:tcBorders>
              <w:top w:val="nil"/>
              <w:left w:val="nil"/>
              <w:bottom w:val="single" w:sz="4" w:space="0" w:color="auto"/>
              <w:right w:val="single" w:sz="4" w:space="0" w:color="auto"/>
            </w:tcBorders>
            <w:shd w:val="clear" w:color="auto" w:fill="auto"/>
            <w:noWrap/>
            <w:hideMark/>
          </w:tcPr>
          <w:p w14:paraId="1D7BF01C"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36B72CBA"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2C3BAB25"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0821808A" w14:textId="77777777" w:rsidR="00A43E5A" w:rsidRPr="00835F44" w:rsidRDefault="00A43E5A" w:rsidP="00284A9D">
            <w:pPr>
              <w:pStyle w:val="TAC"/>
            </w:pPr>
            <w:r w:rsidRPr="0020761A">
              <w:t>14256</w:t>
            </w:r>
          </w:p>
        </w:tc>
        <w:tc>
          <w:tcPr>
            <w:tcW w:w="1127" w:type="dxa"/>
            <w:tcBorders>
              <w:top w:val="nil"/>
              <w:left w:val="nil"/>
              <w:bottom w:val="single" w:sz="4" w:space="0" w:color="auto"/>
              <w:right w:val="single" w:sz="4" w:space="0" w:color="auto"/>
            </w:tcBorders>
            <w:shd w:val="clear" w:color="auto" w:fill="auto"/>
            <w:noWrap/>
            <w:hideMark/>
          </w:tcPr>
          <w:p w14:paraId="084CD64C" w14:textId="77777777" w:rsidR="00A43E5A" w:rsidRPr="00835F44" w:rsidRDefault="00A43E5A" w:rsidP="00284A9D">
            <w:pPr>
              <w:pStyle w:val="TAC"/>
            </w:pPr>
            <w:r w:rsidRPr="0020761A">
              <w:t>14256</w:t>
            </w:r>
          </w:p>
        </w:tc>
      </w:tr>
      <w:tr w:rsidR="00A43E5A" w:rsidRPr="00835F44" w14:paraId="6261A04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9D66D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1803507" w14:textId="77777777" w:rsidR="00A43E5A" w:rsidRPr="00835F44" w:rsidRDefault="00A43E5A" w:rsidP="00284A9D">
            <w:pPr>
              <w:pStyle w:val="TAC"/>
            </w:pPr>
            <w:r w:rsidRPr="0020761A">
              <w:t>120</w:t>
            </w:r>
          </w:p>
        </w:tc>
        <w:tc>
          <w:tcPr>
            <w:tcW w:w="967" w:type="dxa"/>
            <w:tcBorders>
              <w:top w:val="nil"/>
              <w:left w:val="nil"/>
              <w:bottom w:val="single" w:sz="4" w:space="0" w:color="auto"/>
              <w:right w:val="single" w:sz="4" w:space="0" w:color="auto"/>
            </w:tcBorders>
            <w:shd w:val="clear" w:color="auto" w:fill="auto"/>
            <w:noWrap/>
            <w:hideMark/>
          </w:tcPr>
          <w:p w14:paraId="0E7F3A6B"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41F0CB6D"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4DB8E30C"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48EB2404" w14:textId="77777777" w:rsidR="00A43E5A" w:rsidRPr="00835F44" w:rsidRDefault="00A43E5A" w:rsidP="00284A9D">
            <w:pPr>
              <w:pStyle w:val="TAC"/>
            </w:pPr>
            <w:r w:rsidRPr="0020761A">
              <w:t>3752</w:t>
            </w:r>
          </w:p>
        </w:tc>
        <w:tc>
          <w:tcPr>
            <w:tcW w:w="1057" w:type="dxa"/>
            <w:tcBorders>
              <w:top w:val="nil"/>
              <w:left w:val="nil"/>
              <w:bottom w:val="single" w:sz="4" w:space="0" w:color="auto"/>
              <w:right w:val="single" w:sz="4" w:space="0" w:color="auto"/>
            </w:tcBorders>
            <w:shd w:val="clear" w:color="auto" w:fill="auto"/>
            <w:noWrap/>
            <w:hideMark/>
          </w:tcPr>
          <w:p w14:paraId="7FD1936D" w14:textId="77777777" w:rsidR="00A43E5A" w:rsidRPr="00835F44" w:rsidRDefault="00A43E5A" w:rsidP="00284A9D">
            <w:pPr>
              <w:pStyle w:val="TAC"/>
            </w:pPr>
            <w:r w:rsidRPr="0020761A">
              <w:t>16</w:t>
            </w:r>
          </w:p>
        </w:tc>
        <w:tc>
          <w:tcPr>
            <w:tcW w:w="897" w:type="dxa"/>
            <w:tcBorders>
              <w:top w:val="nil"/>
              <w:left w:val="nil"/>
              <w:bottom w:val="single" w:sz="4" w:space="0" w:color="auto"/>
              <w:right w:val="single" w:sz="4" w:space="0" w:color="auto"/>
            </w:tcBorders>
            <w:shd w:val="clear" w:color="auto" w:fill="auto"/>
            <w:noWrap/>
            <w:hideMark/>
          </w:tcPr>
          <w:p w14:paraId="2611C4F8"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2BE280D" w14:textId="77777777" w:rsidR="00A43E5A" w:rsidRPr="00835F44" w:rsidRDefault="00A43E5A" w:rsidP="00284A9D">
            <w:pPr>
              <w:pStyle w:val="TAC"/>
            </w:pPr>
            <w:r w:rsidRPr="0020761A">
              <w:t>1</w:t>
            </w:r>
          </w:p>
        </w:tc>
        <w:tc>
          <w:tcPr>
            <w:tcW w:w="925" w:type="dxa"/>
            <w:tcBorders>
              <w:top w:val="nil"/>
              <w:left w:val="nil"/>
              <w:bottom w:val="single" w:sz="4" w:space="0" w:color="auto"/>
              <w:right w:val="single" w:sz="4" w:space="0" w:color="auto"/>
            </w:tcBorders>
            <w:shd w:val="clear" w:color="auto" w:fill="auto"/>
            <w:noWrap/>
            <w:hideMark/>
          </w:tcPr>
          <w:p w14:paraId="241338EA" w14:textId="77777777" w:rsidR="00A43E5A" w:rsidRPr="00835F44" w:rsidRDefault="00A43E5A" w:rsidP="00284A9D">
            <w:pPr>
              <w:pStyle w:val="TAC"/>
            </w:pPr>
            <w:r w:rsidRPr="0020761A">
              <w:t>15840</w:t>
            </w:r>
          </w:p>
        </w:tc>
        <w:tc>
          <w:tcPr>
            <w:tcW w:w="1127" w:type="dxa"/>
            <w:tcBorders>
              <w:top w:val="nil"/>
              <w:left w:val="nil"/>
              <w:bottom w:val="single" w:sz="4" w:space="0" w:color="auto"/>
              <w:right w:val="single" w:sz="4" w:space="0" w:color="auto"/>
            </w:tcBorders>
            <w:shd w:val="clear" w:color="auto" w:fill="auto"/>
            <w:noWrap/>
            <w:hideMark/>
          </w:tcPr>
          <w:p w14:paraId="107B39B5" w14:textId="77777777" w:rsidR="00A43E5A" w:rsidRPr="00835F44" w:rsidRDefault="00A43E5A" w:rsidP="00284A9D">
            <w:pPr>
              <w:pStyle w:val="TAC"/>
            </w:pPr>
            <w:r w:rsidRPr="0020761A">
              <w:t>15840</w:t>
            </w:r>
          </w:p>
        </w:tc>
      </w:tr>
      <w:tr w:rsidR="00A43E5A" w:rsidRPr="00835F44" w14:paraId="40CEE94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4EC797"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74BD91A" w14:textId="77777777" w:rsidR="00A43E5A" w:rsidRPr="00835F44" w:rsidRDefault="00A43E5A" w:rsidP="00284A9D">
            <w:pPr>
              <w:pStyle w:val="TAC"/>
            </w:pPr>
            <w:r w:rsidRPr="0020761A">
              <w:t>128</w:t>
            </w:r>
          </w:p>
        </w:tc>
        <w:tc>
          <w:tcPr>
            <w:tcW w:w="967" w:type="dxa"/>
            <w:tcBorders>
              <w:top w:val="nil"/>
              <w:left w:val="nil"/>
              <w:bottom w:val="single" w:sz="4" w:space="0" w:color="auto"/>
              <w:right w:val="single" w:sz="4" w:space="0" w:color="auto"/>
            </w:tcBorders>
            <w:shd w:val="clear" w:color="auto" w:fill="auto"/>
            <w:noWrap/>
            <w:hideMark/>
          </w:tcPr>
          <w:p w14:paraId="23D48DD8"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C525151"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D064C97"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5B53797" w14:textId="77777777" w:rsidR="00A43E5A" w:rsidRPr="00835F44" w:rsidRDefault="00A43E5A" w:rsidP="00284A9D">
            <w:pPr>
              <w:pStyle w:val="TAC"/>
            </w:pPr>
            <w:r w:rsidRPr="0020761A">
              <w:t>3976</w:t>
            </w:r>
          </w:p>
        </w:tc>
        <w:tc>
          <w:tcPr>
            <w:tcW w:w="1057" w:type="dxa"/>
            <w:tcBorders>
              <w:top w:val="nil"/>
              <w:left w:val="nil"/>
              <w:bottom w:val="single" w:sz="4" w:space="0" w:color="auto"/>
              <w:right w:val="single" w:sz="4" w:space="0" w:color="auto"/>
            </w:tcBorders>
            <w:shd w:val="clear" w:color="auto" w:fill="auto"/>
            <w:noWrap/>
            <w:hideMark/>
          </w:tcPr>
          <w:p w14:paraId="342263B6" w14:textId="77777777" w:rsidR="00A43E5A" w:rsidRPr="00835F44" w:rsidRDefault="00A43E5A" w:rsidP="00284A9D">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26581E60"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1D9219E0" w14:textId="77777777" w:rsidR="00A43E5A" w:rsidRPr="00835F44" w:rsidRDefault="00A43E5A" w:rsidP="00284A9D">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08F7676B" w14:textId="77777777" w:rsidR="00A43E5A" w:rsidRPr="00835F44" w:rsidRDefault="00A43E5A" w:rsidP="00284A9D">
            <w:pPr>
              <w:pStyle w:val="TAC"/>
            </w:pPr>
            <w:r w:rsidRPr="0020761A">
              <w:t>16896</w:t>
            </w:r>
          </w:p>
        </w:tc>
        <w:tc>
          <w:tcPr>
            <w:tcW w:w="1127" w:type="dxa"/>
            <w:tcBorders>
              <w:top w:val="nil"/>
              <w:left w:val="nil"/>
              <w:bottom w:val="single" w:sz="4" w:space="0" w:color="auto"/>
              <w:right w:val="single" w:sz="4" w:space="0" w:color="auto"/>
            </w:tcBorders>
            <w:shd w:val="clear" w:color="auto" w:fill="auto"/>
            <w:noWrap/>
            <w:hideMark/>
          </w:tcPr>
          <w:p w14:paraId="16471A76" w14:textId="77777777" w:rsidR="00A43E5A" w:rsidRPr="00835F44" w:rsidRDefault="00A43E5A" w:rsidP="00284A9D">
            <w:pPr>
              <w:pStyle w:val="TAC"/>
            </w:pPr>
            <w:r w:rsidRPr="0020761A">
              <w:t>16896</w:t>
            </w:r>
          </w:p>
        </w:tc>
      </w:tr>
      <w:tr w:rsidR="00A43E5A" w:rsidRPr="00835F44" w14:paraId="252C2AF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D7018F"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F63A577" w14:textId="77777777" w:rsidR="00A43E5A" w:rsidRPr="00835F44" w:rsidRDefault="00A43E5A" w:rsidP="00284A9D">
            <w:pPr>
              <w:pStyle w:val="TAC"/>
            </w:pPr>
            <w:r w:rsidRPr="0020761A">
              <w:t>135</w:t>
            </w:r>
          </w:p>
        </w:tc>
        <w:tc>
          <w:tcPr>
            <w:tcW w:w="967" w:type="dxa"/>
            <w:tcBorders>
              <w:top w:val="nil"/>
              <w:left w:val="nil"/>
              <w:bottom w:val="single" w:sz="4" w:space="0" w:color="auto"/>
              <w:right w:val="single" w:sz="4" w:space="0" w:color="auto"/>
            </w:tcBorders>
            <w:shd w:val="clear" w:color="auto" w:fill="auto"/>
            <w:noWrap/>
            <w:hideMark/>
          </w:tcPr>
          <w:p w14:paraId="6CCF89E3"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70E9CA7D"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540A1585"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21E86FC0" w14:textId="77777777" w:rsidR="00A43E5A" w:rsidRPr="00835F44" w:rsidRDefault="00A43E5A" w:rsidP="00284A9D">
            <w:pPr>
              <w:pStyle w:val="TAC"/>
            </w:pPr>
            <w:r w:rsidRPr="0020761A">
              <w:t>4104</w:t>
            </w:r>
          </w:p>
        </w:tc>
        <w:tc>
          <w:tcPr>
            <w:tcW w:w="1057" w:type="dxa"/>
            <w:tcBorders>
              <w:top w:val="nil"/>
              <w:left w:val="nil"/>
              <w:bottom w:val="single" w:sz="4" w:space="0" w:color="auto"/>
              <w:right w:val="single" w:sz="4" w:space="0" w:color="auto"/>
            </w:tcBorders>
            <w:shd w:val="clear" w:color="auto" w:fill="auto"/>
            <w:noWrap/>
            <w:hideMark/>
          </w:tcPr>
          <w:p w14:paraId="6D13E9D2" w14:textId="77777777" w:rsidR="00A43E5A" w:rsidRPr="00835F44" w:rsidRDefault="00A43E5A" w:rsidP="00284A9D">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2FFE0BA9"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0121B4D" w14:textId="77777777" w:rsidR="00A43E5A" w:rsidRPr="00835F44" w:rsidRDefault="00A43E5A" w:rsidP="00284A9D">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11AE28B3" w14:textId="77777777" w:rsidR="00A43E5A" w:rsidRPr="00835F44" w:rsidRDefault="00A43E5A" w:rsidP="00284A9D">
            <w:pPr>
              <w:pStyle w:val="TAC"/>
            </w:pPr>
            <w:r w:rsidRPr="0020761A">
              <w:t>17820</w:t>
            </w:r>
          </w:p>
        </w:tc>
        <w:tc>
          <w:tcPr>
            <w:tcW w:w="1127" w:type="dxa"/>
            <w:tcBorders>
              <w:top w:val="nil"/>
              <w:left w:val="nil"/>
              <w:bottom w:val="single" w:sz="4" w:space="0" w:color="auto"/>
              <w:right w:val="single" w:sz="4" w:space="0" w:color="auto"/>
            </w:tcBorders>
            <w:shd w:val="clear" w:color="auto" w:fill="auto"/>
            <w:noWrap/>
            <w:hideMark/>
          </w:tcPr>
          <w:p w14:paraId="615C18B1" w14:textId="77777777" w:rsidR="00A43E5A" w:rsidRPr="00835F44" w:rsidRDefault="00A43E5A" w:rsidP="00284A9D">
            <w:pPr>
              <w:pStyle w:val="TAC"/>
            </w:pPr>
            <w:r w:rsidRPr="0020761A">
              <w:t>17820</w:t>
            </w:r>
          </w:p>
        </w:tc>
      </w:tr>
      <w:tr w:rsidR="00A43E5A" w:rsidRPr="00835F44" w14:paraId="6CB2AD46"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A786E4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92BE7B2" w14:textId="77777777" w:rsidR="00A43E5A" w:rsidRPr="00835F44" w:rsidRDefault="00A43E5A" w:rsidP="00284A9D">
            <w:pPr>
              <w:pStyle w:val="TAC"/>
            </w:pPr>
            <w:r w:rsidRPr="0020761A">
              <w:t>160</w:t>
            </w:r>
          </w:p>
        </w:tc>
        <w:tc>
          <w:tcPr>
            <w:tcW w:w="967" w:type="dxa"/>
            <w:tcBorders>
              <w:top w:val="nil"/>
              <w:left w:val="nil"/>
              <w:bottom w:val="single" w:sz="4" w:space="0" w:color="auto"/>
              <w:right w:val="single" w:sz="4" w:space="0" w:color="auto"/>
            </w:tcBorders>
            <w:shd w:val="clear" w:color="auto" w:fill="auto"/>
            <w:noWrap/>
            <w:hideMark/>
          </w:tcPr>
          <w:p w14:paraId="54647732"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D3DA9B5"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1A457DA"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8CB0A89" w14:textId="77777777" w:rsidR="00A43E5A" w:rsidRPr="00835F44" w:rsidRDefault="00A43E5A" w:rsidP="00284A9D">
            <w:pPr>
              <w:pStyle w:val="TAC"/>
            </w:pPr>
            <w:r w:rsidRPr="0020761A">
              <w:t>4872</w:t>
            </w:r>
          </w:p>
        </w:tc>
        <w:tc>
          <w:tcPr>
            <w:tcW w:w="1057" w:type="dxa"/>
            <w:tcBorders>
              <w:top w:val="nil"/>
              <w:left w:val="nil"/>
              <w:bottom w:val="single" w:sz="4" w:space="0" w:color="auto"/>
              <w:right w:val="single" w:sz="4" w:space="0" w:color="auto"/>
            </w:tcBorders>
            <w:shd w:val="clear" w:color="auto" w:fill="auto"/>
            <w:noWrap/>
            <w:hideMark/>
          </w:tcPr>
          <w:p w14:paraId="705FD00E" w14:textId="77777777" w:rsidR="00A43E5A" w:rsidRPr="00835F44" w:rsidRDefault="00A43E5A" w:rsidP="00284A9D">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26BDA252"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5408F9BB" w14:textId="77777777" w:rsidR="00A43E5A" w:rsidRPr="00835F44" w:rsidRDefault="00A43E5A" w:rsidP="00284A9D">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776161E2" w14:textId="77777777" w:rsidR="00A43E5A" w:rsidRPr="00835F44" w:rsidRDefault="00A43E5A" w:rsidP="00284A9D">
            <w:pPr>
              <w:pStyle w:val="TAC"/>
            </w:pPr>
            <w:r w:rsidRPr="0020761A">
              <w:t>21120</w:t>
            </w:r>
          </w:p>
        </w:tc>
        <w:tc>
          <w:tcPr>
            <w:tcW w:w="1127" w:type="dxa"/>
            <w:tcBorders>
              <w:top w:val="nil"/>
              <w:left w:val="nil"/>
              <w:bottom w:val="single" w:sz="4" w:space="0" w:color="auto"/>
              <w:right w:val="single" w:sz="4" w:space="0" w:color="auto"/>
            </w:tcBorders>
            <w:shd w:val="clear" w:color="auto" w:fill="auto"/>
            <w:noWrap/>
            <w:hideMark/>
          </w:tcPr>
          <w:p w14:paraId="6DF50AF8" w14:textId="77777777" w:rsidR="00A43E5A" w:rsidRPr="00835F44" w:rsidRDefault="00A43E5A" w:rsidP="00284A9D">
            <w:pPr>
              <w:pStyle w:val="TAC"/>
            </w:pPr>
            <w:r w:rsidRPr="0020761A">
              <w:t>21120</w:t>
            </w:r>
          </w:p>
        </w:tc>
      </w:tr>
      <w:tr w:rsidR="00A43E5A" w:rsidRPr="00835F44" w14:paraId="16C76326"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DAE46E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1E2B1C2" w14:textId="77777777" w:rsidR="00A43E5A" w:rsidRPr="00835F44" w:rsidRDefault="00A43E5A" w:rsidP="00284A9D">
            <w:pPr>
              <w:pStyle w:val="TAC"/>
            </w:pPr>
            <w:r w:rsidRPr="0020761A">
              <w:t>162</w:t>
            </w:r>
          </w:p>
        </w:tc>
        <w:tc>
          <w:tcPr>
            <w:tcW w:w="967" w:type="dxa"/>
            <w:tcBorders>
              <w:top w:val="nil"/>
              <w:left w:val="nil"/>
              <w:bottom w:val="single" w:sz="4" w:space="0" w:color="auto"/>
              <w:right w:val="single" w:sz="4" w:space="0" w:color="auto"/>
            </w:tcBorders>
            <w:shd w:val="clear" w:color="auto" w:fill="auto"/>
            <w:noWrap/>
            <w:hideMark/>
          </w:tcPr>
          <w:p w14:paraId="30CA2EE7"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57761C13"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691FDBAB"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063B1600" w14:textId="77777777" w:rsidR="00A43E5A" w:rsidRPr="00835F44" w:rsidRDefault="00A43E5A" w:rsidP="00284A9D">
            <w:pPr>
              <w:pStyle w:val="TAC"/>
            </w:pPr>
            <w:r w:rsidRPr="0020761A">
              <w:t>5000</w:t>
            </w:r>
          </w:p>
        </w:tc>
        <w:tc>
          <w:tcPr>
            <w:tcW w:w="1057" w:type="dxa"/>
            <w:tcBorders>
              <w:top w:val="nil"/>
              <w:left w:val="nil"/>
              <w:bottom w:val="single" w:sz="4" w:space="0" w:color="auto"/>
              <w:right w:val="single" w:sz="4" w:space="0" w:color="auto"/>
            </w:tcBorders>
            <w:shd w:val="clear" w:color="auto" w:fill="auto"/>
            <w:noWrap/>
            <w:hideMark/>
          </w:tcPr>
          <w:p w14:paraId="23C7C08A" w14:textId="77777777" w:rsidR="00A43E5A" w:rsidRPr="00835F44" w:rsidRDefault="00A43E5A" w:rsidP="00284A9D">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41322CFF"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3CF51BB0" w14:textId="77777777" w:rsidR="00A43E5A" w:rsidRPr="00835F44" w:rsidRDefault="00A43E5A" w:rsidP="00284A9D">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2233FBBE" w14:textId="77777777" w:rsidR="00A43E5A" w:rsidRPr="00835F44" w:rsidRDefault="00A43E5A" w:rsidP="00284A9D">
            <w:pPr>
              <w:pStyle w:val="TAC"/>
            </w:pPr>
            <w:r w:rsidRPr="0020761A">
              <w:t>21384</w:t>
            </w:r>
          </w:p>
        </w:tc>
        <w:tc>
          <w:tcPr>
            <w:tcW w:w="1127" w:type="dxa"/>
            <w:tcBorders>
              <w:top w:val="nil"/>
              <w:left w:val="nil"/>
              <w:bottom w:val="single" w:sz="4" w:space="0" w:color="auto"/>
              <w:right w:val="single" w:sz="4" w:space="0" w:color="auto"/>
            </w:tcBorders>
            <w:shd w:val="clear" w:color="auto" w:fill="auto"/>
            <w:noWrap/>
            <w:hideMark/>
          </w:tcPr>
          <w:p w14:paraId="3F4D6278" w14:textId="77777777" w:rsidR="00A43E5A" w:rsidRPr="00835F44" w:rsidRDefault="00A43E5A" w:rsidP="00284A9D">
            <w:pPr>
              <w:pStyle w:val="TAC"/>
            </w:pPr>
            <w:r w:rsidRPr="0020761A">
              <w:t>21384</w:t>
            </w:r>
          </w:p>
        </w:tc>
      </w:tr>
      <w:tr w:rsidR="00A43E5A" w:rsidRPr="00835F44" w14:paraId="6AAB144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7A335C34" w14:textId="77777777" w:rsidR="00A43E5A" w:rsidRPr="00835F44" w:rsidRDefault="00A43E5A" w:rsidP="00284A9D">
            <w:pPr>
              <w:pStyle w:val="TAC"/>
            </w:pPr>
          </w:p>
        </w:tc>
        <w:tc>
          <w:tcPr>
            <w:tcW w:w="1027" w:type="dxa"/>
            <w:tcBorders>
              <w:top w:val="nil"/>
              <w:left w:val="nil"/>
              <w:bottom w:val="single" w:sz="4" w:space="0" w:color="auto"/>
              <w:right w:val="single" w:sz="4" w:space="0" w:color="auto"/>
            </w:tcBorders>
            <w:shd w:val="clear" w:color="auto" w:fill="auto"/>
            <w:noWrap/>
          </w:tcPr>
          <w:p w14:paraId="1F6527F6" w14:textId="77777777" w:rsidR="00A43E5A" w:rsidRPr="0020761A" w:rsidRDefault="00A43E5A" w:rsidP="00284A9D">
            <w:pPr>
              <w:pStyle w:val="TAC"/>
            </w:pPr>
            <w:r>
              <w:t>180</w:t>
            </w:r>
          </w:p>
        </w:tc>
        <w:tc>
          <w:tcPr>
            <w:tcW w:w="967" w:type="dxa"/>
            <w:tcBorders>
              <w:top w:val="nil"/>
              <w:left w:val="nil"/>
              <w:bottom w:val="single" w:sz="4" w:space="0" w:color="auto"/>
              <w:right w:val="single" w:sz="4" w:space="0" w:color="auto"/>
            </w:tcBorders>
            <w:shd w:val="clear" w:color="auto" w:fill="auto"/>
            <w:noWrap/>
          </w:tcPr>
          <w:p w14:paraId="06BABF98" w14:textId="77777777" w:rsidR="00A43E5A" w:rsidRPr="0020761A" w:rsidRDefault="00A43E5A" w:rsidP="00284A9D">
            <w:pPr>
              <w:pStyle w:val="TAC"/>
            </w:pPr>
            <w:r>
              <w:t>11</w:t>
            </w:r>
          </w:p>
        </w:tc>
        <w:tc>
          <w:tcPr>
            <w:tcW w:w="1176" w:type="dxa"/>
            <w:tcBorders>
              <w:top w:val="nil"/>
              <w:left w:val="nil"/>
              <w:bottom w:val="single" w:sz="4" w:space="0" w:color="auto"/>
              <w:right w:val="single" w:sz="4" w:space="0" w:color="auto"/>
            </w:tcBorders>
            <w:shd w:val="clear" w:color="auto" w:fill="auto"/>
            <w:noWrap/>
          </w:tcPr>
          <w:p w14:paraId="4554D8AD" w14:textId="77777777" w:rsidR="00A43E5A" w:rsidRPr="0020761A"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tcPr>
          <w:p w14:paraId="63093000" w14:textId="77777777" w:rsidR="00A43E5A" w:rsidRPr="0020761A" w:rsidRDefault="00A43E5A" w:rsidP="00284A9D">
            <w:pPr>
              <w:pStyle w:val="TAC"/>
            </w:pPr>
            <w:r>
              <w:t>0</w:t>
            </w:r>
          </w:p>
        </w:tc>
        <w:tc>
          <w:tcPr>
            <w:tcW w:w="926" w:type="dxa"/>
            <w:tcBorders>
              <w:top w:val="nil"/>
              <w:left w:val="nil"/>
              <w:bottom w:val="single" w:sz="4" w:space="0" w:color="auto"/>
              <w:right w:val="single" w:sz="4" w:space="0" w:color="auto"/>
            </w:tcBorders>
            <w:shd w:val="clear" w:color="auto" w:fill="auto"/>
            <w:noWrap/>
          </w:tcPr>
          <w:p w14:paraId="728350F4" w14:textId="77777777" w:rsidR="00A43E5A" w:rsidRPr="0020761A" w:rsidRDefault="00A43E5A" w:rsidP="00284A9D">
            <w:pPr>
              <w:pStyle w:val="TAC"/>
            </w:pPr>
            <w:r>
              <w:t>5512</w:t>
            </w:r>
          </w:p>
        </w:tc>
        <w:tc>
          <w:tcPr>
            <w:tcW w:w="1057" w:type="dxa"/>
            <w:tcBorders>
              <w:top w:val="nil"/>
              <w:left w:val="nil"/>
              <w:bottom w:val="single" w:sz="4" w:space="0" w:color="auto"/>
              <w:right w:val="single" w:sz="4" w:space="0" w:color="auto"/>
            </w:tcBorders>
            <w:shd w:val="clear" w:color="auto" w:fill="auto"/>
            <w:noWrap/>
          </w:tcPr>
          <w:p w14:paraId="32C5A27E" w14:textId="77777777" w:rsidR="00A43E5A" w:rsidRPr="0020761A" w:rsidRDefault="00A43E5A" w:rsidP="00284A9D">
            <w:pPr>
              <w:pStyle w:val="TAC"/>
            </w:pPr>
            <w:r>
              <w:t>24</w:t>
            </w:r>
          </w:p>
        </w:tc>
        <w:tc>
          <w:tcPr>
            <w:tcW w:w="897" w:type="dxa"/>
            <w:tcBorders>
              <w:top w:val="nil"/>
              <w:left w:val="nil"/>
              <w:bottom w:val="single" w:sz="4" w:space="0" w:color="auto"/>
              <w:right w:val="single" w:sz="4" w:space="0" w:color="auto"/>
            </w:tcBorders>
            <w:shd w:val="clear" w:color="auto" w:fill="auto"/>
            <w:noWrap/>
          </w:tcPr>
          <w:p w14:paraId="62F78D5E" w14:textId="77777777" w:rsidR="00A43E5A" w:rsidRPr="0020761A" w:rsidRDefault="00A43E5A" w:rsidP="00284A9D">
            <w:pPr>
              <w:pStyle w:val="TAC"/>
            </w:pPr>
            <w:r>
              <w:t>2</w:t>
            </w:r>
          </w:p>
        </w:tc>
        <w:tc>
          <w:tcPr>
            <w:tcW w:w="929" w:type="dxa"/>
            <w:tcBorders>
              <w:top w:val="nil"/>
              <w:left w:val="nil"/>
              <w:bottom w:val="single" w:sz="4" w:space="0" w:color="auto"/>
              <w:right w:val="single" w:sz="4" w:space="0" w:color="auto"/>
            </w:tcBorders>
            <w:shd w:val="clear" w:color="auto" w:fill="auto"/>
            <w:noWrap/>
          </w:tcPr>
          <w:p w14:paraId="4DF747EF" w14:textId="77777777" w:rsidR="00A43E5A" w:rsidRPr="0020761A" w:rsidRDefault="00A43E5A" w:rsidP="00284A9D">
            <w:pPr>
              <w:pStyle w:val="TAC"/>
            </w:pPr>
            <w:r>
              <w:t>2</w:t>
            </w:r>
          </w:p>
        </w:tc>
        <w:tc>
          <w:tcPr>
            <w:tcW w:w="925" w:type="dxa"/>
            <w:tcBorders>
              <w:top w:val="nil"/>
              <w:left w:val="nil"/>
              <w:bottom w:val="single" w:sz="4" w:space="0" w:color="auto"/>
              <w:right w:val="single" w:sz="4" w:space="0" w:color="auto"/>
            </w:tcBorders>
            <w:shd w:val="clear" w:color="auto" w:fill="auto"/>
            <w:noWrap/>
          </w:tcPr>
          <w:p w14:paraId="228F6E2C" w14:textId="77777777" w:rsidR="00A43E5A" w:rsidRPr="0020761A" w:rsidRDefault="00A43E5A" w:rsidP="00284A9D">
            <w:pPr>
              <w:pStyle w:val="TAC"/>
            </w:pPr>
            <w:r>
              <w:t>23760</w:t>
            </w:r>
          </w:p>
        </w:tc>
        <w:tc>
          <w:tcPr>
            <w:tcW w:w="1127" w:type="dxa"/>
            <w:tcBorders>
              <w:top w:val="nil"/>
              <w:left w:val="nil"/>
              <w:bottom w:val="single" w:sz="4" w:space="0" w:color="auto"/>
              <w:right w:val="single" w:sz="4" w:space="0" w:color="auto"/>
            </w:tcBorders>
            <w:shd w:val="clear" w:color="auto" w:fill="auto"/>
            <w:noWrap/>
          </w:tcPr>
          <w:p w14:paraId="7382595C" w14:textId="77777777" w:rsidR="00A43E5A" w:rsidRPr="0020761A" w:rsidRDefault="00A43E5A" w:rsidP="00284A9D">
            <w:pPr>
              <w:pStyle w:val="TAC"/>
            </w:pPr>
            <w:r>
              <w:t>23760</w:t>
            </w:r>
          </w:p>
        </w:tc>
      </w:tr>
      <w:tr w:rsidR="00A43E5A" w:rsidRPr="00835F44" w14:paraId="14089E8F"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03603B8"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3398375" w14:textId="77777777" w:rsidR="00A43E5A" w:rsidRPr="00835F44" w:rsidRDefault="00A43E5A" w:rsidP="00284A9D">
            <w:pPr>
              <w:pStyle w:val="TAC"/>
            </w:pPr>
            <w:r w:rsidRPr="0020761A">
              <w:t>216</w:t>
            </w:r>
          </w:p>
        </w:tc>
        <w:tc>
          <w:tcPr>
            <w:tcW w:w="967" w:type="dxa"/>
            <w:tcBorders>
              <w:top w:val="nil"/>
              <w:left w:val="nil"/>
              <w:bottom w:val="single" w:sz="4" w:space="0" w:color="auto"/>
              <w:right w:val="single" w:sz="4" w:space="0" w:color="auto"/>
            </w:tcBorders>
            <w:shd w:val="clear" w:color="auto" w:fill="auto"/>
            <w:noWrap/>
            <w:hideMark/>
          </w:tcPr>
          <w:p w14:paraId="007502A3" w14:textId="77777777" w:rsidR="00A43E5A" w:rsidRPr="00835F44" w:rsidRDefault="00A43E5A" w:rsidP="00284A9D">
            <w:pPr>
              <w:pStyle w:val="TAC"/>
            </w:pPr>
            <w:r w:rsidRPr="0020761A">
              <w:t>11</w:t>
            </w:r>
          </w:p>
        </w:tc>
        <w:tc>
          <w:tcPr>
            <w:tcW w:w="1176" w:type="dxa"/>
            <w:tcBorders>
              <w:top w:val="nil"/>
              <w:left w:val="nil"/>
              <w:bottom w:val="single" w:sz="4" w:space="0" w:color="auto"/>
              <w:right w:val="single" w:sz="4" w:space="0" w:color="auto"/>
            </w:tcBorders>
            <w:shd w:val="clear" w:color="auto" w:fill="auto"/>
            <w:noWrap/>
            <w:hideMark/>
          </w:tcPr>
          <w:p w14:paraId="23F2E6AE" w14:textId="77777777" w:rsidR="00A43E5A" w:rsidRPr="00835F44" w:rsidRDefault="00A43E5A" w:rsidP="00284A9D">
            <w:pPr>
              <w:pStyle w:val="TAC"/>
            </w:pPr>
            <w:r w:rsidRPr="0020761A">
              <w:t>pi/2 BPSK</w:t>
            </w:r>
          </w:p>
        </w:tc>
        <w:tc>
          <w:tcPr>
            <w:tcW w:w="890" w:type="dxa"/>
            <w:tcBorders>
              <w:top w:val="nil"/>
              <w:left w:val="nil"/>
              <w:bottom w:val="single" w:sz="4" w:space="0" w:color="auto"/>
              <w:right w:val="single" w:sz="4" w:space="0" w:color="auto"/>
            </w:tcBorders>
            <w:shd w:val="clear" w:color="auto" w:fill="auto"/>
            <w:noWrap/>
            <w:hideMark/>
          </w:tcPr>
          <w:p w14:paraId="38887548" w14:textId="77777777" w:rsidR="00A43E5A" w:rsidRPr="00835F44" w:rsidRDefault="00A43E5A" w:rsidP="00284A9D">
            <w:pPr>
              <w:pStyle w:val="TAC"/>
            </w:pPr>
            <w:r w:rsidRPr="0020761A">
              <w:t>0</w:t>
            </w:r>
          </w:p>
        </w:tc>
        <w:tc>
          <w:tcPr>
            <w:tcW w:w="926" w:type="dxa"/>
            <w:tcBorders>
              <w:top w:val="nil"/>
              <w:left w:val="nil"/>
              <w:bottom w:val="single" w:sz="4" w:space="0" w:color="auto"/>
              <w:right w:val="single" w:sz="4" w:space="0" w:color="auto"/>
            </w:tcBorders>
            <w:shd w:val="clear" w:color="auto" w:fill="auto"/>
            <w:noWrap/>
            <w:hideMark/>
          </w:tcPr>
          <w:p w14:paraId="660828DA" w14:textId="77777777" w:rsidR="00A43E5A" w:rsidRPr="00835F44" w:rsidRDefault="00A43E5A" w:rsidP="00284A9D">
            <w:pPr>
              <w:pStyle w:val="TAC"/>
            </w:pPr>
            <w:r w:rsidRPr="0020761A">
              <w:t>6664</w:t>
            </w:r>
          </w:p>
        </w:tc>
        <w:tc>
          <w:tcPr>
            <w:tcW w:w="1057" w:type="dxa"/>
            <w:tcBorders>
              <w:top w:val="nil"/>
              <w:left w:val="nil"/>
              <w:bottom w:val="single" w:sz="4" w:space="0" w:color="auto"/>
              <w:right w:val="single" w:sz="4" w:space="0" w:color="auto"/>
            </w:tcBorders>
            <w:shd w:val="clear" w:color="auto" w:fill="auto"/>
            <w:noWrap/>
            <w:hideMark/>
          </w:tcPr>
          <w:p w14:paraId="621425AF" w14:textId="77777777" w:rsidR="00A43E5A" w:rsidRPr="00835F44" w:rsidRDefault="00A43E5A" w:rsidP="00284A9D">
            <w:pPr>
              <w:pStyle w:val="TAC"/>
            </w:pPr>
            <w:r w:rsidRPr="0020761A">
              <w:t>24</w:t>
            </w:r>
          </w:p>
        </w:tc>
        <w:tc>
          <w:tcPr>
            <w:tcW w:w="897" w:type="dxa"/>
            <w:tcBorders>
              <w:top w:val="nil"/>
              <w:left w:val="nil"/>
              <w:bottom w:val="single" w:sz="4" w:space="0" w:color="auto"/>
              <w:right w:val="single" w:sz="4" w:space="0" w:color="auto"/>
            </w:tcBorders>
            <w:shd w:val="clear" w:color="auto" w:fill="auto"/>
            <w:noWrap/>
            <w:hideMark/>
          </w:tcPr>
          <w:p w14:paraId="39F69965" w14:textId="77777777" w:rsidR="00A43E5A" w:rsidRPr="00835F44" w:rsidRDefault="00A43E5A" w:rsidP="00284A9D">
            <w:pPr>
              <w:pStyle w:val="TAC"/>
            </w:pPr>
            <w:r w:rsidRPr="0020761A">
              <w:t>2</w:t>
            </w:r>
          </w:p>
        </w:tc>
        <w:tc>
          <w:tcPr>
            <w:tcW w:w="929" w:type="dxa"/>
            <w:tcBorders>
              <w:top w:val="nil"/>
              <w:left w:val="nil"/>
              <w:bottom w:val="single" w:sz="4" w:space="0" w:color="auto"/>
              <w:right w:val="single" w:sz="4" w:space="0" w:color="auto"/>
            </w:tcBorders>
            <w:shd w:val="clear" w:color="auto" w:fill="auto"/>
            <w:noWrap/>
            <w:hideMark/>
          </w:tcPr>
          <w:p w14:paraId="446783F8" w14:textId="77777777" w:rsidR="00A43E5A" w:rsidRPr="00835F44" w:rsidRDefault="00A43E5A" w:rsidP="00284A9D">
            <w:pPr>
              <w:pStyle w:val="TAC"/>
            </w:pPr>
            <w:r w:rsidRPr="0020761A">
              <w:t>2</w:t>
            </w:r>
          </w:p>
        </w:tc>
        <w:tc>
          <w:tcPr>
            <w:tcW w:w="925" w:type="dxa"/>
            <w:tcBorders>
              <w:top w:val="nil"/>
              <w:left w:val="nil"/>
              <w:bottom w:val="single" w:sz="4" w:space="0" w:color="auto"/>
              <w:right w:val="single" w:sz="4" w:space="0" w:color="auto"/>
            </w:tcBorders>
            <w:shd w:val="clear" w:color="auto" w:fill="auto"/>
            <w:noWrap/>
            <w:hideMark/>
          </w:tcPr>
          <w:p w14:paraId="523E977C" w14:textId="77777777" w:rsidR="00A43E5A" w:rsidRPr="00835F44" w:rsidRDefault="00A43E5A" w:rsidP="00284A9D">
            <w:pPr>
              <w:pStyle w:val="TAC"/>
            </w:pPr>
            <w:r w:rsidRPr="0020761A">
              <w:t>28512</w:t>
            </w:r>
          </w:p>
        </w:tc>
        <w:tc>
          <w:tcPr>
            <w:tcW w:w="1127" w:type="dxa"/>
            <w:tcBorders>
              <w:top w:val="nil"/>
              <w:left w:val="nil"/>
              <w:bottom w:val="single" w:sz="4" w:space="0" w:color="auto"/>
              <w:right w:val="single" w:sz="4" w:space="0" w:color="auto"/>
            </w:tcBorders>
            <w:shd w:val="clear" w:color="auto" w:fill="auto"/>
            <w:noWrap/>
            <w:hideMark/>
          </w:tcPr>
          <w:p w14:paraId="46465A72" w14:textId="77777777" w:rsidR="00A43E5A" w:rsidRPr="00835F44" w:rsidRDefault="00A43E5A" w:rsidP="00284A9D">
            <w:pPr>
              <w:pStyle w:val="TAC"/>
            </w:pPr>
            <w:r w:rsidRPr="0020761A">
              <w:t>28512</w:t>
            </w:r>
          </w:p>
        </w:tc>
      </w:tr>
      <w:tr w:rsidR="00A43E5A" w:rsidRPr="00835F44" w14:paraId="61B9FB28"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790F1"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024041D9" w14:textId="77777777" w:rsidR="00A43E5A" w:rsidRPr="003E5DC8" w:rsidRDefault="00A43E5A" w:rsidP="00284A9D">
            <w:pPr>
              <w:pStyle w:val="TAC"/>
            </w:pPr>
            <w:r w:rsidRPr="0020761A">
              <w:t>243</w:t>
            </w:r>
          </w:p>
        </w:tc>
        <w:tc>
          <w:tcPr>
            <w:tcW w:w="967" w:type="dxa"/>
            <w:tcBorders>
              <w:top w:val="single" w:sz="4" w:space="0" w:color="auto"/>
              <w:left w:val="nil"/>
              <w:bottom w:val="single" w:sz="4" w:space="0" w:color="auto"/>
              <w:right w:val="single" w:sz="4" w:space="0" w:color="auto"/>
            </w:tcBorders>
            <w:shd w:val="clear" w:color="auto" w:fill="auto"/>
            <w:noWrap/>
          </w:tcPr>
          <w:p w14:paraId="762AE291" w14:textId="77777777" w:rsidR="00A43E5A" w:rsidRPr="003E5DC8" w:rsidRDefault="00A43E5A" w:rsidP="00284A9D">
            <w:pPr>
              <w:pStyle w:val="TAC"/>
            </w:pPr>
            <w:r w:rsidRPr="0020761A">
              <w:t>11</w:t>
            </w:r>
          </w:p>
        </w:tc>
        <w:tc>
          <w:tcPr>
            <w:tcW w:w="1176" w:type="dxa"/>
            <w:tcBorders>
              <w:top w:val="single" w:sz="4" w:space="0" w:color="auto"/>
              <w:left w:val="nil"/>
              <w:bottom w:val="single" w:sz="4" w:space="0" w:color="auto"/>
              <w:right w:val="single" w:sz="4" w:space="0" w:color="auto"/>
            </w:tcBorders>
            <w:shd w:val="clear" w:color="auto" w:fill="auto"/>
            <w:noWrap/>
          </w:tcPr>
          <w:p w14:paraId="6642D27B" w14:textId="77777777" w:rsidR="00A43E5A" w:rsidRPr="003E5DC8" w:rsidRDefault="00A43E5A" w:rsidP="00284A9D">
            <w:pPr>
              <w:pStyle w:val="TAC"/>
            </w:pPr>
            <w:r w:rsidRPr="0020761A">
              <w:t>pi/2 BPSK</w:t>
            </w:r>
          </w:p>
        </w:tc>
        <w:tc>
          <w:tcPr>
            <w:tcW w:w="890" w:type="dxa"/>
            <w:tcBorders>
              <w:top w:val="single" w:sz="4" w:space="0" w:color="auto"/>
              <w:left w:val="nil"/>
              <w:bottom w:val="single" w:sz="4" w:space="0" w:color="auto"/>
              <w:right w:val="single" w:sz="4" w:space="0" w:color="auto"/>
            </w:tcBorders>
            <w:shd w:val="clear" w:color="auto" w:fill="auto"/>
            <w:noWrap/>
          </w:tcPr>
          <w:p w14:paraId="2C91A88E" w14:textId="77777777" w:rsidR="00A43E5A" w:rsidRPr="003E5DC8" w:rsidRDefault="00A43E5A" w:rsidP="00284A9D">
            <w:pPr>
              <w:pStyle w:val="TAC"/>
            </w:pPr>
            <w:r w:rsidRPr="0020761A">
              <w:t>0</w:t>
            </w:r>
          </w:p>
        </w:tc>
        <w:tc>
          <w:tcPr>
            <w:tcW w:w="926" w:type="dxa"/>
            <w:tcBorders>
              <w:top w:val="single" w:sz="4" w:space="0" w:color="auto"/>
              <w:left w:val="nil"/>
              <w:bottom w:val="single" w:sz="4" w:space="0" w:color="auto"/>
              <w:right w:val="single" w:sz="4" w:space="0" w:color="auto"/>
            </w:tcBorders>
            <w:shd w:val="clear" w:color="auto" w:fill="auto"/>
            <w:noWrap/>
          </w:tcPr>
          <w:p w14:paraId="6AFC0A54" w14:textId="77777777" w:rsidR="00A43E5A" w:rsidRPr="003E5DC8" w:rsidRDefault="00A43E5A" w:rsidP="00284A9D">
            <w:pPr>
              <w:pStyle w:val="TAC"/>
            </w:pPr>
            <w:r w:rsidRPr="0020761A">
              <w:t>7560</w:t>
            </w:r>
          </w:p>
        </w:tc>
        <w:tc>
          <w:tcPr>
            <w:tcW w:w="1057" w:type="dxa"/>
            <w:tcBorders>
              <w:top w:val="single" w:sz="4" w:space="0" w:color="auto"/>
              <w:left w:val="nil"/>
              <w:bottom w:val="single" w:sz="4" w:space="0" w:color="auto"/>
              <w:right w:val="single" w:sz="4" w:space="0" w:color="auto"/>
            </w:tcBorders>
            <w:shd w:val="clear" w:color="auto" w:fill="auto"/>
            <w:noWrap/>
          </w:tcPr>
          <w:p w14:paraId="622521F0" w14:textId="77777777" w:rsidR="00A43E5A" w:rsidRPr="003E5DC8" w:rsidRDefault="00A43E5A" w:rsidP="00284A9D">
            <w:pPr>
              <w:pStyle w:val="TAC"/>
            </w:pPr>
            <w:r w:rsidRPr="0020761A">
              <w:t>24</w:t>
            </w:r>
          </w:p>
        </w:tc>
        <w:tc>
          <w:tcPr>
            <w:tcW w:w="897" w:type="dxa"/>
            <w:tcBorders>
              <w:top w:val="single" w:sz="4" w:space="0" w:color="auto"/>
              <w:left w:val="nil"/>
              <w:bottom w:val="single" w:sz="4" w:space="0" w:color="auto"/>
              <w:right w:val="single" w:sz="4" w:space="0" w:color="auto"/>
            </w:tcBorders>
            <w:shd w:val="clear" w:color="auto" w:fill="auto"/>
            <w:noWrap/>
          </w:tcPr>
          <w:p w14:paraId="4593E3E8" w14:textId="77777777" w:rsidR="00A43E5A" w:rsidRPr="003E5DC8" w:rsidRDefault="00A43E5A" w:rsidP="00284A9D">
            <w:pPr>
              <w:pStyle w:val="TAC"/>
            </w:pPr>
            <w:r w:rsidRPr="0020761A">
              <w:t>2</w:t>
            </w:r>
          </w:p>
        </w:tc>
        <w:tc>
          <w:tcPr>
            <w:tcW w:w="929" w:type="dxa"/>
            <w:tcBorders>
              <w:top w:val="single" w:sz="4" w:space="0" w:color="auto"/>
              <w:left w:val="nil"/>
              <w:bottom w:val="single" w:sz="4" w:space="0" w:color="auto"/>
              <w:right w:val="single" w:sz="4" w:space="0" w:color="auto"/>
            </w:tcBorders>
            <w:shd w:val="clear" w:color="auto" w:fill="auto"/>
            <w:noWrap/>
          </w:tcPr>
          <w:p w14:paraId="559B0E73" w14:textId="77777777" w:rsidR="00A43E5A" w:rsidRPr="003E5DC8" w:rsidRDefault="00A43E5A" w:rsidP="00284A9D">
            <w:pPr>
              <w:pStyle w:val="TAC"/>
            </w:pPr>
            <w:r w:rsidRPr="0020761A">
              <w:t>2</w:t>
            </w:r>
          </w:p>
        </w:tc>
        <w:tc>
          <w:tcPr>
            <w:tcW w:w="925" w:type="dxa"/>
            <w:tcBorders>
              <w:top w:val="single" w:sz="4" w:space="0" w:color="auto"/>
              <w:left w:val="nil"/>
              <w:bottom w:val="single" w:sz="4" w:space="0" w:color="auto"/>
              <w:right w:val="single" w:sz="4" w:space="0" w:color="auto"/>
            </w:tcBorders>
            <w:shd w:val="clear" w:color="auto" w:fill="auto"/>
            <w:noWrap/>
          </w:tcPr>
          <w:p w14:paraId="38864372" w14:textId="77777777" w:rsidR="00A43E5A" w:rsidRPr="003E5DC8" w:rsidRDefault="00A43E5A" w:rsidP="00284A9D">
            <w:pPr>
              <w:pStyle w:val="TAC"/>
            </w:pPr>
            <w:r w:rsidRPr="0020761A">
              <w:t>32076</w:t>
            </w:r>
          </w:p>
        </w:tc>
        <w:tc>
          <w:tcPr>
            <w:tcW w:w="1127" w:type="dxa"/>
            <w:tcBorders>
              <w:top w:val="single" w:sz="4" w:space="0" w:color="auto"/>
              <w:left w:val="nil"/>
              <w:bottom w:val="single" w:sz="4" w:space="0" w:color="auto"/>
              <w:right w:val="single" w:sz="4" w:space="0" w:color="auto"/>
            </w:tcBorders>
            <w:shd w:val="clear" w:color="auto" w:fill="auto"/>
            <w:noWrap/>
          </w:tcPr>
          <w:p w14:paraId="11D634F3" w14:textId="77777777" w:rsidR="00A43E5A" w:rsidRPr="003E5DC8" w:rsidRDefault="00A43E5A" w:rsidP="00284A9D">
            <w:pPr>
              <w:pStyle w:val="TAC"/>
            </w:pPr>
            <w:r w:rsidRPr="0020761A">
              <w:t>32076</w:t>
            </w:r>
          </w:p>
        </w:tc>
      </w:tr>
      <w:tr w:rsidR="00A43E5A" w:rsidRPr="00835F44" w14:paraId="68C7654A"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5262B"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0FF60409" w14:textId="77777777" w:rsidR="00A43E5A" w:rsidRPr="003E5DC8" w:rsidRDefault="00A43E5A" w:rsidP="00284A9D">
            <w:pPr>
              <w:pStyle w:val="TAC"/>
            </w:pPr>
            <w:r w:rsidRPr="0020761A">
              <w:t>270</w:t>
            </w:r>
          </w:p>
        </w:tc>
        <w:tc>
          <w:tcPr>
            <w:tcW w:w="967" w:type="dxa"/>
            <w:tcBorders>
              <w:top w:val="single" w:sz="4" w:space="0" w:color="auto"/>
              <w:left w:val="nil"/>
              <w:bottom w:val="single" w:sz="4" w:space="0" w:color="auto"/>
              <w:right w:val="single" w:sz="4" w:space="0" w:color="auto"/>
            </w:tcBorders>
            <w:shd w:val="clear" w:color="auto" w:fill="auto"/>
            <w:noWrap/>
          </w:tcPr>
          <w:p w14:paraId="6C057A86" w14:textId="77777777" w:rsidR="00A43E5A" w:rsidRPr="003E5DC8" w:rsidRDefault="00A43E5A" w:rsidP="00284A9D">
            <w:pPr>
              <w:pStyle w:val="TAC"/>
            </w:pPr>
            <w:r w:rsidRPr="0020761A">
              <w:t>11</w:t>
            </w:r>
          </w:p>
        </w:tc>
        <w:tc>
          <w:tcPr>
            <w:tcW w:w="1176" w:type="dxa"/>
            <w:tcBorders>
              <w:top w:val="single" w:sz="4" w:space="0" w:color="auto"/>
              <w:left w:val="nil"/>
              <w:bottom w:val="single" w:sz="4" w:space="0" w:color="auto"/>
              <w:right w:val="single" w:sz="4" w:space="0" w:color="auto"/>
            </w:tcBorders>
            <w:shd w:val="clear" w:color="auto" w:fill="auto"/>
            <w:noWrap/>
          </w:tcPr>
          <w:p w14:paraId="293A5BCB" w14:textId="77777777" w:rsidR="00A43E5A" w:rsidRPr="003E5DC8" w:rsidRDefault="00A43E5A" w:rsidP="00284A9D">
            <w:pPr>
              <w:pStyle w:val="TAC"/>
            </w:pPr>
            <w:r w:rsidRPr="0020761A">
              <w:t>pi/2 BPSK</w:t>
            </w:r>
          </w:p>
        </w:tc>
        <w:tc>
          <w:tcPr>
            <w:tcW w:w="890" w:type="dxa"/>
            <w:tcBorders>
              <w:top w:val="single" w:sz="4" w:space="0" w:color="auto"/>
              <w:left w:val="nil"/>
              <w:bottom w:val="single" w:sz="4" w:space="0" w:color="auto"/>
              <w:right w:val="single" w:sz="4" w:space="0" w:color="auto"/>
            </w:tcBorders>
            <w:shd w:val="clear" w:color="auto" w:fill="auto"/>
            <w:noWrap/>
          </w:tcPr>
          <w:p w14:paraId="3EE050FD" w14:textId="77777777" w:rsidR="00A43E5A" w:rsidRPr="003E5DC8" w:rsidRDefault="00A43E5A" w:rsidP="00284A9D">
            <w:pPr>
              <w:pStyle w:val="TAC"/>
            </w:pPr>
            <w:r w:rsidRPr="0020761A">
              <w:t>0</w:t>
            </w:r>
          </w:p>
        </w:tc>
        <w:tc>
          <w:tcPr>
            <w:tcW w:w="926" w:type="dxa"/>
            <w:tcBorders>
              <w:top w:val="single" w:sz="4" w:space="0" w:color="auto"/>
              <w:left w:val="nil"/>
              <w:bottom w:val="single" w:sz="4" w:space="0" w:color="auto"/>
              <w:right w:val="single" w:sz="4" w:space="0" w:color="auto"/>
            </w:tcBorders>
            <w:shd w:val="clear" w:color="auto" w:fill="auto"/>
            <w:noWrap/>
          </w:tcPr>
          <w:p w14:paraId="3E8FD65F" w14:textId="77777777" w:rsidR="00A43E5A" w:rsidRPr="003E5DC8" w:rsidRDefault="00A43E5A" w:rsidP="00284A9D">
            <w:pPr>
              <w:pStyle w:val="TAC"/>
            </w:pPr>
            <w:r w:rsidRPr="0020761A">
              <w:t>8448</w:t>
            </w:r>
          </w:p>
        </w:tc>
        <w:tc>
          <w:tcPr>
            <w:tcW w:w="1057" w:type="dxa"/>
            <w:tcBorders>
              <w:top w:val="single" w:sz="4" w:space="0" w:color="auto"/>
              <w:left w:val="nil"/>
              <w:bottom w:val="single" w:sz="4" w:space="0" w:color="auto"/>
              <w:right w:val="single" w:sz="4" w:space="0" w:color="auto"/>
            </w:tcBorders>
            <w:shd w:val="clear" w:color="auto" w:fill="auto"/>
            <w:noWrap/>
          </w:tcPr>
          <w:p w14:paraId="2F1FD9E6" w14:textId="77777777" w:rsidR="00A43E5A" w:rsidRPr="003E5DC8" w:rsidRDefault="00A43E5A" w:rsidP="00284A9D">
            <w:pPr>
              <w:pStyle w:val="TAC"/>
            </w:pPr>
            <w:r w:rsidRPr="0020761A">
              <w:t>24</w:t>
            </w:r>
          </w:p>
        </w:tc>
        <w:tc>
          <w:tcPr>
            <w:tcW w:w="897" w:type="dxa"/>
            <w:tcBorders>
              <w:top w:val="single" w:sz="4" w:space="0" w:color="auto"/>
              <w:left w:val="nil"/>
              <w:bottom w:val="single" w:sz="4" w:space="0" w:color="auto"/>
              <w:right w:val="single" w:sz="4" w:space="0" w:color="auto"/>
            </w:tcBorders>
            <w:shd w:val="clear" w:color="auto" w:fill="auto"/>
            <w:noWrap/>
          </w:tcPr>
          <w:p w14:paraId="73F708CB" w14:textId="77777777" w:rsidR="00A43E5A" w:rsidRPr="003E5DC8" w:rsidRDefault="00A43E5A" w:rsidP="00284A9D">
            <w:pPr>
              <w:pStyle w:val="TAC"/>
            </w:pPr>
            <w:r w:rsidRPr="0020761A">
              <w:t>2</w:t>
            </w:r>
          </w:p>
        </w:tc>
        <w:tc>
          <w:tcPr>
            <w:tcW w:w="929" w:type="dxa"/>
            <w:tcBorders>
              <w:top w:val="single" w:sz="4" w:space="0" w:color="auto"/>
              <w:left w:val="nil"/>
              <w:bottom w:val="single" w:sz="4" w:space="0" w:color="auto"/>
              <w:right w:val="single" w:sz="4" w:space="0" w:color="auto"/>
            </w:tcBorders>
            <w:shd w:val="clear" w:color="auto" w:fill="auto"/>
            <w:noWrap/>
          </w:tcPr>
          <w:p w14:paraId="67195572" w14:textId="77777777" w:rsidR="00A43E5A" w:rsidRPr="003E5DC8" w:rsidRDefault="00A43E5A" w:rsidP="00284A9D">
            <w:pPr>
              <w:pStyle w:val="TAC"/>
            </w:pPr>
            <w:r w:rsidRPr="0020761A">
              <w:t>3</w:t>
            </w:r>
          </w:p>
        </w:tc>
        <w:tc>
          <w:tcPr>
            <w:tcW w:w="925" w:type="dxa"/>
            <w:tcBorders>
              <w:top w:val="single" w:sz="4" w:space="0" w:color="auto"/>
              <w:left w:val="nil"/>
              <w:bottom w:val="single" w:sz="4" w:space="0" w:color="auto"/>
              <w:right w:val="single" w:sz="4" w:space="0" w:color="auto"/>
            </w:tcBorders>
            <w:shd w:val="clear" w:color="auto" w:fill="auto"/>
            <w:noWrap/>
          </w:tcPr>
          <w:p w14:paraId="51EFE070" w14:textId="77777777" w:rsidR="00A43E5A" w:rsidRPr="003E5DC8" w:rsidRDefault="00A43E5A" w:rsidP="00284A9D">
            <w:pPr>
              <w:pStyle w:val="TAC"/>
            </w:pPr>
            <w:r w:rsidRPr="0020761A">
              <w:t>35640</w:t>
            </w:r>
          </w:p>
        </w:tc>
        <w:tc>
          <w:tcPr>
            <w:tcW w:w="1127" w:type="dxa"/>
            <w:tcBorders>
              <w:top w:val="single" w:sz="4" w:space="0" w:color="auto"/>
              <w:left w:val="nil"/>
              <w:bottom w:val="single" w:sz="4" w:space="0" w:color="auto"/>
              <w:right w:val="single" w:sz="4" w:space="0" w:color="auto"/>
            </w:tcBorders>
            <w:shd w:val="clear" w:color="auto" w:fill="auto"/>
            <w:noWrap/>
          </w:tcPr>
          <w:p w14:paraId="7A820359" w14:textId="77777777" w:rsidR="00A43E5A" w:rsidRPr="003E5DC8" w:rsidRDefault="00A43E5A" w:rsidP="00284A9D">
            <w:pPr>
              <w:pStyle w:val="TAC"/>
            </w:pPr>
            <w:r w:rsidRPr="0020761A">
              <w:t>35640</w:t>
            </w:r>
          </w:p>
        </w:tc>
      </w:tr>
      <w:tr w:rsidR="00A43E5A" w:rsidRPr="00835F44" w14:paraId="793B107E" w14:textId="77777777" w:rsidTr="00284A9D">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485C0BE" w14:textId="77777777" w:rsidR="00A43E5A" w:rsidRPr="00835F44" w:rsidRDefault="00A43E5A" w:rsidP="00284A9D">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5A401256" w14:textId="77777777" w:rsidR="00A43E5A" w:rsidRPr="00835F44" w:rsidRDefault="00A43E5A" w:rsidP="00284A9D">
            <w:pPr>
              <w:pStyle w:val="TAN"/>
            </w:pPr>
            <w:r w:rsidRPr="00835F44">
              <w:t>NOTE 2:</w:t>
            </w:r>
            <w:r w:rsidRPr="00835F44">
              <w:tab/>
              <w:t>MCS Index is based on MCS table 6.1.4.1-1 defined in TS 38.214 [10].</w:t>
            </w:r>
          </w:p>
          <w:p w14:paraId="670C5ADC" w14:textId="77777777" w:rsidR="00A43E5A" w:rsidRDefault="00A43E5A" w:rsidP="00284A9D">
            <w:pPr>
              <w:pStyle w:val="TAN"/>
            </w:pPr>
            <w:r w:rsidRPr="00835F44">
              <w:t>NOTE 3:</w:t>
            </w:r>
            <w:r w:rsidRPr="00835F44">
              <w:tab/>
              <w:t>If more than one Code Block is present, an additional CRC sequence of L = 24 Bits is attached to each Code Block (otherwise L = 0 Bit)</w:t>
            </w:r>
          </w:p>
          <w:p w14:paraId="6006A028" w14:textId="77777777" w:rsidR="00A43E5A" w:rsidRPr="001F4A8E" w:rsidRDefault="00A43E5A" w:rsidP="00284A9D">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9F4BC8A" w14:textId="77777777" w:rsidR="00A43E5A" w:rsidRPr="001C0CC4" w:rsidRDefault="00A43E5A" w:rsidP="00A43E5A"/>
    <w:p w14:paraId="6CF1E341" w14:textId="4F0C5DAF" w:rsidR="00A43E5A" w:rsidRPr="001C0CC4" w:rsidRDefault="00A43E5A" w:rsidP="00A43E5A">
      <w:pPr>
        <w:pStyle w:val="TH"/>
      </w:pPr>
      <w:r w:rsidRPr="001C0CC4">
        <w:t xml:space="preserve">Table A.2.2.1-2: </w:t>
      </w:r>
      <w:r>
        <w:t>Void</w:t>
      </w:r>
    </w:p>
    <w:p w14:paraId="59BE1C9B" w14:textId="75B9BE0C" w:rsidR="00A43E5A" w:rsidRPr="001C0CC4" w:rsidRDefault="00A43E5A" w:rsidP="00A43E5A">
      <w:pPr>
        <w:pStyle w:val="TH"/>
      </w:pPr>
      <w:r w:rsidRPr="001C0CC4">
        <w:t xml:space="preserve">Table A.2.2.1-3: </w:t>
      </w:r>
      <w:r>
        <w:t>Void</w:t>
      </w:r>
    </w:p>
    <w:p w14:paraId="34A8B9B5" w14:textId="77777777" w:rsidR="00A43E5A" w:rsidRPr="001C0CC4" w:rsidRDefault="00A43E5A" w:rsidP="00A43E5A"/>
    <w:p w14:paraId="47E93184" w14:textId="77777777" w:rsidR="00A43E5A" w:rsidRPr="001C0CC4" w:rsidRDefault="00A43E5A" w:rsidP="004A5871">
      <w:pPr>
        <w:pStyle w:val="Heading3"/>
        <w:pageBreakBefore/>
        <w:rPr>
          <w:snapToGrid w:val="0"/>
        </w:rPr>
      </w:pPr>
      <w:bookmarkStart w:id="109" w:name="_Toc21344521"/>
      <w:bookmarkStart w:id="110" w:name="_Toc29802009"/>
      <w:bookmarkStart w:id="111" w:name="_Toc29802433"/>
      <w:bookmarkStart w:id="112" w:name="_Toc29803058"/>
      <w:bookmarkStart w:id="113" w:name="_Toc36107800"/>
      <w:bookmarkStart w:id="114" w:name="_Toc37251574"/>
      <w:bookmarkStart w:id="115" w:name="_Toc45888513"/>
      <w:bookmarkStart w:id="116" w:name="_Toc45889112"/>
      <w:bookmarkStart w:id="117" w:name="_Toc59650485"/>
      <w:bookmarkStart w:id="118" w:name="_Toc61357757"/>
      <w:bookmarkStart w:id="119" w:name="_Toc61359531"/>
      <w:bookmarkStart w:id="120" w:name="_Toc67916471"/>
      <w:bookmarkStart w:id="121" w:name="_Toc75534017"/>
      <w:bookmarkStart w:id="122" w:name="_Toc75819903"/>
      <w:bookmarkStart w:id="123" w:name="_Toc76508747"/>
      <w:bookmarkStart w:id="124" w:name="_Toc76717697"/>
      <w:bookmarkStart w:id="125" w:name="_Toc83294338"/>
      <w:bookmarkStart w:id="126" w:name="_Toc84335377"/>
      <w:r w:rsidRPr="001C0CC4">
        <w:rPr>
          <w:snapToGrid w:val="0"/>
        </w:rPr>
        <w:lastRenderedPageBreak/>
        <w:t>A.2.2.2</w:t>
      </w:r>
      <w:r w:rsidRPr="001C0CC4">
        <w:rPr>
          <w:snapToGrid w:val="0"/>
        </w:rPr>
        <w:tab/>
        <w:t>DFT-s-OFDM QPSK</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581D69D9" w14:textId="79B67785" w:rsidR="00A43E5A" w:rsidRPr="001C0CC4" w:rsidRDefault="00A43E5A" w:rsidP="00A43E5A">
      <w:pPr>
        <w:pStyle w:val="TH"/>
      </w:pPr>
      <w:r w:rsidRPr="001C0CC4">
        <w:t>Table A.2.2.2-1: Reference Channels for DFT-s-OFDM QPSK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A43E5A" w:rsidRPr="00835F44" w14:paraId="0E3EABDD"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7A47686F" w14:textId="77777777" w:rsidR="00A43E5A" w:rsidRPr="00835F44" w:rsidRDefault="00A43E5A" w:rsidP="00284A9D">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207E625D" w14:textId="77777777" w:rsidR="00A43E5A" w:rsidRPr="001F4A8E" w:rsidRDefault="00A43E5A" w:rsidP="00284A9D">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2B903CF6" w14:textId="77777777" w:rsidR="00A43E5A" w:rsidRPr="00835F44" w:rsidRDefault="00A43E5A" w:rsidP="00284A9D">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577F8587" w14:textId="77777777" w:rsidR="00A43E5A" w:rsidRPr="00835F44" w:rsidRDefault="00A43E5A" w:rsidP="00284A9D">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523275EA" w14:textId="77777777" w:rsidR="00A43E5A" w:rsidRPr="00835F44" w:rsidRDefault="00A43E5A" w:rsidP="00284A9D">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74E28518" w14:textId="77777777" w:rsidR="00A43E5A" w:rsidRPr="00835F44" w:rsidRDefault="00A43E5A" w:rsidP="00284A9D">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3118E9EC" w14:textId="77777777" w:rsidR="00A43E5A" w:rsidRPr="00835F44" w:rsidRDefault="00A43E5A" w:rsidP="00284A9D">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23D2D47C" w14:textId="77777777" w:rsidR="00A43E5A" w:rsidRPr="00835F44" w:rsidRDefault="00A43E5A" w:rsidP="00284A9D">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6A2E530A" w14:textId="77777777" w:rsidR="00A43E5A" w:rsidRPr="00835F44" w:rsidRDefault="00A43E5A" w:rsidP="00284A9D">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E34971B" w14:textId="77777777" w:rsidR="00A43E5A" w:rsidRPr="00835F44" w:rsidRDefault="00A43E5A" w:rsidP="00284A9D">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12958C93" w14:textId="77777777" w:rsidR="00A43E5A" w:rsidRPr="00835F44" w:rsidRDefault="00A43E5A" w:rsidP="00284A9D">
            <w:pPr>
              <w:pStyle w:val="TAH"/>
            </w:pPr>
            <w:r w:rsidRPr="00835F44">
              <w:t>Total modulated symbols per slot</w:t>
            </w:r>
          </w:p>
        </w:tc>
      </w:tr>
      <w:tr w:rsidR="00A43E5A" w:rsidRPr="00835F44" w14:paraId="015D2A1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553E334" w14:textId="77777777" w:rsidR="00A43E5A" w:rsidRPr="00835F44" w:rsidRDefault="00A43E5A" w:rsidP="00284A9D">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4E3FF1EB" w14:textId="77777777" w:rsidR="00A43E5A" w:rsidRPr="00835F44" w:rsidRDefault="00A43E5A" w:rsidP="00284A9D">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630AEC6" w14:textId="77777777" w:rsidR="00A43E5A" w:rsidRPr="00835F44" w:rsidRDefault="00A43E5A" w:rsidP="00284A9D">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4AD92B6" w14:textId="77777777" w:rsidR="00A43E5A" w:rsidRPr="00835F44" w:rsidRDefault="00A43E5A" w:rsidP="00284A9D">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1E20D1B" w14:textId="77777777" w:rsidR="00A43E5A" w:rsidRPr="00835F44" w:rsidRDefault="00A43E5A" w:rsidP="00284A9D">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381DBF78" w14:textId="77777777" w:rsidR="00A43E5A" w:rsidRPr="00835F44" w:rsidRDefault="00A43E5A" w:rsidP="00284A9D">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68471F54" w14:textId="77777777" w:rsidR="00A43E5A" w:rsidRPr="00835F44" w:rsidRDefault="00A43E5A" w:rsidP="00284A9D">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0B89D753" w14:textId="77777777" w:rsidR="00A43E5A" w:rsidRPr="00835F44" w:rsidRDefault="00A43E5A" w:rsidP="00284A9D">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42163DA7" w14:textId="77777777" w:rsidR="00A43E5A" w:rsidRPr="00835F44" w:rsidRDefault="00A43E5A" w:rsidP="00284A9D">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6A4819D7" w14:textId="77777777" w:rsidR="00A43E5A" w:rsidRPr="00835F44" w:rsidRDefault="00A43E5A" w:rsidP="00284A9D">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6B1435B4" w14:textId="77777777" w:rsidR="00A43E5A" w:rsidRPr="00835F44" w:rsidRDefault="00A43E5A" w:rsidP="00284A9D">
            <w:pPr>
              <w:pStyle w:val="TAH"/>
            </w:pPr>
            <w:r w:rsidRPr="00835F44">
              <w:t> </w:t>
            </w:r>
          </w:p>
        </w:tc>
      </w:tr>
      <w:tr w:rsidR="00A43E5A" w:rsidRPr="00835F44" w14:paraId="6C02F03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25476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731A625" w14:textId="77777777" w:rsidR="00A43E5A" w:rsidRPr="00835F44" w:rsidRDefault="00A43E5A" w:rsidP="00284A9D">
            <w:pPr>
              <w:pStyle w:val="TAC"/>
            </w:pPr>
            <w:r w:rsidRPr="003E5DC8">
              <w:t>1</w:t>
            </w:r>
          </w:p>
        </w:tc>
        <w:tc>
          <w:tcPr>
            <w:tcW w:w="967" w:type="dxa"/>
            <w:tcBorders>
              <w:top w:val="nil"/>
              <w:left w:val="nil"/>
              <w:bottom w:val="single" w:sz="4" w:space="0" w:color="auto"/>
              <w:right w:val="single" w:sz="4" w:space="0" w:color="auto"/>
            </w:tcBorders>
            <w:shd w:val="clear" w:color="auto" w:fill="auto"/>
            <w:noWrap/>
            <w:hideMark/>
          </w:tcPr>
          <w:p w14:paraId="36BFA964"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1D233E5"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281DDED7"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CFAA152" w14:textId="77777777" w:rsidR="00A43E5A" w:rsidRPr="00835F44" w:rsidRDefault="00A43E5A" w:rsidP="00284A9D">
            <w:pPr>
              <w:pStyle w:val="TAC"/>
            </w:pPr>
            <w:r w:rsidRPr="003E5DC8">
              <w:t>48</w:t>
            </w:r>
          </w:p>
        </w:tc>
        <w:tc>
          <w:tcPr>
            <w:tcW w:w="1057" w:type="dxa"/>
            <w:tcBorders>
              <w:top w:val="nil"/>
              <w:left w:val="nil"/>
              <w:bottom w:val="single" w:sz="4" w:space="0" w:color="auto"/>
              <w:right w:val="single" w:sz="4" w:space="0" w:color="auto"/>
            </w:tcBorders>
            <w:shd w:val="clear" w:color="auto" w:fill="auto"/>
            <w:noWrap/>
            <w:hideMark/>
          </w:tcPr>
          <w:p w14:paraId="560B77A4"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0F9B8E8"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7374617"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7E88C7D4" w14:textId="77777777" w:rsidR="00A43E5A" w:rsidRPr="00835F44" w:rsidRDefault="00A43E5A" w:rsidP="00284A9D">
            <w:pPr>
              <w:pStyle w:val="TAC"/>
            </w:pPr>
            <w:r w:rsidRPr="003E5DC8">
              <w:t>264</w:t>
            </w:r>
          </w:p>
        </w:tc>
        <w:tc>
          <w:tcPr>
            <w:tcW w:w="1127" w:type="dxa"/>
            <w:tcBorders>
              <w:top w:val="nil"/>
              <w:left w:val="nil"/>
              <w:bottom w:val="single" w:sz="4" w:space="0" w:color="auto"/>
              <w:right w:val="single" w:sz="4" w:space="0" w:color="auto"/>
            </w:tcBorders>
            <w:shd w:val="clear" w:color="auto" w:fill="auto"/>
            <w:noWrap/>
            <w:hideMark/>
          </w:tcPr>
          <w:p w14:paraId="60670A4C" w14:textId="77777777" w:rsidR="00A43E5A" w:rsidRPr="00835F44" w:rsidRDefault="00A43E5A" w:rsidP="00284A9D">
            <w:pPr>
              <w:pStyle w:val="TAC"/>
            </w:pPr>
            <w:r w:rsidRPr="003E5DC8">
              <w:t>132</w:t>
            </w:r>
          </w:p>
        </w:tc>
      </w:tr>
      <w:tr w:rsidR="00A43E5A" w:rsidRPr="00835F44" w14:paraId="7E3FB9E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C6F37B"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6778CD3" w14:textId="77777777" w:rsidR="00A43E5A" w:rsidRPr="00835F44" w:rsidRDefault="00A43E5A" w:rsidP="00284A9D">
            <w:pPr>
              <w:pStyle w:val="TAC"/>
            </w:pPr>
            <w:r w:rsidRPr="003E5DC8">
              <w:t>5</w:t>
            </w:r>
          </w:p>
        </w:tc>
        <w:tc>
          <w:tcPr>
            <w:tcW w:w="967" w:type="dxa"/>
            <w:tcBorders>
              <w:top w:val="nil"/>
              <w:left w:val="nil"/>
              <w:bottom w:val="single" w:sz="4" w:space="0" w:color="auto"/>
              <w:right w:val="single" w:sz="4" w:space="0" w:color="auto"/>
            </w:tcBorders>
            <w:shd w:val="clear" w:color="auto" w:fill="auto"/>
            <w:noWrap/>
            <w:hideMark/>
          </w:tcPr>
          <w:p w14:paraId="23625E02"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FBD4706"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B5A71EA"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7D11BD1" w14:textId="77777777" w:rsidR="00A43E5A" w:rsidRPr="00835F44" w:rsidRDefault="00A43E5A" w:rsidP="00284A9D">
            <w:pPr>
              <w:pStyle w:val="TAC"/>
            </w:pPr>
            <w:r w:rsidRPr="003E5DC8">
              <w:t>256</w:t>
            </w:r>
          </w:p>
        </w:tc>
        <w:tc>
          <w:tcPr>
            <w:tcW w:w="1057" w:type="dxa"/>
            <w:tcBorders>
              <w:top w:val="nil"/>
              <w:left w:val="nil"/>
              <w:bottom w:val="single" w:sz="4" w:space="0" w:color="auto"/>
              <w:right w:val="single" w:sz="4" w:space="0" w:color="auto"/>
            </w:tcBorders>
            <w:shd w:val="clear" w:color="auto" w:fill="auto"/>
            <w:noWrap/>
            <w:hideMark/>
          </w:tcPr>
          <w:p w14:paraId="7C24D380"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2BD2C6A5"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01B6635"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462CD6EC" w14:textId="77777777" w:rsidR="00A43E5A" w:rsidRPr="00835F44" w:rsidRDefault="00A43E5A" w:rsidP="00284A9D">
            <w:pPr>
              <w:pStyle w:val="TAC"/>
            </w:pPr>
            <w:r w:rsidRPr="003E5DC8">
              <w:t>1320</w:t>
            </w:r>
          </w:p>
        </w:tc>
        <w:tc>
          <w:tcPr>
            <w:tcW w:w="1127" w:type="dxa"/>
            <w:tcBorders>
              <w:top w:val="nil"/>
              <w:left w:val="nil"/>
              <w:bottom w:val="single" w:sz="4" w:space="0" w:color="auto"/>
              <w:right w:val="single" w:sz="4" w:space="0" w:color="auto"/>
            </w:tcBorders>
            <w:shd w:val="clear" w:color="auto" w:fill="auto"/>
            <w:noWrap/>
            <w:hideMark/>
          </w:tcPr>
          <w:p w14:paraId="413DE324" w14:textId="77777777" w:rsidR="00A43E5A" w:rsidRPr="00835F44" w:rsidRDefault="00A43E5A" w:rsidP="00284A9D">
            <w:pPr>
              <w:pStyle w:val="TAC"/>
            </w:pPr>
            <w:r w:rsidRPr="003E5DC8">
              <w:t>660</w:t>
            </w:r>
          </w:p>
        </w:tc>
      </w:tr>
      <w:tr w:rsidR="00A43E5A" w:rsidRPr="00835F44" w14:paraId="71D6045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CB2330"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511CDAB" w14:textId="77777777" w:rsidR="00A43E5A" w:rsidRPr="00835F44" w:rsidRDefault="00A43E5A" w:rsidP="00284A9D">
            <w:pPr>
              <w:pStyle w:val="TAC"/>
            </w:pPr>
            <w:r w:rsidRPr="003E5DC8">
              <w:t>9</w:t>
            </w:r>
          </w:p>
        </w:tc>
        <w:tc>
          <w:tcPr>
            <w:tcW w:w="967" w:type="dxa"/>
            <w:tcBorders>
              <w:top w:val="nil"/>
              <w:left w:val="nil"/>
              <w:bottom w:val="single" w:sz="4" w:space="0" w:color="auto"/>
              <w:right w:val="single" w:sz="4" w:space="0" w:color="auto"/>
            </w:tcBorders>
            <w:shd w:val="clear" w:color="auto" w:fill="auto"/>
            <w:noWrap/>
            <w:hideMark/>
          </w:tcPr>
          <w:p w14:paraId="370BDBE2"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CFF40DF"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76887B3"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02AABF5" w14:textId="77777777" w:rsidR="00A43E5A" w:rsidRPr="00835F44" w:rsidRDefault="00A43E5A" w:rsidP="00284A9D">
            <w:pPr>
              <w:pStyle w:val="TAC"/>
            </w:pPr>
            <w:r w:rsidRPr="003E5DC8">
              <w:t>456</w:t>
            </w:r>
          </w:p>
        </w:tc>
        <w:tc>
          <w:tcPr>
            <w:tcW w:w="1057" w:type="dxa"/>
            <w:tcBorders>
              <w:top w:val="nil"/>
              <w:left w:val="nil"/>
              <w:bottom w:val="single" w:sz="4" w:space="0" w:color="auto"/>
              <w:right w:val="single" w:sz="4" w:space="0" w:color="auto"/>
            </w:tcBorders>
            <w:shd w:val="clear" w:color="auto" w:fill="auto"/>
            <w:noWrap/>
            <w:hideMark/>
          </w:tcPr>
          <w:p w14:paraId="501385E2"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8040B91"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6E3C72B2"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008F946" w14:textId="77777777" w:rsidR="00A43E5A" w:rsidRPr="00835F44" w:rsidRDefault="00A43E5A" w:rsidP="00284A9D">
            <w:pPr>
              <w:pStyle w:val="TAC"/>
            </w:pPr>
            <w:r w:rsidRPr="003E5DC8">
              <w:t>2376</w:t>
            </w:r>
          </w:p>
        </w:tc>
        <w:tc>
          <w:tcPr>
            <w:tcW w:w="1127" w:type="dxa"/>
            <w:tcBorders>
              <w:top w:val="nil"/>
              <w:left w:val="nil"/>
              <w:bottom w:val="single" w:sz="4" w:space="0" w:color="auto"/>
              <w:right w:val="single" w:sz="4" w:space="0" w:color="auto"/>
            </w:tcBorders>
            <w:shd w:val="clear" w:color="auto" w:fill="auto"/>
            <w:noWrap/>
            <w:hideMark/>
          </w:tcPr>
          <w:p w14:paraId="134FA768" w14:textId="77777777" w:rsidR="00A43E5A" w:rsidRPr="00835F44" w:rsidRDefault="00A43E5A" w:rsidP="00284A9D">
            <w:pPr>
              <w:pStyle w:val="TAC"/>
            </w:pPr>
            <w:r w:rsidRPr="003E5DC8">
              <w:t>1188</w:t>
            </w:r>
          </w:p>
        </w:tc>
      </w:tr>
      <w:tr w:rsidR="00A43E5A" w:rsidRPr="00835F44" w14:paraId="43E3CE3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A725DD8"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086FD43" w14:textId="77777777" w:rsidR="00A43E5A" w:rsidRPr="00835F44" w:rsidRDefault="00A43E5A" w:rsidP="00284A9D">
            <w:pPr>
              <w:pStyle w:val="TAC"/>
            </w:pPr>
            <w:r w:rsidRPr="003E5DC8">
              <w:t>10</w:t>
            </w:r>
          </w:p>
        </w:tc>
        <w:tc>
          <w:tcPr>
            <w:tcW w:w="967" w:type="dxa"/>
            <w:tcBorders>
              <w:top w:val="nil"/>
              <w:left w:val="nil"/>
              <w:bottom w:val="single" w:sz="4" w:space="0" w:color="auto"/>
              <w:right w:val="single" w:sz="4" w:space="0" w:color="auto"/>
            </w:tcBorders>
            <w:shd w:val="clear" w:color="auto" w:fill="auto"/>
            <w:noWrap/>
            <w:hideMark/>
          </w:tcPr>
          <w:p w14:paraId="65AECC5A"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DE290CD"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7DA0F31"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385BB6C" w14:textId="77777777" w:rsidR="00A43E5A" w:rsidRPr="00835F44" w:rsidRDefault="00A43E5A" w:rsidP="00284A9D">
            <w:pPr>
              <w:pStyle w:val="TAC"/>
            </w:pPr>
            <w:r w:rsidRPr="003E5DC8">
              <w:t>504</w:t>
            </w:r>
          </w:p>
        </w:tc>
        <w:tc>
          <w:tcPr>
            <w:tcW w:w="1057" w:type="dxa"/>
            <w:tcBorders>
              <w:top w:val="nil"/>
              <w:left w:val="nil"/>
              <w:bottom w:val="single" w:sz="4" w:space="0" w:color="auto"/>
              <w:right w:val="single" w:sz="4" w:space="0" w:color="auto"/>
            </w:tcBorders>
            <w:shd w:val="clear" w:color="auto" w:fill="auto"/>
            <w:noWrap/>
            <w:hideMark/>
          </w:tcPr>
          <w:p w14:paraId="3C73D203"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424C8446"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0C7B3A57"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E79C4F7" w14:textId="77777777" w:rsidR="00A43E5A" w:rsidRPr="00835F44" w:rsidRDefault="00A43E5A" w:rsidP="00284A9D">
            <w:pPr>
              <w:pStyle w:val="TAC"/>
            </w:pPr>
            <w:r w:rsidRPr="003E5DC8">
              <w:t>2640</w:t>
            </w:r>
          </w:p>
        </w:tc>
        <w:tc>
          <w:tcPr>
            <w:tcW w:w="1127" w:type="dxa"/>
            <w:tcBorders>
              <w:top w:val="nil"/>
              <w:left w:val="nil"/>
              <w:bottom w:val="single" w:sz="4" w:space="0" w:color="auto"/>
              <w:right w:val="single" w:sz="4" w:space="0" w:color="auto"/>
            </w:tcBorders>
            <w:shd w:val="clear" w:color="auto" w:fill="auto"/>
            <w:noWrap/>
            <w:hideMark/>
          </w:tcPr>
          <w:p w14:paraId="50861BC2" w14:textId="77777777" w:rsidR="00A43E5A" w:rsidRPr="00835F44" w:rsidRDefault="00A43E5A" w:rsidP="00284A9D">
            <w:pPr>
              <w:pStyle w:val="TAC"/>
            </w:pPr>
            <w:r w:rsidRPr="003E5DC8">
              <w:t>1320</w:t>
            </w:r>
          </w:p>
        </w:tc>
      </w:tr>
      <w:tr w:rsidR="00A43E5A" w:rsidRPr="00835F44" w14:paraId="5D9E3FDC"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56A438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8ACA8EC" w14:textId="77777777" w:rsidR="00A43E5A" w:rsidRPr="00835F44" w:rsidRDefault="00A43E5A" w:rsidP="00284A9D">
            <w:pPr>
              <w:pStyle w:val="TAC"/>
            </w:pPr>
            <w:r w:rsidRPr="003E5DC8">
              <w:t>12</w:t>
            </w:r>
          </w:p>
        </w:tc>
        <w:tc>
          <w:tcPr>
            <w:tcW w:w="967" w:type="dxa"/>
            <w:tcBorders>
              <w:top w:val="nil"/>
              <w:left w:val="nil"/>
              <w:bottom w:val="single" w:sz="4" w:space="0" w:color="auto"/>
              <w:right w:val="single" w:sz="4" w:space="0" w:color="auto"/>
            </w:tcBorders>
            <w:shd w:val="clear" w:color="auto" w:fill="auto"/>
            <w:noWrap/>
            <w:hideMark/>
          </w:tcPr>
          <w:p w14:paraId="02D91F49"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E91D3D0"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B77B76C"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5AC46115" w14:textId="77777777" w:rsidR="00A43E5A" w:rsidRPr="00835F44" w:rsidRDefault="00A43E5A" w:rsidP="00284A9D">
            <w:pPr>
              <w:pStyle w:val="TAC"/>
            </w:pPr>
            <w:r w:rsidRPr="003E5DC8">
              <w:t>608</w:t>
            </w:r>
          </w:p>
        </w:tc>
        <w:tc>
          <w:tcPr>
            <w:tcW w:w="1057" w:type="dxa"/>
            <w:tcBorders>
              <w:top w:val="nil"/>
              <w:left w:val="nil"/>
              <w:bottom w:val="single" w:sz="4" w:space="0" w:color="auto"/>
              <w:right w:val="single" w:sz="4" w:space="0" w:color="auto"/>
            </w:tcBorders>
            <w:shd w:val="clear" w:color="auto" w:fill="auto"/>
            <w:noWrap/>
            <w:hideMark/>
          </w:tcPr>
          <w:p w14:paraId="3ACD3AF8"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6E5C1BD9"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EA55947"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085EE5F8" w14:textId="77777777" w:rsidR="00A43E5A" w:rsidRPr="00835F44" w:rsidRDefault="00A43E5A" w:rsidP="00284A9D">
            <w:pPr>
              <w:pStyle w:val="TAC"/>
            </w:pPr>
            <w:r w:rsidRPr="003E5DC8">
              <w:t>3168</w:t>
            </w:r>
          </w:p>
        </w:tc>
        <w:tc>
          <w:tcPr>
            <w:tcW w:w="1127" w:type="dxa"/>
            <w:tcBorders>
              <w:top w:val="nil"/>
              <w:left w:val="nil"/>
              <w:bottom w:val="single" w:sz="4" w:space="0" w:color="auto"/>
              <w:right w:val="single" w:sz="4" w:space="0" w:color="auto"/>
            </w:tcBorders>
            <w:shd w:val="clear" w:color="auto" w:fill="auto"/>
            <w:noWrap/>
            <w:hideMark/>
          </w:tcPr>
          <w:p w14:paraId="3BA90128" w14:textId="77777777" w:rsidR="00A43E5A" w:rsidRPr="00835F44" w:rsidRDefault="00A43E5A" w:rsidP="00284A9D">
            <w:pPr>
              <w:pStyle w:val="TAC"/>
            </w:pPr>
            <w:r w:rsidRPr="003E5DC8">
              <w:t>1584</w:t>
            </w:r>
          </w:p>
        </w:tc>
      </w:tr>
      <w:tr w:rsidR="00A43E5A" w:rsidRPr="00835F44" w14:paraId="2318181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04BD15"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FD68029" w14:textId="77777777" w:rsidR="00A43E5A" w:rsidRPr="00835F44" w:rsidRDefault="00A43E5A" w:rsidP="00284A9D">
            <w:pPr>
              <w:pStyle w:val="TAC"/>
            </w:pPr>
            <w:r w:rsidRPr="003E5DC8">
              <w:t>15</w:t>
            </w:r>
          </w:p>
        </w:tc>
        <w:tc>
          <w:tcPr>
            <w:tcW w:w="967" w:type="dxa"/>
            <w:tcBorders>
              <w:top w:val="nil"/>
              <w:left w:val="nil"/>
              <w:bottom w:val="single" w:sz="4" w:space="0" w:color="auto"/>
              <w:right w:val="single" w:sz="4" w:space="0" w:color="auto"/>
            </w:tcBorders>
            <w:shd w:val="clear" w:color="auto" w:fill="auto"/>
            <w:noWrap/>
            <w:hideMark/>
          </w:tcPr>
          <w:p w14:paraId="02FF5AD9"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94CE1EB"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3583B8DC"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9579B27" w14:textId="77777777" w:rsidR="00A43E5A" w:rsidRPr="00835F44" w:rsidRDefault="00A43E5A" w:rsidP="00284A9D">
            <w:pPr>
              <w:pStyle w:val="TAC"/>
            </w:pPr>
            <w:r w:rsidRPr="003E5DC8">
              <w:t>768</w:t>
            </w:r>
          </w:p>
        </w:tc>
        <w:tc>
          <w:tcPr>
            <w:tcW w:w="1057" w:type="dxa"/>
            <w:tcBorders>
              <w:top w:val="nil"/>
              <w:left w:val="nil"/>
              <w:bottom w:val="single" w:sz="4" w:space="0" w:color="auto"/>
              <w:right w:val="single" w:sz="4" w:space="0" w:color="auto"/>
            </w:tcBorders>
            <w:shd w:val="clear" w:color="auto" w:fill="auto"/>
            <w:noWrap/>
            <w:hideMark/>
          </w:tcPr>
          <w:p w14:paraId="50E7E8BB"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6BD8254C"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E1BCCDE"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B8F4F04" w14:textId="77777777" w:rsidR="00A43E5A" w:rsidRPr="00835F44" w:rsidRDefault="00A43E5A" w:rsidP="00284A9D">
            <w:pPr>
              <w:pStyle w:val="TAC"/>
            </w:pPr>
            <w:r w:rsidRPr="003E5DC8">
              <w:t>3960</w:t>
            </w:r>
          </w:p>
        </w:tc>
        <w:tc>
          <w:tcPr>
            <w:tcW w:w="1127" w:type="dxa"/>
            <w:tcBorders>
              <w:top w:val="nil"/>
              <w:left w:val="nil"/>
              <w:bottom w:val="single" w:sz="4" w:space="0" w:color="auto"/>
              <w:right w:val="single" w:sz="4" w:space="0" w:color="auto"/>
            </w:tcBorders>
            <w:shd w:val="clear" w:color="auto" w:fill="auto"/>
            <w:noWrap/>
            <w:hideMark/>
          </w:tcPr>
          <w:p w14:paraId="73D73BA5" w14:textId="77777777" w:rsidR="00A43E5A" w:rsidRPr="00835F44" w:rsidRDefault="00A43E5A" w:rsidP="00284A9D">
            <w:pPr>
              <w:pStyle w:val="TAC"/>
            </w:pPr>
            <w:r w:rsidRPr="003E5DC8">
              <w:t>1980</w:t>
            </w:r>
          </w:p>
        </w:tc>
      </w:tr>
      <w:tr w:rsidR="00A43E5A" w:rsidRPr="00835F44" w14:paraId="1A804C95"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5FDFAC"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F14BCB9" w14:textId="77777777" w:rsidR="00A43E5A" w:rsidRPr="00835F44" w:rsidRDefault="00A43E5A" w:rsidP="00284A9D">
            <w:pPr>
              <w:pStyle w:val="TAC"/>
            </w:pPr>
            <w:r w:rsidRPr="003E5DC8">
              <w:t>18</w:t>
            </w:r>
          </w:p>
        </w:tc>
        <w:tc>
          <w:tcPr>
            <w:tcW w:w="967" w:type="dxa"/>
            <w:tcBorders>
              <w:top w:val="nil"/>
              <w:left w:val="nil"/>
              <w:bottom w:val="single" w:sz="4" w:space="0" w:color="auto"/>
              <w:right w:val="single" w:sz="4" w:space="0" w:color="auto"/>
            </w:tcBorders>
            <w:shd w:val="clear" w:color="auto" w:fill="auto"/>
            <w:noWrap/>
            <w:hideMark/>
          </w:tcPr>
          <w:p w14:paraId="0998ED23"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4ACE08CB"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5D342C9C"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5A046D9" w14:textId="77777777" w:rsidR="00A43E5A" w:rsidRPr="00835F44" w:rsidRDefault="00A43E5A" w:rsidP="00284A9D">
            <w:pPr>
              <w:pStyle w:val="TAC"/>
            </w:pPr>
            <w:r w:rsidRPr="003E5DC8">
              <w:t>928</w:t>
            </w:r>
          </w:p>
        </w:tc>
        <w:tc>
          <w:tcPr>
            <w:tcW w:w="1057" w:type="dxa"/>
            <w:tcBorders>
              <w:top w:val="nil"/>
              <w:left w:val="nil"/>
              <w:bottom w:val="single" w:sz="4" w:space="0" w:color="auto"/>
              <w:right w:val="single" w:sz="4" w:space="0" w:color="auto"/>
            </w:tcBorders>
            <w:shd w:val="clear" w:color="auto" w:fill="auto"/>
            <w:noWrap/>
            <w:hideMark/>
          </w:tcPr>
          <w:p w14:paraId="60CAB511"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B913CE4"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6DD9F05C"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5CE6EB16" w14:textId="77777777" w:rsidR="00A43E5A" w:rsidRPr="00835F44" w:rsidRDefault="00A43E5A" w:rsidP="00284A9D">
            <w:pPr>
              <w:pStyle w:val="TAC"/>
            </w:pPr>
            <w:r w:rsidRPr="003E5DC8">
              <w:t>4752</w:t>
            </w:r>
          </w:p>
        </w:tc>
        <w:tc>
          <w:tcPr>
            <w:tcW w:w="1127" w:type="dxa"/>
            <w:tcBorders>
              <w:top w:val="nil"/>
              <w:left w:val="nil"/>
              <w:bottom w:val="single" w:sz="4" w:space="0" w:color="auto"/>
              <w:right w:val="single" w:sz="4" w:space="0" w:color="auto"/>
            </w:tcBorders>
            <w:shd w:val="clear" w:color="auto" w:fill="auto"/>
            <w:noWrap/>
            <w:hideMark/>
          </w:tcPr>
          <w:p w14:paraId="21D599F7" w14:textId="77777777" w:rsidR="00A43E5A" w:rsidRPr="00835F44" w:rsidRDefault="00A43E5A" w:rsidP="00284A9D">
            <w:pPr>
              <w:pStyle w:val="TAC"/>
            </w:pPr>
            <w:r w:rsidRPr="003E5DC8">
              <w:t>2376</w:t>
            </w:r>
          </w:p>
        </w:tc>
      </w:tr>
      <w:tr w:rsidR="00A43E5A" w:rsidRPr="00835F44" w14:paraId="7F3F5EB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06BE47"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8BE94F0" w14:textId="77777777" w:rsidR="00A43E5A" w:rsidRPr="00835F44" w:rsidRDefault="00A43E5A" w:rsidP="00284A9D">
            <w:pPr>
              <w:pStyle w:val="TAC"/>
            </w:pPr>
            <w:r w:rsidRPr="003E5DC8">
              <w:t>20</w:t>
            </w:r>
          </w:p>
        </w:tc>
        <w:tc>
          <w:tcPr>
            <w:tcW w:w="967" w:type="dxa"/>
            <w:tcBorders>
              <w:top w:val="nil"/>
              <w:left w:val="nil"/>
              <w:bottom w:val="single" w:sz="4" w:space="0" w:color="auto"/>
              <w:right w:val="single" w:sz="4" w:space="0" w:color="auto"/>
            </w:tcBorders>
            <w:shd w:val="clear" w:color="auto" w:fill="auto"/>
            <w:noWrap/>
            <w:hideMark/>
          </w:tcPr>
          <w:p w14:paraId="7264B1A5"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C000DD1"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91EBC9A"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B364A32" w14:textId="77777777" w:rsidR="00A43E5A" w:rsidRPr="00835F44" w:rsidRDefault="00A43E5A" w:rsidP="00284A9D">
            <w:pPr>
              <w:pStyle w:val="TAC"/>
            </w:pPr>
            <w:r w:rsidRPr="003E5DC8">
              <w:t>1032</w:t>
            </w:r>
          </w:p>
        </w:tc>
        <w:tc>
          <w:tcPr>
            <w:tcW w:w="1057" w:type="dxa"/>
            <w:tcBorders>
              <w:top w:val="nil"/>
              <w:left w:val="nil"/>
              <w:bottom w:val="single" w:sz="4" w:space="0" w:color="auto"/>
              <w:right w:val="single" w:sz="4" w:space="0" w:color="auto"/>
            </w:tcBorders>
            <w:shd w:val="clear" w:color="auto" w:fill="auto"/>
            <w:noWrap/>
            <w:hideMark/>
          </w:tcPr>
          <w:p w14:paraId="2CC9295F"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3C44E6BF"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A5500EF"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A11989A" w14:textId="77777777" w:rsidR="00A43E5A" w:rsidRPr="00835F44" w:rsidRDefault="00A43E5A" w:rsidP="00284A9D">
            <w:pPr>
              <w:pStyle w:val="TAC"/>
            </w:pPr>
            <w:r w:rsidRPr="003E5DC8">
              <w:t>5280</w:t>
            </w:r>
          </w:p>
        </w:tc>
        <w:tc>
          <w:tcPr>
            <w:tcW w:w="1127" w:type="dxa"/>
            <w:tcBorders>
              <w:top w:val="nil"/>
              <w:left w:val="nil"/>
              <w:bottom w:val="single" w:sz="4" w:space="0" w:color="auto"/>
              <w:right w:val="single" w:sz="4" w:space="0" w:color="auto"/>
            </w:tcBorders>
            <w:shd w:val="clear" w:color="auto" w:fill="auto"/>
            <w:noWrap/>
            <w:hideMark/>
          </w:tcPr>
          <w:p w14:paraId="40184C99" w14:textId="77777777" w:rsidR="00A43E5A" w:rsidRPr="00835F44" w:rsidRDefault="00A43E5A" w:rsidP="00284A9D">
            <w:pPr>
              <w:pStyle w:val="TAC"/>
            </w:pPr>
            <w:r w:rsidRPr="003E5DC8">
              <w:t>2640</w:t>
            </w:r>
          </w:p>
        </w:tc>
      </w:tr>
      <w:tr w:rsidR="00A43E5A" w:rsidRPr="00835F44" w14:paraId="4995284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20E00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14049A3" w14:textId="77777777" w:rsidR="00A43E5A" w:rsidRPr="00835F44" w:rsidRDefault="00A43E5A" w:rsidP="00284A9D">
            <w:pPr>
              <w:pStyle w:val="TAC"/>
            </w:pPr>
            <w:r w:rsidRPr="003E5DC8">
              <w:t>24</w:t>
            </w:r>
          </w:p>
        </w:tc>
        <w:tc>
          <w:tcPr>
            <w:tcW w:w="967" w:type="dxa"/>
            <w:tcBorders>
              <w:top w:val="nil"/>
              <w:left w:val="nil"/>
              <w:bottom w:val="single" w:sz="4" w:space="0" w:color="auto"/>
              <w:right w:val="single" w:sz="4" w:space="0" w:color="auto"/>
            </w:tcBorders>
            <w:shd w:val="clear" w:color="auto" w:fill="auto"/>
            <w:noWrap/>
            <w:hideMark/>
          </w:tcPr>
          <w:p w14:paraId="0A55AFCF"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4465784"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9982915"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D6D0B6F" w14:textId="77777777" w:rsidR="00A43E5A" w:rsidRPr="00835F44" w:rsidRDefault="00A43E5A" w:rsidP="00284A9D">
            <w:pPr>
              <w:pStyle w:val="TAC"/>
            </w:pPr>
            <w:r w:rsidRPr="003E5DC8">
              <w:t>1192</w:t>
            </w:r>
          </w:p>
        </w:tc>
        <w:tc>
          <w:tcPr>
            <w:tcW w:w="1057" w:type="dxa"/>
            <w:tcBorders>
              <w:top w:val="nil"/>
              <w:left w:val="nil"/>
              <w:bottom w:val="single" w:sz="4" w:space="0" w:color="auto"/>
              <w:right w:val="single" w:sz="4" w:space="0" w:color="auto"/>
            </w:tcBorders>
            <w:shd w:val="clear" w:color="auto" w:fill="auto"/>
            <w:noWrap/>
            <w:hideMark/>
          </w:tcPr>
          <w:p w14:paraId="2B5C5E05"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18F9E3E"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DB65B62"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7DC948B" w14:textId="77777777" w:rsidR="00A43E5A" w:rsidRPr="00835F44" w:rsidRDefault="00A43E5A" w:rsidP="00284A9D">
            <w:pPr>
              <w:pStyle w:val="TAC"/>
            </w:pPr>
            <w:r w:rsidRPr="003E5DC8">
              <w:t>6336</w:t>
            </w:r>
          </w:p>
        </w:tc>
        <w:tc>
          <w:tcPr>
            <w:tcW w:w="1127" w:type="dxa"/>
            <w:tcBorders>
              <w:top w:val="nil"/>
              <w:left w:val="nil"/>
              <w:bottom w:val="single" w:sz="4" w:space="0" w:color="auto"/>
              <w:right w:val="single" w:sz="4" w:space="0" w:color="auto"/>
            </w:tcBorders>
            <w:shd w:val="clear" w:color="auto" w:fill="auto"/>
            <w:noWrap/>
            <w:hideMark/>
          </w:tcPr>
          <w:p w14:paraId="143B7F73" w14:textId="77777777" w:rsidR="00A43E5A" w:rsidRPr="00835F44" w:rsidRDefault="00A43E5A" w:rsidP="00284A9D">
            <w:pPr>
              <w:pStyle w:val="TAC"/>
            </w:pPr>
            <w:r w:rsidRPr="003E5DC8">
              <w:t>3168</w:t>
            </w:r>
          </w:p>
        </w:tc>
      </w:tr>
      <w:tr w:rsidR="00A43E5A" w:rsidRPr="00835F44" w14:paraId="425C7259"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37334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2B67AC4" w14:textId="77777777" w:rsidR="00A43E5A" w:rsidRPr="00835F44" w:rsidRDefault="00A43E5A" w:rsidP="00284A9D">
            <w:pPr>
              <w:pStyle w:val="TAC"/>
            </w:pPr>
            <w:r w:rsidRPr="003E5DC8">
              <w:t>25</w:t>
            </w:r>
          </w:p>
        </w:tc>
        <w:tc>
          <w:tcPr>
            <w:tcW w:w="967" w:type="dxa"/>
            <w:tcBorders>
              <w:top w:val="nil"/>
              <w:left w:val="nil"/>
              <w:bottom w:val="single" w:sz="4" w:space="0" w:color="auto"/>
              <w:right w:val="single" w:sz="4" w:space="0" w:color="auto"/>
            </w:tcBorders>
            <w:shd w:val="clear" w:color="auto" w:fill="auto"/>
            <w:noWrap/>
            <w:hideMark/>
          </w:tcPr>
          <w:p w14:paraId="1D907A8F"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4ABA931F"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2AAD790"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F1C9E35" w14:textId="77777777" w:rsidR="00A43E5A" w:rsidRPr="00835F44" w:rsidRDefault="00A43E5A" w:rsidP="00284A9D">
            <w:pPr>
              <w:pStyle w:val="TAC"/>
            </w:pPr>
            <w:r w:rsidRPr="003E5DC8">
              <w:t>1256</w:t>
            </w:r>
          </w:p>
        </w:tc>
        <w:tc>
          <w:tcPr>
            <w:tcW w:w="1057" w:type="dxa"/>
            <w:tcBorders>
              <w:top w:val="nil"/>
              <w:left w:val="nil"/>
              <w:bottom w:val="single" w:sz="4" w:space="0" w:color="auto"/>
              <w:right w:val="single" w:sz="4" w:space="0" w:color="auto"/>
            </w:tcBorders>
            <w:shd w:val="clear" w:color="auto" w:fill="auto"/>
            <w:noWrap/>
            <w:hideMark/>
          </w:tcPr>
          <w:p w14:paraId="27EE2A80"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76E142C5"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ACB6A57"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8BB5F4D" w14:textId="77777777" w:rsidR="00A43E5A" w:rsidRPr="00835F44" w:rsidRDefault="00A43E5A" w:rsidP="00284A9D">
            <w:pPr>
              <w:pStyle w:val="TAC"/>
            </w:pPr>
            <w:r w:rsidRPr="003E5DC8">
              <w:t>6600</w:t>
            </w:r>
          </w:p>
        </w:tc>
        <w:tc>
          <w:tcPr>
            <w:tcW w:w="1127" w:type="dxa"/>
            <w:tcBorders>
              <w:top w:val="nil"/>
              <w:left w:val="nil"/>
              <w:bottom w:val="single" w:sz="4" w:space="0" w:color="auto"/>
              <w:right w:val="single" w:sz="4" w:space="0" w:color="auto"/>
            </w:tcBorders>
            <w:shd w:val="clear" w:color="auto" w:fill="auto"/>
            <w:noWrap/>
            <w:hideMark/>
          </w:tcPr>
          <w:p w14:paraId="3743E2B1" w14:textId="77777777" w:rsidR="00A43E5A" w:rsidRPr="00835F44" w:rsidRDefault="00A43E5A" w:rsidP="00284A9D">
            <w:pPr>
              <w:pStyle w:val="TAC"/>
            </w:pPr>
            <w:r w:rsidRPr="003E5DC8">
              <w:t>3300</w:t>
            </w:r>
          </w:p>
        </w:tc>
      </w:tr>
      <w:tr w:rsidR="00A43E5A" w:rsidRPr="00835F44" w14:paraId="1EFC2DBE"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F9B963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EDE0283" w14:textId="77777777" w:rsidR="00A43E5A" w:rsidRPr="00835F44" w:rsidRDefault="00A43E5A" w:rsidP="00284A9D">
            <w:pPr>
              <w:pStyle w:val="TAC"/>
            </w:pPr>
            <w:r w:rsidRPr="003E5DC8">
              <w:t>30</w:t>
            </w:r>
          </w:p>
        </w:tc>
        <w:tc>
          <w:tcPr>
            <w:tcW w:w="967" w:type="dxa"/>
            <w:tcBorders>
              <w:top w:val="nil"/>
              <w:left w:val="nil"/>
              <w:bottom w:val="single" w:sz="4" w:space="0" w:color="auto"/>
              <w:right w:val="single" w:sz="4" w:space="0" w:color="auto"/>
            </w:tcBorders>
            <w:shd w:val="clear" w:color="auto" w:fill="auto"/>
            <w:noWrap/>
            <w:hideMark/>
          </w:tcPr>
          <w:p w14:paraId="6613294A"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823E396"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3DEB3F4"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71AA75E6" w14:textId="77777777" w:rsidR="00A43E5A" w:rsidRPr="00835F44" w:rsidRDefault="00A43E5A" w:rsidP="00284A9D">
            <w:pPr>
              <w:pStyle w:val="TAC"/>
            </w:pPr>
            <w:r w:rsidRPr="003E5DC8">
              <w:t>1544</w:t>
            </w:r>
          </w:p>
        </w:tc>
        <w:tc>
          <w:tcPr>
            <w:tcW w:w="1057" w:type="dxa"/>
            <w:tcBorders>
              <w:top w:val="nil"/>
              <w:left w:val="nil"/>
              <w:bottom w:val="single" w:sz="4" w:space="0" w:color="auto"/>
              <w:right w:val="single" w:sz="4" w:space="0" w:color="auto"/>
            </w:tcBorders>
            <w:shd w:val="clear" w:color="auto" w:fill="auto"/>
            <w:noWrap/>
            <w:hideMark/>
          </w:tcPr>
          <w:p w14:paraId="3379E5BA"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666EDD12"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623E6D6"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A5B7DC6" w14:textId="77777777" w:rsidR="00A43E5A" w:rsidRPr="00835F44" w:rsidRDefault="00A43E5A" w:rsidP="00284A9D">
            <w:pPr>
              <w:pStyle w:val="TAC"/>
            </w:pPr>
            <w:r w:rsidRPr="003E5DC8">
              <w:t>7920</w:t>
            </w:r>
          </w:p>
        </w:tc>
        <w:tc>
          <w:tcPr>
            <w:tcW w:w="1127" w:type="dxa"/>
            <w:tcBorders>
              <w:top w:val="nil"/>
              <w:left w:val="nil"/>
              <w:bottom w:val="single" w:sz="4" w:space="0" w:color="auto"/>
              <w:right w:val="single" w:sz="4" w:space="0" w:color="auto"/>
            </w:tcBorders>
            <w:shd w:val="clear" w:color="auto" w:fill="auto"/>
            <w:noWrap/>
            <w:hideMark/>
          </w:tcPr>
          <w:p w14:paraId="52F5138F" w14:textId="77777777" w:rsidR="00A43E5A" w:rsidRPr="00835F44" w:rsidRDefault="00A43E5A" w:rsidP="00284A9D">
            <w:pPr>
              <w:pStyle w:val="TAC"/>
            </w:pPr>
            <w:r w:rsidRPr="003E5DC8">
              <w:t>3960</w:t>
            </w:r>
          </w:p>
        </w:tc>
      </w:tr>
      <w:tr w:rsidR="00A43E5A" w:rsidRPr="00835F44" w14:paraId="6CED93A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738ED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B3CA102" w14:textId="77777777" w:rsidR="00A43E5A" w:rsidRPr="00835F44" w:rsidRDefault="00A43E5A" w:rsidP="00284A9D">
            <w:pPr>
              <w:pStyle w:val="TAC"/>
            </w:pPr>
            <w:r w:rsidRPr="003E5DC8">
              <w:t>32</w:t>
            </w:r>
          </w:p>
        </w:tc>
        <w:tc>
          <w:tcPr>
            <w:tcW w:w="967" w:type="dxa"/>
            <w:tcBorders>
              <w:top w:val="nil"/>
              <w:left w:val="nil"/>
              <w:bottom w:val="single" w:sz="4" w:space="0" w:color="auto"/>
              <w:right w:val="single" w:sz="4" w:space="0" w:color="auto"/>
            </w:tcBorders>
            <w:shd w:val="clear" w:color="auto" w:fill="auto"/>
            <w:noWrap/>
            <w:hideMark/>
          </w:tcPr>
          <w:p w14:paraId="4FF992B5"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47E0072"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0E3F552"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244737D0" w14:textId="77777777" w:rsidR="00A43E5A" w:rsidRPr="00835F44" w:rsidRDefault="00A43E5A" w:rsidP="00284A9D">
            <w:pPr>
              <w:pStyle w:val="TAC"/>
            </w:pPr>
            <w:r w:rsidRPr="003E5DC8">
              <w:t>1608</w:t>
            </w:r>
          </w:p>
        </w:tc>
        <w:tc>
          <w:tcPr>
            <w:tcW w:w="1057" w:type="dxa"/>
            <w:tcBorders>
              <w:top w:val="nil"/>
              <w:left w:val="nil"/>
              <w:bottom w:val="single" w:sz="4" w:space="0" w:color="auto"/>
              <w:right w:val="single" w:sz="4" w:space="0" w:color="auto"/>
            </w:tcBorders>
            <w:shd w:val="clear" w:color="auto" w:fill="auto"/>
            <w:noWrap/>
            <w:hideMark/>
          </w:tcPr>
          <w:p w14:paraId="5B34E50D"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1744104C"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931EEA8"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7B9D5B99" w14:textId="77777777" w:rsidR="00A43E5A" w:rsidRPr="00835F44" w:rsidRDefault="00A43E5A" w:rsidP="00284A9D">
            <w:pPr>
              <w:pStyle w:val="TAC"/>
            </w:pPr>
            <w:r w:rsidRPr="003E5DC8">
              <w:t>8448</w:t>
            </w:r>
          </w:p>
        </w:tc>
        <w:tc>
          <w:tcPr>
            <w:tcW w:w="1127" w:type="dxa"/>
            <w:tcBorders>
              <w:top w:val="nil"/>
              <w:left w:val="nil"/>
              <w:bottom w:val="single" w:sz="4" w:space="0" w:color="auto"/>
              <w:right w:val="single" w:sz="4" w:space="0" w:color="auto"/>
            </w:tcBorders>
            <w:shd w:val="clear" w:color="auto" w:fill="auto"/>
            <w:noWrap/>
            <w:hideMark/>
          </w:tcPr>
          <w:p w14:paraId="5ED0021A" w14:textId="77777777" w:rsidR="00A43E5A" w:rsidRPr="00835F44" w:rsidRDefault="00A43E5A" w:rsidP="00284A9D">
            <w:pPr>
              <w:pStyle w:val="TAC"/>
            </w:pPr>
            <w:r w:rsidRPr="003E5DC8">
              <w:t>4224</w:t>
            </w:r>
          </w:p>
        </w:tc>
      </w:tr>
      <w:tr w:rsidR="00A43E5A" w:rsidRPr="00835F44" w14:paraId="785C68C6"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4689A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A1C45DB" w14:textId="77777777" w:rsidR="00A43E5A" w:rsidRPr="00835F44" w:rsidRDefault="00A43E5A" w:rsidP="00284A9D">
            <w:pPr>
              <w:pStyle w:val="TAC"/>
            </w:pPr>
            <w:r w:rsidRPr="003E5DC8">
              <w:t>36</w:t>
            </w:r>
          </w:p>
        </w:tc>
        <w:tc>
          <w:tcPr>
            <w:tcW w:w="967" w:type="dxa"/>
            <w:tcBorders>
              <w:top w:val="nil"/>
              <w:left w:val="nil"/>
              <w:bottom w:val="single" w:sz="4" w:space="0" w:color="auto"/>
              <w:right w:val="single" w:sz="4" w:space="0" w:color="auto"/>
            </w:tcBorders>
            <w:shd w:val="clear" w:color="auto" w:fill="auto"/>
            <w:noWrap/>
            <w:hideMark/>
          </w:tcPr>
          <w:p w14:paraId="69B0A937"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95887D6"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45FE2F4"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D9265AF" w14:textId="77777777" w:rsidR="00A43E5A" w:rsidRPr="00835F44" w:rsidRDefault="00A43E5A" w:rsidP="00284A9D">
            <w:pPr>
              <w:pStyle w:val="TAC"/>
            </w:pPr>
            <w:r w:rsidRPr="003E5DC8">
              <w:t>1800</w:t>
            </w:r>
          </w:p>
        </w:tc>
        <w:tc>
          <w:tcPr>
            <w:tcW w:w="1057" w:type="dxa"/>
            <w:tcBorders>
              <w:top w:val="nil"/>
              <w:left w:val="nil"/>
              <w:bottom w:val="single" w:sz="4" w:space="0" w:color="auto"/>
              <w:right w:val="single" w:sz="4" w:space="0" w:color="auto"/>
            </w:tcBorders>
            <w:shd w:val="clear" w:color="auto" w:fill="auto"/>
            <w:noWrap/>
            <w:hideMark/>
          </w:tcPr>
          <w:p w14:paraId="3453C982"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0D665F64"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2B6626AB"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08E62F76" w14:textId="77777777" w:rsidR="00A43E5A" w:rsidRPr="00835F44" w:rsidRDefault="00A43E5A" w:rsidP="00284A9D">
            <w:pPr>
              <w:pStyle w:val="TAC"/>
            </w:pPr>
            <w:r w:rsidRPr="003E5DC8">
              <w:t>9504</w:t>
            </w:r>
          </w:p>
        </w:tc>
        <w:tc>
          <w:tcPr>
            <w:tcW w:w="1127" w:type="dxa"/>
            <w:tcBorders>
              <w:top w:val="nil"/>
              <w:left w:val="nil"/>
              <w:bottom w:val="single" w:sz="4" w:space="0" w:color="auto"/>
              <w:right w:val="single" w:sz="4" w:space="0" w:color="auto"/>
            </w:tcBorders>
            <w:shd w:val="clear" w:color="auto" w:fill="auto"/>
            <w:noWrap/>
            <w:hideMark/>
          </w:tcPr>
          <w:p w14:paraId="01B78455" w14:textId="77777777" w:rsidR="00A43E5A" w:rsidRPr="00835F44" w:rsidRDefault="00A43E5A" w:rsidP="00284A9D">
            <w:pPr>
              <w:pStyle w:val="TAC"/>
            </w:pPr>
            <w:r w:rsidRPr="003E5DC8">
              <w:t>4752</w:t>
            </w:r>
          </w:p>
        </w:tc>
      </w:tr>
      <w:tr w:rsidR="00A43E5A" w:rsidRPr="00835F44" w14:paraId="7EEA1F2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0C2C611B" w14:textId="77777777" w:rsidR="00A43E5A" w:rsidRPr="00835F44" w:rsidRDefault="00A43E5A" w:rsidP="00284A9D">
            <w:pPr>
              <w:pStyle w:val="TAC"/>
            </w:pPr>
          </w:p>
        </w:tc>
        <w:tc>
          <w:tcPr>
            <w:tcW w:w="1027" w:type="dxa"/>
            <w:tcBorders>
              <w:top w:val="nil"/>
              <w:left w:val="nil"/>
              <w:bottom w:val="single" w:sz="4" w:space="0" w:color="auto"/>
              <w:right w:val="single" w:sz="4" w:space="0" w:color="auto"/>
            </w:tcBorders>
            <w:shd w:val="clear" w:color="auto" w:fill="auto"/>
            <w:noWrap/>
          </w:tcPr>
          <w:p w14:paraId="1D9605E1" w14:textId="77777777" w:rsidR="00A43E5A" w:rsidRPr="003E5DC8" w:rsidRDefault="00A43E5A" w:rsidP="00284A9D">
            <w:pPr>
              <w:pStyle w:val="TAC"/>
            </w:pPr>
            <w:r>
              <w:t>45</w:t>
            </w:r>
          </w:p>
        </w:tc>
        <w:tc>
          <w:tcPr>
            <w:tcW w:w="967" w:type="dxa"/>
            <w:tcBorders>
              <w:top w:val="nil"/>
              <w:left w:val="nil"/>
              <w:bottom w:val="single" w:sz="4" w:space="0" w:color="auto"/>
              <w:right w:val="single" w:sz="4" w:space="0" w:color="auto"/>
            </w:tcBorders>
            <w:shd w:val="clear" w:color="auto" w:fill="auto"/>
            <w:noWrap/>
          </w:tcPr>
          <w:p w14:paraId="1F6C3DA4" w14:textId="77777777" w:rsidR="00A43E5A" w:rsidRPr="003E5DC8" w:rsidRDefault="00A43E5A" w:rsidP="00284A9D">
            <w:pPr>
              <w:pStyle w:val="TAC"/>
            </w:pPr>
            <w:r>
              <w:t>11</w:t>
            </w:r>
          </w:p>
        </w:tc>
        <w:tc>
          <w:tcPr>
            <w:tcW w:w="1176" w:type="dxa"/>
            <w:tcBorders>
              <w:top w:val="nil"/>
              <w:left w:val="nil"/>
              <w:bottom w:val="single" w:sz="4" w:space="0" w:color="auto"/>
              <w:right w:val="single" w:sz="4" w:space="0" w:color="auto"/>
            </w:tcBorders>
            <w:shd w:val="clear" w:color="auto" w:fill="auto"/>
            <w:noWrap/>
          </w:tcPr>
          <w:p w14:paraId="16857933" w14:textId="77777777" w:rsidR="00A43E5A" w:rsidRPr="003E5DC8" w:rsidRDefault="00A43E5A" w:rsidP="00284A9D">
            <w:pPr>
              <w:pStyle w:val="TAC"/>
            </w:pPr>
            <w:r>
              <w:t>QPKS</w:t>
            </w:r>
          </w:p>
        </w:tc>
        <w:tc>
          <w:tcPr>
            <w:tcW w:w="890" w:type="dxa"/>
            <w:tcBorders>
              <w:top w:val="nil"/>
              <w:left w:val="nil"/>
              <w:bottom w:val="single" w:sz="4" w:space="0" w:color="auto"/>
              <w:right w:val="single" w:sz="4" w:space="0" w:color="auto"/>
            </w:tcBorders>
            <w:shd w:val="clear" w:color="auto" w:fill="auto"/>
            <w:noWrap/>
          </w:tcPr>
          <w:p w14:paraId="19874AFC" w14:textId="77777777" w:rsidR="00A43E5A" w:rsidRPr="003E5DC8" w:rsidRDefault="00A43E5A" w:rsidP="00284A9D">
            <w:pPr>
              <w:pStyle w:val="TAC"/>
            </w:pPr>
            <w:r>
              <w:t>2</w:t>
            </w:r>
          </w:p>
        </w:tc>
        <w:tc>
          <w:tcPr>
            <w:tcW w:w="926" w:type="dxa"/>
            <w:tcBorders>
              <w:top w:val="nil"/>
              <w:left w:val="nil"/>
              <w:bottom w:val="single" w:sz="4" w:space="0" w:color="auto"/>
              <w:right w:val="single" w:sz="4" w:space="0" w:color="auto"/>
            </w:tcBorders>
            <w:shd w:val="clear" w:color="auto" w:fill="auto"/>
            <w:noWrap/>
          </w:tcPr>
          <w:p w14:paraId="76545486" w14:textId="77777777" w:rsidR="00A43E5A" w:rsidRPr="003E5DC8" w:rsidRDefault="00A43E5A" w:rsidP="00284A9D">
            <w:pPr>
              <w:pStyle w:val="TAC"/>
            </w:pPr>
            <w:r>
              <w:t>2208</w:t>
            </w:r>
          </w:p>
        </w:tc>
        <w:tc>
          <w:tcPr>
            <w:tcW w:w="1057" w:type="dxa"/>
            <w:tcBorders>
              <w:top w:val="nil"/>
              <w:left w:val="nil"/>
              <w:bottom w:val="single" w:sz="4" w:space="0" w:color="auto"/>
              <w:right w:val="single" w:sz="4" w:space="0" w:color="auto"/>
            </w:tcBorders>
            <w:shd w:val="clear" w:color="auto" w:fill="auto"/>
            <w:noWrap/>
          </w:tcPr>
          <w:p w14:paraId="1C3B949D" w14:textId="77777777" w:rsidR="00A43E5A" w:rsidRPr="003E5DC8" w:rsidRDefault="00A43E5A" w:rsidP="00284A9D">
            <w:pPr>
              <w:pStyle w:val="TAC"/>
            </w:pPr>
            <w:r>
              <w:t>16</w:t>
            </w:r>
          </w:p>
        </w:tc>
        <w:tc>
          <w:tcPr>
            <w:tcW w:w="897" w:type="dxa"/>
            <w:tcBorders>
              <w:top w:val="nil"/>
              <w:left w:val="nil"/>
              <w:bottom w:val="single" w:sz="4" w:space="0" w:color="auto"/>
              <w:right w:val="single" w:sz="4" w:space="0" w:color="auto"/>
            </w:tcBorders>
            <w:shd w:val="clear" w:color="auto" w:fill="auto"/>
            <w:noWrap/>
          </w:tcPr>
          <w:p w14:paraId="34C10F4C" w14:textId="77777777" w:rsidR="00A43E5A" w:rsidRPr="003E5DC8" w:rsidRDefault="00A43E5A" w:rsidP="00284A9D">
            <w:pPr>
              <w:pStyle w:val="TAC"/>
            </w:pPr>
            <w:r>
              <w:t>2</w:t>
            </w:r>
          </w:p>
        </w:tc>
        <w:tc>
          <w:tcPr>
            <w:tcW w:w="929" w:type="dxa"/>
            <w:tcBorders>
              <w:top w:val="nil"/>
              <w:left w:val="nil"/>
              <w:bottom w:val="single" w:sz="4" w:space="0" w:color="auto"/>
              <w:right w:val="single" w:sz="4" w:space="0" w:color="auto"/>
            </w:tcBorders>
            <w:shd w:val="clear" w:color="auto" w:fill="auto"/>
            <w:noWrap/>
          </w:tcPr>
          <w:p w14:paraId="6D749C4A" w14:textId="77777777" w:rsidR="00A43E5A" w:rsidRPr="003E5DC8" w:rsidRDefault="00A43E5A" w:rsidP="00284A9D">
            <w:pPr>
              <w:pStyle w:val="TAC"/>
            </w:pPr>
            <w:r>
              <w:t>1</w:t>
            </w:r>
          </w:p>
        </w:tc>
        <w:tc>
          <w:tcPr>
            <w:tcW w:w="925" w:type="dxa"/>
            <w:tcBorders>
              <w:top w:val="nil"/>
              <w:left w:val="nil"/>
              <w:bottom w:val="single" w:sz="4" w:space="0" w:color="auto"/>
              <w:right w:val="single" w:sz="4" w:space="0" w:color="auto"/>
            </w:tcBorders>
            <w:shd w:val="clear" w:color="auto" w:fill="auto"/>
            <w:noWrap/>
          </w:tcPr>
          <w:p w14:paraId="2D9CC03D" w14:textId="77777777" w:rsidR="00A43E5A" w:rsidRPr="003E5DC8" w:rsidRDefault="00A43E5A" w:rsidP="00284A9D">
            <w:pPr>
              <w:pStyle w:val="TAC"/>
            </w:pPr>
            <w:r>
              <w:t>11880</w:t>
            </w:r>
          </w:p>
        </w:tc>
        <w:tc>
          <w:tcPr>
            <w:tcW w:w="1127" w:type="dxa"/>
            <w:tcBorders>
              <w:top w:val="nil"/>
              <w:left w:val="nil"/>
              <w:bottom w:val="single" w:sz="4" w:space="0" w:color="auto"/>
              <w:right w:val="single" w:sz="4" w:space="0" w:color="auto"/>
            </w:tcBorders>
            <w:shd w:val="clear" w:color="auto" w:fill="auto"/>
            <w:noWrap/>
          </w:tcPr>
          <w:p w14:paraId="7187B9A7" w14:textId="77777777" w:rsidR="00A43E5A" w:rsidRPr="003E5DC8" w:rsidRDefault="00A43E5A" w:rsidP="00284A9D">
            <w:pPr>
              <w:pStyle w:val="TAC"/>
            </w:pPr>
            <w:r>
              <w:t>5940</w:t>
            </w:r>
          </w:p>
        </w:tc>
      </w:tr>
      <w:tr w:rsidR="00A43E5A" w:rsidRPr="00835F44" w14:paraId="29A70DA9"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BABD3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4F9C5E9" w14:textId="77777777" w:rsidR="00A43E5A" w:rsidRPr="00835F44" w:rsidRDefault="00A43E5A" w:rsidP="00284A9D">
            <w:pPr>
              <w:pStyle w:val="TAC"/>
            </w:pPr>
            <w:r w:rsidRPr="003E5DC8">
              <w:t>50</w:t>
            </w:r>
          </w:p>
        </w:tc>
        <w:tc>
          <w:tcPr>
            <w:tcW w:w="967" w:type="dxa"/>
            <w:tcBorders>
              <w:top w:val="nil"/>
              <w:left w:val="nil"/>
              <w:bottom w:val="single" w:sz="4" w:space="0" w:color="auto"/>
              <w:right w:val="single" w:sz="4" w:space="0" w:color="auto"/>
            </w:tcBorders>
            <w:shd w:val="clear" w:color="auto" w:fill="auto"/>
            <w:noWrap/>
            <w:hideMark/>
          </w:tcPr>
          <w:p w14:paraId="2D2A813E"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52ACFC44"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5156A740"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45B2755" w14:textId="77777777" w:rsidR="00A43E5A" w:rsidRPr="00835F44" w:rsidRDefault="00A43E5A" w:rsidP="00284A9D">
            <w:pPr>
              <w:pStyle w:val="TAC"/>
            </w:pPr>
            <w:r w:rsidRPr="003E5DC8">
              <w:t>2472</w:t>
            </w:r>
          </w:p>
        </w:tc>
        <w:tc>
          <w:tcPr>
            <w:tcW w:w="1057" w:type="dxa"/>
            <w:tcBorders>
              <w:top w:val="nil"/>
              <w:left w:val="nil"/>
              <w:bottom w:val="single" w:sz="4" w:space="0" w:color="auto"/>
              <w:right w:val="single" w:sz="4" w:space="0" w:color="auto"/>
            </w:tcBorders>
            <w:shd w:val="clear" w:color="auto" w:fill="auto"/>
            <w:noWrap/>
            <w:hideMark/>
          </w:tcPr>
          <w:p w14:paraId="38009CA1"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0A85A189"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392BE77"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6FA1AFD2" w14:textId="77777777" w:rsidR="00A43E5A" w:rsidRPr="00835F44" w:rsidRDefault="00A43E5A" w:rsidP="00284A9D">
            <w:pPr>
              <w:pStyle w:val="TAC"/>
            </w:pPr>
            <w:r w:rsidRPr="003E5DC8">
              <w:t>13200</w:t>
            </w:r>
          </w:p>
        </w:tc>
        <w:tc>
          <w:tcPr>
            <w:tcW w:w="1127" w:type="dxa"/>
            <w:tcBorders>
              <w:top w:val="nil"/>
              <w:left w:val="nil"/>
              <w:bottom w:val="single" w:sz="4" w:space="0" w:color="auto"/>
              <w:right w:val="single" w:sz="4" w:space="0" w:color="auto"/>
            </w:tcBorders>
            <w:shd w:val="clear" w:color="auto" w:fill="auto"/>
            <w:noWrap/>
            <w:hideMark/>
          </w:tcPr>
          <w:p w14:paraId="28E30E44" w14:textId="77777777" w:rsidR="00A43E5A" w:rsidRPr="00835F44" w:rsidRDefault="00A43E5A" w:rsidP="00284A9D">
            <w:pPr>
              <w:pStyle w:val="TAC"/>
            </w:pPr>
            <w:r w:rsidRPr="003E5DC8">
              <w:t>6600</w:t>
            </w:r>
          </w:p>
        </w:tc>
      </w:tr>
      <w:tr w:rsidR="00A43E5A" w:rsidRPr="00835F44" w14:paraId="1A91177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8C3E6C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E787C90" w14:textId="77777777" w:rsidR="00A43E5A" w:rsidRPr="00835F44" w:rsidRDefault="00A43E5A" w:rsidP="00284A9D">
            <w:pPr>
              <w:pStyle w:val="TAC"/>
            </w:pPr>
            <w:r w:rsidRPr="003E5DC8">
              <w:t>60</w:t>
            </w:r>
          </w:p>
        </w:tc>
        <w:tc>
          <w:tcPr>
            <w:tcW w:w="967" w:type="dxa"/>
            <w:tcBorders>
              <w:top w:val="nil"/>
              <w:left w:val="nil"/>
              <w:bottom w:val="single" w:sz="4" w:space="0" w:color="auto"/>
              <w:right w:val="single" w:sz="4" w:space="0" w:color="auto"/>
            </w:tcBorders>
            <w:shd w:val="clear" w:color="auto" w:fill="auto"/>
            <w:noWrap/>
            <w:hideMark/>
          </w:tcPr>
          <w:p w14:paraId="4F4F8338"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869CC31"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DCB4D44"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B5FFEE6" w14:textId="77777777" w:rsidR="00A43E5A" w:rsidRPr="00835F44" w:rsidRDefault="00A43E5A" w:rsidP="00284A9D">
            <w:pPr>
              <w:pStyle w:val="TAC"/>
            </w:pPr>
            <w:r w:rsidRPr="003E5DC8">
              <w:t>3104</w:t>
            </w:r>
          </w:p>
        </w:tc>
        <w:tc>
          <w:tcPr>
            <w:tcW w:w="1057" w:type="dxa"/>
            <w:tcBorders>
              <w:top w:val="nil"/>
              <w:left w:val="nil"/>
              <w:bottom w:val="single" w:sz="4" w:space="0" w:color="auto"/>
              <w:right w:val="single" w:sz="4" w:space="0" w:color="auto"/>
            </w:tcBorders>
            <w:shd w:val="clear" w:color="auto" w:fill="auto"/>
            <w:noWrap/>
            <w:hideMark/>
          </w:tcPr>
          <w:p w14:paraId="7CC2852F"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4D7C4ECA"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4E778D2"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2F12D72C" w14:textId="77777777" w:rsidR="00A43E5A" w:rsidRPr="00835F44" w:rsidRDefault="00A43E5A" w:rsidP="00284A9D">
            <w:pPr>
              <w:pStyle w:val="TAC"/>
            </w:pPr>
            <w:r w:rsidRPr="003E5DC8">
              <w:t>15840</w:t>
            </w:r>
          </w:p>
        </w:tc>
        <w:tc>
          <w:tcPr>
            <w:tcW w:w="1127" w:type="dxa"/>
            <w:tcBorders>
              <w:top w:val="nil"/>
              <w:left w:val="nil"/>
              <w:bottom w:val="single" w:sz="4" w:space="0" w:color="auto"/>
              <w:right w:val="single" w:sz="4" w:space="0" w:color="auto"/>
            </w:tcBorders>
            <w:shd w:val="clear" w:color="auto" w:fill="auto"/>
            <w:noWrap/>
            <w:hideMark/>
          </w:tcPr>
          <w:p w14:paraId="00D58662" w14:textId="77777777" w:rsidR="00A43E5A" w:rsidRPr="00835F44" w:rsidRDefault="00A43E5A" w:rsidP="00284A9D">
            <w:pPr>
              <w:pStyle w:val="TAC"/>
            </w:pPr>
            <w:r w:rsidRPr="003E5DC8">
              <w:t>7920</w:t>
            </w:r>
          </w:p>
        </w:tc>
      </w:tr>
      <w:tr w:rsidR="00A43E5A" w:rsidRPr="00835F44" w14:paraId="622922C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3D52F2"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AA3EDCA" w14:textId="77777777" w:rsidR="00A43E5A" w:rsidRPr="00835F44" w:rsidRDefault="00A43E5A" w:rsidP="00284A9D">
            <w:pPr>
              <w:pStyle w:val="TAC"/>
            </w:pPr>
            <w:r w:rsidRPr="003E5DC8">
              <w:t>64</w:t>
            </w:r>
          </w:p>
        </w:tc>
        <w:tc>
          <w:tcPr>
            <w:tcW w:w="967" w:type="dxa"/>
            <w:tcBorders>
              <w:top w:val="nil"/>
              <w:left w:val="nil"/>
              <w:bottom w:val="single" w:sz="4" w:space="0" w:color="auto"/>
              <w:right w:val="single" w:sz="4" w:space="0" w:color="auto"/>
            </w:tcBorders>
            <w:shd w:val="clear" w:color="auto" w:fill="auto"/>
            <w:noWrap/>
            <w:hideMark/>
          </w:tcPr>
          <w:p w14:paraId="4DE60E56"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DC0DCAD"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3ADE8DBF"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6F0BB5F" w14:textId="77777777" w:rsidR="00A43E5A" w:rsidRPr="00835F44" w:rsidRDefault="00A43E5A" w:rsidP="00284A9D">
            <w:pPr>
              <w:pStyle w:val="TAC"/>
            </w:pPr>
            <w:r w:rsidRPr="003E5DC8">
              <w:t>3240</w:t>
            </w:r>
          </w:p>
        </w:tc>
        <w:tc>
          <w:tcPr>
            <w:tcW w:w="1057" w:type="dxa"/>
            <w:tcBorders>
              <w:top w:val="nil"/>
              <w:left w:val="nil"/>
              <w:bottom w:val="single" w:sz="4" w:space="0" w:color="auto"/>
              <w:right w:val="single" w:sz="4" w:space="0" w:color="auto"/>
            </w:tcBorders>
            <w:shd w:val="clear" w:color="auto" w:fill="auto"/>
            <w:noWrap/>
            <w:hideMark/>
          </w:tcPr>
          <w:p w14:paraId="5C50DCF7"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2539C513"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344A3F79"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1F71C912" w14:textId="77777777" w:rsidR="00A43E5A" w:rsidRPr="00835F44" w:rsidRDefault="00A43E5A" w:rsidP="00284A9D">
            <w:pPr>
              <w:pStyle w:val="TAC"/>
            </w:pPr>
            <w:r w:rsidRPr="003E5DC8">
              <w:t>16896</w:t>
            </w:r>
          </w:p>
        </w:tc>
        <w:tc>
          <w:tcPr>
            <w:tcW w:w="1127" w:type="dxa"/>
            <w:tcBorders>
              <w:top w:val="nil"/>
              <w:left w:val="nil"/>
              <w:bottom w:val="single" w:sz="4" w:space="0" w:color="auto"/>
              <w:right w:val="single" w:sz="4" w:space="0" w:color="auto"/>
            </w:tcBorders>
            <w:shd w:val="clear" w:color="auto" w:fill="auto"/>
            <w:noWrap/>
            <w:hideMark/>
          </w:tcPr>
          <w:p w14:paraId="6B3B6F49" w14:textId="77777777" w:rsidR="00A43E5A" w:rsidRPr="00835F44" w:rsidRDefault="00A43E5A" w:rsidP="00284A9D">
            <w:pPr>
              <w:pStyle w:val="TAC"/>
            </w:pPr>
            <w:r w:rsidRPr="003E5DC8">
              <w:t>8448</w:t>
            </w:r>
          </w:p>
        </w:tc>
      </w:tr>
      <w:tr w:rsidR="00A43E5A" w:rsidRPr="00835F44" w14:paraId="12AC99FE"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F271ADB"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A3E2E1A" w14:textId="77777777" w:rsidR="00A43E5A" w:rsidRPr="00835F44" w:rsidRDefault="00A43E5A" w:rsidP="00284A9D">
            <w:pPr>
              <w:pStyle w:val="TAC"/>
            </w:pPr>
            <w:r w:rsidRPr="003E5DC8">
              <w:t>75</w:t>
            </w:r>
          </w:p>
        </w:tc>
        <w:tc>
          <w:tcPr>
            <w:tcW w:w="967" w:type="dxa"/>
            <w:tcBorders>
              <w:top w:val="nil"/>
              <w:left w:val="nil"/>
              <w:bottom w:val="single" w:sz="4" w:space="0" w:color="auto"/>
              <w:right w:val="single" w:sz="4" w:space="0" w:color="auto"/>
            </w:tcBorders>
            <w:shd w:val="clear" w:color="auto" w:fill="auto"/>
            <w:noWrap/>
            <w:hideMark/>
          </w:tcPr>
          <w:p w14:paraId="3E7BA6E3"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8BE2DA8"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22EA3BAF"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F005E27" w14:textId="77777777" w:rsidR="00A43E5A" w:rsidRPr="00835F44" w:rsidRDefault="00A43E5A" w:rsidP="00284A9D">
            <w:pPr>
              <w:pStyle w:val="TAC"/>
            </w:pPr>
            <w:r w:rsidRPr="003E5DC8">
              <w:t>3752</w:t>
            </w:r>
          </w:p>
        </w:tc>
        <w:tc>
          <w:tcPr>
            <w:tcW w:w="1057" w:type="dxa"/>
            <w:tcBorders>
              <w:top w:val="nil"/>
              <w:left w:val="nil"/>
              <w:bottom w:val="single" w:sz="4" w:space="0" w:color="auto"/>
              <w:right w:val="single" w:sz="4" w:space="0" w:color="auto"/>
            </w:tcBorders>
            <w:shd w:val="clear" w:color="auto" w:fill="auto"/>
            <w:noWrap/>
            <w:hideMark/>
          </w:tcPr>
          <w:p w14:paraId="1C28ACC7" w14:textId="77777777" w:rsidR="00A43E5A" w:rsidRPr="00835F44" w:rsidRDefault="00A43E5A" w:rsidP="00284A9D">
            <w:pPr>
              <w:pStyle w:val="TAC"/>
            </w:pPr>
            <w:r w:rsidRPr="003E5DC8">
              <w:t>16</w:t>
            </w:r>
          </w:p>
        </w:tc>
        <w:tc>
          <w:tcPr>
            <w:tcW w:w="897" w:type="dxa"/>
            <w:tcBorders>
              <w:top w:val="nil"/>
              <w:left w:val="nil"/>
              <w:bottom w:val="single" w:sz="4" w:space="0" w:color="auto"/>
              <w:right w:val="single" w:sz="4" w:space="0" w:color="auto"/>
            </w:tcBorders>
            <w:shd w:val="clear" w:color="auto" w:fill="auto"/>
            <w:noWrap/>
            <w:hideMark/>
          </w:tcPr>
          <w:p w14:paraId="5F790105"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028F588" w14:textId="77777777" w:rsidR="00A43E5A" w:rsidRPr="00835F44" w:rsidRDefault="00A43E5A" w:rsidP="00284A9D">
            <w:pPr>
              <w:pStyle w:val="TAC"/>
            </w:pPr>
            <w:r w:rsidRPr="003E5DC8">
              <w:t>1</w:t>
            </w:r>
          </w:p>
        </w:tc>
        <w:tc>
          <w:tcPr>
            <w:tcW w:w="925" w:type="dxa"/>
            <w:tcBorders>
              <w:top w:val="nil"/>
              <w:left w:val="nil"/>
              <w:bottom w:val="single" w:sz="4" w:space="0" w:color="auto"/>
              <w:right w:val="single" w:sz="4" w:space="0" w:color="auto"/>
            </w:tcBorders>
            <w:shd w:val="clear" w:color="auto" w:fill="auto"/>
            <w:noWrap/>
            <w:hideMark/>
          </w:tcPr>
          <w:p w14:paraId="7E603EA4" w14:textId="77777777" w:rsidR="00A43E5A" w:rsidRPr="00835F44" w:rsidRDefault="00A43E5A" w:rsidP="00284A9D">
            <w:pPr>
              <w:pStyle w:val="TAC"/>
            </w:pPr>
            <w:r w:rsidRPr="003E5DC8">
              <w:t>19800</w:t>
            </w:r>
          </w:p>
        </w:tc>
        <w:tc>
          <w:tcPr>
            <w:tcW w:w="1127" w:type="dxa"/>
            <w:tcBorders>
              <w:top w:val="nil"/>
              <w:left w:val="nil"/>
              <w:bottom w:val="single" w:sz="4" w:space="0" w:color="auto"/>
              <w:right w:val="single" w:sz="4" w:space="0" w:color="auto"/>
            </w:tcBorders>
            <w:shd w:val="clear" w:color="auto" w:fill="auto"/>
            <w:noWrap/>
            <w:hideMark/>
          </w:tcPr>
          <w:p w14:paraId="4D500A6B" w14:textId="77777777" w:rsidR="00A43E5A" w:rsidRPr="00835F44" w:rsidRDefault="00A43E5A" w:rsidP="00284A9D">
            <w:pPr>
              <w:pStyle w:val="TAC"/>
            </w:pPr>
            <w:r w:rsidRPr="003E5DC8">
              <w:t>9900</w:t>
            </w:r>
          </w:p>
        </w:tc>
      </w:tr>
      <w:tr w:rsidR="00A43E5A" w:rsidRPr="00835F44" w14:paraId="71F5BE0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29C6711"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52A96B8" w14:textId="77777777" w:rsidR="00A43E5A" w:rsidRPr="00835F44" w:rsidRDefault="00A43E5A" w:rsidP="00284A9D">
            <w:pPr>
              <w:pStyle w:val="TAC"/>
            </w:pPr>
            <w:r w:rsidRPr="003E5DC8">
              <w:t>80</w:t>
            </w:r>
          </w:p>
        </w:tc>
        <w:tc>
          <w:tcPr>
            <w:tcW w:w="967" w:type="dxa"/>
            <w:tcBorders>
              <w:top w:val="nil"/>
              <w:left w:val="nil"/>
              <w:bottom w:val="single" w:sz="4" w:space="0" w:color="auto"/>
              <w:right w:val="single" w:sz="4" w:space="0" w:color="auto"/>
            </w:tcBorders>
            <w:shd w:val="clear" w:color="auto" w:fill="auto"/>
            <w:noWrap/>
            <w:hideMark/>
          </w:tcPr>
          <w:p w14:paraId="0DE4FCBF"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4C0E515"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17212B3A"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E840651" w14:textId="77777777" w:rsidR="00A43E5A" w:rsidRPr="00835F44" w:rsidRDefault="00A43E5A" w:rsidP="00284A9D">
            <w:pPr>
              <w:pStyle w:val="TAC"/>
            </w:pPr>
            <w:r w:rsidRPr="003E5DC8">
              <w:t>3976</w:t>
            </w:r>
          </w:p>
        </w:tc>
        <w:tc>
          <w:tcPr>
            <w:tcW w:w="1057" w:type="dxa"/>
            <w:tcBorders>
              <w:top w:val="nil"/>
              <w:left w:val="nil"/>
              <w:bottom w:val="single" w:sz="4" w:space="0" w:color="auto"/>
              <w:right w:val="single" w:sz="4" w:space="0" w:color="auto"/>
            </w:tcBorders>
            <w:shd w:val="clear" w:color="auto" w:fill="auto"/>
            <w:noWrap/>
            <w:hideMark/>
          </w:tcPr>
          <w:p w14:paraId="59F33EBF"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63BAFFD3"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17F524B6"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328E128A" w14:textId="77777777" w:rsidR="00A43E5A" w:rsidRPr="00835F44" w:rsidRDefault="00A43E5A" w:rsidP="00284A9D">
            <w:pPr>
              <w:pStyle w:val="TAC"/>
            </w:pPr>
            <w:r w:rsidRPr="003E5DC8">
              <w:t>21120</w:t>
            </w:r>
          </w:p>
        </w:tc>
        <w:tc>
          <w:tcPr>
            <w:tcW w:w="1127" w:type="dxa"/>
            <w:tcBorders>
              <w:top w:val="nil"/>
              <w:left w:val="nil"/>
              <w:bottom w:val="single" w:sz="4" w:space="0" w:color="auto"/>
              <w:right w:val="single" w:sz="4" w:space="0" w:color="auto"/>
            </w:tcBorders>
            <w:shd w:val="clear" w:color="auto" w:fill="auto"/>
            <w:noWrap/>
            <w:hideMark/>
          </w:tcPr>
          <w:p w14:paraId="0F6A095C" w14:textId="77777777" w:rsidR="00A43E5A" w:rsidRPr="00835F44" w:rsidRDefault="00A43E5A" w:rsidP="00284A9D">
            <w:pPr>
              <w:pStyle w:val="TAC"/>
            </w:pPr>
            <w:r w:rsidRPr="003E5DC8">
              <w:t>10560</w:t>
            </w:r>
          </w:p>
        </w:tc>
      </w:tr>
      <w:tr w:rsidR="00A43E5A" w:rsidRPr="00835F44" w14:paraId="66F4DD8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86ECF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23D164D" w14:textId="77777777" w:rsidR="00A43E5A" w:rsidRPr="00835F44" w:rsidRDefault="00A43E5A" w:rsidP="00284A9D">
            <w:pPr>
              <w:pStyle w:val="TAC"/>
            </w:pPr>
            <w:r w:rsidRPr="003E5DC8">
              <w:t>81</w:t>
            </w:r>
          </w:p>
        </w:tc>
        <w:tc>
          <w:tcPr>
            <w:tcW w:w="967" w:type="dxa"/>
            <w:tcBorders>
              <w:top w:val="nil"/>
              <w:left w:val="nil"/>
              <w:bottom w:val="single" w:sz="4" w:space="0" w:color="auto"/>
              <w:right w:val="single" w:sz="4" w:space="0" w:color="auto"/>
            </w:tcBorders>
            <w:shd w:val="clear" w:color="auto" w:fill="auto"/>
            <w:noWrap/>
            <w:hideMark/>
          </w:tcPr>
          <w:p w14:paraId="7C8D2A5D"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4E9F19F0"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48B2E92C"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2A826C9" w14:textId="77777777" w:rsidR="00A43E5A" w:rsidRPr="00835F44" w:rsidRDefault="00A43E5A" w:rsidP="00284A9D">
            <w:pPr>
              <w:pStyle w:val="TAC"/>
            </w:pPr>
            <w:r w:rsidRPr="003E5DC8">
              <w:t>4040</w:t>
            </w:r>
          </w:p>
        </w:tc>
        <w:tc>
          <w:tcPr>
            <w:tcW w:w="1057" w:type="dxa"/>
            <w:tcBorders>
              <w:top w:val="nil"/>
              <w:left w:val="nil"/>
              <w:bottom w:val="single" w:sz="4" w:space="0" w:color="auto"/>
              <w:right w:val="single" w:sz="4" w:space="0" w:color="auto"/>
            </w:tcBorders>
            <w:shd w:val="clear" w:color="auto" w:fill="auto"/>
            <w:noWrap/>
            <w:hideMark/>
          </w:tcPr>
          <w:p w14:paraId="57E4B2C7"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7BAB5A40"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7B240E8"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0C7107A2" w14:textId="77777777" w:rsidR="00A43E5A" w:rsidRPr="00835F44" w:rsidRDefault="00A43E5A" w:rsidP="00284A9D">
            <w:pPr>
              <w:pStyle w:val="TAC"/>
            </w:pPr>
            <w:r w:rsidRPr="003E5DC8">
              <w:t>21384</w:t>
            </w:r>
          </w:p>
        </w:tc>
        <w:tc>
          <w:tcPr>
            <w:tcW w:w="1127" w:type="dxa"/>
            <w:tcBorders>
              <w:top w:val="nil"/>
              <w:left w:val="nil"/>
              <w:bottom w:val="single" w:sz="4" w:space="0" w:color="auto"/>
              <w:right w:val="single" w:sz="4" w:space="0" w:color="auto"/>
            </w:tcBorders>
            <w:shd w:val="clear" w:color="auto" w:fill="auto"/>
            <w:noWrap/>
            <w:hideMark/>
          </w:tcPr>
          <w:p w14:paraId="673E955C" w14:textId="77777777" w:rsidR="00A43E5A" w:rsidRPr="00835F44" w:rsidRDefault="00A43E5A" w:rsidP="00284A9D">
            <w:pPr>
              <w:pStyle w:val="TAC"/>
            </w:pPr>
            <w:r w:rsidRPr="003E5DC8">
              <w:t>10692</w:t>
            </w:r>
          </w:p>
        </w:tc>
      </w:tr>
      <w:tr w:rsidR="00A43E5A" w:rsidRPr="00835F44" w14:paraId="58E3D6CC"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5AE2C46D" w14:textId="77777777" w:rsidR="00A43E5A" w:rsidRPr="00835F44" w:rsidRDefault="00A43E5A" w:rsidP="00284A9D">
            <w:pPr>
              <w:pStyle w:val="TAC"/>
            </w:pPr>
          </w:p>
        </w:tc>
        <w:tc>
          <w:tcPr>
            <w:tcW w:w="1027" w:type="dxa"/>
            <w:tcBorders>
              <w:top w:val="nil"/>
              <w:left w:val="nil"/>
              <w:bottom w:val="single" w:sz="4" w:space="0" w:color="auto"/>
              <w:right w:val="single" w:sz="4" w:space="0" w:color="auto"/>
            </w:tcBorders>
            <w:shd w:val="clear" w:color="auto" w:fill="auto"/>
            <w:noWrap/>
          </w:tcPr>
          <w:p w14:paraId="489681A2" w14:textId="77777777" w:rsidR="00A43E5A" w:rsidRPr="003E5DC8" w:rsidRDefault="00A43E5A" w:rsidP="00284A9D">
            <w:pPr>
              <w:pStyle w:val="TAC"/>
            </w:pPr>
            <w:r>
              <w:t>90</w:t>
            </w:r>
          </w:p>
        </w:tc>
        <w:tc>
          <w:tcPr>
            <w:tcW w:w="967" w:type="dxa"/>
            <w:tcBorders>
              <w:top w:val="nil"/>
              <w:left w:val="nil"/>
              <w:bottom w:val="single" w:sz="4" w:space="0" w:color="auto"/>
              <w:right w:val="single" w:sz="4" w:space="0" w:color="auto"/>
            </w:tcBorders>
            <w:shd w:val="clear" w:color="auto" w:fill="auto"/>
            <w:noWrap/>
          </w:tcPr>
          <w:p w14:paraId="50F7FD3E" w14:textId="77777777" w:rsidR="00A43E5A" w:rsidRPr="003E5DC8" w:rsidRDefault="00A43E5A" w:rsidP="00284A9D">
            <w:pPr>
              <w:pStyle w:val="TAC"/>
            </w:pPr>
            <w:r>
              <w:t>11</w:t>
            </w:r>
          </w:p>
        </w:tc>
        <w:tc>
          <w:tcPr>
            <w:tcW w:w="1176" w:type="dxa"/>
            <w:tcBorders>
              <w:top w:val="nil"/>
              <w:left w:val="nil"/>
              <w:bottom w:val="single" w:sz="4" w:space="0" w:color="auto"/>
              <w:right w:val="single" w:sz="4" w:space="0" w:color="auto"/>
            </w:tcBorders>
            <w:shd w:val="clear" w:color="auto" w:fill="auto"/>
            <w:noWrap/>
          </w:tcPr>
          <w:p w14:paraId="54BB01BF" w14:textId="77777777" w:rsidR="00A43E5A" w:rsidRPr="003E5DC8" w:rsidRDefault="00A43E5A" w:rsidP="00284A9D">
            <w:pPr>
              <w:pStyle w:val="TAC"/>
            </w:pPr>
            <w:r>
              <w:t>QPSK</w:t>
            </w:r>
          </w:p>
        </w:tc>
        <w:tc>
          <w:tcPr>
            <w:tcW w:w="890" w:type="dxa"/>
            <w:tcBorders>
              <w:top w:val="nil"/>
              <w:left w:val="nil"/>
              <w:bottom w:val="single" w:sz="4" w:space="0" w:color="auto"/>
              <w:right w:val="single" w:sz="4" w:space="0" w:color="auto"/>
            </w:tcBorders>
            <w:shd w:val="clear" w:color="auto" w:fill="auto"/>
            <w:noWrap/>
          </w:tcPr>
          <w:p w14:paraId="253EEE81" w14:textId="77777777" w:rsidR="00A43E5A" w:rsidRPr="003E5DC8" w:rsidRDefault="00A43E5A" w:rsidP="00284A9D">
            <w:pPr>
              <w:pStyle w:val="TAC"/>
            </w:pPr>
            <w:r>
              <w:t>2</w:t>
            </w:r>
          </w:p>
        </w:tc>
        <w:tc>
          <w:tcPr>
            <w:tcW w:w="926" w:type="dxa"/>
            <w:tcBorders>
              <w:top w:val="nil"/>
              <w:left w:val="nil"/>
              <w:bottom w:val="single" w:sz="4" w:space="0" w:color="auto"/>
              <w:right w:val="single" w:sz="4" w:space="0" w:color="auto"/>
            </w:tcBorders>
            <w:shd w:val="clear" w:color="auto" w:fill="auto"/>
            <w:noWrap/>
          </w:tcPr>
          <w:p w14:paraId="7A5096D6" w14:textId="77777777" w:rsidR="00A43E5A" w:rsidRPr="003E5DC8" w:rsidRDefault="00A43E5A" w:rsidP="00284A9D">
            <w:pPr>
              <w:pStyle w:val="TAC"/>
            </w:pPr>
            <w:r>
              <w:t>4488</w:t>
            </w:r>
          </w:p>
        </w:tc>
        <w:tc>
          <w:tcPr>
            <w:tcW w:w="1057" w:type="dxa"/>
            <w:tcBorders>
              <w:top w:val="nil"/>
              <w:left w:val="nil"/>
              <w:bottom w:val="single" w:sz="4" w:space="0" w:color="auto"/>
              <w:right w:val="single" w:sz="4" w:space="0" w:color="auto"/>
            </w:tcBorders>
            <w:shd w:val="clear" w:color="auto" w:fill="auto"/>
            <w:noWrap/>
          </w:tcPr>
          <w:p w14:paraId="00B796FE" w14:textId="77777777" w:rsidR="00A43E5A" w:rsidRPr="003E5DC8" w:rsidRDefault="00A43E5A" w:rsidP="00284A9D">
            <w:pPr>
              <w:pStyle w:val="TAC"/>
            </w:pPr>
            <w:r>
              <w:t>24</w:t>
            </w:r>
          </w:p>
        </w:tc>
        <w:tc>
          <w:tcPr>
            <w:tcW w:w="897" w:type="dxa"/>
            <w:tcBorders>
              <w:top w:val="nil"/>
              <w:left w:val="nil"/>
              <w:bottom w:val="single" w:sz="4" w:space="0" w:color="auto"/>
              <w:right w:val="single" w:sz="4" w:space="0" w:color="auto"/>
            </w:tcBorders>
            <w:shd w:val="clear" w:color="auto" w:fill="auto"/>
            <w:noWrap/>
          </w:tcPr>
          <w:p w14:paraId="1E283C82" w14:textId="77777777" w:rsidR="00A43E5A" w:rsidRPr="003E5DC8" w:rsidRDefault="00A43E5A" w:rsidP="00284A9D">
            <w:pPr>
              <w:pStyle w:val="TAC"/>
            </w:pPr>
            <w:r>
              <w:t>2</w:t>
            </w:r>
          </w:p>
        </w:tc>
        <w:tc>
          <w:tcPr>
            <w:tcW w:w="929" w:type="dxa"/>
            <w:tcBorders>
              <w:top w:val="nil"/>
              <w:left w:val="nil"/>
              <w:bottom w:val="single" w:sz="4" w:space="0" w:color="auto"/>
              <w:right w:val="single" w:sz="4" w:space="0" w:color="auto"/>
            </w:tcBorders>
            <w:shd w:val="clear" w:color="auto" w:fill="auto"/>
            <w:noWrap/>
          </w:tcPr>
          <w:p w14:paraId="08A5FD7B" w14:textId="77777777" w:rsidR="00A43E5A" w:rsidRPr="003E5DC8" w:rsidRDefault="00A43E5A" w:rsidP="00284A9D">
            <w:pPr>
              <w:pStyle w:val="TAC"/>
            </w:pPr>
            <w:r>
              <w:t>2</w:t>
            </w:r>
          </w:p>
        </w:tc>
        <w:tc>
          <w:tcPr>
            <w:tcW w:w="925" w:type="dxa"/>
            <w:tcBorders>
              <w:top w:val="nil"/>
              <w:left w:val="nil"/>
              <w:bottom w:val="single" w:sz="4" w:space="0" w:color="auto"/>
              <w:right w:val="single" w:sz="4" w:space="0" w:color="auto"/>
            </w:tcBorders>
            <w:shd w:val="clear" w:color="auto" w:fill="auto"/>
            <w:noWrap/>
          </w:tcPr>
          <w:p w14:paraId="62FA03C7" w14:textId="77777777" w:rsidR="00A43E5A" w:rsidRPr="003E5DC8" w:rsidRDefault="00A43E5A" w:rsidP="00284A9D">
            <w:pPr>
              <w:pStyle w:val="TAC"/>
            </w:pPr>
            <w:r>
              <w:t>23760</w:t>
            </w:r>
          </w:p>
        </w:tc>
        <w:tc>
          <w:tcPr>
            <w:tcW w:w="1127" w:type="dxa"/>
            <w:tcBorders>
              <w:top w:val="nil"/>
              <w:left w:val="nil"/>
              <w:bottom w:val="single" w:sz="4" w:space="0" w:color="auto"/>
              <w:right w:val="single" w:sz="4" w:space="0" w:color="auto"/>
            </w:tcBorders>
            <w:shd w:val="clear" w:color="auto" w:fill="auto"/>
            <w:noWrap/>
          </w:tcPr>
          <w:p w14:paraId="2C6FD24E" w14:textId="77777777" w:rsidR="00A43E5A" w:rsidRPr="003E5DC8" w:rsidRDefault="00A43E5A" w:rsidP="00284A9D">
            <w:pPr>
              <w:pStyle w:val="TAC"/>
            </w:pPr>
            <w:r>
              <w:t>11880</w:t>
            </w:r>
          </w:p>
        </w:tc>
      </w:tr>
      <w:tr w:rsidR="00A43E5A" w:rsidRPr="00835F44" w14:paraId="446718C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B42F7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68ED762" w14:textId="77777777" w:rsidR="00A43E5A" w:rsidRPr="00835F44" w:rsidRDefault="00A43E5A" w:rsidP="00284A9D">
            <w:pPr>
              <w:pStyle w:val="TAC"/>
            </w:pPr>
            <w:r w:rsidRPr="003E5DC8">
              <w:t>100</w:t>
            </w:r>
          </w:p>
        </w:tc>
        <w:tc>
          <w:tcPr>
            <w:tcW w:w="967" w:type="dxa"/>
            <w:tcBorders>
              <w:top w:val="nil"/>
              <w:left w:val="nil"/>
              <w:bottom w:val="single" w:sz="4" w:space="0" w:color="auto"/>
              <w:right w:val="single" w:sz="4" w:space="0" w:color="auto"/>
            </w:tcBorders>
            <w:shd w:val="clear" w:color="auto" w:fill="auto"/>
            <w:noWrap/>
            <w:hideMark/>
          </w:tcPr>
          <w:p w14:paraId="00E97F94"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8D0145B"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1A99465"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61AEA18C" w14:textId="77777777" w:rsidR="00A43E5A" w:rsidRPr="00835F44" w:rsidRDefault="00A43E5A" w:rsidP="00284A9D">
            <w:pPr>
              <w:pStyle w:val="TAC"/>
            </w:pPr>
            <w:r w:rsidRPr="003E5DC8">
              <w:t>5000</w:t>
            </w:r>
          </w:p>
        </w:tc>
        <w:tc>
          <w:tcPr>
            <w:tcW w:w="1057" w:type="dxa"/>
            <w:tcBorders>
              <w:top w:val="nil"/>
              <w:left w:val="nil"/>
              <w:bottom w:val="single" w:sz="4" w:space="0" w:color="auto"/>
              <w:right w:val="single" w:sz="4" w:space="0" w:color="auto"/>
            </w:tcBorders>
            <w:shd w:val="clear" w:color="auto" w:fill="auto"/>
            <w:noWrap/>
            <w:hideMark/>
          </w:tcPr>
          <w:p w14:paraId="0378588F"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3AEA215E"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30EEE90"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2EE2D4DE" w14:textId="77777777" w:rsidR="00A43E5A" w:rsidRPr="00835F44" w:rsidRDefault="00A43E5A" w:rsidP="00284A9D">
            <w:pPr>
              <w:pStyle w:val="TAC"/>
            </w:pPr>
            <w:r w:rsidRPr="003E5DC8">
              <w:t>26400</w:t>
            </w:r>
          </w:p>
        </w:tc>
        <w:tc>
          <w:tcPr>
            <w:tcW w:w="1127" w:type="dxa"/>
            <w:tcBorders>
              <w:top w:val="nil"/>
              <w:left w:val="nil"/>
              <w:bottom w:val="single" w:sz="4" w:space="0" w:color="auto"/>
              <w:right w:val="single" w:sz="4" w:space="0" w:color="auto"/>
            </w:tcBorders>
            <w:shd w:val="clear" w:color="auto" w:fill="auto"/>
            <w:noWrap/>
            <w:hideMark/>
          </w:tcPr>
          <w:p w14:paraId="4F0D1839" w14:textId="77777777" w:rsidR="00A43E5A" w:rsidRPr="00835F44" w:rsidRDefault="00A43E5A" w:rsidP="00284A9D">
            <w:pPr>
              <w:pStyle w:val="TAC"/>
            </w:pPr>
            <w:r w:rsidRPr="003E5DC8">
              <w:t>13200</w:t>
            </w:r>
          </w:p>
        </w:tc>
      </w:tr>
      <w:tr w:rsidR="00A43E5A" w:rsidRPr="00835F44" w14:paraId="706078BE"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22F3EFF"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990A444" w14:textId="77777777" w:rsidR="00A43E5A" w:rsidRPr="00835F44" w:rsidRDefault="00A43E5A" w:rsidP="00284A9D">
            <w:pPr>
              <w:pStyle w:val="TAC"/>
            </w:pPr>
            <w:r w:rsidRPr="003E5DC8">
              <w:t>108</w:t>
            </w:r>
          </w:p>
        </w:tc>
        <w:tc>
          <w:tcPr>
            <w:tcW w:w="967" w:type="dxa"/>
            <w:tcBorders>
              <w:top w:val="nil"/>
              <w:left w:val="nil"/>
              <w:bottom w:val="single" w:sz="4" w:space="0" w:color="auto"/>
              <w:right w:val="single" w:sz="4" w:space="0" w:color="auto"/>
            </w:tcBorders>
            <w:shd w:val="clear" w:color="auto" w:fill="auto"/>
            <w:noWrap/>
            <w:hideMark/>
          </w:tcPr>
          <w:p w14:paraId="2CFA8033"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2114E08C"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38F7214B"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7BC50A31" w14:textId="77777777" w:rsidR="00A43E5A" w:rsidRPr="00835F44" w:rsidRDefault="00A43E5A" w:rsidP="00284A9D">
            <w:pPr>
              <w:pStyle w:val="TAC"/>
            </w:pPr>
            <w:r w:rsidRPr="003E5DC8">
              <w:t>5384</w:t>
            </w:r>
          </w:p>
        </w:tc>
        <w:tc>
          <w:tcPr>
            <w:tcW w:w="1057" w:type="dxa"/>
            <w:tcBorders>
              <w:top w:val="nil"/>
              <w:left w:val="nil"/>
              <w:bottom w:val="single" w:sz="4" w:space="0" w:color="auto"/>
              <w:right w:val="single" w:sz="4" w:space="0" w:color="auto"/>
            </w:tcBorders>
            <w:shd w:val="clear" w:color="auto" w:fill="auto"/>
            <w:noWrap/>
            <w:hideMark/>
          </w:tcPr>
          <w:p w14:paraId="5124F2BC"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1180F6BC"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1B863502"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06AC55BD" w14:textId="77777777" w:rsidR="00A43E5A" w:rsidRPr="00835F44" w:rsidRDefault="00A43E5A" w:rsidP="00284A9D">
            <w:pPr>
              <w:pStyle w:val="TAC"/>
            </w:pPr>
            <w:r w:rsidRPr="003E5DC8">
              <w:t>28512</w:t>
            </w:r>
          </w:p>
        </w:tc>
        <w:tc>
          <w:tcPr>
            <w:tcW w:w="1127" w:type="dxa"/>
            <w:tcBorders>
              <w:top w:val="nil"/>
              <w:left w:val="nil"/>
              <w:bottom w:val="single" w:sz="4" w:space="0" w:color="auto"/>
              <w:right w:val="single" w:sz="4" w:space="0" w:color="auto"/>
            </w:tcBorders>
            <w:shd w:val="clear" w:color="auto" w:fill="auto"/>
            <w:noWrap/>
            <w:hideMark/>
          </w:tcPr>
          <w:p w14:paraId="1C61D621" w14:textId="77777777" w:rsidR="00A43E5A" w:rsidRPr="00835F44" w:rsidRDefault="00A43E5A" w:rsidP="00284A9D">
            <w:pPr>
              <w:pStyle w:val="TAC"/>
            </w:pPr>
            <w:r w:rsidRPr="003E5DC8">
              <w:t>14256</w:t>
            </w:r>
          </w:p>
        </w:tc>
      </w:tr>
      <w:tr w:rsidR="00A43E5A" w:rsidRPr="00835F44" w14:paraId="459DCA1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004F92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9D7F969" w14:textId="77777777" w:rsidR="00A43E5A" w:rsidRPr="00835F44" w:rsidRDefault="00A43E5A" w:rsidP="00284A9D">
            <w:pPr>
              <w:pStyle w:val="TAC"/>
            </w:pPr>
            <w:r w:rsidRPr="003E5DC8">
              <w:t>120</w:t>
            </w:r>
          </w:p>
        </w:tc>
        <w:tc>
          <w:tcPr>
            <w:tcW w:w="967" w:type="dxa"/>
            <w:tcBorders>
              <w:top w:val="nil"/>
              <w:left w:val="nil"/>
              <w:bottom w:val="single" w:sz="4" w:space="0" w:color="auto"/>
              <w:right w:val="single" w:sz="4" w:space="0" w:color="auto"/>
            </w:tcBorders>
            <w:shd w:val="clear" w:color="auto" w:fill="auto"/>
            <w:noWrap/>
            <w:hideMark/>
          </w:tcPr>
          <w:p w14:paraId="0D87DE41"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3066246D"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59904802"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0F274979" w14:textId="77777777" w:rsidR="00A43E5A" w:rsidRPr="00835F44" w:rsidRDefault="00A43E5A" w:rsidP="00284A9D">
            <w:pPr>
              <w:pStyle w:val="TAC"/>
            </w:pPr>
            <w:r w:rsidRPr="003E5DC8">
              <w:t>5896</w:t>
            </w:r>
          </w:p>
        </w:tc>
        <w:tc>
          <w:tcPr>
            <w:tcW w:w="1057" w:type="dxa"/>
            <w:tcBorders>
              <w:top w:val="nil"/>
              <w:left w:val="nil"/>
              <w:bottom w:val="single" w:sz="4" w:space="0" w:color="auto"/>
              <w:right w:val="single" w:sz="4" w:space="0" w:color="auto"/>
            </w:tcBorders>
            <w:shd w:val="clear" w:color="auto" w:fill="auto"/>
            <w:noWrap/>
            <w:hideMark/>
          </w:tcPr>
          <w:p w14:paraId="713A6B24"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692D2927"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0490BEB9"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3FF174DB" w14:textId="77777777" w:rsidR="00A43E5A" w:rsidRPr="00835F44" w:rsidRDefault="00A43E5A" w:rsidP="00284A9D">
            <w:pPr>
              <w:pStyle w:val="TAC"/>
            </w:pPr>
            <w:r w:rsidRPr="003E5DC8">
              <w:t>31680</w:t>
            </w:r>
          </w:p>
        </w:tc>
        <w:tc>
          <w:tcPr>
            <w:tcW w:w="1127" w:type="dxa"/>
            <w:tcBorders>
              <w:top w:val="nil"/>
              <w:left w:val="nil"/>
              <w:bottom w:val="single" w:sz="4" w:space="0" w:color="auto"/>
              <w:right w:val="single" w:sz="4" w:space="0" w:color="auto"/>
            </w:tcBorders>
            <w:shd w:val="clear" w:color="auto" w:fill="auto"/>
            <w:noWrap/>
            <w:hideMark/>
          </w:tcPr>
          <w:p w14:paraId="2D1CD17F" w14:textId="77777777" w:rsidR="00A43E5A" w:rsidRPr="00835F44" w:rsidRDefault="00A43E5A" w:rsidP="00284A9D">
            <w:pPr>
              <w:pStyle w:val="TAC"/>
            </w:pPr>
            <w:r w:rsidRPr="003E5DC8">
              <w:t>15840</w:t>
            </w:r>
          </w:p>
        </w:tc>
      </w:tr>
      <w:tr w:rsidR="00A43E5A" w:rsidRPr="00835F44" w14:paraId="4A109CAA"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15F46E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F2FBE45" w14:textId="77777777" w:rsidR="00A43E5A" w:rsidRPr="00835F44" w:rsidRDefault="00A43E5A" w:rsidP="00284A9D">
            <w:pPr>
              <w:pStyle w:val="TAC"/>
            </w:pPr>
            <w:r w:rsidRPr="003E5DC8">
              <w:t>128</w:t>
            </w:r>
          </w:p>
        </w:tc>
        <w:tc>
          <w:tcPr>
            <w:tcW w:w="967" w:type="dxa"/>
            <w:tcBorders>
              <w:top w:val="nil"/>
              <w:left w:val="nil"/>
              <w:bottom w:val="single" w:sz="4" w:space="0" w:color="auto"/>
              <w:right w:val="single" w:sz="4" w:space="0" w:color="auto"/>
            </w:tcBorders>
            <w:shd w:val="clear" w:color="auto" w:fill="auto"/>
            <w:noWrap/>
            <w:hideMark/>
          </w:tcPr>
          <w:p w14:paraId="75A3394D"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11DA2FD1"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7A692DAE"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300A545D" w14:textId="77777777" w:rsidR="00A43E5A" w:rsidRPr="00835F44" w:rsidRDefault="00A43E5A" w:rsidP="00284A9D">
            <w:pPr>
              <w:pStyle w:val="TAC"/>
            </w:pPr>
            <w:r w:rsidRPr="003E5DC8">
              <w:t>6408</w:t>
            </w:r>
          </w:p>
        </w:tc>
        <w:tc>
          <w:tcPr>
            <w:tcW w:w="1057" w:type="dxa"/>
            <w:tcBorders>
              <w:top w:val="nil"/>
              <w:left w:val="nil"/>
              <w:bottom w:val="single" w:sz="4" w:space="0" w:color="auto"/>
              <w:right w:val="single" w:sz="4" w:space="0" w:color="auto"/>
            </w:tcBorders>
            <w:shd w:val="clear" w:color="auto" w:fill="auto"/>
            <w:noWrap/>
            <w:hideMark/>
          </w:tcPr>
          <w:p w14:paraId="175339D9"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6EDEE6F0"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784E6C5C"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73A00A44" w14:textId="77777777" w:rsidR="00A43E5A" w:rsidRPr="00835F44" w:rsidRDefault="00A43E5A" w:rsidP="00284A9D">
            <w:pPr>
              <w:pStyle w:val="TAC"/>
            </w:pPr>
            <w:r w:rsidRPr="003E5DC8">
              <w:t>33792</w:t>
            </w:r>
          </w:p>
        </w:tc>
        <w:tc>
          <w:tcPr>
            <w:tcW w:w="1127" w:type="dxa"/>
            <w:tcBorders>
              <w:top w:val="nil"/>
              <w:left w:val="nil"/>
              <w:bottom w:val="single" w:sz="4" w:space="0" w:color="auto"/>
              <w:right w:val="single" w:sz="4" w:space="0" w:color="auto"/>
            </w:tcBorders>
            <w:shd w:val="clear" w:color="auto" w:fill="auto"/>
            <w:noWrap/>
            <w:hideMark/>
          </w:tcPr>
          <w:p w14:paraId="5DB6D4DA" w14:textId="77777777" w:rsidR="00A43E5A" w:rsidRPr="00835F44" w:rsidRDefault="00A43E5A" w:rsidP="00284A9D">
            <w:pPr>
              <w:pStyle w:val="TAC"/>
            </w:pPr>
            <w:r w:rsidRPr="003E5DC8">
              <w:t>16896</w:t>
            </w:r>
          </w:p>
        </w:tc>
      </w:tr>
      <w:tr w:rsidR="00A43E5A" w:rsidRPr="00835F44" w14:paraId="5A07E6C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570E0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8C3294A" w14:textId="77777777" w:rsidR="00A43E5A" w:rsidRPr="00835F44" w:rsidRDefault="00A43E5A" w:rsidP="00284A9D">
            <w:pPr>
              <w:pStyle w:val="TAC"/>
            </w:pPr>
            <w:r w:rsidRPr="003E5DC8">
              <w:t>135</w:t>
            </w:r>
          </w:p>
        </w:tc>
        <w:tc>
          <w:tcPr>
            <w:tcW w:w="967" w:type="dxa"/>
            <w:tcBorders>
              <w:top w:val="nil"/>
              <w:left w:val="nil"/>
              <w:bottom w:val="single" w:sz="4" w:space="0" w:color="auto"/>
              <w:right w:val="single" w:sz="4" w:space="0" w:color="auto"/>
            </w:tcBorders>
            <w:shd w:val="clear" w:color="auto" w:fill="auto"/>
            <w:noWrap/>
            <w:hideMark/>
          </w:tcPr>
          <w:p w14:paraId="721405F9"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053618AC"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075D31AA"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1D46FC8F" w14:textId="77777777" w:rsidR="00A43E5A" w:rsidRPr="00835F44" w:rsidRDefault="00A43E5A" w:rsidP="00284A9D">
            <w:pPr>
              <w:pStyle w:val="TAC"/>
            </w:pPr>
            <w:r w:rsidRPr="003E5DC8">
              <w:t>6664</w:t>
            </w:r>
          </w:p>
        </w:tc>
        <w:tc>
          <w:tcPr>
            <w:tcW w:w="1057" w:type="dxa"/>
            <w:tcBorders>
              <w:top w:val="nil"/>
              <w:left w:val="nil"/>
              <w:bottom w:val="single" w:sz="4" w:space="0" w:color="auto"/>
              <w:right w:val="single" w:sz="4" w:space="0" w:color="auto"/>
            </w:tcBorders>
            <w:shd w:val="clear" w:color="auto" w:fill="auto"/>
            <w:noWrap/>
            <w:hideMark/>
          </w:tcPr>
          <w:p w14:paraId="4753BD76"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72982497"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51C0B50F" w14:textId="77777777" w:rsidR="00A43E5A" w:rsidRPr="00835F44" w:rsidRDefault="00A43E5A" w:rsidP="00284A9D">
            <w:pPr>
              <w:pStyle w:val="TAC"/>
            </w:pPr>
            <w:r w:rsidRPr="003E5DC8">
              <w:t>2</w:t>
            </w:r>
          </w:p>
        </w:tc>
        <w:tc>
          <w:tcPr>
            <w:tcW w:w="925" w:type="dxa"/>
            <w:tcBorders>
              <w:top w:val="nil"/>
              <w:left w:val="nil"/>
              <w:bottom w:val="single" w:sz="4" w:space="0" w:color="auto"/>
              <w:right w:val="single" w:sz="4" w:space="0" w:color="auto"/>
            </w:tcBorders>
            <w:shd w:val="clear" w:color="auto" w:fill="auto"/>
            <w:noWrap/>
            <w:hideMark/>
          </w:tcPr>
          <w:p w14:paraId="68EED232" w14:textId="77777777" w:rsidR="00A43E5A" w:rsidRPr="00835F44" w:rsidRDefault="00A43E5A" w:rsidP="00284A9D">
            <w:pPr>
              <w:pStyle w:val="TAC"/>
            </w:pPr>
            <w:r w:rsidRPr="003E5DC8">
              <w:t>35640</w:t>
            </w:r>
          </w:p>
        </w:tc>
        <w:tc>
          <w:tcPr>
            <w:tcW w:w="1127" w:type="dxa"/>
            <w:tcBorders>
              <w:top w:val="nil"/>
              <w:left w:val="nil"/>
              <w:bottom w:val="single" w:sz="4" w:space="0" w:color="auto"/>
              <w:right w:val="single" w:sz="4" w:space="0" w:color="auto"/>
            </w:tcBorders>
            <w:shd w:val="clear" w:color="auto" w:fill="auto"/>
            <w:noWrap/>
            <w:hideMark/>
          </w:tcPr>
          <w:p w14:paraId="2D02A886" w14:textId="77777777" w:rsidR="00A43E5A" w:rsidRPr="00835F44" w:rsidRDefault="00A43E5A" w:rsidP="00284A9D">
            <w:pPr>
              <w:pStyle w:val="TAC"/>
            </w:pPr>
            <w:r w:rsidRPr="003E5DC8">
              <w:t>17820</w:t>
            </w:r>
          </w:p>
        </w:tc>
      </w:tr>
      <w:tr w:rsidR="00A43E5A" w:rsidRPr="00835F44" w14:paraId="06A250F3"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2D7925"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78D6F42" w14:textId="77777777" w:rsidR="00A43E5A" w:rsidRPr="00835F44" w:rsidRDefault="00A43E5A" w:rsidP="00284A9D">
            <w:pPr>
              <w:pStyle w:val="TAC"/>
            </w:pPr>
            <w:r w:rsidRPr="003E5DC8">
              <w:t>160</w:t>
            </w:r>
          </w:p>
        </w:tc>
        <w:tc>
          <w:tcPr>
            <w:tcW w:w="967" w:type="dxa"/>
            <w:tcBorders>
              <w:top w:val="nil"/>
              <w:left w:val="nil"/>
              <w:bottom w:val="single" w:sz="4" w:space="0" w:color="auto"/>
              <w:right w:val="single" w:sz="4" w:space="0" w:color="auto"/>
            </w:tcBorders>
            <w:shd w:val="clear" w:color="auto" w:fill="auto"/>
            <w:noWrap/>
            <w:hideMark/>
          </w:tcPr>
          <w:p w14:paraId="07F229B2" w14:textId="77777777" w:rsidR="00A43E5A" w:rsidRPr="00835F44" w:rsidRDefault="00A43E5A" w:rsidP="00284A9D">
            <w:pPr>
              <w:pStyle w:val="TAC"/>
            </w:pPr>
            <w:r w:rsidRPr="003E5DC8">
              <w:t>11</w:t>
            </w:r>
          </w:p>
        </w:tc>
        <w:tc>
          <w:tcPr>
            <w:tcW w:w="1176" w:type="dxa"/>
            <w:tcBorders>
              <w:top w:val="nil"/>
              <w:left w:val="nil"/>
              <w:bottom w:val="single" w:sz="4" w:space="0" w:color="auto"/>
              <w:right w:val="single" w:sz="4" w:space="0" w:color="auto"/>
            </w:tcBorders>
            <w:shd w:val="clear" w:color="auto" w:fill="auto"/>
            <w:noWrap/>
            <w:hideMark/>
          </w:tcPr>
          <w:p w14:paraId="703648BC" w14:textId="77777777" w:rsidR="00A43E5A" w:rsidRPr="00835F44" w:rsidRDefault="00A43E5A" w:rsidP="00284A9D">
            <w:pPr>
              <w:pStyle w:val="TAC"/>
            </w:pPr>
            <w:r w:rsidRPr="003E5DC8">
              <w:t>QPSK</w:t>
            </w:r>
          </w:p>
        </w:tc>
        <w:tc>
          <w:tcPr>
            <w:tcW w:w="890" w:type="dxa"/>
            <w:tcBorders>
              <w:top w:val="nil"/>
              <w:left w:val="nil"/>
              <w:bottom w:val="single" w:sz="4" w:space="0" w:color="auto"/>
              <w:right w:val="single" w:sz="4" w:space="0" w:color="auto"/>
            </w:tcBorders>
            <w:shd w:val="clear" w:color="auto" w:fill="auto"/>
            <w:noWrap/>
            <w:hideMark/>
          </w:tcPr>
          <w:p w14:paraId="6D91418A" w14:textId="77777777" w:rsidR="00A43E5A" w:rsidRPr="00835F44" w:rsidRDefault="00A43E5A" w:rsidP="00284A9D">
            <w:pPr>
              <w:pStyle w:val="TAC"/>
            </w:pPr>
            <w:r w:rsidRPr="003E5DC8">
              <w:t>2</w:t>
            </w:r>
          </w:p>
        </w:tc>
        <w:tc>
          <w:tcPr>
            <w:tcW w:w="926" w:type="dxa"/>
            <w:tcBorders>
              <w:top w:val="nil"/>
              <w:left w:val="nil"/>
              <w:bottom w:val="single" w:sz="4" w:space="0" w:color="auto"/>
              <w:right w:val="single" w:sz="4" w:space="0" w:color="auto"/>
            </w:tcBorders>
            <w:shd w:val="clear" w:color="auto" w:fill="auto"/>
            <w:noWrap/>
            <w:hideMark/>
          </w:tcPr>
          <w:p w14:paraId="788C450A" w14:textId="77777777" w:rsidR="00A43E5A" w:rsidRPr="00835F44" w:rsidRDefault="00A43E5A" w:rsidP="00284A9D">
            <w:pPr>
              <w:pStyle w:val="TAC"/>
            </w:pPr>
            <w:r w:rsidRPr="003E5DC8">
              <w:t>7944</w:t>
            </w:r>
          </w:p>
        </w:tc>
        <w:tc>
          <w:tcPr>
            <w:tcW w:w="1057" w:type="dxa"/>
            <w:tcBorders>
              <w:top w:val="nil"/>
              <w:left w:val="nil"/>
              <w:bottom w:val="single" w:sz="4" w:space="0" w:color="auto"/>
              <w:right w:val="single" w:sz="4" w:space="0" w:color="auto"/>
            </w:tcBorders>
            <w:shd w:val="clear" w:color="auto" w:fill="auto"/>
            <w:noWrap/>
            <w:hideMark/>
          </w:tcPr>
          <w:p w14:paraId="38417EDA" w14:textId="77777777" w:rsidR="00A43E5A" w:rsidRPr="00835F44" w:rsidRDefault="00A43E5A" w:rsidP="00284A9D">
            <w:pPr>
              <w:pStyle w:val="TAC"/>
            </w:pPr>
            <w:r w:rsidRPr="003E5DC8">
              <w:t>24</w:t>
            </w:r>
          </w:p>
        </w:tc>
        <w:tc>
          <w:tcPr>
            <w:tcW w:w="897" w:type="dxa"/>
            <w:tcBorders>
              <w:top w:val="nil"/>
              <w:left w:val="nil"/>
              <w:bottom w:val="single" w:sz="4" w:space="0" w:color="auto"/>
              <w:right w:val="single" w:sz="4" w:space="0" w:color="auto"/>
            </w:tcBorders>
            <w:shd w:val="clear" w:color="auto" w:fill="auto"/>
            <w:noWrap/>
            <w:hideMark/>
          </w:tcPr>
          <w:p w14:paraId="43AC5287" w14:textId="77777777" w:rsidR="00A43E5A" w:rsidRPr="00835F44" w:rsidRDefault="00A43E5A" w:rsidP="00284A9D">
            <w:pPr>
              <w:pStyle w:val="TAC"/>
            </w:pPr>
            <w:r w:rsidRPr="003E5DC8">
              <w:t>2</w:t>
            </w:r>
          </w:p>
        </w:tc>
        <w:tc>
          <w:tcPr>
            <w:tcW w:w="929" w:type="dxa"/>
            <w:tcBorders>
              <w:top w:val="nil"/>
              <w:left w:val="nil"/>
              <w:bottom w:val="single" w:sz="4" w:space="0" w:color="auto"/>
              <w:right w:val="single" w:sz="4" w:space="0" w:color="auto"/>
            </w:tcBorders>
            <w:shd w:val="clear" w:color="auto" w:fill="auto"/>
            <w:noWrap/>
            <w:hideMark/>
          </w:tcPr>
          <w:p w14:paraId="44E6DD02" w14:textId="77777777" w:rsidR="00A43E5A" w:rsidRPr="00835F44" w:rsidRDefault="00A43E5A" w:rsidP="00284A9D">
            <w:pPr>
              <w:pStyle w:val="TAC"/>
            </w:pPr>
            <w:r w:rsidRPr="003E5DC8">
              <w:t>3</w:t>
            </w:r>
          </w:p>
        </w:tc>
        <w:tc>
          <w:tcPr>
            <w:tcW w:w="925" w:type="dxa"/>
            <w:tcBorders>
              <w:top w:val="nil"/>
              <w:left w:val="nil"/>
              <w:bottom w:val="single" w:sz="4" w:space="0" w:color="auto"/>
              <w:right w:val="single" w:sz="4" w:space="0" w:color="auto"/>
            </w:tcBorders>
            <w:shd w:val="clear" w:color="auto" w:fill="auto"/>
            <w:noWrap/>
            <w:hideMark/>
          </w:tcPr>
          <w:p w14:paraId="67B97901" w14:textId="77777777" w:rsidR="00A43E5A" w:rsidRPr="00835F44" w:rsidRDefault="00A43E5A" w:rsidP="00284A9D">
            <w:pPr>
              <w:pStyle w:val="TAC"/>
            </w:pPr>
            <w:r w:rsidRPr="003E5DC8">
              <w:t>42240</w:t>
            </w:r>
          </w:p>
        </w:tc>
        <w:tc>
          <w:tcPr>
            <w:tcW w:w="1127" w:type="dxa"/>
            <w:tcBorders>
              <w:top w:val="nil"/>
              <w:left w:val="nil"/>
              <w:bottom w:val="single" w:sz="4" w:space="0" w:color="auto"/>
              <w:right w:val="single" w:sz="4" w:space="0" w:color="auto"/>
            </w:tcBorders>
            <w:shd w:val="clear" w:color="auto" w:fill="auto"/>
            <w:noWrap/>
            <w:hideMark/>
          </w:tcPr>
          <w:p w14:paraId="51640F0D" w14:textId="77777777" w:rsidR="00A43E5A" w:rsidRPr="00835F44" w:rsidRDefault="00A43E5A" w:rsidP="00284A9D">
            <w:pPr>
              <w:pStyle w:val="TAC"/>
            </w:pPr>
            <w:r w:rsidRPr="003E5DC8">
              <w:t>21120</w:t>
            </w:r>
          </w:p>
        </w:tc>
      </w:tr>
      <w:tr w:rsidR="00A43E5A" w:rsidRPr="00835F44" w14:paraId="3B2063BE"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82AFC"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0065BB93" w14:textId="77777777" w:rsidR="00A43E5A" w:rsidRPr="003E5DC8" w:rsidRDefault="00A43E5A" w:rsidP="00284A9D">
            <w:pPr>
              <w:pStyle w:val="TAC"/>
            </w:pPr>
            <w:r w:rsidRPr="00486449">
              <w:t>162</w:t>
            </w:r>
          </w:p>
        </w:tc>
        <w:tc>
          <w:tcPr>
            <w:tcW w:w="967" w:type="dxa"/>
            <w:tcBorders>
              <w:top w:val="single" w:sz="4" w:space="0" w:color="auto"/>
              <w:left w:val="nil"/>
              <w:bottom w:val="single" w:sz="4" w:space="0" w:color="auto"/>
              <w:right w:val="single" w:sz="4" w:space="0" w:color="auto"/>
            </w:tcBorders>
            <w:shd w:val="clear" w:color="auto" w:fill="auto"/>
            <w:noWrap/>
          </w:tcPr>
          <w:p w14:paraId="59D9A874" w14:textId="77777777" w:rsidR="00A43E5A" w:rsidRPr="003E5DC8" w:rsidRDefault="00A43E5A" w:rsidP="00284A9D">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0E2050DF" w14:textId="77777777" w:rsidR="00A43E5A" w:rsidRPr="003E5DC8" w:rsidRDefault="00A43E5A" w:rsidP="00284A9D">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08CB3E00" w14:textId="77777777" w:rsidR="00A43E5A" w:rsidRPr="003E5DC8" w:rsidRDefault="00A43E5A" w:rsidP="00284A9D">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7816484F" w14:textId="77777777" w:rsidR="00A43E5A" w:rsidRPr="003E5DC8" w:rsidRDefault="00A43E5A" w:rsidP="00284A9D">
            <w:pPr>
              <w:pStyle w:val="TAC"/>
            </w:pPr>
            <w:r w:rsidRPr="00486449">
              <w:t>8064</w:t>
            </w:r>
          </w:p>
        </w:tc>
        <w:tc>
          <w:tcPr>
            <w:tcW w:w="1057" w:type="dxa"/>
            <w:tcBorders>
              <w:top w:val="single" w:sz="4" w:space="0" w:color="auto"/>
              <w:left w:val="nil"/>
              <w:bottom w:val="single" w:sz="4" w:space="0" w:color="auto"/>
              <w:right w:val="single" w:sz="4" w:space="0" w:color="auto"/>
            </w:tcBorders>
            <w:shd w:val="clear" w:color="auto" w:fill="auto"/>
            <w:noWrap/>
          </w:tcPr>
          <w:p w14:paraId="09E0F564" w14:textId="77777777" w:rsidR="00A43E5A" w:rsidRPr="003E5DC8" w:rsidRDefault="00A43E5A" w:rsidP="00284A9D">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1632A604" w14:textId="77777777" w:rsidR="00A43E5A" w:rsidRPr="003E5DC8" w:rsidRDefault="00A43E5A" w:rsidP="00284A9D">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3017B322" w14:textId="77777777" w:rsidR="00A43E5A" w:rsidRPr="003E5DC8" w:rsidRDefault="00A43E5A" w:rsidP="00284A9D">
            <w:pPr>
              <w:pStyle w:val="TAC"/>
            </w:pPr>
            <w:r w:rsidRPr="00486449">
              <w:t>3</w:t>
            </w:r>
          </w:p>
        </w:tc>
        <w:tc>
          <w:tcPr>
            <w:tcW w:w="925" w:type="dxa"/>
            <w:tcBorders>
              <w:top w:val="single" w:sz="4" w:space="0" w:color="auto"/>
              <w:left w:val="nil"/>
              <w:bottom w:val="single" w:sz="4" w:space="0" w:color="auto"/>
              <w:right w:val="single" w:sz="4" w:space="0" w:color="auto"/>
            </w:tcBorders>
            <w:shd w:val="clear" w:color="auto" w:fill="auto"/>
            <w:noWrap/>
          </w:tcPr>
          <w:p w14:paraId="183FE45D" w14:textId="77777777" w:rsidR="00A43E5A" w:rsidRPr="003E5DC8" w:rsidRDefault="00A43E5A" w:rsidP="00284A9D">
            <w:pPr>
              <w:pStyle w:val="TAC"/>
            </w:pPr>
            <w:r w:rsidRPr="00486449">
              <w:t>42768</w:t>
            </w:r>
          </w:p>
        </w:tc>
        <w:tc>
          <w:tcPr>
            <w:tcW w:w="1127" w:type="dxa"/>
            <w:tcBorders>
              <w:top w:val="single" w:sz="4" w:space="0" w:color="auto"/>
              <w:left w:val="nil"/>
              <w:bottom w:val="single" w:sz="4" w:space="0" w:color="auto"/>
              <w:right w:val="single" w:sz="4" w:space="0" w:color="auto"/>
            </w:tcBorders>
            <w:shd w:val="clear" w:color="auto" w:fill="auto"/>
            <w:noWrap/>
          </w:tcPr>
          <w:p w14:paraId="6628826C" w14:textId="77777777" w:rsidR="00A43E5A" w:rsidRPr="003E5DC8" w:rsidRDefault="00A43E5A" w:rsidP="00284A9D">
            <w:pPr>
              <w:pStyle w:val="TAC"/>
            </w:pPr>
            <w:r w:rsidRPr="00486449">
              <w:t>21384</w:t>
            </w:r>
          </w:p>
        </w:tc>
      </w:tr>
      <w:tr w:rsidR="00A43E5A" w:rsidRPr="00835F44" w14:paraId="17BEA4CC"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F4930"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4DC7961F" w14:textId="77777777" w:rsidR="00A43E5A" w:rsidRPr="00486449" w:rsidRDefault="00A43E5A" w:rsidP="00284A9D">
            <w:pPr>
              <w:pStyle w:val="TAC"/>
            </w:pPr>
            <w:r>
              <w:t>180</w:t>
            </w:r>
          </w:p>
        </w:tc>
        <w:tc>
          <w:tcPr>
            <w:tcW w:w="967" w:type="dxa"/>
            <w:tcBorders>
              <w:top w:val="single" w:sz="4" w:space="0" w:color="auto"/>
              <w:left w:val="nil"/>
              <w:bottom w:val="single" w:sz="4" w:space="0" w:color="auto"/>
              <w:right w:val="single" w:sz="4" w:space="0" w:color="auto"/>
            </w:tcBorders>
            <w:shd w:val="clear" w:color="auto" w:fill="auto"/>
            <w:noWrap/>
          </w:tcPr>
          <w:p w14:paraId="7CD6FB60" w14:textId="77777777" w:rsidR="00A43E5A" w:rsidRPr="00486449" w:rsidRDefault="00A43E5A" w:rsidP="00284A9D">
            <w:pPr>
              <w:pStyle w:val="TAC"/>
            </w:pPr>
            <w:r>
              <w:t>11</w:t>
            </w:r>
          </w:p>
        </w:tc>
        <w:tc>
          <w:tcPr>
            <w:tcW w:w="1176" w:type="dxa"/>
            <w:tcBorders>
              <w:top w:val="single" w:sz="4" w:space="0" w:color="auto"/>
              <w:left w:val="nil"/>
              <w:bottom w:val="single" w:sz="4" w:space="0" w:color="auto"/>
              <w:right w:val="single" w:sz="4" w:space="0" w:color="auto"/>
            </w:tcBorders>
            <w:shd w:val="clear" w:color="auto" w:fill="auto"/>
            <w:noWrap/>
          </w:tcPr>
          <w:p w14:paraId="5E768317" w14:textId="77777777" w:rsidR="00A43E5A" w:rsidRPr="00486449" w:rsidRDefault="00A43E5A" w:rsidP="00284A9D">
            <w:pPr>
              <w:pStyle w:val="TAC"/>
            </w:pPr>
            <w:r>
              <w:t>QPSK</w:t>
            </w:r>
          </w:p>
        </w:tc>
        <w:tc>
          <w:tcPr>
            <w:tcW w:w="890" w:type="dxa"/>
            <w:tcBorders>
              <w:top w:val="single" w:sz="4" w:space="0" w:color="auto"/>
              <w:left w:val="nil"/>
              <w:bottom w:val="single" w:sz="4" w:space="0" w:color="auto"/>
              <w:right w:val="single" w:sz="4" w:space="0" w:color="auto"/>
            </w:tcBorders>
            <w:shd w:val="clear" w:color="auto" w:fill="auto"/>
            <w:noWrap/>
          </w:tcPr>
          <w:p w14:paraId="038FF4E2" w14:textId="77777777" w:rsidR="00A43E5A" w:rsidRPr="00486449" w:rsidRDefault="00A43E5A" w:rsidP="00284A9D">
            <w:pPr>
              <w:pStyle w:val="TAC"/>
            </w:pPr>
            <w:r>
              <w:t>2</w:t>
            </w:r>
          </w:p>
        </w:tc>
        <w:tc>
          <w:tcPr>
            <w:tcW w:w="926" w:type="dxa"/>
            <w:tcBorders>
              <w:top w:val="single" w:sz="4" w:space="0" w:color="auto"/>
              <w:left w:val="nil"/>
              <w:bottom w:val="single" w:sz="4" w:space="0" w:color="auto"/>
              <w:right w:val="single" w:sz="4" w:space="0" w:color="auto"/>
            </w:tcBorders>
            <w:shd w:val="clear" w:color="auto" w:fill="auto"/>
            <w:noWrap/>
          </w:tcPr>
          <w:p w14:paraId="44B22851" w14:textId="77777777" w:rsidR="00A43E5A" w:rsidRPr="00486449" w:rsidRDefault="00A43E5A" w:rsidP="00284A9D">
            <w:pPr>
              <w:pStyle w:val="TAC"/>
            </w:pPr>
            <w:r>
              <w:t>8976</w:t>
            </w:r>
          </w:p>
        </w:tc>
        <w:tc>
          <w:tcPr>
            <w:tcW w:w="1057" w:type="dxa"/>
            <w:tcBorders>
              <w:top w:val="single" w:sz="4" w:space="0" w:color="auto"/>
              <w:left w:val="nil"/>
              <w:bottom w:val="single" w:sz="4" w:space="0" w:color="auto"/>
              <w:right w:val="single" w:sz="4" w:space="0" w:color="auto"/>
            </w:tcBorders>
            <w:shd w:val="clear" w:color="auto" w:fill="auto"/>
            <w:noWrap/>
          </w:tcPr>
          <w:p w14:paraId="01C17755" w14:textId="77777777" w:rsidR="00A43E5A" w:rsidRPr="00486449" w:rsidRDefault="00A43E5A" w:rsidP="00284A9D">
            <w:pPr>
              <w:pStyle w:val="TAC"/>
            </w:pPr>
            <w:r>
              <w:t>24</w:t>
            </w:r>
          </w:p>
        </w:tc>
        <w:tc>
          <w:tcPr>
            <w:tcW w:w="897" w:type="dxa"/>
            <w:tcBorders>
              <w:top w:val="single" w:sz="4" w:space="0" w:color="auto"/>
              <w:left w:val="nil"/>
              <w:bottom w:val="single" w:sz="4" w:space="0" w:color="auto"/>
              <w:right w:val="single" w:sz="4" w:space="0" w:color="auto"/>
            </w:tcBorders>
            <w:shd w:val="clear" w:color="auto" w:fill="auto"/>
            <w:noWrap/>
          </w:tcPr>
          <w:p w14:paraId="760BAB6D" w14:textId="77777777" w:rsidR="00A43E5A" w:rsidRPr="00486449" w:rsidRDefault="00A43E5A" w:rsidP="00284A9D">
            <w:pPr>
              <w:pStyle w:val="TAC"/>
            </w:pPr>
            <w:r>
              <w:t>2</w:t>
            </w:r>
          </w:p>
        </w:tc>
        <w:tc>
          <w:tcPr>
            <w:tcW w:w="929" w:type="dxa"/>
            <w:tcBorders>
              <w:top w:val="single" w:sz="4" w:space="0" w:color="auto"/>
              <w:left w:val="nil"/>
              <w:bottom w:val="single" w:sz="4" w:space="0" w:color="auto"/>
              <w:right w:val="single" w:sz="4" w:space="0" w:color="auto"/>
            </w:tcBorders>
            <w:shd w:val="clear" w:color="auto" w:fill="auto"/>
            <w:noWrap/>
          </w:tcPr>
          <w:p w14:paraId="38BC739B" w14:textId="77777777" w:rsidR="00A43E5A" w:rsidRPr="00486449" w:rsidRDefault="00A43E5A" w:rsidP="00284A9D">
            <w:pPr>
              <w:pStyle w:val="TAC"/>
            </w:pPr>
            <w:r>
              <w:t>3</w:t>
            </w:r>
          </w:p>
        </w:tc>
        <w:tc>
          <w:tcPr>
            <w:tcW w:w="925" w:type="dxa"/>
            <w:tcBorders>
              <w:top w:val="single" w:sz="4" w:space="0" w:color="auto"/>
              <w:left w:val="nil"/>
              <w:bottom w:val="single" w:sz="4" w:space="0" w:color="auto"/>
              <w:right w:val="single" w:sz="4" w:space="0" w:color="auto"/>
            </w:tcBorders>
            <w:shd w:val="clear" w:color="auto" w:fill="auto"/>
            <w:noWrap/>
          </w:tcPr>
          <w:p w14:paraId="30ABC738" w14:textId="77777777" w:rsidR="00A43E5A" w:rsidRPr="00486449" w:rsidRDefault="00A43E5A" w:rsidP="00284A9D">
            <w:pPr>
              <w:pStyle w:val="TAC"/>
            </w:pPr>
            <w:r>
              <w:t>47520</w:t>
            </w:r>
          </w:p>
        </w:tc>
        <w:tc>
          <w:tcPr>
            <w:tcW w:w="1127" w:type="dxa"/>
            <w:tcBorders>
              <w:top w:val="single" w:sz="4" w:space="0" w:color="auto"/>
              <w:left w:val="nil"/>
              <w:bottom w:val="single" w:sz="4" w:space="0" w:color="auto"/>
              <w:right w:val="single" w:sz="4" w:space="0" w:color="auto"/>
            </w:tcBorders>
            <w:shd w:val="clear" w:color="auto" w:fill="auto"/>
            <w:noWrap/>
          </w:tcPr>
          <w:p w14:paraId="490674E1" w14:textId="77777777" w:rsidR="00A43E5A" w:rsidRPr="00486449" w:rsidRDefault="00A43E5A" w:rsidP="00284A9D">
            <w:pPr>
              <w:pStyle w:val="TAC"/>
            </w:pPr>
            <w:r>
              <w:t>23760</w:t>
            </w:r>
          </w:p>
        </w:tc>
      </w:tr>
      <w:tr w:rsidR="00A43E5A" w:rsidRPr="00835F44" w14:paraId="0B51D2D9"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C4DD69"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266EBA92" w14:textId="77777777" w:rsidR="00A43E5A" w:rsidRPr="003E5DC8" w:rsidRDefault="00A43E5A" w:rsidP="00284A9D">
            <w:pPr>
              <w:pStyle w:val="TAC"/>
            </w:pPr>
            <w:r w:rsidRPr="00486449">
              <w:t>216</w:t>
            </w:r>
          </w:p>
        </w:tc>
        <w:tc>
          <w:tcPr>
            <w:tcW w:w="967" w:type="dxa"/>
            <w:tcBorders>
              <w:top w:val="single" w:sz="4" w:space="0" w:color="auto"/>
              <w:left w:val="nil"/>
              <w:bottom w:val="single" w:sz="4" w:space="0" w:color="auto"/>
              <w:right w:val="single" w:sz="4" w:space="0" w:color="auto"/>
            </w:tcBorders>
            <w:shd w:val="clear" w:color="auto" w:fill="auto"/>
            <w:noWrap/>
          </w:tcPr>
          <w:p w14:paraId="00F83A13" w14:textId="77777777" w:rsidR="00A43E5A" w:rsidRPr="003E5DC8" w:rsidRDefault="00A43E5A" w:rsidP="00284A9D">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4DD8A5DF" w14:textId="77777777" w:rsidR="00A43E5A" w:rsidRPr="003E5DC8" w:rsidRDefault="00A43E5A" w:rsidP="00284A9D">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0B6033FB" w14:textId="77777777" w:rsidR="00A43E5A" w:rsidRPr="003E5DC8" w:rsidRDefault="00A43E5A" w:rsidP="00284A9D">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04B6EC91" w14:textId="77777777" w:rsidR="00A43E5A" w:rsidRPr="003E5DC8" w:rsidRDefault="00A43E5A" w:rsidP="00284A9D">
            <w:pPr>
              <w:pStyle w:val="TAC"/>
            </w:pPr>
            <w:r w:rsidRPr="00486449">
              <w:t>10752</w:t>
            </w:r>
          </w:p>
        </w:tc>
        <w:tc>
          <w:tcPr>
            <w:tcW w:w="1057" w:type="dxa"/>
            <w:tcBorders>
              <w:top w:val="single" w:sz="4" w:space="0" w:color="auto"/>
              <w:left w:val="nil"/>
              <w:bottom w:val="single" w:sz="4" w:space="0" w:color="auto"/>
              <w:right w:val="single" w:sz="4" w:space="0" w:color="auto"/>
            </w:tcBorders>
            <w:shd w:val="clear" w:color="auto" w:fill="auto"/>
            <w:noWrap/>
          </w:tcPr>
          <w:p w14:paraId="789E3BFB" w14:textId="77777777" w:rsidR="00A43E5A" w:rsidRPr="003E5DC8" w:rsidRDefault="00A43E5A" w:rsidP="00284A9D">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69700D0F" w14:textId="77777777" w:rsidR="00A43E5A" w:rsidRPr="003E5DC8" w:rsidRDefault="00A43E5A" w:rsidP="00284A9D">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0AB1E27A" w14:textId="77777777" w:rsidR="00A43E5A" w:rsidRPr="003E5DC8" w:rsidRDefault="00A43E5A" w:rsidP="00284A9D">
            <w:pPr>
              <w:pStyle w:val="TAC"/>
            </w:pPr>
            <w:r w:rsidRPr="00486449">
              <w:t>3</w:t>
            </w:r>
          </w:p>
        </w:tc>
        <w:tc>
          <w:tcPr>
            <w:tcW w:w="925" w:type="dxa"/>
            <w:tcBorders>
              <w:top w:val="single" w:sz="4" w:space="0" w:color="auto"/>
              <w:left w:val="nil"/>
              <w:bottom w:val="single" w:sz="4" w:space="0" w:color="auto"/>
              <w:right w:val="single" w:sz="4" w:space="0" w:color="auto"/>
            </w:tcBorders>
            <w:shd w:val="clear" w:color="auto" w:fill="auto"/>
            <w:noWrap/>
          </w:tcPr>
          <w:p w14:paraId="654A169E" w14:textId="77777777" w:rsidR="00A43E5A" w:rsidRPr="003E5DC8" w:rsidRDefault="00A43E5A" w:rsidP="00284A9D">
            <w:pPr>
              <w:pStyle w:val="TAC"/>
            </w:pPr>
            <w:r w:rsidRPr="00486449">
              <w:t>57024</w:t>
            </w:r>
          </w:p>
        </w:tc>
        <w:tc>
          <w:tcPr>
            <w:tcW w:w="1127" w:type="dxa"/>
            <w:tcBorders>
              <w:top w:val="single" w:sz="4" w:space="0" w:color="auto"/>
              <w:left w:val="nil"/>
              <w:bottom w:val="single" w:sz="4" w:space="0" w:color="auto"/>
              <w:right w:val="single" w:sz="4" w:space="0" w:color="auto"/>
            </w:tcBorders>
            <w:shd w:val="clear" w:color="auto" w:fill="auto"/>
            <w:noWrap/>
          </w:tcPr>
          <w:p w14:paraId="6652A35B" w14:textId="77777777" w:rsidR="00A43E5A" w:rsidRPr="003E5DC8" w:rsidRDefault="00A43E5A" w:rsidP="00284A9D">
            <w:pPr>
              <w:pStyle w:val="TAC"/>
            </w:pPr>
            <w:r w:rsidRPr="00486449">
              <w:t>28512</w:t>
            </w:r>
          </w:p>
        </w:tc>
      </w:tr>
      <w:tr w:rsidR="00A43E5A" w:rsidRPr="00835F44" w14:paraId="016920CF"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27AD0"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28FE6F4E" w14:textId="77777777" w:rsidR="00A43E5A" w:rsidRPr="003E5DC8" w:rsidRDefault="00A43E5A" w:rsidP="00284A9D">
            <w:pPr>
              <w:pStyle w:val="TAC"/>
            </w:pPr>
            <w:r w:rsidRPr="00486449">
              <w:t>243</w:t>
            </w:r>
          </w:p>
        </w:tc>
        <w:tc>
          <w:tcPr>
            <w:tcW w:w="967" w:type="dxa"/>
            <w:tcBorders>
              <w:top w:val="single" w:sz="4" w:space="0" w:color="auto"/>
              <w:left w:val="nil"/>
              <w:bottom w:val="single" w:sz="4" w:space="0" w:color="auto"/>
              <w:right w:val="single" w:sz="4" w:space="0" w:color="auto"/>
            </w:tcBorders>
            <w:shd w:val="clear" w:color="auto" w:fill="auto"/>
            <w:noWrap/>
          </w:tcPr>
          <w:p w14:paraId="4400D2D6" w14:textId="77777777" w:rsidR="00A43E5A" w:rsidRPr="003E5DC8" w:rsidRDefault="00A43E5A" w:rsidP="00284A9D">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6EA52ADD" w14:textId="77777777" w:rsidR="00A43E5A" w:rsidRPr="003E5DC8" w:rsidRDefault="00A43E5A" w:rsidP="00284A9D">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516A594B" w14:textId="77777777" w:rsidR="00A43E5A" w:rsidRPr="003E5DC8" w:rsidRDefault="00A43E5A" w:rsidP="00284A9D">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77F07992" w14:textId="77777777" w:rsidR="00A43E5A" w:rsidRPr="003E5DC8" w:rsidRDefault="00A43E5A" w:rsidP="00284A9D">
            <w:pPr>
              <w:pStyle w:val="TAC"/>
            </w:pPr>
            <w:r w:rsidRPr="00486449">
              <w:t>12040</w:t>
            </w:r>
          </w:p>
        </w:tc>
        <w:tc>
          <w:tcPr>
            <w:tcW w:w="1057" w:type="dxa"/>
            <w:tcBorders>
              <w:top w:val="single" w:sz="4" w:space="0" w:color="auto"/>
              <w:left w:val="nil"/>
              <w:bottom w:val="single" w:sz="4" w:space="0" w:color="auto"/>
              <w:right w:val="single" w:sz="4" w:space="0" w:color="auto"/>
            </w:tcBorders>
            <w:shd w:val="clear" w:color="auto" w:fill="auto"/>
            <w:noWrap/>
          </w:tcPr>
          <w:p w14:paraId="5F74C262" w14:textId="77777777" w:rsidR="00A43E5A" w:rsidRPr="003E5DC8" w:rsidRDefault="00A43E5A" w:rsidP="00284A9D">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1D521C9E" w14:textId="77777777" w:rsidR="00A43E5A" w:rsidRPr="003E5DC8" w:rsidRDefault="00A43E5A" w:rsidP="00284A9D">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7220AC44" w14:textId="77777777" w:rsidR="00A43E5A" w:rsidRPr="003E5DC8" w:rsidRDefault="00A43E5A" w:rsidP="00284A9D">
            <w:pPr>
              <w:pStyle w:val="TAC"/>
            </w:pPr>
            <w:r w:rsidRPr="00486449">
              <w:t>4</w:t>
            </w:r>
          </w:p>
        </w:tc>
        <w:tc>
          <w:tcPr>
            <w:tcW w:w="925" w:type="dxa"/>
            <w:tcBorders>
              <w:top w:val="single" w:sz="4" w:space="0" w:color="auto"/>
              <w:left w:val="nil"/>
              <w:bottom w:val="single" w:sz="4" w:space="0" w:color="auto"/>
              <w:right w:val="single" w:sz="4" w:space="0" w:color="auto"/>
            </w:tcBorders>
            <w:shd w:val="clear" w:color="auto" w:fill="auto"/>
            <w:noWrap/>
          </w:tcPr>
          <w:p w14:paraId="6A7DA8DB" w14:textId="77777777" w:rsidR="00A43E5A" w:rsidRPr="003E5DC8" w:rsidRDefault="00A43E5A" w:rsidP="00284A9D">
            <w:pPr>
              <w:pStyle w:val="TAC"/>
            </w:pPr>
            <w:r w:rsidRPr="00486449">
              <w:t>64152</w:t>
            </w:r>
          </w:p>
        </w:tc>
        <w:tc>
          <w:tcPr>
            <w:tcW w:w="1127" w:type="dxa"/>
            <w:tcBorders>
              <w:top w:val="single" w:sz="4" w:space="0" w:color="auto"/>
              <w:left w:val="nil"/>
              <w:bottom w:val="single" w:sz="4" w:space="0" w:color="auto"/>
              <w:right w:val="single" w:sz="4" w:space="0" w:color="auto"/>
            </w:tcBorders>
            <w:shd w:val="clear" w:color="auto" w:fill="auto"/>
            <w:noWrap/>
          </w:tcPr>
          <w:p w14:paraId="71C3D902" w14:textId="77777777" w:rsidR="00A43E5A" w:rsidRPr="003E5DC8" w:rsidRDefault="00A43E5A" w:rsidP="00284A9D">
            <w:pPr>
              <w:pStyle w:val="TAC"/>
            </w:pPr>
            <w:r w:rsidRPr="00486449">
              <w:t>32076</w:t>
            </w:r>
          </w:p>
        </w:tc>
      </w:tr>
      <w:tr w:rsidR="00A43E5A" w:rsidRPr="00835F44" w14:paraId="75E5C176"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C5B13"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tcPr>
          <w:p w14:paraId="0FDEB263" w14:textId="77777777" w:rsidR="00A43E5A" w:rsidRPr="003E5DC8" w:rsidRDefault="00A43E5A" w:rsidP="00284A9D">
            <w:pPr>
              <w:pStyle w:val="TAC"/>
            </w:pPr>
            <w:r w:rsidRPr="00486449">
              <w:t>270</w:t>
            </w:r>
          </w:p>
        </w:tc>
        <w:tc>
          <w:tcPr>
            <w:tcW w:w="967" w:type="dxa"/>
            <w:tcBorders>
              <w:top w:val="single" w:sz="4" w:space="0" w:color="auto"/>
              <w:left w:val="nil"/>
              <w:bottom w:val="single" w:sz="4" w:space="0" w:color="auto"/>
              <w:right w:val="single" w:sz="4" w:space="0" w:color="auto"/>
            </w:tcBorders>
            <w:shd w:val="clear" w:color="auto" w:fill="auto"/>
            <w:noWrap/>
          </w:tcPr>
          <w:p w14:paraId="6D6E2DAB" w14:textId="77777777" w:rsidR="00A43E5A" w:rsidRPr="003E5DC8" w:rsidRDefault="00A43E5A" w:rsidP="00284A9D">
            <w:pPr>
              <w:pStyle w:val="TAC"/>
            </w:pPr>
            <w:r w:rsidRPr="00486449">
              <w:t>11</w:t>
            </w:r>
          </w:p>
        </w:tc>
        <w:tc>
          <w:tcPr>
            <w:tcW w:w="1176" w:type="dxa"/>
            <w:tcBorders>
              <w:top w:val="single" w:sz="4" w:space="0" w:color="auto"/>
              <w:left w:val="nil"/>
              <w:bottom w:val="single" w:sz="4" w:space="0" w:color="auto"/>
              <w:right w:val="single" w:sz="4" w:space="0" w:color="auto"/>
            </w:tcBorders>
            <w:shd w:val="clear" w:color="auto" w:fill="auto"/>
            <w:noWrap/>
          </w:tcPr>
          <w:p w14:paraId="36DAF1AE" w14:textId="77777777" w:rsidR="00A43E5A" w:rsidRPr="003E5DC8" w:rsidRDefault="00A43E5A" w:rsidP="00284A9D">
            <w:pPr>
              <w:pStyle w:val="TAC"/>
            </w:pPr>
            <w:r w:rsidRPr="00486449">
              <w:t>QPSK</w:t>
            </w:r>
          </w:p>
        </w:tc>
        <w:tc>
          <w:tcPr>
            <w:tcW w:w="890" w:type="dxa"/>
            <w:tcBorders>
              <w:top w:val="single" w:sz="4" w:space="0" w:color="auto"/>
              <w:left w:val="nil"/>
              <w:bottom w:val="single" w:sz="4" w:space="0" w:color="auto"/>
              <w:right w:val="single" w:sz="4" w:space="0" w:color="auto"/>
            </w:tcBorders>
            <w:shd w:val="clear" w:color="auto" w:fill="auto"/>
            <w:noWrap/>
          </w:tcPr>
          <w:p w14:paraId="08768418" w14:textId="77777777" w:rsidR="00A43E5A" w:rsidRPr="003E5DC8" w:rsidRDefault="00A43E5A" w:rsidP="00284A9D">
            <w:pPr>
              <w:pStyle w:val="TAC"/>
            </w:pPr>
            <w:r w:rsidRPr="00486449">
              <w:t>2</w:t>
            </w:r>
          </w:p>
        </w:tc>
        <w:tc>
          <w:tcPr>
            <w:tcW w:w="926" w:type="dxa"/>
            <w:tcBorders>
              <w:top w:val="single" w:sz="4" w:space="0" w:color="auto"/>
              <w:left w:val="nil"/>
              <w:bottom w:val="single" w:sz="4" w:space="0" w:color="auto"/>
              <w:right w:val="single" w:sz="4" w:space="0" w:color="auto"/>
            </w:tcBorders>
            <w:shd w:val="clear" w:color="auto" w:fill="auto"/>
            <w:noWrap/>
          </w:tcPr>
          <w:p w14:paraId="45B64511" w14:textId="77777777" w:rsidR="00A43E5A" w:rsidRPr="003E5DC8" w:rsidRDefault="00A43E5A" w:rsidP="00284A9D">
            <w:pPr>
              <w:pStyle w:val="TAC"/>
            </w:pPr>
            <w:r w:rsidRPr="00486449">
              <w:t>13320</w:t>
            </w:r>
          </w:p>
        </w:tc>
        <w:tc>
          <w:tcPr>
            <w:tcW w:w="1057" w:type="dxa"/>
            <w:tcBorders>
              <w:top w:val="single" w:sz="4" w:space="0" w:color="auto"/>
              <w:left w:val="nil"/>
              <w:bottom w:val="single" w:sz="4" w:space="0" w:color="auto"/>
              <w:right w:val="single" w:sz="4" w:space="0" w:color="auto"/>
            </w:tcBorders>
            <w:shd w:val="clear" w:color="auto" w:fill="auto"/>
            <w:noWrap/>
          </w:tcPr>
          <w:p w14:paraId="7C84676D" w14:textId="77777777" w:rsidR="00A43E5A" w:rsidRPr="003E5DC8" w:rsidRDefault="00A43E5A" w:rsidP="00284A9D">
            <w:pPr>
              <w:pStyle w:val="TAC"/>
            </w:pPr>
            <w:r w:rsidRPr="00486449">
              <w:t>24</w:t>
            </w:r>
          </w:p>
        </w:tc>
        <w:tc>
          <w:tcPr>
            <w:tcW w:w="897" w:type="dxa"/>
            <w:tcBorders>
              <w:top w:val="single" w:sz="4" w:space="0" w:color="auto"/>
              <w:left w:val="nil"/>
              <w:bottom w:val="single" w:sz="4" w:space="0" w:color="auto"/>
              <w:right w:val="single" w:sz="4" w:space="0" w:color="auto"/>
            </w:tcBorders>
            <w:shd w:val="clear" w:color="auto" w:fill="auto"/>
            <w:noWrap/>
          </w:tcPr>
          <w:p w14:paraId="7E80C105" w14:textId="77777777" w:rsidR="00A43E5A" w:rsidRPr="003E5DC8" w:rsidRDefault="00A43E5A" w:rsidP="00284A9D">
            <w:pPr>
              <w:pStyle w:val="TAC"/>
            </w:pPr>
            <w:r w:rsidRPr="00486449">
              <w:t>2</w:t>
            </w:r>
          </w:p>
        </w:tc>
        <w:tc>
          <w:tcPr>
            <w:tcW w:w="929" w:type="dxa"/>
            <w:tcBorders>
              <w:top w:val="single" w:sz="4" w:space="0" w:color="auto"/>
              <w:left w:val="nil"/>
              <w:bottom w:val="single" w:sz="4" w:space="0" w:color="auto"/>
              <w:right w:val="single" w:sz="4" w:space="0" w:color="auto"/>
            </w:tcBorders>
            <w:shd w:val="clear" w:color="auto" w:fill="auto"/>
            <w:noWrap/>
          </w:tcPr>
          <w:p w14:paraId="2C79E9E8" w14:textId="77777777" w:rsidR="00A43E5A" w:rsidRPr="003E5DC8" w:rsidRDefault="00A43E5A" w:rsidP="00284A9D">
            <w:pPr>
              <w:pStyle w:val="TAC"/>
            </w:pPr>
            <w:r w:rsidRPr="00486449">
              <w:t>4</w:t>
            </w:r>
          </w:p>
        </w:tc>
        <w:tc>
          <w:tcPr>
            <w:tcW w:w="925" w:type="dxa"/>
            <w:tcBorders>
              <w:top w:val="single" w:sz="4" w:space="0" w:color="auto"/>
              <w:left w:val="nil"/>
              <w:bottom w:val="single" w:sz="4" w:space="0" w:color="auto"/>
              <w:right w:val="single" w:sz="4" w:space="0" w:color="auto"/>
            </w:tcBorders>
            <w:shd w:val="clear" w:color="auto" w:fill="auto"/>
            <w:noWrap/>
          </w:tcPr>
          <w:p w14:paraId="5C0F4451" w14:textId="77777777" w:rsidR="00A43E5A" w:rsidRPr="003E5DC8" w:rsidRDefault="00A43E5A" w:rsidP="00284A9D">
            <w:pPr>
              <w:pStyle w:val="TAC"/>
            </w:pPr>
            <w:r w:rsidRPr="00486449">
              <w:t>71280</w:t>
            </w:r>
          </w:p>
        </w:tc>
        <w:tc>
          <w:tcPr>
            <w:tcW w:w="1127" w:type="dxa"/>
            <w:tcBorders>
              <w:top w:val="single" w:sz="4" w:space="0" w:color="auto"/>
              <w:left w:val="nil"/>
              <w:bottom w:val="single" w:sz="4" w:space="0" w:color="auto"/>
              <w:right w:val="single" w:sz="4" w:space="0" w:color="auto"/>
            </w:tcBorders>
            <w:shd w:val="clear" w:color="auto" w:fill="auto"/>
            <w:noWrap/>
          </w:tcPr>
          <w:p w14:paraId="50BCCBDD" w14:textId="77777777" w:rsidR="00A43E5A" w:rsidRPr="003E5DC8" w:rsidRDefault="00A43E5A" w:rsidP="00284A9D">
            <w:pPr>
              <w:pStyle w:val="TAC"/>
            </w:pPr>
            <w:r w:rsidRPr="00486449">
              <w:t>35640</w:t>
            </w:r>
          </w:p>
        </w:tc>
      </w:tr>
      <w:tr w:rsidR="00A43E5A" w:rsidRPr="00835F44" w14:paraId="54620EB8" w14:textId="77777777" w:rsidTr="00284A9D">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0A3BC674" w14:textId="77777777" w:rsidR="00A43E5A" w:rsidRPr="00835F44" w:rsidRDefault="00A43E5A" w:rsidP="00284A9D">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323909E9" w14:textId="77777777" w:rsidR="00A43E5A" w:rsidRPr="00835F44" w:rsidRDefault="00A43E5A" w:rsidP="00284A9D">
            <w:pPr>
              <w:pStyle w:val="TAN"/>
            </w:pPr>
            <w:r w:rsidRPr="00835F44">
              <w:t>NOTE 2:</w:t>
            </w:r>
            <w:r w:rsidRPr="00835F44">
              <w:tab/>
              <w:t>MCS Index is based on MCS table 6.1.4.1-1 defined in TS 38.214 [10].</w:t>
            </w:r>
          </w:p>
          <w:p w14:paraId="513E0B35" w14:textId="77777777" w:rsidR="00A43E5A" w:rsidRDefault="00A43E5A" w:rsidP="00284A9D">
            <w:pPr>
              <w:pStyle w:val="TAN"/>
            </w:pPr>
            <w:r w:rsidRPr="00835F44">
              <w:t>NOTE 3:</w:t>
            </w:r>
            <w:r w:rsidRPr="00835F44">
              <w:tab/>
              <w:t>If more than one Code Block is present, an additional CRC sequence of L = 24 Bits is attached to each Code Block (otherwise L = 0 Bit)</w:t>
            </w:r>
          </w:p>
          <w:p w14:paraId="5440C8BE" w14:textId="77777777" w:rsidR="00A43E5A" w:rsidRPr="001F4A8E" w:rsidRDefault="00A43E5A" w:rsidP="00284A9D">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50DB7FAF" w14:textId="77777777" w:rsidR="00A43E5A" w:rsidRPr="001C0CC4" w:rsidRDefault="00A43E5A" w:rsidP="00A43E5A"/>
    <w:p w14:paraId="0FBE4A6C" w14:textId="69CC75AD" w:rsidR="00A43E5A" w:rsidRPr="001C0CC4" w:rsidRDefault="00A43E5A" w:rsidP="00A43E5A">
      <w:pPr>
        <w:pStyle w:val="TH"/>
      </w:pPr>
      <w:r w:rsidRPr="001C0CC4">
        <w:t xml:space="preserve">Table A.2.2.2-2: </w:t>
      </w:r>
      <w:r>
        <w:t>Void</w:t>
      </w:r>
    </w:p>
    <w:p w14:paraId="1A7191D8" w14:textId="3B2F91E7" w:rsidR="00A43E5A" w:rsidRPr="001C0CC4" w:rsidRDefault="00A43E5A" w:rsidP="00A43E5A">
      <w:pPr>
        <w:pStyle w:val="TH"/>
      </w:pPr>
      <w:r w:rsidRPr="001C0CC4">
        <w:t xml:space="preserve">Table A.2.2.2-3: </w:t>
      </w:r>
      <w:r>
        <w:t>Void</w:t>
      </w:r>
    </w:p>
    <w:p w14:paraId="0769FD86" w14:textId="77777777" w:rsidR="00A43E5A" w:rsidRPr="001C0CC4" w:rsidRDefault="00A43E5A" w:rsidP="00A43E5A"/>
    <w:p w14:paraId="082FB129" w14:textId="77777777" w:rsidR="00A43E5A" w:rsidRPr="001C0CC4" w:rsidRDefault="00A43E5A" w:rsidP="004A5871">
      <w:pPr>
        <w:pStyle w:val="Heading3"/>
        <w:pageBreakBefore/>
        <w:rPr>
          <w:snapToGrid w:val="0"/>
        </w:rPr>
      </w:pPr>
      <w:bookmarkStart w:id="127" w:name="_Toc21344522"/>
      <w:bookmarkStart w:id="128" w:name="_Toc29802010"/>
      <w:bookmarkStart w:id="129" w:name="_Toc29802434"/>
      <w:bookmarkStart w:id="130" w:name="_Toc29803059"/>
      <w:bookmarkStart w:id="131" w:name="_Toc36107801"/>
      <w:bookmarkStart w:id="132" w:name="_Toc37251575"/>
      <w:bookmarkStart w:id="133" w:name="_Toc45888514"/>
      <w:bookmarkStart w:id="134" w:name="_Toc45889113"/>
      <w:bookmarkStart w:id="135" w:name="_Toc59650486"/>
      <w:bookmarkStart w:id="136" w:name="_Toc61357758"/>
      <w:bookmarkStart w:id="137" w:name="_Toc61359532"/>
      <w:bookmarkStart w:id="138" w:name="_Toc67916472"/>
      <w:bookmarkStart w:id="139" w:name="_Toc75534018"/>
      <w:bookmarkStart w:id="140" w:name="_Toc75819904"/>
      <w:bookmarkStart w:id="141" w:name="_Toc76508748"/>
      <w:bookmarkStart w:id="142" w:name="_Toc76717698"/>
      <w:bookmarkStart w:id="143" w:name="_Toc83294339"/>
      <w:bookmarkStart w:id="144" w:name="_Toc84335378"/>
      <w:r w:rsidRPr="001C0CC4">
        <w:rPr>
          <w:snapToGrid w:val="0"/>
        </w:rPr>
        <w:lastRenderedPageBreak/>
        <w:t>A.2.2.3</w:t>
      </w:r>
      <w:r w:rsidRPr="001C0CC4">
        <w:rPr>
          <w:snapToGrid w:val="0"/>
        </w:rPr>
        <w:tab/>
        <w:t>DFT-s-OFDM 16QAM</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28AC1D34" w14:textId="749036D4" w:rsidR="00A43E5A" w:rsidRPr="001C0CC4" w:rsidRDefault="00A43E5A" w:rsidP="00A43E5A">
      <w:pPr>
        <w:pStyle w:val="TH"/>
      </w:pPr>
      <w:r w:rsidRPr="001C0CC4">
        <w:t>Table A.2.2.3-1: Reference Channels for DFT-s-OFDM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A43E5A" w:rsidRPr="00835F44" w14:paraId="414D805F"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FB2084F" w14:textId="77777777" w:rsidR="00A43E5A" w:rsidRPr="00835F44" w:rsidRDefault="00A43E5A" w:rsidP="00284A9D">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4BF598D6" w14:textId="77777777" w:rsidR="00A43E5A" w:rsidRPr="001F4A8E" w:rsidRDefault="00A43E5A" w:rsidP="00284A9D">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27F5374A" w14:textId="77777777" w:rsidR="00A43E5A" w:rsidRPr="00835F44" w:rsidRDefault="00A43E5A" w:rsidP="00284A9D">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0556DACB" w14:textId="77777777" w:rsidR="00A43E5A" w:rsidRPr="00835F44" w:rsidRDefault="00A43E5A" w:rsidP="00284A9D">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7014471B" w14:textId="77777777" w:rsidR="00A43E5A" w:rsidRPr="00835F44" w:rsidRDefault="00A43E5A" w:rsidP="00284A9D">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54F8BAD6" w14:textId="77777777" w:rsidR="00A43E5A" w:rsidRPr="00835F44" w:rsidRDefault="00A43E5A" w:rsidP="00284A9D">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5249076" w14:textId="77777777" w:rsidR="00A43E5A" w:rsidRPr="00835F44" w:rsidRDefault="00A43E5A" w:rsidP="00284A9D">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46C6EE36" w14:textId="77777777" w:rsidR="00A43E5A" w:rsidRPr="00835F44" w:rsidRDefault="00A43E5A" w:rsidP="00284A9D">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58AD644F" w14:textId="77777777" w:rsidR="00A43E5A" w:rsidRPr="00835F44" w:rsidRDefault="00A43E5A" w:rsidP="00284A9D">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EEE0A9C" w14:textId="77777777" w:rsidR="00A43E5A" w:rsidRPr="00835F44" w:rsidRDefault="00A43E5A" w:rsidP="00284A9D">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D19C954" w14:textId="77777777" w:rsidR="00A43E5A" w:rsidRPr="00835F44" w:rsidRDefault="00A43E5A" w:rsidP="00284A9D">
            <w:pPr>
              <w:pStyle w:val="TAH"/>
            </w:pPr>
            <w:r w:rsidRPr="00835F44">
              <w:t>Total modulated symbols per slot</w:t>
            </w:r>
          </w:p>
        </w:tc>
      </w:tr>
      <w:tr w:rsidR="00A43E5A" w:rsidRPr="00835F44" w14:paraId="1CCD42C0"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4282B8" w14:textId="77777777" w:rsidR="00A43E5A" w:rsidRPr="00835F44" w:rsidRDefault="00A43E5A" w:rsidP="00284A9D">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739DAE3F" w14:textId="77777777" w:rsidR="00A43E5A" w:rsidRPr="00835F44" w:rsidRDefault="00A43E5A" w:rsidP="00284A9D">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332AC30" w14:textId="77777777" w:rsidR="00A43E5A" w:rsidRPr="00835F44" w:rsidRDefault="00A43E5A" w:rsidP="00284A9D">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4A04664F" w14:textId="77777777" w:rsidR="00A43E5A" w:rsidRPr="00835F44" w:rsidRDefault="00A43E5A" w:rsidP="00284A9D">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25D5B95F" w14:textId="77777777" w:rsidR="00A43E5A" w:rsidRPr="00835F44" w:rsidRDefault="00A43E5A" w:rsidP="00284A9D">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33545BC" w14:textId="77777777" w:rsidR="00A43E5A" w:rsidRPr="00835F44" w:rsidRDefault="00A43E5A" w:rsidP="00284A9D">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7DC0F710" w14:textId="77777777" w:rsidR="00A43E5A" w:rsidRPr="00835F44" w:rsidRDefault="00A43E5A" w:rsidP="00284A9D">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6ED322BC" w14:textId="77777777" w:rsidR="00A43E5A" w:rsidRPr="00835F44" w:rsidRDefault="00A43E5A" w:rsidP="00284A9D">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34E8854D" w14:textId="77777777" w:rsidR="00A43E5A" w:rsidRPr="00835F44" w:rsidRDefault="00A43E5A" w:rsidP="00284A9D">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574EB051" w14:textId="77777777" w:rsidR="00A43E5A" w:rsidRPr="00835F44" w:rsidRDefault="00A43E5A" w:rsidP="00284A9D">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00CEE900" w14:textId="77777777" w:rsidR="00A43E5A" w:rsidRPr="00835F44" w:rsidRDefault="00A43E5A" w:rsidP="00284A9D">
            <w:pPr>
              <w:pStyle w:val="TAH"/>
            </w:pPr>
            <w:r w:rsidRPr="00835F44">
              <w:t> </w:t>
            </w:r>
          </w:p>
        </w:tc>
      </w:tr>
      <w:tr w:rsidR="00A43E5A" w:rsidRPr="00835F44" w14:paraId="450A88E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867780"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6A32DE0" w14:textId="77777777" w:rsidR="00A43E5A" w:rsidRPr="00835F44" w:rsidRDefault="00A43E5A" w:rsidP="00284A9D">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3D23A754"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BD72583"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7C6C23F"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F16B272" w14:textId="77777777" w:rsidR="00A43E5A" w:rsidRPr="00835F44" w:rsidRDefault="00A43E5A" w:rsidP="00284A9D">
            <w:pPr>
              <w:pStyle w:val="TAC"/>
            </w:pPr>
            <w:r>
              <w:rPr>
                <w:rFonts w:cs="Arial"/>
                <w:color w:val="000000"/>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74C884CB"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B9B6797"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3E1F1D6"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E075A63" w14:textId="77777777" w:rsidR="00A43E5A" w:rsidRPr="00835F44" w:rsidRDefault="00A43E5A" w:rsidP="00284A9D">
            <w:pPr>
              <w:pStyle w:val="TAC"/>
            </w:pPr>
            <w:r>
              <w:rPr>
                <w:rFonts w:cs="Arial"/>
                <w:color w:val="000000"/>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6B2351EB" w14:textId="77777777" w:rsidR="00A43E5A" w:rsidRPr="00835F44" w:rsidRDefault="00A43E5A" w:rsidP="00284A9D">
            <w:pPr>
              <w:pStyle w:val="TAC"/>
            </w:pPr>
            <w:r>
              <w:rPr>
                <w:rFonts w:cs="Arial"/>
                <w:color w:val="000000"/>
                <w:szCs w:val="18"/>
              </w:rPr>
              <w:t>132</w:t>
            </w:r>
          </w:p>
        </w:tc>
      </w:tr>
      <w:tr w:rsidR="00A43E5A" w:rsidRPr="00835F44" w14:paraId="2C18A6C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033BCF2"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BE46962" w14:textId="77777777" w:rsidR="00A43E5A" w:rsidRPr="00835F44" w:rsidRDefault="00A43E5A" w:rsidP="00284A9D">
            <w:pPr>
              <w:pStyle w:val="TAC"/>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hideMark/>
          </w:tcPr>
          <w:p w14:paraId="24AB836F"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2DE00F4"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9D7835A"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BD7176B" w14:textId="77777777" w:rsidR="00A43E5A" w:rsidRPr="00835F44" w:rsidRDefault="00A43E5A" w:rsidP="00284A9D">
            <w:pPr>
              <w:pStyle w:val="TAC"/>
            </w:pPr>
            <w:r>
              <w:rPr>
                <w:rFonts w:cs="Arial"/>
                <w:color w:val="000000"/>
                <w:szCs w:val="18"/>
              </w:rPr>
              <w:t>888</w:t>
            </w:r>
          </w:p>
        </w:tc>
        <w:tc>
          <w:tcPr>
            <w:tcW w:w="1057" w:type="dxa"/>
            <w:tcBorders>
              <w:top w:val="nil"/>
              <w:left w:val="nil"/>
              <w:bottom w:val="single" w:sz="4" w:space="0" w:color="auto"/>
              <w:right w:val="single" w:sz="4" w:space="0" w:color="auto"/>
            </w:tcBorders>
            <w:shd w:val="clear" w:color="auto" w:fill="auto"/>
            <w:noWrap/>
            <w:vAlign w:val="center"/>
            <w:hideMark/>
          </w:tcPr>
          <w:p w14:paraId="65AA4A4C"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0F12B10"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F0DDC67"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1CD4238" w14:textId="77777777" w:rsidR="00A43E5A" w:rsidRPr="00835F44" w:rsidRDefault="00A43E5A" w:rsidP="00284A9D">
            <w:pPr>
              <w:pStyle w:val="TAC"/>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hideMark/>
          </w:tcPr>
          <w:p w14:paraId="1A724047" w14:textId="77777777" w:rsidR="00A43E5A" w:rsidRPr="00835F44" w:rsidRDefault="00A43E5A" w:rsidP="00284A9D">
            <w:pPr>
              <w:pStyle w:val="TAC"/>
            </w:pPr>
            <w:r>
              <w:rPr>
                <w:rFonts w:cs="Arial"/>
                <w:color w:val="000000"/>
                <w:szCs w:val="18"/>
              </w:rPr>
              <w:t>660</w:t>
            </w:r>
          </w:p>
        </w:tc>
      </w:tr>
      <w:tr w:rsidR="00A43E5A" w:rsidRPr="00835F44" w14:paraId="01AA0F0C"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8C308F8"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D3BE26A" w14:textId="77777777" w:rsidR="00A43E5A" w:rsidRPr="00835F44" w:rsidRDefault="00A43E5A" w:rsidP="00284A9D">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7D69F1EB"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472B67C"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FCFA577"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C0B87B7" w14:textId="77777777" w:rsidR="00A43E5A" w:rsidRPr="00835F44" w:rsidRDefault="00A43E5A" w:rsidP="00284A9D">
            <w:pPr>
              <w:pStyle w:val="TAC"/>
            </w:pPr>
            <w:r>
              <w:rPr>
                <w:rFonts w:cs="Arial"/>
                <w:color w:val="000000"/>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61626E3D"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82C169E"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E6C79EC"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28E3A5C" w14:textId="77777777" w:rsidR="00A43E5A" w:rsidRPr="00835F44" w:rsidRDefault="00A43E5A" w:rsidP="00284A9D">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3561BD5B" w14:textId="77777777" w:rsidR="00A43E5A" w:rsidRPr="00835F44" w:rsidRDefault="00A43E5A" w:rsidP="00284A9D">
            <w:pPr>
              <w:pStyle w:val="TAC"/>
            </w:pPr>
            <w:r>
              <w:rPr>
                <w:rFonts w:cs="Arial"/>
                <w:color w:val="000000"/>
                <w:szCs w:val="18"/>
              </w:rPr>
              <w:t>1188</w:t>
            </w:r>
          </w:p>
        </w:tc>
      </w:tr>
      <w:tr w:rsidR="00A43E5A" w:rsidRPr="00835F44" w14:paraId="7804D46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41001AB"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51CF3D0" w14:textId="77777777" w:rsidR="00A43E5A" w:rsidRPr="00835F44" w:rsidRDefault="00A43E5A" w:rsidP="00284A9D">
            <w:pPr>
              <w:pStyle w:val="TAC"/>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62C226C9"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D56DE03"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88FEFA2"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4E8EBD2" w14:textId="77777777" w:rsidR="00A43E5A" w:rsidRPr="00835F44" w:rsidRDefault="00A43E5A" w:rsidP="00284A9D">
            <w:pPr>
              <w:pStyle w:val="TAC"/>
            </w:pPr>
            <w:r>
              <w:rPr>
                <w:rFonts w:cs="Arial"/>
                <w:color w:val="000000"/>
                <w:szCs w:val="18"/>
              </w:rPr>
              <w:t>1800</w:t>
            </w:r>
          </w:p>
        </w:tc>
        <w:tc>
          <w:tcPr>
            <w:tcW w:w="1057" w:type="dxa"/>
            <w:tcBorders>
              <w:top w:val="nil"/>
              <w:left w:val="nil"/>
              <w:bottom w:val="single" w:sz="4" w:space="0" w:color="auto"/>
              <w:right w:val="single" w:sz="4" w:space="0" w:color="auto"/>
            </w:tcBorders>
            <w:shd w:val="clear" w:color="auto" w:fill="auto"/>
            <w:noWrap/>
            <w:vAlign w:val="center"/>
            <w:hideMark/>
          </w:tcPr>
          <w:p w14:paraId="56ABCC8D"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7D32154"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9B260C5"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B372374" w14:textId="77777777" w:rsidR="00A43E5A" w:rsidRPr="00835F44" w:rsidRDefault="00A43E5A" w:rsidP="00284A9D">
            <w:pPr>
              <w:pStyle w:val="TAC"/>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hideMark/>
          </w:tcPr>
          <w:p w14:paraId="3D581AB1" w14:textId="77777777" w:rsidR="00A43E5A" w:rsidRPr="00835F44" w:rsidRDefault="00A43E5A" w:rsidP="00284A9D">
            <w:pPr>
              <w:pStyle w:val="TAC"/>
            </w:pPr>
            <w:r>
              <w:rPr>
                <w:rFonts w:cs="Arial"/>
                <w:color w:val="000000"/>
                <w:szCs w:val="18"/>
              </w:rPr>
              <w:t>1320</w:t>
            </w:r>
          </w:p>
        </w:tc>
      </w:tr>
      <w:tr w:rsidR="00A43E5A" w:rsidRPr="00835F44" w14:paraId="47A5B5F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54BCD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9DE87DD" w14:textId="77777777" w:rsidR="00A43E5A" w:rsidRPr="00835F44" w:rsidRDefault="00A43E5A" w:rsidP="00284A9D">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390EDC76"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A2C7708"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6DF316A"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B77A29A" w14:textId="77777777" w:rsidR="00A43E5A" w:rsidRPr="00835F44" w:rsidRDefault="00A43E5A" w:rsidP="00284A9D">
            <w:pPr>
              <w:pStyle w:val="TAC"/>
            </w:pPr>
            <w:r>
              <w:rPr>
                <w:rFonts w:cs="Arial"/>
                <w:color w:val="000000"/>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57A5A16C"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82E7DE9"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AA106AB"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E89C2B6" w14:textId="77777777" w:rsidR="00A43E5A" w:rsidRPr="00835F44" w:rsidRDefault="00A43E5A" w:rsidP="00284A9D">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55FF8BDE" w14:textId="77777777" w:rsidR="00A43E5A" w:rsidRPr="00835F44" w:rsidRDefault="00A43E5A" w:rsidP="00284A9D">
            <w:pPr>
              <w:pStyle w:val="TAC"/>
            </w:pPr>
            <w:r>
              <w:rPr>
                <w:rFonts w:cs="Arial"/>
                <w:color w:val="000000"/>
                <w:szCs w:val="18"/>
              </w:rPr>
              <w:t>1584</w:t>
            </w:r>
          </w:p>
        </w:tc>
      </w:tr>
      <w:tr w:rsidR="00A43E5A" w:rsidRPr="00835F44" w14:paraId="57C5F8D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438BCB"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956BF44" w14:textId="77777777" w:rsidR="00A43E5A" w:rsidRPr="00835F44" w:rsidRDefault="00A43E5A" w:rsidP="00284A9D">
            <w:pPr>
              <w:pStyle w:val="TAC"/>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hideMark/>
          </w:tcPr>
          <w:p w14:paraId="7FF46958"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E7A4669"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3EC0449"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06D2BB3" w14:textId="77777777" w:rsidR="00A43E5A" w:rsidRPr="00835F44" w:rsidRDefault="00A43E5A" w:rsidP="00284A9D">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5732614B"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2CB7055"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1A150E9"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4A9C0ED" w14:textId="77777777" w:rsidR="00A43E5A" w:rsidRPr="00835F44" w:rsidRDefault="00A43E5A" w:rsidP="00284A9D">
            <w:pPr>
              <w:pStyle w:val="TAC"/>
            </w:pPr>
            <w:r>
              <w:rPr>
                <w:rFonts w:cs="Arial"/>
                <w:color w:val="000000"/>
                <w:szCs w:val="18"/>
              </w:rPr>
              <w:t>7920</w:t>
            </w:r>
          </w:p>
        </w:tc>
        <w:tc>
          <w:tcPr>
            <w:tcW w:w="1127" w:type="dxa"/>
            <w:tcBorders>
              <w:top w:val="nil"/>
              <w:left w:val="nil"/>
              <w:bottom w:val="single" w:sz="4" w:space="0" w:color="auto"/>
              <w:right w:val="single" w:sz="4" w:space="0" w:color="auto"/>
            </w:tcBorders>
            <w:shd w:val="clear" w:color="auto" w:fill="auto"/>
            <w:noWrap/>
            <w:vAlign w:val="center"/>
            <w:hideMark/>
          </w:tcPr>
          <w:p w14:paraId="2F5B2C79" w14:textId="77777777" w:rsidR="00A43E5A" w:rsidRPr="00835F44" w:rsidRDefault="00A43E5A" w:rsidP="00284A9D">
            <w:pPr>
              <w:pStyle w:val="TAC"/>
            </w:pPr>
            <w:r>
              <w:rPr>
                <w:rFonts w:cs="Arial"/>
                <w:color w:val="000000"/>
                <w:szCs w:val="18"/>
              </w:rPr>
              <w:t>1980</w:t>
            </w:r>
          </w:p>
        </w:tc>
      </w:tr>
      <w:tr w:rsidR="00A43E5A" w:rsidRPr="00835F44" w14:paraId="59352A4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E85CF8"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D438284" w14:textId="77777777" w:rsidR="00A43E5A" w:rsidRPr="00835F44" w:rsidRDefault="00A43E5A" w:rsidP="00284A9D">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31F2D56D"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F27769"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FDBD58E"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F9C7D55" w14:textId="77777777" w:rsidR="00A43E5A" w:rsidRPr="00835F44" w:rsidRDefault="00A43E5A" w:rsidP="00284A9D">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5180EA10" w14:textId="77777777" w:rsidR="00A43E5A" w:rsidRPr="00835F44" w:rsidRDefault="00A43E5A" w:rsidP="00284A9D">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9A04CE4" w14:textId="77777777" w:rsidR="00A43E5A" w:rsidRPr="00835F44" w:rsidRDefault="00A43E5A" w:rsidP="00284A9D">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5B2A1F0"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FB6F98" w14:textId="77777777" w:rsidR="00A43E5A" w:rsidRPr="00835F44" w:rsidRDefault="00A43E5A" w:rsidP="00284A9D">
            <w:pPr>
              <w:pStyle w:val="TAC"/>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28F4FA5A" w14:textId="77777777" w:rsidR="00A43E5A" w:rsidRPr="00835F44" w:rsidRDefault="00A43E5A" w:rsidP="00284A9D">
            <w:pPr>
              <w:pStyle w:val="TAC"/>
            </w:pPr>
            <w:r>
              <w:rPr>
                <w:rFonts w:cs="Arial"/>
                <w:color w:val="000000"/>
                <w:szCs w:val="18"/>
              </w:rPr>
              <w:t>2376</w:t>
            </w:r>
          </w:p>
        </w:tc>
      </w:tr>
      <w:tr w:rsidR="00A43E5A" w:rsidRPr="00835F44" w14:paraId="1926CD85"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7A2FE77"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30908EC" w14:textId="77777777" w:rsidR="00A43E5A" w:rsidRPr="00835F44" w:rsidRDefault="00A43E5A" w:rsidP="00284A9D">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3CA842F1"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E1CDF1C"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4A7FA8E"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B43FB11" w14:textId="77777777" w:rsidR="00A43E5A" w:rsidRPr="00835F44" w:rsidRDefault="00A43E5A" w:rsidP="00284A9D">
            <w:pPr>
              <w:pStyle w:val="TAC"/>
            </w:pPr>
            <w:r>
              <w:rPr>
                <w:rFonts w:cs="Arial"/>
                <w:color w:val="000000"/>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0A03A115"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847574E"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3ED1969"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9F4B552" w14:textId="77777777" w:rsidR="00A43E5A" w:rsidRPr="00835F44" w:rsidRDefault="00A43E5A" w:rsidP="00284A9D">
            <w:pPr>
              <w:pStyle w:val="TAC"/>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6BDD0572" w14:textId="77777777" w:rsidR="00A43E5A" w:rsidRPr="00835F44" w:rsidRDefault="00A43E5A" w:rsidP="00284A9D">
            <w:pPr>
              <w:pStyle w:val="TAC"/>
            </w:pPr>
            <w:r>
              <w:rPr>
                <w:rFonts w:cs="Arial"/>
                <w:color w:val="000000"/>
                <w:szCs w:val="18"/>
              </w:rPr>
              <w:t>3168</w:t>
            </w:r>
          </w:p>
        </w:tc>
      </w:tr>
      <w:tr w:rsidR="00A43E5A" w:rsidRPr="00835F44" w14:paraId="1F160B4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0A7186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55FB38F" w14:textId="77777777" w:rsidR="00A43E5A" w:rsidRPr="00835F44" w:rsidRDefault="00A43E5A" w:rsidP="00284A9D">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637838C2"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6265E95"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9072BBB"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3258838" w14:textId="77777777" w:rsidR="00A43E5A" w:rsidRPr="00835F44" w:rsidRDefault="00A43E5A" w:rsidP="00284A9D">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51E7734E"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73F6290"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B4F606"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A4EF123" w14:textId="77777777" w:rsidR="00A43E5A" w:rsidRPr="00835F44" w:rsidRDefault="00A43E5A" w:rsidP="00284A9D">
            <w:pPr>
              <w:pStyle w:val="TAC"/>
            </w:pPr>
            <w:r>
              <w:rPr>
                <w:rFonts w:cs="Arial"/>
                <w:color w:val="000000"/>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2185A4F5" w14:textId="77777777" w:rsidR="00A43E5A" w:rsidRPr="00835F44" w:rsidRDefault="00A43E5A" w:rsidP="00284A9D">
            <w:pPr>
              <w:pStyle w:val="TAC"/>
            </w:pPr>
            <w:r>
              <w:rPr>
                <w:rFonts w:cs="Arial"/>
                <w:color w:val="000000"/>
                <w:szCs w:val="18"/>
              </w:rPr>
              <w:t>3300</w:t>
            </w:r>
          </w:p>
        </w:tc>
      </w:tr>
      <w:tr w:rsidR="00A43E5A" w:rsidRPr="00835F44" w14:paraId="59B5FFC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BC103E"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C7E5C0" w14:textId="77777777" w:rsidR="00A43E5A" w:rsidRPr="00835F44" w:rsidRDefault="00A43E5A" w:rsidP="00284A9D">
            <w:pPr>
              <w:pStyle w:val="TAC"/>
            </w:pPr>
            <w:r>
              <w:rPr>
                <w:rFonts w:cs="Arial"/>
                <w:color w:val="000000"/>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57C5DEAD"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CFC6A36"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A8391E0"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4802CAC" w14:textId="77777777" w:rsidR="00A43E5A" w:rsidRPr="00835F44" w:rsidRDefault="00A43E5A" w:rsidP="00284A9D">
            <w:pPr>
              <w:pStyle w:val="TAC"/>
            </w:pPr>
            <w:r>
              <w:rPr>
                <w:rFonts w:cs="Arial"/>
                <w:color w:val="000000"/>
                <w:szCs w:val="18"/>
              </w:rPr>
              <w:t>5248</w:t>
            </w:r>
          </w:p>
        </w:tc>
        <w:tc>
          <w:tcPr>
            <w:tcW w:w="1057" w:type="dxa"/>
            <w:tcBorders>
              <w:top w:val="nil"/>
              <w:left w:val="nil"/>
              <w:bottom w:val="single" w:sz="4" w:space="0" w:color="auto"/>
              <w:right w:val="single" w:sz="4" w:space="0" w:color="auto"/>
            </w:tcBorders>
            <w:shd w:val="clear" w:color="auto" w:fill="auto"/>
            <w:noWrap/>
            <w:vAlign w:val="center"/>
            <w:hideMark/>
          </w:tcPr>
          <w:p w14:paraId="443E8459"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D681736"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D4F3408"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28BE056" w14:textId="77777777" w:rsidR="00A43E5A" w:rsidRPr="00835F44" w:rsidRDefault="00A43E5A" w:rsidP="00284A9D">
            <w:pPr>
              <w:pStyle w:val="TAC"/>
            </w:pPr>
            <w:r>
              <w:rPr>
                <w:rFonts w:cs="Arial"/>
                <w:color w:val="000000"/>
                <w:szCs w:val="18"/>
              </w:rPr>
              <w:t>15840</w:t>
            </w:r>
          </w:p>
        </w:tc>
        <w:tc>
          <w:tcPr>
            <w:tcW w:w="1127" w:type="dxa"/>
            <w:tcBorders>
              <w:top w:val="nil"/>
              <w:left w:val="nil"/>
              <w:bottom w:val="single" w:sz="4" w:space="0" w:color="auto"/>
              <w:right w:val="single" w:sz="4" w:space="0" w:color="auto"/>
            </w:tcBorders>
            <w:shd w:val="clear" w:color="auto" w:fill="auto"/>
            <w:noWrap/>
            <w:vAlign w:val="center"/>
            <w:hideMark/>
          </w:tcPr>
          <w:p w14:paraId="3B2A1D62" w14:textId="77777777" w:rsidR="00A43E5A" w:rsidRPr="00835F44" w:rsidRDefault="00A43E5A" w:rsidP="00284A9D">
            <w:pPr>
              <w:pStyle w:val="TAC"/>
            </w:pPr>
            <w:r>
              <w:rPr>
                <w:rFonts w:cs="Arial"/>
                <w:color w:val="000000"/>
                <w:szCs w:val="18"/>
              </w:rPr>
              <w:t>3960</w:t>
            </w:r>
          </w:p>
        </w:tc>
      </w:tr>
      <w:tr w:rsidR="00A43E5A" w:rsidRPr="00835F44" w14:paraId="45ACA472"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228AE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63875D2" w14:textId="77777777" w:rsidR="00A43E5A" w:rsidRPr="00835F44" w:rsidRDefault="00A43E5A" w:rsidP="00284A9D">
            <w:pPr>
              <w:pStyle w:val="TAC"/>
            </w:pPr>
            <w:r>
              <w:rPr>
                <w:rFonts w:cs="Arial"/>
                <w:color w:val="000000"/>
                <w:szCs w:val="18"/>
              </w:rPr>
              <w:t>32</w:t>
            </w:r>
          </w:p>
        </w:tc>
        <w:tc>
          <w:tcPr>
            <w:tcW w:w="967" w:type="dxa"/>
            <w:tcBorders>
              <w:top w:val="nil"/>
              <w:left w:val="nil"/>
              <w:bottom w:val="single" w:sz="4" w:space="0" w:color="auto"/>
              <w:right w:val="single" w:sz="4" w:space="0" w:color="auto"/>
            </w:tcBorders>
            <w:shd w:val="clear" w:color="auto" w:fill="auto"/>
            <w:noWrap/>
            <w:vAlign w:val="center"/>
            <w:hideMark/>
          </w:tcPr>
          <w:p w14:paraId="1F0CDD52"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935912"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ECCEFE9"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71CBED2" w14:textId="77777777" w:rsidR="00A43E5A" w:rsidRPr="00835F44" w:rsidRDefault="00A43E5A" w:rsidP="00284A9D">
            <w:pPr>
              <w:pStyle w:val="TAC"/>
            </w:pPr>
            <w:r>
              <w:rPr>
                <w:rFonts w:cs="Arial"/>
                <w:color w:val="000000"/>
                <w:szCs w:val="18"/>
              </w:rPr>
              <w:t>5632</w:t>
            </w:r>
          </w:p>
        </w:tc>
        <w:tc>
          <w:tcPr>
            <w:tcW w:w="1057" w:type="dxa"/>
            <w:tcBorders>
              <w:top w:val="nil"/>
              <w:left w:val="nil"/>
              <w:bottom w:val="single" w:sz="4" w:space="0" w:color="auto"/>
              <w:right w:val="single" w:sz="4" w:space="0" w:color="auto"/>
            </w:tcBorders>
            <w:shd w:val="clear" w:color="auto" w:fill="auto"/>
            <w:noWrap/>
            <w:vAlign w:val="center"/>
            <w:hideMark/>
          </w:tcPr>
          <w:p w14:paraId="34D15DD3"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F0931D4"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EC98B79"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4F88BA8" w14:textId="77777777" w:rsidR="00A43E5A" w:rsidRPr="00835F44" w:rsidRDefault="00A43E5A" w:rsidP="00284A9D">
            <w:pPr>
              <w:pStyle w:val="TAC"/>
            </w:pPr>
            <w:r>
              <w:rPr>
                <w:rFonts w:cs="Arial"/>
                <w:color w:val="000000"/>
                <w:szCs w:val="18"/>
              </w:rPr>
              <w:t>16896</w:t>
            </w:r>
          </w:p>
        </w:tc>
        <w:tc>
          <w:tcPr>
            <w:tcW w:w="1127" w:type="dxa"/>
            <w:tcBorders>
              <w:top w:val="nil"/>
              <w:left w:val="nil"/>
              <w:bottom w:val="single" w:sz="4" w:space="0" w:color="auto"/>
              <w:right w:val="single" w:sz="4" w:space="0" w:color="auto"/>
            </w:tcBorders>
            <w:shd w:val="clear" w:color="auto" w:fill="auto"/>
            <w:noWrap/>
            <w:vAlign w:val="center"/>
            <w:hideMark/>
          </w:tcPr>
          <w:p w14:paraId="1E1278AF" w14:textId="77777777" w:rsidR="00A43E5A" w:rsidRPr="00835F44" w:rsidRDefault="00A43E5A" w:rsidP="00284A9D">
            <w:pPr>
              <w:pStyle w:val="TAC"/>
            </w:pPr>
            <w:r>
              <w:rPr>
                <w:rFonts w:cs="Arial"/>
                <w:color w:val="000000"/>
                <w:szCs w:val="18"/>
              </w:rPr>
              <w:t>4224</w:t>
            </w:r>
          </w:p>
        </w:tc>
      </w:tr>
      <w:tr w:rsidR="00A43E5A" w:rsidRPr="00835F44" w14:paraId="44EF12AA"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B2D7F3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B75ED44" w14:textId="77777777" w:rsidR="00A43E5A" w:rsidRPr="00835F44" w:rsidRDefault="00A43E5A" w:rsidP="00284A9D">
            <w:pPr>
              <w:pStyle w:val="TAC"/>
            </w:pPr>
            <w:r>
              <w:rPr>
                <w:rFonts w:cs="Arial"/>
                <w:color w:val="000000"/>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261C41D1"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515A8FF"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B010FB5"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2C48121" w14:textId="77777777" w:rsidR="00A43E5A" w:rsidRPr="00835F44" w:rsidRDefault="00A43E5A" w:rsidP="00284A9D">
            <w:pPr>
              <w:pStyle w:val="TAC"/>
            </w:pPr>
            <w:r>
              <w:rPr>
                <w:rFonts w:cs="Arial"/>
                <w:color w:val="000000"/>
                <w:szCs w:val="18"/>
              </w:rPr>
              <w:t>6272</w:t>
            </w:r>
          </w:p>
        </w:tc>
        <w:tc>
          <w:tcPr>
            <w:tcW w:w="1057" w:type="dxa"/>
            <w:tcBorders>
              <w:top w:val="nil"/>
              <w:left w:val="nil"/>
              <w:bottom w:val="single" w:sz="4" w:space="0" w:color="auto"/>
              <w:right w:val="single" w:sz="4" w:space="0" w:color="auto"/>
            </w:tcBorders>
            <w:shd w:val="clear" w:color="auto" w:fill="auto"/>
            <w:noWrap/>
            <w:vAlign w:val="center"/>
            <w:hideMark/>
          </w:tcPr>
          <w:p w14:paraId="479A7175"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AFF5E44"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1D00922" w14:textId="77777777" w:rsidR="00A43E5A" w:rsidRPr="00835F44" w:rsidRDefault="00A43E5A" w:rsidP="00284A9D">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4FB1A32" w14:textId="77777777" w:rsidR="00A43E5A" w:rsidRPr="00835F44" w:rsidRDefault="00A43E5A" w:rsidP="00284A9D">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5028B686" w14:textId="77777777" w:rsidR="00A43E5A" w:rsidRPr="00835F44" w:rsidRDefault="00A43E5A" w:rsidP="00284A9D">
            <w:pPr>
              <w:pStyle w:val="TAC"/>
            </w:pPr>
            <w:r>
              <w:rPr>
                <w:rFonts w:cs="Arial"/>
                <w:color w:val="000000"/>
                <w:szCs w:val="18"/>
              </w:rPr>
              <w:t>4752</w:t>
            </w:r>
          </w:p>
        </w:tc>
      </w:tr>
      <w:tr w:rsidR="00A01124" w:rsidRPr="00835F44" w14:paraId="2771A381"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tcPr>
          <w:p w14:paraId="68952CB5" w14:textId="77777777" w:rsidR="00A01124" w:rsidRPr="00835F44" w:rsidRDefault="00A01124" w:rsidP="00A01124">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DE0F897" w14:textId="4C1D8982" w:rsidR="00A01124" w:rsidRDefault="00A01124" w:rsidP="00A01124">
            <w:pPr>
              <w:pStyle w:val="TAC"/>
              <w:rPr>
                <w:rFonts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7AAD94B7" w14:textId="24310B15" w:rsidR="00A01124" w:rsidRDefault="00A01124" w:rsidP="00A01124">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02F24D7" w14:textId="0882E9B7" w:rsidR="00A01124" w:rsidRDefault="00A01124" w:rsidP="00A01124">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5BA54FC1" w14:textId="214CD717" w:rsidR="00A01124" w:rsidRDefault="00A01124" w:rsidP="00A01124">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6FF17E7F" w14:textId="1BE45D62" w:rsidR="00A01124" w:rsidRDefault="00A01124" w:rsidP="00A01124">
            <w:pPr>
              <w:pStyle w:val="TAC"/>
              <w:rPr>
                <w:rFonts w:cs="Arial"/>
                <w:color w:val="000000"/>
                <w:szCs w:val="18"/>
              </w:rPr>
            </w:pPr>
            <w:r>
              <w:rPr>
                <w:rFonts w:cs="Arial"/>
                <w:color w:val="000000"/>
                <w:szCs w:val="18"/>
              </w:rPr>
              <w:t>7808</w:t>
            </w:r>
          </w:p>
        </w:tc>
        <w:tc>
          <w:tcPr>
            <w:tcW w:w="1057" w:type="dxa"/>
            <w:tcBorders>
              <w:top w:val="nil"/>
              <w:left w:val="nil"/>
              <w:bottom w:val="single" w:sz="4" w:space="0" w:color="auto"/>
              <w:right w:val="single" w:sz="4" w:space="0" w:color="auto"/>
            </w:tcBorders>
            <w:shd w:val="clear" w:color="auto" w:fill="auto"/>
            <w:noWrap/>
            <w:vAlign w:val="center"/>
          </w:tcPr>
          <w:p w14:paraId="1E8EB0BF" w14:textId="22DF2BC8" w:rsidR="00A01124" w:rsidRDefault="00A01124" w:rsidP="00A01124">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31F445C" w14:textId="669F4D74" w:rsidR="00A01124" w:rsidRDefault="00A01124" w:rsidP="00A01124">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18E675F" w14:textId="086B4505" w:rsidR="00A01124" w:rsidRDefault="00A01124" w:rsidP="00A01124">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F207B36" w14:textId="1643772F" w:rsidR="00A01124" w:rsidRDefault="00A01124" w:rsidP="00A01124">
            <w:pPr>
              <w:pStyle w:val="TAC"/>
              <w:rPr>
                <w:rFonts w:cs="Arial"/>
                <w:color w:val="000000"/>
                <w:szCs w:val="18"/>
              </w:rPr>
            </w:pPr>
            <w:r>
              <w:rPr>
                <w:rFonts w:cs="Arial"/>
                <w:color w:val="000000"/>
                <w:szCs w:val="18"/>
              </w:rPr>
              <w:t>23760</w:t>
            </w:r>
          </w:p>
        </w:tc>
        <w:tc>
          <w:tcPr>
            <w:tcW w:w="1127" w:type="dxa"/>
            <w:tcBorders>
              <w:top w:val="nil"/>
              <w:left w:val="nil"/>
              <w:bottom w:val="single" w:sz="4" w:space="0" w:color="auto"/>
              <w:right w:val="single" w:sz="4" w:space="0" w:color="auto"/>
            </w:tcBorders>
            <w:shd w:val="clear" w:color="auto" w:fill="auto"/>
            <w:noWrap/>
            <w:vAlign w:val="center"/>
          </w:tcPr>
          <w:p w14:paraId="6C2375F8" w14:textId="353FF98D" w:rsidR="00A01124" w:rsidRDefault="00A01124" w:rsidP="00A01124">
            <w:pPr>
              <w:pStyle w:val="TAC"/>
              <w:rPr>
                <w:rFonts w:cs="Arial"/>
                <w:color w:val="000000"/>
                <w:szCs w:val="18"/>
              </w:rPr>
            </w:pPr>
            <w:r>
              <w:rPr>
                <w:rFonts w:cs="Arial"/>
                <w:color w:val="000000"/>
                <w:szCs w:val="18"/>
              </w:rPr>
              <w:t>5940</w:t>
            </w:r>
          </w:p>
        </w:tc>
      </w:tr>
      <w:tr w:rsidR="00A43E5A" w:rsidRPr="00835F44" w14:paraId="3BEB63CA"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2ABD16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48C7D56" w14:textId="77777777" w:rsidR="00A43E5A" w:rsidRPr="00835F44" w:rsidRDefault="00A43E5A" w:rsidP="00284A9D">
            <w:pPr>
              <w:pStyle w:val="TAC"/>
            </w:pPr>
            <w:r>
              <w:rPr>
                <w:rFonts w:cs="Arial"/>
                <w:color w:val="000000"/>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0CB112D4"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2C068B"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403A676"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B15DDE8" w14:textId="77777777" w:rsidR="00A43E5A" w:rsidRPr="00835F44" w:rsidRDefault="00A43E5A" w:rsidP="00284A9D">
            <w:pPr>
              <w:pStyle w:val="TAC"/>
            </w:pPr>
            <w:r>
              <w:rPr>
                <w:rFonts w:cs="Arial"/>
                <w:color w:val="000000"/>
                <w:szCs w:val="18"/>
              </w:rPr>
              <w:t>8712</w:t>
            </w:r>
          </w:p>
        </w:tc>
        <w:tc>
          <w:tcPr>
            <w:tcW w:w="1057" w:type="dxa"/>
            <w:tcBorders>
              <w:top w:val="nil"/>
              <w:left w:val="nil"/>
              <w:bottom w:val="single" w:sz="4" w:space="0" w:color="auto"/>
              <w:right w:val="single" w:sz="4" w:space="0" w:color="auto"/>
            </w:tcBorders>
            <w:shd w:val="clear" w:color="auto" w:fill="auto"/>
            <w:noWrap/>
            <w:vAlign w:val="center"/>
            <w:hideMark/>
          </w:tcPr>
          <w:p w14:paraId="60EEB165"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0185EA9"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1F4539D"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153855D3" w14:textId="77777777" w:rsidR="00A43E5A" w:rsidRPr="00835F44" w:rsidRDefault="00A43E5A" w:rsidP="00284A9D">
            <w:pPr>
              <w:pStyle w:val="TAC"/>
            </w:pPr>
            <w:r>
              <w:rPr>
                <w:rFonts w:cs="Arial"/>
                <w:color w:val="000000"/>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2D414471" w14:textId="77777777" w:rsidR="00A43E5A" w:rsidRPr="00835F44" w:rsidRDefault="00A43E5A" w:rsidP="00284A9D">
            <w:pPr>
              <w:pStyle w:val="TAC"/>
            </w:pPr>
            <w:r>
              <w:rPr>
                <w:rFonts w:cs="Arial"/>
                <w:color w:val="000000"/>
                <w:szCs w:val="18"/>
              </w:rPr>
              <w:t>6600</w:t>
            </w:r>
          </w:p>
        </w:tc>
      </w:tr>
      <w:tr w:rsidR="00A43E5A" w:rsidRPr="00835F44" w14:paraId="39D6F454"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06013D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0E55E85" w14:textId="77777777" w:rsidR="00A43E5A" w:rsidRPr="00835F44" w:rsidRDefault="00A43E5A" w:rsidP="00284A9D">
            <w:pPr>
              <w:pStyle w:val="TAC"/>
            </w:pPr>
            <w:r>
              <w:rPr>
                <w:rFonts w:cs="Arial"/>
                <w:color w:val="000000"/>
                <w:szCs w:val="18"/>
              </w:rPr>
              <w:t>60</w:t>
            </w:r>
          </w:p>
        </w:tc>
        <w:tc>
          <w:tcPr>
            <w:tcW w:w="967" w:type="dxa"/>
            <w:tcBorders>
              <w:top w:val="nil"/>
              <w:left w:val="nil"/>
              <w:bottom w:val="single" w:sz="4" w:space="0" w:color="auto"/>
              <w:right w:val="single" w:sz="4" w:space="0" w:color="auto"/>
            </w:tcBorders>
            <w:shd w:val="clear" w:color="auto" w:fill="auto"/>
            <w:noWrap/>
            <w:vAlign w:val="center"/>
            <w:hideMark/>
          </w:tcPr>
          <w:p w14:paraId="4A67D820"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CDB2C3A"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F3C766D"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D9806C4" w14:textId="77777777" w:rsidR="00A43E5A" w:rsidRPr="00835F44" w:rsidRDefault="00A43E5A" w:rsidP="00284A9D">
            <w:pPr>
              <w:pStyle w:val="TAC"/>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hideMark/>
          </w:tcPr>
          <w:p w14:paraId="2C487EDF"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437F98A"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26D1CBE"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4EF4775E" w14:textId="77777777" w:rsidR="00A43E5A" w:rsidRPr="00835F44" w:rsidRDefault="00A43E5A" w:rsidP="00284A9D">
            <w:pPr>
              <w:pStyle w:val="TAC"/>
            </w:pPr>
            <w:r>
              <w:rPr>
                <w:rFonts w:cs="Arial"/>
                <w:color w:val="000000"/>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139442E5" w14:textId="77777777" w:rsidR="00A43E5A" w:rsidRPr="00835F44" w:rsidRDefault="00A43E5A" w:rsidP="00284A9D">
            <w:pPr>
              <w:pStyle w:val="TAC"/>
            </w:pPr>
            <w:r>
              <w:rPr>
                <w:rFonts w:cs="Arial"/>
                <w:color w:val="000000"/>
                <w:szCs w:val="18"/>
              </w:rPr>
              <w:t>7920</w:t>
            </w:r>
          </w:p>
        </w:tc>
      </w:tr>
      <w:tr w:rsidR="00A43E5A" w:rsidRPr="00835F44" w14:paraId="2E44A949"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66809A5"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046AB39" w14:textId="77777777" w:rsidR="00A43E5A" w:rsidRPr="00835F44" w:rsidRDefault="00A43E5A" w:rsidP="00284A9D">
            <w:pPr>
              <w:pStyle w:val="TAC"/>
            </w:pPr>
            <w:r>
              <w:rPr>
                <w:rFonts w:cs="Arial"/>
                <w:color w:val="000000"/>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122390F6"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97CEC61"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8853C39"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A6441A1" w14:textId="77777777" w:rsidR="00A43E5A" w:rsidRPr="00835F44" w:rsidRDefault="00A43E5A" w:rsidP="00284A9D">
            <w:pPr>
              <w:pStyle w:val="TAC"/>
            </w:pPr>
            <w:r>
              <w:rPr>
                <w:rFonts w:cs="Arial"/>
                <w:color w:val="000000"/>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33369F0C"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18055DE"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36AFC91"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A68151F" w14:textId="77777777" w:rsidR="00A43E5A" w:rsidRPr="00835F44" w:rsidRDefault="00A43E5A" w:rsidP="00284A9D">
            <w:pPr>
              <w:pStyle w:val="TAC"/>
            </w:pPr>
            <w:r>
              <w:rPr>
                <w:rFonts w:cs="Arial"/>
                <w:color w:val="000000"/>
                <w:szCs w:val="18"/>
              </w:rPr>
              <w:t>33792</w:t>
            </w:r>
          </w:p>
        </w:tc>
        <w:tc>
          <w:tcPr>
            <w:tcW w:w="1127" w:type="dxa"/>
            <w:tcBorders>
              <w:top w:val="nil"/>
              <w:left w:val="nil"/>
              <w:bottom w:val="single" w:sz="4" w:space="0" w:color="auto"/>
              <w:right w:val="single" w:sz="4" w:space="0" w:color="auto"/>
            </w:tcBorders>
            <w:shd w:val="clear" w:color="auto" w:fill="auto"/>
            <w:noWrap/>
            <w:vAlign w:val="center"/>
            <w:hideMark/>
          </w:tcPr>
          <w:p w14:paraId="05FF4D49" w14:textId="77777777" w:rsidR="00A43E5A" w:rsidRPr="00835F44" w:rsidRDefault="00A43E5A" w:rsidP="00284A9D">
            <w:pPr>
              <w:pStyle w:val="TAC"/>
            </w:pPr>
            <w:r>
              <w:rPr>
                <w:rFonts w:cs="Arial"/>
                <w:color w:val="000000"/>
                <w:szCs w:val="18"/>
              </w:rPr>
              <w:t>8448</w:t>
            </w:r>
          </w:p>
        </w:tc>
      </w:tr>
      <w:tr w:rsidR="00A43E5A" w:rsidRPr="00835F44" w14:paraId="5D5F3E99"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1F1F1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F8EA29" w14:textId="77777777" w:rsidR="00A43E5A" w:rsidRPr="00835F44" w:rsidRDefault="00A43E5A" w:rsidP="00284A9D">
            <w:pPr>
              <w:pStyle w:val="TAC"/>
            </w:pPr>
            <w:r>
              <w:rPr>
                <w:rFonts w:cs="Arial"/>
                <w:color w:val="000000"/>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4F3BE5D5"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7ED0C66"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C016DBC"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DDBA67B" w14:textId="77777777" w:rsidR="00A43E5A" w:rsidRPr="00835F44" w:rsidRDefault="00A43E5A" w:rsidP="00284A9D">
            <w:pPr>
              <w:pStyle w:val="TAC"/>
            </w:pPr>
            <w:r>
              <w:rPr>
                <w:rFonts w:cs="Arial"/>
                <w:color w:val="000000"/>
                <w:szCs w:val="18"/>
              </w:rPr>
              <w:t>13064</w:t>
            </w:r>
          </w:p>
        </w:tc>
        <w:tc>
          <w:tcPr>
            <w:tcW w:w="1057" w:type="dxa"/>
            <w:tcBorders>
              <w:top w:val="nil"/>
              <w:left w:val="nil"/>
              <w:bottom w:val="single" w:sz="4" w:space="0" w:color="auto"/>
              <w:right w:val="single" w:sz="4" w:space="0" w:color="auto"/>
            </w:tcBorders>
            <w:shd w:val="clear" w:color="auto" w:fill="auto"/>
            <w:noWrap/>
            <w:vAlign w:val="center"/>
            <w:hideMark/>
          </w:tcPr>
          <w:p w14:paraId="3E8E86CA"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CD5BF82"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F20CD0C"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186711B7" w14:textId="77777777" w:rsidR="00A43E5A" w:rsidRPr="00835F44" w:rsidRDefault="00A43E5A" w:rsidP="00284A9D">
            <w:pPr>
              <w:pStyle w:val="TAC"/>
            </w:pPr>
            <w:r>
              <w:rPr>
                <w:rFonts w:cs="Arial"/>
                <w:color w:val="000000"/>
                <w:szCs w:val="18"/>
              </w:rPr>
              <w:t>39600</w:t>
            </w:r>
          </w:p>
        </w:tc>
        <w:tc>
          <w:tcPr>
            <w:tcW w:w="1127" w:type="dxa"/>
            <w:tcBorders>
              <w:top w:val="nil"/>
              <w:left w:val="nil"/>
              <w:bottom w:val="single" w:sz="4" w:space="0" w:color="auto"/>
              <w:right w:val="single" w:sz="4" w:space="0" w:color="auto"/>
            </w:tcBorders>
            <w:shd w:val="clear" w:color="auto" w:fill="auto"/>
            <w:noWrap/>
            <w:vAlign w:val="center"/>
            <w:hideMark/>
          </w:tcPr>
          <w:p w14:paraId="451F507A" w14:textId="77777777" w:rsidR="00A43E5A" w:rsidRPr="00835F44" w:rsidRDefault="00A43E5A" w:rsidP="00284A9D">
            <w:pPr>
              <w:pStyle w:val="TAC"/>
            </w:pPr>
            <w:r>
              <w:rPr>
                <w:rFonts w:cs="Arial"/>
                <w:color w:val="000000"/>
                <w:szCs w:val="18"/>
              </w:rPr>
              <w:t>9900</w:t>
            </w:r>
          </w:p>
        </w:tc>
      </w:tr>
      <w:tr w:rsidR="00A43E5A" w:rsidRPr="00835F44" w14:paraId="4C965C0C"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9F14B1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8DADDEB" w14:textId="77777777" w:rsidR="00A43E5A" w:rsidRPr="00835F44" w:rsidRDefault="00A43E5A" w:rsidP="00284A9D">
            <w:pPr>
              <w:pStyle w:val="TAC"/>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hideMark/>
          </w:tcPr>
          <w:p w14:paraId="6F80400F"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26686D"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A80E382"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DA4B7C3" w14:textId="77777777" w:rsidR="00A43E5A" w:rsidRPr="00835F44" w:rsidRDefault="00A43E5A" w:rsidP="00284A9D">
            <w:pPr>
              <w:pStyle w:val="TAC"/>
            </w:pPr>
            <w:r>
              <w:rPr>
                <w:rFonts w:cs="Arial"/>
                <w:color w:val="000000"/>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232A7CE6"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0063ADA"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A0C98FB"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055C294" w14:textId="77777777" w:rsidR="00A43E5A" w:rsidRPr="00835F44" w:rsidRDefault="00A43E5A" w:rsidP="00284A9D">
            <w:pPr>
              <w:pStyle w:val="TAC"/>
            </w:pPr>
            <w:r>
              <w:rPr>
                <w:rFonts w:cs="Arial"/>
                <w:color w:val="000000"/>
                <w:szCs w:val="18"/>
              </w:rPr>
              <w:t>42240</w:t>
            </w:r>
          </w:p>
        </w:tc>
        <w:tc>
          <w:tcPr>
            <w:tcW w:w="1127" w:type="dxa"/>
            <w:tcBorders>
              <w:top w:val="nil"/>
              <w:left w:val="nil"/>
              <w:bottom w:val="single" w:sz="4" w:space="0" w:color="auto"/>
              <w:right w:val="single" w:sz="4" w:space="0" w:color="auto"/>
            </w:tcBorders>
            <w:shd w:val="clear" w:color="auto" w:fill="auto"/>
            <w:noWrap/>
            <w:vAlign w:val="center"/>
            <w:hideMark/>
          </w:tcPr>
          <w:p w14:paraId="0516891A" w14:textId="77777777" w:rsidR="00A43E5A" w:rsidRPr="00835F44" w:rsidRDefault="00A43E5A" w:rsidP="00284A9D">
            <w:pPr>
              <w:pStyle w:val="TAC"/>
            </w:pPr>
            <w:r>
              <w:rPr>
                <w:rFonts w:cs="Arial"/>
                <w:color w:val="000000"/>
                <w:szCs w:val="18"/>
              </w:rPr>
              <w:t>10560</w:t>
            </w:r>
          </w:p>
        </w:tc>
      </w:tr>
      <w:tr w:rsidR="00A43E5A" w:rsidRPr="00835F44" w14:paraId="6DCAAD48"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F561BA4"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56F2FE7" w14:textId="77777777" w:rsidR="00A43E5A" w:rsidRPr="00835F44" w:rsidRDefault="00A43E5A" w:rsidP="00284A9D">
            <w:pPr>
              <w:pStyle w:val="TAC"/>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hideMark/>
          </w:tcPr>
          <w:p w14:paraId="758D9C23"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4ABE825"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1F5AFFA"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96CF02D" w14:textId="77777777" w:rsidR="00A43E5A" w:rsidRPr="00835F44" w:rsidRDefault="00A43E5A" w:rsidP="00284A9D">
            <w:pPr>
              <w:pStyle w:val="TAC"/>
            </w:pPr>
            <w:r>
              <w:rPr>
                <w:rFonts w:cs="Arial"/>
                <w:color w:val="000000"/>
                <w:szCs w:val="18"/>
              </w:rPr>
              <w:t>14088</w:t>
            </w:r>
          </w:p>
        </w:tc>
        <w:tc>
          <w:tcPr>
            <w:tcW w:w="1057" w:type="dxa"/>
            <w:tcBorders>
              <w:top w:val="nil"/>
              <w:left w:val="nil"/>
              <w:bottom w:val="single" w:sz="4" w:space="0" w:color="auto"/>
              <w:right w:val="single" w:sz="4" w:space="0" w:color="auto"/>
            </w:tcBorders>
            <w:shd w:val="clear" w:color="auto" w:fill="auto"/>
            <w:noWrap/>
            <w:vAlign w:val="center"/>
            <w:hideMark/>
          </w:tcPr>
          <w:p w14:paraId="5346A678"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86D254E"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E3D07C3" w14:textId="77777777" w:rsidR="00A43E5A" w:rsidRPr="00835F44" w:rsidRDefault="00A43E5A" w:rsidP="00284A9D">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65FA94B" w14:textId="77777777" w:rsidR="00A43E5A" w:rsidRPr="00835F44" w:rsidRDefault="00A43E5A" w:rsidP="00284A9D">
            <w:pPr>
              <w:pStyle w:val="TAC"/>
            </w:pPr>
            <w:r>
              <w:rPr>
                <w:rFonts w:cs="Arial"/>
                <w:color w:val="000000"/>
                <w:szCs w:val="18"/>
              </w:rPr>
              <w:t>42768</w:t>
            </w:r>
          </w:p>
        </w:tc>
        <w:tc>
          <w:tcPr>
            <w:tcW w:w="1127" w:type="dxa"/>
            <w:tcBorders>
              <w:top w:val="nil"/>
              <w:left w:val="nil"/>
              <w:bottom w:val="single" w:sz="4" w:space="0" w:color="auto"/>
              <w:right w:val="single" w:sz="4" w:space="0" w:color="auto"/>
            </w:tcBorders>
            <w:shd w:val="clear" w:color="auto" w:fill="auto"/>
            <w:noWrap/>
            <w:vAlign w:val="center"/>
            <w:hideMark/>
          </w:tcPr>
          <w:p w14:paraId="0EEE79FE" w14:textId="77777777" w:rsidR="00A43E5A" w:rsidRPr="00835F44" w:rsidRDefault="00A43E5A" w:rsidP="00284A9D">
            <w:pPr>
              <w:pStyle w:val="TAC"/>
            </w:pPr>
            <w:r>
              <w:rPr>
                <w:rFonts w:cs="Arial"/>
                <w:color w:val="000000"/>
                <w:szCs w:val="18"/>
              </w:rPr>
              <w:t>10692</w:t>
            </w:r>
          </w:p>
        </w:tc>
      </w:tr>
      <w:tr w:rsidR="00A43E5A" w:rsidRPr="00835F44" w14:paraId="635766F7"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366A33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390126D" w14:textId="77777777" w:rsidR="00A43E5A" w:rsidRPr="00835F44" w:rsidRDefault="00A43E5A" w:rsidP="00284A9D">
            <w:pPr>
              <w:pStyle w:val="TAC"/>
            </w:pPr>
            <w:r>
              <w:rPr>
                <w:rFonts w:cs="Arial"/>
                <w:color w:val="000000"/>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291FC833"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35015E2"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2645245"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DB512BC" w14:textId="77777777" w:rsidR="00A43E5A" w:rsidRPr="00835F44" w:rsidRDefault="00A43E5A" w:rsidP="00284A9D">
            <w:pPr>
              <w:pStyle w:val="TAC"/>
            </w:pPr>
            <w:r>
              <w:rPr>
                <w:rFonts w:cs="Arial"/>
                <w:color w:val="000000"/>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769C7EE6"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CBD3E21"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3056C81" w14:textId="77777777" w:rsidR="00A43E5A" w:rsidRPr="00835F44" w:rsidRDefault="00A43E5A" w:rsidP="00284A9D">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22055B8" w14:textId="77777777" w:rsidR="00A43E5A" w:rsidRPr="00835F44" w:rsidRDefault="00A43E5A" w:rsidP="00284A9D">
            <w:pPr>
              <w:pStyle w:val="TAC"/>
            </w:pPr>
            <w:r>
              <w:rPr>
                <w:rFonts w:cs="Arial"/>
                <w:color w:val="000000"/>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5D857146" w14:textId="77777777" w:rsidR="00A43E5A" w:rsidRPr="00835F44" w:rsidRDefault="00A43E5A" w:rsidP="00284A9D">
            <w:pPr>
              <w:pStyle w:val="TAC"/>
            </w:pPr>
            <w:r>
              <w:rPr>
                <w:rFonts w:cs="Arial"/>
                <w:color w:val="000000"/>
                <w:szCs w:val="18"/>
              </w:rPr>
              <w:t>13200</w:t>
            </w:r>
          </w:p>
        </w:tc>
      </w:tr>
      <w:tr w:rsidR="00A43E5A" w:rsidRPr="00835F44" w14:paraId="7D9FE1E4"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B15F816"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4DB1C1E" w14:textId="77777777" w:rsidR="00A43E5A" w:rsidRPr="00835F44" w:rsidRDefault="00A43E5A" w:rsidP="00284A9D">
            <w:pPr>
              <w:pStyle w:val="TAC"/>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hideMark/>
          </w:tcPr>
          <w:p w14:paraId="64D2603F"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5C33750"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D2DDD84"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397E8B2" w14:textId="77777777" w:rsidR="00A43E5A" w:rsidRPr="00835F44" w:rsidRDefault="00A43E5A" w:rsidP="00284A9D">
            <w:pPr>
              <w:pStyle w:val="TAC"/>
            </w:pPr>
            <w:r>
              <w:rPr>
                <w:rFonts w:cs="Arial"/>
                <w:color w:val="000000"/>
                <w:szCs w:val="18"/>
              </w:rPr>
              <w:t>18960</w:t>
            </w:r>
          </w:p>
        </w:tc>
        <w:tc>
          <w:tcPr>
            <w:tcW w:w="1057" w:type="dxa"/>
            <w:tcBorders>
              <w:top w:val="nil"/>
              <w:left w:val="nil"/>
              <w:bottom w:val="single" w:sz="4" w:space="0" w:color="auto"/>
              <w:right w:val="single" w:sz="4" w:space="0" w:color="auto"/>
            </w:tcBorders>
            <w:shd w:val="clear" w:color="auto" w:fill="auto"/>
            <w:noWrap/>
            <w:vAlign w:val="center"/>
            <w:hideMark/>
          </w:tcPr>
          <w:p w14:paraId="35C6C30A"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5353053"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48BA3E4" w14:textId="77777777" w:rsidR="00A43E5A" w:rsidRPr="00835F44" w:rsidRDefault="00A43E5A" w:rsidP="00284A9D">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C1B1D18" w14:textId="77777777" w:rsidR="00A43E5A" w:rsidRPr="00835F44" w:rsidRDefault="00A43E5A" w:rsidP="00284A9D">
            <w:pPr>
              <w:pStyle w:val="TAC"/>
            </w:pPr>
            <w:r>
              <w:rPr>
                <w:rFonts w:cs="Arial"/>
                <w:color w:val="000000"/>
                <w:szCs w:val="18"/>
              </w:rPr>
              <w:t>57024</w:t>
            </w:r>
          </w:p>
        </w:tc>
        <w:tc>
          <w:tcPr>
            <w:tcW w:w="1127" w:type="dxa"/>
            <w:tcBorders>
              <w:top w:val="nil"/>
              <w:left w:val="nil"/>
              <w:bottom w:val="single" w:sz="4" w:space="0" w:color="auto"/>
              <w:right w:val="single" w:sz="4" w:space="0" w:color="auto"/>
            </w:tcBorders>
            <w:shd w:val="clear" w:color="auto" w:fill="auto"/>
            <w:noWrap/>
            <w:vAlign w:val="center"/>
            <w:hideMark/>
          </w:tcPr>
          <w:p w14:paraId="3738158F" w14:textId="77777777" w:rsidR="00A43E5A" w:rsidRPr="00835F44" w:rsidRDefault="00A43E5A" w:rsidP="00284A9D">
            <w:pPr>
              <w:pStyle w:val="TAC"/>
            </w:pPr>
            <w:r>
              <w:rPr>
                <w:rFonts w:cs="Arial"/>
                <w:color w:val="000000"/>
                <w:szCs w:val="18"/>
              </w:rPr>
              <w:t>14256</w:t>
            </w:r>
          </w:p>
        </w:tc>
      </w:tr>
      <w:tr w:rsidR="00A43E5A" w:rsidRPr="00835F44" w14:paraId="2B69D686"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9A9EAF3"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6A767B0" w14:textId="77777777" w:rsidR="00A43E5A" w:rsidRPr="00835F44" w:rsidRDefault="00A43E5A" w:rsidP="00284A9D">
            <w:pPr>
              <w:pStyle w:val="TAC"/>
            </w:pPr>
            <w:r>
              <w:rPr>
                <w:rFonts w:cs="Arial"/>
                <w:color w:val="000000"/>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5F4184B5"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8CEF50"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CC5CEEB"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B9FD4C8" w14:textId="77777777" w:rsidR="00A43E5A" w:rsidRPr="00835F44" w:rsidRDefault="00A43E5A" w:rsidP="00284A9D">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5DB2B41A"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BB4332C"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B1BDDC6" w14:textId="77777777" w:rsidR="00A43E5A" w:rsidRPr="00835F44" w:rsidRDefault="00A43E5A" w:rsidP="00284A9D">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717D703" w14:textId="77777777" w:rsidR="00A43E5A" w:rsidRPr="00835F44" w:rsidRDefault="00A43E5A" w:rsidP="00284A9D">
            <w:pPr>
              <w:pStyle w:val="TAC"/>
            </w:pPr>
            <w:r>
              <w:rPr>
                <w:rFonts w:cs="Arial"/>
                <w:color w:val="000000"/>
                <w:szCs w:val="18"/>
              </w:rPr>
              <w:t>63360</w:t>
            </w:r>
          </w:p>
        </w:tc>
        <w:tc>
          <w:tcPr>
            <w:tcW w:w="1127" w:type="dxa"/>
            <w:tcBorders>
              <w:top w:val="nil"/>
              <w:left w:val="nil"/>
              <w:bottom w:val="single" w:sz="4" w:space="0" w:color="auto"/>
              <w:right w:val="single" w:sz="4" w:space="0" w:color="auto"/>
            </w:tcBorders>
            <w:shd w:val="clear" w:color="auto" w:fill="auto"/>
            <w:noWrap/>
            <w:vAlign w:val="center"/>
            <w:hideMark/>
          </w:tcPr>
          <w:p w14:paraId="28A05F04" w14:textId="77777777" w:rsidR="00A43E5A" w:rsidRPr="00835F44" w:rsidRDefault="00A43E5A" w:rsidP="00284A9D">
            <w:pPr>
              <w:pStyle w:val="TAC"/>
            </w:pPr>
            <w:r>
              <w:rPr>
                <w:rFonts w:cs="Arial"/>
                <w:color w:val="000000"/>
                <w:szCs w:val="18"/>
              </w:rPr>
              <w:t>15840</w:t>
            </w:r>
          </w:p>
        </w:tc>
      </w:tr>
      <w:tr w:rsidR="00A43E5A" w:rsidRPr="00835F44" w14:paraId="33F5A18C"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57A3C1"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B31EB1F" w14:textId="77777777" w:rsidR="00A43E5A" w:rsidRPr="00835F44" w:rsidRDefault="00A43E5A" w:rsidP="00284A9D">
            <w:pPr>
              <w:pStyle w:val="TAC"/>
            </w:pPr>
            <w:r>
              <w:rPr>
                <w:rFonts w:cs="Arial"/>
                <w:color w:val="000000"/>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0515CD19"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069DA7A"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7EF3C1B"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FE1C414" w14:textId="77777777" w:rsidR="00A43E5A" w:rsidRPr="00835F44" w:rsidRDefault="00A43E5A" w:rsidP="00284A9D">
            <w:pPr>
              <w:pStyle w:val="TAC"/>
            </w:pPr>
            <w:r>
              <w:rPr>
                <w:rFonts w:cs="Arial"/>
                <w:color w:val="000000"/>
                <w:szCs w:val="18"/>
              </w:rPr>
              <w:t>22536</w:t>
            </w:r>
          </w:p>
        </w:tc>
        <w:tc>
          <w:tcPr>
            <w:tcW w:w="1057" w:type="dxa"/>
            <w:tcBorders>
              <w:top w:val="nil"/>
              <w:left w:val="nil"/>
              <w:bottom w:val="single" w:sz="4" w:space="0" w:color="auto"/>
              <w:right w:val="single" w:sz="4" w:space="0" w:color="auto"/>
            </w:tcBorders>
            <w:shd w:val="clear" w:color="auto" w:fill="auto"/>
            <w:noWrap/>
            <w:vAlign w:val="center"/>
            <w:hideMark/>
          </w:tcPr>
          <w:p w14:paraId="732C1F29"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EB4574F"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78675CC" w14:textId="77777777" w:rsidR="00A43E5A" w:rsidRPr="00835F44" w:rsidRDefault="00A43E5A" w:rsidP="00284A9D">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2C61F5F1" w14:textId="77777777" w:rsidR="00A43E5A" w:rsidRPr="00835F44" w:rsidRDefault="00A43E5A" w:rsidP="00284A9D">
            <w:pPr>
              <w:pStyle w:val="TAC"/>
            </w:pPr>
            <w:r>
              <w:rPr>
                <w:rFonts w:cs="Arial"/>
                <w:color w:val="000000"/>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4524E86E" w14:textId="77777777" w:rsidR="00A43E5A" w:rsidRPr="00835F44" w:rsidRDefault="00A43E5A" w:rsidP="00284A9D">
            <w:pPr>
              <w:pStyle w:val="TAC"/>
            </w:pPr>
            <w:r>
              <w:rPr>
                <w:rFonts w:cs="Arial"/>
                <w:color w:val="000000"/>
                <w:szCs w:val="18"/>
              </w:rPr>
              <w:t>16896</w:t>
            </w:r>
          </w:p>
        </w:tc>
      </w:tr>
      <w:tr w:rsidR="00A43E5A" w:rsidRPr="00835F44" w14:paraId="7121BBDD"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434CAD"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DE17A5D" w14:textId="77777777" w:rsidR="00A43E5A" w:rsidRPr="00835F44" w:rsidRDefault="00A43E5A" w:rsidP="00284A9D">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0E2022D2"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1E48E63"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8371301"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3E0D932" w14:textId="77777777" w:rsidR="00A43E5A" w:rsidRPr="00835F44" w:rsidRDefault="00A43E5A" w:rsidP="00284A9D">
            <w:pPr>
              <w:pStyle w:val="TAC"/>
            </w:pPr>
            <w:r>
              <w:rPr>
                <w:rFonts w:cs="Arial"/>
                <w:color w:val="000000"/>
                <w:szCs w:val="18"/>
              </w:rPr>
              <w:t>23568</w:t>
            </w:r>
          </w:p>
        </w:tc>
        <w:tc>
          <w:tcPr>
            <w:tcW w:w="1057" w:type="dxa"/>
            <w:tcBorders>
              <w:top w:val="nil"/>
              <w:left w:val="nil"/>
              <w:bottom w:val="single" w:sz="4" w:space="0" w:color="auto"/>
              <w:right w:val="single" w:sz="4" w:space="0" w:color="auto"/>
            </w:tcBorders>
            <w:shd w:val="clear" w:color="auto" w:fill="auto"/>
            <w:noWrap/>
            <w:vAlign w:val="center"/>
            <w:hideMark/>
          </w:tcPr>
          <w:p w14:paraId="53F916C0"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5EA9773"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3C0C621" w14:textId="77777777" w:rsidR="00A43E5A" w:rsidRPr="00835F44" w:rsidRDefault="00A43E5A" w:rsidP="00284A9D">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757DD865" w14:textId="77777777" w:rsidR="00A43E5A" w:rsidRPr="00835F44" w:rsidRDefault="00A43E5A" w:rsidP="00284A9D">
            <w:pPr>
              <w:pStyle w:val="TAC"/>
            </w:pPr>
            <w:r>
              <w:rPr>
                <w:rFonts w:cs="Arial"/>
                <w:color w:val="000000"/>
                <w:szCs w:val="18"/>
              </w:rPr>
              <w:t>71280</w:t>
            </w:r>
          </w:p>
        </w:tc>
        <w:tc>
          <w:tcPr>
            <w:tcW w:w="1127" w:type="dxa"/>
            <w:tcBorders>
              <w:top w:val="nil"/>
              <w:left w:val="nil"/>
              <w:bottom w:val="single" w:sz="4" w:space="0" w:color="auto"/>
              <w:right w:val="single" w:sz="4" w:space="0" w:color="auto"/>
            </w:tcBorders>
            <w:shd w:val="clear" w:color="auto" w:fill="auto"/>
            <w:noWrap/>
            <w:vAlign w:val="center"/>
            <w:hideMark/>
          </w:tcPr>
          <w:p w14:paraId="77E396EB" w14:textId="77777777" w:rsidR="00A43E5A" w:rsidRPr="00835F44" w:rsidRDefault="00A43E5A" w:rsidP="00284A9D">
            <w:pPr>
              <w:pStyle w:val="TAC"/>
            </w:pPr>
            <w:r>
              <w:rPr>
                <w:rFonts w:cs="Arial"/>
                <w:color w:val="000000"/>
                <w:szCs w:val="18"/>
              </w:rPr>
              <w:t>17820</w:t>
            </w:r>
          </w:p>
        </w:tc>
      </w:tr>
      <w:tr w:rsidR="00A43E5A" w:rsidRPr="00835F44" w14:paraId="38C1A31E"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310F49"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24430E" w14:textId="77777777" w:rsidR="00A43E5A" w:rsidRPr="00835F44" w:rsidRDefault="00A43E5A" w:rsidP="00284A9D">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712D3A43"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2115CC"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34E1DE1"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6DD3ACC" w14:textId="77777777" w:rsidR="00A43E5A" w:rsidRPr="00835F44" w:rsidRDefault="00A43E5A" w:rsidP="00284A9D">
            <w:pPr>
              <w:pStyle w:val="TAC"/>
            </w:pPr>
            <w:r>
              <w:rPr>
                <w:rFonts w:cs="Arial"/>
                <w:color w:val="000000"/>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302579D4"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8BF8C10"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6D17AE" w14:textId="77777777" w:rsidR="00A43E5A" w:rsidRPr="00835F44" w:rsidRDefault="00A43E5A" w:rsidP="00284A9D">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0F324E33" w14:textId="77777777" w:rsidR="00A43E5A" w:rsidRPr="00835F44" w:rsidRDefault="00A43E5A" w:rsidP="00284A9D">
            <w:pPr>
              <w:pStyle w:val="TAC"/>
            </w:pPr>
            <w:r>
              <w:rPr>
                <w:rFonts w:cs="Arial"/>
                <w:color w:val="000000"/>
                <w:szCs w:val="18"/>
              </w:rPr>
              <w:t>84480</w:t>
            </w:r>
          </w:p>
        </w:tc>
        <w:tc>
          <w:tcPr>
            <w:tcW w:w="1127" w:type="dxa"/>
            <w:tcBorders>
              <w:top w:val="nil"/>
              <w:left w:val="nil"/>
              <w:bottom w:val="single" w:sz="4" w:space="0" w:color="auto"/>
              <w:right w:val="single" w:sz="4" w:space="0" w:color="auto"/>
            </w:tcBorders>
            <w:shd w:val="clear" w:color="auto" w:fill="auto"/>
            <w:noWrap/>
            <w:vAlign w:val="center"/>
            <w:hideMark/>
          </w:tcPr>
          <w:p w14:paraId="17EEA1CB" w14:textId="77777777" w:rsidR="00A43E5A" w:rsidRPr="00835F44" w:rsidRDefault="00A43E5A" w:rsidP="00284A9D">
            <w:pPr>
              <w:pStyle w:val="TAC"/>
            </w:pPr>
            <w:r>
              <w:rPr>
                <w:rFonts w:cs="Arial"/>
                <w:color w:val="000000"/>
                <w:szCs w:val="18"/>
              </w:rPr>
              <w:t>21120</w:t>
            </w:r>
          </w:p>
        </w:tc>
      </w:tr>
      <w:tr w:rsidR="00A43E5A" w:rsidRPr="00835F44" w14:paraId="447CBA9B" w14:textId="77777777" w:rsidTr="00284A9D">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79B7C7A" w14:textId="77777777" w:rsidR="00A43E5A" w:rsidRPr="00835F44" w:rsidRDefault="00A43E5A" w:rsidP="00284A9D">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035892" w14:textId="77777777" w:rsidR="00A43E5A" w:rsidRPr="00835F44" w:rsidRDefault="00A43E5A" w:rsidP="00284A9D">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5269A371" w14:textId="77777777" w:rsidR="00A43E5A" w:rsidRPr="00835F44" w:rsidRDefault="00A43E5A" w:rsidP="00284A9D">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9B00E0D" w14:textId="77777777" w:rsidR="00A43E5A" w:rsidRPr="00835F44" w:rsidRDefault="00A43E5A" w:rsidP="00284A9D">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217E70F" w14:textId="77777777" w:rsidR="00A43E5A" w:rsidRPr="00835F44" w:rsidRDefault="00A43E5A" w:rsidP="00284A9D">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A07F839" w14:textId="77777777" w:rsidR="00A43E5A" w:rsidRPr="00835F44" w:rsidRDefault="00A43E5A" w:rsidP="00284A9D">
            <w:pPr>
              <w:pStyle w:val="TAC"/>
            </w:pPr>
            <w:r>
              <w:rPr>
                <w:rFonts w:cs="Arial"/>
                <w:color w:val="000000"/>
                <w:szCs w:val="18"/>
              </w:rPr>
              <w:t>28168</w:t>
            </w:r>
          </w:p>
        </w:tc>
        <w:tc>
          <w:tcPr>
            <w:tcW w:w="1057" w:type="dxa"/>
            <w:tcBorders>
              <w:top w:val="nil"/>
              <w:left w:val="nil"/>
              <w:bottom w:val="single" w:sz="4" w:space="0" w:color="auto"/>
              <w:right w:val="single" w:sz="4" w:space="0" w:color="auto"/>
            </w:tcBorders>
            <w:shd w:val="clear" w:color="auto" w:fill="auto"/>
            <w:noWrap/>
            <w:vAlign w:val="center"/>
            <w:hideMark/>
          </w:tcPr>
          <w:p w14:paraId="7ECA915F" w14:textId="77777777" w:rsidR="00A43E5A" w:rsidRPr="00835F44" w:rsidRDefault="00A43E5A" w:rsidP="00284A9D">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C37F494" w14:textId="77777777" w:rsidR="00A43E5A" w:rsidRPr="00835F44" w:rsidRDefault="00A43E5A" w:rsidP="00284A9D">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9AEB066" w14:textId="77777777" w:rsidR="00A43E5A" w:rsidRPr="00835F44" w:rsidRDefault="00A43E5A" w:rsidP="00284A9D">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4DB222B4" w14:textId="77777777" w:rsidR="00A43E5A" w:rsidRPr="00835F44" w:rsidRDefault="00A43E5A" w:rsidP="00284A9D">
            <w:pPr>
              <w:pStyle w:val="TAC"/>
            </w:pPr>
            <w:r>
              <w:rPr>
                <w:rFonts w:cs="Arial"/>
                <w:color w:val="000000"/>
                <w:szCs w:val="18"/>
              </w:rPr>
              <w:t>85536</w:t>
            </w:r>
          </w:p>
        </w:tc>
        <w:tc>
          <w:tcPr>
            <w:tcW w:w="1127" w:type="dxa"/>
            <w:tcBorders>
              <w:top w:val="nil"/>
              <w:left w:val="nil"/>
              <w:bottom w:val="single" w:sz="4" w:space="0" w:color="auto"/>
              <w:right w:val="single" w:sz="4" w:space="0" w:color="auto"/>
            </w:tcBorders>
            <w:shd w:val="clear" w:color="auto" w:fill="auto"/>
            <w:noWrap/>
            <w:vAlign w:val="center"/>
            <w:hideMark/>
          </w:tcPr>
          <w:p w14:paraId="45EA3193" w14:textId="77777777" w:rsidR="00A43E5A" w:rsidRPr="00835F44" w:rsidRDefault="00A43E5A" w:rsidP="00284A9D">
            <w:pPr>
              <w:pStyle w:val="TAC"/>
            </w:pPr>
            <w:r>
              <w:rPr>
                <w:rFonts w:cs="Arial"/>
                <w:color w:val="000000"/>
                <w:szCs w:val="18"/>
              </w:rPr>
              <w:t>21384</w:t>
            </w:r>
          </w:p>
        </w:tc>
      </w:tr>
      <w:tr w:rsidR="00A43E5A" w:rsidRPr="00835F44" w14:paraId="4A350A60"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F9CDC"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2016183" w14:textId="77777777" w:rsidR="00A43E5A" w:rsidRPr="003E5DC8" w:rsidRDefault="00A43E5A" w:rsidP="00284A9D">
            <w:pPr>
              <w:pStyle w:val="TAC"/>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A06C445" w14:textId="77777777" w:rsidR="00A43E5A" w:rsidRPr="003E5DC8" w:rsidRDefault="00A43E5A" w:rsidP="00284A9D">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0A45EEA" w14:textId="77777777" w:rsidR="00A43E5A" w:rsidRPr="003E5DC8" w:rsidRDefault="00A43E5A" w:rsidP="00284A9D">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CD9F44D" w14:textId="77777777" w:rsidR="00A43E5A" w:rsidRPr="003E5DC8" w:rsidRDefault="00A43E5A" w:rsidP="00284A9D">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07DF7C7" w14:textId="77777777" w:rsidR="00A43E5A" w:rsidRPr="003E5DC8" w:rsidRDefault="00A43E5A" w:rsidP="00284A9D">
            <w:pPr>
              <w:pStyle w:val="TAC"/>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B9763E9" w14:textId="77777777" w:rsidR="00A43E5A" w:rsidRPr="003E5DC8" w:rsidRDefault="00A43E5A" w:rsidP="00284A9D">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9E0BA96" w14:textId="77777777" w:rsidR="00A43E5A" w:rsidRPr="003E5DC8" w:rsidRDefault="00A43E5A" w:rsidP="00284A9D">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D62D744" w14:textId="77777777" w:rsidR="00A43E5A" w:rsidRPr="003E5DC8" w:rsidRDefault="00A43E5A" w:rsidP="00284A9D">
            <w:pPr>
              <w:pStyle w:val="TAC"/>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3E9568B" w14:textId="77777777" w:rsidR="00A43E5A" w:rsidRPr="003E5DC8" w:rsidRDefault="00A43E5A" w:rsidP="00284A9D">
            <w:pPr>
              <w:pStyle w:val="TAC"/>
            </w:pPr>
            <w:r>
              <w:rPr>
                <w:rFonts w:cs="Arial"/>
                <w:color w:val="000000"/>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9AA02AA" w14:textId="77777777" w:rsidR="00A43E5A" w:rsidRPr="003E5DC8" w:rsidRDefault="00A43E5A" w:rsidP="00284A9D">
            <w:pPr>
              <w:pStyle w:val="TAC"/>
            </w:pPr>
            <w:r>
              <w:rPr>
                <w:rFonts w:cs="Arial"/>
                <w:color w:val="000000"/>
                <w:szCs w:val="18"/>
              </w:rPr>
              <w:t>28512</w:t>
            </w:r>
          </w:p>
        </w:tc>
      </w:tr>
      <w:tr w:rsidR="00A43E5A" w:rsidRPr="00835F44" w14:paraId="7070F1F1"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BDDD0"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0D965B4" w14:textId="77777777" w:rsidR="00A43E5A" w:rsidRPr="003E5DC8" w:rsidRDefault="00A43E5A" w:rsidP="00284A9D">
            <w:pPr>
              <w:pStyle w:val="TAC"/>
            </w:pPr>
            <w:r>
              <w:rPr>
                <w:rFonts w:cs="Arial"/>
                <w:color w:val="000000"/>
                <w:szCs w:val="18"/>
              </w:rPr>
              <w:t>243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F1F8F06" w14:textId="77777777" w:rsidR="00A43E5A" w:rsidRPr="003E5DC8" w:rsidRDefault="00A43E5A" w:rsidP="00284A9D">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8BE8A7B" w14:textId="77777777" w:rsidR="00A43E5A" w:rsidRPr="003E5DC8" w:rsidRDefault="00A43E5A" w:rsidP="00284A9D">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0D37E74" w14:textId="77777777" w:rsidR="00A43E5A" w:rsidRPr="003E5DC8" w:rsidRDefault="00A43E5A" w:rsidP="00284A9D">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CA705F3" w14:textId="77777777" w:rsidR="00A43E5A" w:rsidRPr="003E5DC8" w:rsidRDefault="00A43E5A" w:rsidP="00284A9D">
            <w:pPr>
              <w:pStyle w:val="TAC"/>
            </w:pPr>
            <w:r>
              <w:rPr>
                <w:rFonts w:cs="Arial"/>
                <w:color w:val="000000"/>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E9C2501" w14:textId="77777777" w:rsidR="00A43E5A" w:rsidRPr="003E5DC8" w:rsidRDefault="00A43E5A" w:rsidP="00284A9D">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7445628" w14:textId="77777777" w:rsidR="00A43E5A" w:rsidRPr="003E5DC8" w:rsidRDefault="00A43E5A" w:rsidP="00284A9D">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3A9F840" w14:textId="77777777" w:rsidR="00A43E5A" w:rsidRPr="003E5DC8" w:rsidRDefault="00A43E5A" w:rsidP="00284A9D">
            <w:pPr>
              <w:pStyle w:val="TAC"/>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AA5802D" w14:textId="77777777" w:rsidR="00A43E5A" w:rsidRPr="003E5DC8" w:rsidRDefault="00A43E5A" w:rsidP="00284A9D">
            <w:pPr>
              <w:pStyle w:val="TAC"/>
            </w:pPr>
            <w:r>
              <w:rPr>
                <w:rFonts w:cs="Arial"/>
                <w:color w:val="000000"/>
                <w:szCs w:val="18"/>
              </w:rPr>
              <w:t>128304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A32F86A" w14:textId="77777777" w:rsidR="00A43E5A" w:rsidRPr="003E5DC8" w:rsidRDefault="00A43E5A" w:rsidP="00284A9D">
            <w:pPr>
              <w:pStyle w:val="TAC"/>
            </w:pPr>
            <w:r>
              <w:rPr>
                <w:rFonts w:cs="Arial"/>
                <w:color w:val="000000"/>
                <w:szCs w:val="18"/>
              </w:rPr>
              <w:t>32076</w:t>
            </w:r>
          </w:p>
        </w:tc>
      </w:tr>
      <w:tr w:rsidR="00A43E5A" w:rsidRPr="00835F44" w14:paraId="592A2580" w14:textId="77777777" w:rsidTr="00284A9D">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E98EC" w14:textId="77777777" w:rsidR="00A43E5A" w:rsidRPr="00835F44" w:rsidRDefault="00A43E5A" w:rsidP="00284A9D">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D3D5EA4" w14:textId="77777777" w:rsidR="00A43E5A" w:rsidRPr="003E5DC8" w:rsidRDefault="00A43E5A" w:rsidP="00284A9D">
            <w:pPr>
              <w:pStyle w:val="TAC"/>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664894D" w14:textId="77777777" w:rsidR="00A43E5A" w:rsidRPr="003E5DC8" w:rsidRDefault="00A43E5A" w:rsidP="00284A9D">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9F43301" w14:textId="77777777" w:rsidR="00A43E5A" w:rsidRPr="003E5DC8" w:rsidRDefault="00A43E5A" w:rsidP="00284A9D">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85573B8" w14:textId="77777777" w:rsidR="00A43E5A" w:rsidRPr="003E5DC8" w:rsidRDefault="00A43E5A" w:rsidP="00284A9D">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1454931" w14:textId="77777777" w:rsidR="00A43E5A" w:rsidRPr="003E5DC8" w:rsidRDefault="00A43E5A" w:rsidP="00284A9D">
            <w:pPr>
              <w:pStyle w:val="TAC"/>
            </w:pPr>
            <w:r>
              <w:rPr>
                <w:rFonts w:cs="Arial"/>
                <w:color w:val="000000"/>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A158D47" w14:textId="77777777" w:rsidR="00A43E5A" w:rsidRPr="003E5DC8" w:rsidRDefault="00A43E5A" w:rsidP="00284A9D">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7D9CAA5" w14:textId="77777777" w:rsidR="00A43E5A" w:rsidRPr="003E5DC8" w:rsidRDefault="00A43E5A" w:rsidP="00284A9D">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93FBF75" w14:textId="77777777" w:rsidR="00A43E5A" w:rsidRPr="003E5DC8" w:rsidRDefault="00A43E5A" w:rsidP="00284A9D">
            <w:pPr>
              <w:pStyle w:val="TAC"/>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DA0C917" w14:textId="77777777" w:rsidR="00A43E5A" w:rsidRPr="003E5DC8" w:rsidRDefault="00A43E5A" w:rsidP="00284A9D">
            <w:pPr>
              <w:pStyle w:val="TAC"/>
            </w:pPr>
            <w:r>
              <w:rPr>
                <w:rFonts w:cs="Arial"/>
                <w:color w:val="000000"/>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C4F4C2E" w14:textId="77777777" w:rsidR="00A43E5A" w:rsidRPr="003E5DC8" w:rsidRDefault="00A43E5A" w:rsidP="00284A9D">
            <w:pPr>
              <w:pStyle w:val="TAC"/>
            </w:pPr>
            <w:r>
              <w:rPr>
                <w:rFonts w:cs="Arial"/>
                <w:color w:val="000000"/>
                <w:szCs w:val="18"/>
              </w:rPr>
              <w:t>35640</w:t>
            </w:r>
          </w:p>
        </w:tc>
      </w:tr>
      <w:tr w:rsidR="00A43E5A" w:rsidRPr="00835F44" w14:paraId="22164BC8" w14:textId="77777777" w:rsidTr="00284A9D">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0ED8075" w14:textId="77777777" w:rsidR="00A43E5A" w:rsidRPr="00835F44" w:rsidRDefault="00A43E5A" w:rsidP="00284A9D">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7265E3FD" w14:textId="77777777" w:rsidR="00A43E5A" w:rsidRPr="00835F44" w:rsidRDefault="00A43E5A" w:rsidP="00284A9D">
            <w:pPr>
              <w:pStyle w:val="TAN"/>
            </w:pPr>
            <w:r w:rsidRPr="00835F44">
              <w:t>NOTE 2:</w:t>
            </w:r>
            <w:r w:rsidRPr="00835F44">
              <w:tab/>
              <w:t>MCS Index is based on MCS table 6.1.4.1-1 defined in TS 38.214 [10].</w:t>
            </w:r>
          </w:p>
          <w:p w14:paraId="49E858CC" w14:textId="77777777" w:rsidR="00A43E5A" w:rsidRDefault="00A43E5A" w:rsidP="00284A9D">
            <w:pPr>
              <w:pStyle w:val="TAN"/>
            </w:pPr>
            <w:r w:rsidRPr="00835F44">
              <w:t>NOTE 3:</w:t>
            </w:r>
            <w:r w:rsidRPr="00835F44">
              <w:tab/>
              <w:t>If more than one Code Block is present, an additional CRC sequence of L = 24 Bits is attached to each Code Block (otherwise L = 0 Bit)</w:t>
            </w:r>
          </w:p>
          <w:p w14:paraId="71A3558F" w14:textId="77777777" w:rsidR="00A43E5A" w:rsidRPr="001F4A8E" w:rsidRDefault="00A43E5A" w:rsidP="00284A9D">
            <w:pPr>
              <w:pStyle w:val="TAC"/>
              <w:jc w:val="left"/>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0086A029" w14:textId="740E3FF1" w:rsidR="00A43E5A" w:rsidRPr="001C0CC4" w:rsidRDefault="00A43E5A" w:rsidP="00A43E5A">
      <w:pPr>
        <w:spacing w:after="0"/>
        <w:rPr>
          <w:rFonts w:ascii="Arial" w:hAnsi="Arial"/>
          <w:b/>
        </w:rPr>
      </w:pPr>
    </w:p>
    <w:p w14:paraId="47BAFA05" w14:textId="61B7EE05" w:rsidR="00A43E5A" w:rsidRPr="001C0CC4" w:rsidRDefault="00A43E5A" w:rsidP="00A43E5A">
      <w:pPr>
        <w:pStyle w:val="TH"/>
      </w:pPr>
      <w:r w:rsidRPr="001C0CC4">
        <w:t xml:space="preserve">Table A.2.2.3-2: </w:t>
      </w:r>
      <w:r>
        <w:t>Void</w:t>
      </w:r>
    </w:p>
    <w:p w14:paraId="45E0D939" w14:textId="1054821E" w:rsidR="00A43E5A" w:rsidRPr="001C0CC4" w:rsidRDefault="00A43E5A" w:rsidP="00A43E5A">
      <w:pPr>
        <w:pStyle w:val="TH"/>
      </w:pPr>
      <w:r w:rsidRPr="001C0CC4">
        <w:t xml:space="preserve">Table A.2.2.3-3: </w:t>
      </w:r>
      <w:r>
        <w:t>Void</w:t>
      </w:r>
    </w:p>
    <w:p w14:paraId="1A7C41F5" w14:textId="77777777" w:rsidR="00A43E5A" w:rsidRPr="001C0CC4" w:rsidRDefault="00A43E5A" w:rsidP="00A43E5A"/>
    <w:p w14:paraId="2BFB0B61" w14:textId="77777777" w:rsidR="00A43E5A" w:rsidRPr="001C0CC4" w:rsidRDefault="00A43E5A" w:rsidP="004A5871">
      <w:pPr>
        <w:pStyle w:val="Heading3"/>
        <w:pageBreakBefore/>
        <w:rPr>
          <w:snapToGrid w:val="0"/>
        </w:rPr>
      </w:pPr>
      <w:bookmarkStart w:id="145" w:name="_Toc21344523"/>
      <w:bookmarkStart w:id="146" w:name="_Toc29802011"/>
      <w:bookmarkStart w:id="147" w:name="_Toc29802435"/>
      <w:bookmarkStart w:id="148" w:name="_Toc29803060"/>
      <w:bookmarkStart w:id="149" w:name="_Toc36107802"/>
      <w:bookmarkStart w:id="150" w:name="_Toc37251576"/>
      <w:bookmarkStart w:id="151" w:name="_Toc45888515"/>
      <w:bookmarkStart w:id="152" w:name="_Toc45889114"/>
      <w:bookmarkStart w:id="153" w:name="_Toc59650487"/>
      <w:bookmarkStart w:id="154" w:name="_Toc61357759"/>
      <w:bookmarkStart w:id="155" w:name="_Toc61359533"/>
      <w:bookmarkStart w:id="156" w:name="_Toc67916473"/>
      <w:bookmarkStart w:id="157" w:name="_Toc75534019"/>
      <w:bookmarkStart w:id="158" w:name="_Toc75819905"/>
      <w:bookmarkStart w:id="159" w:name="_Toc76508749"/>
      <w:bookmarkStart w:id="160" w:name="_Toc76717699"/>
      <w:bookmarkStart w:id="161" w:name="_Toc83294340"/>
      <w:bookmarkStart w:id="162" w:name="_Toc84335379"/>
      <w:r w:rsidRPr="001C0CC4">
        <w:rPr>
          <w:snapToGrid w:val="0"/>
        </w:rPr>
        <w:lastRenderedPageBreak/>
        <w:t>A.2.2.4</w:t>
      </w:r>
      <w:r w:rsidRPr="001C0CC4">
        <w:rPr>
          <w:snapToGrid w:val="0"/>
        </w:rPr>
        <w:tab/>
        <w:t>DFT-s-OFDM 64QAM</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58F044A1" w14:textId="06451AA1" w:rsidR="00A43E5A" w:rsidRPr="001C0CC4" w:rsidRDefault="00A43E5A" w:rsidP="00A43E5A">
      <w:pPr>
        <w:pStyle w:val="TH"/>
      </w:pPr>
      <w:r w:rsidRPr="001C0CC4">
        <w:t>Table A.2.2.4-1: Reference Channels for DFT-s-OFDM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A01124" w:rsidRPr="00835F44" w14:paraId="3FCD2DBC"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15428C45" w14:textId="77777777" w:rsidR="00A01124" w:rsidRPr="00835F44" w:rsidRDefault="00A01124"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350C027E" w14:textId="77777777" w:rsidR="00A01124" w:rsidRPr="001F4A8E" w:rsidRDefault="00A01124"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28C863EE" w14:textId="77777777" w:rsidR="00A01124" w:rsidRPr="00835F44" w:rsidRDefault="00A01124" w:rsidP="000F533E">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2AAE783B" w14:textId="77777777" w:rsidR="00A01124" w:rsidRPr="00835F44" w:rsidRDefault="00A01124"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02472FF3" w14:textId="77777777" w:rsidR="00A01124" w:rsidRPr="00835F44" w:rsidRDefault="00A01124"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00073FD1" w14:textId="77777777" w:rsidR="00A01124" w:rsidRPr="00835F44" w:rsidRDefault="00A01124"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3127F3CB" w14:textId="77777777" w:rsidR="00A01124" w:rsidRPr="00835F44" w:rsidRDefault="00A01124"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64C08C6D" w14:textId="77777777" w:rsidR="00A01124" w:rsidRPr="00835F44" w:rsidRDefault="00A01124"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49D83116" w14:textId="77777777" w:rsidR="00A01124" w:rsidRPr="00835F44" w:rsidRDefault="00A01124"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5E00857" w14:textId="77777777" w:rsidR="00A01124" w:rsidRPr="00835F44" w:rsidRDefault="00A01124"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7EACA1EE" w14:textId="77777777" w:rsidR="00A01124" w:rsidRPr="00835F44" w:rsidRDefault="00A01124" w:rsidP="000F533E">
            <w:pPr>
              <w:pStyle w:val="TAH"/>
            </w:pPr>
            <w:r w:rsidRPr="00835F44">
              <w:t>Total modulated symbols per slot</w:t>
            </w:r>
          </w:p>
        </w:tc>
      </w:tr>
      <w:tr w:rsidR="00A01124" w:rsidRPr="00835F44" w14:paraId="3A4AAB3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604BF4" w14:textId="77777777" w:rsidR="00A01124" w:rsidRPr="00835F44" w:rsidRDefault="00A01124"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24EB47F" w14:textId="77777777" w:rsidR="00A01124" w:rsidRPr="00835F44" w:rsidRDefault="00A01124"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106F3259" w14:textId="77777777" w:rsidR="00A01124" w:rsidRPr="00835F44" w:rsidRDefault="00A01124"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14EB3B61" w14:textId="77777777" w:rsidR="00A01124" w:rsidRPr="00835F44" w:rsidRDefault="00A01124"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1F51B0D0" w14:textId="77777777" w:rsidR="00A01124" w:rsidRPr="00835F44" w:rsidRDefault="00A01124"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BF8D45C" w14:textId="77777777" w:rsidR="00A01124" w:rsidRPr="00835F44" w:rsidRDefault="00A01124"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33F79B20" w14:textId="77777777" w:rsidR="00A01124" w:rsidRPr="00835F44" w:rsidRDefault="00A01124"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3D06DBF7" w14:textId="77777777" w:rsidR="00A01124" w:rsidRPr="00835F44" w:rsidRDefault="00A01124"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4B315531" w14:textId="77777777" w:rsidR="00A01124" w:rsidRPr="00835F44" w:rsidRDefault="00A01124"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3E9E1710" w14:textId="77777777" w:rsidR="00A01124" w:rsidRPr="00835F44" w:rsidRDefault="00A01124"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51E7879E" w14:textId="77777777" w:rsidR="00A01124" w:rsidRPr="00835F44" w:rsidRDefault="00A01124" w:rsidP="000F533E">
            <w:pPr>
              <w:pStyle w:val="TAH"/>
            </w:pPr>
            <w:r w:rsidRPr="00835F44">
              <w:t> </w:t>
            </w:r>
          </w:p>
        </w:tc>
      </w:tr>
      <w:tr w:rsidR="00A01124" w:rsidRPr="00835F44" w14:paraId="3C4BFD3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D9634C4" w14:textId="77777777" w:rsidR="00A01124" w:rsidRPr="00835F44" w:rsidRDefault="00A01124"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6673255B" w14:textId="77777777" w:rsidR="00A01124" w:rsidRPr="002E47BA" w:rsidRDefault="00A01124" w:rsidP="000F533E">
            <w:pPr>
              <w:pStyle w:val="TAH"/>
              <w:rPr>
                <w:b w:val="0"/>
              </w:rPr>
            </w:pPr>
            <w:r w:rsidRPr="002E47BA">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6A6D124F" w14:textId="77777777" w:rsidR="00A01124" w:rsidRPr="002E47BA" w:rsidRDefault="00A01124" w:rsidP="000F533E">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7564635F" w14:textId="77777777" w:rsidR="00A01124" w:rsidRPr="002E47BA" w:rsidRDefault="00A01124" w:rsidP="000F533E">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bottom"/>
          </w:tcPr>
          <w:p w14:paraId="27452B53" w14:textId="77777777" w:rsidR="00A01124" w:rsidRPr="002E47BA" w:rsidRDefault="00A01124" w:rsidP="000F533E">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bottom"/>
          </w:tcPr>
          <w:p w14:paraId="239BD3B7" w14:textId="77777777" w:rsidR="00A01124" w:rsidRPr="002E47BA" w:rsidRDefault="00A01124" w:rsidP="000F533E">
            <w:pPr>
              <w:pStyle w:val="TAH"/>
              <w:rPr>
                <w:b w:val="0"/>
              </w:rPr>
            </w:pPr>
            <w:r w:rsidRPr="002E47BA">
              <w:rPr>
                <w:b w:val="0"/>
              </w:rPr>
              <w:t>408</w:t>
            </w:r>
          </w:p>
        </w:tc>
        <w:tc>
          <w:tcPr>
            <w:tcW w:w="1057" w:type="dxa"/>
            <w:tcBorders>
              <w:top w:val="nil"/>
              <w:left w:val="nil"/>
              <w:bottom w:val="single" w:sz="4" w:space="0" w:color="auto"/>
              <w:right w:val="single" w:sz="4" w:space="0" w:color="auto"/>
            </w:tcBorders>
            <w:shd w:val="clear" w:color="auto" w:fill="auto"/>
            <w:noWrap/>
            <w:vAlign w:val="bottom"/>
          </w:tcPr>
          <w:p w14:paraId="2C15CEAD" w14:textId="77777777" w:rsidR="00A01124" w:rsidRPr="002E47BA" w:rsidRDefault="00A01124" w:rsidP="000F533E">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5BA6895B" w14:textId="77777777" w:rsidR="00A01124" w:rsidRPr="002E47BA" w:rsidRDefault="00A01124" w:rsidP="000F533E">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1EF03EFA" w14:textId="77777777" w:rsidR="00A01124" w:rsidRPr="002E47BA" w:rsidRDefault="00A01124" w:rsidP="000F533E">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01ACCB46" w14:textId="77777777" w:rsidR="00A01124" w:rsidRPr="002E47BA" w:rsidRDefault="00A01124" w:rsidP="000F533E">
            <w:pPr>
              <w:pStyle w:val="TAH"/>
              <w:rPr>
                <w:b w:val="0"/>
              </w:rPr>
            </w:pPr>
            <w:r w:rsidRPr="002E47BA">
              <w:rPr>
                <w:b w:val="0"/>
              </w:rPr>
              <w:t>792</w:t>
            </w:r>
          </w:p>
        </w:tc>
        <w:tc>
          <w:tcPr>
            <w:tcW w:w="1127" w:type="dxa"/>
            <w:tcBorders>
              <w:top w:val="nil"/>
              <w:left w:val="nil"/>
              <w:bottom w:val="single" w:sz="4" w:space="0" w:color="auto"/>
              <w:right w:val="single" w:sz="4" w:space="0" w:color="auto"/>
            </w:tcBorders>
            <w:shd w:val="clear" w:color="auto" w:fill="auto"/>
            <w:noWrap/>
            <w:vAlign w:val="bottom"/>
          </w:tcPr>
          <w:p w14:paraId="5CFEF6B9" w14:textId="77777777" w:rsidR="00A01124" w:rsidRPr="002E47BA" w:rsidRDefault="00A01124" w:rsidP="000F533E">
            <w:pPr>
              <w:pStyle w:val="TAH"/>
              <w:rPr>
                <w:b w:val="0"/>
              </w:rPr>
            </w:pPr>
            <w:r w:rsidRPr="002E47BA">
              <w:rPr>
                <w:b w:val="0"/>
              </w:rPr>
              <w:t>132</w:t>
            </w:r>
          </w:p>
        </w:tc>
      </w:tr>
      <w:tr w:rsidR="00A01124" w:rsidRPr="00835F44" w14:paraId="417437E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A3CED15" w14:textId="77777777" w:rsidR="00A01124" w:rsidRPr="00835F44" w:rsidRDefault="00A01124" w:rsidP="000F533E">
            <w:pPr>
              <w:pStyle w:val="TAH"/>
            </w:pPr>
          </w:p>
        </w:tc>
        <w:tc>
          <w:tcPr>
            <w:tcW w:w="1027" w:type="dxa"/>
            <w:tcBorders>
              <w:top w:val="nil"/>
              <w:left w:val="nil"/>
              <w:bottom w:val="single" w:sz="4" w:space="0" w:color="auto"/>
              <w:right w:val="single" w:sz="4" w:space="0" w:color="auto"/>
            </w:tcBorders>
            <w:shd w:val="clear" w:color="auto" w:fill="auto"/>
            <w:noWrap/>
            <w:vAlign w:val="center"/>
          </w:tcPr>
          <w:p w14:paraId="1E6025E2" w14:textId="77777777" w:rsidR="00A01124" w:rsidRPr="002E47BA" w:rsidRDefault="00A01124" w:rsidP="000F533E">
            <w:pPr>
              <w:pStyle w:val="TAH"/>
              <w:rPr>
                <w:b w:val="0"/>
              </w:rPr>
            </w:pPr>
            <w:r w:rsidRPr="002E47BA">
              <w:rPr>
                <w:b w:val="0"/>
              </w:rPr>
              <w:t>5</w:t>
            </w:r>
          </w:p>
        </w:tc>
        <w:tc>
          <w:tcPr>
            <w:tcW w:w="967" w:type="dxa"/>
            <w:tcBorders>
              <w:top w:val="nil"/>
              <w:left w:val="nil"/>
              <w:bottom w:val="single" w:sz="4" w:space="0" w:color="auto"/>
              <w:right w:val="single" w:sz="4" w:space="0" w:color="auto"/>
            </w:tcBorders>
            <w:shd w:val="clear" w:color="auto" w:fill="auto"/>
            <w:noWrap/>
            <w:vAlign w:val="center"/>
          </w:tcPr>
          <w:p w14:paraId="699A0E1D" w14:textId="77777777" w:rsidR="00A01124" w:rsidRPr="002E47BA" w:rsidRDefault="00A01124" w:rsidP="000F533E">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center"/>
          </w:tcPr>
          <w:p w14:paraId="561C6585" w14:textId="77777777" w:rsidR="00A01124" w:rsidRPr="002E47BA" w:rsidRDefault="00A01124" w:rsidP="000F533E">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center"/>
          </w:tcPr>
          <w:p w14:paraId="1A6F8A3E" w14:textId="77777777" w:rsidR="00A01124" w:rsidRPr="002E47BA" w:rsidRDefault="00A01124" w:rsidP="000F533E">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center"/>
          </w:tcPr>
          <w:p w14:paraId="441727B8" w14:textId="77777777" w:rsidR="00A01124" w:rsidRPr="002E47BA" w:rsidRDefault="00A01124" w:rsidP="000F533E">
            <w:pPr>
              <w:pStyle w:val="TAH"/>
              <w:rPr>
                <w:b w:val="0"/>
              </w:rPr>
            </w:pPr>
            <w:r w:rsidRPr="002E47BA">
              <w:rPr>
                <w:b w:val="0"/>
              </w:rPr>
              <w:t>2024</w:t>
            </w:r>
          </w:p>
        </w:tc>
        <w:tc>
          <w:tcPr>
            <w:tcW w:w="1057" w:type="dxa"/>
            <w:tcBorders>
              <w:top w:val="nil"/>
              <w:left w:val="nil"/>
              <w:bottom w:val="single" w:sz="4" w:space="0" w:color="auto"/>
              <w:right w:val="single" w:sz="4" w:space="0" w:color="auto"/>
            </w:tcBorders>
            <w:shd w:val="clear" w:color="auto" w:fill="auto"/>
            <w:noWrap/>
            <w:vAlign w:val="center"/>
          </w:tcPr>
          <w:p w14:paraId="475B845A" w14:textId="77777777" w:rsidR="00A01124" w:rsidRPr="002E47BA" w:rsidRDefault="00A01124" w:rsidP="000F533E">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center"/>
          </w:tcPr>
          <w:p w14:paraId="1CF1479D" w14:textId="77777777" w:rsidR="00A01124" w:rsidRPr="002E47BA" w:rsidRDefault="00A01124" w:rsidP="000F533E">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center"/>
          </w:tcPr>
          <w:p w14:paraId="6F55207C" w14:textId="77777777" w:rsidR="00A01124" w:rsidRPr="002E47BA" w:rsidRDefault="00A01124" w:rsidP="000F533E">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center"/>
          </w:tcPr>
          <w:p w14:paraId="2FCC15B5" w14:textId="77777777" w:rsidR="00A01124" w:rsidRPr="002E47BA" w:rsidRDefault="00A01124" w:rsidP="000F533E">
            <w:pPr>
              <w:pStyle w:val="TAH"/>
              <w:rPr>
                <w:b w:val="0"/>
              </w:rPr>
            </w:pPr>
            <w:r w:rsidRPr="002E47BA">
              <w:rPr>
                <w:b w:val="0"/>
              </w:rPr>
              <w:t>3960</w:t>
            </w:r>
          </w:p>
        </w:tc>
        <w:tc>
          <w:tcPr>
            <w:tcW w:w="1127" w:type="dxa"/>
            <w:tcBorders>
              <w:top w:val="nil"/>
              <w:left w:val="nil"/>
              <w:bottom w:val="single" w:sz="4" w:space="0" w:color="auto"/>
              <w:right w:val="single" w:sz="4" w:space="0" w:color="auto"/>
            </w:tcBorders>
            <w:shd w:val="clear" w:color="auto" w:fill="auto"/>
            <w:noWrap/>
            <w:vAlign w:val="center"/>
          </w:tcPr>
          <w:p w14:paraId="43698085" w14:textId="77777777" w:rsidR="00A01124" w:rsidRPr="002E47BA" w:rsidRDefault="00A01124" w:rsidP="000F533E">
            <w:pPr>
              <w:pStyle w:val="TAH"/>
              <w:rPr>
                <w:b w:val="0"/>
              </w:rPr>
            </w:pPr>
            <w:r w:rsidRPr="002E47BA">
              <w:rPr>
                <w:b w:val="0"/>
              </w:rPr>
              <w:t>660</w:t>
            </w:r>
          </w:p>
        </w:tc>
      </w:tr>
      <w:tr w:rsidR="00A01124" w:rsidRPr="00835F44" w14:paraId="5D18046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2913445" w14:textId="77777777" w:rsidR="00A01124" w:rsidRPr="00835F44" w:rsidRDefault="00A01124" w:rsidP="000F533E">
            <w:pPr>
              <w:pStyle w:val="TAH"/>
            </w:pPr>
          </w:p>
        </w:tc>
        <w:tc>
          <w:tcPr>
            <w:tcW w:w="1027" w:type="dxa"/>
            <w:tcBorders>
              <w:top w:val="nil"/>
              <w:left w:val="nil"/>
              <w:bottom w:val="single" w:sz="4" w:space="0" w:color="auto"/>
              <w:right w:val="single" w:sz="4" w:space="0" w:color="auto"/>
            </w:tcBorders>
            <w:shd w:val="clear" w:color="auto" w:fill="auto"/>
            <w:noWrap/>
            <w:vAlign w:val="center"/>
          </w:tcPr>
          <w:p w14:paraId="378EFA02" w14:textId="77777777" w:rsidR="00A01124" w:rsidRPr="002E47BA" w:rsidRDefault="00A01124" w:rsidP="000F533E">
            <w:pPr>
              <w:pStyle w:val="TAH"/>
              <w:rPr>
                <w:b w:val="0"/>
              </w:rPr>
            </w:pPr>
            <w:r w:rsidRPr="002E47BA">
              <w:rPr>
                <w:b w:val="0"/>
              </w:rPr>
              <w:t>9</w:t>
            </w:r>
          </w:p>
        </w:tc>
        <w:tc>
          <w:tcPr>
            <w:tcW w:w="967" w:type="dxa"/>
            <w:tcBorders>
              <w:top w:val="nil"/>
              <w:left w:val="nil"/>
              <w:bottom w:val="single" w:sz="4" w:space="0" w:color="auto"/>
              <w:right w:val="single" w:sz="4" w:space="0" w:color="auto"/>
            </w:tcBorders>
            <w:shd w:val="clear" w:color="auto" w:fill="auto"/>
            <w:noWrap/>
            <w:vAlign w:val="center"/>
          </w:tcPr>
          <w:p w14:paraId="0319E863" w14:textId="77777777" w:rsidR="00A01124" w:rsidRPr="002E47BA" w:rsidRDefault="00A01124" w:rsidP="000F533E">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center"/>
          </w:tcPr>
          <w:p w14:paraId="13F4C049" w14:textId="77777777" w:rsidR="00A01124" w:rsidRPr="002E47BA" w:rsidRDefault="00A01124" w:rsidP="000F533E">
            <w:pPr>
              <w:pStyle w:val="TAH"/>
              <w:rPr>
                <w:b w:val="0"/>
              </w:rPr>
            </w:pPr>
            <w:r w:rsidRPr="002E47BA">
              <w:rPr>
                <w:b w:val="0"/>
              </w:rPr>
              <w:t>64QAM</w:t>
            </w:r>
          </w:p>
        </w:tc>
        <w:tc>
          <w:tcPr>
            <w:tcW w:w="890" w:type="dxa"/>
            <w:tcBorders>
              <w:top w:val="nil"/>
              <w:left w:val="nil"/>
              <w:bottom w:val="single" w:sz="4" w:space="0" w:color="auto"/>
              <w:right w:val="single" w:sz="4" w:space="0" w:color="auto"/>
            </w:tcBorders>
            <w:shd w:val="clear" w:color="auto" w:fill="auto"/>
            <w:noWrap/>
            <w:vAlign w:val="center"/>
          </w:tcPr>
          <w:p w14:paraId="2F816B58" w14:textId="77777777" w:rsidR="00A01124" w:rsidRPr="002E47BA" w:rsidRDefault="00A01124" w:rsidP="000F533E">
            <w:pPr>
              <w:pStyle w:val="TAH"/>
              <w:rPr>
                <w:b w:val="0"/>
              </w:rPr>
            </w:pPr>
            <w:r w:rsidRPr="002E47BA">
              <w:rPr>
                <w:b w:val="0"/>
              </w:rPr>
              <w:t>18</w:t>
            </w:r>
          </w:p>
        </w:tc>
        <w:tc>
          <w:tcPr>
            <w:tcW w:w="926" w:type="dxa"/>
            <w:tcBorders>
              <w:top w:val="nil"/>
              <w:left w:val="nil"/>
              <w:bottom w:val="single" w:sz="4" w:space="0" w:color="auto"/>
              <w:right w:val="single" w:sz="4" w:space="0" w:color="auto"/>
            </w:tcBorders>
            <w:shd w:val="clear" w:color="auto" w:fill="auto"/>
            <w:noWrap/>
            <w:vAlign w:val="center"/>
          </w:tcPr>
          <w:p w14:paraId="12FFC9A4" w14:textId="77777777" w:rsidR="00A01124" w:rsidRPr="002E47BA" w:rsidRDefault="00A01124" w:rsidP="000F533E">
            <w:pPr>
              <w:pStyle w:val="TAH"/>
              <w:rPr>
                <w:b w:val="0"/>
              </w:rPr>
            </w:pPr>
            <w:r w:rsidRPr="002E47BA">
              <w:rPr>
                <w:b w:val="0"/>
              </w:rPr>
              <w:t>3624</w:t>
            </w:r>
          </w:p>
        </w:tc>
        <w:tc>
          <w:tcPr>
            <w:tcW w:w="1057" w:type="dxa"/>
            <w:tcBorders>
              <w:top w:val="nil"/>
              <w:left w:val="nil"/>
              <w:bottom w:val="single" w:sz="4" w:space="0" w:color="auto"/>
              <w:right w:val="single" w:sz="4" w:space="0" w:color="auto"/>
            </w:tcBorders>
            <w:shd w:val="clear" w:color="auto" w:fill="auto"/>
            <w:noWrap/>
            <w:vAlign w:val="center"/>
          </w:tcPr>
          <w:p w14:paraId="79E754AB" w14:textId="77777777" w:rsidR="00A01124" w:rsidRPr="002E47BA" w:rsidRDefault="00A01124" w:rsidP="000F533E">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center"/>
          </w:tcPr>
          <w:p w14:paraId="3AA817E3" w14:textId="77777777" w:rsidR="00A01124" w:rsidRPr="002E47BA" w:rsidRDefault="00A01124" w:rsidP="000F533E">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center"/>
          </w:tcPr>
          <w:p w14:paraId="5DA92B5E" w14:textId="77777777" w:rsidR="00A01124" w:rsidRPr="002E47BA" w:rsidRDefault="00A01124" w:rsidP="000F533E">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center"/>
          </w:tcPr>
          <w:p w14:paraId="3DF18F10" w14:textId="77777777" w:rsidR="00A01124" w:rsidRPr="002E47BA" w:rsidRDefault="00A01124" w:rsidP="000F533E">
            <w:pPr>
              <w:pStyle w:val="TAH"/>
              <w:rPr>
                <w:b w:val="0"/>
              </w:rPr>
            </w:pPr>
            <w:r w:rsidRPr="002E47BA">
              <w:rPr>
                <w:b w:val="0"/>
              </w:rPr>
              <w:t>7128</w:t>
            </w:r>
          </w:p>
        </w:tc>
        <w:tc>
          <w:tcPr>
            <w:tcW w:w="1127" w:type="dxa"/>
            <w:tcBorders>
              <w:top w:val="nil"/>
              <w:left w:val="nil"/>
              <w:bottom w:val="single" w:sz="4" w:space="0" w:color="auto"/>
              <w:right w:val="single" w:sz="4" w:space="0" w:color="auto"/>
            </w:tcBorders>
            <w:shd w:val="clear" w:color="auto" w:fill="auto"/>
            <w:noWrap/>
            <w:vAlign w:val="center"/>
          </w:tcPr>
          <w:p w14:paraId="770A3173" w14:textId="77777777" w:rsidR="00A01124" w:rsidRPr="002E47BA" w:rsidRDefault="00A01124" w:rsidP="000F533E">
            <w:pPr>
              <w:pStyle w:val="TAH"/>
              <w:rPr>
                <w:b w:val="0"/>
              </w:rPr>
            </w:pPr>
            <w:r w:rsidRPr="002E47BA">
              <w:rPr>
                <w:b w:val="0"/>
              </w:rPr>
              <w:t>1188</w:t>
            </w:r>
          </w:p>
        </w:tc>
      </w:tr>
      <w:tr w:rsidR="00A01124" w:rsidRPr="00835F44" w14:paraId="73B4B49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6DFEE4"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FD86D5B" w14:textId="77777777" w:rsidR="00A01124" w:rsidRPr="00835F44" w:rsidRDefault="00A01124" w:rsidP="000F533E">
            <w:pPr>
              <w:pStyle w:val="TAC"/>
            </w:pPr>
            <w:r>
              <w:t>10</w:t>
            </w:r>
          </w:p>
        </w:tc>
        <w:tc>
          <w:tcPr>
            <w:tcW w:w="967" w:type="dxa"/>
            <w:tcBorders>
              <w:top w:val="nil"/>
              <w:left w:val="nil"/>
              <w:bottom w:val="single" w:sz="4" w:space="0" w:color="auto"/>
              <w:right w:val="single" w:sz="4" w:space="0" w:color="auto"/>
            </w:tcBorders>
            <w:shd w:val="clear" w:color="auto" w:fill="auto"/>
            <w:noWrap/>
            <w:vAlign w:val="center"/>
            <w:hideMark/>
          </w:tcPr>
          <w:p w14:paraId="2CE83811"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3BBAF54"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32420A79"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A989F72" w14:textId="77777777" w:rsidR="00A01124" w:rsidRPr="00835F44" w:rsidRDefault="00A01124" w:rsidP="000F533E">
            <w:pPr>
              <w:pStyle w:val="TAC"/>
            </w:pPr>
            <w:r>
              <w:t>3968</w:t>
            </w:r>
          </w:p>
        </w:tc>
        <w:tc>
          <w:tcPr>
            <w:tcW w:w="1057" w:type="dxa"/>
            <w:tcBorders>
              <w:top w:val="nil"/>
              <w:left w:val="nil"/>
              <w:bottom w:val="single" w:sz="4" w:space="0" w:color="auto"/>
              <w:right w:val="single" w:sz="4" w:space="0" w:color="auto"/>
            </w:tcBorders>
            <w:shd w:val="clear" w:color="auto" w:fill="auto"/>
            <w:noWrap/>
            <w:vAlign w:val="center"/>
            <w:hideMark/>
          </w:tcPr>
          <w:p w14:paraId="3C29A9F0"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56927A4"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E22950B" w14:textId="77777777" w:rsidR="00A01124" w:rsidRPr="00835F44" w:rsidRDefault="00A01124" w:rsidP="000F533E">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1FBCB85D" w14:textId="77777777" w:rsidR="00A01124" w:rsidRPr="00835F44" w:rsidRDefault="00A01124" w:rsidP="000F533E">
            <w:pPr>
              <w:pStyle w:val="TAC"/>
            </w:pPr>
            <w:r>
              <w:t>7920</w:t>
            </w:r>
          </w:p>
        </w:tc>
        <w:tc>
          <w:tcPr>
            <w:tcW w:w="1127" w:type="dxa"/>
            <w:tcBorders>
              <w:top w:val="nil"/>
              <w:left w:val="nil"/>
              <w:bottom w:val="single" w:sz="4" w:space="0" w:color="auto"/>
              <w:right w:val="single" w:sz="4" w:space="0" w:color="auto"/>
            </w:tcBorders>
            <w:shd w:val="clear" w:color="auto" w:fill="auto"/>
            <w:noWrap/>
            <w:vAlign w:val="center"/>
            <w:hideMark/>
          </w:tcPr>
          <w:p w14:paraId="25F99ACF" w14:textId="77777777" w:rsidR="00A01124" w:rsidRPr="00835F44" w:rsidRDefault="00A01124" w:rsidP="000F533E">
            <w:pPr>
              <w:pStyle w:val="TAC"/>
            </w:pPr>
            <w:r>
              <w:t>1320</w:t>
            </w:r>
          </w:p>
        </w:tc>
      </w:tr>
      <w:tr w:rsidR="00A01124" w:rsidRPr="00835F44" w14:paraId="0F9529E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767FEF72"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511E16D" w14:textId="77777777" w:rsidR="00A01124" w:rsidRDefault="00A01124" w:rsidP="000F533E">
            <w:pPr>
              <w:pStyle w:val="TAC"/>
            </w:pPr>
            <w:r>
              <w:t>12</w:t>
            </w:r>
          </w:p>
        </w:tc>
        <w:tc>
          <w:tcPr>
            <w:tcW w:w="967" w:type="dxa"/>
            <w:tcBorders>
              <w:top w:val="nil"/>
              <w:left w:val="nil"/>
              <w:bottom w:val="single" w:sz="4" w:space="0" w:color="auto"/>
              <w:right w:val="single" w:sz="4" w:space="0" w:color="auto"/>
            </w:tcBorders>
            <w:shd w:val="clear" w:color="auto" w:fill="auto"/>
            <w:noWrap/>
            <w:vAlign w:val="center"/>
          </w:tcPr>
          <w:p w14:paraId="3A01D390"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731E014B"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61248D1C"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5246568B" w14:textId="77777777" w:rsidR="00A01124" w:rsidRDefault="00A01124" w:rsidP="000F533E">
            <w:pPr>
              <w:pStyle w:val="TAC"/>
            </w:pPr>
            <w:r>
              <w:t>4736</w:t>
            </w:r>
          </w:p>
        </w:tc>
        <w:tc>
          <w:tcPr>
            <w:tcW w:w="1057" w:type="dxa"/>
            <w:tcBorders>
              <w:top w:val="nil"/>
              <w:left w:val="nil"/>
              <w:bottom w:val="single" w:sz="4" w:space="0" w:color="auto"/>
              <w:right w:val="single" w:sz="4" w:space="0" w:color="auto"/>
            </w:tcBorders>
            <w:shd w:val="clear" w:color="auto" w:fill="auto"/>
            <w:noWrap/>
            <w:vAlign w:val="center"/>
          </w:tcPr>
          <w:p w14:paraId="6F72F77F"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288DBDA5"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60B13C2E" w14:textId="77777777" w:rsidR="00A01124" w:rsidRDefault="00A01124" w:rsidP="000F533E">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0A5E975E" w14:textId="77777777" w:rsidR="00A01124" w:rsidRDefault="00A01124" w:rsidP="000F533E">
            <w:pPr>
              <w:pStyle w:val="TAC"/>
            </w:pPr>
            <w:r>
              <w:t>9504</w:t>
            </w:r>
          </w:p>
        </w:tc>
        <w:tc>
          <w:tcPr>
            <w:tcW w:w="1127" w:type="dxa"/>
            <w:tcBorders>
              <w:top w:val="nil"/>
              <w:left w:val="nil"/>
              <w:bottom w:val="single" w:sz="4" w:space="0" w:color="auto"/>
              <w:right w:val="single" w:sz="4" w:space="0" w:color="auto"/>
            </w:tcBorders>
            <w:shd w:val="clear" w:color="auto" w:fill="auto"/>
            <w:noWrap/>
            <w:vAlign w:val="center"/>
          </w:tcPr>
          <w:p w14:paraId="69E19EC7" w14:textId="77777777" w:rsidR="00A01124" w:rsidRDefault="00A01124" w:rsidP="000F533E">
            <w:pPr>
              <w:pStyle w:val="TAC"/>
            </w:pPr>
            <w:r>
              <w:t>1584</w:t>
            </w:r>
          </w:p>
        </w:tc>
      </w:tr>
      <w:tr w:rsidR="00A01124" w:rsidRPr="00835F44" w14:paraId="4E750CD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874AB06"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ED202E8" w14:textId="77777777" w:rsidR="00A01124" w:rsidRDefault="00A01124" w:rsidP="000F533E">
            <w:pPr>
              <w:pStyle w:val="TAC"/>
            </w:pPr>
            <w:r>
              <w:t>15</w:t>
            </w:r>
          </w:p>
        </w:tc>
        <w:tc>
          <w:tcPr>
            <w:tcW w:w="967" w:type="dxa"/>
            <w:tcBorders>
              <w:top w:val="nil"/>
              <w:left w:val="nil"/>
              <w:bottom w:val="single" w:sz="4" w:space="0" w:color="auto"/>
              <w:right w:val="single" w:sz="4" w:space="0" w:color="auto"/>
            </w:tcBorders>
            <w:shd w:val="clear" w:color="auto" w:fill="auto"/>
            <w:noWrap/>
            <w:vAlign w:val="center"/>
          </w:tcPr>
          <w:p w14:paraId="39C6768B"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DBE7A6E"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5F6B8FD2"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3C795E88" w14:textId="77777777" w:rsidR="00A01124" w:rsidRDefault="00A01124" w:rsidP="000F533E">
            <w:pPr>
              <w:pStyle w:val="TAC"/>
            </w:pPr>
            <w:r>
              <w:t>6016</w:t>
            </w:r>
          </w:p>
        </w:tc>
        <w:tc>
          <w:tcPr>
            <w:tcW w:w="1057" w:type="dxa"/>
            <w:tcBorders>
              <w:top w:val="nil"/>
              <w:left w:val="nil"/>
              <w:bottom w:val="single" w:sz="4" w:space="0" w:color="auto"/>
              <w:right w:val="single" w:sz="4" w:space="0" w:color="auto"/>
            </w:tcBorders>
            <w:shd w:val="clear" w:color="auto" w:fill="auto"/>
            <w:noWrap/>
            <w:vAlign w:val="center"/>
          </w:tcPr>
          <w:p w14:paraId="172C48D2"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8F269B9"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26CE91FC" w14:textId="77777777" w:rsidR="00A01124" w:rsidRDefault="00A01124" w:rsidP="000F533E">
            <w:pPr>
              <w:pStyle w:val="TAC"/>
            </w:pPr>
            <w:r>
              <w:t>1</w:t>
            </w:r>
          </w:p>
        </w:tc>
        <w:tc>
          <w:tcPr>
            <w:tcW w:w="925" w:type="dxa"/>
            <w:tcBorders>
              <w:top w:val="nil"/>
              <w:left w:val="nil"/>
              <w:bottom w:val="single" w:sz="4" w:space="0" w:color="auto"/>
              <w:right w:val="single" w:sz="4" w:space="0" w:color="auto"/>
            </w:tcBorders>
            <w:shd w:val="clear" w:color="auto" w:fill="auto"/>
            <w:noWrap/>
            <w:vAlign w:val="center"/>
          </w:tcPr>
          <w:p w14:paraId="5DC337BA" w14:textId="77777777" w:rsidR="00A01124" w:rsidRDefault="00A01124" w:rsidP="000F533E">
            <w:pPr>
              <w:pStyle w:val="TAC"/>
            </w:pPr>
            <w:r>
              <w:t>11880</w:t>
            </w:r>
          </w:p>
        </w:tc>
        <w:tc>
          <w:tcPr>
            <w:tcW w:w="1127" w:type="dxa"/>
            <w:tcBorders>
              <w:top w:val="nil"/>
              <w:left w:val="nil"/>
              <w:bottom w:val="single" w:sz="4" w:space="0" w:color="auto"/>
              <w:right w:val="single" w:sz="4" w:space="0" w:color="auto"/>
            </w:tcBorders>
            <w:shd w:val="clear" w:color="auto" w:fill="auto"/>
            <w:noWrap/>
            <w:vAlign w:val="center"/>
          </w:tcPr>
          <w:p w14:paraId="253DC9D7" w14:textId="77777777" w:rsidR="00A01124" w:rsidRDefault="00A01124" w:rsidP="000F533E">
            <w:pPr>
              <w:pStyle w:val="TAC"/>
            </w:pPr>
            <w:r>
              <w:t>1980</w:t>
            </w:r>
          </w:p>
        </w:tc>
      </w:tr>
      <w:tr w:rsidR="00A01124" w:rsidRPr="00835F44" w14:paraId="11BF721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B7A050B"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2063A5" w14:textId="77777777" w:rsidR="00A01124" w:rsidRPr="00835F44" w:rsidRDefault="00A01124" w:rsidP="000F533E">
            <w:pPr>
              <w:pStyle w:val="TAC"/>
            </w:pPr>
            <w:r>
              <w:t>18</w:t>
            </w:r>
          </w:p>
        </w:tc>
        <w:tc>
          <w:tcPr>
            <w:tcW w:w="967" w:type="dxa"/>
            <w:tcBorders>
              <w:top w:val="nil"/>
              <w:left w:val="nil"/>
              <w:bottom w:val="single" w:sz="4" w:space="0" w:color="auto"/>
              <w:right w:val="single" w:sz="4" w:space="0" w:color="auto"/>
            </w:tcBorders>
            <w:shd w:val="clear" w:color="auto" w:fill="auto"/>
            <w:noWrap/>
            <w:vAlign w:val="center"/>
            <w:hideMark/>
          </w:tcPr>
          <w:p w14:paraId="5C9B731A"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529B9532"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35B77675"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A48316E" w14:textId="77777777" w:rsidR="00A01124" w:rsidRPr="00835F44" w:rsidRDefault="00A01124" w:rsidP="000F533E">
            <w:pPr>
              <w:pStyle w:val="TAC"/>
            </w:pPr>
            <w:r>
              <w:t>7168</w:t>
            </w:r>
          </w:p>
        </w:tc>
        <w:tc>
          <w:tcPr>
            <w:tcW w:w="1057" w:type="dxa"/>
            <w:tcBorders>
              <w:top w:val="nil"/>
              <w:left w:val="nil"/>
              <w:bottom w:val="single" w:sz="4" w:space="0" w:color="auto"/>
              <w:right w:val="single" w:sz="4" w:space="0" w:color="auto"/>
            </w:tcBorders>
            <w:shd w:val="clear" w:color="auto" w:fill="auto"/>
            <w:noWrap/>
            <w:vAlign w:val="center"/>
            <w:hideMark/>
          </w:tcPr>
          <w:p w14:paraId="1E9D3B61"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0FBB9BB"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2410E4F8" w14:textId="77777777" w:rsidR="00A01124" w:rsidRPr="00835F44" w:rsidRDefault="00A01124" w:rsidP="000F533E">
            <w:pPr>
              <w:pStyle w:val="TAC"/>
            </w:pPr>
            <w:r>
              <w:t>1</w:t>
            </w:r>
          </w:p>
        </w:tc>
        <w:tc>
          <w:tcPr>
            <w:tcW w:w="925" w:type="dxa"/>
            <w:tcBorders>
              <w:top w:val="nil"/>
              <w:left w:val="nil"/>
              <w:bottom w:val="single" w:sz="4" w:space="0" w:color="auto"/>
              <w:right w:val="single" w:sz="4" w:space="0" w:color="auto"/>
            </w:tcBorders>
            <w:shd w:val="clear" w:color="auto" w:fill="auto"/>
            <w:noWrap/>
            <w:vAlign w:val="center"/>
            <w:hideMark/>
          </w:tcPr>
          <w:p w14:paraId="372CD41D" w14:textId="77777777" w:rsidR="00A01124" w:rsidRPr="00835F44" w:rsidRDefault="00A01124" w:rsidP="000F533E">
            <w:pPr>
              <w:pStyle w:val="TAC"/>
            </w:pPr>
            <w:r>
              <w:t>14256</w:t>
            </w:r>
          </w:p>
        </w:tc>
        <w:tc>
          <w:tcPr>
            <w:tcW w:w="1127" w:type="dxa"/>
            <w:tcBorders>
              <w:top w:val="nil"/>
              <w:left w:val="nil"/>
              <w:bottom w:val="single" w:sz="4" w:space="0" w:color="auto"/>
              <w:right w:val="single" w:sz="4" w:space="0" w:color="auto"/>
            </w:tcBorders>
            <w:shd w:val="clear" w:color="auto" w:fill="auto"/>
            <w:noWrap/>
            <w:vAlign w:val="center"/>
            <w:hideMark/>
          </w:tcPr>
          <w:p w14:paraId="4DD22417" w14:textId="77777777" w:rsidR="00A01124" w:rsidRPr="00835F44" w:rsidRDefault="00A01124" w:rsidP="000F533E">
            <w:pPr>
              <w:pStyle w:val="TAC"/>
            </w:pPr>
            <w:r>
              <w:t>2376</w:t>
            </w:r>
          </w:p>
        </w:tc>
      </w:tr>
      <w:tr w:rsidR="00A01124" w:rsidRPr="00835F44" w14:paraId="0267E45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88930ED"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226DA00" w14:textId="77777777" w:rsidR="00A01124" w:rsidRPr="00835F44" w:rsidRDefault="00A01124" w:rsidP="000F533E">
            <w:pPr>
              <w:pStyle w:val="TAC"/>
            </w:pPr>
            <w:r>
              <w:t>24</w:t>
            </w:r>
          </w:p>
        </w:tc>
        <w:tc>
          <w:tcPr>
            <w:tcW w:w="967" w:type="dxa"/>
            <w:tcBorders>
              <w:top w:val="nil"/>
              <w:left w:val="nil"/>
              <w:bottom w:val="single" w:sz="4" w:space="0" w:color="auto"/>
              <w:right w:val="single" w:sz="4" w:space="0" w:color="auto"/>
            </w:tcBorders>
            <w:shd w:val="clear" w:color="auto" w:fill="auto"/>
            <w:noWrap/>
            <w:vAlign w:val="center"/>
            <w:hideMark/>
          </w:tcPr>
          <w:p w14:paraId="67860D09"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CAF06B6"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01A131F0"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2005720C" w14:textId="77777777" w:rsidR="00A01124" w:rsidRPr="00835F44" w:rsidRDefault="00A01124" w:rsidP="000F533E">
            <w:pPr>
              <w:pStyle w:val="TAC"/>
            </w:pPr>
            <w:r>
              <w:t>9480</w:t>
            </w:r>
          </w:p>
        </w:tc>
        <w:tc>
          <w:tcPr>
            <w:tcW w:w="1057" w:type="dxa"/>
            <w:tcBorders>
              <w:top w:val="nil"/>
              <w:left w:val="nil"/>
              <w:bottom w:val="single" w:sz="4" w:space="0" w:color="auto"/>
              <w:right w:val="single" w:sz="4" w:space="0" w:color="auto"/>
            </w:tcBorders>
            <w:shd w:val="clear" w:color="auto" w:fill="auto"/>
            <w:noWrap/>
            <w:vAlign w:val="center"/>
            <w:hideMark/>
          </w:tcPr>
          <w:p w14:paraId="0BF4F022"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4EAD090D"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5F411EDC" w14:textId="77777777" w:rsidR="00A01124" w:rsidRPr="00835F44" w:rsidRDefault="00A01124" w:rsidP="000F533E">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6049CC11" w14:textId="77777777" w:rsidR="00A01124" w:rsidRPr="00835F44" w:rsidRDefault="00A01124" w:rsidP="000F533E">
            <w:pPr>
              <w:pStyle w:val="TAC"/>
            </w:pPr>
            <w:r>
              <w:t>19008</w:t>
            </w:r>
          </w:p>
        </w:tc>
        <w:tc>
          <w:tcPr>
            <w:tcW w:w="1127" w:type="dxa"/>
            <w:tcBorders>
              <w:top w:val="nil"/>
              <w:left w:val="nil"/>
              <w:bottom w:val="single" w:sz="4" w:space="0" w:color="auto"/>
              <w:right w:val="single" w:sz="4" w:space="0" w:color="auto"/>
            </w:tcBorders>
            <w:shd w:val="clear" w:color="auto" w:fill="auto"/>
            <w:noWrap/>
            <w:vAlign w:val="center"/>
            <w:hideMark/>
          </w:tcPr>
          <w:p w14:paraId="0A268278" w14:textId="77777777" w:rsidR="00A01124" w:rsidRPr="00835F44" w:rsidRDefault="00A01124" w:rsidP="000F533E">
            <w:pPr>
              <w:pStyle w:val="TAC"/>
            </w:pPr>
            <w:r>
              <w:t>3168</w:t>
            </w:r>
          </w:p>
        </w:tc>
      </w:tr>
      <w:tr w:rsidR="00A01124" w:rsidRPr="00835F44" w14:paraId="6CEB0BE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6B0115B"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96C6E7" w14:textId="77777777" w:rsidR="00A01124" w:rsidRPr="00835F44" w:rsidRDefault="00A01124" w:rsidP="000F533E">
            <w:pPr>
              <w:pStyle w:val="TAC"/>
            </w:pPr>
            <w:r>
              <w:t>25</w:t>
            </w:r>
          </w:p>
        </w:tc>
        <w:tc>
          <w:tcPr>
            <w:tcW w:w="967" w:type="dxa"/>
            <w:tcBorders>
              <w:top w:val="nil"/>
              <w:left w:val="nil"/>
              <w:bottom w:val="single" w:sz="4" w:space="0" w:color="auto"/>
              <w:right w:val="single" w:sz="4" w:space="0" w:color="auto"/>
            </w:tcBorders>
            <w:shd w:val="clear" w:color="auto" w:fill="auto"/>
            <w:noWrap/>
            <w:vAlign w:val="center"/>
            <w:hideMark/>
          </w:tcPr>
          <w:p w14:paraId="3259332E"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30D4C72"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03A77FF"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6E1A4F85" w14:textId="77777777" w:rsidR="00A01124" w:rsidRPr="00835F44" w:rsidRDefault="00A01124" w:rsidP="000F533E">
            <w:pPr>
              <w:pStyle w:val="TAC"/>
            </w:pPr>
            <w:r>
              <w:t>9992</w:t>
            </w:r>
          </w:p>
        </w:tc>
        <w:tc>
          <w:tcPr>
            <w:tcW w:w="1057" w:type="dxa"/>
            <w:tcBorders>
              <w:top w:val="nil"/>
              <w:left w:val="nil"/>
              <w:bottom w:val="single" w:sz="4" w:space="0" w:color="auto"/>
              <w:right w:val="single" w:sz="4" w:space="0" w:color="auto"/>
            </w:tcBorders>
            <w:shd w:val="clear" w:color="auto" w:fill="auto"/>
            <w:noWrap/>
            <w:vAlign w:val="center"/>
            <w:hideMark/>
          </w:tcPr>
          <w:p w14:paraId="02699203"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71337C3"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274EEFF0" w14:textId="77777777" w:rsidR="00A01124" w:rsidRPr="00835F44" w:rsidRDefault="00A01124" w:rsidP="000F533E">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1A57883B" w14:textId="77777777" w:rsidR="00A01124" w:rsidRPr="00835F44" w:rsidRDefault="00A01124" w:rsidP="000F533E">
            <w:pPr>
              <w:pStyle w:val="TAC"/>
            </w:pPr>
            <w:r>
              <w:t>19800</w:t>
            </w:r>
          </w:p>
        </w:tc>
        <w:tc>
          <w:tcPr>
            <w:tcW w:w="1127" w:type="dxa"/>
            <w:tcBorders>
              <w:top w:val="nil"/>
              <w:left w:val="nil"/>
              <w:bottom w:val="single" w:sz="4" w:space="0" w:color="auto"/>
              <w:right w:val="single" w:sz="4" w:space="0" w:color="auto"/>
            </w:tcBorders>
            <w:shd w:val="clear" w:color="auto" w:fill="auto"/>
            <w:noWrap/>
            <w:vAlign w:val="center"/>
            <w:hideMark/>
          </w:tcPr>
          <w:p w14:paraId="2B120232" w14:textId="77777777" w:rsidR="00A01124" w:rsidRPr="00835F44" w:rsidRDefault="00A01124" w:rsidP="000F533E">
            <w:pPr>
              <w:pStyle w:val="TAC"/>
            </w:pPr>
            <w:r>
              <w:t>3300</w:t>
            </w:r>
          </w:p>
        </w:tc>
      </w:tr>
      <w:tr w:rsidR="00A01124" w:rsidRPr="00835F44" w14:paraId="6D3F7F0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35AC84"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627EB96" w14:textId="77777777" w:rsidR="00A01124" w:rsidRPr="00835F44" w:rsidRDefault="00A01124" w:rsidP="000F533E">
            <w:pPr>
              <w:pStyle w:val="TAC"/>
            </w:pPr>
            <w:r>
              <w:t>30</w:t>
            </w:r>
          </w:p>
        </w:tc>
        <w:tc>
          <w:tcPr>
            <w:tcW w:w="967" w:type="dxa"/>
            <w:tcBorders>
              <w:top w:val="nil"/>
              <w:left w:val="nil"/>
              <w:bottom w:val="single" w:sz="4" w:space="0" w:color="auto"/>
              <w:right w:val="single" w:sz="4" w:space="0" w:color="auto"/>
            </w:tcBorders>
            <w:shd w:val="clear" w:color="auto" w:fill="auto"/>
            <w:noWrap/>
            <w:vAlign w:val="center"/>
            <w:hideMark/>
          </w:tcPr>
          <w:p w14:paraId="7485DD10"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4E7EAD84"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6CD380C9"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9008513" w14:textId="77777777" w:rsidR="00A01124" w:rsidRPr="00835F44" w:rsidRDefault="00A01124" w:rsidP="000F533E">
            <w:pPr>
              <w:pStyle w:val="TAC"/>
            </w:pPr>
            <w:r>
              <w:t>12040</w:t>
            </w:r>
          </w:p>
        </w:tc>
        <w:tc>
          <w:tcPr>
            <w:tcW w:w="1057" w:type="dxa"/>
            <w:tcBorders>
              <w:top w:val="nil"/>
              <w:left w:val="nil"/>
              <w:bottom w:val="single" w:sz="4" w:space="0" w:color="auto"/>
              <w:right w:val="single" w:sz="4" w:space="0" w:color="auto"/>
            </w:tcBorders>
            <w:shd w:val="clear" w:color="auto" w:fill="auto"/>
            <w:noWrap/>
            <w:vAlign w:val="center"/>
            <w:hideMark/>
          </w:tcPr>
          <w:p w14:paraId="73FDECA9"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F6D0986"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5135CE1" w14:textId="77777777" w:rsidR="00A01124" w:rsidRPr="00835F44" w:rsidRDefault="00A01124" w:rsidP="000F533E">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12DEFFAE" w14:textId="77777777" w:rsidR="00A01124" w:rsidRPr="00835F44" w:rsidRDefault="00A01124" w:rsidP="000F533E">
            <w:pPr>
              <w:pStyle w:val="TAC"/>
            </w:pPr>
            <w:r>
              <w:t>23760</w:t>
            </w:r>
          </w:p>
        </w:tc>
        <w:tc>
          <w:tcPr>
            <w:tcW w:w="1127" w:type="dxa"/>
            <w:tcBorders>
              <w:top w:val="nil"/>
              <w:left w:val="nil"/>
              <w:bottom w:val="single" w:sz="4" w:space="0" w:color="auto"/>
              <w:right w:val="single" w:sz="4" w:space="0" w:color="auto"/>
            </w:tcBorders>
            <w:shd w:val="clear" w:color="auto" w:fill="auto"/>
            <w:noWrap/>
            <w:vAlign w:val="center"/>
            <w:hideMark/>
          </w:tcPr>
          <w:p w14:paraId="100364D2" w14:textId="77777777" w:rsidR="00A01124" w:rsidRPr="00835F44" w:rsidRDefault="00A01124" w:rsidP="000F533E">
            <w:pPr>
              <w:pStyle w:val="TAC"/>
            </w:pPr>
            <w:r>
              <w:t>3960</w:t>
            </w:r>
          </w:p>
        </w:tc>
      </w:tr>
      <w:tr w:rsidR="00A01124" w:rsidRPr="00835F44" w14:paraId="2AAC003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7F8952B"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67F6EDB" w14:textId="77777777" w:rsidR="00A01124" w:rsidRDefault="00A01124" w:rsidP="000F533E">
            <w:pPr>
              <w:pStyle w:val="TAC"/>
            </w:pPr>
            <w:r>
              <w:t>32</w:t>
            </w:r>
          </w:p>
        </w:tc>
        <w:tc>
          <w:tcPr>
            <w:tcW w:w="967" w:type="dxa"/>
            <w:tcBorders>
              <w:top w:val="nil"/>
              <w:left w:val="nil"/>
              <w:bottom w:val="single" w:sz="4" w:space="0" w:color="auto"/>
              <w:right w:val="single" w:sz="4" w:space="0" w:color="auto"/>
            </w:tcBorders>
            <w:shd w:val="clear" w:color="auto" w:fill="auto"/>
            <w:noWrap/>
            <w:vAlign w:val="center"/>
          </w:tcPr>
          <w:p w14:paraId="71CCB866"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55CB1006"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6A329077"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30DD20B7" w14:textId="77777777" w:rsidR="00A01124" w:rsidRDefault="00A01124" w:rsidP="000F533E">
            <w:pPr>
              <w:pStyle w:val="TAC"/>
            </w:pPr>
            <w:r>
              <w:t>12808</w:t>
            </w:r>
          </w:p>
        </w:tc>
        <w:tc>
          <w:tcPr>
            <w:tcW w:w="1057" w:type="dxa"/>
            <w:tcBorders>
              <w:top w:val="nil"/>
              <w:left w:val="nil"/>
              <w:bottom w:val="single" w:sz="4" w:space="0" w:color="auto"/>
              <w:right w:val="single" w:sz="4" w:space="0" w:color="auto"/>
            </w:tcBorders>
            <w:shd w:val="clear" w:color="auto" w:fill="auto"/>
            <w:noWrap/>
            <w:vAlign w:val="center"/>
          </w:tcPr>
          <w:p w14:paraId="2E3CCD25"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6D96D4E9"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4E72F1FE" w14:textId="77777777" w:rsidR="00A01124" w:rsidRDefault="00A01124" w:rsidP="000F533E">
            <w:pPr>
              <w:pStyle w:val="TAC"/>
            </w:pPr>
            <w:r>
              <w:t>2</w:t>
            </w:r>
          </w:p>
        </w:tc>
        <w:tc>
          <w:tcPr>
            <w:tcW w:w="925" w:type="dxa"/>
            <w:tcBorders>
              <w:top w:val="nil"/>
              <w:left w:val="nil"/>
              <w:bottom w:val="single" w:sz="4" w:space="0" w:color="auto"/>
              <w:right w:val="single" w:sz="4" w:space="0" w:color="auto"/>
            </w:tcBorders>
            <w:shd w:val="clear" w:color="auto" w:fill="auto"/>
            <w:noWrap/>
            <w:vAlign w:val="center"/>
          </w:tcPr>
          <w:p w14:paraId="2ABA8726" w14:textId="77777777" w:rsidR="00A01124" w:rsidRDefault="00A01124" w:rsidP="000F533E">
            <w:pPr>
              <w:pStyle w:val="TAC"/>
            </w:pPr>
            <w:r>
              <w:t>25344</w:t>
            </w:r>
          </w:p>
        </w:tc>
        <w:tc>
          <w:tcPr>
            <w:tcW w:w="1127" w:type="dxa"/>
            <w:tcBorders>
              <w:top w:val="nil"/>
              <w:left w:val="nil"/>
              <w:bottom w:val="single" w:sz="4" w:space="0" w:color="auto"/>
              <w:right w:val="single" w:sz="4" w:space="0" w:color="auto"/>
            </w:tcBorders>
            <w:shd w:val="clear" w:color="auto" w:fill="auto"/>
            <w:noWrap/>
            <w:vAlign w:val="center"/>
          </w:tcPr>
          <w:p w14:paraId="50DF8988" w14:textId="77777777" w:rsidR="00A01124" w:rsidRDefault="00A01124" w:rsidP="000F533E">
            <w:pPr>
              <w:pStyle w:val="TAC"/>
            </w:pPr>
            <w:r>
              <w:t>4224</w:t>
            </w:r>
          </w:p>
        </w:tc>
      </w:tr>
      <w:tr w:rsidR="00A01124" w:rsidRPr="00835F44" w14:paraId="617CEEA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3924290"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D104157" w14:textId="77777777" w:rsidR="00A01124" w:rsidRPr="00835F44" w:rsidRDefault="00A01124" w:rsidP="000F533E">
            <w:pPr>
              <w:pStyle w:val="TAC"/>
            </w:pPr>
            <w:r>
              <w:t>36</w:t>
            </w:r>
          </w:p>
        </w:tc>
        <w:tc>
          <w:tcPr>
            <w:tcW w:w="967" w:type="dxa"/>
            <w:tcBorders>
              <w:top w:val="nil"/>
              <w:left w:val="nil"/>
              <w:bottom w:val="single" w:sz="4" w:space="0" w:color="auto"/>
              <w:right w:val="single" w:sz="4" w:space="0" w:color="auto"/>
            </w:tcBorders>
            <w:shd w:val="clear" w:color="auto" w:fill="auto"/>
            <w:noWrap/>
            <w:vAlign w:val="center"/>
            <w:hideMark/>
          </w:tcPr>
          <w:p w14:paraId="33A774D5"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3A39DB22"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58987354"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6B8D3E65" w14:textId="77777777" w:rsidR="00A01124" w:rsidRPr="00835F44" w:rsidRDefault="00A01124" w:rsidP="000F533E">
            <w:pPr>
              <w:pStyle w:val="TAC"/>
            </w:pPr>
            <w:r>
              <w:t>14344</w:t>
            </w:r>
          </w:p>
        </w:tc>
        <w:tc>
          <w:tcPr>
            <w:tcW w:w="1057" w:type="dxa"/>
            <w:tcBorders>
              <w:top w:val="nil"/>
              <w:left w:val="nil"/>
              <w:bottom w:val="single" w:sz="4" w:space="0" w:color="auto"/>
              <w:right w:val="single" w:sz="4" w:space="0" w:color="auto"/>
            </w:tcBorders>
            <w:shd w:val="clear" w:color="auto" w:fill="auto"/>
            <w:noWrap/>
            <w:vAlign w:val="center"/>
            <w:hideMark/>
          </w:tcPr>
          <w:p w14:paraId="249FA393"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B53140C"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5D34DB70" w14:textId="77777777" w:rsidR="00A01124" w:rsidRPr="00835F44" w:rsidRDefault="00A01124" w:rsidP="000F533E">
            <w:pPr>
              <w:pStyle w:val="TAC"/>
            </w:pPr>
            <w:r>
              <w:t>2</w:t>
            </w:r>
          </w:p>
        </w:tc>
        <w:tc>
          <w:tcPr>
            <w:tcW w:w="925" w:type="dxa"/>
            <w:tcBorders>
              <w:top w:val="nil"/>
              <w:left w:val="nil"/>
              <w:bottom w:val="single" w:sz="4" w:space="0" w:color="auto"/>
              <w:right w:val="single" w:sz="4" w:space="0" w:color="auto"/>
            </w:tcBorders>
            <w:shd w:val="clear" w:color="auto" w:fill="auto"/>
            <w:noWrap/>
            <w:vAlign w:val="center"/>
            <w:hideMark/>
          </w:tcPr>
          <w:p w14:paraId="4FD331AD" w14:textId="77777777" w:rsidR="00A01124" w:rsidRPr="00835F44" w:rsidRDefault="00A01124" w:rsidP="000F533E">
            <w:pPr>
              <w:pStyle w:val="TAC"/>
            </w:pPr>
            <w:r>
              <w:t>28512</w:t>
            </w:r>
          </w:p>
        </w:tc>
        <w:tc>
          <w:tcPr>
            <w:tcW w:w="1127" w:type="dxa"/>
            <w:tcBorders>
              <w:top w:val="nil"/>
              <w:left w:val="nil"/>
              <w:bottom w:val="single" w:sz="4" w:space="0" w:color="auto"/>
              <w:right w:val="single" w:sz="4" w:space="0" w:color="auto"/>
            </w:tcBorders>
            <w:shd w:val="clear" w:color="auto" w:fill="auto"/>
            <w:noWrap/>
            <w:vAlign w:val="center"/>
            <w:hideMark/>
          </w:tcPr>
          <w:p w14:paraId="74259974" w14:textId="77777777" w:rsidR="00A01124" w:rsidRPr="00835F44" w:rsidRDefault="00A01124" w:rsidP="000F533E">
            <w:pPr>
              <w:pStyle w:val="TAC"/>
            </w:pPr>
            <w:r>
              <w:t>4752</w:t>
            </w:r>
          </w:p>
        </w:tc>
      </w:tr>
      <w:tr w:rsidR="00A01124" w:rsidRPr="00835F44" w14:paraId="5276024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0DC4BB8"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E519D85" w14:textId="77777777" w:rsidR="00A01124" w:rsidRDefault="00A01124" w:rsidP="000F533E">
            <w:pPr>
              <w:pStyle w:val="TAC"/>
            </w:pPr>
            <w:r>
              <w:t>45</w:t>
            </w:r>
          </w:p>
        </w:tc>
        <w:tc>
          <w:tcPr>
            <w:tcW w:w="967" w:type="dxa"/>
            <w:tcBorders>
              <w:top w:val="nil"/>
              <w:left w:val="nil"/>
              <w:bottom w:val="single" w:sz="4" w:space="0" w:color="auto"/>
              <w:right w:val="single" w:sz="4" w:space="0" w:color="auto"/>
            </w:tcBorders>
            <w:shd w:val="clear" w:color="auto" w:fill="auto"/>
            <w:noWrap/>
            <w:vAlign w:val="center"/>
          </w:tcPr>
          <w:p w14:paraId="4C14E2B0"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58495F04"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11CEF792"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4BFC4AB8" w14:textId="77777777" w:rsidR="00A01124" w:rsidRDefault="00A01124" w:rsidP="000F533E">
            <w:pPr>
              <w:pStyle w:val="TAC"/>
            </w:pPr>
            <w:r>
              <w:t>17928</w:t>
            </w:r>
          </w:p>
        </w:tc>
        <w:tc>
          <w:tcPr>
            <w:tcW w:w="1057" w:type="dxa"/>
            <w:tcBorders>
              <w:top w:val="nil"/>
              <w:left w:val="nil"/>
              <w:bottom w:val="single" w:sz="4" w:space="0" w:color="auto"/>
              <w:right w:val="single" w:sz="4" w:space="0" w:color="auto"/>
            </w:tcBorders>
            <w:shd w:val="clear" w:color="auto" w:fill="auto"/>
            <w:noWrap/>
            <w:vAlign w:val="center"/>
          </w:tcPr>
          <w:p w14:paraId="28CB54E7"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B84F684"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56F1DC33" w14:textId="77777777" w:rsidR="00A01124" w:rsidRDefault="00A01124" w:rsidP="000F533E">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17997DDA" w14:textId="77777777" w:rsidR="00A01124" w:rsidRDefault="00A01124" w:rsidP="000F533E">
            <w:pPr>
              <w:pStyle w:val="TAC"/>
            </w:pPr>
            <w:r>
              <w:t>35640</w:t>
            </w:r>
          </w:p>
        </w:tc>
        <w:tc>
          <w:tcPr>
            <w:tcW w:w="1127" w:type="dxa"/>
            <w:tcBorders>
              <w:top w:val="nil"/>
              <w:left w:val="nil"/>
              <w:bottom w:val="single" w:sz="4" w:space="0" w:color="auto"/>
              <w:right w:val="single" w:sz="4" w:space="0" w:color="auto"/>
            </w:tcBorders>
            <w:shd w:val="clear" w:color="auto" w:fill="auto"/>
            <w:noWrap/>
            <w:vAlign w:val="center"/>
          </w:tcPr>
          <w:p w14:paraId="767DC831" w14:textId="77777777" w:rsidR="00A01124" w:rsidRDefault="00A01124" w:rsidP="000F533E">
            <w:pPr>
              <w:pStyle w:val="TAC"/>
            </w:pPr>
            <w:r>
              <w:t>5940</w:t>
            </w:r>
          </w:p>
        </w:tc>
      </w:tr>
      <w:tr w:rsidR="00A01124" w:rsidRPr="00835F44" w14:paraId="24AFC99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41343C"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47D9340" w14:textId="77777777" w:rsidR="00A01124" w:rsidRPr="00835F44" w:rsidRDefault="00A01124" w:rsidP="000F533E">
            <w:pPr>
              <w:pStyle w:val="TAC"/>
            </w:pPr>
            <w:r>
              <w:t>50</w:t>
            </w:r>
          </w:p>
        </w:tc>
        <w:tc>
          <w:tcPr>
            <w:tcW w:w="967" w:type="dxa"/>
            <w:tcBorders>
              <w:top w:val="nil"/>
              <w:left w:val="nil"/>
              <w:bottom w:val="single" w:sz="4" w:space="0" w:color="auto"/>
              <w:right w:val="single" w:sz="4" w:space="0" w:color="auto"/>
            </w:tcBorders>
            <w:shd w:val="clear" w:color="auto" w:fill="auto"/>
            <w:noWrap/>
            <w:vAlign w:val="center"/>
            <w:hideMark/>
          </w:tcPr>
          <w:p w14:paraId="0086D399"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4F7043C9"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0E5607F"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1AB3AB5A" w14:textId="77777777" w:rsidR="00A01124" w:rsidRPr="00835F44" w:rsidRDefault="00A01124" w:rsidP="000F533E">
            <w:pPr>
              <w:pStyle w:val="TAC"/>
            </w:pPr>
            <w:r>
              <w:t>19968</w:t>
            </w:r>
          </w:p>
        </w:tc>
        <w:tc>
          <w:tcPr>
            <w:tcW w:w="1057" w:type="dxa"/>
            <w:tcBorders>
              <w:top w:val="nil"/>
              <w:left w:val="nil"/>
              <w:bottom w:val="single" w:sz="4" w:space="0" w:color="auto"/>
              <w:right w:val="single" w:sz="4" w:space="0" w:color="auto"/>
            </w:tcBorders>
            <w:shd w:val="clear" w:color="auto" w:fill="auto"/>
            <w:noWrap/>
            <w:vAlign w:val="center"/>
            <w:hideMark/>
          </w:tcPr>
          <w:p w14:paraId="79C14C8C"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07A28130"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0042B854" w14:textId="77777777" w:rsidR="00A01124" w:rsidRPr="00835F44" w:rsidRDefault="00A01124" w:rsidP="000F533E">
            <w:pPr>
              <w:pStyle w:val="TAC"/>
            </w:pPr>
            <w:r>
              <w:t>3</w:t>
            </w:r>
          </w:p>
        </w:tc>
        <w:tc>
          <w:tcPr>
            <w:tcW w:w="925" w:type="dxa"/>
            <w:tcBorders>
              <w:top w:val="nil"/>
              <w:left w:val="nil"/>
              <w:bottom w:val="single" w:sz="4" w:space="0" w:color="auto"/>
              <w:right w:val="single" w:sz="4" w:space="0" w:color="auto"/>
            </w:tcBorders>
            <w:shd w:val="clear" w:color="auto" w:fill="auto"/>
            <w:noWrap/>
            <w:vAlign w:val="center"/>
            <w:hideMark/>
          </w:tcPr>
          <w:p w14:paraId="1AA6103C" w14:textId="77777777" w:rsidR="00A01124" w:rsidRPr="00835F44" w:rsidRDefault="00A01124" w:rsidP="000F533E">
            <w:pPr>
              <w:pStyle w:val="TAC"/>
            </w:pPr>
            <w:r>
              <w:t>39600</w:t>
            </w:r>
          </w:p>
        </w:tc>
        <w:tc>
          <w:tcPr>
            <w:tcW w:w="1127" w:type="dxa"/>
            <w:tcBorders>
              <w:top w:val="nil"/>
              <w:left w:val="nil"/>
              <w:bottom w:val="single" w:sz="4" w:space="0" w:color="auto"/>
              <w:right w:val="single" w:sz="4" w:space="0" w:color="auto"/>
            </w:tcBorders>
            <w:shd w:val="clear" w:color="auto" w:fill="auto"/>
            <w:noWrap/>
            <w:vAlign w:val="center"/>
            <w:hideMark/>
          </w:tcPr>
          <w:p w14:paraId="6FC99D98" w14:textId="77777777" w:rsidR="00A01124" w:rsidRPr="00835F44" w:rsidRDefault="00A01124" w:rsidP="000F533E">
            <w:pPr>
              <w:pStyle w:val="TAC"/>
            </w:pPr>
            <w:r>
              <w:t>6600</w:t>
            </w:r>
          </w:p>
        </w:tc>
      </w:tr>
      <w:tr w:rsidR="00A01124" w:rsidRPr="00835F44" w14:paraId="28708C8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6D544CE"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EBD46FD" w14:textId="77777777" w:rsidR="00A01124" w:rsidRDefault="00A01124" w:rsidP="000F533E">
            <w:pPr>
              <w:pStyle w:val="TAC"/>
            </w:pPr>
            <w:r>
              <w:t>60</w:t>
            </w:r>
          </w:p>
        </w:tc>
        <w:tc>
          <w:tcPr>
            <w:tcW w:w="967" w:type="dxa"/>
            <w:tcBorders>
              <w:top w:val="nil"/>
              <w:left w:val="nil"/>
              <w:bottom w:val="single" w:sz="4" w:space="0" w:color="auto"/>
              <w:right w:val="single" w:sz="4" w:space="0" w:color="auto"/>
            </w:tcBorders>
            <w:shd w:val="clear" w:color="auto" w:fill="auto"/>
            <w:noWrap/>
            <w:vAlign w:val="center"/>
          </w:tcPr>
          <w:p w14:paraId="7E591B91"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3B838AB4"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406CED23"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2DD23813" w14:textId="77777777" w:rsidR="00A01124" w:rsidRDefault="00A01124" w:rsidP="000F533E">
            <w:pPr>
              <w:pStyle w:val="TAC"/>
            </w:pPr>
            <w:r>
              <w:t>24072</w:t>
            </w:r>
          </w:p>
        </w:tc>
        <w:tc>
          <w:tcPr>
            <w:tcW w:w="1057" w:type="dxa"/>
            <w:tcBorders>
              <w:top w:val="nil"/>
              <w:left w:val="nil"/>
              <w:bottom w:val="single" w:sz="4" w:space="0" w:color="auto"/>
              <w:right w:val="single" w:sz="4" w:space="0" w:color="auto"/>
            </w:tcBorders>
            <w:shd w:val="clear" w:color="auto" w:fill="auto"/>
            <w:noWrap/>
            <w:vAlign w:val="center"/>
          </w:tcPr>
          <w:p w14:paraId="74BDFB01"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375347DB"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10F86504" w14:textId="77777777" w:rsidR="00A01124" w:rsidRDefault="00A01124" w:rsidP="000F533E">
            <w:pPr>
              <w:pStyle w:val="TAC"/>
            </w:pPr>
            <w:r>
              <w:t>3</w:t>
            </w:r>
          </w:p>
        </w:tc>
        <w:tc>
          <w:tcPr>
            <w:tcW w:w="925" w:type="dxa"/>
            <w:tcBorders>
              <w:top w:val="nil"/>
              <w:left w:val="nil"/>
              <w:bottom w:val="single" w:sz="4" w:space="0" w:color="auto"/>
              <w:right w:val="single" w:sz="4" w:space="0" w:color="auto"/>
            </w:tcBorders>
            <w:shd w:val="clear" w:color="auto" w:fill="auto"/>
            <w:noWrap/>
            <w:vAlign w:val="center"/>
          </w:tcPr>
          <w:p w14:paraId="244816BB" w14:textId="77777777" w:rsidR="00A01124" w:rsidRDefault="00A01124" w:rsidP="000F533E">
            <w:pPr>
              <w:pStyle w:val="TAC"/>
            </w:pPr>
            <w:r>
              <w:t>47520</w:t>
            </w:r>
          </w:p>
        </w:tc>
        <w:tc>
          <w:tcPr>
            <w:tcW w:w="1127" w:type="dxa"/>
            <w:tcBorders>
              <w:top w:val="nil"/>
              <w:left w:val="nil"/>
              <w:bottom w:val="single" w:sz="4" w:space="0" w:color="auto"/>
              <w:right w:val="single" w:sz="4" w:space="0" w:color="auto"/>
            </w:tcBorders>
            <w:shd w:val="clear" w:color="auto" w:fill="auto"/>
            <w:noWrap/>
            <w:vAlign w:val="center"/>
          </w:tcPr>
          <w:p w14:paraId="7C9CDA53" w14:textId="77777777" w:rsidR="00A01124" w:rsidRDefault="00A01124" w:rsidP="000F533E">
            <w:pPr>
              <w:pStyle w:val="TAC"/>
            </w:pPr>
            <w:r>
              <w:t>7920</w:t>
            </w:r>
          </w:p>
        </w:tc>
      </w:tr>
      <w:tr w:rsidR="00A01124" w:rsidRPr="00835F44" w14:paraId="333C6D6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0CCD45E"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CFBD724" w14:textId="77777777" w:rsidR="00A01124" w:rsidRPr="00835F44" w:rsidRDefault="00A01124" w:rsidP="000F533E">
            <w:pPr>
              <w:pStyle w:val="TAC"/>
            </w:pPr>
            <w:r>
              <w:t>64</w:t>
            </w:r>
          </w:p>
        </w:tc>
        <w:tc>
          <w:tcPr>
            <w:tcW w:w="967" w:type="dxa"/>
            <w:tcBorders>
              <w:top w:val="nil"/>
              <w:left w:val="nil"/>
              <w:bottom w:val="single" w:sz="4" w:space="0" w:color="auto"/>
              <w:right w:val="single" w:sz="4" w:space="0" w:color="auto"/>
            </w:tcBorders>
            <w:shd w:val="clear" w:color="auto" w:fill="auto"/>
            <w:noWrap/>
            <w:vAlign w:val="center"/>
            <w:hideMark/>
          </w:tcPr>
          <w:p w14:paraId="7479545F"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DA6B313"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2F30D5C4"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7F858F66" w14:textId="77777777" w:rsidR="00A01124" w:rsidRPr="00835F44" w:rsidRDefault="00A01124" w:rsidP="000F533E">
            <w:pPr>
              <w:pStyle w:val="TAC"/>
            </w:pPr>
            <w:r>
              <w:t>25608</w:t>
            </w:r>
          </w:p>
        </w:tc>
        <w:tc>
          <w:tcPr>
            <w:tcW w:w="1057" w:type="dxa"/>
            <w:tcBorders>
              <w:top w:val="nil"/>
              <w:left w:val="nil"/>
              <w:bottom w:val="single" w:sz="4" w:space="0" w:color="auto"/>
              <w:right w:val="single" w:sz="4" w:space="0" w:color="auto"/>
            </w:tcBorders>
            <w:shd w:val="clear" w:color="auto" w:fill="auto"/>
            <w:noWrap/>
            <w:vAlign w:val="center"/>
            <w:hideMark/>
          </w:tcPr>
          <w:p w14:paraId="41DB3C08"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129AE20A"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5ADE5905" w14:textId="77777777" w:rsidR="00A01124" w:rsidRPr="00835F44" w:rsidRDefault="00A01124" w:rsidP="000F533E">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1F0A0849" w14:textId="77777777" w:rsidR="00A01124" w:rsidRPr="00835F44" w:rsidRDefault="00A01124" w:rsidP="000F533E">
            <w:pPr>
              <w:pStyle w:val="TAC"/>
            </w:pPr>
            <w:r>
              <w:t>50688</w:t>
            </w:r>
          </w:p>
        </w:tc>
        <w:tc>
          <w:tcPr>
            <w:tcW w:w="1127" w:type="dxa"/>
            <w:tcBorders>
              <w:top w:val="nil"/>
              <w:left w:val="nil"/>
              <w:bottom w:val="single" w:sz="4" w:space="0" w:color="auto"/>
              <w:right w:val="single" w:sz="4" w:space="0" w:color="auto"/>
            </w:tcBorders>
            <w:shd w:val="clear" w:color="auto" w:fill="auto"/>
            <w:noWrap/>
            <w:vAlign w:val="center"/>
            <w:hideMark/>
          </w:tcPr>
          <w:p w14:paraId="5EEC8879" w14:textId="77777777" w:rsidR="00A01124" w:rsidRPr="00835F44" w:rsidRDefault="00A01124" w:rsidP="000F533E">
            <w:pPr>
              <w:pStyle w:val="TAC"/>
            </w:pPr>
            <w:r>
              <w:t>8448</w:t>
            </w:r>
          </w:p>
        </w:tc>
      </w:tr>
      <w:tr w:rsidR="00A01124" w:rsidRPr="00835F44" w14:paraId="23BABEE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3D4A3B"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A55760D" w14:textId="77777777" w:rsidR="00A01124" w:rsidRPr="00835F44" w:rsidRDefault="00A01124" w:rsidP="000F533E">
            <w:pPr>
              <w:pStyle w:val="TAC"/>
            </w:pPr>
            <w:r>
              <w:t>75</w:t>
            </w:r>
          </w:p>
        </w:tc>
        <w:tc>
          <w:tcPr>
            <w:tcW w:w="967" w:type="dxa"/>
            <w:tcBorders>
              <w:top w:val="nil"/>
              <w:left w:val="nil"/>
              <w:bottom w:val="single" w:sz="4" w:space="0" w:color="auto"/>
              <w:right w:val="single" w:sz="4" w:space="0" w:color="auto"/>
            </w:tcBorders>
            <w:shd w:val="clear" w:color="auto" w:fill="auto"/>
            <w:noWrap/>
            <w:vAlign w:val="center"/>
            <w:hideMark/>
          </w:tcPr>
          <w:p w14:paraId="7B9EA889"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0B48B7B"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9579CF6"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312D7ACF" w14:textId="77777777" w:rsidR="00A01124" w:rsidRPr="00835F44" w:rsidRDefault="00A01124" w:rsidP="000F533E">
            <w:pPr>
              <w:pStyle w:val="TAC"/>
            </w:pPr>
            <w:r>
              <w:t>30216</w:t>
            </w:r>
          </w:p>
        </w:tc>
        <w:tc>
          <w:tcPr>
            <w:tcW w:w="1057" w:type="dxa"/>
            <w:tcBorders>
              <w:top w:val="nil"/>
              <w:left w:val="nil"/>
              <w:bottom w:val="single" w:sz="4" w:space="0" w:color="auto"/>
              <w:right w:val="single" w:sz="4" w:space="0" w:color="auto"/>
            </w:tcBorders>
            <w:shd w:val="clear" w:color="auto" w:fill="auto"/>
            <w:noWrap/>
            <w:vAlign w:val="center"/>
            <w:hideMark/>
          </w:tcPr>
          <w:p w14:paraId="38CD3157"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32EA9DCA"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6DB41749" w14:textId="77777777" w:rsidR="00A01124" w:rsidRPr="00835F44" w:rsidRDefault="00A01124" w:rsidP="000F533E">
            <w:pPr>
              <w:pStyle w:val="TAC"/>
            </w:pPr>
            <w:r>
              <w:t>4</w:t>
            </w:r>
          </w:p>
        </w:tc>
        <w:tc>
          <w:tcPr>
            <w:tcW w:w="925" w:type="dxa"/>
            <w:tcBorders>
              <w:top w:val="nil"/>
              <w:left w:val="nil"/>
              <w:bottom w:val="single" w:sz="4" w:space="0" w:color="auto"/>
              <w:right w:val="single" w:sz="4" w:space="0" w:color="auto"/>
            </w:tcBorders>
            <w:shd w:val="clear" w:color="auto" w:fill="auto"/>
            <w:noWrap/>
            <w:vAlign w:val="center"/>
            <w:hideMark/>
          </w:tcPr>
          <w:p w14:paraId="30EE419C" w14:textId="77777777" w:rsidR="00A01124" w:rsidRPr="00835F44" w:rsidRDefault="00A01124" w:rsidP="000F533E">
            <w:pPr>
              <w:pStyle w:val="TAC"/>
            </w:pPr>
            <w:r>
              <w:t>59400</w:t>
            </w:r>
          </w:p>
        </w:tc>
        <w:tc>
          <w:tcPr>
            <w:tcW w:w="1127" w:type="dxa"/>
            <w:tcBorders>
              <w:top w:val="nil"/>
              <w:left w:val="nil"/>
              <w:bottom w:val="single" w:sz="4" w:space="0" w:color="auto"/>
              <w:right w:val="single" w:sz="4" w:space="0" w:color="auto"/>
            </w:tcBorders>
            <w:shd w:val="clear" w:color="auto" w:fill="auto"/>
            <w:noWrap/>
            <w:vAlign w:val="center"/>
            <w:hideMark/>
          </w:tcPr>
          <w:p w14:paraId="3F57BB57" w14:textId="77777777" w:rsidR="00A01124" w:rsidRPr="00835F44" w:rsidRDefault="00A01124" w:rsidP="000F533E">
            <w:pPr>
              <w:pStyle w:val="TAC"/>
            </w:pPr>
            <w:r>
              <w:t>9900</w:t>
            </w:r>
          </w:p>
        </w:tc>
      </w:tr>
      <w:tr w:rsidR="00A01124" w:rsidRPr="00835F44" w14:paraId="3EDDF65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E39F2D7"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025FCEC" w14:textId="77777777" w:rsidR="00A01124" w:rsidRDefault="00A01124" w:rsidP="000F533E">
            <w:pPr>
              <w:pStyle w:val="TAC"/>
            </w:pPr>
            <w:r>
              <w:t>80</w:t>
            </w:r>
          </w:p>
        </w:tc>
        <w:tc>
          <w:tcPr>
            <w:tcW w:w="967" w:type="dxa"/>
            <w:tcBorders>
              <w:top w:val="nil"/>
              <w:left w:val="nil"/>
              <w:bottom w:val="single" w:sz="4" w:space="0" w:color="auto"/>
              <w:right w:val="single" w:sz="4" w:space="0" w:color="auto"/>
            </w:tcBorders>
            <w:shd w:val="clear" w:color="auto" w:fill="auto"/>
            <w:noWrap/>
            <w:vAlign w:val="center"/>
          </w:tcPr>
          <w:p w14:paraId="6C64A2E7"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6BCA6875"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4F164A1D"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25260CE2" w14:textId="77777777" w:rsidR="00A01124" w:rsidRDefault="00A01124" w:rsidP="000F533E">
            <w:pPr>
              <w:pStyle w:val="TAC"/>
            </w:pPr>
            <w:r>
              <w:t>31752</w:t>
            </w:r>
          </w:p>
        </w:tc>
        <w:tc>
          <w:tcPr>
            <w:tcW w:w="1057" w:type="dxa"/>
            <w:tcBorders>
              <w:top w:val="nil"/>
              <w:left w:val="nil"/>
              <w:bottom w:val="single" w:sz="4" w:space="0" w:color="auto"/>
              <w:right w:val="single" w:sz="4" w:space="0" w:color="auto"/>
            </w:tcBorders>
            <w:shd w:val="clear" w:color="auto" w:fill="auto"/>
            <w:noWrap/>
            <w:vAlign w:val="center"/>
          </w:tcPr>
          <w:p w14:paraId="3FC9057B"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DE40F2F"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51274D33" w14:textId="77777777" w:rsidR="00A01124" w:rsidRDefault="00A01124" w:rsidP="000F533E">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6BC9702C" w14:textId="77777777" w:rsidR="00A01124" w:rsidRDefault="00A01124" w:rsidP="000F533E">
            <w:pPr>
              <w:pStyle w:val="TAC"/>
            </w:pPr>
            <w:r>
              <w:t>63360</w:t>
            </w:r>
          </w:p>
        </w:tc>
        <w:tc>
          <w:tcPr>
            <w:tcW w:w="1127" w:type="dxa"/>
            <w:tcBorders>
              <w:top w:val="nil"/>
              <w:left w:val="nil"/>
              <w:bottom w:val="single" w:sz="4" w:space="0" w:color="auto"/>
              <w:right w:val="single" w:sz="4" w:space="0" w:color="auto"/>
            </w:tcBorders>
            <w:shd w:val="clear" w:color="auto" w:fill="auto"/>
            <w:noWrap/>
            <w:vAlign w:val="center"/>
          </w:tcPr>
          <w:p w14:paraId="29E12F3D" w14:textId="77777777" w:rsidR="00A01124" w:rsidRDefault="00A01124" w:rsidP="000F533E">
            <w:pPr>
              <w:pStyle w:val="TAC"/>
            </w:pPr>
            <w:r>
              <w:t>10560</w:t>
            </w:r>
          </w:p>
        </w:tc>
      </w:tr>
      <w:tr w:rsidR="00A01124" w:rsidRPr="00835F44" w14:paraId="63D884F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43FACB6"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9D1A4CB" w14:textId="77777777" w:rsidR="00A01124" w:rsidRDefault="00A01124" w:rsidP="000F533E">
            <w:pPr>
              <w:pStyle w:val="TAC"/>
            </w:pPr>
            <w:r>
              <w:t>81</w:t>
            </w:r>
          </w:p>
        </w:tc>
        <w:tc>
          <w:tcPr>
            <w:tcW w:w="967" w:type="dxa"/>
            <w:tcBorders>
              <w:top w:val="nil"/>
              <w:left w:val="nil"/>
              <w:bottom w:val="single" w:sz="4" w:space="0" w:color="auto"/>
              <w:right w:val="single" w:sz="4" w:space="0" w:color="auto"/>
            </w:tcBorders>
            <w:shd w:val="clear" w:color="auto" w:fill="auto"/>
            <w:noWrap/>
            <w:vAlign w:val="center"/>
          </w:tcPr>
          <w:p w14:paraId="7AAC0869"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34CBB056"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0538A764"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697A5A21" w14:textId="77777777" w:rsidR="00A01124" w:rsidRDefault="00A01124" w:rsidP="000F533E">
            <w:pPr>
              <w:pStyle w:val="TAC"/>
            </w:pPr>
            <w:r>
              <w:t>32264</w:t>
            </w:r>
          </w:p>
        </w:tc>
        <w:tc>
          <w:tcPr>
            <w:tcW w:w="1057" w:type="dxa"/>
            <w:tcBorders>
              <w:top w:val="nil"/>
              <w:left w:val="nil"/>
              <w:bottom w:val="single" w:sz="4" w:space="0" w:color="auto"/>
              <w:right w:val="single" w:sz="4" w:space="0" w:color="auto"/>
            </w:tcBorders>
            <w:shd w:val="clear" w:color="auto" w:fill="auto"/>
            <w:noWrap/>
            <w:vAlign w:val="center"/>
          </w:tcPr>
          <w:p w14:paraId="15E083AD"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61283599"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5E9D1FCC" w14:textId="77777777" w:rsidR="00A01124" w:rsidRDefault="00A01124" w:rsidP="000F533E">
            <w:pPr>
              <w:pStyle w:val="TAC"/>
            </w:pPr>
            <w:r>
              <w:t>4</w:t>
            </w:r>
          </w:p>
        </w:tc>
        <w:tc>
          <w:tcPr>
            <w:tcW w:w="925" w:type="dxa"/>
            <w:tcBorders>
              <w:top w:val="nil"/>
              <w:left w:val="nil"/>
              <w:bottom w:val="single" w:sz="4" w:space="0" w:color="auto"/>
              <w:right w:val="single" w:sz="4" w:space="0" w:color="auto"/>
            </w:tcBorders>
            <w:shd w:val="clear" w:color="auto" w:fill="auto"/>
            <w:noWrap/>
            <w:vAlign w:val="center"/>
          </w:tcPr>
          <w:p w14:paraId="4CD9C08E" w14:textId="77777777" w:rsidR="00A01124" w:rsidRDefault="00A01124" w:rsidP="000F533E">
            <w:pPr>
              <w:pStyle w:val="TAC"/>
            </w:pPr>
            <w:r>
              <w:t>64152</w:t>
            </w:r>
          </w:p>
        </w:tc>
        <w:tc>
          <w:tcPr>
            <w:tcW w:w="1127" w:type="dxa"/>
            <w:tcBorders>
              <w:top w:val="nil"/>
              <w:left w:val="nil"/>
              <w:bottom w:val="single" w:sz="4" w:space="0" w:color="auto"/>
              <w:right w:val="single" w:sz="4" w:space="0" w:color="auto"/>
            </w:tcBorders>
            <w:shd w:val="clear" w:color="auto" w:fill="auto"/>
            <w:noWrap/>
            <w:vAlign w:val="center"/>
          </w:tcPr>
          <w:p w14:paraId="58BCF38E" w14:textId="77777777" w:rsidR="00A01124" w:rsidRDefault="00A01124" w:rsidP="000F533E">
            <w:pPr>
              <w:pStyle w:val="TAC"/>
            </w:pPr>
            <w:r>
              <w:t>10692</w:t>
            </w:r>
          </w:p>
        </w:tc>
      </w:tr>
      <w:tr w:rsidR="00A01124" w:rsidRPr="00835F44" w14:paraId="5FB5D32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4721E00"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8F59BCD" w14:textId="77777777" w:rsidR="00A01124" w:rsidRDefault="00A01124" w:rsidP="000F533E">
            <w:pPr>
              <w:pStyle w:val="TAC"/>
            </w:pPr>
            <w:r>
              <w:t>90</w:t>
            </w:r>
          </w:p>
        </w:tc>
        <w:tc>
          <w:tcPr>
            <w:tcW w:w="967" w:type="dxa"/>
            <w:tcBorders>
              <w:top w:val="nil"/>
              <w:left w:val="nil"/>
              <w:bottom w:val="single" w:sz="4" w:space="0" w:color="auto"/>
              <w:right w:val="single" w:sz="4" w:space="0" w:color="auto"/>
            </w:tcBorders>
            <w:shd w:val="clear" w:color="auto" w:fill="auto"/>
            <w:noWrap/>
            <w:vAlign w:val="center"/>
          </w:tcPr>
          <w:p w14:paraId="7166CAFB"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0F85F247"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20AC4145"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0B50C5BE" w14:textId="77777777" w:rsidR="00A01124" w:rsidRDefault="00A01124" w:rsidP="000F533E">
            <w:pPr>
              <w:pStyle w:val="TAC"/>
            </w:pPr>
            <w:r>
              <w:t>35856</w:t>
            </w:r>
          </w:p>
        </w:tc>
        <w:tc>
          <w:tcPr>
            <w:tcW w:w="1057" w:type="dxa"/>
            <w:tcBorders>
              <w:top w:val="nil"/>
              <w:left w:val="nil"/>
              <w:bottom w:val="single" w:sz="4" w:space="0" w:color="auto"/>
              <w:right w:val="single" w:sz="4" w:space="0" w:color="auto"/>
            </w:tcBorders>
            <w:shd w:val="clear" w:color="auto" w:fill="auto"/>
            <w:noWrap/>
            <w:vAlign w:val="center"/>
          </w:tcPr>
          <w:p w14:paraId="34BEBD0D"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146769F3"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5E585B07" w14:textId="77777777" w:rsidR="00A01124" w:rsidRDefault="00A01124" w:rsidP="000F533E">
            <w:pPr>
              <w:pStyle w:val="TAC"/>
            </w:pPr>
            <w:r>
              <w:t>5</w:t>
            </w:r>
          </w:p>
        </w:tc>
        <w:tc>
          <w:tcPr>
            <w:tcW w:w="925" w:type="dxa"/>
            <w:tcBorders>
              <w:top w:val="nil"/>
              <w:left w:val="nil"/>
              <w:bottom w:val="single" w:sz="4" w:space="0" w:color="auto"/>
              <w:right w:val="single" w:sz="4" w:space="0" w:color="auto"/>
            </w:tcBorders>
            <w:shd w:val="clear" w:color="auto" w:fill="auto"/>
            <w:noWrap/>
            <w:vAlign w:val="center"/>
          </w:tcPr>
          <w:p w14:paraId="7EA90DE1" w14:textId="77777777" w:rsidR="00A01124" w:rsidRDefault="00A01124" w:rsidP="000F533E">
            <w:pPr>
              <w:pStyle w:val="TAC"/>
            </w:pPr>
            <w:r>
              <w:t>71280</w:t>
            </w:r>
          </w:p>
        </w:tc>
        <w:tc>
          <w:tcPr>
            <w:tcW w:w="1127" w:type="dxa"/>
            <w:tcBorders>
              <w:top w:val="nil"/>
              <w:left w:val="nil"/>
              <w:bottom w:val="single" w:sz="4" w:space="0" w:color="auto"/>
              <w:right w:val="single" w:sz="4" w:space="0" w:color="auto"/>
            </w:tcBorders>
            <w:shd w:val="clear" w:color="auto" w:fill="auto"/>
            <w:noWrap/>
            <w:vAlign w:val="center"/>
          </w:tcPr>
          <w:p w14:paraId="368677FC" w14:textId="77777777" w:rsidR="00A01124" w:rsidRDefault="00A01124" w:rsidP="000F533E">
            <w:pPr>
              <w:pStyle w:val="TAC"/>
            </w:pPr>
            <w:r>
              <w:t>11880</w:t>
            </w:r>
          </w:p>
        </w:tc>
      </w:tr>
      <w:tr w:rsidR="00A01124" w:rsidRPr="00835F44" w14:paraId="3B2EDE8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71E8B0"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5F89541" w14:textId="77777777" w:rsidR="00A01124" w:rsidRPr="00835F44" w:rsidRDefault="00A01124" w:rsidP="000F533E">
            <w:pPr>
              <w:pStyle w:val="TAC"/>
            </w:pPr>
            <w:r>
              <w:t>100</w:t>
            </w:r>
          </w:p>
        </w:tc>
        <w:tc>
          <w:tcPr>
            <w:tcW w:w="967" w:type="dxa"/>
            <w:tcBorders>
              <w:top w:val="nil"/>
              <w:left w:val="nil"/>
              <w:bottom w:val="single" w:sz="4" w:space="0" w:color="auto"/>
              <w:right w:val="single" w:sz="4" w:space="0" w:color="auto"/>
            </w:tcBorders>
            <w:shd w:val="clear" w:color="auto" w:fill="auto"/>
            <w:noWrap/>
            <w:vAlign w:val="center"/>
            <w:hideMark/>
          </w:tcPr>
          <w:p w14:paraId="5C82DF57"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23BEE8D8"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6DF770F2"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48B4E2E2" w14:textId="77777777" w:rsidR="00A01124" w:rsidRPr="00835F44" w:rsidRDefault="00A01124" w:rsidP="000F533E">
            <w:pPr>
              <w:pStyle w:val="TAC"/>
            </w:pPr>
            <w:r>
              <w:t>39936</w:t>
            </w:r>
          </w:p>
        </w:tc>
        <w:tc>
          <w:tcPr>
            <w:tcW w:w="1057" w:type="dxa"/>
            <w:tcBorders>
              <w:top w:val="nil"/>
              <w:left w:val="nil"/>
              <w:bottom w:val="single" w:sz="4" w:space="0" w:color="auto"/>
              <w:right w:val="single" w:sz="4" w:space="0" w:color="auto"/>
            </w:tcBorders>
            <w:shd w:val="clear" w:color="auto" w:fill="auto"/>
            <w:noWrap/>
            <w:vAlign w:val="center"/>
            <w:hideMark/>
          </w:tcPr>
          <w:p w14:paraId="5E70D263"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9441B73"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4DDCB71" w14:textId="77777777" w:rsidR="00A01124" w:rsidRPr="00835F44" w:rsidRDefault="00A01124" w:rsidP="000F533E">
            <w:pPr>
              <w:pStyle w:val="TAC"/>
            </w:pPr>
            <w:r>
              <w:t>5</w:t>
            </w:r>
          </w:p>
        </w:tc>
        <w:tc>
          <w:tcPr>
            <w:tcW w:w="925" w:type="dxa"/>
            <w:tcBorders>
              <w:top w:val="nil"/>
              <w:left w:val="nil"/>
              <w:bottom w:val="single" w:sz="4" w:space="0" w:color="auto"/>
              <w:right w:val="single" w:sz="4" w:space="0" w:color="auto"/>
            </w:tcBorders>
            <w:shd w:val="clear" w:color="auto" w:fill="auto"/>
            <w:noWrap/>
            <w:vAlign w:val="center"/>
            <w:hideMark/>
          </w:tcPr>
          <w:p w14:paraId="3BD27E86" w14:textId="77777777" w:rsidR="00A01124" w:rsidRPr="00835F44" w:rsidRDefault="00A01124" w:rsidP="000F533E">
            <w:pPr>
              <w:pStyle w:val="TAC"/>
            </w:pPr>
            <w:r>
              <w:t>79200</w:t>
            </w:r>
          </w:p>
        </w:tc>
        <w:tc>
          <w:tcPr>
            <w:tcW w:w="1127" w:type="dxa"/>
            <w:tcBorders>
              <w:top w:val="nil"/>
              <w:left w:val="nil"/>
              <w:bottom w:val="single" w:sz="4" w:space="0" w:color="auto"/>
              <w:right w:val="single" w:sz="4" w:space="0" w:color="auto"/>
            </w:tcBorders>
            <w:shd w:val="clear" w:color="auto" w:fill="auto"/>
            <w:noWrap/>
            <w:vAlign w:val="center"/>
            <w:hideMark/>
          </w:tcPr>
          <w:p w14:paraId="154CB7AB" w14:textId="77777777" w:rsidR="00A01124" w:rsidRPr="00835F44" w:rsidRDefault="00A01124" w:rsidP="000F533E">
            <w:pPr>
              <w:pStyle w:val="TAC"/>
            </w:pPr>
            <w:r>
              <w:t>13200</w:t>
            </w:r>
          </w:p>
        </w:tc>
      </w:tr>
      <w:tr w:rsidR="00A01124" w:rsidRPr="00835F44" w14:paraId="44F26E8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01CD9B6"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DD8D2B7" w14:textId="77777777" w:rsidR="00A01124" w:rsidRDefault="00A01124" w:rsidP="000F533E">
            <w:pPr>
              <w:pStyle w:val="TAC"/>
            </w:pPr>
            <w:r>
              <w:t>108</w:t>
            </w:r>
          </w:p>
        </w:tc>
        <w:tc>
          <w:tcPr>
            <w:tcW w:w="967" w:type="dxa"/>
            <w:tcBorders>
              <w:top w:val="nil"/>
              <w:left w:val="nil"/>
              <w:bottom w:val="single" w:sz="4" w:space="0" w:color="auto"/>
              <w:right w:val="single" w:sz="4" w:space="0" w:color="auto"/>
            </w:tcBorders>
            <w:shd w:val="clear" w:color="auto" w:fill="auto"/>
            <w:noWrap/>
            <w:vAlign w:val="center"/>
          </w:tcPr>
          <w:p w14:paraId="421887C7" w14:textId="77777777" w:rsidR="00A0112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tcPr>
          <w:p w14:paraId="421DBA34" w14:textId="77777777" w:rsidR="00A0112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097D3FBA" w14:textId="77777777" w:rsidR="00A0112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tcPr>
          <w:p w14:paraId="25026617" w14:textId="77777777" w:rsidR="00A01124" w:rsidRDefault="00A01124" w:rsidP="000F533E">
            <w:pPr>
              <w:pStyle w:val="TAC"/>
            </w:pPr>
            <w:r>
              <w:t>43032</w:t>
            </w:r>
          </w:p>
        </w:tc>
        <w:tc>
          <w:tcPr>
            <w:tcW w:w="1057" w:type="dxa"/>
            <w:tcBorders>
              <w:top w:val="nil"/>
              <w:left w:val="nil"/>
              <w:bottom w:val="single" w:sz="4" w:space="0" w:color="auto"/>
              <w:right w:val="single" w:sz="4" w:space="0" w:color="auto"/>
            </w:tcBorders>
            <w:shd w:val="clear" w:color="auto" w:fill="auto"/>
            <w:noWrap/>
            <w:vAlign w:val="center"/>
          </w:tcPr>
          <w:p w14:paraId="68133793" w14:textId="77777777" w:rsidR="00A0112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tcPr>
          <w:p w14:paraId="4447FD96" w14:textId="77777777" w:rsidR="00A0112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tcPr>
          <w:p w14:paraId="18D82EA6" w14:textId="77777777" w:rsidR="00A01124" w:rsidRDefault="00A01124" w:rsidP="000F533E">
            <w:pPr>
              <w:pStyle w:val="TAC"/>
            </w:pPr>
            <w:r>
              <w:t>6</w:t>
            </w:r>
          </w:p>
        </w:tc>
        <w:tc>
          <w:tcPr>
            <w:tcW w:w="925" w:type="dxa"/>
            <w:tcBorders>
              <w:top w:val="nil"/>
              <w:left w:val="nil"/>
              <w:bottom w:val="single" w:sz="4" w:space="0" w:color="auto"/>
              <w:right w:val="single" w:sz="4" w:space="0" w:color="auto"/>
            </w:tcBorders>
            <w:shd w:val="clear" w:color="auto" w:fill="auto"/>
            <w:noWrap/>
            <w:vAlign w:val="center"/>
          </w:tcPr>
          <w:p w14:paraId="388250E6" w14:textId="77777777" w:rsidR="00A01124" w:rsidRDefault="00A01124" w:rsidP="000F533E">
            <w:pPr>
              <w:pStyle w:val="TAC"/>
            </w:pPr>
            <w:r>
              <w:t>85536</w:t>
            </w:r>
          </w:p>
        </w:tc>
        <w:tc>
          <w:tcPr>
            <w:tcW w:w="1127" w:type="dxa"/>
            <w:tcBorders>
              <w:top w:val="nil"/>
              <w:left w:val="nil"/>
              <w:bottom w:val="single" w:sz="4" w:space="0" w:color="auto"/>
              <w:right w:val="single" w:sz="4" w:space="0" w:color="auto"/>
            </w:tcBorders>
            <w:shd w:val="clear" w:color="auto" w:fill="auto"/>
            <w:noWrap/>
            <w:vAlign w:val="center"/>
          </w:tcPr>
          <w:p w14:paraId="7A66630A" w14:textId="77777777" w:rsidR="00A01124" w:rsidRDefault="00A01124" w:rsidP="000F533E">
            <w:pPr>
              <w:pStyle w:val="TAC"/>
            </w:pPr>
            <w:r>
              <w:t>14256</w:t>
            </w:r>
          </w:p>
        </w:tc>
      </w:tr>
      <w:tr w:rsidR="00A01124" w:rsidRPr="00835F44" w14:paraId="7ABD5D0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386AFC5"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111EF0A" w14:textId="77777777" w:rsidR="00A01124" w:rsidRPr="00835F44" w:rsidRDefault="00A01124" w:rsidP="000F533E">
            <w:pPr>
              <w:pStyle w:val="TAC"/>
            </w:pPr>
            <w:r>
              <w:t>120</w:t>
            </w:r>
          </w:p>
        </w:tc>
        <w:tc>
          <w:tcPr>
            <w:tcW w:w="967" w:type="dxa"/>
            <w:tcBorders>
              <w:top w:val="nil"/>
              <w:left w:val="nil"/>
              <w:bottom w:val="single" w:sz="4" w:space="0" w:color="auto"/>
              <w:right w:val="single" w:sz="4" w:space="0" w:color="auto"/>
            </w:tcBorders>
            <w:shd w:val="clear" w:color="auto" w:fill="auto"/>
            <w:noWrap/>
            <w:vAlign w:val="center"/>
            <w:hideMark/>
          </w:tcPr>
          <w:p w14:paraId="280BF746"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E1A0B73"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8362A01"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0F66E42" w14:textId="77777777" w:rsidR="00A01124" w:rsidRPr="00835F44" w:rsidRDefault="00A01124" w:rsidP="000F533E">
            <w:pPr>
              <w:pStyle w:val="TAC"/>
            </w:pPr>
            <w:r>
              <w:t>48168</w:t>
            </w:r>
          </w:p>
        </w:tc>
        <w:tc>
          <w:tcPr>
            <w:tcW w:w="1057" w:type="dxa"/>
            <w:tcBorders>
              <w:top w:val="nil"/>
              <w:left w:val="nil"/>
              <w:bottom w:val="single" w:sz="4" w:space="0" w:color="auto"/>
              <w:right w:val="single" w:sz="4" w:space="0" w:color="auto"/>
            </w:tcBorders>
            <w:shd w:val="clear" w:color="auto" w:fill="auto"/>
            <w:noWrap/>
            <w:vAlign w:val="center"/>
            <w:hideMark/>
          </w:tcPr>
          <w:p w14:paraId="18F0CA99"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8990348"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511FC7BB" w14:textId="77777777" w:rsidR="00A01124" w:rsidRPr="00835F44" w:rsidRDefault="00A01124" w:rsidP="000F533E">
            <w:pPr>
              <w:pStyle w:val="TAC"/>
            </w:pPr>
            <w:r>
              <w:t>6</w:t>
            </w:r>
          </w:p>
        </w:tc>
        <w:tc>
          <w:tcPr>
            <w:tcW w:w="925" w:type="dxa"/>
            <w:tcBorders>
              <w:top w:val="nil"/>
              <w:left w:val="nil"/>
              <w:bottom w:val="single" w:sz="4" w:space="0" w:color="auto"/>
              <w:right w:val="single" w:sz="4" w:space="0" w:color="auto"/>
            </w:tcBorders>
            <w:shd w:val="clear" w:color="auto" w:fill="auto"/>
            <w:noWrap/>
            <w:vAlign w:val="center"/>
            <w:hideMark/>
          </w:tcPr>
          <w:p w14:paraId="4B3E4453" w14:textId="77777777" w:rsidR="00A01124" w:rsidRPr="00835F44" w:rsidRDefault="00A01124" w:rsidP="000F533E">
            <w:pPr>
              <w:pStyle w:val="TAC"/>
            </w:pPr>
            <w:r>
              <w:t>95040</w:t>
            </w:r>
          </w:p>
        </w:tc>
        <w:tc>
          <w:tcPr>
            <w:tcW w:w="1127" w:type="dxa"/>
            <w:tcBorders>
              <w:top w:val="nil"/>
              <w:left w:val="nil"/>
              <w:bottom w:val="single" w:sz="4" w:space="0" w:color="auto"/>
              <w:right w:val="single" w:sz="4" w:space="0" w:color="auto"/>
            </w:tcBorders>
            <w:shd w:val="clear" w:color="auto" w:fill="auto"/>
            <w:noWrap/>
            <w:vAlign w:val="center"/>
            <w:hideMark/>
          </w:tcPr>
          <w:p w14:paraId="2ECFF381" w14:textId="77777777" w:rsidR="00A01124" w:rsidRPr="00835F44" w:rsidRDefault="00A01124" w:rsidP="000F533E">
            <w:pPr>
              <w:pStyle w:val="TAC"/>
            </w:pPr>
            <w:r>
              <w:t>15840</w:t>
            </w:r>
          </w:p>
        </w:tc>
      </w:tr>
      <w:tr w:rsidR="00A01124" w:rsidRPr="00835F44" w14:paraId="13F5198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A7969C"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149C540" w14:textId="77777777" w:rsidR="00A01124" w:rsidRPr="00835F44" w:rsidRDefault="00A01124" w:rsidP="000F533E">
            <w:pPr>
              <w:pStyle w:val="TAC"/>
            </w:pPr>
            <w:r>
              <w:t>128</w:t>
            </w:r>
          </w:p>
        </w:tc>
        <w:tc>
          <w:tcPr>
            <w:tcW w:w="967" w:type="dxa"/>
            <w:tcBorders>
              <w:top w:val="nil"/>
              <w:left w:val="nil"/>
              <w:bottom w:val="single" w:sz="4" w:space="0" w:color="auto"/>
              <w:right w:val="single" w:sz="4" w:space="0" w:color="auto"/>
            </w:tcBorders>
            <w:shd w:val="clear" w:color="auto" w:fill="auto"/>
            <w:noWrap/>
            <w:vAlign w:val="center"/>
            <w:hideMark/>
          </w:tcPr>
          <w:p w14:paraId="7620F546"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696E7424"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4D6A70B4"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07728B40" w14:textId="77777777" w:rsidR="00A01124" w:rsidRPr="00835F44" w:rsidRDefault="00A01124" w:rsidP="000F533E">
            <w:pPr>
              <w:pStyle w:val="TAC"/>
            </w:pPr>
            <w:r>
              <w:t>51216</w:t>
            </w:r>
          </w:p>
        </w:tc>
        <w:tc>
          <w:tcPr>
            <w:tcW w:w="1057" w:type="dxa"/>
            <w:tcBorders>
              <w:top w:val="nil"/>
              <w:left w:val="nil"/>
              <w:bottom w:val="single" w:sz="4" w:space="0" w:color="auto"/>
              <w:right w:val="single" w:sz="4" w:space="0" w:color="auto"/>
            </w:tcBorders>
            <w:shd w:val="clear" w:color="auto" w:fill="auto"/>
            <w:noWrap/>
            <w:vAlign w:val="center"/>
            <w:hideMark/>
          </w:tcPr>
          <w:p w14:paraId="5054D244"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6113677F"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0766973" w14:textId="77777777" w:rsidR="00A01124" w:rsidRPr="00835F44" w:rsidRDefault="00A01124" w:rsidP="000F533E">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19B8335A" w14:textId="77777777" w:rsidR="00A01124" w:rsidRPr="00835F44" w:rsidRDefault="00A01124" w:rsidP="000F533E">
            <w:pPr>
              <w:pStyle w:val="TAC"/>
            </w:pPr>
            <w:r>
              <w:t>101376</w:t>
            </w:r>
          </w:p>
        </w:tc>
        <w:tc>
          <w:tcPr>
            <w:tcW w:w="1127" w:type="dxa"/>
            <w:tcBorders>
              <w:top w:val="nil"/>
              <w:left w:val="nil"/>
              <w:bottom w:val="single" w:sz="4" w:space="0" w:color="auto"/>
              <w:right w:val="single" w:sz="4" w:space="0" w:color="auto"/>
            </w:tcBorders>
            <w:shd w:val="clear" w:color="auto" w:fill="auto"/>
            <w:noWrap/>
            <w:vAlign w:val="center"/>
            <w:hideMark/>
          </w:tcPr>
          <w:p w14:paraId="4A96BD9D" w14:textId="77777777" w:rsidR="00A01124" w:rsidRPr="00835F44" w:rsidRDefault="00A01124" w:rsidP="000F533E">
            <w:pPr>
              <w:pStyle w:val="TAC"/>
            </w:pPr>
            <w:r>
              <w:t>16896</w:t>
            </w:r>
          </w:p>
        </w:tc>
      </w:tr>
      <w:tr w:rsidR="00A01124" w:rsidRPr="00835F44" w14:paraId="32F0A91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CE16D05"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F2020E6" w14:textId="77777777" w:rsidR="00A01124" w:rsidRPr="00835F44" w:rsidRDefault="00A01124" w:rsidP="000F533E">
            <w:pPr>
              <w:pStyle w:val="TAC"/>
            </w:pPr>
            <w:r>
              <w:t>135</w:t>
            </w:r>
          </w:p>
        </w:tc>
        <w:tc>
          <w:tcPr>
            <w:tcW w:w="967" w:type="dxa"/>
            <w:tcBorders>
              <w:top w:val="nil"/>
              <w:left w:val="nil"/>
              <w:bottom w:val="single" w:sz="4" w:space="0" w:color="auto"/>
              <w:right w:val="single" w:sz="4" w:space="0" w:color="auto"/>
            </w:tcBorders>
            <w:shd w:val="clear" w:color="auto" w:fill="auto"/>
            <w:noWrap/>
            <w:vAlign w:val="center"/>
            <w:hideMark/>
          </w:tcPr>
          <w:p w14:paraId="7E9AE75A"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7AA52B2"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7C3338D3"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5417DF67" w14:textId="77777777" w:rsidR="00A01124" w:rsidRPr="00835F44" w:rsidRDefault="00A01124" w:rsidP="000F533E">
            <w:pPr>
              <w:pStyle w:val="TAC"/>
            </w:pPr>
            <w:r>
              <w:t>54296</w:t>
            </w:r>
          </w:p>
        </w:tc>
        <w:tc>
          <w:tcPr>
            <w:tcW w:w="1057" w:type="dxa"/>
            <w:tcBorders>
              <w:top w:val="nil"/>
              <w:left w:val="nil"/>
              <w:bottom w:val="single" w:sz="4" w:space="0" w:color="auto"/>
              <w:right w:val="single" w:sz="4" w:space="0" w:color="auto"/>
            </w:tcBorders>
            <w:shd w:val="clear" w:color="auto" w:fill="auto"/>
            <w:noWrap/>
            <w:vAlign w:val="center"/>
            <w:hideMark/>
          </w:tcPr>
          <w:p w14:paraId="32E249DC"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2E3855CA"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423FEA31" w14:textId="77777777" w:rsidR="00A01124" w:rsidRPr="00835F44" w:rsidRDefault="00A01124" w:rsidP="000F533E">
            <w:pPr>
              <w:pStyle w:val="TAC"/>
            </w:pPr>
            <w:r>
              <w:t>7</w:t>
            </w:r>
          </w:p>
        </w:tc>
        <w:tc>
          <w:tcPr>
            <w:tcW w:w="925" w:type="dxa"/>
            <w:tcBorders>
              <w:top w:val="nil"/>
              <w:left w:val="nil"/>
              <w:bottom w:val="single" w:sz="4" w:space="0" w:color="auto"/>
              <w:right w:val="single" w:sz="4" w:space="0" w:color="auto"/>
            </w:tcBorders>
            <w:shd w:val="clear" w:color="auto" w:fill="auto"/>
            <w:noWrap/>
            <w:vAlign w:val="center"/>
            <w:hideMark/>
          </w:tcPr>
          <w:p w14:paraId="29084267" w14:textId="77777777" w:rsidR="00A01124" w:rsidRPr="00835F44" w:rsidRDefault="00A01124" w:rsidP="000F533E">
            <w:pPr>
              <w:pStyle w:val="TAC"/>
            </w:pPr>
            <w:r>
              <w:t>106920</w:t>
            </w:r>
          </w:p>
        </w:tc>
        <w:tc>
          <w:tcPr>
            <w:tcW w:w="1127" w:type="dxa"/>
            <w:tcBorders>
              <w:top w:val="nil"/>
              <w:left w:val="nil"/>
              <w:bottom w:val="single" w:sz="4" w:space="0" w:color="auto"/>
              <w:right w:val="single" w:sz="4" w:space="0" w:color="auto"/>
            </w:tcBorders>
            <w:shd w:val="clear" w:color="auto" w:fill="auto"/>
            <w:noWrap/>
            <w:vAlign w:val="center"/>
            <w:hideMark/>
          </w:tcPr>
          <w:p w14:paraId="3CE832C6" w14:textId="77777777" w:rsidR="00A01124" w:rsidRPr="00835F44" w:rsidRDefault="00A01124" w:rsidP="000F533E">
            <w:pPr>
              <w:pStyle w:val="TAC"/>
            </w:pPr>
            <w:r>
              <w:t>17820</w:t>
            </w:r>
          </w:p>
        </w:tc>
      </w:tr>
      <w:tr w:rsidR="00A01124" w:rsidRPr="00835F44" w14:paraId="0B2ACD5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9415BF"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D132F48" w14:textId="77777777" w:rsidR="00A01124" w:rsidRPr="00835F44" w:rsidRDefault="00A01124" w:rsidP="000F533E">
            <w:pPr>
              <w:pStyle w:val="TAC"/>
            </w:pPr>
            <w:r>
              <w:t>160</w:t>
            </w:r>
          </w:p>
        </w:tc>
        <w:tc>
          <w:tcPr>
            <w:tcW w:w="967" w:type="dxa"/>
            <w:tcBorders>
              <w:top w:val="nil"/>
              <w:left w:val="nil"/>
              <w:bottom w:val="single" w:sz="4" w:space="0" w:color="auto"/>
              <w:right w:val="single" w:sz="4" w:space="0" w:color="auto"/>
            </w:tcBorders>
            <w:shd w:val="clear" w:color="auto" w:fill="auto"/>
            <w:noWrap/>
            <w:vAlign w:val="center"/>
            <w:hideMark/>
          </w:tcPr>
          <w:p w14:paraId="5409B067" w14:textId="77777777" w:rsidR="00A01124" w:rsidRPr="00835F44"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vAlign w:val="center"/>
            <w:hideMark/>
          </w:tcPr>
          <w:p w14:paraId="12C131B1" w14:textId="77777777" w:rsidR="00A01124" w:rsidRPr="00835F44"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hideMark/>
          </w:tcPr>
          <w:p w14:paraId="189C17B7" w14:textId="77777777" w:rsidR="00A01124" w:rsidRPr="00835F44"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vAlign w:val="center"/>
            <w:hideMark/>
          </w:tcPr>
          <w:p w14:paraId="374674BD" w14:textId="77777777" w:rsidR="00A01124" w:rsidRPr="00835F44" w:rsidRDefault="00A01124" w:rsidP="000F533E">
            <w:pPr>
              <w:pStyle w:val="TAC"/>
            </w:pPr>
            <w:r>
              <w:t>63528</w:t>
            </w:r>
          </w:p>
        </w:tc>
        <w:tc>
          <w:tcPr>
            <w:tcW w:w="1057" w:type="dxa"/>
            <w:tcBorders>
              <w:top w:val="nil"/>
              <w:left w:val="nil"/>
              <w:bottom w:val="single" w:sz="4" w:space="0" w:color="auto"/>
              <w:right w:val="single" w:sz="4" w:space="0" w:color="auto"/>
            </w:tcBorders>
            <w:shd w:val="clear" w:color="auto" w:fill="auto"/>
            <w:noWrap/>
            <w:vAlign w:val="center"/>
            <w:hideMark/>
          </w:tcPr>
          <w:p w14:paraId="24F94569" w14:textId="77777777" w:rsidR="00A01124" w:rsidRPr="00835F44"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vAlign w:val="center"/>
            <w:hideMark/>
          </w:tcPr>
          <w:p w14:paraId="09E8A351" w14:textId="77777777" w:rsidR="00A01124" w:rsidRPr="00835F44"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vAlign w:val="center"/>
            <w:hideMark/>
          </w:tcPr>
          <w:p w14:paraId="3CCE098E" w14:textId="77777777" w:rsidR="00A01124" w:rsidRPr="00835F44" w:rsidRDefault="00A01124" w:rsidP="000F533E">
            <w:pPr>
              <w:pStyle w:val="TAC"/>
            </w:pPr>
            <w:r>
              <w:t>8</w:t>
            </w:r>
          </w:p>
        </w:tc>
        <w:tc>
          <w:tcPr>
            <w:tcW w:w="925" w:type="dxa"/>
            <w:tcBorders>
              <w:top w:val="nil"/>
              <w:left w:val="nil"/>
              <w:bottom w:val="single" w:sz="4" w:space="0" w:color="auto"/>
              <w:right w:val="single" w:sz="4" w:space="0" w:color="auto"/>
            </w:tcBorders>
            <w:shd w:val="clear" w:color="auto" w:fill="auto"/>
            <w:noWrap/>
            <w:vAlign w:val="center"/>
            <w:hideMark/>
          </w:tcPr>
          <w:p w14:paraId="47517017" w14:textId="77777777" w:rsidR="00A01124" w:rsidRPr="00835F44" w:rsidRDefault="00A01124" w:rsidP="000F533E">
            <w:pPr>
              <w:pStyle w:val="TAC"/>
            </w:pPr>
            <w:r>
              <w:t>126720</w:t>
            </w:r>
          </w:p>
        </w:tc>
        <w:tc>
          <w:tcPr>
            <w:tcW w:w="1127" w:type="dxa"/>
            <w:tcBorders>
              <w:top w:val="nil"/>
              <w:left w:val="nil"/>
              <w:bottom w:val="single" w:sz="4" w:space="0" w:color="auto"/>
              <w:right w:val="single" w:sz="4" w:space="0" w:color="auto"/>
            </w:tcBorders>
            <w:shd w:val="clear" w:color="auto" w:fill="auto"/>
            <w:noWrap/>
            <w:vAlign w:val="center"/>
            <w:hideMark/>
          </w:tcPr>
          <w:p w14:paraId="1A460497" w14:textId="77777777" w:rsidR="00A01124" w:rsidRPr="00835F44" w:rsidRDefault="00A01124" w:rsidP="000F533E">
            <w:pPr>
              <w:pStyle w:val="TAC"/>
            </w:pPr>
            <w:r>
              <w:t>21120</w:t>
            </w:r>
          </w:p>
        </w:tc>
      </w:tr>
      <w:tr w:rsidR="00A01124" w:rsidRPr="00835F44" w14:paraId="53424A0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414CDE4"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D2B4F4A" w14:textId="77777777" w:rsidR="00A01124" w:rsidRPr="00835F44" w:rsidRDefault="00A01124" w:rsidP="000F533E">
            <w:pPr>
              <w:pStyle w:val="TAC"/>
            </w:pPr>
            <w:r w:rsidRPr="00CF2A7F">
              <w:t>162</w:t>
            </w:r>
          </w:p>
        </w:tc>
        <w:tc>
          <w:tcPr>
            <w:tcW w:w="967" w:type="dxa"/>
            <w:tcBorders>
              <w:top w:val="nil"/>
              <w:left w:val="nil"/>
              <w:bottom w:val="single" w:sz="4" w:space="0" w:color="auto"/>
              <w:right w:val="single" w:sz="4" w:space="0" w:color="auto"/>
            </w:tcBorders>
            <w:shd w:val="clear" w:color="auto" w:fill="auto"/>
            <w:noWrap/>
            <w:hideMark/>
          </w:tcPr>
          <w:p w14:paraId="718D8AD8" w14:textId="77777777" w:rsidR="00A01124" w:rsidRPr="00835F44" w:rsidRDefault="00A01124" w:rsidP="000F533E">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5E146CD0" w14:textId="77777777" w:rsidR="00A01124" w:rsidRPr="00835F44" w:rsidRDefault="00A01124" w:rsidP="000F533E">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509F5A94" w14:textId="77777777" w:rsidR="00A01124" w:rsidRPr="00835F44" w:rsidRDefault="00A01124" w:rsidP="000F533E">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0C62B2A4" w14:textId="77777777" w:rsidR="00A01124" w:rsidRPr="00835F44" w:rsidRDefault="00A01124" w:rsidP="000F533E">
            <w:pPr>
              <w:pStyle w:val="TAC"/>
            </w:pPr>
            <w:r w:rsidRPr="00CF2A7F">
              <w:t>64552</w:t>
            </w:r>
          </w:p>
        </w:tc>
        <w:tc>
          <w:tcPr>
            <w:tcW w:w="1057" w:type="dxa"/>
            <w:tcBorders>
              <w:top w:val="nil"/>
              <w:left w:val="nil"/>
              <w:bottom w:val="single" w:sz="4" w:space="0" w:color="auto"/>
              <w:right w:val="single" w:sz="4" w:space="0" w:color="auto"/>
            </w:tcBorders>
            <w:shd w:val="clear" w:color="auto" w:fill="auto"/>
            <w:noWrap/>
            <w:hideMark/>
          </w:tcPr>
          <w:p w14:paraId="416BED02" w14:textId="77777777" w:rsidR="00A01124" w:rsidRPr="00835F44" w:rsidRDefault="00A01124" w:rsidP="000F533E">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64703EBD" w14:textId="77777777" w:rsidR="00A01124" w:rsidRPr="00835F44" w:rsidRDefault="00A01124" w:rsidP="000F533E">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4123D0C5" w14:textId="77777777" w:rsidR="00A01124" w:rsidRPr="00835F44" w:rsidRDefault="00A01124" w:rsidP="000F533E">
            <w:pPr>
              <w:pStyle w:val="TAC"/>
            </w:pPr>
            <w:r w:rsidRPr="00CF2A7F">
              <w:t>8</w:t>
            </w:r>
          </w:p>
        </w:tc>
        <w:tc>
          <w:tcPr>
            <w:tcW w:w="925" w:type="dxa"/>
            <w:tcBorders>
              <w:top w:val="nil"/>
              <w:left w:val="nil"/>
              <w:bottom w:val="single" w:sz="4" w:space="0" w:color="auto"/>
              <w:right w:val="single" w:sz="4" w:space="0" w:color="auto"/>
            </w:tcBorders>
            <w:shd w:val="clear" w:color="auto" w:fill="auto"/>
            <w:noWrap/>
            <w:hideMark/>
          </w:tcPr>
          <w:p w14:paraId="160CF5ED" w14:textId="77777777" w:rsidR="00A01124" w:rsidRPr="00835F44" w:rsidRDefault="00A01124" w:rsidP="000F533E">
            <w:pPr>
              <w:pStyle w:val="TAC"/>
            </w:pPr>
            <w:r w:rsidRPr="00CF2A7F">
              <w:t>128304</w:t>
            </w:r>
          </w:p>
        </w:tc>
        <w:tc>
          <w:tcPr>
            <w:tcW w:w="1127" w:type="dxa"/>
            <w:tcBorders>
              <w:top w:val="nil"/>
              <w:left w:val="nil"/>
              <w:bottom w:val="single" w:sz="4" w:space="0" w:color="auto"/>
              <w:right w:val="single" w:sz="4" w:space="0" w:color="auto"/>
            </w:tcBorders>
            <w:shd w:val="clear" w:color="auto" w:fill="auto"/>
            <w:noWrap/>
            <w:hideMark/>
          </w:tcPr>
          <w:p w14:paraId="0A434F35" w14:textId="77777777" w:rsidR="00A01124" w:rsidRPr="00835F44" w:rsidRDefault="00A01124" w:rsidP="000F533E">
            <w:pPr>
              <w:pStyle w:val="TAC"/>
            </w:pPr>
            <w:r w:rsidRPr="00CF2A7F">
              <w:t>21384</w:t>
            </w:r>
          </w:p>
        </w:tc>
      </w:tr>
      <w:tr w:rsidR="00A01124" w:rsidRPr="00835F44" w14:paraId="68994E3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11E6A46" w14:textId="77777777" w:rsidR="00A01124" w:rsidRPr="00835F44" w:rsidRDefault="00A01124" w:rsidP="000F533E">
            <w:pPr>
              <w:pStyle w:val="TAC"/>
            </w:pPr>
          </w:p>
        </w:tc>
        <w:tc>
          <w:tcPr>
            <w:tcW w:w="1027" w:type="dxa"/>
            <w:tcBorders>
              <w:top w:val="nil"/>
              <w:left w:val="nil"/>
              <w:bottom w:val="single" w:sz="4" w:space="0" w:color="auto"/>
              <w:right w:val="single" w:sz="4" w:space="0" w:color="auto"/>
            </w:tcBorders>
            <w:shd w:val="clear" w:color="auto" w:fill="auto"/>
            <w:noWrap/>
          </w:tcPr>
          <w:p w14:paraId="76DFCBB4" w14:textId="77777777" w:rsidR="00A01124" w:rsidRPr="00CF2A7F" w:rsidRDefault="00A01124" w:rsidP="000F533E">
            <w:pPr>
              <w:pStyle w:val="TAC"/>
            </w:pPr>
            <w:r>
              <w:t>180</w:t>
            </w:r>
          </w:p>
        </w:tc>
        <w:tc>
          <w:tcPr>
            <w:tcW w:w="967" w:type="dxa"/>
            <w:tcBorders>
              <w:top w:val="nil"/>
              <w:left w:val="nil"/>
              <w:bottom w:val="single" w:sz="4" w:space="0" w:color="auto"/>
              <w:right w:val="single" w:sz="4" w:space="0" w:color="auto"/>
            </w:tcBorders>
            <w:shd w:val="clear" w:color="auto" w:fill="auto"/>
            <w:noWrap/>
          </w:tcPr>
          <w:p w14:paraId="0296B526" w14:textId="77777777" w:rsidR="00A01124" w:rsidRPr="00CF2A7F" w:rsidRDefault="00A01124"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6AB036EA" w14:textId="77777777" w:rsidR="00A01124" w:rsidRPr="00CF2A7F" w:rsidRDefault="00A01124" w:rsidP="000F533E">
            <w:pPr>
              <w:pStyle w:val="TAC"/>
            </w:pPr>
            <w:r>
              <w:t>64QAM</w:t>
            </w:r>
          </w:p>
        </w:tc>
        <w:tc>
          <w:tcPr>
            <w:tcW w:w="890" w:type="dxa"/>
            <w:tcBorders>
              <w:top w:val="nil"/>
              <w:left w:val="nil"/>
              <w:bottom w:val="single" w:sz="4" w:space="0" w:color="auto"/>
              <w:right w:val="single" w:sz="4" w:space="0" w:color="auto"/>
            </w:tcBorders>
            <w:shd w:val="clear" w:color="auto" w:fill="auto"/>
            <w:noWrap/>
          </w:tcPr>
          <w:p w14:paraId="05378D20" w14:textId="77777777" w:rsidR="00A01124" w:rsidRPr="00CF2A7F" w:rsidRDefault="00A01124" w:rsidP="000F533E">
            <w:pPr>
              <w:pStyle w:val="TAC"/>
            </w:pPr>
            <w:r>
              <w:t>18</w:t>
            </w:r>
          </w:p>
        </w:tc>
        <w:tc>
          <w:tcPr>
            <w:tcW w:w="926" w:type="dxa"/>
            <w:tcBorders>
              <w:top w:val="nil"/>
              <w:left w:val="nil"/>
              <w:bottom w:val="single" w:sz="4" w:space="0" w:color="auto"/>
              <w:right w:val="single" w:sz="4" w:space="0" w:color="auto"/>
            </w:tcBorders>
            <w:shd w:val="clear" w:color="auto" w:fill="auto"/>
            <w:noWrap/>
          </w:tcPr>
          <w:p w14:paraId="3F2DAE23" w14:textId="77777777" w:rsidR="00A01124" w:rsidRPr="00CF2A7F" w:rsidRDefault="00A01124" w:rsidP="000F533E">
            <w:pPr>
              <w:pStyle w:val="TAC"/>
            </w:pPr>
            <w:r>
              <w:t>71688</w:t>
            </w:r>
          </w:p>
        </w:tc>
        <w:tc>
          <w:tcPr>
            <w:tcW w:w="1057" w:type="dxa"/>
            <w:tcBorders>
              <w:top w:val="nil"/>
              <w:left w:val="nil"/>
              <w:bottom w:val="single" w:sz="4" w:space="0" w:color="auto"/>
              <w:right w:val="single" w:sz="4" w:space="0" w:color="auto"/>
            </w:tcBorders>
            <w:shd w:val="clear" w:color="auto" w:fill="auto"/>
            <w:noWrap/>
          </w:tcPr>
          <w:p w14:paraId="567E4051" w14:textId="77777777" w:rsidR="00A01124" w:rsidRPr="00CF2A7F" w:rsidRDefault="00A01124"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447647D4" w14:textId="77777777" w:rsidR="00A01124" w:rsidRPr="00CF2A7F" w:rsidRDefault="00A01124"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08AE7925" w14:textId="77777777" w:rsidR="00A01124" w:rsidRPr="00CF2A7F" w:rsidRDefault="00A01124" w:rsidP="000F533E">
            <w:pPr>
              <w:pStyle w:val="TAC"/>
            </w:pPr>
            <w:r>
              <w:t>9</w:t>
            </w:r>
          </w:p>
        </w:tc>
        <w:tc>
          <w:tcPr>
            <w:tcW w:w="925" w:type="dxa"/>
            <w:tcBorders>
              <w:top w:val="nil"/>
              <w:left w:val="nil"/>
              <w:bottom w:val="single" w:sz="4" w:space="0" w:color="auto"/>
              <w:right w:val="single" w:sz="4" w:space="0" w:color="auto"/>
            </w:tcBorders>
            <w:shd w:val="clear" w:color="auto" w:fill="auto"/>
            <w:noWrap/>
          </w:tcPr>
          <w:p w14:paraId="286A2DDA" w14:textId="77777777" w:rsidR="00A01124" w:rsidRPr="00CF2A7F" w:rsidRDefault="00A01124" w:rsidP="000F533E">
            <w:pPr>
              <w:pStyle w:val="TAC"/>
            </w:pPr>
            <w:r>
              <w:t>142560</w:t>
            </w:r>
          </w:p>
        </w:tc>
        <w:tc>
          <w:tcPr>
            <w:tcW w:w="1127" w:type="dxa"/>
            <w:tcBorders>
              <w:top w:val="nil"/>
              <w:left w:val="nil"/>
              <w:bottom w:val="single" w:sz="4" w:space="0" w:color="auto"/>
              <w:right w:val="single" w:sz="4" w:space="0" w:color="auto"/>
            </w:tcBorders>
            <w:shd w:val="clear" w:color="auto" w:fill="auto"/>
            <w:noWrap/>
          </w:tcPr>
          <w:p w14:paraId="0C6DBA86" w14:textId="77777777" w:rsidR="00A01124" w:rsidRPr="00CF2A7F" w:rsidRDefault="00A01124" w:rsidP="000F533E">
            <w:pPr>
              <w:pStyle w:val="TAC"/>
            </w:pPr>
            <w:r>
              <w:t>23760</w:t>
            </w:r>
          </w:p>
        </w:tc>
      </w:tr>
      <w:tr w:rsidR="00A01124" w:rsidRPr="00835F44" w14:paraId="24471A4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5B76C4"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BE819AA" w14:textId="77777777" w:rsidR="00A01124" w:rsidRPr="00835F44" w:rsidRDefault="00A01124" w:rsidP="000F533E">
            <w:pPr>
              <w:pStyle w:val="TAC"/>
            </w:pPr>
            <w:r w:rsidRPr="00CF2A7F">
              <w:t>216</w:t>
            </w:r>
          </w:p>
        </w:tc>
        <w:tc>
          <w:tcPr>
            <w:tcW w:w="967" w:type="dxa"/>
            <w:tcBorders>
              <w:top w:val="nil"/>
              <w:left w:val="nil"/>
              <w:bottom w:val="single" w:sz="4" w:space="0" w:color="auto"/>
              <w:right w:val="single" w:sz="4" w:space="0" w:color="auto"/>
            </w:tcBorders>
            <w:shd w:val="clear" w:color="auto" w:fill="auto"/>
            <w:noWrap/>
            <w:hideMark/>
          </w:tcPr>
          <w:p w14:paraId="522D6E24" w14:textId="77777777" w:rsidR="00A01124" w:rsidRPr="00835F44" w:rsidRDefault="00A01124" w:rsidP="000F533E">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33E73DAF" w14:textId="77777777" w:rsidR="00A01124" w:rsidRPr="00835F44" w:rsidRDefault="00A01124" w:rsidP="000F533E">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49363DE9" w14:textId="77777777" w:rsidR="00A01124" w:rsidRPr="00835F44" w:rsidRDefault="00A01124" w:rsidP="000F533E">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40F1FD98" w14:textId="77777777" w:rsidR="00A01124" w:rsidRPr="00835F44" w:rsidRDefault="00A01124" w:rsidP="000F533E">
            <w:pPr>
              <w:pStyle w:val="TAC"/>
            </w:pPr>
            <w:r w:rsidRPr="00CF2A7F">
              <w:t>86040</w:t>
            </w:r>
          </w:p>
        </w:tc>
        <w:tc>
          <w:tcPr>
            <w:tcW w:w="1057" w:type="dxa"/>
            <w:tcBorders>
              <w:top w:val="nil"/>
              <w:left w:val="nil"/>
              <w:bottom w:val="single" w:sz="4" w:space="0" w:color="auto"/>
              <w:right w:val="single" w:sz="4" w:space="0" w:color="auto"/>
            </w:tcBorders>
            <w:shd w:val="clear" w:color="auto" w:fill="auto"/>
            <w:noWrap/>
            <w:hideMark/>
          </w:tcPr>
          <w:p w14:paraId="1E9A83EB" w14:textId="77777777" w:rsidR="00A01124" w:rsidRPr="00835F44" w:rsidRDefault="00A01124" w:rsidP="000F533E">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28C37DBA" w14:textId="77777777" w:rsidR="00A01124" w:rsidRPr="00835F44" w:rsidRDefault="00A01124" w:rsidP="000F533E">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6EBB1A9D" w14:textId="77777777" w:rsidR="00A01124" w:rsidRPr="00835F44" w:rsidRDefault="00A01124" w:rsidP="000F533E">
            <w:pPr>
              <w:pStyle w:val="TAC"/>
            </w:pPr>
            <w:r w:rsidRPr="00CF2A7F">
              <w:t>11</w:t>
            </w:r>
          </w:p>
        </w:tc>
        <w:tc>
          <w:tcPr>
            <w:tcW w:w="925" w:type="dxa"/>
            <w:tcBorders>
              <w:top w:val="nil"/>
              <w:left w:val="nil"/>
              <w:bottom w:val="single" w:sz="4" w:space="0" w:color="auto"/>
              <w:right w:val="single" w:sz="4" w:space="0" w:color="auto"/>
            </w:tcBorders>
            <w:shd w:val="clear" w:color="auto" w:fill="auto"/>
            <w:noWrap/>
            <w:hideMark/>
          </w:tcPr>
          <w:p w14:paraId="1AF8F545" w14:textId="77777777" w:rsidR="00A01124" w:rsidRPr="00835F44" w:rsidRDefault="00A01124" w:rsidP="000F533E">
            <w:pPr>
              <w:pStyle w:val="TAC"/>
            </w:pPr>
            <w:r w:rsidRPr="00CF2A7F">
              <w:t>171072</w:t>
            </w:r>
          </w:p>
        </w:tc>
        <w:tc>
          <w:tcPr>
            <w:tcW w:w="1127" w:type="dxa"/>
            <w:tcBorders>
              <w:top w:val="nil"/>
              <w:left w:val="nil"/>
              <w:bottom w:val="single" w:sz="4" w:space="0" w:color="auto"/>
              <w:right w:val="single" w:sz="4" w:space="0" w:color="auto"/>
            </w:tcBorders>
            <w:shd w:val="clear" w:color="auto" w:fill="auto"/>
            <w:noWrap/>
            <w:hideMark/>
          </w:tcPr>
          <w:p w14:paraId="5BE611D6" w14:textId="77777777" w:rsidR="00A01124" w:rsidRPr="00835F44" w:rsidRDefault="00A01124" w:rsidP="000F533E">
            <w:pPr>
              <w:pStyle w:val="TAC"/>
            </w:pPr>
            <w:r w:rsidRPr="00CF2A7F">
              <w:t>28512</w:t>
            </w:r>
          </w:p>
        </w:tc>
      </w:tr>
      <w:tr w:rsidR="00A01124" w:rsidRPr="00835F44" w14:paraId="3B8E7AF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C8FAD3"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74B5E58" w14:textId="77777777" w:rsidR="00A01124" w:rsidRPr="00835F44" w:rsidRDefault="00A01124" w:rsidP="000F533E">
            <w:pPr>
              <w:pStyle w:val="TAC"/>
            </w:pPr>
            <w:r w:rsidRPr="00CF2A7F">
              <w:t>243</w:t>
            </w:r>
          </w:p>
        </w:tc>
        <w:tc>
          <w:tcPr>
            <w:tcW w:w="967" w:type="dxa"/>
            <w:tcBorders>
              <w:top w:val="nil"/>
              <w:left w:val="nil"/>
              <w:bottom w:val="single" w:sz="4" w:space="0" w:color="auto"/>
              <w:right w:val="single" w:sz="4" w:space="0" w:color="auto"/>
            </w:tcBorders>
            <w:shd w:val="clear" w:color="auto" w:fill="auto"/>
            <w:noWrap/>
            <w:hideMark/>
          </w:tcPr>
          <w:p w14:paraId="216F532D" w14:textId="77777777" w:rsidR="00A01124" w:rsidRPr="00835F44" w:rsidRDefault="00A01124" w:rsidP="000F533E">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46D6ACE7" w14:textId="77777777" w:rsidR="00A01124" w:rsidRPr="00835F44" w:rsidRDefault="00A01124" w:rsidP="000F533E">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34B405AA" w14:textId="77777777" w:rsidR="00A01124" w:rsidRPr="00835F44" w:rsidRDefault="00A01124" w:rsidP="000F533E">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794A2C3D" w14:textId="77777777" w:rsidR="00A01124" w:rsidRPr="00835F44" w:rsidRDefault="00A01124" w:rsidP="000F533E">
            <w:pPr>
              <w:pStyle w:val="TAC"/>
            </w:pPr>
            <w:r w:rsidRPr="00CF2A7F">
              <w:t>96264</w:t>
            </w:r>
          </w:p>
        </w:tc>
        <w:tc>
          <w:tcPr>
            <w:tcW w:w="1057" w:type="dxa"/>
            <w:tcBorders>
              <w:top w:val="nil"/>
              <w:left w:val="nil"/>
              <w:bottom w:val="single" w:sz="4" w:space="0" w:color="auto"/>
              <w:right w:val="single" w:sz="4" w:space="0" w:color="auto"/>
            </w:tcBorders>
            <w:shd w:val="clear" w:color="auto" w:fill="auto"/>
            <w:noWrap/>
            <w:hideMark/>
          </w:tcPr>
          <w:p w14:paraId="2D900610" w14:textId="77777777" w:rsidR="00A01124" w:rsidRPr="00835F44" w:rsidRDefault="00A01124" w:rsidP="000F533E">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09456EDB" w14:textId="77777777" w:rsidR="00A01124" w:rsidRPr="00835F44" w:rsidRDefault="00A01124" w:rsidP="000F533E">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47BA6F45" w14:textId="77777777" w:rsidR="00A01124" w:rsidRPr="00835F44" w:rsidRDefault="00A01124" w:rsidP="000F533E">
            <w:pPr>
              <w:pStyle w:val="TAC"/>
            </w:pPr>
            <w:r w:rsidRPr="00CF2A7F">
              <w:t>12</w:t>
            </w:r>
          </w:p>
        </w:tc>
        <w:tc>
          <w:tcPr>
            <w:tcW w:w="925" w:type="dxa"/>
            <w:tcBorders>
              <w:top w:val="nil"/>
              <w:left w:val="nil"/>
              <w:bottom w:val="single" w:sz="4" w:space="0" w:color="auto"/>
              <w:right w:val="single" w:sz="4" w:space="0" w:color="auto"/>
            </w:tcBorders>
            <w:shd w:val="clear" w:color="auto" w:fill="auto"/>
            <w:noWrap/>
            <w:hideMark/>
          </w:tcPr>
          <w:p w14:paraId="564B8E3F" w14:textId="77777777" w:rsidR="00A01124" w:rsidRPr="00835F44" w:rsidRDefault="00A01124" w:rsidP="000F533E">
            <w:pPr>
              <w:pStyle w:val="TAC"/>
            </w:pPr>
            <w:r w:rsidRPr="00CF2A7F">
              <w:t>192456</w:t>
            </w:r>
          </w:p>
        </w:tc>
        <w:tc>
          <w:tcPr>
            <w:tcW w:w="1127" w:type="dxa"/>
            <w:tcBorders>
              <w:top w:val="nil"/>
              <w:left w:val="nil"/>
              <w:bottom w:val="single" w:sz="4" w:space="0" w:color="auto"/>
              <w:right w:val="single" w:sz="4" w:space="0" w:color="auto"/>
            </w:tcBorders>
            <w:shd w:val="clear" w:color="auto" w:fill="auto"/>
            <w:noWrap/>
            <w:hideMark/>
          </w:tcPr>
          <w:p w14:paraId="2B9CDB1C" w14:textId="77777777" w:rsidR="00A01124" w:rsidRPr="00835F44" w:rsidRDefault="00A01124" w:rsidP="000F533E">
            <w:pPr>
              <w:pStyle w:val="TAC"/>
            </w:pPr>
            <w:r w:rsidRPr="00CF2A7F">
              <w:t>32076</w:t>
            </w:r>
          </w:p>
        </w:tc>
      </w:tr>
      <w:tr w:rsidR="00A01124" w:rsidRPr="00835F44" w14:paraId="5398982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40F4B1C" w14:textId="77777777" w:rsidR="00A01124" w:rsidRPr="00835F44" w:rsidRDefault="00A01124"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9C17007" w14:textId="77777777" w:rsidR="00A01124" w:rsidRPr="00835F44" w:rsidRDefault="00A01124" w:rsidP="000F533E">
            <w:pPr>
              <w:pStyle w:val="TAC"/>
            </w:pPr>
            <w:r w:rsidRPr="00CF2A7F">
              <w:t>270</w:t>
            </w:r>
          </w:p>
        </w:tc>
        <w:tc>
          <w:tcPr>
            <w:tcW w:w="967" w:type="dxa"/>
            <w:tcBorders>
              <w:top w:val="nil"/>
              <w:left w:val="nil"/>
              <w:bottom w:val="single" w:sz="4" w:space="0" w:color="auto"/>
              <w:right w:val="single" w:sz="4" w:space="0" w:color="auto"/>
            </w:tcBorders>
            <w:shd w:val="clear" w:color="auto" w:fill="auto"/>
            <w:noWrap/>
            <w:hideMark/>
          </w:tcPr>
          <w:p w14:paraId="4CF383E0" w14:textId="77777777" w:rsidR="00A01124" w:rsidRPr="00835F44" w:rsidRDefault="00A01124" w:rsidP="000F533E">
            <w:pPr>
              <w:pStyle w:val="TAC"/>
            </w:pPr>
            <w:r w:rsidRPr="00CF2A7F">
              <w:t>11</w:t>
            </w:r>
          </w:p>
        </w:tc>
        <w:tc>
          <w:tcPr>
            <w:tcW w:w="1176" w:type="dxa"/>
            <w:tcBorders>
              <w:top w:val="nil"/>
              <w:left w:val="nil"/>
              <w:bottom w:val="single" w:sz="4" w:space="0" w:color="auto"/>
              <w:right w:val="single" w:sz="4" w:space="0" w:color="auto"/>
            </w:tcBorders>
            <w:shd w:val="clear" w:color="auto" w:fill="auto"/>
            <w:noWrap/>
            <w:hideMark/>
          </w:tcPr>
          <w:p w14:paraId="3516FF38" w14:textId="77777777" w:rsidR="00A01124" w:rsidRPr="00835F44" w:rsidRDefault="00A01124" w:rsidP="000F533E">
            <w:pPr>
              <w:pStyle w:val="TAC"/>
            </w:pPr>
            <w:r w:rsidRPr="00CF2A7F">
              <w:t>64QAM</w:t>
            </w:r>
          </w:p>
        </w:tc>
        <w:tc>
          <w:tcPr>
            <w:tcW w:w="890" w:type="dxa"/>
            <w:tcBorders>
              <w:top w:val="nil"/>
              <w:left w:val="nil"/>
              <w:bottom w:val="single" w:sz="4" w:space="0" w:color="auto"/>
              <w:right w:val="single" w:sz="4" w:space="0" w:color="auto"/>
            </w:tcBorders>
            <w:shd w:val="clear" w:color="auto" w:fill="auto"/>
            <w:noWrap/>
            <w:hideMark/>
          </w:tcPr>
          <w:p w14:paraId="4E49CED3" w14:textId="77777777" w:rsidR="00A01124" w:rsidRPr="00835F44" w:rsidRDefault="00A01124" w:rsidP="000F533E">
            <w:pPr>
              <w:pStyle w:val="TAC"/>
            </w:pPr>
            <w:r w:rsidRPr="00CF2A7F">
              <w:t>18</w:t>
            </w:r>
          </w:p>
        </w:tc>
        <w:tc>
          <w:tcPr>
            <w:tcW w:w="926" w:type="dxa"/>
            <w:tcBorders>
              <w:top w:val="nil"/>
              <w:left w:val="nil"/>
              <w:bottom w:val="single" w:sz="4" w:space="0" w:color="auto"/>
              <w:right w:val="single" w:sz="4" w:space="0" w:color="auto"/>
            </w:tcBorders>
            <w:shd w:val="clear" w:color="auto" w:fill="auto"/>
            <w:noWrap/>
            <w:hideMark/>
          </w:tcPr>
          <w:p w14:paraId="0090596F" w14:textId="77777777" w:rsidR="00A01124" w:rsidRPr="00835F44" w:rsidRDefault="00A01124" w:rsidP="000F533E">
            <w:pPr>
              <w:pStyle w:val="TAC"/>
            </w:pPr>
            <w:r w:rsidRPr="00CF2A7F">
              <w:t>108552</w:t>
            </w:r>
          </w:p>
        </w:tc>
        <w:tc>
          <w:tcPr>
            <w:tcW w:w="1057" w:type="dxa"/>
            <w:tcBorders>
              <w:top w:val="nil"/>
              <w:left w:val="nil"/>
              <w:bottom w:val="single" w:sz="4" w:space="0" w:color="auto"/>
              <w:right w:val="single" w:sz="4" w:space="0" w:color="auto"/>
            </w:tcBorders>
            <w:shd w:val="clear" w:color="auto" w:fill="auto"/>
            <w:noWrap/>
            <w:hideMark/>
          </w:tcPr>
          <w:p w14:paraId="3CC3B690" w14:textId="77777777" w:rsidR="00A01124" w:rsidRPr="00835F44" w:rsidRDefault="00A01124" w:rsidP="000F533E">
            <w:pPr>
              <w:pStyle w:val="TAC"/>
            </w:pPr>
            <w:r w:rsidRPr="00CF2A7F">
              <w:t>24</w:t>
            </w:r>
          </w:p>
        </w:tc>
        <w:tc>
          <w:tcPr>
            <w:tcW w:w="897" w:type="dxa"/>
            <w:tcBorders>
              <w:top w:val="nil"/>
              <w:left w:val="nil"/>
              <w:bottom w:val="single" w:sz="4" w:space="0" w:color="auto"/>
              <w:right w:val="single" w:sz="4" w:space="0" w:color="auto"/>
            </w:tcBorders>
            <w:shd w:val="clear" w:color="auto" w:fill="auto"/>
            <w:noWrap/>
            <w:hideMark/>
          </w:tcPr>
          <w:p w14:paraId="3B3F97D8" w14:textId="77777777" w:rsidR="00A01124" w:rsidRPr="00835F44" w:rsidRDefault="00A01124" w:rsidP="000F533E">
            <w:pPr>
              <w:pStyle w:val="TAC"/>
            </w:pPr>
            <w:r w:rsidRPr="00CF2A7F">
              <w:t>1</w:t>
            </w:r>
          </w:p>
        </w:tc>
        <w:tc>
          <w:tcPr>
            <w:tcW w:w="929" w:type="dxa"/>
            <w:tcBorders>
              <w:top w:val="nil"/>
              <w:left w:val="nil"/>
              <w:bottom w:val="single" w:sz="4" w:space="0" w:color="auto"/>
              <w:right w:val="single" w:sz="4" w:space="0" w:color="auto"/>
            </w:tcBorders>
            <w:shd w:val="clear" w:color="auto" w:fill="auto"/>
            <w:noWrap/>
            <w:hideMark/>
          </w:tcPr>
          <w:p w14:paraId="11B0FD22" w14:textId="77777777" w:rsidR="00A01124" w:rsidRPr="00835F44" w:rsidRDefault="00A01124" w:rsidP="000F533E">
            <w:pPr>
              <w:pStyle w:val="TAC"/>
            </w:pPr>
            <w:r w:rsidRPr="00CF2A7F">
              <w:t>13</w:t>
            </w:r>
          </w:p>
        </w:tc>
        <w:tc>
          <w:tcPr>
            <w:tcW w:w="925" w:type="dxa"/>
            <w:tcBorders>
              <w:top w:val="nil"/>
              <w:left w:val="nil"/>
              <w:bottom w:val="single" w:sz="4" w:space="0" w:color="auto"/>
              <w:right w:val="single" w:sz="4" w:space="0" w:color="auto"/>
            </w:tcBorders>
            <w:shd w:val="clear" w:color="auto" w:fill="auto"/>
            <w:noWrap/>
            <w:hideMark/>
          </w:tcPr>
          <w:p w14:paraId="4DEBB5A7" w14:textId="77777777" w:rsidR="00A01124" w:rsidRPr="00835F44" w:rsidRDefault="00A01124" w:rsidP="000F533E">
            <w:pPr>
              <w:pStyle w:val="TAC"/>
            </w:pPr>
            <w:r w:rsidRPr="00CF2A7F">
              <w:t>213840</w:t>
            </w:r>
          </w:p>
        </w:tc>
        <w:tc>
          <w:tcPr>
            <w:tcW w:w="1127" w:type="dxa"/>
            <w:tcBorders>
              <w:top w:val="nil"/>
              <w:left w:val="nil"/>
              <w:bottom w:val="single" w:sz="4" w:space="0" w:color="auto"/>
              <w:right w:val="single" w:sz="4" w:space="0" w:color="auto"/>
            </w:tcBorders>
            <w:shd w:val="clear" w:color="auto" w:fill="auto"/>
            <w:noWrap/>
            <w:hideMark/>
          </w:tcPr>
          <w:p w14:paraId="66A49943" w14:textId="77777777" w:rsidR="00A01124" w:rsidRPr="00835F44" w:rsidRDefault="00A01124" w:rsidP="000F533E">
            <w:pPr>
              <w:pStyle w:val="TAC"/>
            </w:pPr>
            <w:r w:rsidRPr="00CF2A7F">
              <w:t>35640</w:t>
            </w:r>
          </w:p>
        </w:tc>
      </w:tr>
      <w:tr w:rsidR="00A01124" w:rsidRPr="00835F44" w14:paraId="12BFDCF4"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2010D5F9" w14:textId="77777777" w:rsidR="00A01124" w:rsidRPr="00835F44" w:rsidRDefault="00A01124"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40ED7CD6" w14:textId="77777777" w:rsidR="00A01124" w:rsidRPr="00835F44" w:rsidRDefault="00A01124" w:rsidP="000F533E">
            <w:pPr>
              <w:pStyle w:val="TAN"/>
            </w:pPr>
            <w:r w:rsidRPr="00835F44">
              <w:t>NOTE 2:</w:t>
            </w:r>
            <w:r w:rsidRPr="00835F44">
              <w:tab/>
              <w:t>MCS Index is based on MCS table 6.1.4.1-1 defined in TS 38.214 [10].</w:t>
            </w:r>
          </w:p>
          <w:p w14:paraId="71DAED3D" w14:textId="77777777" w:rsidR="00A01124" w:rsidRDefault="00A01124" w:rsidP="000F533E">
            <w:pPr>
              <w:pStyle w:val="TAN"/>
            </w:pPr>
            <w:r w:rsidRPr="00835F44">
              <w:t>NOTE 3:</w:t>
            </w:r>
            <w:r w:rsidRPr="00835F44">
              <w:tab/>
              <w:t>If more than one Code Block is present, an additional CRC sequence of L = 24 Bits is attached to each Code Block (otherwise L = 0 Bit)</w:t>
            </w:r>
          </w:p>
          <w:p w14:paraId="76CC32A5" w14:textId="77777777" w:rsidR="00A01124" w:rsidRPr="001F4A8E" w:rsidRDefault="00A01124"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1EAFF3BE" w14:textId="77777777" w:rsidR="00A01124" w:rsidRPr="001C0CC4" w:rsidRDefault="00A01124" w:rsidP="00A43E5A">
      <w:pPr>
        <w:spacing w:after="0"/>
        <w:rPr>
          <w:rFonts w:ascii="Arial" w:hAnsi="Arial"/>
          <w:b/>
        </w:rPr>
      </w:pPr>
    </w:p>
    <w:p w14:paraId="0C340156" w14:textId="02AAC52B" w:rsidR="00A43E5A" w:rsidRPr="001C0CC4" w:rsidRDefault="00A43E5A" w:rsidP="00A43E5A">
      <w:pPr>
        <w:pStyle w:val="TH"/>
      </w:pPr>
      <w:r w:rsidRPr="001C0CC4">
        <w:t xml:space="preserve">Table A.2.2.4-2: </w:t>
      </w:r>
      <w:r>
        <w:t>Void</w:t>
      </w:r>
    </w:p>
    <w:p w14:paraId="121FD08F" w14:textId="22852401" w:rsidR="00A43E5A" w:rsidRPr="001C0CC4" w:rsidRDefault="00A43E5A" w:rsidP="00A43E5A">
      <w:pPr>
        <w:pStyle w:val="TH"/>
      </w:pPr>
      <w:r w:rsidRPr="001C0CC4">
        <w:t xml:space="preserve">Table A.2.2.4-3: </w:t>
      </w:r>
      <w:r>
        <w:t>Void</w:t>
      </w:r>
    </w:p>
    <w:p w14:paraId="7EEC9CDF" w14:textId="77777777" w:rsidR="00A43E5A" w:rsidRPr="001C0CC4" w:rsidRDefault="00A43E5A" w:rsidP="00A43E5A"/>
    <w:p w14:paraId="564B1112" w14:textId="77777777" w:rsidR="00A43E5A" w:rsidRPr="001C0CC4" w:rsidRDefault="00A43E5A" w:rsidP="00A43E5A">
      <w:pPr>
        <w:spacing w:after="0"/>
      </w:pPr>
      <w:r w:rsidRPr="001C0CC4">
        <w:br w:type="page"/>
      </w:r>
    </w:p>
    <w:p w14:paraId="18DAB556" w14:textId="77777777" w:rsidR="00A43E5A" w:rsidRPr="001C0CC4" w:rsidRDefault="00A43E5A" w:rsidP="004A5871">
      <w:pPr>
        <w:pStyle w:val="Heading3"/>
        <w:pageBreakBefore/>
        <w:rPr>
          <w:snapToGrid w:val="0"/>
        </w:rPr>
      </w:pPr>
      <w:bookmarkStart w:id="163" w:name="_Toc21344524"/>
      <w:bookmarkStart w:id="164" w:name="_Toc29802012"/>
      <w:bookmarkStart w:id="165" w:name="_Toc29802436"/>
      <w:bookmarkStart w:id="166" w:name="_Toc29803061"/>
      <w:bookmarkStart w:id="167" w:name="_Toc36107803"/>
      <w:bookmarkStart w:id="168" w:name="_Toc37251577"/>
      <w:bookmarkStart w:id="169" w:name="_Toc45888516"/>
      <w:bookmarkStart w:id="170" w:name="_Toc45889115"/>
      <w:bookmarkStart w:id="171" w:name="_Toc59650488"/>
      <w:bookmarkStart w:id="172" w:name="_Toc61357760"/>
      <w:bookmarkStart w:id="173" w:name="_Toc61359534"/>
      <w:bookmarkStart w:id="174" w:name="_Toc67916474"/>
      <w:bookmarkStart w:id="175" w:name="_Toc75534020"/>
      <w:bookmarkStart w:id="176" w:name="_Toc75819906"/>
      <w:bookmarkStart w:id="177" w:name="_Toc76508750"/>
      <w:bookmarkStart w:id="178" w:name="_Toc76717700"/>
      <w:bookmarkStart w:id="179" w:name="_Toc83294341"/>
      <w:bookmarkStart w:id="180" w:name="_Toc84335380"/>
      <w:r w:rsidRPr="001C0CC4">
        <w:rPr>
          <w:snapToGrid w:val="0"/>
        </w:rPr>
        <w:lastRenderedPageBreak/>
        <w:t>A.2.2.5</w:t>
      </w:r>
      <w:r w:rsidRPr="001C0CC4">
        <w:rPr>
          <w:snapToGrid w:val="0"/>
        </w:rPr>
        <w:tab/>
        <w:t>DFT-s-OFDM 256QAM</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196B56E5" w14:textId="15CE08AA" w:rsidR="00A43E5A" w:rsidRPr="001C0CC4" w:rsidRDefault="00A43E5A" w:rsidP="00A43E5A">
      <w:pPr>
        <w:pStyle w:val="TH"/>
      </w:pPr>
      <w:r w:rsidRPr="001C0CC4">
        <w:t>Table A.2.2.5-1: Reference Channels for DFT-s-OFDM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B12C6" w:rsidRPr="00835F44" w14:paraId="269DB2ED"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57DA2C3D" w14:textId="77777777" w:rsidR="008B12C6" w:rsidRPr="00835F44" w:rsidRDefault="008B12C6"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67DFFB0C" w14:textId="77777777" w:rsidR="008B12C6" w:rsidRPr="001F4A8E" w:rsidRDefault="008B12C6"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16AEE1DD" w14:textId="77777777" w:rsidR="008B12C6" w:rsidRPr="00835F44" w:rsidRDefault="008B12C6" w:rsidP="000F533E">
            <w:pPr>
              <w:pStyle w:val="TAH"/>
            </w:pPr>
            <w:r w:rsidRPr="00835F44">
              <w:t>DFT-s-OFDM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4E1BA158" w14:textId="77777777" w:rsidR="008B12C6" w:rsidRPr="00835F44" w:rsidRDefault="008B12C6"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15098071" w14:textId="77777777" w:rsidR="008B12C6" w:rsidRPr="00835F44" w:rsidRDefault="008B12C6"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28912FDE" w14:textId="77777777" w:rsidR="008B12C6" w:rsidRPr="00835F44" w:rsidRDefault="008B12C6"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4E60FB1" w14:textId="77777777" w:rsidR="008B12C6" w:rsidRPr="00835F44" w:rsidRDefault="008B12C6"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68F4F468" w14:textId="77777777" w:rsidR="008B12C6" w:rsidRPr="00835F44" w:rsidRDefault="008B12C6"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18512455" w14:textId="77777777" w:rsidR="008B12C6" w:rsidRPr="00835F44" w:rsidRDefault="008B12C6"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7BEB8F97" w14:textId="77777777" w:rsidR="008B12C6" w:rsidRPr="00835F44" w:rsidRDefault="008B12C6"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16F09556" w14:textId="77777777" w:rsidR="008B12C6" w:rsidRPr="00835F44" w:rsidRDefault="008B12C6" w:rsidP="000F533E">
            <w:pPr>
              <w:pStyle w:val="TAH"/>
            </w:pPr>
            <w:r w:rsidRPr="00835F44">
              <w:t>Total modulated symbols per slot</w:t>
            </w:r>
          </w:p>
        </w:tc>
      </w:tr>
      <w:tr w:rsidR="008B12C6" w:rsidRPr="00835F44" w14:paraId="12CB86D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E5E7CC" w14:textId="77777777" w:rsidR="008B12C6" w:rsidRPr="00835F44" w:rsidRDefault="008B12C6"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0FA2B57" w14:textId="77777777" w:rsidR="008B12C6" w:rsidRPr="00835F44" w:rsidRDefault="008B12C6"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085D8538" w14:textId="77777777" w:rsidR="008B12C6" w:rsidRPr="00835F44" w:rsidRDefault="008B12C6"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6CC7C4E" w14:textId="77777777" w:rsidR="008B12C6" w:rsidRPr="00835F44" w:rsidRDefault="008B12C6"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6DC97055" w14:textId="77777777" w:rsidR="008B12C6" w:rsidRPr="00835F44" w:rsidRDefault="008B12C6"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63E76F54" w14:textId="77777777" w:rsidR="008B12C6" w:rsidRPr="00835F44" w:rsidRDefault="008B12C6"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40A6CC7F" w14:textId="77777777" w:rsidR="008B12C6" w:rsidRPr="00835F44" w:rsidRDefault="008B12C6"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59FFFBF4" w14:textId="77777777" w:rsidR="008B12C6" w:rsidRPr="00835F44" w:rsidRDefault="008B12C6"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4C7194FC" w14:textId="77777777" w:rsidR="008B12C6" w:rsidRPr="00835F44" w:rsidRDefault="008B12C6"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3C6D5D1E" w14:textId="77777777" w:rsidR="008B12C6" w:rsidRPr="00835F44" w:rsidRDefault="008B12C6"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4A9A0C02" w14:textId="77777777" w:rsidR="008B12C6" w:rsidRPr="00835F44" w:rsidRDefault="008B12C6" w:rsidP="000F533E">
            <w:pPr>
              <w:pStyle w:val="TAH"/>
            </w:pPr>
            <w:r w:rsidRPr="00835F44">
              <w:t> </w:t>
            </w:r>
          </w:p>
        </w:tc>
      </w:tr>
      <w:tr w:rsidR="008B12C6" w:rsidRPr="00835F44" w14:paraId="204E637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5009EFA" w14:textId="77777777" w:rsidR="008B12C6" w:rsidRPr="00835F44" w:rsidRDefault="008B12C6"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23DFB17E" w14:textId="77777777" w:rsidR="008B12C6" w:rsidRPr="002E47BA" w:rsidRDefault="008B12C6" w:rsidP="000F533E">
            <w:pPr>
              <w:pStyle w:val="TAH"/>
              <w:rPr>
                <w:b w:val="0"/>
              </w:rPr>
            </w:pPr>
            <w:r w:rsidRPr="002E47BA">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57A8EBFD" w14:textId="77777777" w:rsidR="008B12C6" w:rsidRPr="002E47BA" w:rsidRDefault="008B12C6" w:rsidP="000F533E">
            <w:pPr>
              <w:pStyle w:val="TAH"/>
              <w:rPr>
                <w:b w:val="0"/>
              </w:rPr>
            </w:pPr>
            <w:r w:rsidRPr="002E47BA">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0672321D" w14:textId="77777777" w:rsidR="008B12C6" w:rsidRPr="002E47BA" w:rsidRDefault="008B12C6" w:rsidP="000F533E">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65F936E8" w14:textId="77777777" w:rsidR="008B12C6" w:rsidRPr="002E47BA" w:rsidRDefault="008B12C6" w:rsidP="000F533E">
            <w:pPr>
              <w:pStyle w:val="TAH"/>
              <w:rPr>
                <w:b w:val="0"/>
              </w:rPr>
            </w:pPr>
            <w:r w:rsidRPr="002E47BA">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24BC6136" w14:textId="77777777" w:rsidR="008B12C6" w:rsidRPr="002E47BA" w:rsidRDefault="008B12C6" w:rsidP="000F533E">
            <w:pPr>
              <w:pStyle w:val="TAH"/>
              <w:rPr>
                <w:b w:val="0"/>
              </w:rPr>
            </w:pPr>
            <w:r w:rsidRPr="002E47BA">
              <w:rPr>
                <w:b w:val="0"/>
              </w:rPr>
              <w:t>704</w:t>
            </w:r>
          </w:p>
        </w:tc>
        <w:tc>
          <w:tcPr>
            <w:tcW w:w="1057" w:type="dxa"/>
            <w:tcBorders>
              <w:top w:val="nil"/>
              <w:left w:val="nil"/>
              <w:bottom w:val="single" w:sz="4" w:space="0" w:color="auto"/>
              <w:right w:val="single" w:sz="4" w:space="0" w:color="auto"/>
            </w:tcBorders>
            <w:shd w:val="clear" w:color="auto" w:fill="auto"/>
            <w:noWrap/>
            <w:vAlign w:val="bottom"/>
          </w:tcPr>
          <w:p w14:paraId="69EA22EA" w14:textId="77777777" w:rsidR="008B12C6" w:rsidRPr="002E47BA" w:rsidRDefault="008B12C6" w:rsidP="000F533E">
            <w:pPr>
              <w:pStyle w:val="TAH"/>
              <w:rPr>
                <w:b w:val="0"/>
              </w:rPr>
            </w:pPr>
            <w:r w:rsidRPr="002E47BA">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564A6417" w14:textId="77777777" w:rsidR="008B12C6" w:rsidRPr="002E47BA" w:rsidRDefault="008B12C6" w:rsidP="000F533E">
            <w:pPr>
              <w:pStyle w:val="TAH"/>
              <w:rPr>
                <w:b w:val="0"/>
              </w:rPr>
            </w:pPr>
            <w:r w:rsidRPr="002E47BA">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7EEEB492" w14:textId="77777777" w:rsidR="008B12C6" w:rsidRPr="002E47BA" w:rsidRDefault="008B12C6" w:rsidP="000F533E">
            <w:pPr>
              <w:pStyle w:val="TAH"/>
              <w:rPr>
                <w:b w:val="0"/>
              </w:rPr>
            </w:pPr>
            <w:r w:rsidRPr="002E47BA">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26924CA9" w14:textId="77777777" w:rsidR="008B12C6" w:rsidRPr="002E47BA" w:rsidRDefault="008B12C6" w:rsidP="000F533E">
            <w:pPr>
              <w:pStyle w:val="TAH"/>
              <w:rPr>
                <w:b w:val="0"/>
              </w:rPr>
            </w:pPr>
            <w:r w:rsidRPr="002E47BA">
              <w:rPr>
                <w:b w:val="0"/>
              </w:rPr>
              <w:t>1056</w:t>
            </w:r>
          </w:p>
        </w:tc>
        <w:tc>
          <w:tcPr>
            <w:tcW w:w="1127" w:type="dxa"/>
            <w:tcBorders>
              <w:top w:val="nil"/>
              <w:left w:val="nil"/>
              <w:bottom w:val="single" w:sz="4" w:space="0" w:color="auto"/>
              <w:right w:val="single" w:sz="4" w:space="0" w:color="auto"/>
            </w:tcBorders>
            <w:shd w:val="clear" w:color="auto" w:fill="auto"/>
            <w:noWrap/>
            <w:vAlign w:val="bottom"/>
          </w:tcPr>
          <w:p w14:paraId="5593C08A" w14:textId="77777777" w:rsidR="008B12C6" w:rsidRPr="002E47BA" w:rsidRDefault="008B12C6" w:rsidP="000F533E">
            <w:pPr>
              <w:pStyle w:val="TAH"/>
              <w:rPr>
                <w:b w:val="0"/>
              </w:rPr>
            </w:pPr>
            <w:r w:rsidRPr="002E47BA">
              <w:rPr>
                <w:b w:val="0"/>
              </w:rPr>
              <w:t>132</w:t>
            </w:r>
          </w:p>
        </w:tc>
      </w:tr>
      <w:tr w:rsidR="008B12C6" w:rsidRPr="00835F44" w14:paraId="5AEE3B5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7A4ADDAA" w14:textId="77777777" w:rsidR="008B12C6" w:rsidRPr="00835F44" w:rsidRDefault="008B12C6"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2526B241" w14:textId="77777777" w:rsidR="008B12C6" w:rsidRPr="002E47BA" w:rsidRDefault="008B12C6" w:rsidP="000F533E">
            <w:pPr>
              <w:pStyle w:val="TAH"/>
              <w:rPr>
                <w:b w:val="0"/>
              </w:rPr>
            </w:pPr>
            <w:r w:rsidRPr="002E47BA">
              <w:rPr>
                <w:rFonts w:cs="Arial"/>
                <w:b w:val="0"/>
                <w:color w:val="000000"/>
                <w:szCs w:val="18"/>
              </w:rPr>
              <w:t>5</w:t>
            </w:r>
          </w:p>
        </w:tc>
        <w:tc>
          <w:tcPr>
            <w:tcW w:w="967" w:type="dxa"/>
            <w:tcBorders>
              <w:top w:val="nil"/>
              <w:left w:val="nil"/>
              <w:bottom w:val="single" w:sz="4" w:space="0" w:color="auto"/>
              <w:right w:val="single" w:sz="4" w:space="0" w:color="auto"/>
            </w:tcBorders>
            <w:shd w:val="clear" w:color="auto" w:fill="auto"/>
            <w:noWrap/>
            <w:vAlign w:val="bottom"/>
          </w:tcPr>
          <w:p w14:paraId="589125E1" w14:textId="77777777" w:rsidR="008B12C6" w:rsidRPr="002E47BA" w:rsidRDefault="008B12C6" w:rsidP="000F533E">
            <w:pPr>
              <w:pStyle w:val="TAH"/>
              <w:rPr>
                <w:b w:val="0"/>
              </w:rPr>
            </w:pPr>
            <w:r w:rsidRPr="002E47BA">
              <w:rPr>
                <w:rFonts w:cs="Arial"/>
                <w:b w:val="0"/>
                <w:color w:val="000000"/>
                <w:szCs w:val="18"/>
              </w:rPr>
              <w:t>11</w:t>
            </w:r>
          </w:p>
        </w:tc>
        <w:tc>
          <w:tcPr>
            <w:tcW w:w="1176" w:type="dxa"/>
            <w:tcBorders>
              <w:top w:val="nil"/>
              <w:left w:val="nil"/>
              <w:bottom w:val="single" w:sz="4" w:space="0" w:color="auto"/>
              <w:right w:val="single" w:sz="4" w:space="0" w:color="auto"/>
            </w:tcBorders>
            <w:shd w:val="clear" w:color="auto" w:fill="auto"/>
            <w:noWrap/>
            <w:vAlign w:val="bottom"/>
          </w:tcPr>
          <w:p w14:paraId="53670067" w14:textId="77777777" w:rsidR="008B12C6" w:rsidRPr="002E47BA" w:rsidRDefault="008B12C6" w:rsidP="000F533E">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31875D30" w14:textId="77777777" w:rsidR="008B12C6" w:rsidRPr="002E47BA" w:rsidRDefault="008B12C6" w:rsidP="000F533E">
            <w:pPr>
              <w:pStyle w:val="TAH"/>
              <w:rPr>
                <w:b w:val="0"/>
              </w:rPr>
            </w:pPr>
            <w:r w:rsidRPr="002E47BA">
              <w:rPr>
                <w:rFonts w:cs="Arial"/>
                <w:b w:val="0"/>
                <w:color w:val="000000"/>
                <w:szCs w:val="18"/>
              </w:rPr>
              <w:t>20</w:t>
            </w:r>
          </w:p>
        </w:tc>
        <w:tc>
          <w:tcPr>
            <w:tcW w:w="926" w:type="dxa"/>
            <w:tcBorders>
              <w:top w:val="nil"/>
              <w:left w:val="nil"/>
              <w:bottom w:val="single" w:sz="4" w:space="0" w:color="auto"/>
              <w:right w:val="single" w:sz="4" w:space="0" w:color="auto"/>
            </w:tcBorders>
            <w:shd w:val="clear" w:color="auto" w:fill="auto"/>
            <w:noWrap/>
            <w:vAlign w:val="bottom"/>
          </w:tcPr>
          <w:p w14:paraId="310ED840" w14:textId="77777777" w:rsidR="008B12C6" w:rsidRPr="002E47BA" w:rsidRDefault="008B12C6" w:rsidP="000F533E">
            <w:pPr>
              <w:pStyle w:val="TAH"/>
              <w:rPr>
                <w:b w:val="0"/>
              </w:rPr>
            </w:pPr>
            <w:r w:rsidRPr="002E47BA">
              <w:rPr>
                <w:rFonts w:cs="Arial"/>
                <w:b w:val="0"/>
                <w:color w:val="000000"/>
                <w:szCs w:val="18"/>
              </w:rPr>
              <w:t>3496</w:t>
            </w:r>
          </w:p>
        </w:tc>
        <w:tc>
          <w:tcPr>
            <w:tcW w:w="1057" w:type="dxa"/>
            <w:tcBorders>
              <w:top w:val="nil"/>
              <w:left w:val="nil"/>
              <w:bottom w:val="single" w:sz="4" w:space="0" w:color="auto"/>
              <w:right w:val="single" w:sz="4" w:space="0" w:color="auto"/>
            </w:tcBorders>
            <w:shd w:val="clear" w:color="auto" w:fill="auto"/>
            <w:noWrap/>
            <w:vAlign w:val="bottom"/>
          </w:tcPr>
          <w:p w14:paraId="218AD29D" w14:textId="77777777" w:rsidR="008B12C6" w:rsidRPr="002E47BA" w:rsidRDefault="008B12C6" w:rsidP="000F533E">
            <w:pPr>
              <w:pStyle w:val="TAH"/>
              <w:rPr>
                <w:b w:val="0"/>
              </w:rPr>
            </w:pPr>
            <w:r w:rsidRPr="002E47BA">
              <w:rPr>
                <w:rFonts w:cs="Arial"/>
                <w:b w:val="0"/>
                <w:color w:val="000000"/>
                <w:szCs w:val="18"/>
              </w:rPr>
              <w:t>16</w:t>
            </w:r>
          </w:p>
        </w:tc>
        <w:tc>
          <w:tcPr>
            <w:tcW w:w="897" w:type="dxa"/>
            <w:tcBorders>
              <w:top w:val="nil"/>
              <w:left w:val="nil"/>
              <w:bottom w:val="single" w:sz="4" w:space="0" w:color="auto"/>
              <w:right w:val="single" w:sz="4" w:space="0" w:color="auto"/>
            </w:tcBorders>
            <w:shd w:val="clear" w:color="auto" w:fill="auto"/>
            <w:noWrap/>
            <w:vAlign w:val="bottom"/>
          </w:tcPr>
          <w:p w14:paraId="65BE8FD3" w14:textId="77777777" w:rsidR="008B12C6" w:rsidRPr="002E47BA" w:rsidRDefault="008B12C6" w:rsidP="000F533E">
            <w:pPr>
              <w:pStyle w:val="TAH"/>
              <w:rPr>
                <w:b w:val="0"/>
              </w:rPr>
            </w:pPr>
            <w:r w:rsidRPr="002E47BA">
              <w:rPr>
                <w:rFonts w:cs="Arial"/>
                <w:b w:val="0"/>
                <w:color w:val="000000"/>
                <w:szCs w:val="18"/>
              </w:rPr>
              <w:t>2</w:t>
            </w:r>
          </w:p>
        </w:tc>
        <w:tc>
          <w:tcPr>
            <w:tcW w:w="929" w:type="dxa"/>
            <w:tcBorders>
              <w:top w:val="nil"/>
              <w:left w:val="nil"/>
              <w:bottom w:val="single" w:sz="4" w:space="0" w:color="auto"/>
              <w:right w:val="single" w:sz="4" w:space="0" w:color="auto"/>
            </w:tcBorders>
            <w:shd w:val="clear" w:color="auto" w:fill="auto"/>
            <w:noWrap/>
            <w:vAlign w:val="bottom"/>
          </w:tcPr>
          <w:p w14:paraId="5AA073BB" w14:textId="77777777" w:rsidR="008B12C6" w:rsidRPr="002E47BA" w:rsidRDefault="008B12C6" w:rsidP="000F533E">
            <w:pPr>
              <w:pStyle w:val="TAH"/>
              <w:rPr>
                <w:b w:val="0"/>
              </w:rPr>
            </w:pPr>
            <w:r w:rsidRPr="002E47BA">
              <w:rPr>
                <w:rFonts w:cs="Arial"/>
                <w:b w:val="0"/>
                <w:color w:val="000000"/>
                <w:szCs w:val="18"/>
              </w:rPr>
              <w:t>1</w:t>
            </w:r>
          </w:p>
        </w:tc>
        <w:tc>
          <w:tcPr>
            <w:tcW w:w="925" w:type="dxa"/>
            <w:tcBorders>
              <w:top w:val="nil"/>
              <w:left w:val="nil"/>
              <w:bottom w:val="single" w:sz="4" w:space="0" w:color="auto"/>
              <w:right w:val="single" w:sz="4" w:space="0" w:color="auto"/>
            </w:tcBorders>
            <w:shd w:val="clear" w:color="auto" w:fill="auto"/>
            <w:noWrap/>
            <w:vAlign w:val="bottom"/>
          </w:tcPr>
          <w:p w14:paraId="5884C438" w14:textId="77777777" w:rsidR="008B12C6" w:rsidRPr="002E47BA" w:rsidRDefault="008B12C6" w:rsidP="000F533E">
            <w:pPr>
              <w:pStyle w:val="TAH"/>
              <w:rPr>
                <w:b w:val="0"/>
              </w:rPr>
            </w:pPr>
            <w:r w:rsidRPr="002E47BA">
              <w:rPr>
                <w:rFonts w:cs="Arial"/>
                <w:b w:val="0"/>
                <w:color w:val="000000"/>
                <w:szCs w:val="18"/>
              </w:rPr>
              <w:t>5280</w:t>
            </w:r>
          </w:p>
        </w:tc>
        <w:tc>
          <w:tcPr>
            <w:tcW w:w="1127" w:type="dxa"/>
            <w:tcBorders>
              <w:top w:val="nil"/>
              <w:left w:val="nil"/>
              <w:bottom w:val="single" w:sz="4" w:space="0" w:color="auto"/>
              <w:right w:val="single" w:sz="4" w:space="0" w:color="auto"/>
            </w:tcBorders>
            <w:shd w:val="clear" w:color="auto" w:fill="auto"/>
            <w:noWrap/>
            <w:vAlign w:val="bottom"/>
          </w:tcPr>
          <w:p w14:paraId="786878C6" w14:textId="77777777" w:rsidR="008B12C6" w:rsidRPr="002E47BA" w:rsidRDefault="008B12C6" w:rsidP="000F533E">
            <w:pPr>
              <w:pStyle w:val="TAH"/>
              <w:rPr>
                <w:b w:val="0"/>
              </w:rPr>
            </w:pPr>
            <w:r w:rsidRPr="002E47BA">
              <w:rPr>
                <w:rFonts w:cs="Arial"/>
                <w:b w:val="0"/>
                <w:color w:val="000000"/>
                <w:szCs w:val="18"/>
              </w:rPr>
              <w:t>660</w:t>
            </w:r>
          </w:p>
        </w:tc>
      </w:tr>
      <w:tr w:rsidR="008B12C6" w:rsidRPr="00835F44" w14:paraId="15158AB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0684D4F" w14:textId="77777777" w:rsidR="008B12C6" w:rsidRPr="00835F44" w:rsidRDefault="008B12C6"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3C6A801A" w14:textId="77777777" w:rsidR="008B12C6" w:rsidRPr="002E47BA" w:rsidRDefault="008B12C6" w:rsidP="000F533E">
            <w:pPr>
              <w:pStyle w:val="TAH"/>
              <w:rPr>
                <w:b w:val="0"/>
              </w:rPr>
            </w:pPr>
            <w:r w:rsidRPr="002E47BA">
              <w:rPr>
                <w:rFonts w:cs="Arial"/>
                <w:b w:val="0"/>
                <w:color w:val="000000"/>
                <w:szCs w:val="18"/>
              </w:rPr>
              <w:t>9</w:t>
            </w:r>
          </w:p>
        </w:tc>
        <w:tc>
          <w:tcPr>
            <w:tcW w:w="967" w:type="dxa"/>
            <w:tcBorders>
              <w:top w:val="nil"/>
              <w:left w:val="nil"/>
              <w:bottom w:val="single" w:sz="4" w:space="0" w:color="auto"/>
              <w:right w:val="single" w:sz="4" w:space="0" w:color="auto"/>
            </w:tcBorders>
            <w:shd w:val="clear" w:color="auto" w:fill="auto"/>
            <w:noWrap/>
            <w:vAlign w:val="bottom"/>
          </w:tcPr>
          <w:p w14:paraId="5CC14C52" w14:textId="77777777" w:rsidR="008B12C6" w:rsidRPr="002E47BA" w:rsidRDefault="008B12C6" w:rsidP="000F533E">
            <w:pPr>
              <w:pStyle w:val="TAH"/>
              <w:rPr>
                <w:b w:val="0"/>
              </w:rPr>
            </w:pPr>
            <w:r w:rsidRPr="002E47BA">
              <w:rPr>
                <w:rFonts w:cs="Arial"/>
                <w:b w:val="0"/>
                <w:color w:val="000000"/>
                <w:szCs w:val="18"/>
              </w:rPr>
              <w:t>11</w:t>
            </w:r>
          </w:p>
        </w:tc>
        <w:tc>
          <w:tcPr>
            <w:tcW w:w="1176" w:type="dxa"/>
            <w:tcBorders>
              <w:top w:val="nil"/>
              <w:left w:val="nil"/>
              <w:bottom w:val="single" w:sz="4" w:space="0" w:color="auto"/>
              <w:right w:val="single" w:sz="4" w:space="0" w:color="auto"/>
            </w:tcBorders>
            <w:shd w:val="clear" w:color="auto" w:fill="auto"/>
            <w:noWrap/>
            <w:vAlign w:val="bottom"/>
          </w:tcPr>
          <w:p w14:paraId="7E99DD12" w14:textId="77777777" w:rsidR="008B12C6" w:rsidRPr="002E47BA" w:rsidRDefault="008B12C6" w:rsidP="000F533E">
            <w:pPr>
              <w:pStyle w:val="TAH"/>
              <w:rPr>
                <w:b w:val="0"/>
              </w:rPr>
            </w:pPr>
            <w:r w:rsidRPr="002E47BA">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6FC30255" w14:textId="77777777" w:rsidR="008B12C6" w:rsidRPr="002E47BA" w:rsidRDefault="008B12C6" w:rsidP="000F533E">
            <w:pPr>
              <w:pStyle w:val="TAH"/>
              <w:rPr>
                <w:b w:val="0"/>
              </w:rPr>
            </w:pPr>
            <w:r w:rsidRPr="002E47BA">
              <w:rPr>
                <w:rFonts w:cs="Arial"/>
                <w:b w:val="0"/>
                <w:color w:val="000000"/>
                <w:szCs w:val="18"/>
              </w:rPr>
              <w:t>20</w:t>
            </w:r>
          </w:p>
        </w:tc>
        <w:tc>
          <w:tcPr>
            <w:tcW w:w="926" w:type="dxa"/>
            <w:tcBorders>
              <w:top w:val="nil"/>
              <w:left w:val="nil"/>
              <w:bottom w:val="single" w:sz="4" w:space="0" w:color="auto"/>
              <w:right w:val="single" w:sz="4" w:space="0" w:color="auto"/>
            </w:tcBorders>
            <w:shd w:val="clear" w:color="auto" w:fill="auto"/>
            <w:noWrap/>
            <w:vAlign w:val="bottom"/>
          </w:tcPr>
          <w:p w14:paraId="273D6E64" w14:textId="77777777" w:rsidR="008B12C6" w:rsidRPr="002E47BA" w:rsidRDefault="008B12C6" w:rsidP="000F533E">
            <w:pPr>
              <w:pStyle w:val="TAH"/>
              <w:rPr>
                <w:b w:val="0"/>
              </w:rPr>
            </w:pPr>
            <w:r w:rsidRPr="002E47BA">
              <w:rPr>
                <w:rFonts w:cs="Arial"/>
                <w:b w:val="0"/>
                <w:color w:val="000000"/>
                <w:szCs w:val="18"/>
              </w:rPr>
              <w:t>6272</w:t>
            </w:r>
          </w:p>
        </w:tc>
        <w:tc>
          <w:tcPr>
            <w:tcW w:w="1057" w:type="dxa"/>
            <w:tcBorders>
              <w:top w:val="nil"/>
              <w:left w:val="nil"/>
              <w:bottom w:val="single" w:sz="4" w:space="0" w:color="auto"/>
              <w:right w:val="single" w:sz="4" w:space="0" w:color="auto"/>
            </w:tcBorders>
            <w:shd w:val="clear" w:color="auto" w:fill="auto"/>
            <w:noWrap/>
            <w:vAlign w:val="bottom"/>
          </w:tcPr>
          <w:p w14:paraId="7AC0C160" w14:textId="77777777" w:rsidR="008B12C6" w:rsidRPr="002E47BA" w:rsidRDefault="008B12C6" w:rsidP="000F533E">
            <w:pPr>
              <w:pStyle w:val="TAH"/>
              <w:rPr>
                <w:b w:val="0"/>
              </w:rPr>
            </w:pPr>
            <w:r w:rsidRPr="002E47BA">
              <w:rPr>
                <w:rFonts w:cs="Arial"/>
                <w:b w:val="0"/>
                <w:color w:val="000000"/>
                <w:szCs w:val="18"/>
              </w:rPr>
              <w:t>24</w:t>
            </w:r>
          </w:p>
        </w:tc>
        <w:tc>
          <w:tcPr>
            <w:tcW w:w="897" w:type="dxa"/>
            <w:tcBorders>
              <w:top w:val="nil"/>
              <w:left w:val="nil"/>
              <w:bottom w:val="single" w:sz="4" w:space="0" w:color="auto"/>
              <w:right w:val="single" w:sz="4" w:space="0" w:color="auto"/>
            </w:tcBorders>
            <w:shd w:val="clear" w:color="auto" w:fill="auto"/>
            <w:noWrap/>
            <w:vAlign w:val="bottom"/>
          </w:tcPr>
          <w:p w14:paraId="4FC771EA" w14:textId="77777777" w:rsidR="008B12C6" w:rsidRPr="002E47BA" w:rsidRDefault="008B12C6" w:rsidP="000F533E">
            <w:pPr>
              <w:pStyle w:val="TAH"/>
              <w:rPr>
                <w:b w:val="0"/>
              </w:rPr>
            </w:pPr>
            <w:r w:rsidRPr="002E47BA">
              <w:rPr>
                <w:rFonts w:cs="Arial"/>
                <w:b w:val="0"/>
                <w:color w:val="000000"/>
                <w:szCs w:val="18"/>
              </w:rPr>
              <w:t>1</w:t>
            </w:r>
          </w:p>
        </w:tc>
        <w:tc>
          <w:tcPr>
            <w:tcW w:w="929" w:type="dxa"/>
            <w:tcBorders>
              <w:top w:val="nil"/>
              <w:left w:val="nil"/>
              <w:bottom w:val="single" w:sz="4" w:space="0" w:color="auto"/>
              <w:right w:val="single" w:sz="4" w:space="0" w:color="auto"/>
            </w:tcBorders>
            <w:shd w:val="clear" w:color="auto" w:fill="auto"/>
            <w:noWrap/>
            <w:vAlign w:val="bottom"/>
          </w:tcPr>
          <w:p w14:paraId="316A0988" w14:textId="77777777" w:rsidR="008B12C6" w:rsidRPr="002E47BA" w:rsidRDefault="008B12C6" w:rsidP="000F533E">
            <w:pPr>
              <w:pStyle w:val="TAH"/>
              <w:rPr>
                <w:b w:val="0"/>
              </w:rPr>
            </w:pPr>
            <w:r w:rsidRPr="002E47BA">
              <w:rPr>
                <w:rFonts w:cs="Arial"/>
                <w:b w:val="0"/>
                <w:color w:val="000000"/>
                <w:szCs w:val="18"/>
              </w:rPr>
              <w:t>1</w:t>
            </w:r>
          </w:p>
        </w:tc>
        <w:tc>
          <w:tcPr>
            <w:tcW w:w="925" w:type="dxa"/>
            <w:tcBorders>
              <w:top w:val="nil"/>
              <w:left w:val="nil"/>
              <w:bottom w:val="single" w:sz="4" w:space="0" w:color="auto"/>
              <w:right w:val="single" w:sz="4" w:space="0" w:color="auto"/>
            </w:tcBorders>
            <w:shd w:val="clear" w:color="auto" w:fill="auto"/>
            <w:noWrap/>
            <w:vAlign w:val="bottom"/>
          </w:tcPr>
          <w:p w14:paraId="4BFC72FC" w14:textId="77777777" w:rsidR="008B12C6" w:rsidRPr="002E47BA" w:rsidRDefault="008B12C6" w:rsidP="000F533E">
            <w:pPr>
              <w:pStyle w:val="TAH"/>
              <w:rPr>
                <w:b w:val="0"/>
              </w:rPr>
            </w:pPr>
            <w:r w:rsidRPr="002E47BA">
              <w:rPr>
                <w:rFonts w:cs="Arial"/>
                <w:b w:val="0"/>
                <w:color w:val="000000"/>
                <w:szCs w:val="18"/>
              </w:rPr>
              <w:t>9504</w:t>
            </w:r>
          </w:p>
        </w:tc>
        <w:tc>
          <w:tcPr>
            <w:tcW w:w="1127" w:type="dxa"/>
            <w:tcBorders>
              <w:top w:val="nil"/>
              <w:left w:val="nil"/>
              <w:bottom w:val="single" w:sz="4" w:space="0" w:color="auto"/>
              <w:right w:val="single" w:sz="4" w:space="0" w:color="auto"/>
            </w:tcBorders>
            <w:shd w:val="clear" w:color="auto" w:fill="auto"/>
            <w:noWrap/>
            <w:vAlign w:val="bottom"/>
          </w:tcPr>
          <w:p w14:paraId="2ED3F973" w14:textId="77777777" w:rsidR="008B12C6" w:rsidRPr="002E47BA" w:rsidRDefault="008B12C6" w:rsidP="000F533E">
            <w:pPr>
              <w:pStyle w:val="TAH"/>
              <w:rPr>
                <w:b w:val="0"/>
              </w:rPr>
            </w:pPr>
            <w:r w:rsidRPr="002E47BA">
              <w:rPr>
                <w:rFonts w:cs="Arial"/>
                <w:b w:val="0"/>
                <w:color w:val="000000"/>
                <w:szCs w:val="18"/>
              </w:rPr>
              <w:t>1188</w:t>
            </w:r>
          </w:p>
        </w:tc>
      </w:tr>
      <w:tr w:rsidR="008B12C6" w:rsidRPr="00835F44" w14:paraId="4C20328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67680F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B3D72D2" w14:textId="77777777" w:rsidR="008B12C6" w:rsidRPr="00835F44" w:rsidRDefault="008B12C6" w:rsidP="000F533E">
            <w:pPr>
              <w:pStyle w:val="TAC"/>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hideMark/>
          </w:tcPr>
          <w:p w14:paraId="3F6AB10A"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B16A2CC"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2E7067F8"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9515250" w14:textId="77777777" w:rsidR="008B12C6" w:rsidRPr="00835F44" w:rsidRDefault="008B12C6" w:rsidP="000F533E">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2FCF89E6"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7EA174B"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A8C70CF"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8D0A9DC" w14:textId="77777777" w:rsidR="008B12C6" w:rsidRPr="00835F44" w:rsidRDefault="008B12C6" w:rsidP="000F533E">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78115614" w14:textId="77777777" w:rsidR="008B12C6" w:rsidRPr="00835F44" w:rsidRDefault="008B12C6" w:rsidP="000F533E">
            <w:pPr>
              <w:pStyle w:val="TAC"/>
            </w:pPr>
            <w:r>
              <w:rPr>
                <w:rFonts w:cs="Arial"/>
                <w:color w:val="000000"/>
                <w:szCs w:val="18"/>
              </w:rPr>
              <w:t>1320</w:t>
            </w:r>
          </w:p>
        </w:tc>
      </w:tr>
      <w:tr w:rsidR="008B12C6" w:rsidRPr="00835F44" w14:paraId="0C32440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A3F493A"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8E8E3ED" w14:textId="77777777" w:rsidR="008B12C6" w:rsidRDefault="008B12C6" w:rsidP="000F533E">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597CDB3B"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5F341FF" w14:textId="77777777" w:rsidR="008B12C6" w:rsidRDefault="008B12C6" w:rsidP="000F533E">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0037AC22"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72D33551" w14:textId="77777777" w:rsidR="008B12C6" w:rsidRDefault="008B12C6" w:rsidP="000F533E">
            <w:pPr>
              <w:pStyle w:val="TAC"/>
              <w:rPr>
                <w:rFonts w:cs="Arial"/>
                <w:color w:val="000000"/>
                <w:szCs w:val="18"/>
              </w:rPr>
            </w:pPr>
            <w:r>
              <w:rPr>
                <w:rFonts w:cs="Arial"/>
                <w:color w:val="000000"/>
                <w:szCs w:val="18"/>
              </w:rPr>
              <w:t>8456</w:t>
            </w:r>
          </w:p>
        </w:tc>
        <w:tc>
          <w:tcPr>
            <w:tcW w:w="1057" w:type="dxa"/>
            <w:tcBorders>
              <w:top w:val="nil"/>
              <w:left w:val="nil"/>
              <w:bottom w:val="single" w:sz="4" w:space="0" w:color="auto"/>
              <w:right w:val="single" w:sz="4" w:space="0" w:color="auto"/>
            </w:tcBorders>
            <w:shd w:val="clear" w:color="auto" w:fill="auto"/>
            <w:noWrap/>
            <w:vAlign w:val="center"/>
          </w:tcPr>
          <w:p w14:paraId="2BB161A2"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EFB59CB"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BB0A7B3"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631E4788" w14:textId="77777777" w:rsidR="008B12C6" w:rsidRDefault="008B12C6" w:rsidP="000F533E">
            <w:pPr>
              <w:pStyle w:val="TAC"/>
              <w:rPr>
                <w:rFonts w:cs="Arial"/>
                <w:color w:val="000000"/>
                <w:szCs w:val="18"/>
              </w:rPr>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tcPr>
          <w:p w14:paraId="1BAB0D84" w14:textId="77777777" w:rsidR="008B12C6" w:rsidRDefault="008B12C6" w:rsidP="000F533E">
            <w:pPr>
              <w:pStyle w:val="TAC"/>
              <w:rPr>
                <w:rFonts w:cs="Arial"/>
                <w:color w:val="000000"/>
                <w:szCs w:val="18"/>
              </w:rPr>
            </w:pPr>
            <w:r>
              <w:rPr>
                <w:rFonts w:cs="Arial"/>
                <w:color w:val="000000"/>
                <w:szCs w:val="18"/>
              </w:rPr>
              <w:t>1584</w:t>
            </w:r>
          </w:p>
        </w:tc>
      </w:tr>
      <w:tr w:rsidR="008B12C6" w:rsidRPr="00835F44" w14:paraId="4EB9BBA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7F6816BB"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73CF67F" w14:textId="77777777" w:rsidR="008B12C6" w:rsidRDefault="008B12C6" w:rsidP="000F533E">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58C95BFF"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FDB3B20" w14:textId="77777777" w:rsidR="008B12C6" w:rsidRDefault="008B12C6" w:rsidP="000F533E">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58780D45"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10A1F752" w14:textId="77777777" w:rsidR="008B12C6" w:rsidRDefault="008B12C6" w:rsidP="000F533E">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3099C3CE"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5F98676"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0A8216E"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6D173427" w14:textId="77777777" w:rsidR="008B12C6" w:rsidRDefault="008B12C6" w:rsidP="000F533E">
            <w:pPr>
              <w:pStyle w:val="TAC"/>
              <w:rPr>
                <w:rFonts w:cs="Arial"/>
                <w:color w:val="000000"/>
                <w:szCs w:val="18"/>
              </w:rPr>
            </w:pPr>
            <w:r>
              <w:rPr>
                <w:rFonts w:cs="Arial"/>
                <w:color w:val="000000"/>
                <w:szCs w:val="18"/>
              </w:rPr>
              <w:t>15840</w:t>
            </w:r>
          </w:p>
        </w:tc>
        <w:tc>
          <w:tcPr>
            <w:tcW w:w="1127" w:type="dxa"/>
            <w:tcBorders>
              <w:top w:val="nil"/>
              <w:left w:val="nil"/>
              <w:bottom w:val="single" w:sz="4" w:space="0" w:color="auto"/>
              <w:right w:val="single" w:sz="4" w:space="0" w:color="auto"/>
            </w:tcBorders>
            <w:shd w:val="clear" w:color="auto" w:fill="auto"/>
            <w:noWrap/>
            <w:vAlign w:val="center"/>
          </w:tcPr>
          <w:p w14:paraId="2E38A90A" w14:textId="77777777" w:rsidR="008B12C6" w:rsidRDefault="008B12C6" w:rsidP="000F533E">
            <w:pPr>
              <w:pStyle w:val="TAC"/>
              <w:rPr>
                <w:rFonts w:cs="Arial"/>
                <w:color w:val="000000"/>
                <w:szCs w:val="18"/>
              </w:rPr>
            </w:pPr>
            <w:r>
              <w:rPr>
                <w:rFonts w:cs="Arial"/>
                <w:color w:val="000000"/>
                <w:szCs w:val="18"/>
              </w:rPr>
              <w:t>1980</w:t>
            </w:r>
          </w:p>
        </w:tc>
      </w:tr>
      <w:tr w:rsidR="008B12C6" w:rsidRPr="00835F44" w14:paraId="5D48685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65FBE8B"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21DB708" w14:textId="77777777" w:rsidR="008B12C6" w:rsidRPr="00835F44" w:rsidRDefault="008B12C6" w:rsidP="000F533E">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29039443"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95B8677"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7423895"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2816C31" w14:textId="77777777" w:rsidR="008B12C6" w:rsidRPr="00835F44" w:rsidRDefault="008B12C6" w:rsidP="000F533E">
            <w:pPr>
              <w:pStyle w:val="TAC"/>
            </w:pPr>
            <w:r>
              <w:rPr>
                <w:rFonts w:cs="Arial"/>
                <w:color w:val="000000"/>
                <w:szCs w:val="18"/>
              </w:rPr>
              <w:t>12552</w:t>
            </w:r>
          </w:p>
        </w:tc>
        <w:tc>
          <w:tcPr>
            <w:tcW w:w="1057" w:type="dxa"/>
            <w:tcBorders>
              <w:top w:val="nil"/>
              <w:left w:val="nil"/>
              <w:bottom w:val="single" w:sz="4" w:space="0" w:color="auto"/>
              <w:right w:val="single" w:sz="4" w:space="0" w:color="auto"/>
            </w:tcBorders>
            <w:shd w:val="clear" w:color="auto" w:fill="auto"/>
            <w:noWrap/>
            <w:vAlign w:val="center"/>
            <w:hideMark/>
          </w:tcPr>
          <w:p w14:paraId="1A207942"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AD88A34"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03AD3B2" w14:textId="77777777" w:rsidR="008B12C6" w:rsidRPr="00835F44" w:rsidRDefault="008B12C6"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BD80F3C" w14:textId="77777777" w:rsidR="008B12C6" w:rsidRPr="00835F44" w:rsidRDefault="008B12C6" w:rsidP="000F533E">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6ACD33C8" w14:textId="77777777" w:rsidR="008B12C6" w:rsidRPr="00835F44" w:rsidRDefault="008B12C6" w:rsidP="000F533E">
            <w:pPr>
              <w:pStyle w:val="TAC"/>
            </w:pPr>
            <w:r>
              <w:rPr>
                <w:rFonts w:cs="Arial"/>
                <w:color w:val="000000"/>
                <w:szCs w:val="18"/>
              </w:rPr>
              <w:t>2376</w:t>
            </w:r>
          </w:p>
        </w:tc>
      </w:tr>
      <w:tr w:rsidR="008B12C6" w:rsidRPr="00835F44" w14:paraId="7332C65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D75547"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8EF5AD0" w14:textId="77777777" w:rsidR="008B12C6" w:rsidRPr="00835F44" w:rsidRDefault="008B12C6" w:rsidP="000F533E">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617BA51E"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F7A5BA5"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41AAA6C"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3E08D723" w14:textId="77777777" w:rsidR="008B12C6" w:rsidRPr="00835F44" w:rsidRDefault="008B12C6" w:rsidP="000F533E">
            <w:pPr>
              <w:pStyle w:val="TAC"/>
            </w:pPr>
            <w:r>
              <w:rPr>
                <w:rFonts w:cs="Arial"/>
                <w:color w:val="000000"/>
                <w:szCs w:val="18"/>
              </w:rPr>
              <w:t>16896</w:t>
            </w:r>
          </w:p>
        </w:tc>
        <w:tc>
          <w:tcPr>
            <w:tcW w:w="1057" w:type="dxa"/>
            <w:tcBorders>
              <w:top w:val="nil"/>
              <w:left w:val="nil"/>
              <w:bottom w:val="single" w:sz="4" w:space="0" w:color="auto"/>
              <w:right w:val="single" w:sz="4" w:space="0" w:color="auto"/>
            </w:tcBorders>
            <w:shd w:val="clear" w:color="auto" w:fill="auto"/>
            <w:noWrap/>
            <w:vAlign w:val="center"/>
            <w:hideMark/>
          </w:tcPr>
          <w:p w14:paraId="743234C0"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51E9E30"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2A77BC4" w14:textId="77777777" w:rsidR="008B12C6" w:rsidRPr="00835F44" w:rsidRDefault="008B12C6"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2E43F05C" w14:textId="77777777" w:rsidR="008B12C6" w:rsidRPr="00835F44" w:rsidRDefault="008B12C6" w:rsidP="000F533E">
            <w:pPr>
              <w:pStyle w:val="TAC"/>
            </w:pPr>
            <w:r>
              <w:rPr>
                <w:rFonts w:cs="Arial"/>
                <w:color w:val="000000"/>
                <w:szCs w:val="18"/>
              </w:rPr>
              <w:t>25344</w:t>
            </w:r>
          </w:p>
        </w:tc>
        <w:tc>
          <w:tcPr>
            <w:tcW w:w="1127" w:type="dxa"/>
            <w:tcBorders>
              <w:top w:val="nil"/>
              <w:left w:val="nil"/>
              <w:bottom w:val="single" w:sz="4" w:space="0" w:color="auto"/>
              <w:right w:val="single" w:sz="4" w:space="0" w:color="auto"/>
            </w:tcBorders>
            <w:shd w:val="clear" w:color="auto" w:fill="auto"/>
            <w:noWrap/>
            <w:vAlign w:val="center"/>
            <w:hideMark/>
          </w:tcPr>
          <w:p w14:paraId="7F68D14F" w14:textId="77777777" w:rsidR="008B12C6" w:rsidRPr="00835F44" w:rsidRDefault="008B12C6" w:rsidP="000F533E">
            <w:pPr>
              <w:pStyle w:val="TAC"/>
            </w:pPr>
            <w:r>
              <w:rPr>
                <w:rFonts w:cs="Arial"/>
                <w:color w:val="000000"/>
                <w:szCs w:val="18"/>
              </w:rPr>
              <w:t>3168</w:t>
            </w:r>
          </w:p>
        </w:tc>
      </w:tr>
      <w:tr w:rsidR="008B12C6" w:rsidRPr="00835F44" w14:paraId="6CA97F7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DF12252"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6BE8EB7" w14:textId="77777777" w:rsidR="008B12C6" w:rsidRPr="00835F44" w:rsidRDefault="008B12C6" w:rsidP="000F533E">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7775BDBF"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AFD3C39"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FFC5004"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D968649" w14:textId="77777777" w:rsidR="008B12C6" w:rsidRPr="00835F44" w:rsidRDefault="008B12C6" w:rsidP="000F533E">
            <w:pPr>
              <w:pStyle w:val="TAC"/>
            </w:pPr>
            <w:r>
              <w:rPr>
                <w:rFonts w:cs="Arial"/>
                <w:color w:val="000000"/>
                <w:szCs w:val="18"/>
              </w:rPr>
              <w:t>17424</w:t>
            </w:r>
          </w:p>
        </w:tc>
        <w:tc>
          <w:tcPr>
            <w:tcW w:w="1057" w:type="dxa"/>
            <w:tcBorders>
              <w:top w:val="nil"/>
              <w:left w:val="nil"/>
              <w:bottom w:val="single" w:sz="4" w:space="0" w:color="auto"/>
              <w:right w:val="single" w:sz="4" w:space="0" w:color="auto"/>
            </w:tcBorders>
            <w:shd w:val="clear" w:color="auto" w:fill="auto"/>
            <w:noWrap/>
            <w:vAlign w:val="center"/>
            <w:hideMark/>
          </w:tcPr>
          <w:p w14:paraId="42AAA0BF"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6E58D8A"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F73ABEB" w14:textId="77777777" w:rsidR="008B12C6" w:rsidRPr="00835F44" w:rsidRDefault="008B12C6"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23972679" w14:textId="77777777" w:rsidR="008B12C6" w:rsidRPr="00835F44" w:rsidRDefault="008B12C6" w:rsidP="000F533E">
            <w:pPr>
              <w:pStyle w:val="TAC"/>
            </w:pPr>
            <w:r>
              <w:rPr>
                <w:rFonts w:cs="Arial"/>
                <w:color w:val="000000"/>
                <w:szCs w:val="18"/>
              </w:rPr>
              <w:t>26400</w:t>
            </w:r>
          </w:p>
        </w:tc>
        <w:tc>
          <w:tcPr>
            <w:tcW w:w="1127" w:type="dxa"/>
            <w:tcBorders>
              <w:top w:val="nil"/>
              <w:left w:val="nil"/>
              <w:bottom w:val="single" w:sz="4" w:space="0" w:color="auto"/>
              <w:right w:val="single" w:sz="4" w:space="0" w:color="auto"/>
            </w:tcBorders>
            <w:shd w:val="clear" w:color="auto" w:fill="auto"/>
            <w:noWrap/>
            <w:vAlign w:val="center"/>
            <w:hideMark/>
          </w:tcPr>
          <w:p w14:paraId="78ABAA19" w14:textId="77777777" w:rsidR="008B12C6" w:rsidRPr="00835F44" w:rsidRDefault="008B12C6" w:rsidP="000F533E">
            <w:pPr>
              <w:pStyle w:val="TAC"/>
            </w:pPr>
            <w:r>
              <w:rPr>
                <w:rFonts w:cs="Arial"/>
                <w:color w:val="000000"/>
                <w:szCs w:val="18"/>
              </w:rPr>
              <w:t>3300</w:t>
            </w:r>
          </w:p>
        </w:tc>
      </w:tr>
      <w:tr w:rsidR="008B12C6" w:rsidRPr="00835F44" w14:paraId="7FA8960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D8CA25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3DE6C2" w14:textId="77777777" w:rsidR="008B12C6" w:rsidRPr="00835F44" w:rsidRDefault="008B12C6" w:rsidP="000F533E">
            <w:pPr>
              <w:pStyle w:val="TAC"/>
            </w:pPr>
            <w:r>
              <w:rPr>
                <w:rFonts w:cs="Arial"/>
                <w:color w:val="000000"/>
                <w:szCs w:val="18"/>
              </w:rPr>
              <w:t>30</w:t>
            </w:r>
          </w:p>
        </w:tc>
        <w:tc>
          <w:tcPr>
            <w:tcW w:w="967" w:type="dxa"/>
            <w:tcBorders>
              <w:top w:val="nil"/>
              <w:left w:val="nil"/>
              <w:bottom w:val="single" w:sz="4" w:space="0" w:color="auto"/>
              <w:right w:val="single" w:sz="4" w:space="0" w:color="auto"/>
            </w:tcBorders>
            <w:shd w:val="clear" w:color="auto" w:fill="auto"/>
            <w:noWrap/>
            <w:vAlign w:val="center"/>
            <w:hideMark/>
          </w:tcPr>
          <w:p w14:paraId="7CCA8EEB"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1D9C38A"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A2F237B"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1D70EED2" w14:textId="77777777" w:rsidR="008B12C6" w:rsidRPr="00835F44" w:rsidRDefault="008B12C6" w:rsidP="000F533E">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10869D33"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74955C4"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36C086E" w14:textId="77777777" w:rsidR="008B12C6" w:rsidRPr="00835F44" w:rsidRDefault="008B12C6"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128C6810" w14:textId="77777777" w:rsidR="008B12C6" w:rsidRPr="00835F44" w:rsidRDefault="008B12C6" w:rsidP="000F533E">
            <w:pPr>
              <w:pStyle w:val="TAC"/>
            </w:pPr>
            <w:r>
              <w:rPr>
                <w:rFonts w:cs="Arial"/>
                <w:color w:val="000000"/>
                <w:szCs w:val="18"/>
              </w:rPr>
              <w:t>31680</w:t>
            </w:r>
          </w:p>
        </w:tc>
        <w:tc>
          <w:tcPr>
            <w:tcW w:w="1127" w:type="dxa"/>
            <w:tcBorders>
              <w:top w:val="nil"/>
              <w:left w:val="nil"/>
              <w:bottom w:val="single" w:sz="4" w:space="0" w:color="auto"/>
              <w:right w:val="single" w:sz="4" w:space="0" w:color="auto"/>
            </w:tcBorders>
            <w:shd w:val="clear" w:color="auto" w:fill="auto"/>
            <w:noWrap/>
            <w:vAlign w:val="center"/>
            <w:hideMark/>
          </w:tcPr>
          <w:p w14:paraId="2F80EA48" w14:textId="77777777" w:rsidR="008B12C6" w:rsidRPr="00835F44" w:rsidRDefault="008B12C6" w:rsidP="000F533E">
            <w:pPr>
              <w:pStyle w:val="TAC"/>
            </w:pPr>
            <w:r>
              <w:rPr>
                <w:rFonts w:cs="Arial"/>
                <w:color w:val="000000"/>
                <w:szCs w:val="18"/>
              </w:rPr>
              <w:t>3960</w:t>
            </w:r>
          </w:p>
        </w:tc>
      </w:tr>
      <w:tr w:rsidR="008B12C6" w:rsidRPr="00835F44" w14:paraId="6192E53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190B4DC"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7770A74" w14:textId="77777777" w:rsidR="008B12C6" w:rsidRDefault="008B12C6" w:rsidP="000F533E">
            <w:pPr>
              <w:pStyle w:val="TAC"/>
              <w:rPr>
                <w:rFonts w:cs="Arial"/>
                <w:color w:val="000000"/>
                <w:szCs w:val="18"/>
              </w:rPr>
            </w:pPr>
            <w:r>
              <w:rPr>
                <w:rFonts w:cs="Arial"/>
                <w:color w:val="000000"/>
                <w:szCs w:val="18"/>
              </w:rPr>
              <w:t>32</w:t>
            </w:r>
          </w:p>
        </w:tc>
        <w:tc>
          <w:tcPr>
            <w:tcW w:w="967" w:type="dxa"/>
            <w:tcBorders>
              <w:top w:val="nil"/>
              <w:left w:val="nil"/>
              <w:bottom w:val="single" w:sz="4" w:space="0" w:color="auto"/>
              <w:right w:val="single" w:sz="4" w:space="0" w:color="auto"/>
            </w:tcBorders>
            <w:shd w:val="clear" w:color="auto" w:fill="auto"/>
            <w:noWrap/>
            <w:vAlign w:val="center"/>
          </w:tcPr>
          <w:p w14:paraId="1CD8D644"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5A0B0AD" w14:textId="77777777" w:rsidR="008B12C6" w:rsidRDefault="008B12C6" w:rsidP="000F533E">
            <w:pPr>
              <w:pStyle w:val="TAC"/>
              <w:rPr>
                <w:rFonts w:cs="Arial"/>
                <w:color w:val="000000"/>
                <w:szCs w:val="18"/>
              </w:rPr>
            </w:pPr>
            <w:r>
              <w:t>256QAM</w:t>
            </w:r>
          </w:p>
        </w:tc>
        <w:tc>
          <w:tcPr>
            <w:tcW w:w="890" w:type="dxa"/>
            <w:tcBorders>
              <w:top w:val="nil"/>
              <w:left w:val="nil"/>
              <w:bottom w:val="single" w:sz="4" w:space="0" w:color="auto"/>
              <w:right w:val="single" w:sz="4" w:space="0" w:color="auto"/>
            </w:tcBorders>
            <w:shd w:val="clear" w:color="auto" w:fill="auto"/>
            <w:noWrap/>
            <w:vAlign w:val="center"/>
          </w:tcPr>
          <w:p w14:paraId="40A6C75C"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93AE2CC" w14:textId="77777777" w:rsidR="008B12C6" w:rsidRDefault="008B12C6" w:rsidP="000F533E">
            <w:pPr>
              <w:pStyle w:val="TAC"/>
              <w:rPr>
                <w:rFonts w:cs="Arial"/>
                <w:color w:val="000000"/>
                <w:szCs w:val="18"/>
              </w:rPr>
            </w:pPr>
            <w:r>
              <w:rPr>
                <w:rFonts w:cs="Arial"/>
                <w:color w:val="000000"/>
                <w:szCs w:val="18"/>
              </w:rPr>
              <w:t>22536</w:t>
            </w:r>
          </w:p>
        </w:tc>
        <w:tc>
          <w:tcPr>
            <w:tcW w:w="1057" w:type="dxa"/>
            <w:tcBorders>
              <w:top w:val="nil"/>
              <w:left w:val="nil"/>
              <w:bottom w:val="single" w:sz="4" w:space="0" w:color="auto"/>
              <w:right w:val="single" w:sz="4" w:space="0" w:color="auto"/>
            </w:tcBorders>
            <w:shd w:val="clear" w:color="auto" w:fill="auto"/>
            <w:noWrap/>
            <w:vAlign w:val="center"/>
          </w:tcPr>
          <w:p w14:paraId="431B85CC"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1E8CD36"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B154BE3"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6B0D10F0" w14:textId="77777777" w:rsidR="008B12C6" w:rsidRDefault="008B12C6" w:rsidP="000F533E">
            <w:pPr>
              <w:pStyle w:val="TAC"/>
              <w:rPr>
                <w:rFonts w:cs="Arial"/>
                <w:color w:val="000000"/>
                <w:szCs w:val="18"/>
              </w:rPr>
            </w:pPr>
            <w:r>
              <w:rPr>
                <w:rFonts w:cs="Arial"/>
                <w:color w:val="000000"/>
                <w:szCs w:val="18"/>
              </w:rPr>
              <w:t>33792</w:t>
            </w:r>
          </w:p>
        </w:tc>
        <w:tc>
          <w:tcPr>
            <w:tcW w:w="1127" w:type="dxa"/>
            <w:tcBorders>
              <w:top w:val="nil"/>
              <w:left w:val="nil"/>
              <w:bottom w:val="single" w:sz="4" w:space="0" w:color="auto"/>
              <w:right w:val="single" w:sz="4" w:space="0" w:color="auto"/>
            </w:tcBorders>
            <w:shd w:val="clear" w:color="auto" w:fill="auto"/>
            <w:noWrap/>
            <w:vAlign w:val="center"/>
          </w:tcPr>
          <w:p w14:paraId="6F4FC058" w14:textId="77777777" w:rsidR="008B12C6" w:rsidRDefault="008B12C6" w:rsidP="000F533E">
            <w:pPr>
              <w:pStyle w:val="TAC"/>
              <w:rPr>
                <w:rFonts w:cs="Arial"/>
                <w:color w:val="000000"/>
                <w:szCs w:val="18"/>
              </w:rPr>
            </w:pPr>
            <w:r>
              <w:rPr>
                <w:rFonts w:cs="Arial"/>
                <w:color w:val="000000"/>
                <w:szCs w:val="18"/>
              </w:rPr>
              <w:t>4224</w:t>
            </w:r>
          </w:p>
        </w:tc>
      </w:tr>
      <w:tr w:rsidR="008B12C6" w:rsidRPr="00835F44" w14:paraId="1633AC2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B70EC9D"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6321742" w14:textId="77777777" w:rsidR="008B12C6" w:rsidRPr="00835F44" w:rsidRDefault="008B12C6" w:rsidP="000F533E">
            <w:pPr>
              <w:pStyle w:val="TAC"/>
            </w:pPr>
            <w:r>
              <w:rPr>
                <w:rFonts w:cs="Arial"/>
                <w:color w:val="000000"/>
                <w:szCs w:val="18"/>
              </w:rPr>
              <w:t>36</w:t>
            </w:r>
          </w:p>
        </w:tc>
        <w:tc>
          <w:tcPr>
            <w:tcW w:w="967" w:type="dxa"/>
            <w:tcBorders>
              <w:top w:val="nil"/>
              <w:left w:val="nil"/>
              <w:bottom w:val="single" w:sz="4" w:space="0" w:color="auto"/>
              <w:right w:val="single" w:sz="4" w:space="0" w:color="auto"/>
            </w:tcBorders>
            <w:shd w:val="clear" w:color="auto" w:fill="auto"/>
            <w:noWrap/>
            <w:vAlign w:val="center"/>
            <w:hideMark/>
          </w:tcPr>
          <w:p w14:paraId="1AB2F8C0"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EFD92F3"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0FB4CC5"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3BCE8E7" w14:textId="77777777" w:rsidR="008B12C6" w:rsidRPr="00835F44" w:rsidRDefault="008B12C6" w:rsidP="000F533E">
            <w:pPr>
              <w:pStyle w:val="TAC"/>
            </w:pPr>
            <w:r>
              <w:rPr>
                <w:rFonts w:cs="Arial"/>
                <w:color w:val="000000"/>
                <w:szCs w:val="18"/>
              </w:rPr>
              <w:t>25104</w:t>
            </w:r>
          </w:p>
        </w:tc>
        <w:tc>
          <w:tcPr>
            <w:tcW w:w="1057" w:type="dxa"/>
            <w:tcBorders>
              <w:top w:val="nil"/>
              <w:left w:val="nil"/>
              <w:bottom w:val="single" w:sz="4" w:space="0" w:color="auto"/>
              <w:right w:val="single" w:sz="4" w:space="0" w:color="auto"/>
            </w:tcBorders>
            <w:shd w:val="clear" w:color="auto" w:fill="auto"/>
            <w:noWrap/>
            <w:vAlign w:val="center"/>
            <w:hideMark/>
          </w:tcPr>
          <w:p w14:paraId="013F9667"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F798E88"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55E028C" w14:textId="77777777" w:rsidR="008B12C6" w:rsidRPr="00835F44" w:rsidRDefault="008B12C6"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294A614" w14:textId="77777777" w:rsidR="008B12C6" w:rsidRPr="00835F44" w:rsidRDefault="008B12C6" w:rsidP="000F533E">
            <w:pPr>
              <w:pStyle w:val="TAC"/>
            </w:pPr>
            <w:r>
              <w:rPr>
                <w:rFonts w:cs="Arial"/>
                <w:color w:val="000000"/>
                <w:szCs w:val="18"/>
              </w:rPr>
              <w:t>38016</w:t>
            </w:r>
          </w:p>
        </w:tc>
        <w:tc>
          <w:tcPr>
            <w:tcW w:w="1127" w:type="dxa"/>
            <w:tcBorders>
              <w:top w:val="nil"/>
              <w:left w:val="nil"/>
              <w:bottom w:val="single" w:sz="4" w:space="0" w:color="auto"/>
              <w:right w:val="single" w:sz="4" w:space="0" w:color="auto"/>
            </w:tcBorders>
            <w:shd w:val="clear" w:color="auto" w:fill="auto"/>
            <w:noWrap/>
            <w:vAlign w:val="center"/>
            <w:hideMark/>
          </w:tcPr>
          <w:p w14:paraId="0BB4126E" w14:textId="77777777" w:rsidR="008B12C6" w:rsidRPr="00835F44" w:rsidRDefault="008B12C6" w:rsidP="000F533E">
            <w:pPr>
              <w:pStyle w:val="TAC"/>
            </w:pPr>
            <w:r>
              <w:rPr>
                <w:rFonts w:cs="Arial"/>
                <w:color w:val="000000"/>
                <w:szCs w:val="18"/>
              </w:rPr>
              <w:t>4752</w:t>
            </w:r>
          </w:p>
        </w:tc>
      </w:tr>
      <w:tr w:rsidR="008B12C6" w:rsidRPr="00835F44" w14:paraId="0A48D2D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7610640"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0399F2A" w14:textId="77777777" w:rsidR="008B12C6" w:rsidRDefault="008B12C6" w:rsidP="000F533E">
            <w:pPr>
              <w:pStyle w:val="TAC"/>
              <w:rPr>
                <w:rFonts w:cs="Arial"/>
                <w:color w:val="000000"/>
                <w:szCs w:val="18"/>
              </w:rPr>
            </w:pPr>
            <w:r>
              <w:rPr>
                <w:rFonts w:cs="Arial"/>
                <w:color w:val="000000"/>
                <w:szCs w:val="18"/>
              </w:rPr>
              <w:t>45</w:t>
            </w:r>
          </w:p>
        </w:tc>
        <w:tc>
          <w:tcPr>
            <w:tcW w:w="967" w:type="dxa"/>
            <w:tcBorders>
              <w:top w:val="nil"/>
              <w:left w:val="nil"/>
              <w:bottom w:val="single" w:sz="4" w:space="0" w:color="auto"/>
              <w:right w:val="single" w:sz="4" w:space="0" w:color="auto"/>
            </w:tcBorders>
            <w:shd w:val="clear" w:color="auto" w:fill="auto"/>
            <w:noWrap/>
            <w:vAlign w:val="center"/>
          </w:tcPr>
          <w:p w14:paraId="7D9BE6E5"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0F5DAD2"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52D89F67"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B680896" w14:textId="77777777" w:rsidR="008B12C6" w:rsidRDefault="008B12C6" w:rsidP="000F533E">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411E37FC"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F56A20D"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993AEF3" w14:textId="77777777" w:rsidR="008B12C6" w:rsidRDefault="008B12C6" w:rsidP="000F533E">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31ABA580" w14:textId="77777777" w:rsidR="008B12C6" w:rsidRDefault="008B12C6" w:rsidP="000F533E">
            <w:pPr>
              <w:pStyle w:val="TAC"/>
              <w:rPr>
                <w:rFonts w:cs="Arial"/>
                <w:color w:val="000000"/>
                <w:szCs w:val="18"/>
              </w:rPr>
            </w:pPr>
            <w:r>
              <w:rPr>
                <w:rFonts w:cs="Arial"/>
                <w:color w:val="000000"/>
                <w:szCs w:val="18"/>
              </w:rPr>
              <w:t>47520</w:t>
            </w:r>
          </w:p>
        </w:tc>
        <w:tc>
          <w:tcPr>
            <w:tcW w:w="1127" w:type="dxa"/>
            <w:tcBorders>
              <w:top w:val="nil"/>
              <w:left w:val="nil"/>
              <w:bottom w:val="single" w:sz="4" w:space="0" w:color="auto"/>
              <w:right w:val="single" w:sz="4" w:space="0" w:color="auto"/>
            </w:tcBorders>
            <w:shd w:val="clear" w:color="auto" w:fill="auto"/>
            <w:noWrap/>
            <w:vAlign w:val="center"/>
          </w:tcPr>
          <w:p w14:paraId="20F8F7D8" w14:textId="77777777" w:rsidR="008B12C6" w:rsidRDefault="008B12C6" w:rsidP="000F533E">
            <w:pPr>
              <w:pStyle w:val="TAC"/>
              <w:rPr>
                <w:rFonts w:cs="Arial"/>
                <w:color w:val="000000"/>
                <w:szCs w:val="18"/>
              </w:rPr>
            </w:pPr>
            <w:r>
              <w:rPr>
                <w:rFonts w:cs="Arial"/>
                <w:color w:val="000000"/>
                <w:szCs w:val="18"/>
              </w:rPr>
              <w:t>5940</w:t>
            </w:r>
          </w:p>
        </w:tc>
      </w:tr>
      <w:tr w:rsidR="008B12C6" w:rsidRPr="00835F44" w14:paraId="24E67E4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6CE475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94CE3E" w14:textId="77777777" w:rsidR="008B12C6" w:rsidRPr="00835F44" w:rsidRDefault="008B12C6" w:rsidP="000F533E">
            <w:pPr>
              <w:pStyle w:val="TAC"/>
            </w:pPr>
            <w:r>
              <w:rPr>
                <w:rFonts w:cs="Arial"/>
                <w:color w:val="000000"/>
                <w:szCs w:val="18"/>
              </w:rPr>
              <w:t>50</w:t>
            </w:r>
          </w:p>
        </w:tc>
        <w:tc>
          <w:tcPr>
            <w:tcW w:w="967" w:type="dxa"/>
            <w:tcBorders>
              <w:top w:val="nil"/>
              <w:left w:val="nil"/>
              <w:bottom w:val="single" w:sz="4" w:space="0" w:color="auto"/>
              <w:right w:val="single" w:sz="4" w:space="0" w:color="auto"/>
            </w:tcBorders>
            <w:shd w:val="clear" w:color="auto" w:fill="auto"/>
            <w:noWrap/>
            <w:vAlign w:val="center"/>
            <w:hideMark/>
          </w:tcPr>
          <w:p w14:paraId="31B90C59"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31B746C"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F4E0EA6"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094F815" w14:textId="77777777" w:rsidR="008B12C6" w:rsidRPr="00835F44" w:rsidRDefault="008B12C6" w:rsidP="000F533E">
            <w:pPr>
              <w:pStyle w:val="TAC"/>
            </w:pPr>
            <w:r>
              <w:rPr>
                <w:rFonts w:cs="Arial"/>
                <w:color w:val="000000"/>
                <w:szCs w:val="18"/>
              </w:rPr>
              <w:t>34816</w:t>
            </w:r>
          </w:p>
        </w:tc>
        <w:tc>
          <w:tcPr>
            <w:tcW w:w="1057" w:type="dxa"/>
            <w:tcBorders>
              <w:top w:val="nil"/>
              <w:left w:val="nil"/>
              <w:bottom w:val="single" w:sz="4" w:space="0" w:color="auto"/>
              <w:right w:val="single" w:sz="4" w:space="0" w:color="auto"/>
            </w:tcBorders>
            <w:shd w:val="clear" w:color="auto" w:fill="auto"/>
            <w:noWrap/>
            <w:vAlign w:val="center"/>
            <w:hideMark/>
          </w:tcPr>
          <w:p w14:paraId="0DFE0830"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58CC2A5"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4143065" w14:textId="77777777" w:rsidR="008B12C6" w:rsidRPr="00835F44" w:rsidRDefault="008B12C6" w:rsidP="000F533E">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75918794" w14:textId="77777777" w:rsidR="008B12C6" w:rsidRPr="00835F44" w:rsidRDefault="008B12C6" w:rsidP="000F533E">
            <w:pPr>
              <w:pStyle w:val="TAC"/>
            </w:pPr>
            <w:r>
              <w:rPr>
                <w:rFonts w:cs="Arial"/>
                <w:color w:val="000000"/>
                <w:szCs w:val="18"/>
              </w:rPr>
              <w:t>52800</w:t>
            </w:r>
          </w:p>
        </w:tc>
        <w:tc>
          <w:tcPr>
            <w:tcW w:w="1127" w:type="dxa"/>
            <w:tcBorders>
              <w:top w:val="nil"/>
              <w:left w:val="nil"/>
              <w:bottom w:val="single" w:sz="4" w:space="0" w:color="auto"/>
              <w:right w:val="single" w:sz="4" w:space="0" w:color="auto"/>
            </w:tcBorders>
            <w:shd w:val="clear" w:color="auto" w:fill="auto"/>
            <w:noWrap/>
            <w:vAlign w:val="center"/>
            <w:hideMark/>
          </w:tcPr>
          <w:p w14:paraId="6B0B2064" w14:textId="77777777" w:rsidR="008B12C6" w:rsidRPr="00835F44" w:rsidRDefault="008B12C6" w:rsidP="000F533E">
            <w:pPr>
              <w:pStyle w:val="TAC"/>
            </w:pPr>
            <w:r>
              <w:rPr>
                <w:rFonts w:cs="Arial"/>
                <w:color w:val="000000"/>
                <w:szCs w:val="18"/>
              </w:rPr>
              <w:t>6600</w:t>
            </w:r>
          </w:p>
        </w:tc>
      </w:tr>
      <w:tr w:rsidR="008B12C6" w:rsidRPr="00835F44" w14:paraId="5D2C4B5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9869367"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AD19FB2" w14:textId="77777777" w:rsidR="008B12C6" w:rsidRDefault="008B12C6" w:rsidP="000F533E">
            <w:pPr>
              <w:pStyle w:val="TAC"/>
              <w:rPr>
                <w:rFonts w:cs="Arial"/>
                <w:color w:val="000000"/>
                <w:szCs w:val="18"/>
              </w:rPr>
            </w:pPr>
            <w:r>
              <w:rPr>
                <w:rFonts w:cs="Arial"/>
                <w:color w:val="000000"/>
                <w:szCs w:val="18"/>
              </w:rPr>
              <w:t>60</w:t>
            </w:r>
          </w:p>
        </w:tc>
        <w:tc>
          <w:tcPr>
            <w:tcW w:w="967" w:type="dxa"/>
            <w:tcBorders>
              <w:top w:val="nil"/>
              <w:left w:val="nil"/>
              <w:bottom w:val="single" w:sz="4" w:space="0" w:color="auto"/>
              <w:right w:val="single" w:sz="4" w:space="0" w:color="auto"/>
            </w:tcBorders>
            <w:shd w:val="clear" w:color="auto" w:fill="auto"/>
            <w:noWrap/>
            <w:vAlign w:val="center"/>
          </w:tcPr>
          <w:p w14:paraId="56E8623A"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C0D40EF"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1380DFF4"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21C3FEC" w14:textId="77777777" w:rsidR="008B12C6" w:rsidRDefault="008B12C6" w:rsidP="000F533E">
            <w:pPr>
              <w:pStyle w:val="TAC"/>
              <w:rPr>
                <w:rFonts w:cs="Arial"/>
                <w:color w:val="000000"/>
                <w:szCs w:val="18"/>
              </w:rPr>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tcPr>
          <w:p w14:paraId="20CD27FD"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983D3EC"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165FBB8" w14:textId="77777777" w:rsidR="008B12C6" w:rsidRDefault="008B12C6" w:rsidP="000F533E">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5076ACC4" w14:textId="77777777" w:rsidR="008B12C6" w:rsidRDefault="008B12C6" w:rsidP="000F533E">
            <w:pPr>
              <w:pStyle w:val="TAC"/>
              <w:rPr>
                <w:rFonts w:cs="Arial"/>
                <w:color w:val="000000"/>
                <w:szCs w:val="18"/>
              </w:rPr>
            </w:pPr>
            <w:r>
              <w:rPr>
                <w:rFonts w:cs="Arial"/>
                <w:color w:val="000000"/>
                <w:szCs w:val="18"/>
              </w:rPr>
              <w:t>63360</w:t>
            </w:r>
          </w:p>
        </w:tc>
        <w:tc>
          <w:tcPr>
            <w:tcW w:w="1127" w:type="dxa"/>
            <w:tcBorders>
              <w:top w:val="nil"/>
              <w:left w:val="nil"/>
              <w:bottom w:val="single" w:sz="4" w:space="0" w:color="auto"/>
              <w:right w:val="single" w:sz="4" w:space="0" w:color="auto"/>
            </w:tcBorders>
            <w:shd w:val="clear" w:color="auto" w:fill="auto"/>
            <w:noWrap/>
            <w:vAlign w:val="center"/>
          </w:tcPr>
          <w:p w14:paraId="73CEBCC2" w14:textId="77777777" w:rsidR="008B12C6" w:rsidRDefault="008B12C6" w:rsidP="000F533E">
            <w:pPr>
              <w:pStyle w:val="TAC"/>
              <w:rPr>
                <w:rFonts w:cs="Arial"/>
                <w:color w:val="000000"/>
                <w:szCs w:val="18"/>
              </w:rPr>
            </w:pPr>
            <w:r>
              <w:rPr>
                <w:rFonts w:cs="Arial"/>
                <w:color w:val="000000"/>
                <w:szCs w:val="18"/>
              </w:rPr>
              <w:t>7920</w:t>
            </w:r>
          </w:p>
        </w:tc>
      </w:tr>
      <w:tr w:rsidR="008B12C6" w:rsidRPr="00835F44" w14:paraId="148BD6B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7536C54"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66F8193" w14:textId="77777777" w:rsidR="008B12C6" w:rsidRPr="00835F44" w:rsidRDefault="008B12C6" w:rsidP="000F533E">
            <w:pPr>
              <w:pStyle w:val="TAC"/>
            </w:pPr>
            <w:r>
              <w:rPr>
                <w:rFonts w:cs="Arial"/>
                <w:color w:val="000000"/>
                <w:szCs w:val="18"/>
              </w:rPr>
              <w:t>64</w:t>
            </w:r>
          </w:p>
        </w:tc>
        <w:tc>
          <w:tcPr>
            <w:tcW w:w="967" w:type="dxa"/>
            <w:tcBorders>
              <w:top w:val="nil"/>
              <w:left w:val="nil"/>
              <w:bottom w:val="single" w:sz="4" w:space="0" w:color="auto"/>
              <w:right w:val="single" w:sz="4" w:space="0" w:color="auto"/>
            </w:tcBorders>
            <w:shd w:val="clear" w:color="auto" w:fill="auto"/>
            <w:noWrap/>
            <w:vAlign w:val="center"/>
            <w:hideMark/>
          </w:tcPr>
          <w:p w14:paraId="1ECA9A94"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D98DFC1"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CCCCD99"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67F8424B" w14:textId="77777777" w:rsidR="008B12C6" w:rsidRPr="00835F44" w:rsidRDefault="008B12C6" w:rsidP="000F533E">
            <w:pPr>
              <w:pStyle w:val="TAC"/>
            </w:pPr>
            <w:r>
              <w:rPr>
                <w:rFonts w:cs="Arial"/>
                <w:color w:val="000000"/>
                <w:szCs w:val="18"/>
              </w:rPr>
              <w:t>45096</w:t>
            </w:r>
          </w:p>
        </w:tc>
        <w:tc>
          <w:tcPr>
            <w:tcW w:w="1057" w:type="dxa"/>
            <w:tcBorders>
              <w:top w:val="nil"/>
              <w:left w:val="nil"/>
              <w:bottom w:val="single" w:sz="4" w:space="0" w:color="auto"/>
              <w:right w:val="single" w:sz="4" w:space="0" w:color="auto"/>
            </w:tcBorders>
            <w:shd w:val="clear" w:color="auto" w:fill="auto"/>
            <w:noWrap/>
            <w:vAlign w:val="center"/>
            <w:hideMark/>
          </w:tcPr>
          <w:p w14:paraId="3A141DAC"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0C334F0"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BD2B2C7" w14:textId="77777777" w:rsidR="008B12C6" w:rsidRPr="00835F44" w:rsidRDefault="008B12C6" w:rsidP="000F533E">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6D216318" w14:textId="77777777" w:rsidR="008B12C6" w:rsidRPr="00835F44" w:rsidRDefault="008B12C6" w:rsidP="000F533E">
            <w:pPr>
              <w:pStyle w:val="TAC"/>
            </w:pPr>
            <w:r>
              <w:rPr>
                <w:rFonts w:cs="Arial"/>
                <w:color w:val="000000"/>
                <w:szCs w:val="18"/>
              </w:rPr>
              <w:t>67584</w:t>
            </w:r>
          </w:p>
        </w:tc>
        <w:tc>
          <w:tcPr>
            <w:tcW w:w="1127" w:type="dxa"/>
            <w:tcBorders>
              <w:top w:val="nil"/>
              <w:left w:val="nil"/>
              <w:bottom w:val="single" w:sz="4" w:space="0" w:color="auto"/>
              <w:right w:val="single" w:sz="4" w:space="0" w:color="auto"/>
            </w:tcBorders>
            <w:shd w:val="clear" w:color="auto" w:fill="auto"/>
            <w:noWrap/>
            <w:vAlign w:val="center"/>
            <w:hideMark/>
          </w:tcPr>
          <w:p w14:paraId="34E371A7" w14:textId="77777777" w:rsidR="008B12C6" w:rsidRPr="00835F44" w:rsidRDefault="008B12C6" w:rsidP="000F533E">
            <w:pPr>
              <w:pStyle w:val="TAC"/>
            </w:pPr>
            <w:r>
              <w:rPr>
                <w:rFonts w:cs="Arial"/>
                <w:color w:val="000000"/>
                <w:szCs w:val="18"/>
              </w:rPr>
              <w:t>8448</w:t>
            </w:r>
          </w:p>
        </w:tc>
      </w:tr>
      <w:tr w:rsidR="008B12C6" w:rsidRPr="00835F44" w14:paraId="78B1ECE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3B98D36"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06B4330" w14:textId="77777777" w:rsidR="008B12C6" w:rsidRPr="00835F44" w:rsidRDefault="008B12C6" w:rsidP="000F533E">
            <w:pPr>
              <w:pStyle w:val="TAC"/>
            </w:pPr>
            <w:r>
              <w:rPr>
                <w:rFonts w:cs="Arial"/>
                <w:color w:val="000000"/>
                <w:szCs w:val="18"/>
              </w:rPr>
              <w:t>75</w:t>
            </w:r>
          </w:p>
        </w:tc>
        <w:tc>
          <w:tcPr>
            <w:tcW w:w="967" w:type="dxa"/>
            <w:tcBorders>
              <w:top w:val="nil"/>
              <w:left w:val="nil"/>
              <w:bottom w:val="single" w:sz="4" w:space="0" w:color="auto"/>
              <w:right w:val="single" w:sz="4" w:space="0" w:color="auto"/>
            </w:tcBorders>
            <w:shd w:val="clear" w:color="auto" w:fill="auto"/>
            <w:noWrap/>
            <w:vAlign w:val="center"/>
            <w:hideMark/>
          </w:tcPr>
          <w:p w14:paraId="7DFD317F"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560C3A7"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C3EDAE0"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325F8AEF" w14:textId="77777777" w:rsidR="008B12C6" w:rsidRPr="00835F44" w:rsidRDefault="008B12C6" w:rsidP="000F533E">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1661B836"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DE4AABC"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876D434" w14:textId="77777777" w:rsidR="008B12C6" w:rsidRPr="00835F44" w:rsidRDefault="008B12C6" w:rsidP="000F533E">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51B78391" w14:textId="77777777" w:rsidR="008B12C6" w:rsidRPr="00835F44" w:rsidRDefault="008B12C6" w:rsidP="000F533E">
            <w:pPr>
              <w:pStyle w:val="TAC"/>
            </w:pPr>
            <w:r>
              <w:rPr>
                <w:rFonts w:cs="Arial"/>
                <w:color w:val="000000"/>
                <w:szCs w:val="18"/>
              </w:rPr>
              <w:t>79200</w:t>
            </w:r>
          </w:p>
        </w:tc>
        <w:tc>
          <w:tcPr>
            <w:tcW w:w="1127" w:type="dxa"/>
            <w:tcBorders>
              <w:top w:val="nil"/>
              <w:left w:val="nil"/>
              <w:bottom w:val="single" w:sz="4" w:space="0" w:color="auto"/>
              <w:right w:val="single" w:sz="4" w:space="0" w:color="auto"/>
            </w:tcBorders>
            <w:shd w:val="clear" w:color="auto" w:fill="auto"/>
            <w:noWrap/>
            <w:vAlign w:val="center"/>
            <w:hideMark/>
          </w:tcPr>
          <w:p w14:paraId="083F1FC1" w14:textId="77777777" w:rsidR="008B12C6" w:rsidRPr="00835F44" w:rsidRDefault="008B12C6" w:rsidP="000F533E">
            <w:pPr>
              <w:pStyle w:val="TAC"/>
            </w:pPr>
            <w:r>
              <w:rPr>
                <w:rFonts w:cs="Arial"/>
                <w:color w:val="000000"/>
                <w:szCs w:val="18"/>
              </w:rPr>
              <w:t>9900</w:t>
            </w:r>
          </w:p>
        </w:tc>
      </w:tr>
      <w:tr w:rsidR="008B12C6" w:rsidRPr="00835F44" w14:paraId="2B8C72B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CDB3AAE"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1670558" w14:textId="77777777" w:rsidR="008B12C6" w:rsidRDefault="008B12C6" w:rsidP="000F533E">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4844DC88"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4CD25E6"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1D33AFE4"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62EF6E4E" w14:textId="77777777" w:rsidR="008B12C6" w:rsidRDefault="008B12C6" w:rsidP="000F533E">
            <w:pPr>
              <w:pStyle w:val="TAC"/>
              <w:rPr>
                <w:rFonts w:cs="Arial"/>
                <w:color w:val="000000"/>
                <w:szCs w:val="18"/>
              </w:rPr>
            </w:pPr>
            <w:r>
              <w:rPr>
                <w:rFonts w:cs="Arial"/>
                <w:color w:val="000000"/>
                <w:szCs w:val="18"/>
              </w:rPr>
              <w:t>56368</w:t>
            </w:r>
          </w:p>
        </w:tc>
        <w:tc>
          <w:tcPr>
            <w:tcW w:w="1057" w:type="dxa"/>
            <w:tcBorders>
              <w:top w:val="nil"/>
              <w:left w:val="nil"/>
              <w:bottom w:val="single" w:sz="4" w:space="0" w:color="auto"/>
              <w:right w:val="single" w:sz="4" w:space="0" w:color="auto"/>
            </w:tcBorders>
            <w:shd w:val="clear" w:color="auto" w:fill="auto"/>
            <w:noWrap/>
            <w:vAlign w:val="center"/>
          </w:tcPr>
          <w:p w14:paraId="1667942F"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EAC8D7E"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CBCDA03" w14:textId="77777777" w:rsidR="008B12C6" w:rsidRDefault="008B12C6" w:rsidP="000F533E">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54048A9E" w14:textId="77777777" w:rsidR="008B12C6" w:rsidRDefault="008B12C6" w:rsidP="000F533E">
            <w:pPr>
              <w:pStyle w:val="TAC"/>
              <w:rPr>
                <w:rFonts w:cs="Arial"/>
                <w:color w:val="000000"/>
                <w:szCs w:val="18"/>
              </w:rPr>
            </w:pPr>
            <w:r>
              <w:rPr>
                <w:rFonts w:cs="Arial"/>
                <w:color w:val="000000"/>
                <w:szCs w:val="18"/>
              </w:rPr>
              <w:t>84480</w:t>
            </w:r>
          </w:p>
        </w:tc>
        <w:tc>
          <w:tcPr>
            <w:tcW w:w="1127" w:type="dxa"/>
            <w:tcBorders>
              <w:top w:val="nil"/>
              <w:left w:val="nil"/>
              <w:bottom w:val="single" w:sz="4" w:space="0" w:color="auto"/>
              <w:right w:val="single" w:sz="4" w:space="0" w:color="auto"/>
            </w:tcBorders>
            <w:shd w:val="clear" w:color="auto" w:fill="auto"/>
            <w:noWrap/>
            <w:vAlign w:val="center"/>
          </w:tcPr>
          <w:p w14:paraId="4D46ADF5" w14:textId="77777777" w:rsidR="008B12C6" w:rsidRDefault="008B12C6" w:rsidP="000F533E">
            <w:pPr>
              <w:pStyle w:val="TAC"/>
              <w:rPr>
                <w:rFonts w:cs="Arial"/>
                <w:color w:val="000000"/>
                <w:szCs w:val="18"/>
              </w:rPr>
            </w:pPr>
            <w:r>
              <w:rPr>
                <w:rFonts w:cs="Arial"/>
                <w:color w:val="000000"/>
                <w:szCs w:val="18"/>
              </w:rPr>
              <w:t>10560</w:t>
            </w:r>
          </w:p>
        </w:tc>
      </w:tr>
      <w:tr w:rsidR="008B12C6" w:rsidRPr="00835F44" w14:paraId="0EAB035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61885E1"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5D4EE91" w14:textId="77777777" w:rsidR="008B12C6" w:rsidRDefault="008B12C6" w:rsidP="000F533E">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44D104BF"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1AFE596"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740768EE"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B517090" w14:textId="77777777" w:rsidR="008B12C6" w:rsidRDefault="008B12C6" w:rsidP="000F533E">
            <w:pPr>
              <w:pStyle w:val="TAC"/>
              <w:rPr>
                <w:rFonts w:cs="Arial"/>
                <w:color w:val="000000"/>
                <w:szCs w:val="18"/>
              </w:rPr>
            </w:pPr>
            <w:r>
              <w:rPr>
                <w:rFonts w:cs="Arial"/>
                <w:color w:val="000000"/>
                <w:szCs w:val="18"/>
              </w:rPr>
              <w:t>57376</w:t>
            </w:r>
          </w:p>
        </w:tc>
        <w:tc>
          <w:tcPr>
            <w:tcW w:w="1057" w:type="dxa"/>
            <w:tcBorders>
              <w:top w:val="nil"/>
              <w:left w:val="nil"/>
              <w:bottom w:val="single" w:sz="4" w:space="0" w:color="auto"/>
              <w:right w:val="single" w:sz="4" w:space="0" w:color="auto"/>
            </w:tcBorders>
            <w:shd w:val="clear" w:color="auto" w:fill="auto"/>
            <w:noWrap/>
            <w:vAlign w:val="center"/>
          </w:tcPr>
          <w:p w14:paraId="5E583920"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9946148"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C64ED22" w14:textId="77777777" w:rsidR="008B12C6" w:rsidRDefault="008B12C6" w:rsidP="000F533E">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56EA136E" w14:textId="77777777" w:rsidR="008B12C6" w:rsidRDefault="008B12C6" w:rsidP="000F533E">
            <w:pPr>
              <w:pStyle w:val="TAC"/>
              <w:rPr>
                <w:rFonts w:cs="Arial"/>
                <w:color w:val="000000"/>
                <w:szCs w:val="18"/>
              </w:rPr>
            </w:pPr>
            <w:r>
              <w:rPr>
                <w:rFonts w:cs="Arial"/>
                <w:color w:val="000000"/>
                <w:szCs w:val="18"/>
              </w:rPr>
              <w:t>85536</w:t>
            </w:r>
          </w:p>
        </w:tc>
        <w:tc>
          <w:tcPr>
            <w:tcW w:w="1127" w:type="dxa"/>
            <w:tcBorders>
              <w:top w:val="nil"/>
              <w:left w:val="nil"/>
              <w:bottom w:val="single" w:sz="4" w:space="0" w:color="auto"/>
              <w:right w:val="single" w:sz="4" w:space="0" w:color="auto"/>
            </w:tcBorders>
            <w:shd w:val="clear" w:color="auto" w:fill="auto"/>
            <w:noWrap/>
            <w:vAlign w:val="center"/>
          </w:tcPr>
          <w:p w14:paraId="6CF85A3F" w14:textId="77777777" w:rsidR="008B12C6" w:rsidRDefault="008B12C6" w:rsidP="000F533E">
            <w:pPr>
              <w:pStyle w:val="TAC"/>
              <w:rPr>
                <w:rFonts w:cs="Arial"/>
                <w:color w:val="000000"/>
                <w:szCs w:val="18"/>
              </w:rPr>
            </w:pPr>
            <w:r>
              <w:rPr>
                <w:rFonts w:cs="Arial"/>
                <w:color w:val="000000"/>
                <w:szCs w:val="18"/>
              </w:rPr>
              <w:t>10692</w:t>
            </w:r>
          </w:p>
        </w:tc>
      </w:tr>
      <w:tr w:rsidR="008B12C6" w:rsidRPr="00835F44" w14:paraId="238C266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1AB31F0"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FA7932A" w14:textId="77777777" w:rsidR="008B12C6" w:rsidRDefault="008B12C6" w:rsidP="000F533E">
            <w:pPr>
              <w:pStyle w:val="TAC"/>
              <w:rPr>
                <w:rFonts w:cs="Arial"/>
                <w:color w:val="000000"/>
                <w:szCs w:val="18"/>
              </w:rPr>
            </w:pPr>
            <w:r>
              <w:rPr>
                <w:rFonts w:cs="Arial"/>
                <w:color w:val="000000"/>
                <w:szCs w:val="18"/>
              </w:rPr>
              <w:t>90</w:t>
            </w:r>
          </w:p>
        </w:tc>
        <w:tc>
          <w:tcPr>
            <w:tcW w:w="967" w:type="dxa"/>
            <w:tcBorders>
              <w:top w:val="nil"/>
              <w:left w:val="nil"/>
              <w:bottom w:val="single" w:sz="4" w:space="0" w:color="auto"/>
              <w:right w:val="single" w:sz="4" w:space="0" w:color="auto"/>
            </w:tcBorders>
            <w:shd w:val="clear" w:color="auto" w:fill="auto"/>
            <w:noWrap/>
            <w:vAlign w:val="center"/>
          </w:tcPr>
          <w:p w14:paraId="4AC576F7"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471D13A"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6D745C55"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240726E9" w14:textId="77777777" w:rsidR="008B12C6" w:rsidRDefault="008B12C6" w:rsidP="000F533E">
            <w:pPr>
              <w:pStyle w:val="TAC"/>
              <w:rPr>
                <w:rFonts w:cs="Arial"/>
                <w:color w:val="000000"/>
                <w:szCs w:val="18"/>
              </w:rPr>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tcPr>
          <w:p w14:paraId="416C8034"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A7F1045"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7A02EE9" w14:textId="77777777" w:rsidR="008B12C6" w:rsidRDefault="008B12C6" w:rsidP="000F533E">
            <w:pPr>
              <w:pStyle w:val="TAC"/>
              <w:rPr>
                <w:rFonts w:cs="Arial"/>
                <w:color w:val="000000"/>
                <w:szCs w:val="18"/>
              </w:rPr>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tcPr>
          <w:p w14:paraId="5734869F" w14:textId="77777777" w:rsidR="008B12C6" w:rsidRDefault="008B12C6" w:rsidP="000F533E">
            <w:pPr>
              <w:pStyle w:val="TAC"/>
              <w:rPr>
                <w:rFonts w:cs="Arial"/>
                <w:color w:val="000000"/>
                <w:szCs w:val="18"/>
              </w:rPr>
            </w:pPr>
            <w:r>
              <w:rPr>
                <w:rFonts w:cs="Arial"/>
                <w:color w:val="000000"/>
                <w:szCs w:val="18"/>
              </w:rPr>
              <w:t>95040</w:t>
            </w:r>
          </w:p>
        </w:tc>
        <w:tc>
          <w:tcPr>
            <w:tcW w:w="1127" w:type="dxa"/>
            <w:tcBorders>
              <w:top w:val="nil"/>
              <w:left w:val="nil"/>
              <w:bottom w:val="single" w:sz="4" w:space="0" w:color="auto"/>
              <w:right w:val="single" w:sz="4" w:space="0" w:color="auto"/>
            </w:tcBorders>
            <w:shd w:val="clear" w:color="auto" w:fill="auto"/>
            <w:noWrap/>
            <w:vAlign w:val="center"/>
          </w:tcPr>
          <w:p w14:paraId="151D63D9" w14:textId="77777777" w:rsidR="008B12C6" w:rsidRDefault="008B12C6" w:rsidP="000F533E">
            <w:pPr>
              <w:pStyle w:val="TAC"/>
              <w:rPr>
                <w:rFonts w:cs="Arial"/>
                <w:color w:val="000000"/>
                <w:szCs w:val="18"/>
              </w:rPr>
            </w:pPr>
            <w:r>
              <w:rPr>
                <w:rFonts w:cs="Arial"/>
                <w:color w:val="000000"/>
                <w:szCs w:val="18"/>
              </w:rPr>
              <w:t>11880</w:t>
            </w:r>
          </w:p>
        </w:tc>
      </w:tr>
      <w:tr w:rsidR="008B12C6" w:rsidRPr="00835F44" w14:paraId="215D12D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2A9AAC3"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08CBE9" w14:textId="77777777" w:rsidR="008B12C6" w:rsidRPr="00835F44" w:rsidRDefault="008B12C6" w:rsidP="000F533E">
            <w:pPr>
              <w:pStyle w:val="TAC"/>
            </w:pPr>
            <w:r>
              <w:rPr>
                <w:rFonts w:cs="Arial"/>
                <w:color w:val="000000"/>
                <w:szCs w:val="18"/>
              </w:rPr>
              <w:t>100</w:t>
            </w:r>
          </w:p>
        </w:tc>
        <w:tc>
          <w:tcPr>
            <w:tcW w:w="967" w:type="dxa"/>
            <w:tcBorders>
              <w:top w:val="nil"/>
              <w:left w:val="nil"/>
              <w:bottom w:val="single" w:sz="4" w:space="0" w:color="auto"/>
              <w:right w:val="single" w:sz="4" w:space="0" w:color="auto"/>
            </w:tcBorders>
            <w:shd w:val="clear" w:color="auto" w:fill="auto"/>
            <w:noWrap/>
            <w:vAlign w:val="center"/>
            <w:hideMark/>
          </w:tcPr>
          <w:p w14:paraId="36839804"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16B9A48"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80AAB46"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C5984A7" w14:textId="77777777" w:rsidR="008B12C6" w:rsidRPr="00835F44" w:rsidRDefault="008B12C6" w:rsidP="000F533E">
            <w:pPr>
              <w:pStyle w:val="TAC"/>
            </w:pPr>
            <w:r>
              <w:rPr>
                <w:rFonts w:cs="Arial"/>
                <w:color w:val="000000"/>
                <w:szCs w:val="18"/>
              </w:rPr>
              <w:t>69672</w:t>
            </w:r>
          </w:p>
        </w:tc>
        <w:tc>
          <w:tcPr>
            <w:tcW w:w="1057" w:type="dxa"/>
            <w:tcBorders>
              <w:top w:val="nil"/>
              <w:left w:val="nil"/>
              <w:bottom w:val="single" w:sz="4" w:space="0" w:color="auto"/>
              <w:right w:val="single" w:sz="4" w:space="0" w:color="auto"/>
            </w:tcBorders>
            <w:shd w:val="clear" w:color="auto" w:fill="auto"/>
            <w:noWrap/>
            <w:vAlign w:val="center"/>
            <w:hideMark/>
          </w:tcPr>
          <w:p w14:paraId="7142EDE8"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FADC50F"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86D99F4" w14:textId="77777777" w:rsidR="008B12C6" w:rsidRPr="00835F44" w:rsidRDefault="008B12C6" w:rsidP="000F533E">
            <w:pPr>
              <w:pStyle w:val="TAC"/>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hideMark/>
          </w:tcPr>
          <w:p w14:paraId="5FB806BF" w14:textId="77777777" w:rsidR="008B12C6" w:rsidRPr="00835F44" w:rsidRDefault="008B12C6" w:rsidP="000F533E">
            <w:pPr>
              <w:pStyle w:val="TAC"/>
            </w:pPr>
            <w:r>
              <w:rPr>
                <w:rFonts w:cs="Arial"/>
                <w:color w:val="000000"/>
                <w:szCs w:val="18"/>
              </w:rPr>
              <w:t>105600</w:t>
            </w:r>
          </w:p>
        </w:tc>
        <w:tc>
          <w:tcPr>
            <w:tcW w:w="1127" w:type="dxa"/>
            <w:tcBorders>
              <w:top w:val="nil"/>
              <w:left w:val="nil"/>
              <w:bottom w:val="single" w:sz="4" w:space="0" w:color="auto"/>
              <w:right w:val="single" w:sz="4" w:space="0" w:color="auto"/>
            </w:tcBorders>
            <w:shd w:val="clear" w:color="auto" w:fill="auto"/>
            <w:noWrap/>
            <w:vAlign w:val="center"/>
            <w:hideMark/>
          </w:tcPr>
          <w:p w14:paraId="31E7B6D0" w14:textId="77777777" w:rsidR="008B12C6" w:rsidRPr="00835F44" w:rsidRDefault="008B12C6" w:rsidP="000F533E">
            <w:pPr>
              <w:pStyle w:val="TAC"/>
            </w:pPr>
            <w:r>
              <w:rPr>
                <w:rFonts w:cs="Arial"/>
                <w:color w:val="000000"/>
                <w:szCs w:val="18"/>
              </w:rPr>
              <w:t>13200</w:t>
            </w:r>
          </w:p>
        </w:tc>
      </w:tr>
      <w:tr w:rsidR="008B12C6" w:rsidRPr="00835F44" w14:paraId="138E860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AA8B4AD"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527F9EA" w14:textId="77777777" w:rsidR="008B12C6" w:rsidRDefault="008B12C6" w:rsidP="000F533E">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69AB27CC"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622BA3D"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5D4F9D09"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52484B2B" w14:textId="77777777" w:rsidR="008B12C6" w:rsidRDefault="008B12C6" w:rsidP="000F533E">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3A7895DA"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F198EE2"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28B40E7" w14:textId="77777777" w:rsidR="008B12C6" w:rsidRDefault="008B12C6" w:rsidP="000F533E">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4345BEBA" w14:textId="77777777" w:rsidR="008B12C6" w:rsidRDefault="008B12C6" w:rsidP="000F533E">
            <w:pPr>
              <w:pStyle w:val="TAC"/>
              <w:rPr>
                <w:rFonts w:cs="Arial"/>
                <w:color w:val="000000"/>
                <w:szCs w:val="18"/>
              </w:rPr>
            </w:pPr>
            <w:r>
              <w:rPr>
                <w:rFonts w:cs="Arial"/>
                <w:color w:val="000000"/>
                <w:szCs w:val="18"/>
              </w:rPr>
              <w:t>114048</w:t>
            </w:r>
          </w:p>
        </w:tc>
        <w:tc>
          <w:tcPr>
            <w:tcW w:w="1127" w:type="dxa"/>
            <w:tcBorders>
              <w:top w:val="nil"/>
              <w:left w:val="nil"/>
              <w:bottom w:val="single" w:sz="4" w:space="0" w:color="auto"/>
              <w:right w:val="single" w:sz="4" w:space="0" w:color="auto"/>
            </w:tcBorders>
            <w:shd w:val="clear" w:color="auto" w:fill="auto"/>
            <w:noWrap/>
            <w:vAlign w:val="center"/>
          </w:tcPr>
          <w:p w14:paraId="65B2B31E" w14:textId="77777777" w:rsidR="008B12C6" w:rsidRDefault="008B12C6" w:rsidP="000F533E">
            <w:pPr>
              <w:pStyle w:val="TAC"/>
              <w:rPr>
                <w:rFonts w:cs="Arial"/>
                <w:color w:val="000000"/>
                <w:szCs w:val="18"/>
              </w:rPr>
            </w:pPr>
            <w:r>
              <w:rPr>
                <w:rFonts w:cs="Arial"/>
                <w:color w:val="000000"/>
                <w:szCs w:val="18"/>
              </w:rPr>
              <w:t>14256</w:t>
            </w:r>
          </w:p>
        </w:tc>
      </w:tr>
      <w:tr w:rsidR="008B12C6" w:rsidRPr="00835F44" w14:paraId="2634C16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B8853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ADC9F67" w14:textId="77777777" w:rsidR="008B12C6" w:rsidRPr="00835F44" w:rsidRDefault="008B12C6" w:rsidP="000F533E">
            <w:pPr>
              <w:pStyle w:val="TAC"/>
            </w:pPr>
            <w:r>
              <w:rPr>
                <w:rFonts w:cs="Arial"/>
                <w:color w:val="000000"/>
                <w:szCs w:val="18"/>
              </w:rPr>
              <w:t>120</w:t>
            </w:r>
          </w:p>
        </w:tc>
        <w:tc>
          <w:tcPr>
            <w:tcW w:w="967" w:type="dxa"/>
            <w:tcBorders>
              <w:top w:val="nil"/>
              <w:left w:val="nil"/>
              <w:bottom w:val="single" w:sz="4" w:space="0" w:color="auto"/>
              <w:right w:val="single" w:sz="4" w:space="0" w:color="auto"/>
            </w:tcBorders>
            <w:shd w:val="clear" w:color="auto" w:fill="auto"/>
            <w:noWrap/>
            <w:vAlign w:val="center"/>
            <w:hideMark/>
          </w:tcPr>
          <w:p w14:paraId="4CDBD9E8"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943688F"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1A0EF02C"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A2080A1" w14:textId="77777777" w:rsidR="008B12C6" w:rsidRPr="00835F44" w:rsidRDefault="008B12C6" w:rsidP="000F533E">
            <w:pPr>
              <w:pStyle w:val="TAC"/>
            </w:pPr>
            <w:r>
              <w:rPr>
                <w:rFonts w:cs="Arial"/>
                <w:color w:val="000000"/>
                <w:szCs w:val="18"/>
              </w:rPr>
              <w:t>83976</w:t>
            </w:r>
          </w:p>
        </w:tc>
        <w:tc>
          <w:tcPr>
            <w:tcW w:w="1057" w:type="dxa"/>
            <w:tcBorders>
              <w:top w:val="nil"/>
              <w:left w:val="nil"/>
              <w:bottom w:val="single" w:sz="4" w:space="0" w:color="auto"/>
              <w:right w:val="single" w:sz="4" w:space="0" w:color="auto"/>
            </w:tcBorders>
            <w:shd w:val="clear" w:color="auto" w:fill="auto"/>
            <w:noWrap/>
            <w:vAlign w:val="center"/>
            <w:hideMark/>
          </w:tcPr>
          <w:p w14:paraId="5BF3869D"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88024FB"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71772E5" w14:textId="77777777" w:rsidR="008B12C6" w:rsidRPr="00835F44" w:rsidRDefault="008B12C6" w:rsidP="000F533E">
            <w:pPr>
              <w:pStyle w:val="TAC"/>
            </w:pPr>
            <w:r>
              <w:rPr>
                <w:rFonts w:cs="Arial"/>
                <w:color w:val="000000"/>
                <w:szCs w:val="18"/>
              </w:rPr>
              <w:t>10</w:t>
            </w:r>
          </w:p>
        </w:tc>
        <w:tc>
          <w:tcPr>
            <w:tcW w:w="925" w:type="dxa"/>
            <w:tcBorders>
              <w:top w:val="nil"/>
              <w:left w:val="nil"/>
              <w:bottom w:val="single" w:sz="4" w:space="0" w:color="auto"/>
              <w:right w:val="single" w:sz="4" w:space="0" w:color="auto"/>
            </w:tcBorders>
            <w:shd w:val="clear" w:color="auto" w:fill="auto"/>
            <w:noWrap/>
            <w:vAlign w:val="center"/>
            <w:hideMark/>
          </w:tcPr>
          <w:p w14:paraId="399FA07F" w14:textId="77777777" w:rsidR="008B12C6" w:rsidRPr="00835F44" w:rsidRDefault="008B12C6" w:rsidP="000F533E">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3BDCF1CB" w14:textId="77777777" w:rsidR="008B12C6" w:rsidRPr="00835F44" w:rsidRDefault="008B12C6" w:rsidP="000F533E">
            <w:pPr>
              <w:pStyle w:val="TAC"/>
            </w:pPr>
            <w:r>
              <w:rPr>
                <w:rFonts w:cs="Arial"/>
                <w:color w:val="000000"/>
                <w:szCs w:val="18"/>
              </w:rPr>
              <w:t>15840</w:t>
            </w:r>
          </w:p>
        </w:tc>
      </w:tr>
      <w:tr w:rsidR="008B12C6" w:rsidRPr="00835F44" w14:paraId="67F60B4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0ED53C7"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BB3E9B0" w14:textId="77777777" w:rsidR="008B12C6" w:rsidRPr="00835F44" w:rsidRDefault="008B12C6" w:rsidP="000F533E">
            <w:pPr>
              <w:pStyle w:val="TAC"/>
            </w:pPr>
            <w:r>
              <w:rPr>
                <w:rFonts w:cs="Arial"/>
                <w:color w:val="000000"/>
                <w:szCs w:val="18"/>
              </w:rPr>
              <w:t>128</w:t>
            </w:r>
          </w:p>
        </w:tc>
        <w:tc>
          <w:tcPr>
            <w:tcW w:w="967" w:type="dxa"/>
            <w:tcBorders>
              <w:top w:val="nil"/>
              <w:left w:val="nil"/>
              <w:bottom w:val="single" w:sz="4" w:space="0" w:color="auto"/>
              <w:right w:val="single" w:sz="4" w:space="0" w:color="auto"/>
            </w:tcBorders>
            <w:shd w:val="clear" w:color="auto" w:fill="auto"/>
            <w:noWrap/>
            <w:vAlign w:val="center"/>
            <w:hideMark/>
          </w:tcPr>
          <w:p w14:paraId="0018CA1A"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20DEDA8"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7B63384C"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2873A329" w14:textId="77777777" w:rsidR="008B12C6" w:rsidRPr="00835F44" w:rsidRDefault="008B12C6" w:rsidP="000F533E">
            <w:pPr>
              <w:pStyle w:val="TAC"/>
            </w:pPr>
            <w:r>
              <w:rPr>
                <w:rFonts w:cs="Arial"/>
                <w:color w:val="000000"/>
                <w:szCs w:val="18"/>
              </w:rPr>
              <w:t>90176</w:t>
            </w:r>
          </w:p>
        </w:tc>
        <w:tc>
          <w:tcPr>
            <w:tcW w:w="1057" w:type="dxa"/>
            <w:tcBorders>
              <w:top w:val="nil"/>
              <w:left w:val="nil"/>
              <w:bottom w:val="single" w:sz="4" w:space="0" w:color="auto"/>
              <w:right w:val="single" w:sz="4" w:space="0" w:color="auto"/>
            </w:tcBorders>
            <w:shd w:val="clear" w:color="auto" w:fill="auto"/>
            <w:noWrap/>
            <w:vAlign w:val="center"/>
            <w:hideMark/>
          </w:tcPr>
          <w:p w14:paraId="774736EE"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2133CE7"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71427E2" w14:textId="77777777" w:rsidR="008B12C6" w:rsidRPr="00835F44" w:rsidRDefault="008B12C6" w:rsidP="000F533E">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1B4AEB43" w14:textId="77777777" w:rsidR="008B12C6" w:rsidRPr="00835F44" w:rsidRDefault="008B12C6" w:rsidP="000F533E">
            <w:pPr>
              <w:pStyle w:val="TAC"/>
            </w:pPr>
            <w:r>
              <w:rPr>
                <w:rFonts w:cs="Arial"/>
                <w:color w:val="000000"/>
                <w:szCs w:val="18"/>
              </w:rPr>
              <w:t>135168</w:t>
            </w:r>
          </w:p>
        </w:tc>
        <w:tc>
          <w:tcPr>
            <w:tcW w:w="1127" w:type="dxa"/>
            <w:tcBorders>
              <w:top w:val="nil"/>
              <w:left w:val="nil"/>
              <w:bottom w:val="single" w:sz="4" w:space="0" w:color="auto"/>
              <w:right w:val="single" w:sz="4" w:space="0" w:color="auto"/>
            </w:tcBorders>
            <w:shd w:val="clear" w:color="auto" w:fill="auto"/>
            <w:noWrap/>
            <w:vAlign w:val="center"/>
            <w:hideMark/>
          </w:tcPr>
          <w:p w14:paraId="243031DF" w14:textId="77777777" w:rsidR="008B12C6" w:rsidRPr="00835F44" w:rsidRDefault="008B12C6" w:rsidP="000F533E">
            <w:pPr>
              <w:pStyle w:val="TAC"/>
            </w:pPr>
            <w:r>
              <w:rPr>
                <w:rFonts w:cs="Arial"/>
                <w:color w:val="000000"/>
                <w:szCs w:val="18"/>
              </w:rPr>
              <w:t>16896</w:t>
            </w:r>
          </w:p>
        </w:tc>
      </w:tr>
      <w:tr w:rsidR="008B12C6" w:rsidRPr="00835F44" w14:paraId="58763B8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51AB53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CA81CA9" w14:textId="77777777" w:rsidR="008B12C6" w:rsidRPr="00835F44" w:rsidRDefault="008B12C6" w:rsidP="000F533E">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68605303"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25D8F34"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A4B940E"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07BD8F1" w14:textId="77777777" w:rsidR="008B12C6" w:rsidRPr="00835F44" w:rsidRDefault="008B12C6" w:rsidP="000F533E">
            <w:pPr>
              <w:pStyle w:val="TAC"/>
            </w:pPr>
            <w:r>
              <w:rPr>
                <w:rFonts w:cs="Arial"/>
                <w:color w:val="000000"/>
                <w:szCs w:val="18"/>
              </w:rPr>
              <w:t>94248</w:t>
            </w:r>
          </w:p>
        </w:tc>
        <w:tc>
          <w:tcPr>
            <w:tcW w:w="1057" w:type="dxa"/>
            <w:tcBorders>
              <w:top w:val="nil"/>
              <w:left w:val="nil"/>
              <w:bottom w:val="single" w:sz="4" w:space="0" w:color="auto"/>
              <w:right w:val="single" w:sz="4" w:space="0" w:color="auto"/>
            </w:tcBorders>
            <w:shd w:val="clear" w:color="auto" w:fill="auto"/>
            <w:noWrap/>
            <w:vAlign w:val="center"/>
            <w:hideMark/>
          </w:tcPr>
          <w:p w14:paraId="5A3E790E"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9B6F052"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A2E3248" w14:textId="77777777" w:rsidR="008B12C6" w:rsidRPr="00835F44" w:rsidRDefault="008B12C6" w:rsidP="000F533E">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094BF2B7" w14:textId="77777777" w:rsidR="008B12C6" w:rsidRPr="00835F44" w:rsidRDefault="008B12C6" w:rsidP="000F533E">
            <w:pPr>
              <w:pStyle w:val="TAC"/>
            </w:pPr>
            <w:r>
              <w:rPr>
                <w:rFonts w:cs="Arial"/>
                <w:color w:val="000000"/>
                <w:szCs w:val="18"/>
              </w:rPr>
              <w:t>142560</w:t>
            </w:r>
          </w:p>
        </w:tc>
        <w:tc>
          <w:tcPr>
            <w:tcW w:w="1127" w:type="dxa"/>
            <w:tcBorders>
              <w:top w:val="nil"/>
              <w:left w:val="nil"/>
              <w:bottom w:val="single" w:sz="4" w:space="0" w:color="auto"/>
              <w:right w:val="single" w:sz="4" w:space="0" w:color="auto"/>
            </w:tcBorders>
            <w:shd w:val="clear" w:color="auto" w:fill="auto"/>
            <w:noWrap/>
            <w:vAlign w:val="center"/>
            <w:hideMark/>
          </w:tcPr>
          <w:p w14:paraId="41AB01F0" w14:textId="77777777" w:rsidR="008B12C6" w:rsidRPr="00835F44" w:rsidRDefault="008B12C6" w:rsidP="000F533E">
            <w:pPr>
              <w:pStyle w:val="TAC"/>
            </w:pPr>
            <w:r>
              <w:rPr>
                <w:rFonts w:cs="Arial"/>
                <w:color w:val="000000"/>
                <w:szCs w:val="18"/>
              </w:rPr>
              <w:t>17820</w:t>
            </w:r>
          </w:p>
        </w:tc>
      </w:tr>
      <w:tr w:rsidR="008B12C6" w:rsidRPr="00835F44" w14:paraId="09D8F1E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AD5FCF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E554FB1" w14:textId="77777777" w:rsidR="008B12C6" w:rsidRPr="00835F44" w:rsidRDefault="008B12C6" w:rsidP="000F533E">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79DEFE3B"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ACC21D4"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043AC0B9"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5D0032AD" w14:textId="77777777" w:rsidR="008B12C6" w:rsidRPr="00835F44" w:rsidRDefault="008B12C6" w:rsidP="000F533E">
            <w:pPr>
              <w:pStyle w:val="TAC"/>
            </w:pPr>
            <w:r>
              <w:rPr>
                <w:rFonts w:cs="Arial"/>
                <w:color w:val="000000"/>
                <w:szCs w:val="18"/>
              </w:rPr>
              <w:t>112648</w:t>
            </w:r>
          </w:p>
        </w:tc>
        <w:tc>
          <w:tcPr>
            <w:tcW w:w="1057" w:type="dxa"/>
            <w:tcBorders>
              <w:top w:val="nil"/>
              <w:left w:val="nil"/>
              <w:bottom w:val="single" w:sz="4" w:space="0" w:color="auto"/>
              <w:right w:val="single" w:sz="4" w:space="0" w:color="auto"/>
            </w:tcBorders>
            <w:shd w:val="clear" w:color="auto" w:fill="auto"/>
            <w:noWrap/>
            <w:vAlign w:val="center"/>
            <w:hideMark/>
          </w:tcPr>
          <w:p w14:paraId="6BA4FCE6"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386EC88"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A2CE350" w14:textId="77777777" w:rsidR="008B12C6" w:rsidRPr="00835F44" w:rsidRDefault="008B12C6" w:rsidP="000F533E">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07195FF7" w14:textId="77777777" w:rsidR="008B12C6" w:rsidRPr="00835F44" w:rsidRDefault="008B12C6" w:rsidP="000F533E">
            <w:pPr>
              <w:pStyle w:val="TAC"/>
            </w:pPr>
            <w:r>
              <w:rPr>
                <w:rFonts w:cs="Arial"/>
                <w:color w:val="000000"/>
                <w:szCs w:val="18"/>
              </w:rPr>
              <w:t>168960</w:t>
            </w:r>
          </w:p>
        </w:tc>
        <w:tc>
          <w:tcPr>
            <w:tcW w:w="1127" w:type="dxa"/>
            <w:tcBorders>
              <w:top w:val="nil"/>
              <w:left w:val="nil"/>
              <w:bottom w:val="single" w:sz="4" w:space="0" w:color="auto"/>
              <w:right w:val="single" w:sz="4" w:space="0" w:color="auto"/>
            </w:tcBorders>
            <w:shd w:val="clear" w:color="auto" w:fill="auto"/>
            <w:noWrap/>
            <w:vAlign w:val="center"/>
            <w:hideMark/>
          </w:tcPr>
          <w:p w14:paraId="7383296B" w14:textId="77777777" w:rsidR="008B12C6" w:rsidRPr="00835F44" w:rsidRDefault="008B12C6" w:rsidP="000F533E">
            <w:pPr>
              <w:pStyle w:val="TAC"/>
            </w:pPr>
            <w:r>
              <w:rPr>
                <w:rFonts w:cs="Arial"/>
                <w:color w:val="000000"/>
                <w:szCs w:val="18"/>
              </w:rPr>
              <w:t>21120</w:t>
            </w:r>
          </w:p>
        </w:tc>
      </w:tr>
      <w:tr w:rsidR="008B12C6" w:rsidRPr="00835F44" w14:paraId="61DD696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2C4BA2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02558F5" w14:textId="77777777" w:rsidR="008B12C6" w:rsidRPr="00835F44" w:rsidRDefault="008B12C6" w:rsidP="000F533E">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23D28818"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EBBD96F"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791538F"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4D3F85CA" w14:textId="77777777" w:rsidR="008B12C6" w:rsidRPr="00835F44" w:rsidRDefault="008B12C6" w:rsidP="000F533E">
            <w:pPr>
              <w:pStyle w:val="TAC"/>
            </w:pPr>
            <w:r>
              <w:rPr>
                <w:rFonts w:cs="Arial"/>
                <w:color w:val="000000"/>
                <w:szCs w:val="18"/>
              </w:rPr>
              <w:t>114776</w:t>
            </w:r>
          </w:p>
        </w:tc>
        <w:tc>
          <w:tcPr>
            <w:tcW w:w="1057" w:type="dxa"/>
            <w:tcBorders>
              <w:top w:val="nil"/>
              <w:left w:val="nil"/>
              <w:bottom w:val="single" w:sz="4" w:space="0" w:color="auto"/>
              <w:right w:val="single" w:sz="4" w:space="0" w:color="auto"/>
            </w:tcBorders>
            <w:shd w:val="clear" w:color="auto" w:fill="auto"/>
            <w:noWrap/>
            <w:vAlign w:val="center"/>
            <w:hideMark/>
          </w:tcPr>
          <w:p w14:paraId="18FC855B"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A94A7E9"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3FA63CC" w14:textId="77777777" w:rsidR="008B12C6" w:rsidRPr="00835F44" w:rsidRDefault="008B12C6" w:rsidP="000F533E">
            <w:pPr>
              <w:pStyle w:val="TAC"/>
            </w:pPr>
            <w:r>
              <w:rPr>
                <w:rFonts w:cs="Arial"/>
                <w:color w:val="000000"/>
                <w:szCs w:val="18"/>
              </w:rPr>
              <w:t>14</w:t>
            </w:r>
          </w:p>
        </w:tc>
        <w:tc>
          <w:tcPr>
            <w:tcW w:w="925" w:type="dxa"/>
            <w:tcBorders>
              <w:top w:val="nil"/>
              <w:left w:val="nil"/>
              <w:bottom w:val="single" w:sz="4" w:space="0" w:color="auto"/>
              <w:right w:val="single" w:sz="4" w:space="0" w:color="auto"/>
            </w:tcBorders>
            <w:shd w:val="clear" w:color="auto" w:fill="auto"/>
            <w:noWrap/>
            <w:vAlign w:val="center"/>
            <w:hideMark/>
          </w:tcPr>
          <w:p w14:paraId="57D34DE4" w14:textId="77777777" w:rsidR="008B12C6" w:rsidRPr="00835F44" w:rsidRDefault="008B12C6" w:rsidP="000F533E">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60601A4A" w14:textId="77777777" w:rsidR="008B12C6" w:rsidRPr="00835F44" w:rsidRDefault="008B12C6" w:rsidP="000F533E">
            <w:pPr>
              <w:pStyle w:val="TAC"/>
            </w:pPr>
            <w:r>
              <w:rPr>
                <w:rFonts w:cs="Arial"/>
                <w:color w:val="000000"/>
                <w:szCs w:val="18"/>
              </w:rPr>
              <w:t>21384</w:t>
            </w:r>
          </w:p>
        </w:tc>
      </w:tr>
      <w:tr w:rsidR="008B12C6" w:rsidRPr="00835F44" w14:paraId="5165C21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620F95F"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A0B7566" w14:textId="77777777" w:rsidR="008B12C6" w:rsidRDefault="008B12C6" w:rsidP="000F533E">
            <w:pPr>
              <w:pStyle w:val="TAC"/>
              <w:rPr>
                <w:rFonts w:cs="Arial"/>
                <w:color w:val="000000"/>
                <w:szCs w:val="18"/>
              </w:rPr>
            </w:pPr>
            <w:r>
              <w:rPr>
                <w:rFonts w:cs="Arial"/>
                <w:color w:val="000000"/>
                <w:szCs w:val="18"/>
              </w:rPr>
              <w:t>180</w:t>
            </w:r>
          </w:p>
        </w:tc>
        <w:tc>
          <w:tcPr>
            <w:tcW w:w="967" w:type="dxa"/>
            <w:tcBorders>
              <w:top w:val="nil"/>
              <w:left w:val="nil"/>
              <w:bottom w:val="single" w:sz="4" w:space="0" w:color="auto"/>
              <w:right w:val="single" w:sz="4" w:space="0" w:color="auto"/>
            </w:tcBorders>
            <w:shd w:val="clear" w:color="auto" w:fill="auto"/>
            <w:noWrap/>
            <w:vAlign w:val="center"/>
          </w:tcPr>
          <w:p w14:paraId="64A39342"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2553692" w14:textId="77777777" w:rsidR="008B12C6" w:rsidRDefault="008B12C6" w:rsidP="000F533E">
            <w:pPr>
              <w:pStyle w:val="TAC"/>
              <w:rPr>
                <w:rFonts w:cs="Arial"/>
                <w:color w:val="000000"/>
                <w:szCs w:val="18"/>
              </w:rPr>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tcPr>
          <w:p w14:paraId="4A1B78F2" w14:textId="77777777" w:rsidR="008B12C6" w:rsidRDefault="008B12C6" w:rsidP="000F533E">
            <w:pPr>
              <w:pStyle w:val="TAC"/>
              <w:rPr>
                <w:rFonts w:cs="Arial"/>
                <w:color w:val="000000"/>
                <w:szCs w:val="18"/>
              </w:rPr>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tcPr>
          <w:p w14:paraId="1AFBCA23" w14:textId="77777777" w:rsidR="008B12C6" w:rsidRDefault="008B12C6" w:rsidP="000F533E">
            <w:pPr>
              <w:pStyle w:val="TAC"/>
              <w:rPr>
                <w:rFonts w:cs="Arial"/>
                <w:color w:val="000000"/>
                <w:szCs w:val="18"/>
              </w:rPr>
            </w:pPr>
            <w:r>
              <w:rPr>
                <w:rFonts w:cs="Arial"/>
                <w:color w:val="000000"/>
                <w:szCs w:val="18"/>
              </w:rPr>
              <w:t>127080</w:t>
            </w:r>
          </w:p>
        </w:tc>
        <w:tc>
          <w:tcPr>
            <w:tcW w:w="1057" w:type="dxa"/>
            <w:tcBorders>
              <w:top w:val="nil"/>
              <w:left w:val="nil"/>
              <w:bottom w:val="single" w:sz="4" w:space="0" w:color="auto"/>
              <w:right w:val="single" w:sz="4" w:space="0" w:color="auto"/>
            </w:tcBorders>
            <w:shd w:val="clear" w:color="auto" w:fill="auto"/>
            <w:noWrap/>
            <w:vAlign w:val="center"/>
          </w:tcPr>
          <w:p w14:paraId="48865B9C"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57540AB" w14:textId="77777777" w:rsidR="008B12C6" w:rsidRDefault="008B12C6"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E3EC785" w14:textId="77777777" w:rsidR="008B12C6" w:rsidRDefault="008B12C6" w:rsidP="000F533E">
            <w:pPr>
              <w:pStyle w:val="TAC"/>
              <w:rPr>
                <w:rFonts w:cs="Arial"/>
                <w:color w:val="000000"/>
                <w:szCs w:val="18"/>
              </w:rPr>
            </w:pPr>
            <w:r>
              <w:rPr>
                <w:rFonts w:cs="Arial"/>
                <w:color w:val="000000"/>
                <w:szCs w:val="18"/>
              </w:rPr>
              <w:t>16</w:t>
            </w:r>
          </w:p>
        </w:tc>
        <w:tc>
          <w:tcPr>
            <w:tcW w:w="925" w:type="dxa"/>
            <w:tcBorders>
              <w:top w:val="nil"/>
              <w:left w:val="nil"/>
              <w:bottom w:val="single" w:sz="4" w:space="0" w:color="auto"/>
              <w:right w:val="single" w:sz="4" w:space="0" w:color="auto"/>
            </w:tcBorders>
            <w:shd w:val="clear" w:color="auto" w:fill="auto"/>
            <w:noWrap/>
            <w:vAlign w:val="center"/>
          </w:tcPr>
          <w:p w14:paraId="29792CA2" w14:textId="77777777" w:rsidR="008B12C6" w:rsidRDefault="008B12C6" w:rsidP="000F533E">
            <w:pPr>
              <w:pStyle w:val="TAC"/>
              <w:rPr>
                <w:rFonts w:cs="Arial"/>
                <w:color w:val="000000"/>
                <w:szCs w:val="18"/>
              </w:rPr>
            </w:pPr>
            <w:r>
              <w:rPr>
                <w:rFonts w:cs="Arial"/>
                <w:color w:val="000000"/>
                <w:szCs w:val="18"/>
              </w:rPr>
              <w:t>190080</w:t>
            </w:r>
          </w:p>
        </w:tc>
        <w:tc>
          <w:tcPr>
            <w:tcW w:w="1127" w:type="dxa"/>
            <w:tcBorders>
              <w:top w:val="nil"/>
              <w:left w:val="nil"/>
              <w:bottom w:val="single" w:sz="4" w:space="0" w:color="auto"/>
              <w:right w:val="single" w:sz="4" w:space="0" w:color="auto"/>
            </w:tcBorders>
            <w:shd w:val="clear" w:color="auto" w:fill="auto"/>
            <w:noWrap/>
            <w:vAlign w:val="center"/>
          </w:tcPr>
          <w:p w14:paraId="28B20B3C" w14:textId="77777777" w:rsidR="008B12C6" w:rsidRDefault="008B12C6" w:rsidP="000F533E">
            <w:pPr>
              <w:pStyle w:val="TAC"/>
              <w:rPr>
                <w:rFonts w:cs="Arial"/>
                <w:color w:val="000000"/>
                <w:szCs w:val="18"/>
              </w:rPr>
            </w:pPr>
            <w:r>
              <w:rPr>
                <w:rFonts w:cs="Arial"/>
                <w:color w:val="000000"/>
                <w:szCs w:val="18"/>
              </w:rPr>
              <w:t>23760</w:t>
            </w:r>
          </w:p>
        </w:tc>
      </w:tr>
      <w:tr w:rsidR="008B12C6" w:rsidRPr="00835F44" w14:paraId="56E88BD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D46052"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98013D0" w14:textId="77777777" w:rsidR="008B12C6" w:rsidRPr="00835F44" w:rsidRDefault="008B12C6" w:rsidP="000F533E">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0184ED3B"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38D9BAA"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4A99C18B"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7A2CF4F" w14:textId="77777777" w:rsidR="008B12C6" w:rsidRPr="00835F44" w:rsidRDefault="008B12C6" w:rsidP="000F533E">
            <w:pPr>
              <w:pStyle w:val="TAC"/>
            </w:pPr>
            <w:r>
              <w:rPr>
                <w:rFonts w:cs="Arial"/>
                <w:color w:val="000000"/>
                <w:szCs w:val="18"/>
              </w:rPr>
              <w:t>151608</w:t>
            </w:r>
          </w:p>
        </w:tc>
        <w:tc>
          <w:tcPr>
            <w:tcW w:w="1057" w:type="dxa"/>
            <w:tcBorders>
              <w:top w:val="nil"/>
              <w:left w:val="nil"/>
              <w:bottom w:val="single" w:sz="4" w:space="0" w:color="auto"/>
              <w:right w:val="single" w:sz="4" w:space="0" w:color="auto"/>
            </w:tcBorders>
            <w:shd w:val="clear" w:color="auto" w:fill="auto"/>
            <w:noWrap/>
            <w:vAlign w:val="center"/>
            <w:hideMark/>
          </w:tcPr>
          <w:p w14:paraId="0BF7CD10"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C829D9A"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9E4FF06" w14:textId="77777777" w:rsidR="008B12C6" w:rsidRPr="00835F44" w:rsidRDefault="008B12C6" w:rsidP="000F533E">
            <w:pPr>
              <w:pStyle w:val="TAC"/>
            </w:pPr>
            <w:r>
              <w:rPr>
                <w:rFonts w:cs="Arial"/>
                <w:color w:val="000000"/>
                <w:szCs w:val="18"/>
              </w:rPr>
              <w:t>18</w:t>
            </w:r>
          </w:p>
        </w:tc>
        <w:tc>
          <w:tcPr>
            <w:tcW w:w="925" w:type="dxa"/>
            <w:tcBorders>
              <w:top w:val="nil"/>
              <w:left w:val="nil"/>
              <w:bottom w:val="single" w:sz="4" w:space="0" w:color="auto"/>
              <w:right w:val="single" w:sz="4" w:space="0" w:color="auto"/>
            </w:tcBorders>
            <w:shd w:val="clear" w:color="auto" w:fill="auto"/>
            <w:noWrap/>
            <w:vAlign w:val="center"/>
            <w:hideMark/>
          </w:tcPr>
          <w:p w14:paraId="61188077" w14:textId="77777777" w:rsidR="008B12C6" w:rsidRPr="00835F44" w:rsidRDefault="008B12C6" w:rsidP="000F533E">
            <w:pPr>
              <w:pStyle w:val="TAC"/>
            </w:pPr>
            <w:r>
              <w:rPr>
                <w:rFonts w:cs="Arial"/>
                <w:color w:val="000000"/>
                <w:szCs w:val="18"/>
              </w:rPr>
              <w:t>228096</w:t>
            </w:r>
          </w:p>
        </w:tc>
        <w:tc>
          <w:tcPr>
            <w:tcW w:w="1127" w:type="dxa"/>
            <w:tcBorders>
              <w:top w:val="nil"/>
              <w:left w:val="nil"/>
              <w:bottom w:val="single" w:sz="4" w:space="0" w:color="auto"/>
              <w:right w:val="single" w:sz="4" w:space="0" w:color="auto"/>
            </w:tcBorders>
            <w:shd w:val="clear" w:color="auto" w:fill="auto"/>
            <w:noWrap/>
            <w:vAlign w:val="center"/>
            <w:hideMark/>
          </w:tcPr>
          <w:p w14:paraId="040535AB" w14:textId="77777777" w:rsidR="008B12C6" w:rsidRPr="00835F44" w:rsidRDefault="008B12C6" w:rsidP="000F533E">
            <w:pPr>
              <w:pStyle w:val="TAC"/>
            </w:pPr>
            <w:r>
              <w:rPr>
                <w:rFonts w:cs="Arial"/>
                <w:color w:val="000000"/>
                <w:szCs w:val="18"/>
              </w:rPr>
              <w:t>28512</w:t>
            </w:r>
          </w:p>
        </w:tc>
      </w:tr>
      <w:tr w:rsidR="008B12C6" w:rsidRPr="00835F44" w14:paraId="020D64F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2493263"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D1EC8CC" w14:textId="77777777" w:rsidR="008B12C6" w:rsidRPr="00835F44" w:rsidRDefault="008B12C6" w:rsidP="000F533E">
            <w:pPr>
              <w:pStyle w:val="TAC"/>
            </w:pPr>
            <w:r>
              <w:rPr>
                <w:rFonts w:cs="Arial"/>
                <w:color w:val="000000"/>
                <w:szCs w:val="18"/>
              </w:rPr>
              <w:t>243</w:t>
            </w:r>
          </w:p>
        </w:tc>
        <w:tc>
          <w:tcPr>
            <w:tcW w:w="967" w:type="dxa"/>
            <w:tcBorders>
              <w:top w:val="nil"/>
              <w:left w:val="nil"/>
              <w:bottom w:val="single" w:sz="4" w:space="0" w:color="auto"/>
              <w:right w:val="single" w:sz="4" w:space="0" w:color="auto"/>
            </w:tcBorders>
            <w:shd w:val="clear" w:color="auto" w:fill="auto"/>
            <w:noWrap/>
            <w:vAlign w:val="center"/>
            <w:hideMark/>
          </w:tcPr>
          <w:p w14:paraId="610A02DD"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81CC06F"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620F4E98"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0047091F" w14:textId="77777777" w:rsidR="008B12C6" w:rsidRPr="00835F44" w:rsidRDefault="008B12C6" w:rsidP="000F533E">
            <w:pPr>
              <w:pStyle w:val="TAC"/>
            </w:pPr>
            <w:r>
              <w:rPr>
                <w:rFonts w:cs="Arial"/>
                <w:color w:val="000000"/>
                <w:szCs w:val="18"/>
              </w:rPr>
              <w:t>172176</w:t>
            </w:r>
          </w:p>
        </w:tc>
        <w:tc>
          <w:tcPr>
            <w:tcW w:w="1057" w:type="dxa"/>
            <w:tcBorders>
              <w:top w:val="nil"/>
              <w:left w:val="nil"/>
              <w:bottom w:val="single" w:sz="4" w:space="0" w:color="auto"/>
              <w:right w:val="single" w:sz="4" w:space="0" w:color="auto"/>
            </w:tcBorders>
            <w:shd w:val="clear" w:color="auto" w:fill="auto"/>
            <w:noWrap/>
            <w:vAlign w:val="center"/>
            <w:hideMark/>
          </w:tcPr>
          <w:p w14:paraId="40358CF4"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16D4A4D"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8C85626" w14:textId="77777777" w:rsidR="008B12C6" w:rsidRPr="00835F44" w:rsidRDefault="008B12C6" w:rsidP="000F533E">
            <w:pPr>
              <w:pStyle w:val="TAC"/>
            </w:pPr>
            <w:r>
              <w:rPr>
                <w:rFonts w:cs="Arial"/>
                <w:color w:val="000000"/>
                <w:szCs w:val="18"/>
              </w:rPr>
              <w:t>21</w:t>
            </w:r>
          </w:p>
        </w:tc>
        <w:tc>
          <w:tcPr>
            <w:tcW w:w="925" w:type="dxa"/>
            <w:tcBorders>
              <w:top w:val="nil"/>
              <w:left w:val="nil"/>
              <w:bottom w:val="single" w:sz="4" w:space="0" w:color="auto"/>
              <w:right w:val="single" w:sz="4" w:space="0" w:color="auto"/>
            </w:tcBorders>
            <w:shd w:val="clear" w:color="auto" w:fill="auto"/>
            <w:noWrap/>
            <w:vAlign w:val="center"/>
            <w:hideMark/>
          </w:tcPr>
          <w:p w14:paraId="789DB20A" w14:textId="77777777" w:rsidR="008B12C6" w:rsidRPr="00835F44" w:rsidRDefault="008B12C6" w:rsidP="000F533E">
            <w:pPr>
              <w:pStyle w:val="TAC"/>
            </w:pPr>
            <w:r>
              <w:rPr>
                <w:rFonts w:cs="Arial"/>
                <w:color w:val="000000"/>
                <w:szCs w:val="18"/>
              </w:rPr>
              <w:t>256608</w:t>
            </w:r>
          </w:p>
        </w:tc>
        <w:tc>
          <w:tcPr>
            <w:tcW w:w="1127" w:type="dxa"/>
            <w:tcBorders>
              <w:top w:val="nil"/>
              <w:left w:val="nil"/>
              <w:bottom w:val="single" w:sz="4" w:space="0" w:color="auto"/>
              <w:right w:val="single" w:sz="4" w:space="0" w:color="auto"/>
            </w:tcBorders>
            <w:shd w:val="clear" w:color="auto" w:fill="auto"/>
            <w:noWrap/>
            <w:vAlign w:val="center"/>
            <w:hideMark/>
          </w:tcPr>
          <w:p w14:paraId="54C4195A" w14:textId="77777777" w:rsidR="008B12C6" w:rsidRPr="00835F44" w:rsidRDefault="008B12C6" w:rsidP="000F533E">
            <w:pPr>
              <w:pStyle w:val="TAC"/>
            </w:pPr>
            <w:r>
              <w:rPr>
                <w:rFonts w:cs="Arial"/>
                <w:color w:val="000000"/>
                <w:szCs w:val="18"/>
              </w:rPr>
              <w:t>32076</w:t>
            </w:r>
          </w:p>
        </w:tc>
      </w:tr>
      <w:tr w:rsidR="008B12C6" w:rsidRPr="00835F44" w14:paraId="5D6E85D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6E643D2"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AC4BA10" w14:textId="77777777" w:rsidR="008B12C6" w:rsidRPr="00835F44" w:rsidRDefault="008B12C6" w:rsidP="000F533E">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4822E26F"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D55A85E" w14:textId="77777777" w:rsidR="008B12C6" w:rsidRPr="00835F44" w:rsidRDefault="008B12C6" w:rsidP="000F533E">
            <w:pPr>
              <w:pStyle w:val="TAC"/>
            </w:pPr>
            <w:r>
              <w:rPr>
                <w:rFonts w:cs="Arial"/>
                <w:color w:val="000000"/>
                <w:szCs w:val="18"/>
              </w:rPr>
              <w:t>256QAM</w:t>
            </w:r>
          </w:p>
        </w:tc>
        <w:tc>
          <w:tcPr>
            <w:tcW w:w="890" w:type="dxa"/>
            <w:tcBorders>
              <w:top w:val="nil"/>
              <w:left w:val="nil"/>
              <w:bottom w:val="single" w:sz="4" w:space="0" w:color="auto"/>
              <w:right w:val="single" w:sz="4" w:space="0" w:color="auto"/>
            </w:tcBorders>
            <w:shd w:val="clear" w:color="auto" w:fill="auto"/>
            <w:noWrap/>
            <w:vAlign w:val="center"/>
            <w:hideMark/>
          </w:tcPr>
          <w:p w14:paraId="5A291B81" w14:textId="77777777" w:rsidR="008B12C6" w:rsidRPr="00835F44" w:rsidRDefault="008B12C6" w:rsidP="000F533E">
            <w:pPr>
              <w:pStyle w:val="TAC"/>
            </w:pPr>
            <w:r>
              <w:rPr>
                <w:rFonts w:cs="Arial"/>
                <w:color w:val="000000"/>
                <w:szCs w:val="18"/>
              </w:rPr>
              <w:t>20</w:t>
            </w:r>
          </w:p>
        </w:tc>
        <w:tc>
          <w:tcPr>
            <w:tcW w:w="926" w:type="dxa"/>
            <w:tcBorders>
              <w:top w:val="nil"/>
              <w:left w:val="nil"/>
              <w:bottom w:val="single" w:sz="4" w:space="0" w:color="auto"/>
              <w:right w:val="single" w:sz="4" w:space="0" w:color="auto"/>
            </w:tcBorders>
            <w:shd w:val="clear" w:color="auto" w:fill="auto"/>
            <w:noWrap/>
            <w:vAlign w:val="center"/>
            <w:hideMark/>
          </w:tcPr>
          <w:p w14:paraId="7610F95A" w14:textId="77777777" w:rsidR="008B12C6" w:rsidRPr="00835F44" w:rsidRDefault="008B12C6" w:rsidP="000F533E">
            <w:pPr>
              <w:pStyle w:val="TAC"/>
            </w:pPr>
            <w:r>
              <w:rPr>
                <w:rFonts w:cs="Arial"/>
                <w:color w:val="000000"/>
                <w:szCs w:val="18"/>
              </w:rPr>
              <w:t>188576</w:t>
            </w:r>
          </w:p>
        </w:tc>
        <w:tc>
          <w:tcPr>
            <w:tcW w:w="1057" w:type="dxa"/>
            <w:tcBorders>
              <w:top w:val="nil"/>
              <w:left w:val="nil"/>
              <w:bottom w:val="single" w:sz="4" w:space="0" w:color="auto"/>
              <w:right w:val="single" w:sz="4" w:space="0" w:color="auto"/>
            </w:tcBorders>
            <w:shd w:val="clear" w:color="auto" w:fill="auto"/>
            <w:noWrap/>
            <w:vAlign w:val="center"/>
            <w:hideMark/>
          </w:tcPr>
          <w:p w14:paraId="043AFB91"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5D1A58B" w14:textId="77777777" w:rsidR="008B12C6" w:rsidRPr="00835F44" w:rsidRDefault="008B12C6"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6C8A45B" w14:textId="77777777" w:rsidR="008B12C6" w:rsidRPr="00835F44" w:rsidRDefault="008B12C6" w:rsidP="000F533E">
            <w:pPr>
              <w:pStyle w:val="TAC"/>
            </w:pPr>
            <w:r>
              <w:rPr>
                <w:rFonts w:cs="Arial"/>
                <w:color w:val="000000"/>
                <w:szCs w:val="18"/>
              </w:rPr>
              <w:t>23</w:t>
            </w:r>
          </w:p>
        </w:tc>
        <w:tc>
          <w:tcPr>
            <w:tcW w:w="925" w:type="dxa"/>
            <w:tcBorders>
              <w:top w:val="nil"/>
              <w:left w:val="nil"/>
              <w:bottom w:val="single" w:sz="4" w:space="0" w:color="auto"/>
              <w:right w:val="single" w:sz="4" w:space="0" w:color="auto"/>
            </w:tcBorders>
            <w:shd w:val="clear" w:color="auto" w:fill="auto"/>
            <w:noWrap/>
            <w:vAlign w:val="center"/>
            <w:hideMark/>
          </w:tcPr>
          <w:p w14:paraId="4A560F40" w14:textId="77777777" w:rsidR="008B12C6" w:rsidRPr="00835F44" w:rsidRDefault="008B12C6" w:rsidP="000F533E">
            <w:pPr>
              <w:pStyle w:val="TAC"/>
            </w:pPr>
            <w:r>
              <w:rPr>
                <w:rFonts w:cs="Arial"/>
                <w:color w:val="000000"/>
                <w:szCs w:val="18"/>
              </w:rPr>
              <w:t>285120</w:t>
            </w:r>
          </w:p>
        </w:tc>
        <w:tc>
          <w:tcPr>
            <w:tcW w:w="1127" w:type="dxa"/>
            <w:tcBorders>
              <w:top w:val="nil"/>
              <w:left w:val="nil"/>
              <w:bottom w:val="single" w:sz="4" w:space="0" w:color="auto"/>
              <w:right w:val="single" w:sz="4" w:space="0" w:color="auto"/>
            </w:tcBorders>
            <w:shd w:val="clear" w:color="auto" w:fill="auto"/>
            <w:noWrap/>
            <w:vAlign w:val="center"/>
            <w:hideMark/>
          </w:tcPr>
          <w:p w14:paraId="6293DC12" w14:textId="77777777" w:rsidR="008B12C6" w:rsidRPr="00835F44" w:rsidRDefault="008B12C6" w:rsidP="000F533E">
            <w:pPr>
              <w:pStyle w:val="TAC"/>
            </w:pPr>
            <w:r>
              <w:rPr>
                <w:rFonts w:cs="Arial"/>
                <w:color w:val="000000"/>
                <w:szCs w:val="18"/>
              </w:rPr>
              <w:t>35640</w:t>
            </w:r>
          </w:p>
        </w:tc>
      </w:tr>
      <w:tr w:rsidR="008B12C6" w:rsidRPr="00835F44" w14:paraId="4626F7BA"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74125BA1" w14:textId="77777777" w:rsidR="008B12C6" w:rsidRPr="00835F44" w:rsidRDefault="008B12C6"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7F52225A" w14:textId="77777777" w:rsidR="008B12C6" w:rsidRPr="00835F44" w:rsidRDefault="008B12C6" w:rsidP="000F533E">
            <w:pPr>
              <w:pStyle w:val="TAN"/>
            </w:pPr>
            <w:r w:rsidRPr="00835F44">
              <w:t>NOTE 2:</w:t>
            </w:r>
            <w:r w:rsidRPr="00835F44">
              <w:tab/>
              <w:t xml:space="preserve">MCS Index is based on MCS table </w:t>
            </w:r>
            <w:r>
              <w:t xml:space="preserve">5.1.3.1-2 </w:t>
            </w:r>
            <w:r w:rsidRPr="00835F44">
              <w:t>defined in TS 38.214 [10].</w:t>
            </w:r>
          </w:p>
          <w:p w14:paraId="0CFCC212" w14:textId="77777777" w:rsidR="008B12C6" w:rsidRDefault="008B12C6" w:rsidP="000F533E">
            <w:pPr>
              <w:pStyle w:val="TAN"/>
            </w:pPr>
            <w:r w:rsidRPr="00835F44">
              <w:t>NOTE 3:</w:t>
            </w:r>
            <w:r w:rsidRPr="00835F44">
              <w:tab/>
              <w:t>If more than one Code Block is present, an additional CRC sequence of L = 24 Bits is attached to each Code Block (otherwise L = 0 Bit)</w:t>
            </w:r>
          </w:p>
          <w:p w14:paraId="57ADEB41" w14:textId="77777777" w:rsidR="008B12C6" w:rsidRPr="001F4A8E" w:rsidRDefault="008B12C6"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0A6FD0A8" w14:textId="77777777" w:rsidR="008B12C6" w:rsidRPr="001C0CC4" w:rsidRDefault="008B12C6" w:rsidP="00A43E5A">
      <w:pPr>
        <w:spacing w:after="0"/>
        <w:rPr>
          <w:rFonts w:ascii="Arial" w:hAnsi="Arial"/>
          <w:b/>
        </w:rPr>
      </w:pPr>
    </w:p>
    <w:p w14:paraId="7745D711" w14:textId="4DD33775" w:rsidR="00A43E5A" w:rsidRPr="001C0CC4" w:rsidRDefault="00A43E5A" w:rsidP="00A43E5A">
      <w:pPr>
        <w:pStyle w:val="TH"/>
      </w:pPr>
      <w:r w:rsidRPr="001C0CC4">
        <w:t xml:space="preserve">Table A.2.2.5-2: </w:t>
      </w:r>
      <w:r>
        <w:t>Void</w:t>
      </w:r>
    </w:p>
    <w:p w14:paraId="360B8CB9" w14:textId="6EBB9DB9" w:rsidR="00A43E5A" w:rsidRPr="001C0CC4" w:rsidRDefault="00A43E5A" w:rsidP="00A43E5A">
      <w:pPr>
        <w:pStyle w:val="TH"/>
      </w:pPr>
      <w:r w:rsidRPr="001C0CC4">
        <w:t xml:space="preserve">Table A.2.2.5-3: </w:t>
      </w:r>
      <w:r>
        <w:t>Void</w:t>
      </w:r>
    </w:p>
    <w:p w14:paraId="0FDE3589" w14:textId="77777777" w:rsidR="00A43E5A" w:rsidRPr="001C0CC4" w:rsidRDefault="00A43E5A" w:rsidP="00A43E5A"/>
    <w:p w14:paraId="5AB878DF" w14:textId="77777777" w:rsidR="00A43E5A" w:rsidRPr="001C0CC4" w:rsidRDefault="00A43E5A" w:rsidP="00A43E5A">
      <w:pPr>
        <w:spacing w:after="0"/>
      </w:pPr>
      <w:r w:rsidRPr="001C0CC4">
        <w:br w:type="page"/>
      </w:r>
    </w:p>
    <w:p w14:paraId="7201F460" w14:textId="77777777" w:rsidR="00A43E5A" w:rsidRPr="001C0CC4" w:rsidRDefault="00A43E5A" w:rsidP="004A5871">
      <w:pPr>
        <w:pStyle w:val="Heading3"/>
        <w:pageBreakBefore/>
        <w:rPr>
          <w:snapToGrid w:val="0"/>
        </w:rPr>
      </w:pPr>
      <w:bookmarkStart w:id="181" w:name="_Toc21344525"/>
      <w:bookmarkStart w:id="182" w:name="_Toc29802013"/>
      <w:bookmarkStart w:id="183" w:name="_Toc29802437"/>
      <w:bookmarkStart w:id="184" w:name="_Toc29803062"/>
      <w:bookmarkStart w:id="185" w:name="_Toc36107804"/>
      <w:bookmarkStart w:id="186" w:name="_Toc37251578"/>
      <w:bookmarkStart w:id="187" w:name="_Toc45888517"/>
      <w:bookmarkStart w:id="188" w:name="_Toc45889116"/>
      <w:bookmarkStart w:id="189" w:name="_Toc59650489"/>
      <w:bookmarkStart w:id="190" w:name="_Toc61357761"/>
      <w:bookmarkStart w:id="191" w:name="_Toc61359535"/>
      <w:bookmarkStart w:id="192" w:name="_Toc67916475"/>
      <w:bookmarkStart w:id="193" w:name="_Toc75534021"/>
      <w:bookmarkStart w:id="194" w:name="_Toc75819907"/>
      <w:bookmarkStart w:id="195" w:name="_Toc76508751"/>
      <w:bookmarkStart w:id="196" w:name="_Toc76717701"/>
      <w:bookmarkStart w:id="197" w:name="_Toc83294342"/>
      <w:bookmarkStart w:id="198" w:name="_Toc84335381"/>
      <w:r w:rsidRPr="001C0CC4">
        <w:rPr>
          <w:snapToGrid w:val="0"/>
        </w:rPr>
        <w:lastRenderedPageBreak/>
        <w:t>A.2.2.6</w:t>
      </w:r>
      <w:r w:rsidRPr="001C0CC4">
        <w:rPr>
          <w:snapToGrid w:val="0"/>
        </w:rPr>
        <w:tab/>
        <w:t>CP-OFDM QPSK</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0090042" w14:textId="30E8392B" w:rsidR="00A43E5A" w:rsidRPr="001C0CC4" w:rsidRDefault="00A43E5A" w:rsidP="00A43E5A">
      <w:pPr>
        <w:pStyle w:val="TH"/>
      </w:pPr>
      <w:r w:rsidRPr="001C0CC4">
        <w:t>Table A.2.2.6-1: Reference Channels for CP-OFDM QPSK</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B12C6" w:rsidRPr="00835F44" w14:paraId="1D87C0F3"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24750D40" w14:textId="77777777" w:rsidR="008B12C6" w:rsidRPr="00835F44" w:rsidRDefault="008B12C6"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398A2106" w14:textId="77777777" w:rsidR="008B12C6" w:rsidRPr="001F4A8E" w:rsidRDefault="008B12C6"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0321B5AE" w14:textId="77777777" w:rsidR="008B12C6" w:rsidRPr="00835F44" w:rsidRDefault="008B12C6" w:rsidP="000F533E">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3F43872A" w14:textId="77777777" w:rsidR="008B12C6" w:rsidRPr="00835F44" w:rsidRDefault="008B12C6"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1CA51D85" w14:textId="77777777" w:rsidR="008B12C6" w:rsidRPr="00835F44" w:rsidRDefault="008B12C6"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056A37D5" w14:textId="77777777" w:rsidR="008B12C6" w:rsidRPr="00835F44" w:rsidRDefault="008B12C6"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56ECA8EA" w14:textId="77777777" w:rsidR="008B12C6" w:rsidRPr="00835F44" w:rsidRDefault="008B12C6"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5018FE3C" w14:textId="77777777" w:rsidR="008B12C6" w:rsidRPr="00835F44" w:rsidRDefault="008B12C6"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69DE2CD8" w14:textId="77777777" w:rsidR="008B12C6" w:rsidRPr="00835F44" w:rsidRDefault="008B12C6"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B6B4DA3" w14:textId="77777777" w:rsidR="008B12C6" w:rsidRPr="00835F44" w:rsidRDefault="008B12C6"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2E8E20A9" w14:textId="77777777" w:rsidR="008B12C6" w:rsidRPr="00835F44" w:rsidRDefault="008B12C6" w:rsidP="000F533E">
            <w:pPr>
              <w:pStyle w:val="TAH"/>
            </w:pPr>
            <w:r w:rsidRPr="00835F44">
              <w:t>Total modulated symbols per slot</w:t>
            </w:r>
          </w:p>
        </w:tc>
      </w:tr>
      <w:tr w:rsidR="008B12C6" w:rsidRPr="00835F44" w14:paraId="7427F2F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01DDAD" w14:textId="77777777" w:rsidR="008B12C6" w:rsidRPr="00835F44" w:rsidRDefault="008B12C6"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6EA226E9" w14:textId="77777777" w:rsidR="008B12C6" w:rsidRPr="00835F44" w:rsidRDefault="008B12C6"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5DBBBC97" w14:textId="77777777" w:rsidR="008B12C6" w:rsidRPr="00835F44" w:rsidRDefault="008B12C6"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63EE81E" w14:textId="77777777" w:rsidR="008B12C6" w:rsidRPr="00835F44" w:rsidRDefault="008B12C6"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365B72A8" w14:textId="77777777" w:rsidR="008B12C6" w:rsidRPr="00835F44" w:rsidRDefault="008B12C6"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6D4A73DD" w14:textId="77777777" w:rsidR="008B12C6" w:rsidRPr="00835F44" w:rsidRDefault="008B12C6"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5C4BE782" w14:textId="77777777" w:rsidR="008B12C6" w:rsidRPr="00835F44" w:rsidRDefault="008B12C6"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66FD5ABD" w14:textId="77777777" w:rsidR="008B12C6" w:rsidRPr="00835F44" w:rsidRDefault="008B12C6"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08EEFCF" w14:textId="77777777" w:rsidR="008B12C6" w:rsidRPr="00835F44" w:rsidRDefault="008B12C6"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2692A84D" w14:textId="77777777" w:rsidR="008B12C6" w:rsidRPr="00835F44" w:rsidRDefault="008B12C6"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634F4C1D" w14:textId="77777777" w:rsidR="008B12C6" w:rsidRPr="00835F44" w:rsidRDefault="008B12C6" w:rsidP="000F533E">
            <w:pPr>
              <w:pStyle w:val="TAH"/>
            </w:pPr>
            <w:r w:rsidRPr="00835F44">
              <w:t> </w:t>
            </w:r>
          </w:p>
        </w:tc>
      </w:tr>
      <w:tr w:rsidR="008B12C6" w:rsidRPr="00835F44" w14:paraId="38753EC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B9FCB7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C4C510A" w14:textId="77777777" w:rsidR="008B12C6" w:rsidRPr="00835F44" w:rsidRDefault="008B12C6" w:rsidP="000F533E">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16CDE62B"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403CB12"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0926E5E"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CA0FDAB" w14:textId="77777777" w:rsidR="008B12C6" w:rsidRPr="00835F44" w:rsidRDefault="008B12C6" w:rsidP="000F533E">
            <w:pPr>
              <w:pStyle w:val="TAC"/>
            </w:pPr>
            <w:r>
              <w:rPr>
                <w:rFonts w:cs="Arial"/>
                <w:color w:val="000000"/>
                <w:szCs w:val="18"/>
              </w:rPr>
              <w:t>48</w:t>
            </w:r>
          </w:p>
        </w:tc>
        <w:tc>
          <w:tcPr>
            <w:tcW w:w="1057" w:type="dxa"/>
            <w:tcBorders>
              <w:top w:val="nil"/>
              <w:left w:val="nil"/>
              <w:bottom w:val="single" w:sz="4" w:space="0" w:color="auto"/>
              <w:right w:val="single" w:sz="4" w:space="0" w:color="auto"/>
            </w:tcBorders>
            <w:shd w:val="clear" w:color="auto" w:fill="auto"/>
            <w:noWrap/>
            <w:vAlign w:val="center"/>
            <w:hideMark/>
          </w:tcPr>
          <w:p w14:paraId="673043B7"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1A29EF8"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6B9619E"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E2B5D9" w14:textId="77777777" w:rsidR="008B12C6" w:rsidRPr="00835F44" w:rsidRDefault="008B12C6" w:rsidP="000F533E">
            <w:pPr>
              <w:pStyle w:val="TAC"/>
            </w:pPr>
            <w:r>
              <w:rPr>
                <w:rFonts w:cs="Arial"/>
                <w:color w:val="000000"/>
                <w:szCs w:val="18"/>
              </w:rPr>
              <w:t>264</w:t>
            </w:r>
          </w:p>
        </w:tc>
        <w:tc>
          <w:tcPr>
            <w:tcW w:w="1127" w:type="dxa"/>
            <w:tcBorders>
              <w:top w:val="nil"/>
              <w:left w:val="nil"/>
              <w:bottom w:val="single" w:sz="4" w:space="0" w:color="auto"/>
              <w:right w:val="single" w:sz="4" w:space="0" w:color="auto"/>
            </w:tcBorders>
            <w:shd w:val="clear" w:color="auto" w:fill="auto"/>
            <w:noWrap/>
            <w:vAlign w:val="center"/>
            <w:hideMark/>
          </w:tcPr>
          <w:p w14:paraId="746742A9" w14:textId="77777777" w:rsidR="008B12C6" w:rsidRPr="00835F44" w:rsidRDefault="008B12C6" w:rsidP="000F533E">
            <w:pPr>
              <w:pStyle w:val="TAC"/>
            </w:pPr>
            <w:r>
              <w:rPr>
                <w:rFonts w:cs="Arial"/>
                <w:color w:val="000000"/>
                <w:szCs w:val="18"/>
              </w:rPr>
              <w:t>132</w:t>
            </w:r>
          </w:p>
        </w:tc>
      </w:tr>
      <w:tr w:rsidR="008B12C6" w:rsidRPr="00835F44" w14:paraId="6EDAD7F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4F591F0"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BEC6885" w14:textId="77777777" w:rsidR="008B12C6" w:rsidRDefault="008B12C6" w:rsidP="000F533E">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1772A956"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4D6F4C0"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65783F8A"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512A9083" w14:textId="77777777" w:rsidR="008B12C6" w:rsidRDefault="008B12C6" w:rsidP="000F533E">
            <w:pPr>
              <w:pStyle w:val="TAC"/>
              <w:rPr>
                <w:rFonts w:cs="Arial"/>
                <w:color w:val="000000"/>
                <w:szCs w:val="18"/>
              </w:rPr>
            </w:pPr>
            <w:r>
              <w:rPr>
                <w:rFonts w:cs="Arial"/>
                <w:color w:val="000000"/>
                <w:szCs w:val="18"/>
              </w:rPr>
              <w:t>256</w:t>
            </w:r>
          </w:p>
        </w:tc>
        <w:tc>
          <w:tcPr>
            <w:tcW w:w="1057" w:type="dxa"/>
            <w:tcBorders>
              <w:top w:val="nil"/>
              <w:left w:val="nil"/>
              <w:bottom w:val="single" w:sz="4" w:space="0" w:color="auto"/>
              <w:right w:val="single" w:sz="4" w:space="0" w:color="auto"/>
            </w:tcBorders>
            <w:shd w:val="clear" w:color="auto" w:fill="auto"/>
            <w:noWrap/>
            <w:vAlign w:val="center"/>
          </w:tcPr>
          <w:p w14:paraId="68F6C356" w14:textId="77777777" w:rsidR="008B12C6" w:rsidRDefault="008B12C6"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5DB09A99"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5B27D00C" w14:textId="77777777" w:rsidR="008B12C6" w:rsidRDefault="008B12C6"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1654EDA" w14:textId="77777777" w:rsidR="008B12C6" w:rsidRDefault="008B12C6" w:rsidP="000F533E">
            <w:pPr>
              <w:pStyle w:val="TAC"/>
              <w:rPr>
                <w:rFonts w:cs="Arial"/>
                <w:color w:val="000000"/>
                <w:szCs w:val="18"/>
              </w:rPr>
            </w:pPr>
            <w:r>
              <w:rPr>
                <w:rFonts w:cs="Arial"/>
                <w:color w:val="000000"/>
                <w:szCs w:val="18"/>
              </w:rPr>
              <w:t>1320</w:t>
            </w:r>
          </w:p>
        </w:tc>
        <w:tc>
          <w:tcPr>
            <w:tcW w:w="1127" w:type="dxa"/>
            <w:tcBorders>
              <w:top w:val="nil"/>
              <w:left w:val="nil"/>
              <w:bottom w:val="single" w:sz="4" w:space="0" w:color="auto"/>
              <w:right w:val="single" w:sz="4" w:space="0" w:color="auto"/>
            </w:tcBorders>
            <w:shd w:val="clear" w:color="auto" w:fill="auto"/>
            <w:noWrap/>
            <w:vAlign w:val="center"/>
          </w:tcPr>
          <w:p w14:paraId="468EC9A7" w14:textId="77777777" w:rsidR="008B12C6" w:rsidRDefault="008B12C6" w:rsidP="000F533E">
            <w:pPr>
              <w:pStyle w:val="TAC"/>
              <w:rPr>
                <w:rFonts w:cs="Arial"/>
                <w:color w:val="000000"/>
                <w:szCs w:val="18"/>
              </w:rPr>
            </w:pPr>
            <w:r>
              <w:rPr>
                <w:rFonts w:cs="Arial"/>
                <w:color w:val="000000"/>
                <w:szCs w:val="18"/>
              </w:rPr>
              <w:t>660</w:t>
            </w:r>
          </w:p>
        </w:tc>
      </w:tr>
      <w:tr w:rsidR="008B12C6" w:rsidRPr="00835F44" w14:paraId="523933A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9B354E"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958DBCF" w14:textId="77777777" w:rsidR="008B12C6" w:rsidRPr="00835F44" w:rsidRDefault="008B12C6" w:rsidP="000F533E">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70F5724E"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32F1FF0"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1E8E892"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F2EED3A" w14:textId="77777777" w:rsidR="008B12C6" w:rsidRPr="00835F44" w:rsidRDefault="008B12C6" w:rsidP="000F533E">
            <w:pPr>
              <w:pStyle w:val="TAC"/>
            </w:pPr>
            <w:r>
              <w:rPr>
                <w:rFonts w:cs="Arial"/>
                <w:color w:val="000000"/>
                <w:szCs w:val="18"/>
              </w:rPr>
              <w:t>304</w:t>
            </w:r>
          </w:p>
        </w:tc>
        <w:tc>
          <w:tcPr>
            <w:tcW w:w="1057" w:type="dxa"/>
            <w:tcBorders>
              <w:top w:val="nil"/>
              <w:left w:val="nil"/>
              <w:bottom w:val="single" w:sz="4" w:space="0" w:color="auto"/>
              <w:right w:val="single" w:sz="4" w:space="0" w:color="auto"/>
            </w:tcBorders>
            <w:shd w:val="clear" w:color="auto" w:fill="auto"/>
            <w:noWrap/>
            <w:vAlign w:val="center"/>
            <w:hideMark/>
          </w:tcPr>
          <w:p w14:paraId="364F88C9"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43F6222"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EA48766"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8EB0DBF" w14:textId="77777777" w:rsidR="008B12C6" w:rsidRPr="00835F44" w:rsidRDefault="008B12C6" w:rsidP="000F533E">
            <w:pPr>
              <w:pStyle w:val="TAC"/>
            </w:pPr>
            <w:r>
              <w:rPr>
                <w:rFonts w:cs="Arial"/>
                <w:color w:val="000000"/>
                <w:szCs w:val="18"/>
              </w:rPr>
              <w:t>1584</w:t>
            </w:r>
          </w:p>
        </w:tc>
        <w:tc>
          <w:tcPr>
            <w:tcW w:w="1127" w:type="dxa"/>
            <w:tcBorders>
              <w:top w:val="nil"/>
              <w:left w:val="nil"/>
              <w:bottom w:val="single" w:sz="4" w:space="0" w:color="auto"/>
              <w:right w:val="single" w:sz="4" w:space="0" w:color="auto"/>
            </w:tcBorders>
            <w:shd w:val="clear" w:color="auto" w:fill="auto"/>
            <w:noWrap/>
            <w:vAlign w:val="center"/>
            <w:hideMark/>
          </w:tcPr>
          <w:p w14:paraId="6C7B5357" w14:textId="77777777" w:rsidR="008B12C6" w:rsidRPr="00835F44" w:rsidRDefault="008B12C6" w:rsidP="000F533E">
            <w:pPr>
              <w:pStyle w:val="TAC"/>
            </w:pPr>
            <w:r>
              <w:rPr>
                <w:rFonts w:cs="Arial"/>
                <w:color w:val="000000"/>
                <w:szCs w:val="18"/>
              </w:rPr>
              <w:t>792</w:t>
            </w:r>
          </w:p>
        </w:tc>
      </w:tr>
      <w:tr w:rsidR="008B12C6" w:rsidRPr="00835F44" w14:paraId="6CBC315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77F8207"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1AC4A1D" w14:textId="77777777" w:rsidR="008B12C6" w:rsidRPr="00835F44" w:rsidRDefault="008B12C6" w:rsidP="000F533E">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79A4393C"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C34B8FF"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DA9CE66"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6600EFF" w14:textId="77777777" w:rsidR="008B12C6" w:rsidRPr="00835F44" w:rsidRDefault="008B12C6" w:rsidP="000F533E">
            <w:pPr>
              <w:pStyle w:val="TAC"/>
            </w:pPr>
            <w:r>
              <w:rPr>
                <w:rFonts w:cs="Arial"/>
                <w:color w:val="000000"/>
                <w:szCs w:val="18"/>
              </w:rPr>
              <w:t>456</w:t>
            </w:r>
          </w:p>
        </w:tc>
        <w:tc>
          <w:tcPr>
            <w:tcW w:w="1057" w:type="dxa"/>
            <w:tcBorders>
              <w:top w:val="nil"/>
              <w:left w:val="nil"/>
              <w:bottom w:val="single" w:sz="4" w:space="0" w:color="auto"/>
              <w:right w:val="single" w:sz="4" w:space="0" w:color="auto"/>
            </w:tcBorders>
            <w:shd w:val="clear" w:color="auto" w:fill="auto"/>
            <w:noWrap/>
            <w:vAlign w:val="center"/>
            <w:hideMark/>
          </w:tcPr>
          <w:p w14:paraId="5E2C34DC"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0F4CF3C"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ABF1F8B"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129DCCF" w14:textId="77777777" w:rsidR="008B12C6" w:rsidRPr="00835F44" w:rsidRDefault="008B12C6" w:rsidP="000F533E">
            <w:pPr>
              <w:pStyle w:val="TAC"/>
            </w:pPr>
            <w:r>
              <w:rPr>
                <w:rFonts w:cs="Arial"/>
                <w:color w:val="000000"/>
                <w:szCs w:val="18"/>
              </w:rPr>
              <w:t>2376</w:t>
            </w:r>
          </w:p>
        </w:tc>
        <w:tc>
          <w:tcPr>
            <w:tcW w:w="1127" w:type="dxa"/>
            <w:tcBorders>
              <w:top w:val="nil"/>
              <w:left w:val="nil"/>
              <w:bottom w:val="single" w:sz="4" w:space="0" w:color="auto"/>
              <w:right w:val="single" w:sz="4" w:space="0" w:color="auto"/>
            </w:tcBorders>
            <w:shd w:val="clear" w:color="auto" w:fill="auto"/>
            <w:noWrap/>
            <w:vAlign w:val="center"/>
            <w:hideMark/>
          </w:tcPr>
          <w:p w14:paraId="3E08A55A" w14:textId="77777777" w:rsidR="008B12C6" w:rsidRPr="00835F44" w:rsidRDefault="008B12C6" w:rsidP="000F533E">
            <w:pPr>
              <w:pStyle w:val="TAC"/>
            </w:pPr>
            <w:r>
              <w:rPr>
                <w:rFonts w:cs="Arial"/>
                <w:color w:val="000000"/>
                <w:szCs w:val="18"/>
              </w:rPr>
              <w:t>1188</w:t>
            </w:r>
          </w:p>
        </w:tc>
      </w:tr>
      <w:tr w:rsidR="008B12C6" w:rsidRPr="00835F44" w14:paraId="3B4FE78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ABE5630"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2FD3918" w14:textId="77777777" w:rsidR="008B12C6" w:rsidRDefault="008B12C6" w:rsidP="000F533E">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07841667"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15C283C"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77807630"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1642FAF6" w14:textId="77777777" w:rsidR="008B12C6" w:rsidRDefault="008B12C6" w:rsidP="000F533E">
            <w:pPr>
              <w:pStyle w:val="TAC"/>
              <w:rPr>
                <w:rFonts w:cs="Arial"/>
                <w:color w:val="000000"/>
                <w:szCs w:val="18"/>
              </w:rPr>
            </w:pPr>
            <w:r>
              <w:rPr>
                <w:rFonts w:cs="Arial"/>
                <w:color w:val="000000"/>
                <w:szCs w:val="18"/>
              </w:rPr>
              <w:t>504</w:t>
            </w:r>
          </w:p>
        </w:tc>
        <w:tc>
          <w:tcPr>
            <w:tcW w:w="1057" w:type="dxa"/>
            <w:tcBorders>
              <w:top w:val="nil"/>
              <w:left w:val="nil"/>
              <w:bottom w:val="single" w:sz="4" w:space="0" w:color="auto"/>
              <w:right w:val="single" w:sz="4" w:space="0" w:color="auto"/>
            </w:tcBorders>
            <w:shd w:val="clear" w:color="auto" w:fill="auto"/>
            <w:noWrap/>
            <w:vAlign w:val="center"/>
          </w:tcPr>
          <w:p w14:paraId="22A27C05" w14:textId="77777777" w:rsidR="008B12C6" w:rsidRDefault="008B12C6"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4E7C9EB0"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1DE09BBC" w14:textId="77777777" w:rsidR="008B12C6" w:rsidRDefault="008B12C6"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4CC32DF3" w14:textId="77777777" w:rsidR="008B12C6" w:rsidRDefault="008B12C6" w:rsidP="000F533E">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76C69505" w14:textId="77777777" w:rsidR="008B12C6" w:rsidRDefault="008B12C6" w:rsidP="000F533E">
            <w:pPr>
              <w:pStyle w:val="TAC"/>
              <w:rPr>
                <w:rFonts w:cs="Arial"/>
                <w:color w:val="000000"/>
                <w:szCs w:val="18"/>
              </w:rPr>
            </w:pPr>
            <w:r>
              <w:rPr>
                <w:rFonts w:cs="Arial"/>
                <w:color w:val="000000"/>
                <w:szCs w:val="18"/>
              </w:rPr>
              <w:t>1320</w:t>
            </w:r>
          </w:p>
        </w:tc>
      </w:tr>
      <w:tr w:rsidR="008B12C6" w:rsidRPr="00835F44" w14:paraId="09800A1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726364"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65BA707" w14:textId="77777777" w:rsidR="008B12C6" w:rsidRPr="00835F44" w:rsidRDefault="008B12C6" w:rsidP="000F533E">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15239E1F"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275D84B"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DF75E3B"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5E6E4FD" w14:textId="77777777" w:rsidR="008B12C6" w:rsidRPr="00835F44" w:rsidRDefault="008B12C6" w:rsidP="000F533E">
            <w:pPr>
              <w:pStyle w:val="TAC"/>
            </w:pPr>
            <w:r>
              <w:rPr>
                <w:rFonts w:cs="Arial"/>
                <w:color w:val="000000"/>
                <w:szCs w:val="18"/>
              </w:rPr>
              <w:t>552</w:t>
            </w:r>
          </w:p>
        </w:tc>
        <w:tc>
          <w:tcPr>
            <w:tcW w:w="1057" w:type="dxa"/>
            <w:tcBorders>
              <w:top w:val="nil"/>
              <w:left w:val="nil"/>
              <w:bottom w:val="single" w:sz="4" w:space="0" w:color="auto"/>
              <w:right w:val="single" w:sz="4" w:space="0" w:color="auto"/>
            </w:tcBorders>
            <w:shd w:val="clear" w:color="auto" w:fill="auto"/>
            <w:noWrap/>
            <w:vAlign w:val="center"/>
            <w:hideMark/>
          </w:tcPr>
          <w:p w14:paraId="25EB7270"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491F2D3"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E1D7512"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B212D5F" w14:textId="77777777" w:rsidR="008B12C6" w:rsidRPr="00835F44" w:rsidRDefault="008B12C6" w:rsidP="000F533E">
            <w:pPr>
              <w:pStyle w:val="TAC"/>
            </w:pPr>
            <w:r>
              <w:rPr>
                <w:rFonts w:cs="Arial"/>
                <w:color w:val="000000"/>
                <w:szCs w:val="18"/>
              </w:rPr>
              <w:t>2904</w:t>
            </w:r>
          </w:p>
        </w:tc>
        <w:tc>
          <w:tcPr>
            <w:tcW w:w="1127" w:type="dxa"/>
            <w:tcBorders>
              <w:top w:val="nil"/>
              <w:left w:val="nil"/>
              <w:bottom w:val="single" w:sz="4" w:space="0" w:color="auto"/>
              <w:right w:val="single" w:sz="4" w:space="0" w:color="auto"/>
            </w:tcBorders>
            <w:shd w:val="clear" w:color="auto" w:fill="auto"/>
            <w:noWrap/>
            <w:vAlign w:val="center"/>
            <w:hideMark/>
          </w:tcPr>
          <w:p w14:paraId="52D67CD6" w14:textId="77777777" w:rsidR="008B12C6" w:rsidRPr="00835F44" w:rsidRDefault="008B12C6" w:rsidP="000F533E">
            <w:pPr>
              <w:pStyle w:val="TAC"/>
            </w:pPr>
            <w:r>
              <w:rPr>
                <w:rFonts w:cs="Arial"/>
                <w:color w:val="000000"/>
                <w:szCs w:val="18"/>
              </w:rPr>
              <w:t>1452</w:t>
            </w:r>
          </w:p>
        </w:tc>
      </w:tr>
      <w:tr w:rsidR="008B12C6" w:rsidRPr="00835F44" w14:paraId="51E9600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0FE0DC"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C321CDB" w14:textId="77777777" w:rsidR="008B12C6" w:rsidRPr="00835F44" w:rsidRDefault="008B12C6" w:rsidP="000F533E">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3989DB98"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8BA2E7B"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99623D7"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FE9AC06" w14:textId="77777777" w:rsidR="008B12C6" w:rsidRPr="00835F44" w:rsidRDefault="008B12C6" w:rsidP="000F533E">
            <w:pPr>
              <w:pStyle w:val="TAC"/>
            </w:pPr>
            <w:r>
              <w:rPr>
                <w:rFonts w:cs="Arial"/>
                <w:color w:val="000000"/>
                <w:szCs w:val="18"/>
              </w:rPr>
              <w:t>608</w:t>
            </w:r>
          </w:p>
        </w:tc>
        <w:tc>
          <w:tcPr>
            <w:tcW w:w="1057" w:type="dxa"/>
            <w:tcBorders>
              <w:top w:val="nil"/>
              <w:left w:val="nil"/>
              <w:bottom w:val="single" w:sz="4" w:space="0" w:color="auto"/>
              <w:right w:val="single" w:sz="4" w:space="0" w:color="auto"/>
            </w:tcBorders>
            <w:shd w:val="clear" w:color="auto" w:fill="auto"/>
            <w:noWrap/>
            <w:vAlign w:val="center"/>
            <w:hideMark/>
          </w:tcPr>
          <w:p w14:paraId="32792F82"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E205315"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9204A0F"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6C5FDFD" w14:textId="77777777" w:rsidR="008B12C6" w:rsidRPr="00835F44" w:rsidRDefault="008B12C6" w:rsidP="000F533E">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44AD92E6" w14:textId="77777777" w:rsidR="008B12C6" w:rsidRPr="00835F44" w:rsidRDefault="008B12C6" w:rsidP="000F533E">
            <w:pPr>
              <w:pStyle w:val="TAC"/>
            </w:pPr>
            <w:r>
              <w:rPr>
                <w:rFonts w:cs="Arial"/>
                <w:color w:val="000000"/>
                <w:szCs w:val="18"/>
              </w:rPr>
              <w:t>1584</w:t>
            </w:r>
          </w:p>
        </w:tc>
      </w:tr>
      <w:tr w:rsidR="008B12C6" w:rsidRPr="00835F44" w14:paraId="3E48EC3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1163B59"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CEF8565" w14:textId="77777777" w:rsidR="008B12C6" w:rsidRPr="00835F44" w:rsidRDefault="008B12C6" w:rsidP="000F533E">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1BDD5926"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5B1C380"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FA5BDEB"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473D7F4" w14:textId="77777777" w:rsidR="008B12C6" w:rsidRPr="00835F44" w:rsidRDefault="008B12C6" w:rsidP="000F533E">
            <w:pPr>
              <w:pStyle w:val="TAC"/>
            </w:pPr>
            <w:r>
              <w:rPr>
                <w:rFonts w:cs="Arial"/>
                <w:color w:val="000000"/>
                <w:szCs w:val="18"/>
              </w:rPr>
              <w:t>672</w:t>
            </w:r>
          </w:p>
        </w:tc>
        <w:tc>
          <w:tcPr>
            <w:tcW w:w="1057" w:type="dxa"/>
            <w:tcBorders>
              <w:top w:val="nil"/>
              <w:left w:val="nil"/>
              <w:bottom w:val="single" w:sz="4" w:space="0" w:color="auto"/>
              <w:right w:val="single" w:sz="4" w:space="0" w:color="auto"/>
            </w:tcBorders>
            <w:shd w:val="clear" w:color="auto" w:fill="auto"/>
            <w:noWrap/>
            <w:vAlign w:val="center"/>
            <w:hideMark/>
          </w:tcPr>
          <w:p w14:paraId="1B30A7F3"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4A7D5F1"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5C74F07"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A2F762A" w14:textId="77777777" w:rsidR="008B12C6" w:rsidRPr="00835F44" w:rsidRDefault="008B12C6" w:rsidP="000F533E">
            <w:pPr>
              <w:pStyle w:val="TAC"/>
            </w:pPr>
            <w:r>
              <w:rPr>
                <w:rFonts w:cs="Arial"/>
                <w:color w:val="000000"/>
                <w:szCs w:val="18"/>
              </w:rPr>
              <w:t>3432</w:t>
            </w:r>
          </w:p>
        </w:tc>
        <w:tc>
          <w:tcPr>
            <w:tcW w:w="1127" w:type="dxa"/>
            <w:tcBorders>
              <w:top w:val="nil"/>
              <w:left w:val="nil"/>
              <w:bottom w:val="single" w:sz="4" w:space="0" w:color="auto"/>
              <w:right w:val="single" w:sz="4" w:space="0" w:color="auto"/>
            </w:tcBorders>
            <w:shd w:val="clear" w:color="auto" w:fill="auto"/>
            <w:noWrap/>
            <w:vAlign w:val="center"/>
            <w:hideMark/>
          </w:tcPr>
          <w:p w14:paraId="39D5130F" w14:textId="77777777" w:rsidR="008B12C6" w:rsidRPr="00835F44" w:rsidRDefault="008B12C6" w:rsidP="000F533E">
            <w:pPr>
              <w:pStyle w:val="TAC"/>
            </w:pPr>
            <w:r>
              <w:rPr>
                <w:rFonts w:cs="Arial"/>
                <w:color w:val="000000"/>
                <w:szCs w:val="18"/>
              </w:rPr>
              <w:t>1716</w:t>
            </w:r>
          </w:p>
        </w:tc>
      </w:tr>
      <w:tr w:rsidR="008B12C6" w:rsidRPr="00835F44" w14:paraId="5DAFDA4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E9A8B38"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9DB8E47" w14:textId="77777777" w:rsidR="008B12C6" w:rsidRDefault="008B12C6" w:rsidP="000F533E">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56EE16B4"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6E9DA3A"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54658696"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55E90614" w14:textId="77777777" w:rsidR="008B12C6" w:rsidRDefault="008B12C6" w:rsidP="000F533E">
            <w:pPr>
              <w:pStyle w:val="TAC"/>
              <w:rPr>
                <w:rFonts w:cs="Arial"/>
                <w:color w:val="000000"/>
                <w:szCs w:val="18"/>
              </w:rPr>
            </w:pPr>
            <w:r>
              <w:rPr>
                <w:rFonts w:cs="Arial"/>
                <w:color w:val="000000"/>
                <w:szCs w:val="18"/>
              </w:rPr>
              <w:t>768</w:t>
            </w:r>
          </w:p>
        </w:tc>
        <w:tc>
          <w:tcPr>
            <w:tcW w:w="1057" w:type="dxa"/>
            <w:tcBorders>
              <w:top w:val="nil"/>
              <w:left w:val="nil"/>
              <w:bottom w:val="single" w:sz="4" w:space="0" w:color="auto"/>
              <w:right w:val="single" w:sz="4" w:space="0" w:color="auto"/>
            </w:tcBorders>
            <w:shd w:val="clear" w:color="auto" w:fill="auto"/>
            <w:noWrap/>
            <w:vAlign w:val="center"/>
          </w:tcPr>
          <w:p w14:paraId="679B0215" w14:textId="77777777" w:rsidR="008B12C6" w:rsidRDefault="008B12C6"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40ABD125"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1A835967" w14:textId="77777777" w:rsidR="008B12C6" w:rsidRDefault="008B12C6"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3C09798B" w14:textId="77777777" w:rsidR="008B12C6" w:rsidRDefault="008B12C6" w:rsidP="000F533E">
            <w:pPr>
              <w:pStyle w:val="TAC"/>
              <w:rPr>
                <w:rFonts w:cs="Arial"/>
                <w:color w:val="000000"/>
                <w:szCs w:val="18"/>
              </w:rPr>
            </w:pPr>
            <w:r>
              <w:rPr>
                <w:rFonts w:cs="Arial"/>
                <w:color w:val="000000"/>
                <w:szCs w:val="18"/>
              </w:rPr>
              <w:t>3960</w:t>
            </w:r>
          </w:p>
        </w:tc>
        <w:tc>
          <w:tcPr>
            <w:tcW w:w="1127" w:type="dxa"/>
            <w:tcBorders>
              <w:top w:val="nil"/>
              <w:left w:val="nil"/>
              <w:bottom w:val="single" w:sz="4" w:space="0" w:color="auto"/>
              <w:right w:val="single" w:sz="4" w:space="0" w:color="auto"/>
            </w:tcBorders>
            <w:shd w:val="clear" w:color="auto" w:fill="auto"/>
            <w:noWrap/>
            <w:vAlign w:val="center"/>
          </w:tcPr>
          <w:p w14:paraId="52889B04" w14:textId="77777777" w:rsidR="008B12C6" w:rsidRDefault="008B12C6" w:rsidP="000F533E">
            <w:pPr>
              <w:pStyle w:val="TAC"/>
              <w:rPr>
                <w:rFonts w:cs="Arial"/>
                <w:color w:val="000000"/>
                <w:szCs w:val="18"/>
              </w:rPr>
            </w:pPr>
            <w:r>
              <w:rPr>
                <w:rFonts w:cs="Arial"/>
                <w:color w:val="000000"/>
                <w:szCs w:val="18"/>
              </w:rPr>
              <w:t>1980</w:t>
            </w:r>
          </w:p>
        </w:tc>
      </w:tr>
      <w:tr w:rsidR="008B12C6" w:rsidRPr="00835F44" w14:paraId="64584B9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555F89"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C3ED5C5" w14:textId="77777777" w:rsidR="008B12C6" w:rsidRPr="00835F44" w:rsidRDefault="008B12C6" w:rsidP="000F533E">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419BDFF3"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3EB5103"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58F8A80"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EC122FF" w14:textId="77777777" w:rsidR="008B12C6" w:rsidRPr="00835F44" w:rsidRDefault="008B12C6" w:rsidP="000F533E">
            <w:pPr>
              <w:pStyle w:val="TAC"/>
            </w:pPr>
            <w:r>
              <w:rPr>
                <w:rFonts w:cs="Arial"/>
                <w:color w:val="000000"/>
                <w:szCs w:val="18"/>
              </w:rPr>
              <w:t>808</w:t>
            </w:r>
          </w:p>
        </w:tc>
        <w:tc>
          <w:tcPr>
            <w:tcW w:w="1057" w:type="dxa"/>
            <w:tcBorders>
              <w:top w:val="nil"/>
              <w:left w:val="nil"/>
              <w:bottom w:val="single" w:sz="4" w:space="0" w:color="auto"/>
              <w:right w:val="single" w:sz="4" w:space="0" w:color="auto"/>
            </w:tcBorders>
            <w:shd w:val="clear" w:color="auto" w:fill="auto"/>
            <w:noWrap/>
            <w:vAlign w:val="center"/>
            <w:hideMark/>
          </w:tcPr>
          <w:p w14:paraId="426869F4"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AB57CE6"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F85536D"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8DE6E91" w14:textId="77777777" w:rsidR="008B12C6" w:rsidRPr="00835F44" w:rsidRDefault="008B12C6" w:rsidP="000F533E">
            <w:pPr>
              <w:pStyle w:val="TAC"/>
            </w:pPr>
            <w:r>
              <w:rPr>
                <w:rFonts w:cs="Arial"/>
                <w:color w:val="000000"/>
                <w:szCs w:val="18"/>
              </w:rPr>
              <w:t>4224</w:t>
            </w:r>
          </w:p>
        </w:tc>
        <w:tc>
          <w:tcPr>
            <w:tcW w:w="1127" w:type="dxa"/>
            <w:tcBorders>
              <w:top w:val="nil"/>
              <w:left w:val="nil"/>
              <w:bottom w:val="single" w:sz="4" w:space="0" w:color="auto"/>
              <w:right w:val="single" w:sz="4" w:space="0" w:color="auto"/>
            </w:tcBorders>
            <w:shd w:val="clear" w:color="auto" w:fill="auto"/>
            <w:noWrap/>
            <w:vAlign w:val="center"/>
            <w:hideMark/>
          </w:tcPr>
          <w:p w14:paraId="28446EB8" w14:textId="77777777" w:rsidR="008B12C6" w:rsidRPr="00835F44" w:rsidRDefault="008B12C6" w:rsidP="000F533E">
            <w:pPr>
              <w:pStyle w:val="TAC"/>
            </w:pPr>
            <w:r>
              <w:rPr>
                <w:rFonts w:cs="Arial"/>
                <w:color w:val="000000"/>
                <w:szCs w:val="18"/>
              </w:rPr>
              <w:t>2112</w:t>
            </w:r>
          </w:p>
        </w:tc>
      </w:tr>
      <w:tr w:rsidR="008B12C6" w:rsidRPr="00835F44" w14:paraId="0E5ED37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A594D14"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EEED4F4" w14:textId="77777777" w:rsidR="008B12C6" w:rsidRPr="00835F44" w:rsidRDefault="008B12C6" w:rsidP="000F533E">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6B6C6290"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0E2AEB"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29155E9"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C998BA2" w14:textId="77777777" w:rsidR="008B12C6" w:rsidRPr="00835F44" w:rsidRDefault="008B12C6" w:rsidP="000F533E">
            <w:pPr>
              <w:pStyle w:val="TAC"/>
            </w:pPr>
            <w:r>
              <w:rPr>
                <w:rFonts w:cs="Arial"/>
                <w:color w:val="000000"/>
                <w:szCs w:val="18"/>
              </w:rPr>
              <w:t>928</w:t>
            </w:r>
          </w:p>
        </w:tc>
        <w:tc>
          <w:tcPr>
            <w:tcW w:w="1057" w:type="dxa"/>
            <w:tcBorders>
              <w:top w:val="nil"/>
              <w:left w:val="nil"/>
              <w:bottom w:val="single" w:sz="4" w:space="0" w:color="auto"/>
              <w:right w:val="single" w:sz="4" w:space="0" w:color="auto"/>
            </w:tcBorders>
            <w:shd w:val="clear" w:color="auto" w:fill="auto"/>
            <w:noWrap/>
            <w:vAlign w:val="center"/>
            <w:hideMark/>
          </w:tcPr>
          <w:p w14:paraId="598EA456"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0435307"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1D520F0"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85D7885" w14:textId="77777777" w:rsidR="008B12C6" w:rsidRPr="00835F44" w:rsidRDefault="008B12C6" w:rsidP="000F533E">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24E55E49" w14:textId="77777777" w:rsidR="008B12C6" w:rsidRPr="00835F44" w:rsidRDefault="008B12C6" w:rsidP="000F533E">
            <w:pPr>
              <w:pStyle w:val="TAC"/>
            </w:pPr>
            <w:r>
              <w:rPr>
                <w:rFonts w:cs="Arial"/>
                <w:color w:val="000000"/>
                <w:szCs w:val="18"/>
              </w:rPr>
              <w:t>2376</w:t>
            </w:r>
          </w:p>
        </w:tc>
      </w:tr>
      <w:tr w:rsidR="008B12C6" w:rsidRPr="00835F44" w14:paraId="22C696C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6E23D03"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04B8751" w14:textId="77777777" w:rsidR="008B12C6" w:rsidRPr="00835F44" w:rsidRDefault="008B12C6" w:rsidP="000F533E">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3C92DF21"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986D15F"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41B284A"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0E5859C" w14:textId="77777777" w:rsidR="008B12C6" w:rsidRPr="00835F44" w:rsidRDefault="008B12C6" w:rsidP="000F533E">
            <w:pPr>
              <w:pStyle w:val="TAC"/>
            </w:pPr>
            <w:r>
              <w:rPr>
                <w:rFonts w:cs="Arial"/>
                <w:color w:val="000000"/>
                <w:szCs w:val="18"/>
              </w:rPr>
              <w:t>984</w:t>
            </w:r>
          </w:p>
        </w:tc>
        <w:tc>
          <w:tcPr>
            <w:tcW w:w="1057" w:type="dxa"/>
            <w:tcBorders>
              <w:top w:val="nil"/>
              <w:left w:val="nil"/>
              <w:bottom w:val="single" w:sz="4" w:space="0" w:color="auto"/>
              <w:right w:val="single" w:sz="4" w:space="0" w:color="auto"/>
            </w:tcBorders>
            <w:shd w:val="clear" w:color="auto" w:fill="auto"/>
            <w:noWrap/>
            <w:vAlign w:val="center"/>
            <w:hideMark/>
          </w:tcPr>
          <w:p w14:paraId="10438CB7"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0A79F032"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3006BFC"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23B5067" w14:textId="77777777" w:rsidR="008B12C6" w:rsidRPr="00835F44" w:rsidRDefault="008B12C6" w:rsidP="000F533E">
            <w:pPr>
              <w:pStyle w:val="TAC"/>
            </w:pPr>
            <w:r>
              <w:rPr>
                <w:rFonts w:cs="Arial"/>
                <w:color w:val="000000"/>
                <w:szCs w:val="18"/>
              </w:rPr>
              <w:t>5016</w:t>
            </w:r>
          </w:p>
        </w:tc>
        <w:tc>
          <w:tcPr>
            <w:tcW w:w="1127" w:type="dxa"/>
            <w:tcBorders>
              <w:top w:val="nil"/>
              <w:left w:val="nil"/>
              <w:bottom w:val="single" w:sz="4" w:space="0" w:color="auto"/>
              <w:right w:val="single" w:sz="4" w:space="0" w:color="auto"/>
            </w:tcBorders>
            <w:shd w:val="clear" w:color="auto" w:fill="auto"/>
            <w:noWrap/>
            <w:vAlign w:val="center"/>
            <w:hideMark/>
          </w:tcPr>
          <w:p w14:paraId="78885F8D" w14:textId="77777777" w:rsidR="008B12C6" w:rsidRPr="00835F44" w:rsidRDefault="008B12C6" w:rsidP="000F533E">
            <w:pPr>
              <w:pStyle w:val="TAC"/>
            </w:pPr>
            <w:r>
              <w:rPr>
                <w:rFonts w:cs="Arial"/>
                <w:color w:val="000000"/>
                <w:szCs w:val="18"/>
              </w:rPr>
              <w:t>2508</w:t>
            </w:r>
          </w:p>
        </w:tc>
      </w:tr>
      <w:tr w:rsidR="008B12C6" w:rsidRPr="00835F44" w14:paraId="61C5C17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79392E2"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376B73A" w14:textId="77777777" w:rsidR="008B12C6" w:rsidRPr="00835F44" w:rsidRDefault="008B12C6" w:rsidP="000F533E">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6C5FFEB7"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9BB99BB"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D058076"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71E0D6E" w14:textId="77777777" w:rsidR="008B12C6" w:rsidRPr="00835F44" w:rsidRDefault="008B12C6" w:rsidP="000F533E">
            <w:pPr>
              <w:pStyle w:val="TAC"/>
            </w:pPr>
            <w:r>
              <w:rPr>
                <w:rFonts w:cs="Arial"/>
                <w:color w:val="000000"/>
                <w:szCs w:val="18"/>
              </w:rPr>
              <w:t>1192</w:t>
            </w:r>
          </w:p>
        </w:tc>
        <w:tc>
          <w:tcPr>
            <w:tcW w:w="1057" w:type="dxa"/>
            <w:tcBorders>
              <w:top w:val="nil"/>
              <w:left w:val="nil"/>
              <w:bottom w:val="single" w:sz="4" w:space="0" w:color="auto"/>
              <w:right w:val="single" w:sz="4" w:space="0" w:color="auto"/>
            </w:tcBorders>
            <w:shd w:val="clear" w:color="auto" w:fill="auto"/>
            <w:noWrap/>
            <w:vAlign w:val="center"/>
            <w:hideMark/>
          </w:tcPr>
          <w:p w14:paraId="26F5F16E"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43BD2D7"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46145FB1"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6A7DE1F" w14:textId="77777777" w:rsidR="008B12C6" w:rsidRPr="00835F44" w:rsidRDefault="008B12C6" w:rsidP="000F533E">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4101166A" w14:textId="77777777" w:rsidR="008B12C6" w:rsidRPr="00835F44" w:rsidRDefault="008B12C6" w:rsidP="000F533E">
            <w:pPr>
              <w:pStyle w:val="TAC"/>
            </w:pPr>
            <w:r>
              <w:rPr>
                <w:rFonts w:cs="Arial"/>
                <w:color w:val="000000"/>
                <w:szCs w:val="18"/>
              </w:rPr>
              <w:t>3168</w:t>
            </w:r>
          </w:p>
        </w:tc>
      </w:tr>
      <w:tr w:rsidR="008B12C6" w:rsidRPr="00835F44" w14:paraId="16F2050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A9BCDB7"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62FDD5E" w14:textId="77777777" w:rsidR="008B12C6" w:rsidRPr="00835F44" w:rsidRDefault="008B12C6" w:rsidP="000F533E">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354C2A9A"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60B2C6A"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5B3A983"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87AD99C" w14:textId="77777777" w:rsidR="008B12C6" w:rsidRPr="00835F44" w:rsidRDefault="008B12C6" w:rsidP="000F533E">
            <w:pPr>
              <w:pStyle w:val="TAC"/>
            </w:pPr>
            <w:r>
              <w:rPr>
                <w:rFonts w:cs="Arial"/>
                <w:color w:val="000000"/>
                <w:szCs w:val="18"/>
              </w:rPr>
              <w:t>1256</w:t>
            </w:r>
          </w:p>
        </w:tc>
        <w:tc>
          <w:tcPr>
            <w:tcW w:w="1057" w:type="dxa"/>
            <w:tcBorders>
              <w:top w:val="nil"/>
              <w:left w:val="nil"/>
              <w:bottom w:val="single" w:sz="4" w:space="0" w:color="auto"/>
              <w:right w:val="single" w:sz="4" w:space="0" w:color="auto"/>
            </w:tcBorders>
            <w:shd w:val="clear" w:color="auto" w:fill="auto"/>
            <w:noWrap/>
            <w:vAlign w:val="center"/>
            <w:hideMark/>
          </w:tcPr>
          <w:p w14:paraId="2BFB1967"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B0A5530"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6730B4C"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6853BEC" w14:textId="77777777" w:rsidR="008B12C6" w:rsidRPr="00835F44" w:rsidRDefault="008B12C6" w:rsidP="000F533E">
            <w:pPr>
              <w:pStyle w:val="TAC"/>
            </w:pPr>
            <w:r>
              <w:rPr>
                <w:rFonts w:cs="Arial"/>
                <w:color w:val="000000"/>
                <w:szCs w:val="18"/>
              </w:rPr>
              <w:t>6600</w:t>
            </w:r>
          </w:p>
        </w:tc>
        <w:tc>
          <w:tcPr>
            <w:tcW w:w="1127" w:type="dxa"/>
            <w:tcBorders>
              <w:top w:val="nil"/>
              <w:left w:val="nil"/>
              <w:bottom w:val="single" w:sz="4" w:space="0" w:color="auto"/>
              <w:right w:val="single" w:sz="4" w:space="0" w:color="auto"/>
            </w:tcBorders>
            <w:shd w:val="clear" w:color="auto" w:fill="auto"/>
            <w:noWrap/>
            <w:vAlign w:val="center"/>
            <w:hideMark/>
          </w:tcPr>
          <w:p w14:paraId="7058BA5A" w14:textId="77777777" w:rsidR="008B12C6" w:rsidRPr="00835F44" w:rsidRDefault="008B12C6" w:rsidP="000F533E">
            <w:pPr>
              <w:pStyle w:val="TAC"/>
            </w:pPr>
            <w:r>
              <w:rPr>
                <w:rFonts w:cs="Arial"/>
                <w:color w:val="000000"/>
                <w:szCs w:val="18"/>
              </w:rPr>
              <w:t>3300</w:t>
            </w:r>
          </w:p>
        </w:tc>
      </w:tr>
      <w:tr w:rsidR="008B12C6" w:rsidRPr="00835F44" w14:paraId="4F7BF76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B6F05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E3053C3" w14:textId="77777777" w:rsidR="008B12C6" w:rsidRPr="00835F44" w:rsidRDefault="008B12C6" w:rsidP="000F533E">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2F0A4538"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0E45F8"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69EFFA8"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CC28B39" w14:textId="77777777" w:rsidR="008B12C6" w:rsidRPr="00835F44" w:rsidRDefault="008B12C6" w:rsidP="000F533E">
            <w:pPr>
              <w:pStyle w:val="TAC"/>
            </w:pPr>
            <w:r>
              <w:rPr>
                <w:rFonts w:cs="Arial"/>
                <w:color w:val="000000"/>
                <w:szCs w:val="18"/>
              </w:rPr>
              <w:t>1288</w:t>
            </w:r>
          </w:p>
        </w:tc>
        <w:tc>
          <w:tcPr>
            <w:tcW w:w="1057" w:type="dxa"/>
            <w:tcBorders>
              <w:top w:val="nil"/>
              <w:left w:val="nil"/>
              <w:bottom w:val="single" w:sz="4" w:space="0" w:color="auto"/>
              <w:right w:val="single" w:sz="4" w:space="0" w:color="auto"/>
            </w:tcBorders>
            <w:shd w:val="clear" w:color="auto" w:fill="auto"/>
            <w:noWrap/>
            <w:vAlign w:val="center"/>
            <w:hideMark/>
          </w:tcPr>
          <w:p w14:paraId="7E63F693"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BF762C2"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C9481F8"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84AEA9A" w14:textId="77777777" w:rsidR="008B12C6" w:rsidRPr="00835F44" w:rsidRDefault="008B12C6" w:rsidP="000F533E">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5D16D1D0" w14:textId="77777777" w:rsidR="008B12C6" w:rsidRPr="00835F44" w:rsidRDefault="008B12C6" w:rsidP="000F533E">
            <w:pPr>
              <w:pStyle w:val="TAC"/>
            </w:pPr>
            <w:r>
              <w:rPr>
                <w:rFonts w:cs="Arial"/>
                <w:color w:val="000000"/>
                <w:szCs w:val="18"/>
              </w:rPr>
              <w:t>3432</w:t>
            </w:r>
          </w:p>
        </w:tc>
      </w:tr>
      <w:tr w:rsidR="008B12C6" w:rsidRPr="00835F44" w14:paraId="19A31C1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1CFC26C"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A62A16B" w14:textId="77777777" w:rsidR="008B12C6" w:rsidRPr="00835F44" w:rsidRDefault="008B12C6" w:rsidP="000F533E">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34D76D33"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7850396"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4E764F6"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C19188B" w14:textId="77777777" w:rsidR="008B12C6" w:rsidRPr="00835F44" w:rsidRDefault="008B12C6" w:rsidP="000F533E">
            <w:pPr>
              <w:pStyle w:val="TAC"/>
            </w:pPr>
            <w:r>
              <w:rPr>
                <w:rFonts w:cs="Arial"/>
                <w:color w:val="000000"/>
                <w:szCs w:val="18"/>
              </w:rPr>
              <w:t>1544</w:t>
            </w:r>
          </w:p>
        </w:tc>
        <w:tc>
          <w:tcPr>
            <w:tcW w:w="1057" w:type="dxa"/>
            <w:tcBorders>
              <w:top w:val="nil"/>
              <w:left w:val="nil"/>
              <w:bottom w:val="single" w:sz="4" w:space="0" w:color="auto"/>
              <w:right w:val="single" w:sz="4" w:space="0" w:color="auto"/>
            </w:tcBorders>
            <w:shd w:val="clear" w:color="auto" w:fill="auto"/>
            <w:noWrap/>
            <w:vAlign w:val="center"/>
            <w:hideMark/>
          </w:tcPr>
          <w:p w14:paraId="79CF6AE7"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5451B07"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72A9FCD"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9416784" w14:textId="77777777" w:rsidR="008B12C6" w:rsidRPr="00835F44" w:rsidRDefault="008B12C6" w:rsidP="000F533E">
            <w:pPr>
              <w:pStyle w:val="TAC"/>
            </w:pPr>
            <w:r>
              <w:rPr>
                <w:rFonts w:cs="Arial"/>
                <w:color w:val="000000"/>
                <w:szCs w:val="18"/>
              </w:rPr>
              <w:t>8184</w:t>
            </w:r>
          </w:p>
        </w:tc>
        <w:tc>
          <w:tcPr>
            <w:tcW w:w="1127" w:type="dxa"/>
            <w:tcBorders>
              <w:top w:val="nil"/>
              <w:left w:val="nil"/>
              <w:bottom w:val="single" w:sz="4" w:space="0" w:color="auto"/>
              <w:right w:val="single" w:sz="4" w:space="0" w:color="auto"/>
            </w:tcBorders>
            <w:shd w:val="clear" w:color="auto" w:fill="auto"/>
            <w:noWrap/>
            <w:vAlign w:val="center"/>
            <w:hideMark/>
          </w:tcPr>
          <w:p w14:paraId="0D2D3050" w14:textId="77777777" w:rsidR="008B12C6" w:rsidRPr="00835F44" w:rsidRDefault="008B12C6" w:rsidP="000F533E">
            <w:pPr>
              <w:pStyle w:val="TAC"/>
            </w:pPr>
            <w:r>
              <w:rPr>
                <w:rFonts w:cs="Arial"/>
                <w:color w:val="000000"/>
                <w:szCs w:val="18"/>
              </w:rPr>
              <w:t>4092</w:t>
            </w:r>
          </w:p>
        </w:tc>
      </w:tr>
      <w:tr w:rsidR="008B12C6" w:rsidRPr="00835F44" w14:paraId="06AD8EE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17A877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4AA93AC" w14:textId="77777777" w:rsidR="008B12C6" w:rsidRPr="00835F44" w:rsidRDefault="008B12C6" w:rsidP="000F533E">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4EF03255"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FC7C2AA"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5D83E127"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27617680" w14:textId="77777777" w:rsidR="008B12C6" w:rsidRPr="00835F44" w:rsidRDefault="008B12C6" w:rsidP="000F533E">
            <w:pPr>
              <w:pStyle w:val="TAC"/>
            </w:pPr>
            <w:r>
              <w:rPr>
                <w:rFonts w:cs="Arial"/>
                <w:color w:val="000000"/>
                <w:szCs w:val="18"/>
              </w:rPr>
              <w:t>1672</w:t>
            </w:r>
          </w:p>
        </w:tc>
        <w:tc>
          <w:tcPr>
            <w:tcW w:w="1057" w:type="dxa"/>
            <w:tcBorders>
              <w:top w:val="nil"/>
              <w:left w:val="nil"/>
              <w:bottom w:val="single" w:sz="4" w:space="0" w:color="auto"/>
              <w:right w:val="single" w:sz="4" w:space="0" w:color="auto"/>
            </w:tcBorders>
            <w:shd w:val="clear" w:color="auto" w:fill="auto"/>
            <w:noWrap/>
            <w:vAlign w:val="center"/>
            <w:hideMark/>
          </w:tcPr>
          <w:p w14:paraId="610BE477"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0488C83"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A434AEB"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29DDE3B" w14:textId="77777777" w:rsidR="008B12C6" w:rsidRPr="00835F44" w:rsidRDefault="008B12C6" w:rsidP="000F533E">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1D635481" w14:textId="77777777" w:rsidR="008B12C6" w:rsidRPr="00835F44" w:rsidRDefault="008B12C6" w:rsidP="000F533E">
            <w:pPr>
              <w:pStyle w:val="TAC"/>
            </w:pPr>
            <w:r>
              <w:rPr>
                <w:rFonts w:cs="Arial"/>
                <w:color w:val="000000"/>
                <w:szCs w:val="18"/>
              </w:rPr>
              <w:t>4356</w:t>
            </w:r>
          </w:p>
        </w:tc>
      </w:tr>
      <w:tr w:rsidR="008B12C6" w:rsidRPr="00835F44" w14:paraId="5E1DC39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4F72E1"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1F70877" w14:textId="77777777" w:rsidR="008B12C6" w:rsidRPr="00835F44" w:rsidRDefault="008B12C6" w:rsidP="000F533E">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3D0C9832"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7377D46"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6CDA85F"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AC0F1FE" w14:textId="77777777" w:rsidR="008B12C6" w:rsidRPr="00835F44" w:rsidRDefault="008B12C6" w:rsidP="000F533E">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071080EF"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F2EF445"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75DAB51"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F8241BB" w14:textId="77777777" w:rsidR="008B12C6" w:rsidRPr="00835F44" w:rsidRDefault="008B12C6" w:rsidP="000F533E">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13206DB7" w14:textId="77777777" w:rsidR="008B12C6" w:rsidRPr="00835F44" w:rsidRDefault="008B12C6" w:rsidP="000F533E">
            <w:pPr>
              <w:pStyle w:val="TAC"/>
            </w:pPr>
            <w:r>
              <w:rPr>
                <w:rFonts w:cs="Arial"/>
                <w:color w:val="000000"/>
                <w:szCs w:val="18"/>
              </w:rPr>
              <w:t>5016</w:t>
            </w:r>
          </w:p>
        </w:tc>
      </w:tr>
      <w:tr w:rsidR="008B12C6" w:rsidRPr="00835F44" w14:paraId="5088F1B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6E58E5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F9162B7" w14:textId="77777777" w:rsidR="008B12C6" w:rsidRPr="00835F44" w:rsidRDefault="008B12C6" w:rsidP="000F533E">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2784BD2E"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A5A581E"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6F33889"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BCCBE1B" w14:textId="77777777" w:rsidR="008B12C6" w:rsidRPr="00835F44" w:rsidRDefault="008B12C6" w:rsidP="000F533E">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18A5DF96"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E7F45CD"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3A587D0"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0581532" w14:textId="77777777" w:rsidR="008B12C6" w:rsidRPr="00835F44" w:rsidRDefault="008B12C6" w:rsidP="000F533E">
            <w:pPr>
              <w:pStyle w:val="TAC"/>
            </w:pPr>
            <w:r>
              <w:rPr>
                <w:rFonts w:cs="Arial"/>
                <w:color w:val="000000"/>
                <w:szCs w:val="18"/>
              </w:rPr>
              <w:t>10296</w:t>
            </w:r>
          </w:p>
        </w:tc>
        <w:tc>
          <w:tcPr>
            <w:tcW w:w="1127" w:type="dxa"/>
            <w:tcBorders>
              <w:top w:val="nil"/>
              <w:left w:val="nil"/>
              <w:bottom w:val="single" w:sz="4" w:space="0" w:color="auto"/>
              <w:right w:val="single" w:sz="4" w:space="0" w:color="auto"/>
            </w:tcBorders>
            <w:shd w:val="clear" w:color="auto" w:fill="auto"/>
            <w:noWrap/>
            <w:vAlign w:val="center"/>
            <w:hideMark/>
          </w:tcPr>
          <w:p w14:paraId="2E3208D0" w14:textId="77777777" w:rsidR="008B12C6" w:rsidRPr="00835F44" w:rsidRDefault="008B12C6" w:rsidP="000F533E">
            <w:pPr>
              <w:pStyle w:val="TAC"/>
            </w:pPr>
            <w:r>
              <w:rPr>
                <w:rFonts w:cs="Arial"/>
                <w:color w:val="000000"/>
                <w:szCs w:val="18"/>
              </w:rPr>
              <w:t>5148</w:t>
            </w:r>
          </w:p>
        </w:tc>
      </w:tr>
      <w:tr w:rsidR="008B12C6" w:rsidRPr="00835F44" w14:paraId="261A0DC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AF1297"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68FB67" w14:textId="77777777" w:rsidR="008B12C6" w:rsidRPr="00835F44" w:rsidRDefault="008B12C6" w:rsidP="000F533E">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21818260"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0735C32"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4A489EF"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74C7044" w14:textId="77777777" w:rsidR="008B12C6" w:rsidRPr="00835F44" w:rsidRDefault="008B12C6" w:rsidP="000F533E">
            <w:pPr>
              <w:pStyle w:val="TAC"/>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hideMark/>
          </w:tcPr>
          <w:p w14:paraId="6A7BA8DB"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509D6B1"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57E04D1"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E8B8876" w14:textId="77777777" w:rsidR="008B12C6" w:rsidRPr="00835F44" w:rsidRDefault="008B12C6" w:rsidP="000F533E">
            <w:pPr>
              <w:pStyle w:val="TAC"/>
            </w:pPr>
            <w:r>
              <w:rPr>
                <w:rFonts w:cs="Arial"/>
                <w:color w:val="000000"/>
                <w:szCs w:val="18"/>
              </w:rPr>
              <w:t>10560</w:t>
            </w:r>
          </w:p>
        </w:tc>
        <w:tc>
          <w:tcPr>
            <w:tcW w:w="1127" w:type="dxa"/>
            <w:tcBorders>
              <w:top w:val="nil"/>
              <w:left w:val="nil"/>
              <w:bottom w:val="single" w:sz="4" w:space="0" w:color="auto"/>
              <w:right w:val="single" w:sz="4" w:space="0" w:color="auto"/>
            </w:tcBorders>
            <w:shd w:val="clear" w:color="auto" w:fill="auto"/>
            <w:noWrap/>
            <w:vAlign w:val="center"/>
            <w:hideMark/>
          </w:tcPr>
          <w:p w14:paraId="59FEFC18" w14:textId="77777777" w:rsidR="008B12C6" w:rsidRPr="00835F44" w:rsidRDefault="008B12C6" w:rsidP="000F533E">
            <w:pPr>
              <w:pStyle w:val="TAC"/>
            </w:pPr>
            <w:r>
              <w:rPr>
                <w:rFonts w:cs="Arial"/>
                <w:color w:val="000000"/>
                <w:szCs w:val="18"/>
              </w:rPr>
              <w:t>5280</w:t>
            </w:r>
          </w:p>
        </w:tc>
      </w:tr>
      <w:tr w:rsidR="008B12C6" w:rsidRPr="00835F44" w14:paraId="5EA4D03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08F0B5E" w14:textId="77777777" w:rsidR="008B12C6" w:rsidRPr="00835F44" w:rsidRDefault="008B12C6"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AB3F5F5" w14:textId="77777777" w:rsidR="008B12C6" w:rsidRDefault="008B12C6" w:rsidP="000F533E">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04EF858F"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3E37259"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tcPr>
          <w:p w14:paraId="77A6B165"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tcPr>
          <w:p w14:paraId="50F073A4" w14:textId="77777777" w:rsidR="008B12C6" w:rsidRDefault="008B12C6" w:rsidP="000F533E">
            <w:pPr>
              <w:pStyle w:val="TAC"/>
              <w:rPr>
                <w:rFonts w:cs="Arial"/>
                <w:color w:val="000000"/>
                <w:szCs w:val="18"/>
              </w:rPr>
            </w:pPr>
            <w:r>
              <w:rPr>
                <w:rFonts w:cs="Arial"/>
                <w:color w:val="000000"/>
                <w:szCs w:val="18"/>
              </w:rPr>
              <w:t>2408</w:t>
            </w:r>
          </w:p>
        </w:tc>
        <w:tc>
          <w:tcPr>
            <w:tcW w:w="1057" w:type="dxa"/>
            <w:tcBorders>
              <w:top w:val="nil"/>
              <w:left w:val="nil"/>
              <w:bottom w:val="single" w:sz="4" w:space="0" w:color="auto"/>
              <w:right w:val="single" w:sz="4" w:space="0" w:color="auto"/>
            </w:tcBorders>
            <w:shd w:val="clear" w:color="auto" w:fill="auto"/>
            <w:noWrap/>
            <w:vAlign w:val="center"/>
          </w:tcPr>
          <w:p w14:paraId="33912F79" w14:textId="77777777" w:rsidR="008B12C6" w:rsidRDefault="008B12C6"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63D70714"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4B37671A" w14:textId="77777777" w:rsidR="008B12C6" w:rsidRDefault="008B12C6"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77B2C4F" w14:textId="77777777" w:rsidR="008B12C6" w:rsidRDefault="008B12C6" w:rsidP="000F533E">
            <w:pPr>
              <w:pStyle w:val="TAC"/>
              <w:rPr>
                <w:rFonts w:cs="Arial"/>
                <w:color w:val="000000"/>
                <w:szCs w:val="18"/>
              </w:rPr>
            </w:pPr>
            <w:r>
              <w:rPr>
                <w:rFonts w:cs="Arial"/>
                <w:color w:val="000000"/>
                <w:szCs w:val="18"/>
              </w:rPr>
              <w:t>12408</w:t>
            </w:r>
          </w:p>
        </w:tc>
        <w:tc>
          <w:tcPr>
            <w:tcW w:w="1127" w:type="dxa"/>
            <w:tcBorders>
              <w:top w:val="nil"/>
              <w:left w:val="nil"/>
              <w:bottom w:val="single" w:sz="4" w:space="0" w:color="auto"/>
              <w:right w:val="single" w:sz="4" w:space="0" w:color="auto"/>
            </w:tcBorders>
            <w:shd w:val="clear" w:color="auto" w:fill="auto"/>
            <w:noWrap/>
            <w:vAlign w:val="center"/>
          </w:tcPr>
          <w:p w14:paraId="3B5FA0B3" w14:textId="77777777" w:rsidR="008B12C6" w:rsidRDefault="008B12C6" w:rsidP="000F533E">
            <w:pPr>
              <w:pStyle w:val="TAC"/>
              <w:rPr>
                <w:rFonts w:cs="Arial"/>
                <w:color w:val="000000"/>
                <w:szCs w:val="18"/>
              </w:rPr>
            </w:pPr>
            <w:r>
              <w:rPr>
                <w:rFonts w:cs="Arial"/>
                <w:color w:val="000000"/>
                <w:szCs w:val="18"/>
              </w:rPr>
              <w:t>6204</w:t>
            </w:r>
          </w:p>
        </w:tc>
      </w:tr>
      <w:tr w:rsidR="008B12C6" w:rsidRPr="00835F44" w14:paraId="6EB101D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D58C7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27BEA42" w14:textId="77777777" w:rsidR="008B12C6" w:rsidRPr="00835F44" w:rsidRDefault="008B12C6" w:rsidP="000F533E">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46D6C536"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587D49"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5CB3D1A"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0F3D148" w14:textId="77777777" w:rsidR="008B12C6" w:rsidRPr="00835F44" w:rsidRDefault="008B12C6" w:rsidP="000F533E">
            <w:pPr>
              <w:pStyle w:val="TAC"/>
            </w:pPr>
            <w:r>
              <w:rPr>
                <w:rFonts w:cs="Arial"/>
                <w:color w:val="000000"/>
                <w:szCs w:val="18"/>
              </w:rPr>
              <w:t>2536</w:t>
            </w:r>
          </w:p>
        </w:tc>
        <w:tc>
          <w:tcPr>
            <w:tcW w:w="1057" w:type="dxa"/>
            <w:tcBorders>
              <w:top w:val="nil"/>
              <w:left w:val="nil"/>
              <w:bottom w:val="single" w:sz="4" w:space="0" w:color="auto"/>
              <w:right w:val="single" w:sz="4" w:space="0" w:color="auto"/>
            </w:tcBorders>
            <w:shd w:val="clear" w:color="auto" w:fill="auto"/>
            <w:noWrap/>
            <w:vAlign w:val="center"/>
            <w:hideMark/>
          </w:tcPr>
          <w:p w14:paraId="34B091E5"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4D9D6C1"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4109EC6"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CA80B16" w14:textId="77777777" w:rsidR="008B12C6" w:rsidRPr="00835F44" w:rsidRDefault="008B12C6" w:rsidP="000F533E">
            <w:pPr>
              <w:pStyle w:val="TAC"/>
            </w:pPr>
            <w:r>
              <w:rPr>
                <w:rFonts w:cs="Arial"/>
                <w:color w:val="000000"/>
                <w:szCs w:val="18"/>
              </w:rPr>
              <w:t>13464</w:t>
            </w:r>
          </w:p>
        </w:tc>
        <w:tc>
          <w:tcPr>
            <w:tcW w:w="1127" w:type="dxa"/>
            <w:tcBorders>
              <w:top w:val="nil"/>
              <w:left w:val="nil"/>
              <w:bottom w:val="single" w:sz="4" w:space="0" w:color="auto"/>
              <w:right w:val="single" w:sz="4" w:space="0" w:color="auto"/>
            </w:tcBorders>
            <w:shd w:val="clear" w:color="auto" w:fill="auto"/>
            <w:noWrap/>
            <w:vAlign w:val="center"/>
            <w:hideMark/>
          </w:tcPr>
          <w:p w14:paraId="05BE402F" w14:textId="77777777" w:rsidR="008B12C6" w:rsidRPr="00835F44" w:rsidRDefault="008B12C6" w:rsidP="000F533E">
            <w:pPr>
              <w:pStyle w:val="TAC"/>
            </w:pPr>
            <w:r>
              <w:rPr>
                <w:rFonts w:cs="Arial"/>
                <w:color w:val="000000"/>
                <w:szCs w:val="18"/>
              </w:rPr>
              <w:t>6732</w:t>
            </w:r>
          </w:p>
        </w:tc>
      </w:tr>
      <w:tr w:rsidR="008B12C6" w:rsidRPr="00835F44" w14:paraId="221A846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7A0B335"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B07B5EC" w14:textId="77777777" w:rsidR="008B12C6" w:rsidRPr="00835F44" w:rsidRDefault="008B12C6" w:rsidP="000F533E">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41DAE504"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590B2D5"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B2949D5"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1A02298D" w14:textId="77777777" w:rsidR="008B12C6" w:rsidRPr="00835F44" w:rsidRDefault="008B12C6" w:rsidP="000F533E">
            <w:pPr>
              <w:pStyle w:val="TAC"/>
            </w:pPr>
            <w:r>
              <w:rPr>
                <w:rFonts w:cs="Arial"/>
                <w:color w:val="000000"/>
                <w:szCs w:val="18"/>
              </w:rPr>
              <w:t>2600</w:t>
            </w:r>
          </w:p>
        </w:tc>
        <w:tc>
          <w:tcPr>
            <w:tcW w:w="1057" w:type="dxa"/>
            <w:tcBorders>
              <w:top w:val="nil"/>
              <w:left w:val="nil"/>
              <w:bottom w:val="single" w:sz="4" w:space="0" w:color="auto"/>
              <w:right w:val="single" w:sz="4" w:space="0" w:color="auto"/>
            </w:tcBorders>
            <w:shd w:val="clear" w:color="auto" w:fill="auto"/>
            <w:noWrap/>
            <w:vAlign w:val="center"/>
            <w:hideMark/>
          </w:tcPr>
          <w:p w14:paraId="6000D066"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A47D284"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063D649"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120A189" w14:textId="77777777" w:rsidR="008B12C6" w:rsidRPr="00835F44" w:rsidRDefault="008B12C6" w:rsidP="000F533E">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7BE1D7A3" w14:textId="77777777" w:rsidR="008B12C6" w:rsidRPr="00835F44" w:rsidRDefault="008B12C6" w:rsidP="000F533E">
            <w:pPr>
              <w:pStyle w:val="TAC"/>
            </w:pPr>
            <w:r>
              <w:rPr>
                <w:rFonts w:cs="Arial"/>
                <w:color w:val="000000"/>
                <w:szCs w:val="18"/>
              </w:rPr>
              <w:t>6864</w:t>
            </w:r>
          </w:p>
        </w:tc>
      </w:tr>
      <w:tr w:rsidR="008B12C6" w:rsidRPr="00835F44" w14:paraId="74F00D1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550999"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F5E31A9" w14:textId="77777777" w:rsidR="008B12C6" w:rsidRPr="00835F44" w:rsidRDefault="008B12C6" w:rsidP="000F533E">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6BA3FCA1"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1F9D55"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0E38EA3"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4E3C501" w14:textId="77777777" w:rsidR="008B12C6" w:rsidRPr="00835F44" w:rsidRDefault="008B12C6" w:rsidP="000F533E">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31097D46"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417ABF6"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B2CEBCA"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755E5BAD" w14:textId="77777777" w:rsidR="008B12C6" w:rsidRPr="00835F44" w:rsidRDefault="008B12C6" w:rsidP="000F533E">
            <w:pPr>
              <w:pStyle w:val="TAC"/>
            </w:pPr>
            <w:r>
              <w:rPr>
                <w:rFonts w:cs="Arial"/>
                <w:color w:val="000000"/>
                <w:szCs w:val="18"/>
              </w:rPr>
              <w:t>13992</w:t>
            </w:r>
          </w:p>
        </w:tc>
        <w:tc>
          <w:tcPr>
            <w:tcW w:w="1127" w:type="dxa"/>
            <w:tcBorders>
              <w:top w:val="nil"/>
              <w:left w:val="nil"/>
              <w:bottom w:val="single" w:sz="4" w:space="0" w:color="auto"/>
              <w:right w:val="single" w:sz="4" w:space="0" w:color="auto"/>
            </w:tcBorders>
            <w:shd w:val="clear" w:color="auto" w:fill="auto"/>
            <w:noWrap/>
            <w:vAlign w:val="center"/>
            <w:hideMark/>
          </w:tcPr>
          <w:p w14:paraId="3FEFFE00" w14:textId="77777777" w:rsidR="008B12C6" w:rsidRPr="00835F44" w:rsidRDefault="008B12C6" w:rsidP="000F533E">
            <w:pPr>
              <w:pStyle w:val="TAC"/>
            </w:pPr>
            <w:r>
              <w:rPr>
                <w:rFonts w:cs="Arial"/>
                <w:color w:val="000000"/>
                <w:szCs w:val="18"/>
              </w:rPr>
              <w:t>6996</w:t>
            </w:r>
          </w:p>
        </w:tc>
      </w:tr>
      <w:tr w:rsidR="008B12C6" w:rsidRPr="00835F44" w14:paraId="78A9847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833AD1C"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184DF05" w14:textId="77777777" w:rsidR="008B12C6" w:rsidRPr="00835F44" w:rsidRDefault="008B12C6" w:rsidP="000F533E">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516C801B"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A7B7BFA"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7E4FFC6F"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5D942DA0" w14:textId="77777777" w:rsidR="008B12C6" w:rsidRPr="00835F44" w:rsidRDefault="008B12C6" w:rsidP="000F533E">
            <w:pPr>
              <w:pStyle w:val="TAC"/>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hideMark/>
          </w:tcPr>
          <w:p w14:paraId="18A74458"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3F5A90D"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26343B1"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528D3B1" w14:textId="77777777" w:rsidR="008B12C6" w:rsidRPr="00835F44" w:rsidRDefault="008B12C6" w:rsidP="000F533E">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5A4DE07A" w14:textId="77777777" w:rsidR="008B12C6" w:rsidRPr="00835F44" w:rsidRDefault="008B12C6" w:rsidP="000F533E">
            <w:pPr>
              <w:pStyle w:val="TAC"/>
            </w:pPr>
            <w:r>
              <w:rPr>
                <w:rFonts w:cs="Arial"/>
                <w:color w:val="000000"/>
                <w:szCs w:val="18"/>
              </w:rPr>
              <w:t>7128</w:t>
            </w:r>
          </w:p>
        </w:tc>
      </w:tr>
      <w:tr w:rsidR="008B12C6" w:rsidRPr="00835F44" w14:paraId="4F58CB6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A4C4C8F"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C21D6BF" w14:textId="77777777" w:rsidR="008B12C6" w:rsidRPr="00835F44" w:rsidRDefault="008B12C6" w:rsidP="000F533E">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3938648F"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3768F80"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366BFB44"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67932A68" w14:textId="77777777" w:rsidR="008B12C6" w:rsidRPr="00835F44" w:rsidRDefault="008B12C6" w:rsidP="000F533E">
            <w:pPr>
              <w:pStyle w:val="TAC"/>
            </w:pPr>
            <w:r>
              <w:rPr>
                <w:rFonts w:cs="Arial"/>
                <w:color w:val="000000"/>
                <w:szCs w:val="18"/>
              </w:rPr>
              <w:t>3104</w:t>
            </w:r>
          </w:p>
        </w:tc>
        <w:tc>
          <w:tcPr>
            <w:tcW w:w="1057" w:type="dxa"/>
            <w:tcBorders>
              <w:top w:val="nil"/>
              <w:left w:val="nil"/>
              <w:bottom w:val="single" w:sz="4" w:space="0" w:color="auto"/>
              <w:right w:val="single" w:sz="4" w:space="0" w:color="auto"/>
            </w:tcBorders>
            <w:shd w:val="clear" w:color="auto" w:fill="auto"/>
            <w:noWrap/>
            <w:vAlign w:val="center"/>
            <w:hideMark/>
          </w:tcPr>
          <w:p w14:paraId="13CEB54B"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7C0DCC18"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385BAA5B"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FA345CB" w14:textId="77777777" w:rsidR="008B12C6" w:rsidRPr="00835F44" w:rsidRDefault="008B12C6" w:rsidP="000F533E">
            <w:pPr>
              <w:pStyle w:val="TAC"/>
            </w:pPr>
            <w:r>
              <w:rPr>
                <w:rFonts w:cs="Arial"/>
                <w:color w:val="000000"/>
                <w:szCs w:val="18"/>
              </w:rPr>
              <w:t>16104</w:t>
            </w:r>
          </w:p>
        </w:tc>
        <w:tc>
          <w:tcPr>
            <w:tcW w:w="1127" w:type="dxa"/>
            <w:tcBorders>
              <w:top w:val="nil"/>
              <w:left w:val="nil"/>
              <w:bottom w:val="single" w:sz="4" w:space="0" w:color="auto"/>
              <w:right w:val="single" w:sz="4" w:space="0" w:color="auto"/>
            </w:tcBorders>
            <w:shd w:val="clear" w:color="auto" w:fill="auto"/>
            <w:noWrap/>
            <w:vAlign w:val="center"/>
            <w:hideMark/>
          </w:tcPr>
          <w:p w14:paraId="25B94355" w14:textId="77777777" w:rsidR="008B12C6" w:rsidRPr="00835F44" w:rsidRDefault="008B12C6" w:rsidP="000F533E">
            <w:pPr>
              <w:pStyle w:val="TAC"/>
            </w:pPr>
            <w:r>
              <w:rPr>
                <w:rFonts w:cs="Arial"/>
                <w:color w:val="000000"/>
                <w:szCs w:val="18"/>
              </w:rPr>
              <w:t>8052</w:t>
            </w:r>
          </w:p>
        </w:tc>
      </w:tr>
      <w:tr w:rsidR="008B12C6" w:rsidRPr="00835F44" w14:paraId="418A15D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7FF8C0"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476986A" w14:textId="77777777" w:rsidR="008B12C6" w:rsidRPr="00835F44" w:rsidRDefault="008B12C6" w:rsidP="000F533E">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04C22355"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6D21B11"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656534F0"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6ACCC40" w14:textId="77777777" w:rsidR="008B12C6" w:rsidRPr="00835F44" w:rsidRDefault="008B12C6" w:rsidP="000F533E">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5E24B71F"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192147A"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C285B99"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34EB6CD" w14:textId="77777777" w:rsidR="008B12C6" w:rsidRPr="00835F44" w:rsidRDefault="008B12C6" w:rsidP="000F533E">
            <w:pPr>
              <w:pStyle w:val="TAC"/>
            </w:pPr>
            <w:r>
              <w:rPr>
                <w:rFonts w:cs="Arial"/>
                <w:color w:val="000000"/>
                <w:szCs w:val="18"/>
              </w:rPr>
              <w:t>17160</w:t>
            </w:r>
          </w:p>
        </w:tc>
        <w:tc>
          <w:tcPr>
            <w:tcW w:w="1127" w:type="dxa"/>
            <w:tcBorders>
              <w:top w:val="nil"/>
              <w:left w:val="nil"/>
              <w:bottom w:val="single" w:sz="4" w:space="0" w:color="auto"/>
              <w:right w:val="single" w:sz="4" w:space="0" w:color="auto"/>
            </w:tcBorders>
            <w:shd w:val="clear" w:color="auto" w:fill="auto"/>
            <w:noWrap/>
            <w:vAlign w:val="center"/>
            <w:hideMark/>
          </w:tcPr>
          <w:p w14:paraId="0DC7B57C" w14:textId="77777777" w:rsidR="008B12C6" w:rsidRPr="00835F44" w:rsidRDefault="008B12C6" w:rsidP="000F533E">
            <w:pPr>
              <w:pStyle w:val="TAC"/>
            </w:pPr>
            <w:r>
              <w:rPr>
                <w:rFonts w:cs="Arial"/>
                <w:color w:val="000000"/>
                <w:szCs w:val="18"/>
              </w:rPr>
              <w:t>8580</w:t>
            </w:r>
          </w:p>
        </w:tc>
      </w:tr>
      <w:tr w:rsidR="008B12C6" w:rsidRPr="00835F44" w14:paraId="141C67B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9739624"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253CB28" w14:textId="77777777" w:rsidR="008B12C6" w:rsidRPr="00835F44" w:rsidRDefault="008B12C6" w:rsidP="000F533E">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33A57C79"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EA4F79C"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49BC0AB7"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4DF3EFD0" w14:textId="77777777" w:rsidR="008B12C6" w:rsidRPr="00835F44" w:rsidRDefault="008B12C6" w:rsidP="000F533E">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2243D688"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F89DC53"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6D6297B"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102188A" w14:textId="77777777" w:rsidR="008B12C6" w:rsidRPr="00835F44" w:rsidRDefault="008B12C6" w:rsidP="000F533E">
            <w:pPr>
              <w:pStyle w:val="TAC"/>
            </w:pPr>
            <w:r>
              <w:rPr>
                <w:rFonts w:cs="Arial"/>
                <w:color w:val="000000"/>
                <w:szCs w:val="18"/>
              </w:rPr>
              <w:t>17688</w:t>
            </w:r>
          </w:p>
        </w:tc>
        <w:tc>
          <w:tcPr>
            <w:tcW w:w="1127" w:type="dxa"/>
            <w:tcBorders>
              <w:top w:val="nil"/>
              <w:left w:val="nil"/>
              <w:bottom w:val="single" w:sz="4" w:space="0" w:color="auto"/>
              <w:right w:val="single" w:sz="4" w:space="0" w:color="auto"/>
            </w:tcBorders>
            <w:shd w:val="clear" w:color="auto" w:fill="auto"/>
            <w:noWrap/>
            <w:vAlign w:val="center"/>
            <w:hideMark/>
          </w:tcPr>
          <w:p w14:paraId="28746391" w14:textId="77777777" w:rsidR="008B12C6" w:rsidRPr="00835F44" w:rsidRDefault="008B12C6" w:rsidP="000F533E">
            <w:pPr>
              <w:pStyle w:val="TAC"/>
            </w:pPr>
            <w:r>
              <w:rPr>
                <w:rFonts w:cs="Arial"/>
                <w:color w:val="000000"/>
                <w:szCs w:val="18"/>
              </w:rPr>
              <w:t>8844</w:t>
            </w:r>
          </w:p>
        </w:tc>
      </w:tr>
      <w:tr w:rsidR="008B12C6" w:rsidRPr="00835F44" w14:paraId="5D98E30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C31672"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740D3C6" w14:textId="77777777" w:rsidR="008B12C6" w:rsidRPr="00835F44" w:rsidRDefault="008B12C6" w:rsidP="000F533E">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0D095442"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9F22F3C"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B0AE0AC"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0B59F217" w14:textId="77777777" w:rsidR="008B12C6" w:rsidRPr="00835F44" w:rsidRDefault="008B12C6" w:rsidP="000F533E">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14A91A66" w14:textId="77777777" w:rsidR="008B12C6" w:rsidRPr="00835F44" w:rsidRDefault="008B12C6"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36667DD1"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4F58EB3" w14:textId="77777777" w:rsidR="008B12C6" w:rsidRPr="00835F44" w:rsidRDefault="008B12C6"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B701F5A" w14:textId="77777777" w:rsidR="008B12C6" w:rsidRPr="00835F44" w:rsidRDefault="008B12C6" w:rsidP="000F533E">
            <w:pPr>
              <w:pStyle w:val="TAC"/>
            </w:pPr>
            <w:r>
              <w:rPr>
                <w:rFonts w:cs="Arial"/>
                <w:color w:val="000000"/>
                <w:szCs w:val="18"/>
              </w:rPr>
              <w:t>17952</w:t>
            </w:r>
          </w:p>
        </w:tc>
        <w:tc>
          <w:tcPr>
            <w:tcW w:w="1127" w:type="dxa"/>
            <w:tcBorders>
              <w:top w:val="nil"/>
              <w:left w:val="nil"/>
              <w:bottom w:val="single" w:sz="4" w:space="0" w:color="auto"/>
              <w:right w:val="single" w:sz="4" w:space="0" w:color="auto"/>
            </w:tcBorders>
            <w:shd w:val="clear" w:color="auto" w:fill="auto"/>
            <w:noWrap/>
            <w:vAlign w:val="center"/>
            <w:hideMark/>
          </w:tcPr>
          <w:p w14:paraId="076F8DA0" w14:textId="77777777" w:rsidR="008B12C6" w:rsidRPr="00835F44" w:rsidRDefault="008B12C6" w:rsidP="000F533E">
            <w:pPr>
              <w:pStyle w:val="TAC"/>
            </w:pPr>
            <w:r>
              <w:rPr>
                <w:rFonts w:cs="Arial"/>
                <w:color w:val="000000"/>
                <w:szCs w:val="18"/>
              </w:rPr>
              <w:t>8976</w:t>
            </w:r>
          </w:p>
        </w:tc>
      </w:tr>
      <w:tr w:rsidR="008B12C6" w:rsidRPr="00835F44" w14:paraId="53F187F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4979D3" w14:textId="77777777" w:rsidR="008B12C6" w:rsidRPr="00835F44" w:rsidRDefault="008B12C6"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6D3730A" w14:textId="77777777" w:rsidR="008B12C6" w:rsidRPr="00835F44" w:rsidRDefault="008B12C6" w:rsidP="000F533E">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48F102E0" w14:textId="77777777" w:rsidR="008B12C6" w:rsidRPr="00835F44" w:rsidRDefault="008B12C6"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10826B6" w14:textId="77777777" w:rsidR="008B12C6" w:rsidRPr="00835F44" w:rsidRDefault="008B12C6" w:rsidP="000F533E">
            <w:pPr>
              <w:pStyle w:val="TAC"/>
            </w:pPr>
            <w:r>
              <w:rPr>
                <w:rFonts w:cs="Arial"/>
                <w:color w:val="000000"/>
                <w:szCs w:val="18"/>
              </w:rPr>
              <w:t>QPSK</w:t>
            </w:r>
          </w:p>
        </w:tc>
        <w:tc>
          <w:tcPr>
            <w:tcW w:w="890" w:type="dxa"/>
            <w:tcBorders>
              <w:top w:val="nil"/>
              <w:left w:val="nil"/>
              <w:bottom w:val="single" w:sz="4" w:space="0" w:color="auto"/>
              <w:right w:val="single" w:sz="4" w:space="0" w:color="auto"/>
            </w:tcBorders>
            <w:shd w:val="clear" w:color="auto" w:fill="auto"/>
            <w:noWrap/>
            <w:vAlign w:val="center"/>
            <w:hideMark/>
          </w:tcPr>
          <w:p w14:paraId="10C1FE12" w14:textId="77777777" w:rsidR="008B12C6" w:rsidRPr="00835F44" w:rsidRDefault="008B12C6" w:rsidP="000F533E">
            <w:pPr>
              <w:pStyle w:val="TAC"/>
            </w:pPr>
            <w:r>
              <w:rPr>
                <w:rFonts w:cs="Arial"/>
                <w:color w:val="000000"/>
                <w:szCs w:val="18"/>
              </w:rPr>
              <w:t>2</w:t>
            </w:r>
          </w:p>
        </w:tc>
        <w:tc>
          <w:tcPr>
            <w:tcW w:w="926" w:type="dxa"/>
            <w:tcBorders>
              <w:top w:val="nil"/>
              <w:left w:val="nil"/>
              <w:bottom w:val="single" w:sz="4" w:space="0" w:color="auto"/>
              <w:right w:val="single" w:sz="4" w:space="0" w:color="auto"/>
            </w:tcBorders>
            <w:shd w:val="clear" w:color="auto" w:fill="auto"/>
            <w:noWrap/>
            <w:vAlign w:val="center"/>
            <w:hideMark/>
          </w:tcPr>
          <w:p w14:paraId="7D3CA5DE" w14:textId="77777777" w:rsidR="008B12C6" w:rsidRPr="00835F44" w:rsidRDefault="008B12C6" w:rsidP="000F533E">
            <w:pPr>
              <w:pStyle w:val="TAC"/>
            </w:pPr>
            <w:r>
              <w:rPr>
                <w:rFonts w:cs="Arial"/>
                <w:color w:val="000000"/>
                <w:szCs w:val="18"/>
              </w:rPr>
              <w:t>3848</w:t>
            </w:r>
          </w:p>
        </w:tc>
        <w:tc>
          <w:tcPr>
            <w:tcW w:w="1057" w:type="dxa"/>
            <w:tcBorders>
              <w:top w:val="nil"/>
              <w:left w:val="nil"/>
              <w:bottom w:val="single" w:sz="4" w:space="0" w:color="auto"/>
              <w:right w:val="single" w:sz="4" w:space="0" w:color="auto"/>
            </w:tcBorders>
            <w:shd w:val="clear" w:color="auto" w:fill="auto"/>
            <w:noWrap/>
            <w:vAlign w:val="center"/>
            <w:hideMark/>
          </w:tcPr>
          <w:p w14:paraId="1AB431BB" w14:textId="77777777" w:rsidR="008B12C6" w:rsidRPr="00835F44" w:rsidRDefault="008B12C6"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DE4A4FC" w14:textId="77777777" w:rsidR="008B12C6" w:rsidRPr="00835F44" w:rsidRDefault="008B12C6"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79A070E" w14:textId="77777777" w:rsidR="008B12C6" w:rsidRPr="00835F44" w:rsidRDefault="008B12C6"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B0D5DB6" w14:textId="77777777" w:rsidR="008B12C6" w:rsidRPr="00835F44" w:rsidRDefault="008B12C6" w:rsidP="000F533E">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1AD0B662" w14:textId="77777777" w:rsidR="008B12C6" w:rsidRPr="00835F44" w:rsidRDefault="008B12C6" w:rsidP="000F533E">
            <w:pPr>
              <w:pStyle w:val="TAC"/>
            </w:pPr>
            <w:r>
              <w:rPr>
                <w:rFonts w:cs="Arial"/>
                <w:color w:val="000000"/>
                <w:szCs w:val="18"/>
              </w:rPr>
              <w:t>10296</w:t>
            </w:r>
          </w:p>
        </w:tc>
      </w:tr>
      <w:tr w:rsidR="008B12C6" w:rsidRPr="00835F44" w14:paraId="2FFA51B5"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A2209"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DF8B784" w14:textId="77777777" w:rsidR="008B12C6" w:rsidRPr="003E5DC8" w:rsidRDefault="008B12C6" w:rsidP="000F533E">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9A533B9" w14:textId="77777777" w:rsidR="008B12C6" w:rsidRPr="003E5DC8" w:rsidRDefault="008B12C6" w:rsidP="000F533E">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1BE01D8" w14:textId="77777777" w:rsidR="008B12C6" w:rsidRPr="003E5DC8" w:rsidRDefault="008B12C6" w:rsidP="000F533E">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15999CE" w14:textId="77777777" w:rsidR="008B12C6" w:rsidRPr="003E5DC8" w:rsidRDefault="008B12C6" w:rsidP="000F533E">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56E419C" w14:textId="77777777" w:rsidR="008B12C6" w:rsidRPr="003E5DC8" w:rsidRDefault="008B12C6" w:rsidP="000F533E">
            <w:pPr>
              <w:pStyle w:val="TAC"/>
            </w:pPr>
            <w:r>
              <w:rPr>
                <w:rFonts w:cs="Arial"/>
                <w:color w:val="000000"/>
                <w:szCs w:val="18"/>
              </w:rPr>
              <w:t>3912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1D7EC58" w14:textId="77777777" w:rsidR="008B12C6" w:rsidRPr="003E5DC8" w:rsidRDefault="008B12C6" w:rsidP="000F533E">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392AA4F" w14:textId="77777777" w:rsidR="008B12C6" w:rsidRPr="003E5DC8" w:rsidRDefault="008B12C6" w:rsidP="000F533E">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C9C7756" w14:textId="77777777" w:rsidR="008B12C6" w:rsidRPr="003E5DC8" w:rsidRDefault="008B12C6" w:rsidP="000F533E">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99AF888" w14:textId="77777777" w:rsidR="008B12C6" w:rsidRPr="003E5DC8" w:rsidRDefault="008B12C6" w:rsidP="000F533E">
            <w:pPr>
              <w:pStyle w:val="TAC"/>
            </w:pPr>
            <w:r>
              <w:rPr>
                <w:rFonts w:cs="Arial"/>
                <w:color w:val="000000"/>
                <w:szCs w:val="18"/>
              </w:rPr>
              <w:t>20856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93D4E87" w14:textId="77777777" w:rsidR="008B12C6" w:rsidRPr="003E5DC8" w:rsidRDefault="008B12C6" w:rsidP="000F533E">
            <w:pPr>
              <w:pStyle w:val="TAC"/>
            </w:pPr>
            <w:r>
              <w:rPr>
                <w:rFonts w:cs="Arial"/>
                <w:color w:val="000000"/>
                <w:szCs w:val="18"/>
              </w:rPr>
              <w:t>10428</w:t>
            </w:r>
          </w:p>
        </w:tc>
      </w:tr>
      <w:tr w:rsidR="008B12C6" w:rsidRPr="00835F44" w14:paraId="5AFB4E71"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D5D3A"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E8E570E" w14:textId="77777777" w:rsidR="008B12C6" w:rsidRPr="003E5DC8" w:rsidRDefault="008B12C6" w:rsidP="000F533E">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5AE9DE2" w14:textId="77777777" w:rsidR="008B12C6" w:rsidRPr="003E5DC8" w:rsidRDefault="008B12C6" w:rsidP="000F533E">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6EBD339" w14:textId="77777777" w:rsidR="008B12C6" w:rsidRPr="003E5DC8" w:rsidRDefault="008B12C6" w:rsidP="000F533E">
            <w:pPr>
              <w:pStyle w:val="TAC"/>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0130FAB" w14:textId="77777777" w:rsidR="008B12C6" w:rsidRPr="003E5DC8" w:rsidRDefault="008B12C6" w:rsidP="000F533E">
            <w:pPr>
              <w:pStyle w:val="TAC"/>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64CE46B" w14:textId="77777777" w:rsidR="008B12C6" w:rsidRPr="003E5DC8" w:rsidRDefault="008B12C6" w:rsidP="000F533E">
            <w:pPr>
              <w:pStyle w:val="TAC"/>
            </w:pPr>
            <w:r>
              <w:rPr>
                <w:rFonts w:cs="Arial"/>
                <w:color w:val="000000"/>
                <w:szCs w:val="18"/>
              </w:rPr>
              <w:t>3976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EE3B9C9" w14:textId="77777777" w:rsidR="008B12C6" w:rsidRPr="003E5DC8" w:rsidRDefault="008B12C6" w:rsidP="000F533E">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15B107C" w14:textId="77777777" w:rsidR="008B12C6" w:rsidRPr="003E5DC8" w:rsidRDefault="008B12C6" w:rsidP="000F533E">
            <w:pPr>
              <w:pStyle w:val="TAC"/>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D94554A" w14:textId="77777777" w:rsidR="008B12C6" w:rsidRPr="003E5DC8" w:rsidRDefault="008B12C6" w:rsidP="000F533E">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E98D59E" w14:textId="77777777" w:rsidR="008B12C6" w:rsidRPr="003E5DC8" w:rsidRDefault="008B12C6" w:rsidP="000F533E">
            <w:pPr>
              <w:pStyle w:val="TAC"/>
            </w:pPr>
            <w:r>
              <w:rPr>
                <w:rFonts w:cs="Arial"/>
                <w:color w:val="000000"/>
                <w:szCs w:val="18"/>
              </w:rPr>
              <w:t>21120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847F127" w14:textId="77777777" w:rsidR="008B12C6" w:rsidRPr="003E5DC8" w:rsidRDefault="008B12C6" w:rsidP="000F533E">
            <w:pPr>
              <w:pStyle w:val="TAC"/>
            </w:pPr>
            <w:r>
              <w:rPr>
                <w:rFonts w:cs="Arial"/>
                <w:color w:val="000000"/>
                <w:szCs w:val="18"/>
              </w:rPr>
              <w:t>10560</w:t>
            </w:r>
          </w:p>
        </w:tc>
      </w:tr>
      <w:tr w:rsidR="008B12C6" w:rsidRPr="00835F44" w14:paraId="11B15D18"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26C1"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BC4B4ED" w14:textId="77777777" w:rsidR="008B12C6" w:rsidRDefault="008B12C6" w:rsidP="000F533E">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45D907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47CBB36"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027027A"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396BF77" w14:textId="77777777" w:rsidR="008B12C6" w:rsidRDefault="008B12C6" w:rsidP="000F533E">
            <w:pPr>
              <w:pStyle w:val="TAC"/>
              <w:rPr>
                <w:rFonts w:cs="Arial"/>
                <w:color w:val="000000"/>
                <w:szCs w:val="18"/>
              </w:rPr>
            </w:pPr>
            <w:r>
              <w:rPr>
                <w:rFonts w:cs="Arial"/>
                <w:color w:val="000000"/>
                <w:szCs w:val="18"/>
              </w:rPr>
              <w:t>4040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93BF41A"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C1041F1"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6BE92BF"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81054D8" w14:textId="77777777" w:rsidR="008B12C6" w:rsidRDefault="008B12C6" w:rsidP="000F533E">
            <w:pPr>
              <w:pStyle w:val="TAC"/>
              <w:rPr>
                <w:rFonts w:cs="Arial"/>
                <w:color w:val="000000"/>
                <w:szCs w:val="18"/>
              </w:rPr>
            </w:pPr>
            <w:r>
              <w:rPr>
                <w:rFonts w:cs="Arial"/>
                <w:color w:val="000000"/>
                <w:szCs w:val="18"/>
              </w:rPr>
              <w:t>21384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593C9CC" w14:textId="77777777" w:rsidR="008B12C6" w:rsidRDefault="008B12C6" w:rsidP="000F533E">
            <w:pPr>
              <w:pStyle w:val="TAC"/>
              <w:rPr>
                <w:rFonts w:cs="Arial"/>
                <w:color w:val="000000"/>
                <w:szCs w:val="18"/>
              </w:rPr>
            </w:pPr>
            <w:r>
              <w:rPr>
                <w:rFonts w:cs="Arial"/>
                <w:color w:val="000000"/>
                <w:szCs w:val="18"/>
              </w:rPr>
              <w:t>10692</w:t>
            </w:r>
          </w:p>
        </w:tc>
      </w:tr>
      <w:tr w:rsidR="008B12C6" w:rsidRPr="00835F44" w14:paraId="0ACAD1B4"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D2E38"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7F305A5" w14:textId="77777777" w:rsidR="008B12C6" w:rsidRDefault="008B12C6" w:rsidP="000F533E">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12C429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A04594C"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3E2B7C4"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BB0971E" w14:textId="77777777" w:rsidR="008B12C6" w:rsidRDefault="008B12C6" w:rsidP="000F533E">
            <w:pPr>
              <w:pStyle w:val="TAC"/>
              <w:rPr>
                <w:rFonts w:cs="Arial"/>
                <w:color w:val="000000"/>
                <w:szCs w:val="18"/>
              </w:rPr>
            </w:pPr>
            <w:r>
              <w:rPr>
                <w:rFonts w:cs="Arial"/>
                <w:color w:val="000000"/>
                <w:szCs w:val="18"/>
              </w:rPr>
              <w:t>4616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0A24D97"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D875EB7"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D49698C"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462FC3F" w14:textId="77777777" w:rsidR="008B12C6" w:rsidRDefault="008B12C6" w:rsidP="000F533E">
            <w:pPr>
              <w:pStyle w:val="TAC"/>
              <w:rPr>
                <w:rFonts w:cs="Arial"/>
                <w:color w:val="000000"/>
                <w:szCs w:val="18"/>
              </w:rPr>
            </w:pPr>
            <w:r>
              <w:rPr>
                <w:rFonts w:cs="Arial"/>
                <w:color w:val="000000"/>
                <w:szCs w:val="18"/>
              </w:rPr>
              <w:t>24552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473D54E" w14:textId="77777777" w:rsidR="008B12C6" w:rsidRDefault="008B12C6" w:rsidP="000F533E">
            <w:pPr>
              <w:pStyle w:val="TAC"/>
              <w:rPr>
                <w:rFonts w:cs="Arial"/>
                <w:color w:val="000000"/>
                <w:szCs w:val="18"/>
              </w:rPr>
            </w:pPr>
            <w:r>
              <w:rPr>
                <w:rFonts w:cs="Arial"/>
                <w:color w:val="000000"/>
                <w:szCs w:val="18"/>
              </w:rPr>
              <w:t>12276</w:t>
            </w:r>
          </w:p>
        </w:tc>
      </w:tr>
      <w:tr w:rsidR="008B12C6" w:rsidRPr="00835F44" w14:paraId="2039C09F"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B9AFE"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0D5C962" w14:textId="77777777" w:rsidR="008B12C6" w:rsidRDefault="008B12C6" w:rsidP="000F533E">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49B768A"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B1F5FFA"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DB1E8F9"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D439750" w14:textId="77777777" w:rsidR="008B12C6" w:rsidRDefault="008B12C6" w:rsidP="000F533E">
            <w:pPr>
              <w:pStyle w:val="TAC"/>
              <w:rPr>
                <w:rFonts w:cs="Arial"/>
                <w:color w:val="000000"/>
                <w:szCs w:val="18"/>
              </w:rPr>
            </w:pPr>
            <w:r>
              <w:rPr>
                <w:rFonts w:cs="Arial"/>
                <w:color w:val="000000"/>
                <w:szCs w:val="18"/>
              </w:rPr>
              <w:t>4744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5109F79"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9C29C68"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9F70523"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48D1B3C" w14:textId="77777777" w:rsidR="008B12C6" w:rsidRDefault="008B12C6" w:rsidP="000F533E">
            <w:pPr>
              <w:pStyle w:val="TAC"/>
              <w:rPr>
                <w:rFonts w:cs="Arial"/>
                <w:color w:val="000000"/>
                <w:szCs w:val="18"/>
              </w:rPr>
            </w:pPr>
            <w:r>
              <w:rPr>
                <w:rFonts w:cs="Arial"/>
                <w:color w:val="000000"/>
                <w:szCs w:val="18"/>
              </w:rPr>
              <w:t>25080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45A88AB" w14:textId="77777777" w:rsidR="008B12C6" w:rsidRDefault="008B12C6" w:rsidP="000F533E">
            <w:pPr>
              <w:pStyle w:val="TAC"/>
              <w:rPr>
                <w:rFonts w:cs="Arial"/>
                <w:color w:val="000000"/>
                <w:szCs w:val="18"/>
              </w:rPr>
            </w:pPr>
            <w:r>
              <w:rPr>
                <w:rFonts w:cs="Arial"/>
                <w:color w:val="000000"/>
                <w:szCs w:val="18"/>
              </w:rPr>
              <w:t>12540</w:t>
            </w:r>
          </w:p>
        </w:tc>
      </w:tr>
      <w:tr w:rsidR="008B12C6" w:rsidRPr="00835F44" w14:paraId="5159CD11"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F4596"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33D83AE" w14:textId="77777777" w:rsidR="008B12C6" w:rsidRDefault="008B12C6" w:rsidP="000F533E">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9F16B2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DA96354"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6548061"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2CDF49C" w14:textId="77777777" w:rsidR="008B12C6" w:rsidRDefault="008B12C6" w:rsidP="000F533E">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22DE9AD"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66A65FD"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AD79A70"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C4C9A85" w14:textId="77777777" w:rsidR="008B12C6" w:rsidRDefault="008B12C6" w:rsidP="000F533E">
            <w:pPr>
              <w:pStyle w:val="TAC"/>
              <w:rPr>
                <w:rFonts w:cs="Arial"/>
                <w:color w:val="000000"/>
                <w:szCs w:val="18"/>
              </w:rPr>
            </w:pPr>
            <w:r>
              <w:rPr>
                <w:rFonts w:cs="Arial"/>
                <w:color w:val="000000"/>
                <w:szCs w:val="18"/>
              </w:rPr>
              <w:t>27984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1D0C671" w14:textId="77777777" w:rsidR="008B12C6" w:rsidRDefault="008B12C6" w:rsidP="000F533E">
            <w:pPr>
              <w:pStyle w:val="TAC"/>
              <w:rPr>
                <w:rFonts w:cs="Arial"/>
                <w:color w:val="000000"/>
                <w:szCs w:val="18"/>
              </w:rPr>
            </w:pPr>
            <w:r>
              <w:rPr>
                <w:rFonts w:cs="Arial"/>
                <w:color w:val="000000"/>
                <w:szCs w:val="18"/>
              </w:rPr>
              <w:t>13992</w:t>
            </w:r>
          </w:p>
        </w:tc>
      </w:tr>
      <w:tr w:rsidR="008B12C6" w:rsidRPr="00835F44" w14:paraId="5F389C8C"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CF437"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AD1E986" w14:textId="77777777" w:rsidR="008B12C6" w:rsidRDefault="008B12C6" w:rsidP="000F533E">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1F8AA26"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BA43FEE"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7357C47"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9EDA283" w14:textId="77777777" w:rsidR="008B12C6" w:rsidRDefault="008B12C6" w:rsidP="000F533E">
            <w:pPr>
              <w:pStyle w:val="TAC"/>
              <w:rPr>
                <w:rFonts w:cs="Arial"/>
                <w:color w:val="000000"/>
                <w:szCs w:val="18"/>
              </w:rPr>
            </w:pPr>
            <w:r>
              <w:rPr>
                <w:rFonts w:cs="Arial"/>
                <w:color w:val="000000"/>
                <w:szCs w:val="18"/>
              </w:rPr>
              <w:t>5256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C803295"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D218AC5"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AD57F28"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B7C0856" w14:textId="77777777" w:rsidR="008B12C6" w:rsidRDefault="008B12C6" w:rsidP="000F533E">
            <w:pPr>
              <w:pStyle w:val="TAC"/>
              <w:rPr>
                <w:rFonts w:cs="Arial"/>
                <w:color w:val="000000"/>
                <w:szCs w:val="18"/>
              </w:rPr>
            </w:pPr>
            <w:r>
              <w:rPr>
                <w:rFonts w:cs="Arial"/>
                <w:color w:val="000000"/>
                <w:szCs w:val="18"/>
              </w:rPr>
              <w:t>28248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05886D0" w14:textId="77777777" w:rsidR="008B12C6" w:rsidRDefault="008B12C6" w:rsidP="000F533E">
            <w:pPr>
              <w:pStyle w:val="TAC"/>
              <w:rPr>
                <w:rFonts w:cs="Arial"/>
                <w:color w:val="000000"/>
                <w:szCs w:val="18"/>
              </w:rPr>
            </w:pPr>
            <w:r>
              <w:rPr>
                <w:rFonts w:cs="Arial"/>
                <w:color w:val="000000"/>
                <w:szCs w:val="18"/>
              </w:rPr>
              <w:t>14124</w:t>
            </w:r>
          </w:p>
        </w:tc>
      </w:tr>
      <w:tr w:rsidR="008B12C6" w:rsidRPr="00835F44" w14:paraId="34ABD500"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A8F8A"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0C1597A" w14:textId="77777777" w:rsidR="008B12C6" w:rsidRDefault="008B12C6" w:rsidP="000F533E">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4928DF0"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55C0A54"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704FFB2"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5D23EEF" w14:textId="77777777" w:rsidR="008B12C6" w:rsidRDefault="008B12C6" w:rsidP="000F533E">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DC526A0"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F678CC2"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28FD700"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33803BF" w14:textId="77777777" w:rsidR="008B12C6" w:rsidRDefault="008B12C6" w:rsidP="000F533E">
            <w:pPr>
              <w:pStyle w:val="TAC"/>
              <w:rPr>
                <w:rFonts w:cs="Arial"/>
                <w:color w:val="000000"/>
                <w:szCs w:val="18"/>
              </w:rPr>
            </w:pPr>
            <w:r>
              <w:rPr>
                <w:rFonts w:cs="Arial"/>
                <w:color w:val="000000"/>
                <w:szCs w:val="18"/>
              </w:rPr>
              <w:t>28512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6F4B40B" w14:textId="77777777" w:rsidR="008B12C6" w:rsidRDefault="008B12C6" w:rsidP="000F533E">
            <w:pPr>
              <w:pStyle w:val="TAC"/>
              <w:rPr>
                <w:rFonts w:cs="Arial"/>
                <w:color w:val="000000"/>
                <w:szCs w:val="18"/>
              </w:rPr>
            </w:pPr>
            <w:r>
              <w:rPr>
                <w:rFonts w:cs="Arial"/>
                <w:color w:val="000000"/>
                <w:szCs w:val="18"/>
              </w:rPr>
              <w:t>14256</w:t>
            </w:r>
          </w:p>
        </w:tc>
      </w:tr>
      <w:tr w:rsidR="008B12C6" w:rsidRPr="00835F44" w14:paraId="5E5213F6"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73405"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833878B" w14:textId="77777777" w:rsidR="008B12C6" w:rsidRDefault="008B12C6" w:rsidP="000F533E">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BE3D6A1"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EADD780"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E310A77"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A6B3D38" w14:textId="77777777" w:rsidR="008B12C6" w:rsidRDefault="008B12C6" w:rsidP="000F533E">
            <w:pPr>
              <w:pStyle w:val="TAC"/>
              <w:rPr>
                <w:rFonts w:cs="Arial"/>
                <w:color w:val="000000"/>
                <w:szCs w:val="18"/>
              </w:rPr>
            </w:pPr>
            <w:r>
              <w:rPr>
                <w:rFonts w:cs="Arial"/>
                <w:color w:val="000000"/>
                <w:szCs w:val="18"/>
              </w:rPr>
              <w:t>5384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F18337B"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E7BE0FA"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172DB39"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E50CBAF" w14:textId="77777777" w:rsidR="008B12C6" w:rsidRDefault="008B12C6" w:rsidP="000F533E">
            <w:pPr>
              <w:pStyle w:val="TAC"/>
              <w:rPr>
                <w:rFonts w:cs="Arial"/>
                <w:color w:val="000000"/>
                <w:szCs w:val="18"/>
              </w:rPr>
            </w:pPr>
            <w:r>
              <w:rPr>
                <w:rFonts w:cs="Arial"/>
                <w:color w:val="000000"/>
                <w:szCs w:val="18"/>
              </w:rPr>
              <w:t>28776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CA2D856" w14:textId="77777777" w:rsidR="008B12C6" w:rsidRDefault="008B12C6" w:rsidP="000F533E">
            <w:pPr>
              <w:pStyle w:val="TAC"/>
              <w:rPr>
                <w:rFonts w:cs="Arial"/>
                <w:color w:val="000000"/>
                <w:szCs w:val="18"/>
              </w:rPr>
            </w:pPr>
            <w:r>
              <w:rPr>
                <w:rFonts w:cs="Arial"/>
                <w:color w:val="000000"/>
                <w:szCs w:val="18"/>
              </w:rPr>
              <w:t>14388</w:t>
            </w:r>
          </w:p>
        </w:tc>
      </w:tr>
      <w:tr w:rsidR="008B12C6" w:rsidRPr="00835F44" w14:paraId="280C96B7"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4B177"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3A8E7B1" w14:textId="77777777" w:rsidR="008B12C6" w:rsidRDefault="008B12C6" w:rsidP="000F533E">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1CD3363"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8393EBF"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72900DF"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B1362E5" w14:textId="77777777" w:rsidR="008B12C6" w:rsidRDefault="008B12C6" w:rsidP="000F533E">
            <w:pPr>
              <w:pStyle w:val="TAC"/>
              <w:rPr>
                <w:rFonts w:cs="Arial"/>
                <w:color w:val="000000"/>
                <w:szCs w:val="18"/>
              </w:rPr>
            </w:pPr>
            <w:r>
              <w:rPr>
                <w:rFonts w:cs="Arial"/>
                <w:color w:val="000000"/>
                <w:szCs w:val="18"/>
              </w:rPr>
              <w:t>6024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1C5DD02"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EBC6C46"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D926509"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43AFF89" w14:textId="77777777" w:rsidR="008B12C6" w:rsidRDefault="008B12C6" w:rsidP="000F533E">
            <w:pPr>
              <w:pStyle w:val="TAC"/>
              <w:rPr>
                <w:rFonts w:cs="Arial"/>
                <w:color w:val="000000"/>
                <w:szCs w:val="18"/>
              </w:rPr>
            </w:pPr>
            <w:r>
              <w:rPr>
                <w:rFonts w:cs="Arial"/>
                <w:color w:val="000000"/>
                <w:szCs w:val="18"/>
              </w:rPr>
              <w:t>31944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669E897" w14:textId="77777777" w:rsidR="008B12C6" w:rsidRDefault="008B12C6" w:rsidP="000F533E">
            <w:pPr>
              <w:pStyle w:val="TAC"/>
              <w:rPr>
                <w:rFonts w:cs="Arial"/>
                <w:color w:val="000000"/>
                <w:szCs w:val="18"/>
              </w:rPr>
            </w:pPr>
            <w:r>
              <w:rPr>
                <w:rFonts w:cs="Arial"/>
                <w:color w:val="000000"/>
                <w:szCs w:val="18"/>
              </w:rPr>
              <w:t>15972</w:t>
            </w:r>
          </w:p>
        </w:tc>
      </w:tr>
      <w:tr w:rsidR="008B12C6" w:rsidRPr="00835F44" w14:paraId="442F3569"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EA441"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4F006D1" w14:textId="77777777" w:rsidR="008B12C6" w:rsidRDefault="008B12C6" w:rsidP="000F533E">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742320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1870A6B"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4A781B6"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92810F6" w14:textId="77777777" w:rsidR="008B12C6" w:rsidRDefault="008B12C6" w:rsidP="000F533E">
            <w:pPr>
              <w:pStyle w:val="TAC"/>
              <w:rPr>
                <w:rFonts w:cs="Arial"/>
                <w:color w:val="000000"/>
                <w:szCs w:val="18"/>
              </w:rPr>
            </w:pPr>
            <w:r>
              <w:rPr>
                <w:rFonts w:cs="Arial"/>
                <w:color w:val="000000"/>
                <w:szCs w:val="18"/>
              </w:rPr>
              <w:t>6152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11F9225"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3367B0B"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C1B3A87"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BA1053D" w14:textId="77777777" w:rsidR="008B12C6" w:rsidRDefault="008B12C6" w:rsidP="000F533E">
            <w:pPr>
              <w:pStyle w:val="TAC"/>
              <w:rPr>
                <w:rFonts w:cs="Arial"/>
                <w:color w:val="000000"/>
                <w:szCs w:val="18"/>
              </w:rPr>
            </w:pPr>
            <w:r>
              <w:rPr>
                <w:rFonts w:cs="Arial"/>
                <w:color w:val="000000"/>
                <w:szCs w:val="18"/>
              </w:rPr>
              <w:t>32472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B52D7D7" w14:textId="77777777" w:rsidR="008B12C6" w:rsidRDefault="008B12C6" w:rsidP="000F533E">
            <w:pPr>
              <w:pStyle w:val="TAC"/>
              <w:rPr>
                <w:rFonts w:cs="Arial"/>
                <w:color w:val="000000"/>
                <w:szCs w:val="18"/>
              </w:rPr>
            </w:pPr>
            <w:r>
              <w:rPr>
                <w:rFonts w:cs="Arial"/>
                <w:color w:val="000000"/>
                <w:szCs w:val="18"/>
              </w:rPr>
              <w:t>16236</w:t>
            </w:r>
          </w:p>
        </w:tc>
      </w:tr>
      <w:tr w:rsidR="008B12C6" w:rsidRPr="00835F44" w14:paraId="79866CB0"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0E2F8"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2B03E87" w14:textId="77777777" w:rsidR="008B12C6" w:rsidRDefault="008B12C6" w:rsidP="000F533E">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E5B933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A2C6EF6"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5A9D179"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ED5DD69" w14:textId="77777777" w:rsidR="008B12C6" w:rsidRDefault="008B12C6" w:rsidP="000F533E">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D9BBF70"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B0C11AA"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90E88C3"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DA19129" w14:textId="77777777" w:rsidR="008B12C6" w:rsidRDefault="008B12C6" w:rsidP="000F533E">
            <w:pPr>
              <w:pStyle w:val="TAC"/>
              <w:rPr>
                <w:rFonts w:cs="Arial"/>
                <w:color w:val="000000"/>
                <w:szCs w:val="18"/>
              </w:rPr>
            </w:pPr>
            <w:r>
              <w:rPr>
                <w:rFonts w:cs="Arial"/>
                <w:color w:val="000000"/>
                <w:szCs w:val="18"/>
              </w:rPr>
              <w:t>35112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A4A9015" w14:textId="77777777" w:rsidR="008B12C6" w:rsidRDefault="008B12C6" w:rsidP="000F533E">
            <w:pPr>
              <w:pStyle w:val="TAC"/>
              <w:rPr>
                <w:rFonts w:cs="Arial"/>
                <w:color w:val="000000"/>
                <w:szCs w:val="18"/>
              </w:rPr>
            </w:pPr>
            <w:r>
              <w:rPr>
                <w:rFonts w:cs="Arial"/>
                <w:color w:val="000000"/>
                <w:szCs w:val="18"/>
              </w:rPr>
              <w:t>17556</w:t>
            </w:r>
          </w:p>
        </w:tc>
      </w:tr>
      <w:tr w:rsidR="008B12C6" w:rsidRPr="00835F44" w14:paraId="56B264F4"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48DD4"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AC1DB74" w14:textId="77777777" w:rsidR="008B12C6" w:rsidRDefault="008B12C6" w:rsidP="000F533E">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A0CB806"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4FC9193"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869949C"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5770735" w14:textId="77777777" w:rsidR="008B12C6" w:rsidRDefault="008B12C6" w:rsidP="000F533E">
            <w:pPr>
              <w:pStyle w:val="TAC"/>
              <w:rPr>
                <w:rFonts w:cs="Arial"/>
                <w:color w:val="000000"/>
                <w:szCs w:val="18"/>
              </w:rPr>
            </w:pPr>
            <w:r>
              <w:rPr>
                <w:rFonts w:cs="Arial"/>
                <w:color w:val="000000"/>
                <w:szCs w:val="18"/>
              </w:rPr>
              <w:t>6664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25C2A43"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4CE140B"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0E3E3AF"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1A26373" w14:textId="77777777" w:rsidR="008B12C6" w:rsidRDefault="008B12C6" w:rsidP="000F533E">
            <w:pPr>
              <w:pStyle w:val="TAC"/>
              <w:rPr>
                <w:rFonts w:cs="Arial"/>
                <w:color w:val="000000"/>
                <w:szCs w:val="18"/>
              </w:rPr>
            </w:pPr>
            <w:r>
              <w:rPr>
                <w:rFonts w:cs="Arial"/>
                <w:color w:val="000000"/>
                <w:szCs w:val="18"/>
              </w:rPr>
              <w:t>35640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DCE196E" w14:textId="77777777" w:rsidR="008B12C6" w:rsidRDefault="008B12C6" w:rsidP="000F533E">
            <w:pPr>
              <w:pStyle w:val="TAC"/>
              <w:rPr>
                <w:rFonts w:cs="Arial"/>
                <w:color w:val="000000"/>
                <w:szCs w:val="18"/>
              </w:rPr>
            </w:pPr>
            <w:r>
              <w:rPr>
                <w:rFonts w:cs="Arial"/>
                <w:color w:val="000000"/>
                <w:szCs w:val="18"/>
              </w:rPr>
              <w:t>17820</w:t>
            </w:r>
          </w:p>
        </w:tc>
      </w:tr>
      <w:tr w:rsidR="008B12C6" w:rsidRPr="00835F44" w14:paraId="09096C72"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D63C"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7427D5C" w14:textId="77777777" w:rsidR="008B12C6" w:rsidRDefault="008B12C6" w:rsidP="000F533E">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CD009CB"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4145C48"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C24FE17"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2347A37" w14:textId="77777777" w:rsidR="008B12C6" w:rsidRDefault="008B12C6" w:rsidP="000F533E">
            <w:pPr>
              <w:pStyle w:val="TAC"/>
              <w:rPr>
                <w:rFonts w:cs="Arial"/>
                <w:color w:val="000000"/>
                <w:szCs w:val="18"/>
              </w:rPr>
            </w:pPr>
            <w:r>
              <w:rPr>
                <w:rFonts w:cs="Arial"/>
                <w:color w:val="000000"/>
                <w:szCs w:val="18"/>
              </w:rPr>
              <w:t>6792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2418338"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653E346"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B42A56E" w14:textId="77777777" w:rsidR="008B12C6" w:rsidRDefault="008B12C6"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6D16539" w14:textId="77777777" w:rsidR="008B12C6" w:rsidRDefault="008B12C6" w:rsidP="000F533E">
            <w:pPr>
              <w:pStyle w:val="TAC"/>
              <w:rPr>
                <w:rFonts w:cs="Arial"/>
                <w:color w:val="000000"/>
                <w:szCs w:val="18"/>
              </w:rPr>
            </w:pPr>
            <w:r>
              <w:rPr>
                <w:rFonts w:cs="Arial"/>
                <w:color w:val="000000"/>
                <w:szCs w:val="18"/>
              </w:rPr>
              <w:t>36168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A2503A3" w14:textId="77777777" w:rsidR="008B12C6" w:rsidRDefault="008B12C6" w:rsidP="000F533E">
            <w:pPr>
              <w:pStyle w:val="TAC"/>
              <w:rPr>
                <w:rFonts w:cs="Arial"/>
                <w:color w:val="000000"/>
                <w:szCs w:val="18"/>
              </w:rPr>
            </w:pPr>
            <w:r>
              <w:rPr>
                <w:rFonts w:cs="Arial"/>
                <w:color w:val="000000"/>
                <w:szCs w:val="18"/>
              </w:rPr>
              <w:t>18084</w:t>
            </w:r>
          </w:p>
        </w:tc>
      </w:tr>
      <w:tr w:rsidR="008B12C6" w:rsidRPr="00835F44" w14:paraId="296DD4FD"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1F7ED"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FE126DF" w14:textId="77777777" w:rsidR="008B12C6" w:rsidRDefault="008B12C6" w:rsidP="000F533E">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B9D28CD"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73340F9"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4507E13"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F019523" w14:textId="77777777" w:rsidR="008B12C6" w:rsidRDefault="008B12C6" w:rsidP="000F533E">
            <w:pPr>
              <w:pStyle w:val="TAC"/>
              <w:rPr>
                <w:rFonts w:cs="Arial"/>
                <w:color w:val="000000"/>
                <w:szCs w:val="18"/>
              </w:rPr>
            </w:pPr>
            <w:r>
              <w:rPr>
                <w:rFonts w:cs="Arial"/>
                <w:color w:val="000000"/>
                <w:szCs w:val="18"/>
              </w:rPr>
              <w:t>7944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AC351AD"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22164B1"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620A41B"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D44766C" w14:textId="77777777" w:rsidR="008B12C6" w:rsidRDefault="008B12C6" w:rsidP="000F533E">
            <w:pPr>
              <w:pStyle w:val="TAC"/>
              <w:rPr>
                <w:rFonts w:cs="Arial"/>
                <w:color w:val="000000"/>
                <w:szCs w:val="18"/>
              </w:rPr>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6800C89" w14:textId="77777777" w:rsidR="008B12C6" w:rsidRDefault="008B12C6" w:rsidP="000F533E">
            <w:pPr>
              <w:pStyle w:val="TAC"/>
              <w:rPr>
                <w:rFonts w:cs="Arial"/>
                <w:color w:val="000000"/>
                <w:szCs w:val="18"/>
              </w:rPr>
            </w:pPr>
            <w:r>
              <w:rPr>
                <w:rFonts w:cs="Arial"/>
                <w:color w:val="000000"/>
                <w:szCs w:val="18"/>
              </w:rPr>
              <w:t>21120</w:t>
            </w:r>
          </w:p>
        </w:tc>
      </w:tr>
      <w:tr w:rsidR="008B12C6" w:rsidRPr="00835F44" w14:paraId="51482909"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0B311"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B32861E" w14:textId="77777777" w:rsidR="008B12C6" w:rsidRDefault="008B12C6" w:rsidP="000F533E">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C4FF8F3"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30E6A21"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B0A4489"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3F41FBA" w14:textId="77777777" w:rsidR="008B12C6" w:rsidRDefault="008B12C6" w:rsidP="000F533E">
            <w:pPr>
              <w:pStyle w:val="TAC"/>
              <w:rPr>
                <w:rFonts w:cs="Arial"/>
                <w:color w:val="000000"/>
                <w:szCs w:val="18"/>
              </w:rPr>
            </w:pPr>
            <w:r>
              <w:rPr>
                <w:rFonts w:cs="Arial"/>
                <w:color w:val="000000"/>
                <w:szCs w:val="18"/>
              </w:rPr>
              <w:t>8064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771E209"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6F94756"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432A6CD"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635EA5A" w14:textId="77777777" w:rsidR="008B12C6" w:rsidRDefault="008B12C6" w:rsidP="000F533E">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D6C5D67" w14:textId="77777777" w:rsidR="008B12C6" w:rsidRDefault="008B12C6" w:rsidP="000F533E">
            <w:pPr>
              <w:pStyle w:val="TAC"/>
              <w:rPr>
                <w:rFonts w:cs="Arial"/>
                <w:color w:val="000000"/>
                <w:szCs w:val="18"/>
              </w:rPr>
            </w:pPr>
            <w:r>
              <w:rPr>
                <w:rFonts w:cs="Arial"/>
                <w:color w:val="000000"/>
                <w:szCs w:val="18"/>
              </w:rPr>
              <w:t>21384</w:t>
            </w:r>
          </w:p>
        </w:tc>
      </w:tr>
      <w:tr w:rsidR="008B12C6" w:rsidRPr="00835F44" w14:paraId="4E2AB787"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B1855"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9C15B75" w14:textId="77777777" w:rsidR="008B12C6" w:rsidRDefault="008B12C6" w:rsidP="000F533E">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9DE6488"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3C384C1"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EC8C7AA"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7A09FCB" w14:textId="77777777" w:rsidR="008B12C6" w:rsidRDefault="008B12C6" w:rsidP="000F533E">
            <w:pPr>
              <w:pStyle w:val="TAC"/>
              <w:rPr>
                <w:rFonts w:cs="Arial"/>
                <w:color w:val="000000"/>
                <w:szCs w:val="18"/>
              </w:rPr>
            </w:pPr>
            <w:r>
              <w:rPr>
                <w:rFonts w:cs="Arial"/>
                <w:color w:val="000000"/>
                <w:szCs w:val="18"/>
              </w:rPr>
              <w:t>9480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81F2330"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D95A640"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117DFD4"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BF2CE83" w14:textId="77777777" w:rsidR="008B12C6" w:rsidRDefault="008B12C6" w:rsidP="000F533E">
            <w:pPr>
              <w:pStyle w:val="TAC"/>
              <w:rPr>
                <w:rFonts w:cs="Arial"/>
                <w:color w:val="000000"/>
                <w:szCs w:val="18"/>
              </w:rPr>
            </w:pPr>
            <w:r>
              <w:rPr>
                <w:rFonts w:cs="Arial"/>
                <w:color w:val="000000"/>
                <w:szCs w:val="18"/>
              </w:rPr>
              <w:t>49896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CE9533A" w14:textId="77777777" w:rsidR="008B12C6" w:rsidRDefault="008B12C6" w:rsidP="000F533E">
            <w:pPr>
              <w:pStyle w:val="TAC"/>
              <w:rPr>
                <w:rFonts w:cs="Arial"/>
                <w:color w:val="000000"/>
                <w:szCs w:val="18"/>
              </w:rPr>
            </w:pPr>
            <w:r>
              <w:rPr>
                <w:rFonts w:cs="Arial"/>
                <w:color w:val="000000"/>
                <w:szCs w:val="18"/>
              </w:rPr>
              <w:t>24948</w:t>
            </w:r>
          </w:p>
        </w:tc>
      </w:tr>
      <w:tr w:rsidR="008B12C6" w:rsidRPr="00835F44" w14:paraId="2E97222A"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F9FC4"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331075B" w14:textId="77777777" w:rsidR="008B12C6" w:rsidRDefault="008B12C6" w:rsidP="000F533E">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AF41024"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01C0601"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E1F0E6E"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8798966" w14:textId="77777777" w:rsidR="008B12C6" w:rsidRDefault="008B12C6" w:rsidP="000F533E">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2998D636"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75EAC62"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608127B"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EB9BB38" w14:textId="77777777" w:rsidR="008B12C6" w:rsidRDefault="008B12C6" w:rsidP="000F533E">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6503892" w14:textId="77777777" w:rsidR="008B12C6" w:rsidRDefault="008B12C6" w:rsidP="000F533E">
            <w:pPr>
              <w:pStyle w:val="TAC"/>
              <w:rPr>
                <w:rFonts w:cs="Arial"/>
                <w:color w:val="000000"/>
                <w:szCs w:val="18"/>
              </w:rPr>
            </w:pPr>
            <w:r>
              <w:rPr>
                <w:rFonts w:cs="Arial"/>
                <w:color w:val="000000"/>
                <w:szCs w:val="18"/>
              </w:rPr>
              <w:t>28512</w:t>
            </w:r>
          </w:p>
        </w:tc>
      </w:tr>
      <w:tr w:rsidR="008B12C6" w:rsidRPr="00835F44" w14:paraId="547A91F0"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67906"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E5DDE3B" w14:textId="77777777" w:rsidR="008B12C6" w:rsidRDefault="008B12C6" w:rsidP="000F533E">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2234B70"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F11BE8A"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6C7661E"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AA536EF" w14:textId="77777777" w:rsidR="008B12C6" w:rsidRDefault="008B12C6" w:rsidP="000F533E">
            <w:pPr>
              <w:pStyle w:val="TAC"/>
              <w:rPr>
                <w:rFonts w:cs="Arial"/>
                <w:color w:val="000000"/>
                <w:szCs w:val="18"/>
              </w:rPr>
            </w:pPr>
            <w:r>
              <w:rPr>
                <w:rFonts w:cs="Arial"/>
                <w:color w:val="000000"/>
                <w:szCs w:val="18"/>
              </w:rPr>
              <w:t>10752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F3944D8"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312DA06"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54303ED" w14:textId="77777777" w:rsidR="008B12C6" w:rsidRDefault="008B12C6"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6FA7CBA" w14:textId="77777777" w:rsidR="008B12C6" w:rsidRDefault="008B12C6" w:rsidP="000F533E">
            <w:pPr>
              <w:pStyle w:val="TAC"/>
              <w:rPr>
                <w:rFonts w:cs="Arial"/>
                <w:color w:val="000000"/>
                <w:szCs w:val="18"/>
              </w:rPr>
            </w:pPr>
            <w:r>
              <w:rPr>
                <w:rFonts w:cs="Arial"/>
                <w:color w:val="000000"/>
                <w:szCs w:val="18"/>
              </w:rPr>
              <w:t>57288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28FDF69" w14:textId="77777777" w:rsidR="008B12C6" w:rsidRDefault="008B12C6" w:rsidP="000F533E">
            <w:pPr>
              <w:pStyle w:val="TAC"/>
              <w:rPr>
                <w:rFonts w:cs="Arial"/>
                <w:color w:val="000000"/>
                <w:szCs w:val="18"/>
              </w:rPr>
            </w:pPr>
            <w:r>
              <w:rPr>
                <w:rFonts w:cs="Arial"/>
                <w:color w:val="000000"/>
                <w:szCs w:val="18"/>
              </w:rPr>
              <w:t>28644</w:t>
            </w:r>
          </w:p>
        </w:tc>
      </w:tr>
      <w:tr w:rsidR="008B12C6" w:rsidRPr="00835F44" w14:paraId="6F65FC4C"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D995F"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F31D503" w14:textId="77777777" w:rsidR="008B12C6" w:rsidRDefault="008B12C6" w:rsidP="000F533E">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5C5A589"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A6C639E"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B367F22"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4B83A48" w14:textId="77777777" w:rsidR="008B12C6" w:rsidRDefault="008B12C6" w:rsidP="000F533E">
            <w:pPr>
              <w:pStyle w:val="TAC"/>
              <w:rPr>
                <w:rFonts w:cs="Arial"/>
                <w:color w:val="000000"/>
                <w:szCs w:val="18"/>
              </w:rPr>
            </w:pPr>
            <w:r>
              <w:rPr>
                <w:rFonts w:cs="Arial"/>
                <w:color w:val="000000"/>
                <w:szCs w:val="18"/>
              </w:rPr>
              <w:t>12296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AA0AA9B"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0BDDCF8"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ED2D5B5" w14:textId="77777777" w:rsidR="008B12C6" w:rsidRDefault="008B12C6"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95D62C2" w14:textId="77777777" w:rsidR="008B12C6" w:rsidRDefault="008B12C6" w:rsidP="000F533E">
            <w:pPr>
              <w:pStyle w:val="TAC"/>
              <w:rPr>
                <w:rFonts w:cs="Arial"/>
                <w:color w:val="000000"/>
                <w:szCs w:val="18"/>
              </w:rPr>
            </w:pPr>
            <w:r>
              <w:rPr>
                <w:rFonts w:cs="Arial"/>
                <w:color w:val="000000"/>
                <w:szCs w:val="18"/>
              </w:rPr>
              <w:t>64680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EA29CCB" w14:textId="77777777" w:rsidR="008B12C6" w:rsidRDefault="008B12C6" w:rsidP="000F533E">
            <w:pPr>
              <w:pStyle w:val="TAC"/>
              <w:rPr>
                <w:rFonts w:cs="Arial"/>
                <w:color w:val="000000"/>
                <w:szCs w:val="18"/>
              </w:rPr>
            </w:pPr>
            <w:r>
              <w:rPr>
                <w:rFonts w:cs="Arial"/>
                <w:color w:val="000000"/>
                <w:szCs w:val="18"/>
              </w:rPr>
              <w:t>32340</w:t>
            </w:r>
          </w:p>
        </w:tc>
      </w:tr>
      <w:tr w:rsidR="008B12C6" w:rsidRPr="00835F44" w14:paraId="608296C4"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CE6D2"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67FDFD4" w14:textId="77777777" w:rsidR="008B12C6" w:rsidRDefault="008B12C6" w:rsidP="000F533E">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2BAA42E"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D393C39"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7C82370"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4044A2B" w14:textId="77777777" w:rsidR="008B12C6" w:rsidRDefault="008B12C6" w:rsidP="000F533E">
            <w:pPr>
              <w:pStyle w:val="TAC"/>
              <w:rPr>
                <w:rFonts w:cs="Arial"/>
                <w:color w:val="000000"/>
                <w:szCs w:val="18"/>
              </w:rPr>
            </w:pPr>
            <w:r>
              <w:rPr>
                <w:rFonts w:cs="Arial"/>
                <w:color w:val="000000"/>
                <w:szCs w:val="18"/>
              </w:rPr>
              <w:t>13320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39E1C39"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3ADB749"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A5D39AC" w14:textId="77777777" w:rsidR="008B12C6" w:rsidRDefault="008B12C6"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57A4045" w14:textId="77777777" w:rsidR="008B12C6" w:rsidRDefault="008B12C6" w:rsidP="000F533E">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E00672B" w14:textId="77777777" w:rsidR="008B12C6" w:rsidRDefault="008B12C6" w:rsidP="000F533E">
            <w:pPr>
              <w:pStyle w:val="TAC"/>
              <w:rPr>
                <w:rFonts w:cs="Arial"/>
                <w:color w:val="000000"/>
                <w:szCs w:val="18"/>
              </w:rPr>
            </w:pPr>
            <w:r>
              <w:rPr>
                <w:rFonts w:cs="Arial"/>
                <w:color w:val="000000"/>
                <w:szCs w:val="18"/>
              </w:rPr>
              <w:t>35640</w:t>
            </w:r>
          </w:p>
        </w:tc>
      </w:tr>
      <w:tr w:rsidR="008B12C6" w:rsidRPr="00835F44" w14:paraId="6AB0C966"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EB53F" w14:textId="77777777" w:rsidR="008B12C6" w:rsidRPr="00835F44" w:rsidRDefault="008B12C6"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6DBF5C5" w14:textId="77777777" w:rsidR="008B12C6" w:rsidRDefault="008B12C6" w:rsidP="000F533E">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F707622" w14:textId="77777777" w:rsidR="008B12C6" w:rsidRDefault="008B12C6"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870E1F3" w14:textId="77777777" w:rsidR="008B12C6" w:rsidRDefault="008B12C6" w:rsidP="000F533E">
            <w:pPr>
              <w:pStyle w:val="TAC"/>
              <w:rPr>
                <w:rFonts w:cs="Arial"/>
                <w:color w:val="000000"/>
                <w:szCs w:val="18"/>
              </w:rPr>
            </w:pPr>
            <w:r>
              <w:rPr>
                <w:rFonts w:cs="Arial"/>
                <w:color w:val="000000"/>
                <w:szCs w:val="18"/>
              </w:rPr>
              <w:t>QPSK</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D98FAD3" w14:textId="77777777" w:rsidR="008B12C6" w:rsidRDefault="008B12C6" w:rsidP="000F533E">
            <w:pPr>
              <w:pStyle w:val="TAC"/>
              <w:rPr>
                <w:rFonts w:cs="Arial"/>
                <w:color w:val="000000"/>
                <w:szCs w:val="18"/>
              </w:rPr>
            </w:pPr>
            <w:r>
              <w:rPr>
                <w:rFonts w:cs="Arial"/>
                <w:color w:val="000000"/>
                <w:szCs w:val="18"/>
              </w:rPr>
              <w:t>2</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0DB386F" w14:textId="77777777" w:rsidR="008B12C6" w:rsidRDefault="008B12C6" w:rsidP="000F533E">
            <w:pPr>
              <w:pStyle w:val="TAC"/>
              <w:rPr>
                <w:rFonts w:cs="Arial"/>
                <w:color w:val="000000"/>
                <w:szCs w:val="18"/>
              </w:rPr>
            </w:pPr>
            <w:r>
              <w:rPr>
                <w:rFonts w:cs="Arial"/>
                <w:color w:val="000000"/>
                <w:szCs w:val="18"/>
              </w:rPr>
              <w:t>13576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510D49D" w14:textId="77777777" w:rsidR="008B12C6" w:rsidRDefault="008B12C6"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1B96027" w14:textId="77777777" w:rsidR="008B12C6" w:rsidRDefault="008B12C6" w:rsidP="000F533E">
            <w:pPr>
              <w:pStyle w:val="TAC"/>
              <w:rPr>
                <w:rFonts w:cs="Arial"/>
                <w:color w:val="000000"/>
                <w:szCs w:val="18"/>
              </w:rPr>
            </w:pPr>
            <w:r>
              <w:rPr>
                <w:rFonts w:cs="Arial"/>
                <w:color w:val="000000"/>
                <w:szCs w:val="18"/>
              </w:rPr>
              <w:t>2</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FAA9F32" w14:textId="77777777" w:rsidR="008B12C6" w:rsidRDefault="008B12C6"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FAA11A2" w14:textId="77777777" w:rsidR="008B12C6" w:rsidRDefault="008B12C6" w:rsidP="000F533E">
            <w:pPr>
              <w:pStyle w:val="TAC"/>
              <w:rPr>
                <w:rFonts w:cs="Arial"/>
                <w:color w:val="000000"/>
                <w:szCs w:val="18"/>
              </w:rPr>
            </w:pPr>
            <w:r>
              <w:rPr>
                <w:rFonts w:cs="Arial"/>
                <w:color w:val="000000"/>
                <w:szCs w:val="18"/>
              </w:rPr>
              <w:t>72072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A737733" w14:textId="77777777" w:rsidR="008B12C6" w:rsidRDefault="008B12C6" w:rsidP="000F533E">
            <w:pPr>
              <w:pStyle w:val="TAC"/>
              <w:rPr>
                <w:rFonts w:cs="Arial"/>
                <w:color w:val="000000"/>
                <w:szCs w:val="18"/>
              </w:rPr>
            </w:pPr>
            <w:r>
              <w:rPr>
                <w:rFonts w:cs="Arial"/>
                <w:color w:val="000000"/>
                <w:szCs w:val="18"/>
              </w:rPr>
              <w:t>36036</w:t>
            </w:r>
          </w:p>
        </w:tc>
      </w:tr>
      <w:tr w:rsidR="008B12C6" w:rsidRPr="00835F44" w14:paraId="4C788715"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1B2B4126" w14:textId="77777777" w:rsidR="008B12C6" w:rsidRPr="00835F44" w:rsidRDefault="008B12C6"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656F0247" w14:textId="77777777" w:rsidR="008B12C6" w:rsidRPr="00835F44" w:rsidRDefault="008B12C6" w:rsidP="000F533E">
            <w:pPr>
              <w:pStyle w:val="TAN"/>
            </w:pPr>
            <w:r w:rsidRPr="00835F44">
              <w:t>NOTE 2:</w:t>
            </w:r>
            <w:r w:rsidRPr="00835F44">
              <w:tab/>
              <w:t xml:space="preserve">MCS Index is based on MCS table </w:t>
            </w:r>
            <w:r>
              <w:t>5.1.3.1-</w:t>
            </w:r>
            <w:r w:rsidRPr="00835F44">
              <w:t>1 defined in TS 38.214 [10].</w:t>
            </w:r>
          </w:p>
          <w:p w14:paraId="6EB755D3" w14:textId="77777777" w:rsidR="008B12C6" w:rsidRDefault="008B12C6" w:rsidP="000F533E">
            <w:pPr>
              <w:pStyle w:val="TAN"/>
            </w:pPr>
            <w:r w:rsidRPr="00835F44">
              <w:lastRenderedPageBreak/>
              <w:t>NOTE 3:</w:t>
            </w:r>
            <w:r w:rsidRPr="00835F44">
              <w:tab/>
              <w:t>If more than one Code Block is present, an additional CRC sequence of L = 24 Bits is attached to each Code Block (otherwise L = 0 Bit)</w:t>
            </w:r>
          </w:p>
          <w:p w14:paraId="0A647F69" w14:textId="77777777" w:rsidR="008B12C6" w:rsidRPr="001F4A8E" w:rsidRDefault="008B12C6"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6B3D8C7C" w14:textId="77777777" w:rsidR="008B12C6" w:rsidRPr="001C0CC4" w:rsidRDefault="008B12C6" w:rsidP="00A43E5A">
      <w:pPr>
        <w:spacing w:after="0"/>
        <w:rPr>
          <w:rFonts w:ascii="Arial" w:hAnsi="Arial"/>
          <w:b/>
        </w:rPr>
      </w:pPr>
    </w:p>
    <w:p w14:paraId="0503291E" w14:textId="309BB208" w:rsidR="00A43E5A" w:rsidRPr="001C0CC4" w:rsidRDefault="00A43E5A" w:rsidP="00A43E5A">
      <w:pPr>
        <w:pStyle w:val="TH"/>
      </w:pPr>
      <w:r w:rsidRPr="001C0CC4">
        <w:t xml:space="preserve">Table A.2.2.6-2: </w:t>
      </w:r>
      <w:r>
        <w:t>Void</w:t>
      </w:r>
    </w:p>
    <w:p w14:paraId="5F93B439" w14:textId="2BD72A09" w:rsidR="00A43E5A" w:rsidRPr="001C0CC4" w:rsidRDefault="00A43E5A" w:rsidP="00A43E5A">
      <w:pPr>
        <w:pStyle w:val="TH"/>
      </w:pPr>
      <w:r w:rsidRPr="001C0CC4">
        <w:t xml:space="preserve">Table A.2.2.6-3: </w:t>
      </w:r>
      <w:r>
        <w:t>Void</w:t>
      </w:r>
    </w:p>
    <w:p w14:paraId="6E821AEC" w14:textId="77777777" w:rsidR="00A43E5A" w:rsidRPr="001C0CC4" w:rsidRDefault="00A43E5A" w:rsidP="00A43E5A"/>
    <w:p w14:paraId="104FB6D7" w14:textId="77777777" w:rsidR="00A43E5A" w:rsidRPr="001C0CC4" w:rsidRDefault="00A43E5A" w:rsidP="004A5871">
      <w:pPr>
        <w:pStyle w:val="Heading3"/>
        <w:pageBreakBefore/>
        <w:rPr>
          <w:snapToGrid w:val="0"/>
        </w:rPr>
      </w:pPr>
      <w:bookmarkStart w:id="199" w:name="_Toc21344526"/>
      <w:bookmarkStart w:id="200" w:name="_Toc29802014"/>
      <w:bookmarkStart w:id="201" w:name="_Toc29802438"/>
      <w:bookmarkStart w:id="202" w:name="_Toc29803063"/>
      <w:bookmarkStart w:id="203" w:name="_Toc36107805"/>
      <w:bookmarkStart w:id="204" w:name="_Toc37251579"/>
      <w:bookmarkStart w:id="205" w:name="_Toc45888518"/>
      <w:bookmarkStart w:id="206" w:name="_Toc45889117"/>
      <w:bookmarkStart w:id="207" w:name="_Toc59650490"/>
      <w:bookmarkStart w:id="208" w:name="_Toc61357762"/>
      <w:bookmarkStart w:id="209" w:name="_Toc61359536"/>
      <w:bookmarkStart w:id="210" w:name="_Toc67916476"/>
      <w:bookmarkStart w:id="211" w:name="_Toc75534022"/>
      <w:bookmarkStart w:id="212" w:name="_Toc75819908"/>
      <w:bookmarkStart w:id="213" w:name="_Toc76508752"/>
      <w:bookmarkStart w:id="214" w:name="_Toc76717702"/>
      <w:bookmarkStart w:id="215" w:name="_Toc83294343"/>
      <w:bookmarkStart w:id="216" w:name="_Toc84335382"/>
      <w:r w:rsidRPr="001C0CC4">
        <w:rPr>
          <w:snapToGrid w:val="0"/>
        </w:rPr>
        <w:lastRenderedPageBreak/>
        <w:t>A.2.2.7</w:t>
      </w:r>
      <w:r w:rsidRPr="001C0CC4">
        <w:rPr>
          <w:snapToGrid w:val="0"/>
        </w:rPr>
        <w:tab/>
        <w:t>CP-OFDM 16QAM</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5D26072F" w14:textId="33F2B134" w:rsidR="00A43E5A" w:rsidRPr="001C0CC4" w:rsidRDefault="00A43E5A" w:rsidP="00A43E5A">
      <w:pPr>
        <w:pStyle w:val="TH"/>
      </w:pPr>
      <w:r w:rsidRPr="001C0CC4">
        <w:t>Table A.2.2.7-1: Reference Channels for CP-OFDM 16QAM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4C7B7E" w:rsidRPr="00835F44" w14:paraId="40724F3A"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0ABC09B8" w14:textId="77777777" w:rsidR="004C7B7E" w:rsidRPr="00835F44" w:rsidRDefault="004C7B7E"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6ACD8CF7" w14:textId="77777777" w:rsidR="004C7B7E" w:rsidRPr="001F4A8E" w:rsidRDefault="004C7B7E"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6AA5D79D" w14:textId="77777777" w:rsidR="004C7B7E" w:rsidRPr="00835F44" w:rsidRDefault="004C7B7E" w:rsidP="000F533E">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774D93D9" w14:textId="77777777" w:rsidR="004C7B7E" w:rsidRPr="00835F44" w:rsidRDefault="004C7B7E"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762DE8A9" w14:textId="77777777" w:rsidR="004C7B7E" w:rsidRPr="00835F44" w:rsidRDefault="004C7B7E"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5A438CE9" w14:textId="77777777" w:rsidR="004C7B7E" w:rsidRPr="00835F44" w:rsidRDefault="004C7B7E"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6C81A7AD" w14:textId="77777777" w:rsidR="004C7B7E" w:rsidRPr="00835F44" w:rsidRDefault="004C7B7E"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450A7A4E" w14:textId="77777777" w:rsidR="004C7B7E" w:rsidRPr="00835F44" w:rsidRDefault="004C7B7E"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E02CFE3" w14:textId="77777777" w:rsidR="004C7B7E" w:rsidRPr="00835F44" w:rsidRDefault="004C7B7E"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0CEE113B" w14:textId="77777777" w:rsidR="004C7B7E" w:rsidRPr="00835F44" w:rsidRDefault="004C7B7E"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2417CF24" w14:textId="77777777" w:rsidR="004C7B7E" w:rsidRPr="00835F44" w:rsidRDefault="004C7B7E" w:rsidP="000F533E">
            <w:pPr>
              <w:pStyle w:val="TAH"/>
            </w:pPr>
            <w:r w:rsidRPr="00835F44">
              <w:t>Total modulated symbols per slot</w:t>
            </w:r>
          </w:p>
        </w:tc>
      </w:tr>
      <w:tr w:rsidR="004C7B7E" w:rsidRPr="00835F44" w14:paraId="300F60C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5631EB" w14:textId="77777777" w:rsidR="004C7B7E" w:rsidRPr="00835F44" w:rsidRDefault="004C7B7E"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11C5FA03" w14:textId="77777777" w:rsidR="004C7B7E" w:rsidRPr="00835F44" w:rsidRDefault="004C7B7E"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7314FF75" w14:textId="77777777" w:rsidR="004C7B7E" w:rsidRPr="00835F44" w:rsidRDefault="004C7B7E"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07991874" w14:textId="77777777" w:rsidR="004C7B7E" w:rsidRPr="00835F44" w:rsidRDefault="004C7B7E"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174BD1D1" w14:textId="77777777" w:rsidR="004C7B7E" w:rsidRPr="00835F44" w:rsidRDefault="004C7B7E"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52BCF0D4" w14:textId="77777777" w:rsidR="004C7B7E" w:rsidRPr="00835F44" w:rsidRDefault="004C7B7E"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356FCDCE" w14:textId="77777777" w:rsidR="004C7B7E" w:rsidRPr="00835F44" w:rsidRDefault="004C7B7E"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1D373B0B" w14:textId="77777777" w:rsidR="004C7B7E" w:rsidRPr="00835F44" w:rsidRDefault="004C7B7E"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6AE0DB5A" w14:textId="77777777" w:rsidR="004C7B7E" w:rsidRPr="00835F44" w:rsidRDefault="004C7B7E"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4F4BFB0A" w14:textId="77777777" w:rsidR="004C7B7E" w:rsidRPr="00835F44" w:rsidRDefault="004C7B7E"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30EA857A" w14:textId="77777777" w:rsidR="004C7B7E" w:rsidRPr="00835F44" w:rsidRDefault="004C7B7E" w:rsidP="000F533E">
            <w:pPr>
              <w:pStyle w:val="TAH"/>
            </w:pPr>
            <w:r w:rsidRPr="00835F44">
              <w:t> </w:t>
            </w:r>
          </w:p>
        </w:tc>
      </w:tr>
      <w:tr w:rsidR="004C7B7E" w:rsidRPr="00835F44" w14:paraId="3304293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9017D40"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92EE5DB" w14:textId="77777777" w:rsidR="004C7B7E" w:rsidRPr="00835F44" w:rsidRDefault="004C7B7E" w:rsidP="000F533E">
            <w:pPr>
              <w:pStyle w:val="TAC"/>
            </w:pPr>
            <w:r>
              <w:rPr>
                <w:rFonts w:cs="Arial"/>
                <w:color w:val="000000"/>
                <w:szCs w:val="18"/>
              </w:rPr>
              <w:t>1</w:t>
            </w:r>
          </w:p>
        </w:tc>
        <w:tc>
          <w:tcPr>
            <w:tcW w:w="967" w:type="dxa"/>
            <w:tcBorders>
              <w:top w:val="nil"/>
              <w:left w:val="nil"/>
              <w:bottom w:val="single" w:sz="4" w:space="0" w:color="auto"/>
              <w:right w:val="single" w:sz="4" w:space="0" w:color="auto"/>
            </w:tcBorders>
            <w:shd w:val="clear" w:color="auto" w:fill="auto"/>
            <w:noWrap/>
            <w:vAlign w:val="center"/>
            <w:hideMark/>
          </w:tcPr>
          <w:p w14:paraId="0734C1BA"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F8B4C5"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93BA5E3"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2057B169" w14:textId="77777777" w:rsidR="004C7B7E" w:rsidRPr="00835F44" w:rsidRDefault="004C7B7E" w:rsidP="000F533E">
            <w:pPr>
              <w:pStyle w:val="TAC"/>
            </w:pPr>
            <w:r>
              <w:rPr>
                <w:rFonts w:cs="Arial"/>
                <w:color w:val="000000"/>
                <w:szCs w:val="18"/>
              </w:rPr>
              <w:t>176</w:t>
            </w:r>
          </w:p>
        </w:tc>
        <w:tc>
          <w:tcPr>
            <w:tcW w:w="1057" w:type="dxa"/>
            <w:tcBorders>
              <w:top w:val="nil"/>
              <w:left w:val="nil"/>
              <w:bottom w:val="single" w:sz="4" w:space="0" w:color="auto"/>
              <w:right w:val="single" w:sz="4" w:space="0" w:color="auto"/>
            </w:tcBorders>
            <w:shd w:val="clear" w:color="auto" w:fill="auto"/>
            <w:noWrap/>
            <w:vAlign w:val="center"/>
            <w:hideMark/>
          </w:tcPr>
          <w:p w14:paraId="5F3DC89B"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045DCBD"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73323738"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87D4325" w14:textId="77777777" w:rsidR="004C7B7E" w:rsidRPr="00835F44" w:rsidRDefault="004C7B7E" w:rsidP="000F533E">
            <w:pPr>
              <w:pStyle w:val="TAC"/>
            </w:pPr>
            <w:r>
              <w:rPr>
                <w:rFonts w:cs="Arial"/>
                <w:color w:val="000000"/>
                <w:szCs w:val="18"/>
              </w:rPr>
              <w:t>528</w:t>
            </w:r>
          </w:p>
        </w:tc>
        <w:tc>
          <w:tcPr>
            <w:tcW w:w="1127" w:type="dxa"/>
            <w:tcBorders>
              <w:top w:val="nil"/>
              <w:left w:val="nil"/>
              <w:bottom w:val="single" w:sz="4" w:space="0" w:color="auto"/>
              <w:right w:val="single" w:sz="4" w:space="0" w:color="auto"/>
            </w:tcBorders>
            <w:shd w:val="clear" w:color="auto" w:fill="auto"/>
            <w:noWrap/>
            <w:vAlign w:val="center"/>
            <w:hideMark/>
          </w:tcPr>
          <w:p w14:paraId="2885E08C" w14:textId="77777777" w:rsidR="004C7B7E" w:rsidRPr="00835F44" w:rsidRDefault="004C7B7E" w:rsidP="000F533E">
            <w:pPr>
              <w:pStyle w:val="TAC"/>
            </w:pPr>
            <w:r>
              <w:rPr>
                <w:rFonts w:cs="Arial"/>
                <w:color w:val="000000"/>
                <w:szCs w:val="18"/>
              </w:rPr>
              <w:t>132</w:t>
            </w:r>
          </w:p>
        </w:tc>
      </w:tr>
      <w:tr w:rsidR="004C7B7E" w:rsidRPr="00835F44" w14:paraId="01AC372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1AEBC7C" w14:textId="77777777" w:rsidR="004C7B7E" w:rsidRPr="00835F44" w:rsidRDefault="004C7B7E"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781CB25" w14:textId="77777777" w:rsidR="004C7B7E" w:rsidRDefault="004C7B7E" w:rsidP="000F533E">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795B2C1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9B6A261"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2E80362F"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07AB85D7" w14:textId="77777777" w:rsidR="004C7B7E" w:rsidRDefault="004C7B7E" w:rsidP="000F533E">
            <w:pPr>
              <w:pStyle w:val="TAC"/>
              <w:rPr>
                <w:rFonts w:cs="Arial"/>
                <w:color w:val="000000"/>
                <w:szCs w:val="18"/>
              </w:rPr>
            </w:pPr>
            <w:r>
              <w:rPr>
                <w:rFonts w:cs="Arial"/>
                <w:color w:val="000000"/>
                <w:szCs w:val="18"/>
              </w:rPr>
              <w:t>888</w:t>
            </w:r>
          </w:p>
        </w:tc>
        <w:tc>
          <w:tcPr>
            <w:tcW w:w="1057" w:type="dxa"/>
            <w:tcBorders>
              <w:top w:val="nil"/>
              <w:left w:val="nil"/>
              <w:bottom w:val="single" w:sz="4" w:space="0" w:color="auto"/>
              <w:right w:val="single" w:sz="4" w:space="0" w:color="auto"/>
            </w:tcBorders>
            <w:shd w:val="clear" w:color="auto" w:fill="auto"/>
            <w:noWrap/>
            <w:vAlign w:val="center"/>
          </w:tcPr>
          <w:p w14:paraId="5A3A37A2" w14:textId="77777777" w:rsidR="004C7B7E" w:rsidRDefault="004C7B7E"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06753A57" w14:textId="77777777" w:rsidR="004C7B7E" w:rsidRDefault="004C7B7E"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5A4BD214" w14:textId="77777777" w:rsidR="004C7B7E" w:rsidRDefault="004C7B7E"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29C72521" w14:textId="77777777" w:rsidR="004C7B7E" w:rsidRDefault="004C7B7E" w:rsidP="000F533E">
            <w:pPr>
              <w:pStyle w:val="TAC"/>
              <w:rPr>
                <w:rFonts w:cs="Arial"/>
                <w:color w:val="000000"/>
                <w:szCs w:val="18"/>
              </w:rPr>
            </w:pPr>
            <w:r>
              <w:rPr>
                <w:rFonts w:cs="Arial"/>
                <w:color w:val="000000"/>
                <w:szCs w:val="18"/>
              </w:rPr>
              <w:t>2640</w:t>
            </w:r>
          </w:p>
        </w:tc>
        <w:tc>
          <w:tcPr>
            <w:tcW w:w="1127" w:type="dxa"/>
            <w:tcBorders>
              <w:top w:val="nil"/>
              <w:left w:val="nil"/>
              <w:bottom w:val="single" w:sz="4" w:space="0" w:color="auto"/>
              <w:right w:val="single" w:sz="4" w:space="0" w:color="auto"/>
            </w:tcBorders>
            <w:shd w:val="clear" w:color="auto" w:fill="auto"/>
            <w:noWrap/>
            <w:vAlign w:val="center"/>
          </w:tcPr>
          <w:p w14:paraId="57E830FD" w14:textId="77777777" w:rsidR="004C7B7E" w:rsidRDefault="004C7B7E" w:rsidP="000F533E">
            <w:pPr>
              <w:pStyle w:val="TAC"/>
              <w:rPr>
                <w:rFonts w:cs="Arial"/>
                <w:color w:val="000000"/>
                <w:szCs w:val="18"/>
              </w:rPr>
            </w:pPr>
            <w:r>
              <w:rPr>
                <w:rFonts w:cs="Arial"/>
                <w:color w:val="000000"/>
                <w:szCs w:val="18"/>
              </w:rPr>
              <w:t>660</w:t>
            </w:r>
          </w:p>
        </w:tc>
      </w:tr>
      <w:tr w:rsidR="004C7B7E" w:rsidRPr="00835F44" w14:paraId="1EAF829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6CB789A"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6DE8BB6" w14:textId="77777777" w:rsidR="004C7B7E" w:rsidRPr="00835F44" w:rsidRDefault="004C7B7E" w:rsidP="000F533E">
            <w:pPr>
              <w:pStyle w:val="TAC"/>
            </w:pPr>
            <w:r>
              <w:rPr>
                <w:rFonts w:cs="Arial"/>
                <w:color w:val="000000"/>
                <w:szCs w:val="18"/>
              </w:rPr>
              <w:t>6</w:t>
            </w:r>
          </w:p>
        </w:tc>
        <w:tc>
          <w:tcPr>
            <w:tcW w:w="967" w:type="dxa"/>
            <w:tcBorders>
              <w:top w:val="nil"/>
              <w:left w:val="nil"/>
              <w:bottom w:val="single" w:sz="4" w:space="0" w:color="auto"/>
              <w:right w:val="single" w:sz="4" w:space="0" w:color="auto"/>
            </w:tcBorders>
            <w:shd w:val="clear" w:color="auto" w:fill="auto"/>
            <w:noWrap/>
            <w:vAlign w:val="center"/>
            <w:hideMark/>
          </w:tcPr>
          <w:p w14:paraId="22A26E7B"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C752259"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4B39CFA"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99A0B32" w14:textId="77777777" w:rsidR="004C7B7E" w:rsidRPr="00835F44" w:rsidRDefault="004C7B7E" w:rsidP="000F533E">
            <w:pPr>
              <w:pStyle w:val="TAC"/>
            </w:pPr>
            <w:r>
              <w:rPr>
                <w:rFonts w:cs="Arial"/>
                <w:color w:val="000000"/>
                <w:szCs w:val="18"/>
              </w:rPr>
              <w:t>1064</w:t>
            </w:r>
          </w:p>
        </w:tc>
        <w:tc>
          <w:tcPr>
            <w:tcW w:w="1057" w:type="dxa"/>
            <w:tcBorders>
              <w:top w:val="nil"/>
              <w:left w:val="nil"/>
              <w:bottom w:val="single" w:sz="4" w:space="0" w:color="auto"/>
              <w:right w:val="single" w:sz="4" w:space="0" w:color="auto"/>
            </w:tcBorders>
            <w:shd w:val="clear" w:color="auto" w:fill="auto"/>
            <w:noWrap/>
            <w:vAlign w:val="center"/>
            <w:hideMark/>
          </w:tcPr>
          <w:p w14:paraId="65AC57FA"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1FB7F15B"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6EB2FA3C"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336C941" w14:textId="77777777" w:rsidR="004C7B7E" w:rsidRPr="00835F44" w:rsidRDefault="004C7B7E" w:rsidP="000F533E">
            <w:pPr>
              <w:pStyle w:val="TAC"/>
            </w:pPr>
            <w:r>
              <w:rPr>
                <w:rFonts w:cs="Arial"/>
                <w:color w:val="000000"/>
                <w:szCs w:val="18"/>
              </w:rPr>
              <w:t>3168</w:t>
            </w:r>
          </w:p>
        </w:tc>
        <w:tc>
          <w:tcPr>
            <w:tcW w:w="1127" w:type="dxa"/>
            <w:tcBorders>
              <w:top w:val="nil"/>
              <w:left w:val="nil"/>
              <w:bottom w:val="single" w:sz="4" w:space="0" w:color="auto"/>
              <w:right w:val="single" w:sz="4" w:space="0" w:color="auto"/>
            </w:tcBorders>
            <w:shd w:val="clear" w:color="auto" w:fill="auto"/>
            <w:noWrap/>
            <w:vAlign w:val="center"/>
            <w:hideMark/>
          </w:tcPr>
          <w:p w14:paraId="47D3AD63" w14:textId="77777777" w:rsidR="004C7B7E" w:rsidRPr="00835F44" w:rsidRDefault="004C7B7E" w:rsidP="000F533E">
            <w:pPr>
              <w:pStyle w:val="TAC"/>
            </w:pPr>
            <w:r>
              <w:rPr>
                <w:rFonts w:cs="Arial"/>
                <w:color w:val="000000"/>
                <w:szCs w:val="18"/>
              </w:rPr>
              <w:t>792</w:t>
            </w:r>
          </w:p>
        </w:tc>
      </w:tr>
      <w:tr w:rsidR="004C7B7E" w:rsidRPr="00835F44" w14:paraId="49CC64B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E31833E"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C84B7B1" w14:textId="77777777" w:rsidR="004C7B7E" w:rsidRPr="00835F44" w:rsidRDefault="004C7B7E" w:rsidP="000F533E">
            <w:pPr>
              <w:pStyle w:val="TAC"/>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hideMark/>
          </w:tcPr>
          <w:p w14:paraId="6A87D6CB"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8480D3F"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F31327A"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D6A779F" w14:textId="77777777" w:rsidR="004C7B7E" w:rsidRPr="00835F44" w:rsidRDefault="004C7B7E" w:rsidP="000F533E">
            <w:pPr>
              <w:pStyle w:val="TAC"/>
            </w:pPr>
            <w:r>
              <w:rPr>
                <w:rFonts w:cs="Arial"/>
                <w:color w:val="000000"/>
                <w:szCs w:val="18"/>
              </w:rPr>
              <w:t>1608</w:t>
            </w:r>
          </w:p>
        </w:tc>
        <w:tc>
          <w:tcPr>
            <w:tcW w:w="1057" w:type="dxa"/>
            <w:tcBorders>
              <w:top w:val="nil"/>
              <w:left w:val="nil"/>
              <w:bottom w:val="single" w:sz="4" w:space="0" w:color="auto"/>
              <w:right w:val="single" w:sz="4" w:space="0" w:color="auto"/>
            </w:tcBorders>
            <w:shd w:val="clear" w:color="auto" w:fill="auto"/>
            <w:noWrap/>
            <w:vAlign w:val="center"/>
            <w:hideMark/>
          </w:tcPr>
          <w:p w14:paraId="187BC7A3"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FA66685"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0DB7DFE6"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2153D64" w14:textId="77777777" w:rsidR="004C7B7E" w:rsidRPr="00835F44" w:rsidRDefault="004C7B7E" w:rsidP="000F533E">
            <w:pPr>
              <w:pStyle w:val="TAC"/>
            </w:pPr>
            <w:r>
              <w:rPr>
                <w:rFonts w:cs="Arial"/>
                <w:color w:val="000000"/>
                <w:szCs w:val="18"/>
              </w:rPr>
              <w:t>4752</w:t>
            </w:r>
          </w:p>
        </w:tc>
        <w:tc>
          <w:tcPr>
            <w:tcW w:w="1127" w:type="dxa"/>
            <w:tcBorders>
              <w:top w:val="nil"/>
              <w:left w:val="nil"/>
              <w:bottom w:val="single" w:sz="4" w:space="0" w:color="auto"/>
              <w:right w:val="single" w:sz="4" w:space="0" w:color="auto"/>
            </w:tcBorders>
            <w:shd w:val="clear" w:color="auto" w:fill="auto"/>
            <w:noWrap/>
            <w:vAlign w:val="center"/>
            <w:hideMark/>
          </w:tcPr>
          <w:p w14:paraId="63E10010" w14:textId="77777777" w:rsidR="004C7B7E" w:rsidRPr="00835F44" w:rsidRDefault="004C7B7E" w:rsidP="000F533E">
            <w:pPr>
              <w:pStyle w:val="TAC"/>
            </w:pPr>
            <w:r>
              <w:rPr>
                <w:rFonts w:cs="Arial"/>
                <w:color w:val="000000"/>
                <w:szCs w:val="18"/>
              </w:rPr>
              <w:t>1188</w:t>
            </w:r>
          </w:p>
        </w:tc>
      </w:tr>
      <w:tr w:rsidR="004C7B7E" w:rsidRPr="00835F44" w14:paraId="6FF0D4A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1419B53" w14:textId="77777777" w:rsidR="004C7B7E" w:rsidRPr="00835F44" w:rsidRDefault="004C7B7E"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CF091E0" w14:textId="77777777" w:rsidR="004C7B7E" w:rsidRDefault="004C7B7E" w:rsidP="000F533E">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0419063C"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F10E6B1"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566EE54C"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775F7C02" w14:textId="77777777" w:rsidR="004C7B7E" w:rsidRDefault="004C7B7E" w:rsidP="000F533E">
            <w:pPr>
              <w:pStyle w:val="TAC"/>
              <w:rPr>
                <w:rFonts w:cs="Arial"/>
                <w:color w:val="000000"/>
                <w:szCs w:val="18"/>
              </w:rPr>
            </w:pPr>
            <w:r>
              <w:rPr>
                <w:rFonts w:cs="Arial"/>
                <w:color w:val="000000"/>
                <w:szCs w:val="18"/>
              </w:rPr>
              <w:t>1800</w:t>
            </w:r>
          </w:p>
        </w:tc>
        <w:tc>
          <w:tcPr>
            <w:tcW w:w="1057" w:type="dxa"/>
            <w:tcBorders>
              <w:top w:val="nil"/>
              <w:left w:val="nil"/>
              <w:bottom w:val="single" w:sz="4" w:space="0" w:color="auto"/>
              <w:right w:val="single" w:sz="4" w:space="0" w:color="auto"/>
            </w:tcBorders>
            <w:shd w:val="clear" w:color="auto" w:fill="auto"/>
            <w:noWrap/>
            <w:vAlign w:val="center"/>
          </w:tcPr>
          <w:p w14:paraId="25254C0B" w14:textId="77777777" w:rsidR="004C7B7E" w:rsidRDefault="004C7B7E"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22E30A74" w14:textId="77777777" w:rsidR="004C7B7E" w:rsidRDefault="004C7B7E"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7B14D06A" w14:textId="77777777" w:rsidR="004C7B7E" w:rsidRDefault="004C7B7E"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88C6F43" w14:textId="77777777" w:rsidR="004C7B7E" w:rsidRDefault="004C7B7E" w:rsidP="000F533E">
            <w:pPr>
              <w:pStyle w:val="TAC"/>
              <w:rPr>
                <w:rFonts w:cs="Arial"/>
                <w:color w:val="000000"/>
                <w:szCs w:val="18"/>
              </w:rPr>
            </w:pPr>
            <w:r>
              <w:rPr>
                <w:rFonts w:cs="Arial"/>
                <w:color w:val="000000"/>
                <w:szCs w:val="18"/>
              </w:rPr>
              <w:t>5280</w:t>
            </w:r>
          </w:p>
        </w:tc>
        <w:tc>
          <w:tcPr>
            <w:tcW w:w="1127" w:type="dxa"/>
            <w:tcBorders>
              <w:top w:val="nil"/>
              <w:left w:val="nil"/>
              <w:bottom w:val="single" w:sz="4" w:space="0" w:color="auto"/>
              <w:right w:val="single" w:sz="4" w:space="0" w:color="auto"/>
            </w:tcBorders>
            <w:shd w:val="clear" w:color="auto" w:fill="auto"/>
            <w:noWrap/>
            <w:vAlign w:val="center"/>
          </w:tcPr>
          <w:p w14:paraId="6E9547CF" w14:textId="77777777" w:rsidR="004C7B7E" w:rsidRDefault="004C7B7E" w:rsidP="000F533E">
            <w:pPr>
              <w:pStyle w:val="TAC"/>
              <w:rPr>
                <w:rFonts w:cs="Arial"/>
                <w:color w:val="000000"/>
                <w:szCs w:val="18"/>
              </w:rPr>
            </w:pPr>
            <w:r>
              <w:rPr>
                <w:rFonts w:cs="Arial"/>
                <w:color w:val="000000"/>
                <w:szCs w:val="18"/>
              </w:rPr>
              <w:t>1320</w:t>
            </w:r>
          </w:p>
        </w:tc>
      </w:tr>
      <w:tr w:rsidR="004C7B7E" w:rsidRPr="00835F44" w14:paraId="7A49118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1BA9B9"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14ACC97" w14:textId="77777777" w:rsidR="004C7B7E" w:rsidRPr="00835F44" w:rsidRDefault="004C7B7E" w:rsidP="000F533E">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7D978109"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83E41B6"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76BBE4E"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B70925A" w14:textId="77777777" w:rsidR="004C7B7E" w:rsidRPr="00835F44" w:rsidRDefault="004C7B7E" w:rsidP="000F533E">
            <w:pPr>
              <w:pStyle w:val="TAC"/>
            </w:pPr>
            <w:r>
              <w:rPr>
                <w:rFonts w:cs="Arial"/>
                <w:color w:val="000000"/>
                <w:szCs w:val="18"/>
              </w:rPr>
              <w:t>1928</w:t>
            </w:r>
          </w:p>
        </w:tc>
        <w:tc>
          <w:tcPr>
            <w:tcW w:w="1057" w:type="dxa"/>
            <w:tcBorders>
              <w:top w:val="nil"/>
              <w:left w:val="nil"/>
              <w:bottom w:val="single" w:sz="4" w:space="0" w:color="auto"/>
              <w:right w:val="single" w:sz="4" w:space="0" w:color="auto"/>
            </w:tcBorders>
            <w:shd w:val="clear" w:color="auto" w:fill="auto"/>
            <w:noWrap/>
            <w:vAlign w:val="center"/>
            <w:hideMark/>
          </w:tcPr>
          <w:p w14:paraId="78AB3C44"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C33F809"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0BF4A82"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59A43E1" w14:textId="77777777" w:rsidR="004C7B7E" w:rsidRPr="00835F44" w:rsidRDefault="004C7B7E" w:rsidP="000F533E">
            <w:pPr>
              <w:pStyle w:val="TAC"/>
            </w:pPr>
            <w:r>
              <w:rPr>
                <w:rFonts w:cs="Arial"/>
                <w:color w:val="000000"/>
                <w:szCs w:val="18"/>
              </w:rPr>
              <w:t>5808</w:t>
            </w:r>
          </w:p>
        </w:tc>
        <w:tc>
          <w:tcPr>
            <w:tcW w:w="1127" w:type="dxa"/>
            <w:tcBorders>
              <w:top w:val="nil"/>
              <w:left w:val="nil"/>
              <w:bottom w:val="single" w:sz="4" w:space="0" w:color="auto"/>
              <w:right w:val="single" w:sz="4" w:space="0" w:color="auto"/>
            </w:tcBorders>
            <w:shd w:val="clear" w:color="auto" w:fill="auto"/>
            <w:noWrap/>
            <w:vAlign w:val="center"/>
            <w:hideMark/>
          </w:tcPr>
          <w:p w14:paraId="1A2AE2BC" w14:textId="77777777" w:rsidR="004C7B7E" w:rsidRPr="00835F44" w:rsidRDefault="004C7B7E" w:rsidP="000F533E">
            <w:pPr>
              <w:pStyle w:val="TAC"/>
            </w:pPr>
            <w:r>
              <w:rPr>
                <w:rFonts w:cs="Arial"/>
                <w:color w:val="000000"/>
                <w:szCs w:val="18"/>
              </w:rPr>
              <w:t>1452</w:t>
            </w:r>
          </w:p>
        </w:tc>
      </w:tr>
      <w:tr w:rsidR="004C7B7E" w:rsidRPr="00835F44" w14:paraId="617F4FA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32299B"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F72F6BF" w14:textId="77777777" w:rsidR="004C7B7E" w:rsidRPr="00835F44" w:rsidRDefault="004C7B7E" w:rsidP="000F533E">
            <w:pPr>
              <w:pStyle w:val="TAC"/>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hideMark/>
          </w:tcPr>
          <w:p w14:paraId="7870FC9D"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197FD5C"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EDF82AB"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FA4C891" w14:textId="77777777" w:rsidR="004C7B7E" w:rsidRPr="00835F44" w:rsidRDefault="004C7B7E" w:rsidP="000F533E">
            <w:pPr>
              <w:pStyle w:val="TAC"/>
            </w:pPr>
            <w:r>
              <w:rPr>
                <w:rFonts w:cs="Arial"/>
                <w:color w:val="000000"/>
                <w:szCs w:val="18"/>
              </w:rPr>
              <w:t>2088</w:t>
            </w:r>
          </w:p>
        </w:tc>
        <w:tc>
          <w:tcPr>
            <w:tcW w:w="1057" w:type="dxa"/>
            <w:tcBorders>
              <w:top w:val="nil"/>
              <w:left w:val="nil"/>
              <w:bottom w:val="single" w:sz="4" w:space="0" w:color="auto"/>
              <w:right w:val="single" w:sz="4" w:space="0" w:color="auto"/>
            </w:tcBorders>
            <w:shd w:val="clear" w:color="auto" w:fill="auto"/>
            <w:noWrap/>
            <w:vAlign w:val="center"/>
            <w:hideMark/>
          </w:tcPr>
          <w:p w14:paraId="2FAF327A"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6F3036F4"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7B9172B"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2BA8F16" w14:textId="77777777" w:rsidR="004C7B7E" w:rsidRPr="00835F44" w:rsidRDefault="004C7B7E" w:rsidP="000F533E">
            <w:pPr>
              <w:pStyle w:val="TAC"/>
            </w:pPr>
            <w:r>
              <w:rPr>
                <w:rFonts w:cs="Arial"/>
                <w:color w:val="000000"/>
                <w:szCs w:val="18"/>
              </w:rPr>
              <w:t>6336</w:t>
            </w:r>
          </w:p>
        </w:tc>
        <w:tc>
          <w:tcPr>
            <w:tcW w:w="1127" w:type="dxa"/>
            <w:tcBorders>
              <w:top w:val="nil"/>
              <w:left w:val="nil"/>
              <w:bottom w:val="single" w:sz="4" w:space="0" w:color="auto"/>
              <w:right w:val="single" w:sz="4" w:space="0" w:color="auto"/>
            </w:tcBorders>
            <w:shd w:val="clear" w:color="auto" w:fill="auto"/>
            <w:noWrap/>
            <w:vAlign w:val="center"/>
            <w:hideMark/>
          </w:tcPr>
          <w:p w14:paraId="4A0FF6E3" w14:textId="77777777" w:rsidR="004C7B7E" w:rsidRPr="00835F44" w:rsidRDefault="004C7B7E" w:rsidP="000F533E">
            <w:pPr>
              <w:pStyle w:val="TAC"/>
            </w:pPr>
            <w:r>
              <w:rPr>
                <w:rFonts w:cs="Arial"/>
                <w:color w:val="000000"/>
                <w:szCs w:val="18"/>
              </w:rPr>
              <w:t>1584</w:t>
            </w:r>
          </w:p>
        </w:tc>
      </w:tr>
      <w:tr w:rsidR="004C7B7E" w:rsidRPr="00835F44" w14:paraId="3D7C48B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1F03A4"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CDBAC33" w14:textId="77777777" w:rsidR="004C7B7E" w:rsidRPr="00835F44" w:rsidRDefault="004C7B7E" w:rsidP="000F533E">
            <w:pPr>
              <w:pStyle w:val="TAC"/>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hideMark/>
          </w:tcPr>
          <w:p w14:paraId="126A2A06"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DDAE7A6"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1F57903"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1303A49" w14:textId="77777777" w:rsidR="004C7B7E" w:rsidRPr="00835F44" w:rsidRDefault="004C7B7E" w:rsidP="000F533E">
            <w:pPr>
              <w:pStyle w:val="TAC"/>
            </w:pPr>
            <w:r>
              <w:rPr>
                <w:rFonts w:cs="Arial"/>
                <w:color w:val="000000"/>
                <w:szCs w:val="18"/>
              </w:rPr>
              <w:t>2280</w:t>
            </w:r>
          </w:p>
        </w:tc>
        <w:tc>
          <w:tcPr>
            <w:tcW w:w="1057" w:type="dxa"/>
            <w:tcBorders>
              <w:top w:val="nil"/>
              <w:left w:val="nil"/>
              <w:bottom w:val="single" w:sz="4" w:space="0" w:color="auto"/>
              <w:right w:val="single" w:sz="4" w:space="0" w:color="auto"/>
            </w:tcBorders>
            <w:shd w:val="clear" w:color="auto" w:fill="auto"/>
            <w:noWrap/>
            <w:vAlign w:val="center"/>
            <w:hideMark/>
          </w:tcPr>
          <w:p w14:paraId="1238E654"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2BE8D5E5"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E628092"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3EB145D" w14:textId="77777777" w:rsidR="004C7B7E" w:rsidRPr="00835F44" w:rsidRDefault="004C7B7E" w:rsidP="000F533E">
            <w:pPr>
              <w:pStyle w:val="TAC"/>
            </w:pPr>
            <w:r>
              <w:rPr>
                <w:rFonts w:cs="Arial"/>
                <w:color w:val="000000"/>
                <w:szCs w:val="18"/>
              </w:rPr>
              <w:t>6864</w:t>
            </w:r>
          </w:p>
        </w:tc>
        <w:tc>
          <w:tcPr>
            <w:tcW w:w="1127" w:type="dxa"/>
            <w:tcBorders>
              <w:top w:val="nil"/>
              <w:left w:val="nil"/>
              <w:bottom w:val="single" w:sz="4" w:space="0" w:color="auto"/>
              <w:right w:val="single" w:sz="4" w:space="0" w:color="auto"/>
            </w:tcBorders>
            <w:shd w:val="clear" w:color="auto" w:fill="auto"/>
            <w:noWrap/>
            <w:vAlign w:val="center"/>
            <w:hideMark/>
          </w:tcPr>
          <w:p w14:paraId="2C791DE3" w14:textId="77777777" w:rsidR="004C7B7E" w:rsidRPr="00835F44" w:rsidRDefault="004C7B7E" w:rsidP="000F533E">
            <w:pPr>
              <w:pStyle w:val="TAC"/>
            </w:pPr>
            <w:r>
              <w:rPr>
                <w:rFonts w:cs="Arial"/>
                <w:color w:val="000000"/>
                <w:szCs w:val="18"/>
              </w:rPr>
              <w:t>1716</w:t>
            </w:r>
          </w:p>
        </w:tc>
      </w:tr>
      <w:tr w:rsidR="004C7B7E" w:rsidRPr="00835F44" w14:paraId="1C6E3E1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3FF21C5" w14:textId="77777777" w:rsidR="004C7B7E" w:rsidRPr="00835F44" w:rsidRDefault="004C7B7E"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DBF7BBA" w14:textId="77777777" w:rsidR="004C7B7E" w:rsidRDefault="004C7B7E" w:rsidP="000F533E">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45FA5D65"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0DDC8D4"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476E3E63"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6B5C3FD8" w14:textId="77777777" w:rsidR="004C7B7E" w:rsidRDefault="004C7B7E" w:rsidP="000F533E">
            <w:pPr>
              <w:pStyle w:val="TAC"/>
              <w:rPr>
                <w:rFonts w:cs="Arial"/>
                <w:color w:val="000000"/>
                <w:szCs w:val="18"/>
              </w:rPr>
            </w:pPr>
            <w:r>
              <w:rPr>
                <w:rFonts w:cs="Arial"/>
                <w:color w:val="000000"/>
                <w:szCs w:val="18"/>
              </w:rPr>
              <w:t>2664</w:t>
            </w:r>
          </w:p>
        </w:tc>
        <w:tc>
          <w:tcPr>
            <w:tcW w:w="1057" w:type="dxa"/>
            <w:tcBorders>
              <w:top w:val="nil"/>
              <w:left w:val="nil"/>
              <w:bottom w:val="single" w:sz="4" w:space="0" w:color="auto"/>
              <w:right w:val="single" w:sz="4" w:space="0" w:color="auto"/>
            </w:tcBorders>
            <w:shd w:val="clear" w:color="auto" w:fill="auto"/>
            <w:noWrap/>
            <w:vAlign w:val="center"/>
          </w:tcPr>
          <w:p w14:paraId="4D0A202D" w14:textId="77777777" w:rsidR="004C7B7E" w:rsidRDefault="004C7B7E"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18814EF8" w14:textId="77777777" w:rsidR="004C7B7E" w:rsidRDefault="004C7B7E"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33BF33CC" w14:textId="77777777" w:rsidR="004C7B7E" w:rsidRDefault="004C7B7E"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4932D953" w14:textId="77777777" w:rsidR="004C7B7E" w:rsidRDefault="004C7B7E" w:rsidP="000F533E">
            <w:pPr>
              <w:pStyle w:val="TAC"/>
              <w:rPr>
                <w:rFonts w:cs="Arial"/>
                <w:color w:val="000000"/>
                <w:szCs w:val="18"/>
              </w:rPr>
            </w:pPr>
            <w:r>
              <w:rPr>
                <w:rFonts w:cs="Arial"/>
                <w:color w:val="000000"/>
                <w:szCs w:val="18"/>
              </w:rPr>
              <w:t>7920</w:t>
            </w:r>
          </w:p>
        </w:tc>
        <w:tc>
          <w:tcPr>
            <w:tcW w:w="1127" w:type="dxa"/>
            <w:tcBorders>
              <w:top w:val="nil"/>
              <w:left w:val="nil"/>
              <w:bottom w:val="single" w:sz="4" w:space="0" w:color="auto"/>
              <w:right w:val="single" w:sz="4" w:space="0" w:color="auto"/>
            </w:tcBorders>
            <w:shd w:val="clear" w:color="auto" w:fill="auto"/>
            <w:noWrap/>
            <w:vAlign w:val="center"/>
          </w:tcPr>
          <w:p w14:paraId="3EC8122E" w14:textId="77777777" w:rsidR="004C7B7E" w:rsidRDefault="004C7B7E" w:rsidP="000F533E">
            <w:pPr>
              <w:pStyle w:val="TAC"/>
              <w:rPr>
                <w:rFonts w:cs="Arial"/>
                <w:color w:val="000000"/>
                <w:szCs w:val="18"/>
              </w:rPr>
            </w:pPr>
            <w:r>
              <w:rPr>
                <w:rFonts w:cs="Arial"/>
                <w:color w:val="000000"/>
                <w:szCs w:val="18"/>
              </w:rPr>
              <w:t>1980</w:t>
            </w:r>
          </w:p>
        </w:tc>
      </w:tr>
      <w:tr w:rsidR="004C7B7E" w:rsidRPr="00835F44" w14:paraId="15B1981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C4FAD00"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7ACB3E4" w14:textId="77777777" w:rsidR="004C7B7E" w:rsidRPr="00835F44" w:rsidRDefault="004C7B7E" w:rsidP="000F533E">
            <w:pPr>
              <w:pStyle w:val="TAC"/>
            </w:pPr>
            <w:r>
              <w:rPr>
                <w:rFonts w:cs="Arial"/>
                <w:color w:val="000000"/>
                <w:szCs w:val="18"/>
              </w:rPr>
              <w:t>16</w:t>
            </w:r>
          </w:p>
        </w:tc>
        <w:tc>
          <w:tcPr>
            <w:tcW w:w="967" w:type="dxa"/>
            <w:tcBorders>
              <w:top w:val="nil"/>
              <w:left w:val="nil"/>
              <w:bottom w:val="single" w:sz="4" w:space="0" w:color="auto"/>
              <w:right w:val="single" w:sz="4" w:space="0" w:color="auto"/>
            </w:tcBorders>
            <w:shd w:val="clear" w:color="auto" w:fill="auto"/>
            <w:noWrap/>
            <w:vAlign w:val="center"/>
            <w:hideMark/>
          </w:tcPr>
          <w:p w14:paraId="277DF1F8"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5B87D27"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1A614A4"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B729864" w14:textId="77777777" w:rsidR="004C7B7E" w:rsidRPr="00835F44" w:rsidRDefault="004C7B7E" w:rsidP="000F533E">
            <w:pPr>
              <w:pStyle w:val="TAC"/>
            </w:pPr>
            <w:r>
              <w:rPr>
                <w:rFonts w:cs="Arial"/>
                <w:color w:val="000000"/>
                <w:szCs w:val="18"/>
              </w:rPr>
              <w:t>2792</w:t>
            </w:r>
          </w:p>
        </w:tc>
        <w:tc>
          <w:tcPr>
            <w:tcW w:w="1057" w:type="dxa"/>
            <w:tcBorders>
              <w:top w:val="nil"/>
              <w:left w:val="nil"/>
              <w:bottom w:val="single" w:sz="4" w:space="0" w:color="auto"/>
              <w:right w:val="single" w:sz="4" w:space="0" w:color="auto"/>
            </w:tcBorders>
            <w:shd w:val="clear" w:color="auto" w:fill="auto"/>
            <w:noWrap/>
            <w:vAlign w:val="center"/>
            <w:hideMark/>
          </w:tcPr>
          <w:p w14:paraId="064D12BE"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5D4B167"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5BA6A6F7"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36036D0" w14:textId="77777777" w:rsidR="004C7B7E" w:rsidRPr="00835F44" w:rsidRDefault="004C7B7E" w:rsidP="000F533E">
            <w:pPr>
              <w:pStyle w:val="TAC"/>
            </w:pPr>
            <w:r>
              <w:rPr>
                <w:rFonts w:cs="Arial"/>
                <w:color w:val="000000"/>
                <w:szCs w:val="18"/>
              </w:rPr>
              <w:t>8448</w:t>
            </w:r>
          </w:p>
        </w:tc>
        <w:tc>
          <w:tcPr>
            <w:tcW w:w="1127" w:type="dxa"/>
            <w:tcBorders>
              <w:top w:val="nil"/>
              <w:left w:val="nil"/>
              <w:bottom w:val="single" w:sz="4" w:space="0" w:color="auto"/>
              <w:right w:val="single" w:sz="4" w:space="0" w:color="auto"/>
            </w:tcBorders>
            <w:shd w:val="clear" w:color="auto" w:fill="auto"/>
            <w:noWrap/>
            <w:vAlign w:val="center"/>
            <w:hideMark/>
          </w:tcPr>
          <w:p w14:paraId="3D237E50" w14:textId="77777777" w:rsidR="004C7B7E" w:rsidRPr="00835F44" w:rsidRDefault="004C7B7E" w:rsidP="000F533E">
            <w:pPr>
              <w:pStyle w:val="TAC"/>
            </w:pPr>
            <w:r>
              <w:rPr>
                <w:rFonts w:cs="Arial"/>
                <w:color w:val="000000"/>
                <w:szCs w:val="18"/>
              </w:rPr>
              <w:t>2112</w:t>
            </w:r>
          </w:p>
        </w:tc>
      </w:tr>
      <w:tr w:rsidR="004C7B7E" w:rsidRPr="00835F44" w14:paraId="11725C4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92523DE"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0DDD03F" w14:textId="77777777" w:rsidR="004C7B7E" w:rsidRPr="00835F44" w:rsidRDefault="004C7B7E" w:rsidP="000F533E">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588AB722"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5CA080AC"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4752C51"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6E31CD21" w14:textId="77777777" w:rsidR="004C7B7E" w:rsidRPr="00835F44" w:rsidRDefault="004C7B7E" w:rsidP="000F533E">
            <w:pPr>
              <w:pStyle w:val="TAC"/>
            </w:pPr>
            <w:r>
              <w:rPr>
                <w:rFonts w:cs="Arial"/>
                <w:color w:val="000000"/>
                <w:szCs w:val="18"/>
              </w:rPr>
              <w:t>3240</w:t>
            </w:r>
          </w:p>
        </w:tc>
        <w:tc>
          <w:tcPr>
            <w:tcW w:w="1057" w:type="dxa"/>
            <w:tcBorders>
              <w:top w:val="nil"/>
              <w:left w:val="nil"/>
              <w:bottom w:val="single" w:sz="4" w:space="0" w:color="auto"/>
              <w:right w:val="single" w:sz="4" w:space="0" w:color="auto"/>
            </w:tcBorders>
            <w:shd w:val="clear" w:color="auto" w:fill="auto"/>
            <w:noWrap/>
            <w:vAlign w:val="center"/>
            <w:hideMark/>
          </w:tcPr>
          <w:p w14:paraId="0797638D"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55D2D5BD"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145E925F"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B2210C5" w14:textId="77777777" w:rsidR="004C7B7E" w:rsidRPr="00835F44" w:rsidRDefault="004C7B7E" w:rsidP="000F533E">
            <w:pPr>
              <w:pStyle w:val="TAC"/>
            </w:pPr>
            <w:r>
              <w:rPr>
                <w:rFonts w:cs="Arial"/>
                <w:color w:val="000000"/>
                <w:szCs w:val="18"/>
              </w:rPr>
              <w:t>9504</w:t>
            </w:r>
          </w:p>
        </w:tc>
        <w:tc>
          <w:tcPr>
            <w:tcW w:w="1127" w:type="dxa"/>
            <w:tcBorders>
              <w:top w:val="nil"/>
              <w:left w:val="nil"/>
              <w:bottom w:val="single" w:sz="4" w:space="0" w:color="auto"/>
              <w:right w:val="single" w:sz="4" w:space="0" w:color="auto"/>
            </w:tcBorders>
            <w:shd w:val="clear" w:color="auto" w:fill="auto"/>
            <w:noWrap/>
            <w:vAlign w:val="center"/>
            <w:hideMark/>
          </w:tcPr>
          <w:p w14:paraId="34EA0945" w14:textId="77777777" w:rsidR="004C7B7E" w:rsidRPr="00835F44" w:rsidRDefault="004C7B7E" w:rsidP="000F533E">
            <w:pPr>
              <w:pStyle w:val="TAC"/>
            </w:pPr>
            <w:r>
              <w:rPr>
                <w:rFonts w:cs="Arial"/>
                <w:color w:val="000000"/>
                <w:szCs w:val="18"/>
              </w:rPr>
              <w:t>2376</w:t>
            </w:r>
          </w:p>
        </w:tc>
      </w:tr>
      <w:tr w:rsidR="004C7B7E" w:rsidRPr="00835F44" w14:paraId="0D9C67E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B4B032E"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7C5F16D" w14:textId="77777777" w:rsidR="004C7B7E" w:rsidRPr="00835F44" w:rsidRDefault="004C7B7E" w:rsidP="000F533E">
            <w:pPr>
              <w:pStyle w:val="TAC"/>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hideMark/>
          </w:tcPr>
          <w:p w14:paraId="3FCBA3DC"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25A10C8"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544284AC"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6E8A749" w14:textId="77777777" w:rsidR="004C7B7E" w:rsidRPr="00835F44" w:rsidRDefault="004C7B7E" w:rsidP="000F533E">
            <w:pPr>
              <w:pStyle w:val="TAC"/>
            </w:pPr>
            <w:r>
              <w:rPr>
                <w:rFonts w:cs="Arial"/>
                <w:color w:val="000000"/>
                <w:szCs w:val="18"/>
              </w:rPr>
              <w:t>3368</w:t>
            </w:r>
          </w:p>
        </w:tc>
        <w:tc>
          <w:tcPr>
            <w:tcW w:w="1057" w:type="dxa"/>
            <w:tcBorders>
              <w:top w:val="nil"/>
              <w:left w:val="nil"/>
              <w:bottom w:val="single" w:sz="4" w:space="0" w:color="auto"/>
              <w:right w:val="single" w:sz="4" w:space="0" w:color="auto"/>
            </w:tcBorders>
            <w:shd w:val="clear" w:color="auto" w:fill="auto"/>
            <w:noWrap/>
            <w:vAlign w:val="center"/>
            <w:hideMark/>
          </w:tcPr>
          <w:p w14:paraId="76665C1B" w14:textId="77777777" w:rsidR="004C7B7E" w:rsidRPr="00835F44" w:rsidRDefault="004C7B7E" w:rsidP="000F533E">
            <w:pPr>
              <w:pStyle w:val="TAC"/>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hideMark/>
          </w:tcPr>
          <w:p w14:paraId="4FE867AD" w14:textId="77777777" w:rsidR="004C7B7E" w:rsidRPr="00835F44" w:rsidRDefault="004C7B7E" w:rsidP="000F533E">
            <w:pPr>
              <w:pStyle w:val="TAC"/>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hideMark/>
          </w:tcPr>
          <w:p w14:paraId="21DE3908"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53EB1EF" w14:textId="77777777" w:rsidR="004C7B7E" w:rsidRPr="00835F44" w:rsidRDefault="004C7B7E" w:rsidP="000F533E">
            <w:pPr>
              <w:pStyle w:val="TAC"/>
            </w:pPr>
            <w:r>
              <w:rPr>
                <w:rFonts w:cs="Arial"/>
                <w:color w:val="000000"/>
                <w:szCs w:val="18"/>
              </w:rPr>
              <w:t>10032</w:t>
            </w:r>
          </w:p>
        </w:tc>
        <w:tc>
          <w:tcPr>
            <w:tcW w:w="1127" w:type="dxa"/>
            <w:tcBorders>
              <w:top w:val="nil"/>
              <w:left w:val="nil"/>
              <w:bottom w:val="single" w:sz="4" w:space="0" w:color="auto"/>
              <w:right w:val="single" w:sz="4" w:space="0" w:color="auto"/>
            </w:tcBorders>
            <w:shd w:val="clear" w:color="auto" w:fill="auto"/>
            <w:noWrap/>
            <w:vAlign w:val="center"/>
            <w:hideMark/>
          </w:tcPr>
          <w:p w14:paraId="313D0959" w14:textId="77777777" w:rsidR="004C7B7E" w:rsidRPr="00835F44" w:rsidRDefault="004C7B7E" w:rsidP="000F533E">
            <w:pPr>
              <w:pStyle w:val="TAC"/>
            </w:pPr>
            <w:r>
              <w:rPr>
                <w:rFonts w:cs="Arial"/>
                <w:color w:val="000000"/>
                <w:szCs w:val="18"/>
              </w:rPr>
              <w:t>2508</w:t>
            </w:r>
          </w:p>
        </w:tc>
      </w:tr>
      <w:tr w:rsidR="004C7B7E" w:rsidRPr="00835F44" w14:paraId="31849F9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44B218C"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152D1C7" w14:textId="77777777" w:rsidR="004C7B7E" w:rsidRPr="00835F44" w:rsidRDefault="004C7B7E" w:rsidP="000F533E">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31467192"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67FC34E"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E747C4D"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5D15E47" w14:textId="77777777" w:rsidR="004C7B7E" w:rsidRPr="00835F44" w:rsidRDefault="004C7B7E" w:rsidP="000F533E">
            <w:pPr>
              <w:pStyle w:val="TAC"/>
            </w:pPr>
            <w:r>
              <w:rPr>
                <w:rFonts w:cs="Arial"/>
                <w:color w:val="000000"/>
                <w:szCs w:val="18"/>
              </w:rPr>
              <w:t>4224</w:t>
            </w:r>
          </w:p>
        </w:tc>
        <w:tc>
          <w:tcPr>
            <w:tcW w:w="1057" w:type="dxa"/>
            <w:tcBorders>
              <w:top w:val="nil"/>
              <w:left w:val="nil"/>
              <w:bottom w:val="single" w:sz="4" w:space="0" w:color="auto"/>
              <w:right w:val="single" w:sz="4" w:space="0" w:color="auto"/>
            </w:tcBorders>
            <w:shd w:val="clear" w:color="auto" w:fill="auto"/>
            <w:noWrap/>
            <w:vAlign w:val="center"/>
            <w:hideMark/>
          </w:tcPr>
          <w:p w14:paraId="7C1AAE7E"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6A51CC6"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74D9B4B"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674B4B09" w14:textId="77777777" w:rsidR="004C7B7E" w:rsidRPr="00835F44" w:rsidRDefault="004C7B7E" w:rsidP="000F533E">
            <w:pPr>
              <w:pStyle w:val="TAC"/>
            </w:pPr>
            <w:r>
              <w:rPr>
                <w:rFonts w:cs="Arial"/>
                <w:color w:val="000000"/>
                <w:szCs w:val="18"/>
              </w:rPr>
              <w:t>12672</w:t>
            </w:r>
          </w:p>
        </w:tc>
        <w:tc>
          <w:tcPr>
            <w:tcW w:w="1127" w:type="dxa"/>
            <w:tcBorders>
              <w:top w:val="nil"/>
              <w:left w:val="nil"/>
              <w:bottom w:val="single" w:sz="4" w:space="0" w:color="auto"/>
              <w:right w:val="single" w:sz="4" w:space="0" w:color="auto"/>
            </w:tcBorders>
            <w:shd w:val="clear" w:color="auto" w:fill="auto"/>
            <w:noWrap/>
            <w:vAlign w:val="center"/>
            <w:hideMark/>
          </w:tcPr>
          <w:p w14:paraId="4E8A7A5A" w14:textId="77777777" w:rsidR="004C7B7E" w:rsidRPr="00835F44" w:rsidRDefault="004C7B7E" w:rsidP="000F533E">
            <w:pPr>
              <w:pStyle w:val="TAC"/>
            </w:pPr>
            <w:r>
              <w:rPr>
                <w:rFonts w:cs="Arial"/>
                <w:color w:val="000000"/>
                <w:szCs w:val="18"/>
              </w:rPr>
              <w:t>3168</w:t>
            </w:r>
          </w:p>
        </w:tc>
      </w:tr>
      <w:tr w:rsidR="004C7B7E" w:rsidRPr="00835F44" w14:paraId="0214391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EC50D5"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FE5CC73" w14:textId="77777777" w:rsidR="004C7B7E" w:rsidRPr="00835F44" w:rsidRDefault="004C7B7E" w:rsidP="000F533E">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3DE14626"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64CE8A4"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F857DF8"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F3E7B3E" w14:textId="77777777" w:rsidR="004C7B7E" w:rsidRPr="00835F44" w:rsidRDefault="004C7B7E" w:rsidP="000F533E">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2B0AE5CC"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C1E88A4"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A6CEB00"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F80164C" w14:textId="77777777" w:rsidR="004C7B7E" w:rsidRPr="00835F44" w:rsidRDefault="004C7B7E" w:rsidP="000F533E">
            <w:pPr>
              <w:pStyle w:val="TAC"/>
            </w:pPr>
            <w:r>
              <w:rPr>
                <w:rFonts w:cs="Arial"/>
                <w:color w:val="000000"/>
                <w:szCs w:val="18"/>
              </w:rPr>
              <w:t>13200</w:t>
            </w:r>
          </w:p>
        </w:tc>
        <w:tc>
          <w:tcPr>
            <w:tcW w:w="1127" w:type="dxa"/>
            <w:tcBorders>
              <w:top w:val="nil"/>
              <w:left w:val="nil"/>
              <w:bottom w:val="single" w:sz="4" w:space="0" w:color="auto"/>
              <w:right w:val="single" w:sz="4" w:space="0" w:color="auto"/>
            </w:tcBorders>
            <w:shd w:val="clear" w:color="auto" w:fill="auto"/>
            <w:noWrap/>
            <w:vAlign w:val="center"/>
            <w:hideMark/>
          </w:tcPr>
          <w:p w14:paraId="4FE43D65" w14:textId="77777777" w:rsidR="004C7B7E" w:rsidRPr="00835F44" w:rsidRDefault="004C7B7E" w:rsidP="000F533E">
            <w:pPr>
              <w:pStyle w:val="TAC"/>
            </w:pPr>
            <w:r>
              <w:rPr>
                <w:rFonts w:cs="Arial"/>
                <w:color w:val="000000"/>
                <w:szCs w:val="18"/>
              </w:rPr>
              <w:t>3300</w:t>
            </w:r>
          </w:p>
        </w:tc>
      </w:tr>
      <w:tr w:rsidR="004C7B7E" w:rsidRPr="00835F44" w14:paraId="557DECD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CDEE253"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D9D621E" w14:textId="77777777" w:rsidR="004C7B7E" w:rsidRPr="00835F44" w:rsidRDefault="004C7B7E" w:rsidP="000F533E">
            <w:pPr>
              <w:pStyle w:val="TAC"/>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hideMark/>
          </w:tcPr>
          <w:p w14:paraId="49CA132E"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4EB655"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EB5C6ED"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E9D4918" w14:textId="77777777" w:rsidR="004C7B7E" w:rsidRPr="00835F44" w:rsidRDefault="004C7B7E" w:rsidP="000F533E">
            <w:pPr>
              <w:pStyle w:val="TAC"/>
            </w:pPr>
            <w:r>
              <w:rPr>
                <w:rFonts w:cs="Arial"/>
                <w:color w:val="000000"/>
                <w:szCs w:val="18"/>
              </w:rPr>
              <w:t>4480</w:t>
            </w:r>
          </w:p>
        </w:tc>
        <w:tc>
          <w:tcPr>
            <w:tcW w:w="1057" w:type="dxa"/>
            <w:tcBorders>
              <w:top w:val="nil"/>
              <w:left w:val="nil"/>
              <w:bottom w:val="single" w:sz="4" w:space="0" w:color="auto"/>
              <w:right w:val="single" w:sz="4" w:space="0" w:color="auto"/>
            </w:tcBorders>
            <w:shd w:val="clear" w:color="auto" w:fill="auto"/>
            <w:noWrap/>
            <w:vAlign w:val="center"/>
            <w:hideMark/>
          </w:tcPr>
          <w:p w14:paraId="4309CCC6"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A01A477"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C0F4F95"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526CE59D" w14:textId="77777777" w:rsidR="004C7B7E" w:rsidRPr="00835F44" w:rsidRDefault="004C7B7E" w:rsidP="000F533E">
            <w:pPr>
              <w:pStyle w:val="TAC"/>
            </w:pPr>
            <w:r>
              <w:rPr>
                <w:rFonts w:cs="Arial"/>
                <w:color w:val="000000"/>
                <w:szCs w:val="18"/>
              </w:rPr>
              <w:t>13728</w:t>
            </w:r>
          </w:p>
        </w:tc>
        <w:tc>
          <w:tcPr>
            <w:tcW w:w="1127" w:type="dxa"/>
            <w:tcBorders>
              <w:top w:val="nil"/>
              <w:left w:val="nil"/>
              <w:bottom w:val="single" w:sz="4" w:space="0" w:color="auto"/>
              <w:right w:val="single" w:sz="4" w:space="0" w:color="auto"/>
            </w:tcBorders>
            <w:shd w:val="clear" w:color="auto" w:fill="auto"/>
            <w:noWrap/>
            <w:vAlign w:val="center"/>
            <w:hideMark/>
          </w:tcPr>
          <w:p w14:paraId="36B193C0" w14:textId="77777777" w:rsidR="004C7B7E" w:rsidRPr="00835F44" w:rsidRDefault="004C7B7E" w:rsidP="000F533E">
            <w:pPr>
              <w:pStyle w:val="TAC"/>
            </w:pPr>
            <w:r>
              <w:rPr>
                <w:rFonts w:cs="Arial"/>
                <w:color w:val="000000"/>
                <w:szCs w:val="18"/>
              </w:rPr>
              <w:t>3432</w:t>
            </w:r>
          </w:p>
        </w:tc>
      </w:tr>
      <w:tr w:rsidR="004C7B7E" w:rsidRPr="00835F44" w14:paraId="30C6589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AF2CD04"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FAFEA0C" w14:textId="77777777" w:rsidR="004C7B7E" w:rsidRPr="00835F44" w:rsidRDefault="004C7B7E" w:rsidP="000F533E">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0AB28ECD"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F1D0A0A"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18170AFC"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70D2802" w14:textId="77777777" w:rsidR="004C7B7E" w:rsidRPr="00835F44" w:rsidRDefault="004C7B7E" w:rsidP="000F533E">
            <w:pPr>
              <w:pStyle w:val="TAC"/>
            </w:pPr>
            <w:r>
              <w:rPr>
                <w:rFonts w:cs="Arial"/>
                <w:color w:val="000000"/>
                <w:szCs w:val="18"/>
              </w:rPr>
              <w:t>5376</w:t>
            </w:r>
          </w:p>
        </w:tc>
        <w:tc>
          <w:tcPr>
            <w:tcW w:w="1057" w:type="dxa"/>
            <w:tcBorders>
              <w:top w:val="nil"/>
              <w:left w:val="nil"/>
              <w:bottom w:val="single" w:sz="4" w:space="0" w:color="auto"/>
              <w:right w:val="single" w:sz="4" w:space="0" w:color="auto"/>
            </w:tcBorders>
            <w:shd w:val="clear" w:color="auto" w:fill="auto"/>
            <w:noWrap/>
            <w:vAlign w:val="center"/>
            <w:hideMark/>
          </w:tcPr>
          <w:p w14:paraId="5EC4B2FC"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B135AB8"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08C1145"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487F6865" w14:textId="77777777" w:rsidR="004C7B7E" w:rsidRPr="00835F44" w:rsidRDefault="004C7B7E" w:rsidP="000F533E">
            <w:pPr>
              <w:pStyle w:val="TAC"/>
            </w:pPr>
            <w:r>
              <w:rPr>
                <w:rFonts w:cs="Arial"/>
                <w:color w:val="000000"/>
                <w:szCs w:val="18"/>
              </w:rPr>
              <w:t>16368</w:t>
            </w:r>
          </w:p>
        </w:tc>
        <w:tc>
          <w:tcPr>
            <w:tcW w:w="1127" w:type="dxa"/>
            <w:tcBorders>
              <w:top w:val="nil"/>
              <w:left w:val="nil"/>
              <w:bottom w:val="single" w:sz="4" w:space="0" w:color="auto"/>
              <w:right w:val="single" w:sz="4" w:space="0" w:color="auto"/>
            </w:tcBorders>
            <w:shd w:val="clear" w:color="auto" w:fill="auto"/>
            <w:noWrap/>
            <w:vAlign w:val="center"/>
            <w:hideMark/>
          </w:tcPr>
          <w:p w14:paraId="5AD4CCEC" w14:textId="77777777" w:rsidR="004C7B7E" w:rsidRPr="00835F44" w:rsidRDefault="004C7B7E" w:rsidP="000F533E">
            <w:pPr>
              <w:pStyle w:val="TAC"/>
            </w:pPr>
            <w:r>
              <w:rPr>
                <w:rFonts w:cs="Arial"/>
                <w:color w:val="000000"/>
                <w:szCs w:val="18"/>
              </w:rPr>
              <w:t>4092</w:t>
            </w:r>
          </w:p>
        </w:tc>
      </w:tr>
      <w:tr w:rsidR="004C7B7E" w:rsidRPr="00835F44" w14:paraId="083962B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4419769"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35A68F8" w14:textId="77777777" w:rsidR="004C7B7E" w:rsidRPr="00835F44" w:rsidRDefault="004C7B7E" w:rsidP="000F533E">
            <w:pPr>
              <w:pStyle w:val="TAC"/>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hideMark/>
          </w:tcPr>
          <w:p w14:paraId="5E79B30E"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DD70C6E"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E04CAD4"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8E5EC06" w14:textId="77777777" w:rsidR="004C7B7E" w:rsidRPr="00835F44" w:rsidRDefault="004C7B7E" w:rsidP="000F533E">
            <w:pPr>
              <w:pStyle w:val="TAC"/>
            </w:pPr>
            <w:r>
              <w:rPr>
                <w:rFonts w:cs="Arial"/>
                <w:color w:val="000000"/>
                <w:szCs w:val="18"/>
              </w:rPr>
              <w:t>5760</w:t>
            </w:r>
          </w:p>
        </w:tc>
        <w:tc>
          <w:tcPr>
            <w:tcW w:w="1057" w:type="dxa"/>
            <w:tcBorders>
              <w:top w:val="nil"/>
              <w:left w:val="nil"/>
              <w:bottom w:val="single" w:sz="4" w:space="0" w:color="auto"/>
              <w:right w:val="single" w:sz="4" w:space="0" w:color="auto"/>
            </w:tcBorders>
            <w:shd w:val="clear" w:color="auto" w:fill="auto"/>
            <w:noWrap/>
            <w:vAlign w:val="center"/>
            <w:hideMark/>
          </w:tcPr>
          <w:p w14:paraId="079C8730"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AFAEA39"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6F83F83"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CA93DEA" w14:textId="77777777" w:rsidR="004C7B7E" w:rsidRPr="00835F44" w:rsidRDefault="004C7B7E" w:rsidP="000F533E">
            <w:pPr>
              <w:pStyle w:val="TAC"/>
            </w:pPr>
            <w:r>
              <w:rPr>
                <w:rFonts w:cs="Arial"/>
                <w:color w:val="000000"/>
                <w:szCs w:val="18"/>
              </w:rPr>
              <w:t>17424</w:t>
            </w:r>
          </w:p>
        </w:tc>
        <w:tc>
          <w:tcPr>
            <w:tcW w:w="1127" w:type="dxa"/>
            <w:tcBorders>
              <w:top w:val="nil"/>
              <w:left w:val="nil"/>
              <w:bottom w:val="single" w:sz="4" w:space="0" w:color="auto"/>
              <w:right w:val="single" w:sz="4" w:space="0" w:color="auto"/>
            </w:tcBorders>
            <w:shd w:val="clear" w:color="auto" w:fill="auto"/>
            <w:noWrap/>
            <w:vAlign w:val="center"/>
            <w:hideMark/>
          </w:tcPr>
          <w:p w14:paraId="23B8EBC3" w14:textId="77777777" w:rsidR="004C7B7E" w:rsidRPr="00835F44" w:rsidRDefault="004C7B7E" w:rsidP="000F533E">
            <w:pPr>
              <w:pStyle w:val="TAC"/>
            </w:pPr>
            <w:r>
              <w:rPr>
                <w:rFonts w:cs="Arial"/>
                <w:color w:val="000000"/>
                <w:szCs w:val="18"/>
              </w:rPr>
              <w:t>4356</w:t>
            </w:r>
          </w:p>
        </w:tc>
      </w:tr>
      <w:tr w:rsidR="004C7B7E" w:rsidRPr="00835F44" w14:paraId="4810CC1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C8C0BC0"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3AB8A5C" w14:textId="77777777" w:rsidR="004C7B7E" w:rsidRPr="00835F44" w:rsidRDefault="004C7B7E" w:rsidP="000F533E">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26E7BB72"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30EDDF5"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C65B5CE"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4FC6359" w14:textId="77777777" w:rsidR="004C7B7E" w:rsidRPr="00835F44" w:rsidRDefault="004C7B7E" w:rsidP="000F533E">
            <w:pPr>
              <w:pStyle w:val="TAC"/>
            </w:pPr>
            <w:r>
              <w:rPr>
                <w:rFonts w:cs="Arial"/>
                <w:color w:val="000000"/>
                <w:szCs w:val="18"/>
              </w:rPr>
              <w:t>6656</w:t>
            </w:r>
          </w:p>
        </w:tc>
        <w:tc>
          <w:tcPr>
            <w:tcW w:w="1057" w:type="dxa"/>
            <w:tcBorders>
              <w:top w:val="nil"/>
              <w:left w:val="nil"/>
              <w:bottom w:val="single" w:sz="4" w:space="0" w:color="auto"/>
              <w:right w:val="single" w:sz="4" w:space="0" w:color="auto"/>
            </w:tcBorders>
            <w:shd w:val="clear" w:color="auto" w:fill="auto"/>
            <w:noWrap/>
            <w:vAlign w:val="center"/>
            <w:hideMark/>
          </w:tcPr>
          <w:p w14:paraId="517C1A0F"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1008B4A"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CEC678E"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044D8BFB" w14:textId="77777777" w:rsidR="004C7B7E" w:rsidRPr="00835F44" w:rsidRDefault="004C7B7E" w:rsidP="000F533E">
            <w:pPr>
              <w:pStyle w:val="TAC"/>
            </w:pPr>
            <w:r>
              <w:rPr>
                <w:rFonts w:cs="Arial"/>
                <w:color w:val="000000"/>
                <w:szCs w:val="18"/>
              </w:rPr>
              <w:t>20064</w:t>
            </w:r>
          </w:p>
        </w:tc>
        <w:tc>
          <w:tcPr>
            <w:tcW w:w="1127" w:type="dxa"/>
            <w:tcBorders>
              <w:top w:val="nil"/>
              <w:left w:val="nil"/>
              <w:bottom w:val="single" w:sz="4" w:space="0" w:color="auto"/>
              <w:right w:val="single" w:sz="4" w:space="0" w:color="auto"/>
            </w:tcBorders>
            <w:shd w:val="clear" w:color="auto" w:fill="auto"/>
            <w:noWrap/>
            <w:vAlign w:val="center"/>
            <w:hideMark/>
          </w:tcPr>
          <w:p w14:paraId="2DFFC40C" w14:textId="77777777" w:rsidR="004C7B7E" w:rsidRPr="00835F44" w:rsidRDefault="004C7B7E" w:rsidP="000F533E">
            <w:pPr>
              <w:pStyle w:val="TAC"/>
            </w:pPr>
            <w:r>
              <w:rPr>
                <w:rFonts w:cs="Arial"/>
                <w:color w:val="000000"/>
                <w:szCs w:val="18"/>
              </w:rPr>
              <w:t>5016</w:t>
            </w:r>
          </w:p>
        </w:tc>
      </w:tr>
      <w:tr w:rsidR="004C7B7E" w:rsidRPr="00835F44" w14:paraId="4FB5236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7734083"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B7EC279" w14:textId="77777777" w:rsidR="004C7B7E" w:rsidRPr="00835F44" w:rsidRDefault="004C7B7E" w:rsidP="000F533E">
            <w:pPr>
              <w:pStyle w:val="TAC"/>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hideMark/>
          </w:tcPr>
          <w:p w14:paraId="38F7707A"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7A2CDF8"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BC447D0"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0403AA31" w14:textId="77777777" w:rsidR="004C7B7E" w:rsidRPr="00835F44" w:rsidRDefault="004C7B7E" w:rsidP="000F533E">
            <w:pPr>
              <w:pStyle w:val="TAC"/>
            </w:pPr>
            <w:r>
              <w:rPr>
                <w:rFonts w:cs="Arial"/>
                <w:color w:val="000000"/>
                <w:szCs w:val="18"/>
              </w:rPr>
              <w:t>6784</w:t>
            </w:r>
          </w:p>
        </w:tc>
        <w:tc>
          <w:tcPr>
            <w:tcW w:w="1057" w:type="dxa"/>
            <w:tcBorders>
              <w:top w:val="nil"/>
              <w:left w:val="nil"/>
              <w:bottom w:val="single" w:sz="4" w:space="0" w:color="auto"/>
              <w:right w:val="single" w:sz="4" w:space="0" w:color="auto"/>
            </w:tcBorders>
            <w:shd w:val="clear" w:color="auto" w:fill="auto"/>
            <w:noWrap/>
            <w:vAlign w:val="center"/>
            <w:hideMark/>
          </w:tcPr>
          <w:p w14:paraId="1BA4D30C"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D414482"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BEDFE33"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243DD59A" w14:textId="77777777" w:rsidR="004C7B7E" w:rsidRPr="00835F44" w:rsidRDefault="004C7B7E" w:rsidP="000F533E">
            <w:pPr>
              <w:pStyle w:val="TAC"/>
            </w:pPr>
            <w:r>
              <w:rPr>
                <w:rFonts w:cs="Arial"/>
                <w:color w:val="000000"/>
                <w:szCs w:val="18"/>
              </w:rPr>
              <w:t>20592</w:t>
            </w:r>
          </w:p>
        </w:tc>
        <w:tc>
          <w:tcPr>
            <w:tcW w:w="1127" w:type="dxa"/>
            <w:tcBorders>
              <w:top w:val="nil"/>
              <w:left w:val="nil"/>
              <w:bottom w:val="single" w:sz="4" w:space="0" w:color="auto"/>
              <w:right w:val="single" w:sz="4" w:space="0" w:color="auto"/>
            </w:tcBorders>
            <w:shd w:val="clear" w:color="auto" w:fill="auto"/>
            <w:noWrap/>
            <w:vAlign w:val="center"/>
            <w:hideMark/>
          </w:tcPr>
          <w:p w14:paraId="73383E26" w14:textId="77777777" w:rsidR="004C7B7E" w:rsidRPr="00835F44" w:rsidRDefault="004C7B7E" w:rsidP="000F533E">
            <w:pPr>
              <w:pStyle w:val="TAC"/>
            </w:pPr>
            <w:r>
              <w:rPr>
                <w:rFonts w:cs="Arial"/>
                <w:color w:val="000000"/>
                <w:szCs w:val="18"/>
              </w:rPr>
              <w:t>5148</w:t>
            </w:r>
          </w:p>
        </w:tc>
      </w:tr>
      <w:tr w:rsidR="004C7B7E" w:rsidRPr="00835F44" w14:paraId="3F6F8D3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31BF9F6"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514084" w14:textId="77777777" w:rsidR="004C7B7E" w:rsidRPr="00835F44" w:rsidRDefault="004C7B7E" w:rsidP="000F533E">
            <w:pPr>
              <w:pStyle w:val="TAC"/>
            </w:pPr>
            <w:r>
              <w:rPr>
                <w:rFonts w:cs="Arial"/>
                <w:color w:val="000000"/>
                <w:szCs w:val="18"/>
              </w:rPr>
              <w:t>40</w:t>
            </w:r>
          </w:p>
        </w:tc>
        <w:tc>
          <w:tcPr>
            <w:tcW w:w="967" w:type="dxa"/>
            <w:tcBorders>
              <w:top w:val="nil"/>
              <w:left w:val="nil"/>
              <w:bottom w:val="single" w:sz="4" w:space="0" w:color="auto"/>
              <w:right w:val="single" w:sz="4" w:space="0" w:color="auto"/>
            </w:tcBorders>
            <w:shd w:val="clear" w:color="auto" w:fill="auto"/>
            <w:noWrap/>
            <w:vAlign w:val="center"/>
            <w:hideMark/>
          </w:tcPr>
          <w:p w14:paraId="2F24BC08"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F4E3B99"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67513B5D"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25F565F" w14:textId="77777777" w:rsidR="004C7B7E" w:rsidRPr="00835F44" w:rsidRDefault="004C7B7E" w:rsidP="000F533E">
            <w:pPr>
              <w:pStyle w:val="TAC"/>
            </w:pPr>
            <w:r>
              <w:rPr>
                <w:rFonts w:cs="Arial"/>
                <w:color w:val="000000"/>
                <w:szCs w:val="18"/>
              </w:rPr>
              <w:t>7040</w:t>
            </w:r>
          </w:p>
        </w:tc>
        <w:tc>
          <w:tcPr>
            <w:tcW w:w="1057" w:type="dxa"/>
            <w:tcBorders>
              <w:top w:val="nil"/>
              <w:left w:val="nil"/>
              <w:bottom w:val="single" w:sz="4" w:space="0" w:color="auto"/>
              <w:right w:val="single" w:sz="4" w:space="0" w:color="auto"/>
            </w:tcBorders>
            <w:shd w:val="clear" w:color="auto" w:fill="auto"/>
            <w:noWrap/>
            <w:vAlign w:val="center"/>
            <w:hideMark/>
          </w:tcPr>
          <w:p w14:paraId="0E815075"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1F85918"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F7EB738" w14:textId="77777777" w:rsidR="004C7B7E" w:rsidRPr="00835F44" w:rsidRDefault="004C7B7E"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B47E6D1" w14:textId="77777777" w:rsidR="004C7B7E" w:rsidRPr="00835F44" w:rsidRDefault="004C7B7E" w:rsidP="000F533E">
            <w:pPr>
              <w:pStyle w:val="TAC"/>
            </w:pPr>
            <w:r>
              <w:rPr>
                <w:rFonts w:cs="Arial"/>
                <w:color w:val="000000"/>
                <w:szCs w:val="18"/>
              </w:rPr>
              <w:t>21120</w:t>
            </w:r>
          </w:p>
        </w:tc>
        <w:tc>
          <w:tcPr>
            <w:tcW w:w="1127" w:type="dxa"/>
            <w:tcBorders>
              <w:top w:val="nil"/>
              <w:left w:val="nil"/>
              <w:bottom w:val="single" w:sz="4" w:space="0" w:color="auto"/>
              <w:right w:val="single" w:sz="4" w:space="0" w:color="auto"/>
            </w:tcBorders>
            <w:shd w:val="clear" w:color="auto" w:fill="auto"/>
            <w:noWrap/>
            <w:vAlign w:val="center"/>
            <w:hideMark/>
          </w:tcPr>
          <w:p w14:paraId="506EA2FC" w14:textId="77777777" w:rsidR="004C7B7E" w:rsidRPr="00835F44" w:rsidRDefault="004C7B7E" w:rsidP="000F533E">
            <w:pPr>
              <w:pStyle w:val="TAC"/>
            </w:pPr>
            <w:r>
              <w:rPr>
                <w:rFonts w:cs="Arial"/>
                <w:color w:val="000000"/>
                <w:szCs w:val="18"/>
              </w:rPr>
              <w:t>5280</w:t>
            </w:r>
          </w:p>
        </w:tc>
      </w:tr>
      <w:tr w:rsidR="004C7B7E" w:rsidRPr="00835F44" w14:paraId="6414333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5885D01" w14:textId="77777777" w:rsidR="004C7B7E" w:rsidRPr="00835F44" w:rsidRDefault="004C7B7E"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B64BEC9" w14:textId="77777777" w:rsidR="004C7B7E" w:rsidRDefault="004C7B7E" w:rsidP="000F533E">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72F81389"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2126BE7"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tcPr>
          <w:p w14:paraId="07C23D96"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tcPr>
          <w:p w14:paraId="41C14D9A" w14:textId="77777777" w:rsidR="004C7B7E" w:rsidRDefault="004C7B7E" w:rsidP="000F533E">
            <w:pPr>
              <w:pStyle w:val="TAC"/>
              <w:rPr>
                <w:rFonts w:cs="Arial"/>
                <w:color w:val="000000"/>
                <w:szCs w:val="18"/>
              </w:rPr>
            </w:pPr>
            <w:r>
              <w:rPr>
                <w:rFonts w:cs="Arial"/>
                <w:color w:val="000000"/>
                <w:szCs w:val="18"/>
              </w:rPr>
              <w:t>8192</w:t>
            </w:r>
          </w:p>
        </w:tc>
        <w:tc>
          <w:tcPr>
            <w:tcW w:w="1057" w:type="dxa"/>
            <w:tcBorders>
              <w:top w:val="nil"/>
              <w:left w:val="nil"/>
              <w:bottom w:val="single" w:sz="4" w:space="0" w:color="auto"/>
              <w:right w:val="single" w:sz="4" w:space="0" w:color="auto"/>
            </w:tcBorders>
            <w:shd w:val="clear" w:color="auto" w:fill="auto"/>
            <w:noWrap/>
            <w:vAlign w:val="center"/>
          </w:tcPr>
          <w:p w14:paraId="2FCAE9EF"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67D3943"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D0A8519" w14:textId="77777777" w:rsidR="004C7B7E" w:rsidRDefault="004C7B7E"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7A0EE0A" w14:textId="77777777" w:rsidR="004C7B7E" w:rsidRDefault="004C7B7E" w:rsidP="000F533E">
            <w:pPr>
              <w:pStyle w:val="TAC"/>
              <w:rPr>
                <w:rFonts w:cs="Arial"/>
                <w:color w:val="000000"/>
                <w:szCs w:val="18"/>
              </w:rPr>
            </w:pPr>
            <w:r>
              <w:rPr>
                <w:rFonts w:cs="Arial"/>
                <w:color w:val="000000"/>
                <w:szCs w:val="18"/>
              </w:rPr>
              <w:t>24816</w:t>
            </w:r>
          </w:p>
        </w:tc>
        <w:tc>
          <w:tcPr>
            <w:tcW w:w="1127" w:type="dxa"/>
            <w:tcBorders>
              <w:top w:val="nil"/>
              <w:left w:val="nil"/>
              <w:bottom w:val="single" w:sz="4" w:space="0" w:color="auto"/>
              <w:right w:val="single" w:sz="4" w:space="0" w:color="auto"/>
            </w:tcBorders>
            <w:shd w:val="clear" w:color="auto" w:fill="auto"/>
            <w:noWrap/>
            <w:vAlign w:val="center"/>
          </w:tcPr>
          <w:p w14:paraId="73D8ED4A" w14:textId="77777777" w:rsidR="004C7B7E" w:rsidRDefault="004C7B7E" w:rsidP="000F533E">
            <w:pPr>
              <w:pStyle w:val="TAC"/>
              <w:rPr>
                <w:rFonts w:cs="Arial"/>
                <w:color w:val="000000"/>
                <w:szCs w:val="18"/>
              </w:rPr>
            </w:pPr>
            <w:r>
              <w:rPr>
                <w:rFonts w:cs="Arial"/>
                <w:color w:val="000000"/>
                <w:szCs w:val="18"/>
              </w:rPr>
              <w:t>6204</w:t>
            </w:r>
          </w:p>
        </w:tc>
      </w:tr>
      <w:tr w:rsidR="004C7B7E" w:rsidRPr="00835F44" w14:paraId="2DC5417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5FE484E"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728CB6D" w14:textId="77777777" w:rsidR="004C7B7E" w:rsidRPr="00835F44" w:rsidRDefault="004C7B7E" w:rsidP="000F533E">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3310EE70"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2B98105C"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03B872D1"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61963C9" w14:textId="77777777" w:rsidR="004C7B7E" w:rsidRPr="00835F44" w:rsidRDefault="004C7B7E" w:rsidP="000F533E">
            <w:pPr>
              <w:pStyle w:val="TAC"/>
            </w:pPr>
            <w:r>
              <w:rPr>
                <w:rFonts w:cs="Arial"/>
                <w:color w:val="000000"/>
                <w:szCs w:val="18"/>
              </w:rPr>
              <w:t>8968</w:t>
            </w:r>
          </w:p>
        </w:tc>
        <w:tc>
          <w:tcPr>
            <w:tcW w:w="1057" w:type="dxa"/>
            <w:tcBorders>
              <w:top w:val="nil"/>
              <w:left w:val="nil"/>
              <w:bottom w:val="single" w:sz="4" w:space="0" w:color="auto"/>
              <w:right w:val="single" w:sz="4" w:space="0" w:color="auto"/>
            </w:tcBorders>
            <w:shd w:val="clear" w:color="auto" w:fill="auto"/>
            <w:noWrap/>
            <w:vAlign w:val="center"/>
            <w:hideMark/>
          </w:tcPr>
          <w:p w14:paraId="27160823"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342F2B2"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A655130"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BE84C97" w14:textId="77777777" w:rsidR="004C7B7E" w:rsidRPr="00835F44" w:rsidRDefault="004C7B7E" w:rsidP="000F533E">
            <w:pPr>
              <w:pStyle w:val="TAC"/>
            </w:pPr>
            <w:r>
              <w:rPr>
                <w:rFonts w:cs="Arial"/>
                <w:color w:val="000000"/>
                <w:szCs w:val="18"/>
              </w:rPr>
              <w:t>26928</w:t>
            </w:r>
          </w:p>
        </w:tc>
        <w:tc>
          <w:tcPr>
            <w:tcW w:w="1127" w:type="dxa"/>
            <w:tcBorders>
              <w:top w:val="nil"/>
              <w:left w:val="nil"/>
              <w:bottom w:val="single" w:sz="4" w:space="0" w:color="auto"/>
              <w:right w:val="single" w:sz="4" w:space="0" w:color="auto"/>
            </w:tcBorders>
            <w:shd w:val="clear" w:color="auto" w:fill="auto"/>
            <w:noWrap/>
            <w:vAlign w:val="center"/>
            <w:hideMark/>
          </w:tcPr>
          <w:p w14:paraId="49CF38DD" w14:textId="77777777" w:rsidR="004C7B7E" w:rsidRPr="00835F44" w:rsidRDefault="004C7B7E" w:rsidP="000F533E">
            <w:pPr>
              <w:pStyle w:val="TAC"/>
            </w:pPr>
            <w:r>
              <w:rPr>
                <w:rFonts w:cs="Arial"/>
                <w:color w:val="000000"/>
                <w:szCs w:val="18"/>
              </w:rPr>
              <w:t>6732</w:t>
            </w:r>
          </w:p>
        </w:tc>
      </w:tr>
      <w:tr w:rsidR="004C7B7E" w:rsidRPr="00835F44" w14:paraId="2EF5840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36C46A6"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BDF036D" w14:textId="77777777" w:rsidR="004C7B7E" w:rsidRPr="00835F44" w:rsidRDefault="004C7B7E" w:rsidP="000F533E">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6593647B"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282B47F"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4B5368F8"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9EEBD19" w14:textId="77777777" w:rsidR="004C7B7E" w:rsidRPr="00835F44" w:rsidRDefault="004C7B7E" w:rsidP="000F533E">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36D93B1A"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6BD382D"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420E71E"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D4F62C2" w14:textId="77777777" w:rsidR="004C7B7E" w:rsidRPr="00835F44" w:rsidRDefault="004C7B7E" w:rsidP="000F533E">
            <w:pPr>
              <w:pStyle w:val="TAC"/>
            </w:pPr>
            <w:r>
              <w:rPr>
                <w:rFonts w:cs="Arial"/>
                <w:color w:val="000000"/>
                <w:szCs w:val="18"/>
              </w:rPr>
              <w:t>27456</w:t>
            </w:r>
          </w:p>
        </w:tc>
        <w:tc>
          <w:tcPr>
            <w:tcW w:w="1127" w:type="dxa"/>
            <w:tcBorders>
              <w:top w:val="nil"/>
              <w:left w:val="nil"/>
              <w:bottom w:val="single" w:sz="4" w:space="0" w:color="auto"/>
              <w:right w:val="single" w:sz="4" w:space="0" w:color="auto"/>
            </w:tcBorders>
            <w:shd w:val="clear" w:color="auto" w:fill="auto"/>
            <w:noWrap/>
            <w:vAlign w:val="center"/>
            <w:hideMark/>
          </w:tcPr>
          <w:p w14:paraId="498C85CA" w14:textId="77777777" w:rsidR="004C7B7E" w:rsidRPr="00835F44" w:rsidRDefault="004C7B7E" w:rsidP="000F533E">
            <w:pPr>
              <w:pStyle w:val="TAC"/>
            </w:pPr>
            <w:r>
              <w:rPr>
                <w:rFonts w:cs="Arial"/>
                <w:color w:val="000000"/>
                <w:szCs w:val="18"/>
              </w:rPr>
              <w:t>6864</w:t>
            </w:r>
          </w:p>
        </w:tc>
      </w:tr>
      <w:tr w:rsidR="004C7B7E" w:rsidRPr="00835F44" w14:paraId="14BB3E5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BD5EA3D"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887F1C2" w14:textId="77777777" w:rsidR="004C7B7E" w:rsidRPr="00835F44" w:rsidRDefault="004C7B7E" w:rsidP="000F533E">
            <w:pPr>
              <w:pStyle w:val="TAC"/>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hideMark/>
          </w:tcPr>
          <w:p w14:paraId="1252AA3F"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859F5A7"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E31B512"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53FC7696" w14:textId="77777777" w:rsidR="004C7B7E" w:rsidRPr="00835F44" w:rsidRDefault="004C7B7E" w:rsidP="000F533E">
            <w:pPr>
              <w:pStyle w:val="TAC"/>
            </w:pPr>
            <w:r>
              <w:rPr>
                <w:rFonts w:cs="Arial"/>
                <w:color w:val="000000"/>
                <w:szCs w:val="18"/>
              </w:rPr>
              <w:t>9224</w:t>
            </w:r>
          </w:p>
        </w:tc>
        <w:tc>
          <w:tcPr>
            <w:tcW w:w="1057" w:type="dxa"/>
            <w:tcBorders>
              <w:top w:val="nil"/>
              <w:left w:val="nil"/>
              <w:bottom w:val="single" w:sz="4" w:space="0" w:color="auto"/>
              <w:right w:val="single" w:sz="4" w:space="0" w:color="auto"/>
            </w:tcBorders>
            <w:shd w:val="clear" w:color="auto" w:fill="auto"/>
            <w:noWrap/>
            <w:vAlign w:val="center"/>
            <w:hideMark/>
          </w:tcPr>
          <w:p w14:paraId="175E4CDC"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7B74AC6"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DBC3FE8"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9EC870A" w14:textId="77777777" w:rsidR="004C7B7E" w:rsidRPr="00835F44" w:rsidRDefault="004C7B7E" w:rsidP="000F533E">
            <w:pPr>
              <w:pStyle w:val="TAC"/>
            </w:pPr>
            <w:r>
              <w:rPr>
                <w:rFonts w:cs="Arial"/>
                <w:color w:val="000000"/>
                <w:szCs w:val="18"/>
              </w:rPr>
              <w:t>27984</w:t>
            </w:r>
          </w:p>
        </w:tc>
        <w:tc>
          <w:tcPr>
            <w:tcW w:w="1127" w:type="dxa"/>
            <w:tcBorders>
              <w:top w:val="nil"/>
              <w:left w:val="nil"/>
              <w:bottom w:val="single" w:sz="4" w:space="0" w:color="auto"/>
              <w:right w:val="single" w:sz="4" w:space="0" w:color="auto"/>
            </w:tcBorders>
            <w:shd w:val="clear" w:color="auto" w:fill="auto"/>
            <w:noWrap/>
            <w:vAlign w:val="center"/>
            <w:hideMark/>
          </w:tcPr>
          <w:p w14:paraId="320569DE" w14:textId="77777777" w:rsidR="004C7B7E" w:rsidRPr="00835F44" w:rsidRDefault="004C7B7E" w:rsidP="000F533E">
            <w:pPr>
              <w:pStyle w:val="TAC"/>
            </w:pPr>
            <w:r>
              <w:rPr>
                <w:rFonts w:cs="Arial"/>
                <w:color w:val="000000"/>
                <w:szCs w:val="18"/>
              </w:rPr>
              <w:t>6996</w:t>
            </w:r>
          </w:p>
        </w:tc>
      </w:tr>
      <w:tr w:rsidR="004C7B7E" w:rsidRPr="00835F44" w14:paraId="59BC857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E528D01"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FF8488F" w14:textId="77777777" w:rsidR="004C7B7E" w:rsidRPr="00835F44" w:rsidRDefault="004C7B7E" w:rsidP="000F533E">
            <w:pPr>
              <w:pStyle w:val="TAC"/>
            </w:pPr>
            <w:r>
              <w:rPr>
                <w:rFonts w:cs="Arial"/>
                <w:color w:val="000000"/>
                <w:szCs w:val="18"/>
              </w:rPr>
              <w:t>54</w:t>
            </w:r>
          </w:p>
        </w:tc>
        <w:tc>
          <w:tcPr>
            <w:tcW w:w="967" w:type="dxa"/>
            <w:tcBorders>
              <w:top w:val="nil"/>
              <w:left w:val="nil"/>
              <w:bottom w:val="single" w:sz="4" w:space="0" w:color="auto"/>
              <w:right w:val="single" w:sz="4" w:space="0" w:color="auto"/>
            </w:tcBorders>
            <w:shd w:val="clear" w:color="auto" w:fill="auto"/>
            <w:noWrap/>
            <w:vAlign w:val="center"/>
            <w:hideMark/>
          </w:tcPr>
          <w:p w14:paraId="2304970E"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223A65E"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2CB2130E"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4691CEB0" w14:textId="77777777" w:rsidR="004C7B7E" w:rsidRPr="00835F44" w:rsidRDefault="004C7B7E" w:rsidP="000F533E">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62B3152B"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B400DA8"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358A340"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A7B9115" w14:textId="77777777" w:rsidR="004C7B7E" w:rsidRPr="00835F44" w:rsidRDefault="004C7B7E" w:rsidP="000F533E">
            <w:pPr>
              <w:pStyle w:val="TAC"/>
            </w:pPr>
            <w:r>
              <w:rPr>
                <w:rFonts w:cs="Arial"/>
                <w:color w:val="000000"/>
                <w:szCs w:val="18"/>
              </w:rPr>
              <w:t>28512</w:t>
            </w:r>
          </w:p>
        </w:tc>
        <w:tc>
          <w:tcPr>
            <w:tcW w:w="1127" w:type="dxa"/>
            <w:tcBorders>
              <w:top w:val="nil"/>
              <w:left w:val="nil"/>
              <w:bottom w:val="single" w:sz="4" w:space="0" w:color="auto"/>
              <w:right w:val="single" w:sz="4" w:space="0" w:color="auto"/>
            </w:tcBorders>
            <w:shd w:val="clear" w:color="auto" w:fill="auto"/>
            <w:noWrap/>
            <w:vAlign w:val="center"/>
            <w:hideMark/>
          </w:tcPr>
          <w:p w14:paraId="2179D3BC" w14:textId="77777777" w:rsidR="004C7B7E" w:rsidRPr="00835F44" w:rsidRDefault="004C7B7E" w:rsidP="000F533E">
            <w:pPr>
              <w:pStyle w:val="TAC"/>
            </w:pPr>
            <w:r>
              <w:rPr>
                <w:rFonts w:cs="Arial"/>
                <w:color w:val="000000"/>
                <w:szCs w:val="18"/>
              </w:rPr>
              <w:t>7128</w:t>
            </w:r>
          </w:p>
        </w:tc>
      </w:tr>
      <w:tr w:rsidR="004C7B7E" w:rsidRPr="00835F44" w14:paraId="1602EC4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05A4DCD"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3678432" w14:textId="77777777" w:rsidR="004C7B7E" w:rsidRPr="00835F44" w:rsidRDefault="004C7B7E" w:rsidP="000F533E">
            <w:pPr>
              <w:pStyle w:val="TAC"/>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hideMark/>
          </w:tcPr>
          <w:p w14:paraId="05473A06"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889B313"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5A7B0E6"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3D3A4EF5" w14:textId="77777777" w:rsidR="004C7B7E" w:rsidRPr="00835F44" w:rsidRDefault="004C7B7E" w:rsidP="000F533E">
            <w:pPr>
              <w:pStyle w:val="TAC"/>
            </w:pPr>
            <w:r>
              <w:rPr>
                <w:rFonts w:cs="Arial"/>
                <w:color w:val="000000"/>
                <w:szCs w:val="18"/>
              </w:rPr>
              <w:t>10760</w:t>
            </w:r>
          </w:p>
        </w:tc>
        <w:tc>
          <w:tcPr>
            <w:tcW w:w="1057" w:type="dxa"/>
            <w:tcBorders>
              <w:top w:val="nil"/>
              <w:left w:val="nil"/>
              <w:bottom w:val="single" w:sz="4" w:space="0" w:color="auto"/>
              <w:right w:val="single" w:sz="4" w:space="0" w:color="auto"/>
            </w:tcBorders>
            <w:shd w:val="clear" w:color="auto" w:fill="auto"/>
            <w:noWrap/>
            <w:vAlign w:val="center"/>
            <w:hideMark/>
          </w:tcPr>
          <w:p w14:paraId="00F3D9F6"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5FD5463"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29B1F47"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140BA673" w14:textId="77777777" w:rsidR="004C7B7E" w:rsidRPr="00835F44" w:rsidRDefault="004C7B7E" w:rsidP="000F533E">
            <w:pPr>
              <w:pStyle w:val="TAC"/>
            </w:pPr>
            <w:r>
              <w:rPr>
                <w:rFonts w:cs="Arial"/>
                <w:color w:val="000000"/>
                <w:szCs w:val="18"/>
              </w:rPr>
              <w:t>32208</w:t>
            </w:r>
          </w:p>
        </w:tc>
        <w:tc>
          <w:tcPr>
            <w:tcW w:w="1127" w:type="dxa"/>
            <w:tcBorders>
              <w:top w:val="nil"/>
              <w:left w:val="nil"/>
              <w:bottom w:val="single" w:sz="4" w:space="0" w:color="auto"/>
              <w:right w:val="single" w:sz="4" w:space="0" w:color="auto"/>
            </w:tcBorders>
            <w:shd w:val="clear" w:color="auto" w:fill="auto"/>
            <w:noWrap/>
            <w:vAlign w:val="center"/>
            <w:hideMark/>
          </w:tcPr>
          <w:p w14:paraId="1DFD35BA" w14:textId="77777777" w:rsidR="004C7B7E" w:rsidRPr="00835F44" w:rsidRDefault="004C7B7E" w:rsidP="000F533E">
            <w:pPr>
              <w:pStyle w:val="TAC"/>
            </w:pPr>
            <w:r>
              <w:rPr>
                <w:rFonts w:cs="Arial"/>
                <w:color w:val="000000"/>
                <w:szCs w:val="18"/>
              </w:rPr>
              <w:t>8052</w:t>
            </w:r>
          </w:p>
        </w:tc>
      </w:tr>
      <w:tr w:rsidR="004C7B7E" w:rsidRPr="00835F44" w14:paraId="6DAD70B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2F8833"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F88B5EC" w14:textId="77777777" w:rsidR="004C7B7E" w:rsidRPr="00835F44" w:rsidRDefault="004C7B7E" w:rsidP="000F533E">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3AB8196E"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3B46867"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B161048"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87B8455" w14:textId="77777777" w:rsidR="004C7B7E" w:rsidRPr="00835F44" w:rsidRDefault="004C7B7E" w:rsidP="000F533E">
            <w:pPr>
              <w:pStyle w:val="TAC"/>
            </w:pPr>
            <w:r>
              <w:rPr>
                <w:rFonts w:cs="Arial"/>
                <w:color w:val="000000"/>
                <w:szCs w:val="18"/>
              </w:rPr>
              <w:t>11272</w:t>
            </w:r>
          </w:p>
        </w:tc>
        <w:tc>
          <w:tcPr>
            <w:tcW w:w="1057" w:type="dxa"/>
            <w:tcBorders>
              <w:top w:val="nil"/>
              <w:left w:val="nil"/>
              <w:bottom w:val="single" w:sz="4" w:space="0" w:color="auto"/>
              <w:right w:val="single" w:sz="4" w:space="0" w:color="auto"/>
            </w:tcBorders>
            <w:shd w:val="clear" w:color="auto" w:fill="auto"/>
            <w:noWrap/>
            <w:vAlign w:val="center"/>
            <w:hideMark/>
          </w:tcPr>
          <w:p w14:paraId="55907331"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19FEF20"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FA56DAD"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586D5186" w14:textId="77777777" w:rsidR="004C7B7E" w:rsidRPr="00835F44" w:rsidRDefault="004C7B7E" w:rsidP="000F533E">
            <w:pPr>
              <w:pStyle w:val="TAC"/>
            </w:pPr>
            <w:r>
              <w:rPr>
                <w:rFonts w:cs="Arial"/>
                <w:color w:val="000000"/>
                <w:szCs w:val="18"/>
              </w:rPr>
              <w:t>34320</w:t>
            </w:r>
          </w:p>
        </w:tc>
        <w:tc>
          <w:tcPr>
            <w:tcW w:w="1127" w:type="dxa"/>
            <w:tcBorders>
              <w:top w:val="nil"/>
              <w:left w:val="nil"/>
              <w:bottom w:val="single" w:sz="4" w:space="0" w:color="auto"/>
              <w:right w:val="single" w:sz="4" w:space="0" w:color="auto"/>
            </w:tcBorders>
            <w:shd w:val="clear" w:color="auto" w:fill="auto"/>
            <w:noWrap/>
            <w:vAlign w:val="center"/>
            <w:hideMark/>
          </w:tcPr>
          <w:p w14:paraId="74DD6D0D" w14:textId="77777777" w:rsidR="004C7B7E" w:rsidRPr="00835F44" w:rsidRDefault="004C7B7E" w:rsidP="000F533E">
            <w:pPr>
              <w:pStyle w:val="TAC"/>
            </w:pPr>
            <w:r>
              <w:rPr>
                <w:rFonts w:cs="Arial"/>
                <w:color w:val="000000"/>
                <w:szCs w:val="18"/>
              </w:rPr>
              <w:t>8580</w:t>
            </w:r>
          </w:p>
        </w:tc>
      </w:tr>
      <w:tr w:rsidR="004C7B7E" w:rsidRPr="00835F44" w14:paraId="166D99B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1CA63B7"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C603CB8" w14:textId="77777777" w:rsidR="004C7B7E" w:rsidRPr="00835F44" w:rsidRDefault="004C7B7E" w:rsidP="000F533E">
            <w:pPr>
              <w:pStyle w:val="TAC"/>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hideMark/>
          </w:tcPr>
          <w:p w14:paraId="5306457F"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2A4ED22"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C29FC94"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71CBA1B0" w14:textId="77777777" w:rsidR="004C7B7E" w:rsidRPr="00835F44" w:rsidRDefault="004C7B7E" w:rsidP="000F533E">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2C06DABE"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E0283F7"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18D6582"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087C10B6" w14:textId="77777777" w:rsidR="004C7B7E" w:rsidRPr="00835F44" w:rsidRDefault="004C7B7E" w:rsidP="000F533E">
            <w:pPr>
              <w:pStyle w:val="TAC"/>
            </w:pPr>
            <w:r>
              <w:rPr>
                <w:rFonts w:cs="Arial"/>
                <w:color w:val="000000"/>
                <w:szCs w:val="18"/>
              </w:rPr>
              <w:t>35376</w:t>
            </w:r>
          </w:p>
        </w:tc>
        <w:tc>
          <w:tcPr>
            <w:tcW w:w="1127" w:type="dxa"/>
            <w:tcBorders>
              <w:top w:val="nil"/>
              <w:left w:val="nil"/>
              <w:bottom w:val="single" w:sz="4" w:space="0" w:color="auto"/>
              <w:right w:val="single" w:sz="4" w:space="0" w:color="auto"/>
            </w:tcBorders>
            <w:shd w:val="clear" w:color="auto" w:fill="auto"/>
            <w:noWrap/>
            <w:vAlign w:val="center"/>
            <w:hideMark/>
          </w:tcPr>
          <w:p w14:paraId="1A99B97C" w14:textId="77777777" w:rsidR="004C7B7E" w:rsidRPr="00835F44" w:rsidRDefault="004C7B7E" w:rsidP="000F533E">
            <w:pPr>
              <w:pStyle w:val="TAC"/>
            </w:pPr>
            <w:r>
              <w:rPr>
                <w:rFonts w:cs="Arial"/>
                <w:color w:val="000000"/>
                <w:szCs w:val="18"/>
              </w:rPr>
              <w:t>8844</w:t>
            </w:r>
          </w:p>
        </w:tc>
      </w:tr>
      <w:tr w:rsidR="004C7B7E" w:rsidRPr="00835F44" w14:paraId="7E2D08D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5AE1EBB"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3DD8FFA" w14:textId="77777777" w:rsidR="004C7B7E" w:rsidRPr="00835F44" w:rsidRDefault="004C7B7E" w:rsidP="000F533E">
            <w:pPr>
              <w:pStyle w:val="TAC"/>
            </w:pPr>
            <w:r>
              <w:rPr>
                <w:rFonts w:cs="Arial"/>
                <w:color w:val="000000"/>
                <w:szCs w:val="18"/>
              </w:rPr>
              <w:t>68</w:t>
            </w:r>
          </w:p>
        </w:tc>
        <w:tc>
          <w:tcPr>
            <w:tcW w:w="967" w:type="dxa"/>
            <w:tcBorders>
              <w:top w:val="nil"/>
              <w:left w:val="nil"/>
              <w:bottom w:val="single" w:sz="4" w:space="0" w:color="auto"/>
              <w:right w:val="single" w:sz="4" w:space="0" w:color="auto"/>
            </w:tcBorders>
            <w:shd w:val="clear" w:color="auto" w:fill="auto"/>
            <w:noWrap/>
            <w:vAlign w:val="center"/>
            <w:hideMark/>
          </w:tcPr>
          <w:p w14:paraId="65E92B75"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D3505D7"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362DD6E2"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7996469" w14:textId="77777777" w:rsidR="004C7B7E" w:rsidRPr="00835F44" w:rsidRDefault="004C7B7E" w:rsidP="000F533E">
            <w:pPr>
              <w:pStyle w:val="TAC"/>
            </w:pPr>
            <w:r>
              <w:rPr>
                <w:rFonts w:cs="Arial"/>
                <w:color w:val="000000"/>
                <w:szCs w:val="18"/>
              </w:rPr>
              <w:t>11784</w:t>
            </w:r>
          </w:p>
        </w:tc>
        <w:tc>
          <w:tcPr>
            <w:tcW w:w="1057" w:type="dxa"/>
            <w:tcBorders>
              <w:top w:val="nil"/>
              <w:left w:val="nil"/>
              <w:bottom w:val="single" w:sz="4" w:space="0" w:color="auto"/>
              <w:right w:val="single" w:sz="4" w:space="0" w:color="auto"/>
            </w:tcBorders>
            <w:shd w:val="clear" w:color="auto" w:fill="auto"/>
            <w:noWrap/>
            <w:vAlign w:val="center"/>
            <w:hideMark/>
          </w:tcPr>
          <w:p w14:paraId="72ADCE7B"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0D749AF"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E3281F0"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62AF92FA" w14:textId="77777777" w:rsidR="004C7B7E" w:rsidRPr="00835F44" w:rsidRDefault="004C7B7E" w:rsidP="000F533E">
            <w:pPr>
              <w:pStyle w:val="TAC"/>
            </w:pPr>
            <w:r>
              <w:rPr>
                <w:rFonts w:cs="Arial"/>
                <w:color w:val="000000"/>
                <w:szCs w:val="18"/>
              </w:rPr>
              <w:t>35904</w:t>
            </w:r>
          </w:p>
        </w:tc>
        <w:tc>
          <w:tcPr>
            <w:tcW w:w="1127" w:type="dxa"/>
            <w:tcBorders>
              <w:top w:val="nil"/>
              <w:left w:val="nil"/>
              <w:bottom w:val="single" w:sz="4" w:space="0" w:color="auto"/>
              <w:right w:val="single" w:sz="4" w:space="0" w:color="auto"/>
            </w:tcBorders>
            <w:shd w:val="clear" w:color="auto" w:fill="auto"/>
            <w:noWrap/>
            <w:vAlign w:val="center"/>
            <w:hideMark/>
          </w:tcPr>
          <w:p w14:paraId="04A662E8" w14:textId="77777777" w:rsidR="004C7B7E" w:rsidRPr="00835F44" w:rsidRDefault="004C7B7E" w:rsidP="000F533E">
            <w:pPr>
              <w:pStyle w:val="TAC"/>
            </w:pPr>
            <w:r>
              <w:rPr>
                <w:rFonts w:cs="Arial"/>
                <w:color w:val="000000"/>
                <w:szCs w:val="18"/>
              </w:rPr>
              <w:t>8976</w:t>
            </w:r>
          </w:p>
        </w:tc>
      </w:tr>
      <w:tr w:rsidR="004C7B7E" w:rsidRPr="00835F44" w14:paraId="27EBE49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20B9008A" w14:textId="77777777" w:rsidR="004C7B7E" w:rsidRPr="00835F44" w:rsidRDefault="004C7B7E"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4567F47" w14:textId="77777777" w:rsidR="004C7B7E" w:rsidRPr="00835F44" w:rsidRDefault="004C7B7E" w:rsidP="000F533E">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355DBC22" w14:textId="77777777" w:rsidR="004C7B7E" w:rsidRPr="00835F44" w:rsidRDefault="004C7B7E"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8072935" w14:textId="77777777" w:rsidR="004C7B7E" w:rsidRPr="00835F44" w:rsidRDefault="004C7B7E" w:rsidP="000F533E">
            <w:pPr>
              <w:pStyle w:val="TAC"/>
            </w:pPr>
            <w:r>
              <w:rPr>
                <w:rFonts w:cs="Arial"/>
                <w:color w:val="000000"/>
                <w:szCs w:val="18"/>
              </w:rPr>
              <w:t>16QAM</w:t>
            </w:r>
          </w:p>
        </w:tc>
        <w:tc>
          <w:tcPr>
            <w:tcW w:w="890" w:type="dxa"/>
            <w:tcBorders>
              <w:top w:val="nil"/>
              <w:left w:val="nil"/>
              <w:bottom w:val="single" w:sz="4" w:space="0" w:color="auto"/>
              <w:right w:val="single" w:sz="4" w:space="0" w:color="auto"/>
            </w:tcBorders>
            <w:shd w:val="clear" w:color="auto" w:fill="auto"/>
            <w:noWrap/>
            <w:vAlign w:val="center"/>
            <w:hideMark/>
          </w:tcPr>
          <w:p w14:paraId="75C4D3AE" w14:textId="77777777" w:rsidR="004C7B7E" w:rsidRPr="00835F44" w:rsidRDefault="004C7B7E" w:rsidP="000F533E">
            <w:pPr>
              <w:pStyle w:val="TAC"/>
            </w:pPr>
            <w:r>
              <w:rPr>
                <w:rFonts w:cs="Arial"/>
                <w:color w:val="000000"/>
                <w:szCs w:val="18"/>
              </w:rPr>
              <w:t>10</w:t>
            </w:r>
          </w:p>
        </w:tc>
        <w:tc>
          <w:tcPr>
            <w:tcW w:w="926" w:type="dxa"/>
            <w:tcBorders>
              <w:top w:val="nil"/>
              <w:left w:val="nil"/>
              <w:bottom w:val="single" w:sz="4" w:space="0" w:color="auto"/>
              <w:right w:val="single" w:sz="4" w:space="0" w:color="auto"/>
            </w:tcBorders>
            <w:shd w:val="clear" w:color="auto" w:fill="auto"/>
            <w:noWrap/>
            <w:vAlign w:val="center"/>
            <w:hideMark/>
          </w:tcPr>
          <w:p w14:paraId="1AF9BCF7" w14:textId="77777777" w:rsidR="004C7B7E" w:rsidRPr="00835F44" w:rsidRDefault="004C7B7E" w:rsidP="000F533E">
            <w:pPr>
              <w:pStyle w:val="TAC"/>
            </w:pPr>
            <w:r>
              <w:rPr>
                <w:rFonts w:cs="Arial"/>
                <w:color w:val="000000"/>
                <w:szCs w:val="18"/>
              </w:rPr>
              <w:t>13576</w:t>
            </w:r>
          </w:p>
        </w:tc>
        <w:tc>
          <w:tcPr>
            <w:tcW w:w="1057" w:type="dxa"/>
            <w:tcBorders>
              <w:top w:val="nil"/>
              <w:left w:val="nil"/>
              <w:bottom w:val="single" w:sz="4" w:space="0" w:color="auto"/>
              <w:right w:val="single" w:sz="4" w:space="0" w:color="auto"/>
            </w:tcBorders>
            <w:shd w:val="clear" w:color="auto" w:fill="auto"/>
            <w:noWrap/>
            <w:vAlign w:val="center"/>
            <w:hideMark/>
          </w:tcPr>
          <w:p w14:paraId="79D301DB" w14:textId="77777777" w:rsidR="004C7B7E" w:rsidRPr="00835F44" w:rsidRDefault="004C7B7E"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2EFB1C41" w14:textId="77777777" w:rsidR="004C7B7E" w:rsidRPr="00835F44" w:rsidRDefault="004C7B7E"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277C074" w14:textId="77777777" w:rsidR="004C7B7E" w:rsidRPr="00835F44" w:rsidRDefault="004C7B7E"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71F0FFC" w14:textId="77777777" w:rsidR="004C7B7E" w:rsidRPr="00835F44" w:rsidRDefault="004C7B7E" w:rsidP="000F533E">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7DB51B79" w14:textId="77777777" w:rsidR="004C7B7E" w:rsidRPr="00835F44" w:rsidRDefault="004C7B7E" w:rsidP="000F533E">
            <w:pPr>
              <w:pStyle w:val="TAC"/>
            </w:pPr>
            <w:r>
              <w:rPr>
                <w:rFonts w:cs="Arial"/>
                <w:color w:val="000000"/>
                <w:szCs w:val="18"/>
              </w:rPr>
              <w:t>10296</w:t>
            </w:r>
          </w:p>
        </w:tc>
      </w:tr>
      <w:tr w:rsidR="004C7B7E" w:rsidRPr="00835F44" w14:paraId="71821B19"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C995F"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B848D4E" w14:textId="77777777" w:rsidR="004C7B7E" w:rsidRPr="003E5DC8" w:rsidRDefault="004C7B7E" w:rsidP="000F533E">
            <w:pPr>
              <w:pStyle w:val="TAC"/>
            </w:pPr>
            <w:r>
              <w:rPr>
                <w:rFonts w:cs="Arial"/>
                <w:color w:val="000000"/>
                <w:szCs w:val="18"/>
              </w:rPr>
              <w:t>79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72DC13A" w14:textId="77777777" w:rsidR="004C7B7E" w:rsidRPr="003E5DC8" w:rsidRDefault="004C7B7E" w:rsidP="000F533E">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15AAA61" w14:textId="77777777" w:rsidR="004C7B7E" w:rsidRPr="003E5DC8" w:rsidRDefault="004C7B7E" w:rsidP="000F533E">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E47430C" w14:textId="77777777" w:rsidR="004C7B7E" w:rsidRPr="003E5DC8" w:rsidRDefault="004C7B7E" w:rsidP="000F533E">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EE40E35" w14:textId="77777777" w:rsidR="004C7B7E" w:rsidRPr="003E5DC8" w:rsidRDefault="004C7B7E" w:rsidP="000F533E">
            <w:pPr>
              <w:pStyle w:val="TAC"/>
            </w:pPr>
            <w:r>
              <w:rPr>
                <w:rFonts w:cs="Arial"/>
                <w:color w:val="000000"/>
                <w:szCs w:val="18"/>
              </w:rPr>
              <w:t>13832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01E1FE" w14:textId="77777777" w:rsidR="004C7B7E" w:rsidRPr="003E5DC8" w:rsidRDefault="004C7B7E" w:rsidP="000F533E">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947A5D7" w14:textId="77777777" w:rsidR="004C7B7E" w:rsidRPr="003E5DC8" w:rsidRDefault="004C7B7E" w:rsidP="000F533E">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CB1F769" w14:textId="77777777" w:rsidR="004C7B7E" w:rsidRPr="003E5DC8" w:rsidRDefault="004C7B7E" w:rsidP="000F533E">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26D2381" w14:textId="77777777" w:rsidR="004C7B7E" w:rsidRPr="003E5DC8" w:rsidRDefault="004C7B7E" w:rsidP="000F533E">
            <w:pPr>
              <w:pStyle w:val="TAC"/>
            </w:pPr>
            <w:r>
              <w:rPr>
                <w:rFonts w:cs="Arial"/>
                <w:color w:val="000000"/>
                <w:szCs w:val="18"/>
              </w:rPr>
              <w:t>41712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FF7D3B8" w14:textId="77777777" w:rsidR="004C7B7E" w:rsidRPr="003E5DC8" w:rsidRDefault="004C7B7E" w:rsidP="000F533E">
            <w:pPr>
              <w:pStyle w:val="TAC"/>
            </w:pPr>
            <w:r>
              <w:rPr>
                <w:rFonts w:cs="Arial"/>
                <w:color w:val="000000"/>
                <w:szCs w:val="18"/>
              </w:rPr>
              <w:t>10428</w:t>
            </w:r>
          </w:p>
        </w:tc>
      </w:tr>
      <w:tr w:rsidR="004C7B7E" w:rsidRPr="00835F44" w14:paraId="158228F0"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68572"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D4A2787" w14:textId="77777777" w:rsidR="004C7B7E" w:rsidRPr="003E5DC8" w:rsidRDefault="004C7B7E" w:rsidP="000F533E">
            <w:pPr>
              <w:pStyle w:val="TAC"/>
            </w:pPr>
            <w:r>
              <w:rPr>
                <w:rFonts w:cs="Arial"/>
                <w:color w:val="000000"/>
                <w:szCs w:val="18"/>
              </w:rPr>
              <w:t>80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0DB39F6" w14:textId="77777777" w:rsidR="004C7B7E" w:rsidRPr="003E5DC8" w:rsidRDefault="004C7B7E" w:rsidP="000F533E">
            <w:pPr>
              <w:pStyle w:val="TAC"/>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54B7CFD" w14:textId="77777777" w:rsidR="004C7B7E" w:rsidRPr="003E5DC8" w:rsidRDefault="004C7B7E" w:rsidP="000F533E">
            <w:pPr>
              <w:pStyle w:val="TAC"/>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C06E1F5" w14:textId="77777777" w:rsidR="004C7B7E" w:rsidRPr="003E5DC8" w:rsidRDefault="004C7B7E" w:rsidP="000F533E">
            <w:pPr>
              <w:pStyle w:val="TAC"/>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F174AFF" w14:textId="77777777" w:rsidR="004C7B7E" w:rsidRPr="003E5DC8" w:rsidRDefault="004C7B7E" w:rsidP="000F533E">
            <w:pPr>
              <w:pStyle w:val="TAC"/>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BA4EE0D" w14:textId="77777777" w:rsidR="004C7B7E" w:rsidRPr="003E5DC8" w:rsidRDefault="004C7B7E" w:rsidP="000F533E">
            <w:pPr>
              <w:pStyle w:val="TAC"/>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14D6BA0" w14:textId="77777777" w:rsidR="004C7B7E" w:rsidRPr="003E5DC8" w:rsidRDefault="004C7B7E" w:rsidP="000F533E">
            <w:pPr>
              <w:pStyle w:val="TAC"/>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2269931" w14:textId="77777777" w:rsidR="004C7B7E" w:rsidRPr="003E5DC8" w:rsidRDefault="004C7B7E" w:rsidP="000F533E">
            <w:pPr>
              <w:pStyle w:val="TAC"/>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6DCFABE4" w14:textId="77777777" w:rsidR="004C7B7E" w:rsidRPr="003E5DC8" w:rsidRDefault="004C7B7E" w:rsidP="000F533E">
            <w:pPr>
              <w:pStyle w:val="TAC"/>
            </w:pPr>
            <w:r>
              <w:rPr>
                <w:rFonts w:cs="Arial"/>
                <w:color w:val="000000"/>
                <w:szCs w:val="18"/>
              </w:rPr>
              <w:t>42240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3022CEC" w14:textId="77777777" w:rsidR="004C7B7E" w:rsidRPr="003E5DC8" w:rsidRDefault="004C7B7E" w:rsidP="000F533E">
            <w:pPr>
              <w:pStyle w:val="TAC"/>
            </w:pPr>
            <w:r>
              <w:rPr>
                <w:rFonts w:cs="Arial"/>
                <w:color w:val="000000"/>
                <w:szCs w:val="18"/>
              </w:rPr>
              <w:t>10560</w:t>
            </w:r>
          </w:p>
        </w:tc>
      </w:tr>
      <w:tr w:rsidR="004C7B7E" w:rsidRPr="00835F44" w14:paraId="7E2EC02B"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93270"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7C0D5D2" w14:textId="77777777" w:rsidR="004C7B7E" w:rsidRDefault="004C7B7E" w:rsidP="000F533E">
            <w:pPr>
              <w:pStyle w:val="TAC"/>
              <w:rPr>
                <w:rFonts w:cs="Arial"/>
                <w:color w:val="000000"/>
                <w:szCs w:val="18"/>
              </w:rPr>
            </w:pPr>
            <w:r>
              <w:rPr>
                <w:rFonts w:cs="Arial"/>
                <w:color w:val="000000"/>
                <w:szCs w:val="18"/>
              </w:rPr>
              <w:t>81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BD798AF"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909184F"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CF68B62"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94DEBAB" w14:textId="77777777" w:rsidR="004C7B7E" w:rsidRDefault="004C7B7E" w:rsidP="000F533E">
            <w:pPr>
              <w:pStyle w:val="TAC"/>
              <w:rPr>
                <w:rFonts w:cs="Arial"/>
                <w:color w:val="000000"/>
                <w:szCs w:val="18"/>
              </w:rPr>
            </w:pPr>
            <w:r>
              <w:rPr>
                <w:rFonts w:cs="Arial"/>
                <w:color w:val="000000"/>
                <w:szCs w:val="18"/>
              </w:rPr>
              <w:t>14088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7D56DA61"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804C496"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9F66005" w14:textId="77777777" w:rsidR="004C7B7E" w:rsidRDefault="004C7B7E"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BCE7C21" w14:textId="77777777" w:rsidR="004C7B7E" w:rsidRDefault="004C7B7E" w:rsidP="000F533E">
            <w:pPr>
              <w:pStyle w:val="TAC"/>
              <w:rPr>
                <w:rFonts w:cs="Arial"/>
                <w:color w:val="000000"/>
                <w:szCs w:val="18"/>
              </w:rPr>
            </w:pPr>
            <w:r>
              <w:rPr>
                <w:rFonts w:cs="Arial"/>
                <w:color w:val="000000"/>
                <w:szCs w:val="18"/>
              </w:rPr>
              <w:t>42768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B7CCF6F" w14:textId="77777777" w:rsidR="004C7B7E" w:rsidRDefault="004C7B7E" w:rsidP="000F533E">
            <w:pPr>
              <w:pStyle w:val="TAC"/>
              <w:rPr>
                <w:rFonts w:cs="Arial"/>
                <w:color w:val="000000"/>
                <w:szCs w:val="18"/>
              </w:rPr>
            </w:pPr>
            <w:r>
              <w:rPr>
                <w:rFonts w:cs="Arial"/>
                <w:color w:val="000000"/>
                <w:szCs w:val="18"/>
              </w:rPr>
              <w:t>10692</w:t>
            </w:r>
          </w:p>
        </w:tc>
      </w:tr>
      <w:tr w:rsidR="004C7B7E" w:rsidRPr="00835F44" w14:paraId="6C74EB90"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F32B9"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A99BBD9" w14:textId="77777777" w:rsidR="004C7B7E" w:rsidRDefault="004C7B7E" w:rsidP="000F533E">
            <w:pPr>
              <w:pStyle w:val="TAC"/>
              <w:rPr>
                <w:rFonts w:cs="Arial"/>
                <w:color w:val="000000"/>
                <w:szCs w:val="18"/>
              </w:rPr>
            </w:pPr>
            <w:r>
              <w:rPr>
                <w:rFonts w:cs="Arial"/>
                <w:color w:val="000000"/>
                <w:szCs w:val="18"/>
              </w:rPr>
              <w:t>93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6C84919"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CA9390C"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2FE4996"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05A0398" w14:textId="77777777" w:rsidR="004C7B7E" w:rsidRDefault="004C7B7E" w:rsidP="000F533E">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8489AB0"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4631BD1"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92EFE82" w14:textId="77777777" w:rsidR="004C7B7E" w:rsidRDefault="004C7B7E"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AE6BC69" w14:textId="77777777" w:rsidR="004C7B7E" w:rsidRDefault="004C7B7E" w:rsidP="000F533E">
            <w:pPr>
              <w:pStyle w:val="TAC"/>
              <w:rPr>
                <w:rFonts w:cs="Arial"/>
                <w:color w:val="000000"/>
                <w:szCs w:val="18"/>
              </w:rPr>
            </w:pPr>
            <w:r>
              <w:rPr>
                <w:rFonts w:cs="Arial"/>
                <w:color w:val="000000"/>
                <w:szCs w:val="18"/>
              </w:rPr>
              <w:t>49404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0D6D34D" w14:textId="77777777" w:rsidR="004C7B7E" w:rsidRDefault="004C7B7E" w:rsidP="000F533E">
            <w:pPr>
              <w:pStyle w:val="TAC"/>
              <w:rPr>
                <w:rFonts w:cs="Arial"/>
                <w:color w:val="000000"/>
                <w:szCs w:val="18"/>
              </w:rPr>
            </w:pPr>
            <w:r>
              <w:rPr>
                <w:rFonts w:cs="Arial"/>
                <w:color w:val="000000"/>
                <w:szCs w:val="18"/>
              </w:rPr>
              <w:t>12276</w:t>
            </w:r>
          </w:p>
        </w:tc>
      </w:tr>
      <w:tr w:rsidR="004C7B7E" w:rsidRPr="00835F44" w14:paraId="2BF5AA53"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DF529"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7331DDA" w14:textId="77777777" w:rsidR="004C7B7E" w:rsidRDefault="004C7B7E" w:rsidP="000F533E">
            <w:pPr>
              <w:pStyle w:val="TAC"/>
              <w:rPr>
                <w:rFonts w:cs="Arial"/>
                <w:color w:val="000000"/>
                <w:szCs w:val="18"/>
              </w:rPr>
            </w:pPr>
            <w:r>
              <w:rPr>
                <w:rFonts w:cs="Arial"/>
                <w:color w:val="000000"/>
                <w:szCs w:val="18"/>
              </w:rPr>
              <w:t>95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F0D2CFB"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27836B88" w14:textId="77777777" w:rsidR="004C7B7E" w:rsidRDefault="004C7B7E" w:rsidP="000F533E">
            <w:pPr>
              <w:pStyle w:val="TAC"/>
              <w:rPr>
                <w:rFonts w:cs="Arial"/>
                <w:color w:val="000000"/>
                <w:szCs w:val="18"/>
              </w:rPr>
            </w:pPr>
            <w:r>
              <w:rPr>
                <w:rFonts w:cs="Arial"/>
                <w:color w:val="000000"/>
                <w:szCs w:val="18"/>
              </w:rPr>
              <w:t>16QMA</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7C10BC8"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3EDED85" w14:textId="77777777" w:rsidR="004C7B7E" w:rsidRDefault="004C7B7E" w:rsidP="000F533E">
            <w:pPr>
              <w:pStyle w:val="TAC"/>
              <w:rPr>
                <w:rFonts w:cs="Arial"/>
                <w:color w:val="000000"/>
                <w:szCs w:val="18"/>
              </w:rPr>
            </w:pPr>
            <w:r>
              <w:rPr>
                <w:rFonts w:cs="Arial"/>
                <w:color w:val="000000"/>
                <w:szCs w:val="18"/>
              </w:rPr>
              <w:t>16392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9BDD685"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2DB5F92"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4EE20CE" w14:textId="77777777" w:rsidR="004C7B7E" w:rsidRDefault="004C7B7E" w:rsidP="000F533E">
            <w:pPr>
              <w:pStyle w:val="TAC"/>
              <w:rPr>
                <w:rFonts w:cs="Arial"/>
                <w:color w:val="000000"/>
                <w:szCs w:val="18"/>
              </w:rPr>
            </w:pPr>
            <w:r>
              <w:rPr>
                <w:rFonts w:cs="Arial"/>
                <w:color w:val="000000"/>
                <w:szCs w:val="18"/>
              </w:rPr>
              <w:t>2</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E6D6497" w14:textId="77777777" w:rsidR="004C7B7E" w:rsidRDefault="004C7B7E" w:rsidP="000F533E">
            <w:pPr>
              <w:pStyle w:val="TAC"/>
              <w:rPr>
                <w:rFonts w:cs="Arial"/>
                <w:color w:val="000000"/>
                <w:szCs w:val="18"/>
              </w:rPr>
            </w:pPr>
            <w:r>
              <w:rPr>
                <w:rFonts w:cs="Arial"/>
                <w:color w:val="000000"/>
                <w:szCs w:val="18"/>
              </w:rPr>
              <w:t>50160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5B8C1F5" w14:textId="77777777" w:rsidR="004C7B7E" w:rsidRDefault="004C7B7E" w:rsidP="000F533E">
            <w:pPr>
              <w:pStyle w:val="TAC"/>
              <w:rPr>
                <w:rFonts w:cs="Arial"/>
                <w:color w:val="000000"/>
                <w:szCs w:val="18"/>
              </w:rPr>
            </w:pPr>
            <w:r>
              <w:rPr>
                <w:rFonts w:cs="Arial"/>
                <w:color w:val="000000"/>
                <w:szCs w:val="18"/>
              </w:rPr>
              <w:t>12540</w:t>
            </w:r>
          </w:p>
        </w:tc>
      </w:tr>
      <w:tr w:rsidR="004C7B7E" w:rsidRPr="00835F44" w14:paraId="349ECD13"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3EF39"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84D129B" w14:textId="77777777" w:rsidR="004C7B7E" w:rsidRDefault="004C7B7E" w:rsidP="000F533E">
            <w:pPr>
              <w:pStyle w:val="TAC"/>
              <w:rPr>
                <w:rFonts w:cs="Arial"/>
                <w:color w:val="000000"/>
                <w:szCs w:val="18"/>
              </w:rPr>
            </w:pPr>
            <w:r>
              <w:rPr>
                <w:rFonts w:cs="Arial"/>
                <w:color w:val="000000"/>
                <w:szCs w:val="18"/>
              </w:rPr>
              <w:t>106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FCFA749"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0C5199B4"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1823D5F"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6C793B14" w14:textId="77777777" w:rsidR="004C7B7E" w:rsidRDefault="004C7B7E" w:rsidP="000F533E">
            <w:pPr>
              <w:pStyle w:val="TAC"/>
              <w:rPr>
                <w:rFonts w:cs="Arial"/>
                <w:color w:val="000000"/>
                <w:szCs w:val="18"/>
              </w:rPr>
            </w:pPr>
            <w:r>
              <w:rPr>
                <w:rFonts w:cs="Arial"/>
                <w:color w:val="000000"/>
                <w:szCs w:val="18"/>
              </w:rPr>
              <w:t>18432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1DC58BE"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7D4528D7"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13CCCAC"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484CA1B" w14:textId="77777777" w:rsidR="004C7B7E" w:rsidRDefault="004C7B7E" w:rsidP="000F533E">
            <w:pPr>
              <w:pStyle w:val="TAC"/>
              <w:rPr>
                <w:rFonts w:cs="Arial"/>
                <w:color w:val="000000"/>
                <w:szCs w:val="18"/>
              </w:rPr>
            </w:pPr>
            <w:r>
              <w:rPr>
                <w:rFonts w:cs="Arial"/>
                <w:color w:val="000000"/>
                <w:szCs w:val="18"/>
              </w:rPr>
              <w:t>55968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54A7608" w14:textId="77777777" w:rsidR="004C7B7E" w:rsidRDefault="004C7B7E" w:rsidP="000F533E">
            <w:pPr>
              <w:pStyle w:val="TAC"/>
              <w:rPr>
                <w:rFonts w:cs="Arial"/>
                <w:color w:val="000000"/>
                <w:szCs w:val="18"/>
              </w:rPr>
            </w:pPr>
            <w:r>
              <w:rPr>
                <w:rFonts w:cs="Arial"/>
                <w:color w:val="000000"/>
                <w:szCs w:val="18"/>
              </w:rPr>
              <w:t>13992</w:t>
            </w:r>
          </w:p>
        </w:tc>
      </w:tr>
      <w:tr w:rsidR="004C7B7E" w:rsidRPr="00835F44" w14:paraId="0A9ACF86"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E2645"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47F1323" w14:textId="77777777" w:rsidR="004C7B7E" w:rsidRDefault="004C7B7E" w:rsidP="000F533E">
            <w:pPr>
              <w:pStyle w:val="TAC"/>
              <w:rPr>
                <w:rFonts w:cs="Arial"/>
                <w:color w:val="000000"/>
                <w:szCs w:val="18"/>
              </w:rPr>
            </w:pPr>
            <w:r>
              <w:rPr>
                <w:rFonts w:cs="Arial"/>
                <w:color w:val="000000"/>
                <w:szCs w:val="18"/>
              </w:rPr>
              <w:t>107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A0DF909"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517A782"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7820CE1"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334E7BC" w14:textId="77777777" w:rsidR="004C7B7E" w:rsidRDefault="004C7B7E" w:rsidP="000F533E">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FAAE287"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9C1169B"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F8D0FAC"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19F31BF" w14:textId="77777777" w:rsidR="004C7B7E" w:rsidRDefault="004C7B7E" w:rsidP="000F533E">
            <w:pPr>
              <w:pStyle w:val="TAC"/>
              <w:rPr>
                <w:rFonts w:cs="Arial"/>
                <w:color w:val="000000"/>
                <w:szCs w:val="18"/>
              </w:rPr>
            </w:pPr>
            <w:r>
              <w:rPr>
                <w:rFonts w:cs="Arial"/>
                <w:color w:val="000000"/>
                <w:szCs w:val="18"/>
              </w:rPr>
              <w:t>56496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3443465" w14:textId="77777777" w:rsidR="004C7B7E" w:rsidRDefault="004C7B7E" w:rsidP="000F533E">
            <w:pPr>
              <w:pStyle w:val="TAC"/>
              <w:rPr>
                <w:rFonts w:cs="Arial"/>
                <w:color w:val="000000"/>
                <w:szCs w:val="18"/>
              </w:rPr>
            </w:pPr>
            <w:r>
              <w:rPr>
                <w:rFonts w:cs="Arial"/>
                <w:color w:val="000000"/>
                <w:szCs w:val="18"/>
              </w:rPr>
              <w:t>14124</w:t>
            </w:r>
          </w:p>
        </w:tc>
      </w:tr>
      <w:tr w:rsidR="004C7B7E" w:rsidRPr="00835F44" w14:paraId="60D93E8E"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8106F"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63B5A79" w14:textId="77777777" w:rsidR="004C7B7E" w:rsidRDefault="004C7B7E" w:rsidP="000F533E">
            <w:pPr>
              <w:pStyle w:val="TAC"/>
              <w:rPr>
                <w:rFonts w:cs="Arial"/>
                <w:color w:val="000000"/>
                <w:szCs w:val="18"/>
              </w:rPr>
            </w:pPr>
            <w:r>
              <w:rPr>
                <w:rFonts w:cs="Arial"/>
                <w:color w:val="000000"/>
                <w:szCs w:val="18"/>
              </w:rPr>
              <w:t>108</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E0AC06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D831CB5"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9F132EE"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53BB2DE" w14:textId="77777777" w:rsidR="004C7B7E" w:rsidRDefault="004C7B7E" w:rsidP="000F533E">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E49E9C2"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4997BBC"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F2CC758"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3E851F7" w14:textId="77777777" w:rsidR="004C7B7E" w:rsidRDefault="004C7B7E" w:rsidP="000F533E">
            <w:pPr>
              <w:pStyle w:val="TAC"/>
              <w:rPr>
                <w:rFonts w:cs="Arial"/>
                <w:color w:val="000000"/>
                <w:szCs w:val="18"/>
              </w:rPr>
            </w:pPr>
            <w:r>
              <w:rPr>
                <w:rFonts w:cs="Arial"/>
                <w:color w:val="000000"/>
                <w:szCs w:val="18"/>
              </w:rPr>
              <w:t>57024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29D1FCA" w14:textId="77777777" w:rsidR="004C7B7E" w:rsidRDefault="004C7B7E" w:rsidP="000F533E">
            <w:pPr>
              <w:pStyle w:val="TAC"/>
              <w:rPr>
                <w:rFonts w:cs="Arial"/>
                <w:color w:val="000000"/>
                <w:szCs w:val="18"/>
              </w:rPr>
            </w:pPr>
            <w:r>
              <w:rPr>
                <w:rFonts w:cs="Arial"/>
                <w:color w:val="000000"/>
                <w:szCs w:val="18"/>
              </w:rPr>
              <w:t>14256</w:t>
            </w:r>
          </w:p>
        </w:tc>
      </w:tr>
      <w:tr w:rsidR="004C7B7E" w:rsidRPr="00835F44" w14:paraId="09D5D5FA"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1B3F2"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38A0F3AD" w14:textId="77777777" w:rsidR="004C7B7E" w:rsidRDefault="004C7B7E" w:rsidP="000F533E">
            <w:pPr>
              <w:pStyle w:val="TAC"/>
              <w:rPr>
                <w:rFonts w:cs="Arial"/>
                <w:color w:val="000000"/>
                <w:szCs w:val="18"/>
              </w:rPr>
            </w:pPr>
            <w:r>
              <w:rPr>
                <w:rFonts w:cs="Arial"/>
                <w:color w:val="000000"/>
                <w:szCs w:val="18"/>
              </w:rPr>
              <w:t>109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1B1067F"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F52F706"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CDB868F"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CC5EC92" w14:textId="77777777" w:rsidR="004C7B7E" w:rsidRDefault="004C7B7E" w:rsidP="000F533E">
            <w:pPr>
              <w:pStyle w:val="TAC"/>
              <w:rPr>
                <w:rFonts w:cs="Arial"/>
                <w:color w:val="000000"/>
                <w:szCs w:val="18"/>
              </w:rPr>
            </w:pPr>
            <w:r>
              <w:rPr>
                <w:rFonts w:cs="Arial"/>
                <w:color w:val="000000"/>
                <w:szCs w:val="18"/>
              </w:rPr>
              <w:t>18960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01187F6"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B99C9ED"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5E44F9A"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2CEC439" w14:textId="77777777" w:rsidR="004C7B7E" w:rsidRDefault="004C7B7E" w:rsidP="000F533E">
            <w:pPr>
              <w:pStyle w:val="TAC"/>
              <w:rPr>
                <w:rFonts w:cs="Arial"/>
                <w:color w:val="000000"/>
                <w:szCs w:val="18"/>
              </w:rPr>
            </w:pPr>
            <w:r>
              <w:rPr>
                <w:rFonts w:cs="Arial"/>
                <w:color w:val="000000"/>
                <w:szCs w:val="18"/>
              </w:rPr>
              <w:t>57552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14AB385" w14:textId="77777777" w:rsidR="004C7B7E" w:rsidRDefault="004C7B7E" w:rsidP="000F533E">
            <w:pPr>
              <w:pStyle w:val="TAC"/>
              <w:rPr>
                <w:rFonts w:cs="Arial"/>
                <w:color w:val="000000"/>
                <w:szCs w:val="18"/>
              </w:rPr>
            </w:pPr>
            <w:r>
              <w:rPr>
                <w:rFonts w:cs="Arial"/>
                <w:color w:val="000000"/>
                <w:szCs w:val="18"/>
              </w:rPr>
              <w:t>14388</w:t>
            </w:r>
          </w:p>
        </w:tc>
      </w:tr>
      <w:tr w:rsidR="004C7B7E" w:rsidRPr="00835F44" w14:paraId="03D1B489"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E976F"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72845F54" w14:textId="77777777" w:rsidR="004C7B7E" w:rsidRDefault="004C7B7E" w:rsidP="000F533E">
            <w:pPr>
              <w:pStyle w:val="TAC"/>
              <w:rPr>
                <w:rFonts w:cs="Arial"/>
                <w:color w:val="000000"/>
                <w:szCs w:val="18"/>
              </w:rPr>
            </w:pPr>
            <w:r>
              <w:rPr>
                <w:rFonts w:cs="Arial"/>
                <w:color w:val="000000"/>
                <w:szCs w:val="18"/>
              </w:rPr>
              <w:t>121</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B4A09D5"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42681502"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DFAC565"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8737B1A" w14:textId="77777777" w:rsidR="004C7B7E" w:rsidRDefault="004C7B7E" w:rsidP="000F533E">
            <w:pPr>
              <w:pStyle w:val="TAC"/>
              <w:rPr>
                <w:rFonts w:cs="Arial"/>
                <w:color w:val="000000"/>
                <w:szCs w:val="18"/>
              </w:rPr>
            </w:pPr>
            <w:r>
              <w:rPr>
                <w:rFonts w:cs="Arial"/>
                <w:color w:val="000000"/>
                <w:szCs w:val="18"/>
              </w:rPr>
              <w:t>21000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1464BE4"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0DA538E"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22C42D61"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B0D9DF4" w14:textId="77777777" w:rsidR="004C7B7E" w:rsidRDefault="004C7B7E" w:rsidP="000F533E">
            <w:pPr>
              <w:pStyle w:val="TAC"/>
              <w:rPr>
                <w:rFonts w:cs="Arial"/>
                <w:color w:val="000000"/>
                <w:szCs w:val="18"/>
              </w:rPr>
            </w:pPr>
            <w:r>
              <w:rPr>
                <w:rFonts w:cs="Arial"/>
                <w:color w:val="000000"/>
                <w:szCs w:val="18"/>
              </w:rPr>
              <w:t>63888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47190ED" w14:textId="77777777" w:rsidR="004C7B7E" w:rsidRDefault="004C7B7E" w:rsidP="000F533E">
            <w:pPr>
              <w:pStyle w:val="TAC"/>
              <w:rPr>
                <w:rFonts w:cs="Arial"/>
                <w:color w:val="000000"/>
                <w:szCs w:val="18"/>
              </w:rPr>
            </w:pPr>
            <w:r>
              <w:rPr>
                <w:rFonts w:cs="Arial"/>
                <w:color w:val="000000"/>
                <w:szCs w:val="18"/>
              </w:rPr>
              <w:t>15972</w:t>
            </w:r>
          </w:p>
        </w:tc>
      </w:tr>
      <w:tr w:rsidR="004C7B7E" w:rsidRPr="00835F44" w14:paraId="677ADD6A"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7967B"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124B4B2" w14:textId="77777777" w:rsidR="004C7B7E" w:rsidRDefault="004C7B7E" w:rsidP="000F533E">
            <w:pPr>
              <w:pStyle w:val="TAC"/>
              <w:rPr>
                <w:rFonts w:cs="Arial"/>
                <w:color w:val="000000"/>
                <w:szCs w:val="18"/>
              </w:rPr>
            </w:pPr>
            <w:r>
              <w:rPr>
                <w:rFonts w:cs="Arial"/>
                <w:color w:val="000000"/>
                <w:szCs w:val="18"/>
              </w:rPr>
              <w:t>123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34B321"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8C8E81C"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6E7D4792"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572F9E3B" w14:textId="77777777" w:rsidR="004C7B7E" w:rsidRDefault="004C7B7E" w:rsidP="000F533E">
            <w:pPr>
              <w:pStyle w:val="TAC"/>
              <w:rPr>
                <w:rFonts w:cs="Arial"/>
                <w:color w:val="000000"/>
                <w:szCs w:val="18"/>
              </w:rPr>
            </w:pPr>
            <w:r>
              <w:rPr>
                <w:rFonts w:cs="Arial"/>
                <w:color w:val="000000"/>
                <w:szCs w:val="18"/>
              </w:rPr>
              <w:t>21504</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8D61061"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73F3600"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F0772E5"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1BCF8D51" w14:textId="77777777" w:rsidR="004C7B7E" w:rsidRDefault="004C7B7E" w:rsidP="000F533E">
            <w:pPr>
              <w:pStyle w:val="TAC"/>
              <w:rPr>
                <w:rFonts w:cs="Arial"/>
                <w:color w:val="000000"/>
                <w:szCs w:val="18"/>
              </w:rPr>
            </w:pPr>
            <w:r>
              <w:rPr>
                <w:rFonts w:cs="Arial"/>
                <w:color w:val="000000"/>
                <w:szCs w:val="18"/>
              </w:rPr>
              <w:t>64944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46D12E7" w14:textId="77777777" w:rsidR="004C7B7E" w:rsidRDefault="004C7B7E" w:rsidP="000F533E">
            <w:pPr>
              <w:pStyle w:val="TAC"/>
              <w:rPr>
                <w:rFonts w:cs="Arial"/>
                <w:color w:val="000000"/>
                <w:szCs w:val="18"/>
              </w:rPr>
            </w:pPr>
            <w:r>
              <w:rPr>
                <w:rFonts w:cs="Arial"/>
                <w:color w:val="000000"/>
                <w:szCs w:val="18"/>
              </w:rPr>
              <w:t>16236</w:t>
            </w:r>
          </w:p>
        </w:tc>
      </w:tr>
      <w:tr w:rsidR="004C7B7E" w:rsidRPr="00835F44" w14:paraId="5E319687"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D1FDE"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40C8B3A" w14:textId="77777777" w:rsidR="004C7B7E" w:rsidRDefault="004C7B7E" w:rsidP="000F533E">
            <w:pPr>
              <w:pStyle w:val="TAC"/>
              <w:rPr>
                <w:rFonts w:cs="Arial"/>
                <w:color w:val="000000"/>
                <w:szCs w:val="18"/>
              </w:rPr>
            </w:pPr>
            <w:r>
              <w:rPr>
                <w:rFonts w:cs="Arial"/>
                <w:color w:val="000000"/>
                <w:szCs w:val="18"/>
              </w:rPr>
              <w:t>133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045E20C"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3FDC61E"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9A64BFB"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BBDC948" w14:textId="77777777" w:rsidR="004C7B7E" w:rsidRDefault="004C7B7E" w:rsidP="000F533E">
            <w:pPr>
              <w:pStyle w:val="TAC"/>
              <w:rPr>
                <w:rFonts w:cs="Arial"/>
                <w:color w:val="000000"/>
                <w:szCs w:val="18"/>
              </w:rPr>
            </w:pPr>
            <w:r>
              <w:rPr>
                <w:rFonts w:cs="Arial"/>
                <w:color w:val="000000"/>
                <w:szCs w:val="18"/>
              </w:rPr>
              <w:t>23040</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0ADF949E"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3E55337C"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5A4FDD4"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5AA896F" w14:textId="77777777" w:rsidR="004C7B7E" w:rsidRDefault="004C7B7E" w:rsidP="000F533E">
            <w:pPr>
              <w:pStyle w:val="TAC"/>
              <w:rPr>
                <w:rFonts w:cs="Arial"/>
                <w:color w:val="000000"/>
                <w:szCs w:val="18"/>
              </w:rPr>
            </w:pPr>
            <w:r>
              <w:rPr>
                <w:rFonts w:cs="Arial"/>
                <w:color w:val="000000"/>
                <w:szCs w:val="18"/>
              </w:rPr>
              <w:t>70224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A670B83" w14:textId="77777777" w:rsidR="004C7B7E" w:rsidRDefault="004C7B7E" w:rsidP="000F533E">
            <w:pPr>
              <w:pStyle w:val="TAC"/>
              <w:rPr>
                <w:rFonts w:cs="Arial"/>
                <w:color w:val="000000"/>
                <w:szCs w:val="18"/>
              </w:rPr>
            </w:pPr>
            <w:r>
              <w:rPr>
                <w:rFonts w:cs="Arial"/>
                <w:color w:val="000000"/>
                <w:szCs w:val="18"/>
              </w:rPr>
              <w:t>17556</w:t>
            </w:r>
          </w:p>
        </w:tc>
      </w:tr>
      <w:tr w:rsidR="004C7B7E" w:rsidRPr="00835F44" w14:paraId="53B60127"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88F49"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94DBFFB" w14:textId="77777777" w:rsidR="004C7B7E" w:rsidRDefault="004C7B7E" w:rsidP="000F533E">
            <w:pPr>
              <w:pStyle w:val="TAC"/>
              <w:rPr>
                <w:rFonts w:cs="Arial"/>
                <w:color w:val="000000"/>
                <w:szCs w:val="18"/>
              </w:rPr>
            </w:pPr>
            <w:r>
              <w:rPr>
                <w:rFonts w:cs="Arial"/>
                <w:color w:val="000000"/>
                <w:szCs w:val="18"/>
              </w:rPr>
              <w:t>135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6CADF9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FEFA047"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6E4C57F"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31795CCC" w14:textId="77777777" w:rsidR="004C7B7E" w:rsidRDefault="004C7B7E" w:rsidP="000F533E">
            <w:pPr>
              <w:pStyle w:val="TAC"/>
              <w:rPr>
                <w:rFonts w:cs="Arial"/>
                <w:color w:val="000000"/>
                <w:szCs w:val="18"/>
              </w:rPr>
            </w:pPr>
            <w:r>
              <w:rPr>
                <w:rFonts w:cs="Arial"/>
                <w:color w:val="000000"/>
                <w:szCs w:val="18"/>
              </w:rPr>
              <w:t>23568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7E9D8C6"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12DF588"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B310E76"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0404BD95" w14:textId="77777777" w:rsidR="004C7B7E" w:rsidRDefault="004C7B7E" w:rsidP="000F533E">
            <w:pPr>
              <w:pStyle w:val="TAC"/>
              <w:rPr>
                <w:rFonts w:cs="Arial"/>
                <w:color w:val="000000"/>
                <w:szCs w:val="18"/>
              </w:rPr>
            </w:pPr>
            <w:r>
              <w:rPr>
                <w:rFonts w:cs="Arial"/>
                <w:color w:val="000000"/>
                <w:szCs w:val="18"/>
              </w:rPr>
              <w:t>71280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4E9AD9C" w14:textId="77777777" w:rsidR="004C7B7E" w:rsidRDefault="004C7B7E" w:rsidP="000F533E">
            <w:pPr>
              <w:pStyle w:val="TAC"/>
              <w:rPr>
                <w:rFonts w:cs="Arial"/>
                <w:color w:val="000000"/>
                <w:szCs w:val="18"/>
              </w:rPr>
            </w:pPr>
            <w:r>
              <w:rPr>
                <w:rFonts w:cs="Arial"/>
                <w:color w:val="000000"/>
                <w:szCs w:val="18"/>
              </w:rPr>
              <w:t>17820</w:t>
            </w:r>
          </w:p>
        </w:tc>
      </w:tr>
      <w:tr w:rsidR="004C7B7E" w:rsidRPr="00835F44" w14:paraId="6AFDE4F5"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719F3"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108B3E85" w14:textId="77777777" w:rsidR="004C7B7E" w:rsidRDefault="004C7B7E" w:rsidP="000F533E">
            <w:pPr>
              <w:pStyle w:val="TAC"/>
              <w:rPr>
                <w:rFonts w:cs="Arial"/>
                <w:color w:val="000000"/>
                <w:szCs w:val="18"/>
              </w:rPr>
            </w:pPr>
            <w:r>
              <w:rPr>
                <w:rFonts w:cs="Arial"/>
                <w:color w:val="000000"/>
                <w:szCs w:val="18"/>
              </w:rPr>
              <w:t>137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8EA337B"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BC5D43E"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F6C3134"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4A87A33" w14:textId="77777777" w:rsidR="004C7B7E" w:rsidRDefault="004C7B7E" w:rsidP="000F533E">
            <w:pPr>
              <w:pStyle w:val="TAC"/>
              <w:rPr>
                <w:rFonts w:cs="Arial"/>
                <w:color w:val="000000"/>
                <w:szCs w:val="18"/>
              </w:rPr>
            </w:pPr>
            <w:r>
              <w:rPr>
                <w:rFonts w:cs="Arial"/>
                <w:color w:val="000000"/>
                <w:szCs w:val="18"/>
              </w:rPr>
              <w:t>24072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64B5FE"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8A6A559"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C21F329" w14:textId="77777777" w:rsidR="004C7B7E" w:rsidRDefault="004C7B7E" w:rsidP="000F533E">
            <w:pPr>
              <w:pStyle w:val="TAC"/>
              <w:rPr>
                <w:rFonts w:cs="Arial"/>
                <w:color w:val="000000"/>
                <w:szCs w:val="18"/>
              </w:rPr>
            </w:pPr>
            <w:r>
              <w:rPr>
                <w:rFonts w:cs="Arial"/>
                <w:color w:val="000000"/>
                <w:szCs w:val="18"/>
              </w:rPr>
              <w:t>3</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D7A7610" w14:textId="77777777" w:rsidR="004C7B7E" w:rsidRDefault="004C7B7E" w:rsidP="000F533E">
            <w:pPr>
              <w:pStyle w:val="TAC"/>
              <w:rPr>
                <w:rFonts w:cs="Arial"/>
                <w:color w:val="000000"/>
                <w:szCs w:val="18"/>
              </w:rPr>
            </w:pPr>
            <w:r>
              <w:rPr>
                <w:rFonts w:cs="Arial"/>
                <w:color w:val="000000"/>
                <w:szCs w:val="18"/>
              </w:rPr>
              <w:t>72336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E101B8E" w14:textId="77777777" w:rsidR="004C7B7E" w:rsidRDefault="004C7B7E" w:rsidP="000F533E">
            <w:pPr>
              <w:pStyle w:val="TAC"/>
              <w:rPr>
                <w:rFonts w:cs="Arial"/>
                <w:color w:val="000000"/>
                <w:szCs w:val="18"/>
              </w:rPr>
            </w:pPr>
            <w:r>
              <w:rPr>
                <w:rFonts w:cs="Arial"/>
                <w:color w:val="000000"/>
                <w:szCs w:val="18"/>
              </w:rPr>
              <w:t>18084</w:t>
            </w:r>
          </w:p>
        </w:tc>
      </w:tr>
      <w:tr w:rsidR="004C7B7E" w:rsidRPr="00835F44" w14:paraId="1D7EA741"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58B0F"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BF48242" w14:textId="77777777" w:rsidR="004C7B7E" w:rsidRDefault="004C7B7E" w:rsidP="000F533E">
            <w:pPr>
              <w:pStyle w:val="TAC"/>
              <w:rPr>
                <w:rFonts w:cs="Arial"/>
                <w:color w:val="000000"/>
                <w:szCs w:val="18"/>
              </w:rPr>
            </w:pPr>
            <w:r>
              <w:rPr>
                <w:rFonts w:cs="Arial"/>
                <w:color w:val="000000"/>
                <w:szCs w:val="18"/>
              </w:rPr>
              <w:t>160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E360694"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19A72520"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3C47E96F"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2DD312A1" w14:textId="77777777" w:rsidR="004C7B7E" w:rsidRDefault="004C7B7E" w:rsidP="000F533E">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157E7306"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2F0F5A10"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AFEEA15" w14:textId="77777777" w:rsidR="004C7B7E" w:rsidRDefault="004C7B7E"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0671267" w14:textId="77777777" w:rsidR="004C7B7E" w:rsidRDefault="004C7B7E" w:rsidP="000F533E">
            <w:pPr>
              <w:pStyle w:val="TAC"/>
              <w:rPr>
                <w:rFonts w:cs="Arial"/>
                <w:color w:val="000000"/>
                <w:szCs w:val="18"/>
              </w:rPr>
            </w:pPr>
            <w:r>
              <w:rPr>
                <w:rFonts w:cs="Arial"/>
                <w:color w:val="000000"/>
                <w:szCs w:val="18"/>
              </w:rPr>
              <w:t>84480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D39CD1D" w14:textId="77777777" w:rsidR="004C7B7E" w:rsidRDefault="004C7B7E" w:rsidP="000F533E">
            <w:pPr>
              <w:pStyle w:val="TAC"/>
              <w:rPr>
                <w:rFonts w:cs="Arial"/>
                <w:color w:val="000000"/>
                <w:szCs w:val="18"/>
              </w:rPr>
            </w:pPr>
            <w:r>
              <w:rPr>
                <w:rFonts w:cs="Arial"/>
                <w:color w:val="000000"/>
                <w:szCs w:val="18"/>
              </w:rPr>
              <w:t>21120</w:t>
            </w:r>
          </w:p>
        </w:tc>
      </w:tr>
      <w:tr w:rsidR="004C7B7E" w:rsidRPr="00835F44" w14:paraId="638C46EE"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33AA9"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0E4E3B44" w14:textId="77777777" w:rsidR="004C7B7E" w:rsidRDefault="004C7B7E" w:rsidP="000F533E">
            <w:pPr>
              <w:pStyle w:val="TAC"/>
              <w:rPr>
                <w:rFonts w:cs="Arial"/>
                <w:color w:val="000000"/>
                <w:szCs w:val="18"/>
              </w:rPr>
            </w:pPr>
            <w:r>
              <w:rPr>
                <w:rFonts w:cs="Arial"/>
                <w:color w:val="000000"/>
                <w:szCs w:val="18"/>
              </w:rPr>
              <w:t>162</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A44595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5B2392C7"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EC2BD06"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FDA7C21" w14:textId="77777777" w:rsidR="004C7B7E" w:rsidRDefault="004C7B7E" w:rsidP="000F533E">
            <w:pPr>
              <w:pStyle w:val="TAC"/>
              <w:rPr>
                <w:rFonts w:cs="Arial"/>
                <w:color w:val="000000"/>
                <w:szCs w:val="18"/>
              </w:rPr>
            </w:pPr>
            <w:r>
              <w:rPr>
                <w:rFonts w:cs="Arial"/>
                <w:color w:val="000000"/>
                <w:szCs w:val="18"/>
              </w:rPr>
              <w:t>28168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BD8B5A9"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53BDECA9"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382CE82F" w14:textId="77777777" w:rsidR="004C7B7E" w:rsidRDefault="004C7B7E"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2DD43648" w14:textId="77777777" w:rsidR="004C7B7E" w:rsidRDefault="004C7B7E" w:rsidP="000F533E">
            <w:pPr>
              <w:pStyle w:val="TAC"/>
              <w:rPr>
                <w:rFonts w:cs="Arial"/>
                <w:color w:val="000000"/>
                <w:szCs w:val="18"/>
              </w:rPr>
            </w:pPr>
            <w:r>
              <w:rPr>
                <w:rFonts w:cs="Arial"/>
                <w:color w:val="000000"/>
                <w:szCs w:val="18"/>
              </w:rPr>
              <w:t>85536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1332E84" w14:textId="77777777" w:rsidR="004C7B7E" w:rsidRDefault="004C7B7E" w:rsidP="000F533E">
            <w:pPr>
              <w:pStyle w:val="TAC"/>
              <w:rPr>
                <w:rFonts w:cs="Arial"/>
                <w:color w:val="000000"/>
                <w:szCs w:val="18"/>
              </w:rPr>
            </w:pPr>
            <w:r>
              <w:rPr>
                <w:rFonts w:cs="Arial"/>
                <w:color w:val="000000"/>
                <w:szCs w:val="18"/>
              </w:rPr>
              <w:t>21384</w:t>
            </w:r>
          </w:p>
        </w:tc>
      </w:tr>
      <w:tr w:rsidR="004C7B7E" w:rsidRPr="00835F44" w14:paraId="25AC2A9F"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A1585"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276848DD" w14:textId="77777777" w:rsidR="004C7B7E" w:rsidRDefault="004C7B7E" w:rsidP="000F533E">
            <w:pPr>
              <w:pStyle w:val="TAC"/>
              <w:rPr>
                <w:rFonts w:cs="Arial"/>
                <w:color w:val="000000"/>
                <w:szCs w:val="18"/>
              </w:rPr>
            </w:pPr>
            <w:r>
              <w:rPr>
                <w:rFonts w:cs="Arial"/>
                <w:color w:val="000000"/>
                <w:szCs w:val="18"/>
              </w:rPr>
              <w:t>189</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6C00CF1"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0BD5E67"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BDB81FE"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F16A865" w14:textId="77777777" w:rsidR="004C7B7E" w:rsidRDefault="004C7B7E" w:rsidP="000F533E">
            <w:pPr>
              <w:pStyle w:val="TAC"/>
              <w:rPr>
                <w:rFonts w:cs="Arial"/>
                <w:color w:val="000000"/>
                <w:szCs w:val="18"/>
              </w:rPr>
            </w:pPr>
            <w:r>
              <w:rPr>
                <w:rFonts w:cs="Arial"/>
                <w:color w:val="000000"/>
                <w:szCs w:val="18"/>
              </w:rPr>
              <w:t>32776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346EA3B"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294B479"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6DDC5408" w14:textId="77777777" w:rsidR="004C7B7E" w:rsidRDefault="004C7B7E" w:rsidP="000F533E">
            <w:pPr>
              <w:pStyle w:val="TAC"/>
              <w:rPr>
                <w:rFonts w:cs="Arial"/>
                <w:color w:val="000000"/>
                <w:szCs w:val="18"/>
              </w:rPr>
            </w:pPr>
            <w:r>
              <w:rPr>
                <w:rFonts w:cs="Arial"/>
                <w:color w:val="000000"/>
                <w:szCs w:val="18"/>
              </w:rPr>
              <w:t>4</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8909B16" w14:textId="77777777" w:rsidR="004C7B7E" w:rsidRDefault="004C7B7E" w:rsidP="000F533E">
            <w:pPr>
              <w:pStyle w:val="TAC"/>
              <w:rPr>
                <w:rFonts w:cs="Arial"/>
                <w:color w:val="000000"/>
                <w:szCs w:val="18"/>
              </w:rPr>
            </w:pPr>
            <w:r>
              <w:rPr>
                <w:rFonts w:cs="Arial"/>
                <w:color w:val="000000"/>
                <w:szCs w:val="18"/>
              </w:rPr>
              <w:t>99792</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E9A6F4A" w14:textId="77777777" w:rsidR="004C7B7E" w:rsidRDefault="004C7B7E" w:rsidP="000F533E">
            <w:pPr>
              <w:pStyle w:val="TAC"/>
              <w:rPr>
                <w:rFonts w:cs="Arial"/>
                <w:color w:val="000000"/>
                <w:szCs w:val="18"/>
              </w:rPr>
            </w:pPr>
            <w:r>
              <w:rPr>
                <w:rFonts w:cs="Arial"/>
                <w:color w:val="000000"/>
                <w:szCs w:val="18"/>
              </w:rPr>
              <w:t>24948</w:t>
            </w:r>
          </w:p>
        </w:tc>
      </w:tr>
      <w:tr w:rsidR="004C7B7E" w:rsidRPr="00835F44" w14:paraId="0204448A"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BED34"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DF7BCC1" w14:textId="77777777" w:rsidR="004C7B7E" w:rsidRDefault="004C7B7E" w:rsidP="000F533E">
            <w:pPr>
              <w:pStyle w:val="TAC"/>
              <w:rPr>
                <w:rFonts w:cs="Arial"/>
                <w:color w:val="000000"/>
                <w:szCs w:val="18"/>
              </w:rPr>
            </w:pPr>
            <w:r>
              <w:rPr>
                <w:rFonts w:cs="Arial"/>
                <w:color w:val="000000"/>
                <w:szCs w:val="18"/>
              </w:rPr>
              <w:t>216</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4112249"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05D3332"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281D57E"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49E7EB76" w14:textId="77777777" w:rsidR="004C7B7E" w:rsidRDefault="004C7B7E" w:rsidP="000F533E">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6140D98C"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0FE6ABE0"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1F5C65F3" w14:textId="77777777" w:rsidR="004C7B7E" w:rsidRDefault="004C7B7E" w:rsidP="000F533E">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6BFF03F" w14:textId="77777777" w:rsidR="004C7B7E" w:rsidRDefault="004C7B7E" w:rsidP="000F533E">
            <w:pPr>
              <w:pStyle w:val="TAC"/>
              <w:rPr>
                <w:rFonts w:cs="Arial"/>
                <w:color w:val="000000"/>
                <w:szCs w:val="18"/>
              </w:rPr>
            </w:pPr>
            <w:r>
              <w:rPr>
                <w:rFonts w:cs="Arial"/>
                <w:color w:val="000000"/>
                <w:szCs w:val="18"/>
              </w:rPr>
              <w:t>114048</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C7079F9" w14:textId="77777777" w:rsidR="004C7B7E" w:rsidRDefault="004C7B7E" w:rsidP="000F533E">
            <w:pPr>
              <w:pStyle w:val="TAC"/>
              <w:rPr>
                <w:rFonts w:cs="Arial"/>
                <w:color w:val="000000"/>
                <w:szCs w:val="18"/>
              </w:rPr>
            </w:pPr>
            <w:r>
              <w:rPr>
                <w:rFonts w:cs="Arial"/>
                <w:color w:val="000000"/>
                <w:szCs w:val="18"/>
              </w:rPr>
              <w:t>28512</w:t>
            </w:r>
          </w:p>
        </w:tc>
      </w:tr>
      <w:tr w:rsidR="004C7B7E" w:rsidRPr="00835F44" w14:paraId="3D4F625F"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61801"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293CF35" w14:textId="77777777" w:rsidR="004C7B7E" w:rsidRDefault="004C7B7E" w:rsidP="000F533E">
            <w:pPr>
              <w:pStyle w:val="TAC"/>
              <w:rPr>
                <w:rFonts w:cs="Arial"/>
                <w:color w:val="000000"/>
                <w:szCs w:val="18"/>
              </w:rPr>
            </w:pPr>
            <w:r>
              <w:rPr>
                <w:rFonts w:cs="Arial"/>
                <w:color w:val="000000"/>
                <w:szCs w:val="18"/>
              </w:rPr>
              <w:t>217</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B8103F0"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7F80E64D"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0F100931"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753D61F5" w14:textId="77777777" w:rsidR="004C7B7E" w:rsidRDefault="004C7B7E" w:rsidP="000F533E">
            <w:pPr>
              <w:pStyle w:val="TAC"/>
              <w:rPr>
                <w:rFonts w:cs="Arial"/>
                <w:color w:val="000000"/>
                <w:szCs w:val="18"/>
              </w:rPr>
            </w:pPr>
            <w:r>
              <w:rPr>
                <w:rFonts w:cs="Arial"/>
                <w:color w:val="000000"/>
                <w:szCs w:val="18"/>
              </w:rPr>
              <w:t>37896</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4EE3E6F1"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81F9DF8"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0FFBF496" w14:textId="77777777" w:rsidR="004C7B7E" w:rsidRDefault="004C7B7E" w:rsidP="000F533E">
            <w:pPr>
              <w:pStyle w:val="TAC"/>
              <w:rPr>
                <w:rFonts w:cs="Arial"/>
                <w:color w:val="000000"/>
                <w:szCs w:val="18"/>
              </w:rPr>
            </w:pPr>
            <w:r>
              <w:rPr>
                <w:rFonts w:cs="Arial"/>
                <w:color w:val="000000"/>
                <w:szCs w:val="18"/>
              </w:rPr>
              <w:t>5</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4FE2C887" w14:textId="77777777" w:rsidR="004C7B7E" w:rsidRDefault="004C7B7E" w:rsidP="000F533E">
            <w:pPr>
              <w:pStyle w:val="TAC"/>
              <w:rPr>
                <w:rFonts w:cs="Arial"/>
                <w:color w:val="000000"/>
                <w:szCs w:val="18"/>
              </w:rPr>
            </w:pPr>
            <w:r>
              <w:rPr>
                <w:rFonts w:cs="Arial"/>
                <w:color w:val="000000"/>
                <w:szCs w:val="18"/>
              </w:rPr>
              <w:t>114576</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A33B90F" w14:textId="77777777" w:rsidR="004C7B7E" w:rsidRDefault="004C7B7E" w:rsidP="000F533E">
            <w:pPr>
              <w:pStyle w:val="TAC"/>
              <w:rPr>
                <w:rFonts w:cs="Arial"/>
                <w:color w:val="000000"/>
                <w:szCs w:val="18"/>
              </w:rPr>
            </w:pPr>
            <w:r>
              <w:rPr>
                <w:rFonts w:cs="Arial"/>
                <w:color w:val="000000"/>
                <w:szCs w:val="18"/>
              </w:rPr>
              <w:t>28644</w:t>
            </w:r>
          </w:p>
        </w:tc>
      </w:tr>
      <w:tr w:rsidR="004C7B7E" w:rsidRPr="00835F44" w14:paraId="351213BE"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D9BE6"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52D281AC" w14:textId="77777777" w:rsidR="004C7B7E" w:rsidRDefault="004C7B7E" w:rsidP="000F533E">
            <w:pPr>
              <w:pStyle w:val="TAC"/>
              <w:rPr>
                <w:rFonts w:cs="Arial"/>
                <w:color w:val="000000"/>
                <w:szCs w:val="18"/>
              </w:rPr>
            </w:pPr>
            <w:r>
              <w:rPr>
                <w:rFonts w:cs="Arial"/>
                <w:color w:val="000000"/>
                <w:szCs w:val="18"/>
              </w:rPr>
              <w:t>245</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0C5896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5347600"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289FD284"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65BD6BD" w14:textId="77777777" w:rsidR="004C7B7E" w:rsidRDefault="004C7B7E" w:rsidP="000F533E">
            <w:pPr>
              <w:pStyle w:val="TAC"/>
              <w:rPr>
                <w:rFonts w:cs="Arial"/>
                <w:color w:val="000000"/>
                <w:szCs w:val="18"/>
              </w:rPr>
            </w:pPr>
            <w:r>
              <w:rPr>
                <w:rFonts w:cs="Arial"/>
                <w:color w:val="000000"/>
                <w:szCs w:val="18"/>
              </w:rPr>
              <w:t>43032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C49E0C2"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194052FD"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53BC6596" w14:textId="77777777" w:rsidR="004C7B7E" w:rsidRDefault="004C7B7E" w:rsidP="000F533E">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7D9215BD" w14:textId="77777777" w:rsidR="004C7B7E" w:rsidRDefault="004C7B7E" w:rsidP="000F533E">
            <w:pPr>
              <w:pStyle w:val="TAC"/>
              <w:rPr>
                <w:rFonts w:cs="Arial"/>
                <w:color w:val="000000"/>
                <w:szCs w:val="18"/>
              </w:rPr>
            </w:pPr>
            <w:r>
              <w:rPr>
                <w:rFonts w:cs="Arial"/>
                <w:color w:val="000000"/>
                <w:szCs w:val="18"/>
              </w:rPr>
              <w:t>129360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858E33A" w14:textId="77777777" w:rsidR="004C7B7E" w:rsidRDefault="004C7B7E" w:rsidP="000F533E">
            <w:pPr>
              <w:pStyle w:val="TAC"/>
              <w:rPr>
                <w:rFonts w:cs="Arial"/>
                <w:color w:val="000000"/>
                <w:szCs w:val="18"/>
              </w:rPr>
            </w:pPr>
            <w:r>
              <w:rPr>
                <w:rFonts w:cs="Arial"/>
                <w:color w:val="000000"/>
                <w:szCs w:val="18"/>
              </w:rPr>
              <w:t>32340</w:t>
            </w:r>
          </w:p>
        </w:tc>
      </w:tr>
      <w:tr w:rsidR="004C7B7E" w:rsidRPr="00835F44" w14:paraId="3891048B"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C3A8A"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4BAE83CB" w14:textId="77777777" w:rsidR="004C7B7E" w:rsidRDefault="004C7B7E" w:rsidP="000F533E">
            <w:pPr>
              <w:pStyle w:val="TAC"/>
              <w:rPr>
                <w:rFonts w:cs="Arial"/>
                <w:color w:val="000000"/>
                <w:szCs w:val="18"/>
              </w:rPr>
            </w:pPr>
            <w:r>
              <w:rPr>
                <w:rFonts w:cs="Arial"/>
                <w:color w:val="000000"/>
                <w:szCs w:val="18"/>
              </w:rPr>
              <w:t>270</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102DD6A"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65F4D6BD"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CDF0971"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137A383A" w14:textId="77777777" w:rsidR="004C7B7E" w:rsidRDefault="004C7B7E" w:rsidP="000F533E">
            <w:pPr>
              <w:pStyle w:val="TAC"/>
              <w:rPr>
                <w:rFonts w:cs="Arial"/>
                <w:color w:val="000000"/>
                <w:szCs w:val="18"/>
              </w:rPr>
            </w:pPr>
            <w:r>
              <w:rPr>
                <w:rFonts w:cs="Arial"/>
                <w:color w:val="000000"/>
                <w:szCs w:val="18"/>
              </w:rPr>
              <w:t>47112</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52CBCC6E"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6F6E7D1D"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7CC2A39D" w14:textId="77777777" w:rsidR="004C7B7E" w:rsidRDefault="004C7B7E" w:rsidP="000F533E">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520BB565" w14:textId="77777777" w:rsidR="004C7B7E" w:rsidRDefault="004C7B7E" w:rsidP="000F533E">
            <w:pPr>
              <w:pStyle w:val="TAC"/>
              <w:rPr>
                <w:rFonts w:cs="Arial"/>
                <w:color w:val="000000"/>
                <w:szCs w:val="18"/>
              </w:rPr>
            </w:pPr>
            <w:r>
              <w:rPr>
                <w:rFonts w:cs="Arial"/>
                <w:color w:val="000000"/>
                <w:szCs w:val="18"/>
              </w:rPr>
              <w:t>142560</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63ACB2B" w14:textId="77777777" w:rsidR="004C7B7E" w:rsidRDefault="004C7B7E" w:rsidP="000F533E">
            <w:pPr>
              <w:pStyle w:val="TAC"/>
              <w:rPr>
                <w:rFonts w:cs="Arial"/>
                <w:color w:val="000000"/>
                <w:szCs w:val="18"/>
              </w:rPr>
            </w:pPr>
            <w:r>
              <w:rPr>
                <w:rFonts w:cs="Arial"/>
                <w:color w:val="000000"/>
                <w:szCs w:val="18"/>
              </w:rPr>
              <w:t>35640</w:t>
            </w:r>
          </w:p>
        </w:tc>
      </w:tr>
      <w:tr w:rsidR="004C7B7E" w:rsidRPr="00835F44" w14:paraId="2843D639"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80CC2" w14:textId="77777777" w:rsidR="004C7B7E" w:rsidRPr="00835F44" w:rsidRDefault="004C7B7E" w:rsidP="000F533E">
            <w:pPr>
              <w:pStyle w:val="TAC"/>
            </w:pPr>
          </w:p>
        </w:tc>
        <w:tc>
          <w:tcPr>
            <w:tcW w:w="1027" w:type="dxa"/>
            <w:tcBorders>
              <w:top w:val="single" w:sz="4" w:space="0" w:color="auto"/>
              <w:left w:val="nil"/>
              <w:bottom w:val="single" w:sz="4" w:space="0" w:color="auto"/>
              <w:right w:val="single" w:sz="4" w:space="0" w:color="auto"/>
            </w:tcBorders>
            <w:shd w:val="clear" w:color="auto" w:fill="auto"/>
            <w:noWrap/>
            <w:vAlign w:val="center"/>
          </w:tcPr>
          <w:p w14:paraId="68BE3428" w14:textId="77777777" w:rsidR="004C7B7E" w:rsidRDefault="004C7B7E" w:rsidP="000F533E">
            <w:pPr>
              <w:pStyle w:val="TAC"/>
              <w:rPr>
                <w:rFonts w:cs="Arial"/>
                <w:color w:val="000000"/>
                <w:szCs w:val="18"/>
              </w:rPr>
            </w:pPr>
            <w:r>
              <w:rPr>
                <w:rFonts w:cs="Arial"/>
                <w:color w:val="000000"/>
                <w:szCs w:val="18"/>
              </w:rPr>
              <w:t>273</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3E3DFE2" w14:textId="77777777" w:rsidR="004C7B7E" w:rsidRDefault="004C7B7E" w:rsidP="000F533E">
            <w:pPr>
              <w:pStyle w:val="TAC"/>
              <w:rPr>
                <w:rFonts w:cs="Arial"/>
                <w:color w:val="000000"/>
                <w:szCs w:val="18"/>
              </w:rPr>
            </w:pPr>
            <w:r>
              <w:rPr>
                <w:rFonts w:cs="Arial"/>
                <w:color w:val="000000"/>
                <w:szCs w:val="18"/>
              </w:rPr>
              <w:t>11</w:t>
            </w:r>
          </w:p>
        </w:tc>
        <w:tc>
          <w:tcPr>
            <w:tcW w:w="1176" w:type="dxa"/>
            <w:tcBorders>
              <w:top w:val="single" w:sz="4" w:space="0" w:color="auto"/>
              <w:left w:val="nil"/>
              <w:bottom w:val="single" w:sz="4" w:space="0" w:color="auto"/>
              <w:right w:val="single" w:sz="4" w:space="0" w:color="auto"/>
            </w:tcBorders>
            <w:shd w:val="clear" w:color="auto" w:fill="auto"/>
            <w:noWrap/>
            <w:vAlign w:val="center"/>
          </w:tcPr>
          <w:p w14:paraId="3810DCE2" w14:textId="77777777" w:rsidR="004C7B7E" w:rsidRDefault="004C7B7E" w:rsidP="000F533E">
            <w:pPr>
              <w:pStyle w:val="TAC"/>
              <w:rPr>
                <w:rFonts w:cs="Arial"/>
                <w:color w:val="000000"/>
                <w:szCs w:val="18"/>
              </w:rPr>
            </w:pPr>
            <w:r>
              <w:rPr>
                <w:rFonts w:cs="Arial"/>
                <w:color w:val="000000"/>
                <w:szCs w:val="18"/>
              </w:rPr>
              <w:t>16QAM</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9F6A6A3" w14:textId="77777777" w:rsidR="004C7B7E" w:rsidRDefault="004C7B7E" w:rsidP="000F533E">
            <w:pPr>
              <w:pStyle w:val="TAC"/>
              <w:rPr>
                <w:rFonts w:cs="Arial"/>
                <w:color w:val="000000"/>
                <w:szCs w:val="18"/>
              </w:rPr>
            </w:pPr>
            <w:r>
              <w:rPr>
                <w:rFonts w:cs="Arial"/>
                <w:color w:val="000000"/>
                <w:szCs w:val="18"/>
              </w:rPr>
              <w:t>10</w:t>
            </w:r>
          </w:p>
        </w:tc>
        <w:tc>
          <w:tcPr>
            <w:tcW w:w="926" w:type="dxa"/>
            <w:tcBorders>
              <w:top w:val="single" w:sz="4" w:space="0" w:color="auto"/>
              <w:left w:val="nil"/>
              <w:bottom w:val="single" w:sz="4" w:space="0" w:color="auto"/>
              <w:right w:val="single" w:sz="4" w:space="0" w:color="auto"/>
            </w:tcBorders>
            <w:shd w:val="clear" w:color="auto" w:fill="auto"/>
            <w:noWrap/>
            <w:vAlign w:val="center"/>
          </w:tcPr>
          <w:p w14:paraId="0663A192" w14:textId="77777777" w:rsidR="004C7B7E" w:rsidRDefault="004C7B7E" w:rsidP="000F533E">
            <w:pPr>
              <w:pStyle w:val="TAC"/>
              <w:rPr>
                <w:rFonts w:cs="Arial"/>
                <w:color w:val="000000"/>
                <w:szCs w:val="18"/>
              </w:rPr>
            </w:pPr>
            <w:r>
              <w:rPr>
                <w:rFonts w:cs="Arial"/>
                <w:color w:val="000000"/>
                <w:szCs w:val="18"/>
              </w:rPr>
              <w:t>48168</w:t>
            </w:r>
          </w:p>
        </w:tc>
        <w:tc>
          <w:tcPr>
            <w:tcW w:w="1057" w:type="dxa"/>
            <w:tcBorders>
              <w:top w:val="single" w:sz="4" w:space="0" w:color="auto"/>
              <w:left w:val="nil"/>
              <w:bottom w:val="single" w:sz="4" w:space="0" w:color="auto"/>
              <w:right w:val="single" w:sz="4" w:space="0" w:color="auto"/>
            </w:tcBorders>
            <w:shd w:val="clear" w:color="auto" w:fill="auto"/>
            <w:noWrap/>
            <w:vAlign w:val="center"/>
          </w:tcPr>
          <w:p w14:paraId="373A1650" w14:textId="77777777" w:rsidR="004C7B7E" w:rsidRDefault="004C7B7E" w:rsidP="000F533E">
            <w:pPr>
              <w:pStyle w:val="TAC"/>
              <w:rPr>
                <w:rFonts w:cs="Arial"/>
                <w:color w:val="000000"/>
                <w:szCs w:val="18"/>
              </w:rPr>
            </w:pPr>
            <w:r>
              <w:rPr>
                <w:rFonts w:cs="Arial"/>
                <w:color w:val="000000"/>
                <w:szCs w:val="18"/>
              </w:rPr>
              <w:t>24</w:t>
            </w:r>
          </w:p>
        </w:tc>
        <w:tc>
          <w:tcPr>
            <w:tcW w:w="897" w:type="dxa"/>
            <w:tcBorders>
              <w:top w:val="single" w:sz="4" w:space="0" w:color="auto"/>
              <w:left w:val="nil"/>
              <w:bottom w:val="single" w:sz="4" w:space="0" w:color="auto"/>
              <w:right w:val="single" w:sz="4" w:space="0" w:color="auto"/>
            </w:tcBorders>
            <w:shd w:val="clear" w:color="auto" w:fill="auto"/>
            <w:noWrap/>
            <w:vAlign w:val="center"/>
          </w:tcPr>
          <w:p w14:paraId="4A76BE59" w14:textId="77777777" w:rsidR="004C7B7E" w:rsidRDefault="004C7B7E" w:rsidP="000F533E">
            <w:pPr>
              <w:pStyle w:val="TAC"/>
              <w:rPr>
                <w:rFonts w:cs="Arial"/>
                <w:color w:val="000000"/>
                <w:szCs w:val="18"/>
              </w:rPr>
            </w:pPr>
            <w:r>
              <w:rPr>
                <w:rFonts w:cs="Arial"/>
                <w:color w:val="000000"/>
                <w:szCs w:val="18"/>
              </w:rPr>
              <w:t>1</w:t>
            </w:r>
          </w:p>
        </w:tc>
        <w:tc>
          <w:tcPr>
            <w:tcW w:w="929" w:type="dxa"/>
            <w:tcBorders>
              <w:top w:val="single" w:sz="4" w:space="0" w:color="auto"/>
              <w:left w:val="nil"/>
              <w:bottom w:val="single" w:sz="4" w:space="0" w:color="auto"/>
              <w:right w:val="single" w:sz="4" w:space="0" w:color="auto"/>
            </w:tcBorders>
            <w:shd w:val="clear" w:color="auto" w:fill="auto"/>
            <w:noWrap/>
            <w:vAlign w:val="center"/>
          </w:tcPr>
          <w:p w14:paraId="48713A84" w14:textId="77777777" w:rsidR="004C7B7E" w:rsidRDefault="004C7B7E" w:rsidP="000F533E">
            <w:pPr>
              <w:pStyle w:val="TAC"/>
              <w:rPr>
                <w:rFonts w:cs="Arial"/>
                <w:color w:val="000000"/>
                <w:szCs w:val="18"/>
              </w:rPr>
            </w:pPr>
            <w:r>
              <w:rPr>
                <w:rFonts w:cs="Arial"/>
                <w:color w:val="000000"/>
                <w:szCs w:val="18"/>
              </w:rPr>
              <w:t>6</w:t>
            </w:r>
          </w:p>
        </w:tc>
        <w:tc>
          <w:tcPr>
            <w:tcW w:w="925" w:type="dxa"/>
            <w:tcBorders>
              <w:top w:val="single" w:sz="4" w:space="0" w:color="auto"/>
              <w:left w:val="nil"/>
              <w:bottom w:val="single" w:sz="4" w:space="0" w:color="auto"/>
              <w:right w:val="single" w:sz="4" w:space="0" w:color="auto"/>
            </w:tcBorders>
            <w:shd w:val="clear" w:color="auto" w:fill="auto"/>
            <w:noWrap/>
            <w:vAlign w:val="center"/>
          </w:tcPr>
          <w:p w14:paraId="3ADEC028" w14:textId="77777777" w:rsidR="004C7B7E" w:rsidRDefault="004C7B7E" w:rsidP="000F533E">
            <w:pPr>
              <w:pStyle w:val="TAC"/>
              <w:rPr>
                <w:rFonts w:cs="Arial"/>
                <w:color w:val="000000"/>
                <w:szCs w:val="18"/>
              </w:rPr>
            </w:pPr>
            <w:r>
              <w:rPr>
                <w:rFonts w:cs="Arial"/>
                <w:color w:val="000000"/>
                <w:szCs w:val="18"/>
              </w:rPr>
              <w:t>144144</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E7E8F15" w14:textId="77777777" w:rsidR="004C7B7E" w:rsidRDefault="004C7B7E" w:rsidP="000F533E">
            <w:pPr>
              <w:pStyle w:val="TAC"/>
              <w:rPr>
                <w:rFonts w:cs="Arial"/>
                <w:color w:val="000000"/>
                <w:szCs w:val="18"/>
              </w:rPr>
            </w:pPr>
            <w:r>
              <w:rPr>
                <w:rFonts w:cs="Arial"/>
                <w:color w:val="000000"/>
                <w:szCs w:val="18"/>
              </w:rPr>
              <w:t>36036</w:t>
            </w:r>
          </w:p>
        </w:tc>
      </w:tr>
      <w:tr w:rsidR="004C7B7E" w:rsidRPr="00835F44" w14:paraId="314DE63E"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4D7E0805" w14:textId="77777777" w:rsidR="004C7B7E" w:rsidRPr="00835F44" w:rsidRDefault="004C7B7E"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7706944F" w14:textId="77777777" w:rsidR="004C7B7E" w:rsidRPr="00835F44" w:rsidRDefault="004C7B7E" w:rsidP="000F533E">
            <w:pPr>
              <w:pStyle w:val="TAN"/>
            </w:pPr>
            <w:r w:rsidRPr="00835F44">
              <w:t>NOTE 2:</w:t>
            </w:r>
            <w:r w:rsidRPr="00835F44">
              <w:tab/>
              <w:t xml:space="preserve">MCS Index is based on MCS table </w:t>
            </w:r>
            <w:r>
              <w:t>5.1.3.1-</w:t>
            </w:r>
            <w:r w:rsidRPr="00835F44">
              <w:t>1 defined in TS 38.214 [10].</w:t>
            </w:r>
          </w:p>
          <w:p w14:paraId="52749B80" w14:textId="77777777" w:rsidR="004C7B7E" w:rsidRDefault="004C7B7E" w:rsidP="000F533E">
            <w:pPr>
              <w:pStyle w:val="TAN"/>
            </w:pPr>
            <w:r w:rsidRPr="00835F44">
              <w:lastRenderedPageBreak/>
              <w:t>NOTE 3:</w:t>
            </w:r>
            <w:r w:rsidRPr="00835F44">
              <w:tab/>
              <w:t>If more than one Code Block is present, an additional CRC sequence of L = 24 Bits is attached to each Code Block (otherwise L = 0 Bit)</w:t>
            </w:r>
          </w:p>
          <w:p w14:paraId="5E7E60A1" w14:textId="77777777" w:rsidR="004C7B7E" w:rsidRPr="001F4A8E" w:rsidRDefault="004C7B7E"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0A92954D" w14:textId="77777777" w:rsidR="004C7B7E" w:rsidRPr="001C0CC4" w:rsidRDefault="004C7B7E" w:rsidP="00A43E5A">
      <w:pPr>
        <w:spacing w:after="0"/>
        <w:rPr>
          <w:rFonts w:ascii="Arial" w:hAnsi="Arial"/>
          <w:b/>
        </w:rPr>
      </w:pPr>
    </w:p>
    <w:p w14:paraId="23B23EDF" w14:textId="416A8C05" w:rsidR="00A43E5A" w:rsidRPr="001C0CC4" w:rsidRDefault="00A43E5A" w:rsidP="00A43E5A">
      <w:pPr>
        <w:pStyle w:val="TH"/>
      </w:pPr>
      <w:r w:rsidRPr="001C0CC4">
        <w:t xml:space="preserve">Table A.2.2.7-2: </w:t>
      </w:r>
      <w:r>
        <w:t>Void</w:t>
      </w:r>
    </w:p>
    <w:p w14:paraId="0BFC8F93" w14:textId="23732B32" w:rsidR="00A43E5A" w:rsidRPr="001C0CC4" w:rsidRDefault="00A43E5A" w:rsidP="00A43E5A">
      <w:pPr>
        <w:pStyle w:val="TH"/>
      </w:pPr>
      <w:r w:rsidRPr="001C0CC4">
        <w:t xml:space="preserve">Table A.2.2.7-3: </w:t>
      </w:r>
      <w:r>
        <w:t>Void</w:t>
      </w:r>
    </w:p>
    <w:p w14:paraId="17A2114E" w14:textId="77777777" w:rsidR="00A43E5A" w:rsidRPr="001C0CC4" w:rsidRDefault="00A43E5A" w:rsidP="00A43E5A"/>
    <w:p w14:paraId="3F7E8F50" w14:textId="77777777" w:rsidR="00A43E5A" w:rsidRPr="001C0CC4" w:rsidRDefault="00A43E5A" w:rsidP="004A5871">
      <w:pPr>
        <w:pStyle w:val="Heading3"/>
        <w:pageBreakBefore/>
        <w:rPr>
          <w:snapToGrid w:val="0"/>
        </w:rPr>
      </w:pPr>
      <w:bookmarkStart w:id="217" w:name="_Toc21344527"/>
      <w:bookmarkStart w:id="218" w:name="_Toc29802015"/>
      <w:bookmarkStart w:id="219" w:name="_Toc29802439"/>
      <w:bookmarkStart w:id="220" w:name="_Toc29803064"/>
      <w:bookmarkStart w:id="221" w:name="_Toc36107806"/>
      <w:bookmarkStart w:id="222" w:name="_Toc37251580"/>
      <w:bookmarkStart w:id="223" w:name="_Toc45888519"/>
      <w:bookmarkStart w:id="224" w:name="_Toc45889118"/>
      <w:bookmarkStart w:id="225" w:name="_Toc59650491"/>
      <w:bookmarkStart w:id="226" w:name="_Toc61357763"/>
      <w:bookmarkStart w:id="227" w:name="_Toc61359537"/>
      <w:bookmarkStart w:id="228" w:name="_Toc67916477"/>
      <w:bookmarkStart w:id="229" w:name="_Toc75534023"/>
      <w:bookmarkStart w:id="230" w:name="_Toc75819909"/>
      <w:bookmarkStart w:id="231" w:name="_Toc76508753"/>
      <w:bookmarkStart w:id="232" w:name="_Toc76717703"/>
      <w:bookmarkStart w:id="233" w:name="_Toc83294344"/>
      <w:bookmarkStart w:id="234" w:name="_Toc84335383"/>
      <w:r w:rsidRPr="001C0CC4">
        <w:rPr>
          <w:snapToGrid w:val="0"/>
        </w:rPr>
        <w:lastRenderedPageBreak/>
        <w:t>A.2.2.8</w:t>
      </w:r>
      <w:r w:rsidRPr="001C0CC4">
        <w:rPr>
          <w:snapToGrid w:val="0"/>
        </w:rPr>
        <w:tab/>
        <w:t>CP-OFDM 64QAM</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754CCFD1" w14:textId="5794852D" w:rsidR="00A43E5A" w:rsidRPr="001C0CC4" w:rsidRDefault="00A43E5A" w:rsidP="00A43E5A">
      <w:pPr>
        <w:pStyle w:val="TH"/>
      </w:pPr>
      <w:r w:rsidRPr="001C0CC4">
        <w:t>Table A.2.2.8-1: Reference Channels for CP-OFDM 64QAM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25117" w:rsidRPr="00835F44" w14:paraId="1C0F1667"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4096DD2A" w14:textId="77777777" w:rsidR="00825117" w:rsidRPr="00835F44" w:rsidRDefault="00825117"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76AF5E6F" w14:textId="77777777" w:rsidR="00825117" w:rsidRPr="001F4A8E" w:rsidRDefault="00825117"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40C6C1C9" w14:textId="77777777" w:rsidR="00825117" w:rsidRPr="00835F44" w:rsidRDefault="00825117" w:rsidP="000F533E">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2405006E" w14:textId="77777777" w:rsidR="00825117" w:rsidRPr="00835F44" w:rsidRDefault="00825117"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6EEE4F94" w14:textId="77777777" w:rsidR="00825117" w:rsidRPr="00835F44" w:rsidRDefault="00825117"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476FD5E1" w14:textId="77777777" w:rsidR="00825117" w:rsidRPr="00835F44" w:rsidRDefault="00825117"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86CEEFC" w14:textId="77777777" w:rsidR="00825117" w:rsidRPr="00835F44" w:rsidRDefault="00825117"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7618EFA4" w14:textId="77777777" w:rsidR="00825117" w:rsidRPr="00835F44" w:rsidRDefault="00825117"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35AE6C53" w14:textId="77777777" w:rsidR="00825117" w:rsidRPr="00835F44" w:rsidRDefault="00825117"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7F7E8ED4" w14:textId="77777777" w:rsidR="00825117" w:rsidRPr="00835F44" w:rsidRDefault="00825117"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353A63B0" w14:textId="77777777" w:rsidR="00825117" w:rsidRPr="00835F44" w:rsidRDefault="00825117" w:rsidP="000F533E">
            <w:pPr>
              <w:pStyle w:val="TAH"/>
            </w:pPr>
            <w:r w:rsidRPr="00835F44">
              <w:t>Total modulated symbols per slot</w:t>
            </w:r>
          </w:p>
        </w:tc>
      </w:tr>
      <w:tr w:rsidR="00825117" w:rsidRPr="00835F44" w14:paraId="43CE043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DB417E" w14:textId="77777777" w:rsidR="00825117" w:rsidRPr="00835F44" w:rsidRDefault="00825117"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3B6C2A9B" w14:textId="77777777" w:rsidR="00825117" w:rsidRPr="00835F44" w:rsidRDefault="00825117"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3FAB601D" w14:textId="77777777" w:rsidR="00825117" w:rsidRPr="00835F44" w:rsidRDefault="00825117"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2C931047" w14:textId="77777777" w:rsidR="00825117" w:rsidRPr="00835F44" w:rsidRDefault="00825117"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20E4422C" w14:textId="77777777" w:rsidR="00825117" w:rsidRPr="00835F44" w:rsidRDefault="00825117"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6FCB454F" w14:textId="77777777" w:rsidR="00825117" w:rsidRPr="00835F44" w:rsidRDefault="00825117"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642ED1CC" w14:textId="77777777" w:rsidR="00825117" w:rsidRPr="00835F44" w:rsidRDefault="00825117"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733360BD" w14:textId="77777777" w:rsidR="00825117" w:rsidRPr="00835F44" w:rsidRDefault="00825117"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15132681" w14:textId="77777777" w:rsidR="00825117" w:rsidRPr="00835F44" w:rsidRDefault="00825117"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1AB8CF73" w14:textId="77777777" w:rsidR="00825117" w:rsidRPr="00835F44" w:rsidRDefault="00825117"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3EFB252D" w14:textId="77777777" w:rsidR="00825117" w:rsidRPr="00835F44" w:rsidRDefault="00825117" w:rsidP="000F533E">
            <w:pPr>
              <w:pStyle w:val="TAH"/>
            </w:pPr>
            <w:r w:rsidRPr="00835F44">
              <w:t> </w:t>
            </w:r>
          </w:p>
        </w:tc>
      </w:tr>
      <w:tr w:rsidR="00825117" w:rsidRPr="00835F44" w14:paraId="0AA5770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18590A5"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C0AE6C8" w14:textId="77777777" w:rsidR="00825117" w:rsidRDefault="00825117" w:rsidP="000F533E">
            <w:pPr>
              <w:pStyle w:val="TAC"/>
              <w:rPr>
                <w:rFonts w:cs="Arial"/>
                <w:color w:val="000000"/>
                <w:szCs w:val="18"/>
              </w:rPr>
            </w:pPr>
            <w:r>
              <w:t>1</w:t>
            </w:r>
          </w:p>
        </w:tc>
        <w:tc>
          <w:tcPr>
            <w:tcW w:w="967" w:type="dxa"/>
            <w:tcBorders>
              <w:top w:val="nil"/>
              <w:left w:val="nil"/>
              <w:bottom w:val="single" w:sz="4" w:space="0" w:color="auto"/>
              <w:right w:val="single" w:sz="4" w:space="0" w:color="auto"/>
            </w:tcBorders>
            <w:shd w:val="clear" w:color="auto" w:fill="auto"/>
            <w:noWrap/>
            <w:vAlign w:val="center"/>
          </w:tcPr>
          <w:p w14:paraId="19443C28" w14:textId="77777777" w:rsidR="00825117" w:rsidRDefault="00825117" w:rsidP="000F533E">
            <w:pPr>
              <w:pStyle w:val="TAC"/>
              <w:rPr>
                <w:rFonts w:cs="Arial"/>
                <w:color w:val="000000"/>
                <w:szCs w:val="18"/>
              </w:rPr>
            </w:pPr>
            <w:r>
              <w:t>11</w:t>
            </w:r>
          </w:p>
        </w:tc>
        <w:tc>
          <w:tcPr>
            <w:tcW w:w="1176" w:type="dxa"/>
            <w:tcBorders>
              <w:top w:val="nil"/>
              <w:left w:val="nil"/>
              <w:bottom w:val="single" w:sz="4" w:space="0" w:color="auto"/>
              <w:right w:val="single" w:sz="4" w:space="0" w:color="auto"/>
            </w:tcBorders>
            <w:shd w:val="clear" w:color="auto" w:fill="auto"/>
            <w:noWrap/>
            <w:vAlign w:val="center"/>
          </w:tcPr>
          <w:p w14:paraId="69C49888"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361C769E" w14:textId="77777777" w:rsidR="00825117" w:rsidRDefault="00825117" w:rsidP="000F533E">
            <w:pPr>
              <w:pStyle w:val="TAC"/>
              <w:rPr>
                <w:rFonts w:cs="Arial"/>
                <w:color w:val="000000"/>
                <w:szCs w:val="18"/>
              </w:rPr>
            </w:pPr>
            <w:r>
              <w:t>19</w:t>
            </w:r>
          </w:p>
        </w:tc>
        <w:tc>
          <w:tcPr>
            <w:tcW w:w="926" w:type="dxa"/>
            <w:tcBorders>
              <w:top w:val="nil"/>
              <w:left w:val="nil"/>
              <w:bottom w:val="single" w:sz="4" w:space="0" w:color="auto"/>
              <w:right w:val="single" w:sz="4" w:space="0" w:color="auto"/>
            </w:tcBorders>
            <w:shd w:val="clear" w:color="auto" w:fill="auto"/>
            <w:noWrap/>
            <w:vAlign w:val="center"/>
          </w:tcPr>
          <w:p w14:paraId="7CFF63BC" w14:textId="77777777" w:rsidR="00825117" w:rsidRDefault="00825117" w:rsidP="000F533E">
            <w:pPr>
              <w:pStyle w:val="TAC"/>
              <w:rPr>
                <w:rFonts w:cs="Arial"/>
                <w:color w:val="000000"/>
                <w:szCs w:val="18"/>
              </w:rPr>
            </w:pPr>
            <w:r>
              <w:t>408</w:t>
            </w:r>
          </w:p>
        </w:tc>
        <w:tc>
          <w:tcPr>
            <w:tcW w:w="1057" w:type="dxa"/>
            <w:tcBorders>
              <w:top w:val="nil"/>
              <w:left w:val="nil"/>
              <w:bottom w:val="single" w:sz="4" w:space="0" w:color="auto"/>
              <w:right w:val="single" w:sz="4" w:space="0" w:color="auto"/>
            </w:tcBorders>
            <w:shd w:val="clear" w:color="auto" w:fill="auto"/>
            <w:noWrap/>
            <w:vAlign w:val="center"/>
          </w:tcPr>
          <w:p w14:paraId="6CA2296B" w14:textId="77777777" w:rsidR="00825117" w:rsidRDefault="00825117" w:rsidP="000F533E">
            <w:pPr>
              <w:pStyle w:val="TAC"/>
              <w:rPr>
                <w:rFonts w:cs="Arial"/>
                <w:color w:val="000000"/>
                <w:szCs w:val="18"/>
              </w:rPr>
            </w:pPr>
            <w:r>
              <w:t>16</w:t>
            </w:r>
          </w:p>
        </w:tc>
        <w:tc>
          <w:tcPr>
            <w:tcW w:w="897" w:type="dxa"/>
            <w:tcBorders>
              <w:top w:val="nil"/>
              <w:left w:val="nil"/>
              <w:bottom w:val="single" w:sz="4" w:space="0" w:color="auto"/>
              <w:right w:val="single" w:sz="4" w:space="0" w:color="auto"/>
            </w:tcBorders>
            <w:shd w:val="clear" w:color="auto" w:fill="auto"/>
            <w:noWrap/>
            <w:vAlign w:val="center"/>
          </w:tcPr>
          <w:p w14:paraId="241BCD1B" w14:textId="77777777" w:rsidR="00825117" w:rsidRDefault="00825117" w:rsidP="000F533E">
            <w:pPr>
              <w:pStyle w:val="TAC"/>
              <w:rPr>
                <w:rFonts w:cs="Arial"/>
                <w:color w:val="000000"/>
                <w:szCs w:val="18"/>
              </w:rPr>
            </w:pPr>
            <w:r>
              <w:t>2</w:t>
            </w:r>
          </w:p>
        </w:tc>
        <w:tc>
          <w:tcPr>
            <w:tcW w:w="929" w:type="dxa"/>
            <w:tcBorders>
              <w:top w:val="nil"/>
              <w:left w:val="nil"/>
              <w:bottom w:val="single" w:sz="4" w:space="0" w:color="auto"/>
              <w:right w:val="single" w:sz="4" w:space="0" w:color="auto"/>
            </w:tcBorders>
            <w:shd w:val="clear" w:color="auto" w:fill="auto"/>
            <w:noWrap/>
            <w:vAlign w:val="center"/>
          </w:tcPr>
          <w:p w14:paraId="5998598D" w14:textId="77777777" w:rsidR="00825117" w:rsidRDefault="00825117" w:rsidP="000F533E">
            <w:pPr>
              <w:pStyle w:val="TAC"/>
              <w:rPr>
                <w:rFonts w:cs="Arial"/>
                <w:color w:val="000000"/>
                <w:szCs w:val="18"/>
              </w:rPr>
            </w:pPr>
            <w:r>
              <w:t>1</w:t>
            </w:r>
          </w:p>
        </w:tc>
        <w:tc>
          <w:tcPr>
            <w:tcW w:w="925" w:type="dxa"/>
            <w:tcBorders>
              <w:top w:val="nil"/>
              <w:left w:val="nil"/>
              <w:bottom w:val="single" w:sz="4" w:space="0" w:color="auto"/>
              <w:right w:val="single" w:sz="4" w:space="0" w:color="auto"/>
            </w:tcBorders>
            <w:shd w:val="clear" w:color="auto" w:fill="auto"/>
            <w:noWrap/>
            <w:vAlign w:val="center"/>
          </w:tcPr>
          <w:p w14:paraId="44B060C5" w14:textId="77777777" w:rsidR="00825117" w:rsidRDefault="00825117" w:rsidP="000F533E">
            <w:pPr>
              <w:pStyle w:val="TAC"/>
              <w:rPr>
                <w:rFonts w:cs="Arial"/>
                <w:color w:val="000000"/>
                <w:szCs w:val="18"/>
              </w:rPr>
            </w:pPr>
            <w:r w:rsidRPr="00553A70">
              <w:t>792</w:t>
            </w:r>
          </w:p>
        </w:tc>
        <w:tc>
          <w:tcPr>
            <w:tcW w:w="1127" w:type="dxa"/>
            <w:tcBorders>
              <w:top w:val="nil"/>
              <w:left w:val="nil"/>
              <w:bottom w:val="single" w:sz="4" w:space="0" w:color="auto"/>
              <w:right w:val="single" w:sz="4" w:space="0" w:color="auto"/>
            </w:tcBorders>
            <w:shd w:val="clear" w:color="auto" w:fill="auto"/>
            <w:noWrap/>
            <w:vAlign w:val="center"/>
          </w:tcPr>
          <w:p w14:paraId="3D7D4AA5" w14:textId="77777777" w:rsidR="00825117" w:rsidRDefault="00825117" w:rsidP="000F533E">
            <w:pPr>
              <w:pStyle w:val="TAC"/>
              <w:rPr>
                <w:rFonts w:cs="Arial"/>
                <w:color w:val="000000"/>
                <w:szCs w:val="18"/>
              </w:rPr>
            </w:pPr>
            <w:r w:rsidRPr="00553A70">
              <w:t>132</w:t>
            </w:r>
          </w:p>
        </w:tc>
      </w:tr>
      <w:tr w:rsidR="00825117" w:rsidRPr="00835F44" w14:paraId="4EA67C0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8D52922"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497B70B" w14:textId="77777777" w:rsidR="00825117" w:rsidRDefault="00825117" w:rsidP="000F533E">
            <w:pPr>
              <w:pStyle w:val="TAC"/>
              <w:rPr>
                <w:rFonts w:cs="Arial"/>
                <w:color w:val="000000"/>
                <w:szCs w:val="18"/>
              </w:rPr>
            </w:pPr>
            <w:r>
              <w:rPr>
                <w:rFonts w:cs="Arial"/>
                <w:color w:val="000000"/>
                <w:szCs w:val="18"/>
              </w:rPr>
              <w:t>5</w:t>
            </w:r>
          </w:p>
        </w:tc>
        <w:tc>
          <w:tcPr>
            <w:tcW w:w="967" w:type="dxa"/>
            <w:tcBorders>
              <w:top w:val="nil"/>
              <w:left w:val="nil"/>
              <w:bottom w:val="single" w:sz="4" w:space="0" w:color="auto"/>
              <w:right w:val="single" w:sz="4" w:space="0" w:color="auto"/>
            </w:tcBorders>
            <w:shd w:val="clear" w:color="auto" w:fill="auto"/>
            <w:noWrap/>
            <w:vAlign w:val="center"/>
          </w:tcPr>
          <w:p w14:paraId="7B561BF3"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17B3C54"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5FC63084"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140152A" w14:textId="77777777" w:rsidR="00825117" w:rsidRDefault="00825117" w:rsidP="000F533E">
            <w:pPr>
              <w:pStyle w:val="TAC"/>
              <w:rPr>
                <w:rFonts w:cs="Arial"/>
                <w:color w:val="000000"/>
                <w:szCs w:val="18"/>
              </w:rPr>
            </w:pPr>
            <w:r>
              <w:rPr>
                <w:rFonts w:cs="Arial"/>
                <w:color w:val="000000"/>
                <w:szCs w:val="18"/>
              </w:rPr>
              <w:t>2024</w:t>
            </w:r>
          </w:p>
        </w:tc>
        <w:tc>
          <w:tcPr>
            <w:tcW w:w="1057" w:type="dxa"/>
            <w:tcBorders>
              <w:top w:val="nil"/>
              <w:left w:val="nil"/>
              <w:bottom w:val="single" w:sz="4" w:space="0" w:color="auto"/>
              <w:right w:val="single" w:sz="4" w:space="0" w:color="auto"/>
            </w:tcBorders>
            <w:shd w:val="clear" w:color="auto" w:fill="auto"/>
            <w:noWrap/>
            <w:vAlign w:val="center"/>
          </w:tcPr>
          <w:p w14:paraId="2278C49A" w14:textId="77777777" w:rsidR="00825117" w:rsidRDefault="00825117"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0E1B0158" w14:textId="77777777" w:rsidR="00825117" w:rsidRDefault="00825117"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3D0F45B1"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0DF15E09" w14:textId="77777777" w:rsidR="00825117" w:rsidRDefault="00825117" w:rsidP="000F533E">
            <w:pPr>
              <w:pStyle w:val="TAC"/>
              <w:rPr>
                <w:rFonts w:cs="Arial"/>
                <w:color w:val="000000"/>
                <w:szCs w:val="18"/>
              </w:rPr>
            </w:pPr>
            <w:r w:rsidRPr="00553A70">
              <w:t>3960</w:t>
            </w:r>
          </w:p>
        </w:tc>
        <w:tc>
          <w:tcPr>
            <w:tcW w:w="1127" w:type="dxa"/>
            <w:tcBorders>
              <w:top w:val="nil"/>
              <w:left w:val="nil"/>
              <w:bottom w:val="single" w:sz="4" w:space="0" w:color="auto"/>
              <w:right w:val="single" w:sz="4" w:space="0" w:color="auto"/>
            </w:tcBorders>
            <w:shd w:val="clear" w:color="auto" w:fill="auto"/>
            <w:noWrap/>
            <w:vAlign w:val="center"/>
          </w:tcPr>
          <w:p w14:paraId="7FB144B9" w14:textId="77777777" w:rsidR="00825117" w:rsidRDefault="00825117" w:rsidP="000F533E">
            <w:pPr>
              <w:pStyle w:val="TAC"/>
              <w:rPr>
                <w:rFonts w:cs="Arial"/>
                <w:color w:val="000000"/>
                <w:szCs w:val="18"/>
              </w:rPr>
            </w:pPr>
            <w:r w:rsidRPr="00553A70">
              <w:t>660</w:t>
            </w:r>
          </w:p>
        </w:tc>
      </w:tr>
      <w:tr w:rsidR="00825117" w:rsidRPr="00835F44" w14:paraId="0F7D0AE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3F0ADBF"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34661BD" w14:textId="77777777" w:rsidR="00825117" w:rsidRDefault="00825117" w:rsidP="000F533E">
            <w:pPr>
              <w:pStyle w:val="TAC"/>
              <w:rPr>
                <w:rFonts w:cs="Arial"/>
                <w:color w:val="000000"/>
                <w:szCs w:val="18"/>
              </w:rPr>
            </w:pPr>
            <w:r>
              <w:rPr>
                <w:rFonts w:cs="Arial"/>
                <w:color w:val="000000"/>
                <w:szCs w:val="18"/>
              </w:rPr>
              <w:t>9</w:t>
            </w:r>
          </w:p>
        </w:tc>
        <w:tc>
          <w:tcPr>
            <w:tcW w:w="967" w:type="dxa"/>
            <w:tcBorders>
              <w:top w:val="nil"/>
              <w:left w:val="nil"/>
              <w:bottom w:val="single" w:sz="4" w:space="0" w:color="auto"/>
              <w:right w:val="single" w:sz="4" w:space="0" w:color="auto"/>
            </w:tcBorders>
            <w:shd w:val="clear" w:color="auto" w:fill="auto"/>
            <w:noWrap/>
            <w:vAlign w:val="center"/>
          </w:tcPr>
          <w:p w14:paraId="5E2051F8"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8F58DC8"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1F4D00B5"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820EB6E" w14:textId="77777777" w:rsidR="00825117" w:rsidRDefault="00825117" w:rsidP="000F533E">
            <w:pPr>
              <w:pStyle w:val="TAC"/>
              <w:rPr>
                <w:rFonts w:cs="Arial"/>
                <w:color w:val="000000"/>
                <w:szCs w:val="18"/>
              </w:rPr>
            </w:pPr>
            <w:r>
              <w:rPr>
                <w:rFonts w:cs="Arial"/>
                <w:color w:val="000000"/>
                <w:szCs w:val="18"/>
              </w:rPr>
              <w:t>3624</w:t>
            </w:r>
          </w:p>
        </w:tc>
        <w:tc>
          <w:tcPr>
            <w:tcW w:w="1057" w:type="dxa"/>
            <w:tcBorders>
              <w:top w:val="nil"/>
              <w:left w:val="nil"/>
              <w:bottom w:val="single" w:sz="4" w:space="0" w:color="auto"/>
              <w:right w:val="single" w:sz="4" w:space="0" w:color="auto"/>
            </w:tcBorders>
            <w:shd w:val="clear" w:color="auto" w:fill="auto"/>
            <w:noWrap/>
            <w:vAlign w:val="center"/>
          </w:tcPr>
          <w:p w14:paraId="51F4C655" w14:textId="77777777" w:rsidR="00825117" w:rsidRDefault="00825117" w:rsidP="000F533E">
            <w:pPr>
              <w:pStyle w:val="TAC"/>
              <w:rPr>
                <w:rFonts w:cs="Arial"/>
                <w:color w:val="000000"/>
                <w:szCs w:val="18"/>
              </w:rPr>
            </w:pPr>
            <w:r>
              <w:rPr>
                <w:rFonts w:cs="Arial"/>
                <w:color w:val="000000"/>
                <w:szCs w:val="18"/>
              </w:rPr>
              <w:t>16</w:t>
            </w:r>
          </w:p>
        </w:tc>
        <w:tc>
          <w:tcPr>
            <w:tcW w:w="897" w:type="dxa"/>
            <w:tcBorders>
              <w:top w:val="nil"/>
              <w:left w:val="nil"/>
              <w:bottom w:val="single" w:sz="4" w:space="0" w:color="auto"/>
              <w:right w:val="single" w:sz="4" w:space="0" w:color="auto"/>
            </w:tcBorders>
            <w:shd w:val="clear" w:color="auto" w:fill="auto"/>
            <w:noWrap/>
            <w:vAlign w:val="center"/>
          </w:tcPr>
          <w:p w14:paraId="36698FE2" w14:textId="77777777" w:rsidR="00825117" w:rsidRDefault="00825117" w:rsidP="000F533E">
            <w:pPr>
              <w:pStyle w:val="TAC"/>
              <w:rPr>
                <w:rFonts w:cs="Arial"/>
                <w:color w:val="000000"/>
                <w:szCs w:val="18"/>
              </w:rPr>
            </w:pPr>
            <w:r>
              <w:rPr>
                <w:rFonts w:cs="Arial"/>
                <w:color w:val="000000"/>
                <w:szCs w:val="18"/>
              </w:rPr>
              <w:t>2</w:t>
            </w:r>
          </w:p>
        </w:tc>
        <w:tc>
          <w:tcPr>
            <w:tcW w:w="929" w:type="dxa"/>
            <w:tcBorders>
              <w:top w:val="nil"/>
              <w:left w:val="nil"/>
              <w:bottom w:val="single" w:sz="4" w:space="0" w:color="auto"/>
              <w:right w:val="single" w:sz="4" w:space="0" w:color="auto"/>
            </w:tcBorders>
            <w:shd w:val="clear" w:color="auto" w:fill="auto"/>
            <w:noWrap/>
            <w:vAlign w:val="center"/>
          </w:tcPr>
          <w:p w14:paraId="0AC1A540"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41ED3B0D" w14:textId="77777777" w:rsidR="00825117" w:rsidRDefault="00825117" w:rsidP="000F533E">
            <w:pPr>
              <w:pStyle w:val="TAC"/>
              <w:rPr>
                <w:rFonts w:cs="Arial"/>
                <w:color w:val="000000"/>
                <w:szCs w:val="18"/>
              </w:rPr>
            </w:pPr>
            <w:r w:rsidRPr="00553A70">
              <w:t>7128</w:t>
            </w:r>
          </w:p>
        </w:tc>
        <w:tc>
          <w:tcPr>
            <w:tcW w:w="1127" w:type="dxa"/>
            <w:tcBorders>
              <w:top w:val="nil"/>
              <w:left w:val="nil"/>
              <w:bottom w:val="single" w:sz="4" w:space="0" w:color="auto"/>
              <w:right w:val="single" w:sz="4" w:space="0" w:color="auto"/>
            </w:tcBorders>
            <w:shd w:val="clear" w:color="auto" w:fill="auto"/>
            <w:noWrap/>
            <w:vAlign w:val="center"/>
          </w:tcPr>
          <w:p w14:paraId="44FF4168" w14:textId="77777777" w:rsidR="00825117" w:rsidRDefault="00825117" w:rsidP="000F533E">
            <w:pPr>
              <w:pStyle w:val="TAC"/>
              <w:rPr>
                <w:rFonts w:cs="Arial"/>
                <w:color w:val="000000"/>
                <w:szCs w:val="18"/>
              </w:rPr>
            </w:pPr>
            <w:r w:rsidRPr="00553A70">
              <w:t>1188</w:t>
            </w:r>
          </w:p>
        </w:tc>
      </w:tr>
      <w:tr w:rsidR="00825117" w:rsidRPr="00835F44" w14:paraId="764FA89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B17E468"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EA2553A" w14:textId="77777777" w:rsidR="00825117" w:rsidRDefault="00825117" w:rsidP="000F533E">
            <w:pPr>
              <w:pStyle w:val="TAC"/>
              <w:rPr>
                <w:rFonts w:cs="Arial"/>
                <w:color w:val="000000"/>
                <w:szCs w:val="18"/>
              </w:rPr>
            </w:pPr>
            <w:r>
              <w:rPr>
                <w:rFonts w:cs="Arial"/>
                <w:color w:val="000000"/>
                <w:szCs w:val="18"/>
              </w:rPr>
              <w:t>10</w:t>
            </w:r>
          </w:p>
        </w:tc>
        <w:tc>
          <w:tcPr>
            <w:tcW w:w="967" w:type="dxa"/>
            <w:tcBorders>
              <w:top w:val="nil"/>
              <w:left w:val="nil"/>
              <w:bottom w:val="single" w:sz="4" w:space="0" w:color="auto"/>
              <w:right w:val="single" w:sz="4" w:space="0" w:color="auto"/>
            </w:tcBorders>
            <w:shd w:val="clear" w:color="auto" w:fill="auto"/>
            <w:noWrap/>
            <w:vAlign w:val="center"/>
          </w:tcPr>
          <w:p w14:paraId="64AC7E0A"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86C3C18" w14:textId="77777777" w:rsidR="00825117" w:rsidRDefault="00825117" w:rsidP="000F533E">
            <w:pPr>
              <w:pStyle w:val="TAC"/>
            </w:pPr>
            <w:r>
              <w:t>64QAM</w:t>
            </w:r>
          </w:p>
        </w:tc>
        <w:tc>
          <w:tcPr>
            <w:tcW w:w="890" w:type="dxa"/>
            <w:tcBorders>
              <w:top w:val="nil"/>
              <w:left w:val="nil"/>
              <w:bottom w:val="single" w:sz="4" w:space="0" w:color="auto"/>
              <w:right w:val="single" w:sz="4" w:space="0" w:color="auto"/>
            </w:tcBorders>
            <w:shd w:val="clear" w:color="auto" w:fill="auto"/>
            <w:noWrap/>
            <w:vAlign w:val="center"/>
          </w:tcPr>
          <w:p w14:paraId="7B4A4539"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B4E9A1C" w14:textId="77777777" w:rsidR="00825117" w:rsidRDefault="00825117" w:rsidP="000F533E">
            <w:pPr>
              <w:pStyle w:val="TAC"/>
              <w:rPr>
                <w:rFonts w:cs="Arial"/>
                <w:color w:val="000000"/>
                <w:szCs w:val="18"/>
              </w:rPr>
            </w:pPr>
            <w:r>
              <w:rPr>
                <w:rFonts w:cs="Arial"/>
                <w:color w:val="000000"/>
                <w:szCs w:val="18"/>
              </w:rPr>
              <w:t>3968</w:t>
            </w:r>
          </w:p>
        </w:tc>
        <w:tc>
          <w:tcPr>
            <w:tcW w:w="1057" w:type="dxa"/>
            <w:tcBorders>
              <w:top w:val="nil"/>
              <w:left w:val="nil"/>
              <w:bottom w:val="single" w:sz="4" w:space="0" w:color="auto"/>
              <w:right w:val="single" w:sz="4" w:space="0" w:color="auto"/>
            </w:tcBorders>
            <w:shd w:val="clear" w:color="auto" w:fill="auto"/>
            <w:noWrap/>
            <w:vAlign w:val="center"/>
          </w:tcPr>
          <w:p w14:paraId="417B0E7F"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8E7EE63"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4B1140B"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85AE028" w14:textId="77777777" w:rsidR="00825117" w:rsidRPr="00553A70" w:rsidRDefault="00825117" w:rsidP="000F533E">
            <w:pPr>
              <w:pStyle w:val="TAC"/>
            </w:pPr>
            <w:r w:rsidRPr="00553A70">
              <w:t>7920</w:t>
            </w:r>
          </w:p>
        </w:tc>
        <w:tc>
          <w:tcPr>
            <w:tcW w:w="1127" w:type="dxa"/>
            <w:tcBorders>
              <w:top w:val="nil"/>
              <w:left w:val="nil"/>
              <w:bottom w:val="single" w:sz="4" w:space="0" w:color="auto"/>
              <w:right w:val="single" w:sz="4" w:space="0" w:color="auto"/>
            </w:tcBorders>
            <w:shd w:val="clear" w:color="auto" w:fill="auto"/>
            <w:noWrap/>
            <w:vAlign w:val="center"/>
          </w:tcPr>
          <w:p w14:paraId="51564987" w14:textId="77777777" w:rsidR="00825117" w:rsidRPr="00553A70" w:rsidRDefault="00825117" w:rsidP="000F533E">
            <w:pPr>
              <w:pStyle w:val="TAC"/>
            </w:pPr>
            <w:r w:rsidRPr="00553A70">
              <w:t>1320</w:t>
            </w:r>
          </w:p>
        </w:tc>
      </w:tr>
      <w:tr w:rsidR="00825117" w:rsidRPr="00835F44" w14:paraId="1F1BA69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902AB6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6774C0A" w14:textId="77777777" w:rsidR="00825117" w:rsidRPr="00835F44" w:rsidRDefault="00825117" w:rsidP="000F533E">
            <w:pPr>
              <w:pStyle w:val="TAC"/>
            </w:pPr>
            <w:r>
              <w:rPr>
                <w:rFonts w:cs="Arial"/>
                <w:color w:val="000000"/>
                <w:szCs w:val="18"/>
              </w:rPr>
              <w:t>11</w:t>
            </w:r>
          </w:p>
        </w:tc>
        <w:tc>
          <w:tcPr>
            <w:tcW w:w="967" w:type="dxa"/>
            <w:tcBorders>
              <w:top w:val="nil"/>
              <w:left w:val="nil"/>
              <w:bottom w:val="single" w:sz="4" w:space="0" w:color="auto"/>
              <w:right w:val="single" w:sz="4" w:space="0" w:color="auto"/>
            </w:tcBorders>
            <w:shd w:val="clear" w:color="auto" w:fill="auto"/>
            <w:noWrap/>
            <w:vAlign w:val="center"/>
            <w:hideMark/>
          </w:tcPr>
          <w:p w14:paraId="49ACF47F"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B2C9650"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88F3D4D"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A2F7C54" w14:textId="77777777" w:rsidR="00825117" w:rsidRPr="00835F44" w:rsidRDefault="00825117" w:rsidP="000F533E">
            <w:pPr>
              <w:pStyle w:val="TAC"/>
            </w:pPr>
            <w:r>
              <w:rPr>
                <w:rFonts w:cs="Arial"/>
                <w:color w:val="000000"/>
                <w:szCs w:val="18"/>
              </w:rPr>
              <w:t>4352</w:t>
            </w:r>
          </w:p>
        </w:tc>
        <w:tc>
          <w:tcPr>
            <w:tcW w:w="1057" w:type="dxa"/>
            <w:tcBorders>
              <w:top w:val="nil"/>
              <w:left w:val="nil"/>
              <w:bottom w:val="single" w:sz="4" w:space="0" w:color="auto"/>
              <w:right w:val="single" w:sz="4" w:space="0" w:color="auto"/>
            </w:tcBorders>
            <w:shd w:val="clear" w:color="auto" w:fill="auto"/>
            <w:noWrap/>
            <w:vAlign w:val="center"/>
            <w:hideMark/>
          </w:tcPr>
          <w:p w14:paraId="4AC175B0"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ACCAC3D"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8F88F0F" w14:textId="77777777" w:rsidR="00825117" w:rsidRPr="00835F44" w:rsidRDefault="00825117"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1294DF56" w14:textId="77777777" w:rsidR="00825117" w:rsidRPr="00835F44" w:rsidRDefault="00825117" w:rsidP="000F533E">
            <w:pPr>
              <w:pStyle w:val="TAC"/>
            </w:pPr>
            <w:r>
              <w:rPr>
                <w:rFonts w:cs="Arial"/>
                <w:color w:val="000000"/>
                <w:szCs w:val="18"/>
              </w:rPr>
              <w:t>8712</w:t>
            </w:r>
          </w:p>
        </w:tc>
        <w:tc>
          <w:tcPr>
            <w:tcW w:w="1127" w:type="dxa"/>
            <w:tcBorders>
              <w:top w:val="nil"/>
              <w:left w:val="nil"/>
              <w:bottom w:val="single" w:sz="4" w:space="0" w:color="auto"/>
              <w:right w:val="single" w:sz="4" w:space="0" w:color="auto"/>
            </w:tcBorders>
            <w:shd w:val="clear" w:color="auto" w:fill="auto"/>
            <w:noWrap/>
            <w:vAlign w:val="center"/>
            <w:hideMark/>
          </w:tcPr>
          <w:p w14:paraId="74489226" w14:textId="77777777" w:rsidR="00825117" w:rsidRPr="00835F44" w:rsidRDefault="00825117" w:rsidP="000F533E">
            <w:pPr>
              <w:pStyle w:val="TAC"/>
            </w:pPr>
            <w:r>
              <w:rPr>
                <w:rFonts w:cs="Arial"/>
                <w:color w:val="000000"/>
                <w:szCs w:val="18"/>
              </w:rPr>
              <w:t>1452</w:t>
            </w:r>
          </w:p>
        </w:tc>
      </w:tr>
      <w:tr w:rsidR="00825117" w:rsidRPr="00835F44" w14:paraId="677D4EA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2D24F77"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93F3795" w14:textId="77777777" w:rsidR="00825117" w:rsidRDefault="00825117" w:rsidP="000F533E">
            <w:pPr>
              <w:pStyle w:val="TAC"/>
              <w:rPr>
                <w:rFonts w:cs="Arial"/>
                <w:color w:val="000000"/>
                <w:szCs w:val="18"/>
              </w:rPr>
            </w:pPr>
            <w:r>
              <w:rPr>
                <w:rFonts w:cs="Arial"/>
                <w:color w:val="000000"/>
                <w:szCs w:val="18"/>
              </w:rPr>
              <w:t>12</w:t>
            </w:r>
          </w:p>
        </w:tc>
        <w:tc>
          <w:tcPr>
            <w:tcW w:w="967" w:type="dxa"/>
            <w:tcBorders>
              <w:top w:val="nil"/>
              <w:left w:val="nil"/>
              <w:bottom w:val="single" w:sz="4" w:space="0" w:color="auto"/>
              <w:right w:val="single" w:sz="4" w:space="0" w:color="auto"/>
            </w:tcBorders>
            <w:shd w:val="clear" w:color="auto" w:fill="auto"/>
            <w:noWrap/>
            <w:vAlign w:val="center"/>
          </w:tcPr>
          <w:p w14:paraId="6944478A"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B796600"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7B4B0B47"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8FC979C" w14:textId="77777777" w:rsidR="00825117" w:rsidRDefault="00825117" w:rsidP="000F533E">
            <w:pPr>
              <w:pStyle w:val="TAC"/>
              <w:rPr>
                <w:rFonts w:cs="Arial"/>
                <w:color w:val="000000"/>
                <w:szCs w:val="18"/>
              </w:rPr>
            </w:pPr>
            <w:r>
              <w:rPr>
                <w:rFonts w:cs="Arial"/>
                <w:color w:val="000000"/>
                <w:szCs w:val="18"/>
              </w:rPr>
              <w:t>4736</w:t>
            </w:r>
          </w:p>
        </w:tc>
        <w:tc>
          <w:tcPr>
            <w:tcW w:w="1057" w:type="dxa"/>
            <w:tcBorders>
              <w:top w:val="nil"/>
              <w:left w:val="nil"/>
              <w:bottom w:val="single" w:sz="4" w:space="0" w:color="auto"/>
              <w:right w:val="single" w:sz="4" w:space="0" w:color="auto"/>
            </w:tcBorders>
            <w:shd w:val="clear" w:color="auto" w:fill="auto"/>
            <w:noWrap/>
            <w:vAlign w:val="center"/>
          </w:tcPr>
          <w:p w14:paraId="5D50F60A"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5FBCA95"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7976DA7"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775669FE" w14:textId="77777777" w:rsidR="00825117" w:rsidRDefault="00825117" w:rsidP="000F533E">
            <w:pPr>
              <w:pStyle w:val="TAC"/>
              <w:rPr>
                <w:rFonts w:cs="Arial"/>
                <w:color w:val="000000"/>
                <w:szCs w:val="18"/>
              </w:rPr>
            </w:pPr>
            <w:r w:rsidRPr="00553A70">
              <w:t>9504</w:t>
            </w:r>
          </w:p>
        </w:tc>
        <w:tc>
          <w:tcPr>
            <w:tcW w:w="1127" w:type="dxa"/>
            <w:tcBorders>
              <w:top w:val="nil"/>
              <w:left w:val="nil"/>
              <w:bottom w:val="single" w:sz="4" w:space="0" w:color="auto"/>
              <w:right w:val="single" w:sz="4" w:space="0" w:color="auto"/>
            </w:tcBorders>
            <w:shd w:val="clear" w:color="auto" w:fill="auto"/>
            <w:noWrap/>
            <w:vAlign w:val="center"/>
          </w:tcPr>
          <w:p w14:paraId="492D3CAB" w14:textId="77777777" w:rsidR="00825117" w:rsidRDefault="00825117" w:rsidP="000F533E">
            <w:pPr>
              <w:pStyle w:val="TAC"/>
              <w:rPr>
                <w:rFonts w:cs="Arial"/>
                <w:color w:val="000000"/>
                <w:szCs w:val="18"/>
              </w:rPr>
            </w:pPr>
            <w:r w:rsidRPr="00553A70">
              <w:t>1584</w:t>
            </w:r>
          </w:p>
        </w:tc>
      </w:tr>
      <w:tr w:rsidR="00825117" w:rsidRPr="00835F44" w14:paraId="66DD0CE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D3F3109"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C491458" w14:textId="77777777" w:rsidR="00825117" w:rsidRDefault="00825117" w:rsidP="000F533E">
            <w:pPr>
              <w:pStyle w:val="TAC"/>
              <w:rPr>
                <w:rFonts w:cs="Arial"/>
                <w:color w:val="000000"/>
                <w:szCs w:val="18"/>
              </w:rPr>
            </w:pPr>
            <w:r>
              <w:rPr>
                <w:rFonts w:cs="Arial"/>
                <w:color w:val="000000"/>
                <w:szCs w:val="18"/>
              </w:rPr>
              <w:t>13</w:t>
            </w:r>
          </w:p>
        </w:tc>
        <w:tc>
          <w:tcPr>
            <w:tcW w:w="967" w:type="dxa"/>
            <w:tcBorders>
              <w:top w:val="nil"/>
              <w:left w:val="nil"/>
              <w:bottom w:val="single" w:sz="4" w:space="0" w:color="auto"/>
              <w:right w:val="single" w:sz="4" w:space="0" w:color="auto"/>
            </w:tcBorders>
            <w:shd w:val="clear" w:color="auto" w:fill="auto"/>
            <w:noWrap/>
            <w:vAlign w:val="center"/>
          </w:tcPr>
          <w:p w14:paraId="6A9E20EC"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F61FD56"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7D40B2E4"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61BCF30" w14:textId="77777777" w:rsidR="00825117" w:rsidRDefault="00825117" w:rsidP="000F533E">
            <w:pPr>
              <w:pStyle w:val="TAC"/>
              <w:rPr>
                <w:rFonts w:cs="Arial"/>
                <w:color w:val="000000"/>
                <w:szCs w:val="18"/>
              </w:rPr>
            </w:pPr>
            <w:r>
              <w:rPr>
                <w:rFonts w:cs="Arial"/>
                <w:color w:val="000000"/>
                <w:szCs w:val="18"/>
              </w:rPr>
              <w:t>5120</w:t>
            </w:r>
          </w:p>
        </w:tc>
        <w:tc>
          <w:tcPr>
            <w:tcW w:w="1057" w:type="dxa"/>
            <w:tcBorders>
              <w:top w:val="nil"/>
              <w:left w:val="nil"/>
              <w:bottom w:val="single" w:sz="4" w:space="0" w:color="auto"/>
              <w:right w:val="single" w:sz="4" w:space="0" w:color="auto"/>
            </w:tcBorders>
            <w:shd w:val="clear" w:color="auto" w:fill="auto"/>
            <w:noWrap/>
            <w:vAlign w:val="center"/>
          </w:tcPr>
          <w:p w14:paraId="63E82FBD"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D7C548D"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5C49ED6"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630E23A6" w14:textId="77777777" w:rsidR="00825117" w:rsidRDefault="00825117" w:rsidP="000F533E">
            <w:pPr>
              <w:pStyle w:val="TAC"/>
              <w:rPr>
                <w:rFonts w:cs="Arial"/>
                <w:color w:val="000000"/>
                <w:szCs w:val="18"/>
              </w:rPr>
            </w:pPr>
            <w:r w:rsidRPr="00553A70">
              <w:t>10296</w:t>
            </w:r>
          </w:p>
        </w:tc>
        <w:tc>
          <w:tcPr>
            <w:tcW w:w="1127" w:type="dxa"/>
            <w:tcBorders>
              <w:top w:val="nil"/>
              <w:left w:val="nil"/>
              <w:bottom w:val="single" w:sz="4" w:space="0" w:color="auto"/>
              <w:right w:val="single" w:sz="4" w:space="0" w:color="auto"/>
            </w:tcBorders>
            <w:shd w:val="clear" w:color="auto" w:fill="auto"/>
            <w:noWrap/>
            <w:vAlign w:val="center"/>
          </w:tcPr>
          <w:p w14:paraId="307A8214" w14:textId="77777777" w:rsidR="00825117" w:rsidRDefault="00825117" w:rsidP="000F533E">
            <w:pPr>
              <w:pStyle w:val="TAC"/>
              <w:rPr>
                <w:rFonts w:cs="Arial"/>
                <w:color w:val="000000"/>
                <w:szCs w:val="18"/>
              </w:rPr>
            </w:pPr>
            <w:r w:rsidRPr="00553A70">
              <w:t>1716</w:t>
            </w:r>
          </w:p>
        </w:tc>
      </w:tr>
      <w:tr w:rsidR="00825117" w:rsidRPr="00835F44" w14:paraId="6090FF4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9442F37"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7D42726" w14:textId="77777777" w:rsidR="00825117" w:rsidRDefault="00825117" w:rsidP="000F533E">
            <w:pPr>
              <w:pStyle w:val="TAC"/>
              <w:rPr>
                <w:rFonts w:cs="Arial"/>
                <w:color w:val="000000"/>
                <w:szCs w:val="18"/>
              </w:rPr>
            </w:pPr>
            <w:r>
              <w:rPr>
                <w:rFonts w:cs="Arial"/>
                <w:color w:val="000000"/>
                <w:szCs w:val="18"/>
              </w:rPr>
              <w:t>15</w:t>
            </w:r>
          </w:p>
        </w:tc>
        <w:tc>
          <w:tcPr>
            <w:tcW w:w="967" w:type="dxa"/>
            <w:tcBorders>
              <w:top w:val="nil"/>
              <w:left w:val="nil"/>
              <w:bottom w:val="single" w:sz="4" w:space="0" w:color="auto"/>
              <w:right w:val="single" w:sz="4" w:space="0" w:color="auto"/>
            </w:tcBorders>
            <w:shd w:val="clear" w:color="auto" w:fill="auto"/>
            <w:noWrap/>
            <w:vAlign w:val="center"/>
          </w:tcPr>
          <w:p w14:paraId="00EEB24D"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03AF11D"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5040C7C4"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03C9486" w14:textId="77777777" w:rsidR="00825117" w:rsidRDefault="00825117" w:rsidP="000F533E">
            <w:pPr>
              <w:pStyle w:val="TAC"/>
              <w:rPr>
                <w:rFonts w:cs="Arial"/>
                <w:color w:val="000000"/>
                <w:szCs w:val="18"/>
              </w:rPr>
            </w:pPr>
            <w:r>
              <w:rPr>
                <w:rFonts w:cs="Arial"/>
                <w:color w:val="000000"/>
                <w:szCs w:val="18"/>
              </w:rPr>
              <w:t>6016</w:t>
            </w:r>
          </w:p>
        </w:tc>
        <w:tc>
          <w:tcPr>
            <w:tcW w:w="1057" w:type="dxa"/>
            <w:tcBorders>
              <w:top w:val="nil"/>
              <w:left w:val="nil"/>
              <w:bottom w:val="single" w:sz="4" w:space="0" w:color="auto"/>
              <w:right w:val="single" w:sz="4" w:space="0" w:color="auto"/>
            </w:tcBorders>
            <w:shd w:val="clear" w:color="auto" w:fill="auto"/>
            <w:noWrap/>
            <w:vAlign w:val="center"/>
          </w:tcPr>
          <w:p w14:paraId="0F1ACF38"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28C5876"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2D2A546D" w14:textId="77777777" w:rsidR="00825117" w:rsidRDefault="00825117" w:rsidP="000F533E">
            <w:pPr>
              <w:pStyle w:val="TAC"/>
              <w:rPr>
                <w:rFonts w:cs="Arial"/>
                <w:color w:val="000000"/>
                <w:szCs w:val="18"/>
              </w:rPr>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tcPr>
          <w:p w14:paraId="4BF59DDB" w14:textId="77777777" w:rsidR="00825117" w:rsidRDefault="00825117" w:rsidP="000F533E">
            <w:pPr>
              <w:pStyle w:val="TAC"/>
              <w:rPr>
                <w:rFonts w:cs="Arial"/>
                <w:color w:val="000000"/>
                <w:szCs w:val="18"/>
              </w:rPr>
            </w:pPr>
            <w:r w:rsidRPr="00553A70">
              <w:t>11880</w:t>
            </w:r>
          </w:p>
        </w:tc>
        <w:tc>
          <w:tcPr>
            <w:tcW w:w="1127" w:type="dxa"/>
            <w:tcBorders>
              <w:top w:val="nil"/>
              <w:left w:val="nil"/>
              <w:bottom w:val="single" w:sz="4" w:space="0" w:color="auto"/>
              <w:right w:val="single" w:sz="4" w:space="0" w:color="auto"/>
            </w:tcBorders>
            <w:shd w:val="clear" w:color="auto" w:fill="auto"/>
            <w:noWrap/>
            <w:vAlign w:val="center"/>
          </w:tcPr>
          <w:p w14:paraId="28B5C69B" w14:textId="77777777" w:rsidR="00825117" w:rsidRDefault="00825117" w:rsidP="000F533E">
            <w:pPr>
              <w:pStyle w:val="TAC"/>
              <w:rPr>
                <w:rFonts w:cs="Arial"/>
                <w:color w:val="000000"/>
                <w:szCs w:val="18"/>
              </w:rPr>
            </w:pPr>
            <w:r w:rsidRPr="00553A70">
              <w:t>1980</w:t>
            </w:r>
          </w:p>
        </w:tc>
      </w:tr>
      <w:tr w:rsidR="00825117" w:rsidRPr="00835F44" w14:paraId="521AC1B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59F0264"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02B92DE" w14:textId="77777777" w:rsidR="00825117" w:rsidRPr="00835F44" w:rsidRDefault="00825117" w:rsidP="000F533E">
            <w:pPr>
              <w:pStyle w:val="TAC"/>
            </w:pPr>
            <w:r>
              <w:rPr>
                <w:rFonts w:cs="Arial"/>
                <w:color w:val="000000"/>
                <w:szCs w:val="18"/>
              </w:rPr>
              <w:t>18</w:t>
            </w:r>
          </w:p>
        </w:tc>
        <w:tc>
          <w:tcPr>
            <w:tcW w:w="967" w:type="dxa"/>
            <w:tcBorders>
              <w:top w:val="nil"/>
              <w:left w:val="nil"/>
              <w:bottom w:val="single" w:sz="4" w:space="0" w:color="auto"/>
              <w:right w:val="single" w:sz="4" w:space="0" w:color="auto"/>
            </w:tcBorders>
            <w:shd w:val="clear" w:color="auto" w:fill="auto"/>
            <w:noWrap/>
            <w:vAlign w:val="center"/>
            <w:hideMark/>
          </w:tcPr>
          <w:p w14:paraId="12AE0EA4"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A7461B3"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DD4EBBE"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C649817" w14:textId="77777777" w:rsidR="00825117" w:rsidRPr="00835F44" w:rsidRDefault="00825117" w:rsidP="000F533E">
            <w:pPr>
              <w:pStyle w:val="TAC"/>
            </w:pPr>
            <w:r>
              <w:rPr>
                <w:rFonts w:cs="Arial"/>
                <w:color w:val="000000"/>
                <w:szCs w:val="18"/>
              </w:rPr>
              <w:t>7168</w:t>
            </w:r>
          </w:p>
        </w:tc>
        <w:tc>
          <w:tcPr>
            <w:tcW w:w="1057" w:type="dxa"/>
            <w:tcBorders>
              <w:top w:val="nil"/>
              <w:left w:val="nil"/>
              <w:bottom w:val="single" w:sz="4" w:space="0" w:color="auto"/>
              <w:right w:val="single" w:sz="4" w:space="0" w:color="auto"/>
            </w:tcBorders>
            <w:shd w:val="clear" w:color="auto" w:fill="auto"/>
            <w:noWrap/>
            <w:vAlign w:val="center"/>
            <w:hideMark/>
          </w:tcPr>
          <w:p w14:paraId="0A2B6973"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E791201"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5B4972A" w14:textId="77777777" w:rsidR="00825117" w:rsidRPr="00835F44" w:rsidRDefault="00825117" w:rsidP="000F533E">
            <w:pPr>
              <w:pStyle w:val="TAC"/>
            </w:pPr>
            <w:r>
              <w:rPr>
                <w:rFonts w:cs="Arial"/>
                <w:color w:val="000000"/>
                <w:szCs w:val="18"/>
              </w:rPr>
              <w:t>1</w:t>
            </w:r>
          </w:p>
        </w:tc>
        <w:tc>
          <w:tcPr>
            <w:tcW w:w="925" w:type="dxa"/>
            <w:tcBorders>
              <w:top w:val="nil"/>
              <w:left w:val="nil"/>
              <w:bottom w:val="single" w:sz="4" w:space="0" w:color="auto"/>
              <w:right w:val="single" w:sz="4" w:space="0" w:color="auto"/>
            </w:tcBorders>
            <w:shd w:val="clear" w:color="auto" w:fill="auto"/>
            <w:noWrap/>
            <w:vAlign w:val="center"/>
            <w:hideMark/>
          </w:tcPr>
          <w:p w14:paraId="3C180831" w14:textId="77777777" w:rsidR="00825117" w:rsidRPr="00835F44" w:rsidRDefault="00825117" w:rsidP="000F533E">
            <w:pPr>
              <w:pStyle w:val="TAC"/>
            </w:pPr>
            <w:r>
              <w:rPr>
                <w:rFonts w:cs="Arial"/>
                <w:color w:val="000000"/>
                <w:szCs w:val="18"/>
              </w:rPr>
              <w:t>14256</w:t>
            </w:r>
          </w:p>
        </w:tc>
        <w:tc>
          <w:tcPr>
            <w:tcW w:w="1127" w:type="dxa"/>
            <w:tcBorders>
              <w:top w:val="nil"/>
              <w:left w:val="nil"/>
              <w:bottom w:val="single" w:sz="4" w:space="0" w:color="auto"/>
              <w:right w:val="single" w:sz="4" w:space="0" w:color="auto"/>
            </w:tcBorders>
            <w:shd w:val="clear" w:color="auto" w:fill="auto"/>
            <w:noWrap/>
            <w:vAlign w:val="center"/>
            <w:hideMark/>
          </w:tcPr>
          <w:p w14:paraId="00FF02CA" w14:textId="77777777" w:rsidR="00825117" w:rsidRPr="00835F44" w:rsidRDefault="00825117" w:rsidP="000F533E">
            <w:pPr>
              <w:pStyle w:val="TAC"/>
            </w:pPr>
            <w:r>
              <w:rPr>
                <w:rFonts w:cs="Arial"/>
                <w:color w:val="000000"/>
                <w:szCs w:val="18"/>
              </w:rPr>
              <w:t>2376</w:t>
            </w:r>
          </w:p>
        </w:tc>
      </w:tr>
      <w:tr w:rsidR="00825117" w:rsidRPr="00835F44" w14:paraId="782D12A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78599FC"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B71596D" w14:textId="77777777" w:rsidR="00825117" w:rsidRDefault="00825117" w:rsidP="000F533E">
            <w:pPr>
              <w:pStyle w:val="TAC"/>
              <w:rPr>
                <w:rFonts w:cs="Arial"/>
                <w:color w:val="000000"/>
                <w:szCs w:val="18"/>
              </w:rPr>
            </w:pPr>
            <w:r>
              <w:rPr>
                <w:rFonts w:cs="Arial"/>
                <w:color w:val="000000"/>
                <w:szCs w:val="18"/>
              </w:rPr>
              <w:t>19</w:t>
            </w:r>
          </w:p>
        </w:tc>
        <w:tc>
          <w:tcPr>
            <w:tcW w:w="967" w:type="dxa"/>
            <w:tcBorders>
              <w:top w:val="nil"/>
              <w:left w:val="nil"/>
              <w:bottom w:val="single" w:sz="4" w:space="0" w:color="auto"/>
              <w:right w:val="single" w:sz="4" w:space="0" w:color="auto"/>
            </w:tcBorders>
            <w:shd w:val="clear" w:color="auto" w:fill="auto"/>
            <w:noWrap/>
            <w:vAlign w:val="center"/>
          </w:tcPr>
          <w:p w14:paraId="16806E43"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812B4A3"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60A8C92C"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63A95C5" w14:textId="77777777" w:rsidR="00825117" w:rsidRDefault="00825117" w:rsidP="000F533E">
            <w:pPr>
              <w:pStyle w:val="TAC"/>
              <w:rPr>
                <w:rFonts w:cs="Arial"/>
                <w:color w:val="000000"/>
                <w:szCs w:val="18"/>
              </w:rPr>
            </w:pPr>
            <w:r>
              <w:rPr>
                <w:rFonts w:cs="Arial"/>
                <w:color w:val="000000"/>
                <w:szCs w:val="18"/>
              </w:rPr>
              <w:t>7552</w:t>
            </w:r>
          </w:p>
        </w:tc>
        <w:tc>
          <w:tcPr>
            <w:tcW w:w="1057" w:type="dxa"/>
            <w:tcBorders>
              <w:top w:val="nil"/>
              <w:left w:val="nil"/>
              <w:bottom w:val="single" w:sz="4" w:space="0" w:color="auto"/>
              <w:right w:val="single" w:sz="4" w:space="0" w:color="auto"/>
            </w:tcBorders>
            <w:shd w:val="clear" w:color="auto" w:fill="auto"/>
            <w:noWrap/>
            <w:vAlign w:val="center"/>
          </w:tcPr>
          <w:p w14:paraId="509078E9"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17B7463"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82CC978" w14:textId="77777777" w:rsidR="00825117" w:rsidRDefault="00825117" w:rsidP="000F533E">
            <w:pPr>
              <w:pStyle w:val="TAC"/>
              <w:rPr>
                <w:rFonts w:cs="Arial"/>
                <w:color w:val="000000"/>
                <w:szCs w:val="18"/>
              </w:rPr>
            </w:pPr>
          </w:p>
        </w:tc>
        <w:tc>
          <w:tcPr>
            <w:tcW w:w="925" w:type="dxa"/>
            <w:tcBorders>
              <w:top w:val="nil"/>
              <w:left w:val="nil"/>
              <w:bottom w:val="single" w:sz="4" w:space="0" w:color="auto"/>
              <w:right w:val="single" w:sz="4" w:space="0" w:color="auto"/>
            </w:tcBorders>
            <w:shd w:val="clear" w:color="auto" w:fill="auto"/>
            <w:noWrap/>
            <w:vAlign w:val="center"/>
          </w:tcPr>
          <w:p w14:paraId="3939A95B" w14:textId="77777777" w:rsidR="00825117" w:rsidRDefault="00825117" w:rsidP="000F533E">
            <w:pPr>
              <w:pStyle w:val="TAC"/>
              <w:rPr>
                <w:rFonts w:cs="Arial"/>
                <w:color w:val="000000"/>
                <w:szCs w:val="18"/>
              </w:rPr>
            </w:pPr>
            <w:r w:rsidRPr="00553A70">
              <w:t>15048</w:t>
            </w:r>
          </w:p>
        </w:tc>
        <w:tc>
          <w:tcPr>
            <w:tcW w:w="1127" w:type="dxa"/>
            <w:tcBorders>
              <w:top w:val="nil"/>
              <w:left w:val="nil"/>
              <w:bottom w:val="single" w:sz="4" w:space="0" w:color="auto"/>
              <w:right w:val="single" w:sz="4" w:space="0" w:color="auto"/>
            </w:tcBorders>
            <w:shd w:val="clear" w:color="auto" w:fill="auto"/>
            <w:noWrap/>
            <w:vAlign w:val="center"/>
          </w:tcPr>
          <w:p w14:paraId="7422DAB4" w14:textId="77777777" w:rsidR="00825117" w:rsidRDefault="00825117" w:rsidP="000F533E">
            <w:pPr>
              <w:pStyle w:val="TAC"/>
              <w:rPr>
                <w:rFonts w:cs="Arial"/>
                <w:color w:val="000000"/>
                <w:szCs w:val="18"/>
              </w:rPr>
            </w:pPr>
            <w:r w:rsidRPr="00553A70">
              <w:t>2508</w:t>
            </w:r>
          </w:p>
        </w:tc>
      </w:tr>
      <w:tr w:rsidR="00825117" w:rsidRPr="00835F44" w14:paraId="70872A3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431031A"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7510172" w14:textId="77777777" w:rsidR="00825117" w:rsidRPr="00835F44" w:rsidRDefault="00825117" w:rsidP="000F533E">
            <w:pPr>
              <w:pStyle w:val="TAC"/>
            </w:pPr>
            <w:r>
              <w:rPr>
                <w:rFonts w:cs="Arial"/>
                <w:color w:val="000000"/>
                <w:szCs w:val="18"/>
              </w:rPr>
              <w:t>24</w:t>
            </w:r>
          </w:p>
        </w:tc>
        <w:tc>
          <w:tcPr>
            <w:tcW w:w="967" w:type="dxa"/>
            <w:tcBorders>
              <w:top w:val="nil"/>
              <w:left w:val="nil"/>
              <w:bottom w:val="single" w:sz="4" w:space="0" w:color="auto"/>
              <w:right w:val="single" w:sz="4" w:space="0" w:color="auto"/>
            </w:tcBorders>
            <w:shd w:val="clear" w:color="auto" w:fill="auto"/>
            <w:noWrap/>
            <w:vAlign w:val="center"/>
            <w:hideMark/>
          </w:tcPr>
          <w:p w14:paraId="19B135C7"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E68D215"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65051B6"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25B840A" w14:textId="77777777" w:rsidR="00825117" w:rsidRPr="00835F44" w:rsidRDefault="00825117" w:rsidP="000F533E">
            <w:pPr>
              <w:pStyle w:val="TAC"/>
            </w:pPr>
            <w:r>
              <w:rPr>
                <w:rFonts w:cs="Arial"/>
                <w:color w:val="000000"/>
                <w:szCs w:val="18"/>
              </w:rPr>
              <w:t>9480</w:t>
            </w:r>
          </w:p>
        </w:tc>
        <w:tc>
          <w:tcPr>
            <w:tcW w:w="1057" w:type="dxa"/>
            <w:tcBorders>
              <w:top w:val="nil"/>
              <w:left w:val="nil"/>
              <w:bottom w:val="single" w:sz="4" w:space="0" w:color="auto"/>
              <w:right w:val="single" w:sz="4" w:space="0" w:color="auto"/>
            </w:tcBorders>
            <w:shd w:val="clear" w:color="auto" w:fill="auto"/>
            <w:noWrap/>
            <w:vAlign w:val="center"/>
            <w:hideMark/>
          </w:tcPr>
          <w:p w14:paraId="6BE55410"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7D6E13F"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98C1C67" w14:textId="77777777" w:rsidR="00825117" w:rsidRPr="00835F44" w:rsidRDefault="00825117"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3F2A988C" w14:textId="77777777" w:rsidR="00825117" w:rsidRPr="00835F44" w:rsidRDefault="00825117" w:rsidP="000F533E">
            <w:pPr>
              <w:pStyle w:val="TAC"/>
            </w:pPr>
            <w:r>
              <w:rPr>
                <w:rFonts w:cs="Arial"/>
                <w:color w:val="000000"/>
                <w:szCs w:val="18"/>
              </w:rPr>
              <w:t>19008</w:t>
            </w:r>
          </w:p>
        </w:tc>
        <w:tc>
          <w:tcPr>
            <w:tcW w:w="1127" w:type="dxa"/>
            <w:tcBorders>
              <w:top w:val="nil"/>
              <w:left w:val="nil"/>
              <w:bottom w:val="single" w:sz="4" w:space="0" w:color="auto"/>
              <w:right w:val="single" w:sz="4" w:space="0" w:color="auto"/>
            </w:tcBorders>
            <w:shd w:val="clear" w:color="auto" w:fill="auto"/>
            <w:noWrap/>
            <w:vAlign w:val="center"/>
            <w:hideMark/>
          </w:tcPr>
          <w:p w14:paraId="602B19BC" w14:textId="77777777" w:rsidR="00825117" w:rsidRPr="00835F44" w:rsidRDefault="00825117" w:rsidP="000F533E">
            <w:pPr>
              <w:pStyle w:val="TAC"/>
            </w:pPr>
            <w:r>
              <w:rPr>
                <w:rFonts w:cs="Arial"/>
                <w:color w:val="000000"/>
                <w:szCs w:val="18"/>
              </w:rPr>
              <w:t>3168</w:t>
            </w:r>
          </w:p>
        </w:tc>
      </w:tr>
      <w:tr w:rsidR="00825117" w:rsidRPr="00835F44" w14:paraId="4FE59F9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C6AA565"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257D673" w14:textId="77777777" w:rsidR="00825117" w:rsidRPr="00835F44" w:rsidRDefault="00825117" w:rsidP="000F533E">
            <w:pPr>
              <w:pStyle w:val="TAC"/>
            </w:pPr>
            <w:r>
              <w:rPr>
                <w:rFonts w:cs="Arial"/>
                <w:color w:val="000000"/>
                <w:szCs w:val="18"/>
              </w:rPr>
              <w:t>25</w:t>
            </w:r>
          </w:p>
        </w:tc>
        <w:tc>
          <w:tcPr>
            <w:tcW w:w="967" w:type="dxa"/>
            <w:tcBorders>
              <w:top w:val="nil"/>
              <w:left w:val="nil"/>
              <w:bottom w:val="single" w:sz="4" w:space="0" w:color="auto"/>
              <w:right w:val="single" w:sz="4" w:space="0" w:color="auto"/>
            </w:tcBorders>
            <w:shd w:val="clear" w:color="auto" w:fill="auto"/>
            <w:noWrap/>
            <w:vAlign w:val="center"/>
            <w:hideMark/>
          </w:tcPr>
          <w:p w14:paraId="2ECAF3E9"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AFC0E7B"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2C4608B"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2B8A8DB" w14:textId="77777777" w:rsidR="00825117" w:rsidRPr="00835F44" w:rsidRDefault="00825117" w:rsidP="000F533E">
            <w:pPr>
              <w:pStyle w:val="TAC"/>
            </w:pPr>
            <w:r>
              <w:rPr>
                <w:rFonts w:cs="Arial"/>
                <w:color w:val="000000"/>
                <w:szCs w:val="18"/>
              </w:rPr>
              <w:t>9992</w:t>
            </w:r>
          </w:p>
        </w:tc>
        <w:tc>
          <w:tcPr>
            <w:tcW w:w="1057" w:type="dxa"/>
            <w:tcBorders>
              <w:top w:val="nil"/>
              <w:left w:val="nil"/>
              <w:bottom w:val="single" w:sz="4" w:space="0" w:color="auto"/>
              <w:right w:val="single" w:sz="4" w:space="0" w:color="auto"/>
            </w:tcBorders>
            <w:shd w:val="clear" w:color="auto" w:fill="auto"/>
            <w:noWrap/>
            <w:vAlign w:val="center"/>
            <w:hideMark/>
          </w:tcPr>
          <w:p w14:paraId="3132DD35"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75D19A4"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9AD64D3" w14:textId="77777777" w:rsidR="00825117" w:rsidRPr="00835F44" w:rsidRDefault="00825117"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C01A7A1" w14:textId="77777777" w:rsidR="00825117" w:rsidRPr="00835F44" w:rsidRDefault="00825117" w:rsidP="000F533E">
            <w:pPr>
              <w:pStyle w:val="TAC"/>
            </w:pPr>
            <w:r>
              <w:rPr>
                <w:rFonts w:cs="Arial"/>
                <w:color w:val="000000"/>
                <w:szCs w:val="18"/>
              </w:rPr>
              <w:t>19800</w:t>
            </w:r>
          </w:p>
        </w:tc>
        <w:tc>
          <w:tcPr>
            <w:tcW w:w="1127" w:type="dxa"/>
            <w:tcBorders>
              <w:top w:val="nil"/>
              <w:left w:val="nil"/>
              <w:bottom w:val="single" w:sz="4" w:space="0" w:color="auto"/>
              <w:right w:val="single" w:sz="4" w:space="0" w:color="auto"/>
            </w:tcBorders>
            <w:shd w:val="clear" w:color="auto" w:fill="auto"/>
            <w:noWrap/>
            <w:vAlign w:val="center"/>
            <w:hideMark/>
          </w:tcPr>
          <w:p w14:paraId="56888F13" w14:textId="77777777" w:rsidR="00825117" w:rsidRPr="00835F44" w:rsidRDefault="00825117" w:rsidP="000F533E">
            <w:pPr>
              <w:pStyle w:val="TAC"/>
            </w:pPr>
            <w:r>
              <w:rPr>
                <w:rFonts w:cs="Arial"/>
                <w:color w:val="000000"/>
                <w:szCs w:val="18"/>
              </w:rPr>
              <w:t>3300</w:t>
            </w:r>
          </w:p>
        </w:tc>
      </w:tr>
      <w:tr w:rsidR="00825117" w:rsidRPr="00835F44" w14:paraId="4573E08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728864D"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8B50A05" w14:textId="77777777" w:rsidR="00825117" w:rsidRDefault="00825117" w:rsidP="000F533E">
            <w:pPr>
              <w:pStyle w:val="TAC"/>
              <w:rPr>
                <w:rFonts w:cs="Arial"/>
                <w:color w:val="000000"/>
                <w:szCs w:val="18"/>
              </w:rPr>
            </w:pPr>
            <w:r>
              <w:rPr>
                <w:rFonts w:cs="Arial"/>
                <w:color w:val="000000"/>
                <w:szCs w:val="18"/>
              </w:rPr>
              <w:t>26</w:t>
            </w:r>
          </w:p>
        </w:tc>
        <w:tc>
          <w:tcPr>
            <w:tcW w:w="967" w:type="dxa"/>
            <w:tcBorders>
              <w:top w:val="nil"/>
              <w:left w:val="nil"/>
              <w:bottom w:val="single" w:sz="4" w:space="0" w:color="auto"/>
              <w:right w:val="single" w:sz="4" w:space="0" w:color="auto"/>
            </w:tcBorders>
            <w:shd w:val="clear" w:color="auto" w:fill="auto"/>
            <w:noWrap/>
            <w:vAlign w:val="center"/>
          </w:tcPr>
          <w:p w14:paraId="444E37AF"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7BB1490" w14:textId="77777777" w:rsidR="00825117" w:rsidRDefault="00825117" w:rsidP="000F533E">
            <w:pPr>
              <w:pStyle w:val="TAC"/>
              <w:rPr>
                <w:rFonts w:cs="Arial"/>
                <w:color w:val="000000"/>
                <w:szCs w:val="18"/>
              </w:rPr>
            </w:pPr>
            <w:r>
              <w:t>64QAM</w:t>
            </w:r>
          </w:p>
        </w:tc>
        <w:tc>
          <w:tcPr>
            <w:tcW w:w="890" w:type="dxa"/>
            <w:tcBorders>
              <w:top w:val="nil"/>
              <w:left w:val="nil"/>
              <w:bottom w:val="single" w:sz="4" w:space="0" w:color="auto"/>
              <w:right w:val="single" w:sz="4" w:space="0" w:color="auto"/>
            </w:tcBorders>
            <w:shd w:val="clear" w:color="auto" w:fill="auto"/>
            <w:noWrap/>
            <w:vAlign w:val="center"/>
          </w:tcPr>
          <w:p w14:paraId="2F107F94"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6FB0B23" w14:textId="77777777" w:rsidR="00825117" w:rsidRDefault="00825117" w:rsidP="000F533E">
            <w:pPr>
              <w:pStyle w:val="TAC"/>
              <w:rPr>
                <w:rFonts w:cs="Arial"/>
                <w:color w:val="000000"/>
                <w:szCs w:val="18"/>
              </w:rPr>
            </w:pPr>
            <w:r>
              <w:rPr>
                <w:rFonts w:cs="Arial"/>
                <w:color w:val="000000"/>
                <w:szCs w:val="18"/>
              </w:rPr>
              <w:t>10504</w:t>
            </w:r>
          </w:p>
        </w:tc>
        <w:tc>
          <w:tcPr>
            <w:tcW w:w="1057" w:type="dxa"/>
            <w:tcBorders>
              <w:top w:val="nil"/>
              <w:left w:val="nil"/>
              <w:bottom w:val="single" w:sz="4" w:space="0" w:color="auto"/>
              <w:right w:val="single" w:sz="4" w:space="0" w:color="auto"/>
            </w:tcBorders>
            <w:shd w:val="clear" w:color="auto" w:fill="auto"/>
            <w:noWrap/>
            <w:vAlign w:val="center"/>
          </w:tcPr>
          <w:p w14:paraId="07E7044D"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49CB57F"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AEB9377" w14:textId="77777777" w:rsidR="00825117" w:rsidRDefault="00825117" w:rsidP="000F533E">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4A851D43" w14:textId="77777777" w:rsidR="00825117" w:rsidRDefault="00825117" w:rsidP="000F533E">
            <w:pPr>
              <w:pStyle w:val="TAC"/>
              <w:rPr>
                <w:rFonts w:cs="Arial"/>
                <w:color w:val="000000"/>
                <w:szCs w:val="18"/>
              </w:rPr>
            </w:pPr>
            <w:r w:rsidRPr="00553A70">
              <w:t>20592</w:t>
            </w:r>
          </w:p>
        </w:tc>
        <w:tc>
          <w:tcPr>
            <w:tcW w:w="1127" w:type="dxa"/>
            <w:tcBorders>
              <w:top w:val="nil"/>
              <w:left w:val="nil"/>
              <w:bottom w:val="single" w:sz="4" w:space="0" w:color="auto"/>
              <w:right w:val="single" w:sz="4" w:space="0" w:color="auto"/>
            </w:tcBorders>
            <w:shd w:val="clear" w:color="auto" w:fill="auto"/>
            <w:noWrap/>
            <w:vAlign w:val="center"/>
          </w:tcPr>
          <w:p w14:paraId="6FC075CB" w14:textId="77777777" w:rsidR="00825117" w:rsidRDefault="00825117" w:rsidP="000F533E">
            <w:pPr>
              <w:pStyle w:val="TAC"/>
              <w:rPr>
                <w:rFonts w:cs="Arial"/>
                <w:color w:val="000000"/>
                <w:szCs w:val="18"/>
              </w:rPr>
            </w:pPr>
            <w:r w:rsidRPr="00553A70">
              <w:t>3432</w:t>
            </w:r>
          </w:p>
        </w:tc>
      </w:tr>
      <w:tr w:rsidR="00825117" w:rsidRPr="00835F44" w14:paraId="4E62250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978CD7F"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A7034AF" w14:textId="77777777" w:rsidR="00825117" w:rsidRPr="00835F44" w:rsidRDefault="00825117" w:rsidP="000F533E">
            <w:pPr>
              <w:pStyle w:val="TAC"/>
            </w:pPr>
            <w:r>
              <w:rPr>
                <w:rFonts w:cs="Arial"/>
                <w:color w:val="000000"/>
                <w:szCs w:val="18"/>
              </w:rPr>
              <w:t>31</w:t>
            </w:r>
          </w:p>
        </w:tc>
        <w:tc>
          <w:tcPr>
            <w:tcW w:w="967" w:type="dxa"/>
            <w:tcBorders>
              <w:top w:val="nil"/>
              <w:left w:val="nil"/>
              <w:bottom w:val="single" w:sz="4" w:space="0" w:color="auto"/>
              <w:right w:val="single" w:sz="4" w:space="0" w:color="auto"/>
            </w:tcBorders>
            <w:shd w:val="clear" w:color="auto" w:fill="auto"/>
            <w:noWrap/>
            <w:vAlign w:val="center"/>
            <w:hideMark/>
          </w:tcPr>
          <w:p w14:paraId="3DA21C94"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F2F2F1D"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202F1ABE"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A21AF22" w14:textId="77777777" w:rsidR="00825117" w:rsidRPr="00835F44" w:rsidRDefault="00825117" w:rsidP="000F533E">
            <w:pPr>
              <w:pStyle w:val="TAC"/>
            </w:pPr>
            <w:r>
              <w:rPr>
                <w:rFonts w:cs="Arial"/>
                <w:color w:val="000000"/>
                <w:szCs w:val="18"/>
              </w:rPr>
              <w:t>12296</w:t>
            </w:r>
          </w:p>
        </w:tc>
        <w:tc>
          <w:tcPr>
            <w:tcW w:w="1057" w:type="dxa"/>
            <w:tcBorders>
              <w:top w:val="nil"/>
              <w:left w:val="nil"/>
              <w:bottom w:val="single" w:sz="4" w:space="0" w:color="auto"/>
              <w:right w:val="single" w:sz="4" w:space="0" w:color="auto"/>
            </w:tcBorders>
            <w:shd w:val="clear" w:color="auto" w:fill="auto"/>
            <w:noWrap/>
            <w:vAlign w:val="center"/>
            <w:hideMark/>
          </w:tcPr>
          <w:p w14:paraId="09488977"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ECE531A"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C56E11E" w14:textId="77777777" w:rsidR="00825117" w:rsidRPr="00835F44" w:rsidRDefault="00825117"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7C06F91D" w14:textId="77777777" w:rsidR="00825117" w:rsidRPr="00835F44" w:rsidRDefault="00825117" w:rsidP="000F533E">
            <w:pPr>
              <w:pStyle w:val="TAC"/>
            </w:pPr>
            <w:r>
              <w:rPr>
                <w:rFonts w:cs="Arial"/>
                <w:color w:val="000000"/>
                <w:szCs w:val="18"/>
              </w:rPr>
              <w:t>24552</w:t>
            </w:r>
          </w:p>
        </w:tc>
        <w:tc>
          <w:tcPr>
            <w:tcW w:w="1127" w:type="dxa"/>
            <w:tcBorders>
              <w:top w:val="nil"/>
              <w:left w:val="nil"/>
              <w:bottom w:val="single" w:sz="4" w:space="0" w:color="auto"/>
              <w:right w:val="single" w:sz="4" w:space="0" w:color="auto"/>
            </w:tcBorders>
            <w:shd w:val="clear" w:color="auto" w:fill="auto"/>
            <w:noWrap/>
            <w:vAlign w:val="center"/>
            <w:hideMark/>
          </w:tcPr>
          <w:p w14:paraId="328FB6BC" w14:textId="77777777" w:rsidR="00825117" w:rsidRPr="00835F44" w:rsidRDefault="00825117" w:rsidP="000F533E">
            <w:pPr>
              <w:pStyle w:val="TAC"/>
            </w:pPr>
            <w:r>
              <w:rPr>
                <w:rFonts w:cs="Arial"/>
                <w:color w:val="000000"/>
                <w:szCs w:val="18"/>
              </w:rPr>
              <w:t>4092</w:t>
            </w:r>
          </w:p>
        </w:tc>
      </w:tr>
      <w:tr w:rsidR="00825117" w:rsidRPr="00835F44" w14:paraId="152C0CF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633A2D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5FABA0B" w14:textId="77777777" w:rsidR="00825117" w:rsidRDefault="00825117" w:rsidP="000F533E">
            <w:pPr>
              <w:pStyle w:val="TAC"/>
              <w:rPr>
                <w:rFonts w:cs="Arial"/>
                <w:color w:val="000000"/>
                <w:szCs w:val="18"/>
              </w:rPr>
            </w:pPr>
            <w:r>
              <w:rPr>
                <w:rFonts w:cs="Arial"/>
                <w:color w:val="000000"/>
                <w:szCs w:val="18"/>
              </w:rPr>
              <w:t>33</w:t>
            </w:r>
          </w:p>
        </w:tc>
        <w:tc>
          <w:tcPr>
            <w:tcW w:w="967" w:type="dxa"/>
            <w:tcBorders>
              <w:top w:val="nil"/>
              <w:left w:val="nil"/>
              <w:bottom w:val="single" w:sz="4" w:space="0" w:color="auto"/>
              <w:right w:val="single" w:sz="4" w:space="0" w:color="auto"/>
            </w:tcBorders>
            <w:shd w:val="clear" w:color="auto" w:fill="auto"/>
            <w:noWrap/>
            <w:vAlign w:val="center"/>
          </w:tcPr>
          <w:p w14:paraId="1EC00AB8"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867FCB3"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58564048"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FED0183" w14:textId="77777777" w:rsidR="00825117" w:rsidRDefault="00825117" w:rsidP="000F533E">
            <w:pPr>
              <w:pStyle w:val="TAC"/>
              <w:rPr>
                <w:rFonts w:cs="Arial"/>
                <w:color w:val="000000"/>
                <w:szCs w:val="18"/>
              </w:rPr>
            </w:pPr>
            <w:r>
              <w:rPr>
                <w:rFonts w:cs="Arial"/>
                <w:color w:val="000000"/>
                <w:szCs w:val="18"/>
              </w:rPr>
              <w:t>13064</w:t>
            </w:r>
          </w:p>
        </w:tc>
        <w:tc>
          <w:tcPr>
            <w:tcW w:w="1057" w:type="dxa"/>
            <w:tcBorders>
              <w:top w:val="nil"/>
              <w:left w:val="nil"/>
              <w:bottom w:val="single" w:sz="4" w:space="0" w:color="auto"/>
              <w:right w:val="single" w:sz="4" w:space="0" w:color="auto"/>
            </w:tcBorders>
            <w:shd w:val="clear" w:color="auto" w:fill="auto"/>
            <w:noWrap/>
            <w:vAlign w:val="center"/>
          </w:tcPr>
          <w:p w14:paraId="42600C5B"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9C6CC02"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A8D5778" w14:textId="77777777" w:rsidR="00825117" w:rsidRDefault="00825117" w:rsidP="000F533E">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7B61826A" w14:textId="77777777" w:rsidR="00825117" w:rsidRDefault="00825117" w:rsidP="000F533E">
            <w:pPr>
              <w:pStyle w:val="TAC"/>
              <w:rPr>
                <w:rFonts w:cs="Arial"/>
                <w:color w:val="000000"/>
                <w:szCs w:val="18"/>
              </w:rPr>
            </w:pPr>
            <w:r w:rsidRPr="00553A70">
              <w:t>26136</w:t>
            </w:r>
          </w:p>
        </w:tc>
        <w:tc>
          <w:tcPr>
            <w:tcW w:w="1127" w:type="dxa"/>
            <w:tcBorders>
              <w:top w:val="nil"/>
              <w:left w:val="nil"/>
              <w:bottom w:val="single" w:sz="4" w:space="0" w:color="auto"/>
              <w:right w:val="single" w:sz="4" w:space="0" w:color="auto"/>
            </w:tcBorders>
            <w:shd w:val="clear" w:color="auto" w:fill="auto"/>
            <w:noWrap/>
            <w:vAlign w:val="center"/>
          </w:tcPr>
          <w:p w14:paraId="66D504F5" w14:textId="77777777" w:rsidR="00825117" w:rsidRDefault="00825117" w:rsidP="000F533E">
            <w:pPr>
              <w:pStyle w:val="TAC"/>
              <w:rPr>
                <w:rFonts w:cs="Arial"/>
                <w:color w:val="000000"/>
                <w:szCs w:val="18"/>
              </w:rPr>
            </w:pPr>
            <w:r w:rsidRPr="00553A70">
              <w:t>4356</w:t>
            </w:r>
          </w:p>
        </w:tc>
      </w:tr>
      <w:tr w:rsidR="00825117" w:rsidRPr="00835F44" w14:paraId="1708C7A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F9162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FD47EA9" w14:textId="77777777" w:rsidR="00825117" w:rsidRPr="00835F44" w:rsidRDefault="00825117" w:rsidP="000F533E">
            <w:pPr>
              <w:pStyle w:val="TAC"/>
            </w:pPr>
            <w:r>
              <w:rPr>
                <w:rFonts w:cs="Arial"/>
                <w:color w:val="000000"/>
                <w:szCs w:val="18"/>
              </w:rPr>
              <w:t>38</w:t>
            </w:r>
          </w:p>
        </w:tc>
        <w:tc>
          <w:tcPr>
            <w:tcW w:w="967" w:type="dxa"/>
            <w:tcBorders>
              <w:top w:val="nil"/>
              <w:left w:val="nil"/>
              <w:bottom w:val="single" w:sz="4" w:space="0" w:color="auto"/>
              <w:right w:val="single" w:sz="4" w:space="0" w:color="auto"/>
            </w:tcBorders>
            <w:shd w:val="clear" w:color="auto" w:fill="auto"/>
            <w:noWrap/>
            <w:vAlign w:val="center"/>
            <w:hideMark/>
          </w:tcPr>
          <w:p w14:paraId="260BE9B8"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21206E5"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89F4ADE"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2081206" w14:textId="77777777" w:rsidR="00825117" w:rsidRPr="00835F44" w:rsidRDefault="00825117" w:rsidP="000F533E">
            <w:pPr>
              <w:pStyle w:val="TAC"/>
            </w:pPr>
            <w:r>
              <w:rPr>
                <w:rFonts w:cs="Arial"/>
                <w:color w:val="000000"/>
                <w:szCs w:val="18"/>
              </w:rPr>
              <w:t>15112</w:t>
            </w:r>
          </w:p>
        </w:tc>
        <w:tc>
          <w:tcPr>
            <w:tcW w:w="1057" w:type="dxa"/>
            <w:tcBorders>
              <w:top w:val="nil"/>
              <w:left w:val="nil"/>
              <w:bottom w:val="single" w:sz="4" w:space="0" w:color="auto"/>
              <w:right w:val="single" w:sz="4" w:space="0" w:color="auto"/>
            </w:tcBorders>
            <w:shd w:val="clear" w:color="auto" w:fill="auto"/>
            <w:noWrap/>
            <w:vAlign w:val="center"/>
            <w:hideMark/>
          </w:tcPr>
          <w:p w14:paraId="5AA82EE5"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11BE24F"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5C59F62" w14:textId="77777777" w:rsidR="00825117" w:rsidRPr="00835F44" w:rsidRDefault="00825117" w:rsidP="000F533E">
            <w:pPr>
              <w:pStyle w:val="TAC"/>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hideMark/>
          </w:tcPr>
          <w:p w14:paraId="29802C4D" w14:textId="77777777" w:rsidR="00825117" w:rsidRPr="00835F44" w:rsidRDefault="00825117" w:rsidP="000F533E">
            <w:pPr>
              <w:pStyle w:val="TAC"/>
            </w:pPr>
            <w:r>
              <w:rPr>
                <w:rFonts w:cs="Arial"/>
                <w:color w:val="000000"/>
                <w:szCs w:val="18"/>
              </w:rPr>
              <w:t>30096</w:t>
            </w:r>
          </w:p>
        </w:tc>
        <w:tc>
          <w:tcPr>
            <w:tcW w:w="1127" w:type="dxa"/>
            <w:tcBorders>
              <w:top w:val="nil"/>
              <w:left w:val="nil"/>
              <w:bottom w:val="single" w:sz="4" w:space="0" w:color="auto"/>
              <w:right w:val="single" w:sz="4" w:space="0" w:color="auto"/>
            </w:tcBorders>
            <w:shd w:val="clear" w:color="auto" w:fill="auto"/>
            <w:noWrap/>
            <w:vAlign w:val="center"/>
            <w:hideMark/>
          </w:tcPr>
          <w:p w14:paraId="35303FB5" w14:textId="77777777" w:rsidR="00825117" w:rsidRPr="00835F44" w:rsidRDefault="00825117" w:rsidP="000F533E">
            <w:pPr>
              <w:pStyle w:val="TAC"/>
            </w:pPr>
            <w:r>
              <w:rPr>
                <w:rFonts w:cs="Arial"/>
                <w:color w:val="000000"/>
                <w:szCs w:val="18"/>
              </w:rPr>
              <w:t>5016</w:t>
            </w:r>
          </w:p>
        </w:tc>
      </w:tr>
      <w:tr w:rsidR="00825117" w:rsidRPr="00835F44" w14:paraId="35E7931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6E01909"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1E2D5BC8" w14:textId="77777777" w:rsidR="00825117" w:rsidRDefault="00825117" w:rsidP="000F533E">
            <w:pPr>
              <w:pStyle w:val="TAC"/>
              <w:rPr>
                <w:rFonts w:cs="Arial"/>
                <w:color w:val="000000"/>
                <w:szCs w:val="18"/>
              </w:rPr>
            </w:pPr>
            <w:r>
              <w:rPr>
                <w:rFonts w:cs="Arial"/>
                <w:color w:val="000000"/>
                <w:szCs w:val="18"/>
              </w:rPr>
              <w:t>39</w:t>
            </w:r>
          </w:p>
        </w:tc>
        <w:tc>
          <w:tcPr>
            <w:tcW w:w="967" w:type="dxa"/>
            <w:tcBorders>
              <w:top w:val="nil"/>
              <w:left w:val="nil"/>
              <w:bottom w:val="single" w:sz="4" w:space="0" w:color="auto"/>
              <w:right w:val="single" w:sz="4" w:space="0" w:color="auto"/>
            </w:tcBorders>
            <w:shd w:val="clear" w:color="auto" w:fill="auto"/>
            <w:noWrap/>
            <w:vAlign w:val="center"/>
          </w:tcPr>
          <w:p w14:paraId="4D26B9DC"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1B4FB38"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7168C6D"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37161FD1" w14:textId="77777777" w:rsidR="00825117" w:rsidRDefault="00825117" w:rsidP="000F533E">
            <w:pPr>
              <w:pStyle w:val="TAC"/>
              <w:rPr>
                <w:rFonts w:cs="Arial"/>
                <w:color w:val="000000"/>
                <w:szCs w:val="18"/>
              </w:rPr>
            </w:pPr>
            <w:r>
              <w:rPr>
                <w:rFonts w:cs="Arial"/>
                <w:color w:val="000000"/>
                <w:szCs w:val="18"/>
              </w:rPr>
              <w:t>15624</w:t>
            </w:r>
          </w:p>
        </w:tc>
        <w:tc>
          <w:tcPr>
            <w:tcW w:w="1057" w:type="dxa"/>
            <w:tcBorders>
              <w:top w:val="nil"/>
              <w:left w:val="nil"/>
              <w:bottom w:val="single" w:sz="4" w:space="0" w:color="auto"/>
              <w:right w:val="single" w:sz="4" w:space="0" w:color="auto"/>
            </w:tcBorders>
            <w:shd w:val="clear" w:color="auto" w:fill="auto"/>
            <w:noWrap/>
            <w:vAlign w:val="center"/>
          </w:tcPr>
          <w:p w14:paraId="66CF7641"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FF899F1"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F3695D5" w14:textId="77777777" w:rsidR="00825117" w:rsidRDefault="00825117" w:rsidP="000F533E">
            <w:pPr>
              <w:pStyle w:val="TAC"/>
              <w:rPr>
                <w:rFonts w:cs="Arial"/>
                <w:color w:val="000000"/>
                <w:szCs w:val="18"/>
              </w:rPr>
            </w:pPr>
            <w:r>
              <w:rPr>
                <w:rFonts w:cs="Arial"/>
                <w:color w:val="000000"/>
                <w:szCs w:val="18"/>
              </w:rPr>
              <w:t>2</w:t>
            </w:r>
          </w:p>
        </w:tc>
        <w:tc>
          <w:tcPr>
            <w:tcW w:w="925" w:type="dxa"/>
            <w:tcBorders>
              <w:top w:val="nil"/>
              <w:left w:val="nil"/>
              <w:bottom w:val="single" w:sz="4" w:space="0" w:color="auto"/>
              <w:right w:val="single" w:sz="4" w:space="0" w:color="auto"/>
            </w:tcBorders>
            <w:shd w:val="clear" w:color="auto" w:fill="auto"/>
            <w:noWrap/>
            <w:vAlign w:val="center"/>
          </w:tcPr>
          <w:p w14:paraId="2C1ED9B5" w14:textId="77777777" w:rsidR="00825117" w:rsidRDefault="00825117" w:rsidP="000F533E">
            <w:pPr>
              <w:pStyle w:val="TAC"/>
              <w:rPr>
                <w:rFonts w:cs="Arial"/>
                <w:color w:val="000000"/>
                <w:szCs w:val="18"/>
              </w:rPr>
            </w:pPr>
            <w:r w:rsidRPr="00553A70">
              <w:t>30888</w:t>
            </w:r>
          </w:p>
        </w:tc>
        <w:tc>
          <w:tcPr>
            <w:tcW w:w="1127" w:type="dxa"/>
            <w:tcBorders>
              <w:top w:val="nil"/>
              <w:left w:val="nil"/>
              <w:bottom w:val="single" w:sz="4" w:space="0" w:color="auto"/>
              <w:right w:val="single" w:sz="4" w:space="0" w:color="auto"/>
            </w:tcBorders>
            <w:shd w:val="clear" w:color="auto" w:fill="auto"/>
            <w:noWrap/>
            <w:vAlign w:val="center"/>
          </w:tcPr>
          <w:p w14:paraId="3692B99D" w14:textId="77777777" w:rsidR="00825117" w:rsidRDefault="00825117" w:rsidP="000F533E">
            <w:pPr>
              <w:pStyle w:val="TAC"/>
              <w:rPr>
                <w:rFonts w:cs="Arial"/>
                <w:color w:val="000000"/>
                <w:szCs w:val="18"/>
              </w:rPr>
            </w:pPr>
            <w:r w:rsidRPr="00553A70">
              <w:t>5148</w:t>
            </w:r>
          </w:p>
        </w:tc>
      </w:tr>
      <w:tr w:rsidR="00825117" w:rsidRPr="00835F44" w14:paraId="51D7ED9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00328D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64424BCB" w14:textId="77777777" w:rsidR="00825117" w:rsidRDefault="00825117" w:rsidP="000F533E">
            <w:pPr>
              <w:pStyle w:val="TAC"/>
              <w:rPr>
                <w:rFonts w:cs="Arial"/>
                <w:color w:val="000000"/>
                <w:szCs w:val="18"/>
              </w:rPr>
            </w:pPr>
            <w:r>
              <w:rPr>
                <w:rFonts w:cs="Arial"/>
                <w:color w:val="000000"/>
                <w:szCs w:val="18"/>
              </w:rPr>
              <w:t>47</w:t>
            </w:r>
          </w:p>
        </w:tc>
        <w:tc>
          <w:tcPr>
            <w:tcW w:w="967" w:type="dxa"/>
            <w:tcBorders>
              <w:top w:val="nil"/>
              <w:left w:val="nil"/>
              <w:bottom w:val="single" w:sz="4" w:space="0" w:color="auto"/>
              <w:right w:val="single" w:sz="4" w:space="0" w:color="auto"/>
            </w:tcBorders>
            <w:shd w:val="clear" w:color="auto" w:fill="auto"/>
            <w:noWrap/>
            <w:vAlign w:val="center"/>
          </w:tcPr>
          <w:p w14:paraId="5E629179"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0673A9EC"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E4A89D8"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C96E568" w14:textId="77777777" w:rsidR="00825117" w:rsidRDefault="00825117" w:rsidP="000F533E">
            <w:pPr>
              <w:pStyle w:val="TAC"/>
              <w:rPr>
                <w:rFonts w:cs="Arial"/>
                <w:color w:val="000000"/>
                <w:szCs w:val="18"/>
              </w:rPr>
            </w:pPr>
            <w:r>
              <w:rPr>
                <w:rFonts w:cs="Arial"/>
                <w:color w:val="000000"/>
                <w:szCs w:val="18"/>
              </w:rPr>
              <w:t>18960</w:t>
            </w:r>
          </w:p>
        </w:tc>
        <w:tc>
          <w:tcPr>
            <w:tcW w:w="1057" w:type="dxa"/>
            <w:tcBorders>
              <w:top w:val="nil"/>
              <w:left w:val="nil"/>
              <w:bottom w:val="single" w:sz="4" w:space="0" w:color="auto"/>
              <w:right w:val="single" w:sz="4" w:space="0" w:color="auto"/>
            </w:tcBorders>
            <w:shd w:val="clear" w:color="auto" w:fill="auto"/>
            <w:noWrap/>
            <w:vAlign w:val="center"/>
          </w:tcPr>
          <w:p w14:paraId="33EB9AA1"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7097CFC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B0AF577" w14:textId="77777777" w:rsidR="00825117" w:rsidRDefault="00825117" w:rsidP="000F533E">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3E77868F" w14:textId="77777777" w:rsidR="00825117" w:rsidRDefault="00825117" w:rsidP="000F533E">
            <w:pPr>
              <w:pStyle w:val="TAC"/>
              <w:rPr>
                <w:rFonts w:cs="Arial"/>
                <w:color w:val="000000"/>
                <w:szCs w:val="18"/>
              </w:rPr>
            </w:pPr>
            <w:r w:rsidRPr="00553A70">
              <w:t>37224</w:t>
            </w:r>
          </w:p>
        </w:tc>
        <w:tc>
          <w:tcPr>
            <w:tcW w:w="1127" w:type="dxa"/>
            <w:tcBorders>
              <w:top w:val="nil"/>
              <w:left w:val="nil"/>
              <w:bottom w:val="single" w:sz="4" w:space="0" w:color="auto"/>
              <w:right w:val="single" w:sz="4" w:space="0" w:color="auto"/>
            </w:tcBorders>
            <w:shd w:val="clear" w:color="auto" w:fill="auto"/>
            <w:noWrap/>
            <w:vAlign w:val="center"/>
          </w:tcPr>
          <w:p w14:paraId="0A71FBDC" w14:textId="77777777" w:rsidR="00825117" w:rsidRDefault="00825117" w:rsidP="000F533E">
            <w:pPr>
              <w:pStyle w:val="TAC"/>
              <w:rPr>
                <w:rFonts w:cs="Arial"/>
                <w:color w:val="000000"/>
                <w:szCs w:val="18"/>
              </w:rPr>
            </w:pPr>
            <w:r w:rsidRPr="00553A70">
              <w:t>6204</w:t>
            </w:r>
          </w:p>
        </w:tc>
      </w:tr>
      <w:tr w:rsidR="00825117" w:rsidRPr="00835F44" w14:paraId="68154CB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3C22B9E"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B1038F9" w14:textId="77777777" w:rsidR="00825117" w:rsidRPr="00835F44" w:rsidRDefault="00825117" w:rsidP="000F533E">
            <w:pPr>
              <w:pStyle w:val="TAC"/>
            </w:pPr>
            <w:r>
              <w:rPr>
                <w:rFonts w:cs="Arial"/>
                <w:color w:val="000000"/>
                <w:szCs w:val="18"/>
              </w:rPr>
              <w:t>51</w:t>
            </w:r>
          </w:p>
        </w:tc>
        <w:tc>
          <w:tcPr>
            <w:tcW w:w="967" w:type="dxa"/>
            <w:tcBorders>
              <w:top w:val="nil"/>
              <w:left w:val="nil"/>
              <w:bottom w:val="single" w:sz="4" w:space="0" w:color="auto"/>
              <w:right w:val="single" w:sz="4" w:space="0" w:color="auto"/>
            </w:tcBorders>
            <w:shd w:val="clear" w:color="auto" w:fill="auto"/>
            <w:noWrap/>
            <w:vAlign w:val="center"/>
            <w:hideMark/>
          </w:tcPr>
          <w:p w14:paraId="28666381"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B04046E"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642AF57B"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F1863E5" w14:textId="77777777" w:rsidR="00825117" w:rsidRPr="00835F44" w:rsidRDefault="00825117" w:rsidP="000F533E">
            <w:pPr>
              <w:pStyle w:val="TAC"/>
            </w:pPr>
            <w:r>
              <w:rPr>
                <w:rFonts w:cs="Arial"/>
                <w:color w:val="000000"/>
                <w:szCs w:val="18"/>
              </w:rPr>
              <w:t>20496</w:t>
            </w:r>
          </w:p>
        </w:tc>
        <w:tc>
          <w:tcPr>
            <w:tcW w:w="1057" w:type="dxa"/>
            <w:tcBorders>
              <w:top w:val="nil"/>
              <w:left w:val="nil"/>
              <w:bottom w:val="single" w:sz="4" w:space="0" w:color="auto"/>
              <w:right w:val="single" w:sz="4" w:space="0" w:color="auto"/>
            </w:tcBorders>
            <w:shd w:val="clear" w:color="auto" w:fill="auto"/>
            <w:noWrap/>
            <w:vAlign w:val="center"/>
            <w:hideMark/>
          </w:tcPr>
          <w:p w14:paraId="45BD3DD4"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7F9CE9A"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77A298" w14:textId="77777777" w:rsidR="00825117" w:rsidRPr="00835F44" w:rsidRDefault="00825117"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29A560FC" w14:textId="77777777" w:rsidR="00825117" w:rsidRPr="00835F44" w:rsidRDefault="00825117" w:rsidP="000F533E">
            <w:pPr>
              <w:pStyle w:val="TAC"/>
            </w:pPr>
            <w:r>
              <w:rPr>
                <w:rFonts w:cs="Arial"/>
                <w:color w:val="000000"/>
                <w:szCs w:val="18"/>
              </w:rPr>
              <w:t>40392</w:t>
            </w:r>
          </w:p>
        </w:tc>
        <w:tc>
          <w:tcPr>
            <w:tcW w:w="1127" w:type="dxa"/>
            <w:tcBorders>
              <w:top w:val="nil"/>
              <w:left w:val="nil"/>
              <w:bottom w:val="single" w:sz="4" w:space="0" w:color="auto"/>
              <w:right w:val="single" w:sz="4" w:space="0" w:color="auto"/>
            </w:tcBorders>
            <w:shd w:val="clear" w:color="auto" w:fill="auto"/>
            <w:noWrap/>
            <w:vAlign w:val="center"/>
            <w:hideMark/>
          </w:tcPr>
          <w:p w14:paraId="48866D20" w14:textId="77777777" w:rsidR="00825117" w:rsidRPr="00835F44" w:rsidRDefault="00825117" w:rsidP="000F533E">
            <w:pPr>
              <w:pStyle w:val="TAC"/>
            </w:pPr>
            <w:r>
              <w:rPr>
                <w:rFonts w:cs="Arial"/>
                <w:color w:val="000000"/>
                <w:szCs w:val="18"/>
              </w:rPr>
              <w:t>6732</w:t>
            </w:r>
          </w:p>
        </w:tc>
      </w:tr>
      <w:tr w:rsidR="00825117" w:rsidRPr="00835F44" w14:paraId="58937BE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42C5455"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3AC0A8A" w14:textId="77777777" w:rsidR="00825117" w:rsidRPr="00835F44" w:rsidRDefault="00825117" w:rsidP="000F533E">
            <w:pPr>
              <w:pStyle w:val="TAC"/>
            </w:pPr>
            <w:r>
              <w:rPr>
                <w:rFonts w:cs="Arial"/>
                <w:color w:val="000000"/>
                <w:szCs w:val="18"/>
              </w:rPr>
              <w:t>52</w:t>
            </w:r>
          </w:p>
        </w:tc>
        <w:tc>
          <w:tcPr>
            <w:tcW w:w="967" w:type="dxa"/>
            <w:tcBorders>
              <w:top w:val="nil"/>
              <w:left w:val="nil"/>
              <w:bottom w:val="single" w:sz="4" w:space="0" w:color="auto"/>
              <w:right w:val="single" w:sz="4" w:space="0" w:color="auto"/>
            </w:tcBorders>
            <w:shd w:val="clear" w:color="auto" w:fill="auto"/>
            <w:noWrap/>
            <w:vAlign w:val="center"/>
            <w:hideMark/>
          </w:tcPr>
          <w:p w14:paraId="7A1CF272"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38E06F6"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AADD579"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9E34F16" w14:textId="77777777" w:rsidR="00825117" w:rsidRPr="00835F44" w:rsidRDefault="00825117" w:rsidP="000F533E">
            <w:pPr>
              <w:pStyle w:val="TAC"/>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hideMark/>
          </w:tcPr>
          <w:p w14:paraId="605DC772"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8B9530F"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8B4167A" w14:textId="77777777" w:rsidR="00825117" w:rsidRPr="00835F44" w:rsidRDefault="00825117" w:rsidP="000F533E">
            <w:pPr>
              <w:pStyle w:val="TAC"/>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hideMark/>
          </w:tcPr>
          <w:p w14:paraId="3FCF30B8" w14:textId="77777777" w:rsidR="00825117" w:rsidRPr="00835F44" w:rsidRDefault="00825117" w:rsidP="000F533E">
            <w:pPr>
              <w:pStyle w:val="TAC"/>
            </w:pPr>
            <w:r>
              <w:rPr>
                <w:rFonts w:cs="Arial"/>
                <w:color w:val="000000"/>
                <w:szCs w:val="18"/>
              </w:rPr>
              <w:t>41184</w:t>
            </w:r>
          </w:p>
        </w:tc>
        <w:tc>
          <w:tcPr>
            <w:tcW w:w="1127" w:type="dxa"/>
            <w:tcBorders>
              <w:top w:val="nil"/>
              <w:left w:val="nil"/>
              <w:bottom w:val="single" w:sz="4" w:space="0" w:color="auto"/>
              <w:right w:val="single" w:sz="4" w:space="0" w:color="auto"/>
            </w:tcBorders>
            <w:shd w:val="clear" w:color="auto" w:fill="auto"/>
            <w:noWrap/>
            <w:vAlign w:val="center"/>
            <w:hideMark/>
          </w:tcPr>
          <w:p w14:paraId="0A8CD9FD" w14:textId="77777777" w:rsidR="00825117" w:rsidRPr="00835F44" w:rsidRDefault="00825117" w:rsidP="000F533E">
            <w:pPr>
              <w:pStyle w:val="TAC"/>
            </w:pPr>
            <w:r>
              <w:rPr>
                <w:rFonts w:cs="Arial"/>
                <w:color w:val="000000"/>
                <w:szCs w:val="18"/>
              </w:rPr>
              <w:t>6864</w:t>
            </w:r>
          </w:p>
        </w:tc>
      </w:tr>
      <w:tr w:rsidR="00825117" w:rsidRPr="00835F44" w14:paraId="7E26894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D052137"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8D7FBB8" w14:textId="77777777" w:rsidR="00825117" w:rsidRDefault="00825117" w:rsidP="000F533E">
            <w:pPr>
              <w:pStyle w:val="TAC"/>
              <w:rPr>
                <w:rFonts w:cs="Arial"/>
                <w:color w:val="000000"/>
                <w:szCs w:val="18"/>
              </w:rPr>
            </w:pPr>
            <w:r>
              <w:rPr>
                <w:rFonts w:cs="Arial"/>
                <w:color w:val="000000"/>
                <w:szCs w:val="18"/>
              </w:rPr>
              <w:t>53</w:t>
            </w:r>
          </w:p>
        </w:tc>
        <w:tc>
          <w:tcPr>
            <w:tcW w:w="967" w:type="dxa"/>
            <w:tcBorders>
              <w:top w:val="nil"/>
              <w:left w:val="nil"/>
              <w:bottom w:val="single" w:sz="4" w:space="0" w:color="auto"/>
              <w:right w:val="single" w:sz="4" w:space="0" w:color="auto"/>
            </w:tcBorders>
            <w:shd w:val="clear" w:color="auto" w:fill="auto"/>
            <w:noWrap/>
            <w:vAlign w:val="center"/>
          </w:tcPr>
          <w:p w14:paraId="50E09949"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3655E62"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2E2BFC6"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FE3F787" w14:textId="77777777" w:rsidR="00825117" w:rsidRDefault="00825117" w:rsidP="000F533E">
            <w:pPr>
              <w:pStyle w:val="TAC"/>
              <w:rPr>
                <w:rFonts w:cs="Arial"/>
                <w:color w:val="000000"/>
                <w:szCs w:val="18"/>
              </w:rPr>
            </w:pPr>
            <w:r>
              <w:rPr>
                <w:rFonts w:cs="Arial"/>
                <w:color w:val="000000"/>
                <w:szCs w:val="18"/>
              </w:rPr>
              <w:t>21000</w:t>
            </w:r>
          </w:p>
        </w:tc>
        <w:tc>
          <w:tcPr>
            <w:tcW w:w="1057" w:type="dxa"/>
            <w:tcBorders>
              <w:top w:val="nil"/>
              <w:left w:val="nil"/>
              <w:bottom w:val="single" w:sz="4" w:space="0" w:color="auto"/>
              <w:right w:val="single" w:sz="4" w:space="0" w:color="auto"/>
            </w:tcBorders>
            <w:shd w:val="clear" w:color="auto" w:fill="auto"/>
            <w:noWrap/>
            <w:vAlign w:val="center"/>
          </w:tcPr>
          <w:p w14:paraId="679BE5C2"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62CA3D15"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3964744" w14:textId="77777777" w:rsidR="00825117" w:rsidRDefault="00825117" w:rsidP="000F533E">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3738C01D" w14:textId="77777777" w:rsidR="00825117" w:rsidRDefault="00825117" w:rsidP="000F533E">
            <w:pPr>
              <w:pStyle w:val="TAC"/>
              <w:rPr>
                <w:rFonts w:cs="Arial"/>
                <w:color w:val="000000"/>
                <w:szCs w:val="18"/>
              </w:rPr>
            </w:pPr>
            <w:r w:rsidRPr="00553A70">
              <w:t>41976</w:t>
            </w:r>
          </w:p>
        </w:tc>
        <w:tc>
          <w:tcPr>
            <w:tcW w:w="1127" w:type="dxa"/>
            <w:tcBorders>
              <w:top w:val="nil"/>
              <w:left w:val="nil"/>
              <w:bottom w:val="single" w:sz="4" w:space="0" w:color="auto"/>
              <w:right w:val="single" w:sz="4" w:space="0" w:color="auto"/>
            </w:tcBorders>
            <w:shd w:val="clear" w:color="auto" w:fill="auto"/>
            <w:noWrap/>
            <w:vAlign w:val="center"/>
          </w:tcPr>
          <w:p w14:paraId="172EEC28" w14:textId="77777777" w:rsidR="00825117" w:rsidRDefault="00825117" w:rsidP="000F533E">
            <w:pPr>
              <w:pStyle w:val="TAC"/>
              <w:rPr>
                <w:rFonts w:cs="Arial"/>
                <w:color w:val="000000"/>
                <w:szCs w:val="18"/>
              </w:rPr>
            </w:pPr>
            <w:r w:rsidRPr="00553A70">
              <w:t>6996</w:t>
            </w:r>
          </w:p>
        </w:tc>
      </w:tr>
      <w:tr w:rsidR="00825117" w:rsidRPr="00835F44" w14:paraId="1DD1DEA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76D6553"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2AD4F6CC" w14:textId="77777777" w:rsidR="00825117" w:rsidRDefault="00825117" w:rsidP="000F533E">
            <w:pPr>
              <w:pStyle w:val="TAC"/>
              <w:rPr>
                <w:rFonts w:cs="Arial"/>
                <w:color w:val="000000"/>
                <w:szCs w:val="18"/>
              </w:rPr>
            </w:pPr>
            <w:r>
              <w:rPr>
                <w:rFonts w:cs="Arial"/>
                <w:color w:val="000000"/>
                <w:szCs w:val="18"/>
              </w:rPr>
              <w:t>61</w:t>
            </w:r>
          </w:p>
        </w:tc>
        <w:tc>
          <w:tcPr>
            <w:tcW w:w="967" w:type="dxa"/>
            <w:tcBorders>
              <w:top w:val="nil"/>
              <w:left w:val="nil"/>
              <w:bottom w:val="single" w:sz="4" w:space="0" w:color="auto"/>
              <w:right w:val="single" w:sz="4" w:space="0" w:color="auto"/>
            </w:tcBorders>
            <w:shd w:val="clear" w:color="auto" w:fill="auto"/>
            <w:noWrap/>
            <w:vAlign w:val="center"/>
          </w:tcPr>
          <w:p w14:paraId="470CBB30"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E75FA6D"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F150735"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4C24D68" w14:textId="77777777" w:rsidR="00825117" w:rsidRDefault="00825117" w:rsidP="000F533E">
            <w:pPr>
              <w:pStyle w:val="TAC"/>
              <w:rPr>
                <w:rFonts w:cs="Arial"/>
                <w:color w:val="000000"/>
                <w:szCs w:val="18"/>
              </w:rPr>
            </w:pPr>
            <w:r>
              <w:rPr>
                <w:rFonts w:cs="Arial"/>
                <w:color w:val="000000"/>
                <w:szCs w:val="18"/>
              </w:rPr>
              <w:t>24567</w:t>
            </w:r>
          </w:p>
        </w:tc>
        <w:tc>
          <w:tcPr>
            <w:tcW w:w="1057" w:type="dxa"/>
            <w:tcBorders>
              <w:top w:val="nil"/>
              <w:left w:val="nil"/>
              <w:bottom w:val="single" w:sz="4" w:space="0" w:color="auto"/>
              <w:right w:val="single" w:sz="4" w:space="0" w:color="auto"/>
            </w:tcBorders>
            <w:shd w:val="clear" w:color="auto" w:fill="auto"/>
            <w:noWrap/>
            <w:vAlign w:val="center"/>
          </w:tcPr>
          <w:p w14:paraId="2D203765"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7F9E26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586F528C" w14:textId="77777777" w:rsidR="00825117" w:rsidRDefault="00825117" w:rsidP="000F533E">
            <w:pPr>
              <w:pStyle w:val="TAC"/>
              <w:rPr>
                <w:rFonts w:cs="Arial"/>
                <w:color w:val="000000"/>
                <w:szCs w:val="18"/>
              </w:rPr>
            </w:pPr>
            <w:r>
              <w:rPr>
                <w:rFonts w:cs="Arial"/>
                <w:color w:val="000000"/>
                <w:szCs w:val="18"/>
              </w:rPr>
              <w:t>3</w:t>
            </w:r>
          </w:p>
        </w:tc>
        <w:tc>
          <w:tcPr>
            <w:tcW w:w="925" w:type="dxa"/>
            <w:tcBorders>
              <w:top w:val="nil"/>
              <w:left w:val="nil"/>
              <w:bottom w:val="single" w:sz="4" w:space="0" w:color="auto"/>
              <w:right w:val="single" w:sz="4" w:space="0" w:color="auto"/>
            </w:tcBorders>
            <w:shd w:val="clear" w:color="auto" w:fill="auto"/>
            <w:noWrap/>
            <w:vAlign w:val="center"/>
          </w:tcPr>
          <w:p w14:paraId="41BEA97D" w14:textId="77777777" w:rsidR="00825117" w:rsidRDefault="00825117" w:rsidP="000F533E">
            <w:pPr>
              <w:pStyle w:val="TAC"/>
              <w:rPr>
                <w:rFonts w:cs="Arial"/>
                <w:color w:val="000000"/>
                <w:szCs w:val="18"/>
              </w:rPr>
            </w:pPr>
            <w:r w:rsidRPr="00553A70">
              <w:t>48312</w:t>
            </w:r>
          </w:p>
        </w:tc>
        <w:tc>
          <w:tcPr>
            <w:tcW w:w="1127" w:type="dxa"/>
            <w:tcBorders>
              <w:top w:val="nil"/>
              <w:left w:val="nil"/>
              <w:bottom w:val="single" w:sz="4" w:space="0" w:color="auto"/>
              <w:right w:val="single" w:sz="4" w:space="0" w:color="auto"/>
            </w:tcBorders>
            <w:shd w:val="clear" w:color="auto" w:fill="auto"/>
            <w:noWrap/>
            <w:vAlign w:val="center"/>
          </w:tcPr>
          <w:p w14:paraId="4A78F813" w14:textId="77777777" w:rsidR="00825117" w:rsidRDefault="00825117" w:rsidP="000F533E">
            <w:pPr>
              <w:pStyle w:val="TAC"/>
              <w:rPr>
                <w:rFonts w:cs="Arial"/>
                <w:color w:val="000000"/>
                <w:szCs w:val="18"/>
              </w:rPr>
            </w:pPr>
            <w:r w:rsidRPr="00553A70">
              <w:t>8052</w:t>
            </w:r>
          </w:p>
        </w:tc>
      </w:tr>
      <w:tr w:rsidR="00825117" w:rsidRPr="00835F44" w14:paraId="1B5E485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7584A4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312708F9" w14:textId="77777777" w:rsidR="00825117" w:rsidRPr="00835F44" w:rsidRDefault="00825117" w:rsidP="000F533E">
            <w:pPr>
              <w:pStyle w:val="TAC"/>
            </w:pPr>
            <w:r>
              <w:rPr>
                <w:rFonts w:cs="Arial"/>
                <w:color w:val="000000"/>
                <w:szCs w:val="18"/>
              </w:rPr>
              <w:t>65</w:t>
            </w:r>
          </w:p>
        </w:tc>
        <w:tc>
          <w:tcPr>
            <w:tcW w:w="967" w:type="dxa"/>
            <w:tcBorders>
              <w:top w:val="nil"/>
              <w:left w:val="nil"/>
              <w:bottom w:val="single" w:sz="4" w:space="0" w:color="auto"/>
              <w:right w:val="single" w:sz="4" w:space="0" w:color="auto"/>
            </w:tcBorders>
            <w:shd w:val="clear" w:color="auto" w:fill="auto"/>
            <w:noWrap/>
            <w:vAlign w:val="center"/>
            <w:hideMark/>
          </w:tcPr>
          <w:p w14:paraId="418FF73F"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B0D0DF8"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EDDB404"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A4FDDE3" w14:textId="77777777" w:rsidR="00825117" w:rsidRPr="00835F44" w:rsidRDefault="00825117" w:rsidP="000F533E">
            <w:pPr>
              <w:pStyle w:val="TAC"/>
            </w:pPr>
            <w:r>
              <w:rPr>
                <w:rFonts w:cs="Arial"/>
                <w:color w:val="000000"/>
                <w:szCs w:val="18"/>
              </w:rPr>
              <w:t>26120</w:t>
            </w:r>
          </w:p>
        </w:tc>
        <w:tc>
          <w:tcPr>
            <w:tcW w:w="1057" w:type="dxa"/>
            <w:tcBorders>
              <w:top w:val="nil"/>
              <w:left w:val="nil"/>
              <w:bottom w:val="single" w:sz="4" w:space="0" w:color="auto"/>
              <w:right w:val="single" w:sz="4" w:space="0" w:color="auto"/>
            </w:tcBorders>
            <w:shd w:val="clear" w:color="auto" w:fill="auto"/>
            <w:noWrap/>
            <w:vAlign w:val="center"/>
            <w:hideMark/>
          </w:tcPr>
          <w:p w14:paraId="55001E89"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0A05C25"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2FB99E9" w14:textId="77777777" w:rsidR="00825117" w:rsidRPr="00835F44" w:rsidRDefault="00825117" w:rsidP="000F533E">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294C4867" w14:textId="77777777" w:rsidR="00825117" w:rsidRPr="00835F44" w:rsidRDefault="00825117" w:rsidP="000F533E">
            <w:pPr>
              <w:pStyle w:val="TAC"/>
            </w:pPr>
            <w:r>
              <w:rPr>
                <w:rFonts w:cs="Arial"/>
                <w:color w:val="000000"/>
                <w:szCs w:val="18"/>
              </w:rPr>
              <w:t>51480</w:t>
            </w:r>
          </w:p>
        </w:tc>
        <w:tc>
          <w:tcPr>
            <w:tcW w:w="1127" w:type="dxa"/>
            <w:tcBorders>
              <w:top w:val="nil"/>
              <w:left w:val="nil"/>
              <w:bottom w:val="single" w:sz="4" w:space="0" w:color="auto"/>
              <w:right w:val="single" w:sz="4" w:space="0" w:color="auto"/>
            </w:tcBorders>
            <w:shd w:val="clear" w:color="auto" w:fill="auto"/>
            <w:noWrap/>
            <w:vAlign w:val="center"/>
            <w:hideMark/>
          </w:tcPr>
          <w:p w14:paraId="6E8264B4" w14:textId="77777777" w:rsidR="00825117" w:rsidRPr="00835F44" w:rsidRDefault="00825117" w:rsidP="000F533E">
            <w:pPr>
              <w:pStyle w:val="TAC"/>
            </w:pPr>
            <w:r>
              <w:rPr>
                <w:rFonts w:cs="Arial"/>
                <w:color w:val="000000"/>
                <w:szCs w:val="18"/>
              </w:rPr>
              <w:t>8580</w:t>
            </w:r>
          </w:p>
        </w:tc>
      </w:tr>
      <w:tr w:rsidR="00825117" w:rsidRPr="00835F44" w14:paraId="4D4169E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B08EB20"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030D7BB" w14:textId="77777777" w:rsidR="00825117" w:rsidRDefault="00825117" w:rsidP="000F533E">
            <w:pPr>
              <w:pStyle w:val="TAC"/>
              <w:rPr>
                <w:rFonts w:cs="Arial"/>
                <w:color w:val="000000"/>
                <w:szCs w:val="18"/>
              </w:rPr>
            </w:pPr>
            <w:r>
              <w:rPr>
                <w:rFonts w:cs="Arial"/>
                <w:color w:val="000000"/>
                <w:szCs w:val="18"/>
              </w:rPr>
              <w:t>67</w:t>
            </w:r>
          </w:p>
        </w:tc>
        <w:tc>
          <w:tcPr>
            <w:tcW w:w="967" w:type="dxa"/>
            <w:tcBorders>
              <w:top w:val="nil"/>
              <w:left w:val="nil"/>
              <w:bottom w:val="single" w:sz="4" w:space="0" w:color="auto"/>
              <w:right w:val="single" w:sz="4" w:space="0" w:color="auto"/>
            </w:tcBorders>
            <w:shd w:val="clear" w:color="auto" w:fill="auto"/>
            <w:noWrap/>
            <w:vAlign w:val="center"/>
          </w:tcPr>
          <w:p w14:paraId="1CD1081D"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1A30F8A9"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63C020BE"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5CB4FF73" w14:textId="77777777" w:rsidR="00825117" w:rsidRDefault="00825117" w:rsidP="000F533E">
            <w:pPr>
              <w:pStyle w:val="TAC"/>
              <w:rPr>
                <w:rFonts w:cs="Arial"/>
                <w:color w:val="000000"/>
                <w:szCs w:val="18"/>
              </w:rPr>
            </w:pPr>
            <w:r>
              <w:rPr>
                <w:rFonts w:cs="Arial"/>
                <w:color w:val="000000"/>
                <w:szCs w:val="18"/>
              </w:rPr>
              <w:t>26632</w:t>
            </w:r>
          </w:p>
        </w:tc>
        <w:tc>
          <w:tcPr>
            <w:tcW w:w="1057" w:type="dxa"/>
            <w:tcBorders>
              <w:top w:val="nil"/>
              <w:left w:val="nil"/>
              <w:bottom w:val="single" w:sz="4" w:space="0" w:color="auto"/>
              <w:right w:val="single" w:sz="4" w:space="0" w:color="auto"/>
            </w:tcBorders>
            <w:shd w:val="clear" w:color="auto" w:fill="auto"/>
            <w:noWrap/>
            <w:vAlign w:val="center"/>
          </w:tcPr>
          <w:p w14:paraId="26B8C43B"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94CE30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35AE43FB" w14:textId="77777777" w:rsidR="00825117" w:rsidRDefault="00825117" w:rsidP="000F533E">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7972D61D" w14:textId="77777777" w:rsidR="00825117" w:rsidRDefault="00825117" w:rsidP="000F533E">
            <w:pPr>
              <w:pStyle w:val="TAC"/>
              <w:rPr>
                <w:rFonts w:cs="Arial"/>
                <w:color w:val="000000"/>
                <w:szCs w:val="18"/>
              </w:rPr>
            </w:pPr>
            <w:r w:rsidRPr="00553A70">
              <w:t>53064</w:t>
            </w:r>
          </w:p>
        </w:tc>
        <w:tc>
          <w:tcPr>
            <w:tcW w:w="1127" w:type="dxa"/>
            <w:tcBorders>
              <w:top w:val="nil"/>
              <w:left w:val="nil"/>
              <w:bottom w:val="single" w:sz="4" w:space="0" w:color="auto"/>
              <w:right w:val="single" w:sz="4" w:space="0" w:color="auto"/>
            </w:tcBorders>
            <w:shd w:val="clear" w:color="auto" w:fill="auto"/>
            <w:noWrap/>
            <w:vAlign w:val="center"/>
          </w:tcPr>
          <w:p w14:paraId="458CFFE2" w14:textId="77777777" w:rsidR="00825117" w:rsidRDefault="00825117" w:rsidP="000F533E">
            <w:pPr>
              <w:pStyle w:val="TAC"/>
              <w:rPr>
                <w:rFonts w:cs="Arial"/>
                <w:color w:val="000000"/>
                <w:szCs w:val="18"/>
              </w:rPr>
            </w:pPr>
            <w:r w:rsidRPr="00553A70">
              <w:t>8844</w:t>
            </w:r>
          </w:p>
        </w:tc>
      </w:tr>
      <w:tr w:rsidR="00825117" w:rsidRPr="00835F44" w14:paraId="7D839A7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189875B"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41A9B3A" w14:textId="77777777" w:rsidR="00825117" w:rsidRPr="00835F44" w:rsidRDefault="00825117" w:rsidP="000F533E">
            <w:pPr>
              <w:pStyle w:val="TAC"/>
            </w:pPr>
            <w:r>
              <w:rPr>
                <w:rFonts w:cs="Arial"/>
                <w:color w:val="000000"/>
                <w:szCs w:val="18"/>
              </w:rPr>
              <w:t>78</w:t>
            </w:r>
          </w:p>
        </w:tc>
        <w:tc>
          <w:tcPr>
            <w:tcW w:w="967" w:type="dxa"/>
            <w:tcBorders>
              <w:top w:val="nil"/>
              <w:left w:val="nil"/>
              <w:bottom w:val="single" w:sz="4" w:space="0" w:color="auto"/>
              <w:right w:val="single" w:sz="4" w:space="0" w:color="auto"/>
            </w:tcBorders>
            <w:shd w:val="clear" w:color="auto" w:fill="auto"/>
            <w:noWrap/>
            <w:vAlign w:val="center"/>
            <w:hideMark/>
          </w:tcPr>
          <w:p w14:paraId="3BC1F2DC"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A8EC641"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2586767"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483D8AC" w14:textId="77777777" w:rsidR="00825117" w:rsidRPr="00835F44" w:rsidRDefault="00825117" w:rsidP="000F533E">
            <w:pPr>
              <w:pStyle w:val="TAC"/>
            </w:pPr>
            <w:r>
              <w:rPr>
                <w:rFonts w:cs="Arial"/>
                <w:color w:val="000000"/>
                <w:szCs w:val="18"/>
              </w:rPr>
              <w:t>31240</w:t>
            </w:r>
          </w:p>
        </w:tc>
        <w:tc>
          <w:tcPr>
            <w:tcW w:w="1057" w:type="dxa"/>
            <w:tcBorders>
              <w:top w:val="nil"/>
              <w:left w:val="nil"/>
              <w:bottom w:val="single" w:sz="4" w:space="0" w:color="auto"/>
              <w:right w:val="single" w:sz="4" w:space="0" w:color="auto"/>
            </w:tcBorders>
            <w:shd w:val="clear" w:color="auto" w:fill="auto"/>
            <w:noWrap/>
            <w:vAlign w:val="center"/>
            <w:hideMark/>
          </w:tcPr>
          <w:p w14:paraId="111C1AE0"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E3FB56C"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6D1FFD52" w14:textId="77777777" w:rsidR="00825117" w:rsidRPr="00835F44" w:rsidRDefault="00825117" w:rsidP="000F533E">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7F463430" w14:textId="77777777" w:rsidR="00825117" w:rsidRPr="00835F44" w:rsidRDefault="00825117" w:rsidP="000F533E">
            <w:pPr>
              <w:pStyle w:val="TAC"/>
            </w:pPr>
            <w:r>
              <w:rPr>
                <w:rFonts w:cs="Arial"/>
                <w:color w:val="000000"/>
                <w:szCs w:val="18"/>
              </w:rPr>
              <w:t>61776</w:t>
            </w:r>
          </w:p>
        </w:tc>
        <w:tc>
          <w:tcPr>
            <w:tcW w:w="1127" w:type="dxa"/>
            <w:tcBorders>
              <w:top w:val="nil"/>
              <w:left w:val="nil"/>
              <w:bottom w:val="single" w:sz="4" w:space="0" w:color="auto"/>
              <w:right w:val="single" w:sz="4" w:space="0" w:color="auto"/>
            </w:tcBorders>
            <w:shd w:val="clear" w:color="auto" w:fill="auto"/>
            <w:noWrap/>
            <w:vAlign w:val="center"/>
            <w:hideMark/>
          </w:tcPr>
          <w:p w14:paraId="434D09F3" w14:textId="77777777" w:rsidR="00825117" w:rsidRPr="00835F44" w:rsidRDefault="00825117" w:rsidP="000F533E">
            <w:pPr>
              <w:pStyle w:val="TAC"/>
            </w:pPr>
            <w:r>
              <w:rPr>
                <w:rFonts w:cs="Arial"/>
                <w:color w:val="000000"/>
                <w:szCs w:val="18"/>
              </w:rPr>
              <w:t>10296</w:t>
            </w:r>
          </w:p>
        </w:tc>
      </w:tr>
      <w:tr w:rsidR="00825117" w:rsidRPr="00835F44" w14:paraId="11AE652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CCAF791"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1885236" w14:textId="77777777" w:rsidR="00825117" w:rsidRPr="00835F44" w:rsidRDefault="00825117" w:rsidP="000F533E">
            <w:pPr>
              <w:pStyle w:val="TAC"/>
            </w:pPr>
            <w:r>
              <w:rPr>
                <w:rFonts w:cs="Arial"/>
                <w:color w:val="000000"/>
                <w:szCs w:val="18"/>
              </w:rPr>
              <w:t>79</w:t>
            </w:r>
          </w:p>
        </w:tc>
        <w:tc>
          <w:tcPr>
            <w:tcW w:w="967" w:type="dxa"/>
            <w:tcBorders>
              <w:top w:val="nil"/>
              <w:left w:val="nil"/>
              <w:bottom w:val="single" w:sz="4" w:space="0" w:color="auto"/>
              <w:right w:val="single" w:sz="4" w:space="0" w:color="auto"/>
            </w:tcBorders>
            <w:shd w:val="clear" w:color="auto" w:fill="auto"/>
            <w:noWrap/>
            <w:vAlign w:val="center"/>
            <w:hideMark/>
          </w:tcPr>
          <w:p w14:paraId="75C6C7F7"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F25394"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C7D308E"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9BC7E9F" w14:textId="77777777" w:rsidR="00825117" w:rsidRPr="00835F44" w:rsidRDefault="00825117" w:rsidP="000F533E">
            <w:pPr>
              <w:pStyle w:val="TAC"/>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hideMark/>
          </w:tcPr>
          <w:p w14:paraId="1F5254BC"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348961E7"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7D97D6" w14:textId="77777777" w:rsidR="00825117" w:rsidRPr="00835F44" w:rsidRDefault="00825117" w:rsidP="000F533E">
            <w:pPr>
              <w:pStyle w:val="TAC"/>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hideMark/>
          </w:tcPr>
          <w:p w14:paraId="0E36BA12" w14:textId="77777777" w:rsidR="00825117" w:rsidRPr="00835F44" w:rsidRDefault="00825117" w:rsidP="000F533E">
            <w:pPr>
              <w:pStyle w:val="TAC"/>
            </w:pPr>
            <w:r>
              <w:rPr>
                <w:rFonts w:cs="Arial"/>
                <w:color w:val="000000"/>
                <w:szCs w:val="18"/>
              </w:rPr>
              <w:t>62568</w:t>
            </w:r>
          </w:p>
        </w:tc>
        <w:tc>
          <w:tcPr>
            <w:tcW w:w="1127" w:type="dxa"/>
            <w:tcBorders>
              <w:top w:val="nil"/>
              <w:left w:val="nil"/>
              <w:bottom w:val="single" w:sz="4" w:space="0" w:color="auto"/>
              <w:right w:val="single" w:sz="4" w:space="0" w:color="auto"/>
            </w:tcBorders>
            <w:shd w:val="clear" w:color="auto" w:fill="auto"/>
            <w:noWrap/>
            <w:vAlign w:val="center"/>
            <w:hideMark/>
          </w:tcPr>
          <w:p w14:paraId="648D0965" w14:textId="77777777" w:rsidR="00825117" w:rsidRPr="00835F44" w:rsidRDefault="00825117" w:rsidP="000F533E">
            <w:pPr>
              <w:pStyle w:val="TAC"/>
            </w:pPr>
            <w:r>
              <w:rPr>
                <w:rFonts w:cs="Arial"/>
                <w:color w:val="000000"/>
                <w:szCs w:val="18"/>
              </w:rPr>
              <w:t>10428</w:t>
            </w:r>
          </w:p>
        </w:tc>
      </w:tr>
      <w:tr w:rsidR="00825117" w:rsidRPr="00835F44" w14:paraId="42E561E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A6A32A5"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725E2B9" w14:textId="77777777" w:rsidR="00825117" w:rsidRDefault="00825117" w:rsidP="000F533E">
            <w:pPr>
              <w:pStyle w:val="TAC"/>
              <w:rPr>
                <w:rFonts w:cs="Arial"/>
                <w:color w:val="000000"/>
                <w:szCs w:val="18"/>
              </w:rPr>
            </w:pPr>
            <w:r>
              <w:rPr>
                <w:rFonts w:cs="Arial"/>
                <w:color w:val="000000"/>
                <w:szCs w:val="18"/>
              </w:rPr>
              <w:t>80</w:t>
            </w:r>
          </w:p>
        </w:tc>
        <w:tc>
          <w:tcPr>
            <w:tcW w:w="967" w:type="dxa"/>
            <w:tcBorders>
              <w:top w:val="nil"/>
              <w:left w:val="nil"/>
              <w:bottom w:val="single" w:sz="4" w:space="0" w:color="auto"/>
              <w:right w:val="single" w:sz="4" w:space="0" w:color="auto"/>
            </w:tcBorders>
            <w:shd w:val="clear" w:color="auto" w:fill="auto"/>
            <w:noWrap/>
            <w:vAlign w:val="center"/>
          </w:tcPr>
          <w:p w14:paraId="53779392"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2D652301"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BFCA479"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63E77E5" w14:textId="77777777" w:rsidR="00825117" w:rsidRDefault="00825117" w:rsidP="000F533E">
            <w:pPr>
              <w:pStyle w:val="TAC"/>
              <w:rPr>
                <w:rFonts w:cs="Arial"/>
                <w:color w:val="000000"/>
                <w:szCs w:val="18"/>
              </w:rPr>
            </w:pPr>
            <w:r>
              <w:rPr>
                <w:rFonts w:cs="Arial"/>
                <w:color w:val="000000"/>
                <w:szCs w:val="18"/>
              </w:rPr>
              <w:t>31752</w:t>
            </w:r>
          </w:p>
        </w:tc>
        <w:tc>
          <w:tcPr>
            <w:tcW w:w="1057" w:type="dxa"/>
            <w:tcBorders>
              <w:top w:val="nil"/>
              <w:left w:val="nil"/>
              <w:bottom w:val="single" w:sz="4" w:space="0" w:color="auto"/>
              <w:right w:val="single" w:sz="4" w:space="0" w:color="auto"/>
            </w:tcBorders>
            <w:shd w:val="clear" w:color="auto" w:fill="auto"/>
            <w:noWrap/>
            <w:vAlign w:val="center"/>
          </w:tcPr>
          <w:p w14:paraId="658A6009"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8931CEE"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EC979E8" w14:textId="77777777" w:rsidR="00825117" w:rsidRDefault="00825117" w:rsidP="000F533E">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62566989" w14:textId="77777777" w:rsidR="00825117" w:rsidRDefault="00825117" w:rsidP="000F533E">
            <w:pPr>
              <w:pStyle w:val="TAC"/>
              <w:rPr>
                <w:rFonts w:cs="Arial"/>
                <w:color w:val="000000"/>
                <w:szCs w:val="18"/>
              </w:rPr>
            </w:pPr>
            <w:r w:rsidRPr="00553A70">
              <w:t>63360</w:t>
            </w:r>
          </w:p>
        </w:tc>
        <w:tc>
          <w:tcPr>
            <w:tcW w:w="1127" w:type="dxa"/>
            <w:tcBorders>
              <w:top w:val="nil"/>
              <w:left w:val="nil"/>
              <w:bottom w:val="single" w:sz="4" w:space="0" w:color="auto"/>
              <w:right w:val="single" w:sz="4" w:space="0" w:color="auto"/>
            </w:tcBorders>
            <w:shd w:val="clear" w:color="auto" w:fill="auto"/>
            <w:noWrap/>
            <w:vAlign w:val="center"/>
          </w:tcPr>
          <w:p w14:paraId="281B85B6" w14:textId="77777777" w:rsidR="00825117" w:rsidRDefault="00825117" w:rsidP="000F533E">
            <w:pPr>
              <w:pStyle w:val="TAC"/>
              <w:rPr>
                <w:rFonts w:cs="Arial"/>
                <w:color w:val="000000"/>
                <w:szCs w:val="18"/>
              </w:rPr>
            </w:pPr>
            <w:r w:rsidRPr="00553A70">
              <w:t>10560</w:t>
            </w:r>
          </w:p>
        </w:tc>
      </w:tr>
      <w:tr w:rsidR="00825117" w:rsidRPr="00835F44" w14:paraId="6D66525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74E972A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AE0FA37" w14:textId="77777777" w:rsidR="00825117" w:rsidRDefault="00825117" w:rsidP="000F533E">
            <w:pPr>
              <w:pStyle w:val="TAC"/>
              <w:rPr>
                <w:rFonts w:cs="Arial"/>
                <w:color w:val="000000"/>
                <w:szCs w:val="18"/>
              </w:rPr>
            </w:pPr>
            <w:r>
              <w:rPr>
                <w:rFonts w:cs="Arial"/>
                <w:color w:val="000000"/>
                <w:szCs w:val="18"/>
              </w:rPr>
              <w:t>81</w:t>
            </w:r>
          </w:p>
        </w:tc>
        <w:tc>
          <w:tcPr>
            <w:tcW w:w="967" w:type="dxa"/>
            <w:tcBorders>
              <w:top w:val="nil"/>
              <w:left w:val="nil"/>
              <w:bottom w:val="single" w:sz="4" w:space="0" w:color="auto"/>
              <w:right w:val="single" w:sz="4" w:space="0" w:color="auto"/>
            </w:tcBorders>
            <w:shd w:val="clear" w:color="auto" w:fill="auto"/>
            <w:noWrap/>
            <w:vAlign w:val="center"/>
          </w:tcPr>
          <w:p w14:paraId="63EBDFA1"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AEF008C"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6DF4EBA0"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8004133" w14:textId="77777777" w:rsidR="00825117" w:rsidRDefault="00825117" w:rsidP="000F533E">
            <w:pPr>
              <w:pStyle w:val="TAC"/>
              <w:rPr>
                <w:rFonts w:cs="Arial"/>
                <w:color w:val="000000"/>
                <w:szCs w:val="18"/>
              </w:rPr>
            </w:pPr>
            <w:r>
              <w:rPr>
                <w:rFonts w:cs="Arial"/>
                <w:color w:val="000000"/>
                <w:szCs w:val="18"/>
              </w:rPr>
              <w:t>32264</w:t>
            </w:r>
          </w:p>
        </w:tc>
        <w:tc>
          <w:tcPr>
            <w:tcW w:w="1057" w:type="dxa"/>
            <w:tcBorders>
              <w:top w:val="nil"/>
              <w:left w:val="nil"/>
              <w:bottom w:val="single" w:sz="4" w:space="0" w:color="auto"/>
              <w:right w:val="single" w:sz="4" w:space="0" w:color="auto"/>
            </w:tcBorders>
            <w:shd w:val="clear" w:color="auto" w:fill="auto"/>
            <w:noWrap/>
            <w:vAlign w:val="center"/>
          </w:tcPr>
          <w:p w14:paraId="6CD226E7"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52B62E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7C7E22D6" w14:textId="77777777" w:rsidR="00825117" w:rsidRDefault="00825117" w:rsidP="000F533E">
            <w:pPr>
              <w:pStyle w:val="TAC"/>
              <w:rPr>
                <w:rFonts w:cs="Arial"/>
                <w:color w:val="000000"/>
                <w:szCs w:val="18"/>
              </w:rPr>
            </w:pPr>
            <w:r>
              <w:rPr>
                <w:rFonts w:cs="Arial"/>
                <w:color w:val="000000"/>
                <w:szCs w:val="18"/>
              </w:rPr>
              <w:t>4</w:t>
            </w:r>
          </w:p>
        </w:tc>
        <w:tc>
          <w:tcPr>
            <w:tcW w:w="925" w:type="dxa"/>
            <w:tcBorders>
              <w:top w:val="nil"/>
              <w:left w:val="nil"/>
              <w:bottom w:val="single" w:sz="4" w:space="0" w:color="auto"/>
              <w:right w:val="single" w:sz="4" w:space="0" w:color="auto"/>
            </w:tcBorders>
            <w:shd w:val="clear" w:color="auto" w:fill="auto"/>
            <w:noWrap/>
            <w:vAlign w:val="center"/>
          </w:tcPr>
          <w:p w14:paraId="0E0B73AA" w14:textId="77777777" w:rsidR="00825117" w:rsidRDefault="00825117" w:rsidP="000F533E">
            <w:pPr>
              <w:pStyle w:val="TAC"/>
              <w:rPr>
                <w:rFonts w:cs="Arial"/>
                <w:color w:val="000000"/>
                <w:szCs w:val="18"/>
              </w:rPr>
            </w:pPr>
            <w:r w:rsidRPr="00553A70">
              <w:t>64152</w:t>
            </w:r>
          </w:p>
        </w:tc>
        <w:tc>
          <w:tcPr>
            <w:tcW w:w="1127" w:type="dxa"/>
            <w:tcBorders>
              <w:top w:val="nil"/>
              <w:left w:val="nil"/>
              <w:bottom w:val="single" w:sz="4" w:space="0" w:color="auto"/>
              <w:right w:val="single" w:sz="4" w:space="0" w:color="auto"/>
            </w:tcBorders>
            <w:shd w:val="clear" w:color="auto" w:fill="auto"/>
            <w:noWrap/>
            <w:vAlign w:val="center"/>
          </w:tcPr>
          <w:p w14:paraId="6861076A" w14:textId="77777777" w:rsidR="00825117" w:rsidRDefault="00825117" w:rsidP="000F533E">
            <w:pPr>
              <w:pStyle w:val="TAC"/>
              <w:rPr>
                <w:rFonts w:cs="Arial"/>
                <w:color w:val="000000"/>
                <w:szCs w:val="18"/>
              </w:rPr>
            </w:pPr>
            <w:r w:rsidRPr="00553A70">
              <w:t>10692</w:t>
            </w:r>
          </w:p>
        </w:tc>
      </w:tr>
      <w:tr w:rsidR="00825117" w:rsidRPr="00835F44" w14:paraId="7EDBEC5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9727FFF"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08A514C2" w14:textId="77777777" w:rsidR="00825117" w:rsidRDefault="00825117" w:rsidP="000F533E">
            <w:pPr>
              <w:pStyle w:val="TAC"/>
              <w:rPr>
                <w:rFonts w:cs="Arial"/>
                <w:color w:val="000000"/>
                <w:szCs w:val="18"/>
              </w:rPr>
            </w:pPr>
            <w:r>
              <w:rPr>
                <w:rFonts w:cs="Arial"/>
                <w:color w:val="000000"/>
                <w:szCs w:val="18"/>
              </w:rPr>
              <w:t>93</w:t>
            </w:r>
          </w:p>
        </w:tc>
        <w:tc>
          <w:tcPr>
            <w:tcW w:w="967" w:type="dxa"/>
            <w:tcBorders>
              <w:top w:val="nil"/>
              <w:left w:val="nil"/>
              <w:bottom w:val="single" w:sz="4" w:space="0" w:color="auto"/>
              <w:right w:val="single" w:sz="4" w:space="0" w:color="auto"/>
            </w:tcBorders>
            <w:shd w:val="clear" w:color="auto" w:fill="auto"/>
            <w:noWrap/>
            <w:vAlign w:val="center"/>
          </w:tcPr>
          <w:p w14:paraId="401A1604"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3CB727E"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6EF419D9"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5907E03" w14:textId="77777777" w:rsidR="00825117" w:rsidRDefault="00825117" w:rsidP="000F533E">
            <w:pPr>
              <w:pStyle w:val="TAC"/>
              <w:rPr>
                <w:rFonts w:cs="Arial"/>
                <w:color w:val="000000"/>
                <w:szCs w:val="18"/>
              </w:rPr>
            </w:pPr>
            <w:r>
              <w:rPr>
                <w:rFonts w:cs="Arial"/>
                <w:color w:val="000000"/>
                <w:szCs w:val="18"/>
              </w:rPr>
              <w:t>36896</w:t>
            </w:r>
          </w:p>
        </w:tc>
        <w:tc>
          <w:tcPr>
            <w:tcW w:w="1057" w:type="dxa"/>
            <w:tcBorders>
              <w:top w:val="nil"/>
              <w:left w:val="nil"/>
              <w:bottom w:val="single" w:sz="4" w:space="0" w:color="auto"/>
              <w:right w:val="single" w:sz="4" w:space="0" w:color="auto"/>
            </w:tcBorders>
            <w:shd w:val="clear" w:color="auto" w:fill="auto"/>
            <w:noWrap/>
            <w:vAlign w:val="center"/>
          </w:tcPr>
          <w:p w14:paraId="333F0D63"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4F14FB5"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88B83D6" w14:textId="77777777" w:rsidR="00825117" w:rsidRDefault="00825117" w:rsidP="000F533E">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6B4D5B3E" w14:textId="77777777" w:rsidR="00825117" w:rsidRDefault="00825117" w:rsidP="000F533E">
            <w:pPr>
              <w:pStyle w:val="TAC"/>
              <w:rPr>
                <w:rFonts w:cs="Arial"/>
                <w:color w:val="000000"/>
                <w:szCs w:val="18"/>
              </w:rPr>
            </w:pPr>
            <w:r w:rsidRPr="00553A70">
              <w:t>73656</w:t>
            </w:r>
          </w:p>
        </w:tc>
        <w:tc>
          <w:tcPr>
            <w:tcW w:w="1127" w:type="dxa"/>
            <w:tcBorders>
              <w:top w:val="nil"/>
              <w:left w:val="nil"/>
              <w:bottom w:val="single" w:sz="4" w:space="0" w:color="auto"/>
              <w:right w:val="single" w:sz="4" w:space="0" w:color="auto"/>
            </w:tcBorders>
            <w:shd w:val="clear" w:color="auto" w:fill="auto"/>
            <w:noWrap/>
            <w:vAlign w:val="center"/>
          </w:tcPr>
          <w:p w14:paraId="11B243B3" w14:textId="77777777" w:rsidR="00825117" w:rsidRDefault="00825117" w:rsidP="000F533E">
            <w:pPr>
              <w:pStyle w:val="TAC"/>
              <w:rPr>
                <w:rFonts w:cs="Arial"/>
                <w:color w:val="000000"/>
                <w:szCs w:val="18"/>
              </w:rPr>
            </w:pPr>
            <w:r w:rsidRPr="00553A70">
              <w:t>12276</w:t>
            </w:r>
          </w:p>
        </w:tc>
      </w:tr>
      <w:tr w:rsidR="00825117" w:rsidRPr="00835F44" w14:paraId="39A71D8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60695ED"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5B29A82" w14:textId="77777777" w:rsidR="00825117" w:rsidRDefault="00825117" w:rsidP="000F533E">
            <w:pPr>
              <w:pStyle w:val="TAC"/>
              <w:rPr>
                <w:rFonts w:cs="Arial"/>
                <w:color w:val="000000"/>
                <w:szCs w:val="18"/>
              </w:rPr>
            </w:pPr>
            <w:r>
              <w:rPr>
                <w:rFonts w:cs="Arial"/>
                <w:color w:val="000000"/>
                <w:szCs w:val="18"/>
              </w:rPr>
              <w:t>95</w:t>
            </w:r>
          </w:p>
        </w:tc>
        <w:tc>
          <w:tcPr>
            <w:tcW w:w="967" w:type="dxa"/>
            <w:tcBorders>
              <w:top w:val="nil"/>
              <w:left w:val="nil"/>
              <w:bottom w:val="single" w:sz="4" w:space="0" w:color="auto"/>
              <w:right w:val="single" w:sz="4" w:space="0" w:color="auto"/>
            </w:tcBorders>
            <w:shd w:val="clear" w:color="auto" w:fill="auto"/>
            <w:noWrap/>
            <w:vAlign w:val="center"/>
          </w:tcPr>
          <w:p w14:paraId="3FDE5F45"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50F99F13"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35880E9"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556186D" w14:textId="77777777" w:rsidR="00825117" w:rsidRDefault="00825117" w:rsidP="000F533E">
            <w:pPr>
              <w:pStyle w:val="TAC"/>
              <w:rPr>
                <w:rFonts w:cs="Arial"/>
                <w:color w:val="000000"/>
                <w:szCs w:val="18"/>
              </w:rPr>
            </w:pPr>
            <w:r>
              <w:rPr>
                <w:rFonts w:cs="Arial"/>
                <w:color w:val="000000"/>
                <w:szCs w:val="18"/>
              </w:rPr>
              <w:t>37896</w:t>
            </w:r>
          </w:p>
        </w:tc>
        <w:tc>
          <w:tcPr>
            <w:tcW w:w="1057" w:type="dxa"/>
            <w:tcBorders>
              <w:top w:val="nil"/>
              <w:left w:val="nil"/>
              <w:bottom w:val="single" w:sz="4" w:space="0" w:color="auto"/>
              <w:right w:val="single" w:sz="4" w:space="0" w:color="auto"/>
            </w:tcBorders>
            <w:shd w:val="clear" w:color="auto" w:fill="auto"/>
            <w:noWrap/>
            <w:vAlign w:val="center"/>
          </w:tcPr>
          <w:p w14:paraId="12F3E6C4"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1E8A686"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5493ACC" w14:textId="77777777" w:rsidR="00825117" w:rsidRDefault="00825117" w:rsidP="000F533E">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25616EF7" w14:textId="77777777" w:rsidR="00825117" w:rsidRDefault="00825117" w:rsidP="000F533E">
            <w:pPr>
              <w:pStyle w:val="TAC"/>
              <w:rPr>
                <w:rFonts w:cs="Arial"/>
                <w:color w:val="000000"/>
                <w:szCs w:val="18"/>
              </w:rPr>
            </w:pPr>
            <w:r w:rsidRPr="00553A70">
              <w:t>75240</w:t>
            </w:r>
          </w:p>
        </w:tc>
        <w:tc>
          <w:tcPr>
            <w:tcW w:w="1127" w:type="dxa"/>
            <w:tcBorders>
              <w:top w:val="nil"/>
              <w:left w:val="nil"/>
              <w:bottom w:val="single" w:sz="4" w:space="0" w:color="auto"/>
              <w:right w:val="single" w:sz="4" w:space="0" w:color="auto"/>
            </w:tcBorders>
            <w:shd w:val="clear" w:color="auto" w:fill="auto"/>
            <w:noWrap/>
            <w:vAlign w:val="center"/>
          </w:tcPr>
          <w:p w14:paraId="25EABED1" w14:textId="77777777" w:rsidR="00825117" w:rsidRDefault="00825117" w:rsidP="000F533E">
            <w:pPr>
              <w:pStyle w:val="TAC"/>
              <w:rPr>
                <w:rFonts w:cs="Arial"/>
                <w:color w:val="000000"/>
                <w:szCs w:val="18"/>
              </w:rPr>
            </w:pPr>
            <w:r w:rsidRPr="00553A70">
              <w:t>12540</w:t>
            </w:r>
          </w:p>
        </w:tc>
      </w:tr>
      <w:tr w:rsidR="00825117" w:rsidRPr="00835F44" w14:paraId="5DA7335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B24E0C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0D0A549" w14:textId="77777777" w:rsidR="00825117" w:rsidRDefault="00825117" w:rsidP="000F533E">
            <w:pPr>
              <w:pStyle w:val="TAC"/>
              <w:rPr>
                <w:rFonts w:cs="Arial"/>
                <w:color w:val="000000"/>
                <w:szCs w:val="18"/>
              </w:rPr>
            </w:pPr>
            <w:r>
              <w:rPr>
                <w:rFonts w:cs="Arial"/>
                <w:color w:val="000000"/>
                <w:szCs w:val="18"/>
              </w:rPr>
              <w:t>93</w:t>
            </w:r>
          </w:p>
        </w:tc>
        <w:tc>
          <w:tcPr>
            <w:tcW w:w="967" w:type="dxa"/>
            <w:tcBorders>
              <w:top w:val="nil"/>
              <w:left w:val="nil"/>
              <w:bottom w:val="single" w:sz="4" w:space="0" w:color="auto"/>
              <w:right w:val="single" w:sz="4" w:space="0" w:color="auto"/>
            </w:tcBorders>
            <w:shd w:val="clear" w:color="auto" w:fill="auto"/>
            <w:noWrap/>
            <w:vAlign w:val="center"/>
          </w:tcPr>
          <w:p w14:paraId="4F61BDAE"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73B6A615"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410E66B8"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60877AAE" w14:textId="77777777" w:rsidR="00825117" w:rsidRDefault="00825117" w:rsidP="000F533E">
            <w:pPr>
              <w:pStyle w:val="TAC"/>
              <w:rPr>
                <w:rFonts w:cs="Arial"/>
                <w:color w:val="000000"/>
                <w:szCs w:val="18"/>
              </w:rPr>
            </w:pPr>
            <w:r>
              <w:rPr>
                <w:rFonts w:cs="Arial"/>
                <w:color w:val="000000"/>
                <w:szCs w:val="18"/>
              </w:rPr>
              <w:t>36896</w:t>
            </w:r>
          </w:p>
        </w:tc>
        <w:tc>
          <w:tcPr>
            <w:tcW w:w="1057" w:type="dxa"/>
            <w:tcBorders>
              <w:top w:val="nil"/>
              <w:left w:val="nil"/>
              <w:bottom w:val="single" w:sz="4" w:space="0" w:color="auto"/>
              <w:right w:val="single" w:sz="4" w:space="0" w:color="auto"/>
            </w:tcBorders>
            <w:shd w:val="clear" w:color="auto" w:fill="auto"/>
            <w:noWrap/>
            <w:vAlign w:val="center"/>
          </w:tcPr>
          <w:p w14:paraId="487A5D3F"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1958134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2E85904" w14:textId="77777777" w:rsidR="00825117" w:rsidRDefault="00825117" w:rsidP="000F533E">
            <w:pPr>
              <w:pStyle w:val="TAC"/>
              <w:rPr>
                <w:rFonts w:cs="Arial"/>
                <w:color w:val="000000"/>
                <w:szCs w:val="18"/>
              </w:rPr>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tcPr>
          <w:p w14:paraId="06ABE093" w14:textId="77777777" w:rsidR="00825117" w:rsidRDefault="00825117" w:rsidP="000F533E">
            <w:pPr>
              <w:pStyle w:val="TAC"/>
              <w:rPr>
                <w:rFonts w:cs="Arial"/>
                <w:color w:val="000000"/>
                <w:szCs w:val="18"/>
              </w:rPr>
            </w:pPr>
            <w:r>
              <w:rPr>
                <w:rFonts w:cs="Arial"/>
                <w:color w:val="000000"/>
                <w:szCs w:val="18"/>
              </w:rPr>
              <w:t>73656</w:t>
            </w:r>
          </w:p>
        </w:tc>
        <w:tc>
          <w:tcPr>
            <w:tcW w:w="1127" w:type="dxa"/>
            <w:tcBorders>
              <w:top w:val="nil"/>
              <w:left w:val="nil"/>
              <w:bottom w:val="single" w:sz="4" w:space="0" w:color="auto"/>
              <w:right w:val="single" w:sz="4" w:space="0" w:color="auto"/>
            </w:tcBorders>
            <w:shd w:val="clear" w:color="auto" w:fill="auto"/>
            <w:noWrap/>
            <w:vAlign w:val="center"/>
          </w:tcPr>
          <w:p w14:paraId="0AD30D05" w14:textId="77777777" w:rsidR="00825117" w:rsidRDefault="00825117" w:rsidP="000F533E">
            <w:pPr>
              <w:pStyle w:val="TAC"/>
              <w:rPr>
                <w:rFonts w:cs="Arial"/>
                <w:color w:val="000000"/>
                <w:szCs w:val="18"/>
              </w:rPr>
            </w:pPr>
            <w:r>
              <w:rPr>
                <w:rFonts w:cs="Arial"/>
                <w:color w:val="000000"/>
                <w:szCs w:val="18"/>
              </w:rPr>
              <w:t>12276</w:t>
            </w:r>
          </w:p>
        </w:tc>
      </w:tr>
      <w:tr w:rsidR="00825117" w:rsidRPr="00835F44" w14:paraId="2977032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2693EC2"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A99947C" w14:textId="77777777" w:rsidR="00825117" w:rsidRPr="00835F44" w:rsidRDefault="00825117" w:rsidP="000F533E">
            <w:pPr>
              <w:pStyle w:val="TAC"/>
            </w:pPr>
            <w:r>
              <w:rPr>
                <w:rFonts w:cs="Arial"/>
                <w:color w:val="000000"/>
                <w:szCs w:val="18"/>
              </w:rPr>
              <w:t>106</w:t>
            </w:r>
          </w:p>
        </w:tc>
        <w:tc>
          <w:tcPr>
            <w:tcW w:w="967" w:type="dxa"/>
            <w:tcBorders>
              <w:top w:val="nil"/>
              <w:left w:val="nil"/>
              <w:bottom w:val="single" w:sz="4" w:space="0" w:color="auto"/>
              <w:right w:val="single" w:sz="4" w:space="0" w:color="auto"/>
            </w:tcBorders>
            <w:shd w:val="clear" w:color="auto" w:fill="auto"/>
            <w:noWrap/>
            <w:vAlign w:val="center"/>
            <w:hideMark/>
          </w:tcPr>
          <w:p w14:paraId="00E22434"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7E93997B"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7F740588"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10535E8" w14:textId="77777777" w:rsidR="00825117" w:rsidRPr="00835F44" w:rsidRDefault="00825117" w:rsidP="000F533E">
            <w:pPr>
              <w:pStyle w:val="TAC"/>
            </w:pPr>
            <w:r>
              <w:rPr>
                <w:rFonts w:cs="Arial"/>
                <w:color w:val="000000"/>
                <w:szCs w:val="18"/>
              </w:rPr>
              <w:t>42016</w:t>
            </w:r>
          </w:p>
        </w:tc>
        <w:tc>
          <w:tcPr>
            <w:tcW w:w="1057" w:type="dxa"/>
            <w:tcBorders>
              <w:top w:val="nil"/>
              <w:left w:val="nil"/>
              <w:bottom w:val="single" w:sz="4" w:space="0" w:color="auto"/>
              <w:right w:val="single" w:sz="4" w:space="0" w:color="auto"/>
            </w:tcBorders>
            <w:shd w:val="clear" w:color="auto" w:fill="auto"/>
            <w:noWrap/>
            <w:vAlign w:val="center"/>
            <w:hideMark/>
          </w:tcPr>
          <w:p w14:paraId="5FF1D6BA"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BC7886B"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0C94B76" w14:textId="77777777" w:rsidR="00825117" w:rsidRPr="00835F44" w:rsidRDefault="00825117" w:rsidP="000F533E">
            <w:pPr>
              <w:pStyle w:val="TAC"/>
            </w:pPr>
            <w:r>
              <w:rPr>
                <w:rFonts w:cs="Arial"/>
                <w:color w:val="000000"/>
                <w:szCs w:val="18"/>
              </w:rPr>
              <w:t>5</w:t>
            </w:r>
          </w:p>
        </w:tc>
        <w:tc>
          <w:tcPr>
            <w:tcW w:w="925" w:type="dxa"/>
            <w:tcBorders>
              <w:top w:val="nil"/>
              <w:left w:val="nil"/>
              <w:bottom w:val="single" w:sz="4" w:space="0" w:color="auto"/>
              <w:right w:val="single" w:sz="4" w:space="0" w:color="auto"/>
            </w:tcBorders>
            <w:shd w:val="clear" w:color="auto" w:fill="auto"/>
            <w:noWrap/>
            <w:vAlign w:val="center"/>
            <w:hideMark/>
          </w:tcPr>
          <w:p w14:paraId="1560B880" w14:textId="77777777" w:rsidR="00825117" w:rsidRPr="00835F44" w:rsidRDefault="00825117" w:rsidP="000F533E">
            <w:pPr>
              <w:pStyle w:val="TAC"/>
            </w:pPr>
            <w:r>
              <w:rPr>
                <w:rFonts w:cs="Arial"/>
                <w:color w:val="000000"/>
                <w:szCs w:val="18"/>
              </w:rPr>
              <w:t>83952</w:t>
            </w:r>
          </w:p>
        </w:tc>
        <w:tc>
          <w:tcPr>
            <w:tcW w:w="1127" w:type="dxa"/>
            <w:tcBorders>
              <w:top w:val="nil"/>
              <w:left w:val="nil"/>
              <w:bottom w:val="single" w:sz="4" w:space="0" w:color="auto"/>
              <w:right w:val="single" w:sz="4" w:space="0" w:color="auto"/>
            </w:tcBorders>
            <w:shd w:val="clear" w:color="auto" w:fill="auto"/>
            <w:noWrap/>
            <w:vAlign w:val="center"/>
            <w:hideMark/>
          </w:tcPr>
          <w:p w14:paraId="3A92B6AE" w14:textId="77777777" w:rsidR="00825117" w:rsidRPr="00835F44" w:rsidRDefault="00825117" w:rsidP="000F533E">
            <w:pPr>
              <w:pStyle w:val="TAC"/>
            </w:pPr>
            <w:r>
              <w:rPr>
                <w:rFonts w:cs="Arial"/>
                <w:color w:val="000000"/>
                <w:szCs w:val="18"/>
              </w:rPr>
              <w:t>13992</w:t>
            </w:r>
          </w:p>
        </w:tc>
      </w:tr>
      <w:tr w:rsidR="00825117" w:rsidRPr="00835F44" w14:paraId="18CF19D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5C1F0F9"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C466491" w14:textId="77777777" w:rsidR="00825117" w:rsidRPr="00835F44" w:rsidRDefault="00825117" w:rsidP="000F533E">
            <w:pPr>
              <w:pStyle w:val="TAC"/>
            </w:pPr>
            <w:r>
              <w:rPr>
                <w:rFonts w:cs="Arial"/>
                <w:color w:val="000000"/>
                <w:szCs w:val="18"/>
              </w:rPr>
              <w:t>107</w:t>
            </w:r>
          </w:p>
        </w:tc>
        <w:tc>
          <w:tcPr>
            <w:tcW w:w="967" w:type="dxa"/>
            <w:tcBorders>
              <w:top w:val="nil"/>
              <w:left w:val="nil"/>
              <w:bottom w:val="single" w:sz="4" w:space="0" w:color="auto"/>
              <w:right w:val="single" w:sz="4" w:space="0" w:color="auto"/>
            </w:tcBorders>
            <w:shd w:val="clear" w:color="auto" w:fill="auto"/>
            <w:noWrap/>
            <w:vAlign w:val="center"/>
            <w:hideMark/>
          </w:tcPr>
          <w:p w14:paraId="038CB591"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81E3991"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4A934ADD"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0FABDC4D" w14:textId="77777777" w:rsidR="00825117" w:rsidRPr="00835F44" w:rsidRDefault="00825117" w:rsidP="000F533E">
            <w:pPr>
              <w:pStyle w:val="TAC"/>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hideMark/>
          </w:tcPr>
          <w:p w14:paraId="4F2F2B8C"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FA66ED4"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EF6941C" w14:textId="77777777" w:rsidR="00825117" w:rsidRPr="00835F44" w:rsidRDefault="00825117" w:rsidP="000F533E">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249CA887" w14:textId="77777777" w:rsidR="00825117" w:rsidRPr="00835F44" w:rsidRDefault="00825117" w:rsidP="000F533E">
            <w:pPr>
              <w:pStyle w:val="TAC"/>
            </w:pPr>
            <w:r>
              <w:rPr>
                <w:rFonts w:cs="Arial"/>
                <w:color w:val="000000"/>
                <w:szCs w:val="18"/>
              </w:rPr>
              <w:t>84744</w:t>
            </w:r>
          </w:p>
        </w:tc>
        <w:tc>
          <w:tcPr>
            <w:tcW w:w="1127" w:type="dxa"/>
            <w:tcBorders>
              <w:top w:val="nil"/>
              <w:left w:val="nil"/>
              <w:bottom w:val="single" w:sz="4" w:space="0" w:color="auto"/>
              <w:right w:val="single" w:sz="4" w:space="0" w:color="auto"/>
            </w:tcBorders>
            <w:shd w:val="clear" w:color="auto" w:fill="auto"/>
            <w:noWrap/>
            <w:vAlign w:val="center"/>
            <w:hideMark/>
          </w:tcPr>
          <w:p w14:paraId="28F9F8EB" w14:textId="77777777" w:rsidR="00825117" w:rsidRPr="00835F44" w:rsidRDefault="00825117" w:rsidP="000F533E">
            <w:pPr>
              <w:pStyle w:val="TAC"/>
            </w:pPr>
            <w:r>
              <w:rPr>
                <w:rFonts w:cs="Arial"/>
                <w:color w:val="000000"/>
                <w:szCs w:val="18"/>
              </w:rPr>
              <w:t>14124</w:t>
            </w:r>
          </w:p>
        </w:tc>
      </w:tr>
      <w:tr w:rsidR="00825117" w:rsidRPr="00835F44" w14:paraId="76A4431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C1F88CD"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40CFFAB0" w14:textId="77777777" w:rsidR="00825117" w:rsidRDefault="00825117" w:rsidP="000F533E">
            <w:pPr>
              <w:pStyle w:val="TAC"/>
              <w:rPr>
                <w:rFonts w:cs="Arial"/>
                <w:color w:val="000000"/>
                <w:szCs w:val="18"/>
              </w:rPr>
            </w:pPr>
            <w:r>
              <w:rPr>
                <w:rFonts w:cs="Arial"/>
                <w:color w:val="000000"/>
                <w:szCs w:val="18"/>
              </w:rPr>
              <w:t>108</w:t>
            </w:r>
          </w:p>
        </w:tc>
        <w:tc>
          <w:tcPr>
            <w:tcW w:w="967" w:type="dxa"/>
            <w:tcBorders>
              <w:top w:val="nil"/>
              <w:left w:val="nil"/>
              <w:bottom w:val="single" w:sz="4" w:space="0" w:color="auto"/>
              <w:right w:val="single" w:sz="4" w:space="0" w:color="auto"/>
            </w:tcBorders>
            <w:shd w:val="clear" w:color="auto" w:fill="auto"/>
            <w:noWrap/>
            <w:vAlign w:val="center"/>
          </w:tcPr>
          <w:p w14:paraId="05D10017"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DFD3724"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3639302D"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4AFA0EDB" w14:textId="77777777" w:rsidR="00825117" w:rsidRDefault="00825117" w:rsidP="000F533E">
            <w:pPr>
              <w:pStyle w:val="TAC"/>
              <w:rPr>
                <w:rFonts w:cs="Arial"/>
                <w:color w:val="000000"/>
                <w:szCs w:val="18"/>
              </w:rPr>
            </w:pPr>
            <w:r>
              <w:rPr>
                <w:rFonts w:cs="Arial"/>
                <w:color w:val="000000"/>
                <w:szCs w:val="18"/>
              </w:rPr>
              <w:t>43032</w:t>
            </w:r>
          </w:p>
        </w:tc>
        <w:tc>
          <w:tcPr>
            <w:tcW w:w="1057" w:type="dxa"/>
            <w:tcBorders>
              <w:top w:val="nil"/>
              <w:left w:val="nil"/>
              <w:bottom w:val="single" w:sz="4" w:space="0" w:color="auto"/>
              <w:right w:val="single" w:sz="4" w:space="0" w:color="auto"/>
            </w:tcBorders>
            <w:shd w:val="clear" w:color="auto" w:fill="auto"/>
            <w:noWrap/>
            <w:vAlign w:val="center"/>
          </w:tcPr>
          <w:p w14:paraId="7618BF99"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2E7B3AD5"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488CC6BC" w14:textId="77777777" w:rsidR="00825117" w:rsidRDefault="00825117" w:rsidP="000F533E">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5BB0ED77" w14:textId="77777777" w:rsidR="00825117" w:rsidRDefault="00825117" w:rsidP="000F533E">
            <w:pPr>
              <w:pStyle w:val="TAC"/>
              <w:rPr>
                <w:rFonts w:cs="Arial"/>
                <w:color w:val="000000"/>
                <w:szCs w:val="18"/>
              </w:rPr>
            </w:pPr>
            <w:r w:rsidRPr="00553A70">
              <w:t>85536</w:t>
            </w:r>
          </w:p>
        </w:tc>
        <w:tc>
          <w:tcPr>
            <w:tcW w:w="1127" w:type="dxa"/>
            <w:tcBorders>
              <w:top w:val="nil"/>
              <w:left w:val="nil"/>
              <w:bottom w:val="single" w:sz="4" w:space="0" w:color="auto"/>
              <w:right w:val="single" w:sz="4" w:space="0" w:color="auto"/>
            </w:tcBorders>
            <w:shd w:val="clear" w:color="auto" w:fill="auto"/>
            <w:noWrap/>
            <w:vAlign w:val="center"/>
          </w:tcPr>
          <w:p w14:paraId="2D92DFE6" w14:textId="77777777" w:rsidR="00825117" w:rsidRDefault="00825117" w:rsidP="000F533E">
            <w:pPr>
              <w:pStyle w:val="TAC"/>
              <w:rPr>
                <w:rFonts w:cs="Arial"/>
                <w:color w:val="000000"/>
                <w:szCs w:val="18"/>
              </w:rPr>
            </w:pPr>
            <w:r w:rsidRPr="00553A70">
              <w:t>14256</w:t>
            </w:r>
          </w:p>
        </w:tc>
      </w:tr>
      <w:tr w:rsidR="00825117" w:rsidRPr="00835F44" w14:paraId="374CC23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6AE763E"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3DFAD482" w14:textId="77777777" w:rsidR="00825117" w:rsidRDefault="00825117" w:rsidP="000F533E">
            <w:pPr>
              <w:pStyle w:val="TAC"/>
              <w:rPr>
                <w:rFonts w:cs="Arial"/>
                <w:color w:val="000000"/>
                <w:szCs w:val="18"/>
              </w:rPr>
            </w:pPr>
            <w:r>
              <w:rPr>
                <w:rFonts w:cs="Arial"/>
                <w:color w:val="000000"/>
                <w:szCs w:val="18"/>
              </w:rPr>
              <w:t>109</w:t>
            </w:r>
          </w:p>
        </w:tc>
        <w:tc>
          <w:tcPr>
            <w:tcW w:w="967" w:type="dxa"/>
            <w:tcBorders>
              <w:top w:val="nil"/>
              <w:left w:val="nil"/>
              <w:bottom w:val="single" w:sz="4" w:space="0" w:color="auto"/>
              <w:right w:val="single" w:sz="4" w:space="0" w:color="auto"/>
            </w:tcBorders>
            <w:shd w:val="clear" w:color="auto" w:fill="auto"/>
            <w:noWrap/>
            <w:vAlign w:val="center"/>
          </w:tcPr>
          <w:p w14:paraId="5AB74A9A"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4B5EBCF"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12243354"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11D1C9CD" w14:textId="77777777" w:rsidR="00825117" w:rsidRDefault="00825117" w:rsidP="000F533E">
            <w:pPr>
              <w:pStyle w:val="TAC"/>
              <w:rPr>
                <w:rFonts w:cs="Arial"/>
                <w:color w:val="000000"/>
                <w:szCs w:val="18"/>
              </w:rPr>
            </w:pPr>
            <w:r>
              <w:rPr>
                <w:rFonts w:cs="Arial"/>
                <w:color w:val="000000"/>
                <w:szCs w:val="18"/>
              </w:rPr>
              <w:t>44040</w:t>
            </w:r>
          </w:p>
        </w:tc>
        <w:tc>
          <w:tcPr>
            <w:tcW w:w="1057" w:type="dxa"/>
            <w:tcBorders>
              <w:top w:val="nil"/>
              <w:left w:val="nil"/>
              <w:bottom w:val="single" w:sz="4" w:space="0" w:color="auto"/>
              <w:right w:val="single" w:sz="4" w:space="0" w:color="auto"/>
            </w:tcBorders>
            <w:shd w:val="clear" w:color="auto" w:fill="auto"/>
            <w:noWrap/>
            <w:vAlign w:val="center"/>
          </w:tcPr>
          <w:p w14:paraId="38377E5D"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43F774CD"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748AD19" w14:textId="77777777" w:rsidR="00825117" w:rsidRDefault="00825117" w:rsidP="000F533E">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0A255CA5" w14:textId="77777777" w:rsidR="00825117" w:rsidRDefault="00825117" w:rsidP="000F533E">
            <w:pPr>
              <w:pStyle w:val="TAC"/>
              <w:rPr>
                <w:rFonts w:cs="Arial"/>
                <w:color w:val="000000"/>
                <w:szCs w:val="18"/>
              </w:rPr>
            </w:pPr>
            <w:r w:rsidRPr="00553A70">
              <w:t>86328</w:t>
            </w:r>
          </w:p>
        </w:tc>
        <w:tc>
          <w:tcPr>
            <w:tcW w:w="1127" w:type="dxa"/>
            <w:tcBorders>
              <w:top w:val="nil"/>
              <w:left w:val="nil"/>
              <w:bottom w:val="single" w:sz="4" w:space="0" w:color="auto"/>
              <w:right w:val="single" w:sz="4" w:space="0" w:color="auto"/>
            </w:tcBorders>
            <w:shd w:val="clear" w:color="auto" w:fill="auto"/>
            <w:noWrap/>
            <w:vAlign w:val="center"/>
          </w:tcPr>
          <w:p w14:paraId="565FE122" w14:textId="77777777" w:rsidR="00825117" w:rsidRDefault="00825117" w:rsidP="000F533E">
            <w:pPr>
              <w:pStyle w:val="TAC"/>
              <w:rPr>
                <w:rFonts w:cs="Arial"/>
                <w:color w:val="000000"/>
                <w:szCs w:val="18"/>
              </w:rPr>
            </w:pPr>
            <w:r w:rsidRPr="00553A70">
              <w:t>14388</w:t>
            </w:r>
          </w:p>
        </w:tc>
      </w:tr>
      <w:tr w:rsidR="00825117" w:rsidRPr="00835F44" w14:paraId="174903E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C3DBA0"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72CD5792" w14:textId="77777777" w:rsidR="00825117" w:rsidRPr="00835F44" w:rsidRDefault="00825117" w:rsidP="000F533E">
            <w:pPr>
              <w:pStyle w:val="TAC"/>
            </w:pPr>
            <w:r>
              <w:rPr>
                <w:rFonts w:cs="Arial"/>
                <w:color w:val="000000"/>
                <w:szCs w:val="18"/>
              </w:rPr>
              <w:t>121</w:t>
            </w:r>
          </w:p>
        </w:tc>
        <w:tc>
          <w:tcPr>
            <w:tcW w:w="967" w:type="dxa"/>
            <w:tcBorders>
              <w:top w:val="nil"/>
              <w:left w:val="nil"/>
              <w:bottom w:val="single" w:sz="4" w:space="0" w:color="auto"/>
              <w:right w:val="single" w:sz="4" w:space="0" w:color="auto"/>
            </w:tcBorders>
            <w:shd w:val="clear" w:color="auto" w:fill="auto"/>
            <w:noWrap/>
            <w:vAlign w:val="center"/>
            <w:hideMark/>
          </w:tcPr>
          <w:p w14:paraId="4AA5830F"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AA1BC93"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9CC4359"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C406F0B" w14:textId="77777777" w:rsidR="00825117" w:rsidRPr="00835F44" w:rsidRDefault="00825117" w:rsidP="000F533E">
            <w:pPr>
              <w:pStyle w:val="TAC"/>
            </w:pPr>
            <w:r>
              <w:rPr>
                <w:rFonts w:cs="Arial"/>
                <w:color w:val="000000"/>
                <w:szCs w:val="18"/>
              </w:rPr>
              <w:t>48168</w:t>
            </w:r>
          </w:p>
        </w:tc>
        <w:tc>
          <w:tcPr>
            <w:tcW w:w="1057" w:type="dxa"/>
            <w:tcBorders>
              <w:top w:val="nil"/>
              <w:left w:val="nil"/>
              <w:bottom w:val="single" w:sz="4" w:space="0" w:color="auto"/>
              <w:right w:val="single" w:sz="4" w:space="0" w:color="auto"/>
            </w:tcBorders>
            <w:shd w:val="clear" w:color="auto" w:fill="auto"/>
            <w:noWrap/>
            <w:vAlign w:val="center"/>
            <w:hideMark/>
          </w:tcPr>
          <w:p w14:paraId="7EF0DE4C"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798CF9A0"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0515E3F" w14:textId="77777777" w:rsidR="00825117" w:rsidRPr="00835F44" w:rsidRDefault="00825117" w:rsidP="000F533E">
            <w:pPr>
              <w:pStyle w:val="TAC"/>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hideMark/>
          </w:tcPr>
          <w:p w14:paraId="3C9958C0" w14:textId="77777777" w:rsidR="00825117" w:rsidRPr="00835F44" w:rsidRDefault="00825117" w:rsidP="000F533E">
            <w:pPr>
              <w:pStyle w:val="TAC"/>
            </w:pPr>
            <w:r>
              <w:rPr>
                <w:rFonts w:cs="Arial"/>
                <w:color w:val="000000"/>
                <w:szCs w:val="18"/>
              </w:rPr>
              <w:t>95832</w:t>
            </w:r>
          </w:p>
        </w:tc>
        <w:tc>
          <w:tcPr>
            <w:tcW w:w="1127" w:type="dxa"/>
            <w:tcBorders>
              <w:top w:val="nil"/>
              <w:left w:val="nil"/>
              <w:bottom w:val="single" w:sz="4" w:space="0" w:color="auto"/>
              <w:right w:val="single" w:sz="4" w:space="0" w:color="auto"/>
            </w:tcBorders>
            <w:shd w:val="clear" w:color="auto" w:fill="auto"/>
            <w:noWrap/>
            <w:vAlign w:val="center"/>
            <w:hideMark/>
          </w:tcPr>
          <w:p w14:paraId="61EE8AA0" w14:textId="77777777" w:rsidR="00825117" w:rsidRPr="00835F44" w:rsidRDefault="00825117" w:rsidP="000F533E">
            <w:pPr>
              <w:pStyle w:val="TAC"/>
            </w:pPr>
            <w:r>
              <w:rPr>
                <w:rFonts w:cs="Arial"/>
                <w:color w:val="000000"/>
                <w:szCs w:val="18"/>
              </w:rPr>
              <w:t>15972</w:t>
            </w:r>
          </w:p>
        </w:tc>
      </w:tr>
      <w:tr w:rsidR="00825117" w:rsidRPr="00835F44" w14:paraId="08CD693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7277E58"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126F678" w14:textId="77777777" w:rsidR="00825117" w:rsidRDefault="00825117" w:rsidP="000F533E">
            <w:pPr>
              <w:pStyle w:val="TAC"/>
              <w:rPr>
                <w:rFonts w:cs="Arial"/>
                <w:color w:val="000000"/>
                <w:szCs w:val="18"/>
              </w:rPr>
            </w:pPr>
            <w:r>
              <w:rPr>
                <w:rFonts w:cs="Arial"/>
                <w:color w:val="000000"/>
                <w:szCs w:val="18"/>
              </w:rPr>
              <w:t>123</w:t>
            </w:r>
          </w:p>
        </w:tc>
        <w:tc>
          <w:tcPr>
            <w:tcW w:w="967" w:type="dxa"/>
            <w:tcBorders>
              <w:top w:val="nil"/>
              <w:left w:val="nil"/>
              <w:bottom w:val="single" w:sz="4" w:space="0" w:color="auto"/>
              <w:right w:val="single" w:sz="4" w:space="0" w:color="auto"/>
            </w:tcBorders>
            <w:shd w:val="clear" w:color="auto" w:fill="auto"/>
            <w:noWrap/>
            <w:vAlign w:val="center"/>
          </w:tcPr>
          <w:p w14:paraId="7ECA4723"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3117F922"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FBD6B15"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20C20DC0" w14:textId="77777777" w:rsidR="00825117" w:rsidRDefault="00825117" w:rsidP="000F533E">
            <w:pPr>
              <w:pStyle w:val="TAC"/>
              <w:rPr>
                <w:rFonts w:cs="Arial"/>
                <w:color w:val="000000"/>
                <w:szCs w:val="18"/>
              </w:rPr>
            </w:pPr>
            <w:r>
              <w:rPr>
                <w:rFonts w:cs="Arial"/>
                <w:color w:val="000000"/>
                <w:szCs w:val="18"/>
              </w:rPr>
              <w:t>49176</w:t>
            </w:r>
          </w:p>
        </w:tc>
        <w:tc>
          <w:tcPr>
            <w:tcW w:w="1057" w:type="dxa"/>
            <w:tcBorders>
              <w:top w:val="nil"/>
              <w:left w:val="nil"/>
              <w:bottom w:val="single" w:sz="4" w:space="0" w:color="auto"/>
              <w:right w:val="single" w:sz="4" w:space="0" w:color="auto"/>
            </w:tcBorders>
            <w:shd w:val="clear" w:color="auto" w:fill="auto"/>
            <w:noWrap/>
            <w:vAlign w:val="center"/>
          </w:tcPr>
          <w:p w14:paraId="4F9641CF"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526791D7"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6A52D7AB" w14:textId="77777777" w:rsidR="00825117" w:rsidRDefault="00825117" w:rsidP="000F533E">
            <w:pPr>
              <w:pStyle w:val="TAC"/>
              <w:rPr>
                <w:rFonts w:cs="Arial"/>
                <w:color w:val="000000"/>
                <w:szCs w:val="18"/>
              </w:rPr>
            </w:pPr>
            <w:r>
              <w:rPr>
                <w:rFonts w:cs="Arial"/>
                <w:color w:val="000000"/>
                <w:szCs w:val="18"/>
              </w:rPr>
              <w:t>6</w:t>
            </w:r>
          </w:p>
        </w:tc>
        <w:tc>
          <w:tcPr>
            <w:tcW w:w="925" w:type="dxa"/>
            <w:tcBorders>
              <w:top w:val="nil"/>
              <w:left w:val="nil"/>
              <w:bottom w:val="single" w:sz="4" w:space="0" w:color="auto"/>
              <w:right w:val="single" w:sz="4" w:space="0" w:color="auto"/>
            </w:tcBorders>
            <w:shd w:val="clear" w:color="auto" w:fill="auto"/>
            <w:noWrap/>
            <w:vAlign w:val="center"/>
          </w:tcPr>
          <w:p w14:paraId="0728B0EA" w14:textId="77777777" w:rsidR="00825117" w:rsidRDefault="00825117" w:rsidP="000F533E">
            <w:pPr>
              <w:pStyle w:val="TAC"/>
              <w:rPr>
                <w:rFonts w:cs="Arial"/>
                <w:color w:val="000000"/>
                <w:szCs w:val="18"/>
              </w:rPr>
            </w:pPr>
            <w:r w:rsidRPr="00553A70">
              <w:t>97416</w:t>
            </w:r>
          </w:p>
        </w:tc>
        <w:tc>
          <w:tcPr>
            <w:tcW w:w="1127" w:type="dxa"/>
            <w:tcBorders>
              <w:top w:val="nil"/>
              <w:left w:val="nil"/>
              <w:bottom w:val="single" w:sz="4" w:space="0" w:color="auto"/>
              <w:right w:val="single" w:sz="4" w:space="0" w:color="auto"/>
            </w:tcBorders>
            <w:shd w:val="clear" w:color="auto" w:fill="auto"/>
            <w:noWrap/>
            <w:vAlign w:val="center"/>
          </w:tcPr>
          <w:p w14:paraId="3F17A2CD" w14:textId="77777777" w:rsidR="00825117" w:rsidRDefault="00825117" w:rsidP="000F533E">
            <w:pPr>
              <w:pStyle w:val="TAC"/>
              <w:rPr>
                <w:rFonts w:cs="Arial"/>
                <w:color w:val="000000"/>
                <w:szCs w:val="18"/>
              </w:rPr>
            </w:pPr>
            <w:r w:rsidRPr="00553A70">
              <w:t>16236</w:t>
            </w:r>
          </w:p>
        </w:tc>
      </w:tr>
      <w:tr w:rsidR="00825117" w:rsidRPr="00835F44" w14:paraId="4D7DC12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4B3009"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E7EB22C" w14:textId="77777777" w:rsidR="00825117" w:rsidRPr="00835F44" w:rsidRDefault="00825117" w:rsidP="000F533E">
            <w:pPr>
              <w:pStyle w:val="TAC"/>
            </w:pPr>
            <w:r>
              <w:rPr>
                <w:rFonts w:cs="Arial"/>
                <w:color w:val="000000"/>
                <w:szCs w:val="18"/>
              </w:rPr>
              <w:t>133</w:t>
            </w:r>
          </w:p>
        </w:tc>
        <w:tc>
          <w:tcPr>
            <w:tcW w:w="967" w:type="dxa"/>
            <w:tcBorders>
              <w:top w:val="nil"/>
              <w:left w:val="nil"/>
              <w:bottom w:val="single" w:sz="4" w:space="0" w:color="auto"/>
              <w:right w:val="single" w:sz="4" w:space="0" w:color="auto"/>
            </w:tcBorders>
            <w:shd w:val="clear" w:color="auto" w:fill="auto"/>
            <w:noWrap/>
            <w:vAlign w:val="center"/>
            <w:hideMark/>
          </w:tcPr>
          <w:p w14:paraId="7D8600D9"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8DB6DE2"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513440E"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F269578" w14:textId="77777777" w:rsidR="00825117" w:rsidRPr="00835F44" w:rsidRDefault="00825117" w:rsidP="000F533E">
            <w:pPr>
              <w:pStyle w:val="TAC"/>
            </w:pPr>
            <w:r>
              <w:rPr>
                <w:rFonts w:cs="Arial"/>
                <w:color w:val="000000"/>
                <w:szCs w:val="18"/>
              </w:rPr>
              <w:t>53288</w:t>
            </w:r>
          </w:p>
        </w:tc>
        <w:tc>
          <w:tcPr>
            <w:tcW w:w="1057" w:type="dxa"/>
            <w:tcBorders>
              <w:top w:val="nil"/>
              <w:left w:val="nil"/>
              <w:bottom w:val="single" w:sz="4" w:space="0" w:color="auto"/>
              <w:right w:val="single" w:sz="4" w:space="0" w:color="auto"/>
            </w:tcBorders>
            <w:shd w:val="clear" w:color="auto" w:fill="auto"/>
            <w:noWrap/>
            <w:vAlign w:val="center"/>
            <w:hideMark/>
          </w:tcPr>
          <w:p w14:paraId="4640E1E7"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227356E"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7539A6FB" w14:textId="77777777" w:rsidR="00825117" w:rsidRPr="00835F44" w:rsidRDefault="00825117" w:rsidP="000F533E">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3FC7EC36" w14:textId="77777777" w:rsidR="00825117" w:rsidRPr="00835F44" w:rsidRDefault="00825117" w:rsidP="000F533E">
            <w:pPr>
              <w:pStyle w:val="TAC"/>
            </w:pPr>
            <w:r>
              <w:rPr>
                <w:rFonts w:cs="Arial"/>
                <w:color w:val="000000"/>
                <w:szCs w:val="18"/>
              </w:rPr>
              <w:t>105336</w:t>
            </w:r>
          </w:p>
        </w:tc>
        <w:tc>
          <w:tcPr>
            <w:tcW w:w="1127" w:type="dxa"/>
            <w:tcBorders>
              <w:top w:val="nil"/>
              <w:left w:val="nil"/>
              <w:bottom w:val="single" w:sz="4" w:space="0" w:color="auto"/>
              <w:right w:val="single" w:sz="4" w:space="0" w:color="auto"/>
            </w:tcBorders>
            <w:shd w:val="clear" w:color="auto" w:fill="auto"/>
            <w:noWrap/>
            <w:vAlign w:val="center"/>
            <w:hideMark/>
          </w:tcPr>
          <w:p w14:paraId="73BDA55C" w14:textId="77777777" w:rsidR="00825117" w:rsidRPr="00835F44" w:rsidRDefault="00825117" w:rsidP="000F533E">
            <w:pPr>
              <w:pStyle w:val="TAC"/>
            </w:pPr>
            <w:r>
              <w:rPr>
                <w:rFonts w:cs="Arial"/>
                <w:color w:val="000000"/>
                <w:szCs w:val="18"/>
              </w:rPr>
              <w:t>17556</w:t>
            </w:r>
          </w:p>
        </w:tc>
      </w:tr>
      <w:tr w:rsidR="00825117" w:rsidRPr="00835F44" w14:paraId="6F98110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C6772B1"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7A7F0BA" w14:textId="77777777" w:rsidR="00825117" w:rsidRPr="00835F44" w:rsidRDefault="00825117" w:rsidP="000F533E">
            <w:pPr>
              <w:pStyle w:val="TAC"/>
            </w:pPr>
            <w:r>
              <w:rPr>
                <w:rFonts w:cs="Arial"/>
                <w:color w:val="000000"/>
                <w:szCs w:val="18"/>
              </w:rPr>
              <w:t>135</w:t>
            </w:r>
          </w:p>
        </w:tc>
        <w:tc>
          <w:tcPr>
            <w:tcW w:w="967" w:type="dxa"/>
            <w:tcBorders>
              <w:top w:val="nil"/>
              <w:left w:val="nil"/>
              <w:bottom w:val="single" w:sz="4" w:space="0" w:color="auto"/>
              <w:right w:val="single" w:sz="4" w:space="0" w:color="auto"/>
            </w:tcBorders>
            <w:shd w:val="clear" w:color="auto" w:fill="auto"/>
            <w:noWrap/>
            <w:vAlign w:val="center"/>
            <w:hideMark/>
          </w:tcPr>
          <w:p w14:paraId="60CAF64C"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65579C92"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6D1E7A82"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54EB587" w14:textId="77777777" w:rsidR="00825117" w:rsidRPr="00835F44" w:rsidRDefault="00825117" w:rsidP="000F533E">
            <w:pPr>
              <w:pStyle w:val="TAC"/>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hideMark/>
          </w:tcPr>
          <w:p w14:paraId="7796CFE2"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FB21B1E"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EC73E38" w14:textId="77777777" w:rsidR="00825117" w:rsidRPr="00835F44" w:rsidRDefault="00825117" w:rsidP="000F533E">
            <w:pPr>
              <w:pStyle w:val="TAC"/>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hideMark/>
          </w:tcPr>
          <w:p w14:paraId="5CAAA89C" w14:textId="77777777" w:rsidR="00825117" w:rsidRPr="00835F44" w:rsidRDefault="00825117" w:rsidP="000F533E">
            <w:pPr>
              <w:pStyle w:val="TAC"/>
            </w:pPr>
            <w:r>
              <w:rPr>
                <w:rFonts w:cs="Arial"/>
                <w:color w:val="000000"/>
                <w:szCs w:val="18"/>
              </w:rPr>
              <w:t>106920</w:t>
            </w:r>
          </w:p>
        </w:tc>
        <w:tc>
          <w:tcPr>
            <w:tcW w:w="1127" w:type="dxa"/>
            <w:tcBorders>
              <w:top w:val="nil"/>
              <w:left w:val="nil"/>
              <w:bottom w:val="single" w:sz="4" w:space="0" w:color="auto"/>
              <w:right w:val="single" w:sz="4" w:space="0" w:color="auto"/>
            </w:tcBorders>
            <w:shd w:val="clear" w:color="auto" w:fill="auto"/>
            <w:noWrap/>
            <w:vAlign w:val="center"/>
            <w:hideMark/>
          </w:tcPr>
          <w:p w14:paraId="1A134057" w14:textId="77777777" w:rsidR="00825117" w:rsidRPr="00835F44" w:rsidRDefault="00825117" w:rsidP="000F533E">
            <w:pPr>
              <w:pStyle w:val="TAC"/>
            </w:pPr>
            <w:r>
              <w:rPr>
                <w:rFonts w:cs="Arial"/>
                <w:color w:val="000000"/>
                <w:szCs w:val="18"/>
              </w:rPr>
              <w:t>17820</w:t>
            </w:r>
          </w:p>
        </w:tc>
      </w:tr>
      <w:tr w:rsidR="00825117" w:rsidRPr="00835F44" w14:paraId="0B441E2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7D17DE7"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7AD7CA46" w14:textId="77777777" w:rsidR="00825117" w:rsidRDefault="00825117" w:rsidP="000F533E">
            <w:pPr>
              <w:pStyle w:val="TAC"/>
              <w:rPr>
                <w:rFonts w:cs="Arial"/>
                <w:color w:val="000000"/>
                <w:szCs w:val="18"/>
              </w:rPr>
            </w:pPr>
            <w:r>
              <w:rPr>
                <w:rFonts w:cs="Arial"/>
                <w:color w:val="000000"/>
                <w:szCs w:val="18"/>
              </w:rPr>
              <w:t>137</w:t>
            </w:r>
          </w:p>
        </w:tc>
        <w:tc>
          <w:tcPr>
            <w:tcW w:w="967" w:type="dxa"/>
            <w:tcBorders>
              <w:top w:val="nil"/>
              <w:left w:val="nil"/>
              <w:bottom w:val="single" w:sz="4" w:space="0" w:color="auto"/>
              <w:right w:val="single" w:sz="4" w:space="0" w:color="auto"/>
            </w:tcBorders>
            <w:shd w:val="clear" w:color="auto" w:fill="auto"/>
            <w:noWrap/>
            <w:vAlign w:val="center"/>
          </w:tcPr>
          <w:p w14:paraId="4377EAF2"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6A7D2825"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5E79F24D"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07514C2B" w14:textId="77777777" w:rsidR="00825117" w:rsidRDefault="00825117" w:rsidP="000F533E">
            <w:pPr>
              <w:pStyle w:val="TAC"/>
              <w:rPr>
                <w:rFonts w:cs="Arial"/>
                <w:color w:val="000000"/>
                <w:szCs w:val="18"/>
              </w:rPr>
            </w:pPr>
            <w:r>
              <w:rPr>
                <w:rFonts w:cs="Arial"/>
                <w:color w:val="000000"/>
                <w:szCs w:val="18"/>
              </w:rPr>
              <w:t>54296</w:t>
            </w:r>
          </w:p>
        </w:tc>
        <w:tc>
          <w:tcPr>
            <w:tcW w:w="1057" w:type="dxa"/>
            <w:tcBorders>
              <w:top w:val="nil"/>
              <w:left w:val="nil"/>
              <w:bottom w:val="single" w:sz="4" w:space="0" w:color="auto"/>
              <w:right w:val="single" w:sz="4" w:space="0" w:color="auto"/>
            </w:tcBorders>
            <w:shd w:val="clear" w:color="auto" w:fill="auto"/>
            <w:noWrap/>
            <w:vAlign w:val="center"/>
          </w:tcPr>
          <w:p w14:paraId="54E3B914"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3F401B98"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196F5C34" w14:textId="77777777" w:rsidR="00825117" w:rsidRDefault="00825117" w:rsidP="000F533E">
            <w:pPr>
              <w:pStyle w:val="TAC"/>
              <w:rPr>
                <w:rFonts w:cs="Arial"/>
                <w:color w:val="000000"/>
                <w:szCs w:val="18"/>
              </w:rPr>
            </w:pPr>
            <w:r>
              <w:rPr>
                <w:rFonts w:cs="Arial"/>
                <w:color w:val="000000"/>
                <w:szCs w:val="18"/>
              </w:rPr>
              <w:t>7</w:t>
            </w:r>
          </w:p>
        </w:tc>
        <w:tc>
          <w:tcPr>
            <w:tcW w:w="925" w:type="dxa"/>
            <w:tcBorders>
              <w:top w:val="nil"/>
              <w:left w:val="nil"/>
              <w:bottom w:val="single" w:sz="4" w:space="0" w:color="auto"/>
              <w:right w:val="single" w:sz="4" w:space="0" w:color="auto"/>
            </w:tcBorders>
            <w:shd w:val="clear" w:color="auto" w:fill="auto"/>
            <w:noWrap/>
            <w:vAlign w:val="center"/>
          </w:tcPr>
          <w:p w14:paraId="60310364" w14:textId="77777777" w:rsidR="00825117" w:rsidRDefault="00825117" w:rsidP="000F533E">
            <w:pPr>
              <w:pStyle w:val="TAC"/>
              <w:rPr>
                <w:rFonts w:cs="Arial"/>
                <w:color w:val="000000"/>
                <w:szCs w:val="18"/>
              </w:rPr>
            </w:pPr>
            <w:r w:rsidRPr="00553A70">
              <w:t>108504</w:t>
            </w:r>
          </w:p>
        </w:tc>
        <w:tc>
          <w:tcPr>
            <w:tcW w:w="1127" w:type="dxa"/>
            <w:tcBorders>
              <w:top w:val="nil"/>
              <w:left w:val="nil"/>
              <w:bottom w:val="single" w:sz="4" w:space="0" w:color="auto"/>
              <w:right w:val="single" w:sz="4" w:space="0" w:color="auto"/>
            </w:tcBorders>
            <w:shd w:val="clear" w:color="auto" w:fill="auto"/>
            <w:noWrap/>
            <w:vAlign w:val="center"/>
          </w:tcPr>
          <w:p w14:paraId="535BFEA0" w14:textId="77777777" w:rsidR="00825117" w:rsidRDefault="00825117" w:rsidP="000F533E">
            <w:pPr>
              <w:pStyle w:val="TAC"/>
              <w:rPr>
                <w:rFonts w:cs="Arial"/>
                <w:color w:val="000000"/>
                <w:szCs w:val="18"/>
              </w:rPr>
            </w:pPr>
            <w:r w:rsidRPr="00553A70">
              <w:t>18084</w:t>
            </w:r>
          </w:p>
        </w:tc>
      </w:tr>
      <w:tr w:rsidR="00825117" w:rsidRPr="00835F44" w14:paraId="58C01E1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F45E329"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472874AF" w14:textId="77777777" w:rsidR="00825117" w:rsidRPr="00835F44" w:rsidRDefault="00825117" w:rsidP="000F533E">
            <w:pPr>
              <w:pStyle w:val="TAC"/>
            </w:pPr>
            <w:r>
              <w:rPr>
                <w:rFonts w:cs="Arial"/>
                <w:color w:val="000000"/>
                <w:szCs w:val="18"/>
              </w:rPr>
              <w:t>160</w:t>
            </w:r>
          </w:p>
        </w:tc>
        <w:tc>
          <w:tcPr>
            <w:tcW w:w="967" w:type="dxa"/>
            <w:tcBorders>
              <w:top w:val="nil"/>
              <w:left w:val="nil"/>
              <w:bottom w:val="single" w:sz="4" w:space="0" w:color="auto"/>
              <w:right w:val="single" w:sz="4" w:space="0" w:color="auto"/>
            </w:tcBorders>
            <w:shd w:val="clear" w:color="auto" w:fill="auto"/>
            <w:noWrap/>
            <w:vAlign w:val="center"/>
            <w:hideMark/>
          </w:tcPr>
          <w:p w14:paraId="761140C7"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EEEFF04"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1BA0583"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587229E3" w14:textId="77777777" w:rsidR="00825117" w:rsidRPr="00835F44" w:rsidRDefault="00825117" w:rsidP="000F533E">
            <w:pPr>
              <w:pStyle w:val="TAC"/>
            </w:pPr>
            <w:r>
              <w:rPr>
                <w:rFonts w:cs="Arial"/>
                <w:color w:val="000000"/>
                <w:szCs w:val="18"/>
              </w:rPr>
              <w:t>63528</w:t>
            </w:r>
          </w:p>
        </w:tc>
        <w:tc>
          <w:tcPr>
            <w:tcW w:w="1057" w:type="dxa"/>
            <w:tcBorders>
              <w:top w:val="nil"/>
              <w:left w:val="nil"/>
              <w:bottom w:val="single" w:sz="4" w:space="0" w:color="auto"/>
              <w:right w:val="single" w:sz="4" w:space="0" w:color="auto"/>
            </w:tcBorders>
            <w:shd w:val="clear" w:color="auto" w:fill="auto"/>
            <w:noWrap/>
            <w:vAlign w:val="center"/>
            <w:hideMark/>
          </w:tcPr>
          <w:p w14:paraId="2EBDC541"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1452CA6"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15CEB493" w14:textId="77777777" w:rsidR="00825117" w:rsidRPr="00835F44" w:rsidRDefault="00825117" w:rsidP="000F533E">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35F21DD4" w14:textId="77777777" w:rsidR="00825117" w:rsidRPr="00835F44" w:rsidRDefault="00825117" w:rsidP="000F533E">
            <w:pPr>
              <w:pStyle w:val="TAC"/>
            </w:pPr>
            <w:r>
              <w:rPr>
                <w:rFonts w:cs="Arial"/>
                <w:color w:val="000000"/>
                <w:szCs w:val="18"/>
              </w:rPr>
              <w:t>126720</w:t>
            </w:r>
          </w:p>
        </w:tc>
        <w:tc>
          <w:tcPr>
            <w:tcW w:w="1127" w:type="dxa"/>
            <w:tcBorders>
              <w:top w:val="nil"/>
              <w:left w:val="nil"/>
              <w:bottom w:val="single" w:sz="4" w:space="0" w:color="auto"/>
              <w:right w:val="single" w:sz="4" w:space="0" w:color="auto"/>
            </w:tcBorders>
            <w:shd w:val="clear" w:color="auto" w:fill="auto"/>
            <w:noWrap/>
            <w:vAlign w:val="center"/>
            <w:hideMark/>
          </w:tcPr>
          <w:p w14:paraId="246F3139" w14:textId="77777777" w:rsidR="00825117" w:rsidRPr="00835F44" w:rsidRDefault="00825117" w:rsidP="000F533E">
            <w:pPr>
              <w:pStyle w:val="TAC"/>
            </w:pPr>
            <w:r>
              <w:rPr>
                <w:rFonts w:cs="Arial"/>
                <w:color w:val="000000"/>
                <w:szCs w:val="18"/>
              </w:rPr>
              <w:t>21120</w:t>
            </w:r>
          </w:p>
        </w:tc>
      </w:tr>
      <w:tr w:rsidR="00825117" w:rsidRPr="00835F44" w14:paraId="3ABB238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D4E3B28"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1D40443A" w14:textId="77777777" w:rsidR="00825117" w:rsidRPr="00835F44" w:rsidRDefault="00825117" w:rsidP="000F533E">
            <w:pPr>
              <w:pStyle w:val="TAC"/>
            </w:pPr>
            <w:r>
              <w:rPr>
                <w:rFonts w:cs="Arial"/>
                <w:color w:val="000000"/>
                <w:szCs w:val="18"/>
              </w:rPr>
              <w:t>162</w:t>
            </w:r>
          </w:p>
        </w:tc>
        <w:tc>
          <w:tcPr>
            <w:tcW w:w="967" w:type="dxa"/>
            <w:tcBorders>
              <w:top w:val="nil"/>
              <w:left w:val="nil"/>
              <w:bottom w:val="single" w:sz="4" w:space="0" w:color="auto"/>
              <w:right w:val="single" w:sz="4" w:space="0" w:color="auto"/>
            </w:tcBorders>
            <w:shd w:val="clear" w:color="auto" w:fill="auto"/>
            <w:noWrap/>
            <w:vAlign w:val="center"/>
            <w:hideMark/>
          </w:tcPr>
          <w:p w14:paraId="45861E9D"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5515A0E"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5CF8AFF0"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4B8276C2" w14:textId="77777777" w:rsidR="00825117" w:rsidRPr="00835F44" w:rsidRDefault="00825117" w:rsidP="000F533E">
            <w:pPr>
              <w:pStyle w:val="TAC"/>
            </w:pPr>
            <w:r>
              <w:rPr>
                <w:rFonts w:cs="Arial"/>
                <w:color w:val="000000"/>
                <w:szCs w:val="18"/>
              </w:rPr>
              <w:t>64552</w:t>
            </w:r>
          </w:p>
        </w:tc>
        <w:tc>
          <w:tcPr>
            <w:tcW w:w="1057" w:type="dxa"/>
            <w:tcBorders>
              <w:top w:val="nil"/>
              <w:left w:val="nil"/>
              <w:bottom w:val="single" w:sz="4" w:space="0" w:color="auto"/>
              <w:right w:val="single" w:sz="4" w:space="0" w:color="auto"/>
            </w:tcBorders>
            <w:shd w:val="clear" w:color="auto" w:fill="auto"/>
            <w:noWrap/>
            <w:vAlign w:val="center"/>
            <w:hideMark/>
          </w:tcPr>
          <w:p w14:paraId="6712D1E2"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580AAA09"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2C29FA6E" w14:textId="77777777" w:rsidR="00825117" w:rsidRPr="00835F44" w:rsidRDefault="00825117" w:rsidP="000F533E">
            <w:pPr>
              <w:pStyle w:val="TAC"/>
            </w:pPr>
            <w:r>
              <w:rPr>
                <w:rFonts w:cs="Arial"/>
                <w:color w:val="000000"/>
                <w:szCs w:val="18"/>
              </w:rPr>
              <w:t>8</w:t>
            </w:r>
          </w:p>
        </w:tc>
        <w:tc>
          <w:tcPr>
            <w:tcW w:w="925" w:type="dxa"/>
            <w:tcBorders>
              <w:top w:val="nil"/>
              <w:left w:val="nil"/>
              <w:bottom w:val="single" w:sz="4" w:space="0" w:color="auto"/>
              <w:right w:val="single" w:sz="4" w:space="0" w:color="auto"/>
            </w:tcBorders>
            <w:shd w:val="clear" w:color="auto" w:fill="auto"/>
            <w:noWrap/>
            <w:vAlign w:val="center"/>
            <w:hideMark/>
          </w:tcPr>
          <w:p w14:paraId="61791BA9" w14:textId="77777777" w:rsidR="00825117" w:rsidRPr="00835F44" w:rsidRDefault="00825117" w:rsidP="000F533E">
            <w:pPr>
              <w:pStyle w:val="TAC"/>
            </w:pPr>
            <w:r>
              <w:rPr>
                <w:rFonts w:cs="Arial"/>
                <w:color w:val="000000"/>
                <w:szCs w:val="18"/>
              </w:rPr>
              <w:t>128304</w:t>
            </w:r>
          </w:p>
        </w:tc>
        <w:tc>
          <w:tcPr>
            <w:tcW w:w="1127" w:type="dxa"/>
            <w:tcBorders>
              <w:top w:val="nil"/>
              <w:left w:val="nil"/>
              <w:bottom w:val="single" w:sz="4" w:space="0" w:color="auto"/>
              <w:right w:val="single" w:sz="4" w:space="0" w:color="auto"/>
            </w:tcBorders>
            <w:shd w:val="clear" w:color="auto" w:fill="auto"/>
            <w:noWrap/>
            <w:vAlign w:val="center"/>
            <w:hideMark/>
          </w:tcPr>
          <w:p w14:paraId="7E270A18" w14:textId="77777777" w:rsidR="00825117" w:rsidRPr="00835F44" w:rsidRDefault="00825117" w:rsidP="000F533E">
            <w:pPr>
              <w:pStyle w:val="TAC"/>
            </w:pPr>
            <w:r>
              <w:rPr>
                <w:rFonts w:cs="Arial"/>
                <w:color w:val="000000"/>
                <w:szCs w:val="18"/>
              </w:rPr>
              <w:t>21384</w:t>
            </w:r>
          </w:p>
        </w:tc>
      </w:tr>
      <w:tr w:rsidR="00825117" w:rsidRPr="00835F44" w14:paraId="2805232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84F69D5"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vAlign w:val="center"/>
          </w:tcPr>
          <w:p w14:paraId="599BDE27" w14:textId="77777777" w:rsidR="00825117" w:rsidRDefault="00825117" w:rsidP="000F533E">
            <w:pPr>
              <w:pStyle w:val="TAC"/>
              <w:rPr>
                <w:rFonts w:cs="Arial"/>
                <w:color w:val="000000"/>
                <w:szCs w:val="18"/>
              </w:rPr>
            </w:pPr>
            <w:r>
              <w:rPr>
                <w:rFonts w:cs="Arial"/>
                <w:color w:val="000000"/>
                <w:szCs w:val="18"/>
              </w:rPr>
              <w:t>189</w:t>
            </w:r>
          </w:p>
        </w:tc>
        <w:tc>
          <w:tcPr>
            <w:tcW w:w="967" w:type="dxa"/>
            <w:tcBorders>
              <w:top w:val="nil"/>
              <w:left w:val="nil"/>
              <w:bottom w:val="single" w:sz="4" w:space="0" w:color="auto"/>
              <w:right w:val="single" w:sz="4" w:space="0" w:color="auto"/>
            </w:tcBorders>
            <w:shd w:val="clear" w:color="auto" w:fill="auto"/>
            <w:noWrap/>
            <w:vAlign w:val="center"/>
          </w:tcPr>
          <w:p w14:paraId="4BA66CD6" w14:textId="77777777" w:rsidR="00825117" w:rsidRDefault="00825117" w:rsidP="000F533E">
            <w:pPr>
              <w:pStyle w:val="TAC"/>
              <w:rPr>
                <w:rFonts w:cs="Arial"/>
                <w:color w:val="000000"/>
                <w:szCs w:val="18"/>
              </w:rPr>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tcPr>
          <w:p w14:paraId="4AAA3272" w14:textId="77777777" w:rsidR="00825117" w:rsidRDefault="00825117" w:rsidP="000F533E">
            <w:pPr>
              <w:pStyle w:val="TAC"/>
              <w:rPr>
                <w:rFonts w:cs="Arial"/>
                <w:color w:val="000000"/>
                <w:szCs w:val="18"/>
              </w:rPr>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tcPr>
          <w:p w14:paraId="7E5E1E0C" w14:textId="77777777" w:rsidR="00825117" w:rsidRDefault="00825117" w:rsidP="000F533E">
            <w:pPr>
              <w:pStyle w:val="TAC"/>
              <w:rPr>
                <w:rFonts w:cs="Arial"/>
                <w:color w:val="000000"/>
                <w:szCs w:val="18"/>
              </w:rPr>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tcPr>
          <w:p w14:paraId="7BB39C01" w14:textId="77777777" w:rsidR="00825117" w:rsidRDefault="00825117" w:rsidP="000F533E">
            <w:pPr>
              <w:pStyle w:val="TAC"/>
              <w:rPr>
                <w:rFonts w:cs="Arial"/>
                <w:color w:val="000000"/>
                <w:szCs w:val="18"/>
              </w:rPr>
            </w:pPr>
            <w:r>
              <w:rPr>
                <w:rFonts w:cs="Arial"/>
                <w:color w:val="000000"/>
                <w:szCs w:val="18"/>
              </w:rPr>
              <w:t>75792</w:t>
            </w:r>
          </w:p>
        </w:tc>
        <w:tc>
          <w:tcPr>
            <w:tcW w:w="1057" w:type="dxa"/>
            <w:tcBorders>
              <w:top w:val="nil"/>
              <w:left w:val="nil"/>
              <w:bottom w:val="single" w:sz="4" w:space="0" w:color="auto"/>
              <w:right w:val="single" w:sz="4" w:space="0" w:color="auto"/>
            </w:tcBorders>
            <w:shd w:val="clear" w:color="auto" w:fill="auto"/>
            <w:noWrap/>
            <w:vAlign w:val="center"/>
          </w:tcPr>
          <w:p w14:paraId="3474D710" w14:textId="77777777" w:rsidR="00825117" w:rsidRDefault="00825117" w:rsidP="000F533E">
            <w:pPr>
              <w:pStyle w:val="TAC"/>
              <w:rPr>
                <w:rFonts w:cs="Arial"/>
                <w:color w:val="000000"/>
                <w:szCs w:val="18"/>
              </w:rPr>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tcPr>
          <w:p w14:paraId="016B4EAB" w14:textId="77777777" w:rsidR="00825117" w:rsidRDefault="00825117" w:rsidP="000F533E">
            <w:pPr>
              <w:pStyle w:val="TAC"/>
              <w:rPr>
                <w:rFonts w:cs="Arial"/>
                <w:color w:val="000000"/>
                <w:szCs w:val="18"/>
              </w:rPr>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tcPr>
          <w:p w14:paraId="0CB59F09" w14:textId="77777777" w:rsidR="00825117" w:rsidRDefault="00825117" w:rsidP="000F533E">
            <w:pPr>
              <w:pStyle w:val="TAC"/>
              <w:rPr>
                <w:rFonts w:cs="Arial"/>
                <w:color w:val="000000"/>
                <w:szCs w:val="18"/>
              </w:rPr>
            </w:pPr>
            <w:r>
              <w:rPr>
                <w:rFonts w:cs="Arial"/>
                <w:color w:val="000000"/>
                <w:szCs w:val="18"/>
              </w:rPr>
              <w:t>9</w:t>
            </w:r>
          </w:p>
        </w:tc>
        <w:tc>
          <w:tcPr>
            <w:tcW w:w="925" w:type="dxa"/>
            <w:tcBorders>
              <w:top w:val="nil"/>
              <w:left w:val="nil"/>
              <w:bottom w:val="single" w:sz="4" w:space="0" w:color="auto"/>
              <w:right w:val="single" w:sz="4" w:space="0" w:color="auto"/>
            </w:tcBorders>
            <w:shd w:val="clear" w:color="auto" w:fill="auto"/>
            <w:noWrap/>
            <w:vAlign w:val="center"/>
          </w:tcPr>
          <w:p w14:paraId="2EA2D67E" w14:textId="77777777" w:rsidR="00825117" w:rsidRDefault="00825117" w:rsidP="000F533E">
            <w:pPr>
              <w:pStyle w:val="TAC"/>
              <w:rPr>
                <w:rFonts w:cs="Arial"/>
                <w:color w:val="000000"/>
                <w:szCs w:val="18"/>
              </w:rPr>
            </w:pPr>
            <w:r>
              <w:rPr>
                <w:rFonts w:cs="Arial"/>
                <w:color w:val="000000"/>
                <w:szCs w:val="18"/>
              </w:rPr>
              <w:t>149688</w:t>
            </w:r>
          </w:p>
        </w:tc>
        <w:tc>
          <w:tcPr>
            <w:tcW w:w="1127" w:type="dxa"/>
            <w:tcBorders>
              <w:top w:val="nil"/>
              <w:left w:val="nil"/>
              <w:bottom w:val="single" w:sz="4" w:space="0" w:color="auto"/>
              <w:right w:val="single" w:sz="4" w:space="0" w:color="auto"/>
            </w:tcBorders>
            <w:shd w:val="clear" w:color="auto" w:fill="auto"/>
            <w:noWrap/>
            <w:vAlign w:val="center"/>
          </w:tcPr>
          <w:p w14:paraId="380B63EC" w14:textId="77777777" w:rsidR="00825117" w:rsidRDefault="00825117" w:rsidP="000F533E">
            <w:pPr>
              <w:pStyle w:val="TAC"/>
              <w:rPr>
                <w:rFonts w:cs="Arial"/>
                <w:color w:val="000000"/>
                <w:szCs w:val="18"/>
              </w:rPr>
            </w:pPr>
            <w:r>
              <w:rPr>
                <w:rFonts w:cs="Arial"/>
                <w:color w:val="000000"/>
                <w:szCs w:val="18"/>
              </w:rPr>
              <w:t>24948</w:t>
            </w:r>
          </w:p>
        </w:tc>
      </w:tr>
      <w:tr w:rsidR="00825117" w:rsidRPr="00835F44" w14:paraId="07BED50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82232D5"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030500E8" w14:textId="77777777" w:rsidR="00825117" w:rsidRPr="00835F44" w:rsidRDefault="00825117" w:rsidP="000F533E">
            <w:pPr>
              <w:pStyle w:val="TAC"/>
            </w:pPr>
            <w:r>
              <w:rPr>
                <w:rFonts w:cs="Arial"/>
                <w:color w:val="000000"/>
                <w:szCs w:val="18"/>
              </w:rPr>
              <w:t>216</w:t>
            </w:r>
          </w:p>
        </w:tc>
        <w:tc>
          <w:tcPr>
            <w:tcW w:w="967" w:type="dxa"/>
            <w:tcBorders>
              <w:top w:val="nil"/>
              <w:left w:val="nil"/>
              <w:bottom w:val="single" w:sz="4" w:space="0" w:color="auto"/>
              <w:right w:val="single" w:sz="4" w:space="0" w:color="auto"/>
            </w:tcBorders>
            <w:shd w:val="clear" w:color="auto" w:fill="auto"/>
            <w:noWrap/>
            <w:vAlign w:val="center"/>
            <w:hideMark/>
          </w:tcPr>
          <w:p w14:paraId="72006A7E"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1502560B"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15ABAE8D"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765426CB" w14:textId="77777777" w:rsidR="00825117" w:rsidRPr="00835F44" w:rsidRDefault="00825117" w:rsidP="000F533E">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15613634"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D69377D"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882A501" w14:textId="77777777" w:rsidR="00825117" w:rsidRPr="00835F44" w:rsidRDefault="00825117" w:rsidP="000F533E">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2700F51A" w14:textId="77777777" w:rsidR="00825117" w:rsidRPr="00835F44" w:rsidRDefault="00825117" w:rsidP="000F533E">
            <w:pPr>
              <w:pStyle w:val="TAC"/>
            </w:pPr>
            <w:r>
              <w:rPr>
                <w:rFonts w:cs="Arial"/>
                <w:color w:val="000000"/>
                <w:szCs w:val="18"/>
              </w:rPr>
              <w:t>171072</w:t>
            </w:r>
          </w:p>
        </w:tc>
        <w:tc>
          <w:tcPr>
            <w:tcW w:w="1127" w:type="dxa"/>
            <w:tcBorders>
              <w:top w:val="nil"/>
              <w:left w:val="nil"/>
              <w:bottom w:val="single" w:sz="4" w:space="0" w:color="auto"/>
              <w:right w:val="single" w:sz="4" w:space="0" w:color="auto"/>
            </w:tcBorders>
            <w:shd w:val="clear" w:color="auto" w:fill="auto"/>
            <w:noWrap/>
            <w:vAlign w:val="center"/>
            <w:hideMark/>
          </w:tcPr>
          <w:p w14:paraId="6AC7A2D6" w14:textId="77777777" w:rsidR="00825117" w:rsidRPr="00835F44" w:rsidRDefault="00825117" w:rsidP="000F533E">
            <w:pPr>
              <w:pStyle w:val="TAC"/>
            </w:pPr>
            <w:r>
              <w:rPr>
                <w:rFonts w:cs="Arial"/>
                <w:color w:val="000000"/>
                <w:szCs w:val="18"/>
              </w:rPr>
              <w:t>28512</w:t>
            </w:r>
          </w:p>
        </w:tc>
      </w:tr>
      <w:tr w:rsidR="00825117" w:rsidRPr="00835F44" w14:paraId="67934F6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EFEDC3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5253C535" w14:textId="77777777" w:rsidR="00825117" w:rsidRPr="00835F44" w:rsidRDefault="00825117" w:rsidP="000F533E">
            <w:pPr>
              <w:pStyle w:val="TAC"/>
            </w:pPr>
            <w:r>
              <w:rPr>
                <w:rFonts w:cs="Arial"/>
                <w:color w:val="000000"/>
                <w:szCs w:val="18"/>
              </w:rPr>
              <w:t>217</w:t>
            </w:r>
          </w:p>
        </w:tc>
        <w:tc>
          <w:tcPr>
            <w:tcW w:w="967" w:type="dxa"/>
            <w:tcBorders>
              <w:top w:val="nil"/>
              <w:left w:val="nil"/>
              <w:bottom w:val="single" w:sz="4" w:space="0" w:color="auto"/>
              <w:right w:val="single" w:sz="4" w:space="0" w:color="auto"/>
            </w:tcBorders>
            <w:shd w:val="clear" w:color="auto" w:fill="auto"/>
            <w:noWrap/>
            <w:vAlign w:val="center"/>
            <w:hideMark/>
          </w:tcPr>
          <w:p w14:paraId="72C1732B"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026C2E90"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B42FA32"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23850644" w14:textId="77777777" w:rsidR="00825117" w:rsidRPr="00835F44" w:rsidRDefault="00825117" w:rsidP="000F533E">
            <w:pPr>
              <w:pStyle w:val="TAC"/>
            </w:pPr>
            <w:r>
              <w:rPr>
                <w:rFonts w:cs="Arial"/>
                <w:color w:val="000000"/>
                <w:szCs w:val="18"/>
              </w:rPr>
              <w:t>86040</w:t>
            </w:r>
          </w:p>
        </w:tc>
        <w:tc>
          <w:tcPr>
            <w:tcW w:w="1057" w:type="dxa"/>
            <w:tcBorders>
              <w:top w:val="nil"/>
              <w:left w:val="nil"/>
              <w:bottom w:val="single" w:sz="4" w:space="0" w:color="auto"/>
              <w:right w:val="single" w:sz="4" w:space="0" w:color="auto"/>
            </w:tcBorders>
            <w:shd w:val="clear" w:color="auto" w:fill="auto"/>
            <w:noWrap/>
            <w:vAlign w:val="center"/>
            <w:hideMark/>
          </w:tcPr>
          <w:p w14:paraId="414E2EB8"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6F631322"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46E1F00B" w14:textId="77777777" w:rsidR="00825117" w:rsidRPr="00835F44" w:rsidRDefault="00825117" w:rsidP="000F533E">
            <w:pPr>
              <w:pStyle w:val="TAC"/>
            </w:pPr>
            <w:r>
              <w:rPr>
                <w:rFonts w:cs="Arial"/>
                <w:color w:val="000000"/>
                <w:szCs w:val="18"/>
              </w:rPr>
              <w:t>11</w:t>
            </w:r>
          </w:p>
        </w:tc>
        <w:tc>
          <w:tcPr>
            <w:tcW w:w="925" w:type="dxa"/>
            <w:tcBorders>
              <w:top w:val="nil"/>
              <w:left w:val="nil"/>
              <w:bottom w:val="single" w:sz="4" w:space="0" w:color="auto"/>
              <w:right w:val="single" w:sz="4" w:space="0" w:color="auto"/>
            </w:tcBorders>
            <w:shd w:val="clear" w:color="auto" w:fill="auto"/>
            <w:noWrap/>
            <w:vAlign w:val="center"/>
            <w:hideMark/>
          </w:tcPr>
          <w:p w14:paraId="64C2B707" w14:textId="77777777" w:rsidR="00825117" w:rsidRPr="00835F44" w:rsidRDefault="00825117" w:rsidP="000F533E">
            <w:pPr>
              <w:pStyle w:val="TAC"/>
            </w:pPr>
            <w:r>
              <w:rPr>
                <w:rFonts w:cs="Arial"/>
                <w:color w:val="000000"/>
                <w:szCs w:val="18"/>
              </w:rPr>
              <w:t>171864</w:t>
            </w:r>
          </w:p>
        </w:tc>
        <w:tc>
          <w:tcPr>
            <w:tcW w:w="1127" w:type="dxa"/>
            <w:tcBorders>
              <w:top w:val="nil"/>
              <w:left w:val="nil"/>
              <w:bottom w:val="single" w:sz="4" w:space="0" w:color="auto"/>
              <w:right w:val="single" w:sz="4" w:space="0" w:color="auto"/>
            </w:tcBorders>
            <w:shd w:val="clear" w:color="auto" w:fill="auto"/>
            <w:noWrap/>
            <w:vAlign w:val="center"/>
            <w:hideMark/>
          </w:tcPr>
          <w:p w14:paraId="1CF46A00" w14:textId="77777777" w:rsidR="00825117" w:rsidRPr="00835F44" w:rsidRDefault="00825117" w:rsidP="000F533E">
            <w:pPr>
              <w:pStyle w:val="TAC"/>
            </w:pPr>
            <w:r>
              <w:rPr>
                <w:rFonts w:cs="Arial"/>
                <w:color w:val="000000"/>
                <w:szCs w:val="18"/>
              </w:rPr>
              <w:t>28644</w:t>
            </w:r>
          </w:p>
        </w:tc>
      </w:tr>
      <w:tr w:rsidR="00825117" w:rsidRPr="00835F44" w14:paraId="32B466C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959EE40"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2A15B9D6" w14:textId="77777777" w:rsidR="00825117" w:rsidRPr="00835F44" w:rsidRDefault="00825117" w:rsidP="000F533E">
            <w:pPr>
              <w:pStyle w:val="TAC"/>
            </w:pPr>
            <w:r>
              <w:rPr>
                <w:rFonts w:cs="Arial"/>
                <w:color w:val="000000"/>
                <w:szCs w:val="18"/>
              </w:rPr>
              <w:t>245</w:t>
            </w:r>
          </w:p>
        </w:tc>
        <w:tc>
          <w:tcPr>
            <w:tcW w:w="967" w:type="dxa"/>
            <w:tcBorders>
              <w:top w:val="nil"/>
              <w:left w:val="nil"/>
              <w:bottom w:val="single" w:sz="4" w:space="0" w:color="auto"/>
              <w:right w:val="single" w:sz="4" w:space="0" w:color="auto"/>
            </w:tcBorders>
            <w:shd w:val="clear" w:color="auto" w:fill="auto"/>
            <w:noWrap/>
            <w:vAlign w:val="center"/>
            <w:hideMark/>
          </w:tcPr>
          <w:p w14:paraId="1E86FD24"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BAA22F9"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090C7C95"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3F14169A" w14:textId="77777777" w:rsidR="00825117" w:rsidRPr="00835F44" w:rsidRDefault="00825117" w:rsidP="000F533E">
            <w:pPr>
              <w:pStyle w:val="TAC"/>
            </w:pPr>
            <w:r>
              <w:rPr>
                <w:rFonts w:cs="Arial"/>
                <w:color w:val="000000"/>
                <w:szCs w:val="18"/>
              </w:rPr>
              <w:t>98376</w:t>
            </w:r>
          </w:p>
        </w:tc>
        <w:tc>
          <w:tcPr>
            <w:tcW w:w="1057" w:type="dxa"/>
            <w:tcBorders>
              <w:top w:val="nil"/>
              <w:left w:val="nil"/>
              <w:bottom w:val="single" w:sz="4" w:space="0" w:color="auto"/>
              <w:right w:val="single" w:sz="4" w:space="0" w:color="auto"/>
            </w:tcBorders>
            <w:shd w:val="clear" w:color="auto" w:fill="auto"/>
            <w:noWrap/>
            <w:vAlign w:val="center"/>
            <w:hideMark/>
          </w:tcPr>
          <w:p w14:paraId="00B3EDD0"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11B6EC34"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31903DBE" w14:textId="77777777" w:rsidR="00825117" w:rsidRPr="00835F44" w:rsidRDefault="00825117" w:rsidP="000F533E">
            <w:pPr>
              <w:pStyle w:val="TAC"/>
            </w:pPr>
            <w:r>
              <w:rPr>
                <w:rFonts w:cs="Arial"/>
                <w:color w:val="000000"/>
                <w:szCs w:val="18"/>
              </w:rPr>
              <w:t>12</w:t>
            </w:r>
          </w:p>
        </w:tc>
        <w:tc>
          <w:tcPr>
            <w:tcW w:w="925" w:type="dxa"/>
            <w:tcBorders>
              <w:top w:val="nil"/>
              <w:left w:val="nil"/>
              <w:bottom w:val="single" w:sz="4" w:space="0" w:color="auto"/>
              <w:right w:val="single" w:sz="4" w:space="0" w:color="auto"/>
            </w:tcBorders>
            <w:shd w:val="clear" w:color="auto" w:fill="auto"/>
            <w:noWrap/>
            <w:vAlign w:val="center"/>
            <w:hideMark/>
          </w:tcPr>
          <w:p w14:paraId="059D5F82" w14:textId="77777777" w:rsidR="00825117" w:rsidRPr="00835F44" w:rsidRDefault="00825117" w:rsidP="000F533E">
            <w:pPr>
              <w:pStyle w:val="TAC"/>
            </w:pPr>
            <w:r>
              <w:rPr>
                <w:rFonts w:cs="Arial"/>
                <w:color w:val="000000"/>
                <w:szCs w:val="18"/>
              </w:rPr>
              <w:t>194040</w:t>
            </w:r>
          </w:p>
        </w:tc>
        <w:tc>
          <w:tcPr>
            <w:tcW w:w="1127" w:type="dxa"/>
            <w:tcBorders>
              <w:top w:val="nil"/>
              <w:left w:val="nil"/>
              <w:bottom w:val="single" w:sz="4" w:space="0" w:color="auto"/>
              <w:right w:val="single" w:sz="4" w:space="0" w:color="auto"/>
            </w:tcBorders>
            <w:shd w:val="clear" w:color="auto" w:fill="auto"/>
            <w:noWrap/>
            <w:vAlign w:val="center"/>
            <w:hideMark/>
          </w:tcPr>
          <w:p w14:paraId="01659FE9" w14:textId="77777777" w:rsidR="00825117" w:rsidRPr="00835F44" w:rsidRDefault="00825117" w:rsidP="000F533E">
            <w:pPr>
              <w:pStyle w:val="TAC"/>
            </w:pPr>
            <w:r>
              <w:rPr>
                <w:rFonts w:cs="Arial"/>
                <w:color w:val="000000"/>
                <w:szCs w:val="18"/>
              </w:rPr>
              <w:t>32340</w:t>
            </w:r>
          </w:p>
        </w:tc>
      </w:tr>
      <w:tr w:rsidR="00825117" w:rsidRPr="00835F44" w14:paraId="2E33C75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DD7BA2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80DF775" w14:textId="77777777" w:rsidR="00825117" w:rsidRPr="00835F44" w:rsidRDefault="00825117" w:rsidP="000F533E">
            <w:pPr>
              <w:pStyle w:val="TAC"/>
            </w:pPr>
            <w:r>
              <w:rPr>
                <w:rFonts w:cs="Arial"/>
                <w:color w:val="000000"/>
                <w:szCs w:val="18"/>
              </w:rPr>
              <w:t>270</w:t>
            </w:r>
          </w:p>
        </w:tc>
        <w:tc>
          <w:tcPr>
            <w:tcW w:w="967" w:type="dxa"/>
            <w:tcBorders>
              <w:top w:val="nil"/>
              <w:left w:val="nil"/>
              <w:bottom w:val="single" w:sz="4" w:space="0" w:color="auto"/>
              <w:right w:val="single" w:sz="4" w:space="0" w:color="auto"/>
            </w:tcBorders>
            <w:shd w:val="clear" w:color="auto" w:fill="auto"/>
            <w:noWrap/>
            <w:vAlign w:val="center"/>
            <w:hideMark/>
          </w:tcPr>
          <w:p w14:paraId="7ADB3CA9"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47B31495"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C297544"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1D848314" w14:textId="77777777" w:rsidR="00825117" w:rsidRPr="00835F44" w:rsidRDefault="00825117" w:rsidP="000F533E">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7FA553C7"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048BFE5F"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09AA2668" w14:textId="77777777" w:rsidR="00825117" w:rsidRPr="00835F44" w:rsidRDefault="00825117" w:rsidP="000F533E">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5F90177B" w14:textId="77777777" w:rsidR="00825117" w:rsidRPr="00835F44" w:rsidRDefault="00825117" w:rsidP="000F533E">
            <w:pPr>
              <w:pStyle w:val="TAC"/>
            </w:pPr>
            <w:r>
              <w:rPr>
                <w:rFonts w:cs="Arial"/>
                <w:color w:val="000000"/>
                <w:szCs w:val="18"/>
              </w:rPr>
              <w:t>213840</w:t>
            </w:r>
          </w:p>
        </w:tc>
        <w:tc>
          <w:tcPr>
            <w:tcW w:w="1127" w:type="dxa"/>
            <w:tcBorders>
              <w:top w:val="nil"/>
              <w:left w:val="nil"/>
              <w:bottom w:val="single" w:sz="4" w:space="0" w:color="auto"/>
              <w:right w:val="single" w:sz="4" w:space="0" w:color="auto"/>
            </w:tcBorders>
            <w:shd w:val="clear" w:color="auto" w:fill="auto"/>
            <w:noWrap/>
            <w:vAlign w:val="center"/>
            <w:hideMark/>
          </w:tcPr>
          <w:p w14:paraId="35E1B043" w14:textId="77777777" w:rsidR="00825117" w:rsidRPr="00835F44" w:rsidRDefault="00825117" w:rsidP="000F533E">
            <w:pPr>
              <w:pStyle w:val="TAC"/>
            </w:pPr>
            <w:r>
              <w:rPr>
                <w:rFonts w:cs="Arial"/>
                <w:color w:val="000000"/>
                <w:szCs w:val="18"/>
              </w:rPr>
              <w:t>35640</w:t>
            </w:r>
          </w:p>
        </w:tc>
      </w:tr>
      <w:tr w:rsidR="00825117" w:rsidRPr="00835F44" w14:paraId="50600E8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3743080"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vAlign w:val="center"/>
            <w:hideMark/>
          </w:tcPr>
          <w:p w14:paraId="6B755FAF" w14:textId="77777777" w:rsidR="00825117" w:rsidRPr="00835F44" w:rsidRDefault="00825117" w:rsidP="000F533E">
            <w:pPr>
              <w:pStyle w:val="TAC"/>
            </w:pPr>
            <w:r>
              <w:rPr>
                <w:rFonts w:cs="Arial"/>
                <w:color w:val="000000"/>
                <w:szCs w:val="18"/>
              </w:rPr>
              <w:t>273</w:t>
            </w:r>
          </w:p>
        </w:tc>
        <w:tc>
          <w:tcPr>
            <w:tcW w:w="967" w:type="dxa"/>
            <w:tcBorders>
              <w:top w:val="nil"/>
              <w:left w:val="nil"/>
              <w:bottom w:val="single" w:sz="4" w:space="0" w:color="auto"/>
              <w:right w:val="single" w:sz="4" w:space="0" w:color="auto"/>
            </w:tcBorders>
            <w:shd w:val="clear" w:color="auto" w:fill="auto"/>
            <w:noWrap/>
            <w:vAlign w:val="center"/>
            <w:hideMark/>
          </w:tcPr>
          <w:p w14:paraId="10E4BDD4" w14:textId="77777777" w:rsidR="00825117" w:rsidRPr="00835F44" w:rsidRDefault="00825117" w:rsidP="000F533E">
            <w:pPr>
              <w:pStyle w:val="TAC"/>
            </w:pPr>
            <w:r>
              <w:rPr>
                <w:rFonts w:cs="Arial"/>
                <w:color w:val="000000"/>
                <w:szCs w:val="18"/>
              </w:rPr>
              <w:t>11</w:t>
            </w:r>
          </w:p>
        </w:tc>
        <w:tc>
          <w:tcPr>
            <w:tcW w:w="1176" w:type="dxa"/>
            <w:tcBorders>
              <w:top w:val="nil"/>
              <w:left w:val="nil"/>
              <w:bottom w:val="single" w:sz="4" w:space="0" w:color="auto"/>
              <w:right w:val="single" w:sz="4" w:space="0" w:color="auto"/>
            </w:tcBorders>
            <w:shd w:val="clear" w:color="auto" w:fill="auto"/>
            <w:noWrap/>
            <w:vAlign w:val="center"/>
            <w:hideMark/>
          </w:tcPr>
          <w:p w14:paraId="32532E3B" w14:textId="77777777" w:rsidR="00825117" w:rsidRPr="00835F44" w:rsidRDefault="00825117" w:rsidP="000F533E">
            <w:pPr>
              <w:pStyle w:val="TAC"/>
            </w:pPr>
            <w:r>
              <w:rPr>
                <w:rFonts w:cs="Arial"/>
                <w:color w:val="000000"/>
                <w:szCs w:val="18"/>
              </w:rPr>
              <w:t>64QAM</w:t>
            </w:r>
          </w:p>
        </w:tc>
        <w:tc>
          <w:tcPr>
            <w:tcW w:w="890" w:type="dxa"/>
            <w:tcBorders>
              <w:top w:val="nil"/>
              <w:left w:val="nil"/>
              <w:bottom w:val="single" w:sz="4" w:space="0" w:color="auto"/>
              <w:right w:val="single" w:sz="4" w:space="0" w:color="auto"/>
            </w:tcBorders>
            <w:shd w:val="clear" w:color="auto" w:fill="auto"/>
            <w:noWrap/>
            <w:vAlign w:val="center"/>
            <w:hideMark/>
          </w:tcPr>
          <w:p w14:paraId="3C215A76" w14:textId="77777777" w:rsidR="00825117" w:rsidRPr="00835F44" w:rsidRDefault="00825117" w:rsidP="000F533E">
            <w:pPr>
              <w:pStyle w:val="TAC"/>
            </w:pPr>
            <w:r>
              <w:rPr>
                <w:rFonts w:cs="Arial"/>
                <w:color w:val="000000"/>
                <w:szCs w:val="18"/>
              </w:rPr>
              <w:t>19</w:t>
            </w:r>
          </w:p>
        </w:tc>
        <w:tc>
          <w:tcPr>
            <w:tcW w:w="926" w:type="dxa"/>
            <w:tcBorders>
              <w:top w:val="nil"/>
              <w:left w:val="nil"/>
              <w:bottom w:val="single" w:sz="4" w:space="0" w:color="auto"/>
              <w:right w:val="single" w:sz="4" w:space="0" w:color="auto"/>
            </w:tcBorders>
            <w:shd w:val="clear" w:color="auto" w:fill="auto"/>
            <w:noWrap/>
            <w:vAlign w:val="center"/>
            <w:hideMark/>
          </w:tcPr>
          <w:p w14:paraId="66983037" w14:textId="77777777" w:rsidR="00825117" w:rsidRPr="00835F44" w:rsidRDefault="00825117" w:rsidP="000F533E">
            <w:pPr>
              <w:pStyle w:val="TAC"/>
            </w:pPr>
            <w:r>
              <w:rPr>
                <w:rFonts w:cs="Arial"/>
                <w:color w:val="000000"/>
                <w:szCs w:val="18"/>
              </w:rPr>
              <w:t>108552</w:t>
            </w:r>
          </w:p>
        </w:tc>
        <w:tc>
          <w:tcPr>
            <w:tcW w:w="1057" w:type="dxa"/>
            <w:tcBorders>
              <w:top w:val="nil"/>
              <w:left w:val="nil"/>
              <w:bottom w:val="single" w:sz="4" w:space="0" w:color="auto"/>
              <w:right w:val="single" w:sz="4" w:space="0" w:color="auto"/>
            </w:tcBorders>
            <w:shd w:val="clear" w:color="auto" w:fill="auto"/>
            <w:noWrap/>
            <w:vAlign w:val="center"/>
            <w:hideMark/>
          </w:tcPr>
          <w:p w14:paraId="777E9587" w14:textId="77777777" w:rsidR="00825117" w:rsidRPr="00835F44" w:rsidRDefault="00825117" w:rsidP="000F533E">
            <w:pPr>
              <w:pStyle w:val="TAC"/>
            </w:pPr>
            <w:r>
              <w:rPr>
                <w:rFonts w:cs="Arial"/>
                <w:color w:val="000000"/>
                <w:szCs w:val="18"/>
              </w:rPr>
              <w:t>24</w:t>
            </w:r>
          </w:p>
        </w:tc>
        <w:tc>
          <w:tcPr>
            <w:tcW w:w="897" w:type="dxa"/>
            <w:tcBorders>
              <w:top w:val="nil"/>
              <w:left w:val="nil"/>
              <w:bottom w:val="single" w:sz="4" w:space="0" w:color="auto"/>
              <w:right w:val="single" w:sz="4" w:space="0" w:color="auto"/>
            </w:tcBorders>
            <w:shd w:val="clear" w:color="auto" w:fill="auto"/>
            <w:noWrap/>
            <w:vAlign w:val="center"/>
            <w:hideMark/>
          </w:tcPr>
          <w:p w14:paraId="4E3B5D4B" w14:textId="77777777" w:rsidR="00825117" w:rsidRPr="00835F44" w:rsidRDefault="00825117" w:rsidP="000F533E">
            <w:pPr>
              <w:pStyle w:val="TAC"/>
            </w:pPr>
            <w:r>
              <w:rPr>
                <w:rFonts w:cs="Arial"/>
                <w:color w:val="000000"/>
                <w:szCs w:val="18"/>
              </w:rPr>
              <w:t>1</w:t>
            </w:r>
          </w:p>
        </w:tc>
        <w:tc>
          <w:tcPr>
            <w:tcW w:w="929" w:type="dxa"/>
            <w:tcBorders>
              <w:top w:val="nil"/>
              <w:left w:val="nil"/>
              <w:bottom w:val="single" w:sz="4" w:space="0" w:color="auto"/>
              <w:right w:val="single" w:sz="4" w:space="0" w:color="auto"/>
            </w:tcBorders>
            <w:shd w:val="clear" w:color="auto" w:fill="auto"/>
            <w:noWrap/>
            <w:vAlign w:val="center"/>
            <w:hideMark/>
          </w:tcPr>
          <w:p w14:paraId="5676ECD2" w14:textId="77777777" w:rsidR="00825117" w:rsidRPr="00835F44" w:rsidRDefault="00825117" w:rsidP="000F533E">
            <w:pPr>
              <w:pStyle w:val="TAC"/>
            </w:pPr>
            <w:r>
              <w:rPr>
                <w:rFonts w:cs="Arial"/>
                <w:color w:val="000000"/>
                <w:szCs w:val="18"/>
              </w:rPr>
              <w:t>13</w:t>
            </w:r>
          </w:p>
        </w:tc>
        <w:tc>
          <w:tcPr>
            <w:tcW w:w="925" w:type="dxa"/>
            <w:tcBorders>
              <w:top w:val="nil"/>
              <w:left w:val="nil"/>
              <w:bottom w:val="single" w:sz="4" w:space="0" w:color="auto"/>
              <w:right w:val="single" w:sz="4" w:space="0" w:color="auto"/>
            </w:tcBorders>
            <w:shd w:val="clear" w:color="auto" w:fill="auto"/>
            <w:noWrap/>
            <w:vAlign w:val="center"/>
            <w:hideMark/>
          </w:tcPr>
          <w:p w14:paraId="2B6827AE" w14:textId="77777777" w:rsidR="00825117" w:rsidRPr="00835F44" w:rsidRDefault="00825117" w:rsidP="000F533E">
            <w:pPr>
              <w:pStyle w:val="TAC"/>
            </w:pPr>
            <w:r>
              <w:rPr>
                <w:rFonts w:cs="Arial"/>
                <w:color w:val="000000"/>
                <w:szCs w:val="18"/>
              </w:rPr>
              <w:t>216216</w:t>
            </w:r>
          </w:p>
        </w:tc>
        <w:tc>
          <w:tcPr>
            <w:tcW w:w="1127" w:type="dxa"/>
            <w:tcBorders>
              <w:top w:val="nil"/>
              <w:left w:val="nil"/>
              <w:bottom w:val="single" w:sz="4" w:space="0" w:color="auto"/>
              <w:right w:val="single" w:sz="4" w:space="0" w:color="auto"/>
            </w:tcBorders>
            <w:shd w:val="clear" w:color="auto" w:fill="auto"/>
            <w:noWrap/>
            <w:vAlign w:val="center"/>
            <w:hideMark/>
          </w:tcPr>
          <w:p w14:paraId="55C70D8F" w14:textId="77777777" w:rsidR="00825117" w:rsidRPr="00835F44" w:rsidRDefault="00825117" w:rsidP="000F533E">
            <w:pPr>
              <w:pStyle w:val="TAC"/>
            </w:pPr>
            <w:r>
              <w:rPr>
                <w:rFonts w:cs="Arial"/>
                <w:color w:val="000000"/>
                <w:szCs w:val="18"/>
              </w:rPr>
              <w:t>36036</w:t>
            </w:r>
          </w:p>
        </w:tc>
      </w:tr>
      <w:tr w:rsidR="00825117" w:rsidRPr="00835F44" w14:paraId="5B36DBE4"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10191F64" w14:textId="77777777" w:rsidR="00825117" w:rsidRPr="00835F44" w:rsidRDefault="00825117"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2ED5FF78" w14:textId="77777777" w:rsidR="00825117" w:rsidRPr="00835F44" w:rsidRDefault="00825117" w:rsidP="000F533E">
            <w:pPr>
              <w:pStyle w:val="TAN"/>
            </w:pPr>
            <w:r w:rsidRPr="00835F44">
              <w:t>NOTE 2:</w:t>
            </w:r>
            <w:r w:rsidRPr="00835F44">
              <w:tab/>
              <w:t xml:space="preserve">MCS Index is based on MCS table </w:t>
            </w:r>
            <w:r>
              <w:t>5.1.3.1</w:t>
            </w:r>
            <w:r w:rsidRPr="00835F44">
              <w:t>-1 defined in TS 38.214 [10].</w:t>
            </w:r>
          </w:p>
          <w:p w14:paraId="62B664A6" w14:textId="77777777" w:rsidR="00825117" w:rsidRDefault="00825117" w:rsidP="000F533E">
            <w:pPr>
              <w:pStyle w:val="TAN"/>
            </w:pPr>
            <w:r w:rsidRPr="00835F44">
              <w:t>NOTE 3:</w:t>
            </w:r>
            <w:r w:rsidRPr="00835F44">
              <w:tab/>
              <w:t>If more than one Code Block is present, an additional CRC sequence of L = 24 Bits is attached to each Code Block (otherwise L = 0 Bit)</w:t>
            </w:r>
          </w:p>
          <w:p w14:paraId="0A402E24" w14:textId="77777777" w:rsidR="00825117" w:rsidRPr="001F4A8E" w:rsidRDefault="00825117"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7BBAF366" w14:textId="77777777" w:rsidR="00825117" w:rsidRPr="001C0CC4" w:rsidRDefault="00825117" w:rsidP="00A43E5A">
      <w:pPr>
        <w:spacing w:after="0"/>
        <w:rPr>
          <w:rFonts w:ascii="Arial" w:hAnsi="Arial"/>
          <w:b/>
          <w:lang w:eastAsia="x-none"/>
        </w:rPr>
      </w:pPr>
    </w:p>
    <w:p w14:paraId="369137EA" w14:textId="70B5990A" w:rsidR="00A43E5A" w:rsidRPr="001C0CC4" w:rsidRDefault="00A43E5A" w:rsidP="00A43E5A">
      <w:pPr>
        <w:pStyle w:val="TH"/>
      </w:pPr>
      <w:r w:rsidRPr="001C0CC4">
        <w:lastRenderedPageBreak/>
        <w:t xml:space="preserve">Table A.2.2.8-2: </w:t>
      </w:r>
      <w:r>
        <w:t>Void</w:t>
      </w:r>
    </w:p>
    <w:p w14:paraId="26A38AA2" w14:textId="639178F5" w:rsidR="00A43E5A" w:rsidRPr="001C0CC4" w:rsidRDefault="00A43E5A" w:rsidP="00A43E5A">
      <w:pPr>
        <w:pStyle w:val="TH"/>
      </w:pPr>
      <w:r w:rsidRPr="001C0CC4">
        <w:t xml:space="preserve">Table A.2.2.8-3: </w:t>
      </w:r>
      <w:r>
        <w:t>Void</w:t>
      </w:r>
    </w:p>
    <w:p w14:paraId="06631925" w14:textId="77777777" w:rsidR="00A43E5A" w:rsidRPr="001C0CC4" w:rsidRDefault="00A43E5A" w:rsidP="00A43E5A"/>
    <w:p w14:paraId="22C84442" w14:textId="77777777" w:rsidR="00A43E5A" w:rsidRPr="00DC7196" w:rsidRDefault="00A43E5A" w:rsidP="004A5871">
      <w:pPr>
        <w:pStyle w:val="Heading3"/>
        <w:pageBreakBefore/>
      </w:pPr>
      <w:bookmarkStart w:id="235" w:name="_Toc21344528"/>
      <w:bookmarkStart w:id="236" w:name="_Toc29802016"/>
      <w:bookmarkStart w:id="237" w:name="_Toc29802440"/>
      <w:bookmarkStart w:id="238" w:name="_Toc29803065"/>
      <w:bookmarkStart w:id="239" w:name="_Toc36107807"/>
      <w:bookmarkStart w:id="240" w:name="_Toc37251581"/>
      <w:bookmarkStart w:id="241" w:name="_Toc45888520"/>
      <w:bookmarkStart w:id="242" w:name="_Toc45889119"/>
      <w:bookmarkStart w:id="243" w:name="_Toc59650492"/>
      <w:bookmarkStart w:id="244" w:name="_Toc61357764"/>
      <w:bookmarkStart w:id="245" w:name="_Toc61359538"/>
      <w:bookmarkStart w:id="246" w:name="_Toc67916478"/>
      <w:bookmarkStart w:id="247" w:name="_Toc75534024"/>
      <w:bookmarkStart w:id="248" w:name="_Toc75819910"/>
      <w:bookmarkStart w:id="249" w:name="_Toc76508754"/>
      <w:bookmarkStart w:id="250" w:name="_Toc76717704"/>
      <w:bookmarkStart w:id="251" w:name="_Toc83294345"/>
      <w:bookmarkStart w:id="252" w:name="_Toc84335384"/>
      <w:r w:rsidRPr="00DC7196">
        <w:lastRenderedPageBreak/>
        <w:t>A.2.2.9</w:t>
      </w:r>
      <w:r w:rsidRPr="00DC7196">
        <w:tab/>
        <w:t>CP-OFDM 256QAM</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77EF6B12" w14:textId="17A11328" w:rsidR="00A43E5A" w:rsidRPr="001C0CC4" w:rsidRDefault="00A43E5A" w:rsidP="00A43E5A">
      <w:pPr>
        <w:pStyle w:val="TH"/>
      </w:pPr>
      <w:r w:rsidRPr="001C0CC4">
        <w:t>Table A.2.2.9-1: Reference Channels for CP-OFDM 256QAM</w:t>
      </w:r>
    </w:p>
    <w:tbl>
      <w:tblPr>
        <w:tblpPr w:leftFromText="141" w:rightFromText="141" w:vertAnchor="text" w:horzAnchor="margin" w:tblpXSpec="center" w:tblpY="89"/>
        <w:tblW w:w="11018" w:type="dxa"/>
        <w:tblLook w:val="04A0" w:firstRow="1" w:lastRow="0" w:firstColumn="1" w:lastColumn="0" w:noHBand="0" w:noVBand="1"/>
      </w:tblPr>
      <w:tblGrid>
        <w:gridCol w:w="1097"/>
        <w:gridCol w:w="1027"/>
        <w:gridCol w:w="967"/>
        <w:gridCol w:w="1176"/>
        <w:gridCol w:w="890"/>
        <w:gridCol w:w="926"/>
        <w:gridCol w:w="1057"/>
        <w:gridCol w:w="897"/>
        <w:gridCol w:w="929"/>
        <w:gridCol w:w="925"/>
        <w:gridCol w:w="1127"/>
      </w:tblGrid>
      <w:tr w:rsidR="00825117" w:rsidRPr="00835F44" w14:paraId="04DB0B41" w14:textId="77777777" w:rsidTr="000F533E">
        <w:tc>
          <w:tcPr>
            <w:tcW w:w="1097" w:type="dxa"/>
            <w:tcBorders>
              <w:top w:val="single" w:sz="4" w:space="0" w:color="auto"/>
              <w:left w:val="single" w:sz="4" w:space="0" w:color="auto"/>
              <w:bottom w:val="single" w:sz="4" w:space="0" w:color="auto"/>
              <w:right w:val="single" w:sz="4" w:space="0" w:color="auto"/>
            </w:tcBorders>
            <w:shd w:val="clear" w:color="auto" w:fill="auto"/>
            <w:hideMark/>
          </w:tcPr>
          <w:p w14:paraId="16AA98A1" w14:textId="77777777" w:rsidR="00825117" w:rsidRPr="00835F44" w:rsidRDefault="00825117" w:rsidP="000F533E">
            <w:pPr>
              <w:pStyle w:val="TAH"/>
            </w:pPr>
            <w:r w:rsidRPr="00835F44">
              <w:t>Parameter</w:t>
            </w:r>
          </w:p>
        </w:tc>
        <w:tc>
          <w:tcPr>
            <w:tcW w:w="1027" w:type="dxa"/>
            <w:tcBorders>
              <w:top w:val="single" w:sz="4" w:space="0" w:color="auto"/>
              <w:left w:val="nil"/>
              <w:bottom w:val="single" w:sz="4" w:space="0" w:color="auto"/>
              <w:right w:val="single" w:sz="4" w:space="0" w:color="auto"/>
            </w:tcBorders>
            <w:shd w:val="clear" w:color="auto" w:fill="auto"/>
            <w:hideMark/>
          </w:tcPr>
          <w:p w14:paraId="29AE0E5D" w14:textId="77777777" w:rsidR="00825117" w:rsidRPr="001F4A8E" w:rsidRDefault="00825117" w:rsidP="000F533E">
            <w:pPr>
              <w:pStyle w:val="TAH"/>
              <w:rPr>
                <w:vertAlign w:val="subscript"/>
                <w:lang w:val="de-DE"/>
              </w:rPr>
            </w:pPr>
            <w:r w:rsidRPr="00835F44">
              <w:t>Allocated resource blocks</w:t>
            </w:r>
            <w:r>
              <w:rPr>
                <w:lang w:val="de-DE"/>
              </w:rPr>
              <w:t xml:space="preserve"> </w:t>
            </w:r>
            <w:r w:rsidRPr="00F25F75">
              <w:rPr>
                <w:lang w:val="de-DE"/>
              </w:rPr>
              <w:t>(L</w:t>
            </w:r>
            <w:r w:rsidRPr="00F25F75">
              <w:rPr>
                <w:vertAlign w:val="subscript"/>
                <w:lang w:val="de-DE"/>
              </w:rPr>
              <w:t>CRB)</w:t>
            </w:r>
          </w:p>
        </w:tc>
        <w:tc>
          <w:tcPr>
            <w:tcW w:w="967" w:type="dxa"/>
            <w:tcBorders>
              <w:top w:val="single" w:sz="4" w:space="0" w:color="auto"/>
              <w:left w:val="nil"/>
              <w:bottom w:val="single" w:sz="4" w:space="0" w:color="auto"/>
              <w:right w:val="single" w:sz="4" w:space="0" w:color="auto"/>
            </w:tcBorders>
            <w:shd w:val="clear" w:color="auto" w:fill="auto"/>
            <w:hideMark/>
          </w:tcPr>
          <w:p w14:paraId="1569D044" w14:textId="792D41F6" w:rsidR="00825117" w:rsidRPr="00835F44" w:rsidRDefault="00825117" w:rsidP="000F533E">
            <w:pPr>
              <w:pStyle w:val="TAH"/>
            </w:pPr>
            <w:r>
              <w:t>CP</w:t>
            </w:r>
            <w:r w:rsidRPr="00835F44">
              <w:t>-OFDM Symbols per slot (Note 1)</w:t>
            </w:r>
          </w:p>
        </w:tc>
        <w:tc>
          <w:tcPr>
            <w:tcW w:w="1176" w:type="dxa"/>
            <w:tcBorders>
              <w:top w:val="single" w:sz="4" w:space="0" w:color="auto"/>
              <w:left w:val="nil"/>
              <w:bottom w:val="single" w:sz="4" w:space="0" w:color="auto"/>
              <w:right w:val="single" w:sz="4" w:space="0" w:color="auto"/>
            </w:tcBorders>
            <w:shd w:val="clear" w:color="auto" w:fill="auto"/>
            <w:hideMark/>
          </w:tcPr>
          <w:p w14:paraId="17678950" w14:textId="77777777" w:rsidR="00825117" w:rsidRPr="00835F44" w:rsidRDefault="00825117" w:rsidP="000F533E">
            <w:pPr>
              <w:pStyle w:val="TAH"/>
            </w:pPr>
            <w:r w:rsidRPr="00835F44">
              <w:t>Modulation</w:t>
            </w:r>
          </w:p>
        </w:tc>
        <w:tc>
          <w:tcPr>
            <w:tcW w:w="890" w:type="dxa"/>
            <w:tcBorders>
              <w:top w:val="single" w:sz="4" w:space="0" w:color="auto"/>
              <w:left w:val="nil"/>
              <w:bottom w:val="single" w:sz="4" w:space="0" w:color="auto"/>
              <w:right w:val="single" w:sz="4" w:space="0" w:color="auto"/>
            </w:tcBorders>
            <w:shd w:val="clear" w:color="auto" w:fill="auto"/>
            <w:hideMark/>
          </w:tcPr>
          <w:p w14:paraId="7A0B75E9" w14:textId="77777777" w:rsidR="00825117" w:rsidRPr="00835F44" w:rsidRDefault="00825117" w:rsidP="000F533E">
            <w:pPr>
              <w:pStyle w:val="TAH"/>
            </w:pPr>
            <w:r w:rsidRPr="00835F44">
              <w:t>MCS Index (Note 2)</w:t>
            </w:r>
          </w:p>
        </w:tc>
        <w:tc>
          <w:tcPr>
            <w:tcW w:w="926" w:type="dxa"/>
            <w:tcBorders>
              <w:top w:val="single" w:sz="4" w:space="0" w:color="auto"/>
              <w:left w:val="nil"/>
              <w:bottom w:val="single" w:sz="4" w:space="0" w:color="auto"/>
              <w:right w:val="single" w:sz="4" w:space="0" w:color="auto"/>
            </w:tcBorders>
            <w:shd w:val="clear" w:color="auto" w:fill="auto"/>
            <w:hideMark/>
          </w:tcPr>
          <w:p w14:paraId="24B76029" w14:textId="77777777" w:rsidR="00825117" w:rsidRPr="00835F44" w:rsidRDefault="00825117" w:rsidP="000F533E">
            <w:pPr>
              <w:pStyle w:val="TAH"/>
            </w:pPr>
            <w:r w:rsidRPr="00835F44">
              <w:t>Payload size</w:t>
            </w:r>
          </w:p>
        </w:tc>
        <w:tc>
          <w:tcPr>
            <w:tcW w:w="1057" w:type="dxa"/>
            <w:tcBorders>
              <w:top w:val="single" w:sz="4" w:space="0" w:color="auto"/>
              <w:left w:val="nil"/>
              <w:bottom w:val="single" w:sz="4" w:space="0" w:color="auto"/>
              <w:right w:val="single" w:sz="4" w:space="0" w:color="auto"/>
            </w:tcBorders>
            <w:shd w:val="clear" w:color="auto" w:fill="auto"/>
            <w:hideMark/>
          </w:tcPr>
          <w:p w14:paraId="29F0C9C1" w14:textId="77777777" w:rsidR="00825117" w:rsidRPr="00835F44" w:rsidRDefault="00825117" w:rsidP="000F533E">
            <w:pPr>
              <w:pStyle w:val="TAH"/>
            </w:pPr>
            <w:r w:rsidRPr="00835F44">
              <w:t>Transport block CRC</w:t>
            </w:r>
          </w:p>
        </w:tc>
        <w:tc>
          <w:tcPr>
            <w:tcW w:w="897" w:type="dxa"/>
            <w:tcBorders>
              <w:top w:val="single" w:sz="4" w:space="0" w:color="auto"/>
              <w:left w:val="nil"/>
              <w:bottom w:val="single" w:sz="4" w:space="0" w:color="auto"/>
              <w:right w:val="single" w:sz="4" w:space="0" w:color="auto"/>
            </w:tcBorders>
            <w:shd w:val="clear" w:color="auto" w:fill="auto"/>
            <w:hideMark/>
          </w:tcPr>
          <w:p w14:paraId="1578C82F" w14:textId="77777777" w:rsidR="00825117" w:rsidRPr="00835F44" w:rsidRDefault="00825117" w:rsidP="000F533E">
            <w:pPr>
              <w:pStyle w:val="TAH"/>
            </w:pPr>
            <w:r w:rsidRPr="00835F44">
              <w:t>LDPC Base Graph</w:t>
            </w:r>
          </w:p>
        </w:tc>
        <w:tc>
          <w:tcPr>
            <w:tcW w:w="929" w:type="dxa"/>
            <w:tcBorders>
              <w:top w:val="single" w:sz="4" w:space="0" w:color="auto"/>
              <w:left w:val="nil"/>
              <w:bottom w:val="single" w:sz="4" w:space="0" w:color="auto"/>
              <w:right w:val="single" w:sz="4" w:space="0" w:color="auto"/>
            </w:tcBorders>
            <w:shd w:val="clear" w:color="auto" w:fill="auto"/>
            <w:hideMark/>
          </w:tcPr>
          <w:p w14:paraId="55A46919" w14:textId="77777777" w:rsidR="00825117" w:rsidRPr="00835F44" w:rsidRDefault="00825117" w:rsidP="000F533E">
            <w:pPr>
              <w:pStyle w:val="TAH"/>
            </w:pPr>
            <w:r w:rsidRPr="00835F44">
              <w:t>Number of code blocks per slot (Note 3)</w:t>
            </w:r>
          </w:p>
        </w:tc>
        <w:tc>
          <w:tcPr>
            <w:tcW w:w="925" w:type="dxa"/>
            <w:tcBorders>
              <w:top w:val="single" w:sz="4" w:space="0" w:color="auto"/>
              <w:left w:val="nil"/>
              <w:bottom w:val="single" w:sz="4" w:space="0" w:color="auto"/>
              <w:right w:val="single" w:sz="4" w:space="0" w:color="auto"/>
            </w:tcBorders>
            <w:shd w:val="clear" w:color="auto" w:fill="auto"/>
            <w:hideMark/>
          </w:tcPr>
          <w:p w14:paraId="1F60BC80" w14:textId="77777777" w:rsidR="00825117" w:rsidRPr="00835F44" w:rsidRDefault="00825117" w:rsidP="000F533E">
            <w:pPr>
              <w:pStyle w:val="TAH"/>
            </w:pPr>
            <w:r w:rsidRPr="00835F44">
              <w:t>Total number of bits per slot</w:t>
            </w:r>
          </w:p>
        </w:tc>
        <w:tc>
          <w:tcPr>
            <w:tcW w:w="1127" w:type="dxa"/>
            <w:tcBorders>
              <w:top w:val="single" w:sz="4" w:space="0" w:color="auto"/>
              <w:left w:val="nil"/>
              <w:bottom w:val="single" w:sz="4" w:space="0" w:color="auto"/>
              <w:right w:val="single" w:sz="4" w:space="0" w:color="auto"/>
            </w:tcBorders>
            <w:shd w:val="clear" w:color="auto" w:fill="auto"/>
            <w:hideMark/>
          </w:tcPr>
          <w:p w14:paraId="5D2C3ADD" w14:textId="77777777" w:rsidR="00825117" w:rsidRPr="00835F44" w:rsidRDefault="00825117" w:rsidP="000F533E">
            <w:pPr>
              <w:pStyle w:val="TAH"/>
            </w:pPr>
            <w:r w:rsidRPr="00835F44">
              <w:t>Total modulated symbols per slot</w:t>
            </w:r>
          </w:p>
        </w:tc>
      </w:tr>
      <w:tr w:rsidR="00825117" w:rsidRPr="00835F44" w14:paraId="40799B4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24B5D5B" w14:textId="77777777" w:rsidR="00825117" w:rsidRPr="00835F44" w:rsidRDefault="00825117" w:rsidP="000F533E">
            <w:pPr>
              <w:pStyle w:val="TAH"/>
            </w:pPr>
            <w:r w:rsidRPr="00835F44">
              <w:t>Unit</w:t>
            </w:r>
          </w:p>
        </w:tc>
        <w:tc>
          <w:tcPr>
            <w:tcW w:w="1027" w:type="dxa"/>
            <w:tcBorders>
              <w:top w:val="nil"/>
              <w:left w:val="nil"/>
              <w:bottom w:val="single" w:sz="4" w:space="0" w:color="auto"/>
              <w:right w:val="single" w:sz="4" w:space="0" w:color="auto"/>
            </w:tcBorders>
            <w:shd w:val="clear" w:color="auto" w:fill="auto"/>
            <w:noWrap/>
            <w:vAlign w:val="bottom"/>
            <w:hideMark/>
          </w:tcPr>
          <w:p w14:paraId="0049545D" w14:textId="77777777" w:rsidR="00825117" w:rsidRPr="00835F44" w:rsidRDefault="00825117" w:rsidP="000F533E">
            <w:pPr>
              <w:pStyle w:val="TAH"/>
            </w:pPr>
            <w:r w:rsidRPr="00835F44">
              <w:t> </w:t>
            </w:r>
          </w:p>
        </w:tc>
        <w:tc>
          <w:tcPr>
            <w:tcW w:w="967" w:type="dxa"/>
            <w:tcBorders>
              <w:top w:val="nil"/>
              <w:left w:val="nil"/>
              <w:bottom w:val="single" w:sz="4" w:space="0" w:color="auto"/>
              <w:right w:val="single" w:sz="4" w:space="0" w:color="auto"/>
            </w:tcBorders>
            <w:shd w:val="clear" w:color="auto" w:fill="auto"/>
            <w:noWrap/>
            <w:vAlign w:val="bottom"/>
            <w:hideMark/>
          </w:tcPr>
          <w:p w14:paraId="18362145" w14:textId="77777777" w:rsidR="00825117" w:rsidRPr="00835F44" w:rsidRDefault="00825117" w:rsidP="000F533E">
            <w:pPr>
              <w:pStyle w:val="TAH"/>
            </w:pPr>
            <w:r w:rsidRPr="00835F44">
              <w:t> </w:t>
            </w:r>
          </w:p>
        </w:tc>
        <w:tc>
          <w:tcPr>
            <w:tcW w:w="1176" w:type="dxa"/>
            <w:tcBorders>
              <w:top w:val="nil"/>
              <w:left w:val="nil"/>
              <w:bottom w:val="single" w:sz="4" w:space="0" w:color="auto"/>
              <w:right w:val="single" w:sz="4" w:space="0" w:color="auto"/>
            </w:tcBorders>
            <w:shd w:val="clear" w:color="auto" w:fill="auto"/>
            <w:noWrap/>
            <w:vAlign w:val="bottom"/>
            <w:hideMark/>
          </w:tcPr>
          <w:p w14:paraId="6FA7115B" w14:textId="77777777" w:rsidR="00825117" w:rsidRPr="00835F44" w:rsidRDefault="00825117" w:rsidP="000F533E">
            <w:pPr>
              <w:pStyle w:val="TAH"/>
            </w:pPr>
            <w:r w:rsidRPr="00835F44">
              <w:t> </w:t>
            </w:r>
          </w:p>
        </w:tc>
        <w:tc>
          <w:tcPr>
            <w:tcW w:w="890" w:type="dxa"/>
            <w:tcBorders>
              <w:top w:val="nil"/>
              <w:left w:val="nil"/>
              <w:bottom w:val="single" w:sz="4" w:space="0" w:color="auto"/>
              <w:right w:val="single" w:sz="4" w:space="0" w:color="auto"/>
            </w:tcBorders>
            <w:shd w:val="clear" w:color="auto" w:fill="auto"/>
            <w:noWrap/>
            <w:vAlign w:val="bottom"/>
            <w:hideMark/>
          </w:tcPr>
          <w:p w14:paraId="7751CE97" w14:textId="77777777" w:rsidR="00825117" w:rsidRPr="00835F44" w:rsidRDefault="00825117" w:rsidP="000F533E">
            <w:pPr>
              <w:pStyle w:val="TAH"/>
            </w:pPr>
            <w:r w:rsidRPr="00835F44">
              <w:t> </w:t>
            </w:r>
          </w:p>
        </w:tc>
        <w:tc>
          <w:tcPr>
            <w:tcW w:w="926" w:type="dxa"/>
            <w:tcBorders>
              <w:top w:val="nil"/>
              <w:left w:val="nil"/>
              <w:bottom w:val="single" w:sz="4" w:space="0" w:color="auto"/>
              <w:right w:val="single" w:sz="4" w:space="0" w:color="auto"/>
            </w:tcBorders>
            <w:shd w:val="clear" w:color="auto" w:fill="auto"/>
            <w:noWrap/>
            <w:vAlign w:val="bottom"/>
            <w:hideMark/>
          </w:tcPr>
          <w:p w14:paraId="186F76E9" w14:textId="77777777" w:rsidR="00825117" w:rsidRPr="00835F44" w:rsidRDefault="00825117" w:rsidP="000F533E">
            <w:pPr>
              <w:pStyle w:val="TAH"/>
            </w:pPr>
            <w:r w:rsidRPr="00835F44">
              <w:t>Bits</w:t>
            </w:r>
          </w:p>
        </w:tc>
        <w:tc>
          <w:tcPr>
            <w:tcW w:w="1057" w:type="dxa"/>
            <w:tcBorders>
              <w:top w:val="nil"/>
              <w:left w:val="nil"/>
              <w:bottom w:val="single" w:sz="4" w:space="0" w:color="auto"/>
              <w:right w:val="single" w:sz="4" w:space="0" w:color="auto"/>
            </w:tcBorders>
            <w:shd w:val="clear" w:color="auto" w:fill="auto"/>
            <w:noWrap/>
            <w:vAlign w:val="bottom"/>
            <w:hideMark/>
          </w:tcPr>
          <w:p w14:paraId="07318C75" w14:textId="77777777" w:rsidR="00825117" w:rsidRPr="00835F44" w:rsidRDefault="00825117" w:rsidP="000F533E">
            <w:pPr>
              <w:pStyle w:val="TAH"/>
            </w:pPr>
            <w:r w:rsidRPr="00835F44">
              <w:t>Bits</w:t>
            </w:r>
          </w:p>
        </w:tc>
        <w:tc>
          <w:tcPr>
            <w:tcW w:w="897" w:type="dxa"/>
            <w:tcBorders>
              <w:top w:val="nil"/>
              <w:left w:val="nil"/>
              <w:bottom w:val="single" w:sz="4" w:space="0" w:color="auto"/>
              <w:right w:val="single" w:sz="4" w:space="0" w:color="auto"/>
            </w:tcBorders>
            <w:shd w:val="clear" w:color="auto" w:fill="auto"/>
            <w:noWrap/>
            <w:vAlign w:val="bottom"/>
            <w:hideMark/>
          </w:tcPr>
          <w:p w14:paraId="12E626BE" w14:textId="77777777" w:rsidR="00825117" w:rsidRPr="00835F44" w:rsidRDefault="00825117" w:rsidP="000F533E">
            <w:pPr>
              <w:pStyle w:val="TAH"/>
            </w:pPr>
            <w:r w:rsidRPr="00835F44">
              <w:t> </w:t>
            </w:r>
          </w:p>
        </w:tc>
        <w:tc>
          <w:tcPr>
            <w:tcW w:w="929" w:type="dxa"/>
            <w:tcBorders>
              <w:top w:val="nil"/>
              <w:left w:val="nil"/>
              <w:bottom w:val="single" w:sz="4" w:space="0" w:color="auto"/>
              <w:right w:val="single" w:sz="4" w:space="0" w:color="auto"/>
            </w:tcBorders>
            <w:shd w:val="clear" w:color="auto" w:fill="auto"/>
            <w:noWrap/>
            <w:vAlign w:val="bottom"/>
            <w:hideMark/>
          </w:tcPr>
          <w:p w14:paraId="22691061" w14:textId="77777777" w:rsidR="00825117" w:rsidRPr="00835F44" w:rsidRDefault="00825117" w:rsidP="000F533E">
            <w:pPr>
              <w:pStyle w:val="TAH"/>
            </w:pPr>
            <w:r w:rsidRPr="00835F44">
              <w:t> </w:t>
            </w:r>
          </w:p>
        </w:tc>
        <w:tc>
          <w:tcPr>
            <w:tcW w:w="925" w:type="dxa"/>
            <w:tcBorders>
              <w:top w:val="nil"/>
              <w:left w:val="nil"/>
              <w:bottom w:val="single" w:sz="4" w:space="0" w:color="auto"/>
              <w:right w:val="single" w:sz="4" w:space="0" w:color="auto"/>
            </w:tcBorders>
            <w:shd w:val="clear" w:color="auto" w:fill="auto"/>
            <w:noWrap/>
            <w:vAlign w:val="bottom"/>
            <w:hideMark/>
          </w:tcPr>
          <w:p w14:paraId="33A62C69" w14:textId="77777777" w:rsidR="00825117" w:rsidRPr="00835F44" w:rsidRDefault="00825117" w:rsidP="000F533E">
            <w:pPr>
              <w:pStyle w:val="TAH"/>
            </w:pPr>
            <w:r w:rsidRPr="00835F44">
              <w:t>Bits</w:t>
            </w:r>
          </w:p>
        </w:tc>
        <w:tc>
          <w:tcPr>
            <w:tcW w:w="1127" w:type="dxa"/>
            <w:tcBorders>
              <w:top w:val="nil"/>
              <w:left w:val="nil"/>
              <w:bottom w:val="single" w:sz="4" w:space="0" w:color="auto"/>
              <w:right w:val="single" w:sz="4" w:space="0" w:color="auto"/>
            </w:tcBorders>
            <w:shd w:val="clear" w:color="auto" w:fill="auto"/>
            <w:noWrap/>
            <w:vAlign w:val="bottom"/>
            <w:hideMark/>
          </w:tcPr>
          <w:p w14:paraId="09028373" w14:textId="77777777" w:rsidR="00825117" w:rsidRPr="00835F44" w:rsidRDefault="00825117" w:rsidP="000F533E">
            <w:pPr>
              <w:pStyle w:val="TAH"/>
            </w:pPr>
            <w:r w:rsidRPr="00835F44">
              <w:t> </w:t>
            </w:r>
          </w:p>
        </w:tc>
      </w:tr>
      <w:tr w:rsidR="00825117" w:rsidRPr="00835F44" w14:paraId="7EC02C8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447F8F3" w14:textId="77777777" w:rsidR="00825117" w:rsidRPr="00835F44" w:rsidRDefault="00825117"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28262E30" w14:textId="77777777" w:rsidR="00825117" w:rsidRPr="0060759B" w:rsidRDefault="00825117" w:rsidP="000F533E">
            <w:pPr>
              <w:pStyle w:val="TAH"/>
              <w:rPr>
                <w:b w:val="0"/>
              </w:rPr>
            </w:pPr>
            <w:r w:rsidRPr="0060759B">
              <w:rPr>
                <w:b w:val="0"/>
              </w:rPr>
              <w:t>1</w:t>
            </w:r>
          </w:p>
        </w:tc>
        <w:tc>
          <w:tcPr>
            <w:tcW w:w="967" w:type="dxa"/>
            <w:tcBorders>
              <w:top w:val="nil"/>
              <w:left w:val="nil"/>
              <w:bottom w:val="single" w:sz="4" w:space="0" w:color="auto"/>
              <w:right w:val="single" w:sz="4" w:space="0" w:color="auto"/>
            </w:tcBorders>
            <w:shd w:val="clear" w:color="auto" w:fill="auto"/>
            <w:noWrap/>
            <w:vAlign w:val="bottom"/>
          </w:tcPr>
          <w:p w14:paraId="5BC6ABD8" w14:textId="77777777" w:rsidR="00825117" w:rsidRPr="0060759B" w:rsidRDefault="00825117" w:rsidP="000F533E">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6FBB7773" w14:textId="77777777" w:rsidR="00825117" w:rsidRPr="0060759B" w:rsidRDefault="00825117" w:rsidP="000F533E">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05E26BE5" w14:textId="77777777" w:rsidR="00825117" w:rsidRPr="0060759B" w:rsidRDefault="00825117" w:rsidP="000F533E">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5A51E012" w14:textId="77777777" w:rsidR="00825117" w:rsidRPr="0060759B" w:rsidRDefault="00825117" w:rsidP="000F533E">
            <w:pPr>
              <w:pStyle w:val="TAH"/>
              <w:rPr>
                <w:b w:val="0"/>
              </w:rPr>
            </w:pPr>
            <w:r w:rsidRPr="0060759B">
              <w:rPr>
                <w:b w:val="0"/>
              </w:rPr>
              <w:t>704</w:t>
            </w:r>
          </w:p>
        </w:tc>
        <w:tc>
          <w:tcPr>
            <w:tcW w:w="1057" w:type="dxa"/>
            <w:tcBorders>
              <w:top w:val="nil"/>
              <w:left w:val="nil"/>
              <w:bottom w:val="single" w:sz="4" w:space="0" w:color="auto"/>
              <w:right w:val="single" w:sz="4" w:space="0" w:color="auto"/>
            </w:tcBorders>
            <w:shd w:val="clear" w:color="auto" w:fill="auto"/>
            <w:noWrap/>
            <w:vAlign w:val="bottom"/>
          </w:tcPr>
          <w:p w14:paraId="120DEF01" w14:textId="77777777" w:rsidR="00825117" w:rsidRPr="0060759B" w:rsidRDefault="00825117" w:rsidP="000F533E">
            <w:pPr>
              <w:pStyle w:val="TAH"/>
              <w:rPr>
                <w:b w:val="0"/>
              </w:rPr>
            </w:pPr>
            <w:r w:rsidRPr="0060759B">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3B96B262" w14:textId="77777777" w:rsidR="00825117" w:rsidRPr="0060759B" w:rsidRDefault="00825117" w:rsidP="000F533E">
            <w:pPr>
              <w:pStyle w:val="TAH"/>
              <w:rPr>
                <w:b w:val="0"/>
              </w:rPr>
            </w:pPr>
            <w:r w:rsidRPr="0060759B">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1F463C36" w14:textId="77777777" w:rsidR="00825117" w:rsidRPr="0060759B" w:rsidRDefault="00825117" w:rsidP="000F533E">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64809897" w14:textId="77777777" w:rsidR="00825117" w:rsidRPr="0060759B" w:rsidRDefault="00825117" w:rsidP="000F533E">
            <w:pPr>
              <w:pStyle w:val="TAH"/>
              <w:rPr>
                <w:b w:val="0"/>
              </w:rPr>
            </w:pPr>
            <w:r w:rsidRPr="0060759B">
              <w:rPr>
                <w:b w:val="0"/>
              </w:rPr>
              <w:t>1056</w:t>
            </w:r>
          </w:p>
        </w:tc>
        <w:tc>
          <w:tcPr>
            <w:tcW w:w="1127" w:type="dxa"/>
            <w:tcBorders>
              <w:top w:val="nil"/>
              <w:left w:val="nil"/>
              <w:bottom w:val="single" w:sz="4" w:space="0" w:color="auto"/>
              <w:right w:val="single" w:sz="4" w:space="0" w:color="auto"/>
            </w:tcBorders>
            <w:shd w:val="clear" w:color="auto" w:fill="auto"/>
            <w:noWrap/>
            <w:vAlign w:val="bottom"/>
          </w:tcPr>
          <w:p w14:paraId="346AC2CE" w14:textId="77777777" w:rsidR="00825117" w:rsidRPr="0060759B" w:rsidRDefault="00825117" w:rsidP="000F533E">
            <w:pPr>
              <w:pStyle w:val="TAH"/>
              <w:rPr>
                <w:b w:val="0"/>
              </w:rPr>
            </w:pPr>
            <w:r w:rsidRPr="0060759B">
              <w:rPr>
                <w:b w:val="0"/>
              </w:rPr>
              <w:t>132</w:t>
            </w:r>
          </w:p>
        </w:tc>
      </w:tr>
      <w:tr w:rsidR="00825117" w:rsidRPr="00835F44" w14:paraId="1B1B02BF"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D793320" w14:textId="77777777" w:rsidR="00825117" w:rsidRPr="00835F44" w:rsidRDefault="00825117"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1DAB24AD" w14:textId="77777777" w:rsidR="00825117" w:rsidRPr="0060759B" w:rsidRDefault="00825117" w:rsidP="000F533E">
            <w:pPr>
              <w:pStyle w:val="TAH"/>
              <w:rPr>
                <w:b w:val="0"/>
              </w:rPr>
            </w:pPr>
            <w:r w:rsidRPr="0060759B">
              <w:rPr>
                <w:b w:val="0"/>
              </w:rPr>
              <w:t>5</w:t>
            </w:r>
          </w:p>
        </w:tc>
        <w:tc>
          <w:tcPr>
            <w:tcW w:w="967" w:type="dxa"/>
            <w:tcBorders>
              <w:top w:val="nil"/>
              <w:left w:val="nil"/>
              <w:bottom w:val="single" w:sz="4" w:space="0" w:color="auto"/>
              <w:right w:val="single" w:sz="4" w:space="0" w:color="auto"/>
            </w:tcBorders>
            <w:shd w:val="clear" w:color="auto" w:fill="auto"/>
            <w:noWrap/>
            <w:vAlign w:val="bottom"/>
          </w:tcPr>
          <w:p w14:paraId="49AAB05A" w14:textId="77777777" w:rsidR="00825117" w:rsidRPr="0060759B" w:rsidRDefault="00825117" w:rsidP="000F533E">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343C4CAE" w14:textId="77777777" w:rsidR="00825117" w:rsidRPr="0060759B" w:rsidRDefault="00825117" w:rsidP="000F533E">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08567CD7" w14:textId="77777777" w:rsidR="00825117" w:rsidRPr="0060759B" w:rsidRDefault="00825117" w:rsidP="000F533E">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78FFFE79" w14:textId="77777777" w:rsidR="00825117" w:rsidRPr="0060759B" w:rsidRDefault="00825117" w:rsidP="000F533E">
            <w:pPr>
              <w:pStyle w:val="TAH"/>
              <w:rPr>
                <w:b w:val="0"/>
              </w:rPr>
            </w:pPr>
            <w:r w:rsidRPr="0060759B">
              <w:rPr>
                <w:b w:val="0"/>
              </w:rPr>
              <w:t>3496</w:t>
            </w:r>
          </w:p>
        </w:tc>
        <w:tc>
          <w:tcPr>
            <w:tcW w:w="1057" w:type="dxa"/>
            <w:tcBorders>
              <w:top w:val="nil"/>
              <w:left w:val="nil"/>
              <w:bottom w:val="single" w:sz="4" w:space="0" w:color="auto"/>
              <w:right w:val="single" w:sz="4" w:space="0" w:color="auto"/>
            </w:tcBorders>
            <w:shd w:val="clear" w:color="auto" w:fill="auto"/>
            <w:noWrap/>
            <w:vAlign w:val="bottom"/>
          </w:tcPr>
          <w:p w14:paraId="0FD254E8" w14:textId="77777777" w:rsidR="00825117" w:rsidRPr="0060759B" w:rsidRDefault="00825117" w:rsidP="000F533E">
            <w:pPr>
              <w:pStyle w:val="TAH"/>
              <w:rPr>
                <w:b w:val="0"/>
              </w:rPr>
            </w:pPr>
            <w:r w:rsidRPr="0060759B">
              <w:rPr>
                <w:b w:val="0"/>
              </w:rPr>
              <w:t>16</w:t>
            </w:r>
          </w:p>
        </w:tc>
        <w:tc>
          <w:tcPr>
            <w:tcW w:w="897" w:type="dxa"/>
            <w:tcBorders>
              <w:top w:val="nil"/>
              <w:left w:val="nil"/>
              <w:bottom w:val="single" w:sz="4" w:space="0" w:color="auto"/>
              <w:right w:val="single" w:sz="4" w:space="0" w:color="auto"/>
            </w:tcBorders>
            <w:shd w:val="clear" w:color="auto" w:fill="auto"/>
            <w:noWrap/>
            <w:vAlign w:val="bottom"/>
          </w:tcPr>
          <w:p w14:paraId="130FFFF5" w14:textId="77777777" w:rsidR="00825117" w:rsidRPr="0060759B" w:rsidRDefault="00825117" w:rsidP="000F533E">
            <w:pPr>
              <w:pStyle w:val="TAH"/>
              <w:rPr>
                <w:b w:val="0"/>
              </w:rPr>
            </w:pPr>
            <w:r w:rsidRPr="0060759B">
              <w:rPr>
                <w:b w:val="0"/>
              </w:rPr>
              <w:t>2</w:t>
            </w:r>
          </w:p>
        </w:tc>
        <w:tc>
          <w:tcPr>
            <w:tcW w:w="929" w:type="dxa"/>
            <w:tcBorders>
              <w:top w:val="nil"/>
              <w:left w:val="nil"/>
              <w:bottom w:val="single" w:sz="4" w:space="0" w:color="auto"/>
              <w:right w:val="single" w:sz="4" w:space="0" w:color="auto"/>
            </w:tcBorders>
            <w:shd w:val="clear" w:color="auto" w:fill="auto"/>
            <w:noWrap/>
            <w:vAlign w:val="bottom"/>
          </w:tcPr>
          <w:p w14:paraId="67DB0BE7" w14:textId="77777777" w:rsidR="00825117" w:rsidRPr="0060759B" w:rsidRDefault="00825117" w:rsidP="000F533E">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59649C12" w14:textId="77777777" w:rsidR="00825117" w:rsidRPr="0060759B" w:rsidRDefault="00825117" w:rsidP="000F533E">
            <w:pPr>
              <w:pStyle w:val="TAH"/>
              <w:rPr>
                <w:b w:val="0"/>
              </w:rPr>
            </w:pPr>
            <w:r w:rsidRPr="0060759B">
              <w:rPr>
                <w:b w:val="0"/>
              </w:rPr>
              <w:t>5280</w:t>
            </w:r>
          </w:p>
        </w:tc>
        <w:tc>
          <w:tcPr>
            <w:tcW w:w="1127" w:type="dxa"/>
            <w:tcBorders>
              <w:top w:val="nil"/>
              <w:left w:val="nil"/>
              <w:bottom w:val="single" w:sz="4" w:space="0" w:color="auto"/>
              <w:right w:val="single" w:sz="4" w:space="0" w:color="auto"/>
            </w:tcBorders>
            <w:shd w:val="clear" w:color="auto" w:fill="auto"/>
            <w:noWrap/>
            <w:vAlign w:val="bottom"/>
          </w:tcPr>
          <w:p w14:paraId="03C441C0" w14:textId="77777777" w:rsidR="00825117" w:rsidRPr="0060759B" w:rsidRDefault="00825117" w:rsidP="000F533E">
            <w:pPr>
              <w:pStyle w:val="TAH"/>
              <w:rPr>
                <w:b w:val="0"/>
              </w:rPr>
            </w:pPr>
            <w:r w:rsidRPr="0060759B">
              <w:rPr>
                <w:b w:val="0"/>
              </w:rPr>
              <w:t>660</w:t>
            </w:r>
          </w:p>
        </w:tc>
      </w:tr>
      <w:tr w:rsidR="00825117" w:rsidRPr="00835F44" w14:paraId="2687FCD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7645225D" w14:textId="77777777" w:rsidR="00825117" w:rsidRPr="00835F44" w:rsidRDefault="00825117"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554446D7" w14:textId="77777777" w:rsidR="00825117" w:rsidRPr="0060759B" w:rsidRDefault="00825117" w:rsidP="000F533E">
            <w:pPr>
              <w:pStyle w:val="TAH"/>
              <w:rPr>
                <w:b w:val="0"/>
              </w:rPr>
            </w:pPr>
            <w:r w:rsidRPr="0060759B">
              <w:rPr>
                <w:b w:val="0"/>
              </w:rPr>
              <w:t>9</w:t>
            </w:r>
          </w:p>
        </w:tc>
        <w:tc>
          <w:tcPr>
            <w:tcW w:w="967" w:type="dxa"/>
            <w:tcBorders>
              <w:top w:val="nil"/>
              <w:left w:val="nil"/>
              <w:bottom w:val="single" w:sz="4" w:space="0" w:color="auto"/>
              <w:right w:val="single" w:sz="4" w:space="0" w:color="auto"/>
            </w:tcBorders>
            <w:shd w:val="clear" w:color="auto" w:fill="auto"/>
            <w:noWrap/>
            <w:vAlign w:val="bottom"/>
          </w:tcPr>
          <w:p w14:paraId="375E8617" w14:textId="77777777" w:rsidR="00825117" w:rsidRPr="0060759B" w:rsidRDefault="00825117" w:rsidP="000F533E">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404AEDFB" w14:textId="77777777" w:rsidR="00825117" w:rsidRPr="0060759B" w:rsidRDefault="00825117" w:rsidP="000F533E">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159896EB" w14:textId="77777777" w:rsidR="00825117" w:rsidRPr="0060759B" w:rsidRDefault="00825117" w:rsidP="000F533E">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19E27BF5" w14:textId="77777777" w:rsidR="00825117" w:rsidRPr="0060759B" w:rsidRDefault="00825117" w:rsidP="000F533E">
            <w:pPr>
              <w:pStyle w:val="TAH"/>
              <w:rPr>
                <w:b w:val="0"/>
              </w:rPr>
            </w:pPr>
            <w:r w:rsidRPr="0060759B">
              <w:rPr>
                <w:b w:val="0"/>
              </w:rPr>
              <w:t>6272</w:t>
            </w:r>
          </w:p>
        </w:tc>
        <w:tc>
          <w:tcPr>
            <w:tcW w:w="1057" w:type="dxa"/>
            <w:tcBorders>
              <w:top w:val="nil"/>
              <w:left w:val="nil"/>
              <w:bottom w:val="single" w:sz="4" w:space="0" w:color="auto"/>
              <w:right w:val="single" w:sz="4" w:space="0" w:color="auto"/>
            </w:tcBorders>
            <w:shd w:val="clear" w:color="auto" w:fill="auto"/>
            <w:noWrap/>
            <w:vAlign w:val="bottom"/>
          </w:tcPr>
          <w:p w14:paraId="20BA1D87" w14:textId="77777777" w:rsidR="00825117" w:rsidRPr="0060759B" w:rsidRDefault="00825117" w:rsidP="000F533E">
            <w:pPr>
              <w:pStyle w:val="TAH"/>
              <w:rPr>
                <w:b w:val="0"/>
              </w:rPr>
            </w:pPr>
            <w:r w:rsidRPr="0060759B">
              <w:rPr>
                <w:b w:val="0"/>
              </w:rPr>
              <w:t>24</w:t>
            </w:r>
          </w:p>
        </w:tc>
        <w:tc>
          <w:tcPr>
            <w:tcW w:w="897" w:type="dxa"/>
            <w:tcBorders>
              <w:top w:val="nil"/>
              <w:left w:val="nil"/>
              <w:bottom w:val="single" w:sz="4" w:space="0" w:color="auto"/>
              <w:right w:val="single" w:sz="4" w:space="0" w:color="auto"/>
            </w:tcBorders>
            <w:shd w:val="clear" w:color="auto" w:fill="auto"/>
            <w:noWrap/>
            <w:vAlign w:val="bottom"/>
          </w:tcPr>
          <w:p w14:paraId="1F0B8E60" w14:textId="77777777" w:rsidR="00825117" w:rsidRPr="0060759B" w:rsidRDefault="00825117" w:rsidP="000F533E">
            <w:pPr>
              <w:pStyle w:val="TAH"/>
              <w:rPr>
                <w:b w:val="0"/>
              </w:rPr>
            </w:pPr>
            <w:r w:rsidRPr="0060759B">
              <w:rPr>
                <w:b w:val="0"/>
              </w:rPr>
              <w:t>1</w:t>
            </w:r>
          </w:p>
        </w:tc>
        <w:tc>
          <w:tcPr>
            <w:tcW w:w="929" w:type="dxa"/>
            <w:tcBorders>
              <w:top w:val="nil"/>
              <w:left w:val="nil"/>
              <w:bottom w:val="single" w:sz="4" w:space="0" w:color="auto"/>
              <w:right w:val="single" w:sz="4" w:space="0" w:color="auto"/>
            </w:tcBorders>
            <w:shd w:val="clear" w:color="auto" w:fill="auto"/>
            <w:noWrap/>
            <w:vAlign w:val="bottom"/>
          </w:tcPr>
          <w:p w14:paraId="1961B38C" w14:textId="77777777" w:rsidR="00825117" w:rsidRPr="0060759B" w:rsidRDefault="00825117" w:rsidP="000F533E">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5431BDF3" w14:textId="77777777" w:rsidR="00825117" w:rsidRPr="0060759B" w:rsidRDefault="00825117" w:rsidP="000F533E">
            <w:pPr>
              <w:pStyle w:val="TAH"/>
              <w:rPr>
                <w:b w:val="0"/>
              </w:rPr>
            </w:pPr>
            <w:r w:rsidRPr="0060759B">
              <w:rPr>
                <w:b w:val="0"/>
              </w:rPr>
              <w:t>9504</w:t>
            </w:r>
          </w:p>
        </w:tc>
        <w:tc>
          <w:tcPr>
            <w:tcW w:w="1127" w:type="dxa"/>
            <w:tcBorders>
              <w:top w:val="nil"/>
              <w:left w:val="nil"/>
              <w:bottom w:val="single" w:sz="4" w:space="0" w:color="auto"/>
              <w:right w:val="single" w:sz="4" w:space="0" w:color="auto"/>
            </w:tcBorders>
            <w:shd w:val="clear" w:color="auto" w:fill="auto"/>
            <w:noWrap/>
            <w:vAlign w:val="bottom"/>
          </w:tcPr>
          <w:p w14:paraId="1351070B" w14:textId="77777777" w:rsidR="00825117" w:rsidRPr="0060759B" w:rsidRDefault="00825117" w:rsidP="000F533E">
            <w:pPr>
              <w:pStyle w:val="TAH"/>
              <w:rPr>
                <w:b w:val="0"/>
              </w:rPr>
            </w:pPr>
            <w:r w:rsidRPr="0060759B">
              <w:rPr>
                <w:b w:val="0"/>
              </w:rPr>
              <w:t>1188</w:t>
            </w:r>
          </w:p>
        </w:tc>
      </w:tr>
      <w:tr w:rsidR="00825117" w:rsidRPr="00835F44" w14:paraId="15CBBA6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9FAFD99" w14:textId="77777777" w:rsidR="00825117" w:rsidRPr="00835F44" w:rsidRDefault="00825117" w:rsidP="000F533E">
            <w:pPr>
              <w:pStyle w:val="TAH"/>
            </w:pPr>
          </w:p>
        </w:tc>
        <w:tc>
          <w:tcPr>
            <w:tcW w:w="1027" w:type="dxa"/>
            <w:tcBorders>
              <w:top w:val="nil"/>
              <w:left w:val="nil"/>
              <w:bottom w:val="single" w:sz="4" w:space="0" w:color="auto"/>
              <w:right w:val="single" w:sz="4" w:space="0" w:color="auto"/>
            </w:tcBorders>
            <w:shd w:val="clear" w:color="auto" w:fill="auto"/>
            <w:noWrap/>
            <w:vAlign w:val="bottom"/>
          </w:tcPr>
          <w:p w14:paraId="3CDFB358" w14:textId="77777777" w:rsidR="00825117" w:rsidRPr="0060759B" w:rsidRDefault="00825117" w:rsidP="000F533E">
            <w:pPr>
              <w:pStyle w:val="TAH"/>
              <w:rPr>
                <w:b w:val="0"/>
              </w:rPr>
            </w:pPr>
            <w:r w:rsidRPr="0060759B">
              <w:rPr>
                <w:b w:val="0"/>
              </w:rPr>
              <w:t>10</w:t>
            </w:r>
          </w:p>
        </w:tc>
        <w:tc>
          <w:tcPr>
            <w:tcW w:w="967" w:type="dxa"/>
            <w:tcBorders>
              <w:top w:val="nil"/>
              <w:left w:val="nil"/>
              <w:bottom w:val="single" w:sz="4" w:space="0" w:color="auto"/>
              <w:right w:val="single" w:sz="4" w:space="0" w:color="auto"/>
            </w:tcBorders>
            <w:shd w:val="clear" w:color="auto" w:fill="auto"/>
            <w:noWrap/>
            <w:vAlign w:val="bottom"/>
          </w:tcPr>
          <w:p w14:paraId="6CF00BDC" w14:textId="77777777" w:rsidR="00825117" w:rsidRPr="0060759B" w:rsidRDefault="00825117" w:rsidP="000F533E">
            <w:pPr>
              <w:pStyle w:val="TAH"/>
              <w:rPr>
                <w:b w:val="0"/>
              </w:rPr>
            </w:pPr>
            <w:r w:rsidRPr="0060759B">
              <w:rPr>
                <w:b w:val="0"/>
              </w:rPr>
              <w:t>11</w:t>
            </w:r>
          </w:p>
        </w:tc>
        <w:tc>
          <w:tcPr>
            <w:tcW w:w="1176" w:type="dxa"/>
            <w:tcBorders>
              <w:top w:val="nil"/>
              <w:left w:val="nil"/>
              <w:bottom w:val="single" w:sz="4" w:space="0" w:color="auto"/>
              <w:right w:val="single" w:sz="4" w:space="0" w:color="auto"/>
            </w:tcBorders>
            <w:shd w:val="clear" w:color="auto" w:fill="auto"/>
            <w:noWrap/>
            <w:vAlign w:val="bottom"/>
          </w:tcPr>
          <w:p w14:paraId="5003EF68" w14:textId="77777777" w:rsidR="00825117" w:rsidRPr="0060759B" w:rsidRDefault="00825117" w:rsidP="000F533E">
            <w:pPr>
              <w:pStyle w:val="TAH"/>
              <w:rPr>
                <w:b w:val="0"/>
              </w:rPr>
            </w:pPr>
            <w:r w:rsidRPr="0060759B">
              <w:rPr>
                <w:b w:val="0"/>
              </w:rPr>
              <w:t>256QAM</w:t>
            </w:r>
          </w:p>
        </w:tc>
        <w:tc>
          <w:tcPr>
            <w:tcW w:w="890" w:type="dxa"/>
            <w:tcBorders>
              <w:top w:val="nil"/>
              <w:left w:val="nil"/>
              <w:bottom w:val="single" w:sz="4" w:space="0" w:color="auto"/>
              <w:right w:val="single" w:sz="4" w:space="0" w:color="auto"/>
            </w:tcBorders>
            <w:shd w:val="clear" w:color="auto" w:fill="auto"/>
            <w:noWrap/>
            <w:vAlign w:val="bottom"/>
          </w:tcPr>
          <w:p w14:paraId="4204459E" w14:textId="77777777" w:rsidR="00825117" w:rsidRPr="0060759B" w:rsidRDefault="00825117" w:rsidP="000F533E">
            <w:pPr>
              <w:pStyle w:val="TAH"/>
              <w:rPr>
                <w:b w:val="0"/>
              </w:rPr>
            </w:pPr>
            <w:r w:rsidRPr="0060759B">
              <w:rPr>
                <w:b w:val="0"/>
              </w:rPr>
              <w:t>20</w:t>
            </w:r>
          </w:p>
        </w:tc>
        <w:tc>
          <w:tcPr>
            <w:tcW w:w="926" w:type="dxa"/>
            <w:tcBorders>
              <w:top w:val="nil"/>
              <w:left w:val="nil"/>
              <w:bottom w:val="single" w:sz="4" w:space="0" w:color="auto"/>
              <w:right w:val="single" w:sz="4" w:space="0" w:color="auto"/>
            </w:tcBorders>
            <w:shd w:val="clear" w:color="auto" w:fill="auto"/>
            <w:noWrap/>
            <w:vAlign w:val="bottom"/>
          </w:tcPr>
          <w:p w14:paraId="38EF9A43" w14:textId="77777777" w:rsidR="00825117" w:rsidRPr="0060759B" w:rsidRDefault="00825117" w:rsidP="000F533E">
            <w:pPr>
              <w:pStyle w:val="TAH"/>
              <w:rPr>
                <w:b w:val="0"/>
              </w:rPr>
            </w:pPr>
            <w:r w:rsidRPr="0060759B">
              <w:rPr>
                <w:b w:val="0"/>
              </w:rPr>
              <w:t>7040</w:t>
            </w:r>
          </w:p>
        </w:tc>
        <w:tc>
          <w:tcPr>
            <w:tcW w:w="1057" w:type="dxa"/>
            <w:tcBorders>
              <w:top w:val="nil"/>
              <w:left w:val="nil"/>
              <w:bottom w:val="single" w:sz="4" w:space="0" w:color="auto"/>
              <w:right w:val="single" w:sz="4" w:space="0" w:color="auto"/>
            </w:tcBorders>
            <w:shd w:val="clear" w:color="auto" w:fill="auto"/>
            <w:noWrap/>
            <w:vAlign w:val="bottom"/>
          </w:tcPr>
          <w:p w14:paraId="5AFDCA57" w14:textId="77777777" w:rsidR="00825117" w:rsidRPr="0060759B" w:rsidRDefault="00825117" w:rsidP="000F533E">
            <w:pPr>
              <w:pStyle w:val="TAH"/>
              <w:rPr>
                <w:b w:val="0"/>
              </w:rPr>
            </w:pPr>
            <w:r w:rsidRPr="0060759B">
              <w:rPr>
                <w:b w:val="0"/>
              </w:rPr>
              <w:t>24</w:t>
            </w:r>
          </w:p>
        </w:tc>
        <w:tc>
          <w:tcPr>
            <w:tcW w:w="897" w:type="dxa"/>
            <w:tcBorders>
              <w:top w:val="nil"/>
              <w:left w:val="nil"/>
              <w:bottom w:val="single" w:sz="4" w:space="0" w:color="auto"/>
              <w:right w:val="single" w:sz="4" w:space="0" w:color="auto"/>
            </w:tcBorders>
            <w:shd w:val="clear" w:color="auto" w:fill="auto"/>
            <w:noWrap/>
            <w:vAlign w:val="bottom"/>
          </w:tcPr>
          <w:p w14:paraId="554848D1" w14:textId="77777777" w:rsidR="00825117" w:rsidRPr="0060759B" w:rsidRDefault="00825117" w:rsidP="000F533E">
            <w:pPr>
              <w:pStyle w:val="TAH"/>
              <w:rPr>
                <w:b w:val="0"/>
              </w:rPr>
            </w:pPr>
            <w:r w:rsidRPr="0060759B">
              <w:rPr>
                <w:b w:val="0"/>
              </w:rPr>
              <w:t>1</w:t>
            </w:r>
          </w:p>
        </w:tc>
        <w:tc>
          <w:tcPr>
            <w:tcW w:w="929" w:type="dxa"/>
            <w:tcBorders>
              <w:top w:val="nil"/>
              <w:left w:val="nil"/>
              <w:bottom w:val="single" w:sz="4" w:space="0" w:color="auto"/>
              <w:right w:val="single" w:sz="4" w:space="0" w:color="auto"/>
            </w:tcBorders>
            <w:shd w:val="clear" w:color="auto" w:fill="auto"/>
            <w:noWrap/>
            <w:vAlign w:val="bottom"/>
          </w:tcPr>
          <w:p w14:paraId="511E5244" w14:textId="77777777" w:rsidR="00825117" w:rsidRPr="0060759B" w:rsidRDefault="00825117" w:rsidP="000F533E">
            <w:pPr>
              <w:pStyle w:val="TAH"/>
              <w:rPr>
                <w:b w:val="0"/>
              </w:rPr>
            </w:pPr>
            <w:r w:rsidRPr="0060759B">
              <w:rPr>
                <w:b w:val="0"/>
              </w:rPr>
              <w:t>1</w:t>
            </w:r>
          </w:p>
        </w:tc>
        <w:tc>
          <w:tcPr>
            <w:tcW w:w="925" w:type="dxa"/>
            <w:tcBorders>
              <w:top w:val="nil"/>
              <w:left w:val="nil"/>
              <w:bottom w:val="single" w:sz="4" w:space="0" w:color="auto"/>
              <w:right w:val="single" w:sz="4" w:space="0" w:color="auto"/>
            </w:tcBorders>
            <w:shd w:val="clear" w:color="auto" w:fill="auto"/>
            <w:noWrap/>
            <w:vAlign w:val="bottom"/>
          </w:tcPr>
          <w:p w14:paraId="1346DA77" w14:textId="77777777" w:rsidR="00825117" w:rsidRPr="0060759B" w:rsidRDefault="00825117" w:rsidP="000F533E">
            <w:pPr>
              <w:pStyle w:val="TAH"/>
              <w:rPr>
                <w:b w:val="0"/>
              </w:rPr>
            </w:pPr>
            <w:r w:rsidRPr="0060759B">
              <w:rPr>
                <w:b w:val="0"/>
              </w:rPr>
              <w:t>10560</w:t>
            </w:r>
          </w:p>
        </w:tc>
        <w:tc>
          <w:tcPr>
            <w:tcW w:w="1127" w:type="dxa"/>
            <w:tcBorders>
              <w:top w:val="nil"/>
              <w:left w:val="nil"/>
              <w:bottom w:val="single" w:sz="4" w:space="0" w:color="auto"/>
              <w:right w:val="single" w:sz="4" w:space="0" w:color="auto"/>
            </w:tcBorders>
            <w:shd w:val="clear" w:color="auto" w:fill="auto"/>
            <w:noWrap/>
            <w:vAlign w:val="bottom"/>
          </w:tcPr>
          <w:p w14:paraId="2037BFF4" w14:textId="77777777" w:rsidR="00825117" w:rsidRPr="0060759B" w:rsidRDefault="00825117" w:rsidP="000F533E">
            <w:pPr>
              <w:pStyle w:val="TAH"/>
              <w:rPr>
                <w:b w:val="0"/>
              </w:rPr>
            </w:pPr>
            <w:r w:rsidRPr="0060759B">
              <w:rPr>
                <w:b w:val="0"/>
              </w:rPr>
              <w:t>1320</w:t>
            </w:r>
          </w:p>
        </w:tc>
      </w:tr>
      <w:tr w:rsidR="00825117" w:rsidRPr="00835F44" w14:paraId="0161F85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3B9BA55"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72E3754" w14:textId="77777777" w:rsidR="00825117" w:rsidRPr="00835F44" w:rsidRDefault="00825117" w:rsidP="000F533E">
            <w:pPr>
              <w:pStyle w:val="TAC"/>
            </w:pPr>
            <w:r w:rsidRPr="009122B2">
              <w:t>11</w:t>
            </w:r>
          </w:p>
        </w:tc>
        <w:tc>
          <w:tcPr>
            <w:tcW w:w="967" w:type="dxa"/>
            <w:tcBorders>
              <w:top w:val="nil"/>
              <w:left w:val="nil"/>
              <w:bottom w:val="single" w:sz="4" w:space="0" w:color="auto"/>
              <w:right w:val="single" w:sz="4" w:space="0" w:color="auto"/>
            </w:tcBorders>
            <w:shd w:val="clear" w:color="auto" w:fill="auto"/>
            <w:noWrap/>
            <w:hideMark/>
          </w:tcPr>
          <w:p w14:paraId="530D734C"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60D0606"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CACDEBB"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EE9A1E0" w14:textId="77777777" w:rsidR="00825117" w:rsidRPr="00835F44" w:rsidRDefault="00825117" w:rsidP="000F533E">
            <w:pPr>
              <w:pStyle w:val="TAC"/>
            </w:pPr>
            <w:r w:rsidRPr="009122B2">
              <w:t>7680</w:t>
            </w:r>
          </w:p>
        </w:tc>
        <w:tc>
          <w:tcPr>
            <w:tcW w:w="1057" w:type="dxa"/>
            <w:tcBorders>
              <w:top w:val="nil"/>
              <w:left w:val="nil"/>
              <w:bottom w:val="single" w:sz="4" w:space="0" w:color="auto"/>
              <w:right w:val="single" w:sz="4" w:space="0" w:color="auto"/>
            </w:tcBorders>
            <w:shd w:val="clear" w:color="auto" w:fill="auto"/>
            <w:noWrap/>
            <w:hideMark/>
          </w:tcPr>
          <w:p w14:paraId="33F3BE41"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8D6A014"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CC7D849" w14:textId="77777777" w:rsidR="00825117" w:rsidRPr="00835F44" w:rsidRDefault="00825117" w:rsidP="000F533E">
            <w:pPr>
              <w:pStyle w:val="TAC"/>
            </w:pPr>
            <w:r w:rsidRPr="009122B2">
              <w:t>1</w:t>
            </w:r>
          </w:p>
        </w:tc>
        <w:tc>
          <w:tcPr>
            <w:tcW w:w="925" w:type="dxa"/>
            <w:tcBorders>
              <w:top w:val="nil"/>
              <w:left w:val="nil"/>
              <w:bottom w:val="single" w:sz="4" w:space="0" w:color="auto"/>
              <w:right w:val="single" w:sz="4" w:space="0" w:color="auto"/>
            </w:tcBorders>
            <w:shd w:val="clear" w:color="auto" w:fill="auto"/>
            <w:noWrap/>
            <w:hideMark/>
          </w:tcPr>
          <w:p w14:paraId="29C14B20" w14:textId="77777777" w:rsidR="00825117" w:rsidRPr="00835F44" w:rsidRDefault="00825117" w:rsidP="000F533E">
            <w:pPr>
              <w:pStyle w:val="TAC"/>
            </w:pPr>
            <w:r w:rsidRPr="009122B2">
              <w:t>11616</w:t>
            </w:r>
          </w:p>
        </w:tc>
        <w:tc>
          <w:tcPr>
            <w:tcW w:w="1127" w:type="dxa"/>
            <w:tcBorders>
              <w:top w:val="nil"/>
              <w:left w:val="nil"/>
              <w:bottom w:val="single" w:sz="4" w:space="0" w:color="auto"/>
              <w:right w:val="single" w:sz="4" w:space="0" w:color="auto"/>
            </w:tcBorders>
            <w:shd w:val="clear" w:color="auto" w:fill="auto"/>
            <w:noWrap/>
            <w:hideMark/>
          </w:tcPr>
          <w:p w14:paraId="776BE5F6" w14:textId="77777777" w:rsidR="00825117" w:rsidRPr="00835F44" w:rsidRDefault="00825117" w:rsidP="000F533E">
            <w:pPr>
              <w:pStyle w:val="TAC"/>
            </w:pPr>
            <w:r w:rsidRPr="009122B2">
              <w:t>1452</w:t>
            </w:r>
          </w:p>
        </w:tc>
      </w:tr>
      <w:tr w:rsidR="00825117" w:rsidRPr="00835F44" w14:paraId="470B8D7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6800F4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19D6ADBA" w14:textId="77777777" w:rsidR="00825117" w:rsidRPr="009122B2" w:rsidRDefault="00825117" w:rsidP="000F533E">
            <w:pPr>
              <w:pStyle w:val="TAC"/>
            </w:pPr>
            <w:r>
              <w:t>12</w:t>
            </w:r>
          </w:p>
        </w:tc>
        <w:tc>
          <w:tcPr>
            <w:tcW w:w="967" w:type="dxa"/>
            <w:tcBorders>
              <w:top w:val="nil"/>
              <w:left w:val="nil"/>
              <w:bottom w:val="single" w:sz="4" w:space="0" w:color="auto"/>
              <w:right w:val="single" w:sz="4" w:space="0" w:color="auto"/>
            </w:tcBorders>
            <w:shd w:val="clear" w:color="auto" w:fill="auto"/>
            <w:noWrap/>
          </w:tcPr>
          <w:p w14:paraId="5BD36783"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5836F1DB"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4EE937DF"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641153A1" w14:textId="77777777" w:rsidR="00825117" w:rsidRPr="009122B2" w:rsidRDefault="00825117" w:rsidP="000F533E">
            <w:pPr>
              <w:pStyle w:val="TAC"/>
            </w:pPr>
            <w:r>
              <w:t>8456</w:t>
            </w:r>
          </w:p>
        </w:tc>
        <w:tc>
          <w:tcPr>
            <w:tcW w:w="1057" w:type="dxa"/>
            <w:tcBorders>
              <w:top w:val="nil"/>
              <w:left w:val="nil"/>
              <w:bottom w:val="single" w:sz="4" w:space="0" w:color="auto"/>
              <w:right w:val="single" w:sz="4" w:space="0" w:color="auto"/>
            </w:tcBorders>
            <w:shd w:val="clear" w:color="auto" w:fill="auto"/>
            <w:noWrap/>
          </w:tcPr>
          <w:p w14:paraId="07C23DBB"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41C6D42C"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03C68064" w14:textId="77777777" w:rsidR="00825117" w:rsidRPr="009122B2" w:rsidRDefault="00825117" w:rsidP="000F533E">
            <w:pPr>
              <w:pStyle w:val="TAC"/>
            </w:pPr>
            <w:r>
              <w:t>2</w:t>
            </w:r>
          </w:p>
        </w:tc>
        <w:tc>
          <w:tcPr>
            <w:tcW w:w="925" w:type="dxa"/>
            <w:tcBorders>
              <w:top w:val="nil"/>
              <w:left w:val="nil"/>
              <w:bottom w:val="single" w:sz="4" w:space="0" w:color="auto"/>
              <w:right w:val="single" w:sz="4" w:space="0" w:color="auto"/>
            </w:tcBorders>
            <w:shd w:val="clear" w:color="auto" w:fill="auto"/>
            <w:noWrap/>
          </w:tcPr>
          <w:p w14:paraId="71383F16" w14:textId="77777777" w:rsidR="00825117" w:rsidRPr="009122B2" w:rsidRDefault="00825117" w:rsidP="000F533E">
            <w:pPr>
              <w:pStyle w:val="TAC"/>
            </w:pPr>
            <w:r w:rsidRPr="00381CD8">
              <w:t>12672</w:t>
            </w:r>
          </w:p>
        </w:tc>
        <w:tc>
          <w:tcPr>
            <w:tcW w:w="1127" w:type="dxa"/>
            <w:tcBorders>
              <w:top w:val="nil"/>
              <w:left w:val="nil"/>
              <w:bottom w:val="single" w:sz="4" w:space="0" w:color="auto"/>
              <w:right w:val="single" w:sz="4" w:space="0" w:color="auto"/>
            </w:tcBorders>
            <w:shd w:val="clear" w:color="auto" w:fill="auto"/>
            <w:noWrap/>
          </w:tcPr>
          <w:p w14:paraId="15D92921" w14:textId="77777777" w:rsidR="00825117" w:rsidRPr="009122B2" w:rsidRDefault="00825117" w:rsidP="000F533E">
            <w:pPr>
              <w:pStyle w:val="TAC"/>
            </w:pPr>
            <w:r w:rsidRPr="00381CD8">
              <w:t>1584</w:t>
            </w:r>
          </w:p>
        </w:tc>
      </w:tr>
      <w:tr w:rsidR="00825117" w:rsidRPr="00835F44" w14:paraId="40799D6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13EC3B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7FE7AAEE" w14:textId="77777777" w:rsidR="00825117" w:rsidRPr="009122B2" w:rsidRDefault="00825117" w:rsidP="000F533E">
            <w:pPr>
              <w:pStyle w:val="TAC"/>
            </w:pPr>
            <w:r>
              <w:t>13</w:t>
            </w:r>
          </w:p>
        </w:tc>
        <w:tc>
          <w:tcPr>
            <w:tcW w:w="967" w:type="dxa"/>
            <w:tcBorders>
              <w:top w:val="nil"/>
              <w:left w:val="nil"/>
              <w:bottom w:val="single" w:sz="4" w:space="0" w:color="auto"/>
              <w:right w:val="single" w:sz="4" w:space="0" w:color="auto"/>
            </w:tcBorders>
            <w:shd w:val="clear" w:color="auto" w:fill="auto"/>
            <w:noWrap/>
          </w:tcPr>
          <w:p w14:paraId="75957008"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00F7E19D"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4096FD81"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7B8823EA" w14:textId="77777777" w:rsidR="00825117" w:rsidRPr="009122B2" w:rsidRDefault="00825117" w:rsidP="000F533E">
            <w:pPr>
              <w:pStyle w:val="TAC"/>
            </w:pPr>
            <w:r>
              <w:t>9224</w:t>
            </w:r>
          </w:p>
        </w:tc>
        <w:tc>
          <w:tcPr>
            <w:tcW w:w="1057" w:type="dxa"/>
            <w:tcBorders>
              <w:top w:val="nil"/>
              <w:left w:val="nil"/>
              <w:bottom w:val="single" w:sz="4" w:space="0" w:color="auto"/>
              <w:right w:val="single" w:sz="4" w:space="0" w:color="auto"/>
            </w:tcBorders>
            <w:shd w:val="clear" w:color="auto" w:fill="auto"/>
            <w:noWrap/>
          </w:tcPr>
          <w:p w14:paraId="30D6BC73"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390845BE"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0D686C2F" w14:textId="77777777" w:rsidR="00825117" w:rsidRPr="009122B2" w:rsidRDefault="00825117" w:rsidP="000F533E">
            <w:pPr>
              <w:pStyle w:val="TAC"/>
            </w:pPr>
            <w:r>
              <w:t>2</w:t>
            </w:r>
          </w:p>
        </w:tc>
        <w:tc>
          <w:tcPr>
            <w:tcW w:w="925" w:type="dxa"/>
            <w:tcBorders>
              <w:top w:val="nil"/>
              <w:left w:val="nil"/>
              <w:bottom w:val="single" w:sz="4" w:space="0" w:color="auto"/>
              <w:right w:val="single" w:sz="4" w:space="0" w:color="auto"/>
            </w:tcBorders>
            <w:shd w:val="clear" w:color="auto" w:fill="auto"/>
            <w:noWrap/>
          </w:tcPr>
          <w:p w14:paraId="7A0AF899" w14:textId="77777777" w:rsidR="00825117" w:rsidRPr="009122B2" w:rsidRDefault="00825117" w:rsidP="000F533E">
            <w:pPr>
              <w:pStyle w:val="TAC"/>
            </w:pPr>
            <w:r w:rsidRPr="00381CD8">
              <w:t>13728</w:t>
            </w:r>
          </w:p>
        </w:tc>
        <w:tc>
          <w:tcPr>
            <w:tcW w:w="1127" w:type="dxa"/>
            <w:tcBorders>
              <w:top w:val="nil"/>
              <w:left w:val="nil"/>
              <w:bottom w:val="single" w:sz="4" w:space="0" w:color="auto"/>
              <w:right w:val="single" w:sz="4" w:space="0" w:color="auto"/>
            </w:tcBorders>
            <w:shd w:val="clear" w:color="auto" w:fill="auto"/>
            <w:noWrap/>
          </w:tcPr>
          <w:p w14:paraId="11F00843" w14:textId="77777777" w:rsidR="00825117" w:rsidRPr="009122B2" w:rsidRDefault="00825117" w:rsidP="000F533E">
            <w:pPr>
              <w:pStyle w:val="TAC"/>
            </w:pPr>
            <w:r w:rsidRPr="00381CD8">
              <w:t>1716</w:t>
            </w:r>
          </w:p>
        </w:tc>
      </w:tr>
      <w:tr w:rsidR="00825117" w:rsidRPr="00835F44" w14:paraId="08E4C71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499231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51E3B737" w14:textId="77777777" w:rsidR="00825117" w:rsidRPr="009122B2" w:rsidRDefault="00825117" w:rsidP="000F533E">
            <w:pPr>
              <w:pStyle w:val="TAC"/>
            </w:pPr>
            <w:r>
              <w:t>15</w:t>
            </w:r>
          </w:p>
        </w:tc>
        <w:tc>
          <w:tcPr>
            <w:tcW w:w="967" w:type="dxa"/>
            <w:tcBorders>
              <w:top w:val="nil"/>
              <w:left w:val="nil"/>
              <w:bottom w:val="single" w:sz="4" w:space="0" w:color="auto"/>
              <w:right w:val="single" w:sz="4" w:space="0" w:color="auto"/>
            </w:tcBorders>
            <w:shd w:val="clear" w:color="auto" w:fill="auto"/>
            <w:noWrap/>
          </w:tcPr>
          <w:p w14:paraId="27F8A9F9"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099D8C01"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7C10ADF8"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26EEF85C" w14:textId="77777777" w:rsidR="00825117" w:rsidRPr="009122B2" w:rsidRDefault="00825117" w:rsidP="000F533E">
            <w:pPr>
              <w:pStyle w:val="TAC"/>
            </w:pPr>
            <w:r>
              <w:t>10504</w:t>
            </w:r>
          </w:p>
        </w:tc>
        <w:tc>
          <w:tcPr>
            <w:tcW w:w="1057" w:type="dxa"/>
            <w:tcBorders>
              <w:top w:val="nil"/>
              <w:left w:val="nil"/>
              <w:bottom w:val="single" w:sz="4" w:space="0" w:color="auto"/>
              <w:right w:val="single" w:sz="4" w:space="0" w:color="auto"/>
            </w:tcBorders>
            <w:shd w:val="clear" w:color="auto" w:fill="auto"/>
            <w:noWrap/>
          </w:tcPr>
          <w:p w14:paraId="38BA9F3D"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6A7BBB61"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27D05860" w14:textId="77777777" w:rsidR="00825117" w:rsidRPr="009122B2" w:rsidRDefault="00825117" w:rsidP="000F533E">
            <w:pPr>
              <w:pStyle w:val="TAC"/>
            </w:pPr>
            <w:r>
              <w:t>2</w:t>
            </w:r>
          </w:p>
        </w:tc>
        <w:tc>
          <w:tcPr>
            <w:tcW w:w="925" w:type="dxa"/>
            <w:tcBorders>
              <w:top w:val="nil"/>
              <w:left w:val="nil"/>
              <w:bottom w:val="single" w:sz="4" w:space="0" w:color="auto"/>
              <w:right w:val="single" w:sz="4" w:space="0" w:color="auto"/>
            </w:tcBorders>
            <w:shd w:val="clear" w:color="auto" w:fill="auto"/>
            <w:noWrap/>
          </w:tcPr>
          <w:p w14:paraId="7EDB1012" w14:textId="77777777" w:rsidR="00825117" w:rsidRPr="009122B2" w:rsidRDefault="00825117" w:rsidP="000F533E">
            <w:pPr>
              <w:pStyle w:val="TAC"/>
            </w:pPr>
            <w:r w:rsidRPr="00381CD8">
              <w:t>15840</w:t>
            </w:r>
          </w:p>
        </w:tc>
        <w:tc>
          <w:tcPr>
            <w:tcW w:w="1127" w:type="dxa"/>
            <w:tcBorders>
              <w:top w:val="nil"/>
              <w:left w:val="nil"/>
              <w:bottom w:val="single" w:sz="4" w:space="0" w:color="auto"/>
              <w:right w:val="single" w:sz="4" w:space="0" w:color="auto"/>
            </w:tcBorders>
            <w:shd w:val="clear" w:color="auto" w:fill="auto"/>
            <w:noWrap/>
          </w:tcPr>
          <w:p w14:paraId="35048165" w14:textId="77777777" w:rsidR="00825117" w:rsidRPr="009122B2" w:rsidRDefault="00825117" w:rsidP="000F533E">
            <w:pPr>
              <w:pStyle w:val="TAC"/>
            </w:pPr>
            <w:r w:rsidRPr="00381CD8">
              <w:t>1980</w:t>
            </w:r>
          </w:p>
        </w:tc>
      </w:tr>
      <w:tr w:rsidR="00825117" w:rsidRPr="00835F44" w14:paraId="19F2E14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B6E7E4"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2EAFF8D" w14:textId="77777777" w:rsidR="00825117" w:rsidRPr="00835F44" w:rsidRDefault="00825117" w:rsidP="000F533E">
            <w:pPr>
              <w:pStyle w:val="TAC"/>
            </w:pPr>
            <w:r w:rsidRPr="009122B2">
              <w:t>18</w:t>
            </w:r>
          </w:p>
        </w:tc>
        <w:tc>
          <w:tcPr>
            <w:tcW w:w="967" w:type="dxa"/>
            <w:tcBorders>
              <w:top w:val="nil"/>
              <w:left w:val="nil"/>
              <w:bottom w:val="single" w:sz="4" w:space="0" w:color="auto"/>
              <w:right w:val="single" w:sz="4" w:space="0" w:color="auto"/>
            </w:tcBorders>
            <w:shd w:val="clear" w:color="auto" w:fill="auto"/>
            <w:noWrap/>
            <w:hideMark/>
          </w:tcPr>
          <w:p w14:paraId="4C5AA960"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D20A9F5"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924ECEC"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8A22088" w14:textId="77777777" w:rsidR="00825117" w:rsidRPr="00835F44" w:rsidRDefault="00825117" w:rsidP="000F533E">
            <w:pPr>
              <w:pStyle w:val="TAC"/>
            </w:pPr>
            <w:r w:rsidRPr="009122B2">
              <w:t>12552</w:t>
            </w:r>
          </w:p>
        </w:tc>
        <w:tc>
          <w:tcPr>
            <w:tcW w:w="1057" w:type="dxa"/>
            <w:tcBorders>
              <w:top w:val="nil"/>
              <w:left w:val="nil"/>
              <w:bottom w:val="single" w:sz="4" w:space="0" w:color="auto"/>
              <w:right w:val="single" w:sz="4" w:space="0" w:color="auto"/>
            </w:tcBorders>
            <w:shd w:val="clear" w:color="auto" w:fill="auto"/>
            <w:noWrap/>
            <w:hideMark/>
          </w:tcPr>
          <w:p w14:paraId="1EC6D28E"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C88608F"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6ED3906" w14:textId="77777777" w:rsidR="00825117" w:rsidRPr="00835F44" w:rsidRDefault="00825117" w:rsidP="000F533E">
            <w:pPr>
              <w:pStyle w:val="TAC"/>
            </w:pPr>
            <w:r w:rsidRPr="009122B2">
              <w:t>2</w:t>
            </w:r>
          </w:p>
        </w:tc>
        <w:tc>
          <w:tcPr>
            <w:tcW w:w="925" w:type="dxa"/>
            <w:tcBorders>
              <w:top w:val="nil"/>
              <w:left w:val="nil"/>
              <w:bottom w:val="single" w:sz="4" w:space="0" w:color="auto"/>
              <w:right w:val="single" w:sz="4" w:space="0" w:color="auto"/>
            </w:tcBorders>
            <w:shd w:val="clear" w:color="auto" w:fill="auto"/>
            <w:noWrap/>
            <w:hideMark/>
          </w:tcPr>
          <w:p w14:paraId="75B1644F" w14:textId="77777777" w:rsidR="00825117" w:rsidRPr="00835F44" w:rsidRDefault="00825117" w:rsidP="000F533E">
            <w:pPr>
              <w:pStyle w:val="TAC"/>
            </w:pPr>
            <w:r w:rsidRPr="009122B2">
              <w:t>19008</w:t>
            </w:r>
          </w:p>
        </w:tc>
        <w:tc>
          <w:tcPr>
            <w:tcW w:w="1127" w:type="dxa"/>
            <w:tcBorders>
              <w:top w:val="nil"/>
              <w:left w:val="nil"/>
              <w:bottom w:val="single" w:sz="4" w:space="0" w:color="auto"/>
              <w:right w:val="single" w:sz="4" w:space="0" w:color="auto"/>
            </w:tcBorders>
            <w:shd w:val="clear" w:color="auto" w:fill="auto"/>
            <w:noWrap/>
            <w:hideMark/>
          </w:tcPr>
          <w:p w14:paraId="31620F54" w14:textId="77777777" w:rsidR="00825117" w:rsidRPr="00835F44" w:rsidRDefault="00825117" w:rsidP="000F533E">
            <w:pPr>
              <w:pStyle w:val="TAC"/>
            </w:pPr>
            <w:r w:rsidRPr="009122B2">
              <w:t>2376</w:t>
            </w:r>
          </w:p>
        </w:tc>
      </w:tr>
      <w:tr w:rsidR="00825117" w:rsidRPr="00835F44" w14:paraId="2AE9FA8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5B86F5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5F94A962" w14:textId="77777777" w:rsidR="00825117" w:rsidRPr="009122B2" w:rsidRDefault="00825117" w:rsidP="000F533E">
            <w:pPr>
              <w:pStyle w:val="TAC"/>
            </w:pPr>
            <w:r>
              <w:t>19</w:t>
            </w:r>
          </w:p>
        </w:tc>
        <w:tc>
          <w:tcPr>
            <w:tcW w:w="967" w:type="dxa"/>
            <w:tcBorders>
              <w:top w:val="nil"/>
              <w:left w:val="nil"/>
              <w:bottom w:val="single" w:sz="4" w:space="0" w:color="auto"/>
              <w:right w:val="single" w:sz="4" w:space="0" w:color="auto"/>
            </w:tcBorders>
            <w:shd w:val="clear" w:color="auto" w:fill="auto"/>
            <w:noWrap/>
          </w:tcPr>
          <w:p w14:paraId="6532FEB3"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7061FAA8"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79D9F2DE"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394727F5" w14:textId="77777777" w:rsidR="00825117" w:rsidRPr="009122B2" w:rsidRDefault="00825117" w:rsidP="000F533E">
            <w:pPr>
              <w:pStyle w:val="TAC"/>
            </w:pPr>
            <w:r>
              <w:t>13320</w:t>
            </w:r>
          </w:p>
        </w:tc>
        <w:tc>
          <w:tcPr>
            <w:tcW w:w="1057" w:type="dxa"/>
            <w:tcBorders>
              <w:top w:val="nil"/>
              <w:left w:val="nil"/>
              <w:bottom w:val="single" w:sz="4" w:space="0" w:color="auto"/>
              <w:right w:val="single" w:sz="4" w:space="0" w:color="auto"/>
            </w:tcBorders>
            <w:shd w:val="clear" w:color="auto" w:fill="auto"/>
            <w:noWrap/>
          </w:tcPr>
          <w:p w14:paraId="79D4BED6"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71AA19F7"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25B30D3F" w14:textId="77777777" w:rsidR="00825117" w:rsidRPr="009122B2" w:rsidRDefault="00825117" w:rsidP="000F533E">
            <w:pPr>
              <w:pStyle w:val="TAC"/>
            </w:pPr>
            <w:r>
              <w:t>2</w:t>
            </w:r>
          </w:p>
        </w:tc>
        <w:tc>
          <w:tcPr>
            <w:tcW w:w="925" w:type="dxa"/>
            <w:tcBorders>
              <w:top w:val="nil"/>
              <w:left w:val="nil"/>
              <w:bottom w:val="single" w:sz="4" w:space="0" w:color="auto"/>
              <w:right w:val="single" w:sz="4" w:space="0" w:color="auto"/>
            </w:tcBorders>
            <w:shd w:val="clear" w:color="auto" w:fill="auto"/>
            <w:noWrap/>
          </w:tcPr>
          <w:p w14:paraId="610FEEBE" w14:textId="77777777" w:rsidR="00825117" w:rsidRPr="009122B2" w:rsidRDefault="00825117" w:rsidP="000F533E">
            <w:pPr>
              <w:pStyle w:val="TAC"/>
            </w:pPr>
            <w:r w:rsidRPr="00381CD8">
              <w:t>20064</w:t>
            </w:r>
          </w:p>
        </w:tc>
        <w:tc>
          <w:tcPr>
            <w:tcW w:w="1127" w:type="dxa"/>
            <w:tcBorders>
              <w:top w:val="nil"/>
              <w:left w:val="nil"/>
              <w:bottom w:val="single" w:sz="4" w:space="0" w:color="auto"/>
              <w:right w:val="single" w:sz="4" w:space="0" w:color="auto"/>
            </w:tcBorders>
            <w:shd w:val="clear" w:color="auto" w:fill="auto"/>
            <w:noWrap/>
          </w:tcPr>
          <w:p w14:paraId="3B46EC74" w14:textId="77777777" w:rsidR="00825117" w:rsidRPr="009122B2" w:rsidRDefault="00825117" w:rsidP="000F533E">
            <w:pPr>
              <w:pStyle w:val="TAC"/>
            </w:pPr>
            <w:r w:rsidRPr="00381CD8">
              <w:t>2508</w:t>
            </w:r>
          </w:p>
        </w:tc>
      </w:tr>
      <w:tr w:rsidR="00825117" w:rsidRPr="00835F44" w14:paraId="42D1455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D3CE575"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43BA03B" w14:textId="77777777" w:rsidR="00825117" w:rsidRPr="00835F44" w:rsidRDefault="00825117" w:rsidP="000F533E">
            <w:pPr>
              <w:pStyle w:val="TAC"/>
            </w:pPr>
            <w:r w:rsidRPr="009122B2">
              <w:t>24</w:t>
            </w:r>
          </w:p>
        </w:tc>
        <w:tc>
          <w:tcPr>
            <w:tcW w:w="967" w:type="dxa"/>
            <w:tcBorders>
              <w:top w:val="nil"/>
              <w:left w:val="nil"/>
              <w:bottom w:val="single" w:sz="4" w:space="0" w:color="auto"/>
              <w:right w:val="single" w:sz="4" w:space="0" w:color="auto"/>
            </w:tcBorders>
            <w:shd w:val="clear" w:color="auto" w:fill="auto"/>
            <w:noWrap/>
            <w:hideMark/>
          </w:tcPr>
          <w:p w14:paraId="0E7ED27A"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25D3A09"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D882916"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B9D0537" w14:textId="77777777" w:rsidR="00825117" w:rsidRPr="00835F44" w:rsidRDefault="00825117" w:rsidP="000F533E">
            <w:pPr>
              <w:pStyle w:val="TAC"/>
            </w:pPr>
            <w:r w:rsidRPr="009122B2">
              <w:t>16896</w:t>
            </w:r>
          </w:p>
        </w:tc>
        <w:tc>
          <w:tcPr>
            <w:tcW w:w="1057" w:type="dxa"/>
            <w:tcBorders>
              <w:top w:val="nil"/>
              <w:left w:val="nil"/>
              <w:bottom w:val="single" w:sz="4" w:space="0" w:color="auto"/>
              <w:right w:val="single" w:sz="4" w:space="0" w:color="auto"/>
            </w:tcBorders>
            <w:shd w:val="clear" w:color="auto" w:fill="auto"/>
            <w:noWrap/>
            <w:hideMark/>
          </w:tcPr>
          <w:p w14:paraId="41DDC8C0"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46B494F"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2E85A8D" w14:textId="77777777" w:rsidR="00825117" w:rsidRPr="00835F44" w:rsidRDefault="00825117" w:rsidP="000F533E">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36E6C0FE" w14:textId="77777777" w:rsidR="00825117" w:rsidRPr="00835F44" w:rsidRDefault="00825117" w:rsidP="000F533E">
            <w:pPr>
              <w:pStyle w:val="TAC"/>
            </w:pPr>
            <w:r w:rsidRPr="009122B2">
              <w:t>25344</w:t>
            </w:r>
          </w:p>
        </w:tc>
        <w:tc>
          <w:tcPr>
            <w:tcW w:w="1127" w:type="dxa"/>
            <w:tcBorders>
              <w:top w:val="nil"/>
              <w:left w:val="nil"/>
              <w:bottom w:val="single" w:sz="4" w:space="0" w:color="auto"/>
              <w:right w:val="single" w:sz="4" w:space="0" w:color="auto"/>
            </w:tcBorders>
            <w:shd w:val="clear" w:color="auto" w:fill="auto"/>
            <w:noWrap/>
            <w:hideMark/>
          </w:tcPr>
          <w:p w14:paraId="4D86AE15" w14:textId="77777777" w:rsidR="00825117" w:rsidRPr="00835F44" w:rsidRDefault="00825117" w:rsidP="000F533E">
            <w:pPr>
              <w:pStyle w:val="TAC"/>
            </w:pPr>
            <w:r w:rsidRPr="009122B2">
              <w:t>3168</w:t>
            </w:r>
          </w:p>
        </w:tc>
      </w:tr>
      <w:tr w:rsidR="00825117" w:rsidRPr="00835F44" w14:paraId="264AD5A7"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15E72D9"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4F68D0EA" w14:textId="77777777" w:rsidR="00825117" w:rsidRPr="00835F44" w:rsidRDefault="00825117" w:rsidP="000F533E">
            <w:pPr>
              <w:pStyle w:val="TAC"/>
            </w:pPr>
            <w:r w:rsidRPr="009122B2">
              <w:t>25</w:t>
            </w:r>
          </w:p>
        </w:tc>
        <w:tc>
          <w:tcPr>
            <w:tcW w:w="967" w:type="dxa"/>
            <w:tcBorders>
              <w:top w:val="nil"/>
              <w:left w:val="nil"/>
              <w:bottom w:val="single" w:sz="4" w:space="0" w:color="auto"/>
              <w:right w:val="single" w:sz="4" w:space="0" w:color="auto"/>
            </w:tcBorders>
            <w:shd w:val="clear" w:color="auto" w:fill="auto"/>
            <w:noWrap/>
            <w:hideMark/>
          </w:tcPr>
          <w:p w14:paraId="03237202"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1D977C5"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ED46729"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58648EA" w14:textId="77777777" w:rsidR="00825117" w:rsidRPr="00835F44" w:rsidRDefault="00825117" w:rsidP="000F533E">
            <w:pPr>
              <w:pStyle w:val="TAC"/>
            </w:pPr>
            <w:r w:rsidRPr="009122B2">
              <w:t>17424</w:t>
            </w:r>
          </w:p>
        </w:tc>
        <w:tc>
          <w:tcPr>
            <w:tcW w:w="1057" w:type="dxa"/>
            <w:tcBorders>
              <w:top w:val="nil"/>
              <w:left w:val="nil"/>
              <w:bottom w:val="single" w:sz="4" w:space="0" w:color="auto"/>
              <w:right w:val="single" w:sz="4" w:space="0" w:color="auto"/>
            </w:tcBorders>
            <w:shd w:val="clear" w:color="auto" w:fill="auto"/>
            <w:noWrap/>
            <w:hideMark/>
          </w:tcPr>
          <w:p w14:paraId="0BA7EDA1"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453F8BF"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647A9510" w14:textId="77777777" w:rsidR="00825117" w:rsidRPr="00835F44" w:rsidRDefault="00825117" w:rsidP="000F533E">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4DB58118" w14:textId="77777777" w:rsidR="00825117" w:rsidRPr="00835F44" w:rsidRDefault="00825117" w:rsidP="000F533E">
            <w:pPr>
              <w:pStyle w:val="TAC"/>
            </w:pPr>
            <w:r w:rsidRPr="009122B2">
              <w:t>26400</w:t>
            </w:r>
          </w:p>
        </w:tc>
        <w:tc>
          <w:tcPr>
            <w:tcW w:w="1127" w:type="dxa"/>
            <w:tcBorders>
              <w:top w:val="nil"/>
              <w:left w:val="nil"/>
              <w:bottom w:val="single" w:sz="4" w:space="0" w:color="auto"/>
              <w:right w:val="single" w:sz="4" w:space="0" w:color="auto"/>
            </w:tcBorders>
            <w:shd w:val="clear" w:color="auto" w:fill="auto"/>
            <w:noWrap/>
            <w:hideMark/>
          </w:tcPr>
          <w:p w14:paraId="47266057" w14:textId="77777777" w:rsidR="00825117" w:rsidRPr="00835F44" w:rsidRDefault="00825117" w:rsidP="000F533E">
            <w:pPr>
              <w:pStyle w:val="TAC"/>
            </w:pPr>
            <w:r w:rsidRPr="009122B2">
              <w:t>3300</w:t>
            </w:r>
          </w:p>
        </w:tc>
      </w:tr>
      <w:tr w:rsidR="00825117" w:rsidRPr="00835F44" w14:paraId="752EA8F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FF33EA9"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51B7AED0" w14:textId="77777777" w:rsidR="00825117" w:rsidRPr="009122B2" w:rsidRDefault="00825117" w:rsidP="000F533E">
            <w:pPr>
              <w:pStyle w:val="TAC"/>
            </w:pPr>
            <w:r>
              <w:t>26</w:t>
            </w:r>
          </w:p>
        </w:tc>
        <w:tc>
          <w:tcPr>
            <w:tcW w:w="967" w:type="dxa"/>
            <w:tcBorders>
              <w:top w:val="nil"/>
              <w:left w:val="nil"/>
              <w:bottom w:val="single" w:sz="4" w:space="0" w:color="auto"/>
              <w:right w:val="single" w:sz="4" w:space="0" w:color="auto"/>
            </w:tcBorders>
            <w:shd w:val="clear" w:color="auto" w:fill="auto"/>
            <w:noWrap/>
          </w:tcPr>
          <w:p w14:paraId="0EBA3E1A"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19ED2B70"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3AA81FCF"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5ED923E9" w14:textId="77777777" w:rsidR="00825117" w:rsidRPr="009122B2" w:rsidRDefault="00825117" w:rsidP="000F533E">
            <w:pPr>
              <w:pStyle w:val="TAC"/>
            </w:pPr>
            <w:r>
              <w:t>18432</w:t>
            </w:r>
          </w:p>
        </w:tc>
        <w:tc>
          <w:tcPr>
            <w:tcW w:w="1057" w:type="dxa"/>
            <w:tcBorders>
              <w:top w:val="nil"/>
              <w:left w:val="nil"/>
              <w:bottom w:val="single" w:sz="4" w:space="0" w:color="auto"/>
              <w:right w:val="single" w:sz="4" w:space="0" w:color="auto"/>
            </w:tcBorders>
            <w:shd w:val="clear" w:color="auto" w:fill="auto"/>
            <w:noWrap/>
          </w:tcPr>
          <w:p w14:paraId="4B438812"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78C7FFFD"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2BB48ADE" w14:textId="77777777" w:rsidR="00825117" w:rsidRPr="009122B2" w:rsidRDefault="00825117" w:rsidP="000F533E">
            <w:pPr>
              <w:pStyle w:val="TAC"/>
            </w:pPr>
            <w:r>
              <w:t>3</w:t>
            </w:r>
          </w:p>
        </w:tc>
        <w:tc>
          <w:tcPr>
            <w:tcW w:w="925" w:type="dxa"/>
            <w:tcBorders>
              <w:top w:val="nil"/>
              <w:left w:val="nil"/>
              <w:bottom w:val="single" w:sz="4" w:space="0" w:color="auto"/>
              <w:right w:val="single" w:sz="4" w:space="0" w:color="auto"/>
            </w:tcBorders>
            <w:shd w:val="clear" w:color="auto" w:fill="auto"/>
            <w:noWrap/>
          </w:tcPr>
          <w:p w14:paraId="48402729" w14:textId="77777777" w:rsidR="00825117" w:rsidRPr="009122B2" w:rsidRDefault="00825117" w:rsidP="000F533E">
            <w:pPr>
              <w:pStyle w:val="TAC"/>
            </w:pPr>
            <w:r w:rsidRPr="00381CD8">
              <w:t>27456</w:t>
            </w:r>
          </w:p>
        </w:tc>
        <w:tc>
          <w:tcPr>
            <w:tcW w:w="1127" w:type="dxa"/>
            <w:tcBorders>
              <w:top w:val="nil"/>
              <w:left w:val="nil"/>
              <w:bottom w:val="single" w:sz="4" w:space="0" w:color="auto"/>
              <w:right w:val="single" w:sz="4" w:space="0" w:color="auto"/>
            </w:tcBorders>
            <w:shd w:val="clear" w:color="auto" w:fill="auto"/>
            <w:noWrap/>
          </w:tcPr>
          <w:p w14:paraId="602B38CB" w14:textId="77777777" w:rsidR="00825117" w:rsidRPr="009122B2" w:rsidRDefault="00825117" w:rsidP="000F533E">
            <w:pPr>
              <w:pStyle w:val="TAC"/>
            </w:pPr>
            <w:r w:rsidRPr="00381CD8">
              <w:t>3432</w:t>
            </w:r>
          </w:p>
        </w:tc>
      </w:tr>
      <w:tr w:rsidR="00825117" w:rsidRPr="00835F44" w14:paraId="022296A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A154182"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C7EE52E" w14:textId="77777777" w:rsidR="00825117" w:rsidRPr="00835F44" w:rsidRDefault="00825117" w:rsidP="000F533E">
            <w:pPr>
              <w:pStyle w:val="TAC"/>
            </w:pPr>
            <w:r w:rsidRPr="009122B2">
              <w:t>31</w:t>
            </w:r>
          </w:p>
        </w:tc>
        <w:tc>
          <w:tcPr>
            <w:tcW w:w="967" w:type="dxa"/>
            <w:tcBorders>
              <w:top w:val="nil"/>
              <w:left w:val="nil"/>
              <w:bottom w:val="single" w:sz="4" w:space="0" w:color="auto"/>
              <w:right w:val="single" w:sz="4" w:space="0" w:color="auto"/>
            </w:tcBorders>
            <w:shd w:val="clear" w:color="auto" w:fill="auto"/>
            <w:noWrap/>
            <w:hideMark/>
          </w:tcPr>
          <w:p w14:paraId="6B2ADE17"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6970407"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A825B22"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5EEF1FC" w14:textId="77777777" w:rsidR="00825117" w:rsidRPr="00835F44" w:rsidRDefault="00825117" w:rsidP="000F533E">
            <w:pPr>
              <w:pStyle w:val="TAC"/>
            </w:pPr>
            <w:r w:rsidRPr="009122B2">
              <w:t>22032</w:t>
            </w:r>
          </w:p>
        </w:tc>
        <w:tc>
          <w:tcPr>
            <w:tcW w:w="1057" w:type="dxa"/>
            <w:tcBorders>
              <w:top w:val="nil"/>
              <w:left w:val="nil"/>
              <w:bottom w:val="single" w:sz="4" w:space="0" w:color="auto"/>
              <w:right w:val="single" w:sz="4" w:space="0" w:color="auto"/>
            </w:tcBorders>
            <w:shd w:val="clear" w:color="auto" w:fill="auto"/>
            <w:noWrap/>
            <w:hideMark/>
          </w:tcPr>
          <w:p w14:paraId="3AC600BA"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5916B18A"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6A5F065" w14:textId="77777777" w:rsidR="00825117" w:rsidRPr="00835F44" w:rsidRDefault="00825117" w:rsidP="000F533E">
            <w:pPr>
              <w:pStyle w:val="TAC"/>
            </w:pPr>
            <w:r w:rsidRPr="009122B2">
              <w:t>3</w:t>
            </w:r>
          </w:p>
        </w:tc>
        <w:tc>
          <w:tcPr>
            <w:tcW w:w="925" w:type="dxa"/>
            <w:tcBorders>
              <w:top w:val="nil"/>
              <w:left w:val="nil"/>
              <w:bottom w:val="single" w:sz="4" w:space="0" w:color="auto"/>
              <w:right w:val="single" w:sz="4" w:space="0" w:color="auto"/>
            </w:tcBorders>
            <w:shd w:val="clear" w:color="auto" w:fill="auto"/>
            <w:noWrap/>
            <w:hideMark/>
          </w:tcPr>
          <w:p w14:paraId="370436CC" w14:textId="77777777" w:rsidR="00825117" w:rsidRPr="00835F44" w:rsidRDefault="00825117" w:rsidP="000F533E">
            <w:pPr>
              <w:pStyle w:val="TAC"/>
            </w:pPr>
            <w:r w:rsidRPr="009122B2">
              <w:t>32736</w:t>
            </w:r>
          </w:p>
        </w:tc>
        <w:tc>
          <w:tcPr>
            <w:tcW w:w="1127" w:type="dxa"/>
            <w:tcBorders>
              <w:top w:val="nil"/>
              <w:left w:val="nil"/>
              <w:bottom w:val="single" w:sz="4" w:space="0" w:color="auto"/>
              <w:right w:val="single" w:sz="4" w:space="0" w:color="auto"/>
            </w:tcBorders>
            <w:shd w:val="clear" w:color="auto" w:fill="auto"/>
            <w:noWrap/>
            <w:hideMark/>
          </w:tcPr>
          <w:p w14:paraId="37B6FD5C" w14:textId="77777777" w:rsidR="00825117" w:rsidRPr="00835F44" w:rsidRDefault="00825117" w:rsidP="000F533E">
            <w:pPr>
              <w:pStyle w:val="TAC"/>
            </w:pPr>
            <w:r w:rsidRPr="009122B2">
              <w:t>4092</w:t>
            </w:r>
          </w:p>
        </w:tc>
      </w:tr>
      <w:tr w:rsidR="00825117" w:rsidRPr="00835F44" w14:paraId="14D23EE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3FB460A"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59BAA348" w14:textId="77777777" w:rsidR="00825117" w:rsidRPr="009122B2" w:rsidRDefault="00825117" w:rsidP="000F533E">
            <w:pPr>
              <w:pStyle w:val="TAC"/>
            </w:pPr>
            <w:r>
              <w:t>33</w:t>
            </w:r>
          </w:p>
        </w:tc>
        <w:tc>
          <w:tcPr>
            <w:tcW w:w="967" w:type="dxa"/>
            <w:tcBorders>
              <w:top w:val="nil"/>
              <w:left w:val="nil"/>
              <w:bottom w:val="single" w:sz="4" w:space="0" w:color="auto"/>
              <w:right w:val="single" w:sz="4" w:space="0" w:color="auto"/>
            </w:tcBorders>
            <w:shd w:val="clear" w:color="auto" w:fill="auto"/>
            <w:noWrap/>
          </w:tcPr>
          <w:p w14:paraId="6816F416"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539ED2F9"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F107247"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04FCBCC7" w14:textId="77777777" w:rsidR="00825117" w:rsidRPr="009122B2" w:rsidRDefault="00825117" w:rsidP="000F533E">
            <w:pPr>
              <w:pStyle w:val="TAC"/>
            </w:pPr>
            <w:r>
              <w:t>23040</w:t>
            </w:r>
          </w:p>
        </w:tc>
        <w:tc>
          <w:tcPr>
            <w:tcW w:w="1057" w:type="dxa"/>
            <w:tcBorders>
              <w:top w:val="nil"/>
              <w:left w:val="nil"/>
              <w:bottom w:val="single" w:sz="4" w:space="0" w:color="auto"/>
              <w:right w:val="single" w:sz="4" w:space="0" w:color="auto"/>
            </w:tcBorders>
            <w:shd w:val="clear" w:color="auto" w:fill="auto"/>
            <w:noWrap/>
          </w:tcPr>
          <w:p w14:paraId="6EE2CD7F"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0DF26B9D"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28171DDC" w14:textId="77777777" w:rsidR="00825117" w:rsidRPr="009122B2" w:rsidRDefault="00825117" w:rsidP="000F533E">
            <w:pPr>
              <w:pStyle w:val="TAC"/>
            </w:pPr>
            <w:r>
              <w:t>3</w:t>
            </w:r>
          </w:p>
        </w:tc>
        <w:tc>
          <w:tcPr>
            <w:tcW w:w="925" w:type="dxa"/>
            <w:tcBorders>
              <w:top w:val="nil"/>
              <w:left w:val="nil"/>
              <w:bottom w:val="single" w:sz="4" w:space="0" w:color="auto"/>
              <w:right w:val="single" w:sz="4" w:space="0" w:color="auto"/>
            </w:tcBorders>
            <w:shd w:val="clear" w:color="auto" w:fill="auto"/>
            <w:noWrap/>
          </w:tcPr>
          <w:p w14:paraId="19E140C3" w14:textId="77777777" w:rsidR="00825117" w:rsidRPr="009122B2" w:rsidRDefault="00825117" w:rsidP="000F533E">
            <w:pPr>
              <w:pStyle w:val="TAC"/>
            </w:pPr>
            <w:r w:rsidRPr="00381CD8">
              <w:t>34848</w:t>
            </w:r>
          </w:p>
        </w:tc>
        <w:tc>
          <w:tcPr>
            <w:tcW w:w="1127" w:type="dxa"/>
            <w:tcBorders>
              <w:top w:val="nil"/>
              <w:left w:val="nil"/>
              <w:bottom w:val="single" w:sz="4" w:space="0" w:color="auto"/>
              <w:right w:val="single" w:sz="4" w:space="0" w:color="auto"/>
            </w:tcBorders>
            <w:shd w:val="clear" w:color="auto" w:fill="auto"/>
            <w:noWrap/>
          </w:tcPr>
          <w:p w14:paraId="717E4963" w14:textId="77777777" w:rsidR="00825117" w:rsidRPr="009122B2" w:rsidRDefault="00825117" w:rsidP="000F533E">
            <w:pPr>
              <w:pStyle w:val="TAC"/>
            </w:pPr>
            <w:r w:rsidRPr="00381CD8">
              <w:t>4356</w:t>
            </w:r>
          </w:p>
        </w:tc>
      </w:tr>
      <w:tr w:rsidR="00825117" w:rsidRPr="00835F44" w14:paraId="631522F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0C4A332"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2B5AF98" w14:textId="77777777" w:rsidR="00825117" w:rsidRPr="00835F44" w:rsidRDefault="00825117" w:rsidP="000F533E">
            <w:pPr>
              <w:pStyle w:val="TAC"/>
            </w:pPr>
            <w:r w:rsidRPr="009122B2">
              <w:t>38</w:t>
            </w:r>
          </w:p>
        </w:tc>
        <w:tc>
          <w:tcPr>
            <w:tcW w:w="967" w:type="dxa"/>
            <w:tcBorders>
              <w:top w:val="nil"/>
              <w:left w:val="nil"/>
              <w:bottom w:val="single" w:sz="4" w:space="0" w:color="auto"/>
              <w:right w:val="single" w:sz="4" w:space="0" w:color="auto"/>
            </w:tcBorders>
            <w:shd w:val="clear" w:color="auto" w:fill="auto"/>
            <w:noWrap/>
            <w:hideMark/>
          </w:tcPr>
          <w:p w14:paraId="3F1E52C7"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95A802D"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6FF3F6B1"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D4BD4EA" w14:textId="77777777" w:rsidR="00825117" w:rsidRPr="00835F44" w:rsidRDefault="00825117" w:rsidP="000F533E">
            <w:pPr>
              <w:pStyle w:val="TAC"/>
            </w:pPr>
            <w:r w:rsidRPr="009122B2">
              <w:t>26632</w:t>
            </w:r>
          </w:p>
        </w:tc>
        <w:tc>
          <w:tcPr>
            <w:tcW w:w="1057" w:type="dxa"/>
            <w:tcBorders>
              <w:top w:val="nil"/>
              <w:left w:val="nil"/>
              <w:bottom w:val="single" w:sz="4" w:space="0" w:color="auto"/>
              <w:right w:val="single" w:sz="4" w:space="0" w:color="auto"/>
            </w:tcBorders>
            <w:shd w:val="clear" w:color="auto" w:fill="auto"/>
            <w:noWrap/>
            <w:hideMark/>
          </w:tcPr>
          <w:p w14:paraId="61341582"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62A09D9"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5C899B5" w14:textId="77777777" w:rsidR="00825117" w:rsidRPr="00835F44" w:rsidRDefault="00825117" w:rsidP="000F533E">
            <w:pPr>
              <w:pStyle w:val="TAC"/>
            </w:pPr>
            <w:r w:rsidRPr="009122B2">
              <w:t>4</w:t>
            </w:r>
          </w:p>
        </w:tc>
        <w:tc>
          <w:tcPr>
            <w:tcW w:w="925" w:type="dxa"/>
            <w:tcBorders>
              <w:top w:val="nil"/>
              <w:left w:val="nil"/>
              <w:bottom w:val="single" w:sz="4" w:space="0" w:color="auto"/>
              <w:right w:val="single" w:sz="4" w:space="0" w:color="auto"/>
            </w:tcBorders>
            <w:shd w:val="clear" w:color="auto" w:fill="auto"/>
            <w:noWrap/>
            <w:hideMark/>
          </w:tcPr>
          <w:p w14:paraId="6BBD805B" w14:textId="77777777" w:rsidR="00825117" w:rsidRPr="00835F44" w:rsidRDefault="00825117" w:rsidP="000F533E">
            <w:pPr>
              <w:pStyle w:val="TAC"/>
            </w:pPr>
            <w:r w:rsidRPr="009122B2">
              <w:t>40128</w:t>
            </w:r>
          </w:p>
        </w:tc>
        <w:tc>
          <w:tcPr>
            <w:tcW w:w="1127" w:type="dxa"/>
            <w:tcBorders>
              <w:top w:val="nil"/>
              <w:left w:val="nil"/>
              <w:bottom w:val="single" w:sz="4" w:space="0" w:color="auto"/>
              <w:right w:val="single" w:sz="4" w:space="0" w:color="auto"/>
            </w:tcBorders>
            <w:shd w:val="clear" w:color="auto" w:fill="auto"/>
            <w:noWrap/>
            <w:hideMark/>
          </w:tcPr>
          <w:p w14:paraId="5FF20776" w14:textId="77777777" w:rsidR="00825117" w:rsidRPr="00835F44" w:rsidRDefault="00825117" w:rsidP="000F533E">
            <w:pPr>
              <w:pStyle w:val="TAC"/>
            </w:pPr>
            <w:r w:rsidRPr="009122B2">
              <w:t>5016</w:t>
            </w:r>
          </w:p>
        </w:tc>
      </w:tr>
      <w:tr w:rsidR="00825117" w:rsidRPr="00835F44" w14:paraId="1A7C07D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CEC3E0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4E1508AF" w14:textId="77777777" w:rsidR="00825117" w:rsidRPr="009122B2" w:rsidRDefault="00825117" w:rsidP="000F533E">
            <w:pPr>
              <w:pStyle w:val="TAC"/>
            </w:pPr>
            <w:r>
              <w:t>39</w:t>
            </w:r>
          </w:p>
        </w:tc>
        <w:tc>
          <w:tcPr>
            <w:tcW w:w="967" w:type="dxa"/>
            <w:tcBorders>
              <w:top w:val="nil"/>
              <w:left w:val="nil"/>
              <w:bottom w:val="single" w:sz="4" w:space="0" w:color="auto"/>
              <w:right w:val="single" w:sz="4" w:space="0" w:color="auto"/>
            </w:tcBorders>
            <w:shd w:val="clear" w:color="auto" w:fill="auto"/>
            <w:noWrap/>
          </w:tcPr>
          <w:p w14:paraId="17FAEF81"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10C2D7BF"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1DDB707D"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0677246F" w14:textId="77777777" w:rsidR="00825117" w:rsidRPr="009122B2" w:rsidRDefault="00825117" w:rsidP="000F533E">
            <w:pPr>
              <w:pStyle w:val="TAC"/>
            </w:pPr>
            <w:r>
              <w:t>27656</w:t>
            </w:r>
          </w:p>
        </w:tc>
        <w:tc>
          <w:tcPr>
            <w:tcW w:w="1057" w:type="dxa"/>
            <w:tcBorders>
              <w:top w:val="nil"/>
              <w:left w:val="nil"/>
              <w:bottom w:val="single" w:sz="4" w:space="0" w:color="auto"/>
              <w:right w:val="single" w:sz="4" w:space="0" w:color="auto"/>
            </w:tcBorders>
            <w:shd w:val="clear" w:color="auto" w:fill="auto"/>
            <w:noWrap/>
          </w:tcPr>
          <w:p w14:paraId="23BD7292"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35E10004"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13CA5D0B" w14:textId="77777777" w:rsidR="00825117" w:rsidRPr="009122B2" w:rsidRDefault="00825117" w:rsidP="000F533E">
            <w:pPr>
              <w:pStyle w:val="TAC"/>
            </w:pPr>
            <w:r>
              <w:t>4</w:t>
            </w:r>
          </w:p>
        </w:tc>
        <w:tc>
          <w:tcPr>
            <w:tcW w:w="925" w:type="dxa"/>
            <w:tcBorders>
              <w:top w:val="nil"/>
              <w:left w:val="nil"/>
              <w:bottom w:val="single" w:sz="4" w:space="0" w:color="auto"/>
              <w:right w:val="single" w:sz="4" w:space="0" w:color="auto"/>
            </w:tcBorders>
            <w:shd w:val="clear" w:color="auto" w:fill="auto"/>
            <w:noWrap/>
          </w:tcPr>
          <w:p w14:paraId="55601C54" w14:textId="77777777" w:rsidR="00825117" w:rsidRPr="009122B2" w:rsidRDefault="00825117" w:rsidP="000F533E">
            <w:pPr>
              <w:pStyle w:val="TAC"/>
            </w:pPr>
            <w:r w:rsidRPr="00381CD8">
              <w:t>41184</w:t>
            </w:r>
          </w:p>
        </w:tc>
        <w:tc>
          <w:tcPr>
            <w:tcW w:w="1127" w:type="dxa"/>
            <w:tcBorders>
              <w:top w:val="nil"/>
              <w:left w:val="nil"/>
              <w:bottom w:val="single" w:sz="4" w:space="0" w:color="auto"/>
              <w:right w:val="single" w:sz="4" w:space="0" w:color="auto"/>
            </w:tcBorders>
            <w:shd w:val="clear" w:color="auto" w:fill="auto"/>
            <w:noWrap/>
          </w:tcPr>
          <w:p w14:paraId="632B983B" w14:textId="77777777" w:rsidR="00825117" w:rsidRPr="009122B2" w:rsidRDefault="00825117" w:rsidP="000F533E">
            <w:pPr>
              <w:pStyle w:val="TAC"/>
            </w:pPr>
            <w:r w:rsidRPr="00381CD8">
              <w:t>5148</w:t>
            </w:r>
          </w:p>
        </w:tc>
      </w:tr>
      <w:tr w:rsidR="00825117" w:rsidRPr="00835F44" w14:paraId="41FE519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345BF57"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45CA263A" w14:textId="77777777" w:rsidR="00825117" w:rsidRPr="009122B2" w:rsidRDefault="00825117" w:rsidP="000F533E">
            <w:pPr>
              <w:pStyle w:val="TAC"/>
            </w:pPr>
            <w:r>
              <w:t>47</w:t>
            </w:r>
          </w:p>
        </w:tc>
        <w:tc>
          <w:tcPr>
            <w:tcW w:w="967" w:type="dxa"/>
            <w:tcBorders>
              <w:top w:val="nil"/>
              <w:left w:val="nil"/>
              <w:bottom w:val="single" w:sz="4" w:space="0" w:color="auto"/>
              <w:right w:val="single" w:sz="4" w:space="0" w:color="auto"/>
            </w:tcBorders>
            <w:shd w:val="clear" w:color="auto" w:fill="auto"/>
            <w:noWrap/>
          </w:tcPr>
          <w:p w14:paraId="77294CB1"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06702966"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17F0F4B7"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11E8CEF9" w14:textId="77777777" w:rsidR="00825117" w:rsidRPr="009122B2" w:rsidRDefault="00825117" w:rsidP="000F533E">
            <w:pPr>
              <w:pStyle w:val="TAC"/>
            </w:pPr>
            <w:r>
              <w:t>32776</w:t>
            </w:r>
          </w:p>
        </w:tc>
        <w:tc>
          <w:tcPr>
            <w:tcW w:w="1057" w:type="dxa"/>
            <w:tcBorders>
              <w:top w:val="nil"/>
              <w:left w:val="nil"/>
              <w:bottom w:val="single" w:sz="4" w:space="0" w:color="auto"/>
              <w:right w:val="single" w:sz="4" w:space="0" w:color="auto"/>
            </w:tcBorders>
            <w:shd w:val="clear" w:color="auto" w:fill="auto"/>
            <w:noWrap/>
          </w:tcPr>
          <w:p w14:paraId="2B58ECAB"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0D7C172B"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6C918531" w14:textId="77777777" w:rsidR="00825117" w:rsidRPr="009122B2" w:rsidRDefault="00825117" w:rsidP="000F533E">
            <w:pPr>
              <w:pStyle w:val="TAC"/>
            </w:pPr>
            <w:r>
              <w:t>4</w:t>
            </w:r>
          </w:p>
        </w:tc>
        <w:tc>
          <w:tcPr>
            <w:tcW w:w="925" w:type="dxa"/>
            <w:tcBorders>
              <w:top w:val="nil"/>
              <w:left w:val="nil"/>
              <w:bottom w:val="single" w:sz="4" w:space="0" w:color="auto"/>
              <w:right w:val="single" w:sz="4" w:space="0" w:color="auto"/>
            </w:tcBorders>
            <w:shd w:val="clear" w:color="auto" w:fill="auto"/>
            <w:noWrap/>
          </w:tcPr>
          <w:p w14:paraId="25AF87F6" w14:textId="77777777" w:rsidR="00825117" w:rsidRPr="009122B2" w:rsidRDefault="00825117" w:rsidP="000F533E">
            <w:pPr>
              <w:pStyle w:val="TAC"/>
            </w:pPr>
            <w:r w:rsidRPr="00381CD8">
              <w:t>49632</w:t>
            </w:r>
          </w:p>
        </w:tc>
        <w:tc>
          <w:tcPr>
            <w:tcW w:w="1127" w:type="dxa"/>
            <w:tcBorders>
              <w:top w:val="nil"/>
              <w:left w:val="nil"/>
              <w:bottom w:val="single" w:sz="4" w:space="0" w:color="auto"/>
              <w:right w:val="single" w:sz="4" w:space="0" w:color="auto"/>
            </w:tcBorders>
            <w:shd w:val="clear" w:color="auto" w:fill="auto"/>
            <w:noWrap/>
          </w:tcPr>
          <w:p w14:paraId="59FFB637" w14:textId="77777777" w:rsidR="00825117" w:rsidRPr="009122B2" w:rsidRDefault="00825117" w:rsidP="000F533E">
            <w:pPr>
              <w:pStyle w:val="TAC"/>
            </w:pPr>
            <w:r w:rsidRPr="00381CD8">
              <w:t>6204</w:t>
            </w:r>
          </w:p>
        </w:tc>
      </w:tr>
      <w:tr w:rsidR="00825117" w:rsidRPr="00835F44" w14:paraId="282AEDB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48DFAFB"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5E24E31" w14:textId="77777777" w:rsidR="00825117" w:rsidRPr="00835F44" w:rsidRDefault="00825117" w:rsidP="000F533E">
            <w:pPr>
              <w:pStyle w:val="TAC"/>
            </w:pPr>
            <w:r w:rsidRPr="009122B2">
              <w:t>51</w:t>
            </w:r>
          </w:p>
        </w:tc>
        <w:tc>
          <w:tcPr>
            <w:tcW w:w="967" w:type="dxa"/>
            <w:tcBorders>
              <w:top w:val="nil"/>
              <w:left w:val="nil"/>
              <w:bottom w:val="single" w:sz="4" w:space="0" w:color="auto"/>
              <w:right w:val="single" w:sz="4" w:space="0" w:color="auto"/>
            </w:tcBorders>
            <w:shd w:val="clear" w:color="auto" w:fill="auto"/>
            <w:noWrap/>
            <w:hideMark/>
          </w:tcPr>
          <w:p w14:paraId="35DE93EE"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6DDDB0B"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828F6B5"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68D630E" w14:textId="77777777" w:rsidR="00825117" w:rsidRPr="00835F44" w:rsidRDefault="00825117" w:rsidP="000F533E">
            <w:pPr>
              <w:pStyle w:val="TAC"/>
            </w:pPr>
            <w:r w:rsidRPr="009122B2">
              <w:t>35856</w:t>
            </w:r>
          </w:p>
        </w:tc>
        <w:tc>
          <w:tcPr>
            <w:tcW w:w="1057" w:type="dxa"/>
            <w:tcBorders>
              <w:top w:val="nil"/>
              <w:left w:val="nil"/>
              <w:bottom w:val="single" w:sz="4" w:space="0" w:color="auto"/>
              <w:right w:val="single" w:sz="4" w:space="0" w:color="auto"/>
            </w:tcBorders>
            <w:shd w:val="clear" w:color="auto" w:fill="auto"/>
            <w:noWrap/>
            <w:hideMark/>
          </w:tcPr>
          <w:p w14:paraId="091E001B"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5EF6D47D"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E42A098" w14:textId="77777777" w:rsidR="00825117" w:rsidRPr="00835F44" w:rsidRDefault="00825117" w:rsidP="000F533E">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1D17B140" w14:textId="77777777" w:rsidR="00825117" w:rsidRPr="00835F44" w:rsidRDefault="00825117" w:rsidP="000F533E">
            <w:pPr>
              <w:pStyle w:val="TAC"/>
            </w:pPr>
            <w:r w:rsidRPr="009122B2">
              <w:t>53856</w:t>
            </w:r>
          </w:p>
        </w:tc>
        <w:tc>
          <w:tcPr>
            <w:tcW w:w="1127" w:type="dxa"/>
            <w:tcBorders>
              <w:top w:val="nil"/>
              <w:left w:val="nil"/>
              <w:bottom w:val="single" w:sz="4" w:space="0" w:color="auto"/>
              <w:right w:val="single" w:sz="4" w:space="0" w:color="auto"/>
            </w:tcBorders>
            <w:shd w:val="clear" w:color="auto" w:fill="auto"/>
            <w:noWrap/>
            <w:hideMark/>
          </w:tcPr>
          <w:p w14:paraId="30F7A969" w14:textId="77777777" w:rsidR="00825117" w:rsidRPr="00835F44" w:rsidRDefault="00825117" w:rsidP="000F533E">
            <w:pPr>
              <w:pStyle w:val="TAC"/>
            </w:pPr>
            <w:r w:rsidRPr="009122B2">
              <w:t>6732</w:t>
            </w:r>
          </w:p>
        </w:tc>
      </w:tr>
      <w:tr w:rsidR="00825117" w:rsidRPr="00835F44" w14:paraId="525A401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1EE9E1D"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A347217" w14:textId="77777777" w:rsidR="00825117" w:rsidRPr="00835F44" w:rsidRDefault="00825117" w:rsidP="000F533E">
            <w:pPr>
              <w:pStyle w:val="TAC"/>
            </w:pPr>
            <w:r w:rsidRPr="009122B2">
              <w:t>52</w:t>
            </w:r>
          </w:p>
        </w:tc>
        <w:tc>
          <w:tcPr>
            <w:tcW w:w="967" w:type="dxa"/>
            <w:tcBorders>
              <w:top w:val="nil"/>
              <w:left w:val="nil"/>
              <w:bottom w:val="single" w:sz="4" w:space="0" w:color="auto"/>
              <w:right w:val="single" w:sz="4" w:space="0" w:color="auto"/>
            </w:tcBorders>
            <w:shd w:val="clear" w:color="auto" w:fill="auto"/>
            <w:noWrap/>
            <w:hideMark/>
          </w:tcPr>
          <w:p w14:paraId="19098EA3"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EB1B21F"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20B1DDD"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F856F85" w14:textId="77777777" w:rsidR="00825117" w:rsidRPr="00835F44" w:rsidRDefault="00825117" w:rsidP="000F533E">
            <w:pPr>
              <w:pStyle w:val="TAC"/>
            </w:pPr>
            <w:r w:rsidRPr="009122B2">
              <w:t>36896</w:t>
            </w:r>
          </w:p>
        </w:tc>
        <w:tc>
          <w:tcPr>
            <w:tcW w:w="1057" w:type="dxa"/>
            <w:tcBorders>
              <w:top w:val="nil"/>
              <w:left w:val="nil"/>
              <w:bottom w:val="single" w:sz="4" w:space="0" w:color="auto"/>
              <w:right w:val="single" w:sz="4" w:space="0" w:color="auto"/>
            </w:tcBorders>
            <w:shd w:val="clear" w:color="auto" w:fill="auto"/>
            <w:noWrap/>
            <w:hideMark/>
          </w:tcPr>
          <w:p w14:paraId="5D13F8B0"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2385AB1"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6FC2194" w14:textId="77777777" w:rsidR="00825117" w:rsidRPr="00835F44" w:rsidRDefault="00825117" w:rsidP="000F533E">
            <w:pPr>
              <w:pStyle w:val="TAC"/>
            </w:pPr>
            <w:r w:rsidRPr="009122B2">
              <w:t>5</w:t>
            </w:r>
          </w:p>
        </w:tc>
        <w:tc>
          <w:tcPr>
            <w:tcW w:w="925" w:type="dxa"/>
            <w:tcBorders>
              <w:top w:val="nil"/>
              <w:left w:val="nil"/>
              <w:bottom w:val="single" w:sz="4" w:space="0" w:color="auto"/>
              <w:right w:val="single" w:sz="4" w:space="0" w:color="auto"/>
            </w:tcBorders>
            <w:shd w:val="clear" w:color="auto" w:fill="auto"/>
            <w:noWrap/>
            <w:hideMark/>
          </w:tcPr>
          <w:p w14:paraId="31A0E61C" w14:textId="77777777" w:rsidR="00825117" w:rsidRPr="00835F44" w:rsidRDefault="00825117" w:rsidP="000F533E">
            <w:pPr>
              <w:pStyle w:val="TAC"/>
            </w:pPr>
            <w:r w:rsidRPr="009122B2">
              <w:t>54912</w:t>
            </w:r>
          </w:p>
        </w:tc>
        <w:tc>
          <w:tcPr>
            <w:tcW w:w="1127" w:type="dxa"/>
            <w:tcBorders>
              <w:top w:val="nil"/>
              <w:left w:val="nil"/>
              <w:bottom w:val="single" w:sz="4" w:space="0" w:color="auto"/>
              <w:right w:val="single" w:sz="4" w:space="0" w:color="auto"/>
            </w:tcBorders>
            <w:shd w:val="clear" w:color="auto" w:fill="auto"/>
            <w:noWrap/>
            <w:hideMark/>
          </w:tcPr>
          <w:p w14:paraId="04A8949F" w14:textId="77777777" w:rsidR="00825117" w:rsidRPr="00835F44" w:rsidRDefault="00825117" w:rsidP="000F533E">
            <w:pPr>
              <w:pStyle w:val="TAC"/>
            </w:pPr>
            <w:r w:rsidRPr="009122B2">
              <w:t>6864</w:t>
            </w:r>
          </w:p>
        </w:tc>
      </w:tr>
      <w:tr w:rsidR="00825117" w:rsidRPr="00835F44" w14:paraId="1D88A15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6B58E819"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4CCD070F" w14:textId="77777777" w:rsidR="00825117" w:rsidRPr="009122B2" w:rsidRDefault="00825117" w:rsidP="000F533E">
            <w:pPr>
              <w:pStyle w:val="TAC"/>
            </w:pPr>
            <w:r>
              <w:t>53</w:t>
            </w:r>
          </w:p>
        </w:tc>
        <w:tc>
          <w:tcPr>
            <w:tcW w:w="967" w:type="dxa"/>
            <w:tcBorders>
              <w:top w:val="nil"/>
              <w:left w:val="nil"/>
              <w:bottom w:val="single" w:sz="4" w:space="0" w:color="auto"/>
              <w:right w:val="single" w:sz="4" w:space="0" w:color="auto"/>
            </w:tcBorders>
            <w:shd w:val="clear" w:color="auto" w:fill="auto"/>
            <w:noWrap/>
          </w:tcPr>
          <w:p w14:paraId="7094AD94"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12D3EC85"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67257791"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2368D9EF" w14:textId="77777777" w:rsidR="00825117" w:rsidRPr="009122B2" w:rsidRDefault="00825117" w:rsidP="000F533E">
            <w:pPr>
              <w:pStyle w:val="TAC"/>
            </w:pPr>
            <w:r>
              <w:t>36896</w:t>
            </w:r>
          </w:p>
        </w:tc>
        <w:tc>
          <w:tcPr>
            <w:tcW w:w="1057" w:type="dxa"/>
            <w:tcBorders>
              <w:top w:val="nil"/>
              <w:left w:val="nil"/>
              <w:bottom w:val="single" w:sz="4" w:space="0" w:color="auto"/>
              <w:right w:val="single" w:sz="4" w:space="0" w:color="auto"/>
            </w:tcBorders>
            <w:shd w:val="clear" w:color="auto" w:fill="auto"/>
            <w:noWrap/>
          </w:tcPr>
          <w:p w14:paraId="087D5AA7"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4C0B6E51"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6D93F55C" w14:textId="77777777" w:rsidR="00825117" w:rsidRPr="009122B2" w:rsidRDefault="00825117" w:rsidP="000F533E">
            <w:pPr>
              <w:pStyle w:val="TAC"/>
            </w:pPr>
            <w:r>
              <w:t>5</w:t>
            </w:r>
          </w:p>
        </w:tc>
        <w:tc>
          <w:tcPr>
            <w:tcW w:w="925" w:type="dxa"/>
            <w:tcBorders>
              <w:top w:val="nil"/>
              <w:left w:val="nil"/>
              <w:bottom w:val="single" w:sz="4" w:space="0" w:color="auto"/>
              <w:right w:val="single" w:sz="4" w:space="0" w:color="auto"/>
            </w:tcBorders>
            <w:shd w:val="clear" w:color="auto" w:fill="auto"/>
            <w:noWrap/>
          </w:tcPr>
          <w:p w14:paraId="6038C5C1" w14:textId="77777777" w:rsidR="00825117" w:rsidRPr="009122B2" w:rsidRDefault="00825117" w:rsidP="000F533E">
            <w:pPr>
              <w:pStyle w:val="TAC"/>
            </w:pPr>
            <w:r w:rsidRPr="00381CD8">
              <w:t>55968</w:t>
            </w:r>
          </w:p>
        </w:tc>
        <w:tc>
          <w:tcPr>
            <w:tcW w:w="1127" w:type="dxa"/>
            <w:tcBorders>
              <w:top w:val="nil"/>
              <w:left w:val="nil"/>
              <w:bottom w:val="single" w:sz="4" w:space="0" w:color="auto"/>
              <w:right w:val="single" w:sz="4" w:space="0" w:color="auto"/>
            </w:tcBorders>
            <w:shd w:val="clear" w:color="auto" w:fill="auto"/>
            <w:noWrap/>
          </w:tcPr>
          <w:p w14:paraId="7D075659" w14:textId="77777777" w:rsidR="00825117" w:rsidRPr="009122B2" w:rsidRDefault="00825117" w:rsidP="000F533E">
            <w:pPr>
              <w:pStyle w:val="TAC"/>
            </w:pPr>
            <w:r w:rsidRPr="00381CD8">
              <w:t>6996</w:t>
            </w:r>
          </w:p>
        </w:tc>
      </w:tr>
      <w:tr w:rsidR="00825117" w:rsidRPr="00835F44" w14:paraId="0ED63A9A"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DA2A77B"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03FFCC7D" w14:textId="77777777" w:rsidR="00825117" w:rsidRPr="009122B2" w:rsidRDefault="00825117" w:rsidP="000F533E">
            <w:pPr>
              <w:pStyle w:val="TAC"/>
            </w:pPr>
            <w:r>
              <w:t>61</w:t>
            </w:r>
          </w:p>
        </w:tc>
        <w:tc>
          <w:tcPr>
            <w:tcW w:w="967" w:type="dxa"/>
            <w:tcBorders>
              <w:top w:val="nil"/>
              <w:left w:val="nil"/>
              <w:bottom w:val="single" w:sz="4" w:space="0" w:color="auto"/>
              <w:right w:val="single" w:sz="4" w:space="0" w:color="auto"/>
            </w:tcBorders>
            <w:shd w:val="clear" w:color="auto" w:fill="auto"/>
            <w:noWrap/>
          </w:tcPr>
          <w:p w14:paraId="075490BC"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52412E0C"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29907394"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25AEB9DA" w14:textId="77777777" w:rsidR="00825117" w:rsidRPr="009122B2" w:rsidRDefault="00825117" w:rsidP="000F533E">
            <w:pPr>
              <w:pStyle w:val="TAC"/>
            </w:pPr>
            <w:r>
              <w:t>43032</w:t>
            </w:r>
          </w:p>
        </w:tc>
        <w:tc>
          <w:tcPr>
            <w:tcW w:w="1057" w:type="dxa"/>
            <w:tcBorders>
              <w:top w:val="nil"/>
              <w:left w:val="nil"/>
              <w:bottom w:val="single" w:sz="4" w:space="0" w:color="auto"/>
              <w:right w:val="single" w:sz="4" w:space="0" w:color="auto"/>
            </w:tcBorders>
            <w:shd w:val="clear" w:color="auto" w:fill="auto"/>
            <w:noWrap/>
          </w:tcPr>
          <w:p w14:paraId="3B1CA5CE"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55119FDC"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202E9477" w14:textId="77777777" w:rsidR="00825117" w:rsidRPr="009122B2" w:rsidRDefault="00825117" w:rsidP="000F533E">
            <w:pPr>
              <w:pStyle w:val="TAC"/>
            </w:pPr>
            <w:r>
              <w:t>6</w:t>
            </w:r>
          </w:p>
        </w:tc>
        <w:tc>
          <w:tcPr>
            <w:tcW w:w="925" w:type="dxa"/>
            <w:tcBorders>
              <w:top w:val="nil"/>
              <w:left w:val="nil"/>
              <w:bottom w:val="single" w:sz="4" w:space="0" w:color="auto"/>
              <w:right w:val="single" w:sz="4" w:space="0" w:color="auto"/>
            </w:tcBorders>
            <w:shd w:val="clear" w:color="auto" w:fill="auto"/>
            <w:noWrap/>
          </w:tcPr>
          <w:p w14:paraId="36024F08" w14:textId="77777777" w:rsidR="00825117" w:rsidRPr="009122B2" w:rsidRDefault="00825117" w:rsidP="000F533E">
            <w:pPr>
              <w:pStyle w:val="TAC"/>
            </w:pPr>
            <w:r w:rsidRPr="00381CD8">
              <w:t>64416</w:t>
            </w:r>
          </w:p>
        </w:tc>
        <w:tc>
          <w:tcPr>
            <w:tcW w:w="1127" w:type="dxa"/>
            <w:tcBorders>
              <w:top w:val="nil"/>
              <w:left w:val="nil"/>
              <w:bottom w:val="single" w:sz="4" w:space="0" w:color="auto"/>
              <w:right w:val="single" w:sz="4" w:space="0" w:color="auto"/>
            </w:tcBorders>
            <w:shd w:val="clear" w:color="auto" w:fill="auto"/>
            <w:noWrap/>
          </w:tcPr>
          <w:p w14:paraId="119EA96B" w14:textId="77777777" w:rsidR="00825117" w:rsidRPr="009122B2" w:rsidRDefault="00825117" w:rsidP="000F533E">
            <w:pPr>
              <w:pStyle w:val="TAC"/>
            </w:pPr>
            <w:r w:rsidRPr="00381CD8">
              <w:t>8052</w:t>
            </w:r>
          </w:p>
        </w:tc>
      </w:tr>
      <w:tr w:rsidR="00825117" w:rsidRPr="00835F44" w14:paraId="6A2509C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B92D96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BABD5E8" w14:textId="77777777" w:rsidR="00825117" w:rsidRPr="00835F44" w:rsidRDefault="00825117" w:rsidP="000F533E">
            <w:pPr>
              <w:pStyle w:val="TAC"/>
            </w:pPr>
            <w:r w:rsidRPr="009122B2">
              <w:t>65</w:t>
            </w:r>
          </w:p>
        </w:tc>
        <w:tc>
          <w:tcPr>
            <w:tcW w:w="967" w:type="dxa"/>
            <w:tcBorders>
              <w:top w:val="nil"/>
              <w:left w:val="nil"/>
              <w:bottom w:val="single" w:sz="4" w:space="0" w:color="auto"/>
              <w:right w:val="single" w:sz="4" w:space="0" w:color="auto"/>
            </w:tcBorders>
            <w:shd w:val="clear" w:color="auto" w:fill="auto"/>
            <w:noWrap/>
            <w:hideMark/>
          </w:tcPr>
          <w:p w14:paraId="6A39FEAB"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DEBDAB6"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6C3243DE"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F628DFD" w14:textId="77777777" w:rsidR="00825117" w:rsidRPr="00835F44" w:rsidRDefault="00825117" w:rsidP="000F533E">
            <w:pPr>
              <w:pStyle w:val="TAC"/>
            </w:pPr>
            <w:r w:rsidRPr="009122B2">
              <w:t>46104</w:t>
            </w:r>
          </w:p>
        </w:tc>
        <w:tc>
          <w:tcPr>
            <w:tcW w:w="1057" w:type="dxa"/>
            <w:tcBorders>
              <w:top w:val="nil"/>
              <w:left w:val="nil"/>
              <w:bottom w:val="single" w:sz="4" w:space="0" w:color="auto"/>
              <w:right w:val="single" w:sz="4" w:space="0" w:color="auto"/>
            </w:tcBorders>
            <w:shd w:val="clear" w:color="auto" w:fill="auto"/>
            <w:noWrap/>
            <w:hideMark/>
          </w:tcPr>
          <w:p w14:paraId="62EE03F1"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01A1701"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63F17520" w14:textId="77777777" w:rsidR="00825117" w:rsidRPr="00835F44" w:rsidRDefault="00825117" w:rsidP="000F533E">
            <w:pPr>
              <w:pStyle w:val="TAC"/>
            </w:pPr>
            <w:r w:rsidRPr="009122B2">
              <w:t>6</w:t>
            </w:r>
          </w:p>
        </w:tc>
        <w:tc>
          <w:tcPr>
            <w:tcW w:w="925" w:type="dxa"/>
            <w:tcBorders>
              <w:top w:val="nil"/>
              <w:left w:val="nil"/>
              <w:bottom w:val="single" w:sz="4" w:space="0" w:color="auto"/>
              <w:right w:val="single" w:sz="4" w:space="0" w:color="auto"/>
            </w:tcBorders>
            <w:shd w:val="clear" w:color="auto" w:fill="auto"/>
            <w:noWrap/>
            <w:hideMark/>
          </w:tcPr>
          <w:p w14:paraId="41273ED1" w14:textId="77777777" w:rsidR="00825117" w:rsidRPr="00835F44" w:rsidRDefault="00825117" w:rsidP="000F533E">
            <w:pPr>
              <w:pStyle w:val="TAC"/>
            </w:pPr>
            <w:r w:rsidRPr="009122B2">
              <w:t>68640</w:t>
            </w:r>
          </w:p>
        </w:tc>
        <w:tc>
          <w:tcPr>
            <w:tcW w:w="1127" w:type="dxa"/>
            <w:tcBorders>
              <w:top w:val="nil"/>
              <w:left w:val="nil"/>
              <w:bottom w:val="single" w:sz="4" w:space="0" w:color="auto"/>
              <w:right w:val="single" w:sz="4" w:space="0" w:color="auto"/>
            </w:tcBorders>
            <w:shd w:val="clear" w:color="auto" w:fill="auto"/>
            <w:noWrap/>
            <w:hideMark/>
          </w:tcPr>
          <w:p w14:paraId="19A1AAE0" w14:textId="77777777" w:rsidR="00825117" w:rsidRPr="00835F44" w:rsidRDefault="00825117" w:rsidP="000F533E">
            <w:pPr>
              <w:pStyle w:val="TAC"/>
            </w:pPr>
            <w:r w:rsidRPr="009122B2">
              <w:t>8580</w:t>
            </w:r>
          </w:p>
        </w:tc>
      </w:tr>
      <w:tr w:rsidR="00825117" w:rsidRPr="00835F44" w14:paraId="666043B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29F4C5D3"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2E5601C6" w14:textId="77777777" w:rsidR="00825117" w:rsidRPr="009122B2" w:rsidRDefault="00825117" w:rsidP="000F533E">
            <w:pPr>
              <w:pStyle w:val="TAC"/>
            </w:pPr>
            <w:r>
              <w:t>67</w:t>
            </w:r>
          </w:p>
        </w:tc>
        <w:tc>
          <w:tcPr>
            <w:tcW w:w="967" w:type="dxa"/>
            <w:tcBorders>
              <w:top w:val="nil"/>
              <w:left w:val="nil"/>
              <w:bottom w:val="single" w:sz="4" w:space="0" w:color="auto"/>
              <w:right w:val="single" w:sz="4" w:space="0" w:color="auto"/>
            </w:tcBorders>
            <w:shd w:val="clear" w:color="auto" w:fill="auto"/>
            <w:noWrap/>
          </w:tcPr>
          <w:p w14:paraId="348EE5C4"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69116C10"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5C6B962D"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266D198F" w14:textId="77777777" w:rsidR="00825117" w:rsidRPr="009122B2" w:rsidRDefault="00825117" w:rsidP="000F533E">
            <w:pPr>
              <w:pStyle w:val="TAC"/>
            </w:pPr>
            <w:r>
              <w:t>47112</w:t>
            </w:r>
          </w:p>
        </w:tc>
        <w:tc>
          <w:tcPr>
            <w:tcW w:w="1057" w:type="dxa"/>
            <w:tcBorders>
              <w:top w:val="nil"/>
              <w:left w:val="nil"/>
              <w:bottom w:val="single" w:sz="4" w:space="0" w:color="auto"/>
              <w:right w:val="single" w:sz="4" w:space="0" w:color="auto"/>
            </w:tcBorders>
            <w:shd w:val="clear" w:color="auto" w:fill="auto"/>
            <w:noWrap/>
          </w:tcPr>
          <w:p w14:paraId="427A5B4A"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6B0D05A4"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6D9E43A9" w14:textId="77777777" w:rsidR="00825117" w:rsidRPr="009122B2" w:rsidRDefault="00825117" w:rsidP="000F533E">
            <w:pPr>
              <w:pStyle w:val="TAC"/>
            </w:pPr>
            <w:r>
              <w:t>6</w:t>
            </w:r>
          </w:p>
        </w:tc>
        <w:tc>
          <w:tcPr>
            <w:tcW w:w="925" w:type="dxa"/>
            <w:tcBorders>
              <w:top w:val="nil"/>
              <w:left w:val="nil"/>
              <w:bottom w:val="single" w:sz="4" w:space="0" w:color="auto"/>
              <w:right w:val="single" w:sz="4" w:space="0" w:color="auto"/>
            </w:tcBorders>
            <w:shd w:val="clear" w:color="auto" w:fill="auto"/>
            <w:noWrap/>
          </w:tcPr>
          <w:p w14:paraId="6B969790" w14:textId="77777777" w:rsidR="00825117" w:rsidRPr="009122B2" w:rsidRDefault="00825117" w:rsidP="000F533E">
            <w:pPr>
              <w:pStyle w:val="TAC"/>
            </w:pPr>
            <w:r w:rsidRPr="00381CD8">
              <w:t>70752</w:t>
            </w:r>
          </w:p>
        </w:tc>
        <w:tc>
          <w:tcPr>
            <w:tcW w:w="1127" w:type="dxa"/>
            <w:tcBorders>
              <w:top w:val="nil"/>
              <w:left w:val="nil"/>
              <w:bottom w:val="single" w:sz="4" w:space="0" w:color="auto"/>
              <w:right w:val="single" w:sz="4" w:space="0" w:color="auto"/>
            </w:tcBorders>
            <w:shd w:val="clear" w:color="auto" w:fill="auto"/>
            <w:noWrap/>
          </w:tcPr>
          <w:p w14:paraId="0B41622E" w14:textId="77777777" w:rsidR="00825117" w:rsidRPr="009122B2" w:rsidRDefault="00825117" w:rsidP="000F533E">
            <w:pPr>
              <w:pStyle w:val="TAC"/>
            </w:pPr>
            <w:r w:rsidRPr="00381CD8">
              <w:t>8844</w:t>
            </w:r>
          </w:p>
        </w:tc>
      </w:tr>
      <w:tr w:rsidR="00825117" w:rsidRPr="00835F44" w14:paraId="4291D93D"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612CEDA"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A962EF9" w14:textId="77777777" w:rsidR="00825117" w:rsidRPr="00835F44" w:rsidRDefault="00825117" w:rsidP="000F533E">
            <w:pPr>
              <w:pStyle w:val="TAC"/>
            </w:pPr>
            <w:r w:rsidRPr="009122B2">
              <w:t>78</w:t>
            </w:r>
          </w:p>
        </w:tc>
        <w:tc>
          <w:tcPr>
            <w:tcW w:w="967" w:type="dxa"/>
            <w:tcBorders>
              <w:top w:val="nil"/>
              <w:left w:val="nil"/>
              <w:bottom w:val="single" w:sz="4" w:space="0" w:color="auto"/>
              <w:right w:val="single" w:sz="4" w:space="0" w:color="auto"/>
            </w:tcBorders>
            <w:shd w:val="clear" w:color="auto" w:fill="auto"/>
            <w:noWrap/>
            <w:hideMark/>
          </w:tcPr>
          <w:p w14:paraId="1E9505FD"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5613743B"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35ED38D"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7E69314" w14:textId="77777777" w:rsidR="00825117" w:rsidRPr="00835F44" w:rsidRDefault="00825117" w:rsidP="000F533E">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53A52B59"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27CE14F"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BDC3D5D" w14:textId="77777777" w:rsidR="00825117" w:rsidRPr="00835F44" w:rsidRDefault="00825117" w:rsidP="000F533E">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1B2ACBF7" w14:textId="77777777" w:rsidR="00825117" w:rsidRPr="00835F44" w:rsidRDefault="00825117" w:rsidP="000F533E">
            <w:pPr>
              <w:pStyle w:val="TAC"/>
            </w:pPr>
            <w:r w:rsidRPr="009122B2">
              <w:t>82368</w:t>
            </w:r>
          </w:p>
        </w:tc>
        <w:tc>
          <w:tcPr>
            <w:tcW w:w="1127" w:type="dxa"/>
            <w:tcBorders>
              <w:top w:val="nil"/>
              <w:left w:val="nil"/>
              <w:bottom w:val="single" w:sz="4" w:space="0" w:color="auto"/>
              <w:right w:val="single" w:sz="4" w:space="0" w:color="auto"/>
            </w:tcBorders>
            <w:shd w:val="clear" w:color="auto" w:fill="auto"/>
            <w:noWrap/>
            <w:hideMark/>
          </w:tcPr>
          <w:p w14:paraId="53DF8F86" w14:textId="77777777" w:rsidR="00825117" w:rsidRPr="00835F44" w:rsidRDefault="00825117" w:rsidP="000F533E">
            <w:pPr>
              <w:pStyle w:val="TAC"/>
            </w:pPr>
            <w:r w:rsidRPr="009122B2">
              <w:t>10296</w:t>
            </w:r>
          </w:p>
        </w:tc>
      </w:tr>
      <w:tr w:rsidR="00825117" w:rsidRPr="00835F44" w14:paraId="570F4785"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047DB50"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0FB58A52" w14:textId="77777777" w:rsidR="00825117" w:rsidRPr="00835F44" w:rsidRDefault="00825117" w:rsidP="000F533E">
            <w:pPr>
              <w:pStyle w:val="TAC"/>
            </w:pPr>
            <w:r w:rsidRPr="009122B2">
              <w:t>79</w:t>
            </w:r>
          </w:p>
        </w:tc>
        <w:tc>
          <w:tcPr>
            <w:tcW w:w="967" w:type="dxa"/>
            <w:tcBorders>
              <w:top w:val="nil"/>
              <w:left w:val="nil"/>
              <w:bottom w:val="single" w:sz="4" w:space="0" w:color="auto"/>
              <w:right w:val="single" w:sz="4" w:space="0" w:color="auto"/>
            </w:tcBorders>
            <w:shd w:val="clear" w:color="auto" w:fill="auto"/>
            <w:noWrap/>
            <w:hideMark/>
          </w:tcPr>
          <w:p w14:paraId="428821D0"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7B8600F9"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5EE05D8C"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60719EE5" w14:textId="77777777" w:rsidR="00825117" w:rsidRPr="00835F44" w:rsidRDefault="00825117" w:rsidP="000F533E">
            <w:pPr>
              <w:pStyle w:val="TAC"/>
            </w:pPr>
            <w:r w:rsidRPr="009122B2">
              <w:t>55304</w:t>
            </w:r>
          </w:p>
        </w:tc>
        <w:tc>
          <w:tcPr>
            <w:tcW w:w="1057" w:type="dxa"/>
            <w:tcBorders>
              <w:top w:val="nil"/>
              <w:left w:val="nil"/>
              <w:bottom w:val="single" w:sz="4" w:space="0" w:color="auto"/>
              <w:right w:val="single" w:sz="4" w:space="0" w:color="auto"/>
            </w:tcBorders>
            <w:shd w:val="clear" w:color="auto" w:fill="auto"/>
            <w:noWrap/>
            <w:hideMark/>
          </w:tcPr>
          <w:p w14:paraId="01E9ABA2"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C6A23AA"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EE72B59" w14:textId="77777777" w:rsidR="00825117" w:rsidRPr="00835F44" w:rsidRDefault="00825117" w:rsidP="000F533E">
            <w:pPr>
              <w:pStyle w:val="TAC"/>
            </w:pPr>
            <w:r w:rsidRPr="009122B2">
              <w:t>7</w:t>
            </w:r>
          </w:p>
        </w:tc>
        <w:tc>
          <w:tcPr>
            <w:tcW w:w="925" w:type="dxa"/>
            <w:tcBorders>
              <w:top w:val="nil"/>
              <w:left w:val="nil"/>
              <w:bottom w:val="single" w:sz="4" w:space="0" w:color="auto"/>
              <w:right w:val="single" w:sz="4" w:space="0" w:color="auto"/>
            </w:tcBorders>
            <w:shd w:val="clear" w:color="auto" w:fill="auto"/>
            <w:noWrap/>
            <w:hideMark/>
          </w:tcPr>
          <w:p w14:paraId="55769FD1" w14:textId="77777777" w:rsidR="00825117" w:rsidRPr="00835F44" w:rsidRDefault="00825117" w:rsidP="000F533E">
            <w:pPr>
              <w:pStyle w:val="TAC"/>
            </w:pPr>
            <w:r w:rsidRPr="009122B2">
              <w:t>83424</w:t>
            </w:r>
          </w:p>
        </w:tc>
        <w:tc>
          <w:tcPr>
            <w:tcW w:w="1127" w:type="dxa"/>
            <w:tcBorders>
              <w:top w:val="nil"/>
              <w:left w:val="nil"/>
              <w:bottom w:val="single" w:sz="4" w:space="0" w:color="auto"/>
              <w:right w:val="single" w:sz="4" w:space="0" w:color="auto"/>
            </w:tcBorders>
            <w:shd w:val="clear" w:color="auto" w:fill="auto"/>
            <w:noWrap/>
            <w:hideMark/>
          </w:tcPr>
          <w:p w14:paraId="42DDEE64" w14:textId="77777777" w:rsidR="00825117" w:rsidRPr="00835F44" w:rsidRDefault="00825117" w:rsidP="000F533E">
            <w:pPr>
              <w:pStyle w:val="TAC"/>
            </w:pPr>
            <w:r w:rsidRPr="009122B2">
              <w:t>10428</w:t>
            </w:r>
          </w:p>
        </w:tc>
      </w:tr>
      <w:tr w:rsidR="00825117" w:rsidRPr="00835F44" w14:paraId="159A489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037A751"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721A7469" w14:textId="77777777" w:rsidR="00825117" w:rsidRPr="009122B2" w:rsidRDefault="00825117" w:rsidP="000F533E">
            <w:pPr>
              <w:pStyle w:val="TAC"/>
            </w:pPr>
            <w:r>
              <w:t>80</w:t>
            </w:r>
          </w:p>
        </w:tc>
        <w:tc>
          <w:tcPr>
            <w:tcW w:w="967" w:type="dxa"/>
            <w:tcBorders>
              <w:top w:val="nil"/>
              <w:left w:val="nil"/>
              <w:bottom w:val="single" w:sz="4" w:space="0" w:color="auto"/>
              <w:right w:val="single" w:sz="4" w:space="0" w:color="auto"/>
            </w:tcBorders>
            <w:shd w:val="clear" w:color="auto" w:fill="auto"/>
            <w:noWrap/>
          </w:tcPr>
          <w:p w14:paraId="7BF0E3DE"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6362B04F"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5C12BFDB"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565729BF" w14:textId="77777777" w:rsidR="00825117" w:rsidRPr="009122B2" w:rsidRDefault="00825117" w:rsidP="000F533E">
            <w:pPr>
              <w:pStyle w:val="TAC"/>
            </w:pPr>
            <w:r>
              <w:t>56368</w:t>
            </w:r>
          </w:p>
        </w:tc>
        <w:tc>
          <w:tcPr>
            <w:tcW w:w="1057" w:type="dxa"/>
            <w:tcBorders>
              <w:top w:val="nil"/>
              <w:left w:val="nil"/>
              <w:bottom w:val="single" w:sz="4" w:space="0" w:color="auto"/>
              <w:right w:val="single" w:sz="4" w:space="0" w:color="auto"/>
            </w:tcBorders>
            <w:shd w:val="clear" w:color="auto" w:fill="auto"/>
            <w:noWrap/>
          </w:tcPr>
          <w:p w14:paraId="68E96185"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5C4F230D"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63008D9A" w14:textId="77777777" w:rsidR="00825117" w:rsidRPr="009122B2" w:rsidRDefault="00825117" w:rsidP="000F533E">
            <w:pPr>
              <w:pStyle w:val="TAC"/>
            </w:pPr>
            <w:r>
              <w:t>7</w:t>
            </w:r>
          </w:p>
        </w:tc>
        <w:tc>
          <w:tcPr>
            <w:tcW w:w="925" w:type="dxa"/>
            <w:tcBorders>
              <w:top w:val="nil"/>
              <w:left w:val="nil"/>
              <w:bottom w:val="single" w:sz="4" w:space="0" w:color="auto"/>
              <w:right w:val="single" w:sz="4" w:space="0" w:color="auto"/>
            </w:tcBorders>
            <w:shd w:val="clear" w:color="auto" w:fill="auto"/>
            <w:noWrap/>
          </w:tcPr>
          <w:p w14:paraId="27452BA8" w14:textId="77777777" w:rsidR="00825117" w:rsidRPr="009122B2" w:rsidRDefault="00825117" w:rsidP="000F533E">
            <w:pPr>
              <w:pStyle w:val="TAC"/>
            </w:pPr>
            <w:r w:rsidRPr="00381CD8">
              <w:t>84480</w:t>
            </w:r>
          </w:p>
        </w:tc>
        <w:tc>
          <w:tcPr>
            <w:tcW w:w="1127" w:type="dxa"/>
            <w:tcBorders>
              <w:top w:val="nil"/>
              <w:left w:val="nil"/>
              <w:bottom w:val="single" w:sz="4" w:space="0" w:color="auto"/>
              <w:right w:val="single" w:sz="4" w:space="0" w:color="auto"/>
            </w:tcBorders>
            <w:shd w:val="clear" w:color="auto" w:fill="auto"/>
            <w:noWrap/>
          </w:tcPr>
          <w:p w14:paraId="23A8964A" w14:textId="77777777" w:rsidR="00825117" w:rsidRPr="009122B2" w:rsidRDefault="00825117" w:rsidP="000F533E">
            <w:pPr>
              <w:pStyle w:val="TAC"/>
            </w:pPr>
            <w:r w:rsidRPr="00381CD8">
              <w:t>10560</w:t>
            </w:r>
          </w:p>
        </w:tc>
      </w:tr>
      <w:tr w:rsidR="00825117" w:rsidRPr="00835F44" w14:paraId="07F77F8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5ADF62B4"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46DA86C8" w14:textId="77777777" w:rsidR="00825117" w:rsidRPr="009122B2" w:rsidRDefault="00825117" w:rsidP="000F533E">
            <w:pPr>
              <w:pStyle w:val="TAC"/>
            </w:pPr>
            <w:r>
              <w:t>81</w:t>
            </w:r>
          </w:p>
        </w:tc>
        <w:tc>
          <w:tcPr>
            <w:tcW w:w="967" w:type="dxa"/>
            <w:tcBorders>
              <w:top w:val="nil"/>
              <w:left w:val="nil"/>
              <w:bottom w:val="single" w:sz="4" w:space="0" w:color="auto"/>
              <w:right w:val="single" w:sz="4" w:space="0" w:color="auto"/>
            </w:tcBorders>
            <w:shd w:val="clear" w:color="auto" w:fill="auto"/>
            <w:noWrap/>
          </w:tcPr>
          <w:p w14:paraId="48717601"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43C8EBEA"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E0F4AE6"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7BB919B1" w14:textId="77777777" w:rsidR="00825117" w:rsidRPr="009122B2" w:rsidRDefault="00825117" w:rsidP="000F533E">
            <w:pPr>
              <w:pStyle w:val="TAC"/>
            </w:pPr>
            <w:r>
              <w:t>57376</w:t>
            </w:r>
          </w:p>
        </w:tc>
        <w:tc>
          <w:tcPr>
            <w:tcW w:w="1057" w:type="dxa"/>
            <w:tcBorders>
              <w:top w:val="nil"/>
              <w:left w:val="nil"/>
              <w:bottom w:val="single" w:sz="4" w:space="0" w:color="auto"/>
              <w:right w:val="single" w:sz="4" w:space="0" w:color="auto"/>
            </w:tcBorders>
            <w:shd w:val="clear" w:color="auto" w:fill="auto"/>
            <w:noWrap/>
          </w:tcPr>
          <w:p w14:paraId="071B87BA"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463297C1"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1DF48EE6" w14:textId="77777777" w:rsidR="00825117" w:rsidRPr="009122B2" w:rsidRDefault="00825117" w:rsidP="000F533E">
            <w:pPr>
              <w:pStyle w:val="TAC"/>
            </w:pPr>
            <w:r>
              <w:t>7</w:t>
            </w:r>
          </w:p>
        </w:tc>
        <w:tc>
          <w:tcPr>
            <w:tcW w:w="925" w:type="dxa"/>
            <w:tcBorders>
              <w:top w:val="nil"/>
              <w:left w:val="nil"/>
              <w:bottom w:val="single" w:sz="4" w:space="0" w:color="auto"/>
              <w:right w:val="single" w:sz="4" w:space="0" w:color="auto"/>
            </w:tcBorders>
            <w:shd w:val="clear" w:color="auto" w:fill="auto"/>
            <w:noWrap/>
          </w:tcPr>
          <w:p w14:paraId="4A1AC17B" w14:textId="77777777" w:rsidR="00825117" w:rsidRPr="009122B2" w:rsidRDefault="00825117" w:rsidP="000F533E">
            <w:pPr>
              <w:pStyle w:val="TAC"/>
            </w:pPr>
            <w:r w:rsidRPr="00381CD8">
              <w:t>85536</w:t>
            </w:r>
          </w:p>
        </w:tc>
        <w:tc>
          <w:tcPr>
            <w:tcW w:w="1127" w:type="dxa"/>
            <w:tcBorders>
              <w:top w:val="nil"/>
              <w:left w:val="nil"/>
              <w:bottom w:val="single" w:sz="4" w:space="0" w:color="auto"/>
              <w:right w:val="single" w:sz="4" w:space="0" w:color="auto"/>
            </w:tcBorders>
            <w:shd w:val="clear" w:color="auto" w:fill="auto"/>
            <w:noWrap/>
          </w:tcPr>
          <w:p w14:paraId="7F7D60CC" w14:textId="77777777" w:rsidR="00825117" w:rsidRPr="009122B2" w:rsidRDefault="00825117" w:rsidP="000F533E">
            <w:pPr>
              <w:pStyle w:val="TAC"/>
            </w:pPr>
            <w:r w:rsidRPr="00381CD8">
              <w:t>10692</w:t>
            </w:r>
          </w:p>
        </w:tc>
      </w:tr>
      <w:tr w:rsidR="00825117" w:rsidRPr="00835F44" w14:paraId="310B39A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CE3220C"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709E0A50" w14:textId="77777777" w:rsidR="00825117" w:rsidRPr="009122B2" w:rsidRDefault="00825117" w:rsidP="000F533E">
            <w:pPr>
              <w:pStyle w:val="TAC"/>
            </w:pPr>
            <w:r>
              <w:t>93</w:t>
            </w:r>
          </w:p>
        </w:tc>
        <w:tc>
          <w:tcPr>
            <w:tcW w:w="967" w:type="dxa"/>
            <w:tcBorders>
              <w:top w:val="nil"/>
              <w:left w:val="nil"/>
              <w:bottom w:val="single" w:sz="4" w:space="0" w:color="auto"/>
              <w:right w:val="single" w:sz="4" w:space="0" w:color="auto"/>
            </w:tcBorders>
            <w:shd w:val="clear" w:color="auto" w:fill="auto"/>
            <w:noWrap/>
          </w:tcPr>
          <w:p w14:paraId="79FE84BD"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3437333B"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44B53FEA"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7861D9E8" w14:textId="77777777" w:rsidR="00825117" w:rsidRPr="009122B2" w:rsidRDefault="00825117" w:rsidP="000F533E">
            <w:pPr>
              <w:pStyle w:val="TAC"/>
            </w:pPr>
            <w:r>
              <w:t>65576</w:t>
            </w:r>
          </w:p>
        </w:tc>
        <w:tc>
          <w:tcPr>
            <w:tcW w:w="1057" w:type="dxa"/>
            <w:tcBorders>
              <w:top w:val="nil"/>
              <w:left w:val="nil"/>
              <w:bottom w:val="single" w:sz="4" w:space="0" w:color="auto"/>
              <w:right w:val="single" w:sz="4" w:space="0" w:color="auto"/>
            </w:tcBorders>
            <w:shd w:val="clear" w:color="auto" w:fill="auto"/>
            <w:noWrap/>
          </w:tcPr>
          <w:p w14:paraId="5CF19AAE"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3BC7F9BA"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01C4195C" w14:textId="77777777" w:rsidR="00825117" w:rsidRPr="009122B2" w:rsidRDefault="00825117" w:rsidP="000F533E">
            <w:pPr>
              <w:pStyle w:val="TAC"/>
            </w:pPr>
            <w:r>
              <w:t>8</w:t>
            </w:r>
          </w:p>
        </w:tc>
        <w:tc>
          <w:tcPr>
            <w:tcW w:w="925" w:type="dxa"/>
            <w:tcBorders>
              <w:top w:val="nil"/>
              <w:left w:val="nil"/>
              <w:bottom w:val="single" w:sz="4" w:space="0" w:color="auto"/>
              <w:right w:val="single" w:sz="4" w:space="0" w:color="auto"/>
            </w:tcBorders>
            <w:shd w:val="clear" w:color="auto" w:fill="auto"/>
            <w:noWrap/>
          </w:tcPr>
          <w:p w14:paraId="5B0D8828" w14:textId="77777777" w:rsidR="00825117" w:rsidRPr="009122B2" w:rsidRDefault="00825117" w:rsidP="000F533E">
            <w:pPr>
              <w:pStyle w:val="TAC"/>
            </w:pPr>
            <w:r>
              <w:t>98208</w:t>
            </w:r>
          </w:p>
        </w:tc>
        <w:tc>
          <w:tcPr>
            <w:tcW w:w="1127" w:type="dxa"/>
            <w:tcBorders>
              <w:top w:val="nil"/>
              <w:left w:val="nil"/>
              <w:bottom w:val="single" w:sz="4" w:space="0" w:color="auto"/>
              <w:right w:val="single" w:sz="4" w:space="0" w:color="auto"/>
            </w:tcBorders>
            <w:shd w:val="clear" w:color="auto" w:fill="auto"/>
            <w:noWrap/>
          </w:tcPr>
          <w:p w14:paraId="312D470B" w14:textId="77777777" w:rsidR="00825117" w:rsidRPr="009122B2" w:rsidRDefault="00825117" w:rsidP="000F533E">
            <w:pPr>
              <w:pStyle w:val="TAC"/>
            </w:pPr>
            <w:r>
              <w:t>12276</w:t>
            </w:r>
          </w:p>
        </w:tc>
      </w:tr>
      <w:tr w:rsidR="00825117" w:rsidRPr="00835F44" w14:paraId="68CF102E"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16B08308"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0C9F93F0" w14:textId="77777777" w:rsidR="00825117" w:rsidRDefault="00825117" w:rsidP="000F533E">
            <w:pPr>
              <w:pStyle w:val="TAC"/>
            </w:pPr>
            <w:r>
              <w:t>95</w:t>
            </w:r>
          </w:p>
        </w:tc>
        <w:tc>
          <w:tcPr>
            <w:tcW w:w="967" w:type="dxa"/>
            <w:tcBorders>
              <w:top w:val="nil"/>
              <w:left w:val="nil"/>
              <w:bottom w:val="single" w:sz="4" w:space="0" w:color="auto"/>
              <w:right w:val="single" w:sz="4" w:space="0" w:color="auto"/>
            </w:tcBorders>
            <w:shd w:val="clear" w:color="auto" w:fill="auto"/>
            <w:noWrap/>
          </w:tcPr>
          <w:p w14:paraId="60FB2358" w14:textId="77777777" w:rsidR="00825117"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1D87D9E9" w14:textId="77777777" w:rsidR="00825117"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7FBF8B8B" w14:textId="77777777" w:rsidR="00825117"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725953C5" w14:textId="77777777" w:rsidR="00825117" w:rsidRDefault="00825117" w:rsidP="000F533E">
            <w:pPr>
              <w:pStyle w:val="TAC"/>
            </w:pPr>
            <w:r>
              <w:t>67584</w:t>
            </w:r>
          </w:p>
        </w:tc>
        <w:tc>
          <w:tcPr>
            <w:tcW w:w="1057" w:type="dxa"/>
            <w:tcBorders>
              <w:top w:val="nil"/>
              <w:left w:val="nil"/>
              <w:bottom w:val="single" w:sz="4" w:space="0" w:color="auto"/>
              <w:right w:val="single" w:sz="4" w:space="0" w:color="auto"/>
            </w:tcBorders>
            <w:shd w:val="clear" w:color="auto" w:fill="auto"/>
            <w:noWrap/>
          </w:tcPr>
          <w:p w14:paraId="67EFAB91" w14:textId="77777777" w:rsidR="00825117"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7095D561" w14:textId="77777777" w:rsidR="00825117"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3F27E62C" w14:textId="77777777" w:rsidR="00825117" w:rsidRDefault="00825117" w:rsidP="000F533E">
            <w:pPr>
              <w:pStyle w:val="TAC"/>
            </w:pPr>
            <w:r>
              <w:t>8</w:t>
            </w:r>
          </w:p>
        </w:tc>
        <w:tc>
          <w:tcPr>
            <w:tcW w:w="925" w:type="dxa"/>
            <w:tcBorders>
              <w:top w:val="nil"/>
              <w:left w:val="nil"/>
              <w:bottom w:val="single" w:sz="4" w:space="0" w:color="auto"/>
              <w:right w:val="single" w:sz="4" w:space="0" w:color="auto"/>
            </w:tcBorders>
            <w:shd w:val="clear" w:color="auto" w:fill="auto"/>
            <w:noWrap/>
          </w:tcPr>
          <w:p w14:paraId="78B5EA3E" w14:textId="77777777" w:rsidR="00825117" w:rsidRDefault="00825117" w:rsidP="000F533E">
            <w:pPr>
              <w:pStyle w:val="TAC"/>
            </w:pPr>
            <w:r w:rsidRPr="00381CD8">
              <w:t>100320</w:t>
            </w:r>
          </w:p>
        </w:tc>
        <w:tc>
          <w:tcPr>
            <w:tcW w:w="1127" w:type="dxa"/>
            <w:tcBorders>
              <w:top w:val="nil"/>
              <w:left w:val="nil"/>
              <w:bottom w:val="single" w:sz="4" w:space="0" w:color="auto"/>
              <w:right w:val="single" w:sz="4" w:space="0" w:color="auto"/>
            </w:tcBorders>
            <w:shd w:val="clear" w:color="auto" w:fill="auto"/>
            <w:noWrap/>
          </w:tcPr>
          <w:p w14:paraId="75E83891" w14:textId="77777777" w:rsidR="00825117" w:rsidRDefault="00825117" w:rsidP="000F533E">
            <w:pPr>
              <w:pStyle w:val="TAC"/>
            </w:pPr>
            <w:r w:rsidRPr="00381CD8">
              <w:t>12540</w:t>
            </w:r>
          </w:p>
        </w:tc>
      </w:tr>
      <w:tr w:rsidR="00825117" w:rsidRPr="00835F44" w14:paraId="4346A32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6AAC9823"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7A557856" w14:textId="77777777" w:rsidR="00825117" w:rsidRPr="00835F44" w:rsidRDefault="00825117" w:rsidP="000F533E">
            <w:pPr>
              <w:pStyle w:val="TAC"/>
            </w:pPr>
            <w:r w:rsidRPr="009122B2">
              <w:t>106</w:t>
            </w:r>
          </w:p>
        </w:tc>
        <w:tc>
          <w:tcPr>
            <w:tcW w:w="967" w:type="dxa"/>
            <w:tcBorders>
              <w:top w:val="nil"/>
              <w:left w:val="nil"/>
              <w:bottom w:val="single" w:sz="4" w:space="0" w:color="auto"/>
              <w:right w:val="single" w:sz="4" w:space="0" w:color="auto"/>
            </w:tcBorders>
            <w:shd w:val="clear" w:color="auto" w:fill="auto"/>
            <w:noWrap/>
            <w:hideMark/>
          </w:tcPr>
          <w:p w14:paraId="3BF68496"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7B494661"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51DF9EA"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A095775" w14:textId="77777777" w:rsidR="00825117" w:rsidRPr="00835F44" w:rsidRDefault="00825117" w:rsidP="000F533E">
            <w:pPr>
              <w:pStyle w:val="TAC"/>
            </w:pPr>
            <w:r w:rsidRPr="009122B2">
              <w:t>73776</w:t>
            </w:r>
          </w:p>
        </w:tc>
        <w:tc>
          <w:tcPr>
            <w:tcW w:w="1057" w:type="dxa"/>
            <w:tcBorders>
              <w:top w:val="nil"/>
              <w:left w:val="nil"/>
              <w:bottom w:val="single" w:sz="4" w:space="0" w:color="auto"/>
              <w:right w:val="single" w:sz="4" w:space="0" w:color="auto"/>
            </w:tcBorders>
            <w:shd w:val="clear" w:color="auto" w:fill="auto"/>
            <w:noWrap/>
            <w:hideMark/>
          </w:tcPr>
          <w:p w14:paraId="436CE7FD"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40CAF80"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5B58C21" w14:textId="77777777" w:rsidR="00825117" w:rsidRPr="00835F44" w:rsidRDefault="00825117" w:rsidP="000F533E">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10CDA489" w14:textId="77777777" w:rsidR="00825117" w:rsidRPr="00835F44" w:rsidRDefault="00825117" w:rsidP="000F533E">
            <w:pPr>
              <w:pStyle w:val="TAC"/>
            </w:pPr>
            <w:r w:rsidRPr="009122B2">
              <w:t>111936</w:t>
            </w:r>
          </w:p>
        </w:tc>
        <w:tc>
          <w:tcPr>
            <w:tcW w:w="1127" w:type="dxa"/>
            <w:tcBorders>
              <w:top w:val="nil"/>
              <w:left w:val="nil"/>
              <w:bottom w:val="single" w:sz="4" w:space="0" w:color="auto"/>
              <w:right w:val="single" w:sz="4" w:space="0" w:color="auto"/>
            </w:tcBorders>
            <w:shd w:val="clear" w:color="auto" w:fill="auto"/>
            <w:noWrap/>
            <w:hideMark/>
          </w:tcPr>
          <w:p w14:paraId="3C2DC761" w14:textId="77777777" w:rsidR="00825117" w:rsidRPr="00835F44" w:rsidRDefault="00825117" w:rsidP="000F533E">
            <w:pPr>
              <w:pStyle w:val="TAC"/>
            </w:pPr>
            <w:r w:rsidRPr="009122B2">
              <w:t>13992</w:t>
            </w:r>
          </w:p>
        </w:tc>
      </w:tr>
      <w:tr w:rsidR="00825117" w:rsidRPr="00835F44" w14:paraId="0404C15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7ED59D3"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79B9A8A" w14:textId="77777777" w:rsidR="00825117" w:rsidRPr="00835F44" w:rsidRDefault="00825117" w:rsidP="000F533E">
            <w:pPr>
              <w:pStyle w:val="TAC"/>
            </w:pPr>
            <w:r w:rsidRPr="009122B2">
              <w:t>107</w:t>
            </w:r>
          </w:p>
        </w:tc>
        <w:tc>
          <w:tcPr>
            <w:tcW w:w="967" w:type="dxa"/>
            <w:tcBorders>
              <w:top w:val="nil"/>
              <w:left w:val="nil"/>
              <w:bottom w:val="single" w:sz="4" w:space="0" w:color="auto"/>
              <w:right w:val="single" w:sz="4" w:space="0" w:color="auto"/>
            </w:tcBorders>
            <w:shd w:val="clear" w:color="auto" w:fill="auto"/>
            <w:noWrap/>
            <w:hideMark/>
          </w:tcPr>
          <w:p w14:paraId="67848463"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1D7A527"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28E7A52F"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59B8B1A6" w14:textId="77777777" w:rsidR="00825117" w:rsidRPr="00835F44" w:rsidRDefault="00825117" w:rsidP="000F533E">
            <w:pPr>
              <w:pStyle w:val="TAC"/>
            </w:pPr>
            <w:r w:rsidRPr="009122B2">
              <w:t>75792</w:t>
            </w:r>
          </w:p>
        </w:tc>
        <w:tc>
          <w:tcPr>
            <w:tcW w:w="1057" w:type="dxa"/>
            <w:tcBorders>
              <w:top w:val="nil"/>
              <w:left w:val="nil"/>
              <w:bottom w:val="single" w:sz="4" w:space="0" w:color="auto"/>
              <w:right w:val="single" w:sz="4" w:space="0" w:color="auto"/>
            </w:tcBorders>
            <w:shd w:val="clear" w:color="auto" w:fill="auto"/>
            <w:noWrap/>
            <w:hideMark/>
          </w:tcPr>
          <w:p w14:paraId="1D840247"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6C581084"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97E9709" w14:textId="77777777" w:rsidR="00825117" w:rsidRPr="00835F44" w:rsidRDefault="00825117" w:rsidP="000F533E">
            <w:pPr>
              <w:pStyle w:val="TAC"/>
            </w:pPr>
            <w:r w:rsidRPr="009122B2">
              <w:t>9</w:t>
            </w:r>
          </w:p>
        </w:tc>
        <w:tc>
          <w:tcPr>
            <w:tcW w:w="925" w:type="dxa"/>
            <w:tcBorders>
              <w:top w:val="nil"/>
              <w:left w:val="nil"/>
              <w:bottom w:val="single" w:sz="4" w:space="0" w:color="auto"/>
              <w:right w:val="single" w:sz="4" w:space="0" w:color="auto"/>
            </w:tcBorders>
            <w:shd w:val="clear" w:color="auto" w:fill="auto"/>
            <w:noWrap/>
            <w:hideMark/>
          </w:tcPr>
          <w:p w14:paraId="5874EA24" w14:textId="77777777" w:rsidR="00825117" w:rsidRPr="00835F44" w:rsidRDefault="00825117" w:rsidP="000F533E">
            <w:pPr>
              <w:pStyle w:val="TAC"/>
            </w:pPr>
            <w:r w:rsidRPr="009122B2">
              <w:t>112992</w:t>
            </w:r>
          </w:p>
        </w:tc>
        <w:tc>
          <w:tcPr>
            <w:tcW w:w="1127" w:type="dxa"/>
            <w:tcBorders>
              <w:top w:val="nil"/>
              <w:left w:val="nil"/>
              <w:bottom w:val="single" w:sz="4" w:space="0" w:color="auto"/>
              <w:right w:val="single" w:sz="4" w:space="0" w:color="auto"/>
            </w:tcBorders>
            <w:shd w:val="clear" w:color="auto" w:fill="auto"/>
            <w:noWrap/>
            <w:hideMark/>
          </w:tcPr>
          <w:p w14:paraId="184757EC" w14:textId="77777777" w:rsidR="00825117" w:rsidRPr="00835F44" w:rsidRDefault="00825117" w:rsidP="000F533E">
            <w:pPr>
              <w:pStyle w:val="TAC"/>
            </w:pPr>
            <w:r w:rsidRPr="009122B2">
              <w:t>14124</w:t>
            </w:r>
          </w:p>
        </w:tc>
      </w:tr>
      <w:tr w:rsidR="00825117" w:rsidRPr="00835F44" w14:paraId="346FDC0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57A00D2"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747E4670" w14:textId="77777777" w:rsidR="00825117" w:rsidRPr="009122B2" w:rsidRDefault="00825117" w:rsidP="000F533E">
            <w:pPr>
              <w:pStyle w:val="TAC"/>
            </w:pPr>
            <w:r>
              <w:t>108</w:t>
            </w:r>
          </w:p>
        </w:tc>
        <w:tc>
          <w:tcPr>
            <w:tcW w:w="967" w:type="dxa"/>
            <w:tcBorders>
              <w:top w:val="nil"/>
              <w:left w:val="nil"/>
              <w:bottom w:val="single" w:sz="4" w:space="0" w:color="auto"/>
              <w:right w:val="single" w:sz="4" w:space="0" w:color="auto"/>
            </w:tcBorders>
            <w:shd w:val="clear" w:color="auto" w:fill="auto"/>
            <w:noWrap/>
          </w:tcPr>
          <w:p w14:paraId="2B6121D6"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485BDEFD"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7867E5C"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4DAA38DB" w14:textId="77777777" w:rsidR="00825117" w:rsidRPr="009122B2" w:rsidRDefault="00825117" w:rsidP="000F533E">
            <w:pPr>
              <w:pStyle w:val="TAC"/>
            </w:pPr>
            <w:r>
              <w:t>75792</w:t>
            </w:r>
          </w:p>
        </w:tc>
        <w:tc>
          <w:tcPr>
            <w:tcW w:w="1057" w:type="dxa"/>
            <w:tcBorders>
              <w:top w:val="nil"/>
              <w:left w:val="nil"/>
              <w:bottom w:val="single" w:sz="4" w:space="0" w:color="auto"/>
              <w:right w:val="single" w:sz="4" w:space="0" w:color="auto"/>
            </w:tcBorders>
            <w:shd w:val="clear" w:color="auto" w:fill="auto"/>
            <w:noWrap/>
          </w:tcPr>
          <w:p w14:paraId="1654148F"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32A5741D"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10643EED" w14:textId="77777777" w:rsidR="00825117" w:rsidRPr="009122B2" w:rsidRDefault="00825117" w:rsidP="000F533E">
            <w:pPr>
              <w:pStyle w:val="TAC"/>
            </w:pPr>
            <w:r>
              <w:t>9</w:t>
            </w:r>
          </w:p>
        </w:tc>
        <w:tc>
          <w:tcPr>
            <w:tcW w:w="925" w:type="dxa"/>
            <w:tcBorders>
              <w:top w:val="nil"/>
              <w:left w:val="nil"/>
              <w:bottom w:val="single" w:sz="4" w:space="0" w:color="auto"/>
              <w:right w:val="single" w:sz="4" w:space="0" w:color="auto"/>
            </w:tcBorders>
            <w:shd w:val="clear" w:color="auto" w:fill="auto"/>
            <w:noWrap/>
          </w:tcPr>
          <w:p w14:paraId="70CEBB06" w14:textId="77777777" w:rsidR="00825117" w:rsidRPr="009122B2" w:rsidRDefault="00825117" w:rsidP="000F533E">
            <w:pPr>
              <w:pStyle w:val="TAC"/>
            </w:pPr>
            <w:r w:rsidRPr="00381CD8">
              <w:t>114048</w:t>
            </w:r>
          </w:p>
        </w:tc>
        <w:tc>
          <w:tcPr>
            <w:tcW w:w="1127" w:type="dxa"/>
            <w:tcBorders>
              <w:top w:val="nil"/>
              <w:left w:val="nil"/>
              <w:bottom w:val="single" w:sz="4" w:space="0" w:color="auto"/>
              <w:right w:val="single" w:sz="4" w:space="0" w:color="auto"/>
            </w:tcBorders>
            <w:shd w:val="clear" w:color="auto" w:fill="auto"/>
            <w:noWrap/>
          </w:tcPr>
          <w:p w14:paraId="45E9C679" w14:textId="77777777" w:rsidR="00825117" w:rsidRPr="009122B2" w:rsidRDefault="00825117" w:rsidP="000F533E">
            <w:pPr>
              <w:pStyle w:val="TAC"/>
            </w:pPr>
            <w:r w:rsidRPr="00381CD8">
              <w:t>14256</w:t>
            </w:r>
          </w:p>
        </w:tc>
      </w:tr>
      <w:tr w:rsidR="00825117" w:rsidRPr="00835F44" w14:paraId="1941DBF3"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2582094"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49E69E2A" w14:textId="77777777" w:rsidR="00825117" w:rsidRPr="009122B2" w:rsidRDefault="00825117" w:rsidP="000F533E">
            <w:pPr>
              <w:pStyle w:val="TAC"/>
            </w:pPr>
            <w:r>
              <w:t>109</w:t>
            </w:r>
          </w:p>
        </w:tc>
        <w:tc>
          <w:tcPr>
            <w:tcW w:w="967" w:type="dxa"/>
            <w:tcBorders>
              <w:top w:val="nil"/>
              <w:left w:val="nil"/>
              <w:bottom w:val="single" w:sz="4" w:space="0" w:color="auto"/>
              <w:right w:val="single" w:sz="4" w:space="0" w:color="auto"/>
            </w:tcBorders>
            <w:shd w:val="clear" w:color="auto" w:fill="auto"/>
            <w:noWrap/>
          </w:tcPr>
          <w:p w14:paraId="2F4E8747"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72A87659"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3D12014"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48C880E6" w14:textId="77777777" w:rsidR="00825117" w:rsidRPr="009122B2" w:rsidRDefault="00825117" w:rsidP="000F533E">
            <w:pPr>
              <w:pStyle w:val="TAC"/>
            </w:pPr>
            <w:r>
              <w:t>75792</w:t>
            </w:r>
          </w:p>
        </w:tc>
        <w:tc>
          <w:tcPr>
            <w:tcW w:w="1057" w:type="dxa"/>
            <w:tcBorders>
              <w:top w:val="nil"/>
              <w:left w:val="nil"/>
              <w:bottom w:val="single" w:sz="4" w:space="0" w:color="auto"/>
              <w:right w:val="single" w:sz="4" w:space="0" w:color="auto"/>
            </w:tcBorders>
            <w:shd w:val="clear" w:color="auto" w:fill="auto"/>
            <w:noWrap/>
          </w:tcPr>
          <w:p w14:paraId="4F05C508"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2B6496B4"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4CF64637" w14:textId="77777777" w:rsidR="00825117" w:rsidRPr="009122B2" w:rsidRDefault="00825117" w:rsidP="000F533E">
            <w:pPr>
              <w:pStyle w:val="TAC"/>
            </w:pPr>
            <w:r>
              <w:t>9</w:t>
            </w:r>
          </w:p>
        </w:tc>
        <w:tc>
          <w:tcPr>
            <w:tcW w:w="925" w:type="dxa"/>
            <w:tcBorders>
              <w:top w:val="nil"/>
              <w:left w:val="nil"/>
              <w:bottom w:val="single" w:sz="4" w:space="0" w:color="auto"/>
              <w:right w:val="single" w:sz="4" w:space="0" w:color="auto"/>
            </w:tcBorders>
            <w:shd w:val="clear" w:color="auto" w:fill="auto"/>
            <w:noWrap/>
          </w:tcPr>
          <w:p w14:paraId="1EF0891E" w14:textId="77777777" w:rsidR="00825117" w:rsidRPr="009122B2" w:rsidRDefault="00825117" w:rsidP="000F533E">
            <w:pPr>
              <w:pStyle w:val="TAC"/>
            </w:pPr>
            <w:r w:rsidRPr="00381CD8">
              <w:t>115104</w:t>
            </w:r>
          </w:p>
        </w:tc>
        <w:tc>
          <w:tcPr>
            <w:tcW w:w="1127" w:type="dxa"/>
            <w:tcBorders>
              <w:top w:val="nil"/>
              <w:left w:val="nil"/>
              <w:bottom w:val="single" w:sz="4" w:space="0" w:color="auto"/>
              <w:right w:val="single" w:sz="4" w:space="0" w:color="auto"/>
            </w:tcBorders>
            <w:shd w:val="clear" w:color="auto" w:fill="auto"/>
            <w:noWrap/>
          </w:tcPr>
          <w:p w14:paraId="0CC91546" w14:textId="77777777" w:rsidR="00825117" w:rsidRPr="009122B2" w:rsidRDefault="00825117" w:rsidP="000F533E">
            <w:pPr>
              <w:pStyle w:val="TAC"/>
            </w:pPr>
            <w:r w:rsidRPr="00381CD8">
              <w:t>14388</w:t>
            </w:r>
          </w:p>
        </w:tc>
      </w:tr>
      <w:tr w:rsidR="00825117" w:rsidRPr="00835F44" w14:paraId="214D827B"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E9FB1A0"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F6E1162" w14:textId="77777777" w:rsidR="00825117" w:rsidRPr="00835F44" w:rsidRDefault="00825117" w:rsidP="000F533E">
            <w:pPr>
              <w:pStyle w:val="TAC"/>
            </w:pPr>
            <w:r w:rsidRPr="009122B2">
              <w:t>121</w:t>
            </w:r>
          </w:p>
        </w:tc>
        <w:tc>
          <w:tcPr>
            <w:tcW w:w="967" w:type="dxa"/>
            <w:tcBorders>
              <w:top w:val="nil"/>
              <w:left w:val="nil"/>
              <w:bottom w:val="single" w:sz="4" w:space="0" w:color="auto"/>
              <w:right w:val="single" w:sz="4" w:space="0" w:color="auto"/>
            </w:tcBorders>
            <w:shd w:val="clear" w:color="auto" w:fill="auto"/>
            <w:noWrap/>
            <w:hideMark/>
          </w:tcPr>
          <w:p w14:paraId="5C9D904D"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23B5C08D"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EA8AE41"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78319C99" w14:textId="77777777" w:rsidR="00825117" w:rsidRPr="00835F44" w:rsidRDefault="00825117" w:rsidP="000F533E">
            <w:pPr>
              <w:pStyle w:val="TAC"/>
            </w:pPr>
            <w:r w:rsidRPr="009122B2">
              <w:t>86040</w:t>
            </w:r>
          </w:p>
        </w:tc>
        <w:tc>
          <w:tcPr>
            <w:tcW w:w="1057" w:type="dxa"/>
            <w:tcBorders>
              <w:top w:val="nil"/>
              <w:left w:val="nil"/>
              <w:bottom w:val="single" w:sz="4" w:space="0" w:color="auto"/>
              <w:right w:val="single" w:sz="4" w:space="0" w:color="auto"/>
            </w:tcBorders>
            <w:shd w:val="clear" w:color="auto" w:fill="auto"/>
            <w:noWrap/>
            <w:hideMark/>
          </w:tcPr>
          <w:p w14:paraId="22518123"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BD3D064"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77EE5A66" w14:textId="77777777" w:rsidR="00825117" w:rsidRPr="00835F44" w:rsidRDefault="00825117" w:rsidP="000F533E">
            <w:pPr>
              <w:pStyle w:val="TAC"/>
            </w:pPr>
            <w:r w:rsidRPr="009122B2">
              <w:t>11</w:t>
            </w:r>
          </w:p>
        </w:tc>
        <w:tc>
          <w:tcPr>
            <w:tcW w:w="925" w:type="dxa"/>
            <w:tcBorders>
              <w:top w:val="nil"/>
              <w:left w:val="nil"/>
              <w:bottom w:val="single" w:sz="4" w:space="0" w:color="auto"/>
              <w:right w:val="single" w:sz="4" w:space="0" w:color="auto"/>
            </w:tcBorders>
            <w:shd w:val="clear" w:color="auto" w:fill="auto"/>
            <w:noWrap/>
            <w:hideMark/>
          </w:tcPr>
          <w:p w14:paraId="0E0F059A" w14:textId="77777777" w:rsidR="00825117" w:rsidRPr="00835F44" w:rsidRDefault="00825117" w:rsidP="000F533E">
            <w:pPr>
              <w:pStyle w:val="TAC"/>
            </w:pPr>
            <w:r w:rsidRPr="009122B2">
              <w:t>127776</w:t>
            </w:r>
          </w:p>
        </w:tc>
        <w:tc>
          <w:tcPr>
            <w:tcW w:w="1127" w:type="dxa"/>
            <w:tcBorders>
              <w:top w:val="nil"/>
              <w:left w:val="nil"/>
              <w:bottom w:val="single" w:sz="4" w:space="0" w:color="auto"/>
              <w:right w:val="single" w:sz="4" w:space="0" w:color="auto"/>
            </w:tcBorders>
            <w:shd w:val="clear" w:color="auto" w:fill="auto"/>
            <w:noWrap/>
            <w:hideMark/>
          </w:tcPr>
          <w:p w14:paraId="715692E0" w14:textId="77777777" w:rsidR="00825117" w:rsidRPr="00835F44" w:rsidRDefault="00825117" w:rsidP="000F533E">
            <w:pPr>
              <w:pStyle w:val="TAC"/>
            </w:pPr>
            <w:r w:rsidRPr="009122B2">
              <w:t>15972</w:t>
            </w:r>
          </w:p>
        </w:tc>
      </w:tr>
      <w:tr w:rsidR="00825117" w:rsidRPr="00835F44" w14:paraId="01B99CC9"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359359C3"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70E766B4" w14:textId="77777777" w:rsidR="00825117" w:rsidRPr="009122B2" w:rsidRDefault="00825117" w:rsidP="000F533E">
            <w:pPr>
              <w:pStyle w:val="TAC"/>
            </w:pPr>
            <w:r>
              <w:t>123</w:t>
            </w:r>
          </w:p>
        </w:tc>
        <w:tc>
          <w:tcPr>
            <w:tcW w:w="967" w:type="dxa"/>
            <w:tcBorders>
              <w:top w:val="nil"/>
              <w:left w:val="nil"/>
              <w:bottom w:val="single" w:sz="4" w:space="0" w:color="auto"/>
              <w:right w:val="single" w:sz="4" w:space="0" w:color="auto"/>
            </w:tcBorders>
            <w:shd w:val="clear" w:color="auto" w:fill="auto"/>
            <w:noWrap/>
          </w:tcPr>
          <w:p w14:paraId="785BF190"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7A4F09FC"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453EFF4F"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1CD54FCB" w14:textId="77777777" w:rsidR="00825117" w:rsidRPr="009122B2" w:rsidRDefault="00825117" w:rsidP="000F533E">
            <w:pPr>
              <w:pStyle w:val="TAC"/>
            </w:pPr>
            <w:r>
              <w:t>86040</w:t>
            </w:r>
          </w:p>
        </w:tc>
        <w:tc>
          <w:tcPr>
            <w:tcW w:w="1057" w:type="dxa"/>
            <w:tcBorders>
              <w:top w:val="nil"/>
              <w:left w:val="nil"/>
              <w:bottom w:val="single" w:sz="4" w:space="0" w:color="auto"/>
              <w:right w:val="single" w:sz="4" w:space="0" w:color="auto"/>
            </w:tcBorders>
            <w:shd w:val="clear" w:color="auto" w:fill="auto"/>
            <w:noWrap/>
          </w:tcPr>
          <w:p w14:paraId="3E62ED45"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743557B0"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3D720328" w14:textId="77777777" w:rsidR="00825117" w:rsidRPr="009122B2" w:rsidRDefault="00825117" w:rsidP="000F533E">
            <w:pPr>
              <w:pStyle w:val="TAC"/>
            </w:pPr>
            <w:r>
              <w:t>11</w:t>
            </w:r>
          </w:p>
        </w:tc>
        <w:tc>
          <w:tcPr>
            <w:tcW w:w="925" w:type="dxa"/>
            <w:tcBorders>
              <w:top w:val="nil"/>
              <w:left w:val="nil"/>
              <w:bottom w:val="single" w:sz="4" w:space="0" w:color="auto"/>
              <w:right w:val="single" w:sz="4" w:space="0" w:color="auto"/>
            </w:tcBorders>
            <w:shd w:val="clear" w:color="auto" w:fill="auto"/>
            <w:noWrap/>
          </w:tcPr>
          <w:p w14:paraId="59EFF810" w14:textId="77777777" w:rsidR="00825117" w:rsidRPr="009122B2" w:rsidRDefault="00825117" w:rsidP="000F533E">
            <w:pPr>
              <w:pStyle w:val="TAC"/>
            </w:pPr>
            <w:r w:rsidRPr="00381CD8">
              <w:t>129888</w:t>
            </w:r>
          </w:p>
        </w:tc>
        <w:tc>
          <w:tcPr>
            <w:tcW w:w="1127" w:type="dxa"/>
            <w:tcBorders>
              <w:top w:val="nil"/>
              <w:left w:val="nil"/>
              <w:bottom w:val="single" w:sz="4" w:space="0" w:color="auto"/>
              <w:right w:val="single" w:sz="4" w:space="0" w:color="auto"/>
            </w:tcBorders>
            <w:shd w:val="clear" w:color="auto" w:fill="auto"/>
            <w:noWrap/>
          </w:tcPr>
          <w:p w14:paraId="660C522E" w14:textId="77777777" w:rsidR="00825117" w:rsidRPr="009122B2" w:rsidRDefault="00825117" w:rsidP="000F533E">
            <w:pPr>
              <w:pStyle w:val="TAC"/>
            </w:pPr>
            <w:r w:rsidRPr="00381CD8">
              <w:t>16236</w:t>
            </w:r>
          </w:p>
        </w:tc>
      </w:tr>
      <w:tr w:rsidR="00825117" w:rsidRPr="00835F44" w14:paraId="552CF1F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8C077FA"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AC78B11" w14:textId="77777777" w:rsidR="00825117" w:rsidRPr="00835F44" w:rsidRDefault="00825117" w:rsidP="000F533E">
            <w:pPr>
              <w:pStyle w:val="TAC"/>
            </w:pPr>
            <w:r w:rsidRPr="009122B2">
              <w:t>133</w:t>
            </w:r>
          </w:p>
        </w:tc>
        <w:tc>
          <w:tcPr>
            <w:tcW w:w="967" w:type="dxa"/>
            <w:tcBorders>
              <w:top w:val="nil"/>
              <w:left w:val="nil"/>
              <w:bottom w:val="single" w:sz="4" w:space="0" w:color="auto"/>
              <w:right w:val="single" w:sz="4" w:space="0" w:color="auto"/>
            </w:tcBorders>
            <w:shd w:val="clear" w:color="auto" w:fill="auto"/>
            <w:noWrap/>
            <w:hideMark/>
          </w:tcPr>
          <w:p w14:paraId="742EBC1A"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FF322BD"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6D8878B6"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78BC5F8" w14:textId="77777777" w:rsidR="00825117" w:rsidRPr="00835F44" w:rsidRDefault="00825117" w:rsidP="000F533E">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38368BA4"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1F97F689"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23D9A516" w14:textId="77777777" w:rsidR="00825117" w:rsidRPr="00835F44" w:rsidRDefault="00825117" w:rsidP="000F533E">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6F9F031F" w14:textId="77777777" w:rsidR="00825117" w:rsidRPr="00835F44" w:rsidRDefault="00825117" w:rsidP="000F533E">
            <w:pPr>
              <w:pStyle w:val="TAC"/>
            </w:pPr>
            <w:r w:rsidRPr="009122B2">
              <w:t>140448</w:t>
            </w:r>
          </w:p>
        </w:tc>
        <w:tc>
          <w:tcPr>
            <w:tcW w:w="1127" w:type="dxa"/>
            <w:tcBorders>
              <w:top w:val="nil"/>
              <w:left w:val="nil"/>
              <w:bottom w:val="single" w:sz="4" w:space="0" w:color="auto"/>
              <w:right w:val="single" w:sz="4" w:space="0" w:color="auto"/>
            </w:tcBorders>
            <w:shd w:val="clear" w:color="auto" w:fill="auto"/>
            <w:noWrap/>
            <w:hideMark/>
          </w:tcPr>
          <w:p w14:paraId="4247BD10" w14:textId="77777777" w:rsidR="00825117" w:rsidRPr="00835F44" w:rsidRDefault="00825117" w:rsidP="000F533E">
            <w:pPr>
              <w:pStyle w:val="TAC"/>
            </w:pPr>
            <w:r w:rsidRPr="009122B2">
              <w:t>17556</w:t>
            </w:r>
          </w:p>
        </w:tc>
      </w:tr>
      <w:tr w:rsidR="00825117" w:rsidRPr="00835F44" w14:paraId="67949F8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384A904E"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F8ECD71" w14:textId="77777777" w:rsidR="00825117" w:rsidRPr="00835F44" w:rsidRDefault="00825117" w:rsidP="000F533E">
            <w:pPr>
              <w:pStyle w:val="TAC"/>
            </w:pPr>
            <w:r w:rsidRPr="009122B2">
              <w:t>135</w:t>
            </w:r>
          </w:p>
        </w:tc>
        <w:tc>
          <w:tcPr>
            <w:tcW w:w="967" w:type="dxa"/>
            <w:tcBorders>
              <w:top w:val="nil"/>
              <w:left w:val="nil"/>
              <w:bottom w:val="single" w:sz="4" w:space="0" w:color="auto"/>
              <w:right w:val="single" w:sz="4" w:space="0" w:color="auto"/>
            </w:tcBorders>
            <w:shd w:val="clear" w:color="auto" w:fill="auto"/>
            <w:noWrap/>
            <w:hideMark/>
          </w:tcPr>
          <w:p w14:paraId="446C1801"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01E1C1CC"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CD46402"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0B0D83B6" w14:textId="77777777" w:rsidR="00825117" w:rsidRPr="00835F44" w:rsidRDefault="00825117" w:rsidP="000F533E">
            <w:pPr>
              <w:pStyle w:val="TAC"/>
            </w:pPr>
            <w:r w:rsidRPr="009122B2">
              <w:t>94248</w:t>
            </w:r>
          </w:p>
        </w:tc>
        <w:tc>
          <w:tcPr>
            <w:tcW w:w="1057" w:type="dxa"/>
            <w:tcBorders>
              <w:top w:val="nil"/>
              <w:left w:val="nil"/>
              <w:bottom w:val="single" w:sz="4" w:space="0" w:color="auto"/>
              <w:right w:val="single" w:sz="4" w:space="0" w:color="auto"/>
            </w:tcBorders>
            <w:shd w:val="clear" w:color="auto" w:fill="auto"/>
            <w:noWrap/>
            <w:hideMark/>
          </w:tcPr>
          <w:p w14:paraId="2082A593"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4F16C4AE"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7841D9B" w14:textId="77777777" w:rsidR="00825117" w:rsidRPr="00835F44" w:rsidRDefault="00825117" w:rsidP="000F533E">
            <w:pPr>
              <w:pStyle w:val="TAC"/>
            </w:pPr>
            <w:r w:rsidRPr="009122B2">
              <w:t>12</w:t>
            </w:r>
          </w:p>
        </w:tc>
        <w:tc>
          <w:tcPr>
            <w:tcW w:w="925" w:type="dxa"/>
            <w:tcBorders>
              <w:top w:val="nil"/>
              <w:left w:val="nil"/>
              <w:bottom w:val="single" w:sz="4" w:space="0" w:color="auto"/>
              <w:right w:val="single" w:sz="4" w:space="0" w:color="auto"/>
            </w:tcBorders>
            <w:shd w:val="clear" w:color="auto" w:fill="auto"/>
            <w:noWrap/>
            <w:hideMark/>
          </w:tcPr>
          <w:p w14:paraId="62708757" w14:textId="77777777" w:rsidR="00825117" w:rsidRPr="00835F44" w:rsidRDefault="00825117" w:rsidP="000F533E">
            <w:pPr>
              <w:pStyle w:val="TAC"/>
            </w:pPr>
            <w:r w:rsidRPr="009122B2">
              <w:t>142560</w:t>
            </w:r>
          </w:p>
        </w:tc>
        <w:tc>
          <w:tcPr>
            <w:tcW w:w="1127" w:type="dxa"/>
            <w:tcBorders>
              <w:top w:val="nil"/>
              <w:left w:val="nil"/>
              <w:bottom w:val="single" w:sz="4" w:space="0" w:color="auto"/>
              <w:right w:val="single" w:sz="4" w:space="0" w:color="auto"/>
            </w:tcBorders>
            <w:shd w:val="clear" w:color="auto" w:fill="auto"/>
            <w:noWrap/>
            <w:hideMark/>
          </w:tcPr>
          <w:p w14:paraId="1205121D" w14:textId="77777777" w:rsidR="00825117" w:rsidRPr="00835F44" w:rsidRDefault="00825117" w:rsidP="000F533E">
            <w:pPr>
              <w:pStyle w:val="TAC"/>
            </w:pPr>
            <w:r w:rsidRPr="009122B2">
              <w:t>17820</w:t>
            </w:r>
          </w:p>
        </w:tc>
      </w:tr>
      <w:tr w:rsidR="00825117" w:rsidRPr="00835F44" w14:paraId="716A4BF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4BB8D25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0C6A1459" w14:textId="77777777" w:rsidR="00825117" w:rsidRPr="009122B2" w:rsidRDefault="00825117" w:rsidP="000F533E">
            <w:pPr>
              <w:pStyle w:val="TAC"/>
            </w:pPr>
            <w:r>
              <w:t>137</w:t>
            </w:r>
          </w:p>
        </w:tc>
        <w:tc>
          <w:tcPr>
            <w:tcW w:w="967" w:type="dxa"/>
            <w:tcBorders>
              <w:top w:val="nil"/>
              <w:left w:val="nil"/>
              <w:bottom w:val="single" w:sz="4" w:space="0" w:color="auto"/>
              <w:right w:val="single" w:sz="4" w:space="0" w:color="auto"/>
            </w:tcBorders>
            <w:shd w:val="clear" w:color="auto" w:fill="auto"/>
            <w:noWrap/>
          </w:tcPr>
          <w:p w14:paraId="5C9B4B69"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4CA8D402" w14:textId="77777777" w:rsidR="00825117" w:rsidRPr="009122B2"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tcPr>
          <w:p w14:paraId="03DA3AE7"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66127227" w14:textId="77777777" w:rsidR="00825117" w:rsidRPr="009122B2" w:rsidRDefault="00825117" w:rsidP="000F533E">
            <w:pPr>
              <w:pStyle w:val="TAC"/>
            </w:pPr>
            <w:r>
              <w:t>96264</w:t>
            </w:r>
          </w:p>
        </w:tc>
        <w:tc>
          <w:tcPr>
            <w:tcW w:w="1057" w:type="dxa"/>
            <w:tcBorders>
              <w:top w:val="nil"/>
              <w:left w:val="nil"/>
              <w:bottom w:val="single" w:sz="4" w:space="0" w:color="auto"/>
              <w:right w:val="single" w:sz="4" w:space="0" w:color="auto"/>
            </w:tcBorders>
            <w:shd w:val="clear" w:color="auto" w:fill="auto"/>
            <w:noWrap/>
          </w:tcPr>
          <w:p w14:paraId="6CB231E2"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0B30A4A4"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6428CCAA" w14:textId="77777777" w:rsidR="00825117" w:rsidRPr="009122B2" w:rsidRDefault="00825117" w:rsidP="000F533E">
            <w:pPr>
              <w:pStyle w:val="TAC"/>
            </w:pPr>
            <w:r>
              <w:t>12</w:t>
            </w:r>
          </w:p>
        </w:tc>
        <w:tc>
          <w:tcPr>
            <w:tcW w:w="925" w:type="dxa"/>
            <w:tcBorders>
              <w:top w:val="nil"/>
              <w:left w:val="nil"/>
              <w:bottom w:val="single" w:sz="4" w:space="0" w:color="auto"/>
              <w:right w:val="single" w:sz="4" w:space="0" w:color="auto"/>
            </w:tcBorders>
            <w:shd w:val="clear" w:color="auto" w:fill="auto"/>
            <w:noWrap/>
          </w:tcPr>
          <w:p w14:paraId="0C409298" w14:textId="77777777" w:rsidR="00825117" w:rsidRPr="009122B2" w:rsidRDefault="00825117" w:rsidP="000F533E">
            <w:pPr>
              <w:pStyle w:val="TAC"/>
            </w:pPr>
            <w:r w:rsidRPr="00381CD8">
              <w:t>144672</w:t>
            </w:r>
          </w:p>
        </w:tc>
        <w:tc>
          <w:tcPr>
            <w:tcW w:w="1127" w:type="dxa"/>
            <w:tcBorders>
              <w:top w:val="nil"/>
              <w:left w:val="nil"/>
              <w:bottom w:val="single" w:sz="4" w:space="0" w:color="auto"/>
              <w:right w:val="single" w:sz="4" w:space="0" w:color="auto"/>
            </w:tcBorders>
            <w:shd w:val="clear" w:color="auto" w:fill="auto"/>
            <w:noWrap/>
          </w:tcPr>
          <w:p w14:paraId="244475DC" w14:textId="77777777" w:rsidR="00825117" w:rsidRPr="009122B2" w:rsidRDefault="00825117" w:rsidP="000F533E">
            <w:pPr>
              <w:pStyle w:val="TAC"/>
            </w:pPr>
            <w:r w:rsidRPr="00381CD8">
              <w:t>18084</w:t>
            </w:r>
          </w:p>
        </w:tc>
      </w:tr>
      <w:tr w:rsidR="00825117" w:rsidRPr="00835F44" w14:paraId="77366598"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5F04049"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CDEDB01" w14:textId="77777777" w:rsidR="00825117" w:rsidRPr="00835F44" w:rsidRDefault="00825117" w:rsidP="000F533E">
            <w:pPr>
              <w:pStyle w:val="TAC"/>
            </w:pPr>
            <w:r w:rsidRPr="009122B2">
              <w:t>160</w:t>
            </w:r>
          </w:p>
        </w:tc>
        <w:tc>
          <w:tcPr>
            <w:tcW w:w="967" w:type="dxa"/>
            <w:tcBorders>
              <w:top w:val="nil"/>
              <w:left w:val="nil"/>
              <w:bottom w:val="single" w:sz="4" w:space="0" w:color="auto"/>
              <w:right w:val="single" w:sz="4" w:space="0" w:color="auto"/>
            </w:tcBorders>
            <w:shd w:val="clear" w:color="auto" w:fill="auto"/>
            <w:noWrap/>
            <w:hideMark/>
          </w:tcPr>
          <w:p w14:paraId="4C848ED4"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14683036"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C0E4F3F"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4C03169A" w14:textId="77777777" w:rsidR="00825117" w:rsidRPr="00835F44" w:rsidRDefault="00825117" w:rsidP="000F533E">
            <w:pPr>
              <w:pStyle w:val="TAC"/>
            </w:pPr>
            <w:r w:rsidRPr="009122B2">
              <w:t>112648</w:t>
            </w:r>
          </w:p>
        </w:tc>
        <w:tc>
          <w:tcPr>
            <w:tcW w:w="1057" w:type="dxa"/>
            <w:tcBorders>
              <w:top w:val="nil"/>
              <w:left w:val="nil"/>
              <w:bottom w:val="single" w:sz="4" w:space="0" w:color="auto"/>
              <w:right w:val="single" w:sz="4" w:space="0" w:color="auto"/>
            </w:tcBorders>
            <w:shd w:val="clear" w:color="auto" w:fill="auto"/>
            <w:noWrap/>
            <w:hideMark/>
          </w:tcPr>
          <w:p w14:paraId="2D86EF62"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C9A497C"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3601ED71" w14:textId="77777777" w:rsidR="00825117" w:rsidRPr="00835F44" w:rsidRDefault="00825117" w:rsidP="000F533E">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02FEE843" w14:textId="77777777" w:rsidR="00825117" w:rsidRPr="00835F44" w:rsidRDefault="00825117" w:rsidP="000F533E">
            <w:pPr>
              <w:pStyle w:val="TAC"/>
            </w:pPr>
            <w:r w:rsidRPr="009122B2">
              <w:t>168960</w:t>
            </w:r>
          </w:p>
        </w:tc>
        <w:tc>
          <w:tcPr>
            <w:tcW w:w="1127" w:type="dxa"/>
            <w:tcBorders>
              <w:top w:val="nil"/>
              <w:left w:val="nil"/>
              <w:bottom w:val="single" w:sz="4" w:space="0" w:color="auto"/>
              <w:right w:val="single" w:sz="4" w:space="0" w:color="auto"/>
            </w:tcBorders>
            <w:shd w:val="clear" w:color="auto" w:fill="auto"/>
            <w:noWrap/>
            <w:hideMark/>
          </w:tcPr>
          <w:p w14:paraId="08210E83" w14:textId="77777777" w:rsidR="00825117" w:rsidRPr="00835F44" w:rsidRDefault="00825117" w:rsidP="000F533E">
            <w:pPr>
              <w:pStyle w:val="TAC"/>
            </w:pPr>
            <w:r w:rsidRPr="009122B2">
              <w:t>21120</w:t>
            </w:r>
          </w:p>
        </w:tc>
      </w:tr>
      <w:tr w:rsidR="00825117" w:rsidRPr="00835F44" w14:paraId="7CA967D2"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7CE47D47"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64A714A3" w14:textId="77777777" w:rsidR="00825117" w:rsidRPr="00835F44" w:rsidRDefault="00825117" w:rsidP="000F533E">
            <w:pPr>
              <w:pStyle w:val="TAC"/>
            </w:pPr>
            <w:r w:rsidRPr="009122B2">
              <w:t>162</w:t>
            </w:r>
          </w:p>
        </w:tc>
        <w:tc>
          <w:tcPr>
            <w:tcW w:w="967" w:type="dxa"/>
            <w:tcBorders>
              <w:top w:val="nil"/>
              <w:left w:val="nil"/>
              <w:bottom w:val="single" w:sz="4" w:space="0" w:color="auto"/>
              <w:right w:val="single" w:sz="4" w:space="0" w:color="auto"/>
            </w:tcBorders>
            <w:shd w:val="clear" w:color="auto" w:fill="auto"/>
            <w:noWrap/>
            <w:hideMark/>
          </w:tcPr>
          <w:p w14:paraId="78CF9730"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EE814CE"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38731327"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31B2A3B9" w14:textId="77777777" w:rsidR="00825117" w:rsidRPr="00835F44" w:rsidRDefault="00825117" w:rsidP="000F533E">
            <w:pPr>
              <w:pStyle w:val="TAC"/>
            </w:pPr>
            <w:r w:rsidRPr="009122B2">
              <w:t>114776</w:t>
            </w:r>
          </w:p>
        </w:tc>
        <w:tc>
          <w:tcPr>
            <w:tcW w:w="1057" w:type="dxa"/>
            <w:tcBorders>
              <w:top w:val="nil"/>
              <w:left w:val="nil"/>
              <w:bottom w:val="single" w:sz="4" w:space="0" w:color="auto"/>
              <w:right w:val="single" w:sz="4" w:space="0" w:color="auto"/>
            </w:tcBorders>
            <w:shd w:val="clear" w:color="auto" w:fill="auto"/>
            <w:noWrap/>
            <w:hideMark/>
          </w:tcPr>
          <w:p w14:paraId="2D3FC0E8"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01D84FD0"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627A95A2" w14:textId="77777777" w:rsidR="00825117" w:rsidRPr="00835F44" w:rsidRDefault="00825117" w:rsidP="000F533E">
            <w:pPr>
              <w:pStyle w:val="TAC"/>
            </w:pPr>
            <w:r w:rsidRPr="009122B2">
              <w:t>14</w:t>
            </w:r>
          </w:p>
        </w:tc>
        <w:tc>
          <w:tcPr>
            <w:tcW w:w="925" w:type="dxa"/>
            <w:tcBorders>
              <w:top w:val="nil"/>
              <w:left w:val="nil"/>
              <w:bottom w:val="single" w:sz="4" w:space="0" w:color="auto"/>
              <w:right w:val="single" w:sz="4" w:space="0" w:color="auto"/>
            </w:tcBorders>
            <w:shd w:val="clear" w:color="auto" w:fill="auto"/>
            <w:noWrap/>
            <w:hideMark/>
          </w:tcPr>
          <w:p w14:paraId="13CB551A" w14:textId="77777777" w:rsidR="00825117" w:rsidRPr="00835F44" w:rsidRDefault="00825117" w:rsidP="000F533E">
            <w:pPr>
              <w:pStyle w:val="TAC"/>
            </w:pPr>
            <w:r w:rsidRPr="009122B2">
              <w:t>171072</w:t>
            </w:r>
          </w:p>
        </w:tc>
        <w:tc>
          <w:tcPr>
            <w:tcW w:w="1127" w:type="dxa"/>
            <w:tcBorders>
              <w:top w:val="nil"/>
              <w:left w:val="nil"/>
              <w:bottom w:val="single" w:sz="4" w:space="0" w:color="auto"/>
              <w:right w:val="single" w:sz="4" w:space="0" w:color="auto"/>
            </w:tcBorders>
            <w:shd w:val="clear" w:color="auto" w:fill="auto"/>
            <w:noWrap/>
            <w:hideMark/>
          </w:tcPr>
          <w:p w14:paraId="7A8C8A7A" w14:textId="77777777" w:rsidR="00825117" w:rsidRPr="00835F44" w:rsidRDefault="00825117" w:rsidP="000F533E">
            <w:pPr>
              <w:pStyle w:val="TAC"/>
            </w:pPr>
            <w:r w:rsidRPr="009122B2">
              <w:t>21384</w:t>
            </w:r>
          </w:p>
        </w:tc>
      </w:tr>
      <w:tr w:rsidR="00825117" w:rsidRPr="00835F44" w14:paraId="34447316"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tcPr>
          <w:p w14:paraId="0A00ED16" w14:textId="77777777" w:rsidR="00825117" w:rsidRPr="00835F44" w:rsidRDefault="00825117" w:rsidP="000F533E">
            <w:pPr>
              <w:pStyle w:val="TAC"/>
            </w:pPr>
          </w:p>
        </w:tc>
        <w:tc>
          <w:tcPr>
            <w:tcW w:w="1027" w:type="dxa"/>
            <w:tcBorders>
              <w:top w:val="nil"/>
              <w:left w:val="nil"/>
              <w:bottom w:val="single" w:sz="4" w:space="0" w:color="auto"/>
              <w:right w:val="single" w:sz="4" w:space="0" w:color="auto"/>
            </w:tcBorders>
            <w:shd w:val="clear" w:color="auto" w:fill="auto"/>
            <w:noWrap/>
          </w:tcPr>
          <w:p w14:paraId="609419F7" w14:textId="77777777" w:rsidR="00825117" w:rsidRPr="009122B2" w:rsidRDefault="00825117" w:rsidP="000F533E">
            <w:pPr>
              <w:pStyle w:val="TAC"/>
            </w:pPr>
            <w:r>
              <w:t>189</w:t>
            </w:r>
          </w:p>
        </w:tc>
        <w:tc>
          <w:tcPr>
            <w:tcW w:w="967" w:type="dxa"/>
            <w:tcBorders>
              <w:top w:val="nil"/>
              <w:left w:val="nil"/>
              <w:bottom w:val="single" w:sz="4" w:space="0" w:color="auto"/>
              <w:right w:val="single" w:sz="4" w:space="0" w:color="auto"/>
            </w:tcBorders>
            <w:shd w:val="clear" w:color="auto" w:fill="auto"/>
            <w:noWrap/>
          </w:tcPr>
          <w:p w14:paraId="2CB502AE" w14:textId="77777777" w:rsidR="00825117" w:rsidRPr="009122B2" w:rsidRDefault="00825117" w:rsidP="000F533E">
            <w:pPr>
              <w:pStyle w:val="TAC"/>
            </w:pPr>
            <w:r>
              <w:t>11</w:t>
            </w:r>
          </w:p>
        </w:tc>
        <w:tc>
          <w:tcPr>
            <w:tcW w:w="1176" w:type="dxa"/>
            <w:tcBorders>
              <w:top w:val="nil"/>
              <w:left w:val="nil"/>
              <w:bottom w:val="single" w:sz="4" w:space="0" w:color="auto"/>
              <w:right w:val="single" w:sz="4" w:space="0" w:color="auto"/>
            </w:tcBorders>
            <w:shd w:val="clear" w:color="auto" w:fill="auto"/>
            <w:noWrap/>
          </w:tcPr>
          <w:p w14:paraId="3734A0E8" w14:textId="77777777" w:rsidR="00825117" w:rsidRPr="009122B2" w:rsidRDefault="00825117" w:rsidP="000F533E">
            <w:pPr>
              <w:pStyle w:val="TAC"/>
            </w:pPr>
            <w:r>
              <w:t>256QAM</w:t>
            </w:r>
          </w:p>
        </w:tc>
        <w:tc>
          <w:tcPr>
            <w:tcW w:w="890" w:type="dxa"/>
            <w:tcBorders>
              <w:top w:val="nil"/>
              <w:left w:val="nil"/>
              <w:bottom w:val="single" w:sz="4" w:space="0" w:color="auto"/>
              <w:right w:val="single" w:sz="4" w:space="0" w:color="auto"/>
            </w:tcBorders>
            <w:shd w:val="clear" w:color="auto" w:fill="auto"/>
            <w:noWrap/>
          </w:tcPr>
          <w:p w14:paraId="790DB9FF" w14:textId="77777777" w:rsidR="00825117" w:rsidRPr="009122B2" w:rsidRDefault="00825117" w:rsidP="000F533E">
            <w:pPr>
              <w:pStyle w:val="TAC"/>
            </w:pPr>
            <w:r>
              <w:t>20</w:t>
            </w:r>
          </w:p>
        </w:tc>
        <w:tc>
          <w:tcPr>
            <w:tcW w:w="926" w:type="dxa"/>
            <w:tcBorders>
              <w:top w:val="nil"/>
              <w:left w:val="nil"/>
              <w:bottom w:val="single" w:sz="4" w:space="0" w:color="auto"/>
              <w:right w:val="single" w:sz="4" w:space="0" w:color="auto"/>
            </w:tcBorders>
            <w:shd w:val="clear" w:color="auto" w:fill="auto"/>
            <w:noWrap/>
          </w:tcPr>
          <w:p w14:paraId="1EA5640D" w14:textId="77777777" w:rsidR="00825117" w:rsidRPr="009122B2" w:rsidRDefault="00825117" w:rsidP="000F533E">
            <w:pPr>
              <w:pStyle w:val="TAC"/>
            </w:pPr>
            <w:r>
              <w:t>131176</w:t>
            </w:r>
          </w:p>
        </w:tc>
        <w:tc>
          <w:tcPr>
            <w:tcW w:w="1057" w:type="dxa"/>
            <w:tcBorders>
              <w:top w:val="nil"/>
              <w:left w:val="nil"/>
              <w:bottom w:val="single" w:sz="4" w:space="0" w:color="auto"/>
              <w:right w:val="single" w:sz="4" w:space="0" w:color="auto"/>
            </w:tcBorders>
            <w:shd w:val="clear" w:color="auto" w:fill="auto"/>
            <w:noWrap/>
          </w:tcPr>
          <w:p w14:paraId="49FBF64D" w14:textId="77777777" w:rsidR="00825117" w:rsidRPr="009122B2" w:rsidRDefault="00825117" w:rsidP="000F533E">
            <w:pPr>
              <w:pStyle w:val="TAC"/>
            </w:pPr>
            <w:r>
              <w:t>24</w:t>
            </w:r>
          </w:p>
        </w:tc>
        <w:tc>
          <w:tcPr>
            <w:tcW w:w="897" w:type="dxa"/>
            <w:tcBorders>
              <w:top w:val="nil"/>
              <w:left w:val="nil"/>
              <w:bottom w:val="single" w:sz="4" w:space="0" w:color="auto"/>
              <w:right w:val="single" w:sz="4" w:space="0" w:color="auto"/>
            </w:tcBorders>
            <w:shd w:val="clear" w:color="auto" w:fill="auto"/>
            <w:noWrap/>
          </w:tcPr>
          <w:p w14:paraId="6224CEEC" w14:textId="77777777" w:rsidR="00825117" w:rsidRPr="009122B2" w:rsidRDefault="00825117" w:rsidP="000F533E">
            <w:pPr>
              <w:pStyle w:val="TAC"/>
            </w:pPr>
            <w:r>
              <w:t>1</w:t>
            </w:r>
          </w:p>
        </w:tc>
        <w:tc>
          <w:tcPr>
            <w:tcW w:w="929" w:type="dxa"/>
            <w:tcBorders>
              <w:top w:val="nil"/>
              <w:left w:val="nil"/>
              <w:bottom w:val="single" w:sz="4" w:space="0" w:color="auto"/>
              <w:right w:val="single" w:sz="4" w:space="0" w:color="auto"/>
            </w:tcBorders>
            <w:shd w:val="clear" w:color="auto" w:fill="auto"/>
            <w:noWrap/>
          </w:tcPr>
          <w:p w14:paraId="3923239A" w14:textId="77777777" w:rsidR="00825117" w:rsidRPr="009122B2" w:rsidRDefault="00825117" w:rsidP="000F533E">
            <w:pPr>
              <w:pStyle w:val="TAC"/>
            </w:pPr>
            <w:r>
              <w:t>16</w:t>
            </w:r>
          </w:p>
        </w:tc>
        <w:tc>
          <w:tcPr>
            <w:tcW w:w="925" w:type="dxa"/>
            <w:tcBorders>
              <w:top w:val="nil"/>
              <w:left w:val="nil"/>
              <w:bottom w:val="single" w:sz="4" w:space="0" w:color="auto"/>
              <w:right w:val="single" w:sz="4" w:space="0" w:color="auto"/>
            </w:tcBorders>
            <w:shd w:val="clear" w:color="auto" w:fill="auto"/>
            <w:noWrap/>
          </w:tcPr>
          <w:p w14:paraId="1419AC0E" w14:textId="77777777" w:rsidR="00825117" w:rsidRPr="009122B2" w:rsidRDefault="00825117" w:rsidP="000F533E">
            <w:pPr>
              <w:pStyle w:val="TAC"/>
            </w:pPr>
            <w:r>
              <w:t>199584</w:t>
            </w:r>
          </w:p>
        </w:tc>
        <w:tc>
          <w:tcPr>
            <w:tcW w:w="1127" w:type="dxa"/>
            <w:tcBorders>
              <w:top w:val="nil"/>
              <w:left w:val="nil"/>
              <w:bottom w:val="single" w:sz="4" w:space="0" w:color="auto"/>
              <w:right w:val="single" w:sz="4" w:space="0" w:color="auto"/>
            </w:tcBorders>
            <w:shd w:val="clear" w:color="auto" w:fill="auto"/>
            <w:noWrap/>
          </w:tcPr>
          <w:p w14:paraId="37EA5826" w14:textId="77777777" w:rsidR="00825117" w:rsidRPr="009122B2" w:rsidRDefault="00825117" w:rsidP="000F533E">
            <w:pPr>
              <w:pStyle w:val="TAC"/>
            </w:pPr>
            <w:r>
              <w:t>24948</w:t>
            </w:r>
          </w:p>
        </w:tc>
      </w:tr>
      <w:tr w:rsidR="00825117" w:rsidRPr="00835F44" w14:paraId="68D33D64"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40FFDF32"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33225097" w14:textId="77777777" w:rsidR="00825117" w:rsidRPr="00835F44" w:rsidRDefault="00825117" w:rsidP="000F533E">
            <w:pPr>
              <w:pStyle w:val="TAC"/>
            </w:pPr>
            <w:r w:rsidRPr="009122B2">
              <w:t>216</w:t>
            </w:r>
          </w:p>
        </w:tc>
        <w:tc>
          <w:tcPr>
            <w:tcW w:w="967" w:type="dxa"/>
            <w:tcBorders>
              <w:top w:val="nil"/>
              <w:left w:val="nil"/>
              <w:bottom w:val="single" w:sz="4" w:space="0" w:color="auto"/>
              <w:right w:val="single" w:sz="4" w:space="0" w:color="auto"/>
            </w:tcBorders>
            <w:shd w:val="clear" w:color="auto" w:fill="auto"/>
            <w:noWrap/>
            <w:hideMark/>
          </w:tcPr>
          <w:p w14:paraId="467A7903"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3813EDB"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70553E6F"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149113A" w14:textId="77777777" w:rsidR="00825117" w:rsidRPr="00835F44" w:rsidRDefault="00825117" w:rsidP="000F533E">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3B269CF0"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535F65DF"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DD40F2E" w14:textId="77777777" w:rsidR="00825117" w:rsidRPr="00835F44" w:rsidRDefault="00825117" w:rsidP="000F533E">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1B571228" w14:textId="77777777" w:rsidR="00825117" w:rsidRPr="00835F44" w:rsidRDefault="00825117" w:rsidP="000F533E">
            <w:pPr>
              <w:pStyle w:val="TAC"/>
            </w:pPr>
            <w:r w:rsidRPr="009122B2">
              <w:t>228096</w:t>
            </w:r>
          </w:p>
        </w:tc>
        <w:tc>
          <w:tcPr>
            <w:tcW w:w="1127" w:type="dxa"/>
            <w:tcBorders>
              <w:top w:val="nil"/>
              <w:left w:val="nil"/>
              <w:bottom w:val="single" w:sz="4" w:space="0" w:color="auto"/>
              <w:right w:val="single" w:sz="4" w:space="0" w:color="auto"/>
            </w:tcBorders>
            <w:shd w:val="clear" w:color="auto" w:fill="auto"/>
            <w:noWrap/>
            <w:hideMark/>
          </w:tcPr>
          <w:p w14:paraId="76605614" w14:textId="77777777" w:rsidR="00825117" w:rsidRPr="00835F44" w:rsidRDefault="00825117" w:rsidP="000F533E">
            <w:pPr>
              <w:pStyle w:val="TAC"/>
            </w:pPr>
            <w:r w:rsidRPr="009122B2">
              <w:t>28512</w:t>
            </w:r>
          </w:p>
        </w:tc>
      </w:tr>
      <w:tr w:rsidR="00825117" w:rsidRPr="00835F44" w14:paraId="7210BA7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AE7168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5E58BDF1" w14:textId="77777777" w:rsidR="00825117" w:rsidRPr="00835F44" w:rsidRDefault="00825117" w:rsidP="000F533E">
            <w:pPr>
              <w:pStyle w:val="TAC"/>
            </w:pPr>
            <w:r w:rsidRPr="009122B2">
              <w:t>217</w:t>
            </w:r>
          </w:p>
        </w:tc>
        <w:tc>
          <w:tcPr>
            <w:tcW w:w="967" w:type="dxa"/>
            <w:tcBorders>
              <w:top w:val="nil"/>
              <w:left w:val="nil"/>
              <w:bottom w:val="single" w:sz="4" w:space="0" w:color="auto"/>
              <w:right w:val="single" w:sz="4" w:space="0" w:color="auto"/>
            </w:tcBorders>
            <w:shd w:val="clear" w:color="auto" w:fill="auto"/>
            <w:noWrap/>
            <w:hideMark/>
          </w:tcPr>
          <w:p w14:paraId="0D7BB287"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5D7C8EB4"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E7B68EF"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F754EA0" w14:textId="77777777" w:rsidR="00825117" w:rsidRPr="00835F44" w:rsidRDefault="00825117" w:rsidP="000F533E">
            <w:pPr>
              <w:pStyle w:val="TAC"/>
            </w:pPr>
            <w:r w:rsidRPr="009122B2">
              <w:t>151608</w:t>
            </w:r>
          </w:p>
        </w:tc>
        <w:tc>
          <w:tcPr>
            <w:tcW w:w="1057" w:type="dxa"/>
            <w:tcBorders>
              <w:top w:val="nil"/>
              <w:left w:val="nil"/>
              <w:bottom w:val="single" w:sz="4" w:space="0" w:color="auto"/>
              <w:right w:val="single" w:sz="4" w:space="0" w:color="auto"/>
            </w:tcBorders>
            <w:shd w:val="clear" w:color="auto" w:fill="auto"/>
            <w:noWrap/>
            <w:hideMark/>
          </w:tcPr>
          <w:p w14:paraId="425613A3"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7B3C20F0"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4CC89764" w14:textId="77777777" w:rsidR="00825117" w:rsidRPr="00835F44" w:rsidRDefault="00825117" w:rsidP="000F533E">
            <w:pPr>
              <w:pStyle w:val="TAC"/>
            </w:pPr>
            <w:r w:rsidRPr="009122B2">
              <w:t>18</w:t>
            </w:r>
          </w:p>
        </w:tc>
        <w:tc>
          <w:tcPr>
            <w:tcW w:w="925" w:type="dxa"/>
            <w:tcBorders>
              <w:top w:val="nil"/>
              <w:left w:val="nil"/>
              <w:bottom w:val="single" w:sz="4" w:space="0" w:color="auto"/>
              <w:right w:val="single" w:sz="4" w:space="0" w:color="auto"/>
            </w:tcBorders>
            <w:shd w:val="clear" w:color="auto" w:fill="auto"/>
            <w:noWrap/>
            <w:hideMark/>
          </w:tcPr>
          <w:p w14:paraId="4664A913" w14:textId="77777777" w:rsidR="00825117" w:rsidRPr="00835F44" w:rsidRDefault="00825117" w:rsidP="000F533E">
            <w:pPr>
              <w:pStyle w:val="TAC"/>
            </w:pPr>
            <w:r w:rsidRPr="009122B2">
              <w:t>229152</w:t>
            </w:r>
          </w:p>
        </w:tc>
        <w:tc>
          <w:tcPr>
            <w:tcW w:w="1127" w:type="dxa"/>
            <w:tcBorders>
              <w:top w:val="nil"/>
              <w:left w:val="nil"/>
              <w:bottom w:val="single" w:sz="4" w:space="0" w:color="auto"/>
              <w:right w:val="single" w:sz="4" w:space="0" w:color="auto"/>
            </w:tcBorders>
            <w:shd w:val="clear" w:color="auto" w:fill="auto"/>
            <w:noWrap/>
            <w:hideMark/>
          </w:tcPr>
          <w:p w14:paraId="1EB71E43" w14:textId="77777777" w:rsidR="00825117" w:rsidRPr="00835F44" w:rsidRDefault="00825117" w:rsidP="000F533E">
            <w:pPr>
              <w:pStyle w:val="TAC"/>
            </w:pPr>
            <w:r w:rsidRPr="009122B2">
              <w:t>28644</w:t>
            </w:r>
          </w:p>
        </w:tc>
      </w:tr>
      <w:tr w:rsidR="00825117" w:rsidRPr="00835F44" w14:paraId="0198BD51"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06CD738C"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12D663F4" w14:textId="77777777" w:rsidR="00825117" w:rsidRPr="00835F44" w:rsidRDefault="00825117" w:rsidP="000F533E">
            <w:pPr>
              <w:pStyle w:val="TAC"/>
            </w:pPr>
            <w:r w:rsidRPr="009122B2">
              <w:t>245</w:t>
            </w:r>
          </w:p>
        </w:tc>
        <w:tc>
          <w:tcPr>
            <w:tcW w:w="967" w:type="dxa"/>
            <w:tcBorders>
              <w:top w:val="nil"/>
              <w:left w:val="nil"/>
              <w:bottom w:val="single" w:sz="4" w:space="0" w:color="auto"/>
              <w:right w:val="single" w:sz="4" w:space="0" w:color="auto"/>
            </w:tcBorders>
            <w:shd w:val="clear" w:color="auto" w:fill="auto"/>
            <w:noWrap/>
            <w:hideMark/>
          </w:tcPr>
          <w:p w14:paraId="45C553EB"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3E3134C4"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00C2073E"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E9C864E" w14:textId="77777777" w:rsidR="00825117" w:rsidRPr="00835F44" w:rsidRDefault="00825117" w:rsidP="000F533E">
            <w:pPr>
              <w:pStyle w:val="TAC"/>
            </w:pPr>
            <w:r w:rsidRPr="009122B2">
              <w:t>172176</w:t>
            </w:r>
          </w:p>
        </w:tc>
        <w:tc>
          <w:tcPr>
            <w:tcW w:w="1057" w:type="dxa"/>
            <w:tcBorders>
              <w:top w:val="nil"/>
              <w:left w:val="nil"/>
              <w:bottom w:val="single" w:sz="4" w:space="0" w:color="auto"/>
              <w:right w:val="single" w:sz="4" w:space="0" w:color="auto"/>
            </w:tcBorders>
            <w:shd w:val="clear" w:color="auto" w:fill="auto"/>
            <w:noWrap/>
            <w:hideMark/>
          </w:tcPr>
          <w:p w14:paraId="45D91B54"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4FA4550"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0041DD7E" w14:textId="77777777" w:rsidR="00825117" w:rsidRPr="00835F44" w:rsidRDefault="00825117" w:rsidP="000F533E">
            <w:pPr>
              <w:pStyle w:val="TAC"/>
            </w:pPr>
            <w:r w:rsidRPr="009122B2">
              <w:t>21</w:t>
            </w:r>
          </w:p>
        </w:tc>
        <w:tc>
          <w:tcPr>
            <w:tcW w:w="925" w:type="dxa"/>
            <w:tcBorders>
              <w:top w:val="nil"/>
              <w:left w:val="nil"/>
              <w:bottom w:val="single" w:sz="4" w:space="0" w:color="auto"/>
              <w:right w:val="single" w:sz="4" w:space="0" w:color="auto"/>
            </w:tcBorders>
            <w:shd w:val="clear" w:color="auto" w:fill="auto"/>
            <w:noWrap/>
            <w:hideMark/>
          </w:tcPr>
          <w:p w14:paraId="79DACC90" w14:textId="77777777" w:rsidR="00825117" w:rsidRPr="00835F44" w:rsidRDefault="00825117" w:rsidP="000F533E">
            <w:pPr>
              <w:pStyle w:val="TAC"/>
            </w:pPr>
            <w:r w:rsidRPr="009122B2">
              <w:t>258720</w:t>
            </w:r>
          </w:p>
        </w:tc>
        <w:tc>
          <w:tcPr>
            <w:tcW w:w="1127" w:type="dxa"/>
            <w:tcBorders>
              <w:top w:val="nil"/>
              <w:left w:val="nil"/>
              <w:bottom w:val="single" w:sz="4" w:space="0" w:color="auto"/>
              <w:right w:val="single" w:sz="4" w:space="0" w:color="auto"/>
            </w:tcBorders>
            <w:shd w:val="clear" w:color="auto" w:fill="auto"/>
            <w:noWrap/>
            <w:hideMark/>
          </w:tcPr>
          <w:p w14:paraId="59E6AD71" w14:textId="77777777" w:rsidR="00825117" w:rsidRPr="00835F44" w:rsidRDefault="00825117" w:rsidP="000F533E">
            <w:pPr>
              <w:pStyle w:val="TAC"/>
            </w:pPr>
            <w:r w:rsidRPr="009122B2">
              <w:t>32340</w:t>
            </w:r>
          </w:p>
        </w:tc>
      </w:tr>
      <w:tr w:rsidR="00825117" w:rsidRPr="00835F44" w14:paraId="584957DC"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5BA38A2A"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BF860E0" w14:textId="77777777" w:rsidR="00825117" w:rsidRPr="00835F44" w:rsidRDefault="00825117" w:rsidP="000F533E">
            <w:pPr>
              <w:pStyle w:val="TAC"/>
            </w:pPr>
            <w:r w:rsidRPr="009122B2">
              <w:t>270</w:t>
            </w:r>
          </w:p>
        </w:tc>
        <w:tc>
          <w:tcPr>
            <w:tcW w:w="967" w:type="dxa"/>
            <w:tcBorders>
              <w:top w:val="nil"/>
              <w:left w:val="nil"/>
              <w:bottom w:val="single" w:sz="4" w:space="0" w:color="auto"/>
              <w:right w:val="single" w:sz="4" w:space="0" w:color="auto"/>
            </w:tcBorders>
            <w:shd w:val="clear" w:color="auto" w:fill="auto"/>
            <w:noWrap/>
            <w:hideMark/>
          </w:tcPr>
          <w:p w14:paraId="72A93ABA"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613EEB1A"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45CE3643"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13047ECF" w14:textId="77777777" w:rsidR="00825117" w:rsidRPr="00835F44" w:rsidRDefault="00825117" w:rsidP="000F533E">
            <w:pPr>
              <w:pStyle w:val="TAC"/>
            </w:pPr>
            <w:r w:rsidRPr="009122B2">
              <w:t>188576</w:t>
            </w:r>
          </w:p>
        </w:tc>
        <w:tc>
          <w:tcPr>
            <w:tcW w:w="1057" w:type="dxa"/>
            <w:tcBorders>
              <w:top w:val="nil"/>
              <w:left w:val="nil"/>
              <w:bottom w:val="single" w:sz="4" w:space="0" w:color="auto"/>
              <w:right w:val="single" w:sz="4" w:space="0" w:color="auto"/>
            </w:tcBorders>
            <w:shd w:val="clear" w:color="auto" w:fill="auto"/>
            <w:noWrap/>
            <w:hideMark/>
          </w:tcPr>
          <w:p w14:paraId="2E819634"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3C6C1BE9"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1A779D60" w14:textId="77777777" w:rsidR="00825117" w:rsidRPr="00835F44" w:rsidRDefault="00825117" w:rsidP="000F533E">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79DD3CA5" w14:textId="77777777" w:rsidR="00825117" w:rsidRPr="00835F44" w:rsidRDefault="00825117" w:rsidP="000F533E">
            <w:pPr>
              <w:pStyle w:val="TAC"/>
            </w:pPr>
            <w:r w:rsidRPr="009122B2">
              <w:t>285120</w:t>
            </w:r>
          </w:p>
        </w:tc>
        <w:tc>
          <w:tcPr>
            <w:tcW w:w="1127" w:type="dxa"/>
            <w:tcBorders>
              <w:top w:val="nil"/>
              <w:left w:val="nil"/>
              <w:bottom w:val="single" w:sz="4" w:space="0" w:color="auto"/>
              <w:right w:val="single" w:sz="4" w:space="0" w:color="auto"/>
            </w:tcBorders>
            <w:shd w:val="clear" w:color="auto" w:fill="auto"/>
            <w:noWrap/>
            <w:hideMark/>
          </w:tcPr>
          <w:p w14:paraId="376C7ECD" w14:textId="77777777" w:rsidR="00825117" w:rsidRPr="00835F44" w:rsidRDefault="00825117" w:rsidP="000F533E">
            <w:pPr>
              <w:pStyle w:val="TAC"/>
            </w:pPr>
            <w:r w:rsidRPr="009122B2">
              <w:t>35640</w:t>
            </w:r>
          </w:p>
        </w:tc>
      </w:tr>
      <w:tr w:rsidR="00825117" w:rsidRPr="00835F44" w14:paraId="75DACB00" w14:textId="77777777" w:rsidTr="000F533E">
        <w:tc>
          <w:tcPr>
            <w:tcW w:w="1097" w:type="dxa"/>
            <w:tcBorders>
              <w:top w:val="nil"/>
              <w:left w:val="single" w:sz="4" w:space="0" w:color="auto"/>
              <w:bottom w:val="single" w:sz="4" w:space="0" w:color="auto"/>
              <w:right w:val="single" w:sz="4" w:space="0" w:color="auto"/>
            </w:tcBorders>
            <w:shd w:val="clear" w:color="auto" w:fill="auto"/>
            <w:noWrap/>
            <w:vAlign w:val="bottom"/>
            <w:hideMark/>
          </w:tcPr>
          <w:p w14:paraId="10BC8783" w14:textId="77777777" w:rsidR="00825117" w:rsidRPr="00835F44" w:rsidRDefault="00825117" w:rsidP="000F533E">
            <w:pPr>
              <w:pStyle w:val="TAC"/>
            </w:pPr>
            <w:r w:rsidRPr="00835F44">
              <w:t> </w:t>
            </w:r>
          </w:p>
        </w:tc>
        <w:tc>
          <w:tcPr>
            <w:tcW w:w="1027" w:type="dxa"/>
            <w:tcBorders>
              <w:top w:val="nil"/>
              <w:left w:val="nil"/>
              <w:bottom w:val="single" w:sz="4" w:space="0" w:color="auto"/>
              <w:right w:val="single" w:sz="4" w:space="0" w:color="auto"/>
            </w:tcBorders>
            <w:shd w:val="clear" w:color="auto" w:fill="auto"/>
            <w:noWrap/>
            <w:hideMark/>
          </w:tcPr>
          <w:p w14:paraId="2BA77858" w14:textId="77777777" w:rsidR="00825117" w:rsidRPr="00835F44" w:rsidRDefault="00825117" w:rsidP="000F533E">
            <w:pPr>
              <w:pStyle w:val="TAC"/>
            </w:pPr>
            <w:r w:rsidRPr="009122B2">
              <w:t>273</w:t>
            </w:r>
          </w:p>
        </w:tc>
        <w:tc>
          <w:tcPr>
            <w:tcW w:w="967" w:type="dxa"/>
            <w:tcBorders>
              <w:top w:val="nil"/>
              <w:left w:val="nil"/>
              <w:bottom w:val="single" w:sz="4" w:space="0" w:color="auto"/>
              <w:right w:val="single" w:sz="4" w:space="0" w:color="auto"/>
            </w:tcBorders>
            <w:shd w:val="clear" w:color="auto" w:fill="auto"/>
            <w:noWrap/>
            <w:hideMark/>
          </w:tcPr>
          <w:p w14:paraId="52C093F2" w14:textId="77777777" w:rsidR="00825117" w:rsidRPr="00835F44" w:rsidRDefault="00825117" w:rsidP="000F533E">
            <w:pPr>
              <w:pStyle w:val="TAC"/>
            </w:pPr>
            <w:r w:rsidRPr="009122B2">
              <w:t>11</w:t>
            </w:r>
          </w:p>
        </w:tc>
        <w:tc>
          <w:tcPr>
            <w:tcW w:w="1176" w:type="dxa"/>
            <w:tcBorders>
              <w:top w:val="nil"/>
              <w:left w:val="nil"/>
              <w:bottom w:val="single" w:sz="4" w:space="0" w:color="auto"/>
              <w:right w:val="single" w:sz="4" w:space="0" w:color="auto"/>
            </w:tcBorders>
            <w:shd w:val="clear" w:color="auto" w:fill="auto"/>
            <w:noWrap/>
            <w:hideMark/>
          </w:tcPr>
          <w:p w14:paraId="40F88BCC" w14:textId="77777777" w:rsidR="00825117" w:rsidRPr="00835F44" w:rsidRDefault="00825117" w:rsidP="000F533E">
            <w:pPr>
              <w:pStyle w:val="TAC"/>
            </w:pPr>
            <w:r w:rsidRPr="009122B2">
              <w:t>256QAM</w:t>
            </w:r>
          </w:p>
        </w:tc>
        <w:tc>
          <w:tcPr>
            <w:tcW w:w="890" w:type="dxa"/>
            <w:tcBorders>
              <w:top w:val="nil"/>
              <w:left w:val="nil"/>
              <w:bottom w:val="single" w:sz="4" w:space="0" w:color="auto"/>
              <w:right w:val="single" w:sz="4" w:space="0" w:color="auto"/>
            </w:tcBorders>
            <w:shd w:val="clear" w:color="auto" w:fill="auto"/>
            <w:noWrap/>
            <w:hideMark/>
          </w:tcPr>
          <w:p w14:paraId="1A17E5A2" w14:textId="77777777" w:rsidR="00825117" w:rsidRPr="00835F44" w:rsidRDefault="00825117" w:rsidP="000F533E">
            <w:pPr>
              <w:pStyle w:val="TAC"/>
            </w:pPr>
            <w:r w:rsidRPr="009122B2">
              <w:t>20</w:t>
            </w:r>
          </w:p>
        </w:tc>
        <w:tc>
          <w:tcPr>
            <w:tcW w:w="926" w:type="dxa"/>
            <w:tcBorders>
              <w:top w:val="nil"/>
              <w:left w:val="nil"/>
              <w:bottom w:val="single" w:sz="4" w:space="0" w:color="auto"/>
              <w:right w:val="single" w:sz="4" w:space="0" w:color="auto"/>
            </w:tcBorders>
            <w:shd w:val="clear" w:color="auto" w:fill="auto"/>
            <w:noWrap/>
            <w:hideMark/>
          </w:tcPr>
          <w:p w14:paraId="21D12722" w14:textId="77777777" w:rsidR="00825117" w:rsidRPr="00835F44" w:rsidRDefault="00825117" w:rsidP="000F533E">
            <w:pPr>
              <w:pStyle w:val="TAC"/>
            </w:pPr>
            <w:r w:rsidRPr="009122B2">
              <w:t>192624</w:t>
            </w:r>
          </w:p>
        </w:tc>
        <w:tc>
          <w:tcPr>
            <w:tcW w:w="1057" w:type="dxa"/>
            <w:tcBorders>
              <w:top w:val="nil"/>
              <w:left w:val="nil"/>
              <w:bottom w:val="single" w:sz="4" w:space="0" w:color="auto"/>
              <w:right w:val="single" w:sz="4" w:space="0" w:color="auto"/>
            </w:tcBorders>
            <w:shd w:val="clear" w:color="auto" w:fill="auto"/>
            <w:noWrap/>
            <w:hideMark/>
          </w:tcPr>
          <w:p w14:paraId="6FD70E6D" w14:textId="77777777" w:rsidR="00825117" w:rsidRPr="00835F44" w:rsidRDefault="00825117" w:rsidP="000F533E">
            <w:pPr>
              <w:pStyle w:val="TAC"/>
            </w:pPr>
            <w:r w:rsidRPr="009122B2">
              <w:t>24</w:t>
            </w:r>
          </w:p>
        </w:tc>
        <w:tc>
          <w:tcPr>
            <w:tcW w:w="897" w:type="dxa"/>
            <w:tcBorders>
              <w:top w:val="nil"/>
              <w:left w:val="nil"/>
              <w:bottom w:val="single" w:sz="4" w:space="0" w:color="auto"/>
              <w:right w:val="single" w:sz="4" w:space="0" w:color="auto"/>
            </w:tcBorders>
            <w:shd w:val="clear" w:color="auto" w:fill="auto"/>
            <w:noWrap/>
            <w:hideMark/>
          </w:tcPr>
          <w:p w14:paraId="28516BF4" w14:textId="77777777" w:rsidR="00825117" w:rsidRPr="00835F44" w:rsidRDefault="00825117" w:rsidP="000F533E">
            <w:pPr>
              <w:pStyle w:val="TAC"/>
            </w:pPr>
            <w:r w:rsidRPr="009122B2">
              <w:t>1</w:t>
            </w:r>
          </w:p>
        </w:tc>
        <w:tc>
          <w:tcPr>
            <w:tcW w:w="929" w:type="dxa"/>
            <w:tcBorders>
              <w:top w:val="nil"/>
              <w:left w:val="nil"/>
              <w:bottom w:val="single" w:sz="4" w:space="0" w:color="auto"/>
              <w:right w:val="single" w:sz="4" w:space="0" w:color="auto"/>
            </w:tcBorders>
            <w:shd w:val="clear" w:color="auto" w:fill="auto"/>
            <w:noWrap/>
            <w:hideMark/>
          </w:tcPr>
          <w:p w14:paraId="56A728F6" w14:textId="77777777" w:rsidR="00825117" w:rsidRPr="00835F44" w:rsidRDefault="00825117" w:rsidP="000F533E">
            <w:pPr>
              <w:pStyle w:val="TAC"/>
            </w:pPr>
            <w:r w:rsidRPr="009122B2">
              <w:t>23</w:t>
            </w:r>
          </w:p>
        </w:tc>
        <w:tc>
          <w:tcPr>
            <w:tcW w:w="925" w:type="dxa"/>
            <w:tcBorders>
              <w:top w:val="nil"/>
              <w:left w:val="nil"/>
              <w:bottom w:val="single" w:sz="4" w:space="0" w:color="auto"/>
              <w:right w:val="single" w:sz="4" w:space="0" w:color="auto"/>
            </w:tcBorders>
            <w:shd w:val="clear" w:color="auto" w:fill="auto"/>
            <w:noWrap/>
            <w:hideMark/>
          </w:tcPr>
          <w:p w14:paraId="65DB3D7B" w14:textId="77777777" w:rsidR="00825117" w:rsidRPr="00835F44" w:rsidRDefault="00825117" w:rsidP="000F533E">
            <w:pPr>
              <w:pStyle w:val="TAC"/>
            </w:pPr>
            <w:r w:rsidRPr="009122B2">
              <w:t>288288</w:t>
            </w:r>
          </w:p>
        </w:tc>
        <w:tc>
          <w:tcPr>
            <w:tcW w:w="1127" w:type="dxa"/>
            <w:tcBorders>
              <w:top w:val="nil"/>
              <w:left w:val="nil"/>
              <w:bottom w:val="single" w:sz="4" w:space="0" w:color="auto"/>
              <w:right w:val="single" w:sz="4" w:space="0" w:color="auto"/>
            </w:tcBorders>
            <w:shd w:val="clear" w:color="auto" w:fill="auto"/>
            <w:noWrap/>
            <w:hideMark/>
          </w:tcPr>
          <w:p w14:paraId="26D288E7" w14:textId="77777777" w:rsidR="00825117" w:rsidRPr="00835F44" w:rsidRDefault="00825117" w:rsidP="000F533E">
            <w:pPr>
              <w:pStyle w:val="TAC"/>
            </w:pPr>
            <w:r w:rsidRPr="009122B2">
              <w:t>36036</w:t>
            </w:r>
          </w:p>
        </w:tc>
      </w:tr>
      <w:tr w:rsidR="00825117" w:rsidRPr="00835F44" w14:paraId="39D17EBA" w14:textId="77777777" w:rsidTr="000F533E">
        <w:tc>
          <w:tcPr>
            <w:tcW w:w="110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65AAAAF8" w14:textId="77777777" w:rsidR="00825117" w:rsidRPr="00835F44" w:rsidRDefault="00825117" w:rsidP="000F533E">
            <w:pPr>
              <w:pStyle w:val="TAN"/>
            </w:pPr>
            <w:r w:rsidRPr="00835F44">
              <w:t>NOTE 1:</w:t>
            </w:r>
            <w:r w:rsidRPr="00835F44">
              <w:tab/>
              <w:t>PUSCH mapping Type-A and single-symbol DM-RS configuration Type-1 with 2 additional DM-RS symbols, such that the DM-RS positions are set to symbols 2, 7, 11. DMRS is [TDM'ed] with PUSCH data.</w:t>
            </w:r>
            <w:r>
              <w:t xml:space="preserve"> DM-RS symbols are not counted.</w:t>
            </w:r>
          </w:p>
          <w:p w14:paraId="5F6DE28E" w14:textId="77777777" w:rsidR="00825117" w:rsidRPr="00835F44" w:rsidRDefault="00825117" w:rsidP="000F533E">
            <w:pPr>
              <w:pStyle w:val="TAN"/>
            </w:pPr>
            <w:r w:rsidRPr="00835F44">
              <w:t>NOTE 2:</w:t>
            </w:r>
            <w:r w:rsidRPr="00835F44">
              <w:tab/>
              <w:t xml:space="preserve">MCS Index is based on MCS table </w:t>
            </w:r>
            <w:r>
              <w:t>5.1.3.1-2</w:t>
            </w:r>
            <w:r w:rsidRPr="00835F44">
              <w:t xml:space="preserve"> defined in TS 38.214 [10].</w:t>
            </w:r>
          </w:p>
          <w:p w14:paraId="15994219" w14:textId="77777777" w:rsidR="00825117" w:rsidRDefault="00825117" w:rsidP="000F533E">
            <w:pPr>
              <w:pStyle w:val="TAN"/>
            </w:pPr>
            <w:r w:rsidRPr="00835F44">
              <w:t>NOTE 3:</w:t>
            </w:r>
            <w:r w:rsidRPr="00835F44">
              <w:tab/>
              <w:t>If more than one Code Block is present, an additional CRC sequence of L = 24 Bits is attached to each Code Block (otherwise L = 0 Bit)</w:t>
            </w:r>
          </w:p>
          <w:p w14:paraId="33896AC3" w14:textId="77777777" w:rsidR="00825117" w:rsidRPr="001F4A8E" w:rsidRDefault="00825117" w:rsidP="000F533E">
            <w:pPr>
              <w:pStyle w:val="TAN"/>
              <w:rPr>
                <w:lang w:val="en-US"/>
              </w:rPr>
            </w:pPr>
            <w:r w:rsidRPr="00F25F75">
              <w:rPr>
                <w:lang w:val="en-US"/>
              </w:rPr>
              <w:t>NOTE 4: The RMCs apply to all channel bandwidth where</w:t>
            </w:r>
            <w:r w:rsidRPr="00F25F75">
              <w:t xml:space="preserve"> </w:t>
            </w:r>
            <w:r w:rsidRPr="00F25F75">
              <w:rPr>
                <w:lang w:val="en-US"/>
              </w:rPr>
              <w:t>L</w:t>
            </w:r>
            <w:r w:rsidRPr="00F25F75">
              <w:rPr>
                <w:vertAlign w:val="subscript"/>
                <w:lang w:val="en-US"/>
              </w:rPr>
              <w:t xml:space="preserve">CRB </w:t>
            </w:r>
            <w:r w:rsidRPr="00F25F75">
              <w:rPr>
                <w:rFonts w:cs="Arial"/>
                <w:lang w:val="en-US"/>
              </w:rPr>
              <w:t>≤</w:t>
            </w:r>
            <w:r w:rsidRPr="00F25F75">
              <w:rPr>
                <w:lang w:val="en-US"/>
              </w:rPr>
              <w:t xml:space="preserve"> N</w:t>
            </w:r>
            <w:r w:rsidRPr="00F25F75">
              <w:rPr>
                <w:vertAlign w:val="subscript"/>
                <w:lang w:val="en-US"/>
              </w:rPr>
              <w:t>RB.</w:t>
            </w:r>
          </w:p>
        </w:tc>
      </w:tr>
    </w:tbl>
    <w:p w14:paraId="7BABCDC5" w14:textId="77777777" w:rsidR="00825117" w:rsidRPr="001C0CC4" w:rsidRDefault="00825117" w:rsidP="00A43E5A"/>
    <w:p w14:paraId="1093B7FB" w14:textId="4A288A3D" w:rsidR="00A43E5A" w:rsidRPr="001C0CC4" w:rsidRDefault="00A43E5A" w:rsidP="00A43E5A">
      <w:pPr>
        <w:pStyle w:val="TH"/>
      </w:pPr>
      <w:r w:rsidRPr="001C0CC4">
        <w:lastRenderedPageBreak/>
        <w:t xml:space="preserve">Table A.2.2.9-2: </w:t>
      </w:r>
      <w:r>
        <w:t>Void</w:t>
      </w:r>
    </w:p>
    <w:p w14:paraId="77C87355" w14:textId="693CCD99" w:rsidR="00A43E5A" w:rsidRPr="001C0CC4" w:rsidRDefault="00A43E5A" w:rsidP="00A43E5A">
      <w:pPr>
        <w:pStyle w:val="TH"/>
      </w:pPr>
      <w:r w:rsidRPr="001C0CC4">
        <w:t xml:space="preserve">Table A.2.2.9-3: </w:t>
      </w:r>
      <w:r>
        <w:t>Void</w:t>
      </w:r>
    </w:p>
    <w:p w14:paraId="62998647" w14:textId="77777777" w:rsidR="00DC7196" w:rsidRPr="001C0CC4" w:rsidRDefault="00DC7196" w:rsidP="00DC7196"/>
    <w:p w14:paraId="36C136DF" w14:textId="77777777" w:rsidR="00DC7196" w:rsidRPr="001C0CC4" w:rsidRDefault="00DC7196" w:rsidP="00DC7196">
      <w:pPr>
        <w:pStyle w:val="Heading2"/>
        <w:ind w:left="0" w:firstLine="0"/>
        <w:sectPr w:rsidR="00DC7196" w:rsidRPr="001C0CC4" w:rsidSect="00EE2D5E">
          <w:footnotePr>
            <w:numRestart w:val="eachSect"/>
          </w:footnotePr>
          <w:pgSz w:w="11907" w:h="16840" w:code="9"/>
          <w:pgMar w:top="1418" w:right="1134" w:bottom="1134" w:left="1134" w:header="851" w:footer="340" w:gutter="0"/>
          <w:cols w:space="720"/>
          <w:formProt w:val="0"/>
          <w:docGrid w:linePitch="272"/>
        </w:sectPr>
      </w:pPr>
    </w:p>
    <w:p w14:paraId="3A4F5E5F" w14:textId="77777777" w:rsidR="00A43E5A" w:rsidRPr="001C0CC4" w:rsidRDefault="00A43E5A" w:rsidP="004A5871">
      <w:pPr>
        <w:pStyle w:val="Heading2"/>
        <w:pageBreakBefore/>
      </w:pPr>
      <w:bookmarkStart w:id="253" w:name="_Toc21344529"/>
      <w:bookmarkStart w:id="254" w:name="_Toc29802017"/>
      <w:bookmarkStart w:id="255" w:name="_Toc29802441"/>
      <w:bookmarkStart w:id="256" w:name="_Toc29803066"/>
      <w:bookmarkStart w:id="257" w:name="_Toc36107808"/>
      <w:bookmarkStart w:id="258" w:name="_Toc37251582"/>
      <w:bookmarkStart w:id="259" w:name="_Toc45888521"/>
      <w:bookmarkStart w:id="260" w:name="_Toc45889120"/>
      <w:bookmarkStart w:id="261" w:name="_Toc59650493"/>
      <w:bookmarkStart w:id="262" w:name="_Toc61357765"/>
      <w:bookmarkStart w:id="263" w:name="_Toc61359539"/>
      <w:bookmarkStart w:id="264" w:name="_Toc67916479"/>
      <w:bookmarkStart w:id="265" w:name="_Toc75534025"/>
      <w:bookmarkStart w:id="266" w:name="_Toc75819911"/>
      <w:bookmarkStart w:id="267" w:name="_Toc76508755"/>
      <w:bookmarkStart w:id="268" w:name="_Toc76717705"/>
      <w:bookmarkStart w:id="269" w:name="_Toc83294346"/>
      <w:bookmarkStart w:id="270" w:name="_Toc84335385"/>
      <w:r w:rsidRPr="001C0CC4">
        <w:lastRenderedPageBreak/>
        <w:t>A.2.3</w:t>
      </w:r>
      <w:r w:rsidRPr="001C0CC4">
        <w:tab/>
        <w:t>Reference measurement channels for TDD</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11E44844" w14:textId="5A0E50E4" w:rsidR="00A43E5A" w:rsidRPr="001C0CC4" w:rsidRDefault="00A43E5A" w:rsidP="00A43E5A">
      <w:r w:rsidRPr="00542780">
        <w:t>The TDD UL RMCs are defined in clause A.2.2</w:t>
      </w:r>
      <w:r>
        <w:t xml:space="preserve"> with the active UL slots specified in table A.2.1-1 and TDD slot patterns as defined for reference sensitivity tests.</w:t>
      </w:r>
    </w:p>
    <w:p w14:paraId="7DB525CD" w14:textId="77777777" w:rsidR="00A43E5A" w:rsidRPr="001C0CC4" w:rsidRDefault="00A43E5A" w:rsidP="00A43E5A">
      <w:pPr>
        <w:pStyle w:val="Heading3"/>
        <w:rPr>
          <w:snapToGrid w:val="0"/>
        </w:rPr>
      </w:pPr>
      <w:bookmarkStart w:id="271" w:name="_Toc21344530"/>
      <w:bookmarkStart w:id="272" w:name="_Toc29802018"/>
      <w:bookmarkStart w:id="273" w:name="_Toc29802442"/>
      <w:bookmarkStart w:id="274" w:name="_Toc29803067"/>
      <w:bookmarkStart w:id="275" w:name="_Toc36107809"/>
      <w:bookmarkStart w:id="276" w:name="_Toc37251583"/>
      <w:bookmarkStart w:id="277" w:name="_Toc45888522"/>
      <w:bookmarkStart w:id="278" w:name="_Toc45889121"/>
      <w:bookmarkStart w:id="279" w:name="_Toc59650494"/>
      <w:bookmarkStart w:id="280" w:name="_Toc61357766"/>
      <w:bookmarkStart w:id="281" w:name="_Toc61359540"/>
      <w:bookmarkStart w:id="282" w:name="_Toc67916480"/>
      <w:bookmarkStart w:id="283" w:name="_Toc75534026"/>
      <w:bookmarkStart w:id="284" w:name="_Toc75819912"/>
      <w:bookmarkStart w:id="285" w:name="_Toc76508756"/>
      <w:bookmarkStart w:id="286" w:name="_Toc76717706"/>
      <w:bookmarkStart w:id="287" w:name="_Toc83294347"/>
      <w:bookmarkStart w:id="288" w:name="_Toc84335386"/>
      <w:r w:rsidRPr="001C0CC4">
        <w:rPr>
          <w:snapToGrid w:val="0"/>
        </w:rPr>
        <w:t>A.2.3.1</w:t>
      </w:r>
      <w:r w:rsidRPr="001C0CC4">
        <w:rPr>
          <w:snapToGrid w:val="0"/>
        </w:rPr>
        <w:tab/>
        <w:t>DFT-s-OFDM Pi/2-BPSK</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9782628" w14:textId="72422CCB" w:rsidR="00A43E5A" w:rsidRPr="001C0CC4" w:rsidRDefault="00A43E5A" w:rsidP="00A43E5A">
      <w:pPr>
        <w:pStyle w:val="TH"/>
      </w:pPr>
      <w:r w:rsidRPr="001C0CC4">
        <w:t xml:space="preserve">Table A.2.3.1-1: </w:t>
      </w:r>
      <w:r>
        <w:t>Void</w:t>
      </w:r>
    </w:p>
    <w:p w14:paraId="470EED8C" w14:textId="77777777" w:rsidR="00A43E5A" w:rsidRPr="001C0CC4" w:rsidRDefault="00A43E5A" w:rsidP="00A43E5A"/>
    <w:p w14:paraId="22BBF7AA" w14:textId="7BC1EC80" w:rsidR="00A43E5A" w:rsidRPr="001C0CC4" w:rsidRDefault="00A43E5A" w:rsidP="00A43E5A">
      <w:pPr>
        <w:pStyle w:val="TH"/>
      </w:pPr>
      <w:r w:rsidRPr="001C0CC4">
        <w:t xml:space="preserve">Table A.2.3.1-2: </w:t>
      </w:r>
      <w:r>
        <w:t>Void</w:t>
      </w:r>
    </w:p>
    <w:p w14:paraId="3966596C" w14:textId="77777777" w:rsidR="00A43E5A" w:rsidRPr="001C0CC4" w:rsidRDefault="00A43E5A" w:rsidP="00A43E5A"/>
    <w:p w14:paraId="26815ED3" w14:textId="656AD50E" w:rsidR="00A43E5A" w:rsidRPr="001C0CC4" w:rsidRDefault="00A43E5A" w:rsidP="00A43E5A">
      <w:pPr>
        <w:pStyle w:val="TH"/>
      </w:pPr>
      <w:r w:rsidRPr="001C0CC4">
        <w:t xml:space="preserve">Table A.2.3.1-3: </w:t>
      </w:r>
      <w:r>
        <w:t>Void</w:t>
      </w:r>
    </w:p>
    <w:p w14:paraId="1BBAA985" w14:textId="77777777" w:rsidR="00A43E5A" w:rsidRPr="001C0CC4" w:rsidRDefault="00A43E5A" w:rsidP="00A43E5A"/>
    <w:p w14:paraId="63060E0F" w14:textId="77777777" w:rsidR="00A43E5A" w:rsidRPr="001C0CC4" w:rsidRDefault="00A43E5A" w:rsidP="00A43E5A">
      <w:pPr>
        <w:pStyle w:val="Heading3"/>
        <w:rPr>
          <w:snapToGrid w:val="0"/>
        </w:rPr>
      </w:pPr>
      <w:bookmarkStart w:id="289" w:name="_Toc21344531"/>
      <w:bookmarkStart w:id="290" w:name="_Toc29802019"/>
      <w:bookmarkStart w:id="291" w:name="_Toc29802443"/>
      <w:bookmarkStart w:id="292" w:name="_Toc29803068"/>
      <w:bookmarkStart w:id="293" w:name="_Toc36107810"/>
      <w:bookmarkStart w:id="294" w:name="_Toc37251584"/>
      <w:bookmarkStart w:id="295" w:name="_Toc45888523"/>
      <w:bookmarkStart w:id="296" w:name="_Toc45889122"/>
      <w:bookmarkStart w:id="297" w:name="_Toc59650495"/>
      <w:bookmarkStart w:id="298" w:name="_Toc61357767"/>
      <w:bookmarkStart w:id="299" w:name="_Toc61359541"/>
      <w:bookmarkStart w:id="300" w:name="_Toc67916481"/>
      <w:bookmarkStart w:id="301" w:name="_Toc75534027"/>
      <w:bookmarkStart w:id="302" w:name="_Toc75819913"/>
      <w:bookmarkStart w:id="303" w:name="_Toc76508757"/>
      <w:bookmarkStart w:id="304" w:name="_Toc76717707"/>
      <w:bookmarkStart w:id="305" w:name="_Toc83294348"/>
      <w:bookmarkStart w:id="306" w:name="_Toc84335387"/>
      <w:r w:rsidRPr="001C0CC4">
        <w:rPr>
          <w:snapToGrid w:val="0"/>
        </w:rPr>
        <w:t>A.2.3.2</w:t>
      </w:r>
      <w:r w:rsidRPr="001C0CC4">
        <w:rPr>
          <w:snapToGrid w:val="0"/>
        </w:rPr>
        <w:tab/>
        <w:t>DFT-s-OFDM QPSK</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7A563EDF" w14:textId="49F438A0" w:rsidR="00A43E5A" w:rsidRPr="001C0CC4" w:rsidRDefault="00A43E5A" w:rsidP="00A43E5A">
      <w:pPr>
        <w:pStyle w:val="TH"/>
      </w:pPr>
      <w:r w:rsidRPr="001C0CC4">
        <w:t xml:space="preserve">Table A.2.3.2-1: </w:t>
      </w:r>
      <w:r>
        <w:t>Void</w:t>
      </w:r>
    </w:p>
    <w:p w14:paraId="5DA73936" w14:textId="77777777" w:rsidR="00A43E5A" w:rsidRPr="001C0CC4" w:rsidRDefault="00A43E5A" w:rsidP="00A43E5A"/>
    <w:p w14:paraId="734AAED8" w14:textId="77777777" w:rsidR="00A43E5A" w:rsidRPr="001C0CC4" w:rsidRDefault="00A43E5A" w:rsidP="00A43E5A"/>
    <w:p w14:paraId="132299B2" w14:textId="27557496" w:rsidR="00A43E5A" w:rsidRPr="001C0CC4" w:rsidRDefault="00A43E5A" w:rsidP="00A43E5A">
      <w:pPr>
        <w:pStyle w:val="TH"/>
      </w:pPr>
      <w:r w:rsidRPr="001C0CC4">
        <w:t xml:space="preserve">Table A.2.3.2-2: </w:t>
      </w:r>
      <w:r>
        <w:t>Void</w:t>
      </w:r>
    </w:p>
    <w:p w14:paraId="79BA384C" w14:textId="77777777" w:rsidR="00A43E5A" w:rsidRPr="001C0CC4" w:rsidRDefault="00A43E5A" w:rsidP="00A43E5A"/>
    <w:p w14:paraId="780EAF12" w14:textId="1C84B8E6" w:rsidR="00A43E5A" w:rsidRPr="001C0CC4" w:rsidRDefault="00A43E5A" w:rsidP="00A43E5A">
      <w:pPr>
        <w:pStyle w:val="TH"/>
      </w:pPr>
      <w:r w:rsidRPr="001C0CC4">
        <w:t xml:space="preserve">Table A.2.3.2-3: </w:t>
      </w:r>
      <w:r>
        <w:t>Void</w:t>
      </w:r>
    </w:p>
    <w:p w14:paraId="3FF41DB4" w14:textId="77777777" w:rsidR="00A43E5A" w:rsidRPr="001C0CC4" w:rsidRDefault="00A43E5A" w:rsidP="00A43E5A"/>
    <w:p w14:paraId="132461C7" w14:textId="77777777" w:rsidR="00A43E5A" w:rsidRPr="001C0CC4" w:rsidRDefault="00A43E5A" w:rsidP="00A43E5A">
      <w:pPr>
        <w:pStyle w:val="Heading3"/>
        <w:rPr>
          <w:snapToGrid w:val="0"/>
        </w:rPr>
      </w:pPr>
      <w:bookmarkStart w:id="307" w:name="_Toc21344532"/>
      <w:bookmarkStart w:id="308" w:name="_Toc29802020"/>
      <w:bookmarkStart w:id="309" w:name="_Toc29802444"/>
      <w:bookmarkStart w:id="310" w:name="_Toc29803069"/>
      <w:bookmarkStart w:id="311" w:name="_Toc36107811"/>
      <w:bookmarkStart w:id="312" w:name="_Toc37251585"/>
      <w:bookmarkStart w:id="313" w:name="_Toc45888524"/>
      <w:bookmarkStart w:id="314" w:name="_Toc45889123"/>
      <w:bookmarkStart w:id="315" w:name="_Toc59650496"/>
      <w:bookmarkStart w:id="316" w:name="_Toc61357768"/>
      <w:bookmarkStart w:id="317" w:name="_Toc61359542"/>
      <w:bookmarkStart w:id="318" w:name="_Toc67916482"/>
      <w:bookmarkStart w:id="319" w:name="_Toc75534028"/>
      <w:bookmarkStart w:id="320" w:name="_Toc75819914"/>
      <w:bookmarkStart w:id="321" w:name="_Toc76508758"/>
      <w:bookmarkStart w:id="322" w:name="_Toc76717708"/>
      <w:bookmarkStart w:id="323" w:name="_Toc83294349"/>
      <w:bookmarkStart w:id="324" w:name="_Toc84335388"/>
      <w:r w:rsidRPr="001C0CC4">
        <w:rPr>
          <w:snapToGrid w:val="0"/>
        </w:rPr>
        <w:t>A.2.3.3</w:t>
      </w:r>
      <w:r w:rsidRPr="001C0CC4">
        <w:rPr>
          <w:snapToGrid w:val="0"/>
        </w:rPr>
        <w:tab/>
        <w:t>DFT-s-OFDM 16QAM</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75C7CB88" w14:textId="587A70F1" w:rsidR="00A43E5A" w:rsidRPr="001C0CC4" w:rsidRDefault="00A43E5A" w:rsidP="00A43E5A">
      <w:pPr>
        <w:pStyle w:val="TH"/>
      </w:pPr>
      <w:r w:rsidRPr="001C0CC4">
        <w:t xml:space="preserve">Table A.2.3.3-1: </w:t>
      </w:r>
      <w:r>
        <w:t>Void</w:t>
      </w:r>
    </w:p>
    <w:p w14:paraId="5B936BE2" w14:textId="77777777" w:rsidR="00A43E5A" w:rsidRPr="001C0CC4" w:rsidRDefault="00A43E5A" w:rsidP="00A43E5A"/>
    <w:p w14:paraId="419EA8A0" w14:textId="71DCA85A" w:rsidR="00A43E5A" w:rsidRPr="001C0CC4" w:rsidRDefault="00A43E5A" w:rsidP="00A43E5A">
      <w:pPr>
        <w:pStyle w:val="TH"/>
      </w:pPr>
      <w:r w:rsidRPr="001C0CC4">
        <w:t xml:space="preserve">Table A.2.3.3-2: </w:t>
      </w:r>
      <w:r>
        <w:t>Void</w:t>
      </w:r>
    </w:p>
    <w:p w14:paraId="3EA835EE" w14:textId="77777777" w:rsidR="00A43E5A" w:rsidRPr="001C0CC4" w:rsidRDefault="00A43E5A" w:rsidP="00A43E5A"/>
    <w:p w14:paraId="5629B69D" w14:textId="07796C94" w:rsidR="00A43E5A" w:rsidRPr="001C0CC4" w:rsidRDefault="00A43E5A" w:rsidP="00A43E5A">
      <w:pPr>
        <w:pStyle w:val="TH"/>
      </w:pPr>
      <w:r w:rsidRPr="001C0CC4">
        <w:t xml:space="preserve">Table A.2.3.3-3: </w:t>
      </w:r>
      <w:r>
        <w:t>Void</w:t>
      </w:r>
    </w:p>
    <w:p w14:paraId="571DC179" w14:textId="77777777" w:rsidR="00A43E5A" w:rsidRPr="001C0CC4" w:rsidRDefault="00A43E5A" w:rsidP="00A43E5A"/>
    <w:p w14:paraId="2B943605" w14:textId="77777777" w:rsidR="00A43E5A" w:rsidRPr="001C0CC4" w:rsidRDefault="00A43E5A" w:rsidP="00A43E5A">
      <w:pPr>
        <w:pStyle w:val="Heading3"/>
        <w:rPr>
          <w:snapToGrid w:val="0"/>
        </w:rPr>
      </w:pPr>
      <w:bookmarkStart w:id="325" w:name="_Toc21344533"/>
      <w:bookmarkStart w:id="326" w:name="_Toc29802021"/>
      <w:bookmarkStart w:id="327" w:name="_Toc29802445"/>
      <w:bookmarkStart w:id="328" w:name="_Toc29803070"/>
      <w:bookmarkStart w:id="329" w:name="_Toc36107812"/>
      <w:bookmarkStart w:id="330" w:name="_Toc37251586"/>
      <w:bookmarkStart w:id="331" w:name="_Toc45888525"/>
      <w:bookmarkStart w:id="332" w:name="_Toc45889124"/>
      <w:bookmarkStart w:id="333" w:name="_Toc59650497"/>
      <w:bookmarkStart w:id="334" w:name="_Toc61357769"/>
      <w:bookmarkStart w:id="335" w:name="_Toc61359543"/>
      <w:bookmarkStart w:id="336" w:name="_Toc67916483"/>
      <w:bookmarkStart w:id="337" w:name="_Toc75534029"/>
      <w:bookmarkStart w:id="338" w:name="_Toc75819915"/>
      <w:bookmarkStart w:id="339" w:name="_Toc76508759"/>
      <w:bookmarkStart w:id="340" w:name="_Toc76717709"/>
      <w:bookmarkStart w:id="341" w:name="_Toc83294350"/>
      <w:bookmarkStart w:id="342" w:name="_Toc84335389"/>
      <w:r w:rsidRPr="001C0CC4">
        <w:rPr>
          <w:snapToGrid w:val="0"/>
        </w:rPr>
        <w:t>A.2.3.4</w:t>
      </w:r>
      <w:r w:rsidRPr="001C0CC4">
        <w:rPr>
          <w:snapToGrid w:val="0"/>
        </w:rPr>
        <w:tab/>
        <w:t>DFT-s-OFDM 64QAM</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6FE92957" w14:textId="7EC3A76C" w:rsidR="00A43E5A" w:rsidRPr="001C0CC4" w:rsidRDefault="00A43E5A" w:rsidP="00A43E5A">
      <w:pPr>
        <w:pStyle w:val="TH"/>
      </w:pPr>
      <w:r w:rsidRPr="001C0CC4">
        <w:t xml:space="preserve">Table A.2.3.4-1: </w:t>
      </w:r>
      <w:r>
        <w:t>Void</w:t>
      </w:r>
    </w:p>
    <w:p w14:paraId="221AF988" w14:textId="77777777" w:rsidR="00A43E5A" w:rsidRPr="001C0CC4" w:rsidRDefault="00A43E5A" w:rsidP="00A43E5A"/>
    <w:p w14:paraId="7FE39904" w14:textId="74050D49" w:rsidR="00A43E5A" w:rsidRPr="001C0CC4" w:rsidRDefault="00A43E5A" w:rsidP="00A43E5A">
      <w:pPr>
        <w:pStyle w:val="TH"/>
      </w:pPr>
      <w:r w:rsidRPr="001C0CC4">
        <w:t xml:space="preserve">Table A.2.3.4-2: </w:t>
      </w:r>
      <w:r>
        <w:t>Void</w:t>
      </w:r>
    </w:p>
    <w:p w14:paraId="1AF58ECE" w14:textId="77777777" w:rsidR="00A43E5A" w:rsidRPr="001C0CC4" w:rsidRDefault="00A43E5A" w:rsidP="00A43E5A"/>
    <w:p w14:paraId="59742A09" w14:textId="4E82821F" w:rsidR="00A43E5A" w:rsidRPr="001C0CC4" w:rsidRDefault="00A43E5A" w:rsidP="00A43E5A">
      <w:pPr>
        <w:pStyle w:val="TH"/>
      </w:pPr>
      <w:r w:rsidRPr="001C0CC4">
        <w:lastRenderedPageBreak/>
        <w:t xml:space="preserve">Table A.2.3.4-3: </w:t>
      </w:r>
      <w:r>
        <w:t>Void</w:t>
      </w:r>
    </w:p>
    <w:p w14:paraId="73D46845" w14:textId="77777777" w:rsidR="00A43E5A" w:rsidRPr="001C0CC4" w:rsidRDefault="00A43E5A" w:rsidP="00A43E5A"/>
    <w:p w14:paraId="36B1032C" w14:textId="77777777" w:rsidR="00A43E5A" w:rsidRPr="001C0CC4" w:rsidRDefault="00A43E5A" w:rsidP="00A43E5A">
      <w:pPr>
        <w:pStyle w:val="Heading3"/>
        <w:rPr>
          <w:snapToGrid w:val="0"/>
        </w:rPr>
      </w:pPr>
      <w:bookmarkStart w:id="343" w:name="_Toc21344534"/>
      <w:bookmarkStart w:id="344" w:name="_Toc29802022"/>
      <w:bookmarkStart w:id="345" w:name="_Toc29802446"/>
      <w:bookmarkStart w:id="346" w:name="_Toc29803071"/>
      <w:bookmarkStart w:id="347" w:name="_Toc36107813"/>
      <w:bookmarkStart w:id="348" w:name="_Toc37251587"/>
      <w:bookmarkStart w:id="349" w:name="_Toc45888526"/>
      <w:bookmarkStart w:id="350" w:name="_Toc45889125"/>
      <w:bookmarkStart w:id="351" w:name="_Toc59650498"/>
      <w:bookmarkStart w:id="352" w:name="_Toc61357770"/>
      <w:bookmarkStart w:id="353" w:name="_Toc61359544"/>
      <w:bookmarkStart w:id="354" w:name="_Toc67916484"/>
      <w:bookmarkStart w:id="355" w:name="_Toc75534030"/>
      <w:bookmarkStart w:id="356" w:name="_Toc75819916"/>
      <w:bookmarkStart w:id="357" w:name="_Toc76508760"/>
      <w:bookmarkStart w:id="358" w:name="_Toc76717710"/>
      <w:bookmarkStart w:id="359" w:name="_Toc83294351"/>
      <w:bookmarkStart w:id="360" w:name="_Toc84335390"/>
      <w:r w:rsidRPr="001C0CC4">
        <w:rPr>
          <w:snapToGrid w:val="0"/>
        </w:rPr>
        <w:t>A.2.3.5</w:t>
      </w:r>
      <w:r w:rsidRPr="001C0CC4">
        <w:rPr>
          <w:snapToGrid w:val="0"/>
        </w:rPr>
        <w:tab/>
        <w:t>DFT-s-OFDM 256QAM</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3FD37C3C" w14:textId="10408F7A" w:rsidR="00A43E5A" w:rsidRPr="001C0CC4" w:rsidRDefault="00A43E5A" w:rsidP="00A43E5A">
      <w:pPr>
        <w:pStyle w:val="TH"/>
      </w:pPr>
      <w:r w:rsidRPr="001C0CC4">
        <w:t xml:space="preserve">Table A.2.3.5-1: </w:t>
      </w:r>
      <w:r>
        <w:t>Void</w:t>
      </w:r>
    </w:p>
    <w:p w14:paraId="758694C4" w14:textId="77777777" w:rsidR="00A43E5A" w:rsidRPr="001C0CC4" w:rsidRDefault="00A43E5A" w:rsidP="00A43E5A"/>
    <w:p w14:paraId="4706213B" w14:textId="3C5949B4" w:rsidR="00A43E5A" w:rsidRPr="001C0CC4" w:rsidRDefault="00A43E5A" w:rsidP="00A43E5A">
      <w:pPr>
        <w:pStyle w:val="TH"/>
      </w:pPr>
      <w:r w:rsidRPr="001C0CC4">
        <w:t xml:space="preserve">Table A.2.3.5-2: </w:t>
      </w:r>
      <w:r>
        <w:t>Void</w:t>
      </w:r>
    </w:p>
    <w:p w14:paraId="554BB923" w14:textId="77777777" w:rsidR="00A43E5A" w:rsidRPr="001C0CC4" w:rsidRDefault="00A43E5A" w:rsidP="00A43E5A"/>
    <w:p w14:paraId="550A64EE" w14:textId="2A138A39" w:rsidR="00A43E5A" w:rsidRPr="001C0CC4" w:rsidRDefault="00A43E5A" w:rsidP="00A43E5A">
      <w:pPr>
        <w:pStyle w:val="TH"/>
      </w:pPr>
      <w:r w:rsidRPr="001C0CC4">
        <w:t xml:space="preserve">Table A.2.3.5-3: </w:t>
      </w:r>
      <w:r>
        <w:t>Void</w:t>
      </w:r>
    </w:p>
    <w:p w14:paraId="325CC424" w14:textId="77777777" w:rsidR="00A43E5A" w:rsidRPr="001C0CC4" w:rsidRDefault="00A43E5A" w:rsidP="00A43E5A"/>
    <w:p w14:paraId="2BDD73BE" w14:textId="77777777" w:rsidR="00A43E5A" w:rsidRPr="001C0CC4" w:rsidRDefault="00A43E5A" w:rsidP="00A43E5A">
      <w:pPr>
        <w:pStyle w:val="Heading3"/>
        <w:rPr>
          <w:snapToGrid w:val="0"/>
        </w:rPr>
      </w:pPr>
      <w:bookmarkStart w:id="361" w:name="_Toc21344535"/>
      <w:bookmarkStart w:id="362" w:name="_Toc29802023"/>
      <w:bookmarkStart w:id="363" w:name="_Toc29802447"/>
      <w:bookmarkStart w:id="364" w:name="_Toc29803072"/>
      <w:bookmarkStart w:id="365" w:name="_Toc36107814"/>
      <w:bookmarkStart w:id="366" w:name="_Toc37251588"/>
      <w:bookmarkStart w:id="367" w:name="_Toc45888527"/>
      <w:bookmarkStart w:id="368" w:name="_Toc45889126"/>
      <w:bookmarkStart w:id="369" w:name="_Toc59650499"/>
      <w:bookmarkStart w:id="370" w:name="_Toc61357771"/>
      <w:bookmarkStart w:id="371" w:name="_Toc61359545"/>
      <w:bookmarkStart w:id="372" w:name="_Toc67916485"/>
      <w:bookmarkStart w:id="373" w:name="_Toc75534031"/>
      <w:bookmarkStart w:id="374" w:name="_Toc75819917"/>
      <w:bookmarkStart w:id="375" w:name="_Toc76508761"/>
      <w:bookmarkStart w:id="376" w:name="_Toc76717711"/>
      <w:bookmarkStart w:id="377" w:name="_Toc83294352"/>
      <w:bookmarkStart w:id="378" w:name="_Toc84335391"/>
      <w:r w:rsidRPr="001C0CC4">
        <w:rPr>
          <w:snapToGrid w:val="0"/>
        </w:rPr>
        <w:t>A.2.3.6</w:t>
      </w:r>
      <w:r w:rsidRPr="001C0CC4">
        <w:rPr>
          <w:snapToGrid w:val="0"/>
        </w:rPr>
        <w:tab/>
        <w:t>CP-OFDM QPSK</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69AE119E" w14:textId="21F9CCF4" w:rsidR="00A43E5A" w:rsidRPr="001C0CC4" w:rsidRDefault="00A43E5A" w:rsidP="00A43E5A">
      <w:pPr>
        <w:pStyle w:val="TH"/>
      </w:pPr>
      <w:r w:rsidRPr="001C0CC4">
        <w:t xml:space="preserve">Table A.2.3.6-1: </w:t>
      </w:r>
      <w:r>
        <w:t>Void</w:t>
      </w:r>
    </w:p>
    <w:p w14:paraId="49393DD8" w14:textId="77777777" w:rsidR="00A43E5A" w:rsidRPr="001C0CC4" w:rsidRDefault="00A43E5A" w:rsidP="00A43E5A"/>
    <w:p w14:paraId="3406685A" w14:textId="37F625D4" w:rsidR="00A43E5A" w:rsidRPr="001C0CC4" w:rsidRDefault="00A43E5A" w:rsidP="00A43E5A">
      <w:pPr>
        <w:pStyle w:val="TH"/>
      </w:pPr>
      <w:r w:rsidRPr="001C0CC4">
        <w:t xml:space="preserve">Table A.2.3.6-2: </w:t>
      </w:r>
      <w:r>
        <w:t>Void</w:t>
      </w:r>
    </w:p>
    <w:p w14:paraId="5AA9B100" w14:textId="77777777" w:rsidR="00A43E5A" w:rsidRPr="001C0CC4" w:rsidRDefault="00A43E5A" w:rsidP="00A43E5A"/>
    <w:p w14:paraId="3AF83DC5" w14:textId="066865D1" w:rsidR="00A43E5A" w:rsidRPr="001C0CC4" w:rsidRDefault="00A43E5A" w:rsidP="00A43E5A">
      <w:pPr>
        <w:pStyle w:val="TH"/>
      </w:pPr>
      <w:r w:rsidRPr="001C0CC4">
        <w:t xml:space="preserve">Table A.2.3.6-3: </w:t>
      </w:r>
      <w:r>
        <w:t>Void</w:t>
      </w:r>
    </w:p>
    <w:p w14:paraId="3B46E3B6" w14:textId="77777777" w:rsidR="00A43E5A" w:rsidRPr="001C0CC4" w:rsidRDefault="00A43E5A" w:rsidP="00A43E5A"/>
    <w:p w14:paraId="299A8F64" w14:textId="77777777" w:rsidR="00A43E5A" w:rsidRPr="001C0CC4" w:rsidRDefault="00A43E5A" w:rsidP="00A43E5A">
      <w:pPr>
        <w:pStyle w:val="Heading3"/>
        <w:rPr>
          <w:snapToGrid w:val="0"/>
        </w:rPr>
      </w:pPr>
      <w:bookmarkStart w:id="379" w:name="_Toc21344536"/>
      <w:bookmarkStart w:id="380" w:name="_Toc29802024"/>
      <w:bookmarkStart w:id="381" w:name="_Toc29802448"/>
      <w:bookmarkStart w:id="382" w:name="_Toc29803073"/>
      <w:bookmarkStart w:id="383" w:name="_Toc36107815"/>
      <w:bookmarkStart w:id="384" w:name="_Toc37251589"/>
      <w:bookmarkStart w:id="385" w:name="_Toc45888528"/>
      <w:bookmarkStart w:id="386" w:name="_Toc45889127"/>
      <w:bookmarkStart w:id="387" w:name="_Toc59650500"/>
      <w:bookmarkStart w:id="388" w:name="_Toc61357772"/>
      <w:bookmarkStart w:id="389" w:name="_Toc61359546"/>
      <w:bookmarkStart w:id="390" w:name="_Toc67916486"/>
      <w:bookmarkStart w:id="391" w:name="_Toc75534032"/>
      <w:bookmarkStart w:id="392" w:name="_Toc75819918"/>
      <w:bookmarkStart w:id="393" w:name="_Toc76508762"/>
      <w:bookmarkStart w:id="394" w:name="_Toc76717712"/>
      <w:bookmarkStart w:id="395" w:name="_Toc83294353"/>
      <w:bookmarkStart w:id="396" w:name="_Toc84335392"/>
      <w:r w:rsidRPr="001C0CC4">
        <w:rPr>
          <w:snapToGrid w:val="0"/>
        </w:rPr>
        <w:t>A.2.3.7</w:t>
      </w:r>
      <w:r w:rsidRPr="001C0CC4">
        <w:rPr>
          <w:snapToGrid w:val="0"/>
        </w:rPr>
        <w:tab/>
        <w:t>CP-OFDM 16QAM</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97BB3BD" w14:textId="2BC62109" w:rsidR="00A43E5A" w:rsidRPr="001C0CC4" w:rsidRDefault="00A43E5A" w:rsidP="00A43E5A">
      <w:pPr>
        <w:pStyle w:val="TH"/>
      </w:pPr>
      <w:r w:rsidRPr="001C0CC4">
        <w:t xml:space="preserve">Table A.2.3.7-1: </w:t>
      </w:r>
      <w:r>
        <w:t>Void</w:t>
      </w:r>
    </w:p>
    <w:p w14:paraId="1C0F0BD3" w14:textId="77777777" w:rsidR="00A43E5A" w:rsidRPr="001C0CC4" w:rsidRDefault="00A43E5A" w:rsidP="00A43E5A"/>
    <w:p w14:paraId="08455FAB" w14:textId="12E09E02" w:rsidR="00A43E5A" w:rsidRPr="001C0CC4" w:rsidRDefault="00A43E5A" w:rsidP="00A43E5A">
      <w:pPr>
        <w:pStyle w:val="TH"/>
      </w:pPr>
      <w:r w:rsidRPr="001C0CC4">
        <w:t xml:space="preserve">Table A.2.3.7-2: </w:t>
      </w:r>
      <w:r>
        <w:t>Void</w:t>
      </w:r>
    </w:p>
    <w:p w14:paraId="25392DCA" w14:textId="77777777" w:rsidR="00A43E5A" w:rsidRPr="001C0CC4" w:rsidRDefault="00A43E5A" w:rsidP="00A43E5A"/>
    <w:p w14:paraId="1D9E5276" w14:textId="7CEBBDFE" w:rsidR="00A43E5A" w:rsidRPr="001C0CC4" w:rsidRDefault="00A43E5A" w:rsidP="00A43E5A">
      <w:pPr>
        <w:pStyle w:val="TH"/>
      </w:pPr>
      <w:r w:rsidRPr="001C0CC4">
        <w:t xml:space="preserve">Table A.2.3.7-3: </w:t>
      </w:r>
      <w:r>
        <w:t>Void</w:t>
      </w:r>
    </w:p>
    <w:p w14:paraId="67C23718" w14:textId="77777777" w:rsidR="00A43E5A" w:rsidRPr="001C0CC4" w:rsidRDefault="00A43E5A" w:rsidP="00A43E5A"/>
    <w:p w14:paraId="20C8884F" w14:textId="77777777" w:rsidR="00A43E5A" w:rsidRPr="001C0CC4" w:rsidRDefault="00A43E5A" w:rsidP="00A43E5A">
      <w:pPr>
        <w:pStyle w:val="Heading3"/>
        <w:rPr>
          <w:snapToGrid w:val="0"/>
        </w:rPr>
      </w:pPr>
      <w:bookmarkStart w:id="397" w:name="_Toc21344537"/>
      <w:bookmarkStart w:id="398" w:name="_Toc29802025"/>
      <w:bookmarkStart w:id="399" w:name="_Toc29802449"/>
      <w:bookmarkStart w:id="400" w:name="_Toc29803074"/>
      <w:bookmarkStart w:id="401" w:name="_Toc36107816"/>
      <w:bookmarkStart w:id="402" w:name="_Toc37251590"/>
      <w:bookmarkStart w:id="403" w:name="_Toc45888529"/>
      <w:bookmarkStart w:id="404" w:name="_Toc45889128"/>
      <w:bookmarkStart w:id="405" w:name="_Toc59650501"/>
      <w:bookmarkStart w:id="406" w:name="_Toc61357773"/>
      <w:bookmarkStart w:id="407" w:name="_Toc61359547"/>
      <w:bookmarkStart w:id="408" w:name="_Toc67916487"/>
      <w:bookmarkStart w:id="409" w:name="_Toc75534033"/>
      <w:bookmarkStart w:id="410" w:name="_Toc75819919"/>
      <w:bookmarkStart w:id="411" w:name="_Toc76508763"/>
      <w:bookmarkStart w:id="412" w:name="_Toc76717713"/>
      <w:bookmarkStart w:id="413" w:name="_Toc83294354"/>
      <w:bookmarkStart w:id="414" w:name="_Toc84335393"/>
      <w:r w:rsidRPr="001C0CC4">
        <w:rPr>
          <w:snapToGrid w:val="0"/>
        </w:rPr>
        <w:t>A.2.3.8</w:t>
      </w:r>
      <w:r w:rsidRPr="001C0CC4">
        <w:rPr>
          <w:snapToGrid w:val="0"/>
        </w:rPr>
        <w:tab/>
        <w:t>CP-OFDM 64QAM</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48220A74" w14:textId="17C2E8AA" w:rsidR="00A43E5A" w:rsidRPr="001C0CC4" w:rsidRDefault="00A43E5A" w:rsidP="00A43E5A">
      <w:pPr>
        <w:pStyle w:val="TH"/>
      </w:pPr>
      <w:r w:rsidRPr="001C0CC4">
        <w:t xml:space="preserve">Table A.2.3.8-1: </w:t>
      </w:r>
      <w:r>
        <w:t>Void</w:t>
      </w:r>
    </w:p>
    <w:p w14:paraId="53A71928" w14:textId="77777777" w:rsidR="00A43E5A" w:rsidRPr="001C0CC4" w:rsidRDefault="00A43E5A" w:rsidP="00A43E5A"/>
    <w:p w14:paraId="4C7D080B" w14:textId="35AC74A4" w:rsidR="00A43E5A" w:rsidRPr="001C0CC4" w:rsidRDefault="00A43E5A" w:rsidP="00A43E5A">
      <w:pPr>
        <w:pStyle w:val="TH"/>
      </w:pPr>
      <w:r w:rsidRPr="001C0CC4">
        <w:t xml:space="preserve">Table A.2.3.8-2: </w:t>
      </w:r>
      <w:r>
        <w:t>Void</w:t>
      </w:r>
    </w:p>
    <w:p w14:paraId="5B3BAB6B" w14:textId="77777777" w:rsidR="00A43E5A" w:rsidRPr="001C0CC4" w:rsidRDefault="00A43E5A" w:rsidP="00A43E5A"/>
    <w:p w14:paraId="1B2C1CE9" w14:textId="04C6EEFA" w:rsidR="00A43E5A" w:rsidRPr="001C0CC4" w:rsidRDefault="00A43E5A" w:rsidP="00A43E5A">
      <w:pPr>
        <w:pStyle w:val="TH"/>
      </w:pPr>
      <w:r w:rsidRPr="001C0CC4">
        <w:t xml:space="preserve">Table A.2.3.8-3: </w:t>
      </w:r>
      <w:r>
        <w:t>Void</w:t>
      </w:r>
    </w:p>
    <w:p w14:paraId="507988EE" w14:textId="77777777" w:rsidR="00A43E5A" w:rsidRPr="001C0CC4" w:rsidRDefault="00A43E5A" w:rsidP="00A43E5A"/>
    <w:p w14:paraId="6187016E" w14:textId="77777777" w:rsidR="00A43E5A" w:rsidRPr="001C0CC4" w:rsidRDefault="00A43E5A" w:rsidP="00A43E5A">
      <w:pPr>
        <w:pStyle w:val="Heading3"/>
        <w:rPr>
          <w:snapToGrid w:val="0"/>
        </w:rPr>
      </w:pPr>
      <w:bookmarkStart w:id="415" w:name="_Toc21344538"/>
      <w:bookmarkStart w:id="416" w:name="_Toc29802026"/>
      <w:bookmarkStart w:id="417" w:name="_Toc29802450"/>
      <w:bookmarkStart w:id="418" w:name="_Toc29803075"/>
      <w:bookmarkStart w:id="419" w:name="_Toc36107817"/>
      <w:bookmarkStart w:id="420" w:name="_Toc37251591"/>
      <w:bookmarkStart w:id="421" w:name="_Toc45888530"/>
      <w:bookmarkStart w:id="422" w:name="_Toc45889129"/>
      <w:bookmarkStart w:id="423" w:name="_Toc59650502"/>
      <w:bookmarkStart w:id="424" w:name="_Toc61357774"/>
      <w:bookmarkStart w:id="425" w:name="_Toc61359548"/>
      <w:bookmarkStart w:id="426" w:name="_Toc67916488"/>
      <w:bookmarkStart w:id="427" w:name="_Toc75534034"/>
      <w:bookmarkStart w:id="428" w:name="_Toc75819920"/>
      <w:bookmarkStart w:id="429" w:name="_Toc76508764"/>
      <w:bookmarkStart w:id="430" w:name="_Toc76717714"/>
      <w:bookmarkStart w:id="431" w:name="_Toc83294355"/>
      <w:bookmarkStart w:id="432" w:name="_Toc84335394"/>
      <w:r w:rsidRPr="001C0CC4">
        <w:rPr>
          <w:snapToGrid w:val="0"/>
        </w:rPr>
        <w:lastRenderedPageBreak/>
        <w:t>A.2.3.9</w:t>
      </w:r>
      <w:r w:rsidRPr="001C0CC4">
        <w:rPr>
          <w:snapToGrid w:val="0"/>
        </w:rPr>
        <w:tab/>
        <w:t>CP-OFDM 256QAM</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134EBEA4" w14:textId="3296F319" w:rsidR="00A43E5A" w:rsidRPr="001C0CC4" w:rsidRDefault="00A43E5A" w:rsidP="00A43E5A">
      <w:pPr>
        <w:pStyle w:val="TH"/>
      </w:pPr>
      <w:r w:rsidRPr="001C0CC4">
        <w:t xml:space="preserve">Table A.2.3.9-1: </w:t>
      </w:r>
      <w:r>
        <w:t>Void</w:t>
      </w:r>
    </w:p>
    <w:p w14:paraId="00C34AEA" w14:textId="77777777" w:rsidR="00A43E5A" w:rsidRPr="001C0CC4" w:rsidRDefault="00A43E5A" w:rsidP="00A43E5A"/>
    <w:p w14:paraId="5F1DB432" w14:textId="1DA72555" w:rsidR="00A43E5A" w:rsidRPr="001C0CC4" w:rsidRDefault="00A43E5A" w:rsidP="00A43E5A">
      <w:pPr>
        <w:pStyle w:val="TH"/>
      </w:pPr>
      <w:r w:rsidRPr="001C0CC4">
        <w:t xml:space="preserve">Table A.2.3.9-2: </w:t>
      </w:r>
      <w:r>
        <w:t>Void</w:t>
      </w:r>
    </w:p>
    <w:p w14:paraId="007C30B4" w14:textId="77777777" w:rsidR="00A43E5A" w:rsidRPr="001C0CC4" w:rsidRDefault="00A43E5A" w:rsidP="00A43E5A"/>
    <w:p w14:paraId="37651F91" w14:textId="7E24C5AB" w:rsidR="00A43E5A" w:rsidRPr="001C0CC4" w:rsidRDefault="00A43E5A" w:rsidP="00A43E5A">
      <w:pPr>
        <w:pStyle w:val="TH"/>
      </w:pPr>
      <w:r w:rsidRPr="001C0CC4">
        <w:t xml:space="preserve">Table A.2.3.9-3: </w:t>
      </w:r>
      <w:r>
        <w:t>Void</w:t>
      </w:r>
    </w:p>
    <w:p w14:paraId="434481BE" w14:textId="77777777" w:rsidR="00DC7196" w:rsidRPr="001C0CC4" w:rsidRDefault="00DC7196" w:rsidP="00DC7196"/>
    <w:p w14:paraId="36323BA1" w14:textId="77777777" w:rsidR="00DC7196" w:rsidRPr="001C0CC4" w:rsidRDefault="00DC7196" w:rsidP="00DC7196">
      <w:pPr>
        <w:pStyle w:val="Heading2"/>
        <w:ind w:left="0" w:firstLine="0"/>
        <w:sectPr w:rsidR="00DC7196" w:rsidRPr="001C0CC4" w:rsidSect="00EE2D5E">
          <w:footnotePr>
            <w:numRestart w:val="eachSect"/>
          </w:footnotePr>
          <w:pgSz w:w="11907" w:h="16840" w:code="9"/>
          <w:pgMar w:top="1418" w:right="1134" w:bottom="1134" w:left="1134" w:header="851" w:footer="340" w:gutter="0"/>
          <w:cols w:space="720"/>
          <w:formProt w:val="0"/>
          <w:docGrid w:linePitch="272"/>
        </w:sectPr>
      </w:pPr>
    </w:p>
    <w:p w14:paraId="40264EA7" w14:textId="77777777" w:rsidR="00DC7196" w:rsidRPr="001C0CC4" w:rsidRDefault="00DC7196" w:rsidP="00DC7196">
      <w:pPr>
        <w:pStyle w:val="Heading1"/>
      </w:pPr>
      <w:bookmarkStart w:id="433" w:name="_Toc21344539"/>
      <w:bookmarkStart w:id="434" w:name="_Toc29802027"/>
      <w:bookmarkStart w:id="435" w:name="_Toc29802451"/>
      <w:bookmarkStart w:id="436" w:name="_Toc29803076"/>
      <w:bookmarkStart w:id="437" w:name="_Toc36107818"/>
      <w:bookmarkStart w:id="438" w:name="_Toc37251592"/>
      <w:bookmarkStart w:id="439" w:name="_Toc45888531"/>
      <w:bookmarkStart w:id="440" w:name="_Toc45889130"/>
      <w:bookmarkStart w:id="441" w:name="_Toc59650503"/>
      <w:bookmarkStart w:id="442" w:name="_Toc61357775"/>
      <w:bookmarkStart w:id="443" w:name="_Toc61359549"/>
      <w:bookmarkStart w:id="444" w:name="_Toc67916489"/>
      <w:bookmarkStart w:id="445" w:name="_Toc75534035"/>
      <w:bookmarkStart w:id="446" w:name="_Toc75819921"/>
      <w:bookmarkStart w:id="447" w:name="_Toc76508765"/>
      <w:bookmarkStart w:id="448" w:name="_Toc76717715"/>
      <w:bookmarkStart w:id="449" w:name="_Toc83294356"/>
      <w:bookmarkStart w:id="450" w:name="_Toc84335395"/>
      <w:r w:rsidRPr="001C0CC4">
        <w:lastRenderedPageBreak/>
        <w:t>A.3</w:t>
      </w:r>
      <w:r w:rsidRPr="001C0CC4">
        <w:tab/>
        <w:t>DL reference measurement channels</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18A43B3B" w14:textId="77777777" w:rsidR="00DC7196" w:rsidRPr="001C0CC4" w:rsidRDefault="00DC7196" w:rsidP="00DC7196">
      <w:pPr>
        <w:pStyle w:val="Heading2"/>
      </w:pPr>
      <w:bookmarkStart w:id="451" w:name="_Toc21344540"/>
      <w:bookmarkStart w:id="452" w:name="_Toc29802028"/>
      <w:bookmarkStart w:id="453" w:name="_Toc29802452"/>
      <w:bookmarkStart w:id="454" w:name="_Toc29803077"/>
      <w:bookmarkStart w:id="455" w:name="_Toc36107819"/>
      <w:bookmarkStart w:id="456" w:name="_Toc37251593"/>
      <w:bookmarkStart w:id="457" w:name="_Toc45888532"/>
      <w:bookmarkStart w:id="458" w:name="_Toc45889131"/>
      <w:bookmarkStart w:id="459" w:name="_Toc59650504"/>
      <w:bookmarkStart w:id="460" w:name="_Toc61357776"/>
      <w:bookmarkStart w:id="461" w:name="_Toc61359550"/>
      <w:bookmarkStart w:id="462" w:name="_Toc67916490"/>
      <w:bookmarkStart w:id="463" w:name="_Toc75534036"/>
      <w:bookmarkStart w:id="464" w:name="_Toc75819922"/>
      <w:bookmarkStart w:id="465" w:name="_Toc76508766"/>
      <w:bookmarkStart w:id="466" w:name="_Toc76717716"/>
      <w:bookmarkStart w:id="467" w:name="_Toc83294357"/>
      <w:bookmarkStart w:id="468" w:name="_Toc84335396"/>
      <w:r w:rsidRPr="001C0CC4">
        <w:t>A.3.1</w:t>
      </w:r>
      <w:r w:rsidRPr="001C0CC4">
        <w:tab/>
        <w:t>General</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6F8102C0" w14:textId="77777777" w:rsidR="00DC7196" w:rsidRPr="001C0CC4" w:rsidRDefault="00DC7196" w:rsidP="00DC7196">
      <w:pPr>
        <w:rPr>
          <w:rFonts w:cs="v5.0.0"/>
        </w:rPr>
      </w:pPr>
      <w:r w:rsidRPr="001C0CC4">
        <w:rPr>
          <w:rFonts w:cs="v5.0.0"/>
        </w:rPr>
        <w:t xml:space="preserve">Unless otherwise stated, Tables A.3.2.2-1, A.3.2.2-2, A.3.2.2-3, A.3.3.2-1, A.3.3.2-2 and A.3.3.2-3 are applicable for measurements of the Receiver Characteristics (clause 7) with the exception of </w:t>
      </w:r>
      <w:r>
        <w:rPr>
          <w:rFonts w:cs="v5.0.0"/>
        </w:rPr>
        <w:t>clause</w:t>
      </w:r>
      <w:r w:rsidRPr="001C0CC4">
        <w:rPr>
          <w:rFonts w:cs="v5.0.0"/>
        </w:rPr>
        <w:t>s</w:t>
      </w:r>
      <w:r w:rsidRPr="001C0CC4">
        <w:rPr>
          <w:rFonts w:cs="v5.0.0"/>
          <w:lang w:val="en-US"/>
        </w:rPr>
        <w:t xml:space="preserve"> </w:t>
      </w:r>
      <w:r w:rsidRPr="001C0CC4">
        <w:rPr>
          <w:rFonts w:cs="v5.0.0"/>
        </w:rPr>
        <w:t>7.4</w:t>
      </w:r>
      <w:r w:rsidRPr="001C0CC4">
        <w:rPr>
          <w:rFonts w:cs="v5.0.0"/>
          <w:lang w:val="en-US"/>
        </w:rPr>
        <w:t xml:space="preserve"> </w:t>
      </w:r>
      <w:r w:rsidRPr="001C0CC4">
        <w:rPr>
          <w:rFonts w:cs="v5.0.0"/>
        </w:rPr>
        <w:t>(Maximum input level).</w:t>
      </w:r>
    </w:p>
    <w:p w14:paraId="4353620E" w14:textId="77777777" w:rsidR="00DC7196" w:rsidRPr="001C0CC4" w:rsidRDefault="00DC7196" w:rsidP="00DC7196">
      <w:pPr>
        <w:rPr>
          <w:rFonts w:cs="v5.0.0"/>
        </w:rPr>
      </w:pPr>
      <w:r w:rsidRPr="001C0CC4">
        <w:rPr>
          <w:rFonts w:cs="v5.0.0"/>
        </w:rPr>
        <w:t xml:space="preserve">Unless otherwise stated, Tables A.3.2.3-1, A.3.2.3-2, A.3.2.3-3, A.3.3.3-1, A.3.3.3-2 and A.3.3.3-3 are applicable for </w:t>
      </w:r>
      <w:r>
        <w:rPr>
          <w:rFonts w:cs="v5.0.0"/>
        </w:rPr>
        <w:t>clause</w:t>
      </w:r>
      <w:r w:rsidRPr="001C0CC4">
        <w:rPr>
          <w:rFonts w:cs="v5.0.0"/>
        </w:rPr>
        <w:t>s</w:t>
      </w:r>
      <w:r w:rsidRPr="001C0CC4">
        <w:rPr>
          <w:rFonts w:cs="v5.0.0"/>
          <w:lang w:val="en-US"/>
        </w:rPr>
        <w:t xml:space="preserve"> </w:t>
      </w:r>
      <w:r w:rsidRPr="001C0CC4">
        <w:rPr>
          <w:rFonts w:cs="v5.0.0"/>
        </w:rPr>
        <w:t xml:space="preserve">7.4 (Maximum input level) and for </w:t>
      </w:r>
      <w:r w:rsidRPr="001C0CC4">
        <w:rPr>
          <w:rStyle w:val="fontstyle01"/>
        </w:rPr>
        <w:t>UE not supporting PDSCH 256QAM,</w:t>
      </w:r>
    </w:p>
    <w:p w14:paraId="70E598E9" w14:textId="77777777" w:rsidR="00DC7196" w:rsidRPr="001C0CC4" w:rsidRDefault="00DC7196" w:rsidP="00DC7196">
      <w:pPr>
        <w:rPr>
          <w:rFonts w:cs="v5.0.0"/>
        </w:rPr>
      </w:pPr>
      <w:r w:rsidRPr="001C0CC4">
        <w:rPr>
          <w:rFonts w:cs="v5.0.0"/>
        </w:rPr>
        <w:t xml:space="preserve">Unless otherwise stated, Tables A.3.2.4-1, A.3.2.4-2, A.3.2.4-3, A.3.3.4-1, A.3.3.4-2 and A.3.3.4-3 are applicable for </w:t>
      </w:r>
      <w:r>
        <w:rPr>
          <w:rFonts w:cs="v5.0.0"/>
        </w:rPr>
        <w:t>clause</w:t>
      </w:r>
      <w:r w:rsidRPr="001C0CC4">
        <w:rPr>
          <w:rFonts w:cs="v5.0.0"/>
        </w:rPr>
        <w:t>s</w:t>
      </w:r>
      <w:r w:rsidRPr="001C0CC4">
        <w:rPr>
          <w:rFonts w:cs="v5.0.0"/>
          <w:lang w:val="en-US"/>
        </w:rPr>
        <w:t xml:space="preserve"> </w:t>
      </w:r>
      <w:r w:rsidRPr="001C0CC4">
        <w:rPr>
          <w:rFonts w:cs="v5.0.0"/>
        </w:rPr>
        <w:t xml:space="preserve">7.4 (Maximum input level) and for </w:t>
      </w:r>
      <w:r w:rsidRPr="001C0CC4">
        <w:rPr>
          <w:rStyle w:val="fontstyle01"/>
        </w:rPr>
        <w:t>UE supporting PDSCH 256QAM,</w:t>
      </w:r>
    </w:p>
    <w:p w14:paraId="33281D14" w14:textId="556B1794" w:rsidR="00DC7196" w:rsidRPr="001C0CC4" w:rsidRDefault="00DC7196" w:rsidP="00DC7196">
      <w:r w:rsidRPr="001C0CC4">
        <w:rPr>
          <w:rFonts w:cs="v5.0.0"/>
        </w:rPr>
        <w:t>Unless otherwise stated, Tables A.3.2.2-1, A.3.2.2-2, A.3.2.2-3, A.3.3.2-1, A.3.3.2-2 and A.3.3.2-3 also apply for the</w:t>
      </w:r>
      <w:r w:rsidRPr="001C0CC4">
        <w:t xml:space="preserve"> modulated interferer used in Clauses 7.5, 7.6 and 7.8 with test specific bandwidths.</w:t>
      </w:r>
    </w:p>
    <w:p w14:paraId="24F05A9D" w14:textId="77777777" w:rsidR="00301342" w:rsidRPr="00835F44" w:rsidRDefault="00301342" w:rsidP="00301342">
      <w:pPr>
        <w:pStyle w:val="TH"/>
      </w:pPr>
      <w:r w:rsidRPr="00835F44">
        <w:t>Table A.3.1-1. Common reference channel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8"/>
        <w:gridCol w:w="806"/>
        <w:gridCol w:w="4147"/>
      </w:tblGrid>
      <w:tr w:rsidR="00301342" w:rsidRPr="00835F44" w14:paraId="54B2AAB1" w14:textId="77777777" w:rsidTr="00301342">
        <w:tc>
          <w:tcPr>
            <w:tcW w:w="4676" w:type="dxa"/>
            <w:gridSpan w:val="2"/>
            <w:shd w:val="clear" w:color="auto" w:fill="auto"/>
          </w:tcPr>
          <w:p w14:paraId="4E28501F" w14:textId="77777777" w:rsidR="00301342" w:rsidRPr="00835F44" w:rsidRDefault="00301342" w:rsidP="00301342">
            <w:pPr>
              <w:pStyle w:val="TAH"/>
            </w:pPr>
            <w:r w:rsidRPr="00835F44">
              <w:t>Parameter</w:t>
            </w:r>
          </w:p>
        </w:tc>
        <w:tc>
          <w:tcPr>
            <w:tcW w:w="806" w:type="dxa"/>
            <w:shd w:val="clear" w:color="auto" w:fill="auto"/>
          </w:tcPr>
          <w:p w14:paraId="7B9699E3" w14:textId="77777777" w:rsidR="00301342" w:rsidRPr="00835F44" w:rsidRDefault="00301342" w:rsidP="00301342">
            <w:pPr>
              <w:pStyle w:val="TAH"/>
            </w:pPr>
            <w:r w:rsidRPr="00835F44">
              <w:t>Unit</w:t>
            </w:r>
          </w:p>
        </w:tc>
        <w:tc>
          <w:tcPr>
            <w:tcW w:w="4147" w:type="dxa"/>
            <w:shd w:val="clear" w:color="auto" w:fill="auto"/>
          </w:tcPr>
          <w:p w14:paraId="5B9A977E" w14:textId="77777777" w:rsidR="00301342" w:rsidRPr="00835F44" w:rsidRDefault="00301342" w:rsidP="00301342">
            <w:pPr>
              <w:pStyle w:val="TAH"/>
            </w:pPr>
            <w:r w:rsidRPr="00835F44">
              <w:t>Value</w:t>
            </w:r>
          </w:p>
        </w:tc>
      </w:tr>
      <w:tr w:rsidR="00301342" w:rsidRPr="00835F44" w14:paraId="6B3BE6C3" w14:textId="77777777" w:rsidTr="00301342">
        <w:tc>
          <w:tcPr>
            <w:tcW w:w="4676" w:type="dxa"/>
            <w:gridSpan w:val="2"/>
            <w:shd w:val="clear" w:color="auto" w:fill="auto"/>
          </w:tcPr>
          <w:p w14:paraId="654B340C" w14:textId="77777777" w:rsidR="00301342" w:rsidRPr="00835F44" w:rsidRDefault="00301342" w:rsidP="00301342">
            <w:pPr>
              <w:pStyle w:val="TAL"/>
            </w:pPr>
            <w:r w:rsidRPr="00835F44">
              <w:t>CORESET frequency domain allocation</w:t>
            </w:r>
          </w:p>
        </w:tc>
        <w:tc>
          <w:tcPr>
            <w:tcW w:w="806" w:type="dxa"/>
            <w:shd w:val="clear" w:color="auto" w:fill="auto"/>
          </w:tcPr>
          <w:p w14:paraId="111891D8" w14:textId="77777777" w:rsidR="00301342" w:rsidRPr="00835F44" w:rsidRDefault="00301342" w:rsidP="00301342">
            <w:pPr>
              <w:pStyle w:val="TAL"/>
            </w:pPr>
          </w:p>
        </w:tc>
        <w:tc>
          <w:tcPr>
            <w:tcW w:w="4147" w:type="dxa"/>
            <w:shd w:val="clear" w:color="auto" w:fill="auto"/>
            <w:vAlign w:val="center"/>
          </w:tcPr>
          <w:p w14:paraId="769FCB01" w14:textId="77777777" w:rsidR="00301342" w:rsidRPr="00835F44" w:rsidRDefault="00301342" w:rsidP="00301342">
            <w:pPr>
              <w:pStyle w:val="TAL"/>
            </w:pPr>
            <w:r w:rsidRPr="00835F44">
              <w:t>Full BW</w:t>
            </w:r>
          </w:p>
        </w:tc>
      </w:tr>
      <w:tr w:rsidR="00301342" w:rsidRPr="00835F44" w14:paraId="33DB20F2" w14:textId="77777777" w:rsidTr="00301342">
        <w:tc>
          <w:tcPr>
            <w:tcW w:w="4676" w:type="dxa"/>
            <w:gridSpan w:val="2"/>
            <w:shd w:val="clear" w:color="auto" w:fill="auto"/>
          </w:tcPr>
          <w:p w14:paraId="7410BB5A" w14:textId="77777777" w:rsidR="00301342" w:rsidRPr="00835F44" w:rsidRDefault="00301342" w:rsidP="00301342">
            <w:pPr>
              <w:pStyle w:val="TAL"/>
            </w:pPr>
            <w:r w:rsidRPr="00835F44">
              <w:t>CORESET time domain allocation</w:t>
            </w:r>
          </w:p>
        </w:tc>
        <w:tc>
          <w:tcPr>
            <w:tcW w:w="806" w:type="dxa"/>
            <w:shd w:val="clear" w:color="auto" w:fill="auto"/>
          </w:tcPr>
          <w:p w14:paraId="40F056EB" w14:textId="77777777" w:rsidR="00301342" w:rsidRPr="00835F44" w:rsidRDefault="00301342" w:rsidP="00301342">
            <w:pPr>
              <w:pStyle w:val="TAL"/>
            </w:pPr>
          </w:p>
        </w:tc>
        <w:tc>
          <w:tcPr>
            <w:tcW w:w="4147" w:type="dxa"/>
            <w:shd w:val="clear" w:color="auto" w:fill="auto"/>
            <w:vAlign w:val="center"/>
          </w:tcPr>
          <w:p w14:paraId="5F434C83" w14:textId="77777777" w:rsidR="00301342" w:rsidRPr="00835F44" w:rsidRDefault="00301342" w:rsidP="00301342">
            <w:pPr>
              <w:pStyle w:val="TAL"/>
            </w:pPr>
            <w:r w:rsidRPr="00835F44">
              <w:t>2 OFDM symbols at the begin of each slot</w:t>
            </w:r>
          </w:p>
        </w:tc>
      </w:tr>
      <w:tr w:rsidR="00301342" w:rsidRPr="00835F44" w14:paraId="5B2A895D" w14:textId="77777777" w:rsidTr="00301342">
        <w:tc>
          <w:tcPr>
            <w:tcW w:w="4676" w:type="dxa"/>
            <w:gridSpan w:val="2"/>
            <w:shd w:val="clear" w:color="auto" w:fill="auto"/>
          </w:tcPr>
          <w:p w14:paraId="788BB835" w14:textId="77777777" w:rsidR="00301342" w:rsidRPr="00835F44" w:rsidRDefault="00301342" w:rsidP="00301342">
            <w:pPr>
              <w:pStyle w:val="TAL"/>
            </w:pPr>
            <w:r w:rsidRPr="00835F44">
              <w:t>PDSCH mapping type</w:t>
            </w:r>
          </w:p>
        </w:tc>
        <w:tc>
          <w:tcPr>
            <w:tcW w:w="806" w:type="dxa"/>
            <w:shd w:val="clear" w:color="auto" w:fill="auto"/>
          </w:tcPr>
          <w:p w14:paraId="2326B05B" w14:textId="77777777" w:rsidR="00301342" w:rsidRPr="00835F44" w:rsidRDefault="00301342" w:rsidP="00301342">
            <w:pPr>
              <w:pStyle w:val="TAL"/>
            </w:pPr>
          </w:p>
        </w:tc>
        <w:tc>
          <w:tcPr>
            <w:tcW w:w="4147" w:type="dxa"/>
            <w:shd w:val="clear" w:color="auto" w:fill="auto"/>
            <w:vAlign w:val="center"/>
          </w:tcPr>
          <w:p w14:paraId="1E486A81" w14:textId="77777777" w:rsidR="00301342" w:rsidRPr="00835F44" w:rsidRDefault="00301342" w:rsidP="00301342">
            <w:pPr>
              <w:pStyle w:val="TAL"/>
            </w:pPr>
            <w:r w:rsidRPr="00835F44">
              <w:t>Type A</w:t>
            </w:r>
          </w:p>
        </w:tc>
      </w:tr>
      <w:tr w:rsidR="00301342" w:rsidRPr="00835F44" w14:paraId="73ED50ED" w14:textId="77777777" w:rsidTr="00301342">
        <w:tc>
          <w:tcPr>
            <w:tcW w:w="4676" w:type="dxa"/>
            <w:gridSpan w:val="2"/>
            <w:shd w:val="clear" w:color="auto" w:fill="auto"/>
          </w:tcPr>
          <w:p w14:paraId="09E49EF6" w14:textId="77777777" w:rsidR="00301342" w:rsidRPr="00835F44" w:rsidRDefault="00301342" w:rsidP="00301342">
            <w:pPr>
              <w:pStyle w:val="TAL"/>
            </w:pPr>
            <w:r w:rsidRPr="00835F44">
              <w:t>PDSCH start symbol index (S)</w:t>
            </w:r>
          </w:p>
        </w:tc>
        <w:tc>
          <w:tcPr>
            <w:tcW w:w="806" w:type="dxa"/>
            <w:shd w:val="clear" w:color="auto" w:fill="auto"/>
          </w:tcPr>
          <w:p w14:paraId="22B3059B" w14:textId="77777777" w:rsidR="00301342" w:rsidRPr="00835F44" w:rsidRDefault="00301342" w:rsidP="00301342">
            <w:pPr>
              <w:pStyle w:val="TAL"/>
            </w:pPr>
          </w:p>
        </w:tc>
        <w:tc>
          <w:tcPr>
            <w:tcW w:w="4147" w:type="dxa"/>
            <w:shd w:val="clear" w:color="auto" w:fill="auto"/>
            <w:vAlign w:val="center"/>
          </w:tcPr>
          <w:p w14:paraId="48EAD4AA" w14:textId="77777777" w:rsidR="00301342" w:rsidRPr="00835F44" w:rsidRDefault="00301342" w:rsidP="00301342">
            <w:pPr>
              <w:pStyle w:val="TAL"/>
            </w:pPr>
            <w:r w:rsidRPr="00835F44">
              <w:t>2</w:t>
            </w:r>
          </w:p>
        </w:tc>
      </w:tr>
      <w:tr w:rsidR="00301342" w:rsidRPr="00835F44" w14:paraId="7B55CB87" w14:textId="77777777" w:rsidTr="00301342">
        <w:tc>
          <w:tcPr>
            <w:tcW w:w="4676" w:type="dxa"/>
            <w:gridSpan w:val="2"/>
            <w:shd w:val="clear" w:color="auto" w:fill="auto"/>
          </w:tcPr>
          <w:p w14:paraId="724685C3" w14:textId="77777777" w:rsidR="00301342" w:rsidRPr="00835F44" w:rsidRDefault="00301342" w:rsidP="00301342">
            <w:pPr>
              <w:pStyle w:val="TAL"/>
            </w:pPr>
            <w:r w:rsidRPr="00835F44">
              <w:t>Number of consecutive PDSCH symbols (L)</w:t>
            </w:r>
          </w:p>
        </w:tc>
        <w:tc>
          <w:tcPr>
            <w:tcW w:w="806" w:type="dxa"/>
            <w:shd w:val="clear" w:color="auto" w:fill="auto"/>
          </w:tcPr>
          <w:p w14:paraId="168678D0" w14:textId="77777777" w:rsidR="00301342" w:rsidRPr="00835F44" w:rsidRDefault="00301342" w:rsidP="00301342">
            <w:pPr>
              <w:pStyle w:val="TAL"/>
            </w:pPr>
          </w:p>
        </w:tc>
        <w:tc>
          <w:tcPr>
            <w:tcW w:w="4147" w:type="dxa"/>
            <w:shd w:val="clear" w:color="auto" w:fill="auto"/>
            <w:vAlign w:val="center"/>
          </w:tcPr>
          <w:p w14:paraId="3FD5777D" w14:textId="77777777" w:rsidR="00301342" w:rsidRPr="00835F44" w:rsidRDefault="00301342" w:rsidP="00301342">
            <w:pPr>
              <w:pStyle w:val="TAL"/>
            </w:pPr>
            <w:r w:rsidRPr="00835F44">
              <w:t>12</w:t>
            </w:r>
          </w:p>
        </w:tc>
      </w:tr>
      <w:tr w:rsidR="00301342" w:rsidRPr="00835F44" w14:paraId="4CDE7C97" w14:textId="77777777" w:rsidTr="00301342">
        <w:tc>
          <w:tcPr>
            <w:tcW w:w="4676" w:type="dxa"/>
            <w:gridSpan w:val="2"/>
            <w:shd w:val="clear" w:color="auto" w:fill="auto"/>
          </w:tcPr>
          <w:p w14:paraId="256DE112" w14:textId="77777777" w:rsidR="00301342" w:rsidRPr="00835F44" w:rsidRDefault="00301342" w:rsidP="00301342">
            <w:pPr>
              <w:pStyle w:val="TAL"/>
            </w:pPr>
            <w:r w:rsidRPr="00835F44">
              <w:t>PDSCH PRB bundling</w:t>
            </w:r>
          </w:p>
        </w:tc>
        <w:tc>
          <w:tcPr>
            <w:tcW w:w="806" w:type="dxa"/>
            <w:shd w:val="clear" w:color="auto" w:fill="auto"/>
          </w:tcPr>
          <w:p w14:paraId="03604017" w14:textId="77777777" w:rsidR="00301342" w:rsidRPr="00835F44" w:rsidRDefault="00301342" w:rsidP="00301342">
            <w:pPr>
              <w:pStyle w:val="TAL"/>
            </w:pPr>
            <w:r w:rsidRPr="00835F44">
              <w:t>PRBs</w:t>
            </w:r>
          </w:p>
        </w:tc>
        <w:tc>
          <w:tcPr>
            <w:tcW w:w="4147" w:type="dxa"/>
            <w:shd w:val="clear" w:color="auto" w:fill="auto"/>
            <w:vAlign w:val="center"/>
          </w:tcPr>
          <w:p w14:paraId="1E876FF3" w14:textId="77777777" w:rsidR="00301342" w:rsidRPr="00835F44" w:rsidRDefault="00301342" w:rsidP="00301342">
            <w:pPr>
              <w:pStyle w:val="TAL"/>
            </w:pPr>
            <w:r w:rsidRPr="00835F44">
              <w:t>2</w:t>
            </w:r>
          </w:p>
        </w:tc>
      </w:tr>
      <w:tr w:rsidR="00301342" w:rsidRPr="00835F44" w14:paraId="0930EF92" w14:textId="77777777" w:rsidTr="00301342">
        <w:tc>
          <w:tcPr>
            <w:tcW w:w="4676" w:type="dxa"/>
            <w:gridSpan w:val="2"/>
            <w:shd w:val="clear" w:color="auto" w:fill="auto"/>
          </w:tcPr>
          <w:p w14:paraId="0E5E995B" w14:textId="77777777" w:rsidR="00301342" w:rsidRPr="00835F44" w:rsidRDefault="00301342" w:rsidP="00301342">
            <w:pPr>
              <w:pStyle w:val="TAL"/>
            </w:pPr>
            <w:r w:rsidRPr="00835F44">
              <w:t>Dynamic PRB bundling</w:t>
            </w:r>
          </w:p>
        </w:tc>
        <w:tc>
          <w:tcPr>
            <w:tcW w:w="806" w:type="dxa"/>
            <w:shd w:val="clear" w:color="auto" w:fill="auto"/>
          </w:tcPr>
          <w:p w14:paraId="5E2DEC22" w14:textId="77777777" w:rsidR="00301342" w:rsidRPr="00835F44" w:rsidRDefault="00301342" w:rsidP="00301342">
            <w:pPr>
              <w:pStyle w:val="TAL"/>
            </w:pPr>
          </w:p>
        </w:tc>
        <w:tc>
          <w:tcPr>
            <w:tcW w:w="4147" w:type="dxa"/>
            <w:shd w:val="clear" w:color="auto" w:fill="auto"/>
            <w:vAlign w:val="center"/>
          </w:tcPr>
          <w:p w14:paraId="22C8B769" w14:textId="77777777" w:rsidR="00301342" w:rsidRPr="00835F44" w:rsidRDefault="00301342" w:rsidP="00301342">
            <w:pPr>
              <w:pStyle w:val="TAL"/>
            </w:pPr>
            <w:r w:rsidRPr="00835F44">
              <w:t>false</w:t>
            </w:r>
          </w:p>
        </w:tc>
      </w:tr>
      <w:tr w:rsidR="00301342" w:rsidRPr="00835F44" w14:paraId="108159DD" w14:textId="77777777" w:rsidTr="00301342">
        <w:tc>
          <w:tcPr>
            <w:tcW w:w="4676" w:type="dxa"/>
            <w:gridSpan w:val="2"/>
            <w:shd w:val="clear" w:color="auto" w:fill="auto"/>
          </w:tcPr>
          <w:p w14:paraId="35635EE6" w14:textId="77777777" w:rsidR="00301342" w:rsidRPr="00835F44" w:rsidRDefault="00301342" w:rsidP="00301342">
            <w:pPr>
              <w:pStyle w:val="TAL"/>
            </w:pPr>
          </w:p>
        </w:tc>
        <w:tc>
          <w:tcPr>
            <w:tcW w:w="806" w:type="dxa"/>
            <w:shd w:val="clear" w:color="auto" w:fill="auto"/>
          </w:tcPr>
          <w:p w14:paraId="403C737F" w14:textId="77777777" w:rsidR="00301342" w:rsidRPr="00835F44" w:rsidRDefault="00301342" w:rsidP="00301342">
            <w:pPr>
              <w:pStyle w:val="TAL"/>
            </w:pPr>
          </w:p>
        </w:tc>
        <w:tc>
          <w:tcPr>
            <w:tcW w:w="4147" w:type="dxa"/>
            <w:shd w:val="clear" w:color="auto" w:fill="auto"/>
            <w:vAlign w:val="center"/>
          </w:tcPr>
          <w:p w14:paraId="6A27B616" w14:textId="77777777" w:rsidR="00301342" w:rsidRPr="00835F44" w:rsidRDefault="00301342" w:rsidP="00301342">
            <w:pPr>
              <w:pStyle w:val="TAL"/>
            </w:pPr>
          </w:p>
        </w:tc>
      </w:tr>
      <w:tr w:rsidR="00301342" w:rsidRPr="00835F44" w14:paraId="15FEB914" w14:textId="77777777" w:rsidTr="00301342">
        <w:tc>
          <w:tcPr>
            <w:tcW w:w="4676" w:type="dxa"/>
            <w:gridSpan w:val="2"/>
            <w:shd w:val="clear" w:color="auto" w:fill="auto"/>
          </w:tcPr>
          <w:p w14:paraId="4D612E07" w14:textId="77777777" w:rsidR="00301342" w:rsidRPr="00835F44" w:rsidRDefault="00301342" w:rsidP="00301342">
            <w:pPr>
              <w:pStyle w:val="TAL"/>
            </w:pPr>
            <w:r w:rsidRPr="00835F44">
              <w:t>Overhead value for TBS determination</w:t>
            </w:r>
          </w:p>
        </w:tc>
        <w:tc>
          <w:tcPr>
            <w:tcW w:w="806" w:type="dxa"/>
            <w:shd w:val="clear" w:color="auto" w:fill="auto"/>
          </w:tcPr>
          <w:p w14:paraId="242FABF8" w14:textId="77777777" w:rsidR="00301342" w:rsidRPr="00835F44" w:rsidRDefault="00301342" w:rsidP="00301342">
            <w:pPr>
              <w:pStyle w:val="TAL"/>
            </w:pPr>
          </w:p>
        </w:tc>
        <w:tc>
          <w:tcPr>
            <w:tcW w:w="4147" w:type="dxa"/>
            <w:shd w:val="clear" w:color="auto" w:fill="auto"/>
            <w:vAlign w:val="center"/>
          </w:tcPr>
          <w:p w14:paraId="53E5125F" w14:textId="77777777" w:rsidR="00301342" w:rsidRPr="00835F44" w:rsidRDefault="00301342" w:rsidP="00301342">
            <w:pPr>
              <w:pStyle w:val="TAL"/>
            </w:pPr>
            <w:r w:rsidRPr="00835F44">
              <w:t>0</w:t>
            </w:r>
          </w:p>
        </w:tc>
      </w:tr>
      <w:tr w:rsidR="00301342" w:rsidRPr="00835F44" w14:paraId="3B4F0DF2" w14:textId="77777777" w:rsidTr="00301342">
        <w:tc>
          <w:tcPr>
            <w:tcW w:w="4676" w:type="dxa"/>
            <w:gridSpan w:val="2"/>
            <w:shd w:val="clear" w:color="auto" w:fill="auto"/>
          </w:tcPr>
          <w:p w14:paraId="680F03B0" w14:textId="77777777" w:rsidR="00301342" w:rsidRPr="00835F44" w:rsidRDefault="00301342" w:rsidP="00301342">
            <w:pPr>
              <w:pStyle w:val="TAL"/>
            </w:pPr>
            <w:r w:rsidRPr="00835F44">
              <w:t>First DMRS position for Type A PDSCH mapping</w:t>
            </w:r>
          </w:p>
        </w:tc>
        <w:tc>
          <w:tcPr>
            <w:tcW w:w="806" w:type="dxa"/>
            <w:shd w:val="clear" w:color="auto" w:fill="auto"/>
          </w:tcPr>
          <w:p w14:paraId="230D6575" w14:textId="77777777" w:rsidR="00301342" w:rsidRPr="00835F44" w:rsidRDefault="00301342" w:rsidP="00301342">
            <w:pPr>
              <w:pStyle w:val="TAL"/>
            </w:pPr>
          </w:p>
        </w:tc>
        <w:tc>
          <w:tcPr>
            <w:tcW w:w="4147" w:type="dxa"/>
            <w:shd w:val="clear" w:color="auto" w:fill="auto"/>
            <w:vAlign w:val="center"/>
          </w:tcPr>
          <w:p w14:paraId="53FA1045" w14:textId="77777777" w:rsidR="00301342" w:rsidRPr="00835F44" w:rsidRDefault="00301342" w:rsidP="00301342">
            <w:pPr>
              <w:pStyle w:val="TAL"/>
            </w:pPr>
            <w:r w:rsidRPr="00835F44">
              <w:t>2</w:t>
            </w:r>
          </w:p>
        </w:tc>
      </w:tr>
      <w:tr w:rsidR="00301342" w:rsidRPr="00835F44" w14:paraId="2783C650" w14:textId="77777777" w:rsidTr="00301342">
        <w:tc>
          <w:tcPr>
            <w:tcW w:w="4676" w:type="dxa"/>
            <w:gridSpan w:val="2"/>
            <w:shd w:val="clear" w:color="auto" w:fill="auto"/>
          </w:tcPr>
          <w:p w14:paraId="62D6BF73" w14:textId="77777777" w:rsidR="00301342" w:rsidRPr="00835F44" w:rsidRDefault="00301342" w:rsidP="00301342">
            <w:pPr>
              <w:pStyle w:val="TAL"/>
            </w:pPr>
            <w:r w:rsidRPr="00835F44">
              <w:t>DMRS type</w:t>
            </w:r>
          </w:p>
        </w:tc>
        <w:tc>
          <w:tcPr>
            <w:tcW w:w="806" w:type="dxa"/>
            <w:shd w:val="clear" w:color="auto" w:fill="auto"/>
          </w:tcPr>
          <w:p w14:paraId="637B8401" w14:textId="77777777" w:rsidR="00301342" w:rsidRPr="00835F44" w:rsidRDefault="00301342" w:rsidP="00301342">
            <w:pPr>
              <w:pStyle w:val="TAL"/>
            </w:pPr>
          </w:p>
        </w:tc>
        <w:tc>
          <w:tcPr>
            <w:tcW w:w="4147" w:type="dxa"/>
            <w:shd w:val="clear" w:color="auto" w:fill="auto"/>
            <w:vAlign w:val="center"/>
          </w:tcPr>
          <w:p w14:paraId="1484036A" w14:textId="77777777" w:rsidR="00301342" w:rsidRPr="00835F44" w:rsidRDefault="00301342" w:rsidP="00301342">
            <w:pPr>
              <w:pStyle w:val="TAL"/>
            </w:pPr>
            <w:r w:rsidRPr="00835F44">
              <w:t>Type 1</w:t>
            </w:r>
          </w:p>
        </w:tc>
      </w:tr>
      <w:tr w:rsidR="00301342" w:rsidRPr="00835F44" w14:paraId="5B4A4727" w14:textId="77777777" w:rsidTr="00301342">
        <w:tc>
          <w:tcPr>
            <w:tcW w:w="4676" w:type="dxa"/>
            <w:gridSpan w:val="2"/>
            <w:shd w:val="clear" w:color="auto" w:fill="auto"/>
          </w:tcPr>
          <w:p w14:paraId="055BA583" w14:textId="77777777" w:rsidR="00301342" w:rsidRPr="00835F44" w:rsidRDefault="00301342" w:rsidP="00301342">
            <w:pPr>
              <w:pStyle w:val="TAL"/>
            </w:pPr>
            <w:r w:rsidRPr="00835F44">
              <w:t>Number of additional DMRS</w:t>
            </w:r>
          </w:p>
        </w:tc>
        <w:tc>
          <w:tcPr>
            <w:tcW w:w="806" w:type="dxa"/>
            <w:shd w:val="clear" w:color="auto" w:fill="auto"/>
          </w:tcPr>
          <w:p w14:paraId="27E939C7" w14:textId="77777777" w:rsidR="00301342" w:rsidRPr="00835F44" w:rsidRDefault="00301342" w:rsidP="00301342">
            <w:pPr>
              <w:pStyle w:val="TAL"/>
            </w:pPr>
          </w:p>
        </w:tc>
        <w:tc>
          <w:tcPr>
            <w:tcW w:w="4147" w:type="dxa"/>
            <w:shd w:val="clear" w:color="auto" w:fill="auto"/>
            <w:vAlign w:val="center"/>
          </w:tcPr>
          <w:p w14:paraId="395A610F" w14:textId="77777777" w:rsidR="00301342" w:rsidRPr="00835F44" w:rsidRDefault="00301342" w:rsidP="00301342">
            <w:pPr>
              <w:pStyle w:val="TAL"/>
            </w:pPr>
            <w:r w:rsidRPr="00835F44">
              <w:t>2</w:t>
            </w:r>
          </w:p>
        </w:tc>
      </w:tr>
      <w:tr w:rsidR="00301342" w:rsidRPr="00835F44" w14:paraId="34129693" w14:textId="77777777" w:rsidTr="00301342">
        <w:tc>
          <w:tcPr>
            <w:tcW w:w="4676" w:type="dxa"/>
            <w:gridSpan w:val="2"/>
            <w:shd w:val="clear" w:color="auto" w:fill="auto"/>
          </w:tcPr>
          <w:p w14:paraId="4B9880AE" w14:textId="77777777" w:rsidR="00301342" w:rsidRPr="00835F44" w:rsidRDefault="00301342" w:rsidP="00301342">
            <w:pPr>
              <w:pStyle w:val="TAL"/>
            </w:pPr>
            <w:r w:rsidRPr="00835F44">
              <w:t>FDM between DMRS and PDSCH</w:t>
            </w:r>
          </w:p>
        </w:tc>
        <w:tc>
          <w:tcPr>
            <w:tcW w:w="806" w:type="dxa"/>
            <w:shd w:val="clear" w:color="auto" w:fill="auto"/>
          </w:tcPr>
          <w:p w14:paraId="348D6110" w14:textId="77777777" w:rsidR="00301342" w:rsidRPr="00835F44" w:rsidRDefault="00301342" w:rsidP="00301342">
            <w:pPr>
              <w:pStyle w:val="TAL"/>
            </w:pPr>
          </w:p>
        </w:tc>
        <w:tc>
          <w:tcPr>
            <w:tcW w:w="4147" w:type="dxa"/>
            <w:shd w:val="clear" w:color="auto" w:fill="auto"/>
            <w:vAlign w:val="center"/>
          </w:tcPr>
          <w:p w14:paraId="2ED17217" w14:textId="77777777" w:rsidR="00301342" w:rsidRPr="00835F44" w:rsidRDefault="00301342" w:rsidP="00301342">
            <w:pPr>
              <w:pStyle w:val="TAL"/>
            </w:pPr>
            <w:r w:rsidRPr="00835F44">
              <w:t>Disable</w:t>
            </w:r>
          </w:p>
        </w:tc>
      </w:tr>
      <w:tr w:rsidR="00BB2E83" w:rsidRPr="00835F44" w14:paraId="7FE50EC6" w14:textId="77777777" w:rsidTr="00BB2E83">
        <w:tc>
          <w:tcPr>
            <w:tcW w:w="2338" w:type="dxa"/>
            <w:tcBorders>
              <w:bottom w:val="nil"/>
            </w:tcBorders>
            <w:shd w:val="clear" w:color="auto" w:fill="auto"/>
          </w:tcPr>
          <w:p w14:paraId="48276469" w14:textId="77777777" w:rsidR="00BB2E83" w:rsidRPr="00835F44" w:rsidRDefault="00BB2E83" w:rsidP="00BB2E83">
            <w:pPr>
              <w:pStyle w:val="TAC"/>
              <w:jc w:val="left"/>
            </w:pPr>
            <w:r w:rsidRPr="00835F44">
              <w:t>CSI</w:t>
            </w:r>
            <w:r w:rsidRPr="00835F44">
              <w:noBreakHyphen/>
              <w:t>RS for tracking</w:t>
            </w:r>
          </w:p>
        </w:tc>
        <w:tc>
          <w:tcPr>
            <w:tcW w:w="2338" w:type="dxa"/>
            <w:shd w:val="clear" w:color="auto" w:fill="auto"/>
          </w:tcPr>
          <w:p w14:paraId="2A43F646" w14:textId="77777777" w:rsidR="00BB2E83" w:rsidRPr="00835F44" w:rsidRDefault="00BB2E83" w:rsidP="00301342">
            <w:pPr>
              <w:pStyle w:val="TAL"/>
            </w:pPr>
            <w:r w:rsidRPr="00461764">
              <w:t>First subcarrier index in the PRB used for CSI-RS (k0)</w:t>
            </w:r>
          </w:p>
        </w:tc>
        <w:tc>
          <w:tcPr>
            <w:tcW w:w="806" w:type="dxa"/>
            <w:shd w:val="clear" w:color="auto" w:fill="auto"/>
          </w:tcPr>
          <w:p w14:paraId="0C4BA503" w14:textId="77777777" w:rsidR="00BB2E83" w:rsidRPr="00835F44" w:rsidRDefault="00BB2E83" w:rsidP="00301342">
            <w:pPr>
              <w:pStyle w:val="TAL"/>
            </w:pPr>
          </w:p>
        </w:tc>
        <w:tc>
          <w:tcPr>
            <w:tcW w:w="4147" w:type="dxa"/>
            <w:shd w:val="clear" w:color="auto" w:fill="auto"/>
            <w:vAlign w:val="center"/>
          </w:tcPr>
          <w:p w14:paraId="4D0625CD" w14:textId="77777777" w:rsidR="00BB2E83" w:rsidRPr="00835F44" w:rsidRDefault="00BB2E83" w:rsidP="00301342">
            <w:pPr>
              <w:pStyle w:val="TAL"/>
            </w:pPr>
            <w:r w:rsidRPr="00461764">
              <w:t>0 for CSI-RS resource 1,2,3,4</w:t>
            </w:r>
          </w:p>
        </w:tc>
      </w:tr>
      <w:tr w:rsidR="00BB2E83" w:rsidRPr="00835F44" w14:paraId="4A790A0F" w14:textId="77777777" w:rsidTr="00BB2E83">
        <w:tc>
          <w:tcPr>
            <w:tcW w:w="2338" w:type="dxa"/>
            <w:tcBorders>
              <w:top w:val="nil"/>
              <w:bottom w:val="nil"/>
            </w:tcBorders>
            <w:shd w:val="clear" w:color="auto" w:fill="auto"/>
          </w:tcPr>
          <w:p w14:paraId="1174B1F3" w14:textId="77777777" w:rsidR="00BB2E83" w:rsidRPr="00835F44" w:rsidRDefault="00BB2E83" w:rsidP="00BB2E83">
            <w:pPr>
              <w:pStyle w:val="TAL"/>
            </w:pPr>
          </w:p>
        </w:tc>
        <w:tc>
          <w:tcPr>
            <w:tcW w:w="2338" w:type="dxa"/>
            <w:shd w:val="clear" w:color="auto" w:fill="auto"/>
          </w:tcPr>
          <w:p w14:paraId="44DB8008" w14:textId="77777777" w:rsidR="00BB2E83" w:rsidRPr="00835F44" w:rsidRDefault="00BB2E83" w:rsidP="00301342">
            <w:pPr>
              <w:pStyle w:val="TAL"/>
            </w:pPr>
            <w:r w:rsidRPr="00835F44">
              <w:t>OFDM symbols in the PRB used for CSI</w:t>
            </w:r>
            <w:r w:rsidRPr="00835F44">
              <w:noBreakHyphen/>
              <w:t>RS</w:t>
            </w:r>
          </w:p>
        </w:tc>
        <w:tc>
          <w:tcPr>
            <w:tcW w:w="806" w:type="dxa"/>
            <w:shd w:val="clear" w:color="auto" w:fill="auto"/>
          </w:tcPr>
          <w:p w14:paraId="33CB9B0F" w14:textId="77777777" w:rsidR="00BB2E83" w:rsidRPr="00835F44" w:rsidRDefault="00BB2E83" w:rsidP="00301342">
            <w:pPr>
              <w:pStyle w:val="TAL"/>
            </w:pPr>
          </w:p>
        </w:tc>
        <w:tc>
          <w:tcPr>
            <w:tcW w:w="4147" w:type="dxa"/>
            <w:shd w:val="clear" w:color="auto" w:fill="auto"/>
            <w:vAlign w:val="center"/>
          </w:tcPr>
          <w:p w14:paraId="2508545C" w14:textId="77777777" w:rsidR="00BB2E83" w:rsidRPr="00835F44" w:rsidRDefault="00BB2E83" w:rsidP="00301342">
            <w:pPr>
              <w:pStyle w:val="TAL"/>
            </w:pPr>
            <w:r w:rsidRPr="00835F44">
              <w:t>l</w:t>
            </w:r>
            <w:r w:rsidRPr="00835F44">
              <w:rPr>
                <w:vertAlign w:val="subscript"/>
              </w:rPr>
              <w:t>0</w:t>
            </w:r>
            <w:r w:rsidRPr="00835F44">
              <w:t xml:space="preserve"> = 6 for CSI-RS resource 1 and 3</w:t>
            </w:r>
          </w:p>
          <w:p w14:paraId="4B9912F4" w14:textId="77777777" w:rsidR="00BB2E83" w:rsidRPr="00835F44" w:rsidRDefault="00BB2E83" w:rsidP="00301342">
            <w:pPr>
              <w:pStyle w:val="TAL"/>
            </w:pPr>
            <w:r w:rsidRPr="00835F44">
              <w:t>l</w:t>
            </w:r>
            <w:r w:rsidRPr="00835F44">
              <w:rPr>
                <w:vertAlign w:val="subscript"/>
              </w:rPr>
              <w:t>0</w:t>
            </w:r>
            <w:r w:rsidRPr="00835F44">
              <w:t xml:space="preserve"> = 10 for CSI-RS resource 2 and 4</w:t>
            </w:r>
          </w:p>
        </w:tc>
      </w:tr>
      <w:tr w:rsidR="00BB2E83" w:rsidRPr="00835F44" w14:paraId="7C85E3ED" w14:textId="77777777" w:rsidTr="00BB2E83">
        <w:tc>
          <w:tcPr>
            <w:tcW w:w="2338" w:type="dxa"/>
            <w:tcBorders>
              <w:top w:val="nil"/>
              <w:bottom w:val="nil"/>
            </w:tcBorders>
            <w:shd w:val="clear" w:color="auto" w:fill="auto"/>
          </w:tcPr>
          <w:p w14:paraId="2083BF1D" w14:textId="77777777" w:rsidR="00BB2E83" w:rsidRPr="00835F44" w:rsidRDefault="00BB2E83" w:rsidP="00BB2E83">
            <w:pPr>
              <w:pStyle w:val="TAL"/>
            </w:pPr>
          </w:p>
        </w:tc>
        <w:tc>
          <w:tcPr>
            <w:tcW w:w="2338" w:type="dxa"/>
            <w:shd w:val="clear" w:color="auto" w:fill="auto"/>
          </w:tcPr>
          <w:p w14:paraId="794770F5" w14:textId="77777777" w:rsidR="00BB2E83" w:rsidRPr="00835F44" w:rsidRDefault="00BB2E83" w:rsidP="00301342">
            <w:pPr>
              <w:pStyle w:val="TAL"/>
            </w:pPr>
            <w:r>
              <w:t>Number of CSI-RS ports</w:t>
            </w:r>
          </w:p>
        </w:tc>
        <w:tc>
          <w:tcPr>
            <w:tcW w:w="806" w:type="dxa"/>
            <w:shd w:val="clear" w:color="auto" w:fill="auto"/>
          </w:tcPr>
          <w:p w14:paraId="44C55466" w14:textId="77777777" w:rsidR="00BB2E83" w:rsidRPr="00835F44" w:rsidRDefault="00BB2E83" w:rsidP="00301342">
            <w:pPr>
              <w:pStyle w:val="TAL"/>
            </w:pPr>
          </w:p>
        </w:tc>
        <w:tc>
          <w:tcPr>
            <w:tcW w:w="4147" w:type="dxa"/>
            <w:shd w:val="clear" w:color="auto" w:fill="auto"/>
            <w:vAlign w:val="center"/>
          </w:tcPr>
          <w:p w14:paraId="6143AE63" w14:textId="77777777" w:rsidR="00BB2E83" w:rsidRPr="00835F44" w:rsidRDefault="00BB2E83" w:rsidP="00301342">
            <w:pPr>
              <w:pStyle w:val="TAL"/>
            </w:pPr>
            <w:r w:rsidRPr="00461764">
              <w:t>1 for CSI-RS resource 1,2,3,4</w:t>
            </w:r>
          </w:p>
        </w:tc>
      </w:tr>
      <w:tr w:rsidR="00BB2E83" w:rsidRPr="00835F44" w14:paraId="6B68C441" w14:textId="77777777" w:rsidTr="00BB2E83">
        <w:tc>
          <w:tcPr>
            <w:tcW w:w="2338" w:type="dxa"/>
            <w:tcBorders>
              <w:top w:val="nil"/>
              <w:bottom w:val="nil"/>
            </w:tcBorders>
            <w:shd w:val="clear" w:color="auto" w:fill="auto"/>
          </w:tcPr>
          <w:p w14:paraId="378604BE" w14:textId="77777777" w:rsidR="00BB2E83" w:rsidRPr="00835F44" w:rsidRDefault="00BB2E83" w:rsidP="00BB2E83">
            <w:pPr>
              <w:pStyle w:val="TAL"/>
            </w:pPr>
          </w:p>
        </w:tc>
        <w:tc>
          <w:tcPr>
            <w:tcW w:w="2338" w:type="dxa"/>
            <w:shd w:val="clear" w:color="auto" w:fill="auto"/>
          </w:tcPr>
          <w:p w14:paraId="2B70BA6D" w14:textId="77777777" w:rsidR="00BB2E83" w:rsidRPr="00835F44" w:rsidRDefault="00BB2E83" w:rsidP="00301342">
            <w:pPr>
              <w:pStyle w:val="TAL"/>
            </w:pPr>
            <w:r>
              <w:t>CDM Type</w:t>
            </w:r>
          </w:p>
        </w:tc>
        <w:tc>
          <w:tcPr>
            <w:tcW w:w="806" w:type="dxa"/>
            <w:shd w:val="clear" w:color="auto" w:fill="auto"/>
          </w:tcPr>
          <w:p w14:paraId="1EACB36D" w14:textId="77777777" w:rsidR="00BB2E83" w:rsidRPr="00835F44" w:rsidRDefault="00BB2E83" w:rsidP="00301342">
            <w:pPr>
              <w:pStyle w:val="TAL"/>
            </w:pPr>
          </w:p>
        </w:tc>
        <w:tc>
          <w:tcPr>
            <w:tcW w:w="4147" w:type="dxa"/>
            <w:shd w:val="clear" w:color="auto" w:fill="auto"/>
            <w:vAlign w:val="center"/>
          </w:tcPr>
          <w:p w14:paraId="626C2F8B" w14:textId="77777777" w:rsidR="00BB2E83" w:rsidRPr="00835F44" w:rsidRDefault="00BB2E83" w:rsidP="00301342">
            <w:pPr>
              <w:pStyle w:val="TAL"/>
            </w:pPr>
            <w:r w:rsidRPr="00461764">
              <w:t>'No CDM' for CSI-RS resource 1,2,3,4</w:t>
            </w:r>
          </w:p>
        </w:tc>
      </w:tr>
      <w:tr w:rsidR="00BB2E83" w:rsidRPr="00835F44" w14:paraId="04A69B2E" w14:textId="77777777" w:rsidTr="00BB2E83">
        <w:tc>
          <w:tcPr>
            <w:tcW w:w="2338" w:type="dxa"/>
            <w:tcBorders>
              <w:top w:val="nil"/>
              <w:bottom w:val="nil"/>
            </w:tcBorders>
            <w:shd w:val="clear" w:color="auto" w:fill="auto"/>
          </w:tcPr>
          <w:p w14:paraId="2D3DECDF" w14:textId="77777777" w:rsidR="00BB2E83" w:rsidRPr="00835F44" w:rsidRDefault="00BB2E83" w:rsidP="00BB2E83">
            <w:pPr>
              <w:pStyle w:val="TAL"/>
            </w:pPr>
          </w:p>
        </w:tc>
        <w:tc>
          <w:tcPr>
            <w:tcW w:w="2338" w:type="dxa"/>
            <w:shd w:val="clear" w:color="auto" w:fill="auto"/>
          </w:tcPr>
          <w:p w14:paraId="3BB4F935" w14:textId="77777777" w:rsidR="00BB2E83" w:rsidRPr="00835F44" w:rsidRDefault="00BB2E83" w:rsidP="00301342">
            <w:pPr>
              <w:pStyle w:val="TAL"/>
            </w:pPr>
            <w:r w:rsidRPr="00461764">
              <w:t>Density (ρ)</w:t>
            </w:r>
          </w:p>
        </w:tc>
        <w:tc>
          <w:tcPr>
            <w:tcW w:w="806" w:type="dxa"/>
            <w:shd w:val="clear" w:color="auto" w:fill="auto"/>
          </w:tcPr>
          <w:p w14:paraId="28C94A0F" w14:textId="77777777" w:rsidR="00BB2E83" w:rsidRPr="00835F44" w:rsidRDefault="00BB2E83" w:rsidP="00301342">
            <w:pPr>
              <w:pStyle w:val="TAL"/>
            </w:pPr>
          </w:p>
        </w:tc>
        <w:tc>
          <w:tcPr>
            <w:tcW w:w="4147" w:type="dxa"/>
            <w:shd w:val="clear" w:color="auto" w:fill="auto"/>
            <w:vAlign w:val="center"/>
          </w:tcPr>
          <w:p w14:paraId="4D2AF931" w14:textId="77777777" w:rsidR="00BB2E83" w:rsidRPr="00835F44" w:rsidRDefault="00BB2E83" w:rsidP="00301342">
            <w:pPr>
              <w:pStyle w:val="TAL"/>
            </w:pPr>
            <w:r w:rsidRPr="00461764">
              <w:t>3 for CSI-RS resource 1,2,3,4</w:t>
            </w:r>
          </w:p>
        </w:tc>
      </w:tr>
      <w:tr w:rsidR="00F52BCF" w:rsidRPr="00835F44" w14:paraId="62AA1B9F" w14:textId="77777777" w:rsidTr="00BB2E83">
        <w:tc>
          <w:tcPr>
            <w:tcW w:w="2338" w:type="dxa"/>
            <w:tcBorders>
              <w:top w:val="nil"/>
              <w:bottom w:val="nil"/>
            </w:tcBorders>
            <w:shd w:val="clear" w:color="auto" w:fill="auto"/>
          </w:tcPr>
          <w:p w14:paraId="069BE70A" w14:textId="77777777" w:rsidR="00F52BCF" w:rsidRPr="00835F44" w:rsidRDefault="00F52BCF" w:rsidP="00F52BCF">
            <w:pPr>
              <w:pStyle w:val="TAL"/>
            </w:pPr>
          </w:p>
        </w:tc>
        <w:tc>
          <w:tcPr>
            <w:tcW w:w="2338" w:type="dxa"/>
            <w:shd w:val="clear" w:color="auto" w:fill="auto"/>
          </w:tcPr>
          <w:p w14:paraId="25FB2E5F" w14:textId="77777777" w:rsidR="00F52BCF" w:rsidRPr="00835F44" w:rsidRDefault="00F52BCF" w:rsidP="00F52BCF">
            <w:pPr>
              <w:pStyle w:val="TAL"/>
            </w:pPr>
            <w:r w:rsidRPr="00835F44">
              <w:t>CSI</w:t>
            </w:r>
            <w:r w:rsidRPr="00835F44">
              <w:noBreakHyphen/>
              <w:t>RS periodicity</w:t>
            </w:r>
          </w:p>
        </w:tc>
        <w:tc>
          <w:tcPr>
            <w:tcW w:w="806" w:type="dxa"/>
            <w:shd w:val="clear" w:color="auto" w:fill="auto"/>
          </w:tcPr>
          <w:p w14:paraId="302EADC8" w14:textId="77777777" w:rsidR="00F52BCF" w:rsidRPr="00835F44" w:rsidRDefault="00F52BCF" w:rsidP="00F52BCF">
            <w:pPr>
              <w:pStyle w:val="TAL"/>
            </w:pPr>
            <w:r w:rsidRPr="00835F44">
              <w:t>Slots</w:t>
            </w:r>
          </w:p>
        </w:tc>
        <w:tc>
          <w:tcPr>
            <w:tcW w:w="4147" w:type="dxa"/>
            <w:shd w:val="clear" w:color="auto" w:fill="auto"/>
            <w:vAlign w:val="center"/>
          </w:tcPr>
          <w:p w14:paraId="672C2EB3" w14:textId="7D92077E" w:rsidR="00F52BCF" w:rsidRPr="00835F44" w:rsidRDefault="00F52BCF" w:rsidP="00F52BCF">
            <w:pPr>
              <w:pStyle w:val="TAL"/>
            </w:pPr>
            <w:r w:rsidRPr="00835F44">
              <w:t xml:space="preserve">15 kHz SCS: </w:t>
            </w:r>
            <w:r>
              <w:t>2</w:t>
            </w:r>
            <w:r w:rsidRPr="00835F44">
              <w:t>0 for CSI-RS resource 1,2,3,4</w:t>
            </w:r>
          </w:p>
          <w:p w14:paraId="25086F9B" w14:textId="66365FA3" w:rsidR="00F52BCF" w:rsidRPr="00835F44" w:rsidRDefault="00F52BCF" w:rsidP="00F52BCF">
            <w:pPr>
              <w:pStyle w:val="TAL"/>
            </w:pPr>
            <w:r w:rsidRPr="00835F44">
              <w:t xml:space="preserve">30 kHz SCS: </w:t>
            </w:r>
            <w:r>
              <w:t>4</w:t>
            </w:r>
            <w:r w:rsidRPr="00835F44">
              <w:t>0 for CSI-RS resource 1,2,3,4</w:t>
            </w:r>
          </w:p>
          <w:p w14:paraId="3B4BB6A1" w14:textId="4EFFDB96" w:rsidR="00F52BCF" w:rsidRPr="00835F44" w:rsidRDefault="00F52BCF" w:rsidP="00F52BCF">
            <w:pPr>
              <w:pStyle w:val="TAL"/>
            </w:pPr>
            <w:r w:rsidRPr="00835F44">
              <w:t xml:space="preserve">60 kHz SCS: </w:t>
            </w:r>
            <w:r>
              <w:t>8</w:t>
            </w:r>
            <w:r w:rsidRPr="00835F44">
              <w:t>0 for CSI-RS resource 1,2,3,4</w:t>
            </w:r>
          </w:p>
        </w:tc>
      </w:tr>
      <w:tr w:rsidR="00F52BCF" w:rsidRPr="00835F44" w14:paraId="0F5D3B83" w14:textId="77777777" w:rsidTr="00BB2E83">
        <w:tc>
          <w:tcPr>
            <w:tcW w:w="2338" w:type="dxa"/>
            <w:tcBorders>
              <w:top w:val="nil"/>
              <w:bottom w:val="nil"/>
            </w:tcBorders>
            <w:shd w:val="clear" w:color="auto" w:fill="auto"/>
          </w:tcPr>
          <w:p w14:paraId="32F29A80" w14:textId="77777777" w:rsidR="00F52BCF" w:rsidRPr="00835F44" w:rsidRDefault="00F52BCF" w:rsidP="00F52BCF">
            <w:pPr>
              <w:pStyle w:val="TAL"/>
            </w:pPr>
          </w:p>
        </w:tc>
        <w:tc>
          <w:tcPr>
            <w:tcW w:w="2338" w:type="dxa"/>
            <w:shd w:val="clear" w:color="auto" w:fill="auto"/>
          </w:tcPr>
          <w:p w14:paraId="201DDE05" w14:textId="77777777" w:rsidR="00F52BCF" w:rsidRPr="00835F44" w:rsidRDefault="00F52BCF" w:rsidP="00F52BCF">
            <w:pPr>
              <w:pStyle w:val="TAL"/>
            </w:pPr>
            <w:r w:rsidRPr="00835F44">
              <w:t>CSI</w:t>
            </w:r>
            <w:r w:rsidRPr="00835F44">
              <w:noBreakHyphen/>
              <w:t>RS offset</w:t>
            </w:r>
          </w:p>
        </w:tc>
        <w:tc>
          <w:tcPr>
            <w:tcW w:w="806" w:type="dxa"/>
            <w:shd w:val="clear" w:color="auto" w:fill="auto"/>
          </w:tcPr>
          <w:p w14:paraId="34DB1E2A" w14:textId="77777777" w:rsidR="00F52BCF" w:rsidRPr="00835F44" w:rsidRDefault="00F52BCF" w:rsidP="00F52BCF">
            <w:pPr>
              <w:pStyle w:val="TAL"/>
            </w:pPr>
            <w:r w:rsidRPr="00835F44">
              <w:t>Slots</w:t>
            </w:r>
          </w:p>
        </w:tc>
        <w:tc>
          <w:tcPr>
            <w:tcW w:w="4147" w:type="dxa"/>
            <w:shd w:val="clear" w:color="auto" w:fill="auto"/>
            <w:vAlign w:val="center"/>
          </w:tcPr>
          <w:p w14:paraId="5520FB83" w14:textId="77777777" w:rsidR="00F52BCF" w:rsidRPr="00835F44" w:rsidRDefault="00F52BCF" w:rsidP="00F52BCF">
            <w:pPr>
              <w:pStyle w:val="TAL"/>
            </w:pPr>
            <w:r w:rsidRPr="00835F44">
              <w:t>15 kHz SCS:</w:t>
            </w:r>
          </w:p>
          <w:p w14:paraId="6D5DAAA7" w14:textId="77777777" w:rsidR="00F52BCF" w:rsidRPr="00835F44" w:rsidRDefault="00F52BCF" w:rsidP="00F52BCF">
            <w:pPr>
              <w:pStyle w:val="TAL"/>
            </w:pPr>
            <w:r w:rsidRPr="00835F44">
              <w:t>0 for CSI-RS resource 1 and 2</w:t>
            </w:r>
          </w:p>
          <w:p w14:paraId="3D68AF3F" w14:textId="77777777" w:rsidR="00F52BCF" w:rsidRPr="00835F44" w:rsidRDefault="00F52BCF" w:rsidP="00F52BCF">
            <w:pPr>
              <w:pStyle w:val="TAL"/>
            </w:pPr>
            <w:r w:rsidRPr="00835F44">
              <w:t>1 for CSI-RS resource 3 and 4</w:t>
            </w:r>
          </w:p>
          <w:p w14:paraId="7417D0FC" w14:textId="77777777" w:rsidR="00F52BCF" w:rsidRPr="00835F44" w:rsidRDefault="00F52BCF" w:rsidP="00F52BCF">
            <w:pPr>
              <w:pStyle w:val="TAL"/>
            </w:pPr>
          </w:p>
          <w:p w14:paraId="50B9503A" w14:textId="77777777" w:rsidR="00F52BCF" w:rsidRPr="00835F44" w:rsidRDefault="00F52BCF" w:rsidP="00F52BCF">
            <w:pPr>
              <w:pStyle w:val="TAL"/>
            </w:pPr>
            <w:r w:rsidRPr="00835F44">
              <w:t>30 kHz SCS:</w:t>
            </w:r>
          </w:p>
          <w:p w14:paraId="7047A47F" w14:textId="77777777" w:rsidR="00F52BCF" w:rsidRPr="00835F44" w:rsidRDefault="00F52BCF" w:rsidP="00F52BCF">
            <w:pPr>
              <w:pStyle w:val="TAL"/>
            </w:pPr>
            <w:r w:rsidRPr="00835F44">
              <w:t>1 for CSI-RS resource 1 and 2</w:t>
            </w:r>
          </w:p>
          <w:p w14:paraId="077E9DC4" w14:textId="77777777" w:rsidR="00F52BCF" w:rsidRPr="00835F44" w:rsidRDefault="00F52BCF" w:rsidP="00F52BCF">
            <w:pPr>
              <w:pStyle w:val="TAL"/>
            </w:pPr>
            <w:r w:rsidRPr="00835F44">
              <w:t>2 for CSI-RS resource 3 and 4</w:t>
            </w:r>
          </w:p>
          <w:p w14:paraId="1F7724F9" w14:textId="77777777" w:rsidR="00F52BCF" w:rsidRPr="00835F44" w:rsidRDefault="00F52BCF" w:rsidP="00F52BCF">
            <w:pPr>
              <w:pStyle w:val="TAL"/>
            </w:pPr>
          </w:p>
          <w:p w14:paraId="38D223D9" w14:textId="77777777" w:rsidR="00F52BCF" w:rsidRPr="00835F44" w:rsidRDefault="00F52BCF" w:rsidP="00F52BCF">
            <w:pPr>
              <w:pStyle w:val="TAL"/>
            </w:pPr>
            <w:r w:rsidRPr="00835F44">
              <w:t>60 kHz SCS:</w:t>
            </w:r>
          </w:p>
          <w:p w14:paraId="70B608EE" w14:textId="77777777" w:rsidR="00F52BCF" w:rsidRPr="00835F44" w:rsidRDefault="00F52BCF" w:rsidP="00F52BCF">
            <w:pPr>
              <w:pStyle w:val="TAL"/>
            </w:pPr>
            <w:r w:rsidRPr="00835F44">
              <w:t>2 for CSI-RS resource 1 and 2</w:t>
            </w:r>
          </w:p>
          <w:p w14:paraId="12818F25" w14:textId="77777777" w:rsidR="00F52BCF" w:rsidRPr="00835F44" w:rsidRDefault="00F52BCF" w:rsidP="00F52BCF">
            <w:pPr>
              <w:pStyle w:val="TAL"/>
            </w:pPr>
            <w:r w:rsidRPr="00835F44">
              <w:t>3 for CSI-RS resource 3 and 4</w:t>
            </w:r>
          </w:p>
        </w:tc>
      </w:tr>
      <w:tr w:rsidR="00F52BCF" w:rsidRPr="00835F44" w14:paraId="21F2EBF8" w14:textId="77777777" w:rsidTr="00BB2E83">
        <w:tc>
          <w:tcPr>
            <w:tcW w:w="2338" w:type="dxa"/>
            <w:tcBorders>
              <w:top w:val="nil"/>
              <w:bottom w:val="nil"/>
            </w:tcBorders>
            <w:shd w:val="clear" w:color="auto" w:fill="auto"/>
          </w:tcPr>
          <w:p w14:paraId="06C0C57E" w14:textId="77777777" w:rsidR="00F52BCF" w:rsidRPr="00835F44" w:rsidRDefault="00F52BCF" w:rsidP="00F52BCF">
            <w:pPr>
              <w:pStyle w:val="TAL"/>
            </w:pPr>
          </w:p>
        </w:tc>
        <w:tc>
          <w:tcPr>
            <w:tcW w:w="2338" w:type="dxa"/>
            <w:shd w:val="clear" w:color="auto" w:fill="auto"/>
          </w:tcPr>
          <w:p w14:paraId="2C652F64" w14:textId="77777777" w:rsidR="00F52BCF" w:rsidRPr="00835F44" w:rsidRDefault="00F52BCF" w:rsidP="00F52BCF">
            <w:pPr>
              <w:pStyle w:val="TAL"/>
            </w:pPr>
            <w:r w:rsidRPr="00461764">
              <w:t>Frequency Occupation</w:t>
            </w:r>
          </w:p>
        </w:tc>
        <w:tc>
          <w:tcPr>
            <w:tcW w:w="806" w:type="dxa"/>
            <w:shd w:val="clear" w:color="auto" w:fill="auto"/>
          </w:tcPr>
          <w:p w14:paraId="40D7E725" w14:textId="77777777" w:rsidR="00F52BCF" w:rsidRPr="00835F44" w:rsidRDefault="00F52BCF" w:rsidP="00F52BCF">
            <w:pPr>
              <w:pStyle w:val="TAL"/>
            </w:pPr>
          </w:p>
        </w:tc>
        <w:tc>
          <w:tcPr>
            <w:tcW w:w="4147" w:type="dxa"/>
            <w:shd w:val="clear" w:color="auto" w:fill="auto"/>
            <w:vAlign w:val="center"/>
          </w:tcPr>
          <w:p w14:paraId="35CB4BC9" w14:textId="77777777" w:rsidR="00F52BCF" w:rsidRDefault="00F52BCF" w:rsidP="00F52BCF">
            <w:pPr>
              <w:pStyle w:val="TAL"/>
            </w:pPr>
            <w:r>
              <w:t>Start PRB 0</w:t>
            </w:r>
          </w:p>
          <w:p w14:paraId="53273396" w14:textId="77777777" w:rsidR="00F52BCF" w:rsidRPr="00835F44" w:rsidRDefault="00F52BCF" w:rsidP="00F52BCF">
            <w:pPr>
              <w:pStyle w:val="TAL"/>
            </w:pPr>
            <w:r>
              <w:t>Number of PRB = BWP size</w:t>
            </w:r>
          </w:p>
        </w:tc>
      </w:tr>
      <w:tr w:rsidR="00F52BCF" w:rsidRPr="00835F44" w14:paraId="03FDDDD2" w14:textId="77777777" w:rsidTr="00BB2E83">
        <w:tc>
          <w:tcPr>
            <w:tcW w:w="2338" w:type="dxa"/>
            <w:tcBorders>
              <w:top w:val="nil"/>
            </w:tcBorders>
            <w:shd w:val="clear" w:color="auto" w:fill="auto"/>
          </w:tcPr>
          <w:p w14:paraId="7F5340D6" w14:textId="77777777" w:rsidR="00F52BCF" w:rsidRPr="00835F44" w:rsidRDefault="00F52BCF" w:rsidP="00F52BCF">
            <w:pPr>
              <w:pStyle w:val="TAL"/>
            </w:pPr>
          </w:p>
        </w:tc>
        <w:tc>
          <w:tcPr>
            <w:tcW w:w="2338" w:type="dxa"/>
            <w:shd w:val="clear" w:color="auto" w:fill="auto"/>
          </w:tcPr>
          <w:p w14:paraId="37EB5757" w14:textId="77777777" w:rsidR="00F52BCF" w:rsidRPr="00835F44" w:rsidRDefault="00F52BCF" w:rsidP="00F52BCF">
            <w:pPr>
              <w:pStyle w:val="TAL"/>
            </w:pPr>
            <w:r>
              <w:t>QCL info</w:t>
            </w:r>
          </w:p>
        </w:tc>
        <w:tc>
          <w:tcPr>
            <w:tcW w:w="806" w:type="dxa"/>
            <w:shd w:val="clear" w:color="auto" w:fill="auto"/>
          </w:tcPr>
          <w:p w14:paraId="5A827959" w14:textId="77777777" w:rsidR="00F52BCF" w:rsidRPr="00835F44" w:rsidRDefault="00F52BCF" w:rsidP="00F52BCF">
            <w:pPr>
              <w:pStyle w:val="TAL"/>
            </w:pPr>
          </w:p>
        </w:tc>
        <w:tc>
          <w:tcPr>
            <w:tcW w:w="4147" w:type="dxa"/>
            <w:shd w:val="clear" w:color="auto" w:fill="auto"/>
            <w:vAlign w:val="center"/>
          </w:tcPr>
          <w:p w14:paraId="5A7635E1" w14:textId="77777777" w:rsidR="00F52BCF" w:rsidRPr="00835F44" w:rsidRDefault="00F52BCF" w:rsidP="00F52BCF">
            <w:pPr>
              <w:pStyle w:val="TAL"/>
            </w:pPr>
            <w:r w:rsidRPr="00461764">
              <w:t>TCI state #0</w:t>
            </w:r>
          </w:p>
        </w:tc>
      </w:tr>
      <w:tr w:rsidR="00F52BCF" w:rsidRPr="00835F44" w14:paraId="6104F706" w14:textId="77777777" w:rsidTr="00301342">
        <w:tc>
          <w:tcPr>
            <w:tcW w:w="4676" w:type="dxa"/>
            <w:gridSpan w:val="2"/>
            <w:shd w:val="clear" w:color="auto" w:fill="auto"/>
          </w:tcPr>
          <w:p w14:paraId="3D33760A" w14:textId="77777777" w:rsidR="00F52BCF" w:rsidRPr="00835F44" w:rsidRDefault="00F52BCF" w:rsidP="00F52BCF">
            <w:pPr>
              <w:pStyle w:val="TAL"/>
            </w:pPr>
            <w:r w:rsidRPr="00835F44">
              <w:t>PTRS configuration</w:t>
            </w:r>
          </w:p>
        </w:tc>
        <w:tc>
          <w:tcPr>
            <w:tcW w:w="806" w:type="dxa"/>
            <w:shd w:val="clear" w:color="auto" w:fill="auto"/>
          </w:tcPr>
          <w:p w14:paraId="7A4432AC" w14:textId="77777777" w:rsidR="00F52BCF" w:rsidRPr="00835F44" w:rsidRDefault="00F52BCF" w:rsidP="00F52BCF">
            <w:pPr>
              <w:pStyle w:val="TAL"/>
            </w:pPr>
          </w:p>
        </w:tc>
        <w:tc>
          <w:tcPr>
            <w:tcW w:w="4147" w:type="dxa"/>
            <w:shd w:val="clear" w:color="auto" w:fill="auto"/>
            <w:vAlign w:val="center"/>
          </w:tcPr>
          <w:p w14:paraId="2558F6E8" w14:textId="77777777" w:rsidR="00F52BCF" w:rsidRPr="00835F44" w:rsidRDefault="00F52BCF" w:rsidP="00F52BCF">
            <w:pPr>
              <w:pStyle w:val="TAL"/>
            </w:pPr>
            <w:r w:rsidRPr="00835F44">
              <w:t>PTRS is not configured</w:t>
            </w:r>
          </w:p>
        </w:tc>
      </w:tr>
    </w:tbl>
    <w:p w14:paraId="16858BBB" w14:textId="77777777" w:rsidR="00DC7196" w:rsidRPr="001C0CC4" w:rsidRDefault="00DC7196" w:rsidP="00DC7196"/>
    <w:p w14:paraId="1C4E43A7" w14:textId="77777777" w:rsidR="00DC7196" w:rsidRPr="001C0CC4" w:rsidRDefault="00DC7196" w:rsidP="00DC7196">
      <w:pPr>
        <w:pStyle w:val="Heading2"/>
      </w:pPr>
      <w:bookmarkStart w:id="469" w:name="_Toc21344541"/>
      <w:bookmarkStart w:id="470" w:name="_Toc29802029"/>
      <w:bookmarkStart w:id="471" w:name="_Toc29802453"/>
      <w:bookmarkStart w:id="472" w:name="_Toc29803078"/>
      <w:bookmarkStart w:id="473" w:name="_Toc36107820"/>
      <w:bookmarkStart w:id="474" w:name="_Toc37251594"/>
      <w:bookmarkStart w:id="475" w:name="_Toc45888533"/>
      <w:bookmarkStart w:id="476" w:name="_Toc45889132"/>
      <w:bookmarkStart w:id="477" w:name="_Toc59650505"/>
      <w:bookmarkStart w:id="478" w:name="_Toc61357777"/>
      <w:bookmarkStart w:id="479" w:name="_Toc61359551"/>
      <w:bookmarkStart w:id="480" w:name="_Toc67916491"/>
      <w:bookmarkStart w:id="481" w:name="_Toc75534037"/>
      <w:bookmarkStart w:id="482" w:name="_Toc75819923"/>
      <w:bookmarkStart w:id="483" w:name="_Toc76508767"/>
      <w:bookmarkStart w:id="484" w:name="_Toc76717717"/>
      <w:bookmarkStart w:id="485" w:name="_Toc83294358"/>
      <w:bookmarkStart w:id="486" w:name="_Toc84335397"/>
      <w:r w:rsidRPr="001C0CC4">
        <w:lastRenderedPageBreak/>
        <w:t>A.3.2</w:t>
      </w:r>
      <w:r w:rsidRPr="001C0CC4">
        <w:tab/>
        <w:t>DL reference measurement channels for FDD</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0186126C" w14:textId="77777777" w:rsidR="00DC7196" w:rsidRPr="001C0CC4" w:rsidRDefault="00DC7196" w:rsidP="00DC7196">
      <w:pPr>
        <w:pStyle w:val="Heading3"/>
      </w:pPr>
      <w:bookmarkStart w:id="487" w:name="_Toc21344542"/>
      <w:bookmarkStart w:id="488" w:name="_Toc29802030"/>
      <w:bookmarkStart w:id="489" w:name="_Toc29802454"/>
      <w:bookmarkStart w:id="490" w:name="_Toc29803079"/>
      <w:bookmarkStart w:id="491" w:name="_Toc36107821"/>
      <w:bookmarkStart w:id="492" w:name="_Toc37251595"/>
      <w:bookmarkStart w:id="493" w:name="_Toc45888534"/>
      <w:bookmarkStart w:id="494" w:name="_Toc45889133"/>
      <w:bookmarkStart w:id="495" w:name="_Toc59650506"/>
      <w:bookmarkStart w:id="496" w:name="_Toc61357778"/>
      <w:bookmarkStart w:id="497" w:name="_Toc61359552"/>
      <w:bookmarkStart w:id="498" w:name="_Toc67916492"/>
      <w:bookmarkStart w:id="499" w:name="_Toc75534038"/>
      <w:bookmarkStart w:id="500" w:name="_Toc75819924"/>
      <w:bookmarkStart w:id="501" w:name="_Toc76508768"/>
      <w:bookmarkStart w:id="502" w:name="_Toc76717718"/>
      <w:bookmarkStart w:id="503" w:name="_Toc83294359"/>
      <w:bookmarkStart w:id="504" w:name="_Toc84335398"/>
      <w:r w:rsidRPr="001C0CC4">
        <w:t>A.3.2.1</w:t>
      </w:r>
      <w:r w:rsidRPr="001C0CC4">
        <w:tab/>
        <w:t>General</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F7D67EB" w14:textId="77777777" w:rsidR="00DC7196" w:rsidRPr="001C0CC4" w:rsidRDefault="00DC7196" w:rsidP="00DC7196">
      <w:pPr>
        <w:pStyle w:val="TH"/>
      </w:pPr>
      <w:r w:rsidRPr="001C0CC4">
        <w:t>Table A.3.2.1-1 Additional reference channels parameters for FDD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803"/>
        <w:gridCol w:w="4146"/>
      </w:tblGrid>
      <w:tr w:rsidR="00DC7196" w:rsidRPr="001C0CC4" w14:paraId="353B5FD2" w14:textId="77777777" w:rsidTr="00DC7196">
        <w:tc>
          <w:tcPr>
            <w:tcW w:w="4788" w:type="dxa"/>
            <w:shd w:val="clear" w:color="auto" w:fill="auto"/>
          </w:tcPr>
          <w:p w14:paraId="59085C11" w14:textId="77777777" w:rsidR="00DC7196" w:rsidRPr="001C0CC4" w:rsidRDefault="00DC7196" w:rsidP="00DC7196">
            <w:pPr>
              <w:pStyle w:val="TAH"/>
            </w:pPr>
            <w:r w:rsidRPr="001C0CC4">
              <w:t>Parameter</w:t>
            </w:r>
          </w:p>
        </w:tc>
        <w:tc>
          <w:tcPr>
            <w:tcW w:w="810" w:type="dxa"/>
            <w:shd w:val="clear" w:color="auto" w:fill="auto"/>
          </w:tcPr>
          <w:p w14:paraId="30C0D846" w14:textId="77777777" w:rsidR="00DC7196" w:rsidRPr="001C0CC4" w:rsidRDefault="00DC7196" w:rsidP="00DC7196">
            <w:pPr>
              <w:pStyle w:val="TAH"/>
            </w:pPr>
            <w:r w:rsidRPr="001C0CC4">
              <w:t>Unit</w:t>
            </w:r>
          </w:p>
        </w:tc>
        <w:tc>
          <w:tcPr>
            <w:tcW w:w="4249" w:type="dxa"/>
            <w:shd w:val="clear" w:color="auto" w:fill="auto"/>
          </w:tcPr>
          <w:p w14:paraId="7135BA5C" w14:textId="77777777" w:rsidR="00DC7196" w:rsidRPr="001C0CC4" w:rsidRDefault="00DC7196" w:rsidP="00DC7196">
            <w:pPr>
              <w:pStyle w:val="TAH"/>
            </w:pPr>
            <w:r w:rsidRPr="001C0CC4">
              <w:t>Value</w:t>
            </w:r>
          </w:p>
        </w:tc>
      </w:tr>
      <w:tr w:rsidR="00DC7196" w:rsidRPr="001C0CC4" w14:paraId="3222E931" w14:textId="77777777" w:rsidTr="00DC7196">
        <w:tc>
          <w:tcPr>
            <w:tcW w:w="4788" w:type="dxa"/>
            <w:shd w:val="clear" w:color="auto" w:fill="auto"/>
          </w:tcPr>
          <w:p w14:paraId="41D7D3A1" w14:textId="77777777" w:rsidR="00DC7196" w:rsidRPr="001C0CC4" w:rsidRDefault="00DC7196" w:rsidP="00DC7196">
            <w:pPr>
              <w:pStyle w:val="TAL"/>
            </w:pPr>
            <w:r w:rsidRPr="001C0CC4">
              <w:t xml:space="preserve">Number of HARQ Processes </w:t>
            </w:r>
          </w:p>
        </w:tc>
        <w:tc>
          <w:tcPr>
            <w:tcW w:w="810" w:type="dxa"/>
            <w:shd w:val="clear" w:color="auto" w:fill="auto"/>
          </w:tcPr>
          <w:p w14:paraId="0FDEA740" w14:textId="77777777" w:rsidR="00DC7196" w:rsidRPr="001C0CC4" w:rsidRDefault="00DC7196" w:rsidP="00DC7196">
            <w:pPr>
              <w:pStyle w:val="TAL"/>
            </w:pPr>
          </w:p>
        </w:tc>
        <w:tc>
          <w:tcPr>
            <w:tcW w:w="4249" w:type="dxa"/>
            <w:shd w:val="clear" w:color="auto" w:fill="auto"/>
            <w:vAlign w:val="center"/>
          </w:tcPr>
          <w:p w14:paraId="6BC2FAF8" w14:textId="77777777" w:rsidR="00DC7196" w:rsidRPr="001C0CC4" w:rsidRDefault="00DC7196" w:rsidP="00DC7196">
            <w:pPr>
              <w:pStyle w:val="TAL"/>
            </w:pPr>
            <w:r w:rsidRPr="001C0CC4">
              <w:t>4</w:t>
            </w:r>
          </w:p>
        </w:tc>
      </w:tr>
      <w:tr w:rsidR="00DC7196" w:rsidRPr="001C0CC4" w14:paraId="57B06409" w14:textId="77777777" w:rsidTr="00DC7196">
        <w:tc>
          <w:tcPr>
            <w:tcW w:w="4788" w:type="dxa"/>
            <w:shd w:val="clear" w:color="auto" w:fill="auto"/>
          </w:tcPr>
          <w:p w14:paraId="0058C243" w14:textId="77777777" w:rsidR="00DC7196" w:rsidRPr="001C0CC4" w:rsidRDefault="00DC7196" w:rsidP="00DC7196">
            <w:pPr>
              <w:pStyle w:val="TAL"/>
            </w:pPr>
            <w:r w:rsidRPr="001C0CC4">
              <w:t xml:space="preserve">K1 value </w:t>
            </w:r>
          </w:p>
        </w:tc>
        <w:tc>
          <w:tcPr>
            <w:tcW w:w="810" w:type="dxa"/>
            <w:shd w:val="clear" w:color="auto" w:fill="auto"/>
          </w:tcPr>
          <w:p w14:paraId="6821466D" w14:textId="77777777" w:rsidR="00DC7196" w:rsidRPr="001C0CC4" w:rsidRDefault="00DC7196" w:rsidP="00DC7196">
            <w:pPr>
              <w:pStyle w:val="TAL"/>
            </w:pPr>
          </w:p>
        </w:tc>
        <w:tc>
          <w:tcPr>
            <w:tcW w:w="4249" w:type="dxa"/>
            <w:shd w:val="clear" w:color="auto" w:fill="auto"/>
            <w:vAlign w:val="center"/>
          </w:tcPr>
          <w:p w14:paraId="5F97A561" w14:textId="77777777" w:rsidR="00DC7196" w:rsidRPr="001C0CC4" w:rsidRDefault="00DC7196" w:rsidP="00DC7196">
            <w:pPr>
              <w:pStyle w:val="TAL"/>
            </w:pPr>
            <w:r w:rsidRPr="001C0CC4">
              <w:t>2 for all slots</w:t>
            </w:r>
          </w:p>
        </w:tc>
      </w:tr>
    </w:tbl>
    <w:p w14:paraId="24FA9965" w14:textId="77777777" w:rsidR="00DC7196" w:rsidRPr="001C0CC4" w:rsidRDefault="00DC7196" w:rsidP="00DC7196">
      <w:pPr>
        <w:rPr>
          <w:rFonts w:cs="v5.0.0"/>
        </w:rPr>
      </w:pPr>
    </w:p>
    <w:p w14:paraId="3CDB6F4A" w14:textId="77777777" w:rsidR="00DC7196" w:rsidRPr="001C0CC4" w:rsidRDefault="00DC7196" w:rsidP="00DC7196">
      <w:pPr>
        <w:pStyle w:val="Heading3"/>
      </w:pPr>
      <w:bookmarkStart w:id="505" w:name="_Toc21344543"/>
      <w:bookmarkStart w:id="506" w:name="_Toc29802031"/>
      <w:bookmarkStart w:id="507" w:name="_Toc29802455"/>
      <w:bookmarkStart w:id="508" w:name="_Toc29803080"/>
      <w:bookmarkStart w:id="509" w:name="_Toc36107822"/>
      <w:bookmarkStart w:id="510" w:name="_Toc37251596"/>
      <w:bookmarkStart w:id="511" w:name="_Toc45888535"/>
      <w:bookmarkStart w:id="512" w:name="_Toc45889134"/>
      <w:bookmarkStart w:id="513" w:name="_Toc59650507"/>
      <w:bookmarkStart w:id="514" w:name="_Toc61357779"/>
      <w:bookmarkStart w:id="515" w:name="_Toc61359553"/>
      <w:bookmarkStart w:id="516" w:name="_Toc67916493"/>
      <w:bookmarkStart w:id="517" w:name="_Toc75534039"/>
      <w:bookmarkStart w:id="518" w:name="_Toc75819925"/>
      <w:bookmarkStart w:id="519" w:name="_Toc76508769"/>
      <w:bookmarkStart w:id="520" w:name="_Toc76717719"/>
      <w:bookmarkStart w:id="521" w:name="_Toc83294360"/>
      <w:bookmarkStart w:id="522" w:name="_Toc84335399"/>
      <w:r w:rsidRPr="001C0CC4">
        <w:t>A.3.2.2</w:t>
      </w:r>
      <w:r w:rsidRPr="001C0CC4">
        <w:tab/>
        <w:t>FRC for receiver requirements for QPSK</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49493B2E" w14:textId="77777777" w:rsidR="00DC7196" w:rsidRPr="001C0CC4" w:rsidRDefault="00DC7196" w:rsidP="00DC7196">
      <w:pPr>
        <w:pStyle w:val="TH"/>
      </w:pPr>
      <w:r w:rsidRPr="001C0CC4">
        <w:t>Table A.3.2.2-1 Fixed reference channel for receiver requirements (SCS 15 kHz, FDD, QPSK 1/3)</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DC7196" w:rsidRPr="001C0CC4" w14:paraId="27641FAC"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97030A0" w14:textId="77777777" w:rsidR="00DC7196" w:rsidRPr="001C0CC4" w:rsidRDefault="00DC7196" w:rsidP="00DC7196">
            <w:pPr>
              <w:pStyle w:val="TAH"/>
            </w:pPr>
            <w:r w:rsidRPr="001C0CC4">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0062699" w14:textId="77777777" w:rsidR="00DC7196" w:rsidRPr="001C0CC4" w:rsidRDefault="00DC7196" w:rsidP="00DC7196">
            <w:pPr>
              <w:pStyle w:val="TAH"/>
            </w:pPr>
            <w:r w:rsidRPr="001C0CC4">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07035F1A" w14:textId="77777777" w:rsidR="00DC7196" w:rsidRPr="001C0CC4" w:rsidRDefault="00DC7196" w:rsidP="00DC7196">
            <w:pPr>
              <w:pStyle w:val="TAH"/>
            </w:pPr>
            <w:r w:rsidRPr="001C0CC4">
              <w:t>Value</w:t>
            </w:r>
          </w:p>
        </w:tc>
      </w:tr>
      <w:tr w:rsidR="00DC7196" w:rsidRPr="001C0CC4" w14:paraId="180B74AD"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71FC598" w14:textId="77777777" w:rsidR="00DC7196" w:rsidRPr="001C0CC4" w:rsidRDefault="00DC7196" w:rsidP="00DC7196">
            <w:pPr>
              <w:pStyle w:val="TAH"/>
            </w:pPr>
            <w:r w:rsidRPr="001C0CC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8EC441E" w14:textId="77777777" w:rsidR="00DC7196" w:rsidRPr="001C0CC4" w:rsidRDefault="00DC7196" w:rsidP="00DC7196">
            <w:pPr>
              <w:pStyle w:val="TAH"/>
            </w:pPr>
            <w:r w:rsidRPr="001C0CC4">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FDFBF5" w14:textId="77777777" w:rsidR="00DC7196" w:rsidRPr="001C0CC4" w:rsidRDefault="00DC7196" w:rsidP="00DC7196">
            <w:pPr>
              <w:pStyle w:val="TAH"/>
            </w:pPr>
            <w:r w:rsidRPr="001C0CC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B79D4D" w14:textId="77777777" w:rsidR="00DC7196" w:rsidRPr="001C0CC4" w:rsidRDefault="00DC7196" w:rsidP="00DC7196">
            <w:pPr>
              <w:pStyle w:val="TAH"/>
            </w:pPr>
            <w:r w:rsidRPr="001C0CC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B1A6EC3" w14:textId="77777777" w:rsidR="00DC7196" w:rsidRPr="001C0CC4" w:rsidRDefault="00DC7196" w:rsidP="00DC7196">
            <w:pPr>
              <w:pStyle w:val="TAH"/>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17F5E0" w14:textId="77777777" w:rsidR="00DC7196" w:rsidRPr="001C0CC4" w:rsidRDefault="00DC7196" w:rsidP="00DC7196">
            <w:pPr>
              <w:pStyle w:val="TAH"/>
            </w:pPr>
            <w:r w:rsidRPr="001C0CC4">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404D58" w14:textId="77777777" w:rsidR="00DC7196" w:rsidRPr="001C0CC4" w:rsidRDefault="00DC7196" w:rsidP="00DC7196">
            <w:pPr>
              <w:pStyle w:val="TAH"/>
            </w:pPr>
            <w:r w:rsidRPr="001C0CC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E400EF" w14:textId="77777777" w:rsidR="00DC7196" w:rsidRPr="001C0CC4" w:rsidRDefault="00DC7196" w:rsidP="00DC7196">
            <w:pPr>
              <w:pStyle w:val="TAH"/>
            </w:pPr>
            <w:r w:rsidRPr="001C0CC4">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04C1BE" w14:textId="77777777" w:rsidR="00DC7196" w:rsidRPr="001C0CC4" w:rsidRDefault="00DC7196" w:rsidP="00DC7196">
            <w:pPr>
              <w:pStyle w:val="TAH"/>
            </w:pPr>
            <w:r w:rsidRPr="001C0CC4">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89659A" w14:textId="77777777" w:rsidR="00DC7196" w:rsidRPr="001C0CC4" w:rsidRDefault="00DC7196" w:rsidP="00DC7196">
            <w:pPr>
              <w:pStyle w:val="TAH"/>
            </w:pPr>
            <w:r w:rsidRPr="001C0CC4">
              <w:t>50</w:t>
            </w:r>
          </w:p>
        </w:tc>
      </w:tr>
      <w:tr w:rsidR="00DC7196" w:rsidRPr="001C0CC4" w14:paraId="7ED92027"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A87DF60" w14:textId="77777777" w:rsidR="00DC7196" w:rsidRPr="001C0CC4" w:rsidRDefault="00DC7196" w:rsidP="00DC7196">
            <w:pPr>
              <w:pStyle w:val="TAL"/>
              <w:rPr>
                <w:rFonts w:cs="Arial"/>
              </w:rPr>
            </w:pPr>
            <w:r w:rsidRPr="001C0CC4">
              <w:rPr>
                <w:rFonts w:cs="Arial"/>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9912724" w14:textId="77777777" w:rsidR="00DC7196" w:rsidRPr="001C0CC4" w:rsidRDefault="00DC7196" w:rsidP="00DC7196">
            <w:pPr>
              <w:pStyle w:val="TAC"/>
              <w:rPr>
                <w:rFonts w:cs="Arial"/>
              </w:rPr>
            </w:pPr>
            <w:r w:rsidRPr="001C0CC4">
              <w:rPr>
                <w:rFonts w:cs="Arial"/>
              </w:rPr>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974B92"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3B026B"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D8AFBE"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DAE303"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43E5E0"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D6788C"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DB7936" w14:textId="77777777" w:rsidR="00DC7196" w:rsidRPr="001C0CC4" w:rsidRDefault="00DC7196" w:rsidP="00DC7196">
            <w:pPr>
              <w:pStyle w:val="TAC"/>
              <w:rPr>
                <w:rFonts w:cs="Arial"/>
              </w:rPr>
            </w:pPr>
            <w:r w:rsidRPr="001C0CC4">
              <w:rPr>
                <w:rFonts w:cs="Arial"/>
              </w:rPr>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C5EB19" w14:textId="77777777" w:rsidR="00DC7196" w:rsidRPr="001C0CC4" w:rsidRDefault="00DC7196" w:rsidP="00DC7196">
            <w:pPr>
              <w:pStyle w:val="TAC"/>
              <w:rPr>
                <w:rFonts w:cs="Arial"/>
              </w:rPr>
            </w:pPr>
            <w:r w:rsidRPr="001C0CC4">
              <w:rPr>
                <w:rFonts w:cs="Arial"/>
              </w:rPr>
              <w:t>15</w:t>
            </w:r>
          </w:p>
        </w:tc>
      </w:tr>
      <w:tr w:rsidR="00DC7196" w:rsidRPr="001C0CC4" w14:paraId="5902E894"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AB384F5" w14:textId="77777777" w:rsidR="00DC7196" w:rsidRPr="001C0CC4" w:rsidRDefault="00DC7196" w:rsidP="00DC7196">
            <w:pPr>
              <w:pStyle w:val="TAL"/>
              <w:rPr>
                <w:rFonts w:cs="Arial"/>
              </w:rPr>
            </w:pPr>
            <w:r w:rsidRPr="001C0CC4">
              <w:rPr>
                <w:rFonts w:cs="Arial"/>
              </w:rPr>
              <w:t xml:space="preserve">Subcarrier spacing configuration </w:t>
            </w:r>
            <w:r w:rsidRPr="001C0CC4">
              <w:rPr>
                <w:rFonts w:eastAsia="SimSun" w:cs="Arial"/>
              </w:rPr>
              <w:object w:dxaOrig="230" w:dyaOrig="250" w14:anchorId="6B36E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1.55pt" o:ole="">
                  <v:imagedata r:id="rId11" o:title=""/>
                </v:shape>
                <o:OLEObject Type="Embed" ProgID="Equation.3" ShapeID="_x0000_i1025" DrawAspect="Content" ObjectID="_1734986592" r:id="rId12"/>
              </w:object>
            </w:r>
          </w:p>
        </w:tc>
        <w:tc>
          <w:tcPr>
            <w:tcW w:w="1092" w:type="dxa"/>
            <w:tcBorders>
              <w:top w:val="single" w:sz="4" w:space="0" w:color="auto"/>
              <w:left w:val="single" w:sz="4" w:space="0" w:color="auto"/>
              <w:bottom w:val="single" w:sz="4" w:space="0" w:color="auto"/>
              <w:right w:val="single" w:sz="4" w:space="0" w:color="auto"/>
            </w:tcBorders>
            <w:vAlign w:val="center"/>
          </w:tcPr>
          <w:p w14:paraId="20AF7962"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6D064E5"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3BB52D4"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6533E1"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8426A9"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CC1F1F"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D2E0AB"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701FC5B" w14:textId="77777777" w:rsidR="00DC7196" w:rsidRPr="001C0CC4" w:rsidRDefault="00DC7196" w:rsidP="00DC7196">
            <w:pPr>
              <w:pStyle w:val="TAC"/>
              <w:rPr>
                <w:rFonts w:cs="Arial"/>
              </w:rPr>
            </w:pPr>
            <w:r w:rsidRPr="001C0CC4">
              <w:rPr>
                <w:rFonts w:cs="Arial"/>
              </w:rPr>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3AE8D3" w14:textId="77777777" w:rsidR="00DC7196" w:rsidRPr="001C0CC4" w:rsidRDefault="00DC7196" w:rsidP="00DC7196">
            <w:pPr>
              <w:pStyle w:val="TAC"/>
              <w:rPr>
                <w:rFonts w:cs="Arial"/>
              </w:rPr>
            </w:pPr>
            <w:r w:rsidRPr="001C0CC4">
              <w:rPr>
                <w:rFonts w:cs="Arial"/>
              </w:rPr>
              <w:t>0</w:t>
            </w:r>
          </w:p>
        </w:tc>
      </w:tr>
      <w:tr w:rsidR="00DC7196" w:rsidRPr="001C0CC4" w14:paraId="5F71310D"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FA14E67" w14:textId="77777777" w:rsidR="00DC7196" w:rsidRPr="001C0CC4" w:rsidRDefault="00DC7196" w:rsidP="00DC7196">
            <w:pPr>
              <w:pStyle w:val="TAL"/>
              <w:rPr>
                <w:rFonts w:cs="Arial"/>
              </w:rPr>
            </w:pPr>
            <w:r w:rsidRPr="001C0CC4">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4A49C10D"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0A7FDE53" w14:textId="77777777" w:rsidR="00DC7196" w:rsidRPr="001C0CC4" w:rsidRDefault="00DC7196" w:rsidP="00DC7196">
            <w:pPr>
              <w:pStyle w:val="TAC"/>
              <w:rPr>
                <w:rFonts w:cs="Arial"/>
              </w:rPr>
            </w:pPr>
            <w:r w:rsidRPr="001C0CC4">
              <w:rPr>
                <w:rFonts w:cs="Arial"/>
              </w:rPr>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80DE62" w14:textId="77777777" w:rsidR="00DC7196" w:rsidRPr="001C0CC4" w:rsidRDefault="00DC7196" w:rsidP="00DC7196">
            <w:pPr>
              <w:pStyle w:val="TAC"/>
              <w:rPr>
                <w:rFonts w:cs="Arial"/>
              </w:rPr>
            </w:pPr>
            <w:r w:rsidRPr="001C0CC4">
              <w:rPr>
                <w:rFonts w:cs="Arial"/>
              </w:rPr>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E03355" w14:textId="77777777" w:rsidR="00DC7196" w:rsidRPr="001C0CC4" w:rsidRDefault="00DC7196" w:rsidP="00DC7196">
            <w:pPr>
              <w:pStyle w:val="TAC"/>
              <w:rPr>
                <w:rFonts w:cs="Arial"/>
              </w:rPr>
            </w:pPr>
            <w:r w:rsidRPr="001C0CC4">
              <w:rPr>
                <w:rFonts w:cs="Arial"/>
              </w:rPr>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1E4CFF" w14:textId="77777777" w:rsidR="00DC7196" w:rsidRPr="001C0CC4" w:rsidRDefault="00DC7196" w:rsidP="00DC7196">
            <w:pPr>
              <w:pStyle w:val="TAC"/>
              <w:rPr>
                <w:rFonts w:cs="Arial"/>
              </w:rPr>
            </w:pPr>
            <w:r w:rsidRPr="001C0CC4">
              <w:rPr>
                <w:rFonts w:cs="Arial"/>
              </w:rPr>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7CBC10" w14:textId="77777777" w:rsidR="00DC7196" w:rsidRPr="001C0CC4" w:rsidRDefault="00DC7196" w:rsidP="00DC7196">
            <w:pPr>
              <w:pStyle w:val="TAC"/>
              <w:rPr>
                <w:rFonts w:cs="Arial"/>
              </w:rPr>
            </w:pPr>
            <w:r w:rsidRPr="001C0CC4">
              <w:rPr>
                <w:rFonts w:cs="Arial"/>
              </w:rPr>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477B17" w14:textId="77777777" w:rsidR="00DC7196" w:rsidRPr="001C0CC4" w:rsidRDefault="00DC7196" w:rsidP="00DC7196">
            <w:pPr>
              <w:pStyle w:val="TAC"/>
              <w:rPr>
                <w:rFonts w:cs="Arial"/>
              </w:rPr>
            </w:pPr>
            <w:r w:rsidRPr="001C0CC4">
              <w:rPr>
                <w:rFonts w:cs="Arial"/>
              </w:rPr>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4A13EB" w14:textId="77777777" w:rsidR="00DC7196" w:rsidRPr="001C0CC4" w:rsidRDefault="00DC7196" w:rsidP="00DC7196">
            <w:pPr>
              <w:pStyle w:val="TAC"/>
              <w:rPr>
                <w:rFonts w:cs="Arial"/>
              </w:rPr>
            </w:pPr>
            <w:r w:rsidRPr="001C0CC4">
              <w:rPr>
                <w:rFonts w:cs="Arial"/>
              </w:rPr>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EB1429" w14:textId="77777777" w:rsidR="00DC7196" w:rsidRPr="001C0CC4" w:rsidRDefault="00DC7196" w:rsidP="00DC7196">
            <w:pPr>
              <w:pStyle w:val="TAC"/>
              <w:rPr>
                <w:rFonts w:cs="Arial"/>
              </w:rPr>
            </w:pPr>
            <w:r w:rsidRPr="001C0CC4">
              <w:rPr>
                <w:rFonts w:cs="Arial"/>
              </w:rPr>
              <w:t>270</w:t>
            </w:r>
          </w:p>
        </w:tc>
      </w:tr>
      <w:tr w:rsidR="00DC7196" w:rsidRPr="001C0CC4" w14:paraId="4C2C75CD"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473967E" w14:textId="77777777" w:rsidR="00DC7196" w:rsidRPr="001C0CC4" w:rsidRDefault="00DC7196" w:rsidP="00DC7196">
            <w:pPr>
              <w:pStyle w:val="TAL"/>
              <w:rPr>
                <w:rFonts w:cs="Arial"/>
              </w:rPr>
            </w:pPr>
            <w:r w:rsidRPr="001C0CC4">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3161204A"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620796B"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DEE319"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BB1F35"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A90807"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A5AADD"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98D494"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1FE1A5" w14:textId="77777777" w:rsidR="00DC7196" w:rsidRPr="001C0CC4" w:rsidRDefault="00DC7196" w:rsidP="00DC7196">
            <w:pPr>
              <w:pStyle w:val="TAC"/>
              <w:rPr>
                <w:rFonts w:cs="Arial"/>
              </w:rPr>
            </w:pPr>
            <w:r w:rsidRPr="001C0CC4">
              <w:rPr>
                <w:rFonts w:cs="Arial"/>
              </w:rPr>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205368" w14:textId="77777777" w:rsidR="00DC7196" w:rsidRPr="001C0CC4" w:rsidRDefault="00DC7196" w:rsidP="00DC7196">
            <w:pPr>
              <w:pStyle w:val="TAC"/>
              <w:rPr>
                <w:rFonts w:cs="Arial"/>
              </w:rPr>
            </w:pPr>
            <w:r w:rsidRPr="001C0CC4">
              <w:rPr>
                <w:rFonts w:cs="Arial"/>
              </w:rPr>
              <w:t>12</w:t>
            </w:r>
          </w:p>
        </w:tc>
      </w:tr>
      <w:tr w:rsidR="00DC335E" w:rsidRPr="001C0CC4" w14:paraId="31C3C364"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0B01C14" w14:textId="77777777" w:rsidR="00DC335E" w:rsidRPr="001C0CC4" w:rsidRDefault="00DC335E" w:rsidP="00DC335E">
            <w:pPr>
              <w:pStyle w:val="TAL"/>
              <w:rPr>
                <w:rFonts w:cs="Arial"/>
              </w:rPr>
            </w:pPr>
            <w:r w:rsidRPr="001C0CC4">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5F32069A" w14:textId="77777777" w:rsidR="00DC335E" w:rsidRPr="001C0CC4" w:rsidRDefault="00DC335E" w:rsidP="00DC335E">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1D342BE5" w14:textId="4F1B05F4"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84C3E2" w14:textId="5AC050C2"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5BB130" w14:textId="1EE70AA1"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A92A1F" w14:textId="208F8866"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C1BD22" w14:textId="3D707697"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81866F" w14:textId="1E8247EA"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0F3C4B" w14:textId="070D934F" w:rsidR="00DC335E" w:rsidRPr="001C0CC4" w:rsidRDefault="00DC335E" w:rsidP="00DC335E">
            <w:pPr>
              <w:pStyle w:val="TAC"/>
              <w:rPr>
                <w:rFonts w:cs="Arial"/>
              </w:rPr>
            </w:pPr>
            <w:r>
              <w:rPr>
                <w:rFonts w:cs="Arial"/>
              </w:rP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88FFA2" w14:textId="2ED8F320" w:rsidR="00DC335E" w:rsidRPr="001C0CC4" w:rsidRDefault="00DC335E" w:rsidP="00DC335E">
            <w:pPr>
              <w:pStyle w:val="TAC"/>
              <w:rPr>
                <w:rFonts w:cs="Arial"/>
              </w:rPr>
            </w:pPr>
            <w:r>
              <w:rPr>
                <w:rFonts w:cs="Arial"/>
              </w:rPr>
              <w:t>8</w:t>
            </w:r>
          </w:p>
        </w:tc>
      </w:tr>
      <w:tr w:rsidR="00DC7196" w:rsidRPr="001C0CC4" w14:paraId="1FB2A968"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E2BAF7E" w14:textId="77777777" w:rsidR="00DC7196" w:rsidRPr="001C0CC4" w:rsidRDefault="00DC7196" w:rsidP="00DC7196">
            <w:pPr>
              <w:pStyle w:val="TAL"/>
              <w:rPr>
                <w:rFonts w:cs="Arial"/>
              </w:rPr>
            </w:pPr>
            <w:r w:rsidRPr="001C0CC4">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2CF83849"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4994153F"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FFEBBA"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03103F"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92F3E9"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A4263B"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5B978C"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D1C833" w14:textId="77777777" w:rsidR="00DC7196" w:rsidRPr="001C0CC4" w:rsidRDefault="00DC7196" w:rsidP="00DC7196">
            <w:pPr>
              <w:pStyle w:val="TAC"/>
              <w:rPr>
                <w:rFonts w:cs="Arial"/>
              </w:rPr>
            </w:pPr>
            <w:r w:rsidRPr="001C0CC4">
              <w:rPr>
                <w:rFonts w:cs="Arial"/>
              </w:rPr>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FA2D8F" w14:textId="77777777" w:rsidR="00DC7196" w:rsidRPr="001C0CC4" w:rsidRDefault="00DC7196" w:rsidP="00DC7196">
            <w:pPr>
              <w:pStyle w:val="TAC"/>
              <w:rPr>
                <w:rFonts w:cs="Arial"/>
              </w:rPr>
            </w:pPr>
            <w:r w:rsidRPr="001C0CC4">
              <w:rPr>
                <w:rFonts w:cs="Arial"/>
              </w:rPr>
              <w:t>4</w:t>
            </w:r>
          </w:p>
        </w:tc>
      </w:tr>
      <w:tr w:rsidR="00DC7196" w:rsidRPr="001C0CC4" w14:paraId="7C0E36DC"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2419C82F" w14:textId="77777777" w:rsidR="00DC7196" w:rsidRPr="001C0CC4" w:rsidRDefault="00DC7196" w:rsidP="00DC7196">
            <w:pPr>
              <w:pStyle w:val="TAL"/>
              <w:rPr>
                <w:rFonts w:cs="Arial"/>
              </w:rPr>
            </w:pPr>
            <w:r w:rsidRPr="001C0CC4">
              <w:rPr>
                <w:rFonts w:cs="Arial"/>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0C217EE8" w14:textId="77777777" w:rsidR="00DC7196" w:rsidRPr="001C0CC4" w:rsidRDefault="00DC7196" w:rsidP="00DC7196">
            <w:pPr>
              <w:pStyle w:val="TAC"/>
              <w:rPr>
                <w:rFonts w:cs="Arial"/>
              </w:rPr>
            </w:pPr>
            <w:r w:rsidRPr="001C0CC4">
              <w:rPr>
                <w:rFonts w:cs="Arial"/>
              </w:rPr>
              <w:t>64QAM</w:t>
            </w:r>
          </w:p>
        </w:tc>
      </w:tr>
      <w:tr w:rsidR="00DC7196" w:rsidRPr="001C0CC4" w14:paraId="41A429E4"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85B990C" w14:textId="77777777" w:rsidR="00DC7196" w:rsidRPr="001C0CC4" w:rsidRDefault="00DC7196" w:rsidP="00DC7196">
            <w:pPr>
              <w:pStyle w:val="TAL"/>
              <w:rPr>
                <w:rFonts w:cs="Arial"/>
              </w:rPr>
            </w:pPr>
            <w:r w:rsidRPr="001C0CC4">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7D0B3666"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3232ED7A"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CD3610"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9FEE5C"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882480"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ED1D9C"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95E515"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821067" w14:textId="77777777" w:rsidR="00DC7196" w:rsidRPr="001C0CC4" w:rsidRDefault="00DC7196" w:rsidP="00DC7196">
            <w:pPr>
              <w:pStyle w:val="TAC"/>
              <w:rPr>
                <w:rFonts w:cs="Arial"/>
              </w:rPr>
            </w:pPr>
            <w:r w:rsidRPr="001C0CC4">
              <w:rPr>
                <w:rFonts w:cs="Arial"/>
              </w:rPr>
              <w:t>QPSK</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BBF49E" w14:textId="77777777" w:rsidR="00DC7196" w:rsidRPr="001C0CC4" w:rsidRDefault="00DC7196" w:rsidP="00DC7196">
            <w:pPr>
              <w:pStyle w:val="TAC"/>
              <w:rPr>
                <w:rFonts w:cs="Arial"/>
              </w:rPr>
            </w:pPr>
            <w:r w:rsidRPr="001C0CC4">
              <w:rPr>
                <w:rFonts w:cs="Arial"/>
              </w:rPr>
              <w:t>QPSK</w:t>
            </w:r>
          </w:p>
        </w:tc>
      </w:tr>
      <w:tr w:rsidR="00DC7196" w:rsidRPr="001C0CC4" w14:paraId="499FE232"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1E7D729" w14:textId="77777777" w:rsidR="00DC7196" w:rsidRPr="001C0CC4" w:rsidRDefault="00DC7196" w:rsidP="00DC7196">
            <w:pPr>
              <w:pStyle w:val="TAL"/>
              <w:rPr>
                <w:rFonts w:cs="Arial"/>
              </w:rPr>
            </w:pPr>
            <w:r w:rsidRPr="001C0CC4">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463616BD"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24131825"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9201DC"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5E1428"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384E6C"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2563DF"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75254B"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24B2CB" w14:textId="77777777" w:rsidR="00DC7196" w:rsidRPr="001C0CC4" w:rsidRDefault="00DC7196" w:rsidP="00DC7196">
            <w:pPr>
              <w:pStyle w:val="TAC"/>
              <w:rPr>
                <w:rFonts w:cs="Arial"/>
              </w:rPr>
            </w:pPr>
            <w:r w:rsidRPr="001C0CC4">
              <w:rPr>
                <w:rFonts w:cs="Arial"/>
              </w:rPr>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EC12F4" w14:textId="77777777" w:rsidR="00DC7196" w:rsidRPr="001C0CC4" w:rsidRDefault="00DC7196" w:rsidP="00DC7196">
            <w:pPr>
              <w:pStyle w:val="TAC"/>
              <w:rPr>
                <w:rFonts w:cs="Arial"/>
              </w:rPr>
            </w:pPr>
            <w:r w:rsidRPr="001C0CC4">
              <w:rPr>
                <w:rFonts w:cs="Arial"/>
              </w:rPr>
              <w:t>1/3</w:t>
            </w:r>
          </w:p>
        </w:tc>
      </w:tr>
      <w:tr w:rsidR="00DC7196" w:rsidRPr="001C0CC4" w14:paraId="7FCE18B6"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5B583EA" w14:textId="77777777" w:rsidR="00DC7196" w:rsidRPr="001C0CC4" w:rsidRDefault="00DC7196" w:rsidP="00DC7196">
            <w:pPr>
              <w:pStyle w:val="TAL"/>
              <w:rPr>
                <w:rFonts w:cs="Arial"/>
              </w:rPr>
            </w:pPr>
            <w:r w:rsidRPr="001C0CC4">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6F926320"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5DF1A887"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DB1E15"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1DD9B4"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35B293"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105F43"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23471C"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6BD8BC"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667CCA" w14:textId="77777777" w:rsidR="00DC7196" w:rsidRPr="001C0CC4" w:rsidRDefault="00DC7196" w:rsidP="00DC7196">
            <w:pPr>
              <w:pStyle w:val="TAC"/>
              <w:rPr>
                <w:rFonts w:cs="Arial"/>
              </w:rPr>
            </w:pPr>
            <w:r w:rsidRPr="001C0CC4">
              <w:rPr>
                <w:rFonts w:cs="Arial"/>
              </w:rPr>
              <w:t>1</w:t>
            </w:r>
          </w:p>
        </w:tc>
      </w:tr>
      <w:tr w:rsidR="00DC7196" w:rsidRPr="001C0CC4" w14:paraId="307F54B3" w14:textId="77777777" w:rsidTr="00D9738D">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096FB53" w14:textId="77777777" w:rsidR="00DC7196" w:rsidRPr="001C0CC4" w:rsidRDefault="00DC7196" w:rsidP="00DC7196">
            <w:pPr>
              <w:pStyle w:val="TAH"/>
            </w:pPr>
            <w:r w:rsidRPr="001C0CC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5B3466B5"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4551981"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FC024FB"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19579717"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04C0208"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EF6BAFC"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A70135D"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8A3AB02"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9E4257F" w14:textId="77777777" w:rsidR="00DC7196" w:rsidRPr="001C0CC4" w:rsidRDefault="00DC7196" w:rsidP="00DC7196">
            <w:pPr>
              <w:pStyle w:val="TAC"/>
              <w:rPr>
                <w:rFonts w:cs="Arial"/>
              </w:rPr>
            </w:pPr>
          </w:p>
        </w:tc>
      </w:tr>
      <w:tr w:rsidR="00DC7196" w:rsidRPr="001C0CC4" w14:paraId="2596CDC8"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FE12F85" w14:textId="77777777" w:rsidR="00DC7196" w:rsidRPr="001C0CC4" w:rsidRDefault="00DC7196" w:rsidP="00DC7196">
            <w:pPr>
              <w:pStyle w:val="TAL"/>
              <w:rPr>
                <w:rFonts w:cs="Arial"/>
              </w:rPr>
            </w:pPr>
            <w:r w:rsidRPr="001C0CC4">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CE8C8A7" w14:textId="77777777" w:rsidR="00DC7196" w:rsidRPr="001C0CC4" w:rsidRDefault="00DC7196" w:rsidP="00DC7196">
            <w:pPr>
              <w:pStyle w:val="TAC"/>
              <w:rPr>
                <w:rFonts w:cs="Arial"/>
              </w:rPr>
            </w:pPr>
            <w:r w:rsidRPr="001C0CC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665F26"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5CFC49"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47614D"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6C8636"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65AB25"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B638901"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8BA7AF"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ACA085" w14:textId="77777777" w:rsidR="00DC7196" w:rsidRPr="001C0CC4" w:rsidRDefault="00DC7196" w:rsidP="00DC7196">
            <w:pPr>
              <w:pStyle w:val="TAC"/>
              <w:rPr>
                <w:rFonts w:cs="Arial"/>
              </w:rPr>
            </w:pPr>
            <w:r w:rsidRPr="001C0CC4">
              <w:rPr>
                <w:rFonts w:cs="Arial"/>
              </w:rPr>
              <w:t>N/A</w:t>
            </w:r>
          </w:p>
        </w:tc>
      </w:tr>
      <w:tr w:rsidR="00DC7196" w:rsidRPr="001C0CC4" w14:paraId="5E30C931"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56145BA" w14:textId="77777777" w:rsidR="00DC7196" w:rsidRPr="001C0CC4" w:rsidRDefault="00DC7196" w:rsidP="00DC7196">
            <w:pPr>
              <w:pStyle w:val="TAL"/>
              <w:rPr>
                <w:rFonts w:cs="Arial"/>
              </w:rPr>
            </w:pPr>
            <w:r w:rsidRPr="001C0CC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FBCC2C5" w14:textId="77777777" w:rsidR="00DC7196" w:rsidRPr="001C0CC4" w:rsidRDefault="00DC7196" w:rsidP="00DC7196">
            <w:pPr>
              <w:pStyle w:val="TAC"/>
              <w:rPr>
                <w:rFonts w:cs="Arial"/>
              </w:rPr>
            </w:pPr>
            <w:r w:rsidRPr="001C0CC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88BD02" w14:textId="77777777" w:rsidR="00DC7196" w:rsidRPr="001C0CC4" w:rsidRDefault="00DC7196" w:rsidP="00DC7196">
            <w:pPr>
              <w:pStyle w:val="TAC"/>
              <w:rPr>
                <w:rFonts w:cs="Arial"/>
              </w:rPr>
            </w:pPr>
            <w:r w:rsidRPr="001C0CC4">
              <w:rPr>
                <w:rFonts w:cs="Arial"/>
              </w:rPr>
              <w:t>1672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C7CD78" w14:textId="77777777" w:rsidR="00DC7196" w:rsidRPr="001C0CC4" w:rsidRDefault="00DC7196" w:rsidP="00DC7196">
            <w:pPr>
              <w:pStyle w:val="TAC"/>
              <w:rPr>
                <w:rFonts w:cs="Arial"/>
              </w:rPr>
            </w:pPr>
            <w:r w:rsidRPr="001C0CC4">
              <w:rPr>
                <w:rFonts w:cs="Arial"/>
              </w:rPr>
              <w:t>3368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2242F8" w14:textId="77777777" w:rsidR="00DC7196" w:rsidRPr="001C0CC4" w:rsidRDefault="00DC7196" w:rsidP="00DC7196">
            <w:pPr>
              <w:pStyle w:val="TAC"/>
              <w:rPr>
                <w:rFonts w:cs="Arial"/>
              </w:rPr>
            </w:pPr>
            <w:r w:rsidRPr="001C0CC4">
              <w:rPr>
                <w:rFonts w:cs="Arial"/>
              </w:rPr>
              <w:t>5120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6FFDC9" w14:textId="77777777" w:rsidR="00DC7196" w:rsidRPr="001C0CC4" w:rsidRDefault="00DC7196" w:rsidP="00DC7196">
            <w:pPr>
              <w:pStyle w:val="TAC"/>
              <w:rPr>
                <w:rFonts w:cs="Arial"/>
              </w:rPr>
            </w:pPr>
            <w:r w:rsidRPr="001C0CC4">
              <w:rPr>
                <w:rFonts w:cs="Arial"/>
              </w:rPr>
              <w:t>6912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67CBC1" w14:textId="77777777" w:rsidR="00DC7196" w:rsidRPr="001C0CC4" w:rsidRDefault="00DC7196" w:rsidP="00DC7196">
            <w:pPr>
              <w:pStyle w:val="TAC"/>
              <w:rPr>
                <w:rFonts w:cs="Arial"/>
              </w:rPr>
            </w:pPr>
            <w:r w:rsidRPr="001C0CC4">
              <w:rPr>
                <w:rFonts w:cs="Arial"/>
              </w:rPr>
              <w:t>8712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008CBE" w14:textId="77777777" w:rsidR="00DC7196" w:rsidRPr="001C0CC4" w:rsidRDefault="00DC7196" w:rsidP="00DC7196">
            <w:pPr>
              <w:pStyle w:val="TAC"/>
              <w:rPr>
                <w:rFonts w:cs="Arial"/>
              </w:rPr>
            </w:pPr>
            <w:r w:rsidRPr="001C0CC4">
              <w:rPr>
                <w:rFonts w:cs="Arial"/>
              </w:rPr>
              <w:t>10504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2448DD" w14:textId="77777777" w:rsidR="00DC7196" w:rsidRPr="001C0CC4" w:rsidRDefault="00DC7196" w:rsidP="00DC7196">
            <w:pPr>
              <w:pStyle w:val="TAC"/>
              <w:rPr>
                <w:rFonts w:cs="Arial"/>
              </w:rPr>
            </w:pPr>
            <w:r w:rsidRPr="001C0CC4">
              <w:rPr>
                <w:rFonts w:cs="Arial"/>
              </w:rPr>
              <w:t>14088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0C193C" w14:textId="77777777" w:rsidR="00DC7196" w:rsidRPr="001C0CC4" w:rsidRDefault="00DC7196" w:rsidP="00DC7196">
            <w:pPr>
              <w:pStyle w:val="TAC"/>
              <w:rPr>
                <w:rFonts w:cs="Arial"/>
              </w:rPr>
            </w:pPr>
            <w:r w:rsidRPr="001C0CC4">
              <w:rPr>
                <w:rFonts w:cs="Arial"/>
              </w:rPr>
              <w:t>17424</w:t>
            </w:r>
          </w:p>
        </w:tc>
      </w:tr>
      <w:tr w:rsidR="00DC7196" w:rsidRPr="001C0CC4" w14:paraId="18B57FC3"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0A35810" w14:textId="77777777" w:rsidR="00DC7196" w:rsidRPr="001C0CC4" w:rsidRDefault="00DC7196" w:rsidP="00DC7196">
            <w:pPr>
              <w:pStyle w:val="TAL"/>
              <w:rPr>
                <w:rFonts w:cs="Arial"/>
              </w:rPr>
            </w:pPr>
            <w:r w:rsidRPr="001C0CC4">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5760992" w14:textId="77777777" w:rsidR="00DC7196" w:rsidRPr="001C0CC4" w:rsidRDefault="00DC7196" w:rsidP="00DC7196">
            <w:pPr>
              <w:pStyle w:val="TAC"/>
              <w:rPr>
                <w:rFonts w:cs="Arial"/>
              </w:rPr>
            </w:pPr>
            <w:r w:rsidRPr="001C0CC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5A02DF" w14:textId="77777777" w:rsidR="00DC7196" w:rsidRPr="001C0CC4" w:rsidRDefault="00DC7196" w:rsidP="00DC7196">
            <w:pPr>
              <w:pStyle w:val="TAC"/>
              <w:rPr>
                <w:rFonts w:cs="Arial"/>
              </w:rPr>
            </w:pPr>
            <w:r w:rsidRPr="001C0CC4">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2D273D" w14:textId="77777777" w:rsidR="00DC7196" w:rsidRPr="001C0CC4" w:rsidRDefault="00DC7196" w:rsidP="00DC7196">
            <w:pPr>
              <w:pStyle w:val="TAC"/>
              <w:rPr>
                <w:rFonts w:cs="Arial"/>
              </w:rPr>
            </w:pPr>
            <w:r w:rsidRPr="001C0CC4">
              <w:rPr>
                <w:rFonts w:cs="Arial"/>
              </w:rPr>
              <w:t>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471D4F" w14:textId="77777777" w:rsidR="00DC7196" w:rsidRPr="001C0CC4" w:rsidRDefault="00DC7196" w:rsidP="00DC7196">
            <w:pPr>
              <w:pStyle w:val="TAC"/>
              <w:rPr>
                <w:rFonts w:cs="Arial"/>
              </w:rPr>
            </w:pPr>
            <w:r w:rsidRPr="001C0CC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3C4ADA" w14:textId="77777777" w:rsidR="00DC7196" w:rsidRPr="001C0CC4" w:rsidRDefault="00DC7196" w:rsidP="00DC7196">
            <w:pPr>
              <w:pStyle w:val="TAC"/>
              <w:rPr>
                <w:rFonts w:cs="Arial"/>
              </w:rPr>
            </w:pPr>
            <w:r w:rsidRPr="001C0CC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103715" w14:textId="77777777" w:rsidR="00DC7196" w:rsidRPr="001C0CC4" w:rsidRDefault="00DC7196" w:rsidP="00DC7196">
            <w:pPr>
              <w:pStyle w:val="TAC"/>
              <w:rPr>
                <w:rFonts w:cs="Arial"/>
              </w:rPr>
            </w:pPr>
            <w:r w:rsidRPr="001C0CC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1DE8B5" w14:textId="77777777" w:rsidR="00DC7196" w:rsidRPr="001C0CC4" w:rsidRDefault="00DC7196" w:rsidP="00DC7196">
            <w:pPr>
              <w:pStyle w:val="TAC"/>
              <w:rPr>
                <w:rFonts w:cs="Arial"/>
              </w:rPr>
            </w:pPr>
            <w:r w:rsidRPr="001C0CC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755DEA" w14:textId="77777777" w:rsidR="00DC7196" w:rsidRPr="001C0CC4" w:rsidRDefault="00DC7196" w:rsidP="00DC7196">
            <w:pPr>
              <w:pStyle w:val="TAC"/>
              <w:rPr>
                <w:rFonts w:cs="Arial"/>
              </w:rPr>
            </w:pPr>
            <w:r w:rsidRPr="001C0CC4">
              <w:rPr>
                <w:rFonts w:cs="Arial"/>
              </w:rPr>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A0C515" w14:textId="77777777" w:rsidR="00DC7196" w:rsidRPr="001C0CC4" w:rsidRDefault="00DC7196" w:rsidP="00DC7196">
            <w:pPr>
              <w:pStyle w:val="TAC"/>
              <w:rPr>
                <w:rFonts w:cs="Arial"/>
              </w:rPr>
            </w:pPr>
            <w:r w:rsidRPr="001C0CC4">
              <w:rPr>
                <w:rFonts w:cs="Arial"/>
              </w:rPr>
              <w:t>24</w:t>
            </w:r>
          </w:p>
        </w:tc>
      </w:tr>
      <w:tr w:rsidR="00DC7196" w:rsidRPr="001C0CC4" w14:paraId="10D886F2"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F31A1C" w14:textId="77777777" w:rsidR="00DC7196" w:rsidRPr="001C0CC4" w:rsidRDefault="00DC7196" w:rsidP="00DC7196">
            <w:pPr>
              <w:pStyle w:val="TAL"/>
              <w:rPr>
                <w:rFonts w:cs="Arial"/>
              </w:rPr>
            </w:pPr>
            <w:r w:rsidRPr="001C0CC4">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5A3D5579"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7E04F0B9" w14:textId="77777777" w:rsidR="00DC7196" w:rsidRPr="001C0CC4" w:rsidRDefault="00DC7196" w:rsidP="00DC7196">
            <w:pPr>
              <w:pStyle w:val="TAC"/>
              <w:rPr>
                <w:rFonts w:cs="Arial"/>
              </w:rPr>
            </w:pPr>
            <w:r w:rsidRPr="001C0CC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93ED62" w14:textId="77777777" w:rsidR="00DC7196" w:rsidRPr="001C0CC4" w:rsidRDefault="00DC7196" w:rsidP="00DC7196">
            <w:pPr>
              <w:pStyle w:val="TAC"/>
              <w:rPr>
                <w:rFonts w:cs="Arial"/>
              </w:rPr>
            </w:pPr>
            <w:r w:rsidRPr="001C0CC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068BF7"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2344186"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C26D65"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EBB2FA"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3E0141"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C2EBB0" w14:textId="77777777" w:rsidR="00DC7196" w:rsidRPr="001C0CC4" w:rsidRDefault="00DC7196" w:rsidP="00DC7196">
            <w:pPr>
              <w:pStyle w:val="TAC"/>
              <w:rPr>
                <w:rFonts w:cs="Arial"/>
              </w:rPr>
            </w:pPr>
            <w:r w:rsidRPr="001C0CC4">
              <w:rPr>
                <w:rFonts w:cs="Arial"/>
              </w:rPr>
              <w:t>1</w:t>
            </w:r>
          </w:p>
        </w:tc>
      </w:tr>
      <w:tr w:rsidR="00DC7196" w:rsidRPr="001C0CC4" w14:paraId="5EBF1EA4"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DBDBABE" w14:textId="77777777" w:rsidR="00DC7196" w:rsidRPr="001C0CC4" w:rsidRDefault="00DC7196" w:rsidP="00DC7196">
            <w:pPr>
              <w:pStyle w:val="TAH"/>
            </w:pPr>
            <w:r w:rsidRPr="001C0CC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2B1FA24"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10D61F3B"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178E059"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15435581"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333FEEB"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CC76689"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8B559CE"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0430AFA"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708FC2C" w14:textId="77777777" w:rsidR="00DC7196" w:rsidRPr="001C0CC4" w:rsidRDefault="00DC7196" w:rsidP="00DC7196">
            <w:pPr>
              <w:pStyle w:val="TAC"/>
              <w:rPr>
                <w:rFonts w:cs="Arial"/>
              </w:rPr>
            </w:pPr>
          </w:p>
        </w:tc>
      </w:tr>
      <w:tr w:rsidR="00DC7196" w:rsidRPr="001C0CC4" w14:paraId="5FDB9CE2"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50760AD" w14:textId="77777777" w:rsidR="00DC7196" w:rsidRPr="001C0CC4" w:rsidRDefault="00DC7196" w:rsidP="00DC7196">
            <w:pPr>
              <w:pStyle w:val="TAL"/>
              <w:rPr>
                <w:rFonts w:cs="Arial"/>
              </w:rPr>
            </w:pPr>
            <w:r w:rsidRPr="001C0CC4">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714CAA6" w14:textId="77777777" w:rsidR="00DC7196" w:rsidRPr="001C0CC4" w:rsidRDefault="00DC7196" w:rsidP="00DC7196">
            <w:pPr>
              <w:pStyle w:val="TAC"/>
              <w:rPr>
                <w:rFonts w:cs="Arial"/>
              </w:rPr>
            </w:pPr>
            <w:r w:rsidRPr="001C0CC4">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AF4189"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71E895"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F45E5D"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D50581"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40F909"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9E9993"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7664EE"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0AF812" w14:textId="77777777" w:rsidR="00DC7196" w:rsidRPr="001C0CC4" w:rsidRDefault="00DC7196" w:rsidP="00DC7196">
            <w:pPr>
              <w:pStyle w:val="TAC"/>
              <w:rPr>
                <w:rFonts w:cs="Arial"/>
              </w:rPr>
            </w:pPr>
            <w:r w:rsidRPr="001C0CC4">
              <w:rPr>
                <w:rFonts w:cs="Arial"/>
              </w:rPr>
              <w:t>N/A</w:t>
            </w:r>
          </w:p>
        </w:tc>
      </w:tr>
      <w:tr w:rsidR="00DC7196" w:rsidRPr="001C0CC4" w14:paraId="2F7951D4"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71E7BD9" w14:textId="77777777" w:rsidR="00DC7196" w:rsidRPr="001C0CC4" w:rsidRDefault="00DC7196" w:rsidP="00DC7196">
            <w:pPr>
              <w:pStyle w:val="TAL"/>
              <w:rPr>
                <w:rFonts w:cs="Arial"/>
              </w:rPr>
            </w:pPr>
            <w:r w:rsidRPr="001C0CC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781DCF8" w14:textId="77777777" w:rsidR="00DC7196" w:rsidRPr="001C0CC4" w:rsidRDefault="00DC7196" w:rsidP="00DC7196">
            <w:pPr>
              <w:pStyle w:val="TAC"/>
              <w:rPr>
                <w:rFonts w:cs="Arial"/>
              </w:rPr>
            </w:pPr>
            <w:r w:rsidRPr="001C0CC4">
              <w:rPr>
                <w:rFonts w:cs="Arial"/>
              </w:rPr>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C06E539"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9467FC"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B663C28"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1ED66D" w14:textId="77777777" w:rsidR="00DC7196" w:rsidRPr="001C0CC4" w:rsidRDefault="00DC7196" w:rsidP="00DC7196">
            <w:pPr>
              <w:pStyle w:val="TAC"/>
              <w:rPr>
                <w:rFonts w:cs="Arial"/>
              </w:rPr>
            </w:pPr>
            <w:r w:rsidRPr="001C0CC4">
              <w:rPr>
                <w:rFonts w:cs="Arial"/>
              </w:rPr>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14CBDE" w14:textId="77777777" w:rsidR="00DC7196" w:rsidRPr="001C0CC4" w:rsidRDefault="00DC7196" w:rsidP="00DC7196">
            <w:pPr>
              <w:pStyle w:val="TAC"/>
              <w:rPr>
                <w:rFonts w:cs="Arial"/>
              </w:rPr>
            </w:pPr>
            <w:r w:rsidRPr="001C0CC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DDED4C" w14:textId="77777777" w:rsidR="00DC7196" w:rsidRPr="001C0CC4" w:rsidRDefault="00DC7196" w:rsidP="00DC7196">
            <w:pPr>
              <w:pStyle w:val="TAC"/>
              <w:rPr>
                <w:rFonts w:cs="Arial"/>
              </w:rPr>
            </w:pPr>
            <w:r w:rsidRPr="001C0CC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AE55ACB" w14:textId="77777777" w:rsidR="00DC7196" w:rsidRPr="001C0CC4" w:rsidRDefault="00DC7196" w:rsidP="00DC7196">
            <w:pPr>
              <w:pStyle w:val="TAC"/>
              <w:rPr>
                <w:rFonts w:cs="Arial"/>
              </w:rPr>
            </w:pPr>
            <w:r w:rsidRPr="001C0CC4">
              <w:rPr>
                <w:rFonts w:cs="Arial"/>
              </w:rPr>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D903F2" w14:textId="77777777" w:rsidR="00DC7196" w:rsidRPr="001C0CC4" w:rsidRDefault="00DC7196" w:rsidP="00DC7196">
            <w:pPr>
              <w:pStyle w:val="TAC"/>
              <w:rPr>
                <w:rFonts w:cs="Arial"/>
              </w:rPr>
            </w:pPr>
            <w:r w:rsidRPr="001C0CC4">
              <w:rPr>
                <w:rFonts w:cs="Arial"/>
              </w:rPr>
              <w:t>3</w:t>
            </w:r>
          </w:p>
        </w:tc>
      </w:tr>
      <w:tr w:rsidR="00DC7196" w:rsidRPr="001C0CC4" w14:paraId="16B4B581"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C44EF9B" w14:textId="77777777" w:rsidR="00DC7196" w:rsidRPr="001C0CC4" w:rsidRDefault="00DC7196" w:rsidP="00DC7196">
            <w:pPr>
              <w:pStyle w:val="TAH"/>
            </w:pPr>
            <w:r w:rsidRPr="001C0CC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BA8F2FC"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7B7E9A0A"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42E8726F"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6A7AEF74"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9411AE6"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21B1904B"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33F96391"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016D6EBF" w14:textId="77777777" w:rsidR="00DC7196" w:rsidRPr="001C0CC4" w:rsidRDefault="00DC7196" w:rsidP="00DC7196">
            <w:pPr>
              <w:pStyle w:val="TAC"/>
              <w:rPr>
                <w:rFonts w:cs="Arial"/>
              </w:rPr>
            </w:pPr>
          </w:p>
        </w:tc>
        <w:tc>
          <w:tcPr>
            <w:tcW w:w="717" w:type="dxa"/>
            <w:tcBorders>
              <w:top w:val="single" w:sz="4" w:space="0" w:color="auto"/>
              <w:left w:val="single" w:sz="4" w:space="0" w:color="auto"/>
              <w:bottom w:val="single" w:sz="4" w:space="0" w:color="auto"/>
              <w:right w:val="single" w:sz="4" w:space="0" w:color="auto"/>
            </w:tcBorders>
            <w:vAlign w:val="center"/>
          </w:tcPr>
          <w:p w14:paraId="5E3E4A49" w14:textId="77777777" w:rsidR="00DC7196" w:rsidRPr="001C0CC4" w:rsidRDefault="00DC7196" w:rsidP="00DC7196">
            <w:pPr>
              <w:pStyle w:val="TAC"/>
              <w:rPr>
                <w:rFonts w:cs="Arial"/>
              </w:rPr>
            </w:pPr>
          </w:p>
        </w:tc>
      </w:tr>
      <w:tr w:rsidR="00DC7196" w:rsidRPr="001C0CC4" w14:paraId="24431AEE"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DA3D2C8" w14:textId="77777777" w:rsidR="00DC7196" w:rsidRPr="001C0CC4" w:rsidRDefault="00DC7196" w:rsidP="00DC7196">
            <w:pPr>
              <w:pStyle w:val="TAL"/>
              <w:rPr>
                <w:rFonts w:cs="Arial"/>
              </w:rPr>
            </w:pPr>
            <w:r w:rsidRPr="001C0CC4">
              <w:rPr>
                <w:rFonts w:cs="Arial"/>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0DA0FFD" w14:textId="77777777" w:rsidR="00DC7196" w:rsidRPr="001C0CC4" w:rsidRDefault="00DC7196" w:rsidP="00DC7196">
            <w:pPr>
              <w:pStyle w:val="TAC"/>
              <w:rPr>
                <w:rFonts w:cs="Arial"/>
              </w:rPr>
            </w:pPr>
            <w:r w:rsidRPr="001C0CC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8A3FB68"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F09BD9"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97BBB0"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07F8F8"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E73E7A"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5495E1"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069E1F" w14:textId="77777777" w:rsidR="00DC7196" w:rsidRPr="001C0CC4" w:rsidRDefault="00DC7196" w:rsidP="00DC7196">
            <w:pPr>
              <w:pStyle w:val="TAC"/>
              <w:rPr>
                <w:rFonts w:cs="Arial"/>
              </w:rPr>
            </w:pPr>
            <w:r w:rsidRPr="001C0CC4">
              <w:rPr>
                <w:rFonts w:cs="Arial"/>
              </w:rPr>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ECECBF" w14:textId="77777777" w:rsidR="00DC7196" w:rsidRPr="001C0CC4" w:rsidRDefault="00DC7196" w:rsidP="00DC7196">
            <w:pPr>
              <w:pStyle w:val="TAC"/>
              <w:rPr>
                <w:rFonts w:cs="Arial"/>
              </w:rPr>
            </w:pPr>
            <w:r w:rsidRPr="001C0CC4">
              <w:rPr>
                <w:rFonts w:cs="Arial"/>
              </w:rPr>
              <w:t>N/A</w:t>
            </w:r>
          </w:p>
        </w:tc>
      </w:tr>
      <w:tr w:rsidR="00DC7196" w:rsidRPr="001C0CC4" w14:paraId="61E8F350" w14:textId="77777777" w:rsidTr="00D9738D">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D6CD123" w14:textId="77777777" w:rsidR="00DC7196" w:rsidRPr="001C0CC4" w:rsidRDefault="00DC7196" w:rsidP="00DC7196">
            <w:pPr>
              <w:pStyle w:val="TAL"/>
              <w:rPr>
                <w:rFonts w:cs="Arial"/>
              </w:rPr>
            </w:pPr>
            <w:r w:rsidRPr="001C0CC4">
              <w:rPr>
                <w:rFonts w:cs="Arial"/>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29FF9CB" w14:textId="77777777" w:rsidR="00DC7196" w:rsidRPr="001C0CC4" w:rsidRDefault="00DC7196" w:rsidP="00DC7196">
            <w:pPr>
              <w:pStyle w:val="TAC"/>
              <w:rPr>
                <w:rFonts w:cs="Arial"/>
              </w:rPr>
            </w:pPr>
            <w:r w:rsidRPr="001C0CC4">
              <w:rPr>
                <w:rFonts w:cs="Arial"/>
              </w:rPr>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3E9E90" w14:textId="77777777" w:rsidR="00DC7196" w:rsidRPr="001C0CC4" w:rsidRDefault="00DC7196" w:rsidP="00DC7196">
            <w:pPr>
              <w:pStyle w:val="TAC"/>
              <w:rPr>
                <w:rFonts w:cs="Arial"/>
              </w:rPr>
            </w:pPr>
            <w:r w:rsidRPr="001C0CC4">
              <w:rPr>
                <w:rFonts w:cs="Arial"/>
              </w:rPr>
              <w:t>5400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55CE88" w14:textId="77777777" w:rsidR="00DC7196" w:rsidRPr="001C0CC4" w:rsidRDefault="00DC7196" w:rsidP="00DC7196">
            <w:pPr>
              <w:pStyle w:val="TAC"/>
              <w:rPr>
                <w:rFonts w:cs="Arial"/>
              </w:rPr>
            </w:pPr>
            <w:r w:rsidRPr="001C0CC4">
              <w:rPr>
                <w:rFonts w:cs="Arial"/>
              </w:rPr>
              <w:t>11232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E11789" w14:textId="77777777" w:rsidR="00DC7196" w:rsidRPr="001C0CC4" w:rsidRDefault="00DC7196" w:rsidP="00DC7196">
            <w:pPr>
              <w:pStyle w:val="TAC"/>
              <w:rPr>
                <w:rFonts w:cs="Arial"/>
              </w:rPr>
            </w:pPr>
            <w:r w:rsidRPr="001C0CC4">
              <w:rPr>
                <w:rFonts w:cs="Arial"/>
              </w:rPr>
              <w:t>17064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50E4B1" w14:textId="77777777" w:rsidR="00DC7196" w:rsidRPr="001C0CC4" w:rsidRDefault="00DC7196" w:rsidP="00DC7196">
            <w:pPr>
              <w:pStyle w:val="TAC"/>
              <w:rPr>
                <w:rFonts w:cs="Arial"/>
              </w:rPr>
            </w:pPr>
            <w:r w:rsidRPr="001C0CC4">
              <w:rPr>
                <w:rFonts w:cs="Arial"/>
              </w:rPr>
              <w:t>22896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D62594F" w14:textId="77777777" w:rsidR="00DC7196" w:rsidRPr="001C0CC4" w:rsidRDefault="00DC7196" w:rsidP="00DC7196">
            <w:pPr>
              <w:pStyle w:val="TAC"/>
              <w:rPr>
                <w:rFonts w:cs="Arial"/>
              </w:rPr>
            </w:pPr>
            <w:r w:rsidRPr="001C0CC4">
              <w:rPr>
                <w:rFonts w:cs="Arial"/>
              </w:rPr>
              <w:t>28728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08DAAF" w14:textId="77777777" w:rsidR="00DC7196" w:rsidRPr="001C0CC4" w:rsidRDefault="00DC7196" w:rsidP="00DC7196">
            <w:pPr>
              <w:pStyle w:val="TAC"/>
              <w:rPr>
                <w:rFonts w:cs="Arial"/>
              </w:rPr>
            </w:pPr>
            <w:r w:rsidRPr="001C0CC4">
              <w:rPr>
                <w:rFonts w:cs="Arial"/>
              </w:rPr>
              <w:t>34560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BA1AC8" w14:textId="77777777" w:rsidR="00DC7196" w:rsidRPr="001C0CC4" w:rsidRDefault="00DC7196" w:rsidP="00DC7196">
            <w:pPr>
              <w:pStyle w:val="TAC"/>
              <w:rPr>
                <w:rFonts w:cs="Arial"/>
              </w:rPr>
            </w:pPr>
            <w:r w:rsidRPr="001C0CC4">
              <w:rPr>
                <w:rFonts w:cs="Arial"/>
              </w:rPr>
              <w:t>46656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A22EC4" w14:textId="77777777" w:rsidR="00DC7196" w:rsidRPr="001C0CC4" w:rsidRDefault="00DC7196" w:rsidP="00DC7196">
            <w:pPr>
              <w:pStyle w:val="TAC"/>
              <w:rPr>
                <w:rFonts w:cs="Arial"/>
              </w:rPr>
            </w:pPr>
            <w:r w:rsidRPr="001C0CC4">
              <w:rPr>
                <w:rFonts w:cs="Arial"/>
              </w:rPr>
              <w:t>58320</w:t>
            </w:r>
          </w:p>
        </w:tc>
      </w:tr>
      <w:tr w:rsidR="00DC7196" w:rsidRPr="001C0CC4" w14:paraId="128F65DA" w14:textId="77777777" w:rsidTr="00D9738D">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0CB234C" w14:textId="77777777" w:rsidR="00DC7196" w:rsidRPr="001C0CC4" w:rsidRDefault="00DC7196" w:rsidP="00DC7196">
            <w:pPr>
              <w:pStyle w:val="TAL"/>
              <w:rPr>
                <w:rFonts w:cs="Arial"/>
              </w:rPr>
            </w:pPr>
            <w:r w:rsidRPr="001C0CC4">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C15EF47" w14:textId="77777777" w:rsidR="00DC7196" w:rsidRPr="001C0CC4" w:rsidRDefault="00DC7196" w:rsidP="00DC7196">
            <w:pPr>
              <w:pStyle w:val="TAC"/>
              <w:rPr>
                <w:rFonts w:cs="Arial"/>
              </w:rPr>
            </w:pPr>
            <w:r w:rsidRPr="001C0CC4">
              <w:rPr>
                <w:rFonts w:cs="Arial"/>
              </w:rPr>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0895A60" w14:textId="77777777" w:rsidR="00DC7196" w:rsidRPr="001C0CC4" w:rsidRDefault="00DC7196" w:rsidP="00DC7196">
            <w:pPr>
              <w:pStyle w:val="TAC"/>
              <w:rPr>
                <w:rFonts w:cs="Arial"/>
              </w:rPr>
            </w:pPr>
            <w:r w:rsidRPr="001C0CC4">
              <w:rPr>
                <w:rFonts w:cs="Arial"/>
              </w:rPr>
              <w:t>1.338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05CD7B6" w14:textId="77777777" w:rsidR="00DC7196" w:rsidRPr="001C0CC4" w:rsidRDefault="00DC7196" w:rsidP="00DC7196">
            <w:pPr>
              <w:pStyle w:val="TAC"/>
              <w:rPr>
                <w:rFonts w:cs="Arial"/>
              </w:rPr>
            </w:pPr>
            <w:r w:rsidRPr="001C0CC4">
              <w:rPr>
                <w:rFonts w:cs="Arial"/>
              </w:rPr>
              <w:t>2.694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CC3BDB" w14:textId="77777777" w:rsidR="00DC7196" w:rsidRPr="001C0CC4" w:rsidRDefault="00DC7196" w:rsidP="00DC7196">
            <w:pPr>
              <w:pStyle w:val="TAC"/>
              <w:rPr>
                <w:rFonts w:cs="Arial"/>
              </w:rPr>
            </w:pPr>
            <w:r w:rsidRPr="001C0CC4">
              <w:rPr>
                <w:rFonts w:cs="Arial"/>
              </w:rPr>
              <w:t>4.096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2124A0" w14:textId="77777777" w:rsidR="00DC7196" w:rsidRPr="001C0CC4" w:rsidRDefault="00DC7196" w:rsidP="00DC7196">
            <w:pPr>
              <w:pStyle w:val="TAC"/>
              <w:rPr>
                <w:rFonts w:cs="Arial"/>
              </w:rPr>
            </w:pPr>
            <w:r w:rsidRPr="001C0CC4">
              <w:rPr>
                <w:rFonts w:cs="Arial"/>
              </w:rPr>
              <w:t>5.530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86EB1C" w14:textId="77777777" w:rsidR="00DC7196" w:rsidRPr="001C0CC4" w:rsidRDefault="00DC7196" w:rsidP="00DC7196">
            <w:pPr>
              <w:pStyle w:val="TAC"/>
              <w:rPr>
                <w:rFonts w:cs="Arial"/>
              </w:rPr>
            </w:pPr>
            <w:r w:rsidRPr="001C0CC4">
              <w:rPr>
                <w:rFonts w:cs="Arial"/>
              </w:rPr>
              <w:t>6.970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F67AF9" w14:textId="77777777" w:rsidR="00DC7196" w:rsidRPr="001C0CC4" w:rsidRDefault="00DC7196" w:rsidP="00DC7196">
            <w:pPr>
              <w:pStyle w:val="TAC"/>
              <w:rPr>
                <w:rFonts w:cs="Arial"/>
              </w:rPr>
            </w:pPr>
            <w:r w:rsidRPr="001C0CC4">
              <w:rPr>
                <w:rFonts w:cs="Arial"/>
              </w:rPr>
              <w:t>8.403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D86837" w14:textId="77777777" w:rsidR="00DC7196" w:rsidRPr="001C0CC4" w:rsidRDefault="00DC7196" w:rsidP="00DC7196">
            <w:pPr>
              <w:pStyle w:val="TAC"/>
              <w:rPr>
                <w:rFonts w:cs="Arial"/>
              </w:rPr>
            </w:pPr>
            <w:r w:rsidRPr="001C0CC4">
              <w:rPr>
                <w:rFonts w:cs="Arial"/>
              </w:rPr>
              <w:t>11.270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22E3F0" w14:textId="77777777" w:rsidR="00DC7196" w:rsidRPr="001C0CC4" w:rsidRDefault="00DC7196" w:rsidP="00DC7196">
            <w:pPr>
              <w:pStyle w:val="TAC"/>
              <w:rPr>
                <w:rFonts w:cs="Arial"/>
              </w:rPr>
            </w:pPr>
            <w:r w:rsidRPr="001C0CC4">
              <w:rPr>
                <w:rFonts w:cs="Arial"/>
              </w:rPr>
              <w:t>13.9392</w:t>
            </w:r>
          </w:p>
        </w:tc>
      </w:tr>
      <w:tr w:rsidR="00DC7196" w:rsidRPr="001C0CC4" w14:paraId="0FA4E341" w14:textId="77777777" w:rsidTr="00D9738D">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224312BF" w14:textId="77777777" w:rsidR="00DC7196" w:rsidRPr="001C0CC4" w:rsidRDefault="00DC7196" w:rsidP="00DC7196">
            <w:pPr>
              <w:pStyle w:val="TAN"/>
            </w:pPr>
            <w:r w:rsidRPr="001C0CC4">
              <w:t>NOTE 1:</w:t>
            </w:r>
            <w:r w:rsidRPr="001C0CC4">
              <w:tab/>
              <w:t>Additional parameters are specified in Table A.3.1-1 and Table A.3.2.1-1.</w:t>
            </w:r>
          </w:p>
          <w:p w14:paraId="0232E5DC"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75A8CC6F" w14:textId="77777777" w:rsidR="00DC7196" w:rsidRPr="001C0CC4" w:rsidRDefault="00DC7196" w:rsidP="00DC7196">
            <w:pPr>
              <w:pStyle w:val="TAN"/>
            </w:pPr>
            <w:r w:rsidRPr="001C0CC4">
              <w:t>NOTE 3:</w:t>
            </w:r>
            <w:r w:rsidRPr="001C0CC4">
              <w:tab/>
              <w:t>SS/PBCH block is transmitted in slot #0 of each frame</w:t>
            </w:r>
          </w:p>
          <w:p w14:paraId="67B7C246" w14:textId="77777777" w:rsidR="00DC7196" w:rsidRPr="001C0CC4" w:rsidRDefault="00DC7196" w:rsidP="00DC7196">
            <w:pPr>
              <w:pStyle w:val="TAN"/>
            </w:pPr>
            <w:r w:rsidRPr="001C0CC4">
              <w:t>NOTE 4:</w:t>
            </w:r>
            <w:r w:rsidRPr="001C0CC4">
              <w:tab/>
              <w:t>Slot i is slot index per frame</w:t>
            </w:r>
          </w:p>
        </w:tc>
      </w:tr>
    </w:tbl>
    <w:p w14:paraId="43AEF6B3" w14:textId="77777777" w:rsidR="00DC7196" w:rsidRPr="001C0CC4" w:rsidRDefault="00DC7196" w:rsidP="00DC7196">
      <w:pPr>
        <w:pStyle w:val="TH"/>
        <w:sectPr w:rsidR="00DC7196" w:rsidRPr="001C0CC4" w:rsidSect="00D66CF7">
          <w:footnotePr>
            <w:numRestart w:val="eachSect"/>
          </w:footnotePr>
          <w:pgSz w:w="11907" w:h="16840" w:code="9"/>
          <w:pgMar w:top="1418" w:right="1134" w:bottom="1134" w:left="1134" w:header="851" w:footer="340" w:gutter="0"/>
          <w:cols w:space="720"/>
          <w:formProt w:val="0"/>
          <w:docGrid w:linePitch="272"/>
        </w:sectPr>
      </w:pPr>
    </w:p>
    <w:p w14:paraId="7C3AE01B" w14:textId="77777777" w:rsidR="008C0D96" w:rsidRDefault="008C0D96" w:rsidP="00E51EAF"/>
    <w:tbl>
      <w:tblPr>
        <w:tblpPr w:leftFromText="180" w:rightFromText="180" w:vertAnchor="text" w:horzAnchor="margin" w:tblpY="547"/>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9"/>
        <w:gridCol w:w="1092"/>
        <w:gridCol w:w="835"/>
        <w:gridCol w:w="835"/>
        <w:gridCol w:w="835"/>
        <w:gridCol w:w="835"/>
        <w:gridCol w:w="835"/>
        <w:gridCol w:w="835"/>
        <w:gridCol w:w="835"/>
        <w:gridCol w:w="835"/>
        <w:gridCol w:w="835"/>
        <w:gridCol w:w="835"/>
        <w:gridCol w:w="835"/>
        <w:gridCol w:w="835"/>
      </w:tblGrid>
      <w:tr w:rsidR="008C0D96" w:rsidRPr="001C0CC4" w14:paraId="591ADE67"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1ABA342A" w14:textId="77777777" w:rsidR="008C0D96" w:rsidRPr="001C0CC4" w:rsidRDefault="008C0D96" w:rsidP="00890B1B">
            <w:pPr>
              <w:pStyle w:val="TAH"/>
            </w:pPr>
            <w:r w:rsidRPr="001C0CC4">
              <w:t>Parameter</w:t>
            </w:r>
          </w:p>
        </w:tc>
        <w:tc>
          <w:tcPr>
            <w:tcW w:w="1092" w:type="dxa"/>
            <w:tcBorders>
              <w:top w:val="single" w:sz="4" w:space="0" w:color="auto"/>
              <w:left w:val="single" w:sz="4" w:space="0" w:color="auto"/>
              <w:bottom w:val="single" w:sz="4" w:space="0" w:color="auto"/>
              <w:right w:val="single" w:sz="4" w:space="0" w:color="auto"/>
            </w:tcBorders>
            <w:hideMark/>
          </w:tcPr>
          <w:p w14:paraId="746FFB75" w14:textId="77777777" w:rsidR="008C0D96" w:rsidRPr="001C0CC4" w:rsidRDefault="008C0D96" w:rsidP="00890B1B">
            <w:pPr>
              <w:pStyle w:val="TAH"/>
            </w:pPr>
            <w:r w:rsidRPr="001C0CC4">
              <w:t>Unit</w:t>
            </w:r>
          </w:p>
        </w:tc>
        <w:tc>
          <w:tcPr>
            <w:tcW w:w="10020" w:type="dxa"/>
            <w:gridSpan w:val="12"/>
            <w:tcBorders>
              <w:top w:val="single" w:sz="4" w:space="0" w:color="auto"/>
              <w:left w:val="single" w:sz="4" w:space="0" w:color="auto"/>
              <w:bottom w:val="single" w:sz="4" w:space="0" w:color="auto"/>
              <w:right w:val="single" w:sz="4" w:space="0" w:color="auto"/>
            </w:tcBorders>
          </w:tcPr>
          <w:p w14:paraId="070EAD4C" w14:textId="77777777" w:rsidR="008C0D96" w:rsidRPr="001C0CC4" w:rsidRDefault="008C0D96" w:rsidP="00890B1B">
            <w:pPr>
              <w:pStyle w:val="TAH"/>
            </w:pPr>
            <w:r w:rsidRPr="001C0CC4">
              <w:t>Value</w:t>
            </w:r>
          </w:p>
        </w:tc>
      </w:tr>
      <w:tr w:rsidR="008C0D96" w:rsidRPr="001C0CC4" w14:paraId="1BBEEF69"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76D2EC2F" w14:textId="77777777" w:rsidR="008C0D96" w:rsidRPr="001C0CC4" w:rsidRDefault="008C0D96" w:rsidP="00890B1B">
            <w:pPr>
              <w:pStyle w:val="TAH"/>
            </w:pPr>
            <w:r w:rsidRPr="001C0CC4">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4BBADF4" w14:textId="77777777" w:rsidR="008C0D96" w:rsidRPr="001C0CC4" w:rsidRDefault="008C0D96" w:rsidP="00890B1B">
            <w:pPr>
              <w:pStyle w:val="TAH"/>
            </w:pPr>
            <w:r w:rsidRPr="001C0CC4">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0D2C40" w14:textId="77777777" w:rsidR="008C0D96" w:rsidRPr="001C0CC4" w:rsidRDefault="008C0D96" w:rsidP="00890B1B">
            <w:pPr>
              <w:pStyle w:val="TAH"/>
            </w:pPr>
            <w:r w:rsidRPr="001C0CC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677F73" w14:textId="77777777" w:rsidR="008C0D96" w:rsidRPr="001C0CC4" w:rsidRDefault="008C0D96" w:rsidP="00890B1B">
            <w:pPr>
              <w:pStyle w:val="TAH"/>
            </w:pPr>
            <w:r w:rsidRPr="001C0CC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911D58" w14:textId="77777777" w:rsidR="008C0D96" w:rsidRPr="001C0CC4" w:rsidRDefault="008C0D96" w:rsidP="00890B1B">
            <w:pPr>
              <w:pStyle w:val="TAH"/>
            </w:pPr>
            <w:r w:rsidRPr="001C0CC4">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1F8626" w14:textId="77777777" w:rsidR="008C0D96" w:rsidRPr="001C0CC4" w:rsidRDefault="008C0D96" w:rsidP="00890B1B">
            <w:pPr>
              <w:pStyle w:val="TAH"/>
            </w:pPr>
            <w:r w:rsidRPr="001C0CC4">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6A16BA" w14:textId="77777777" w:rsidR="008C0D96" w:rsidRPr="001C0CC4" w:rsidRDefault="008C0D96" w:rsidP="00890B1B">
            <w:pPr>
              <w:pStyle w:val="TAH"/>
            </w:pPr>
            <w:r w:rsidRPr="001C0CC4">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F6BCE2" w14:textId="77777777" w:rsidR="008C0D96" w:rsidRPr="001C0CC4" w:rsidRDefault="008C0D96" w:rsidP="00890B1B">
            <w:pPr>
              <w:pStyle w:val="TAH"/>
            </w:pPr>
            <w:r w:rsidRPr="001C0CC4">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B8DF60" w14:textId="77777777" w:rsidR="008C0D96" w:rsidRPr="001C0CC4" w:rsidRDefault="008C0D96" w:rsidP="00890B1B">
            <w:pPr>
              <w:pStyle w:val="TAH"/>
            </w:pPr>
            <w:r w:rsidRPr="001C0CC4">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5E4555" w14:textId="77777777" w:rsidR="008C0D96" w:rsidRPr="001C0CC4" w:rsidRDefault="008C0D96" w:rsidP="00890B1B">
            <w:pPr>
              <w:pStyle w:val="TAH"/>
            </w:pPr>
            <w:r w:rsidRPr="001C0CC4">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96B774" w14:textId="77777777" w:rsidR="008C0D96" w:rsidRPr="001C0CC4" w:rsidRDefault="008C0D96" w:rsidP="00890B1B">
            <w:pPr>
              <w:pStyle w:val="TAH"/>
            </w:pPr>
            <w:r w:rsidRPr="001C0CC4">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08B45C" w14:textId="77777777" w:rsidR="008C0D96" w:rsidRPr="001C0CC4" w:rsidRDefault="008C0D96" w:rsidP="00890B1B">
            <w:pPr>
              <w:pStyle w:val="TAH"/>
            </w:pPr>
            <w:r w:rsidRPr="001C0CC4">
              <w:t>80</w:t>
            </w:r>
          </w:p>
        </w:tc>
        <w:tc>
          <w:tcPr>
            <w:tcW w:w="835" w:type="dxa"/>
            <w:tcBorders>
              <w:top w:val="single" w:sz="4" w:space="0" w:color="auto"/>
              <w:left w:val="single" w:sz="4" w:space="0" w:color="auto"/>
              <w:bottom w:val="single" w:sz="4" w:space="0" w:color="auto"/>
              <w:right w:val="single" w:sz="4" w:space="0" w:color="auto"/>
            </w:tcBorders>
          </w:tcPr>
          <w:p w14:paraId="15FBF162" w14:textId="77777777" w:rsidR="008C0D96" w:rsidRPr="001C0CC4" w:rsidRDefault="008C0D96" w:rsidP="00890B1B">
            <w:pPr>
              <w:pStyle w:val="TAH"/>
            </w:pPr>
            <w:r w:rsidRPr="001C0CC4">
              <w:t>90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680CC5" w14:textId="77777777" w:rsidR="008C0D96" w:rsidRPr="001C0CC4" w:rsidRDefault="008C0D96" w:rsidP="00890B1B">
            <w:pPr>
              <w:pStyle w:val="TAH"/>
            </w:pPr>
            <w:r w:rsidRPr="001C0CC4">
              <w:t>100</w:t>
            </w:r>
          </w:p>
        </w:tc>
      </w:tr>
      <w:tr w:rsidR="008C0D96" w:rsidRPr="001C0CC4" w14:paraId="5B393B52"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06F33CC8" w14:textId="77777777" w:rsidR="008C0D96" w:rsidRPr="001C0CC4" w:rsidRDefault="008C0D96" w:rsidP="00890B1B">
            <w:pPr>
              <w:pStyle w:val="TAL"/>
              <w:rPr>
                <w:rFonts w:cs="Arial"/>
              </w:rPr>
            </w:pPr>
            <w:r w:rsidRPr="001C0CC4">
              <w:rPr>
                <w:rFonts w:cs="Arial"/>
              </w:rPr>
              <w:t xml:space="preserve">Subcarrier spacing configuration </w:t>
            </w:r>
            <w:r w:rsidRPr="001C0CC4">
              <w:rPr>
                <w:rFonts w:eastAsia="SimSun" w:cs="Arial"/>
              </w:rPr>
              <w:object w:dxaOrig="230" w:dyaOrig="250" w14:anchorId="79B4735A">
                <v:shape id="_x0000_i1026" type="#_x0000_t75" style="width:10.95pt;height:11.55pt" o:ole="">
                  <v:imagedata r:id="rId11" o:title=""/>
                </v:shape>
                <o:OLEObject Type="Embed" ProgID="Equation.3" ShapeID="_x0000_i1026" DrawAspect="Content" ObjectID="_1734986593" r:id="rId13"/>
              </w:object>
            </w:r>
          </w:p>
        </w:tc>
        <w:tc>
          <w:tcPr>
            <w:tcW w:w="1092" w:type="dxa"/>
            <w:tcBorders>
              <w:top w:val="single" w:sz="4" w:space="0" w:color="auto"/>
              <w:left w:val="single" w:sz="4" w:space="0" w:color="auto"/>
              <w:bottom w:val="single" w:sz="4" w:space="0" w:color="auto"/>
              <w:right w:val="single" w:sz="4" w:space="0" w:color="auto"/>
            </w:tcBorders>
            <w:vAlign w:val="center"/>
          </w:tcPr>
          <w:p w14:paraId="3C6F6986"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192FFB3F"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C650E3"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1A0CBA"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670381"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FE2DB9"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2D0572"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36CE31"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90F73B"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696C92"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770A96"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60DDE565" w14:textId="77777777" w:rsidR="008C0D96" w:rsidRPr="001C0CC4" w:rsidRDefault="008C0D96" w:rsidP="00890B1B">
            <w:pPr>
              <w:pStyle w:val="TAC"/>
              <w:rPr>
                <w:rFonts w:cs="Arial"/>
              </w:rPr>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B649C7" w14:textId="77777777" w:rsidR="008C0D96" w:rsidRPr="001C0CC4" w:rsidRDefault="008C0D96" w:rsidP="00890B1B">
            <w:pPr>
              <w:pStyle w:val="TAC"/>
              <w:rPr>
                <w:rFonts w:cs="Arial"/>
              </w:rPr>
            </w:pPr>
            <w:r w:rsidRPr="001C0CC4">
              <w:rPr>
                <w:rFonts w:cs="Arial"/>
              </w:rPr>
              <w:t>1</w:t>
            </w:r>
          </w:p>
        </w:tc>
      </w:tr>
      <w:tr w:rsidR="008C0D96" w:rsidRPr="001C0CC4" w14:paraId="19FE0FD4"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3DA5A570" w14:textId="77777777" w:rsidR="008C0D96" w:rsidRPr="001C0CC4" w:rsidRDefault="008C0D96" w:rsidP="00890B1B">
            <w:pPr>
              <w:pStyle w:val="TAL"/>
              <w:rPr>
                <w:rFonts w:cs="Arial"/>
              </w:rPr>
            </w:pPr>
            <w:r w:rsidRPr="001C0CC4">
              <w:rPr>
                <w:rFonts w:cs="Arial"/>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16C87BB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243E5CD8" w14:textId="77777777" w:rsidR="008C0D96" w:rsidRPr="001C0CC4" w:rsidRDefault="008C0D96" w:rsidP="00890B1B">
            <w:pPr>
              <w:pStyle w:val="TAC"/>
              <w:spacing w:before="60" w:after="60"/>
              <w:rPr>
                <w:rFonts w:cs="Arial"/>
              </w:rPr>
            </w:pPr>
            <w:r w:rsidRPr="001C0CC4">
              <w:rPr>
                <w:rFonts w:cs="Arial"/>
              </w:rPr>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7C83A5" w14:textId="77777777" w:rsidR="008C0D96" w:rsidRPr="001C0CC4" w:rsidRDefault="008C0D96" w:rsidP="00890B1B">
            <w:pPr>
              <w:pStyle w:val="TAC"/>
              <w:spacing w:before="60" w:after="60"/>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D2F4C2" w14:textId="77777777" w:rsidR="008C0D96" w:rsidRPr="001C0CC4" w:rsidRDefault="008C0D96" w:rsidP="00890B1B">
            <w:pPr>
              <w:pStyle w:val="TAC"/>
              <w:spacing w:before="60" w:after="60"/>
              <w:rPr>
                <w:rFonts w:cs="Arial"/>
              </w:rPr>
            </w:pPr>
            <w:r w:rsidRPr="001C0CC4">
              <w:rPr>
                <w:rFonts w:cs="Arial"/>
              </w:rPr>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048993" w14:textId="77777777" w:rsidR="008C0D96" w:rsidRPr="001C0CC4" w:rsidRDefault="008C0D96" w:rsidP="00890B1B">
            <w:pPr>
              <w:pStyle w:val="TAC"/>
              <w:spacing w:before="60" w:after="60"/>
              <w:rPr>
                <w:rFonts w:cs="Arial"/>
              </w:rPr>
            </w:pPr>
            <w:r w:rsidRPr="001C0CC4">
              <w:rPr>
                <w:rFonts w:cs="Arial"/>
              </w:rPr>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1E90BC" w14:textId="77777777" w:rsidR="008C0D96" w:rsidRPr="001C0CC4" w:rsidRDefault="008C0D96" w:rsidP="00890B1B">
            <w:pPr>
              <w:pStyle w:val="TAC"/>
              <w:spacing w:before="60" w:after="60"/>
              <w:rPr>
                <w:rFonts w:cs="Arial"/>
              </w:rPr>
            </w:pPr>
            <w:r w:rsidRPr="001C0CC4">
              <w:rPr>
                <w:rFonts w:cs="Arial"/>
              </w:rPr>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A36F50" w14:textId="77777777" w:rsidR="008C0D96" w:rsidRPr="001C0CC4" w:rsidRDefault="008C0D96" w:rsidP="00890B1B">
            <w:pPr>
              <w:pStyle w:val="TAC"/>
              <w:spacing w:before="60" w:after="60"/>
              <w:rPr>
                <w:rFonts w:cs="Arial"/>
              </w:rPr>
            </w:pPr>
            <w:r w:rsidRPr="001C0CC4">
              <w:rPr>
                <w:rFonts w:cs="Arial"/>
              </w:rPr>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F222EF" w14:textId="77777777" w:rsidR="008C0D96" w:rsidRPr="001C0CC4" w:rsidRDefault="008C0D96" w:rsidP="00890B1B">
            <w:pPr>
              <w:pStyle w:val="TAC"/>
              <w:spacing w:before="60" w:after="60"/>
              <w:rPr>
                <w:rFonts w:cs="Arial"/>
              </w:rPr>
            </w:pPr>
            <w:r w:rsidRPr="001C0CC4">
              <w:rPr>
                <w:rFonts w:cs="Arial"/>
              </w:rPr>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33009E" w14:textId="77777777" w:rsidR="008C0D96" w:rsidRPr="001C0CC4" w:rsidRDefault="008C0D96" w:rsidP="00890B1B">
            <w:pPr>
              <w:pStyle w:val="TAC"/>
              <w:spacing w:before="60" w:after="60"/>
              <w:rPr>
                <w:rFonts w:cs="Arial"/>
              </w:rPr>
            </w:pPr>
            <w:r w:rsidRPr="001C0CC4">
              <w:rPr>
                <w:rFonts w:cs="Arial"/>
              </w:rPr>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AB8669" w14:textId="77777777" w:rsidR="008C0D96" w:rsidRPr="001C0CC4" w:rsidRDefault="008C0D96" w:rsidP="00890B1B">
            <w:pPr>
              <w:pStyle w:val="TAC"/>
              <w:spacing w:before="60" w:after="60"/>
              <w:rPr>
                <w:rFonts w:cs="Arial"/>
              </w:rPr>
            </w:pPr>
            <w:r w:rsidRPr="001C0CC4">
              <w:rPr>
                <w:rFonts w:cs="Arial"/>
              </w:rPr>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506242" w14:textId="77777777" w:rsidR="008C0D96" w:rsidRPr="001C0CC4" w:rsidRDefault="008C0D96" w:rsidP="00890B1B">
            <w:pPr>
              <w:pStyle w:val="TAC"/>
              <w:spacing w:before="60" w:after="60"/>
              <w:rPr>
                <w:rFonts w:cs="Arial"/>
              </w:rPr>
            </w:pPr>
            <w:r w:rsidRPr="001C0CC4">
              <w:rPr>
                <w:rFonts w:cs="Arial"/>
              </w:rPr>
              <w:t>217</w:t>
            </w:r>
          </w:p>
        </w:tc>
        <w:tc>
          <w:tcPr>
            <w:tcW w:w="835" w:type="dxa"/>
            <w:tcBorders>
              <w:top w:val="single" w:sz="4" w:space="0" w:color="auto"/>
              <w:left w:val="single" w:sz="4" w:space="0" w:color="auto"/>
              <w:bottom w:val="single" w:sz="4" w:space="0" w:color="auto"/>
              <w:right w:val="single" w:sz="4" w:space="0" w:color="auto"/>
            </w:tcBorders>
          </w:tcPr>
          <w:p w14:paraId="26D637F9" w14:textId="77777777" w:rsidR="008C0D96" w:rsidRPr="001C0CC4" w:rsidRDefault="008C0D96" w:rsidP="00890B1B">
            <w:pPr>
              <w:pStyle w:val="TAC"/>
              <w:spacing w:before="60" w:after="60"/>
              <w:rPr>
                <w:rFonts w:cs="Arial"/>
              </w:rPr>
            </w:pPr>
            <w:r w:rsidRPr="001C0CC4">
              <w:t>245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2E1591" w14:textId="77777777" w:rsidR="008C0D96" w:rsidRPr="001C0CC4" w:rsidRDefault="008C0D96" w:rsidP="00890B1B">
            <w:pPr>
              <w:pStyle w:val="TAC"/>
              <w:spacing w:before="60" w:after="60"/>
              <w:rPr>
                <w:rFonts w:cs="Arial"/>
              </w:rPr>
            </w:pPr>
            <w:r w:rsidRPr="001C0CC4">
              <w:rPr>
                <w:rFonts w:cs="Arial"/>
              </w:rPr>
              <w:t>273</w:t>
            </w:r>
          </w:p>
        </w:tc>
      </w:tr>
      <w:tr w:rsidR="008C0D96" w:rsidRPr="001C0CC4" w14:paraId="4B90C83D"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42B1FBAE" w14:textId="77777777" w:rsidR="008C0D96" w:rsidRPr="001C0CC4" w:rsidRDefault="008C0D96" w:rsidP="00890B1B">
            <w:pPr>
              <w:pStyle w:val="TAL"/>
              <w:rPr>
                <w:rFonts w:cs="Arial"/>
              </w:rPr>
            </w:pPr>
            <w:r w:rsidRPr="001C0CC4">
              <w:rPr>
                <w:rFonts w:cs="Arial"/>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41110D8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4640497C"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4FED4B"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4F2885"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D23AB9"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23C531"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50B78E"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9E7264"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973BD3"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DECACC"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16AFFB" w14:textId="77777777" w:rsidR="008C0D96" w:rsidRPr="001C0CC4" w:rsidRDefault="008C0D96" w:rsidP="00890B1B">
            <w:pPr>
              <w:pStyle w:val="TAC"/>
              <w:rPr>
                <w:rFonts w:cs="Arial"/>
              </w:rPr>
            </w:pPr>
            <w:r w:rsidRPr="001C0CC4">
              <w:rPr>
                <w:rFonts w:cs="Arial"/>
              </w:rPr>
              <w:t>12</w:t>
            </w:r>
          </w:p>
        </w:tc>
        <w:tc>
          <w:tcPr>
            <w:tcW w:w="835" w:type="dxa"/>
            <w:tcBorders>
              <w:top w:val="single" w:sz="4" w:space="0" w:color="auto"/>
              <w:left w:val="single" w:sz="4" w:space="0" w:color="auto"/>
              <w:bottom w:val="single" w:sz="4" w:space="0" w:color="auto"/>
              <w:right w:val="single" w:sz="4" w:space="0" w:color="auto"/>
            </w:tcBorders>
          </w:tcPr>
          <w:p w14:paraId="6969E8AD" w14:textId="77777777" w:rsidR="008C0D96" w:rsidRPr="001C0CC4" w:rsidRDefault="008C0D96" w:rsidP="00890B1B">
            <w:pPr>
              <w:pStyle w:val="TAC"/>
              <w:rPr>
                <w:rFonts w:cs="Arial"/>
              </w:rPr>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103367" w14:textId="77777777" w:rsidR="008C0D96" w:rsidRPr="001C0CC4" w:rsidRDefault="008C0D96" w:rsidP="00890B1B">
            <w:pPr>
              <w:pStyle w:val="TAC"/>
              <w:rPr>
                <w:rFonts w:cs="Arial"/>
              </w:rPr>
            </w:pPr>
            <w:r w:rsidRPr="001C0CC4">
              <w:rPr>
                <w:rFonts w:cs="Arial"/>
              </w:rPr>
              <w:t>12</w:t>
            </w:r>
          </w:p>
        </w:tc>
      </w:tr>
      <w:tr w:rsidR="008C0D96" w:rsidRPr="001C0CC4" w14:paraId="3E4595FA"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0C5EB37D" w14:textId="77777777" w:rsidR="008C0D96" w:rsidRPr="001C0CC4" w:rsidRDefault="008C0D96" w:rsidP="00890B1B">
            <w:pPr>
              <w:pStyle w:val="TAL"/>
              <w:rPr>
                <w:rFonts w:cs="Arial"/>
              </w:rPr>
            </w:pPr>
            <w:r w:rsidRPr="001C0CC4">
              <w:rPr>
                <w:rFonts w:cs="Arial"/>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28188865"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50355731"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5EDE1A"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7B431E"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CAAE2B"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885A0D"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F36190"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F2BE08"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712840"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21F5F1"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E4FE76" w14:textId="77777777" w:rsidR="008C0D96" w:rsidRPr="001C0CC4" w:rsidRDefault="008C0D96" w:rsidP="00890B1B">
            <w:pPr>
              <w:pStyle w:val="TAC"/>
              <w:rPr>
                <w:rFonts w:cs="Arial"/>
              </w:rPr>
            </w:pPr>
            <w:r>
              <w:rPr>
                <w:rFonts w:cs="Arial"/>
              </w:rPr>
              <w:t>17</w:t>
            </w:r>
          </w:p>
        </w:tc>
        <w:tc>
          <w:tcPr>
            <w:tcW w:w="835" w:type="dxa"/>
            <w:tcBorders>
              <w:top w:val="single" w:sz="4" w:space="0" w:color="auto"/>
              <w:left w:val="single" w:sz="4" w:space="0" w:color="auto"/>
              <w:bottom w:val="single" w:sz="4" w:space="0" w:color="auto"/>
              <w:right w:val="single" w:sz="4" w:space="0" w:color="auto"/>
            </w:tcBorders>
          </w:tcPr>
          <w:p w14:paraId="1802BB87" w14:textId="77777777" w:rsidR="008C0D96" w:rsidRPr="001C0CC4" w:rsidRDefault="008C0D96" w:rsidP="00890B1B">
            <w:pPr>
              <w:pStyle w:val="TAC"/>
              <w:rPr>
                <w:rFonts w:cs="Arial"/>
              </w:rPr>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E0E889" w14:textId="77777777" w:rsidR="008C0D96" w:rsidRPr="001C0CC4" w:rsidRDefault="008C0D96" w:rsidP="00890B1B">
            <w:pPr>
              <w:pStyle w:val="TAC"/>
              <w:rPr>
                <w:rFonts w:cs="Arial"/>
              </w:rPr>
            </w:pPr>
            <w:r>
              <w:rPr>
                <w:rFonts w:cs="Arial"/>
              </w:rPr>
              <w:t>17</w:t>
            </w:r>
          </w:p>
        </w:tc>
      </w:tr>
      <w:tr w:rsidR="008C0D96" w:rsidRPr="001C0CC4" w14:paraId="5B1A4248"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0E97793B" w14:textId="77777777" w:rsidR="008C0D96" w:rsidRPr="001C0CC4" w:rsidRDefault="008C0D96" w:rsidP="00890B1B">
            <w:pPr>
              <w:pStyle w:val="TAL"/>
              <w:rPr>
                <w:rFonts w:cs="Arial"/>
              </w:rPr>
            </w:pPr>
            <w:r w:rsidRPr="001C0CC4">
              <w:rPr>
                <w:rFonts w:cs="Arial"/>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64128501"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35855686"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552061"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C810F0"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3EB003"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F3416C"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21C05F"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DDEB54"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99E828"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6C1CED"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19E7422" w14:textId="77777777" w:rsidR="008C0D96" w:rsidRPr="001C0CC4" w:rsidRDefault="008C0D96" w:rsidP="00890B1B">
            <w:pPr>
              <w:pStyle w:val="TAC"/>
              <w:rPr>
                <w:rFonts w:cs="Arial"/>
              </w:rPr>
            </w:pPr>
            <w:r w:rsidRPr="001C0CC4">
              <w:rPr>
                <w:rFonts w:cs="Arial"/>
              </w:rPr>
              <w:t>4</w:t>
            </w:r>
          </w:p>
        </w:tc>
        <w:tc>
          <w:tcPr>
            <w:tcW w:w="835" w:type="dxa"/>
            <w:tcBorders>
              <w:top w:val="single" w:sz="4" w:space="0" w:color="auto"/>
              <w:left w:val="single" w:sz="4" w:space="0" w:color="auto"/>
              <w:bottom w:val="single" w:sz="4" w:space="0" w:color="auto"/>
              <w:right w:val="single" w:sz="4" w:space="0" w:color="auto"/>
            </w:tcBorders>
          </w:tcPr>
          <w:p w14:paraId="26DA137F" w14:textId="77777777" w:rsidR="008C0D96" w:rsidRPr="001C0CC4" w:rsidRDefault="008C0D96" w:rsidP="00890B1B">
            <w:pPr>
              <w:pStyle w:val="TAC"/>
              <w:rPr>
                <w:rFonts w:cs="Arial"/>
              </w:rPr>
            </w:pPr>
            <w:r w:rsidRPr="001C0CC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2AAC22" w14:textId="77777777" w:rsidR="008C0D96" w:rsidRPr="001C0CC4" w:rsidRDefault="008C0D96" w:rsidP="00890B1B">
            <w:pPr>
              <w:pStyle w:val="TAC"/>
              <w:rPr>
                <w:rFonts w:cs="Arial"/>
              </w:rPr>
            </w:pPr>
            <w:r w:rsidRPr="001C0CC4">
              <w:rPr>
                <w:rFonts w:cs="Arial"/>
              </w:rPr>
              <w:t>4</w:t>
            </w:r>
          </w:p>
        </w:tc>
      </w:tr>
      <w:tr w:rsidR="008C0D96" w:rsidRPr="001C0CC4" w14:paraId="557B13BC" w14:textId="77777777" w:rsidTr="00890B1B">
        <w:tc>
          <w:tcPr>
            <w:tcW w:w="3409" w:type="dxa"/>
            <w:tcBorders>
              <w:top w:val="single" w:sz="4" w:space="0" w:color="auto"/>
              <w:left w:val="single" w:sz="4" w:space="0" w:color="auto"/>
              <w:bottom w:val="single" w:sz="4" w:space="0" w:color="auto"/>
              <w:right w:val="single" w:sz="4" w:space="0" w:color="auto"/>
            </w:tcBorders>
          </w:tcPr>
          <w:p w14:paraId="196DAB43" w14:textId="77777777" w:rsidR="008C0D96" w:rsidRPr="001C0CC4" w:rsidRDefault="008C0D96" w:rsidP="00890B1B">
            <w:pPr>
              <w:pStyle w:val="TAL"/>
              <w:rPr>
                <w:rFonts w:cs="Arial"/>
              </w:rPr>
            </w:pPr>
            <w:r w:rsidRPr="001C0CC4">
              <w:rPr>
                <w:rFonts w:cs="Arial"/>
              </w:rPr>
              <w:t>MCS Table for TBS determination</w:t>
            </w:r>
          </w:p>
        </w:tc>
        <w:tc>
          <w:tcPr>
            <w:tcW w:w="11112" w:type="dxa"/>
            <w:gridSpan w:val="13"/>
            <w:tcBorders>
              <w:top w:val="single" w:sz="4" w:space="0" w:color="auto"/>
              <w:left w:val="single" w:sz="4" w:space="0" w:color="auto"/>
              <w:bottom w:val="single" w:sz="4" w:space="0" w:color="auto"/>
              <w:right w:val="single" w:sz="4" w:space="0" w:color="auto"/>
            </w:tcBorders>
            <w:vAlign w:val="center"/>
          </w:tcPr>
          <w:p w14:paraId="1F4FDA6C" w14:textId="77777777" w:rsidR="008C0D96" w:rsidRPr="001C0CC4" w:rsidRDefault="008C0D96" w:rsidP="00890B1B">
            <w:pPr>
              <w:pStyle w:val="TAC"/>
              <w:rPr>
                <w:rFonts w:cs="Arial"/>
              </w:rPr>
            </w:pPr>
            <w:r w:rsidRPr="001C0CC4">
              <w:rPr>
                <w:rFonts w:cs="Arial"/>
              </w:rPr>
              <w:t>64QAM</w:t>
            </w:r>
          </w:p>
        </w:tc>
      </w:tr>
      <w:tr w:rsidR="008C0D96" w:rsidRPr="001C0CC4" w14:paraId="5B58832D"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6DB0FD78" w14:textId="77777777" w:rsidR="008C0D96" w:rsidRPr="001C0CC4" w:rsidRDefault="008C0D96" w:rsidP="00890B1B">
            <w:pPr>
              <w:pStyle w:val="TAL"/>
              <w:rPr>
                <w:rFonts w:cs="Arial"/>
              </w:rPr>
            </w:pPr>
            <w:r w:rsidRPr="001C0CC4">
              <w:rPr>
                <w:rFonts w:cs="Arial"/>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39F8CD32"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18E4C086"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BA817D"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0663B8"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2C2C04"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A14257"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7ABD2C"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B7FFCC"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DCE8FB"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77E2AB77"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D8DC9B" w14:textId="77777777" w:rsidR="008C0D96" w:rsidRPr="001C0CC4" w:rsidRDefault="008C0D96" w:rsidP="00890B1B">
            <w:pPr>
              <w:pStyle w:val="TAC"/>
              <w:rPr>
                <w:rFonts w:cs="Arial"/>
              </w:rPr>
            </w:pPr>
            <w:r w:rsidRPr="001C0CC4">
              <w:rPr>
                <w:rFonts w:cs="Arial"/>
              </w:rPr>
              <w:t>QPSK</w:t>
            </w:r>
          </w:p>
        </w:tc>
        <w:tc>
          <w:tcPr>
            <w:tcW w:w="835" w:type="dxa"/>
            <w:tcBorders>
              <w:top w:val="single" w:sz="4" w:space="0" w:color="auto"/>
              <w:left w:val="single" w:sz="4" w:space="0" w:color="auto"/>
              <w:bottom w:val="single" w:sz="4" w:space="0" w:color="auto"/>
              <w:right w:val="single" w:sz="4" w:space="0" w:color="auto"/>
            </w:tcBorders>
          </w:tcPr>
          <w:p w14:paraId="13940133" w14:textId="77777777" w:rsidR="008C0D96" w:rsidRPr="001C0CC4" w:rsidRDefault="008C0D96" w:rsidP="00890B1B">
            <w:pPr>
              <w:pStyle w:val="TAC"/>
              <w:rPr>
                <w:rFonts w:cs="Arial"/>
              </w:rPr>
            </w:pPr>
            <w:r w:rsidRPr="001C0CC4">
              <w:t>QPSK</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FEC1AB" w14:textId="77777777" w:rsidR="008C0D96" w:rsidRPr="001C0CC4" w:rsidRDefault="008C0D96" w:rsidP="00890B1B">
            <w:pPr>
              <w:pStyle w:val="TAC"/>
              <w:rPr>
                <w:rFonts w:cs="Arial"/>
              </w:rPr>
            </w:pPr>
            <w:r w:rsidRPr="001C0CC4">
              <w:rPr>
                <w:rFonts w:cs="Arial"/>
              </w:rPr>
              <w:t>QPSK</w:t>
            </w:r>
          </w:p>
        </w:tc>
      </w:tr>
      <w:tr w:rsidR="008C0D96" w:rsidRPr="001C0CC4" w14:paraId="18522B19"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6DAD4F2E" w14:textId="77777777" w:rsidR="008C0D96" w:rsidRPr="001C0CC4" w:rsidRDefault="008C0D96" w:rsidP="00890B1B">
            <w:pPr>
              <w:pStyle w:val="TAL"/>
              <w:rPr>
                <w:rFonts w:cs="Arial"/>
              </w:rPr>
            </w:pPr>
            <w:r w:rsidRPr="001C0CC4">
              <w:rPr>
                <w:rFonts w:cs="Arial"/>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2CC37EE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62E7A8F3"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494DFD"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41C956"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D5CDC6"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43DD21"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86F74D"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CA4DA4"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117268"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5ED3DA"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54F22464" w14:textId="77777777" w:rsidR="008C0D96" w:rsidRPr="001C0CC4" w:rsidRDefault="008C0D96" w:rsidP="00890B1B">
            <w:pPr>
              <w:pStyle w:val="TAC"/>
              <w:rPr>
                <w:rFonts w:cs="Arial"/>
              </w:rPr>
            </w:pPr>
            <w:r w:rsidRPr="001C0CC4">
              <w:rPr>
                <w:rFonts w:cs="Arial"/>
              </w:rPr>
              <w:t>1/3</w:t>
            </w:r>
          </w:p>
        </w:tc>
        <w:tc>
          <w:tcPr>
            <w:tcW w:w="835" w:type="dxa"/>
            <w:tcBorders>
              <w:top w:val="single" w:sz="4" w:space="0" w:color="auto"/>
              <w:left w:val="single" w:sz="4" w:space="0" w:color="auto"/>
              <w:bottom w:val="single" w:sz="4" w:space="0" w:color="auto"/>
              <w:right w:val="single" w:sz="4" w:space="0" w:color="auto"/>
            </w:tcBorders>
          </w:tcPr>
          <w:p w14:paraId="686AF421" w14:textId="77777777" w:rsidR="008C0D96" w:rsidRPr="001C0CC4" w:rsidRDefault="008C0D96" w:rsidP="00890B1B">
            <w:pPr>
              <w:pStyle w:val="TAC"/>
              <w:rPr>
                <w:rFonts w:cs="Arial"/>
              </w:rPr>
            </w:pPr>
            <w:r w:rsidRPr="001C0CC4">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249417" w14:textId="77777777" w:rsidR="008C0D96" w:rsidRPr="001C0CC4" w:rsidRDefault="008C0D96" w:rsidP="00890B1B">
            <w:pPr>
              <w:pStyle w:val="TAC"/>
              <w:rPr>
                <w:rFonts w:cs="Arial"/>
              </w:rPr>
            </w:pPr>
            <w:r w:rsidRPr="001C0CC4">
              <w:rPr>
                <w:rFonts w:cs="Arial"/>
              </w:rPr>
              <w:t>1/3</w:t>
            </w:r>
          </w:p>
        </w:tc>
      </w:tr>
      <w:tr w:rsidR="008C0D96" w:rsidRPr="001C0CC4" w14:paraId="485C97E1"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234C1169" w14:textId="77777777" w:rsidR="008C0D96" w:rsidRPr="001C0CC4" w:rsidRDefault="008C0D96" w:rsidP="00890B1B">
            <w:pPr>
              <w:pStyle w:val="TAL"/>
              <w:rPr>
                <w:rFonts w:cs="Arial"/>
              </w:rPr>
            </w:pPr>
            <w:r w:rsidRPr="001C0CC4">
              <w:rPr>
                <w:rFonts w:cs="Arial"/>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3844ACE1"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3DA9155F"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A5AAFD"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9D7EB4"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12B495"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A66EE8"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F9654A"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AFABC4"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5D368D"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02897A"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60E762"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6799812D" w14:textId="77777777" w:rsidR="008C0D96" w:rsidRPr="001C0CC4" w:rsidRDefault="008C0D96" w:rsidP="00890B1B">
            <w:pPr>
              <w:pStyle w:val="TAC"/>
              <w:rPr>
                <w:rFonts w:cs="Arial"/>
              </w:rPr>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FD8ED1" w14:textId="77777777" w:rsidR="008C0D96" w:rsidRPr="001C0CC4" w:rsidRDefault="008C0D96" w:rsidP="00890B1B">
            <w:pPr>
              <w:pStyle w:val="TAC"/>
              <w:rPr>
                <w:rFonts w:cs="Arial"/>
              </w:rPr>
            </w:pPr>
            <w:r w:rsidRPr="001C0CC4">
              <w:rPr>
                <w:rFonts w:cs="Arial"/>
              </w:rPr>
              <w:t>1</w:t>
            </w:r>
          </w:p>
        </w:tc>
      </w:tr>
      <w:tr w:rsidR="008C0D96" w:rsidRPr="001C0CC4" w14:paraId="1C192721"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233B762C" w14:textId="77777777" w:rsidR="008C0D96" w:rsidRPr="001C0CC4" w:rsidRDefault="008C0D96" w:rsidP="00890B1B">
            <w:pPr>
              <w:pStyle w:val="TAH"/>
            </w:pPr>
            <w:r w:rsidRPr="001C0CC4">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3B312AE2"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847031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74E1473"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9732EC2"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2D59E0C"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81CF678"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A2837B5"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3EDD3A1"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5DC75CC"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59FD05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F07E95A"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5D8FFC6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7D406E3" w14:textId="77777777" w:rsidR="008C0D96" w:rsidRPr="001C0CC4" w:rsidRDefault="008C0D96" w:rsidP="00890B1B">
            <w:pPr>
              <w:pStyle w:val="TAC"/>
              <w:rPr>
                <w:rFonts w:cs="Arial"/>
              </w:rPr>
            </w:pPr>
          </w:p>
        </w:tc>
      </w:tr>
      <w:tr w:rsidR="008C0D96" w:rsidRPr="001C0CC4" w14:paraId="6CE161C5"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0BFEEFCA" w14:textId="77777777" w:rsidR="008C0D96" w:rsidRPr="001C0CC4" w:rsidRDefault="008C0D96" w:rsidP="00890B1B">
            <w:pPr>
              <w:pStyle w:val="TAL"/>
              <w:rPr>
                <w:rFonts w:cs="Arial"/>
              </w:rPr>
            </w:pPr>
            <w:r w:rsidRPr="001C0CC4">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E41C0D8" w14:textId="77777777" w:rsidR="008C0D96" w:rsidRPr="001C0CC4" w:rsidRDefault="008C0D96" w:rsidP="00890B1B">
            <w:pPr>
              <w:pStyle w:val="TAC"/>
              <w:rPr>
                <w:rFonts w:cs="Arial"/>
              </w:rPr>
            </w:pPr>
            <w:r w:rsidRPr="001C0CC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8FFB9B"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B43AAE"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3C0917"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359624"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CDB44C"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8AC3EA"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8ACF09"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355CBE"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33C203"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A6B087"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79CEF0CC" w14:textId="77777777" w:rsidR="008C0D96" w:rsidRPr="001C0CC4" w:rsidRDefault="008C0D96" w:rsidP="00890B1B">
            <w:pPr>
              <w:pStyle w:val="TAC"/>
              <w:rPr>
                <w:rFonts w:cs="Arial"/>
              </w:rPr>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2F8C670" w14:textId="77777777" w:rsidR="008C0D96" w:rsidRPr="001C0CC4" w:rsidRDefault="008C0D96" w:rsidP="00890B1B">
            <w:pPr>
              <w:pStyle w:val="TAC"/>
              <w:rPr>
                <w:rFonts w:cs="Arial"/>
              </w:rPr>
            </w:pPr>
            <w:r w:rsidRPr="001C0CC4">
              <w:rPr>
                <w:rFonts w:cs="Arial"/>
              </w:rPr>
              <w:t>N/A</w:t>
            </w:r>
          </w:p>
        </w:tc>
      </w:tr>
      <w:tr w:rsidR="008C0D96" w:rsidRPr="001C0CC4" w14:paraId="2404DBC5"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1D70AD6B" w14:textId="77777777" w:rsidR="008C0D96" w:rsidRPr="001C0CC4" w:rsidRDefault="008C0D96" w:rsidP="00890B1B">
            <w:pPr>
              <w:pStyle w:val="TAL"/>
              <w:rPr>
                <w:rFonts w:cs="Arial"/>
              </w:rPr>
            </w:pPr>
            <w:r w:rsidRPr="001C0CC4">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6B99640" w14:textId="77777777" w:rsidR="008C0D96" w:rsidRPr="001C0CC4" w:rsidRDefault="008C0D96" w:rsidP="00890B1B">
            <w:pPr>
              <w:pStyle w:val="TAC"/>
              <w:rPr>
                <w:rFonts w:cs="Arial"/>
              </w:rPr>
            </w:pPr>
            <w:r w:rsidRPr="001C0CC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C5C774" w14:textId="77777777" w:rsidR="008C0D96" w:rsidRPr="001C0CC4" w:rsidRDefault="008C0D96" w:rsidP="00890B1B">
            <w:pPr>
              <w:pStyle w:val="TAC"/>
              <w:rPr>
                <w:rFonts w:cs="Arial"/>
              </w:rPr>
            </w:pPr>
            <w:r w:rsidRPr="001C0CC4">
              <w:rPr>
                <w:rFonts w:cs="Arial"/>
              </w:rPr>
              <w:t>736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817B70" w14:textId="77777777" w:rsidR="008C0D96" w:rsidRPr="001C0CC4" w:rsidRDefault="008C0D96" w:rsidP="00890B1B">
            <w:pPr>
              <w:pStyle w:val="TAC"/>
              <w:rPr>
                <w:rFonts w:cs="Arial"/>
              </w:rPr>
            </w:pPr>
            <w:r w:rsidRPr="001C0CC4">
              <w:rPr>
                <w:rFonts w:cs="Arial"/>
              </w:rPr>
              <w:t>1608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6970C5" w14:textId="77777777" w:rsidR="008C0D96" w:rsidRPr="001C0CC4" w:rsidRDefault="008C0D96" w:rsidP="00890B1B">
            <w:pPr>
              <w:pStyle w:val="TAC"/>
              <w:rPr>
                <w:rFonts w:cs="Arial"/>
              </w:rPr>
            </w:pPr>
            <w:r w:rsidRPr="001C0CC4">
              <w:rPr>
                <w:rFonts w:cs="Arial"/>
              </w:rPr>
              <w:t>2472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1823C9" w14:textId="77777777" w:rsidR="008C0D96" w:rsidRPr="001C0CC4" w:rsidRDefault="008C0D96" w:rsidP="00890B1B">
            <w:pPr>
              <w:pStyle w:val="TAC"/>
              <w:rPr>
                <w:rFonts w:cs="Arial"/>
              </w:rPr>
            </w:pPr>
            <w:r w:rsidRPr="001C0CC4">
              <w:rPr>
                <w:rFonts w:cs="Arial"/>
              </w:rPr>
              <w:t>3368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21B746" w14:textId="77777777" w:rsidR="008C0D96" w:rsidRPr="001C0CC4" w:rsidRDefault="008C0D96" w:rsidP="00890B1B">
            <w:pPr>
              <w:pStyle w:val="TAC"/>
              <w:rPr>
                <w:rFonts w:cs="Arial"/>
              </w:rPr>
            </w:pPr>
            <w:r w:rsidRPr="001C0CC4">
              <w:rPr>
                <w:rFonts w:cs="Arial"/>
              </w:rPr>
              <w:t>4224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80EFCA" w14:textId="77777777" w:rsidR="008C0D96" w:rsidRPr="001C0CC4" w:rsidRDefault="008C0D96" w:rsidP="00890B1B">
            <w:pPr>
              <w:pStyle w:val="TAC"/>
              <w:rPr>
                <w:rFonts w:cs="Arial"/>
              </w:rPr>
            </w:pPr>
            <w:r w:rsidRPr="001C0CC4">
              <w:rPr>
                <w:rFonts w:cs="Arial"/>
              </w:rPr>
              <w:t>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7BFFC9" w14:textId="77777777" w:rsidR="008C0D96" w:rsidRPr="001C0CC4" w:rsidRDefault="008C0D96" w:rsidP="00890B1B">
            <w:pPr>
              <w:pStyle w:val="TAC"/>
              <w:rPr>
                <w:rFonts w:cs="Arial"/>
              </w:rPr>
            </w:pPr>
            <w:r w:rsidRPr="001C0CC4">
              <w:rPr>
                <w:rFonts w:cs="Arial"/>
              </w:rPr>
              <w:t>6912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108EF9" w14:textId="77777777" w:rsidR="008C0D96" w:rsidRPr="001C0CC4" w:rsidRDefault="008C0D96" w:rsidP="00890B1B">
            <w:pPr>
              <w:pStyle w:val="TAC"/>
              <w:rPr>
                <w:rFonts w:cs="Arial"/>
              </w:rPr>
            </w:pPr>
            <w:r w:rsidRPr="001C0CC4">
              <w:rPr>
                <w:rFonts w:cs="Arial"/>
              </w:rPr>
              <w:t>8712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49AED7" w14:textId="77777777" w:rsidR="008C0D96" w:rsidRPr="001C0CC4" w:rsidRDefault="008C0D96" w:rsidP="00890B1B">
            <w:pPr>
              <w:pStyle w:val="TAC"/>
              <w:rPr>
                <w:rFonts w:cs="Arial"/>
              </w:rPr>
            </w:pPr>
            <w:r w:rsidRPr="001C0CC4">
              <w:rPr>
                <w:rFonts w:cs="Arial"/>
              </w:rPr>
              <w:t>10504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C53369" w14:textId="77777777" w:rsidR="008C0D96" w:rsidRPr="001C0CC4" w:rsidRDefault="008C0D96" w:rsidP="00890B1B">
            <w:pPr>
              <w:pStyle w:val="TAC"/>
              <w:rPr>
                <w:rFonts w:cs="Arial"/>
              </w:rPr>
            </w:pPr>
            <w:r w:rsidRPr="001C0CC4">
              <w:rPr>
                <w:rFonts w:cs="Arial"/>
              </w:rPr>
              <w:t>14088</w:t>
            </w:r>
          </w:p>
        </w:tc>
        <w:tc>
          <w:tcPr>
            <w:tcW w:w="835" w:type="dxa"/>
            <w:tcBorders>
              <w:top w:val="single" w:sz="4" w:space="0" w:color="auto"/>
              <w:left w:val="single" w:sz="4" w:space="0" w:color="auto"/>
              <w:bottom w:val="single" w:sz="4" w:space="0" w:color="auto"/>
              <w:right w:val="single" w:sz="4" w:space="0" w:color="auto"/>
            </w:tcBorders>
          </w:tcPr>
          <w:p w14:paraId="4D524405" w14:textId="77777777" w:rsidR="008C0D96" w:rsidRPr="001C0CC4" w:rsidRDefault="008C0D96" w:rsidP="00890B1B">
            <w:pPr>
              <w:pStyle w:val="TAC"/>
              <w:rPr>
                <w:rFonts w:cs="Arial"/>
              </w:rPr>
            </w:pPr>
            <w:r w:rsidRPr="001C0CC4">
              <w:t>15880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085DD6" w14:textId="77777777" w:rsidR="008C0D96" w:rsidRPr="001C0CC4" w:rsidRDefault="008C0D96" w:rsidP="00890B1B">
            <w:pPr>
              <w:pStyle w:val="TAC"/>
              <w:rPr>
                <w:rFonts w:cs="Arial"/>
              </w:rPr>
            </w:pPr>
            <w:r w:rsidRPr="001C0CC4">
              <w:rPr>
                <w:rFonts w:cs="Arial"/>
              </w:rPr>
              <w:t>17928</w:t>
            </w:r>
          </w:p>
        </w:tc>
      </w:tr>
      <w:tr w:rsidR="008C0D96" w:rsidRPr="001C0CC4" w14:paraId="41961784"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696FE629" w14:textId="77777777" w:rsidR="008C0D96" w:rsidRPr="001C0CC4" w:rsidRDefault="008C0D96" w:rsidP="00890B1B">
            <w:pPr>
              <w:pStyle w:val="TAL"/>
              <w:rPr>
                <w:rFonts w:cs="Arial"/>
              </w:rPr>
            </w:pPr>
            <w:r w:rsidRPr="001C0CC4">
              <w:rPr>
                <w:rFonts w:cs="Arial"/>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4DDABAF" w14:textId="77777777" w:rsidR="008C0D96" w:rsidRPr="001C0CC4" w:rsidRDefault="008C0D96" w:rsidP="00890B1B">
            <w:pPr>
              <w:pStyle w:val="TAC"/>
              <w:rPr>
                <w:rFonts w:cs="Arial"/>
              </w:rPr>
            </w:pPr>
            <w:r w:rsidRPr="001C0CC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4710048F" w14:textId="77777777" w:rsidR="008C0D96" w:rsidRPr="001C0CC4" w:rsidRDefault="008C0D96" w:rsidP="00890B1B">
            <w:pPr>
              <w:pStyle w:val="TAC"/>
              <w:rPr>
                <w:rFonts w:cs="Arial"/>
              </w:rPr>
            </w:pPr>
            <w:r w:rsidRPr="001C0CC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8BAD54" w14:textId="77777777" w:rsidR="008C0D96" w:rsidRPr="001C0CC4" w:rsidRDefault="008C0D96" w:rsidP="00890B1B">
            <w:pPr>
              <w:pStyle w:val="TAC"/>
              <w:rPr>
                <w:rFonts w:cs="Arial"/>
              </w:rPr>
            </w:pPr>
            <w:r w:rsidRPr="001C0CC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853F04" w14:textId="77777777" w:rsidR="008C0D96" w:rsidRPr="001C0CC4" w:rsidRDefault="008C0D96" w:rsidP="00890B1B">
            <w:pPr>
              <w:pStyle w:val="TAC"/>
              <w:rPr>
                <w:rFonts w:cs="Arial"/>
              </w:rPr>
            </w:pPr>
            <w:r w:rsidRPr="001C0CC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CF4B95" w14:textId="77777777" w:rsidR="008C0D96" w:rsidRPr="001C0CC4" w:rsidRDefault="008C0D96" w:rsidP="00890B1B">
            <w:pPr>
              <w:pStyle w:val="TAC"/>
              <w:rPr>
                <w:rFonts w:cs="Arial"/>
              </w:rPr>
            </w:pPr>
            <w:r w:rsidRPr="001C0CC4">
              <w:rPr>
                <w:rFonts w:cs="Arial"/>
              </w:rPr>
              <w:t>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933F69"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5F48666"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D4B612"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59A129"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888CD1"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8F0F8E" w14:textId="77777777" w:rsidR="008C0D96" w:rsidRPr="001C0CC4" w:rsidRDefault="008C0D96" w:rsidP="00890B1B">
            <w:pPr>
              <w:pStyle w:val="TAC"/>
              <w:rPr>
                <w:rFonts w:cs="Arial"/>
              </w:rPr>
            </w:pPr>
            <w:r w:rsidRPr="001C0CC4">
              <w:rPr>
                <w:rFonts w:cs="Arial"/>
              </w:rPr>
              <w:t>24</w:t>
            </w:r>
          </w:p>
        </w:tc>
        <w:tc>
          <w:tcPr>
            <w:tcW w:w="835" w:type="dxa"/>
            <w:tcBorders>
              <w:top w:val="single" w:sz="4" w:space="0" w:color="auto"/>
              <w:left w:val="single" w:sz="4" w:space="0" w:color="auto"/>
              <w:bottom w:val="single" w:sz="4" w:space="0" w:color="auto"/>
              <w:right w:val="single" w:sz="4" w:space="0" w:color="auto"/>
            </w:tcBorders>
          </w:tcPr>
          <w:p w14:paraId="6054AE6C" w14:textId="77777777" w:rsidR="008C0D96" w:rsidRPr="001C0CC4" w:rsidRDefault="008C0D96" w:rsidP="00890B1B">
            <w:pPr>
              <w:pStyle w:val="TAC"/>
              <w:rPr>
                <w:rFonts w:cs="Arial"/>
              </w:rPr>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B45E65" w14:textId="77777777" w:rsidR="008C0D96" w:rsidRPr="001C0CC4" w:rsidRDefault="008C0D96" w:rsidP="00890B1B">
            <w:pPr>
              <w:pStyle w:val="TAC"/>
              <w:rPr>
                <w:rFonts w:cs="Arial"/>
              </w:rPr>
            </w:pPr>
            <w:r w:rsidRPr="001C0CC4">
              <w:rPr>
                <w:rFonts w:cs="Arial"/>
              </w:rPr>
              <w:t>24</w:t>
            </w:r>
          </w:p>
        </w:tc>
      </w:tr>
      <w:tr w:rsidR="008C0D96" w:rsidRPr="001C0CC4" w14:paraId="50DD90A8"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36110017" w14:textId="77777777" w:rsidR="008C0D96" w:rsidRPr="001C0CC4" w:rsidRDefault="008C0D96" w:rsidP="00890B1B">
            <w:pPr>
              <w:pStyle w:val="TAL"/>
              <w:rPr>
                <w:rFonts w:cs="Arial"/>
              </w:rPr>
            </w:pPr>
            <w:r w:rsidRPr="001C0CC4">
              <w:rPr>
                <w:rFonts w:cs="Arial"/>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453D43BA"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hideMark/>
          </w:tcPr>
          <w:p w14:paraId="5A5C1A73"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6F8C7D"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6D61AA"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4890D3"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E8AEDF"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8947AC"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8F8732"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4287B7"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5D6FBE"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949407"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tcPr>
          <w:p w14:paraId="04FFBFBE" w14:textId="77777777" w:rsidR="008C0D96" w:rsidRPr="001C0CC4" w:rsidRDefault="008C0D96" w:rsidP="00890B1B">
            <w:pPr>
              <w:pStyle w:val="TAC"/>
              <w:rPr>
                <w:rFonts w:cs="Arial"/>
              </w:rPr>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6B7E6A" w14:textId="77777777" w:rsidR="008C0D96" w:rsidRPr="001C0CC4" w:rsidRDefault="008C0D96" w:rsidP="00890B1B">
            <w:pPr>
              <w:pStyle w:val="TAC"/>
              <w:rPr>
                <w:rFonts w:cs="Arial"/>
              </w:rPr>
            </w:pPr>
            <w:r w:rsidRPr="001C0CC4">
              <w:rPr>
                <w:rFonts w:cs="Arial"/>
              </w:rPr>
              <w:t>1</w:t>
            </w:r>
          </w:p>
        </w:tc>
      </w:tr>
      <w:tr w:rsidR="008C0D96" w:rsidRPr="001C0CC4" w14:paraId="2C669A18"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5F03694D" w14:textId="77777777" w:rsidR="008C0D96" w:rsidRPr="001C0CC4" w:rsidRDefault="008C0D96" w:rsidP="00890B1B">
            <w:pPr>
              <w:pStyle w:val="TAH"/>
            </w:pPr>
            <w:r w:rsidRPr="001C0CC4">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0EB9AD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9A12612"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63E37D7"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BF0E888"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4157071"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5875A05"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49549C8"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E3C60F0"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D5FA498"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93A00A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1390C85"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74A22713"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BC1FF2A" w14:textId="77777777" w:rsidR="008C0D96" w:rsidRPr="001C0CC4" w:rsidRDefault="008C0D96" w:rsidP="00890B1B">
            <w:pPr>
              <w:pStyle w:val="TAC"/>
              <w:rPr>
                <w:rFonts w:cs="Arial"/>
              </w:rPr>
            </w:pPr>
          </w:p>
        </w:tc>
      </w:tr>
      <w:tr w:rsidR="008C0D96" w:rsidRPr="001C0CC4" w14:paraId="2B8A3A56"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77324828" w14:textId="77777777" w:rsidR="008C0D96" w:rsidRPr="001C0CC4" w:rsidRDefault="008C0D96" w:rsidP="00890B1B">
            <w:pPr>
              <w:pStyle w:val="TAL"/>
              <w:rPr>
                <w:rFonts w:cs="Arial"/>
              </w:rPr>
            </w:pPr>
            <w:r w:rsidRPr="001C0CC4">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F0724A2" w14:textId="77777777" w:rsidR="008C0D96" w:rsidRPr="001C0CC4" w:rsidRDefault="008C0D96" w:rsidP="00890B1B">
            <w:pPr>
              <w:pStyle w:val="TAC"/>
              <w:rPr>
                <w:rFonts w:cs="Arial"/>
              </w:rPr>
            </w:pPr>
            <w:r w:rsidRPr="001C0CC4">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154FAB"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9E0D6A"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75817D"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F5540E"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A6670A"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CBCF31"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D83523"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7B4B3F"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0266F6"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34B23F"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26A714A6" w14:textId="77777777" w:rsidR="008C0D96" w:rsidRPr="001C0CC4" w:rsidRDefault="008C0D96" w:rsidP="00890B1B">
            <w:pPr>
              <w:pStyle w:val="TAC"/>
              <w:rPr>
                <w:rFonts w:cs="Arial"/>
              </w:rPr>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CFDE26" w14:textId="77777777" w:rsidR="008C0D96" w:rsidRPr="001C0CC4" w:rsidRDefault="008C0D96" w:rsidP="00890B1B">
            <w:pPr>
              <w:pStyle w:val="TAC"/>
              <w:rPr>
                <w:rFonts w:cs="Arial"/>
              </w:rPr>
            </w:pPr>
            <w:r w:rsidRPr="001C0CC4">
              <w:rPr>
                <w:rFonts w:cs="Arial"/>
              </w:rPr>
              <w:t>N/A</w:t>
            </w:r>
          </w:p>
        </w:tc>
      </w:tr>
      <w:tr w:rsidR="008C0D96" w:rsidRPr="001C0CC4" w14:paraId="33A471BE"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70ECC9AF" w14:textId="77777777" w:rsidR="008C0D96" w:rsidRPr="001C0CC4" w:rsidRDefault="008C0D96" w:rsidP="00890B1B">
            <w:pPr>
              <w:pStyle w:val="TAL"/>
              <w:rPr>
                <w:rFonts w:cs="Arial"/>
              </w:rPr>
            </w:pPr>
            <w:r w:rsidRPr="001C0CC4">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702339D" w14:textId="77777777" w:rsidR="008C0D96" w:rsidRPr="001C0CC4" w:rsidRDefault="008C0D96" w:rsidP="00890B1B">
            <w:pPr>
              <w:pStyle w:val="TAC"/>
              <w:rPr>
                <w:rFonts w:cs="Arial"/>
              </w:rPr>
            </w:pPr>
            <w:r w:rsidRPr="001C0CC4">
              <w:rPr>
                <w:rFonts w:cs="Arial"/>
              </w:rPr>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82DD63"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73E027"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6B130D"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C6E697"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88F4E9"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28887B"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08977F" w14:textId="77777777" w:rsidR="008C0D96" w:rsidRPr="001C0CC4" w:rsidRDefault="008C0D96" w:rsidP="00890B1B">
            <w:pPr>
              <w:pStyle w:val="TAC"/>
              <w:rPr>
                <w:rFonts w:cs="Arial"/>
              </w:rPr>
            </w:pPr>
            <w:r w:rsidRPr="001C0CC4">
              <w:rPr>
                <w:rFonts w:cs="Arial"/>
              </w:rPr>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A8C18C"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15EC9B"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22BA7F" w14:textId="77777777" w:rsidR="008C0D96" w:rsidRPr="001C0CC4" w:rsidRDefault="008C0D96" w:rsidP="00890B1B">
            <w:pPr>
              <w:pStyle w:val="TAC"/>
              <w:rPr>
                <w:rFonts w:cs="Arial"/>
              </w:rPr>
            </w:pPr>
            <w:r w:rsidRPr="001C0CC4">
              <w:rPr>
                <w:rFonts w:cs="Arial"/>
              </w:rPr>
              <w:t>2</w:t>
            </w:r>
          </w:p>
        </w:tc>
        <w:tc>
          <w:tcPr>
            <w:tcW w:w="835" w:type="dxa"/>
            <w:tcBorders>
              <w:top w:val="single" w:sz="4" w:space="0" w:color="auto"/>
              <w:left w:val="single" w:sz="4" w:space="0" w:color="auto"/>
              <w:bottom w:val="single" w:sz="4" w:space="0" w:color="auto"/>
              <w:right w:val="single" w:sz="4" w:space="0" w:color="auto"/>
            </w:tcBorders>
          </w:tcPr>
          <w:p w14:paraId="7B5958D9" w14:textId="77777777" w:rsidR="008C0D96" w:rsidRPr="001C0CC4" w:rsidRDefault="008C0D96" w:rsidP="00890B1B">
            <w:pPr>
              <w:pStyle w:val="TAC"/>
              <w:rPr>
                <w:rFonts w:cs="Arial"/>
              </w:rPr>
            </w:pPr>
            <w:r w:rsidRPr="001C0CC4">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B27E4F" w14:textId="77777777" w:rsidR="008C0D96" w:rsidRPr="001C0CC4" w:rsidRDefault="008C0D96" w:rsidP="00890B1B">
            <w:pPr>
              <w:pStyle w:val="TAC"/>
              <w:rPr>
                <w:rFonts w:cs="Arial"/>
              </w:rPr>
            </w:pPr>
            <w:r w:rsidRPr="001C0CC4">
              <w:rPr>
                <w:rFonts w:cs="Arial"/>
              </w:rPr>
              <w:t>3</w:t>
            </w:r>
          </w:p>
        </w:tc>
      </w:tr>
      <w:tr w:rsidR="008C0D96" w:rsidRPr="001C0CC4" w14:paraId="0F964CED"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46AC6615" w14:textId="77777777" w:rsidR="008C0D96" w:rsidRPr="001C0CC4" w:rsidRDefault="008C0D96" w:rsidP="00890B1B">
            <w:pPr>
              <w:pStyle w:val="TAH"/>
            </w:pPr>
            <w:r w:rsidRPr="001C0CC4">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ED50839"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2DA94F52"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354C3B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5E650B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FB4B1D7"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721741B8"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01412E07"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3C8F7186"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6602F73F"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1AD421D4"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572271BE"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tcPr>
          <w:p w14:paraId="5F727AE9" w14:textId="77777777" w:rsidR="008C0D96" w:rsidRPr="001C0CC4" w:rsidRDefault="008C0D96" w:rsidP="00890B1B">
            <w:pPr>
              <w:pStyle w:val="TAC"/>
              <w:rPr>
                <w:rFonts w:cs="Arial"/>
              </w:rPr>
            </w:pPr>
          </w:p>
        </w:tc>
        <w:tc>
          <w:tcPr>
            <w:tcW w:w="835" w:type="dxa"/>
            <w:tcBorders>
              <w:top w:val="single" w:sz="4" w:space="0" w:color="auto"/>
              <w:left w:val="single" w:sz="4" w:space="0" w:color="auto"/>
              <w:bottom w:val="single" w:sz="4" w:space="0" w:color="auto"/>
              <w:right w:val="single" w:sz="4" w:space="0" w:color="auto"/>
            </w:tcBorders>
            <w:vAlign w:val="center"/>
          </w:tcPr>
          <w:p w14:paraId="45E22445" w14:textId="77777777" w:rsidR="008C0D96" w:rsidRPr="001C0CC4" w:rsidRDefault="008C0D96" w:rsidP="00890B1B">
            <w:pPr>
              <w:pStyle w:val="TAC"/>
              <w:rPr>
                <w:rFonts w:cs="Arial"/>
              </w:rPr>
            </w:pPr>
          </w:p>
        </w:tc>
      </w:tr>
      <w:tr w:rsidR="008C0D96" w:rsidRPr="001C0CC4" w14:paraId="345E138A"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1411DC1E" w14:textId="77777777" w:rsidR="008C0D96" w:rsidRPr="001C0CC4" w:rsidRDefault="008C0D96" w:rsidP="00890B1B">
            <w:pPr>
              <w:pStyle w:val="TAL"/>
              <w:rPr>
                <w:rFonts w:cs="Arial"/>
              </w:rPr>
            </w:pPr>
            <w:r w:rsidRPr="001C0CC4">
              <w:rPr>
                <w:rFonts w:cs="Arial"/>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C363156" w14:textId="77777777" w:rsidR="008C0D96" w:rsidRPr="001C0CC4" w:rsidRDefault="008C0D96" w:rsidP="00890B1B">
            <w:pPr>
              <w:pStyle w:val="TAC"/>
              <w:rPr>
                <w:rFonts w:cs="Arial"/>
              </w:rPr>
            </w:pPr>
            <w:r w:rsidRPr="001C0CC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0F59D5"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F5EC96"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8216C7"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B0936D"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14B335"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2BE6B3"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3E30FA"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E9B965"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7A119D"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02772C" w14:textId="77777777" w:rsidR="008C0D96" w:rsidRPr="001C0CC4" w:rsidRDefault="008C0D96" w:rsidP="00890B1B">
            <w:pPr>
              <w:pStyle w:val="TAC"/>
              <w:rPr>
                <w:rFonts w:cs="Arial"/>
              </w:rPr>
            </w:pPr>
            <w:r w:rsidRPr="001C0CC4">
              <w:rPr>
                <w:rFonts w:cs="Arial"/>
              </w:rPr>
              <w:t>N/A</w:t>
            </w:r>
          </w:p>
        </w:tc>
        <w:tc>
          <w:tcPr>
            <w:tcW w:w="835" w:type="dxa"/>
            <w:tcBorders>
              <w:top w:val="single" w:sz="4" w:space="0" w:color="auto"/>
              <w:left w:val="single" w:sz="4" w:space="0" w:color="auto"/>
              <w:bottom w:val="single" w:sz="4" w:space="0" w:color="auto"/>
              <w:right w:val="single" w:sz="4" w:space="0" w:color="auto"/>
            </w:tcBorders>
          </w:tcPr>
          <w:p w14:paraId="18A2A33C" w14:textId="77777777" w:rsidR="008C0D96" w:rsidRPr="001C0CC4" w:rsidRDefault="008C0D96" w:rsidP="00890B1B">
            <w:pPr>
              <w:pStyle w:val="TAC"/>
              <w:rPr>
                <w:rFonts w:cs="Arial"/>
              </w:rPr>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5CFCE1" w14:textId="77777777" w:rsidR="008C0D96" w:rsidRPr="001C0CC4" w:rsidRDefault="008C0D96" w:rsidP="00890B1B">
            <w:pPr>
              <w:pStyle w:val="TAC"/>
              <w:rPr>
                <w:rFonts w:cs="Arial"/>
              </w:rPr>
            </w:pPr>
            <w:r w:rsidRPr="001C0CC4">
              <w:rPr>
                <w:rFonts w:cs="Arial"/>
              </w:rPr>
              <w:t>N/A</w:t>
            </w:r>
          </w:p>
        </w:tc>
      </w:tr>
      <w:tr w:rsidR="008C0D96" w:rsidRPr="001C0CC4" w14:paraId="02F41CD8" w14:textId="77777777" w:rsidTr="00890B1B">
        <w:tc>
          <w:tcPr>
            <w:tcW w:w="3409" w:type="dxa"/>
            <w:tcBorders>
              <w:top w:val="single" w:sz="4" w:space="0" w:color="auto"/>
              <w:left w:val="single" w:sz="4" w:space="0" w:color="auto"/>
              <w:bottom w:val="single" w:sz="4" w:space="0" w:color="auto"/>
              <w:right w:val="single" w:sz="4" w:space="0" w:color="auto"/>
            </w:tcBorders>
            <w:hideMark/>
          </w:tcPr>
          <w:p w14:paraId="182059C5" w14:textId="77777777" w:rsidR="008C0D96" w:rsidRPr="001C0CC4" w:rsidRDefault="008C0D96" w:rsidP="00890B1B">
            <w:pPr>
              <w:pStyle w:val="TAL"/>
              <w:rPr>
                <w:rFonts w:cs="Arial"/>
              </w:rPr>
            </w:pPr>
            <w:r w:rsidRPr="001C0CC4">
              <w:rPr>
                <w:rFonts w:cs="Arial"/>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C209CBB" w14:textId="77777777" w:rsidR="008C0D96" w:rsidRPr="001C0CC4" w:rsidRDefault="008C0D96" w:rsidP="00890B1B">
            <w:pPr>
              <w:pStyle w:val="TAC"/>
              <w:rPr>
                <w:rFonts w:cs="Arial"/>
              </w:rPr>
            </w:pPr>
            <w:r w:rsidRPr="001C0CC4">
              <w:rPr>
                <w:rFonts w:cs="Arial"/>
              </w:rPr>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297451" w14:textId="77777777" w:rsidR="008C0D96" w:rsidRPr="001C0CC4" w:rsidRDefault="008C0D96" w:rsidP="00890B1B">
            <w:pPr>
              <w:pStyle w:val="TAC"/>
              <w:rPr>
                <w:rFonts w:cs="Arial"/>
              </w:rPr>
            </w:pPr>
            <w:r w:rsidRPr="001C0CC4">
              <w:rPr>
                <w:rFonts w:cs="Arial"/>
              </w:rPr>
              <w:t>2376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604515" w14:textId="77777777" w:rsidR="008C0D96" w:rsidRPr="001C0CC4" w:rsidRDefault="008C0D96" w:rsidP="00890B1B">
            <w:pPr>
              <w:pStyle w:val="TAC"/>
              <w:rPr>
                <w:rFonts w:cs="Arial"/>
              </w:rPr>
            </w:pPr>
            <w:r w:rsidRPr="001C0CC4">
              <w:rPr>
                <w:rFonts w:cs="Arial"/>
              </w:rPr>
              <w:t>5184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4701A2" w14:textId="77777777" w:rsidR="008C0D96" w:rsidRPr="001C0CC4" w:rsidRDefault="008C0D96" w:rsidP="00890B1B">
            <w:pPr>
              <w:pStyle w:val="TAC"/>
              <w:rPr>
                <w:rFonts w:cs="Arial"/>
              </w:rPr>
            </w:pPr>
            <w:r w:rsidRPr="001C0CC4">
              <w:rPr>
                <w:rFonts w:cs="Arial"/>
              </w:rPr>
              <w:t>8208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1676E0" w14:textId="77777777" w:rsidR="008C0D96" w:rsidRPr="001C0CC4" w:rsidRDefault="008C0D96" w:rsidP="00890B1B">
            <w:pPr>
              <w:pStyle w:val="TAC"/>
              <w:rPr>
                <w:rFonts w:cs="Arial"/>
              </w:rPr>
            </w:pPr>
            <w:r w:rsidRPr="001C0CC4">
              <w:rPr>
                <w:rFonts w:cs="Arial"/>
              </w:rPr>
              <w:t>11016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DB2CBE" w14:textId="77777777" w:rsidR="008C0D96" w:rsidRPr="001C0CC4" w:rsidRDefault="008C0D96" w:rsidP="00890B1B">
            <w:pPr>
              <w:pStyle w:val="TAC"/>
              <w:rPr>
                <w:rFonts w:cs="Arial"/>
              </w:rPr>
            </w:pPr>
            <w:r w:rsidRPr="001C0CC4">
              <w:rPr>
                <w:rFonts w:cs="Arial"/>
              </w:rPr>
              <w:t>14040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5045CC" w14:textId="77777777" w:rsidR="008C0D96" w:rsidRPr="001C0CC4" w:rsidRDefault="008C0D96" w:rsidP="00890B1B">
            <w:pPr>
              <w:pStyle w:val="TAC"/>
              <w:rPr>
                <w:rFonts w:cs="Arial"/>
              </w:rPr>
            </w:pPr>
            <w:r w:rsidRPr="001C0CC4">
              <w:rPr>
                <w:rFonts w:cs="Arial"/>
              </w:rPr>
              <w:t>16848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B92759B" w14:textId="77777777" w:rsidR="008C0D96" w:rsidRPr="001C0CC4" w:rsidRDefault="008C0D96" w:rsidP="00890B1B">
            <w:pPr>
              <w:pStyle w:val="TAC"/>
              <w:rPr>
                <w:rFonts w:cs="Arial"/>
              </w:rPr>
            </w:pPr>
            <w:r w:rsidRPr="001C0CC4">
              <w:rPr>
                <w:rFonts w:cs="Arial"/>
              </w:rPr>
              <w:t>22896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CB6949F" w14:textId="77777777" w:rsidR="008C0D96" w:rsidRPr="001C0CC4" w:rsidRDefault="008C0D96" w:rsidP="00890B1B">
            <w:pPr>
              <w:pStyle w:val="TAC"/>
              <w:rPr>
                <w:rFonts w:cs="Arial"/>
              </w:rPr>
            </w:pPr>
            <w:r w:rsidRPr="001C0CC4">
              <w:rPr>
                <w:rFonts w:cs="Arial"/>
              </w:rPr>
              <w:t>28728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708563" w14:textId="77777777" w:rsidR="008C0D96" w:rsidRPr="001C0CC4" w:rsidRDefault="008C0D96" w:rsidP="00890B1B">
            <w:pPr>
              <w:pStyle w:val="TAC"/>
              <w:rPr>
                <w:rFonts w:cs="Arial"/>
              </w:rPr>
            </w:pPr>
            <w:r w:rsidRPr="001C0CC4">
              <w:rPr>
                <w:rFonts w:cs="Arial"/>
              </w:rPr>
              <w:t>34992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B9D079" w14:textId="77777777" w:rsidR="008C0D96" w:rsidRPr="001C0CC4" w:rsidRDefault="008C0D96" w:rsidP="00890B1B">
            <w:pPr>
              <w:pStyle w:val="TAC"/>
              <w:rPr>
                <w:rFonts w:cs="Arial"/>
              </w:rPr>
            </w:pPr>
            <w:r w:rsidRPr="001C0CC4">
              <w:rPr>
                <w:rFonts w:cs="Arial"/>
              </w:rPr>
              <w:t>46872</w:t>
            </w:r>
          </w:p>
        </w:tc>
        <w:tc>
          <w:tcPr>
            <w:tcW w:w="835" w:type="dxa"/>
            <w:tcBorders>
              <w:top w:val="single" w:sz="4" w:space="0" w:color="auto"/>
              <w:left w:val="single" w:sz="4" w:space="0" w:color="auto"/>
              <w:bottom w:val="single" w:sz="4" w:space="0" w:color="auto"/>
              <w:right w:val="single" w:sz="4" w:space="0" w:color="auto"/>
            </w:tcBorders>
          </w:tcPr>
          <w:p w14:paraId="197FA3ED" w14:textId="77777777" w:rsidR="008C0D96" w:rsidRPr="001C0CC4" w:rsidRDefault="008C0D96" w:rsidP="00890B1B">
            <w:pPr>
              <w:pStyle w:val="TAC"/>
              <w:rPr>
                <w:rFonts w:cs="Arial"/>
              </w:rPr>
            </w:pPr>
            <w:r w:rsidRPr="001C0CC4">
              <w:t>52920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C07923" w14:textId="77777777" w:rsidR="008C0D96" w:rsidRPr="001C0CC4" w:rsidRDefault="008C0D96" w:rsidP="00890B1B">
            <w:pPr>
              <w:pStyle w:val="TAC"/>
              <w:rPr>
                <w:rFonts w:cs="Arial"/>
              </w:rPr>
            </w:pPr>
            <w:r w:rsidRPr="001C0CC4">
              <w:rPr>
                <w:rFonts w:cs="Arial"/>
              </w:rPr>
              <w:t>58968</w:t>
            </w:r>
          </w:p>
        </w:tc>
      </w:tr>
      <w:tr w:rsidR="008C0D96" w:rsidRPr="001C0CC4" w14:paraId="0897E158" w14:textId="77777777" w:rsidTr="00890B1B">
        <w:trPr>
          <w:trHeight w:val="70"/>
        </w:trPr>
        <w:tc>
          <w:tcPr>
            <w:tcW w:w="3409" w:type="dxa"/>
            <w:tcBorders>
              <w:top w:val="single" w:sz="4" w:space="0" w:color="auto"/>
              <w:left w:val="single" w:sz="4" w:space="0" w:color="auto"/>
              <w:bottom w:val="single" w:sz="4" w:space="0" w:color="auto"/>
              <w:right w:val="single" w:sz="4" w:space="0" w:color="auto"/>
            </w:tcBorders>
            <w:hideMark/>
          </w:tcPr>
          <w:p w14:paraId="6A0337E0" w14:textId="77777777" w:rsidR="008C0D96" w:rsidRPr="001C0CC4" w:rsidRDefault="008C0D96" w:rsidP="00890B1B">
            <w:pPr>
              <w:pStyle w:val="TAL"/>
              <w:rPr>
                <w:rFonts w:cs="Arial"/>
              </w:rPr>
            </w:pPr>
            <w:r w:rsidRPr="001C0CC4">
              <w:rPr>
                <w:rFonts w:cs="Arial"/>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8836911" w14:textId="77777777" w:rsidR="008C0D96" w:rsidRPr="001C0CC4" w:rsidRDefault="008C0D96" w:rsidP="00890B1B">
            <w:pPr>
              <w:pStyle w:val="TAC"/>
              <w:rPr>
                <w:rFonts w:cs="Arial"/>
              </w:rPr>
            </w:pPr>
            <w:r w:rsidRPr="001C0CC4">
              <w:rPr>
                <w:rFonts w:cs="Arial"/>
              </w:rPr>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626FBF" w14:textId="77777777" w:rsidR="008C0D96" w:rsidRPr="001C0CC4" w:rsidRDefault="008C0D96" w:rsidP="00890B1B">
            <w:pPr>
              <w:pStyle w:val="TAC"/>
              <w:rPr>
                <w:rFonts w:cs="Arial"/>
              </w:rPr>
            </w:pPr>
            <w:r w:rsidRPr="001C0CC4">
              <w:rPr>
                <w:rFonts w:cs="Arial"/>
              </w:rPr>
              <w:t>1.251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659933" w14:textId="77777777" w:rsidR="008C0D96" w:rsidRPr="001C0CC4" w:rsidRDefault="008C0D96" w:rsidP="00890B1B">
            <w:pPr>
              <w:pStyle w:val="TAC"/>
              <w:rPr>
                <w:rFonts w:cs="Arial"/>
              </w:rPr>
            </w:pPr>
            <w:r w:rsidRPr="001C0CC4">
              <w:rPr>
                <w:rFonts w:cs="Arial"/>
              </w:rPr>
              <w:t>2.734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B316D1" w14:textId="77777777" w:rsidR="008C0D96" w:rsidRPr="001C0CC4" w:rsidRDefault="008C0D96" w:rsidP="00890B1B">
            <w:pPr>
              <w:pStyle w:val="TAC"/>
              <w:rPr>
                <w:rFonts w:cs="Arial"/>
              </w:rPr>
            </w:pPr>
            <w:r w:rsidRPr="001C0CC4">
              <w:rPr>
                <w:rFonts w:cs="Arial"/>
              </w:rPr>
              <w:t>4.202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7F08DE" w14:textId="77777777" w:rsidR="008C0D96" w:rsidRPr="001C0CC4" w:rsidRDefault="008C0D96" w:rsidP="00890B1B">
            <w:pPr>
              <w:pStyle w:val="TAC"/>
              <w:rPr>
                <w:rFonts w:cs="Arial"/>
              </w:rPr>
            </w:pPr>
            <w:r w:rsidRPr="001C0CC4">
              <w:rPr>
                <w:rFonts w:cs="Arial"/>
              </w:rPr>
              <w:t>5.726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842EA6" w14:textId="77777777" w:rsidR="008C0D96" w:rsidRPr="001C0CC4" w:rsidRDefault="008C0D96" w:rsidP="00890B1B">
            <w:pPr>
              <w:pStyle w:val="TAC"/>
              <w:rPr>
                <w:rFonts w:cs="Arial"/>
              </w:rPr>
            </w:pPr>
            <w:r w:rsidRPr="001C0CC4">
              <w:rPr>
                <w:rFonts w:cs="Arial"/>
              </w:rPr>
              <w:t>7.181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FE75D6" w14:textId="77777777" w:rsidR="008C0D96" w:rsidRPr="001C0CC4" w:rsidRDefault="008C0D96" w:rsidP="00890B1B">
            <w:pPr>
              <w:pStyle w:val="TAC"/>
              <w:rPr>
                <w:rFonts w:cs="Arial"/>
              </w:rPr>
            </w:pPr>
            <w:r w:rsidRPr="001C0CC4">
              <w:rPr>
                <w:rFonts w:cs="Arial"/>
              </w:rPr>
              <w:t>8.486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FB834A" w14:textId="77777777" w:rsidR="008C0D96" w:rsidRPr="001C0CC4" w:rsidRDefault="008C0D96" w:rsidP="00890B1B">
            <w:pPr>
              <w:pStyle w:val="TAC"/>
              <w:rPr>
                <w:rFonts w:cs="Arial"/>
              </w:rPr>
            </w:pPr>
            <w:r w:rsidRPr="001C0CC4">
              <w:rPr>
                <w:rFonts w:cs="Arial"/>
              </w:rPr>
              <w:t>11.750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E85A9D" w14:textId="77777777" w:rsidR="008C0D96" w:rsidRPr="001C0CC4" w:rsidRDefault="008C0D96" w:rsidP="00890B1B">
            <w:pPr>
              <w:pStyle w:val="TAC"/>
              <w:rPr>
                <w:rFonts w:cs="Arial"/>
              </w:rPr>
            </w:pPr>
            <w:r w:rsidRPr="001C0CC4">
              <w:rPr>
                <w:rFonts w:cs="Arial"/>
              </w:rPr>
              <w:t>14.810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E923BD" w14:textId="77777777" w:rsidR="008C0D96" w:rsidRPr="001C0CC4" w:rsidRDefault="008C0D96" w:rsidP="00890B1B">
            <w:pPr>
              <w:pStyle w:val="TAC"/>
              <w:rPr>
                <w:rFonts w:cs="Arial"/>
              </w:rPr>
            </w:pPr>
            <w:r w:rsidRPr="001C0CC4">
              <w:rPr>
                <w:rFonts w:cs="Arial"/>
              </w:rPr>
              <w:t>17.857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0CAFF2" w14:textId="77777777" w:rsidR="008C0D96" w:rsidRPr="001C0CC4" w:rsidRDefault="008C0D96" w:rsidP="00890B1B">
            <w:pPr>
              <w:pStyle w:val="TAC"/>
              <w:rPr>
                <w:rFonts w:cs="Arial"/>
              </w:rPr>
            </w:pPr>
            <w:r w:rsidRPr="001C0CC4">
              <w:rPr>
                <w:rFonts w:cs="Arial"/>
              </w:rPr>
              <w:t>23.950</w:t>
            </w:r>
          </w:p>
        </w:tc>
        <w:tc>
          <w:tcPr>
            <w:tcW w:w="835" w:type="dxa"/>
            <w:tcBorders>
              <w:top w:val="single" w:sz="4" w:space="0" w:color="auto"/>
              <w:left w:val="single" w:sz="4" w:space="0" w:color="auto"/>
              <w:bottom w:val="single" w:sz="4" w:space="0" w:color="auto"/>
              <w:right w:val="single" w:sz="4" w:space="0" w:color="auto"/>
            </w:tcBorders>
          </w:tcPr>
          <w:p w14:paraId="24C6D026" w14:textId="77777777" w:rsidR="008C0D96" w:rsidRPr="001C0CC4" w:rsidRDefault="008C0D96" w:rsidP="00890B1B">
            <w:pPr>
              <w:pStyle w:val="TAC"/>
              <w:rPr>
                <w:rFonts w:cs="Arial"/>
              </w:rPr>
            </w:pPr>
            <w:r w:rsidRPr="001C0CC4">
              <w:t>26.996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2C17BF" w14:textId="77777777" w:rsidR="008C0D96" w:rsidRPr="001C0CC4" w:rsidRDefault="008C0D96" w:rsidP="00890B1B">
            <w:pPr>
              <w:pStyle w:val="TAC"/>
              <w:rPr>
                <w:rFonts w:cs="Arial"/>
              </w:rPr>
            </w:pPr>
            <w:r w:rsidRPr="001C0CC4">
              <w:rPr>
                <w:rFonts w:cs="Arial"/>
              </w:rPr>
              <w:t>30.478</w:t>
            </w:r>
          </w:p>
        </w:tc>
      </w:tr>
      <w:tr w:rsidR="008C0D96" w:rsidRPr="001C0CC4" w14:paraId="565B7210" w14:textId="77777777" w:rsidTr="00890B1B">
        <w:trPr>
          <w:trHeight w:val="70"/>
        </w:trPr>
        <w:tc>
          <w:tcPr>
            <w:tcW w:w="14521" w:type="dxa"/>
            <w:gridSpan w:val="14"/>
            <w:tcBorders>
              <w:top w:val="single" w:sz="4" w:space="0" w:color="auto"/>
              <w:left w:val="single" w:sz="4" w:space="0" w:color="auto"/>
              <w:bottom w:val="single" w:sz="4" w:space="0" w:color="auto"/>
              <w:right w:val="single" w:sz="4" w:space="0" w:color="auto"/>
            </w:tcBorders>
          </w:tcPr>
          <w:p w14:paraId="45AC9043" w14:textId="77777777" w:rsidR="008C0D96" w:rsidRPr="001C0CC4" w:rsidRDefault="008C0D96" w:rsidP="00890B1B">
            <w:pPr>
              <w:pStyle w:val="TAN"/>
            </w:pPr>
            <w:r w:rsidRPr="001C0CC4">
              <w:t>NOTE 1:</w:t>
            </w:r>
            <w:r w:rsidRPr="001C0CC4">
              <w:tab/>
              <w:t>Additional parameters are specified in Table A.3.1-1 and Table A.3.2.1-1.</w:t>
            </w:r>
          </w:p>
          <w:p w14:paraId="08272306" w14:textId="77777777" w:rsidR="008C0D96" w:rsidRPr="001C0CC4" w:rsidRDefault="008C0D96" w:rsidP="00890B1B">
            <w:pPr>
              <w:pStyle w:val="TAN"/>
            </w:pPr>
            <w:r w:rsidRPr="001C0CC4">
              <w:t>NOTE 2:</w:t>
            </w:r>
            <w:r w:rsidRPr="001C0CC4">
              <w:tab/>
              <w:t>If more than one Code Block is present, an additional CRC sequence of L = 24 Bits is attached to each Code Block (otherwise L = 0 Bit).</w:t>
            </w:r>
          </w:p>
          <w:p w14:paraId="607757FF" w14:textId="77777777" w:rsidR="008C0D96" w:rsidRPr="001C0CC4" w:rsidRDefault="008C0D96" w:rsidP="00890B1B">
            <w:pPr>
              <w:pStyle w:val="TAN"/>
            </w:pPr>
            <w:r w:rsidRPr="001C0CC4">
              <w:t>NOTE 3:</w:t>
            </w:r>
            <w:r w:rsidRPr="001C0CC4">
              <w:tab/>
              <w:t>SS/PBCH block is transmitted in slot #0 of each frame</w:t>
            </w:r>
          </w:p>
          <w:p w14:paraId="5D77C207" w14:textId="77777777" w:rsidR="008C0D96" w:rsidRPr="001C0CC4" w:rsidRDefault="008C0D96" w:rsidP="00890B1B">
            <w:pPr>
              <w:pStyle w:val="TAN"/>
            </w:pPr>
            <w:r w:rsidRPr="001C0CC4">
              <w:t>NOTE 4:</w:t>
            </w:r>
            <w:r w:rsidRPr="001C0CC4">
              <w:tab/>
              <w:t>Slot i is slot index per frame</w:t>
            </w:r>
          </w:p>
        </w:tc>
      </w:tr>
    </w:tbl>
    <w:p w14:paraId="4DE40E30" w14:textId="22D34E6C" w:rsidR="008C0D96" w:rsidRPr="001C0CC4" w:rsidRDefault="00E51EAF" w:rsidP="00E51EAF">
      <w:pPr>
        <w:pStyle w:val="TH"/>
      </w:pPr>
      <w:r w:rsidRPr="001C0CC4">
        <w:t>Table A.3.2.2-2 Fixed reference channel for receiver requirements (SCS 30 kHz, FDD, QPSK 1/3)</w:t>
      </w:r>
    </w:p>
    <w:p w14:paraId="012891B8" w14:textId="77777777" w:rsidR="00DC7196" w:rsidRPr="001C0CC4" w:rsidRDefault="00DC7196" w:rsidP="00DC7196">
      <w:pPr>
        <w:rPr>
          <w:lang w:eastAsia="zh-CN"/>
        </w:rPr>
      </w:pPr>
    </w:p>
    <w:p w14:paraId="74D5E662" w14:textId="77777777" w:rsidR="00D9738D" w:rsidRDefault="00D9738D" w:rsidP="00DC7196">
      <w:pPr>
        <w:rPr>
          <w:lang w:eastAsia="zh-CN"/>
        </w:rPr>
        <w:sectPr w:rsidR="00D9738D" w:rsidSect="00D9738D">
          <w:footerReference w:type="default" r:id="rId14"/>
          <w:footnotePr>
            <w:numRestart w:val="eachSect"/>
          </w:footnotePr>
          <w:pgSz w:w="16840" w:h="11907" w:orient="landscape" w:code="9"/>
          <w:pgMar w:top="1133" w:right="1133" w:bottom="1133" w:left="1416" w:header="850" w:footer="340" w:gutter="0"/>
          <w:cols w:space="720"/>
          <w:formProt w:val="0"/>
          <w:docGrid w:linePitch="272"/>
        </w:sectPr>
      </w:pPr>
    </w:p>
    <w:p w14:paraId="03B5D9AB" w14:textId="5322B065" w:rsidR="00DC7196" w:rsidRPr="001C0CC4" w:rsidRDefault="00DC7196" w:rsidP="00DC7196">
      <w:pPr>
        <w:rPr>
          <w:lang w:eastAsia="zh-CN"/>
        </w:rPr>
      </w:pPr>
    </w:p>
    <w:p w14:paraId="726C2A3E" w14:textId="77777777" w:rsidR="00DC7196" w:rsidRPr="001C0CC4" w:rsidRDefault="00DC7196" w:rsidP="00DC7196">
      <w:pPr>
        <w:pStyle w:val="Heading3"/>
      </w:pPr>
      <w:bookmarkStart w:id="523" w:name="_Toc21344544"/>
      <w:bookmarkStart w:id="524" w:name="_Toc29802032"/>
      <w:bookmarkStart w:id="525" w:name="_Toc29802456"/>
      <w:bookmarkStart w:id="526" w:name="_Toc29803081"/>
      <w:bookmarkStart w:id="527" w:name="_Toc36107823"/>
      <w:bookmarkStart w:id="528" w:name="_Toc37251597"/>
      <w:bookmarkStart w:id="529" w:name="_Toc45888536"/>
      <w:bookmarkStart w:id="530" w:name="_Toc45889135"/>
      <w:bookmarkStart w:id="531" w:name="_Toc59650508"/>
      <w:bookmarkStart w:id="532" w:name="_Toc61357780"/>
      <w:bookmarkStart w:id="533" w:name="_Toc61359554"/>
      <w:bookmarkStart w:id="534" w:name="_Toc67916494"/>
      <w:bookmarkStart w:id="535" w:name="_Toc75534040"/>
      <w:bookmarkStart w:id="536" w:name="_Toc75819926"/>
      <w:bookmarkStart w:id="537" w:name="_Toc76508770"/>
      <w:bookmarkStart w:id="538" w:name="_Toc76717720"/>
      <w:bookmarkStart w:id="539" w:name="_Toc83294361"/>
      <w:bookmarkStart w:id="540" w:name="_Toc84335400"/>
      <w:r w:rsidRPr="001C0CC4">
        <w:t>A.3.2.3</w:t>
      </w:r>
      <w:r w:rsidRPr="001C0CC4">
        <w:tab/>
        <w:t>FRC for maximum input level for 64QAM</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3A9D8469" w14:textId="77777777" w:rsidR="00DC7196" w:rsidRPr="001C0CC4" w:rsidRDefault="00DC7196" w:rsidP="00DC7196">
      <w:pPr>
        <w:pStyle w:val="TH"/>
        <w:rPr>
          <w:b w:val="0"/>
        </w:rPr>
      </w:pPr>
      <w:r w:rsidRPr="001C0CC4">
        <w:t>Table A.3.2.3-1 Fixed reference channel for maximum input level receiver requirements (SCS 15 kHz, FDD, 64QAM)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DC7196" w:rsidRPr="001C0CC4" w14:paraId="6315A6AA"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7ED7B99" w14:textId="77777777" w:rsidR="00DC7196" w:rsidRPr="001C0CC4" w:rsidRDefault="00DC7196" w:rsidP="00DC7196">
            <w:pPr>
              <w:pStyle w:val="TAH"/>
              <w:rPr>
                <w:b w:val="0"/>
              </w:rPr>
            </w:pPr>
            <w:r w:rsidRPr="001C0CC4">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CAB730C" w14:textId="77777777" w:rsidR="00DC7196" w:rsidRPr="001C0CC4" w:rsidRDefault="00DC7196" w:rsidP="00DC7196">
            <w:pPr>
              <w:pStyle w:val="TAH"/>
              <w:rPr>
                <w:b w:val="0"/>
              </w:rPr>
            </w:pPr>
            <w:r w:rsidRPr="001C0CC4">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586984BA" w14:textId="77777777" w:rsidR="00DC7196" w:rsidRPr="001C0CC4" w:rsidRDefault="00DC7196" w:rsidP="00DC7196">
            <w:pPr>
              <w:pStyle w:val="TAH"/>
              <w:rPr>
                <w:b w:val="0"/>
              </w:rPr>
            </w:pPr>
            <w:r w:rsidRPr="001C0CC4">
              <w:t>Value</w:t>
            </w:r>
          </w:p>
        </w:tc>
      </w:tr>
      <w:tr w:rsidR="00DC7196" w:rsidRPr="001C0CC4" w14:paraId="5C60681E"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0A7B274" w14:textId="77777777" w:rsidR="00DC7196" w:rsidRPr="001C0CC4" w:rsidRDefault="00DC7196" w:rsidP="00DC7196">
            <w:pPr>
              <w:pStyle w:val="TAH"/>
              <w:rPr>
                <w:rFonts w:eastAsia="SimSun"/>
              </w:rPr>
            </w:pPr>
            <w:r w:rsidRPr="001C0CC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C75FF28" w14:textId="77777777" w:rsidR="00DC7196" w:rsidRPr="001C0CC4" w:rsidRDefault="00DC7196" w:rsidP="00DC7196">
            <w:pPr>
              <w:pStyle w:val="TAH"/>
            </w:pPr>
            <w:r w:rsidRPr="001C0CC4">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CA7466" w14:textId="77777777" w:rsidR="00DC7196" w:rsidRPr="001C0CC4" w:rsidRDefault="00DC7196" w:rsidP="00DC7196">
            <w:pPr>
              <w:pStyle w:val="TAH"/>
            </w:pPr>
            <w:r w:rsidRPr="001C0CC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E06937" w14:textId="77777777" w:rsidR="00DC7196" w:rsidRPr="001C0CC4" w:rsidRDefault="00DC7196" w:rsidP="00DC7196">
            <w:pPr>
              <w:pStyle w:val="TAH"/>
            </w:pPr>
            <w:r w:rsidRPr="001C0CC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3115A3" w14:textId="77777777" w:rsidR="00DC7196" w:rsidRPr="001C0CC4" w:rsidRDefault="00DC7196" w:rsidP="00DC7196">
            <w:pPr>
              <w:pStyle w:val="TAH"/>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17B998" w14:textId="77777777" w:rsidR="00DC7196" w:rsidRPr="001C0CC4" w:rsidRDefault="00DC7196" w:rsidP="00DC7196">
            <w:pPr>
              <w:pStyle w:val="TAH"/>
            </w:pPr>
            <w:r w:rsidRPr="001C0CC4">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3802F0" w14:textId="77777777" w:rsidR="00DC7196" w:rsidRPr="001C0CC4" w:rsidRDefault="00DC7196" w:rsidP="00DC7196">
            <w:pPr>
              <w:pStyle w:val="TAH"/>
            </w:pPr>
            <w:r w:rsidRPr="001C0CC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D5A1CD" w14:textId="77777777" w:rsidR="00DC7196" w:rsidRPr="001C0CC4" w:rsidRDefault="00DC7196" w:rsidP="00DC7196">
            <w:pPr>
              <w:pStyle w:val="TAH"/>
            </w:pPr>
            <w:r w:rsidRPr="001C0CC4">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AD35E7" w14:textId="77777777" w:rsidR="00DC7196" w:rsidRPr="001C0CC4" w:rsidRDefault="00DC7196" w:rsidP="00DC7196">
            <w:pPr>
              <w:pStyle w:val="TAH"/>
            </w:pPr>
            <w:r w:rsidRPr="001C0CC4">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F99F48" w14:textId="77777777" w:rsidR="00DC7196" w:rsidRPr="001C0CC4" w:rsidRDefault="00DC7196" w:rsidP="00DC7196">
            <w:pPr>
              <w:pStyle w:val="TAH"/>
            </w:pPr>
            <w:r w:rsidRPr="001C0CC4">
              <w:t>50</w:t>
            </w:r>
          </w:p>
        </w:tc>
      </w:tr>
      <w:tr w:rsidR="00DC7196" w:rsidRPr="001C0CC4" w14:paraId="68165A53"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987345E" w14:textId="77777777" w:rsidR="00DC7196" w:rsidRPr="001C0CC4" w:rsidRDefault="00DC7196" w:rsidP="00DC7196">
            <w:pPr>
              <w:pStyle w:val="TAL"/>
              <w:rPr>
                <w:rFonts w:eastAsia="SimSun"/>
              </w:rPr>
            </w:pPr>
            <w:r w:rsidRPr="001C0CC4">
              <w:rPr>
                <w:rFonts w:eastAsia="SimSun"/>
              </w:rPr>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2F0E273" w14:textId="77777777" w:rsidR="00DC7196" w:rsidRPr="001C0CC4" w:rsidRDefault="00DC7196" w:rsidP="00DC7196">
            <w:pPr>
              <w:pStyle w:val="TAC"/>
            </w:pPr>
            <w:r w:rsidRPr="001C0CC4">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2C299E"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F459C6A"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8E7ED4"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A44947"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9C26D3"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8A3435"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01C101"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55FEA1" w14:textId="77777777" w:rsidR="00DC7196" w:rsidRPr="001C0CC4" w:rsidRDefault="00DC7196" w:rsidP="00DC7196">
            <w:pPr>
              <w:pStyle w:val="TAC"/>
            </w:pPr>
            <w:r w:rsidRPr="001C0CC4">
              <w:t>15</w:t>
            </w:r>
          </w:p>
        </w:tc>
      </w:tr>
      <w:tr w:rsidR="00DC7196" w:rsidRPr="001C0CC4" w14:paraId="38FA94D9"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C941B76" w14:textId="77777777" w:rsidR="00DC7196" w:rsidRPr="001C0CC4" w:rsidRDefault="00DC7196" w:rsidP="00DC7196">
            <w:pPr>
              <w:pStyle w:val="TAL"/>
              <w:rPr>
                <w:rFonts w:eastAsia="SimSun"/>
              </w:rPr>
            </w:pPr>
            <w:r w:rsidRPr="001C0CC4">
              <w:rPr>
                <w:rFonts w:eastAsia="SimSun"/>
              </w:rPr>
              <w:t xml:space="preserve">Subcarrier spacing configuration </w:t>
            </w:r>
            <w:r w:rsidRPr="001C0CC4">
              <w:rPr>
                <w:rFonts w:eastAsia="SimSun"/>
              </w:rPr>
              <w:object w:dxaOrig="230" w:dyaOrig="250" w14:anchorId="2BD48BDC">
                <v:shape id="_x0000_i1027" type="#_x0000_t75" style="width:17.35pt;height:19.3pt" o:ole="">
                  <v:imagedata r:id="rId11" o:title=""/>
                </v:shape>
                <o:OLEObject Type="Embed" ProgID="Equation.3" ShapeID="_x0000_i1027" DrawAspect="Content" ObjectID="_1734986594" r:id="rId15"/>
              </w:object>
            </w:r>
          </w:p>
        </w:tc>
        <w:tc>
          <w:tcPr>
            <w:tcW w:w="1092" w:type="dxa"/>
            <w:tcBorders>
              <w:top w:val="single" w:sz="4" w:space="0" w:color="auto"/>
              <w:left w:val="single" w:sz="4" w:space="0" w:color="auto"/>
              <w:bottom w:val="single" w:sz="4" w:space="0" w:color="auto"/>
              <w:right w:val="single" w:sz="4" w:space="0" w:color="auto"/>
            </w:tcBorders>
            <w:vAlign w:val="center"/>
          </w:tcPr>
          <w:p w14:paraId="4F8EEEF2"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39719241"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04A75F"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95C699"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F0A251"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8FC2E3"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34408D"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9D4302"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2058C8" w14:textId="77777777" w:rsidR="00DC7196" w:rsidRPr="001C0CC4" w:rsidRDefault="00DC7196" w:rsidP="00DC7196">
            <w:pPr>
              <w:pStyle w:val="TAC"/>
            </w:pPr>
            <w:r w:rsidRPr="001C0CC4">
              <w:t>0</w:t>
            </w:r>
          </w:p>
        </w:tc>
      </w:tr>
      <w:tr w:rsidR="00DC7196" w:rsidRPr="001C0CC4" w14:paraId="1A3ED1B5"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02D23E9" w14:textId="77777777" w:rsidR="00DC7196" w:rsidRPr="001C0CC4" w:rsidRDefault="00DC7196" w:rsidP="00DC7196">
            <w:pPr>
              <w:pStyle w:val="TAL"/>
              <w:rPr>
                <w:rFonts w:eastAsia="SimSun"/>
              </w:rPr>
            </w:pPr>
            <w:r w:rsidRPr="001C0CC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EC75FF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1BA252F" w14:textId="77777777" w:rsidR="00DC7196" w:rsidRPr="001C0CC4" w:rsidRDefault="00DC7196" w:rsidP="00DC7196">
            <w:pPr>
              <w:pStyle w:val="TAC"/>
            </w:pPr>
            <w:r w:rsidRPr="001C0CC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314DBE" w14:textId="77777777" w:rsidR="00DC7196" w:rsidRPr="001C0CC4" w:rsidRDefault="00DC7196" w:rsidP="00DC7196">
            <w:pPr>
              <w:pStyle w:val="TAC"/>
            </w:pPr>
            <w:r w:rsidRPr="001C0CC4">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8071C6" w14:textId="77777777" w:rsidR="00DC7196" w:rsidRPr="001C0CC4" w:rsidRDefault="00DC7196" w:rsidP="00DC7196">
            <w:pPr>
              <w:pStyle w:val="TAC"/>
            </w:pPr>
            <w:r w:rsidRPr="001C0CC4">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4599AD98" w14:textId="77777777" w:rsidR="00DC7196" w:rsidRPr="001C0CC4" w:rsidRDefault="00DC7196" w:rsidP="00DC7196">
            <w:pPr>
              <w:pStyle w:val="TAC"/>
            </w:pPr>
            <w:r w:rsidRPr="001C0CC4">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A572F1" w14:textId="77777777" w:rsidR="00DC7196" w:rsidRPr="001C0CC4" w:rsidRDefault="00DC7196" w:rsidP="00DC7196">
            <w:pPr>
              <w:pStyle w:val="TAC"/>
            </w:pPr>
            <w:r w:rsidRPr="001C0CC4">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374F68" w14:textId="77777777" w:rsidR="00DC7196" w:rsidRPr="001C0CC4" w:rsidRDefault="00DC7196" w:rsidP="00DC7196">
            <w:pPr>
              <w:pStyle w:val="TAC"/>
            </w:pPr>
            <w:r w:rsidRPr="001C0CC4">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EE2A09" w14:textId="77777777" w:rsidR="00DC7196" w:rsidRPr="001C0CC4" w:rsidRDefault="00DC7196" w:rsidP="00DC7196">
            <w:pPr>
              <w:pStyle w:val="TAC"/>
            </w:pPr>
            <w:r w:rsidRPr="001C0CC4">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CF92C8" w14:textId="77777777" w:rsidR="00DC7196" w:rsidRPr="001C0CC4" w:rsidRDefault="00DC7196" w:rsidP="00DC7196">
            <w:pPr>
              <w:pStyle w:val="TAC"/>
            </w:pPr>
            <w:r w:rsidRPr="001C0CC4">
              <w:t>270</w:t>
            </w:r>
          </w:p>
        </w:tc>
      </w:tr>
      <w:tr w:rsidR="00DC7196" w:rsidRPr="001C0CC4" w14:paraId="4D2F56D1"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6FFD86E" w14:textId="77777777" w:rsidR="00DC7196" w:rsidRPr="001C0CC4" w:rsidRDefault="00DC7196" w:rsidP="00DC7196">
            <w:pPr>
              <w:pStyle w:val="TAL"/>
              <w:rPr>
                <w:rFonts w:eastAsia="SimSun"/>
              </w:rPr>
            </w:pPr>
            <w:r w:rsidRPr="001C0CC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501EDF55"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B6AA4F5"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47261E"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8E21F2"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B8FA9C"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730744"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6EA9851"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E22262"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4DE3F7" w14:textId="77777777" w:rsidR="00DC7196" w:rsidRPr="001C0CC4" w:rsidRDefault="00DC7196" w:rsidP="00DC7196">
            <w:pPr>
              <w:pStyle w:val="TAC"/>
            </w:pPr>
            <w:r w:rsidRPr="001C0CC4">
              <w:t>12</w:t>
            </w:r>
          </w:p>
        </w:tc>
      </w:tr>
      <w:tr w:rsidR="00DC335E" w:rsidRPr="001C0CC4" w14:paraId="4895C502"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C2272D5" w14:textId="77777777" w:rsidR="00DC335E" w:rsidRPr="001C0CC4" w:rsidRDefault="00DC335E" w:rsidP="00DC335E">
            <w:pPr>
              <w:pStyle w:val="TAL"/>
              <w:rPr>
                <w:rFonts w:eastAsia="SimSun"/>
              </w:rPr>
            </w:pPr>
            <w:r w:rsidRPr="001C0CC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409C263A" w14:textId="77777777" w:rsidR="00DC335E" w:rsidRPr="001C0CC4" w:rsidRDefault="00DC335E" w:rsidP="00DC335E">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1735889" w14:textId="5FCC0D00"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1854F8" w14:textId="321BAE44"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804F5D" w14:textId="6AF92471"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716F23" w14:textId="72F7F6AA"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40C17A94" w14:textId="2DBEBC17"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884E4A" w14:textId="09427A3A"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305482" w14:textId="5657BB91" w:rsidR="00DC335E" w:rsidRPr="001C0CC4" w:rsidRDefault="00DC335E" w:rsidP="00DC335E">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26E116" w14:textId="7EC381DD" w:rsidR="00DC335E" w:rsidRPr="001C0CC4" w:rsidRDefault="00DC335E" w:rsidP="00DC335E">
            <w:pPr>
              <w:pStyle w:val="TAC"/>
            </w:pPr>
            <w:r>
              <w:t>8</w:t>
            </w:r>
          </w:p>
        </w:tc>
      </w:tr>
      <w:tr w:rsidR="00DC7196" w:rsidRPr="001C0CC4" w14:paraId="78D4F299"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4B3CA86" w14:textId="77777777" w:rsidR="00DC7196" w:rsidRPr="001C0CC4" w:rsidRDefault="00DC7196" w:rsidP="00DC7196">
            <w:pPr>
              <w:pStyle w:val="TAL"/>
              <w:rPr>
                <w:rFonts w:eastAsia="SimSun"/>
              </w:rPr>
            </w:pPr>
            <w:r w:rsidRPr="001C0CC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706D46A0"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B3B6110"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075CE2"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831B2C"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1B6555B"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F54CE3"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938F95"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F82F5B"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3D82EF" w14:textId="77777777" w:rsidR="00DC7196" w:rsidRPr="001C0CC4" w:rsidRDefault="00DC7196" w:rsidP="00DC7196">
            <w:pPr>
              <w:pStyle w:val="TAC"/>
            </w:pPr>
            <w:r w:rsidRPr="001C0CC4">
              <w:t>24</w:t>
            </w:r>
          </w:p>
        </w:tc>
      </w:tr>
      <w:tr w:rsidR="00DC7196" w:rsidRPr="001C0CC4" w14:paraId="5A8AC8A2"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1C6BC761" w14:textId="77777777" w:rsidR="00DC7196" w:rsidRPr="001C0CC4" w:rsidRDefault="00DC7196" w:rsidP="00DC7196">
            <w:pPr>
              <w:pStyle w:val="TAL"/>
              <w:rPr>
                <w:rFonts w:eastAsia="SimSun"/>
              </w:rPr>
            </w:pPr>
            <w:r w:rsidRPr="001C0CC4">
              <w:rPr>
                <w:rFonts w:eastAsia="SimSun"/>
              </w:rPr>
              <w:t>MCS Table for TBS determination</w:t>
            </w:r>
          </w:p>
        </w:tc>
        <w:tc>
          <w:tcPr>
            <w:tcW w:w="6828" w:type="dxa"/>
            <w:gridSpan w:val="9"/>
            <w:tcBorders>
              <w:top w:val="single" w:sz="4" w:space="0" w:color="auto"/>
              <w:left w:val="single" w:sz="4" w:space="0" w:color="auto"/>
              <w:bottom w:val="single" w:sz="4" w:space="0" w:color="auto"/>
              <w:right w:val="single" w:sz="4" w:space="0" w:color="auto"/>
            </w:tcBorders>
            <w:vAlign w:val="center"/>
          </w:tcPr>
          <w:p w14:paraId="6DCC8803" w14:textId="77777777" w:rsidR="00DC7196" w:rsidRPr="001C0CC4" w:rsidRDefault="00DC7196" w:rsidP="00DC7196">
            <w:pPr>
              <w:pStyle w:val="TAC"/>
            </w:pPr>
            <w:r w:rsidRPr="001C0CC4">
              <w:t>64QAM</w:t>
            </w:r>
          </w:p>
        </w:tc>
      </w:tr>
      <w:tr w:rsidR="00DC7196" w:rsidRPr="001C0CC4" w14:paraId="4969935B"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93FDE46" w14:textId="77777777" w:rsidR="00DC7196" w:rsidRPr="001C0CC4" w:rsidRDefault="00DC7196" w:rsidP="00DC7196">
            <w:pPr>
              <w:pStyle w:val="TAL"/>
              <w:rPr>
                <w:rFonts w:eastAsia="SimSun"/>
              </w:rPr>
            </w:pPr>
            <w:r w:rsidRPr="001C0CC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23EDABA"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059ED5D"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F3A975"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B8A879"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24104A"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91CD3C"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7B5548"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8386DF" w14:textId="77777777" w:rsidR="00DC7196" w:rsidRPr="001C0CC4" w:rsidRDefault="00DC7196" w:rsidP="00DC7196">
            <w:pPr>
              <w:pStyle w:val="TAC"/>
            </w:pPr>
            <w:r w:rsidRPr="001C0CC4">
              <w:t>64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D9D914" w14:textId="77777777" w:rsidR="00DC7196" w:rsidRPr="001C0CC4" w:rsidRDefault="00DC7196" w:rsidP="00DC7196">
            <w:pPr>
              <w:pStyle w:val="TAC"/>
            </w:pPr>
            <w:r w:rsidRPr="001C0CC4">
              <w:t>64 QAM</w:t>
            </w:r>
          </w:p>
        </w:tc>
      </w:tr>
      <w:tr w:rsidR="00DC7196" w:rsidRPr="001C0CC4" w14:paraId="214C18D5"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246E1A6" w14:textId="77777777" w:rsidR="00DC7196" w:rsidRPr="001C0CC4" w:rsidRDefault="00DC7196" w:rsidP="00DC7196">
            <w:pPr>
              <w:pStyle w:val="TAL"/>
              <w:rPr>
                <w:rFonts w:eastAsia="SimSun"/>
              </w:rPr>
            </w:pPr>
            <w:r w:rsidRPr="001C0CC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244B841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017E1BE"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3BF903"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CCAA68"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B20F62"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204CD89"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4DDDAD"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3E3F0B" w14:textId="77777777" w:rsidR="00DC7196" w:rsidRPr="001C0CC4" w:rsidRDefault="00DC7196" w:rsidP="00DC7196">
            <w:pPr>
              <w:pStyle w:val="TAC"/>
            </w:pPr>
            <w:r w:rsidRPr="001C0CC4">
              <w:t>3/4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0552F4" w14:textId="77777777" w:rsidR="00DC7196" w:rsidRPr="001C0CC4" w:rsidRDefault="00DC7196" w:rsidP="00DC7196">
            <w:pPr>
              <w:pStyle w:val="TAC"/>
            </w:pPr>
            <w:r w:rsidRPr="001C0CC4">
              <w:t>3/4</w:t>
            </w:r>
          </w:p>
        </w:tc>
      </w:tr>
      <w:tr w:rsidR="00DC7196" w:rsidRPr="001C0CC4" w14:paraId="399CD9B6"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617413" w14:textId="77777777" w:rsidR="00DC7196" w:rsidRPr="001C0CC4" w:rsidRDefault="00DC7196" w:rsidP="00DC7196">
            <w:pPr>
              <w:pStyle w:val="TAL"/>
              <w:rPr>
                <w:rFonts w:eastAsia="SimSun"/>
              </w:rPr>
            </w:pPr>
            <w:r w:rsidRPr="001C0CC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58AF05C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D7E378E"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261142"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71068B"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14B5D3"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902364"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AA6E9A"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61B110"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D25F3F" w14:textId="77777777" w:rsidR="00DC7196" w:rsidRPr="001C0CC4" w:rsidRDefault="00DC7196" w:rsidP="00DC7196">
            <w:pPr>
              <w:pStyle w:val="TAC"/>
            </w:pPr>
            <w:r w:rsidRPr="001C0CC4">
              <w:t>1</w:t>
            </w:r>
          </w:p>
        </w:tc>
      </w:tr>
      <w:tr w:rsidR="00DC7196" w:rsidRPr="001C0CC4" w14:paraId="704AB583" w14:textId="77777777" w:rsidTr="008C0D96">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158E79E" w14:textId="77777777" w:rsidR="00DC7196" w:rsidRPr="001C0CC4" w:rsidRDefault="00DC7196" w:rsidP="00DC7196">
            <w:pPr>
              <w:pStyle w:val="TAH"/>
              <w:rPr>
                <w:rFonts w:eastAsia="SimSun"/>
              </w:rPr>
            </w:pPr>
            <w:r w:rsidRPr="001C0CC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5ABA83B2"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05B21B3"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328A84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9CD1E09"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D06227A"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F657FAE"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3E01C7E"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7B1BEED"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8F669EF" w14:textId="77777777" w:rsidR="00DC7196" w:rsidRPr="001C0CC4" w:rsidRDefault="00DC7196" w:rsidP="00DC7196">
            <w:pPr>
              <w:pStyle w:val="TAC"/>
            </w:pPr>
          </w:p>
        </w:tc>
      </w:tr>
      <w:tr w:rsidR="00DC7196" w:rsidRPr="001C0CC4" w14:paraId="5D1776EE"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D224B90" w14:textId="77777777" w:rsidR="00DC7196" w:rsidRPr="001C0CC4" w:rsidRDefault="00DC7196" w:rsidP="00DC7196">
            <w:pPr>
              <w:pStyle w:val="TAL"/>
              <w:rPr>
                <w:rFonts w:eastAsia="SimSun"/>
              </w:rPr>
            </w:pPr>
            <w:r w:rsidRPr="001C0CC4">
              <w:rPr>
                <w:rFonts w:eastAsia="SimSun"/>
              </w:rPr>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7B9BF96"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BF7A31A"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638EC79"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D49122"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D0A184"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D10877"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3E89F6"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3F55D8"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CD1125" w14:textId="77777777" w:rsidR="00DC7196" w:rsidRPr="001C0CC4" w:rsidRDefault="00DC7196" w:rsidP="00DC7196">
            <w:pPr>
              <w:pStyle w:val="TAC"/>
            </w:pPr>
            <w:r w:rsidRPr="001C0CC4">
              <w:t>N/A</w:t>
            </w:r>
          </w:p>
        </w:tc>
      </w:tr>
      <w:tr w:rsidR="00DC7196" w:rsidRPr="001C0CC4" w14:paraId="38C19EF4"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83A7508" w14:textId="77777777" w:rsidR="00DC7196" w:rsidRPr="001C0CC4" w:rsidRDefault="00DC7196" w:rsidP="00DC7196">
            <w:pPr>
              <w:pStyle w:val="TAL"/>
              <w:rPr>
                <w:rFonts w:eastAsia="SimSun"/>
              </w:rPr>
            </w:pPr>
            <w:r w:rsidRPr="001C0CC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5A89551"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74FCFF" w14:textId="77777777" w:rsidR="00DC7196" w:rsidRPr="001C0CC4" w:rsidRDefault="00DC7196" w:rsidP="00DC7196">
            <w:pPr>
              <w:pStyle w:val="TAC"/>
            </w:pPr>
            <w:r w:rsidRPr="001C0CC4">
              <w:t>12296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1AA1CB" w14:textId="77777777" w:rsidR="00DC7196" w:rsidRPr="001C0CC4" w:rsidRDefault="00DC7196" w:rsidP="00DC7196">
            <w:pPr>
              <w:pStyle w:val="TAC"/>
            </w:pPr>
            <w:r w:rsidRPr="001C0CC4">
              <w:t>25608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BDDCCF" w14:textId="77777777" w:rsidR="00DC7196" w:rsidRPr="001C0CC4" w:rsidRDefault="00DC7196" w:rsidP="00DC7196">
            <w:pPr>
              <w:pStyle w:val="TAC"/>
            </w:pPr>
            <w:r w:rsidRPr="001C0CC4">
              <w:t>38936</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CCD8E6" w14:textId="77777777" w:rsidR="00DC7196" w:rsidRPr="001C0CC4" w:rsidRDefault="00DC7196" w:rsidP="00DC7196">
            <w:pPr>
              <w:pStyle w:val="TAC"/>
            </w:pPr>
            <w:r w:rsidRPr="001C0CC4">
              <w:t>52224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A9D861" w14:textId="77777777" w:rsidR="00DC7196" w:rsidRPr="001C0CC4" w:rsidRDefault="00DC7196" w:rsidP="00DC7196">
            <w:pPr>
              <w:pStyle w:val="TAC"/>
            </w:pPr>
            <w:r w:rsidRPr="001C0CC4">
              <w:t>64552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DEDF80" w14:textId="77777777" w:rsidR="00DC7196" w:rsidRPr="001C0CC4" w:rsidRDefault="00DC7196" w:rsidP="00DC7196">
            <w:pPr>
              <w:pStyle w:val="TAC"/>
            </w:pPr>
            <w:r w:rsidRPr="001C0CC4">
              <w:t>77896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30F850" w14:textId="77777777" w:rsidR="00DC7196" w:rsidRPr="001C0CC4" w:rsidRDefault="00DC7196" w:rsidP="00DC7196">
            <w:pPr>
              <w:pStyle w:val="TAC"/>
            </w:pPr>
            <w:r w:rsidRPr="001C0CC4">
              <w:t>106576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B2BB20" w14:textId="77777777" w:rsidR="00DC7196" w:rsidRPr="001C0CC4" w:rsidRDefault="00DC7196" w:rsidP="00DC7196">
            <w:pPr>
              <w:pStyle w:val="TAC"/>
            </w:pPr>
            <w:r w:rsidRPr="001C0CC4">
              <w:t>131176</w:t>
            </w:r>
          </w:p>
        </w:tc>
      </w:tr>
      <w:tr w:rsidR="00DC7196" w:rsidRPr="001C0CC4" w14:paraId="46DF4EAC"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6FBD8CB" w14:textId="77777777" w:rsidR="00DC7196" w:rsidRPr="001C0CC4" w:rsidRDefault="00DC7196" w:rsidP="00DC7196">
            <w:pPr>
              <w:pStyle w:val="TAL"/>
              <w:rPr>
                <w:rFonts w:eastAsia="SimSun"/>
              </w:rPr>
            </w:pPr>
            <w:r w:rsidRPr="001C0CC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6B8E200"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6DC2F662"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730C61"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AECBF7"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D39DC5"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585CA5"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E6E3C3"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BC5DB3"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6355CC" w14:textId="77777777" w:rsidR="00DC7196" w:rsidRPr="001C0CC4" w:rsidRDefault="00DC7196" w:rsidP="00DC7196">
            <w:pPr>
              <w:pStyle w:val="TAC"/>
            </w:pPr>
            <w:r w:rsidRPr="001C0CC4">
              <w:t>24</w:t>
            </w:r>
          </w:p>
        </w:tc>
      </w:tr>
      <w:tr w:rsidR="00DC7196" w:rsidRPr="001C0CC4" w14:paraId="0685D9C6"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FD9F4F9" w14:textId="77777777" w:rsidR="00DC7196" w:rsidRPr="001C0CC4" w:rsidRDefault="00DC7196" w:rsidP="00DC7196">
            <w:pPr>
              <w:pStyle w:val="TAL"/>
              <w:rPr>
                <w:rFonts w:eastAsia="SimSun"/>
              </w:rPr>
            </w:pPr>
            <w:r w:rsidRPr="001C0CC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6797E226"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8CBC902"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EB3F92"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F2A8D1"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433F88"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E90392"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3AD699"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478E43"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2982A5" w14:textId="77777777" w:rsidR="00DC7196" w:rsidRPr="001C0CC4" w:rsidRDefault="00DC7196" w:rsidP="00DC7196">
            <w:pPr>
              <w:pStyle w:val="TAC"/>
            </w:pPr>
            <w:r w:rsidRPr="001C0CC4">
              <w:t>1</w:t>
            </w:r>
          </w:p>
        </w:tc>
      </w:tr>
      <w:tr w:rsidR="00DC7196" w:rsidRPr="001C0CC4" w14:paraId="55383451"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8002EA3" w14:textId="77777777" w:rsidR="00DC7196" w:rsidRPr="001C0CC4" w:rsidRDefault="00DC7196" w:rsidP="00DC7196">
            <w:pPr>
              <w:pStyle w:val="TAH"/>
              <w:rPr>
                <w:rFonts w:eastAsia="SimSun"/>
              </w:rPr>
            </w:pPr>
            <w:r w:rsidRPr="001C0CC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A09F56A"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B18A0F4"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AE36205"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0342832"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BF6B97E"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336DA83"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A698ED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E9A5B66"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2B141DB" w14:textId="77777777" w:rsidR="00DC7196" w:rsidRPr="001C0CC4" w:rsidRDefault="00DC7196" w:rsidP="00DC7196">
            <w:pPr>
              <w:pStyle w:val="TAC"/>
            </w:pPr>
          </w:p>
        </w:tc>
      </w:tr>
      <w:tr w:rsidR="00DC7196" w:rsidRPr="001C0CC4" w14:paraId="37831B38"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83BE562" w14:textId="77777777" w:rsidR="00DC7196" w:rsidRPr="001C0CC4" w:rsidRDefault="00DC7196" w:rsidP="00DC7196">
            <w:pPr>
              <w:pStyle w:val="TAL"/>
              <w:rPr>
                <w:rFonts w:eastAsia="SimSun"/>
              </w:rPr>
            </w:pPr>
            <w:r w:rsidRPr="001C0CC4">
              <w:rPr>
                <w:rFonts w:eastAsia="SimSun"/>
              </w:rPr>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CDBD843" w14:textId="77777777" w:rsidR="00DC7196" w:rsidRPr="001C0CC4" w:rsidRDefault="00DC7196" w:rsidP="00DC7196">
            <w:pPr>
              <w:pStyle w:val="TAC"/>
            </w:pPr>
            <w:r w:rsidRPr="001C0CC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045F3F"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C6FD15"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E7D895"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46CB0AF"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C2FA46"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081AF6"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FF0670"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A6E3EE" w14:textId="77777777" w:rsidR="00DC7196" w:rsidRPr="001C0CC4" w:rsidRDefault="00DC7196" w:rsidP="00DC7196">
            <w:pPr>
              <w:pStyle w:val="TAC"/>
            </w:pPr>
            <w:r w:rsidRPr="001C0CC4">
              <w:t>N/A</w:t>
            </w:r>
          </w:p>
        </w:tc>
      </w:tr>
      <w:tr w:rsidR="00DC7196" w:rsidRPr="001C0CC4" w14:paraId="4413E0B2"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BB8138D" w14:textId="77777777" w:rsidR="00DC7196" w:rsidRPr="001C0CC4" w:rsidRDefault="00DC7196" w:rsidP="00DC7196">
            <w:pPr>
              <w:pStyle w:val="TAL"/>
              <w:rPr>
                <w:rFonts w:eastAsia="SimSun"/>
              </w:rPr>
            </w:pPr>
            <w:r w:rsidRPr="001C0CC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FD2EAC1" w14:textId="77777777" w:rsidR="00DC7196" w:rsidRPr="001C0CC4" w:rsidRDefault="00DC7196" w:rsidP="00DC7196">
            <w:pPr>
              <w:pStyle w:val="TAC"/>
            </w:pPr>
            <w:r w:rsidRPr="001C0CC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84C27B" w14:textId="77777777" w:rsidR="00DC7196" w:rsidRPr="001C0CC4" w:rsidRDefault="00DC7196" w:rsidP="00DC7196">
            <w:pPr>
              <w:pStyle w:val="TAC"/>
            </w:pPr>
            <w:r w:rsidRPr="001C0CC4">
              <w:t>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25D6C0" w14:textId="77777777" w:rsidR="00DC7196" w:rsidRPr="001C0CC4" w:rsidRDefault="00DC7196" w:rsidP="00DC7196">
            <w:pPr>
              <w:pStyle w:val="TAC"/>
            </w:pPr>
            <w:r w:rsidRPr="001C0CC4">
              <w:t>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7AC7D82" w14:textId="77777777" w:rsidR="00DC7196" w:rsidRPr="001C0CC4" w:rsidRDefault="00DC7196" w:rsidP="00DC7196">
            <w:pPr>
              <w:pStyle w:val="TAC"/>
            </w:pPr>
            <w:r w:rsidRPr="001C0CC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57C483" w14:textId="77777777" w:rsidR="00DC7196" w:rsidRPr="001C0CC4" w:rsidRDefault="00DC7196" w:rsidP="00DC7196">
            <w:pPr>
              <w:pStyle w:val="TAC"/>
            </w:pPr>
            <w:r w:rsidRPr="001C0CC4">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1A98BA" w14:textId="77777777" w:rsidR="00DC7196" w:rsidRPr="001C0CC4" w:rsidRDefault="00DC7196" w:rsidP="00DC7196">
            <w:pPr>
              <w:pStyle w:val="TAC"/>
            </w:pPr>
            <w:r w:rsidRPr="001C0CC4">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61E7D2" w14:textId="77777777" w:rsidR="00DC7196" w:rsidRPr="001C0CC4" w:rsidRDefault="00DC7196" w:rsidP="00DC7196">
            <w:pPr>
              <w:pStyle w:val="TAC"/>
            </w:pPr>
            <w:r w:rsidRPr="001C0CC4">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072B5F" w14:textId="77777777" w:rsidR="00DC7196" w:rsidRPr="001C0CC4" w:rsidRDefault="00DC7196" w:rsidP="00DC7196">
            <w:pPr>
              <w:pStyle w:val="TAC"/>
            </w:pPr>
            <w:r w:rsidRPr="001C0CC4">
              <w:t>13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17AB50" w14:textId="77777777" w:rsidR="00DC7196" w:rsidRPr="001C0CC4" w:rsidRDefault="00DC7196" w:rsidP="00DC7196">
            <w:pPr>
              <w:pStyle w:val="TAC"/>
            </w:pPr>
            <w:r w:rsidRPr="001C0CC4">
              <w:t>16</w:t>
            </w:r>
          </w:p>
        </w:tc>
      </w:tr>
      <w:tr w:rsidR="00DC7196" w:rsidRPr="001C0CC4" w14:paraId="6DED6DF3"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99FF530" w14:textId="77777777" w:rsidR="00DC7196" w:rsidRPr="001C0CC4" w:rsidRDefault="00DC7196" w:rsidP="00DC7196">
            <w:pPr>
              <w:pStyle w:val="TAH"/>
              <w:rPr>
                <w:rFonts w:eastAsia="SimSun"/>
              </w:rPr>
            </w:pPr>
            <w:r w:rsidRPr="001C0CC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88E1B3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EB5D7B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121EBDD"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D624956"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EA45018"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0A1791F"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DB049E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F1083EE"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7A206D9" w14:textId="77777777" w:rsidR="00DC7196" w:rsidRPr="001C0CC4" w:rsidRDefault="00DC7196" w:rsidP="00DC7196">
            <w:pPr>
              <w:pStyle w:val="TAC"/>
            </w:pPr>
          </w:p>
        </w:tc>
      </w:tr>
      <w:tr w:rsidR="00DC7196" w:rsidRPr="001C0CC4" w14:paraId="4ECC1089"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89FE92E" w14:textId="77777777" w:rsidR="00DC7196" w:rsidRPr="001C0CC4" w:rsidRDefault="00DC7196" w:rsidP="00DC7196">
            <w:pPr>
              <w:pStyle w:val="TAL"/>
              <w:rPr>
                <w:rFonts w:eastAsia="SimSun"/>
              </w:rPr>
            </w:pPr>
            <w:r w:rsidRPr="001C0CC4">
              <w:rPr>
                <w:rFonts w:eastAsia="SimSun"/>
              </w:rPr>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9C164C0"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42E7D3"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C46DD4"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B65899"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071C5B6"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7BAD90B"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62553A3"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06697C"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E0988A5" w14:textId="77777777" w:rsidR="00DC7196" w:rsidRPr="001C0CC4" w:rsidRDefault="00DC7196" w:rsidP="00DC7196">
            <w:pPr>
              <w:pStyle w:val="TAC"/>
            </w:pPr>
            <w:r w:rsidRPr="001C0CC4">
              <w:t>N/A</w:t>
            </w:r>
          </w:p>
        </w:tc>
      </w:tr>
      <w:tr w:rsidR="00DC7196" w:rsidRPr="001C0CC4" w14:paraId="07041C59" w14:textId="77777777" w:rsidTr="008C0D96">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A33582" w14:textId="77777777" w:rsidR="00DC7196" w:rsidRPr="001C0CC4" w:rsidRDefault="00DC7196" w:rsidP="00DC7196">
            <w:pPr>
              <w:pStyle w:val="TAL"/>
              <w:rPr>
                <w:rFonts w:eastAsia="SimSun"/>
              </w:rPr>
            </w:pPr>
            <w:r w:rsidRPr="001C0CC4">
              <w:rPr>
                <w:rFonts w:eastAsia="SimSun"/>
              </w:rPr>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148789E"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482EAC" w14:textId="77777777" w:rsidR="00DC7196" w:rsidRPr="001C0CC4" w:rsidRDefault="00DC7196" w:rsidP="00DC7196">
            <w:pPr>
              <w:pStyle w:val="TAC"/>
            </w:pPr>
            <w:r w:rsidRPr="001C0CC4">
              <w:t>16200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335E31" w14:textId="77777777" w:rsidR="00DC7196" w:rsidRPr="001C0CC4" w:rsidRDefault="00DC7196" w:rsidP="00DC7196">
            <w:pPr>
              <w:pStyle w:val="TAC"/>
            </w:pPr>
            <w:r w:rsidRPr="001C0CC4">
              <w:t>33696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B1523E" w14:textId="77777777" w:rsidR="00DC7196" w:rsidRPr="001C0CC4" w:rsidRDefault="00DC7196" w:rsidP="00DC7196">
            <w:pPr>
              <w:pStyle w:val="TAC"/>
            </w:pPr>
            <w:r w:rsidRPr="001C0CC4">
              <w:t>51192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AD098F" w14:textId="77777777" w:rsidR="00DC7196" w:rsidRPr="001C0CC4" w:rsidRDefault="00DC7196" w:rsidP="00DC7196">
            <w:pPr>
              <w:pStyle w:val="TAC"/>
            </w:pPr>
            <w:r w:rsidRPr="001C0CC4">
              <w:t>68688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754A882" w14:textId="77777777" w:rsidR="00DC7196" w:rsidRPr="001C0CC4" w:rsidRDefault="00DC7196" w:rsidP="00DC7196">
            <w:pPr>
              <w:pStyle w:val="TAC"/>
            </w:pPr>
            <w:r w:rsidRPr="001C0CC4">
              <w:t>86184</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D18348" w14:textId="77777777" w:rsidR="00DC7196" w:rsidRPr="001C0CC4" w:rsidRDefault="00DC7196" w:rsidP="00DC7196">
            <w:pPr>
              <w:pStyle w:val="TAC"/>
            </w:pPr>
            <w:r w:rsidRPr="001C0CC4">
              <w:t>103680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A624E4" w14:textId="77777777" w:rsidR="00DC7196" w:rsidRPr="001C0CC4" w:rsidRDefault="00DC7196" w:rsidP="00DC7196">
            <w:pPr>
              <w:pStyle w:val="TAC"/>
            </w:pPr>
            <w:r w:rsidRPr="001C0CC4">
              <w:t>139968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E22076" w14:textId="77777777" w:rsidR="00DC7196" w:rsidRPr="001C0CC4" w:rsidRDefault="00DC7196" w:rsidP="00DC7196">
            <w:pPr>
              <w:pStyle w:val="TAC"/>
            </w:pPr>
            <w:r w:rsidRPr="001C0CC4">
              <w:t>174960</w:t>
            </w:r>
          </w:p>
        </w:tc>
      </w:tr>
      <w:tr w:rsidR="00DC7196" w:rsidRPr="001C0CC4" w14:paraId="209A2B2A" w14:textId="77777777" w:rsidTr="008C0D96">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3C02EC4" w14:textId="77777777" w:rsidR="00DC7196" w:rsidRPr="001C0CC4" w:rsidRDefault="00DC7196" w:rsidP="00DC7196">
            <w:pPr>
              <w:pStyle w:val="TAL"/>
              <w:rPr>
                <w:rFonts w:eastAsia="SimSun"/>
              </w:rPr>
            </w:pPr>
            <w:r w:rsidRPr="001C0CC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ECEE407" w14:textId="77777777" w:rsidR="00DC7196" w:rsidRPr="001C0CC4" w:rsidRDefault="00DC7196" w:rsidP="00DC7196">
            <w:pPr>
              <w:pStyle w:val="TAC"/>
            </w:pPr>
            <w:r w:rsidRPr="001C0CC4">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220EBDAE" w14:textId="77777777" w:rsidR="00DC7196" w:rsidRPr="001C0CC4" w:rsidRDefault="00DC7196" w:rsidP="00DC7196">
            <w:pPr>
              <w:pStyle w:val="TAC"/>
            </w:pPr>
            <w:r w:rsidRPr="001C0CC4">
              <w:t>9.837</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8F8D96" w14:textId="77777777" w:rsidR="00DC7196" w:rsidRPr="001C0CC4" w:rsidRDefault="00DC7196" w:rsidP="00DC7196">
            <w:pPr>
              <w:pStyle w:val="TAC"/>
            </w:pPr>
            <w:r w:rsidRPr="001C0CC4">
              <w:t>20.486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377102" w14:textId="77777777" w:rsidR="00DC7196" w:rsidRPr="001C0CC4" w:rsidRDefault="00DC7196" w:rsidP="00DC7196">
            <w:pPr>
              <w:pStyle w:val="TAC"/>
            </w:pPr>
            <w:r w:rsidRPr="001C0CC4">
              <w:t>31.149</w:t>
            </w:r>
          </w:p>
        </w:tc>
        <w:tc>
          <w:tcPr>
            <w:tcW w:w="717" w:type="dxa"/>
            <w:tcBorders>
              <w:top w:val="single" w:sz="4" w:space="0" w:color="auto"/>
              <w:left w:val="single" w:sz="4" w:space="0" w:color="auto"/>
              <w:bottom w:val="single" w:sz="4" w:space="0" w:color="auto"/>
              <w:right w:val="single" w:sz="4" w:space="0" w:color="auto"/>
            </w:tcBorders>
            <w:vAlign w:val="center"/>
            <w:hideMark/>
          </w:tcPr>
          <w:p w14:paraId="49F73870" w14:textId="77777777" w:rsidR="00DC7196" w:rsidRPr="001C0CC4" w:rsidRDefault="00DC7196" w:rsidP="00DC7196">
            <w:pPr>
              <w:pStyle w:val="TAC"/>
            </w:pPr>
            <w:r w:rsidRPr="001C0CC4">
              <w:t>41.779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2C3CEAF1" w14:textId="77777777" w:rsidR="00DC7196" w:rsidRPr="001C0CC4" w:rsidRDefault="00DC7196" w:rsidP="00DC7196">
            <w:pPr>
              <w:pStyle w:val="TAC"/>
            </w:pPr>
            <w:r w:rsidRPr="001C0CC4">
              <w:t>51.642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0DF99E" w14:textId="77777777" w:rsidR="00DC7196" w:rsidRPr="001C0CC4" w:rsidRDefault="00DC7196" w:rsidP="00DC7196">
            <w:pPr>
              <w:pStyle w:val="TAC"/>
            </w:pPr>
            <w:r w:rsidRPr="001C0CC4">
              <w:t>62.317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2DE29E" w14:textId="77777777" w:rsidR="00DC7196" w:rsidRPr="001C0CC4" w:rsidRDefault="00DC7196" w:rsidP="00DC7196">
            <w:pPr>
              <w:pStyle w:val="TAC"/>
            </w:pPr>
            <w:r w:rsidRPr="001C0CC4">
              <w:t>85.261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A5B6E0F" w14:textId="77777777" w:rsidR="00DC7196" w:rsidRPr="001C0CC4" w:rsidRDefault="00DC7196" w:rsidP="00DC7196">
            <w:pPr>
              <w:pStyle w:val="TAC"/>
            </w:pPr>
            <w:r w:rsidRPr="001C0CC4">
              <w:t>104.941</w:t>
            </w:r>
          </w:p>
        </w:tc>
      </w:tr>
      <w:tr w:rsidR="00DC7196" w:rsidRPr="001C0CC4" w14:paraId="18BC8515" w14:textId="77777777" w:rsidTr="008C0D96">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5576AB85" w14:textId="77777777" w:rsidR="00DC7196" w:rsidRPr="001C0CC4" w:rsidRDefault="00DC7196" w:rsidP="00DC7196">
            <w:pPr>
              <w:pStyle w:val="TAN"/>
            </w:pPr>
            <w:r w:rsidRPr="001C0CC4">
              <w:t>NOTE 1:</w:t>
            </w:r>
            <w:r w:rsidRPr="001C0CC4">
              <w:tab/>
              <w:t>Additional parameters are specified in Table A.3.1-1 and Table A.3.2.1-1.</w:t>
            </w:r>
          </w:p>
          <w:p w14:paraId="449EEF2C"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204A4D5E" w14:textId="77777777" w:rsidR="00DC7196" w:rsidRPr="001C0CC4" w:rsidRDefault="00DC7196" w:rsidP="00DC7196">
            <w:pPr>
              <w:pStyle w:val="TAN"/>
            </w:pPr>
            <w:r w:rsidRPr="001C0CC4">
              <w:t>NOTE 3:</w:t>
            </w:r>
            <w:r w:rsidRPr="001C0CC4">
              <w:tab/>
              <w:t>SS/PBCH block is transmitted in slot 0 of each frame</w:t>
            </w:r>
          </w:p>
          <w:p w14:paraId="5D86D594" w14:textId="77777777" w:rsidR="00DC7196" w:rsidRPr="001C0CC4" w:rsidRDefault="00DC7196" w:rsidP="00DC7196">
            <w:pPr>
              <w:pStyle w:val="TAN"/>
              <w:rPr>
                <w:sz w:val="16"/>
                <w:szCs w:val="16"/>
                <w:lang w:val="en-US"/>
              </w:rPr>
            </w:pPr>
            <w:r w:rsidRPr="001C0CC4">
              <w:rPr>
                <w:lang w:val="en-US"/>
              </w:rPr>
              <w:t>NOTE 4:</w:t>
            </w:r>
            <w:r w:rsidRPr="001C0CC4">
              <w:tab/>
            </w:r>
            <w:r w:rsidRPr="001C0CC4">
              <w:rPr>
                <w:lang w:val="en-US"/>
              </w:rPr>
              <w:t>Slot i is slot index per frame</w:t>
            </w:r>
          </w:p>
        </w:tc>
      </w:tr>
    </w:tbl>
    <w:p w14:paraId="134A22D7" w14:textId="77777777" w:rsidR="00DC7196" w:rsidRPr="001C0CC4" w:rsidRDefault="00DC7196" w:rsidP="00DC7196">
      <w:pPr>
        <w:rPr>
          <w:lang w:val="en-US" w:eastAsia="zh-CN"/>
        </w:rPr>
      </w:pPr>
    </w:p>
    <w:p w14:paraId="1E274C07" w14:textId="77777777" w:rsidR="00DC7196" w:rsidRPr="001C0CC4" w:rsidRDefault="00DC7196" w:rsidP="00DC7196">
      <w:pPr>
        <w:rPr>
          <w:lang w:eastAsia="zh-CN"/>
        </w:rPr>
      </w:pPr>
    </w:p>
    <w:p w14:paraId="649C6BAD" w14:textId="77777777" w:rsidR="00DC7196" w:rsidRPr="001C0CC4" w:rsidRDefault="00DC7196" w:rsidP="00DC7196">
      <w:pPr>
        <w:keepNext/>
        <w:keepLines/>
        <w:spacing w:before="60"/>
        <w:jc w:val="center"/>
        <w:rPr>
          <w:rFonts w:ascii="Arial" w:hAnsi="Arial"/>
          <w:b/>
        </w:rPr>
        <w:sectPr w:rsidR="00DC7196" w:rsidRPr="001C0CC4" w:rsidSect="00D66CF7">
          <w:footnotePr>
            <w:numRestart w:val="eachSect"/>
          </w:footnotePr>
          <w:pgSz w:w="11907" w:h="16840" w:code="9"/>
          <w:pgMar w:top="1416" w:right="1133" w:bottom="1133" w:left="1133" w:header="850" w:footer="340" w:gutter="0"/>
          <w:cols w:space="720"/>
          <w:formProt w:val="0"/>
          <w:docGrid w:linePitch="272"/>
        </w:sectPr>
      </w:pPr>
    </w:p>
    <w:p w14:paraId="5FDBC275" w14:textId="77777777" w:rsidR="00DC7196" w:rsidRPr="001C0CC4" w:rsidRDefault="00DC7196" w:rsidP="00DC7196">
      <w:pPr>
        <w:pStyle w:val="TH"/>
        <w:rPr>
          <w:b w:val="0"/>
        </w:rPr>
      </w:pPr>
      <w:r w:rsidRPr="001C0CC4">
        <w:t>Table A.3.2.3-2 Fixed reference channel for maximum input level receiver requirements (SCS 30 kHz, FDD, 64QAM)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DC7196" w:rsidRPr="001C0CC4" w14:paraId="4193711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CBFF0F4" w14:textId="77777777" w:rsidR="00DC7196" w:rsidRPr="001C0CC4" w:rsidRDefault="00DC7196" w:rsidP="00DC7196">
            <w:pPr>
              <w:pStyle w:val="TAH"/>
              <w:rPr>
                <w:b w:val="0"/>
              </w:rPr>
            </w:pPr>
            <w:r w:rsidRPr="001C0CC4">
              <w:t>Parameter</w:t>
            </w:r>
          </w:p>
        </w:tc>
        <w:tc>
          <w:tcPr>
            <w:tcW w:w="1092" w:type="dxa"/>
            <w:tcBorders>
              <w:top w:val="single" w:sz="4" w:space="0" w:color="auto"/>
              <w:left w:val="single" w:sz="4" w:space="0" w:color="auto"/>
              <w:bottom w:val="single" w:sz="4" w:space="0" w:color="auto"/>
              <w:right w:val="single" w:sz="4" w:space="0" w:color="auto"/>
            </w:tcBorders>
            <w:hideMark/>
          </w:tcPr>
          <w:p w14:paraId="3A8B6A14" w14:textId="77777777" w:rsidR="00DC7196" w:rsidRPr="001C0CC4" w:rsidRDefault="00DC7196" w:rsidP="00DC7196">
            <w:pPr>
              <w:pStyle w:val="TAH"/>
              <w:rPr>
                <w:b w:val="0"/>
              </w:rPr>
            </w:pPr>
            <w:r w:rsidRPr="001C0CC4">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117145E7" w14:textId="77777777" w:rsidR="00DC7196" w:rsidRPr="001C0CC4" w:rsidRDefault="00DC7196" w:rsidP="00DC7196">
            <w:pPr>
              <w:pStyle w:val="TAH"/>
              <w:rPr>
                <w:b w:val="0"/>
              </w:rPr>
            </w:pPr>
            <w:r w:rsidRPr="001C0CC4">
              <w:t>Value</w:t>
            </w:r>
          </w:p>
        </w:tc>
      </w:tr>
      <w:tr w:rsidR="00DC7196" w:rsidRPr="001C0CC4" w14:paraId="54B44AD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065F504" w14:textId="77777777" w:rsidR="00DC7196" w:rsidRPr="001C0CC4" w:rsidRDefault="00DC7196" w:rsidP="00DC7196">
            <w:pPr>
              <w:pStyle w:val="TAH"/>
              <w:rPr>
                <w:rFonts w:eastAsia="SimSun"/>
              </w:rPr>
            </w:pPr>
            <w:r w:rsidRPr="001C0CC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27571BE" w14:textId="77777777" w:rsidR="00DC7196" w:rsidRPr="001C0CC4" w:rsidRDefault="00DC7196" w:rsidP="00DC7196">
            <w:pPr>
              <w:pStyle w:val="TAH"/>
            </w:pPr>
            <w:r w:rsidRPr="001C0CC4">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997751" w14:textId="77777777" w:rsidR="00DC7196" w:rsidRPr="001C0CC4" w:rsidRDefault="00DC7196" w:rsidP="00DC7196">
            <w:pPr>
              <w:pStyle w:val="TAH"/>
            </w:pPr>
            <w:r w:rsidRPr="001C0CC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832A7B" w14:textId="77777777" w:rsidR="00DC7196" w:rsidRPr="001C0CC4" w:rsidRDefault="00DC7196" w:rsidP="00DC7196">
            <w:pPr>
              <w:pStyle w:val="TAH"/>
            </w:pPr>
            <w:r w:rsidRPr="001C0CC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01722C" w14:textId="77777777" w:rsidR="00DC7196" w:rsidRPr="001C0CC4" w:rsidRDefault="00DC7196" w:rsidP="00DC7196">
            <w:pPr>
              <w:pStyle w:val="TAH"/>
            </w:pPr>
            <w:r w:rsidRPr="001C0CC4">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85D263" w14:textId="77777777" w:rsidR="00DC7196" w:rsidRPr="001C0CC4" w:rsidRDefault="00DC7196" w:rsidP="00DC7196">
            <w:pPr>
              <w:pStyle w:val="TAH"/>
            </w:pPr>
            <w:r w:rsidRPr="001C0CC4">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E4DB16" w14:textId="77777777" w:rsidR="00DC7196" w:rsidRPr="001C0CC4" w:rsidRDefault="00DC7196" w:rsidP="00DC7196">
            <w:pPr>
              <w:pStyle w:val="TAH"/>
            </w:pPr>
            <w:r w:rsidRPr="001C0CC4">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B59A89" w14:textId="77777777" w:rsidR="00DC7196" w:rsidRPr="001C0CC4" w:rsidRDefault="00DC7196" w:rsidP="00DC7196">
            <w:pPr>
              <w:pStyle w:val="TAH"/>
            </w:pPr>
            <w:r w:rsidRPr="001C0CC4">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F62E72" w14:textId="77777777" w:rsidR="00DC7196" w:rsidRPr="001C0CC4" w:rsidRDefault="00DC7196" w:rsidP="00DC7196">
            <w:pPr>
              <w:pStyle w:val="TAH"/>
            </w:pPr>
            <w:r w:rsidRPr="001C0CC4">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60997D" w14:textId="77777777" w:rsidR="00DC7196" w:rsidRPr="001C0CC4" w:rsidRDefault="00DC7196" w:rsidP="00DC7196">
            <w:pPr>
              <w:pStyle w:val="TAH"/>
            </w:pPr>
            <w:r w:rsidRPr="001C0CC4">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ED3496" w14:textId="77777777" w:rsidR="00DC7196" w:rsidRPr="001C0CC4" w:rsidRDefault="00DC7196" w:rsidP="00DC7196">
            <w:pPr>
              <w:pStyle w:val="TAH"/>
            </w:pPr>
            <w:r w:rsidRPr="001C0CC4">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075914" w14:textId="77777777" w:rsidR="00DC7196" w:rsidRPr="001C0CC4" w:rsidRDefault="00DC7196" w:rsidP="00DC7196">
            <w:pPr>
              <w:pStyle w:val="TAH"/>
            </w:pPr>
            <w:r w:rsidRPr="001C0CC4">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F10E09" w14:textId="77777777" w:rsidR="00DC7196" w:rsidRPr="001C0CC4" w:rsidRDefault="00DC7196" w:rsidP="00DC7196">
            <w:pPr>
              <w:pStyle w:val="TAH"/>
            </w:pPr>
            <w:r w:rsidRPr="001C0CC4">
              <w:t>100</w:t>
            </w:r>
          </w:p>
        </w:tc>
      </w:tr>
      <w:tr w:rsidR="00DC7196" w:rsidRPr="001C0CC4" w14:paraId="77F1A7C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3A7A5DF" w14:textId="77777777" w:rsidR="00DC7196" w:rsidRPr="001C0CC4" w:rsidRDefault="00DC7196" w:rsidP="00DC7196">
            <w:pPr>
              <w:pStyle w:val="TAL"/>
              <w:rPr>
                <w:rFonts w:eastAsia="SimSun"/>
              </w:rPr>
            </w:pPr>
            <w:r w:rsidRPr="001C0CC4">
              <w:rPr>
                <w:rFonts w:eastAsia="SimSun"/>
              </w:rPr>
              <w:t xml:space="preserve">Subcarrier spacing configuration </w:t>
            </w:r>
            <w:r w:rsidRPr="001C0CC4">
              <w:rPr>
                <w:rFonts w:eastAsia="SimSun"/>
              </w:rPr>
              <w:object w:dxaOrig="230" w:dyaOrig="250" w14:anchorId="3584996D">
                <v:shape id="_x0000_i1028" type="#_x0000_t75" style="width:17.35pt;height:19.3pt" o:ole="">
                  <v:imagedata r:id="rId11" o:title=""/>
                </v:shape>
                <o:OLEObject Type="Embed" ProgID="Equation.3" ShapeID="_x0000_i1028" DrawAspect="Content" ObjectID="_1734986595" r:id="rId16"/>
              </w:object>
            </w:r>
          </w:p>
        </w:tc>
        <w:tc>
          <w:tcPr>
            <w:tcW w:w="1092" w:type="dxa"/>
            <w:tcBorders>
              <w:top w:val="single" w:sz="4" w:space="0" w:color="auto"/>
              <w:left w:val="single" w:sz="4" w:space="0" w:color="auto"/>
              <w:bottom w:val="single" w:sz="4" w:space="0" w:color="auto"/>
              <w:right w:val="single" w:sz="4" w:space="0" w:color="auto"/>
            </w:tcBorders>
            <w:vAlign w:val="center"/>
          </w:tcPr>
          <w:p w14:paraId="56D4BB9F"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3A2EB314"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C98EAD2"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754AF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CA977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20811F"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067B02"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A9DDD0"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AF1F20"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49C8B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CA525BC"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A58BD0" w14:textId="77777777" w:rsidR="00DC7196" w:rsidRPr="001C0CC4" w:rsidRDefault="00DC7196" w:rsidP="00DC7196">
            <w:pPr>
              <w:pStyle w:val="TAC"/>
            </w:pPr>
            <w:r w:rsidRPr="001C0CC4">
              <w:t>1</w:t>
            </w:r>
          </w:p>
        </w:tc>
      </w:tr>
      <w:tr w:rsidR="00DC7196" w:rsidRPr="001C0CC4" w14:paraId="06B85C4D"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CBDF80D" w14:textId="77777777" w:rsidR="00DC7196" w:rsidRPr="001C0CC4" w:rsidRDefault="00DC7196" w:rsidP="00DC7196">
            <w:pPr>
              <w:pStyle w:val="TAL"/>
              <w:rPr>
                <w:rFonts w:eastAsia="SimSun"/>
              </w:rPr>
            </w:pPr>
            <w:r w:rsidRPr="001C0CC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6EE1C94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6F3E90F" w14:textId="77777777" w:rsidR="00DC7196" w:rsidRPr="001C0CC4" w:rsidRDefault="00DC7196" w:rsidP="00DC7196">
            <w:pPr>
              <w:pStyle w:val="TAC"/>
            </w:pPr>
            <w:r w:rsidRPr="001C0CC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40C1E3"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5AE858" w14:textId="77777777" w:rsidR="00DC7196" w:rsidRPr="001C0CC4" w:rsidRDefault="00DC7196" w:rsidP="00DC7196">
            <w:pPr>
              <w:pStyle w:val="TAC"/>
            </w:pPr>
            <w:r w:rsidRPr="001C0CC4">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9071BA" w14:textId="77777777" w:rsidR="00DC7196" w:rsidRPr="001C0CC4" w:rsidRDefault="00DC7196" w:rsidP="00DC7196">
            <w:pPr>
              <w:pStyle w:val="TAC"/>
            </w:pPr>
            <w:r w:rsidRPr="001C0CC4">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67CCDA" w14:textId="77777777" w:rsidR="00DC7196" w:rsidRPr="001C0CC4" w:rsidRDefault="00DC7196" w:rsidP="00DC7196">
            <w:pPr>
              <w:pStyle w:val="TAC"/>
            </w:pPr>
            <w:r w:rsidRPr="001C0CC4">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2AB0B3" w14:textId="77777777" w:rsidR="00DC7196" w:rsidRPr="001C0CC4" w:rsidRDefault="00DC7196" w:rsidP="00DC7196">
            <w:pPr>
              <w:pStyle w:val="TAC"/>
            </w:pPr>
            <w:r w:rsidRPr="001C0CC4">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C96CEA" w14:textId="77777777" w:rsidR="00DC7196" w:rsidRPr="001C0CC4" w:rsidRDefault="00DC7196" w:rsidP="00DC7196">
            <w:pPr>
              <w:pStyle w:val="TAC"/>
            </w:pPr>
            <w:r w:rsidRPr="001C0CC4">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641516" w14:textId="77777777" w:rsidR="00DC7196" w:rsidRPr="001C0CC4" w:rsidRDefault="00DC7196" w:rsidP="00DC7196">
            <w:pPr>
              <w:pStyle w:val="TAC"/>
            </w:pPr>
            <w:r w:rsidRPr="001C0CC4">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89E327" w14:textId="77777777" w:rsidR="00DC7196" w:rsidRPr="001C0CC4" w:rsidRDefault="00DC7196" w:rsidP="00DC7196">
            <w:pPr>
              <w:pStyle w:val="TAC"/>
            </w:pPr>
            <w:r w:rsidRPr="001C0CC4">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DC3A3E" w14:textId="77777777" w:rsidR="00DC7196" w:rsidRPr="001C0CC4" w:rsidRDefault="00DC7196" w:rsidP="00DC7196">
            <w:pPr>
              <w:pStyle w:val="TAC"/>
            </w:pPr>
            <w:r w:rsidRPr="001C0CC4">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B325A8" w14:textId="77777777" w:rsidR="00DC7196" w:rsidRPr="001C0CC4" w:rsidRDefault="00DC7196" w:rsidP="00DC7196">
            <w:pPr>
              <w:pStyle w:val="TAC"/>
            </w:pPr>
            <w:r w:rsidRPr="001C0CC4">
              <w:t>273</w:t>
            </w:r>
          </w:p>
        </w:tc>
      </w:tr>
      <w:tr w:rsidR="00DC7196" w:rsidRPr="001C0CC4" w14:paraId="328E7F6C"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9B9A746" w14:textId="77777777" w:rsidR="00DC7196" w:rsidRPr="001C0CC4" w:rsidRDefault="00DC7196" w:rsidP="00DC7196">
            <w:pPr>
              <w:pStyle w:val="TAL"/>
              <w:rPr>
                <w:rFonts w:eastAsia="SimSun"/>
              </w:rPr>
            </w:pPr>
            <w:r w:rsidRPr="001C0CC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1253163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8878057"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534CF8"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BC84E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42B42F"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074000"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2EFA11"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3C559D"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AD3030"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1E9E91"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B607B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5254DD" w14:textId="77777777" w:rsidR="00DC7196" w:rsidRPr="001C0CC4" w:rsidRDefault="00DC7196" w:rsidP="00DC7196">
            <w:pPr>
              <w:pStyle w:val="TAC"/>
            </w:pPr>
            <w:r w:rsidRPr="001C0CC4">
              <w:t>12</w:t>
            </w:r>
          </w:p>
        </w:tc>
      </w:tr>
      <w:tr w:rsidR="00DC335E" w:rsidRPr="001C0CC4" w14:paraId="1BC4FFD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FBB239C" w14:textId="77777777" w:rsidR="00DC335E" w:rsidRPr="001C0CC4" w:rsidRDefault="00DC335E" w:rsidP="00DC335E">
            <w:pPr>
              <w:pStyle w:val="TAL"/>
              <w:rPr>
                <w:rFonts w:eastAsia="SimSun"/>
              </w:rPr>
            </w:pPr>
            <w:r w:rsidRPr="001C0CC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6951D530" w14:textId="77777777" w:rsidR="00DC335E" w:rsidRPr="001C0CC4" w:rsidRDefault="00DC335E" w:rsidP="00DC335E">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36C7127" w14:textId="2D59F379"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3D890E" w14:textId="6EDE29EB"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BFDE83" w14:textId="5BFB08B7"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C82E52" w14:textId="488A477F"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A5B464" w14:textId="7BE5A601"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062770" w14:textId="341E7085"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23B5A0" w14:textId="0ECF7769"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FB8EF8" w14:textId="4824A97F"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A8A3C0" w14:textId="41874960"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9EC68D" w14:textId="7E16B25A" w:rsidR="00DC335E" w:rsidRPr="001C0CC4" w:rsidRDefault="00DC335E" w:rsidP="00DC335E">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340C34" w14:textId="47C515AA" w:rsidR="00DC335E" w:rsidRPr="001C0CC4" w:rsidRDefault="00DC335E" w:rsidP="00DC335E">
            <w:pPr>
              <w:pStyle w:val="TAC"/>
            </w:pPr>
            <w:r>
              <w:t>17</w:t>
            </w:r>
          </w:p>
        </w:tc>
      </w:tr>
      <w:tr w:rsidR="00DC7196" w:rsidRPr="001C0CC4" w14:paraId="1BCB530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F975928" w14:textId="77777777" w:rsidR="00DC7196" w:rsidRPr="001C0CC4" w:rsidRDefault="00DC7196" w:rsidP="00DC7196">
            <w:pPr>
              <w:pStyle w:val="TAL"/>
              <w:rPr>
                <w:rFonts w:eastAsia="SimSun"/>
              </w:rPr>
            </w:pPr>
            <w:r w:rsidRPr="001C0CC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C443803"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02594E6"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CDEBCF"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2DC3D24"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22673F"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DF9535"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6BEA5E"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0B095E"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73203B"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A86367"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FA5CCE"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C72460" w14:textId="77777777" w:rsidR="00DC7196" w:rsidRPr="001C0CC4" w:rsidRDefault="00DC7196" w:rsidP="00DC7196">
            <w:pPr>
              <w:pStyle w:val="TAC"/>
            </w:pPr>
            <w:r w:rsidRPr="001C0CC4">
              <w:t>24</w:t>
            </w:r>
          </w:p>
        </w:tc>
      </w:tr>
      <w:tr w:rsidR="00DC7196" w:rsidRPr="001C0CC4" w14:paraId="06A4E98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623D6A24" w14:textId="77777777" w:rsidR="00DC7196" w:rsidRPr="001C0CC4" w:rsidRDefault="00DC7196" w:rsidP="00DC7196">
            <w:pPr>
              <w:pStyle w:val="TAL"/>
              <w:rPr>
                <w:rFonts w:eastAsia="SimSun"/>
              </w:rPr>
            </w:pPr>
            <w:r w:rsidRPr="001C0CC4">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691DDA2A" w14:textId="77777777" w:rsidR="00DC7196" w:rsidRPr="001C0CC4" w:rsidRDefault="00DC7196" w:rsidP="00DC7196">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39477D76" w14:textId="77777777" w:rsidR="00DC7196" w:rsidRPr="001C0CC4" w:rsidRDefault="00DC7196" w:rsidP="00DC7196">
            <w:pPr>
              <w:pStyle w:val="TAC"/>
            </w:pPr>
            <w:r w:rsidRPr="001C0CC4">
              <w:t>64QAM</w:t>
            </w:r>
          </w:p>
        </w:tc>
      </w:tr>
      <w:tr w:rsidR="00DC7196" w:rsidRPr="001C0CC4" w14:paraId="0B44513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FA02C85" w14:textId="77777777" w:rsidR="00DC7196" w:rsidRPr="001C0CC4" w:rsidRDefault="00DC7196" w:rsidP="00DC7196">
            <w:pPr>
              <w:pStyle w:val="TAL"/>
              <w:rPr>
                <w:rFonts w:eastAsia="SimSun"/>
              </w:rPr>
            </w:pPr>
            <w:r w:rsidRPr="001C0CC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3ED8DEE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0EC3609"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E1C340"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0C28C6"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84E216"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E23BA3"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16A74B"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1CC23D"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545767"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07AA01EF"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18D670" w14:textId="77777777" w:rsidR="00DC7196" w:rsidRPr="001C0CC4" w:rsidRDefault="00DC7196" w:rsidP="00DC7196">
            <w:pPr>
              <w:pStyle w:val="TAC"/>
            </w:pPr>
            <w:r w:rsidRPr="001C0CC4">
              <w:t>64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3E74B65" w14:textId="77777777" w:rsidR="00DC7196" w:rsidRPr="001C0CC4" w:rsidRDefault="00DC7196" w:rsidP="00DC7196">
            <w:pPr>
              <w:pStyle w:val="TAC"/>
            </w:pPr>
            <w:r w:rsidRPr="001C0CC4">
              <w:t>64 QAM</w:t>
            </w:r>
          </w:p>
        </w:tc>
      </w:tr>
      <w:tr w:rsidR="00DC7196" w:rsidRPr="001C0CC4" w14:paraId="29C14953"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6EB5CB4" w14:textId="77777777" w:rsidR="00DC7196" w:rsidRPr="001C0CC4" w:rsidRDefault="00DC7196" w:rsidP="00DC7196">
            <w:pPr>
              <w:pStyle w:val="TAL"/>
              <w:rPr>
                <w:rFonts w:eastAsia="SimSun"/>
              </w:rPr>
            </w:pPr>
            <w:r w:rsidRPr="001C0CC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1E503D0F"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7432FDC"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8FC25F"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2079E0"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F04529"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9A3E57"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56609A"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C4DB59"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1FB24A"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0762E6"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569FD3A" w14:textId="77777777" w:rsidR="00DC7196" w:rsidRPr="001C0CC4" w:rsidRDefault="00DC7196" w:rsidP="00DC7196">
            <w:pPr>
              <w:pStyle w:val="TAC"/>
            </w:pPr>
            <w:r w:rsidRPr="001C0CC4">
              <w:t>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2482F9" w14:textId="77777777" w:rsidR="00DC7196" w:rsidRPr="001C0CC4" w:rsidRDefault="00DC7196" w:rsidP="00DC7196">
            <w:pPr>
              <w:pStyle w:val="TAC"/>
            </w:pPr>
            <w:r w:rsidRPr="001C0CC4">
              <w:t>3/4</w:t>
            </w:r>
          </w:p>
        </w:tc>
      </w:tr>
      <w:tr w:rsidR="00DC7196" w:rsidRPr="001C0CC4" w14:paraId="594235CF"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726B7D6" w14:textId="77777777" w:rsidR="00DC7196" w:rsidRPr="001C0CC4" w:rsidRDefault="00DC7196" w:rsidP="00DC7196">
            <w:pPr>
              <w:pStyle w:val="TAL"/>
              <w:rPr>
                <w:rFonts w:eastAsia="SimSun"/>
              </w:rPr>
            </w:pPr>
            <w:r w:rsidRPr="001C0CC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23677FE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4A2C82A"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E5C7C8"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2DF2F0"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CDAC43"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5686B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7A13FB"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5D82A9"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96A7E9D"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88121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2BF4D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5DDF0A" w14:textId="77777777" w:rsidR="00DC7196" w:rsidRPr="001C0CC4" w:rsidRDefault="00DC7196" w:rsidP="00DC7196">
            <w:pPr>
              <w:pStyle w:val="TAC"/>
            </w:pPr>
            <w:r w:rsidRPr="001C0CC4">
              <w:t>1</w:t>
            </w:r>
          </w:p>
        </w:tc>
      </w:tr>
      <w:tr w:rsidR="00DC7196" w:rsidRPr="001C0CC4" w14:paraId="374742B2"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C17225C" w14:textId="77777777" w:rsidR="00DC7196" w:rsidRPr="001C0CC4" w:rsidRDefault="00DC7196" w:rsidP="00DC7196">
            <w:pPr>
              <w:pStyle w:val="TAH"/>
              <w:rPr>
                <w:rFonts w:eastAsia="SimSun"/>
              </w:rPr>
            </w:pPr>
            <w:r w:rsidRPr="001C0CC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7E8E0D4B"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AA0E95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A24621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0D3914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F7A1083"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8D84DC0"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D2BA8A0"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EF0CEEE"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73F3AE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FC3A3D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F70FC25"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C85E24B" w14:textId="77777777" w:rsidR="00DC7196" w:rsidRPr="001C0CC4" w:rsidRDefault="00DC7196" w:rsidP="00DC7196">
            <w:pPr>
              <w:pStyle w:val="TAC"/>
            </w:pPr>
          </w:p>
        </w:tc>
      </w:tr>
      <w:tr w:rsidR="00DC7196" w:rsidRPr="001C0CC4" w14:paraId="6A4BD17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3D66C6C" w14:textId="77777777" w:rsidR="00DC7196" w:rsidRPr="001C0CC4" w:rsidRDefault="00DC7196" w:rsidP="00DC7196">
            <w:pPr>
              <w:pStyle w:val="TAL"/>
              <w:rPr>
                <w:rFonts w:eastAsia="SimSun"/>
              </w:rPr>
            </w:pPr>
            <w:r w:rsidRPr="001C0CC4">
              <w:rPr>
                <w:rFonts w:eastAsia="SimSun"/>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40A4933"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A6D47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318FC7"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65A82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EF9D8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7A3B73"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477FA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F9BB9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D9F0625"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BB954E"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F5B9F5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8FC8374" w14:textId="77777777" w:rsidR="00DC7196" w:rsidRPr="001C0CC4" w:rsidRDefault="00DC7196" w:rsidP="00DC7196">
            <w:pPr>
              <w:pStyle w:val="TAC"/>
            </w:pPr>
            <w:r w:rsidRPr="001C0CC4">
              <w:t>N/A</w:t>
            </w:r>
          </w:p>
        </w:tc>
      </w:tr>
      <w:tr w:rsidR="00DC7196" w:rsidRPr="001C0CC4" w14:paraId="5145214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9B03B70" w14:textId="77777777" w:rsidR="00DC7196" w:rsidRPr="001C0CC4" w:rsidRDefault="00DC7196" w:rsidP="00DC7196">
            <w:pPr>
              <w:pStyle w:val="TAL"/>
              <w:rPr>
                <w:rFonts w:eastAsia="SimSun"/>
              </w:rPr>
            </w:pPr>
            <w:r w:rsidRPr="001C0CC4">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8E53D22"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672E87" w14:textId="77777777" w:rsidR="00DC7196" w:rsidRPr="001C0CC4" w:rsidRDefault="00DC7196" w:rsidP="00DC7196">
            <w:pPr>
              <w:pStyle w:val="TAC"/>
            </w:pPr>
            <w:r w:rsidRPr="001C0CC4">
              <w:t>5376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A70972E" w14:textId="77777777" w:rsidR="00DC7196" w:rsidRPr="001C0CC4" w:rsidRDefault="00DC7196" w:rsidP="00DC7196">
            <w:pPr>
              <w:pStyle w:val="TAC"/>
            </w:pPr>
            <w:r w:rsidRPr="001C0CC4">
              <w:t>11784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64AB02" w14:textId="77777777" w:rsidR="00DC7196" w:rsidRPr="001C0CC4" w:rsidRDefault="00DC7196" w:rsidP="00DC7196">
            <w:pPr>
              <w:pStyle w:val="TAC"/>
            </w:pPr>
            <w:r w:rsidRPr="001C0CC4">
              <w:t>18432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0149C4" w14:textId="77777777" w:rsidR="00DC7196" w:rsidRPr="001C0CC4" w:rsidRDefault="00DC7196" w:rsidP="00DC7196">
            <w:pPr>
              <w:pStyle w:val="TAC"/>
            </w:pPr>
            <w:r w:rsidRPr="001C0CC4">
              <w:t>25104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77961B" w14:textId="77777777" w:rsidR="00DC7196" w:rsidRPr="001C0CC4" w:rsidRDefault="00DC7196" w:rsidP="00DC7196">
            <w:pPr>
              <w:pStyle w:val="TAC"/>
            </w:pPr>
            <w:r w:rsidRPr="001C0CC4">
              <w:t>31752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C66299" w14:textId="77777777" w:rsidR="00DC7196" w:rsidRPr="001C0CC4" w:rsidRDefault="00DC7196" w:rsidP="00DC7196">
            <w:pPr>
              <w:pStyle w:val="TAC"/>
            </w:pPr>
            <w:r w:rsidRPr="001C0CC4">
              <w:t>37896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C16ACA" w14:textId="77777777" w:rsidR="00DC7196" w:rsidRPr="001C0CC4" w:rsidRDefault="00DC7196" w:rsidP="00DC7196">
            <w:pPr>
              <w:pStyle w:val="TAC"/>
            </w:pPr>
            <w:r w:rsidRPr="001C0CC4">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2A8DBD" w14:textId="77777777" w:rsidR="00DC7196" w:rsidRPr="001C0CC4" w:rsidRDefault="00DC7196" w:rsidP="00DC7196">
            <w:pPr>
              <w:pStyle w:val="TAC"/>
            </w:pPr>
            <w:r w:rsidRPr="001C0CC4">
              <w:t>64552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8C7B02" w14:textId="77777777" w:rsidR="00DC7196" w:rsidRPr="001C0CC4" w:rsidRDefault="00DC7196" w:rsidP="00DC7196">
            <w:pPr>
              <w:pStyle w:val="TAC"/>
            </w:pPr>
            <w:r w:rsidRPr="001C0CC4">
              <w:t>79896</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57AC0F" w14:textId="77777777" w:rsidR="00DC7196" w:rsidRPr="001C0CC4" w:rsidRDefault="00DC7196" w:rsidP="00DC7196">
            <w:pPr>
              <w:pStyle w:val="TAC"/>
            </w:pPr>
            <w:r w:rsidRPr="001C0CC4">
              <w:t>106576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0C7074FF" w14:textId="77777777" w:rsidR="00DC7196" w:rsidRPr="001C0CC4" w:rsidRDefault="00DC7196" w:rsidP="00DC7196">
            <w:pPr>
              <w:pStyle w:val="TAC"/>
            </w:pPr>
            <w:r w:rsidRPr="001C0CC4">
              <w:t>135296</w:t>
            </w:r>
          </w:p>
        </w:tc>
      </w:tr>
      <w:tr w:rsidR="00DC7196" w:rsidRPr="001C0CC4" w14:paraId="1C66FAC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41B1F19" w14:textId="77777777" w:rsidR="00DC7196" w:rsidRPr="001C0CC4" w:rsidRDefault="00DC7196" w:rsidP="00DC7196">
            <w:pPr>
              <w:pStyle w:val="TAL"/>
              <w:rPr>
                <w:rFonts w:eastAsia="SimSun"/>
              </w:rPr>
            </w:pPr>
            <w:r w:rsidRPr="001C0CC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F84EEA6"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C45E14"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59DDD6"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A039E7"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DA20C5"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27F4D8"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E8BCAF"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9B8AF2"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2E4C0B"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280B93"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50EE7A"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D9A3A0" w14:textId="77777777" w:rsidR="00DC7196" w:rsidRPr="001C0CC4" w:rsidRDefault="00DC7196" w:rsidP="00DC7196">
            <w:pPr>
              <w:pStyle w:val="TAC"/>
            </w:pPr>
            <w:r w:rsidRPr="001C0CC4">
              <w:t>24</w:t>
            </w:r>
          </w:p>
        </w:tc>
      </w:tr>
      <w:tr w:rsidR="00DC7196" w:rsidRPr="001C0CC4" w14:paraId="57421377"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5AF9356" w14:textId="77777777" w:rsidR="00DC7196" w:rsidRPr="001C0CC4" w:rsidRDefault="00DC7196" w:rsidP="00DC7196">
            <w:pPr>
              <w:pStyle w:val="TAL"/>
              <w:rPr>
                <w:rFonts w:eastAsia="SimSun"/>
              </w:rPr>
            </w:pPr>
            <w:r w:rsidRPr="001C0CC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2BB42B6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39F2BEA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87EBA6"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680BE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79CA90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0C6547"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6962D6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59D098"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A425D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4BB184"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E6190D"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5BEA8D" w14:textId="77777777" w:rsidR="00DC7196" w:rsidRPr="001C0CC4" w:rsidRDefault="00DC7196" w:rsidP="00DC7196">
            <w:pPr>
              <w:pStyle w:val="TAC"/>
            </w:pPr>
            <w:r w:rsidRPr="001C0CC4">
              <w:t>1</w:t>
            </w:r>
          </w:p>
        </w:tc>
      </w:tr>
      <w:tr w:rsidR="00DC7196" w:rsidRPr="001C0CC4" w14:paraId="499F168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CF199F8" w14:textId="77777777" w:rsidR="00DC7196" w:rsidRPr="001C0CC4" w:rsidRDefault="00DC7196" w:rsidP="00DC7196">
            <w:pPr>
              <w:pStyle w:val="TAH"/>
              <w:rPr>
                <w:rFonts w:eastAsia="SimSun"/>
              </w:rPr>
            </w:pPr>
            <w:r w:rsidRPr="001C0CC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7BAC7B7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30A2D53"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8798492"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8DFB07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8811CB2"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C36A83E"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7E10240"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E20462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72F945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75AAF7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D0A243F"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91D71B0" w14:textId="77777777" w:rsidR="00DC7196" w:rsidRPr="001C0CC4" w:rsidRDefault="00DC7196" w:rsidP="00DC7196">
            <w:pPr>
              <w:pStyle w:val="TAC"/>
            </w:pPr>
          </w:p>
        </w:tc>
      </w:tr>
      <w:tr w:rsidR="00DC7196" w:rsidRPr="001C0CC4" w14:paraId="4CD9CF3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72FE53F" w14:textId="77777777" w:rsidR="00DC7196" w:rsidRPr="001C0CC4" w:rsidRDefault="00DC7196" w:rsidP="00DC7196">
            <w:pPr>
              <w:pStyle w:val="TAL"/>
              <w:rPr>
                <w:rFonts w:eastAsia="SimSun"/>
              </w:rPr>
            </w:pPr>
            <w:r w:rsidRPr="001C0CC4">
              <w:rPr>
                <w:rFonts w:eastAsia="SimSun"/>
              </w:rPr>
              <w:t xml:space="preserve">  For Slot2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37AA889" w14:textId="77777777" w:rsidR="00DC7196" w:rsidRPr="001C0CC4" w:rsidRDefault="00DC7196" w:rsidP="00DC7196">
            <w:pPr>
              <w:pStyle w:val="TAC"/>
            </w:pPr>
            <w:r w:rsidRPr="001C0CC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A052FC"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89C3E67"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12B96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5E8E6A"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08A39C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D71C6D"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6A549D"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3CDBA9"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C3A6F4"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E8C032"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F222B09" w14:textId="77777777" w:rsidR="00DC7196" w:rsidRPr="001C0CC4" w:rsidRDefault="00DC7196" w:rsidP="00DC7196">
            <w:pPr>
              <w:pStyle w:val="TAC"/>
            </w:pPr>
            <w:r w:rsidRPr="001C0CC4">
              <w:t>N/A</w:t>
            </w:r>
          </w:p>
        </w:tc>
      </w:tr>
      <w:tr w:rsidR="00DC7196" w:rsidRPr="001C0CC4" w14:paraId="159362B2"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AEE32E3" w14:textId="77777777" w:rsidR="00DC7196" w:rsidRPr="001C0CC4" w:rsidRDefault="00DC7196" w:rsidP="00DC7196">
            <w:pPr>
              <w:pStyle w:val="TAL"/>
              <w:rPr>
                <w:rFonts w:eastAsia="SimSun"/>
              </w:rPr>
            </w:pPr>
            <w:r w:rsidRPr="001C0CC4">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F230F1E" w14:textId="77777777" w:rsidR="00DC7196" w:rsidRPr="001C0CC4" w:rsidRDefault="00DC7196" w:rsidP="00DC7196">
            <w:pPr>
              <w:pStyle w:val="TAC"/>
            </w:pPr>
            <w:r w:rsidRPr="001C0CC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07FE3C"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B14C3D" w14:textId="77777777" w:rsidR="00DC7196" w:rsidRPr="001C0CC4" w:rsidRDefault="00DC7196" w:rsidP="00DC7196">
            <w:pPr>
              <w:pStyle w:val="TAC"/>
            </w:pPr>
            <w:r w:rsidRPr="001C0CC4">
              <w:t>2</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C6B785" w14:textId="77777777" w:rsidR="00DC7196" w:rsidRPr="001C0CC4" w:rsidRDefault="00DC7196" w:rsidP="00DC7196">
            <w:pPr>
              <w:pStyle w:val="TAC"/>
            </w:pPr>
            <w:r w:rsidRPr="001C0CC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7B50CB" w14:textId="77777777" w:rsidR="00DC7196" w:rsidRPr="001C0CC4" w:rsidRDefault="00DC7196" w:rsidP="00DC7196">
            <w:pPr>
              <w:pStyle w:val="TAC"/>
            </w:pPr>
            <w:r w:rsidRPr="001C0CC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D74FAA" w14:textId="77777777" w:rsidR="00DC7196" w:rsidRPr="001C0CC4" w:rsidRDefault="00DC7196" w:rsidP="00DC7196">
            <w:pPr>
              <w:pStyle w:val="TAC"/>
            </w:pPr>
            <w:r w:rsidRPr="001C0CC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181762" w14:textId="77777777" w:rsidR="00DC7196" w:rsidRPr="001C0CC4" w:rsidRDefault="00DC7196" w:rsidP="00DC7196">
            <w:pPr>
              <w:pStyle w:val="TAC"/>
            </w:pPr>
            <w:r w:rsidRPr="001C0CC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D45D05C" w14:textId="77777777" w:rsidR="00DC7196" w:rsidRPr="001C0CC4" w:rsidRDefault="00DC7196" w:rsidP="00DC7196">
            <w:pPr>
              <w:pStyle w:val="TAC"/>
            </w:pPr>
            <w:r w:rsidRPr="001C0CC4">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573762" w14:textId="77777777" w:rsidR="00DC7196" w:rsidRPr="001C0CC4" w:rsidRDefault="00DC7196" w:rsidP="00DC7196">
            <w:pPr>
              <w:pStyle w:val="TAC"/>
            </w:pPr>
            <w:r w:rsidRPr="001C0CC4">
              <w:t>8</w:t>
            </w:r>
          </w:p>
        </w:tc>
        <w:tc>
          <w:tcPr>
            <w:tcW w:w="835" w:type="dxa"/>
            <w:tcBorders>
              <w:top w:val="single" w:sz="4" w:space="0" w:color="auto"/>
              <w:left w:val="single" w:sz="4" w:space="0" w:color="auto"/>
              <w:bottom w:val="single" w:sz="4" w:space="0" w:color="auto"/>
              <w:right w:val="single" w:sz="4" w:space="0" w:color="auto"/>
            </w:tcBorders>
            <w:vAlign w:val="center"/>
            <w:hideMark/>
          </w:tcPr>
          <w:p w14:paraId="3EF47BE6" w14:textId="77777777" w:rsidR="00DC7196" w:rsidRPr="001C0CC4" w:rsidRDefault="00DC7196" w:rsidP="00DC7196">
            <w:pPr>
              <w:pStyle w:val="TAC"/>
            </w:pPr>
            <w:r w:rsidRPr="001C0CC4">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420377" w14:textId="77777777" w:rsidR="00DC7196" w:rsidRPr="001C0CC4" w:rsidRDefault="00DC7196" w:rsidP="00DC7196">
            <w:pPr>
              <w:pStyle w:val="TAC"/>
            </w:pPr>
            <w:r w:rsidRPr="001C0CC4">
              <w:t>13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38BCF10" w14:textId="77777777" w:rsidR="00DC7196" w:rsidRPr="001C0CC4" w:rsidRDefault="00DC7196" w:rsidP="00DC7196">
            <w:pPr>
              <w:pStyle w:val="TAC"/>
            </w:pPr>
            <w:r w:rsidRPr="001C0CC4">
              <w:t>17</w:t>
            </w:r>
          </w:p>
        </w:tc>
      </w:tr>
      <w:tr w:rsidR="00DC7196" w:rsidRPr="001C0CC4" w14:paraId="33DBFEC3"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23DFDE3" w14:textId="77777777" w:rsidR="00DC7196" w:rsidRPr="001C0CC4" w:rsidRDefault="00DC7196" w:rsidP="00DC7196">
            <w:pPr>
              <w:pStyle w:val="TAH"/>
              <w:rPr>
                <w:rFonts w:eastAsia="SimSun"/>
              </w:rPr>
            </w:pPr>
            <w:r w:rsidRPr="001C0CC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F41C24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8C735A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D62E871"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67C128A"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0E009A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DDF3D7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846948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6BC56F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260C80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5E671E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4ACC86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3919A5E" w14:textId="77777777" w:rsidR="00DC7196" w:rsidRPr="001C0CC4" w:rsidRDefault="00DC7196" w:rsidP="00DC7196">
            <w:pPr>
              <w:pStyle w:val="TAC"/>
            </w:pPr>
          </w:p>
        </w:tc>
      </w:tr>
      <w:tr w:rsidR="00DC7196" w:rsidRPr="001C0CC4" w14:paraId="6779A05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9C94700" w14:textId="77777777" w:rsidR="00DC7196" w:rsidRPr="001C0CC4" w:rsidRDefault="00DC7196" w:rsidP="00DC7196">
            <w:pPr>
              <w:pStyle w:val="TAL"/>
              <w:rPr>
                <w:rFonts w:eastAsia="SimSun"/>
              </w:rPr>
            </w:pPr>
            <w:r w:rsidRPr="001C0CC4">
              <w:rPr>
                <w:rFonts w:eastAsia="SimSun"/>
              </w:rPr>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9B57B67"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4C054C"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973F725"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DD2BA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E1282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CEECCA"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5EBBD4"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958819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6F717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5FC6E7"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65E775D"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1616E9" w14:textId="77777777" w:rsidR="00DC7196" w:rsidRPr="001C0CC4" w:rsidRDefault="00DC7196" w:rsidP="00DC7196">
            <w:pPr>
              <w:pStyle w:val="TAC"/>
            </w:pPr>
            <w:r w:rsidRPr="001C0CC4">
              <w:t>N/A</w:t>
            </w:r>
          </w:p>
        </w:tc>
      </w:tr>
      <w:tr w:rsidR="00DC7196" w:rsidRPr="001C0CC4" w14:paraId="59CFCB0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0081BB1" w14:textId="77777777" w:rsidR="00DC7196" w:rsidRPr="001C0CC4" w:rsidRDefault="00DC7196" w:rsidP="00DC7196">
            <w:pPr>
              <w:pStyle w:val="TAL"/>
              <w:rPr>
                <w:rFonts w:eastAsia="SimSun"/>
              </w:rPr>
            </w:pPr>
            <w:r w:rsidRPr="001C0CC4">
              <w:rPr>
                <w:rFonts w:eastAsia="SimSun"/>
              </w:rPr>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21B2E18"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tcPr>
          <w:p w14:paraId="37C40B90" w14:textId="77777777" w:rsidR="00DC7196" w:rsidRPr="001C0CC4" w:rsidRDefault="00DC7196" w:rsidP="00DC7196">
            <w:pPr>
              <w:pStyle w:val="TAC"/>
            </w:pPr>
            <w:r w:rsidRPr="001C0CC4">
              <w:t>7128</w:t>
            </w:r>
          </w:p>
        </w:tc>
        <w:tc>
          <w:tcPr>
            <w:tcW w:w="835" w:type="dxa"/>
            <w:tcBorders>
              <w:top w:val="single" w:sz="4" w:space="0" w:color="auto"/>
              <w:left w:val="single" w:sz="4" w:space="0" w:color="auto"/>
              <w:bottom w:val="single" w:sz="4" w:space="0" w:color="auto"/>
              <w:right w:val="single" w:sz="4" w:space="0" w:color="auto"/>
            </w:tcBorders>
            <w:vAlign w:val="center"/>
          </w:tcPr>
          <w:p w14:paraId="76FC59AB" w14:textId="77777777" w:rsidR="00DC7196" w:rsidRPr="001C0CC4" w:rsidRDefault="00DC7196" w:rsidP="00DC7196">
            <w:pPr>
              <w:pStyle w:val="TAC"/>
            </w:pPr>
            <w:r w:rsidRPr="001C0CC4">
              <w:t>15552</w:t>
            </w:r>
          </w:p>
        </w:tc>
        <w:tc>
          <w:tcPr>
            <w:tcW w:w="835" w:type="dxa"/>
            <w:tcBorders>
              <w:top w:val="single" w:sz="4" w:space="0" w:color="auto"/>
              <w:left w:val="single" w:sz="4" w:space="0" w:color="auto"/>
              <w:bottom w:val="single" w:sz="4" w:space="0" w:color="auto"/>
              <w:right w:val="single" w:sz="4" w:space="0" w:color="auto"/>
            </w:tcBorders>
            <w:vAlign w:val="center"/>
          </w:tcPr>
          <w:p w14:paraId="4A08E477" w14:textId="77777777" w:rsidR="00DC7196" w:rsidRPr="001C0CC4" w:rsidRDefault="00DC7196" w:rsidP="00DC7196">
            <w:pPr>
              <w:pStyle w:val="TAC"/>
            </w:pPr>
            <w:r w:rsidRPr="001C0CC4">
              <w:t>24624</w:t>
            </w:r>
          </w:p>
        </w:tc>
        <w:tc>
          <w:tcPr>
            <w:tcW w:w="835" w:type="dxa"/>
            <w:tcBorders>
              <w:top w:val="single" w:sz="4" w:space="0" w:color="auto"/>
              <w:left w:val="single" w:sz="4" w:space="0" w:color="auto"/>
              <w:bottom w:val="single" w:sz="4" w:space="0" w:color="auto"/>
              <w:right w:val="single" w:sz="4" w:space="0" w:color="auto"/>
            </w:tcBorders>
            <w:vAlign w:val="center"/>
          </w:tcPr>
          <w:p w14:paraId="52318012" w14:textId="77777777" w:rsidR="00DC7196" w:rsidRPr="001C0CC4" w:rsidRDefault="00DC7196" w:rsidP="00DC7196">
            <w:pPr>
              <w:pStyle w:val="TAC"/>
            </w:pPr>
            <w:r w:rsidRPr="001C0CC4">
              <w:t>33048</w:t>
            </w:r>
          </w:p>
        </w:tc>
        <w:tc>
          <w:tcPr>
            <w:tcW w:w="835" w:type="dxa"/>
            <w:tcBorders>
              <w:top w:val="single" w:sz="4" w:space="0" w:color="auto"/>
              <w:left w:val="single" w:sz="4" w:space="0" w:color="auto"/>
              <w:bottom w:val="single" w:sz="4" w:space="0" w:color="auto"/>
              <w:right w:val="single" w:sz="4" w:space="0" w:color="auto"/>
            </w:tcBorders>
            <w:vAlign w:val="center"/>
          </w:tcPr>
          <w:p w14:paraId="500B2062" w14:textId="77777777" w:rsidR="00DC7196" w:rsidRPr="001C0CC4" w:rsidRDefault="00DC7196" w:rsidP="00DC7196">
            <w:pPr>
              <w:pStyle w:val="TAC"/>
            </w:pPr>
            <w:r w:rsidRPr="001C0CC4">
              <w:t>42120</w:t>
            </w:r>
          </w:p>
        </w:tc>
        <w:tc>
          <w:tcPr>
            <w:tcW w:w="835" w:type="dxa"/>
            <w:tcBorders>
              <w:top w:val="single" w:sz="4" w:space="0" w:color="auto"/>
              <w:left w:val="single" w:sz="4" w:space="0" w:color="auto"/>
              <w:bottom w:val="single" w:sz="4" w:space="0" w:color="auto"/>
              <w:right w:val="single" w:sz="4" w:space="0" w:color="auto"/>
            </w:tcBorders>
            <w:vAlign w:val="center"/>
          </w:tcPr>
          <w:p w14:paraId="55E63461" w14:textId="77777777" w:rsidR="00DC7196" w:rsidRPr="001C0CC4" w:rsidRDefault="00DC7196" w:rsidP="00DC7196">
            <w:pPr>
              <w:pStyle w:val="TAC"/>
            </w:pPr>
            <w:r w:rsidRPr="001C0CC4">
              <w:t>50544</w:t>
            </w:r>
          </w:p>
        </w:tc>
        <w:tc>
          <w:tcPr>
            <w:tcW w:w="835" w:type="dxa"/>
            <w:tcBorders>
              <w:top w:val="single" w:sz="4" w:space="0" w:color="auto"/>
              <w:left w:val="single" w:sz="4" w:space="0" w:color="auto"/>
              <w:bottom w:val="single" w:sz="4" w:space="0" w:color="auto"/>
              <w:right w:val="single" w:sz="4" w:space="0" w:color="auto"/>
            </w:tcBorders>
            <w:vAlign w:val="center"/>
          </w:tcPr>
          <w:p w14:paraId="7B7452D6" w14:textId="77777777" w:rsidR="00DC7196" w:rsidRPr="001C0CC4" w:rsidRDefault="00DC7196" w:rsidP="00DC7196">
            <w:pPr>
              <w:pStyle w:val="TAC"/>
            </w:pPr>
            <w:r w:rsidRPr="001C0CC4">
              <w:t>68688</w:t>
            </w:r>
          </w:p>
        </w:tc>
        <w:tc>
          <w:tcPr>
            <w:tcW w:w="835" w:type="dxa"/>
            <w:tcBorders>
              <w:top w:val="single" w:sz="4" w:space="0" w:color="auto"/>
              <w:left w:val="single" w:sz="4" w:space="0" w:color="auto"/>
              <w:bottom w:val="single" w:sz="4" w:space="0" w:color="auto"/>
              <w:right w:val="single" w:sz="4" w:space="0" w:color="auto"/>
            </w:tcBorders>
            <w:vAlign w:val="center"/>
          </w:tcPr>
          <w:p w14:paraId="389AE7A2" w14:textId="77777777" w:rsidR="00DC7196" w:rsidRPr="001C0CC4" w:rsidRDefault="00DC7196" w:rsidP="00DC7196">
            <w:pPr>
              <w:pStyle w:val="TAC"/>
            </w:pPr>
            <w:r w:rsidRPr="001C0CC4">
              <w:t>86184</w:t>
            </w:r>
          </w:p>
        </w:tc>
        <w:tc>
          <w:tcPr>
            <w:tcW w:w="835" w:type="dxa"/>
            <w:tcBorders>
              <w:top w:val="single" w:sz="4" w:space="0" w:color="auto"/>
              <w:left w:val="single" w:sz="4" w:space="0" w:color="auto"/>
              <w:bottom w:val="single" w:sz="4" w:space="0" w:color="auto"/>
              <w:right w:val="single" w:sz="4" w:space="0" w:color="auto"/>
            </w:tcBorders>
            <w:vAlign w:val="center"/>
          </w:tcPr>
          <w:p w14:paraId="29B5107D" w14:textId="77777777" w:rsidR="00DC7196" w:rsidRPr="001C0CC4" w:rsidRDefault="00DC7196" w:rsidP="00DC7196">
            <w:pPr>
              <w:pStyle w:val="TAC"/>
            </w:pPr>
            <w:r w:rsidRPr="001C0CC4">
              <w:t>104976</w:t>
            </w:r>
          </w:p>
        </w:tc>
        <w:tc>
          <w:tcPr>
            <w:tcW w:w="835" w:type="dxa"/>
            <w:tcBorders>
              <w:top w:val="single" w:sz="4" w:space="0" w:color="auto"/>
              <w:left w:val="single" w:sz="4" w:space="0" w:color="auto"/>
              <w:bottom w:val="single" w:sz="4" w:space="0" w:color="auto"/>
              <w:right w:val="single" w:sz="4" w:space="0" w:color="auto"/>
            </w:tcBorders>
            <w:vAlign w:val="center"/>
          </w:tcPr>
          <w:p w14:paraId="22464EB3" w14:textId="77777777" w:rsidR="00DC7196" w:rsidRPr="001C0CC4" w:rsidRDefault="00DC7196" w:rsidP="00DC7196">
            <w:pPr>
              <w:pStyle w:val="TAC"/>
            </w:pPr>
            <w:r w:rsidRPr="001C0CC4">
              <w:t>140616</w:t>
            </w:r>
          </w:p>
        </w:tc>
        <w:tc>
          <w:tcPr>
            <w:tcW w:w="835" w:type="dxa"/>
            <w:tcBorders>
              <w:top w:val="single" w:sz="4" w:space="0" w:color="auto"/>
              <w:left w:val="single" w:sz="4" w:space="0" w:color="auto"/>
              <w:bottom w:val="single" w:sz="4" w:space="0" w:color="auto"/>
              <w:right w:val="single" w:sz="4" w:space="0" w:color="auto"/>
            </w:tcBorders>
            <w:vAlign w:val="center"/>
          </w:tcPr>
          <w:p w14:paraId="7E45E0D8" w14:textId="77777777" w:rsidR="00DC7196" w:rsidRPr="001C0CC4" w:rsidRDefault="00DC7196" w:rsidP="00DC7196">
            <w:pPr>
              <w:pStyle w:val="TAC"/>
            </w:pPr>
            <w:r w:rsidRPr="001C0CC4">
              <w:t>176904</w:t>
            </w:r>
          </w:p>
        </w:tc>
      </w:tr>
      <w:tr w:rsidR="00DC7196" w:rsidRPr="001C0CC4" w14:paraId="38E7039E" w14:textId="77777777" w:rsidTr="00DC7196">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13ACE8D2" w14:textId="77777777" w:rsidR="00DC7196" w:rsidRPr="001C0CC4" w:rsidRDefault="00DC7196" w:rsidP="00DC7196">
            <w:pPr>
              <w:pStyle w:val="TAL"/>
              <w:rPr>
                <w:rFonts w:eastAsia="SimSun"/>
              </w:rPr>
            </w:pPr>
            <w:r w:rsidRPr="001C0CC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B6C7DE1" w14:textId="77777777" w:rsidR="00DC7196" w:rsidRPr="001C0CC4" w:rsidRDefault="00DC7196" w:rsidP="00DC7196">
            <w:pPr>
              <w:pStyle w:val="TAC"/>
            </w:pPr>
            <w:r w:rsidRPr="001C0CC4">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26066B" w14:textId="77777777" w:rsidR="00DC7196" w:rsidRPr="001C0CC4" w:rsidRDefault="00DC7196" w:rsidP="00DC7196">
            <w:pPr>
              <w:pStyle w:val="TAC"/>
            </w:pPr>
            <w:r w:rsidRPr="001C0CC4">
              <w:t>9.139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D0FD15" w14:textId="77777777" w:rsidR="00DC7196" w:rsidRPr="001C0CC4" w:rsidRDefault="00DC7196" w:rsidP="00DC7196">
            <w:pPr>
              <w:pStyle w:val="TAC"/>
            </w:pPr>
            <w:r w:rsidRPr="001C0CC4">
              <w:t>20.033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89C9AD" w14:textId="77777777" w:rsidR="00DC7196" w:rsidRPr="001C0CC4" w:rsidRDefault="00DC7196" w:rsidP="00DC7196">
            <w:pPr>
              <w:pStyle w:val="TAC"/>
            </w:pPr>
            <w:r w:rsidRPr="001C0CC4">
              <w:t>31.334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0AAA6C" w14:textId="77777777" w:rsidR="00DC7196" w:rsidRPr="001C0CC4" w:rsidRDefault="00DC7196" w:rsidP="00DC7196">
            <w:pPr>
              <w:pStyle w:val="TAC"/>
            </w:pPr>
            <w:r w:rsidRPr="001C0CC4">
              <w:t>42.677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38AA09" w14:textId="77777777" w:rsidR="00DC7196" w:rsidRPr="001C0CC4" w:rsidRDefault="00DC7196" w:rsidP="00DC7196">
            <w:pPr>
              <w:pStyle w:val="TAC"/>
            </w:pPr>
            <w:r w:rsidRPr="001C0CC4">
              <w:t>53.978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DFCE1D" w14:textId="77777777" w:rsidR="00DC7196" w:rsidRPr="001C0CC4" w:rsidRDefault="00DC7196" w:rsidP="00DC7196">
            <w:pPr>
              <w:pStyle w:val="TAC"/>
            </w:pPr>
            <w:r w:rsidRPr="001C0CC4">
              <w:t>64.423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F2D828" w14:textId="77777777" w:rsidR="00DC7196" w:rsidRPr="001C0CC4" w:rsidRDefault="00DC7196" w:rsidP="00DC7196">
            <w:pPr>
              <w:pStyle w:val="TAC"/>
            </w:pPr>
            <w:r w:rsidRPr="001C0CC4">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5B5FC4" w14:textId="77777777" w:rsidR="00DC7196" w:rsidRPr="001C0CC4" w:rsidRDefault="00DC7196" w:rsidP="00DC7196">
            <w:pPr>
              <w:pStyle w:val="TAC"/>
            </w:pPr>
            <w:r w:rsidRPr="001C0CC4">
              <w:t>109.738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75D3A5" w14:textId="77777777" w:rsidR="00DC7196" w:rsidRPr="001C0CC4" w:rsidRDefault="00DC7196" w:rsidP="00DC7196">
            <w:pPr>
              <w:pStyle w:val="TAC"/>
            </w:pPr>
            <w:r w:rsidRPr="001C0CC4">
              <w:t>135.823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453B14" w14:textId="77777777" w:rsidR="00DC7196" w:rsidRPr="001C0CC4" w:rsidRDefault="00DC7196" w:rsidP="00DC7196">
            <w:pPr>
              <w:pStyle w:val="TAC"/>
            </w:pPr>
            <w:r w:rsidRPr="001C0CC4">
              <w:t>181.179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EF85BD0" w14:textId="77777777" w:rsidR="00DC7196" w:rsidRPr="001C0CC4" w:rsidRDefault="00DC7196" w:rsidP="00DC7196">
            <w:pPr>
              <w:pStyle w:val="TAC"/>
            </w:pPr>
            <w:r w:rsidRPr="001C0CC4">
              <w:t>230.003</w:t>
            </w:r>
          </w:p>
        </w:tc>
      </w:tr>
      <w:tr w:rsidR="00DC7196" w:rsidRPr="001C0CC4" w14:paraId="69CCF151" w14:textId="77777777" w:rsidTr="00DC7196">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1182A210" w14:textId="77777777" w:rsidR="00DC7196" w:rsidRPr="001C0CC4" w:rsidRDefault="00DC7196" w:rsidP="00DC7196">
            <w:pPr>
              <w:pStyle w:val="TAN"/>
            </w:pPr>
            <w:r w:rsidRPr="001C0CC4">
              <w:t>NOTE 1:</w:t>
            </w:r>
            <w:r w:rsidRPr="001C0CC4">
              <w:tab/>
              <w:t>Additional parameters are specified in Table A.3.1-1 and Table A.3.2.1-1.</w:t>
            </w:r>
          </w:p>
          <w:p w14:paraId="5B8FF53C"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3CBFEC31" w14:textId="77777777" w:rsidR="00DC7196" w:rsidRPr="001C0CC4" w:rsidRDefault="00DC7196" w:rsidP="00DC7196">
            <w:pPr>
              <w:pStyle w:val="TAN"/>
            </w:pPr>
            <w:r w:rsidRPr="001C0CC4">
              <w:t>NOTE 3:</w:t>
            </w:r>
            <w:r w:rsidRPr="001C0CC4">
              <w:tab/>
              <w:t>SS/PBCH block is transmitted in slot 0 of each frame</w:t>
            </w:r>
          </w:p>
          <w:p w14:paraId="29D4F522" w14:textId="77777777" w:rsidR="00DC7196" w:rsidRPr="001C0CC4" w:rsidRDefault="00DC7196" w:rsidP="00DC7196">
            <w:pPr>
              <w:pStyle w:val="TAN"/>
              <w:rPr>
                <w:sz w:val="16"/>
                <w:szCs w:val="16"/>
                <w:lang w:val="en-US"/>
              </w:rPr>
            </w:pPr>
            <w:r w:rsidRPr="001C0CC4">
              <w:rPr>
                <w:lang w:val="en-US"/>
              </w:rPr>
              <w:t>NOTE 4:</w:t>
            </w:r>
            <w:r w:rsidRPr="001C0CC4">
              <w:tab/>
            </w:r>
            <w:r w:rsidRPr="001C0CC4">
              <w:rPr>
                <w:lang w:val="en-US"/>
              </w:rPr>
              <w:t>Slot i is slot index per frame</w:t>
            </w:r>
          </w:p>
        </w:tc>
      </w:tr>
    </w:tbl>
    <w:p w14:paraId="765293B4" w14:textId="77777777" w:rsidR="00DC7196" w:rsidRPr="001C0CC4" w:rsidRDefault="00DC7196" w:rsidP="00DC7196">
      <w:pPr>
        <w:rPr>
          <w:lang w:val="en-US" w:eastAsia="zh-CN"/>
        </w:rPr>
      </w:pPr>
    </w:p>
    <w:p w14:paraId="58F95414" w14:textId="77777777" w:rsidR="00DC7196" w:rsidRPr="001C0CC4" w:rsidRDefault="00DC7196" w:rsidP="00DC7196">
      <w:pPr>
        <w:pStyle w:val="Heading3"/>
        <w:ind w:left="0" w:firstLine="0"/>
      </w:pPr>
      <w:r w:rsidRPr="001C0CC4">
        <w:br w:type="page"/>
      </w:r>
    </w:p>
    <w:p w14:paraId="701B6E7C" w14:textId="77777777" w:rsidR="00DC7196" w:rsidRPr="001C0CC4" w:rsidRDefault="00DC7196" w:rsidP="00DC7196">
      <w:pPr>
        <w:pStyle w:val="TH"/>
      </w:pPr>
      <w:r w:rsidRPr="001C0CC4">
        <w:t>Table A.3.2.3-3 Fixed Reference Channel for Maximum input level receiver requirements (SCS 60 kHz, FDD, 64QAM)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DC7196" w:rsidRPr="001C0CC4" w14:paraId="40513047"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76A887A" w14:textId="77777777" w:rsidR="00DC7196" w:rsidRPr="001C0CC4" w:rsidRDefault="00DC7196" w:rsidP="00DC7196">
            <w:pPr>
              <w:pStyle w:val="TAH"/>
              <w:rPr>
                <w:b w:val="0"/>
              </w:rPr>
            </w:pPr>
            <w:r w:rsidRPr="001C0CC4">
              <w:t>Parameter</w:t>
            </w:r>
          </w:p>
        </w:tc>
        <w:tc>
          <w:tcPr>
            <w:tcW w:w="1092" w:type="dxa"/>
            <w:tcBorders>
              <w:top w:val="single" w:sz="4" w:space="0" w:color="auto"/>
              <w:left w:val="single" w:sz="4" w:space="0" w:color="auto"/>
              <w:bottom w:val="single" w:sz="4" w:space="0" w:color="auto"/>
              <w:right w:val="single" w:sz="4" w:space="0" w:color="auto"/>
            </w:tcBorders>
            <w:hideMark/>
          </w:tcPr>
          <w:p w14:paraId="7D028CDA" w14:textId="77777777" w:rsidR="00DC7196" w:rsidRPr="001C0CC4" w:rsidRDefault="00DC7196" w:rsidP="00DC7196">
            <w:pPr>
              <w:pStyle w:val="TAH"/>
              <w:rPr>
                <w:b w:val="0"/>
              </w:rPr>
            </w:pPr>
            <w:r w:rsidRPr="001C0CC4">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65E293E9" w14:textId="77777777" w:rsidR="00DC7196" w:rsidRPr="001C0CC4" w:rsidRDefault="00DC7196" w:rsidP="00DC7196">
            <w:pPr>
              <w:pStyle w:val="TAH"/>
              <w:rPr>
                <w:b w:val="0"/>
              </w:rPr>
            </w:pPr>
            <w:r w:rsidRPr="001C0CC4">
              <w:t>Value</w:t>
            </w:r>
          </w:p>
        </w:tc>
      </w:tr>
      <w:tr w:rsidR="00DC7196" w:rsidRPr="001C0CC4" w14:paraId="36AA0781"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5B5FD72" w14:textId="77777777" w:rsidR="00DC7196" w:rsidRPr="001C0CC4" w:rsidRDefault="00DC7196" w:rsidP="00DC7196">
            <w:pPr>
              <w:pStyle w:val="TAH"/>
              <w:rPr>
                <w:rFonts w:eastAsia="SimSun"/>
              </w:rPr>
            </w:pPr>
            <w:r w:rsidRPr="001C0CC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1C8B63D" w14:textId="77777777" w:rsidR="00DC7196" w:rsidRPr="001C0CC4" w:rsidRDefault="00DC7196" w:rsidP="00DC7196">
            <w:pPr>
              <w:pStyle w:val="TAH"/>
            </w:pPr>
            <w:r w:rsidRPr="001C0CC4">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7C0401FF" w14:textId="77777777" w:rsidR="00DC7196" w:rsidRPr="001C0CC4" w:rsidRDefault="00DC7196" w:rsidP="00DC7196">
            <w:pPr>
              <w:pStyle w:val="TAH"/>
            </w:pPr>
            <w:r w:rsidRPr="001C0CC4">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CD8A8C" w14:textId="77777777" w:rsidR="00DC7196" w:rsidRPr="001C0CC4" w:rsidRDefault="00DC7196" w:rsidP="00DC7196">
            <w:pPr>
              <w:pStyle w:val="TAH"/>
            </w:pPr>
            <w:r w:rsidRPr="001C0CC4">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4900E4" w14:textId="77777777" w:rsidR="00DC7196" w:rsidRPr="001C0CC4" w:rsidRDefault="00DC7196" w:rsidP="00DC7196">
            <w:pPr>
              <w:pStyle w:val="TAH"/>
            </w:pPr>
            <w:r w:rsidRPr="001C0CC4">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B3F11D" w14:textId="77777777" w:rsidR="00DC7196" w:rsidRPr="001C0CC4" w:rsidRDefault="00DC7196" w:rsidP="00DC7196">
            <w:pPr>
              <w:pStyle w:val="TAH"/>
            </w:pPr>
            <w:r w:rsidRPr="001C0CC4">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935A78B" w14:textId="77777777" w:rsidR="00DC7196" w:rsidRPr="001C0CC4" w:rsidRDefault="00DC7196" w:rsidP="00DC7196">
            <w:pPr>
              <w:pStyle w:val="TAH"/>
            </w:pPr>
            <w:r w:rsidRPr="001C0CC4">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6980AD" w14:textId="77777777" w:rsidR="00DC7196" w:rsidRPr="001C0CC4" w:rsidRDefault="00DC7196" w:rsidP="00DC7196">
            <w:pPr>
              <w:pStyle w:val="TAH"/>
            </w:pPr>
            <w:r w:rsidRPr="001C0CC4">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7A2604" w14:textId="77777777" w:rsidR="00DC7196" w:rsidRPr="001C0CC4" w:rsidRDefault="00DC7196" w:rsidP="00DC7196">
            <w:pPr>
              <w:pStyle w:val="TAH"/>
            </w:pPr>
            <w:r w:rsidRPr="001C0CC4">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1157FF" w14:textId="77777777" w:rsidR="00DC7196" w:rsidRPr="001C0CC4" w:rsidRDefault="00DC7196" w:rsidP="00DC7196">
            <w:pPr>
              <w:pStyle w:val="TAH"/>
            </w:pPr>
            <w:r w:rsidRPr="001C0CC4">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569A4BC" w14:textId="77777777" w:rsidR="00DC7196" w:rsidRPr="001C0CC4" w:rsidRDefault="00DC7196" w:rsidP="00DC7196">
            <w:pPr>
              <w:pStyle w:val="TAH"/>
            </w:pPr>
            <w:r w:rsidRPr="001C0CC4">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10E184A2" w14:textId="77777777" w:rsidR="00DC7196" w:rsidRPr="001C0CC4" w:rsidRDefault="00DC7196" w:rsidP="00DC7196">
            <w:pPr>
              <w:pStyle w:val="TAH"/>
            </w:pPr>
            <w:r w:rsidRPr="001C0CC4">
              <w:t>100</w:t>
            </w:r>
          </w:p>
        </w:tc>
      </w:tr>
      <w:tr w:rsidR="00DC7196" w:rsidRPr="001C0CC4" w14:paraId="162D9F1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3EEB2BC" w14:textId="77777777" w:rsidR="00DC7196" w:rsidRPr="001C0CC4" w:rsidRDefault="00DC7196" w:rsidP="00DC7196">
            <w:pPr>
              <w:pStyle w:val="TAL"/>
              <w:rPr>
                <w:rFonts w:eastAsia="SimSun"/>
              </w:rPr>
            </w:pPr>
            <w:r w:rsidRPr="001C0CC4">
              <w:rPr>
                <w:rFonts w:eastAsia="SimSun"/>
              </w:rPr>
              <w:t xml:space="preserve">Subcarrier spacing configuration </w:t>
            </w:r>
            <w:r w:rsidRPr="001C0CC4">
              <w:rPr>
                <w:rFonts w:eastAsia="SimSun"/>
              </w:rPr>
              <w:object w:dxaOrig="230" w:dyaOrig="250" w14:anchorId="60EFC258">
                <v:shape id="_x0000_i1029" type="#_x0000_t75" style="width:17.35pt;height:19.3pt" o:ole="">
                  <v:imagedata r:id="rId11" o:title=""/>
                </v:shape>
                <o:OLEObject Type="Embed" ProgID="Equation.3" ShapeID="_x0000_i1029" DrawAspect="Content" ObjectID="_1734986596" r:id="rId17"/>
              </w:object>
            </w:r>
          </w:p>
        </w:tc>
        <w:tc>
          <w:tcPr>
            <w:tcW w:w="1092" w:type="dxa"/>
            <w:tcBorders>
              <w:top w:val="single" w:sz="4" w:space="0" w:color="auto"/>
              <w:left w:val="single" w:sz="4" w:space="0" w:color="auto"/>
              <w:bottom w:val="single" w:sz="4" w:space="0" w:color="auto"/>
              <w:right w:val="single" w:sz="4" w:space="0" w:color="auto"/>
            </w:tcBorders>
            <w:vAlign w:val="center"/>
          </w:tcPr>
          <w:p w14:paraId="31222353"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5B1F36F"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D4995B"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0BFC17"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D2FBDC"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150A5B"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3AF9F5"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940EFC"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0FB15C"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141222" w14:textId="77777777" w:rsidR="00DC7196" w:rsidRPr="001C0CC4" w:rsidRDefault="00DC7196" w:rsidP="00DC7196">
            <w:pPr>
              <w:pStyle w:val="TAC"/>
            </w:pPr>
            <w:r w:rsidRPr="001C0CC4">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6C08518E" w14:textId="77777777" w:rsidR="00DC7196" w:rsidRPr="001C0CC4" w:rsidRDefault="00DC7196" w:rsidP="00DC7196">
            <w:pPr>
              <w:pStyle w:val="TAC"/>
            </w:pPr>
            <w:r w:rsidRPr="001C0CC4">
              <w:t>2</w:t>
            </w:r>
          </w:p>
        </w:tc>
      </w:tr>
      <w:tr w:rsidR="00DC7196" w:rsidRPr="001C0CC4" w14:paraId="331D921D"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F3BE0A2" w14:textId="77777777" w:rsidR="00DC7196" w:rsidRPr="001C0CC4" w:rsidRDefault="00DC7196" w:rsidP="00DC7196">
            <w:pPr>
              <w:pStyle w:val="TAL"/>
              <w:rPr>
                <w:rFonts w:eastAsia="SimSun"/>
              </w:rPr>
            </w:pPr>
            <w:r w:rsidRPr="001C0CC4">
              <w:rPr>
                <w:rFonts w:eastAsia="SimSun"/>
              </w:rPr>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67258D0D"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6A122A3" w14:textId="77777777" w:rsidR="00DC7196" w:rsidRPr="001C0CC4" w:rsidRDefault="00DC7196" w:rsidP="00DC7196">
            <w:pPr>
              <w:pStyle w:val="TAC"/>
            </w:pPr>
            <w:r w:rsidRPr="001C0CC4">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EBA84CF" w14:textId="77777777" w:rsidR="00DC7196" w:rsidRPr="001C0CC4" w:rsidRDefault="00DC7196" w:rsidP="00DC7196">
            <w:pPr>
              <w:pStyle w:val="TAC"/>
            </w:pPr>
            <w:r w:rsidRPr="001C0CC4">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85B884"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046616" w14:textId="77777777" w:rsidR="00DC7196" w:rsidRPr="001C0CC4" w:rsidRDefault="00DC7196" w:rsidP="00DC7196">
            <w:pPr>
              <w:pStyle w:val="TAC"/>
            </w:pPr>
            <w:r w:rsidRPr="001C0CC4">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CD346D" w14:textId="77777777" w:rsidR="00DC7196" w:rsidRPr="001C0CC4" w:rsidRDefault="00DC7196" w:rsidP="00DC7196">
            <w:pPr>
              <w:pStyle w:val="TAC"/>
            </w:pPr>
            <w:r w:rsidRPr="001C0CC4">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614303" w14:textId="77777777" w:rsidR="00DC7196" w:rsidRPr="001C0CC4" w:rsidRDefault="00DC7196" w:rsidP="00DC7196">
            <w:pPr>
              <w:pStyle w:val="TAC"/>
            </w:pPr>
            <w:r w:rsidRPr="001C0CC4">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54CF62" w14:textId="77777777" w:rsidR="00DC7196" w:rsidRPr="001C0CC4" w:rsidRDefault="00DC7196" w:rsidP="00DC7196">
            <w:pPr>
              <w:pStyle w:val="TAC"/>
            </w:pPr>
            <w:r w:rsidRPr="001C0CC4">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A4E833" w14:textId="77777777" w:rsidR="00DC7196" w:rsidRPr="001C0CC4" w:rsidRDefault="00DC7196" w:rsidP="00DC7196">
            <w:pPr>
              <w:pStyle w:val="TAC"/>
            </w:pPr>
            <w:r w:rsidRPr="001C0CC4">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6CC146" w14:textId="77777777" w:rsidR="00DC7196" w:rsidRPr="001C0CC4" w:rsidRDefault="00DC7196" w:rsidP="00DC7196">
            <w:pPr>
              <w:pStyle w:val="TAC"/>
            </w:pPr>
            <w:r w:rsidRPr="001C0CC4">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6D3F5E9D" w14:textId="77777777" w:rsidR="00DC7196" w:rsidRPr="001C0CC4" w:rsidRDefault="00DC7196" w:rsidP="00DC7196">
            <w:pPr>
              <w:pStyle w:val="TAC"/>
            </w:pPr>
            <w:r w:rsidRPr="001C0CC4">
              <w:t>135</w:t>
            </w:r>
          </w:p>
        </w:tc>
      </w:tr>
      <w:tr w:rsidR="00DC7196" w:rsidRPr="001C0CC4" w14:paraId="4A4C13CE"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07B3DBA" w14:textId="77777777" w:rsidR="00DC7196" w:rsidRPr="001C0CC4" w:rsidRDefault="00DC7196" w:rsidP="00DC7196">
            <w:pPr>
              <w:pStyle w:val="TAL"/>
              <w:rPr>
                <w:rFonts w:eastAsia="SimSun"/>
              </w:rPr>
            </w:pPr>
            <w:r w:rsidRPr="001C0CC4">
              <w:rPr>
                <w:rFonts w:eastAsia="SimSun"/>
              </w:rPr>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62FBBE38"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EBD4647"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3E0D1F"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D8A5DDD"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3FCE04"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CF240D"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A6F432"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F2E41A"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3258D4A"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2AA338A" w14:textId="77777777" w:rsidR="00DC7196" w:rsidRPr="001C0CC4" w:rsidRDefault="00DC7196" w:rsidP="00DC7196">
            <w:pPr>
              <w:pStyle w:val="TAC"/>
            </w:pPr>
            <w:r w:rsidRPr="001C0CC4">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687FEF0" w14:textId="77777777" w:rsidR="00DC7196" w:rsidRPr="001C0CC4" w:rsidRDefault="00DC7196" w:rsidP="00DC7196">
            <w:pPr>
              <w:pStyle w:val="TAC"/>
            </w:pPr>
            <w:r w:rsidRPr="001C0CC4">
              <w:t>12</w:t>
            </w:r>
          </w:p>
        </w:tc>
      </w:tr>
      <w:tr w:rsidR="004C7FE8" w:rsidRPr="001C0CC4" w14:paraId="34C59347"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3A09EC6" w14:textId="77777777" w:rsidR="004C7FE8" w:rsidRPr="001C0CC4" w:rsidRDefault="004C7FE8" w:rsidP="004C7FE8">
            <w:pPr>
              <w:pStyle w:val="TAL"/>
              <w:rPr>
                <w:rFonts w:eastAsia="SimSun"/>
              </w:rPr>
            </w:pPr>
            <w:r w:rsidRPr="001C0CC4">
              <w:rPr>
                <w:rFonts w:eastAsia="SimSun"/>
              </w:rPr>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23F80313" w14:textId="77777777" w:rsidR="004C7FE8" w:rsidRPr="001C0CC4" w:rsidRDefault="004C7FE8" w:rsidP="004C7FE8">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C9AAE04" w14:textId="6EDCF50B"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12BF8B" w14:textId="2DB1A27B"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4B4B2D82" w14:textId="12B3095A"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1DB14A" w14:textId="797A6BCD"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272E49" w14:textId="68869AD2"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278E86" w14:textId="0EEE542B"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9362A6" w14:textId="681F9BFB"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73C6E72" w14:textId="1FAFEC63" w:rsidR="004C7FE8" w:rsidRPr="001C0CC4" w:rsidRDefault="004C7FE8" w:rsidP="004C7FE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65D3DE" w14:textId="3B0C63A3" w:rsidR="004C7FE8" w:rsidRPr="001C0CC4" w:rsidRDefault="004C7FE8" w:rsidP="004C7FE8">
            <w:pPr>
              <w:pStyle w:val="TAC"/>
            </w:pPr>
            <w:r>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617DDE49" w14:textId="65573D9A" w:rsidR="004C7FE8" w:rsidRPr="001C0CC4" w:rsidRDefault="004C7FE8" w:rsidP="004C7FE8">
            <w:pPr>
              <w:pStyle w:val="TAC"/>
            </w:pPr>
            <w:r>
              <w:t>36</w:t>
            </w:r>
          </w:p>
        </w:tc>
      </w:tr>
      <w:tr w:rsidR="00DC7196" w:rsidRPr="001C0CC4" w14:paraId="0EAA5E6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1AAFCED5" w14:textId="77777777" w:rsidR="00DC7196" w:rsidRPr="001C0CC4" w:rsidRDefault="00DC7196" w:rsidP="00DC7196">
            <w:pPr>
              <w:pStyle w:val="TAL"/>
              <w:rPr>
                <w:rFonts w:eastAsia="SimSun"/>
              </w:rPr>
            </w:pPr>
            <w:r w:rsidRPr="001C0CC4">
              <w:rPr>
                <w:rFonts w:eastAsia="SimSun"/>
              </w:rPr>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659E7228"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0A8E4BE4"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100217C3"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3B565494"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79F78934"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28578F1F"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421A5C39"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0850C6E2"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1DEA8D37"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tcPr>
          <w:p w14:paraId="4A384AE6" w14:textId="77777777" w:rsidR="00DC7196" w:rsidRPr="001C0CC4" w:rsidRDefault="00DC7196" w:rsidP="00DC7196">
            <w:pPr>
              <w:pStyle w:val="TAC"/>
            </w:pPr>
            <w:r w:rsidRPr="001C0CC4">
              <w:t>24</w:t>
            </w:r>
          </w:p>
        </w:tc>
        <w:tc>
          <w:tcPr>
            <w:tcW w:w="849" w:type="dxa"/>
            <w:tcBorders>
              <w:top w:val="single" w:sz="4" w:space="0" w:color="auto"/>
              <w:left w:val="single" w:sz="4" w:space="0" w:color="auto"/>
              <w:bottom w:val="single" w:sz="4" w:space="0" w:color="auto"/>
              <w:right w:val="single" w:sz="4" w:space="0" w:color="auto"/>
            </w:tcBorders>
            <w:vAlign w:val="center"/>
          </w:tcPr>
          <w:p w14:paraId="6C9E442D" w14:textId="77777777" w:rsidR="00DC7196" w:rsidRPr="001C0CC4" w:rsidRDefault="00DC7196" w:rsidP="00DC7196">
            <w:pPr>
              <w:pStyle w:val="TAC"/>
            </w:pPr>
            <w:r w:rsidRPr="001C0CC4">
              <w:t>24</w:t>
            </w:r>
          </w:p>
        </w:tc>
      </w:tr>
      <w:tr w:rsidR="00DC7196" w:rsidRPr="001C0CC4" w14:paraId="0D48E0F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38F41FD5" w14:textId="77777777" w:rsidR="00DC7196" w:rsidRPr="001C0CC4" w:rsidRDefault="00DC7196" w:rsidP="00DC7196">
            <w:pPr>
              <w:pStyle w:val="TAL"/>
              <w:rPr>
                <w:rFonts w:eastAsia="SimSun"/>
              </w:rPr>
            </w:pPr>
            <w:r w:rsidRPr="001C0CC4">
              <w:rPr>
                <w:rFonts w:eastAsia="SimSun"/>
              </w:rPr>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087611BD" w14:textId="77777777" w:rsidR="00DC7196" w:rsidRPr="001C0CC4" w:rsidRDefault="00DC7196" w:rsidP="00DC7196">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34932D98" w14:textId="77777777" w:rsidR="00DC7196" w:rsidRPr="001C0CC4" w:rsidRDefault="00DC7196" w:rsidP="00DC7196">
            <w:pPr>
              <w:pStyle w:val="TAC"/>
            </w:pPr>
            <w:r w:rsidRPr="001C0CC4">
              <w:t>64QAM</w:t>
            </w:r>
          </w:p>
        </w:tc>
      </w:tr>
      <w:tr w:rsidR="00DC7196" w:rsidRPr="001C0CC4" w14:paraId="4BDFB77E"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FEAEE72" w14:textId="77777777" w:rsidR="00DC7196" w:rsidRPr="001C0CC4" w:rsidRDefault="00DC7196" w:rsidP="00DC7196">
            <w:pPr>
              <w:pStyle w:val="TAL"/>
              <w:rPr>
                <w:rFonts w:eastAsia="SimSun"/>
              </w:rPr>
            </w:pPr>
            <w:r w:rsidRPr="001C0CC4">
              <w:rPr>
                <w:rFonts w:eastAsia="SimSun"/>
              </w:rPr>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32CA6448"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975E1F8"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6AA954"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EEEB3C"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C32FF8"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140866"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92F996"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337DC2BD"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A49EEE" w14:textId="77777777" w:rsidR="00DC7196" w:rsidRPr="001C0CC4" w:rsidRDefault="00DC7196" w:rsidP="00DC7196">
            <w:pPr>
              <w:pStyle w:val="TAC"/>
            </w:pPr>
            <w:r w:rsidRPr="001C0CC4">
              <w:t>64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71FB3D" w14:textId="77777777" w:rsidR="00DC7196" w:rsidRPr="001C0CC4" w:rsidRDefault="00DC7196" w:rsidP="00DC7196">
            <w:pPr>
              <w:pStyle w:val="TAC"/>
            </w:pPr>
            <w:r w:rsidRPr="001C0CC4">
              <w:t>64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67C0007D" w14:textId="77777777" w:rsidR="00DC7196" w:rsidRPr="001C0CC4" w:rsidRDefault="00DC7196" w:rsidP="00DC7196">
            <w:pPr>
              <w:pStyle w:val="TAC"/>
            </w:pPr>
            <w:r w:rsidRPr="001C0CC4">
              <w:t>64 QAM</w:t>
            </w:r>
          </w:p>
        </w:tc>
      </w:tr>
      <w:tr w:rsidR="00DC7196" w:rsidRPr="001C0CC4" w14:paraId="0DD0C72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08F2ED1" w14:textId="77777777" w:rsidR="00DC7196" w:rsidRPr="001C0CC4" w:rsidRDefault="00DC7196" w:rsidP="00DC7196">
            <w:pPr>
              <w:pStyle w:val="TAL"/>
              <w:rPr>
                <w:rFonts w:eastAsia="SimSun"/>
              </w:rPr>
            </w:pPr>
            <w:r w:rsidRPr="001C0CC4">
              <w:rPr>
                <w:rFonts w:eastAsia="SimSun"/>
              </w:rPr>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70040427"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5205283"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0A5FA8"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04715F"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7E0BF8"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49E2DB7"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4CB2CC"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743CE9"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5199C6" w14:textId="77777777" w:rsidR="00DC7196" w:rsidRPr="001C0CC4" w:rsidRDefault="00DC7196" w:rsidP="00DC7196">
            <w:pPr>
              <w:pStyle w:val="TAC"/>
            </w:pPr>
            <w:r w:rsidRPr="001C0CC4">
              <w:t>3/4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8526AE" w14:textId="77777777" w:rsidR="00DC7196" w:rsidRPr="001C0CC4" w:rsidRDefault="00DC7196" w:rsidP="00DC7196">
            <w:pPr>
              <w:pStyle w:val="TAC"/>
            </w:pPr>
            <w:r w:rsidRPr="001C0CC4">
              <w:t>3/4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629D4AE" w14:textId="77777777" w:rsidR="00DC7196" w:rsidRPr="001C0CC4" w:rsidRDefault="00DC7196" w:rsidP="00DC7196">
            <w:pPr>
              <w:pStyle w:val="TAC"/>
            </w:pPr>
            <w:r w:rsidRPr="001C0CC4">
              <w:t>3/4</w:t>
            </w:r>
          </w:p>
        </w:tc>
      </w:tr>
      <w:tr w:rsidR="00DC7196" w:rsidRPr="001C0CC4" w14:paraId="260FB42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D7579B1" w14:textId="77777777" w:rsidR="00DC7196" w:rsidRPr="001C0CC4" w:rsidRDefault="00DC7196" w:rsidP="00DC7196">
            <w:pPr>
              <w:pStyle w:val="TAL"/>
              <w:rPr>
                <w:rFonts w:eastAsia="SimSun"/>
              </w:rPr>
            </w:pPr>
            <w:r w:rsidRPr="001C0CC4">
              <w:rPr>
                <w:rFonts w:eastAsia="SimSun"/>
              </w:rPr>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3ECA3033"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6DA7F781"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CF0E0A"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5A9157"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868C2D"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BC5E7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808C9E"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9F4245"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BE25BD"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BA80E0" w14:textId="77777777" w:rsidR="00DC7196" w:rsidRPr="001C0CC4" w:rsidRDefault="00DC7196" w:rsidP="00DC7196">
            <w:pPr>
              <w:pStyle w:val="TAC"/>
            </w:pPr>
            <w:r w:rsidRPr="001C0CC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77EEFA92" w14:textId="77777777" w:rsidR="00DC7196" w:rsidRPr="001C0CC4" w:rsidRDefault="00DC7196" w:rsidP="00DC7196">
            <w:pPr>
              <w:pStyle w:val="TAC"/>
            </w:pPr>
            <w:r w:rsidRPr="001C0CC4">
              <w:t>1</w:t>
            </w:r>
          </w:p>
        </w:tc>
      </w:tr>
      <w:tr w:rsidR="00DC7196" w:rsidRPr="001C0CC4" w14:paraId="031DD2C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37EA1B8" w14:textId="77777777" w:rsidR="00DC7196" w:rsidRPr="001C0CC4" w:rsidRDefault="00DC7196" w:rsidP="00DC7196">
            <w:pPr>
              <w:pStyle w:val="TAH"/>
              <w:rPr>
                <w:rFonts w:eastAsia="SimSun"/>
              </w:rPr>
            </w:pPr>
            <w:r w:rsidRPr="001C0CC4">
              <w:rPr>
                <w:rFonts w:eastAsia="SimSun"/>
              </w:rPr>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C0EE51C"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12785823"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DD9FF06"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F194786"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7D997F4"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1A72EE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5C01848"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570685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46061F9"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09B4B0C"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709AF109" w14:textId="77777777" w:rsidR="00DC7196" w:rsidRPr="001C0CC4" w:rsidRDefault="00DC7196" w:rsidP="00DC7196">
            <w:pPr>
              <w:pStyle w:val="TAC"/>
            </w:pPr>
          </w:p>
        </w:tc>
      </w:tr>
      <w:tr w:rsidR="00DC7196" w:rsidRPr="001C0CC4" w14:paraId="4EF1FB0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A2B83A5" w14:textId="77777777" w:rsidR="00DC7196" w:rsidRPr="001C0CC4" w:rsidRDefault="00DC7196" w:rsidP="00DC7196">
            <w:pPr>
              <w:pStyle w:val="TAL"/>
              <w:rPr>
                <w:rFonts w:eastAsia="SimSun"/>
              </w:rPr>
            </w:pPr>
            <w:r w:rsidRPr="001C0CC4">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2660DA2"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0025F5A5"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B4D5CBC"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1EB6F10"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10AE13"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F2F315"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6440EC"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21B84D6"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C3DD30"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9092CF0"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200DDD5D" w14:textId="77777777" w:rsidR="00DC7196" w:rsidRPr="001C0CC4" w:rsidRDefault="00DC7196" w:rsidP="00DC7196">
            <w:pPr>
              <w:pStyle w:val="TAC"/>
            </w:pPr>
            <w:r w:rsidRPr="001C0CC4">
              <w:t>N/A</w:t>
            </w:r>
          </w:p>
        </w:tc>
      </w:tr>
      <w:tr w:rsidR="00DC7196" w:rsidRPr="001C0CC4" w14:paraId="362CA8E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437DE89" w14:textId="77777777" w:rsidR="00DC7196" w:rsidRPr="001C0CC4" w:rsidRDefault="00DC7196" w:rsidP="00DC7196">
            <w:pPr>
              <w:pStyle w:val="TAL"/>
              <w:rPr>
                <w:rFonts w:eastAsia="SimSun"/>
              </w:rPr>
            </w:pPr>
            <w:r w:rsidRPr="001C0CC4">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E6100F0"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4A6DE8DA" w14:textId="77777777" w:rsidR="00DC7196" w:rsidRPr="001C0CC4" w:rsidRDefault="00DC7196" w:rsidP="00DC7196">
            <w:pPr>
              <w:pStyle w:val="TAC"/>
            </w:pPr>
            <w:r w:rsidRPr="001C0CC4">
              <w:t>5376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58AE216" w14:textId="77777777" w:rsidR="00DC7196" w:rsidRPr="001C0CC4" w:rsidRDefault="00DC7196" w:rsidP="00DC7196">
            <w:pPr>
              <w:pStyle w:val="TAC"/>
            </w:pPr>
            <w:r w:rsidRPr="001C0CC4">
              <w:t>8712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105F99" w14:textId="77777777" w:rsidR="00DC7196" w:rsidRPr="001C0CC4" w:rsidRDefault="00DC7196" w:rsidP="00DC7196">
            <w:pPr>
              <w:pStyle w:val="TAC"/>
            </w:pPr>
            <w:r w:rsidRPr="001C0CC4">
              <w:t>11784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B30694B" w14:textId="77777777" w:rsidR="00DC7196" w:rsidRPr="001C0CC4" w:rsidRDefault="00DC7196" w:rsidP="00DC7196">
            <w:pPr>
              <w:pStyle w:val="TAC"/>
            </w:pPr>
            <w:r w:rsidRPr="001C0CC4">
              <w:t>15112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442DB4" w14:textId="77777777" w:rsidR="00DC7196" w:rsidRPr="001C0CC4" w:rsidRDefault="00DC7196" w:rsidP="00DC7196">
            <w:pPr>
              <w:pStyle w:val="TAC"/>
            </w:pPr>
            <w:r w:rsidRPr="001C0CC4">
              <w:t>18432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19A027F" w14:textId="77777777" w:rsidR="00DC7196" w:rsidRPr="001C0CC4" w:rsidRDefault="00DC7196" w:rsidP="00DC7196">
            <w:pPr>
              <w:pStyle w:val="TAC"/>
            </w:pPr>
            <w:r w:rsidRPr="001C0CC4">
              <w:t>25104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5E8D24" w14:textId="77777777" w:rsidR="00DC7196" w:rsidRPr="001C0CC4" w:rsidRDefault="00DC7196" w:rsidP="00DC7196">
            <w:pPr>
              <w:pStyle w:val="TAC"/>
            </w:pPr>
            <w:r w:rsidRPr="001C0CC4">
              <w:t>31752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597119" w14:textId="77777777" w:rsidR="00DC7196" w:rsidRPr="001C0CC4" w:rsidRDefault="00DC7196" w:rsidP="00DC7196">
            <w:pPr>
              <w:pStyle w:val="TAC"/>
            </w:pPr>
            <w:r w:rsidRPr="001C0CC4">
              <w:t>38936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54AFCF" w14:textId="77777777" w:rsidR="00DC7196" w:rsidRPr="001C0CC4" w:rsidRDefault="00DC7196" w:rsidP="00DC7196">
            <w:pPr>
              <w:pStyle w:val="TAC"/>
            </w:pPr>
            <w:r w:rsidRPr="001C0CC4">
              <w:t>52224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E98F56" w14:textId="77777777" w:rsidR="00DC7196" w:rsidRPr="001C0CC4" w:rsidRDefault="00DC7196" w:rsidP="00DC7196">
            <w:pPr>
              <w:pStyle w:val="TAC"/>
            </w:pPr>
            <w:r w:rsidRPr="001C0CC4">
              <w:t>65576</w:t>
            </w:r>
          </w:p>
        </w:tc>
      </w:tr>
      <w:tr w:rsidR="00DC7196" w:rsidRPr="001C0CC4" w14:paraId="3205A11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A57F3B7" w14:textId="77777777" w:rsidR="00DC7196" w:rsidRPr="001C0CC4" w:rsidRDefault="00DC7196" w:rsidP="00DC7196">
            <w:pPr>
              <w:pStyle w:val="TAL"/>
              <w:rPr>
                <w:rFonts w:eastAsia="SimSun"/>
              </w:rPr>
            </w:pPr>
            <w:r w:rsidRPr="001C0CC4">
              <w:rPr>
                <w:rFonts w:eastAsia="SimSun"/>
              </w:rPr>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B2D98DC"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F4E008C"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77BF6B"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2F74D6E"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623B78"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904182"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2E0D0A"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B7194B"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5211DC"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8406ED" w14:textId="77777777" w:rsidR="00DC7196" w:rsidRPr="001C0CC4" w:rsidRDefault="00DC7196" w:rsidP="00DC7196">
            <w:pPr>
              <w:pStyle w:val="TAC"/>
            </w:pPr>
            <w:r w:rsidRPr="001C0CC4">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0B0AA26B" w14:textId="77777777" w:rsidR="00DC7196" w:rsidRPr="001C0CC4" w:rsidRDefault="00DC7196" w:rsidP="00DC7196">
            <w:pPr>
              <w:pStyle w:val="TAC"/>
            </w:pPr>
            <w:r w:rsidRPr="001C0CC4">
              <w:t>24</w:t>
            </w:r>
          </w:p>
        </w:tc>
      </w:tr>
      <w:tr w:rsidR="00DC7196" w:rsidRPr="001C0CC4" w14:paraId="61C4F23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D00B383" w14:textId="77777777" w:rsidR="00DC7196" w:rsidRPr="001C0CC4" w:rsidRDefault="00DC7196" w:rsidP="00DC7196">
            <w:pPr>
              <w:pStyle w:val="TAL"/>
              <w:rPr>
                <w:rFonts w:eastAsia="SimSun"/>
              </w:rPr>
            </w:pPr>
            <w:r w:rsidRPr="001C0CC4">
              <w:rPr>
                <w:rFonts w:eastAsia="SimSun"/>
              </w:rPr>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3EF3741E"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1CBA805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9DA2A20"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8EE10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5B5D0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90C91B7"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3ED2F3"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F2F9A53"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040717D"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4EB4AF" w14:textId="77777777" w:rsidR="00DC7196" w:rsidRPr="001C0CC4" w:rsidRDefault="00DC7196" w:rsidP="00DC7196">
            <w:pPr>
              <w:pStyle w:val="TAC"/>
            </w:pPr>
            <w:r w:rsidRPr="001C0CC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76631C" w14:textId="77777777" w:rsidR="00DC7196" w:rsidRPr="001C0CC4" w:rsidRDefault="00DC7196" w:rsidP="00DC7196">
            <w:pPr>
              <w:pStyle w:val="TAC"/>
            </w:pPr>
            <w:r w:rsidRPr="001C0CC4">
              <w:t>1</w:t>
            </w:r>
          </w:p>
        </w:tc>
      </w:tr>
      <w:tr w:rsidR="00DC7196" w:rsidRPr="001C0CC4" w14:paraId="37320E9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B8D78BB" w14:textId="77777777" w:rsidR="00DC7196" w:rsidRPr="001C0CC4" w:rsidRDefault="00DC7196" w:rsidP="00DC7196">
            <w:pPr>
              <w:pStyle w:val="TAH"/>
              <w:rPr>
                <w:rFonts w:eastAsia="SimSun"/>
              </w:rPr>
            </w:pPr>
            <w:r w:rsidRPr="001C0CC4">
              <w:rPr>
                <w:rFonts w:eastAsia="SimSun"/>
              </w:rPr>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5D5D79B8"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6613753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385867F"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48567BE"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CE9A0F2"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9D00AE0"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D3E1E99"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328AAB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A2A5E91"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67A8E9B"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06BDB76A" w14:textId="77777777" w:rsidR="00DC7196" w:rsidRPr="001C0CC4" w:rsidRDefault="00DC7196" w:rsidP="00DC7196">
            <w:pPr>
              <w:pStyle w:val="TAC"/>
            </w:pPr>
          </w:p>
        </w:tc>
      </w:tr>
      <w:tr w:rsidR="00DC7196" w:rsidRPr="001C0CC4" w14:paraId="3D0F3D5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666695C" w14:textId="77777777" w:rsidR="00DC7196" w:rsidRPr="001C0CC4" w:rsidRDefault="00DC7196" w:rsidP="00DC7196">
            <w:pPr>
              <w:pStyle w:val="TAL"/>
              <w:rPr>
                <w:rFonts w:eastAsia="SimSun"/>
              </w:rPr>
            </w:pPr>
            <w:r w:rsidRPr="001C0CC4">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E4B23B" w14:textId="77777777" w:rsidR="00DC7196" w:rsidRPr="001C0CC4" w:rsidRDefault="00DC7196" w:rsidP="00DC7196">
            <w:pPr>
              <w:pStyle w:val="TAC"/>
            </w:pPr>
            <w:r w:rsidRPr="001C0CC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D966A0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E6EA4A0"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AE615F"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DA4BC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9A226E"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27A9A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AA467BF"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02D02CD"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D1220E"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1433AC" w14:textId="77777777" w:rsidR="00DC7196" w:rsidRPr="001C0CC4" w:rsidRDefault="00DC7196" w:rsidP="00DC7196">
            <w:pPr>
              <w:pStyle w:val="TAC"/>
            </w:pPr>
            <w:r w:rsidRPr="001C0CC4">
              <w:t>N/A</w:t>
            </w:r>
          </w:p>
        </w:tc>
      </w:tr>
      <w:tr w:rsidR="00DC7196" w:rsidRPr="001C0CC4" w14:paraId="54A906B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CB186CE" w14:textId="77777777" w:rsidR="00DC7196" w:rsidRPr="001C0CC4" w:rsidRDefault="00DC7196" w:rsidP="00DC7196">
            <w:pPr>
              <w:pStyle w:val="TAL"/>
              <w:rPr>
                <w:rFonts w:eastAsia="SimSun"/>
              </w:rPr>
            </w:pPr>
            <w:r w:rsidRPr="001C0CC4">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18D4FE6" w14:textId="77777777" w:rsidR="00DC7196" w:rsidRPr="001C0CC4" w:rsidRDefault="00DC7196" w:rsidP="00DC7196">
            <w:pPr>
              <w:pStyle w:val="TAC"/>
            </w:pPr>
            <w:r w:rsidRPr="001C0CC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53EF3D5"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1D24F3"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1F2769"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37DCA1"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180580" w14:textId="77777777" w:rsidR="00DC7196" w:rsidRPr="001C0CC4" w:rsidRDefault="00DC7196" w:rsidP="00DC7196">
            <w:pPr>
              <w:pStyle w:val="TAC"/>
            </w:pPr>
            <w:r w:rsidRPr="001C0CC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97C063" w14:textId="77777777" w:rsidR="00DC7196" w:rsidRPr="001C0CC4" w:rsidRDefault="00DC7196" w:rsidP="00DC7196">
            <w:pPr>
              <w:pStyle w:val="TAC"/>
            </w:pPr>
            <w:r w:rsidRPr="001C0CC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BC7B57" w14:textId="77777777" w:rsidR="00DC7196" w:rsidRPr="001C0CC4" w:rsidRDefault="00DC7196" w:rsidP="00DC7196">
            <w:pPr>
              <w:pStyle w:val="TAC"/>
            </w:pPr>
            <w:r w:rsidRPr="001C0CC4">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D4AF97" w14:textId="77777777" w:rsidR="00DC7196" w:rsidRPr="001C0CC4" w:rsidRDefault="00DC7196" w:rsidP="00DC7196">
            <w:pPr>
              <w:pStyle w:val="TAC"/>
            </w:pPr>
            <w:r w:rsidRPr="001C0CC4">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B611EC8" w14:textId="77777777" w:rsidR="00DC7196" w:rsidRPr="001C0CC4" w:rsidRDefault="00DC7196" w:rsidP="00DC7196">
            <w:pPr>
              <w:pStyle w:val="TAC"/>
            </w:pPr>
            <w:r w:rsidRPr="001C0CC4">
              <w:t>7</w:t>
            </w:r>
          </w:p>
        </w:tc>
        <w:tc>
          <w:tcPr>
            <w:tcW w:w="849" w:type="dxa"/>
            <w:tcBorders>
              <w:top w:val="single" w:sz="4" w:space="0" w:color="auto"/>
              <w:left w:val="single" w:sz="4" w:space="0" w:color="auto"/>
              <w:bottom w:val="single" w:sz="4" w:space="0" w:color="auto"/>
              <w:right w:val="single" w:sz="4" w:space="0" w:color="auto"/>
            </w:tcBorders>
            <w:vAlign w:val="center"/>
            <w:hideMark/>
          </w:tcPr>
          <w:p w14:paraId="27E699DA" w14:textId="77777777" w:rsidR="00DC7196" w:rsidRPr="001C0CC4" w:rsidRDefault="00DC7196" w:rsidP="00DC7196">
            <w:pPr>
              <w:pStyle w:val="TAC"/>
            </w:pPr>
            <w:r w:rsidRPr="001C0CC4">
              <w:t>8</w:t>
            </w:r>
          </w:p>
        </w:tc>
      </w:tr>
      <w:tr w:rsidR="00DC7196" w:rsidRPr="001C0CC4" w14:paraId="6055DB8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372FE4E" w14:textId="77777777" w:rsidR="00DC7196" w:rsidRPr="001C0CC4" w:rsidRDefault="00DC7196" w:rsidP="00DC7196">
            <w:pPr>
              <w:pStyle w:val="TAH"/>
              <w:rPr>
                <w:rFonts w:eastAsia="SimSun"/>
              </w:rPr>
            </w:pPr>
            <w:r w:rsidRPr="001C0CC4">
              <w:rPr>
                <w:rFonts w:eastAsia="SimSun"/>
              </w:rPr>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1D92EB27"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2853F18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76601B7"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F5CA75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08D8B7B"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12CA85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9436727"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9D91C08"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9154914"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0A16CDD"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5BDA4A00" w14:textId="77777777" w:rsidR="00DC7196" w:rsidRPr="001C0CC4" w:rsidRDefault="00DC7196" w:rsidP="00DC7196">
            <w:pPr>
              <w:pStyle w:val="TAC"/>
            </w:pPr>
          </w:p>
        </w:tc>
      </w:tr>
      <w:tr w:rsidR="00DC7196" w:rsidRPr="001C0CC4" w14:paraId="19DCD4B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8D3E212" w14:textId="77777777" w:rsidR="00DC7196" w:rsidRPr="001C0CC4" w:rsidRDefault="00DC7196" w:rsidP="00DC7196">
            <w:pPr>
              <w:pStyle w:val="TAL"/>
              <w:rPr>
                <w:rFonts w:eastAsia="SimSun"/>
              </w:rPr>
            </w:pPr>
            <w:r w:rsidRPr="001C0CC4">
              <w:rPr>
                <w:rFonts w:eastAsia="SimSun"/>
              </w:rPr>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394BB6F"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0BE76493"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0A074F"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C74C7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CD9195"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56A985"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B2031E"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22E91C2"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9A7CB1"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AE7B81"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54C4B83D" w14:textId="77777777" w:rsidR="00DC7196" w:rsidRPr="001C0CC4" w:rsidRDefault="00DC7196" w:rsidP="00DC7196">
            <w:pPr>
              <w:pStyle w:val="TAC"/>
            </w:pPr>
            <w:r w:rsidRPr="001C0CC4">
              <w:t>N/A</w:t>
            </w:r>
          </w:p>
        </w:tc>
      </w:tr>
      <w:tr w:rsidR="00DC7196" w:rsidRPr="001C0CC4" w14:paraId="386D88DE"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7D9B1DF" w14:textId="77777777" w:rsidR="00DC7196" w:rsidRPr="001C0CC4" w:rsidRDefault="00DC7196" w:rsidP="00DC7196">
            <w:pPr>
              <w:pStyle w:val="TAL"/>
              <w:rPr>
                <w:rFonts w:eastAsia="SimSun"/>
              </w:rPr>
            </w:pPr>
            <w:r w:rsidRPr="001C0CC4">
              <w:rPr>
                <w:rFonts w:eastAsia="SimSun"/>
              </w:rPr>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5898ABD"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tcPr>
          <w:p w14:paraId="089C1628" w14:textId="77777777" w:rsidR="00DC7196" w:rsidRPr="001C0CC4" w:rsidRDefault="00DC7196" w:rsidP="00DC7196">
            <w:pPr>
              <w:pStyle w:val="TAC"/>
            </w:pPr>
            <w:r w:rsidRPr="001C0CC4">
              <w:t>7128</w:t>
            </w:r>
          </w:p>
        </w:tc>
        <w:tc>
          <w:tcPr>
            <w:tcW w:w="848" w:type="dxa"/>
            <w:tcBorders>
              <w:top w:val="single" w:sz="4" w:space="0" w:color="auto"/>
              <w:left w:val="single" w:sz="4" w:space="0" w:color="auto"/>
              <w:bottom w:val="single" w:sz="4" w:space="0" w:color="auto"/>
              <w:right w:val="single" w:sz="4" w:space="0" w:color="auto"/>
            </w:tcBorders>
            <w:vAlign w:val="center"/>
          </w:tcPr>
          <w:p w14:paraId="670AB76C" w14:textId="77777777" w:rsidR="00DC7196" w:rsidRPr="001C0CC4" w:rsidRDefault="00DC7196" w:rsidP="00DC7196">
            <w:pPr>
              <w:pStyle w:val="TAC"/>
            </w:pPr>
            <w:r w:rsidRPr="001C0CC4">
              <w:t>11664</w:t>
            </w:r>
          </w:p>
        </w:tc>
        <w:tc>
          <w:tcPr>
            <w:tcW w:w="848" w:type="dxa"/>
            <w:tcBorders>
              <w:top w:val="single" w:sz="4" w:space="0" w:color="auto"/>
              <w:left w:val="single" w:sz="4" w:space="0" w:color="auto"/>
              <w:bottom w:val="single" w:sz="4" w:space="0" w:color="auto"/>
              <w:right w:val="single" w:sz="4" w:space="0" w:color="auto"/>
            </w:tcBorders>
            <w:vAlign w:val="center"/>
          </w:tcPr>
          <w:p w14:paraId="212BA199" w14:textId="77777777" w:rsidR="00DC7196" w:rsidRPr="001C0CC4" w:rsidRDefault="00DC7196" w:rsidP="00DC7196">
            <w:pPr>
              <w:pStyle w:val="TAC"/>
            </w:pPr>
            <w:r w:rsidRPr="001C0CC4">
              <w:t>15552</w:t>
            </w:r>
          </w:p>
        </w:tc>
        <w:tc>
          <w:tcPr>
            <w:tcW w:w="848" w:type="dxa"/>
            <w:tcBorders>
              <w:top w:val="single" w:sz="4" w:space="0" w:color="auto"/>
              <w:left w:val="single" w:sz="4" w:space="0" w:color="auto"/>
              <w:bottom w:val="single" w:sz="4" w:space="0" w:color="auto"/>
              <w:right w:val="single" w:sz="4" w:space="0" w:color="auto"/>
            </w:tcBorders>
            <w:vAlign w:val="center"/>
          </w:tcPr>
          <w:p w14:paraId="21E32B9F" w14:textId="77777777" w:rsidR="00DC7196" w:rsidRPr="001C0CC4" w:rsidRDefault="00DC7196" w:rsidP="00DC7196">
            <w:pPr>
              <w:pStyle w:val="TAC"/>
            </w:pPr>
            <w:r w:rsidRPr="001C0CC4">
              <w:t>20088</w:t>
            </w:r>
          </w:p>
        </w:tc>
        <w:tc>
          <w:tcPr>
            <w:tcW w:w="848" w:type="dxa"/>
            <w:tcBorders>
              <w:top w:val="single" w:sz="4" w:space="0" w:color="auto"/>
              <w:left w:val="single" w:sz="4" w:space="0" w:color="auto"/>
              <w:bottom w:val="single" w:sz="4" w:space="0" w:color="auto"/>
              <w:right w:val="single" w:sz="4" w:space="0" w:color="auto"/>
            </w:tcBorders>
            <w:vAlign w:val="center"/>
          </w:tcPr>
          <w:p w14:paraId="230D3FB7" w14:textId="77777777" w:rsidR="00DC7196" w:rsidRPr="001C0CC4" w:rsidRDefault="00DC7196" w:rsidP="00DC7196">
            <w:pPr>
              <w:pStyle w:val="TAC"/>
            </w:pPr>
            <w:r w:rsidRPr="001C0CC4">
              <w:t>24624</w:t>
            </w:r>
          </w:p>
        </w:tc>
        <w:tc>
          <w:tcPr>
            <w:tcW w:w="848" w:type="dxa"/>
            <w:tcBorders>
              <w:top w:val="single" w:sz="4" w:space="0" w:color="auto"/>
              <w:left w:val="single" w:sz="4" w:space="0" w:color="auto"/>
              <w:bottom w:val="single" w:sz="4" w:space="0" w:color="auto"/>
              <w:right w:val="single" w:sz="4" w:space="0" w:color="auto"/>
            </w:tcBorders>
            <w:vAlign w:val="center"/>
          </w:tcPr>
          <w:p w14:paraId="4E5217DC" w14:textId="77777777" w:rsidR="00DC7196" w:rsidRPr="001C0CC4" w:rsidRDefault="00DC7196" w:rsidP="00DC7196">
            <w:pPr>
              <w:pStyle w:val="TAC"/>
            </w:pPr>
            <w:r w:rsidRPr="001C0CC4">
              <w:t>33048</w:t>
            </w:r>
          </w:p>
        </w:tc>
        <w:tc>
          <w:tcPr>
            <w:tcW w:w="848" w:type="dxa"/>
            <w:tcBorders>
              <w:top w:val="single" w:sz="4" w:space="0" w:color="auto"/>
              <w:left w:val="single" w:sz="4" w:space="0" w:color="auto"/>
              <w:bottom w:val="single" w:sz="4" w:space="0" w:color="auto"/>
              <w:right w:val="single" w:sz="4" w:space="0" w:color="auto"/>
            </w:tcBorders>
            <w:vAlign w:val="center"/>
          </w:tcPr>
          <w:p w14:paraId="3E6A3E98" w14:textId="77777777" w:rsidR="00DC7196" w:rsidRPr="001C0CC4" w:rsidRDefault="00DC7196" w:rsidP="00DC7196">
            <w:pPr>
              <w:pStyle w:val="TAC"/>
            </w:pPr>
            <w:r w:rsidRPr="001C0CC4">
              <w:t>42120</w:t>
            </w:r>
          </w:p>
        </w:tc>
        <w:tc>
          <w:tcPr>
            <w:tcW w:w="848" w:type="dxa"/>
            <w:tcBorders>
              <w:top w:val="single" w:sz="4" w:space="0" w:color="auto"/>
              <w:left w:val="single" w:sz="4" w:space="0" w:color="auto"/>
              <w:bottom w:val="single" w:sz="4" w:space="0" w:color="auto"/>
              <w:right w:val="single" w:sz="4" w:space="0" w:color="auto"/>
            </w:tcBorders>
            <w:vAlign w:val="center"/>
          </w:tcPr>
          <w:p w14:paraId="0CF027BC" w14:textId="77777777" w:rsidR="00DC7196" w:rsidRPr="001C0CC4" w:rsidRDefault="00DC7196" w:rsidP="00DC7196">
            <w:pPr>
              <w:pStyle w:val="TAC"/>
            </w:pPr>
            <w:r w:rsidRPr="001C0CC4">
              <w:t>51192</w:t>
            </w:r>
          </w:p>
        </w:tc>
        <w:tc>
          <w:tcPr>
            <w:tcW w:w="848" w:type="dxa"/>
            <w:tcBorders>
              <w:top w:val="single" w:sz="4" w:space="0" w:color="auto"/>
              <w:left w:val="single" w:sz="4" w:space="0" w:color="auto"/>
              <w:bottom w:val="single" w:sz="4" w:space="0" w:color="auto"/>
              <w:right w:val="single" w:sz="4" w:space="0" w:color="auto"/>
            </w:tcBorders>
            <w:vAlign w:val="center"/>
          </w:tcPr>
          <w:p w14:paraId="74311AF4" w14:textId="77777777" w:rsidR="00DC7196" w:rsidRPr="001C0CC4" w:rsidRDefault="00DC7196" w:rsidP="00DC7196">
            <w:pPr>
              <w:pStyle w:val="TAC"/>
            </w:pPr>
            <w:r w:rsidRPr="001C0CC4">
              <w:t>69336</w:t>
            </w:r>
          </w:p>
        </w:tc>
        <w:tc>
          <w:tcPr>
            <w:tcW w:w="849" w:type="dxa"/>
            <w:tcBorders>
              <w:top w:val="single" w:sz="4" w:space="0" w:color="auto"/>
              <w:left w:val="single" w:sz="4" w:space="0" w:color="auto"/>
              <w:bottom w:val="single" w:sz="4" w:space="0" w:color="auto"/>
              <w:right w:val="single" w:sz="4" w:space="0" w:color="auto"/>
            </w:tcBorders>
            <w:vAlign w:val="center"/>
          </w:tcPr>
          <w:p w14:paraId="1AE403AB" w14:textId="77777777" w:rsidR="00DC7196" w:rsidRPr="001C0CC4" w:rsidRDefault="00DC7196" w:rsidP="00DC7196">
            <w:pPr>
              <w:pStyle w:val="TAC"/>
            </w:pPr>
            <w:r w:rsidRPr="001C0CC4">
              <w:t>87480</w:t>
            </w:r>
          </w:p>
        </w:tc>
      </w:tr>
      <w:tr w:rsidR="00DC7196" w:rsidRPr="001C0CC4" w14:paraId="46444CFB" w14:textId="77777777" w:rsidTr="00DC7196">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5D288D01" w14:textId="77777777" w:rsidR="00DC7196" w:rsidRPr="001C0CC4" w:rsidRDefault="00DC7196" w:rsidP="00DC7196">
            <w:pPr>
              <w:pStyle w:val="TAL"/>
              <w:rPr>
                <w:rFonts w:eastAsia="SimSun"/>
              </w:rPr>
            </w:pPr>
            <w:r w:rsidRPr="001C0CC4">
              <w:rPr>
                <w:rFonts w:eastAsia="SimSun"/>
              </w:rPr>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7B64FD4" w14:textId="77777777" w:rsidR="00DC7196" w:rsidRPr="001C0CC4" w:rsidRDefault="00DC7196" w:rsidP="00DC7196">
            <w:pPr>
              <w:pStyle w:val="TAC"/>
            </w:pPr>
            <w:r w:rsidRPr="001C0CC4">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8216A82" w14:textId="77777777" w:rsidR="00DC7196" w:rsidRPr="001C0CC4" w:rsidRDefault="00DC7196" w:rsidP="00DC7196">
            <w:pPr>
              <w:pStyle w:val="TAC"/>
            </w:pPr>
            <w:r w:rsidRPr="001C0CC4">
              <w:t>19.354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FFC5AF" w14:textId="77777777" w:rsidR="00DC7196" w:rsidRPr="001C0CC4" w:rsidRDefault="00DC7196" w:rsidP="00DC7196">
            <w:pPr>
              <w:pStyle w:val="TAC"/>
            </w:pPr>
            <w:r w:rsidRPr="001C0CC4">
              <w:t>31.363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4F96DB" w14:textId="77777777" w:rsidR="00DC7196" w:rsidRPr="001C0CC4" w:rsidRDefault="00DC7196" w:rsidP="00DC7196">
            <w:pPr>
              <w:pStyle w:val="TAC"/>
            </w:pPr>
            <w:r w:rsidRPr="001C0CC4">
              <w:t>42.422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5AFF97" w14:textId="77777777" w:rsidR="00DC7196" w:rsidRPr="001C0CC4" w:rsidRDefault="00DC7196" w:rsidP="00DC7196">
            <w:pPr>
              <w:pStyle w:val="TAC"/>
            </w:pPr>
            <w:r w:rsidRPr="001C0CC4">
              <w:t>54.403</w:t>
            </w:r>
          </w:p>
        </w:tc>
        <w:tc>
          <w:tcPr>
            <w:tcW w:w="848" w:type="dxa"/>
            <w:tcBorders>
              <w:top w:val="single" w:sz="4" w:space="0" w:color="auto"/>
              <w:left w:val="single" w:sz="4" w:space="0" w:color="auto"/>
              <w:bottom w:val="single" w:sz="4" w:space="0" w:color="auto"/>
              <w:right w:val="single" w:sz="4" w:space="0" w:color="auto"/>
            </w:tcBorders>
            <w:vAlign w:val="center"/>
            <w:hideMark/>
          </w:tcPr>
          <w:p w14:paraId="010C07E6" w14:textId="77777777" w:rsidR="00DC7196" w:rsidRPr="001C0CC4" w:rsidRDefault="00DC7196" w:rsidP="00DC7196">
            <w:pPr>
              <w:pStyle w:val="TAC"/>
            </w:pPr>
            <w:r w:rsidRPr="001C0CC4">
              <w:t>66.355</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97A3F9" w14:textId="77777777" w:rsidR="00DC7196" w:rsidRPr="001C0CC4" w:rsidRDefault="00DC7196" w:rsidP="00DC7196">
            <w:pPr>
              <w:pStyle w:val="TAC"/>
            </w:pPr>
            <w:r w:rsidRPr="001C0CC4">
              <w:t>90.374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7A61BF" w14:textId="77777777" w:rsidR="00DC7196" w:rsidRPr="001C0CC4" w:rsidRDefault="00DC7196" w:rsidP="00DC7196">
            <w:pPr>
              <w:pStyle w:val="TAC"/>
            </w:pPr>
            <w:r w:rsidRPr="001C0CC4">
              <w:t>114.307</w:t>
            </w:r>
          </w:p>
        </w:tc>
        <w:tc>
          <w:tcPr>
            <w:tcW w:w="848" w:type="dxa"/>
            <w:tcBorders>
              <w:top w:val="single" w:sz="4" w:space="0" w:color="auto"/>
              <w:left w:val="single" w:sz="4" w:space="0" w:color="auto"/>
              <w:bottom w:val="single" w:sz="4" w:space="0" w:color="auto"/>
              <w:right w:val="single" w:sz="4" w:space="0" w:color="auto"/>
            </w:tcBorders>
            <w:vAlign w:val="center"/>
            <w:hideMark/>
          </w:tcPr>
          <w:p w14:paraId="2304BCF9" w14:textId="77777777" w:rsidR="00DC7196" w:rsidRPr="001C0CC4" w:rsidRDefault="00DC7196" w:rsidP="00DC7196">
            <w:pPr>
              <w:pStyle w:val="TAC"/>
            </w:pPr>
            <w:r w:rsidRPr="001C0CC4">
              <w:t>140.170</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D2551B" w14:textId="77777777" w:rsidR="00DC7196" w:rsidRPr="001C0CC4" w:rsidRDefault="00DC7196" w:rsidP="00DC7196">
            <w:pPr>
              <w:pStyle w:val="TAC"/>
            </w:pPr>
            <w:r w:rsidRPr="001C0CC4">
              <w:t>188.006</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17AC93" w14:textId="77777777" w:rsidR="00DC7196" w:rsidRPr="001C0CC4" w:rsidRDefault="00DC7196" w:rsidP="00DC7196">
            <w:pPr>
              <w:pStyle w:val="TAC"/>
            </w:pPr>
            <w:r w:rsidRPr="001C0CC4">
              <w:t>236.074</w:t>
            </w:r>
          </w:p>
        </w:tc>
      </w:tr>
      <w:tr w:rsidR="00DC7196" w:rsidRPr="001C0CC4" w14:paraId="5E9518B4" w14:textId="77777777" w:rsidTr="00DC7196">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454A2142" w14:textId="77777777" w:rsidR="00DC7196" w:rsidRPr="001C0CC4" w:rsidRDefault="00DC7196" w:rsidP="00DC7196">
            <w:pPr>
              <w:pStyle w:val="TAN"/>
            </w:pPr>
            <w:r w:rsidRPr="001C0CC4">
              <w:t>NOTE 1:</w:t>
            </w:r>
            <w:r w:rsidRPr="001C0CC4">
              <w:tab/>
              <w:t>Additional parameters are specified in Table A.3.1-1 and Table A.3.2.1-1.</w:t>
            </w:r>
          </w:p>
          <w:p w14:paraId="47EAC648"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14C581D0" w14:textId="77777777" w:rsidR="00DC7196" w:rsidRPr="001C0CC4" w:rsidRDefault="00DC7196" w:rsidP="00DC7196">
            <w:pPr>
              <w:pStyle w:val="TAN"/>
            </w:pPr>
            <w:r w:rsidRPr="001C0CC4">
              <w:t>NOTE 3:</w:t>
            </w:r>
            <w:r w:rsidRPr="001C0CC4">
              <w:tab/>
              <w:t>SS/PBCH block is transmitted in slot #0 of each frame</w:t>
            </w:r>
          </w:p>
          <w:p w14:paraId="7811D13D" w14:textId="77777777" w:rsidR="00DC7196" w:rsidRPr="001C0CC4" w:rsidRDefault="00DC7196" w:rsidP="00DC7196">
            <w:pPr>
              <w:pStyle w:val="TAN"/>
              <w:rPr>
                <w:sz w:val="16"/>
                <w:szCs w:val="16"/>
              </w:rPr>
            </w:pPr>
            <w:r w:rsidRPr="001C0CC4">
              <w:rPr>
                <w:lang w:val="en-US"/>
              </w:rPr>
              <w:t>NOTE 4:</w:t>
            </w:r>
            <w:r w:rsidRPr="001C0CC4">
              <w:tab/>
            </w:r>
            <w:r w:rsidRPr="001C0CC4">
              <w:rPr>
                <w:lang w:val="en-US"/>
              </w:rPr>
              <w:t>Slot i is slot index per frame</w:t>
            </w:r>
          </w:p>
        </w:tc>
      </w:tr>
    </w:tbl>
    <w:p w14:paraId="0E19C84F" w14:textId="77777777" w:rsidR="00DC7196" w:rsidRPr="001C0CC4" w:rsidRDefault="00DC7196" w:rsidP="00DC7196">
      <w:pPr>
        <w:rPr>
          <w:lang w:val="en-US" w:eastAsia="zh-CN"/>
        </w:rPr>
        <w:sectPr w:rsidR="00DC7196" w:rsidRPr="001C0CC4" w:rsidSect="00D66CF7">
          <w:headerReference w:type="even" r:id="rId18"/>
          <w:headerReference w:type="first" r:id="rId19"/>
          <w:footnotePr>
            <w:numRestart w:val="eachSect"/>
          </w:footnotePr>
          <w:pgSz w:w="16840" w:h="11907" w:orient="landscape" w:code="9"/>
          <w:pgMar w:top="1138" w:right="1411" w:bottom="1138" w:left="1138" w:header="677" w:footer="562" w:gutter="0"/>
          <w:cols w:space="720"/>
          <w:docGrid w:linePitch="272"/>
        </w:sectPr>
      </w:pPr>
    </w:p>
    <w:p w14:paraId="0E263361" w14:textId="77777777" w:rsidR="00DC7196" w:rsidRPr="001C0CC4" w:rsidRDefault="00DC7196" w:rsidP="00DC7196">
      <w:pPr>
        <w:pStyle w:val="Heading3"/>
      </w:pPr>
      <w:bookmarkStart w:id="541" w:name="_Toc21344545"/>
      <w:bookmarkStart w:id="542" w:name="_Toc29802033"/>
      <w:bookmarkStart w:id="543" w:name="_Toc29802457"/>
      <w:bookmarkStart w:id="544" w:name="_Toc29803082"/>
      <w:bookmarkStart w:id="545" w:name="_Toc36107824"/>
      <w:bookmarkStart w:id="546" w:name="_Toc37251598"/>
      <w:bookmarkStart w:id="547" w:name="_Toc45888537"/>
      <w:bookmarkStart w:id="548" w:name="_Toc45889136"/>
      <w:bookmarkStart w:id="549" w:name="_Toc59650509"/>
      <w:bookmarkStart w:id="550" w:name="_Toc61357781"/>
      <w:bookmarkStart w:id="551" w:name="_Toc61359555"/>
      <w:bookmarkStart w:id="552" w:name="_Toc67916495"/>
      <w:bookmarkStart w:id="553" w:name="_Toc75534041"/>
      <w:bookmarkStart w:id="554" w:name="_Toc75819927"/>
      <w:bookmarkStart w:id="555" w:name="_Toc76508771"/>
      <w:bookmarkStart w:id="556" w:name="_Toc76717721"/>
      <w:bookmarkStart w:id="557" w:name="_Toc83294362"/>
      <w:bookmarkStart w:id="558" w:name="_Toc84335401"/>
      <w:r w:rsidRPr="001C0CC4">
        <w:t>A.3.2.4</w:t>
      </w:r>
      <w:r w:rsidRPr="001C0CC4">
        <w:tab/>
        <w:t>FRC for maximum input level for 256 QAM</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6A8DB7F3" w14:textId="77777777" w:rsidR="00DC7196" w:rsidRPr="001C0CC4" w:rsidRDefault="00DC7196" w:rsidP="00DC7196">
      <w:pPr>
        <w:pStyle w:val="TH"/>
      </w:pPr>
      <w:r w:rsidRPr="001C0CC4">
        <w:t>Table A.3.2.4-1 Fixed reference channel for maximum input level receiver requirements (SCS 15 kHz, FDD, 256QAM)</w:t>
      </w:r>
    </w:p>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7"/>
        <w:gridCol w:w="1092"/>
        <w:gridCol w:w="717"/>
        <w:gridCol w:w="717"/>
        <w:gridCol w:w="717"/>
        <w:gridCol w:w="717"/>
        <w:gridCol w:w="717"/>
        <w:gridCol w:w="717"/>
        <w:gridCol w:w="717"/>
        <w:gridCol w:w="717"/>
      </w:tblGrid>
      <w:tr w:rsidR="00DC7196" w:rsidRPr="001C0CC4" w14:paraId="118BA32C"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9D6C975" w14:textId="77777777" w:rsidR="00DC7196" w:rsidRPr="00DC7196" w:rsidRDefault="00DC7196" w:rsidP="00DC7196">
            <w:pPr>
              <w:pStyle w:val="TAH"/>
              <w:rPr>
                <w:b w:val="0"/>
              </w:rPr>
            </w:pPr>
            <w:r w:rsidRPr="00DC7196">
              <w:t>Parameter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FFB61BA" w14:textId="77777777" w:rsidR="00DC7196" w:rsidRPr="00DC7196" w:rsidRDefault="00DC7196" w:rsidP="00DC7196">
            <w:pPr>
              <w:pStyle w:val="TAH"/>
              <w:rPr>
                <w:b w:val="0"/>
              </w:rPr>
            </w:pPr>
            <w:r w:rsidRPr="00DC7196">
              <w:t>Unit</w:t>
            </w:r>
          </w:p>
        </w:tc>
        <w:tc>
          <w:tcPr>
            <w:tcW w:w="5736" w:type="dxa"/>
            <w:gridSpan w:val="8"/>
            <w:tcBorders>
              <w:top w:val="single" w:sz="4" w:space="0" w:color="auto"/>
              <w:left w:val="single" w:sz="4" w:space="0" w:color="auto"/>
              <w:bottom w:val="single" w:sz="4" w:space="0" w:color="auto"/>
              <w:right w:val="single" w:sz="4" w:space="0" w:color="auto"/>
            </w:tcBorders>
            <w:hideMark/>
          </w:tcPr>
          <w:p w14:paraId="09E0D658" w14:textId="77777777" w:rsidR="00DC7196" w:rsidRPr="00DC7196" w:rsidRDefault="00DC7196" w:rsidP="00DC7196">
            <w:pPr>
              <w:pStyle w:val="TAH"/>
              <w:rPr>
                <w:b w:val="0"/>
              </w:rPr>
            </w:pPr>
            <w:r w:rsidRPr="00DC7196">
              <w:t>Value</w:t>
            </w:r>
          </w:p>
        </w:tc>
      </w:tr>
      <w:tr w:rsidR="00DC7196" w:rsidRPr="001C0CC4" w14:paraId="26E5ED4E"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4FF811D" w14:textId="77777777" w:rsidR="00DC7196" w:rsidRPr="00DC7196" w:rsidRDefault="00DC7196" w:rsidP="00DC7196">
            <w:pPr>
              <w:pStyle w:val="TAH"/>
            </w:pPr>
            <w:r w:rsidRPr="00DC7196">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908FCDE" w14:textId="77777777" w:rsidR="00DC7196" w:rsidRPr="00DC7196" w:rsidRDefault="00DC7196" w:rsidP="00DC7196">
            <w:pPr>
              <w:pStyle w:val="TAH"/>
            </w:pPr>
            <w:r w:rsidRPr="00DC7196">
              <w:t>MHz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D9A77D" w14:textId="77777777" w:rsidR="00DC7196" w:rsidRPr="00DC7196" w:rsidRDefault="00DC7196" w:rsidP="00DC7196">
            <w:pPr>
              <w:pStyle w:val="TAH"/>
            </w:pPr>
            <w:r w:rsidRPr="00DC7196">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FB5441" w14:textId="77777777" w:rsidR="00DC7196" w:rsidRPr="00DC7196" w:rsidRDefault="00DC7196" w:rsidP="00DC7196">
            <w:pPr>
              <w:pStyle w:val="TAH"/>
            </w:pPr>
            <w:r w:rsidRPr="00DC7196">
              <w:t>10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DC268A" w14:textId="77777777" w:rsidR="00DC7196" w:rsidRPr="00DC7196" w:rsidRDefault="00DC7196" w:rsidP="00DC7196">
            <w:pPr>
              <w:pStyle w:val="TAH"/>
            </w:pPr>
            <w:r w:rsidRPr="00DC7196">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BF6FAD" w14:textId="77777777" w:rsidR="00DC7196" w:rsidRPr="00DC7196" w:rsidRDefault="00DC7196" w:rsidP="00DC7196">
            <w:pPr>
              <w:pStyle w:val="TAH"/>
            </w:pPr>
            <w:r w:rsidRPr="00DC7196">
              <w:t>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772BF6C4" w14:textId="77777777" w:rsidR="00DC7196" w:rsidRPr="00DC7196" w:rsidRDefault="00DC7196" w:rsidP="00DC7196">
            <w:pPr>
              <w:pStyle w:val="TAH"/>
            </w:pPr>
            <w:r w:rsidRPr="00DC7196">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A6C2DF" w14:textId="77777777" w:rsidR="00DC7196" w:rsidRPr="00DC7196" w:rsidRDefault="00DC7196" w:rsidP="00DC7196">
            <w:pPr>
              <w:pStyle w:val="TAH"/>
            </w:pPr>
            <w:r w:rsidRPr="00DC7196">
              <w:t>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48EE703" w14:textId="77777777" w:rsidR="00DC7196" w:rsidRPr="00DC7196" w:rsidRDefault="00DC7196" w:rsidP="00DC7196">
            <w:pPr>
              <w:pStyle w:val="TAH"/>
            </w:pPr>
            <w:r w:rsidRPr="00DC7196">
              <w:t>40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413DA1" w14:textId="77777777" w:rsidR="00DC7196" w:rsidRPr="00DC7196" w:rsidRDefault="00DC7196" w:rsidP="00DC7196">
            <w:pPr>
              <w:pStyle w:val="TAH"/>
            </w:pPr>
            <w:r w:rsidRPr="00DC7196">
              <w:t>50</w:t>
            </w:r>
          </w:p>
        </w:tc>
      </w:tr>
      <w:tr w:rsidR="00DC7196" w:rsidRPr="001C0CC4" w14:paraId="4D89A4BE"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DCD9C6E" w14:textId="77777777" w:rsidR="00DC7196" w:rsidRPr="00DC7196" w:rsidRDefault="00DC7196" w:rsidP="00DC7196">
            <w:pPr>
              <w:pStyle w:val="TAL"/>
            </w:pPr>
            <w:r w:rsidRPr="00DC7196">
              <w:t>Subcarrier spacing</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3F712A9" w14:textId="77777777" w:rsidR="00DC7196" w:rsidRPr="001C0CC4" w:rsidRDefault="00DC7196" w:rsidP="00DC7196">
            <w:pPr>
              <w:pStyle w:val="TAC"/>
            </w:pPr>
            <w:r w:rsidRPr="001C0CC4">
              <w:t>kHz</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93AA0C"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EF613B"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5171EA3A"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1A338C16"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691F9BD"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26A804"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0891ED" w14:textId="77777777" w:rsidR="00DC7196" w:rsidRPr="001C0CC4" w:rsidRDefault="00DC7196" w:rsidP="00DC7196">
            <w:pPr>
              <w:pStyle w:val="TAC"/>
            </w:pPr>
            <w:r w:rsidRPr="001C0CC4">
              <w:t>15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D2D6DC" w14:textId="77777777" w:rsidR="00DC7196" w:rsidRPr="001C0CC4" w:rsidRDefault="00DC7196" w:rsidP="00DC7196">
            <w:pPr>
              <w:pStyle w:val="TAC"/>
            </w:pPr>
            <w:r w:rsidRPr="001C0CC4">
              <w:t>15</w:t>
            </w:r>
          </w:p>
        </w:tc>
      </w:tr>
      <w:tr w:rsidR="00DC7196" w:rsidRPr="001C0CC4" w14:paraId="5F411090"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481D94D" w14:textId="77777777" w:rsidR="00DC7196" w:rsidRPr="00DC7196" w:rsidRDefault="00DC7196" w:rsidP="00DC7196">
            <w:pPr>
              <w:pStyle w:val="TAL"/>
            </w:pPr>
            <w:r w:rsidRPr="00DC7196">
              <w:t xml:space="preserve">Subcarrier spacing configuration </w:t>
            </w:r>
            <w:r w:rsidRPr="001C0CC4">
              <w:object w:dxaOrig="230" w:dyaOrig="250" w14:anchorId="3611AD8A">
                <v:shape id="_x0000_i1030" type="#_x0000_t75" style="width:17.35pt;height:19.3pt" o:ole="">
                  <v:imagedata r:id="rId11" o:title=""/>
                </v:shape>
                <o:OLEObject Type="Embed" ProgID="Equation.3" ShapeID="_x0000_i1030" DrawAspect="Content" ObjectID="_1734986597" r:id="rId20"/>
              </w:object>
            </w:r>
          </w:p>
        </w:tc>
        <w:tc>
          <w:tcPr>
            <w:tcW w:w="1092" w:type="dxa"/>
            <w:tcBorders>
              <w:top w:val="single" w:sz="4" w:space="0" w:color="auto"/>
              <w:left w:val="single" w:sz="4" w:space="0" w:color="auto"/>
              <w:bottom w:val="single" w:sz="4" w:space="0" w:color="auto"/>
              <w:right w:val="single" w:sz="4" w:space="0" w:color="auto"/>
            </w:tcBorders>
            <w:vAlign w:val="center"/>
          </w:tcPr>
          <w:p w14:paraId="00410D75"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AADF401"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76B489"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F8E2C2"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1FF10A"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6EC7D4"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F4D687"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D6A998" w14:textId="77777777" w:rsidR="00DC7196" w:rsidRPr="001C0CC4" w:rsidRDefault="00DC7196" w:rsidP="00DC7196">
            <w:pPr>
              <w:pStyle w:val="TAC"/>
            </w:pPr>
            <w:r w:rsidRPr="001C0CC4">
              <w:t>0</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352109" w14:textId="77777777" w:rsidR="00DC7196" w:rsidRPr="001C0CC4" w:rsidRDefault="00DC7196" w:rsidP="00DC7196">
            <w:pPr>
              <w:pStyle w:val="TAC"/>
            </w:pPr>
            <w:r w:rsidRPr="001C0CC4">
              <w:t>0</w:t>
            </w:r>
          </w:p>
        </w:tc>
      </w:tr>
      <w:tr w:rsidR="00DC7196" w:rsidRPr="001C0CC4" w14:paraId="6A8F20D3"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E254A4A" w14:textId="77777777" w:rsidR="00DC7196" w:rsidRPr="00DC7196" w:rsidRDefault="00DC7196" w:rsidP="00DC7196">
            <w:pPr>
              <w:pStyle w:val="TAL"/>
            </w:pPr>
            <w:r w:rsidRPr="00DC7196">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79FDAE3"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A9D26C9" w14:textId="77777777" w:rsidR="00DC7196" w:rsidRPr="001C0CC4" w:rsidRDefault="00DC7196" w:rsidP="00DC7196">
            <w:pPr>
              <w:pStyle w:val="TAC"/>
            </w:pPr>
            <w:r w:rsidRPr="001C0CC4">
              <w:t>25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9E5AB35" w14:textId="77777777" w:rsidR="00DC7196" w:rsidRPr="001C0CC4" w:rsidRDefault="00DC7196" w:rsidP="00DC7196">
            <w:pPr>
              <w:pStyle w:val="TAC"/>
            </w:pPr>
            <w:r w:rsidRPr="001C0CC4">
              <w:t>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E60751" w14:textId="77777777" w:rsidR="00DC7196" w:rsidRPr="001C0CC4" w:rsidRDefault="00DC7196" w:rsidP="00DC7196">
            <w:pPr>
              <w:pStyle w:val="TAC"/>
            </w:pPr>
            <w:r w:rsidRPr="001C0CC4">
              <w:t>79</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B379F4" w14:textId="77777777" w:rsidR="00DC7196" w:rsidRPr="001C0CC4" w:rsidRDefault="00DC7196" w:rsidP="00DC7196">
            <w:pPr>
              <w:pStyle w:val="TAC"/>
            </w:pPr>
            <w:r w:rsidRPr="001C0CC4">
              <w:t>106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5A6313" w14:textId="77777777" w:rsidR="00DC7196" w:rsidRPr="001C0CC4" w:rsidRDefault="00DC7196" w:rsidP="00DC7196">
            <w:pPr>
              <w:pStyle w:val="TAC"/>
            </w:pPr>
            <w:r w:rsidRPr="001C0CC4">
              <w:t>133</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97BD25" w14:textId="77777777" w:rsidR="00DC7196" w:rsidRPr="001C0CC4" w:rsidRDefault="00DC7196" w:rsidP="00DC7196">
            <w:pPr>
              <w:pStyle w:val="TAC"/>
            </w:pPr>
            <w:r w:rsidRPr="001C0CC4">
              <w:t>160</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402E33" w14:textId="77777777" w:rsidR="00DC7196" w:rsidRPr="001C0CC4" w:rsidRDefault="00DC7196" w:rsidP="00DC7196">
            <w:pPr>
              <w:pStyle w:val="TAC"/>
            </w:pPr>
            <w:r w:rsidRPr="001C0CC4">
              <w:t>216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393ABC" w14:textId="77777777" w:rsidR="00DC7196" w:rsidRPr="001C0CC4" w:rsidRDefault="00DC7196" w:rsidP="00DC7196">
            <w:pPr>
              <w:pStyle w:val="TAC"/>
            </w:pPr>
            <w:r w:rsidRPr="001C0CC4">
              <w:t>270</w:t>
            </w:r>
          </w:p>
        </w:tc>
      </w:tr>
      <w:tr w:rsidR="00DC7196" w:rsidRPr="001C0CC4" w14:paraId="0960EB5F"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FEB3977" w14:textId="77777777" w:rsidR="00DC7196" w:rsidRPr="00DC7196" w:rsidRDefault="00DC7196" w:rsidP="00DC7196">
            <w:pPr>
              <w:pStyle w:val="TAL"/>
            </w:pPr>
            <w:r w:rsidRPr="00DC7196">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4E08328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2B87CDB2"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EAFF48"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5029ED"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5365287C"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CF1082"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B947E9"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0872B5"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258B62" w14:textId="77777777" w:rsidR="00DC7196" w:rsidRPr="001C0CC4" w:rsidRDefault="00DC7196" w:rsidP="00DC7196">
            <w:pPr>
              <w:pStyle w:val="TAC"/>
            </w:pPr>
            <w:r w:rsidRPr="001C0CC4">
              <w:t>12</w:t>
            </w:r>
          </w:p>
        </w:tc>
      </w:tr>
      <w:tr w:rsidR="001949F8" w:rsidRPr="001C0CC4" w14:paraId="1AF80E9C"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6325AE6" w14:textId="77777777" w:rsidR="001949F8" w:rsidRPr="00DC7196" w:rsidRDefault="001949F8" w:rsidP="001949F8">
            <w:pPr>
              <w:pStyle w:val="TAL"/>
            </w:pPr>
            <w:r w:rsidRPr="00DC7196">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34D61D05" w14:textId="77777777" w:rsidR="001949F8" w:rsidRPr="001C0CC4" w:rsidRDefault="001949F8" w:rsidP="001949F8">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15241F23" w14:textId="5EE33188"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CB3EC9" w14:textId="4CF02086"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3459EC" w14:textId="331C80A8"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6A6F5A" w14:textId="67808DE9"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3EA784" w14:textId="49D11E87"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AD2D65" w14:textId="768CF6AF"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B36F9B" w14:textId="18E08905" w:rsidR="001949F8" w:rsidRPr="001C0CC4" w:rsidRDefault="001949F8" w:rsidP="001949F8">
            <w:pPr>
              <w:pStyle w:val="TAC"/>
            </w:pPr>
            <w:r>
              <w:t>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8CD6713" w14:textId="78F53897" w:rsidR="001949F8" w:rsidRPr="001C0CC4" w:rsidRDefault="001949F8" w:rsidP="001949F8">
            <w:pPr>
              <w:pStyle w:val="TAC"/>
            </w:pPr>
            <w:r>
              <w:t>8</w:t>
            </w:r>
          </w:p>
        </w:tc>
      </w:tr>
      <w:tr w:rsidR="00DC7196" w:rsidRPr="001C0CC4" w14:paraId="68F7AFB9"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39552DD2" w14:textId="77777777" w:rsidR="00DC7196" w:rsidRPr="00DC7196" w:rsidRDefault="00DC7196" w:rsidP="00DC7196">
            <w:pPr>
              <w:pStyle w:val="TAL"/>
            </w:pPr>
            <w:r w:rsidRPr="00DC7196">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3CB9F25"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05A4F75B"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B21848"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5A3ACD"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8EB09A"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19CD87"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EE75C1"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28526B" w14:textId="77777777" w:rsidR="00DC7196" w:rsidRPr="001C0CC4" w:rsidRDefault="00DC7196" w:rsidP="00DC7196">
            <w:pPr>
              <w:pStyle w:val="TAC"/>
            </w:pPr>
            <w:r w:rsidRPr="001C0CC4">
              <w:t>23</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EE9C86" w14:textId="77777777" w:rsidR="00DC7196" w:rsidRPr="001C0CC4" w:rsidRDefault="00DC7196" w:rsidP="00DC7196">
            <w:pPr>
              <w:pStyle w:val="TAC"/>
            </w:pPr>
            <w:r w:rsidRPr="001C0CC4">
              <w:t>23</w:t>
            </w:r>
          </w:p>
        </w:tc>
      </w:tr>
      <w:tr w:rsidR="00DC7196" w:rsidRPr="001C0CC4" w14:paraId="572BB993"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tcPr>
          <w:p w14:paraId="011D2D8B" w14:textId="77777777" w:rsidR="00DC7196" w:rsidRPr="00DC7196" w:rsidRDefault="00DC7196" w:rsidP="00DC7196">
            <w:pPr>
              <w:pStyle w:val="TAL"/>
            </w:pPr>
            <w:r w:rsidRPr="00DC7196">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5768DF19" w14:textId="77777777" w:rsidR="00DC7196" w:rsidRPr="001C0CC4" w:rsidRDefault="00DC7196" w:rsidP="00DC7196">
            <w:pPr>
              <w:pStyle w:val="TAC"/>
            </w:pPr>
          </w:p>
        </w:tc>
        <w:tc>
          <w:tcPr>
            <w:tcW w:w="5736" w:type="dxa"/>
            <w:gridSpan w:val="8"/>
            <w:tcBorders>
              <w:top w:val="single" w:sz="4" w:space="0" w:color="auto"/>
              <w:left w:val="single" w:sz="4" w:space="0" w:color="auto"/>
              <w:bottom w:val="single" w:sz="4" w:space="0" w:color="auto"/>
              <w:right w:val="single" w:sz="4" w:space="0" w:color="auto"/>
            </w:tcBorders>
            <w:vAlign w:val="center"/>
          </w:tcPr>
          <w:p w14:paraId="6D43A55C" w14:textId="7288E666" w:rsidR="00DC7196" w:rsidRPr="001C0CC4" w:rsidRDefault="001949F8" w:rsidP="00DC7196">
            <w:pPr>
              <w:pStyle w:val="TAC"/>
            </w:pPr>
            <w:r>
              <w:t>256</w:t>
            </w:r>
            <w:r w:rsidR="00DC7196" w:rsidRPr="001C0CC4">
              <w:t>QAM</w:t>
            </w:r>
          </w:p>
        </w:tc>
      </w:tr>
      <w:tr w:rsidR="00DC7196" w:rsidRPr="001C0CC4" w14:paraId="3252130B"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37B1FAF" w14:textId="77777777" w:rsidR="00DC7196" w:rsidRPr="00DC7196" w:rsidRDefault="00DC7196" w:rsidP="00DC7196">
            <w:pPr>
              <w:pStyle w:val="TAL"/>
            </w:pPr>
            <w:r w:rsidRPr="00DC7196">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657B49E6"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5CEE7C7"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2D9E945C"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AE69CF"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391E029E"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F5727C3"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9D3ECD"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747F2BF1" w14:textId="77777777" w:rsidR="00DC7196" w:rsidRPr="001C0CC4" w:rsidRDefault="00DC7196" w:rsidP="00DC7196">
            <w:pPr>
              <w:pStyle w:val="TAC"/>
            </w:pPr>
            <w:r w:rsidRPr="001C0CC4">
              <w:t>256 QAM</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C5A4DA" w14:textId="77777777" w:rsidR="00DC7196" w:rsidRPr="001C0CC4" w:rsidRDefault="00DC7196" w:rsidP="00DC7196">
            <w:pPr>
              <w:pStyle w:val="TAC"/>
            </w:pPr>
            <w:r w:rsidRPr="001C0CC4">
              <w:t>256 QAM</w:t>
            </w:r>
          </w:p>
        </w:tc>
      </w:tr>
      <w:tr w:rsidR="00DC7196" w:rsidRPr="001C0CC4" w14:paraId="2513DB70"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1B14A4A" w14:textId="77777777" w:rsidR="00DC7196" w:rsidRPr="00DC7196" w:rsidRDefault="00DC7196" w:rsidP="00DC7196">
            <w:pPr>
              <w:pStyle w:val="TAL"/>
            </w:pPr>
            <w:r w:rsidRPr="00DC7196">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597BC2B0"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7BE8B08D"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CA1087"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E8D5E5"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1629DA5"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466256"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375B35"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B2B6A8" w14:textId="77777777" w:rsidR="00DC7196" w:rsidRPr="001C0CC4" w:rsidRDefault="00DC7196" w:rsidP="00DC7196">
            <w:pPr>
              <w:pStyle w:val="TAC"/>
            </w:pPr>
            <w:r w:rsidRPr="001C0CC4">
              <w:t>4/5</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15F990" w14:textId="77777777" w:rsidR="00DC7196" w:rsidRPr="001C0CC4" w:rsidRDefault="00DC7196" w:rsidP="00DC7196">
            <w:pPr>
              <w:pStyle w:val="TAC"/>
            </w:pPr>
            <w:r w:rsidRPr="001C0CC4">
              <w:t>4/5</w:t>
            </w:r>
          </w:p>
        </w:tc>
      </w:tr>
      <w:tr w:rsidR="00DC7196" w:rsidRPr="001C0CC4" w14:paraId="09FF398C"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D60E2A" w14:textId="77777777" w:rsidR="00DC7196" w:rsidRPr="00DC7196" w:rsidRDefault="00DC7196" w:rsidP="00DC7196">
            <w:pPr>
              <w:pStyle w:val="TAL"/>
            </w:pPr>
            <w:r w:rsidRPr="00DC7196">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7FEA16C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5277DE7A"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9ECB9B"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F5D89D"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840108"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2895CE"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07CA16"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E0AE6C"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9902599" w14:textId="77777777" w:rsidR="00DC7196" w:rsidRPr="001C0CC4" w:rsidRDefault="00DC7196" w:rsidP="00DC7196">
            <w:pPr>
              <w:pStyle w:val="TAC"/>
            </w:pPr>
            <w:r w:rsidRPr="001C0CC4">
              <w:t>1</w:t>
            </w:r>
          </w:p>
        </w:tc>
      </w:tr>
      <w:tr w:rsidR="00DC7196" w:rsidRPr="001C0CC4" w14:paraId="231AC2B9" w14:textId="77777777" w:rsidTr="00E51EAF">
        <w:trPr>
          <w:trHeight w:val="411"/>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F4F76F8" w14:textId="77777777" w:rsidR="00DC7196" w:rsidRPr="00DC7196" w:rsidRDefault="00DC7196" w:rsidP="00DC7196">
            <w:pPr>
              <w:pStyle w:val="TAH"/>
            </w:pPr>
            <w:r w:rsidRPr="00DC7196">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4693CA08"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EBA68C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40517168"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F786C97"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9EA8D1D"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634441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2E25D75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CC1FC8A"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9022A3A" w14:textId="77777777" w:rsidR="00DC7196" w:rsidRPr="001C0CC4" w:rsidRDefault="00DC7196" w:rsidP="00DC7196">
            <w:pPr>
              <w:pStyle w:val="TAC"/>
            </w:pPr>
          </w:p>
        </w:tc>
      </w:tr>
      <w:tr w:rsidR="00DC7196" w:rsidRPr="001C0CC4" w14:paraId="6DDA7EB0"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4ACE9E7" w14:textId="77777777" w:rsidR="00DC7196" w:rsidRPr="00DC7196" w:rsidRDefault="00DC7196" w:rsidP="00DC7196">
            <w:pPr>
              <w:pStyle w:val="TAL"/>
            </w:pPr>
            <w:r w:rsidRPr="00DC7196">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89633B0"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49A894"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D4EDBC"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B13971"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F54625"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90C5B7"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DFDFA3C"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375BA33"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74E74F" w14:textId="77777777" w:rsidR="00DC7196" w:rsidRPr="001C0CC4" w:rsidRDefault="00DC7196" w:rsidP="00DC7196">
            <w:pPr>
              <w:pStyle w:val="TAC"/>
            </w:pPr>
            <w:r w:rsidRPr="001C0CC4">
              <w:t>N/A</w:t>
            </w:r>
          </w:p>
        </w:tc>
      </w:tr>
      <w:tr w:rsidR="00DC7196" w:rsidRPr="001C0CC4" w14:paraId="321CC229"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723B2098" w14:textId="77777777" w:rsidR="00DC7196" w:rsidRPr="00DC7196" w:rsidRDefault="00DC7196" w:rsidP="00DC7196">
            <w:pPr>
              <w:pStyle w:val="TAL"/>
            </w:pPr>
            <w:r w:rsidRPr="00DC7196">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15E4E65"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F2572C" w14:textId="77777777" w:rsidR="00DC7196" w:rsidRPr="001C0CC4" w:rsidRDefault="00DC7196" w:rsidP="00DC7196">
            <w:pPr>
              <w:pStyle w:val="TAC"/>
            </w:pPr>
            <w:r w:rsidRPr="001C0CC4">
              <w:t>16896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07350F" w14:textId="77777777" w:rsidR="00DC7196" w:rsidRPr="001C0CC4" w:rsidRDefault="00DC7196" w:rsidP="00DC7196">
            <w:pPr>
              <w:pStyle w:val="TAC"/>
            </w:pPr>
            <w:r w:rsidRPr="001C0CC4">
              <w:t>34816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8B66E0" w14:textId="77777777" w:rsidR="00DC7196" w:rsidRPr="001C0CC4" w:rsidRDefault="00DC7196" w:rsidP="00DC7196">
            <w:pPr>
              <w:pStyle w:val="TAC"/>
            </w:pPr>
            <w:r w:rsidRPr="001C0CC4">
              <w:t>53288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F684D4" w14:textId="77777777" w:rsidR="00DC7196" w:rsidRPr="001C0CC4" w:rsidRDefault="00DC7196" w:rsidP="00DC7196">
            <w:pPr>
              <w:pStyle w:val="TAC"/>
            </w:pPr>
            <w:r w:rsidRPr="001C0CC4">
              <w:t>71688</w:t>
            </w:r>
          </w:p>
        </w:tc>
        <w:tc>
          <w:tcPr>
            <w:tcW w:w="717" w:type="dxa"/>
            <w:tcBorders>
              <w:top w:val="single" w:sz="4" w:space="0" w:color="auto"/>
              <w:left w:val="single" w:sz="4" w:space="0" w:color="auto"/>
              <w:bottom w:val="single" w:sz="4" w:space="0" w:color="auto"/>
              <w:right w:val="single" w:sz="4" w:space="0" w:color="auto"/>
            </w:tcBorders>
            <w:vAlign w:val="center"/>
            <w:hideMark/>
          </w:tcPr>
          <w:p w14:paraId="1E5290C2" w14:textId="77777777" w:rsidR="00DC7196" w:rsidRPr="001C0CC4" w:rsidRDefault="00DC7196" w:rsidP="00DC7196">
            <w:pPr>
              <w:pStyle w:val="TAC"/>
            </w:pPr>
            <w:r w:rsidRPr="001C0CC4">
              <w:t>90176</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8830DA" w14:textId="77777777" w:rsidR="00DC7196" w:rsidRPr="001C0CC4" w:rsidRDefault="00DC7196" w:rsidP="00DC7196">
            <w:pPr>
              <w:pStyle w:val="TAC"/>
            </w:pPr>
            <w:r w:rsidRPr="001C0CC4">
              <w:t>108552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3C6F4E2" w14:textId="77777777" w:rsidR="00DC7196" w:rsidRPr="001C0CC4" w:rsidRDefault="00DC7196" w:rsidP="00DC7196">
            <w:pPr>
              <w:pStyle w:val="TAC"/>
            </w:pPr>
            <w:r w:rsidRPr="001C0CC4">
              <w:t>143400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AD6C33" w14:textId="77777777" w:rsidR="00DC7196" w:rsidRPr="001C0CC4" w:rsidRDefault="00DC7196" w:rsidP="00DC7196">
            <w:pPr>
              <w:pStyle w:val="TAC"/>
            </w:pPr>
            <w:r w:rsidRPr="001C0CC4">
              <w:t>180376</w:t>
            </w:r>
          </w:p>
        </w:tc>
      </w:tr>
      <w:tr w:rsidR="00DC7196" w:rsidRPr="001C0CC4" w14:paraId="572FE602"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14516C60" w14:textId="77777777" w:rsidR="00DC7196" w:rsidRPr="00DC7196" w:rsidRDefault="00DC7196" w:rsidP="00DC7196">
            <w:pPr>
              <w:pStyle w:val="TAL"/>
            </w:pPr>
            <w:r w:rsidRPr="00DC7196">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2B74B50"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1CD0E487"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DBC5D2"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E40B44C"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351AB7E"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0F2CB91F"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41C6A484"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CA23603" w14:textId="77777777" w:rsidR="00DC7196" w:rsidRPr="001C0CC4" w:rsidRDefault="00DC7196" w:rsidP="00DC7196">
            <w:pPr>
              <w:pStyle w:val="TAC"/>
            </w:pPr>
            <w:r w:rsidRPr="001C0CC4">
              <w:t>24</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FF1E07" w14:textId="77777777" w:rsidR="00DC7196" w:rsidRPr="001C0CC4" w:rsidRDefault="00DC7196" w:rsidP="00DC7196">
            <w:pPr>
              <w:pStyle w:val="TAC"/>
            </w:pPr>
            <w:r w:rsidRPr="001C0CC4">
              <w:t>24</w:t>
            </w:r>
          </w:p>
        </w:tc>
      </w:tr>
      <w:tr w:rsidR="00DC7196" w:rsidRPr="001C0CC4" w14:paraId="4690FB76"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6397B11E" w14:textId="77777777" w:rsidR="00DC7196" w:rsidRPr="00DC7196" w:rsidRDefault="00DC7196" w:rsidP="00DC7196">
            <w:pPr>
              <w:pStyle w:val="TAL"/>
            </w:pPr>
            <w:r w:rsidRPr="00DC7196">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4D72B64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hideMark/>
          </w:tcPr>
          <w:p w14:paraId="44C858C0"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501A11B"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A8E5D1B"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296958D"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F3F34C"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5AC9A9D7"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8577EC" w14:textId="77777777" w:rsidR="00DC7196" w:rsidRPr="001C0CC4" w:rsidRDefault="00DC7196" w:rsidP="00DC7196">
            <w:pPr>
              <w:pStyle w:val="TAC"/>
            </w:pPr>
            <w:r w:rsidRPr="001C0CC4">
              <w:t>1</w:t>
            </w:r>
          </w:p>
        </w:tc>
        <w:tc>
          <w:tcPr>
            <w:tcW w:w="717" w:type="dxa"/>
            <w:tcBorders>
              <w:top w:val="single" w:sz="4" w:space="0" w:color="auto"/>
              <w:left w:val="single" w:sz="4" w:space="0" w:color="auto"/>
              <w:bottom w:val="single" w:sz="4" w:space="0" w:color="auto"/>
              <w:right w:val="single" w:sz="4" w:space="0" w:color="auto"/>
            </w:tcBorders>
            <w:vAlign w:val="center"/>
            <w:hideMark/>
          </w:tcPr>
          <w:p w14:paraId="6C5651E7" w14:textId="77777777" w:rsidR="00DC7196" w:rsidRPr="001C0CC4" w:rsidRDefault="00DC7196" w:rsidP="00DC7196">
            <w:pPr>
              <w:pStyle w:val="TAC"/>
            </w:pPr>
            <w:r w:rsidRPr="001C0CC4">
              <w:t>1</w:t>
            </w:r>
          </w:p>
        </w:tc>
      </w:tr>
      <w:tr w:rsidR="00DC7196" w:rsidRPr="001C0CC4" w14:paraId="7BF041BD"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30BB11D" w14:textId="77777777" w:rsidR="00DC7196" w:rsidRPr="00DC7196" w:rsidRDefault="00DC7196" w:rsidP="00DC7196">
            <w:pPr>
              <w:pStyle w:val="TAH"/>
            </w:pPr>
            <w:r w:rsidRPr="00DC7196">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29677CF"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17F049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0E0A84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5A51400"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8FCF3CD"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B21FB55"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01B3A919"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46AE6E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429A01C" w14:textId="77777777" w:rsidR="00DC7196" w:rsidRPr="001C0CC4" w:rsidRDefault="00DC7196" w:rsidP="00DC7196">
            <w:pPr>
              <w:pStyle w:val="TAC"/>
            </w:pPr>
          </w:p>
        </w:tc>
      </w:tr>
      <w:tr w:rsidR="00DC7196" w:rsidRPr="001C0CC4" w14:paraId="7EEDBC6D"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4B16DB55" w14:textId="77777777" w:rsidR="00DC7196" w:rsidRPr="00DC7196" w:rsidRDefault="00DC7196" w:rsidP="00DC7196">
            <w:pPr>
              <w:pStyle w:val="TAL"/>
            </w:pPr>
            <w:r w:rsidRPr="00DC7196">
              <w:t xml:space="preserve">  For Slot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6E92678" w14:textId="77777777" w:rsidR="00DC7196" w:rsidRPr="001C0CC4" w:rsidRDefault="00DC7196" w:rsidP="00DC7196">
            <w:pPr>
              <w:pStyle w:val="TAC"/>
            </w:pPr>
            <w:r w:rsidRPr="001C0CC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759438"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C42540"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D5DA4C"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8246B7A"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83C074D"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F108F7"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F1A619"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7DFA07" w14:textId="77777777" w:rsidR="00DC7196" w:rsidRPr="001C0CC4" w:rsidRDefault="00DC7196" w:rsidP="00DC7196">
            <w:pPr>
              <w:pStyle w:val="TAC"/>
            </w:pPr>
            <w:r w:rsidRPr="001C0CC4">
              <w:t>N/A</w:t>
            </w:r>
          </w:p>
        </w:tc>
      </w:tr>
      <w:tr w:rsidR="00DC7196" w:rsidRPr="001C0CC4" w14:paraId="578AF015"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162924B" w14:textId="77777777" w:rsidR="00DC7196" w:rsidRPr="00DC7196" w:rsidRDefault="00DC7196" w:rsidP="00DC7196">
            <w:pPr>
              <w:pStyle w:val="TAL"/>
            </w:pPr>
            <w:r w:rsidRPr="00DC7196">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D9301EA" w14:textId="77777777" w:rsidR="00DC7196" w:rsidRPr="001C0CC4" w:rsidRDefault="00DC7196" w:rsidP="00DC7196">
            <w:pPr>
              <w:pStyle w:val="TAC"/>
            </w:pPr>
            <w:r w:rsidRPr="001C0CC4">
              <w:t>CBs</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BD5077" w14:textId="77777777" w:rsidR="00DC7196" w:rsidRPr="001C0CC4" w:rsidRDefault="00DC7196" w:rsidP="00DC7196">
            <w:pPr>
              <w:pStyle w:val="TAC"/>
            </w:pPr>
            <w:r w:rsidRPr="001C0CC4">
              <w:t>3</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C4BE19" w14:textId="77777777" w:rsidR="00DC7196" w:rsidRPr="001C0CC4" w:rsidRDefault="00DC7196" w:rsidP="00DC7196">
            <w:pPr>
              <w:pStyle w:val="TAC"/>
            </w:pPr>
            <w:r w:rsidRPr="001C0CC4">
              <w:t>5</w:t>
            </w:r>
          </w:p>
        </w:tc>
        <w:tc>
          <w:tcPr>
            <w:tcW w:w="717" w:type="dxa"/>
            <w:tcBorders>
              <w:top w:val="single" w:sz="4" w:space="0" w:color="auto"/>
              <w:left w:val="single" w:sz="4" w:space="0" w:color="auto"/>
              <w:bottom w:val="single" w:sz="4" w:space="0" w:color="auto"/>
              <w:right w:val="single" w:sz="4" w:space="0" w:color="auto"/>
            </w:tcBorders>
            <w:vAlign w:val="center"/>
            <w:hideMark/>
          </w:tcPr>
          <w:p w14:paraId="6EBD88E4" w14:textId="77777777" w:rsidR="00DC7196" w:rsidRPr="001C0CC4" w:rsidRDefault="00DC7196" w:rsidP="00DC7196">
            <w:pPr>
              <w:pStyle w:val="TAC"/>
            </w:pPr>
            <w:r w:rsidRPr="001C0CC4">
              <w:t>7</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397B6D" w14:textId="77777777" w:rsidR="00DC7196" w:rsidRPr="001C0CC4" w:rsidRDefault="00DC7196" w:rsidP="00DC7196">
            <w:pPr>
              <w:pStyle w:val="TAC"/>
            </w:pPr>
            <w:r w:rsidRPr="001C0CC4">
              <w:t>9</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40F451" w14:textId="77777777" w:rsidR="00DC7196" w:rsidRPr="001C0CC4" w:rsidRDefault="00DC7196" w:rsidP="00DC7196">
            <w:pPr>
              <w:pStyle w:val="TAC"/>
            </w:pPr>
            <w:r w:rsidRPr="001C0CC4">
              <w:t>12</w:t>
            </w:r>
          </w:p>
        </w:tc>
        <w:tc>
          <w:tcPr>
            <w:tcW w:w="717" w:type="dxa"/>
            <w:tcBorders>
              <w:top w:val="single" w:sz="4" w:space="0" w:color="auto"/>
              <w:left w:val="single" w:sz="4" w:space="0" w:color="auto"/>
              <w:bottom w:val="single" w:sz="4" w:space="0" w:color="auto"/>
              <w:right w:val="single" w:sz="4" w:space="0" w:color="auto"/>
            </w:tcBorders>
            <w:vAlign w:val="center"/>
            <w:hideMark/>
          </w:tcPr>
          <w:p w14:paraId="66E99AAB" w14:textId="77777777" w:rsidR="00DC7196" w:rsidRPr="001C0CC4" w:rsidRDefault="00DC7196" w:rsidP="00DC7196">
            <w:pPr>
              <w:pStyle w:val="TAC"/>
            </w:pPr>
            <w:r w:rsidRPr="001C0CC4">
              <w:t>14</w:t>
            </w:r>
          </w:p>
        </w:tc>
        <w:tc>
          <w:tcPr>
            <w:tcW w:w="717" w:type="dxa"/>
            <w:tcBorders>
              <w:top w:val="single" w:sz="4" w:space="0" w:color="auto"/>
              <w:left w:val="single" w:sz="4" w:space="0" w:color="auto"/>
              <w:bottom w:val="single" w:sz="4" w:space="0" w:color="auto"/>
              <w:right w:val="single" w:sz="4" w:space="0" w:color="auto"/>
            </w:tcBorders>
            <w:vAlign w:val="center"/>
            <w:hideMark/>
          </w:tcPr>
          <w:p w14:paraId="2ADF8AC2" w14:textId="77777777" w:rsidR="00DC7196" w:rsidRPr="001C0CC4" w:rsidRDefault="00DC7196" w:rsidP="00DC7196">
            <w:pPr>
              <w:pStyle w:val="TAC"/>
            </w:pPr>
            <w:r w:rsidRPr="001C0CC4">
              <w:t>18</w:t>
            </w:r>
          </w:p>
        </w:tc>
        <w:tc>
          <w:tcPr>
            <w:tcW w:w="717" w:type="dxa"/>
            <w:tcBorders>
              <w:top w:val="single" w:sz="4" w:space="0" w:color="auto"/>
              <w:left w:val="single" w:sz="4" w:space="0" w:color="auto"/>
              <w:bottom w:val="single" w:sz="4" w:space="0" w:color="auto"/>
              <w:right w:val="single" w:sz="4" w:space="0" w:color="auto"/>
            </w:tcBorders>
            <w:vAlign w:val="center"/>
            <w:hideMark/>
          </w:tcPr>
          <w:p w14:paraId="5CDAF8E2" w14:textId="77777777" w:rsidR="00DC7196" w:rsidRPr="001C0CC4" w:rsidRDefault="00DC7196" w:rsidP="00DC7196">
            <w:pPr>
              <w:pStyle w:val="TAC"/>
            </w:pPr>
            <w:r w:rsidRPr="001C0CC4">
              <w:t>23</w:t>
            </w:r>
          </w:p>
        </w:tc>
      </w:tr>
      <w:tr w:rsidR="00DC7196" w:rsidRPr="001C0CC4" w14:paraId="01D93972"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8294ABF" w14:textId="77777777" w:rsidR="00DC7196" w:rsidRPr="00DC7196" w:rsidRDefault="00DC7196" w:rsidP="00DC7196">
            <w:pPr>
              <w:pStyle w:val="TAH"/>
            </w:pPr>
            <w:r w:rsidRPr="00DC7196">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325313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4DCFA4C"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1C7AF2C1"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3BF91F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5750290B"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39436330"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6940FA42"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CCD9D4D" w14:textId="77777777" w:rsidR="00DC7196" w:rsidRPr="001C0CC4" w:rsidRDefault="00DC7196" w:rsidP="00DC7196">
            <w:pPr>
              <w:pStyle w:val="TAC"/>
            </w:pPr>
          </w:p>
        </w:tc>
        <w:tc>
          <w:tcPr>
            <w:tcW w:w="717" w:type="dxa"/>
            <w:tcBorders>
              <w:top w:val="single" w:sz="4" w:space="0" w:color="auto"/>
              <w:left w:val="single" w:sz="4" w:space="0" w:color="auto"/>
              <w:bottom w:val="single" w:sz="4" w:space="0" w:color="auto"/>
              <w:right w:val="single" w:sz="4" w:space="0" w:color="auto"/>
            </w:tcBorders>
            <w:vAlign w:val="center"/>
          </w:tcPr>
          <w:p w14:paraId="77187F51" w14:textId="77777777" w:rsidR="00DC7196" w:rsidRPr="001C0CC4" w:rsidRDefault="00DC7196" w:rsidP="00DC7196">
            <w:pPr>
              <w:pStyle w:val="TAC"/>
            </w:pPr>
          </w:p>
        </w:tc>
      </w:tr>
      <w:tr w:rsidR="00DC7196" w:rsidRPr="001C0CC4" w14:paraId="0F5E4A86"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057D7700" w14:textId="77777777" w:rsidR="00DC7196" w:rsidRPr="00DC7196" w:rsidRDefault="00DC7196" w:rsidP="00DC7196">
            <w:pPr>
              <w:pStyle w:val="TAL"/>
            </w:pPr>
            <w:r w:rsidRPr="00DC7196">
              <w:t xml:space="preserve">  For Slots 0,1</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94AF167"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hideMark/>
          </w:tcPr>
          <w:p w14:paraId="0B1BC1F2"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42EC1AAF"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C88722"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5F52236"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82E12AA"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0A8EBB35"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20B0A39E" w14:textId="77777777" w:rsidR="00DC7196" w:rsidRPr="001C0CC4" w:rsidRDefault="00DC7196" w:rsidP="00DC7196">
            <w:pPr>
              <w:pStyle w:val="TAC"/>
            </w:pPr>
            <w:r w:rsidRPr="001C0CC4">
              <w:t>N/A</w:t>
            </w:r>
          </w:p>
        </w:tc>
        <w:tc>
          <w:tcPr>
            <w:tcW w:w="717" w:type="dxa"/>
            <w:tcBorders>
              <w:top w:val="single" w:sz="4" w:space="0" w:color="auto"/>
              <w:left w:val="single" w:sz="4" w:space="0" w:color="auto"/>
              <w:bottom w:val="single" w:sz="4" w:space="0" w:color="auto"/>
              <w:right w:val="single" w:sz="4" w:space="0" w:color="auto"/>
            </w:tcBorders>
            <w:vAlign w:val="center"/>
            <w:hideMark/>
          </w:tcPr>
          <w:p w14:paraId="3381A330" w14:textId="77777777" w:rsidR="00DC7196" w:rsidRPr="001C0CC4" w:rsidRDefault="00DC7196" w:rsidP="00DC7196">
            <w:pPr>
              <w:pStyle w:val="TAC"/>
            </w:pPr>
            <w:r w:rsidRPr="001C0CC4">
              <w:t>N/A</w:t>
            </w:r>
          </w:p>
        </w:tc>
      </w:tr>
      <w:tr w:rsidR="00DC7196" w:rsidRPr="001C0CC4" w14:paraId="7CA158A9" w14:textId="77777777" w:rsidTr="00E51EAF">
        <w:trPr>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2F5DA13E" w14:textId="77777777" w:rsidR="00DC7196" w:rsidRPr="00DC7196" w:rsidRDefault="00DC7196" w:rsidP="00DC7196">
            <w:pPr>
              <w:pStyle w:val="TAL"/>
            </w:pPr>
            <w:r w:rsidRPr="00DC7196">
              <w:t xml:space="preserve">  For Slots 2,3,4,5,6,7,8,9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5FF8198" w14:textId="77777777" w:rsidR="00DC7196" w:rsidRPr="001C0CC4" w:rsidRDefault="00DC7196" w:rsidP="00DC7196">
            <w:pPr>
              <w:pStyle w:val="TAC"/>
            </w:pPr>
            <w:r w:rsidRPr="001C0CC4">
              <w:t>Bits</w:t>
            </w:r>
          </w:p>
        </w:tc>
        <w:tc>
          <w:tcPr>
            <w:tcW w:w="717" w:type="dxa"/>
            <w:tcBorders>
              <w:top w:val="single" w:sz="4" w:space="0" w:color="auto"/>
              <w:left w:val="single" w:sz="4" w:space="0" w:color="auto"/>
              <w:bottom w:val="single" w:sz="4" w:space="0" w:color="auto"/>
              <w:right w:val="single" w:sz="4" w:space="0" w:color="auto"/>
            </w:tcBorders>
            <w:vAlign w:val="center"/>
          </w:tcPr>
          <w:p w14:paraId="261B754B" w14:textId="77777777" w:rsidR="00DC7196" w:rsidRPr="001C0CC4" w:rsidRDefault="00DC7196" w:rsidP="00DC7196">
            <w:pPr>
              <w:pStyle w:val="TAC"/>
            </w:pPr>
            <w:r w:rsidRPr="001C0CC4">
              <w:t>21600</w:t>
            </w:r>
          </w:p>
        </w:tc>
        <w:tc>
          <w:tcPr>
            <w:tcW w:w="717" w:type="dxa"/>
            <w:tcBorders>
              <w:top w:val="single" w:sz="4" w:space="0" w:color="auto"/>
              <w:left w:val="single" w:sz="4" w:space="0" w:color="auto"/>
              <w:bottom w:val="single" w:sz="4" w:space="0" w:color="auto"/>
              <w:right w:val="single" w:sz="4" w:space="0" w:color="auto"/>
            </w:tcBorders>
            <w:vAlign w:val="center"/>
          </w:tcPr>
          <w:p w14:paraId="066F8642" w14:textId="77777777" w:rsidR="00DC7196" w:rsidRPr="001C0CC4" w:rsidRDefault="00DC7196" w:rsidP="00DC7196">
            <w:pPr>
              <w:pStyle w:val="TAC"/>
            </w:pPr>
            <w:r w:rsidRPr="001C0CC4">
              <w:t>44928</w:t>
            </w:r>
          </w:p>
        </w:tc>
        <w:tc>
          <w:tcPr>
            <w:tcW w:w="717" w:type="dxa"/>
            <w:tcBorders>
              <w:top w:val="single" w:sz="4" w:space="0" w:color="auto"/>
              <w:left w:val="single" w:sz="4" w:space="0" w:color="auto"/>
              <w:bottom w:val="single" w:sz="4" w:space="0" w:color="auto"/>
              <w:right w:val="single" w:sz="4" w:space="0" w:color="auto"/>
            </w:tcBorders>
            <w:vAlign w:val="center"/>
          </w:tcPr>
          <w:p w14:paraId="7F7E3471" w14:textId="77777777" w:rsidR="00DC7196" w:rsidRPr="001C0CC4" w:rsidRDefault="00DC7196" w:rsidP="00DC7196">
            <w:pPr>
              <w:pStyle w:val="TAC"/>
            </w:pPr>
            <w:r w:rsidRPr="001C0CC4">
              <w:t>68256</w:t>
            </w:r>
          </w:p>
        </w:tc>
        <w:tc>
          <w:tcPr>
            <w:tcW w:w="717" w:type="dxa"/>
            <w:tcBorders>
              <w:top w:val="single" w:sz="4" w:space="0" w:color="auto"/>
              <w:left w:val="single" w:sz="4" w:space="0" w:color="auto"/>
              <w:bottom w:val="single" w:sz="4" w:space="0" w:color="auto"/>
              <w:right w:val="single" w:sz="4" w:space="0" w:color="auto"/>
            </w:tcBorders>
            <w:vAlign w:val="center"/>
          </w:tcPr>
          <w:p w14:paraId="27AEC22C" w14:textId="77777777" w:rsidR="00DC7196" w:rsidRPr="001C0CC4" w:rsidRDefault="00DC7196" w:rsidP="00DC7196">
            <w:pPr>
              <w:pStyle w:val="TAC"/>
            </w:pPr>
            <w:r w:rsidRPr="001C0CC4">
              <w:t>91584</w:t>
            </w:r>
          </w:p>
        </w:tc>
        <w:tc>
          <w:tcPr>
            <w:tcW w:w="717" w:type="dxa"/>
            <w:tcBorders>
              <w:top w:val="single" w:sz="4" w:space="0" w:color="auto"/>
              <w:left w:val="single" w:sz="4" w:space="0" w:color="auto"/>
              <w:bottom w:val="single" w:sz="4" w:space="0" w:color="auto"/>
              <w:right w:val="single" w:sz="4" w:space="0" w:color="auto"/>
            </w:tcBorders>
            <w:vAlign w:val="center"/>
          </w:tcPr>
          <w:p w14:paraId="765BD3D8" w14:textId="77777777" w:rsidR="00DC7196" w:rsidRPr="001C0CC4" w:rsidRDefault="00DC7196" w:rsidP="00DC7196">
            <w:pPr>
              <w:pStyle w:val="TAC"/>
            </w:pPr>
            <w:r w:rsidRPr="001C0CC4">
              <w:t>114912</w:t>
            </w:r>
          </w:p>
        </w:tc>
        <w:tc>
          <w:tcPr>
            <w:tcW w:w="717" w:type="dxa"/>
            <w:tcBorders>
              <w:top w:val="single" w:sz="4" w:space="0" w:color="auto"/>
              <w:left w:val="single" w:sz="4" w:space="0" w:color="auto"/>
              <w:bottom w:val="single" w:sz="4" w:space="0" w:color="auto"/>
              <w:right w:val="single" w:sz="4" w:space="0" w:color="auto"/>
            </w:tcBorders>
            <w:vAlign w:val="center"/>
          </w:tcPr>
          <w:p w14:paraId="3BDAF8B6" w14:textId="77777777" w:rsidR="00DC7196" w:rsidRPr="001C0CC4" w:rsidRDefault="00DC7196" w:rsidP="00DC7196">
            <w:pPr>
              <w:pStyle w:val="TAC"/>
            </w:pPr>
            <w:r w:rsidRPr="001C0CC4">
              <w:t>138240</w:t>
            </w:r>
          </w:p>
        </w:tc>
        <w:tc>
          <w:tcPr>
            <w:tcW w:w="717" w:type="dxa"/>
            <w:tcBorders>
              <w:top w:val="single" w:sz="4" w:space="0" w:color="auto"/>
              <w:left w:val="single" w:sz="4" w:space="0" w:color="auto"/>
              <w:bottom w:val="single" w:sz="4" w:space="0" w:color="auto"/>
              <w:right w:val="single" w:sz="4" w:space="0" w:color="auto"/>
            </w:tcBorders>
            <w:vAlign w:val="center"/>
          </w:tcPr>
          <w:p w14:paraId="5A841FAE" w14:textId="77777777" w:rsidR="00DC7196" w:rsidRPr="001C0CC4" w:rsidRDefault="00DC7196" w:rsidP="00DC7196">
            <w:pPr>
              <w:pStyle w:val="TAC"/>
            </w:pPr>
            <w:r w:rsidRPr="001C0CC4">
              <w:t>186624</w:t>
            </w:r>
          </w:p>
        </w:tc>
        <w:tc>
          <w:tcPr>
            <w:tcW w:w="717" w:type="dxa"/>
            <w:tcBorders>
              <w:top w:val="single" w:sz="4" w:space="0" w:color="auto"/>
              <w:left w:val="single" w:sz="4" w:space="0" w:color="auto"/>
              <w:bottom w:val="single" w:sz="4" w:space="0" w:color="auto"/>
              <w:right w:val="single" w:sz="4" w:space="0" w:color="auto"/>
            </w:tcBorders>
            <w:vAlign w:val="center"/>
          </w:tcPr>
          <w:p w14:paraId="19C02D94" w14:textId="77777777" w:rsidR="00DC7196" w:rsidRPr="001C0CC4" w:rsidRDefault="00DC7196" w:rsidP="00DC7196">
            <w:pPr>
              <w:pStyle w:val="TAC"/>
            </w:pPr>
            <w:r w:rsidRPr="001C0CC4">
              <w:t>233280</w:t>
            </w:r>
          </w:p>
        </w:tc>
      </w:tr>
      <w:tr w:rsidR="00DC7196" w:rsidRPr="001C0CC4" w14:paraId="4F3DD903" w14:textId="77777777" w:rsidTr="00E51EAF">
        <w:trPr>
          <w:trHeight w:val="70"/>
          <w:jc w:val="center"/>
        </w:trPr>
        <w:tc>
          <w:tcPr>
            <w:tcW w:w="3687" w:type="dxa"/>
            <w:tcBorders>
              <w:top w:val="single" w:sz="4" w:space="0" w:color="auto"/>
              <w:left w:val="single" w:sz="4" w:space="0" w:color="auto"/>
              <w:bottom w:val="single" w:sz="4" w:space="0" w:color="auto"/>
              <w:right w:val="single" w:sz="4" w:space="0" w:color="auto"/>
            </w:tcBorders>
            <w:vAlign w:val="center"/>
            <w:hideMark/>
          </w:tcPr>
          <w:p w14:paraId="54D339B0" w14:textId="77777777" w:rsidR="00DC7196" w:rsidRPr="00DC7196" w:rsidRDefault="00DC7196" w:rsidP="00DC7196">
            <w:pPr>
              <w:pStyle w:val="TAL"/>
            </w:pPr>
            <w:r w:rsidRPr="00DC7196">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658FD2A" w14:textId="77777777" w:rsidR="00DC7196" w:rsidRPr="001C0CC4" w:rsidRDefault="00DC7196" w:rsidP="00DC7196">
            <w:pPr>
              <w:pStyle w:val="TAC"/>
            </w:pPr>
            <w:r w:rsidRPr="001C0CC4">
              <w:t>Mbps</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F50122" w14:textId="77777777" w:rsidR="00DC7196" w:rsidRPr="001C0CC4" w:rsidRDefault="00DC7196" w:rsidP="00DC7196">
            <w:pPr>
              <w:pStyle w:val="TAC"/>
            </w:pPr>
            <w:r w:rsidRPr="001C0CC4">
              <w:t>13.517</w:t>
            </w:r>
          </w:p>
        </w:tc>
        <w:tc>
          <w:tcPr>
            <w:tcW w:w="717" w:type="dxa"/>
            <w:tcBorders>
              <w:top w:val="single" w:sz="4" w:space="0" w:color="auto"/>
              <w:left w:val="single" w:sz="4" w:space="0" w:color="auto"/>
              <w:bottom w:val="single" w:sz="4" w:space="0" w:color="auto"/>
              <w:right w:val="single" w:sz="4" w:space="0" w:color="auto"/>
            </w:tcBorders>
            <w:vAlign w:val="center"/>
            <w:hideMark/>
          </w:tcPr>
          <w:p w14:paraId="78395D20" w14:textId="77777777" w:rsidR="00DC7196" w:rsidRPr="001C0CC4" w:rsidRDefault="00DC7196" w:rsidP="00DC7196">
            <w:pPr>
              <w:pStyle w:val="TAC"/>
            </w:pPr>
            <w:r w:rsidRPr="001C0CC4">
              <w:t>27.853</w:t>
            </w:r>
          </w:p>
        </w:tc>
        <w:tc>
          <w:tcPr>
            <w:tcW w:w="717" w:type="dxa"/>
            <w:tcBorders>
              <w:top w:val="single" w:sz="4" w:space="0" w:color="auto"/>
              <w:left w:val="single" w:sz="4" w:space="0" w:color="auto"/>
              <w:bottom w:val="single" w:sz="4" w:space="0" w:color="auto"/>
              <w:right w:val="single" w:sz="4" w:space="0" w:color="auto"/>
            </w:tcBorders>
            <w:vAlign w:val="center"/>
            <w:hideMark/>
          </w:tcPr>
          <w:p w14:paraId="4BB6846B" w14:textId="77777777" w:rsidR="00DC7196" w:rsidRPr="001C0CC4" w:rsidRDefault="00DC7196" w:rsidP="00DC7196">
            <w:pPr>
              <w:pStyle w:val="TAC"/>
            </w:pPr>
            <w:r w:rsidRPr="001C0CC4">
              <w:t>42.630</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02D703" w14:textId="77777777" w:rsidR="00DC7196" w:rsidRPr="001C0CC4" w:rsidRDefault="00DC7196" w:rsidP="00DC7196">
            <w:pPr>
              <w:pStyle w:val="TAC"/>
            </w:pPr>
            <w:r w:rsidRPr="001C0CC4">
              <w:t>57.350</w:t>
            </w:r>
          </w:p>
        </w:tc>
        <w:tc>
          <w:tcPr>
            <w:tcW w:w="717" w:type="dxa"/>
            <w:tcBorders>
              <w:top w:val="single" w:sz="4" w:space="0" w:color="auto"/>
              <w:left w:val="single" w:sz="4" w:space="0" w:color="auto"/>
              <w:bottom w:val="single" w:sz="4" w:space="0" w:color="auto"/>
              <w:right w:val="single" w:sz="4" w:space="0" w:color="auto"/>
            </w:tcBorders>
            <w:vAlign w:val="center"/>
            <w:hideMark/>
          </w:tcPr>
          <w:p w14:paraId="6BFF5545" w14:textId="77777777" w:rsidR="00DC7196" w:rsidRPr="001C0CC4" w:rsidRDefault="00DC7196" w:rsidP="00DC7196">
            <w:pPr>
              <w:pStyle w:val="TAC"/>
            </w:pPr>
            <w:r w:rsidRPr="001C0CC4">
              <w:t>72.141</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772756" w14:textId="77777777" w:rsidR="00DC7196" w:rsidRPr="001C0CC4" w:rsidRDefault="00DC7196" w:rsidP="00DC7196">
            <w:pPr>
              <w:pStyle w:val="TAC"/>
            </w:pPr>
            <w:r w:rsidRPr="001C0CC4">
              <w:t>86.842</w:t>
            </w:r>
          </w:p>
        </w:tc>
        <w:tc>
          <w:tcPr>
            <w:tcW w:w="717" w:type="dxa"/>
            <w:tcBorders>
              <w:top w:val="single" w:sz="4" w:space="0" w:color="auto"/>
              <w:left w:val="single" w:sz="4" w:space="0" w:color="auto"/>
              <w:bottom w:val="single" w:sz="4" w:space="0" w:color="auto"/>
              <w:right w:val="single" w:sz="4" w:space="0" w:color="auto"/>
            </w:tcBorders>
            <w:vAlign w:val="center"/>
            <w:hideMark/>
          </w:tcPr>
          <w:p w14:paraId="1F2CDE0B" w14:textId="77777777" w:rsidR="00DC7196" w:rsidRPr="001C0CC4" w:rsidRDefault="00DC7196" w:rsidP="00DC7196">
            <w:pPr>
              <w:pStyle w:val="TAC"/>
            </w:pPr>
            <w:r w:rsidRPr="001C0CC4">
              <w:t>114.720</w:t>
            </w:r>
          </w:p>
        </w:tc>
        <w:tc>
          <w:tcPr>
            <w:tcW w:w="717" w:type="dxa"/>
            <w:tcBorders>
              <w:top w:val="single" w:sz="4" w:space="0" w:color="auto"/>
              <w:left w:val="single" w:sz="4" w:space="0" w:color="auto"/>
              <w:bottom w:val="single" w:sz="4" w:space="0" w:color="auto"/>
              <w:right w:val="single" w:sz="4" w:space="0" w:color="auto"/>
            </w:tcBorders>
            <w:vAlign w:val="center"/>
            <w:hideMark/>
          </w:tcPr>
          <w:p w14:paraId="174F10A2" w14:textId="77777777" w:rsidR="00DC7196" w:rsidRPr="001C0CC4" w:rsidRDefault="00DC7196" w:rsidP="00DC7196">
            <w:pPr>
              <w:pStyle w:val="TAC"/>
            </w:pPr>
            <w:r w:rsidRPr="001C0CC4">
              <w:t>144.310</w:t>
            </w:r>
          </w:p>
        </w:tc>
      </w:tr>
      <w:tr w:rsidR="00DC7196" w:rsidRPr="001C0CC4" w14:paraId="61892E6E" w14:textId="77777777" w:rsidTr="00E51EAF">
        <w:trPr>
          <w:trHeight w:val="70"/>
          <w:jc w:val="center"/>
        </w:trPr>
        <w:tc>
          <w:tcPr>
            <w:tcW w:w="10515" w:type="dxa"/>
            <w:gridSpan w:val="10"/>
            <w:tcBorders>
              <w:top w:val="single" w:sz="4" w:space="0" w:color="auto"/>
              <w:left w:val="single" w:sz="4" w:space="0" w:color="auto"/>
              <w:bottom w:val="single" w:sz="4" w:space="0" w:color="auto"/>
              <w:right w:val="single" w:sz="4" w:space="0" w:color="auto"/>
            </w:tcBorders>
            <w:hideMark/>
          </w:tcPr>
          <w:p w14:paraId="12BB30D8" w14:textId="77777777" w:rsidR="00DC7196" w:rsidRPr="00DC7196" w:rsidRDefault="00DC7196" w:rsidP="00DC7196">
            <w:pPr>
              <w:pStyle w:val="TAN"/>
            </w:pPr>
            <w:r w:rsidRPr="00DC7196">
              <w:t>NOTE 1:</w:t>
            </w:r>
            <w:r w:rsidRPr="00DC7196">
              <w:tab/>
              <w:t>Additional parameters are specified in Table A.3.1-1 and Table A.3.2.1-1.</w:t>
            </w:r>
          </w:p>
          <w:p w14:paraId="324D7F66" w14:textId="77777777" w:rsidR="00DC7196" w:rsidRPr="00DC7196" w:rsidRDefault="00DC7196" w:rsidP="00DC7196">
            <w:pPr>
              <w:pStyle w:val="TAN"/>
            </w:pPr>
            <w:r w:rsidRPr="00DC7196">
              <w:t>NOTE 2:</w:t>
            </w:r>
            <w:r w:rsidRPr="00DC7196">
              <w:tab/>
              <w:t>If more than one Code Block is present, an additional CRC sequence of L = 24 Bits is attached to each Code Block (otherwise L = 0 Bit).</w:t>
            </w:r>
          </w:p>
          <w:p w14:paraId="621D36FB" w14:textId="77777777" w:rsidR="00DC7196" w:rsidRPr="00DC7196" w:rsidRDefault="00DC7196" w:rsidP="00DC7196">
            <w:pPr>
              <w:pStyle w:val="TAN"/>
            </w:pPr>
            <w:r w:rsidRPr="00DC7196">
              <w:t>NOTE 3:</w:t>
            </w:r>
            <w:r w:rsidRPr="00DC7196">
              <w:tab/>
              <w:t>SS/PBCH block is transmitted in slot 0 of each frame</w:t>
            </w:r>
          </w:p>
          <w:p w14:paraId="15D32D9A" w14:textId="77777777" w:rsidR="00DC7196" w:rsidRPr="00DC7196" w:rsidRDefault="00DC7196" w:rsidP="00DC7196">
            <w:pPr>
              <w:pStyle w:val="TAN"/>
              <w:rPr>
                <w:sz w:val="16"/>
                <w:szCs w:val="16"/>
                <w:lang w:val="en-US"/>
              </w:rPr>
            </w:pPr>
            <w:r w:rsidRPr="00DC7196">
              <w:rPr>
                <w:lang w:val="en-US"/>
              </w:rPr>
              <w:t>NOTE 4:</w:t>
            </w:r>
            <w:r w:rsidRPr="00DC7196">
              <w:tab/>
            </w:r>
            <w:r w:rsidRPr="00DC7196">
              <w:rPr>
                <w:lang w:val="en-US"/>
              </w:rPr>
              <w:t>Slot i is slot index per frame</w:t>
            </w:r>
          </w:p>
        </w:tc>
      </w:tr>
    </w:tbl>
    <w:p w14:paraId="66C728B8" w14:textId="77777777" w:rsidR="00DC7196" w:rsidRPr="001C0CC4" w:rsidRDefault="00DC7196" w:rsidP="00DC7196">
      <w:pPr>
        <w:rPr>
          <w:lang w:eastAsia="zh-CN"/>
        </w:rPr>
      </w:pPr>
    </w:p>
    <w:p w14:paraId="28508CE0" w14:textId="77777777" w:rsidR="00DC7196" w:rsidRPr="001C0CC4" w:rsidRDefault="00DC7196" w:rsidP="00DC7196">
      <w:pPr>
        <w:keepNext/>
        <w:keepLines/>
        <w:spacing w:before="60"/>
        <w:jc w:val="center"/>
        <w:rPr>
          <w:rFonts w:ascii="Arial" w:hAnsi="Arial"/>
          <w:b/>
        </w:rPr>
        <w:sectPr w:rsidR="00DC7196" w:rsidRPr="001C0CC4" w:rsidSect="00D66CF7">
          <w:footerReference w:type="default" r:id="rId21"/>
          <w:footnotePr>
            <w:numRestart w:val="eachSect"/>
          </w:footnotePr>
          <w:pgSz w:w="11907" w:h="16840" w:code="9"/>
          <w:pgMar w:top="1416" w:right="1133" w:bottom="1133" w:left="1133" w:header="850" w:footer="340" w:gutter="0"/>
          <w:cols w:space="720"/>
          <w:formProt w:val="0"/>
          <w:docGrid w:linePitch="272"/>
        </w:sectPr>
      </w:pPr>
    </w:p>
    <w:p w14:paraId="353933FF" w14:textId="77777777" w:rsidR="00DC7196" w:rsidRPr="00DC7196" w:rsidRDefault="00DC7196" w:rsidP="00DC7196">
      <w:pPr>
        <w:pStyle w:val="TH"/>
        <w:rPr>
          <w:b w:val="0"/>
        </w:rPr>
      </w:pPr>
      <w:r w:rsidRPr="00DC7196">
        <w:t>Table A.3.2.4-2 Fixed reference channel for maximum input level receiver requirements (SCS 30 kHz, FDD, 256QAM)</w:t>
      </w:r>
    </w:p>
    <w:tbl>
      <w:tblPr>
        <w:tblW w:w="13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35"/>
        <w:gridCol w:w="835"/>
        <w:gridCol w:w="835"/>
        <w:gridCol w:w="835"/>
        <w:gridCol w:w="835"/>
        <w:gridCol w:w="835"/>
        <w:gridCol w:w="835"/>
        <w:gridCol w:w="835"/>
        <w:gridCol w:w="835"/>
        <w:gridCol w:w="835"/>
        <w:gridCol w:w="835"/>
      </w:tblGrid>
      <w:tr w:rsidR="00DC7196" w:rsidRPr="001C0CC4" w14:paraId="25FB1943"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E8C8BD2" w14:textId="77777777" w:rsidR="00DC7196" w:rsidRPr="00DC7196" w:rsidRDefault="00DC7196" w:rsidP="00DC7196">
            <w:pPr>
              <w:pStyle w:val="TAH"/>
              <w:rPr>
                <w:b w:val="0"/>
              </w:rPr>
            </w:pPr>
            <w:r w:rsidRPr="00DC7196">
              <w:t>Parameter</w:t>
            </w:r>
          </w:p>
        </w:tc>
        <w:tc>
          <w:tcPr>
            <w:tcW w:w="1092" w:type="dxa"/>
            <w:tcBorders>
              <w:top w:val="single" w:sz="4" w:space="0" w:color="auto"/>
              <w:left w:val="single" w:sz="4" w:space="0" w:color="auto"/>
              <w:bottom w:val="single" w:sz="4" w:space="0" w:color="auto"/>
              <w:right w:val="single" w:sz="4" w:space="0" w:color="auto"/>
            </w:tcBorders>
            <w:hideMark/>
          </w:tcPr>
          <w:p w14:paraId="20DCF91B" w14:textId="77777777" w:rsidR="00DC7196" w:rsidRPr="00DC7196" w:rsidRDefault="00DC7196" w:rsidP="00DC7196">
            <w:pPr>
              <w:pStyle w:val="TAH"/>
              <w:rPr>
                <w:b w:val="0"/>
              </w:rPr>
            </w:pPr>
            <w:r w:rsidRPr="00DC7196">
              <w:t>Unit</w:t>
            </w:r>
          </w:p>
        </w:tc>
        <w:tc>
          <w:tcPr>
            <w:tcW w:w="9185" w:type="dxa"/>
            <w:gridSpan w:val="11"/>
            <w:tcBorders>
              <w:top w:val="single" w:sz="4" w:space="0" w:color="auto"/>
              <w:left w:val="single" w:sz="4" w:space="0" w:color="auto"/>
              <w:bottom w:val="single" w:sz="4" w:space="0" w:color="auto"/>
              <w:right w:val="single" w:sz="4" w:space="0" w:color="auto"/>
            </w:tcBorders>
            <w:hideMark/>
          </w:tcPr>
          <w:p w14:paraId="584D3BC7" w14:textId="77777777" w:rsidR="00DC7196" w:rsidRPr="00DC7196" w:rsidRDefault="00DC7196" w:rsidP="00DC7196">
            <w:pPr>
              <w:pStyle w:val="TAH"/>
              <w:rPr>
                <w:b w:val="0"/>
              </w:rPr>
            </w:pPr>
            <w:r w:rsidRPr="00DC7196">
              <w:t>Value</w:t>
            </w:r>
          </w:p>
        </w:tc>
      </w:tr>
      <w:tr w:rsidR="00DC7196" w:rsidRPr="001C0CC4" w14:paraId="2B99AF0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D04DC42" w14:textId="77777777" w:rsidR="00DC7196" w:rsidRPr="00DC7196" w:rsidRDefault="00DC7196" w:rsidP="00DC7196">
            <w:pPr>
              <w:pStyle w:val="TAH"/>
            </w:pPr>
            <w:r w:rsidRPr="00DC7196">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E829D4E" w14:textId="77777777" w:rsidR="00DC7196" w:rsidRPr="00DC7196" w:rsidRDefault="00DC7196" w:rsidP="00DC7196">
            <w:pPr>
              <w:pStyle w:val="TAH"/>
            </w:pPr>
            <w:r w:rsidRPr="00DC7196">
              <w:t>MHz</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D97E31" w14:textId="77777777" w:rsidR="00DC7196" w:rsidRPr="00DC7196" w:rsidRDefault="00DC7196" w:rsidP="00DC7196">
            <w:pPr>
              <w:pStyle w:val="TAH"/>
            </w:pPr>
            <w:r w:rsidRPr="00DC7196">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CB1B3B" w14:textId="77777777" w:rsidR="00DC7196" w:rsidRPr="00DC7196" w:rsidRDefault="00DC7196" w:rsidP="00DC7196">
            <w:pPr>
              <w:pStyle w:val="TAH"/>
            </w:pPr>
            <w:r w:rsidRPr="00DC7196">
              <w:t>10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FE082D1" w14:textId="77777777" w:rsidR="00DC7196" w:rsidRPr="00DC7196" w:rsidRDefault="00DC7196" w:rsidP="00DC7196">
            <w:pPr>
              <w:pStyle w:val="TAH"/>
            </w:pPr>
            <w:r w:rsidRPr="00DC7196">
              <w:t>15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078AB5" w14:textId="77777777" w:rsidR="00DC7196" w:rsidRPr="00DC7196" w:rsidRDefault="00DC7196" w:rsidP="00DC7196">
            <w:pPr>
              <w:pStyle w:val="TAH"/>
            </w:pPr>
            <w:r w:rsidRPr="00DC7196">
              <w:t>20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61021F" w14:textId="77777777" w:rsidR="00DC7196" w:rsidRPr="00DC7196" w:rsidRDefault="00DC7196" w:rsidP="00DC7196">
            <w:pPr>
              <w:pStyle w:val="TAH"/>
            </w:pPr>
            <w:r w:rsidRPr="00DC7196">
              <w:t>25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B9B13DC" w14:textId="77777777" w:rsidR="00DC7196" w:rsidRPr="00DC7196" w:rsidRDefault="00DC7196" w:rsidP="00DC7196">
            <w:pPr>
              <w:pStyle w:val="TAH"/>
            </w:pPr>
            <w:r w:rsidRPr="00DC7196">
              <w:t>30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55CC64" w14:textId="77777777" w:rsidR="00DC7196" w:rsidRPr="00DC7196" w:rsidRDefault="00DC7196" w:rsidP="00DC7196">
            <w:pPr>
              <w:pStyle w:val="TAH"/>
            </w:pPr>
            <w:r w:rsidRPr="00DC7196">
              <w:t>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8F00A0" w14:textId="77777777" w:rsidR="00DC7196" w:rsidRPr="00DC7196" w:rsidRDefault="00DC7196" w:rsidP="00DC7196">
            <w:pPr>
              <w:pStyle w:val="TAH"/>
            </w:pPr>
            <w:r w:rsidRPr="00DC7196">
              <w:t>50</w:t>
            </w:r>
          </w:p>
        </w:tc>
        <w:tc>
          <w:tcPr>
            <w:tcW w:w="835" w:type="dxa"/>
            <w:tcBorders>
              <w:top w:val="single" w:sz="4" w:space="0" w:color="auto"/>
              <w:left w:val="single" w:sz="4" w:space="0" w:color="auto"/>
              <w:bottom w:val="single" w:sz="4" w:space="0" w:color="auto"/>
              <w:right w:val="single" w:sz="4" w:space="0" w:color="auto"/>
            </w:tcBorders>
            <w:vAlign w:val="center"/>
            <w:hideMark/>
          </w:tcPr>
          <w:p w14:paraId="4617F455" w14:textId="77777777" w:rsidR="00DC7196" w:rsidRPr="00DC7196" w:rsidRDefault="00DC7196" w:rsidP="00DC7196">
            <w:pPr>
              <w:pStyle w:val="TAH"/>
            </w:pPr>
            <w:r w:rsidRPr="00DC7196">
              <w:t>60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0054489" w14:textId="77777777" w:rsidR="00DC7196" w:rsidRPr="00DC7196" w:rsidRDefault="00DC7196" w:rsidP="00DC7196">
            <w:pPr>
              <w:pStyle w:val="TAH"/>
            </w:pPr>
            <w:r w:rsidRPr="00DC7196">
              <w:t>80</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230594" w14:textId="77777777" w:rsidR="00DC7196" w:rsidRPr="00DC7196" w:rsidRDefault="00DC7196" w:rsidP="00DC7196">
            <w:pPr>
              <w:pStyle w:val="TAH"/>
            </w:pPr>
            <w:r w:rsidRPr="00DC7196">
              <w:t>100</w:t>
            </w:r>
          </w:p>
        </w:tc>
      </w:tr>
      <w:tr w:rsidR="00DC7196" w:rsidRPr="001C0CC4" w14:paraId="3D7ED331"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1DC2BC2" w14:textId="77777777" w:rsidR="00DC7196" w:rsidRPr="00DC7196" w:rsidRDefault="00DC7196" w:rsidP="00DC7196">
            <w:pPr>
              <w:pStyle w:val="TAL"/>
            </w:pPr>
            <w:r w:rsidRPr="00DC7196">
              <w:t xml:space="preserve">Subcarrier spacing configuration </w:t>
            </w:r>
            <w:r w:rsidRPr="001C0CC4">
              <w:object w:dxaOrig="230" w:dyaOrig="250" w14:anchorId="246189A9">
                <v:shape id="_x0000_i1031" type="#_x0000_t75" style="width:17.35pt;height:19.3pt" o:ole="">
                  <v:imagedata r:id="rId11" o:title=""/>
                </v:shape>
                <o:OLEObject Type="Embed" ProgID="Equation.3" ShapeID="_x0000_i1031" DrawAspect="Content" ObjectID="_1734986598" r:id="rId22"/>
              </w:object>
            </w:r>
          </w:p>
        </w:tc>
        <w:tc>
          <w:tcPr>
            <w:tcW w:w="1092" w:type="dxa"/>
            <w:tcBorders>
              <w:top w:val="single" w:sz="4" w:space="0" w:color="auto"/>
              <w:left w:val="single" w:sz="4" w:space="0" w:color="auto"/>
              <w:bottom w:val="single" w:sz="4" w:space="0" w:color="auto"/>
              <w:right w:val="single" w:sz="4" w:space="0" w:color="auto"/>
            </w:tcBorders>
            <w:vAlign w:val="center"/>
          </w:tcPr>
          <w:p w14:paraId="6A0B941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93DD48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40E4D0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3ACE7AC"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406FD3"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20ED04A"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596A2A"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4AD1C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35FB21D"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40DA0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FA048E"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8DA1A3" w14:textId="77777777" w:rsidR="00DC7196" w:rsidRPr="001C0CC4" w:rsidRDefault="00DC7196" w:rsidP="00DC7196">
            <w:pPr>
              <w:pStyle w:val="TAC"/>
            </w:pPr>
            <w:r w:rsidRPr="001C0CC4">
              <w:t>1</w:t>
            </w:r>
          </w:p>
        </w:tc>
      </w:tr>
      <w:tr w:rsidR="00DC7196" w:rsidRPr="001C0CC4" w14:paraId="7E65A73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578C4B5" w14:textId="77777777" w:rsidR="00DC7196" w:rsidRPr="00DC7196" w:rsidRDefault="00DC7196" w:rsidP="00DC7196">
            <w:pPr>
              <w:pStyle w:val="TAL"/>
            </w:pPr>
            <w:r w:rsidRPr="00DC7196">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451F3FA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AD9B2B9" w14:textId="77777777" w:rsidR="00DC7196" w:rsidRPr="001C0CC4" w:rsidRDefault="00DC7196" w:rsidP="00DC7196">
            <w:pPr>
              <w:pStyle w:val="TAC"/>
            </w:pPr>
            <w:r w:rsidRPr="001C0CC4">
              <w:t>11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AA40DD"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87606F" w14:textId="77777777" w:rsidR="00DC7196" w:rsidRPr="001C0CC4" w:rsidRDefault="00DC7196" w:rsidP="00DC7196">
            <w:pPr>
              <w:pStyle w:val="TAC"/>
            </w:pPr>
            <w:r w:rsidRPr="001C0CC4">
              <w:t>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8B6FCC" w14:textId="77777777" w:rsidR="00DC7196" w:rsidRPr="001C0CC4" w:rsidRDefault="00DC7196" w:rsidP="00DC7196">
            <w:pPr>
              <w:pStyle w:val="TAC"/>
            </w:pPr>
            <w:r w:rsidRPr="001C0CC4">
              <w:t>51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4CA70B" w14:textId="77777777" w:rsidR="00DC7196" w:rsidRPr="001C0CC4" w:rsidRDefault="00DC7196" w:rsidP="00DC7196">
            <w:pPr>
              <w:pStyle w:val="TAC"/>
            </w:pPr>
            <w:r w:rsidRPr="001C0CC4">
              <w:t>65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B14B34" w14:textId="77777777" w:rsidR="00DC7196" w:rsidRPr="001C0CC4" w:rsidRDefault="00DC7196" w:rsidP="00DC7196">
            <w:pPr>
              <w:pStyle w:val="TAC"/>
            </w:pPr>
            <w:r w:rsidRPr="001C0CC4">
              <w:t>78</w:t>
            </w:r>
          </w:p>
        </w:tc>
        <w:tc>
          <w:tcPr>
            <w:tcW w:w="835" w:type="dxa"/>
            <w:tcBorders>
              <w:top w:val="single" w:sz="4" w:space="0" w:color="auto"/>
              <w:left w:val="single" w:sz="4" w:space="0" w:color="auto"/>
              <w:bottom w:val="single" w:sz="4" w:space="0" w:color="auto"/>
              <w:right w:val="single" w:sz="4" w:space="0" w:color="auto"/>
            </w:tcBorders>
            <w:vAlign w:val="center"/>
            <w:hideMark/>
          </w:tcPr>
          <w:p w14:paraId="759EED9E" w14:textId="77777777" w:rsidR="00DC7196" w:rsidRPr="001C0CC4" w:rsidRDefault="00DC7196" w:rsidP="00DC7196">
            <w:pPr>
              <w:pStyle w:val="TAC"/>
            </w:pPr>
            <w:r w:rsidRPr="001C0CC4">
              <w:t>106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0EBD88" w14:textId="77777777" w:rsidR="00DC7196" w:rsidRPr="001C0CC4" w:rsidRDefault="00DC7196" w:rsidP="00DC7196">
            <w:pPr>
              <w:pStyle w:val="TAC"/>
            </w:pPr>
            <w:r w:rsidRPr="001C0CC4">
              <w:t>133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98A036A" w14:textId="77777777" w:rsidR="00DC7196" w:rsidRPr="001C0CC4" w:rsidRDefault="00DC7196" w:rsidP="00DC7196">
            <w:pPr>
              <w:pStyle w:val="TAC"/>
            </w:pPr>
            <w:r w:rsidRPr="001C0CC4">
              <w:t>162</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B1E0D5" w14:textId="77777777" w:rsidR="00DC7196" w:rsidRPr="001C0CC4" w:rsidRDefault="00DC7196" w:rsidP="00DC7196">
            <w:pPr>
              <w:pStyle w:val="TAC"/>
            </w:pPr>
            <w:r w:rsidRPr="001C0CC4">
              <w:t>217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0B37BA" w14:textId="77777777" w:rsidR="00DC7196" w:rsidRPr="001C0CC4" w:rsidRDefault="00DC7196" w:rsidP="00DC7196">
            <w:pPr>
              <w:pStyle w:val="TAC"/>
            </w:pPr>
            <w:r w:rsidRPr="001C0CC4">
              <w:t>273</w:t>
            </w:r>
          </w:p>
        </w:tc>
      </w:tr>
      <w:tr w:rsidR="00DC7196" w:rsidRPr="001C0CC4" w14:paraId="7B363AE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CCD0895" w14:textId="77777777" w:rsidR="00DC7196" w:rsidRPr="00DC7196" w:rsidRDefault="00DC7196" w:rsidP="00DC7196">
            <w:pPr>
              <w:pStyle w:val="TAL"/>
            </w:pPr>
            <w:r w:rsidRPr="00DC7196">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00CEEBB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1D3565B5"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48B9A4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A9C296"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9AC63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B28295"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1C486D84"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9E1D3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9D2E280"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483273"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7EC43978"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DDACAD" w14:textId="77777777" w:rsidR="00DC7196" w:rsidRPr="001C0CC4" w:rsidRDefault="00DC7196" w:rsidP="00DC7196">
            <w:pPr>
              <w:pStyle w:val="TAC"/>
            </w:pPr>
            <w:r w:rsidRPr="001C0CC4">
              <w:t>12</w:t>
            </w:r>
          </w:p>
        </w:tc>
      </w:tr>
      <w:tr w:rsidR="001949F8" w:rsidRPr="001C0CC4" w14:paraId="728F3D9D"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A7E390F" w14:textId="77777777" w:rsidR="001949F8" w:rsidRPr="00DC7196" w:rsidRDefault="001949F8" w:rsidP="001949F8">
            <w:pPr>
              <w:pStyle w:val="TAL"/>
            </w:pPr>
            <w:r w:rsidRPr="00DC7196">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075FD496" w14:textId="77777777" w:rsidR="001949F8" w:rsidRPr="001C0CC4" w:rsidRDefault="001949F8" w:rsidP="001949F8">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026B33B2" w14:textId="08FBC67A"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AAE5CA" w14:textId="3DF9EDB1"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3E6414" w14:textId="3820820F"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C92411C" w14:textId="522A3C5C"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D8B3F3" w14:textId="395A7721"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7C56E2" w14:textId="5E99016E"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1DDB45" w14:textId="2ED8CE00"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6719E45" w14:textId="4E63A533"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D15E85" w14:textId="5FC56F24"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2E240546" w14:textId="34459B36" w:rsidR="001949F8" w:rsidRPr="001C0CC4" w:rsidRDefault="001949F8" w:rsidP="001949F8">
            <w:pPr>
              <w:pStyle w:val="TAC"/>
            </w:pPr>
            <w:r>
              <w:t>17</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EB0E45" w14:textId="6D602601" w:rsidR="001949F8" w:rsidRPr="001C0CC4" w:rsidRDefault="001949F8" w:rsidP="001949F8">
            <w:pPr>
              <w:pStyle w:val="TAC"/>
            </w:pPr>
            <w:r>
              <w:t>17</w:t>
            </w:r>
          </w:p>
        </w:tc>
      </w:tr>
      <w:tr w:rsidR="00DC7196" w:rsidRPr="001C0CC4" w14:paraId="211E33E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C3B93FC" w14:textId="77777777" w:rsidR="00DC7196" w:rsidRPr="00DC7196" w:rsidRDefault="00DC7196" w:rsidP="00DC7196">
            <w:pPr>
              <w:pStyle w:val="TAL"/>
            </w:pPr>
            <w:r w:rsidRPr="00DC7196">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4A936BE"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3AA5C4CE"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7BEC01"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199BB0"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7660B0"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683127"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3290B2"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E5A2E1"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A65DA4"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6163367E"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2E586A" w14:textId="77777777" w:rsidR="00DC7196" w:rsidRPr="001C0CC4" w:rsidRDefault="00DC7196" w:rsidP="00DC7196">
            <w:pPr>
              <w:pStyle w:val="TAC"/>
            </w:pPr>
            <w:r w:rsidRPr="001C0CC4">
              <w:t>23</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02AFC7" w14:textId="77777777" w:rsidR="00DC7196" w:rsidRPr="001C0CC4" w:rsidRDefault="00DC7196" w:rsidP="00DC7196">
            <w:pPr>
              <w:pStyle w:val="TAC"/>
            </w:pPr>
            <w:r w:rsidRPr="001C0CC4">
              <w:t>23</w:t>
            </w:r>
          </w:p>
        </w:tc>
      </w:tr>
      <w:tr w:rsidR="00DC7196" w:rsidRPr="001C0CC4" w14:paraId="186E561C"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1EB9A06D" w14:textId="77777777" w:rsidR="00DC7196" w:rsidRPr="00DC7196" w:rsidRDefault="00DC7196" w:rsidP="00DC7196">
            <w:pPr>
              <w:pStyle w:val="TAL"/>
            </w:pPr>
            <w:r w:rsidRPr="00DC7196">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524C2CF8" w14:textId="77777777" w:rsidR="00DC7196" w:rsidRPr="001C0CC4" w:rsidRDefault="00DC7196" w:rsidP="00DC7196">
            <w:pPr>
              <w:pStyle w:val="TAC"/>
            </w:pPr>
          </w:p>
        </w:tc>
        <w:tc>
          <w:tcPr>
            <w:tcW w:w="9185" w:type="dxa"/>
            <w:gridSpan w:val="11"/>
            <w:tcBorders>
              <w:top w:val="single" w:sz="4" w:space="0" w:color="auto"/>
              <w:left w:val="single" w:sz="4" w:space="0" w:color="auto"/>
              <w:bottom w:val="single" w:sz="4" w:space="0" w:color="auto"/>
              <w:right w:val="single" w:sz="4" w:space="0" w:color="auto"/>
            </w:tcBorders>
            <w:vAlign w:val="center"/>
          </w:tcPr>
          <w:p w14:paraId="4F6608D9" w14:textId="77777777" w:rsidR="00DC7196" w:rsidRPr="001C0CC4" w:rsidRDefault="00DC7196" w:rsidP="00DC7196">
            <w:pPr>
              <w:pStyle w:val="TAC"/>
            </w:pPr>
            <w:r w:rsidRPr="001C0CC4">
              <w:t>256QAM</w:t>
            </w:r>
          </w:p>
        </w:tc>
      </w:tr>
      <w:tr w:rsidR="00DC7196" w:rsidRPr="001C0CC4" w14:paraId="67ED90CE"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BEA2B84" w14:textId="77777777" w:rsidR="00DC7196" w:rsidRPr="00DC7196" w:rsidRDefault="00DC7196" w:rsidP="00DC7196">
            <w:pPr>
              <w:pStyle w:val="TAL"/>
            </w:pPr>
            <w:r w:rsidRPr="00DC7196">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41943B6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6EB786BA"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B88323"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E8B890A"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7A152EBA"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19AE9D91"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ADF913A"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D337D5"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B11D772"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830DED"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5CBA0AF2" w14:textId="77777777" w:rsidR="00DC7196" w:rsidRPr="001C0CC4" w:rsidRDefault="00DC7196" w:rsidP="00DC7196">
            <w:pPr>
              <w:pStyle w:val="TAC"/>
            </w:pPr>
            <w:r w:rsidRPr="001C0CC4">
              <w:t>256 QAM</w:t>
            </w:r>
          </w:p>
        </w:tc>
        <w:tc>
          <w:tcPr>
            <w:tcW w:w="835" w:type="dxa"/>
            <w:tcBorders>
              <w:top w:val="single" w:sz="4" w:space="0" w:color="auto"/>
              <w:left w:val="single" w:sz="4" w:space="0" w:color="auto"/>
              <w:bottom w:val="single" w:sz="4" w:space="0" w:color="auto"/>
              <w:right w:val="single" w:sz="4" w:space="0" w:color="auto"/>
            </w:tcBorders>
            <w:vAlign w:val="center"/>
            <w:hideMark/>
          </w:tcPr>
          <w:p w14:paraId="6842DB8D" w14:textId="77777777" w:rsidR="00DC7196" w:rsidRPr="001C0CC4" w:rsidRDefault="00DC7196" w:rsidP="00DC7196">
            <w:pPr>
              <w:pStyle w:val="TAC"/>
            </w:pPr>
            <w:r w:rsidRPr="001C0CC4">
              <w:t>256 QAM</w:t>
            </w:r>
          </w:p>
        </w:tc>
      </w:tr>
      <w:tr w:rsidR="00DC7196" w:rsidRPr="001C0CC4" w14:paraId="0282691E"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FD90DD9" w14:textId="77777777" w:rsidR="00DC7196" w:rsidRPr="00DC7196" w:rsidRDefault="00DC7196" w:rsidP="00DC7196">
            <w:pPr>
              <w:pStyle w:val="TAL"/>
            </w:pPr>
            <w:r w:rsidRPr="00DC7196">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64F4FD9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25B1A02A"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A5A2CF9"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7C0B65"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1CE11B6"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98A3BCD"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724E24B"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1D0A2147"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8AB65F4"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730E37"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22F54640" w14:textId="77777777" w:rsidR="00DC7196" w:rsidRPr="001C0CC4" w:rsidRDefault="00DC7196" w:rsidP="00DC7196">
            <w:pPr>
              <w:pStyle w:val="TAC"/>
            </w:pPr>
            <w:r w:rsidRPr="001C0CC4">
              <w:t>4/5</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94B8CD" w14:textId="77777777" w:rsidR="00DC7196" w:rsidRPr="001C0CC4" w:rsidRDefault="00DC7196" w:rsidP="00DC7196">
            <w:pPr>
              <w:pStyle w:val="TAC"/>
            </w:pPr>
            <w:r w:rsidRPr="001C0CC4">
              <w:t>4/5</w:t>
            </w:r>
          </w:p>
        </w:tc>
      </w:tr>
      <w:tr w:rsidR="00DC7196" w:rsidRPr="001C0CC4" w14:paraId="6313E4B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00752CD" w14:textId="77777777" w:rsidR="00DC7196" w:rsidRPr="00DC7196" w:rsidRDefault="00DC7196" w:rsidP="00DC7196">
            <w:pPr>
              <w:pStyle w:val="TAL"/>
            </w:pPr>
            <w:r w:rsidRPr="00DC7196">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14007771"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70F2E2EB"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F84C68"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97EF26"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BE5594"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E5E143"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FFA0A9"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C31449"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1FEE2AC2"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EB2015"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D3A83AB"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8DA203E" w14:textId="77777777" w:rsidR="00DC7196" w:rsidRPr="001C0CC4" w:rsidRDefault="00DC7196" w:rsidP="00DC7196">
            <w:pPr>
              <w:pStyle w:val="TAC"/>
            </w:pPr>
            <w:r w:rsidRPr="001C0CC4">
              <w:t>1</w:t>
            </w:r>
          </w:p>
        </w:tc>
      </w:tr>
      <w:tr w:rsidR="00DC7196" w:rsidRPr="001C0CC4" w14:paraId="1011D0C1"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D3ABDAB" w14:textId="77777777" w:rsidR="00DC7196" w:rsidRPr="00DC7196" w:rsidRDefault="00DC7196" w:rsidP="00DC7196">
            <w:pPr>
              <w:pStyle w:val="TAH"/>
            </w:pPr>
            <w:r w:rsidRPr="00DC7196">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218AF38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AAD7AE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C50C93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244CA0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4084AF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D308AF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A50307F"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1616143"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FDD1B1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065DDD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EFD0ED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D2F7114" w14:textId="77777777" w:rsidR="00DC7196" w:rsidRPr="001C0CC4" w:rsidRDefault="00DC7196" w:rsidP="00DC7196">
            <w:pPr>
              <w:pStyle w:val="TAC"/>
            </w:pPr>
          </w:p>
        </w:tc>
      </w:tr>
      <w:tr w:rsidR="00DC7196" w:rsidRPr="001C0CC4" w14:paraId="0F66A86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6823057" w14:textId="77777777" w:rsidR="00DC7196" w:rsidRPr="00DC7196" w:rsidRDefault="00DC7196" w:rsidP="00DC7196">
            <w:pPr>
              <w:pStyle w:val="TAL"/>
            </w:pPr>
            <w:r w:rsidRPr="00DC7196">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B85443D"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97885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564393"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A6B53A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7584DC"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76DF8A"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86A6F0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32145F"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4441A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7966B0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956F9F"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FE7EC72" w14:textId="77777777" w:rsidR="00DC7196" w:rsidRPr="001C0CC4" w:rsidRDefault="00DC7196" w:rsidP="00DC7196">
            <w:pPr>
              <w:pStyle w:val="TAC"/>
            </w:pPr>
            <w:r w:rsidRPr="001C0CC4">
              <w:t>N/A</w:t>
            </w:r>
          </w:p>
        </w:tc>
      </w:tr>
      <w:tr w:rsidR="00DC7196" w:rsidRPr="001C0CC4" w14:paraId="445E20C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0577332" w14:textId="77777777" w:rsidR="00DC7196" w:rsidRPr="00DC7196" w:rsidRDefault="00DC7196" w:rsidP="00DC7196">
            <w:pPr>
              <w:pStyle w:val="TAL"/>
            </w:pPr>
            <w:r w:rsidRPr="00DC7196">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5EB4810"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38743E" w14:textId="77777777" w:rsidR="00DC7196" w:rsidRPr="001C0CC4" w:rsidRDefault="00DC7196" w:rsidP="00DC7196">
            <w:pPr>
              <w:pStyle w:val="TAC"/>
            </w:pPr>
            <w:r w:rsidRPr="001C0CC4">
              <w:t>7424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6D02D9D" w14:textId="77777777" w:rsidR="00DC7196" w:rsidRPr="001C0CC4" w:rsidRDefault="00DC7196" w:rsidP="00DC7196">
            <w:pPr>
              <w:pStyle w:val="TAC"/>
            </w:pPr>
            <w:r w:rsidRPr="001C0CC4">
              <w:t>16136</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72B7A1" w14:textId="77777777" w:rsidR="00DC7196" w:rsidRPr="001C0CC4" w:rsidRDefault="00DC7196" w:rsidP="00DC7196">
            <w:pPr>
              <w:pStyle w:val="TAC"/>
            </w:pPr>
            <w:r w:rsidRPr="001C0CC4">
              <w:t>25608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FB5BEE" w14:textId="77777777" w:rsidR="00DC7196" w:rsidRPr="001C0CC4" w:rsidRDefault="00DC7196" w:rsidP="00DC7196">
            <w:pPr>
              <w:pStyle w:val="TAC"/>
            </w:pPr>
            <w:r w:rsidRPr="001C0CC4">
              <w:t>33816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8027508" w14:textId="77777777" w:rsidR="00DC7196" w:rsidRPr="001C0CC4" w:rsidRDefault="00DC7196" w:rsidP="00DC7196">
            <w:pPr>
              <w:pStyle w:val="TAC"/>
            </w:pPr>
            <w:r w:rsidRPr="001C0CC4">
              <w:t>44040</w:t>
            </w:r>
          </w:p>
        </w:tc>
        <w:tc>
          <w:tcPr>
            <w:tcW w:w="835" w:type="dxa"/>
            <w:tcBorders>
              <w:top w:val="single" w:sz="4" w:space="0" w:color="auto"/>
              <w:left w:val="single" w:sz="4" w:space="0" w:color="auto"/>
              <w:bottom w:val="single" w:sz="4" w:space="0" w:color="auto"/>
              <w:right w:val="single" w:sz="4" w:space="0" w:color="auto"/>
            </w:tcBorders>
            <w:vAlign w:val="center"/>
            <w:hideMark/>
          </w:tcPr>
          <w:p w14:paraId="515076E4" w14:textId="77777777" w:rsidR="00DC7196" w:rsidRPr="001C0CC4" w:rsidRDefault="00DC7196" w:rsidP="00DC7196">
            <w:pPr>
              <w:pStyle w:val="TAC"/>
            </w:pPr>
            <w:r w:rsidRPr="001C0CC4">
              <w:t>52224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6EDF181" w14:textId="77777777" w:rsidR="00DC7196" w:rsidRPr="001C0CC4" w:rsidRDefault="00DC7196" w:rsidP="00DC7196">
            <w:pPr>
              <w:pStyle w:val="TAC"/>
            </w:pPr>
            <w:r w:rsidRPr="001C0CC4">
              <w:t>71688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156B230" w14:textId="77777777" w:rsidR="00DC7196" w:rsidRPr="001C0CC4" w:rsidRDefault="00DC7196" w:rsidP="00DC7196">
            <w:pPr>
              <w:pStyle w:val="TAC"/>
            </w:pPr>
            <w:r w:rsidRPr="001C0CC4">
              <w:t>90176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35FEAA7D" w14:textId="77777777" w:rsidR="00DC7196" w:rsidRPr="001C0CC4" w:rsidRDefault="00DC7196" w:rsidP="00DC7196">
            <w:pPr>
              <w:pStyle w:val="TAC"/>
            </w:pPr>
            <w:r w:rsidRPr="001C0CC4">
              <w:t>108552</w:t>
            </w:r>
          </w:p>
        </w:tc>
        <w:tc>
          <w:tcPr>
            <w:tcW w:w="835" w:type="dxa"/>
            <w:tcBorders>
              <w:top w:val="single" w:sz="4" w:space="0" w:color="auto"/>
              <w:left w:val="single" w:sz="4" w:space="0" w:color="auto"/>
              <w:bottom w:val="single" w:sz="4" w:space="0" w:color="auto"/>
              <w:right w:val="single" w:sz="4" w:space="0" w:color="auto"/>
            </w:tcBorders>
            <w:vAlign w:val="center"/>
            <w:hideMark/>
          </w:tcPr>
          <w:p w14:paraId="05DF4917" w14:textId="77777777" w:rsidR="00DC7196" w:rsidRPr="001C0CC4" w:rsidRDefault="00DC7196" w:rsidP="00DC7196">
            <w:pPr>
              <w:pStyle w:val="TAC"/>
            </w:pPr>
            <w:r w:rsidRPr="001C0CC4">
              <w:t>147576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203BC5D" w14:textId="77777777" w:rsidR="00DC7196" w:rsidRPr="001C0CC4" w:rsidRDefault="00DC7196" w:rsidP="00DC7196">
            <w:pPr>
              <w:pStyle w:val="TAC"/>
            </w:pPr>
            <w:r w:rsidRPr="001C0CC4">
              <w:t>184424</w:t>
            </w:r>
          </w:p>
        </w:tc>
      </w:tr>
      <w:tr w:rsidR="00DC7196" w:rsidRPr="001C0CC4" w14:paraId="77712E9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6A1CB986" w14:textId="77777777" w:rsidR="00DC7196" w:rsidRPr="00DC7196" w:rsidRDefault="00DC7196" w:rsidP="00DC7196">
            <w:pPr>
              <w:pStyle w:val="TAL"/>
            </w:pPr>
            <w:r w:rsidRPr="00DC7196">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B064935"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B3355EF"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74B061"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9F4B23"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81245A6"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006B32B"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14457F"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60BB00E9"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1EDA84"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B1B4B3"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76DFA18" w14:textId="77777777" w:rsidR="00DC7196" w:rsidRPr="001C0CC4" w:rsidRDefault="00DC7196" w:rsidP="00DC7196">
            <w:pPr>
              <w:pStyle w:val="TAC"/>
            </w:pPr>
            <w:r w:rsidRPr="001C0CC4">
              <w:t>24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201922" w14:textId="77777777" w:rsidR="00DC7196" w:rsidRPr="001C0CC4" w:rsidRDefault="00DC7196" w:rsidP="00DC7196">
            <w:pPr>
              <w:pStyle w:val="TAC"/>
            </w:pPr>
            <w:r w:rsidRPr="001C0CC4">
              <w:t>24</w:t>
            </w:r>
          </w:p>
        </w:tc>
      </w:tr>
      <w:tr w:rsidR="00DC7196" w:rsidRPr="001C0CC4" w14:paraId="045F1C92"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C1440A0" w14:textId="77777777" w:rsidR="00DC7196" w:rsidRPr="00DC7196" w:rsidRDefault="00DC7196" w:rsidP="00DC7196">
            <w:pPr>
              <w:pStyle w:val="TAL"/>
            </w:pPr>
            <w:r w:rsidRPr="00DC7196">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40000CC5"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hideMark/>
          </w:tcPr>
          <w:p w14:paraId="5CF6C8D1"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282DF4F"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BD83F5"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E7C38EF"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A0D4A8"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0B14D7"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32B2D7C"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6A7CBC6B"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4E5554EC"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A7CBD5"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2438C02" w14:textId="77777777" w:rsidR="00DC7196" w:rsidRPr="001C0CC4" w:rsidRDefault="00DC7196" w:rsidP="00DC7196">
            <w:pPr>
              <w:pStyle w:val="TAC"/>
            </w:pPr>
            <w:r w:rsidRPr="001C0CC4">
              <w:t>1</w:t>
            </w:r>
          </w:p>
        </w:tc>
      </w:tr>
      <w:tr w:rsidR="00DC7196" w:rsidRPr="001C0CC4" w14:paraId="6261085A"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FD7B979" w14:textId="77777777" w:rsidR="00DC7196" w:rsidRPr="00DC7196" w:rsidRDefault="00DC7196" w:rsidP="00DC7196">
            <w:pPr>
              <w:pStyle w:val="TAH"/>
            </w:pPr>
            <w:r w:rsidRPr="00DC7196">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21F325C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7FD46CC"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A91AB1F"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15E81C7"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1A58E02"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745869E"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14A3576"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6F1E1E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8746CA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57927A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63F3C5A1"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9F18AA8" w14:textId="77777777" w:rsidR="00DC7196" w:rsidRPr="001C0CC4" w:rsidRDefault="00DC7196" w:rsidP="00DC7196">
            <w:pPr>
              <w:pStyle w:val="TAC"/>
            </w:pPr>
          </w:p>
        </w:tc>
      </w:tr>
      <w:tr w:rsidR="00DC7196" w:rsidRPr="001C0CC4" w14:paraId="6D768BD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F8A3CD0" w14:textId="77777777" w:rsidR="00DC7196" w:rsidRPr="00DC7196" w:rsidRDefault="00DC7196" w:rsidP="00DC7196">
            <w:pPr>
              <w:pStyle w:val="TAL"/>
            </w:pPr>
            <w:r w:rsidRPr="00DC7196">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54BC26B" w14:textId="77777777" w:rsidR="00DC7196" w:rsidRPr="001C0CC4" w:rsidRDefault="00DC7196" w:rsidP="00DC7196">
            <w:pPr>
              <w:pStyle w:val="TAC"/>
            </w:pPr>
            <w:r w:rsidRPr="001C0CC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6E47F5"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FCB479D"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87220E"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F3272FC"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4D723025"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0ADEC5C"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51550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3690BB"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A5B2476"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5928421"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0E3C7D8" w14:textId="77777777" w:rsidR="00DC7196" w:rsidRPr="001C0CC4" w:rsidRDefault="00DC7196" w:rsidP="00DC7196">
            <w:pPr>
              <w:pStyle w:val="TAC"/>
            </w:pPr>
            <w:r w:rsidRPr="001C0CC4">
              <w:t>N/A</w:t>
            </w:r>
          </w:p>
        </w:tc>
      </w:tr>
      <w:tr w:rsidR="00DC7196" w:rsidRPr="001C0CC4" w14:paraId="34EE1A5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7DFF0B3" w14:textId="77777777" w:rsidR="00DC7196" w:rsidRPr="00DC7196" w:rsidRDefault="00DC7196" w:rsidP="00DC7196">
            <w:pPr>
              <w:pStyle w:val="TAL"/>
            </w:pPr>
            <w:r w:rsidRPr="00DC7196">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5220061" w14:textId="77777777" w:rsidR="00DC7196" w:rsidRPr="001C0CC4" w:rsidRDefault="00DC7196" w:rsidP="00DC7196">
            <w:pPr>
              <w:pStyle w:val="TAC"/>
            </w:pPr>
            <w:r w:rsidRPr="001C0CC4">
              <w:t>CBs</w:t>
            </w:r>
          </w:p>
        </w:tc>
        <w:tc>
          <w:tcPr>
            <w:tcW w:w="835" w:type="dxa"/>
            <w:tcBorders>
              <w:top w:val="single" w:sz="4" w:space="0" w:color="auto"/>
              <w:left w:val="single" w:sz="4" w:space="0" w:color="auto"/>
              <w:bottom w:val="single" w:sz="4" w:space="0" w:color="auto"/>
              <w:right w:val="single" w:sz="4" w:space="0" w:color="auto"/>
            </w:tcBorders>
            <w:vAlign w:val="center"/>
            <w:hideMark/>
          </w:tcPr>
          <w:p w14:paraId="64758518" w14:textId="77777777" w:rsidR="00DC7196" w:rsidRPr="001C0CC4" w:rsidRDefault="00DC7196" w:rsidP="00DC7196">
            <w:pPr>
              <w:pStyle w:val="TAC"/>
            </w:pPr>
            <w:r w:rsidRPr="001C0CC4">
              <w:t>1</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7FCD3A" w14:textId="77777777" w:rsidR="00DC7196" w:rsidRPr="001C0CC4" w:rsidRDefault="00DC7196" w:rsidP="00DC7196">
            <w:pPr>
              <w:pStyle w:val="TAC"/>
            </w:pPr>
            <w:r w:rsidRPr="001C0CC4">
              <w:t>3</w:t>
            </w:r>
          </w:p>
        </w:tc>
        <w:tc>
          <w:tcPr>
            <w:tcW w:w="835" w:type="dxa"/>
            <w:tcBorders>
              <w:top w:val="single" w:sz="4" w:space="0" w:color="auto"/>
              <w:left w:val="single" w:sz="4" w:space="0" w:color="auto"/>
              <w:bottom w:val="single" w:sz="4" w:space="0" w:color="auto"/>
              <w:right w:val="single" w:sz="4" w:space="0" w:color="auto"/>
            </w:tcBorders>
            <w:vAlign w:val="center"/>
            <w:hideMark/>
          </w:tcPr>
          <w:p w14:paraId="40F0E5F0" w14:textId="77777777" w:rsidR="00DC7196" w:rsidRPr="001C0CC4" w:rsidRDefault="00DC7196" w:rsidP="00DC7196">
            <w:pPr>
              <w:pStyle w:val="TAC"/>
            </w:pPr>
            <w:r w:rsidRPr="001C0CC4">
              <w:t>4</w:t>
            </w:r>
          </w:p>
        </w:tc>
        <w:tc>
          <w:tcPr>
            <w:tcW w:w="835" w:type="dxa"/>
            <w:tcBorders>
              <w:top w:val="single" w:sz="4" w:space="0" w:color="auto"/>
              <w:left w:val="single" w:sz="4" w:space="0" w:color="auto"/>
              <w:bottom w:val="single" w:sz="4" w:space="0" w:color="auto"/>
              <w:right w:val="single" w:sz="4" w:space="0" w:color="auto"/>
            </w:tcBorders>
            <w:vAlign w:val="center"/>
            <w:hideMark/>
          </w:tcPr>
          <w:p w14:paraId="74B2070B" w14:textId="77777777" w:rsidR="00DC7196" w:rsidRPr="001C0CC4" w:rsidRDefault="00DC7196" w:rsidP="00DC7196">
            <w:pPr>
              <w:pStyle w:val="TAC"/>
            </w:pPr>
            <w:r w:rsidRPr="001C0CC4">
              <w:t>5</w:t>
            </w:r>
          </w:p>
        </w:tc>
        <w:tc>
          <w:tcPr>
            <w:tcW w:w="835" w:type="dxa"/>
            <w:tcBorders>
              <w:top w:val="single" w:sz="4" w:space="0" w:color="auto"/>
              <w:left w:val="single" w:sz="4" w:space="0" w:color="auto"/>
              <w:bottom w:val="single" w:sz="4" w:space="0" w:color="auto"/>
              <w:right w:val="single" w:sz="4" w:space="0" w:color="auto"/>
            </w:tcBorders>
            <w:vAlign w:val="center"/>
            <w:hideMark/>
          </w:tcPr>
          <w:p w14:paraId="6CC52F8C" w14:textId="77777777" w:rsidR="00DC7196" w:rsidRPr="001C0CC4" w:rsidRDefault="00DC7196" w:rsidP="00DC7196">
            <w:pPr>
              <w:pStyle w:val="TAC"/>
            </w:pPr>
            <w:r w:rsidRPr="001C0CC4">
              <w:t>6</w:t>
            </w:r>
          </w:p>
        </w:tc>
        <w:tc>
          <w:tcPr>
            <w:tcW w:w="835" w:type="dxa"/>
            <w:tcBorders>
              <w:top w:val="single" w:sz="4" w:space="0" w:color="auto"/>
              <w:left w:val="single" w:sz="4" w:space="0" w:color="auto"/>
              <w:bottom w:val="single" w:sz="4" w:space="0" w:color="auto"/>
              <w:right w:val="single" w:sz="4" w:space="0" w:color="auto"/>
            </w:tcBorders>
            <w:vAlign w:val="center"/>
            <w:hideMark/>
          </w:tcPr>
          <w:p w14:paraId="63BE061E" w14:textId="77777777" w:rsidR="00DC7196" w:rsidRPr="001C0CC4" w:rsidRDefault="00DC7196" w:rsidP="00DC7196">
            <w:pPr>
              <w:pStyle w:val="TAC"/>
            </w:pPr>
            <w:r w:rsidRPr="001C0CC4">
              <w:t>7</w:t>
            </w:r>
          </w:p>
        </w:tc>
        <w:tc>
          <w:tcPr>
            <w:tcW w:w="835" w:type="dxa"/>
            <w:tcBorders>
              <w:top w:val="single" w:sz="4" w:space="0" w:color="auto"/>
              <w:left w:val="single" w:sz="4" w:space="0" w:color="auto"/>
              <w:bottom w:val="single" w:sz="4" w:space="0" w:color="auto"/>
              <w:right w:val="single" w:sz="4" w:space="0" w:color="auto"/>
            </w:tcBorders>
            <w:vAlign w:val="center"/>
            <w:hideMark/>
          </w:tcPr>
          <w:p w14:paraId="0BFD9B45" w14:textId="77777777" w:rsidR="00DC7196" w:rsidRPr="001C0CC4" w:rsidRDefault="00DC7196" w:rsidP="00DC7196">
            <w:pPr>
              <w:pStyle w:val="TAC"/>
            </w:pPr>
            <w:r w:rsidRPr="001C0CC4">
              <w:t>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3A6EE6" w14:textId="77777777" w:rsidR="00DC7196" w:rsidRPr="001C0CC4" w:rsidRDefault="00DC7196" w:rsidP="00DC7196">
            <w:pPr>
              <w:pStyle w:val="TAC"/>
            </w:pPr>
            <w:r w:rsidRPr="001C0CC4">
              <w:t>12</w:t>
            </w:r>
          </w:p>
        </w:tc>
        <w:tc>
          <w:tcPr>
            <w:tcW w:w="835" w:type="dxa"/>
            <w:tcBorders>
              <w:top w:val="single" w:sz="4" w:space="0" w:color="auto"/>
              <w:left w:val="single" w:sz="4" w:space="0" w:color="auto"/>
              <w:bottom w:val="single" w:sz="4" w:space="0" w:color="auto"/>
              <w:right w:val="single" w:sz="4" w:space="0" w:color="auto"/>
            </w:tcBorders>
            <w:vAlign w:val="center"/>
            <w:hideMark/>
          </w:tcPr>
          <w:p w14:paraId="2BBD3650" w14:textId="77777777" w:rsidR="00DC7196" w:rsidRPr="001C0CC4" w:rsidRDefault="00DC7196" w:rsidP="00DC7196">
            <w:pPr>
              <w:pStyle w:val="TAC"/>
            </w:pPr>
            <w:r w:rsidRPr="001C0CC4">
              <w:t>14</w:t>
            </w:r>
          </w:p>
        </w:tc>
        <w:tc>
          <w:tcPr>
            <w:tcW w:w="835" w:type="dxa"/>
            <w:tcBorders>
              <w:top w:val="single" w:sz="4" w:space="0" w:color="auto"/>
              <w:left w:val="single" w:sz="4" w:space="0" w:color="auto"/>
              <w:bottom w:val="single" w:sz="4" w:space="0" w:color="auto"/>
              <w:right w:val="single" w:sz="4" w:space="0" w:color="auto"/>
            </w:tcBorders>
            <w:vAlign w:val="center"/>
            <w:hideMark/>
          </w:tcPr>
          <w:p w14:paraId="14D95CDA" w14:textId="77777777" w:rsidR="00DC7196" w:rsidRPr="001C0CC4" w:rsidRDefault="00DC7196" w:rsidP="00DC7196">
            <w:pPr>
              <w:pStyle w:val="TAC"/>
            </w:pPr>
            <w:r w:rsidRPr="001C0CC4">
              <w:t>19</w:t>
            </w:r>
          </w:p>
        </w:tc>
        <w:tc>
          <w:tcPr>
            <w:tcW w:w="835" w:type="dxa"/>
            <w:tcBorders>
              <w:top w:val="single" w:sz="4" w:space="0" w:color="auto"/>
              <w:left w:val="single" w:sz="4" w:space="0" w:color="auto"/>
              <w:bottom w:val="single" w:sz="4" w:space="0" w:color="auto"/>
              <w:right w:val="single" w:sz="4" w:space="0" w:color="auto"/>
            </w:tcBorders>
            <w:vAlign w:val="center"/>
            <w:hideMark/>
          </w:tcPr>
          <w:p w14:paraId="71CBDD1A" w14:textId="77777777" w:rsidR="00DC7196" w:rsidRPr="001C0CC4" w:rsidRDefault="00DC7196" w:rsidP="00DC7196">
            <w:pPr>
              <w:pStyle w:val="TAC"/>
            </w:pPr>
            <w:r w:rsidRPr="001C0CC4">
              <w:t>23</w:t>
            </w:r>
          </w:p>
        </w:tc>
      </w:tr>
      <w:tr w:rsidR="00DC7196" w:rsidRPr="001C0CC4" w14:paraId="668ADF6C"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D756B06" w14:textId="77777777" w:rsidR="00DC7196" w:rsidRPr="00DC7196" w:rsidRDefault="00DC7196" w:rsidP="00DC7196">
            <w:pPr>
              <w:pStyle w:val="TAH"/>
            </w:pPr>
            <w:r w:rsidRPr="00DC7196">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C97A2D8"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04EEDE5"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F09313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7EB23909"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6430C9A"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25472D04"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3696A75A"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C9F0AAD"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0C6966AB"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42945D1A"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50C48403" w14:textId="77777777" w:rsidR="00DC7196" w:rsidRPr="001C0CC4" w:rsidRDefault="00DC7196" w:rsidP="00DC7196">
            <w:pPr>
              <w:pStyle w:val="TAC"/>
            </w:pPr>
          </w:p>
        </w:tc>
        <w:tc>
          <w:tcPr>
            <w:tcW w:w="835" w:type="dxa"/>
            <w:tcBorders>
              <w:top w:val="single" w:sz="4" w:space="0" w:color="auto"/>
              <w:left w:val="single" w:sz="4" w:space="0" w:color="auto"/>
              <w:bottom w:val="single" w:sz="4" w:space="0" w:color="auto"/>
              <w:right w:val="single" w:sz="4" w:space="0" w:color="auto"/>
            </w:tcBorders>
            <w:vAlign w:val="center"/>
          </w:tcPr>
          <w:p w14:paraId="1E095191" w14:textId="77777777" w:rsidR="00DC7196" w:rsidRPr="001C0CC4" w:rsidRDefault="00DC7196" w:rsidP="00DC7196">
            <w:pPr>
              <w:pStyle w:val="TAC"/>
            </w:pPr>
          </w:p>
        </w:tc>
      </w:tr>
      <w:tr w:rsidR="00DC7196" w:rsidRPr="001C0CC4" w14:paraId="21DB5A98"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8AA1177" w14:textId="77777777" w:rsidR="00DC7196" w:rsidRPr="00DC7196" w:rsidRDefault="00DC7196" w:rsidP="00DC7196">
            <w:pPr>
              <w:pStyle w:val="TAL"/>
            </w:pPr>
            <w:r w:rsidRPr="00DC7196">
              <w:t xml:space="preserve">  For Slots 0,1,2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F6CFD44"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hideMark/>
          </w:tcPr>
          <w:p w14:paraId="033CD713"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139E5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1BAD3590"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EEC9F44"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6A6D842"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39C32CAD"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F95B461"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7D35A44F"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0DED57F3"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6553B275" w14:textId="77777777" w:rsidR="00DC7196" w:rsidRPr="001C0CC4" w:rsidRDefault="00DC7196" w:rsidP="00DC7196">
            <w:pPr>
              <w:pStyle w:val="TAC"/>
            </w:pPr>
            <w:r w:rsidRPr="001C0CC4">
              <w:t>N/A</w:t>
            </w:r>
          </w:p>
        </w:tc>
        <w:tc>
          <w:tcPr>
            <w:tcW w:w="835" w:type="dxa"/>
            <w:tcBorders>
              <w:top w:val="single" w:sz="4" w:space="0" w:color="auto"/>
              <w:left w:val="single" w:sz="4" w:space="0" w:color="auto"/>
              <w:bottom w:val="single" w:sz="4" w:space="0" w:color="auto"/>
              <w:right w:val="single" w:sz="4" w:space="0" w:color="auto"/>
            </w:tcBorders>
            <w:vAlign w:val="center"/>
            <w:hideMark/>
          </w:tcPr>
          <w:p w14:paraId="56F220A6" w14:textId="77777777" w:rsidR="00DC7196" w:rsidRPr="001C0CC4" w:rsidRDefault="00DC7196" w:rsidP="00DC7196">
            <w:pPr>
              <w:pStyle w:val="TAC"/>
            </w:pPr>
            <w:r w:rsidRPr="001C0CC4">
              <w:t>N/A</w:t>
            </w:r>
          </w:p>
        </w:tc>
      </w:tr>
      <w:tr w:rsidR="00DC7196" w:rsidRPr="001C0CC4" w14:paraId="2139389B"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72F4E56" w14:textId="77777777" w:rsidR="00DC7196" w:rsidRPr="00DC7196" w:rsidRDefault="00DC7196" w:rsidP="00DC7196">
            <w:pPr>
              <w:pStyle w:val="TAL"/>
            </w:pPr>
            <w:r w:rsidRPr="00DC7196">
              <w:t xml:space="preserve">  For Slots 3,…,19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CDD2044" w14:textId="77777777" w:rsidR="00DC7196" w:rsidRPr="001C0CC4" w:rsidRDefault="00DC7196" w:rsidP="00DC7196">
            <w:pPr>
              <w:pStyle w:val="TAC"/>
            </w:pPr>
            <w:r w:rsidRPr="001C0CC4">
              <w:t>Bits</w:t>
            </w:r>
          </w:p>
        </w:tc>
        <w:tc>
          <w:tcPr>
            <w:tcW w:w="835" w:type="dxa"/>
            <w:tcBorders>
              <w:top w:val="single" w:sz="4" w:space="0" w:color="auto"/>
              <w:left w:val="single" w:sz="4" w:space="0" w:color="auto"/>
              <w:bottom w:val="single" w:sz="4" w:space="0" w:color="auto"/>
              <w:right w:val="single" w:sz="4" w:space="0" w:color="auto"/>
            </w:tcBorders>
            <w:vAlign w:val="center"/>
          </w:tcPr>
          <w:p w14:paraId="7A2BC79C" w14:textId="77777777" w:rsidR="00DC7196" w:rsidRPr="001C0CC4" w:rsidRDefault="00DC7196" w:rsidP="00DC7196">
            <w:pPr>
              <w:pStyle w:val="TAC"/>
            </w:pPr>
            <w:r w:rsidRPr="001C0CC4">
              <w:t>9504</w:t>
            </w:r>
          </w:p>
        </w:tc>
        <w:tc>
          <w:tcPr>
            <w:tcW w:w="835" w:type="dxa"/>
            <w:tcBorders>
              <w:top w:val="single" w:sz="4" w:space="0" w:color="auto"/>
              <w:left w:val="single" w:sz="4" w:space="0" w:color="auto"/>
              <w:bottom w:val="single" w:sz="4" w:space="0" w:color="auto"/>
              <w:right w:val="single" w:sz="4" w:space="0" w:color="auto"/>
            </w:tcBorders>
            <w:vAlign w:val="center"/>
          </w:tcPr>
          <w:p w14:paraId="7C95B610" w14:textId="77777777" w:rsidR="00DC7196" w:rsidRPr="001C0CC4" w:rsidRDefault="00DC7196" w:rsidP="00DC7196">
            <w:pPr>
              <w:pStyle w:val="TAC"/>
            </w:pPr>
            <w:r w:rsidRPr="001C0CC4">
              <w:t>20736</w:t>
            </w:r>
          </w:p>
        </w:tc>
        <w:tc>
          <w:tcPr>
            <w:tcW w:w="835" w:type="dxa"/>
            <w:tcBorders>
              <w:top w:val="single" w:sz="4" w:space="0" w:color="auto"/>
              <w:left w:val="single" w:sz="4" w:space="0" w:color="auto"/>
              <w:bottom w:val="single" w:sz="4" w:space="0" w:color="auto"/>
              <w:right w:val="single" w:sz="4" w:space="0" w:color="auto"/>
            </w:tcBorders>
            <w:vAlign w:val="center"/>
          </w:tcPr>
          <w:p w14:paraId="16767089" w14:textId="77777777" w:rsidR="00DC7196" w:rsidRPr="001C0CC4" w:rsidRDefault="00DC7196" w:rsidP="00DC7196">
            <w:pPr>
              <w:pStyle w:val="TAC"/>
            </w:pPr>
            <w:r w:rsidRPr="001C0CC4">
              <w:t>32832</w:t>
            </w:r>
          </w:p>
        </w:tc>
        <w:tc>
          <w:tcPr>
            <w:tcW w:w="835" w:type="dxa"/>
            <w:tcBorders>
              <w:top w:val="single" w:sz="4" w:space="0" w:color="auto"/>
              <w:left w:val="single" w:sz="4" w:space="0" w:color="auto"/>
              <w:bottom w:val="single" w:sz="4" w:space="0" w:color="auto"/>
              <w:right w:val="single" w:sz="4" w:space="0" w:color="auto"/>
            </w:tcBorders>
            <w:vAlign w:val="center"/>
          </w:tcPr>
          <w:p w14:paraId="58C800D3" w14:textId="77777777" w:rsidR="00DC7196" w:rsidRPr="001C0CC4" w:rsidRDefault="00DC7196" w:rsidP="00DC7196">
            <w:pPr>
              <w:pStyle w:val="TAC"/>
            </w:pPr>
            <w:r w:rsidRPr="001C0CC4">
              <w:t>44064</w:t>
            </w:r>
          </w:p>
        </w:tc>
        <w:tc>
          <w:tcPr>
            <w:tcW w:w="835" w:type="dxa"/>
            <w:tcBorders>
              <w:top w:val="single" w:sz="4" w:space="0" w:color="auto"/>
              <w:left w:val="single" w:sz="4" w:space="0" w:color="auto"/>
              <w:bottom w:val="single" w:sz="4" w:space="0" w:color="auto"/>
              <w:right w:val="single" w:sz="4" w:space="0" w:color="auto"/>
            </w:tcBorders>
            <w:vAlign w:val="center"/>
          </w:tcPr>
          <w:p w14:paraId="0BD47C51" w14:textId="77777777" w:rsidR="00DC7196" w:rsidRPr="001C0CC4" w:rsidRDefault="00DC7196" w:rsidP="00DC7196">
            <w:pPr>
              <w:pStyle w:val="TAC"/>
            </w:pPr>
            <w:r w:rsidRPr="001C0CC4">
              <w:t>56160</w:t>
            </w:r>
          </w:p>
        </w:tc>
        <w:tc>
          <w:tcPr>
            <w:tcW w:w="835" w:type="dxa"/>
            <w:tcBorders>
              <w:top w:val="single" w:sz="4" w:space="0" w:color="auto"/>
              <w:left w:val="single" w:sz="4" w:space="0" w:color="auto"/>
              <w:bottom w:val="single" w:sz="4" w:space="0" w:color="auto"/>
              <w:right w:val="single" w:sz="4" w:space="0" w:color="auto"/>
            </w:tcBorders>
            <w:vAlign w:val="center"/>
          </w:tcPr>
          <w:p w14:paraId="71B1E4D9" w14:textId="77777777" w:rsidR="00DC7196" w:rsidRPr="001C0CC4" w:rsidRDefault="00DC7196" w:rsidP="00DC7196">
            <w:pPr>
              <w:pStyle w:val="TAC"/>
            </w:pPr>
            <w:r w:rsidRPr="001C0CC4">
              <w:t>67392</w:t>
            </w:r>
          </w:p>
        </w:tc>
        <w:tc>
          <w:tcPr>
            <w:tcW w:w="835" w:type="dxa"/>
            <w:tcBorders>
              <w:top w:val="single" w:sz="4" w:space="0" w:color="auto"/>
              <w:left w:val="single" w:sz="4" w:space="0" w:color="auto"/>
              <w:bottom w:val="single" w:sz="4" w:space="0" w:color="auto"/>
              <w:right w:val="single" w:sz="4" w:space="0" w:color="auto"/>
            </w:tcBorders>
            <w:vAlign w:val="center"/>
          </w:tcPr>
          <w:p w14:paraId="50A5463A" w14:textId="77777777" w:rsidR="00DC7196" w:rsidRPr="001C0CC4" w:rsidRDefault="00DC7196" w:rsidP="00DC7196">
            <w:pPr>
              <w:pStyle w:val="TAC"/>
            </w:pPr>
            <w:r w:rsidRPr="001C0CC4">
              <w:t>91584</w:t>
            </w:r>
          </w:p>
        </w:tc>
        <w:tc>
          <w:tcPr>
            <w:tcW w:w="835" w:type="dxa"/>
            <w:tcBorders>
              <w:top w:val="single" w:sz="4" w:space="0" w:color="auto"/>
              <w:left w:val="single" w:sz="4" w:space="0" w:color="auto"/>
              <w:bottom w:val="single" w:sz="4" w:space="0" w:color="auto"/>
              <w:right w:val="single" w:sz="4" w:space="0" w:color="auto"/>
            </w:tcBorders>
            <w:vAlign w:val="center"/>
          </w:tcPr>
          <w:p w14:paraId="6F840066" w14:textId="77777777" w:rsidR="00DC7196" w:rsidRPr="001C0CC4" w:rsidRDefault="00DC7196" w:rsidP="00DC7196">
            <w:pPr>
              <w:pStyle w:val="TAC"/>
            </w:pPr>
            <w:r w:rsidRPr="001C0CC4">
              <w:t>114912</w:t>
            </w:r>
          </w:p>
        </w:tc>
        <w:tc>
          <w:tcPr>
            <w:tcW w:w="835" w:type="dxa"/>
            <w:tcBorders>
              <w:top w:val="single" w:sz="4" w:space="0" w:color="auto"/>
              <w:left w:val="single" w:sz="4" w:space="0" w:color="auto"/>
              <w:bottom w:val="single" w:sz="4" w:space="0" w:color="auto"/>
              <w:right w:val="single" w:sz="4" w:space="0" w:color="auto"/>
            </w:tcBorders>
            <w:vAlign w:val="center"/>
          </w:tcPr>
          <w:p w14:paraId="36104762" w14:textId="77777777" w:rsidR="00DC7196" w:rsidRPr="001C0CC4" w:rsidRDefault="00DC7196" w:rsidP="00DC7196">
            <w:pPr>
              <w:pStyle w:val="TAC"/>
            </w:pPr>
            <w:r w:rsidRPr="001C0CC4">
              <w:t>139968</w:t>
            </w:r>
          </w:p>
        </w:tc>
        <w:tc>
          <w:tcPr>
            <w:tcW w:w="835" w:type="dxa"/>
            <w:tcBorders>
              <w:top w:val="single" w:sz="4" w:space="0" w:color="auto"/>
              <w:left w:val="single" w:sz="4" w:space="0" w:color="auto"/>
              <w:bottom w:val="single" w:sz="4" w:space="0" w:color="auto"/>
              <w:right w:val="single" w:sz="4" w:space="0" w:color="auto"/>
            </w:tcBorders>
            <w:vAlign w:val="center"/>
          </w:tcPr>
          <w:p w14:paraId="298F5E08" w14:textId="77777777" w:rsidR="00DC7196" w:rsidRPr="001C0CC4" w:rsidRDefault="00DC7196" w:rsidP="00DC7196">
            <w:pPr>
              <w:pStyle w:val="TAC"/>
            </w:pPr>
            <w:r w:rsidRPr="001C0CC4">
              <w:t>187488</w:t>
            </w:r>
          </w:p>
        </w:tc>
        <w:tc>
          <w:tcPr>
            <w:tcW w:w="835" w:type="dxa"/>
            <w:tcBorders>
              <w:top w:val="single" w:sz="4" w:space="0" w:color="auto"/>
              <w:left w:val="single" w:sz="4" w:space="0" w:color="auto"/>
              <w:bottom w:val="single" w:sz="4" w:space="0" w:color="auto"/>
              <w:right w:val="single" w:sz="4" w:space="0" w:color="auto"/>
            </w:tcBorders>
            <w:vAlign w:val="center"/>
          </w:tcPr>
          <w:p w14:paraId="7C17342A" w14:textId="77777777" w:rsidR="00DC7196" w:rsidRPr="001C0CC4" w:rsidRDefault="00DC7196" w:rsidP="00DC7196">
            <w:pPr>
              <w:pStyle w:val="TAC"/>
            </w:pPr>
            <w:r w:rsidRPr="001C0CC4">
              <w:t>235872</w:t>
            </w:r>
          </w:p>
        </w:tc>
      </w:tr>
      <w:tr w:rsidR="00DC7196" w:rsidRPr="001C0CC4" w14:paraId="602121E4" w14:textId="77777777" w:rsidTr="00DC7196">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2B3D43D6" w14:textId="77777777" w:rsidR="00DC7196" w:rsidRPr="00DC7196" w:rsidRDefault="00DC7196" w:rsidP="00DC7196">
            <w:pPr>
              <w:pStyle w:val="TAL"/>
            </w:pPr>
            <w:r w:rsidRPr="00DC7196">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860450D" w14:textId="77777777" w:rsidR="00DC7196" w:rsidRPr="001C0CC4" w:rsidRDefault="00DC7196" w:rsidP="00DC7196">
            <w:pPr>
              <w:pStyle w:val="TAC"/>
            </w:pPr>
            <w:r w:rsidRPr="001C0CC4">
              <w:t>Mbps</w:t>
            </w:r>
          </w:p>
        </w:tc>
        <w:tc>
          <w:tcPr>
            <w:tcW w:w="835" w:type="dxa"/>
            <w:tcBorders>
              <w:top w:val="single" w:sz="4" w:space="0" w:color="auto"/>
              <w:left w:val="single" w:sz="4" w:space="0" w:color="auto"/>
              <w:bottom w:val="single" w:sz="4" w:space="0" w:color="auto"/>
              <w:right w:val="single" w:sz="4" w:space="0" w:color="auto"/>
            </w:tcBorders>
            <w:vAlign w:val="center"/>
            <w:hideMark/>
          </w:tcPr>
          <w:p w14:paraId="5045FB88" w14:textId="77777777" w:rsidR="00DC7196" w:rsidRPr="001C0CC4" w:rsidRDefault="00DC7196" w:rsidP="00DC7196">
            <w:pPr>
              <w:pStyle w:val="TAC"/>
            </w:pPr>
            <w:r w:rsidRPr="001C0CC4">
              <w:t>12.621</w:t>
            </w:r>
          </w:p>
        </w:tc>
        <w:tc>
          <w:tcPr>
            <w:tcW w:w="835" w:type="dxa"/>
            <w:tcBorders>
              <w:top w:val="single" w:sz="4" w:space="0" w:color="auto"/>
              <w:left w:val="single" w:sz="4" w:space="0" w:color="auto"/>
              <w:bottom w:val="single" w:sz="4" w:space="0" w:color="auto"/>
              <w:right w:val="single" w:sz="4" w:space="0" w:color="auto"/>
            </w:tcBorders>
            <w:vAlign w:val="center"/>
            <w:hideMark/>
          </w:tcPr>
          <w:p w14:paraId="27CF7B41" w14:textId="77777777" w:rsidR="00DC7196" w:rsidRPr="001C0CC4" w:rsidRDefault="00DC7196" w:rsidP="00DC7196">
            <w:pPr>
              <w:pStyle w:val="TAC"/>
            </w:pPr>
            <w:r w:rsidRPr="001C0CC4">
              <w:t>27.431</w:t>
            </w:r>
          </w:p>
        </w:tc>
        <w:tc>
          <w:tcPr>
            <w:tcW w:w="835" w:type="dxa"/>
            <w:tcBorders>
              <w:top w:val="single" w:sz="4" w:space="0" w:color="auto"/>
              <w:left w:val="single" w:sz="4" w:space="0" w:color="auto"/>
              <w:bottom w:val="single" w:sz="4" w:space="0" w:color="auto"/>
              <w:right w:val="single" w:sz="4" w:space="0" w:color="auto"/>
            </w:tcBorders>
            <w:vAlign w:val="center"/>
            <w:hideMark/>
          </w:tcPr>
          <w:p w14:paraId="5DB84733" w14:textId="77777777" w:rsidR="00DC7196" w:rsidRPr="001C0CC4" w:rsidRDefault="00DC7196" w:rsidP="00DC7196">
            <w:pPr>
              <w:pStyle w:val="TAC"/>
            </w:pPr>
            <w:r w:rsidRPr="001C0CC4">
              <w:t>43.534</w:t>
            </w:r>
          </w:p>
        </w:tc>
        <w:tc>
          <w:tcPr>
            <w:tcW w:w="835" w:type="dxa"/>
            <w:tcBorders>
              <w:top w:val="single" w:sz="4" w:space="0" w:color="auto"/>
              <w:left w:val="single" w:sz="4" w:space="0" w:color="auto"/>
              <w:bottom w:val="single" w:sz="4" w:space="0" w:color="auto"/>
              <w:right w:val="single" w:sz="4" w:space="0" w:color="auto"/>
            </w:tcBorders>
            <w:vAlign w:val="center"/>
            <w:hideMark/>
          </w:tcPr>
          <w:p w14:paraId="01906086" w14:textId="77777777" w:rsidR="00DC7196" w:rsidRPr="001C0CC4" w:rsidRDefault="00DC7196" w:rsidP="00DC7196">
            <w:pPr>
              <w:pStyle w:val="TAC"/>
            </w:pPr>
            <w:r w:rsidRPr="001C0CC4">
              <w:t>57.487</w:t>
            </w:r>
          </w:p>
        </w:tc>
        <w:tc>
          <w:tcPr>
            <w:tcW w:w="835" w:type="dxa"/>
            <w:tcBorders>
              <w:top w:val="single" w:sz="4" w:space="0" w:color="auto"/>
              <w:left w:val="single" w:sz="4" w:space="0" w:color="auto"/>
              <w:bottom w:val="single" w:sz="4" w:space="0" w:color="auto"/>
              <w:right w:val="single" w:sz="4" w:space="0" w:color="auto"/>
            </w:tcBorders>
            <w:vAlign w:val="center"/>
            <w:hideMark/>
          </w:tcPr>
          <w:p w14:paraId="1AD3A4DC" w14:textId="77777777" w:rsidR="00DC7196" w:rsidRPr="001C0CC4" w:rsidRDefault="00DC7196" w:rsidP="00DC7196">
            <w:pPr>
              <w:pStyle w:val="TAC"/>
            </w:pPr>
            <w:r w:rsidRPr="001C0CC4">
              <w:t>74.868</w:t>
            </w:r>
          </w:p>
        </w:tc>
        <w:tc>
          <w:tcPr>
            <w:tcW w:w="835" w:type="dxa"/>
            <w:tcBorders>
              <w:top w:val="single" w:sz="4" w:space="0" w:color="auto"/>
              <w:left w:val="single" w:sz="4" w:space="0" w:color="auto"/>
              <w:bottom w:val="single" w:sz="4" w:space="0" w:color="auto"/>
              <w:right w:val="single" w:sz="4" w:space="0" w:color="auto"/>
            </w:tcBorders>
            <w:vAlign w:val="center"/>
            <w:hideMark/>
          </w:tcPr>
          <w:p w14:paraId="44685DE5" w14:textId="77777777" w:rsidR="00DC7196" w:rsidRPr="001C0CC4" w:rsidRDefault="00DC7196" w:rsidP="00DC7196">
            <w:pPr>
              <w:pStyle w:val="TAC"/>
            </w:pPr>
            <w:r w:rsidRPr="001C0CC4">
              <w:t>88.781</w:t>
            </w:r>
          </w:p>
        </w:tc>
        <w:tc>
          <w:tcPr>
            <w:tcW w:w="835" w:type="dxa"/>
            <w:tcBorders>
              <w:top w:val="single" w:sz="4" w:space="0" w:color="auto"/>
              <w:left w:val="single" w:sz="4" w:space="0" w:color="auto"/>
              <w:bottom w:val="single" w:sz="4" w:space="0" w:color="auto"/>
              <w:right w:val="single" w:sz="4" w:space="0" w:color="auto"/>
            </w:tcBorders>
            <w:vAlign w:val="center"/>
            <w:hideMark/>
          </w:tcPr>
          <w:p w14:paraId="72E6F497" w14:textId="77777777" w:rsidR="00DC7196" w:rsidRPr="001C0CC4" w:rsidRDefault="00DC7196" w:rsidP="00DC7196">
            <w:pPr>
              <w:pStyle w:val="TAC"/>
            </w:pPr>
            <w:r w:rsidRPr="001C0CC4">
              <w:t>121.870</w:t>
            </w:r>
          </w:p>
        </w:tc>
        <w:tc>
          <w:tcPr>
            <w:tcW w:w="835" w:type="dxa"/>
            <w:tcBorders>
              <w:top w:val="single" w:sz="4" w:space="0" w:color="auto"/>
              <w:left w:val="single" w:sz="4" w:space="0" w:color="auto"/>
              <w:bottom w:val="single" w:sz="4" w:space="0" w:color="auto"/>
              <w:right w:val="single" w:sz="4" w:space="0" w:color="auto"/>
            </w:tcBorders>
            <w:vAlign w:val="center"/>
            <w:hideMark/>
          </w:tcPr>
          <w:p w14:paraId="214237A6" w14:textId="77777777" w:rsidR="00DC7196" w:rsidRPr="001C0CC4" w:rsidRDefault="00DC7196" w:rsidP="00DC7196">
            <w:pPr>
              <w:pStyle w:val="TAC"/>
            </w:pPr>
            <w:r w:rsidRPr="001C0CC4">
              <w:t>153.299</w:t>
            </w:r>
          </w:p>
        </w:tc>
        <w:tc>
          <w:tcPr>
            <w:tcW w:w="835" w:type="dxa"/>
            <w:tcBorders>
              <w:top w:val="single" w:sz="4" w:space="0" w:color="auto"/>
              <w:left w:val="single" w:sz="4" w:space="0" w:color="auto"/>
              <w:bottom w:val="single" w:sz="4" w:space="0" w:color="auto"/>
              <w:right w:val="single" w:sz="4" w:space="0" w:color="auto"/>
            </w:tcBorders>
            <w:vAlign w:val="center"/>
            <w:hideMark/>
          </w:tcPr>
          <w:p w14:paraId="045D9946" w14:textId="77777777" w:rsidR="00DC7196" w:rsidRPr="001C0CC4" w:rsidRDefault="00DC7196" w:rsidP="00DC7196">
            <w:pPr>
              <w:pStyle w:val="TAC"/>
            </w:pPr>
            <w:r w:rsidRPr="001C0CC4">
              <w:t>184.538</w:t>
            </w:r>
          </w:p>
        </w:tc>
        <w:tc>
          <w:tcPr>
            <w:tcW w:w="835" w:type="dxa"/>
            <w:tcBorders>
              <w:top w:val="single" w:sz="4" w:space="0" w:color="auto"/>
              <w:left w:val="single" w:sz="4" w:space="0" w:color="auto"/>
              <w:bottom w:val="single" w:sz="4" w:space="0" w:color="auto"/>
              <w:right w:val="single" w:sz="4" w:space="0" w:color="auto"/>
            </w:tcBorders>
            <w:vAlign w:val="center"/>
            <w:hideMark/>
          </w:tcPr>
          <w:p w14:paraId="15CDCE3A" w14:textId="77777777" w:rsidR="00DC7196" w:rsidRPr="001C0CC4" w:rsidRDefault="00DC7196" w:rsidP="00DC7196">
            <w:pPr>
              <w:pStyle w:val="TAC"/>
            </w:pPr>
            <w:r w:rsidRPr="001C0CC4">
              <w:t>250.879</w:t>
            </w:r>
          </w:p>
        </w:tc>
        <w:tc>
          <w:tcPr>
            <w:tcW w:w="835" w:type="dxa"/>
            <w:tcBorders>
              <w:top w:val="single" w:sz="4" w:space="0" w:color="auto"/>
              <w:left w:val="single" w:sz="4" w:space="0" w:color="auto"/>
              <w:bottom w:val="single" w:sz="4" w:space="0" w:color="auto"/>
              <w:right w:val="single" w:sz="4" w:space="0" w:color="auto"/>
            </w:tcBorders>
            <w:vAlign w:val="center"/>
            <w:hideMark/>
          </w:tcPr>
          <w:p w14:paraId="136D389A" w14:textId="77777777" w:rsidR="00DC7196" w:rsidRPr="001C0CC4" w:rsidRDefault="00DC7196" w:rsidP="00DC7196">
            <w:pPr>
              <w:pStyle w:val="TAC"/>
            </w:pPr>
            <w:r w:rsidRPr="001C0CC4">
              <w:t>313.521</w:t>
            </w:r>
          </w:p>
        </w:tc>
      </w:tr>
      <w:tr w:rsidR="00DC7196" w:rsidRPr="001C0CC4" w14:paraId="283CCFD6" w14:textId="77777777" w:rsidTr="00DC7196">
        <w:trPr>
          <w:trHeight w:val="70"/>
          <w:jc w:val="center"/>
        </w:trPr>
        <w:tc>
          <w:tcPr>
            <w:tcW w:w="13965" w:type="dxa"/>
            <w:gridSpan w:val="13"/>
            <w:tcBorders>
              <w:top w:val="single" w:sz="4" w:space="0" w:color="auto"/>
              <w:left w:val="single" w:sz="4" w:space="0" w:color="auto"/>
              <w:bottom w:val="single" w:sz="4" w:space="0" w:color="auto"/>
              <w:right w:val="single" w:sz="4" w:space="0" w:color="auto"/>
            </w:tcBorders>
            <w:hideMark/>
          </w:tcPr>
          <w:p w14:paraId="721E1FA3" w14:textId="77777777" w:rsidR="00DC7196" w:rsidRPr="00DC7196" w:rsidRDefault="00DC7196" w:rsidP="00DC7196">
            <w:pPr>
              <w:pStyle w:val="TAN"/>
            </w:pPr>
            <w:r w:rsidRPr="00DC7196">
              <w:t>NOTE 1:</w:t>
            </w:r>
            <w:r w:rsidRPr="00DC7196">
              <w:tab/>
              <w:t>Additional parameters are specified in Table A.3.1-1 and Table A.3.2.1-1.</w:t>
            </w:r>
          </w:p>
          <w:p w14:paraId="08B09B11" w14:textId="77777777" w:rsidR="00DC7196" w:rsidRPr="00DC7196" w:rsidRDefault="00DC7196" w:rsidP="00DC7196">
            <w:pPr>
              <w:pStyle w:val="TAN"/>
            </w:pPr>
            <w:r w:rsidRPr="00DC7196">
              <w:t>NOTE 2:</w:t>
            </w:r>
            <w:r w:rsidRPr="00DC7196">
              <w:tab/>
              <w:t>If more than one Code Block is present, an additional CRC sequence of L = 24 Bits is attached to each Code Block (otherwise L = 0 Bit).</w:t>
            </w:r>
          </w:p>
          <w:p w14:paraId="7A398F8C" w14:textId="77777777" w:rsidR="00DC7196" w:rsidRPr="00DC7196" w:rsidRDefault="00DC7196" w:rsidP="00DC7196">
            <w:pPr>
              <w:pStyle w:val="TAN"/>
            </w:pPr>
            <w:r w:rsidRPr="00DC7196">
              <w:t>NOTE 3:</w:t>
            </w:r>
            <w:r w:rsidRPr="00DC7196">
              <w:tab/>
              <w:t>SS/PBCH block is transmitted in slot 0 of each frame</w:t>
            </w:r>
          </w:p>
          <w:p w14:paraId="0D44ECCB" w14:textId="77777777" w:rsidR="00DC7196" w:rsidRPr="00DC7196" w:rsidRDefault="00DC7196" w:rsidP="00DC7196">
            <w:pPr>
              <w:pStyle w:val="TAN"/>
              <w:rPr>
                <w:sz w:val="16"/>
                <w:szCs w:val="16"/>
                <w:lang w:val="en-US"/>
              </w:rPr>
            </w:pPr>
            <w:r w:rsidRPr="00DC7196">
              <w:rPr>
                <w:lang w:val="en-US"/>
              </w:rPr>
              <w:t>NOTE 4:</w:t>
            </w:r>
            <w:r w:rsidRPr="00DC7196">
              <w:tab/>
            </w:r>
            <w:r w:rsidRPr="00DC7196">
              <w:rPr>
                <w:lang w:val="en-US"/>
              </w:rPr>
              <w:t>Slot i is slot index per frame</w:t>
            </w:r>
          </w:p>
        </w:tc>
      </w:tr>
    </w:tbl>
    <w:p w14:paraId="3FFDFF09" w14:textId="77777777" w:rsidR="00DC7196" w:rsidRPr="001C0CC4" w:rsidRDefault="00DC7196" w:rsidP="00DC7196">
      <w:pPr>
        <w:rPr>
          <w:lang w:eastAsia="zh-CN"/>
        </w:rPr>
      </w:pPr>
    </w:p>
    <w:p w14:paraId="0E2DE240" w14:textId="77777777" w:rsidR="00DC7196" w:rsidRPr="00DC7196" w:rsidRDefault="00DC7196" w:rsidP="00DC7196">
      <w:pPr>
        <w:pStyle w:val="TH"/>
      </w:pPr>
      <w:r w:rsidRPr="00DC7196">
        <w:t>Table A.3.2.4-3 Fixed reference channel for maximum input level receiver requirements (SCS 60 kHz, FDD, 256QAM)</w:t>
      </w:r>
    </w:p>
    <w:tbl>
      <w:tblPr>
        <w:tblW w:w="13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092"/>
        <w:gridCol w:w="847"/>
        <w:gridCol w:w="848"/>
        <w:gridCol w:w="848"/>
        <w:gridCol w:w="848"/>
        <w:gridCol w:w="848"/>
        <w:gridCol w:w="848"/>
        <w:gridCol w:w="848"/>
        <w:gridCol w:w="848"/>
        <w:gridCol w:w="848"/>
        <w:gridCol w:w="849"/>
      </w:tblGrid>
      <w:tr w:rsidR="00DC7196" w:rsidRPr="001C0CC4" w14:paraId="482DA95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14D6CE5" w14:textId="77777777" w:rsidR="00DC7196" w:rsidRPr="00DC7196" w:rsidRDefault="00DC7196" w:rsidP="00DC7196">
            <w:pPr>
              <w:pStyle w:val="TAH"/>
              <w:rPr>
                <w:b w:val="0"/>
              </w:rPr>
            </w:pPr>
            <w:r w:rsidRPr="00DC7196">
              <w:t>Parameter</w:t>
            </w:r>
          </w:p>
        </w:tc>
        <w:tc>
          <w:tcPr>
            <w:tcW w:w="1092" w:type="dxa"/>
            <w:tcBorders>
              <w:top w:val="single" w:sz="4" w:space="0" w:color="auto"/>
              <w:left w:val="single" w:sz="4" w:space="0" w:color="auto"/>
              <w:bottom w:val="single" w:sz="4" w:space="0" w:color="auto"/>
              <w:right w:val="single" w:sz="4" w:space="0" w:color="auto"/>
            </w:tcBorders>
            <w:hideMark/>
          </w:tcPr>
          <w:p w14:paraId="62575725" w14:textId="77777777" w:rsidR="00DC7196" w:rsidRPr="00DC7196" w:rsidRDefault="00DC7196" w:rsidP="00DC7196">
            <w:pPr>
              <w:pStyle w:val="TAH"/>
              <w:rPr>
                <w:b w:val="0"/>
              </w:rPr>
            </w:pPr>
            <w:r w:rsidRPr="00DC7196">
              <w:t>Unit</w:t>
            </w:r>
          </w:p>
        </w:tc>
        <w:tc>
          <w:tcPr>
            <w:tcW w:w="8480" w:type="dxa"/>
            <w:gridSpan w:val="10"/>
            <w:tcBorders>
              <w:top w:val="single" w:sz="4" w:space="0" w:color="auto"/>
              <w:left w:val="single" w:sz="4" w:space="0" w:color="auto"/>
              <w:bottom w:val="single" w:sz="4" w:space="0" w:color="auto"/>
              <w:right w:val="single" w:sz="4" w:space="0" w:color="auto"/>
            </w:tcBorders>
            <w:hideMark/>
          </w:tcPr>
          <w:p w14:paraId="4BB70AFF" w14:textId="77777777" w:rsidR="00DC7196" w:rsidRPr="00DC7196" w:rsidRDefault="00DC7196" w:rsidP="00DC7196">
            <w:pPr>
              <w:pStyle w:val="TAH"/>
              <w:rPr>
                <w:b w:val="0"/>
              </w:rPr>
            </w:pPr>
            <w:r w:rsidRPr="00DC7196">
              <w:t>Value</w:t>
            </w:r>
          </w:p>
        </w:tc>
      </w:tr>
      <w:tr w:rsidR="00DC7196" w:rsidRPr="001C0CC4" w14:paraId="4B08779C"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AC613C6" w14:textId="77777777" w:rsidR="00DC7196" w:rsidRPr="001C0CC4" w:rsidRDefault="00DC7196" w:rsidP="00DC7196">
            <w:pPr>
              <w:pStyle w:val="TAH"/>
              <w:rPr>
                <w:rFonts w:eastAsia="SimSun"/>
              </w:rPr>
            </w:pPr>
            <w:r w:rsidRPr="001C0CC4">
              <w:rPr>
                <w:rFonts w:eastAsia="SimSun"/>
              </w:rPr>
              <w:t>Channel bandwidth</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BF14A01" w14:textId="77777777" w:rsidR="00DC7196" w:rsidRPr="00DC7196" w:rsidRDefault="00DC7196" w:rsidP="00DC7196">
            <w:pPr>
              <w:pStyle w:val="TAH"/>
            </w:pPr>
            <w:r w:rsidRPr="00DC7196">
              <w:t>MHz</w:t>
            </w:r>
          </w:p>
        </w:tc>
        <w:tc>
          <w:tcPr>
            <w:tcW w:w="847" w:type="dxa"/>
            <w:tcBorders>
              <w:top w:val="single" w:sz="4" w:space="0" w:color="auto"/>
              <w:left w:val="single" w:sz="4" w:space="0" w:color="auto"/>
              <w:bottom w:val="single" w:sz="4" w:space="0" w:color="auto"/>
              <w:right w:val="single" w:sz="4" w:space="0" w:color="auto"/>
            </w:tcBorders>
            <w:vAlign w:val="center"/>
            <w:hideMark/>
          </w:tcPr>
          <w:p w14:paraId="32B0CF3F" w14:textId="77777777" w:rsidR="00DC7196" w:rsidRPr="00DC7196" w:rsidRDefault="00DC7196" w:rsidP="00DC7196">
            <w:pPr>
              <w:pStyle w:val="TAH"/>
            </w:pPr>
            <w:r w:rsidRPr="00DC7196">
              <w:t>10</w:t>
            </w:r>
          </w:p>
        </w:tc>
        <w:tc>
          <w:tcPr>
            <w:tcW w:w="848" w:type="dxa"/>
            <w:tcBorders>
              <w:top w:val="single" w:sz="4" w:space="0" w:color="auto"/>
              <w:left w:val="single" w:sz="4" w:space="0" w:color="auto"/>
              <w:bottom w:val="single" w:sz="4" w:space="0" w:color="auto"/>
              <w:right w:val="single" w:sz="4" w:space="0" w:color="auto"/>
            </w:tcBorders>
            <w:vAlign w:val="center"/>
            <w:hideMark/>
          </w:tcPr>
          <w:p w14:paraId="440B7748" w14:textId="77777777" w:rsidR="00DC7196" w:rsidRPr="00DC7196" w:rsidRDefault="00DC7196" w:rsidP="00DC7196">
            <w:pPr>
              <w:pStyle w:val="TAH"/>
            </w:pPr>
            <w:r w:rsidRPr="00DC7196">
              <w:t>15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EBE55E" w14:textId="77777777" w:rsidR="00DC7196" w:rsidRPr="00DC7196" w:rsidRDefault="00DC7196" w:rsidP="00DC7196">
            <w:pPr>
              <w:pStyle w:val="TAH"/>
            </w:pPr>
            <w:r w:rsidRPr="00DC7196">
              <w:t>20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CB0351" w14:textId="77777777" w:rsidR="00DC7196" w:rsidRPr="00DC7196" w:rsidRDefault="00DC7196" w:rsidP="00DC7196">
            <w:pPr>
              <w:pStyle w:val="TAH"/>
            </w:pPr>
            <w:r w:rsidRPr="00DC7196">
              <w:t>25</w:t>
            </w:r>
          </w:p>
        </w:tc>
        <w:tc>
          <w:tcPr>
            <w:tcW w:w="848" w:type="dxa"/>
            <w:tcBorders>
              <w:top w:val="single" w:sz="4" w:space="0" w:color="auto"/>
              <w:left w:val="single" w:sz="4" w:space="0" w:color="auto"/>
              <w:bottom w:val="single" w:sz="4" w:space="0" w:color="auto"/>
              <w:right w:val="single" w:sz="4" w:space="0" w:color="auto"/>
            </w:tcBorders>
            <w:vAlign w:val="center"/>
            <w:hideMark/>
          </w:tcPr>
          <w:p w14:paraId="614B0ECB" w14:textId="77777777" w:rsidR="00DC7196" w:rsidRPr="00DC7196" w:rsidRDefault="00DC7196" w:rsidP="00DC7196">
            <w:pPr>
              <w:pStyle w:val="TAH"/>
            </w:pPr>
            <w:r w:rsidRPr="00DC7196">
              <w:t>30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836FD2" w14:textId="77777777" w:rsidR="00DC7196" w:rsidRPr="00DC7196" w:rsidRDefault="00DC7196" w:rsidP="00DC7196">
            <w:pPr>
              <w:pStyle w:val="TAH"/>
            </w:pPr>
            <w:r w:rsidRPr="00DC7196">
              <w:t>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65783F" w14:textId="77777777" w:rsidR="00DC7196" w:rsidRPr="00DC7196" w:rsidRDefault="00DC7196" w:rsidP="00DC7196">
            <w:pPr>
              <w:pStyle w:val="TAH"/>
            </w:pPr>
            <w:r w:rsidRPr="00DC7196">
              <w:t>50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C2E220" w14:textId="77777777" w:rsidR="00DC7196" w:rsidRPr="00DC7196" w:rsidRDefault="00DC7196" w:rsidP="00DC7196">
            <w:pPr>
              <w:pStyle w:val="TAH"/>
            </w:pPr>
            <w:r w:rsidRPr="00DC7196">
              <w:t>60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69CC46" w14:textId="77777777" w:rsidR="00DC7196" w:rsidRPr="00DC7196" w:rsidRDefault="00DC7196" w:rsidP="00DC7196">
            <w:pPr>
              <w:pStyle w:val="TAH"/>
            </w:pPr>
            <w:r w:rsidRPr="00DC7196">
              <w:t>80</w:t>
            </w:r>
          </w:p>
        </w:tc>
        <w:tc>
          <w:tcPr>
            <w:tcW w:w="849" w:type="dxa"/>
            <w:tcBorders>
              <w:top w:val="single" w:sz="4" w:space="0" w:color="auto"/>
              <w:left w:val="single" w:sz="4" w:space="0" w:color="auto"/>
              <w:bottom w:val="single" w:sz="4" w:space="0" w:color="auto"/>
              <w:right w:val="single" w:sz="4" w:space="0" w:color="auto"/>
            </w:tcBorders>
            <w:vAlign w:val="center"/>
            <w:hideMark/>
          </w:tcPr>
          <w:p w14:paraId="77CE93C9" w14:textId="77777777" w:rsidR="00DC7196" w:rsidRPr="00DC7196" w:rsidRDefault="00DC7196" w:rsidP="00DC7196">
            <w:pPr>
              <w:pStyle w:val="TAH"/>
            </w:pPr>
            <w:r w:rsidRPr="00DC7196">
              <w:t>100</w:t>
            </w:r>
          </w:p>
        </w:tc>
      </w:tr>
      <w:tr w:rsidR="00DC7196" w:rsidRPr="001C0CC4" w14:paraId="29C18AC2"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EE1839A" w14:textId="77777777" w:rsidR="00DC7196" w:rsidRPr="00DC7196" w:rsidRDefault="00DC7196" w:rsidP="00DC7196">
            <w:pPr>
              <w:pStyle w:val="TAL"/>
            </w:pPr>
            <w:r w:rsidRPr="00DC7196">
              <w:t xml:space="preserve">Subcarrier spacing configuration </w:t>
            </w:r>
            <w:r w:rsidRPr="001C0CC4">
              <w:object w:dxaOrig="230" w:dyaOrig="250" w14:anchorId="538515C4">
                <v:shape id="_x0000_i1032" type="#_x0000_t75" style="width:17.35pt;height:19.3pt" o:ole="">
                  <v:imagedata r:id="rId11" o:title=""/>
                </v:shape>
                <o:OLEObject Type="Embed" ProgID="Equation.3" ShapeID="_x0000_i1032" DrawAspect="Content" ObjectID="_1734986599" r:id="rId23"/>
              </w:object>
            </w:r>
          </w:p>
        </w:tc>
        <w:tc>
          <w:tcPr>
            <w:tcW w:w="1092" w:type="dxa"/>
            <w:tcBorders>
              <w:top w:val="single" w:sz="4" w:space="0" w:color="auto"/>
              <w:left w:val="single" w:sz="4" w:space="0" w:color="auto"/>
              <w:bottom w:val="single" w:sz="4" w:space="0" w:color="auto"/>
              <w:right w:val="single" w:sz="4" w:space="0" w:color="auto"/>
            </w:tcBorders>
            <w:vAlign w:val="center"/>
          </w:tcPr>
          <w:p w14:paraId="3FFBA596"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340C4602"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E67E63"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8B76A2"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52D016"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705AE6B"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00EADA"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3E9EF0"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642CB0"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132B10" w14:textId="77777777" w:rsidR="00DC7196" w:rsidRPr="001C0CC4" w:rsidRDefault="00DC7196" w:rsidP="00DC7196">
            <w:pPr>
              <w:pStyle w:val="TAC"/>
            </w:pPr>
            <w:r w:rsidRPr="001C0CC4">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0B67D776" w14:textId="77777777" w:rsidR="00DC7196" w:rsidRPr="001C0CC4" w:rsidRDefault="00DC7196" w:rsidP="00DC7196">
            <w:pPr>
              <w:pStyle w:val="TAC"/>
            </w:pPr>
            <w:r w:rsidRPr="001C0CC4">
              <w:t>2</w:t>
            </w:r>
          </w:p>
        </w:tc>
      </w:tr>
      <w:tr w:rsidR="00DC7196" w:rsidRPr="001C0CC4" w14:paraId="4F3B6DC1"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0F4F37F" w14:textId="77777777" w:rsidR="00DC7196" w:rsidRPr="00DC7196" w:rsidRDefault="00DC7196" w:rsidP="00DC7196">
            <w:pPr>
              <w:pStyle w:val="TAL"/>
            </w:pPr>
            <w:r w:rsidRPr="00DC7196">
              <w:t>Allocated resource blocks</w:t>
            </w:r>
          </w:p>
        </w:tc>
        <w:tc>
          <w:tcPr>
            <w:tcW w:w="1092" w:type="dxa"/>
            <w:tcBorders>
              <w:top w:val="single" w:sz="4" w:space="0" w:color="auto"/>
              <w:left w:val="single" w:sz="4" w:space="0" w:color="auto"/>
              <w:bottom w:val="single" w:sz="4" w:space="0" w:color="auto"/>
              <w:right w:val="single" w:sz="4" w:space="0" w:color="auto"/>
            </w:tcBorders>
            <w:vAlign w:val="center"/>
          </w:tcPr>
          <w:p w14:paraId="502DF965"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EC5829E" w14:textId="77777777" w:rsidR="00DC7196" w:rsidRPr="001C0CC4" w:rsidRDefault="00DC7196" w:rsidP="00DC7196">
            <w:pPr>
              <w:pStyle w:val="TAC"/>
            </w:pPr>
            <w:r w:rsidRPr="001C0CC4">
              <w:t>11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30AE0E" w14:textId="77777777" w:rsidR="00DC7196" w:rsidRPr="001C0CC4" w:rsidRDefault="00DC7196" w:rsidP="00DC7196">
            <w:pPr>
              <w:pStyle w:val="TAC"/>
            </w:pPr>
            <w:r w:rsidRPr="001C0CC4">
              <w:t>18</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9233F0"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DF6AC3" w14:textId="77777777" w:rsidR="00DC7196" w:rsidRPr="001C0CC4" w:rsidRDefault="00DC7196" w:rsidP="00DC7196">
            <w:pPr>
              <w:pStyle w:val="TAC"/>
            </w:pPr>
            <w:r w:rsidRPr="001C0CC4">
              <w:t>31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0F75E2" w14:textId="77777777" w:rsidR="00DC7196" w:rsidRPr="001C0CC4" w:rsidRDefault="00DC7196" w:rsidP="00DC7196">
            <w:pPr>
              <w:pStyle w:val="TAC"/>
            </w:pPr>
            <w:r w:rsidRPr="001C0CC4">
              <w:t>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2D2A3E0A" w14:textId="77777777" w:rsidR="00DC7196" w:rsidRPr="001C0CC4" w:rsidRDefault="00DC7196" w:rsidP="00DC7196">
            <w:pPr>
              <w:pStyle w:val="TAC"/>
            </w:pPr>
            <w:r w:rsidRPr="001C0CC4">
              <w:t>51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9ABE6E" w14:textId="77777777" w:rsidR="00DC7196" w:rsidRPr="001C0CC4" w:rsidRDefault="00DC7196" w:rsidP="00DC7196">
            <w:pPr>
              <w:pStyle w:val="TAC"/>
            </w:pPr>
            <w:r w:rsidRPr="001C0CC4">
              <w:t>65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3884FA9" w14:textId="77777777" w:rsidR="00DC7196" w:rsidRPr="001C0CC4" w:rsidRDefault="00DC7196" w:rsidP="00DC7196">
            <w:pPr>
              <w:pStyle w:val="TAC"/>
            </w:pPr>
            <w:r w:rsidRPr="001C0CC4">
              <w:t>79</w:t>
            </w:r>
          </w:p>
        </w:tc>
        <w:tc>
          <w:tcPr>
            <w:tcW w:w="848" w:type="dxa"/>
            <w:tcBorders>
              <w:top w:val="single" w:sz="4" w:space="0" w:color="auto"/>
              <w:left w:val="single" w:sz="4" w:space="0" w:color="auto"/>
              <w:bottom w:val="single" w:sz="4" w:space="0" w:color="auto"/>
              <w:right w:val="single" w:sz="4" w:space="0" w:color="auto"/>
            </w:tcBorders>
            <w:vAlign w:val="center"/>
            <w:hideMark/>
          </w:tcPr>
          <w:p w14:paraId="4F64EE18" w14:textId="77777777" w:rsidR="00DC7196" w:rsidRPr="001C0CC4" w:rsidRDefault="00DC7196" w:rsidP="00DC7196">
            <w:pPr>
              <w:pStyle w:val="TAC"/>
            </w:pPr>
            <w:r w:rsidRPr="001C0CC4">
              <w:t>107</w:t>
            </w:r>
          </w:p>
        </w:tc>
        <w:tc>
          <w:tcPr>
            <w:tcW w:w="849" w:type="dxa"/>
            <w:tcBorders>
              <w:top w:val="single" w:sz="4" w:space="0" w:color="auto"/>
              <w:left w:val="single" w:sz="4" w:space="0" w:color="auto"/>
              <w:bottom w:val="single" w:sz="4" w:space="0" w:color="auto"/>
              <w:right w:val="single" w:sz="4" w:space="0" w:color="auto"/>
            </w:tcBorders>
            <w:vAlign w:val="center"/>
            <w:hideMark/>
          </w:tcPr>
          <w:p w14:paraId="6E0EF78A" w14:textId="77777777" w:rsidR="00DC7196" w:rsidRPr="001C0CC4" w:rsidRDefault="00DC7196" w:rsidP="00DC7196">
            <w:pPr>
              <w:pStyle w:val="TAC"/>
            </w:pPr>
            <w:r w:rsidRPr="001C0CC4">
              <w:t>135</w:t>
            </w:r>
          </w:p>
        </w:tc>
      </w:tr>
      <w:tr w:rsidR="00DC7196" w:rsidRPr="001C0CC4" w14:paraId="34D98EA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5EE726F" w14:textId="77777777" w:rsidR="00DC7196" w:rsidRPr="00DC7196" w:rsidRDefault="00DC7196" w:rsidP="00DC7196">
            <w:pPr>
              <w:pStyle w:val="TAL"/>
            </w:pPr>
            <w:r w:rsidRPr="00DC7196">
              <w:t>Subcarriers per resource block</w:t>
            </w:r>
          </w:p>
        </w:tc>
        <w:tc>
          <w:tcPr>
            <w:tcW w:w="1092" w:type="dxa"/>
            <w:tcBorders>
              <w:top w:val="single" w:sz="4" w:space="0" w:color="auto"/>
              <w:left w:val="single" w:sz="4" w:space="0" w:color="auto"/>
              <w:bottom w:val="single" w:sz="4" w:space="0" w:color="auto"/>
              <w:right w:val="single" w:sz="4" w:space="0" w:color="auto"/>
            </w:tcBorders>
            <w:vAlign w:val="center"/>
          </w:tcPr>
          <w:p w14:paraId="17A8E6B1"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5A6CA06"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A12B16"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3FEBBD8"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E790091"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17B63B"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FB6E36E"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463FBF50"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9B3D6D" w14:textId="77777777" w:rsidR="00DC7196" w:rsidRPr="001C0CC4" w:rsidRDefault="00DC7196" w:rsidP="00DC7196">
            <w:pPr>
              <w:pStyle w:val="TAC"/>
            </w:pPr>
            <w:r w:rsidRPr="001C0CC4">
              <w:t>12</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903E83" w14:textId="77777777" w:rsidR="00DC7196" w:rsidRPr="001C0CC4" w:rsidRDefault="00DC7196" w:rsidP="00DC7196">
            <w:pPr>
              <w:pStyle w:val="TAC"/>
            </w:pPr>
            <w:r w:rsidRPr="001C0CC4">
              <w:t>12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BAFF1C" w14:textId="77777777" w:rsidR="00DC7196" w:rsidRPr="001C0CC4" w:rsidRDefault="00DC7196" w:rsidP="00DC7196">
            <w:pPr>
              <w:pStyle w:val="TAC"/>
            </w:pPr>
            <w:r w:rsidRPr="001C0CC4">
              <w:t>12</w:t>
            </w:r>
          </w:p>
        </w:tc>
      </w:tr>
      <w:tr w:rsidR="001949F8" w:rsidRPr="001C0CC4" w14:paraId="203DE6FD"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9420FA2" w14:textId="77777777" w:rsidR="001949F8" w:rsidRPr="00DC7196" w:rsidRDefault="001949F8" w:rsidP="001949F8">
            <w:pPr>
              <w:pStyle w:val="TAL"/>
            </w:pPr>
            <w:r w:rsidRPr="00DC7196">
              <w:t>Allocated slots per Frame</w:t>
            </w:r>
          </w:p>
        </w:tc>
        <w:tc>
          <w:tcPr>
            <w:tcW w:w="1092" w:type="dxa"/>
            <w:tcBorders>
              <w:top w:val="single" w:sz="4" w:space="0" w:color="auto"/>
              <w:left w:val="single" w:sz="4" w:space="0" w:color="auto"/>
              <w:bottom w:val="single" w:sz="4" w:space="0" w:color="auto"/>
              <w:right w:val="single" w:sz="4" w:space="0" w:color="auto"/>
            </w:tcBorders>
            <w:vAlign w:val="center"/>
          </w:tcPr>
          <w:p w14:paraId="165E7C77" w14:textId="77777777" w:rsidR="001949F8" w:rsidRPr="001C0CC4" w:rsidRDefault="001949F8" w:rsidP="001949F8">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41D9A710" w14:textId="1C9EE7D5"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5EAF5BD" w14:textId="17308669"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E24733" w14:textId="3BA12E2E"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D24CD0" w14:textId="317571DB"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ED9A6DF" w14:textId="019D9B8E"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E394A5" w14:textId="16654485"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BCA83C4" w14:textId="4602630E"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2DB991" w14:textId="649EF307" w:rsidR="001949F8" w:rsidRPr="001C0CC4" w:rsidRDefault="001949F8" w:rsidP="001949F8">
            <w:pPr>
              <w:pStyle w:val="TAC"/>
            </w:pPr>
            <w:r>
              <w:t>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34AE77" w14:textId="40DE3B18" w:rsidR="001949F8" w:rsidRPr="001C0CC4" w:rsidRDefault="001949F8" w:rsidP="001949F8">
            <w:pPr>
              <w:pStyle w:val="TAC"/>
            </w:pPr>
            <w:r>
              <w:t>36</w:t>
            </w:r>
          </w:p>
        </w:tc>
        <w:tc>
          <w:tcPr>
            <w:tcW w:w="849" w:type="dxa"/>
            <w:tcBorders>
              <w:top w:val="single" w:sz="4" w:space="0" w:color="auto"/>
              <w:left w:val="single" w:sz="4" w:space="0" w:color="auto"/>
              <w:bottom w:val="single" w:sz="4" w:space="0" w:color="auto"/>
              <w:right w:val="single" w:sz="4" w:space="0" w:color="auto"/>
            </w:tcBorders>
            <w:vAlign w:val="center"/>
            <w:hideMark/>
          </w:tcPr>
          <w:p w14:paraId="6C15ED4F" w14:textId="288DE29C" w:rsidR="001949F8" w:rsidRPr="001C0CC4" w:rsidRDefault="001949F8" w:rsidP="001949F8">
            <w:pPr>
              <w:pStyle w:val="TAC"/>
            </w:pPr>
            <w:r>
              <w:t>36</w:t>
            </w:r>
          </w:p>
        </w:tc>
      </w:tr>
      <w:tr w:rsidR="00DC7196" w:rsidRPr="001C0CC4" w14:paraId="367D267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01D331FC" w14:textId="77777777" w:rsidR="00DC7196" w:rsidRPr="00DC7196" w:rsidRDefault="00DC7196" w:rsidP="00DC7196">
            <w:pPr>
              <w:pStyle w:val="TAL"/>
            </w:pPr>
            <w:r w:rsidRPr="00DC7196">
              <w:t>MCS Index</w:t>
            </w:r>
          </w:p>
        </w:tc>
        <w:tc>
          <w:tcPr>
            <w:tcW w:w="1092" w:type="dxa"/>
            <w:tcBorders>
              <w:top w:val="single" w:sz="4" w:space="0" w:color="auto"/>
              <w:left w:val="single" w:sz="4" w:space="0" w:color="auto"/>
              <w:bottom w:val="single" w:sz="4" w:space="0" w:color="auto"/>
              <w:right w:val="single" w:sz="4" w:space="0" w:color="auto"/>
            </w:tcBorders>
            <w:vAlign w:val="center"/>
          </w:tcPr>
          <w:p w14:paraId="1E313B42"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61BB1AFC"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62071561"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44CC104A"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6399CFDB"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1EC7F0C2"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776C010A"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0570D02D"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53EF056B" w14:textId="77777777" w:rsidR="00DC7196" w:rsidRPr="001C0CC4" w:rsidRDefault="00DC7196" w:rsidP="00DC7196">
            <w:pPr>
              <w:pStyle w:val="TAC"/>
            </w:pPr>
            <w:r w:rsidRPr="001C0CC4">
              <w:t>23</w:t>
            </w:r>
          </w:p>
        </w:tc>
        <w:tc>
          <w:tcPr>
            <w:tcW w:w="848" w:type="dxa"/>
            <w:tcBorders>
              <w:top w:val="single" w:sz="4" w:space="0" w:color="auto"/>
              <w:left w:val="single" w:sz="4" w:space="0" w:color="auto"/>
              <w:bottom w:val="single" w:sz="4" w:space="0" w:color="auto"/>
              <w:right w:val="single" w:sz="4" w:space="0" w:color="auto"/>
            </w:tcBorders>
            <w:vAlign w:val="center"/>
          </w:tcPr>
          <w:p w14:paraId="13AFC71F" w14:textId="77777777" w:rsidR="00DC7196" w:rsidRPr="001C0CC4" w:rsidRDefault="00DC7196" w:rsidP="00DC7196">
            <w:pPr>
              <w:pStyle w:val="TAC"/>
            </w:pPr>
            <w:r w:rsidRPr="001C0CC4">
              <w:t>23</w:t>
            </w:r>
          </w:p>
        </w:tc>
        <w:tc>
          <w:tcPr>
            <w:tcW w:w="849" w:type="dxa"/>
            <w:tcBorders>
              <w:top w:val="single" w:sz="4" w:space="0" w:color="auto"/>
              <w:left w:val="single" w:sz="4" w:space="0" w:color="auto"/>
              <w:bottom w:val="single" w:sz="4" w:space="0" w:color="auto"/>
              <w:right w:val="single" w:sz="4" w:space="0" w:color="auto"/>
            </w:tcBorders>
            <w:vAlign w:val="center"/>
          </w:tcPr>
          <w:p w14:paraId="59769D4B" w14:textId="77777777" w:rsidR="00DC7196" w:rsidRPr="001C0CC4" w:rsidRDefault="00DC7196" w:rsidP="00DC7196">
            <w:pPr>
              <w:pStyle w:val="TAC"/>
            </w:pPr>
            <w:r w:rsidRPr="001C0CC4">
              <w:t>23</w:t>
            </w:r>
          </w:p>
        </w:tc>
      </w:tr>
      <w:tr w:rsidR="00DC7196" w:rsidRPr="001C0CC4" w14:paraId="45919CD7"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tcPr>
          <w:p w14:paraId="7A3912AB" w14:textId="77777777" w:rsidR="00DC7196" w:rsidRPr="00DC7196" w:rsidRDefault="00DC7196" w:rsidP="00DC7196">
            <w:pPr>
              <w:pStyle w:val="TAL"/>
            </w:pPr>
            <w:r w:rsidRPr="00DC7196">
              <w:t xml:space="preserve">MCS Table for TBS determination </w:t>
            </w:r>
          </w:p>
        </w:tc>
        <w:tc>
          <w:tcPr>
            <w:tcW w:w="1092" w:type="dxa"/>
            <w:tcBorders>
              <w:top w:val="single" w:sz="4" w:space="0" w:color="auto"/>
              <w:left w:val="single" w:sz="4" w:space="0" w:color="auto"/>
              <w:bottom w:val="single" w:sz="4" w:space="0" w:color="auto"/>
              <w:right w:val="single" w:sz="4" w:space="0" w:color="auto"/>
            </w:tcBorders>
            <w:vAlign w:val="center"/>
          </w:tcPr>
          <w:p w14:paraId="7A8E24DA" w14:textId="77777777" w:rsidR="00DC7196" w:rsidRPr="001C0CC4" w:rsidRDefault="00DC7196" w:rsidP="00DC7196">
            <w:pPr>
              <w:pStyle w:val="TAC"/>
            </w:pPr>
          </w:p>
        </w:tc>
        <w:tc>
          <w:tcPr>
            <w:tcW w:w="8480" w:type="dxa"/>
            <w:gridSpan w:val="10"/>
            <w:tcBorders>
              <w:top w:val="single" w:sz="4" w:space="0" w:color="auto"/>
              <w:left w:val="single" w:sz="4" w:space="0" w:color="auto"/>
              <w:bottom w:val="single" w:sz="4" w:space="0" w:color="auto"/>
              <w:right w:val="single" w:sz="4" w:space="0" w:color="auto"/>
            </w:tcBorders>
            <w:vAlign w:val="center"/>
          </w:tcPr>
          <w:p w14:paraId="3A28AD6A" w14:textId="77777777" w:rsidR="00DC7196" w:rsidRPr="001C0CC4" w:rsidRDefault="00DC7196" w:rsidP="00DC7196">
            <w:pPr>
              <w:pStyle w:val="TAC"/>
            </w:pPr>
            <w:r w:rsidRPr="001C0CC4">
              <w:t>256QAM</w:t>
            </w:r>
          </w:p>
        </w:tc>
      </w:tr>
      <w:tr w:rsidR="00DC7196" w:rsidRPr="001C0CC4" w14:paraId="5515180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E3ABC11" w14:textId="77777777" w:rsidR="00DC7196" w:rsidRPr="00DC7196" w:rsidRDefault="00DC7196" w:rsidP="00DC7196">
            <w:pPr>
              <w:pStyle w:val="TAL"/>
            </w:pPr>
            <w:r w:rsidRPr="00DC7196">
              <w:t>Modulation</w:t>
            </w:r>
          </w:p>
        </w:tc>
        <w:tc>
          <w:tcPr>
            <w:tcW w:w="1092" w:type="dxa"/>
            <w:tcBorders>
              <w:top w:val="single" w:sz="4" w:space="0" w:color="auto"/>
              <w:left w:val="single" w:sz="4" w:space="0" w:color="auto"/>
              <w:bottom w:val="single" w:sz="4" w:space="0" w:color="auto"/>
              <w:right w:val="single" w:sz="4" w:space="0" w:color="auto"/>
            </w:tcBorders>
            <w:vAlign w:val="center"/>
          </w:tcPr>
          <w:p w14:paraId="2E4DE1D2"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CDD02B0"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5BD0C21"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08720F0"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B074D96"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42384863"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3DDB8E"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541C850A"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28C226" w14:textId="77777777" w:rsidR="00DC7196" w:rsidRPr="001C0CC4" w:rsidRDefault="00DC7196" w:rsidP="00DC7196">
            <w:pPr>
              <w:pStyle w:val="TAC"/>
            </w:pPr>
            <w:r w:rsidRPr="001C0CC4">
              <w:t>256 QAM</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AD0CC3" w14:textId="77777777" w:rsidR="00DC7196" w:rsidRPr="001C0CC4" w:rsidRDefault="00DC7196" w:rsidP="00DC7196">
            <w:pPr>
              <w:pStyle w:val="TAC"/>
            </w:pPr>
            <w:r w:rsidRPr="001C0CC4">
              <w:t>256 QAM</w:t>
            </w:r>
          </w:p>
        </w:tc>
        <w:tc>
          <w:tcPr>
            <w:tcW w:w="849" w:type="dxa"/>
            <w:tcBorders>
              <w:top w:val="single" w:sz="4" w:space="0" w:color="auto"/>
              <w:left w:val="single" w:sz="4" w:space="0" w:color="auto"/>
              <w:bottom w:val="single" w:sz="4" w:space="0" w:color="auto"/>
              <w:right w:val="single" w:sz="4" w:space="0" w:color="auto"/>
            </w:tcBorders>
            <w:vAlign w:val="center"/>
            <w:hideMark/>
          </w:tcPr>
          <w:p w14:paraId="74CF7053" w14:textId="77777777" w:rsidR="00DC7196" w:rsidRPr="001C0CC4" w:rsidRDefault="00DC7196" w:rsidP="00DC7196">
            <w:pPr>
              <w:pStyle w:val="TAC"/>
            </w:pPr>
            <w:r w:rsidRPr="001C0CC4">
              <w:t>256 QAM</w:t>
            </w:r>
          </w:p>
        </w:tc>
      </w:tr>
      <w:tr w:rsidR="00DC7196" w:rsidRPr="001C0CC4" w14:paraId="62E4F140"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5480316" w14:textId="77777777" w:rsidR="00DC7196" w:rsidRPr="00DC7196" w:rsidRDefault="00DC7196" w:rsidP="00DC7196">
            <w:pPr>
              <w:pStyle w:val="TAL"/>
            </w:pPr>
            <w:r w:rsidRPr="00DC7196">
              <w:t>Target Coding Rate</w:t>
            </w:r>
          </w:p>
        </w:tc>
        <w:tc>
          <w:tcPr>
            <w:tcW w:w="1092" w:type="dxa"/>
            <w:tcBorders>
              <w:top w:val="single" w:sz="4" w:space="0" w:color="auto"/>
              <w:left w:val="single" w:sz="4" w:space="0" w:color="auto"/>
              <w:bottom w:val="single" w:sz="4" w:space="0" w:color="auto"/>
              <w:right w:val="single" w:sz="4" w:space="0" w:color="auto"/>
            </w:tcBorders>
            <w:vAlign w:val="center"/>
          </w:tcPr>
          <w:p w14:paraId="56AB3975"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01C82EE0"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77BAF407"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30BAA3"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A74E6FE"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CE67B5"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6D3E88"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804AE97"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6AA9FC4" w14:textId="77777777" w:rsidR="00DC7196" w:rsidRPr="001C0CC4" w:rsidRDefault="00DC7196" w:rsidP="00DC7196">
            <w:pPr>
              <w:pStyle w:val="TAC"/>
            </w:pPr>
            <w:r w:rsidRPr="001C0CC4">
              <w:t>4/5</w:t>
            </w:r>
          </w:p>
        </w:tc>
        <w:tc>
          <w:tcPr>
            <w:tcW w:w="848" w:type="dxa"/>
            <w:tcBorders>
              <w:top w:val="single" w:sz="4" w:space="0" w:color="auto"/>
              <w:left w:val="single" w:sz="4" w:space="0" w:color="auto"/>
              <w:bottom w:val="single" w:sz="4" w:space="0" w:color="auto"/>
              <w:right w:val="single" w:sz="4" w:space="0" w:color="auto"/>
            </w:tcBorders>
            <w:vAlign w:val="center"/>
            <w:hideMark/>
          </w:tcPr>
          <w:p w14:paraId="5ABFCB90" w14:textId="77777777" w:rsidR="00DC7196" w:rsidRPr="001C0CC4" w:rsidRDefault="00DC7196" w:rsidP="00DC7196">
            <w:pPr>
              <w:pStyle w:val="TAC"/>
            </w:pPr>
            <w:r w:rsidRPr="001C0CC4">
              <w:t>4/5</w:t>
            </w:r>
          </w:p>
        </w:tc>
        <w:tc>
          <w:tcPr>
            <w:tcW w:w="849" w:type="dxa"/>
            <w:tcBorders>
              <w:top w:val="single" w:sz="4" w:space="0" w:color="auto"/>
              <w:left w:val="single" w:sz="4" w:space="0" w:color="auto"/>
              <w:bottom w:val="single" w:sz="4" w:space="0" w:color="auto"/>
              <w:right w:val="single" w:sz="4" w:space="0" w:color="auto"/>
            </w:tcBorders>
            <w:vAlign w:val="center"/>
            <w:hideMark/>
          </w:tcPr>
          <w:p w14:paraId="0AF13758" w14:textId="77777777" w:rsidR="00DC7196" w:rsidRPr="001C0CC4" w:rsidRDefault="00DC7196" w:rsidP="00DC7196">
            <w:pPr>
              <w:pStyle w:val="TAC"/>
            </w:pPr>
            <w:r w:rsidRPr="001C0CC4">
              <w:t>4/5</w:t>
            </w:r>
          </w:p>
        </w:tc>
      </w:tr>
      <w:tr w:rsidR="00DC7196" w:rsidRPr="001C0CC4" w14:paraId="0526D3C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4080CA1" w14:textId="77777777" w:rsidR="00DC7196" w:rsidRPr="00DC7196" w:rsidRDefault="00DC7196" w:rsidP="00DC7196">
            <w:pPr>
              <w:pStyle w:val="TAL"/>
            </w:pPr>
            <w:r w:rsidRPr="00DC7196">
              <w:t>Maximum number of HARQ transmissions</w:t>
            </w:r>
          </w:p>
        </w:tc>
        <w:tc>
          <w:tcPr>
            <w:tcW w:w="1092" w:type="dxa"/>
            <w:tcBorders>
              <w:top w:val="single" w:sz="4" w:space="0" w:color="auto"/>
              <w:left w:val="single" w:sz="4" w:space="0" w:color="auto"/>
              <w:bottom w:val="single" w:sz="4" w:space="0" w:color="auto"/>
              <w:right w:val="single" w:sz="4" w:space="0" w:color="auto"/>
            </w:tcBorders>
            <w:vAlign w:val="center"/>
          </w:tcPr>
          <w:p w14:paraId="43D930F0"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7E3746B8"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9A0F163"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E59363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8187E3"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746FA3E"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48FAC9C8"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1BCC68"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D7D87F3"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D54AC6" w14:textId="77777777" w:rsidR="00DC7196" w:rsidRPr="001C0CC4" w:rsidRDefault="00DC7196" w:rsidP="00DC7196">
            <w:pPr>
              <w:pStyle w:val="TAC"/>
            </w:pPr>
            <w:r w:rsidRPr="001C0CC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78A24B11" w14:textId="77777777" w:rsidR="00DC7196" w:rsidRPr="001C0CC4" w:rsidRDefault="00DC7196" w:rsidP="00DC7196">
            <w:pPr>
              <w:pStyle w:val="TAC"/>
            </w:pPr>
            <w:r w:rsidRPr="001C0CC4">
              <w:t>1</w:t>
            </w:r>
          </w:p>
        </w:tc>
      </w:tr>
      <w:tr w:rsidR="00DC7196" w:rsidRPr="001C0CC4" w14:paraId="3DC8357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D970B80" w14:textId="77777777" w:rsidR="00DC7196" w:rsidRPr="00DC7196" w:rsidRDefault="00DC7196" w:rsidP="00DC7196">
            <w:pPr>
              <w:pStyle w:val="TAH"/>
            </w:pPr>
            <w:r w:rsidRPr="00DC7196">
              <w:t>Information Bit Payload per Slot</w:t>
            </w:r>
          </w:p>
        </w:tc>
        <w:tc>
          <w:tcPr>
            <w:tcW w:w="1092" w:type="dxa"/>
            <w:tcBorders>
              <w:top w:val="single" w:sz="4" w:space="0" w:color="auto"/>
              <w:left w:val="single" w:sz="4" w:space="0" w:color="auto"/>
              <w:bottom w:val="single" w:sz="4" w:space="0" w:color="auto"/>
              <w:right w:val="single" w:sz="4" w:space="0" w:color="auto"/>
            </w:tcBorders>
            <w:vAlign w:val="center"/>
          </w:tcPr>
          <w:p w14:paraId="66A10CA8"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4B6F7D18"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F1EE96C"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FED96B2"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8BB08EC"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A5232E8"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E77BAB5"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2429615"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F8485C9"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A0D47EA"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3A8C91F5" w14:textId="77777777" w:rsidR="00DC7196" w:rsidRPr="001C0CC4" w:rsidRDefault="00DC7196" w:rsidP="00DC7196">
            <w:pPr>
              <w:pStyle w:val="TAC"/>
            </w:pPr>
          </w:p>
        </w:tc>
      </w:tr>
      <w:tr w:rsidR="00DC7196" w:rsidRPr="001C0CC4" w14:paraId="58D17F3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44B767A0" w14:textId="77777777" w:rsidR="00DC7196" w:rsidRPr="00DC7196" w:rsidRDefault="00DC7196" w:rsidP="00DC7196">
            <w:pPr>
              <w:pStyle w:val="TAL"/>
            </w:pPr>
            <w:r w:rsidRPr="00DC7196">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B0F3FB7"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30C1A1C"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2527AB7"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13A9074"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EC4810A"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39740BC"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9B5FE9"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FBB51E6"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41BFBE"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65B809"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1A520D36" w14:textId="77777777" w:rsidR="00DC7196" w:rsidRPr="001C0CC4" w:rsidRDefault="00DC7196" w:rsidP="00DC7196">
            <w:pPr>
              <w:pStyle w:val="TAC"/>
            </w:pPr>
            <w:r w:rsidRPr="001C0CC4">
              <w:t>N/A</w:t>
            </w:r>
          </w:p>
        </w:tc>
      </w:tr>
      <w:tr w:rsidR="00DC7196" w:rsidRPr="001C0CC4" w14:paraId="0495E35C"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780A86CB" w14:textId="77777777" w:rsidR="00DC7196" w:rsidRPr="00DC7196" w:rsidRDefault="00DC7196" w:rsidP="00DC7196">
            <w:pPr>
              <w:pStyle w:val="TAL"/>
            </w:pPr>
            <w:r w:rsidRPr="00DC7196">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6E218D3"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6ADF32E3" w14:textId="77777777" w:rsidR="00DC7196" w:rsidRPr="001C0CC4" w:rsidRDefault="00DC7196" w:rsidP="00DC7196">
            <w:pPr>
              <w:pStyle w:val="TAC"/>
            </w:pPr>
            <w:r w:rsidRPr="001C0CC4">
              <w:t>7424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0FB01F4F" w14:textId="77777777" w:rsidR="00DC7196" w:rsidRPr="001C0CC4" w:rsidRDefault="00DC7196" w:rsidP="00DC7196">
            <w:pPr>
              <w:pStyle w:val="TAC"/>
            </w:pPr>
            <w:r w:rsidRPr="001C0CC4">
              <w:t>12040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2ADE274" w14:textId="77777777" w:rsidR="00DC7196" w:rsidRPr="001C0CC4" w:rsidRDefault="00DC7196" w:rsidP="00DC7196">
            <w:pPr>
              <w:pStyle w:val="TAC"/>
            </w:pPr>
            <w:r w:rsidRPr="001C0CC4">
              <w:t>16136</w:t>
            </w:r>
          </w:p>
        </w:tc>
        <w:tc>
          <w:tcPr>
            <w:tcW w:w="848" w:type="dxa"/>
            <w:tcBorders>
              <w:top w:val="single" w:sz="4" w:space="0" w:color="auto"/>
              <w:left w:val="single" w:sz="4" w:space="0" w:color="auto"/>
              <w:bottom w:val="single" w:sz="4" w:space="0" w:color="auto"/>
              <w:right w:val="single" w:sz="4" w:space="0" w:color="auto"/>
            </w:tcBorders>
            <w:vAlign w:val="center"/>
            <w:hideMark/>
          </w:tcPr>
          <w:p w14:paraId="13D5644B" w14:textId="77777777" w:rsidR="00DC7196" w:rsidRPr="001C0CC4" w:rsidRDefault="00DC7196" w:rsidP="00DC7196">
            <w:pPr>
              <w:pStyle w:val="TAC"/>
            </w:pPr>
            <w:r w:rsidRPr="001C0CC4">
              <w:t>21000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7C75574D" w14:textId="77777777" w:rsidR="00DC7196" w:rsidRPr="001C0CC4" w:rsidRDefault="00DC7196" w:rsidP="00DC7196">
            <w:pPr>
              <w:pStyle w:val="TAC"/>
            </w:pPr>
            <w:r w:rsidRPr="001C0CC4">
              <w:t>25608</w:t>
            </w:r>
          </w:p>
        </w:tc>
        <w:tc>
          <w:tcPr>
            <w:tcW w:w="848" w:type="dxa"/>
            <w:tcBorders>
              <w:top w:val="single" w:sz="4" w:space="0" w:color="auto"/>
              <w:left w:val="single" w:sz="4" w:space="0" w:color="auto"/>
              <w:bottom w:val="single" w:sz="4" w:space="0" w:color="auto"/>
              <w:right w:val="single" w:sz="4" w:space="0" w:color="auto"/>
            </w:tcBorders>
            <w:vAlign w:val="center"/>
            <w:hideMark/>
          </w:tcPr>
          <w:p w14:paraId="3CA31ECE" w14:textId="77777777" w:rsidR="00DC7196" w:rsidRPr="001C0CC4" w:rsidRDefault="00DC7196" w:rsidP="00DC7196">
            <w:pPr>
              <w:pStyle w:val="TAC"/>
            </w:pPr>
            <w:r w:rsidRPr="001C0CC4">
              <w:t>33816</w:t>
            </w:r>
          </w:p>
        </w:tc>
        <w:tc>
          <w:tcPr>
            <w:tcW w:w="848" w:type="dxa"/>
            <w:tcBorders>
              <w:top w:val="single" w:sz="4" w:space="0" w:color="auto"/>
              <w:left w:val="single" w:sz="4" w:space="0" w:color="auto"/>
              <w:bottom w:val="single" w:sz="4" w:space="0" w:color="auto"/>
              <w:right w:val="single" w:sz="4" w:space="0" w:color="auto"/>
            </w:tcBorders>
            <w:vAlign w:val="center"/>
            <w:hideMark/>
          </w:tcPr>
          <w:p w14:paraId="58E1AC29" w14:textId="77777777" w:rsidR="00DC7196" w:rsidRPr="001C0CC4" w:rsidRDefault="00DC7196" w:rsidP="00DC7196">
            <w:pPr>
              <w:pStyle w:val="TAC"/>
            </w:pPr>
            <w:r w:rsidRPr="001C0CC4">
              <w:t>44040</w:t>
            </w:r>
          </w:p>
        </w:tc>
        <w:tc>
          <w:tcPr>
            <w:tcW w:w="848" w:type="dxa"/>
            <w:tcBorders>
              <w:top w:val="single" w:sz="4" w:space="0" w:color="auto"/>
              <w:left w:val="single" w:sz="4" w:space="0" w:color="auto"/>
              <w:bottom w:val="single" w:sz="4" w:space="0" w:color="auto"/>
              <w:right w:val="single" w:sz="4" w:space="0" w:color="auto"/>
            </w:tcBorders>
            <w:vAlign w:val="center"/>
            <w:hideMark/>
          </w:tcPr>
          <w:p w14:paraId="64968D3D" w14:textId="77777777" w:rsidR="00DC7196" w:rsidRPr="001C0CC4" w:rsidRDefault="00DC7196" w:rsidP="00DC7196">
            <w:pPr>
              <w:pStyle w:val="TAC"/>
            </w:pPr>
            <w:r w:rsidRPr="001C0CC4">
              <w:t>53288</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B55006" w14:textId="77777777" w:rsidR="00DC7196" w:rsidRPr="001C0CC4" w:rsidRDefault="00DC7196" w:rsidP="00DC7196">
            <w:pPr>
              <w:pStyle w:val="TAC"/>
            </w:pPr>
            <w:r w:rsidRPr="001C0CC4">
              <w:t>71688</w:t>
            </w:r>
          </w:p>
        </w:tc>
        <w:tc>
          <w:tcPr>
            <w:tcW w:w="849" w:type="dxa"/>
            <w:tcBorders>
              <w:top w:val="single" w:sz="4" w:space="0" w:color="auto"/>
              <w:left w:val="single" w:sz="4" w:space="0" w:color="auto"/>
              <w:bottom w:val="single" w:sz="4" w:space="0" w:color="auto"/>
              <w:right w:val="single" w:sz="4" w:space="0" w:color="auto"/>
            </w:tcBorders>
            <w:vAlign w:val="center"/>
            <w:hideMark/>
          </w:tcPr>
          <w:p w14:paraId="0CCBE17B" w14:textId="77777777" w:rsidR="00DC7196" w:rsidRPr="001C0CC4" w:rsidRDefault="00DC7196" w:rsidP="00DC7196">
            <w:pPr>
              <w:pStyle w:val="TAC"/>
            </w:pPr>
            <w:r w:rsidRPr="001C0CC4">
              <w:t>90176</w:t>
            </w:r>
          </w:p>
        </w:tc>
      </w:tr>
      <w:tr w:rsidR="00DC7196" w:rsidRPr="001C0CC4" w14:paraId="3617FF0D"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53FF254" w14:textId="77777777" w:rsidR="00DC7196" w:rsidRPr="00DC7196" w:rsidRDefault="00DC7196" w:rsidP="00DC7196">
            <w:pPr>
              <w:pStyle w:val="TAL"/>
            </w:pPr>
            <w:r w:rsidRPr="00DC7196">
              <w:t>Transport block CRC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14032F2"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16EF2AC2"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70481AD5"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93A583A"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576815"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40E49E"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8F45F6"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117BA990"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5024BFD2" w14:textId="77777777" w:rsidR="00DC7196" w:rsidRPr="001C0CC4" w:rsidRDefault="00DC7196" w:rsidP="00DC7196">
            <w:pPr>
              <w:pStyle w:val="TAC"/>
            </w:pPr>
            <w:r w:rsidRPr="001C0CC4">
              <w:t>24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DFB235" w14:textId="77777777" w:rsidR="00DC7196" w:rsidRPr="001C0CC4" w:rsidRDefault="00DC7196" w:rsidP="00DC7196">
            <w:pPr>
              <w:pStyle w:val="TAC"/>
            </w:pPr>
            <w:r w:rsidRPr="001C0CC4">
              <w:t>24</w:t>
            </w:r>
          </w:p>
        </w:tc>
        <w:tc>
          <w:tcPr>
            <w:tcW w:w="849" w:type="dxa"/>
            <w:tcBorders>
              <w:top w:val="single" w:sz="4" w:space="0" w:color="auto"/>
              <w:left w:val="single" w:sz="4" w:space="0" w:color="auto"/>
              <w:bottom w:val="single" w:sz="4" w:space="0" w:color="auto"/>
              <w:right w:val="single" w:sz="4" w:space="0" w:color="auto"/>
            </w:tcBorders>
            <w:vAlign w:val="center"/>
            <w:hideMark/>
          </w:tcPr>
          <w:p w14:paraId="1CC469B5" w14:textId="77777777" w:rsidR="00DC7196" w:rsidRPr="001C0CC4" w:rsidRDefault="00DC7196" w:rsidP="00DC7196">
            <w:pPr>
              <w:pStyle w:val="TAC"/>
            </w:pPr>
            <w:r w:rsidRPr="001C0CC4">
              <w:t>24</w:t>
            </w:r>
          </w:p>
        </w:tc>
      </w:tr>
      <w:tr w:rsidR="00DC7196" w:rsidRPr="001C0CC4" w14:paraId="029C0BD5"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1A05556" w14:textId="77777777" w:rsidR="00DC7196" w:rsidRPr="00DC7196" w:rsidRDefault="00DC7196" w:rsidP="00DC7196">
            <w:pPr>
              <w:pStyle w:val="TAL"/>
            </w:pPr>
            <w:r w:rsidRPr="00DC7196">
              <w:t>LDPC base graph</w:t>
            </w:r>
          </w:p>
        </w:tc>
        <w:tc>
          <w:tcPr>
            <w:tcW w:w="1092" w:type="dxa"/>
            <w:tcBorders>
              <w:top w:val="single" w:sz="4" w:space="0" w:color="auto"/>
              <w:left w:val="single" w:sz="4" w:space="0" w:color="auto"/>
              <w:bottom w:val="single" w:sz="4" w:space="0" w:color="auto"/>
              <w:right w:val="single" w:sz="4" w:space="0" w:color="auto"/>
            </w:tcBorders>
            <w:vAlign w:val="center"/>
          </w:tcPr>
          <w:p w14:paraId="0EF6A640"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hideMark/>
          </w:tcPr>
          <w:p w14:paraId="2754AF35"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6D24271"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B4BE01C"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28E18424"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6E971731"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561A2E5"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7DB2FAD6"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4DE72A"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AA272E" w14:textId="77777777" w:rsidR="00DC7196" w:rsidRPr="001C0CC4" w:rsidRDefault="00DC7196" w:rsidP="00DC7196">
            <w:pPr>
              <w:pStyle w:val="TAC"/>
            </w:pPr>
            <w:r w:rsidRPr="001C0CC4">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6BADB8EB" w14:textId="77777777" w:rsidR="00DC7196" w:rsidRPr="001C0CC4" w:rsidRDefault="00DC7196" w:rsidP="00DC7196">
            <w:pPr>
              <w:pStyle w:val="TAC"/>
            </w:pPr>
            <w:r w:rsidRPr="001C0CC4">
              <w:t>1</w:t>
            </w:r>
          </w:p>
        </w:tc>
      </w:tr>
      <w:tr w:rsidR="00DC7196" w:rsidRPr="001C0CC4" w14:paraId="69489FA6"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377E929E" w14:textId="77777777" w:rsidR="00DC7196" w:rsidRPr="00DC7196" w:rsidRDefault="00DC7196" w:rsidP="00DC7196">
            <w:pPr>
              <w:pStyle w:val="TAH"/>
            </w:pPr>
            <w:r w:rsidRPr="00DC7196">
              <w:t>Number of Code Blocks per Slot</w:t>
            </w:r>
          </w:p>
        </w:tc>
        <w:tc>
          <w:tcPr>
            <w:tcW w:w="1092" w:type="dxa"/>
            <w:tcBorders>
              <w:top w:val="single" w:sz="4" w:space="0" w:color="auto"/>
              <w:left w:val="single" w:sz="4" w:space="0" w:color="auto"/>
              <w:bottom w:val="single" w:sz="4" w:space="0" w:color="auto"/>
              <w:right w:val="single" w:sz="4" w:space="0" w:color="auto"/>
            </w:tcBorders>
            <w:vAlign w:val="center"/>
          </w:tcPr>
          <w:p w14:paraId="0DCB7FA3"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52EC383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B35E2C2"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D491693"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27F3E709"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2F311D2"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1FF7F0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1BA06C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68A350E4"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C632F0A"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64108845" w14:textId="77777777" w:rsidR="00DC7196" w:rsidRPr="001C0CC4" w:rsidRDefault="00DC7196" w:rsidP="00DC7196">
            <w:pPr>
              <w:pStyle w:val="TAC"/>
            </w:pPr>
          </w:p>
        </w:tc>
      </w:tr>
      <w:tr w:rsidR="00DC7196" w:rsidRPr="001C0CC4" w14:paraId="0B1FC4B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22218251" w14:textId="77777777" w:rsidR="00DC7196" w:rsidRPr="00DC7196" w:rsidRDefault="00DC7196" w:rsidP="00DC7196">
            <w:pPr>
              <w:pStyle w:val="TAL"/>
            </w:pPr>
            <w:r w:rsidRPr="00DC7196">
              <w:t xml:space="preserve">  For Slots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A911D30" w14:textId="77777777" w:rsidR="00DC7196" w:rsidRPr="001C0CC4" w:rsidRDefault="00DC7196" w:rsidP="00DC7196">
            <w:pPr>
              <w:pStyle w:val="TAC"/>
            </w:pPr>
            <w:r w:rsidRPr="001C0CC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C19AA62"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AA3376"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F85291B"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86D8BB"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357BBC"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0D8DA87"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4430DB"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51303CB"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5857277"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0B851268" w14:textId="77777777" w:rsidR="00DC7196" w:rsidRPr="001C0CC4" w:rsidRDefault="00DC7196" w:rsidP="00DC7196">
            <w:pPr>
              <w:pStyle w:val="TAC"/>
            </w:pPr>
            <w:r w:rsidRPr="001C0CC4">
              <w:t>N/A</w:t>
            </w:r>
          </w:p>
        </w:tc>
      </w:tr>
      <w:tr w:rsidR="00DC7196" w:rsidRPr="001C0CC4" w14:paraId="32CDB2EF"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CCAB5BC" w14:textId="77777777" w:rsidR="00DC7196" w:rsidRPr="00DC7196" w:rsidRDefault="00DC7196" w:rsidP="00DC7196">
            <w:pPr>
              <w:pStyle w:val="TAL"/>
            </w:pPr>
            <w:r w:rsidRPr="00DC7196">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7AAE6E7" w14:textId="77777777" w:rsidR="00DC7196" w:rsidRPr="001C0CC4" w:rsidRDefault="00DC7196" w:rsidP="00DC7196">
            <w:pPr>
              <w:pStyle w:val="TAC"/>
            </w:pPr>
            <w:r w:rsidRPr="001C0CC4">
              <w:t>CBs</w:t>
            </w:r>
          </w:p>
        </w:tc>
        <w:tc>
          <w:tcPr>
            <w:tcW w:w="847" w:type="dxa"/>
            <w:tcBorders>
              <w:top w:val="single" w:sz="4" w:space="0" w:color="auto"/>
              <w:left w:val="single" w:sz="4" w:space="0" w:color="auto"/>
              <w:bottom w:val="single" w:sz="4" w:space="0" w:color="auto"/>
              <w:right w:val="single" w:sz="4" w:space="0" w:color="auto"/>
            </w:tcBorders>
            <w:vAlign w:val="center"/>
            <w:hideMark/>
          </w:tcPr>
          <w:p w14:paraId="2269248E" w14:textId="77777777" w:rsidR="00DC7196" w:rsidRPr="001C0CC4" w:rsidRDefault="00DC7196" w:rsidP="00DC7196">
            <w:pPr>
              <w:pStyle w:val="TAC"/>
            </w:pPr>
            <w:r w:rsidRPr="001C0CC4">
              <w:t>1</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AC1FFF" w14:textId="77777777" w:rsidR="00DC7196" w:rsidRPr="001C0CC4" w:rsidRDefault="00DC7196" w:rsidP="00DC7196">
            <w:pPr>
              <w:pStyle w:val="TAC"/>
            </w:pPr>
            <w:r w:rsidRPr="001C0CC4">
              <w:t>2</w:t>
            </w:r>
          </w:p>
        </w:tc>
        <w:tc>
          <w:tcPr>
            <w:tcW w:w="848" w:type="dxa"/>
            <w:tcBorders>
              <w:top w:val="single" w:sz="4" w:space="0" w:color="auto"/>
              <w:left w:val="single" w:sz="4" w:space="0" w:color="auto"/>
              <w:bottom w:val="single" w:sz="4" w:space="0" w:color="auto"/>
              <w:right w:val="single" w:sz="4" w:space="0" w:color="auto"/>
            </w:tcBorders>
            <w:vAlign w:val="center"/>
            <w:hideMark/>
          </w:tcPr>
          <w:p w14:paraId="04544D43" w14:textId="77777777" w:rsidR="00DC7196" w:rsidRPr="001C0CC4" w:rsidRDefault="00DC7196" w:rsidP="00DC7196">
            <w:pPr>
              <w:pStyle w:val="TAC"/>
            </w:pPr>
            <w:r w:rsidRPr="001C0CC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3124ABBA" w14:textId="77777777" w:rsidR="00DC7196" w:rsidRPr="001C0CC4" w:rsidRDefault="00DC7196" w:rsidP="00DC7196">
            <w:pPr>
              <w:pStyle w:val="TAC"/>
            </w:pPr>
            <w:r w:rsidRPr="001C0CC4">
              <w:t>3</w:t>
            </w:r>
          </w:p>
        </w:tc>
        <w:tc>
          <w:tcPr>
            <w:tcW w:w="848" w:type="dxa"/>
            <w:tcBorders>
              <w:top w:val="single" w:sz="4" w:space="0" w:color="auto"/>
              <w:left w:val="single" w:sz="4" w:space="0" w:color="auto"/>
              <w:bottom w:val="single" w:sz="4" w:space="0" w:color="auto"/>
              <w:right w:val="single" w:sz="4" w:space="0" w:color="auto"/>
            </w:tcBorders>
            <w:vAlign w:val="center"/>
            <w:hideMark/>
          </w:tcPr>
          <w:p w14:paraId="66DCD4BC" w14:textId="77777777" w:rsidR="00DC7196" w:rsidRPr="001C0CC4" w:rsidRDefault="00DC7196" w:rsidP="00DC7196">
            <w:pPr>
              <w:pStyle w:val="TAC"/>
            </w:pPr>
            <w:r w:rsidRPr="001C0CC4">
              <w:t>4</w:t>
            </w:r>
          </w:p>
        </w:tc>
        <w:tc>
          <w:tcPr>
            <w:tcW w:w="848" w:type="dxa"/>
            <w:tcBorders>
              <w:top w:val="single" w:sz="4" w:space="0" w:color="auto"/>
              <w:left w:val="single" w:sz="4" w:space="0" w:color="auto"/>
              <w:bottom w:val="single" w:sz="4" w:space="0" w:color="auto"/>
              <w:right w:val="single" w:sz="4" w:space="0" w:color="auto"/>
            </w:tcBorders>
            <w:vAlign w:val="center"/>
            <w:hideMark/>
          </w:tcPr>
          <w:p w14:paraId="40DA2C27" w14:textId="77777777" w:rsidR="00DC7196" w:rsidRPr="001C0CC4" w:rsidRDefault="00DC7196" w:rsidP="00DC7196">
            <w:pPr>
              <w:pStyle w:val="TAC"/>
            </w:pPr>
            <w:r w:rsidRPr="001C0CC4">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CDCB7AD" w14:textId="77777777" w:rsidR="00DC7196" w:rsidRPr="001C0CC4" w:rsidRDefault="00DC7196" w:rsidP="00DC7196">
            <w:pPr>
              <w:pStyle w:val="TAC"/>
            </w:pPr>
            <w:r w:rsidRPr="001C0CC4">
              <w:t>6</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7F23B8" w14:textId="77777777" w:rsidR="00DC7196" w:rsidRPr="001C0CC4" w:rsidRDefault="00DC7196" w:rsidP="00DC7196">
            <w:pPr>
              <w:pStyle w:val="TAC"/>
            </w:pPr>
            <w:r w:rsidRPr="001C0CC4">
              <w:t>7</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8A0257" w14:textId="77777777" w:rsidR="00DC7196" w:rsidRPr="001C0CC4" w:rsidRDefault="00DC7196" w:rsidP="00DC7196">
            <w:pPr>
              <w:pStyle w:val="TAC"/>
            </w:pPr>
            <w:r w:rsidRPr="001C0CC4">
              <w:t>9</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889BCC" w14:textId="77777777" w:rsidR="00DC7196" w:rsidRPr="001C0CC4" w:rsidRDefault="00DC7196" w:rsidP="00DC7196">
            <w:pPr>
              <w:pStyle w:val="TAC"/>
            </w:pPr>
            <w:r w:rsidRPr="001C0CC4">
              <w:t>12</w:t>
            </w:r>
          </w:p>
        </w:tc>
      </w:tr>
      <w:tr w:rsidR="00DC7196" w:rsidRPr="001C0CC4" w14:paraId="53EA1FD2"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18563BCA" w14:textId="77777777" w:rsidR="00DC7196" w:rsidRPr="00DC7196" w:rsidRDefault="00DC7196" w:rsidP="00DC7196">
            <w:pPr>
              <w:pStyle w:val="TAH"/>
            </w:pPr>
            <w:r w:rsidRPr="00DC7196">
              <w:t>Binary Channel Bits per Slot</w:t>
            </w:r>
          </w:p>
        </w:tc>
        <w:tc>
          <w:tcPr>
            <w:tcW w:w="1092" w:type="dxa"/>
            <w:tcBorders>
              <w:top w:val="single" w:sz="4" w:space="0" w:color="auto"/>
              <w:left w:val="single" w:sz="4" w:space="0" w:color="auto"/>
              <w:bottom w:val="single" w:sz="4" w:space="0" w:color="auto"/>
              <w:right w:val="single" w:sz="4" w:space="0" w:color="auto"/>
            </w:tcBorders>
            <w:vAlign w:val="center"/>
          </w:tcPr>
          <w:p w14:paraId="3F407A5E" w14:textId="77777777" w:rsidR="00DC7196" w:rsidRPr="001C0CC4" w:rsidRDefault="00DC7196" w:rsidP="00DC7196">
            <w:pPr>
              <w:pStyle w:val="TAC"/>
            </w:pPr>
          </w:p>
        </w:tc>
        <w:tc>
          <w:tcPr>
            <w:tcW w:w="847" w:type="dxa"/>
            <w:tcBorders>
              <w:top w:val="single" w:sz="4" w:space="0" w:color="auto"/>
              <w:left w:val="single" w:sz="4" w:space="0" w:color="auto"/>
              <w:bottom w:val="single" w:sz="4" w:space="0" w:color="auto"/>
              <w:right w:val="single" w:sz="4" w:space="0" w:color="auto"/>
            </w:tcBorders>
            <w:vAlign w:val="center"/>
          </w:tcPr>
          <w:p w14:paraId="27A334A7"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B27AF9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7C8884FA"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1C626974"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067439B9"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33D712A0"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CF2423D"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54E40E40" w14:textId="77777777" w:rsidR="00DC7196" w:rsidRPr="001C0CC4" w:rsidRDefault="00DC7196" w:rsidP="00DC7196">
            <w:pPr>
              <w:pStyle w:val="TAC"/>
            </w:pPr>
          </w:p>
        </w:tc>
        <w:tc>
          <w:tcPr>
            <w:tcW w:w="848" w:type="dxa"/>
            <w:tcBorders>
              <w:top w:val="single" w:sz="4" w:space="0" w:color="auto"/>
              <w:left w:val="single" w:sz="4" w:space="0" w:color="auto"/>
              <w:bottom w:val="single" w:sz="4" w:space="0" w:color="auto"/>
              <w:right w:val="single" w:sz="4" w:space="0" w:color="auto"/>
            </w:tcBorders>
            <w:vAlign w:val="center"/>
          </w:tcPr>
          <w:p w14:paraId="4C03A343" w14:textId="77777777" w:rsidR="00DC7196" w:rsidRPr="001C0CC4" w:rsidRDefault="00DC7196" w:rsidP="00DC7196">
            <w:pPr>
              <w:pStyle w:val="TAC"/>
            </w:pPr>
          </w:p>
        </w:tc>
        <w:tc>
          <w:tcPr>
            <w:tcW w:w="849" w:type="dxa"/>
            <w:tcBorders>
              <w:top w:val="single" w:sz="4" w:space="0" w:color="auto"/>
              <w:left w:val="single" w:sz="4" w:space="0" w:color="auto"/>
              <w:bottom w:val="single" w:sz="4" w:space="0" w:color="auto"/>
              <w:right w:val="single" w:sz="4" w:space="0" w:color="auto"/>
            </w:tcBorders>
            <w:vAlign w:val="center"/>
          </w:tcPr>
          <w:p w14:paraId="429B1E67" w14:textId="77777777" w:rsidR="00DC7196" w:rsidRPr="001C0CC4" w:rsidRDefault="00DC7196" w:rsidP="00DC7196">
            <w:pPr>
              <w:pStyle w:val="TAC"/>
            </w:pPr>
          </w:p>
        </w:tc>
      </w:tr>
      <w:tr w:rsidR="00DC7196" w:rsidRPr="001C0CC4" w14:paraId="2B9B6414"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57D3A34A" w14:textId="77777777" w:rsidR="00DC7196" w:rsidRPr="00DC7196" w:rsidRDefault="00DC7196" w:rsidP="00DC7196">
            <w:pPr>
              <w:pStyle w:val="TAL"/>
            </w:pPr>
            <w:r w:rsidRPr="00DC7196">
              <w:t xml:space="preserve">  For Slot 0,1,2,3</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D2C2C37"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hideMark/>
          </w:tcPr>
          <w:p w14:paraId="52A92E1E"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5B23B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76161F"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3B79A8"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53B6E611"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2AA4F152"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14CA93C9"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3A9433F4" w14:textId="77777777" w:rsidR="00DC7196" w:rsidRPr="001C0CC4" w:rsidRDefault="00DC7196" w:rsidP="00DC7196">
            <w:pPr>
              <w:pStyle w:val="TAC"/>
            </w:pPr>
            <w:r w:rsidRPr="001C0CC4">
              <w:t>N/A</w:t>
            </w:r>
          </w:p>
        </w:tc>
        <w:tc>
          <w:tcPr>
            <w:tcW w:w="848" w:type="dxa"/>
            <w:tcBorders>
              <w:top w:val="single" w:sz="4" w:space="0" w:color="auto"/>
              <w:left w:val="single" w:sz="4" w:space="0" w:color="auto"/>
              <w:bottom w:val="single" w:sz="4" w:space="0" w:color="auto"/>
              <w:right w:val="single" w:sz="4" w:space="0" w:color="auto"/>
            </w:tcBorders>
            <w:vAlign w:val="center"/>
            <w:hideMark/>
          </w:tcPr>
          <w:p w14:paraId="6299D860" w14:textId="77777777" w:rsidR="00DC7196" w:rsidRPr="001C0CC4" w:rsidRDefault="00DC7196" w:rsidP="00DC7196">
            <w:pPr>
              <w:pStyle w:val="TAC"/>
            </w:pPr>
            <w:r w:rsidRPr="001C0CC4">
              <w:t>N/A</w:t>
            </w:r>
          </w:p>
        </w:tc>
        <w:tc>
          <w:tcPr>
            <w:tcW w:w="849" w:type="dxa"/>
            <w:tcBorders>
              <w:top w:val="single" w:sz="4" w:space="0" w:color="auto"/>
              <w:left w:val="single" w:sz="4" w:space="0" w:color="auto"/>
              <w:bottom w:val="single" w:sz="4" w:space="0" w:color="auto"/>
              <w:right w:val="single" w:sz="4" w:space="0" w:color="auto"/>
            </w:tcBorders>
            <w:vAlign w:val="center"/>
            <w:hideMark/>
          </w:tcPr>
          <w:p w14:paraId="430ED8AE" w14:textId="77777777" w:rsidR="00DC7196" w:rsidRPr="001C0CC4" w:rsidRDefault="00DC7196" w:rsidP="00DC7196">
            <w:pPr>
              <w:pStyle w:val="TAC"/>
            </w:pPr>
            <w:r w:rsidRPr="001C0CC4">
              <w:t>N/A</w:t>
            </w:r>
          </w:p>
        </w:tc>
      </w:tr>
      <w:tr w:rsidR="00DC7196" w:rsidRPr="001C0CC4" w14:paraId="29CA9769" w14:textId="77777777" w:rsidTr="00DC7196">
        <w:trPr>
          <w:jc w:val="center"/>
        </w:trPr>
        <w:tc>
          <w:tcPr>
            <w:tcW w:w="3688" w:type="dxa"/>
            <w:tcBorders>
              <w:top w:val="single" w:sz="4" w:space="0" w:color="auto"/>
              <w:left w:val="single" w:sz="4" w:space="0" w:color="auto"/>
              <w:bottom w:val="single" w:sz="4" w:space="0" w:color="auto"/>
              <w:right w:val="single" w:sz="4" w:space="0" w:color="auto"/>
            </w:tcBorders>
            <w:hideMark/>
          </w:tcPr>
          <w:p w14:paraId="035B1714" w14:textId="77777777" w:rsidR="00DC7196" w:rsidRPr="00DC7196" w:rsidRDefault="00DC7196" w:rsidP="00DC7196">
            <w:pPr>
              <w:pStyle w:val="TAL"/>
            </w:pPr>
            <w:r w:rsidRPr="00DC7196">
              <w:t xml:space="preserve">  For Slots 4,…,39</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8911C80" w14:textId="77777777" w:rsidR="00DC7196" w:rsidRPr="001C0CC4" w:rsidRDefault="00DC7196" w:rsidP="00DC7196">
            <w:pPr>
              <w:pStyle w:val="TAC"/>
            </w:pPr>
            <w:r w:rsidRPr="001C0CC4">
              <w:t>Bits</w:t>
            </w:r>
          </w:p>
        </w:tc>
        <w:tc>
          <w:tcPr>
            <w:tcW w:w="847" w:type="dxa"/>
            <w:tcBorders>
              <w:top w:val="single" w:sz="4" w:space="0" w:color="auto"/>
              <w:left w:val="single" w:sz="4" w:space="0" w:color="auto"/>
              <w:bottom w:val="single" w:sz="4" w:space="0" w:color="auto"/>
              <w:right w:val="single" w:sz="4" w:space="0" w:color="auto"/>
            </w:tcBorders>
            <w:vAlign w:val="center"/>
          </w:tcPr>
          <w:p w14:paraId="51FF4A38" w14:textId="77777777" w:rsidR="00DC7196" w:rsidRPr="001C0CC4" w:rsidRDefault="00DC7196" w:rsidP="00DC7196">
            <w:pPr>
              <w:pStyle w:val="TAC"/>
            </w:pPr>
            <w:r w:rsidRPr="001C0CC4">
              <w:t>9504</w:t>
            </w:r>
          </w:p>
        </w:tc>
        <w:tc>
          <w:tcPr>
            <w:tcW w:w="848" w:type="dxa"/>
            <w:tcBorders>
              <w:top w:val="single" w:sz="4" w:space="0" w:color="auto"/>
              <w:left w:val="single" w:sz="4" w:space="0" w:color="auto"/>
              <w:bottom w:val="single" w:sz="4" w:space="0" w:color="auto"/>
              <w:right w:val="single" w:sz="4" w:space="0" w:color="auto"/>
            </w:tcBorders>
            <w:vAlign w:val="center"/>
          </w:tcPr>
          <w:p w14:paraId="49CF1984" w14:textId="77777777" w:rsidR="00DC7196" w:rsidRPr="001C0CC4" w:rsidRDefault="00DC7196" w:rsidP="00DC7196">
            <w:pPr>
              <w:pStyle w:val="TAC"/>
            </w:pPr>
            <w:r w:rsidRPr="001C0CC4">
              <w:t>15552</w:t>
            </w:r>
          </w:p>
        </w:tc>
        <w:tc>
          <w:tcPr>
            <w:tcW w:w="848" w:type="dxa"/>
            <w:tcBorders>
              <w:top w:val="single" w:sz="4" w:space="0" w:color="auto"/>
              <w:left w:val="single" w:sz="4" w:space="0" w:color="auto"/>
              <w:bottom w:val="single" w:sz="4" w:space="0" w:color="auto"/>
              <w:right w:val="single" w:sz="4" w:space="0" w:color="auto"/>
            </w:tcBorders>
            <w:vAlign w:val="center"/>
          </w:tcPr>
          <w:p w14:paraId="2912A842" w14:textId="77777777" w:rsidR="00DC7196" w:rsidRPr="001C0CC4" w:rsidRDefault="00DC7196" w:rsidP="00DC7196">
            <w:pPr>
              <w:pStyle w:val="TAC"/>
            </w:pPr>
            <w:r w:rsidRPr="001C0CC4">
              <w:t>20736</w:t>
            </w:r>
          </w:p>
        </w:tc>
        <w:tc>
          <w:tcPr>
            <w:tcW w:w="848" w:type="dxa"/>
            <w:tcBorders>
              <w:top w:val="single" w:sz="4" w:space="0" w:color="auto"/>
              <w:left w:val="single" w:sz="4" w:space="0" w:color="auto"/>
              <w:bottom w:val="single" w:sz="4" w:space="0" w:color="auto"/>
              <w:right w:val="single" w:sz="4" w:space="0" w:color="auto"/>
            </w:tcBorders>
            <w:vAlign w:val="center"/>
          </w:tcPr>
          <w:p w14:paraId="4BCDB482" w14:textId="77777777" w:rsidR="00DC7196" w:rsidRPr="001C0CC4" w:rsidRDefault="00DC7196" w:rsidP="00DC7196">
            <w:pPr>
              <w:pStyle w:val="TAC"/>
            </w:pPr>
            <w:r w:rsidRPr="001C0CC4">
              <w:t>26784</w:t>
            </w:r>
          </w:p>
        </w:tc>
        <w:tc>
          <w:tcPr>
            <w:tcW w:w="848" w:type="dxa"/>
            <w:tcBorders>
              <w:top w:val="single" w:sz="4" w:space="0" w:color="auto"/>
              <w:left w:val="single" w:sz="4" w:space="0" w:color="auto"/>
              <w:bottom w:val="single" w:sz="4" w:space="0" w:color="auto"/>
              <w:right w:val="single" w:sz="4" w:space="0" w:color="auto"/>
            </w:tcBorders>
            <w:vAlign w:val="center"/>
          </w:tcPr>
          <w:p w14:paraId="2D92B279" w14:textId="77777777" w:rsidR="00DC7196" w:rsidRPr="001C0CC4" w:rsidRDefault="00DC7196" w:rsidP="00DC7196">
            <w:pPr>
              <w:pStyle w:val="TAC"/>
            </w:pPr>
            <w:r w:rsidRPr="001C0CC4">
              <w:t>32832</w:t>
            </w:r>
          </w:p>
        </w:tc>
        <w:tc>
          <w:tcPr>
            <w:tcW w:w="848" w:type="dxa"/>
            <w:tcBorders>
              <w:top w:val="single" w:sz="4" w:space="0" w:color="auto"/>
              <w:left w:val="single" w:sz="4" w:space="0" w:color="auto"/>
              <w:bottom w:val="single" w:sz="4" w:space="0" w:color="auto"/>
              <w:right w:val="single" w:sz="4" w:space="0" w:color="auto"/>
            </w:tcBorders>
            <w:vAlign w:val="center"/>
          </w:tcPr>
          <w:p w14:paraId="6FD59E3A" w14:textId="77777777" w:rsidR="00DC7196" w:rsidRPr="001C0CC4" w:rsidRDefault="00DC7196" w:rsidP="00DC7196">
            <w:pPr>
              <w:pStyle w:val="TAC"/>
            </w:pPr>
            <w:r w:rsidRPr="001C0CC4">
              <w:t>44064</w:t>
            </w:r>
          </w:p>
        </w:tc>
        <w:tc>
          <w:tcPr>
            <w:tcW w:w="848" w:type="dxa"/>
            <w:tcBorders>
              <w:top w:val="single" w:sz="4" w:space="0" w:color="auto"/>
              <w:left w:val="single" w:sz="4" w:space="0" w:color="auto"/>
              <w:bottom w:val="single" w:sz="4" w:space="0" w:color="auto"/>
              <w:right w:val="single" w:sz="4" w:space="0" w:color="auto"/>
            </w:tcBorders>
            <w:vAlign w:val="center"/>
          </w:tcPr>
          <w:p w14:paraId="712401D7" w14:textId="77777777" w:rsidR="00DC7196" w:rsidRPr="001C0CC4" w:rsidRDefault="00DC7196" w:rsidP="00DC7196">
            <w:pPr>
              <w:pStyle w:val="TAC"/>
            </w:pPr>
            <w:r w:rsidRPr="001C0CC4">
              <w:t>56160</w:t>
            </w:r>
          </w:p>
        </w:tc>
        <w:tc>
          <w:tcPr>
            <w:tcW w:w="848" w:type="dxa"/>
            <w:tcBorders>
              <w:top w:val="single" w:sz="4" w:space="0" w:color="auto"/>
              <w:left w:val="single" w:sz="4" w:space="0" w:color="auto"/>
              <w:bottom w:val="single" w:sz="4" w:space="0" w:color="auto"/>
              <w:right w:val="single" w:sz="4" w:space="0" w:color="auto"/>
            </w:tcBorders>
            <w:vAlign w:val="center"/>
          </w:tcPr>
          <w:p w14:paraId="0D678F2B" w14:textId="77777777" w:rsidR="00DC7196" w:rsidRPr="001C0CC4" w:rsidRDefault="00DC7196" w:rsidP="00DC7196">
            <w:pPr>
              <w:pStyle w:val="TAC"/>
            </w:pPr>
            <w:r w:rsidRPr="001C0CC4">
              <w:t>68256</w:t>
            </w:r>
          </w:p>
        </w:tc>
        <w:tc>
          <w:tcPr>
            <w:tcW w:w="848" w:type="dxa"/>
            <w:tcBorders>
              <w:top w:val="single" w:sz="4" w:space="0" w:color="auto"/>
              <w:left w:val="single" w:sz="4" w:space="0" w:color="auto"/>
              <w:bottom w:val="single" w:sz="4" w:space="0" w:color="auto"/>
              <w:right w:val="single" w:sz="4" w:space="0" w:color="auto"/>
            </w:tcBorders>
            <w:vAlign w:val="center"/>
          </w:tcPr>
          <w:p w14:paraId="58EC140D" w14:textId="77777777" w:rsidR="00DC7196" w:rsidRPr="001C0CC4" w:rsidRDefault="00DC7196" w:rsidP="00DC7196">
            <w:pPr>
              <w:pStyle w:val="TAC"/>
            </w:pPr>
            <w:r w:rsidRPr="001C0CC4">
              <w:t>92448</w:t>
            </w:r>
          </w:p>
        </w:tc>
        <w:tc>
          <w:tcPr>
            <w:tcW w:w="849" w:type="dxa"/>
            <w:tcBorders>
              <w:top w:val="single" w:sz="4" w:space="0" w:color="auto"/>
              <w:left w:val="single" w:sz="4" w:space="0" w:color="auto"/>
              <w:bottom w:val="single" w:sz="4" w:space="0" w:color="auto"/>
              <w:right w:val="single" w:sz="4" w:space="0" w:color="auto"/>
            </w:tcBorders>
            <w:vAlign w:val="center"/>
          </w:tcPr>
          <w:p w14:paraId="73CA0FBC" w14:textId="77777777" w:rsidR="00DC7196" w:rsidRPr="001C0CC4" w:rsidRDefault="00DC7196" w:rsidP="00DC7196">
            <w:pPr>
              <w:pStyle w:val="TAC"/>
            </w:pPr>
            <w:r w:rsidRPr="001C0CC4">
              <w:t>116640</w:t>
            </w:r>
          </w:p>
        </w:tc>
      </w:tr>
      <w:tr w:rsidR="00DC7196" w:rsidRPr="001C0CC4" w14:paraId="30A41195" w14:textId="77777777" w:rsidTr="00DC7196">
        <w:trPr>
          <w:trHeight w:val="70"/>
          <w:jc w:val="center"/>
        </w:trPr>
        <w:tc>
          <w:tcPr>
            <w:tcW w:w="3688" w:type="dxa"/>
            <w:tcBorders>
              <w:top w:val="single" w:sz="4" w:space="0" w:color="auto"/>
              <w:left w:val="single" w:sz="4" w:space="0" w:color="auto"/>
              <w:bottom w:val="single" w:sz="4" w:space="0" w:color="auto"/>
              <w:right w:val="single" w:sz="4" w:space="0" w:color="auto"/>
            </w:tcBorders>
            <w:hideMark/>
          </w:tcPr>
          <w:p w14:paraId="5C1F5136" w14:textId="77777777" w:rsidR="00DC7196" w:rsidRPr="00DC7196" w:rsidRDefault="00DC7196" w:rsidP="00DC7196">
            <w:pPr>
              <w:pStyle w:val="TAL"/>
            </w:pPr>
            <w:r w:rsidRPr="00DC7196">
              <w:t>Max. Throughput averaged over 1 frame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87B7C0E" w14:textId="77777777" w:rsidR="00DC7196" w:rsidRPr="001C0CC4" w:rsidRDefault="00DC7196" w:rsidP="00DC7196">
            <w:pPr>
              <w:pStyle w:val="TAC"/>
            </w:pPr>
            <w:r w:rsidRPr="001C0CC4">
              <w:t>Mbps</w:t>
            </w:r>
          </w:p>
        </w:tc>
        <w:tc>
          <w:tcPr>
            <w:tcW w:w="847" w:type="dxa"/>
            <w:tcBorders>
              <w:top w:val="single" w:sz="4" w:space="0" w:color="auto"/>
              <w:left w:val="single" w:sz="4" w:space="0" w:color="auto"/>
              <w:bottom w:val="single" w:sz="4" w:space="0" w:color="auto"/>
              <w:right w:val="single" w:sz="4" w:space="0" w:color="auto"/>
            </w:tcBorders>
            <w:vAlign w:val="center"/>
            <w:hideMark/>
          </w:tcPr>
          <w:p w14:paraId="7452ED17" w14:textId="77777777" w:rsidR="00DC7196" w:rsidRPr="001C0CC4" w:rsidRDefault="00DC7196" w:rsidP="00DC7196">
            <w:pPr>
              <w:pStyle w:val="TAC"/>
            </w:pPr>
            <w:r w:rsidRPr="001C0CC4">
              <w:t>26.726</w:t>
            </w:r>
          </w:p>
        </w:tc>
        <w:tc>
          <w:tcPr>
            <w:tcW w:w="848" w:type="dxa"/>
            <w:tcBorders>
              <w:top w:val="single" w:sz="4" w:space="0" w:color="auto"/>
              <w:left w:val="single" w:sz="4" w:space="0" w:color="auto"/>
              <w:bottom w:val="single" w:sz="4" w:space="0" w:color="auto"/>
              <w:right w:val="single" w:sz="4" w:space="0" w:color="auto"/>
            </w:tcBorders>
            <w:vAlign w:val="center"/>
            <w:hideMark/>
          </w:tcPr>
          <w:p w14:paraId="2C5E7A8D" w14:textId="77777777" w:rsidR="00DC7196" w:rsidRPr="001C0CC4" w:rsidRDefault="00DC7196" w:rsidP="00DC7196">
            <w:pPr>
              <w:pStyle w:val="TAC"/>
            </w:pPr>
            <w:r w:rsidRPr="001C0CC4">
              <w:t>43.344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3F903BFA" w14:textId="77777777" w:rsidR="00DC7196" w:rsidRPr="001C0CC4" w:rsidRDefault="00DC7196" w:rsidP="00DC7196">
            <w:pPr>
              <w:pStyle w:val="TAC"/>
            </w:pPr>
            <w:r w:rsidRPr="001C0CC4">
              <w:t>58.090</w:t>
            </w:r>
          </w:p>
        </w:tc>
        <w:tc>
          <w:tcPr>
            <w:tcW w:w="848" w:type="dxa"/>
            <w:tcBorders>
              <w:top w:val="single" w:sz="4" w:space="0" w:color="auto"/>
              <w:left w:val="single" w:sz="4" w:space="0" w:color="auto"/>
              <w:bottom w:val="single" w:sz="4" w:space="0" w:color="auto"/>
              <w:right w:val="single" w:sz="4" w:space="0" w:color="auto"/>
            </w:tcBorders>
            <w:vAlign w:val="center"/>
            <w:hideMark/>
          </w:tcPr>
          <w:p w14:paraId="1B59CDF9" w14:textId="77777777" w:rsidR="00DC7196" w:rsidRPr="001C0CC4" w:rsidRDefault="00DC7196" w:rsidP="00DC7196">
            <w:pPr>
              <w:pStyle w:val="TAC"/>
            </w:pPr>
            <w:r w:rsidRPr="001C0CC4">
              <w:t>75.600</w:t>
            </w:r>
          </w:p>
        </w:tc>
        <w:tc>
          <w:tcPr>
            <w:tcW w:w="848" w:type="dxa"/>
            <w:tcBorders>
              <w:top w:val="single" w:sz="4" w:space="0" w:color="auto"/>
              <w:left w:val="single" w:sz="4" w:space="0" w:color="auto"/>
              <w:bottom w:val="single" w:sz="4" w:space="0" w:color="auto"/>
              <w:right w:val="single" w:sz="4" w:space="0" w:color="auto"/>
            </w:tcBorders>
            <w:vAlign w:val="center"/>
            <w:hideMark/>
          </w:tcPr>
          <w:p w14:paraId="5F3F8F5D" w14:textId="77777777" w:rsidR="00DC7196" w:rsidRPr="001C0CC4" w:rsidRDefault="00DC7196" w:rsidP="00DC7196">
            <w:pPr>
              <w:pStyle w:val="TAC"/>
            </w:pPr>
            <w:r w:rsidRPr="001C0CC4">
              <w:t>92.189</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6BCEAF" w14:textId="77777777" w:rsidR="00DC7196" w:rsidRPr="001C0CC4" w:rsidRDefault="00DC7196" w:rsidP="00DC7196">
            <w:pPr>
              <w:pStyle w:val="TAC"/>
            </w:pPr>
            <w:r w:rsidRPr="001C0CC4">
              <w:t>121.738</w:t>
            </w:r>
          </w:p>
        </w:tc>
        <w:tc>
          <w:tcPr>
            <w:tcW w:w="848" w:type="dxa"/>
            <w:tcBorders>
              <w:top w:val="single" w:sz="4" w:space="0" w:color="auto"/>
              <w:left w:val="single" w:sz="4" w:space="0" w:color="auto"/>
              <w:bottom w:val="single" w:sz="4" w:space="0" w:color="auto"/>
              <w:right w:val="single" w:sz="4" w:space="0" w:color="auto"/>
            </w:tcBorders>
            <w:vAlign w:val="center"/>
            <w:hideMark/>
          </w:tcPr>
          <w:p w14:paraId="56E4D8A1" w14:textId="77777777" w:rsidR="00DC7196" w:rsidRPr="001C0CC4" w:rsidRDefault="00DC7196" w:rsidP="00DC7196">
            <w:pPr>
              <w:pStyle w:val="TAC"/>
            </w:pPr>
            <w:r w:rsidRPr="001C0CC4">
              <w:t>158.544</w:t>
            </w:r>
          </w:p>
        </w:tc>
        <w:tc>
          <w:tcPr>
            <w:tcW w:w="848" w:type="dxa"/>
            <w:tcBorders>
              <w:top w:val="single" w:sz="4" w:space="0" w:color="auto"/>
              <w:left w:val="single" w:sz="4" w:space="0" w:color="auto"/>
              <w:bottom w:val="single" w:sz="4" w:space="0" w:color="auto"/>
              <w:right w:val="single" w:sz="4" w:space="0" w:color="auto"/>
            </w:tcBorders>
            <w:vAlign w:val="center"/>
            <w:hideMark/>
          </w:tcPr>
          <w:p w14:paraId="24577627" w14:textId="77777777" w:rsidR="00DC7196" w:rsidRPr="001C0CC4" w:rsidRDefault="00DC7196" w:rsidP="00DC7196">
            <w:pPr>
              <w:pStyle w:val="TAC"/>
            </w:pPr>
            <w:r w:rsidRPr="001C0CC4">
              <w:t>191.837</w:t>
            </w:r>
          </w:p>
        </w:tc>
        <w:tc>
          <w:tcPr>
            <w:tcW w:w="848" w:type="dxa"/>
            <w:tcBorders>
              <w:top w:val="single" w:sz="4" w:space="0" w:color="auto"/>
              <w:left w:val="single" w:sz="4" w:space="0" w:color="auto"/>
              <w:bottom w:val="single" w:sz="4" w:space="0" w:color="auto"/>
              <w:right w:val="single" w:sz="4" w:space="0" w:color="auto"/>
            </w:tcBorders>
            <w:vAlign w:val="center"/>
            <w:hideMark/>
          </w:tcPr>
          <w:p w14:paraId="4A5C6B97" w14:textId="77777777" w:rsidR="00DC7196" w:rsidRPr="001C0CC4" w:rsidRDefault="00DC7196" w:rsidP="00DC7196">
            <w:pPr>
              <w:pStyle w:val="TAC"/>
            </w:pPr>
            <w:r w:rsidRPr="001C0CC4">
              <w:t>258.077</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986D40" w14:textId="77777777" w:rsidR="00DC7196" w:rsidRPr="001C0CC4" w:rsidRDefault="00DC7196" w:rsidP="00DC7196">
            <w:pPr>
              <w:pStyle w:val="TAC"/>
            </w:pPr>
            <w:r w:rsidRPr="001C0CC4">
              <w:t>324.634</w:t>
            </w:r>
          </w:p>
        </w:tc>
      </w:tr>
      <w:tr w:rsidR="00DC7196" w:rsidRPr="001C0CC4" w14:paraId="573652F1" w14:textId="77777777" w:rsidTr="00DC7196">
        <w:trPr>
          <w:trHeight w:val="70"/>
          <w:jc w:val="center"/>
        </w:trPr>
        <w:tc>
          <w:tcPr>
            <w:tcW w:w="13260" w:type="dxa"/>
            <w:gridSpan w:val="12"/>
            <w:tcBorders>
              <w:top w:val="single" w:sz="4" w:space="0" w:color="auto"/>
              <w:left w:val="single" w:sz="4" w:space="0" w:color="auto"/>
              <w:bottom w:val="single" w:sz="4" w:space="0" w:color="auto"/>
              <w:right w:val="single" w:sz="4" w:space="0" w:color="auto"/>
            </w:tcBorders>
            <w:hideMark/>
          </w:tcPr>
          <w:p w14:paraId="21435919" w14:textId="77777777" w:rsidR="00DC7196" w:rsidRPr="001C0CC4" w:rsidRDefault="00DC7196" w:rsidP="00DC7196">
            <w:pPr>
              <w:pStyle w:val="TAN"/>
            </w:pPr>
            <w:r w:rsidRPr="001C0CC4">
              <w:t>NOTE 1:</w:t>
            </w:r>
            <w:r w:rsidRPr="001C0CC4">
              <w:tab/>
              <w:t>Additional parameters are specified in Table A.3.1-1 and Table A.3.2.1-1.</w:t>
            </w:r>
          </w:p>
          <w:p w14:paraId="2FBDD100"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2007BA54" w14:textId="77777777" w:rsidR="00DC7196" w:rsidRPr="001C0CC4" w:rsidRDefault="00DC7196" w:rsidP="00DC7196">
            <w:pPr>
              <w:pStyle w:val="TAN"/>
            </w:pPr>
            <w:r w:rsidRPr="001C0CC4">
              <w:t>NOTE 3:</w:t>
            </w:r>
            <w:r w:rsidRPr="001C0CC4">
              <w:tab/>
              <w:t>SS/PBCH block is transmitted in slot #0 of each frame</w:t>
            </w:r>
          </w:p>
          <w:p w14:paraId="6383ED5F" w14:textId="77777777" w:rsidR="00DC7196" w:rsidRPr="001C0CC4" w:rsidRDefault="00DC7196" w:rsidP="00DC7196">
            <w:pPr>
              <w:pStyle w:val="TAN"/>
              <w:rPr>
                <w:sz w:val="16"/>
                <w:szCs w:val="16"/>
              </w:rPr>
            </w:pPr>
            <w:r w:rsidRPr="001C0CC4">
              <w:rPr>
                <w:lang w:val="en-US"/>
              </w:rPr>
              <w:t>NOTE 4:</w:t>
            </w:r>
            <w:r w:rsidRPr="001C0CC4">
              <w:tab/>
            </w:r>
            <w:r w:rsidRPr="001C0CC4">
              <w:rPr>
                <w:lang w:val="en-US"/>
              </w:rPr>
              <w:t>Slot i is slot index per frame</w:t>
            </w:r>
          </w:p>
        </w:tc>
      </w:tr>
    </w:tbl>
    <w:p w14:paraId="44361EE3" w14:textId="77777777" w:rsidR="00DC7196" w:rsidRPr="001C0CC4" w:rsidRDefault="00DC7196" w:rsidP="00DC7196">
      <w:pPr>
        <w:rPr>
          <w:lang w:val="en-US" w:eastAsia="zh-CN"/>
        </w:rPr>
        <w:sectPr w:rsidR="00DC7196" w:rsidRPr="001C0CC4" w:rsidSect="00D66CF7">
          <w:headerReference w:type="even" r:id="rId24"/>
          <w:headerReference w:type="first" r:id="rId25"/>
          <w:footnotePr>
            <w:numRestart w:val="eachSect"/>
          </w:footnotePr>
          <w:pgSz w:w="16840" w:h="11907" w:orient="landscape" w:code="9"/>
          <w:pgMar w:top="1138" w:right="1411" w:bottom="1138" w:left="1138" w:header="677" w:footer="562" w:gutter="0"/>
          <w:cols w:space="720"/>
          <w:docGrid w:linePitch="272"/>
        </w:sectPr>
      </w:pPr>
    </w:p>
    <w:p w14:paraId="6B4BC9B2" w14:textId="77777777" w:rsidR="00DC7196" w:rsidRPr="001C0CC4" w:rsidRDefault="00DC7196" w:rsidP="00DC7196">
      <w:pPr>
        <w:pStyle w:val="Heading2"/>
      </w:pPr>
      <w:bookmarkStart w:id="559" w:name="_Toc21344546"/>
      <w:bookmarkStart w:id="560" w:name="_Toc29802034"/>
      <w:bookmarkStart w:id="561" w:name="_Toc29802458"/>
      <w:bookmarkStart w:id="562" w:name="_Toc29803083"/>
      <w:bookmarkStart w:id="563" w:name="_Toc36107825"/>
      <w:bookmarkStart w:id="564" w:name="_Toc37251599"/>
      <w:bookmarkStart w:id="565" w:name="_Toc45888538"/>
      <w:bookmarkStart w:id="566" w:name="_Toc45889137"/>
      <w:bookmarkStart w:id="567" w:name="_Toc59650510"/>
      <w:bookmarkStart w:id="568" w:name="_Toc61357782"/>
      <w:bookmarkStart w:id="569" w:name="_Toc61359556"/>
      <w:bookmarkStart w:id="570" w:name="_Toc67916496"/>
      <w:bookmarkStart w:id="571" w:name="_Toc75534042"/>
      <w:bookmarkStart w:id="572" w:name="_Toc75819928"/>
      <w:bookmarkStart w:id="573" w:name="_Toc76508772"/>
      <w:bookmarkStart w:id="574" w:name="_Toc76717722"/>
      <w:bookmarkStart w:id="575" w:name="_Toc83294363"/>
      <w:bookmarkStart w:id="576" w:name="_Toc84335402"/>
      <w:r w:rsidRPr="001C0CC4">
        <w:t>A.3.3</w:t>
      </w:r>
      <w:r w:rsidRPr="001C0CC4">
        <w:tab/>
        <w:t>DL reference measurement channels for TDD</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14:paraId="5585ACB2" w14:textId="77777777" w:rsidR="00DC7196" w:rsidRPr="001C0CC4" w:rsidRDefault="00DC7196" w:rsidP="00DC7196">
      <w:pPr>
        <w:pStyle w:val="Heading3"/>
      </w:pPr>
      <w:bookmarkStart w:id="577" w:name="_Toc21344547"/>
      <w:bookmarkStart w:id="578" w:name="_Toc29802035"/>
      <w:bookmarkStart w:id="579" w:name="_Toc29802459"/>
      <w:bookmarkStart w:id="580" w:name="_Toc29803084"/>
      <w:bookmarkStart w:id="581" w:name="_Toc36107826"/>
      <w:bookmarkStart w:id="582" w:name="_Toc37251600"/>
      <w:bookmarkStart w:id="583" w:name="_Toc45888539"/>
      <w:bookmarkStart w:id="584" w:name="_Toc45889138"/>
      <w:bookmarkStart w:id="585" w:name="_Toc59650511"/>
      <w:bookmarkStart w:id="586" w:name="_Toc61357783"/>
      <w:bookmarkStart w:id="587" w:name="_Toc61359557"/>
      <w:bookmarkStart w:id="588" w:name="_Toc67916497"/>
      <w:bookmarkStart w:id="589" w:name="_Toc75534043"/>
      <w:bookmarkStart w:id="590" w:name="_Toc75819929"/>
      <w:bookmarkStart w:id="591" w:name="_Toc76508773"/>
      <w:bookmarkStart w:id="592" w:name="_Toc76717723"/>
      <w:bookmarkStart w:id="593" w:name="_Toc83294364"/>
      <w:bookmarkStart w:id="594" w:name="_Toc84335403"/>
      <w:r w:rsidRPr="001C0CC4">
        <w:t>A.3.3.1</w:t>
      </w:r>
      <w:r w:rsidRPr="001C0CC4">
        <w:tab/>
        <w:t>General</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043F0C66" w14:textId="77777777" w:rsidR="00DC7196" w:rsidRPr="001C0CC4" w:rsidRDefault="00DC7196" w:rsidP="00DC7196">
      <w:pPr>
        <w:pStyle w:val="TH"/>
      </w:pPr>
      <w:r w:rsidRPr="001C0CC4">
        <w:t>Table A.3.3.1-1 Additional reference channels parameters for TDD</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642"/>
        <w:gridCol w:w="2160"/>
        <w:gridCol w:w="2444"/>
        <w:gridCol w:w="2506"/>
      </w:tblGrid>
      <w:tr w:rsidR="00BB2E83" w:rsidRPr="001C0CC4" w14:paraId="75096AE2" w14:textId="77777777" w:rsidTr="00BB2E83">
        <w:tc>
          <w:tcPr>
            <w:tcW w:w="3055" w:type="dxa"/>
            <w:gridSpan w:val="2"/>
            <w:tcBorders>
              <w:bottom w:val="nil"/>
            </w:tcBorders>
            <w:shd w:val="clear" w:color="auto" w:fill="auto"/>
            <w:vAlign w:val="center"/>
          </w:tcPr>
          <w:p w14:paraId="01CB4F78" w14:textId="77777777" w:rsidR="00BB2E83" w:rsidRPr="001C0CC4" w:rsidRDefault="00BB2E83" w:rsidP="00DC7196">
            <w:pPr>
              <w:pStyle w:val="TAH"/>
            </w:pPr>
            <w:r w:rsidRPr="001C0CC4">
              <w:t>Parameter</w:t>
            </w:r>
          </w:p>
        </w:tc>
        <w:tc>
          <w:tcPr>
            <w:tcW w:w="7110" w:type="dxa"/>
            <w:gridSpan w:val="3"/>
            <w:shd w:val="clear" w:color="auto" w:fill="auto"/>
          </w:tcPr>
          <w:p w14:paraId="6FB45AB9" w14:textId="77777777" w:rsidR="00BB2E83" w:rsidRPr="001C0CC4" w:rsidRDefault="00BB2E83" w:rsidP="00DC7196">
            <w:pPr>
              <w:pStyle w:val="TAH"/>
            </w:pPr>
            <w:r w:rsidRPr="001C0CC4">
              <w:t>Value</w:t>
            </w:r>
          </w:p>
        </w:tc>
      </w:tr>
      <w:tr w:rsidR="00BB2E83" w:rsidRPr="001C0CC4" w14:paraId="4E571AB8" w14:textId="77777777" w:rsidTr="00BB2E83">
        <w:tc>
          <w:tcPr>
            <w:tcW w:w="3055" w:type="dxa"/>
            <w:gridSpan w:val="2"/>
            <w:tcBorders>
              <w:top w:val="nil"/>
            </w:tcBorders>
            <w:shd w:val="clear" w:color="auto" w:fill="auto"/>
          </w:tcPr>
          <w:p w14:paraId="055664CE" w14:textId="77777777" w:rsidR="00BB2E83" w:rsidRPr="001C0CC4" w:rsidRDefault="00BB2E83" w:rsidP="00DC7196">
            <w:pPr>
              <w:pStyle w:val="TAH"/>
            </w:pPr>
          </w:p>
        </w:tc>
        <w:tc>
          <w:tcPr>
            <w:tcW w:w="2160" w:type="dxa"/>
            <w:shd w:val="clear" w:color="auto" w:fill="auto"/>
          </w:tcPr>
          <w:p w14:paraId="5E65DA52" w14:textId="77777777" w:rsidR="00BB2E83" w:rsidRPr="001C0CC4" w:rsidRDefault="00BB2E83" w:rsidP="00DC7196">
            <w:pPr>
              <w:pStyle w:val="TAH"/>
            </w:pPr>
            <w:r w:rsidRPr="001C0CC4">
              <w:t>SCS 15 kHz (µ=0)</w:t>
            </w:r>
          </w:p>
        </w:tc>
        <w:tc>
          <w:tcPr>
            <w:tcW w:w="2444" w:type="dxa"/>
            <w:shd w:val="clear" w:color="auto" w:fill="auto"/>
          </w:tcPr>
          <w:p w14:paraId="0475716E" w14:textId="77777777" w:rsidR="00BB2E83" w:rsidRPr="001C0CC4" w:rsidRDefault="00BB2E83" w:rsidP="00DC7196">
            <w:pPr>
              <w:pStyle w:val="TAH"/>
            </w:pPr>
            <w:r w:rsidRPr="001C0CC4">
              <w:t>SCS 30 kHz (µ=1)</w:t>
            </w:r>
          </w:p>
        </w:tc>
        <w:tc>
          <w:tcPr>
            <w:tcW w:w="2506" w:type="dxa"/>
          </w:tcPr>
          <w:p w14:paraId="288D432F" w14:textId="77777777" w:rsidR="00BB2E83" w:rsidRPr="001C0CC4" w:rsidRDefault="00BB2E83" w:rsidP="00DC7196">
            <w:pPr>
              <w:pStyle w:val="TAH"/>
            </w:pPr>
            <w:r w:rsidRPr="001C0CC4">
              <w:t>SCS 60 kHz (µ=2)</w:t>
            </w:r>
          </w:p>
        </w:tc>
      </w:tr>
      <w:tr w:rsidR="00DC7196" w:rsidRPr="001C0CC4" w14:paraId="2AC150DE" w14:textId="77777777" w:rsidTr="00BB2E83">
        <w:tc>
          <w:tcPr>
            <w:tcW w:w="3055" w:type="dxa"/>
            <w:gridSpan w:val="2"/>
          </w:tcPr>
          <w:p w14:paraId="7EA8EAF8" w14:textId="77777777" w:rsidR="00DC7196" w:rsidRPr="001C0CC4" w:rsidRDefault="00DC7196" w:rsidP="00BB2E83">
            <w:pPr>
              <w:pStyle w:val="TAL"/>
              <w:rPr>
                <w:i/>
              </w:rPr>
            </w:pPr>
            <w:r w:rsidRPr="001C0CC4">
              <w:t>TDD Slot Configuration pattern (Note 1)</w:t>
            </w:r>
          </w:p>
        </w:tc>
        <w:tc>
          <w:tcPr>
            <w:tcW w:w="2160" w:type="dxa"/>
            <w:shd w:val="clear" w:color="auto" w:fill="auto"/>
          </w:tcPr>
          <w:p w14:paraId="314B1C0A" w14:textId="77777777" w:rsidR="00DC7196" w:rsidRPr="001C0CC4" w:rsidRDefault="00DC7196" w:rsidP="00BB2E83">
            <w:pPr>
              <w:pStyle w:val="TAL"/>
            </w:pPr>
            <w:r w:rsidRPr="001C0CC4">
              <w:t>DDDSU</w:t>
            </w:r>
          </w:p>
        </w:tc>
        <w:tc>
          <w:tcPr>
            <w:tcW w:w="2444" w:type="dxa"/>
            <w:shd w:val="clear" w:color="auto" w:fill="auto"/>
          </w:tcPr>
          <w:p w14:paraId="297F6D7F" w14:textId="77777777" w:rsidR="00DC7196" w:rsidRPr="001C0CC4" w:rsidRDefault="00DC7196" w:rsidP="00BB2E83">
            <w:pPr>
              <w:pStyle w:val="TAL"/>
            </w:pPr>
            <w:r w:rsidRPr="001C0CC4">
              <w:t>7DS2U</w:t>
            </w:r>
          </w:p>
        </w:tc>
        <w:tc>
          <w:tcPr>
            <w:tcW w:w="2506" w:type="dxa"/>
          </w:tcPr>
          <w:p w14:paraId="18986E04" w14:textId="77777777" w:rsidR="00DC7196" w:rsidRPr="001C0CC4" w:rsidRDefault="00DC7196" w:rsidP="00BB2E83">
            <w:pPr>
              <w:pStyle w:val="TAL"/>
            </w:pPr>
            <w:r w:rsidRPr="001C0CC4">
              <w:t>14DS</w:t>
            </w:r>
            <w:r w:rsidRPr="001C0CC4">
              <w:rPr>
                <w:vertAlign w:val="subscript"/>
              </w:rPr>
              <w:t>1</w:t>
            </w:r>
            <w:r w:rsidRPr="001C0CC4">
              <w:t>S</w:t>
            </w:r>
            <w:r w:rsidRPr="001C0CC4">
              <w:rPr>
                <w:vertAlign w:val="subscript"/>
              </w:rPr>
              <w:t>2</w:t>
            </w:r>
            <w:r w:rsidRPr="001C0CC4">
              <w:t>4U</w:t>
            </w:r>
          </w:p>
        </w:tc>
      </w:tr>
      <w:tr w:rsidR="00DC7196" w:rsidRPr="001C0CC4" w14:paraId="657E4FF0" w14:textId="77777777" w:rsidTr="00BB2E83">
        <w:tc>
          <w:tcPr>
            <w:tcW w:w="3055" w:type="dxa"/>
            <w:gridSpan w:val="2"/>
          </w:tcPr>
          <w:p w14:paraId="55481E14" w14:textId="77777777" w:rsidR="00DC7196" w:rsidRPr="001C0CC4" w:rsidRDefault="00DC7196" w:rsidP="00BB2E83">
            <w:pPr>
              <w:pStyle w:val="TAL"/>
              <w:rPr>
                <w:i/>
              </w:rPr>
            </w:pPr>
            <w:r w:rsidRPr="001C0CC4">
              <w:t>Special Slot Configuration (Note 2)</w:t>
            </w:r>
          </w:p>
        </w:tc>
        <w:tc>
          <w:tcPr>
            <w:tcW w:w="2160" w:type="dxa"/>
            <w:shd w:val="clear" w:color="auto" w:fill="auto"/>
          </w:tcPr>
          <w:p w14:paraId="4AB6BF67" w14:textId="77777777" w:rsidR="00DC7196" w:rsidRPr="001C0CC4" w:rsidRDefault="00DC7196" w:rsidP="00BB2E83">
            <w:pPr>
              <w:pStyle w:val="TAL"/>
            </w:pPr>
            <w:r w:rsidRPr="001C0CC4">
              <w:t>10D+2G+2U</w:t>
            </w:r>
          </w:p>
        </w:tc>
        <w:tc>
          <w:tcPr>
            <w:tcW w:w="2444" w:type="dxa"/>
            <w:shd w:val="clear" w:color="auto" w:fill="auto"/>
          </w:tcPr>
          <w:p w14:paraId="5FD9BFF6" w14:textId="77777777" w:rsidR="00DC7196" w:rsidRPr="001C0CC4" w:rsidRDefault="00DC7196" w:rsidP="00BB2E83">
            <w:pPr>
              <w:pStyle w:val="TAL"/>
            </w:pPr>
            <w:r w:rsidRPr="001C0CC4">
              <w:t>6D+4G+4U</w:t>
            </w:r>
          </w:p>
        </w:tc>
        <w:tc>
          <w:tcPr>
            <w:tcW w:w="2506" w:type="dxa"/>
          </w:tcPr>
          <w:p w14:paraId="3FA62FA3" w14:textId="77777777" w:rsidR="00DC7196" w:rsidRPr="001C0CC4" w:rsidRDefault="00DC7196" w:rsidP="00BB2E83">
            <w:pPr>
              <w:pStyle w:val="TAL"/>
            </w:pPr>
            <w:r w:rsidRPr="001C0CC4">
              <w:t>S</w:t>
            </w:r>
            <w:r w:rsidRPr="001C0CC4">
              <w:rPr>
                <w:vertAlign w:val="subscript"/>
              </w:rPr>
              <w:t>1</w:t>
            </w:r>
            <w:r w:rsidRPr="001C0CC4">
              <w:t>=12D+2G, S</w:t>
            </w:r>
            <w:r w:rsidRPr="001C0CC4">
              <w:rPr>
                <w:vertAlign w:val="subscript"/>
              </w:rPr>
              <w:t>2</w:t>
            </w:r>
            <w:r w:rsidRPr="001C0CC4">
              <w:t>=6G+8U</w:t>
            </w:r>
          </w:p>
        </w:tc>
      </w:tr>
      <w:tr w:rsidR="00DC7196" w:rsidRPr="001C0CC4" w14:paraId="330E5399" w14:textId="77777777" w:rsidTr="00BB2E83">
        <w:tc>
          <w:tcPr>
            <w:tcW w:w="3055" w:type="dxa"/>
            <w:gridSpan w:val="2"/>
          </w:tcPr>
          <w:p w14:paraId="39CD8E38" w14:textId="77777777" w:rsidR="00DC7196" w:rsidRPr="001C0CC4" w:rsidRDefault="00DC7196" w:rsidP="00BB2E83">
            <w:pPr>
              <w:pStyle w:val="TAL"/>
              <w:rPr>
                <w:i/>
              </w:rPr>
            </w:pPr>
            <w:r w:rsidRPr="001C0CC4">
              <w:t>referenceSubcarrierSpacing</w:t>
            </w:r>
          </w:p>
        </w:tc>
        <w:tc>
          <w:tcPr>
            <w:tcW w:w="2160" w:type="dxa"/>
            <w:shd w:val="clear" w:color="auto" w:fill="auto"/>
          </w:tcPr>
          <w:p w14:paraId="1DD5C0A1" w14:textId="77777777" w:rsidR="00DC7196" w:rsidRPr="001C0CC4" w:rsidRDefault="00DC7196" w:rsidP="00BB2E83">
            <w:pPr>
              <w:pStyle w:val="TAL"/>
            </w:pPr>
            <w:r w:rsidRPr="001C0CC4">
              <w:t>15 kHz</w:t>
            </w:r>
          </w:p>
        </w:tc>
        <w:tc>
          <w:tcPr>
            <w:tcW w:w="2444" w:type="dxa"/>
            <w:shd w:val="clear" w:color="auto" w:fill="auto"/>
          </w:tcPr>
          <w:p w14:paraId="2C4BA280" w14:textId="77777777" w:rsidR="00DC7196" w:rsidRPr="001C0CC4" w:rsidRDefault="00DC7196" w:rsidP="00BB2E83">
            <w:pPr>
              <w:pStyle w:val="TAL"/>
            </w:pPr>
            <w:r w:rsidRPr="001C0CC4">
              <w:t>30 kHz</w:t>
            </w:r>
          </w:p>
        </w:tc>
        <w:tc>
          <w:tcPr>
            <w:tcW w:w="2506" w:type="dxa"/>
          </w:tcPr>
          <w:p w14:paraId="6CA5E350" w14:textId="77777777" w:rsidR="00DC7196" w:rsidRPr="001C0CC4" w:rsidRDefault="00DC7196" w:rsidP="00BB2E83">
            <w:pPr>
              <w:pStyle w:val="TAL"/>
            </w:pPr>
            <w:r w:rsidRPr="001C0CC4">
              <w:t>60 kHz</w:t>
            </w:r>
          </w:p>
        </w:tc>
      </w:tr>
      <w:tr w:rsidR="00BB2E83" w:rsidRPr="001C0CC4" w14:paraId="2716A274" w14:textId="77777777" w:rsidTr="00BB2E83">
        <w:tc>
          <w:tcPr>
            <w:tcW w:w="1413" w:type="dxa"/>
            <w:tcBorders>
              <w:bottom w:val="nil"/>
            </w:tcBorders>
            <w:shd w:val="clear" w:color="auto" w:fill="auto"/>
          </w:tcPr>
          <w:p w14:paraId="47A9DED6" w14:textId="77777777" w:rsidR="00BB2E83" w:rsidRPr="001C0CC4" w:rsidRDefault="00BB2E83" w:rsidP="00BB2E83">
            <w:pPr>
              <w:pStyle w:val="TAL"/>
              <w:rPr>
                <w:i/>
              </w:rPr>
            </w:pPr>
            <w:r w:rsidRPr="001C0CC4">
              <w:t>UL-DL configuration</w:t>
            </w:r>
          </w:p>
        </w:tc>
        <w:tc>
          <w:tcPr>
            <w:tcW w:w="1642" w:type="dxa"/>
            <w:shd w:val="clear" w:color="auto" w:fill="auto"/>
          </w:tcPr>
          <w:p w14:paraId="5AD691CE" w14:textId="77777777" w:rsidR="00BB2E83" w:rsidRPr="001C0CC4" w:rsidRDefault="00BB2E83" w:rsidP="00BB2E83">
            <w:pPr>
              <w:pStyle w:val="TAL"/>
            </w:pPr>
            <w:r w:rsidRPr="001C0CC4">
              <w:rPr>
                <w:i/>
              </w:rPr>
              <w:t>dl-UL-TransmissionPeriodicity</w:t>
            </w:r>
          </w:p>
        </w:tc>
        <w:tc>
          <w:tcPr>
            <w:tcW w:w="2160" w:type="dxa"/>
            <w:shd w:val="clear" w:color="auto" w:fill="auto"/>
          </w:tcPr>
          <w:p w14:paraId="74A47269" w14:textId="77777777" w:rsidR="00BB2E83" w:rsidRPr="001C0CC4" w:rsidRDefault="00BB2E83" w:rsidP="00BB2E83">
            <w:pPr>
              <w:pStyle w:val="TAL"/>
            </w:pPr>
            <w:r w:rsidRPr="001C0CC4">
              <w:t>5 ms</w:t>
            </w:r>
          </w:p>
        </w:tc>
        <w:tc>
          <w:tcPr>
            <w:tcW w:w="2444" w:type="dxa"/>
            <w:shd w:val="clear" w:color="auto" w:fill="auto"/>
          </w:tcPr>
          <w:p w14:paraId="63C61988" w14:textId="77777777" w:rsidR="00BB2E83" w:rsidRPr="001C0CC4" w:rsidRDefault="00BB2E83" w:rsidP="00BB2E83">
            <w:pPr>
              <w:pStyle w:val="TAL"/>
            </w:pPr>
            <w:r w:rsidRPr="001C0CC4">
              <w:t>5 ms</w:t>
            </w:r>
          </w:p>
        </w:tc>
        <w:tc>
          <w:tcPr>
            <w:tcW w:w="2506" w:type="dxa"/>
          </w:tcPr>
          <w:p w14:paraId="41CE6C1E" w14:textId="77777777" w:rsidR="00BB2E83" w:rsidRPr="001C0CC4" w:rsidRDefault="00BB2E83" w:rsidP="00BB2E83">
            <w:pPr>
              <w:pStyle w:val="TAL"/>
            </w:pPr>
            <w:r w:rsidRPr="001C0CC4">
              <w:t>5 ms</w:t>
            </w:r>
          </w:p>
        </w:tc>
      </w:tr>
      <w:tr w:rsidR="00BB2E83" w:rsidRPr="001C0CC4" w14:paraId="33E77AF8" w14:textId="77777777" w:rsidTr="00BB2E83">
        <w:tc>
          <w:tcPr>
            <w:tcW w:w="1413" w:type="dxa"/>
            <w:tcBorders>
              <w:top w:val="nil"/>
              <w:bottom w:val="nil"/>
            </w:tcBorders>
            <w:shd w:val="clear" w:color="auto" w:fill="auto"/>
          </w:tcPr>
          <w:p w14:paraId="2A62F0AB" w14:textId="77777777" w:rsidR="00BB2E83" w:rsidRPr="001C0CC4" w:rsidRDefault="00BB2E83" w:rsidP="00BB2E83">
            <w:pPr>
              <w:pStyle w:val="TAL"/>
              <w:rPr>
                <w:i/>
              </w:rPr>
            </w:pPr>
          </w:p>
        </w:tc>
        <w:tc>
          <w:tcPr>
            <w:tcW w:w="1642" w:type="dxa"/>
            <w:shd w:val="clear" w:color="auto" w:fill="auto"/>
          </w:tcPr>
          <w:p w14:paraId="30B79043" w14:textId="77777777" w:rsidR="00BB2E83" w:rsidRPr="001C0CC4" w:rsidRDefault="00BB2E83" w:rsidP="00BB2E83">
            <w:pPr>
              <w:pStyle w:val="TAL"/>
            </w:pPr>
            <w:r w:rsidRPr="001C0CC4">
              <w:rPr>
                <w:i/>
              </w:rPr>
              <w:t>nrofDownlinkSlots</w:t>
            </w:r>
          </w:p>
        </w:tc>
        <w:tc>
          <w:tcPr>
            <w:tcW w:w="2160" w:type="dxa"/>
            <w:shd w:val="clear" w:color="auto" w:fill="auto"/>
          </w:tcPr>
          <w:p w14:paraId="0D262067" w14:textId="77777777" w:rsidR="00BB2E83" w:rsidRPr="001C0CC4" w:rsidRDefault="00BB2E83" w:rsidP="00BB2E83">
            <w:pPr>
              <w:pStyle w:val="TAL"/>
            </w:pPr>
            <w:r w:rsidRPr="001C0CC4">
              <w:t>3</w:t>
            </w:r>
          </w:p>
        </w:tc>
        <w:tc>
          <w:tcPr>
            <w:tcW w:w="2444" w:type="dxa"/>
            <w:shd w:val="clear" w:color="auto" w:fill="auto"/>
          </w:tcPr>
          <w:p w14:paraId="0AB5BC87" w14:textId="77777777" w:rsidR="00BB2E83" w:rsidRPr="001C0CC4" w:rsidRDefault="00BB2E83" w:rsidP="00BB2E83">
            <w:pPr>
              <w:pStyle w:val="TAL"/>
            </w:pPr>
            <w:r w:rsidRPr="001C0CC4">
              <w:t>7</w:t>
            </w:r>
          </w:p>
        </w:tc>
        <w:tc>
          <w:tcPr>
            <w:tcW w:w="2506" w:type="dxa"/>
          </w:tcPr>
          <w:p w14:paraId="790E47DA" w14:textId="77777777" w:rsidR="00BB2E83" w:rsidRPr="001C0CC4" w:rsidRDefault="00BB2E83" w:rsidP="00BB2E83">
            <w:pPr>
              <w:pStyle w:val="TAL"/>
            </w:pPr>
            <w:r w:rsidRPr="001C0CC4">
              <w:t>14</w:t>
            </w:r>
          </w:p>
        </w:tc>
      </w:tr>
      <w:tr w:rsidR="00BB2E83" w:rsidRPr="001C0CC4" w14:paraId="6C9041A0" w14:textId="77777777" w:rsidTr="00BB2E83">
        <w:tc>
          <w:tcPr>
            <w:tcW w:w="1413" w:type="dxa"/>
            <w:tcBorders>
              <w:top w:val="nil"/>
              <w:bottom w:val="nil"/>
            </w:tcBorders>
            <w:shd w:val="clear" w:color="auto" w:fill="auto"/>
          </w:tcPr>
          <w:p w14:paraId="526550D6" w14:textId="77777777" w:rsidR="00BB2E83" w:rsidRPr="001C0CC4" w:rsidRDefault="00BB2E83" w:rsidP="00BB2E83">
            <w:pPr>
              <w:pStyle w:val="TAL"/>
              <w:rPr>
                <w:i/>
              </w:rPr>
            </w:pPr>
          </w:p>
        </w:tc>
        <w:tc>
          <w:tcPr>
            <w:tcW w:w="1642" w:type="dxa"/>
            <w:shd w:val="clear" w:color="auto" w:fill="auto"/>
          </w:tcPr>
          <w:p w14:paraId="13DB0C4B" w14:textId="77777777" w:rsidR="00BB2E83" w:rsidRPr="001C0CC4" w:rsidRDefault="00BB2E83" w:rsidP="00BB2E83">
            <w:pPr>
              <w:pStyle w:val="TAL"/>
            </w:pPr>
            <w:r w:rsidRPr="001C0CC4">
              <w:rPr>
                <w:i/>
              </w:rPr>
              <w:t>nrofDownlinkSymbols</w:t>
            </w:r>
          </w:p>
        </w:tc>
        <w:tc>
          <w:tcPr>
            <w:tcW w:w="2160" w:type="dxa"/>
            <w:shd w:val="clear" w:color="auto" w:fill="auto"/>
          </w:tcPr>
          <w:p w14:paraId="557357F6" w14:textId="77777777" w:rsidR="00BB2E83" w:rsidRPr="001C0CC4" w:rsidRDefault="00BB2E83" w:rsidP="00BB2E83">
            <w:pPr>
              <w:pStyle w:val="TAL"/>
            </w:pPr>
            <w:r w:rsidRPr="001C0CC4">
              <w:t>10</w:t>
            </w:r>
          </w:p>
        </w:tc>
        <w:tc>
          <w:tcPr>
            <w:tcW w:w="2444" w:type="dxa"/>
            <w:shd w:val="clear" w:color="auto" w:fill="auto"/>
          </w:tcPr>
          <w:p w14:paraId="4502537B" w14:textId="77777777" w:rsidR="00BB2E83" w:rsidRPr="001C0CC4" w:rsidRDefault="00BB2E83" w:rsidP="00BB2E83">
            <w:pPr>
              <w:pStyle w:val="TAL"/>
            </w:pPr>
            <w:r w:rsidRPr="001C0CC4">
              <w:t>6</w:t>
            </w:r>
          </w:p>
        </w:tc>
        <w:tc>
          <w:tcPr>
            <w:tcW w:w="2506" w:type="dxa"/>
          </w:tcPr>
          <w:p w14:paraId="05496ABB" w14:textId="77777777" w:rsidR="00BB2E83" w:rsidRPr="001C0CC4" w:rsidRDefault="00BB2E83" w:rsidP="00BB2E83">
            <w:pPr>
              <w:pStyle w:val="TAL"/>
            </w:pPr>
            <w:r w:rsidRPr="001C0CC4">
              <w:t>12</w:t>
            </w:r>
          </w:p>
        </w:tc>
      </w:tr>
      <w:tr w:rsidR="00BB2E83" w:rsidRPr="001C0CC4" w14:paraId="716299E3" w14:textId="77777777" w:rsidTr="00BB2E83">
        <w:tc>
          <w:tcPr>
            <w:tcW w:w="1413" w:type="dxa"/>
            <w:tcBorders>
              <w:top w:val="nil"/>
              <w:bottom w:val="nil"/>
            </w:tcBorders>
            <w:shd w:val="clear" w:color="auto" w:fill="auto"/>
          </w:tcPr>
          <w:p w14:paraId="75329214" w14:textId="77777777" w:rsidR="00BB2E83" w:rsidRPr="001C0CC4" w:rsidRDefault="00BB2E83" w:rsidP="00BB2E83">
            <w:pPr>
              <w:pStyle w:val="TAL"/>
              <w:rPr>
                <w:i/>
              </w:rPr>
            </w:pPr>
          </w:p>
        </w:tc>
        <w:tc>
          <w:tcPr>
            <w:tcW w:w="1642" w:type="dxa"/>
            <w:shd w:val="clear" w:color="auto" w:fill="auto"/>
          </w:tcPr>
          <w:p w14:paraId="301B0C51" w14:textId="77777777" w:rsidR="00BB2E83" w:rsidRPr="001C0CC4" w:rsidRDefault="00BB2E83" w:rsidP="00BB2E83">
            <w:pPr>
              <w:pStyle w:val="TAL"/>
            </w:pPr>
            <w:r w:rsidRPr="001C0CC4">
              <w:rPr>
                <w:i/>
              </w:rPr>
              <w:t>nrofUplinkSlot</w:t>
            </w:r>
          </w:p>
        </w:tc>
        <w:tc>
          <w:tcPr>
            <w:tcW w:w="2160" w:type="dxa"/>
            <w:shd w:val="clear" w:color="auto" w:fill="auto"/>
          </w:tcPr>
          <w:p w14:paraId="18B44D6E" w14:textId="77777777" w:rsidR="00BB2E83" w:rsidRPr="001C0CC4" w:rsidRDefault="00BB2E83" w:rsidP="00BB2E83">
            <w:pPr>
              <w:pStyle w:val="TAL"/>
            </w:pPr>
            <w:r w:rsidRPr="001C0CC4">
              <w:t>1</w:t>
            </w:r>
          </w:p>
        </w:tc>
        <w:tc>
          <w:tcPr>
            <w:tcW w:w="2444" w:type="dxa"/>
            <w:shd w:val="clear" w:color="auto" w:fill="auto"/>
          </w:tcPr>
          <w:p w14:paraId="580B2BCF" w14:textId="77777777" w:rsidR="00BB2E83" w:rsidRPr="001C0CC4" w:rsidRDefault="00BB2E83" w:rsidP="00BB2E83">
            <w:pPr>
              <w:pStyle w:val="TAL"/>
            </w:pPr>
            <w:r w:rsidRPr="001C0CC4">
              <w:t>2</w:t>
            </w:r>
          </w:p>
        </w:tc>
        <w:tc>
          <w:tcPr>
            <w:tcW w:w="2506" w:type="dxa"/>
          </w:tcPr>
          <w:p w14:paraId="3F9C7C8A" w14:textId="77777777" w:rsidR="00BB2E83" w:rsidRPr="001C0CC4" w:rsidRDefault="00BB2E83" w:rsidP="00BB2E83">
            <w:pPr>
              <w:pStyle w:val="TAL"/>
            </w:pPr>
            <w:r w:rsidRPr="001C0CC4">
              <w:t>4</w:t>
            </w:r>
          </w:p>
        </w:tc>
      </w:tr>
      <w:tr w:rsidR="00BB2E83" w:rsidRPr="001C0CC4" w14:paraId="16A5A93B" w14:textId="77777777" w:rsidTr="00BB2E83">
        <w:tc>
          <w:tcPr>
            <w:tcW w:w="1413" w:type="dxa"/>
            <w:tcBorders>
              <w:top w:val="nil"/>
            </w:tcBorders>
            <w:shd w:val="clear" w:color="auto" w:fill="auto"/>
          </w:tcPr>
          <w:p w14:paraId="6EB69EE9" w14:textId="77777777" w:rsidR="00BB2E83" w:rsidRPr="001C0CC4" w:rsidRDefault="00BB2E83" w:rsidP="00BB2E83">
            <w:pPr>
              <w:pStyle w:val="TAL"/>
              <w:rPr>
                <w:i/>
              </w:rPr>
            </w:pPr>
          </w:p>
        </w:tc>
        <w:tc>
          <w:tcPr>
            <w:tcW w:w="1642" w:type="dxa"/>
            <w:shd w:val="clear" w:color="auto" w:fill="auto"/>
          </w:tcPr>
          <w:p w14:paraId="6EFB3DD0" w14:textId="77777777" w:rsidR="00BB2E83" w:rsidRPr="001C0CC4" w:rsidRDefault="00BB2E83" w:rsidP="00BB2E83">
            <w:pPr>
              <w:pStyle w:val="TAL"/>
            </w:pPr>
            <w:r w:rsidRPr="001C0CC4">
              <w:rPr>
                <w:i/>
              </w:rPr>
              <w:t>nrofUplinkSymbols</w:t>
            </w:r>
          </w:p>
        </w:tc>
        <w:tc>
          <w:tcPr>
            <w:tcW w:w="2160" w:type="dxa"/>
            <w:shd w:val="clear" w:color="auto" w:fill="auto"/>
          </w:tcPr>
          <w:p w14:paraId="377F476E" w14:textId="77777777" w:rsidR="00BB2E83" w:rsidRPr="001C0CC4" w:rsidRDefault="00BB2E83" w:rsidP="00BB2E83">
            <w:pPr>
              <w:pStyle w:val="TAL"/>
            </w:pPr>
            <w:r w:rsidRPr="001C0CC4">
              <w:t>2</w:t>
            </w:r>
          </w:p>
        </w:tc>
        <w:tc>
          <w:tcPr>
            <w:tcW w:w="2444" w:type="dxa"/>
            <w:shd w:val="clear" w:color="auto" w:fill="auto"/>
          </w:tcPr>
          <w:p w14:paraId="28E40BF9" w14:textId="77777777" w:rsidR="00BB2E83" w:rsidRPr="001C0CC4" w:rsidRDefault="00BB2E83" w:rsidP="00BB2E83">
            <w:pPr>
              <w:pStyle w:val="TAL"/>
            </w:pPr>
            <w:r w:rsidRPr="001C0CC4">
              <w:t>4</w:t>
            </w:r>
          </w:p>
        </w:tc>
        <w:tc>
          <w:tcPr>
            <w:tcW w:w="2506" w:type="dxa"/>
          </w:tcPr>
          <w:p w14:paraId="4FAC0E19" w14:textId="77777777" w:rsidR="00BB2E83" w:rsidRPr="001C0CC4" w:rsidRDefault="00BB2E83" w:rsidP="00BB2E83">
            <w:pPr>
              <w:pStyle w:val="TAL"/>
            </w:pPr>
            <w:r w:rsidRPr="001C0CC4">
              <w:t>8</w:t>
            </w:r>
          </w:p>
        </w:tc>
      </w:tr>
      <w:tr w:rsidR="00DC7196" w:rsidRPr="001C0CC4" w14:paraId="4186C27E" w14:textId="77777777" w:rsidTr="00BB2E83">
        <w:tc>
          <w:tcPr>
            <w:tcW w:w="3055" w:type="dxa"/>
            <w:gridSpan w:val="2"/>
          </w:tcPr>
          <w:p w14:paraId="6C59EF3C" w14:textId="77777777" w:rsidR="00DC7196" w:rsidRPr="001C0CC4" w:rsidRDefault="00DC7196" w:rsidP="00BB2E83">
            <w:pPr>
              <w:pStyle w:val="TAL"/>
              <w:rPr>
                <w:i/>
              </w:rPr>
            </w:pPr>
            <w:r w:rsidRPr="001C0CC4">
              <w:t>Number of HARQ Processes</w:t>
            </w:r>
          </w:p>
        </w:tc>
        <w:tc>
          <w:tcPr>
            <w:tcW w:w="2160" w:type="dxa"/>
            <w:shd w:val="clear" w:color="auto" w:fill="auto"/>
          </w:tcPr>
          <w:p w14:paraId="513BB07B" w14:textId="77777777" w:rsidR="00DC7196" w:rsidRPr="001C0CC4" w:rsidRDefault="00DC7196" w:rsidP="00BB2E83">
            <w:pPr>
              <w:pStyle w:val="TAL"/>
            </w:pPr>
            <w:r w:rsidRPr="001C0CC4">
              <w:t>8</w:t>
            </w:r>
          </w:p>
        </w:tc>
        <w:tc>
          <w:tcPr>
            <w:tcW w:w="2444" w:type="dxa"/>
            <w:shd w:val="clear" w:color="auto" w:fill="auto"/>
          </w:tcPr>
          <w:p w14:paraId="79EE36DF" w14:textId="77777777" w:rsidR="00DC7196" w:rsidRPr="001C0CC4" w:rsidRDefault="00DC7196" w:rsidP="00BB2E83">
            <w:pPr>
              <w:pStyle w:val="TAL"/>
            </w:pPr>
            <w:r w:rsidRPr="001C0CC4">
              <w:t>8</w:t>
            </w:r>
          </w:p>
        </w:tc>
        <w:tc>
          <w:tcPr>
            <w:tcW w:w="2506" w:type="dxa"/>
          </w:tcPr>
          <w:p w14:paraId="42BC0132" w14:textId="77777777" w:rsidR="00DC7196" w:rsidRPr="001C0CC4" w:rsidRDefault="00DC7196" w:rsidP="00BB2E83">
            <w:pPr>
              <w:pStyle w:val="TAL"/>
            </w:pPr>
            <w:r w:rsidRPr="001C0CC4">
              <w:t>16</w:t>
            </w:r>
          </w:p>
        </w:tc>
      </w:tr>
      <w:tr w:rsidR="00DC7196" w:rsidRPr="001C0CC4" w14:paraId="26611371" w14:textId="77777777" w:rsidTr="00BB2E83">
        <w:tc>
          <w:tcPr>
            <w:tcW w:w="3055" w:type="dxa"/>
            <w:gridSpan w:val="2"/>
          </w:tcPr>
          <w:p w14:paraId="69E021C1" w14:textId="77777777" w:rsidR="00DC7196" w:rsidRPr="001C0CC4" w:rsidRDefault="00DC7196" w:rsidP="00BB2E83">
            <w:pPr>
              <w:pStyle w:val="TAL"/>
              <w:rPr>
                <w:i/>
              </w:rPr>
            </w:pPr>
            <w:r w:rsidRPr="001C0CC4">
              <w:t>The number of slots between PDSCH and corresponding HARQ-ACK information (Note 3)</w:t>
            </w:r>
          </w:p>
        </w:tc>
        <w:tc>
          <w:tcPr>
            <w:tcW w:w="2160" w:type="dxa"/>
            <w:shd w:val="clear" w:color="auto" w:fill="auto"/>
          </w:tcPr>
          <w:p w14:paraId="567BDBFA" w14:textId="77777777" w:rsidR="00DC7196" w:rsidRPr="001C0CC4" w:rsidRDefault="00DC7196" w:rsidP="00BB2E83">
            <w:pPr>
              <w:pStyle w:val="TAL"/>
            </w:pPr>
            <w:r w:rsidRPr="001C0CC4">
              <w:t>K1 = 4 if mod(i,5) = 0</w:t>
            </w:r>
            <w:r w:rsidRPr="001C0CC4">
              <w:br/>
              <w:t>K1 = 3 if mod(i,5) = 1</w:t>
            </w:r>
            <w:r w:rsidRPr="001C0CC4">
              <w:br/>
              <w:t>K1 = 2 if mod(i,5) = 2</w:t>
            </w:r>
            <w:r w:rsidRPr="001C0CC4">
              <w:br/>
              <w:t xml:space="preserve">where i is slot </w:t>
            </w:r>
            <w:r w:rsidRPr="001C0CC4">
              <w:rPr>
                <w:lang w:val="en-US"/>
              </w:rPr>
              <w:t xml:space="preserve">index per frame; i = </w:t>
            </w:r>
            <w:r w:rsidRPr="001C0CC4">
              <w:t>{0,…,9}</w:t>
            </w:r>
          </w:p>
        </w:tc>
        <w:tc>
          <w:tcPr>
            <w:tcW w:w="2444" w:type="dxa"/>
            <w:shd w:val="clear" w:color="auto" w:fill="auto"/>
          </w:tcPr>
          <w:p w14:paraId="68B2F11E" w14:textId="77777777" w:rsidR="00DC7196" w:rsidRPr="001C0CC4" w:rsidRDefault="00DC7196" w:rsidP="00BB2E83">
            <w:pPr>
              <w:pStyle w:val="TAL"/>
            </w:pPr>
            <w:r w:rsidRPr="001C0CC4">
              <w:t xml:space="preserve">K1 = </w:t>
            </w:r>
            <w:r w:rsidRPr="001C0CC4">
              <w:rPr>
                <w:lang w:val="en-US"/>
              </w:rPr>
              <w:t>8</w:t>
            </w:r>
            <w:r w:rsidRPr="001C0CC4">
              <w:t xml:space="preserve"> if mod(i,10) = 0</w:t>
            </w:r>
            <w:r w:rsidRPr="001C0CC4">
              <w:br/>
              <w:t xml:space="preserve">K1 = </w:t>
            </w:r>
            <w:r w:rsidRPr="001C0CC4">
              <w:rPr>
                <w:lang w:val="en-US"/>
              </w:rPr>
              <w:t>7</w:t>
            </w:r>
            <w:r w:rsidRPr="001C0CC4">
              <w:t xml:space="preserve"> if mod(i,10) = 1</w:t>
            </w:r>
            <w:r w:rsidRPr="001C0CC4">
              <w:br/>
              <w:t xml:space="preserve">K1 = </w:t>
            </w:r>
            <w:r w:rsidRPr="001C0CC4">
              <w:rPr>
                <w:lang w:val="en-US"/>
              </w:rPr>
              <w:t>6</w:t>
            </w:r>
            <w:r w:rsidRPr="001C0CC4">
              <w:t xml:space="preserve"> if mod(i,10) = </w:t>
            </w:r>
            <w:r w:rsidRPr="001C0CC4">
              <w:rPr>
                <w:lang w:val="en-US"/>
              </w:rPr>
              <w:t>2</w:t>
            </w:r>
            <w:r w:rsidRPr="001C0CC4">
              <w:br/>
              <w:t xml:space="preserve">K1 = </w:t>
            </w:r>
            <w:r w:rsidRPr="001C0CC4">
              <w:rPr>
                <w:lang w:val="en-US"/>
              </w:rPr>
              <w:t>5</w:t>
            </w:r>
            <w:r w:rsidRPr="001C0CC4">
              <w:t xml:space="preserve"> if mod(i,10) = 3</w:t>
            </w:r>
            <w:r w:rsidRPr="001C0CC4">
              <w:br/>
              <w:t xml:space="preserve">K1 = </w:t>
            </w:r>
            <w:r w:rsidRPr="001C0CC4">
              <w:rPr>
                <w:lang w:val="en-US"/>
              </w:rPr>
              <w:t>4</w:t>
            </w:r>
            <w:r w:rsidRPr="001C0CC4">
              <w:t xml:space="preserve"> if mod(i,10) = </w:t>
            </w:r>
            <w:r w:rsidRPr="001C0CC4">
              <w:rPr>
                <w:lang w:val="en-US"/>
              </w:rPr>
              <w:t>4</w:t>
            </w:r>
            <w:r w:rsidRPr="001C0CC4">
              <w:rPr>
                <w:lang w:val="en-US"/>
              </w:rPr>
              <w:br/>
            </w:r>
            <w:r w:rsidRPr="001C0CC4">
              <w:t xml:space="preserve">K1 = </w:t>
            </w:r>
            <w:r w:rsidRPr="001C0CC4">
              <w:rPr>
                <w:lang w:val="en-US"/>
              </w:rPr>
              <w:t>3</w:t>
            </w:r>
            <w:r w:rsidRPr="001C0CC4">
              <w:t xml:space="preserve"> if mod(i,10) = </w:t>
            </w:r>
            <w:r w:rsidRPr="001C0CC4">
              <w:rPr>
                <w:lang w:val="en-US"/>
              </w:rPr>
              <w:t>5</w:t>
            </w:r>
            <w:r w:rsidRPr="001C0CC4">
              <w:rPr>
                <w:lang w:val="en-US"/>
              </w:rPr>
              <w:br/>
            </w:r>
            <w:r w:rsidRPr="001C0CC4">
              <w:t xml:space="preserve">K1 = </w:t>
            </w:r>
            <w:r w:rsidRPr="001C0CC4">
              <w:rPr>
                <w:lang w:val="en-US"/>
              </w:rPr>
              <w:t>2</w:t>
            </w:r>
            <w:r w:rsidRPr="001C0CC4">
              <w:t xml:space="preserve"> if mod(i,10) = </w:t>
            </w:r>
            <w:r w:rsidRPr="001C0CC4">
              <w:rPr>
                <w:lang w:val="en-US"/>
              </w:rPr>
              <w:t>6</w:t>
            </w:r>
            <w:r w:rsidRPr="001C0CC4">
              <w:br/>
              <w:t xml:space="preserve">where i is slot </w:t>
            </w:r>
            <w:r w:rsidRPr="001C0CC4">
              <w:rPr>
                <w:lang w:val="en-US"/>
              </w:rPr>
              <w:t xml:space="preserve">index per frame; i = </w:t>
            </w:r>
            <w:r w:rsidRPr="001C0CC4">
              <w:t>{0,…,19}</w:t>
            </w:r>
          </w:p>
        </w:tc>
        <w:tc>
          <w:tcPr>
            <w:tcW w:w="2506" w:type="dxa"/>
          </w:tcPr>
          <w:p w14:paraId="33D8E9EF" w14:textId="77777777" w:rsidR="00DC7196" w:rsidRPr="001C0CC4" w:rsidRDefault="00DC7196" w:rsidP="00BB2E83">
            <w:pPr>
              <w:pStyle w:val="TAL"/>
            </w:pPr>
            <w:r w:rsidRPr="001C0CC4">
              <w:br/>
              <w:t>K1 = 13 if mod(i,20) = 2</w:t>
            </w:r>
          </w:p>
          <w:p w14:paraId="23934E18" w14:textId="77777777" w:rsidR="00DC7196" w:rsidRPr="001C0CC4" w:rsidRDefault="00DC7196" w:rsidP="00BB2E83">
            <w:pPr>
              <w:pStyle w:val="TAL"/>
            </w:pPr>
            <w:r w:rsidRPr="001C0CC4">
              <w:t>K1 = 12 if mod(i,20) = 3</w:t>
            </w:r>
          </w:p>
          <w:p w14:paraId="6527A125" w14:textId="77777777" w:rsidR="00DC7196" w:rsidRPr="001C0CC4" w:rsidRDefault="00DC7196" w:rsidP="00BB2E83">
            <w:pPr>
              <w:pStyle w:val="TAL"/>
            </w:pPr>
            <w:r w:rsidRPr="001C0CC4">
              <w:t>K1 = 11 if mod(i,20) = 4</w:t>
            </w:r>
          </w:p>
          <w:p w14:paraId="3C5DEBA6" w14:textId="77777777" w:rsidR="00DC7196" w:rsidRPr="001C0CC4" w:rsidRDefault="00DC7196" w:rsidP="00BB2E83">
            <w:pPr>
              <w:pStyle w:val="TAL"/>
            </w:pPr>
            <w:r w:rsidRPr="001C0CC4">
              <w:t>K1 = 10 if mod(i,20) = 5</w:t>
            </w:r>
          </w:p>
          <w:p w14:paraId="7A2605A9" w14:textId="77777777" w:rsidR="00DC7196" w:rsidRPr="001C0CC4" w:rsidRDefault="00DC7196" w:rsidP="00BB2E83">
            <w:pPr>
              <w:pStyle w:val="TAL"/>
            </w:pPr>
            <w:r w:rsidRPr="001C0CC4">
              <w:t>K1 = 9 if mod(i,20) = 6</w:t>
            </w:r>
          </w:p>
          <w:p w14:paraId="1FB413BE" w14:textId="77777777" w:rsidR="00DC7196" w:rsidRPr="001C0CC4" w:rsidRDefault="00DC7196" w:rsidP="00BB2E83">
            <w:pPr>
              <w:pStyle w:val="TAL"/>
            </w:pPr>
            <w:r w:rsidRPr="001C0CC4">
              <w:t>K1 = 8 if mod(i,20) = 7</w:t>
            </w:r>
          </w:p>
          <w:p w14:paraId="5A661080" w14:textId="77777777" w:rsidR="00DC7196" w:rsidRPr="001C0CC4" w:rsidRDefault="00DC7196" w:rsidP="00BB2E83">
            <w:pPr>
              <w:pStyle w:val="TAL"/>
            </w:pPr>
            <w:r w:rsidRPr="001C0CC4">
              <w:t>K1 = 7 if mod(i,20) = 8</w:t>
            </w:r>
          </w:p>
          <w:p w14:paraId="1893EC59" w14:textId="77777777" w:rsidR="00DC7196" w:rsidRPr="001C0CC4" w:rsidRDefault="00DC7196" w:rsidP="00BB2E83">
            <w:pPr>
              <w:pStyle w:val="TAL"/>
            </w:pPr>
            <w:r w:rsidRPr="001C0CC4">
              <w:t>K1 = 6 if mod(i,20) = 9</w:t>
            </w:r>
            <w:r w:rsidRPr="001C0CC4">
              <w:br/>
              <w:t>K1 = 6 if mod(i,20) = 10</w:t>
            </w:r>
          </w:p>
          <w:p w14:paraId="7DDED0BE" w14:textId="77777777" w:rsidR="00DC7196" w:rsidRPr="001C0CC4" w:rsidRDefault="00DC7196" w:rsidP="00BB2E83">
            <w:pPr>
              <w:pStyle w:val="TAL"/>
            </w:pPr>
            <w:r w:rsidRPr="001C0CC4">
              <w:t>K1 = 6 if mod(i,20) = 11</w:t>
            </w:r>
          </w:p>
          <w:p w14:paraId="67FB14FD" w14:textId="77777777" w:rsidR="00DC7196" w:rsidRPr="001C0CC4" w:rsidRDefault="00DC7196" w:rsidP="00BB2E83">
            <w:pPr>
              <w:pStyle w:val="TAL"/>
            </w:pPr>
            <w:r w:rsidRPr="001C0CC4">
              <w:t>K1 = 6 if mod(i,20) = 12</w:t>
            </w:r>
            <w:r w:rsidRPr="001C0CC4">
              <w:br/>
              <w:t>K1 = 6 if mod(i,20) = 13</w:t>
            </w:r>
            <w:r w:rsidRPr="001C0CC4">
              <w:br/>
              <w:t xml:space="preserve">where i is slot </w:t>
            </w:r>
            <w:r w:rsidRPr="001C0CC4">
              <w:rPr>
                <w:lang w:val="en-US"/>
              </w:rPr>
              <w:t xml:space="preserve">index per frame; i = </w:t>
            </w:r>
            <w:r w:rsidRPr="001C0CC4">
              <w:t>{0,…,39}</w:t>
            </w:r>
          </w:p>
        </w:tc>
      </w:tr>
      <w:tr w:rsidR="00DC7196" w:rsidRPr="001C0CC4" w14:paraId="61AFFFE1" w14:textId="77777777" w:rsidTr="00DC7196">
        <w:tc>
          <w:tcPr>
            <w:tcW w:w="10165" w:type="dxa"/>
            <w:gridSpan w:val="5"/>
          </w:tcPr>
          <w:p w14:paraId="75338E3E" w14:textId="77777777" w:rsidR="00DC7196" w:rsidRPr="001C0CC4" w:rsidRDefault="00DC7196" w:rsidP="00D24A0A">
            <w:pPr>
              <w:pStyle w:val="TAN"/>
            </w:pPr>
            <w:r w:rsidRPr="001C0CC4">
              <w:t>NOTE 1:</w:t>
            </w:r>
            <w:r w:rsidRPr="001C0CC4">
              <w:tab/>
              <w:t>D denotes a slot with all DL symbols; S denotes a slot with a mix of DL, UL and guard symbols; U denotes a slot with all UL symbols. The field is for information.</w:t>
            </w:r>
          </w:p>
          <w:p w14:paraId="55E4E991" w14:textId="77777777" w:rsidR="00DC7196" w:rsidRPr="001C0CC4" w:rsidRDefault="00DC7196" w:rsidP="00D24A0A">
            <w:pPr>
              <w:pStyle w:val="TAN"/>
            </w:pPr>
            <w:r w:rsidRPr="001C0CC4">
              <w:t>NOTE 2:</w:t>
            </w:r>
            <w:r w:rsidRPr="001C0CC4">
              <w:tab/>
              <w:t>D, G, U denote DL, guard and UL symbols, respectively. The field is for information.</w:t>
            </w:r>
          </w:p>
          <w:p w14:paraId="29F63A75" w14:textId="77777777" w:rsidR="00DC7196" w:rsidRDefault="00DC7196" w:rsidP="00D24A0A">
            <w:pPr>
              <w:pStyle w:val="TAN"/>
            </w:pPr>
            <w:r w:rsidRPr="001C0CC4">
              <w:t>NOTE 3:</w:t>
            </w:r>
            <w:r w:rsidRPr="001C0CC4">
              <w:tab/>
              <w:t>i is the slot index per frame.</w:t>
            </w:r>
          </w:p>
          <w:p w14:paraId="49E1420E" w14:textId="662D6282" w:rsidR="00D24A0A" w:rsidRPr="001C0CC4" w:rsidRDefault="00D24A0A" w:rsidP="00D24A0A">
            <w:pPr>
              <w:pStyle w:val="TAN"/>
            </w:pPr>
            <w:r w:rsidRPr="00862C47">
              <w:t>NOTE 4:</w:t>
            </w:r>
            <w:r w:rsidRPr="00862C47">
              <w:tab/>
              <w:t>A -2ms or +3ms time offset to the NR configuration pattern relative to the E-UTRA UL-DL configuration must be apply in the TDD intra-band EN-DC.</w:t>
            </w:r>
          </w:p>
        </w:tc>
      </w:tr>
    </w:tbl>
    <w:p w14:paraId="37F8510D" w14:textId="77777777" w:rsidR="00DC7196" w:rsidRPr="001C0CC4" w:rsidRDefault="00DC7196" w:rsidP="00DC7196"/>
    <w:p w14:paraId="4C4A324B" w14:textId="77777777" w:rsidR="00DC7196" w:rsidRPr="001C0CC4" w:rsidRDefault="00DC7196" w:rsidP="00DC7196">
      <w:pPr>
        <w:pStyle w:val="Heading3"/>
      </w:pPr>
      <w:bookmarkStart w:id="595" w:name="_Toc21344548"/>
      <w:bookmarkStart w:id="596" w:name="_Toc29802036"/>
      <w:bookmarkStart w:id="597" w:name="_Toc29802460"/>
      <w:bookmarkStart w:id="598" w:name="_Toc29803085"/>
      <w:bookmarkStart w:id="599" w:name="_Toc36107827"/>
      <w:bookmarkStart w:id="600" w:name="_Toc37251601"/>
      <w:bookmarkStart w:id="601" w:name="_Toc45888540"/>
      <w:bookmarkStart w:id="602" w:name="_Toc45889139"/>
      <w:bookmarkStart w:id="603" w:name="_Toc59650512"/>
      <w:bookmarkStart w:id="604" w:name="_Toc61357784"/>
      <w:bookmarkStart w:id="605" w:name="_Toc61359558"/>
      <w:bookmarkStart w:id="606" w:name="_Toc67916498"/>
      <w:bookmarkStart w:id="607" w:name="_Toc75534044"/>
      <w:bookmarkStart w:id="608" w:name="_Toc75819930"/>
      <w:bookmarkStart w:id="609" w:name="_Toc76508774"/>
      <w:bookmarkStart w:id="610" w:name="_Toc76717724"/>
      <w:bookmarkStart w:id="611" w:name="_Toc83294365"/>
      <w:bookmarkStart w:id="612" w:name="_Toc84335404"/>
      <w:r w:rsidRPr="001C0CC4">
        <w:t>A.3.3.2</w:t>
      </w:r>
      <w:r w:rsidRPr="001C0CC4">
        <w:tab/>
        <w:t>FRC for receiver requirements for QPSK</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55784787" w14:textId="77777777" w:rsidR="00DC7196" w:rsidRPr="001C0CC4" w:rsidRDefault="00DC7196" w:rsidP="00DC7196">
      <w:pPr>
        <w:pStyle w:val="TH"/>
      </w:pPr>
      <w:r w:rsidRPr="001C0CC4">
        <w:t>Table A.3.3.2-1 Fixed reference channel for receiver requirements (SCS 15 kHz, TDD, QPSK 1/3)</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DC7196" w:rsidRPr="001C0CC4" w14:paraId="4179BC65" w14:textId="77777777" w:rsidTr="00E51EAF">
        <w:trPr>
          <w:jc w:val="center"/>
        </w:trPr>
        <w:tc>
          <w:tcPr>
            <w:tcW w:w="3690" w:type="dxa"/>
            <w:vAlign w:val="center"/>
          </w:tcPr>
          <w:p w14:paraId="025CEF8C" w14:textId="77777777" w:rsidR="00DC7196" w:rsidRPr="001C0CC4" w:rsidRDefault="00DC7196" w:rsidP="00DC7196">
            <w:pPr>
              <w:keepNext/>
              <w:keepLines/>
              <w:spacing w:after="0"/>
              <w:jc w:val="center"/>
              <w:rPr>
                <w:rFonts w:ascii="Arial" w:hAnsi="Arial" w:cs="Arial"/>
                <w:b/>
                <w:sz w:val="18"/>
              </w:rPr>
            </w:pPr>
            <w:r w:rsidRPr="001C0CC4">
              <w:rPr>
                <w:rFonts w:ascii="Arial" w:hAnsi="Arial" w:cs="Arial"/>
                <w:b/>
                <w:sz w:val="18"/>
              </w:rPr>
              <w:t>Parameter</w:t>
            </w:r>
          </w:p>
        </w:tc>
        <w:tc>
          <w:tcPr>
            <w:tcW w:w="1093" w:type="dxa"/>
            <w:vAlign w:val="center"/>
          </w:tcPr>
          <w:p w14:paraId="425E77BF" w14:textId="77777777" w:rsidR="00DC7196" w:rsidRPr="001C0CC4" w:rsidRDefault="00DC7196" w:rsidP="00DC7196">
            <w:pPr>
              <w:keepNext/>
              <w:keepLines/>
              <w:spacing w:after="0"/>
              <w:jc w:val="center"/>
              <w:rPr>
                <w:rFonts w:ascii="Arial" w:hAnsi="Arial" w:cs="Arial"/>
                <w:b/>
                <w:sz w:val="18"/>
              </w:rPr>
            </w:pPr>
            <w:r w:rsidRPr="001C0CC4">
              <w:rPr>
                <w:rFonts w:ascii="Arial" w:hAnsi="Arial" w:cs="Arial"/>
                <w:b/>
                <w:sz w:val="18"/>
              </w:rPr>
              <w:t>Unit</w:t>
            </w:r>
          </w:p>
        </w:tc>
        <w:tc>
          <w:tcPr>
            <w:tcW w:w="5736" w:type="dxa"/>
            <w:gridSpan w:val="8"/>
          </w:tcPr>
          <w:p w14:paraId="3D24A278" w14:textId="77777777" w:rsidR="00DC7196" w:rsidRPr="001C0CC4" w:rsidRDefault="00DC7196" w:rsidP="00DC7196">
            <w:pPr>
              <w:keepNext/>
              <w:keepLines/>
              <w:spacing w:after="0"/>
              <w:jc w:val="center"/>
              <w:rPr>
                <w:rFonts w:ascii="Arial" w:hAnsi="Arial" w:cs="Arial"/>
                <w:b/>
                <w:sz w:val="18"/>
              </w:rPr>
            </w:pPr>
            <w:r w:rsidRPr="001C0CC4">
              <w:rPr>
                <w:rFonts w:ascii="Arial" w:hAnsi="Arial" w:cs="Arial"/>
                <w:b/>
                <w:sz w:val="18"/>
              </w:rPr>
              <w:t>Value</w:t>
            </w:r>
          </w:p>
        </w:tc>
      </w:tr>
      <w:tr w:rsidR="00DC7196" w:rsidRPr="001C0CC4" w14:paraId="0AC27AE1" w14:textId="77777777" w:rsidTr="00E51EAF">
        <w:trPr>
          <w:jc w:val="center"/>
        </w:trPr>
        <w:tc>
          <w:tcPr>
            <w:tcW w:w="3690" w:type="dxa"/>
            <w:vAlign w:val="center"/>
          </w:tcPr>
          <w:p w14:paraId="763D509F" w14:textId="77777777" w:rsidR="00DC7196" w:rsidRPr="001C0CC4" w:rsidRDefault="00DC7196" w:rsidP="00DC7196">
            <w:pPr>
              <w:pStyle w:val="TAH"/>
              <w:rPr>
                <w:rFonts w:eastAsia="SimSun"/>
              </w:rPr>
            </w:pPr>
            <w:r w:rsidRPr="001C0CC4">
              <w:rPr>
                <w:rFonts w:eastAsia="SimSun"/>
              </w:rPr>
              <w:t>Channel bandwidth</w:t>
            </w:r>
          </w:p>
        </w:tc>
        <w:tc>
          <w:tcPr>
            <w:tcW w:w="1093" w:type="dxa"/>
            <w:vAlign w:val="center"/>
          </w:tcPr>
          <w:p w14:paraId="294ACD1D" w14:textId="77777777" w:rsidR="00DC7196" w:rsidRPr="001C0CC4" w:rsidRDefault="00DC7196" w:rsidP="00DC7196">
            <w:pPr>
              <w:pStyle w:val="TAH"/>
            </w:pPr>
            <w:r w:rsidRPr="001C0CC4">
              <w:t>MHz</w:t>
            </w:r>
          </w:p>
        </w:tc>
        <w:tc>
          <w:tcPr>
            <w:tcW w:w="717" w:type="dxa"/>
            <w:vAlign w:val="center"/>
          </w:tcPr>
          <w:p w14:paraId="35AB93FF" w14:textId="77777777" w:rsidR="00DC7196" w:rsidRPr="001C0CC4" w:rsidRDefault="00DC7196" w:rsidP="00DC7196">
            <w:pPr>
              <w:pStyle w:val="TAH"/>
            </w:pPr>
            <w:r w:rsidRPr="001C0CC4">
              <w:t>5</w:t>
            </w:r>
          </w:p>
        </w:tc>
        <w:tc>
          <w:tcPr>
            <w:tcW w:w="717" w:type="dxa"/>
            <w:vAlign w:val="center"/>
          </w:tcPr>
          <w:p w14:paraId="12597BE6" w14:textId="77777777" w:rsidR="00DC7196" w:rsidRPr="001C0CC4" w:rsidRDefault="00DC7196" w:rsidP="00DC7196">
            <w:pPr>
              <w:pStyle w:val="TAH"/>
            </w:pPr>
            <w:r w:rsidRPr="001C0CC4">
              <w:t>10</w:t>
            </w:r>
          </w:p>
        </w:tc>
        <w:tc>
          <w:tcPr>
            <w:tcW w:w="717" w:type="dxa"/>
            <w:vAlign w:val="center"/>
          </w:tcPr>
          <w:p w14:paraId="0DF2ED5E" w14:textId="77777777" w:rsidR="00DC7196" w:rsidRPr="001C0CC4" w:rsidRDefault="00DC7196" w:rsidP="00DC7196">
            <w:pPr>
              <w:pStyle w:val="TAH"/>
            </w:pPr>
            <w:r w:rsidRPr="001C0CC4">
              <w:t>15</w:t>
            </w:r>
          </w:p>
        </w:tc>
        <w:tc>
          <w:tcPr>
            <w:tcW w:w="717" w:type="dxa"/>
            <w:vAlign w:val="center"/>
          </w:tcPr>
          <w:p w14:paraId="3B88D536" w14:textId="77777777" w:rsidR="00DC7196" w:rsidRPr="001C0CC4" w:rsidRDefault="00DC7196" w:rsidP="00DC7196">
            <w:pPr>
              <w:pStyle w:val="TAH"/>
            </w:pPr>
            <w:r w:rsidRPr="001C0CC4">
              <w:t>20</w:t>
            </w:r>
          </w:p>
        </w:tc>
        <w:tc>
          <w:tcPr>
            <w:tcW w:w="717" w:type="dxa"/>
            <w:vAlign w:val="center"/>
          </w:tcPr>
          <w:p w14:paraId="0B685CF3" w14:textId="77777777" w:rsidR="00DC7196" w:rsidRPr="001C0CC4" w:rsidRDefault="00DC7196" w:rsidP="00DC7196">
            <w:pPr>
              <w:pStyle w:val="TAH"/>
            </w:pPr>
            <w:r w:rsidRPr="001C0CC4">
              <w:t>25</w:t>
            </w:r>
          </w:p>
        </w:tc>
        <w:tc>
          <w:tcPr>
            <w:tcW w:w="717" w:type="dxa"/>
            <w:vAlign w:val="center"/>
          </w:tcPr>
          <w:p w14:paraId="3DC29212" w14:textId="77777777" w:rsidR="00DC7196" w:rsidRPr="001C0CC4" w:rsidRDefault="00DC7196" w:rsidP="00DC7196">
            <w:pPr>
              <w:pStyle w:val="TAH"/>
            </w:pPr>
            <w:r w:rsidRPr="001C0CC4">
              <w:t>30</w:t>
            </w:r>
          </w:p>
        </w:tc>
        <w:tc>
          <w:tcPr>
            <w:tcW w:w="717" w:type="dxa"/>
            <w:vAlign w:val="center"/>
          </w:tcPr>
          <w:p w14:paraId="6C6A946D" w14:textId="77777777" w:rsidR="00DC7196" w:rsidRPr="001C0CC4" w:rsidRDefault="00DC7196" w:rsidP="00DC7196">
            <w:pPr>
              <w:pStyle w:val="TAH"/>
            </w:pPr>
            <w:r w:rsidRPr="001C0CC4">
              <w:t>40</w:t>
            </w:r>
          </w:p>
        </w:tc>
        <w:tc>
          <w:tcPr>
            <w:tcW w:w="717" w:type="dxa"/>
            <w:vAlign w:val="center"/>
          </w:tcPr>
          <w:p w14:paraId="4FCD1C46" w14:textId="77777777" w:rsidR="00DC7196" w:rsidRPr="001C0CC4" w:rsidRDefault="00DC7196" w:rsidP="00DC7196">
            <w:pPr>
              <w:pStyle w:val="TAH"/>
            </w:pPr>
            <w:r w:rsidRPr="001C0CC4">
              <w:t>50</w:t>
            </w:r>
          </w:p>
        </w:tc>
      </w:tr>
      <w:tr w:rsidR="00DC7196" w:rsidRPr="001C0CC4" w14:paraId="7340C7F1" w14:textId="77777777" w:rsidTr="00E51EAF">
        <w:trPr>
          <w:jc w:val="center"/>
        </w:trPr>
        <w:tc>
          <w:tcPr>
            <w:tcW w:w="3690" w:type="dxa"/>
            <w:vAlign w:val="center"/>
          </w:tcPr>
          <w:p w14:paraId="61F0CE39" w14:textId="77777777" w:rsidR="00DC7196" w:rsidRPr="001C0CC4" w:rsidRDefault="00DC7196" w:rsidP="00DC7196">
            <w:pPr>
              <w:pStyle w:val="TAL"/>
              <w:rPr>
                <w:rFonts w:eastAsia="SimSun"/>
              </w:rPr>
            </w:pPr>
            <w:r w:rsidRPr="001C0CC4">
              <w:rPr>
                <w:rFonts w:eastAsia="SimSun"/>
              </w:rPr>
              <w:t>Subcarrier spacing</w:t>
            </w:r>
          </w:p>
        </w:tc>
        <w:tc>
          <w:tcPr>
            <w:tcW w:w="1093" w:type="dxa"/>
            <w:vAlign w:val="center"/>
          </w:tcPr>
          <w:p w14:paraId="6E243B4B" w14:textId="77777777" w:rsidR="00DC7196" w:rsidRPr="001C0CC4" w:rsidRDefault="00DC7196" w:rsidP="00DC7196">
            <w:pPr>
              <w:pStyle w:val="TAC"/>
            </w:pPr>
            <w:r w:rsidRPr="001C0CC4">
              <w:t>kHz</w:t>
            </w:r>
          </w:p>
        </w:tc>
        <w:tc>
          <w:tcPr>
            <w:tcW w:w="717" w:type="dxa"/>
            <w:vAlign w:val="center"/>
          </w:tcPr>
          <w:p w14:paraId="7F039D3C" w14:textId="77777777" w:rsidR="00DC7196" w:rsidRPr="001C0CC4" w:rsidRDefault="00DC7196" w:rsidP="00DC7196">
            <w:pPr>
              <w:pStyle w:val="TAC"/>
            </w:pPr>
            <w:r w:rsidRPr="001C0CC4">
              <w:t>15</w:t>
            </w:r>
          </w:p>
        </w:tc>
        <w:tc>
          <w:tcPr>
            <w:tcW w:w="717" w:type="dxa"/>
            <w:vAlign w:val="center"/>
          </w:tcPr>
          <w:p w14:paraId="48B403B4" w14:textId="77777777" w:rsidR="00DC7196" w:rsidRPr="001C0CC4" w:rsidRDefault="00DC7196" w:rsidP="00DC7196">
            <w:pPr>
              <w:pStyle w:val="TAC"/>
            </w:pPr>
            <w:r w:rsidRPr="001C0CC4">
              <w:t>15</w:t>
            </w:r>
          </w:p>
        </w:tc>
        <w:tc>
          <w:tcPr>
            <w:tcW w:w="717" w:type="dxa"/>
            <w:vAlign w:val="center"/>
          </w:tcPr>
          <w:p w14:paraId="3CFEE270" w14:textId="77777777" w:rsidR="00DC7196" w:rsidRPr="001C0CC4" w:rsidRDefault="00DC7196" w:rsidP="00DC7196">
            <w:pPr>
              <w:pStyle w:val="TAC"/>
            </w:pPr>
            <w:r w:rsidRPr="001C0CC4">
              <w:t>15</w:t>
            </w:r>
          </w:p>
        </w:tc>
        <w:tc>
          <w:tcPr>
            <w:tcW w:w="717" w:type="dxa"/>
            <w:vAlign w:val="center"/>
          </w:tcPr>
          <w:p w14:paraId="1941B88F" w14:textId="77777777" w:rsidR="00DC7196" w:rsidRPr="001C0CC4" w:rsidRDefault="00DC7196" w:rsidP="00DC7196">
            <w:pPr>
              <w:pStyle w:val="TAC"/>
            </w:pPr>
            <w:r w:rsidRPr="001C0CC4">
              <w:t>15</w:t>
            </w:r>
          </w:p>
        </w:tc>
        <w:tc>
          <w:tcPr>
            <w:tcW w:w="717" w:type="dxa"/>
            <w:vAlign w:val="center"/>
          </w:tcPr>
          <w:p w14:paraId="0951FF93" w14:textId="77777777" w:rsidR="00DC7196" w:rsidRPr="001C0CC4" w:rsidRDefault="00DC7196" w:rsidP="00DC7196">
            <w:pPr>
              <w:pStyle w:val="TAC"/>
            </w:pPr>
            <w:r w:rsidRPr="001C0CC4">
              <w:t>15</w:t>
            </w:r>
          </w:p>
        </w:tc>
        <w:tc>
          <w:tcPr>
            <w:tcW w:w="717" w:type="dxa"/>
            <w:vAlign w:val="center"/>
          </w:tcPr>
          <w:p w14:paraId="29C651AB" w14:textId="77777777" w:rsidR="00DC7196" w:rsidRPr="001C0CC4" w:rsidRDefault="00DC7196" w:rsidP="00DC7196">
            <w:pPr>
              <w:pStyle w:val="TAC"/>
            </w:pPr>
            <w:r w:rsidRPr="001C0CC4">
              <w:t>15</w:t>
            </w:r>
          </w:p>
        </w:tc>
        <w:tc>
          <w:tcPr>
            <w:tcW w:w="717" w:type="dxa"/>
            <w:vAlign w:val="center"/>
          </w:tcPr>
          <w:p w14:paraId="3837C77E" w14:textId="77777777" w:rsidR="00DC7196" w:rsidRPr="001C0CC4" w:rsidRDefault="00DC7196" w:rsidP="00DC7196">
            <w:pPr>
              <w:pStyle w:val="TAC"/>
            </w:pPr>
            <w:r w:rsidRPr="001C0CC4">
              <w:t>15</w:t>
            </w:r>
          </w:p>
        </w:tc>
        <w:tc>
          <w:tcPr>
            <w:tcW w:w="717" w:type="dxa"/>
            <w:vAlign w:val="center"/>
          </w:tcPr>
          <w:p w14:paraId="4EECF35B" w14:textId="77777777" w:rsidR="00DC7196" w:rsidRPr="001C0CC4" w:rsidRDefault="00DC7196" w:rsidP="00DC7196">
            <w:pPr>
              <w:pStyle w:val="TAC"/>
            </w:pPr>
            <w:r w:rsidRPr="001C0CC4">
              <w:t>15</w:t>
            </w:r>
          </w:p>
        </w:tc>
      </w:tr>
      <w:tr w:rsidR="00DC7196" w:rsidRPr="001C0CC4" w14:paraId="616C5418" w14:textId="77777777" w:rsidTr="00E51EAF">
        <w:trPr>
          <w:jc w:val="center"/>
        </w:trPr>
        <w:tc>
          <w:tcPr>
            <w:tcW w:w="3690" w:type="dxa"/>
            <w:vAlign w:val="center"/>
          </w:tcPr>
          <w:p w14:paraId="1743593F" w14:textId="77777777" w:rsidR="00DC7196" w:rsidRPr="001C0CC4" w:rsidRDefault="00DC7196" w:rsidP="00DC7196">
            <w:pPr>
              <w:pStyle w:val="TAL"/>
              <w:rPr>
                <w:rFonts w:eastAsia="SimSun"/>
              </w:rPr>
            </w:pPr>
            <w:r w:rsidRPr="001C0CC4">
              <w:rPr>
                <w:rFonts w:eastAsia="SimSun"/>
              </w:rPr>
              <w:t xml:space="preserve">Subcarrier spacing configuration </w:t>
            </w:r>
            <w:r w:rsidR="00E22A58">
              <w:rPr>
                <w:rFonts w:eastAsia="SimSun"/>
                <w:noProof/>
              </w:rPr>
              <w:drawing>
                <wp:inline distT="0" distB="0" distL="0" distR="0" wp14:anchorId="5D9220B6" wp14:editId="49FDC2A7">
                  <wp:extent cx="180975" cy="18097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vAlign w:val="center"/>
          </w:tcPr>
          <w:p w14:paraId="0DC3808F" w14:textId="77777777" w:rsidR="00DC7196" w:rsidRPr="001C0CC4" w:rsidRDefault="00DC7196" w:rsidP="00DC7196">
            <w:pPr>
              <w:pStyle w:val="TAC"/>
            </w:pPr>
          </w:p>
        </w:tc>
        <w:tc>
          <w:tcPr>
            <w:tcW w:w="717" w:type="dxa"/>
            <w:vAlign w:val="center"/>
          </w:tcPr>
          <w:p w14:paraId="2027AA0B" w14:textId="77777777" w:rsidR="00DC7196" w:rsidRPr="001C0CC4" w:rsidRDefault="00DC7196" w:rsidP="00DC7196">
            <w:pPr>
              <w:pStyle w:val="TAC"/>
            </w:pPr>
            <w:r w:rsidRPr="001C0CC4">
              <w:t>0</w:t>
            </w:r>
          </w:p>
        </w:tc>
        <w:tc>
          <w:tcPr>
            <w:tcW w:w="717" w:type="dxa"/>
            <w:vAlign w:val="center"/>
          </w:tcPr>
          <w:p w14:paraId="2CB33566" w14:textId="77777777" w:rsidR="00DC7196" w:rsidRPr="001C0CC4" w:rsidRDefault="00DC7196" w:rsidP="00DC7196">
            <w:pPr>
              <w:pStyle w:val="TAC"/>
            </w:pPr>
            <w:r w:rsidRPr="001C0CC4">
              <w:t>0</w:t>
            </w:r>
          </w:p>
        </w:tc>
        <w:tc>
          <w:tcPr>
            <w:tcW w:w="717" w:type="dxa"/>
            <w:vAlign w:val="center"/>
          </w:tcPr>
          <w:p w14:paraId="721455E1" w14:textId="77777777" w:rsidR="00DC7196" w:rsidRPr="001C0CC4" w:rsidRDefault="00DC7196" w:rsidP="00DC7196">
            <w:pPr>
              <w:pStyle w:val="TAC"/>
            </w:pPr>
            <w:r w:rsidRPr="001C0CC4">
              <w:t>0</w:t>
            </w:r>
          </w:p>
        </w:tc>
        <w:tc>
          <w:tcPr>
            <w:tcW w:w="717" w:type="dxa"/>
            <w:vAlign w:val="center"/>
          </w:tcPr>
          <w:p w14:paraId="112F920D" w14:textId="77777777" w:rsidR="00DC7196" w:rsidRPr="001C0CC4" w:rsidRDefault="00DC7196" w:rsidP="00DC7196">
            <w:pPr>
              <w:pStyle w:val="TAC"/>
            </w:pPr>
            <w:r w:rsidRPr="001C0CC4">
              <w:t>0</w:t>
            </w:r>
          </w:p>
        </w:tc>
        <w:tc>
          <w:tcPr>
            <w:tcW w:w="717" w:type="dxa"/>
            <w:vAlign w:val="center"/>
          </w:tcPr>
          <w:p w14:paraId="6902B331" w14:textId="77777777" w:rsidR="00DC7196" w:rsidRPr="001C0CC4" w:rsidRDefault="00DC7196" w:rsidP="00DC7196">
            <w:pPr>
              <w:pStyle w:val="TAC"/>
            </w:pPr>
            <w:r w:rsidRPr="001C0CC4">
              <w:t>0</w:t>
            </w:r>
          </w:p>
        </w:tc>
        <w:tc>
          <w:tcPr>
            <w:tcW w:w="717" w:type="dxa"/>
            <w:vAlign w:val="center"/>
          </w:tcPr>
          <w:p w14:paraId="27A16107" w14:textId="77777777" w:rsidR="00DC7196" w:rsidRPr="001C0CC4" w:rsidRDefault="00DC7196" w:rsidP="00DC7196">
            <w:pPr>
              <w:pStyle w:val="TAC"/>
            </w:pPr>
            <w:r w:rsidRPr="001C0CC4">
              <w:t>0</w:t>
            </w:r>
          </w:p>
        </w:tc>
        <w:tc>
          <w:tcPr>
            <w:tcW w:w="717" w:type="dxa"/>
            <w:vAlign w:val="center"/>
          </w:tcPr>
          <w:p w14:paraId="7514178A" w14:textId="77777777" w:rsidR="00DC7196" w:rsidRPr="001C0CC4" w:rsidRDefault="00DC7196" w:rsidP="00DC7196">
            <w:pPr>
              <w:pStyle w:val="TAC"/>
            </w:pPr>
            <w:r w:rsidRPr="001C0CC4">
              <w:t>0</w:t>
            </w:r>
          </w:p>
        </w:tc>
        <w:tc>
          <w:tcPr>
            <w:tcW w:w="717" w:type="dxa"/>
            <w:vAlign w:val="center"/>
          </w:tcPr>
          <w:p w14:paraId="1ED80CB6" w14:textId="77777777" w:rsidR="00DC7196" w:rsidRPr="001C0CC4" w:rsidRDefault="00DC7196" w:rsidP="00DC7196">
            <w:pPr>
              <w:pStyle w:val="TAC"/>
            </w:pPr>
            <w:r w:rsidRPr="001C0CC4">
              <w:t>0</w:t>
            </w:r>
          </w:p>
        </w:tc>
      </w:tr>
      <w:tr w:rsidR="00DC7196" w:rsidRPr="001C0CC4" w14:paraId="3C5125CA" w14:textId="77777777" w:rsidTr="00E51EAF">
        <w:trPr>
          <w:jc w:val="center"/>
        </w:trPr>
        <w:tc>
          <w:tcPr>
            <w:tcW w:w="3690" w:type="dxa"/>
            <w:vAlign w:val="center"/>
          </w:tcPr>
          <w:p w14:paraId="13E2FC7B" w14:textId="77777777" w:rsidR="00DC7196" w:rsidRPr="001C0CC4" w:rsidRDefault="00DC7196" w:rsidP="00DC7196">
            <w:pPr>
              <w:pStyle w:val="TAL"/>
              <w:rPr>
                <w:rFonts w:eastAsia="SimSun"/>
              </w:rPr>
            </w:pPr>
            <w:r w:rsidRPr="001C0CC4">
              <w:rPr>
                <w:rFonts w:eastAsia="SimSun"/>
              </w:rPr>
              <w:t>Allocated resource blocks</w:t>
            </w:r>
          </w:p>
        </w:tc>
        <w:tc>
          <w:tcPr>
            <w:tcW w:w="1093" w:type="dxa"/>
            <w:vAlign w:val="center"/>
          </w:tcPr>
          <w:p w14:paraId="05FCB368" w14:textId="77777777" w:rsidR="00DC7196" w:rsidRPr="001C0CC4" w:rsidRDefault="00DC7196" w:rsidP="00DC7196">
            <w:pPr>
              <w:pStyle w:val="TAC"/>
            </w:pPr>
          </w:p>
        </w:tc>
        <w:tc>
          <w:tcPr>
            <w:tcW w:w="717" w:type="dxa"/>
            <w:vAlign w:val="center"/>
          </w:tcPr>
          <w:p w14:paraId="4A7B6383" w14:textId="77777777" w:rsidR="00DC7196" w:rsidRPr="001C0CC4" w:rsidRDefault="00DC7196" w:rsidP="00DC7196">
            <w:pPr>
              <w:pStyle w:val="TAC"/>
            </w:pPr>
            <w:r w:rsidRPr="001C0CC4">
              <w:t>25</w:t>
            </w:r>
          </w:p>
        </w:tc>
        <w:tc>
          <w:tcPr>
            <w:tcW w:w="717" w:type="dxa"/>
            <w:vAlign w:val="center"/>
          </w:tcPr>
          <w:p w14:paraId="7AA58469" w14:textId="77777777" w:rsidR="00DC7196" w:rsidRPr="001C0CC4" w:rsidRDefault="00DC7196" w:rsidP="00DC7196">
            <w:pPr>
              <w:pStyle w:val="TAC"/>
            </w:pPr>
            <w:r w:rsidRPr="001C0CC4">
              <w:t>52</w:t>
            </w:r>
          </w:p>
        </w:tc>
        <w:tc>
          <w:tcPr>
            <w:tcW w:w="717" w:type="dxa"/>
            <w:vAlign w:val="center"/>
          </w:tcPr>
          <w:p w14:paraId="3AD59898" w14:textId="77777777" w:rsidR="00DC7196" w:rsidRPr="001C0CC4" w:rsidRDefault="00DC7196" w:rsidP="00DC7196">
            <w:pPr>
              <w:pStyle w:val="TAC"/>
            </w:pPr>
            <w:r w:rsidRPr="001C0CC4">
              <w:t>79</w:t>
            </w:r>
          </w:p>
        </w:tc>
        <w:tc>
          <w:tcPr>
            <w:tcW w:w="717" w:type="dxa"/>
            <w:vAlign w:val="center"/>
          </w:tcPr>
          <w:p w14:paraId="2F4BE127" w14:textId="77777777" w:rsidR="00DC7196" w:rsidRPr="001C0CC4" w:rsidRDefault="00DC7196" w:rsidP="00DC7196">
            <w:pPr>
              <w:pStyle w:val="TAC"/>
            </w:pPr>
            <w:r w:rsidRPr="001C0CC4">
              <w:t>106</w:t>
            </w:r>
          </w:p>
        </w:tc>
        <w:tc>
          <w:tcPr>
            <w:tcW w:w="717" w:type="dxa"/>
            <w:vAlign w:val="center"/>
          </w:tcPr>
          <w:p w14:paraId="0D095828" w14:textId="77777777" w:rsidR="00DC7196" w:rsidRPr="001C0CC4" w:rsidRDefault="00DC7196" w:rsidP="00DC7196">
            <w:pPr>
              <w:pStyle w:val="TAC"/>
            </w:pPr>
            <w:r w:rsidRPr="001C0CC4">
              <w:t>133</w:t>
            </w:r>
          </w:p>
        </w:tc>
        <w:tc>
          <w:tcPr>
            <w:tcW w:w="717" w:type="dxa"/>
            <w:vAlign w:val="center"/>
          </w:tcPr>
          <w:p w14:paraId="3A87B8D8" w14:textId="77777777" w:rsidR="00DC7196" w:rsidRPr="001C0CC4" w:rsidRDefault="00DC7196" w:rsidP="00DC7196">
            <w:pPr>
              <w:pStyle w:val="TAC"/>
            </w:pPr>
            <w:r w:rsidRPr="001C0CC4">
              <w:t>160</w:t>
            </w:r>
          </w:p>
        </w:tc>
        <w:tc>
          <w:tcPr>
            <w:tcW w:w="717" w:type="dxa"/>
            <w:vAlign w:val="center"/>
          </w:tcPr>
          <w:p w14:paraId="03CB06CC" w14:textId="77777777" w:rsidR="00DC7196" w:rsidRPr="001C0CC4" w:rsidRDefault="00DC7196" w:rsidP="00DC7196">
            <w:pPr>
              <w:pStyle w:val="TAC"/>
            </w:pPr>
            <w:r w:rsidRPr="001C0CC4">
              <w:t>216</w:t>
            </w:r>
          </w:p>
        </w:tc>
        <w:tc>
          <w:tcPr>
            <w:tcW w:w="717" w:type="dxa"/>
            <w:vAlign w:val="center"/>
          </w:tcPr>
          <w:p w14:paraId="1ED068CC" w14:textId="77777777" w:rsidR="00DC7196" w:rsidRPr="001C0CC4" w:rsidRDefault="00DC7196" w:rsidP="00DC7196">
            <w:pPr>
              <w:pStyle w:val="TAC"/>
            </w:pPr>
            <w:r w:rsidRPr="001C0CC4">
              <w:t>270</w:t>
            </w:r>
          </w:p>
        </w:tc>
      </w:tr>
      <w:tr w:rsidR="00DC7196" w:rsidRPr="001C0CC4" w14:paraId="0C34E583" w14:textId="77777777" w:rsidTr="00E51EAF">
        <w:trPr>
          <w:jc w:val="center"/>
        </w:trPr>
        <w:tc>
          <w:tcPr>
            <w:tcW w:w="3690" w:type="dxa"/>
            <w:vAlign w:val="center"/>
          </w:tcPr>
          <w:p w14:paraId="10237B65" w14:textId="77777777" w:rsidR="00DC7196" w:rsidRPr="001C0CC4" w:rsidRDefault="00DC7196" w:rsidP="00DC7196">
            <w:pPr>
              <w:pStyle w:val="TAL"/>
              <w:rPr>
                <w:rFonts w:eastAsia="SimSun"/>
              </w:rPr>
            </w:pPr>
            <w:r w:rsidRPr="001C0CC4">
              <w:rPr>
                <w:rFonts w:eastAsia="SimSun"/>
              </w:rPr>
              <w:t>Subcarriers per resource block</w:t>
            </w:r>
          </w:p>
        </w:tc>
        <w:tc>
          <w:tcPr>
            <w:tcW w:w="1093" w:type="dxa"/>
            <w:vAlign w:val="center"/>
          </w:tcPr>
          <w:p w14:paraId="3C419055" w14:textId="77777777" w:rsidR="00DC7196" w:rsidRPr="001C0CC4" w:rsidRDefault="00DC7196" w:rsidP="00DC7196">
            <w:pPr>
              <w:pStyle w:val="TAC"/>
            </w:pPr>
          </w:p>
        </w:tc>
        <w:tc>
          <w:tcPr>
            <w:tcW w:w="717" w:type="dxa"/>
            <w:vAlign w:val="center"/>
          </w:tcPr>
          <w:p w14:paraId="3A4AE106" w14:textId="77777777" w:rsidR="00DC7196" w:rsidRPr="001C0CC4" w:rsidRDefault="00DC7196" w:rsidP="00DC7196">
            <w:pPr>
              <w:pStyle w:val="TAC"/>
            </w:pPr>
            <w:r w:rsidRPr="001C0CC4">
              <w:t>12</w:t>
            </w:r>
          </w:p>
        </w:tc>
        <w:tc>
          <w:tcPr>
            <w:tcW w:w="717" w:type="dxa"/>
            <w:vAlign w:val="center"/>
          </w:tcPr>
          <w:p w14:paraId="65A77C58" w14:textId="77777777" w:rsidR="00DC7196" w:rsidRPr="001C0CC4" w:rsidRDefault="00DC7196" w:rsidP="00DC7196">
            <w:pPr>
              <w:pStyle w:val="TAC"/>
            </w:pPr>
            <w:r w:rsidRPr="001C0CC4">
              <w:t>12</w:t>
            </w:r>
          </w:p>
        </w:tc>
        <w:tc>
          <w:tcPr>
            <w:tcW w:w="717" w:type="dxa"/>
            <w:vAlign w:val="center"/>
          </w:tcPr>
          <w:p w14:paraId="655A1BA6" w14:textId="77777777" w:rsidR="00DC7196" w:rsidRPr="001C0CC4" w:rsidRDefault="00DC7196" w:rsidP="00DC7196">
            <w:pPr>
              <w:pStyle w:val="TAC"/>
            </w:pPr>
            <w:r w:rsidRPr="001C0CC4">
              <w:t>12</w:t>
            </w:r>
          </w:p>
        </w:tc>
        <w:tc>
          <w:tcPr>
            <w:tcW w:w="717" w:type="dxa"/>
            <w:vAlign w:val="center"/>
          </w:tcPr>
          <w:p w14:paraId="4CE3ADC8" w14:textId="77777777" w:rsidR="00DC7196" w:rsidRPr="001C0CC4" w:rsidRDefault="00DC7196" w:rsidP="00DC7196">
            <w:pPr>
              <w:pStyle w:val="TAC"/>
            </w:pPr>
            <w:r w:rsidRPr="001C0CC4">
              <w:t>12</w:t>
            </w:r>
          </w:p>
        </w:tc>
        <w:tc>
          <w:tcPr>
            <w:tcW w:w="717" w:type="dxa"/>
            <w:vAlign w:val="center"/>
          </w:tcPr>
          <w:p w14:paraId="558EC2DF" w14:textId="77777777" w:rsidR="00DC7196" w:rsidRPr="001C0CC4" w:rsidRDefault="00DC7196" w:rsidP="00DC7196">
            <w:pPr>
              <w:pStyle w:val="TAC"/>
            </w:pPr>
            <w:r w:rsidRPr="001C0CC4">
              <w:t>12</w:t>
            </w:r>
          </w:p>
        </w:tc>
        <w:tc>
          <w:tcPr>
            <w:tcW w:w="717" w:type="dxa"/>
            <w:vAlign w:val="center"/>
          </w:tcPr>
          <w:p w14:paraId="60D6D075" w14:textId="77777777" w:rsidR="00DC7196" w:rsidRPr="001C0CC4" w:rsidRDefault="00DC7196" w:rsidP="00DC7196">
            <w:pPr>
              <w:pStyle w:val="TAC"/>
            </w:pPr>
            <w:r w:rsidRPr="001C0CC4">
              <w:t>12</w:t>
            </w:r>
          </w:p>
        </w:tc>
        <w:tc>
          <w:tcPr>
            <w:tcW w:w="717" w:type="dxa"/>
            <w:vAlign w:val="center"/>
          </w:tcPr>
          <w:p w14:paraId="2C08047A" w14:textId="77777777" w:rsidR="00DC7196" w:rsidRPr="001C0CC4" w:rsidRDefault="00DC7196" w:rsidP="00DC7196">
            <w:pPr>
              <w:pStyle w:val="TAC"/>
            </w:pPr>
            <w:r w:rsidRPr="001C0CC4">
              <w:t>12</w:t>
            </w:r>
          </w:p>
        </w:tc>
        <w:tc>
          <w:tcPr>
            <w:tcW w:w="717" w:type="dxa"/>
            <w:vAlign w:val="center"/>
          </w:tcPr>
          <w:p w14:paraId="4AA08C58" w14:textId="77777777" w:rsidR="00DC7196" w:rsidRPr="001C0CC4" w:rsidRDefault="00DC7196" w:rsidP="00DC7196">
            <w:pPr>
              <w:pStyle w:val="TAC"/>
            </w:pPr>
            <w:r w:rsidRPr="001C0CC4">
              <w:t>12</w:t>
            </w:r>
          </w:p>
        </w:tc>
      </w:tr>
      <w:tr w:rsidR="00A50561" w:rsidRPr="001C0CC4" w14:paraId="2D5DF228" w14:textId="77777777" w:rsidTr="00E51EAF">
        <w:trPr>
          <w:jc w:val="center"/>
        </w:trPr>
        <w:tc>
          <w:tcPr>
            <w:tcW w:w="3690" w:type="dxa"/>
            <w:vAlign w:val="center"/>
          </w:tcPr>
          <w:p w14:paraId="64558863" w14:textId="77777777" w:rsidR="00A50561" w:rsidRPr="001C0CC4" w:rsidRDefault="00A50561" w:rsidP="00A50561">
            <w:pPr>
              <w:pStyle w:val="TAL"/>
              <w:rPr>
                <w:rFonts w:eastAsia="SimSun"/>
              </w:rPr>
            </w:pPr>
            <w:r w:rsidRPr="001C0CC4">
              <w:rPr>
                <w:rFonts w:eastAsia="SimSun"/>
              </w:rPr>
              <w:t>Allocated slots per Frame</w:t>
            </w:r>
          </w:p>
        </w:tc>
        <w:tc>
          <w:tcPr>
            <w:tcW w:w="1093" w:type="dxa"/>
            <w:vAlign w:val="center"/>
          </w:tcPr>
          <w:p w14:paraId="405E27D7" w14:textId="77777777" w:rsidR="00A50561" w:rsidRPr="001C0CC4" w:rsidRDefault="00A50561" w:rsidP="00A50561">
            <w:pPr>
              <w:pStyle w:val="TAC"/>
            </w:pPr>
          </w:p>
        </w:tc>
        <w:tc>
          <w:tcPr>
            <w:tcW w:w="717" w:type="dxa"/>
            <w:vAlign w:val="center"/>
          </w:tcPr>
          <w:p w14:paraId="772B2FD4" w14:textId="663B3ACF" w:rsidR="00A50561" w:rsidRPr="001C0CC4" w:rsidRDefault="00A50561" w:rsidP="00A50561">
            <w:pPr>
              <w:pStyle w:val="TAC"/>
            </w:pPr>
            <w:r>
              <w:t>4</w:t>
            </w:r>
          </w:p>
        </w:tc>
        <w:tc>
          <w:tcPr>
            <w:tcW w:w="717" w:type="dxa"/>
            <w:vAlign w:val="center"/>
          </w:tcPr>
          <w:p w14:paraId="4ED6D838" w14:textId="094C03A0" w:rsidR="00A50561" w:rsidRPr="001C0CC4" w:rsidRDefault="00A50561" w:rsidP="00A50561">
            <w:pPr>
              <w:pStyle w:val="TAC"/>
            </w:pPr>
            <w:r>
              <w:t>4</w:t>
            </w:r>
          </w:p>
        </w:tc>
        <w:tc>
          <w:tcPr>
            <w:tcW w:w="717" w:type="dxa"/>
            <w:vAlign w:val="center"/>
          </w:tcPr>
          <w:p w14:paraId="2331AE18" w14:textId="4433BE3B" w:rsidR="00A50561" w:rsidRPr="001C0CC4" w:rsidRDefault="00A50561" w:rsidP="00A50561">
            <w:pPr>
              <w:pStyle w:val="TAC"/>
            </w:pPr>
            <w:r>
              <w:t>4</w:t>
            </w:r>
          </w:p>
        </w:tc>
        <w:tc>
          <w:tcPr>
            <w:tcW w:w="717" w:type="dxa"/>
            <w:vAlign w:val="center"/>
          </w:tcPr>
          <w:p w14:paraId="43F088B7" w14:textId="1015C49D" w:rsidR="00A50561" w:rsidRPr="001C0CC4" w:rsidRDefault="00A50561" w:rsidP="00A50561">
            <w:pPr>
              <w:pStyle w:val="TAC"/>
            </w:pPr>
            <w:r>
              <w:t>4</w:t>
            </w:r>
          </w:p>
        </w:tc>
        <w:tc>
          <w:tcPr>
            <w:tcW w:w="717" w:type="dxa"/>
            <w:vAlign w:val="center"/>
          </w:tcPr>
          <w:p w14:paraId="7DB99E95" w14:textId="2E247315" w:rsidR="00A50561" w:rsidRPr="001C0CC4" w:rsidRDefault="00A50561" w:rsidP="00A50561">
            <w:pPr>
              <w:pStyle w:val="TAC"/>
            </w:pPr>
            <w:r>
              <w:t>4</w:t>
            </w:r>
          </w:p>
        </w:tc>
        <w:tc>
          <w:tcPr>
            <w:tcW w:w="717" w:type="dxa"/>
            <w:vAlign w:val="center"/>
          </w:tcPr>
          <w:p w14:paraId="5505AC9E" w14:textId="475FC15F" w:rsidR="00A50561" w:rsidRPr="001C0CC4" w:rsidRDefault="00A50561" w:rsidP="00A50561">
            <w:pPr>
              <w:pStyle w:val="TAC"/>
            </w:pPr>
            <w:r>
              <w:t>4</w:t>
            </w:r>
          </w:p>
        </w:tc>
        <w:tc>
          <w:tcPr>
            <w:tcW w:w="717" w:type="dxa"/>
            <w:vAlign w:val="center"/>
          </w:tcPr>
          <w:p w14:paraId="55BC1837" w14:textId="3F8A440F" w:rsidR="00A50561" w:rsidRPr="001C0CC4" w:rsidRDefault="00A50561" w:rsidP="00A50561">
            <w:pPr>
              <w:pStyle w:val="TAC"/>
            </w:pPr>
            <w:r>
              <w:t>4</w:t>
            </w:r>
          </w:p>
        </w:tc>
        <w:tc>
          <w:tcPr>
            <w:tcW w:w="717" w:type="dxa"/>
            <w:vAlign w:val="center"/>
          </w:tcPr>
          <w:p w14:paraId="2BF9E89F" w14:textId="3661D887" w:rsidR="00A50561" w:rsidRPr="001C0CC4" w:rsidRDefault="00A50561" w:rsidP="00A50561">
            <w:pPr>
              <w:pStyle w:val="TAC"/>
            </w:pPr>
            <w:r>
              <w:t>4</w:t>
            </w:r>
          </w:p>
        </w:tc>
      </w:tr>
      <w:tr w:rsidR="00DC7196" w:rsidRPr="001C0CC4" w14:paraId="19340404" w14:textId="77777777" w:rsidTr="00E51EAF">
        <w:trPr>
          <w:jc w:val="center"/>
        </w:trPr>
        <w:tc>
          <w:tcPr>
            <w:tcW w:w="3690" w:type="dxa"/>
            <w:vAlign w:val="center"/>
          </w:tcPr>
          <w:p w14:paraId="081FAC92" w14:textId="77777777" w:rsidR="00DC7196" w:rsidRPr="001C0CC4" w:rsidRDefault="00DC7196" w:rsidP="00DC7196">
            <w:pPr>
              <w:pStyle w:val="TAL"/>
              <w:rPr>
                <w:rFonts w:eastAsia="SimSun"/>
              </w:rPr>
            </w:pPr>
            <w:r w:rsidRPr="001C0CC4">
              <w:rPr>
                <w:rFonts w:eastAsia="SimSun"/>
              </w:rPr>
              <w:t>MCS Index</w:t>
            </w:r>
          </w:p>
        </w:tc>
        <w:tc>
          <w:tcPr>
            <w:tcW w:w="1093" w:type="dxa"/>
            <w:vAlign w:val="center"/>
          </w:tcPr>
          <w:p w14:paraId="422C0DD1" w14:textId="77777777" w:rsidR="00DC7196" w:rsidRPr="001C0CC4" w:rsidRDefault="00DC7196" w:rsidP="00DC7196">
            <w:pPr>
              <w:pStyle w:val="TAC"/>
            </w:pPr>
          </w:p>
        </w:tc>
        <w:tc>
          <w:tcPr>
            <w:tcW w:w="717" w:type="dxa"/>
            <w:vAlign w:val="center"/>
          </w:tcPr>
          <w:p w14:paraId="2F1AEE48" w14:textId="77777777" w:rsidR="00DC7196" w:rsidRPr="001C0CC4" w:rsidRDefault="00DC7196" w:rsidP="00DC7196">
            <w:pPr>
              <w:pStyle w:val="TAC"/>
            </w:pPr>
            <w:r w:rsidRPr="001C0CC4">
              <w:t>4</w:t>
            </w:r>
          </w:p>
        </w:tc>
        <w:tc>
          <w:tcPr>
            <w:tcW w:w="717" w:type="dxa"/>
            <w:vAlign w:val="center"/>
          </w:tcPr>
          <w:p w14:paraId="37341474" w14:textId="77777777" w:rsidR="00DC7196" w:rsidRPr="001C0CC4" w:rsidRDefault="00DC7196" w:rsidP="00DC7196">
            <w:pPr>
              <w:pStyle w:val="TAC"/>
            </w:pPr>
            <w:r w:rsidRPr="001C0CC4">
              <w:t>4</w:t>
            </w:r>
          </w:p>
        </w:tc>
        <w:tc>
          <w:tcPr>
            <w:tcW w:w="717" w:type="dxa"/>
            <w:vAlign w:val="center"/>
          </w:tcPr>
          <w:p w14:paraId="640166E0" w14:textId="77777777" w:rsidR="00DC7196" w:rsidRPr="001C0CC4" w:rsidRDefault="00DC7196" w:rsidP="00DC7196">
            <w:pPr>
              <w:pStyle w:val="TAC"/>
            </w:pPr>
            <w:r w:rsidRPr="001C0CC4">
              <w:t>4</w:t>
            </w:r>
          </w:p>
        </w:tc>
        <w:tc>
          <w:tcPr>
            <w:tcW w:w="717" w:type="dxa"/>
            <w:vAlign w:val="center"/>
          </w:tcPr>
          <w:p w14:paraId="24D49D2E" w14:textId="77777777" w:rsidR="00DC7196" w:rsidRPr="001C0CC4" w:rsidRDefault="00DC7196" w:rsidP="00DC7196">
            <w:pPr>
              <w:pStyle w:val="TAC"/>
            </w:pPr>
            <w:r w:rsidRPr="001C0CC4">
              <w:t>4</w:t>
            </w:r>
          </w:p>
        </w:tc>
        <w:tc>
          <w:tcPr>
            <w:tcW w:w="717" w:type="dxa"/>
            <w:vAlign w:val="center"/>
          </w:tcPr>
          <w:p w14:paraId="0B9EC694" w14:textId="77777777" w:rsidR="00DC7196" w:rsidRPr="001C0CC4" w:rsidRDefault="00DC7196" w:rsidP="00DC7196">
            <w:pPr>
              <w:pStyle w:val="TAC"/>
            </w:pPr>
            <w:r w:rsidRPr="001C0CC4">
              <w:t>4</w:t>
            </w:r>
          </w:p>
        </w:tc>
        <w:tc>
          <w:tcPr>
            <w:tcW w:w="717" w:type="dxa"/>
            <w:vAlign w:val="center"/>
          </w:tcPr>
          <w:p w14:paraId="6534DF93" w14:textId="77777777" w:rsidR="00DC7196" w:rsidRPr="001C0CC4" w:rsidRDefault="00DC7196" w:rsidP="00DC7196">
            <w:pPr>
              <w:pStyle w:val="TAC"/>
            </w:pPr>
            <w:r w:rsidRPr="001C0CC4">
              <w:t>4</w:t>
            </w:r>
          </w:p>
        </w:tc>
        <w:tc>
          <w:tcPr>
            <w:tcW w:w="717" w:type="dxa"/>
            <w:vAlign w:val="center"/>
          </w:tcPr>
          <w:p w14:paraId="3871F301" w14:textId="77777777" w:rsidR="00DC7196" w:rsidRPr="001C0CC4" w:rsidRDefault="00DC7196" w:rsidP="00DC7196">
            <w:pPr>
              <w:pStyle w:val="TAC"/>
            </w:pPr>
            <w:r w:rsidRPr="001C0CC4">
              <w:t>4</w:t>
            </w:r>
          </w:p>
        </w:tc>
        <w:tc>
          <w:tcPr>
            <w:tcW w:w="717" w:type="dxa"/>
            <w:vAlign w:val="center"/>
          </w:tcPr>
          <w:p w14:paraId="068436B9" w14:textId="77777777" w:rsidR="00DC7196" w:rsidRPr="001C0CC4" w:rsidRDefault="00DC7196" w:rsidP="00DC7196">
            <w:pPr>
              <w:pStyle w:val="TAC"/>
            </w:pPr>
            <w:r w:rsidRPr="001C0CC4">
              <w:t>4</w:t>
            </w:r>
          </w:p>
        </w:tc>
      </w:tr>
      <w:tr w:rsidR="00DC7196" w:rsidRPr="001C0CC4" w14:paraId="6B9290BA" w14:textId="77777777" w:rsidTr="00E51EAF">
        <w:trPr>
          <w:jc w:val="center"/>
        </w:trPr>
        <w:tc>
          <w:tcPr>
            <w:tcW w:w="3690" w:type="dxa"/>
            <w:vAlign w:val="center"/>
          </w:tcPr>
          <w:p w14:paraId="7B8AD8C1" w14:textId="77777777" w:rsidR="00DC7196" w:rsidRPr="001C0CC4" w:rsidRDefault="00DC7196" w:rsidP="00DC7196">
            <w:pPr>
              <w:pStyle w:val="TAL"/>
              <w:rPr>
                <w:rFonts w:eastAsia="SimSun"/>
              </w:rPr>
            </w:pPr>
            <w:r w:rsidRPr="001C0CC4">
              <w:rPr>
                <w:rFonts w:eastAsia="SimSun"/>
              </w:rPr>
              <w:t xml:space="preserve">MCS Table for TBS determination </w:t>
            </w:r>
          </w:p>
        </w:tc>
        <w:tc>
          <w:tcPr>
            <w:tcW w:w="1093" w:type="dxa"/>
            <w:vAlign w:val="center"/>
          </w:tcPr>
          <w:p w14:paraId="18AA5303" w14:textId="77777777" w:rsidR="00DC7196" w:rsidRPr="001C0CC4" w:rsidRDefault="00DC7196" w:rsidP="00DC7196">
            <w:pPr>
              <w:pStyle w:val="TAC"/>
            </w:pPr>
          </w:p>
        </w:tc>
        <w:tc>
          <w:tcPr>
            <w:tcW w:w="5736" w:type="dxa"/>
            <w:gridSpan w:val="8"/>
            <w:vAlign w:val="center"/>
          </w:tcPr>
          <w:p w14:paraId="593F46F8" w14:textId="77777777" w:rsidR="00DC7196" w:rsidRPr="001C0CC4" w:rsidRDefault="00DC7196" w:rsidP="00DC7196">
            <w:pPr>
              <w:pStyle w:val="TAC"/>
            </w:pPr>
            <w:r w:rsidRPr="001C0CC4">
              <w:t>64QAM</w:t>
            </w:r>
          </w:p>
        </w:tc>
      </w:tr>
      <w:tr w:rsidR="00DC7196" w:rsidRPr="001C0CC4" w14:paraId="7AACD1A8" w14:textId="77777777" w:rsidTr="00E51EAF">
        <w:trPr>
          <w:jc w:val="center"/>
        </w:trPr>
        <w:tc>
          <w:tcPr>
            <w:tcW w:w="3690" w:type="dxa"/>
            <w:vAlign w:val="center"/>
          </w:tcPr>
          <w:p w14:paraId="70C71A57" w14:textId="77777777" w:rsidR="00DC7196" w:rsidRPr="001C0CC4" w:rsidRDefault="00DC7196" w:rsidP="00DC7196">
            <w:pPr>
              <w:pStyle w:val="TAL"/>
              <w:rPr>
                <w:rFonts w:eastAsia="SimSun"/>
              </w:rPr>
            </w:pPr>
            <w:r w:rsidRPr="001C0CC4">
              <w:rPr>
                <w:rFonts w:eastAsia="SimSun"/>
              </w:rPr>
              <w:t>Modulation</w:t>
            </w:r>
          </w:p>
        </w:tc>
        <w:tc>
          <w:tcPr>
            <w:tcW w:w="1093" w:type="dxa"/>
            <w:vAlign w:val="center"/>
          </w:tcPr>
          <w:p w14:paraId="214A75AA" w14:textId="77777777" w:rsidR="00DC7196" w:rsidRPr="001C0CC4" w:rsidRDefault="00DC7196" w:rsidP="00DC7196">
            <w:pPr>
              <w:pStyle w:val="TAC"/>
            </w:pPr>
          </w:p>
        </w:tc>
        <w:tc>
          <w:tcPr>
            <w:tcW w:w="717" w:type="dxa"/>
            <w:vAlign w:val="center"/>
          </w:tcPr>
          <w:p w14:paraId="4090D08D" w14:textId="77777777" w:rsidR="00DC7196" w:rsidRPr="001C0CC4" w:rsidRDefault="00DC7196" w:rsidP="00DC7196">
            <w:pPr>
              <w:pStyle w:val="TAC"/>
            </w:pPr>
            <w:r w:rsidRPr="001C0CC4">
              <w:t>QPSK</w:t>
            </w:r>
          </w:p>
        </w:tc>
        <w:tc>
          <w:tcPr>
            <w:tcW w:w="717" w:type="dxa"/>
            <w:vAlign w:val="center"/>
          </w:tcPr>
          <w:p w14:paraId="0E9D8A3E" w14:textId="77777777" w:rsidR="00DC7196" w:rsidRPr="001C0CC4" w:rsidRDefault="00DC7196" w:rsidP="00DC7196">
            <w:pPr>
              <w:pStyle w:val="TAC"/>
            </w:pPr>
            <w:r w:rsidRPr="001C0CC4">
              <w:t>QPSK</w:t>
            </w:r>
          </w:p>
        </w:tc>
        <w:tc>
          <w:tcPr>
            <w:tcW w:w="717" w:type="dxa"/>
            <w:vAlign w:val="center"/>
          </w:tcPr>
          <w:p w14:paraId="4CCD17E8" w14:textId="77777777" w:rsidR="00DC7196" w:rsidRPr="001C0CC4" w:rsidRDefault="00DC7196" w:rsidP="00DC7196">
            <w:pPr>
              <w:pStyle w:val="TAC"/>
            </w:pPr>
            <w:r w:rsidRPr="001C0CC4">
              <w:t>QPSK</w:t>
            </w:r>
          </w:p>
        </w:tc>
        <w:tc>
          <w:tcPr>
            <w:tcW w:w="717" w:type="dxa"/>
            <w:vAlign w:val="center"/>
          </w:tcPr>
          <w:p w14:paraId="731AFFA3" w14:textId="77777777" w:rsidR="00DC7196" w:rsidRPr="001C0CC4" w:rsidRDefault="00DC7196" w:rsidP="00DC7196">
            <w:pPr>
              <w:pStyle w:val="TAC"/>
            </w:pPr>
            <w:r w:rsidRPr="001C0CC4">
              <w:t>QPSK</w:t>
            </w:r>
          </w:p>
        </w:tc>
        <w:tc>
          <w:tcPr>
            <w:tcW w:w="717" w:type="dxa"/>
            <w:vAlign w:val="center"/>
          </w:tcPr>
          <w:p w14:paraId="6DCE00AE" w14:textId="77777777" w:rsidR="00DC7196" w:rsidRPr="001C0CC4" w:rsidRDefault="00DC7196" w:rsidP="00DC7196">
            <w:pPr>
              <w:pStyle w:val="TAC"/>
            </w:pPr>
            <w:r w:rsidRPr="001C0CC4">
              <w:t>QPSK</w:t>
            </w:r>
          </w:p>
        </w:tc>
        <w:tc>
          <w:tcPr>
            <w:tcW w:w="717" w:type="dxa"/>
            <w:vAlign w:val="center"/>
          </w:tcPr>
          <w:p w14:paraId="12FD05C8" w14:textId="77777777" w:rsidR="00DC7196" w:rsidRPr="001C0CC4" w:rsidRDefault="00DC7196" w:rsidP="00DC7196">
            <w:pPr>
              <w:pStyle w:val="TAC"/>
            </w:pPr>
            <w:r w:rsidRPr="001C0CC4">
              <w:t>QPSK</w:t>
            </w:r>
          </w:p>
        </w:tc>
        <w:tc>
          <w:tcPr>
            <w:tcW w:w="717" w:type="dxa"/>
            <w:vAlign w:val="center"/>
          </w:tcPr>
          <w:p w14:paraId="0FD372CC" w14:textId="77777777" w:rsidR="00DC7196" w:rsidRPr="001C0CC4" w:rsidRDefault="00DC7196" w:rsidP="00DC7196">
            <w:pPr>
              <w:pStyle w:val="TAC"/>
            </w:pPr>
            <w:r w:rsidRPr="001C0CC4">
              <w:t>QPSK</w:t>
            </w:r>
          </w:p>
        </w:tc>
        <w:tc>
          <w:tcPr>
            <w:tcW w:w="717" w:type="dxa"/>
            <w:vAlign w:val="center"/>
          </w:tcPr>
          <w:p w14:paraId="3DE7A4DF" w14:textId="77777777" w:rsidR="00DC7196" w:rsidRPr="001C0CC4" w:rsidRDefault="00DC7196" w:rsidP="00DC7196">
            <w:pPr>
              <w:pStyle w:val="TAC"/>
            </w:pPr>
            <w:r w:rsidRPr="001C0CC4">
              <w:t>QPSK</w:t>
            </w:r>
          </w:p>
        </w:tc>
      </w:tr>
      <w:tr w:rsidR="00DC7196" w:rsidRPr="001C0CC4" w14:paraId="54386FDF" w14:textId="77777777" w:rsidTr="00E51EAF">
        <w:trPr>
          <w:jc w:val="center"/>
        </w:trPr>
        <w:tc>
          <w:tcPr>
            <w:tcW w:w="3690" w:type="dxa"/>
            <w:vAlign w:val="center"/>
          </w:tcPr>
          <w:p w14:paraId="52F40148" w14:textId="77777777" w:rsidR="00DC7196" w:rsidRPr="001C0CC4" w:rsidRDefault="00DC7196" w:rsidP="00DC7196">
            <w:pPr>
              <w:pStyle w:val="TAL"/>
              <w:rPr>
                <w:rFonts w:eastAsia="SimSun"/>
              </w:rPr>
            </w:pPr>
            <w:r w:rsidRPr="001C0CC4">
              <w:rPr>
                <w:rFonts w:eastAsia="SimSun"/>
              </w:rPr>
              <w:t>Target Coding Rate</w:t>
            </w:r>
          </w:p>
        </w:tc>
        <w:tc>
          <w:tcPr>
            <w:tcW w:w="1093" w:type="dxa"/>
            <w:vAlign w:val="center"/>
          </w:tcPr>
          <w:p w14:paraId="75E20CAE" w14:textId="77777777" w:rsidR="00DC7196" w:rsidRPr="001C0CC4" w:rsidRDefault="00DC7196" w:rsidP="00DC7196">
            <w:pPr>
              <w:pStyle w:val="TAC"/>
            </w:pPr>
          </w:p>
        </w:tc>
        <w:tc>
          <w:tcPr>
            <w:tcW w:w="717" w:type="dxa"/>
            <w:vAlign w:val="center"/>
          </w:tcPr>
          <w:p w14:paraId="7C0D7421" w14:textId="77777777" w:rsidR="00DC7196" w:rsidRPr="001C0CC4" w:rsidRDefault="00DC7196" w:rsidP="00DC7196">
            <w:pPr>
              <w:pStyle w:val="TAC"/>
            </w:pPr>
            <w:r w:rsidRPr="001C0CC4">
              <w:t>1/3</w:t>
            </w:r>
          </w:p>
        </w:tc>
        <w:tc>
          <w:tcPr>
            <w:tcW w:w="717" w:type="dxa"/>
            <w:vAlign w:val="center"/>
          </w:tcPr>
          <w:p w14:paraId="2B2D1F2F" w14:textId="77777777" w:rsidR="00DC7196" w:rsidRPr="001C0CC4" w:rsidRDefault="00DC7196" w:rsidP="00DC7196">
            <w:pPr>
              <w:pStyle w:val="TAC"/>
            </w:pPr>
            <w:r w:rsidRPr="001C0CC4">
              <w:t>1/3</w:t>
            </w:r>
          </w:p>
        </w:tc>
        <w:tc>
          <w:tcPr>
            <w:tcW w:w="717" w:type="dxa"/>
            <w:vAlign w:val="center"/>
          </w:tcPr>
          <w:p w14:paraId="7D121806" w14:textId="77777777" w:rsidR="00DC7196" w:rsidRPr="001C0CC4" w:rsidRDefault="00DC7196" w:rsidP="00DC7196">
            <w:pPr>
              <w:pStyle w:val="TAC"/>
            </w:pPr>
            <w:r w:rsidRPr="001C0CC4">
              <w:t>1/3</w:t>
            </w:r>
          </w:p>
        </w:tc>
        <w:tc>
          <w:tcPr>
            <w:tcW w:w="717" w:type="dxa"/>
            <w:vAlign w:val="center"/>
          </w:tcPr>
          <w:p w14:paraId="3A30A919" w14:textId="77777777" w:rsidR="00DC7196" w:rsidRPr="001C0CC4" w:rsidRDefault="00DC7196" w:rsidP="00DC7196">
            <w:pPr>
              <w:pStyle w:val="TAC"/>
            </w:pPr>
            <w:r w:rsidRPr="001C0CC4">
              <w:t>1/3</w:t>
            </w:r>
          </w:p>
        </w:tc>
        <w:tc>
          <w:tcPr>
            <w:tcW w:w="717" w:type="dxa"/>
            <w:vAlign w:val="center"/>
          </w:tcPr>
          <w:p w14:paraId="77D3F4ED" w14:textId="77777777" w:rsidR="00DC7196" w:rsidRPr="001C0CC4" w:rsidRDefault="00DC7196" w:rsidP="00DC7196">
            <w:pPr>
              <w:pStyle w:val="TAC"/>
            </w:pPr>
            <w:r w:rsidRPr="001C0CC4">
              <w:t>1/3</w:t>
            </w:r>
          </w:p>
        </w:tc>
        <w:tc>
          <w:tcPr>
            <w:tcW w:w="717" w:type="dxa"/>
            <w:vAlign w:val="center"/>
          </w:tcPr>
          <w:p w14:paraId="196827EE" w14:textId="77777777" w:rsidR="00DC7196" w:rsidRPr="001C0CC4" w:rsidRDefault="00DC7196" w:rsidP="00DC7196">
            <w:pPr>
              <w:pStyle w:val="TAC"/>
            </w:pPr>
            <w:r w:rsidRPr="001C0CC4">
              <w:t>1/3</w:t>
            </w:r>
          </w:p>
        </w:tc>
        <w:tc>
          <w:tcPr>
            <w:tcW w:w="717" w:type="dxa"/>
            <w:vAlign w:val="center"/>
          </w:tcPr>
          <w:p w14:paraId="4BD08471" w14:textId="77777777" w:rsidR="00DC7196" w:rsidRPr="001C0CC4" w:rsidRDefault="00DC7196" w:rsidP="00DC7196">
            <w:pPr>
              <w:pStyle w:val="TAC"/>
            </w:pPr>
            <w:r w:rsidRPr="001C0CC4">
              <w:t>1/3</w:t>
            </w:r>
          </w:p>
        </w:tc>
        <w:tc>
          <w:tcPr>
            <w:tcW w:w="717" w:type="dxa"/>
            <w:vAlign w:val="center"/>
          </w:tcPr>
          <w:p w14:paraId="1975B89F" w14:textId="77777777" w:rsidR="00DC7196" w:rsidRPr="001C0CC4" w:rsidRDefault="00DC7196" w:rsidP="00DC7196">
            <w:pPr>
              <w:pStyle w:val="TAC"/>
            </w:pPr>
            <w:r w:rsidRPr="001C0CC4">
              <w:t>1/3</w:t>
            </w:r>
          </w:p>
        </w:tc>
      </w:tr>
      <w:tr w:rsidR="00DC7196" w:rsidRPr="001C0CC4" w14:paraId="796BAC72" w14:textId="77777777" w:rsidTr="00E51EAF">
        <w:trPr>
          <w:jc w:val="center"/>
        </w:trPr>
        <w:tc>
          <w:tcPr>
            <w:tcW w:w="3690" w:type="dxa"/>
            <w:vAlign w:val="center"/>
          </w:tcPr>
          <w:p w14:paraId="14289C20" w14:textId="77777777" w:rsidR="00DC7196" w:rsidRPr="001C0CC4" w:rsidRDefault="00DC7196" w:rsidP="00DC7196">
            <w:pPr>
              <w:pStyle w:val="TAL"/>
              <w:rPr>
                <w:rFonts w:eastAsia="SimSun"/>
              </w:rPr>
            </w:pPr>
            <w:r w:rsidRPr="001C0CC4">
              <w:rPr>
                <w:rFonts w:eastAsia="SimSun"/>
              </w:rPr>
              <w:t>Maximum number of HARQ transmissions</w:t>
            </w:r>
          </w:p>
        </w:tc>
        <w:tc>
          <w:tcPr>
            <w:tcW w:w="1093" w:type="dxa"/>
            <w:vAlign w:val="center"/>
          </w:tcPr>
          <w:p w14:paraId="74FA307E" w14:textId="77777777" w:rsidR="00DC7196" w:rsidRPr="001C0CC4" w:rsidRDefault="00DC7196" w:rsidP="00DC7196">
            <w:pPr>
              <w:pStyle w:val="TAC"/>
            </w:pPr>
          </w:p>
        </w:tc>
        <w:tc>
          <w:tcPr>
            <w:tcW w:w="717" w:type="dxa"/>
            <w:vAlign w:val="center"/>
          </w:tcPr>
          <w:p w14:paraId="3D234CCE" w14:textId="77777777" w:rsidR="00DC7196" w:rsidRPr="001C0CC4" w:rsidRDefault="00DC7196" w:rsidP="00DC7196">
            <w:pPr>
              <w:pStyle w:val="TAC"/>
            </w:pPr>
            <w:r w:rsidRPr="001C0CC4">
              <w:t>1</w:t>
            </w:r>
          </w:p>
        </w:tc>
        <w:tc>
          <w:tcPr>
            <w:tcW w:w="717" w:type="dxa"/>
            <w:vAlign w:val="center"/>
          </w:tcPr>
          <w:p w14:paraId="0E465E92" w14:textId="77777777" w:rsidR="00DC7196" w:rsidRPr="001C0CC4" w:rsidRDefault="00DC7196" w:rsidP="00DC7196">
            <w:pPr>
              <w:pStyle w:val="TAC"/>
            </w:pPr>
            <w:r w:rsidRPr="001C0CC4">
              <w:t>1</w:t>
            </w:r>
          </w:p>
        </w:tc>
        <w:tc>
          <w:tcPr>
            <w:tcW w:w="717" w:type="dxa"/>
            <w:vAlign w:val="center"/>
          </w:tcPr>
          <w:p w14:paraId="3CA6B173" w14:textId="77777777" w:rsidR="00DC7196" w:rsidRPr="001C0CC4" w:rsidRDefault="00DC7196" w:rsidP="00DC7196">
            <w:pPr>
              <w:pStyle w:val="TAC"/>
            </w:pPr>
            <w:r w:rsidRPr="001C0CC4">
              <w:t>1</w:t>
            </w:r>
          </w:p>
        </w:tc>
        <w:tc>
          <w:tcPr>
            <w:tcW w:w="717" w:type="dxa"/>
            <w:vAlign w:val="center"/>
          </w:tcPr>
          <w:p w14:paraId="61F25B46" w14:textId="77777777" w:rsidR="00DC7196" w:rsidRPr="001C0CC4" w:rsidRDefault="00DC7196" w:rsidP="00DC7196">
            <w:pPr>
              <w:pStyle w:val="TAC"/>
            </w:pPr>
            <w:r w:rsidRPr="001C0CC4">
              <w:t>1</w:t>
            </w:r>
          </w:p>
        </w:tc>
        <w:tc>
          <w:tcPr>
            <w:tcW w:w="717" w:type="dxa"/>
            <w:vAlign w:val="center"/>
          </w:tcPr>
          <w:p w14:paraId="29A465BF" w14:textId="77777777" w:rsidR="00DC7196" w:rsidRPr="001C0CC4" w:rsidRDefault="00DC7196" w:rsidP="00DC7196">
            <w:pPr>
              <w:pStyle w:val="TAC"/>
            </w:pPr>
            <w:r w:rsidRPr="001C0CC4">
              <w:t>1</w:t>
            </w:r>
          </w:p>
        </w:tc>
        <w:tc>
          <w:tcPr>
            <w:tcW w:w="717" w:type="dxa"/>
            <w:vAlign w:val="center"/>
          </w:tcPr>
          <w:p w14:paraId="22E017A5" w14:textId="77777777" w:rsidR="00DC7196" w:rsidRPr="001C0CC4" w:rsidRDefault="00DC7196" w:rsidP="00DC7196">
            <w:pPr>
              <w:pStyle w:val="TAC"/>
            </w:pPr>
            <w:r w:rsidRPr="001C0CC4">
              <w:t>1</w:t>
            </w:r>
          </w:p>
        </w:tc>
        <w:tc>
          <w:tcPr>
            <w:tcW w:w="717" w:type="dxa"/>
            <w:vAlign w:val="center"/>
          </w:tcPr>
          <w:p w14:paraId="09F7E4D2" w14:textId="77777777" w:rsidR="00DC7196" w:rsidRPr="001C0CC4" w:rsidRDefault="00DC7196" w:rsidP="00DC7196">
            <w:pPr>
              <w:pStyle w:val="TAC"/>
            </w:pPr>
            <w:r w:rsidRPr="001C0CC4">
              <w:t>1</w:t>
            </w:r>
          </w:p>
        </w:tc>
        <w:tc>
          <w:tcPr>
            <w:tcW w:w="717" w:type="dxa"/>
            <w:vAlign w:val="center"/>
          </w:tcPr>
          <w:p w14:paraId="0611F188" w14:textId="77777777" w:rsidR="00DC7196" w:rsidRPr="001C0CC4" w:rsidRDefault="00DC7196" w:rsidP="00DC7196">
            <w:pPr>
              <w:pStyle w:val="TAC"/>
            </w:pPr>
            <w:r w:rsidRPr="001C0CC4">
              <w:t>1</w:t>
            </w:r>
          </w:p>
        </w:tc>
      </w:tr>
      <w:tr w:rsidR="00DC7196" w:rsidRPr="001C0CC4" w14:paraId="6F0F0077" w14:textId="77777777" w:rsidTr="00E51EAF">
        <w:trPr>
          <w:trHeight w:val="411"/>
          <w:jc w:val="center"/>
        </w:trPr>
        <w:tc>
          <w:tcPr>
            <w:tcW w:w="3690" w:type="dxa"/>
            <w:vAlign w:val="center"/>
          </w:tcPr>
          <w:p w14:paraId="32C37A8A" w14:textId="77777777" w:rsidR="00DC7196" w:rsidRPr="001C0CC4" w:rsidRDefault="00DC7196" w:rsidP="00DC7196">
            <w:pPr>
              <w:pStyle w:val="TAH"/>
              <w:rPr>
                <w:rFonts w:eastAsia="SimSun"/>
              </w:rPr>
            </w:pPr>
            <w:r w:rsidRPr="001C0CC4">
              <w:rPr>
                <w:rFonts w:eastAsia="SimSun"/>
              </w:rPr>
              <w:t>Information Bit Payload per Slot</w:t>
            </w:r>
          </w:p>
        </w:tc>
        <w:tc>
          <w:tcPr>
            <w:tcW w:w="1093" w:type="dxa"/>
            <w:vAlign w:val="center"/>
          </w:tcPr>
          <w:p w14:paraId="1040D3FB"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2211017A"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01726F21"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1E1DF53F"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7E562476"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49C1BF83"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28DCD165"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3A59CA23"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21AC6E45" w14:textId="77777777" w:rsidR="00DC7196" w:rsidRPr="001C0CC4" w:rsidRDefault="00DC7196" w:rsidP="00DC7196">
            <w:pPr>
              <w:keepNext/>
              <w:keepLines/>
              <w:spacing w:after="0"/>
              <w:jc w:val="center"/>
              <w:rPr>
                <w:rFonts w:ascii="Arial" w:hAnsi="Arial" w:cs="Arial"/>
                <w:sz w:val="18"/>
              </w:rPr>
            </w:pPr>
          </w:p>
        </w:tc>
      </w:tr>
      <w:tr w:rsidR="00DC7196" w:rsidRPr="001C0CC4" w14:paraId="434BC399" w14:textId="77777777" w:rsidTr="00E51EAF">
        <w:trPr>
          <w:jc w:val="center"/>
        </w:trPr>
        <w:tc>
          <w:tcPr>
            <w:tcW w:w="3690" w:type="dxa"/>
            <w:vAlign w:val="center"/>
          </w:tcPr>
          <w:p w14:paraId="2D91C64C" w14:textId="77777777" w:rsidR="00DC7196" w:rsidRPr="001C0CC4" w:rsidRDefault="00DC7196" w:rsidP="00DC7196">
            <w:pPr>
              <w:pStyle w:val="TAL"/>
              <w:rPr>
                <w:rFonts w:eastAsia="SimSun"/>
              </w:rPr>
            </w:pPr>
            <w:r w:rsidRPr="001C0CC4">
              <w:rPr>
                <w:rFonts w:eastAsia="SimSun"/>
              </w:rPr>
              <w:t xml:space="preserve">  For Slots 0,1,3,4,8,9</w:t>
            </w:r>
          </w:p>
        </w:tc>
        <w:tc>
          <w:tcPr>
            <w:tcW w:w="1093" w:type="dxa"/>
            <w:vAlign w:val="center"/>
          </w:tcPr>
          <w:p w14:paraId="4C712F32" w14:textId="77777777" w:rsidR="00DC7196" w:rsidRPr="001C0CC4" w:rsidRDefault="00DC7196" w:rsidP="00DC7196">
            <w:pPr>
              <w:pStyle w:val="TAC"/>
            </w:pPr>
            <w:r w:rsidRPr="001C0CC4">
              <w:t>Bits</w:t>
            </w:r>
          </w:p>
        </w:tc>
        <w:tc>
          <w:tcPr>
            <w:tcW w:w="717" w:type="dxa"/>
            <w:vAlign w:val="center"/>
          </w:tcPr>
          <w:p w14:paraId="2D2C65FC" w14:textId="77777777" w:rsidR="00DC7196" w:rsidRPr="001C0CC4" w:rsidRDefault="00DC7196" w:rsidP="00DC7196">
            <w:pPr>
              <w:pStyle w:val="TAC"/>
            </w:pPr>
            <w:r w:rsidRPr="001C0CC4">
              <w:t>N/A</w:t>
            </w:r>
          </w:p>
        </w:tc>
        <w:tc>
          <w:tcPr>
            <w:tcW w:w="717" w:type="dxa"/>
            <w:vAlign w:val="center"/>
          </w:tcPr>
          <w:p w14:paraId="1B513FB4" w14:textId="77777777" w:rsidR="00DC7196" w:rsidRPr="001C0CC4" w:rsidRDefault="00DC7196" w:rsidP="00DC7196">
            <w:pPr>
              <w:pStyle w:val="TAC"/>
            </w:pPr>
            <w:r w:rsidRPr="001C0CC4">
              <w:t>N/A</w:t>
            </w:r>
          </w:p>
        </w:tc>
        <w:tc>
          <w:tcPr>
            <w:tcW w:w="717" w:type="dxa"/>
            <w:vAlign w:val="center"/>
          </w:tcPr>
          <w:p w14:paraId="170596FD" w14:textId="77777777" w:rsidR="00DC7196" w:rsidRPr="001C0CC4" w:rsidRDefault="00DC7196" w:rsidP="00DC7196">
            <w:pPr>
              <w:pStyle w:val="TAC"/>
            </w:pPr>
            <w:r w:rsidRPr="001C0CC4">
              <w:t>N/A</w:t>
            </w:r>
          </w:p>
        </w:tc>
        <w:tc>
          <w:tcPr>
            <w:tcW w:w="717" w:type="dxa"/>
            <w:vAlign w:val="center"/>
          </w:tcPr>
          <w:p w14:paraId="4C7E1D09" w14:textId="77777777" w:rsidR="00DC7196" w:rsidRPr="001C0CC4" w:rsidRDefault="00DC7196" w:rsidP="00DC7196">
            <w:pPr>
              <w:pStyle w:val="TAC"/>
            </w:pPr>
            <w:r w:rsidRPr="001C0CC4">
              <w:t>N/A</w:t>
            </w:r>
          </w:p>
        </w:tc>
        <w:tc>
          <w:tcPr>
            <w:tcW w:w="717" w:type="dxa"/>
            <w:vAlign w:val="center"/>
          </w:tcPr>
          <w:p w14:paraId="1D2CB3CB" w14:textId="77777777" w:rsidR="00DC7196" w:rsidRPr="001C0CC4" w:rsidRDefault="00DC7196" w:rsidP="00DC7196">
            <w:pPr>
              <w:pStyle w:val="TAC"/>
            </w:pPr>
            <w:r w:rsidRPr="001C0CC4">
              <w:t>N/A</w:t>
            </w:r>
          </w:p>
        </w:tc>
        <w:tc>
          <w:tcPr>
            <w:tcW w:w="717" w:type="dxa"/>
            <w:vAlign w:val="center"/>
          </w:tcPr>
          <w:p w14:paraId="56FA3E33" w14:textId="77777777" w:rsidR="00DC7196" w:rsidRPr="001C0CC4" w:rsidRDefault="00DC7196" w:rsidP="00DC7196">
            <w:pPr>
              <w:pStyle w:val="TAC"/>
            </w:pPr>
            <w:r w:rsidRPr="001C0CC4">
              <w:t>N/A</w:t>
            </w:r>
          </w:p>
        </w:tc>
        <w:tc>
          <w:tcPr>
            <w:tcW w:w="717" w:type="dxa"/>
            <w:vAlign w:val="center"/>
          </w:tcPr>
          <w:p w14:paraId="593100FE" w14:textId="77777777" w:rsidR="00DC7196" w:rsidRPr="001C0CC4" w:rsidRDefault="00DC7196" w:rsidP="00DC7196">
            <w:pPr>
              <w:pStyle w:val="TAC"/>
            </w:pPr>
            <w:r w:rsidRPr="001C0CC4">
              <w:t>N/A</w:t>
            </w:r>
          </w:p>
        </w:tc>
        <w:tc>
          <w:tcPr>
            <w:tcW w:w="717" w:type="dxa"/>
            <w:vAlign w:val="center"/>
          </w:tcPr>
          <w:p w14:paraId="480001A4" w14:textId="77777777" w:rsidR="00DC7196" w:rsidRPr="001C0CC4" w:rsidRDefault="00DC7196" w:rsidP="00DC7196">
            <w:pPr>
              <w:pStyle w:val="TAC"/>
            </w:pPr>
            <w:r w:rsidRPr="001C0CC4">
              <w:t>N/A</w:t>
            </w:r>
          </w:p>
        </w:tc>
      </w:tr>
      <w:tr w:rsidR="00DC7196" w:rsidRPr="001C0CC4" w14:paraId="6C046809" w14:textId="77777777" w:rsidTr="00E51EAF">
        <w:trPr>
          <w:jc w:val="center"/>
        </w:trPr>
        <w:tc>
          <w:tcPr>
            <w:tcW w:w="3690" w:type="dxa"/>
            <w:vAlign w:val="center"/>
          </w:tcPr>
          <w:p w14:paraId="4C9BA850" w14:textId="77777777" w:rsidR="00DC7196" w:rsidRPr="001C0CC4" w:rsidRDefault="00DC7196" w:rsidP="00DC7196">
            <w:pPr>
              <w:pStyle w:val="TAL"/>
              <w:rPr>
                <w:rFonts w:eastAsia="SimSun"/>
              </w:rPr>
            </w:pPr>
            <w:r w:rsidRPr="001C0CC4">
              <w:rPr>
                <w:rFonts w:eastAsia="SimSun"/>
              </w:rPr>
              <w:t xml:space="preserve">  For Slots 2,5,6,7</w:t>
            </w:r>
          </w:p>
        </w:tc>
        <w:tc>
          <w:tcPr>
            <w:tcW w:w="1093" w:type="dxa"/>
            <w:vAlign w:val="center"/>
          </w:tcPr>
          <w:p w14:paraId="0A94D5D7" w14:textId="77777777" w:rsidR="00DC7196" w:rsidRPr="001C0CC4" w:rsidRDefault="00DC7196" w:rsidP="00DC7196">
            <w:pPr>
              <w:pStyle w:val="TAC"/>
            </w:pPr>
            <w:r w:rsidRPr="001C0CC4">
              <w:t>Bits</w:t>
            </w:r>
          </w:p>
        </w:tc>
        <w:tc>
          <w:tcPr>
            <w:tcW w:w="717" w:type="dxa"/>
            <w:vAlign w:val="center"/>
          </w:tcPr>
          <w:p w14:paraId="0ADC453E" w14:textId="77777777" w:rsidR="00DC7196" w:rsidRPr="001C0CC4" w:rsidRDefault="00DC7196" w:rsidP="00DC7196">
            <w:pPr>
              <w:pStyle w:val="TAC"/>
            </w:pPr>
            <w:r w:rsidRPr="001C0CC4">
              <w:t>1672</w:t>
            </w:r>
          </w:p>
        </w:tc>
        <w:tc>
          <w:tcPr>
            <w:tcW w:w="717" w:type="dxa"/>
            <w:vAlign w:val="center"/>
          </w:tcPr>
          <w:p w14:paraId="3F590E7A" w14:textId="77777777" w:rsidR="00DC7196" w:rsidRPr="001C0CC4" w:rsidRDefault="00DC7196" w:rsidP="00DC7196">
            <w:pPr>
              <w:pStyle w:val="TAC"/>
            </w:pPr>
            <w:r w:rsidRPr="001C0CC4">
              <w:t>3368</w:t>
            </w:r>
          </w:p>
        </w:tc>
        <w:tc>
          <w:tcPr>
            <w:tcW w:w="717" w:type="dxa"/>
            <w:vAlign w:val="center"/>
          </w:tcPr>
          <w:p w14:paraId="568D2593" w14:textId="77777777" w:rsidR="00DC7196" w:rsidRPr="001C0CC4" w:rsidRDefault="00DC7196" w:rsidP="00DC7196">
            <w:pPr>
              <w:pStyle w:val="TAC"/>
            </w:pPr>
            <w:r w:rsidRPr="001C0CC4">
              <w:t>5120</w:t>
            </w:r>
          </w:p>
        </w:tc>
        <w:tc>
          <w:tcPr>
            <w:tcW w:w="717" w:type="dxa"/>
            <w:vAlign w:val="center"/>
          </w:tcPr>
          <w:p w14:paraId="7FE76EA3" w14:textId="77777777" w:rsidR="00DC7196" w:rsidRPr="001C0CC4" w:rsidRDefault="00DC7196" w:rsidP="00DC7196">
            <w:pPr>
              <w:pStyle w:val="TAC"/>
            </w:pPr>
            <w:r w:rsidRPr="001C0CC4">
              <w:t>6912</w:t>
            </w:r>
          </w:p>
        </w:tc>
        <w:tc>
          <w:tcPr>
            <w:tcW w:w="717" w:type="dxa"/>
            <w:vAlign w:val="center"/>
          </w:tcPr>
          <w:p w14:paraId="6C8C552E" w14:textId="77777777" w:rsidR="00DC7196" w:rsidRPr="001C0CC4" w:rsidRDefault="00DC7196" w:rsidP="00DC7196">
            <w:pPr>
              <w:pStyle w:val="TAC"/>
            </w:pPr>
            <w:r w:rsidRPr="001C0CC4">
              <w:t>8712</w:t>
            </w:r>
          </w:p>
        </w:tc>
        <w:tc>
          <w:tcPr>
            <w:tcW w:w="717" w:type="dxa"/>
            <w:vAlign w:val="center"/>
          </w:tcPr>
          <w:p w14:paraId="5EACAA30" w14:textId="77777777" w:rsidR="00DC7196" w:rsidRPr="001C0CC4" w:rsidRDefault="00DC7196" w:rsidP="00DC7196">
            <w:pPr>
              <w:pStyle w:val="TAC"/>
            </w:pPr>
            <w:r w:rsidRPr="001C0CC4">
              <w:t>10504</w:t>
            </w:r>
          </w:p>
        </w:tc>
        <w:tc>
          <w:tcPr>
            <w:tcW w:w="717" w:type="dxa"/>
            <w:vAlign w:val="center"/>
          </w:tcPr>
          <w:p w14:paraId="2109E39B" w14:textId="77777777" w:rsidR="00DC7196" w:rsidRPr="001C0CC4" w:rsidRDefault="00DC7196" w:rsidP="00DC7196">
            <w:pPr>
              <w:pStyle w:val="TAC"/>
            </w:pPr>
            <w:r w:rsidRPr="001C0CC4">
              <w:t>14088</w:t>
            </w:r>
          </w:p>
        </w:tc>
        <w:tc>
          <w:tcPr>
            <w:tcW w:w="717" w:type="dxa"/>
            <w:vAlign w:val="center"/>
          </w:tcPr>
          <w:p w14:paraId="136D87EE" w14:textId="77777777" w:rsidR="00DC7196" w:rsidRPr="001C0CC4" w:rsidRDefault="00DC7196" w:rsidP="00DC7196">
            <w:pPr>
              <w:pStyle w:val="TAC"/>
            </w:pPr>
            <w:r w:rsidRPr="001C0CC4">
              <w:t>17424</w:t>
            </w:r>
          </w:p>
        </w:tc>
      </w:tr>
      <w:tr w:rsidR="00DC7196" w:rsidRPr="001C0CC4" w14:paraId="7E63365C" w14:textId="77777777" w:rsidTr="00E51EAF">
        <w:trPr>
          <w:jc w:val="center"/>
        </w:trPr>
        <w:tc>
          <w:tcPr>
            <w:tcW w:w="3690" w:type="dxa"/>
            <w:vAlign w:val="center"/>
          </w:tcPr>
          <w:p w14:paraId="0018126A" w14:textId="77777777" w:rsidR="00DC7196" w:rsidRPr="001C0CC4" w:rsidRDefault="00DC7196" w:rsidP="00DC7196">
            <w:pPr>
              <w:pStyle w:val="TAL"/>
              <w:rPr>
                <w:rFonts w:eastAsia="SimSun"/>
              </w:rPr>
            </w:pPr>
            <w:r w:rsidRPr="001C0CC4">
              <w:rPr>
                <w:rFonts w:eastAsia="SimSun"/>
              </w:rPr>
              <w:t>Transport block CRC</w:t>
            </w:r>
          </w:p>
        </w:tc>
        <w:tc>
          <w:tcPr>
            <w:tcW w:w="1093" w:type="dxa"/>
            <w:vAlign w:val="center"/>
          </w:tcPr>
          <w:p w14:paraId="36872AC6" w14:textId="77777777" w:rsidR="00DC7196" w:rsidRPr="001C0CC4" w:rsidRDefault="00DC7196" w:rsidP="00DC7196">
            <w:pPr>
              <w:pStyle w:val="TAC"/>
            </w:pPr>
            <w:r w:rsidRPr="001C0CC4">
              <w:t>Bits</w:t>
            </w:r>
          </w:p>
        </w:tc>
        <w:tc>
          <w:tcPr>
            <w:tcW w:w="717" w:type="dxa"/>
            <w:vAlign w:val="center"/>
          </w:tcPr>
          <w:p w14:paraId="7A80C598" w14:textId="77777777" w:rsidR="00DC7196" w:rsidRPr="001C0CC4" w:rsidRDefault="00DC7196" w:rsidP="00DC7196">
            <w:pPr>
              <w:pStyle w:val="TAC"/>
            </w:pPr>
            <w:r w:rsidRPr="001C0CC4">
              <w:t>16</w:t>
            </w:r>
          </w:p>
        </w:tc>
        <w:tc>
          <w:tcPr>
            <w:tcW w:w="717" w:type="dxa"/>
            <w:vAlign w:val="center"/>
          </w:tcPr>
          <w:p w14:paraId="392953A0" w14:textId="77777777" w:rsidR="00DC7196" w:rsidRPr="001C0CC4" w:rsidRDefault="00DC7196" w:rsidP="00DC7196">
            <w:pPr>
              <w:pStyle w:val="TAC"/>
            </w:pPr>
            <w:r w:rsidRPr="001C0CC4">
              <w:t>16</w:t>
            </w:r>
          </w:p>
        </w:tc>
        <w:tc>
          <w:tcPr>
            <w:tcW w:w="717" w:type="dxa"/>
            <w:vAlign w:val="center"/>
          </w:tcPr>
          <w:p w14:paraId="017A0143" w14:textId="77777777" w:rsidR="00DC7196" w:rsidRPr="001C0CC4" w:rsidRDefault="00DC7196" w:rsidP="00DC7196">
            <w:pPr>
              <w:pStyle w:val="TAC"/>
            </w:pPr>
            <w:r w:rsidRPr="001C0CC4">
              <w:t>24</w:t>
            </w:r>
          </w:p>
        </w:tc>
        <w:tc>
          <w:tcPr>
            <w:tcW w:w="717" w:type="dxa"/>
            <w:vAlign w:val="center"/>
          </w:tcPr>
          <w:p w14:paraId="408F1C8A" w14:textId="77777777" w:rsidR="00DC7196" w:rsidRPr="001C0CC4" w:rsidRDefault="00DC7196" w:rsidP="00DC7196">
            <w:pPr>
              <w:pStyle w:val="TAC"/>
            </w:pPr>
            <w:r w:rsidRPr="001C0CC4">
              <w:t>24</w:t>
            </w:r>
          </w:p>
        </w:tc>
        <w:tc>
          <w:tcPr>
            <w:tcW w:w="717" w:type="dxa"/>
            <w:vAlign w:val="center"/>
          </w:tcPr>
          <w:p w14:paraId="4D46B2A0" w14:textId="77777777" w:rsidR="00DC7196" w:rsidRPr="001C0CC4" w:rsidRDefault="00DC7196" w:rsidP="00DC7196">
            <w:pPr>
              <w:pStyle w:val="TAC"/>
            </w:pPr>
            <w:r w:rsidRPr="001C0CC4">
              <w:t>24</w:t>
            </w:r>
          </w:p>
        </w:tc>
        <w:tc>
          <w:tcPr>
            <w:tcW w:w="717" w:type="dxa"/>
            <w:vAlign w:val="center"/>
          </w:tcPr>
          <w:p w14:paraId="2C3F76EC" w14:textId="77777777" w:rsidR="00DC7196" w:rsidRPr="001C0CC4" w:rsidRDefault="00DC7196" w:rsidP="00DC7196">
            <w:pPr>
              <w:pStyle w:val="TAC"/>
            </w:pPr>
            <w:r w:rsidRPr="001C0CC4">
              <w:t>24</w:t>
            </w:r>
          </w:p>
        </w:tc>
        <w:tc>
          <w:tcPr>
            <w:tcW w:w="717" w:type="dxa"/>
            <w:vAlign w:val="center"/>
          </w:tcPr>
          <w:p w14:paraId="19C20A90" w14:textId="77777777" w:rsidR="00DC7196" w:rsidRPr="001C0CC4" w:rsidRDefault="00DC7196" w:rsidP="00DC7196">
            <w:pPr>
              <w:pStyle w:val="TAC"/>
            </w:pPr>
            <w:r w:rsidRPr="001C0CC4">
              <w:t>24</w:t>
            </w:r>
          </w:p>
        </w:tc>
        <w:tc>
          <w:tcPr>
            <w:tcW w:w="717" w:type="dxa"/>
            <w:vAlign w:val="center"/>
          </w:tcPr>
          <w:p w14:paraId="441BED16" w14:textId="77777777" w:rsidR="00DC7196" w:rsidRPr="001C0CC4" w:rsidRDefault="00DC7196" w:rsidP="00DC7196">
            <w:pPr>
              <w:pStyle w:val="TAC"/>
            </w:pPr>
            <w:r w:rsidRPr="001C0CC4">
              <w:t>24</w:t>
            </w:r>
          </w:p>
        </w:tc>
      </w:tr>
      <w:tr w:rsidR="00DC7196" w:rsidRPr="001C0CC4" w14:paraId="32849493" w14:textId="77777777" w:rsidTr="00E51EAF">
        <w:trPr>
          <w:jc w:val="center"/>
        </w:trPr>
        <w:tc>
          <w:tcPr>
            <w:tcW w:w="3690" w:type="dxa"/>
            <w:vAlign w:val="center"/>
          </w:tcPr>
          <w:p w14:paraId="3F2971AA" w14:textId="77777777" w:rsidR="00DC7196" w:rsidRPr="001C0CC4" w:rsidRDefault="00DC7196" w:rsidP="00DC7196">
            <w:pPr>
              <w:pStyle w:val="TAL"/>
              <w:rPr>
                <w:rFonts w:eastAsia="SimSun"/>
              </w:rPr>
            </w:pPr>
            <w:r w:rsidRPr="001C0CC4">
              <w:rPr>
                <w:rFonts w:eastAsia="SimSun"/>
              </w:rPr>
              <w:t>LDPC base graph</w:t>
            </w:r>
          </w:p>
        </w:tc>
        <w:tc>
          <w:tcPr>
            <w:tcW w:w="1093" w:type="dxa"/>
            <w:vAlign w:val="center"/>
          </w:tcPr>
          <w:p w14:paraId="33FA658B" w14:textId="77777777" w:rsidR="00DC7196" w:rsidRPr="001C0CC4" w:rsidRDefault="00DC7196" w:rsidP="00DC7196">
            <w:pPr>
              <w:pStyle w:val="TAC"/>
            </w:pPr>
          </w:p>
        </w:tc>
        <w:tc>
          <w:tcPr>
            <w:tcW w:w="717" w:type="dxa"/>
            <w:vAlign w:val="center"/>
          </w:tcPr>
          <w:p w14:paraId="281656B8" w14:textId="77777777" w:rsidR="00DC7196" w:rsidRPr="001C0CC4" w:rsidRDefault="00DC7196" w:rsidP="00DC7196">
            <w:pPr>
              <w:pStyle w:val="TAC"/>
            </w:pPr>
            <w:r w:rsidRPr="001C0CC4">
              <w:t>2</w:t>
            </w:r>
          </w:p>
        </w:tc>
        <w:tc>
          <w:tcPr>
            <w:tcW w:w="717" w:type="dxa"/>
            <w:vAlign w:val="center"/>
          </w:tcPr>
          <w:p w14:paraId="7C09A6C8" w14:textId="77777777" w:rsidR="00DC7196" w:rsidRPr="001C0CC4" w:rsidRDefault="00DC7196" w:rsidP="00DC7196">
            <w:pPr>
              <w:pStyle w:val="TAC"/>
            </w:pPr>
            <w:r w:rsidRPr="001C0CC4">
              <w:t>2</w:t>
            </w:r>
          </w:p>
        </w:tc>
        <w:tc>
          <w:tcPr>
            <w:tcW w:w="717" w:type="dxa"/>
            <w:vAlign w:val="center"/>
          </w:tcPr>
          <w:p w14:paraId="195053F9" w14:textId="77777777" w:rsidR="00DC7196" w:rsidRPr="001C0CC4" w:rsidRDefault="00DC7196" w:rsidP="00DC7196">
            <w:pPr>
              <w:pStyle w:val="TAC"/>
            </w:pPr>
            <w:r w:rsidRPr="001C0CC4">
              <w:t>1</w:t>
            </w:r>
          </w:p>
        </w:tc>
        <w:tc>
          <w:tcPr>
            <w:tcW w:w="717" w:type="dxa"/>
            <w:vAlign w:val="center"/>
          </w:tcPr>
          <w:p w14:paraId="39B2411D" w14:textId="77777777" w:rsidR="00DC7196" w:rsidRPr="001C0CC4" w:rsidRDefault="00DC7196" w:rsidP="00DC7196">
            <w:pPr>
              <w:pStyle w:val="TAC"/>
            </w:pPr>
            <w:r w:rsidRPr="001C0CC4">
              <w:t>1</w:t>
            </w:r>
          </w:p>
        </w:tc>
        <w:tc>
          <w:tcPr>
            <w:tcW w:w="717" w:type="dxa"/>
            <w:vAlign w:val="center"/>
          </w:tcPr>
          <w:p w14:paraId="0678BE38" w14:textId="77777777" w:rsidR="00DC7196" w:rsidRPr="001C0CC4" w:rsidRDefault="00DC7196" w:rsidP="00DC7196">
            <w:pPr>
              <w:pStyle w:val="TAC"/>
            </w:pPr>
            <w:r w:rsidRPr="001C0CC4">
              <w:t>1</w:t>
            </w:r>
          </w:p>
        </w:tc>
        <w:tc>
          <w:tcPr>
            <w:tcW w:w="717" w:type="dxa"/>
            <w:vAlign w:val="center"/>
          </w:tcPr>
          <w:p w14:paraId="61262529" w14:textId="77777777" w:rsidR="00DC7196" w:rsidRPr="001C0CC4" w:rsidRDefault="00DC7196" w:rsidP="00DC7196">
            <w:pPr>
              <w:pStyle w:val="TAC"/>
            </w:pPr>
            <w:r w:rsidRPr="001C0CC4">
              <w:t>1</w:t>
            </w:r>
          </w:p>
        </w:tc>
        <w:tc>
          <w:tcPr>
            <w:tcW w:w="717" w:type="dxa"/>
            <w:vAlign w:val="center"/>
          </w:tcPr>
          <w:p w14:paraId="0F6C864A" w14:textId="77777777" w:rsidR="00DC7196" w:rsidRPr="001C0CC4" w:rsidRDefault="00DC7196" w:rsidP="00DC7196">
            <w:pPr>
              <w:pStyle w:val="TAC"/>
            </w:pPr>
            <w:r w:rsidRPr="001C0CC4">
              <w:t>1</w:t>
            </w:r>
          </w:p>
        </w:tc>
        <w:tc>
          <w:tcPr>
            <w:tcW w:w="717" w:type="dxa"/>
            <w:vAlign w:val="center"/>
          </w:tcPr>
          <w:p w14:paraId="51688A0A" w14:textId="77777777" w:rsidR="00DC7196" w:rsidRPr="001C0CC4" w:rsidRDefault="00DC7196" w:rsidP="00DC7196">
            <w:pPr>
              <w:pStyle w:val="TAC"/>
            </w:pPr>
            <w:r w:rsidRPr="001C0CC4">
              <w:t>1</w:t>
            </w:r>
          </w:p>
        </w:tc>
      </w:tr>
      <w:tr w:rsidR="00DC7196" w:rsidRPr="001C0CC4" w14:paraId="70291FFE" w14:textId="77777777" w:rsidTr="00E51EAF">
        <w:trPr>
          <w:jc w:val="center"/>
        </w:trPr>
        <w:tc>
          <w:tcPr>
            <w:tcW w:w="3690" w:type="dxa"/>
            <w:vAlign w:val="center"/>
          </w:tcPr>
          <w:p w14:paraId="2344974F" w14:textId="77777777" w:rsidR="00DC7196" w:rsidRPr="001C0CC4" w:rsidRDefault="00DC7196" w:rsidP="00DC7196">
            <w:pPr>
              <w:pStyle w:val="TAH"/>
              <w:rPr>
                <w:rFonts w:eastAsia="SimSun"/>
              </w:rPr>
            </w:pPr>
            <w:r w:rsidRPr="001C0CC4">
              <w:rPr>
                <w:rFonts w:eastAsia="SimSun"/>
              </w:rPr>
              <w:t>Number of Code Blocks per Slot</w:t>
            </w:r>
          </w:p>
        </w:tc>
        <w:tc>
          <w:tcPr>
            <w:tcW w:w="1093" w:type="dxa"/>
            <w:vAlign w:val="center"/>
          </w:tcPr>
          <w:p w14:paraId="196D6541"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14D220E5"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5C44A018"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4FBEADAE"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6119DACE"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37EBEE92"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712C39CB"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48B20A05"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71374398" w14:textId="77777777" w:rsidR="00DC7196" w:rsidRPr="001C0CC4" w:rsidRDefault="00DC7196" w:rsidP="00DC7196">
            <w:pPr>
              <w:keepNext/>
              <w:keepLines/>
              <w:spacing w:after="0"/>
              <w:jc w:val="center"/>
              <w:rPr>
                <w:rFonts w:ascii="Arial" w:hAnsi="Arial" w:cs="Arial"/>
                <w:sz w:val="18"/>
              </w:rPr>
            </w:pPr>
          </w:p>
        </w:tc>
      </w:tr>
      <w:tr w:rsidR="00DC7196" w:rsidRPr="001C0CC4" w14:paraId="3A451AE6" w14:textId="77777777" w:rsidTr="00E51EAF">
        <w:trPr>
          <w:jc w:val="center"/>
        </w:trPr>
        <w:tc>
          <w:tcPr>
            <w:tcW w:w="3690" w:type="dxa"/>
            <w:vAlign w:val="center"/>
          </w:tcPr>
          <w:p w14:paraId="74BD4430" w14:textId="77777777" w:rsidR="00DC7196" w:rsidRPr="001C0CC4" w:rsidRDefault="00DC7196" w:rsidP="00DC7196">
            <w:pPr>
              <w:pStyle w:val="TAL"/>
              <w:rPr>
                <w:rFonts w:eastAsia="SimSun"/>
              </w:rPr>
            </w:pPr>
            <w:r w:rsidRPr="001C0CC4">
              <w:rPr>
                <w:rFonts w:eastAsia="SimSun"/>
              </w:rPr>
              <w:t xml:space="preserve">  For Slots 0,1,3,4,8,9</w:t>
            </w:r>
          </w:p>
        </w:tc>
        <w:tc>
          <w:tcPr>
            <w:tcW w:w="1093" w:type="dxa"/>
            <w:vAlign w:val="center"/>
          </w:tcPr>
          <w:p w14:paraId="1BEDDB74" w14:textId="77777777" w:rsidR="00DC7196" w:rsidRPr="001C0CC4" w:rsidRDefault="00DC7196" w:rsidP="00DC7196">
            <w:pPr>
              <w:pStyle w:val="TAC"/>
            </w:pPr>
            <w:r w:rsidRPr="001C0CC4">
              <w:t>CBs</w:t>
            </w:r>
          </w:p>
        </w:tc>
        <w:tc>
          <w:tcPr>
            <w:tcW w:w="717" w:type="dxa"/>
            <w:vAlign w:val="center"/>
          </w:tcPr>
          <w:p w14:paraId="0F08A7EB" w14:textId="77777777" w:rsidR="00DC7196" w:rsidRPr="001C0CC4" w:rsidRDefault="00DC7196" w:rsidP="00DC7196">
            <w:pPr>
              <w:pStyle w:val="TAC"/>
            </w:pPr>
            <w:r w:rsidRPr="001C0CC4">
              <w:t>N/A</w:t>
            </w:r>
          </w:p>
        </w:tc>
        <w:tc>
          <w:tcPr>
            <w:tcW w:w="717" w:type="dxa"/>
            <w:vAlign w:val="center"/>
          </w:tcPr>
          <w:p w14:paraId="5A1E8D61" w14:textId="77777777" w:rsidR="00DC7196" w:rsidRPr="001C0CC4" w:rsidRDefault="00DC7196" w:rsidP="00DC7196">
            <w:pPr>
              <w:pStyle w:val="TAC"/>
            </w:pPr>
            <w:r w:rsidRPr="001C0CC4">
              <w:t>N/A</w:t>
            </w:r>
          </w:p>
        </w:tc>
        <w:tc>
          <w:tcPr>
            <w:tcW w:w="717" w:type="dxa"/>
            <w:vAlign w:val="center"/>
          </w:tcPr>
          <w:p w14:paraId="6122A61E" w14:textId="77777777" w:rsidR="00DC7196" w:rsidRPr="001C0CC4" w:rsidRDefault="00DC7196" w:rsidP="00DC7196">
            <w:pPr>
              <w:pStyle w:val="TAC"/>
            </w:pPr>
            <w:r w:rsidRPr="001C0CC4">
              <w:t>N/A</w:t>
            </w:r>
          </w:p>
        </w:tc>
        <w:tc>
          <w:tcPr>
            <w:tcW w:w="717" w:type="dxa"/>
            <w:vAlign w:val="center"/>
          </w:tcPr>
          <w:p w14:paraId="094BAB9D" w14:textId="77777777" w:rsidR="00DC7196" w:rsidRPr="001C0CC4" w:rsidRDefault="00DC7196" w:rsidP="00DC7196">
            <w:pPr>
              <w:pStyle w:val="TAC"/>
            </w:pPr>
            <w:r w:rsidRPr="001C0CC4">
              <w:t>N/A</w:t>
            </w:r>
          </w:p>
        </w:tc>
        <w:tc>
          <w:tcPr>
            <w:tcW w:w="717" w:type="dxa"/>
            <w:vAlign w:val="center"/>
          </w:tcPr>
          <w:p w14:paraId="370349ED" w14:textId="77777777" w:rsidR="00DC7196" w:rsidRPr="001C0CC4" w:rsidRDefault="00DC7196" w:rsidP="00DC7196">
            <w:pPr>
              <w:pStyle w:val="TAC"/>
            </w:pPr>
            <w:r w:rsidRPr="001C0CC4">
              <w:t>N/A</w:t>
            </w:r>
          </w:p>
        </w:tc>
        <w:tc>
          <w:tcPr>
            <w:tcW w:w="717" w:type="dxa"/>
            <w:vAlign w:val="center"/>
          </w:tcPr>
          <w:p w14:paraId="1437E32A" w14:textId="77777777" w:rsidR="00DC7196" w:rsidRPr="001C0CC4" w:rsidRDefault="00DC7196" w:rsidP="00DC7196">
            <w:pPr>
              <w:pStyle w:val="TAC"/>
            </w:pPr>
            <w:r w:rsidRPr="001C0CC4">
              <w:t>N/A</w:t>
            </w:r>
          </w:p>
        </w:tc>
        <w:tc>
          <w:tcPr>
            <w:tcW w:w="717" w:type="dxa"/>
            <w:vAlign w:val="center"/>
          </w:tcPr>
          <w:p w14:paraId="3F128279" w14:textId="77777777" w:rsidR="00DC7196" w:rsidRPr="001C0CC4" w:rsidRDefault="00DC7196" w:rsidP="00DC7196">
            <w:pPr>
              <w:pStyle w:val="TAC"/>
            </w:pPr>
            <w:r w:rsidRPr="001C0CC4">
              <w:t>N/A</w:t>
            </w:r>
          </w:p>
        </w:tc>
        <w:tc>
          <w:tcPr>
            <w:tcW w:w="717" w:type="dxa"/>
            <w:vAlign w:val="center"/>
          </w:tcPr>
          <w:p w14:paraId="442428FC" w14:textId="77777777" w:rsidR="00DC7196" w:rsidRPr="001C0CC4" w:rsidRDefault="00DC7196" w:rsidP="00DC7196">
            <w:pPr>
              <w:pStyle w:val="TAC"/>
            </w:pPr>
            <w:r w:rsidRPr="001C0CC4">
              <w:t>N/A</w:t>
            </w:r>
          </w:p>
        </w:tc>
      </w:tr>
      <w:tr w:rsidR="00DC7196" w:rsidRPr="001C0CC4" w14:paraId="50DA5522" w14:textId="77777777" w:rsidTr="00E51EAF">
        <w:trPr>
          <w:jc w:val="center"/>
        </w:trPr>
        <w:tc>
          <w:tcPr>
            <w:tcW w:w="3690" w:type="dxa"/>
            <w:vAlign w:val="center"/>
          </w:tcPr>
          <w:p w14:paraId="0825AABF" w14:textId="77777777" w:rsidR="00DC7196" w:rsidRPr="001C0CC4" w:rsidRDefault="00DC7196" w:rsidP="00DC7196">
            <w:pPr>
              <w:pStyle w:val="TAL"/>
              <w:rPr>
                <w:rFonts w:eastAsia="SimSun"/>
              </w:rPr>
            </w:pPr>
            <w:r w:rsidRPr="001C0CC4">
              <w:rPr>
                <w:rFonts w:eastAsia="SimSun"/>
              </w:rPr>
              <w:t xml:space="preserve">  For Slots 2,5,6,7</w:t>
            </w:r>
          </w:p>
        </w:tc>
        <w:tc>
          <w:tcPr>
            <w:tcW w:w="1093" w:type="dxa"/>
            <w:vAlign w:val="center"/>
          </w:tcPr>
          <w:p w14:paraId="281415EA" w14:textId="77777777" w:rsidR="00DC7196" w:rsidRPr="001C0CC4" w:rsidRDefault="00DC7196" w:rsidP="00DC7196">
            <w:pPr>
              <w:pStyle w:val="TAC"/>
            </w:pPr>
            <w:r w:rsidRPr="001C0CC4">
              <w:t>CBs</w:t>
            </w:r>
          </w:p>
        </w:tc>
        <w:tc>
          <w:tcPr>
            <w:tcW w:w="717" w:type="dxa"/>
            <w:vAlign w:val="center"/>
          </w:tcPr>
          <w:p w14:paraId="25997226" w14:textId="77777777" w:rsidR="00DC7196" w:rsidRPr="001C0CC4" w:rsidRDefault="00DC7196" w:rsidP="00DC7196">
            <w:pPr>
              <w:pStyle w:val="TAC"/>
            </w:pPr>
            <w:r w:rsidRPr="001C0CC4">
              <w:t>1</w:t>
            </w:r>
          </w:p>
        </w:tc>
        <w:tc>
          <w:tcPr>
            <w:tcW w:w="717" w:type="dxa"/>
            <w:vAlign w:val="center"/>
          </w:tcPr>
          <w:p w14:paraId="0ABCE1DE" w14:textId="77777777" w:rsidR="00DC7196" w:rsidRPr="001C0CC4" w:rsidRDefault="00DC7196" w:rsidP="00DC7196">
            <w:pPr>
              <w:pStyle w:val="TAC"/>
            </w:pPr>
            <w:r w:rsidRPr="001C0CC4">
              <w:t>1</w:t>
            </w:r>
          </w:p>
        </w:tc>
        <w:tc>
          <w:tcPr>
            <w:tcW w:w="717" w:type="dxa"/>
            <w:vAlign w:val="center"/>
          </w:tcPr>
          <w:p w14:paraId="0B31AEC2" w14:textId="77777777" w:rsidR="00DC7196" w:rsidRPr="001C0CC4" w:rsidRDefault="00DC7196" w:rsidP="00DC7196">
            <w:pPr>
              <w:pStyle w:val="TAC"/>
            </w:pPr>
            <w:r w:rsidRPr="001C0CC4">
              <w:t>1</w:t>
            </w:r>
          </w:p>
        </w:tc>
        <w:tc>
          <w:tcPr>
            <w:tcW w:w="717" w:type="dxa"/>
            <w:vAlign w:val="center"/>
          </w:tcPr>
          <w:p w14:paraId="0C0A094B" w14:textId="77777777" w:rsidR="00DC7196" w:rsidRPr="001C0CC4" w:rsidRDefault="00DC7196" w:rsidP="00DC7196">
            <w:pPr>
              <w:pStyle w:val="TAC"/>
            </w:pPr>
            <w:r w:rsidRPr="001C0CC4">
              <w:t>1</w:t>
            </w:r>
          </w:p>
        </w:tc>
        <w:tc>
          <w:tcPr>
            <w:tcW w:w="717" w:type="dxa"/>
            <w:vAlign w:val="center"/>
          </w:tcPr>
          <w:p w14:paraId="78133A4A" w14:textId="77777777" w:rsidR="00DC7196" w:rsidRPr="001C0CC4" w:rsidRDefault="00DC7196" w:rsidP="00DC7196">
            <w:pPr>
              <w:pStyle w:val="TAC"/>
            </w:pPr>
            <w:r w:rsidRPr="001C0CC4">
              <w:t>2</w:t>
            </w:r>
          </w:p>
        </w:tc>
        <w:tc>
          <w:tcPr>
            <w:tcW w:w="717" w:type="dxa"/>
            <w:vAlign w:val="center"/>
          </w:tcPr>
          <w:p w14:paraId="14B023FE" w14:textId="77777777" w:rsidR="00DC7196" w:rsidRPr="001C0CC4" w:rsidRDefault="00DC7196" w:rsidP="00DC7196">
            <w:pPr>
              <w:pStyle w:val="TAC"/>
            </w:pPr>
            <w:r w:rsidRPr="001C0CC4">
              <w:t>2</w:t>
            </w:r>
          </w:p>
        </w:tc>
        <w:tc>
          <w:tcPr>
            <w:tcW w:w="717" w:type="dxa"/>
            <w:vAlign w:val="center"/>
          </w:tcPr>
          <w:p w14:paraId="44618B88" w14:textId="77777777" w:rsidR="00DC7196" w:rsidRPr="001C0CC4" w:rsidRDefault="00DC7196" w:rsidP="00DC7196">
            <w:pPr>
              <w:pStyle w:val="TAC"/>
            </w:pPr>
            <w:r w:rsidRPr="001C0CC4">
              <w:t>2</w:t>
            </w:r>
          </w:p>
        </w:tc>
        <w:tc>
          <w:tcPr>
            <w:tcW w:w="717" w:type="dxa"/>
            <w:vAlign w:val="center"/>
          </w:tcPr>
          <w:p w14:paraId="6D32CC73" w14:textId="77777777" w:rsidR="00DC7196" w:rsidRPr="001C0CC4" w:rsidRDefault="00DC7196" w:rsidP="00DC7196">
            <w:pPr>
              <w:pStyle w:val="TAC"/>
            </w:pPr>
            <w:r w:rsidRPr="001C0CC4">
              <w:t>3</w:t>
            </w:r>
          </w:p>
        </w:tc>
      </w:tr>
      <w:tr w:rsidR="00DC7196" w:rsidRPr="001C0CC4" w14:paraId="4AE74294" w14:textId="77777777" w:rsidTr="00E51EAF">
        <w:trPr>
          <w:jc w:val="center"/>
        </w:trPr>
        <w:tc>
          <w:tcPr>
            <w:tcW w:w="3690" w:type="dxa"/>
            <w:vAlign w:val="center"/>
          </w:tcPr>
          <w:p w14:paraId="6300CED8" w14:textId="77777777" w:rsidR="00DC7196" w:rsidRPr="001C0CC4" w:rsidRDefault="00DC7196" w:rsidP="00DC7196">
            <w:pPr>
              <w:pStyle w:val="TAH"/>
              <w:rPr>
                <w:rFonts w:eastAsia="SimSun"/>
              </w:rPr>
            </w:pPr>
            <w:r w:rsidRPr="001C0CC4">
              <w:rPr>
                <w:rFonts w:eastAsia="SimSun"/>
              </w:rPr>
              <w:t>Binary Channel Bits per Slot</w:t>
            </w:r>
          </w:p>
        </w:tc>
        <w:tc>
          <w:tcPr>
            <w:tcW w:w="1093" w:type="dxa"/>
            <w:vAlign w:val="center"/>
          </w:tcPr>
          <w:p w14:paraId="310C17FA"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38008DB0"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084877CD"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5F28A54C"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355A4CCC"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6440EF12"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2A2071E3"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39BDDDF8" w14:textId="77777777" w:rsidR="00DC7196" w:rsidRPr="001C0CC4" w:rsidRDefault="00DC7196" w:rsidP="00DC7196">
            <w:pPr>
              <w:keepNext/>
              <w:keepLines/>
              <w:spacing w:after="0"/>
              <w:jc w:val="center"/>
              <w:rPr>
                <w:rFonts w:ascii="Arial" w:hAnsi="Arial" w:cs="Arial"/>
                <w:sz w:val="18"/>
              </w:rPr>
            </w:pPr>
          </w:p>
        </w:tc>
        <w:tc>
          <w:tcPr>
            <w:tcW w:w="717" w:type="dxa"/>
            <w:vAlign w:val="center"/>
          </w:tcPr>
          <w:p w14:paraId="43F93807" w14:textId="77777777" w:rsidR="00DC7196" w:rsidRPr="001C0CC4" w:rsidRDefault="00DC7196" w:rsidP="00DC7196">
            <w:pPr>
              <w:keepNext/>
              <w:keepLines/>
              <w:spacing w:after="0"/>
              <w:jc w:val="center"/>
              <w:rPr>
                <w:rFonts w:ascii="Arial" w:hAnsi="Arial" w:cs="Arial"/>
                <w:sz w:val="18"/>
              </w:rPr>
            </w:pPr>
          </w:p>
        </w:tc>
      </w:tr>
      <w:tr w:rsidR="00DC7196" w:rsidRPr="001C0CC4" w14:paraId="560A4D18" w14:textId="77777777" w:rsidTr="00E51EAF">
        <w:trPr>
          <w:jc w:val="center"/>
        </w:trPr>
        <w:tc>
          <w:tcPr>
            <w:tcW w:w="3690" w:type="dxa"/>
            <w:vAlign w:val="center"/>
          </w:tcPr>
          <w:p w14:paraId="24F20008" w14:textId="77777777" w:rsidR="00DC7196" w:rsidRPr="001C0CC4" w:rsidRDefault="00DC7196" w:rsidP="00DC7196">
            <w:pPr>
              <w:pStyle w:val="TAL"/>
              <w:rPr>
                <w:rFonts w:eastAsia="SimSun"/>
              </w:rPr>
            </w:pPr>
            <w:r w:rsidRPr="001C0CC4">
              <w:rPr>
                <w:rFonts w:eastAsia="SimSun"/>
              </w:rPr>
              <w:t xml:space="preserve">  For Slots 0,1,3,4,8,9</w:t>
            </w:r>
          </w:p>
        </w:tc>
        <w:tc>
          <w:tcPr>
            <w:tcW w:w="1093" w:type="dxa"/>
            <w:vAlign w:val="center"/>
          </w:tcPr>
          <w:p w14:paraId="72F80BB2" w14:textId="77777777" w:rsidR="00DC7196" w:rsidRPr="001C0CC4" w:rsidRDefault="00DC7196" w:rsidP="00DC7196">
            <w:pPr>
              <w:pStyle w:val="TAC"/>
            </w:pPr>
            <w:r w:rsidRPr="001C0CC4">
              <w:t>Bits</w:t>
            </w:r>
          </w:p>
        </w:tc>
        <w:tc>
          <w:tcPr>
            <w:tcW w:w="717" w:type="dxa"/>
            <w:vAlign w:val="center"/>
          </w:tcPr>
          <w:p w14:paraId="30E58EDF" w14:textId="77777777" w:rsidR="00DC7196" w:rsidRPr="001C0CC4" w:rsidRDefault="00DC7196" w:rsidP="00DC7196">
            <w:pPr>
              <w:pStyle w:val="TAC"/>
            </w:pPr>
            <w:r w:rsidRPr="001C0CC4">
              <w:t>N/A</w:t>
            </w:r>
          </w:p>
        </w:tc>
        <w:tc>
          <w:tcPr>
            <w:tcW w:w="717" w:type="dxa"/>
            <w:vAlign w:val="center"/>
          </w:tcPr>
          <w:p w14:paraId="71A6C75E" w14:textId="77777777" w:rsidR="00DC7196" w:rsidRPr="001C0CC4" w:rsidRDefault="00DC7196" w:rsidP="00DC7196">
            <w:pPr>
              <w:pStyle w:val="TAC"/>
            </w:pPr>
            <w:r w:rsidRPr="001C0CC4">
              <w:t>N/A</w:t>
            </w:r>
          </w:p>
        </w:tc>
        <w:tc>
          <w:tcPr>
            <w:tcW w:w="717" w:type="dxa"/>
            <w:vAlign w:val="center"/>
          </w:tcPr>
          <w:p w14:paraId="263B507E" w14:textId="77777777" w:rsidR="00DC7196" w:rsidRPr="001C0CC4" w:rsidRDefault="00DC7196" w:rsidP="00DC7196">
            <w:pPr>
              <w:pStyle w:val="TAC"/>
            </w:pPr>
            <w:r w:rsidRPr="001C0CC4">
              <w:t>N/A</w:t>
            </w:r>
          </w:p>
        </w:tc>
        <w:tc>
          <w:tcPr>
            <w:tcW w:w="717" w:type="dxa"/>
            <w:vAlign w:val="center"/>
          </w:tcPr>
          <w:p w14:paraId="4C8BC89D" w14:textId="77777777" w:rsidR="00DC7196" w:rsidRPr="001C0CC4" w:rsidRDefault="00DC7196" w:rsidP="00DC7196">
            <w:pPr>
              <w:pStyle w:val="TAC"/>
            </w:pPr>
            <w:r w:rsidRPr="001C0CC4">
              <w:t>N/A</w:t>
            </w:r>
          </w:p>
        </w:tc>
        <w:tc>
          <w:tcPr>
            <w:tcW w:w="717" w:type="dxa"/>
            <w:vAlign w:val="center"/>
          </w:tcPr>
          <w:p w14:paraId="299C1CE2" w14:textId="77777777" w:rsidR="00DC7196" w:rsidRPr="001C0CC4" w:rsidRDefault="00DC7196" w:rsidP="00DC7196">
            <w:pPr>
              <w:pStyle w:val="TAC"/>
            </w:pPr>
            <w:r w:rsidRPr="001C0CC4">
              <w:t>N/A</w:t>
            </w:r>
          </w:p>
        </w:tc>
        <w:tc>
          <w:tcPr>
            <w:tcW w:w="717" w:type="dxa"/>
            <w:vAlign w:val="center"/>
          </w:tcPr>
          <w:p w14:paraId="650CC884" w14:textId="77777777" w:rsidR="00DC7196" w:rsidRPr="001C0CC4" w:rsidRDefault="00DC7196" w:rsidP="00DC7196">
            <w:pPr>
              <w:pStyle w:val="TAC"/>
            </w:pPr>
            <w:r w:rsidRPr="001C0CC4">
              <w:t>N/A</w:t>
            </w:r>
          </w:p>
        </w:tc>
        <w:tc>
          <w:tcPr>
            <w:tcW w:w="717" w:type="dxa"/>
            <w:vAlign w:val="center"/>
          </w:tcPr>
          <w:p w14:paraId="3675558F" w14:textId="77777777" w:rsidR="00DC7196" w:rsidRPr="001C0CC4" w:rsidRDefault="00DC7196" w:rsidP="00DC7196">
            <w:pPr>
              <w:pStyle w:val="TAC"/>
            </w:pPr>
            <w:r w:rsidRPr="001C0CC4">
              <w:t>N/A</w:t>
            </w:r>
          </w:p>
        </w:tc>
        <w:tc>
          <w:tcPr>
            <w:tcW w:w="717" w:type="dxa"/>
            <w:vAlign w:val="center"/>
          </w:tcPr>
          <w:p w14:paraId="4E600E1D" w14:textId="77777777" w:rsidR="00DC7196" w:rsidRPr="001C0CC4" w:rsidRDefault="00DC7196" w:rsidP="00DC7196">
            <w:pPr>
              <w:pStyle w:val="TAC"/>
            </w:pPr>
            <w:r w:rsidRPr="001C0CC4">
              <w:t>N/A</w:t>
            </w:r>
          </w:p>
        </w:tc>
      </w:tr>
      <w:tr w:rsidR="00DC7196" w:rsidRPr="001C0CC4" w14:paraId="4CC7B081" w14:textId="77777777" w:rsidTr="00E51EAF">
        <w:trPr>
          <w:jc w:val="center"/>
        </w:trPr>
        <w:tc>
          <w:tcPr>
            <w:tcW w:w="3690" w:type="dxa"/>
            <w:vAlign w:val="center"/>
          </w:tcPr>
          <w:p w14:paraId="643C7466" w14:textId="77777777" w:rsidR="00DC7196" w:rsidRPr="001C0CC4" w:rsidRDefault="00DC7196" w:rsidP="00DC7196">
            <w:pPr>
              <w:pStyle w:val="TAL"/>
              <w:rPr>
                <w:rFonts w:eastAsia="SimSun"/>
              </w:rPr>
            </w:pPr>
            <w:r w:rsidRPr="001C0CC4">
              <w:rPr>
                <w:rFonts w:eastAsia="SimSun"/>
              </w:rPr>
              <w:t xml:space="preserve">  For Slots 2,5,6,7</w:t>
            </w:r>
          </w:p>
        </w:tc>
        <w:tc>
          <w:tcPr>
            <w:tcW w:w="1093" w:type="dxa"/>
            <w:vAlign w:val="center"/>
          </w:tcPr>
          <w:p w14:paraId="7E4A4F5B" w14:textId="77777777" w:rsidR="00DC7196" w:rsidRPr="001C0CC4" w:rsidRDefault="00DC7196" w:rsidP="00DC7196">
            <w:pPr>
              <w:pStyle w:val="TAC"/>
            </w:pPr>
            <w:r w:rsidRPr="001C0CC4">
              <w:t>Bits</w:t>
            </w:r>
          </w:p>
        </w:tc>
        <w:tc>
          <w:tcPr>
            <w:tcW w:w="717" w:type="dxa"/>
            <w:vAlign w:val="center"/>
          </w:tcPr>
          <w:p w14:paraId="03D36241" w14:textId="77777777" w:rsidR="00DC7196" w:rsidRPr="001C0CC4" w:rsidRDefault="00DC7196" w:rsidP="00DC7196">
            <w:pPr>
              <w:pStyle w:val="TAC"/>
            </w:pPr>
            <w:r w:rsidRPr="001C0CC4">
              <w:t>5400</w:t>
            </w:r>
          </w:p>
        </w:tc>
        <w:tc>
          <w:tcPr>
            <w:tcW w:w="717" w:type="dxa"/>
            <w:vAlign w:val="center"/>
          </w:tcPr>
          <w:p w14:paraId="5F6D0565" w14:textId="77777777" w:rsidR="00DC7196" w:rsidRPr="001C0CC4" w:rsidRDefault="00DC7196" w:rsidP="00DC7196">
            <w:pPr>
              <w:pStyle w:val="TAC"/>
            </w:pPr>
            <w:r w:rsidRPr="001C0CC4">
              <w:t>11232</w:t>
            </w:r>
          </w:p>
        </w:tc>
        <w:tc>
          <w:tcPr>
            <w:tcW w:w="717" w:type="dxa"/>
            <w:vAlign w:val="center"/>
          </w:tcPr>
          <w:p w14:paraId="7474CCDA" w14:textId="77777777" w:rsidR="00DC7196" w:rsidRPr="001C0CC4" w:rsidRDefault="00DC7196" w:rsidP="00DC7196">
            <w:pPr>
              <w:pStyle w:val="TAC"/>
            </w:pPr>
            <w:r w:rsidRPr="001C0CC4">
              <w:t>17064</w:t>
            </w:r>
          </w:p>
        </w:tc>
        <w:tc>
          <w:tcPr>
            <w:tcW w:w="717" w:type="dxa"/>
            <w:vAlign w:val="center"/>
          </w:tcPr>
          <w:p w14:paraId="3FE3CD3E" w14:textId="77777777" w:rsidR="00DC7196" w:rsidRPr="001C0CC4" w:rsidRDefault="00DC7196" w:rsidP="00DC7196">
            <w:pPr>
              <w:pStyle w:val="TAC"/>
            </w:pPr>
            <w:r w:rsidRPr="001C0CC4">
              <w:t>22896</w:t>
            </w:r>
          </w:p>
        </w:tc>
        <w:tc>
          <w:tcPr>
            <w:tcW w:w="717" w:type="dxa"/>
            <w:vAlign w:val="center"/>
          </w:tcPr>
          <w:p w14:paraId="21459BB7" w14:textId="77777777" w:rsidR="00DC7196" w:rsidRPr="001C0CC4" w:rsidRDefault="00DC7196" w:rsidP="00DC7196">
            <w:pPr>
              <w:pStyle w:val="TAC"/>
            </w:pPr>
            <w:r w:rsidRPr="001C0CC4">
              <w:t>28728</w:t>
            </w:r>
          </w:p>
        </w:tc>
        <w:tc>
          <w:tcPr>
            <w:tcW w:w="717" w:type="dxa"/>
            <w:vAlign w:val="center"/>
          </w:tcPr>
          <w:p w14:paraId="06738D4E" w14:textId="77777777" w:rsidR="00DC7196" w:rsidRPr="001C0CC4" w:rsidRDefault="00DC7196" w:rsidP="00DC7196">
            <w:pPr>
              <w:pStyle w:val="TAC"/>
            </w:pPr>
            <w:r w:rsidRPr="001C0CC4">
              <w:t>34560</w:t>
            </w:r>
          </w:p>
        </w:tc>
        <w:tc>
          <w:tcPr>
            <w:tcW w:w="717" w:type="dxa"/>
            <w:vAlign w:val="center"/>
          </w:tcPr>
          <w:p w14:paraId="1A00AA4D" w14:textId="77777777" w:rsidR="00DC7196" w:rsidRPr="001C0CC4" w:rsidRDefault="00DC7196" w:rsidP="00DC7196">
            <w:pPr>
              <w:pStyle w:val="TAC"/>
            </w:pPr>
            <w:r w:rsidRPr="001C0CC4">
              <w:t>46656</w:t>
            </w:r>
          </w:p>
        </w:tc>
        <w:tc>
          <w:tcPr>
            <w:tcW w:w="717" w:type="dxa"/>
            <w:vAlign w:val="center"/>
          </w:tcPr>
          <w:p w14:paraId="269211F5" w14:textId="77777777" w:rsidR="00DC7196" w:rsidRPr="001C0CC4" w:rsidRDefault="00DC7196" w:rsidP="00DC7196">
            <w:pPr>
              <w:pStyle w:val="TAC"/>
            </w:pPr>
            <w:r w:rsidRPr="001C0CC4">
              <w:t>58320</w:t>
            </w:r>
          </w:p>
        </w:tc>
      </w:tr>
      <w:tr w:rsidR="00DC7196" w:rsidRPr="001C0CC4" w14:paraId="6DB3C12B" w14:textId="77777777" w:rsidTr="00E51EAF">
        <w:trPr>
          <w:trHeight w:val="70"/>
          <w:jc w:val="center"/>
        </w:trPr>
        <w:tc>
          <w:tcPr>
            <w:tcW w:w="3690" w:type="dxa"/>
            <w:vAlign w:val="center"/>
          </w:tcPr>
          <w:p w14:paraId="23CB302A" w14:textId="77777777" w:rsidR="00DC7196" w:rsidRPr="001C0CC4" w:rsidRDefault="00DC7196" w:rsidP="00DC7196">
            <w:pPr>
              <w:pStyle w:val="TAL"/>
              <w:rPr>
                <w:rFonts w:eastAsia="SimSun"/>
              </w:rPr>
            </w:pPr>
            <w:r w:rsidRPr="001C0CC4">
              <w:rPr>
                <w:rFonts w:eastAsia="SimSun"/>
              </w:rPr>
              <w:t>Max. Throughput averaged over 1 frame</w:t>
            </w:r>
          </w:p>
        </w:tc>
        <w:tc>
          <w:tcPr>
            <w:tcW w:w="1093" w:type="dxa"/>
            <w:vAlign w:val="center"/>
          </w:tcPr>
          <w:p w14:paraId="450372EE" w14:textId="77777777" w:rsidR="00DC7196" w:rsidRPr="001C0CC4" w:rsidRDefault="00DC7196" w:rsidP="00DC7196">
            <w:pPr>
              <w:pStyle w:val="TAC"/>
            </w:pPr>
            <w:r w:rsidRPr="001C0CC4">
              <w:t>Mbps</w:t>
            </w:r>
          </w:p>
        </w:tc>
        <w:tc>
          <w:tcPr>
            <w:tcW w:w="717" w:type="dxa"/>
            <w:vAlign w:val="center"/>
          </w:tcPr>
          <w:p w14:paraId="305CECBA" w14:textId="77777777" w:rsidR="00DC7196" w:rsidRPr="001C0CC4" w:rsidRDefault="00DC7196" w:rsidP="00DC7196">
            <w:pPr>
              <w:pStyle w:val="TAC"/>
            </w:pPr>
            <w:r w:rsidRPr="001C0CC4">
              <w:t>0.669</w:t>
            </w:r>
          </w:p>
        </w:tc>
        <w:tc>
          <w:tcPr>
            <w:tcW w:w="717" w:type="dxa"/>
            <w:vAlign w:val="center"/>
          </w:tcPr>
          <w:p w14:paraId="77F2745B" w14:textId="77777777" w:rsidR="00DC7196" w:rsidRPr="001C0CC4" w:rsidRDefault="00DC7196" w:rsidP="00DC7196">
            <w:pPr>
              <w:pStyle w:val="TAC"/>
            </w:pPr>
            <w:r w:rsidRPr="001C0CC4">
              <w:t>1.347</w:t>
            </w:r>
          </w:p>
        </w:tc>
        <w:tc>
          <w:tcPr>
            <w:tcW w:w="717" w:type="dxa"/>
            <w:vAlign w:val="center"/>
          </w:tcPr>
          <w:p w14:paraId="2B66D0A1" w14:textId="77777777" w:rsidR="00DC7196" w:rsidRPr="001C0CC4" w:rsidRDefault="00DC7196" w:rsidP="00DC7196">
            <w:pPr>
              <w:pStyle w:val="TAC"/>
            </w:pPr>
            <w:r w:rsidRPr="001C0CC4">
              <w:t>2.048</w:t>
            </w:r>
          </w:p>
        </w:tc>
        <w:tc>
          <w:tcPr>
            <w:tcW w:w="717" w:type="dxa"/>
            <w:vAlign w:val="center"/>
          </w:tcPr>
          <w:p w14:paraId="225E76D9" w14:textId="77777777" w:rsidR="00DC7196" w:rsidRPr="001C0CC4" w:rsidRDefault="00DC7196" w:rsidP="00DC7196">
            <w:pPr>
              <w:pStyle w:val="TAC"/>
            </w:pPr>
            <w:r w:rsidRPr="001C0CC4">
              <w:t>2.765</w:t>
            </w:r>
          </w:p>
        </w:tc>
        <w:tc>
          <w:tcPr>
            <w:tcW w:w="717" w:type="dxa"/>
            <w:vAlign w:val="center"/>
          </w:tcPr>
          <w:p w14:paraId="1D022BD1" w14:textId="77777777" w:rsidR="00DC7196" w:rsidRPr="001C0CC4" w:rsidRDefault="00DC7196" w:rsidP="00DC7196">
            <w:pPr>
              <w:pStyle w:val="TAC"/>
            </w:pPr>
            <w:r w:rsidRPr="001C0CC4">
              <w:t>3.485</w:t>
            </w:r>
          </w:p>
        </w:tc>
        <w:tc>
          <w:tcPr>
            <w:tcW w:w="717" w:type="dxa"/>
            <w:vAlign w:val="center"/>
          </w:tcPr>
          <w:p w14:paraId="7757A140" w14:textId="77777777" w:rsidR="00DC7196" w:rsidRPr="001C0CC4" w:rsidRDefault="00DC7196" w:rsidP="00DC7196">
            <w:pPr>
              <w:pStyle w:val="TAC"/>
            </w:pPr>
            <w:r w:rsidRPr="001C0CC4">
              <w:t>4.202</w:t>
            </w:r>
          </w:p>
        </w:tc>
        <w:tc>
          <w:tcPr>
            <w:tcW w:w="717" w:type="dxa"/>
            <w:vAlign w:val="center"/>
          </w:tcPr>
          <w:p w14:paraId="77D21A85" w14:textId="77777777" w:rsidR="00DC7196" w:rsidRPr="001C0CC4" w:rsidRDefault="00DC7196" w:rsidP="00DC7196">
            <w:pPr>
              <w:pStyle w:val="TAC"/>
            </w:pPr>
            <w:r w:rsidRPr="001C0CC4">
              <w:t>5.635</w:t>
            </w:r>
          </w:p>
        </w:tc>
        <w:tc>
          <w:tcPr>
            <w:tcW w:w="717" w:type="dxa"/>
            <w:vAlign w:val="center"/>
          </w:tcPr>
          <w:p w14:paraId="52504D56" w14:textId="77777777" w:rsidR="00DC7196" w:rsidRPr="001C0CC4" w:rsidRDefault="00DC7196" w:rsidP="00DC7196">
            <w:pPr>
              <w:pStyle w:val="TAC"/>
            </w:pPr>
            <w:r w:rsidRPr="001C0CC4">
              <w:t>6.970</w:t>
            </w:r>
          </w:p>
        </w:tc>
      </w:tr>
      <w:tr w:rsidR="00DC7196" w:rsidRPr="001C0CC4" w14:paraId="5F704101" w14:textId="77777777" w:rsidTr="00E51EAF">
        <w:trPr>
          <w:trHeight w:val="70"/>
          <w:jc w:val="center"/>
        </w:trPr>
        <w:tc>
          <w:tcPr>
            <w:tcW w:w="10519" w:type="dxa"/>
            <w:gridSpan w:val="10"/>
          </w:tcPr>
          <w:p w14:paraId="2406822A" w14:textId="77777777" w:rsidR="00DC7196" w:rsidRPr="001C0CC4" w:rsidRDefault="00DC7196" w:rsidP="00DC7196">
            <w:pPr>
              <w:pStyle w:val="TAN"/>
            </w:pPr>
            <w:r w:rsidRPr="001C0CC4">
              <w:t>NOTE 1:</w:t>
            </w:r>
            <w:r w:rsidRPr="001C0CC4">
              <w:tab/>
              <w:t>Additional parameters are specified in Table A.3.1-1 and Table A.3.3.1-1.</w:t>
            </w:r>
          </w:p>
          <w:p w14:paraId="28BC3C55" w14:textId="77777777" w:rsidR="00DC7196" w:rsidRPr="001C0CC4" w:rsidRDefault="00DC7196" w:rsidP="00DC7196">
            <w:pPr>
              <w:pStyle w:val="TAN"/>
            </w:pPr>
            <w:r w:rsidRPr="001C0CC4">
              <w:t>NOTE 2:</w:t>
            </w:r>
            <w:r w:rsidRPr="001C0CC4">
              <w:tab/>
              <w:t>If more than one Code Block is present, an additional CRC sequence of L = 24 Bits is attached to each Code Block (otherwise L = 0 Bit).</w:t>
            </w:r>
          </w:p>
          <w:p w14:paraId="58634FC3" w14:textId="77777777" w:rsidR="00DC7196" w:rsidRPr="001C0CC4" w:rsidRDefault="00DC7196" w:rsidP="00DC7196">
            <w:pPr>
              <w:pStyle w:val="TAN"/>
            </w:pPr>
            <w:r w:rsidRPr="001C0CC4">
              <w:t>NOTE 3:</w:t>
            </w:r>
            <w:r w:rsidRPr="001C0CC4">
              <w:tab/>
              <w:t>SS/PBCH block is transmitted in slot 0 of each frame</w:t>
            </w:r>
          </w:p>
          <w:p w14:paraId="74F7BF3B" w14:textId="77777777" w:rsidR="00DC7196" w:rsidRPr="001C0CC4" w:rsidRDefault="00DC7196" w:rsidP="00DC7196">
            <w:pPr>
              <w:pStyle w:val="TAN"/>
              <w:rPr>
                <w:sz w:val="16"/>
                <w:szCs w:val="16"/>
                <w:lang w:val="en-US"/>
              </w:rPr>
            </w:pPr>
            <w:r w:rsidRPr="001C0CC4">
              <w:rPr>
                <w:lang w:val="en-US"/>
              </w:rPr>
              <w:t>NOTE 4:</w:t>
            </w:r>
            <w:r w:rsidRPr="001C0CC4">
              <w:tab/>
            </w:r>
            <w:r w:rsidRPr="001C0CC4">
              <w:rPr>
                <w:lang w:val="en-US"/>
              </w:rPr>
              <w:t>Slot i is slot index per frame</w:t>
            </w:r>
          </w:p>
        </w:tc>
      </w:tr>
    </w:tbl>
    <w:p w14:paraId="707AA5E4" w14:textId="77777777" w:rsidR="00DC7196" w:rsidRPr="001C0CC4" w:rsidRDefault="00DC7196" w:rsidP="00DC7196">
      <w:pPr>
        <w:rPr>
          <w:lang w:eastAsia="zh-CN"/>
        </w:rPr>
      </w:pPr>
    </w:p>
    <w:p w14:paraId="2C3B1690" w14:textId="77777777" w:rsidR="00DC7196" w:rsidRPr="001C0CC4" w:rsidRDefault="00DC7196" w:rsidP="00DC7196">
      <w:pPr>
        <w:rPr>
          <w:lang w:eastAsia="zh-CN"/>
        </w:rPr>
        <w:sectPr w:rsidR="00DC7196" w:rsidRPr="001C0CC4" w:rsidSect="00D66CF7">
          <w:footnotePr>
            <w:numRestart w:val="eachSect"/>
          </w:footnotePr>
          <w:pgSz w:w="11907" w:h="16840" w:code="9"/>
          <w:pgMar w:top="1411" w:right="1138" w:bottom="1138" w:left="1138" w:header="677" w:footer="562" w:gutter="0"/>
          <w:cols w:space="720"/>
          <w:docGrid w:linePitch="272"/>
        </w:sectPr>
      </w:pPr>
    </w:p>
    <w:p w14:paraId="71DD5A2B" w14:textId="77777777" w:rsidR="00DC7196" w:rsidRPr="001C0CC4" w:rsidRDefault="00DC7196" w:rsidP="00DC7196">
      <w:pPr>
        <w:pStyle w:val="TH"/>
      </w:pPr>
      <w:r w:rsidRPr="001C0CC4">
        <w:t>Table A.3.3.2-2 Fixed reference channel for receiver requirements (SCS 30 kHz, TDD, QPSK 1/3)</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7D3B6E" w:rsidRPr="001C0CC4" w14:paraId="12C036C3" w14:textId="77777777" w:rsidTr="007D3B6E">
        <w:trPr>
          <w:trHeight w:val="187"/>
          <w:jc w:val="center"/>
        </w:trPr>
        <w:tc>
          <w:tcPr>
            <w:tcW w:w="3690" w:type="dxa"/>
          </w:tcPr>
          <w:p w14:paraId="53D904E1" w14:textId="77777777" w:rsidR="007D3B6E" w:rsidRPr="00DC7196" w:rsidRDefault="007D3B6E" w:rsidP="00DC7196">
            <w:pPr>
              <w:pStyle w:val="TAH"/>
              <w:rPr>
                <w:b w:val="0"/>
              </w:rPr>
            </w:pPr>
            <w:r w:rsidRPr="00DC7196">
              <w:t>Parameter</w:t>
            </w:r>
          </w:p>
        </w:tc>
        <w:tc>
          <w:tcPr>
            <w:tcW w:w="1093" w:type="dxa"/>
          </w:tcPr>
          <w:p w14:paraId="479CFCE3" w14:textId="77777777" w:rsidR="007D3B6E" w:rsidRPr="00DC7196" w:rsidRDefault="007D3B6E" w:rsidP="00DC7196">
            <w:pPr>
              <w:pStyle w:val="TAH"/>
              <w:rPr>
                <w:b w:val="0"/>
              </w:rPr>
            </w:pPr>
            <w:r w:rsidRPr="00DC7196">
              <w:t>Unit</w:t>
            </w:r>
          </w:p>
        </w:tc>
        <w:tc>
          <w:tcPr>
            <w:tcW w:w="835" w:type="dxa"/>
          </w:tcPr>
          <w:p w14:paraId="5F4DD539" w14:textId="77777777" w:rsidR="007D3B6E" w:rsidRPr="00DC7196" w:rsidRDefault="007D3B6E" w:rsidP="00DC7196">
            <w:pPr>
              <w:pStyle w:val="TAH"/>
            </w:pPr>
          </w:p>
        </w:tc>
        <w:tc>
          <w:tcPr>
            <w:tcW w:w="9185" w:type="dxa"/>
            <w:gridSpan w:val="11"/>
          </w:tcPr>
          <w:p w14:paraId="6C9E5F70" w14:textId="2BA475F4" w:rsidR="007D3B6E" w:rsidRPr="00DC7196" w:rsidRDefault="007D3B6E" w:rsidP="00DC7196">
            <w:pPr>
              <w:pStyle w:val="TAH"/>
              <w:rPr>
                <w:b w:val="0"/>
              </w:rPr>
            </w:pPr>
            <w:r w:rsidRPr="00DC7196">
              <w:t>Value</w:t>
            </w:r>
          </w:p>
        </w:tc>
      </w:tr>
      <w:tr w:rsidR="007D3B6E" w:rsidRPr="001C0CC4" w14:paraId="4B7C2A30" w14:textId="77777777" w:rsidTr="007D3B6E">
        <w:trPr>
          <w:trHeight w:val="187"/>
          <w:jc w:val="center"/>
        </w:trPr>
        <w:tc>
          <w:tcPr>
            <w:tcW w:w="3690" w:type="dxa"/>
          </w:tcPr>
          <w:p w14:paraId="7301A00B" w14:textId="77777777" w:rsidR="007D3B6E" w:rsidRPr="001C0CC4" w:rsidRDefault="007D3B6E" w:rsidP="007D3B6E">
            <w:pPr>
              <w:pStyle w:val="TAH"/>
              <w:rPr>
                <w:rFonts w:eastAsia="SimSun"/>
              </w:rPr>
            </w:pPr>
            <w:r w:rsidRPr="001C0CC4">
              <w:rPr>
                <w:rFonts w:eastAsia="SimSun"/>
              </w:rPr>
              <w:t>Channel bandwidth</w:t>
            </w:r>
          </w:p>
        </w:tc>
        <w:tc>
          <w:tcPr>
            <w:tcW w:w="1093" w:type="dxa"/>
            <w:vAlign w:val="center"/>
          </w:tcPr>
          <w:p w14:paraId="2065B198" w14:textId="77777777" w:rsidR="007D3B6E" w:rsidRPr="00DC7196" w:rsidRDefault="007D3B6E" w:rsidP="007D3B6E">
            <w:pPr>
              <w:pStyle w:val="TAH"/>
            </w:pPr>
            <w:r w:rsidRPr="00DC7196">
              <w:t>MHz</w:t>
            </w:r>
          </w:p>
        </w:tc>
        <w:tc>
          <w:tcPr>
            <w:tcW w:w="835" w:type="dxa"/>
            <w:vAlign w:val="center"/>
          </w:tcPr>
          <w:p w14:paraId="785AE7C3" w14:textId="77777777" w:rsidR="007D3B6E" w:rsidRPr="00DC7196" w:rsidRDefault="007D3B6E" w:rsidP="007D3B6E">
            <w:pPr>
              <w:pStyle w:val="TAH"/>
            </w:pPr>
            <w:r w:rsidRPr="00DC7196">
              <w:t>5</w:t>
            </w:r>
          </w:p>
        </w:tc>
        <w:tc>
          <w:tcPr>
            <w:tcW w:w="835" w:type="dxa"/>
            <w:vAlign w:val="center"/>
          </w:tcPr>
          <w:p w14:paraId="527A11FC" w14:textId="77777777" w:rsidR="007D3B6E" w:rsidRPr="00DC7196" w:rsidRDefault="007D3B6E" w:rsidP="007D3B6E">
            <w:pPr>
              <w:pStyle w:val="TAH"/>
            </w:pPr>
            <w:r w:rsidRPr="00DC7196">
              <w:t>10</w:t>
            </w:r>
          </w:p>
        </w:tc>
        <w:tc>
          <w:tcPr>
            <w:tcW w:w="835" w:type="dxa"/>
            <w:vAlign w:val="center"/>
          </w:tcPr>
          <w:p w14:paraId="3010CAFD" w14:textId="77777777" w:rsidR="007D3B6E" w:rsidRPr="00DC7196" w:rsidRDefault="007D3B6E" w:rsidP="007D3B6E">
            <w:pPr>
              <w:pStyle w:val="TAH"/>
            </w:pPr>
            <w:r w:rsidRPr="00DC7196">
              <w:t>15</w:t>
            </w:r>
          </w:p>
        </w:tc>
        <w:tc>
          <w:tcPr>
            <w:tcW w:w="835" w:type="dxa"/>
            <w:vAlign w:val="center"/>
          </w:tcPr>
          <w:p w14:paraId="0F48089B" w14:textId="77777777" w:rsidR="007D3B6E" w:rsidRPr="00DC7196" w:rsidRDefault="007D3B6E" w:rsidP="007D3B6E">
            <w:pPr>
              <w:pStyle w:val="TAH"/>
            </w:pPr>
            <w:r w:rsidRPr="00DC7196">
              <w:t>20</w:t>
            </w:r>
          </w:p>
        </w:tc>
        <w:tc>
          <w:tcPr>
            <w:tcW w:w="835" w:type="dxa"/>
            <w:vAlign w:val="center"/>
          </w:tcPr>
          <w:p w14:paraId="597EDABA" w14:textId="77777777" w:rsidR="007D3B6E" w:rsidRPr="00DC7196" w:rsidRDefault="007D3B6E" w:rsidP="007D3B6E">
            <w:pPr>
              <w:pStyle w:val="TAH"/>
            </w:pPr>
            <w:r w:rsidRPr="00DC7196">
              <w:t>25</w:t>
            </w:r>
          </w:p>
        </w:tc>
        <w:tc>
          <w:tcPr>
            <w:tcW w:w="835" w:type="dxa"/>
            <w:vAlign w:val="center"/>
          </w:tcPr>
          <w:p w14:paraId="729A0927" w14:textId="77777777" w:rsidR="007D3B6E" w:rsidRPr="00DC7196" w:rsidRDefault="007D3B6E" w:rsidP="007D3B6E">
            <w:pPr>
              <w:pStyle w:val="TAH"/>
            </w:pPr>
            <w:r w:rsidRPr="00DC7196">
              <w:t>30</w:t>
            </w:r>
          </w:p>
        </w:tc>
        <w:tc>
          <w:tcPr>
            <w:tcW w:w="835" w:type="dxa"/>
            <w:vAlign w:val="center"/>
          </w:tcPr>
          <w:p w14:paraId="1A5E197A" w14:textId="77777777" w:rsidR="007D3B6E" w:rsidRPr="00DC7196" w:rsidRDefault="007D3B6E" w:rsidP="007D3B6E">
            <w:pPr>
              <w:pStyle w:val="TAH"/>
            </w:pPr>
            <w:r w:rsidRPr="00DC7196">
              <w:t>40</w:t>
            </w:r>
          </w:p>
        </w:tc>
        <w:tc>
          <w:tcPr>
            <w:tcW w:w="835" w:type="dxa"/>
            <w:vAlign w:val="center"/>
          </w:tcPr>
          <w:p w14:paraId="27041DFC" w14:textId="77777777" w:rsidR="007D3B6E" w:rsidRPr="00DC7196" w:rsidRDefault="007D3B6E" w:rsidP="007D3B6E">
            <w:pPr>
              <w:pStyle w:val="TAH"/>
            </w:pPr>
            <w:r w:rsidRPr="00DC7196">
              <w:t>50</w:t>
            </w:r>
          </w:p>
        </w:tc>
        <w:tc>
          <w:tcPr>
            <w:tcW w:w="835" w:type="dxa"/>
            <w:vAlign w:val="center"/>
          </w:tcPr>
          <w:p w14:paraId="63FF1D05" w14:textId="77777777" w:rsidR="007D3B6E" w:rsidRPr="00DC7196" w:rsidRDefault="007D3B6E" w:rsidP="007D3B6E">
            <w:pPr>
              <w:pStyle w:val="TAH"/>
            </w:pPr>
            <w:r w:rsidRPr="00DC7196">
              <w:t>60</w:t>
            </w:r>
          </w:p>
        </w:tc>
        <w:tc>
          <w:tcPr>
            <w:tcW w:w="835" w:type="dxa"/>
            <w:vAlign w:val="center"/>
          </w:tcPr>
          <w:p w14:paraId="58F065EB" w14:textId="4F444BD0" w:rsidR="007D3B6E" w:rsidRPr="00DC7196" w:rsidRDefault="007D3B6E" w:rsidP="007D3B6E">
            <w:pPr>
              <w:pStyle w:val="TAH"/>
            </w:pPr>
            <w:r>
              <w:t>70</w:t>
            </w:r>
          </w:p>
        </w:tc>
        <w:tc>
          <w:tcPr>
            <w:tcW w:w="835" w:type="dxa"/>
            <w:vAlign w:val="center"/>
          </w:tcPr>
          <w:p w14:paraId="4D0925CD" w14:textId="47F9E5C4" w:rsidR="007D3B6E" w:rsidRPr="00DC7196" w:rsidRDefault="007D3B6E" w:rsidP="007D3B6E">
            <w:pPr>
              <w:pStyle w:val="TAH"/>
            </w:pPr>
            <w:r w:rsidRPr="00DC7196">
              <w:t>80</w:t>
            </w:r>
          </w:p>
        </w:tc>
        <w:tc>
          <w:tcPr>
            <w:tcW w:w="835" w:type="dxa"/>
            <w:vAlign w:val="center"/>
          </w:tcPr>
          <w:p w14:paraId="72FC1345" w14:textId="77777777" w:rsidR="007D3B6E" w:rsidRPr="00DC7196" w:rsidRDefault="007D3B6E" w:rsidP="007D3B6E">
            <w:pPr>
              <w:pStyle w:val="TAH"/>
            </w:pPr>
            <w:r w:rsidRPr="00DC7196">
              <w:t>100</w:t>
            </w:r>
          </w:p>
        </w:tc>
      </w:tr>
      <w:tr w:rsidR="007D3B6E" w:rsidRPr="001C0CC4" w14:paraId="01A1A6C8" w14:textId="77777777" w:rsidTr="007D3B6E">
        <w:trPr>
          <w:trHeight w:val="187"/>
          <w:jc w:val="center"/>
        </w:trPr>
        <w:tc>
          <w:tcPr>
            <w:tcW w:w="3690" w:type="dxa"/>
          </w:tcPr>
          <w:p w14:paraId="756B5178" w14:textId="77777777" w:rsidR="007D3B6E" w:rsidRPr="00DC7196" w:rsidRDefault="007D3B6E" w:rsidP="007D3B6E">
            <w:pPr>
              <w:pStyle w:val="TAL"/>
            </w:pPr>
            <w:r w:rsidRPr="00DC7196">
              <w:t xml:space="preserve">Subcarrier spacing configuration </w:t>
            </w:r>
            <w:r>
              <w:rPr>
                <w:noProof/>
              </w:rPr>
              <w:drawing>
                <wp:inline distT="0" distB="0" distL="0" distR="0" wp14:anchorId="27216706" wp14:editId="477A094D">
                  <wp:extent cx="180975" cy="18097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tcPr>
          <w:p w14:paraId="31216739" w14:textId="77777777" w:rsidR="007D3B6E" w:rsidRPr="001C0CC4" w:rsidRDefault="007D3B6E" w:rsidP="007D3B6E">
            <w:pPr>
              <w:pStyle w:val="TAC"/>
            </w:pPr>
          </w:p>
        </w:tc>
        <w:tc>
          <w:tcPr>
            <w:tcW w:w="835" w:type="dxa"/>
          </w:tcPr>
          <w:p w14:paraId="6981CEA5" w14:textId="77777777" w:rsidR="007D3B6E" w:rsidRPr="001C0CC4" w:rsidRDefault="007D3B6E" w:rsidP="007D3B6E">
            <w:pPr>
              <w:pStyle w:val="TAC"/>
            </w:pPr>
            <w:r w:rsidRPr="001C0CC4">
              <w:t>1</w:t>
            </w:r>
          </w:p>
        </w:tc>
        <w:tc>
          <w:tcPr>
            <w:tcW w:w="835" w:type="dxa"/>
          </w:tcPr>
          <w:p w14:paraId="33E18116" w14:textId="77777777" w:rsidR="007D3B6E" w:rsidRPr="001C0CC4" w:rsidRDefault="007D3B6E" w:rsidP="007D3B6E">
            <w:pPr>
              <w:pStyle w:val="TAC"/>
            </w:pPr>
            <w:r w:rsidRPr="001C0CC4">
              <w:t>1</w:t>
            </w:r>
          </w:p>
        </w:tc>
        <w:tc>
          <w:tcPr>
            <w:tcW w:w="835" w:type="dxa"/>
          </w:tcPr>
          <w:p w14:paraId="6D21E71B" w14:textId="77777777" w:rsidR="007D3B6E" w:rsidRPr="001C0CC4" w:rsidRDefault="007D3B6E" w:rsidP="007D3B6E">
            <w:pPr>
              <w:pStyle w:val="TAC"/>
            </w:pPr>
            <w:r w:rsidRPr="001C0CC4">
              <w:t>1</w:t>
            </w:r>
          </w:p>
        </w:tc>
        <w:tc>
          <w:tcPr>
            <w:tcW w:w="835" w:type="dxa"/>
          </w:tcPr>
          <w:p w14:paraId="48ABE6E7" w14:textId="77777777" w:rsidR="007D3B6E" w:rsidRPr="001C0CC4" w:rsidRDefault="007D3B6E" w:rsidP="007D3B6E">
            <w:pPr>
              <w:pStyle w:val="TAC"/>
            </w:pPr>
            <w:r w:rsidRPr="001C0CC4">
              <w:t>1</w:t>
            </w:r>
          </w:p>
        </w:tc>
        <w:tc>
          <w:tcPr>
            <w:tcW w:w="835" w:type="dxa"/>
          </w:tcPr>
          <w:p w14:paraId="05C5FB92" w14:textId="77777777" w:rsidR="007D3B6E" w:rsidRPr="001C0CC4" w:rsidRDefault="007D3B6E" w:rsidP="007D3B6E">
            <w:pPr>
              <w:pStyle w:val="TAC"/>
            </w:pPr>
            <w:r w:rsidRPr="001C0CC4">
              <w:t>1</w:t>
            </w:r>
          </w:p>
        </w:tc>
        <w:tc>
          <w:tcPr>
            <w:tcW w:w="835" w:type="dxa"/>
          </w:tcPr>
          <w:p w14:paraId="1750C6BD" w14:textId="77777777" w:rsidR="007D3B6E" w:rsidRPr="001C0CC4" w:rsidRDefault="007D3B6E" w:rsidP="007D3B6E">
            <w:pPr>
              <w:pStyle w:val="TAC"/>
            </w:pPr>
            <w:r w:rsidRPr="001C0CC4">
              <w:t>1</w:t>
            </w:r>
          </w:p>
        </w:tc>
        <w:tc>
          <w:tcPr>
            <w:tcW w:w="835" w:type="dxa"/>
          </w:tcPr>
          <w:p w14:paraId="10E50B11" w14:textId="77777777" w:rsidR="007D3B6E" w:rsidRPr="001C0CC4" w:rsidRDefault="007D3B6E" w:rsidP="007D3B6E">
            <w:pPr>
              <w:pStyle w:val="TAC"/>
            </w:pPr>
            <w:r w:rsidRPr="001C0CC4">
              <w:t>1</w:t>
            </w:r>
          </w:p>
        </w:tc>
        <w:tc>
          <w:tcPr>
            <w:tcW w:w="835" w:type="dxa"/>
          </w:tcPr>
          <w:p w14:paraId="3DE64CD0" w14:textId="77777777" w:rsidR="007D3B6E" w:rsidRPr="001C0CC4" w:rsidRDefault="007D3B6E" w:rsidP="007D3B6E">
            <w:pPr>
              <w:pStyle w:val="TAC"/>
            </w:pPr>
            <w:r w:rsidRPr="001C0CC4">
              <w:t>1</w:t>
            </w:r>
          </w:p>
        </w:tc>
        <w:tc>
          <w:tcPr>
            <w:tcW w:w="835" w:type="dxa"/>
          </w:tcPr>
          <w:p w14:paraId="471DA5E6" w14:textId="77777777" w:rsidR="007D3B6E" w:rsidRPr="001C0CC4" w:rsidRDefault="007D3B6E" w:rsidP="007D3B6E">
            <w:pPr>
              <w:pStyle w:val="TAC"/>
            </w:pPr>
            <w:r w:rsidRPr="001C0CC4">
              <w:t>1</w:t>
            </w:r>
          </w:p>
        </w:tc>
        <w:tc>
          <w:tcPr>
            <w:tcW w:w="835" w:type="dxa"/>
          </w:tcPr>
          <w:p w14:paraId="4CF62E86" w14:textId="0A1D3FAF" w:rsidR="007D3B6E" w:rsidRPr="001C0CC4" w:rsidRDefault="007D3B6E" w:rsidP="007D3B6E">
            <w:pPr>
              <w:pStyle w:val="TAC"/>
            </w:pPr>
            <w:r>
              <w:t>1</w:t>
            </w:r>
          </w:p>
        </w:tc>
        <w:tc>
          <w:tcPr>
            <w:tcW w:w="835" w:type="dxa"/>
          </w:tcPr>
          <w:p w14:paraId="57723654" w14:textId="1982E0C9" w:rsidR="007D3B6E" w:rsidRPr="001C0CC4" w:rsidRDefault="007D3B6E" w:rsidP="007D3B6E">
            <w:pPr>
              <w:pStyle w:val="TAC"/>
            </w:pPr>
            <w:r w:rsidRPr="001C0CC4">
              <w:t>1</w:t>
            </w:r>
          </w:p>
        </w:tc>
        <w:tc>
          <w:tcPr>
            <w:tcW w:w="835" w:type="dxa"/>
          </w:tcPr>
          <w:p w14:paraId="539B232F" w14:textId="77777777" w:rsidR="007D3B6E" w:rsidRPr="001C0CC4" w:rsidRDefault="007D3B6E" w:rsidP="007D3B6E">
            <w:pPr>
              <w:pStyle w:val="TAC"/>
            </w:pPr>
            <w:r w:rsidRPr="001C0CC4">
              <w:t>1</w:t>
            </w:r>
          </w:p>
        </w:tc>
      </w:tr>
      <w:tr w:rsidR="007D3B6E" w:rsidRPr="001C0CC4" w14:paraId="586F4F22" w14:textId="77777777" w:rsidTr="007D3B6E">
        <w:trPr>
          <w:trHeight w:val="187"/>
          <w:jc w:val="center"/>
        </w:trPr>
        <w:tc>
          <w:tcPr>
            <w:tcW w:w="3690" w:type="dxa"/>
          </w:tcPr>
          <w:p w14:paraId="3187FEEE" w14:textId="77777777" w:rsidR="007D3B6E" w:rsidRPr="00DC7196" w:rsidRDefault="007D3B6E" w:rsidP="007D3B6E">
            <w:pPr>
              <w:pStyle w:val="TAL"/>
            </w:pPr>
            <w:r w:rsidRPr="00DC7196">
              <w:t>Allocated resource blocks</w:t>
            </w:r>
          </w:p>
        </w:tc>
        <w:tc>
          <w:tcPr>
            <w:tcW w:w="1093" w:type="dxa"/>
          </w:tcPr>
          <w:p w14:paraId="494BB3BF" w14:textId="77777777" w:rsidR="007D3B6E" w:rsidRPr="001C0CC4" w:rsidRDefault="007D3B6E" w:rsidP="007D3B6E">
            <w:pPr>
              <w:pStyle w:val="TAC"/>
            </w:pPr>
          </w:p>
        </w:tc>
        <w:tc>
          <w:tcPr>
            <w:tcW w:w="835" w:type="dxa"/>
          </w:tcPr>
          <w:p w14:paraId="783B9012" w14:textId="77777777" w:rsidR="007D3B6E" w:rsidRPr="001C0CC4" w:rsidRDefault="007D3B6E" w:rsidP="007D3B6E">
            <w:pPr>
              <w:pStyle w:val="TAC"/>
            </w:pPr>
            <w:r w:rsidRPr="001C0CC4">
              <w:t>11</w:t>
            </w:r>
          </w:p>
        </w:tc>
        <w:tc>
          <w:tcPr>
            <w:tcW w:w="835" w:type="dxa"/>
          </w:tcPr>
          <w:p w14:paraId="2012F76E" w14:textId="77777777" w:rsidR="007D3B6E" w:rsidRPr="001C0CC4" w:rsidRDefault="007D3B6E" w:rsidP="007D3B6E">
            <w:pPr>
              <w:pStyle w:val="TAC"/>
            </w:pPr>
            <w:r w:rsidRPr="001C0CC4">
              <w:t>24</w:t>
            </w:r>
          </w:p>
        </w:tc>
        <w:tc>
          <w:tcPr>
            <w:tcW w:w="835" w:type="dxa"/>
          </w:tcPr>
          <w:p w14:paraId="12AAF83A" w14:textId="77777777" w:rsidR="007D3B6E" w:rsidRPr="001C0CC4" w:rsidRDefault="007D3B6E" w:rsidP="007D3B6E">
            <w:pPr>
              <w:pStyle w:val="TAC"/>
            </w:pPr>
            <w:r w:rsidRPr="001C0CC4">
              <w:t>38</w:t>
            </w:r>
          </w:p>
        </w:tc>
        <w:tc>
          <w:tcPr>
            <w:tcW w:w="835" w:type="dxa"/>
          </w:tcPr>
          <w:p w14:paraId="44018490" w14:textId="77777777" w:rsidR="007D3B6E" w:rsidRPr="001C0CC4" w:rsidRDefault="007D3B6E" w:rsidP="007D3B6E">
            <w:pPr>
              <w:pStyle w:val="TAC"/>
            </w:pPr>
            <w:r w:rsidRPr="001C0CC4">
              <w:t>51</w:t>
            </w:r>
          </w:p>
        </w:tc>
        <w:tc>
          <w:tcPr>
            <w:tcW w:w="835" w:type="dxa"/>
          </w:tcPr>
          <w:p w14:paraId="09476AB2" w14:textId="77777777" w:rsidR="007D3B6E" w:rsidRPr="001C0CC4" w:rsidRDefault="007D3B6E" w:rsidP="007D3B6E">
            <w:pPr>
              <w:pStyle w:val="TAC"/>
            </w:pPr>
            <w:r w:rsidRPr="001C0CC4">
              <w:t>65</w:t>
            </w:r>
          </w:p>
        </w:tc>
        <w:tc>
          <w:tcPr>
            <w:tcW w:w="835" w:type="dxa"/>
          </w:tcPr>
          <w:p w14:paraId="13D4F51A" w14:textId="77777777" w:rsidR="007D3B6E" w:rsidRPr="001C0CC4" w:rsidRDefault="007D3B6E" w:rsidP="007D3B6E">
            <w:pPr>
              <w:pStyle w:val="TAC"/>
            </w:pPr>
            <w:r w:rsidRPr="001C0CC4">
              <w:t>78</w:t>
            </w:r>
          </w:p>
        </w:tc>
        <w:tc>
          <w:tcPr>
            <w:tcW w:w="835" w:type="dxa"/>
          </w:tcPr>
          <w:p w14:paraId="6BCB9007" w14:textId="77777777" w:rsidR="007D3B6E" w:rsidRPr="001C0CC4" w:rsidRDefault="007D3B6E" w:rsidP="007D3B6E">
            <w:pPr>
              <w:pStyle w:val="TAC"/>
            </w:pPr>
            <w:r w:rsidRPr="001C0CC4">
              <w:t>106</w:t>
            </w:r>
          </w:p>
        </w:tc>
        <w:tc>
          <w:tcPr>
            <w:tcW w:w="835" w:type="dxa"/>
          </w:tcPr>
          <w:p w14:paraId="7B615579" w14:textId="77777777" w:rsidR="007D3B6E" w:rsidRPr="001C0CC4" w:rsidRDefault="007D3B6E" w:rsidP="007D3B6E">
            <w:pPr>
              <w:pStyle w:val="TAC"/>
            </w:pPr>
            <w:r w:rsidRPr="001C0CC4">
              <w:t>133</w:t>
            </w:r>
          </w:p>
        </w:tc>
        <w:tc>
          <w:tcPr>
            <w:tcW w:w="835" w:type="dxa"/>
          </w:tcPr>
          <w:p w14:paraId="601909C0" w14:textId="77777777" w:rsidR="007D3B6E" w:rsidRPr="001C0CC4" w:rsidRDefault="007D3B6E" w:rsidP="007D3B6E">
            <w:pPr>
              <w:pStyle w:val="TAC"/>
            </w:pPr>
            <w:r w:rsidRPr="001C0CC4">
              <w:t>162</w:t>
            </w:r>
          </w:p>
        </w:tc>
        <w:tc>
          <w:tcPr>
            <w:tcW w:w="835" w:type="dxa"/>
          </w:tcPr>
          <w:p w14:paraId="59970962" w14:textId="1F20DD3D" w:rsidR="007D3B6E" w:rsidRPr="001C0CC4" w:rsidRDefault="007D3B6E" w:rsidP="007D3B6E">
            <w:pPr>
              <w:pStyle w:val="TAC"/>
            </w:pPr>
            <w:r>
              <w:t>162</w:t>
            </w:r>
          </w:p>
        </w:tc>
        <w:tc>
          <w:tcPr>
            <w:tcW w:w="835" w:type="dxa"/>
          </w:tcPr>
          <w:p w14:paraId="3B980243" w14:textId="1B63AAAA" w:rsidR="007D3B6E" w:rsidRPr="001C0CC4" w:rsidRDefault="007D3B6E" w:rsidP="007D3B6E">
            <w:pPr>
              <w:pStyle w:val="TAC"/>
            </w:pPr>
            <w:r w:rsidRPr="001C0CC4">
              <w:t>217</w:t>
            </w:r>
          </w:p>
        </w:tc>
        <w:tc>
          <w:tcPr>
            <w:tcW w:w="835" w:type="dxa"/>
          </w:tcPr>
          <w:p w14:paraId="519B9350" w14:textId="77777777" w:rsidR="007D3B6E" w:rsidRPr="001C0CC4" w:rsidRDefault="007D3B6E" w:rsidP="007D3B6E">
            <w:pPr>
              <w:pStyle w:val="TAC"/>
            </w:pPr>
            <w:r w:rsidRPr="001C0CC4">
              <w:t>273</w:t>
            </w:r>
          </w:p>
        </w:tc>
      </w:tr>
      <w:tr w:rsidR="007D3B6E" w:rsidRPr="001C0CC4" w14:paraId="1CBF7C8A" w14:textId="77777777" w:rsidTr="007D3B6E">
        <w:trPr>
          <w:trHeight w:val="187"/>
          <w:jc w:val="center"/>
        </w:trPr>
        <w:tc>
          <w:tcPr>
            <w:tcW w:w="3690" w:type="dxa"/>
          </w:tcPr>
          <w:p w14:paraId="413BBAD8" w14:textId="77777777" w:rsidR="007D3B6E" w:rsidRPr="00DC7196" w:rsidRDefault="007D3B6E" w:rsidP="007D3B6E">
            <w:pPr>
              <w:pStyle w:val="TAL"/>
            </w:pPr>
            <w:r w:rsidRPr="00DC7196">
              <w:t>Subcarriers per resource block</w:t>
            </w:r>
          </w:p>
        </w:tc>
        <w:tc>
          <w:tcPr>
            <w:tcW w:w="1093" w:type="dxa"/>
          </w:tcPr>
          <w:p w14:paraId="2B7BD519" w14:textId="77777777" w:rsidR="007D3B6E" w:rsidRPr="001C0CC4" w:rsidRDefault="007D3B6E" w:rsidP="007D3B6E">
            <w:pPr>
              <w:pStyle w:val="TAC"/>
            </w:pPr>
          </w:p>
        </w:tc>
        <w:tc>
          <w:tcPr>
            <w:tcW w:w="835" w:type="dxa"/>
          </w:tcPr>
          <w:p w14:paraId="48AAF7BF" w14:textId="77777777" w:rsidR="007D3B6E" w:rsidRPr="001C0CC4" w:rsidRDefault="007D3B6E" w:rsidP="007D3B6E">
            <w:pPr>
              <w:pStyle w:val="TAC"/>
            </w:pPr>
            <w:r w:rsidRPr="001C0CC4">
              <w:t>12</w:t>
            </w:r>
          </w:p>
        </w:tc>
        <w:tc>
          <w:tcPr>
            <w:tcW w:w="835" w:type="dxa"/>
          </w:tcPr>
          <w:p w14:paraId="61EF4828" w14:textId="77777777" w:rsidR="007D3B6E" w:rsidRPr="001C0CC4" w:rsidRDefault="007D3B6E" w:rsidP="007D3B6E">
            <w:pPr>
              <w:pStyle w:val="TAC"/>
            </w:pPr>
            <w:r w:rsidRPr="001C0CC4">
              <w:t>12</w:t>
            </w:r>
          </w:p>
        </w:tc>
        <w:tc>
          <w:tcPr>
            <w:tcW w:w="835" w:type="dxa"/>
          </w:tcPr>
          <w:p w14:paraId="33B00458" w14:textId="77777777" w:rsidR="007D3B6E" w:rsidRPr="001C0CC4" w:rsidRDefault="007D3B6E" w:rsidP="007D3B6E">
            <w:pPr>
              <w:pStyle w:val="TAC"/>
            </w:pPr>
            <w:r w:rsidRPr="001C0CC4">
              <w:t>12</w:t>
            </w:r>
          </w:p>
        </w:tc>
        <w:tc>
          <w:tcPr>
            <w:tcW w:w="835" w:type="dxa"/>
          </w:tcPr>
          <w:p w14:paraId="02A36755" w14:textId="77777777" w:rsidR="007D3B6E" w:rsidRPr="001C0CC4" w:rsidRDefault="007D3B6E" w:rsidP="007D3B6E">
            <w:pPr>
              <w:pStyle w:val="TAC"/>
            </w:pPr>
            <w:r w:rsidRPr="001C0CC4">
              <w:t>12</w:t>
            </w:r>
          </w:p>
        </w:tc>
        <w:tc>
          <w:tcPr>
            <w:tcW w:w="835" w:type="dxa"/>
          </w:tcPr>
          <w:p w14:paraId="51BFE6AB" w14:textId="77777777" w:rsidR="007D3B6E" w:rsidRPr="001C0CC4" w:rsidRDefault="007D3B6E" w:rsidP="007D3B6E">
            <w:pPr>
              <w:pStyle w:val="TAC"/>
            </w:pPr>
            <w:r w:rsidRPr="001C0CC4">
              <w:t>12</w:t>
            </w:r>
          </w:p>
        </w:tc>
        <w:tc>
          <w:tcPr>
            <w:tcW w:w="835" w:type="dxa"/>
          </w:tcPr>
          <w:p w14:paraId="4A011034" w14:textId="77777777" w:rsidR="007D3B6E" w:rsidRPr="001C0CC4" w:rsidRDefault="007D3B6E" w:rsidP="007D3B6E">
            <w:pPr>
              <w:pStyle w:val="TAC"/>
            </w:pPr>
            <w:r w:rsidRPr="001C0CC4">
              <w:t>12</w:t>
            </w:r>
          </w:p>
        </w:tc>
        <w:tc>
          <w:tcPr>
            <w:tcW w:w="835" w:type="dxa"/>
          </w:tcPr>
          <w:p w14:paraId="25D782D1" w14:textId="77777777" w:rsidR="007D3B6E" w:rsidRPr="001C0CC4" w:rsidRDefault="007D3B6E" w:rsidP="007D3B6E">
            <w:pPr>
              <w:pStyle w:val="TAC"/>
            </w:pPr>
            <w:r w:rsidRPr="001C0CC4">
              <w:t>12</w:t>
            </w:r>
          </w:p>
        </w:tc>
        <w:tc>
          <w:tcPr>
            <w:tcW w:w="835" w:type="dxa"/>
          </w:tcPr>
          <w:p w14:paraId="57C2634B" w14:textId="77777777" w:rsidR="007D3B6E" w:rsidRPr="001C0CC4" w:rsidRDefault="007D3B6E" w:rsidP="007D3B6E">
            <w:pPr>
              <w:pStyle w:val="TAC"/>
            </w:pPr>
            <w:r w:rsidRPr="001C0CC4">
              <w:t>12</w:t>
            </w:r>
          </w:p>
        </w:tc>
        <w:tc>
          <w:tcPr>
            <w:tcW w:w="835" w:type="dxa"/>
          </w:tcPr>
          <w:p w14:paraId="57680624" w14:textId="77777777" w:rsidR="007D3B6E" w:rsidRPr="001C0CC4" w:rsidRDefault="007D3B6E" w:rsidP="007D3B6E">
            <w:pPr>
              <w:pStyle w:val="TAC"/>
            </w:pPr>
            <w:r w:rsidRPr="001C0CC4">
              <w:t>12</w:t>
            </w:r>
          </w:p>
        </w:tc>
        <w:tc>
          <w:tcPr>
            <w:tcW w:w="835" w:type="dxa"/>
          </w:tcPr>
          <w:p w14:paraId="1BB80AD4" w14:textId="4AD43DA2" w:rsidR="007D3B6E" w:rsidRPr="001C0CC4" w:rsidRDefault="007D3B6E" w:rsidP="007D3B6E">
            <w:pPr>
              <w:pStyle w:val="TAC"/>
            </w:pPr>
            <w:r>
              <w:t>12</w:t>
            </w:r>
          </w:p>
        </w:tc>
        <w:tc>
          <w:tcPr>
            <w:tcW w:w="835" w:type="dxa"/>
          </w:tcPr>
          <w:p w14:paraId="4CC0815F" w14:textId="124FD556" w:rsidR="007D3B6E" w:rsidRPr="001C0CC4" w:rsidRDefault="007D3B6E" w:rsidP="007D3B6E">
            <w:pPr>
              <w:pStyle w:val="TAC"/>
            </w:pPr>
            <w:r w:rsidRPr="001C0CC4">
              <w:t>12</w:t>
            </w:r>
          </w:p>
        </w:tc>
        <w:tc>
          <w:tcPr>
            <w:tcW w:w="835" w:type="dxa"/>
          </w:tcPr>
          <w:p w14:paraId="103001BD" w14:textId="77777777" w:rsidR="007D3B6E" w:rsidRPr="001C0CC4" w:rsidRDefault="007D3B6E" w:rsidP="007D3B6E">
            <w:pPr>
              <w:pStyle w:val="TAC"/>
            </w:pPr>
            <w:r w:rsidRPr="001C0CC4">
              <w:t>12</w:t>
            </w:r>
          </w:p>
        </w:tc>
      </w:tr>
      <w:tr w:rsidR="007D3B6E" w:rsidRPr="001C0CC4" w14:paraId="5549A8BA" w14:textId="77777777" w:rsidTr="007D3B6E">
        <w:trPr>
          <w:trHeight w:val="187"/>
          <w:jc w:val="center"/>
        </w:trPr>
        <w:tc>
          <w:tcPr>
            <w:tcW w:w="3690" w:type="dxa"/>
          </w:tcPr>
          <w:p w14:paraId="79197B8B" w14:textId="77777777" w:rsidR="007D3B6E" w:rsidRPr="00DC7196" w:rsidRDefault="007D3B6E" w:rsidP="007D3B6E">
            <w:pPr>
              <w:pStyle w:val="TAL"/>
            </w:pPr>
            <w:r w:rsidRPr="00DC7196">
              <w:t>Allocated slots per Frame</w:t>
            </w:r>
          </w:p>
        </w:tc>
        <w:tc>
          <w:tcPr>
            <w:tcW w:w="1093" w:type="dxa"/>
          </w:tcPr>
          <w:p w14:paraId="61A5734A" w14:textId="77777777" w:rsidR="007D3B6E" w:rsidRPr="001C0CC4" w:rsidRDefault="007D3B6E" w:rsidP="007D3B6E">
            <w:pPr>
              <w:pStyle w:val="TAC"/>
            </w:pPr>
          </w:p>
        </w:tc>
        <w:tc>
          <w:tcPr>
            <w:tcW w:w="835" w:type="dxa"/>
          </w:tcPr>
          <w:p w14:paraId="2344B806" w14:textId="62BC8E27" w:rsidR="007D3B6E" w:rsidRPr="001C0CC4" w:rsidRDefault="007D3B6E" w:rsidP="007D3B6E">
            <w:pPr>
              <w:pStyle w:val="TAC"/>
            </w:pPr>
            <w:r>
              <w:t>11</w:t>
            </w:r>
          </w:p>
        </w:tc>
        <w:tc>
          <w:tcPr>
            <w:tcW w:w="835" w:type="dxa"/>
          </w:tcPr>
          <w:p w14:paraId="1E54855D" w14:textId="76A66992" w:rsidR="007D3B6E" w:rsidRPr="001C0CC4" w:rsidRDefault="007D3B6E" w:rsidP="007D3B6E">
            <w:pPr>
              <w:pStyle w:val="TAC"/>
            </w:pPr>
            <w:r>
              <w:t>11</w:t>
            </w:r>
          </w:p>
        </w:tc>
        <w:tc>
          <w:tcPr>
            <w:tcW w:w="835" w:type="dxa"/>
          </w:tcPr>
          <w:p w14:paraId="2B8D09B1" w14:textId="692D0C75" w:rsidR="007D3B6E" w:rsidRPr="001C0CC4" w:rsidRDefault="007D3B6E" w:rsidP="007D3B6E">
            <w:pPr>
              <w:pStyle w:val="TAC"/>
            </w:pPr>
            <w:r>
              <w:t>11</w:t>
            </w:r>
          </w:p>
        </w:tc>
        <w:tc>
          <w:tcPr>
            <w:tcW w:w="835" w:type="dxa"/>
          </w:tcPr>
          <w:p w14:paraId="5CB99B06" w14:textId="0043DF9E" w:rsidR="007D3B6E" w:rsidRPr="001C0CC4" w:rsidRDefault="007D3B6E" w:rsidP="007D3B6E">
            <w:pPr>
              <w:pStyle w:val="TAC"/>
            </w:pPr>
            <w:r>
              <w:t>11</w:t>
            </w:r>
          </w:p>
        </w:tc>
        <w:tc>
          <w:tcPr>
            <w:tcW w:w="835" w:type="dxa"/>
          </w:tcPr>
          <w:p w14:paraId="577D1935" w14:textId="46E64E38" w:rsidR="007D3B6E" w:rsidRPr="001C0CC4" w:rsidRDefault="007D3B6E" w:rsidP="007D3B6E">
            <w:pPr>
              <w:pStyle w:val="TAC"/>
            </w:pPr>
            <w:r>
              <w:t>11</w:t>
            </w:r>
          </w:p>
        </w:tc>
        <w:tc>
          <w:tcPr>
            <w:tcW w:w="835" w:type="dxa"/>
          </w:tcPr>
          <w:p w14:paraId="753CF2E6" w14:textId="0C539F6D" w:rsidR="007D3B6E" w:rsidRPr="001C0CC4" w:rsidRDefault="007D3B6E" w:rsidP="007D3B6E">
            <w:pPr>
              <w:pStyle w:val="TAC"/>
            </w:pPr>
            <w:r>
              <w:t>11</w:t>
            </w:r>
          </w:p>
        </w:tc>
        <w:tc>
          <w:tcPr>
            <w:tcW w:w="835" w:type="dxa"/>
          </w:tcPr>
          <w:p w14:paraId="3E3F49EE" w14:textId="7F17DBBB" w:rsidR="007D3B6E" w:rsidRPr="001C0CC4" w:rsidRDefault="007D3B6E" w:rsidP="007D3B6E">
            <w:pPr>
              <w:pStyle w:val="TAC"/>
            </w:pPr>
            <w:r>
              <w:t>11</w:t>
            </w:r>
          </w:p>
        </w:tc>
        <w:tc>
          <w:tcPr>
            <w:tcW w:w="835" w:type="dxa"/>
          </w:tcPr>
          <w:p w14:paraId="1D040A5A" w14:textId="51558B8B" w:rsidR="007D3B6E" w:rsidRPr="001C0CC4" w:rsidRDefault="007D3B6E" w:rsidP="007D3B6E">
            <w:pPr>
              <w:pStyle w:val="TAC"/>
            </w:pPr>
            <w:r>
              <w:t>11</w:t>
            </w:r>
          </w:p>
        </w:tc>
        <w:tc>
          <w:tcPr>
            <w:tcW w:w="835" w:type="dxa"/>
          </w:tcPr>
          <w:p w14:paraId="3F0DDED6" w14:textId="59D74204" w:rsidR="007D3B6E" w:rsidRPr="001C0CC4" w:rsidRDefault="007D3B6E" w:rsidP="007D3B6E">
            <w:pPr>
              <w:pStyle w:val="TAC"/>
            </w:pPr>
            <w:r>
              <w:t>11</w:t>
            </w:r>
          </w:p>
        </w:tc>
        <w:tc>
          <w:tcPr>
            <w:tcW w:w="835" w:type="dxa"/>
          </w:tcPr>
          <w:p w14:paraId="2D945E77" w14:textId="4B4D4CD6" w:rsidR="007D3B6E" w:rsidRDefault="007D3B6E" w:rsidP="007D3B6E">
            <w:pPr>
              <w:pStyle w:val="TAC"/>
            </w:pPr>
            <w:r>
              <w:t>13</w:t>
            </w:r>
          </w:p>
        </w:tc>
        <w:tc>
          <w:tcPr>
            <w:tcW w:w="835" w:type="dxa"/>
          </w:tcPr>
          <w:p w14:paraId="122A7DCE" w14:textId="7E841E89" w:rsidR="007D3B6E" w:rsidRPr="001C0CC4" w:rsidRDefault="007D3B6E" w:rsidP="007D3B6E">
            <w:pPr>
              <w:pStyle w:val="TAC"/>
            </w:pPr>
            <w:r>
              <w:t>11</w:t>
            </w:r>
          </w:p>
        </w:tc>
        <w:tc>
          <w:tcPr>
            <w:tcW w:w="835" w:type="dxa"/>
          </w:tcPr>
          <w:p w14:paraId="0328F4F2" w14:textId="2153CD39" w:rsidR="007D3B6E" w:rsidRPr="001C0CC4" w:rsidRDefault="007D3B6E" w:rsidP="007D3B6E">
            <w:pPr>
              <w:pStyle w:val="TAC"/>
            </w:pPr>
            <w:r>
              <w:t>11</w:t>
            </w:r>
          </w:p>
        </w:tc>
      </w:tr>
      <w:tr w:rsidR="007D3B6E" w:rsidRPr="001C0CC4" w14:paraId="70E2D322" w14:textId="77777777" w:rsidTr="007D3B6E">
        <w:trPr>
          <w:trHeight w:val="187"/>
          <w:jc w:val="center"/>
        </w:trPr>
        <w:tc>
          <w:tcPr>
            <w:tcW w:w="3690" w:type="dxa"/>
          </w:tcPr>
          <w:p w14:paraId="05DAC5FC" w14:textId="77777777" w:rsidR="007D3B6E" w:rsidRPr="00DC7196" w:rsidRDefault="007D3B6E" w:rsidP="007D3B6E">
            <w:pPr>
              <w:pStyle w:val="TAL"/>
            </w:pPr>
            <w:r w:rsidRPr="00DC7196">
              <w:t>MCS Index</w:t>
            </w:r>
          </w:p>
        </w:tc>
        <w:tc>
          <w:tcPr>
            <w:tcW w:w="1093" w:type="dxa"/>
          </w:tcPr>
          <w:p w14:paraId="34EA19EE" w14:textId="77777777" w:rsidR="007D3B6E" w:rsidRPr="001C0CC4" w:rsidRDefault="007D3B6E" w:rsidP="007D3B6E">
            <w:pPr>
              <w:pStyle w:val="TAC"/>
            </w:pPr>
          </w:p>
        </w:tc>
        <w:tc>
          <w:tcPr>
            <w:tcW w:w="835" w:type="dxa"/>
          </w:tcPr>
          <w:p w14:paraId="13F1A0F2" w14:textId="77777777" w:rsidR="007D3B6E" w:rsidRPr="001C0CC4" w:rsidRDefault="007D3B6E" w:rsidP="007D3B6E">
            <w:pPr>
              <w:pStyle w:val="TAC"/>
            </w:pPr>
            <w:r w:rsidRPr="001C0CC4">
              <w:t>4</w:t>
            </w:r>
          </w:p>
        </w:tc>
        <w:tc>
          <w:tcPr>
            <w:tcW w:w="835" w:type="dxa"/>
          </w:tcPr>
          <w:p w14:paraId="37B82374" w14:textId="77777777" w:rsidR="007D3B6E" w:rsidRPr="001C0CC4" w:rsidRDefault="007D3B6E" w:rsidP="007D3B6E">
            <w:pPr>
              <w:pStyle w:val="TAC"/>
            </w:pPr>
            <w:r w:rsidRPr="001C0CC4">
              <w:t>4</w:t>
            </w:r>
          </w:p>
        </w:tc>
        <w:tc>
          <w:tcPr>
            <w:tcW w:w="835" w:type="dxa"/>
          </w:tcPr>
          <w:p w14:paraId="2E34F42E" w14:textId="77777777" w:rsidR="007D3B6E" w:rsidRPr="001C0CC4" w:rsidRDefault="007D3B6E" w:rsidP="007D3B6E">
            <w:pPr>
              <w:pStyle w:val="TAC"/>
            </w:pPr>
            <w:r w:rsidRPr="001C0CC4">
              <w:t>4</w:t>
            </w:r>
          </w:p>
        </w:tc>
        <w:tc>
          <w:tcPr>
            <w:tcW w:w="835" w:type="dxa"/>
          </w:tcPr>
          <w:p w14:paraId="408856C9" w14:textId="77777777" w:rsidR="007D3B6E" w:rsidRPr="001C0CC4" w:rsidRDefault="007D3B6E" w:rsidP="007D3B6E">
            <w:pPr>
              <w:pStyle w:val="TAC"/>
            </w:pPr>
            <w:r w:rsidRPr="001C0CC4">
              <w:t>4</w:t>
            </w:r>
          </w:p>
        </w:tc>
        <w:tc>
          <w:tcPr>
            <w:tcW w:w="835" w:type="dxa"/>
          </w:tcPr>
          <w:p w14:paraId="49764133" w14:textId="77777777" w:rsidR="007D3B6E" w:rsidRPr="001C0CC4" w:rsidRDefault="007D3B6E" w:rsidP="007D3B6E">
            <w:pPr>
              <w:pStyle w:val="TAC"/>
            </w:pPr>
            <w:r w:rsidRPr="001C0CC4">
              <w:t>4</w:t>
            </w:r>
          </w:p>
        </w:tc>
        <w:tc>
          <w:tcPr>
            <w:tcW w:w="835" w:type="dxa"/>
          </w:tcPr>
          <w:p w14:paraId="58B015BF" w14:textId="77777777" w:rsidR="007D3B6E" w:rsidRPr="001C0CC4" w:rsidRDefault="007D3B6E" w:rsidP="007D3B6E">
            <w:pPr>
              <w:pStyle w:val="TAC"/>
            </w:pPr>
            <w:r w:rsidRPr="001C0CC4">
              <w:t>4</w:t>
            </w:r>
          </w:p>
        </w:tc>
        <w:tc>
          <w:tcPr>
            <w:tcW w:w="835" w:type="dxa"/>
          </w:tcPr>
          <w:p w14:paraId="763F2084" w14:textId="77777777" w:rsidR="007D3B6E" w:rsidRPr="001C0CC4" w:rsidRDefault="007D3B6E" w:rsidP="007D3B6E">
            <w:pPr>
              <w:pStyle w:val="TAC"/>
            </w:pPr>
            <w:r w:rsidRPr="001C0CC4">
              <w:t>4</w:t>
            </w:r>
          </w:p>
        </w:tc>
        <w:tc>
          <w:tcPr>
            <w:tcW w:w="835" w:type="dxa"/>
          </w:tcPr>
          <w:p w14:paraId="6ECF69E0" w14:textId="77777777" w:rsidR="007D3B6E" w:rsidRPr="001C0CC4" w:rsidRDefault="007D3B6E" w:rsidP="007D3B6E">
            <w:pPr>
              <w:pStyle w:val="TAC"/>
            </w:pPr>
            <w:r w:rsidRPr="001C0CC4">
              <w:t>4</w:t>
            </w:r>
          </w:p>
        </w:tc>
        <w:tc>
          <w:tcPr>
            <w:tcW w:w="835" w:type="dxa"/>
          </w:tcPr>
          <w:p w14:paraId="261DB561" w14:textId="77777777" w:rsidR="007D3B6E" w:rsidRPr="001C0CC4" w:rsidRDefault="007D3B6E" w:rsidP="007D3B6E">
            <w:pPr>
              <w:pStyle w:val="TAC"/>
            </w:pPr>
            <w:r w:rsidRPr="001C0CC4">
              <w:t>4</w:t>
            </w:r>
          </w:p>
        </w:tc>
        <w:tc>
          <w:tcPr>
            <w:tcW w:w="835" w:type="dxa"/>
          </w:tcPr>
          <w:p w14:paraId="73671B02" w14:textId="6F89978A" w:rsidR="007D3B6E" w:rsidRPr="001C0CC4" w:rsidRDefault="007D3B6E" w:rsidP="007D3B6E">
            <w:pPr>
              <w:pStyle w:val="TAC"/>
            </w:pPr>
            <w:r>
              <w:t>4</w:t>
            </w:r>
          </w:p>
        </w:tc>
        <w:tc>
          <w:tcPr>
            <w:tcW w:w="835" w:type="dxa"/>
          </w:tcPr>
          <w:p w14:paraId="5CC41F95" w14:textId="2FF8B5E7" w:rsidR="007D3B6E" w:rsidRPr="001C0CC4" w:rsidRDefault="007D3B6E" w:rsidP="007D3B6E">
            <w:pPr>
              <w:pStyle w:val="TAC"/>
            </w:pPr>
            <w:r w:rsidRPr="001C0CC4">
              <w:t>4</w:t>
            </w:r>
          </w:p>
        </w:tc>
        <w:tc>
          <w:tcPr>
            <w:tcW w:w="835" w:type="dxa"/>
          </w:tcPr>
          <w:p w14:paraId="6AFC6CB2" w14:textId="77777777" w:rsidR="007D3B6E" w:rsidRPr="001C0CC4" w:rsidRDefault="007D3B6E" w:rsidP="007D3B6E">
            <w:pPr>
              <w:pStyle w:val="TAC"/>
            </w:pPr>
            <w:r w:rsidRPr="001C0CC4">
              <w:t>4</w:t>
            </w:r>
          </w:p>
        </w:tc>
      </w:tr>
      <w:tr w:rsidR="007D3B6E" w:rsidRPr="001C0CC4" w14:paraId="5F647F06" w14:textId="77777777" w:rsidTr="007D3B6E">
        <w:trPr>
          <w:trHeight w:val="187"/>
          <w:jc w:val="center"/>
        </w:trPr>
        <w:tc>
          <w:tcPr>
            <w:tcW w:w="3690" w:type="dxa"/>
          </w:tcPr>
          <w:p w14:paraId="48CAC3E6" w14:textId="77777777" w:rsidR="007D3B6E" w:rsidRPr="00DC7196" w:rsidRDefault="007D3B6E" w:rsidP="00DC7196">
            <w:pPr>
              <w:pStyle w:val="TAL"/>
            </w:pPr>
            <w:r w:rsidRPr="00DC7196">
              <w:t xml:space="preserve">MCS Table for TBS determination </w:t>
            </w:r>
          </w:p>
        </w:tc>
        <w:tc>
          <w:tcPr>
            <w:tcW w:w="1093" w:type="dxa"/>
          </w:tcPr>
          <w:p w14:paraId="25CA34D5" w14:textId="77777777" w:rsidR="007D3B6E" w:rsidRPr="001C0CC4" w:rsidRDefault="007D3B6E" w:rsidP="007D3B6E">
            <w:pPr>
              <w:pStyle w:val="TAC"/>
            </w:pPr>
          </w:p>
        </w:tc>
        <w:tc>
          <w:tcPr>
            <w:tcW w:w="10020" w:type="dxa"/>
            <w:gridSpan w:val="12"/>
          </w:tcPr>
          <w:p w14:paraId="5959A6E5" w14:textId="55840F7D" w:rsidR="007D3B6E" w:rsidRPr="001C0CC4" w:rsidRDefault="007D3B6E" w:rsidP="007D3B6E">
            <w:pPr>
              <w:pStyle w:val="TAC"/>
            </w:pPr>
            <w:r w:rsidRPr="001C0CC4">
              <w:t>64QAM</w:t>
            </w:r>
          </w:p>
        </w:tc>
      </w:tr>
      <w:tr w:rsidR="007D3B6E" w:rsidRPr="001C0CC4" w14:paraId="51080AF8" w14:textId="77777777" w:rsidTr="007D3B6E">
        <w:trPr>
          <w:trHeight w:val="187"/>
          <w:jc w:val="center"/>
        </w:trPr>
        <w:tc>
          <w:tcPr>
            <w:tcW w:w="3690" w:type="dxa"/>
          </w:tcPr>
          <w:p w14:paraId="2D69EF3C" w14:textId="77777777" w:rsidR="007D3B6E" w:rsidRPr="00DC7196" w:rsidRDefault="007D3B6E" w:rsidP="007D3B6E">
            <w:pPr>
              <w:pStyle w:val="TAL"/>
            </w:pPr>
            <w:r w:rsidRPr="00DC7196">
              <w:t>Modulation</w:t>
            </w:r>
          </w:p>
        </w:tc>
        <w:tc>
          <w:tcPr>
            <w:tcW w:w="1093" w:type="dxa"/>
          </w:tcPr>
          <w:p w14:paraId="540B9368" w14:textId="77777777" w:rsidR="007D3B6E" w:rsidRPr="001C0CC4" w:rsidRDefault="007D3B6E" w:rsidP="007D3B6E">
            <w:pPr>
              <w:pStyle w:val="TAC"/>
            </w:pPr>
          </w:p>
        </w:tc>
        <w:tc>
          <w:tcPr>
            <w:tcW w:w="835" w:type="dxa"/>
          </w:tcPr>
          <w:p w14:paraId="5B22E8FA" w14:textId="77777777" w:rsidR="007D3B6E" w:rsidRPr="001C0CC4" w:rsidRDefault="007D3B6E" w:rsidP="007D3B6E">
            <w:pPr>
              <w:pStyle w:val="TAC"/>
            </w:pPr>
            <w:r w:rsidRPr="001C0CC4">
              <w:t>QPSK</w:t>
            </w:r>
          </w:p>
        </w:tc>
        <w:tc>
          <w:tcPr>
            <w:tcW w:w="835" w:type="dxa"/>
          </w:tcPr>
          <w:p w14:paraId="6550A3BF" w14:textId="77777777" w:rsidR="007D3B6E" w:rsidRPr="001C0CC4" w:rsidRDefault="007D3B6E" w:rsidP="007D3B6E">
            <w:pPr>
              <w:pStyle w:val="TAC"/>
            </w:pPr>
            <w:r w:rsidRPr="001C0CC4">
              <w:t>QPSK</w:t>
            </w:r>
          </w:p>
        </w:tc>
        <w:tc>
          <w:tcPr>
            <w:tcW w:w="835" w:type="dxa"/>
          </w:tcPr>
          <w:p w14:paraId="61A6C9ED" w14:textId="77777777" w:rsidR="007D3B6E" w:rsidRPr="001C0CC4" w:rsidRDefault="007D3B6E" w:rsidP="007D3B6E">
            <w:pPr>
              <w:pStyle w:val="TAC"/>
            </w:pPr>
            <w:r w:rsidRPr="001C0CC4">
              <w:t>QPSK</w:t>
            </w:r>
          </w:p>
        </w:tc>
        <w:tc>
          <w:tcPr>
            <w:tcW w:w="835" w:type="dxa"/>
          </w:tcPr>
          <w:p w14:paraId="569D6662" w14:textId="77777777" w:rsidR="007D3B6E" w:rsidRPr="001C0CC4" w:rsidRDefault="007D3B6E" w:rsidP="007D3B6E">
            <w:pPr>
              <w:pStyle w:val="TAC"/>
            </w:pPr>
            <w:r w:rsidRPr="001C0CC4">
              <w:t>QPSK</w:t>
            </w:r>
          </w:p>
        </w:tc>
        <w:tc>
          <w:tcPr>
            <w:tcW w:w="835" w:type="dxa"/>
          </w:tcPr>
          <w:p w14:paraId="6F6D9CE8" w14:textId="77777777" w:rsidR="007D3B6E" w:rsidRPr="001C0CC4" w:rsidRDefault="007D3B6E" w:rsidP="007D3B6E">
            <w:pPr>
              <w:pStyle w:val="TAC"/>
            </w:pPr>
            <w:r w:rsidRPr="001C0CC4">
              <w:t>QPSK</w:t>
            </w:r>
          </w:p>
        </w:tc>
        <w:tc>
          <w:tcPr>
            <w:tcW w:w="835" w:type="dxa"/>
          </w:tcPr>
          <w:p w14:paraId="5B297248" w14:textId="77777777" w:rsidR="007D3B6E" w:rsidRPr="001C0CC4" w:rsidRDefault="007D3B6E" w:rsidP="007D3B6E">
            <w:pPr>
              <w:pStyle w:val="TAC"/>
            </w:pPr>
            <w:r w:rsidRPr="001C0CC4">
              <w:t>QPSK</w:t>
            </w:r>
          </w:p>
        </w:tc>
        <w:tc>
          <w:tcPr>
            <w:tcW w:w="835" w:type="dxa"/>
          </w:tcPr>
          <w:p w14:paraId="601213B0" w14:textId="77777777" w:rsidR="007D3B6E" w:rsidRPr="001C0CC4" w:rsidRDefault="007D3B6E" w:rsidP="007D3B6E">
            <w:pPr>
              <w:pStyle w:val="TAC"/>
            </w:pPr>
            <w:r w:rsidRPr="001C0CC4">
              <w:t>QPSK</w:t>
            </w:r>
          </w:p>
        </w:tc>
        <w:tc>
          <w:tcPr>
            <w:tcW w:w="835" w:type="dxa"/>
          </w:tcPr>
          <w:p w14:paraId="308A377B" w14:textId="77777777" w:rsidR="007D3B6E" w:rsidRPr="001C0CC4" w:rsidRDefault="007D3B6E" w:rsidP="007D3B6E">
            <w:pPr>
              <w:pStyle w:val="TAC"/>
            </w:pPr>
            <w:r w:rsidRPr="001C0CC4">
              <w:t>QPSK</w:t>
            </w:r>
          </w:p>
        </w:tc>
        <w:tc>
          <w:tcPr>
            <w:tcW w:w="835" w:type="dxa"/>
          </w:tcPr>
          <w:p w14:paraId="417F3CC8" w14:textId="77777777" w:rsidR="007D3B6E" w:rsidRPr="001C0CC4" w:rsidRDefault="007D3B6E" w:rsidP="007D3B6E">
            <w:pPr>
              <w:pStyle w:val="TAC"/>
            </w:pPr>
            <w:r w:rsidRPr="001C0CC4">
              <w:t>QPSK</w:t>
            </w:r>
          </w:p>
        </w:tc>
        <w:tc>
          <w:tcPr>
            <w:tcW w:w="835" w:type="dxa"/>
          </w:tcPr>
          <w:p w14:paraId="2F881F7B" w14:textId="5A73737B" w:rsidR="007D3B6E" w:rsidRPr="001C0CC4" w:rsidRDefault="007D3B6E" w:rsidP="007D3B6E">
            <w:pPr>
              <w:pStyle w:val="TAC"/>
            </w:pPr>
            <w:r>
              <w:t>QPSK</w:t>
            </w:r>
          </w:p>
        </w:tc>
        <w:tc>
          <w:tcPr>
            <w:tcW w:w="835" w:type="dxa"/>
          </w:tcPr>
          <w:p w14:paraId="494B88FE" w14:textId="7E1966C2" w:rsidR="007D3B6E" w:rsidRPr="001C0CC4" w:rsidRDefault="007D3B6E" w:rsidP="007D3B6E">
            <w:pPr>
              <w:pStyle w:val="TAC"/>
            </w:pPr>
            <w:r w:rsidRPr="001C0CC4">
              <w:t>QPSK</w:t>
            </w:r>
          </w:p>
        </w:tc>
        <w:tc>
          <w:tcPr>
            <w:tcW w:w="835" w:type="dxa"/>
          </w:tcPr>
          <w:p w14:paraId="71D344EC" w14:textId="77777777" w:rsidR="007D3B6E" w:rsidRPr="001C0CC4" w:rsidRDefault="007D3B6E" w:rsidP="007D3B6E">
            <w:pPr>
              <w:pStyle w:val="TAC"/>
            </w:pPr>
            <w:r w:rsidRPr="001C0CC4">
              <w:t>QPSK</w:t>
            </w:r>
          </w:p>
        </w:tc>
      </w:tr>
      <w:tr w:rsidR="007D3B6E" w:rsidRPr="001C0CC4" w14:paraId="3857A00F" w14:textId="77777777" w:rsidTr="007D3B6E">
        <w:trPr>
          <w:trHeight w:val="187"/>
          <w:jc w:val="center"/>
        </w:trPr>
        <w:tc>
          <w:tcPr>
            <w:tcW w:w="3690" w:type="dxa"/>
          </w:tcPr>
          <w:p w14:paraId="3C99A209" w14:textId="77777777" w:rsidR="007D3B6E" w:rsidRPr="00DC7196" w:rsidRDefault="007D3B6E" w:rsidP="007D3B6E">
            <w:pPr>
              <w:pStyle w:val="TAL"/>
            </w:pPr>
            <w:r w:rsidRPr="00DC7196">
              <w:t>Target Coding Rate</w:t>
            </w:r>
          </w:p>
        </w:tc>
        <w:tc>
          <w:tcPr>
            <w:tcW w:w="1093" w:type="dxa"/>
          </w:tcPr>
          <w:p w14:paraId="6CEA1A38" w14:textId="77777777" w:rsidR="007D3B6E" w:rsidRPr="001C0CC4" w:rsidRDefault="007D3B6E" w:rsidP="007D3B6E">
            <w:pPr>
              <w:pStyle w:val="TAC"/>
            </w:pPr>
          </w:p>
        </w:tc>
        <w:tc>
          <w:tcPr>
            <w:tcW w:w="835" w:type="dxa"/>
          </w:tcPr>
          <w:p w14:paraId="6BFCC636" w14:textId="77777777" w:rsidR="007D3B6E" w:rsidRPr="001C0CC4" w:rsidRDefault="007D3B6E" w:rsidP="007D3B6E">
            <w:pPr>
              <w:pStyle w:val="TAC"/>
            </w:pPr>
            <w:r w:rsidRPr="001C0CC4">
              <w:t>1/3</w:t>
            </w:r>
          </w:p>
        </w:tc>
        <w:tc>
          <w:tcPr>
            <w:tcW w:w="835" w:type="dxa"/>
          </w:tcPr>
          <w:p w14:paraId="5B4CE6CC" w14:textId="77777777" w:rsidR="007D3B6E" w:rsidRPr="001C0CC4" w:rsidRDefault="007D3B6E" w:rsidP="007D3B6E">
            <w:pPr>
              <w:pStyle w:val="TAC"/>
            </w:pPr>
            <w:r w:rsidRPr="001C0CC4">
              <w:t>1/3</w:t>
            </w:r>
          </w:p>
        </w:tc>
        <w:tc>
          <w:tcPr>
            <w:tcW w:w="835" w:type="dxa"/>
          </w:tcPr>
          <w:p w14:paraId="303F1094" w14:textId="77777777" w:rsidR="007D3B6E" w:rsidRPr="001C0CC4" w:rsidRDefault="007D3B6E" w:rsidP="007D3B6E">
            <w:pPr>
              <w:pStyle w:val="TAC"/>
            </w:pPr>
            <w:r w:rsidRPr="001C0CC4">
              <w:t>1/3</w:t>
            </w:r>
          </w:p>
        </w:tc>
        <w:tc>
          <w:tcPr>
            <w:tcW w:w="835" w:type="dxa"/>
          </w:tcPr>
          <w:p w14:paraId="7E6BC9E4" w14:textId="77777777" w:rsidR="007D3B6E" w:rsidRPr="001C0CC4" w:rsidRDefault="007D3B6E" w:rsidP="007D3B6E">
            <w:pPr>
              <w:pStyle w:val="TAC"/>
            </w:pPr>
            <w:r w:rsidRPr="001C0CC4">
              <w:t>1/3</w:t>
            </w:r>
          </w:p>
        </w:tc>
        <w:tc>
          <w:tcPr>
            <w:tcW w:w="835" w:type="dxa"/>
          </w:tcPr>
          <w:p w14:paraId="082D1EA7" w14:textId="77777777" w:rsidR="007D3B6E" w:rsidRPr="001C0CC4" w:rsidRDefault="007D3B6E" w:rsidP="007D3B6E">
            <w:pPr>
              <w:pStyle w:val="TAC"/>
            </w:pPr>
            <w:r w:rsidRPr="001C0CC4">
              <w:t>1/3</w:t>
            </w:r>
          </w:p>
        </w:tc>
        <w:tc>
          <w:tcPr>
            <w:tcW w:w="835" w:type="dxa"/>
          </w:tcPr>
          <w:p w14:paraId="45FD92A8" w14:textId="77777777" w:rsidR="007D3B6E" w:rsidRPr="001C0CC4" w:rsidRDefault="007D3B6E" w:rsidP="007D3B6E">
            <w:pPr>
              <w:pStyle w:val="TAC"/>
            </w:pPr>
            <w:r w:rsidRPr="001C0CC4">
              <w:t>1/3</w:t>
            </w:r>
          </w:p>
        </w:tc>
        <w:tc>
          <w:tcPr>
            <w:tcW w:w="835" w:type="dxa"/>
          </w:tcPr>
          <w:p w14:paraId="2BF01465" w14:textId="77777777" w:rsidR="007D3B6E" w:rsidRPr="001C0CC4" w:rsidRDefault="007D3B6E" w:rsidP="007D3B6E">
            <w:pPr>
              <w:pStyle w:val="TAC"/>
            </w:pPr>
            <w:r w:rsidRPr="001C0CC4">
              <w:t>1/3</w:t>
            </w:r>
          </w:p>
        </w:tc>
        <w:tc>
          <w:tcPr>
            <w:tcW w:w="835" w:type="dxa"/>
          </w:tcPr>
          <w:p w14:paraId="344B269B" w14:textId="77777777" w:rsidR="007D3B6E" w:rsidRPr="001C0CC4" w:rsidRDefault="007D3B6E" w:rsidP="007D3B6E">
            <w:pPr>
              <w:pStyle w:val="TAC"/>
            </w:pPr>
            <w:r w:rsidRPr="001C0CC4">
              <w:t>1/3</w:t>
            </w:r>
          </w:p>
        </w:tc>
        <w:tc>
          <w:tcPr>
            <w:tcW w:w="835" w:type="dxa"/>
          </w:tcPr>
          <w:p w14:paraId="4214DFD3" w14:textId="77777777" w:rsidR="007D3B6E" w:rsidRPr="001C0CC4" w:rsidRDefault="007D3B6E" w:rsidP="007D3B6E">
            <w:pPr>
              <w:pStyle w:val="TAC"/>
            </w:pPr>
            <w:r w:rsidRPr="001C0CC4">
              <w:t>1/3</w:t>
            </w:r>
          </w:p>
        </w:tc>
        <w:tc>
          <w:tcPr>
            <w:tcW w:w="835" w:type="dxa"/>
          </w:tcPr>
          <w:p w14:paraId="0B44ED1D" w14:textId="1A220F4D" w:rsidR="007D3B6E" w:rsidRPr="001C0CC4" w:rsidRDefault="007D3B6E" w:rsidP="007D3B6E">
            <w:pPr>
              <w:pStyle w:val="TAC"/>
            </w:pPr>
            <w:r>
              <w:t>1/3</w:t>
            </w:r>
          </w:p>
        </w:tc>
        <w:tc>
          <w:tcPr>
            <w:tcW w:w="835" w:type="dxa"/>
          </w:tcPr>
          <w:p w14:paraId="35DB817D" w14:textId="142C8708" w:rsidR="007D3B6E" w:rsidRPr="001C0CC4" w:rsidRDefault="007D3B6E" w:rsidP="007D3B6E">
            <w:pPr>
              <w:pStyle w:val="TAC"/>
            </w:pPr>
            <w:r w:rsidRPr="001C0CC4">
              <w:t>1/3</w:t>
            </w:r>
          </w:p>
        </w:tc>
        <w:tc>
          <w:tcPr>
            <w:tcW w:w="835" w:type="dxa"/>
          </w:tcPr>
          <w:p w14:paraId="41035819" w14:textId="77777777" w:rsidR="007D3B6E" w:rsidRPr="001C0CC4" w:rsidRDefault="007D3B6E" w:rsidP="007D3B6E">
            <w:pPr>
              <w:pStyle w:val="TAC"/>
            </w:pPr>
            <w:r w:rsidRPr="001C0CC4">
              <w:t>1/3</w:t>
            </w:r>
          </w:p>
        </w:tc>
      </w:tr>
      <w:tr w:rsidR="007D3B6E" w:rsidRPr="001C0CC4" w14:paraId="228F5160" w14:textId="77777777" w:rsidTr="007D3B6E">
        <w:trPr>
          <w:trHeight w:val="187"/>
          <w:jc w:val="center"/>
        </w:trPr>
        <w:tc>
          <w:tcPr>
            <w:tcW w:w="3690" w:type="dxa"/>
          </w:tcPr>
          <w:p w14:paraId="14A42549" w14:textId="77777777" w:rsidR="007D3B6E" w:rsidRPr="00DC7196" w:rsidRDefault="007D3B6E" w:rsidP="007D3B6E">
            <w:pPr>
              <w:pStyle w:val="TAL"/>
            </w:pPr>
            <w:r w:rsidRPr="00DC7196">
              <w:t>Maximum number of HARQ transmissions</w:t>
            </w:r>
          </w:p>
        </w:tc>
        <w:tc>
          <w:tcPr>
            <w:tcW w:w="1093" w:type="dxa"/>
          </w:tcPr>
          <w:p w14:paraId="78372015" w14:textId="77777777" w:rsidR="007D3B6E" w:rsidRPr="001C0CC4" w:rsidRDefault="007D3B6E" w:rsidP="007D3B6E">
            <w:pPr>
              <w:pStyle w:val="TAC"/>
            </w:pPr>
          </w:p>
        </w:tc>
        <w:tc>
          <w:tcPr>
            <w:tcW w:w="835" w:type="dxa"/>
          </w:tcPr>
          <w:p w14:paraId="75D6B92A" w14:textId="77777777" w:rsidR="007D3B6E" w:rsidRPr="001C0CC4" w:rsidRDefault="007D3B6E" w:rsidP="007D3B6E">
            <w:pPr>
              <w:pStyle w:val="TAC"/>
            </w:pPr>
            <w:r w:rsidRPr="001C0CC4">
              <w:t>1</w:t>
            </w:r>
          </w:p>
        </w:tc>
        <w:tc>
          <w:tcPr>
            <w:tcW w:w="835" w:type="dxa"/>
          </w:tcPr>
          <w:p w14:paraId="498A840E" w14:textId="77777777" w:rsidR="007D3B6E" w:rsidRPr="001C0CC4" w:rsidRDefault="007D3B6E" w:rsidP="007D3B6E">
            <w:pPr>
              <w:pStyle w:val="TAC"/>
            </w:pPr>
            <w:r w:rsidRPr="001C0CC4">
              <w:t>1</w:t>
            </w:r>
          </w:p>
        </w:tc>
        <w:tc>
          <w:tcPr>
            <w:tcW w:w="835" w:type="dxa"/>
          </w:tcPr>
          <w:p w14:paraId="61F8FA68" w14:textId="77777777" w:rsidR="007D3B6E" w:rsidRPr="001C0CC4" w:rsidRDefault="007D3B6E" w:rsidP="007D3B6E">
            <w:pPr>
              <w:pStyle w:val="TAC"/>
            </w:pPr>
            <w:r w:rsidRPr="001C0CC4">
              <w:t>1</w:t>
            </w:r>
          </w:p>
        </w:tc>
        <w:tc>
          <w:tcPr>
            <w:tcW w:w="835" w:type="dxa"/>
          </w:tcPr>
          <w:p w14:paraId="27AB4226" w14:textId="77777777" w:rsidR="007D3B6E" w:rsidRPr="001C0CC4" w:rsidRDefault="007D3B6E" w:rsidP="007D3B6E">
            <w:pPr>
              <w:pStyle w:val="TAC"/>
            </w:pPr>
            <w:r w:rsidRPr="001C0CC4">
              <w:t>1</w:t>
            </w:r>
          </w:p>
        </w:tc>
        <w:tc>
          <w:tcPr>
            <w:tcW w:w="835" w:type="dxa"/>
          </w:tcPr>
          <w:p w14:paraId="70156187" w14:textId="77777777" w:rsidR="007D3B6E" w:rsidRPr="001C0CC4" w:rsidRDefault="007D3B6E" w:rsidP="007D3B6E">
            <w:pPr>
              <w:pStyle w:val="TAC"/>
            </w:pPr>
            <w:r w:rsidRPr="001C0CC4">
              <w:t>1</w:t>
            </w:r>
          </w:p>
        </w:tc>
        <w:tc>
          <w:tcPr>
            <w:tcW w:w="835" w:type="dxa"/>
          </w:tcPr>
          <w:p w14:paraId="7F4B5AF2" w14:textId="77777777" w:rsidR="007D3B6E" w:rsidRPr="001C0CC4" w:rsidRDefault="007D3B6E" w:rsidP="007D3B6E">
            <w:pPr>
              <w:pStyle w:val="TAC"/>
            </w:pPr>
            <w:r w:rsidRPr="001C0CC4">
              <w:t>1</w:t>
            </w:r>
          </w:p>
        </w:tc>
        <w:tc>
          <w:tcPr>
            <w:tcW w:w="835" w:type="dxa"/>
          </w:tcPr>
          <w:p w14:paraId="08ECED21" w14:textId="77777777" w:rsidR="007D3B6E" w:rsidRPr="001C0CC4" w:rsidRDefault="007D3B6E" w:rsidP="007D3B6E">
            <w:pPr>
              <w:pStyle w:val="TAC"/>
            </w:pPr>
            <w:r w:rsidRPr="001C0CC4">
              <w:t>1</w:t>
            </w:r>
          </w:p>
        </w:tc>
        <w:tc>
          <w:tcPr>
            <w:tcW w:w="835" w:type="dxa"/>
          </w:tcPr>
          <w:p w14:paraId="0451BE2B" w14:textId="77777777" w:rsidR="007D3B6E" w:rsidRPr="001C0CC4" w:rsidRDefault="007D3B6E" w:rsidP="007D3B6E">
            <w:pPr>
              <w:pStyle w:val="TAC"/>
            </w:pPr>
            <w:r w:rsidRPr="001C0CC4">
              <w:t>1</w:t>
            </w:r>
          </w:p>
        </w:tc>
        <w:tc>
          <w:tcPr>
            <w:tcW w:w="835" w:type="dxa"/>
          </w:tcPr>
          <w:p w14:paraId="4EF92D6B" w14:textId="77777777" w:rsidR="007D3B6E" w:rsidRPr="001C0CC4" w:rsidRDefault="007D3B6E" w:rsidP="007D3B6E">
            <w:pPr>
              <w:pStyle w:val="TAC"/>
            </w:pPr>
            <w:r w:rsidRPr="001C0CC4">
              <w:t>1</w:t>
            </w:r>
          </w:p>
        </w:tc>
        <w:tc>
          <w:tcPr>
            <w:tcW w:w="835" w:type="dxa"/>
          </w:tcPr>
          <w:p w14:paraId="099BD90E" w14:textId="27B1B9BE" w:rsidR="007D3B6E" w:rsidRPr="001C0CC4" w:rsidRDefault="007D3B6E" w:rsidP="007D3B6E">
            <w:pPr>
              <w:pStyle w:val="TAC"/>
            </w:pPr>
            <w:r>
              <w:t>1</w:t>
            </w:r>
          </w:p>
        </w:tc>
        <w:tc>
          <w:tcPr>
            <w:tcW w:w="835" w:type="dxa"/>
          </w:tcPr>
          <w:p w14:paraId="48504BBF" w14:textId="6E4935A4" w:rsidR="007D3B6E" w:rsidRPr="001C0CC4" w:rsidRDefault="007D3B6E" w:rsidP="007D3B6E">
            <w:pPr>
              <w:pStyle w:val="TAC"/>
            </w:pPr>
            <w:r w:rsidRPr="001C0CC4">
              <w:t>1</w:t>
            </w:r>
          </w:p>
        </w:tc>
        <w:tc>
          <w:tcPr>
            <w:tcW w:w="835" w:type="dxa"/>
          </w:tcPr>
          <w:p w14:paraId="4B76AB1D" w14:textId="77777777" w:rsidR="007D3B6E" w:rsidRPr="001C0CC4" w:rsidRDefault="007D3B6E" w:rsidP="007D3B6E">
            <w:pPr>
              <w:pStyle w:val="TAC"/>
            </w:pPr>
            <w:r w:rsidRPr="001C0CC4">
              <w:t>1</w:t>
            </w:r>
          </w:p>
        </w:tc>
      </w:tr>
      <w:tr w:rsidR="007D3B6E" w:rsidRPr="001C0CC4" w14:paraId="09E67E47" w14:textId="77777777" w:rsidTr="007D3B6E">
        <w:trPr>
          <w:trHeight w:val="187"/>
          <w:jc w:val="center"/>
        </w:trPr>
        <w:tc>
          <w:tcPr>
            <w:tcW w:w="3690" w:type="dxa"/>
          </w:tcPr>
          <w:p w14:paraId="6F31A18B" w14:textId="77777777" w:rsidR="007D3B6E" w:rsidRPr="00DC7196" w:rsidRDefault="007D3B6E" w:rsidP="007D3B6E">
            <w:pPr>
              <w:pStyle w:val="TAH"/>
            </w:pPr>
            <w:r w:rsidRPr="00DC7196">
              <w:t>Information Bit Payload per Slot</w:t>
            </w:r>
          </w:p>
        </w:tc>
        <w:tc>
          <w:tcPr>
            <w:tcW w:w="1093" w:type="dxa"/>
          </w:tcPr>
          <w:p w14:paraId="5E0F513F" w14:textId="77777777" w:rsidR="007D3B6E" w:rsidRPr="001C0CC4" w:rsidRDefault="007D3B6E" w:rsidP="007D3B6E">
            <w:pPr>
              <w:pStyle w:val="TAC"/>
            </w:pPr>
          </w:p>
        </w:tc>
        <w:tc>
          <w:tcPr>
            <w:tcW w:w="835" w:type="dxa"/>
          </w:tcPr>
          <w:p w14:paraId="0CACD28E" w14:textId="77777777" w:rsidR="007D3B6E" w:rsidRPr="001C0CC4" w:rsidRDefault="007D3B6E" w:rsidP="007D3B6E">
            <w:pPr>
              <w:pStyle w:val="TAC"/>
            </w:pPr>
          </w:p>
        </w:tc>
        <w:tc>
          <w:tcPr>
            <w:tcW w:w="835" w:type="dxa"/>
          </w:tcPr>
          <w:p w14:paraId="5D163DF1" w14:textId="77777777" w:rsidR="007D3B6E" w:rsidRPr="001C0CC4" w:rsidRDefault="007D3B6E" w:rsidP="007D3B6E">
            <w:pPr>
              <w:pStyle w:val="TAC"/>
            </w:pPr>
          </w:p>
        </w:tc>
        <w:tc>
          <w:tcPr>
            <w:tcW w:w="835" w:type="dxa"/>
          </w:tcPr>
          <w:p w14:paraId="395334C5" w14:textId="77777777" w:rsidR="007D3B6E" w:rsidRPr="001C0CC4" w:rsidRDefault="007D3B6E" w:rsidP="007D3B6E">
            <w:pPr>
              <w:pStyle w:val="TAC"/>
            </w:pPr>
          </w:p>
        </w:tc>
        <w:tc>
          <w:tcPr>
            <w:tcW w:w="835" w:type="dxa"/>
          </w:tcPr>
          <w:p w14:paraId="481C4AD3" w14:textId="77777777" w:rsidR="007D3B6E" w:rsidRPr="001C0CC4" w:rsidRDefault="007D3B6E" w:rsidP="007D3B6E">
            <w:pPr>
              <w:pStyle w:val="TAC"/>
            </w:pPr>
          </w:p>
        </w:tc>
        <w:tc>
          <w:tcPr>
            <w:tcW w:w="835" w:type="dxa"/>
          </w:tcPr>
          <w:p w14:paraId="006F51A7" w14:textId="77777777" w:rsidR="007D3B6E" w:rsidRPr="001C0CC4" w:rsidRDefault="007D3B6E" w:rsidP="007D3B6E">
            <w:pPr>
              <w:pStyle w:val="TAC"/>
            </w:pPr>
          </w:p>
        </w:tc>
        <w:tc>
          <w:tcPr>
            <w:tcW w:w="835" w:type="dxa"/>
          </w:tcPr>
          <w:p w14:paraId="499C34B5" w14:textId="77777777" w:rsidR="007D3B6E" w:rsidRPr="001C0CC4" w:rsidRDefault="007D3B6E" w:rsidP="007D3B6E">
            <w:pPr>
              <w:pStyle w:val="TAC"/>
            </w:pPr>
          </w:p>
        </w:tc>
        <w:tc>
          <w:tcPr>
            <w:tcW w:w="835" w:type="dxa"/>
          </w:tcPr>
          <w:p w14:paraId="089ED0B6" w14:textId="77777777" w:rsidR="007D3B6E" w:rsidRPr="001C0CC4" w:rsidRDefault="007D3B6E" w:rsidP="007D3B6E">
            <w:pPr>
              <w:pStyle w:val="TAC"/>
            </w:pPr>
          </w:p>
        </w:tc>
        <w:tc>
          <w:tcPr>
            <w:tcW w:w="835" w:type="dxa"/>
          </w:tcPr>
          <w:p w14:paraId="4FB98399" w14:textId="77777777" w:rsidR="007D3B6E" w:rsidRPr="001C0CC4" w:rsidRDefault="007D3B6E" w:rsidP="007D3B6E">
            <w:pPr>
              <w:pStyle w:val="TAC"/>
            </w:pPr>
          </w:p>
        </w:tc>
        <w:tc>
          <w:tcPr>
            <w:tcW w:w="835" w:type="dxa"/>
          </w:tcPr>
          <w:p w14:paraId="1AFA683D" w14:textId="77777777" w:rsidR="007D3B6E" w:rsidRPr="001C0CC4" w:rsidRDefault="007D3B6E" w:rsidP="007D3B6E">
            <w:pPr>
              <w:pStyle w:val="TAC"/>
            </w:pPr>
          </w:p>
        </w:tc>
        <w:tc>
          <w:tcPr>
            <w:tcW w:w="835" w:type="dxa"/>
          </w:tcPr>
          <w:p w14:paraId="242BD9AD" w14:textId="77777777" w:rsidR="007D3B6E" w:rsidRPr="001C0CC4" w:rsidRDefault="007D3B6E" w:rsidP="007D3B6E">
            <w:pPr>
              <w:pStyle w:val="TAC"/>
            </w:pPr>
          </w:p>
        </w:tc>
        <w:tc>
          <w:tcPr>
            <w:tcW w:w="835" w:type="dxa"/>
          </w:tcPr>
          <w:p w14:paraId="137DB5F8" w14:textId="3AE2A6F5" w:rsidR="007D3B6E" w:rsidRPr="001C0CC4" w:rsidRDefault="007D3B6E" w:rsidP="007D3B6E">
            <w:pPr>
              <w:pStyle w:val="TAC"/>
            </w:pPr>
          </w:p>
        </w:tc>
        <w:tc>
          <w:tcPr>
            <w:tcW w:w="835" w:type="dxa"/>
          </w:tcPr>
          <w:p w14:paraId="58BA9B59" w14:textId="77777777" w:rsidR="007D3B6E" w:rsidRPr="001C0CC4" w:rsidRDefault="007D3B6E" w:rsidP="007D3B6E">
            <w:pPr>
              <w:pStyle w:val="TAC"/>
            </w:pPr>
          </w:p>
        </w:tc>
      </w:tr>
      <w:tr w:rsidR="007D3B6E" w:rsidRPr="001C0CC4" w14:paraId="2D91CF33" w14:textId="77777777" w:rsidTr="007D3B6E">
        <w:trPr>
          <w:trHeight w:val="187"/>
          <w:jc w:val="center"/>
        </w:trPr>
        <w:tc>
          <w:tcPr>
            <w:tcW w:w="3690" w:type="dxa"/>
          </w:tcPr>
          <w:p w14:paraId="6A870E35" w14:textId="77777777" w:rsidR="007D3B6E" w:rsidRPr="00DC7196" w:rsidRDefault="007D3B6E" w:rsidP="007D3B6E">
            <w:pPr>
              <w:pStyle w:val="TAL"/>
            </w:pPr>
            <w:r w:rsidRPr="00DC7196">
              <w:t xml:space="preserve">  For Slots 0,1,2 and Slot i, if mod(i, 10) = {7,8,9} for i from {0,…,19}</w:t>
            </w:r>
          </w:p>
        </w:tc>
        <w:tc>
          <w:tcPr>
            <w:tcW w:w="1093" w:type="dxa"/>
          </w:tcPr>
          <w:p w14:paraId="5A38EBBB" w14:textId="77777777" w:rsidR="007D3B6E" w:rsidRPr="001C0CC4" w:rsidRDefault="007D3B6E" w:rsidP="007D3B6E">
            <w:pPr>
              <w:pStyle w:val="TAC"/>
            </w:pPr>
            <w:r w:rsidRPr="001C0CC4">
              <w:t>Bits</w:t>
            </w:r>
          </w:p>
        </w:tc>
        <w:tc>
          <w:tcPr>
            <w:tcW w:w="835" w:type="dxa"/>
          </w:tcPr>
          <w:p w14:paraId="54B85506" w14:textId="77777777" w:rsidR="007D3B6E" w:rsidRPr="001C0CC4" w:rsidRDefault="007D3B6E" w:rsidP="007D3B6E">
            <w:pPr>
              <w:pStyle w:val="TAC"/>
            </w:pPr>
            <w:r w:rsidRPr="001C0CC4">
              <w:t>N/A</w:t>
            </w:r>
          </w:p>
        </w:tc>
        <w:tc>
          <w:tcPr>
            <w:tcW w:w="835" w:type="dxa"/>
          </w:tcPr>
          <w:p w14:paraId="3EA2BD31" w14:textId="77777777" w:rsidR="007D3B6E" w:rsidRPr="001C0CC4" w:rsidRDefault="007D3B6E" w:rsidP="007D3B6E">
            <w:pPr>
              <w:pStyle w:val="TAC"/>
            </w:pPr>
            <w:r w:rsidRPr="001C0CC4">
              <w:t>N/A</w:t>
            </w:r>
          </w:p>
        </w:tc>
        <w:tc>
          <w:tcPr>
            <w:tcW w:w="835" w:type="dxa"/>
          </w:tcPr>
          <w:p w14:paraId="0440DDDE" w14:textId="77777777" w:rsidR="007D3B6E" w:rsidRPr="001C0CC4" w:rsidRDefault="007D3B6E" w:rsidP="007D3B6E">
            <w:pPr>
              <w:pStyle w:val="TAC"/>
            </w:pPr>
            <w:r w:rsidRPr="001C0CC4">
              <w:t>N/A</w:t>
            </w:r>
          </w:p>
        </w:tc>
        <w:tc>
          <w:tcPr>
            <w:tcW w:w="835" w:type="dxa"/>
          </w:tcPr>
          <w:p w14:paraId="478C31B0" w14:textId="77777777" w:rsidR="007D3B6E" w:rsidRPr="001C0CC4" w:rsidRDefault="007D3B6E" w:rsidP="007D3B6E">
            <w:pPr>
              <w:pStyle w:val="TAC"/>
            </w:pPr>
            <w:r w:rsidRPr="001C0CC4">
              <w:t>N/A</w:t>
            </w:r>
          </w:p>
        </w:tc>
        <w:tc>
          <w:tcPr>
            <w:tcW w:w="835" w:type="dxa"/>
          </w:tcPr>
          <w:p w14:paraId="685B14F0" w14:textId="77777777" w:rsidR="007D3B6E" w:rsidRPr="001C0CC4" w:rsidRDefault="007D3B6E" w:rsidP="007D3B6E">
            <w:pPr>
              <w:pStyle w:val="TAC"/>
            </w:pPr>
            <w:r w:rsidRPr="001C0CC4">
              <w:t>N/A</w:t>
            </w:r>
          </w:p>
        </w:tc>
        <w:tc>
          <w:tcPr>
            <w:tcW w:w="835" w:type="dxa"/>
          </w:tcPr>
          <w:p w14:paraId="093F1987" w14:textId="77777777" w:rsidR="007D3B6E" w:rsidRPr="001C0CC4" w:rsidRDefault="007D3B6E" w:rsidP="007D3B6E">
            <w:pPr>
              <w:pStyle w:val="TAC"/>
            </w:pPr>
            <w:r w:rsidRPr="001C0CC4">
              <w:t>N/A</w:t>
            </w:r>
          </w:p>
        </w:tc>
        <w:tc>
          <w:tcPr>
            <w:tcW w:w="835" w:type="dxa"/>
          </w:tcPr>
          <w:p w14:paraId="54C2F774" w14:textId="77777777" w:rsidR="007D3B6E" w:rsidRPr="001C0CC4" w:rsidRDefault="007D3B6E" w:rsidP="007D3B6E">
            <w:pPr>
              <w:pStyle w:val="TAC"/>
            </w:pPr>
            <w:r w:rsidRPr="001C0CC4">
              <w:t>N/A</w:t>
            </w:r>
          </w:p>
        </w:tc>
        <w:tc>
          <w:tcPr>
            <w:tcW w:w="835" w:type="dxa"/>
          </w:tcPr>
          <w:p w14:paraId="569C0BCF" w14:textId="77777777" w:rsidR="007D3B6E" w:rsidRPr="001C0CC4" w:rsidRDefault="007D3B6E" w:rsidP="007D3B6E">
            <w:pPr>
              <w:pStyle w:val="TAC"/>
            </w:pPr>
            <w:r w:rsidRPr="001C0CC4">
              <w:t>N/A</w:t>
            </w:r>
          </w:p>
        </w:tc>
        <w:tc>
          <w:tcPr>
            <w:tcW w:w="835" w:type="dxa"/>
          </w:tcPr>
          <w:p w14:paraId="3B7DE8E7" w14:textId="77777777" w:rsidR="007D3B6E" w:rsidRPr="001C0CC4" w:rsidRDefault="007D3B6E" w:rsidP="007D3B6E">
            <w:pPr>
              <w:pStyle w:val="TAC"/>
            </w:pPr>
            <w:r w:rsidRPr="001C0CC4">
              <w:t>N/A</w:t>
            </w:r>
          </w:p>
        </w:tc>
        <w:tc>
          <w:tcPr>
            <w:tcW w:w="835" w:type="dxa"/>
          </w:tcPr>
          <w:p w14:paraId="61F97203" w14:textId="682F6D69" w:rsidR="007D3B6E" w:rsidRPr="001C0CC4" w:rsidRDefault="007D3B6E" w:rsidP="007D3B6E">
            <w:pPr>
              <w:pStyle w:val="TAC"/>
            </w:pPr>
            <w:r>
              <w:t>N/A</w:t>
            </w:r>
          </w:p>
        </w:tc>
        <w:tc>
          <w:tcPr>
            <w:tcW w:w="835" w:type="dxa"/>
          </w:tcPr>
          <w:p w14:paraId="685CC48D" w14:textId="414A7F10" w:rsidR="007D3B6E" w:rsidRPr="001C0CC4" w:rsidRDefault="007D3B6E" w:rsidP="007D3B6E">
            <w:pPr>
              <w:pStyle w:val="TAC"/>
            </w:pPr>
            <w:r w:rsidRPr="001C0CC4">
              <w:t>N/A</w:t>
            </w:r>
          </w:p>
        </w:tc>
        <w:tc>
          <w:tcPr>
            <w:tcW w:w="835" w:type="dxa"/>
          </w:tcPr>
          <w:p w14:paraId="49ED3EDF" w14:textId="77777777" w:rsidR="007D3B6E" w:rsidRPr="001C0CC4" w:rsidRDefault="007D3B6E" w:rsidP="007D3B6E">
            <w:pPr>
              <w:pStyle w:val="TAC"/>
            </w:pPr>
            <w:r w:rsidRPr="001C0CC4">
              <w:t>N/A</w:t>
            </w:r>
          </w:p>
        </w:tc>
      </w:tr>
      <w:tr w:rsidR="007D3B6E" w:rsidRPr="001C0CC4" w14:paraId="5EC4DCCE" w14:textId="77777777" w:rsidTr="007D3B6E">
        <w:trPr>
          <w:trHeight w:val="187"/>
          <w:jc w:val="center"/>
        </w:trPr>
        <w:tc>
          <w:tcPr>
            <w:tcW w:w="3690" w:type="dxa"/>
          </w:tcPr>
          <w:p w14:paraId="4DC6975E" w14:textId="77777777" w:rsidR="007D3B6E" w:rsidRPr="00DC7196" w:rsidRDefault="007D3B6E" w:rsidP="007D3B6E">
            <w:pPr>
              <w:pStyle w:val="TAL"/>
            </w:pPr>
            <w:r w:rsidRPr="00DC7196">
              <w:t xml:space="preserve">  For Slot i, if mod(i, 10) = {0,1,2,3,4,5,6} for i from {3,…,19}</w:t>
            </w:r>
          </w:p>
        </w:tc>
        <w:tc>
          <w:tcPr>
            <w:tcW w:w="1093" w:type="dxa"/>
          </w:tcPr>
          <w:p w14:paraId="56A9C1B2" w14:textId="77777777" w:rsidR="007D3B6E" w:rsidRPr="001C0CC4" w:rsidRDefault="007D3B6E" w:rsidP="007D3B6E">
            <w:pPr>
              <w:pStyle w:val="TAC"/>
            </w:pPr>
            <w:r w:rsidRPr="001C0CC4">
              <w:t>Bits</w:t>
            </w:r>
          </w:p>
        </w:tc>
        <w:tc>
          <w:tcPr>
            <w:tcW w:w="835" w:type="dxa"/>
          </w:tcPr>
          <w:p w14:paraId="4978AD9E" w14:textId="77777777" w:rsidR="007D3B6E" w:rsidRPr="001C0CC4" w:rsidRDefault="007D3B6E" w:rsidP="007D3B6E">
            <w:pPr>
              <w:pStyle w:val="TAC"/>
            </w:pPr>
            <w:r w:rsidRPr="001C0CC4">
              <w:t>736</w:t>
            </w:r>
          </w:p>
        </w:tc>
        <w:tc>
          <w:tcPr>
            <w:tcW w:w="835" w:type="dxa"/>
          </w:tcPr>
          <w:p w14:paraId="35A96C14" w14:textId="77777777" w:rsidR="007D3B6E" w:rsidRPr="001C0CC4" w:rsidRDefault="007D3B6E" w:rsidP="007D3B6E">
            <w:pPr>
              <w:pStyle w:val="TAC"/>
            </w:pPr>
            <w:r w:rsidRPr="001C0CC4">
              <w:t>1608</w:t>
            </w:r>
          </w:p>
        </w:tc>
        <w:tc>
          <w:tcPr>
            <w:tcW w:w="835" w:type="dxa"/>
          </w:tcPr>
          <w:p w14:paraId="3FA40166" w14:textId="77777777" w:rsidR="007D3B6E" w:rsidRPr="001C0CC4" w:rsidRDefault="007D3B6E" w:rsidP="007D3B6E">
            <w:pPr>
              <w:pStyle w:val="TAC"/>
            </w:pPr>
            <w:r w:rsidRPr="001C0CC4">
              <w:t>2472</w:t>
            </w:r>
          </w:p>
        </w:tc>
        <w:tc>
          <w:tcPr>
            <w:tcW w:w="835" w:type="dxa"/>
          </w:tcPr>
          <w:p w14:paraId="11D6807F" w14:textId="77777777" w:rsidR="007D3B6E" w:rsidRPr="001C0CC4" w:rsidRDefault="007D3B6E" w:rsidP="007D3B6E">
            <w:pPr>
              <w:pStyle w:val="TAC"/>
            </w:pPr>
            <w:r w:rsidRPr="001C0CC4">
              <w:t>3368</w:t>
            </w:r>
          </w:p>
        </w:tc>
        <w:tc>
          <w:tcPr>
            <w:tcW w:w="835" w:type="dxa"/>
          </w:tcPr>
          <w:p w14:paraId="6D0C44D4" w14:textId="77777777" w:rsidR="007D3B6E" w:rsidRPr="001C0CC4" w:rsidRDefault="007D3B6E" w:rsidP="007D3B6E">
            <w:pPr>
              <w:pStyle w:val="TAC"/>
            </w:pPr>
            <w:r w:rsidRPr="001C0CC4">
              <w:t>4224</w:t>
            </w:r>
          </w:p>
        </w:tc>
        <w:tc>
          <w:tcPr>
            <w:tcW w:w="835" w:type="dxa"/>
          </w:tcPr>
          <w:p w14:paraId="0AB957CE" w14:textId="77777777" w:rsidR="007D3B6E" w:rsidRPr="001C0CC4" w:rsidRDefault="007D3B6E" w:rsidP="007D3B6E">
            <w:pPr>
              <w:pStyle w:val="TAC"/>
            </w:pPr>
            <w:r w:rsidRPr="001C0CC4">
              <w:t>4992</w:t>
            </w:r>
          </w:p>
        </w:tc>
        <w:tc>
          <w:tcPr>
            <w:tcW w:w="835" w:type="dxa"/>
          </w:tcPr>
          <w:p w14:paraId="036A24C6" w14:textId="77777777" w:rsidR="007D3B6E" w:rsidRPr="001C0CC4" w:rsidRDefault="007D3B6E" w:rsidP="007D3B6E">
            <w:pPr>
              <w:pStyle w:val="TAC"/>
            </w:pPr>
            <w:r w:rsidRPr="001C0CC4">
              <w:t>6912</w:t>
            </w:r>
          </w:p>
        </w:tc>
        <w:tc>
          <w:tcPr>
            <w:tcW w:w="835" w:type="dxa"/>
          </w:tcPr>
          <w:p w14:paraId="1A11767B" w14:textId="77777777" w:rsidR="007D3B6E" w:rsidRPr="001C0CC4" w:rsidRDefault="007D3B6E" w:rsidP="007D3B6E">
            <w:pPr>
              <w:pStyle w:val="TAC"/>
            </w:pPr>
            <w:r w:rsidRPr="001C0CC4">
              <w:t>8712</w:t>
            </w:r>
          </w:p>
        </w:tc>
        <w:tc>
          <w:tcPr>
            <w:tcW w:w="835" w:type="dxa"/>
          </w:tcPr>
          <w:p w14:paraId="2AFB0927" w14:textId="77777777" w:rsidR="007D3B6E" w:rsidRPr="001C0CC4" w:rsidRDefault="007D3B6E" w:rsidP="007D3B6E">
            <w:pPr>
              <w:pStyle w:val="TAC"/>
            </w:pPr>
            <w:r w:rsidRPr="001C0CC4">
              <w:t>10504</w:t>
            </w:r>
          </w:p>
        </w:tc>
        <w:tc>
          <w:tcPr>
            <w:tcW w:w="835" w:type="dxa"/>
          </w:tcPr>
          <w:p w14:paraId="0C741896" w14:textId="7E85489B" w:rsidR="007D3B6E" w:rsidRPr="001C0CC4" w:rsidRDefault="007D3B6E" w:rsidP="007D3B6E">
            <w:pPr>
              <w:pStyle w:val="TAC"/>
            </w:pPr>
            <w:r>
              <w:rPr>
                <w:rFonts w:hint="eastAsia"/>
                <w:lang w:eastAsia="zh-CN"/>
              </w:rPr>
              <w:t>1</w:t>
            </w:r>
            <w:r>
              <w:rPr>
                <w:lang w:eastAsia="zh-CN"/>
              </w:rPr>
              <w:t>2296</w:t>
            </w:r>
          </w:p>
        </w:tc>
        <w:tc>
          <w:tcPr>
            <w:tcW w:w="835" w:type="dxa"/>
          </w:tcPr>
          <w:p w14:paraId="7B9AE70B" w14:textId="3997B7D4" w:rsidR="007D3B6E" w:rsidRPr="001C0CC4" w:rsidRDefault="007D3B6E" w:rsidP="007D3B6E">
            <w:pPr>
              <w:pStyle w:val="TAC"/>
            </w:pPr>
            <w:r w:rsidRPr="001C0CC4">
              <w:t>14088</w:t>
            </w:r>
          </w:p>
        </w:tc>
        <w:tc>
          <w:tcPr>
            <w:tcW w:w="835" w:type="dxa"/>
          </w:tcPr>
          <w:p w14:paraId="009E94F3" w14:textId="77777777" w:rsidR="007D3B6E" w:rsidRPr="001C0CC4" w:rsidRDefault="007D3B6E" w:rsidP="007D3B6E">
            <w:pPr>
              <w:pStyle w:val="TAC"/>
            </w:pPr>
            <w:r w:rsidRPr="001C0CC4">
              <w:t>17928</w:t>
            </w:r>
          </w:p>
        </w:tc>
      </w:tr>
      <w:tr w:rsidR="007D3B6E" w:rsidRPr="001C0CC4" w14:paraId="1393FC33" w14:textId="77777777" w:rsidTr="007D3B6E">
        <w:trPr>
          <w:trHeight w:val="187"/>
          <w:jc w:val="center"/>
        </w:trPr>
        <w:tc>
          <w:tcPr>
            <w:tcW w:w="3690" w:type="dxa"/>
          </w:tcPr>
          <w:p w14:paraId="4157C352" w14:textId="77777777" w:rsidR="007D3B6E" w:rsidRPr="00DC7196" w:rsidRDefault="007D3B6E" w:rsidP="007D3B6E">
            <w:pPr>
              <w:pStyle w:val="TAL"/>
            </w:pPr>
            <w:r w:rsidRPr="00DC7196">
              <w:t>Transport block CRC</w:t>
            </w:r>
          </w:p>
        </w:tc>
        <w:tc>
          <w:tcPr>
            <w:tcW w:w="1093" w:type="dxa"/>
          </w:tcPr>
          <w:p w14:paraId="5EED0916" w14:textId="77777777" w:rsidR="007D3B6E" w:rsidRPr="001C0CC4" w:rsidRDefault="007D3B6E" w:rsidP="007D3B6E">
            <w:pPr>
              <w:pStyle w:val="TAC"/>
            </w:pPr>
            <w:r w:rsidRPr="001C0CC4">
              <w:t>Bits</w:t>
            </w:r>
          </w:p>
        </w:tc>
        <w:tc>
          <w:tcPr>
            <w:tcW w:w="835" w:type="dxa"/>
          </w:tcPr>
          <w:p w14:paraId="46828B33" w14:textId="77777777" w:rsidR="007D3B6E" w:rsidRPr="001C0CC4" w:rsidRDefault="007D3B6E" w:rsidP="007D3B6E">
            <w:pPr>
              <w:pStyle w:val="TAC"/>
            </w:pPr>
            <w:r w:rsidRPr="001C0CC4">
              <w:t>16</w:t>
            </w:r>
          </w:p>
        </w:tc>
        <w:tc>
          <w:tcPr>
            <w:tcW w:w="835" w:type="dxa"/>
          </w:tcPr>
          <w:p w14:paraId="1923072F" w14:textId="77777777" w:rsidR="007D3B6E" w:rsidRPr="001C0CC4" w:rsidRDefault="007D3B6E" w:rsidP="007D3B6E">
            <w:pPr>
              <w:pStyle w:val="TAC"/>
            </w:pPr>
            <w:r w:rsidRPr="001C0CC4">
              <w:t>16</w:t>
            </w:r>
          </w:p>
        </w:tc>
        <w:tc>
          <w:tcPr>
            <w:tcW w:w="835" w:type="dxa"/>
          </w:tcPr>
          <w:p w14:paraId="6FD75FE0" w14:textId="77777777" w:rsidR="007D3B6E" w:rsidRPr="001C0CC4" w:rsidRDefault="007D3B6E" w:rsidP="007D3B6E">
            <w:pPr>
              <w:pStyle w:val="TAC"/>
            </w:pPr>
            <w:r w:rsidRPr="001C0CC4">
              <w:t>16</w:t>
            </w:r>
          </w:p>
        </w:tc>
        <w:tc>
          <w:tcPr>
            <w:tcW w:w="835" w:type="dxa"/>
          </w:tcPr>
          <w:p w14:paraId="3486115B" w14:textId="77777777" w:rsidR="007D3B6E" w:rsidRPr="001C0CC4" w:rsidRDefault="007D3B6E" w:rsidP="007D3B6E">
            <w:pPr>
              <w:pStyle w:val="TAC"/>
            </w:pPr>
            <w:r w:rsidRPr="001C0CC4">
              <w:t>16</w:t>
            </w:r>
          </w:p>
        </w:tc>
        <w:tc>
          <w:tcPr>
            <w:tcW w:w="835" w:type="dxa"/>
          </w:tcPr>
          <w:p w14:paraId="1654A900" w14:textId="77777777" w:rsidR="007D3B6E" w:rsidRPr="001C0CC4" w:rsidRDefault="007D3B6E" w:rsidP="007D3B6E">
            <w:pPr>
              <w:pStyle w:val="TAC"/>
            </w:pPr>
            <w:r w:rsidRPr="001C0CC4">
              <w:t>24</w:t>
            </w:r>
          </w:p>
        </w:tc>
        <w:tc>
          <w:tcPr>
            <w:tcW w:w="835" w:type="dxa"/>
          </w:tcPr>
          <w:p w14:paraId="48E42FC7" w14:textId="77777777" w:rsidR="007D3B6E" w:rsidRPr="001C0CC4" w:rsidRDefault="007D3B6E" w:rsidP="007D3B6E">
            <w:pPr>
              <w:pStyle w:val="TAC"/>
            </w:pPr>
            <w:r w:rsidRPr="001C0CC4">
              <w:t>24</w:t>
            </w:r>
          </w:p>
        </w:tc>
        <w:tc>
          <w:tcPr>
            <w:tcW w:w="835" w:type="dxa"/>
          </w:tcPr>
          <w:p w14:paraId="7509C9C5" w14:textId="77777777" w:rsidR="007D3B6E" w:rsidRPr="001C0CC4" w:rsidRDefault="007D3B6E" w:rsidP="007D3B6E">
            <w:pPr>
              <w:pStyle w:val="TAC"/>
            </w:pPr>
            <w:r w:rsidRPr="001C0CC4">
              <w:t>24</w:t>
            </w:r>
          </w:p>
        </w:tc>
        <w:tc>
          <w:tcPr>
            <w:tcW w:w="835" w:type="dxa"/>
          </w:tcPr>
          <w:p w14:paraId="138E7AAA" w14:textId="77777777" w:rsidR="007D3B6E" w:rsidRPr="001C0CC4" w:rsidRDefault="007D3B6E" w:rsidP="007D3B6E">
            <w:pPr>
              <w:pStyle w:val="TAC"/>
            </w:pPr>
            <w:r w:rsidRPr="001C0CC4">
              <w:t>24</w:t>
            </w:r>
          </w:p>
        </w:tc>
        <w:tc>
          <w:tcPr>
            <w:tcW w:w="835" w:type="dxa"/>
          </w:tcPr>
          <w:p w14:paraId="5C04750B" w14:textId="77777777" w:rsidR="007D3B6E" w:rsidRPr="001C0CC4" w:rsidRDefault="007D3B6E" w:rsidP="007D3B6E">
            <w:pPr>
              <w:pStyle w:val="TAC"/>
            </w:pPr>
            <w:r w:rsidRPr="001C0CC4">
              <w:t>24</w:t>
            </w:r>
          </w:p>
        </w:tc>
        <w:tc>
          <w:tcPr>
            <w:tcW w:w="835" w:type="dxa"/>
          </w:tcPr>
          <w:p w14:paraId="12CB80AF" w14:textId="5A3F5EFD" w:rsidR="007D3B6E" w:rsidRPr="001C0CC4" w:rsidRDefault="007D3B6E" w:rsidP="007D3B6E">
            <w:pPr>
              <w:pStyle w:val="TAC"/>
            </w:pPr>
            <w:r>
              <w:t>24</w:t>
            </w:r>
          </w:p>
        </w:tc>
        <w:tc>
          <w:tcPr>
            <w:tcW w:w="835" w:type="dxa"/>
          </w:tcPr>
          <w:p w14:paraId="320B040F" w14:textId="5CDFDA6D" w:rsidR="007D3B6E" w:rsidRPr="001C0CC4" w:rsidRDefault="007D3B6E" w:rsidP="007D3B6E">
            <w:pPr>
              <w:pStyle w:val="TAC"/>
            </w:pPr>
            <w:r w:rsidRPr="001C0CC4">
              <w:t>24</w:t>
            </w:r>
          </w:p>
        </w:tc>
        <w:tc>
          <w:tcPr>
            <w:tcW w:w="835" w:type="dxa"/>
          </w:tcPr>
          <w:p w14:paraId="6BA77DDA" w14:textId="77777777" w:rsidR="007D3B6E" w:rsidRPr="001C0CC4" w:rsidRDefault="007D3B6E" w:rsidP="007D3B6E">
            <w:pPr>
              <w:pStyle w:val="TAC"/>
            </w:pPr>
            <w:r w:rsidRPr="001C0CC4">
              <w:t>24</w:t>
            </w:r>
          </w:p>
        </w:tc>
      </w:tr>
      <w:tr w:rsidR="007D3B6E" w:rsidRPr="001C0CC4" w14:paraId="47277E7A" w14:textId="77777777" w:rsidTr="007D3B6E">
        <w:trPr>
          <w:trHeight w:val="187"/>
          <w:jc w:val="center"/>
        </w:trPr>
        <w:tc>
          <w:tcPr>
            <w:tcW w:w="3690" w:type="dxa"/>
          </w:tcPr>
          <w:p w14:paraId="2F3EE880" w14:textId="77777777" w:rsidR="007D3B6E" w:rsidRPr="00DC7196" w:rsidRDefault="007D3B6E" w:rsidP="007D3B6E">
            <w:pPr>
              <w:pStyle w:val="TAL"/>
            </w:pPr>
            <w:r w:rsidRPr="00DC7196">
              <w:t>LDPC base graph</w:t>
            </w:r>
          </w:p>
        </w:tc>
        <w:tc>
          <w:tcPr>
            <w:tcW w:w="1093" w:type="dxa"/>
          </w:tcPr>
          <w:p w14:paraId="1B6A4447" w14:textId="77777777" w:rsidR="007D3B6E" w:rsidRPr="001C0CC4" w:rsidRDefault="007D3B6E" w:rsidP="007D3B6E">
            <w:pPr>
              <w:pStyle w:val="TAC"/>
            </w:pPr>
          </w:p>
        </w:tc>
        <w:tc>
          <w:tcPr>
            <w:tcW w:w="835" w:type="dxa"/>
          </w:tcPr>
          <w:p w14:paraId="56CA2019" w14:textId="77777777" w:rsidR="007D3B6E" w:rsidRPr="001C0CC4" w:rsidRDefault="007D3B6E" w:rsidP="007D3B6E">
            <w:pPr>
              <w:pStyle w:val="TAC"/>
            </w:pPr>
            <w:r w:rsidRPr="001C0CC4">
              <w:t>2</w:t>
            </w:r>
          </w:p>
        </w:tc>
        <w:tc>
          <w:tcPr>
            <w:tcW w:w="835" w:type="dxa"/>
          </w:tcPr>
          <w:p w14:paraId="233E43CA" w14:textId="77777777" w:rsidR="007D3B6E" w:rsidRPr="001C0CC4" w:rsidRDefault="007D3B6E" w:rsidP="007D3B6E">
            <w:pPr>
              <w:pStyle w:val="TAC"/>
            </w:pPr>
            <w:r w:rsidRPr="001C0CC4">
              <w:t>2</w:t>
            </w:r>
          </w:p>
        </w:tc>
        <w:tc>
          <w:tcPr>
            <w:tcW w:w="835" w:type="dxa"/>
          </w:tcPr>
          <w:p w14:paraId="26BB54A8" w14:textId="77777777" w:rsidR="007D3B6E" w:rsidRPr="001C0CC4" w:rsidRDefault="007D3B6E" w:rsidP="007D3B6E">
            <w:pPr>
              <w:pStyle w:val="TAC"/>
            </w:pPr>
            <w:r w:rsidRPr="001C0CC4">
              <w:t>2</w:t>
            </w:r>
          </w:p>
        </w:tc>
        <w:tc>
          <w:tcPr>
            <w:tcW w:w="835" w:type="dxa"/>
          </w:tcPr>
          <w:p w14:paraId="7BAB7450" w14:textId="77777777" w:rsidR="007D3B6E" w:rsidRPr="001C0CC4" w:rsidRDefault="007D3B6E" w:rsidP="007D3B6E">
            <w:pPr>
              <w:pStyle w:val="TAC"/>
            </w:pPr>
            <w:r w:rsidRPr="001C0CC4">
              <w:t>2</w:t>
            </w:r>
          </w:p>
        </w:tc>
        <w:tc>
          <w:tcPr>
            <w:tcW w:w="835" w:type="dxa"/>
          </w:tcPr>
          <w:p w14:paraId="7B9A259B" w14:textId="77777777" w:rsidR="007D3B6E" w:rsidRPr="001C0CC4" w:rsidRDefault="007D3B6E" w:rsidP="007D3B6E">
            <w:pPr>
              <w:pStyle w:val="TAC"/>
            </w:pPr>
            <w:r w:rsidRPr="001C0CC4">
              <w:t>1</w:t>
            </w:r>
          </w:p>
        </w:tc>
        <w:tc>
          <w:tcPr>
            <w:tcW w:w="835" w:type="dxa"/>
          </w:tcPr>
          <w:p w14:paraId="63A1B7F2" w14:textId="77777777" w:rsidR="007D3B6E" w:rsidRPr="001C0CC4" w:rsidRDefault="007D3B6E" w:rsidP="007D3B6E">
            <w:pPr>
              <w:pStyle w:val="TAC"/>
            </w:pPr>
            <w:r w:rsidRPr="001C0CC4">
              <w:t>1</w:t>
            </w:r>
          </w:p>
        </w:tc>
        <w:tc>
          <w:tcPr>
            <w:tcW w:w="835" w:type="dxa"/>
          </w:tcPr>
          <w:p w14:paraId="4E1ABCDE" w14:textId="77777777" w:rsidR="007D3B6E" w:rsidRPr="001C0CC4" w:rsidRDefault="007D3B6E" w:rsidP="007D3B6E">
            <w:pPr>
              <w:pStyle w:val="TAC"/>
            </w:pPr>
            <w:r w:rsidRPr="001C0CC4">
              <w:t>1</w:t>
            </w:r>
          </w:p>
        </w:tc>
        <w:tc>
          <w:tcPr>
            <w:tcW w:w="835" w:type="dxa"/>
          </w:tcPr>
          <w:p w14:paraId="72CC7773" w14:textId="77777777" w:rsidR="007D3B6E" w:rsidRPr="001C0CC4" w:rsidRDefault="007D3B6E" w:rsidP="007D3B6E">
            <w:pPr>
              <w:pStyle w:val="TAC"/>
            </w:pPr>
            <w:r w:rsidRPr="001C0CC4">
              <w:t>1</w:t>
            </w:r>
          </w:p>
        </w:tc>
        <w:tc>
          <w:tcPr>
            <w:tcW w:w="835" w:type="dxa"/>
          </w:tcPr>
          <w:p w14:paraId="290F58B6" w14:textId="77777777" w:rsidR="007D3B6E" w:rsidRPr="001C0CC4" w:rsidRDefault="007D3B6E" w:rsidP="007D3B6E">
            <w:pPr>
              <w:pStyle w:val="TAC"/>
            </w:pPr>
            <w:r w:rsidRPr="001C0CC4">
              <w:t>1</w:t>
            </w:r>
          </w:p>
        </w:tc>
        <w:tc>
          <w:tcPr>
            <w:tcW w:w="835" w:type="dxa"/>
          </w:tcPr>
          <w:p w14:paraId="41B63A38" w14:textId="4C2BF357" w:rsidR="007D3B6E" w:rsidRPr="001C0CC4" w:rsidRDefault="007D3B6E" w:rsidP="007D3B6E">
            <w:pPr>
              <w:pStyle w:val="TAC"/>
            </w:pPr>
            <w:r>
              <w:rPr>
                <w:rFonts w:hint="eastAsia"/>
                <w:lang w:eastAsia="zh-CN"/>
              </w:rPr>
              <w:t>1</w:t>
            </w:r>
          </w:p>
        </w:tc>
        <w:tc>
          <w:tcPr>
            <w:tcW w:w="835" w:type="dxa"/>
          </w:tcPr>
          <w:p w14:paraId="4CCB012D" w14:textId="2414816F" w:rsidR="007D3B6E" w:rsidRPr="001C0CC4" w:rsidRDefault="007D3B6E" w:rsidP="007D3B6E">
            <w:pPr>
              <w:pStyle w:val="TAC"/>
            </w:pPr>
            <w:r w:rsidRPr="001C0CC4">
              <w:t>1</w:t>
            </w:r>
          </w:p>
        </w:tc>
        <w:tc>
          <w:tcPr>
            <w:tcW w:w="835" w:type="dxa"/>
          </w:tcPr>
          <w:p w14:paraId="22F90AFE" w14:textId="77777777" w:rsidR="007D3B6E" w:rsidRPr="001C0CC4" w:rsidRDefault="007D3B6E" w:rsidP="007D3B6E">
            <w:pPr>
              <w:pStyle w:val="TAC"/>
            </w:pPr>
            <w:r w:rsidRPr="001C0CC4">
              <w:t>1</w:t>
            </w:r>
          </w:p>
        </w:tc>
      </w:tr>
      <w:tr w:rsidR="007D3B6E" w:rsidRPr="001C0CC4" w14:paraId="2B33C1FA" w14:textId="77777777" w:rsidTr="007D3B6E">
        <w:trPr>
          <w:trHeight w:val="187"/>
          <w:jc w:val="center"/>
        </w:trPr>
        <w:tc>
          <w:tcPr>
            <w:tcW w:w="3690" w:type="dxa"/>
          </w:tcPr>
          <w:p w14:paraId="512BDDBE" w14:textId="77777777" w:rsidR="007D3B6E" w:rsidRPr="00DC7196" w:rsidRDefault="007D3B6E" w:rsidP="007D3B6E">
            <w:pPr>
              <w:pStyle w:val="TAH"/>
            </w:pPr>
            <w:r w:rsidRPr="00DC7196">
              <w:t>Number of Code Blocks per Slot</w:t>
            </w:r>
          </w:p>
        </w:tc>
        <w:tc>
          <w:tcPr>
            <w:tcW w:w="1093" w:type="dxa"/>
          </w:tcPr>
          <w:p w14:paraId="1AE6B08C" w14:textId="77777777" w:rsidR="007D3B6E" w:rsidRPr="001C0CC4" w:rsidRDefault="007D3B6E" w:rsidP="007D3B6E">
            <w:pPr>
              <w:pStyle w:val="TAC"/>
            </w:pPr>
          </w:p>
        </w:tc>
        <w:tc>
          <w:tcPr>
            <w:tcW w:w="835" w:type="dxa"/>
          </w:tcPr>
          <w:p w14:paraId="1F0F9B44" w14:textId="77777777" w:rsidR="007D3B6E" w:rsidRPr="001C0CC4" w:rsidRDefault="007D3B6E" w:rsidP="007D3B6E">
            <w:pPr>
              <w:pStyle w:val="TAC"/>
            </w:pPr>
          </w:p>
        </w:tc>
        <w:tc>
          <w:tcPr>
            <w:tcW w:w="835" w:type="dxa"/>
          </w:tcPr>
          <w:p w14:paraId="34C44038" w14:textId="77777777" w:rsidR="007D3B6E" w:rsidRPr="001C0CC4" w:rsidRDefault="007D3B6E" w:rsidP="007D3B6E">
            <w:pPr>
              <w:pStyle w:val="TAC"/>
            </w:pPr>
          </w:p>
        </w:tc>
        <w:tc>
          <w:tcPr>
            <w:tcW w:w="835" w:type="dxa"/>
          </w:tcPr>
          <w:p w14:paraId="67E066E1" w14:textId="77777777" w:rsidR="007D3B6E" w:rsidRPr="001C0CC4" w:rsidRDefault="007D3B6E" w:rsidP="007D3B6E">
            <w:pPr>
              <w:pStyle w:val="TAC"/>
            </w:pPr>
          </w:p>
        </w:tc>
        <w:tc>
          <w:tcPr>
            <w:tcW w:w="835" w:type="dxa"/>
          </w:tcPr>
          <w:p w14:paraId="26D7AAF8" w14:textId="77777777" w:rsidR="007D3B6E" w:rsidRPr="001C0CC4" w:rsidRDefault="007D3B6E" w:rsidP="007D3B6E">
            <w:pPr>
              <w:pStyle w:val="TAC"/>
            </w:pPr>
          </w:p>
        </w:tc>
        <w:tc>
          <w:tcPr>
            <w:tcW w:w="835" w:type="dxa"/>
          </w:tcPr>
          <w:p w14:paraId="3AC6AEC8" w14:textId="77777777" w:rsidR="007D3B6E" w:rsidRPr="001C0CC4" w:rsidRDefault="007D3B6E" w:rsidP="007D3B6E">
            <w:pPr>
              <w:pStyle w:val="TAC"/>
            </w:pPr>
          </w:p>
        </w:tc>
        <w:tc>
          <w:tcPr>
            <w:tcW w:w="835" w:type="dxa"/>
          </w:tcPr>
          <w:p w14:paraId="732BFB74" w14:textId="77777777" w:rsidR="007D3B6E" w:rsidRPr="001C0CC4" w:rsidRDefault="007D3B6E" w:rsidP="007D3B6E">
            <w:pPr>
              <w:pStyle w:val="TAC"/>
            </w:pPr>
          </w:p>
        </w:tc>
        <w:tc>
          <w:tcPr>
            <w:tcW w:w="835" w:type="dxa"/>
          </w:tcPr>
          <w:p w14:paraId="795A984F" w14:textId="77777777" w:rsidR="007D3B6E" w:rsidRPr="001C0CC4" w:rsidRDefault="007D3B6E" w:rsidP="007D3B6E">
            <w:pPr>
              <w:pStyle w:val="TAC"/>
            </w:pPr>
          </w:p>
        </w:tc>
        <w:tc>
          <w:tcPr>
            <w:tcW w:w="835" w:type="dxa"/>
          </w:tcPr>
          <w:p w14:paraId="2392029E" w14:textId="77777777" w:rsidR="007D3B6E" w:rsidRPr="001C0CC4" w:rsidRDefault="007D3B6E" w:rsidP="007D3B6E">
            <w:pPr>
              <w:pStyle w:val="TAC"/>
            </w:pPr>
          </w:p>
        </w:tc>
        <w:tc>
          <w:tcPr>
            <w:tcW w:w="835" w:type="dxa"/>
          </w:tcPr>
          <w:p w14:paraId="337B1AE0" w14:textId="77777777" w:rsidR="007D3B6E" w:rsidRPr="001C0CC4" w:rsidRDefault="007D3B6E" w:rsidP="007D3B6E">
            <w:pPr>
              <w:pStyle w:val="TAC"/>
            </w:pPr>
          </w:p>
        </w:tc>
        <w:tc>
          <w:tcPr>
            <w:tcW w:w="835" w:type="dxa"/>
          </w:tcPr>
          <w:p w14:paraId="7E91BC01" w14:textId="77777777" w:rsidR="007D3B6E" w:rsidRPr="001C0CC4" w:rsidRDefault="007D3B6E" w:rsidP="007D3B6E">
            <w:pPr>
              <w:pStyle w:val="TAC"/>
            </w:pPr>
          </w:p>
        </w:tc>
        <w:tc>
          <w:tcPr>
            <w:tcW w:w="835" w:type="dxa"/>
          </w:tcPr>
          <w:p w14:paraId="14C2D50D" w14:textId="06E44758" w:rsidR="007D3B6E" w:rsidRPr="001C0CC4" w:rsidRDefault="007D3B6E" w:rsidP="007D3B6E">
            <w:pPr>
              <w:pStyle w:val="TAC"/>
            </w:pPr>
          </w:p>
        </w:tc>
        <w:tc>
          <w:tcPr>
            <w:tcW w:w="835" w:type="dxa"/>
          </w:tcPr>
          <w:p w14:paraId="117406C1" w14:textId="77777777" w:rsidR="007D3B6E" w:rsidRPr="001C0CC4" w:rsidRDefault="007D3B6E" w:rsidP="007D3B6E">
            <w:pPr>
              <w:pStyle w:val="TAC"/>
            </w:pPr>
          </w:p>
        </w:tc>
      </w:tr>
      <w:tr w:rsidR="007D3B6E" w:rsidRPr="001C0CC4" w14:paraId="349E2EDD" w14:textId="77777777" w:rsidTr="007D3B6E">
        <w:trPr>
          <w:trHeight w:val="187"/>
          <w:jc w:val="center"/>
        </w:trPr>
        <w:tc>
          <w:tcPr>
            <w:tcW w:w="3690" w:type="dxa"/>
          </w:tcPr>
          <w:p w14:paraId="7BA55F92" w14:textId="77777777" w:rsidR="007D3B6E" w:rsidRPr="00DC7196" w:rsidRDefault="007D3B6E" w:rsidP="007D3B6E">
            <w:pPr>
              <w:pStyle w:val="TAL"/>
            </w:pPr>
            <w:r w:rsidRPr="00DC7196">
              <w:t xml:space="preserve">  For Slots 0,1,2 and Slot i, if mod(i, 10) = {7,8,9} for i from {0,…,19}</w:t>
            </w:r>
          </w:p>
        </w:tc>
        <w:tc>
          <w:tcPr>
            <w:tcW w:w="1093" w:type="dxa"/>
          </w:tcPr>
          <w:p w14:paraId="12505662" w14:textId="77777777" w:rsidR="007D3B6E" w:rsidRPr="001C0CC4" w:rsidRDefault="007D3B6E" w:rsidP="007D3B6E">
            <w:pPr>
              <w:pStyle w:val="TAC"/>
            </w:pPr>
            <w:r w:rsidRPr="001C0CC4">
              <w:t>CBs</w:t>
            </w:r>
          </w:p>
        </w:tc>
        <w:tc>
          <w:tcPr>
            <w:tcW w:w="835" w:type="dxa"/>
          </w:tcPr>
          <w:p w14:paraId="2F0EA846" w14:textId="77777777" w:rsidR="007D3B6E" w:rsidRPr="001C0CC4" w:rsidRDefault="007D3B6E" w:rsidP="007D3B6E">
            <w:pPr>
              <w:pStyle w:val="TAC"/>
            </w:pPr>
            <w:r w:rsidRPr="001C0CC4">
              <w:t>N/A</w:t>
            </w:r>
          </w:p>
        </w:tc>
        <w:tc>
          <w:tcPr>
            <w:tcW w:w="835" w:type="dxa"/>
          </w:tcPr>
          <w:p w14:paraId="605A4185" w14:textId="77777777" w:rsidR="007D3B6E" w:rsidRPr="001C0CC4" w:rsidRDefault="007D3B6E" w:rsidP="007D3B6E">
            <w:pPr>
              <w:pStyle w:val="TAC"/>
            </w:pPr>
            <w:r w:rsidRPr="001C0CC4">
              <w:t>N/A</w:t>
            </w:r>
          </w:p>
        </w:tc>
        <w:tc>
          <w:tcPr>
            <w:tcW w:w="835" w:type="dxa"/>
          </w:tcPr>
          <w:p w14:paraId="01907F16" w14:textId="77777777" w:rsidR="007D3B6E" w:rsidRPr="001C0CC4" w:rsidRDefault="007D3B6E" w:rsidP="007D3B6E">
            <w:pPr>
              <w:pStyle w:val="TAC"/>
            </w:pPr>
            <w:r w:rsidRPr="001C0CC4">
              <w:t>N/A</w:t>
            </w:r>
          </w:p>
        </w:tc>
        <w:tc>
          <w:tcPr>
            <w:tcW w:w="835" w:type="dxa"/>
          </w:tcPr>
          <w:p w14:paraId="1F681475" w14:textId="77777777" w:rsidR="007D3B6E" w:rsidRPr="001C0CC4" w:rsidRDefault="007D3B6E" w:rsidP="007D3B6E">
            <w:pPr>
              <w:pStyle w:val="TAC"/>
            </w:pPr>
            <w:r w:rsidRPr="001C0CC4">
              <w:t>N/A</w:t>
            </w:r>
          </w:p>
        </w:tc>
        <w:tc>
          <w:tcPr>
            <w:tcW w:w="835" w:type="dxa"/>
          </w:tcPr>
          <w:p w14:paraId="76E59F73" w14:textId="77777777" w:rsidR="007D3B6E" w:rsidRPr="001C0CC4" w:rsidRDefault="007D3B6E" w:rsidP="007D3B6E">
            <w:pPr>
              <w:pStyle w:val="TAC"/>
            </w:pPr>
            <w:r w:rsidRPr="001C0CC4">
              <w:t>N/A</w:t>
            </w:r>
          </w:p>
        </w:tc>
        <w:tc>
          <w:tcPr>
            <w:tcW w:w="835" w:type="dxa"/>
          </w:tcPr>
          <w:p w14:paraId="6222E70A" w14:textId="77777777" w:rsidR="007D3B6E" w:rsidRPr="001C0CC4" w:rsidRDefault="007D3B6E" w:rsidP="007D3B6E">
            <w:pPr>
              <w:pStyle w:val="TAC"/>
            </w:pPr>
            <w:r w:rsidRPr="001C0CC4">
              <w:t>N/A</w:t>
            </w:r>
          </w:p>
        </w:tc>
        <w:tc>
          <w:tcPr>
            <w:tcW w:w="835" w:type="dxa"/>
          </w:tcPr>
          <w:p w14:paraId="70064E36" w14:textId="77777777" w:rsidR="007D3B6E" w:rsidRPr="001C0CC4" w:rsidRDefault="007D3B6E" w:rsidP="007D3B6E">
            <w:pPr>
              <w:pStyle w:val="TAC"/>
            </w:pPr>
            <w:r w:rsidRPr="001C0CC4">
              <w:t>N/A</w:t>
            </w:r>
          </w:p>
        </w:tc>
        <w:tc>
          <w:tcPr>
            <w:tcW w:w="835" w:type="dxa"/>
          </w:tcPr>
          <w:p w14:paraId="3CF356D1" w14:textId="77777777" w:rsidR="007D3B6E" w:rsidRPr="001C0CC4" w:rsidRDefault="007D3B6E" w:rsidP="007D3B6E">
            <w:pPr>
              <w:pStyle w:val="TAC"/>
            </w:pPr>
            <w:r w:rsidRPr="001C0CC4">
              <w:t>N/A</w:t>
            </w:r>
          </w:p>
        </w:tc>
        <w:tc>
          <w:tcPr>
            <w:tcW w:w="835" w:type="dxa"/>
          </w:tcPr>
          <w:p w14:paraId="5E566AAA" w14:textId="77777777" w:rsidR="007D3B6E" w:rsidRPr="001C0CC4" w:rsidRDefault="007D3B6E" w:rsidP="007D3B6E">
            <w:pPr>
              <w:pStyle w:val="TAC"/>
            </w:pPr>
            <w:r w:rsidRPr="001C0CC4">
              <w:t>N/A</w:t>
            </w:r>
          </w:p>
        </w:tc>
        <w:tc>
          <w:tcPr>
            <w:tcW w:w="835" w:type="dxa"/>
          </w:tcPr>
          <w:p w14:paraId="1CD78CAB" w14:textId="4D232BDE" w:rsidR="007D3B6E" w:rsidRPr="001C0CC4" w:rsidRDefault="007D3B6E" w:rsidP="007D3B6E">
            <w:pPr>
              <w:pStyle w:val="TAC"/>
            </w:pPr>
            <w:r>
              <w:t>N/A</w:t>
            </w:r>
          </w:p>
        </w:tc>
        <w:tc>
          <w:tcPr>
            <w:tcW w:w="835" w:type="dxa"/>
          </w:tcPr>
          <w:p w14:paraId="3446D453" w14:textId="37E665AE" w:rsidR="007D3B6E" w:rsidRPr="001C0CC4" w:rsidRDefault="007D3B6E" w:rsidP="007D3B6E">
            <w:pPr>
              <w:pStyle w:val="TAC"/>
            </w:pPr>
            <w:r w:rsidRPr="001C0CC4">
              <w:t>N/A</w:t>
            </w:r>
          </w:p>
        </w:tc>
        <w:tc>
          <w:tcPr>
            <w:tcW w:w="835" w:type="dxa"/>
          </w:tcPr>
          <w:p w14:paraId="1C4C4274" w14:textId="77777777" w:rsidR="007D3B6E" w:rsidRPr="001C0CC4" w:rsidRDefault="007D3B6E" w:rsidP="007D3B6E">
            <w:pPr>
              <w:pStyle w:val="TAC"/>
            </w:pPr>
            <w:r w:rsidRPr="001C0CC4">
              <w:t>N/A</w:t>
            </w:r>
          </w:p>
        </w:tc>
      </w:tr>
      <w:tr w:rsidR="007D3B6E" w:rsidRPr="001C0CC4" w14:paraId="3ADC3CF3" w14:textId="77777777" w:rsidTr="007D3B6E">
        <w:trPr>
          <w:trHeight w:val="187"/>
          <w:jc w:val="center"/>
        </w:trPr>
        <w:tc>
          <w:tcPr>
            <w:tcW w:w="3690" w:type="dxa"/>
          </w:tcPr>
          <w:p w14:paraId="33789C24" w14:textId="77777777" w:rsidR="007D3B6E" w:rsidRPr="00DC7196" w:rsidRDefault="007D3B6E" w:rsidP="007D3B6E">
            <w:pPr>
              <w:pStyle w:val="TAL"/>
            </w:pPr>
            <w:r w:rsidRPr="00DC7196">
              <w:t xml:space="preserve">  For Slot i, if mod(i, 10) = {0,1,2,3,4,5,6} for i from {3,…,19}</w:t>
            </w:r>
          </w:p>
        </w:tc>
        <w:tc>
          <w:tcPr>
            <w:tcW w:w="1093" w:type="dxa"/>
          </w:tcPr>
          <w:p w14:paraId="350AF256" w14:textId="77777777" w:rsidR="007D3B6E" w:rsidRPr="001C0CC4" w:rsidRDefault="007D3B6E" w:rsidP="007D3B6E">
            <w:pPr>
              <w:pStyle w:val="TAC"/>
            </w:pPr>
            <w:r w:rsidRPr="001C0CC4">
              <w:t>CBs</w:t>
            </w:r>
          </w:p>
        </w:tc>
        <w:tc>
          <w:tcPr>
            <w:tcW w:w="835" w:type="dxa"/>
          </w:tcPr>
          <w:p w14:paraId="7FFF9E3C" w14:textId="77777777" w:rsidR="007D3B6E" w:rsidRPr="001C0CC4" w:rsidRDefault="007D3B6E" w:rsidP="007D3B6E">
            <w:pPr>
              <w:pStyle w:val="TAC"/>
            </w:pPr>
            <w:r w:rsidRPr="001C0CC4">
              <w:t>1</w:t>
            </w:r>
          </w:p>
        </w:tc>
        <w:tc>
          <w:tcPr>
            <w:tcW w:w="835" w:type="dxa"/>
          </w:tcPr>
          <w:p w14:paraId="0C667191" w14:textId="77777777" w:rsidR="007D3B6E" w:rsidRPr="001C0CC4" w:rsidRDefault="007D3B6E" w:rsidP="007D3B6E">
            <w:pPr>
              <w:pStyle w:val="TAC"/>
            </w:pPr>
            <w:r w:rsidRPr="001C0CC4">
              <w:t>1</w:t>
            </w:r>
          </w:p>
        </w:tc>
        <w:tc>
          <w:tcPr>
            <w:tcW w:w="835" w:type="dxa"/>
          </w:tcPr>
          <w:p w14:paraId="511F6E43" w14:textId="77777777" w:rsidR="007D3B6E" w:rsidRPr="001C0CC4" w:rsidRDefault="007D3B6E" w:rsidP="007D3B6E">
            <w:pPr>
              <w:pStyle w:val="TAC"/>
            </w:pPr>
            <w:r w:rsidRPr="001C0CC4">
              <w:t>1</w:t>
            </w:r>
          </w:p>
        </w:tc>
        <w:tc>
          <w:tcPr>
            <w:tcW w:w="835" w:type="dxa"/>
          </w:tcPr>
          <w:p w14:paraId="3DD5EF16" w14:textId="77777777" w:rsidR="007D3B6E" w:rsidRPr="001C0CC4" w:rsidRDefault="007D3B6E" w:rsidP="007D3B6E">
            <w:pPr>
              <w:pStyle w:val="TAC"/>
            </w:pPr>
            <w:r w:rsidRPr="001C0CC4">
              <w:t>1</w:t>
            </w:r>
          </w:p>
        </w:tc>
        <w:tc>
          <w:tcPr>
            <w:tcW w:w="835" w:type="dxa"/>
          </w:tcPr>
          <w:p w14:paraId="5341E44D" w14:textId="77777777" w:rsidR="007D3B6E" w:rsidRPr="001C0CC4" w:rsidRDefault="007D3B6E" w:rsidP="007D3B6E">
            <w:pPr>
              <w:pStyle w:val="TAC"/>
            </w:pPr>
            <w:r w:rsidRPr="001C0CC4">
              <w:t>1</w:t>
            </w:r>
          </w:p>
        </w:tc>
        <w:tc>
          <w:tcPr>
            <w:tcW w:w="835" w:type="dxa"/>
          </w:tcPr>
          <w:p w14:paraId="21E0387D" w14:textId="77777777" w:rsidR="007D3B6E" w:rsidRPr="001C0CC4" w:rsidRDefault="007D3B6E" w:rsidP="007D3B6E">
            <w:pPr>
              <w:pStyle w:val="TAC"/>
            </w:pPr>
            <w:r w:rsidRPr="001C0CC4">
              <w:t>1</w:t>
            </w:r>
          </w:p>
        </w:tc>
        <w:tc>
          <w:tcPr>
            <w:tcW w:w="835" w:type="dxa"/>
          </w:tcPr>
          <w:p w14:paraId="31E3D712" w14:textId="77777777" w:rsidR="007D3B6E" w:rsidRPr="001C0CC4" w:rsidRDefault="007D3B6E" w:rsidP="007D3B6E">
            <w:pPr>
              <w:pStyle w:val="TAC"/>
            </w:pPr>
            <w:r w:rsidRPr="001C0CC4">
              <w:t>1</w:t>
            </w:r>
          </w:p>
        </w:tc>
        <w:tc>
          <w:tcPr>
            <w:tcW w:w="835" w:type="dxa"/>
          </w:tcPr>
          <w:p w14:paraId="0CBEA835" w14:textId="77777777" w:rsidR="007D3B6E" w:rsidRPr="001C0CC4" w:rsidRDefault="007D3B6E" w:rsidP="007D3B6E">
            <w:pPr>
              <w:pStyle w:val="TAC"/>
            </w:pPr>
            <w:r w:rsidRPr="001C0CC4">
              <w:t>2</w:t>
            </w:r>
          </w:p>
        </w:tc>
        <w:tc>
          <w:tcPr>
            <w:tcW w:w="835" w:type="dxa"/>
          </w:tcPr>
          <w:p w14:paraId="0947A47E" w14:textId="77777777" w:rsidR="007D3B6E" w:rsidRPr="001C0CC4" w:rsidRDefault="007D3B6E" w:rsidP="007D3B6E">
            <w:pPr>
              <w:pStyle w:val="TAC"/>
            </w:pPr>
            <w:r w:rsidRPr="001C0CC4">
              <w:t>2</w:t>
            </w:r>
          </w:p>
        </w:tc>
        <w:tc>
          <w:tcPr>
            <w:tcW w:w="835" w:type="dxa"/>
          </w:tcPr>
          <w:p w14:paraId="67B24772" w14:textId="5956C6A1" w:rsidR="007D3B6E" w:rsidRPr="001C0CC4" w:rsidRDefault="007D3B6E" w:rsidP="007D3B6E">
            <w:pPr>
              <w:pStyle w:val="TAC"/>
            </w:pPr>
            <w:r>
              <w:rPr>
                <w:rFonts w:hint="eastAsia"/>
                <w:lang w:eastAsia="zh-CN"/>
              </w:rPr>
              <w:t>2</w:t>
            </w:r>
          </w:p>
        </w:tc>
        <w:tc>
          <w:tcPr>
            <w:tcW w:w="835" w:type="dxa"/>
          </w:tcPr>
          <w:p w14:paraId="1C7E21D5" w14:textId="143C4867" w:rsidR="007D3B6E" w:rsidRPr="001C0CC4" w:rsidRDefault="007D3B6E" w:rsidP="007D3B6E">
            <w:pPr>
              <w:pStyle w:val="TAC"/>
            </w:pPr>
            <w:r w:rsidRPr="001C0CC4">
              <w:t>2</w:t>
            </w:r>
          </w:p>
        </w:tc>
        <w:tc>
          <w:tcPr>
            <w:tcW w:w="835" w:type="dxa"/>
          </w:tcPr>
          <w:p w14:paraId="2DE4BABA" w14:textId="77777777" w:rsidR="007D3B6E" w:rsidRPr="001C0CC4" w:rsidRDefault="007D3B6E" w:rsidP="007D3B6E">
            <w:pPr>
              <w:pStyle w:val="TAC"/>
            </w:pPr>
            <w:r w:rsidRPr="001C0CC4">
              <w:t>3</w:t>
            </w:r>
          </w:p>
        </w:tc>
      </w:tr>
      <w:tr w:rsidR="007D3B6E" w:rsidRPr="001C0CC4" w14:paraId="6CD94D5A" w14:textId="77777777" w:rsidTr="007D3B6E">
        <w:trPr>
          <w:trHeight w:val="187"/>
          <w:jc w:val="center"/>
        </w:trPr>
        <w:tc>
          <w:tcPr>
            <w:tcW w:w="3690" w:type="dxa"/>
          </w:tcPr>
          <w:p w14:paraId="2E1B05C7" w14:textId="77777777" w:rsidR="007D3B6E" w:rsidRPr="00DC7196" w:rsidRDefault="007D3B6E" w:rsidP="007D3B6E">
            <w:pPr>
              <w:pStyle w:val="TAH"/>
            </w:pPr>
            <w:r w:rsidRPr="00DC7196">
              <w:t>Binary Channel Bits per Slot</w:t>
            </w:r>
          </w:p>
        </w:tc>
        <w:tc>
          <w:tcPr>
            <w:tcW w:w="1093" w:type="dxa"/>
          </w:tcPr>
          <w:p w14:paraId="5DB9726A" w14:textId="77777777" w:rsidR="007D3B6E" w:rsidRPr="001C0CC4" w:rsidRDefault="007D3B6E" w:rsidP="007D3B6E">
            <w:pPr>
              <w:pStyle w:val="TAC"/>
            </w:pPr>
          </w:p>
        </w:tc>
        <w:tc>
          <w:tcPr>
            <w:tcW w:w="835" w:type="dxa"/>
          </w:tcPr>
          <w:p w14:paraId="2E674585" w14:textId="77777777" w:rsidR="007D3B6E" w:rsidRPr="001C0CC4" w:rsidRDefault="007D3B6E" w:rsidP="007D3B6E">
            <w:pPr>
              <w:pStyle w:val="TAC"/>
            </w:pPr>
          </w:p>
        </w:tc>
        <w:tc>
          <w:tcPr>
            <w:tcW w:w="835" w:type="dxa"/>
          </w:tcPr>
          <w:p w14:paraId="4AE2C034" w14:textId="77777777" w:rsidR="007D3B6E" w:rsidRPr="001C0CC4" w:rsidRDefault="007D3B6E" w:rsidP="007D3B6E">
            <w:pPr>
              <w:pStyle w:val="TAC"/>
            </w:pPr>
          </w:p>
        </w:tc>
        <w:tc>
          <w:tcPr>
            <w:tcW w:w="835" w:type="dxa"/>
          </w:tcPr>
          <w:p w14:paraId="77F47044" w14:textId="77777777" w:rsidR="007D3B6E" w:rsidRPr="001C0CC4" w:rsidRDefault="007D3B6E" w:rsidP="007D3B6E">
            <w:pPr>
              <w:pStyle w:val="TAC"/>
            </w:pPr>
          </w:p>
        </w:tc>
        <w:tc>
          <w:tcPr>
            <w:tcW w:w="835" w:type="dxa"/>
          </w:tcPr>
          <w:p w14:paraId="7783D7B0" w14:textId="77777777" w:rsidR="007D3B6E" w:rsidRPr="001C0CC4" w:rsidRDefault="007D3B6E" w:rsidP="007D3B6E">
            <w:pPr>
              <w:pStyle w:val="TAC"/>
            </w:pPr>
          </w:p>
        </w:tc>
        <w:tc>
          <w:tcPr>
            <w:tcW w:w="835" w:type="dxa"/>
          </w:tcPr>
          <w:p w14:paraId="17F665DD" w14:textId="77777777" w:rsidR="007D3B6E" w:rsidRPr="001C0CC4" w:rsidRDefault="007D3B6E" w:rsidP="007D3B6E">
            <w:pPr>
              <w:pStyle w:val="TAC"/>
            </w:pPr>
          </w:p>
        </w:tc>
        <w:tc>
          <w:tcPr>
            <w:tcW w:w="835" w:type="dxa"/>
          </w:tcPr>
          <w:p w14:paraId="62AE8A8D" w14:textId="77777777" w:rsidR="007D3B6E" w:rsidRPr="001C0CC4" w:rsidRDefault="007D3B6E" w:rsidP="007D3B6E">
            <w:pPr>
              <w:pStyle w:val="TAC"/>
            </w:pPr>
          </w:p>
        </w:tc>
        <w:tc>
          <w:tcPr>
            <w:tcW w:w="835" w:type="dxa"/>
          </w:tcPr>
          <w:p w14:paraId="5D06370F" w14:textId="77777777" w:rsidR="007D3B6E" w:rsidRPr="001C0CC4" w:rsidRDefault="007D3B6E" w:rsidP="007D3B6E">
            <w:pPr>
              <w:pStyle w:val="TAC"/>
            </w:pPr>
          </w:p>
        </w:tc>
        <w:tc>
          <w:tcPr>
            <w:tcW w:w="835" w:type="dxa"/>
          </w:tcPr>
          <w:p w14:paraId="527B339C" w14:textId="77777777" w:rsidR="007D3B6E" w:rsidRPr="001C0CC4" w:rsidRDefault="007D3B6E" w:rsidP="007D3B6E">
            <w:pPr>
              <w:pStyle w:val="TAC"/>
            </w:pPr>
          </w:p>
        </w:tc>
        <w:tc>
          <w:tcPr>
            <w:tcW w:w="835" w:type="dxa"/>
          </w:tcPr>
          <w:p w14:paraId="5B77B67F" w14:textId="77777777" w:rsidR="007D3B6E" w:rsidRPr="001C0CC4" w:rsidRDefault="007D3B6E" w:rsidP="007D3B6E">
            <w:pPr>
              <w:pStyle w:val="TAC"/>
            </w:pPr>
          </w:p>
        </w:tc>
        <w:tc>
          <w:tcPr>
            <w:tcW w:w="835" w:type="dxa"/>
          </w:tcPr>
          <w:p w14:paraId="6B5064B4" w14:textId="77777777" w:rsidR="007D3B6E" w:rsidRPr="001C0CC4" w:rsidRDefault="007D3B6E" w:rsidP="007D3B6E">
            <w:pPr>
              <w:pStyle w:val="TAC"/>
            </w:pPr>
          </w:p>
        </w:tc>
        <w:tc>
          <w:tcPr>
            <w:tcW w:w="835" w:type="dxa"/>
          </w:tcPr>
          <w:p w14:paraId="1AA10346" w14:textId="3D6BCAD0" w:rsidR="007D3B6E" w:rsidRPr="001C0CC4" w:rsidRDefault="007D3B6E" w:rsidP="007D3B6E">
            <w:pPr>
              <w:pStyle w:val="TAC"/>
            </w:pPr>
          </w:p>
        </w:tc>
        <w:tc>
          <w:tcPr>
            <w:tcW w:w="835" w:type="dxa"/>
          </w:tcPr>
          <w:p w14:paraId="2E0765CE" w14:textId="77777777" w:rsidR="007D3B6E" w:rsidRPr="001C0CC4" w:rsidRDefault="007D3B6E" w:rsidP="007D3B6E">
            <w:pPr>
              <w:pStyle w:val="TAC"/>
            </w:pPr>
          </w:p>
        </w:tc>
      </w:tr>
      <w:tr w:rsidR="007D3B6E" w:rsidRPr="001C0CC4" w14:paraId="15BF62A9" w14:textId="77777777" w:rsidTr="007D3B6E">
        <w:trPr>
          <w:trHeight w:val="187"/>
          <w:jc w:val="center"/>
        </w:trPr>
        <w:tc>
          <w:tcPr>
            <w:tcW w:w="3690" w:type="dxa"/>
          </w:tcPr>
          <w:p w14:paraId="67795467" w14:textId="69EB9FAD" w:rsidR="007D3B6E" w:rsidRPr="00DC7196" w:rsidRDefault="007D3B6E" w:rsidP="007D3B6E">
            <w:pPr>
              <w:pStyle w:val="TAL"/>
            </w:pPr>
            <w:r w:rsidRPr="00DC7196">
              <w:t xml:space="preserve">  For Slots 0,1,2 and Slot i, if mod(i, 10) = {7,8,9} for i from {</w:t>
            </w:r>
            <w:r>
              <w:t>0</w:t>
            </w:r>
            <w:r w:rsidRPr="00DC7196">
              <w:t>,…,19}</w:t>
            </w:r>
          </w:p>
        </w:tc>
        <w:tc>
          <w:tcPr>
            <w:tcW w:w="1093" w:type="dxa"/>
          </w:tcPr>
          <w:p w14:paraId="34A7E409" w14:textId="77777777" w:rsidR="007D3B6E" w:rsidRPr="001C0CC4" w:rsidRDefault="007D3B6E" w:rsidP="007D3B6E">
            <w:pPr>
              <w:pStyle w:val="TAC"/>
            </w:pPr>
            <w:r w:rsidRPr="001C0CC4">
              <w:t>Bits</w:t>
            </w:r>
          </w:p>
        </w:tc>
        <w:tc>
          <w:tcPr>
            <w:tcW w:w="835" w:type="dxa"/>
          </w:tcPr>
          <w:p w14:paraId="27E40756" w14:textId="77777777" w:rsidR="007D3B6E" w:rsidRPr="001C0CC4" w:rsidRDefault="007D3B6E" w:rsidP="007D3B6E">
            <w:pPr>
              <w:pStyle w:val="TAC"/>
            </w:pPr>
            <w:r w:rsidRPr="001C0CC4">
              <w:t>N/A</w:t>
            </w:r>
          </w:p>
        </w:tc>
        <w:tc>
          <w:tcPr>
            <w:tcW w:w="835" w:type="dxa"/>
          </w:tcPr>
          <w:p w14:paraId="71FA2E74" w14:textId="77777777" w:rsidR="007D3B6E" w:rsidRPr="001C0CC4" w:rsidRDefault="007D3B6E" w:rsidP="007D3B6E">
            <w:pPr>
              <w:pStyle w:val="TAC"/>
            </w:pPr>
            <w:r w:rsidRPr="001C0CC4">
              <w:t>N/A</w:t>
            </w:r>
          </w:p>
        </w:tc>
        <w:tc>
          <w:tcPr>
            <w:tcW w:w="835" w:type="dxa"/>
          </w:tcPr>
          <w:p w14:paraId="25D50B88" w14:textId="77777777" w:rsidR="007D3B6E" w:rsidRPr="001C0CC4" w:rsidRDefault="007D3B6E" w:rsidP="007D3B6E">
            <w:pPr>
              <w:pStyle w:val="TAC"/>
            </w:pPr>
            <w:r w:rsidRPr="001C0CC4">
              <w:t>N/A</w:t>
            </w:r>
          </w:p>
        </w:tc>
        <w:tc>
          <w:tcPr>
            <w:tcW w:w="835" w:type="dxa"/>
          </w:tcPr>
          <w:p w14:paraId="79282FC1" w14:textId="77777777" w:rsidR="007D3B6E" w:rsidRPr="001C0CC4" w:rsidRDefault="007D3B6E" w:rsidP="007D3B6E">
            <w:pPr>
              <w:pStyle w:val="TAC"/>
            </w:pPr>
            <w:r w:rsidRPr="001C0CC4">
              <w:t>N/A</w:t>
            </w:r>
          </w:p>
        </w:tc>
        <w:tc>
          <w:tcPr>
            <w:tcW w:w="835" w:type="dxa"/>
          </w:tcPr>
          <w:p w14:paraId="15BCE6AB" w14:textId="77777777" w:rsidR="007D3B6E" w:rsidRPr="001C0CC4" w:rsidRDefault="007D3B6E" w:rsidP="007D3B6E">
            <w:pPr>
              <w:pStyle w:val="TAC"/>
            </w:pPr>
            <w:r w:rsidRPr="001C0CC4">
              <w:t>N/A</w:t>
            </w:r>
          </w:p>
        </w:tc>
        <w:tc>
          <w:tcPr>
            <w:tcW w:w="835" w:type="dxa"/>
          </w:tcPr>
          <w:p w14:paraId="0AE9E2CD" w14:textId="77777777" w:rsidR="007D3B6E" w:rsidRPr="001C0CC4" w:rsidRDefault="007D3B6E" w:rsidP="007D3B6E">
            <w:pPr>
              <w:pStyle w:val="TAC"/>
            </w:pPr>
            <w:r w:rsidRPr="001C0CC4">
              <w:t>N/A</w:t>
            </w:r>
          </w:p>
        </w:tc>
        <w:tc>
          <w:tcPr>
            <w:tcW w:w="835" w:type="dxa"/>
          </w:tcPr>
          <w:p w14:paraId="49AE7A2F" w14:textId="77777777" w:rsidR="007D3B6E" w:rsidRPr="001C0CC4" w:rsidRDefault="007D3B6E" w:rsidP="007D3B6E">
            <w:pPr>
              <w:pStyle w:val="TAC"/>
            </w:pPr>
            <w:r w:rsidRPr="001C0CC4">
              <w:t>N/A</w:t>
            </w:r>
          </w:p>
        </w:tc>
        <w:tc>
          <w:tcPr>
            <w:tcW w:w="835" w:type="dxa"/>
          </w:tcPr>
          <w:p w14:paraId="45924141" w14:textId="77777777" w:rsidR="007D3B6E" w:rsidRPr="001C0CC4" w:rsidRDefault="007D3B6E" w:rsidP="007D3B6E">
            <w:pPr>
              <w:pStyle w:val="TAC"/>
            </w:pPr>
            <w:r w:rsidRPr="001C0CC4">
              <w:t>N/A</w:t>
            </w:r>
          </w:p>
        </w:tc>
        <w:tc>
          <w:tcPr>
            <w:tcW w:w="835" w:type="dxa"/>
          </w:tcPr>
          <w:p w14:paraId="16DE2ED6" w14:textId="77777777" w:rsidR="007D3B6E" w:rsidRPr="001C0CC4" w:rsidRDefault="007D3B6E" w:rsidP="007D3B6E">
            <w:pPr>
              <w:pStyle w:val="TAC"/>
            </w:pPr>
            <w:r w:rsidRPr="001C0CC4">
              <w:t>N/A</w:t>
            </w:r>
          </w:p>
        </w:tc>
        <w:tc>
          <w:tcPr>
            <w:tcW w:w="835" w:type="dxa"/>
          </w:tcPr>
          <w:p w14:paraId="1B3EE3D5" w14:textId="710EE64D" w:rsidR="007D3B6E" w:rsidRPr="001C0CC4" w:rsidRDefault="007D3B6E" w:rsidP="007D3B6E">
            <w:pPr>
              <w:pStyle w:val="TAC"/>
            </w:pPr>
            <w:r>
              <w:t>N/A</w:t>
            </w:r>
          </w:p>
        </w:tc>
        <w:tc>
          <w:tcPr>
            <w:tcW w:w="835" w:type="dxa"/>
          </w:tcPr>
          <w:p w14:paraId="64B78183" w14:textId="063430C0" w:rsidR="007D3B6E" w:rsidRPr="001C0CC4" w:rsidRDefault="007D3B6E" w:rsidP="007D3B6E">
            <w:pPr>
              <w:pStyle w:val="TAC"/>
            </w:pPr>
            <w:r w:rsidRPr="001C0CC4">
              <w:t>N/A</w:t>
            </w:r>
          </w:p>
        </w:tc>
        <w:tc>
          <w:tcPr>
            <w:tcW w:w="835" w:type="dxa"/>
          </w:tcPr>
          <w:p w14:paraId="6EF05A26" w14:textId="77777777" w:rsidR="007D3B6E" w:rsidRPr="001C0CC4" w:rsidRDefault="007D3B6E" w:rsidP="007D3B6E">
            <w:pPr>
              <w:pStyle w:val="TAC"/>
            </w:pPr>
            <w:r w:rsidRPr="001C0CC4">
              <w:t>N/A</w:t>
            </w:r>
          </w:p>
        </w:tc>
      </w:tr>
      <w:tr w:rsidR="007D3B6E" w:rsidRPr="001C0CC4" w14:paraId="134A960E" w14:textId="77777777" w:rsidTr="007D3B6E">
        <w:trPr>
          <w:trHeight w:val="187"/>
          <w:jc w:val="center"/>
        </w:trPr>
        <w:tc>
          <w:tcPr>
            <w:tcW w:w="3690" w:type="dxa"/>
          </w:tcPr>
          <w:p w14:paraId="6A38B4CD" w14:textId="77777777" w:rsidR="007D3B6E" w:rsidRPr="00DC7196" w:rsidRDefault="007D3B6E" w:rsidP="007D3B6E">
            <w:pPr>
              <w:pStyle w:val="TAL"/>
            </w:pPr>
            <w:r w:rsidRPr="00DC7196">
              <w:t xml:space="preserve">  For Slot i, if mod(i, 10) = {0,1,2,3,4,5,6} for i from {3,…,19}</w:t>
            </w:r>
          </w:p>
        </w:tc>
        <w:tc>
          <w:tcPr>
            <w:tcW w:w="1093" w:type="dxa"/>
          </w:tcPr>
          <w:p w14:paraId="1C7CFA49" w14:textId="77777777" w:rsidR="007D3B6E" w:rsidRPr="001C0CC4" w:rsidRDefault="007D3B6E" w:rsidP="007D3B6E">
            <w:pPr>
              <w:pStyle w:val="TAC"/>
            </w:pPr>
            <w:r w:rsidRPr="001C0CC4">
              <w:t>Bits</w:t>
            </w:r>
          </w:p>
        </w:tc>
        <w:tc>
          <w:tcPr>
            <w:tcW w:w="835" w:type="dxa"/>
          </w:tcPr>
          <w:p w14:paraId="019A85E2" w14:textId="77777777" w:rsidR="007D3B6E" w:rsidRPr="001C0CC4" w:rsidRDefault="007D3B6E" w:rsidP="007D3B6E">
            <w:pPr>
              <w:pStyle w:val="TAC"/>
            </w:pPr>
            <w:r w:rsidRPr="001C0CC4">
              <w:t>2376</w:t>
            </w:r>
          </w:p>
        </w:tc>
        <w:tc>
          <w:tcPr>
            <w:tcW w:w="835" w:type="dxa"/>
          </w:tcPr>
          <w:p w14:paraId="200EEDE5" w14:textId="77777777" w:rsidR="007D3B6E" w:rsidRPr="001C0CC4" w:rsidRDefault="007D3B6E" w:rsidP="007D3B6E">
            <w:pPr>
              <w:pStyle w:val="TAC"/>
            </w:pPr>
            <w:r w:rsidRPr="001C0CC4">
              <w:t>5184</w:t>
            </w:r>
          </w:p>
        </w:tc>
        <w:tc>
          <w:tcPr>
            <w:tcW w:w="835" w:type="dxa"/>
          </w:tcPr>
          <w:p w14:paraId="77C925E8" w14:textId="77777777" w:rsidR="007D3B6E" w:rsidRPr="001C0CC4" w:rsidRDefault="007D3B6E" w:rsidP="007D3B6E">
            <w:pPr>
              <w:pStyle w:val="TAC"/>
            </w:pPr>
            <w:r w:rsidRPr="001C0CC4">
              <w:t>8208</w:t>
            </w:r>
          </w:p>
        </w:tc>
        <w:tc>
          <w:tcPr>
            <w:tcW w:w="835" w:type="dxa"/>
          </w:tcPr>
          <w:p w14:paraId="7AC03811" w14:textId="77777777" w:rsidR="007D3B6E" w:rsidRPr="001C0CC4" w:rsidRDefault="007D3B6E" w:rsidP="007D3B6E">
            <w:pPr>
              <w:pStyle w:val="TAC"/>
            </w:pPr>
            <w:r w:rsidRPr="001C0CC4">
              <w:t>11016</w:t>
            </w:r>
          </w:p>
        </w:tc>
        <w:tc>
          <w:tcPr>
            <w:tcW w:w="835" w:type="dxa"/>
          </w:tcPr>
          <w:p w14:paraId="3B33D34C" w14:textId="77777777" w:rsidR="007D3B6E" w:rsidRPr="001C0CC4" w:rsidRDefault="007D3B6E" w:rsidP="007D3B6E">
            <w:pPr>
              <w:pStyle w:val="TAC"/>
            </w:pPr>
            <w:r w:rsidRPr="001C0CC4">
              <w:t>14040</w:t>
            </w:r>
          </w:p>
        </w:tc>
        <w:tc>
          <w:tcPr>
            <w:tcW w:w="835" w:type="dxa"/>
          </w:tcPr>
          <w:p w14:paraId="4E3DCC79" w14:textId="77777777" w:rsidR="007D3B6E" w:rsidRPr="001C0CC4" w:rsidRDefault="007D3B6E" w:rsidP="007D3B6E">
            <w:pPr>
              <w:pStyle w:val="TAC"/>
            </w:pPr>
            <w:r w:rsidRPr="001C0CC4">
              <w:t>16848</w:t>
            </w:r>
          </w:p>
        </w:tc>
        <w:tc>
          <w:tcPr>
            <w:tcW w:w="835" w:type="dxa"/>
          </w:tcPr>
          <w:p w14:paraId="33DA0AD6" w14:textId="77777777" w:rsidR="007D3B6E" w:rsidRPr="001C0CC4" w:rsidRDefault="007D3B6E" w:rsidP="007D3B6E">
            <w:pPr>
              <w:pStyle w:val="TAC"/>
            </w:pPr>
            <w:r w:rsidRPr="001C0CC4">
              <w:t>22896</w:t>
            </w:r>
          </w:p>
        </w:tc>
        <w:tc>
          <w:tcPr>
            <w:tcW w:w="835" w:type="dxa"/>
          </w:tcPr>
          <w:p w14:paraId="4EDE7527" w14:textId="77777777" w:rsidR="007D3B6E" w:rsidRPr="001C0CC4" w:rsidRDefault="007D3B6E" w:rsidP="007D3B6E">
            <w:pPr>
              <w:pStyle w:val="TAC"/>
            </w:pPr>
            <w:r w:rsidRPr="001C0CC4">
              <w:t>28728</w:t>
            </w:r>
          </w:p>
        </w:tc>
        <w:tc>
          <w:tcPr>
            <w:tcW w:w="835" w:type="dxa"/>
          </w:tcPr>
          <w:p w14:paraId="474148F6" w14:textId="77777777" w:rsidR="007D3B6E" w:rsidRPr="001C0CC4" w:rsidRDefault="007D3B6E" w:rsidP="007D3B6E">
            <w:pPr>
              <w:pStyle w:val="TAC"/>
            </w:pPr>
            <w:r w:rsidRPr="001C0CC4">
              <w:t>34992</w:t>
            </w:r>
          </w:p>
        </w:tc>
        <w:tc>
          <w:tcPr>
            <w:tcW w:w="835" w:type="dxa"/>
          </w:tcPr>
          <w:p w14:paraId="4CE1B549" w14:textId="63A613AD" w:rsidR="007D3B6E" w:rsidRPr="001C0CC4" w:rsidRDefault="007D3B6E" w:rsidP="007D3B6E">
            <w:pPr>
              <w:pStyle w:val="TAC"/>
            </w:pPr>
            <w:r>
              <w:rPr>
                <w:rFonts w:hint="eastAsia"/>
                <w:lang w:eastAsia="zh-CN"/>
              </w:rPr>
              <w:t>4</w:t>
            </w:r>
            <w:r>
              <w:rPr>
                <w:lang w:eastAsia="zh-CN"/>
              </w:rPr>
              <w:t>0824</w:t>
            </w:r>
          </w:p>
        </w:tc>
        <w:tc>
          <w:tcPr>
            <w:tcW w:w="835" w:type="dxa"/>
          </w:tcPr>
          <w:p w14:paraId="2E98DF82" w14:textId="56B7310D" w:rsidR="007D3B6E" w:rsidRPr="001C0CC4" w:rsidRDefault="007D3B6E" w:rsidP="007D3B6E">
            <w:pPr>
              <w:pStyle w:val="TAC"/>
            </w:pPr>
            <w:r w:rsidRPr="001C0CC4">
              <w:t>46872</w:t>
            </w:r>
          </w:p>
        </w:tc>
        <w:tc>
          <w:tcPr>
            <w:tcW w:w="835" w:type="dxa"/>
          </w:tcPr>
          <w:p w14:paraId="39C34569" w14:textId="77777777" w:rsidR="007D3B6E" w:rsidRPr="001C0CC4" w:rsidRDefault="007D3B6E" w:rsidP="007D3B6E">
            <w:pPr>
              <w:pStyle w:val="TAC"/>
            </w:pPr>
            <w:r w:rsidRPr="001C0CC4">
              <w:t>58968</w:t>
            </w:r>
          </w:p>
        </w:tc>
      </w:tr>
      <w:tr w:rsidR="007D3B6E" w:rsidRPr="001C0CC4" w14:paraId="37682BF0" w14:textId="77777777" w:rsidTr="007D3B6E">
        <w:trPr>
          <w:trHeight w:val="187"/>
          <w:jc w:val="center"/>
        </w:trPr>
        <w:tc>
          <w:tcPr>
            <w:tcW w:w="3690" w:type="dxa"/>
          </w:tcPr>
          <w:p w14:paraId="2F6B4073" w14:textId="77777777" w:rsidR="007D3B6E" w:rsidRPr="00DC7196" w:rsidRDefault="007D3B6E" w:rsidP="007D3B6E">
            <w:pPr>
              <w:pStyle w:val="TAC"/>
            </w:pPr>
            <w:r w:rsidRPr="00DC7196">
              <w:t>Max. Throughput averaged over 1 frame</w:t>
            </w:r>
          </w:p>
        </w:tc>
        <w:tc>
          <w:tcPr>
            <w:tcW w:w="1093" w:type="dxa"/>
          </w:tcPr>
          <w:p w14:paraId="40943972" w14:textId="77777777" w:rsidR="007D3B6E" w:rsidRPr="001C0CC4" w:rsidRDefault="007D3B6E" w:rsidP="007D3B6E">
            <w:pPr>
              <w:pStyle w:val="TAC"/>
            </w:pPr>
            <w:r w:rsidRPr="001C0CC4">
              <w:t>Mbps</w:t>
            </w:r>
          </w:p>
        </w:tc>
        <w:tc>
          <w:tcPr>
            <w:tcW w:w="835" w:type="dxa"/>
          </w:tcPr>
          <w:p w14:paraId="116C90B3" w14:textId="77777777" w:rsidR="007D3B6E" w:rsidRPr="001C0CC4" w:rsidRDefault="007D3B6E" w:rsidP="007D3B6E">
            <w:pPr>
              <w:pStyle w:val="TAC"/>
            </w:pPr>
            <w:r w:rsidRPr="001C0CC4">
              <w:t>0.810</w:t>
            </w:r>
          </w:p>
        </w:tc>
        <w:tc>
          <w:tcPr>
            <w:tcW w:w="835" w:type="dxa"/>
          </w:tcPr>
          <w:p w14:paraId="0CF7E50B" w14:textId="77777777" w:rsidR="007D3B6E" w:rsidRPr="001C0CC4" w:rsidRDefault="007D3B6E" w:rsidP="007D3B6E">
            <w:pPr>
              <w:pStyle w:val="TAC"/>
            </w:pPr>
            <w:r w:rsidRPr="001C0CC4">
              <w:t>2.1.769</w:t>
            </w:r>
          </w:p>
        </w:tc>
        <w:tc>
          <w:tcPr>
            <w:tcW w:w="835" w:type="dxa"/>
          </w:tcPr>
          <w:p w14:paraId="1D1A8B73" w14:textId="77777777" w:rsidR="007D3B6E" w:rsidRPr="001C0CC4" w:rsidRDefault="007D3B6E" w:rsidP="007D3B6E">
            <w:pPr>
              <w:pStyle w:val="TAC"/>
            </w:pPr>
            <w:r w:rsidRPr="001C0CC4">
              <w:t>2.719</w:t>
            </w:r>
          </w:p>
        </w:tc>
        <w:tc>
          <w:tcPr>
            <w:tcW w:w="835" w:type="dxa"/>
          </w:tcPr>
          <w:p w14:paraId="1E6473F3" w14:textId="77777777" w:rsidR="007D3B6E" w:rsidRPr="001C0CC4" w:rsidRDefault="007D3B6E" w:rsidP="007D3B6E">
            <w:pPr>
              <w:pStyle w:val="TAC"/>
            </w:pPr>
            <w:r w:rsidRPr="001C0CC4">
              <w:t>3.705</w:t>
            </w:r>
          </w:p>
        </w:tc>
        <w:tc>
          <w:tcPr>
            <w:tcW w:w="835" w:type="dxa"/>
          </w:tcPr>
          <w:p w14:paraId="0EC0FB76" w14:textId="77777777" w:rsidR="007D3B6E" w:rsidRPr="001C0CC4" w:rsidRDefault="007D3B6E" w:rsidP="007D3B6E">
            <w:pPr>
              <w:pStyle w:val="TAC"/>
            </w:pPr>
            <w:r w:rsidRPr="001C0CC4">
              <w:t>4.646</w:t>
            </w:r>
          </w:p>
        </w:tc>
        <w:tc>
          <w:tcPr>
            <w:tcW w:w="835" w:type="dxa"/>
          </w:tcPr>
          <w:p w14:paraId="1C7B8A9A" w14:textId="77777777" w:rsidR="007D3B6E" w:rsidRPr="001C0CC4" w:rsidRDefault="007D3B6E" w:rsidP="007D3B6E">
            <w:pPr>
              <w:pStyle w:val="TAC"/>
            </w:pPr>
            <w:r w:rsidRPr="001C0CC4">
              <w:t>5.491</w:t>
            </w:r>
          </w:p>
        </w:tc>
        <w:tc>
          <w:tcPr>
            <w:tcW w:w="835" w:type="dxa"/>
          </w:tcPr>
          <w:p w14:paraId="4A80FA48" w14:textId="77777777" w:rsidR="007D3B6E" w:rsidRPr="001C0CC4" w:rsidRDefault="007D3B6E" w:rsidP="007D3B6E">
            <w:pPr>
              <w:pStyle w:val="TAC"/>
            </w:pPr>
            <w:r w:rsidRPr="001C0CC4">
              <w:t>7.603</w:t>
            </w:r>
          </w:p>
        </w:tc>
        <w:tc>
          <w:tcPr>
            <w:tcW w:w="835" w:type="dxa"/>
          </w:tcPr>
          <w:p w14:paraId="510E68CF" w14:textId="77777777" w:rsidR="007D3B6E" w:rsidRPr="001C0CC4" w:rsidRDefault="007D3B6E" w:rsidP="007D3B6E">
            <w:pPr>
              <w:pStyle w:val="TAC"/>
            </w:pPr>
            <w:r w:rsidRPr="001C0CC4">
              <w:t>9.583</w:t>
            </w:r>
          </w:p>
        </w:tc>
        <w:tc>
          <w:tcPr>
            <w:tcW w:w="835" w:type="dxa"/>
          </w:tcPr>
          <w:p w14:paraId="30D7A012" w14:textId="77777777" w:rsidR="007D3B6E" w:rsidRPr="001C0CC4" w:rsidRDefault="007D3B6E" w:rsidP="007D3B6E">
            <w:pPr>
              <w:pStyle w:val="TAC"/>
            </w:pPr>
            <w:r w:rsidRPr="001C0CC4">
              <w:t>11.554</w:t>
            </w:r>
          </w:p>
        </w:tc>
        <w:tc>
          <w:tcPr>
            <w:tcW w:w="835" w:type="dxa"/>
          </w:tcPr>
          <w:p w14:paraId="058A7A7C" w14:textId="754DCFDA" w:rsidR="007D3B6E" w:rsidRPr="001C0CC4" w:rsidRDefault="007D3B6E" w:rsidP="007D3B6E">
            <w:pPr>
              <w:pStyle w:val="TAC"/>
            </w:pPr>
            <w:r>
              <w:rPr>
                <w:rFonts w:hint="eastAsia"/>
                <w:lang w:eastAsia="zh-CN"/>
              </w:rPr>
              <w:t>1</w:t>
            </w:r>
            <w:r>
              <w:rPr>
                <w:lang w:eastAsia="zh-CN"/>
              </w:rPr>
              <w:t>3.526</w:t>
            </w:r>
          </w:p>
        </w:tc>
        <w:tc>
          <w:tcPr>
            <w:tcW w:w="835" w:type="dxa"/>
          </w:tcPr>
          <w:p w14:paraId="5B24A855" w14:textId="09F48B23" w:rsidR="007D3B6E" w:rsidRPr="001C0CC4" w:rsidRDefault="007D3B6E" w:rsidP="007D3B6E">
            <w:pPr>
              <w:pStyle w:val="TAC"/>
            </w:pPr>
            <w:r w:rsidRPr="001C0CC4">
              <w:t>15.497</w:t>
            </w:r>
          </w:p>
        </w:tc>
        <w:tc>
          <w:tcPr>
            <w:tcW w:w="835" w:type="dxa"/>
          </w:tcPr>
          <w:p w14:paraId="285A9DE5" w14:textId="77777777" w:rsidR="007D3B6E" w:rsidRPr="001C0CC4" w:rsidRDefault="007D3B6E" w:rsidP="007D3B6E">
            <w:pPr>
              <w:pStyle w:val="TAC"/>
            </w:pPr>
            <w:r w:rsidRPr="001C0CC4">
              <w:t>19.721</w:t>
            </w:r>
          </w:p>
        </w:tc>
      </w:tr>
      <w:tr w:rsidR="007D3B6E" w:rsidRPr="001C0CC4" w14:paraId="0955C685" w14:textId="77777777" w:rsidTr="007D3B6E">
        <w:trPr>
          <w:trHeight w:val="70"/>
          <w:jc w:val="center"/>
        </w:trPr>
        <w:tc>
          <w:tcPr>
            <w:tcW w:w="14803" w:type="dxa"/>
            <w:gridSpan w:val="14"/>
          </w:tcPr>
          <w:p w14:paraId="326A768C" w14:textId="2C89A670" w:rsidR="007D3B6E" w:rsidRPr="001C0CC4" w:rsidRDefault="007D3B6E" w:rsidP="00DC7196">
            <w:pPr>
              <w:keepNext/>
              <w:keepLines/>
              <w:spacing w:after="0"/>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3952A2F7" w14:textId="77777777" w:rsidR="007D3B6E" w:rsidRPr="001C0CC4" w:rsidRDefault="007D3B6E" w:rsidP="00DC7196">
            <w:pPr>
              <w:keepNext/>
              <w:keepLines/>
              <w:spacing w:after="0"/>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3242A9DC" w14:textId="77777777" w:rsidR="007D3B6E" w:rsidRPr="001C0CC4" w:rsidRDefault="007D3B6E" w:rsidP="00DC7196">
            <w:pPr>
              <w:keepNext/>
              <w:keepLines/>
              <w:spacing w:after="0"/>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427B2561" w14:textId="77777777" w:rsidR="007D3B6E" w:rsidRPr="001C0CC4" w:rsidRDefault="007D3B6E" w:rsidP="00DC7196">
            <w:pPr>
              <w:keepNext/>
              <w:keepLines/>
              <w:spacing w:after="0"/>
              <w:rPr>
                <w:rFonts w:ascii="Arial" w:hAnsi="Arial" w:cs="Arial"/>
                <w:sz w:val="16"/>
                <w:szCs w:val="16"/>
                <w:lang w:val="en-US"/>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3AAD8C59" w14:textId="77777777" w:rsidR="00DC7196" w:rsidRPr="001C0CC4" w:rsidRDefault="00DC7196" w:rsidP="00DC7196"/>
    <w:p w14:paraId="2EEDF65E" w14:textId="77777777" w:rsidR="00DC7196" w:rsidRPr="001C0CC4" w:rsidRDefault="00DC7196" w:rsidP="00DC7196">
      <w:pPr>
        <w:pStyle w:val="Heading3"/>
        <w:ind w:left="0" w:firstLine="0"/>
      </w:pPr>
      <w:r w:rsidRPr="001C0CC4">
        <w:br w:type="page"/>
      </w:r>
    </w:p>
    <w:p w14:paraId="7A114B49" w14:textId="77777777" w:rsidR="00DC7196" w:rsidRPr="001C0CC4" w:rsidRDefault="00DC7196" w:rsidP="00DC7196">
      <w:pPr>
        <w:pStyle w:val="TH"/>
      </w:pPr>
      <w:r w:rsidRPr="001C0CC4">
        <w:t>Table A.3.3.2-3 Fixed reference channel for receiver requirements (SCS 60 kHz, TDD, QPSK 1/3)</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7D3B6E" w:rsidRPr="001C0CC4" w14:paraId="22E44FC0" w14:textId="77777777" w:rsidTr="007D3B6E">
        <w:trPr>
          <w:jc w:val="center"/>
        </w:trPr>
        <w:tc>
          <w:tcPr>
            <w:tcW w:w="3690" w:type="dxa"/>
          </w:tcPr>
          <w:p w14:paraId="0482393E" w14:textId="77777777" w:rsidR="007D3B6E" w:rsidRPr="00DC7196" w:rsidRDefault="007D3B6E" w:rsidP="00DC7196">
            <w:pPr>
              <w:pStyle w:val="TAH"/>
              <w:rPr>
                <w:b w:val="0"/>
              </w:rPr>
            </w:pPr>
            <w:r w:rsidRPr="00DC7196">
              <w:t>Parameter</w:t>
            </w:r>
          </w:p>
        </w:tc>
        <w:tc>
          <w:tcPr>
            <w:tcW w:w="1093" w:type="dxa"/>
          </w:tcPr>
          <w:p w14:paraId="12DAAD9C" w14:textId="77777777" w:rsidR="007D3B6E" w:rsidRPr="00DC7196" w:rsidRDefault="007D3B6E" w:rsidP="00DC7196">
            <w:pPr>
              <w:pStyle w:val="TAH"/>
              <w:rPr>
                <w:b w:val="0"/>
              </w:rPr>
            </w:pPr>
            <w:r w:rsidRPr="00DC7196">
              <w:t>Unit</w:t>
            </w:r>
          </w:p>
        </w:tc>
        <w:tc>
          <w:tcPr>
            <w:tcW w:w="848" w:type="dxa"/>
          </w:tcPr>
          <w:p w14:paraId="412EBCD3" w14:textId="77777777" w:rsidR="007D3B6E" w:rsidRPr="00DC7196" w:rsidRDefault="007D3B6E" w:rsidP="00DC7196">
            <w:pPr>
              <w:pStyle w:val="TAH"/>
            </w:pPr>
          </w:p>
        </w:tc>
        <w:tc>
          <w:tcPr>
            <w:tcW w:w="8481" w:type="dxa"/>
            <w:gridSpan w:val="10"/>
          </w:tcPr>
          <w:p w14:paraId="6A42E1FB" w14:textId="2F6E9AA0" w:rsidR="007D3B6E" w:rsidRPr="00DC7196" w:rsidRDefault="007D3B6E" w:rsidP="00DC7196">
            <w:pPr>
              <w:pStyle w:val="TAH"/>
              <w:rPr>
                <w:b w:val="0"/>
              </w:rPr>
            </w:pPr>
            <w:r w:rsidRPr="00DC7196">
              <w:t>Value</w:t>
            </w:r>
          </w:p>
        </w:tc>
      </w:tr>
      <w:tr w:rsidR="007D3B6E" w:rsidRPr="001C0CC4" w14:paraId="2033A3D8" w14:textId="77777777" w:rsidTr="007D3B6E">
        <w:trPr>
          <w:jc w:val="center"/>
        </w:trPr>
        <w:tc>
          <w:tcPr>
            <w:tcW w:w="3690" w:type="dxa"/>
          </w:tcPr>
          <w:p w14:paraId="2BD42C01" w14:textId="77777777" w:rsidR="007D3B6E" w:rsidRPr="001C0CC4" w:rsidRDefault="007D3B6E" w:rsidP="007D3B6E">
            <w:pPr>
              <w:pStyle w:val="TAH"/>
              <w:rPr>
                <w:rFonts w:eastAsia="SimSun"/>
              </w:rPr>
            </w:pPr>
            <w:r w:rsidRPr="001C0CC4">
              <w:rPr>
                <w:rFonts w:eastAsia="SimSun"/>
              </w:rPr>
              <w:t>Channel bandwidth</w:t>
            </w:r>
          </w:p>
        </w:tc>
        <w:tc>
          <w:tcPr>
            <w:tcW w:w="1093" w:type="dxa"/>
            <w:vAlign w:val="center"/>
          </w:tcPr>
          <w:p w14:paraId="05A8DF22" w14:textId="77777777" w:rsidR="007D3B6E" w:rsidRPr="00DC7196" w:rsidRDefault="007D3B6E" w:rsidP="007D3B6E">
            <w:pPr>
              <w:pStyle w:val="TAH"/>
            </w:pPr>
            <w:r w:rsidRPr="00DC7196">
              <w:t>MHz</w:t>
            </w:r>
          </w:p>
        </w:tc>
        <w:tc>
          <w:tcPr>
            <w:tcW w:w="848" w:type="dxa"/>
            <w:vAlign w:val="center"/>
          </w:tcPr>
          <w:p w14:paraId="3A84DABE" w14:textId="77777777" w:rsidR="007D3B6E" w:rsidRPr="00DC7196" w:rsidRDefault="007D3B6E" w:rsidP="007D3B6E">
            <w:pPr>
              <w:pStyle w:val="TAH"/>
            </w:pPr>
            <w:r w:rsidRPr="00DC7196">
              <w:t>10</w:t>
            </w:r>
          </w:p>
        </w:tc>
        <w:tc>
          <w:tcPr>
            <w:tcW w:w="848" w:type="dxa"/>
            <w:vAlign w:val="center"/>
          </w:tcPr>
          <w:p w14:paraId="15C87821" w14:textId="77777777" w:rsidR="007D3B6E" w:rsidRPr="00DC7196" w:rsidRDefault="007D3B6E" w:rsidP="007D3B6E">
            <w:pPr>
              <w:pStyle w:val="TAH"/>
            </w:pPr>
            <w:r w:rsidRPr="00DC7196">
              <w:t>15</w:t>
            </w:r>
          </w:p>
        </w:tc>
        <w:tc>
          <w:tcPr>
            <w:tcW w:w="848" w:type="dxa"/>
            <w:vAlign w:val="center"/>
          </w:tcPr>
          <w:p w14:paraId="46B539F1" w14:textId="77777777" w:rsidR="007D3B6E" w:rsidRPr="00DC7196" w:rsidRDefault="007D3B6E" w:rsidP="007D3B6E">
            <w:pPr>
              <w:pStyle w:val="TAH"/>
            </w:pPr>
            <w:r w:rsidRPr="00DC7196">
              <w:t>20</w:t>
            </w:r>
          </w:p>
        </w:tc>
        <w:tc>
          <w:tcPr>
            <w:tcW w:w="848" w:type="dxa"/>
            <w:vAlign w:val="center"/>
          </w:tcPr>
          <w:p w14:paraId="317CB5FB" w14:textId="77777777" w:rsidR="007D3B6E" w:rsidRPr="00DC7196" w:rsidRDefault="007D3B6E" w:rsidP="007D3B6E">
            <w:pPr>
              <w:pStyle w:val="TAH"/>
            </w:pPr>
            <w:r w:rsidRPr="00DC7196">
              <w:t>25</w:t>
            </w:r>
          </w:p>
        </w:tc>
        <w:tc>
          <w:tcPr>
            <w:tcW w:w="848" w:type="dxa"/>
            <w:vAlign w:val="center"/>
          </w:tcPr>
          <w:p w14:paraId="185E3973" w14:textId="77777777" w:rsidR="007D3B6E" w:rsidRPr="00DC7196" w:rsidRDefault="007D3B6E" w:rsidP="007D3B6E">
            <w:pPr>
              <w:pStyle w:val="TAH"/>
            </w:pPr>
            <w:r w:rsidRPr="00DC7196">
              <w:t>30</w:t>
            </w:r>
          </w:p>
        </w:tc>
        <w:tc>
          <w:tcPr>
            <w:tcW w:w="848" w:type="dxa"/>
            <w:vAlign w:val="center"/>
          </w:tcPr>
          <w:p w14:paraId="71CEAD64" w14:textId="77777777" w:rsidR="007D3B6E" w:rsidRPr="00DC7196" w:rsidRDefault="007D3B6E" w:rsidP="007D3B6E">
            <w:pPr>
              <w:pStyle w:val="TAH"/>
            </w:pPr>
            <w:r w:rsidRPr="00DC7196">
              <w:t>40</w:t>
            </w:r>
          </w:p>
        </w:tc>
        <w:tc>
          <w:tcPr>
            <w:tcW w:w="848" w:type="dxa"/>
            <w:vAlign w:val="center"/>
          </w:tcPr>
          <w:p w14:paraId="20DED382" w14:textId="77777777" w:rsidR="007D3B6E" w:rsidRPr="00DC7196" w:rsidRDefault="007D3B6E" w:rsidP="007D3B6E">
            <w:pPr>
              <w:pStyle w:val="TAH"/>
            </w:pPr>
            <w:r w:rsidRPr="00DC7196">
              <w:t>50</w:t>
            </w:r>
          </w:p>
        </w:tc>
        <w:tc>
          <w:tcPr>
            <w:tcW w:w="848" w:type="dxa"/>
            <w:vAlign w:val="center"/>
          </w:tcPr>
          <w:p w14:paraId="1F64F792" w14:textId="77777777" w:rsidR="007D3B6E" w:rsidRPr="00DC7196" w:rsidRDefault="007D3B6E" w:rsidP="007D3B6E">
            <w:pPr>
              <w:pStyle w:val="TAH"/>
            </w:pPr>
            <w:r w:rsidRPr="00DC7196">
              <w:t>60</w:t>
            </w:r>
          </w:p>
        </w:tc>
        <w:tc>
          <w:tcPr>
            <w:tcW w:w="848" w:type="dxa"/>
            <w:vAlign w:val="center"/>
          </w:tcPr>
          <w:p w14:paraId="046FE027" w14:textId="7DEA7510" w:rsidR="007D3B6E" w:rsidRPr="00DC7196" w:rsidRDefault="007D3B6E" w:rsidP="007D3B6E">
            <w:pPr>
              <w:pStyle w:val="TAH"/>
            </w:pPr>
            <w:r>
              <w:t>70</w:t>
            </w:r>
          </w:p>
        </w:tc>
        <w:tc>
          <w:tcPr>
            <w:tcW w:w="848" w:type="dxa"/>
            <w:vAlign w:val="center"/>
          </w:tcPr>
          <w:p w14:paraId="7F7A719B" w14:textId="390EB62E" w:rsidR="007D3B6E" w:rsidRPr="00DC7196" w:rsidRDefault="007D3B6E" w:rsidP="007D3B6E">
            <w:pPr>
              <w:pStyle w:val="TAH"/>
            </w:pPr>
            <w:r w:rsidRPr="00DC7196">
              <w:t>80</w:t>
            </w:r>
          </w:p>
        </w:tc>
        <w:tc>
          <w:tcPr>
            <w:tcW w:w="849" w:type="dxa"/>
            <w:vAlign w:val="center"/>
          </w:tcPr>
          <w:p w14:paraId="176531C9" w14:textId="77777777" w:rsidR="007D3B6E" w:rsidRPr="00DC7196" w:rsidRDefault="007D3B6E" w:rsidP="007D3B6E">
            <w:pPr>
              <w:pStyle w:val="TAH"/>
            </w:pPr>
            <w:r w:rsidRPr="00DC7196">
              <w:t>100</w:t>
            </w:r>
          </w:p>
        </w:tc>
      </w:tr>
      <w:tr w:rsidR="007D3B6E" w:rsidRPr="001C0CC4" w14:paraId="11BA0F57" w14:textId="77777777" w:rsidTr="007D3B6E">
        <w:trPr>
          <w:jc w:val="center"/>
        </w:trPr>
        <w:tc>
          <w:tcPr>
            <w:tcW w:w="3690" w:type="dxa"/>
          </w:tcPr>
          <w:p w14:paraId="7821554E" w14:textId="77777777" w:rsidR="007D3B6E" w:rsidRPr="00DC7196" w:rsidRDefault="007D3B6E" w:rsidP="007D3B6E">
            <w:pPr>
              <w:pStyle w:val="TAL"/>
            </w:pPr>
            <w:r w:rsidRPr="00DC7196">
              <w:t xml:space="preserve">Subcarrier spacing configuration </w:t>
            </w:r>
            <w:r>
              <w:rPr>
                <w:noProof/>
              </w:rPr>
              <w:drawing>
                <wp:inline distT="0" distB="0" distL="0" distR="0" wp14:anchorId="2FC3AAB0" wp14:editId="0077E201">
                  <wp:extent cx="180975" cy="1809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1093" w:type="dxa"/>
          </w:tcPr>
          <w:p w14:paraId="31D28840" w14:textId="77777777" w:rsidR="007D3B6E" w:rsidRPr="001C0CC4" w:rsidRDefault="007D3B6E" w:rsidP="007D3B6E">
            <w:pPr>
              <w:pStyle w:val="TAC"/>
            </w:pPr>
          </w:p>
        </w:tc>
        <w:tc>
          <w:tcPr>
            <w:tcW w:w="848" w:type="dxa"/>
          </w:tcPr>
          <w:p w14:paraId="74C1BCEA" w14:textId="77777777" w:rsidR="007D3B6E" w:rsidRPr="001C0CC4" w:rsidRDefault="007D3B6E" w:rsidP="007D3B6E">
            <w:pPr>
              <w:pStyle w:val="TAC"/>
            </w:pPr>
            <w:r w:rsidRPr="001C0CC4">
              <w:t>2</w:t>
            </w:r>
          </w:p>
        </w:tc>
        <w:tc>
          <w:tcPr>
            <w:tcW w:w="848" w:type="dxa"/>
          </w:tcPr>
          <w:p w14:paraId="477949A7" w14:textId="77777777" w:rsidR="007D3B6E" w:rsidRPr="001C0CC4" w:rsidRDefault="007D3B6E" w:rsidP="007D3B6E">
            <w:pPr>
              <w:pStyle w:val="TAC"/>
            </w:pPr>
            <w:r w:rsidRPr="001C0CC4">
              <w:t>2</w:t>
            </w:r>
          </w:p>
        </w:tc>
        <w:tc>
          <w:tcPr>
            <w:tcW w:w="848" w:type="dxa"/>
          </w:tcPr>
          <w:p w14:paraId="130B7432" w14:textId="77777777" w:rsidR="007D3B6E" w:rsidRPr="001C0CC4" w:rsidRDefault="007D3B6E" w:rsidP="007D3B6E">
            <w:pPr>
              <w:pStyle w:val="TAC"/>
            </w:pPr>
            <w:r w:rsidRPr="001C0CC4">
              <w:t>2</w:t>
            </w:r>
          </w:p>
        </w:tc>
        <w:tc>
          <w:tcPr>
            <w:tcW w:w="848" w:type="dxa"/>
          </w:tcPr>
          <w:p w14:paraId="3975648D" w14:textId="77777777" w:rsidR="007D3B6E" w:rsidRPr="001C0CC4" w:rsidRDefault="007D3B6E" w:rsidP="007D3B6E">
            <w:pPr>
              <w:pStyle w:val="TAC"/>
            </w:pPr>
            <w:r w:rsidRPr="001C0CC4">
              <w:t>2</w:t>
            </w:r>
          </w:p>
        </w:tc>
        <w:tc>
          <w:tcPr>
            <w:tcW w:w="848" w:type="dxa"/>
          </w:tcPr>
          <w:p w14:paraId="679F4C83" w14:textId="77777777" w:rsidR="007D3B6E" w:rsidRPr="001C0CC4" w:rsidRDefault="007D3B6E" w:rsidP="007D3B6E">
            <w:pPr>
              <w:pStyle w:val="TAC"/>
            </w:pPr>
            <w:r w:rsidRPr="001C0CC4">
              <w:t>2</w:t>
            </w:r>
          </w:p>
        </w:tc>
        <w:tc>
          <w:tcPr>
            <w:tcW w:w="848" w:type="dxa"/>
          </w:tcPr>
          <w:p w14:paraId="65472EE1" w14:textId="77777777" w:rsidR="007D3B6E" w:rsidRPr="001C0CC4" w:rsidRDefault="007D3B6E" w:rsidP="007D3B6E">
            <w:pPr>
              <w:pStyle w:val="TAC"/>
            </w:pPr>
            <w:r w:rsidRPr="001C0CC4">
              <w:t>2</w:t>
            </w:r>
          </w:p>
        </w:tc>
        <w:tc>
          <w:tcPr>
            <w:tcW w:w="848" w:type="dxa"/>
          </w:tcPr>
          <w:p w14:paraId="76DE6027" w14:textId="77777777" w:rsidR="007D3B6E" w:rsidRPr="001C0CC4" w:rsidRDefault="007D3B6E" w:rsidP="007D3B6E">
            <w:pPr>
              <w:pStyle w:val="TAC"/>
            </w:pPr>
            <w:r w:rsidRPr="001C0CC4">
              <w:t>2</w:t>
            </w:r>
          </w:p>
        </w:tc>
        <w:tc>
          <w:tcPr>
            <w:tcW w:w="848" w:type="dxa"/>
          </w:tcPr>
          <w:p w14:paraId="4C1BA005" w14:textId="77777777" w:rsidR="007D3B6E" w:rsidRPr="001C0CC4" w:rsidRDefault="007D3B6E" w:rsidP="007D3B6E">
            <w:pPr>
              <w:pStyle w:val="TAC"/>
            </w:pPr>
            <w:r w:rsidRPr="001C0CC4">
              <w:t>2</w:t>
            </w:r>
          </w:p>
        </w:tc>
        <w:tc>
          <w:tcPr>
            <w:tcW w:w="848" w:type="dxa"/>
          </w:tcPr>
          <w:p w14:paraId="62E3AB55" w14:textId="2699E37F" w:rsidR="007D3B6E" w:rsidRPr="001C0CC4" w:rsidRDefault="007D3B6E" w:rsidP="007D3B6E">
            <w:pPr>
              <w:pStyle w:val="TAC"/>
            </w:pPr>
            <w:r>
              <w:t>2</w:t>
            </w:r>
          </w:p>
        </w:tc>
        <w:tc>
          <w:tcPr>
            <w:tcW w:w="848" w:type="dxa"/>
          </w:tcPr>
          <w:p w14:paraId="5AD6B05D" w14:textId="52F6D8B0" w:rsidR="007D3B6E" w:rsidRPr="001C0CC4" w:rsidRDefault="007D3B6E" w:rsidP="007D3B6E">
            <w:pPr>
              <w:pStyle w:val="TAC"/>
            </w:pPr>
            <w:r w:rsidRPr="001C0CC4">
              <w:t>2</w:t>
            </w:r>
          </w:p>
        </w:tc>
        <w:tc>
          <w:tcPr>
            <w:tcW w:w="849" w:type="dxa"/>
          </w:tcPr>
          <w:p w14:paraId="7938C3BD" w14:textId="77777777" w:rsidR="007D3B6E" w:rsidRPr="001C0CC4" w:rsidRDefault="007D3B6E" w:rsidP="007D3B6E">
            <w:pPr>
              <w:pStyle w:val="TAC"/>
            </w:pPr>
            <w:r w:rsidRPr="001C0CC4">
              <w:t>2</w:t>
            </w:r>
          </w:p>
        </w:tc>
      </w:tr>
      <w:tr w:rsidR="007D3B6E" w:rsidRPr="001C0CC4" w14:paraId="048C4749" w14:textId="77777777" w:rsidTr="007D3B6E">
        <w:trPr>
          <w:jc w:val="center"/>
        </w:trPr>
        <w:tc>
          <w:tcPr>
            <w:tcW w:w="3690" w:type="dxa"/>
          </w:tcPr>
          <w:p w14:paraId="29EB42D1" w14:textId="77777777" w:rsidR="007D3B6E" w:rsidRPr="00DC7196" w:rsidRDefault="007D3B6E" w:rsidP="007D3B6E">
            <w:pPr>
              <w:pStyle w:val="TAL"/>
            </w:pPr>
            <w:r w:rsidRPr="00DC7196">
              <w:t>Allocated resource blocks</w:t>
            </w:r>
          </w:p>
        </w:tc>
        <w:tc>
          <w:tcPr>
            <w:tcW w:w="1093" w:type="dxa"/>
          </w:tcPr>
          <w:p w14:paraId="416F06F8" w14:textId="77777777" w:rsidR="007D3B6E" w:rsidRPr="001C0CC4" w:rsidRDefault="007D3B6E" w:rsidP="007D3B6E">
            <w:pPr>
              <w:pStyle w:val="TAC"/>
            </w:pPr>
          </w:p>
        </w:tc>
        <w:tc>
          <w:tcPr>
            <w:tcW w:w="848" w:type="dxa"/>
          </w:tcPr>
          <w:p w14:paraId="5B6B3707" w14:textId="77777777" w:rsidR="007D3B6E" w:rsidRPr="001C0CC4" w:rsidRDefault="007D3B6E" w:rsidP="007D3B6E">
            <w:pPr>
              <w:pStyle w:val="TAC"/>
            </w:pPr>
            <w:r w:rsidRPr="001C0CC4">
              <w:t>11</w:t>
            </w:r>
          </w:p>
        </w:tc>
        <w:tc>
          <w:tcPr>
            <w:tcW w:w="848" w:type="dxa"/>
          </w:tcPr>
          <w:p w14:paraId="3B2AE6B4" w14:textId="77777777" w:rsidR="007D3B6E" w:rsidRPr="001C0CC4" w:rsidRDefault="007D3B6E" w:rsidP="007D3B6E">
            <w:pPr>
              <w:pStyle w:val="TAC"/>
            </w:pPr>
            <w:r w:rsidRPr="001C0CC4">
              <w:t>18</w:t>
            </w:r>
          </w:p>
        </w:tc>
        <w:tc>
          <w:tcPr>
            <w:tcW w:w="848" w:type="dxa"/>
          </w:tcPr>
          <w:p w14:paraId="77E15517" w14:textId="77777777" w:rsidR="007D3B6E" w:rsidRPr="001C0CC4" w:rsidRDefault="007D3B6E" w:rsidP="007D3B6E">
            <w:pPr>
              <w:pStyle w:val="TAC"/>
            </w:pPr>
            <w:r w:rsidRPr="001C0CC4">
              <w:t>24</w:t>
            </w:r>
          </w:p>
        </w:tc>
        <w:tc>
          <w:tcPr>
            <w:tcW w:w="848" w:type="dxa"/>
          </w:tcPr>
          <w:p w14:paraId="1A8A3B0F" w14:textId="77777777" w:rsidR="007D3B6E" w:rsidRPr="001C0CC4" w:rsidRDefault="007D3B6E" w:rsidP="007D3B6E">
            <w:pPr>
              <w:pStyle w:val="TAC"/>
            </w:pPr>
            <w:r w:rsidRPr="001C0CC4">
              <w:t>31</w:t>
            </w:r>
          </w:p>
        </w:tc>
        <w:tc>
          <w:tcPr>
            <w:tcW w:w="848" w:type="dxa"/>
          </w:tcPr>
          <w:p w14:paraId="440870E9" w14:textId="77777777" w:rsidR="007D3B6E" w:rsidRPr="001C0CC4" w:rsidRDefault="007D3B6E" w:rsidP="007D3B6E">
            <w:pPr>
              <w:pStyle w:val="TAC"/>
            </w:pPr>
            <w:r w:rsidRPr="001C0CC4">
              <w:t>38</w:t>
            </w:r>
          </w:p>
        </w:tc>
        <w:tc>
          <w:tcPr>
            <w:tcW w:w="848" w:type="dxa"/>
          </w:tcPr>
          <w:p w14:paraId="12E078E8" w14:textId="77777777" w:rsidR="007D3B6E" w:rsidRPr="001C0CC4" w:rsidRDefault="007D3B6E" w:rsidP="007D3B6E">
            <w:pPr>
              <w:pStyle w:val="TAC"/>
            </w:pPr>
            <w:r w:rsidRPr="001C0CC4">
              <w:t>51</w:t>
            </w:r>
          </w:p>
        </w:tc>
        <w:tc>
          <w:tcPr>
            <w:tcW w:w="848" w:type="dxa"/>
          </w:tcPr>
          <w:p w14:paraId="488B2317" w14:textId="77777777" w:rsidR="007D3B6E" w:rsidRPr="001C0CC4" w:rsidRDefault="007D3B6E" w:rsidP="007D3B6E">
            <w:pPr>
              <w:pStyle w:val="TAC"/>
            </w:pPr>
            <w:r w:rsidRPr="001C0CC4">
              <w:t>65</w:t>
            </w:r>
          </w:p>
        </w:tc>
        <w:tc>
          <w:tcPr>
            <w:tcW w:w="848" w:type="dxa"/>
          </w:tcPr>
          <w:p w14:paraId="1CCDF5C9" w14:textId="77777777" w:rsidR="007D3B6E" w:rsidRPr="001C0CC4" w:rsidRDefault="007D3B6E" w:rsidP="007D3B6E">
            <w:pPr>
              <w:pStyle w:val="TAC"/>
            </w:pPr>
            <w:r w:rsidRPr="001C0CC4">
              <w:t>79</w:t>
            </w:r>
          </w:p>
        </w:tc>
        <w:tc>
          <w:tcPr>
            <w:tcW w:w="848" w:type="dxa"/>
          </w:tcPr>
          <w:p w14:paraId="0FAC7A87" w14:textId="78B93C33" w:rsidR="007D3B6E" w:rsidRPr="001C0CC4" w:rsidRDefault="007D3B6E" w:rsidP="007D3B6E">
            <w:pPr>
              <w:pStyle w:val="TAC"/>
            </w:pPr>
            <w:r>
              <w:t>93</w:t>
            </w:r>
          </w:p>
        </w:tc>
        <w:tc>
          <w:tcPr>
            <w:tcW w:w="848" w:type="dxa"/>
          </w:tcPr>
          <w:p w14:paraId="245ADDFD" w14:textId="5330BC16" w:rsidR="007D3B6E" w:rsidRPr="001C0CC4" w:rsidRDefault="007D3B6E" w:rsidP="007D3B6E">
            <w:pPr>
              <w:pStyle w:val="TAC"/>
            </w:pPr>
            <w:r w:rsidRPr="001C0CC4">
              <w:t>107</w:t>
            </w:r>
          </w:p>
        </w:tc>
        <w:tc>
          <w:tcPr>
            <w:tcW w:w="849" w:type="dxa"/>
          </w:tcPr>
          <w:p w14:paraId="4D02EEB4" w14:textId="77777777" w:rsidR="007D3B6E" w:rsidRPr="001C0CC4" w:rsidRDefault="007D3B6E" w:rsidP="007D3B6E">
            <w:pPr>
              <w:pStyle w:val="TAC"/>
            </w:pPr>
            <w:r w:rsidRPr="001C0CC4">
              <w:t>135</w:t>
            </w:r>
          </w:p>
        </w:tc>
      </w:tr>
      <w:tr w:rsidR="007D3B6E" w:rsidRPr="001C0CC4" w14:paraId="3E5FB5C1" w14:textId="77777777" w:rsidTr="007D3B6E">
        <w:trPr>
          <w:jc w:val="center"/>
        </w:trPr>
        <w:tc>
          <w:tcPr>
            <w:tcW w:w="3690" w:type="dxa"/>
          </w:tcPr>
          <w:p w14:paraId="14977179" w14:textId="77777777" w:rsidR="007D3B6E" w:rsidRPr="00DC7196" w:rsidRDefault="007D3B6E" w:rsidP="007D3B6E">
            <w:pPr>
              <w:pStyle w:val="TAL"/>
            </w:pPr>
            <w:r w:rsidRPr="00DC7196">
              <w:t>Subcarriers per resource block</w:t>
            </w:r>
          </w:p>
        </w:tc>
        <w:tc>
          <w:tcPr>
            <w:tcW w:w="1093" w:type="dxa"/>
          </w:tcPr>
          <w:p w14:paraId="10E8DA0B" w14:textId="77777777" w:rsidR="007D3B6E" w:rsidRPr="001C0CC4" w:rsidRDefault="007D3B6E" w:rsidP="007D3B6E">
            <w:pPr>
              <w:pStyle w:val="TAC"/>
            </w:pPr>
          </w:p>
        </w:tc>
        <w:tc>
          <w:tcPr>
            <w:tcW w:w="848" w:type="dxa"/>
          </w:tcPr>
          <w:p w14:paraId="50019C7B" w14:textId="77777777" w:rsidR="007D3B6E" w:rsidRPr="001C0CC4" w:rsidRDefault="007D3B6E" w:rsidP="007D3B6E">
            <w:pPr>
              <w:pStyle w:val="TAC"/>
            </w:pPr>
            <w:r w:rsidRPr="001C0CC4">
              <w:t>12</w:t>
            </w:r>
          </w:p>
        </w:tc>
        <w:tc>
          <w:tcPr>
            <w:tcW w:w="848" w:type="dxa"/>
          </w:tcPr>
          <w:p w14:paraId="68DCF545" w14:textId="77777777" w:rsidR="007D3B6E" w:rsidRPr="001C0CC4" w:rsidRDefault="007D3B6E" w:rsidP="007D3B6E">
            <w:pPr>
              <w:pStyle w:val="TAC"/>
            </w:pPr>
            <w:r w:rsidRPr="001C0CC4">
              <w:t>12</w:t>
            </w:r>
          </w:p>
        </w:tc>
        <w:tc>
          <w:tcPr>
            <w:tcW w:w="848" w:type="dxa"/>
          </w:tcPr>
          <w:p w14:paraId="7FBA490E" w14:textId="77777777" w:rsidR="007D3B6E" w:rsidRPr="001C0CC4" w:rsidRDefault="007D3B6E" w:rsidP="007D3B6E">
            <w:pPr>
              <w:pStyle w:val="TAC"/>
            </w:pPr>
            <w:r w:rsidRPr="001C0CC4">
              <w:t>12</w:t>
            </w:r>
          </w:p>
        </w:tc>
        <w:tc>
          <w:tcPr>
            <w:tcW w:w="848" w:type="dxa"/>
          </w:tcPr>
          <w:p w14:paraId="28919AFE" w14:textId="77777777" w:rsidR="007D3B6E" w:rsidRPr="001C0CC4" w:rsidRDefault="007D3B6E" w:rsidP="007D3B6E">
            <w:pPr>
              <w:pStyle w:val="TAC"/>
            </w:pPr>
            <w:r w:rsidRPr="001C0CC4">
              <w:t>12</w:t>
            </w:r>
          </w:p>
        </w:tc>
        <w:tc>
          <w:tcPr>
            <w:tcW w:w="848" w:type="dxa"/>
          </w:tcPr>
          <w:p w14:paraId="74F3D451" w14:textId="77777777" w:rsidR="007D3B6E" w:rsidRPr="001C0CC4" w:rsidRDefault="007D3B6E" w:rsidP="007D3B6E">
            <w:pPr>
              <w:pStyle w:val="TAC"/>
            </w:pPr>
            <w:r w:rsidRPr="001C0CC4">
              <w:t>12</w:t>
            </w:r>
          </w:p>
        </w:tc>
        <w:tc>
          <w:tcPr>
            <w:tcW w:w="848" w:type="dxa"/>
          </w:tcPr>
          <w:p w14:paraId="492523A8" w14:textId="77777777" w:rsidR="007D3B6E" w:rsidRPr="001C0CC4" w:rsidRDefault="007D3B6E" w:rsidP="007D3B6E">
            <w:pPr>
              <w:pStyle w:val="TAC"/>
            </w:pPr>
            <w:r w:rsidRPr="001C0CC4">
              <w:t>12</w:t>
            </w:r>
          </w:p>
        </w:tc>
        <w:tc>
          <w:tcPr>
            <w:tcW w:w="848" w:type="dxa"/>
          </w:tcPr>
          <w:p w14:paraId="30D5C42A" w14:textId="77777777" w:rsidR="007D3B6E" w:rsidRPr="001C0CC4" w:rsidRDefault="007D3B6E" w:rsidP="007D3B6E">
            <w:pPr>
              <w:pStyle w:val="TAC"/>
            </w:pPr>
            <w:r w:rsidRPr="001C0CC4">
              <w:t>12</w:t>
            </w:r>
          </w:p>
        </w:tc>
        <w:tc>
          <w:tcPr>
            <w:tcW w:w="848" w:type="dxa"/>
          </w:tcPr>
          <w:p w14:paraId="13D35AD3" w14:textId="77777777" w:rsidR="007D3B6E" w:rsidRPr="001C0CC4" w:rsidRDefault="007D3B6E" w:rsidP="007D3B6E">
            <w:pPr>
              <w:pStyle w:val="TAC"/>
            </w:pPr>
            <w:r w:rsidRPr="001C0CC4">
              <w:t>12</w:t>
            </w:r>
          </w:p>
        </w:tc>
        <w:tc>
          <w:tcPr>
            <w:tcW w:w="848" w:type="dxa"/>
          </w:tcPr>
          <w:p w14:paraId="0317296F" w14:textId="75477226" w:rsidR="007D3B6E" w:rsidRPr="001C0CC4" w:rsidRDefault="007D3B6E" w:rsidP="007D3B6E">
            <w:pPr>
              <w:pStyle w:val="TAC"/>
            </w:pPr>
            <w:r>
              <w:t>12</w:t>
            </w:r>
          </w:p>
        </w:tc>
        <w:tc>
          <w:tcPr>
            <w:tcW w:w="848" w:type="dxa"/>
          </w:tcPr>
          <w:p w14:paraId="2E5002C8" w14:textId="66E53B0C" w:rsidR="007D3B6E" w:rsidRPr="001C0CC4" w:rsidRDefault="007D3B6E" w:rsidP="007D3B6E">
            <w:pPr>
              <w:pStyle w:val="TAC"/>
            </w:pPr>
            <w:r w:rsidRPr="001C0CC4">
              <w:t>12</w:t>
            </w:r>
          </w:p>
        </w:tc>
        <w:tc>
          <w:tcPr>
            <w:tcW w:w="849" w:type="dxa"/>
          </w:tcPr>
          <w:p w14:paraId="4E8779FD" w14:textId="77777777" w:rsidR="007D3B6E" w:rsidRPr="001C0CC4" w:rsidRDefault="007D3B6E" w:rsidP="007D3B6E">
            <w:pPr>
              <w:pStyle w:val="TAC"/>
            </w:pPr>
            <w:r w:rsidRPr="001C0CC4">
              <w:t>12</w:t>
            </w:r>
          </w:p>
        </w:tc>
      </w:tr>
      <w:tr w:rsidR="007D3B6E" w:rsidRPr="001C0CC4" w14:paraId="57DD1902" w14:textId="77777777" w:rsidTr="007D3B6E">
        <w:trPr>
          <w:jc w:val="center"/>
        </w:trPr>
        <w:tc>
          <w:tcPr>
            <w:tcW w:w="3690" w:type="dxa"/>
          </w:tcPr>
          <w:p w14:paraId="78CC7497" w14:textId="77777777" w:rsidR="007D3B6E" w:rsidRPr="00DC7196" w:rsidRDefault="007D3B6E" w:rsidP="007D3B6E">
            <w:pPr>
              <w:pStyle w:val="TAL"/>
            </w:pPr>
            <w:r w:rsidRPr="00DC7196">
              <w:t>Allocated slots per Frame</w:t>
            </w:r>
          </w:p>
        </w:tc>
        <w:tc>
          <w:tcPr>
            <w:tcW w:w="1093" w:type="dxa"/>
          </w:tcPr>
          <w:p w14:paraId="56A1CFFF" w14:textId="77777777" w:rsidR="007D3B6E" w:rsidRPr="001C0CC4" w:rsidRDefault="007D3B6E" w:rsidP="007D3B6E">
            <w:pPr>
              <w:pStyle w:val="TAC"/>
            </w:pPr>
          </w:p>
        </w:tc>
        <w:tc>
          <w:tcPr>
            <w:tcW w:w="848" w:type="dxa"/>
          </w:tcPr>
          <w:p w14:paraId="18B54F51" w14:textId="26F4C63F" w:rsidR="007D3B6E" w:rsidRPr="001C0CC4" w:rsidRDefault="007D3B6E" w:rsidP="007D3B6E">
            <w:pPr>
              <w:pStyle w:val="TAC"/>
            </w:pPr>
            <w:r>
              <w:t>24</w:t>
            </w:r>
          </w:p>
        </w:tc>
        <w:tc>
          <w:tcPr>
            <w:tcW w:w="848" w:type="dxa"/>
          </w:tcPr>
          <w:p w14:paraId="7EB09C8E" w14:textId="17661DC1" w:rsidR="007D3B6E" w:rsidRPr="001C0CC4" w:rsidRDefault="007D3B6E" w:rsidP="007D3B6E">
            <w:pPr>
              <w:pStyle w:val="TAC"/>
            </w:pPr>
            <w:r>
              <w:t>24</w:t>
            </w:r>
          </w:p>
        </w:tc>
        <w:tc>
          <w:tcPr>
            <w:tcW w:w="848" w:type="dxa"/>
          </w:tcPr>
          <w:p w14:paraId="5872F463" w14:textId="439037CD" w:rsidR="007D3B6E" w:rsidRPr="001C0CC4" w:rsidRDefault="007D3B6E" w:rsidP="007D3B6E">
            <w:pPr>
              <w:pStyle w:val="TAC"/>
            </w:pPr>
            <w:r>
              <w:t>24</w:t>
            </w:r>
          </w:p>
        </w:tc>
        <w:tc>
          <w:tcPr>
            <w:tcW w:w="848" w:type="dxa"/>
          </w:tcPr>
          <w:p w14:paraId="4D165D18" w14:textId="0EB98047" w:rsidR="007D3B6E" w:rsidRPr="001C0CC4" w:rsidRDefault="007D3B6E" w:rsidP="007D3B6E">
            <w:pPr>
              <w:pStyle w:val="TAC"/>
            </w:pPr>
            <w:r>
              <w:t>24</w:t>
            </w:r>
          </w:p>
        </w:tc>
        <w:tc>
          <w:tcPr>
            <w:tcW w:w="848" w:type="dxa"/>
          </w:tcPr>
          <w:p w14:paraId="6DFE4778" w14:textId="7D7ADE3C" w:rsidR="007D3B6E" w:rsidRPr="001C0CC4" w:rsidRDefault="007D3B6E" w:rsidP="007D3B6E">
            <w:pPr>
              <w:pStyle w:val="TAC"/>
            </w:pPr>
            <w:r>
              <w:t>24</w:t>
            </w:r>
          </w:p>
        </w:tc>
        <w:tc>
          <w:tcPr>
            <w:tcW w:w="848" w:type="dxa"/>
          </w:tcPr>
          <w:p w14:paraId="4F08BA0F" w14:textId="6DAC97B5" w:rsidR="007D3B6E" w:rsidRPr="001C0CC4" w:rsidRDefault="007D3B6E" w:rsidP="007D3B6E">
            <w:pPr>
              <w:pStyle w:val="TAC"/>
            </w:pPr>
            <w:r>
              <w:t>24</w:t>
            </w:r>
          </w:p>
        </w:tc>
        <w:tc>
          <w:tcPr>
            <w:tcW w:w="848" w:type="dxa"/>
          </w:tcPr>
          <w:p w14:paraId="1CD6A7D8" w14:textId="1144FAF6" w:rsidR="007D3B6E" w:rsidRPr="001C0CC4" w:rsidRDefault="007D3B6E" w:rsidP="007D3B6E">
            <w:pPr>
              <w:pStyle w:val="TAC"/>
            </w:pPr>
            <w:r>
              <w:t>24</w:t>
            </w:r>
          </w:p>
        </w:tc>
        <w:tc>
          <w:tcPr>
            <w:tcW w:w="848" w:type="dxa"/>
          </w:tcPr>
          <w:p w14:paraId="71F1CD80" w14:textId="1E5C5AC1" w:rsidR="007D3B6E" w:rsidRPr="001C0CC4" w:rsidRDefault="007D3B6E" w:rsidP="007D3B6E">
            <w:pPr>
              <w:pStyle w:val="TAC"/>
            </w:pPr>
            <w:r>
              <w:t>24</w:t>
            </w:r>
          </w:p>
        </w:tc>
        <w:tc>
          <w:tcPr>
            <w:tcW w:w="848" w:type="dxa"/>
          </w:tcPr>
          <w:p w14:paraId="6BEB8765" w14:textId="50F3254C" w:rsidR="007D3B6E" w:rsidRDefault="007D3B6E" w:rsidP="007D3B6E">
            <w:pPr>
              <w:pStyle w:val="TAC"/>
            </w:pPr>
            <w:r>
              <w:t>26</w:t>
            </w:r>
          </w:p>
        </w:tc>
        <w:tc>
          <w:tcPr>
            <w:tcW w:w="848" w:type="dxa"/>
          </w:tcPr>
          <w:p w14:paraId="6465A501" w14:textId="2A9D3448" w:rsidR="007D3B6E" w:rsidRPr="001C0CC4" w:rsidRDefault="007D3B6E" w:rsidP="007D3B6E">
            <w:pPr>
              <w:pStyle w:val="TAC"/>
            </w:pPr>
            <w:r>
              <w:t>24</w:t>
            </w:r>
          </w:p>
        </w:tc>
        <w:tc>
          <w:tcPr>
            <w:tcW w:w="849" w:type="dxa"/>
          </w:tcPr>
          <w:p w14:paraId="2A77FACB" w14:textId="52CAF446" w:rsidR="007D3B6E" w:rsidRPr="001C0CC4" w:rsidRDefault="007D3B6E" w:rsidP="007D3B6E">
            <w:pPr>
              <w:pStyle w:val="TAC"/>
            </w:pPr>
            <w:r>
              <w:t>24</w:t>
            </w:r>
          </w:p>
        </w:tc>
      </w:tr>
      <w:tr w:rsidR="007D3B6E" w:rsidRPr="001C0CC4" w14:paraId="46F73A4B" w14:textId="77777777" w:rsidTr="007D3B6E">
        <w:trPr>
          <w:jc w:val="center"/>
        </w:trPr>
        <w:tc>
          <w:tcPr>
            <w:tcW w:w="3690" w:type="dxa"/>
          </w:tcPr>
          <w:p w14:paraId="581544B5" w14:textId="77777777" w:rsidR="007D3B6E" w:rsidRPr="00DC7196" w:rsidRDefault="007D3B6E" w:rsidP="007D3B6E">
            <w:pPr>
              <w:pStyle w:val="TAL"/>
            </w:pPr>
            <w:r w:rsidRPr="00DC7196">
              <w:t>MCS Index</w:t>
            </w:r>
          </w:p>
        </w:tc>
        <w:tc>
          <w:tcPr>
            <w:tcW w:w="1093" w:type="dxa"/>
          </w:tcPr>
          <w:p w14:paraId="42F9AB92" w14:textId="77777777" w:rsidR="007D3B6E" w:rsidRPr="001C0CC4" w:rsidRDefault="007D3B6E" w:rsidP="007D3B6E">
            <w:pPr>
              <w:pStyle w:val="TAC"/>
            </w:pPr>
          </w:p>
        </w:tc>
        <w:tc>
          <w:tcPr>
            <w:tcW w:w="848" w:type="dxa"/>
          </w:tcPr>
          <w:p w14:paraId="7F37D561" w14:textId="77777777" w:rsidR="007D3B6E" w:rsidRPr="001C0CC4" w:rsidRDefault="007D3B6E" w:rsidP="007D3B6E">
            <w:pPr>
              <w:pStyle w:val="TAC"/>
            </w:pPr>
            <w:r w:rsidRPr="001C0CC4">
              <w:t>4</w:t>
            </w:r>
          </w:p>
        </w:tc>
        <w:tc>
          <w:tcPr>
            <w:tcW w:w="848" w:type="dxa"/>
          </w:tcPr>
          <w:p w14:paraId="1C01E62C" w14:textId="77777777" w:rsidR="007D3B6E" w:rsidRPr="001C0CC4" w:rsidRDefault="007D3B6E" w:rsidP="007D3B6E">
            <w:pPr>
              <w:pStyle w:val="TAC"/>
            </w:pPr>
            <w:r w:rsidRPr="001C0CC4">
              <w:t>4</w:t>
            </w:r>
          </w:p>
        </w:tc>
        <w:tc>
          <w:tcPr>
            <w:tcW w:w="848" w:type="dxa"/>
          </w:tcPr>
          <w:p w14:paraId="0FE7EA3F" w14:textId="77777777" w:rsidR="007D3B6E" w:rsidRPr="001C0CC4" w:rsidRDefault="007D3B6E" w:rsidP="007D3B6E">
            <w:pPr>
              <w:pStyle w:val="TAC"/>
            </w:pPr>
            <w:r w:rsidRPr="001C0CC4">
              <w:t>4</w:t>
            </w:r>
          </w:p>
        </w:tc>
        <w:tc>
          <w:tcPr>
            <w:tcW w:w="848" w:type="dxa"/>
          </w:tcPr>
          <w:p w14:paraId="4F123892" w14:textId="77777777" w:rsidR="007D3B6E" w:rsidRPr="001C0CC4" w:rsidRDefault="007D3B6E" w:rsidP="007D3B6E">
            <w:pPr>
              <w:pStyle w:val="TAC"/>
            </w:pPr>
            <w:r w:rsidRPr="001C0CC4">
              <w:t>4</w:t>
            </w:r>
          </w:p>
        </w:tc>
        <w:tc>
          <w:tcPr>
            <w:tcW w:w="848" w:type="dxa"/>
          </w:tcPr>
          <w:p w14:paraId="09111009" w14:textId="77777777" w:rsidR="007D3B6E" w:rsidRPr="001C0CC4" w:rsidRDefault="007D3B6E" w:rsidP="007D3B6E">
            <w:pPr>
              <w:pStyle w:val="TAC"/>
            </w:pPr>
            <w:r w:rsidRPr="001C0CC4">
              <w:t>4</w:t>
            </w:r>
          </w:p>
        </w:tc>
        <w:tc>
          <w:tcPr>
            <w:tcW w:w="848" w:type="dxa"/>
          </w:tcPr>
          <w:p w14:paraId="6EA0D852" w14:textId="77777777" w:rsidR="007D3B6E" w:rsidRPr="001C0CC4" w:rsidRDefault="007D3B6E" w:rsidP="007D3B6E">
            <w:pPr>
              <w:pStyle w:val="TAC"/>
            </w:pPr>
            <w:r w:rsidRPr="001C0CC4">
              <w:t>4</w:t>
            </w:r>
          </w:p>
        </w:tc>
        <w:tc>
          <w:tcPr>
            <w:tcW w:w="848" w:type="dxa"/>
          </w:tcPr>
          <w:p w14:paraId="2B97C4B1" w14:textId="77777777" w:rsidR="007D3B6E" w:rsidRPr="001C0CC4" w:rsidRDefault="007D3B6E" w:rsidP="007D3B6E">
            <w:pPr>
              <w:pStyle w:val="TAC"/>
            </w:pPr>
            <w:r w:rsidRPr="001C0CC4">
              <w:t>4</w:t>
            </w:r>
          </w:p>
        </w:tc>
        <w:tc>
          <w:tcPr>
            <w:tcW w:w="848" w:type="dxa"/>
          </w:tcPr>
          <w:p w14:paraId="78617A5D" w14:textId="77777777" w:rsidR="007D3B6E" w:rsidRPr="001C0CC4" w:rsidRDefault="007D3B6E" w:rsidP="007D3B6E">
            <w:pPr>
              <w:pStyle w:val="TAC"/>
            </w:pPr>
            <w:r w:rsidRPr="001C0CC4">
              <w:t>4</w:t>
            </w:r>
          </w:p>
        </w:tc>
        <w:tc>
          <w:tcPr>
            <w:tcW w:w="848" w:type="dxa"/>
          </w:tcPr>
          <w:p w14:paraId="78A9C055" w14:textId="1AEABA71" w:rsidR="007D3B6E" w:rsidRPr="001C0CC4" w:rsidRDefault="007D3B6E" w:rsidP="007D3B6E">
            <w:pPr>
              <w:pStyle w:val="TAC"/>
            </w:pPr>
            <w:r>
              <w:t>4</w:t>
            </w:r>
          </w:p>
        </w:tc>
        <w:tc>
          <w:tcPr>
            <w:tcW w:w="848" w:type="dxa"/>
          </w:tcPr>
          <w:p w14:paraId="4EA0273D" w14:textId="45B62B59" w:rsidR="007D3B6E" w:rsidRPr="001C0CC4" w:rsidRDefault="007D3B6E" w:rsidP="007D3B6E">
            <w:pPr>
              <w:pStyle w:val="TAC"/>
            </w:pPr>
            <w:r w:rsidRPr="001C0CC4">
              <w:t>4</w:t>
            </w:r>
          </w:p>
        </w:tc>
        <w:tc>
          <w:tcPr>
            <w:tcW w:w="849" w:type="dxa"/>
          </w:tcPr>
          <w:p w14:paraId="710E26E6" w14:textId="77777777" w:rsidR="007D3B6E" w:rsidRPr="001C0CC4" w:rsidRDefault="007D3B6E" w:rsidP="007D3B6E">
            <w:pPr>
              <w:pStyle w:val="TAC"/>
            </w:pPr>
            <w:r w:rsidRPr="001C0CC4">
              <w:t>4</w:t>
            </w:r>
          </w:p>
        </w:tc>
      </w:tr>
      <w:tr w:rsidR="007D3B6E" w:rsidRPr="001C0CC4" w14:paraId="66FD3907" w14:textId="77777777" w:rsidTr="007D3B6E">
        <w:trPr>
          <w:jc w:val="center"/>
        </w:trPr>
        <w:tc>
          <w:tcPr>
            <w:tcW w:w="3690" w:type="dxa"/>
          </w:tcPr>
          <w:p w14:paraId="15842917" w14:textId="77777777" w:rsidR="007D3B6E" w:rsidRPr="00DC7196" w:rsidRDefault="007D3B6E" w:rsidP="00DC7196">
            <w:pPr>
              <w:pStyle w:val="TAL"/>
            </w:pPr>
            <w:r w:rsidRPr="00DC7196">
              <w:t xml:space="preserve">MCS Table for TBS determination </w:t>
            </w:r>
          </w:p>
        </w:tc>
        <w:tc>
          <w:tcPr>
            <w:tcW w:w="1093" w:type="dxa"/>
          </w:tcPr>
          <w:p w14:paraId="0A2902AB" w14:textId="77777777" w:rsidR="007D3B6E" w:rsidRPr="001C0CC4" w:rsidRDefault="007D3B6E" w:rsidP="007D3B6E">
            <w:pPr>
              <w:pStyle w:val="TAC"/>
            </w:pPr>
          </w:p>
        </w:tc>
        <w:tc>
          <w:tcPr>
            <w:tcW w:w="9329" w:type="dxa"/>
            <w:gridSpan w:val="11"/>
          </w:tcPr>
          <w:p w14:paraId="62580D25" w14:textId="23447644" w:rsidR="007D3B6E" w:rsidRPr="001C0CC4" w:rsidRDefault="007D3B6E" w:rsidP="007D3B6E">
            <w:pPr>
              <w:pStyle w:val="TAC"/>
            </w:pPr>
            <w:r w:rsidRPr="001C0CC4">
              <w:t>64QAM</w:t>
            </w:r>
          </w:p>
        </w:tc>
      </w:tr>
      <w:tr w:rsidR="007D3B6E" w:rsidRPr="001C0CC4" w14:paraId="6517CD9B" w14:textId="77777777" w:rsidTr="007D3B6E">
        <w:trPr>
          <w:jc w:val="center"/>
        </w:trPr>
        <w:tc>
          <w:tcPr>
            <w:tcW w:w="3690" w:type="dxa"/>
          </w:tcPr>
          <w:p w14:paraId="1B81B3A9" w14:textId="77777777" w:rsidR="007D3B6E" w:rsidRPr="00DC7196" w:rsidRDefault="007D3B6E" w:rsidP="007D3B6E">
            <w:pPr>
              <w:pStyle w:val="TAL"/>
            </w:pPr>
            <w:r w:rsidRPr="00DC7196">
              <w:t>Modulation</w:t>
            </w:r>
          </w:p>
        </w:tc>
        <w:tc>
          <w:tcPr>
            <w:tcW w:w="1093" w:type="dxa"/>
          </w:tcPr>
          <w:p w14:paraId="59D6265F" w14:textId="77777777" w:rsidR="007D3B6E" w:rsidRPr="001C0CC4" w:rsidRDefault="007D3B6E" w:rsidP="007D3B6E">
            <w:pPr>
              <w:pStyle w:val="TAC"/>
            </w:pPr>
          </w:p>
        </w:tc>
        <w:tc>
          <w:tcPr>
            <w:tcW w:w="848" w:type="dxa"/>
          </w:tcPr>
          <w:p w14:paraId="078AEB66" w14:textId="77777777" w:rsidR="007D3B6E" w:rsidRPr="001C0CC4" w:rsidRDefault="007D3B6E" w:rsidP="007D3B6E">
            <w:pPr>
              <w:pStyle w:val="TAC"/>
            </w:pPr>
            <w:r w:rsidRPr="001C0CC4">
              <w:t>QPSK</w:t>
            </w:r>
          </w:p>
        </w:tc>
        <w:tc>
          <w:tcPr>
            <w:tcW w:w="848" w:type="dxa"/>
          </w:tcPr>
          <w:p w14:paraId="77755635" w14:textId="77777777" w:rsidR="007D3B6E" w:rsidRPr="001C0CC4" w:rsidRDefault="007D3B6E" w:rsidP="007D3B6E">
            <w:pPr>
              <w:pStyle w:val="TAC"/>
            </w:pPr>
            <w:r w:rsidRPr="001C0CC4">
              <w:t>QPSK</w:t>
            </w:r>
          </w:p>
        </w:tc>
        <w:tc>
          <w:tcPr>
            <w:tcW w:w="848" w:type="dxa"/>
          </w:tcPr>
          <w:p w14:paraId="6B792B42" w14:textId="77777777" w:rsidR="007D3B6E" w:rsidRPr="001C0CC4" w:rsidRDefault="007D3B6E" w:rsidP="007D3B6E">
            <w:pPr>
              <w:pStyle w:val="TAC"/>
            </w:pPr>
            <w:r w:rsidRPr="001C0CC4">
              <w:t>QPSK</w:t>
            </w:r>
          </w:p>
        </w:tc>
        <w:tc>
          <w:tcPr>
            <w:tcW w:w="848" w:type="dxa"/>
          </w:tcPr>
          <w:p w14:paraId="227D747F" w14:textId="77777777" w:rsidR="007D3B6E" w:rsidRPr="001C0CC4" w:rsidRDefault="007D3B6E" w:rsidP="007D3B6E">
            <w:pPr>
              <w:pStyle w:val="TAC"/>
            </w:pPr>
            <w:r w:rsidRPr="001C0CC4">
              <w:t>QPSK</w:t>
            </w:r>
          </w:p>
        </w:tc>
        <w:tc>
          <w:tcPr>
            <w:tcW w:w="848" w:type="dxa"/>
          </w:tcPr>
          <w:p w14:paraId="41EAE6CE" w14:textId="77777777" w:rsidR="007D3B6E" w:rsidRPr="001C0CC4" w:rsidRDefault="007D3B6E" w:rsidP="007D3B6E">
            <w:pPr>
              <w:pStyle w:val="TAC"/>
            </w:pPr>
            <w:r w:rsidRPr="001C0CC4">
              <w:t>QPSK</w:t>
            </w:r>
          </w:p>
        </w:tc>
        <w:tc>
          <w:tcPr>
            <w:tcW w:w="848" w:type="dxa"/>
          </w:tcPr>
          <w:p w14:paraId="6BA54F4A" w14:textId="77777777" w:rsidR="007D3B6E" w:rsidRPr="001C0CC4" w:rsidRDefault="007D3B6E" w:rsidP="007D3B6E">
            <w:pPr>
              <w:pStyle w:val="TAC"/>
            </w:pPr>
            <w:r w:rsidRPr="001C0CC4">
              <w:t>QPSK</w:t>
            </w:r>
          </w:p>
        </w:tc>
        <w:tc>
          <w:tcPr>
            <w:tcW w:w="848" w:type="dxa"/>
          </w:tcPr>
          <w:p w14:paraId="3FDFBDA6" w14:textId="77777777" w:rsidR="007D3B6E" w:rsidRPr="001C0CC4" w:rsidRDefault="007D3B6E" w:rsidP="007D3B6E">
            <w:pPr>
              <w:pStyle w:val="TAC"/>
            </w:pPr>
            <w:r w:rsidRPr="001C0CC4">
              <w:t>QPSK</w:t>
            </w:r>
          </w:p>
        </w:tc>
        <w:tc>
          <w:tcPr>
            <w:tcW w:w="848" w:type="dxa"/>
          </w:tcPr>
          <w:p w14:paraId="057B5536" w14:textId="77777777" w:rsidR="007D3B6E" w:rsidRPr="001C0CC4" w:rsidRDefault="007D3B6E" w:rsidP="007D3B6E">
            <w:pPr>
              <w:pStyle w:val="TAC"/>
            </w:pPr>
            <w:r w:rsidRPr="001C0CC4">
              <w:t>QPSK</w:t>
            </w:r>
          </w:p>
        </w:tc>
        <w:tc>
          <w:tcPr>
            <w:tcW w:w="848" w:type="dxa"/>
          </w:tcPr>
          <w:p w14:paraId="706A928E" w14:textId="5596E069" w:rsidR="007D3B6E" w:rsidRPr="001C0CC4" w:rsidRDefault="007D3B6E" w:rsidP="007D3B6E">
            <w:pPr>
              <w:pStyle w:val="TAC"/>
            </w:pPr>
            <w:r>
              <w:t>QPSK</w:t>
            </w:r>
          </w:p>
        </w:tc>
        <w:tc>
          <w:tcPr>
            <w:tcW w:w="848" w:type="dxa"/>
          </w:tcPr>
          <w:p w14:paraId="6780AC2A" w14:textId="1F969F50" w:rsidR="007D3B6E" w:rsidRPr="001C0CC4" w:rsidRDefault="007D3B6E" w:rsidP="007D3B6E">
            <w:pPr>
              <w:pStyle w:val="TAC"/>
            </w:pPr>
            <w:r w:rsidRPr="001C0CC4">
              <w:t>QPSK</w:t>
            </w:r>
          </w:p>
        </w:tc>
        <w:tc>
          <w:tcPr>
            <w:tcW w:w="849" w:type="dxa"/>
          </w:tcPr>
          <w:p w14:paraId="4E59C643" w14:textId="77777777" w:rsidR="007D3B6E" w:rsidRPr="001C0CC4" w:rsidRDefault="007D3B6E" w:rsidP="007D3B6E">
            <w:pPr>
              <w:pStyle w:val="TAC"/>
            </w:pPr>
            <w:r w:rsidRPr="001C0CC4">
              <w:t>QPSK</w:t>
            </w:r>
          </w:p>
        </w:tc>
      </w:tr>
      <w:tr w:rsidR="007D3B6E" w:rsidRPr="001C0CC4" w14:paraId="1955E514" w14:textId="77777777" w:rsidTr="007D3B6E">
        <w:trPr>
          <w:jc w:val="center"/>
        </w:trPr>
        <w:tc>
          <w:tcPr>
            <w:tcW w:w="3690" w:type="dxa"/>
          </w:tcPr>
          <w:p w14:paraId="5D37A845" w14:textId="77777777" w:rsidR="007D3B6E" w:rsidRPr="00DC7196" w:rsidRDefault="007D3B6E" w:rsidP="007D3B6E">
            <w:pPr>
              <w:pStyle w:val="TAL"/>
            </w:pPr>
            <w:r w:rsidRPr="00DC7196">
              <w:t>Target Coding Rate</w:t>
            </w:r>
          </w:p>
        </w:tc>
        <w:tc>
          <w:tcPr>
            <w:tcW w:w="1093" w:type="dxa"/>
          </w:tcPr>
          <w:p w14:paraId="3B3F4DA9" w14:textId="77777777" w:rsidR="007D3B6E" w:rsidRPr="001C0CC4" w:rsidRDefault="007D3B6E" w:rsidP="007D3B6E">
            <w:pPr>
              <w:pStyle w:val="TAC"/>
            </w:pPr>
          </w:p>
        </w:tc>
        <w:tc>
          <w:tcPr>
            <w:tcW w:w="848" w:type="dxa"/>
          </w:tcPr>
          <w:p w14:paraId="06932A22" w14:textId="77777777" w:rsidR="007D3B6E" w:rsidRPr="001C0CC4" w:rsidRDefault="007D3B6E" w:rsidP="007D3B6E">
            <w:pPr>
              <w:pStyle w:val="TAC"/>
            </w:pPr>
            <w:r w:rsidRPr="001C0CC4">
              <w:t>1/3</w:t>
            </w:r>
          </w:p>
        </w:tc>
        <w:tc>
          <w:tcPr>
            <w:tcW w:w="848" w:type="dxa"/>
          </w:tcPr>
          <w:p w14:paraId="56C416BE" w14:textId="77777777" w:rsidR="007D3B6E" w:rsidRPr="001C0CC4" w:rsidRDefault="007D3B6E" w:rsidP="007D3B6E">
            <w:pPr>
              <w:pStyle w:val="TAC"/>
            </w:pPr>
            <w:r w:rsidRPr="001C0CC4">
              <w:t>1/3</w:t>
            </w:r>
          </w:p>
        </w:tc>
        <w:tc>
          <w:tcPr>
            <w:tcW w:w="848" w:type="dxa"/>
          </w:tcPr>
          <w:p w14:paraId="3BA9604C" w14:textId="77777777" w:rsidR="007D3B6E" w:rsidRPr="001C0CC4" w:rsidRDefault="007D3B6E" w:rsidP="007D3B6E">
            <w:pPr>
              <w:pStyle w:val="TAC"/>
            </w:pPr>
            <w:r w:rsidRPr="001C0CC4">
              <w:t>1/3</w:t>
            </w:r>
          </w:p>
        </w:tc>
        <w:tc>
          <w:tcPr>
            <w:tcW w:w="848" w:type="dxa"/>
          </w:tcPr>
          <w:p w14:paraId="6BE02550" w14:textId="77777777" w:rsidR="007D3B6E" w:rsidRPr="001C0CC4" w:rsidRDefault="007D3B6E" w:rsidP="007D3B6E">
            <w:pPr>
              <w:pStyle w:val="TAC"/>
            </w:pPr>
            <w:r w:rsidRPr="001C0CC4">
              <w:t>1/3</w:t>
            </w:r>
          </w:p>
        </w:tc>
        <w:tc>
          <w:tcPr>
            <w:tcW w:w="848" w:type="dxa"/>
          </w:tcPr>
          <w:p w14:paraId="110468E0" w14:textId="77777777" w:rsidR="007D3B6E" w:rsidRPr="001C0CC4" w:rsidRDefault="007D3B6E" w:rsidP="007D3B6E">
            <w:pPr>
              <w:pStyle w:val="TAC"/>
            </w:pPr>
            <w:r w:rsidRPr="001C0CC4">
              <w:t>1/3</w:t>
            </w:r>
          </w:p>
        </w:tc>
        <w:tc>
          <w:tcPr>
            <w:tcW w:w="848" w:type="dxa"/>
          </w:tcPr>
          <w:p w14:paraId="713801C2" w14:textId="77777777" w:rsidR="007D3B6E" w:rsidRPr="001C0CC4" w:rsidRDefault="007D3B6E" w:rsidP="007D3B6E">
            <w:pPr>
              <w:pStyle w:val="TAC"/>
            </w:pPr>
            <w:r w:rsidRPr="001C0CC4">
              <w:t>1/3</w:t>
            </w:r>
          </w:p>
        </w:tc>
        <w:tc>
          <w:tcPr>
            <w:tcW w:w="848" w:type="dxa"/>
          </w:tcPr>
          <w:p w14:paraId="0CA86C03" w14:textId="77777777" w:rsidR="007D3B6E" w:rsidRPr="001C0CC4" w:rsidRDefault="007D3B6E" w:rsidP="007D3B6E">
            <w:pPr>
              <w:pStyle w:val="TAC"/>
            </w:pPr>
            <w:r w:rsidRPr="001C0CC4">
              <w:t>1/3</w:t>
            </w:r>
          </w:p>
        </w:tc>
        <w:tc>
          <w:tcPr>
            <w:tcW w:w="848" w:type="dxa"/>
          </w:tcPr>
          <w:p w14:paraId="34445E5F" w14:textId="77777777" w:rsidR="007D3B6E" w:rsidRPr="001C0CC4" w:rsidRDefault="007D3B6E" w:rsidP="007D3B6E">
            <w:pPr>
              <w:pStyle w:val="TAC"/>
            </w:pPr>
            <w:r w:rsidRPr="001C0CC4">
              <w:t>1/3</w:t>
            </w:r>
          </w:p>
        </w:tc>
        <w:tc>
          <w:tcPr>
            <w:tcW w:w="848" w:type="dxa"/>
          </w:tcPr>
          <w:p w14:paraId="6C8B64F5" w14:textId="182C098B" w:rsidR="007D3B6E" w:rsidRPr="001C0CC4" w:rsidRDefault="007D3B6E" w:rsidP="007D3B6E">
            <w:pPr>
              <w:pStyle w:val="TAC"/>
            </w:pPr>
            <w:r>
              <w:t>1/3</w:t>
            </w:r>
          </w:p>
        </w:tc>
        <w:tc>
          <w:tcPr>
            <w:tcW w:w="848" w:type="dxa"/>
          </w:tcPr>
          <w:p w14:paraId="3DE52D97" w14:textId="43855144" w:rsidR="007D3B6E" w:rsidRPr="001C0CC4" w:rsidRDefault="007D3B6E" w:rsidP="007D3B6E">
            <w:pPr>
              <w:pStyle w:val="TAC"/>
            </w:pPr>
            <w:r w:rsidRPr="001C0CC4">
              <w:t>1/3</w:t>
            </w:r>
          </w:p>
        </w:tc>
        <w:tc>
          <w:tcPr>
            <w:tcW w:w="849" w:type="dxa"/>
          </w:tcPr>
          <w:p w14:paraId="1C12D3D9" w14:textId="77777777" w:rsidR="007D3B6E" w:rsidRPr="001C0CC4" w:rsidRDefault="007D3B6E" w:rsidP="007D3B6E">
            <w:pPr>
              <w:pStyle w:val="TAC"/>
            </w:pPr>
            <w:r w:rsidRPr="001C0CC4">
              <w:t>1/3</w:t>
            </w:r>
          </w:p>
        </w:tc>
      </w:tr>
      <w:tr w:rsidR="007D3B6E" w:rsidRPr="001C0CC4" w14:paraId="54EEC5D7" w14:textId="77777777" w:rsidTr="007D3B6E">
        <w:trPr>
          <w:jc w:val="center"/>
        </w:trPr>
        <w:tc>
          <w:tcPr>
            <w:tcW w:w="3690" w:type="dxa"/>
          </w:tcPr>
          <w:p w14:paraId="0F42016B" w14:textId="77777777" w:rsidR="007D3B6E" w:rsidRPr="00DC7196" w:rsidRDefault="007D3B6E" w:rsidP="007D3B6E">
            <w:pPr>
              <w:pStyle w:val="TAL"/>
            </w:pPr>
            <w:r w:rsidRPr="00DC7196">
              <w:t>Maximum number of HARQ transmissions</w:t>
            </w:r>
          </w:p>
        </w:tc>
        <w:tc>
          <w:tcPr>
            <w:tcW w:w="1093" w:type="dxa"/>
          </w:tcPr>
          <w:p w14:paraId="723D0E7B" w14:textId="77777777" w:rsidR="007D3B6E" w:rsidRPr="001C0CC4" w:rsidRDefault="007D3B6E" w:rsidP="007D3B6E">
            <w:pPr>
              <w:pStyle w:val="TAC"/>
            </w:pPr>
          </w:p>
        </w:tc>
        <w:tc>
          <w:tcPr>
            <w:tcW w:w="848" w:type="dxa"/>
          </w:tcPr>
          <w:p w14:paraId="2B616FC2" w14:textId="77777777" w:rsidR="007D3B6E" w:rsidRPr="001C0CC4" w:rsidRDefault="007D3B6E" w:rsidP="007D3B6E">
            <w:pPr>
              <w:pStyle w:val="TAC"/>
            </w:pPr>
            <w:r w:rsidRPr="001C0CC4">
              <w:t>1</w:t>
            </w:r>
          </w:p>
        </w:tc>
        <w:tc>
          <w:tcPr>
            <w:tcW w:w="848" w:type="dxa"/>
          </w:tcPr>
          <w:p w14:paraId="54092EAE" w14:textId="77777777" w:rsidR="007D3B6E" w:rsidRPr="001C0CC4" w:rsidRDefault="007D3B6E" w:rsidP="007D3B6E">
            <w:pPr>
              <w:pStyle w:val="TAC"/>
            </w:pPr>
            <w:r w:rsidRPr="001C0CC4">
              <w:t>1</w:t>
            </w:r>
          </w:p>
        </w:tc>
        <w:tc>
          <w:tcPr>
            <w:tcW w:w="848" w:type="dxa"/>
          </w:tcPr>
          <w:p w14:paraId="7F50B4CE" w14:textId="77777777" w:rsidR="007D3B6E" w:rsidRPr="001C0CC4" w:rsidRDefault="007D3B6E" w:rsidP="007D3B6E">
            <w:pPr>
              <w:pStyle w:val="TAC"/>
            </w:pPr>
            <w:r w:rsidRPr="001C0CC4">
              <w:t>1</w:t>
            </w:r>
          </w:p>
        </w:tc>
        <w:tc>
          <w:tcPr>
            <w:tcW w:w="848" w:type="dxa"/>
          </w:tcPr>
          <w:p w14:paraId="56353CBE" w14:textId="77777777" w:rsidR="007D3B6E" w:rsidRPr="001C0CC4" w:rsidRDefault="007D3B6E" w:rsidP="007D3B6E">
            <w:pPr>
              <w:pStyle w:val="TAC"/>
            </w:pPr>
            <w:r w:rsidRPr="001C0CC4">
              <w:t>1</w:t>
            </w:r>
          </w:p>
        </w:tc>
        <w:tc>
          <w:tcPr>
            <w:tcW w:w="848" w:type="dxa"/>
          </w:tcPr>
          <w:p w14:paraId="5368333E" w14:textId="77777777" w:rsidR="007D3B6E" w:rsidRPr="001C0CC4" w:rsidRDefault="007D3B6E" w:rsidP="007D3B6E">
            <w:pPr>
              <w:pStyle w:val="TAC"/>
            </w:pPr>
            <w:r w:rsidRPr="001C0CC4">
              <w:t>1</w:t>
            </w:r>
          </w:p>
        </w:tc>
        <w:tc>
          <w:tcPr>
            <w:tcW w:w="848" w:type="dxa"/>
          </w:tcPr>
          <w:p w14:paraId="5F82B2C7" w14:textId="77777777" w:rsidR="007D3B6E" w:rsidRPr="001C0CC4" w:rsidRDefault="007D3B6E" w:rsidP="007D3B6E">
            <w:pPr>
              <w:pStyle w:val="TAC"/>
            </w:pPr>
            <w:r w:rsidRPr="001C0CC4">
              <w:t>1</w:t>
            </w:r>
          </w:p>
        </w:tc>
        <w:tc>
          <w:tcPr>
            <w:tcW w:w="848" w:type="dxa"/>
          </w:tcPr>
          <w:p w14:paraId="341173A8" w14:textId="77777777" w:rsidR="007D3B6E" w:rsidRPr="001C0CC4" w:rsidRDefault="007D3B6E" w:rsidP="007D3B6E">
            <w:pPr>
              <w:pStyle w:val="TAC"/>
            </w:pPr>
            <w:r w:rsidRPr="001C0CC4">
              <w:t>1</w:t>
            </w:r>
          </w:p>
        </w:tc>
        <w:tc>
          <w:tcPr>
            <w:tcW w:w="848" w:type="dxa"/>
          </w:tcPr>
          <w:p w14:paraId="1C8EB512" w14:textId="77777777" w:rsidR="007D3B6E" w:rsidRPr="001C0CC4" w:rsidRDefault="007D3B6E" w:rsidP="007D3B6E">
            <w:pPr>
              <w:pStyle w:val="TAC"/>
            </w:pPr>
            <w:r w:rsidRPr="001C0CC4">
              <w:t>1</w:t>
            </w:r>
          </w:p>
        </w:tc>
        <w:tc>
          <w:tcPr>
            <w:tcW w:w="848" w:type="dxa"/>
          </w:tcPr>
          <w:p w14:paraId="1A157347" w14:textId="6C76D476" w:rsidR="007D3B6E" w:rsidRPr="001C0CC4" w:rsidRDefault="007D3B6E" w:rsidP="007D3B6E">
            <w:pPr>
              <w:pStyle w:val="TAC"/>
            </w:pPr>
            <w:r>
              <w:t>1</w:t>
            </w:r>
          </w:p>
        </w:tc>
        <w:tc>
          <w:tcPr>
            <w:tcW w:w="848" w:type="dxa"/>
          </w:tcPr>
          <w:p w14:paraId="29C5407E" w14:textId="3AAD013E" w:rsidR="007D3B6E" w:rsidRPr="001C0CC4" w:rsidRDefault="007D3B6E" w:rsidP="007D3B6E">
            <w:pPr>
              <w:pStyle w:val="TAC"/>
            </w:pPr>
            <w:r w:rsidRPr="001C0CC4">
              <w:t>1</w:t>
            </w:r>
          </w:p>
        </w:tc>
        <w:tc>
          <w:tcPr>
            <w:tcW w:w="849" w:type="dxa"/>
          </w:tcPr>
          <w:p w14:paraId="0F47EA28" w14:textId="77777777" w:rsidR="007D3B6E" w:rsidRPr="001C0CC4" w:rsidRDefault="007D3B6E" w:rsidP="007D3B6E">
            <w:pPr>
              <w:pStyle w:val="TAC"/>
            </w:pPr>
            <w:r w:rsidRPr="001C0CC4">
              <w:t>1</w:t>
            </w:r>
          </w:p>
        </w:tc>
      </w:tr>
      <w:tr w:rsidR="007D3B6E" w:rsidRPr="001C0CC4" w14:paraId="39C52874" w14:textId="77777777" w:rsidTr="007D3B6E">
        <w:trPr>
          <w:jc w:val="center"/>
        </w:trPr>
        <w:tc>
          <w:tcPr>
            <w:tcW w:w="3690" w:type="dxa"/>
          </w:tcPr>
          <w:p w14:paraId="6728A39E" w14:textId="77777777" w:rsidR="007D3B6E" w:rsidRPr="00DC7196" w:rsidRDefault="007D3B6E" w:rsidP="007D3B6E">
            <w:pPr>
              <w:pStyle w:val="TAH"/>
            </w:pPr>
            <w:r w:rsidRPr="00DC7196">
              <w:t>Information Bit Payload per Slot</w:t>
            </w:r>
          </w:p>
        </w:tc>
        <w:tc>
          <w:tcPr>
            <w:tcW w:w="1093" w:type="dxa"/>
          </w:tcPr>
          <w:p w14:paraId="1D19CE6D" w14:textId="77777777" w:rsidR="007D3B6E" w:rsidRPr="001C0CC4" w:rsidRDefault="007D3B6E" w:rsidP="007D3B6E">
            <w:pPr>
              <w:pStyle w:val="TAC"/>
            </w:pPr>
          </w:p>
        </w:tc>
        <w:tc>
          <w:tcPr>
            <w:tcW w:w="848" w:type="dxa"/>
          </w:tcPr>
          <w:p w14:paraId="0210DFE7" w14:textId="77777777" w:rsidR="007D3B6E" w:rsidRPr="001C0CC4" w:rsidRDefault="007D3B6E" w:rsidP="007D3B6E">
            <w:pPr>
              <w:pStyle w:val="TAC"/>
            </w:pPr>
          </w:p>
        </w:tc>
        <w:tc>
          <w:tcPr>
            <w:tcW w:w="848" w:type="dxa"/>
          </w:tcPr>
          <w:p w14:paraId="5C6A4C26" w14:textId="77777777" w:rsidR="007D3B6E" w:rsidRPr="001C0CC4" w:rsidRDefault="007D3B6E" w:rsidP="007D3B6E">
            <w:pPr>
              <w:pStyle w:val="TAC"/>
            </w:pPr>
          </w:p>
        </w:tc>
        <w:tc>
          <w:tcPr>
            <w:tcW w:w="848" w:type="dxa"/>
          </w:tcPr>
          <w:p w14:paraId="74F84697" w14:textId="77777777" w:rsidR="007D3B6E" w:rsidRPr="001C0CC4" w:rsidRDefault="007D3B6E" w:rsidP="007D3B6E">
            <w:pPr>
              <w:pStyle w:val="TAC"/>
            </w:pPr>
          </w:p>
        </w:tc>
        <w:tc>
          <w:tcPr>
            <w:tcW w:w="848" w:type="dxa"/>
          </w:tcPr>
          <w:p w14:paraId="73B8F834" w14:textId="77777777" w:rsidR="007D3B6E" w:rsidRPr="001C0CC4" w:rsidRDefault="007D3B6E" w:rsidP="007D3B6E">
            <w:pPr>
              <w:pStyle w:val="TAC"/>
            </w:pPr>
          </w:p>
        </w:tc>
        <w:tc>
          <w:tcPr>
            <w:tcW w:w="848" w:type="dxa"/>
          </w:tcPr>
          <w:p w14:paraId="1A16CBB8" w14:textId="77777777" w:rsidR="007D3B6E" w:rsidRPr="001C0CC4" w:rsidRDefault="007D3B6E" w:rsidP="007D3B6E">
            <w:pPr>
              <w:pStyle w:val="TAC"/>
            </w:pPr>
          </w:p>
        </w:tc>
        <w:tc>
          <w:tcPr>
            <w:tcW w:w="848" w:type="dxa"/>
          </w:tcPr>
          <w:p w14:paraId="779209D0" w14:textId="77777777" w:rsidR="007D3B6E" w:rsidRPr="001C0CC4" w:rsidRDefault="007D3B6E" w:rsidP="007D3B6E">
            <w:pPr>
              <w:pStyle w:val="TAC"/>
            </w:pPr>
          </w:p>
        </w:tc>
        <w:tc>
          <w:tcPr>
            <w:tcW w:w="848" w:type="dxa"/>
          </w:tcPr>
          <w:p w14:paraId="388F64B4" w14:textId="77777777" w:rsidR="007D3B6E" w:rsidRPr="001C0CC4" w:rsidRDefault="007D3B6E" w:rsidP="007D3B6E">
            <w:pPr>
              <w:pStyle w:val="TAC"/>
            </w:pPr>
          </w:p>
        </w:tc>
        <w:tc>
          <w:tcPr>
            <w:tcW w:w="848" w:type="dxa"/>
          </w:tcPr>
          <w:p w14:paraId="701715D8" w14:textId="77777777" w:rsidR="007D3B6E" w:rsidRPr="001C0CC4" w:rsidRDefault="007D3B6E" w:rsidP="007D3B6E">
            <w:pPr>
              <w:pStyle w:val="TAC"/>
            </w:pPr>
          </w:p>
        </w:tc>
        <w:tc>
          <w:tcPr>
            <w:tcW w:w="848" w:type="dxa"/>
          </w:tcPr>
          <w:p w14:paraId="0AE60474" w14:textId="77777777" w:rsidR="007D3B6E" w:rsidRPr="001C0CC4" w:rsidRDefault="007D3B6E" w:rsidP="007D3B6E">
            <w:pPr>
              <w:pStyle w:val="TAC"/>
            </w:pPr>
          </w:p>
        </w:tc>
        <w:tc>
          <w:tcPr>
            <w:tcW w:w="848" w:type="dxa"/>
          </w:tcPr>
          <w:p w14:paraId="40ADF21C" w14:textId="43F436C5" w:rsidR="007D3B6E" w:rsidRPr="001C0CC4" w:rsidRDefault="007D3B6E" w:rsidP="007D3B6E">
            <w:pPr>
              <w:pStyle w:val="TAC"/>
            </w:pPr>
          </w:p>
        </w:tc>
        <w:tc>
          <w:tcPr>
            <w:tcW w:w="849" w:type="dxa"/>
          </w:tcPr>
          <w:p w14:paraId="6C2DF2B6" w14:textId="77777777" w:rsidR="007D3B6E" w:rsidRPr="001C0CC4" w:rsidRDefault="007D3B6E" w:rsidP="007D3B6E">
            <w:pPr>
              <w:pStyle w:val="TAC"/>
            </w:pPr>
          </w:p>
        </w:tc>
      </w:tr>
      <w:tr w:rsidR="007D3B6E" w:rsidRPr="001C0CC4" w14:paraId="6E7B9C4A" w14:textId="77777777" w:rsidTr="007D3B6E">
        <w:trPr>
          <w:jc w:val="center"/>
        </w:trPr>
        <w:tc>
          <w:tcPr>
            <w:tcW w:w="3690" w:type="dxa"/>
          </w:tcPr>
          <w:p w14:paraId="5BADB930" w14:textId="77777777" w:rsidR="007D3B6E" w:rsidRPr="00DC7196" w:rsidRDefault="007D3B6E" w:rsidP="007D3B6E">
            <w:pPr>
              <w:pStyle w:val="TAL"/>
            </w:pPr>
            <w:r w:rsidRPr="00DC7196">
              <w:t xml:space="preserve">  For Slots 0,1,2,3 and Slot i, if mod(i, 20) = {14,15,16,17,18,19} for i from {0,…,39}</w:t>
            </w:r>
          </w:p>
        </w:tc>
        <w:tc>
          <w:tcPr>
            <w:tcW w:w="1093" w:type="dxa"/>
          </w:tcPr>
          <w:p w14:paraId="32A6587B" w14:textId="77777777" w:rsidR="007D3B6E" w:rsidRPr="001C0CC4" w:rsidRDefault="007D3B6E" w:rsidP="007D3B6E">
            <w:pPr>
              <w:pStyle w:val="TAC"/>
            </w:pPr>
            <w:r w:rsidRPr="001C0CC4">
              <w:t>Bits</w:t>
            </w:r>
          </w:p>
        </w:tc>
        <w:tc>
          <w:tcPr>
            <w:tcW w:w="848" w:type="dxa"/>
          </w:tcPr>
          <w:p w14:paraId="329D2BB2" w14:textId="77777777" w:rsidR="007D3B6E" w:rsidRPr="001C0CC4" w:rsidRDefault="007D3B6E" w:rsidP="007D3B6E">
            <w:pPr>
              <w:pStyle w:val="TAC"/>
            </w:pPr>
            <w:r w:rsidRPr="001C0CC4">
              <w:t>N/A</w:t>
            </w:r>
          </w:p>
        </w:tc>
        <w:tc>
          <w:tcPr>
            <w:tcW w:w="848" w:type="dxa"/>
          </w:tcPr>
          <w:p w14:paraId="52A20A4E" w14:textId="77777777" w:rsidR="007D3B6E" w:rsidRPr="001C0CC4" w:rsidRDefault="007D3B6E" w:rsidP="007D3B6E">
            <w:pPr>
              <w:pStyle w:val="TAC"/>
            </w:pPr>
            <w:r w:rsidRPr="001C0CC4">
              <w:t>N/A</w:t>
            </w:r>
          </w:p>
        </w:tc>
        <w:tc>
          <w:tcPr>
            <w:tcW w:w="848" w:type="dxa"/>
          </w:tcPr>
          <w:p w14:paraId="2D72267B" w14:textId="77777777" w:rsidR="007D3B6E" w:rsidRPr="001C0CC4" w:rsidRDefault="007D3B6E" w:rsidP="007D3B6E">
            <w:pPr>
              <w:pStyle w:val="TAC"/>
            </w:pPr>
            <w:r w:rsidRPr="001C0CC4">
              <w:t>N/A</w:t>
            </w:r>
          </w:p>
        </w:tc>
        <w:tc>
          <w:tcPr>
            <w:tcW w:w="848" w:type="dxa"/>
          </w:tcPr>
          <w:p w14:paraId="0F3B15DA" w14:textId="77777777" w:rsidR="007D3B6E" w:rsidRPr="001C0CC4" w:rsidRDefault="007D3B6E" w:rsidP="007D3B6E">
            <w:pPr>
              <w:pStyle w:val="TAC"/>
            </w:pPr>
            <w:r w:rsidRPr="001C0CC4">
              <w:t>N/A</w:t>
            </w:r>
          </w:p>
        </w:tc>
        <w:tc>
          <w:tcPr>
            <w:tcW w:w="848" w:type="dxa"/>
          </w:tcPr>
          <w:p w14:paraId="68C20583" w14:textId="77777777" w:rsidR="007D3B6E" w:rsidRPr="001C0CC4" w:rsidRDefault="007D3B6E" w:rsidP="007D3B6E">
            <w:pPr>
              <w:pStyle w:val="TAC"/>
            </w:pPr>
            <w:r w:rsidRPr="001C0CC4">
              <w:t>N/A</w:t>
            </w:r>
          </w:p>
        </w:tc>
        <w:tc>
          <w:tcPr>
            <w:tcW w:w="848" w:type="dxa"/>
          </w:tcPr>
          <w:p w14:paraId="765A7111" w14:textId="77777777" w:rsidR="007D3B6E" w:rsidRPr="001C0CC4" w:rsidRDefault="007D3B6E" w:rsidP="007D3B6E">
            <w:pPr>
              <w:pStyle w:val="TAC"/>
            </w:pPr>
            <w:r w:rsidRPr="001C0CC4">
              <w:t>N/A</w:t>
            </w:r>
          </w:p>
        </w:tc>
        <w:tc>
          <w:tcPr>
            <w:tcW w:w="848" w:type="dxa"/>
          </w:tcPr>
          <w:p w14:paraId="06B08A65" w14:textId="77777777" w:rsidR="007D3B6E" w:rsidRPr="001C0CC4" w:rsidRDefault="007D3B6E" w:rsidP="007D3B6E">
            <w:pPr>
              <w:pStyle w:val="TAC"/>
            </w:pPr>
            <w:r w:rsidRPr="001C0CC4">
              <w:t>N/A</w:t>
            </w:r>
          </w:p>
        </w:tc>
        <w:tc>
          <w:tcPr>
            <w:tcW w:w="848" w:type="dxa"/>
          </w:tcPr>
          <w:p w14:paraId="3DBA09DA" w14:textId="77777777" w:rsidR="007D3B6E" w:rsidRPr="001C0CC4" w:rsidRDefault="007D3B6E" w:rsidP="007D3B6E">
            <w:pPr>
              <w:pStyle w:val="TAC"/>
            </w:pPr>
            <w:r w:rsidRPr="001C0CC4">
              <w:t>N/A</w:t>
            </w:r>
          </w:p>
        </w:tc>
        <w:tc>
          <w:tcPr>
            <w:tcW w:w="848" w:type="dxa"/>
          </w:tcPr>
          <w:p w14:paraId="46F12D41" w14:textId="25C1B133" w:rsidR="007D3B6E" w:rsidRPr="001C0CC4" w:rsidRDefault="007D3B6E" w:rsidP="007D3B6E">
            <w:pPr>
              <w:pStyle w:val="TAC"/>
            </w:pPr>
            <w:r>
              <w:t>N/A</w:t>
            </w:r>
          </w:p>
        </w:tc>
        <w:tc>
          <w:tcPr>
            <w:tcW w:w="848" w:type="dxa"/>
          </w:tcPr>
          <w:p w14:paraId="2518BCC6" w14:textId="3545844C" w:rsidR="007D3B6E" w:rsidRPr="001C0CC4" w:rsidRDefault="007D3B6E" w:rsidP="007D3B6E">
            <w:pPr>
              <w:pStyle w:val="TAC"/>
            </w:pPr>
            <w:r w:rsidRPr="001C0CC4">
              <w:t>N/A</w:t>
            </w:r>
          </w:p>
        </w:tc>
        <w:tc>
          <w:tcPr>
            <w:tcW w:w="849" w:type="dxa"/>
          </w:tcPr>
          <w:p w14:paraId="410EC3D5" w14:textId="77777777" w:rsidR="007D3B6E" w:rsidRPr="001C0CC4" w:rsidRDefault="007D3B6E" w:rsidP="007D3B6E">
            <w:pPr>
              <w:pStyle w:val="TAC"/>
            </w:pPr>
            <w:r w:rsidRPr="001C0CC4">
              <w:t>N/A</w:t>
            </w:r>
          </w:p>
        </w:tc>
      </w:tr>
      <w:tr w:rsidR="007D3B6E" w:rsidRPr="001C0CC4" w14:paraId="4238CF9D" w14:textId="77777777" w:rsidTr="007D3B6E">
        <w:trPr>
          <w:jc w:val="center"/>
        </w:trPr>
        <w:tc>
          <w:tcPr>
            <w:tcW w:w="3690" w:type="dxa"/>
          </w:tcPr>
          <w:p w14:paraId="1727C1E4" w14:textId="77777777" w:rsidR="007D3B6E" w:rsidRPr="00DC7196" w:rsidRDefault="007D3B6E" w:rsidP="007D3B6E">
            <w:pPr>
              <w:pStyle w:val="TAL"/>
            </w:pPr>
            <w:r w:rsidRPr="00DC7196">
              <w:t xml:space="preserve">  For Slot i, if mod(i, 20) = {0,…, 13} for i from {4,…,39}</w:t>
            </w:r>
          </w:p>
        </w:tc>
        <w:tc>
          <w:tcPr>
            <w:tcW w:w="1093" w:type="dxa"/>
          </w:tcPr>
          <w:p w14:paraId="6B45F6CE" w14:textId="77777777" w:rsidR="007D3B6E" w:rsidRPr="001C0CC4" w:rsidRDefault="007D3B6E" w:rsidP="007D3B6E">
            <w:pPr>
              <w:pStyle w:val="TAC"/>
            </w:pPr>
            <w:r w:rsidRPr="001C0CC4">
              <w:t>Bits</w:t>
            </w:r>
          </w:p>
        </w:tc>
        <w:tc>
          <w:tcPr>
            <w:tcW w:w="848" w:type="dxa"/>
          </w:tcPr>
          <w:p w14:paraId="761A38C4" w14:textId="77777777" w:rsidR="007D3B6E" w:rsidRPr="001C0CC4" w:rsidRDefault="007D3B6E" w:rsidP="007D3B6E">
            <w:pPr>
              <w:pStyle w:val="TAC"/>
            </w:pPr>
            <w:r w:rsidRPr="001C0CC4">
              <w:t>736</w:t>
            </w:r>
          </w:p>
        </w:tc>
        <w:tc>
          <w:tcPr>
            <w:tcW w:w="848" w:type="dxa"/>
          </w:tcPr>
          <w:p w14:paraId="6700A1D3" w14:textId="77777777" w:rsidR="007D3B6E" w:rsidRPr="001C0CC4" w:rsidRDefault="007D3B6E" w:rsidP="007D3B6E">
            <w:pPr>
              <w:pStyle w:val="TAC"/>
            </w:pPr>
            <w:r w:rsidRPr="001C0CC4">
              <w:t>1192</w:t>
            </w:r>
          </w:p>
        </w:tc>
        <w:tc>
          <w:tcPr>
            <w:tcW w:w="848" w:type="dxa"/>
          </w:tcPr>
          <w:p w14:paraId="1E4D07C7" w14:textId="77777777" w:rsidR="007D3B6E" w:rsidRPr="001C0CC4" w:rsidRDefault="007D3B6E" w:rsidP="007D3B6E">
            <w:pPr>
              <w:pStyle w:val="TAC"/>
            </w:pPr>
            <w:r w:rsidRPr="001C0CC4">
              <w:t>1608</w:t>
            </w:r>
          </w:p>
        </w:tc>
        <w:tc>
          <w:tcPr>
            <w:tcW w:w="848" w:type="dxa"/>
          </w:tcPr>
          <w:p w14:paraId="0C3014E5" w14:textId="77777777" w:rsidR="007D3B6E" w:rsidRPr="001C0CC4" w:rsidRDefault="007D3B6E" w:rsidP="007D3B6E">
            <w:pPr>
              <w:pStyle w:val="TAC"/>
            </w:pPr>
            <w:r w:rsidRPr="001C0CC4">
              <w:t>2024</w:t>
            </w:r>
          </w:p>
        </w:tc>
        <w:tc>
          <w:tcPr>
            <w:tcW w:w="848" w:type="dxa"/>
          </w:tcPr>
          <w:p w14:paraId="2B9E4020" w14:textId="77777777" w:rsidR="007D3B6E" w:rsidRPr="001C0CC4" w:rsidRDefault="007D3B6E" w:rsidP="007D3B6E">
            <w:pPr>
              <w:pStyle w:val="TAC"/>
            </w:pPr>
            <w:r w:rsidRPr="001C0CC4">
              <w:t>2472</w:t>
            </w:r>
          </w:p>
        </w:tc>
        <w:tc>
          <w:tcPr>
            <w:tcW w:w="848" w:type="dxa"/>
          </w:tcPr>
          <w:p w14:paraId="710EE889" w14:textId="77777777" w:rsidR="007D3B6E" w:rsidRPr="001C0CC4" w:rsidRDefault="007D3B6E" w:rsidP="007D3B6E">
            <w:pPr>
              <w:pStyle w:val="TAC"/>
            </w:pPr>
            <w:r w:rsidRPr="001C0CC4">
              <w:t>3368</w:t>
            </w:r>
          </w:p>
        </w:tc>
        <w:tc>
          <w:tcPr>
            <w:tcW w:w="848" w:type="dxa"/>
          </w:tcPr>
          <w:p w14:paraId="63FBB299" w14:textId="77777777" w:rsidR="007D3B6E" w:rsidRPr="001C0CC4" w:rsidRDefault="007D3B6E" w:rsidP="007D3B6E">
            <w:pPr>
              <w:pStyle w:val="TAC"/>
            </w:pPr>
            <w:r w:rsidRPr="001C0CC4">
              <w:t>4224</w:t>
            </w:r>
          </w:p>
        </w:tc>
        <w:tc>
          <w:tcPr>
            <w:tcW w:w="848" w:type="dxa"/>
          </w:tcPr>
          <w:p w14:paraId="49FF87E6" w14:textId="77777777" w:rsidR="007D3B6E" w:rsidRPr="001C0CC4" w:rsidRDefault="007D3B6E" w:rsidP="007D3B6E">
            <w:pPr>
              <w:pStyle w:val="TAC"/>
            </w:pPr>
            <w:r w:rsidRPr="001C0CC4">
              <w:t>5120</w:t>
            </w:r>
          </w:p>
        </w:tc>
        <w:tc>
          <w:tcPr>
            <w:tcW w:w="848" w:type="dxa"/>
          </w:tcPr>
          <w:p w14:paraId="1F1C1D4B" w14:textId="12B7AE99" w:rsidR="007D3B6E" w:rsidRPr="001C0CC4" w:rsidRDefault="007D3B6E" w:rsidP="007D3B6E">
            <w:pPr>
              <w:pStyle w:val="TAC"/>
            </w:pPr>
            <w:r>
              <w:rPr>
                <w:rFonts w:hint="eastAsia"/>
                <w:lang w:eastAsia="zh-CN"/>
              </w:rPr>
              <w:t>6</w:t>
            </w:r>
            <w:r>
              <w:rPr>
                <w:lang w:eastAsia="zh-CN"/>
              </w:rPr>
              <w:t>016</w:t>
            </w:r>
          </w:p>
        </w:tc>
        <w:tc>
          <w:tcPr>
            <w:tcW w:w="848" w:type="dxa"/>
          </w:tcPr>
          <w:p w14:paraId="6B0D671B" w14:textId="2D61E1B1" w:rsidR="007D3B6E" w:rsidRPr="001C0CC4" w:rsidRDefault="007D3B6E" w:rsidP="007D3B6E">
            <w:pPr>
              <w:pStyle w:val="TAC"/>
            </w:pPr>
            <w:r w:rsidRPr="001C0CC4">
              <w:t>6912</w:t>
            </w:r>
          </w:p>
        </w:tc>
        <w:tc>
          <w:tcPr>
            <w:tcW w:w="849" w:type="dxa"/>
          </w:tcPr>
          <w:p w14:paraId="7C396DDE" w14:textId="77777777" w:rsidR="007D3B6E" w:rsidRPr="001C0CC4" w:rsidRDefault="007D3B6E" w:rsidP="007D3B6E">
            <w:pPr>
              <w:pStyle w:val="TAC"/>
            </w:pPr>
            <w:r w:rsidRPr="001C0CC4">
              <w:t>8712</w:t>
            </w:r>
          </w:p>
        </w:tc>
      </w:tr>
      <w:tr w:rsidR="007D3B6E" w:rsidRPr="001C0CC4" w14:paraId="109CF838" w14:textId="77777777" w:rsidTr="007D3B6E">
        <w:trPr>
          <w:jc w:val="center"/>
        </w:trPr>
        <w:tc>
          <w:tcPr>
            <w:tcW w:w="3690" w:type="dxa"/>
          </w:tcPr>
          <w:p w14:paraId="18819E84" w14:textId="77777777" w:rsidR="007D3B6E" w:rsidRPr="00DC7196" w:rsidRDefault="007D3B6E" w:rsidP="007D3B6E">
            <w:pPr>
              <w:pStyle w:val="TAL"/>
            </w:pPr>
            <w:r w:rsidRPr="00DC7196">
              <w:t>Transport block CRC</w:t>
            </w:r>
          </w:p>
        </w:tc>
        <w:tc>
          <w:tcPr>
            <w:tcW w:w="1093" w:type="dxa"/>
          </w:tcPr>
          <w:p w14:paraId="3FAAF7AF" w14:textId="77777777" w:rsidR="007D3B6E" w:rsidRPr="001C0CC4" w:rsidRDefault="007D3B6E" w:rsidP="007D3B6E">
            <w:pPr>
              <w:pStyle w:val="TAC"/>
            </w:pPr>
            <w:r w:rsidRPr="001C0CC4">
              <w:t>Bits</w:t>
            </w:r>
          </w:p>
        </w:tc>
        <w:tc>
          <w:tcPr>
            <w:tcW w:w="848" w:type="dxa"/>
          </w:tcPr>
          <w:p w14:paraId="1CECC43A" w14:textId="77777777" w:rsidR="007D3B6E" w:rsidRPr="001C0CC4" w:rsidRDefault="007D3B6E" w:rsidP="007D3B6E">
            <w:pPr>
              <w:pStyle w:val="TAC"/>
            </w:pPr>
            <w:r w:rsidRPr="001C0CC4">
              <w:t>16</w:t>
            </w:r>
          </w:p>
        </w:tc>
        <w:tc>
          <w:tcPr>
            <w:tcW w:w="848" w:type="dxa"/>
          </w:tcPr>
          <w:p w14:paraId="42309BC5" w14:textId="77777777" w:rsidR="007D3B6E" w:rsidRPr="001C0CC4" w:rsidRDefault="007D3B6E" w:rsidP="007D3B6E">
            <w:pPr>
              <w:pStyle w:val="TAC"/>
            </w:pPr>
            <w:r w:rsidRPr="001C0CC4">
              <w:t>16</w:t>
            </w:r>
          </w:p>
        </w:tc>
        <w:tc>
          <w:tcPr>
            <w:tcW w:w="848" w:type="dxa"/>
          </w:tcPr>
          <w:p w14:paraId="5DD49EF8" w14:textId="77777777" w:rsidR="007D3B6E" w:rsidRPr="001C0CC4" w:rsidRDefault="007D3B6E" w:rsidP="007D3B6E">
            <w:pPr>
              <w:pStyle w:val="TAC"/>
            </w:pPr>
            <w:r w:rsidRPr="001C0CC4">
              <w:t>16</w:t>
            </w:r>
          </w:p>
        </w:tc>
        <w:tc>
          <w:tcPr>
            <w:tcW w:w="848" w:type="dxa"/>
          </w:tcPr>
          <w:p w14:paraId="40E37818" w14:textId="77777777" w:rsidR="007D3B6E" w:rsidRPr="001C0CC4" w:rsidRDefault="007D3B6E" w:rsidP="007D3B6E">
            <w:pPr>
              <w:pStyle w:val="TAC"/>
            </w:pPr>
            <w:r w:rsidRPr="001C0CC4">
              <w:t>16</w:t>
            </w:r>
          </w:p>
        </w:tc>
        <w:tc>
          <w:tcPr>
            <w:tcW w:w="848" w:type="dxa"/>
          </w:tcPr>
          <w:p w14:paraId="71830F0D" w14:textId="77777777" w:rsidR="007D3B6E" w:rsidRPr="001C0CC4" w:rsidRDefault="007D3B6E" w:rsidP="007D3B6E">
            <w:pPr>
              <w:pStyle w:val="TAC"/>
            </w:pPr>
            <w:r w:rsidRPr="001C0CC4">
              <w:t>16</w:t>
            </w:r>
          </w:p>
        </w:tc>
        <w:tc>
          <w:tcPr>
            <w:tcW w:w="848" w:type="dxa"/>
          </w:tcPr>
          <w:p w14:paraId="4BE559DC" w14:textId="77777777" w:rsidR="007D3B6E" w:rsidRPr="001C0CC4" w:rsidRDefault="007D3B6E" w:rsidP="007D3B6E">
            <w:pPr>
              <w:pStyle w:val="TAC"/>
            </w:pPr>
            <w:r w:rsidRPr="001C0CC4">
              <w:t>16</w:t>
            </w:r>
          </w:p>
        </w:tc>
        <w:tc>
          <w:tcPr>
            <w:tcW w:w="848" w:type="dxa"/>
          </w:tcPr>
          <w:p w14:paraId="38B53BBE" w14:textId="77777777" w:rsidR="007D3B6E" w:rsidRPr="001C0CC4" w:rsidRDefault="007D3B6E" w:rsidP="007D3B6E">
            <w:pPr>
              <w:pStyle w:val="TAC"/>
            </w:pPr>
            <w:r w:rsidRPr="001C0CC4">
              <w:t>24</w:t>
            </w:r>
          </w:p>
        </w:tc>
        <w:tc>
          <w:tcPr>
            <w:tcW w:w="848" w:type="dxa"/>
          </w:tcPr>
          <w:p w14:paraId="1BC1B44E" w14:textId="77777777" w:rsidR="007D3B6E" w:rsidRPr="001C0CC4" w:rsidRDefault="007D3B6E" w:rsidP="007D3B6E">
            <w:pPr>
              <w:pStyle w:val="TAC"/>
            </w:pPr>
            <w:r w:rsidRPr="001C0CC4">
              <w:t>24</w:t>
            </w:r>
          </w:p>
        </w:tc>
        <w:tc>
          <w:tcPr>
            <w:tcW w:w="848" w:type="dxa"/>
          </w:tcPr>
          <w:p w14:paraId="52D3D5EC" w14:textId="2BB1D87C" w:rsidR="007D3B6E" w:rsidRPr="001C0CC4" w:rsidRDefault="007D3B6E" w:rsidP="007D3B6E">
            <w:pPr>
              <w:pStyle w:val="TAC"/>
            </w:pPr>
            <w:r>
              <w:t>24</w:t>
            </w:r>
          </w:p>
        </w:tc>
        <w:tc>
          <w:tcPr>
            <w:tcW w:w="848" w:type="dxa"/>
          </w:tcPr>
          <w:p w14:paraId="712EC45D" w14:textId="149C7F7F" w:rsidR="007D3B6E" w:rsidRPr="001C0CC4" w:rsidRDefault="007D3B6E" w:rsidP="007D3B6E">
            <w:pPr>
              <w:pStyle w:val="TAC"/>
            </w:pPr>
            <w:r w:rsidRPr="001C0CC4">
              <w:t>24</w:t>
            </w:r>
          </w:p>
        </w:tc>
        <w:tc>
          <w:tcPr>
            <w:tcW w:w="849" w:type="dxa"/>
          </w:tcPr>
          <w:p w14:paraId="2A300E2F" w14:textId="77777777" w:rsidR="007D3B6E" w:rsidRPr="001C0CC4" w:rsidRDefault="007D3B6E" w:rsidP="007D3B6E">
            <w:pPr>
              <w:pStyle w:val="TAC"/>
            </w:pPr>
            <w:r w:rsidRPr="001C0CC4">
              <w:t>24</w:t>
            </w:r>
          </w:p>
        </w:tc>
      </w:tr>
      <w:tr w:rsidR="007D3B6E" w:rsidRPr="001C0CC4" w14:paraId="22C9B334" w14:textId="77777777" w:rsidTr="007D3B6E">
        <w:trPr>
          <w:jc w:val="center"/>
        </w:trPr>
        <w:tc>
          <w:tcPr>
            <w:tcW w:w="3690" w:type="dxa"/>
          </w:tcPr>
          <w:p w14:paraId="70EB3955" w14:textId="77777777" w:rsidR="007D3B6E" w:rsidRPr="00DC7196" w:rsidRDefault="007D3B6E" w:rsidP="007D3B6E">
            <w:pPr>
              <w:pStyle w:val="TAL"/>
            </w:pPr>
            <w:r w:rsidRPr="00DC7196">
              <w:t>LDPC base graph</w:t>
            </w:r>
          </w:p>
        </w:tc>
        <w:tc>
          <w:tcPr>
            <w:tcW w:w="1093" w:type="dxa"/>
          </w:tcPr>
          <w:p w14:paraId="0B036C8A" w14:textId="77777777" w:rsidR="007D3B6E" w:rsidRPr="001C0CC4" w:rsidRDefault="007D3B6E" w:rsidP="007D3B6E">
            <w:pPr>
              <w:pStyle w:val="TAC"/>
            </w:pPr>
          </w:p>
        </w:tc>
        <w:tc>
          <w:tcPr>
            <w:tcW w:w="848" w:type="dxa"/>
          </w:tcPr>
          <w:p w14:paraId="1D67AAF3" w14:textId="77777777" w:rsidR="007D3B6E" w:rsidRPr="001C0CC4" w:rsidRDefault="007D3B6E" w:rsidP="007D3B6E">
            <w:pPr>
              <w:pStyle w:val="TAC"/>
            </w:pPr>
            <w:r w:rsidRPr="001C0CC4">
              <w:t>2</w:t>
            </w:r>
          </w:p>
        </w:tc>
        <w:tc>
          <w:tcPr>
            <w:tcW w:w="848" w:type="dxa"/>
          </w:tcPr>
          <w:p w14:paraId="2D15E453" w14:textId="77777777" w:rsidR="007D3B6E" w:rsidRPr="001C0CC4" w:rsidRDefault="007D3B6E" w:rsidP="007D3B6E">
            <w:pPr>
              <w:pStyle w:val="TAC"/>
            </w:pPr>
            <w:r w:rsidRPr="001C0CC4">
              <w:t>2</w:t>
            </w:r>
          </w:p>
        </w:tc>
        <w:tc>
          <w:tcPr>
            <w:tcW w:w="848" w:type="dxa"/>
          </w:tcPr>
          <w:p w14:paraId="3BE518E6" w14:textId="77777777" w:rsidR="007D3B6E" w:rsidRPr="001C0CC4" w:rsidRDefault="007D3B6E" w:rsidP="007D3B6E">
            <w:pPr>
              <w:pStyle w:val="TAC"/>
            </w:pPr>
            <w:r w:rsidRPr="001C0CC4">
              <w:t>2</w:t>
            </w:r>
          </w:p>
        </w:tc>
        <w:tc>
          <w:tcPr>
            <w:tcW w:w="848" w:type="dxa"/>
          </w:tcPr>
          <w:p w14:paraId="5EF8F3BD" w14:textId="77777777" w:rsidR="007D3B6E" w:rsidRPr="001C0CC4" w:rsidRDefault="007D3B6E" w:rsidP="007D3B6E">
            <w:pPr>
              <w:pStyle w:val="TAC"/>
            </w:pPr>
            <w:r w:rsidRPr="001C0CC4">
              <w:t>2</w:t>
            </w:r>
          </w:p>
        </w:tc>
        <w:tc>
          <w:tcPr>
            <w:tcW w:w="848" w:type="dxa"/>
          </w:tcPr>
          <w:p w14:paraId="0FAB7EBE" w14:textId="77777777" w:rsidR="007D3B6E" w:rsidRPr="001C0CC4" w:rsidRDefault="007D3B6E" w:rsidP="007D3B6E">
            <w:pPr>
              <w:pStyle w:val="TAC"/>
            </w:pPr>
            <w:r w:rsidRPr="001C0CC4">
              <w:t>2</w:t>
            </w:r>
          </w:p>
        </w:tc>
        <w:tc>
          <w:tcPr>
            <w:tcW w:w="848" w:type="dxa"/>
          </w:tcPr>
          <w:p w14:paraId="4129F3C6" w14:textId="77777777" w:rsidR="007D3B6E" w:rsidRPr="001C0CC4" w:rsidRDefault="007D3B6E" w:rsidP="007D3B6E">
            <w:pPr>
              <w:pStyle w:val="TAC"/>
            </w:pPr>
            <w:r w:rsidRPr="001C0CC4">
              <w:t>2</w:t>
            </w:r>
          </w:p>
        </w:tc>
        <w:tc>
          <w:tcPr>
            <w:tcW w:w="848" w:type="dxa"/>
          </w:tcPr>
          <w:p w14:paraId="0179C7FA" w14:textId="77777777" w:rsidR="007D3B6E" w:rsidRPr="001C0CC4" w:rsidRDefault="007D3B6E" w:rsidP="007D3B6E">
            <w:pPr>
              <w:pStyle w:val="TAC"/>
            </w:pPr>
            <w:r w:rsidRPr="001C0CC4">
              <w:t>1</w:t>
            </w:r>
          </w:p>
        </w:tc>
        <w:tc>
          <w:tcPr>
            <w:tcW w:w="848" w:type="dxa"/>
          </w:tcPr>
          <w:p w14:paraId="37F97B84" w14:textId="77777777" w:rsidR="007D3B6E" w:rsidRPr="001C0CC4" w:rsidRDefault="007D3B6E" w:rsidP="007D3B6E">
            <w:pPr>
              <w:pStyle w:val="TAC"/>
            </w:pPr>
            <w:r w:rsidRPr="001C0CC4">
              <w:t>1</w:t>
            </w:r>
          </w:p>
        </w:tc>
        <w:tc>
          <w:tcPr>
            <w:tcW w:w="848" w:type="dxa"/>
          </w:tcPr>
          <w:p w14:paraId="79C343D3" w14:textId="60CAC9AA" w:rsidR="007D3B6E" w:rsidRPr="001C0CC4" w:rsidRDefault="007D3B6E" w:rsidP="007D3B6E">
            <w:pPr>
              <w:pStyle w:val="TAC"/>
            </w:pPr>
            <w:r>
              <w:t>1</w:t>
            </w:r>
          </w:p>
        </w:tc>
        <w:tc>
          <w:tcPr>
            <w:tcW w:w="848" w:type="dxa"/>
          </w:tcPr>
          <w:p w14:paraId="79044B8C" w14:textId="23C28DB6" w:rsidR="007D3B6E" w:rsidRPr="001C0CC4" w:rsidRDefault="007D3B6E" w:rsidP="007D3B6E">
            <w:pPr>
              <w:pStyle w:val="TAC"/>
            </w:pPr>
            <w:r w:rsidRPr="001C0CC4">
              <w:t>1</w:t>
            </w:r>
          </w:p>
        </w:tc>
        <w:tc>
          <w:tcPr>
            <w:tcW w:w="849" w:type="dxa"/>
          </w:tcPr>
          <w:p w14:paraId="34D321F0" w14:textId="77777777" w:rsidR="007D3B6E" w:rsidRPr="001C0CC4" w:rsidRDefault="007D3B6E" w:rsidP="007D3B6E">
            <w:pPr>
              <w:pStyle w:val="TAC"/>
            </w:pPr>
            <w:r w:rsidRPr="001C0CC4">
              <w:t>1</w:t>
            </w:r>
          </w:p>
        </w:tc>
      </w:tr>
      <w:tr w:rsidR="007D3B6E" w:rsidRPr="001C0CC4" w14:paraId="2167E297" w14:textId="77777777" w:rsidTr="007D3B6E">
        <w:trPr>
          <w:jc w:val="center"/>
        </w:trPr>
        <w:tc>
          <w:tcPr>
            <w:tcW w:w="3690" w:type="dxa"/>
          </w:tcPr>
          <w:p w14:paraId="2EECA284" w14:textId="77777777" w:rsidR="007D3B6E" w:rsidRPr="00DC7196" w:rsidRDefault="007D3B6E" w:rsidP="007D3B6E">
            <w:pPr>
              <w:pStyle w:val="TAH"/>
            </w:pPr>
            <w:r w:rsidRPr="00DC7196">
              <w:t>Number of Code Blocks per Slot</w:t>
            </w:r>
          </w:p>
        </w:tc>
        <w:tc>
          <w:tcPr>
            <w:tcW w:w="1093" w:type="dxa"/>
          </w:tcPr>
          <w:p w14:paraId="47236683" w14:textId="77777777" w:rsidR="007D3B6E" w:rsidRPr="001C0CC4" w:rsidRDefault="007D3B6E" w:rsidP="007D3B6E">
            <w:pPr>
              <w:pStyle w:val="TAC"/>
            </w:pPr>
          </w:p>
        </w:tc>
        <w:tc>
          <w:tcPr>
            <w:tcW w:w="848" w:type="dxa"/>
          </w:tcPr>
          <w:p w14:paraId="34209126" w14:textId="77777777" w:rsidR="007D3B6E" w:rsidRPr="001C0CC4" w:rsidRDefault="007D3B6E" w:rsidP="007D3B6E">
            <w:pPr>
              <w:pStyle w:val="TAC"/>
            </w:pPr>
          </w:p>
        </w:tc>
        <w:tc>
          <w:tcPr>
            <w:tcW w:w="848" w:type="dxa"/>
          </w:tcPr>
          <w:p w14:paraId="606D2550" w14:textId="77777777" w:rsidR="007D3B6E" w:rsidRPr="001C0CC4" w:rsidRDefault="007D3B6E" w:rsidP="007D3B6E">
            <w:pPr>
              <w:pStyle w:val="TAC"/>
            </w:pPr>
          </w:p>
        </w:tc>
        <w:tc>
          <w:tcPr>
            <w:tcW w:w="848" w:type="dxa"/>
          </w:tcPr>
          <w:p w14:paraId="563D44FA" w14:textId="77777777" w:rsidR="007D3B6E" w:rsidRPr="001C0CC4" w:rsidRDefault="007D3B6E" w:rsidP="007D3B6E">
            <w:pPr>
              <w:pStyle w:val="TAC"/>
            </w:pPr>
          </w:p>
        </w:tc>
        <w:tc>
          <w:tcPr>
            <w:tcW w:w="848" w:type="dxa"/>
          </w:tcPr>
          <w:p w14:paraId="078C1FA3" w14:textId="77777777" w:rsidR="007D3B6E" w:rsidRPr="001C0CC4" w:rsidRDefault="007D3B6E" w:rsidP="007D3B6E">
            <w:pPr>
              <w:pStyle w:val="TAC"/>
            </w:pPr>
          </w:p>
        </w:tc>
        <w:tc>
          <w:tcPr>
            <w:tcW w:w="848" w:type="dxa"/>
          </w:tcPr>
          <w:p w14:paraId="25A66A83" w14:textId="77777777" w:rsidR="007D3B6E" w:rsidRPr="001C0CC4" w:rsidRDefault="007D3B6E" w:rsidP="007D3B6E">
            <w:pPr>
              <w:pStyle w:val="TAC"/>
            </w:pPr>
          </w:p>
        </w:tc>
        <w:tc>
          <w:tcPr>
            <w:tcW w:w="848" w:type="dxa"/>
          </w:tcPr>
          <w:p w14:paraId="7C50E333" w14:textId="77777777" w:rsidR="007D3B6E" w:rsidRPr="001C0CC4" w:rsidRDefault="007D3B6E" w:rsidP="007D3B6E">
            <w:pPr>
              <w:pStyle w:val="TAC"/>
            </w:pPr>
          </w:p>
        </w:tc>
        <w:tc>
          <w:tcPr>
            <w:tcW w:w="848" w:type="dxa"/>
          </w:tcPr>
          <w:p w14:paraId="462923E6" w14:textId="77777777" w:rsidR="007D3B6E" w:rsidRPr="001C0CC4" w:rsidRDefault="007D3B6E" w:rsidP="007D3B6E">
            <w:pPr>
              <w:pStyle w:val="TAC"/>
            </w:pPr>
          </w:p>
        </w:tc>
        <w:tc>
          <w:tcPr>
            <w:tcW w:w="848" w:type="dxa"/>
          </w:tcPr>
          <w:p w14:paraId="3352F883" w14:textId="77777777" w:rsidR="007D3B6E" w:rsidRPr="001C0CC4" w:rsidRDefault="007D3B6E" w:rsidP="007D3B6E">
            <w:pPr>
              <w:pStyle w:val="TAC"/>
            </w:pPr>
          </w:p>
        </w:tc>
        <w:tc>
          <w:tcPr>
            <w:tcW w:w="848" w:type="dxa"/>
          </w:tcPr>
          <w:p w14:paraId="571CA112" w14:textId="77777777" w:rsidR="007D3B6E" w:rsidRPr="001C0CC4" w:rsidRDefault="007D3B6E" w:rsidP="007D3B6E">
            <w:pPr>
              <w:pStyle w:val="TAC"/>
            </w:pPr>
          </w:p>
        </w:tc>
        <w:tc>
          <w:tcPr>
            <w:tcW w:w="848" w:type="dxa"/>
          </w:tcPr>
          <w:p w14:paraId="111477C9" w14:textId="530DE525" w:rsidR="007D3B6E" w:rsidRPr="001C0CC4" w:rsidRDefault="007D3B6E" w:rsidP="007D3B6E">
            <w:pPr>
              <w:pStyle w:val="TAC"/>
            </w:pPr>
          </w:p>
        </w:tc>
        <w:tc>
          <w:tcPr>
            <w:tcW w:w="849" w:type="dxa"/>
          </w:tcPr>
          <w:p w14:paraId="5944045A" w14:textId="77777777" w:rsidR="007D3B6E" w:rsidRPr="001C0CC4" w:rsidRDefault="007D3B6E" w:rsidP="007D3B6E">
            <w:pPr>
              <w:pStyle w:val="TAC"/>
            </w:pPr>
          </w:p>
        </w:tc>
      </w:tr>
      <w:tr w:rsidR="007D3B6E" w:rsidRPr="001C0CC4" w14:paraId="1D03377D" w14:textId="77777777" w:rsidTr="007D3B6E">
        <w:trPr>
          <w:jc w:val="center"/>
        </w:trPr>
        <w:tc>
          <w:tcPr>
            <w:tcW w:w="3690" w:type="dxa"/>
          </w:tcPr>
          <w:p w14:paraId="296C71EE" w14:textId="77777777" w:rsidR="007D3B6E" w:rsidRPr="00DC7196" w:rsidRDefault="007D3B6E" w:rsidP="007D3B6E">
            <w:pPr>
              <w:pStyle w:val="TAL"/>
            </w:pPr>
            <w:r w:rsidRPr="00DC7196">
              <w:t xml:space="preserve">  For Slots 0,1,2,3 and Slot i, if mod(i, 20) = {14,15,16,17,18,19} for i from {0,…,39}</w:t>
            </w:r>
          </w:p>
        </w:tc>
        <w:tc>
          <w:tcPr>
            <w:tcW w:w="1093" w:type="dxa"/>
          </w:tcPr>
          <w:p w14:paraId="405B7E58" w14:textId="77777777" w:rsidR="007D3B6E" w:rsidRPr="001C0CC4" w:rsidRDefault="007D3B6E" w:rsidP="007D3B6E">
            <w:pPr>
              <w:pStyle w:val="TAC"/>
            </w:pPr>
            <w:r w:rsidRPr="001C0CC4">
              <w:t>CBs</w:t>
            </w:r>
          </w:p>
        </w:tc>
        <w:tc>
          <w:tcPr>
            <w:tcW w:w="848" w:type="dxa"/>
          </w:tcPr>
          <w:p w14:paraId="110AC95E" w14:textId="77777777" w:rsidR="007D3B6E" w:rsidRPr="001C0CC4" w:rsidRDefault="007D3B6E" w:rsidP="007D3B6E">
            <w:pPr>
              <w:pStyle w:val="TAC"/>
            </w:pPr>
            <w:r w:rsidRPr="001C0CC4">
              <w:t>N/A</w:t>
            </w:r>
          </w:p>
        </w:tc>
        <w:tc>
          <w:tcPr>
            <w:tcW w:w="848" w:type="dxa"/>
          </w:tcPr>
          <w:p w14:paraId="65DBD4FE" w14:textId="77777777" w:rsidR="007D3B6E" w:rsidRPr="001C0CC4" w:rsidRDefault="007D3B6E" w:rsidP="007D3B6E">
            <w:pPr>
              <w:pStyle w:val="TAC"/>
            </w:pPr>
            <w:r w:rsidRPr="001C0CC4">
              <w:t>N/A</w:t>
            </w:r>
          </w:p>
        </w:tc>
        <w:tc>
          <w:tcPr>
            <w:tcW w:w="848" w:type="dxa"/>
          </w:tcPr>
          <w:p w14:paraId="3D86F6CE" w14:textId="77777777" w:rsidR="007D3B6E" w:rsidRPr="001C0CC4" w:rsidRDefault="007D3B6E" w:rsidP="007D3B6E">
            <w:pPr>
              <w:pStyle w:val="TAC"/>
            </w:pPr>
            <w:r w:rsidRPr="001C0CC4">
              <w:t>N/A</w:t>
            </w:r>
          </w:p>
        </w:tc>
        <w:tc>
          <w:tcPr>
            <w:tcW w:w="848" w:type="dxa"/>
          </w:tcPr>
          <w:p w14:paraId="7DB71134" w14:textId="77777777" w:rsidR="007D3B6E" w:rsidRPr="001C0CC4" w:rsidRDefault="007D3B6E" w:rsidP="007D3B6E">
            <w:pPr>
              <w:pStyle w:val="TAC"/>
            </w:pPr>
            <w:r w:rsidRPr="001C0CC4">
              <w:t>N/A</w:t>
            </w:r>
          </w:p>
        </w:tc>
        <w:tc>
          <w:tcPr>
            <w:tcW w:w="848" w:type="dxa"/>
          </w:tcPr>
          <w:p w14:paraId="731BE5F5" w14:textId="77777777" w:rsidR="007D3B6E" w:rsidRPr="001C0CC4" w:rsidRDefault="007D3B6E" w:rsidP="007D3B6E">
            <w:pPr>
              <w:pStyle w:val="TAC"/>
            </w:pPr>
            <w:r w:rsidRPr="001C0CC4">
              <w:t>N/A</w:t>
            </w:r>
          </w:p>
        </w:tc>
        <w:tc>
          <w:tcPr>
            <w:tcW w:w="848" w:type="dxa"/>
          </w:tcPr>
          <w:p w14:paraId="1051E1C4" w14:textId="77777777" w:rsidR="007D3B6E" w:rsidRPr="001C0CC4" w:rsidRDefault="007D3B6E" w:rsidP="007D3B6E">
            <w:pPr>
              <w:pStyle w:val="TAC"/>
            </w:pPr>
            <w:r w:rsidRPr="001C0CC4">
              <w:t>N/A</w:t>
            </w:r>
          </w:p>
        </w:tc>
        <w:tc>
          <w:tcPr>
            <w:tcW w:w="848" w:type="dxa"/>
          </w:tcPr>
          <w:p w14:paraId="304ED620" w14:textId="77777777" w:rsidR="007D3B6E" w:rsidRPr="001C0CC4" w:rsidRDefault="007D3B6E" w:rsidP="007D3B6E">
            <w:pPr>
              <w:pStyle w:val="TAC"/>
            </w:pPr>
            <w:r w:rsidRPr="001C0CC4">
              <w:t>N/A</w:t>
            </w:r>
          </w:p>
        </w:tc>
        <w:tc>
          <w:tcPr>
            <w:tcW w:w="848" w:type="dxa"/>
          </w:tcPr>
          <w:p w14:paraId="5B794CC2" w14:textId="77777777" w:rsidR="007D3B6E" w:rsidRPr="001C0CC4" w:rsidRDefault="007D3B6E" w:rsidP="007D3B6E">
            <w:pPr>
              <w:pStyle w:val="TAC"/>
            </w:pPr>
            <w:r w:rsidRPr="001C0CC4">
              <w:t>N/A</w:t>
            </w:r>
          </w:p>
        </w:tc>
        <w:tc>
          <w:tcPr>
            <w:tcW w:w="848" w:type="dxa"/>
          </w:tcPr>
          <w:p w14:paraId="658D43A9" w14:textId="5EA75692" w:rsidR="007D3B6E" w:rsidRPr="001C0CC4" w:rsidRDefault="007D3B6E" w:rsidP="007D3B6E">
            <w:pPr>
              <w:pStyle w:val="TAC"/>
            </w:pPr>
            <w:r>
              <w:t>N/A</w:t>
            </w:r>
          </w:p>
        </w:tc>
        <w:tc>
          <w:tcPr>
            <w:tcW w:w="848" w:type="dxa"/>
          </w:tcPr>
          <w:p w14:paraId="5782A516" w14:textId="005C0736" w:rsidR="007D3B6E" w:rsidRPr="001C0CC4" w:rsidRDefault="007D3B6E" w:rsidP="007D3B6E">
            <w:pPr>
              <w:pStyle w:val="TAC"/>
            </w:pPr>
            <w:r w:rsidRPr="001C0CC4">
              <w:t>N/A</w:t>
            </w:r>
          </w:p>
        </w:tc>
        <w:tc>
          <w:tcPr>
            <w:tcW w:w="849" w:type="dxa"/>
          </w:tcPr>
          <w:p w14:paraId="4A042B70" w14:textId="77777777" w:rsidR="007D3B6E" w:rsidRPr="001C0CC4" w:rsidRDefault="007D3B6E" w:rsidP="007D3B6E">
            <w:pPr>
              <w:pStyle w:val="TAC"/>
            </w:pPr>
            <w:r w:rsidRPr="001C0CC4">
              <w:t>N/A</w:t>
            </w:r>
          </w:p>
        </w:tc>
      </w:tr>
      <w:tr w:rsidR="007D3B6E" w:rsidRPr="001C0CC4" w14:paraId="42C25C8A" w14:textId="77777777" w:rsidTr="007D3B6E">
        <w:trPr>
          <w:jc w:val="center"/>
        </w:trPr>
        <w:tc>
          <w:tcPr>
            <w:tcW w:w="3690" w:type="dxa"/>
          </w:tcPr>
          <w:p w14:paraId="1F747B0C" w14:textId="77777777" w:rsidR="007D3B6E" w:rsidRPr="00DC7196" w:rsidRDefault="007D3B6E" w:rsidP="007D3B6E">
            <w:pPr>
              <w:pStyle w:val="TAL"/>
            </w:pPr>
            <w:r w:rsidRPr="00DC7196">
              <w:t xml:space="preserve">  For Slot i, if mod(i, 20) = {0,…, 13} for i from {4,…,39}</w:t>
            </w:r>
          </w:p>
        </w:tc>
        <w:tc>
          <w:tcPr>
            <w:tcW w:w="1093" w:type="dxa"/>
          </w:tcPr>
          <w:p w14:paraId="52A13D85" w14:textId="77777777" w:rsidR="007D3B6E" w:rsidRPr="001C0CC4" w:rsidRDefault="007D3B6E" w:rsidP="007D3B6E">
            <w:pPr>
              <w:pStyle w:val="TAC"/>
            </w:pPr>
            <w:r w:rsidRPr="001C0CC4">
              <w:t>CBs</w:t>
            </w:r>
          </w:p>
        </w:tc>
        <w:tc>
          <w:tcPr>
            <w:tcW w:w="848" w:type="dxa"/>
          </w:tcPr>
          <w:p w14:paraId="0EC20012" w14:textId="77777777" w:rsidR="007D3B6E" w:rsidRPr="001C0CC4" w:rsidRDefault="007D3B6E" w:rsidP="007D3B6E">
            <w:pPr>
              <w:pStyle w:val="TAC"/>
            </w:pPr>
            <w:r w:rsidRPr="001C0CC4">
              <w:t>1</w:t>
            </w:r>
          </w:p>
        </w:tc>
        <w:tc>
          <w:tcPr>
            <w:tcW w:w="848" w:type="dxa"/>
          </w:tcPr>
          <w:p w14:paraId="43896378" w14:textId="77777777" w:rsidR="007D3B6E" w:rsidRPr="001C0CC4" w:rsidRDefault="007D3B6E" w:rsidP="007D3B6E">
            <w:pPr>
              <w:pStyle w:val="TAC"/>
            </w:pPr>
            <w:r w:rsidRPr="001C0CC4">
              <w:t>1</w:t>
            </w:r>
          </w:p>
        </w:tc>
        <w:tc>
          <w:tcPr>
            <w:tcW w:w="848" w:type="dxa"/>
          </w:tcPr>
          <w:p w14:paraId="08B9BD87" w14:textId="77777777" w:rsidR="007D3B6E" w:rsidRPr="001C0CC4" w:rsidRDefault="007D3B6E" w:rsidP="007D3B6E">
            <w:pPr>
              <w:pStyle w:val="TAC"/>
            </w:pPr>
            <w:r w:rsidRPr="001C0CC4">
              <w:t>1</w:t>
            </w:r>
          </w:p>
        </w:tc>
        <w:tc>
          <w:tcPr>
            <w:tcW w:w="848" w:type="dxa"/>
          </w:tcPr>
          <w:p w14:paraId="58A889BB" w14:textId="77777777" w:rsidR="007D3B6E" w:rsidRPr="001C0CC4" w:rsidRDefault="007D3B6E" w:rsidP="007D3B6E">
            <w:pPr>
              <w:pStyle w:val="TAC"/>
            </w:pPr>
            <w:r w:rsidRPr="001C0CC4">
              <w:t>1</w:t>
            </w:r>
          </w:p>
        </w:tc>
        <w:tc>
          <w:tcPr>
            <w:tcW w:w="848" w:type="dxa"/>
          </w:tcPr>
          <w:p w14:paraId="54B8B2C9" w14:textId="77777777" w:rsidR="007D3B6E" w:rsidRPr="001C0CC4" w:rsidRDefault="007D3B6E" w:rsidP="007D3B6E">
            <w:pPr>
              <w:pStyle w:val="TAC"/>
            </w:pPr>
            <w:r w:rsidRPr="001C0CC4">
              <w:t>1</w:t>
            </w:r>
          </w:p>
        </w:tc>
        <w:tc>
          <w:tcPr>
            <w:tcW w:w="848" w:type="dxa"/>
          </w:tcPr>
          <w:p w14:paraId="4CAF996B" w14:textId="77777777" w:rsidR="007D3B6E" w:rsidRPr="001C0CC4" w:rsidRDefault="007D3B6E" w:rsidP="007D3B6E">
            <w:pPr>
              <w:pStyle w:val="TAC"/>
            </w:pPr>
            <w:r w:rsidRPr="001C0CC4">
              <w:t>1</w:t>
            </w:r>
          </w:p>
        </w:tc>
        <w:tc>
          <w:tcPr>
            <w:tcW w:w="848" w:type="dxa"/>
          </w:tcPr>
          <w:p w14:paraId="079D73E4" w14:textId="77777777" w:rsidR="007D3B6E" w:rsidRPr="001C0CC4" w:rsidRDefault="007D3B6E" w:rsidP="007D3B6E">
            <w:pPr>
              <w:pStyle w:val="TAC"/>
            </w:pPr>
            <w:r w:rsidRPr="001C0CC4">
              <w:t>1</w:t>
            </w:r>
          </w:p>
        </w:tc>
        <w:tc>
          <w:tcPr>
            <w:tcW w:w="848" w:type="dxa"/>
          </w:tcPr>
          <w:p w14:paraId="3E73B963" w14:textId="77777777" w:rsidR="007D3B6E" w:rsidRPr="001C0CC4" w:rsidRDefault="007D3B6E" w:rsidP="007D3B6E">
            <w:pPr>
              <w:pStyle w:val="TAC"/>
            </w:pPr>
            <w:r w:rsidRPr="001C0CC4">
              <w:t>1</w:t>
            </w:r>
          </w:p>
        </w:tc>
        <w:tc>
          <w:tcPr>
            <w:tcW w:w="848" w:type="dxa"/>
          </w:tcPr>
          <w:p w14:paraId="269B2B01" w14:textId="54B11ABF" w:rsidR="007D3B6E" w:rsidRPr="001C0CC4" w:rsidRDefault="007D3B6E" w:rsidP="007D3B6E">
            <w:pPr>
              <w:pStyle w:val="TAC"/>
            </w:pPr>
            <w:r>
              <w:t>1</w:t>
            </w:r>
          </w:p>
        </w:tc>
        <w:tc>
          <w:tcPr>
            <w:tcW w:w="848" w:type="dxa"/>
          </w:tcPr>
          <w:p w14:paraId="789BD058" w14:textId="77698834" w:rsidR="007D3B6E" w:rsidRPr="001C0CC4" w:rsidRDefault="007D3B6E" w:rsidP="007D3B6E">
            <w:pPr>
              <w:pStyle w:val="TAC"/>
            </w:pPr>
            <w:r w:rsidRPr="001C0CC4">
              <w:t>1</w:t>
            </w:r>
          </w:p>
        </w:tc>
        <w:tc>
          <w:tcPr>
            <w:tcW w:w="849" w:type="dxa"/>
          </w:tcPr>
          <w:p w14:paraId="0C94C7D1" w14:textId="77777777" w:rsidR="007D3B6E" w:rsidRPr="001C0CC4" w:rsidRDefault="007D3B6E" w:rsidP="007D3B6E">
            <w:pPr>
              <w:pStyle w:val="TAC"/>
            </w:pPr>
            <w:r w:rsidRPr="001C0CC4">
              <w:t>2</w:t>
            </w:r>
          </w:p>
        </w:tc>
      </w:tr>
      <w:tr w:rsidR="007D3B6E" w:rsidRPr="001C0CC4" w14:paraId="4D9BEA29" w14:textId="77777777" w:rsidTr="007D3B6E">
        <w:trPr>
          <w:jc w:val="center"/>
        </w:trPr>
        <w:tc>
          <w:tcPr>
            <w:tcW w:w="3690" w:type="dxa"/>
          </w:tcPr>
          <w:p w14:paraId="3564FC24" w14:textId="77777777" w:rsidR="007D3B6E" w:rsidRPr="00DC7196" w:rsidRDefault="007D3B6E" w:rsidP="007D3B6E">
            <w:pPr>
              <w:pStyle w:val="TAH"/>
            </w:pPr>
            <w:r w:rsidRPr="00DC7196">
              <w:t>Binary Channel Bits per Slot</w:t>
            </w:r>
          </w:p>
        </w:tc>
        <w:tc>
          <w:tcPr>
            <w:tcW w:w="1093" w:type="dxa"/>
          </w:tcPr>
          <w:p w14:paraId="7E29BB07" w14:textId="77777777" w:rsidR="007D3B6E" w:rsidRPr="001C0CC4" w:rsidRDefault="007D3B6E" w:rsidP="007D3B6E">
            <w:pPr>
              <w:pStyle w:val="TAC"/>
            </w:pPr>
          </w:p>
        </w:tc>
        <w:tc>
          <w:tcPr>
            <w:tcW w:w="848" w:type="dxa"/>
          </w:tcPr>
          <w:p w14:paraId="21F90676" w14:textId="77777777" w:rsidR="007D3B6E" w:rsidRPr="001C0CC4" w:rsidRDefault="007D3B6E" w:rsidP="007D3B6E">
            <w:pPr>
              <w:pStyle w:val="TAC"/>
            </w:pPr>
          </w:p>
        </w:tc>
        <w:tc>
          <w:tcPr>
            <w:tcW w:w="848" w:type="dxa"/>
          </w:tcPr>
          <w:p w14:paraId="6979ADB6" w14:textId="77777777" w:rsidR="007D3B6E" w:rsidRPr="001C0CC4" w:rsidRDefault="007D3B6E" w:rsidP="007D3B6E">
            <w:pPr>
              <w:pStyle w:val="TAC"/>
            </w:pPr>
          </w:p>
        </w:tc>
        <w:tc>
          <w:tcPr>
            <w:tcW w:w="848" w:type="dxa"/>
          </w:tcPr>
          <w:p w14:paraId="7C0A1EF1" w14:textId="77777777" w:rsidR="007D3B6E" w:rsidRPr="001C0CC4" w:rsidRDefault="007D3B6E" w:rsidP="007D3B6E">
            <w:pPr>
              <w:pStyle w:val="TAC"/>
            </w:pPr>
          </w:p>
        </w:tc>
        <w:tc>
          <w:tcPr>
            <w:tcW w:w="848" w:type="dxa"/>
          </w:tcPr>
          <w:p w14:paraId="2B51FF1C" w14:textId="77777777" w:rsidR="007D3B6E" w:rsidRPr="001C0CC4" w:rsidRDefault="007D3B6E" w:rsidP="007D3B6E">
            <w:pPr>
              <w:pStyle w:val="TAC"/>
            </w:pPr>
          </w:p>
        </w:tc>
        <w:tc>
          <w:tcPr>
            <w:tcW w:w="848" w:type="dxa"/>
          </w:tcPr>
          <w:p w14:paraId="03B49CE2" w14:textId="77777777" w:rsidR="007D3B6E" w:rsidRPr="001C0CC4" w:rsidRDefault="007D3B6E" w:rsidP="007D3B6E">
            <w:pPr>
              <w:pStyle w:val="TAC"/>
            </w:pPr>
          </w:p>
        </w:tc>
        <w:tc>
          <w:tcPr>
            <w:tcW w:w="848" w:type="dxa"/>
          </w:tcPr>
          <w:p w14:paraId="42F3370F" w14:textId="77777777" w:rsidR="007D3B6E" w:rsidRPr="001C0CC4" w:rsidRDefault="007D3B6E" w:rsidP="007D3B6E">
            <w:pPr>
              <w:pStyle w:val="TAC"/>
            </w:pPr>
          </w:p>
        </w:tc>
        <w:tc>
          <w:tcPr>
            <w:tcW w:w="848" w:type="dxa"/>
          </w:tcPr>
          <w:p w14:paraId="079413B1" w14:textId="77777777" w:rsidR="007D3B6E" w:rsidRPr="001C0CC4" w:rsidRDefault="007D3B6E" w:rsidP="007D3B6E">
            <w:pPr>
              <w:pStyle w:val="TAC"/>
            </w:pPr>
          </w:p>
        </w:tc>
        <w:tc>
          <w:tcPr>
            <w:tcW w:w="848" w:type="dxa"/>
          </w:tcPr>
          <w:p w14:paraId="56C42D97" w14:textId="77777777" w:rsidR="007D3B6E" w:rsidRPr="001C0CC4" w:rsidRDefault="007D3B6E" w:rsidP="007D3B6E">
            <w:pPr>
              <w:pStyle w:val="TAC"/>
            </w:pPr>
          </w:p>
        </w:tc>
        <w:tc>
          <w:tcPr>
            <w:tcW w:w="848" w:type="dxa"/>
          </w:tcPr>
          <w:p w14:paraId="4B9E9665" w14:textId="77777777" w:rsidR="007D3B6E" w:rsidRPr="001C0CC4" w:rsidRDefault="007D3B6E" w:rsidP="007D3B6E">
            <w:pPr>
              <w:pStyle w:val="TAC"/>
            </w:pPr>
          </w:p>
        </w:tc>
        <w:tc>
          <w:tcPr>
            <w:tcW w:w="848" w:type="dxa"/>
          </w:tcPr>
          <w:p w14:paraId="3F15CDDA" w14:textId="29CD7F6F" w:rsidR="007D3B6E" w:rsidRPr="001C0CC4" w:rsidRDefault="007D3B6E" w:rsidP="007D3B6E">
            <w:pPr>
              <w:pStyle w:val="TAC"/>
            </w:pPr>
          </w:p>
        </w:tc>
        <w:tc>
          <w:tcPr>
            <w:tcW w:w="849" w:type="dxa"/>
          </w:tcPr>
          <w:p w14:paraId="4286EF6C" w14:textId="77777777" w:rsidR="007D3B6E" w:rsidRPr="001C0CC4" w:rsidRDefault="007D3B6E" w:rsidP="007D3B6E">
            <w:pPr>
              <w:pStyle w:val="TAC"/>
            </w:pPr>
          </w:p>
        </w:tc>
      </w:tr>
      <w:tr w:rsidR="007D3B6E" w:rsidRPr="001C0CC4" w14:paraId="72688351" w14:textId="77777777" w:rsidTr="007D3B6E">
        <w:trPr>
          <w:jc w:val="center"/>
        </w:trPr>
        <w:tc>
          <w:tcPr>
            <w:tcW w:w="3690" w:type="dxa"/>
          </w:tcPr>
          <w:p w14:paraId="7172FE42" w14:textId="77777777" w:rsidR="007D3B6E" w:rsidRPr="00DC7196" w:rsidRDefault="007D3B6E" w:rsidP="007D3B6E">
            <w:pPr>
              <w:pStyle w:val="TAL"/>
            </w:pPr>
            <w:r w:rsidRPr="00DC7196">
              <w:t xml:space="preserve">  For Slots 0,1,2,3 and Slot i, if mod(i, 20) = {14,15,16,17,18,19} for i from {0,…,39}</w:t>
            </w:r>
          </w:p>
        </w:tc>
        <w:tc>
          <w:tcPr>
            <w:tcW w:w="1093" w:type="dxa"/>
          </w:tcPr>
          <w:p w14:paraId="6391223C" w14:textId="77777777" w:rsidR="007D3B6E" w:rsidRPr="001C0CC4" w:rsidRDefault="007D3B6E" w:rsidP="007D3B6E">
            <w:pPr>
              <w:pStyle w:val="TAC"/>
            </w:pPr>
            <w:r w:rsidRPr="001C0CC4">
              <w:t>Bits</w:t>
            </w:r>
          </w:p>
        </w:tc>
        <w:tc>
          <w:tcPr>
            <w:tcW w:w="848" w:type="dxa"/>
          </w:tcPr>
          <w:p w14:paraId="51DB462A" w14:textId="77777777" w:rsidR="007D3B6E" w:rsidRPr="001C0CC4" w:rsidRDefault="007D3B6E" w:rsidP="007D3B6E">
            <w:pPr>
              <w:pStyle w:val="TAC"/>
            </w:pPr>
            <w:r w:rsidRPr="001C0CC4">
              <w:t>N/A</w:t>
            </w:r>
          </w:p>
        </w:tc>
        <w:tc>
          <w:tcPr>
            <w:tcW w:w="848" w:type="dxa"/>
          </w:tcPr>
          <w:p w14:paraId="641FA873" w14:textId="77777777" w:rsidR="007D3B6E" w:rsidRPr="001C0CC4" w:rsidRDefault="007D3B6E" w:rsidP="007D3B6E">
            <w:pPr>
              <w:pStyle w:val="TAC"/>
            </w:pPr>
            <w:r w:rsidRPr="001C0CC4">
              <w:t>N/A</w:t>
            </w:r>
          </w:p>
        </w:tc>
        <w:tc>
          <w:tcPr>
            <w:tcW w:w="848" w:type="dxa"/>
          </w:tcPr>
          <w:p w14:paraId="2D8E32E6" w14:textId="77777777" w:rsidR="007D3B6E" w:rsidRPr="001C0CC4" w:rsidRDefault="007D3B6E" w:rsidP="007D3B6E">
            <w:pPr>
              <w:pStyle w:val="TAC"/>
            </w:pPr>
            <w:r w:rsidRPr="001C0CC4">
              <w:t>N/A</w:t>
            </w:r>
          </w:p>
        </w:tc>
        <w:tc>
          <w:tcPr>
            <w:tcW w:w="848" w:type="dxa"/>
          </w:tcPr>
          <w:p w14:paraId="43436358" w14:textId="77777777" w:rsidR="007D3B6E" w:rsidRPr="001C0CC4" w:rsidRDefault="007D3B6E" w:rsidP="007D3B6E">
            <w:pPr>
              <w:pStyle w:val="TAC"/>
            </w:pPr>
            <w:r w:rsidRPr="001C0CC4">
              <w:t>N/A</w:t>
            </w:r>
          </w:p>
        </w:tc>
        <w:tc>
          <w:tcPr>
            <w:tcW w:w="848" w:type="dxa"/>
          </w:tcPr>
          <w:p w14:paraId="0B46ECE1" w14:textId="77777777" w:rsidR="007D3B6E" w:rsidRPr="001C0CC4" w:rsidRDefault="007D3B6E" w:rsidP="007D3B6E">
            <w:pPr>
              <w:pStyle w:val="TAC"/>
            </w:pPr>
            <w:r w:rsidRPr="001C0CC4">
              <w:t>N/A</w:t>
            </w:r>
          </w:p>
        </w:tc>
        <w:tc>
          <w:tcPr>
            <w:tcW w:w="848" w:type="dxa"/>
          </w:tcPr>
          <w:p w14:paraId="3AFA3946" w14:textId="77777777" w:rsidR="007D3B6E" w:rsidRPr="001C0CC4" w:rsidRDefault="007D3B6E" w:rsidP="007D3B6E">
            <w:pPr>
              <w:pStyle w:val="TAC"/>
            </w:pPr>
            <w:r w:rsidRPr="001C0CC4">
              <w:t>N/A</w:t>
            </w:r>
          </w:p>
        </w:tc>
        <w:tc>
          <w:tcPr>
            <w:tcW w:w="848" w:type="dxa"/>
          </w:tcPr>
          <w:p w14:paraId="2C73FB7C" w14:textId="77777777" w:rsidR="007D3B6E" w:rsidRPr="001C0CC4" w:rsidRDefault="007D3B6E" w:rsidP="007D3B6E">
            <w:pPr>
              <w:pStyle w:val="TAC"/>
            </w:pPr>
            <w:r w:rsidRPr="001C0CC4">
              <w:t>N/A</w:t>
            </w:r>
          </w:p>
        </w:tc>
        <w:tc>
          <w:tcPr>
            <w:tcW w:w="848" w:type="dxa"/>
          </w:tcPr>
          <w:p w14:paraId="7883A1B4" w14:textId="77777777" w:rsidR="007D3B6E" w:rsidRPr="001C0CC4" w:rsidRDefault="007D3B6E" w:rsidP="007D3B6E">
            <w:pPr>
              <w:pStyle w:val="TAC"/>
            </w:pPr>
            <w:r w:rsidRPr="001C0CC4">
              <w:t>N/A</w:t>
            </w:r>
          </w:p>
        </w:tc>
        <w:tc>
          <w:tcPr>
            <w:tcW w:w="848" w:type="dxa"/>
          </w:tcPr>
          <w:p w14:paraId="7D0921A4" w14:textId="295BE6F5" w:rsidR="007D3B6E" w:rsidRPr="001C0CC4" w:rsidRDefault="007D3B6E" w:rsidP="007D3B6E">
            <w:pPr>
              <w:pStyle w:val="TAC"/>
            </w:pPr>
            <w:r>
              <w:t>N/A</w:t>
            </w:r>
          </w:p>
        </w:tc>
        <w:tc>
          <w:tcPr>
            <w:tcW w:w="848" w:type="dxa"/>
          </w:tcPr>
          <w:p w14:paraId="6CDF788A" w14:textId="1DFC8F10" w:rsidR="007D3B6E" w:rsidRPr="001C0CC4" w:rsidRDefault="007D3B6E" w:rsidP="007D3B6E">
            <w:pPr>
              <w:pStyle w:val="TAC"/>
            </w:pPr>
            <w:r w:rsidRPr="001C0CC4">
              <w:t>N/A</w:t>
            </w:r>
          </w:p>
        </w:tc>
        <w:tc>
          <w:tcPr>
            <w:tcW w:w="849" w:type="dxa"/>
          </w:tcPr>
          <w:p w14:paraId="5420339A" w14:textId="77777777" w:rsidR="007D3B6E" w:rsidRPr="001C0CC4" w:rsidRDefault="007D3B6E" w:rsidP="007D3B6E">
            <w:pPr>
              <w:pStyle w:val="TAC"/>
            </w:pPr>
            <w:r w:rsidRPr="001C0CC4">
              <w:t>N/A</w:t>
            </w:r>
          </w:p>
        </w:tc>
      </w:tr>
      <w:tr w:rsidR="007D3B6E" w:rsidRPr="001C0CC4" w14:paraId="76F66315" w14:textId="77777777" w:rsidTr="007D3B6E">
        <w:trPr>
          <w:jc w:val="center"/>
        </w:trPr>
        <w:tc>
          <w:tcPr>
            <w:tcW w:w="3690" w:type="dxa"/>
          </w:tcPr>
          <w:p w14:paraId="2E82BB9B" w14:textId="77777777" w:rsidR="007D3B6E" w:rsidRPr="00DC7196" w:rsidRDefault="007D3B6E" w:rsidP="007D3B6E">
            <w:pPr>
              <w:pStyle w:val="TAL"/>
            </w:pPr>
            <w:r w:rsidRPr="00DC7196">
              <w:t xml:space="preserve">  For Slot i, if mod(i, 20) = {0,…,13} for i from {4,…,39}</w:t>
            </w:r>
          </w:p>
        </w:tc>
        <w:tc>
          <w:tcPr>
            <w:tcW w:w="1093" w:type="dxa"/>
          </w:tcPr>
          <w:p w14:paraId="6863E27A" w14:textId="77777777" w:rsidR="007D3B6E" w:rsidRPr="001C0CC4" w:rsidRDefault="007D3B6E" w:rsidP="007D3B6E">
            <w:pPr>
              <w:pStyle w:val="TAC"/>
            </w:pPr>
            <w:r w:rsidRPr="001C0CC4">
              <w:t>Bits</w:t>
            </w:r>
          </w:p>
        </w:tc>
        <w:tc>
          <w:tcPr>
            <w:tcW w:w="848" w:type="dxa"/>
          </w:tcPr>
          <w:p w14:paraId="5AF452DC" w14:textId="77777777" w:rsidR="007D3B6E" w:rsidRPr="001C0CC4" w:rsidRDefault="007D3B6E" w:rsidP="007D3B6E">
            <w:pPr>
              <w:pStyle w:val="TAC"/>
            </w:pPr>
            <w:r w:rsidRPr="001C0CC4">
              <w:t>2376</w:t>
            </w:r>
          </w:p>
        </w:tc>
        <w:tc>
          <w:tcPr>
            <w:tcW w:w="848" w:type="dxa"/>
          </w:tcPr>
          <w:p w14:paraId="6A1BBB61" w14:textId="77777777" w:rsidR="007D3B6E" w:rsidRPr="001C0CC4" w:rsidRDefault="007D3B6E" w:rsidP="007D3B6E">
            <w:pPr>
              <w:pStyle w:val="TAC"/>
            </w:pPr>
            <w:r w:rsidRPr="001C0CC4">
              <w:t>3888</w:t>
            </w:r>
          </w:p>
        </w:tc>
        <w:tc>
          <w:tcPr>
            <w:tcW w:w="848" w:type="dxa"/>
          </w:tcPr>
          <w:p w14:paraId="44F062F0" w14:textId="77777777" w:rsidR="007D3B6E" w:rsidRPr="001C0CC4" w:rsidRDefault="007D3B6E" w:rsidP="007D3B6E">
            <w:pPr>
              <w:pStyle w:val="TAC"/>
            </w:pPr>
            <w:r w:rsidRPr="001C0CC4">
              <w:t>5184</w:t>
            </w:r>
          </w:p>
        </w:tc>
        <w:tc>
          <w:tcPr>
            <w:tcW w:w="848" w:type="dxa"/>
          </w:tcPr>
          <w:p w14:paraId="55105DD7" w14:textId="77777777" w:rsidR="007D3B6E" w:rsidRPr="001C0CC4" w:rsidRDefault="007D3B6E" w:rsidP="007D3B6E">
            <w:pPr>
              <w:pStyle w:val="TAC"/>
            </w:pPr>
            <w:r w:rsidRPr="001C0CC4">
              <w:t>6696</w:t>
            </w:r>
          </w:p>
        </w:tc>
        <w:tc>
          <w:tcPr>
            <w:tcW w:w="848" w:type="dxa"/>
          </w:tcPr>
          <w:p w14:paraId="6FECD3F9" w14:textId="77777777" w:rsidR="007D3B6E" w:rsidRPr="001C0CC4" w:rsidRDefault="007D3B6E" w:rsidP="007D3B6E">
            <w:pPr>
              <w:pStyle w:val="TAC"/>
            </w:pPr>
            <w:r w:rsidRPr="001C0CC4">
              <w:t>8208</w:t>
            </w:r>
          </w:p>
        </w:tc>
        <w:tc>
          <w:tcPr>
            <w:tcW w:w="848" w:type="dxa"/>
          </w:tcPr>
          <w:p w14:paraId="6B8CF39C" w14:textId="77777777" w:rsidR="007D3B6E" w:rsidRPr="001C0CC4" w:rsidRDefault="007D3B6E" w:rsidP="007D3B6E">
            <w:pPr>
              <w:pStyle w:val="TAC"/>
            </w:pPr>
            <w:r w:rsidRPr="001C0CC4">
              <w:t>11016</w:t>
            </w:r>
          </w:p>
        </w:tc>
        <w:tc>
          <w:tcPr>
            <w:tcW w:w="848" w:type="dxa"/>
          </w:tcPr>
          <w:p w14:paraId="196AA721" w14:textId="77777777" w:rsidR="007D3B6E" w:rsidRPr="001C0CC4" w:rsidRDefault="007D3B6E" w:rsidP="007D3B6E">
            <w:pPr>
              <w:pStyle w:val="TAC"/>
            </w:pPr>
            <w:r w:rsidRPr="001C0CC4">
              <w:t>14040</w:t>
            </w:r>
          </w:p>
        </w:tc>
        <w:tc>
          <w:tcPr>
            <w:tcW w:w="848" w:type="dxa"/>
          </w:tcPr>
          <w:p w14:paraId="2B9A4F6B" w14:textId="77777777" w:rsidR="007D3B6E" w:rsidRPr="001C0CC4" w:rsidRDefault="007D3B6E" w:rsidP="007D3B6E">
            <w:pPr>
              <w:pStyle w:val="TAC"/>
            </w:pPr>
            <w:r w:rsidRPr="001C0CC4">
              <w:t>17064</w:t>
            </w:r>
          </w:p>
        </w:tc>
        <w:tc>
          <w:tcPr>
            <w:tcW w:w="848" w:type="dxa"/>
          </w:tcPr>
          <w:p w14:paraId="119BB7E4" w14:textId="45B8091D" w:rsidR="007D3B6E" w:rsidRPr="001C0CC4" w:rsidRDefault="007D3B6E" w:rsidP="007D3B6E">
            <w:pPr>
              <w:pStyle w:val="TAC"/>
            </w:pPr>
            <w:r>
              <w:rPr>
                <w:rFonts w:hint="eastAsia"/>
                <w:lang w:eastAsia="zh-CN"/>
              </w:rPr>
              <w:t>2</w:t>
            </w:r>
            <w:r>
              <w:rPr>
                <w:lang w:eastAsia="zh-CN"/>
              </w:rPr>
              <w:t>0088</w:t>
            </w:r>
          </w:p>
        </w:tc>
        <w:tc>
          <w:tcPr>
            <w:tcW w:w="848" w:type="dxa"/>
          </w:tcPr>
          <w:p w14:paraId="59E578B6" w14:textId="625C7FB2" w:rsidR="007D3B6E" w:rsidRPr="001C0CC4" w:rsidRDefault="007D3B6E" w:rsidP="007D3B6E">
            <w:pPr>
              <w:pStyle w:val="TAC"/>
            </w:pPr>
            <w:r w:rsidRPr="001C0CC4">
              <w:t>23112</w:t>
            </w:r>
          </w:p>
        </w:tc>
        <w:tc>
          <w:tcPr>
            <w:tcW w:w="849" w:type="dxa"/>
          </w:tcPr>
          <w:p w14:paraId="5354CAD6" w14:textId="77777777" w:rsidR="007D3B6E" w:rsidRPr="001C0CC4" w:rsidRDefault="007D3B6E" w:rsidP="007D3B6E">
            <w:pPr>
              <w:pStyle w:val="TAC"/>
            </w:pPr>
            <w:r w:rsidRPr="001C0CC4">
              <w:t>29160</w:t>
            </w:r>
          </w:p>
        </w:tc>
      </w:tr>
      <w:tr w:rsidR="007D3B6E" w:rsidRPr="001C0CC4" w14:paraId="50D40EA9" w14:textId="77777777" w:rsidTr="007D3B6E">
        <w:trPr>
          <w:trHeight w:val="70"/>
          <w:jc w:val="center"/>
        </w:trPr>
        <w:tc>
          <w:tcPr>
            <w:tcW w:w="3690" w:type="dxa"/>
          </w:tcPr>
          <w:p w14:paraId="654419AF" w14:textId="77777777" w:rsidR="007D3B6E" w:rsidRPr="00DC7196" w:rsidRDefault="007D3B6E" w:rsidP="007D3B6E">
            <w:pPr>
              <w:pStyle w:val="TAL"/>
            </w:pPr>
            <w:r w:rsidRPr="00DC7196">
              <w:t>Max. Throughput averaged over 1 frame</w:t>
            </w:r>
          </w:p>
        </w:tc>
        <w:tc>
          <w:tcPr>
            <w:tcW w:w="1093" w:type="dxa"/>
          </w:tcPr>
          <w:p w14:paraId="009A2E90" w14:textId="77777777" w:rsidR="007D3B6E" w:rsidRPr="001C0CC4" w:rsidRDefault="007D3B6E" w:rsidP="007D3B6E">
            <w:pPr>
              <w:pStyle w:val="TAC"/>
            </w:pPr>
            <w:r w:rsidRPr="001C0CC4">
              <w:t>Mbps</w:t>
            </w:r>
          </w:p>
        </w:tc>
        <w:tc>
          <w:tcPr>
            <w:tcW w:w="848" w:type="dxa"/>
          </w:tcPr>
          <w:p w14:paraId="35F8F193" w14:textId="77777777" w:rsidR="007D3B6E" w:rsidRPr="001C0CC4" w:rsidRDefault="007D3B6E" w:rsidP="007D3B6E">
            <w:pPr>
              <w:pStyle w:val="TAC"/>
            </w:pPr>
            <w:r w:rsidRPr="001C0CC4">
              <w:t>1.766</w:t>
            </w:r>
          </w:p>
        </w:tc>
        <w:tc>
          <w:tcPr>
            <w:tcW w:w="848" w:type="dxa"/>
          </w:tcPr>
          <w:p w14:paraId="2A587523" w14:textId="77777777" w:rsidR="007D3B6E" w:rsidRPr="001C0CC4" w:rsidRDefault="007D3B6E" w:rsidP="007D3B6E">
            <w:pPr>
              <w:pStyle w:val="TAC"/>
            </w:pPr>
            <w:r w:rsidRPr="001C0CC4">
              <w:t>3.2.861</w:t>
            </w:r>
          </w:p>
        </w:tc>
        <w:tc>
          <w:tcPr>
            <w:tcW w:w="848" w:type="dxa"/>
          </w:tcPr>
          <w:p w14:paraId="1E9291C4" w14:textId="77777777" w:rsidR="007D3B6E" w:rsidRPr="001C0CC4" w:rsidRDefault="007D3B6E" w:rsidP="007D3B6E">
            <w:pPr>
              <w:pStyle w:val="TAC"/>
            </w:pPr>
            <w:r w:rsidRPr="001C0CC4">
              <w:t>3.859</w:t>
            </w:r>
          </w:p>
        </w:tc>
        <w:tc>
          <w:tcPr>
            <w:tcW w:w="848" w:type="dxa"/>
          </w:tcPr>
          <w:p w14:paraId="77EEBBB4" w14:textId="77777777" w:rsidR="007D3B6E" w:rsidRPr="001C0CC4" w:rsidRDefault="007D3B6E" w:rsidP="007D3B6E">
            <w:pPr>
              <w:pStyle w:val="TAC"/>
            </w:pPr>
            <w:r w:rsidRPr="001C0CC4">
              <w:t>4.858</w:t>
            </w:r>
          </w:p>
        </w:tc>
        <w:tc>
          <w:tcPr>
            <w:tcW w:w="848" w:type="dxa"/>
          </w:tcPr>
          <w:p w14:paraId="1CA3EEBD" w14:textId="77777777" w:rsidR="007D3B6E" w:rsidRPr="001C0CC4" w:rsidRDefault="007D3B6E" w:rsidP="007D3B6E">
            <w:pPr>
              <w:pStyle w:val="TAC"/>
            </w:pPr>
            <w:r w:rsidRPr="001C0CC4">
              <w:t>5.933</w:t>
            </w:r>
          </w:p>
        </w:tc>
        <w:tc>
          <w:tcPr>
            <w:tcW w:w="848" w:type="dxa"/>
          </w:tcPr>
          <w:p w14:paraId="580A965C" w14:textId="77777777" w:rsidR="007D3B6E" w:rsidRPr="001C0CC4" w:rsidRDefault="007D3B6E" w:rsidP="007D3B6E">
            <w:pPr>
              <w:pStyle w:val="TAC"/>
            </w:pPr>
            <w:r w:rsidRPr="001C0CC4">
              <w:t>8.083</w:t>
            </w:r>
          </w:p>
        </w:tc>
        <w:tc>
          <w:tcPr>
            <w:tcW w:w="848" w:type="dxa"/>
          </w:tcPr>
          <w:p w14:paraId="29372F20" w14:textId="77777777" w:rsidR="007D3B6E" w:rsidRPr="001C0CC4" w:rsidRDefault="007D3B6E" w:rsidP="007D3B6E">
            <w:pPr>
              <w:pStyle w:val="TAC"/>
            </w:pPr>
            <w:r w:rsidRPr="001C0CC4">
              <w:t>10.138</w:t>
            </w:r>
          </w:p>
        </w:tc>
        <w:tc>
          <w:tcPr>
            <w:tcW w:w="848" w:type="dxa"/>
          </w:tcPr>
          <w:p w14:paraId="4517A116" w14:textId="77777777" w:rsidR="007D3B6E" w:rsidRPr="001C0CC4" w:rsidRDefault="007D3B6E" w:rsidP="007D3B6E">
            <w:pPr>
              <w:pStyle w:val="TAC"/>
            </w:pPr>
            <w:r w:rsidRPr="001C0CC4">
              <w:t>12.288</w:t>
            </w:r>
          </w:p>
        </w:tc>
        <w:tc>
          <w:tcPr>
            <w:tcW w:w="848" w:type="dxa"/>
          </w:tcPr>
          <w:p w14:paraId="463F4B2B" w14:textId="40427BA5" w:rsidR="007D3B6E" w:rsidRPr="001C0CC4" w:rsidRDefault="007D3B6E" w:rsidP="007D3B6E">
            <w:pPr>
              <w:pStyle w:val="TAC"/>
            </w:pPr>
            <w:r>
              <w:rPr>
                <w:rFonts w:hint="eastAsia"/>
                <w:lang w:eastAsia="zh-CN"/>
              </w:rPr>
              <w:t>1</w:t>
            </w:r>
            <w:r>
              <w:rPr>
                <w:lang w:eastAsia="zh-CN"/>
              </w:rPr>
              <w:t>4.438</w:t>
            </w:r>
          </w:p>
        </w:tc>
        <w:tc>
          <w:tcPr>
            <w:tcW w:w="848" w:type="dxa"/>
          </w:tcPr>
          <w:p w14:paraId="368BA741" w14:textId="1DEA72B5" w:rsidR="007D3B6E" w:rsidRPr="001C0CC4" w:rsidRDefault="007D3B6E" w:rsidP="007D3B6E">
            <w:pPr>
              <w:pStyle w:val="TAC"/>
            </w:pPr>
            <w:r w:rsidRPr="001C0CC4">
              <w:t>16.589</w:t>
            </w:r>
          </w:p>
        </w:tc>
        <w:tc>
          <w:tcPr>
            <w:tcW w:w="849" w:type="dxa"/>
          </w:tcPr>
          <w:p w14:paraId="269C2F6C" w14:textId="77777777" w:rsidR="007D3B6E" w:rsidRPr="001C0CC4" w:rsidRDefault="007D3B6E" w:rsidP="007D3B6E">
            <w:pPr>
              <w:pStyle w:val="TAC"/>
            </w:pPr>
            <w:r w:rsidRPr="001C0CC4">
              <w:t>20.909</w:t>
            </w:r>
          </w:p>
        </w:tc>
      </w:tr>
      <w:tr w:rsidR="007D3B6E" w:rsidRPr="001C0CC4" w14:paraId="1B4DF220" w14:textId="77777777" w:rsidTr="007D3B6E">
        <w:trPr>
          <w:trHeight w:val="70"/>
          <w:jc w:val="center"/>
        </w:trPr>
        <w:tc>
          <w:tcPr>
            <w:tcW w:w="14112" w:type="dxa"/>
            <w:gridSpan w:val="13"/>
          </w:tcPr>
          <w:p w14:paraId="72434DB9" w14:textId="05337A0E" w:rsidR="007D3B6E" w:rsidRPr="001C0CC4" w:rsidRDefault="007D3B6E" w:rsidP="00DC7196">
            <w:pPr>
              <w:keepNext/>
              <w:keepLines/>
              <w:spacing w:after="0"/>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1B09945E" w14:textId="77777777" w:rsidR="007D3B6E" w:rsidRPr="001C0CC4" w:rsidRDefault="007D3B6E" w:rsidP="00DC7196">
            <w:pPr>
              <w:keepNext/>
              <w:keepLines/>
              <w:spacing w:after="0"/>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598D8BD3" w14:textId="77777777" w:rsidR="007D3B6E" w:rsidRPr="001C0CC4" w:rsidRDefault="007D3B6E" w:rsidP="00DC7196">
            <w:pPr>
              <w:keepNext/>
              <w:keepLines/>
              <w:spacing w:after="0"/>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263A07E7" w14:textId="77777777" w:rsidR="007D3B6E" w:rsidRPr="001C0CC4" w:rsidRDefault="007D3B6E" w:rsidP="00DC7196">
            <w:pPr>
              <w:keepNext/>
              <w:keepLines/>
              <w:spacing w:after="0"/>
              <w:rPr>
                <w:rFonts w:ascii="Arial" w:hAnsi="Arial" w:cs="Arial"/>
                <w:sz w:val="16"/>
                <w:szCs w:val="16"/>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184E7ADD" w14:textId="77777777" w:rsidR="00DC7196" w:rsidRPr="001C0CC4" w:rsidRDefault="00DC7196" w:rsidP="00DC7196">
      <w:pPr>
        <w:sectPr w:rsidR="00DC7196" w:rsidRPr="001C0CC4" w:rsidSect="00D66CF7">
          <w:footnotePr>
            <w:numRestart w:val="eachSect"/>
          </w:footnotePr>
          <w:pgSz w:w="16840" w:h="11907" w:orient="landscape" w:code="9"/>
          <w:pgMar w:top="1138" w:right="1411" w:bottom="1138" w:left="1138" w:header="677" w:footer="562" w:gutter="0"/>
          <w:cols w:space="720"/>
          <w:docGrid w:linePitch="272"/>
        </w:sectPr>
      </w:pPr>
    </w:p>
    <w:p w14:paraId="15CC1D78" w14:textId="77777777" w:rsidR="00DC7196" w:rsidRPr="001C0CC4" w:rsidRDefault="00DC7196" w:rsidP="00DC7196"/>
    <w:p w14:paraId="52934C60" w14:textId="77777777" w:rsidR="00DC7196" w:rsidRPr="001C0CC4" w:rsidRDefault="00DC7196" w:rsidP="00DC7196">
      <w:pPr>
        <w:pStyle w:val="Heading3"/>
      </w:pPr>
      <w:bookmarkStart w:id="613" w:name="_Toc21344549"/>
      <w:bookmarkStart w:id="614" w:name="_Toc29802037"/>
      <w:bookmarkStart w:id="615" w:name="_Toc29802461"/>
      <w:bookmarkStart w:id="616" w:name="_Toc29803086"/>
      <w:bookmarkStart w:id="617" w:name="_Toc36107828"/>
      <w:bookmarkStart w:id="618" w:name="_Toc37251602"/>
      <w:bookmarkStart w:id="619" w:name="_Toc45888541"/>
      <w:bookmarkStart w:id="620" w:name="_Toc45889140"/>
      <w:bookmarkStart w:id="621" w:name="_Toc59650513"/>
      <w:bookmarkStart w:id="622" w:name="_Toc61357785"/>
      <w:bookmarkStart w:id="623" w:name="_Toc61359559"/>
      <w:bookmarkStart w:id="624" w:name="_Toc67916499"/>
      <w:bookmarkStart w:id="625" w:name="_Toc75534045"/>
      <w:bookmarkStart w:id="626" w:name="_Toc75819931"/>
      <w:bookmarkStart w:id="627" w:name="_Toc76508775"/>
      <w:bookmarkStart w:id="628" w:name="_Toc76717725"/>
      <w:bookmarkStart w:id="629" w:name="_Toc83294366"/>
      <w:bookmarkStart w:id="630" w:name="_Toc84335405"/>
      <w:r w:rsidRPr="001C0CC4">
        <w:t>A.3.3.3</w:t>
      </w:r>
      <w:r w:rsidRPr="001C0CC4">
        <w:tab/>
        <w:t>FRC for maximum input level for 64QAM</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77E5D929" w14:textId="77777777" w:rsidR="00DC7196" w:rsidRPr="001C0CC4" w:rsidRDefault="00DC7196" w:rsidP="00DC7196">
      <w:pPr>
        <w:pStyle w:val="TH"/>
      </w:pPr>
      <w:r w:rsidRPr="001C0CC4">
        <w:t>Table A.3.3.3-1 Fixed reference channel for maximum input level receiver requirements (SCS 15 kHz, TDD, 64QAM)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DC7196" w:rsidRPr="001C0CC4" w14:paraId="3F50E951" w14:textId="77777777" w:rsidTr="00E51EAF">
        <w:trPr>
          <w:jc w:val="center"/>
        </w:trPr>
        <w:tc>
          <w:tcPr>
            <w:tcW w:w="3690" w:type="dxa"/>
            <w:vAlign w:val="center"/>
          </w:tcPr>
          <w:p w14:paraId="47C8F560"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Parameter</w:t>
            </w:r>
          </w:p>
        </w:tc>
        <w:tc>
          <w:tcPr>
            <w:tcW w:w="1093" w:type="dxa"/>
            <w:vAlign w:val="center"/>
          </w:tcPr>
          <w:p w14:paraId="037A4AE8"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Unit</w:t>
            </w:r>
          </w:p>
        </w:tc>
        <w:tc>
          <w:tcPr>
            <w:tcW w:w="5736" w:type="dxa"/>
            <w:gridSpan w:val="8"/>
          </w:tcPr>
          <w:p w14:paraId="05985065"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Value</w:t>
            </w:r>
          </w:p>
        </w:tc>
      </w:tr>
      <w:tr w:rsidR="00DC7196" w:rsidRPr="001C0CC4" w14:paraId="173DC9BD" w14:textId="77777777" w:rsidTr="00E51EAF">
        <w:trPr>
          <w:jc w:val="center"/>
        </w:trPr>
        <w:tc>
          <w:tcPr>
            <w:tcW w:w="3690" w:type="dxa"/>
            <w:vAlign w:val="center"/>
          </w:tcPr>
          <w:p w14:paraId="1E138BDD" w14:textId="77777777" w:rsidR="00DC7196" w:rsidRPr="001C0CC4" w:rsidRDefault="00DC7196" w:rsidP="00DC7196">
            <w:pPr>
              <w:keepNext/>
              <w:keepLines/>
              <w:spacing w:after="0"/>
              <w:jc w:val="center"/>
              <w:rPr>
                <w:rFonts w:ascii="Arial" w:eastAsia="SimSun" w:hAnsi="Arial"/>
                <w:b/>
                <w:sz w:val="18"/>
              </w:rPr>
            </w:pPr>
            <w:r w:rsidRPr="001C0CC4">
              <w:rPr>
                <w:rFonts w:ascii="Arial" w:eastAsia="SimSun" w:hAnsi="Arial"/>
                <w:b/>
                <w:sz w:val="18"/>
              </w:rPr>
              <w:t>Channel bandwidth</w:t>
            </w:r>
          </w:p>
        </w:tc>
        <w:tc>
          <w:tcPr>
            <w:tcW w:w="1093" w:type="dxa"/>
            <w:vAlign w:val="center"/>
          </w:tcPr>
          <w:p w14:paraId="6EE9630A"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MHz</w:t>
            </w:r>
          </w:p>
        </w:tc>
        <w:tc>
          <w:tcPr>
            <w:tcW w:w="717" w:type="dxa"/>
            <w:vAlign w:val="center"/>
          </w:tcPr>
          <w:p w14:paraId="0A897AF6"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5</w:t>
            </w:r>
          </w:p>
        </w:tc>
        <w:tc>
          <w:tcPr>
            <w:tcW w:w="717" w:type="dxa"/>
            <w:vAlign w:val="center"/>
          </w:tcPr>
          <w:p w14:paraId="573EDA73"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10</w:t>
            </w:r>
          </w:p>
        </w:tc>
        <w:tc>
          <w:tcPr>
            <w:tcW w:w="717" w:type="dxa"/>
            <w:vAlign w:val="center"/>
          </w:tcPr>
          <w:p w14:paraId="214F58A1"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15</w:t>
            </w:r>
          </w:p>
        </w:tc>
        <w:tc>
          <w:tcPr>
            <w:tcW w:w="717" w:type="dxa"/>
            <w:vAlign w:val="center"/>
          </w:tcPr>
          <w:p w14:paraId="7C07CCB6"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20</w:t>
            </w:r>
          </w:p>
        </w:tc>
        <w:tc>
          <w:tcPr>
            <w:tcW w:w="717" w:type="dxa"/>
            <w:vAlign w:val="center"/>
          </w:tcPr>
          <w:p w14:paraId="5245531C"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25</w:t>
            </w:r>
          </w:p>
        </w:tc>
        <w:tc>
          <w:tcPr>
            <w:tcW w:w="717" w:type="dxa"/>
            <w:vAlign w:val="center"/>
          </w:tcPr>
          <w:p w14:paraId="48922FB7"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30</w:t>
            </w:r>
          </w:p>
        </w:tc>
        <w:tc>
          <w:tcPr>
            <w:tcW w:w="717" w:type="dxa"/>
            <w:vAlign w:val="center"/>
          </w:tcPr>
          <w:p w14:paraId="2B3D5174"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40</w:t>
            </w:r>
          </w:p>
        </w:tc>
        <w:tc>
          <w:tcPr>
            <w:tcW w:w="717" w:type="dxa"/>
            <w:vAlign w:val="center"/>
          </w:tcPr>
          <w:p w14:paraId="6A6A9E0A"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50</w:t>
            </w:r>
          </w:p>
        </w:tc>
      </w:tr>
      <w:tr w:rsidR="00DC7196" w:rsidRPr="001C0CC4" w14:paraId="157B66C4" w14:textId="77777777" w:rsidTr="00E51EAF">
        <w:trPr>
          <w:jc w:val="center"/>
        </w:trPr>
        <w:tc>
          <w:tcPr>
            <w:tcW w:w="3690" w:type="dxa"/>
            <w:vAlign w:val="center"/>
          </w:tcPr>
          <w:p w14:paraId="387124E9" w14:textId="77777777" w:rsidR="00DC7196" w:rsidRPr="001C0CC4" w:rsidRDefault="00DC7196" w:rsidP="00DC7196">
            <w:pPr>
              <w:pStyle w:val="TAL"/>
            </w:pPr>
            <w:r w:rsidRPr="001C0CC4">
              <w:t>Subcarrier spacing</w:t>
            </w:r>
          </w:p>
        </w:tc>
        <w:tc>
          <w:tcPr>
            <w:tcW w:w="1093" w:type="dxa"/>
            <w:vAlign w:val="center"/>
          </w:tcPr>
          <w:p w14:paraId="67A1E2E6" w14:textId="77777777" w:rsidR="00DC7196" w:rsidRPr="001C0CC4" w:rsidRDefault="00DC7196" w:rsidP="00DC7196">
            <w:pPr>
              <w:pStyle w:val="TAC"/>
            </w:pPr>
            <w:r w:rsidRPr="001C0CC4">
              <w:t>kHz</w:t>
            </w:r>
          </w:p>
        </w:tc>
        <w:tc>
          <w:tcPr>
            <w:tcW w:w="717" w:type="dxa"/>
            <w:vAlign w:val="center"/>
          </w:tcPr>
          <w:p w14:paraId="488A6CBE" w14:textId="77777777" w:rsidR="00DC7196" w:rsidRPr="001C0CC4" w:rsidRDefault="00DC7196" w:rsidP="00DC7196">
            <w:pPr>
              <w:pStyle w:val="TAC"/>
            </w:pPr>
            <w:r w:rsidRPr="001C0CC4">
              <w:t>15</w:t>
            </w:r>
          </w:p>
        </w:tc>
        <w:tc>
          <w:tcPr>
            <w:tcW w:w="717" w:type="dxa"/>
            <w:vAlign w:val="center"/>
          </w:tcPr>
          <w:p w14:paraId="017A910A" w14:textId="77777777" w:rsidR="00DC7196" w:rsidRPr="001C0CC4" w:rsidRDefault="00DC7196" w:rsidP="00DC7196">
            <w:pPr>
              <w:pStyle w:val="TAC"/>
            </w:pPr>
            <w:r w:rsidRPr="001C0CC4">
              <w:t>15</w:t>
            </w:r>
          </w:p>
        </w:tc>
        <w:tc>
          <w:tcPr>
            <w:tcW w:w="717" w:type="dxa"/>
            <w:vAlign w:val="center"/>
          </w:tcPr>
          <w:p w14:paraId="561AE235" w14:textId="77777777" w:rsidR="00DC7196" w:rsidRPr="001C0CC4" w:rsidRDefault="00DC7196" w:rsidP="00DC7196">
            <w:pPr>
              <w:pStyle w:val="TAC"/>
            </w:pPr>
            <w:r w:rsidRPr="001C0CC4">
              <w:t>15</w:t>
            </w:r>
          </w:p>
        </w:tc>
        <w:tc>
          <w:tcPr>
            <w:tcW w:w="717" w:type="dxa"/>
            <w:vAlign w:val="center"/>
          </w:tcPr>
          <w:p w14:paraId="6064E039" w14:textId="77777777" w:rsidR="00DC7196" w:rsidRPr="001C0CC4" w:rsidRDefault="00DC7196" w:rsidP="00DC7196">
            <w:pPr>
              <w:pStyle w:val="TAC"/>
            </w:pPr>
            <w:r w:rsidRPr="001C0CC4">
              <w:t>15</w:t>
            </w:r>
          </w:p>
        </w:tc>
        <w:tc>
          <w:tcPr>
            <w:tcW w:w="717" w:type="dxa"/>
            <w:vAlign w:val="center"/>
          </w:tcPr>
          <w:p w14:paraId="18FACF43" w14:textId="77777777" w:rsidR="00DC7196" w:rsidRPr="001C0CC4" w:rsidRDefault="00DC7196" w:rsidP="00DC7196">
            <w:pPr>
              <w:pStyle w:val="TAC"/>
            </w:pPr>
            <w:r w:rsidRPr="001C0CC4">
              <w:t>15</w:t>
            </w:r>
          </w:p>
        </w:tc>
        <w:tc>
          <w:tcPr>
            <w:tcW w:w="717" w:type="dxa"/>
            <w:vAlign w:val="center"/>
          </w:tcPr>
          <w:p w14:paraId="68EE0E09" w14:textId="77777777" w:rsidR="00DC7196" w:rsidRPr="001C0CC4" w:rsidRDefault="00DC7196" w:rsidP="00DC7196">
            <w:pPr>
              <w:pStyle w:val="TAC"/>
            </w:pPr>
            <w:r w:rsidRPr="001C0CC4">
              <w:t>15</w:t>
            </w:r>
          </w:p>
        </w:tc>
        <w:tc>
          <w:tcPr>
            <w:tcW w:w="717" w:type="dxa"/>
            <w:vAlign w:val="center"/>
          </w:tcPr>
          <w:p w14:paraId="0F9D612A" w14:textId="77777777" w:rsidR="00DC7196" w:rsidRPr="001C0CC4" w:rsidRDefault="00DC7196" w:rsidP="00DC7196">
            <w:pPr>
              <w:pStyle w:val="TAC"/>
            </w:pPr>
            <w:r w:rsidRPr="001C0CC4">
              <w:t>15</w:t>
            </w:r>
          </w:p>
        </w:tc>
        <w:tc>
          <w:tcPr>
            <w:tcW w:w="717" w:type="dxa"/>
            <w:vAlign w:val="center"/>
          </w:tcPr>
          <w:p w14:paraId="23A53F55" w14:textId="77777777" w:rsidR="00DC7196" w:rsidRPr="001C0CC4" w:rsidRDefault="00DC7196" w:rsidP="00DC7196">
            <w:pPr>
              <w:pStyle w:val="TAC"/>
            </w:pPr>
            <w:r w:rsidRPr="001C0CC4">
              <w:t>15</w:t>
            </w:r>
          </w:p>
        </w:tc>
      </w:tr>
      <w:tr w:rsidR="00DC7196" w:rsidRPr="001C0CC4" w14:paraId="5A09B5EF" w14:textId="77777777" w:rsidTr="00E51EAF">
        <w:trPr>
          <w:jc w:val="center"/>
        </w:trPr>
        <w:tc>
          <w:tcPr>
            <w:tcW w:w="3690" w:type="dxa"/>
            <w:vAlign w:val="center"/>
          </w:tcPr>
          <w:p w14:paraId="3A221A3C" w14:textId="77777777" w:rsidR="00DC7196" w:rsidRPr="001C0CC4" w:rsidRDefault="00DC7196" w:rsidP="00DC7196">
            <w:pPr>
              <w:pStyle w:val="TAL"/>
            </w:pPr>
            <w:r w:rsidRPr="001C0CC4">
              <w:t xml:space="preserve">Subcarrier spacing configuration </w:t>
            </w:r>
            <w:r w:rsidRPr="001C0CC4">
              <w:object w:dxaOrig="220" w:dyaOrig="240" w14:anchorId="50DD8423">
                <v:shape id="_x0000_i1033" type="#_x0000_t75" style="width:17.35pt;height:19.45pt" o:ole="">
                  <v:imagedata r:id="rId11" o:title=""/>
                </v:shape>
                <o:OLEObject Type="Embed" ProgID="Equation.3" ShapeID="_x0000_i1033" DrawAspect="Content" ObjectID="_1734986600" r:id="rId27"/>
              </w:object>
            </w:r>
          </w:p>
        </w:tc>
        <w:tc>
          <w:tcPr>
            <w:tcW w:w="1093" w:type="dxa"/>
            <w:vAlign w:val="center"/>
          </w:tcPr>
          <w:p w14:paraId="248E764B" w14:textId="77777777" w:rsidR="00DC7196" w:rsidRPr="001C0CC4" w:rsidRDefault="00DC7196" w:rsidP="00DC7196">
            <w:pPr>
              <w:pStyle w:val="TAC"/>
            </w:pPr>
          </w:p>
        </w:tc>
        <w:tc>
          <w:tcPr>
            <w:tcW w:w="717" w:type="dxa"/>
            <w:vAlign w:val="center"/>
          </w:tcPr>
          <w:p w14:paraId="085CEF3F" w14:textId="77777777" w:rsidR="00DC7196" w:rsidRPr="001C0CC4" w:rsidRDefault="00DC7196" w:rsidP="00DC7196">
            <w:pPr>
              <w:pStyle w:val="TAC"/>
            </w:pPr>
            <w:r w:rsidRPr="001C0CC4">
              <w:t>0</w:t>
            </w:r>
          </w:p>
        </w:tc>
        <w:tc>
          <w:tcPr>
            <w:tcW w:w="717" w:type="dxa"/>
            <w:vAlign w:val="center"/>
          </w:tcPr>
          <w:p w14:paraId="7052E8C0" w14:textId="77777777" w:rsidR="00DC7196" w:rsidRPr="001C0CC4" w:rsidRDefault="00DC7196" w:rsidP="00DC7196">
            <w:pPr>
              <w:pStyle w:val="TAC"/>
            </w:pPr>
            <w:r w:rsidRPr="001C0CC4">
              <w:t>0</w:t>
            </w:r>
          </w:p>
        </w:tc>
        <w:tc>
          <w:tcPr>
            <w:tcW w:w="717" w:type="dxa"/>
            <w:vAlign w:val="center"/>
          </w:tcPr>
          <w:p w14:paraId="37B7F5AD" w14:textId="77777777" w:rsidR="00DC7196" w:rsidRPr="001C0CC4" w:rsidRDefault="00DC7196" w:rsidP="00DC7196">
            <w:pPr>
              <w:pStyle w:val="TAC"/>
            </w:pPr>
            <w:r w:rsidRPr="001C0CC4">
              <w:t>0</w:t>
            </w:r>
          </w:p>
        </w:tc>
        <w:tc>
          <w:tcPr>
            <w:tcW w:w="717" w:type="dxa"/>
            <w:vAlign w:val="center"/>
          </w:tcPr>
          <w:p w14:paraId="2758C54A" w14:textId="77777777" w:rsidR="00DC7196" w:rsidRPr="001C0CC4" w:rsidRDefault="00DC7196" w:rsidP="00DC7196">
            <w:pPr>
              <w:pStyle w:val="TAC"/>
            </w:pPr>
            <w:r w:rsidRPr="001C0CC4">
              <w:t>0</w:t>
            </w:r>
          </w:p>
        </w:tc>
        <w:tc>
          <w:tcPr>
            <w:tcW w:w="717" w:type="dxa"/>
            <w:vAlign w:val="center"/>
          </w:tcPr>
          <w:p w14:paraId="139580C0" w14:textId="77777777" w:rsidR="00DC7196" w:rsidRPr="001C0CC4" w:rsidRDefault="00DC7196" w:rsidP="00DC7196">
            <w:pPr>
              <w:pStyle w:val="TAC"/>
            </w:pPr>
            <w:r w:rsidRPr="001C0CC4">
              <w:t>0</w:t>
            </w:r>
          </w:p>
        </w:tc>
        <w:tc>
          <w:tcPr>
            <w:tcW w:w="717" w:type="dxa"/>
            <w:vAlign w:val="center"/>
          </w:tcPr>
          <w:p w14:paraId="6979098F" w14:textId="77777777" w:rsidR="00DC7196" w:rsidRPr="001C0CC4" w:rsidRDefault="00DC7196" w:rsidP="00DC7196">
            <w:pPr>
              <w:pStyle w:val="TAC"/>
            </w:pPr>
            <w:r w:rsidRPr="001C0CC4">
              <w:t>0</w:t>
            </w:r>
          </w:p>
        </w:tc>
        <w:tc>
          <w:tcPr>
            <w:tcW w:w="717" w:type="dxa"/>
            <w:vAlign w:val="center"/>
          </w:tcPr>
          <w:p w14:paraId="63709B8C" w14:textId="77777777" w:rsidR="00DC7196" w:rsidRPr="001C0CC4" w:rsidRDefault="00DC7196" w:rsidP="00DC7196">
            <w:pPr>
              <w:pStyle w:val="TAC"/>
            </w:pPr>
            <w:r w:rsidRPr="001C0CC4">
              <w:t>0</w:t>
            </w:r>
          </w:p>
        </w:tc>
        <w:tc>
          <w:tcPr>
            <w:tcW w:w="717" w:type="dxa"/>
            <w:vAlign w:val="center"/>
          </w:tcPr>
          <w:p w14:paraId="720C3993" w14:textId="77777777" w:rsidR="00DC7196" w:rsidRPr="001C0CC4" w:rsidRDefault="00DC7196" w:rsidP="00DC7196">
            <w:pPr>
              <w:pStyle w:val="TAC"/>
            </w:pPr>
            <w:r w:rsidRPr="001C0CC4">
              <w:t>0</w:t>
            </w:r>
          </w:p>
        </w:tc>
      </w:tr>
      <w:tr w:rsidR="00DC7196" w:rsidRPr="001C0CC4" w14:paraId="0B3E1388" w14:textId="77777777" w:rsidTr="00E51EAF">
        <w:trPr>
          <w:jc w:val="center"/>
        </w:trPr>
        <w:tc>
          <w:tcPr>
            <w:tcW w:w="3690" w:type="dxa"/>
            <w:vAlign w:val="center"/>
          </w:tcPr>
          <w:p w14:paraId="419583A4" w14:textId="77777777" w:rsidR="00DC7196" w:rsidRPr="001C0CC4" w:rsidRDefault="00DC7196" w:rsidP="00DC7196">
            <w:pPr>
              <w:pStyle w:val="TAL"/>
            </w:pPr>
            <w:r w:rsidRPr="001C0CC4">
              <w:t>Allocated resource blocks</w:t>
            </w:r>
          </w:p>
        </w:tc>
        <w:tc>
          <w:tcPr>
            <w:tcW w:w="1093" w:type="dxa"/>
            <w:vAlign w:val="center"/>
          </w:tcPr>
          <w:p w14:paraId="1FE8010C" w14:textId="77777777" w:rsidR="00DC7196" w:rsidRPr="001C0CC4" w:rsidRDefault="00DC7196" w:rsidP="00DC7196">
            <w:pPr>
              <w:pStyle w:val="TAC"/>
            </w:pPr>
          </w:p>
        </w:tc>
        <w:tc>
          <w:tcPr>
            <w:tcW w:w="717" w:type="dxa"/>
            <w:vAlign w:val="center"/>
          </w:tcPr>
          <w:p w14:paraId="227CF45D" w14:textId="77777777" w:rsidR="00DC7196" w:rsidRPr="001C0CC4" w:rsidRDefault="00DC7196" w:rsidP="00DC7196">
            <w:pPr>
              <w:pStyle w:val="TAC"/>
            </w:pPr>
            <w:r w:rsidRPr="001C0CC4">
              <w:t>25</w:t>
            </w:r>
          </w:p>
        </w:tc>
        <w:tc>
          <w:tcPr>
            <w:tcW w:w="717" w:type="dxa"/>
            <w:vAlign w:val="center"/>
          </w:tcPr>
          <w:p w14:paraId="2EB766CF" w14:textId="77777777" w:rsidR="00DC7196" w:rsidRPr="001C0CC4" w:rsidRDefault="00DC7196" w:rsidP="00DC7196">
            <w:pPr>
              <w:pStyle w:val="TAC"/>
            </w:pPr>
            <w:r w:rsidRPr="001C0CC4">
              <w:t>52</w:t>
            </w:r>
          </w:p>
        </w:tc>
        <w:tc>
          <w:tcPr>
            <w:tcW w:w="717" w:type="dxa"/>
            <w:vAlign w:val="center"/>
          </w:tcPr>
          <w:p w14:paraId="4CEFD091" w14:textId="77777777" w:rsidR="00DC7196" w:rsidRPr="001C0CC4" w:rsidRDefault="00DC7196" w:rsidP="00DC7196">
            <w:pPr>
              <w:pStyle w:val="TAC"/>
            </w:pPr>
            <w:r w:rsidRPr="001C0CC4">
              <w:t>79</w:t>
            </w:r>
          </w:p>
        </w:tc>
        <w:tc>
          <w:tcPr>
            <w:tcW w:w="717" w:type="dxa"/>
            <w:vAlign w:val="center"/>
          </w:tcPr>
          <w:p w14:paraId="27211B73" w14:textId="77777777" w:rsidR="00DC7196" w:rsidRPr="001C0CC4" w:rsidRDefault="00DC7196" w:rsidP="00DC7196">
            <w:pPr>
              <w:pStyle w:val="TAC"/>
            </w:pPr>
            <w:r w:rsidRPr="001C0CC4">
              <w:t>106</w:t>
            </w:r>
          </w:p>
        </w:tc>
        <w:tc>
          <w:tcPr>
            <w:tcW w:w="717" w:type="dxa"/>
            <w:vAlign w:val="center"/>
          </w:tcPr>
          <w:p w14:paraId="3C26DD46" w14:textId="77777777" w:rsidR="00DC7196" w:rsidRPr="001C0CC4" w:rsidRDefault="00DC7196" w:rsidP="00DC7196">
            <w:pPr>
              <w:pStyle w:val="TAC"/>
            </w:pPr>
            <w:r w:rsidRPr="001C0CC4">
              <w:t>133</w:t>
            </w:r>
          </w:p>
        </w:tc>
        <w:tc>
          <w:tcPr>
            <w:tcW w:w="717" w:type="dxa"/>
            <w:vAlign w:val="center"/>
          </w:tcPr>
          <w:p w14:paraId="3A039FBF" w14:textId="77777777" w:rsidR="00DC7196" w:rsidRPr="001C0CC4" w:rsidRDefault="00DC7196" w:rsidP="00DC7196">
            <w:pPr>
              <w:pStyle w:val="TAC"/>
            </w:pPr>
            <w:r w:rsidRPr="001C0CC4">
              <w:t>160</w:t>
            </w:r>
          </w:p>
        </w:tc>
        <w:tc>
          <w:tcPr>
            <w:tcW w:w="717" w:type="dxa"/>
            <w:vAlign w:val="center"/>
          </w:tcPr>
          <w:p w14:paraId="381429A5" w14:textId="77777777" w:rsidR="00DC7196" w:rsidRPr="001C0CC4" w:rsidRDefault="00DC7196" w:rsidP="00DC7196">
            <w:pPr>
              <w:pStyle w:val="TAC"/>
            </w:pPr>
            <w:r w:rsidRPr="001C0CC4">
              <w:t>216</w:t>
            </w:r>
          </w:p>
        </w:tc>
        <w:tc>
          <w:tcPr>
            <w:tcW w:w="717" w:type="dxa"/>
            <w:vAlign w:val="center"/>
          </w:tcPr>
          <w:p w14:paraId="788E6ED0" w14:textId="77777777" w:rsidR="00DC7196" w:rsidRPr="001C0CC4" w:rsidRDefault="00DC7196" w:rsidP="00DC7196">
            <w:pPr>
              <w:pStyle w:val="TAC"/>
            </w:pPr>
            <w:r w:rsidRPr="001C0CC4">
              <w:t>270</w:t>
            </w:r>
          </w:p>
        </w:tc>
      </w:tr>
      <w:tr w:rsidR="00DC7196" w:rsidRPr="001C0CC4" w14:paraId="03715357" w14:textId="77777777" w:rsidTr="00E51EAF">
        <w:trPr>
          <w:jc w:val="center"/>
        </w:trPr>
        <w:tc>
          <w:tcPr>
            <w:tcW w:w="3690" w:type="dxa"/>
            <w:vAlign w:val="center"/>
          </w:tcPr>
          <w:p w14:paraId="67800685" w14:textId="77777777" w:rsidR="00DC7196" w:rsidRPr="001C0CC4" w:rsidRDefault="00DC7196" w:rsidP="00DC7196">
            <w:pPr>
              <w:pStyle w:val="TAL"/>
            </w:pPr>
            <w:r w:rsidRPr="001C0CC4">
              <w:t>Subcarriers per resource block</w:t>
            </w:r>
          </w:p>
        </w:tc>
        <w:tc>
          <w:tcPr>
            <w:tcW w:w="1093" w:type="dxa"/>
            <w:vAlign w:val="center"/>
          </w:tcPr>
          <w:p w14:paraId="35870C69" w14:textId="77777777" w:rsidR="00DC7196" w:rsidRPr="001C0CC4" w:rsidRDefault="00DC7196" w:rsidP="00DC7196">
            <w:pPr>
              <w:pStyle w:val="TAC"/>
            </w:pPr>
          </w:p>
        </w:tc>
        <w:tc>
          <w:tcPr>
            <w:tcW w:w="717" w:type="dxa"/>
            <w:vAlign w:val="center"/>
          </w:tcPr>
          <w:p w14:paraId="18F3E7CC" w14:textId="77777777" w:rsidR="00DC7196" w:rsidRPr="001C0CC4" w:rsidRDefault="00DC7196" w:rsidP="00DC7196">
            <w:pPr>
              <w:pStyle w:val="TAC"/>
            </w:pPr>
            <w:r w:rsidRPr="001C0CC4">
              <w:t>12</w:t>
            </w:r>
          </w:p>
        </w:tc>
        <w:tc>
          <w:tcPr>
            <w:tcW w:w="717" w:type="dxa"/>
            <w:vAlign w:val="center"/>
          </w:tcPr>
          <w:p w14:paraId="601033CE" w14:textId="77777777" w:rsidR="00DC7196" w:rsidRPr="001C0CC4" w:rsidRDefault="00DC7196" w:rsidP="00DC7196">
            <w:pPr>
              <w:pStyle w:val="TAC"/>
            </w:pPr>
            <w:r w:rsidRPr="001C0CC4">
              <w:t>12</w:t>
            </w:r>
          </w:p>
        </w:tc>
        <w:tc>
          <w:tcPr>
            <w:tcW w:w="717" w:type="dxa"/>
            <w:vAlign w:val="center"/>
          </w:tcPr>
          <w:p w14:paraId="68A0569A" w14:textId="77777777" w:rsidR="00DC7196" w:rsidRPr="001C0CC4" w:rsidRDefault="00DC7196" w:rsidP="00DC7196">
            <w:pPr>
              <w:pStyle w:val="TAC"/>
            </w:pPr>
            <w:r w:rsidRPr="001C0CC4">
              <w:t>12</w:t>
            </w:r>
          </w:p>
        </w:tc>
        <w:tc>
          <w:tcPr>
            <w:tcW w:w="717" w:type="dxa"/>
            <w:vAlign w:val="center"/>
          </w:tcPr>
          <w:p w14:paraId="6A2739F2" w14:textId="77777777" w:rsidR="00DC7196" w:rsidRPr="001C0CC4" w:rsidRDefault="00DC7196" w:rsidP="00DC7196">
            <w:pPr>
              <w:pStyle w:val="TAC"/>
            </w:pPr>
            <w:r w:rsidRPr="001C0CC4">
              <w:t>12</w:t>
            </w:r>
          </w:p>
        </w:tc>
        <w:tc>
          <w:tcPr>
            <w:tcW w:w="717" w:type="dxa"/>
            <w:vAlign w:val="center"/>
          </w:tcPr>
          <w:p w14:paraId="7DE6D73F" w14:textId="77777777" w:rsidR="00DC7196" w:rsidRPr="001C0CC4" w:rsidRDefault="00DC7196" w:rsidP="00DC7196">
            <w:pPr>
              <w:pStyle w:val="TAC"/>
            </w:pPr>
            <w:r w:rsidRPr="001C0CC4">
              <w:t>12</w:t>
            </w:r>
          </w:p>
        </w:tc>
        <w:tc>
          <w:tcPr>
            <w:tcW w:w="717" w:type="dxa"/>
            <w:vAlign w:val="center"/>
          </w:tcPr>
          <w:p w14:paraId="1BDC8007" w14:textId="77777777" w:rsidR="00DC7196" w:rsidRPr="001C0CC4" w:rsidRDefault="00DC7196" w:rsidP="00DC7196">
            <w:pPr>
              <w:pStyle w:val="TAC"/>
            </w:pPr>
            <w:r w:rsidRPr="001C0CC4">
              <w:t>12</w:t>
            </w:r>
          </w:p>
        </w:tc>
        <w:tc>
          <w:tcPr>
            <w:tcW w:w="717" w:type="dxa"/>
            <w:vAlign w:val="center"/>
          </w:tcPr>
          <w:p w14:paraId="752854FF" w14:textId="77777777" w:rsidR="00DC7196" w:rsidRPr="001C0CC4" w:rsidRDefault="00DC7196" w:rsidP="00DC7196">
            <w:pPr>
              <w:pStyle w:val="TAC"/>
            </w:pPr>
            <w:r w:rsidRPr="001C0CC4">
              <w:t>12</w:t>
            </w:r>
          </w:p>
        </w:tc>
        <w:tc>
          <w:tcPr>
            <w:tcW w:w="717" w:type="dxa"/>
            <w:vAlign w:val="center"/>
          </w:tcPr>
          <w:p w14:paraId="2751AD47" w14:textId="77777777" w:rsidR="00DC7196" w:rsidRPr="001C0CC4" w:rsidRDefault="00DC7196" w:rsidP="00DC7196">
            <w:pPr>
              <w:pStyle w:val="TAC"/>
            </w:pPr>
            <w:r w:rsidRPr="001C0CC4">
              <w:t>12</w:t>
            </w:r>
          </w:p>
        </w:tc>
      </w:tr>
      <w:tr w:rsidR="00103E46" w:rsidRPr="001C0CC4" w14:paraId="13B5AEB3" w14:textId="77777777" w:rsidTr="00E51EAF">
        <w:trPr>
          <w:jc w:val="center"/>
        </w:trPr>
        <w:tc>
          <w:tcPr>
            <w:tcW w:w="3690" w:type="dxa"/>
            <w:vAlign w:val="center"/>
          </w:tcPr>
          <w:p w14:paraId="2D96DC37" w14:textId="77777777" w:rsidR="00103E46" w:rsidRPr="001C0CC4" w:rsidRDefault="00103E46" w:rsidP="00103E46">
            <w:pPr>
              <w:pStyle w:val="TAL"/>
            </w:pPr>
            <w:r w:rsidRPr="001C0CC4">
              <w:t>Allocated slots per Frame</w:t>
            </w:r>
          </w:p>
        </w:tc>
        <w:tc>
          <w:tcPr>
            <w:tcW w:w="1093" w:type="dxa"/>
            <w:vAlign w:val="center"/>
          </w:tcPr>
          <w:p w14:paraId="0F8AF8E2" w14:textId="77777777" w:rsidR="00103E46" w:rsidRPr="001C0CC4" w:rsidRDefault="00103E46" w:rsidP="00103E46">
            <w:pPr>
              <w:pStyle w:val="TAC"/>
            </w:pPr>
          </w:p>
        </w:tc>
        <w:tc>
          <w:tcPr>
            <w:tcW w:w="717" w:type="dxa"/>
            <w:vAlign w:val="center"/>
          </w:tcPr>
          <w:p w14:paraId="617AB3D7" w14:textId="4F0A13EB" w:rsidR="00103E46" w:rsidRPr="001C0CC4" w:rsidRDefault="00103E46" w:rsidP="00103E46">
            <w:pPr>
              <w:pStyle w:val="TAC"/>
            </w:pPr>
            <w:r>
              <w:t>4</w:t>
            </w:r>
          </w:p>
        </w:tc>
        <w:tc>
          <w:tcPr>
            <w:tcW w:w="717" w:type="dxa"/>
            <w:vAlign w:val="center"/>
          </w:tcPr>
          <w:p w14:paraId="3B5232B8" w14:textId="50AB0D30" w:rsidR="00103E46" w:rsidRPr="001C0CC4" w:rsidRDefault="00103E46" w:rsidP="00103E46">
            <w:pPr>
              <w:pStyle w:val="TAC"/>
            </w:pPr>
            <w:r>
              <w:t>4</w:t>
            </w:r>
          </w:p>
        </w:tc>
        <w:tc>
          <w:tcPr>
            <w:tcW w:w="717" w:type="dxa"/>
            <w:vAlign w:val="center"/>
          </w:tcPr>
          <w:p w14:paraId="5B70A119" w14:textId="4D25DD14" w:rsidR="00103E46" w:rsidRPr="001C0CC4" w:rsidRDefault="00103E46" w:rsidP="00103E46">
            <w:pPr>
              <w:pStyle w:val="TAC"/>
            </w:pPr>
            <w:r>
              <w:t>4</w:t>
            </w:r>
          </w:p>
        </w:tc>
        <w:tc>
          <w:tcPr>
            <w:tcW w:w="717" w:type="dxa"/>
            <w:vAlign w:val="center"/>
          </w:tcPr>
          <w:p w14:paraId="0AE11746" w14:textId="409F1EA9" w:rsidR="00103E46" w:rsidRPr="001C0CC4" w:rsidRDefault="00103E46" w:rsidP="00103E46">
            <w:pPr>
              <w:pStyle w:val="TAC"/>
            </w:pPr>
            <w:r>
              <w:t>4</w:t>
            </w:r>
          </w:p>
        </w:tc>
        <w:tc>
          <w:tcPr>
            <w:tcW w:w="717" w:type="dxa"/>
            <w:vAlign w:val="center"/>
          </w:tcPr>
          <w:p w14:paraId="78468E13" w14:textId="3367FD6E" w:rsidR="00103E46" w:rsidRPr="001C0CC4" w:rsidRDefault="00103E46" w:rsidP="00103E46">
            <w:pPr>
              <w:pStyle w:val="TAC"/>
            </w:pPr>
            <w:r>
              <w:t>4</w:t>
            </w:r>
          </w:p>
        </w:tc>
        <w:tc>
          <w:tcPr>
            <w:tcW w:w="717" w:type="dxa"/>
            <w:vAlign w:val="center"/>
          </w:tcPr>
          <w:p w14:paraId="45C57134" w14:textId="37723C1A" w:rsidR="00103E46" w:rsidRPr="001C0CC4" w:rsidRDefault="00103E46" w:rsidP="00103E46">
            <w:pPr>
              <w:pStyle w:val="TAC"/>
            </w:pPr>
            <w:r>
              <w:t>4</w:t>
            </w:r>
          </w:p>
        </w:tc>
        <w:tc>
          <w:tcPr>
            <w:tcW w:w="717" w:type="dxa"/>
            <w:vAlign w:val="center"/>
          </w:tcPr>
          <w:p w14:paraId="4294ACEF" w14:textId="347894CD" w:rsidR="00103E46" w:rsidRPr="001C0CC4" w:rsidRDefault="00103E46" w:rsidP="00103E46">
            <w:pPr>
              <w:pStyle w:val="TAC"/>
            </w:pPr>
            <w:r>
              <w:t>4</w:t>
            </w:r>
          </w:p>
        </w:tc>
        <w:tc>
          <w:tcPr>
            <w:tcW w:w="717" w:type="dxa"/>
            <w:vAlign w:val="center"/>
          </w:tcPr>
          <w:p w14:paraId="5CBB2CE2" w14:textId="10F150C5" w:rsidR="00103E46" w:rsidRPr="001C0CC4" w:rsidRDefault="00103E46" w:rsidP="00103E46">
            <w:pPr>
              <w:pStyle w:val="TAC"/>
            </w:pPr>
            <w:r>
              <w:t>4</w:t>
            </w:r>
          </w:p>
        </w:tc>
      </w:tr>
      <w:tr w:rsidR="00DC7196" w:rsidRPr="001C0CC4" w14:paraId="38D5EBFA" w14:textId="77777777" w:rsidTr="00E51EAF">
        <w:trPr>
          <w:jc w:val="center"/>
        </w:trPr>
        <w:tc>
          <w:tcPr>
            <w:tcW w:w="3690" w:type="dxa"/>
            <w:vAlign w:val="center"/>
          </w:tcPr>
          <w:p w14:paraId="3BFBBF47" w14:textId="77777777" w:rsidR="00DC7196" w:rsidRPr="001C0CC4" w:rsidRDefault="00DC7196" w:rsidP="00DC7196">
            <w:pPr>
              <w:pStyle w:val="TAL"/>
            </w:pPr>
            <w:r w:rsidRPr="001C0CC4">
              <w:t>MCS Index</w:t>
            </w:r>
          </w:p>
        </w:tc>
        <w:tc>
          <w:tcPr>
            <w:tcW w:w="1093" w:type="dxa"/>
            <w:vAlign w:val="center"/>
          </w:tcPr>
          <w:p w14:paraId="43E5CDC0" w14:textId="77777777" w:rsidR="00DC7196" w:rsidRPr="001C0CC4" w:rsidRDefault="00DC7196" w:rsidP="00DC7196">
            <w:pPr>
              <w:pStyle w:val="TAC"/>
            </w:pPr>
          </w:p>
        </w:tc>
        <w:tc>
          <w:tcPr>
            <w:tcW w:w="717" w:type="dxa"/>
            <w:vAlign w:val="center"/>
          </w:tcPr>
          <w:p w14:paraId="6213191D" w14:textId="77777777" w:rsidR="00DC7196" w:rsidRPr="001C0CC4" w:rsidRDefault="00DC7196" w:rsidP="00DC7196">
            <w:pPr>
              <w:pStyle w:val="TAC"/>
            </w:pPr>
            <w:r w:rsidRPr="001C0CC4">
              <w:t>24</w:t>
            </w:r>
          </w:p>
        </w:tc>
        <w:tc>
          <w:tcPr>
            <w:tcW w:w="717" w:type="dxa"/>
            <w:vAlign w:val="center"/>
          </w:tcPr>
          <w:p w14:paraId="11B749A0" w14:textId="77777777" w:rsidR="00DC7196" w:rsidRPr="001C0CC4" w:rsidRDefault="00DC7196" w:rsidP="00DC7196">
            <w:pPr>
              <w:pStyle w:val="TAC"/>
            </w:pPr>
            <w:r w:rsidRPr="001C0CC4">
              <w:t>24</w:t>
            </w:r>
          </w:p>
        </w:tc>
        <w:tc>
          <w:tcPr>
            <w:tcW w:w="717" w:type="dxa"/>
            <w:vAlign w:val="center"/>
          </w:tcPr>
          <w:p w14:paraId="3F903BAB" w14:textId="77777777" w:rsidR="00DC7196" w:rsidRPr="001C0CC4" w:rsidRDefault="00DC7196" w:rsidP="00DC7196">
            <w:pPr>
              <w:pStyle w:val="TAC"/>
            </w:pPr>
            <w:r w:rsidRPr="001C0CC4">
              <w:t>24</w:t>
            </w:r>
          </w:p>
        </w:tc>
        <w:tc>
          <w:tcPr>
            <w:tcW w:w="717" w:type="dxa"/>
            <w:vAlign w:val="center"/>
          </w:tcPr>
          <w:p w14:paraId="1B4DDFF9" w14:textId="77777777" w:rsidR="00DC7196" w:rsidRPr="001C0CC4" w:rsidRDefault="00DC7196" w:rsidP="00DC7196">
            <w:pPr>
              <w:pStyle w:val="TAC"/>
            </w:pPr>
            <w:r w:rsidRPr="001C0CC4">
              <w:t>24</w:t>
            </w:r>
          </w:p>
        </w:tc>
        <w:tc>
          <w:tcPr>
            <w:tcW w:w="717" w:type="dxa"/>
            <w:vAlign w:val="center"/>
          </w:tcPr>
          <w:p w14:paraId="15960690" w14:textId="77777777" w:rsidR="00DC7196" w:rsidRPr="001C0CC4" w:rsidRDefault="00DC7196" w:rsidP="00DC7196">
            <w:pPr>
              <w:pStyle w:val="TAC"/>
            </w:pPr>
            <w:r w:rsidRPr="001C0CC4">
              <w:t>24</w:t>
            </w:r>
          </w:p>
        </w:tc>
        <w:tc>
          <w:tcPr>
            <w:tcW w:w="717" w:type="dxa"/>
            <w:vAlign w:val="center"/>
          </w:tcPr>
          <w:p w14:paraId="37867125" w14:textId="77777777" w:rsidR="00DC7196" w:rsidRPr="001C0CC4" w:rsidRDefault="00DC7196" w:rsidP="00DC7196">
            <w:pPr>
              <w:pStyle w:val="TAC"/>
            </w:pPr>
            <w:r w:rsidRPr="001C0CC4">
              <w:t>24</w:t>
            </w:r>
          </w:p>
        </w:tc>
        <w:tc>
          <w:tcPr>
            <w:tcW w:w="717" w:type="dxa"/>
            <w:vAlign w:val="center"/>
          </w:tcPr>
          <w:p w14:paraId="3BAF6013" w14:textId="77777777" w:rsidR="00DC7196" w:rsidRPr="001C0CC4" w:rsidRDefault="00DC7196" w:rsidP="00DC7196">
            <w:pPr>
              <w:pStyle w:val="TAC"/>
            </w:pPr>
            <w:r w:rsidRPr="001C0CC4">
              <w:t>24</w:t>
            </w:r>
          </w:p>
        </w:tc>
        <w:tc>
          <w:tcPr>
            <w:tcW w:w="717" w:type="dxa"/>
            <w:vAlign w:val="center"/>
          </w:tcPr>
          <w:p w14:paraId="52058541" w14:textId="77777777" w:rsidR="00DC7196" w:rsidRPr="001C0CC4" w:rsidRDefault="00DC7196" w:rsidP="00DC7196">
            <w:pPr>
              <w:pStyle w:val="TAC"/>
            </w:pPr>
            <w:r w:rsidRPr="001C0CC4">
              <w:t>24</w:t>
            </w:r>
          </w:p>
        </w:tc>
      </w:tr>
      <w:tr w:rsidR="00DC7196" w:rsidRPr="001C0CC4" w14:paraId="778562BE" w14:textId="77777777" w:rsidTr="00E51EAF">
        <w:trPr>
          <w:jc w:val="center"/>
        </w:trPr>
        <w:tc>
          <w:tcPr>
            <w:tcW w:w="3690" w:type="dxa"/>
            <w:vAlign w:val="center"/>
          </w:tcPr>
          <w:p w14:paraId="01CA95BD" w14:textId="77777777" w:rsidR="00DC7196" w:rsidRPr="001C0CC4" w:rsidRDefault="00DC7196" w:rsidP="00DC7196">
            <w:pPr>
              <w:pStyle w:val="TAL"/>
            </w:pPr>
            <w:r w:rsidRPr="001C0CC4">
              <w:t xml:space="preserve">MCS Table for TBS determination </w:t>
            </w:r>
          </w:p>
        </w:tc>
        <w:tc>
          <w:tcPr>
            <w:tcW w:w="1093" w:type="dxa"/>
            <w:vAlign w:val="center"/>
          </w:tcPr>
          <w:p w14:paraId="53DF24D0" w14:textId="77777777" w:rsidR="00DC7196" w:rsidRPr="001C0CC4" w:rsidRDefault="00DC7196" w:rsidP="00DC7196">
            <w:pPr>
              <w:pStyle w:val="TAC"/>
            </w:pPr>
          </w:p>
        </w:tc>
        <w:tc>
          <w:tcPr>
            <w:tcW w:w="5736" w:type="dxa"/>
            <w:gridSpan w:val="8"/>
            <w:vAlign w:val="center"/>
          </w:tcPr>
          <w:p w14:paraId="32941F66" w14:textId="77777777" w:rsidR="00DC7196" w:rsidRPr="001C0CC4" w:rsidRDefault="00DC7196" w:rsidP="00DC7196">
            <w:pPr>
              <w:pStyle w:val="TAC"/>
            </w:pPr>
            <w:r w:rsidRPr="001C0CC4">
              <w:t>64QAM</w:t>
            </w:r>
          </w:p>
        </w:tc>
      </w:tr>
      <w:tr w:rsidR="00DC7196" w:rsidRPr="001C0CC4" w14:paraId="2CBCA45A" w14:textId="77777777" w:rsidTr="00E51EAF">
        <w:trPr>
          <w:jc w:val="center"/>
        </w:trPr>
        <w:tc>
          <w:tcPr>
            <w:tcW w:w="3690" w:type="dxa"/>
            <w:vAlign w:val="center"/>
          </w:tcPr>
          <w:p w14:paraId="532A194B" w14:textId="77777777" w:rsidR="00DC7196" w:rsidRPr="001C0CC4" w:rsidRDefault="00DC7196" w:rsidP="00DC7196">
            <w:pPr>
              <w:pStyle w:val="TAL"/>
            </w:pPr>
            <w:r w:rsidRPr="001C0CC4">
              <w:t>Modulation</w:t>
            </w:r>
          </w:p>
        </w:tc>
        <w:tc>
          <w:tcPr>
            <w:tcW w:w="1093" w:type="dxa"/>
            <w:vAlign w:val="center"/>
          </w:tcPr>
          <w:p w14:paraId="11193F45" w14:textId="77777777" w:rsidR="00DC7196" w:rsidRPr="001C0CC4" w:rsidRDefault="00DC7196" w:rsidP="00DC7196">
            <w:pPr>
              <w:pStyle w:val="TAC"/>
            </w:pPr>
          </w:p>
        </w:tc>
        <w:tc>
          <w:tcPr>
            <w:tcW w:w="717" w:type="dxa"/>
            <w:vAlign w:val="center"/>
          </w:tcPr>
          <w:p w14:paraId="109CF88F" w14:textId="77777777" w:rsidR="00DC7196" w:rsidRPr="001C0CC4" w:rsidRDefault="00DC7196" w:rsidP="00DC7196">
            <w:pPr>
              <w:pStyle w:val="TAC"/>
            </w:pPr>
            <w:r w:rsidRPr="001C0CC4">
              <w:t>64 QAM</w:t>
            </w:r>
          </w:p>
        </w:tc>
        <w:tc>
          <w:tcPr>
            <w:tcW w:w="717" w:type="dxa"/>
            <w:vAlign w:val="center"/>
          </w:tcPr>
          <w:p w14:paraId="70F84C28" w14:textId="77777777" w:rsidR="00DC7196" w:rsidRPr="001C0CC4" w:rsidRDefault="00DC7196" w:rsidP="00DC7196">
            <w:pPr>
              <w:pStyle w:val="TAC"/>
            </w:pPr>
            <w:r w:rsidRPr="001C0CC4">
              <w:t>64 QAM</w:t>
            </w:r>
          </w:p>
        </w:tc>
        <w:tc>
          <w:tcPr>
            <w:tcW w:w="717" w:type="dxa"/>
            <w:vAlign w:val="center"/>
          </w:tcPr>
          <w:p w14:paraId="008E7BF1" w14:textId="77777777" w:rsidR="00DC7196" w:rsidRPr="001C0CC4" w:rsidRDefault="00DC7196" w:rsidP="00DC7196">
            <w:pPr>
              <w:pStyle w:val="TAC"/>
            </w:pPr>
            <w:r w:rsidRPr="001C0CC4">
              <w:t>64 QAM</w:t>
            </w:r>
          </w:p>
        </w:tc>
        <w:tc>
          <w:tcPr>
            <w:tcW w:w="717" w:type="dxa"/>
            <w:vAlign w:val="center"/>
          </w:tcPr>
          <w:p w14:paraId="7535851E" w14:textId="77777777" w:rsidR="00DC7196" w:rsidRPr="001C0CC4" w:rsidRDefault="00DC7196" w:rsidP="00DC7196">
            <w:pPr>
              <w:pStyle w:val="TAC"/>
            </w:pPr>
            <w:r w:rsidRPr="001C0CC4">
              <w:t>64 QAM</w:t>
            </w:r>
          </w:p>
        </w:tc>
        <w:tc>
          <w:tcPr>
            <w:tcW w:w="717" w:type="dxa"/>
            <w:vAlign w:val="center"/>
          </w:tcPr>
          <w:p w14:paraId="2140D56D" w14:textId="77777777" w:rsidR="00DC7196" w:rsidRPr="001C0CC4" w:rsidRDefault="00DC7196" w:rsidP="00DC7196">
            <w:pPr>
              <w:pStyle w:val="TAC"/>
            </w:pPr>
            <w:r w:rsidRPr="001C0CC4">
              <w:t>64 QAM</w:t>
            </w:r>
          </w:p>
        </w:tc>
        <w:tc>
          <w:tcPr>
            <w:tcW w:w="717" w:type="dxa"/>
            <w:vAlign w:val="center"/>
          </w:tcPr>
          <w:p w14:paraId="4F486979" w14:textId="77777777" w:rsidR="00DC7196" w:rsidRPr="001C0CC4" w:rsidRDefault="00DC7196" w:rsidP="00DC7196">
            <w:pPr>
              <w:pStyle w:val="TAC"/>
            </w:pPr>
            <w:r w:rsidRPr="001C0CC4">
              <w:t>64 QAM</w:t>
            </w:r>
          </w:p>
        </w:tc>
        <w:tc>
          <w:tcPr>
            <w:tcW w:w="717" w:type="dxa"/>
            <w:vAlign w:val="center"/>
          </w:tcPr>
          <w:p w14:paraId="28032D9C" w14:textId="77777777" w:rsidR="00DC7196" w:rsidRPr="001C0CC4" w:rsidRDefault="00DC7196" w:rsidP="00DC7196">
            <w:pPr>
              <w:pStyle w:val="TAC"/>
            </w:pPr>
            <w:r w:rsidRPr="001C0CC4">
              <w:t>64 QAM</w:t>
            </w:r>
          </w:p>
        </w:tc>
        <w:tc>
          <w:tcPr>
            <w:tcW w:w="717" w:type="dxa"/>
            <w:vAlign w:val="center"/>
          </w:tcPr>
          <w:p w14:paraId="1CF98DAB" w14:textId="77777777" w:rsidR="00DC7196" w:rsidRPr="001C0CC4" w:rsidRDefault="00DC7196" w:rsidP="00DC7196">
            <w:pPr>
              <w:pStyle w:val="TAC"/>
            </w:pPr>
            <w:r w:rsidRPr="001C0CC4">
              <w:t>64 QAM</w:t>
            </w:r>
          </w:p>
        </w:tc>
      </w:tr>
      <w:tr w:rsidR="00DC7196" w:rsidRPr="001C0CC4" w14:paraId="19CC8ED6" w14:textId="77777777" w:rsidTr="00E51EAF">
        <w:trPr>
          <w:jc w:val="center"/>
        </w:trPr>
        <w:tc>
          <w:tcPr>
            <w:tcW w:w="3690" w:type="dxa"/>
            <w:vAlign w:val="center"/>
          </w:tcPr>
          <w:p w14:paraId="5BF9D242" w14:textId="77777777" w:rsidR="00DC7196" w:rsidRPr="001C0CC4" w:rsidRDefault="00DC7196" w:rsidP="00DC7196">
            <w:pPr>
              <w:pStyle w:val="TAL"/>
            </w:pPr>
            <w:r w:rsidRPr="001C0CC4">
              <w:t>Target Coding Rate</w:t>
            </w:r>
          </w:p>
        </w:tc>
        <w:tc>
          <w:tcPr>
            <w:tcW w:w="1093" w:type="dxa"/>
            <w:vAlign w:val="center"/>
          </w:tcPr>
          <w:p w14:paraId="1A040558" w14:textId="77777777" w:rsidR="00DC7196" w:rsidRPr="001C0CC4" w:rsidRDefault="00DC7196" w:rsidP="00DC7196">
            <w:pPr>
              <w:pStyle w:val="TAC"/>
            </w:pPr>
          </w:p>
        </w:tc>
        <w:tc>
          <w:tcPr>
            <w:tcW w:w="717" w:type="dxa"/>
            <w:vAlign w:val="center"/>
          </w:tcPr>
          <w:p w14:paraId="274DD2DE" w14:textId="77777777" w:rsidR="00DC7196" w:rsidRPr="001C0CC4" w:rsidRDefault="00DC7196" w:rsidP="00DC7196">
            <w:pPr>
              <w:pStyle w:val="TAC"/>
            </w:pPr>
            <w:r w:rsidRPr="001C0CC4">
              <w:t>3/4</w:t>
            </w:r>
          </w:p>
        </w:tc>
        <w:tc>
          <w:tcPr>
            <w:tcW w:w="717" w:type="dxa"/>
            <w:vAlign w:val="center"/>
          </w:tcPr>
          <w:p w14:paraId="6F9F5694" w14:textId="77777777" w:rsidR="00DC7196" w:rsidRPr="001C0CC4" w:rsidRDefault="00DC7196" w:rsidP="00DC7196">
            <w:pPr>
              <w:pStyle w:val="TAC"/>
            </w:pPr>
            <w:r w:rsidRPr="001C0CC4">
              <w:t>3/4</w:t>
            </w:r>
          </w:p>
        </w:tc>
        <w:tc>
          <w:tcPr>
            <w:tcW w:w="717" w:type="dxa"/>
            <w:vAlign w:val="center"/>
          </w:tcPr>
          <w:p w14:paraId="4EC953FE" w14:textId="77777777" w:rsidR="00DC7196" w:rsidRPr="001C0CC4" w:rsidRDefault="00DC7196" w:rsidP="00DC7196">
            <w:pPr>
              <w:pStyle w:val="TAC"/>
            </w:pPr>
            <w:r w:rsidRPr="001C0CC4">
              <w:t>3/4</w:t>
            </w:r>
          </w:p>
        </w:tc>
        <w:tc>
          <w:tcPr>
            <w:tcW w:w="717" w:type="dxa"/>
            <w:vAlign w:val="center"/>
          </w:tcPr>
          <w:p w14:paraId="1CA8043A" w14:textId="77777777" w:rsidR="00DC7196" w:rsidRPr="001C0CC4" w:rsidRDefault="00DC7196" w:rsidP="00DC7196">
            <w:pPr>
              <w:pStyle w:val="TAC"/>
            </w:pPr>
            <w:r w:rsidRPr="001C0CC4">
              <w:t>3/4</w:t>
            </w:r>
          </w:p>
        </w:tc>
        <w:tc>
          <w:tcPr>
            <w:tcW w:w="717" w:type="dxa"/>
            <w:vAlign w:val="center"/>
          </w:tcPr>
          <w:p w14:paraId="74B6ED73" w14:textId="77777777" w:rsidR="00DC7196" w:rsidRPr="001C0CC4" w:rsidRDefault="00DC7196" w:rsidP="00DC7196">
            <w:pPr>
              <w:pStyle w:val="TAC"/>
            </w:pPr>
            <w:r w:rsidRPr="001C0CC4">
              <w:t>3/4</w:t>
            </w:r>
          </w:p>
        </w:tc>
        <w:tc>
          <w:tcPr>
            <w:tcW w:w="717" w:type="dxa"/>
            <w:vAlign w:val="center"/>
          </w:tcPr>
          <w:p w14:paraId="28C04073" w14:textId="77777777" w:rsidR="00DC7196" w:rsidRPr="001C0CC4" w:rsidRDefault="00DC7196" w:rsidP="00DC7196">
            <w:pPr>
              <w:pStyle w:val="TAC"/>
            </w:pPr>
            <w:r w:rsidRPr="001C0CC4">
              <w:t>3/4</w:t>
            </w:r>
          </w:p>
        </w:tc>
        <w:tc>
          <w:tcPr>
            <w:tcW w:w="717" w:type="dxa"/>
            <w:vAlign w:val="center"/>
          </w:tcPr>
          <w:p w14:paraId="7275565D" w14:textId="77777777" w:rsidR="00DC7196" w:rsidRPr="001C0CC4" w:rsidRDefault="00DC7196" w:rsidP="00DC7196">
            <w:pPr>
              <w:pStyle w:val="TAC"/>
            </w:pPr>
            <w:r w:rsidRPr="001C0CC4">
              <w:t>3/4</w:t>
            </w:r>
          </w:p>
        </w:tc>
        <w:tc>
          <w:tcPr>
            <w:tcW w:w="717" w:type="dxa"/>
            <w:vAlign w:val="center"/>
          </w:tcPr>
          <w:p w14:paraId="1A7F1EC8" w14:textId="77777777" w:rsidR="00DC7196" w:rsidRPr="001C0CC4" w:rsidRDefault="00DC7196" w:rsidP="00DC7196">
            <w:pPr>
              <w:pStyle w:val="TAC"/>
            </w:pPr>
            <w:r w:rsidRPr="001C0CC4">
              <w:t>3/4</w:t>
            </w:r>
          </w:p>
        </w:tc>
      </w:tr>
      <w:tr w:rsidR="00DC7196" w:rsidRPr="001C0CC4" w14:paraId="57F5159E" w14:textId="77777777" w:rsidTr="00E51EAF">
        <w:trPr>
          <w:jc w:val="center"/>
        </w:trPr>
        <w:tc>
          <w:tcPr>
            <w:tcW w:w="3690" w:type="dxa"/>
            <w:vAlign w:val="center"/>
          </w:tcPr>
          <w:p w14:paraId="579079B6" w14:textId="77777777" w:rsidR="00DC7196" w:rsidRPr="001C0CC4" w:rsidRDefault="00DC7196" w:rsidP="00DC7196">
            <w:pPr>
              <w:pStyle w:val="TAL"/>
            </w:pPr>
            <w:r w:rsidRPr="001C0CC4">
              <w:t>Maximum number of HARQ transmissions</w:t>
            </w:r>
          </w:p>
        </w:tc>
        <w:tc>
          <w:tcPr>
            <w:tcW w:w="1093" w:type="dxa"/>
            <w:vAlign w:val="center"/>
          </w:tcPr>
          <w:p w14:paraId="5C9A3061" w14:textId="77777777" w:rsidR="00DC7196" w:rsidRPr="001C0CC4" w:rsidRDefault="00DC7196" w:rsidP="00DC7196">
            <w:pPr>
              <w:pStyle w:val="TAC"/>
            </w:pPr>
          </w:p>
        </w:tc>
        <w:tc>
          <w:tcPr>
            <w:tcW w:w="717" w:type="dxa"/>
            <w:vAlign w:val="center"/>
          </w:tcPr>
          <w:p w14:paraId="223EDD58" w14:textId="77777777" w:rsidR="00DC7196" w:rsidRPr="001C0CC4" w:rsidRDefault="00DC7196" w:rsidP="00DC7196">
            <w:pPr>
              <w:pStyle w:val="TAC"/>
            </w:pPr>
            <w:r w:rsidRPr="001C0CC4">
              <w:t>1</w:t>
            </w:r>
          </w:p>
        </w:tc>
        <w:tc>
          <w:tcPr>
            <w:tcW w:w="717" w:type="dxa"/>
            <w:vAlign w:val="center"/>
          </w:tcPr>
          <w:p w14:paraId="60BE4638" w14:textId="77777777" w:rsidR="00DC7196" w:rsidRPr="001C0CC4" w:rsidRDefault="00DC7196" w:rsidP="00DC7196">
            <w:pPr>
              <w:pStyle w:val="TAC"/>
            </w:pPr>
            <w:r w:rsidRPr="001C0CC4">
              <w:t>1</w:t>
            </w:r>
          </w:p>
        </w:tc>
        <w:tc>
          <w:tcPr>
            <w:tcW w:w="717" w:type="dxa"/>
            <w:vAlign w:val="center"/>
          </w:tcPr>
          <w:p w14:paraId="7E98B698" w14:textId="77777777" w:rsidR="00DC7196" w:rsidRPr="001C0CC4" w:rsidRDefault="00DC7196" w:rsidP="00DC7196">
            <w:pPr>
              <w:pStyle w:val="TAC"/>
            </w:pPr>
            <w:r w:rsidRPr="001C0CC4">
              <w:t>1</w:t>
            </w:r>
          </w:p>
        </w:tc>
        <w:tc>
          <w:tcPr>
            <w:tcW w:w="717" w:type="dxa"/>
            <w:vAlign w:val="center"/>
          </w:tcPr>
          <w:p w14:paraId="43A1E6C5" w14:textId="77777777" w:rsidR="00DC7196" w:rsidRPr="001C0CC4" w:rsidRDefault="00DC7196" w:rsidP="00DC7196">
            <w:pPr>
              <w:pStyle w:val="TAC"/>
            </w:pPr>
            <w:r w:rsidRPr="001C0CC4">
              <w:t>1</w:t>
            </w:r>
          </w:p>
        </w:tc>
        <w:tc>
          <w:tcPr>
            <w:tcW w:w="717" w:type="dxa"/>
            <w:vAlign w:val="center"/>
          </w:tcPr>
          <w:p w14:paraId="351EEFA7" w14:textId="77777777" w:rsidR="00DC7196" w:rsidRPr="001C0CC4" w:rsidRDefault="00DC7196" w:rsidP="00DC7196">
            <w:pPr>
              <w:pStyle w:val="TAC"/>
            </w:pPr>
            <w:r w:rsidRPr="001C0CC4">
              <w:t>1</w:t>
            </w:r>
          </w:p>
        </w:tc>
        <w:tc>
          <w:tcPr>
            <w:tcW w:w="717" w:type="dxa"/>
            <w:vAlign w:val="center"/>
          </w:tcPr>
          <w:p w14:paraId="7EDCBC92" w14:textId="77777777" w:rsidR="00DC7196" w:rsidRPr="001C0CC4" w:rsidRDefault="00DC7196" w:rsidP="00DC7196">
            <w:pPr>
              <w:pStyle w:val="TAC"/>
            </w:pPr>
            <w:r w:rsidRPr="001C0CC4">
              <w:t>1</w:t>
            </w:r>
          </w:p>
        </w:tc>
        <w:tc>
          <w:tcPr>
            <w:tcW w:w="717" w:type="dxa"/>
            <w:vAlign w:val="center"/>
          </w:tcPr>
          <w:p w14:paraId="753B243F" w14:textId="77777777" w:rsidR="00DC7196" w:rsidRPr="001C0CC4" w:rsidRDefault="00DC7196" w:rsidP="00DC7196">
            <w:pPr>
              <w:pStyle w:val="TAC"/>
            </w:pPr>
            <w:r w:rsidRPr="001C0CC4">
              <w:t>1</w:t>
            </w:r>
          </w:p>
        </w:tc>
        <w:tc>
          <w:tcPr>
            <w:tcW w:w="717" w:type="dxa"/>
            <w:vAlign w:val="center"/>
          </w:tcPr>
          <w:p w14:paraId="78EA84C9" w14:textId="77777777" w:rsidR="00DC7196" w:rsidRPr="001C0CC4" w:rsidRDefault="00DC7196" w:rsidP="00DC7196">
            <w:pPr>
              <w:pStyle w:val="TAC"/>
            </w:pPr>
            <w:r w:rsidRPr="001C0CC4">
              <w:t>1</w:t>
            </w:r>
          </w:p>
        </w:tc>
      </w:tr>
      <w:tr w:rsidR="00DC7196" w:rsidRPr="001C0CC4" w14:paraId="1FADE48C" w14:textId="77777777" w:rsidTr="00E51EAF">
        <w:trPr>
          <w:trHeight w:val="411"/>
          <w:jc w:val="center"/>
        </w:trPr>
        <w:tc>
          <w:tcPr>
            <w:tcW w:w="3690" w:type="dxa"/>
            <w:vAlign w:val="center"/>
          </w:tcPr>
          <w:p w14:paraId="704B3F50" w14:textId="77777777" w:rsidR="00DC7196" w:rsidRPr="001C0CC4" w:rsidRDefault="00DC7196" w:rsidP="00DC7196">
            <w:pPr>
              <w:pStyle w:val="TAH"/>
            </w:pPr>
            <w:r w:rsidRPr="001C0CC4">
              <w:t>Information Bit Payload per Slot</w:t>
            </w:r>
          </w:p>
        </w:tc>
        <w:tc>
          <w:tcPr>
            <w:tcW w:w="1093" w:type="dxa"/>
            <w:vAlign w:val="center"/>
          </w:tcPr>
          <w:p w14:paraId="11C8D601" w14:textId="77777777" w:rsidR="00DC7196" w:rsidRPr="001C0CC4" w:rsidRDefault="00DC7196" w:rsidP="00DC7196">
            <w:pPr>
              <w:keepNext/>
              <w:keepLines/>
              <w:spacing w:after="0"/>
              <w:jc w:val="center"/>
              <w:rPr>
                <w:rFonts w:ascii="Arial" w:hAnsi="Arial"/>
                <w:sz w:val="18"/>
              </w:rPr>
            </w:pPr>
          </w:p>
        </w:tc>
        <w:tc>
          <w:tcPr>
            <w:tcW w:w="717" w:type="dxa"/>
            <w:vAlign w:val="center"/>
          </w:tcPr>
          <w:p w14:paraId="60C6943E" w14:textId="77777777" w:rsidR="00DC7196" w:rsidRPr="001C0CC4" w:rsidRDefault="00DC7196" w:rsidP="00DC7196">
            <w:pPr>
              <w:keepNext/>
              <w:keepLines/>
              <w:spacing w:after="0"/>
              <w:jc w:val="center"/>
              <w:rPr>
                <w:rFonts w:ascii="Arial" w:hAnsi="Arial"/>
                <w:sz w:val="18"/>
              </w:rPr>
            </w:pPr>
          </w:p>
        </w:tc>
        <w:tc>
          <w:tcPr>
            <w:tcW w:w="717" w:type="dxa"/>
            <w:vAlign w:val="center"/>
          </w:tcPr>
          <w:p w14:paraId="3D31EAFC" w14:textId="77777777" w:rsidR="00DC7196" w:rsidRPr="001C0CC4" w:rsidRDefault="00DC7196" w:rsidP="00DC7196">
            <w:pPr>
              <w:keepNext/>
              <w:keepLines/>
              <w:spacing w:after="0"/>
              <w:jc w:val="center"/>
              <w:rPr>
                <w:rFonts w:ascii="Arial" w:hAnsi="Arial"/>
                <w:sz w:val="18"/>
              </w:rPr>
            </w:pPr>
          </w:p>
        </w:tc>
        <w:tc>
          <w:tcPr>
            <w:tcW w:w="717" w:type="dxa"/>
            <w:vAlign w:val="center"/>
          </w:tcPr>
          <w:p w14:paraId="3F10A4EE" w14:textId="77777777" w:rsidR="00DC7196" w:rsidRPr="001C0CC4" w:rsidRDefault="00DC7196" w:rsidP="00DC7196">
            <w:pPr>
              <w:keepNext/>
              <w:keepLines/>
              <w:spacing w:after="0"/>
              <w:jc w:val="center"/>
              <w:rPr>
                <w:rFonts w:ascii="Arial" w:hAnsi="Arial"/>
                <w:sz w:val="18"/>
              </w:rPr>
            </w:pPr>
          </w:p>
        </w:tc>
        <w:tc>
          <w:tcPr>
            <w:tcW w:w="717" w:type="dxa"/>
            <w:vAlign w:val="center"/>
          </w:tcPr>
          <w:p w14:paraId="7C942110" w14:textId="77777777" w:rsidR="00DC7196" w:rsidRPr="001C0CC4" w:rsidRDefault="00DC7196" w:rsidP="00DC7196">
            <w:pPr>
              <w:keepNext/>
              <w:keepLines/>
              <w:spacing w:after="0"/>
              <w:jc w:val="center"/>
              <w:rPr>
                <w:rFonts w:ascii="Arial" w:hAnsi="Arial"/>
                <w:sz w:val="18"/>
              </w:rPr>
            </w:pPr>
          </w:p>
        </w:tc>
        <w:tc>
          <w:tcPr>
            <w:tcW w:w="717" w:type="dxa"/>
            <w:vAlign w:val="center"/>
          </w:tcPr>
          <w:p w14:paraId="59C56483" w14:textId="77777777" w:rsidR="00DC7196" w:rsidRPr="001C0CC4" w:rsidRDefault="00DC7196" w:rsidP="00DC7196">
            <w:pPr>
              <w:keepNext/>
              <w:keepLines/>
              <w:spacing w:after="0"/>
              <w:jc w:val="center"/>
              <w:rPr>
                <w:rFonts w:ascii="Arial" w:hAnsi="Arial"/>
                <w:sz w:val="18"/>
              </w:rPr>
            </w:pPr>
          </w:p>
        </w:tc>
        <w:tc>
          <w:tcPr>
            <w:tcW w:w="717" w:type="dxa"/>
            <w:vAlign w:val="center"/>
          </w:tcPr>
          <w:p w14:paraId="04ADDF9E" w14:textId="77777777" w:rsidR="00DC7196" w:rsidRPr="001C0CC4" w:rsidRDefault="00DC7196" w:rsidP="00DC7196">
            <w:pPr>
              <w:keepNext/>
              <w:keepLines/>
              <w:spacing w:after="0"/>
              <w:jc w:val="center"/>
              <w:rPr>
                <w:rFonts w:ascii="Arial" w:hAnsi="Arial"/>
                <w:sz w:val="18"/>
              </w:rPr>
            </w:pPr>
          </w:p>
        </w:tc>
        <w:tc>
          <w:tcPr>
            <w:tcW w:w="717" w:type="dxa"/>
            <w:vAlign w:val="center"/>
          </w:tcPr>
          <w:p w14:paraId="1D6864B3" w14:textId="77777777" w:rsidR="00DC7196" w:rsidRPr="001C0CC4" w:rsidRDefault="00DC7196" w:rsidP="00DC7196">
            <w:pPr>
              <w:keepNext/>
              <w:keepLines/>
              <w:spacing w:after="0"/>
              <w:jc w:val="center"/>
              <w:rPr>
                <w:rFonts w:ascii="Arial" w:hAnsi="Arial"/>
                <w:sz w:val="18"/>
              </w:rPr>
            </w:pPr>
          </w:p>
        </w:tc>
        <w:tc>
          <w:tcPr>
            <w:tcW w:w="717" w:type="dxa"/>
            <w:vAlign w:val="center"/>
          </w:tcPr>
          <w:p w14:paraId="48EBF8A0" w14:textId="77777777" w:rsidR="00DC7196" w:rsidRPr="001C0CC4" w:rsidRDefault="00DC7196" w:rsidP="00DC7196">
            <w:pPr>
              <w:keepNext/>
              <w:keepLines/>
              <w:spacing w:after="0"/>
              <w:jc w:val="center"/>
              <w:rPr>
                <w:rFonts w:ascii="Arial" w:hAnsi="Arial"/>
                <w:sz w:val="18"/>
              </w:rPr>
            </w:pPr>
          </w:p>
        </w:tc>
      </w:tr>
      <w:tr w:rsidR="00DC7196" w:rsidRPr="001C0CC4" w14:paraId="6376BC70" w14:textId="77777777" w:rsidTr="00E51EAF">
        <w:trPr>
          <w:jc w:val="center"/>
        </w:trPr>
        <w:tc>
          <w:tcPr>
            <w:tcW w:w="3690" w:type="dxa"/>
            <w:vAlign w:val="center"/>
          </w:tcPr>
          <w:p w14:paraId="6D25A134" w14:textId="77777777" w:rsidR="00DC7196" w:rsidRPr="001C0CC4" w:rsidRDefault="00DC7196" w:rsidP="00DC7196">
            <w:pPr>
              <w:pStyle w:val="TAL"/>
            </w:pPr>
            <w:r w:rsidRPr="001C0CC4">
              <w:t xml:space="preserve">  For Slots 0,1,3,4,8,9</w:t>
            </w:r>
          </w:p>
        </w:tc>
        <w:tc>
          <w:tcPr>
            <w:tcW w:w="1093" w:type="dxa"/>
            <w:vAlign w:val="center"/>
          </w:tcPr>
          <w:p w14:paraId="57A639A1" w14:textId="77777777" w:rsidR="00DC7196" w:rsidRPr="001C0CC4" w:rsidRDefault="00DC7196" w:rsidP="00DC7196">
            <w:pPr>
              <w:pStyle w:val="TAC"/>
            </w:pPr>
            <w:r w:rsidRPr="001C0CC4">
              <w:t>Bits</w:t>
            </w:r>
          </w:p>
        </w:tc>
        <w:tc>
          <w:tcPr>
            <w:tcW w:w="717" w:type="dxa"/>
            <w:vAlign w:val="center"/>
          </w:tcPr>
          <w:p w14:paraId="1EFDCB81" w14:textId="77777777" w:rsidR="00DC7196" w:rsidRPr="001C0CC4" w:rsidRDefault="00DC7196" w:rsidP="00DC7196">
            <w:pPr>
              <w:pStyle w:val="TAC"/>
            </w:pPr>
            <w:r w:rsidRPr="001C0CC4">
              <w:t>N/A</w:t>
            </w:r>
          </w:p>
        </w:tc>
        <w:tc>
          <w:tcPr>
            <w:tcW w:w="717" w:type="dxa"/>
            <w:vAlign w:val="center"/>
          </w:tcPr>
          <w:p w14:paraId="0974CA91" w14:textId="77777777" w:rsidR="00DC7196" w:rsidRPr="001C0CC4" w:rsidRDefault="00DC7196" w:rsidP="00DC7196">
            <w:pPr>
              <w:pStyle w:val="TAC"/>
            </w:pPr>
            <w:r w:rsidRPr="001C0CC4">
              <w:t>N/A</w:t>
            </w:r>
          </w:p>
        </w:tc>
        <w:tc>
          <w:tcPr>
            <w:tcW w:w="717" w:type="dxa"/>
            <w:vAlign w:val="center"/>
          </w:tcPr>
          <w:p w14:paraId="608BC0B7" w14:textId="77777777" w:rsidR="00DC7196" w:rsidRPr="001C0CC4" w:rsidRDefault="00DC7196" w:rsidP="00DC7196">
            <w:pPr>
              <w:pStyle w:val="TAC"/>
            </w:pPr>
            <w:r w:rsidRPr="001C0CC4">
              <w:t>N/A</w:t>
            </w:r>
          </w:p>
        </w:tc>
        <w:tc>
          <w:tcPr>
            <w:tcW w:w="717" w:type="dxa"/>
            <w:vAlign w:val="center"/>
          </w:tcPr>
          <w:p w14:paraId="6C6D147B" w14:textId="77777777" w:rsidR="00DC7196" w:rsidRPr="001C0CC4" w:rsidRDefault="00DC7196" w:rsidP="00DC7196">
            <w:pPr>
              <w:pStyle w:val="TAC"/>
            </w:pPr>
            <w:r w:rsidRPr="001C0CC4">
              <w:t>N/A</w:t>
            </w:r>
          </w:p>
        </w:tc>
        <w:tc>
          <w:tcPr>
            <w:tcW w:w="717" w:type="dxa"/>
            <w:vAlign w:val="center"/>
          </w:tcPr>
          <w:p w14:paraId="2FB79105" w14:textId="77777777" w:rsidR="00DC7196" w:rsidRPr="001C0CC4" w:rsidRDefault="00DC7196" w:rsidP="00DC7196">
            <w:pPr>
              <w:pStyle w:val="TAC"/>
            </w:pPr>
            <w:r w:rsidRPr="001C0CC4">
              <w:t>N/A</w:t>
            </w:r>
          </w:p>
        </w:tc>
        <w:tc>
          <w:tcPr>
            <w:tcW w:w="717" w:type="dxa"/>
            <w:vAlign w:val="center"/>
          </w:tcPr>
          <w:p w14:paraId="30433AAB" w14:textId="77777777" w:rsidR="00DC7196" w:rsidRPr="001C0CC4" w:rsidRDefault="00DC7196" w:rsidP="00DC7196">
            <w:pPr>
              <w:pStyle w:val="TAC"/>
            </w:pPr>
            <w:r w:rsidRPr="001C0CC4">
              <w:t>N/A</w:t>
            </w:r>
          </w:p>
        </w:tc>
        <w:tc>
          <w:tcPr>
            <w:tcW w:w="717" w:type="dxa"/>
            <w:vAlign w:val="center"/>
          </w:tcPr>
          <w:p w14:paraId="1E2E8166" w14:textId="77777777" w:rsidR="00DC7196" w:rsidRPr="001C0CC4" w:rsidRDefault="00DC7196" w:rsidP="00DC7196">
            <w:pPr>
              <w:pStyle w:val="TAC"/>
            </w:pPr>
            <w:r w:rsidRPr="001C0CC4">
              <w:t>N/A</w:t>
            </w:r>
          </w:p>
        </w:tc>
        <w:tc>
          <w:tcPr>
            <w:tcW w:w="717" w:type="dxa"/>
            <w:vAlign w:val="center"/>
          </w:tcPr>
          <w:p w14:paraId="7926E045" w14:textId="77777777" w:rsidR="00DC7196" w:rsidRPr="001C0CC4" w:rsidRDefault="00DC7196" w:rsidP="00DC7196">
            <w:pPr>
              <w:pStyle w:val="TAC"/>
            </w:pPr>
            <w:r w:rsidRPr="001C0CC4">
              <w:t>N/A</w:t>
            </w:r>
          </w:p>
        </w:tc>
      </w:tr>
      <w:tr w:rsidR="00DC7196" w:rsidRPr="001C0CC4" w14:paraId="377B4A37" w14:textId="77777777" w:rsidTr="00E51EAF">
        <w:trPr>
          <w:jc w:val="center"/>
        </w:trPr>
        <w:tc>
          <w:tcPr>
            <w:tcW w:w="3690" w:type="dxa"/>
            <w:vAlign w:val="center"/>
          </w:tcPr>
          <w:p w14:paraId="5D27FAD0" w14:textId="77777777" w:rsidR="00DC7196" w:rsidRPr="001C0CC4" w:rsidRDefault="00DC7196" w:rsidP="00DC7196">
            <w:pPr>
              <w:pStyle w:val="TAL"/>
            </w:pPr>
            <w:r w:rsidRPr="001C0CC4">
              <w:t xml:space="preserve">  For Slots 2,5,6,7</w:t>
            </w:r>
          </w:p>
        </w:tc>
        <w:tc>
          <w:tcPr>
            <w:tcW w:w="1093" w:type="dxa"/>
            <w:vAlign w:val="center"/>
          </w:tcPr>
          <w:p w14:paraId="61CDED81" w14:textId="77777777" w:rsidR="00DC7196" w:rsidRPr="001C0CC4" w:rsidRDefault="00DC7196" w:rsidP="00DC7196">
            <w:pPr>
              <w:pStyle w:val="TAC"/>
            </w:pPr>
            <w:r w:rsidRPr="001C0CC4">
              <w:t>Bits</w:t>
            </w:r>
          </w:p>
        </w:tc>
        <w:tc>
          <w:tcPr>
            <w:tcW w:w="717" w:type="dxa"/>
            <w:vAlign w:val="center"/>
          </w:tcPr>
          <w:p w14:paraId="341D55F1" w14:textId="77777777" w:rsidR="00DC7196" w:rsidRPr="001C0CC4" w:rsidRDefault="00DC7196" w:rsidP="00DC7196">
            <w:pPr>
              <w:pStyle w:val="TAC"/>
            </w:pPr>
            <w:r w:rsidRPr="001C0CC4">
              <w:t>12296</w:t>
            </w:r>
          </w:p>
        </w:tc>
        <w:tc>
          <w:tcPr>
            <w:tcW w:w="717" w:type="dxa"/>
            <w:vAlign w:val="center"/>
          </w:tcPr>
          <w:p w14:paraId="6476BD7D" w14:textId="77777777" w:rsidR="00DC7196" w:rsidRPr="001C0CC4" w:rsidRDefault="00DC7196" w:rsidP="00DC7196">
            <w:pPr>
              <w:pStyle w:val="TAC"/>
            </w:pPr>
            <w:r w:rsidRPr="001C0CC4">
              <w:t>25608</w:t>
            </w:r>
          </w:p>
        </w:tc>
        <w:tc>
          <w:tcPr>
            <w:tcW w:w="717" w:type="dxa"/>
            <w:vAlign w:val="center"/>
          </w:tcPr>
          <w:p w14:paraId="3A50546E" w14:textId="77777777" w:rsidR="00DC7196" w:rsidRPr="001C0CC4" w:rsidRDefault="00DC7196" w:rsidP="00DC7196">
            <w:pPr>
              <w:pStyle w:val="TAC"/>
            </w:pPr>
            <w:r w:rsidRPr="001C0CC4">
              <w:t>38936</w:t>
            </w:r>
          </w:p>
        </w:tc>
        <w:tc>
          <w:tcPr>
            <w:tcW w:w="717" w:type="dxa"/>
            <w:vAlign w:val="center"/>
          </w:tcPr>
          <w:p w14:paraId="36C3C8A4" w14:textId="77777777" w:rsidR="00DC7196" w:rsidRPr="001C0CC4" w:rsidRDefault="00DC7196" w:rsidP="00DC7196">
            <w:pPr>
              <w:pStyle w:val="TAC"/>
            </w:pPr>
            <w:r w:rsidRPr="001C0CC4">
              <w:t>52224</w:t>
            </w:r>
          </w:p>
        </w:tc>
        <w:tc>
          <w:tcPr>
            <w:tcW w:w="717" w:type="dxa"/>
            <w:vAlign w:val="center"/>
          </w:tcPr>
          <w:p w14:paraId="0FF51CC3" w14:textId="77777777" w:rsidR="00DC7196" w:rsidRPr="001C0CC4" w:rsidRDefault="00DC7196" w:rsidP="00DC7196">
            <w:pPr>
              <w:pStyle w:val="TAC"/>
            </w:pPr>
            <w:r w:rsidRPr="001C0CC4">
              <w:t>64552</w:t>
            </w:r>
          </w:p>
        </w:tc>
        <w:tc>
          <w:tcPr>
            <w:tcW w:w="717" w:type="dxa"/>
            <w:vAlign w:val="center"/>
          </w:tcPr>
          <w:p w14:paraId="495D2EDE" w14:textId="77777777" w:rsidR="00DC7196" w:rsidRPr="001C0CC4" w:rsidRDefault="00DC7196" w:rsidP="00DC7196">
            <w:pPr>
              <w:pStyle w:val="TAC"/>
            </w:pPr>
            <w:r w:rsidRPr="001C0CC4">
              <w:t>77896</w:t>
            </w:r>
          </w:p>
        </w:tc>
        <w:tc>
          <w:tcPr>
            <w:tcW w:w="717" w:type="dxa"/>
            <w:vAlign w:val="center"/>
          </w:tcPr>
          <w:p w14:paraId="16DBE62C" w14:textId="77777777" w:rsidR="00DC7196" w:rsidRPr="001C0CC4" w:rsidRDefault="00DC7196" w:rsidP="00DC7196">
            <w:pPr>
              <w:pStyle w:val="TAC"/>
            </w:pPr>
            <w:r w:rsidRPr="001C0CC4">
              <w:t>106576</w:t>
            </w:r>
          </w:p>
        </w:tc>
        <w:tc>
          <w:tcPr>
            <w:tcW w:w="717" w:type="dxa"/>
            <w:vAlign w:val="center"/>
          </w:tcPr>
          <w:p w14:paraId="0D19F291" w14:textId="77777777" w:rsidR="00DC7196" w:rsidRPr="001C0CC4" w:rsidRDefault="00DC7196" w:rsidP="00DC7196">
            <w:pPr>
              <w:pStyle w:val="TAC"/>
            </w:pPr>
            <w:r w:rsidRPr="001C0CC4">
              <w:t>131176</w:t>
            </w:r>
          </w:p>
        </w:tc>
      </w:tr>
      <w:tr w:rsidR="00DC7196" w:rsidRPr="001C0CC4" w14:paraId="527970FA" w14:textId="77777777" w:rsidTr="00E51EAF">
        <w:trPr>
          <w:jc w:val="center"/>
        </w:trPr>
        <w:tc>
          <w:tcPr>
            <w:tcW w:w="3690" w:type="dxa"/>
            <w:vAlign w:val="center"/>
          </w:tcPr>
          <w:p w14:paraId="0FDAF9E6" w14:textId="77777777" w:rsidR="00DC7196" w:rsidRPr="001C0CC4" w:rsidRDefault="00DC7196" w:rsidP="00DC7196">
            <w:pPr>
              <w:pStyle w:val="TAL"/>
            </w:pPr>
            <w:r w:rsidRPr="001C0CC4">
              <w:t>Transport block CRC</w:t>
            </w:r>
          </w:p>
        </w:tc>
        <w:tc>
          <w:tcPr>
            <w:tcW w:w="1093" w:type="dxa"/>
            <w:vAlign w:val="center"/>
          </w:tcPr>
          <w:p w14:paraId="5EB19ED4" w14:textId="77777777" w:rsidR="00DC7196" w:rsidRPr="001C0CC4" w:rsidRDefault="00DC7196" w:rsidP="00DC7196">
            <w:pPr>
              <w:pStyle w:val="TAC"/>
            </w:pPr>
            <w:r w:rsidRPr="001C0CC4">
              <w:t>Bits</w:t>
            </w:r>
          </w:p>
        </w:tc>
        <w:tc>
          <w:tcPr>
            <w:tcW w:w="717" w:type="dxa"/>
            <w:vAlign w:val="center"/>
          </w:tcPr>
          <w:p w14:paraId="5F2726A5" w14:textId="77777777" w:rsidR="00DC7196" w:rsidRPr="001C0CC4" w:rsidRDefault="00DC7196" w:rsidP="00DC7196">
            <w:pPr>
              <w:pStyle w:val="TAC"/>
            </w:pPr>
            <w:r w:rsidRPr="001C0CC4">
              <w:t>24</w:t>
            </w:r>
          </w:p>
        </w:tc>
        <w:tc>
          <w:tcPr>
            <w:tcW w:w="717" w:type="dxa"/>
            <w:vAlign w:val="center"/>
          </w:tcPr>
          <w:p w14:paraId="7C027CE7" w14:textId="77777777" w:rsidR="00DC7196" w:rsidRPr="001C0CC4" w:rsidRDefault="00DC7196" w:rsidP="00DC7196">
            <w:pPr>
              <w:pStyle w:val="TAC"/>
            </w:pPr>
            <w:r w:rsidRPr="001C0CC4">
              <w:t>24</w:t>
            </w:r>
          </w:p>
        </w:tc>
        <w:tc>
          <w:tcPr>
            <w:tcW w:w="717" w:type="dxa"/>
            <w:vAlign w:val="center"/>
          </w:tcPr>
          <w:p w14:paraId="067E9884" w14:textId="77777777" w:rsidR="00DC7196" w:rsidRPr="001C0CC4" w:rsidRDefault="00DC7196" w:rsidP="00DC7196">
            <w:pPr>
              <w:pStyle w:val="TAC"/>
            </w:pPr>
            <w:r w:rsidRPr="001C0CC4">
              <w:t>24</w:t>
            </w:r>
          </w:p>
        </w:tc>
        <w:tc>
          <w:tcPr>
            <w:tcW w:w="717" w:type="dxa"/>
            <w:vAlign w:val="center"/>
          </w:tcPr>
          <w:p w14:paraId="41ADB753" w14:textId="77777777" w:rsidR="00DC7196" w:rsidRPr="001C0CC4" w:rsidRDefault="00DC7196" w:rsidP="00DC7196">
            <w:pPr>
              <w:pStyle w:val="TAC"/>
            </w:pPr>
            <w:r w:rsidRPr="001C0CC4">
              <w:t>24</w:t>
            </w:r>
          </w:p>
        </w:tc>
        <w:tc>
          <w:tcPr>
            <w:tcW w:w="717" w:type="dxa"/>
            <w:vAlign w:val="center"/>
          </w:tcPr>
          <w:p w14:paraId="405ECDE8" w14:textId="77777777" w:rsidR="00DC7196" w:rsidRPr="001C0CC4" w:rsidRDefault="00DC7196" w:rsidP="00DC7196">
            <w:pPr>
              <w:pStyle w:val="TAC"/>
            </w:pPr>
            <w:r w:rsidRPr="001C0CC4">
              <w:t>24</w:t>
            </w:r>
          </w:p>
        </w:tc>
        <w:tc>
          <w:tcPr>
            <w:tcW w:w="717" w:type="dxa"/>
            <w:vAlign w:val="center"/>
          </w:tcPr>
          <w:p w14:paraId="100E268F" w14:textId="77777777" w:rsidR="00DC7196" w:rsidRPr="001C0CC4" w:rsidRDefault="00DC7196" w:rsidP="00DC7196">
            <w:pPr>
              <w:pStyle w:val="TAC"/>
            </w:pPr>
            <w:r w:rsidRPr="001C0CC4">
              <w:t>24</w:t>
            </w:r>
          </w:p>
        </w:tc>
        <w:tc>
          <w:tcPr>
            <w:tcW w:w="717" w:type="dxa"/>
            <w:vAlign w:val="center"/>
          </w:tcPr>
          <w:p w14:paraId="09E9F74C" w14:textId="77777777" w:rsidR="00DC7196" w:rsidRPr="001C0CC4" w:rsidRDefault="00DC7196" w:rsidP="00DC7196">
            <w:pPr>
              <w:pStyle w:val="TAC"/>
            </w:pPr>
            <w:r w:rsidRPr="001C0CC4">
              <w:t>24</w:t>
            </w:r>
          </w:p>
        </w:tc>
        <w:tc>
          <w:tcPr>
            <w:tcW w:w="717" w:type="dxa"/>
            <w:vAlign w:val="center"/>
          </w:tcPr>
          <w:p w14:paraId="6FC0CCB0" w14:textId="77777777" w:rsidR="00DC7196" w:rsidRPr="001C0CC4" w:rsidRDefault="00DC7196" w:rsidP="00DC7196">
            <w:pPr>
              <w:pStyle w:val="TAC"/>
            </w:pPr>
            <w:r w:rsidRPr="001C0CC4">
              <w:t>24</w:t>
            </w:r>
          </w:p>
        </w:tc>
      </w:tr>
      <w:tr w:rsidR="00DC7196" w:rsidRPr="001C0CC4" w14:paraId="139F9BA0" w14:textId="77777777" w:rsidTr="00E51EAF">
        <w:trPr>
          <w:jc w:val="center"/>
        </w:trPr>
        <w:tc>
          <w:tcPr>
            <w:tcW w:w="3690" w:type="dxa"/>
            <w:vAlign w:val="center"/>
          </w:tcPr>
          <w:p w14:paraId="17EFF62C" w14:textId="77777777" w:rsidR="00DC7196" w:rsidRPr="001C0CC4" w:rsidRDefault="00DC7196" w:rsidP="00DC7196">
            <w:pPr>
              <w:pStyle w:val="TAL"/>
            </w:pPr>
            <w:r w:rsidRPr="001C0CC4">
              <w:t>LDPC base graph</w:t>
            </w:r>
          </w:p>
        </w:tc>
        <w:tc>
          <w:tcPr>
            <w:tcW w:w="1093" w:type="dxa"/>
            <w:vAlign w:val="center"/>
          </w:tcPr>
          <w:p w14:paraId="6BC3B72B" w14:textId="77777777" w:rsidR="00DC7196" w:rsidRPr="001C0CC4" w:rsidRDefault="00DC7196" w:rsidP="00DC7196">
            <w:pPr>
              <w:pStyle w:val="TAC"/>
            </w:pPr>
          </w:p>
        </w:tc>
        <w:tc>
          <w:tcPr>
            <w:tcW w:w="717" w:type="dxa"/>
            <w:vAlign w:val="center"/>
          </w:tcPr>
          <w:p w14:paraId="4E56EDDF" w14:textId="77777777" w:rsidR="00DC7196" w:rsidRPr="001C0CC4" w:rsidRDefault="00DC7196" w:rsidP="00DC7196">
            <w:pPr>
              <w:pStyle w:val="TAC"/>
            </w:pPr>
            <w:r w:rsidRPr="001C0CC4">
              <w:t>1</w:t>
            </w:r>
          </w:p>
        </w:tc>
        <w:tc>
          <w:tcPr>
            <w:tcW w:w="717" w:type="dxa"/>
            <w:vAlign w:val="center"/>
          </w:tcPr>
          <w:p w14:paraId="77F06A96" w14:textId="77777777" w:rsidR="00DC7196" w:rsidRPr="001C0CC4" w:rsidRDefault="00DC7196" w:rsidP="00DC7196">
            <w:pPr>
              <w:pStyle w:val="TAC"/>
            </w:pPr>
            <w:r w:rsidRPr="001C0CC4">
              <w:t>1</w:t>
            </w:r>
          </w:p>
        </w:tc>
        <w:tc>
          <w:tcPr>
            <w:tcW w:w="717" w:type="dxa"/>
            <w:vAlign w:val="center"/>
          </w:tcPr>
          <w:p w14:paraId="5D35EFE1" w14:textId="77777777" w:rsidR="00DC7196" w:rsidRPr="001C0CC4" w:rsidRDefault="00DC7196" w:rsidP="00DC7196">
            <w:pPr>
              <w:pStyle w:val="TAC"/>
            </w:pPr>
            <w:r w:rsidRPr="001C0CC4">
              <w:t>1</w:t>
            </w:r>
          </w:p>
        </w:tc>
        <w:tc>
          <w:tcPr>
            <w:tcW w:w="717" w:type="dxa"/>
            <w:vAlign w:val="center"/>
          </w:tcPr>
          <w:p w14:paraId="79408073" w14:textId="77777777" w:rsidR="00DC7196" w:rsidRPr="001C0CC4" w:rsidRDefault="00DC7196" w:rsidP="00DC7196">
            <w:pPr>
              <w:pStyle w:val="TAC"/>
            </w:pPr>
            <w:r w:rsidRPr="001C0CC4">
              <w:t>1</w:t>
            </w:r>
          </w:p>
        </w:tc>
        <w:tc>
          <w:tcPr>
            <w:tcW w:w="717" w:type="dxa"/>
            <w:vAlign w:val="center"/>
          </w:tcPr>
          <w:p w14:paraId="3A8CA354" w14:textId="77777777" w:rsidR="00DC7196" w:rsidRPr="001C0CC4" w:rsidRDefault="00DC7196" w:rsidP="00DC7196">
            <w:pPr>
              <w:pStyle w:val="TAC"/>
            </w:pPr>
            <w:r w:rsidRPr="001C0CC4">
              <w:t>1</w:t>
            </w:r>
          </w:p>
        </w:tc>
        <w:tc>
          <w:tcPr>
            <w:tcW w:w="717" w:type="dxa"/>
            <w:vAlign w:val="center"/>
          </w:tcPr>
          <w:p w14:paraId="4062A88E" w14:textId="77777777" w:rsidR="00DC7196" w:rsidRPr="001C0CC4" w:rsidRDefault="00DC7196" w:rsidP="00DC7196">
            <w:pPr>
              <w:pStyle w:val="TAC"/>
            </w:pPr>
            <w:r w:rsidRPr="001C0CC4">
              <w:t>1</w:t>
            </w:r>
          </w:p>
        </w:tc>
        <w:tc>
          <w:tcPr>
            <w:tcW w:w="717" w:type="dxa"/>
            <w:vAlign w:val="center"/>
          </w:tcPr>
          <w:p w14:paraId="23E91DAA" w14:textId="77777777" w:rsidR="00DC7196" w:rsidRPr="001C0CC4" w:rsidRDefault="00DC7196" w:rsidP="00DC7196">
            <w:pPr>
              <w:pStyle w:val="TAC"/>
            </w:pPr>
            <w:r w:rsidRPr="001C0CC4">
              <w:t>1</w:t>
            </w:r>
          </w:p>
        </w:tc>
        <w:tc>
          <w:tcPr>
            <w:tcW w:w="717" w:type="dxa"/>
            <w:vAlign w:val="center"/>
          </w:tcPr>
          <w:p w14:paraId="4123C093" w14:textId="77777777" w:rsidR="00DC7196" w:rsidRPr="001C0CC4" w:rsidRDefault="00DC7196" w:rsidP="00DC7196">
            <w:pPr>
              <w:pStyle w:val="TAC"/>
            </w:pPr>
            <w:r w:rsidRPr="001C0CC4">
              <w:t>1</w:t>
            </w:r>
          </w:p>
        </w:tc>
      </w:tr>
      <w:tr w:rsidR="00DC7196" w:rsidRPr="001C0CC4" w14:paraId="04AF240F" w14:textId="77777777" w:rsidTr="00E51EAF">
        <w:trPr>
          <w:jc w:val="center"/>
        </w:trPr>
        <w:tc>
          <w:tcPr>
            <w:tcW w:w="3690" w:type="dxa"/>
            <w:vAlign w:val="center"/>
          </w:tcPr>
          <w:p w14:paraId="6D2202E4" w14:textId="77777777" w:rsidR="00DC7196" w:rsidRPr="001C0CC4" w:rsidRDefault="00DC7196" w:rsidP="00DC7196">
            <w:pPr>
              <w:pStyle w:val="TAH"/>
            </w:pPr>
            <w:r w:rsidRPr="001C0CC4">
              <w:t>Number of Code Blocks per Slot</w:t>
            </w:r>
          </w:p>
        </w:tc>
        <w:tc>
          <w:tcPr>
            <w:tcW w:w="1093" w:type="dxa"/>
            <w:vAlign w:val="center"/>
          </w:tcPr>
          <w:p w14:paraId="4CD5E6C1" w14:textId="77777777" w:rsidR="00DC7196" w:rsidRPr="001C0CC4" w:rsidRDefault="00DC7196" w:rsidP="00DC7196">
            <w:pPr>
              <w:keepNext/>
              <w:keepLines/>
              <w:spacing w:after="0"/>
              <w:jc w:val="center"/>
              <w:rPr>
                <w:rFonts w:ascii="Arial" w:hAnsi="Arial"/>
                <w:sz w:val="18"/>
              </w:rPr>
            </w:pPr>
          </w:p>
        </w:tc>
        <w:tc>
          <w:tcPr>
            <w:tcW w:w="717" w:type="dxa"/>
            <w:vAlign w:val="center"/>
          </w:tcPr>
          <w:p w14:paraId="450252C1" w14:textId="77777777" w:rsidR="00DC7196" w:rsidRPr="001C0CC4" w:rsidRDefault="00DC7196" w:rsidP="00DC7196">
            <w:pPr>
              <w:keepNext/>
              <w:keepLines/>
              <w:spacing w:after="0"/>
              <w:jc w:val="center"/>
              <w:rPr>
                <w:rFonts w:ascii="Arial" w:hAnsi="Arial"/>
                <w:sz w:val="18"/>
              </w:rPr>
            </w:pPr>
          </w:p>
        </w:tc>
        <w:tc>
          <w:tcPr>
            <w:tcW w:w="717" w:type="dxa"/>
            <w:vAlign w:val="center"/>
          </w:tcPr>
          <w:p w14:paraId="052D8B63" w14:textId="77777777" w:rsidR="00DC7196" w:rsidRPr="001C0CC4" w:rsidRDefault="00DC7196" w:rsidP="00DC7196">
            <w:pPr>
              <w:keepNext/>
              <w:keepLines/>
              <w:spacing w:after="0"/>
              <w:jc w:val="center"/>
              <w:rPr>
                <w:rFonts w:ascii="Arial" w:hAnsi="Arial"/>
                <w:sz w:val="18"/>
              </w:rPr>
            </w:pPr>
          </w:p>
        </w:tc>
        <w:tc>
          <w:tcPr>
            <w:tcW w:w="717" w:type="dxa"/>
            <w:vAlign w:val="center"/>
          </w:tcPr>
          <w:p w14:paraId="3F48FD34" w14:textId="77777777" w:rsidR="00DC7196" w:rsidRPr="001C0CC4" w:rsidRDefault="00DC7196" w:rsidP="00DC7196">
            <w:pPr>
              <w:keepNext/>
              <w:keepLines/>
              <w:spacing w:after="0"/>
              <w:jc w:val="center"/>
              <w:rPr>
                <w:rFonts w:ascii="Arial" w:hAnsi="Arial"/>
                <w:sz w:val="18"/>
              </w:rPr>
            </w:pPr>
          </w:p>
        </w:tc>
        <w:tc>
          <w:tcPr>
            <w:tcW w:w="717" w:type="dxa"/>
            <w:vAlign w:val="center"/>
          </w:tcPr>
          <w:p w14:paraId="6E267C1E" w14:textId="77777777" w:rsidR="00DC7196" w:rsidRPr="001C0CC4" w:rsidRDefault="00DC7196" w:rsidP="00DC7196">
            <w:pPr>
              <w:keepNext/>
              <w:keepLines/>
              <w:spacing w:after="0"/>
              <w:jc w:val="center"/>
              <w:rPr>
                <w:rFonts w:ascii="Arial" w:hAnsi="Arial"/>
                <w:sz w:val="18"/>
              </w:rPr>
            </w:pPr>
          </w:p>
        </w:tc>
        <w:tc>
          <w:tcPr>
            <w:tcW w:w="717" w:type="dxa"/>
            <w:vAlign w:val="center"/>
          </w:tcPr>
          <w:p w14:paraId="55748EFF" w14:textId="77777777" w:rsidR="00DC7196" w:rsidRPr="001C0CC4" w:rsidRDefault="00DC7196" w:rsidP="00DC7196">
            <w:pPr>
              <w:keepNext/>
              <w:keepLines/>
              <w:spacing w:after="0"/>
              <w:jc w:val="center"/>
              <w:rPr>
                <w:rFonts w:ascii="Arial" w:hAnsi="Arial"/>
                <w:sz w:val="18"/>
              </w:rPr>
            </w:pPr>
          </w:p>
        </w:tc>
        <w:tc>
          <w:tcPr>
            <w:tcW w:w="717" w:type="dxa"/>
            <w:vAlign w:val="center"/>
          </w:tcPr>
          <w:p w14:paraId="739EAF77" w14:textId="77777777" w:rsidR="00DC7196" w:rsidRPr="001C0CC4" w:rsidRDefault="00DC7196" w:rsidP="00DC7196">
            <w:pPr>
              <w:keepNext/>
              <w:keepLines/>
              <w:spacing w:after="0"/>
              <w:jc w:val="center"/>
              <w:rPr>
                <w:rFonts w:ascii="Arial" w:hAnsi="Arial"/>
                <w:sz w:val="18"/>
              </w:rPr>
            </w:pPr>
          </w:p>
        </w:tc>
        <w:tc>
          <w:tcPr>
            <w:tcW w:w="717" w:type="dxa"/>
            <w:vAlign w:val="center"/>
          </w:tcPr>
          <w:p w14:paraId="29BE587A" w14:textId="77777777" w:rsidR="00DC7196" w:rsidRPr="001C0CC4" w:rsidRDefault="00DC7196" w:rsidP="00DC7196">
            <w:pPr>
              <w:keepNext/>
              <w:keepLines/>
              <w:spacing w:after="0"/>
              <w:jc w:val="center"/>
              <w:rPr>
                <w:rFonts w:ascii="Arial" w:hAnsi="Arial"/>
                <w:sz w:val="18"/>
              </w:rPr>
            </w:pPr>
          </w:p>
        </w:tc>
        <w:tc>
          <w:tcPr>
            <w:tcW w:w="717" w:type="dxa"/>
            <w:vAlign w:val="center"/>
          </w:tcPr>
          <w:p w14:paraId="0654F7B2" w14:textId="77777777" w:rsidR="00DC7196" w:rsidRPr="001C0CC4" w:rsidRDefault="00DC7196" w:rsidP="00DC7196">
            <w:pPr>
              <w:keepNext/>
              <w:keepLines/>
              <w:spacing w:after="0"/>
              <w:jc w:val="center"/>
              <w:rPr>
                <w:rFonts w:ascii="Arial" w:hAnsi="Arial"/>
                <w:sz w:val="18"/>
              </w:rPr>
            </w:pPr>
          </w:p>
        </w:tc>
      </w:tr>
      <w:tr w:rsidR="00DC7196" w:rsidRPr="001C0CC4" w14:paraId="2B888FF1" w14:textId="77777777" w:rsidTr="00E51EAF">
        <w:trPr>
          <w:jc w:val="center"/>
        </w:trPr>
        <w:tc>
          <w:tcPr>
            <w:tcW w:w="3690" w:type="dxa"/>
            <w:vAlign w:val="center"/>
          </w:tcPr>
          <w:p w14:paraId="4E07165C" w14:textId="77777777" w:rsidR="00DC7196" w:rsidRPr="001C0CC4" w:rsidRDefault="00DC7196" w:rsidP="00DC7196">
            <w:pPr>
              <w:pStyle w:val="TAL"/>
            </w:pPr>
            <w:r w:rsidRPr="001C0CC4">
              <w:t xml:space="preserve">  For Slots 0,1,3,4,8,9</w:t>
            </w:r>
          </w:p>
        </w:tc>
        <w:tc>
          <w:tcPr>
            <w:tcW w:w="1093" w:type="dxa"/>
            <w:vAlign w:val="center"/>
          </w:tcPr>
          <w:p w14:paraId="00F1A922" w14:textId="77777777" w:rsidR="00DC7196" w:rsidRPr="001C0CC4" w:rsidRDefault="00DC7196" w:rsidP="00DC7196">
            <w:pPr>
              <w:pStyle w:val="TAC"/>
            </w:pPr>
            <w:r w:rsidRPr="001C0CC4">
              <w:t>CBs</w:t>
            </w:r>
          </w:p>
        </w:tc>
        <w:tc>
          <w:tcPr>
            <w:tcW w:w="717" w:type="dxa"/>
            <w:vAlign w:val="center"/>
          </w:tcPr>
          <w:p w14:paraId="51F22B6F" w14:textId="77777777" w:rsidR="00DC7196" w:rsidRPr="001C0CC4" w:rsidRDefault="00DC7196" w:rsidP="00DC7196">
            <w:pPr>
              <w:pStyle w:val="TAC"/>
            </w:pPr>
            <w:r w:rsidRPr="001C0CC4">
              <w:t>N/A</w:t>
            </w:r>
          </w:p>
        </w:tc>
        <w:tc>
          <w:tcPr>
            <w:tcW w:w="717" w:type="dxa"/>
            <w:vAlign w:val="center"/>
          </w:tcPr>
          <w:p w14:paraId="52791000" w14:textId="77777777" w:rsidR="00DC7196" w:rsidRPr="001C0CC4" w:rsidRDefault="00DC7196" w:rsidP="00DC7196">
            <w:pPr>
              <w:pStyle w:val="TAC"/>
            </w:pPr>
            <w:r w:rsidRPr="001C0CC4">
              <w:t>N/A</w:t>
            </w:r>
          </w:p>
        </w:tc>
        <w:tc>
          <w:tcPr>
            <w:tcW w:w="717" w:type="dxa"/>
            <w:vAlign w:val="center"/>
          </w:tcPr>
          <w:p w14:paraId="0967AAAB" w14:textId="77777777" w:rsidR="00DC7196" w:rsidRPr="001C0CC4" w:rsidRDefault="00DC7196" w:rsidP="00DC7196">
            <w:pPr>
              <w:pStyle w:val="TAC"/>
            </w:pPr>
            <w:r w:rsidRPr="001C0CC4">
              <w:t>N/A</w:t>
            </w:r>
          </w:p>
        </w:tc>
        <w:tc>
          <w:tcPr>
            <w:tcW w:w="717" w:type="dxa"/>
            <w:vAlign w:val="center"/>
          </w:tcPr>
          <w:p w14:paraId="690B0D5A" w14:textId="77777777" w:rsidR="00DC7196" w:rsidRPr="001C0CC4" w:rsidRDefault="00DC7196" w:rsidP="00DC7196">
            <w:pPr>
              <w:pStyle w:val="TAC"/>
            </w:pPr>
            <w:r w:rsidRPr="001C0CC4">
              <w:t>N/A</w:t>
            </w:r>
          </w:p>
        </w:tc>
        <w:tc>
          <w:tcPr>
            <w:tcW w:w="717" w:type="dxa"/>
            <w:vAlign w:val="center"/>
          </w:tcPr>
          <w:p w14:paraId="680C2E7A" w14:textId="77777777" w:rsidR="00DC7196" w:rsidRPr="001C0CC4" w:rsidRDefault="00DC7196" w:rsidP="00DC7196">
            <w:pPr>
              <w:pStyle w:val="TAC"/>
            </w:pPr>
            <w:r w:rsidRPr="001C0CC4">
              <w:t>N/A</w:t>
            </w:r>
          </w:p>
        </w:tc>
        <w:tc>
          <w:tcPr>
            <w:tcW w:w="717" w:type="dxa"/>
            <w:vAlign w:val="center"/>
          </w:tcPr>
          <w:p w14:paraId="365FF708" w14:textId="77777777" w:rsidR="00DC7196" w:rsidRPr="001C0CC4" w:rsidRDefault="00DC7196" w:rsidP="00DC7196">
            <w:pPr>
              <w:pStyle w:val="TAC"/>
            </w:pPr>
            <w:r w:rsidRPr="001C0CC4">
              <w:t>N/A</w:t>
            </w:r>
          </w:p>
        </w:tc>
        <w:tc>
          <w:tcPr>
            <w:tcW w:w="717" w:type="dxa"/>
            <w:vAlign w:val="center"/>
          </w:tcPr>
          <w:p w14:paraId="1A94B949" w14:textId="77777777" w:rsidR="00DC7196" w:rsidRPr="001C0CC4" w:rsidRDefault="00DC7196" w:rsidP="00DC7196">
            <w:pPr>
              <w:pStyle w:val="TAC"/>
            </w:pPr>
            <w:r w:rsidRPr="001C0CC4">
              <w:t>N/A</w:t>
            </w:r>
          </w:p>
        </w:tc>
        <w:tc>
          <w:tcPr>
            <w:tcW w:w="717" w:type="dxa"/>
            <w:vAlign w:val="center"/>
          </w:tcPr>
          <w:p w14:paraId="5694F504" w14:textId="77777777" w:rsidR="00DC7196" w:rsidRPr="001C0CC4" w:rsidRDefault="00DC7196" w:rsidP="00DC7196">
            <w:pPr>
              <w:pStyle w:val="TAC"/>
            </w:pPr>
            <w:r w:rsidRPr="001C0CC4">
              <w:t>N/A</w:t>
            </w:r>
          </w:p>
        </w:tc>
      </w:tr>
      <w:tr w:rsidR="00DC7196" w:rsidRPr="001C0CC4" w14:paraId="4824A62F" w14:textId="77777777" w:rsidTr="00E51EAF">
        <w:trPr>
          <w:jc w:val="center"/>
        </w:trPr>
        <w:tc>
          <w:tcPr>
            <w:tcW w:w="3690" w:type="dxa"/>
            <w:vAlign w:val="center"/>
          </w:tcPr>
          <w:p w14:paraId="3106E333" w14:textId="77777777" w:rsidR="00DC7196" w:rsidRPr="001C0CC4" w:rsidRDefault="00DC7196" w:rsidP="00DC7196">
            <w:pPr>
              <w:pStyle w:val="TAL"/>
            </w:pPr>
            <w:r w:rsidRPr="001C0CC4">
              <w:t xml:space="preserve">  For Slots 2,5,6,7</w:t>
            </w:r>
          </w:p>
        </w:tc>
        <w:tc>
          <w:tcPr>
            <w:tcW w:w="1093" w:type="dxa"/>
            <w:vAlign w:val="center"/>
          </w:tcPr>
          <w:p w14:paraId="7046DC6A" w14:textId="77777777" w:rsidR="00DC7196" w:rsidRPr="001C0CC4" w:rsidRDefault="00DC7196" w:rsidP="00DC7196">
            <w:pPr>
              <w:pStyle w:val="TAC"/>
            </w:pPr>
            <w:r w:rsidRPr="001C0CC4">
              <w:t>CBs</w:t>
            </w:r>
          </w:p>
        </w:tc>
        <w:tc>
          <w:tcPr>
            <w:tcW w:w="717" w:type="dxa"/>
            <w:vAlign w:val="center"/>
          </w:tcPr>
          <w:p w14:paraId="6982B3E2" w14:textId="77777777" w:rsidR="00DC7196" w:rsidRPr="001C0CC4" w:rsidRDefault="00DC7196" w:rsidP="00DC7196">
            <w:pPr>
              <w:pStyle w:val="TAC"/>
            </w:pPr>
            <w:r w:rsidRPr="001C0CC4">
              <w:t>2</w:t>
            </w:r>
          </w:p>
        </w:tc>
        <w:tc>
          <w:tcPr>
            <w:tcW w:w="717" w:type="dxa"/>
            <w:vAlign w:val="center"/>
          </w:tcPr>
          <w:p w14:paraId="563BDC29" w14:textId="77777777" w:rsidR="00DC7196" w:rsidRPr="001C0CC4" w:rsidRDefault="00DC7196" w:rsidP="00DC7196">
            <w:pPr>
              <w:pStyle w:val="TAC"/>
            </w:pPr>
            <w:r w:rsidRPr="001C0CC4">
              <w:t>4</w:t>
            </w:r>
          </w:p>
        </w:tc>
        <w:tc>
          <w:tcPr>
            <w:tcW w:w="717" w:type="dxa"/>
            <w:vAlign w:val="center"/>
          </w:tcPr>
          <w:p w14:paraId="517A02C9" w14:textId="77777777" w:rsidR="00DC7196" w:rsidRPr="001C0CC4" w:rsidRDefault="00DC7196" w:rsidP="00DC7196">
            <w:pPr>
              <w:pStyle w:val="TAC"/>
            </w:pPr>
            <w:r w:rsidRPr="001C0CC4">
              <w:t>5</w:t>
            </w:r>
          </w:p>
        </w:tc>
        <w:tc>
          <w:tcPr>
            <w:tcW w:w="717" w:type="dxa"/>
            <w:vAlign w:val="center"/>
          </w:tcPr>
          <w:p w14:paraId="50C9B674" w14:textId="77777777" w:rsidR="00DC7196" w:rsidRPr="001C0CC4" w:rsidRDefault="00DC7196" w:rsidP="00DC7196">
            <w:pPr>
              <w:pStyle w:val="TAC"/>
            </w:pPr>
            <w:r w:rsidRPr="001C0CC4">
              <w:t>7</w:t>
            </w:r>
          </w:p>
        </w:tc>
        <w:tc>
          <w:tcPr>
            <w:tcW w:w="717" w:type="dxa"/>
            <w:vAlign w:val="center"/>
          </w:tcPr>
          <w:p w14:paraId="65696D62" w14:textId="77777777" w:rsidR="00DC7196" w:rsidRPr="001C0CC4" w:rsidRDefault="00DC7196" w:rsidP="00DC7196">
            <w:pPr>
              <w:pStyle w:val="TAC"/>
            </w:pPr>
            <w:r w:rsidRPr="001C0CC4">
              <w:t>8</w:t>
            </w:r>
          </w:p>
        </w:tc>
        <w:tc>
          <w:tcPr>
            <w:tcW w:w="717" w:type="dxa"/>
            <w:vAlign w:val="center"/>
          </w:tcPr>
          <w:p w14:paraId="1896425D" w14:textId="77777777" w:rsidR="00DC7196" w:rsidRPr="001C0CC4" w:rsidRDefault="00DC7196" w:rsidP="00DC7196">
            <w:pPr>
              <w:pStyle w:val="TAC"/>
            </w:pPr>
            <w:r w:rsidRPr="001C0CC4">
              <w:t>10</w:t>
            </w:r>
          </w:p>
        </w:tc>
        <w:tc>
          <w:tcPr>
            <w:tcW w:w="717" w:type="dxa"/>
            <w:vAlign w:val="center"/>
          </w:tcPr>
          <w:p w14:paraId="577CA3A1" w14:textId="77777777" w:rsidR="00DC7196" w:rsidRPr="001C0CC4" w:rsidRDefault="00DC7196" w:rsidP="00DC7196">
            <w:pPr>
              <w:pStyle w:val="TAC"/>
            </w:pPr>
            <w:r w:rsidRPr="001C0CC4">
              <w:t>13</w:t>
            </w:r>
          </w:p>
        </w:tc>
        <w:tc>
          <w:tcPr>
            <w:tcW w:w="717" w:type="dxa"/>
            <w:vAlign w:val="center"/>
          </w:tcPr>
          <w:p w14:paraId="639E3A04" w14:textId="77777777" w:rsidR="00DC7196" w:rsidRPr="001C0CC4" w:rsidRDefault="00DC7196" w:rsidP="00DC7196">
            <w:pPr>
              <w:pStyle w:val="TAC"/>
            </w:pPr>
            <w:r w:rsidRPr="001C0CC4">
              <w:t>16</w:t>
            </w:r>
          </w:p>
        </w:tc>
      </w:tr>
      <w:tr w:rsidR="00DC7196" w:rsidRPr="001C0CC4" w14:paraId="748EC718" w14:textId="77777777" w:rsidTr="00E51EAF">
        <w:trPr>
          <w:jc w:val="center"/>
        </w:trPr>
        <w:tc>
          <w:tcPr>
            <w:tcW w:w="3690" w:type="dxa"/>
            <w:vAlign w:val="center"/>
          </w:tcPr>
          <w:p w14:paraId="41084725" w14:textId="77777777" w:rsidR="00DC7196" w:rsidRPr="001C0CC4" w:rsidRDefault="00DC7196" w:rsidP="00DC7196">
            <w:pPr>
              <w:pStyle w:val="TAH"/>
            </w:pPr>
            <w:r w:rsidRPr="001C0CC4">
              <w:t>Binary Channel Bits per Slot</w:t>
            </w:r>
          </w:p>
        </w:tc>
        <w:tc>
          <w:tcPr>
            <w:tcW w:w="1093" w:type="dxa"/>
            <w:vAlign w:val="center"/>
          </w:tcPr>
          <w:p w14:paraId="759E29C2" w14:textId="77777777" w:rsidR="00DC7196" w:rsidRPr="001C0CC4" w:rsidRDefault="00DC7196" w:rsidP="00DC7196">
            <w:pPr>
              <w:keepNext/>
              <w:keepLines/>
              <w:spacing w:after="0"/>
              <w:jc w:val="center"/>
              <w:rPr>
                <w:rFonts w:ascii="Arial" w:hAnsi="Arial"/>
                <w:sz w:val="18"/>
              </w:rPr>
            </w:pPr>
          </w:p>
        </w:tc>
        <w:tc>
          <w:tcPr>
            <w:tcW w:w="717" w:type="dxa"/>
            <w:vAlign w:val="center"/>
          </w:tcPr>
          <w:p w14:paraId="4FB4F714" w14:textId="77777777" w:rsidR="00DC7196" w:rsidRPr="001C0CC4" w:rsidRDefault="00DC7196" w:rsidP="00DC7196">
            <w:pPr>
              <w:keepNext/>
              <w:keepLines/>
              <w:spacing w:after="0"/>
              <w:jc w:val="center"/>
              <w:rPr>
                <w:rFonts w:ascii="Arial" w:hAnsi="Arial"/>
                <w:sz w:val="18"/>
              </w:rPr>
            </w:pPr>
          </w:p>
        </w:tc>
        <w:tc>
          <w:tcPr>
            <w:tcW w:w="717" w:type="dxa"/>
            <w:vAlign w:val="center"/>
          </w:tcPr>
          <w:p w14:paraId="6C77A0FD" w14:textId="77777777" w:rsidR="00DC7196" w:rsidRPr="001C0CC4" w:rsidRDefault="00DC7196" w:rsidP="00DC7196">
            <w:pPr>
              <w:keepNext/>
              <w:keepLines/>
              <w:spacing w:after="0"/>
              <w:jc w:val="center"/>
              <w:rPr>
                <w:rFonts w:ascii="Arial" w:hAnsi="Arial"/>
                <w:sz w:val="18"/>
              </w:rPr>
            </w:pPr>
          </w:p>
        </w:tc>
        <w:tc>
          <w:tcPr>
            <w:tcW w:w="717" w:type="dxa"/>
            <w:vAlign w:val="center"/>
          </w:tcPr>
          <w:p w14:paraId="44680B3D" w14:textId="77777777" w:rsidR="00DC7196" w:rsidRPr="001C0CC4" w:rsidRDefault="00DC7196" w:rsidP="00DC7196">
            <w:pPr>
              <w:keepNext/>
              <w:keepLines/>
              <w:spacing w:after="0"/>
              <w:jc w:val="center"/>
              <w:rPr>
                <w:rFonts w:ascii="Arial" w:hAnsi="Arial"/>
                <w:sz w:val="18"/>
              </w:rPr>
            </w:pPr>
          </w:p>
        </w:tc>
        <w:tc>
          <w:tcPr>
            <w:tcW w:w="717" w:type="dxa"/>
            <w:vAlign w:val="center"/>
          </w:tcPr>
          <w:p w14:paraId="6683EA6A" w14:textId="77777777" w:rsidR="00DC7196" w:rsidRPr="001C0CC4" w:rsidRDefault="00DC7196" w:rsidP="00DC7196">
            <w:pPr>
              <w:keepNext/>
              <w:keepLines/>
              <w:spacing w:after="0"/>
              <w:jc w:val="center"/>
              <w:rPr>
                <w:rFonts w:ascii="Arial" w:hAnsi="Arial"/>
                <w:sz w:val="18"/>
              </w:rPr>
            </w:pPr>
          </w:p>
        </w:tc>
        <w:tc>
          <w:tcPr>
            <w:tcW w:w="717" w:type="dxa"/>
            <w:vAlign w:val="center"/>
          </w:tcPr>
          <w:p w14:paraId="6DC4DABE" w14:textId="77777777" w:rsidR="00DC7196" w:rsidRPr="001C0CC4" w:rsidRDefault="00DC7196" w:rsidP="00DC7196">
            <w:pPr>
              <w:keepNext/>
              <w:keepLines/>
              <w:spacing w:after="0"/>
              <w:jc w:val="center"/>
              <w:rPr>
                <w:rFonts w:ascii="Arial" w:hAnsi="Arial"/>
                <w:sz w:val="18"/>
              </w:rPr>
            </w:pPr>
          </w:p>
        </w:tc>
        <w:tc>
          <w:tcPr>
            <w:tcW w:w="717" w:type="dxa"/>
            <w:vAlign w:val="center"/>
          </w:tcPr>
          <w:p w14:paraId="34089CFE" w14:textId="77777777" w:rsidR="00DC7196" w:rsidRPr="001C0CC4" w:rsidRDefault="00DC7196" w:rsidP="00DC7196">
            <w:pPr>
              <w:keepNext/>
              <w:keepLines/>
              <w:spacing w:after="0"/>
              <w:jc w:val="center"/>
              <w:rPr>
                <w:rFonts w:ascii="Arial" w:hAnsi="Arial"/>
                <w:sz w:val="18"/>
              </w:rPr>
            </w:pPr>
          </w:p>
        </w:tc>
        <w:tc>
          <w:tcPr>
            <w:tcW w:w="717" w:type="dxa"/>
            <w:vAlign w:val="center"/>
          </w:tcPr>
          <w:p w14:paraId="497B7A64" w14:textId="77777777" w:rsidR="00DC7196" w:rsidRPr="001C0CC4" w:rsidRDefault="00DC7196" w:rsidP="00DC7196">
            <w:pPr>
              <w:keepNext/>
              <w:keepLines/>
              <w:spacing w:after="0"/>
              <w:jc w:val="center"/>
              <w:rPr>
                <w:rFonts w:ascii="Arial" w:hAnsi="Arial"/>
                <w:sz w:val="18"/>
              </w:rPr>
            </w:pPr>
          </w:p>
        </w:tc>
        <w:tc>
          <w:tcPr>
            <w:tcW w:w="717" w:type="dxa"/>
            <w:vAlign w:val="center"/>
          </w:tcPr>
          <w:p w14:paraId="2113180F" w14:textId="77777777" w:rsidR="00DC7196" w:rsidRPr="001C0CC4" w:rsidRDefault="00DC7196" w:rsidP="00DC7196">
            <w:pPr>
              <w:keepNext/>
              <w:keepLines/>
              <w:spacing w:after="0"/>
              <w:jc w:val="center"/>
              <w:rPr>
                <w:rFonts w:ascii="Arial" w:hAnsi="Arial"/>
                <w:sz w:val="18"/>
              </w:rPr>
            </w:pPr>
          </w:p>
        </w:tc>
      </w:tr>
      <w:tr w:rsidR="00DC7196" w:rsidRPr="001C0CC4" w14:paraId="7EA7B6FE" w14:textId="77777777" w:rsidTr="00E51EAF">
        <w:trPr>
          <w:jc w:val="center"/>
        </w:trPr>
        <w:tc>
          <w:tcPr>
            <w:tcW w:w="3690" w:type="dxa"/>
            <w:vAlign w:val="center"/>
          </w:tcPr>
          <w:p w14:paraId="2478E725" w14:textId="77777777" w:rsidR="00DC7196" w:rsidRPr="001C0CC4" w:rsidRDefault="00DC7196" w:rsidP="00DC7196">
            <w:pPr>
              <w:pStyle w:val="TAL"/>
            </w:pPr>
            <w:r w:rsidRPr="001C0CC4">
              <w:t xml:space="preserve">  For Slots 0,1,3,4,8,9</w:t>
            </w:r>
          </w:p>
        </w:tc>
        <w:tc>
          <w:tcPr>
            <w:tcW w:w="1093" w:type="dxa"/>
            <w:vAlign w:val="center"/>
          </w:tcPr>
          <w:p w14:paraId="4D4840FF" w14:textId="77777777" w:rsidR="00DC7196" w:rsidRPr="001C0CC4" w:rsidRDefault="00DC7196" w:rsidP="00DC7196">
            <w:pPr>
              <w:pStyle w:val="TAC"/>
            </w:pPr>
            <w:r w:rsidRPr="001C0CC4">
              <w:t>Bits</w:t>
            </w:r>
          </w:p>
        </w:tc>
        <w:tc>
          <w:tcPr>
            <w:tcW w:w="717" w:type="dxa"/>
            <w:vAlign w:val="center"/>
          </w:tcPr>
          <w:p w14:paraId="67F24635" w14:textId="77777777" w:rsidR="00DC7196" w:rsidRPr="001C0CC4" w:rsidRDefault="00DC7196" w:rsidP="00DC7196">
            <w:pPr>
              <w:pStyle w:val="TAC"/>
            </w:pPr>
            <w:r w:rsidRPr="001C0CC4">
              <w:t>N/A</w:t>
            </w:r>
          </w:p>
        </w:tc>
        <w:tc>
          <w:tcPr>
            <w:tcW w:w="717" w:type="dxa"/>
            <w:vAlign w:val="center"/>
          </w:tcPr>
          <w:p w14:paraId="547C5BB5" w14:textId="77777777" w:rsidR="00DC7196" w:rsidRPr="001C0CC4" w:rsidRDefault="00DC7196" w:rsidP="00DC7196">
            <w:pPr>
              <w:pStyle w:val="TAC"/>
            </w:pPr>
            <w:r w:rsidRPr="001C0CC4">
              <w:t>N/A</w:t>
            </w:r>
          </w:p>
        </w:tc>
        <w:tc>
          <w:tcPr>
            <w:tcW w:w="717" w:type="dxa"/>
            <w:vAlign w:val="center"/>
          </w:tcPr>
          <w:p w14:paraId="41D723A4" w14:textId="77777777" w:rsidR="00DC7196" w:rsidRPr="001C0CC4" w:rsidRDefault="00DC7196" w:rsidP="00DC7196">
            <w:pPr>
              <w:pStyle w:val="TAC"/>
            </w:pPr>
            <w:r w:rsidRPr="001C0CC4">
              <w:t>N/A</w:t>
            </w:r>
          </w:p>
        </w:tc>
        <w:tc>
          <w:tcPr>
            <w:tcW w:w="717" w:type="dxa"/>
            <w:vAlign w:val="center"/>
          </w:tcPr>
          <w:p w14:paraId="757F3233" w14:textId="77777777" w:rsidR="00DC7196" w:rsidRPr="001C0CC4" w:rsidRDefault="00DC7196" w:rsidP="00DC7196">
            <w:pPr>
              <w:pStyle w:val="TAC"/>
            </w:pPr>
            <w:r w:rsidRPr="001C0CC4">
              <w:t>N/A</w:t>
            </w:r>
          </w:p>
        </w:tc>
        <w:tc>
          <w:tcPr>
            <w:tcW w:w="717" w:type="dxa"/>
            <w:vAlign w:val="center"/>
          </w:tcPr>
          <w:p w14:paraId="2BB5D6C0" w14:textId="77777777" w:rsidR="00DC7196" w:rsidRPr="001C0CC4" w:rsidRDefault="00DC7196" w:rsidP="00DC7196">
            <w:pPr>
              <w:pStyle w:val="TAC"/>
            </w:pPr>
            <w:r w:rsidRPr="001C0CC4">
              <w:t>N/A</w:t>
            </w:r>
          </w:p>
        </w:tc>
        <w:tc>
          <w:tcPr>
            <w:tcW w:w="717" w:type="dxa"/>
            <w:vAlign w:val="center"/>
          </w:tcPr>
          <w:p w14:paraId="79FC3FEA" w14:textId="77777777" w:rsidR="00DC7196" w:rsidRPr="001C0CC4" w:rsidRDefault="00DC7196" w:rsidP="00DC7196">
            <w:pPr>
              <w:pStyle w:val="TAC"/>
            </w:pPr>
            <w:r w:rsidRPr="001C0CC4">
              <w:t>N/A</w:t>
            </w:r>
          </w:p>
        </w:tc>
        <w:tc>
          <w:tcPr>
            <w:tcW w:w="717" w:type="dxa"/>
            <w:vAlign w:val="center"/>
          </w:tcPr>
          <w:p w14:paraId="5D2CEEBD" w14:textId="77777777" w:rsidR="00DC7196" w:rsidRPr="001C0CC4" w:rsidRDefault="00DC7196" w:rsidP="00DC7196">
            <w:pPr>
              <w:pStyle w:val="TAC"/>
            </w:pPr>
            <w:r w:rsidRPr="001C0CC4">
              <w:t>N/A</w:t>
            </w:r>
          </w:p>
        </w:tc>
        <w:tc>
          <w:tcPr>
            <w:tcW w:w="717" w:type="dxa"/>
            <w:vAlign w:val="center"/>
          </w:tcPr>
          <w:p w14:paraId="1FCFB6E2" w14:textId="77777777" w:rsidR="00DC7196" w:rsidRPr="001C0CC4" w:rsidRDefault="00DC7196" w:rsidP="00DC7196">
            <w:pPr>
              <w:pStyle w:val="TAC"/>
            </w:pPr>
            <w:r w:rsidRPr="001C0CC4">
              <w:t>N/A</w:t>
            </w:r>
          </w:p>
        </w:tc>
      </w:tr>
      <w:tr w:rsidR="00DC7196" w:rsidRPr="001C0CC4" w14:paraId="63054E04" w14:textId="77777777" w:rsidTr="00E51EAF">
        <w:trPr>
          <w:jc w:val="center"/>
        </w:trPr>
        <w:tc>
          <w:tcPr>
            <w:tcW w:w="3690" w:type="dxa"/>
            <w:vAlign w:val="center"/>
          </w:tcPr>
          <w:p w14:paraId="032425A3" w14:textId="77777777" w:rsidR="00DC7196" w:rsidRPr="001C0CC4" w:rsidRDefault="00DC7196" w:rsidP="00DC7196">
            <w:pPr>
              <w:pStyle w:val="TAL"/>
            </w:pPr>
            <w:r w:rsidRPr="001C0CC4">
              <w:t xml:space="preserve">  For Slots 2,5,6,7</w:t>
            </w:r>
          </w:p>
        </w:tc>
        <w:tc>
          <w:tcPr>
            <w:tcW w:w="1093" w:type="dxa"/>
            <w:vAlign w:val="center"/>
          </w:tcPr>
          <w:p w14:paraId="1CC49F54" w14:textId="77777777" w:rsidR="00DC7196" w:rsidRPr="001C0CC4" w:rsidRDefault="00DC7196" w:rsidP="00DC7196">
            <w:pPr>
              <w:pStyle w:val="TAC"/>
            </w:pPr>
            <w:r w:rsidRPr="001C0CC4">
              <w:t>Bits</w:t>
            </w:r>
          </w:p>
        </w:tc>
        <w:tc>
          <w:tcPr>
            <w:tcW w:w="717" w:type="dxa"/>
            <w:vAlign w:val="center"/>
          </w:tcPr>
          <w:p w14:paraId="3E212D70" w14:textId="77777777" w:rsidR="00DC7196" w:rsidRPr="001C0CC4" w:rsidRDefault="00DC7196" w:rsidP="00DC7196">
            <w:pPr>
              <w:pStyle w:val="TAC"/>
            </w:pPr>
            <w:r w:rsidRPr="001C0CC4">
              <w:t>16200</w:t>
            </w:r>
          </w:p>
        </w:tc>
        <w:tc>
          <w:tcPr>
            <w:tcW w:w="717" w:type="dxa"/>
            <w:vAlign w:val="center"/>
          </w:tcPr>
          <w:p w14:paraId="19D8FCF4" w14:textId="77777777" w:rsidR="00DC7196" w:rsidRPr="001C0CC4" w:rsidRDefault="00DC7196" w:rsidP="00DC7196">
            <w:pPr>
              <w:pStyle w:val="TAC"/>
            </w:pPr>
            <w:r w:rsidRPr="001C0CC4">
              <w:t>33696</w:t>
            </w:r>
          </w:p>
        </w:tc>
        <w:tc>
          <w:tcPr>
            <w:tcW w:w="717" w:type="dxa"/>
            <w:vAlign w:val="center"/>
          </w:tcPr>
          <w:p w14:paraId="346CD942" w14:textId="77777777" w:rsidR="00DC7196" w:rsidRPr="001C0CC4" w:rsidRDefault="00DC7196" w:rsidP="00DC7196">
            <w:pPr>
              <w:pStyle w:val="TAC"/>
            </w:pPr>
            <w:r w:rsidRPr="001C0CC4">
              <w:t>51192</w:t>
            </w:r>
          </w:p>
        </w:tc>
        <w:tc>
          <w:tcPr>
            <w:tcW w:w="717" w:type="dxa"/>
            <w:vAlign w:val="center"/>
          </w:tcPr>
          <w:p w14:paraId="4ED790CB" w14:textId="77777777" w:rsidR="00DC7196" w:rsidRPr="001C0CC4" w:rsidRDefault="00DC7196" w:rsidP="00DC7196">
            <w:pPr>
              <w:pStyle w:val="TAC"/>
            </w:pPr>
            <w:r w:rsidRPr="001C0CC4">
              <w:t>68688</w:t>
            </w:r>
          </w:p>
        </w:tc>
        <w:tc>
          <w:tcPr>
            <w:tcW w:w="717" w:type="dxa"/>
            <w:vAlign w:val="center"/>
          </w:tcPr>
          <w:p w14:paraId="3EDA9117" w14:textId="77777777" w:rsidR="00DC7196" w:rsidRPr="001C0CC4" w:rsidRDefault="00DC7196" w:rsidP="00DC7196">
            <w:pPr>
              <w:pStyle w:val="TAC"/>
            </w:pPr>
            <w:r w:rsidRPr="001C0CC4">
              <w:t>86184</w:t>
            </w:r>
          </w:p>
        </w:tc>
        <w:tc>
          <w:tcPr>
            <w:tcW w:w="717" w:type="dxa"/>
            <w:vAlign w:val="center"/>
          </w:tcPr>
          <w:p w14:paraId="61FCF4EC" w14:textId="77777777" w:rsidR="00DC7196" w:rsidRPr="001C0CC4" w:rsidRDefault="00DC7196" w:rsidP="00DC7196">
            <w:pPr>
              <w:pStyle w:val="TAC"/>
            </w:pPr>
            <w:r w:rsidRPr="001C0CC4">
              <w:t>103680</w:t>
            </w:r>
          </w:p>
        </w:tc>
        <w:tc>
          <w:tcPr>
            <w:tcW w:w="717" w:type="dxa"/>
            <w:vAlign w:val="center"/>
          </w:tcPr>
          <w:p w14:paraId="404CEC35" w14:textId="77777777" w:rsidR="00DC7196" w:rsidRPr="001C0CC4" w:rsidRDefault="00DC7196" w:rsidP="00DC7196">
            <w:pPr>
              <w:pStyle w:val="TAC"/>
            </w:pPr>
            <w:r w:rsidRPr="001C0CC4">
              <w:t>139968</w:t>
            </w:r>
          </w:p>
        </w:tc>
        <w:tc>
          <w:tcPr>
            <w:tcW w:w="717" w:type="dxa"/>
            <w:vAlign w:val="center"/>
          </w:tcPr>
          <w:p w14:paraId="620E8B5D" w14:textId="77777777" w:rsidR="00DC7196" w:rsidRPr="001C0CC4" w:rsidRDefault="00DC7196" w:rsidP="00DC7196">
            <w:pPr>
              <w:pStyle w:val="TAC"/>
            </w:pPr>
            <w:r w:rsidRPr="001C0CC4">
              <w:t>174960</w:t>
            </w:r>
          </w:p>
        </w:tc>
      </w:tr>
      <w:tr w:rsidR="00DC7196" w:rsidRPr="001C0CC4" w14:paraId="3CA91165" w14:textId="77777777" w:rsidTr="00E51EAF">
        <w:trPr>
          <w:trHeight w:val="70"/>
          <w:jc w:val="center"/>
        </w:trPr>
        <w:tc>
          <w:tcPr>
            <w:tcW w:w="3690" w:type="dxa"/>
            <w:vAlign w:val="center"/>
          </w:tcPr>
          <w:p w14:paraId="5D8EEA7C" w14:textId="77777777" w:rsidR="00DC7196" w:rsidRPr="001C0CC4" w:rsidRDefault="00DC7196" w:rsidP="00DC7196">
            <w:pPr>
              <w:pStyle w:val="TAL"/>
            </w:pPr>
            <w:r w:rsidRPr="001C0CC4">
              <w:t>Max. Throughput averaged over 1 frame</w:t>
            </w:r>
          </w:p>
        </w:tc>
        <w:tc>
          <w:tcPr>
            <w:tcW w:w="1093" w:type="dxa"/>
            <w:vAlign w:val="center"/>
          </w:tcPr>
          <w:p w14:paraId="4EC67AA0" w14:textId="77777777" w:rsidR="00DC7196" w:rsidRPr="001C0CC4" w:rsidRDefault="00DC7196" w:rsidP="00DC7196">
            <w:pPr>
              <w:pStyle w:val="TAC"/>
            </w:pPr>
            <w:r w:rsidRPr="001C0CC4">
              <w:t>Mbps</w:t>
            </w:r>
          </w:p>
        </w:tc>
        <w:tc>
          <w:tcPr>
            <w:tcW w:w="717" w:type="dxa"/>
            <w:vAlign w:val="center"/>
          </w:tcPr>
          <w:p w14:paraId="2F5B3553" w14:textId="77777777" w:rsidR="00DC7196" w:rsidRPr="001C0CC4" w:rsidRDefault="00DC7196" w:rsidP="00DC7196">
            <w:pPr>
              <w:pStyle w:val="TAC"/>
            </w:pPr>
            <w:r w:rsidRPr="001C0CC4">
              <w:t>4.918</w:t>
            </w:r>
          </w:p>
        </w:tc>
        <w:tc>
          <w:tcPr>
            <w:tcW w:w="717" w:type="dxa"/>
            <w:vAlign w:val="center"/>
          </w:tcPr>
          <w:p w14:paraId="59198BE4" w14:textId="77777777" w:rsidR="00DC7196" w:rsidRPr="001C0CC4" w:rsidRDefault="00DC7196" w:rsidP="00DC7196">
            <w:pPr>
              <w:pStyle w:val="TAC"/>
            </w:pPr>
            <w:r w:rsidRPr="001C0CC4">
              <w:t>10.243</w:t>
            </w:r>
          </w:p>
        </w:tc>
        <w:tc>
          <w:tcPr>
            <w:tcW w:w="717" w:type="dxa"/>
            <w:vAlign w:val="center"/>
          </w:tcPr>
          <w:p w14:paraId="44188265" w14:textId="77777777" w:rsidR="00DC7196" w:rsidRPr="001C0CC4" w:rsidRDefault="00DC7196" w:rsidP="00DC7196">
            <w:pPr>
              <w:pStyle w:val="TAC"/>
            </w:pPr>
            <w:r w:rsidRPr="001C0CC4">
              <w:t>15.574</w:t>
            </w:r>
          </w:p>
        </w:tc>
        <w:tc>
          <w:tcPr>
            <w:tcW w:w="717" w:type="dxa"/>
            <w:vAlign w:val="center"/>
          </w:tcPr>
          <w:p w14:paraId="7B4F2AFD" w14:textId="77777777" w:rsidR="00DC7196" w:rsidRPr="001C0CC4" w:rsidRDefault="00DC7196" w:rsidP="00DC7196">
            <w:pPr>
              <w:pStyle w:val="TAC"/>
            </w:pPr>
            <w:r w:rsidRPr="001C0CC4">
              <w:t>20.890</w:t>
            </w:r>
          </w:p>
        </w:tc>
        <w:tc>
          <w:tcPr>
            <w:tcW w:w="717" w:type="dxa"/>
            <w:vAlign w:val="center"/>
          </w:tcPr>
          <w:p w14:paraId="273124FF" w14:textId="77777777" w:rsidR="00DC7196" w:rsidRPr="001C0CC4" w:rsidRDefault="00DC7196" w:rsidP="00DC7196">
            <w:pPr>
              <w:pStyle w:val="TAC"/>
            </w:pPr>
            <w:r w:rsidRPr="001C0CC4">
              <w:t>20.890</w:t>
            </w:r>
          </w:p>
        </w:tc>
        <w:tc>
          <w:tcPr>
            <w:tcW w:w="717" w:type="dxa"/>
            <w:vAlign w:val="center"/>
          </w:tcPr>
          <w:p w14:paraId="2365127F" w14:textId="77777777" w:rsidR="00DC7196" w:rsidRPr="001C0CC4" w:rsidRDefault="00DC7196" w:rsidP="00DC7196">
            <w:pPr>
              <w:pStyle w:val="TAC"/>
            </w:pPr>
            <w:r w:rsidRPr="001C0CC4">
              <w:t>31.158</w:t>
            </w:r>
          </w:p>
        </w:tc>
        <w:tc>
          <w:tcPr>
            <w:tcW w:w="717" w:type="dxa"/>
            <w:vAlign w:val="center"/>
          </w:tcPr>
          <w:p w14:paraId="77834D07" w14:textId="77777777" w:rsidR="00DC7196" w:rsidRPr="001C0CC4" w:rsidRDefault="00DC7196" w:rsidP="00DC7196">
            <w:pPr>
              <w:pStyle w:val="TAC"/>
            </w:pPr>
            <w:r w:rsidRPr="001C0CC4">
              <w:t>42.630</w:t>
            </w:r>
          </w:p>
        </w:tc>
        <w:tc>
          <w:tcPr>
            <w:tcW w:w="717" w:type="dxa"/>
            <w:vAlign w:val="center"/>
          </w:tcPr>
          <w:p w14:paraId="032EFCE8" w14:textId="77777777" w:rsidR="00DC7196" w:rsidRPr="001C0CC4" w:rsidRDefault="00DC7196" w:rsidP="00DC7196">
            <w:pPr>
              <w:pStyle w:val="TAC"/>
            </w:pPr>
            <w:r w:rsidRPr="001C0CC4">
              <w:t>52.470</w:t>
            </w:r>
          </w:p>
        </w:tc>
      </w:tr>
      <w:tr w:rsidR="00DC7196" w:rsidRPr="001C0CC4" w14:paraId="61AAA6D3" w14:textId="77777777" w:rsidTr="00E51EAF">
        <w:trPr>
          <w:trHeight w:val="70"/>
          <w:jc w:val="center"/>
        </w:trPr>
        <w:tc>
          <w:tcPr>
            <w:tcW w:w="10519" w:type="dxa"/>
            <w:gridSpan w:val="10"/>
          </w:tcPr>
          <w:p w14:paraId="3D0D239D"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3C1C194C"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1D035B98"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24DD87AC" w14:textId="77777777" w:rsidR="00DC7196" w:rsidRPr="001C0CC4" w:rsidRDefault="00DC7196" w:rsidP="00DC7196">
            <w:pPr>
              <w:keepNext/>
              <w:keepLines/>
              <w:spacing w:after="0"/>
              <w:ind w:left="851" w:hanging="851"/>
              <w:rPr>
                <w:rFonts w:ascii="Arial" w:hAnsi="Arial" w:cs="Arial"/>
                <w:sz w:val="16"/>
                <w:szCs w:val="16"/>
                <w:lang w:val="en-US"/>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6ACEE895" w14:textId="77777777" w:rsidR="00DC7196" w:rsidRPr="001C0CC4" w:rsidRDefault="00DC7196" w:rsidP="00DC7196">
      <w:pPr>
        <w:rPr>
          <w:lang w:eastAsia="zh-CN"/>
        </w:rPr>
      </w:pPr>
    </w:p>
    <w:p w14:paraId="1EBD869B" w14:textId="77777777" w:rsidR="00DC7196" w:rsidRPr="001C0CC4" w:rsidRDefault="00DC7196" w:rsidP="00DC7196">
      <w:pPr>
        <w:rPr>
          <w:lang w:eastAsia="zh-CN"/>
        </w:rPr>
        <w:sectPr w:rsidR="00DC7196" w:rsidRPr="001C0CC4" w:rsidSect="00D66CF7">
          <w:footnotePr>
            <w:numRestart w:val="eachSect"/>
          </w:footnotePr>
          <w:pgSz w:w="11907" w:h="16840" w:code="9"/>
          <w:pgMar w:top="1411" w:right="1138" w:bottom="1138" w:left="1138" w:header="677" w:footer="562" w:gutter="0"/>
          <w:cols w:space="720"/>
          <w:docGrid w:linePitch="272"/>
        </w:sectPr>
      </w:pPr>
    </w:p>
    <w:p w14:paraId="67E1A021" w14:textId="77777777" w:rsidR="00DC7196" w:rsidRPr="001C0CC4" w:rsidRDefault="00DC7196" w:rsidP="00DC7196">
      <w:pPr>
        <w:pStyle w:val="TH"/>
      </w:pPr>
      <w:r w:rsidRPr="001C0CC4">
        <w:t>Table A.3.3.3-2 Fixed reference channel for maximum input level receiver requirements (SCS 30 kHz, TDD, 64QAM)</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35"/>
        <w:gridCol w:w="835"/>
        <w:gridCol w:w="835"/>
        <w:gridCol w:w="835"/>
        <w:gridCol w:w="835"/>
        <w:gridCol w:w="835"/>
        <w:gridCol w:w="835"/>
        <w:gridCol w:w="835"/>
        <w:gridCol w:w="835"/>
        <w:gridCol w:w="835"/>
        <w:gridCol w:w="835"/>
        <w:gridCol w:w="835"/>
      </w:tblGrid>
      <w:tr w:rsidR="002E7826" w:rsidRPr="001C0CC4" w14:paraId="6B432832" w14:textId="77777777" w:rsidTr="002E7826">
        <w:trPr>
          <w:jc w:val="center"/>
        </w:trPr>
        <w:tc>
          <w:tcPr>
            <w:tcW w:w="3690" w:type="dxa"/>
          </w:tcPr>
          <w:p w14:paraId="55C8F831" w14:textId="77777777" w:rsidR="002E7826" w:rsidRPr="001C0CC4" w:rsidRDefault="002E7826" w:rsidP="00DC7196">
            <w:pPr>
              <w:keepNext/>
              <w:keepLines/>
              <w:spacing w:after="0"/>
              <w:jc w:val="center"/>
              <w:rPr>
                <w:rFonts w:ascii="Arial" w:hAnsi="Arial"/>
                <w:b/>
                <w:sz w:val="18"/>
              </w:rPr>
            </w:pPr>
            <w:r w:rsidRPr="001C0CC4">
              <w:rPr>
                <w:rFonts w:ascii="Arial" w:hAnsi="Arial"/>
                <w:b/>
                <w:sz w:val="18"/>
              </w:rPr>
              <w:t>Parameter</w:t>
            </w:r>
          </w:p>
        </w:tc>
        <w:tc>
          <w:tcPr>
            <w:tcW w:w="1093" w:type="dxa"/>
          </w:tcPr>
          <w:p w14:paraId="19E6405A" w14:textId="77777777" w:rsidR="002E7826" w:rsidRPr="001C0CC4" w:rsidRDefault="002E7826" w:rsidP="00DC7196">
            <w:pPr>
              <w:keepNext/>
              <w:keepLines/>
              <w:spacing w:after="0"/>
              <w:jc w:val="center"/>
              <w:rPr>
                <w:rFonts w:ascii="Arial" w:hAnsi="Arial"/>
                <w:b/>
                <w:sz w:val="18"/>
              </w:rPr>
            </w:pPr>
            <w:r w:rsidRPr="001C0CC4">
              <w:rPr>
                <w:rFonts w:ascii="Arial" w:hAnsi="Arial"/>
                <w:b/>
                <w:sz w:val="18"/>
              </w:rPr>
              <w:t>Unit</w:t>
            </w:r>
          </w:p>
        </w:tc>
        <w:tc>
          <w:tcPr>
            <w:tcW w:w="835" w:type="dxa"/>
          </w:tcPr>
          <w:p w14:paraId="049A13A6" w14:textId="77777777" w:rsidR="002E7826" w:rsidRPr="001C0CC4" w:rsidRDefault="002E7826" w:rsidP="00DC7196">
            <w:pPr>
              <w:keepNext/>
              <w:keepLines/>
              <w:spacing w:after="0"/>
              <w:jc w:val="center"/>
              <w:rPr>
                <w:rFonts w:ascii="Arial" w:hAnsi="Arial"/>
                <w:b/>
                <w:sz w:val="18"/>
              </w:rPr>
            </w:pPr>
          </w:p>
        </w:tc>
        <w:tc>
          <w:tcPr>
            <w:tcW w:w="9185" w:type="dxa"/>
            <w:gridSpan w:val="11"/>
          </w:tcPr>
          <w:p w14:paraId="313F7A4A" w14:textId="1663900E" w:rsidR="002E7826" w:rsidRPr="001C0CC4" w:rsidRDefault="002E7826" w:rsidP="00DC7196">
            <w:pPr>
              <w:keepNext/>
              <w:keepLines/>
              <w:spacing w:after="0"/>
              <w:jc w:val="center"/>
              <w:rPr>
                <w:rFonts w:ascii="Arial" w:hAnsi="Arial"/>
                <w:b/>
                <w:sz w:val="18"/>
              </w:rPr>
            </w:pPr>
            <w:r w:rsidRPr="001C0CC4">
              <w:rPr>
                <w:rFonts w:ascii="Arial" w:hAnsi="Arial"/>
                <w:b/>
                <w:sz w:val="18"/>
              </w:rPr>
              <w:t>Value</w:t>
            </w:r>
          </w:p>
        </w:tc>
      </w:tr>
      <w:tr w:rsidR="002E7826" w:rsidRPr="001C0CC4" w14:paraId="1179FE7C" w14:textId="77777777" w:rsidTr="002E7826">
        <w:trPr>
          <w:trHeight w:val="148"/>
          <w:jc w:val="center"/>
        </w:trPr>
        <w:tc>
          <w:tcPr>
            <w:tcW w:w="3690" w:type="dxa"/>
          </w:tcPr>
          <w:p w14:paraId="0A69F2AA" w14:textId="77777777" w:rsidR="002E7826" w:rsidRPr="001C0CC4" w:rsidRDefault="002E7826" w:rsidP="002E7826">
            <w:pPr>
              <w:keepNext/>
              <w:keepLines/>
              <w:spacing w:after="0"/>
              <w:jc w:val="center"/>
              <w:rPr>
                <w:rFonts w:ascii="Arial" w:eastAsia="SimSun" w:hAnsi="Arial"/>
                <w:b/>
                <w:sz w:val="18"/>
              </w:rPr>
            </w:pPr>
            <w:r w:rsidRPr="001C0CC4">
              <w:rPr>
                <w:rFonts w:ascii="Arial" w:eastAsia="SimSun" w:hAnsi="Arial"/>
                <w:b/>
                <w:sz w:val="18"/>
              </w:rPr>
              <w:t>Channel bandwidth</w:t>
            </w:r>
          </w:p>
        </w:tc>
        <w:tc>
          <w:tcPr>
            <w:tcW w:w="1093" w:type="dxa"/>
            <w:vAlign w:val="center"/>
          </w:tcPr>
          <w:p w14:paraId="1D8F17D6"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MHz</w:t>
            </w:r>
          </w:p>
        </w:tc>
        <w:tc>
          <w:tcPr>
            <w:tcW w:w="835" w:type="dxa"/>
            <w:vAlign w:val="center"/>
          </w:tcPr>
          <w:p w14:paraId="15922970"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5</w:t>
            </w:r>
          </w:p>
        </w:tc>
        <w:tc>
          <w:tcPr>
            <w:tcW w:w="835" w:type="dxa"/>
            <w:vAlign w:val="center"/>
          </w:tcPr>
          <w:p w14:paraId="234C661C"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10</w:t>
            </w:r>
          </w:p>
        </w:tc>
        <w:tc>
          <w:tcPr>
            <w:tcW w:w="835" w:type="dxa"/>
            <w:vAlign w:val="center"/>
          </w:tcPr>
          <w:p w14:paraId="44F61165"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15</w:t>
            </w:r>
          </w:p>
        </w:tc>
        <w:tc>
          <w:tcPr>
            <w:tcW w:w="835" w:type="dxa"/>
            <w:vAlign w:val="center"/>
          </w:tcPr>
          <w:p w14:paraId="2F0625A3"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20</w:t>
            </w:r>
          </w:p>
        </w:tc>
        <w:tc>
          <w:tcPr>
            <w:tcW w:w="835" w:type="dxa"/>
            <w:vAlign w:val="center"/>
          </w:tcPr>
          <w:p w14:paraId="19DE9ECE"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25</w:t>
            </w:r>
          </w:p>
        </w:tc>
        <w:tc>
          <w:tcPr>
            <w:tcW w:w="835" w:type="dxa"/>
            <w:vAlign w:val="center"/>
          </w:tcPr>
          <w:p w14:paraId="0C7F0E58"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30</w:t>
            </w:r>
          </w:p>
        </w:tc>
        <w:tc>
          <w:tcPr>
            <w:tcW w:w="835" w:type="dxa"/>
            <w:vAlign w:val="center"/>
          </w:tcPr>
          <w:p w14:paraId="015600B7"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40</w:t>
            </w:r>
          </w:p>
        </w:tc>
        <w:tc>
          <w:tcPr>
            <w:tcW w:w="835" w:type="dxa"/>
            <w:vAlign w:val="center"/>
          </w:tcPr>
          <w:p w14:paraId="5B662F8A"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50</w:t>
            </w:r>
          </w:p>
        </w:tc>
        <w:tc>
          <w:tcPr>
            <w:tcW w:w="835" w:type="dxa"/>
            <w:vAlign w:val="center"/>
          </w:tcPr>
          <w:p w14:paraId="7A3AB0C6"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60</w:t>
            </w:r>
          </w:p>
        </w:tc>
        <w:tc>
          <w:tcPr>
            <w:tcW w:w="835" w:type="dxa"/>
          </w:tcPr>
          <w:p w14:paraId="16A010F3" w14:textId="189B458B" w:rsidR="002E7826" w:rsidRPr="001C0CC4" w:rsidRDefault="002E7826" w:rsidP="002E7826">
            <w:pPr>
              <w:keepNext/>
              <w:keepLines/>
              <w:spacing w:after="0"/>
              <w:jc w:val="center"/>
              <w:rPr>
                <w:rFonts w:ascii="Arial" w:hAnsi="Arial"/>
                <w:b/>
                <w:sz w:val="18"/>
              </w:rPr>
            </w:pPr>
            <w:r>
              <w:rPr>
                <w:rFonts w:ascii="Arial" w:hAnsi="Arial" w:hint="eastAsia"/>
                <w:b/>
                <w:sz w:val="18"/>
                <w:lang w:eastAsia="zh-CN"/>
              </w:rPr>
              <w:t>7</w:t>
            </w:r>
            <w:r>
              <w:rPr>
                <w:rFonts w:ascii="Arial" w:hAnsi="Arial"/>
                <w:b/>
                <w:sz w:val="18"/>
                <w:lang w:eastAsia="zh-CN"/>
              </w:rPr>
              <w:t>0</w:t>
            </w:r>
          </w:p>
        </w:tc>
        <w:tc>
          <w:tcPr>
            <w:tcW w:w="835" w:type="dxa"/>
            <w:vAlign w:val="center"/>
          </w:tcPr>
          <w:p w14:paraId="389C99F6" w14:textId="25F08160" w:rsidR="002E7826" w:rsidRPr="001C0CC4" w:rsidRDefault="002E7826" w:rsidP="002E7826">
            <w:pPr>
              <w:keepNext/>
              <w:keepLines/>
              <w:spacing w:after="0"/>
              <w:jc w:val="center"/>
              <w:rPr>
                <w:rFonts w:ascii="Arial" w:hAnsi="Arial"/>
                <w:b/>
                <w:sz w:val="18"/>
              </w:rPr>
            </w:pPr>
            <w:r w:rsidRPr="001C0CC4">
              <w:rPr>
                <w:rFonts w:ascii="Arial" w:hAnsi="Arial"/>
                <w:b/>
                <w:sz w:val="18"/>
              </w:rPr>
              <w:t>80</w:t>
            </w:r>
          </w:p>
        </w:tc>
        <w:tc>
          <w:tcPr>
            <w:tcW w:w="835" w:type="dxa"/>
            <w:vAlign w:val="center"/>
          </w:tcPr>
          <w:p w14:paraId="6ACB39EC"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100</w:t>
            </w:r>
          </w:p>
        </w:tc>
      </w:tr>
      <w:tr w:rsidR="002E7826" w:rsidRPr="001C0CC4" w14:paraId="22E203B4" w14:textId="77777777" w:rsidTr="002E7826">
        <w:trPr>
          <w:jc w:val="center"/>
        </w:trPr>
        <w:tc>
          <w:tcPr>
            <w:tcW w:w="3690" w:type="dxa"/>
          </w:tcPr>
          <w:p w14:paraId="10249652" w14:textId="77777777" w:rsidR="002E7826" w:rsidRPr="001C0CC4" w:rsidRDefault="002E7826" w:rsidP="002E7826">
            <w:pPr>
              <w:pStyle w:val="TAL"/>
            </w:pPr>
            <w:r w:rsidRPr="001C0CC4">
              <w:t xml:space="preserve">Subcarrier spacing configuration </w:t>
            </w:r>
            <w:r w:rsidRPr="001C0CC4">
              <w:object w:dxaOrig="220" w:dyaOrig="240" w14:anchorId="767D7D53">
                <v:shape id="_x0000_i1034" type="#_x0000_t75" style="width:17.35pt;height:19.45pt" o:ole="">
                  <v:imagedata r:id="rId11" o:title=""/>
                </v:shape>
                <o:OLEObject Type="Embed" ProgID="Equation.3" ShapeID="_x0000_i1034" DrawAspect="Content" ObjectID="_1734986601" r:id="rId28"/>
              </w:object>
            </w:r>
          </w:p>
        </w:tc>
        <w:tc>
          <w:tcPr>
            <w:tcW w:w="1093" w:type="dxa"/>
          </w:tcPr>
          <w:p w14:paraId="2C49787A" w14:textId="77777777" w:rsidR="002E7826" w:rsidRPr="001C0CC4" w:rsidRDefault="002E7826" w:rsidP="002E7826">
            <w:pPr>
              <w:pStyle w:val="TAC"/>
            </w:pPr>
          </w:p>
        </w:tc>
        <w:tc>
          <w:tcPr>
            <w:tcW w:w="835" w:type="dxa"/>
          </w:tcPr>
          <w:p w14:paraId="199FB18C" w14:textId="77777777" w:rsidR="002E7826" w:rsidRPr="001C0CC4" w:rsidRDefault="002E7826" w:rsidP="002E7826">
            <w:pPr>
              <w:pStyle w:val="TAC"/>
            </w:pPr>
            <w:r w:rsidRPr="001C0CC4">
              <w:t>1</w:t>
            </w:r>
          </w:p>
        </w:tc>
        <w:tc>
          <w:tcPr>
            <w:tcW w:w="835" w:type="dxa"/>
          </w:tcPr>
          <w:p w14:paraId="1E6AF771" w14:textId="77777777" w:rsidR="002E7826" w:rsidRPr="001C0CC4" w:rsidRDefault="002E7826" w:rsidP="002E7826">
            <w:pPr>
              <w:pStyle w:val="TAC"/>
            </w:pPr>
            <w:r w:rsidRPr="001C0CC4">
              <w:t>1</w:t>
            </w:r>
          </w:p>
        </w:tc>
        <w:tc>
          <w:tcPr>
            <w:tcW w:w="835" w:type="dxa"/>
          </w:tcPr>
          <w:p w14:paraId="08A36AA5" w14:textId="77777777" w:rsidR="002E7826" w:rsidRPr="001C0CC4" w:rsidRDefault="002E7826" w:rsidP="002E7826">
            <w:pPr>
              <w:pStyle w:val="TAC"/>
            </w:pPr>
            <w:r w:rsidRPr="001C0CC4">
              <w:t>1</w:t>
            </w:r>
          </w:p>
        </w:tc>
        <w:tc>
          <w:tcPr>
            <w:tcW w:w="835" w:type="dxa"/>
          </w:tcPr>
          <w:p w14:paraId="003EDF16" w14:textId="77777777" w:rsidR="002E7826" w:rsidRPr="001C0CC4" w:rsidRDefault="002E7826" w:rsidP="002E7826">
            <w:pPr>
              <w:pStyle w:val="TAC"/>
            </w:pPr>
            <w:r w:rsidRPr="001C0CC4">
              <w:t>1</w:t>
            </w:r>
          </w:p>
        </w:tc>
        <w:tc>
          <w:tcPr>
            <w:tcW w:w="835" w:type="dxa"/>
          </w:tcPr>
          <w:p w14:paraId="070109BD" w14:textId="77777777" w:rsidR="002E7826" w:rsidRPr="001C0CC4" w:rsidRDefault="002E7826" w:rsidP="002E7826">
            <w:pPr>
              <w:pStyle w:val="TAC"/>
            </w:pPr>
            <w:r w:rsidRPr="001C0CC4">
              <w:t>1</w:t>
            </w:r>
          </w:p>
        </w:tc>
        <w:tc>
          <w:tcPr>
            <w:tcW w:w="835" w:type="dxa"/>
          </w:tcPr>
          <w:p w14:paraId="4DDF5AB9" w14:textId="77777777" w:rsidR="002E7826" w:rsidRPr="001C0CC4" w:rsidRDefault="002E7826" w:rsidP="002E7826">
            <w:pPr>
              <w:pStyle w:val="TAC"/>
            </w:pPr>
            <w:r w:rsidRPr="001C0CC4">
              <w:t>1</w:t>
            </w:r>
          </w:p>
        </w:tc>
        <w:tc>
          <w:tcPr>
            <w:tcW w:w="835" w:type="dxa"/>
          </w:tcPr>
          <w:p w14:paraId="0CA842DE" w14:textId="77777777" w:rsidR="002E7826" w:rsidRPr="001C0CC4" w:rsidRDefault="002E7826" w:rsidP="002E7826">
            <w:pPr>
              <w:pStyle w:val="TAC"/>
            </w:pPr>
            <w:r w:rsidRPr="001C0CC4">
              <w:t>1</w:t>
            </w:r>
          </w:p>
        </w:tc>
        <w:tc>
          <w:tcPr>
            <w:tcW w:w="835" w:type="dxa"/>
          </w:tcPr>
          <w:p w14:paraId="2E19F6C5" w14:textId="77777777" w:rsidR="002E7826" w:rsidRPr="001C0CC4" w:rsidRDefault="002E7826" w:rsidP="002E7826">
            <w:pPr>
              <w:pStyle w:val="TAC"/>
            </w:pPr>
            <w:r w:rsidRPr="001C0CC4">
              <w:t>1</w:t>
            </w:r>
          </w:p>
        </w:tc>
        <w:tc>
          <w:tcPr>
            <w:tcW w:w="835" w:type="dxa"/>
          </w:tcPr>
          <w:p w14:paraId="351CBF48" w14:textId="77777777" w:rsidR="002E7826" w:rsidRPr="001C0CC4" w:rsidRDefault="002E7826" w:rsidP="002E7826">
            <w:pPr>
              <w:pStyle w:val="TAC"/>
            </w:pPr>
            <w:r w:rsidRPr="001C0CC4">
              <w:t>1</w:t>
            </w:r>
          </w:p>
        </w:tc>
        <w:tc>
          <w:tcPr>
            <w:tcW w:w="835" w:type="dxa"/>
          </w:tcPr>
          <w:p w14:paraId="28DF735A" w14:textId="17C7B17A" w:rsidR="002E7826" w:rsidRPr="001C0CC4" w:rsidRDefault="002E7826" w:rsidP="002E7826">
            <w:pPr>
              <w:pStyle w:val="TAC"/>
            </w:pPr>
            <w:r>
              <w:t>1</w:t>
            </w:r>
          </w:p>
        </w:tc>
        <w:tc>
          <w:tcPr>
            <w:tcW w:w="835" w:type="dxa"/>
          </w:tcPr>
          <w:p w14:paraId="2AE2ED39" w14:textId="15B70249" w:rsidR="002E7826" w:rsidRPr="001C0CC4" w:rsidRDefault="002E7826" w:rsidP="002E7826">
            <w:pPr>
              <w:pStyle w:val="TAC"/>
            </w:pPr>
            <w:r w:rsidRPr="001C0CC4">
              <w:t>1</w:t>
            </w:r>
          </w:p>
        </w:tc>
        <w:tc>
          <w:tcPr>
            <w:tcW w:w="835" w:type="dxa"/>
          </w:tcPr>
          <w:p w14:paraId="5EB362CC" w14:textId="77777777" w:rsidR="002E7826" w:rsidRPr="001C0CC4" w:rsidRDefault="002E7826" w:rsidP="002E7826">
            <w:pPr>
              <w:pStyle w:val="TAC"/>
              <w:rPr>
                <w:rFonts w:cs="Arial"/>
              </w:rPr>
            </w:pPr>
            <w:r w:rsidRPr="001C0CC4">
              <w:rPr>
                <w:rFonts w:cs="Arial"/>
              </w:rPr>
              <w:t>1</w:t>
            </w:r>
          </w:p>
        </w:tc>
      </w:tr>
      <w:tr w:rsidR="002E7826" w:rsidRPr="001C0CC4" w14:paraId="79225A41" w14:textId="77777777" w:rsidTr="002E7826">
        <w:trPr>
          <w:jc w:val="center"/>
        </w:trPr>
        <w:tc>
          <w:tcPr>
            <w:tcW w:w="3690" w:type="dxa"/>
          </w:tcPr>
          <w:p w14:paraId="53B4D0D4" w14:textId="77777777" w:rsidR="002E7826" w:rsidRPr="001C0CC4" w:rsidRDefault="002E7826" w:rsidP="002E7826">
            <w:pPr>
              <w:pStyle w:val="TAL"/>
            </w:pPr>
            <w:r w:rsidRPr="001C0CC4">
              <w:t>Allocated resource blocks</w:t>
            </w:r>
          </w:p>
        </w:tc>
        <w:tc>
          <w:tcPr>
            <w:tcW w:w="1093" w:type="dxa"/>
          </w:tcPr>
          <w:p w14:paraId="5ABC36F2" w14:textId="77777777" w:rsidR="002E7826" w:rsidRPr="001C0CC4" w:rsidRDefault="002E7826" w:rsidP="002E7826">
            <w:pPr>
              <w:pStyle w:val="TAC"/>
            </w:pPr>
          </w:p>
        </w:tc>
        <w:tc>
          <w:tcPr>
            <w:tcW w:w="835" w:type="dxa"/>
          </w:tcPr>
          <w:p w14:paraId="0194CB44" w14:textId="77777777" w:rsidR="002E7826" w:rsidRPr="001C0CC4" w:rsidRDefault="002E7826" w:rsidP="002E7826">
            <w:pPr>
              <w:pStyle w:val="TAC"/>
            </w:pPr>
            <w:r w:rsidRPr="001C0CC4">
              <w:t>11</w:t>
            </w:r>
          </w:p>
        </w:tc>
        <w:tc>
          <w:tcPr>
            <w:tcW w:w="835" w:type="dxa"/>
          </w:tcPr>
          <w:p w14:paraId="4446B204" w14:textId="77777777" w:rsidR="002E7826" w:rsidRPr="001C0CC4" w:rsidRDefault="002E7826" w:rsidP="002E7826">
            <w:pPr>
              <w:pStyle w:val="TAC"/>
            </w:pPr>
            <w:r w:rsidRPr="001C0CC4">
              <w:t>24</w:t>
            </w:r>
          </w:p>
        </w:tc>
        <w:tc>
          <w:tcPr>
            <w:tcW w:w="835" w:type="dxa"/>
          </w:tcPr>
          <w:p w14:paraId="672813C6" w14:textId="77777777" w:rsidR="002E7826" w:rsidRPr="001C0CC4" w:rsidRDefault="002E7826" w:rsidP="002E7826">
            <w:pPr>
              <w:pStyle w:val="TAC"/>
            </w:pPr>
            <w:r w:rsidRPr="001C0CC4">
              <w:t>38</w:t>
            </w:r>
          </w:p>
        </w:tc>
        <w:tc>
          <w:tcPr>
            <w:tcW w:w="835" w:type="dxa"/>
          </w:tcPr>
          <w:p w14:paraId="078B93CF" w14:textId="77777777" w:rsidR="002E7826" w:rsidRPr="001C0CC4" w:rsidRDefault="002E7826" w:rsidP="002E7826">
            <w:pPr>
              <w:pStyle w:val="TAC"/>
            </w:pPr>
            <w:r w:rsidRPr="001C0CC4">
              <w:t>51</w:t>
            </w:r>
          </w:p>
        </w:tc>
        <w:tc>
          <w:tcPr>
            <w:tcW w:w="835" w:type="dxa"/>
          </w:tcPr>
          <w:p w14:paraId="10B22FDD" w14:textId="77777777" w:rsidR="002E7826" w:rsidRPr="001C0CC4" w:rsidRDefault="002E7826" w:rsidP="002E7826">
            <w:pPr>
              <w:pStyle w:val="TAC"/>
            </w:pPr>
            <w:r w:rsidRPr="001C0CC4">
              <w:t>65</w:t>
            </w:r>
          </w:p>
        </w:tc>
        <w:tc>
          <w:tcPr>
            <w:tcW w:w="835" w:type="dxa"/>
          </w:tcPr>
          <w:p w14:paraId="1EE2E596" w14:textId="77777777" w:rsidR="002E7826" w:rsidRPr="001C0CC4" w:rsidRDefault="002E7826" w:rsidP="002E7826">
            <w:pPr>
              <w:pStyle w:val="TAC"/>
            </w:pPr>
            <w:r w:rsidRPr="001C0CC4">
              <w:t>78</w:t>
            </w:r>
          </w:p>
        </w:tc>
        <w:tc>
          <w:tcPr>
            <w:tcW w:w="835" w:type="dxa"/>
          </w:tcPr>
          <w:p w14:paraId="018E7D18" w14:textId="77777777" w:rsidR="002E7826" w:rsidRPr="001C0CC4" w:rsidRDefault="002E7826" w:rsidP="002E7826">
            <w:pPr>
              <w:pStyle w:val="TAC"/>
            </w:pPr>
            <w:r w:rsidRPr="001C0CC4">
              <w:t>106</w:t>
            </w:r>
          </w:p>
        </w:tc>
        <w:tc>
          <w:tcPr>
            <w:tcW w:w="835" w:type="dxa"/>
          </w:tcPr>
          <w:p w14:paraId="5261ADC7" w14:textId="77777777" w:rsidR="002E7826" w:rsidRPr="001C0CC4" w:rsidRDefault="002E7826" w:rsidP="002E7826">
            <w:pPr>
              <w:pStyle w:val="TAC"/>
            </w:pPr>
            <w:r w:rsidRPr="001C0CC4">
              <w:t>133</w:t>
            </w:r>
          </w:p>
        </w:tc>
        <w:tc>
          <w:tcPr>
            <w:tcW w:w="835" w:type="dxa"/>
          </w:tcPr>
          <w:p w14:paraId="08547DA5" w14:textId="77777777" w:rsidR="002E7826" w:rsidRPr="001C0CC4" w:rsidRDefault="002E7826" w:rsidP="002E7826">
            <w:pPr>
              <w:pStyle w:val="TAC"/>
            </w:pPr>
            <w:r w:rsidRPr="001C0CC4">
              <w:t>162</w:t>
            </w:r>
          </w:p>
        </w:tc>
        <w:tc>
          <w:tcPr>
            <w:tcW w:w="835" w:type="dxa"/>
          </w:tcPr>
          <w:p w14:paraId="363F7FEE" w14:textId="62F04FD6" w:rsidR="002E7826" w:rsidRPr="001C0CC4" w:rsidRDefault="002E7826" w:rsidP="002E7826">
            <w:pPr>
              <w:pStyle w:val="TAC"/>
            </w:pPr>
            <w:r>
              <w:t>189</w:t>
            </w:r>
          </w:p>
        </w:tc>
        <w:tc>
          <w:tcPr>
            <w:tcW w:w="835" w:type="dxa"/>
          </w:tcPr>
          <w:p w14:paraId="2C64D36C" w14:textId="1F590C74" w:rsidR="002E7826" w:rsidRPr="001C0CC4" w:rsidRDefault="002E7826" w:rsidP="002E7826">
            <w:pPr>
              <w:pStyle w:val="TAC"/>
            </w:pPr>
            <w:r w:rsidRPr="001C0CC4">
              <w:t>217</w:t>
            </w:r>
          </w:p>
        </w:tc>
        <w:tc>
          <w:tcPr>
            <w:tcW w:w="835" w:type="dxa"/>
          </w:tcPr>
          <w:p w14:paraId="330F9DB8" w14:textId="77777777" w:rsidR="002E7826" w:rsidRPr="001C0CC4" w:rsidRDefault="002E7826" w:rsidP="002E7826">
            <w:pPr>
              <w:pStyle w:val="TAC"/>
              <w:rPr>
                <w:rFonts w:cs="Arial"/>
              </w:rPr>
            </w:pPr>
            <w:r w:rsidRPr="001C0CC4">
              <w:rPr>
                <w:rFonts w:cs="Arial"/>
              </w:rPr>
              <w:t>273</w:t>
            </w:r>
          </w:p>
        </w:tc>
      </w:tr>
      <w:tr w:rsidR="002E7826" w:rsidRPr="001C0CC4" w14:paraId="632B9F86" w14:textId="77777777" w:rsidTr="002E7826">
        <w:trPr>
          <w:jc w:val="center"/>
        </w:trPr>
        <w:tc>
          <w:tcPr>
            <w:tcW w:w="3690" w:type="dxa"/>
          </w:tcPr>
          <w:p w14:paraId="35ED7B95" w14:textId="77777777" w:rsidR="002E7826" w:rsidRPr="001C0CC4" w:rsidRDefault="002E7826" w:rsidP="002E7826">
            <w:pPr>
              <w:pStyle w:val="TAL"/>
            </w:pPr>
            <w:r w:rsidRPr="001C0CC4">
              <w:t>Subcarriers per resource block</w:t>
            </w:r>
          </w:p>
        </w:tc>
        <w:tc>
          <w:tcPr>
            <w:tcW w:w="1093" w:type="dxa"/>
          </w:tcPr>
          <w:p w14:paraId="72AAC24A" w14:textId="77777777" w:rsidR="002E7826" w:rsidRPr="001C0CC4" w:rsidRDefault="002E7826" w:rsidP="002E7826">
            <w:pPr>
              <w:pStyle w:val="TAC"/>
            </w:pPr>
          </w:p>
        </w:tc>
        <w:tc>
          <w:tcPr>
            <w:tcW w:w="835" w:type="dxa"/>
          </w:tcPr>
          <w:p w14:paraId="1BEC95CF" w14:textId="77777777" w:rsidR="002E7826" w:rsidRPr="001C0CC4" w:rsidRDefault="002E7826" w:rsidP="002E7826">
            <w:pPr>
              <w:pStyle w:val="TAC"/>
            </w:pPr>
            <w:r w:rsidRPr="001C0CC4">
              <w:t>12</w:t>
            </w:r>
          </w:p>
        </w:tc>
        <w:tc>
          <w:tcPr>
            <w:tcW w:w="835" w:type="dxa"/>
          </w:tcPr>
          <w:p w14:paraId="5E3BE2AA" w14:textId="77777777" w:rsidR="002E7826" w:rsidRPr="001C0CC4" w:rsidRDefault="002E7826" w:rsidP="002E7826">
            <w:pPr>
              <w:pStyle w:val="TAC"/>
            </w:pPr>
            <w:r w:rsidRPr="001C0CC4">
              <w:t>12</w:t>
            </w:r>
          </w:p>
        </w:tc>
        <w:tc>
          <w:tcPr>
            <w:tcW w:w="835" w:type="dxa"/>
          </w:tcPr>
          <w:p w14:paraId="3A738400" w14:textId="77777777" w:rsidR="002E7826" w:rsidRPr="001C0CC4" w:rsidRDefault="002E7826" w:rsidP="002E7826">
            <w:pPr>
              <w:pStyle w:val="TAC"/>
            </w:pPr>
            <w:r w:rsidRPr="001C0CC4">
              <w:t>12</w:t>
            </w:r>
          </w:p>
        </w:tc>
        <w:tc>
          <w:tcPr>
            <w:tcW w:w="835" w:type="dxa"/>
          </w:tcPr>
          <w:p w14:paraId="7C9BD195" w14:textId="77777777" w:rsidR="002E7826" w:rsidRPr="001C0CC4" w:rsidRDefault="002E7826" w:rsidP="002E7826">
            <w:pPr>
              <w:pStyle w:val="TAC"/>
            </w:pPr>
            <w:r w:rsidRPr="001C0CC4">
              <w:t>12</w:t>
            </w:r>
          </w:p>
        </w:tc>
        <w:tc>
          <w:tcPr>
            <w:tcW w:w="835" w:type="dxa"/>
          </w:tcPr>
          <w:p w14:paraId="00C43C51" w14:textId="77777777" w:rsidR="002E7826" w:rsidRPr="001C0CC4" w:rsidRDefault="002E7826" w:rsidP="002E7826">
            <w:pPr>
              <w:pStyle w:val="TAC"/>
            </w:pPr>
            <w:r w:rsidRPr="001C0CC4">
              <w:t>12</w:t>
            </w:r>
          </w:p>
        </w:tc>
        <w:tc>
          <w:tcPr>
            <w:tcW w:w="835" w:type="dxa"/>
          </w:tcPr>
          <w:p w14:paraId="034A9438" w14:textId="77777777" w:rsidR="002E7826" w:rsidRPr="001C0CC4" w:rsidRDefault="002E7826" w:rsidP="002E7826">
            <w:pPr>
              <w:pStyle w:val="TAC"/>
            </w:pPr>
            <w:r w:rsidRPr="001C0CC4">
              <w:t>12</w:t>
            </w:r>
          </w:p>
        </w:tc>
        <w:tc>
          <w:tcPr>
            <w:tcW w:w="835" w:type="dxa"/>
          </w:tcPr>
          <w:p w14:paraId="5F24E2F0" w14:textId="77777777" w:rsidR="002E7826" w:rsidRPr="001C0CC4" w:rsidRDefault="002E7826" w:rsidP="002E7826">
            <w:pPr>
              <w:pStyle w:val="TAC"/>
            </w:pPr>
            <w:r w:rsidRPr="001C0CC4">
              <w:t>12</w:t>
            </w:r>
          </w:p>
        </w:tc>
        <w:tc>
          <w:tcPr>
            <w:tcW w:w="835" w:type="dxa"/>
          </w:tcPr>
          <w:p w14:paraId="2522F82D" w14:textId="77777777" w:rsidR="002E7826" w:rsidRPr="001C0CC4" w:rsidRDefault="002E7826" w:rsidP="002E7826">
            <w:pPr>
              <w:pStyle w:val="TAC"/>
            </w:pPr>
            <w:r w:rsidRPr="001C0CC4">
              <w:t>12</w:t>
            </w:r>
          </w:p>
        </w:tc>
        <w:tc>
          <w:tcPr>
            <w:tcW w:w="835" w:type="dxa"/>
          </w:tcPr>
          <w:p w14:paraId="49979F8D" w14:textId="77777777" w:rsidR="002E7826" w:rsidRPr="001C0CC4" w:rsidRDefault="002E7826" w:rsidP="002E7826">
            <w:pPr>
              <w:pStyle w:val="TAC"/>
            </w:pPr>
            <w:r w:rsidRPr="001C0CC4">
              <w:t>12</w:t>
            </w:r>
          </w:p>
        </w:tc>
        <w:tc>
          <w:tcPr>
            <w:tcW w:w="835" w:type="dxa"/>
          </w:tcPr>
          <w:p w14:paraId="65F1690B" w14:textId="3833BFA0" w:rsidR="002E7826" w:rsidRPr="001C0CC4" w:rsidRDefault="002E7826" w:rsidP="002E7826">
            <w:pPr>
              <w:pStyle w:val="TAC"/>
            </w:pPr>
            <w:r>
              <w:t>12</w:t>
            </w:r>
          </w:p>
        </w:tc>
        <w:tc>
          <w:tcPr>
            <w:tcW w:w="835" w:type="dxa"/>
          </w:tcPr>
          <w:p w14:paraId="58D0CFD2" w14:textId="3D1B935F" w:rsidR="002E7826" w:rsidRPr="001C0CC4" w:rsidRDefault="002E7826" w:rsidP="002E7826">
            <w:pPr>
              <w:pStyle w:val="TAC"/>
            </w:pPr>
            <w:r w:rsidRPr="001C0CC4">
              <w:t>12</w:t>
            </w:r>
          </w:p>
        </w:tc>
        <w:tc>
          <w:tcPr>
            <w:tcW w:w="835" w:type="dxa"/>
          </w:tcPr>
          <w:p w14:paraId="5DC17ED5" w14:textId="77777777" w:rsidR="002E7826" w:rsidRPr="001C0CC4" w:rsidRDefault="002E7826" w:rsidP="002E7826">
            <w:pPr>
              <w:pStyle w:val="TAC"/>
              <w:rPr>
                <w:rFonts w:cs="Arial"/>
              </w:rPr>
            </w:pPr>
            <w:r w:rsidRPr="001C0CC4">
              <w:rPr>
                <w:rFonts w:cs="Arial"/>
              </w:rPr>
              <w:t>12</w:t>
            </w:r>
          </w:p>
        </w:tc>
      </w:tr>
      <w:tr w:rsidR="002E7826" w:rsidRPr="001C0CC4" w14:paraId="79EBBD68" w14:textId="77777777" w:rsidTr="002E7826">
        <w:trPr>
          <w:jc w:val="center"/>
        </w:trPr>
        <w:tc>
          <w:tcPr>
            <w:tcW w:w="3690" w:type="dxa"/>
          </w:tcPr>
          <w:p w14:paraId="1B93B1F9" w14:textId="77777777" w:rsidR="002E7826" w:rsidRPr="001C0CC4" w:rsidRDefault="002E7826" w:rsidP="002E7826">
            <w:pPr>
              <w:pStyle w:val="TAL"/>
            </w:pPr>
            <w:r w:rsidRPr="001C0CC4">
              <w:t>Allocated slots per Frame</w:t>
            </w:r>
          </w:p>
        </w:tc>
        <w:tc>
          <w:tcPr>
            <w:tcW w:w="1093" w:type="dxa"/>
          </w:tcPr>
          <w:p w14:paraId="0C1F4C37" w14:textId="77777777" w:rsidR="002E7826" w:rsidRPr="001C0CC4" w:rsidRDefault="002E7826" w:rsidP="002E7826">
            <w:pPr>
              <w:pStyle w:val="TAC"/>
            </w:pPr>
          </w:p>
        </w:tc>
        <w:tc>
          <w:tcPr>
            <w:tcW w:w="835" w:type="dxa"/>
          </w:tcPr>
          <w:p w14:paraId="27BB9AA5" w14:textId="14B4564F" w:rsidR="002E7826" w:rsidRPr="001C0CC4" w:rsidRDefault="002E7826" w:rsidP="002E7826">
            <w:pPr>
              <w:pStyle w:val="TAC"/>
            </w:pPr>
            <w:r>
              <w:t>11</w:t>
            </w:r>
          </w:p>
        </w:tc>
        <w:tc>
          <w:tcPr>
            <w:tcW w:w="835" w:type="dxa"/>
          </w:tcPr>
          <w:p w14:paraId="63287C6A" w14:textId="655FC5C6" w:rsidR="002E7826" w:rsidRPr="001C0CC4" w:rsidRDefault="002E7826" w:rsidP="002E7826">
            <w:pPr>
              <w:pStyle w:val="TAC"/>
            </w:pPr>
            <w:r>
              <w:t>11</w:t>
            </w:r>
          </w:p>
        </w:tc>
        <w:tc>
          <w:tcPr>
            <w:tcW w:w="835" w:type="dxa"/>
          </w:tcPr>
          <w:p w14:paraId="2339CB7F" w14:textId="26333C29" w:rsidR="002E7826" w:rsidRPr="001C0CC4" w:rsidRDefault="002E7826" w:rsidP="002E7826">
            <w:pPr>
              <w:pStyle w:val="TAC"/>
            </w:pPr>
            <w:r>
              <w:t>11</w:t>
            </w:r>
          </w:p>
        </w:tc>
        <w:tc>
          <w:tcPr>
            <w:tcW w:w="835" w:type="dxa"/>
          </w:tcPr>
          <w:p w14:paraId="7B408A92" w14:textId="1697B4B5" w:rsidR="002E7826" w:rsidRPr="001C0CC4" w:rsidRDefault="002E7826" w:rsidP="002E7826">
            <w:pPr>
              <w:pStyle w:val="TAC"/>
            </w:pPr>
            <w:r>
              <w:t>11</w:t>
            </w:r>
          </w:p>
        </w:tc>
        <w:tc>
          <w:tcPr>
            <w:tcW w:w="835" w:type="dxa"/>
          </w:tcPr>
          <w:p w14:paraId="7610EF28" w14:textId="54FC45FD" w:rsidR="002E7826" w:rsidRPr="001C0CC4" w:rsidRDefault="002E7826" w:rsidP="002E7826">
            <w:pPr>
              <w:pStyle w:val="TAC"/>
            </w:pPr>
            <w:r>
              <w:t>11</w:t>
            </w:r>
          </w:p>
        </w:tc>
        <w:tc>
          <w:tcPr>
            <w:tcW w:w="835" w:type="dxa"/>
          </w:tcPr>
          <w:p w14:paraId="02B3D5EF" w14:textId="6D15EAA0" w:rsidR="002E7826" w:rsidRPr="001C0CC4" w:rsidRDefault="002E7826" w:rsidP="002E7826">
            <w:pPr>
              <w:pStyle w:val="TAC"/>
            </w:pPr>
            <w:r>
              <w:t>11</w:t>
            </w:r>
          </w:p>
        </w:tc>
        <w:tc>
          <w:tcPr>
            <w:tcW w:w="835" w:type="dxa"/>
          </w:tcPr>
          <w:p w14:paraId="4822E3CD" w14:textId="7CD6F5A8" w:rsidR="002E7826" w:rsidRPr="001C0CC4" w:rsidRDefault="002E7826" w:rsidP="002E7826">
            <w:pPr>
              <w:pStyle w:val="TAC"/>
            </w:pPr>
            <w:r>
              <w:t>11</w:t>
            </w:r>
          </w:p>
        </w:tc>
        <w:tc>
          <w:tcPr>
            <w:tcW w:w="835" w:type="dxa"/>
          </w:tcPr>
          <w:p w14:paraId="7D8A0F3B" w14:textId="5D9B1FD9" w:rsidR="002E7826" w:rsidRPr="001C0CC4" w:rsidRDefault="002E7826" w:rsidP="002E7826">
            <w:pPr>
              <w:pStyle w:val="TAC"/>
            </w:pPr>
            <w:r>
              <w:t>11</w:t>
            </w:r>
          </w:p>
        </w:tc>
        <w:tc>
          <w:tcPr>
            <w:tcW w:w="835" w:type="dxa"/>
          </w:tcPr>
          <w:p w14:paraId="34774086" w14:textId="23219E60" w:rsidR="002E7826" w:rsidRPr="001C0CC4" w:rsidRDefault="002E7826" w:rsidP="002E7826">
            <w:pPr>
              <w:pStyle w:val="TAC"/>
            </w:pPr>
            <w:r>
              <w:t>11</w:t>
            </w:r>
          </w:p>
        </w:tc>
        <w:tc>
          <w:tcPr>
            <w:tcW w:w="835" w:type="dxa"/>
          </w:tcPr>
          <w:p w14:paraId="3597522B" w14:textId="344B32C5" w:rsidR="002E7826" w:rsidRDefault="002E7826" w:rsidP="002E7826">
            <w:pPr>
              <w:pStyle w:val="TAC"/>
            </w:pPr>
            <w:r>
              <w:t>13</w:t>
            </w:r>
          </w:p>
        </w:tc>
        <w:tc>
          <w:tcPr>
            <w:tcW w:w="835" w:type="dxa"/>
          </w:tcPr>
          <w:p w14:paraId="5DF31258" w14:textId="7957BA69" w:rsidR="002E7826" w:rsidRPr="001C0CC4" w:rsidRDefault="002E7826" w:rsidP="002E7826">
            <w:pPr>
              <w:pStyle w:val="TAC"/>
            </w:pPr>
            <w:r>
              <w:t>11</w:t>
            </w:r>
          </w:p>
        </w:tc>
        <w:tc>
          <w:tcPr>
            <w:tcW w:w="835" w:type="dxa"/>
          </w:tcPr>
          <w:p w14:paraId="5113A69D" w14:textId="46D245BB" w:rsidR="002E7826" w:rsidRPr="001C0CC4" w:rsidRDefault="002E7826" w:rsidP="002E7826">
            <w:pPr>
              <w:pStyle w:val="TAC"/>
              <w:rPr>
                <w:rFonts w:cs="Arial"/>
              </w:rPr>
            </w:pPr>
            <w:r>
              <w:rPr>
                <w:rFonts w:cs="Arial"/>
              </w:rPr>
              <w:t>11</w:t>
            </w:r>
          </w:p>
        </w:tc>
      </w:tr>
      <w:tr w:rsidR="002E7826" w:rsidRPr="001C0CC4" w14:paraId="050AB3D1" w14:textId="77777777" w:rsidTr="002E7826">
        <w:trPr>
          <w:jc w:val="center"/>
        </w:trPr>
        <w:tc>
          <w:tcPr>
            <w:tcW w:w="3690" w:type="dxa"/>
          </w:tcPr>
          <w:p w14:paraId="63CE3FF5" w14:textId="77777777" w:rsidR="002E7826" w:rsidRPr="001C0CC4" w:rsidRDefault="002E7826" w:rsidP="002E7826">
            <w:pPr>
              <w:pStyle w:val="TAL"/>
            </w:pPr>
            <w:r w:rsidRPr="001C0CC4">
              <w:t>MCS Index</w:t>
            </w:r>
          </w:p>
        </w:tc>
        <w:tc>
          <w:tcPr>
            <w:tcW w:w="1093" w:type="dxa"/>
          </w:tcPr>
          <w:p w14:paraId="7A787989" w14:textId="77777777" w:rsidR="002E7826" w:rsidRPr="001C0CC4" w:rsidRDefault="002E7826" w:rsidP="002E7826">
            <w:pPr>
              <w:pStyle w:val="TAC"/>
            </w:pPr>
          </w:p>
        </w:tc>
        <w:tc>
          <w:tcPr>
            <w:tcW w:w="835" w:type="dxa"/>
          </w:tcPr>
          <w:p w14:paraId="7ADB6D4F" w14:textId="77777777" w:rsidR="002E7826" w:rsidRPr="001C0CC4" w:rsidRDefault="002E7826" w:rsidP="002E7826">
            <w:pPr>
              <w:pStyle w:val="TAC"/>
            </w:pPr>
            <w:r w:rsidRPr="001C0CC4">
              <w:t>24</w:t>
            </w:r>
          </w:p>
        </w:tc>
        <w:tc>
          <w:tcPr>
            <w:tcW w:w="835" w:type="dxa"/>
          </w:tcPr>
          <w:p w14:paraId="4EFD694F" w14:textId="77777777" w:rsidR="002E7826" w:rsidRPr="001C0CC4" w:rsidRDefault="002E7826" w:rsidP="002E7826">
            <w:pPr>
              <w:pStyle w:val="TAC"/>
            </w:pPr>
            <w:r w:rsidRPr="001C0CC4">
              <w:t>24</w:t>
            </w:r>
          </w:p>
        </w:tc>
        <w:tc>
          <w:tcPr>
            <w:tcW w:w="835" w:type="dxa"/>
          </w:tcPr>
          <w:p w14:paraId="6ABDCE0B" w14:textId="77777777" w:rsidR="002E7826" w:rsidRPr="001C0CC4" w:rsidRDefault="002E7826" w:rsidP="002E7826">
            <w:pPr>
              <w:pStyle w:val="TAC"/>
            </w:pPr>
            <w:r w:rsidRPr="001C0CC4">
              <w:t>24</w:t>
            </w:r>
          </w:p>
        </w:tc>
        <w:tc>
          <w:tcPr>
            <w:tcW w:w="835" w:type="dxa"/>
          </w:tcPr>
          <w:p w14:paraId="0E966DBE" w14:textId="77777777" w:rsidR="002E7826" w:rsidRPr="001C0CC4" w:rsidRDefault="002E7826" w:rsidP="002E7826">
            <w:pPr>
              <w:pStyle w:val="TAC"/>
            </w:pPr>
            <w:r w:rsidRPr="001C0CC4">
              <w:t>24</w:t>
            </w:r>
          </w:p>
        </w:tc>
        <w:tc>
          <w:tcPr>
            <w:tcW w:w="835" w:type="dxa"/>
          </w:tcPr>
          <w:p w14:paraId="3BFCBB29" w14:textId="77777777" w:rsidR="002E7826" w:rsidRPr="001C0CC4" w:rsidRDefault="002E7826" w:rsidP="002E7826">
            <w:pPr>
              <w:pStyle w:val="TAC"/>
            </w:pPr>
            <w:r w:rsidRPr="001C0CC4">
              <w:t>24</w:t>
            </w:r>
          </w:p>
        </w:tc>
        <w:tc>
          <w:tcPr>
            <w:tcW w:w="835" w:type="dxa"/>
          </w:tcPr>
          <w:p w14:paraId="69A4E304" w14:textId="77777777" w:rsidR="002E7826" w:rsidRPr="001C0CC4" w:rsidRDefault="002E7826" w:rsidP="002E7826">
            <w:pPr>
              <w:pStyle w:val="TAC"/>
            </w:pPr>
            <w:r w:rsidRPr="001C0CC4">
              <w:t>24</w:t>
            </w:r>
          </w:p>
        </w:tc>
        <w:tc>
          <w:tcPr>
            <w:tcW w:w="835" w:type="dxa"/>
          </w:tcPr>
          <w:p w14:paraId="75A60976" w14:textId="77777777" w:rsidR="002E7826" w:rsidRPr="001C0CC4" w:rsidRDefault="002E7826" w:rsidP="002E7826">
            <w:pPr>
              <w:pStyle w:val="TAC"/>
            </w:pPr>
            <w:r w:rsidRPr="001C0CC4">
              <w:t>24</w:t>
            </w:r>
          </w:p>
        </w:tc>
        <w:tc>
          <w:tcPr>
            <w:tcW w:w="835" w:type="dxa"/>
          </w:tcPr>
          <w:p w14:paraId="7DC5DB1D" w14:textId="77777777" w:rsidR="002E7826" w:rsidRPr="001C0CC4" w:rsidRDefault="002E7826" w:rsidP="002E7826">
            <w:pPr>
              <w:pStyle w:val="TAC"/>
            </w:pPr>
            <w:r w:rsidRPr="001C0CC4">
              <w:t>24</w:t>
            </w:r>
          </w:p>
        </w:tc>
        <w:tc>
          <w:tcPr>
            <w:tcW w:w="835" w:type="dxa"/>
          </w:tcPr>
          <w:p w14:paraId="2A73F36E" w14:textId="77777777" w:rsidR="002E7826" w:rsidRPr="001C0CC4" w:rsidRDefault="002E7826" w:rsidP="002E7826">
            <w:pPr>
              <w:pStyle w:val="TAC"/>
            </w:pPr>
            <w:r w:rsidRPr="001C0CC4">
              <w:t>24</w:t>
            </w:r>
          </w:p>
        </w:tc>
        <w:tc>
          <w:tcPr>
            <w:tcW w:w="835" w:type="dxa"/>
          </w:tcPr>
          <w:p w14:paraId="47EC9DEB" w14:textId="43E77AA5" w:rsidR="002E7826" w:rsidRPr="001C0CC4" w:rsidRDefault="002E7826" w:rsidP="002E7826">
            <w:pPr>
              <w:pStyle w:val="TAC"/>
            </w:pPr>
            <w:r>
              <w:t>24</w:t>
            </w:r>
          </w:p>
        </w:tc>
        <w:tc>
          <w:tcPr>
            <w:tcW w:w="835" w:type="dxa"/>
          </w:tcPr>
          <w:p w14:paraId="3D4E7B3C" w14:textId="09381790" w:rsidR="002E7826" w:rsidRPr="001C0CC4" w:rsidRDefault="002E7826" w:rsidP="002E7826">
            <w:pPr>
              <w:pStyle w:val="TAC"/>
            </w:pPr>
            <w:r w:rsidRPr="001C0CC4">
              <w:t>24</w:t>
            </w:r>
          </w:p>
        </w:tc>
        <w:tc>
          <w:tcPr>
            <w:tcW w:w="835" w:type="dxa"/>
          </w:tcPr>
          <w:p w14:paraId="06DA7016" w14:textId="77777777" w:rsidR="002E7826" w:rsidRPr="001C0CC4" w:rsidRDefault="002E7826" w:rsidP="002E7826">
            <w:pPr>
              <w:pStyle w:val="TAC"/>
              <w:rPr>
                <w:rFonts w:cs="Arial"/>
              </w:rPr>
            </w:pPr>
            <w:r w:rsidRPr="001C0CC4">
              <w:rPr>
                <w:rFonts w:cs="Arial"/>
              </w:rPr>
              <w:t>24</w:t>
            </w:r>
          </w:p>
        </w:tc>
      </w:tr>
      <w:tr w:rsidR="002E7826" w:rsidRPr="001C0CC4" w14:paraId="7617A337" w14:textId="77777777" w:rsidTr="002E7826">
        <w:trPr>
          <w:jc w:val="center"/>
        </w:trPr>
        <w:tc>
          <w:tcPr>
            <w:tcW w:w="3690" w:type="dxa"/>
          </w:tcPr>
          <w:p w14:paraId="06A118C5" w14:textId="77777777" w:rsidR="002E7826" w:rsidRPr="001C0CC4" w:rsidRDefault="002E7826" w:rsidP="00DC7196">
            <w:pPr>
              <w:pStyle w:val="TAL"/>
            </w:pPr>
            <w:r w:rsidRPr="001C0CC4">
              <w:t xml:space="preserve">MCS Table for TBS determination </w:t>
            </w:r>
          </w:p>
        </w:tc>
        <w:tc>
          <w:tcPr>
            <w:tcW w:w="1093" w:type="dxa"/>
          </w:tcPr>
          <w:p w14:paraId="6D3FE7C0" w14:textId="77777777" w:rsidR="002E7826" w:rsidRPr="001C0CC4" w:rsidRDefault="002E7826" w:rsidP="002E7826">
            <w:pPr>
              <w:pStyle w:val="TAC"/>
            </w:pPr>
          </w:p>
        </w:tc>
        <w:tc>
          <w:tcPr>
            <w:tcW w:w="10020" w:type="dxa"/>
            <w:gridSpan w:val="12"/>
          </w:tcPr>
          <w:p w14:paraId="47AA94B4" w14:textId="5B731976" w:rsidR="002E7826" w:rsidRPr="001C0CC4" w:rsidRDefault="002E7826" w:rsidP="002E7826">
            <w:pPr>
              <w:pStyle w:val="TAC"/>
              <w:rPr>
                <w:rFonts w:cs="Arial"/>
              </w:rPr>
            </w:pPr>
            <w:r w:rsidRPr="001C0CC4">
              <w:t>64QAM</w:t>
            </w:r>
          </w:p>
        </w:tc>
      </w:tr>
      <w:tr w:rsidR="002E7826" w:rsidRPr="001C0CC4" w14:paraId="059F026C" w14:textId="77777777" w:rsidTr="002E7826">
        <w:trPr>
          <w:jc w:val="center"/>
        </w:trPr>
        <w:tc>
          <w:tcPr>
            <w:tcW w:w="3690" w:type="dxa"/>
          </w:tcPr>
          <w:p w14:paraId="03DD6F6B" w14:textId="77777777" w:rsidR="002E7826" w:rsidRPr="001C0CC4" w:rsidRDefault="002E7826" w:rsidP="002E7826">
            <w:pPr>
              <w:pStyle w:val="TAL"/>
            </w:pPr>
            <w:r w:rsidRPr="001C0CC4">
              <w:t>Modulation</w:t>
            </w:r>
          </w:p>
        </w:tc>
        <w:tc>
          <w:tcPr>
            <w:tcW w:w="1093" w:type="dxa"/>
          </w:tcPr>
          <w:p w14:paraId="610807DA" w14:textId="77777777" w:rsidR="002E7826" w:rsidRPr="001C0CC4" w:rsidRDefault="002E7826" w:rsidP="002E7826">
            <w:pPr>
              <w:pStyle w:val="TAC"/>
            </w:pPr>
          </w:p>
        </w:tc>
        <w:tc>
          <w:tcPr>
            <w:tcW w:w="835" w:type="dxa"/>
          </w:tcPr>
          <w:p w14:paraId="0C2227F1" w14:textId="77777777" w:rsidR="002E7826" w:rsidRPr="001C0CC4" w:rsidRDefault="002E7826" w:rsidP="002E7826">
            <w:pPr>
              <w:pStyle w:val="TAC"/>
            </w:pPr>
            <w:r w:rsidRPr="001C0CC4">
              <w:t>64 QAM</w:t>
            </w:r>
          </w:p>
        </w:tc>
        <w:tc>
          <w:tcPr>
            <w:tcW w:w="835" w:type="dxa"/>
          </w:tcPr>
          <w:p w14:paraId="1562F1B0" w14:textId="77777777" w:rsidR="002E7826" w:rsidRPr="001C0CC4" w:rsidRDefault="002E7826" w:rsidP="002E7826">
            <w:pPr>
              <w:pStyle w:val="TAC"/>
            </w:pPr>
            <w:r w:rsidRPr="001C0CC4">
              <w:t>64 QAM</w:t>
            </w:r>
          </w:p>
        </w:tc>
        <w:tc>
          <w:tcPr>
            <w:tcW w:w="835" w:type="dxa"/>
          </w:tcPr>
          <w:p w14:paraId="0FDEBC11" w14:textId="77777777" w:rsidR="002E7826" w:rsidRPr="001C0CC4" w:rsidRDefault="002E7826" w:rsidP="002E7826">
            <w:pPr>
              <w:pStyle w:val="TAC"/>
            </w:pPr>
            <w:r w:rsidRPr="001C0CC4">
              <w:t>64 QAM</w:t>
            </w:r>
          </w:p>
        </w:tc>
        <w:tc>
          <w:tcPr>
            <w:tcW w:w="835" w:type="dxa"/>
          </w:tcPr>
          <w:p w14:paraId="6EE18475" w14:textId="77777777" w:rsidR="002E7826" w:rsidRPr="001C0CC4" w:rsidRDefault="002E7826" w:rsidP="002E7826">
            <w:pPr>
              <w:pStyle w:val="TAC"/>
            </w:pPr>
            <w:r w:rsidRPr="001C0CC4">
              <w:t>64 QAM</w:t>
            </w:r>
          </w:p>
        </w:tc>
        <w:tc>
          <w:tcPr>
            <w:tcW w:w="835" w:type="dxa"/>
          </w:tcPr>
          <w:p w14:paraId="5CA363C1" w14:textId="77777777" w:rsidR="002E7826" w:rsidRPr="001C0CC4" w:rsidRDefault="002E7826" w:rsidP="002E7826">
            <w:pPr>
              <w:pStyle w:val="TAC"/>
            </w:pPr>
            <w:r w:rsidRPr="001C0CC4">
              <w:t>64 QAM</w:t>
            </w:r>
          </w:p>
        </w:tc>
        <w:tc>
          <w:tcPr>
            <w:tcW w:w="835" w:type="dxa"/>
          </w:tcPr>
          <w:p w14:paraId="0336C8A5" w14:textId="77777777" w:rsidR="002E7826" w:rsidRPr="001C0CC4" w:rsidRDefault="002E7826" w:rsidP="002E7826">
            <w:pPr>
              <w:pStyle w:val="TAC"/>
            </w:pPr>
            <w:r w:rsidRPr="001C0CC4">
              <w:t>64 QAM</w:t>
            </w:r>
          </w:p>
        </w:tc>
        <w:tc>
          <w:tcPr>
            <w:tcW w:w="835" w:type="dxa"/>
          </w:tcPr>
          <w:p w14:paraId="67BC1A23" w14:textId="77777777" w:rsidR="002E7826" w:rsidRPr="001C0CC4" w:rsidRDefault="002E7826" w:rsidP="002E7826">
            <w:pPr>
              <w:pStyle w:val="TAC"/>
            </w:pPr>
            <w:r w:rsidRPr="001C0CC4">
              <w:t>64 QAM</w:t>
            </w:r>
          </w:p>
        </w:tc>
        <w:tc>
          <w:tcPr>
            <w:tcW w:w="835" w:type="dxa"/>
          </w:tcPr>
          <w:p w14:paraId="36439366" w14:textId="77777777" w:rsidR="002E7826" w:rsidRPr="001C0CC4" w:rsidRDefault="002E7826" w:rsidP="002E7826">
            <w:pPr>
              <w:pStyle w:val="TAC"/>
            </w:pPr>
            <w:r w:rsidRPr="001C0CC4">
              <w:t>64 QAM</w:t>
            </w:r>
          </w:p>
        </w:tc>
        <w:tc>
          <w:tcPr>
            <w:tcW w:w="835" w:type="dxa"/>
          </w:tcPr>
          <w:p w14:paraId="597A8300" w14:textId="77777777" w:rsidR="002E7826" w:rsidRPr="001C0CC4" w:rsidRDefault="002E7826" w:rsidP="002E7826">
            <w:pPr>
              <w:pStyle w:val="TAC"/>
            </w:pPr>
            <w:r w:rsidRPr="001C0CC4">
              <w:t>64 QAM</w:t>
            </w:r>
          </w:p>
        </w:tc>
        <w:tc>
          <w:tcPr>
            <w:tcW w:w="835" w:type="dxa"/>
          </w:tcPr>
          <w:p w14:paraId="0D6DCCA1" w14:textId="2D14114B" w:rsidR="002E7826" w:rsidRPr="001C0CC4" w:rsidRDefault="002E7826" w:rsidP="002E7826">
            <w:pPr>
              <w:pStyle w:val="TAC"/>
            </w:pPr>
            <w:r>
              <w:t>64 QAM</w:t>
            </w:r>
          </w:p>
        </w:tc>
        <w:tc>
          <w:tcPr>
            <w:tcW w:w="835" w:type="dxa"/>
          </w:tcPr>
          <w:p w14:paraId="4C0073C3" w14:textId="6B17DC5D" w:rsidR="002E7826" w:rsidRPr="001C0CC4" w:rsidRDefault="002E7826" w:rsidP="002E7826">
            <w:pPr>
              <w:pStyle w:val="TAC"/>
            </w:pPr>
            <w:r w:rsidRPr="001C0CC4">
              <w:t>64 QAM</w:t>
            </w:r>
          </w:p>
        </w:tc>
        <w:tc>
          <w:tcPr>
            <w:tcW w:w="835" w:type="dxa"/>
          </w:tcPr>
          <w:p w14:paraId="4865D4BC" w14:textId="77777777" w:rsidR="002E7826" w:rsidRPr="001C0CC4" w:rsidRDefault="002E7826" w:rsidP="002E7826">
            <w:pPr>
              <w:pStyle w:val="TAC"/>
              <w:rPr>
                <w:rFonts w:cs="Arial"/>
              </w:rPr>
            </w:pPr>
            <w:r w:rsidRPr="001C0CC4">
              <w:rPr>
                <w:rFonts w:cs="Arial"/>
              </w:rPr>
              <w:t>64 QAM</w:t>
            </w:r>
          </w:p>
        </w:tc>
      </w:tr>
      <w:tr w:rsidR="002E7826" w:rsidRPr="001C0CC4" w14:paraId="527BB375" w14:textId="77777777" w:rsidTr="002E7826">
        <w:trPr>
          <w:jc w:val="center"/>
        </w:trPr>
        <w:tc>
          <w:tcPr>
            <w:tcW w:w="3690" w:type="dxa"/>
          </w:tcPr>
          <w:p w14:paraId="402C9FB5" w14:textId="77777777" w:rsidR="002E7826" w:rsidRPr="001C0CC4" w:rsidRDefault="002E7826" w:rsidP="002E7826">
            <w:pPr>
              <w:pStyle w:val="TAL"/>
            </w:pPr>
            <w:r w:rsidRPr="001C0CC4">
              <w:t>Target Coding Rate</w:t>
            </w:r>
          </w:p>
        </w:tc>
        <w:tc>
          <w:tcPr>
            <w:tcW w:w="1093" w:type="dxa"/>
          </w:tcPr>
          <w:p w14:paraId="0AF7BE9F" w14:textId="77777777" w:rsidR="002E7826" w:rsidRPr="001C0CC4" w:rsidRDefault="002E7826" w:rsidP="002E7826">
            <w:pPr>
              <w:pStyle w:val="TAC"/>
            </w:pPr>
          </w:p>
        </w:tc>
        <w:tc>
          <w:tcPr>
            <w:tcW w:w="835" w:type="dxa"/>
          </w:tcPr>
          <w:p w14:paraId="5D588166" w14:textId="77777777" w:rsidR="002E7826" w:rsidRPr="001C0CC4" w:rsidRDefault="002E7826" w:rsidP="002E7826">
            <w:pPr>
              <w:pStyle w:val="TAC"/>
            </w:pPr>
            <w:r w:rsidRPr="001C0CC4">
              <w:t>3/4</w:t>
            </w:r>
          </w:p>
        </w:tc>
        <w:tc>
          <w:tcPr>
            <w:tcW w:w="835" w:type="dxa"/>
          </w:tcPr>
          <w:p w14:paraId="27690344" w14:textId="77777777" w:rsidR="002E7826" w:rsidRPr="001C0CC4" w:rsidRDefault="002E7826" w:rsidP="002E7826">
            <w:pPr>
              <w:pStyle w:val="TAC"/>
            </w:pPr>
            <w:r w:rsidRPr="001C0CC4">
              <w:t>3/4</w:t>
            </w:r>
          </w:p>
        </w:tc>
        <w:tc>
          <w:tcPr>
            <w:tcW w:w="835" w:type="dxa"/>
          </w:tcPr>
          <w:p w14:paraId="02AF200C" w14:textId="77777777" w:rsidR="002E7826" w:rsidRPr="001C0CC4" w:rsidRDefault="002E7826" w:rsidP="002E7826">
            <w:pPr>
              <w:pStyle w:val="TAC"/>
            </w:pPr>
            <w:r w:rsidRPr="001C0CC4">
              <w:t>3/4</w:t>
            </w:r>
          </w:p>
        </w:tc>
        <w:tc>
          <w:tcPr>
            <w:tcW w:w="835" w:type="dxa"/>
          </w:tcPr>
          <w:p w14:paraId="136D25C2" w14:textId="77777777" w:rsidR="002E7826" w:rsidRPr="001C0CC4" w:rsidRDefault="002E7826" w:rsidP="002E7826">
            <w:pPr>
              <w:pStyle w:val="TAC"/>
            </w:pPr>
            <w:r w:rsidRPr="001C0CC4">
              <w:t>3/4</w:t>
            </w:r>
          </w:p>
        </w:tc>
        <w:tc>
          <w:tcPr>
            <w:tcW w:w="835" w:type="dxa"/>
          </w:tcPr>
          <w:p w14:paraId="5D4E3C33" w14:textId="77777777" w:rsidR="002E7826" w:rsidRPr="001C0CC4" w:rsidRDefault="002E7826" w:rsidP="002E7826">
            <w:pPr>
              <w:pStyle w:val="TAC"/>
            </w:pPr>
            <w:r w:rsidRPr="001C0CC4">
              <w:t>3/4</w:t>
            </w:r>
          </w:p>
        </w:tc>
        <w:tc>
          <w:tcPr>
            <w:tcW w:w="835" w:type="dxa"/>
          </w:tcPr>
          <w:p w14:paraId="1D684E44" w14:textId="77777777" w:rsidR="002E7826" w:rsidRPr="001C0CC4" w:rsidRDefault="002E7826" w:rsidP="002E7826">
            <w:pPr>
              <w:pStyle w:val="TAC"/>
            </w:pPr>
            <w:r w:rsidRPr="001C0CC4">
              <w:t>3/4</w:t>
            </w:r>
          </w:p>
        </w:tc>
        <w:tc>
          <w:tcPr>
            <w:tcW w:w="835" w:type="dxa"/>
          </w:tcPr>
          <w:p w14:paraId="458F4318" w14:textId="77777777" w:rsidR="002E7826" w:rsidRPr="001C0CC4" w:rsidRDefault="002E7826" w:rsidP="002E7826">
            <w:pPr>
              <w:pStyle w:val="TAC"/>
            </w:pPr>
            <w:r w:rsidRPr="001C0CC4">
              <w:t>3/4</w:t>
            </w:r>
          </w:p>
        </w:tc>
        <w:tc>
          <w:tcPr>
            <w:tcW w:w="835" w:type="dxa"/>
          </w:tcPr>
          <w:p w14:paraId="240DD8FF" w14:textId="77777777" w:rsidR="002E7826" w:rsidRPr="001C0CC4" w:rsidRDefault="002E7826" w:rsidP="002E7826">
            <w:pPr>
              <w:pStyle w:val="TAC"/>
            </w:pPr>
            <w:r w:rsidRPr="001C0CC4">
              <w:t>3/4</w:t>
            </w:r>
          </w:p>
        </w:tc>
        <w:tc>
          <w:tcPr>
            <w:tcW w:w="835" w:type="dxa"/>
          </w:tcPr>
          <w:p w14:paraId="424A69FB" w14:textId="77777777" w:rsidR="002E7826" w:rsidRPr="001C0CC4" w:rsidRDefault="002E7826" w:rsidP="002E7826">
            <w:pPr>
              <w:pStyle w:val="TAC"/>
            </w:pPr>
            <w:r w:rsidRPr="001C0CC4">
              <w:t>3/4</w:t>
            </w:r>
          </w:p>
        </w:tc>
        <w:tc>
          <w:tcPr>
            <w:tcW w:w="835" w:type="dxa"/>
          </w:tcPr>
          <w:p w14:paraId="40E603AD" w14:textId="75E83FD0" w:rsidR="002E7826" w:rsidRPr="001C0CC4" w:rsidRDefault="002E7826" w:rsidP="002E7826">
            <w:pPr>
              <w:pStyle w:val="TAC"/>
            </w:pPr>
            <w:r>
              <w:t>3/4</w:t>
            </w:r>
          </w:p>
        </w:tc>
        <w:tc>
          <w:tcPr>
            <w:tcW w:w="835" w:type="dxa"/>
          </w:tcPr>
          <w:p w14:paraId="3BD096A1" w14:textId="4850053E" w:rsidR="002E7826" w:rsidRPr="001C0CC4" w:rsidRDefault="002E7826" w:rsidP="002E7826">
            <w:pPr>
              <w:pStyle w:val="TAC"/>
            </w:pPr>
            <w:r w:rsidRPr="001C0CC4">
              <w:t>3/4</w:t>
            </w:r>
          </w:p>
        </w:tc>
        <w:tc>
          <w:tcPr>
            <w:tcW w:w="835" w:type="dxa"/>
          </w:tcPr>
          <w:p w14:paraId="4C2F6D2A" w14:textId="77777777" w:rsidR="002E7826" w:rsidRPr="001C0CC4" w:rsidRDefault="002E7826" w:rsidP="002E7826">
            <w:pPr>
              <w:pStyle w:val="TAC"/>
              <w:rPr>
                <w:rFonts w:cs="Arial"/>
              </w:rPr>
            </w:pPr>
            <w:r w:rsidRPr="001C0CC4">
              <w:rPr>
                <w:rFonts w:cs="Arial"/>
              </w:rPr>
              <w:t>3/4</w:t>
            </w:r>
          </w:p>
        </w:tc>
      </w:tr>
      <w:tr w:rsidR="002E7826" w:rsidRPr="001C0CC4" w14:paraId="675C192B" w14:textId="77777777" w:rsidTr="002E7826">
        <w:trPr>
          <w:jc w:val="center"/>
        </w:trPr>
        <w:tc>
          <w:tcPr>
            <w:tcW w:w="3690" w:type="dxa"/>
          </w:tcPr>
          <w:p w14:paraId="6EA0691E" w14:textId="77777777" w:rsidR="002E7826" w:rsidRPr="001C0CC4" w:rsidRDefault="002E7826" w:rsidP="002E7826">
            <w:pPr>
              <w:pStyle w:val="TAL"/>
            </w:pPr>
            <w:r w:rsidRPr="001C0CC4">
              <w:t>Maximum number of HARQ transmissions</w:t>
            </w:r>
          </w:p>
        </w:tc>
        <w:tc>
          <w:tcPr>
            <w:tcW w:w="1093" w:type="dxa"/>
          </w:tcPr>
          <w:p w14:paraId="1AED8708" w14:textId="77777777" w:rsidR="002E7826" w:rsidRPr="001C0CC4" w:rsidRDefault="002E7826" w:rsidP="002E7826">
            <w:pPr>
              <w:pStyle w:val="TAC"/>
            </w:pPr>
          </w:p>
        </w:tc>
        <w:tc>
          <w:tcPr>
            <w:tcW w:w="835" w:type="dxa"/>
          </w:tcPr>
          <w:p w14:paraId="2561FD5F" w14:textId="77777777" w:rsidR="002E7826" w:rsidRPr="001C0CC4" w:rsidRDefault="002E7826" w:rsidP="002E7826">
            <w:pPr>
              <w:pStyle w:val="TAC"/>
            </w:pPr>
            <w:r w:rsidRPr="001C0CC4">
              <w:t>1</w:t>
            </w:r>
          </w:p>
        </w:tc>
        <w:tc>
          <w:tcPr>
            <w:tcW w:w="835" w:type="dxa"/>
          </w:tcPr>
          <w:p w14:paraId="3B41F995" w14:textId="77777777" w:rsidR="002E7826" w:rsidRPr="001C0CC4" w:rsidRDefault="002E7826" w:rsidP="002E7826">
            <w:pPr>
              <w:pStyle w:val="TAC"/>
            </w:pPr>
            <w:r w:rsidRPr="001C0CC4">
              <w:t>1</w:t>
            </w:r>
          </w:p>
        </w:tc>
        <w:tc>
          <w:tcPr>
            <w:tcW w:w="835" w:type="dxa"/>
          </w:tcPr>
          <w:p w14:paraId="6D109B53" w14:textId="77777777" w:rsidR="002E7826" w:rsidRPr="001C0CC4" w:rsidRDefault="002E7826" w:rsidP="002E7826">
            <w:pPr>
              <w:pStyle w:val="TAC"/>
            </w:pPr>
            <w:r w:rsidRPr="001C0CC4">
              <w:t>1</w:t>
            </w:r>
          </w:p>
        </w:tc>
        <w:tc>
          <w:tcPr>
            <w:tcW w:w="835" w:type="dxa"/>
          </w:tcPr>
          <w:p w14:paraId="3123A2F5" w14:textId="77777777" w:rsidR="002E7826" w:rsidRPr="001C0CC4" w:rsidRDefault="002E7826" w:rsidP="002E7826">
            <w:pPr>
              <w:pStyle w:val="TAC"/>
            </w:pPr>
            <w:r w:rsidRPr="001C0CC4">
              <w:t>1</w:t>
            </w:r>
          </w:p>
        </w:tc>
        <w:tc>
          <w:tcPr>
            <w:tcW w:w="835" w:type="dxa"/>
          </w:tcPr>
          <w:p w14:paraId="3F2F68BF" w14:textId="77777777" w:rsidR="002E7826" w:rsidRPr="001C0CC4" w:rsidRDefault="002E7826" w:rsidP="002E7826">
            <w:pPr>
              <w:pStyle w:val="TAC"/>
            </w:pPr>
            <w:r w:rsidRPr="001C0CC4">
              <w:t>1</w:t>
            </w:r>
          </w:p>
        </w:tc>
        <w:tc>
          <w:tcPr>
            <w:tcW w:w="835" w:type="dxa"/>
          </w:tcPr>
          <w:p w14:paraId="18D235C4" w14:textId="77777777" w:rsidR="002E7826" w:rsidRPr="001C0CC4" w:rsidRDefault="002E7826" w:rsidP="002E7826">
            <w:pPr>
              <w:pStyle w:val="TAC"/>
            </w:pPr>
            <w:r w:rsidRPr="001C0CC4">
              <w:t>1</w:t>
            </w:r>
          </w:p>
        </w:tc>
        <w:tc>
          <w:tcPr>
            <w:tcW w:w="835" w:type="dxa"/>
          </w:tcPr>
          <w:p w14:paraId="53655387" w14:textId="77777777" w:rsidR="002E7826" w:rsidRPr="001C0CC4" w:rsidRDefault="002E7826" w:rsidP="002E7826">
            <w:pPr>
              <w:pStyle w:val="TAC"/>
            </w:pPr>
            <w:r w:rsidRPr="001C0CC4">
              <w:t>1</w:t>
            </w:r>
          </w:p>
        </w:tc>
        <w:tc>
          <w:tcPr>
            <w:tcW w:w="835" w:type="dxa"/>
          </w:tcPr>
          <w:p w14:paraId="71424C24" w14:textId="77777777" w:rsidR="002E7826" w:rsidRPr="001C0CC4" w:rsidRDefault="002E7826" w:rsidP="002E7826">
            <w:pPr>
              <w:pStyle w:val="TAC"/>
            </w:pPr>
            <w:r w:rsidRPr="001C0CC4">
              <w:t>1</w:t>
            </w:r>
          </w:p>
        </w:tc>
        <w:tc>
          <w:tcPr>
            <w:tcW w:w="835" w:type="dxa"/>
          </w:tcPr>
          <w:p w14:paraId="176FE2B6" w14:textId="77777777" w:rsidR="002E7826" w:rsidRPr="001C0CC4" w:rsidRDefault="002E7826" w:rsidP="002E7826">
            <w:pPr>
              <w:pStyle w:val="TAC"/>
            </w:pPr>
            <w:r w:rsidRPr="001C0CC4">
              <w:t>1</w:t>
            </w:r>
          </w:p>
        </w:tc>
        <w:tc>
          <w:tcPr>
            <w:tcW w:w="835" w:type="dxa"/>
          </w:tcPr>
          <w:p w14:paraId="3873DD03" w14:textId="69E4F909" w:rsidR="002E7826" w:rsidRPr="001C0CC4" w:rsidRDefault="002E7826" w:rsidP="002E7826">
            <w:pPr>
              <w:pStyle w:val="TAC"/>
            </w:pPr>
            <w:r>
              <w:t>1</w:t>
            </w:r>
          </w:p>
        </w:tc>
        <w:tc>
          <w:tcPr>
            <w:tcW w:w="835" w:type="dxa"/>
          </w:tcPr>
          <w:p w14:paraId="3A592DAB" w14:textId="5327C9C1" w:rsidR="002E7826" w:rsidRPr="001C0CC4" w:rsidRDefault="002E7826" w:rsidP="002E7826">
            <w:pPr>
              <w:pStyle w:val="TAC"/>
            </w:pPr>
            <w:r w:rsidRPr="001C0CC4">
              <w:t>1</w:t>
            </w:r>
          </w:p>
        </w:tc>
        <w:tc>
          <w:tcPr>
            <w:tcW w:w="835" w:type="dxa"/>
          </w:tcPr>
          <w:p w14:paraId="0A39D2E4" w14:textId="77777777" w:rsidR="002E7826" w:rsidRPr="001C0CC4" w:rsidRDefault="002E7826" w:rsidP="002E7826">
            <w:pPr>
              <w:pStyle w:val="TAC"/>
              <w:rPr>
                <w:rFonts w:cs="Arial"/>
              </w:rPr>
            </w:pPr>
            <w:r w:rsidRPr="001C0CC4">
              <w:rPr>
                <w:rFonts w:cs="Arial"/>
              </w:rPr>
              <w:t>1</w:t>
            </w:r>
          </w:p>
        </w:tc>
      </w:tr>
      <w:tr w:rsidR="002E7826" w:rsidRPr="001C0CC4" w14:paraId="1710376D" w14:textId="77777777" w:rsidTr="002E7826">
        <w:trPr>
          <w:jc w:val="center"/>
        </w:trPr>
        <w:tc>
          <w:tcPr>
            <w:tcW w:w="3690" w:type="dxa"/>
          </w:tcPr>
          <w:p w14:paraId="533E6421" w14:textId="77777777" w:rsidR="002E7826" w:rsidRPr="001C0CC4" w:rsidRDefault="002E7826" w:rsidP="002E7826">
            <w:pPr>
              <w:pStyle w:val="TAH"/>
            </w:pPr>
            <w:r w:rsidRPr="001C0CC4">
              <w:t>Information Bit Payload per Slot</w:t>
            </w:r>
          </w:p>
        </w:tc>
        <w:tc>
          <w:tcPr>
            <w:tcW w:w="1093" w:type="dxa"/>
          </w:tcPr>
          <w:p w14:paraId="1B943A34" w14:textId="77777777" w:rsidR="002E7826" w:rsidRPr="001C0CC4" w:rsidRDefault="002E7826" w:rsidP="002E7826">
            <w:pPr>
              <w:pStyle w:val="TAC"/>
            </w:pPr>
          </w:p>
        </w:tc>
        <w:tc>
          <w:tcPr>
            <w:tcW w:w="835" w:type="dxa"/>
          </w:tcPr>
          <w:p w14:paraId="2089AC2B" w14:textId="77777777" w:rsidR="002E7826" w:rsidRPr="001C0CC4" w:rsidRDefault="002E7826" w:rsidP="002E7826">
            <w:pPr>
              <w:pStyle w:val="TAC"/>
            </w:pPr>
          </w:p>
        </w:tc>
        <w:tc>
          <w:tcPr>
            <w:tcW w:w="835" w:type="dxa"/>
          </w:tcPr>
          <w:p w14:paraId="5C9EA7D7" w14:textId="77777777" w:rsidR="002E7826" w:rsidRPr="001C0CC4" w:rsidRDefault="002E7826" w:rsidP="002E7826">
            <w:pPr>
              <w:pStyle w:val="TAC"/>
            </w:pPr>
          </w:p>
        </w:tc>
        <w:tc>
          <w:tcPr>
            <w:tcW w:w="835" w:type="dxa"/>
          </w:tcPr>
          <w:p w14:paraId="4D99C21D" w14:textId="77777777" w:rsidR="002E7826" w:rsidRPr="001C0CC4" w:rsidRDefault="002E7826" w:rsidP="002E7826">
            <w:pPr>
              <w:pStyle w:val="TAC"/>
            </w:pPr>
          </w:p>
        </w:tc>
        <w:tc>
          <w:tcPr>
            <w:tcW w:w="835" w:type="dxa"/>
          </w:tcPr>
          <w:p w14:paraId="1EB8B8AA" w14:textId="77777777" w:rsidR="002E7826" w:rsidRPr="001C0CC4" w:rsidRDefault="002E7826" w:rsidP="002E7826">
            <w:pPr>
              <w:pStyle w:val="TAC"/>
            </w:pPr>
          </w:p>
        </w:tc>
        <w:tc>
          <w:tcPr>
            <w:tcW w:w="835" w:type="dxa"/>
          </w:tcPr>
          <w:p w14:paraId="2F911B57" w14:textId="77777777" w:rsidR="002E7826" w:rsidRPr="001C0CC4" w:rsidRDefault="002E7826" w:rsidP="002E7826">
            <w:pPr>
              <w:pStyle w:val="TAC"/>
            </w:pPr>
          </w:p>
        </w:tc>
        <w:tc>
          <w:tcPr>
            <w:tcW w:w="835" w:type="dxa"/>
          </w:tcPr>
          <w:p w14:paraId="6CD29A51" w14:textId="77777777" w:rsidR="002E7826" w:rsidRPr="001C0CC4" w:rsidRDefault="002E7826" w:rsidP="002E7826">
            <w:pPr>
              <w:pStyle w:val="TAC"/>
            </w:pPr>
          </w:p>
        </w:tc>
        <w:tc>
          <w:tcPr>
            <w:tcW w:w="835" w:type="dxa"/>
          </w:tcPr>
          <w:p w14:paraId="6676FABA" w14:textId="77777777" w:rsidR="002E7826" w:rsidRPr="001C0CC4" w:rsidRDefault="002E7826" w:rsidP="002E7826">
            <w:pPr>
              <w:pStyle w:val="TAC"/>
            </w:pPr>
          </w:p>
        </w:tc>
        <w:tc>
          <w:tcPr>
            <w:tcW w:w="835" w:type="dxa"/>
          </w:tcPr>
          <w:p w14:paraId="7D7DA196" w14:textId="77777777" w:rsidR="002E7826" w:rsidRPr="001C0CC4" w:rsidRDefault="002E7826" w:rsidP="002E7826">
            <w:pPr>
              <w:pStyle w:val="TAC"/>
            </w:pPr>
          </w:p>
        </w:tc>
        <w:tc>
          <w:tcPr>
            <w:tcW w:w="835" w:type="dxa"/>
          </w:tcPr>
          <w:p w14:paraId="57ACE689" w14:textId="77777777" w:rsidR="002E7826" w:rsidRPr="001C0CC4" w:rsidRDefault="002E7826" w:rsidP="002E7826">
            <w:pPr>
              <w:pStyle w:val="TAC"/>
            </w:pPr>
          </w:p>
        </w:tc>
        <w:tc>
          <w:tcPr>
            <w:tcW w:w="835" w:type="dxa"/>
          </w:tcPr>
          <w:p w14:paraId="25EABA1B" w14:textId="77777777" w:rsidR="002E7826" w:rsidRPr="001C0CC4" w:rsidRDefault="002E7826" w:rsidP="002E7826">
            <w:pPr>
              <w:pStyle w:val="TAC"/>
            </w:pPr>
          </w:p>
        </w:tc>
        <w:tc>
          <w:tcPr>
            <w:tcW w:w="835" w:type="dxa"/>
          </w:tcPr>
          <w:p w14:paraId="1F14F71B" w14:textId="4FF28525" w:rsidR="002E7826" w:rsidRPr="001C0CC4" w:rsidRDefault="002E7826" w:rsidP="002E7826">
            <w:pPr>
              <w:pStyle w:val="TAC"/>
            </w:pPr>
          </w:p>
        </w:tc>
        <w:tc>
          <w:tcPr>
            <w:tcW w:w="835" w:type="dxa"/>
          </w:tcPr>
          <w:p w14:paraId="0258786A" w14:textId="77777777" w:rsidR="002E7826" w:rsidRPr="001C0CC4" w:rsidRDefault="002E7826" w:rsidP="002E7826">
            <w:pPr>
              <w:pStyle w:val="TAC"/>
              <w:rPr>
                <w:rFonts w:cs="Arial"/>
              </w:rPr>
            </w:pPr>
          </w:p>
        </w:tc>
      </w:tr>
      <w:tr w:rsidR="002E7826" w:rsidRPr="001C0CC4" w14:paraId="0076FEBC" w14:textId="77777777" w:rsidTr="002E7826">
        <w:trPr>
          <w:jc w:val="center"/>
        </w:trPr>
        <w:tc>
          <w:tcPr>
            <w:tcW w:w="3690" w:type="dxa"/>
          </w:tcPr>
          <w:p w14:paraId="642B1DED" w14:textId="77777777" w:rsidR="002E7826" w:rsidRPr="001C0CC4" w:rsidRDefault="002E7826" w:rsidP="002E7826">
            <w:pPr>
              <w:pStyle w:val="TAL"/>
            </w:pPr>
            <w:r w:rsidRPr="001C0CC4">
              <w:t xml:space="preserve">  For Slots 0,1,2 and Slot i, if mod(i, 10) = {7,8,9} for i from {0,…,19}</w:t>
            </w:r>
          </w:p>
        </w:tc>
        <w:tc>
          <w:tcPr>
            <w:tcW w:w="1093" w:type="dxa"/>
          </w:tcPr>
          <w:p w14:paraId="6527E8F5" w14:textId="77777777" w:rsidR="002E7826" w:rsidRPr="001C0CC4" w:rsidRDefault="002E7826" w:rsidP="002E7826">
            <w:pPr>
              <w:pStyle w:val="TAC"/>
            </w:pPr>
            <w:r w:rsidRPr="001C0CC4">
              <w:t>Bits</w:t>
            </w:r>
          </w:p>
        </w:tc>
        <w:tc>
          <w:tcPr>
            <w:tcW w:w="835" w:type="dxa"/>
          </w:tcPr>
          <w:p w14:paraId="4720F35E" w14:textId="77777777" w:rsidR="002E7826" w:rsidRPr="001C0CC4" w:rsidRDefault="002E7826" w:rsidP="002E7826">
            <w:pPr>
              <w:pStyle w:val="TAC"/>
            </w:pPr>
            <w:r w:rsidRPr="001C0CC4">
              <w:t>N/A</w:t>
            </w:r>
          </w:p>
        </w:tc>
        <w:tc>
          <w:tcPr>
            <w:tcW w:w="835" w:type="dxa"/>
          </w:tcPr>
          <w:p w14:paraId="56253A5C" w14:textId="77777777" w:rsidR="002E7826" w:rsidRPr="001C0CC4" w:rsidRDefault="002E7826" w:rsidP="002E7826">
            <w:pPr>
              <w:pStyle w:val="TAC"/>
            </w:pPr>
            <w:r w:rsidRPr="001C0CC4">
              <w:t>N/A</w:t>
            </w:r>
          </w:p>
        </w:tc>
        <w:tc>
          <w:tcPr>
            <w:tcW w:w="835" w:type="dxa"/>
          </w:tcPr>
          <w:p w14:paraId="6D3CB3C3" w14:textId="77777777" w:rsidR="002E7826" w:rsidRPr="001C0CC4" w:rsidRDefault="002E7826" w:rsidP="002E7826">
            <w:pPr>
              <w:pStyle w:val="TAC"/>
            </w:pPr>
            <w:r w:rsidRPr="001C0CC4">
              <w:t>N/A</w:t>
            </w:r>
          </w:p>
        </w:tc>
        <w:tc>
          <w:tcPr>
            <w:tcW w:w="835" w:type="dxa"/>
          </w:tcPr>
          <w:p w14:paraId="4CC91F99" w14:textId="77777777" w:rsidR="002E7826" w:rsidRPr="001C0CC4" w:rsidRDefault="002E7826" w:rsidP="002E7826">
            <w:pPr>
              <w:pStyle w:val="TAC"/>
            </w:pPr>
            <w:r w:rsidRPr="001C0CC4">
              <w:t>N/A</w:t>
            </w:r>
          </w:p>
        </w:tc>
        <w:tc>
          <w:tcPr>
            <w:tcW w:w="835" w:type="dxa"/>
          </w:tcPr>
          <w:p w14:paraId="5ACE0FD1" w14:textId="77777777" w:rsidR="002E7826" w:rsidRPr="001C0CC4" w:rsidRDefault="002E7826" w:rsidP="002E7826">
            <w:pPr>
              <w:pStyle w:val="TAC"/>
            </w:pPr>
            <w:r w:rsidRPr="001C0CC4">
              <w:t>N/A</w:t>
            </w:r>
          </w:p>
        </w:tc>
        <w:tc>
          <w:tcPr>
            <w:tcW w:w="835" w:type="dxa"/>
          </w:tcPr>
          <w:p w14:paraId="2E419999" w14:textId="77777777" w:rsidR="002E7826" w:rsidRPr="001C0CC4" w:rsidRDefault="002E7826" w:rsidP="002E7826">
            <w:pPr>
              <w:pStyle w:val="TAC"/>
            </w:pPr>
            <w:r w:rsidRPr="001C0CC4">
              <w:t>N/A</w:t>
            </w:r>
          </w:p>
        </w:tc>
        <w:tc>
          <w:tcPr>
            <w:tcW w:w="835" w:type="dxa"/>
          </w:tcPr>
          <w:p w14:paraId="25AE3FCD" w14:textId="77777777" w:rsidR="002E7826" w:rsidRPr="001C0CC4" w:rsidRDefault="002E7826" w:rsidP="002E7826">
            <w:pPr>
              <w:pStyle w:val="TAC"/>
            </w:pPr>
            <w:r w:rsidRPr="001C0CC4">
              <w:t>N/A</w:t>
            </w:r>
          </w:p>
        </w:tc>
        <w:tc>
          <w:tcPr>
            <w:tcW w:w="835" w:type="dxa"/>
          </w:tcPr>
          <w:p w14:paraId="28D25E4F" w14:textId="77777777" w:rsidR="002E7826" w:rsidRPr="001C0CC4" w:rsidRDefault="002E7826" w:rsidP="002E7826">
            <w:pPr>
              <w:pStyle w:val="TAC"/>
            </w:pPr>
            <w:r w:rsidRPr="001C0CC4">
              <w:t>N/A</w:t>
            </w:r>
          </w:p>
        </w:tc>
        <w:tc>
          <w:tcPr>
            <w:tcW w:w="835" w:type="dxa"/>
          </w:tcPr>
          <w:p w14:paraId="2978D770" w14:textId="77777777" w:rsidR="002E7826" w:rsidRPr="001C0CC4" w:rsidRDefault="002E7826" w:rsidP="002E7826">
            <w:pPr>
              <w:pStyle w:val="TAC"/>
            </w:pPr>
            <w:r w:rsidRPr="001C0CC4">
              <w:t>N/A</w:t>
            </w:r>
          </w:p>
        </w:tc>
        <w:tc>
          <w:tcPr>
            <w:tcW w:w="835" w:type="dxa"/>
          </w:tcPr>
          <w:p w14:paraId="436FEBD4" w14:textId="1032AC75" w:rsidR="002E7826" w:rsidRPr="001C0CC4" w:rsidRDefault="002E7826" w:rsidP="002E7826">
            <w:pPr>
              <w:pStyle w:val="TAC"/>
            </w:pPr>
            <w:r>
              <w:t>N/A</w:t>
            </w:r>
          </w:p>
        </w:tc>
        <w:tc>
          <w:tcPr>
            <w:tcW w:w="835" w:type="dxa"/>
          </w:tcPr>
          <w:p w14:paraId="1BEDBC41" w14:textId="38F2533C" w:rsidR="002E7826" w:rsidRPr="001C0CC4" w:rsidRDefault="002E7826" w:rsidP="002E7826">
            <w:pPr>
              <w:pStyle w:val="TAC"/>
            </w:pPr>
            <w:r w:rsidRPr="001C0CC4">
              <w:t>N/A</w:t>
            </w:r>
          </w:p>
        </w:tc>
        <w:tc>
          <w:tcPr>
            <w:tcW w:w="835" w:type="dxa"/>
          </w:tcPr>
          <w:p w14:paraId="0A5BD7EB" w14:textId="77777777" w:rsidR="002E7826" w:rsidRPr="001C0CC4" w:rsidRDefault="002E7826" w:rsidP="002E7826">
            <w:pPr>
              <w:pStyle w:val="TAC"/>
              <w:rPr>
                <w:rFonts w:cs="Arial"/>
              </w:rPr>
            </w:pPr>
            <w:r w:rsidRPr="001C0CC4">
              <w:rPr>
                <w:rFonts w:cs="Arial"/>
              </w:rPr>
              <w:t>N/A</w:t>
            </w:r>
          </w:p>
        </w:tc>
      </w:tr>
      <w:tr w:rsidR="002E7826" w:rsidRPr="001C0CC4" w14:paraId="4CAC39F1" w14:textId="77777777" w:rsidTr="002E7826">
        <w:trPr>
          <w:jc w:val="center"/>
        </w:trPr>
        <w:tc>
          <w:tcPr>
            <w:tcW w:w="3690" w:type="dxa"/>
          </w:tcPr>
          <w:p w14:paraId="701713CA" w14:textId="77777777" w:rsidR="002E7826" w:rsidRPr="001C0CC4" w:rsidRDefault="002E7826" w:rsidP="002E7826">
            <w:pPr>
              <w:pStyle w:val="TAL"/>
            </w:pPr>
            <w:r w:rsidRPr="001C0CC4">
              <w:t xml:space="preserve">  For Slot i, if mod(i, 10) = {0,1,2,3,4,5,6} for i from {3,…,19}</w:t>
            </w:r>
          </w:p>
        </w:tc>
        <w:tc>
          <w:tcPr>
            <w:tcW w:w="1093" w:type="dxa"/>
          </w:tcPr>
          <w:p w14:paraId="405F0DA4" w14:textId="77777777" w:rsidR="002E7826" w:rsidRPr="001C0CC4" w:rsidRDefault="002E7826" w:rsidP="002E7826">
            <w:pPr>
              <w:pStyle w:val="TAC"/>
            </w:pPr>
            <w:r w:rsidRPr="001C0CC4">
              <w:t>Bits</w:t>
            </w:r>
          </w:p>
        </w:tc>
        <w:tc>
          <w:tcPr>
            <w:tcW w:w="835" w:type="dxa"/>
          </w:tcPr>
          <w:p w14:paraId="199B291E" w14:textId="77777777" w:rsidR="002E7826" w:rsidRPr="001C0CC4" w:rsidRDefault="002E7826" w:rsidP="002E7826">
            <w:pPr>
              <w:pStyle w:val="TAC"/>
            </w:pPr>
            <w:r w:rsidRPr="001C0CC4">
              <w:t>5376</w:t>
            </w:r>
          </w:p>
        </w:tc>
        <w:tc>
          <w:tcPr>
            <w:tcW w:w="835" w:type="dxa"/>
          </w:tcPr>
          <w:p w14:paraId="708523E2" w14:textId="77777777" w:rsidR="002E7826" w:rsidRPr="001C0CC4" w:rsidRDefault="002E7826" w:rsidP="002E7826">
            <w:pPr>
              <w:pStyle w:val="TAC"/>
            </w:pPr>
            <w:r w:rsidRPr="001C0CC4">
              <w:t>11784</w:t>
            </w:r>
          </w:p>
        </w:tc>
        <w:tc>
          <w:tcPr>
            <w:tcW w:w="835" w:type="dxa"/>
          </w:tcPr>
          <w:p w14:paraId="3EBE99F3" w14:textId="77777777" w:rsidR="002E7826" w:rsidRPr="001C0CC4" w:rsidRDefault="002E7826" w:rsidP="002E7826">
            <w:pPr>
              <w:pStyle w:val="TAC"/>
            </w:pPr>
            <w:r w:rsidRPr="001C0CC4">
              <w:t>18432</w:t>
            </w:r>
          </w:p>
        </w:tc>
        <w:tc>
          <w:tcPr>
            <w:tcW w:w="835" w:type="dxa"/>
          </w:tcPr>
          <w:p w14:paraId="3124DB11" w14:textId="77777777" w:rsidR="002E7826" w:rsidRPr="001C0CC4" w:rsidRDefault="002E7826" w:rsidP="002E7826">
            <w:pPr>
              <w:pStyle w:val="TAC"/>
            </w:pPr>
            <w:r w:rsidRPr="001C0CC4">
              <w:t>25104</w:t>
            </w:r>
          </w:p>
        </w:tc>
        <w:tc>
          <w:tcPr>
            <w:tcW w:w="835" w:type="dxa"/>
          </w:tcPr>
          <w:p w14:paraId="6DF4E235" w14:textId="77777777" w:rsidR="002E7826" w:rsidRPr="001C0CC4" w:rsidRDefault="002E7826" w:rsidP="002E7826">
            <w:pPr>
              <w:pStyle w:val="TAC"/>
            </w:pPr>
            <w:r w:rsidRPr="001C0CC4">
              <w:t>31752</w:t>
            </w:r>
          </w:p>
        </w:tc>
        <w:tc>
          <w:tcPr>
            <w:tcW w:w="835" w:type="dxa"/>
          </w:tcPr>
          <w:p w14:paraId="6696EC95" w14:textId="77777777" w:rsidR="002E7826" w:rsidRPr="001C0CC4" w:rsidRDefault="002E7826" w:rsidP="002E7826">
            <w:pPr>
              <w:pStyle w:val="TAC"/>
            </w:pPr>
            <w:r w:rsidRPr="001C0CC4">
              <w:t>37896</w:t>
            </w:r>
          </w:p>
        </w:tc>
        <w:tc>
          <w:tcPr>
            <w:tcW w:w="835" w:type="dxa"/>
          </w:tcPr>
          <w:p w14:paraId="46FF0E88" w14:textId="77777777" w:rsidR="002E7826" w:rsidRPr="001C0CC4" w:rsidRDefault="002E7826" w:rsidP="002E7826">
            <w:pPr>
              <w:pStyle w:val="TAC"/>
            </w:pPr>
            <w:r w:rsidRPr="001C0CC4">
              <w:t>52224</w:t>
            </w:r>
          </w:p>
        </w:tc>
        <w:tc>
          <w:tcPr>
            <w:tcW w:w="835" w:type="dxa"/>
          </w:tcPr>
          <w:p w14:paraId="41DD61A8" w14:textId="77777777" w:rsidR="002E7826" w:rsidRPr="001C0CC4" w:rsidRDefault="002E7826" w:rsidP="002E7826">
            <w:pPr>
              <w:pStyle w:val="TAC"/>
            </w:pPr>
            <w:r w:rsidRPr="001C0CC4">
              <w:t>64552</w:t>
            </w:r>
          </w:p>
        </w:tc>
        <w:tc>
          <w:tcPr>
            <w:tcW w:w="835" w:type="dxa"/>
          </w:tcPr>
          <w:p w14:paraId="64F8333C" w14:textId="77777777" w:rsidR="002E7826" w:rsidRPr="001C0CC4" w:rsidRDefault="002E7826" w:rsidP="002E7826">
            <w:pPr>
              <w:pStyle w:val="TAC"/>
            </w:pPr>
            <w:r w:rsidRPr="001C0CC4">
              <w:t>79896</w:t>
            </w:r>
          </w:p>
        </w:tc>
        <w:tc>
          <w:tcPr>
            <w:tcW w:w="835" w:type="dxa"/>
          </w:tcPr>
          <w:p w14:paraId="0354FF4D" w14:textId="030EC459" w:rsidR="002E7826" w:rsidRPr="001C0CC4" w:rsidRDefault="002E7826" w:rsidP="002E7826">
            <w:pPr>
              <w:pStyle w:val="TAC"/>
            </w:pPr>
            <w:r>
              <w:t>92200</w:t>
            </w:r>
          </w:p>
        </w:tc>
        <w:tc>
          <w:tcPr>
            <w:tcW w:w="835" w:type="dxa"/>
          </w:tcPr>
          <w:p w14:paraId="20D27065" w14:textId="37B70559" w:rsidR="002E7826" w:rsidRPr="001C0CC4" w:rsidRDefault="002E7826" w:rsidP="002E7826">
            <w:pPr>
              <w:pStyle w:val="TAC"/>
            </w:pPr>
            <w:r w:rsidRPr="001C0CC4">
              <w:t>106576</w:t>
            </w:r>
          </w:p>
        </w:tc>
        <w:tc>
          <w:tcPr>
            <w:tcW w:w="835" w:type="dxa"/>
          </w:tcPr>
          <w:p w14:paraId="442EA63D" w14:textId="77777777" w:rsidR="002E7826" w:rsidRPr="001C0CC4" w:rsidRDefault="002E7826" w:rsidP="002E7826">
            <w:pPr>
              <w:pStyle w:val="TAC"/>
              <w:rPr>
                <w:rFonts w:cs="Arial"/>
              </w:rPr>
            </w:pPr>
            <w:r w:rsidRPr="001C0CC4">
              <w:rPr>
                <w:rFonts w:cs="Arial"/>
              </w:rPr>
              <w:t>135296</w:t>
            </w:r>
          </w:p>
        </w:tc>
      </w:tr>
      <w:tr w:rsidR="002E7826" w:rsidRPr="001C0CC4" w14:paraId="4D3DD6DD" w14:textId="77777777" w:rsidTr="002E7826">
        <w:trPr>
          <w:jc w:val="center"/>
        </w:trPr>
        <w:tc>
          <w:tcPr>
            <w:tcW w:w="3690" w:type="dxa"/>
          </w:tcPr>
          <w:p w14:paraId="0637ACD8" w14:textId="77777777" w:rsidR="002E7826" w:rsidRPr="001C0CC4" w:rsidRDefault="002E7826" w:rsidP="002E7826">
            <w:pPr>
              <w:pStyle w:val="TAL"/>
            </w:pPr>
            <w:r w:rsidRPr="001C0CC4">
              <w:t>Transport block CRC</w:t>
            </w:r>
          </w:p>
        </w:tc>
        <w:tc>
          <w:tcPr>
            <w:tcW w:w="1093" w:type="dxa"/>
          </w:tcPr>
          <w:p w14:paraId="20EE893A" w14:textId="77777777" w:rsidR="002E7826" w:rsidRPr="001C0CC4" w:rsidRDefault="002E7826" w:rsidP="002E7826">
            <w:pPr>
              <w:pStyle w:val="TAC"/>
            </w:pPr>
            <w:r w:rsidRPr="001C0CC4">
              <w:t>Bits</w:t>
            </w:r>
          </w:p>
        </w:tc>
        <w:tc>
          <w:tcPr>
            <w:tcW w:w="835" w:type="dxa"/>
          </w:tcPr>
          <w:p w14:paraId="7A1336BB" w14:textId="77777777" w:rsidR="002E7826" w:rsidRPr="001C0CC4" w:rsidRDefault="002E7826" w:rsidP="002E7826">
            <w:pPr>
              <w:pStyle w:val="TAC"/>
            </w:pPr>
            <w:r w:rsidRPr="001C0CC4">
              <w:t>24</w:t>
            </w:r>
          </w:p>
        </w:tc>
        <w:tc>
          <w:tcPr>
            <w:tcW w:w="835" w:type="dxa"/>
          </w:tcPr>
          <w:p w14:paraId="4E279AC5" w14:textId="77777777" w:rsidR="002E7826" w:rsidRPr="001C0CC4" w:rsidRDefault="002E7826" w:rsidP="002E7826">
            <w:pPr>
              <w:pStyle w:val="TAC"/>
            </w:pPr>
            <w:r w:rsidRPr="001C0CC4">
              <w:t>24</w:t>
            </w:r>
          </w:p>
        </w:tc>
        <w:tc>
          <w:tcPr>
            <w:tcW w:w="835" w:type="dxa"/>
          </w:tcPr>
          <w:p w14:paraId="606954B3" w14:textId="77777777" w:rsidR="002E7826" w:rsidRPr="001C0CC4" w:rsidRDefault="002E7826" w:rsidP="002E7826">
            <w:pPr>
              <w:pStyle w:val="TAC"/>
            </w:pPr>
            <w:r w:rsidRPr="001C0CC4">
              <w:t>24</w:t>
            </w:r>
          </w:p>
        </w:tc>
        <w:tc>
          <w:tcPr>
            <w:tcW w:w="835" w:type="dxa"/>
          </w:tcPr>
          <w:p w14:paraId="43E34EC3" w14:textId="77777777" w:rsidR="002E7826" w:rsidRPr="001C0CC4" w:rsidRDefault="002E7826" w:rsidP="002E7826">
            <w:pPr>
              <w:pStyle w:val="TAC"/>
            </w:pPr>
            <w:r w:rsidRPr="001C0CC4">
              <w:t>24</w:t>
            </w:r>
          </w:p>
        </w:tc>
        <w:tc>
          <w:tcPr>
            <w:tcW w:w="835" w:type="dxa"/>
          </w:tcPr>
          <w:p w14:paraId="025172B9" w14:textId="77777777" w:rsidR="002E7826" w:rsidRPr="001C0CC4" w:rsidRDefault="002E7826" w:rsidP="002E7826">
            <w:pPr>
              <w:pStyle w:val="TAC"/>
            </w:pPr>
            <w:r w:rsidRPr="001C0CC4">
              <w:t>24</w:t>
            </w:r>
          </w:p>
        </w:tc>
        <w:tc>
          <w:tcPr>
            <w:tcW w:w="835" w:type="dxa"/>
          </w:tcPr>
          <w:p w14:paraId="09AADB8F" w14:textId="77777777" w:rsidR="002E7826" w:rsidRPr="001C0CC4" w:rsidRDefault="002E7826" w:rsidP="002E7826">
            <w:pPr>
              <w:pStyle w:val="TAC"/>
            </w:pPr>
            <w:r w:rsidRPr="001C0CC4">
              <w:t>24</w:t>
            </w:r>
          </w:p>
        </w:tc>
        <w:tc>
          <w:tcPr>
            <w:tcW w:w="835" w:type="dxa"/>
          </w:tcPr>
          <w:p w14:paraId="7AB5A0D7" w14:textId="77777777" w:rsidR="002E7826" w:rsidRPr="001C0CC4" w:rsidRDefault="002E7826" w:rsidP="002E7826">
            <w:pPr>
              <w:pStyle w:val="TAC"/>
            </w:pPr>
            <w:r w:rsidRPr="001C0CC4">
              <w:t>24</w:t>
            </w:r>
          </w:p>
        </w:tc>
        <w:tc>
          <w:tcPr>
            <w:tcW w:w="835" w:type="dxa"/>
          </w:tcPr>
          <w:p w14:paraId="24E8492A" w14:textId="77777777" w:rsidR="002E7826" w:rsidRPr="001C0CC4" w:rsidRDefault="002E7826" w:rsidP="002E7826">
            <w:pPr>
              <w:pStyle w:val="TAC"/>
            </w:pPr>
            <w:r w:rsidRPr="001C0CC4">
              <w:t>24</w:t>
            </w:r>
          </w:p>
        </w:tc>
        <w:tc>
          <w:tcPr>
            <w:tcW w:w="835" w:type="dxa"/>
          </w:tcPr>
          <w:p w14:paraId="7E4B9E8E" w14:textId="77777777" w:rsidR="002E7826" w:rsidRPr="001C0CC4" w:rsidRDefault="002E7826" w:rsidP="002E7826">
            <w:pPr>
              <w:pStyle w:val="TAC"/>
            </w:pPr>
            <w:r w:rsidRPr="001C0CC4">
              <w:t>24</w:t>
            </w:r>
          </w:p>
        </w:tc>
        <w:tc>
          <w:tcPr>
            <w:tcW w:w="835" w:type="dxa"/>
          </w:tcPr>
          <w:p w14:paraId="2C639D28" w14:textId="688F3484" w:rsidR="002E7826" w:rsidRPr="001C0CC4" w:rsidRDefault="002E7826" w:rsidP="002E7826">
            <w:pPr>
              <w:pStyle w:val="TAC"/>
            </w:pPr>
            <w:r>
              <w:t>24</w:t>
            </w:r>
          </w:p>
        </w:tc>
        <w:tc>
          <w:tcPr>
            <w:tcW w:w="835" w:type="dxa"/>
          </w:tcPr>
          <w:p w14:paraId="360EA6AC" w14:textId="6ED2E9E3" w:rsidR="002E7826" w:rsidRPr="001C0CC4" w:rsidRDefault="002E7826" w:rsidP="002E7826">
            <w:pPr>
              <w:pStyle w:val="TAC"/>
            </w:pPr>
            <w:r w:rsidRPr="001C0CC4">
              <w:t>24</w:t>
            </w:r>
          </w:p>
        </w:tc>
        <w:tc>
          <w:tcPr>
            <w:tcW w:w="835" w:type="dxa"/>
          </w:tcPr>
          <w:p w14:paraId="6B1CDC57" w14:textId="77777777" w:rsidR="002E7826" w:rsidRPr="001C0CC4" w:rsidRDefault="002E7826" w:rsidP="002E7826">
            <w:pPr>
              <w:pStyle w:val="TAC"/>
              <w:rPr>
                <w:rFonts w:cs="Arial"/>
              </w:rPr>
            </w:pPr>
            <w:r w:rsidRPr="001C0CC4">
              <w:rPr>
                <w:rFonts w:cs="Arial"/>
              </w:rPr>
              <w:t>24</w:t>
            </w:r>
          </w:p>
        </w:tc>
      </w:tr>
      <w:tr w:rsidR="002E7826" w:rsidRPr="001C0CC4" w14:paraId="2BBE2CBE" w14:textId="77777777" w:rsidTr="002E7826">
        <w:trPr>
          <w:jc w:val="center"/>
        </w:trPr>
        <w:tc>
          <w:tcPr>
            <w:tcW w:w="3690" w:type="dxa"/>
          </w:tcPr>
          <w:p w14:paraId="5868AD6E" w14:textId="77777777" w:rsidR="002E7826" w:rsidRPr="001C0CC4" w:rsidRDefault="002E7826" w:rsidP="002E7826">
            <w:pPr>
              <w:pStyle w:val="TAL"/>
            </w:pPr>
            <w:r w:rsidRPr="001C0CC4">
              <w:t>LDPC base graph</w:t>
            </w:r>
          </w:p>
        </w:tc>
        <w:tc>
          <w:tcPr>
            <w:tcW w:w="1093" w:type="dxa"/>
          </w:tcPr>
          <w:p w14:paraId="42D24A4C" w14:textId="77777777" w:rsidR="002E7826" w:rsidRPr="001C0CC4" w:rsidRDefault="002E7826" w:rsidP="002E7826">
            <w:pPr>
              <w:pStyle w:val="TAC"/>
            </w:pPr>
          </w:p>
        </w:tc>
        <w:tc>
          <w:tcPr>
            <w:tcW w:w="835" w:type="dxa"/>
          </w:tcPr>
          <w:p w14:paraId="187930AF" w14:textId="77777777" w:rsidR="002E7826" w:rsidRPr="001C0CC4" w:rsidRDefault="002E7826" w:rsidP="002E7826">
            <w:pPr>
              <w:pStyle w:val="TAC"/>
            </w:pPr>
            <w:r w:rsidRPr="001C0CC4">
              <w:t>1</w:t>
            </w:r>
          </w:p>
        </w:tc>
        <w:tc>
          <w:tcPr>
            <w:tcW w:w="835" w:type="dxa"/>
          </w:tcPr>
          <w:p w14:paraId="7C4D72B3" w14:textId="77777777" w:rsidR="002E7826" w:rsidRPr="001C0CC4" w:rsidRDefault="002E7826" w:rsidP="002E7826">
            <w:pPr>
              <w:pStyle w:val="TAC"/>
            </w:pPr>
            <w:r w:rsidRPr="001C0CC4">
              <w:t>1</w:t>
            </w:r>
          </w:p>
        </w:tc>
        <w:tc>
          <w:tcPr>
            <w:tcW w:w="835" w:type="dxa"/>
          </w:tcPr>
          <w:p w14:paraId="42364805" w14:textId="77777777" w:rsidR="002E7826" w:rsidRPr="001C0CC4" w:rsidRDefault="002E7826" w:rsidP="002E7826">
            <w:pPr>
              <w:pStyle w:val="TAC"/>
            </w:pPr>
            <w:r w:rsidRPr="001C0CC4">
              <w:t>1</w:t>
            </w:r>
          </w:p>
        </w:tc>
        <w:tc>
          <w:tcPr>
            <w:tcW w:w="835" w:type="dxa"/>
          </w:tcPr>
          <w:p w14:paraId="3775BF8F" w14:textId="77777777" w:rsidR="002E7826" w:rsidRPr="001C0CC4" w:rsidRDefault="002E7826" w:rsidP="002E7826">
            <w:pPr>
              <w:pStyle w:val="TAC"/>
            </w:pPr>
            <w:r w:rsidRPr="001C0CC4">
              <w:t>1</w:t>
            </w:r>
          </w:p>
        </w:tc>
        <w:tc>
          <w:tcPr>
            <w:tcW w:w="835" w:type="dxa"/>
          </w:tcPr>
          <w:p w14:paraId="3B429F53" w14:textId="77777777" w:rsidR="002E7826" w:rsidRPr="001C0CC4" w:rsidRDefault="002E7826" w:rsidP="002E7826">
            <w:pPr>
              <w:pStyle w:val="TAC"/>
            </w:pPr>
            <w:r w:rsidRPr="001C0CC4">
              <w:t>1</w:t>
            </w:r>
          </w:p>
        </w:tc>
        <w:tc>
          <w:tcPr>
            <w:tcW w:w="835" w:type="dxa"/>
          </w:tcPr>
          <w:p w14:paraId="05E70CD8" w14:textId="77777777" w:rsidR="002E7826" w:rsidRPr="001C0CC4" w:rsidRDefault="002E7826" w:rsidP="002E7826">
            <w:pPr>
              <w:pStyle w:val="TAC"/>
            </w:pPr>
            <w:r w:rsidRPr="001C0CC4">
              <w:t>1</w:t>
            </w:r>
          </w:p>
        </w:tc>
        <w:tc>
          <w:tcPr>
            <w:tcW w:w="835" w:type="dxa"/>
          </w:tcPr>
          <w:p w14:paraId="0BE47E35" w14:textId="77777777" w:rsidR="002E7826" w:rsidRPr="001C0CC4" w:rsidRDefault="002E7826" w:rsidP="002E7826">
            <w:pPr>
              <w:pStyle w:val="TAC"/>
            </w:pPr>
            <w:r w:rsidRPr="001C0CC4">
              <w:t>1</w:t>
            </w:r>
          </w:p>
        </w:tc>
        <w:tc>
          <w:tcPr>
            <w:tcW w:w="835" w:type="dxa"/>
          </w:tcPr>
          <w:p w14:paraId="57CA7285" w14:textId="77777777" w:rsidR="002E7826" w:rsidRPr="001C0CC4" w:rsidRDefault="002E7826" w:rsidP="002E7826">
            <w:pPr>
              <w:pStyle w:val="TAC"/>
            </w:pPr>
            <w:r w:rsidRPr="001C0CC4">
              <w:t>1</w:t>
            </w:r>
          </w:p>
        </w:tc>
        <w:tc>
          <w:tcPr>
            <w:tcW w:w="835" w:type="dxa"/>
          </w:tcPr>
          <w:p w14:paraId="0C984C29" w14:textId="77777777" w:rsidR="002E7826" w:rsidRPr="001C0CC4" w:rsidRDefault="002E7826" w:rsidP="002E7826">
            <w:pPr>
              <w:pStyle w:val="TAC"/>
            </w:pPr>
            <w:r w:rsidRPr="001C0CC4">
              <w:t>1</w:t>
            </w:r>
          </w:p>
        </w:tc>
        <w:tc>
          <w:tcPr>
            <w:tcW w:w="835" w:type="dxa"/>
          </w:tcPr>
          <w:p w14:paraId="45734790" w14:textId="58DE8FE9" w:rsidR="002E7826" w:rsidRPr="001C0CC4" w:rsidRDefault="002E7826" w:rsidP="002E7826">
            <w:pPr>
              <w:pStyle w:val="TAC"/>
            </w:pPr>
            <w:r>
              <w:t>1</w:t>
            </w:r>
          </w:p>
        </w:tc>
        <w:tc>
          <w:tcPr>
            <w:tcW w:w="835" w:type="dxa"/>
          </w:tcPr>
          <w:p w14:paraId="49AE6D54" w14:textId="0490E379" w:rsidR="002E7826" w:rsidRPr="001C0CC4" w:rsidRDefault="002E7826" w:rsidP="002E7826">
            <w:pPr>
              <w:pStyle w:val="TAC"/>
            </w:pPr>
            <w:r w:rsidRPr="001C0CC4">
              <w:t>1</w:t>
            </w:r>
          </w:p>
        </w:tc>
        <w:tc>
          <w:tcPr>
            <w:tcW w:w="835" w:type="dxa"/>
          </w:tcPr>
          <w:p w14:paraId="43A4FE57" w14:textId="77777777" w:rsidR="002E7826" w:rsidRPr="001C0CC4" w:rsidRDefault="002E7826" w:rsidP="002E7826">
            <w:pPr>
              <w:pStyle w:val="TAC"/>
              <w:rPr>
                <w:rFonts w:cs="Arial"/>
              </w:rPr>
            </w:pPr>
            <w:r w:rsidRPr="001C0CC4">
              <w:rPr>
                <w:rFonts w:cs="Arial"/>
              </w:rPr>
              <w:t>1</w:t>
            </w:r>
          </w:p>
        </w:tc>
      </w:tr>
      <w:tr w:rsidR="002E7826" w:rsidRPr="001C0CC4" w14:paraId="3EC44A06" w14:textId="77777777" w:rsidTr="002E7826">
        <w:trPr>
          <w:jc w:val="center"/>
        </w:trPr>
        <w:tc>
          <w:tcPr>
            <w:tcW w:w="3690" w:type="dxa"/>
          </w:tcPr>
          <w:p w14:paraId="39C74665" w14:textId="77777777" w:rsidR="002E7826" w:rsidRPr="001C0CC4" w:rsidRDefault="002E7826" w:rsidP="002E7826">
            <w:pPr>
              <w:pStyle w:val="TAH"/>
            </w:pPr>
            <w:r w:rsidRPr="001C0CC4">
              <w:t>Number of Code Blocks per Slot</w:t>
            </w:r>
          </w:p>
        </w:tc>
        <w:tc>
          <w:tcPr>
            <w:tcW w:w="1093" w:type="dxa"/>
          </w:tcPr>
          <w:p w14:paraId="2CE47493" w14:textId="77777777" w:rsidR="002E7826" w:rsidRPr="001C0CC4" w:rsidRDefault="002E7826" w:rsidP="002E7826">
            <w:pPr>
              <w:pStyle w:val="TAC"/>
            </w:pPr>
          </w:p>
        </w:tc>
        <w:tc>
          <w:tcPr>
            <w:tcW w:w="835" w:type="dxa"/>
          </w:tcPr>
          <w:p w14:paraId="5358E3BF" w14:textId="77777777" w:rsidR="002E7826" w:rsidRPr="001C0CC4" w:rsidRDefault="002E7826" w:rsidP="002E7826">
            <w:pPr>
              <w:pStyle w:val="TAC"/>
            </w:pPr>
          </w:p>
        </w:tc>
        <w:tc>
          <w:tcPr>
            <w:tcW w:w="835" w:type="dxa"/>
          </w:tcPr>
          <w:p w14:paraId="14260702" w14:textId="77777777" w:rsidR="002E7826" w:rsidRPr="001C0CC4" w:rsidRDefault="002E7826" w:rsidP="002E7826">
            <w:pPr>
              <w:pStyle w:val="TAC"/>
            </w:pPr>
          </w:p>
        </w:tc>
        <w:tc>
          <w:tcPr>
            <w:tcW w:w="835" w:type="dxa"/>
          </w:tcPr>
          <w:p w14:paraId="11E78B6E" w14:textId="77777777" w:rsidR="002E7826" w:rsidRPr="001C0CC4" w:rsidRDefault="002E7826" w:rsidP="002E7826">
            <w:pPr>
              <w:pStyle w:val="TAC"/>
            </w:pPr>
          </w:p>
        </w:tc>
        <w:tc>
          <w:tcPr>
            <w:tcW w:w="835" w:type="dxa"/>
          </w:tcPr>
          <w:p w14:paraId="7ADCBB2C" w14:textId="77777777" w:rsidR="002E7826" w:rsidRPr="001C0CC4" w:rsidRDefault="002E7826" w:rsidP="002E7826">
            <w:pPr>
              <w:pStyle w:val="TAC"/>
            </w:pPr>
          </w:p>
        </w:tc>
        <w:tc>
          <w:tcPr>
            <w:tcW w:w="835" w:type="dxa"/>
          </w:tcPr>
          <w:p w14:paraId="01057A61" w14:textId="77777777" w:rsidR="002E7826" w:rsidRPr="001C0CC4" w:rsidRDefault="002E7826" w:rsidP="002E7826">
            <w:pPr>
              <w:pStyle w:val="TAC"/>
            </w:pPr>
          </w:p>
        </w:tc>
        <w:tc>
          <w:tcPr>
            <w:tcW w:w="835" w:type="dxa"/>
          </w:tcPr>
          <w:p w14:paraId="4A348439" w14:textId="77777777" w:rsidR="002E7826" w:rsidRPr="001C0CC4" w:rsidRDefault="002E7826" w:rsidP="002E7826">
            <w:pPr>
              <w:pStyle w:val="TAC"/>
            </w:pPr>
          </w:p>
        </w:tc>
        <w:tc>
          <w:tcPr>
            <w:tcW w:w="835" w:type="dxa"/>
          </w:tcPr>
          <w:p w14:paraId="5BC16642" w14:textId="77777777" w:rsidR="002E7826" w:rsidRPr="001C0CC4" w:rsidRDefault="002E7826" w:rsidP="002E7826">
            <w:pPr>
              <w:pStyle w:val="TAC"/>
            </w:pPr>
          </w:p>
        </w:tc>
        <w:tc>
          <w:tcPr>
            <w:tcW w:w="835" w:type="dxa"/>
          </w:tcPr>
          <w:p w14:paraId="257CD855" w14:textId="77777777" w:rsidR="002E7826" w:rsidRPr="001C0CC4" w:rsidRDefault="002E7826" w:rsidP="002E7826">
            <w:pPr>
              <w:pStyle w:val="TAC"/>
            </w:pPr>
          </w:p>
        </w:tc>
        <w:tc>
          <w:tcPr>
            <w:tcW w:w="835" w:type="dxa"/>
          </w:tcPr>
          <w:p w14:paraId="4183ED00" w14:textId="77777777" w:rsidR="002E7826" w:rsidRPr="001C0CC4" w:rsidRDefault="002E7826" w:rsidP="002E7826">
            <w:pPr>
              <w:pStyle w:val="TAC"/>
            </w:pPr>
          </w:p>
        </w:tc>
        <w:tc>
          <w:tcPr>
            <w:tcW w:w="835" w:type="dxa"/>
          </w:tcPr>
          <w:p w14:paraId="2EB9A022" w14:textId="77777777" w:rsidR="002E7826" w:rsidRPr="001C0CC4" w:rsidRDefault="002E7826" w:rsidP="002E7826">
            <w:pPr>
              <w:pStyle w:val="TAC"/>
            </w:pPr>
          </w:p>
        </w:tc>
        <w:tc>
          <w:tcPr>
            <w:tcW w:w="835" w:type="dxa"/>
          </w:tcPr>
          <w:p w14:paraId="7D27F4B5" w14:textId="728D3866" w:rsidR="002E7826" w:rsidRPr="001C0CC4" w:rsidRDefault="002E7826" w:rsidP="002E7826">
            <w:pPr>
              <w:pStyle w:val="TAC"/>
            </w:pPr>
          </w:p>
        </w:tc>
        <w:tc>
          <w:tcPr>
            <w:tcW w:w="835" w:type="dxa"/>
          </w:tcPr>
          <w:p w14:paraId="00E3D08C" w14:textId="77777777" w:rsidR="002E7826" w:rsidRPr="001C0CC4" w:rsidRDefault="002E7826" w:rsidP="002E7826">
            <w:pPr>
              <w:pStyle w:val="TAC"/>
              <w:rPr>
                <w:rFonts w:cs="Arial"/>
              </w:rPr>
            </w:pPr>
          </w:p>
        </w:tc>
      </w:tr>
      <w:tr w:rsidR="002E7826" w:rsidRPr="001C0CC4" w14:paraId="71DFFE8A" w14:textId="77777777" w:rsidTr="002E7826">
        <w:trPr>
          <w:jc w:val="center"/>
        </w:trPr>
        <w:tc>
          <w:tcPr>
            <w:tcW w:w="3690" w:type="dxa"/>
          </w:tcPr>
          <w:p w14:paraId="0B58A6BE" w14:textId="77777777" w:rsidR="002E7826" w:rsidRPr="001C0CC4" w:rsidRDefault="002E7826" w:rsidP="002E7826">
            <w:pPr>
              <w:pStyle w:val="TAL"/>
            </w:pPr>
            <w:r w:rsidRPr="001C0CC4">
              <w:t xml:space="preserve">  For Slots 0,1,2 and Slot i, if mod(i, 10) = {7,8,9} for i from {0,…,19}</w:t>
            </w:r>
          </w:p>
        </w:tc>
        <w:tc>
          <w:tcPr>
            <w:tcW w:w="1093" w:type="dxa"/>
          </w:tcPr>
          <w:p w14:paraId="63018ECE" w14:textId="77777777" w:rsidR="002E7826" w:rsidRPr="001C0CC4" w:rsidRDefault="002E7826" w:rsidP="002E7826">
            <w:pPr>
              <w:pStyle w:val="TAC"/>
            </w:pPr>
            <w:r w:rsidRPr="001C0CC4">
              <w:t>CBs</w:t>
            </w:r>
          </w:p>
        </w:tc>
        <w:tc>
          <w:tcPr>
            <w:tcW w:w="835" w:type="dxa"/>
          </w:tcPr>
          <w:p w14:paraId="4DD04F20" w14:textId="77777777" w:rsidR="002E7826" w:rsidRPr="001C0CC4" w:rsidRDefault="002E7826" w:rsidP="002E7826">
            <w:pPr>
              <w:pStyle w:val="TAC"/>
            </w:pPr>
            <w:r w:rsidRPr="001C0CC4">
              <w:t>N/A</w:t>
            </w:r>
          </w:p>
        </w:tc>
        <w:tc>
          <w:tcPr>
            <w:tcW w:w="835" w:type="dxa"/>
          </w:tcPr>
          <w:p w14:paraId="4B7853BE" w14:textId="77777777" w:rsidR="002E7826" w:rsidRPr="001C0CC4" w:rsidRDefault="002E7826" w:rsidP="002E7826">
            <w:pPr>
              <w:pStyle w:val="TAC"/>
            </w:pPr>
            <w:r w:rsidRPr="001C0CC4">
              <w:t>N/A</w:t>
            </w:r>
          </w:p>
        </w:tc>
        <w:tc>
          <w:tcPr>
            <w:tcW w:w="835" w:type="dxa"/>
          </w:tcPr>
          <w:p w14:paraId="6231870C" w14:textId="77777777" w:rsidR="002E7826" w:rsidRPr="001C0CC4" w:rsidRDefault="002E7826" w:rsidP="002E7826">
            <w:pPr>
              <w:pStyle w:val="TAC"/>
            </w:pPr>
            <w:r w:rsidRPr="001C0CC4">
              <w:t>N/A</w:t>
            </w:r>
          </w:p>
        </w:tc>
        <w:tc>
          <w:tcPr>
            <w:tcW w:w="835" w:type="dxa"/>
          </w:tcPr>
          <w:p w14:paraId="2116CE33" w14:textId="77777777" w:rsidR="002E7826" w:rsidRPr="001C0CC4" w:rsidRDefault="002E7826" w:rsidP="002E7826">
            <w:pPr>
              <w:pStyle w:val="TAC"/>
            </w:pPr>
            <w:r w:rsidRPr="001C0CC4">
              <w:t>N/A</w:t>
            </w:r>
          </w:p>
        </w:tc>
        <w:tc>
          <w:tcPr>
            <w:tcW w:w="835" w:type="dxa"/>
          </w:tcPr>
          <w:p w14:paraId="02F13127" w14:textId="77777777" w:rsidR="002E7826" w:rsidRPr="001C0CC4" w:rsidRDefault="002E7826" w:rsidP="002E7826">
            <w:pPr>
              <w:pStyle w:val="TAC"/>
            </w:pPr>
            <w:r w:rsidRPr="001C0CC4">
              <w:t>N/A</w:t>
            </w:r>
          </w:p>
        </w:tc>
        <w:tc>
          <w:tcPr>
            <w:tcW w:w="835" w:type="dxa"/>
          </w:tcPr>
          <w:p w14:paraId="79F7689A" w14:textId="77777777" w:rsidR="002E7826" w:rsidRPr="001C0CC4" w:rsidRDefault="002E7826" w:rsidP="002E7826">
            <w:pPr>
              <w:pStyle w:val="TAC"/>
            </w:pPr>
            <w:r w:rsidRPr="001C0CC4">
              <w:t>N/A</w:t>
            </w:r>
          </w:p>
        </w:tc>
        <w:tc>
          <w:tcPr>
            <w:tcW w:w="835" w:type="dxa"/>
          </w:tcPr>
          <w:p w14:paraId="2374C812" w14:textId="77777777" w:rsidR="002E7826" w:rsidRPr="001C0CC4" w:rsidRDefault="002E7826" w:rsidP="002E7826">
            <w:pPr>
              <w:pStyle w:val="TAC"/>
            </w:pPr>
            <w:r w:rsidRPr="001C0CC4">
              <w:t>N/A</w:t>
            </w:r>
          </w:p>
        </w:tc>
        <w:tc>
          <w:tcPr>
            <w:tcW w:w="835" w:type="dxa"/>
          </w:tcPr>
          <w:p w14:paraId="522C2923" w14:textId="77777777" w:rsidR="002E7826" w:rsidRPr="001C0CC4" w:rsidRDefault="002E7826" w:rsidP="002E7826">
            <w:pPr>
              <w:pStyle w:val="TAC"/>
            </w:pPr>
            <w:r w:rsidRPr="001C0CC4">
              <w:t>N/A</w:t>
            </w:r>
          </w:p>
        </w:tc>
        <w:tc>
          <w:tcPr>
            <w:tcW w:w="835" w:type="dxa"/>
          </w:tcPr>
          <w:p w14:paraId="03331250" w14:textId="77777777" w:rsidR="002E7826" w:rsidRPr="001C0CC4" w:rsidRDefault="002E7826" w:rsidP="002E7826">
            <w:pPr>
              <w:pStyle w:val="TAC"/>
            </w:pPr>
            <w:r w:rsidRPr="001C0CC4">
              <w:t>N/A</w:t>
            </w:r>
          </w:p>
        </w:tc>
        <w:tc>
          <w:tcPr>
            <w:tcW w:w="835" w:type="dxa"/>
          </w:tcPr>
          <w:p w14:paraId="35BFAF56" w14:textId="6D43B3F6" w:rsidR="002E7826" w:rsidRPr="001C0CC4" w:rsidRDefault="002E7826" w:rsidP="002E7826">
            <w:pPr>
              <w:pStyle w:val="TAC"/>
            </w:pPr>
            <w:r>
              <w:t>N/A</w:t>
            </w:r>
          </w:p>
        </w:tc>
        <w:tc>
          <w:tcPr>
            <w:tcW w:w="835" w:type="dxa"/>
          </w:tcPr>
          <w:p w14:paraId="59523E6F" w14:textId="22411497" w:rsidR="002E7826" w:rsidRPr="001C0CC4" w:rsidRDefault="002E7826" w:rsidP="002E7826">
            <w:pPr>
              <w:pStyle w:val="TAC"/>
            </w:pPr>
            <w:r w:rsidRPr="001C0CC4">
              <w:t>N/A</w:t>
            </w:r>
          </w:p>
        </w:tc>
        <w:tc>
          <w:tcPr>
            <w:tcW w:w="835" w:type="dxa"/>
          </w:tcPr>
          <w:p w14:paraId="43320B15" w14:textId="77777777" w:rsidR="002E7826" w:rsidRPr="001C0CC4" w:rsidRDefault="002E7826" w:rsidP="002E7826">
            <w:pPr>
              <w:pStyle w:val="TAC"/>
              <w:rPr>
                <w:rFonts w:cs="Arial"/>
              </w:rPr>
            </w:pPr>
            <w:r w:rsidRPr="001C0CC4">
              <w:rPr>
                <w:rFonts w:cs="Arial"/>
              </w:rPr>
              <w:t>N/A</w:t>
            </w:r>
          </w:p>
        </w:tc>
      </w:tr>
      <w:tr w:rsidR="002E7826" w:rsidRPr="001C0CC4" w14:paraId="594D4AA7" w14:textId="77777777" w:rsidTr="002E7826">
        <w:trPr>
          <w:jc w:val="center"/>
        </w:trPr>
        <w:tc>
          <w:tcPr>
            <w:tcW w:w="3690" w:type="dxa"/>
          </w:tcPr>
          <w:p w14:paraId="3934F323" w14:textId="77777777" w:rsidR="002E7826" w:rsidRPr="001C0CC4" w:rsidRDefault="002E7826" w:rsidP="002E7826">
            <w:pPr>
              <w:pStyle w:val="TAL"/>
            </w:pPr>
            <w:r w:rsidRPr="001C0CC4">
              <w:t xml:space="preserve">  For Slot i, if mod(i, 10) = {0,1,2,3,4,5,6} for i from {3,…,19}</w:t>
            </w:r>
          </w:p>
        </w:tc>
        <w:tc>
          <w:tcPr>
            <w:tcW w:w="1093" w:type="dxa"/>
          </w:tcPr>
          <w:p w14:paraId="3F605B0F" w14:textId="77777777" w:rsidR="002E7826" w:rsidRPr="001C0CC4" w:rsidRDefault="002E7826" w:rsidP="002E7826">
            <w:pPr>
              <w:pStyle w:val="TAC"/>
            </w:pPr>
            <w:r w:rsidRPr="001C0CC4">
              <w:t>CBs</w:t>
            </w:r>
          </w:p>
        </w:tc>
        <w:tc>
          <w:tcPr>
            <w:tcW w:w="835" w:type="dxa"/>
          </w:tcPr>
          <w:p w14:paraId="6E922404" w14:textId="77777777" w:rsidR="002E7826" w:rsidRPr="001C0CC4" w:rsidRDefault="002E7826" w:rsidP="002E7826">
            <w:pPr>
              <w:pStyle w:val="TAC"/>
            </w:pPr>
            <w:r w:rsidRPr="001C0CC4">
              <w:t>1</w:t>
            </w:r>
          </w:p>
        </w:tc>
        <w:tc>
          <w:tcPr>
            <w:tcW w:w="835" w:type="dxa"/>
          </w:tcPr>
          <w:p w14:paraId="777C97EC" w14:textId="77777777" w:rsidR="002E7826" w:rsidRPr="001C0CC4" w:rsidRDefault="002E7826" w:rsidP="002E7826">
            <w:pPr>
              <w:pStyle w:val="TAC"/>
            </w:pPr>
            <w:r w:rsidRPr="001C0CC4">
              <w:t>2</w:t>
            </w:r>
          </w:p>
        </w:tc>
        <w:tc>
          <w:tcPr>
            <w:tcW w:w="835" w:type="dxa"/>
          </w:tcPr>
          <w:p w14:paraId="01DD3D49" w14:textId="77777777" w:rsidR="002E7826" w:rsidRPr="001C0CC4" w:rsidRDefault="002E7826" w:rsidP="002E7826">
            <w:pPr>
              <w:pStyle w:val="TAC"/>
            </w:pPr>
            <w:r w:rsidRPr="001C0CC4">
              <w:t>3</w:t>
            </w:r>
          </w:p>
        </w:tc>
        <w:tc>
          <w:tcPr>
            <w:tcW w:w="835" w:type="dxa"/>
          </w:tcPr>
          <w:p w14:paraId="1F84D970" w14:textId="77777777" w:rsidR="002E7826" w:rsidRPr="001C0CC4" w:rsidRDefault="002E7826" w:rsidP="002E7826">
            <w:pPr>
              <w:pStyle w:val="TAC"/>
            </w:pPr>
            <w:r w:rsidRPr="001C0CC4">
              <w:t>3</w:t>
            </w:r>
          </w:p>
        </w:tc>
        <w:tc>
          <w:tcPr>
            <w:tcW w:w="835" w:type="dxa"/>
          </w:tcPr>
          <w:p w14:paraId="46964ED8" w14:textId="77777777" w:rsidR="002E7826" w:rsidRPr="001C0CC4" w:rsidRDefault="002E7826" w:rsidP="002E7826">
            <w:pPr>
              <w:pStyle w:val="TAC"/>
            </w:pPr>
            <w:r w:rsidRPr="001C0CC4">
              <w:t>4</w:t>
            </w:r>
          </w:p>
        </w:tc>
        <w:tc>
          <w:tcPr>
            <w:tcW w:w="835" w:type="dxa"/>
          </w:tcPr>
          <w:p w14:paraId="0F5B84F2" w14:textId="77777777" w:rsidR="002E7826" w:rsidRPr="001C0CC4" w:rsidRDefault="002E7826" w:rsidP="002E7826">
            <w:pPr>
              <w:pStyle w:val="TAC"/>
            </w:pPr>
            <w:r w:rsidRPr="001C0CC4">
              <w:t>5</w:t>
            </w:r>
          </w:p>
        </w:tc>
        <w:tc>
          <w:tcPr>
            <w:tcW w:w="835" w:type="dxa"/>
          </w:tcPr>
          <w:p w14:paraId="4507EE89" w14:textId="77777777" w:rsidR="002E7826" w:rsidRPr="001C0CC4" w:rsidRDefault="002E7826" w:rsidP="002E7826">
            <w:pPr>
              <w:pStyle w:val="TAC"/>
            </w:pPr>
            <w:r w:rsidRPr="001C0CC4">
              <w:t>7</w:t>
            </w:r>
          </w:p>
        </w:tc>
        <w:tc>
          <w:tcPr>
            <w:tcW w:w="835" w:type="dxa"/>
          </w:tcPr>
          <w:p w14:paraId="5C56E791" w14:textId="77777777" w:rsidR="002E7826" w:rsidRPr="001C0CC4" w:rsidRDefault="002E7826" w:rsidP="002E7826">
            <w:pPr>
              <w:pStyle w:val="TAC"/>
            </w:pPr>
            <w:r w:rsidRPr="001C0CC4">
              <w:t>8</w:t>
            </w:r>
          </w:p>
        </w:tc>
        <w:tc>
          <w:tcPr>
            <w:tcW w:w="835" w:type="dxa"/>
          </w:tcPr>
          <w:p w14:paraId="0CFE91CD" w14:textId="77777777" w:rsidR="002E7826" w:rsidRPr="001C0CC4" w:rsidRDefault="002E7826" w:rsidP="002E7826">
            <w:pPr>
              <w:pStyle w:val="TAC"/>
            </w:pPr>
            <w:r w:rsidRPr="001C0CC4">
              <w:t>10</w:t>
            </w:r>
          </w:p>
        </w:tc>
        <w:tc>
          <w:tcPr>
            <w:tcW w:w="835" w:type="dxa"/>
          </w:tcPr>
          <w:p w14:paraId="0B95E50D" w14:textId="595BC7CC" w:rsidR="002E7826" w:rsidRPr="001C0CC4" w:rsidRDefault="002E7826" w:rsidP="002E7826">
            <w:pPr>
              <w:pStyle w:val="TAC"/>
            </w:pPr>
            <w:r>
              <w:t>11</w:t>
            </w:r>
          </w:p>
        </w:tc>
        <w:tc>
          <w:tcPr>
            <w:tcW w:w="835" w:type="dxa"/>
          </w:tcPr>
          <w:p w14:paraId="1D2C1D12" w14:textId="15B63EDA" w:rsidR="002E7826" w:rsidRPr="001C0CC4" w:rsidRDefault="002E7826" w:rsidP="002E7826">
            <w:pPr>
              <w:pStyle w:val="TAC"/>
            </w:pPr>
            <w:r w:rsidRPr="001C0CC4">
              <w:t>13</w:t>
            </w:r>
          </w:p>
        </w:tc>
        <w:tc>
          <w:tcPr>
            <w:tcW w:w="835" w:type="dxa"/>
          </w:tcPr>
          <w:p w14:paraId="40640CD6" w14:textId="77777777" w:rsidR="002E7826" w:rsidRPr="001C0CC4" w:rsidRDefault="002E7826" w:rsidP="002E7826">
            <w:pPr>
              <w:pStyle w:val="TAC"/>
              <w:rPr>
                <w:rFonts w:cs="Arial"/>
              </w:rPr>
            </w:pPr>
            <w:r w:rsidRPr="001C0CC4">
              <w:rPr>
                <w:rFonts w:cs="Arial"/>
              </w:rPr>
              <w:t>17</w:t>
            </w:r>
          </w:p>
        </w:tc>
      </w:tr>
      <w:tr w:rsidR="002E7826" w:rsidRPr="001C0CC4" w14:paraId="0601AF97" w14:textId="77777777" w:rsidTr="002E7826">
        <w:trPr>
          <w:jc w:val="center"/>
        </w:trPr>
        <w:tc>
          <w:tcPr>
            <w:tcW w:w="3690" w:type="dxa"/>
          </w:tcPr>
          <w:p w14:paraId="0535CB81" w14:textId="77777777" w:rsidR="002E7826" w:rsidRPr="001C0CC4" w:rsidRDefault="002E7826" w:rsidP="002E7826">
            <w:pPr>
              <w:pStyle w:val="TAH"/>
            </w:pPr>
            <w:r w:rsidRPr="001C0CC4">
              <w:t>Binary Channel Bits per Slot</w:t>
            </w:r>
          </w:p>
        </w:tc>
        <w:tc>
          <w:tcPr>
            <w:tcW w:w="1093" w:type="dxa"/>
          </w:tcPr>
          <w:p w14:paraId="7BCCB760" w14:textId="77777777" w:rsidR="002E7826" w:rsidRPr="001C0CC4" w:rsidRDefault="002E7826" w:rsidP="002E7826">
            <w:pPr>
              <w:pStyle w:val="TAC"/>
            </w:pPr>
          </w:p>
        </w:tc>
        <w:tc>
          <w:tcPr>
            <w:tcW w:w="835" w:type="dxa"/>
          </w:tcPr>
          <w:p w14:paraId="77A3E1D2" w14:textId="77777777" w:rsidR="002E7826" w:rsidRPr="001C0CC4" w:rsidRDefault="002E7826" w:rsidP="002E7826">
            <w:pPr>
              <w:pStyle w:val="TAC"/>
            </w:pPr>
          </w:p>
        </w:tc>
        <w:tc>
          <w:tcPr>
            <w:tcW w:w="835" w:type="dxa"/>
          </w:tcPr>
          <w:p w14:paraId="651B308B" w14:textId="77777777" w:rsidR="002E7826" w:rsidRPr="001C0CC4" w:rsidRDefault="002E7826" w:rsidP="002E7826">
            <w:pPr>
              <w:pStyle w:val="TAC"/>
            </w:pPr>
          </w:p>
        </w:tc>
        <w:tc>
          <w:tcPr>
            <w:tcW w:w="835" w:type="dxa"/>
          </w:tcPr>
          <w:p w14:paraId="5F223D0E" w14:textId="77777777" w:rsidR="002E7826" w:rsidRPr="001C0CC4" w:rsidRDefault="002E7826" w:rsidP="002E7826">
            <w:pPr>
              <w:pStyle w:val="TAC"/>
            </w:pPr>
          </w:p>
        </w:tc>
        <w:tc>
          <w:tcPr>
            <w:tcW w:w="835" w:type="dxa"/>
          </w:tcPr>
          <w:p w14:paraId="3F8D25E4" w14:textId="77777777" w:rsidR="002E7826" w:rsidRPr="001C0CC4" w:rsidRDefault="002E7826" w:rsidP="002E7826">
            <w:pPr>
              <w:pStyle w:val="TAC"/>
            </w:pPr>
          </w:p>
        </w:tc>
        <w:tc>
          <w:tcPr>
            <w:tcW w:w="835" w:type="dxa"/>
          </w:tcPr>
          <w:p w14:paraId="24F37392" w14:textId="77777777" w:rsidR="002E7826" w:rsidRPr="001C0CC4" w:rsidRDefault="002E7826" w:rsidP="002E7826">
            <w:pPr>
              <w:pStyle w:val="TAC"/>
            </w:pPr>
          </w:p>
        </w:tc>
        <w:tc>
          <w:tcPr>
            <w:tcW w:w="835" w:type="dxa"/>
          </w:tcPr>
          <w:p w14:paraId="2AA5766A" w14:textId="77777777" w:rsidR="002E7826" w:rsidRPr="001C0CC4" w:rsidRDefault="002E7826" w:rsidP="002E7826">
            <w:pPr>
              <w:pStyle w:val="TAC"/>
            </w:pPr>
          </w:p>
        </w:tc>
        <w:tc>
          <w:tcPr>
            <w:tcW w:w="835" w:type="dxa"/>
          </w:tcPr>
          <w:p w14:paraId="28BC9A33" w14:textId="77777777" w:rsidR="002E7826" w:rsidRPr="001C0CC4" w:rsidRDefault="002E7826" w:rsidP="002E7826">
            <w:pPr>
              <w:pStyle w:val="TAC"/>
            </w:pPr>
          </w:p>
        </w:tc>
        <w:tc>
          <w:tcPr>
            <w:tcW w:w="835" w:type="dxa"/>
          </w:tcPr>
          <w:p w14:paraId="66745A43" w14:textId="77777777" w:rsidR="002E7826" w:rsidRPr="001C0CC4" w:rsidRDefault="002E7826" w:rsidP="002E7826">
            <w:pPr>
              <w:pStyle w:val="TAC"/>
            </w:pPr>
          </w:p>
        </w:tc>
        <w:tc>
          <w:tcPr>
            <w:tcW w:w="835" w:type="dxa"/>
          </w:tcPr>
          <w:p w14:paraId="18B79DF9" w14:textId="77777777" w:rsidR="002E7826" w:rsidRPr="001C0CC4" w:rsidRDefault="002E7826" w:rsidP="002E7826">
            <w:pPr>
              <w:pStyle w:val="TAC"/>
            </w:pPr>
          </w:p>
        </w:tc>
        <w:tc>
          <w:tcPr>
            <w:tcW w:w="835" w:type="dxa"/>
          </w:tcPr>
          <w:p w14:paraId="380C2560" w14:textId="77777777" w:rsidR="002E7826" w:rsidRPr="001C0CC4" w:rsidRDefault="002E7826" w:rsidP="002E7826">
            <w:pPr>
              <w:pStyle w:val="TAC"/>
            </w:pPr>
          </w:p>
        </w:tc>
        <w:tc>
          <w:tcPr>
            <w:tcW w:w="835" w:type="dxa"/>
          </w:tcPr>
          <w:p w14:paraId="573426EF" w14:textId="1080CB83" w:rsidR="002E7826" w:rsidRPr="001C0CC4" w:rsidRDefault="002E7826" w:rsidP="002E7826">
            <w:pPr>
              <w:pStyle w:val="TAC"/>
            </w:pPr>
          </w:p>
        </w:tc>
        <w:tc>
          <w:tcPr>
            <w:tcW w:w="835" w:type="dxa"/>
          </w:tcPr>
          <w:p w14:paraId="06C671A0" w14:textId="77777777" w:rsidR="002E7826" w:rsidRPr="001C0CC4" w:rsidRDefault="002E7826" w:rsidP="002E7826">
            <w:pPr>
              <w:pStyle w:val="TAC"/>
              <w:rPr>
                <w:rFonts w:cs="Arial"/>
              </w:rPr>
            </w:pPr>
          </w:p>
        </w:tc>
      </w:tr>
      <w:tr w:rsidR="002E7826" w:rsidRPr="001C0CC4" w14:paraId="557A86B7" w14:textId="77777777" w:rsidTr="002E7826">
        <w:trPr>
          <w:jc w:val="center"/>
        </w:trPr>
        <w:tc>
          <w:tcPr>
            <w:tcW w:w="3690" w:type="dxa"/>
          </w:tcPr>
          <w:p w14:paraId="09B9EAA2" w14:textId="77777777" w:rsidR="002E7826" w:rsidRPr="001C0CC4" w:rsidRDefault="002E7826" w:rsidP="002E7826">
            <w:pPr>
              <w:pStyle w:val="TAL"/>
            </w:pPr>
            <w:r w:rsidRPr="001C0CC4">
              <w:t xml:space="preserve">  For Slots 0,1,2 and Slot i, if mod(i, 10) = {7,8,9} for i from {0,…,19}</w:t>
            </w:r>
          </w:p>
        </w:tc>
        <w:tc>
          <w:tcPr>
            <w:tcW w:w="1093" w:type="dxa"/>
          </w:tcPr>
          <w:p w14:paraId="3C6AF3DC" w14:textId="77777777" w:rsidR="002E7826" w:rsidRPr="001C0CC4" w:rsidRDefault="002E7826" w:rsidP="002E7826">
            <w:pPr>
              <w:pStyle w:val="TAC"/>
            </w:pPr>
            <w:r w:rsidRPr="001C0CC4">
              <w:t>Bits</w:t>
            </w:r>
          </w:p>
        </w:tc>
        <w:tc>
          <w:tcPr>
            <w:tcW w:w="835" w:type="dxa"/>
          </w:tcPr>
          <w:p w14:paraId="6E1A22CC" w14:textId="77777777" w:rsidR="002E7826" w:rsidRPr="001C0CC4" w:rsidRDefault="002E7826" w:rsidP="002E7826">
            <w:pPr>
              <w:pStyle w:val="TAC"/>
            </w:pPr>
            <w:r w:rsidRPr="001C0CC4">
              <w:t>N/A</w:t>
            </w:r>
          </w:p>
        </w:tc>
        <w:tc>
          <w:tcPr>
            <w:tcW w:w="835" w:type="dxa"/>
          </w:tcPr>
          <w:p w14:paraId="7BB5F12E" w14:textId="77777777" w:rsidR="002E7826" w:rsidRPr="001C0CC4" w:rsidRDefault="002E7826" w:rsidP="002E7826">
            <w:pPr>
              <w:pStyle w:val="TAC"/>
            </w:pPr>
            <w:r w:rsidRPr="001C0CC4">
              <w:t>N/A</w:t>
            </w:r>
          </w:p>
        </w:tc>
        <w:tc>
          <w:tcPr>
            <w:tcW w:w="835" w:type="dxa"/>
          </w:tcPr>
          <w:p w14:paraId="0DF26255" w14:textId="77777777" w:rsidR="002E7826" w:rsidRPr="001C0CC4" w:rsidRDefault="002E7826" w:rsidP="002E7826">
            <w:pPr>
              <w:pStyle w:val="TAC"/>
            </w:pPr>
            <w:r w:rsidRPr="001C0CC4">
              <w:t>N/A</w:t>
            </w:r>
          </w:p>
        </w:tc>
        <w:tc>
          <w:tcPr>
            <w:tcW w:w="835" w:type="dxa"/>
          </w:tcPr>
          <w:p w14:paraId="26B30AA8" w14:textId="77777777" w:rsidR="002E7826" w:rsidRPr="001C0CC4" w:rsidRDefault="002E7826" w:rsidP="002E7826">
            <w:pPr>
              <w:pStyle w:val="TAC"/>
            </w:pPr>
            <w:r w:rsidRPr="001C0CC4">
              <w:t>N/A</w:t>
            </w:r>
          </w:p>
        </w:tc>
        <w:tc>
          <w:tcPr>
            <w:tcW w:w="835" w:type="dxa"/>
          </w:tcPr>
          <w:p w14:paraId="3DAC9637" w14:textId="77777777" w:rsidR="002E7826" w:rsidRPr="001C0CC4" w:rsidRDefault="002E7826" w:rsidP="002E7826">
            <w:pPr>
              <w:pStyle w:val="TAC"/>
            </w:pPr>
            <w:r w:rsidRPr="001C0CC4">
              <w:t>N/A</w:t>
            </w:r>
          </w:p>
        </w:tc>
        <w:tc>
          <w:tcPr>
            <w:tcW w:w="835" w:type="dxa"/>
          </w:tcPr>
          <w:p w14:paraId="210B84E3" w14:textId="77777777" w:rsidR="002E7826" w:rsidRPr="001C0CC4" w:rsidRDefault="002E7826" w:rsidP="002E7826">
            <w:pPr>
              <w:pStyle w:val="TAC"/>
            </w:pPr>
            <w:r w:rsidRPr="001C0CC4">
              <w:t>N/A</w:t>
            </w:r>
          </w:p>
        </w:tc>
        <w:tc>
          <w:tcPr>
            <w:tcW w:w="835" w:type="dxa"/>
          </w:tcPr>
          <w:p w14:paraId="51F5C830" w14:textId="77777777" w:rsidR="002E7826" w:rsidRPr="001C0CC4" w:rsidRDefault="002E7826" w:rsidP="002E7826">
            <w:pPr>
              <w:pStyle w:val="TAC"/>
            </w:pPr>
            <w:r w:rsidRPr="001C0CC4">
              <w:t>N/A</w:t>
            </w:r>
          </w:p>
        </w:tc>
        <w:tc>
          <w:tcPr>
            <w:tcW w:w="835" w:type="dxa"/>
          </w:tcPr>
          <w:p w14:paraId="5D0DBD77" w14:textId="77777777" w:rsidR="002E7826" w:rsidRPr="001C0CC4" w:rsidRDefault="002E7826" w:rsidP="002E7826">
            <w:pPr>
              <w:pStyle w:val="TAC"/>
            </w:pPr>
            <w:r w:rsidRPr="001C0CC4">
              <w:t>N/A</w:t>
            </w:r>
          </w:p>
        </w:tc>
        <w:tc>
          <w:tcPr>
            <w:tcW w:w="835" w:type="dxa"/>
          </w:tcPr>
          <w:p w14:paraId="732A6AE0" w14:textId="77777777" w:rsidR="002E7826" w:rsidRPr="001C0CC4" w:rsidRDefault="002E7826" w:rsidP="002E7826">
            <w:pPr>
              <w:pStyle w:val="TAC"/>
            </w:pPr>
            <w:r w:rsidRPr="001C0CC4">
              <w:t>N/A</w:t>
            </w:r>
          </w:p>
        </w:tc>
        <w:tc>
          <w:tcPr>
            <w:tcW w:w="835" w:type="dxa"/>
          </w:tcPr>
          <w:p w14:paraId="115967F8" w14:textId="310CB873" w:rsidR="002E7826" w:rsidRPr="001C0CC4" w:rsidRDefault="002E7826" w:rsidP="002E7826">
            <w:pPr>
              <w:pStyle w:val="TAC"/>
            </w:pPr>
            <w:r>
              <w:t>N/A</w:t>
            </w:r>
          </w:p>
        </w:tc>
        <w:tc>
          <w:tcPr>
            <w:tcW w:w="835" w:type="dxa"/>
          </w:tcPr>
          <w:p w14:paraId="3D52FBC0" w14:textId="4502A3F9" w:rsidR="002E7826" w:rsidRPr="001C0CC4" w:rsidRDefault="002E7826" w:rsidP="002E7826">
            <w:pPr>
              <w:pStyle w:val="TAC"/>
            </w:pPr>
            <w:r w:rsidRPr="001C0CC4">
              <w:t>N/A</w:t>
            </w:r>
          </w:p>
        </w:tc>
        <w:tc>
          <w:tcPr>
            <w:tcW w:w="835" w:type="dxa"/>
          </w:tcPr>
          <w:p w14:paraId="3390CFA4" w14:textId="77777777" w:rsidR="002E7826" w:rsidRPr="001C0CC4" w:rsidRDefault="002E7826" w:rsidP="002E7826">
            <w:pPr>
              <w:pStyle w:val="TAC"/>
              <w:rPr>
                <w:rFonts w:cs="Arial"/>
              </w:rPr>
            </w:pPr>
            <w:r w:rsidRPr="001C0CC4">
              <w:rPr>
                <w:rFonts w:cs="Arial"/>
              </w:rPr>
              <w:t>N/A</w:t>
            </w:r>
          </w:p>
        </w:tc>
      </w:tr>
      <w:tr w:rsidR="002E7826" w:rsidRPr="001C0CC4" w14:paraId="19D8158D" w14:textId="77777777" w:rsidTr="002E7826">
        <w:trPr>
          <w:jc w:val="center"/>
        </w:trPr>
        <w:tc>
          <w:tcPr>
            <w:tcW w:w="3690" w:type="dxa"/>
          </w:tcPr>
          <w:p w14:paraId="588F06E7" w14:textId="77777777" w:rsidR="002E7826" w:rsidRPr="001C0CC4" w:rsidRDefault="002E7826" w:rsidP="002E7826">
            <w:pPr>
              <w:pStyle w:val="TAL"/>
            </w:pPr>
            <w:r w:rsidRPr="001C0CC4">
              <w:t xml:space="preserve">  For Slot i, if mod(i, 10) = {0,1,2,3,4,5,6} for i from {3,…,19}</w:t>
            </w:r>
          </w:p>
        </w:tc>
        <w:tc>
          <w:tcPr>
            <w:tcW w:w="1093" w:type="dxa"/>
          </w:tcPr>
          <w:p w14:paraId="02089F64" w14:textId="77777777" w:rsidR="002E7826" w:rsidRPr="001C0CC4" w:rsidRDefault="002E7826" w:rsidP="002E7826">
            <w:pPr>
              <w:pStyle w:val="TAC"/>
            </w:pPr>
            <w:r w:rsidRPr="001C0CC4">
              <w:t>Bits</w:t>
            </w:r>
          </w:p>
        </w:tc>
        <w:tc>
          <w:tcPr>
            <w:tcW w:w="835" w:type="dxa"/>
          </w:tcPr>
          <w:p w14:paraId="1FD78025" w14:textId="77777777" w:rsidR="002E7826" w:rsidRPr="001C0CC4" w:rsidRDefault="002E7826" w:rsidP="002E7826">
            <w:pPr>
              <w:pStyle w:val="TAC"/>
            </w:pPr>
            <w:r w:rsidRPr="001C0CC4">
              <w:t>7128</w:t>
            </w:r>
          </w:p>
        </w:tc>
        <w:tc>
          <w:tcPr>
            <w:tcW w:w="835" w:type="dxa"/>
          </w:tcPr>
          <w:p w14:paraId="295BC37E" w14:textId="77777777" w:rsidR="002E7826" w:rsidRPr="001C0CC4" w:rsidRDefault="002E7826" w:rsidP="002E7826">
            <w:pPr>
              <w:pStyle w:val="TAC"/>
            </w:pPr>
            <w:r w:rsidRPr="001C0CC4">
              <w:t>15552</w:t>
            </w:r>
          </w:p>
        </w:tc>
        <w:tc>
          <w:tcPr>
            <w:tcW w:w="835" w:type="dxa"/>
          </w:tcPr>
          <w:p w14:paraId="40677E28" w14:textId="77777777" w:rsidR="002E7826" w:rsidRPr="001C0CC4" w:rsidRDefault="002E7826" w:rsidP="002E7826">
            <w:pPr>
              <w:pStyle w:val="TAC"/>
            </w:pPr>
            <w:r w:rsidRPr="001C0CC4">
              <w:t>24624</w:t>
            </w:r>
          </w:p>
        </w:tc>
        <w:tc>
          <w:tcPr>
            <w:tcW w:w="835" w:type="dxa"/>
          </w:tcPr>
          <w:p w14:paraId="5D5FA603" w14:textId="77777777" w:rsidR="002E7826" w:rsidRPr="001C0CC4" w:rsidRDefault="002E7826" w:rsidP="002E7826">
            <w:pPr>
              <w:pStyle w:val="TAC"/>
            </w:pPr>
            <w:r w:rsidRPr="001C0CC4">
              <w:t>33048</w:t>
            </w:r>
          </w:p>
        </w:tc>
        <w:tc>
          <w:tcPr>
            <w:tcW w:w="835" w:type="dxa"/>
          </w:tcPr>
          <w:p w14:paraId="3970A6FE" w14:textId="77777777" w:rsidR="002E7826" w:rsidRPr="001C0CC4" w:rsidRDefault="002E7826" w:rsidP="002E7826">
            <w:pPr>
              <w:pStyle w:val="TAC"/>
            </w:pPr>
            <w:r w:rsidRPr="001C0CC4">
              <w:t>42120</w:t>
            </w:r>
          </w:p>
        </w:tc>
        <w:tc>
          <w:tcPr>
            <w:tcW w:w="835" w:type="dxa"/>
          </w:tcPr>
          <w:p w14:paraId="31C33950" w14:textId="77777777" w:rsidR="002E7826" w:rsidRPr="001C0CC4" w:rsidRDefault="002E7826" w:rsidP="002E7826">
            <w:pPr>
              <w:pStyle w:val="TAC"/>
            </w:pPr>
            <w:r w:rsidRPr="001C0CC4">
              <w:t>50544</w:t>
            </w:r>
          </w:p>
        </w:tc>
        <w:tc>
          <w:tcPr>
            <w:tcW w:w="835" w:type="dxa"/>
          </w:tcPr>
          <w:p w14:paraId="297A8024" w14:textId="77777777" w:rsidR="002E7826" w:rsidRPr="001C0CC4" w:rsidRDefault="002E7826" w:rsidP="002E7826">
            <w:pPr>
              <w:pStyle w:val="TAC"/>
            </w:pPr>
            <w:r w:rsidRPr="001C0CC4">
              <w:t>68688</w:t>
            </w:r>
          </w:p>
        </w:tc>
        <w:tc>
          <w:tcPr>
            <w:tcW w:w="835" w:type="dxa"/>
          </w:tcPr>
          <w:p w14:paraId="5B92A2E5" w14:textId="77777777" w:rsidR="002E7826" w:rsidRPr="001C0CC4" w:rsidRDefault="002E7826" w:rsidP="002E7826">
            <w:pPr>
              <w:pStyle w:val="TAC"/>
            </w:pPr>
            <w:r w:rsidRPr="001C0CC4">
              <w:t>86184</w:t>
            </w:r>
          </w:p>
        </w:tc>
        <w:tc>
          <w:tcPr>
            <w:tcW w:w="835" w:type="dxa"/>
          </w:tcPr>
          <w:p w14:paraId="237FFF6A" w14:textId="77777777" w:rsidR="002E7826" w:rsidRPr="001C0CC4" w:rsidRDefault="002E7826" w:rsidP="002E7826">
            <w:pPr>
              <w:pStyle w:val="TAC"/>
            </w:pPr>
            <w:r w:rsidRPr="001C0CC4">
              <w:t>104976</w:t>
            </w:r>
          </w:p>
        </w:tc>
        <w:tc>
          <w:tcPr>
            <w:tcW w:w="835" w:type="dxa"/>
          </w:tcPr>
          <w:p w14:paraId="5C05DDD0" w14:textId="500CD75D" w:rsidR="002E7826" w:rsidRPr="001C0CC4" w:rsidRDefault="002E7826" w:rsidP="002E7826">
            <w:pPr>
              <w:pStyle w:val="TAC"/>
            </w:pPr>
            <w:r>
              <w:t>122472</w:t>
            </w:r>
          </w:p>
        </w:tc>
        <w:tc>
          <w:tcPr>
            <w:tcW w:w="835" w:type="dxa"/>
          </w:tcPr>
          <w:p w14:paraId="00763F48" w14:textId="2DF646C6" w:rsidR="002E7826" w:rsidRPr="001C0CC4" w:rsidRDefault="002E7826" w:rsidP="002E7826">
            <w:pPr>
              <w:pStyle w:val="TAC"/>
            </w:pPr>
            <w:r w:rsidRPr="001C0CC4">
              <w:t>140616</w:t>
            </w:r>
          </w:p>
        </w:tc>
        <w:tc>
          <w:tcPr>
            <w:tcW w:w="835" w:type="dxa"/>
          </w:tcPr>
          <w:p w14:paraId="5366625B" w14:textId="77777777" w:rsidR="002E7826" w:rsidRPr="001C0CC4" w:rsidRDefault="002E7826" w:rsidP="002E7826">
            <w:pPr>
              <w:pStyle w:val="TAC"/>
              <w:rPr>
                <w:rFonts w:cs="Arial"/>
              </w:rPr>
            </w:pPr>
            <w:r w:rsidRPr="001C0CC4">
              <w:rPr>
                <w:rFonts w:cs="Arial"/>
              </w:rPr>
              <w:t>176904</w:t>
            </w:r>
          </w:p>
        </w:tc>
      </w:tr>
      <w:tr w:rsidR="002E7826" w:rsidRPr="001C0CC4" w14:paraId="6A249B8D" w14:textId="77777777" w:rsidTr="002E7826">
        <w:trPr>
          <w:trHeight w:val="70"/>
          <w:jc w:val="center"/>
        </w:trPr>
        <w:tc>
          <w:tcPr>
            <w:tcW w:w="3690" w:type="dxa"/>
          </w:tcPr>
          <w:p w14:paraId="11BF9506" w14:textId="77777777" w:rsidR="002E7826" w:rsidRPr="001C0CC4" w:rsidRDefault="002E7826" w:rsidP="002E7826">
            <w:pPr>
              <w:pStyle w:val="TAL"/>
            </w:pPr>
            <w:r w:rsidRPr="001C0CC4">
              <w:t>Max. Throughput averaged over 1 frame</w:t>
            </w:r>
          </w:p>
        </w:tc>
        <w:tc>
          <w:tcPr>
            <w:tcW w:w="1093" w:type="dxa"/>
          </w:tcPr>
          <w:p w14:paraId="7DC4AFA3" w14:textId="77777777" w:rsidR="002E7826" w:rsidRPr="001C0CC4" w:rsidRDefault="002E7826" w:rsidP="002E7826">
            <w:pPr>
              <w:pStyle w:val="TAC"/>
            </w:pPr>
            <w:r w:rsidRPr="001C0CC4">
              <w:t>Mbps</w:t>
            </w:r>
          </w:p>
        </w:tc>
        <w:tc>
          <w:tcPr>
            <w:tcW w:w="835" w:type="dxa"/>
          </w:tcPr>
          <w:p w14:paraId="7D9303B6" w14:textId="77777777" w:rsidR="002E7826" w:rsidRPr="001C0CC4" w:rsidRDefault="002E7826" w:rsidP="002E7826">
            <w:pPr>
              <w:pStyle w:val="TAC"/>
            </w:pPr>
            <w:r w:rsidRPr="001C0CC4">
              <w:t>5.914</w:t>
            </w:r>
          </w:p>
        </w:tc>
        <w:tc>
          <w:tcPr>
            <w:tcW w:w="835" w:type="dxa"/>
          </w:tcPr>
          <w:p w14:paraId="0C0254EE" w14:textId="77777777" w:rsidR="002E7826" w:rsidRPr="001C0CC4" w:rsidRDefault="002E7826" w:rsidP="002E7826">
            <w:pPr>
              <w:pStyle w:val="TAC"/>
            </w:pPr>
            <w:r w:rsidRPr="001C0CC4">
              <w:t>12.962</w:t>
            </w:r>
          </w:p>
        </w:tc>
        <w:tc>
          <w:tcPr>
            <w:tcW w:w="835" w:type="dxa"/>
          </w:tcPr>
          <w:p w14:paraId="5080F305" w14:textId="77777777" w:rsidR="002E7826" w:rsidRPr="001C0CC4" w:rsidRDefault="002E7826" w:rsidP="002E7826">
            <w:pPr>
              <w:pStyle w:val="TAC"/>
            </w:pPr>
            <w:r w:rsidRPr="001C0CC4">
              <w:t>20.275</w:t>
            </w:r>
          </w:p>
        </w:tc>
        <w:tc>
          <w:tcPr>
            <w:tcW w:w="835" w:type="dxa"/>
          </w:tcPr>
          <w:p w14:paraId="7DF7E85F" w14:textId="77777777" w:rsidR="002E7826" w:rsidRPr="001C0CC4" w:rsidRDefault="002E7826" w:rsidP="002E7826">
            <w:pPr>
              <w:pStyle w:val="TAC"/>
            </w:pPr>
            <w:r w:rsidRPr="001C0CC4">
              <w:t>27.614</w:t>
            </w:r>
          </w:p>
        </w:tc>
        <w:tc>
          <w:tcPr>
            <w:tcW w:w="835" w:type="dxa"/>
          </w:tcPr>
          <w:p w14:paraId="2A9A7162" w14:textId="77777777" w:rsidR="002E7826" w:rsidRPr="001C0CC4" w:rsidRDefault="002E7826" w:rsidP="002E7826">
            <w:pPr>
              <w:pStyle w:val="TAC"/>
            </w:pPr>
            <w:r w:rsidRPr="001C0CC4">
              <w:t>34.927</w:t>
            </w:r>
          </w:p>
        </w:tc>
        <w:tc>
          <w:tcPr>
            <w:tcW w:w="835" w:type="dxa"/>
          </w:tcPr>
          <w:p w14:paraId="01FC9399" w14:textId="77777777" w:rsidR="002E7826" w:rsidRPr="001C0CC4" w:rsidRDefault="002E7826" w:rsidP="002E7826">
            <w:pPr>
              <w:pStyle w:val="TAC"/>
            </w:pPr>
            <w:r w:rsidRPr="001C0CC4">
              <w:t>41.686</w:t>
            </w:r>
          </w:p>
        </w:tc>
        <w:tc>
          <w:tcPr>
            <w:tcW w:w="835" w:type="dxa"/>
          </w:tcPr>
          <w:p w14:paraId="51B703A3" w14:textId="77777777" w:rsidR="002E7826" w:rsidRPr="001C0CC4" w:rsidRDefault="002E7826" w:rsidP="002E7826">
            <w:pPr>
              <w:pStyle w:val="TAC"/>
            </w:pPr>
            <w:r w:rsidRPr="001C0CC4">
              <w:t>57.446</w:t>
            </w:r>
          </w:p>
        </w:tc>
        <w:tc>
          <w:tcPr>
            <w:tcW w:w="835" w:type="dxa"/>
          </w:tcPr>
          <w:p w14:paraId="751360C0" w14:textId="77777777" w:rsidR="002E7826" w:rsidRPr="001C0CC4" w:rsidRDefault="002E7826" w:rsidP="002E7826">
            <w:pPr>
              <w:pStyle w:val="TAC"/>
            </w:pPr>
            <w:r w:rsidRPr="001C0CC4">
              <w:t>71.007</w:t>
            </w:r>
          </w:p>
        </w:tc>
        <w:tc>
          <w:tcPr>
            <w:tcW w:w="835" w:type="dxa"/>
          </w:tcPr>
          <w:p w14:paraId="0373A31C" w14:textId="77777777" w:rsidR="002E7826" w:rsidRPr="001C0CC4" w:rsidRDefault="002E7826" w:rsidP="002E7826">
            <w:pPr>
              <w:pStyle w:val="TAC"/>
            </w:pPr>
            <w:r w:rsidRPr="001C0CC4">
              <w:t>87.886</w:t>
            </w:r>
          </w:p>
        </w:tc>
        <w:tc>
          <w:tcPr>
            <w:tcW w:w="835" w:type="dxa"/>
          </w:tcPr>
          <w:p w14:paraId="7DDD3195" w14:textId="17AEDE7C" w:rsidR="002E7826" w:rsidRPr="001C0CC4" w:rsidRDefault="002E7826" w:rsidP="002E7826">
            <w:pPr>
              <w:pStyle w:val="TAC"/>
            </w:pPr>
            <w:r>
              <w:t>101.42</w:t>
            </w:r>
          </w:p>
        </w:tc>
        <w:tc>
          <w:tcPr>
            <w:tcW w:w="835" w:type="dxa"/>
          </w:tcPr>
          <w:p w14:paraId="0645184E" w14:textId="681B6421" w:rsidR="002E7826" w:rsidRPr="001C0CC4" w:rsidRDefault="002E7826" w:rsidP="002E7826">
            <w:pPr>
              <w:pStyle w:val="TAC"/>
            </w:pPr>
            <w:r w:rsidRPr="001C0CC4">
              <w:t>117.234</w:t>
            </w:r>
          </w:p>
        </w:tc>
        <w:tc>
          <w:tcPr>
            <w:tcW w:w="835" w:type="dxa"/>
          </w:tcPr>
          <w:p w14:paraId="23C2257B" w14:textId="77777777" w:rsidR="002E7826" w:rsidRPr="001C0CC4" w:rsidRDefault="002E7826" w:rsidP="002E7826">
            <w:pPr>
              <w:pStyle w:val="TAC"/>
              <w:rPr>
                <w:rFonts w:cs="Arial"/>
              </w:rPr>
            </w:pPr>
            <w:r w:rsidRPr="001C0CC4">
              <w:rPr>
                <w:rFonts w:cs="Arial"/>
              </w:rPr>
              <w:t>148.826</w:t>
            </w:r>
          </w:p>
        </w:tc>
      </w:tr>
      <w:tr w:rsidR="002E7826" w:rsidRPr="001C0CC4" w14:paraId="18E5937C" w14:textId="77777777" w:rsidTr="001C738A">
        <w:trPr>
          <w:trHeight w:val="70"/>
          <w:jc w:val="center"/>
        </w:trPr>
        <w:tc>
          <w:tcPr>
            <w:tcW w:w="14803" w:type="dxa"/>
            <w:gridSpan w:val="14"/>
          </w:tcPr>
          <w:p w14:paraId="19704F16" w14:textId="29C41B0A"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0496B0D3"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240A3A1D" w14:textId="77777777" w:rsidR="002E7826" w:rsidRPr="001C0CC4" w:rsidRDefault="002E7826" w:rsidP="00DC7196">
            <w:pPr>
              <w:keepNext/>
              <w:keepLines/>
              <w:spacing w:after="0"/>
              <w:ind w:left="850" w:hanging="850"/>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37642B80" w14:textId="77777777" w:rsidR="002E7826" w:rsidRPr="001C0CC4" w:rsidRDefault="002E7826" w:rsidP="00DC7196">
            <w:pPr>
              <w:keepNext/>
              <w:keepLines/>
              <w:spacing w:after="0"/>
              <w:ind w:left="851" w:hanging="851"/>
              <w:rPr>
                <w:rFonts w:ascii="Arial" w:hAnsi="Arial" w:cs="Arial"/>
                <w:sz w:val="16"/>
                <w:szCs w:val="16"/>
                <w:lang w:val="en-US"/>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3A57C88D" w14:textId="77777777" w:rsidR="00DC7196" w:rsidRPr="001C0CC4" w:rsidRDefault="00DC7196" w:rsidP="00DC7196"/>
    <w:p w14:paraId="54B58E28" w14:textId="77777777" w:rsidR="00DC7196" w:rsidRPr="001C0CC4" w:rsidRDefault="00DC7196" w:rsidP="00DC7196">
      <w:pPr>
        <w:pStyle w:val="Heading3"/>
        <w:ind w:left="0" w:firstLine="0"/>
      </w:pPr>
      <w:r w:rsidRPr="001C0CC4">
        <w:br w:type="page"/>
      </w:r>
    </w:p>
    <w:p w14:paraId="541B7291" w14:textId="77777777" w:rsidR="00DC7196" w:rsidRPr="001C0CC4" w:rsidRDefault="00DC7196" w:rsidP="00DC7196">
      <w:pPr>
        <w:pStyle w:val="TH"/>
      </w:pPr>
      <w:r w:rsidRPr="001C0CC4">
        <w:t>Table A.3.3.3-3. Fixed reference channel for maximum input level receiver requirements (SCS 60 kHz, TDD, 64QAM)</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2E7826" w:rsidRPr="001C0CC4" w14:paraId="2AB0BFEC" w14:textId="77777777" w:rsidTr="002E7826">
        <w:trPr>
          <w:jc w:val="center"/>
        </w:trPr>
        <w:tc>
          <w:tcPr>
            <w:tcW w:w="3690" w:type="dxa"/>
          </w:tcPr>
          <w:p w14:paraId="3C06FCF1" w14:textId="77777777" w:rsidR="002E7826" w:rsidRPr="001C0CC4" w:rsidRDefault="002E7826" w:rsidP="00DC7196">
            <w:pPr>
              <w:keepNext/>
              <w:keepLines/>
              <w:spacing w:after="0"/>
              <w:jc w:val="center"/>
              <w:rPr>
                <w:rFonts w:ascii="Arial" w:hAnsi="Arial"/>
                <w:b/>
                <w:sz w:val="18"/>
              </w:rPr>
            </w:pPr>
            <w:r w:rsidRPr="001C0CC4">
              <w:rPr>
                <w:rFonts w:ascii="Arial" w:hAnsi="Arial"/>
                <w:b/>
                <w:sz w:val="18"/>
              </w:rPr>
              <w:t>Parameter</w:t>
            </w:r>
          </w:p>
        </w:tc>
        <w:tc>
          <w:tcPr>
            <w:tcW w:w="1093" w:type="dxa"/>
          </w:tcPr>
          <w:p w14:paraId="73228257" w14:textId="77777777" w:rsidR="002E7826" w:rsidRPr="001C0CC4" w:rsidRDefault="002E7826" w:rsidP="00DC7196">
            <w:pPr>
              <w:keepNext/>
              <w:keepLines/>
              <w:spacing w:after="0"/>
              <w:jc w:val="center"/>
              <w:rPr>
                <w:rFonts w:ascii="Arial" w:hAnsi="Arial"/>
                <w:b/>
                <w:sz w:val="18"/>
              </w:rPr>
            </w:pPr>
            <w:r w:rsidRPr="001C0CC4">
              <w:rPr>
                <w:rFonts w:ascii="Arial" w:hAnsi="Arial"/>
                <w:b/>
                <w:sz w:val="18"/>
              </w:rPr>
              <w:t>Unit</w:t>
            </w:r>
          </w:p>
        </w:tc>
        <w:tc>
          <w:tcPr>
            <w:tcW w:w="848" w:type="dxa"/>
          </w:tcPr>
          <w:p w14:paraId="233287E0" w14:textId="77777777" w:rsidR="002E7826" w:rsidRPr="001C0CC4" w:rsidRDefault="002E7826" w:rsidP="00DC7196">
            <w:pPr>
              <w:keepNext/>
              <w:keepLines/>
              <w:spacing w:after="0"/>
              <w:jc w:val="center"/>
              <w:rPr>
                <w:rFonts w:ascii="Arial" w:hAnsi="Arial"/>
                <w:b/>
                <w:sz w:val="18"/>
              </w:rPr>
            </w:pPr>
          </w:p>
        </w:tc>
        <w:tc>
          <w:tcPr>
            <w:tcW w:w="8481" w:type="dxa"/>
            <w:gridSpan w:val="10"/>
          </w:tcPr>
          <w:p w14:paraId="0DEF26D0" w14:textId="7C2B463D" w:rsidR="002E7826" w:rsidRPr="001C0CC4" w:rsidRDefault="002E7826" w:rsidP="00DC7196">
            <w:pPr>
              <w:keepNext/>
              <w:keepLines/>
              <w:spacing w:after="0"/>
              <w:jc w:val="center"/>
              <w:rPr>
                <w:rFonts w:ascii="Arial" w:hAnsi="Arial"/>
                <w:b/>
                <w:sz w:val="18"/>
              </w:rPr>
            </w:pPr>
            <w:r w:rsidRPr="001C0CC4">
              <w:rPr>
                <w:rFonts w:ascii="Arial" w:hAnsi="Arial"/>
                <w:b/>
                <w:sz w:val="18"/>
              </w:rPr>
              <w:t>Value</w:t>
            </w:r>
          </w:p>
        </w:tc>
      </w:tr>
      <w:tr w:rsidR="002E7826" w:rsidRPr="001C0CC4" w14:paraId="3E0794F4" w14:textId="77777777" w:rsidTr="001C738A">
        <w:trPr>
          <w:jc w:val="center"/>
        </w:trPr>
        <w:tc>
          <w:tcPr>
            <w:tcW w:w="3690" w:type="dxa"/>
          </w:tcPr>
          <w:p w14:paraId="59BF89B7" w14:textId="77777777" w:rsidR="002E7826" w:rsidRPr="001C0CC4" w:rsidRDefault="002E7826" w:rsidP="002E7826">
            <w:pPr>
              <w:keepNext/>
              <w:keepLines/>
              <w:spacing w:after="0"/>
              <w:jc w:val="center"/>
              <w:rPr>
                <w:rFonts w:ascii="Arial" w:eastAsia="SimSun" w:hAnsi="Arial"/>
                <w:b/>
                <w:sz w:val="18"/>
              </w:rPr>
            </w:pPr>
            <w:r w:rsidRPr="001C0CC4">
              <w:rPr>
                <w:rFonts w:ascii="Arial" w:eastAsia="SimSun" w:hAnsi="Arial"/>
                <w:b/>
                <w:sz w:val="18"/>
              </w:rPr>
              <w:t>Channel bandwidth</w:t>
            </w:r>
          </w:p>
        </w:tc>
        <w:tc>
          <w:tcPr>
            <w:tcW w:w="1093" w:type="dxa"/>
            <w:vAlign w:val="center"/>
          </w:tcPr>
          <w:p w14:paraId="2413082D"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MHz</w:t>
            </w:r>
          </w:p>
        </w:tc>
        <w:tc>
          <w:tcPr>
            <w:tcW w:w="848" w:type="dxa"/>
            <w:vAlign w:val="center"/>
          </w:tcPr>
          <w:p w14:paraId="092D5FE5"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10</w:t>
            </w:r>
          </w:p>
        </w:tc>
        <w:tc>
          <w:tcPr>
            <w:tcW w:w="848" w:type="dxa"/>
            <w:vAlign w:val="center"/>
          </w:tcPr>
          <w:p w14:paraId="2CC49ADA"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15</w:t>
            </w:r>
          </w:p>
        </w:tc>
        <w:tc>
          <w:tcPr>
            <w:tcW w:w="848" w:type="dxa"/>
            <w:vAlign w:val="center"/>
          </w:tcPr>
          <w:p w14:paraId="0D755BB0"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20</w:t>
            </w:r>
          </w:p>
        </w:tc>
        <w:tc>
          <w:tcPr>
            <w:tcW w:w="848" w:type="dxa"/>
            <w:vAlign w:val="center"/>
          </w:tcPr>
          <w:p w14:paraId="6A4B3525"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25</w:t>
            </w:r>
          </w:p>
        </w:tc>
        <w:tc>
          <w:tcPr>
            <w:tcW w:w="848" w:type="dxa"/>
            <w:vAlign w:val="center"/>
          </w:tcPr>
          <w:p w14:paraId="6242ADD9"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30</w:t>
            </w:r>
          </w:p>
        </w:tc>
        <w:tc>
          <w:tcPr>
            <w:tcW w:w="848" w:type="dxa"/>
            <w:vAlign w:val="center"/>
          </w:tcPr>
          <w:p w14:paraId="33143CC4"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40</w:t>
            </w:r>
          </w:p>
        </w:tc>
        <w:tc>
          <w:tcPr>
            <w:tcW w:w="848" w:type="dxa"/>
            <w:vAlign w:val="center"/>
          </w:tcPr>
          <w:p w14:paraId="2A6C0A5D"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50</w:t>
            </w:r>
          </w:p>
        </w:tc>
        <w:tc>
          <w:tcPr>
            <w:tcW w:w="848" w:type="dxa"/>
            <w:vAlign w:val="center"/>
          </w:tcPr>
          <w:p w14:paraId="0DD65F7D"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60</w:t>
            </w:r>
          </w:p>
        </w:tc>
        <w:tc>
          <w:tcPr>
            <w:tcW w:w="848" w:type="dxa"/>
            <w:vAlign w:val="center"/>
          </w:tcPr>
          <w:p w14:paraId="047C1813" w14:textId="3FD16346" w:rsidR="002E7826" w:rsidRPr="001C0CC4" w:rsidRDefault="002E7826" w:rsidP="002E7826">
            <w:pPr>
              <w:keepNext/>
              <w:keepLines/>
              <w:spacing w:after="0"/>
              <w:jc w:val="center"/>
              <w:rPr>
                <w:rFonts w:ascii="Arial" w:hAnsi="Arial"/>
                <w:b/>
                <w:sz w:val="18"/>
              </w:rPr>
            </w:pPr>
            <w:r>
              <w:rPr>
                <w:rFonts w:ascii="Arial" w:hAnsi="Arial"/>
                <w:b/>
                <w:sz w:val="18"/>
              </w:rPr>
              <w:t>70</w:t>
            </w:r>
          </w:p>
        </w:tc>
        <w:tc>
          <w:tcPr>
            <w:tcW w:w="848" w:type="dxa"/>
            <w:vAlign w:val="center"/>
          </w:tcPr>
          <w:p w14:paraId="7419FFBF" w14:textId="64935DA3" w:rsidR="002E7826" w:rsidRPr="001C0CC4" w:rsidRDefault="002E7826" w:rsidP="002E7826">
            <w:pPr>
              <w:keepNext/>
              <w:keepLines/>
              <w:spacing w:after="0"/>
              <w:jc w:val="center"/>
              <w:rPr>
                <w:rFonts w:ascii="Arial" w:hAnsi="Arial"/>
                <w:b/>
                <w:sz w:val="18"/>
              </w:rPr>
            </w:pPr>
            <w:r w:rsidRPr="001C0CC4">
              <w:rPr>
                <w:rFonts w:ascii="Arial" w:hAnsi="Arial"/>
                <w:b/>
                <w:sz w:val="18"/>
              </w:rPr>
              <w:t>80</w:t>
            </w:r>
          </w:p>
        </w:tc>
        <w:tc>
          <w:tcPr>
            <w:tcW w:w="849" w:type="dxa"/>
            <w:vAlign w:val="center"/>
          </w:tcPr>
          <w:p w14:paraId="24752B37" w14:textId="77777777" w:rsidR="002E7826" w:rsidRPr="001C0CC4" w:rsidRDefault="002E7826" w:rsidP="002E7826">
            <w:pPr>
              <w:keepNext/>
              <w:keepLines/>
              <w:spacing w:after="0"/>
              <w:jc w:val="center"/>
              <w:rPr>
                <w:rFonts w:ascii="Arial" w:hAnsi="Arial"/>
                <w:b/>
                <w:sz w:val="18"/>
              </w:rPr>
            </w:pPr>
            <w:r w:rsidRPr="001C0CC4">
              <w:rPr>
                <w:rFonts w:ascii="Arial" w:hAnsi="Arial"/>
                <w:b/>
                <w:sz w:val="18"/>
              </w:rPr>
              <w:t>100</w:t>
            </w:r>
          </w:p>
        </w:tc>
      </w:tr>
      <w:tr w:rsidR="002E7826" w:rsidRPr="001C0CC4" w14:paraId="7B9E424E" w14:textId="77777777" w:rsidTr="002E7826">
        <w:trPr>
          <w:jc w:val="center"/>
        </w:trPr>
        <w:tc>
          <w:tcPr>
            <w:tcW w:w="3690" w:type="dxa"/>
          </w:tcPr>
          <w:p w14:paraId="43EA226B" w14:textId="77777777" w:rsidR="002E7826" w:rsidRPr="001C0CC4" w:rsidRDefault="002E7826" w:rsidP="002E7826">
            <w:pPr>
              <w:pStyle w:val="TAL"/>
            </w:pPr>
            <w:r w:rsidRPr="001C0CC4">
              <w:t xml:space="preserve">Subcarrier spacing configuration </w:t>
            </w:r>
            <w:r w:rsidRPr="001C0CC4">
              <w:object w:dxaOrig="220" w:dyaOrig="240" w14:anchorId="01953CF1">
                <v:shape id="_x0000_i1035" type="#_x0000_t75" style="width:17.35pt;height:19.45pt" o:ole="">
                  <v:imagedata r:id="rId11" o:title=""/>
                </v:shape>
                <o:OLEObject Type="Embed" ProgID="Equation.3" ShapeID="_x0000_i1035" DrawAspect="Content" ObjectID="_1734986602" r:id="rId29"/>
              </w:object>
            </w:r>
          </w:p>
        </w:tc>
        <w:tc>
          <w:tcPr>
            <w:tcW w:w="1093" w:type="dxa"/>
          </w:tcPr>
          <w:p w14:paraId="6C2231E0" w14:textId="77777777" w:rsidR="002E7826" w:rsidRPr="001C0CC4" w:rsidRDefault="002E7826" w:rsidP="002E7826">
            <w:pPr>
              <w:pStyle w:val="TAC"/>
            </w:pPr>
          </w:p>
        </w:tc>
        <w:tc>
          <w:tcPr>
            <w:tcW w:w="848" w:type="dxa"/>
          </w:tcPr>
          <w:p w14:paraId="76E04DCA" w14:textId="77777777" w:rsidR="002E7826" w:rsidRPr="001C0CC4" w:rsidRDefault="002E7826" w:rsidP="002E7826">
            <w:pPr>
              <w:pStyle w:val="TAC"/>
            </w:pPr>
            <w:r w:rsidRPr="001C0CC4">
              <w:t>2</w:t>
            </w:r>
          </w:p>
        </w:tc>
        <w:tc>
          <w:tcPr>
            <w:tcW w:w="848" w:type="dxa"/>
          </w:tcPr>
          <w:p w14:paraId="1615427C" w14:textId="77777777" w:rsidR="002E7826" w:rsidRPr="001C0CC4" w:rsidRDefault="002E7826" w:rsidP="002E7826">
            <w:pPr>
              <w:pStyle w:val="TAC"/>
            </w:pPr>
            <w:r w:rsidRPr="001C0CC4">
              <w:t>2</w:t>
            </w:r>
          </w:p>
        </w:tc>
        <w:tc>
          <w:tcPr>
            <w:tcW w:w="848" w:type="dxa"/>
          </w:tcPr>
          <w:p w14:paraId="48A44B84" w14:textId="77777777" w:rsidR="002E7826" w:rsidRPr="001C0CC4" w:rsidRDefault="002E7826" w:rsidP="002E7826">
            <w:pPr>
              <w:pStyle w:val="TAC"/>
            </w:pPr>
            <w:r w:rsidRPr="001C0CC4">
              <w:t>2</w:t>
            </w:r>
          </w:p>
        </w:tc>
        <w:tc>
          <w:tcPr>
            <w:tcW w:w="848" w:type="dxa"/>
          </w:tcPr>
          <w:p w14:paraId="61F1D0D5" w14:textId="77777777" w:rsidR="002E7826" w:rsidRPr="001C0CC4" w:rsidRDefault="002E7826" w:rsidP="002E7826">
            <w:pPr>
              <w:pStyle w:val="TAC"/>
            </w:pPr>
            <w:r w:rsidRPr="001C0CC4">
              <w:t>2</w:t>
            </w:r>
          </w:p>
        </w:tc>
        <w:tc>
          <w:tcPr>
            <w:tcW w:w="848" w:type="dxa"/>
          </w:tcPr>
          <w:p w14:paraId="14E558F8" w14:textId="77777777" w:rsidR="002E7826" w:rsidRPr="001C0CC4" w:rsidRDefault="002E7826" w:rsidP="002E7826">
            <w:pPr>
              <w:pStyle w:val="TAC"/>
            </w:pPr>
            <w:r w:rsidRPr="001C0CC4">
              <w:t>2</w:t>
            </w:r>
          </w:p>
        </w:tc>
        <w:tc>
          <w:tcPr>
            <w:tcW w:w="848" w:type="dxa"/>
          </w:tcPr>
          <w:p w14:paraId="3D92D08D" w14:textId="77777777" w:rsidR="002E7826" w:rsidRPr="001C0CC4" w:rsidRDefault="002E7826" w:rsidP="002E7826">
            <w:pPr>
              <w:pStyle w:val="TAC"/>
            </w:pPr>
            <w:r w:rsidRPr="001C0CC4">
              <w:t>2</w:t>
            </w:r>
          </w:p>
        </w:tc>
        <w:tc>
          <w:tcPr>
            <w:tcW w:w="848" w:type="dxa"/>
          </w:tcPr>
          <w:p w14:paraId="44577C60" w14:textId="77777777" w:rsidR="002E7826" w:rsidRPr="001C0CC4" w:rsidRDefault="002E7826" w:rsidP="002E7826">
            <w:pPr>
              <w:pStyle w:val="TAC"/>
            </w:pPr>
            <w:r w:rsidRPr="001C0CC4">
              <w:t>2</w:t>
            </w:r>
          </w:p>
        </w:tc>
        <w:tc>
          <w:tcPr>
            <w:tcW w:w="848" w:type="dxa"/>
          </w:tcPr>
          <w:p w14:paraId="6B4B4FD4" w14:textId="77777777" w:rsidR="002E7826" w:rsidRPr="001C0CC4" w:rsidRDefault="002E7826" w:rsidP="002E7826">
            <w:pPr>
              <w:pStyle w:val="TAC"/>
            </w:pPr>
            <w:r w:rsidRPr="001C0CC4">
              <w:t>2</w:t>
            </w:r>
          </w:p>
        </w:tc>
        <w:tc>
          <w:tcPr>
            <w:tcW w:w="848" w:type="dxa"/>
          </w:tcPr>
          <w:p w14:paraId="4AF7C02B" w14:textId="5EDA3F6E" w:rsidR="002E7826" w:rsidRPr="001C0CC4" w:rsidRDefault="002E7826" w:rsidP="002E7826">
            <w:pPr>
              <w:pStyle w:val="TAC"/>
            </w:pPr>
            <w:r>
              <w:t>2</w:t>
            </w:r>
          </w:p>
        </w:tc>
        <w:tc>
          <w:tcPr>
            <w:tcW w:w="848" w:type="dxa"/>
          </w:tcPr>
          <w:p w14:paraId="434279DE" w14:textId="27B44CEC" w:rsidR="002E7826" w:rsidRPr="001C0CC4" w:rsidRDefault="002E7826" w:rsidP="002E7826">
            <w:pPr>
              <w:pStyle w:val="TAC"/>
            </w:pPr>
            <w:r w:rsidRPr="001C0CC4">
              <w:t>2</w:t>
            </w:r>
          </w:p>
        </w:tc>
        <w:tc>
          <w:tcPr>
            <w:tcW w:w="849" w:type="dxa"/>
          </w:tcPr>
          <w:p w14:paraId="684A0B3E" w14:textId="77777777" w:rsidR="002E7826" w:rsidRPr="001C0CC4" w:rsidRDefault="002E7826" w:rsidP="002E7826">
            <w:pPr>
              <w:pStyle w:val="TAC"/>
            </w:pPr>
            <w:r w:rsidRPr="001C0CC4">
              <w:t>2</w:t>
            </w:r>
          </w:p>
        </w:tc>
      </w:tr>
      <w:tr w:rsidR="002E7826" w:rsidRPr="001C0CC4" w14:paraId="6BE19C8B" w14:textId="77777777" w:rsidTr="002E7826">
        <w:trPr>
          <w:jc w:val="center"/>
        </w:trPr>
        <w:tc>
          <w:tcPr>
            <w:tcW w:w="3690" w:type="dxa"/>
          </w:tcPr>
          <w:p w14:paraId="0162A30D" w14:textId="77777777" w:rsidR="002E7826" w:rsidRPr="001C0CC4" w:rsidRDefault="002E7826" w:rsidP="002E7826">
            <w:pPr>
              <w:pStyle w:val="TAL"/>
            </w:pPr>
            <w:r w:rsidRPr="001C0CC4">
              <w:t>Allocated resource blocks</w:t>
            </w:r>
          </w:p>
        </w:tc>
        <w:tc>
          <w:tcPr>
            <w:tcW w:w="1093" w:type="dxa"/>
          </w:tcPr>
          <w:p w14:paraId="4015CED0" w14:textId="77777777" w:rsidR="002E7826" w:rsidRPr="001C0CC4" w:rsidRDefault="002E7826" w:rsidP="002E7826">
            <w:pPr>
              <w:pStyle w:val="TAC"/>
            </w:pPr>
          </w:p>
        </w:tc>
        <w:tc>
          <w:tcPr>
            <w:tcW w:w="848" w:type="dxa"/>
          </w:tcPr>
          <w:p w14:paraId="1FABD809" w14:textId="77777777" w:rsidR="002E7826" w:rsidRPr="001C0CC4" w:rsidRDefault="002E7826" w:rsidP="002E7826">
            <w:pPr>
              <w:pStyle w:val="TAC"/>
            </w:pPr>
            <w:r w:rsidRPr="001C0CC4">
              <w:t>11</w:t>
            </w:r>
          </w:p>
        </w:tc>
        <w:tc>
          <w:tcPr>
            <w:tcW w:w="848" w:type="dxa"/>
          </w:tcPr>
          <w:p w14:paraId="1E8B8160" w14:textId="77777777" w:rsidR="002E7826" w:rsidRPr="001C0CC4" w:rsidRDefault="002E7826" w:rsidP="002E7826">
            <w:pPr>
              <w:pStyle w:val="TAC"/>
            </w:pPr>
            <w:r w:rsidRPr="001C0CC4">
              <w:t>18</w:t>
            </w:r>
          </w:p>
        </w:tc>
        <w:tc>
          <w:tcPr>
            <w:tcW w:w="848" w:type="dxa"/>
          </w:tcPr>
          <w:p w14:paraId="68EF0AE0" w14:textId="77777777" w:rsidR="002E7826" w:rsidRPr="001C0CC4" w:rsidRDefault="002E7826" w:rsidP="002E7826">
            <w:pPr>
              <w:pStyle w:val="TAC"/>
            </w:pPr>
            <w:r w:rsidRPr="001C0CC4">
              <w:t>24</w:t>
            </w:r>
          </w:p>
        </w:tc>
        <w:tc>
          <w:tcPr>
            <w:tcW w:w="848" w:type="dxa"/>
          </w:tcPr>
          <w:p w14:paraId="35812CC3" w14:textId="77777777" w:rsidR="002E7826" w:rsidRPr="001C0CC4" w:rsidRDefault="002E7826" w:rsidP="002E7826">
            <w:pPr>
              <w:pStyle w:val="TAC"/>
            </w:pPr>
            <w:r w:rsidRPr="001C0CC4">
              <w:t>31</w:t>
            </w:r>
          </w:p>
        </w:tc>
        <w:tc>
          <w:tcPr>
            <w:tcW w:w="848" w:type="dxa"/>
          </w:tcPr>
          <w:p w14:paraId="379EF235" w14:textId="77777777" w:rsidR="002E7826" w:rsidRPr="001C0CC4" w:rsidRDefault="002E7826" w:rsidP="002E7826">
            <w:pPr>
              <w:pStyle w:val="TAC"/>
            </w:pPr>
            <w:r w:rsidRPr="001C0CC4">
              <w:t>38</w:t>
            </w:r>
          </w:p>
        </w:tc>
        <w:tc>
          <w:tcPr>
            <w:tcW w:w="848" w:type="dxa"/>
          </w:tcPr>
          <w:p w14:paraId="67BEAC06" w14:textId="77777777" w:rsidR="002E7826" w:rsidRPr="001C0CC4" w:rsidRDefault="002E7826" w:rsidP="002E7826">
            <w:pPr>
              <w:pStyle w:val="TAC"/>
            </w:pPr>
            <w:r w:rsidRPr="001C0CC4">
              <w:t>51</w:t>
            </w:r>
          </w:p>
        </w:tc>
        <w:tc>
          <w:tcPr>
            <w:tcW w:w="848" w:type="dxa"/>
          </w:tcPr>
          <w:p w14:paraId="18DA5B0B" w14:textId="77777777" w:rsidR="002E7826" w:rsidRPr="001C0CC4" w:rsidRDefault="002E7826" w:rsidP="002E7826">
            <w:pPr>
              <w:pStyle w:val="TAC"/>
            </w:pPr>
            <w:r w:rsidRPr="001C0CC4">
              <w:t>65</w:t>
            </w:r>
          </w:p>
        </w:tc>
        <w:tc>
          <w:tcPr>
            <w:tcW w:w="848" w:type="dxa"/>
          </w:tcPr>
          <w:p w14:paraId="0BE367F3" w14:textId="77777777" w:rsidR="002E7826" w:rsidRPr="001C0CC4" w:rsidRDefault="002E7826" w:rsidP="002E7826">
            <w:pPr>
              <w:pStyle w:val="TAC"/>
            </w:pPr>
            <w:r w:rsidRPr="001C0CC4">
              <w:t>79</w:t>
            </w:r>
          </w:p>
        </w:tc>
        <w:tc>
          <w:tcPr>
            <w:tcW w:w="848" w:type="dxa"/>
          </w:tcPr>
          <w:p w14:paraId="520D109C" w14:textId="75C05858" w:rsidR="002E7826" w:rsidRPr="001C0CC4" w:rsidRDefault="002E7826" w:rsidP="002E7826">
            <w:pPr>
              <w:pStyle w:val="TAC"/>
            </w:pPr>
            <w:r>
              <w:t>93</w:t>
            </w:r>
          </w:p>
        </w:tc>
        <w:tc>
          <w:tcPr>
            <w:tcW w:w="848" w:type="dxa"/>
          </w:tcPr>
          <w:p w14:paraId="2E179C89" w14:textId="1D940192" w:rsidR="002E7826" w:rsidRPr="001C0CC4" w:rsidRDefault="002E7826" w:rsidP="002E7826">
            <w:pPr>
              <w:pStyle w:val="TAC"/>
            </w:pPr>
            <w:r w:rsidRPr="001C0CC4">
              <w:t>107</w:t>
            </w:r>
          </w:p>
        </w:tc>
        <w:tc>
          <w:tcPr>
            <w:tcW w:w="849" w:type="dxa"/>
          </w:tcPr>
          <w:p w14:paraId="5ADD03A4" w14:textId="77777777" w:rsidR="002E7826" w:rsidRPr="001C0CC4" w:rsidRDefault="002E7826" w:rsidP="002E7826">
            <w:pPr>
              <w:pStyle w:val="TAC"/>
            </w:pPr>
            <w:r w:rsidRPr="001C0CC4">
              <w:t>135</w:t>
            </w:r>
          </w:p>
        </w:tc>
      </w:tr>
      <w:tr w:rsidR="002E7826" w:rsidRPr="001C0CC4" w14:paraId="31F14B35" w14:textId="77777777" w:rsidTr="002E7826">
        <w:trPr>
          <w:jc w:val="center"/>
        </w:trPr>
        <w:tc>
          <w:tcPr>
            <w:tcW w:w="3690" w:type="dxa"/>
          </w:tcPr>
          <w:p w14:paraId="493F64E6" w14:textId="77777777" w:rsidR="002E7826" w:rsidRPr="001C0CC4" w:rsidRDefault="002E7826" w:rsidP="002E7826">
            <w:pPr>
              <w:pStyle w:val="TAL"/>
            </w:pPr>
            <w:r w:rsidRPr="001C0CC4">
              <w:t>Subcarriers per resource block</w:t>
            </w:r>
          </w:p>
        </w:tc>
        <w:tc>
          <w:tcPr>
            <w:tcW w:w="1093" w:type="dxa"/>
          </w:tcPr>
          <w:p w14:paraId="200EB4AE" w14:textId="77777777" w:rsidR="002E7826" w:rsidRPr="001C0CC4" w:rsidRDefault="002E7826" w:rsidP="002E7826">
            <w:pPr>
              <w:pStyle w:val="TAC"/>
            </w:pPr>
          </w:p>
        </w:tc>
        <w:tc>
          <w:tcPr>
            <w:tcW w:w="848" w:type="dxa"/>
          </w:tcPr>
          <w:p w14:paraId="6F364AFA" w14:textId="77777777" w:rsidR="002E7826" w:rsidRPr="001C0CC4" w:rsidRDefault="002E7826" w:rsidP="002E7826">
            <w:pPr>
              <w:pStyle w:val="TAC"/>
            </w:pPr>
            <w:r w:rsidRPr="001C0CC4">
              <w:t>12</w:t>
            </w:r>
          </w:p>
        </w:tc>
        <w:tc>
          <w:tcPr>
            <w:tcW w:w="848" w:type="dxa"/>
          </w:tcPr>
          <w:p w14:paraId="10E75BE0" w14:textId="77777777" w:rsidR="002E7826" w:rsidRPr="001C0CC4" w:rsidRDefault="002E7826" w:rsidP="002E7826">
            <w:pPr>
              <w:pStyle w:val="TAC"/>
            </w:pPr>
            <w:r w:rsidRPr="001C0CC4">
              <w:t>12</w:t>
            </w:r>
          </w:p>
        </w:tc>
        <w:tc>
          <w:tcPr>
            <w:tcW w:w="848" w:type="dxa"/>
          </w:tcPr>
          <w:p w14:paraId="16BC4804" w14:textId="77777777" w:rsidR="002E7826" w:rsidRPr="001C0CC4" w:rsidRDefault="002E7826" w:rsidP="002E7826">
            <w:pPr>
              <w:pStyle w:val="TAC"/>
            </w:pPr>
            <w:r w:rsidRPr="001C0CC4">
              <w:t>12</w:t>
            </w:r>
          </w:p>
        </w:tc>
        <w:tc>
          <w:tcPr>
            <w:tcW w:w="848" w:type="dxa"/>
          </w:tcPr>
          <w:p w14:paraId="5023784D" w14:textId="77777777" w:rsidR="002E7826" w:rsidRPr="001C0CC4" w:rsidRDefault="002E7826" w:rsidP="002E7826">
            <w:pPr>
              <w:pStyle w:val="TAC"/>
            </w:pPr>
            <w:r w:rsidRPr="001C0CC4">
              <w:t>12</w:t>
            </w:r>
          </w:p>
        </w:tc>
        <w:tc>
          <w:tcPr>
            <w:tcW w:w="848" w:type="dxa"/>
          </w:tcPr>
          <w:p w14:paraId="7BCAFA4F" w14:textId="77777777" w:rsidR="002E7826" w:rsidRPr="001C0CC4" w:rsidRDefault="002E7826" w:rsidP="002E7826">
            <w:pPr>
              <w:pStyle w:val="TAC"/>
            </w:pPr>
            <w:r w:rsidRPr="001C0CC4">
              <w:t>12</w:t>
            </w:r>
          </w:p>
        </w:tc>
        <w:tc>
          <w:tcPr>
            <w:tcW w:w="848" w:type="dxa"/>
          </w:tcPr>
          <w:p w14:paraId="34F1AED2" w14:textId="77777777" w:rsidR="002E7826" w:rsidRPr="001C0CC4" w:rsidRDefault="002E7826" w:rsidP="002E7826">
            <w:pPr>
              <w:pStyle w:val="TAC"/>
            </w:pPr>
            <w:r w:rsidRPr="001C0CC4">
              <w:t>12</w:t>
            </w:r>
          </w:p>
        </w:tc>
        <w:tc>
          <w:tcPr>
            <w:tcW w:w="848" w:type="dxa"/>
          </w:tcPr>
          <w:p w14:paraId="36CC8D86" w14:textId="77777777" w:rsidR="002E7826" w:rsidRPr="001C0CC4" w:rsidRDefault="002E7826" w:rsidP="002E7826">
            <w:pPr>
              <w:pStyle w:val="TAC"/>
            </w:pPr>
            <w:r w:rsidRPr="001C0CC4">
              <w:t>12</w:t>
            </w:r>
          </w:p>
        </w:tc>
        <w:tc>
          <w:tcPr>
            <w:tcW w:w="848" w:type="dxa"/>
          </w:tcPr>
          <w:p w14:paraId="605E2259" w14:textId="77777777" w:rsidR="002E7826" w:rsidRPr="001C0CC4" w:rsidRDefault="002E7826" w:rsidP="002E7826">
            <w:pPr>
              <w:pStyle w:val="TAC"/>
            </w:pPr>
            <w:r w:rsidRPr="001C0CC4">
              <w:t>12</w:t>
            </w:r>
          </w:p>
        </w:tc>
        <w:tc>
          <w:tcPr>
            <w:tcW w:w="848" w:type="dxa"/>
          </w:tcPr>
          <w:p w14:paraId="59EE4A23" w14:textId="6F0A0BB2" w:rsidR="002E7826" w:rsidRPr="001C0CC4" w:rsidRDefault="002E7826" w:rsidP="002E7826">
            <w:pPr>
              <w:pStyle w:val="TAC"/>
            </w:pPr>
            <w:r>
              <w:t>12</w:t>
            </w:r>
          </w:p>
        </w:tc>
        <w:tc>
          <w:tcPr>
            <w:tcW w:w="848" w:type="dxa"/>
          </w:tcPr>
          <w:p w14:paraId="165893EA" w14:textId="5A4310F4" w:rsidR="002E7826" w:rsidRPr="001C0CC4" w:rsidRDefault="002E7826" w:rsidP="002E7826">
            <w:pPr>
              <w:pStyle w:val="TAC"/>
            </w:pPr>
            <w:r w:rsidRPr="001C0CC4">
              <w:t>12</w:t>
            </w:r>
          </w:p>
        </w:tc>
        <w:tc>
          <w:tcPr>
            <w:tcW w:w="849" w:type="dxa"/>
          </w:tcPr>
          <w:p w14:paraId="5F2F3AD8" w14:textId="77777777" w:rsidR="002E7826" w:rsidRPr="001C0CC4" w:rsidRDefault="002E7826" w:rsidP="002E7826">
            <w:pPr>
              <w:pStyle w:val="TAC"/>
            </w:pPr>
            <w:r w:rsidRPr="001C0CC4">
              <w:t>12</w:t>
            </w:r>
          </w:p>
        </w:tc>
      </w:tr>
      <w:tr w:rsidR="002E7826" w:rsidRPr="001C0CC4" w14:paraId="5BC75AF7" w14:textId="77777777" w:rsidTr="002E7826">
        <w:trPr>
          <w:jc w:val="center"/>
        </w:trPr>
        <w:tc>
          <w:tcPr>
            <w:tcW w:w="3690" w:type="dxa"/>
          </w:tcPr>
          <w:p w14:paraId="10DF08D3" w14:textId="77777777" w:rsidR="002E7826" w:rsidRPr="001C0CC4" w:rsidRDefault="002E7826" w:rsidP="002E7826">
            <w:pPr>
              <w:pStyle w:val="TAL"/>
            </w:pPr>
            <w:r w:rsidRPr="001C0CC4">
              <w:t>Allocated slots per Frame</w:t>
            </w:r>
          </w:p>
        </w:tc>
        <w:tc>
          <w:tcPr>
            <w:tcW w:w="1093" w:type="dxa"/>
          </w:tcPr>
          <w:p w14:paraId="57622E97" w14:textId="77777777" w:rsidR="002E7826" w:rsidRPr="001C0CC4" w:rsidRDefault="002E7826" w:rsidP="002E7826">
            <w:pPr>
              <w:pStyle w:val="TAC"/>
            </w:pPr>
          </w:p>
        </w:tc>
        <w:tc>
          <w:tcPr>
            <w:tcW w:w="848" w:type="dxa"/>
          </w:tcPr>
          <w:p w14:paraId="6CA22993" w14:textId="0BC9FB0B" w:rsidR="002E7826" w:rsidRPr="001C0CC4" w:rsidRDefault="002E7826" w:rsidP="002E7826">
            <w:pPr>
              <w:pStyle w:val="TAC"/>
            </w:pPr>
            <w:r>
              <w:t>24</w:t>
            </w:r>
          </w:p>
        </w:tc>
        <w:tc>
          <w:tcPr>
            <w:tcW w:w="848" w:type="dxa"/>
          </w:tcPr>
          <w:p w14:paraId="2421DAA0" w14:textId="5EB07BE2" w:rsidR="002E7826" w:rsidRPr="001C0CC4" w:rsidRDefault="002E7826" w:rsidP="002E7826">
            <w:pPr>
              <w:pStyle w:val="TAC"/>
            </w:pPr>
            <w:r>
              <w:t>24</w:t>
            </w:r>
          </w:p>
        </w:tc>
        <w:tc>
          <w:tcPr>
            <w:tcW w:w="848" w:type="dxa"/>
          </w:tcPr>
          <w:p w14:paraId="41CCE718" w14:textId="338D715B" w:rsidR="002E7826" w:rsidRPr="001C0CC4" w:rsidRDefault="002E7826" w:rsidP="002E7826">
            <w:pPr>
              <w:pStyle w:val="TAC"/>
            </w:pPr>
            <w:r>
              <w:t>24</w:t>
            </w:r>
          </w:p>
        </w:tc>
        <w:tc>
          <w:tcPr>
            <w:tcW w:w="848" w:type="dxa"/>
          </w:tcPr>
          <w:p w14:paraId="6CCA5BAF" w14:textId="54428B3F" w:rsidR="002E7826" w:rsidRPr="001C0CC4" w:rsidRDefault="002E7826" w:rsidP="002E7826">
            <w:pPr>
              <w:pStyle w:val="TAC"/>
            </w:pPr>
            <w:r>
              <w:t>24</w:t>
            </w:r>
          </w:p>
        </w:tc>
        <w:tc>
          <w:tcPr>
            <w:tcW w:w="848" w:type="dxa"/>
          </w:tcPr>
          <w:p w14:paraId="2A2C2BDB" w14:textId="17E4CBE7" w:rsidR="002E7826" w:rsidRPr="001C0CC4" w:rsidRDefault="002E7826" w:rsidP="002E7826">
            <w:pPr>
              <w:pStyle w:val="TAC"/>
            </w:pPr>
            <w:r>
              <w:t>24</w:t>
            </w:r>
          </w:p>
        </w:tc>
        <w:tc>
          <w:tcPr>
            <w:tcW w:w="848" w:type="dxa"/>
          </w:tcPr>
          <w:p w14:paraId="7B9B3DF5" w14:textId="3F6F127E" w:rsidR="002E7826" w:rsidRPr="001C0CC4" w:rsidRDefault="002E7826" w:rsidP="002E7826">
            <w:pPr>
              <w:pStyle w:val="TAC"/>
            </w:pPr>
            <w:r>
              <w:t>24</w:t>
            </w:r>
          </w:p>
        </w:tc>
        <w:tc>
          <w:tcPr>
            <w:tcW w:w="848" w:type="dxa"/>
          </w:tcPr>
          <w:p w14:paraId="0DA4D233" w14:textId="232540BF" w:rsidR="002E7826" w:rsidRPr="001C0CC4" w:rsidRDefault="002E7826" w:rsidP="002E7826">
            <w:pPr>
              <w:pStyle w:val="TAC"/>
            </w:pPr>
            <w:r>
              <w:t>24</w:t>
            </w:r>
          </w:p>
        </w:tc>
        <w:tc>
          <w:tcPr>
            <w:tcW w:w="848" w:type="dxa"/>
          </w:tcPr>
          <w:p w14:paraId="07209B1D" w14:textId="6731921C" w:rsidR="002E7826" w:rsidRPr="001C0CC4" w:rsidRDefault="002E7826" w:rsidP="002E7826">
            <w:pPr>
              <w:pStyle w:val="TAC"/>
            </w:pPr>
            <w:r>
              <w:t>24</w:t>
            </w:r>
          </w:p>
        </w:tc>
        <w:tc>
          <w:tcPr>
            <w:tcW w:w="848" w:type="dxa"/>
          </w:tcPr>
          <w:p w14:paraId="634EB998" w14:textId="6F6FA2DF" w:rsidR="002E7826" w:rsidRDefault="002E7826" w:rsidP="002E7826">
            <w:pPr>
              <w:pStyle w:val="TAC"/>
            </w:pPr>
            <w:r>
              <w:t>26</w:t>
            </w:r>
          </w:p>
        </w:tc>
        <w:tc>
          <w:tcPr>
            <w:tcW w:w="848" w:type="dxa"/>
          </w:tcPr>
          <w:p w14:paraId="08EB5DF0" w14:textId="259F1754" w:rsidR="002E7826" w:rsidRPr="001C0CC4" w:rsidRDefault="002E7826" w:rsidP="002E7826">
            <w:pPr>
              <w:pStyle w:val="TAC"/>
            </w:pPr>
            <w:r>
              <w:t>24</w:t>
            </w:r>
          </w:p>
        </w:tc>
        <w:tc>
          <w:tcPr>
            <w:tcW w:w="849" w:type="dxa"/>
          </w:tcPr>
          <w:p w14:paraId="487F6EB8" w14:textId="0A50E27E" w:rsidR="002E7826" w:rsidRPr="001C0CC4" w:rsidRDefault="002E7826" w:rsidP="002E7826">
            <w:pPr>
              <w:pStyle w:val="TAC"/>
            </w:pPr>
            <w:r>
              <w:t>24</w:t>
            </w:r>
          </w:p>
        </w:tc>
      </w:tr>
      <w:tr w:rsidR="002E7826" w:rsidRPr="001C0CC4" w14:paraId="33EB9BFF" w14:textId="77777777" w:rsidTr="002E7826">
        <w:trPr>
          <w:jc w:val="center"/>
        </w:trPr>
        <w:tc>
          <w:tcPr>
            <w:tcW w:w="3690" w:type="dxa"/>
          </w:tcPr>
          <w:p w14:paraId="09F99292" w14:textId="77777777" w:rsidR="002E7826" w:rsidRPr="001C0CC4" w:rsidRDefault="002E7826" w:rsidP="002E7826">
            <w:pPr>
              <w:pStyle w:val="TAL"/>
            </w:pPr>
            <w:r w:rsidRPr="001C0CC4">
              <w:t>MCS Index</w:t>
            </w:r>
          </w:p>
        </w:tc>
        <w:tc>
          <w:tcPr>
            <w:tcW w:w="1093" w:type="dxa"/>
          </w:tcPr>
          <w:p w14:paraId="4678A08A" w14:textId="77777777" w:rsidR="002E7826" w:rsidRPr="001C0CC4" w:rsidRDefault="002E7826" w:rsidP="002E7826">
            <w:pPr>
              <w:pStyle w:val="TAC"/>
            </w:pPr>
          </w:p>
        </w:tc>
        <w:tc>
          <w:tcPr>
            <w:tcW w:w="848" w:type="dxa"/>
          </w:tcPr>
          <w:p w14:paraId="1CB39C23" w14:textId="77777777" w:rsidR="002E7826" w:rsidRPr="001C0CC4" w:rsidRDefault="002E7826" w:rsidP="002E7826">
            <w:pPr>
              <w:pStyle w:val="TAC"/>
            </w:pPr>
            <w:r w:rsidRPr="001C0CC4">
              <w:t>24</w:t>
            </w:r>
          </w:p>
        </w:tc>
        <w:tc>
          <w:tcPr>
            <w:tcW w:w="848" w:type="dxa"/>
          </w:tcPr>
          <w:p w14:paraId="3179A190" w14:textId="77777777" w:rsidR="002E7826" w:rsidRPr="001C0CC4" w:rsidRDefault="002E7826" w:rsidP="002E7826">
            <w:pPr>
              <w:pStyle w:val="TAC"/>
            </w:pPr>
            <w:r w:rsidRPr="001C0CC4">
              <w:t>24</w:t>
            </w:r>
          </w:p>
        </w:tc>
        <w:tc>
          <w:tcPr>
            <w:tcW w:w="848" w:type="dxa"/>
          </w:tcPr>
          <w:p w14:paraId="2237E9A8" w14:textId="77777777" w:rsidR="002E7826" w:rsidRPr="001C0CC4" w:rsidRDefault="002E7826" w:rsidP="002E7826">
            <w:pPr>
              <w:pStyle w:val="TAC"/>
            </w:pPr>
            <w:r w:rsidRPr="001C0CC4">
              <w:t>24</w:t>
            </w:r>
          </w:p>
        </w:tc>
        <w:tc>
          <w:tcPr>
            <w:tcW w:w="848" w:type="dxa"/>
          </w:tcPr>
          <w:p w14:paraId="560B8B6D" w14:textId="77777777" w:rsidR="002E7826" w:rsidRPr="001C0CC4" w:rsidRDefault="002E7826" w:rsidP="002E7826">
            <w:pPr>
              <w:pStyle w:val="TAC"/>
            </w:pPr>
            <w:r w:rsidRPr="001C0CC4">
              <w:t>24</w:t>
            </w:r>
          </w:p>
        </w:tc>
        <w:tc>
          <w:tcPr>
            <w:tcW w:w="848" w:type="dxa"/>
          </w:tcPr>
          <w:p w14:paraId="13F0B3AF" w14:textId="77777777" w:rsidR="002E7826" w:rsidRPr="001C0CC4" w:rsidRDefault="002E7826" w:rsidP="002E7826">
            <w:pPr>
              <w:pStyle w:val="TAC"/>
            </w:pPr>
            <w:r w:rsidRPr="001C0CC4">
              <w:t>24</w:t>
            </w:r>
          </w:p>
        </w:tc>
        <w:tc>
          <w:tcPr>
            <w:tcW w:w="848" w:type="dxa"/>
          </w:tcPr>
          <w:p w14:paraId="142A074F" w14:textId="77777777" w:rsidR="002E7826" w:rsidRPr="001C0CC4" w:rsidRDefault="002E7826" w:rsidP="002E7826">
            <w:pPr>
              <w:pStyle w:val="TAC"/>
            </w:pPr>
            <w:r w:rsidRPr="001C0CC4">
              <w:t>24</w:t>
            </w:r>
          </w:p>
        </w:tc>
        <w:tc>
          <w:tcPr>
            <w:tcW w:w="848" w:type="dxa"/>
          </w:tcPr>
          <w:p w14:paraId="2B672729" w14:textId="77777777" w:rsidR="002E7826" w:rsidRPr="001C0CC4" w:rsidRDefault="002E7826" w:rsidP="002E7826">
            <w:pPr>
              <w:pStyle w:val="TAC"/>
            </w:pPr>
            <w:r w:rsidRPr="001C0CC4">
              <w:t>24</w:t>
            </w:r>
          </w:p>
        </w:tc>
        <w:tc>
          <w:tcPr>
            <w:tcW w:w="848" w:type="dxa"/>
          </w:tcPr>
          <w:p w14:paraId="2F5611FC" w14:textId="77777777" w:rsidR="002E7826" w:rsidRPr="001C0CC4" w:rsidRDefault="002E7826" w:rsidP="002E7826">
            <w:pPr>
              <w:pStyle w:val="TAC"/>
            </w:pPr>
            <w:r w:rsidRPr="001C0CC4">
              <w:t>24</w:t>
            </w:r>
          </w:p>
        </w:tc>
        <w:tc>
          <w:tcPr>
            <w:tcW w:w="848" w:type="dxa"/>
          </w:tcPr>
          <w:p w14:paraId="63895E3C" w14:textId="28C844EB" w:rsidR="002E7826" w:rsidRPr="001C0CC4" w:rsidRDefault="002E7826" w:rsidP="002E7826">
            <w:pPr>
              <w:pStyle w:val="TAC"/>
            </w:pPr>
            <w:r>
              <w:t>24</w:t>
            </w:r>
          </w:p>
        </w:tc>
        <w:tc>
          <w:tcPr>
            <w:tcW w:w="848" w:type="dxa"/>
          </w:tcPr>
          <w:p w14:paraId="13FCABF8" w14:textId="5E32F261" w:rsidR="002E7826" w:rsidRPr="001C0CC4" w:rsidRDefault="002E7826" w:rsidP="002E7826">
            <w:pPr>
              <w:pStyle w:val="TAC"/>
            </w:pPr>
            <w:r w:rsidRPr="001C0CC4">
              <w:t>24</w:t>
            </w:r>
          </w:p>
        </w:tc>
        <w:tc>
          <w:tcPr>
            <w:tcW w:w="849" w:type="dxa"/>
          </w:tcPr>
          <w:p w14:paraId="5F5DFE24" w14:textId="77777777" w:rsidR="002E7826" w:rsidRPr="001C0CC4" w:rsidRDefault="002E7826" w:rsidP="002E7826">
            <w:pPr>
              <w:pStyle w:val="TAC"/>
            </w:pPr>
            <w:r w:rsidRPr="001C0CC4">
              <w:t>24</w:t>
            </w:r>
          </w:p>
        </w:tc>
      </w:tr>
      <w:tr w:rsidR="002E7826" w:rsidRPr="001C0CC4" w14:paraId="5A7C5D13" w14:textId="77777777" w:rsidTr="002E7826">
        <w:trPr>
          <w:jc w:val="center"/>
        </w:trPr>
        <w:tc>
          <w:tcPr>
            <w:tcW w:w="3690" w:type="dxa"/>
          </w:tcPr>
          <w:p w14:paraId="70CC5535" w14:textId="77777777" w:rsidR="002E7826" w:rsidRPr="001C0CC4" w:rsidRDefault="002E7826" w:rsidP="00DC7196">
            <w:pPr>
              <w:pStyle w:val="TAL"/>
            </w:pPr>
            <w:r w:rsidRPr="001C0CC4">
              <w:t xml:space="preserve">MCS Table for TBS determination </w:t>
            </w:r>
          </w:p>
        </w:tc>
        <w:tc>
          <w:tcPr>
            <w:tcW w:w="1093" w:type="dxa"/>
          </w:tcPr>
          <w:p w14:paraId="69EDCEB5" w14:textId="77777777" w:rsidR="002E7826" w:rsidRPr="001C0CC4" w:rsidRDefault="002E7826" w:rsidP="002E7826">
            <w:pPr>
              <w:pStyle w:val="TAC"/>
            </w:pPr>
          </w:p>
        </w:tc>
        <w:tc>
          <w:tcPr>
            <w:tcW w:w="9329" w:type="dxa"/>
            <w:gridSpan w:val="11"/>
          </w:tcPr>
          <w:p w14:paraId="631FEAB7" w14:textId="27F10C53" w:rsidR="002E7826" w:rsidRPr="001C0CC4" w:rsidRDefault="002E7826" w:rsidP="002E7826">
            <w:pPr>
              <w:pStyle w:val="TAC"/>
            </w:pPr>
            <w:r w:rsidRPr="001C0CC4">
              <w:t>64QAM</w:t>
            </w:r>
          </w:p>
        </w:tc>
      </w:tr>
      <w:tr w:rsidR="002E7826" w:rsidRPr="001C0CC4" w14:paraId="6A459BA4" w14:textId="77777777" w:rsidTr="002E7826">
        <w:trPr>
          <w:jc w:val="center"/>
        </w:trPr>
        <w:tc>
          <w:tcPr>
            <w:tcW w:w="3690" w:type="dxa"/>
          </w:tcPr>
          <w:p w14:paraId="700B7FA3" w14:textId="77777777" w:rsidR="002E7826" w:rsidRPr="001C0CC4" w:rsidRDefault="002E7826" w:rsidP="002E7826">
            <w:pPr>
              <w:pStyle w:val="TAL"/>
            </w:pPr>
            <w:r w:rsidRPr="001C0CC4">
              <w:t>Modulation</w:t>
            </w:r>
          </w:p>
        </w:tc>
        <w:tc>
          <w:tcPr>
            <w:tcW w:w="1093" w:type="dxa"/>
          </w:tcPr>
          <w:p w14:paraId="042C72F9" w14:textId="77777777" w:rsidR="002E7826" w:rsidRPr="001C0CC4" w:rsidRDefault="002E7826" w:rsidP="002E7826">
            <w:pPr>
              <w:pStyle w:val="TAC"/>
            </w:pPr>
          </w:p>
        </w:tc>
        <w:tc>
          <w:tcPr>
            <w:tcW w:w="848" w:type="dxa"/>
          </w:tcPr>
          <w:p w14:paraId="38437D85" w14:textId="77777777" w:rsidR="002E7826" w:rsidRPr="001C0CC4" w:rsidRDefault="002E7826" w:rsidP="002E7826">
            <w:pPr>
              <w:pStyle w:val="TAC"/>
            </w:pPr>
            <w:r w:rsidRPr="001C0CC4">
              <w:t>64 QAM</w:t>
            </w:r>
          </w:p>
        </w:tc>
        <w:tc>
          <w:tcPr>
            <w:tcW w:w="848" w:type="dxa"/>
          </w:tcPr>
          <w:p w14:paraId="10332099" w14:textId="77777777" w:rsidR="002E7826" w:rsidRPr="001C0CC4" w:rsidRDefault="002E7826" w:rsidP="002E7826">
            <w:pPr>
              <w:pStyle w:val="TAC"/>
            </w:pPr>
            <w:r w:rsidRPr="001C0CC4">
              <w:t>64 QAM</w:t>
            </w:r>
          </w:p>
        </w:tc>
        <w:tc>
          <w:tcPr>
            <w:tcW w:w="848" w:type="dxa"/>
          </w:tcPr>
          <w:p w14:paraId="147659C9" w14:textId="77777777" w:rsidR="002E7826" w:rsidRPr="001C0CC4" w:rsidRDefault="002E7826" w:rsidP="002E7826">
            <w:pPr>
              <w:pStyle w:val="TAC"/>
            </w:pPr>
            <w:r w:rsidRPr="001C0CC4">
              <w:t>64 QAM</w:t>
            </w:r>
          </w:p>
        </w:tc>
        <w:tc>
          <w:tcPr>
            <w:tcW w:w="848" w:type="dxa"/>
          </w:tcPr>
          <w:p w14:paraId="1B5F4372" w14:textId="77777777" w:rsidR="002E7826" w:rsidRPr="001C0CC4" w:rsidRDefault="002E7826" w:rsidP="002E7826">
            <w:pPr>
              <w:pStyle w:val="TAC"/>
            </w:pPr>
            <w:r w:rsidRPr="001C0CC4">
              <w:t>64 QAM</w:t>
            </w:r>
          </w:p>
        </w:tc>
        <w:tc>
          <w:tcPr>
            <w:tcW w:w="848" w:type="dxa"/>
          </w:tcPr>
          <w:p w14:paraId="30AB3492" w14:textId="77777777" w:rsidR="002E7826" w:rsidRPr="001C0CC4" w:rsidRDefault="002E7826" w:rsidP="002E7826">
            <w:pPr>
              <w:pStyle w:val="TAC"/>
            </w:pPr>
            <w:r w:rsidRPr="001C0CC4">
              <w:t>64 QAM</w:t>
            </w:r>
          </w:p>
        </w:tc>
        <w:tc>
          <w:tcPr>
            <w:tcW w:w="848" w:type="dxa"/>
          </w:tcPr>
          <w:p w14:paraId="330C9BCF" w14:textId="77777777" w:rsidR="002E7826" w:rsidRPr="001C0CC4" w:rsidRDefault="002E7826" w:rsidP="002E7826">
            <w:pPr>
              <w:pStyle w:val="TAC"/>
            </w:pPr>
            <w:r w:rsidRPr="001C0CC4">
              <w:t>64 QAM</w:t>
            </w:r>
          </w:p>
        </w:tc>
        <w:tc>
          <w:tcPr>
            <w:tcW w:w="848" w:type="dxa"/>
          </w:tcPr>
          <w:p w14:paraId="05C214B7" w14:textId="77777777" w:rsidR="002E7826" w:rsidRPr="001C0CC4" w:rsidRDefault="002E7826" w:rsidP="002E7826">
            <w:pPr>
              <w:pStyle w:val="TAC"/>
            </w:pPr>
            <w:r w:rsidRPr="001C0CC4">
              <w:t>64 QAM</w:t>
            </w:r>
          </w:p>
        </w:tc>
        <w:tc>
          <w:tcPr>
            <w:tcW w:w="848" w:type="dxa"/>
          </w:tcPr>
          <w:p w14:paraId="01A17305" w14:textId="77777777" w:rsidR="002E7826" w:rsidRPr="001C0CC4" w:rsidRDefault="002E7826" w:rsidP="002E7826">
            <w:pPr>
              <w:pStyle w:val="TAC"/>
            </w:pPr>
            <w:r w:rsidRPr="001C0CC4">
              <w:t>64 QAM</w:t>
            </w:r>
          </w:p>
        </w:tc>
        <w:tc>
          <w:tcPr>
            <w:tcW w:w="848" w:type="dxa"/>
          </w:tcPr>
          <w:p w14:paraId="1BCFEF87" w14:textId="1EB249F0" w:rsidR="002E7826" w:rsidRPr="001C0CC4" w:rsidRDefault="002E7826" w:rsidP="002E7826">
            <w:pPr>
              <w:pStyle w:val="TAC"/>
            </w:pPr>
            <w:r>
              <w:t>64 QAM</w:t>
            </w:r>
          </w:p>
        </w:tc>
        <w:tc>
          <w:tcPr>
            <w:tcW w:w="848" w:type="dxa"/>
          </w:tcPr>
          <w:p w14:paraId="29C645AF" w14:textId="76D31B6C" w:rsidR="002E7826" w:rsidRPr="001C0CC4" w:rsidRDefault="002E7826" w:rsidP="002E7826">
            <w:pPr>
              <w:pStyle w:val="TAC"/>
            </w:pPr>
            <w:r w:rsidRPr="001C0CC4">
              <w:t>64 QAM</w:t>
            </w:r>
          </w:p>
        </w:tc>
        <w:tc>
          <w:tcPr>
            <w:tcW w:w="849" w:type="dxa"/>
          </w:tcPr>
          <w:p w14:paraId="366C0D43" w14:textId="77777777" w:rsidR="002E7826" w:rsidRPr="001C0CC4" w:rsidRDefault="002E7826" w:rsidP="002E7826">
            <w:pPr>
              <w:pStyle w:val="TAC"/>
            </w:pPr>
            <w:r w:rsidRPr="001C0CC4">
              <w:t>64 QAM</w:t>
            </w:r>
          </w:p>
        </w:tc>
      </w:tr>
      <w:tr w:rsidR="002E7826" w:rsidRPr="001C0CC4" w14:paraId="228B43FE" w14:textId="77777777" w:rsidTr="002E7826">
        <w:trPr>
          <w:jc w:val="center"/>
        </w:trPr>
        <w:tc>
          <w:tcPr>
            <w:tcW w:w="3690" w:type="dxa"/>
          </w:tcPr>
          <w:p w14:paraId="0B70D213" w14:textId="77777777" w:rsidR="002E7826" w:rsidRPr="001C0CC4" w:rsidRDefault="002E7826" w:rsidP="002E7826">
            <w:pPr>
              <w:pStyle w:val="TAL"/>
            </w:pPr>
            <w:r w:rsidRPr="001C0CC4">
              <w:t>Target Coding Rate</w:t>
            </w:r>
          </w:p>
        </w:tc>
        <w:tc>
          <w:tcPr>
            <w:tcW w:w="1093" w:type="dxa"/>
          </w:tcPr>
          <w:p w14:paraId="0237E12C" w14:textId="77777777" w:rsidR="002E7826" w:rsidRPr="001C0CC4" w:rsidRDefault="002E7826" w:rsidP="002E7826">
            <w:pPr>
              <w:pStyle w:val="TAC"/>
            </w:pPr>
          </w:p>
        </w:tc>
        <w:tc>
          <w:tcPr>
            <w:tcW w:w="848" w:type="dxa"/>
          </w:tcPr>
          <w:p w14:paraId="34C6064A" w14:textId="77777777" w:rsidR="002E7826" w:rsidRPr="001C0CC4" w:rsidRDefault="002E7826" w:rsidP="002E7826">
            <w:pPr>
              <w:pStyle w:val="TAC"/>
            </w:pPr>
            <w:r w:rsidRPr="001C0CC4">
              <w:t>3/4</w:t>
            </w:r>
          </w:p>
        </w:tc>
        <w:tc>
          <w:tcPr>
            <w:tcW w:w="848" w:type="dxa"/>
          </w:tcPr>
          <w:p w14:paraId="2BEC0C4B" w14:textId="77777777" w:rsidR="002E7826" w:rsidRPr="001C0CC4" w:rsidRDefault="002E7826" w:rsidP="002E7826">
            <w:pPr>
              <w:pStyle w:val="TAC"/>
            </w:pPr>
            <w:r w:rsidRPr="001C0CC4">
              <w:t>3/4</w:t>
            </w:r>
          </w:p>
        </w:tc>
        <w:tc>
          <w:tcPr>
            <w:tcW w:w="848" w:type="dxa"/>
          </w:tcPr>
          <w:p w14:paraId="19A067B3" w14:textId="77777777" w:rsidR="002E7826" w:rsidRPr="001C0CC4" w:rsidRDefault="002E7826" w:rsidP="002E7826">
            <w:pPr>
              <w:pStyle w:val="TAC"/>
            </w:pPr>
            <w:r w:rsidRPr="001C0CC4">
              <w:t>3/4</w:t>
            </w:r>
          </w:p>
        </w:tc>
        <w:tc>
          <w:tcPr>
            <w:tcW w:w="848" w:type="dxa"/>
          </w:tcPr>
          <w:p w14:paraId="39B6F853" w14:textId="77777777" w:rsidR="002E7826" w:rsidRPr="001C0CC4" w:rsidRDefault="002E7826" w:rsidP="002E7826">
            <w:pPr>
              <w:pStyle w:val="TAC"/>
            </w:pPr>
            <w:r w:rsidRPr="001C0CC4">
              <w:t>3/4</w:t>
            </w:r>
          </w:p>
        </w:tc>
        <w:tc>
          <w:tcPr>
            <w:tcW w:w="848" w:type="dxa"/>
          </w:tcPr>
          <w:p w14:paraId="3B6147C4" w14:textId="77777777" w:rsidR="002E7826" w:rsidRPr="001C0CC4" w:rsidRDefault="002E7826" w:rsidP="002E7826">
            <w:pPr>
              <w:pStyle w:val="TAC"/>
            </w:pPr>
            <w:r w:rsidRPr="001C0CC4">
              <w:t>3/4</w:t>
            </w:r>
          </w:p>
        </w:tc>
        <w:tc>
          <w:tcPr>
            <w:tcW w:w="848" w:type="dxa"/>
          </w:tcPr>
          <w:p w14:paraId="1E0B0C36" w14:textId="77777777" w:rsidR="002E7826" w:rsidRPr="001C0CC4" w:rsidRDefault="002E7826" w:rsidP="002E7826">
            <w:pPr>
              <w:pStyle w:val="TAC"/>
            </w:pPr>
            <w:r w:rsidRPr="001C0CC4">
              <w:t>3/4</w:t>
            </w:r>
          </w:p>
        </w:tc>
        <w:tc>
          <w:tcPr>
            <w:tcW w:w="848" w:type="dxa"/>
          </w:tcPr>
          <w:p w14:paraId="28E03D93" w14:textId="77777777" w:rsidR="002E7826" w:rsidRPr="001C0CC4" w:rsidRDefault="002E7826" w:rsidP="002E7826">
            <w:pPr>
              <w:pStyle w:val="TAC"/>
            </w:pPr>
            <w:r w:rsidRPr="001C0CC4">
              <w:t>3/4</w:t>
            </w:r>
          </w:p>
        </w:tc>
        <w:tc>
          <w:tcPr>
            <w:tcW w:w="848" w:type="dxa"/>
          </w:tcPr>
          <w:p w14:paraId="3DA6EE98" w14:textId="77777777" w:rsidR="002E7826" w:rsidRPr="001C0CC4" w:rsidRDefault="002E7826" w:rsidP="002E7826">
            <w:pPr>
              <w:pStyle w:val="TAC"/>
            </w:pPr>
            <w:r w:rsidRPr="001C0CC4">
              <w:t>3/4</w:t>
            </w:r>
          </w:p>
        </w:tc>
        <w:tc>
          <w:tcPr>
            <w:tcW w:w="848" w:type="dxa"/>
          </w:tcPr>
          <w:p w14:paraId="07CFB293" w14:textId="38CB41F2" w:rsidR="002E7826" w:rsidRPr="001C0CC4" w:rsidRDefault="002E7826" w:rsidP="002E7826">
            <w:pPr>
              <w:pStyle w:val="TAC"/>
            </w:pPr>
            <w:r>
              <w:t>3/4</w:t>
            </w:r>
          </w:p>
        </w:tc>
        <w:tc>
          <w:tcPr>
            <w:tcW w:w="848" w:type="dxa"/>
          </w:tcPr>
          <w:p w14:paraId="481C0DEB" w14:textId="1324DA19" w:rsidR="002E7826" w:rsidRPr="001C0CC4" w:rsidRDefault="002E7826" w:rsidP="002E7826">
            <w:pPr>
              <w:pStyle w:val="TAC"/>
            </w:pPr>
            <w:r w:rsidRPr="001C0CC4">
              <w:t>3/4</w:t>
            </w:r>
          </w:p>
        </w:tc>
        <w:tc>
          <w:tcPr>
            <w:tcW w:w="849" w:type="dxa"/>
          </w:tcPr>
          <w:p w14:paraId="774EBBE5" w14:textId="77777777" w:rsidR="002E7826" w:rsidRPr="001C0CC4" w:rsidRDefault="002E7826" w:rsidP="002E7826">
            <w:pPr>
              <w:pStyle w:val="TAC"/>
            </w:pPr>
            <w:r w:rsidRPr="001C0CC4">
              <w:t>3/4</w:t>
            </w:r>
          </w:p>
        </w:tc>
      </w:tr>
      <w:tr w:rsidR="002E7826" w:rsidRPr="001C0CC4" w14:paraId="3740DDFA" w14:textId="77777777" w:rsidTr="002E7826">
        <w:trPr>
          <w:jc w:val="center"/>
        </w:trPr>
        <w:tc>
          <w:tcPr>
            <w:tcW w:w="3690" w:type="dxa"/>
          </w:tcPr>
          <w:p w14:paraId="53BC2E3B" w14:textId="77777777" w:rsidR="002E7826" w:rsidRPr="001C0CC4" w:rsidRDefault="002E7826" w:rsidP="002E7826">
            <w:pPr>
              <w:pStyle w:val="TAL"/>
            </w:pPr>
            <w:r w:rsidRPr="001C0CC4">
              <w:t>Maximum number of HARQ transmissions</w:t>
            </w:r>
          </w:p>
        </w:tc>
        <w:tc>
          <w:tcPr>
            <w:tcW w:w="1093" w:type="dxa"/>
          </w:tcPr>
          <w:p w14:paraId="754667CB" w14:textId="77777777" w:rsidR="002E7826" w:rsidRPr="001C0CC4" w:rsidRDefault="002E7826" w:rsidP="002E7826">
            <w:pPr>
              <w:pStyle w:val="TAC"/>
            </w:pPr>
          </w:p>
        </w:tc>
        <w:tc>
          <w:tcPr>
            <w:tcW w:w="848" w:type="dxa"/>
          </w:tcPr>
          <w:p w14:paraId="2908D933" w14:textId="77777777" w:rsidR="002E7826" w:rsidRPr="001C0CC4" w:rsidRDefault="002E7826" w:rsidP="002E7826">
            <w:pPr>
              <w:pStyle w:val="TAC"/>
            </w:pPr>
            <w:r w:rsidRPr="001C0CC4">
              <w:t>1</w:t>
            </w:r>
          </w:p>
        </w:tc>
        <w:tc>
          <w:tcPr>
            <w:tcW w:w="848" w:type="dxa"/>
          </w:tcPr>
          <w:p w14:paraId="53813625" w14:textId="77777777" w:rsidR="002E7826" w:rsidRPr="001C0CC4" w:rsidRDefault="002E7826" w:rsidP="002E7826">
            <w:pPr>
              <w:pStyle w:val="TAC"/>
            </w:pPr>
            <w:r w:rsidRPr="001C0CC4">
              <w:t>1</w:t>
            </w:r>
          </w:p>
        </w:tc>
        <w:tc>
          <w:tcPr>
            <w:tcW w:w="848" w:type="dxa"/>
          </w:tcPr>
          <w:p w14:paraId="1F070142" w14:textId="77777777" w:rsidR="002E7826" w:rsidRPr="001C0CC4" w:rsidRDefault="002E7826" w:rsidP="002E7826">
            <w:pPr>
              <w:pStyle w:val="TAC"/>
            </w:pPr>
            <w:r w:rsidRPr="001C0CC4">
              <w:t>1</w:t>
            </w:r>
          </w:p>
        </w:tc>
        <w:tc>
          <w:tcPr>
            <w:tcW w:w="848" w:type="dxa"/>
          </w:tcPr>
          <w:p w14:paraId="6AC81651" w14:textId="77777777" w:rsidR="002E7826" w:rsidRPr="001C0CC4" w:rsidRDefault="002E7826" w:rsidP="002E7826">
            <w:pPr>
              <w:pStyle w:val="TAC"/>
            </w:pPr>
            <w:r w:rsidRPr="001C0CC4">
              <w:t>1</w:t>
            </w:r>
          </w:p>
        </w:tc>
        <w:tc>
          <w:tcPr>
            <w:tcW w:w="848" w:type="dxa"/>
          </w:tcPr>
          <w:p w14:paraId="190D1D5C" w14:textId="77777777" w:rsidR="002E7826" w:rsidRPr="001C0CC4" w:rsidRDefault="002E7826" w:rsidP="002E7826">
            <w:pPr>
              <w:pStyle w:val="TAC"/>
            </w:pPr>
            <w:r w:rsidRPr="001C0CC4">
              <w:t>1</w:t>
            </w:r>
          </w:p>
        </w:tc>
        <w:tc>
          <w:tcPr>
            <w:tcW w:w="848" w:type="dxa"/>
          </w:tcPr>
          <w:p w14:paraId="272C16AF" w14:textId="77777777" w:rsidR="002E7826" w:rsidRPr="001C0CC4" w:rsidRDefault="002E7826" w:rsidP="002E7826">
            <w:pPr>
              <w:pStyle w:val="TAC"/>
            </w:pPr>
            <w:r w:rsidRPr="001C0CC4">
              <w:t>1</w:t>
            </w:r>
          </w:p>
        </w:tc>
        <w:tc>
          <w:tcPr>
            <w:tcW w:w="848" w:type="dxa"/>
          </w:tcPr>
          <w:p w14:paraId="616EFD41" w14:textId="77777777" w:rsidR="002E7826" w:rsidRPr="001C0CC4" w:rsidRDefault="002E7826" w:rsidP="002E7826">
            <w:pPr>
              <w:pStyle w:val="TAC"/>
            </w:pPr>
            <w:r w:rsidRPr="001C0CC4">
              <w:t>1</w:t>
            </w:r>
          </w:p>
        </w:tc>
        <w:tc>
          <w:tcPr>
            <w:tcW w:w="848" w:type="dxa"/>
          </w:tcPr>
          <w:p w14:paraId="79F6A3F7" w14:textId="77777777" w:rsidR="002E7826" w:rsidRPr="001C0CC4" w:rsidRDefault="002E7826" w:rsidP="002E7826">
            <w:pPr>
              <w:pStyle w:val="TAC"/>
            </w:pPr>
            <w:r w:rsidRPr="001C0CC4">
              <w:t>1</w:t>
            </w:r>
          </w:p>
        </w:tc>
        <w:tc>
          <w:tcPr>
            <w:tcW w:w="848" w:type="dxa"/>
          </w:tcPr>
          <w:p w14:paraId="637AADB4" w14:textId="68ADBEDF" w:rsidR="002E7826" w:rsidRPr="001C0CC4" w:rsidRDefault="002E7826" w:rsidP="002E7826">
            <w:pPr>
              <w:pStyle w:val="TAC"/>
            </w:pPr>
            <w:r>
              <w:t>1</w:t>
            </w:r>
          </w:p>
        </w:tc>
        <w:tc>
          <w:tcPr>
            <w:tcW w:w="848" w:type="dxa"/>
          </w:tcPr>
          <w:p w14:paraId="05FD3684" w14:textId="46025B70" w:rsidR="002E7826" w:rsidRPr="001C0CC4" w:rsidRDefault="002E7826" w:rsidP="002E7826">
            <w:pPr>
              <w:pStyle w:val="TAC"/>
            </w:pPr>
            <w:r w:rsidRPr="001C0CC4">
              <w:t>1</w:t>
            </w:r>
          </w:p>
        </w:tc>
        <w:tc>
          <w:tcPr>
            <w:tcW w:w="849" w:type="dxa"/>
          </w:tcPr>
          <w:p w14:paraId="5E211C20" w14:textId="77777777" w:rsidR="002E7826" w:rsidRPr="001C0CC4" w:rsidRDefault="002E7826" w:rsidP="002E7826">
            <w:pPr>
              <w:pStyle w:val="TAC"/>
            </w:pPr>
            <w:r w:rsidRPr="001C0CC4">
              <w:t>1</w:t>
            </w:r>
          </w:p>
        </w:tc>
      </w:tr>
      <w:tr w:rsidR="002E7826" w:rsidRPr="001C0CC4" w14:paraId="7439FE63" w14:textId="77777777" w:rsidTr="002E7826">
        <w:trPr>
          <w:jc w:val="center"/>
        </w:trPr>
        <w:tc>
          <w:tcPr>
            <w:tcW w:w="3690" w:type="dxa"/>
          </w:tcPr>
          <w:p w14:paraId="4E909E4E" w14:textId="77777777" w:rsidR="002E7826" w:rsidRPr="001C0CC4" w:rsidRDefault="002E7826" w:rsidP="002E7826">
            <w:pPr>
              <w:pStyle w:val="TAH"/>
            </w:pPr>
            <w:r w:rsidRPr="001C0CC4">
              <w:t>Information Bit Payload per Slot</w:t>
            </w:r>
          </w:p>
        </w:tc>
        <w:tc>
          <w:tcPr>
            <w:tcW w:w="1093" w:type="dxa"/>
          </w:tcPr>
          <w:p w14:paraId="1D15F20D" w14:textId="77777777" w:rsidR="002E7826" w:rsidRPr="001C0CC4" w:rsidRDefault="002E7826" w:rsidP="002E7826">
            <w:pPr>
              <w:pStyle w:val="TAC"/>
            </w:pPr>
          </w:p>
        </w:tc>
        <w:tc>
          <w:tcPr>
            <w:tcW w:w="848" w:type="dxa"/>
          </w:tcPr>
          <w:p w14:paraId="6DF39CC9" w14:textId="77777777" w:rsidR="002E7826" w:rsidRPr="001C0CC4" w:rsidRDefault="002E7826" w:rsidP="002E7826">
            <w:pPr>
              <w:pStyle w:val="TAC"/>
            </w:pPr>
          </w:p>
        </w:tc>
        <w:tc>
          <w:tcPr>
            <w:tcW w:w="848" w:type="dxa"/>
          </w:tcPr>
          <w:p w14:paraId="35D2B079" w14:textId="77777777" w:rsidR="002E7826" w:rsidRPr="001C0CC4" w:rsidRDefault="002E7826" w:rsidP="002E7826">
            <w:pPr>
              <w:pStyle w:val="TAC"/>
            </w:pPr>
          </w:p>
        </w:tc>
        <w:tc>
          <w:tcPr>
            <w:tcW w:w="848" w:type="dxa"/>
          </w:tcPr>
          <w:p w14:paraId="6EC8E9B2" w14:textId="77777777" w:rsidR="002E7826" w:rsidRPr="001C0CC4" w:rsidRDefault="002E7826" w:rsidP="002E7826">
            <w:pPr>
              <w:pStyle w:val="TAC"/>
            </w:pPr>
          </w:p>
        </w:tc>
        <w:tc>
          <w:tcPr>
            <w:tcW w:w="848" w:type="dxa"/>
          </w:tcPr>
          <w:p w14:paraId="2CBA4667" w14:textId="77777777" w:rsidR="002E7826" w:rsidRPr="001C0CC4" w:rsidRDefault="002E7826" w:rsidP="002E7826">
            <w:pPr>
              <w:pStyle w:val="TAC"/>
            </w:pPr>
          </w:p>
        </w:tc>
        <w:tc>
          <w:tcPr>
            <w:tcW w:w="848" w:type="dxa"/>
          </w:tcPr>
          <w:p w14:paraId="012BB743" w14:textId="77777777" w:rsidR="002E7826" w:rsidRPr="001C0CC4" w:rsidRDefault="002E7826" w:rsidP="002E7826">
            <w:pPr>
              <w:pStyle w:val="TAC"/>
            </w:pPr>
          </w:p>
        </w:tc>
        <w:tc>
          <w:tcPr>
            <w:tcW w:w="848" w:type="dxa"/>
          </w:tcPr>
          <w:p w14:paraId="052230A7" w14:textId="77777777" w:rsidR="002E7826" w:rsidRPr="001C0CC4" w:rsidRDefault="002E7826" w:rsidP="002E7826">
            <w:pPr>
              <w:pStyle w:val="TAC"/>
            </w:pPr>
          </w:p>
        </w:tc>
        <w:tc>
          <w:tcPr>
            <w:tcW w:w="848" w:type="dxa"/>
          </w:tcPr>
          <w:p w14:paraId="0BB129B3" w14:textId="77777777" w:rsidR="002E7826" w:rsidRPr="001C0CC4" w:rsidRDefault="002E7826" w:rsidP="002E7826">
            <w:pPr>
              <w:pStyle w:val="TAC"/>
            </w:pPr>
          </w:p>
        </w:tc>
        <w:tc>
          <w:tcPr>
            <w:tcW w:w="848" w:type="dxa"/>
          </w:tcPr>
          <w:p w14:paraId="26996B63" w14:textId="77777777" w:rsidR="002E7826" w:rsidRPr="001C0CC4" w:rsidRDefault="002E7826" w:rsidP="002E7826">
            <w:pPr>
              <w:pStyle w:val="TAC"/>
            </w:pPr>
          </w:p>
        </w:tc>
        <w:tc>
          <w:tcPr>
            <w:tcW w:w="848" w:type="dxa"/>
          </w:tcPr>
          <w:p w14:paraId="24EC8273" w14:textId="77777777" w:rsidR="002E7826" w:rsidRPr="001C0CC4" w:rsidRDefault="002E7826" w:rsidP="002E7826">
            <w:pPr>
              <w:pStyle w:val="TAC"/>
            </w:pPr>
          </w:p>
        </w:tc>
        <w:tc>
          <w:tcPr>
            <w:tcW w:w="848" w:type="dxa"/>
          </w:tcPr>
          <w:p w14:paraId="66B987BD" w14:textId="7466C04F" w:rsidR="002E7826" w:rsidRPr="001C0CC4" w:rsidRDefault="002E7826" w:rsidP="002E7826">
            <w:pPr>
              <w:pStyle w:val="TAC"/>
            </w:pPr>
          </w:p>
        </w:tc>
        <w:tc>
          <w:tcPr>
            <w:tcW w:w="849" w:type="dxa"/>
          </w:tcPr>
          <w:p w14:paraId="76995AB6" w14:textId="77777777" w:rsidR="002E7826" w:rsidRPr="001C0CC4" w:rsidRDefault="002E7826" w:rsidP="002E7826">
            <w:pPr>
              <w:pStyle w:val="TAC"/>
            </w:pPr>
          </w:p>
        </w:tc>
      </w:tr>
      <w:tr w:rsidR="002E7826" w:rsidRPr="001C0CC4" w14:paraId="0D16E5AD" w14:textId="77777777" w:rsidTr="002E7826">
        <w:trPr>
          <w:jc w:val="center"/>
        </w:trPr>
        <w:tc>
          <w:tcPr>
            <w:tcW w:w="3690" w:type="dxa"/>
          </w:tcPr>
          <w:p w14:paraId="6FE108FC" w14:textId="77777777" w:rsidR="002E7826" w:rsidRPr="001C0CC4" w:rsidRDefault="002E7826" w:rsidP="002E7826">
            <w:pPr>
              <w:pStyle w:val="TAL"/>
            </w:pPr>
            <w:r w:rsidRPr="001C0CC4">
              <w:t xml:space="preserve">  For Slots 0,1,2,3 and Slot i, if mod(i, 20) = {14,15,16,17,18,19} for i from {0,…,39}</w:t>
            </w:r>
          </w:p>
        </w:tc>
        <w:tc>
          <w:tcPr>
            <w:tcW w:w="1093" w:type="dxa"/>
          </w:tcPr>
          <w:p w14:paraId="2722907A" w14:textId="77777777" w:rsidR="002E7826" w:rsidRPr="001C0CC4" w:rsidRDefault="002E7826" w:rsidP="002E7826">
            <w:pPr>
              <w:pStyle w:val="TAC"/>
            </w:pPr>
            <w:r w:rsidRPr="001C0CC4">
              <w:t>Bits</w:t>
            </w:r>
          </w:p>
        </w:tc>
        <w:tc>
          <w:tcPr>
            <w:tcW w:w="848" w:type="dxa"/>
          </w:tcPr>
          <w:p w14:paraId="740D6592" w14:textId="77777777" w:rsidR="002E7826" w:rsidRPr="001C0CC4" w:rsidRDefault="002E7826" w:rsidP="002E7826">
            <w:pPr>
              <w:pStyle w:val="TAC"/>
            </w:pPr>
            <w:r w:rsidRPr="001C0CC4">
              <w:t>N/A</w:t>
            </w:r>
          </w:p>
        </w:tc>
        <w:tc>
          <w:tcPr>
            <w:tcW w:w="848" w:type="dxa"/>
          </w:tcPr>
          <w:p w14:paraId="40FE764B" w14:textId="77777777" w:rsidR="002E7826" w:rsidRPr="001C0CC4" w:rsidRDefault="002E7826" w:rsidP="002E7826">
            <w:pPr>
              <w:pStyle w:val="TAC"/>
            </w:pPr>
            <w:r w:rsidRPr="001C0CC4">
              <w:t>N/A</w:t>
            </w:r>
          </w:p>
        </w:tc>
        <w:tc>
          <w:tcPr>
            <w:tcW w:w="848" w:type="dxa"/>
          </w:tcPr>
          <w:p w14:paraId="7D0CF695" w14:textId="77777777" w:rsidR="002E7826" w:rsidRPr="001C0CC4" w:rsidRDefault="002E7826" w:rsidP="002E7826">
            <w:pPr>
              <w:pStyle w:val="TAC"/>
            </w:pPr>
            <w:r w:rsidRPr="001C0CC4">
              <w:t>N/A</w:t>
            </w:r>
          </w:p>
        </w:tc>
        <w:tc>
          <w:tcPr>
            <w:tcW w:w="848" w:type="dxa"/>
          </w:tcPr>
          <w:p w14:paraId="755C9C13" w14:textId="77777777" w:rsidR="002E7826" w:rsidRPr="001C0CC4" w:rsidRDefault="002E7826" w:rsidP="002E7826">
            <w:pPr>
              <w:pStyle w:val="TAC"/>
            </w:pPr>
            <w:r w:rsidRPr="001C0CC4">
              <w:t>N/A</w:t>
            </w:r>
          </w:p>
        </w:tc>
        <w:tc>
          <w:tcPr>
            <w:tcW w:w="848" w:type="dxa"/>
          </w:tcPr>
          <w:p w14:paraId="7CDC7F1B" w14:textId="77777777" w:rsidR="002E7826" w:rsidRPr="001C0CC4" w:rsidRDefault="002E7826" w:rsidP="002E7826">
            <w:pPr>
              <w:pStyle w:val="TAC"/>
            </w:pPr>
            <w:r w:rsidRPr="001C0CC4">
              <w:t>N/A</w:t>
            </w:r>
          </w:p>
        </w:tc>
        <w:tc>
          <w:tcPr>
            <w:tcW w:w="848" w:type="dxa"/>
          </w:tcPr>
          <w:p w14:paraId="320538E7" w14:textId="77777777" w:rsidR="002E7826" w:rsidRPr="001C0CC4" w:rsidRDefault="002E7826" w:rsidP="002E7826">
            <w:pPr>
              <w:pStyle w:val="TAC"/>
            </w:pPr>
            <w:r w:rsidRPr="001C0CC4">
              <w:t>N/A</w:t>
            </w:r>
          </w:p>
        </w:tc>
        <w:tc>
          <w:tcPr>
            <w:tcW w:w="848" w:type="dxa"/>
          </w:tcPr>
          <w:p w14:paraId="0D64C6C5" w14:textId="77777777" w:rsidR="002E7826" w:rsidRPr="001C0CC4" w:rsidRDefault="002E7826" w:rsidP="002E7826">
            <w:pPr>
              <w:pStyle w:val="TAC"/>
            </w:pPr>
            <w:r w:rsidRPr="001C0CC4">
              <w:t>N/A</w:t>
            </w:r>
          </w:p>
        </w:tc>
        <w:tc>
          <w:tcPr>
            <w:tcW w:w="848" w:type="dxa"/>
          </w:tcPr>
          <w:p w14:paraId="6E2A26AA" w14:textId="77777777" w:rsidR="002E7826" w:rsidRPr="001C0CC4" w:rsidRDefault="002E7826" w:rsidP="002E7826">
            <w:pPr>
              <w:pStyle w:val="TAC"/>
            </w:pPr>
            <w:r w:rsidRPr="001C0CC4">
              <w:t>N/A</w:t>
            </w:r>
          </w:p>
        </w:tc>
        <w:tc>
          <w:tcPr>
            <w:tcW w:w="848" w:type="dxa"/>
          </w:tcPr>
          <w:p w14:paraId="7F4766D5" w14:textId="6C8068AB" w:rsidR="002E7826" w:rsidRPr="001C0CC4" w:rsidRDefault="002E7826" w:rsidP="002E7826">
            <w:pPr>
              <w:pStyle w:val="TAC"/>
            </w:pPr>
            <w:r>
              <w:t>N/A</w:t>
            </w:r>
          </w:p>
        </w:tc>
        <w:tc>
          <w:tcPr>
            <w:tcW w:w="848" w:type="dxa"/>
          </w:tcPr>
          <w:p w14:paraId="621A4350" w14:textId="2055310C" w:rsidR="002E7826" w:rsidRPr="001C0CC4" w:rsidRDefault="002E7826" w:rsidP="002E7826">
            <w:pPr>
              <w:pStyle w:val="TAC"/>
            </w:pPr>
            <w:r w:rsidRPr="001C0CC4">
              <w:t>N/A</w:t>
            </w:r>
          </w:p>
        </w:tc>
        <w:tc>
          <w:tcPr>
            <w:tcW w:w="849" w:type="dxa"/>
          </w:tcPr>
          <w:p w14:paraId="24954222" w14:textId="77777777" w:rsidR="002E7826" w:rsidRPr="001C0CC4" w:rsidRDefault="002E7826" w:rsidP="002E7826">
            <w:pPr>
              <w:pStyle w:val="TAC"/>
            </w:pPr>
            <w:r w:rsidRPr="001C0CC4">
              <w:t>N/A</w:t>
            </w:r>
          </w:p>
        </w:tc>
      </w:tr>
      <w:tr w:rsidR="002E7826" w:rsidRPr="001C0CC4" w14:paraId="425F0459" w14:textId="77777777" w:rsidTr="002E7826">
        <w:trPr>
          <w:jc w:val="center"/>
        </w:trPr>
        <w:tc>
          <w:tcPr>
            <w:tcW w:w="3690" w:type="dxa"/>
          </w:tcPr>
          <w:p w14:paraId="4275D0B9" w14:textId="77777777" w:rsidR="002E7826" w:rsidRPr="001C0CC4" w:rsidRDefault="002E7826" w:rsidP="002E7826">
            <w:pPr>
              <w:pStyle w:val="TAL"/>
            </w:pPr>
            <w:r w:rsidRPr="001C0CC4">
              <w:t xml:space="preserve">  For Slot i, if mod(i, 20) = {0,…, 13} for i from {4,…,39}</w:t>
            </w:r>
          </w:p>
        </w:tc>
        <w:tc>
          <w:tcPr>
            <w:tcW w:w="1093" w:type="dxa"/>
          </w:tcPr>
          <w:p w14:paraId="3CD52FDC" w14:textId="77777777" w:rsidR="002E7826" w:rsidRPr="001C0CC4" w:rsidRDefault="002E7826" w:rsidP="002E7826">
            <w:pPr>
              <w:pStyle w:val="TAC"/>
            </w:pPr>
            <w:r w:rsidRPr="001C0CC4">
              <w:t>Bits</w:t>
            </w:r>
          </w:p>
        </w:tc>
        <w:tc>
          <w:tcPr>
            <w:tcW w:w="848" w:type="dxa"/>
          </w:tcPr>
          <w:p w14:paraId="5999DEEA" w14:textId="77777777" w:rsidR="002E7826" w:rsidRPr="001C0CC4" w:rsidRDefault="002E7826" w:rsidP="002E7826">
            <w:pPr>
              <w:pStyle w:val="TAC"/>
            </w:pPr>
            <w:r w:rsidRPr="001C0CC4">
              <w:t>5376</w:t>
            </w:r>
          </w:p>
        </w:tc>
        <w:tc>
          <w:tcPr>
            <w:tcW w:w="848" w:type="dxa"/>
          </w:tcPr>
          <w:p w14:paraId="7F09A898" w14:textId="77777777" w:rsidR="002E7826" w:rsidRPr="001C0CC4" w:rsidRDefault="002E7826" w:rsidP="002E7826">
            <w:pPr>
              <w:pStyle w:val="TAC"/>
            </w:pPr>
            <w:r w:rsidRPr="001C0CC4">
              <w:t>8712</w:t>
            </w:r>
          </w:p>
        </w:tc>
        <w:tc>
          <w:tcPr>
            <w:tcW w:w="848" w:type="dxa"/>
          </w:tcPr>
          <w:p w14:paraId="3095DD82" w14:textId="77777777" w:rsidR="002E7826" w:rsidRPr="001C0CC4" w:rsidRDefault="002E7826" w:rsidP="002E7826">
            <w:pPr>
              <w:pStyle w:val="TAC"/>
            </w:pPr>
            <w:r w:rsidRPr="001C0CC4">
              <w:t>11784</w:t>
            </w:r>
          </w:p>
        </w:tc>
        <w:tc>
          <w:tcPr>
            <w:tcW w:w="848" w:type="dxa"/>
          </w:tcPr>
          <w:p w14:paraId="005F9BAC" w14:textId="77777777" w:rsidR="002E7826" w:rsidRPr="001C0CC4" w:rsidRDefault="002E7826" w:rsidP="002E7826">
            <w:pPr>
              <w:pStyle w:val="TAC"/>
            </w:pPr>
            <w:r w:rsidRPr="001C0CC4">
              <w:t>15112</w:t>
            </w:r>
          </w:p>
        </w:tc>
        <w:tc>
          <w:tcPr>
            <w:tcW w:w="848" w:type="dxa"/>
          </w:tcPr>
          <w:p w14:paraId="6EE3C7FC" w14:textId="77777777" w:rsidR="002E7826" w:rsidRPr="001C0CC4" w:rsidRDefault="002E7826" w:rsidP="002E7826">
            <w:pPr>
              <w:pStyle w:val="TAC"/>
            </w:pPr>
            <w:r w:rsidRPr="001C0CC4">
              <w:t>18432</w:t>
            </w:r>
          </w:p>
        </w:tc>
        <w:tc>
          <w:tcPr>
            <w:tcW w:w="848" w:type="dxa"/>
          </w:tcPr>
          <w:p w14:paraId="337BF8B9" w14:textId="77777777" w:rsidR="002E7826" w:rsidRPr="001C0CC4" w:rsidRDefault="002E7826" w:rsidP="002E7826">
            <w:pPr>
              <w:pStyle w:val="TAC"/>
            </w:pPr>
            <w:r w:rsidRPr="001C0CC4">
              <w:t>25104</w:t>
            </w:r>
          </w:p>
        </w:tc>
        <w:tc>
          <w:tcPr>
            <w:tcW w:w="848" w:type="dxa"/>
          </w:tcPr>
          <w:p w14:paraId="3601A1E8" w14:textId="77777777" w:rsidR="002E7826" w:rsidRPr="001C0CC4" w:rsidRDefault="002E7826" w:rsidP="002E7826">
            <w:pPr>
              <w:pStyle w:val="TAC"/>
            </w:pPr>
            <w:r w:rsidRPr="001C0CC4">
              <w:t>31752</w:t>
            </w:r>
          </w:p>
        </w:tc>
        <w:tc>
          <w:tcPr>
            <w:tcW w:w="848" w:type="dxa"/>
          </w:tcPr>
          <w:p w14:paraId="77AD0CCE" w14:textId="77777777" w:rsidR="002E7826" w:rsidRPr="001C0CC4" w:rsidRDefault="002E7826" w:rsidP="002E7826">
            <w:pPr>
              <w:pStyle w:val="TAC"/>
            </w:pPr>
            <w:r w:rsidRPr="001C0CC4">
              <w:t>38936</w:t>
            </w:r>
          </w:p>
        </w:tc>
        <w:tc>
          <w:tcPr>
            <w:tcW w:w="848" w:type="dxa"/>
          </w:tcPr>
          <w:p w14:paraId="63A56708" w14:textId="153C6B66" w:rsidR="002E7826" w:rsidRPr="001C0CC4" w:rsidRDefault="002E7826" w:rsidP="002E7826">
            <w:pPr>
              <w:pStyle w:val="TAC"/>
            </w:pPr>
            <w:r>
              <w:t>45096</w:t>
            </w:r>
          </w:p>
        </w:tc>
        <w:tc>
          <w:tcPr>
            <w:tcW w:w="848" w:type="dxa"/>
          </w:tcPr>
          <w:p w14:paraId="44D13EA3" w14:textId="7140F289" w:rsidR="002E7826" w:rsidRPr="001C0CC4" w:rsidRDefault="002E7826" w:rsidP="002E7826">
            <w:pPr>
              <w:pStyle w:val="TAC"/>
            </w:pPr>
            <w:r w:rsidRPr="001C0CC4">
              <w:t>52224</w:t>
            </w:r>
          </w:p>
        </w:tc>
        <w:tc>
          <w:tcPr>
            <w:tcW w:w="849" w:type="dxa"/>
          </w:tcPr>
          <w:p w14:paraId="2A5CBA2C" w14:textId="77777777" w:rsidR="002E7826" w:rsidRPr="001C0CC4" w:rsidRDefault="002E7826" w:rsidP="002E7826">
            <w:pPr>
              <w:pStyle w:val="TAC"/>
            </w:pPr>
            <w:r w:rsidRPr="001C0CC4">
              <w:t>65576</w:t>
            </w:r>
          </w:p>
        </w:tc>
      </w:tr>
      <w:tr w:rsidR="002E7826" w:rsidRPr="001C0CC4" w14:paraId="687A7AA3" w14:textId="77777777" w:rsidTr="002E7826">
        <w:trPr>
          <w:jc w:val="center"/>
        </w:trPr>
        <w:tc>
          <w:tcPr>
            <w:tcW w:w="3690" w:type="dxa"/>
          </w:tcPr>
          <w:p w14:paraId="5236A66B" w14:textId="77777777" w:rsidR="002E7826" w:rsidRPr="001C0CC4" w:rsidRDefault="002E7826" w:rsidP="002E7826">
            <w:pPr>
              <w:pStyle w:val="TAL"/>
            </w:pPr>
            <w:r w:rsidRPr="001C0CC4">
              <w:t>Transport block CRC</w:t>
            </w:r>
          </w:p>
        </w:tc>
        <w:tc>
          <w:tcPr>
            <w:tcW w:w="1093" w:type="dxa"/>
          </w:tcPr>
          <w:p w14:paraId="159B39C8" w14:textId="77777777" w:rsidR="002E7826" w:rsidRPr="001C0CC4" w:rsidRDefault="002E7826" w:rsidP="002E7826">
            <w:pPr>
              <w:pStyle w:val="TAC"/>
            </w:pPr>
            <w:r w:rsidRPr="001C0CC4">
              <w:t>Bits</w:t>
            </w:r>
          </w:p>
        </w:tc>
        <w:tc>
          <w:tcPr>
            <w:tcW w:w="848" w:type="dxa"/>
          </w:tcPr>
          <w:p w14:paraId="7F045823" w14:textId="77777777" w:rsidR="002E7826" w:rsidRPr="001C0CC4" w:rsidRDefault="002E7826" w:rsidP="002E7826">
            <w:pPr>
              <w:pStyle w:val="TAC"/>
            </w:pPr>
            <w:r w:rsidRPr="001C0CC4">
              <w:t>24</w:t>
            </w:r>
          </w:p>
        </w:tc>
        <w:tc>
          <w:tcPr>
            <w:tcW w:w="848" w:type="dxa"/>
          </w:tcPr>
          <w:p w14:paraId="64B6368A" w14:textId="77777777" w:rsidR="002E7826" w:rsidRPr="001C0CC4" w:rsidRDefault="002E7826" w:rsidP="002E7826">
            <w:pPr>
              <w:pStyle w:val="TAC"/>
            </w:pPr>
            <w:r w:rsidRPr="001C0CC4">
              <w:t>24</w:t>
            </w:r>
          </w:p>
        </w:tc>
        <w:tc>
          <w:tcPr>
            <w:tcW w:w="848" w:type="dxa"/>
          </w:tcPr>
          <w:p w14:paraId="3D5747D7" w14:textId="77777777" w:rsidR="002E7826" w:rsidRPr="001C0CC4" w:rsidRDefault="002E7826" w:rsidP="002E7826">
            <w:pPr>
              <w:pStyle w:val="TAC"/>
            </w:pPr>
            <w:r w:rsidRPr="001C0CC4">
              <w:t>24</w:t>
            </w:r>
          </w:p>
        </w:tc>
        <w:tc>
          <w:tcPr>
            <w:tcW w:w="848" w:type="dxa"/>
          </w:tcPr>
          <w:p w14:paraId="586BD8AC" w14:textId="77777777" w:rsidR="002E7826" w:rsidRPr="001C0CC4" w:rsidRDefault="002E7826" w:rsidP="002E7826">
            <w:pPr>
              <w:pStyle w:val="TAC"/>
            </w:pPr>
            <w:r w:rsidRPr="001C0CC4">
              <w:t>24</w:t>
            </w:r>
          </w:p>
        </w:tc>
        <w:tc>
          <w:tcPr>
            <w:tcW w:w="848" w:type="dxa"/>
          </w:tcPr>
          <w:p w14:paraId="3C6428F5" w14:textId="77777777" w:rsidR="002E7826" w:rsidRPr="001C0CC4" w:rsidRDefault="002E7826" w:rsidP="002E7826">
            <w:pPr>
              <w:pStyle w:val="TAC"/>
            </w:pPr>
            <w:r w:rsidRPr="001C0CC4">
              <w:t>24</w:t>
            </w:r>
          </w:p>
        </w:tc>
        <w:tc>
          <w:tcPr>
            <w:tcW w:w="848" w:type="dxa"/>
          </w:tcPr>
          <w:p w14:paraId="69841D1D" w14:textId="77777777" w:rsidR="002E7826" w:rsidRPr="001C0CC4" w:rsidRDefault="002E7826" w:rsidP="002E7826">
            <w:pPr>
              <w:pStyle w:val="TAC"/>
            </w:pPr>
            <w:r w:rsidRPr="001C0CC4">
              <w:t>24</w:t>
            </w:r>
          </w:p>
        </w:tc>
        <w:tc>
          <w:tcPr>
            <w:tcW w:w="848" w:type="dxa"/>
          </w:tcPr>
          <w:p w14:paraId="0C5DC0C6" w14:textId="77777777" w:rsidR="002E7826" w:rsidRPr="001C0CC4" w:rsidRDefault="002E7826" w:rsidP="002E7826">
            <w:pPr>
              <w:pStyle w:val="TAC"/>
            </w:pPr>
            <w:r w:rsidRPr="001C0CC4">
              <w:t>24</w:t>
            </w:r>
          </w:p>
        </w:tc>
        <w:tc>
          <w:tcPr>
            <w:tcW w:w="848" w:type="dxa"/>
          </w:tcPr>
          <w:p w14:paraId="03B91A3D" w14:textId="77777777" w:rsidR="002E7826" w:rsidRPr="001C0CC4" w:rsidRDefault="002E7826" w:rsidP="002E7826">
            <w:pPr>
              <w:pStyle w:val="TAC"/>
            </w:pPr>
            <w:r w:rsidRPr="001C0CC4">
              <w:t>24</w:t>
            </w:r>
          </w:p>
        </w:tc>
        <w:tc>
          <w:tcPr>
            <w:tcW w:w="848" w:type="dxa"/>
          </w:tcPr>
          <w:p w14:paraId="39815A36" w14:textId="49F0E486" w:rsidR="002E7826" w:rsidRPr="001C0CC4" w:rsidRDefault="002E7826" w:rsidP="002E7826">
            <w:pPr>
              <w:pStyle w:val="TAC"/>
            </w:pPr>
            <w:r>
              <w:t>24</w:t>
            </w:r>
          </w:p>
        </w:tc>
        <w:tc>
          <w:tcPr>
            <w:tcW w:w="848" w:type="dxa"/>
          </w:tcPr>
          <w:p w14:paraId="6F305360" w14:textId="5B6E8216" w:rsidR="002E7826" w:rsidRPr="001C0CC4" w:rsidRDefault="002E7826" w:rsidP="002E7826">
            <w:pPr>
              <w:pStyle w:val="TAC"/>
            </w:pPr>
            <w:r w:rsidRPr="001C0CC4">
              <w:t>24</w:t>
            </w:r>
          </w:p>
        </w:tc>
        <w:tc>
          <w:tcPr>
            <w:tcW w:w="849" w:type="dxa"/>
          </w:tcPr>
          <w:p w14:paraId="2BFB7313" w14:textId="77777777" w:rsidR="002E7826" w:rsidRPr="001C0CC4" w:rsidRDefault="002E7826" w:rsidP="002E7826">
            <w:pPr>
              <w:pStyle w:val="TAC"/>
            </w:pPr>
            <w:r w:rsidRPr="001C0CC4">
              <w:t>24</w:t>
            </w:r>
          </w:p>
        </w:tc>
      </w:tr>
      <w:tr w:rsidR="002E7826" w:rsidRPr="001C0CC4" w14:paraId="3CE861CA" w14:textId="77777777" w:rsidTr="002E7826">
        <w:trPr>
          <w:jc w:val="center"/>
        </w:trPr>
        <w:tc>
          <w:tcPr>
            <w:tcW w:w="3690" w:type="dxa"/>
          </w:tcPr>
          <w:p w14:paraId="3DBFBE25" w14:textId="77777777" w:rsidR="002E7826" w:rsidRPr="001C0CC4" w:rsidRDefault="002E7826" w:rsidP="002E7826">
            <w:pPr>
              <w:pStyle w:val="TAL"/>
            </w:pPr>
            <w:r w:rsidRPr="001C0CC4">
              <w:t>LDPC base graph</w:t>
            </w:r>
          </w:p>
        </w:tc>
        <w:tc>
          <w:tcPr>
            <w:tcW w:w="1093" w:type="dxa"/>
          </w:tcPr>
          <w:p w14:paraId="7FEE5FBD" w14:textId="77777777" w:rsidR="002E7826" w:rsidRPr="001C0CC4" w:rsidRDefault="002E7826" w:rsidP="002E7826">
            <w:pPr>
              <w:pStyle w:val="TAC"/>
            </w:pPr>
          </w:p>
        </w:tc>
        <w:tc>
          <w:tcPr>
            <w:tcW w:w="848" w:type="dxa"/>
          </w:tcPr>
          <w:p w14:paraId="76DBCEBE" w14:textId="77777777" w:rsidR="002E7826" w:rsidRPr="001C0CC4" w:rsidRDefault="002E7826" w:rsidP="002E7826">
            <w:pPr>
              <w:pStyle w:val="TAC"/>
            </w:pPr>
            <w:r w:rsidRPr="001C0CC4">
              <w:t>1</w:t>
            </w:r>
          </w:p>
        </w:tc>
        <w:tc>
          <w:tcPr>
            <w:tcW w:w="848" w:type="dxa"/>
          </w:tcPr>
          <w:p w14:paraId="69973D3E" w14:textId="77777777" w:rsidR="002E7826" w:rsidRPr="001C0CC4" w:rsidRDefault="002E7826" w:rsidP="002E7826">
            <w:pPr>
              <w:pStyle w:val="TAC"/>
            </w:pPr>
            <w:r w:rsidRPr="001C0CC4">
              <w:t>1</w:t>
            </w:r>
          </w:p>
        </w:tc>
        <w:tc>
          <w:tcPr>
            <w:tcW w:w="848" w:type="dxa"/>
          </w:tcPr>
          <w:p w14:paraId="6A1554DA" w14:textId="77777777" w:rsidR="002E7826" w:rsidRPr="001C0CC4" w:rsidRDefault="002E7826" w:rsidP="002E7826">
            <w:pPr>
              <w:pStyle w:val="TAC"/>
            </w:pPr>
            <w:r w:rsidRPr="001C0CC4">
              <w:t>1</w:t>
            </w:r>
          </w:p>
        </w:tc>
        <w:tc>
          <w:tcPr>
            <w:tcW w:w="848" w:type="dxa"/>
          </w:tcPr>
          <w:p w14:paraId="4F652D86" w14:textId="77777777" w:rsidR="002E7826" w:rsidRPr="001C0CC4" w:rsidRDefault="002E7826" w:rsidP="002E7826">
            <w:pPr>
              <w:pStyle w:val="TAC"/>
            </w:pPr>
            <w:r w:rsidRPr="001C0CC4">
              <w:t>1</w:t>
            </w:r>
          </w:p>
        </w:tc>
        <w:tc>
          <w:tcPr>
            <w:tcW w:w="848" w:type="dxa"/>
          </w:tcPr>
          <w:p w14:paraId="779050F5" w14:textId="77777777" w:rsidR="002E7826" w:rsidRPr="001C0CC4" w:rsidRDefault="002E7826" w:rsidP="002E7826">
            <w:pPr>
              <w:pStyle w:val="TAC"/>
            </w:pPr>
            <w:r w:rsidRPr="001C0CC4">
              <w:t>1</w:t>
            </w:r>
          </w:p>
        </w:tc>
        <w:tc>
          <w:tcPr>
            <w:tcW w:w="848" w:type="dxa"/>
          </w:tcPr>
          <w:p w14:paraId="767EBAB1" w14:textId="77777777" w:rsidR="002E7826" w:rsidRPr="001C0CC4" w:rsidRDefault="002E7826" w:rsidP="002E7826">
            <w:pPr>
              <w:pStyle w:val="TAC"/>
            </w:pPr>
            <w:r w:rsidRPr="001C0CC4">
              <w:t>1</w:t>
            </w:r>
          </w:p>
        </w:tc>
        <w:tc>
          <w:tcPr>
            <w:tcW w:w="848" w:type="dxa"/>
          </w:tcPr>
          <w:p w14:paraId="76CD0385" w14:textId="77777777" w:rsidR="002E7826" w:rsidRPr="001C0CC4" w:rsidRDefault="002E7826" w:rsidP="002E7826">
            <w:pPr>
              <w:pStyle w:val="TAC"/>
            </w:pPr>
            <w:r w:rsidRPr="001C0CC4">
              <w:t>1</w:t>
            </w:r>
          </w:p>
        </w:tc>
        <w:tc>
          <w:tcPr>
            <w:tcW w:w="848" w:type="dxa"/>
          </w:tcPr>
          <w:p w14:paraId="320D02D3" w14:textId="77777777" w:rsidR="002E7826" w:rsidRPr="001C0CC4" w:rsidRDefault="002E7826" w:rsidP="002E7826">
            <w:pPr>
              <w:pStyle w:val="TAC"/>
            </w:pPr>
            <w:r w:rsidRPr="001C0CC4">
              <w:t>1</w:t>
            </w:r>
          </w:p>
        </w:tc>
        <w:tc>
          <w:tcPr>
            <w:tcW w:w="848" w:type="dxa"/>
          </w:tcPr>
          <w:p w14:paraId="5A730650" w14:textId="397BB28F" w:rsidR="002E7826" w:rsidRPr="001C0CC4" w:rsidRDefault="002E7826" w:rsidP="002E7826">
            <w:pPr>
              <w:pStyle w:val="TAC"/>
            </w:pPr>
            <w:r>
              <w:t>1</w:t>
            </w:r>
          </w:p>
        </w:tc>
        <w:tc>
          <w:tcPr>
            <w:tcW w:w="848" w:type="dxa"/>
          </w:tcPr>
          <w:p w14:paraId="383215B8" w14:textId="326EA9C0" w:rsidR="002E7826" w:rsidRPr="001C0CC4" w:rsidRDefault="002E7826" w:rsidP="002E7826">
            <w:pPr>
              <w:pStyle w:val="TAC"/>
            </w:pPr>
            <w:r w:rsidRPr="001C0CC4">
              <w:t>1</w:t>
            </w:r>
          </w:p>
        </w:tc>
        <w:tc>
          <w:tcPr>
            <w:tcW w:w="849" w:type="dxa"/>
          </w:tcPr>
          <w:p w14:paraId="74780F1B" w14:textId="77777777" w:rsidR="002E7826" w:rsidRPr="001C0CC4" w:rsidRDefault="002E7826" w:rsidP="002E7826">
            <w:pPr>
              <w:pStyle w:val="TAC"/>
            </w:pPr>
            <w:r w:rsidRPr="001C0CC4">
              <w:t>1</w:t>
            </w:r>
          </w:p>
        </w:tc>
      </w:tr>
      <w:tr w:rsidR="002E7826" w:rsidRPr="001C0CC4" w14:paraId="5CD161CA" w14:textId="77777777" w:rsidTr="002E7826">
        <w:trPr>
          <w:jc w:val="center"/>
        </w:trPr>
        <w:tc>
          <w:tcPr>
            <w:tcW w:w="3690" w:type="dxa"/>
          </w:tcPr>
          <w:p w14:paraId="39FC5A46" w14:textId="77777777" w:rsidR="002E7826" w:rsidRPr="001C0CC4" w:rsidRDefault="002E7826" w:rsidP="002E7826">
            <w:pPr>
              <w:pStyle w:val="TAH"/>
            </w:pPr>
            <w:r w:rsidRPr="001C0CC4">
              <w:t>Number of Code Blocks per Slot</w:t>
            </w:r>
          </w:p>
        </w:tc>
        <w:tc>
          <w:tcPr>
            <w:tcW w:w="1093" w:type="dxa"/>
          </w:tcPr>
          <w:p w14:paraId="21200BBE" w14:textId="77777777" w:rsidR="002E7826" w:rsidRPr="001C0CC4" w:rsidRDefault="002E7826" w:rsidP="002E7826">
            <w:pPr>
              <w:pStyle w:val="TAC"/>
            </w:pPr>
          </w:p>
        </w:tc>
        <w:tc>
          <w:tcPr>
            <w:tcW w:w="848" w:type="dxa"/>
          </w:tcPr>
          <w:p w14:paraId="656F4978" w14:textId="77777777" w:rsidR="002E7826" w:rsidRPr="001C0CC4" w:rsidRDefault="002E7826" w:rsidP="002E7826">
            <w:pPr>
              <w:pStyle w:val="TAC"/>
            </w:pPr>
          </w:p>
        </w:tc>
        <w:tc>
          <w:tcPr>
            <w:tcW w:w="848" w:type="dxa"/>
          </w:tcPr>
          <w:p w14:paraId="79626B70" w14:textId="77777777" w:rsidR="002E7826" w:rsidRPr="001C0CC4" w:rsidRDefault="002E7826" w:rsidP="002E7826">
            <w:pPr>
              <w:pStyle w:val="TAC"/>
            </w:pPr>
          </w:p>
        </w:tc>
        <w:tc>
          <w:tcPr>
            <w:tcW w:w="848" w:type="dxa"/>
          </w:tcPr>
          <w:p w14:paraId="4FC0A8A3" w14:textId="77777777" w:rsidR="002E7826" w:rsidRPr="001C0CC4" w:rsidRDefault="002E7826" w:rsidP="002E7826">
            <w:pPr>
              <w:pStyle w:val="TAC"/>
            </w:pPr>
          </w:p>
        </w:tc>
        <w:tc>
          <w:tcPr>
            <w:tcW w:w="848" w:type="dxa"/>
          </w:tcPr>
          <w:p w14:paraId="2D126648" w14:textId="77777777" w:rsidR="002E7826" w:rsidRPr="001C0CC4" w:rsidRDefault="002E7826" w:rsidP="002E7826">
            <w:pPr>
              <w:pStyle w:val="TAC"/>
            </w:pPr>
          </w:p>
        </w:tc>
        <w:tc>
          <w:tcPr>
            <w:tcW w:w="848" w:type="dxa"/>
          </w:tcPr>
          <w:p w14:paraId="35EAB5AB" w14:textId="77777777" w:rsidR="002E7826" w:rsidRPr="001C0CC4" w:rsidRDefault="002E7826" w:rsidP="002E7826">
            <w:pPr>
              <w:pStyle w:val="TAC"/>
            </w:pPr>
          </w:p>
        </w:tc>
        <w:tc>
          <w:tcPr>
            <w:tcW w:w="848" w:type="dxa"/>
          </w:tcPr>
          <w:p w14:paraId="08482EFA" w14:textId="77777777" w:rsidR="002E7826" w:rsidRPr="001C0CC4" w:rsidRDefault="002E7826" w:rsidP="002E7826">
            <w:pPr>
              <w:pStyle w:val="TAC"/>
            </w:pPr>
          </w:p>
        </w:tc>
        <w:tc>
          <w:tcPr>
            <w:tcW w:w="848" w:type="dxa"/>
          </w:tcPr>
          <w:p w14:paraId="543ED5BB" w14:textId="77777777" w:rsidR="002E7826" w:rsidRPr="001C0CC4" w:rsidRDefault="002E7826" w:rsidP="002E7826">
            <w:pPr>
              <w:pStyle w:val="TAC"/>
            </w:pPr>
          </w:p>
        </w:tc>
        <w:tc>
          <w:tcPr>
            <w:tcW w:w="848" w:type="dxa"/>
          </w:tcPr>
          <w:p w14:paraId="099A4785" w14:textId="77777777" w:rsidR="002E7826" w:rsidRPr="001C0CC4" w:rsidRDefault="002E7826" w:rsidP="002E7826">
            <w:pPr>
              <w:pStyle w:val="TAC"/>
            </w:pPr>
          </w:p>
        </w:tc>
        <w:tc>
          <w:tcPr>
            <w:tcW w:w="848" w:type="dxa"/>
          </w:tcPr>
          <w:p w14:paraId="0C8325EC" w14:textId="77777777" w:rsidR="002E7826" w:rsidRPr="001C0CC4" w:rsidRDefault="002E7826" w:rsidP="002E7826">
            <w:pPr>
              <w:pStyle w:val="TAC"/>
            </w:pPr>
          </w:p>
        </w:tc>
        <w:tc>
          <w:tcPr>
            <w:tcW w:w="848" w:type="dxa"/>
          </w:tcPr>
          <w:p w14:paraId="7EB671F5" w14:textId="09C6038E" w:rsidR="002E7826" w:rsidRPr="001C0CC4" w:rsidRDefault="002E7826" w:rsidP="002E7826">
            <w:pPr>
              <w:pStyle w:val="TAC"/>
            </w:pPr>
          </w:p>
        </w:tc>
        <w:tc>
          <w:tcPr>
            <w:tcW w:w="849" w:type="dxa"/>
          </w:tcPr>
          <w:p w14:paraId="383ED07F" w14:textId="77777777" w:rsidR="002E7826" w:rsidRPr="001C0CC4" w:rsidRDefault="002E7826" w:rsidP="002E7826">
            <w:pPr>
              <w:pStyle w:val="TAC"/>
            </w:pPr>
          </w:p>
        </w:tc>
      </w:tr>
      <w:tr w:rsidR="002E7826" w:rsidRPr="001C0CC4" w14:paraId="1838436F" w14:textId="77777777" w:rsidTr="002E7826">
        <w:trPr>
          <w:jc w:val="center"/>
        </w:trPr>
        <w:tc>
          <w:tcPr>
            <w:tcW w:w="3690" w:type="dxa"/>
          </w:tcPr>
          <w:p w14:paraId="67A1716D" w14:textId="77777777" w:rsidR="002E7826" w:rsidRPr="001C0CC4" w:rsidRDefault="002E7826" w:rsidP="002E7826">
            <w:pPr>
              <w:pStyle w:val="TAL"/>
            </w:pPr>
            <w:r w:rsidRPr="001C0CC4">
              <w:t xml:space="preserve">  For Slots 0,1,2,3 and Slot i, if mod(i, 20) = {14,15,16,17,18,19} for i from {0,…,39}</w:t>
            </w:r>
          </w:p>
        </w:tc>
        <w:tc>
          <w:tcPr>
            <w:tcW w:w="1093" w:type="dxa"/>
          </w:tcPr>
          <w:p w14:paraId="378943C8" w14:textId="77777777" w:rsidR="002E7826" w:rsidRPr="001C0CC4" w:rsidRDefault="002E7826" w:rsidP="002E7826">
            <w:pPr>
              <w:pStyle w:val="TAC"/>
            </w:pPr>
            <w:r w:rsidRPr="001C0CC4">
              <w:t>CBs</w:t>
            </w:r>
          </w:p>
        </w:tc>
        <w:tc>
          <w:tcPr>
            <w:tcW w:w="848" w:type="dxa"/>
          </w:tcPr>
          <w:p w14:paraId="27FA19B0" w14:textId="77777777" w:rsidR="002E7826" w:rsidRPr="001C0CC4" w:rsidRDefault="002E7826" w:rsidP="002E7826">
            <w:pPr>
              <w:pStyle w:val="TAC"/>
            </w:pPr>
            <w:r w:rsidRPr="001C0CC4">
              <w:t>N/A</w:t>
            </w:r>
          </w:p>
        </w:tc>
        <w:tc>
          <w:tcPr>
            <w:tcW w:w="848" w:type="dxa"/>
          </w:tcPr>
          <w:p w14:paraId="40B83A19" w14:textId="77777777" w:rsidR="002E7826" w:rsidRPr="001C0CC4" w:rsidRDefault="002E7826" w:rsidP="002E7826">
            <w:pPr>
              <w:pStyle w:val="TAC"/>
            </w:pPr>
            <w:r w:rsidRPr="001C0CC4">
              <w:t>N/A</w:t>
            </w:r>
          </w:p>
        </w:tc>
        <w:tc>
          <w:tcPr>
            <w:tcW w:w="848" w:type="dxa"/>
          </w:tcPr>
          <w:p w14:paraId="76999DA8" w14:textId="77777777" w:rsidR="002E7826" w:rsidRPr="001C0CC4" w:rsidRDefault="002E7826" w:rsidP="002E7826">
            <w:pPr>
              <w:pStyle w:val="TAC"/>
            </w:pPr>
            <w:r w:rsidRPr="001C0CC4">
              <w:t>N/A</w:t>
            </w:r>
          </w:p>
        </w:tc>
        <w:tc>
          <w:tcPr>
            <w:tcW w:w="848" w:type="dxa"/>
          </w:tcPr>
          <w:p w14:paraId="7E42284B" w14:textId="77777777" w:rsidR="002E7826" w:rsidRPr="001C0CC4" w:rsidRDefault="002E7826" w:rsidP="002E7826">
            <w:pPr>
              <w:pStyle w:val="TAC"/>
            </w:pPr>
            <w:r w:rsidRPr="001C0CC4">
              <w:t>N/A</w:t>
            </w:r>
          </w:p>
        </w:tc>
        <w:tc>
          <w:tcPr>
            <w:tcW w:w="848" w:type="dxa"/>
          </w:tcPr>
          <w:p w14:paraId="4B10C599" w14:textId="77777777" w:rsidR="002E7826" w:rsidRPr="001C0CC4" w:rsidRDefault="002E7826" w:rsidP="002E7826">
            <w:pPr>
              <w:pStyle w:val="TAC"/>
            </w:pPr>
            <w:r w:rsidRPr="001C0CC4">
              <w:t>N/A</w:t>
            </w:r>
          </w:p>
        </w:tc>
        <w:tc>
          <w:tcPr>
            <w:tcW w:w="848" w:type="dxa"/>
          </w:tcPr>
          <w:p w14:paraId="5D795E44" w14:textId="77777777" w:rsidR="002E7826" w:rsidRPr="001C0CC4" w:rsidRDefault="002E7826" w:rsidP="002E7826">
            <w:pPr>
              <w:pStyle w:val="TAC"/>
            </w:pPr>
            <w:r w:rsidRPr="001C0CC4">
              <w:t>N/A</w:t>
            </w:r>
          </w:p>
        </w:tc>
        <w:tc>
          <w:tcPr>
            <w:tcW w:w="848" w:type="dxa"/>
          </w:tcPr>
          <w:p w14:paraId="14222ED2" w14:textId="77777777" w:rsidR="002E7826" w:rsidRPr="001C0CC4" w:rsidRDefault="002E7826" w:rsidP="002E7826">
            <w:pPr>
              <w:pStyle w:val="TAC"/>
            </w:pPr>
            <w:r w:rsidRPr="001C0CC4">
              <w:t>N/A</w:t>
            </w:r>
          </w:p>
        </w:tc>
        <w:tc>
          <w:tcPr>
            <w:tcW w:w="848" w:type="dxa"/>
          </w:tcPr>
          <w:p w14:paraId="7E6AF924" w14:textId="77777777" w:rsidR="002E7826" w:rsidRPr="001C0CC4" w:rsidRDefault="002E7826" w:rsidP="002E7826">
            <w:pPr>
              <w:pStyle w:val="TAC"/>
            </w:pPr>
            <w:r w:rsidRPr="001C0CC4">
              <w:t>N/A</w:t>
            </w:r>
          </w:p>
        </w:tc>
        <w:tc>
          <w:tcPr>
            <w:tcW w:w="848" w:type="dxa"/>
          </w:tcPr>
          <w:p w14:paraId="5DE72876" w14:textId="597DF589" w:rsidR="002E7826" w:rsidRPr="001C0CC4" w:rsidRDefault="002E7826" w:rsidP="002E7826">
            <w:pPr>
              <w:pStyle w:val="TAC"/>
            </w:pPr>
            <w:r>
              <w:t>N/A</w:t>
            </w:r>
          </w:p>
        </w:tc>
        <w:tc>
          <w:tcPr>
            <w:tcW w:w="848" w:type="dxa"/>
          </w:tcPr>
          <w:p w14:paraId="68E4C586" w14:textId="1E527F37" w:rsidR="002E7826" w:rsidRPr="001C0CC4" w:rsidRDefault="002E7826" w:rsidP="002E7826">
            <w:pPr>
              <w:pStyle w:val="TAC"/>
            </w:pPr>
            <w:r w:rsidRPr="001C0CC4">
              <w:t>N/A</w:t>
            </w:r>
          </w:p>
        </w:tc>
        <w:tc>
          <w:tcPr>
            <w:tcW w:w="849" w:type="dxa"/>
          </w:tcPr>
          <w:p w14:paraId="2B7A91CE" w14:textId="77777777" w:rsidR="002E7826" w:rsidRPr="001C0CC4" w:rsidRDefault="002E7826" w:rsidP="002E7826">
            <w:pPr>
              <w:pStyle w:val="TAC"/>
            </w:pPr>
            <w:r w:rsidRPr="001C0CC4">
              <w:t>N/A</w:t>
            </w:r>
          </w:p>
        </w:tc>
      </w:tr>
      <w:tr w:rsidR="002E7826" w:rsidRPr="001C0CC4" w14:paraId="659D289E" w14:textId="77777777" w:rsidTr="002E7826">
        <w:trPr>
          <w:jc w:val="center"/>
        </w:trPr>
        <w:tc>
          <w:tcPr>
            <w:tcW w:w="3690" w:type="dxa"/>
          </w:tcPr>
          <w:p w14:paraId="417FCA9F" w14:textId="77777777" w:rsidR="002E7826" w:rsidRPr="001C0CC4" w:rsidRDefault="002E7826" w:rsidP="002E7826">
            <w:pPr>
              <w:pStyle w:val="TAL"/>
            </w:pPr>
            <w:r w:rsidRPr="001C0CC4">
              <w:t xml:space="preserve">  For Slot i, if mod(i, 20) = {0,…, 13} for i from {4,…,39}</w:t>
            </w:r>
          </w:p>
        </w:tc>
        <w:tc>
          <w:tcPr>
            <w:tcW w:w="1093" w:type="dxa"/>
          </w:tcPr>
          <w:p w14:paraId="5E8D12AC" w14:textId="77777777" w:rsidR="002E7826" w:rsidRPr="001C0CC4" w:rsidRDefault="002E7826" w:rsidP="002E7826">
            <w:pPr>
              <w:pStyle w:val="TAC"/>
            </w:pPr>
            <w:r w:rsidRPr="001C0CC4">
              <w:t>CBs</w:t>
            </w:r>
          </w:p>
        </w:tc>
        <w:tc>
          <w:tcPr>
            <w:tcW w:w="848" w:type="dxa"/>
          </w:tcPr>
          <w:p w14:paraId="65123350" w14:textId="77777777" w:rsidR="002E7826" w:rsidRPr="001C0CC4" w:rsidRDefault="002E7826" w:rsidP="002E7826">
            <w:pPr>
              <w:pStyle w:val="TAC"/>
            </w:pPr>
            <w:r w:rsidRPr="001C0CC4">
              <w:t>1</w:t>
            </w:r>
          </w:p>
        </w:tc>
        <w:tc>
          <w:tcPr>
            <w:tcW w:w="848" w:type="dxa"/>
          </w:tcPr>
          <w:p w14:paraId="0647744F" w14:textId="77777777" w:rsidR="002E7826" w:rsidRPr="001C0CC4" w:rsidRDefault="002E7826" w:rsidP="002E7826">
            <w:pPr>
              <w:pStyle w:val="TAC"/>
            </w:pPr>
            <w:r w:rsidRPr="001C0CC4">
              <w:t>2</w:t>
            </w:r>
          </w:p>
        </w:tc>
        <w:tc>
          <w:tcPr>
            <w:tcW w:w="848" w:type="dxa"/>
          </w:tcPr>
          <w:p w14:paraId="7E45B1EB" w14:textId="77777777" w:rsidR="002E7826" w:rsidRPr="001C0CC4" w:rsidRDefault="002E7826" w:rsidP="002E7826">
            <w:pPr>
              <w:pStyle w:val="TAC"/>
            </w:pPr>
            <w:r w:rsidRPr="001C0CC4">
              <w:t>2</w:t>
            </w:r>
          </w:p>
        </w:tc>
        <w:tc>
          <w:tcPr>
            <w:tcW w:w="848" w:type="dxa"/>
          </w:tcPr>
          <w:p w14:paraId="52C77F8D" w14:textId="77777777" w:rsidR="002E7826" w:rsidRPr="001C0CC4" w:rsidRDefault="002E7826" w:rsidP="002E7826">
            <w:pPr>
              <w:pStyle w:val="TAC"/>
            </w:pPr>
            <w:r w:rsidRPr="001C0CC4">
              <w:t>2</w:t>
            </w:r>
          </w:p>
        </w:tc>
        <w:tc>
          <w:tcPr>
            <w:tcW w:w="848" w:type="dxa"/>
          </w:tcPr>
          <w:p w14:paraId="4A7535BD" w14:textId="77777777" w:rsidR="002E7826" w:rsidRPr="001C0CC4" w:rsidRDefault="002E7826" w:rsidP="002E7826">
            <w:pPr>
              <w:pStyle w:val="TAC"/>
            </w:pPr>
            <w:r w:rsidRPr="001C0CC4">
              <w:t>3</w:t>
            </w:r>
          </w:p>
        </w:tc>
        <w:tc>
          <w:tcPr>
            <w:tcW w:w="848" w:type="dxa"/>
          </w:tcPr>
          <w:p w14:paraId="0D9B749F" w14:textId="77777777" w:rsidR="002E7826" w:rsidRPr="001C0CC4" w:rsidRDefault="002E7826" w:rsidP="002E7826">
            <w:pPr>
              <w:pStyle w:val="TAC"/>
            </w:pPr>
            <w:r w:rsidRPr="001C0CC4">
              <w:t>3</w:t>
            </w:r>
          </w:p>
        </w:tc>
        <w:tc>
          <w:tcPr>
            <w:tcW w:w="848" w:type="dxa"/>
          </w:tcPr>
          <w:p w14:paraId="1FD5ACE3" w14:textId="77777777" w:rsidR="002E7826" w:rsidRPr="001C0CC4" w:rsidRDefault="002E7826" w:rsidP="002E7826">
            <w:pPr>
              <w:pStyle w:val="TAC"/>
            </w:pPr>
            <w:r w:rsidRPr="001C0CC4">
              <w:t>4</w:t>
            </w:r>
          </w:p>
        </w:tc>
        <w:tc>
          <w:tcPr>
            <w:tcW w:w="848" w:type="dxa"/>
          </w:tcPr>
          <w:p w14:paraId="635651FC" w14:textId="77777777" w:rsidR="002E7826" w:rsidRPr="001C0CC4" w:rsidRDefault="002E7826" w:rsidP="002E7826">
            <w:pPr>
              <w:pStyle w:val="TAC"/>
            </w:pPr>
            <w:r w:rsidRPr="001C0CC4">
              <w:t>5</w:t>
            </w:r>
          </w:p>
        </w:tc>
        <w:tc>
          <w:tcPr>
            <w:tcW w:w="848" w:type="dxa"/>
          </w:tcPr>
          <w:p w14:paraId="3A196E8B" w14:textId="50415D96" w:rsidR="002E7826" w:rsidRPr="001C0CC4" w:rsidRDefault="002E7826" w:rsidP="002E7826">
            <w:pPr>
              <w:pStyle w:val="TAC"/>
            </w:pPr>
            <w:r>
              <w:t>6</w:t>
            </w:r>
          </w:p>
        </w:tc>
        <w:tc>
          <w:tcPr>
            <w:tcW w:w="848" w:type="dxa"/>
          </w:tcPr>
          <w:p w14:paraId="0194225E" w14:textId="08081BA6" w:rsidR="002E7826" w:rsidRPr="001C0CC4" w:rsidRDefault="002E7826" w:rsidP="002E7826">
            <w:pPr>
              <w:pStyle w:val="TAC"/>
            </w:pPr>
            <w:r w:rsidRPr="001C0CC4">
              <w:t>7</w:t>
            </w:r>
          </w:p>
        </w:tc>
        <w:tc>
          <w:tcPr>
            <w:tcW w:w="849" w:type="dxa"/>
          </w:tcPr>
          <w:p w14:paraId="2AF72041" w14:textId="77777777" w:rsidR="002E7826" w:rsidRPr="001C0CC4" w:rsidRDefault="002E7826" w:rsidP="002E7826">
            <w:pPr>
              <w:pStyle w:val="TAC"/>
            </w:pPr>
            <w:r w:rsidRPr="001C0CC4">
              <w:t>8</w:t>
            </w:r>
          </w:p>
        </w:tc>
      </w:tr>
      <w:tr w:rsidR="002E7826" w:rsidRPr="001C0CC4" w14:paraId="503EB97F" w14:textId="77777777" w:rsidTr="002E7826">
        <w:trPr>
          <w:jc w:val="center"/>
        </w:trPr>
        <w:tc>
          <w:tcPr>
            <w:tcW w:w="3690" w:type="dxa"/>
          </w:tcPr>
          <w:p w14:paraId="592C13EB" w14:textId="77777777" w:rsidR="002E7826" w:rsidRPr="001C0CC4" w:rsidRDefault="002E7826" w:rsidP="002E7826">
            <w:pPr>
              <w:pStyle w:val="TAH"/>
            </w:pPr>
            <w:r w:rsidRPr="001C0CC4">
              <w:t>Binary Channel Bits per Slot</w:t>
            </w:r>
          </w:p>
        </w:tc>
        <w:tc>
          <w:tcPr>
            <w:tcW w:w="1093" w:type="dxa"/>
          </w:tcPr>
          <w:p w14:paraId="0B0510B7" w14:textId="77777777" w:rsidR="002E7826" w:rsidRPr="001C0CC4" w:rsidRDefault="002E7826" w:rsidP="002E7826">
            <w:pPr>
              <w:pStyle w:val="TAC"/>
            </w:pPr>
          </w:p>
        </w:tc>
        <w:tc>
          <w:tcPr>
            <w:tcW w:w="848" w:type="dxa"/>
          </w:tcPr>
          <w:p w14:paraId="5C5EF700" w14:textId="77777777" w:rsidR="002E7826" w:rsidRPr="001C0CC4" w:rsidRDefault="002E7826" w:rsidP="002E7826">
            <w:pPr>
              <w:pStyle w:val="TAC"/>
            </w:pPr>
          </w:p>
        </w:tc>
        <w:tc>
          <w:tcPr>
            <w:tcW w:w="848" w:type="dxa"/>
          </w:tcPr>
          <w:p w14:paraId="42368F85" w14:textId="77777777" w:rsidR="002E7826" w:rsidRPr="001C0CC4" w:rsidRDefault="002E7826" w:rsidP="002E7826">
            <w:pPr>
              <w:pStyle w:val="TAC"/>
            </w:pPr>
          </w:p>
        </w:tc>
        <w:tc>
          <w:tcPr>
            <w:tcW w:w="848" w:type="dxa"/>
          </w:tcPr>
          <w:p w14:paraId="422CB6F6" w14:textId="77777777" w:rsidR="002E7826" w:rsidRPr="001C0CC4" w:rsidRDefault="002E7826" w:rsidP="002E7826">
            <w:pPr>
              <w:pStyle w:val="TAC"/>
            </w:pPr>
          </w:p>
        </w:tc>
        <w:tc>
          <w:tcPr>
            <w:tcW w:w="848" w:type="dxa"/>
          </w:tcPr>
          <w:p w14:paraId="4873C672" w14:textId="77777777" w:rsidR="002E7826" w:rsidRPr="001C0CC4" w:rsidRDefault="002E7826" w:rsidP="002E7826">
            <w:pPr>
              <w:pStyle w:val="TAC"/>
            </w:pPr>
          </w:p>
        </w:tc>
        <w:tc>
          <w:tcPr>
            <w:tcW w:w="848" w:type="dxa"/>
          </w:tcPr>
          <w:p w14:paraId="1C90DD68" w14:textId="77777777" w:rsidR="002E7826" w:rsidRPr="001C0CC4" w:rsidRDefault="002E7826" w:rsidP="002E7826">
            <w:pPr>
              <w:pStyle w:val="TAC"/>
            </w:pPr>
          </w:p>
        </w:tc>
        <w:tc>
          <w:tcPr>
            <w:tcW w:w="848" w:type="dxa"/>
          </w:tcPr>
          <w:p w14:paraId="7C8A9806" w14:textId="77777777" w:rsidR="002E7826" w:rsidRPr="001C0CC4" w:rsidRDefault="002E7826" w:rsidP="002E7826">
            <w:pPr>
              <w:pStyle w:val="TAC"/>
            </w:pPr>
          </w:p>
        </w:tc>
        <w:tc>
          <w:tcPr>
            <w:tcW w:w="848" w:type="dxa"/>
          </w:tcPr>
          <w:p w14:paraId="6BF715B0" w14:textId="77777777" w:rsidR="002E7826" w:rsidRPr="001C0CC4" w:rsidRDefault="002E7826" w:rsidP="002E7826">
            <w:pPr>
              <w:pStyle w:val="TAC"/>
            </w:pPr>
          </w:p>
        </w:tc>
        <w:tc>
          <w:tcPr>
            <w:tcW w:w="848" w:type="dxa"/>
          </w:tcPr>
          <w:p w14:paraId="0107F65B" w14:textId="77777777" w:rsidR="002E7826" w:rsidRPr="001C0CC4" w:rsidRDefault="002E7826" w:rsidP="002E7826">
            <w:pPr>
              <w:pStyle w:val="TAC"/>
            </w:pPr>
          </w:p>
        </w:tc>
        <w:tc>
          <w:tcPr>
            <w:tcW w:w="848" w:type="dxa"/>
          </w:tcPr>
          <w:p w14:paraId="6E17B4BD" w14:textId="77777777" w:rsidR="002E7826" w:rsidRPr="001C0CC4" w:rsidRDefault="002E7826" w:rsidP="002E7826">
            <w:pPr>
              <w:pStyle w:val="TAC"/>
            </w:pPr>
          </w:p>
        </w:tc>
        <w:tc>
          <w:tcPr>
            <w:tcW w:w="848" w:type="dxa"/>
          </w:tcPr>
          <w:p w14:paraId="2982A673" w14:textId="7CB2B005" w:rsidR="002E7826" w:rsidRPr="001C0CC4" w:rsidRDefault="002E7826" w:rsidP="002E7826">
            <w:pPr>
              <w:pStyle w:val="TAC"/>
            </w:pPr>
          </w:p>
        </w:tc>
        <w:tc>
          <w:tcPr>
            <w:tcW w:w="849" w:type="dxa"/>
          </w:tcPr>
          <w:p w14:paraId="143855C2" w14:textId="77777777" w:rsidR="002E7826" w:rsidRPr="001C0CC4" w:rsidRDefault="002E7826" w:rsidP="002E7826">
            <w:pPr>
              <w:pStyle w:val="TAC"/>
            </w:pPr>
          </w:p>
        </w:tc>
      </w:tr>
      <w:tr w:rsidR="002E7826" w:rsidRPr="001C0CC4" w14:paraId="2A498494" w14:textId="77777777" w:rsidTr="002E7826">
        <w:trPr>
          <w:jc w:val="center"/>
        </w:trPr>
        <w:tc>
          <w:tcPr>
            <w:tcW w:w="3690" w:type="dxa"/>
          </w:tcPr>
          <w:p w14:paraId="115F204F" w14:textId="77777777" w:rsidR="002E7826" w:rsidRPr="001C0CC4" w:rsidRDefault="002E7826" w:rsidP="002E7826">
            <w:pPr>
              <w:pStyle w:val="TAL"/>
            </w:pPr>
            <w:r w:rsidRPr="001C0CC4">
              <w:t xml:space="preserve">  For Slots 0,1,2,3 and Slot i, if mod(i, 20) = {14,15,16,17,18,19} for i from {0,…,39}</w:t>
            </w:r>
          </w:p>
        </w:tc>
        <w:tc>
          <w:tcPr>
            <w:tcW w:w="1093" w:type="dxa"/>
          </w:tcPr>
          <w:p w14:paraId="0967265B" w14:textId="77777777" w:rsidR="002E7826" w:rsidRPr="001C0CC4" w:rsidRDefault="002E7826" w:rsidP="002E7826">
            <w:pPr>
              <w:pStyle w:val="TAC"/>
            </w:pPr>
            <w:r w:rsidRPr="001C0CC4">
              <w:t>Bits</w:t>
            </w:r>
          </w:p>
        </w:tc>
        <w:tc>
          <w:tcPr>
            <w:tcW w:w="848" w:type="dxa"/>
          </w:tcPr>
          <w:p w14:paraId="5537389D" w14:textId="77777777" w:rsidR="002E7826" w:rsidRPr="001C0CC4" w:rsidRDefault="002E7826" w:rsidP="002E7826">
            <w:pPr>
              <w:pStyle w:val="TAC"/>
            </w:pPr>
            <w:r w:rsidRPr="001C0CC4">
              <w:t>N/A</w:t>
            </w:r>
          </w:p>
        </w:tc>
        <w:tc>
          <w:tcPr>
            <w:tcW w:w="848" w:type="dxa"/>
          </w:tcPr>
          <w:p w14:paraId="4283CAC8" w14:textId="77777777" w:rsidR="002E7826" w:rsidRPr="001C0CC4" w:rsidRDefault="002E7826" w:rsidP="002E7826">
            <w:pPr>
              <w:pStyle w:val="TAC"/>
            </w:pPr>
            <w:r w:rsidRPr="001C0CC4">
              <w:t>N/A</w:t>
            </w:r>
          </w:p>
        </w:tc>
        <w:tc>
          <w:tcPr>
            <w:tcW w:w="848" w:type="dxa"/>
          </w:tcPr>
          <w:p w14:paraId="55073C23" w14:textId="77777777" w:rsidR="002E7826" w:rsidRPr="001C0CC4" w:rsidRDefault="002E7826" w:rsidP="002E7826">
            <w:pPr>
              <w:pStyle w:val="TAC"/>
            </w:pPr>
            <w:r w:rsidRPr="001C0CC4">
              <w:t>N/A</w:t>
            </w:r>
          </w:p>
        </w:tc>
        <w:tc>
          <w:tcPr>
            <w:tcW w:w="848" w:type="dxa"/>
          </w:tcPr>
          <w:p w14:paraId="119AF09F" w14:textId="77777777" w:rsidR="002E7826" w:rsidRPr="001C0CC4" w:rsidRDefault="002E7826" w:rsidP="002E7826">
            <w:pPr>
              <w:pStyle w:val="TAC"/>
            </w:pPr>
            <w:r w:rsidRPr="001C0CC4">
              <w:t>N/A</w:t>
            </w:r>
          </w:p>
        </w:tc>
        <w:tc>
          <w:tcPr>
            <w:tcW w:w="848" w:type="dxa"/>
          </w:tcPr>
          <w:p w14:paraId="000DB871" w14:textId="77777777" w:rsidR="002E7826" w:rsidRPr="001C0CC4" w:rsidRDefault="002E7826" w:rsidP="002E7826">
            <w:pPr>
              <w:pStyle w:val="TAC"/>
            </w:pPr>
            <w:r w:rsidRPr="001C0CC4">
              <w:t>N/A</w:t>
            </w:r>
          </w:p>
        </w:tc>
        <w:tc>
          <w:tcPr>
            <w:tcW w:w="848" w:type="dxa"/>
          </w:tcPr>
          <w:p w14:paraId="29696EC4" w14:textId="77777777" w:rsidR="002E7826" w:rsidRPr="001C0CC4" w:rsidRDefault="002E7826" w:rsidP="002E7826">
            <w:pPr>
              <w:pStyle w:val="TAC"/>
            </w:pPr>
            <w:r w:rsidRPr="001C0CC4">
              <w:t>N/A</w:t>
            </w:r>
          </w:p>
        </w:tc>
        <w:tc>
          <w:tcPr>
            <w:tcW w:w="848" w:type="dxa"/>
          </w:tcPr>
          <w:p w14:paraId="4CCB1305" w14:textId="77777777" w:rsidR="002E7826" w:rsidRPr="001C0CC4" w:rsidRDefault="002E7826" w:rsidP="002E7826">
            <w:pPr>
              <w:pStyle w:val="TAC"/>
            </w:pPr>
            <w:r w:rsidRPr="001C0CC4">
              <w:t>N/A</w:t>
            </w:r>
          </w:p>
        </w:tc>
        <w:tc>
          <w:tcPr>
            <w:tcW w:w="848" w:type="dxa"/>
          </w:tcPr>
          <w:p w14:paraId="25A588AD" w14:textId="77777777" w:rsidR="002E7826" w:rsidRPr="001C0CC4" w:rsidRDefault="002E7826" w:rsidP="002E7826">
            <w:pPr>
              <w:pStyle w:val="TAC"/>
            </w:pPr>
            <w:r w:rsidRPr="001C0CC4">
              <w:t>N/A</w:t>
            </w:r>
          </w:p>
        </w:tc>
        <w:tc>
          <w:tcPr>
            <w:tcW w:w="848" w:type="dxa"/>
          </w:tcPr>
          <w:p w14:paraId="537640BA" w14:textId="76B03501" w:rsidR="002E7826" w:rsidRPr="001C0CC4" w:rsidRDefault="002E7826" w:rsidP="002E7826">
            <w:pPr>
              <w:pStyle w:val="TAC"/>
            </w:pPr>
            <w:r>
              <w:t>N/A</w:t>
            </w:r>
          </w:p>
        </w:tc>
        <w:tc>
          <w:tcPr>
            <w:tcW w:w="848" w:type="dxa"/>
          </w:tcPr>
          <w:p w14:paraId="5A7910DD" w14:textId="1E7D997E" w:rsidR="002E7826" w:rsidRPr="001C0CC4" w:rsidRDefault="002E7826" w:rsidP="002E7826">
            <w:pPr>
              <w:pStyle w:val="TAC"/>
            </w:pPr>
            <w:r w:rsidRPr="001C0CC4">
              <w:t>N/A</w:t>
            </w:r>
          </w:p>
        </w:tc>
        <w:tc>
          <w:tcPr>
            <w:tcW w:w="849" w:type="dxa"/>
          </w:tcPr>
          <w:p w14:paraId="7188DB14" w14:textId="77777777" w:rsidR="002E7826" w:rsidRPr="001C0CC4" w:rsidRDefault="002E7826" w:rsidP="002E7826">
            <w:pPr>
              <w:pStyle w:val="TAC"/>
            </w:pPr>
            <w:r w:rsidRPr="001C0CC4">
              <w:t>N/A</w:t>
            </w:r>
          </w:p>
        </w:tc>
      </w:tr>
      <w:tr w:rsidR="002E7826" w:rsidRPr="001C0CC4" w14:paraId="2355C491" w14:textId="77777777" w:rsidTr="002E7826">
        <w:trPr>
          <w:jc w:val="center"/>
        </w:trPr>
        <w:tc>
          <w:tcPr>
            <w:tcW w:w="3690" w:type="dxa"/>
          </w:tcPr>
          <w:p w14:paraId="616FF469" w14:textId="77777777" w:rsidR="002E7826" w:rsidRPr="001C0CC4" w:rsidRDefault="002E7826" w:rsidP="002E7826">
            <w:pPr>
              <w:pStyle w:val="TAL"/>
            </w:pPr>
            <w:r w:rsidRPr="001C0CC4">
              <w:t xml:space="preserve">  For Slot i, if mod(i, 20) = {0,…, 13} for i from {4,…,39}</w:t>
            </w:r>
          </w:p>
        </w:tc>
        <w:tc>
          <w:tcPr>
            <w:tcW w:w="1093" w:type="dxa"/>
          </w:tcPr>
          <w:p w14:paraId="1F004766" w14:textId="77777777" w:rsidR="002E7826" w:rsidRPr="001C0CC4" w:rsidRDefault="002E7826" w:rsidP="002E7826">
            <w:pPr>
              <w:pStyle w:val="TAC"/>
            </w:pPr>
            <w:r w:rsidRPr="001C0CC4">
              <w:t>Bits</w:t>
            </w:r>
          </w:p>
        </w:tc>
        <w:tc>
          <w:tcPr>
            <w:tcW w:w="848" w:type="dxa"/>
          </w:tcPr>
          <w:p w14:paraId="68BFD311" w14:textId="77777777" w:rsidR="002E7826" w:rsidRPr="001C0CC4" w:rsidRDefault="002E7826" w:rsidP="002E7826">
            <w:pPr>
              <w:pStyle w:val="TAC"/>
            </w:pPr>
            <w:r w:rsidRPr="001C0CC4">
              <w:t>7128</w:t>
            </w:r>
          </w:p>
        </w:tc>
        <w:tc>
          <w:tcPr>
            <w:tcW w:w="848" w:type="dxa"/>
          </w:tcPr>
          <w:p w14:paraId="22112A2A" w14:textId="77777777" w:rsidR="002E7826" w:rsidRPr="001C0CC4" w:rsidRDefault="002E7826" w:rsidP="002E7826">
            <w:pPr>
              <w:pStyle w:val="TAC"/>
            </w:pPr>
            <w:r w:rsidRPr="001C0CC4">
              <w:t>11664</w:t>
            </w:r>
          </w:p>
        </w:tc>
        <w:tc>
          <w:tcPr>
            <w:tcW w:w="848" w:type="dxa"/>
          </w:tcPr>
          <w:p w14:paraId="078B51D2" w14:textId="77777777" w:rsidR="002E7826" w:rsidRPr="001C0CC4" w:rsidRDefault="002E7826" w:rsidP="002E7826">
            <w:pPr>
              <w:pStyle w:val="TAC"/>
            </w:pPr>
            <w:r w:rsidRPr="001C0CC4">
              <w:t>15552</w:t>
            </w:r>
          </w:p>
        </w:tc>
        <w:tc>
          <w:tcPr>
            <w:tcW w:w="848" w:type="dxa"/>
          </w:tcPr>
          <w:p w14:paraId="06CEA07C" w14:textId="77777777" w:rsidR="002E7826" w:rsidRPr="001C0CC4" w:rsidRDefault="002E7826" w:rsidP="002E7826">
            <w:pPr>
              <w:pStyle w:val="TAC"/>
            </w:pPr>
            <w:r w:rsidRPr="001C0CC4">
              <w:t>20088</w:t>
            </w:r>
          </w:p>
        </w:tc>
        <w:tc>
          <w:tcPr>
            <w:tcW w:w="848" w:type="dxa"/>
          </w:tcPr>
          <w:p w14:paraId="3FEF7B8E" w14:textId="77777777" w:rsidR="002E7826" w:rsidRPr="001C0CC4" w:rsidRDefault="002E7826" w:rsidP="002E7826">
            <w:pPr>
              <w:pStyle w:val="TAC"/>
            </w:pPr>
            <w:r w:rsidRPr="001C0CC4">
              <w:t>24624</w:t>
            </w:r>
          </w:p>
        </w:tc>
        <w:tc>
          <w:tcPr>
            <w:tcW w:w="848" w:type="dxa"/>
          </w:tcPr>
          <w:p w14:paraId="6163CD80" w14:textId="77777777" w:rsidR="002E7826" w:rsidRPr="001C0CC4" w:rsidRDefault="002E7826" w:rsidP="002E7826">
            <w:pPr>
              <w:pStyle w:val="TAC"/>
            </w:pPr>
            <w:r w:rsidRPr="001C0CC4">
              <w:t>33048</w:t>
            </w:r>
          </w:p>
        </w:tc>
        <w:tc>
          <w:tcPr>
            <w:tcW w:w="848" w:type="dxa"/>
          </w:tcPr>
          <w:p w14:paraId="4CCF9C50" w14:textId="77777777" w:rsidR="002E7826" w:rsidRPr="001C0CC4" w:rsidRDefault="002E7826" w:rsidP="002E7826">
            <w:pPr>
              <w:pStyle w:val="TAC"/>
            </w:pPr>
            <w:r w:rsidRPr="001C0CC4">
              <w:t>42120</w:t>
            </w:r>
          </w:p>
        </w:tc>
        <w:tc>
          <w:tcPr>
            <w:tcW w:w="848" w:type="dxa"/>
          </w:tcPr>
          <w:p w14:paraId="53AC89B8" w14:textId="77777777" w:rsidR="002E7826" w:rsidRPr="001C0CC4" w:rsidRDefault="002E7826" w:rsidP="002E7826">
            <w:pPr>
              <w:pStyle w:val="TAC"/>
            </w:pPr>
            <w:r w:rsidRPr="001C0CC4">
              <w:t>51192</w:t>
            </w:r>
          </w:p>
        </w:tc>
        <w:tc>
          <w:tcPr>
            <w:tcW w:w="848" w:type="dxa"/>
          </w:tcPr>
          <w:p w14:paraId="1B111053" w14:textId="60EE6EAF" w:rsidR="002E7826" w:rsidRPr="001C0CC4" w:rsidRDefault="002E7826" w:rsidP="002E7826">
            <w:pPr>
              <w:pStyle w:val="TAC"/>
            </w:pPr>
            <w:r>
              <w:rPr>
                <w:rFonts w:hint="eastAsia"/>
                <w:lang w:eastAsia="zh-CN"/>
              </w:rPr>
              <w:t>6</w:t>
            </w:r>
            <w:r>
              <w:rPr>
                <w:lang w:eastAsia="zh-CN"/>
              </w:rPr>
              <w:t>0264</w:t>
            </w:r>
          </w:p>
        </w:tc>
        <w:tc>
          <w:tcPr>
            <w:tcW w:w="848" w:type="dxa"/>
          </w:tcPr>
          <w:p w14:paraId="1D2C3DD3" w14:textId="7A9E041F" w:rsidR="002E7826" w:rsidRPr="001C0CC4" w:rsidRDefault="002E7826" w:rsidP="002E7826">
            <w:pPr>
              <w:pStyle w:val="TAC"/>
            </w:pPr>
            <w:r w:rsidRPr="001C0CC4">
              <w:t>69336</w:t>
            </w:r>
          </w:p>
        </w:tc>
        <w:tc>
          <w:tcPr>
            <w:tcW w:w="849" w:type="dxa"/>
          </w:tcPr>
          <w:p w14:paraId="454C834C" w14:textId="77777777" w:rsidR="002E7826" w:rsidRPr="001C0CC4" w:rsidRDefault="002E7826" w:rsidP="002E7826">
            <w:pPr>
              <w:pStyle w:val="TAC"/>
            </w:pPr>
            <w:r w:rsidRPr="001C0CC4">
              <w:t>87480</w:t>
            </w:r>
          </w:p>
        </w:tc>
      </w:tr>
      <w:tr w:rsidR="002E7826" w:rsidRPr="001C0CC4" w14:paraId="17395DB7" w14:textId="77777777" w:rsidTr="002E7826">
        <w:trPr>
          <w:trHeight w:val="70"/>
          <w:jc w:val="center"/>
        </w:trPr>
        <w:tc>
          <w:tcPr>
            <w:tcW w:w="3690" w:type="dxa"/>
          </w:tcPr>
          <w:p w14:paraId="2C62ACDE" w14:textId="77777777" w:rsidR="002E7826" w:rsidRPr="001C0CC4" w:rsidRDefault="002E7826" w:rsidP="002E7826">
            <w:pPr>
              <w:pStyle w:val="TAL"/>
            </w:pPr>
            <w:r w:rsidRPr="001C0CC4">
              <w:t>Max. Throughput averaged over 1 frame</w:t>
            </w:r>
          </w:p>
        </w:tc>
        <w:tc>
          <w:tcPr>
            <w:tcW w:w="1093" w:type="dxa"/>
          </w:tcPr>
          <w:p w14:paraId="608E9158" w14:textId="77777777" w:rsidR="002E7826" w:rsidRPr="001C0CC4" w:rsidRDefault="002E7826" w:rsidP="002E7826">
            <w:pPr>
              <w:pStyle w:val="TAC"/>
            </w:pPr>
            <w:r w:rsidRPr="001C0CC4">
              <w:t>Mbps</w:t>
            </w:r>
          </w:p>
        </w:tc>
        <w:tc>
          <w:tcPr>
            <w:tcW w:w="848" w:type="dxa"/>
          </w:tcPr>
          <w:p w14:paraId="586ACEDC" w14:textId="77777777" w:rsidR="002E7826" w:rsidRPr="001C0CC4" w:rsidRDefault="002E7826" w:rsidP="002E7826">
            <w:pPr>
              <w:pStyle w:val="TAC"/>
            </w:pPr>
            <w:r w:rsidRPr="001C0CC4">
              <w:t>12.902</w:t>
            </w:r>
          </w:p>
        </w:tc>
        <w:tc>
          <w:tcPr>
            <w:tcW w:w="848" w:type="dxa"/>
          </w:tcPr>
          <w:p w14:paraId="148EAB5C" w14:textId="77777777" w:rsidR="002E7826" w:rsidRPr="001C0CC4" w:rsidRDefault="002E7826" w:rsidP="002E7826">
            <w:pPr>
              <w:pStyle w:val="TAC"/>
            </w:pPr>
            <w:r w:rsidRPr="001C0CC4">
              <w:t>20.909</w:t>
            </w:r>
          </w:p>
        </w:tc>
        <w:tc>
          <w:tcPr>
            <w:tcW w:w="848" w:type="dxa"/>
          </w:tcPr>
          <w:p w14:paraId="4050AF4E" w14:textId="77777777" w:rsidR="002E7826" w:rsidRPr="001C0CC4" w:rsidRDefault="002E7826" w:rsidP="002E7826">
            <w:pPr>
              <w:pStyle w:val="TAC"/>
            </w:pPr>
            <w:r w:rsidRPr="001C0CC4">
              <w:t>28.282</w:t>
            </w:r>
          </w:p>
        </w:tc>
        <w:tc>
          <w:tcPr>
            <w:tcW w:w="848" w:type="dxa"/>
          </w:tcPr>
          <w:p w14:paraId="726216BA" w14:textId="77777777" w:rsidR="002E7826" w:rsidRPr="001C0CC4" w:rsidRDefault="002E7826" w:rsidP="002E7826">
            <w:pPr>
              <w:pStyle w:val="TAC"/>
            </w:pPr>
            <w:r w:rsidRPr="001C0CC4">
              <w:t>36.269</w:t>
            </w:r>
          </w:p>
        </w:tc>
        <w:tc>
          <w:tcPr>
            <w:tcW w:w="848" w:type="dxa"/>
          </w:tcPr>
          <w:p w14:paraId="380EE424" w14:textId="77777777" w:rsidR="002E7826" w:rsidRPr="001C0CC4" w:rsidRDefault="002E7826" w:rsidP="002E7826">
            <w:pPr>
              <w:pStyle w:val="TAC"/>
            </w:pPr>
            <w:r w:rsidRPr="001C0CC4">
              <w:t>44.237</w:t>
            </w:r>
          </w:p>
        </w:tc>
        <w:tc>
          <w:tcPr>
            <w:tcW w:w="848" w:type="dxa"/>
          </w:tcPr>
          <w:p w14:paraId="2E531B9C" w14:textId="77777777" w:rsidR="002E7826" w:rsidRPr="001C0CC4" w:rsidRDefault="002E7826" w:rsidP="002E7826">
            <w:pPr>
              <w:pStyle w:val="TAC"/>
            </w:pPr>
            <w:r w:rsidRPr="001C0CC4">
              <w:t>60.250</w:t>
            </w:r>
          </w:p>
        </w:tc>
        <w:tc>
          <w:tcPr>
            <w:tcW w:w="848" w:type="dxa"/>
          </w:tcPr>
          <w:p w14:paraId="4557040B" w14:textId="77777777" w:rsidR="002E7826" w:rsidRPr="001C0CC4" w:rsidRDefault="002E7826" w:rsidP="002E7826">
            <w:pPr>
              <w:pStyle w:val="TAC"/>
            </w:pPr>
            <w:r w:rsidRPr="001C0CC4">
              <w:t>76.205</w:t>
            </w:r>
          </w:p>
        </w:tc>
        <w:tc>
          <w:tcPr>
            <w:tcW w:w="848" w:type="dxa"/>
          </w:tcPr>
          <w:p w14:paraId="3642E1B4" w14:textId="77777777" w:rsidR="002E7826" w:rsidRPr="001C0CC4" w:rsidRDefault="002E7826" w:rsidP="002E7826">
            <w:pPr>
              <w:pStyle w:val="TAC"/>
            </w:pPr>
            <w:r w:rsidRPr="001C0CC4">
              <w:t>93.446</w:t>
            </w:r>
          </w:p>
        </w:tc>
        <w:tc>
          <w:tcPr>
            <w:tcW w:w="848" w:type="dxa"/>
          </w:tcPr>
          <w:p w14:paraId="7B4BCF84" w14:textId="36190B36" w:rsidR="002E7826" w:rsidRPr="001C0CC4" w:rsidRDefault="002E7826" w:rsidP="002E7826">
            <w:pPr>
              <w:pStyle w:val="TAC"/>
            </w:pPr>
            <w:r>
              <w:rPr>
                <w:rFonts w:hint="eastAsia"/>
                <w:lang w:eastAsia="zh-CN"/>
              </w:rPr>
              <w:t>1</w:t>
            </w:r>
            <w:r>
              <w:rPr>
                <w:lang w:eastAsia="zh-CN"/>
              </w:rPr>
              <w:t>08.23</w:t>
            </w:r>
          </w:p>
        </w:tc>
        <w:tc>
          <w:tcPr>
            <w:tcW w:w="848" w:type="dxa"/>
          </w:tcPr>
          <w:p w14:paraId="3ED989B6" w14:textId="78AC0BC0" w:rsidR="002E7826" w:rsidRPr="001C0CC4" w:rsidRDefault="002E7826" w:rsidP="002E7826">
            <w:pPr>
              <w:pStyle w:val="TAC"/>
            </w:pPr>
            <w:r w:rsidRPr="001C0CC4">
              <w:t>125.338</w:t>
            </w:r>
          </w:p>
        </w:tc>
        <w:tc>
          <w:tcPr>
            <w:tcW w:w="849" w:type="dxa"/>
          </w:tcPr>
          <w:p w14:paraId="3A84E45C" w14:textId="77777777" w:rsidR="002E7826" w:rsidRPr="001C0CC4" w:rsidRDefault="002E7826" w:rsidP="002E7826">
            <w:pPr>
              <w:pStyle w:val="TAC"/>
            </w:pPr>
            <w:r w:rsidRPr="001C0CC4">
              <w:t>157.382</w:t>
            </w:r>
          </w:p>
        </w:tc>
      </w:tr>
      <w:tr w:rsidR="002E7826" w:rsidRPr="001C0CC4" w14:paraId="337772F0" w14:textId="77777777" w:rsidTr="001C738A">
        <w:trPr>
          <w:trHeight w:val="70"/>
          <w:jc w:val="center"/>
        </w:trPr>
        <w:tc>
          <w:tcPr>
            <w:tcW w:w="14112" w:type="dxa"/>
            <w:gridSpan w:val="13"/>
          </w:tcPr>
          <w:p w14:paraId="0ECCE31D" w14:textId="2664E414"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65319AC3"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3B0B12C4"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32DBC092" w14:textId="77777777" w:rsidR="002E7826" w:rsidRPr="001C0CC4" w:rsidRDefault="002E7826" w:rsidP="00DC7196">
            <w:pPr>
              <w:keepNext/>
              <w:keepLines/>
              <w:spacing w:after="0"/>
              <w:ind w:left="851" w:hanging="851"/>
              <w:rPr>
                <w:rFonts w:ascii="Arial" w:hAnsi="Arial" w:cs="Arial"/>
                <w:sz w:val="16"/>
                <w:szCs w:val="16"/>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0881291F" w14:textId="77777777" w:rsidR="00DC7196" w:rsidRPr="001C0CC4" w:rsidRDefault="00DC7196" w:rsidP="00DC7196">
      <w:pPr>
        <w:rPr>
          <w:lang w:eastAsia="zh-CN"/>
        </w:rPr>
      </w:pPr>
    </w:p>
    <w:p w14:paraId="5E134C1F" w14:textId="77777777" w:rsidR="00DC7196" w:rsidRPr="001C0CC4" w:rsidRDefault="00DC7196" w:rsidP="00DC7196">
      <w:pPr>
        <w:rPr>
          <w:lang w:eastAsia="zh-CN"/>
        </w:rPr>
        <w:sectPr w:rsidR="00DC7196" w:rsidRPr="001C0CC4" w:rsidSect="00D66CF7">
          <w:footnotePr>
            <w:numRestart w:val="eachSect"/>
          </w:footnotePr>
          <w:pgSz w:w="16840" w:h="11907" w:orient="landscape" w:code="9"/>
          <w:pgMar w:top="1138" w:right="1411" w:bottom="1138" w:left="1138" w:header="677" w:footer="562" w:gutter="0"/>
          <w:cols w:space="720"/>
          <w:docGrid w:linePitch="272"/>
        </w:sectPr>
      </w:pPr>
    </w:p>
    <w:p w14:paraId="255C3481" w14:textId="77777777" w:rsidR="00DC7196" w:rsidRPr="001C0CC4" w:rsidRDefault="00DC7196" w:rsidP="00DC7196">
      <w:pPr>
        <w:pStyle w:val="Heading3"/>
      </w:pPr>
      <w:bookmarkStart w:id="631" w:name="_Toc21344550"/>
      <w:bookmarkStart w:id="632" w:name="_Toc29802038"/>
      <w:bookmarkStart w:id="633" w:name="_Toc29802462"/>
      <w:bookmarkStart w:id="634" w:name="_Toc29803087"/>
      <w:bookmarkStart w:id="635" w:name="_Toc36107829"/>
      <w:bookmarkStart w:id="636" w:name="_Toc37251603"/>
      <w:bookmarkStart w:id="637" w:name="_Toc45888542"/>
      <w:bookmarkStart w:id="638" w:name="_Toc45889141"/>
      <w:bookmarkStart w:id="639" w:name="_Toc59650514"/>
      <w:bookmarkStart w:id="640" w:name="_Toc61357786"/>
      <w:bookmarkStart w:id="641" w:name="_Toc61359560"/>
      <w:bookmarkStart w:id="642" w:name="_Toc67916500"/>
      <w:bookmarkStart w:id="643" w:name="_Toc75534046"/>
      <w:bookmarkStart w:id="644" w:name="_Toc75819932"/>
      <w:bookmarkStart w:id="645" w:name="_Toc76508776"/>
      <w:bookmarkStart w:id="646" w:name="_Toc76717726"/>
      <w:bookmarkStart w:id="647" w:name="_Toc83294367"/>
      <w:bookmarkStart w:id="648" w:name="_Toc84335406"/>
      <w:r w:rsidRPr="001C0CC4">
        <w:t>A.3.3.4</w:t>
      </w:r>
      <w:r w:rsidRPr="001C0CC4">
        <w:tab/>
        <w:t>FRC for maximum input level for 256 QAM</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5D56FA46" w14:textId="77777777" w:rsidR="00DC7196" w:rsidRPr="001C0CC4" w:rsidRDefault="00DC7196" w:rsidP="00DC7196">
      <w:pPr>
        <w:pStyle w:val="TH"/>
      </w:pPr>
      <w:r w:rsidRPr="001C0CC4">
        <w:t>Table A.3.3.4-1 Fixed reference channel for maximum input level receiver requirements (SCS 15 kHz, TDD, 256QAM)</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717"/>
        <w:gridCol w:w="717"/>
        <w:gridCol w:w="717"/>
        <w:gridCol w:w="717"/>
        <w:gridCol w:w="717"/>
        <w:gridCol w:w="717"/>
        <w:gridCol w:w="717"/>
        <w:gridCol w:w="717"/>
      </w:tblGrid>
      <w:tr w:rsidR="00DC7196" w:rsidRPr="001C0CC4" w14:paraId="7CA19D4D" w14:textId="77777777" w:rsidTr="00E51EAF">
        <w:trPr>
          <w:jc w:val="center"/>
        </w:trPr>
        <w:tc>
          <w:tcPr>
            <w:tcW w:w="3690" w:type="dxa"/>
            <w:vAlign w:val="center"/>
          </w:tcPr>
          <w:p w14:paraId="6CCC3F38"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Parameter</w:t>
            </w:r>
          </w:p>
        </w:tc>
        <w:tc>
          <w:tcPr>
            <w:tcW w:w="1093" w:type="dxa"/>
            <w:vAlign w:val="center"/>
          </w:tcPr>
          <w:p w14:paraId="72A247D8"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Unit</w:t>
            </w:r>
          </w:p>
        </w:tc>
        <w:tc>
          <w:tcPr>
            <w:tcW w:w="5736" w:type="dxa"/>
            <w:gridSpan w:val="8"/>
          </w:tcPr>
          <w:p w14:paraId="56AB1716"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Value</w:t>
            </w:r>
          </w:p>
        </w:tc>
      </w:tr>
      <w:tr w:rsidR="00DC7196" w:rsidRPr="001C0CC4" w14:paraId="7FFAAA7F" w14:textId="77777777" w:rsidTr="00E51EAF">
        <w:trPr>
          <w:jc w:val="center"/>
        </w:trPr>
        <w:tc>
          <w:tcPr>
            <w:tcW w:w="3690" w:type="dxa"/>
            <w:vAlign w:val="center"/>
          </w:tcPr>
          <w:p w14:paraId="5F1C8BE8" w14:textId="77777777" w:rsidR="00DC7196" w:rsidRPr="001C0CC4" w:rsidRDefault="00DC7196" w:rsidP="00DC7196">
            <w:pPr>
              <w:keepNext/>
              <w:keepLines/>
              <w:spacing w:after="0"/>
              <w:jc w:val="center"/>
              <w:rPr>
                <w:rFonts w:ascii="Arial" w:eastAsia="SimSun" w:hAnsi="Arial"/>
                <w:b/>
                <w:sz w:val="18"/>
              </w:rPr>
            </w:pPr>
            <w:r w:rsidRPr="001C0CC4">
              <w:rPr>
                <w:rFonts w:ascii="Arial" w:eastAsia="SimSun" w:hAnsi="Arial"/>
                <w:b/>
                <w:sz w:val="18"/>
              </w:rPr>
              <w:t>Channel bandwidth</w:t>
            </w:r>
          </w:p>
        </w:tc>
        <w:tc>
          <w:tcPr>
            <w:tcW w:w="1093" w:type="dxa"/>
            <w:vAlign w:val="center"/>
          </w:tcPr>
          <w:p w14:paraId="653023B6"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MHz</w:t>
            </w:r>
          </w:p>
        </w:tc>
        <w:tc>
          <w:tcPr>
            <w:tcW w:w="717" w:type="dxa"/>
            <w:vAlign w:val="center"/>
          </w:tcPr>
          <w:p w14:paraId="02D6F48F"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5</w:t>
            </w:r>
          </w:p>
        </w:tc>
        <w:tc>
          <w:tcPr>
            <w:tcW w:w="717" w:type="dxa"/>
            <w:vAlign w:val="center"/>
          </w:tcPr>
          <w:p w14:paraId="0B70B398"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10</w:t>
            </w:r>
          </w:p>
        </w:tc>
        <w:tc>
          <w:tcPr>
            <w:tcW w:w="717" w:type="dxa"/>
            <w:vAlign w:val="center"/>
          </w:tcPr>
          <w:p w14:paraId="7DA6970C"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15</w:t>
            </w:r>
          </w:p>
        </w:tc>
        <w:tc>
          <w:tcPr>
            <w:tcW w:w="717" w:type="dxa"/>
            <w:vAlign w:val="center"/>
          </w:tcPr>
          <w:p w14:paraId="7AFDAD78"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20</w:t>
            </w:r>
          </w:p>
        </w:tc>
        <w:tc>
          <w:tcPr>
            <w:tcW w:w="717" w:type="dxa"/>
            <w:vAlign w:val="center"/>
          </w:tcPr>
          <w:p w14:paraId="70F4CAE7"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25</w:t>
            </w:r>
          </w:p>
        </w:tc>
        <w:tc>
          <w:tcPr>
            <w:tcW w:w="717" w:type="dxa"/>
            <w:vAlign w:val="center"/>
          </w:tcPr>
          <w:p w14:paraId="7A18F8ED"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30</w:t>
            </w:r>
          </w:p>
        </w:tc>
        <w:tc>
          <w:tcPr>
            <w:tcW w:w="717" w:type="dxa"/>
            <w:vAlign w:val="center"/>
          </w:tcPr>
          <w:p w14:paraId="2B12836D"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40</w:t>
            </w:r>
          </w:p>
        </w:tc>
        <w:tc>
          <w:tcPr>
            <w:tcW w:w="717" w:type="dxa"/>
            <w:vAlign w:val="center"/>
          </w:tcPr>
          <w:p w14:paraId="0048B2A9" w14:textId="77777777" w:rsidR="00DC7196" w:rsidRPr="001C0CC4" w:rsidRDefault="00DC7196" w:rsidP="00DC7196">
            <w:pPr>
              <w:keepNext/>
              <w:keepLines/>
              <w:spacing w:after="0"/>
              <w:jc w:val="center"/>
              <w:rPr>
                <w:rFonts w:ascii="Arial" w:hAnsi="Arial"/>
                <w:b/>
                <w:sz w:val="18"/>
              </w:rPr>
            </w:pPr>
            <w:r w:rsidRPr="001C0CC4">
              <w:rPr>
                <w:rFonts w:ascii="Arial" w:hAnsi="Arial"/>
                <w:b/>
                <w:sz w:val="18"/>
              </w:rPr>
              <w:t>50</w:t>
            </w:r>
          </w:p>
        </w:tc>
      </w:tr>
      <w:tr w:rsidR="00DC7196" w:rsidRPr="001C0CC4" w14:paraId="76FAE85D" w14:textId="77777777" w:rsidTr="00E51EAF">
        <w:trPr>
          <w:jc w:val="center"/>
        </w:trPr>
        <w:tc>
          <w:tcPr>
            <w:tcW w:w="3690" w:type="dxa"/>
            <w:vAlign w:val="center"/>
          </w:tcPr>
          <w:p w14:paraId="4E6BD7AD" w14:textId="77777777" w:rsidR="00DC7196" w:rsidRPr="001C0CC4" w:rsidRDefault="00DC7196" w:rsidP="00DC7196">
            <w:pPr>
              <w:pStyle w:val="TAL"/>
            </w:pPr>
            <w:r w:rsidRPr="001C0CC4">
              <w:t>Subcarrier spacing</w:t>
            </w:r>
          </w:p>
        </w:tc>
        <w:tc>
          <w:tcPr>
            <w:tcW w:w="1093" w:type="dxa"/>
            <w:vAlign w:val="center"/>
          </w:tcPr>
          <w:p w14:paraId="1A3DF4B9" w14:textId="77777777" w:rsidR="00DC7196" w:rsidRPr="001C0CC4" w:rsidRDefault="00DC7196" w:rsidP="00DC7196">
            <w:pPr>
              <w:pStyle w:val="TAC"/>
            </w:pPr>
            <w:r w:rsidRPr="001C0CC4">
              <w:t>kHz</w:t>
            </w:r>
          </w:p>
        </w:tc>
        <w:tc>
          <w:tcPr>
            <w:tcW w:w="717" w:type="dxa"/>
            <w:vAlign w:val="center"/>
          </w:tcPr>
          <w:p w14:paraId="55E20DC2" w14:textId="77777777" w:rsidR="00DC7196" w:rsidRPr="001C0CC4" w:rsidRDefault="00DC7196" w:rsidP="00DC7196">
            <w:pPr>
              <w:pStyle w:val="TAC"/>
            </w:pPr>
            <w:r w:rsidRPr="001C0CC4">
              <w:t>15</w:t>
            </w:r>
          </w:p>
        </w:tc>
        <w:tc>
          <w:tcPr>
            <w:tcW w:w="717" w:type="dxa"/>
            <w:vAlign w:val="center"/>
          </w:tcPr>
          <w:p w14:paraId="5C36C04A" w14:textId="77777777" w:rsidR="00DC7196" w:rsidRPr="001C0CC4" w:rsidRDefault="00DC7196" w:rsidP="00DC7196">
            <w:pPr>
              <w:pStyle w:val="TAC"/>
            </w:pPr>
            <w:r w:rsidRPr="001C0CC4">
              <w:t>15</w:t>
            </w:r>
          </w:p>
        </w:tc>
        <w:tc>
          <w:tcPr>
            <w:tcW w:w="717" w:type="dxa"/>
            <w:vAlign w:val="center"/>
          </w:tcPr>
          <w:p w14:paraId="3B7BB78A" w14:textId="77777777" w:rsidR="00DC7196" w:rsidRPr="001C0CC4" w:rsidRDefault="00DC7196" w:rsidP="00DC7196">
            <w:pPr>
              <w:pStyle w:val="TAC"/>
            </w:pPr>
            <w:r w:rsidRPr="001C0CC4">
              <w:t>15</w:t>
            </w:r>
          </w:p>
        </w:tc>
        <w:tc>
          <w:tcPr>
            <w:tcW w:w="717" w:type="dxa"/>
            <w:vAlign w:val="center"/>
          </w:tcPr>
          <w:p w14:paraId="143D0F1D" w14:textId="77777777" w:rsidR="00DC7196" w:rsidRPr="001C0CC4" w:rsidRDefault="00DC7196" w:rsidP="00DC7196">
            <w:pPr>
              <w:pStyle w:val="TAC"/>
            </w:pPr>
            <w:r w:rsidRPr="001C0CC4">
              <w:t>15</w:t>
            </w:r>
          </w:p>
        </w:tc>
        <w:tc>
          <w:tcPr>
            <w:tcW w:w="717" w:type="dxa"/>
            <w:vAlign w:val="center"/>
          </w:tcPr>
          <w:p w14:paraId="0579872F" w14:textId="77777777" w:rsidR="00DC7196" w:rsidRPr="001C0CC4" w:rsidRDefault="00DC7196" w:rsidP="00DC7196">
            <w:pPr>
              <w:pStyle w:val="TAC"/>
            </w:pPr>
            <w:r w:rsidRPr="001C0CC4">
              <w:t>15</w:t>
            </w:r>
          </w:p>
        </w:tc>
        <w:tc>
          <w:tcPr>
            <w:tcW w:w="717" w:type="dxa"/>
            <w:vAlign w:val="center"/>
          </w:tcPr>
          <w:p w14:paraId="2243B9AB" w14:textId="77777777" w:rsidR="00DC7196" w:rsidRPr="001C0CC4" w:rsidRDefault="00DC7196" w:rsidP="00DC7196">
            <w:pPr>
              <w:pStyle w:val="TAC"/>
            </w:pPr>
            <w:r w:rsidRPr="001C0CC4">
              <w:t>15</w:t>
            </w:r>
          </w:p>
        </w:tc>
        <w:tc>
          <w:tcPr>
            <w:tcW w:w="717" w:type="dxa"/>
            <w:vAlign w:val="center"/>
          </w:tcPr>
          <w:p w14:paraId="1B369350" w14:textId="77777777" w:rsidR="00DC7196" w:rsidRPr="001C0CC4" w:rsidRDefault="00DC7196" w:rsidP="00DC7196">
            <w:pPr>
              <w:pStyle w:val="TAC"/>
            </w:pPr>
            <w:r w:rsidRPr="001C0CC4">
              <w:t>15</w:t>
            </w:r>
          </w:p>
        </w:tc>
        <w:tc>
          <w:tcPr>
            <w:tcW w:w="717" w:type="dxa"/>
            <w:vAlign w:val="center"/>
          </w:tcPr>
          <w:p w14:paraId="17BE34C3" w14:textId="77777777" w:rsidR="00DC7196" w:rsidRPr="001C0CC4" w:rsidRDefault="00DC7196" w:rsidP="00DC7196">
            <w:pPr>
              <w:pStyle w:val="TAC"/>
            </w:pPr>
            <w:r w:rsidRPr="001C0CC4">
              <w:t>15</w:t>
            </w:r>
          </w:p>
        </w:tc>
      </w:tr>
      <w:tr w:rsidR="00DC7196" w:rsidRPr="001C0CC4" w14:paraId="014D4DF9" w14:textId="77777777" w:rsidTr="00E51EAF">
        <w:trPr>
          <w:jc w:val="center"/>
        </w:trPr>
        <w:tc>
          <w:tcPr>
            <w:tcW w:w="3690" w:type="dxa"/>
            <w:vAlign w:val="center"/>
          </w:tcPr>
          <w:p w14:paraId="12B13B96" w14:textId="77777777" w:rsidR="00DC7196" w:rsidRPr="001C0CC4" w:rsidRDefault="00DC7196" w:rsidP="00DC7196">
            <w:pPr>
              <w:pStyle w:val="TAL"/>
            </w:pPr>
            <w:r w:rsidRPr="001C0CC4">
              <w:t xml:space="preserve">Subcarrier spacing configuration </w:t>
            </w:r>
            <w:r w:rsidRPr="001C0CC4">
              <w:object w:dxaOrig="220" w:dyaOrig="240" w14:anchorId="354DF91B">
                <v:shape id="_x0000_i1036" type="#_x0000_t75" style="width:17.35pt;height:19.45pt" o:ole="">
                  <v:imagedata r:id="rId11" o:title=""/>
                </v:shape>
                <o:OLEObject Type="Embed" ProgID="Equation.3" ShapeID="_x0000_i1036" DrawAspect="Content" ObjectID="_1734986603" r:id="rId30"/>
              </w:object>
            </w:r>
          </w:p>
        </w:tc>
        <w:tc>
          <w:tcPr>
            <w:tcW w:w="1093" w:type="dxa"/>
            <w:vAlign w:val="center"/>
          </w:tcPr>
          <w:p w14:paraId="244604A0" w14:textId="77777777" w:rsidR="00DC7196" w:rsidRPr="001C0CC4" w:rsidRDefault="00DC7196" w:rsidP="00DC7196">
            <w:pPr>
              <w:pStyle w:val="TAC"/>
            </w:pPr>
          </w:p>
        </w:tc>
        <w:tc>
          <w:tcPr>
            <w:tcW w:w="717" w:type="dxa"/>
            <w:vAlign w:val="center"/>
          </w:tcPr>
          <w:p w14:paraId="2D2C35C2" w14:textId="77777777" w:rsidR="00DC7196" w:rsidRPr="001C0CC4" w:rsidRDefault="00DC7196" w:rsidP="00DC7196">
            <w:pPr>
              <w:pStyle w:val="TAC"/>
            </w:pPr>
            <w:r w:rsidRPr="001C0CC4">
              <w:t>0</w:t>
            </w:r>
          </w:p>
        </w:tc>
        <w:tc>
          <w:tcPr>
            <w:tcW w:w="717" w:type="dxa"/>
            <w:vAlign w:val="center"/>
          </w:tcPr>
          <w:p w14:paraId="14171FD5" w14:textId="77777777" w:rsidR="00DC7196" w:rsidRPr="001C0CC4" w:rsidRDefault="00DC7196" w:rsidP="00DC7196">
            <w:pPr>
              <w:pStyle w:val="TAC"/>
            </w:pPr>
            <w:r w:rsidRPr="001C0CC4">
              <w:t>0</w:t>
            </w:r>
          </w:p>
        </w:tc>
        <w:tc>
          <w:tcPr>
            <w:tcW w:w="717" w:type="dxa"/>
            <w:vAlign w:val="center"/>
          </w:tcPr>
          <w:p w14:paraId="562CE560" w14:textId="77777777" w:rsidR="00DC7196" w:rsidRPr="001C0CC4" w:rsidRDefault="00DC7196" w:rsidP="00DC7196">
            <w:pPr>
              <w:pStyle w:val="TAC"/>
            </w:pPr>
            <w:r w:rsidRPr="001C0CC4">
              <w:t>0</w:t>
            </w:r>
          </w:p>
        </w:tc>
        <w:tc>
          <w:tcPr>
            <w:tcW w:w="717" w:type="dxa"/>
            <w:vAlign w:val="center"/>
          </w:tcPr>
          <w:p w14:paraId="13687A28" w14:textId="77777777" w:rsidR="00DC7196" w:rsidRPr="001C0CC4" w:rsidRDefault="00DC7196" w:rsidP="00DC7196">
            <w:pPr>
              <w:pStyle w:val="TAC"/>
            </w:pPr>
            <w:r w:rsidRPr="001C0CC4">
              <w:t>0</w:t>
            </w:r>
          </w:p>
        </w:tc>
        <w:tc>
          <w:tcPr>
            <w:tcW w:w="717" w:type="dxa"/>
            <w:vAlign w:val="center"/>
          </w:tcPr>
          <w:p w14:paraId="2A2301B0" w14:textId="77777777" w:rsidR="00DC7196" w:rsidRPr="001C0CC4" w:rsidRDefault="00DC7196" w:rsidP="00DC7196">
            <w:pPr>
              <w:pStyle w:val="TAC"/>
            </w:pPr>
            <w:r w:rsidRPr="001C0CC4">
              <w:t>0</w:t>
            </w:r>
          </w:p>
        </w:tc>
        <w:tc>
          <w:tcPr>
            <w:tcW w:w="717" w:type="dxa"/>
            <w:vAlign w:val="center"/>
          </w:tcPr>
          <w:p w14:paraId="1C047669" w14:textId="77777777" w:rsidR="00DC7196" w:rsidRPr="001C0CC4" w:rsidRDefault="00DC7196" w:rsidP="00DC7196">
            <w:pPr>
              <w:pStyle w:val="TAC"/>
            </w:pPr>
            <w:r w:rsidRPr="001C0CC4">
              <w:t>0</w:t>
            </w:r>
          </w:p>
        </w:tc>
        <w:tc>
          <w:tcPr>
            <w:tcW w:w="717" w:type="dxa"/>
            <w:vAlign w:val="center"/>
          </w:tcPr>
          <w:p w14:paraId="723F59D5" w14:textId="77777777" w:rsidR="00DC7196" w:rsidRPr="001C0CC4" w:rsidRDefault="00DC7196" w:rsidP="00DC7196">
            <w:pPr>
              <w:pStyle w:val="TAC"/>
            </w:pPr>
            <w:r w:rsidRPr="001C0CC4">
              <w:t>0</w:t>
            </w:r>
          </w:p>
        </w:tc>
        <w:tc>
          <w:tcPr>
            <w:tcW w:w="717" w:type="dxa"/>
            <w:vAlign w:val="center"/>
          </w:tcPr>
          <w:p w14:paraId="0366295C" w14:textId="77777777" w:rsidR="00DC7196" w:rsidRPr="001C0CC4" w:rsidRDefault="00DC7196" w:rsidP="00DC7196">
            <w:pPr>
              <w:pStyle w:val="TAC"/>
            </w:pPr>
            <w:r w:rsidRPr="001C0CC4">
              <w:t>0</w:t>
            </w:r>
          </w:p>
        </w:tc>
      </w:tr>
      <w:tr w:rsidR="00DC7196" w:rsidRPr="001C0CC4" w14:paraId="50BE4DA1" w14:textId="77777777" w:rsidTr="00E51EAF">
        <w:trPr>
          <w:jc w:val="center"/>
        </w:trPr>
        <w:tc>
          <w:tcPr>
            <w:tcW w:w="3690" w:type="dxa"/>
            <w:vAlign w:val="center"/>
          </w:tcPr>
          <w:p w14:paraId="0DB4E8A1" w14:textId="77777777" w:rsidR="00DC7196" w:rsidRPr="001C0CC4" w:rsidRDefault="00DC7196" w:rsidP="00DC7196">
            <w:pPr>
              <w:pStyle w:val="TAL"/>
            </w:pPr>
            <w:r w:rsidRPr="001C0CC4">
              <w:t>Allocated resource blocks</w:t>
            </w:r>
          </w:p>
        </w:tc>
        <w:tc>
          <w:tcPr>
            <w:tcW w:w="1093" w:type="dxa"/>
            <w:vAlign w:val="center"/>
          </w:tcPr>
          <w:p w14:paraId="704D318B" w14:textId="77777777" w:rsidR="00DC7196" w:rsidRPr="001C0CC4" w:rsidRDefault="00DC7196" w:rsidP="00DC7196">
            <w:pPr>
              <w:pStyle w:val="TAC"/>
            </w:pPr>
          </w:p>
        </w:tc>
        <w:tc>
          <w:tcPr>
            <w:tcW w:w="717" w:type="dxa"/>
            <w:vAlign w:val="center"/>
          </w:tcPr>
          <w:p w14:paraId="5C728AA8" w14:textId="77777777" w:rsidR="00DC7196" w:rsidRPr="001C0CC4" w:rsidRDefault="00DC7196" w:rsidP="00DC7196">
            <w:pPr>
              <w:pStyle w:val="TAC"/>
            </w:pPr>
            <w:r w:rsidRPr="001C0CC4">
              <w:t>25</w:t>
            </w:r>
          </w:p>
        </w:tc>
        <w:tc>
          <w:tcPr>
            <w:tcW w:w="717" w:type="dxa"/>
            <w:vAlign w:val="center"/>
          </w:tcPr>
          <w:p w14:paraId="313E3981" w14:textId="77777777" w:rsidR="00DC7196" w:rsidRPr="001C0CC4" w:rsidRDefault="00DC7196" w:rsidP="00DC7196">
            <w:pPr>
              <w:pStyle w:val="TAC"/>
            </w:pPr>
            <w:r w:rsidRPr="001C0CC4">
              <w:t>52</w:t>
            </w:r>
          </w:p>
        </w:tc>
        <w:tc>
          <w:tcPr>
            <w:tcW w:w="717" w:type="dxa"/>
            <w:vAlign w:val="center"/>
          </w:tcPr>
          <w:p w14:paraId="3B30E7F9" w14:textId="77777777" w:rsidR="00DC7196" w:rsidRPr="001C0CC4" w:rsidRDefault="00DC7196" w:rsidP="00DC7196">
            <w:pPr>
              <w:pStyle w:val="TAC"/>
            </w:pPr>
            <w:r w:rsidRPr="001C0CC4">
              <w:t>79</w:t>
            </w:r>
          </w:p>
        </w:tc>
        <w:tc>
          <w:tcPr>
            <w:tcW w:w="717" w:type="dxa"/>
            <w:vAlign w:val="center"/>
          </w:tcPr>
          <w:p w14:paraId="5E401AB0" w14:textId="77777777" w:rsidR="00DC7196" w:rsidRPr="001C0CC4" w:rsidRDefault="00DC7196" w:rsidP="00DC7196">
            <w:pPr>
              <w:pStyle w:val="TAC"/>
            </w:pPr>
            <w:r w:rsidRPr="001C0CC4">
              <w:t>106</w:t>
            </w:r>
          </w:p>
        </w:tc>
        <w:tc>
          <w:tcPr>
            <w:tcW w:w="717" w:type="dxa"/>
            <w:vAlign w:val="center"/>
          </w:tcPr>
          <w:p w14:paraId="5C4CCCF8" w14:textId="77777777" w:rsidR="00DC7196" w:rsidRPr="001C0CC4" w:rsidRDefault="00DC7196" w:rsidP="00DC7196">
            <w:pPr>
              <w:pStyle w:val="TAC"/>
            </w:pPr>
            <w:r w:rsidRPr="001C0CC4">
              <w:t>133</w:t>
            </w:r>
          </w:p>
        </w:tc>
        <w:tc>
          <w:tcPr>
            <w:tcW w:w="717" w:type="dxa"/>
            <w:vAlign w:val="center"/>
          </w:tcPr>
          <w:p w14:paraId="096029AD" w14:textId="77777777" w:rsidR="00DC7196" w:rsidRPr="001C0CC4" w:rsidRDefault="00DC7196" w:rsidP="00DC7196">
            <w:pPr>
              <w:pStyle w:val="TAC"/>
            </w:pPr>
            <w:r w:rsidRPr="001C0CC4">
              <w:t>160</w:t>
            </w:r>
          </w:p>
        </w:tc>
        <w:tc>
          <w:tcPr>
            <w:tcW w:w="717" w:type="dxa"/>
            <w:vAlign w:val="center"/>
          </w:tcPr>
          <w:p w14:paraId="492B94AF" w14:textId="77777777" w:rsidR="00DC7196" w:rsidRPr="001C0CC4" w:rsidRDefault="00DC7196" w:rsidP="00DC7196">
            <w:pPr>
              <w:pStyle w:val="TAC"/>
            </w:pPr>
            <w:r w:rsidRPr="001C0CC4">
              <w:t>216</w:t>
            </w:r>
          </w:p>
        </w:tc>
        <w:tc>
          <w:tcPr>
            <w:tcW w:w="717" w:type="dxa"/>
            <w:vAlign w:val="center"/>
          </w:tcPr>
          <w:p w14:paraId="27F3D850" w14:textId="77777777" w:rsidR="00DC7196" w:rsidRPr="001C0CC4" w:rsidRDefault="00DC7196" w:rsidP="00DC7196">
            <w:pPr>
              <w:pStyle w:val="TAC"/>
            </w:pPr>
            <w:r w:rsidRPr="001C0CC4">
              <w:t>270</w:t>
            </w:r>
          </w:p>
        </w:tc>
      </w:tr>
      <w:tr w:rsidR="00DC7196" w:rsidRPr="001C0CC4" w14:paraId="21D04959" w14:textId="77777777" w:rsidTr="00E51EAF">
        <w:trPr>
          <w:jc w:val="center"/>
        </w:trPr>
        <w:tc>
          <w:tcPr>
            <w:tcW w:w="3690" w:type="dxa"/>
            <w:vAlign w:val="center"/>
          </w:tcPr>
          <w:p w14:paraId="2FB4E7CA" w14:textId="77777777" w:rsidR="00DC7196" w:rsidRPr="001C0CC4" w:rsidRDefault="00DC7196" w:rsidP="00DC7196">
            <w:pPr>
              <w:pStyle w:val="TAL"/>
            </w:pPr>
            <w:r w:rsidRPr="001C0CC4">
              <w:t>Subcarriers per resource block</w:t>
            </w:r>
          </w:p>
        </w:tc>
        <w:tc>
          <w:tcPr>
            <w:tcW w:w="1093" w:type="dxa"/>
            <w:vAlign w:val="center"/>
          </w:tcPr>
          <w:p w14:paraId="4A2D031A" w14:textId="77777777" w:rsidR="00DC7196" w:rsidRPr="001C0CC4" w:rsidRDefault="00DC7196" w:rsidP="00DC7196">
            <w:pPr>
              <w:pStyle w:val="TAC"/>
            </w:pPr>
          </w:p>
        </w:tc>
        <w:tc>
          <w:tcPr>
            <w:tcW w:w="717" w:type="dxa"/>
            <w:vAlign w:val="center"/>
          </w:tcPr>
          <w:p w14:paraId="3BDCEAAA" w14:textId="77777777" w:rsidR="00DC7196" w:rsidRPr="001C0CC4" w:rsidRDefault="00DC7196" w:rsidP="00DC7196">
            <w:pPr>
              <w:pStyle w:val="TAC"/>
            </w:pPr>
            <w:r w:rsidRPr="001C0CC4">
              <w:t>12</w:t>
            </w:r>
          </w:p>
        </w:tc>
        <w:tc>
          <w:tcPr>
            <w:tcW w:w="717" w:type="dxa"/>
            <w:vAlign w:val="center"/>
          </w:tcPr>
          <w:p w14:paraId="25235D04" w14:textId="77777777" w:rsidR="00DC7196" w:rsidRPr="001C0CC4" w:rsidRDefault="00DC7196" w:rsidP="00DC7196">
            <w:pPr>
              <w:pStyle w:val="TAC"/>
            </w:pPr>
            <w:r w:rsidRPr="001C0CC4">
              <w:t>12</w:t>
            </w:r>
          </w:p>
        </w:tc>
        <w:tc>
          <w:tcPr>
            <w:tcW w:w="717" w:type="dxa"/>
            <w:vAlign w:val="center"/>
          </w:tcPr>
          <w:p w14:paraId="58B43373" w14:textId="77777777" w:rsidR="00DC7196" w:rsidRPr="001C0CC4" w:rsidRDefault="00DC7196" w:rsidP="00DC7196">
            <w:pPr>
              <w:pStyle w:val="TAC"/>
            </w:pPr>
            <w:r w:rsidRPr="001C0CC4">
              <w:t>12</w:t>
            </w:r>
          </w:p>
        </w:tc>
        <w:tc>
          <w:tcPr>
            <w:tcW w:w="717" w:type="dxa"/>
            <w:vAlign w:val="center"/>
          </w:tcPr>
          <w:p w14:paraId="1426AA2E" w14:textId="77777777" w:rsidR="00DC7196" w:rsidRPr="001C0CC4" w:rsidRDefault="00DC7196" w:rsidP="00DC7196">
            <w:pPr>
              <w:pStyle w:val="TAC"/>
            </w:pPr>
            <w:r w:rsidRPr="001C0CC4">
              <w:t>12</w:t>
            </w:r>
          </w:p>
        </w:tc>
        <w:tc>
          <w:tcPr>
            <w:tcW w:w="717" w:type="dxa"/>
            <w:vAlign w:val="center"/>
          </w:tcPr>
          <w:p w14:paraId="2A5B73AA" w14:textId="77777777" w:rsidR="00DC7196" w:rsidRPr="001C0CC4" w:rsidRDefault="00DC7196" w:rsidP="00DC7196">
            <w:pPr>
              <w:pStyle w:val="TAC"/>
            </w:pPr>
            <w:r w:rsidRPr="001C0CC4">
              <w:t>12</w:t>
            </w:r>
          </w:p>
        </w:tc>
        <w:tc>
          <w:tcPr>
            <w:tcW w:w="717" w:type="dxa"/>
            <w:vAlign w:val="center"/>
          </w:tcPr>
          <w:p w14:paraId="11710924" w14:textId="77777777" w:rsidR="00DC7196" w:rsidRPr="001C0CC4" w:rsidRDefault="00DC7196" w:rsidP="00DC7196">
            <w:pPr>
              <w:pStyle w:val="TAC"/>
            </w:pPr>
            <w:r w:rsidRPr="001C0CC4">
              <w:t>12</w:t>
            </w:r>
          </w:p>
        </w:tc>
        <w:tc>
          <w:tcPr>
            <w:tcW w:w="717" w:type="dxa"/>
            <w:vAlign w:val="center"/>
          </w:tcPr>
          <w:p w14:paraId="38786F63" w14:textId="77777777" w:rsidR="00DC7196" w:rsidRPr="001C0CC4" w:rsidRDefault="00DC7196" w:rsidP="00DC7196">
            <w:pPr>
              <w:pStyle w:val="TAC"/>
            </w:pPr>
            <w:r w:rsidRPr="001C0CC4">
              <w:t>12</w:t>
            </w:r>
          </w:p>
        </w:tc>
        <w:tc>
          <w:tcPr>
            <w:tcW w:w="717" w:type="dxa"/>
            <w:vAlign w:val="center"/>
          </w:tcPr>
          <w:p w14:paraId="7F56037A" w14:textId="77777777" w:rsidR="00DC7196" w:rsidRPr="001C0CC4" w:rsidRDefault="00DC7196" w:rsidP="00DC7196">
            <w:pPr>
              <w:pStyle w:val="TAC"/>
            </w:pPr>
            <w:r w:rsidRPr="001C0CC4">
              <w:t>12</w:t>
            </w:r>
          </w:p>
        </w:tc>
      </w:tr>
      <w:tr w:rsidR="009D5374" w:rsidRPr="001C0CC4" w14:paraId="7728358C" w14:textId="77777777" w:rsidTr="00E51EAF">
        <w:trPr>
          <w:jc w:val="center"/>
        </w:trPr>
        <w:tc>
          <w:tcPr>
            <w:tcW w:w="3690" w:type="dxa"/>
            <w:vAlign w:val="center"/>
          </w:tcPr>
          <w:p w14:paraId="4E9A8FB5" w14:textId="77777777" w:rsidR="009D5374" w:rsidRPr="001C0CC4" w:rsidRDefault="009D5374" w:rsidP="009D5374">
            <w:pPr>
              <w:pStyle w:val="TAL"/>
            </w:pPr>
            <w:r w:rsidRPr="001C0CC4">
              <w:t>Allocated slots per Frame</w:t>
            </w:r>
          </w:p>
        </w:tc>
        <w:tc>
          <w:tcPr>
            <w:tcW w:w="1093" w:type="dxa"/>
            <w:vAlign w:val="center"/>
          </w:tcPr>
          <w:p w14:paraId="1A87EB52" w14:textId="77777777" w:rsidR="009D5374" w:rsidRPr="001C0CC4" w:rsidRDefault="009D5374" w:rsidP="009D5374">
            <w:pPr>
              <w:pStyle w:val="TAC"/>
            </w:pPr>
          </w:p>
        </w:tc>
        <w:tc>
          <w:tcPr>
            <w:tcW w:w="717" w:type="dxa"/>
            <w:vAlign w:val="center"/>
          </w:tcPr>
          <w:p w14:paraId="6B5B7716" w14:textId="5C0D9FF6" w:rsidR="009D5374" w:rsidRPr="001C0CC4" w:rsidRDefault="009D5374" w:rsidP="009D5374">
            <w:pPr>
              <w:pStyle w:val="TAC"/>
            </w:pPr>
            <w:r>
              <w:t>4</w:t>
            </w:r>
          </w:p>
        </w:tc>
        <w:tc>
          <w:tcPr>
            <w:tcW w:w="717" w:type="dxa"/>
            <w:vAlign w:val="center"/>
          </w:tcPr>
          <w:p w14:paraId="2EF48014" w14:textId="11BE964F" w:rsidR="009D5374" w:rsidRPr="001C0CC4" w:rsidRDefault="009D5374" w:rsidP="009D5374">
            <w:pPr>
              <w:pStyle w:val="TAC"/>
            </w:pPr>
            <w:r>
              <w:t>4</w:t>
            </w:r>
          </w:p>
        </w:tc>
        <w:tc>
          <w:tcPr>
            <w:tcW w:w="717" w:type="dxa"/>
            <w:vAlign w:val="center"/>
          </w:tcPr>
          <w:p w14:paraId="74E2471E" w14:textId="5799046D" w:rsidR="009D5374" w:rsidRPr="001C0CC4" w:rsidRDefault="009D5374" w:rsidP="009D5374">
            <w:pPr>
              <w:pStyle w:val="TAC"/>
            </w:pPr>
            <w:r>
              <w:t>4</w:t>
            </w:r>
          </w:p>
        </w:tc>
        <w:tc>
          <w:tcPr>
            <w:tcW w:w="717" w:type="dxa"/>
            <w:vAlign w:val="center"/>
          </w:tcPr>
          <w:p w14:paraId="27CF5185" w14:textId="244BBE7D" w:rsidR="009D5374" w:rsidRPr="001C0CC4" w:rsidRDefault="009D5374" w:rsidP="009D5374">
            <w:pPr>
              <w:pStyle w:val="TAC"/>
            </w:pPr>
            <w:r>
              <w:t>4</w:t>
            </w:r>
          </w:p>
        </w:tc>
        <w:tc>
          <w:tcPr>
            <w:tcW w:w="717" w:type="dxa"/>
            <w:vAlign w:val="center"/>
          </w:tcPr>
          <w:p w14:paraId="57772C76" w14:textId="08D782AD" w:rsidR="009D5374" w:rsidRPr="001C0CC4" w:rsidRDefault="009D5374" w:rsidP="009D5374">
            <w:pPr>
              <w:pStyle w:val="TAC"/>
            </w:pPr>
            <w:r>
              <w:t>4</w:t>
            </w:r>
          </w:p>
        </w:tc>
        <w:tc>
          <w:tcPr>
            <w:tcW w:w="717" w:type="dxa"/>
            <w:vAlign w:val="center"/>
          </w:tcPr>
          <w:p w14:paraId="11F1A035" w14:textId="4EBCE257" w:rsidR="009D5374" w:rsidRPr="001C0CC4" w:rsidRDefault="009D5374" w:rsidP="009D5374">
            <w:pPr>
              <w:pStyle w:val="TAC"/>
            </w:pPr>
            <w:r>
              <w:t>4</w:t>
            </w:r>
          </w:p>
        </w:tc>
        <w:tc>
          <w:tcPr>
            <w:tcW w:w="717" w:type="dxa"/>
            <w:vAlign w:val="center"/>
          </w:tcPr>
          <w:p w14:paraId="7D9BD5F6" w14:textId="3F4405FD" w:rsidR="009D5374" w:rsidRPr="001C0CC4" w:rsidRDefault="009D5374" w:rsidP="009D5374">
            <w:pPr>
              <w:pStyle w:val="TAC"/>
            </w:pPr>
            <w:r>
              <w:t>4</w:t>
            </w:r>
          </w:p>
        </w:tc>
        <w:tc>
          <w:tcPr>
            <w:tcW w:w="717" w:type="dxa"/>
            <w:vAlign w:val="center"/>
          </w:tcPr>
          <w:p w14:paraId="5E6C2DDC" w14:textId="2FA68158" w:rsidR="009D5374" w:rsidRPr="001C0CC4" w:rsidRDefault="009D5374" w:rsidP="009D5374">
            <w:pPr>
              <w:pStyle w:val="TAC"/>
            </w:pPr>
            <w:r>
              <w:t>4</w:t>
            </w:r>
          </w:p>
        </w:tc>
      </w:tr>
      <w:tr w:rsidR="00DC7196" w:rsidRPr="001C0CC4" w14:paraId="77E163F9" w14:textId="77777777" w:rsidTr="00E51EAF">
        <w:trPr>
          <w:jc w:val="center"/>
        </w:trPr>
        <w:tc>
          <w:tcPr>
            <w:tcW w:w="3690" w:type="dxa"/>
            <w:vAlign w:val="center"/>
          </w:tcPr>
          <w:p w14:paraId="5C9B39E3" w14:textId="77777777" w:rsidR="00DC7196" w:rsidRPr="001C0CC4" w:rsidRDefault="00DC7196" w:rsidP="00DC7196">
            <w:pPr>
              <w:pStyle w:val="TAL"/>
            </w:pPr>
            <w:r w:rsidRPr="001C0CC4">
              <w:t>MCS Index</w:t>
            </w:r>
          </w:p>
        </w:tc>
        <w:tc>
          <w:tcPr>
            <w:tcW w:w="1093" w:type="dxa"/>
            <w:vAlign w:val="center"/>
          </w:tcPr>
          <w:p w14:paraId="4A08A762" w14:textId="77777777" w:rsidR="00DC7196" w:rsidRPr="001C0CC4" w:rsidRDefault="00DC7196" w:rsidP="00DC7196">
            <w:pPr>
              <w:pStyle w:val="TAC"/>
            </w:pPr>
          </w:p>
        </w:tc>
        <w:tc>
          <w:tcPr>
            <w:tcW w:w="717" w:type="dxa"/>
            <w:vAlign w:val="center"/>
          </w:tcPr>
          <w:p w14:paraId="490A4659" w14:textId="77777777" w:rsidR="00DC7196" w:rsidRPr="001C0CC4" w:rsidRDefault="00DC7196" w:rsidP="00DC7196">
            <w:pPr>
              <w:pStyle w:val="TAC"/>
            </w:pPr>
            <w:r w:rsidRPr="001C0CC4">
              <w:t>23</w:t>
            </w:r>
          </w:p>
        </w:tc>
        <w:tc>
          <w:tcPr>
            <w:tcW w:w="717" w:type="dxa"/>
            <w:vAlign w:val="center"/>
          </w:tcPr>
          <w:p w14:paraId="2A39A5D1" w14:textId="77777777" w:rsidR="00DC7196" w:rsidRPr="001C0CC4" w:rsidRDefault="00DC7196" w:rsidP="00DC7196">
            <w:pPr>
              <w:pStyle w:val="TAC"/>
            </w:pPr>
            <w:r w:rsidRPr="001C0CC4">
              <w:t>23</w:t>
            </w:r>
          </w:p>
        </w:tc>
        <w:tc>
          <w:tcPr>
            <w:tcW w:w="717" w:type="dxa"/>
            <w:vAlign w:val="center"/>
          </w:tcPr>
          <w:p w14:paraId="009B0278" w14:textId="77777777" w:rsidR="00DC7196" w:rsidRPr="001C0CC4" w:rsidRDefault="00DC7196" w:rsidP="00DC7196">
            <w:pPr>
              <w:pStyle w:val="TAC"/>
            </w:pPr>
            <w:r w:rsidRPr="001C0CC4">
              <w:t>23</w:t>
            </w:r>
          </w:p>
        </w:tc>
        <w:tc>
          <w:tcPr>
            <w:tcW w:w="717" w:type="dxa"/>
            <w:vAlign w:val="center"/>
          </w:tcPr>
          <w:p w14:paraId="55BA6A44" w14:textId="77777777" w:rsidR="00DC7196" w:rsidRPr="001C0CC4" w:rsidRDefault="00DC7196" w:rsidP="00DC7196">
            <w:pPr>
              <w:pStyle w:val="TAC"/>
            </w:pPr>
            <w:r w:rsidRPr="001C0CC4">
              <w:t>23</w:t>
            </w:r>
          </w:p>
        </w:tc>
        <w:tc>
          <w:tcPr>
            <w:tcW w:w="717" w:type="dxa"/>
            <w:vAlign w:val="center"/>
          </w:tcPr>
          <w:p w14:paraId="6B8BA724" w14:textId="77777777" w:rsidR="00DC7196" w:rsidRPr="001C0CC4" w:rsidRDefault="00DC7196" w:rsidP="00DC7196">
            <w:pPr>
              <w:pStyle w:val="TAC"/>
            </w:pPr>
            <w:r w:rsidRPr="001C0CC4">
              <w:t>23</w:t>
            </w:r>
          </w:p>
        </w:tc>
        <w:tc>
          <w:tcPr>
            <w:tcW w:w="717" w:type="dxa"/>
            <w:vAlign w:val="center"/>
          </w:tcPr>
          <w:p w14:paraId="6797FFB8" w14:textId="77777777" w:rsidR="00DC7196" w:rsidRPr="001C0CC4" w:rsidRDefault="00DC7196" w:rsidP="00DC7196">
            <w:pPr>
              <w:pStyle w:val="TAC"/>
            </w:pPr>
            <w:r w:rsidRPr="001C0CC4">
              <w:t>23</w:t>
            </w:r>
          </w:p>
        </w:tc>
        <w:tc>
          <w:tcPr>
            <w:tcW w:w="717" w:type="dxa"/>
            <w:vAlign w:val="center"/>
          </w:tcPr>
          <w:p w14:paraId="4D3A288F" w14:textId="77777777" w:rsidR="00DC7196" w:rsidRPr="001C0CC4" w:rsidRDefault="00DC7196" w:rsidP="00DC7196">
            <w:pPr>
              <w:pStyle w:val="TAC"/>
            </w:pPr>
            <w:r w:rsidRPr="001C0CC4">
              <w:t>23</w:t>
            </w:r>
          </w:p>
        </w:tc>
        <w:tc>
          <w:tcPr>
            <w:tcW w:w="717" w:type="dxa"/>
            <w:vAlign w:val="center"/>
          </w:tcPr>
          <w:p w14:paraId="4B32D34F" w14:textId="77777777" w:rsidR="00DC7196" w:rsidRPr="001C0CC4" w:rsidRDefault="00DC7196" w:rsidP="00DC7196">
            <w:pPr>
              <w:pStyle w:val="TAC"/>
            </w:pPr>
            <w:r w:rsidRPr="001C0CC4">
              <w:t>23</w:t>
            </w:r>
          </w:p>
        </w:tc>
      </w:tr>
      <w:tr w:rsidR="00DC7196" w:rsidRPr="001C0CC4" w14:paraId="1C10F39E" w14:textId="77777777" w:rsidTr="00E51EAF">
        <w:trPr>
          <w:jc w:val="center"/>
        </w:trPr>
        <w:tc>
          <w:tcPr>
            <w:tcW w:w="3690" w:type="dxa"/>
            <w:vAlign w:val="center"/>
          </w:tcPr>
          <w:p w14:paraId="1CC54557" w14:textId="77777777" w:rsidR="00DC7196" w:rsidRPr="001C0CC4" w:rsidRDefault="00DC7196" w:rsidP="00DC7196">
            <w:pPr>
              <w:pStyle w:val="TAL"/>
            </w:pPr>
            <w:r w:rsidRPr="001C0CC4">
              <w:t xml:space="preserve">MCS table for TBS determination </w:t>
            </w:r>
          </w:p>
        </w:tc>
        <w:tc>
          <w:tcPr>
            <w:tcW w:w="1093" w:type="dxa"/>
            <w:vAlign w:val="center"/>
          </w:tcPr>
          <w:p w14:paraId="5701D413" w14:textId="77777777" w:rsidR="00DC7196" w:rsidRPr="001C0CC4" w:rsidRDefault="00DC7196" w:rsidP="00DC7196">
            <w:pPr>
              <w:pStyle w:val="TAC"/>
            </w:pPr>
          </w:p>
        </w:tc>
        <w:tc>
          <w:tcPr>
            <w:tcW w:w="5736" w:type="dxa"/>
            <w:gridSpan w:val="8"/>
            <w:vAlign w:val="center"/>
          </w:tcPr>
          <w:p w14:paraId="7C31C2F4" w14:textId="77777777" w:rsidR="00DC7196" w:rsidRPr="001C0CC4" w:rsidRDefault="00DC7196" w:rsidP="00DC7196">
            <w:pPr>
              <w:pStyle w:val="TAC"/>
            </w:pPr>
            <w:r w:rsidRPr="001C0CC4">
              <w:t>256QAM</w:t>
            </w:r>
          </w:p>
        </w:tc>
      </w:tr>
      <w:tr w:rsidR="00DC7196" w:rsidRPr="001C0CC4" w14:paraId="0E274D3A" w14:textId="77777777" w:rsidTr="00E51EAF">
        <w:trPr>
          <w:jc w:val="center"/>
        </w:trPr>
        <w:tc>
          <w:tcPr>
            <w:tcW w:w="3690" w:type="dxa"/>
            <w:vAlign w:val="center"/>
          </w:tcPr>
          <w:p w14:paraId="515EBA4E" w14:textId="77777777" w:rsidR="00DC7196" w:rsidRPr="001C0CC4" w:rsidRDefault="00DC7196" w:rsidP="00DC7196">
            <w:pPr>
              <w:pStyle w:val="TAL"/>
            </w:pPr>
            <w:r w:rsidRPr="001C0CC4">
              <w:t>Modulation</w:t>
            </w:r>
          </w:p>
        </w:tc>
        <w:tc>
          <w:tcPr>
            <w:tcW w:w="1093" w:type="dxa"/>
            <w:vAlign w:val="center"/>
          </w:tcPr>
          <w:p w14:paraId="3A1E2E3C" w14:textId="77777777" w:rsidR="00DC7196" w:rsidRPr="001C0CC4" w:rsidRDefault="00DC7196" w:rsidP="00DC7196">
            <w:pPr>
              <w:pStyle w:val="TAC"/>
            </w:pPr>
          </w:p>
        </w:tc>
        <w:tc>
          <w:tcPr>
            <w:tcW w:w="717" w:type="dxa"/>
            <w:vAlign w:val="center"/>
          </w:tcPr>
          <w:p w14:paraId="32E07CDA" w14:textId="77777777" w:rsidR="00DC7196" w:rsidRPr="001C0CC4" w:rsidRDefault="00DC7196" w:rsidP="00DC7196">
            <w:pPr>
              <w:pStyle w:val="TAC"/>
            </w:pPr>
            <w:r w:rsidRPr="001C0CC4">
              <w:t>256 QAM</w:t>
            </w:r>
          </w:p>
        </w:tc>
        <w:tc>
          <w:tcPr>
            <w:tcW w:w="717" w:type="dxa"/>
            <w:vAlign w:val="center"/>
          </w:tcPr>
          <w:p w14:paraId="692294DA" w14:textId="77777777" w:rsidR="00DC7196" w:rsidRPr="001C0CC4" w:rsidRDefault="00DC7196" w:rsidP="00DC7196">
            <w:pPr>
              <w:pStyle w:val="TAC"/>
            </w:pPr>
            <w:r w:rsidRPr="001C0CC4">
              <w:t>256 QAM</w:t>
            </w:r>
          </w:p>
        </w:tc>
        <w:tc>
          <w:tcPr>
            <w:tcW w:w="717" w:type="dxa"/>
            <w:vAlign w:val="center"/>
          </w:tcPr>
          <w:p w14:paraId="6EB57158" w14:textId="77777777" w:rsidR="00DC7196" w:rsidRPr="001C0CC4" w:rsidRDefault="00DC7196" w:rsidP="00DC7196">
            <w:pPr>
              <w:pStyle w:val="TAC"/>
            </w:pPr>
            <w:r w:rsidRPr="001C0CC4">
              <w:t>256 QAM</w:t>
            </w:r>
          </w:p>
        </w:tc>
        <w:tc>
          <w:tcPr>
            <w:tcW w:w="717" w:type="dxa"/>
            <w:vAlign w:val="center"/>
          </w:tcPr>
          <w:p w14:paraId="41CA2A5D" w14:textId="77777777" w:rsidR="00DC7196" w:rsidRPr="001C0CC4" w:rsidRDefault="00DC7196" w:rsidP="00DC7196">
            <w:pPr>
              <w:pStyle w:val="TAC"/>
            </w:pPr>
            <w:r w:rsidRPr="001C0CC4">
              <w:t>256 QAM</w:t>
            </w:r>
          </w:p>
        </w:tc>
        <w:tc>
          <w:tcPr>
            <w:tcW w:w="717" w:type="dxa"/>
            <w:vAlign w:val="center"/>
          </w:tcPr>
          <w:p w14:paraId="03C8131F" w14:textId="77777777" w:rsidR="00DC7196" w:rsidRPr="001C0CC4" w:rsidRDefault="00DC7196" w:rsidP="00DC7196">
            <w:pPr>
              <w:pStyle w:val="TAC"/>
            </w:pPr>
            <w:r w:rsidRPr="001C0CC4">
              <w:t>256 QAM</w:t>
            </w:r>
          </w:p>
        </w:tc>
        <w:tc>
          <w:tcPr>
            <w:tcW w:w="717" w:type="dxa"/>
            <w:vAlign w:val="center"/>
          </w:tcPr>
          <w:p w14:paraId="2D923DDE" w14:textId="77777777" w:rsidR="00DC7196" w:rsidRPr="001C0CC4" w:rsidRDefault="00DC7196" w:rsidP="00DC7196">
            <w:pPr>
              <w:pStyle w:val="TAC"/>
            </w:pPr>
            <w:r w:rsidRPr="001C0CC4">
              <w:t>256 QAM</w:t>
            </w:r>
          </w:p>
        </w:tc>
        <w:tc>
          <w:tcPr>
            <w:tcW w:w="717" w:type="dxa"/>
            <w:vAlign w:val="center"/>
          </w:tcPr>
          <w:p w14:paraId="5E5C2A90" w14:textId="77777777" w:rsidR="00DC7196" w:rsidRPr="001C0CC4" w:rsidRDefault="00DC7196" w:rsidP="00DC7196">
            <w:pPr>
              <w:pStyle w:val="TAC"/>
            </w:pPr>
            <w:r w:rsidRPr="001C0CC4">
              <w:t>256 QAM</w:t>
            </w:r>
          </w:p>
        </w:tc>
        <w:tc>
          <w:tcPr>
            <w:tcW w:w="717" w:type="dxa"/>
            <w:vAlign w:val="center"/>
          </w:tcPr>
          <w:p w14:paraId="10D9CA01" w14:textId="77777777" w:rsidR="00DC7196" w:rsidRPr="001C0CC4" w:rsidRDefault="00DC7196" w:rsidP="00DC7196">
            <w:pPr>
              <w:pStyle w:val="TAC"/>
            </w:pPr>
            <w:r w:rsidRPr="001C0CC4">
              <w:t>256 QAM</w:t>
            </w:r>
          </w:p>
        </w:tc>
      </w:tr>
      <w:tr w:rsidR="00DC7196" w:rsidRPr="001C0CC4" w14:paraId="5D6A19EC" w14:textId="77777777" w:rsidTr="00E51EAF">
        <w:trPr>
          <w:jc w:val="center"/>
        </w:trPr>
        <w:tc>
          <w:tcPr>
            <w:tcW w:w="3690" w:type="dxa"/>
            <w:vAlign w:val="center"/>
          </w:tcPr>
          <w:p w14:paraId="14CA5AC7" w14:textId="77777777" w:rsidR="00DC7196" w:rsidRPr="001C0CC4" w:rsidRDefault="00DC7196" w:rsidP="00DC7196">
            <w:pPr>
              <w:pStyle w:val="TAL"/>
            </w:pPr>
            <w:r w:rsidRPr="001C0CC4">
              <w:t>Target Coding Rate</w:t>
            </w:r>
          </w:p>
        </w:tc>
        <w:tc>
          <w:tcPr>
            <w:tcW w:w="1093" w:type="dxa"/>
            <w:vAlign w:val="center"/>
          </w:tcPr>
          <w:p w14:paraId="32093A51" w14:textId="77777777" w:rsidR="00DC7196" w:rsidRPr="001C0CC4" w:rsidRDefault="00DC7196" w:rsidP="00DC7196">
            <w:pPr>
              <w:pStyle w:val="TAC"/>
            </w:pPr>
          </w:p>
        </w:tc>
        <w:tc>
          <w:tcPr>
            <w:tcW w:w="717" w:type="dxa"/>
            <w:vAlign w:val="center"/>
          </w:tcPr>
          <w:p w14:paraId="270F0DD8" w14:textId="77777777" w:rsidR="00DC7196" w:rsidRPr="001C0CC4" w:rsidRDefault="00DC7196" w:rsidP="00DC7196">
            <w:pPr>
              <w:pStyle w:val="TAC"/>
            </w:pPr>
            <w:r w:rsidRPr="001C0CC4">
              <w:t>4/5</w:t>
            </w:r>
          </w:p>
        </w:tc>
        <w:tc>
          <w:tcPr>
            <w:tcW w:w="717" w:type="dxa"/>
            <w:vAlign w:val="center"/>
          </w:tcPr>
          <w:p w14:paraId="0792D7D6" w14:textId="77777777" w:rsidR="00DC7196" w:rsidRPr="001C0CC4" w:rsidRDefault="00DC7196" w:rsidP="00DC7196">
            <w:pPr>
              <w:pStyle w:val="TAC"/>
            </w:pPr>
            <w:r w:rsidRPr="001C0CC4">
              <w:t>4/5</w:t>
            </w:r>
          </w:p>
        </w:tc>
        <w:tc>
          <w:tcPr>
            <w:tcW w:w="717" w:type="dxa"/>
            <w:vAlign w:val="center"/>
          </w:tcPr>
          <w:p w14:paraId="276EE158" w14:textId="77777777" w:rsidR="00DC7196" w:rsidRPr="001C0CC4" w:rsidRDefault="00DC7196" w:rsidP="00DC7196">
            <w:pPr>
              <w:pStyle w:val="TAC"/>
            </w:pPr>
            <w:r w:rsidRPr="001C0CC4">
              <w:t>4/5</w:t>
            </w:r>
          </w:p>
        </w:tc>
        <w:tc>
          <w:tcPr>
            <w:tcW w:w="717" w:type="dxa"/>
            <w:vAlign w:val="center"/>
          </w:tcPr>
          <w:p w14:paraId="63C7B413" w14:textId="77777777" w:rsidR="00DC7196" w:rsidRPr="001C0CC4" w:rsidRDefault="00DC7196" w:rsidP="00DC7196">
            <w:pPr>
              <w:pStyle w:val="TAC"/>
            </w:pPr>
            <w:r w:rsidRPr="001C0CC4">
              <w:t>4/5</w:t>
            </w:r>
          </w:p>
        </w:tc>
        <w:tc>
          <w:tcPr>
            <w:tcW w:w="717" w:type="dxa"/>
            <w:vAlign w:val="center"/>
          </w:tcPr>
          <w:p w14:paraId="7F542533" w14:textId="77777777" w:rsidR="00DC7196" w:rsidRPr="001C0CC4" w:rsidRDefault="00DC7196" w:rsidP="00DC7196">
            <w:pPr>
              <w:pStyle w:val="TAC"/>
            </w:pPr>
            <w:r w:rsidRPr="001C0CC4">
              <w:t>4/5</w:t>
            </w:r>
          </w:p>
        </w:tc>
        <w:tc>
          <w:tcPr>
            <w:tcW w:w="717" w:type="dxa"/>
            <w:vAlign w:val="center"/>
          </w:tcPr>
          <w:p w14:paraId="5A240FBC" w14:textId="77777777" w:rsidR="00DC7196" w:rsidRPr="001C0CC4" w:rsidRDefault="00DC7196" w:rsidP="00DC7196">
            <w:pPr>
              <w:pStyle w:val="TAC"/>
            </w:pPr>
            <w:r w:rsidRPr="001C0CC4">
              <w:t>4/5</w:t>
            </w:r>
          </w:p>
        </w:tc>
        <w:tc>
          <w:tcPr>
            <w:tcW w:w="717" w:type="dxa"/>
            <w:vAlign w:val="center"/>
          </w:tcPr>
          <w:p w14:paraId="347C8307" w14:textId="77777777" w:rsidR="00DC7196" w:rsidRPr="001C0CC4" w:rsidRDefault="00DC7196" w:rsidP="00DC7196">
            <w:pPr>
              <w:pStyle w:val="TAC"/>
            </w:pPr>
            <w:r w:rsidRPr="001C0CC4">
              <w:t>4/5</w:t>
            </w:r>
          </w:p>
        </w:tc>
        <w:tc>
          <w:tcPr>
            <w:tcW w:w="717" w:type="dxa"/>
            <w:vAlign w:val="center"/>
          </w:tcPr>
          <w:p w14:paraId="27BB7451" w14:textId="77777777" w:rsidR="00DC7196" w:rsidRPr="001C0CC4" w:rsidRDefault="00DC7196" w:rsidP="00DC7196">
            <w:pPr>
              <w:pStyle w:val="TAC"/>
            </w:pPr>
            <w:r w:rsidRPr="001C0CC4">
              <w:t>4/5</w:t>
            </w:r>
          </w:p>
        </w:tc>
      </w:tr>
      <w:tr w:rsidR="00DC7196" w:rsidRPr="001C0CC4" w14:paraId="0C940E20" w14:textId="77777777" w:rsidTr="00E51EAF">
        <w:trPr>
          <w:jc w:val="center"/>
        </w:trPr>
        <w:tc>
          <w:tcPr>
            <w:tcW w:w="3690" w:type="dxa"/>
            <w:vAlign w:val="center"/>
          </w:tcPr>
          <w:p w14:paraId="4A714C0C" w14:textId="77777777" w:rsidR="00DC7196" w:rsidRPr="001C0CC4" w:rsidRDefault="00DC7196" w:rsidP="00DC7196">
            <w:pPr>
              <w:pStyle w:val="TAL"/>
            </w:pPr>
            <w:r w:rsidRPr="001C0CC4">
              <w:t>Maximum number of HARQ transmissions</w:t>
            </w:r>
          </w:p>
        </w:tc>
        <w:tc>
          <w:tcPr>
            <w:tcW w:w="1093" w:type="dxa"/>
            <w:vAlign w:val="center"/>
          </w:tcPr>
          <w:p w14:paraId="777F55FA" w14:textId="77777777" w:rsidR="00DC7196" w:rsidRPr="001C0CC4" w:rsidRDefault="00DC7196" w:rsidP="00DC7196">
            <w:pPr>
              <w:pStyle w:val="TAC"/>
            </w:pPr>
          </w:p>
        </w:tc>
        <w:tc>
          <w:tcPr>
            <w:tcW w:w="717" w:type="dxa"/>
            <w:vAlign w:val="center"/>
          </w:tcPr>
          <w:p w14:paraId="6B124E0E" w14:textId="77777777" w:rsidR="00DC7196" w:rsidRPr="001C0CC4" w:rsidRDefault="00DC7196" w:rsidP="00DC7196">
            <w:pPr>
              <w:pStyle w:val="TAC"/>
            </w:pPr>
            <w:r w:rsidRPr="001C0CC4">
              <w:t>1</w:t>
            </w:r>
          </w:p>
        </w:tc>
        <w:tc>
          <w:tcPr>
            <w:tcW w:w="717" w:type="dxa"/>
            <w:vAlign w:val="center"/>
          </w:tcPr>
          <w:p w14:paraId="38496134" w14:textId="77777777" w:rsidR="00DC7196" w:rsidRPr="001C0CC4" w:rsidRDefault="00DC7196" w:rsidP="00DC7196">
            <w:pPr>
              <w:pStyle w:val="TAC"/>
            </w:pPr>
            <w:r w:rsidRPr="001C0CC4">
              <w:t>1</w:t>
            </w:r>
          </w:p>
        </w:tc>
        <w:tc>
          <w:tcPr>
            <w:tcW w:w="717" w:type="dxa"/>
            <w:vAlign w:val="center"/>
          </w:tcPr>
          <w:p w14:paraId="7222D3F1" w14:textId="77777777" w:rsidR="00DC7196" w:rsidRPr="001C0CC4" w:rsidRDefault="00DC7196" w:rsidP="00DC7196">
            <w:pPr>
              <w:pStyle w:val="TAC"/>
            </w:pPr>
            <w:r w:rsidRPr="001C0CC4">
              <w:t>1</w:t>
            </w:r>
          </w:p>
        </w:tc>
        <w:tc>
          <w:tcPr>
            <w:tcW w:w="717" w:type="dxa"/>
            <w:vAlign w:val="center"/>
          </w:tcPr>
          <w:p w14:paraId="3D29AC67" w14:textId="77777777" w:rsidR="00DC7196" w:rsidRPr="001C0CC4" w:rsidRDefault="00DC7196" w:rsidP="00DC7196">
            <w:pPr>
              <w:pStyle w:val="TAC"/>
            </w:pPr>
            <w:r w:rsidRPr="001C0CC4">
              <w:t>1</w:t>
            </w:r>
          </w:p>
        </w:tc>
        <w:tc>
          <w:tcPr>
            <w:tcW w:w="717" w:type="dxa"/>
            <w:vAlign w:val="center"/>
          </w:tcPr>
          <w:p w14:paraId="02C7BBF8" w14:textId="77777777" w:rsidR="00DC7196" w:rsidRPr="001C0CC4" w:rsidRDefault="00DC7196" w:rsidP="00DC7196">
            <w:pPr>
              <w:pStyle w:val="TAC"/>
            </w:pPr>
            <w:r w:rsidRPr="001C0CC4">
              <w:t>1</w:t>
            </w:r>
          </w:p>
        </w:tc>
        <w:tc>
          <w:tcPr>
            <w:tcW w:w="717" w:type="dxa"/>
            <w:vAlign w:val="center"/>
          </w:tcPr>
          <w:p w14:paraId="4382D6AF" w14:textId="77777777" w:rsidR="00DC7196" w:rsidRPr="001C0CC4" w:rsidRDefault="00DC7196" w:rsidP="00DC7196">
            <w:pPr>
              <w:pStyle w:val="TAC"/>
            </w:pPr>
            <w:r w:rsidRPr="001C0CC4">
              <w:t>1</w:t>
            </w:r>
          </w:p>
        </w:tc>
        <w:tc>
          <w:tcPr>
            <w:tcW w:w="717" w:type="dxa"/>
            <w:vAlign w:val="center"/>
          </w:tcPr>
          <w:p w14:paraId="0D72DD42" w14:textId="77777777" w:rsidR="00DC7196" w:rsidRPr="001C0CC4" w:rsidRDefault="00DC7196" w:rsidP="00DC7196">
            <w:pPr>
              <w:pStyle w:val="TAC"/>
            </w:pPr>
            <w:r w:rsidRPr="001C0CC4">
              <w:t>1</w:t>
            </w:r>
          </w:p>
        </w:tc>
        <w:tc>
          <w:tcPr>
            <w:tcW w:w="717" w:type="dxa"/>
            <w:vAlign w:val="center"/>
          </w:tcPr>
          <w:p w14:paraId="0A9EE3C1" w14:textId="77777777" w:rsidR="00DC7196" w:rsidRPr="001C0CC4" w:rsidRDefault="00DC7196" w:rsidP="00DC7196">
            <w:pPr>
              <w:pStyle w:val="TAC"/>
            </w:pPr>
            <w:r w:rsidRPr="001C0CC4">
              <w:t>1</w:t>
            </w:r>
          </w:p>
        </w:tc>
      </w:tr>
      <w:tr w:rsidR="00DC7196" w:rsidRPr="001C0CC4" w14:paraId="5FE97191" w14:textId="77777777" w:rsidTr="00E51EAF">
        <w:trPr>
          <w:trHeight w:val="411"/>
          <w:jc w:val="center"/>
        </w:trPr>
        <w:tc>
          <w:tcPr>
            <w:tcW w:w="3690" w:type="dxa"/>
            <w:vAlign w:val="center"/>
          </w:tcPr>
          <w:p w14:paraId="26EE9F25" w14:textId="77777777" w:rsidR="00DC7196" w:rsidRPr="001C0CC4" w:rsidRDefault="00DC7196" w:rsidP="00DC7196">
            <w:pPr>
              <w:pStyle w:val="TAH"/>
            </w:pPr>
            <w:r w:rsidRPr="001C0CC4">
              <w:t>Information Bit Payload per Slot</w:t>
            </w:r>
          </w:p>
        </w:tc>
        <w:tc>
          <w:tcPr>
            <w:tcW w:w="1093" w:type="dxa"/>
            <w:vAlign w:val="center"/>
          </w:tcPr>
          <w:p w14:paraId="2B5C06CA" w14:textId="77777777" w:rsidR="00DC7196" w:rsidRPr="001C0CC4" w:rsidRDefault="00DC7196" w:rsidP="00DC7196">
            <w:pPr>
              <w:keepNext/>
              <w:keepLines/>
              <w:spacing w:after="0"/>
              <w:jc w:val="center"/>
              <w:rPr>
                <w:rFonts w:ascii="Arial" w:hAnsi="Arial"/>
                <w:sz w:val="18"/>
              </w:rPr>
            </w:pPr>
          </w:p>
        </w:tc>
        <w:tc>
          <w:tcPr>
            <w:tcW w:w="717" w:type="dxa"/>
            <w:vAlign w:val="center"/>
          </w:tcPr>
          <w:p w14:paraId="047D3DA4" w14:textId="77777777" w:rsidR="00DC7196" w:rsidRPr="001C0CC4" w:rsidRDefault="00DC7196" w:rsidP="00DC7196">
            <w:pPr>
              <w:keepNext/>
              <w:keepLines/>
              <w:spacing w:after="0"/>
              <w:jc w:val="center"/>
              <w:rPr>
                <w:rFonts w:ascii="Arial" w:hAnsi="Arial"/>
                <w:sz w:val="18"/>
              </w:rPr>
            </w:pPr>
          </w:p>
        </w:tc>
        <w:tc>
          <w:tcPr>
            <w:tcW w:w="717" w:type="dxa"/>
            <w:vAlign w:val="center"/>
          </w:tcPr>
          <w:p w14:paraId="53B27047" w14:textId="77777777" w:rsidR="00DC7196" w:rsidRPr="001C0CC4" w:rsidRDefault="00DC7196" w:rsidP="00DC7196">
            <w:pPr>
              <w:keepNext/>
              <w:keepLines/>
              <w:spacing w:after="0"/>
              <w:jc w:val="center"/>
              <w:rPr>
                <w:rFonts w:ascii="Arial" w:hAnsi="Arial"/>
                <w:sz w:val="18"/>
              </w:rPr>
            </w:pPr>
          </w:p>
        </w:tc>
        <w:tc>
          <w:tcPr>
            <w:tcW w:w="717" w:type="dxa"/>
            <w:vAlign w:val="center"/>
          </w:tcPr>
          <w:p w14:paraId="7F8A3A5E" w14:textId="77777777" w:rsidR="00DC7196" w:rsidRPr="001C0CC4" w:rsidRDefault="00DC7196" w:rsidP="00DC7196">
            <w:pPr>
              <w:keepNext/>
              <w:keepLines/>
              <w:spacing w:after="0"/>
              <w:jc w:val="center"/>
              <w:rPr>
                <w:rFonts w:ascii="Arial" w:hAnsi="Arial"/>
                <w:sz w:val="18"/>
              </w:rPr>
            </w:pPr>
          </w:p>
        </w:tc>
        <w:tc>
          <w:tcPr>
            <w:tcW w:w="717" w:type="dxa"/>
            <w:vAlign w:val="center"/>
          </w:tcPr>
          <w:p w14:paraId="74EE1B89" w14:textId="77777777" w:rsidR="00DC7196" w:rsidRPr="001C0CC4" w:rsidRDefault="00DC7196" w:rsidP="00DC7196">
            <w:pPr>
              <w:keepNext/>
              <w:keepLines/>
              <w:spacing w:after="0"/>
              <w:jc w:val="center"/>
              <w:rPr>
                <w:rFonts w:ascii="Arial" w:hAnsi="Arial"/>
                <w:sz w:val="18"/>
              </w:rPr>
            </w:pPr>
          </w:p>
        </w:tc>
        <w:tc>
          <w:tcPr>
            <w:tcW w:w="717" w:type="dxa"/>
            <w:vAlign w:val="center"/>
          </w:tcPr>
          <w:p w14:paraId="6DA34C7B" w14:textId="77777777" w:rsidR="00DC7196" w:rsidRPr="001C0CC4" w:rsidRDefault="00DC7196" w:rsidP="00DC7196">
            <w:pPr>
              <w:keepNext/>
              <w:keepLines/>
              <w:spacing w:after="0"/>
              <w:jc w:val="center"/>
              <w:rPr>
                <w:rFonts w:ascii="Arial" w:hAnsi="Arial"/>
                <w:sz w:val="18"/>
              </w:rPr>
            </w:pPr>
          </w:p>
        </w:tc>
        <w:tc>
          <w:tcPr>
            <w:tcW w:w="717" w:type="dxa"/>
            <w:vAlign w:val="center"/>
          </w:tcPr>
          <w:p w14:paraId="2CB9F250" w14:textId="77777777" w:rsidR="00DC7196" w:rsidRPr="001C0CC4" w:rsidRDefault="00DC7196" w:rsidP="00DC7196">
            <w:pPr>
              <w:keepNext/>
              <w:keepLines/>
              <w:spacing w:after="0"/>
              <w:jc w:val="center"/>
              <w:rPr>
                <w:rFonts w:ascii="Arial" w:hAnsi="Arial"/>
                <w:sz w:val="18"/>
              </w:rPr>
            </w:pPr>
          </w:p>
        </w:tc>
        <w:tc>
          <w:tcPr>
            <w:tcW w:w="717" w:type="dxa"/>
            <w:vAlign w:val="center"/>
          </w:tcPr>
          <w:p w14:paraId="7491A2A1" w14:textId="77777777" w:rsidR="00DC7196" w:rsidRPr="001C0CC4" w:rsidRDefault="00DC7196" w:rsidP="00DC7196">
            <w:pPr>
              <w:keepNext/>
              <w:keepLines/>
              <w:spacing w:after="0"/>
              <w:jc w:val="center"/>
              <w:rPr>
                <w:rFonts w:ascii="Arial" w:hAnsi="Arial"/>
                <w:sz w:val="18"/>
              </w:rPr>
            </w:pPr>
          </w:p>
        </w:tc>
        <w:tc>
          <w:tcPr>
            <w:tcW w:w="717" w:type="dxa"/>
            <w:vAlign w:val="center"/>
          </w:tcPr>
          <w:p w14:paraId="1218E3D7" w14:textId="77777777" w:rsidR="00DC7196" w:rsidRPr="001C0CC4" w:rsidRDefault="00DC7196" w:rsidP="00DC7196">
            <w:pPr>
              <w:keepNext/>
              <w:keepLines/>
              <w:spacing w:after="0"/>
              <w:jc w:val="center"/>
              <w:rPr>
                <w:rFonts w:ascii="Arial" w:hAnsi="Arial"/>
                <w:sz w:val="18"/>
              </w:rPr>
            </w:pPr>
          </w:p>
        </w:tc>
      </w:tr>
      <w:tr w:rsidR="00DC7196" w:rsidRPr="001C0CC4" w14:paraId="15B230B6" w14:textId="77777777" w:rsidTr="00E51EAF">
        <w:trPr>
          <w:jc w:val="center"/>
        </w:trPr>
        <w:tc>
          <w:tcPr>
            <w:tcW w:w="3690" w:type="dxa"/>
            <w:vAlign w:val="center"/>
          </w:tcPr>
          <w:p w14:paraId="19B6A5F0" w14:textId="77777777" w:rsidR="00DC7196" w:rsidRPr="001C0CC4" w:rsidRDefault="00DC7196" w:rsidP="00DC7196">
            <w:pPr>
              <w:pStyle w:val="TAL"/>
            </w:pPr>
            <w:r w:rsidRPr="001C0CC4">
              <w:t xml:space="preserve">  For Slots 0,1,3,4,8,9</w:t>
            </w:r>
          </w:p>
        </w:tc>
        <w:tc>
          <w:tcPr>
            <w:tcW w:w="1093" w:type="dxa"/>
            <w:vAlign w:val="center"/>
          </w:tcPr>
          <w:p w14:paraId="0F08AF00" w14:textId="77777777" w:rsidR="00DC7196" w:rsidRPr="001C0CC4" w:rsidRDefault="00DC7196" w:rsidP="00DC7196">
            <w:pPr>
              <w:pStyle w:val="TAC"/>
            </w:pPr>
            <w:r w:rsidRPr="001C0CC4">
              <w:t>Bits</w:t>
            </w:r>
          </w:p>
        </w:tc>
        <w:tc>
          <w:tcPr>
            <w:tcW w:w="717" w:type="dxa"/>
            <w:vAlign w:val="center"/>
          </w:tcPr>
          <w:p w14:paraId="5B2E3910" w14:textId="77777777" w:rsidR="00DC7196" w:rsidRPr="001C0CC4" w:rsidRDefault="00DC7196" w:rsidP="00DC7196">
            <w:pPr>
              <w:pStyle w:val="TAC"/>
            </w:pPr>
            <w:r w:rsidRPr="001C0CC4">
              <w:t>N/A</w:t>
            </w:r>
          </w:p>
        </w:tc>
        <w:tc>
          <w:tcPr>
            <w:tcW w:w="717" w:type="dxa"/>
            <w:vAlign w:val="center"/>
          </w:tcPr>
          <w:p w14:paraId="174FFF25" w14:textId="77777777" w:rsidR="00DC7196" w:rsidRPr="001C0CC4" w:rsidRDefault="00DC7196" w:rsidP="00DC7196">
            <w:pPr>
              <w:pStyle w:val="TAC"/>
            </w:pPr>
            <w:r w:rsidRPr="001C0CC4">
              <w:t>N/A</w:t>
            </w:r>
          </w:p>
        </w:tc>
        <w:tc>
          <w:tcPr>
            <w:tcW w:w="717" w:type="dxa"/>
            <w:vAlign w:val="center"/>
          </w:tcPr>
          <w:p w14:paraId="72FBEA3B" w14:textId="77777777" w:rsidR="00DC7196" w:rsidRPr="001C0CC4" w:rsidRDefault="00DC7196" w:rsidP="00DC7196">
            <w:pPr>
              <w:pStyle w:val="TAC"/>
            </w:pPr>
            <w:r w:rsidRPr="001C0CC4">
              <w:t>N/A</w:t>
            </w:r>
          </w:p>
        </w:tc>
        <w:tc>
          <w:tcPr>
            <w:tcW w:w="717" w:type="dxa"/>
            <w:vAlign w:val="center"/>
          </w:tcPr>
          <w:p w14:paraId="4555D7B0" w14:textId="77777777" w:rsidR="00DC7196" w:rsidRPr="001C0CC4" w:rsidRDefault="00DC7196" w:rsidP="00DC7196">
            <w:pPr>
              <w:pStyle w:val="TAC"/>
            </w:pPr>
            <w:r w:rsidRPr="001C0CC4">
              <w:t>N/A</w:t>
            </w:r>
          </w:p>
        </w:tc>
        <w:tc>
          <w:tcPr>
            <w:tcW w:w="717" w:type="dxa"/>
            <w:vAlign w:val="center"/>
          </w:tcPr>
          <w:p w14:paraId="09405754" w14:textId="77777777" w:rsidR="00DC7196" w:rsidRPr="001C0CC4" w:rsidRDefault="00DC7196" w:rsidP="00DC7196">
            <w:pPr>
              <w:pStyle w:val="TAC"/>
            </w:pPr>
            <w:r w:rsidRPr="001C0CC4">
              <w:t>N/A</w:t>
            </w:r>
          </w:p>
        </w:tc>
        <w:tc>
          <w:tcPr>
            <w:tcW w:w="717" w:type="dxa"/>
            <w:vAlign w:val="center"/>
          </w:tcPr>
          <w:p w14:paraId="0462E392" w14:textId="77777777" w:rsidR="00DC7196" w:rsidRPr="001C0CC4" w:rsidRDefault="00DC7196" w:rsidP="00DC7196">
            <w:pPr>
              <w:pStyle w:val="TAC"/>
            </w:pPr>
            <w:r w:rsidRPr="001C0CC4">
              <w:t>N/A</w:t>
            </w:r>
          </w:p>
        </w:tc>
        <w:tc>
          <w:tcPr>
            <w:tcW w:w="717" w:type="dxa"/>
            <w:vAlign w:val="center"/>
          </w:tcPr>
          <w:p w14:paraId="60C11867" w14:textId="77777777" w:rsidR="00DC7196" w:rsidRPr="001C0CC4" w:rsidRDefault="00DC7196" w:rsidP="00DC7196">
            <w:pPr>
              <w:pStyle w:val="TAC"/>
            </w:pPr>
            <w:r w:rsidRPr="001C0CC4">
              <w:t>N/A</w:t>
            </w:r>
          </w:p>
        </w:tc>
        <w:tc>
          <w:tcPr>
            <w:tcW w:w="717" w:type="dxa"/>
            <w:vAlign w:val="center"/>
          </w:tcPr>
          <w:p w14:paraId="6AD20261" w14:textId="77777777" w:rsidR="00DC7196" w:rsidRPr="001C0CC4" w:rsidRDefault="00DC7196" w:rsidP="00DC7196">
            <w:pPr>
              <w:pStyle w:val="TAC"/>
            </w:pPr>
            <w:r w:rsidRPr="001C0CC4">
              <w:t>N/A</w:t>
            </w:r>
          </w:p>
        </w:tc>
      </w:tr>
      <w:tr w:rsidR="00DC7196" w:rsidRPr="001C0CC4" w14:paraId="1A6E5560" w14:textId="77777777" w:rsidTr="00E51EAF">
        <w:trPr>
          <w:jc w:val="center"/>
        </w:trPr>
        <w:tc>
          <w:tcPr>
            <w:tcW w:w="3690" w:type="dxa"/>
            <w:vAlign w:val="center"/>
          </w:tcPr>
          <w:p w14:paraId="70037820" w14:textId="77777777" w:rsidR="00DC7196" w:rsidRPr="001C0CC4" w:rsidRDefault="00DC7196" w:rsidP="00DC7196">
            <w:pPr>
              <w:pStyle w:val="TAL"/>
            </w:pPr>
            <w:r w:rsidRPr="001C0CC4">
              <w:t xml:space="preserve">  For Slots 2,5,6,7</w:t>
            </w:r>
          </w:p>
        </w:tc>
        <w:tc>
          <w:tcPr>
            <w:tcW w:w="1093" w:type="dxa"/>
            <w:vAlign w:val="center"/>
          </w:tcPr>
          <w:p w14:paraId="502464CD" w14:textId="77777777" w:rsidR="00DC7196" w:rsidRPr="001C0CC4" w:rsidRDefault="00DC7196" w:rsidP="00DC7196">
            <w:pPr>
              <w:pStyle w:val="TAC"/>
            </w:pPr>
            <w:r w:rsidRPr="001C0CC4">
              <w:t>Bits</w:t>
            </w:r>
          </w:p>
        </w:tc>
        <w:tc>
          <w:tcPr>
            <w:tcW w:w="717" w:type="dxa"/>
            <w:vAlign w:val="center"/>
          </w:tcPr>
          <w:p w14:paraId="1F3BEC02" w14:textId="77777777" w:rsidR="00DC7196" w:rsidRPr="001C0CC4" w:rsidRDefault="00DC7196" w:rsidP="00DC7196">
            <w:pPr>
              <w:pStyle w:val="TAC"/>
            </w:pPr>
            <w:r w:rsidRPr="001C0CC4">
              <w:t>16896</w:t>
            </w:r>
          </w:p>
        </w:tc>
        <w:tc>
          <w:tcPr>
            <w:tcW w:w="717" w:type="dxa"/>
            <w:vAlign w:val="center"/>
          </w:tcPr>
          <w:p w14:paraId="58D9D2E8" w14:textId="77777777" w:rsidR="00DC7196" w:rsidRPr="001C0CC4" w:rsidRDefault="00DC7196" w:rsidP="00DC7196">
            <w:pPr>
              <w:pStyle w:val="TAC"/>
            </w:pPr>
            <w:r w:rsidRPr="001C0CC4">
              <w:t>34816</w:t>
            </w:r>
          </w:p>
        </w:tc>
        <w:tc>
          <w:tcPr>
            <w:tcW w:w="717" w:type="dxa"/>
            <w:vAlign w:val="center"/>
          </w:tcPr>
          <w:p w14:paraId="377CE161" w14:textId="77777777" w:rsidR="00DC7196" w:rsidRPr="001C0CC4" w:rsidRDefault="00DC7196" w:rsidP="00DC7196">
            <w:pPr>
              <w:pStyle w:val="TAC"/>
            </w:pPr>
            <w:r w:rsidRPr="001C0CC4">
              <w:t>53288</w:t>
            </w:r>
          </w:p>
        </w:tc>
        <w:tc>
          <w:tcPr>
            <w:tcW w:w="717" w:type="dxa"/>
            <w:vAlign w:val="center"/>
          </w:tcPr>
          <w:p w14:paraId="4CDF0A93" w14:textId="77777777" w:rsidR="00DC7196" w:rsidRPr="001C0CC4" w:rsidRDefault="00DC7196" w:rsidP="00DC7196">
            <w:pPr>
              <w:pStyle w:val="TAC"/>
            </w:pPr>
            <w:r w:rsidRPr="001C0CC4">
              <w:t>71688</w:t>
            </w:r>
          </w:p>
        </w:tc>
        <w:tc>
          <w:tcPr>
            <w:tcW w:w="717" w:type="dxa"/>
            <w:vAlign w:val="center"/>
          </w:tcPr>
          <w:p w14:paraId="23A5760E" w14:textId="77777777" w:rsidR="00DC7196" w:rsidRPr="001C0CC4" w:rsidRDefault="00DC7196" w:rsidP="00DC7196">
            <w:pPr>
              <w:pStyle w:val="TAC"/>
            </w:pPr>
            <w:r w:rsidRPr="001C0CC4">
              <w:t>90176</w:t>
            </w:r>
          </w:p>
        </w:tc>
        <w:tc>
          <w:tcPr>
            <w:tcW w:w="717" w:type="dxa"/>
            <w:vAlign w:val="center"/>
          </w:tcPr>
          <w:p w14:paraId="1DAEC9F6" w14:textId="77777777" w:rsidR="00DC7196" w:rsidRPr="001C0CC4" w:rsidRDefault="00DC7196" w:rsidP="00DC7196">
            <w:pPr>
              <w:pStyle w:val="TAC"/>
            </w:pPr>
            <w:r w:rsidRPr="001C0CC4">
              <w:t>108552</w:t>
            </w:r>
          </w:p>
        </w:tc>
        <w:tc>
          <w:tcPr>
            <w:tcW w:w="717" w:type="dxa"/>
            <w:vAlign w:val="center"/>
          </w:tcPr>
          <w:p w14:paraId="558691CC" w14:textId="77777777" w:rsidR="00DC7196" w:rsidRPr="001C0CC4" w:rsidRDefault="00DC7196" w:rsidP="00DC7196">
            <w:pPr>
              <w:pStyle w:val="TAC"/>
            </w:pPr>
            <w:r w:rsidRPr="001C0CC4">
              <w:t>143400</w:t>
            </w:r>
          </w:p>
        </w:tc>
        <w:tc>
          <w:tcPr>
            <w:tcW w:w="717" w:type="dxa"/>
            <w:vAlign w:val="center"/>
          </w:tcPr>
          <w:p w14:paraId="26941820" w14:textId="77777777" w:rsidR="00DC7196" w:rsidRPr="001C0CC4" w:rsidRDefault="00DC7196" w:rsidP="00DC7196">
            <w:pPr>
              <w:pStyle w:val="TAC"/>
            </w:pPr>
            <w:r w:rsidRPr="001C0CC4">
              <w:t>180376</w:t>
            </w:r>
          </w:p>
        </w:tc>
      </w:tr>
      <w:tr w:rsidR="00DC7196" w:rsidRPr="001C0CC4" w14:paraId="55CB6C49" w14:textId="77777777" w:rsidTr="00E51EAF">
        <w:trPr>
          <w:jc w:val="center"/>
        </w:trPr>
        <w:tc>
          <w:tcPr>
            <w:tcW w:w="3690" w:type="dxa"/>
            <w:vAlign w:val="center"/>
          </w:tcPr>
          <w:p w14:paraId="15CDFDDF" w14:textId="77777777" w:rsidR="00DC7196" w:rsidRPr="001C0CC4" w:rsidRDefault="00DC7196" w:rsidP="00DC7196">
            <w:pPr>
              <w:pStyle w:val="TAL"/>
            </w:pPr>
            <w:r w:rsidRPr="001C0CC4">
              <w:t>Transport block CRC</w:t>
            </w:r>
          </w:p>
        </w:tc>
        <w:tc>
          <w:tcPr>
            <w:tcW w:w="1093" w:type="dxa"/>
            <w:vAlign w:val="center"/>
          </w:tcPr>
          <w:p w14:paraId="1A911E1E" w14:textId="77777777" w:rsidR="00DC7196" w:rsidRPr="001C0CC4" w:rsidRDefault="00DC7196" w:rsidP="00DC7196">
            <w:pPr>
              <w:pStyle w:val="TAC"/>
            </w:pPr>
            <w:r w:rsidRPr="001C0CC4">
              <w:t>Bits</w:t>
            </w:r>
          </w:p>
        </w:tc>
        <w:tc>
          <w:tcPr>
            <w:tcW w:w="717" w:type="dxa"/>
            <w:vAlign w:val="center"/>
          </w:tcPr>
          <w:p w14:paraId="4C3D3106" w14:textId="77777777" w:rsidR="00DC7196" w:rsidRPr="001C0CC4" w:rsidRDefault="00DC7196" w:rsidP="00DC7196">
            <w:pPr>
              <w:pStyle w:val="TAC"/>
            </w:pPr>
            <w:r w:rsidRPr="001C0CC4">
              <w:t>24</w:t>
            </w:r>
          </w:p>
        </w:tc>
        <w:tc>
          <w:tcPr>
            <w:tcW w:w="717" w:type="dxa"/>
            <w:vAlign w:val="center"/>
          </w:tcPr>
          <w:p w14:paraId="628EA1FF" w14:textId="77777777" w:rsidR="00DC7196" w:rsidRPr="001C0CC4" w:rsidRDefault="00DC7196" w:rsidP="00DC7196">
            <w:pPr>
              <w:pStyle w:val="TAC"/>
            </w:pPr>
            <w:r w:rsidRPr="001C0CC4">
              <w:t>24</w:t>
            </w:r>
          </w:p>
        </w:tc>
        <w:tc>
          <w:tcPr>
            <w:tcW w:w="717" w:type="dxa"/>
            <w:vAlign w:val="center"/>
          </w:tcPr>
          <w:p w14:paraId="14E9A648" w14:textId="77777777" w:rsidR="00DC7196" w:rsidRPr="001C0CC4" w:rsidRDefault="00DC7196" w:rsidP="00DC7196">
            <w:pPr>
              <w:pStyle w:val="TAC"/>
            </w:pPr>
            <w:r w:rsidRPr="001C0CC4">
              <w:t>24</w:t>
            </w:r>
          </w:p>
        </w:tc>
        <w:tc>
          <w:tcPr>
            <w:tcW w:w="717" w:type="dxa"/>
            <w:vAlign w:val="center"/>
          </w:tcPr>
          <w:p w14:paraId="629CC82F" w14:textId="77777777" w:rsidR="00DC7196" w:rsidRPr="001C0CC4" w:rsidRDefault="00DC7196" w:rsidP="00DC7196">
            <w:pPr>
              <w:pStyle w:val="TAC"/>
            </w:pPr>
            <w:r w:rsidRPr="001C0CC4">
              <w:t>24</w:t>
            </w:r>
          </w:p>
        </w:tc>
        <w:tc>
          <w:tcPr>
            <w:tcW w:w="717" w:type="dxa"/>
            <w:vAlign w:val="center"/>
          </w:tcPr>
          <w:p w14:paraId="33B89D79" w14:textId="77777777" w:rsidR="00DC7196" w:rsidRPr="001C0CC4" w:rsidRDefault="00DC7196" w:rsidP="00DC7196">
            <w:pPr>
              <w:pStyle w:val="TAC"/>
            </w:pPr>
            <w:r w:rsidRPr="001C0CC4">
              <w:t>24</w:t>
            </w:r>
          </w:p>
        </w:tc>
        <w:tc>
          <w:tcPr>
            <w:tcW w:w="717" w:type="dxa"/>
            <w:vAlign w:val="center"/>
          </w:tcPr>
          <w:p w14:paraId="4C7E0219" w14:textId="77777777" w:rsidR="00DC7196" w:rsidRPr="001C0CC4" w:rsidRDefault="00DC7196" w:rsidP="00DC7196">
            <w:pPr>
              <w:pStyle w:val="TAC"/>
            </w:pPr>
            <w:r w:rsidRPr="001C0CC4">
              <w:t>24</w:t>
            </w:r>
          </w:p>
        </w:tc>
        <w:tc>
          <w:tcPr>
            <w:tcW w:w="717" w:type="dxa"/>
            <w:vAlign w:val="center"/>
          </w:tcPr>
          <w:p w14:paraId="19235C71" w14:textId="77777777" w:rsidR="00DC7196" w:rsidRPr="001C0CC4" w:rsidRDefault="00DC7196" w:rsidP="00DC7196">
            <w:pPr>
              <w:pStyle w:val="TAC"/>
            </w:pPr>
            <w:r w:rsidRPr="001C0CC4">
              <w:t>24</w:t>
            </w:r>
          </w:p>
        </w:tc>
        <w:tc>
          <w:tcPr>
            <w:tcW w:w="717" w:type="dxa"/>
            <w:vAlign w:val="center"/>
          </w:tcPr>
          <w:p w14:paraId="7C9E08FA" w14:textId="77777777" w:rsidR="00DC7196" w:rsidRPr="001C0CC4" w:rsidRDefault="00DC7196" w:rsidP="00DC7196">
            <w:pPr>
              <w:pStyle w:val="TAC"/>
            </w:pPr>
            <w:r w:rsidRPr="001C0CC4">
              <w:t>24</w:t>
            </w:r>
          </w:p>
        </w:tc>
      </w:tr>
      <w:tr w:rsidR="00DC7196" w:rsidRPr="001C0CC4" w14:paraId="2413E5F9" w14:textId="77777777" w:rsidTr="00E51EAF">
        <w:trPr>
          <w:jc w:val="center"/>
        </w:trPr>
        <w:tc>
          <w:tcPr>
            <w:tcW w:w="3690" w:type="dxa"/>
            <w:vAlign w:val="center"/>
          </w:tcPr>
          <w:p w14:paraId="780603F5" w14:textId="77777777" w:rsidR="00DC7196" w:rsidRPr="001C0CC4" w:rsidRDefault="00DC7196" w:rsidP="00DC7196">
            <w:pPr>
              <w:pStyle w:val="TAL"/>
            </w:pPr>
            <w:r w:rsidRPr="001C0CC4">
              <w:t>LDPC base graph</w:t>
            </w:r>
          </w:p>
        </w:tc>
        <w:tc>
          <w:tcPr>
            <w:tcW w:w="1093" w:type="dxa"/>
            <w:vAlign w:val="center"/>
          </w:tcPr>
          <w:p w14:paraId="19D2CD3C" w14:textId="77777777" w:rsidR="00DC7196" w:rsidRPr="001C0CC4" w:rsidRDefault="00DC7196" w:rsidP="00DC7196">
            <w:pPr>
              <w:pStyle w:val="TAC"/>
            </w:pPr>
          </w:p>
        </w:tc>
        <w:tc>
          <w:tcPr>
            <w:tcW w:w="717" w:type="dxa"/>
            <w:vAlign w:val="center"/>
          </w:tcPr>
          <w:p w14:paraId="47183AC2" w14:textId="77777777" w:rsidR="00DC7196" w:rsidRPr="001C0CC4" w:rsidRDefault="00DC7196" w:rsidP="00DC7196">
            <w:pPr>
              <w:pStyle w:val="TAC"/>
            </w:pPr>
            <w:r w:rsidRPr="001C0CC4">
              <w:t>1</w:t>
            </w:r>
          </w:p>
        </w:tc>
        <w:tc>
          <w:tcPr>
            <w:tcW w:w="717" w:type="dxa"/>
            <w:vAlign w:val="center"/>
          </w:tcPr>
          <w:p w14:paraId="0792F4A7" w14:textId="77777777" w:rsidR="00DC7196" w:rsidRPr="001C0CC4" w:rsidRDefault="00DC7196" w:rsidP="00DC7196">
            <w:pPr>
              <w:pStyle w:val="TAC"/>
            </w:pPr>
            <w:r w:rsidRPr="001C0CC4">
              <w:t>1</w:t>
            </w:r>
          </w:p>
        </w:tc>
        <w:tc>
          <w:tcPr>
            <w:tcW w:w="717" w:type="dxa"/>
            <w:vAlign w:val="center"/>
          </w:tcPr>
          <w:p w14:paraId="2BC06BC8" w14:textId="77777777" w:rsidR="00DC7196" w:rsidRPr="001C0CC4" w:rsidRDefault="00DC7196" w:rsidP="00DC7196">
            <w:pPr>
              <w:pStyle w:val="TAC"/>
            </w:pPr>
            <w:r w:rsidRPr="001C0CC4">
              <w:t>1</w:t>
            </w:r>
          </w:p>
        </w:tc>
        <w:tc>
          <w:tcPr>
            <w:tcW w:w="717" w:type="dxa"/>
            <w:vAlign w:val="center"/>
          </w:tcPr>
          <w:p w14:paraId="0FF3AB94" w14:textId="77777777" w:rsidR="00DC7196" w:rsidRPr="001C0CC4" w:rsidRDefault="00DC7196" w:rsidP="00DC7196">
            <w:pPr>
              <w:pStyle w:val="TAC"/>
            </w:pPr>
            <w:r w:rsidRPr="001C0CC4">
              <w:t>1</w:t>
            </w:r>
          </w:p>
        </w:tc>
        <w:tc>
          <w:tcPr>
            <w:tcW w:w="717" w:type="dxa"/>
            <w:vAlign w:val="center"/>
          </w:tcPr>
          <w:p w14:paraId="120A1107" w14:textId="77777777" w:rsidR="00DC7196" w:rsidRPr="001C0CC4" w:rsidRDefault="00DC7196" w:rsidP="00DC7196">
            <w:pPr>
              <w:pStyle w:val="TAC"/>
            </w:pPr>
            <w:r w:rsidRPr="001C0CC4">
              <w:t>1</w:t>
            </w:r>
          </w:p>
        </w:tc>
        <w:tc>
          <w:tcPr>
            <w:tcW w:w="717" w:type="dxa"/>
            <w:vAlign w:val="center"/>
          </w:tcPr>
          <w:p w14:paraId="273BFF3A" w14:textId="77777777" w:rsidR="00DC7196" w:rsidRPr="001C0CC4" w:rsidRDefault="00DC7196" w:rsidP="00DC7196">
            <w:pPr>
              <w:pStyle w:val="TAC"/>
            </w:pPr>
            <w:r w:rsidRPr="001C0CC4">
              <w:t>1</w:t>
            </w:r>
          </w:p>
        </w:tc>
        <w:tc>
          <w:tcPr>
            <w:tcW w:w="717" w:type="dxa"/>
            <w:vAlign w:val="center"/>
          </w:tcPr>
          <w:p w14:paraId="43BB2B10" w14:textId="77777777" w:rsidR="00DC7196" w:rsidRPr="001C0CC4" w:rsidRDefault="00DC7196" w:rsidP="00DC7196">
            <w:pPr>
              <w:pStyle w:val="TAC"/>
            </w:pPr>
            <w:r w:rsidRPr="001C0CC4">
              <w:t>1</w:t>
            </w:r>
          </w:p>
        </w:tc>
        <w:tc>
          <w:tcPr>
            <w:tcW w:w="717" w:type="dxa"/>
            <w:vAlign w:val="center"/>
          </w:tcPr>
          <w:p w14:paraId="7E6FDA3A" w14:textId="77777777" w:rsidR="00DC7196" w:rsidRPr="001C0CC4" w:rsidRDefault="00DC7196" w:rsidP="00DC7196">
            <w:pPr>
              <w:pStyle w:val="TAC"/>
            </w:pPr>
            <w:r w:rsidRPr="001C0CC4">
              <w:t>1</w:t>
            </w:r>
          </w:p>
        </w:tc>
      </w:tr>
      <w:tr w:rsidR="00DC7196" w:rsidRPr="001C0CC4" w14:paraId="130C46E6" w14:textId="77777777" w:rsidTr="00E51EAF">
        <w:trPr>
          <w:jc w:val="center"/>
        </w:trPr>
        <w:tc>
          <w:tcPr>
            <w:tcW w:w="3690" w:type="dxa"/>
            <w:vAlign w:val="center"/>
          </w:tcPr>
          <w:p w14:paraId="2A6A4186" w14:textId="77777777" w:rsidR="00DC7196" w:rsidRPr="001C0CC4" w:rsidRDefault="00DC7196" w:rsidP="00DC7196">
            <w:pPr>
              <w:pStyle w:val="TAH"/>
            </w:pPr>
            <w:r w:rsidRPr="001C0CC4">
              <w:t>Number of Code Blocks per Slot</w:t>
            </w:r>
          </w:p>
        </w:tc>
        <w:tc>
          <w:tcPr>
            <w:tcW w:w="1093" w:type="dxa"/>
            <w:vAlign w:val="center"/>
          </w:tcPr>
          <w:p w14:paraId="496070C5" w14:textId="77777777" w:rsidR="00DC7196" w:rsidRPr="001C0CC4" w:rsidRDefault="00DC7196" w:rsidP="00DC7196">
            <w:pPr>
              <w:keepNext/>
              <w:keepLines/>
              <w:spacing w:after="0"/>
              <w:jc w:val="center"/>
              <w:rPr>
                <w:rFonts w:ascii="Arial" w:hAnsi="Arial"/>
                <w:sz w:val="18"/>
              </w:rPr>
            </w:pPr>
          </w:p>
        </w:tc>
        <w:tc>
          <w:tcPr>
            <w:tcW w:w="717" w:type="dxa"/>
            <w:vAlign w:val="center"/>
          </w:tcPr>
          <w:p w14:paraId="13D30D29" w14:textId="77777777" w:rsidR="00DC7196" w:rsidRPr="001C0CC4" w:rsidRDefault="00DC7196" w:rsidP="00DC7196">
            <w:pPr>
              <w:keepNext/>
              <w:keepLines/>
              <w:spacing w:after="0"/>
              <w:jc w:val="center"/>
              <w:rPr>
                <w:rFonts w:ascii="Arial" w:hAnsi="Arial"/>
                <w:sz w:val="18"/>
              </w:rPr>
            </w:pPr>
          </w:p>
        </w:tc>
        <w:tc>
          <w:tcPr>
            <w:tcW w:w="717" w:type="dxa"/>
            <w:vAlign w:val="center"/>
          </w:tcPr>
          <w:p w14:paraId="22AC9E56" w14:textId="77777777" w:rsidR="00DC7196" w:rsidRPr="001C0CC4" w:rsidRDefault="00DC7196" w:rsidP="00DC7196">
            <w:pPr>
              <w:keepNext/>
              <w:keepLines/>
              <w:spacing w:after="0"/>
              <w:jc w:val="center"/>
              <w:rPr>
                <w:rFonts w:ascii="Arial" w:hAnsi="Arial"/>
                <w:sz w:val="18"/>
              </w:rPr>
            </w:pPr>
          </w:p>
        </w:tc>
        <w:tc>
          <w:tcPr>
            <w:tcW w:w="717" w:type="dxa"/>
            <w:vAlign w:val="center"/>
          </w:tcPr>
          <w:p w14:paraId="534304CF" w14:textId="77777777" w:rsidR="00DC7196" w:rsidRPr="001C0CC4" w:rsidRDefault="00DC7196" w:rsidP="00DC7196">
            <w:pPr>
              <w:keepNext/>
              <w:keepLines/>
              <w:spacing w:after="0"/>
              <w:jc w:val="center"/>
              <w:rPr>
                <w:rFonts w:ascii="Arial" w:hAnsi="Arial"/>
                <w:sz w:val="18"/>
              </w:rPr>
            </w:pPr>
          </w:p>
        </w:tc>
        <w:tc>
          <w:tcPr>
            <w:tcW w:w="717" w:type="dxa"/>
            <w:vAlign w:val="center"/>
          </w:tcPr>
          <w:p w14:paraId="4D1C628C" w14:textId="77777777" w:rsidR="00DC7196" w:rsidRPr="001C0CC4" w:rsidRDefault="00DC7196" w:rsidP="00DC7196">
            <w:pPr>
              <w:keepNext/>
              <w:keepLines/>
              <w:spacing w:after="0"/>
              <w:jc w:val="center"/>
              <w:rPr>
                <w:rFonts w:ascii="Arial" w:hAnsi="Arial"/>
                <w:sz w:val="18"/>
              </w:rPr>
            </w:pPr>
          </w:p>
        </w:tc>
        <w:tc>
          <w:tcPr>
            <w:tcW w:w="717" w:type="dxa"/>
            <w:vAlign w:val="center"/>
          </w:tcPr>
          <w:p w14:paraId="54FD7D89" w14:textId="77777777" w:rsidR="00DC7196" w:rsidRPr="001C0CC4" w:rsidRDefault="00DC7196" w:rsidP="00DC7196">
            <w:pPr>
              <w:keepNext/>
              <w:keepLines/>
              <w:spacing w:after="0"/>
              <w:jc w:val="center"/>
              <w:rPr>
                <w:rFonts w:ascii="Arial" w:hAnsi="Arial"/>
                <w:sz w:val="18"/>
              </w:rPr>
            </w:pPr>
          </w:p>
        </w:tc>
        <w:tc>
          <w:tcPr>
            <w:tcW w:w="717" w:type="dxa"/>
            <w:vAlign w:val="center"/>
          </w:tcPr>
          <w:p w14:paraId="1BC5C118" w14:textId="77777777" w:rsidR="00DC7196" w:rsidRPr="001C0CC4" w:rsidRDefault="00DC7196" w:rsidP="00DC7196">
            <w:pPr>
              <w:keepNext/>
              <w:keepLines/>
              <w:spacing w:after="0"/>
              <w:jc w:val="center"/>
              <w:rPr>
                <w:rFonts w:ascii="Arial" w:hAnsi="Arial"/>
                <w:sz w:val="18"/>
              </w:rPr>
            </w:pPr>
          </w:p>
        </w:tc>
        <w:tc>
          <w:tcPr>
            <w:tcW w:w="717" w:type="dxa"/>
            <w:vAlign w:val="center"/>
          </w:tcPr>
          <w:p w14:paraId="0C8D84C6" w14:textId="77777777" w:rsidR="00DC7196" w:rsidRPr="001C0CC4" w:rsidRDefault="00DC7196" w:rsidP="00DC7196">
            <w:pPr>
              <w:keepNext/>
              <w:keepLines/>
              <w:spacing w:after="0"/>
              <w:jc w:val="center"/>
              <w:rPr>
                <w:rFonts w:ascii="Arial" w:hAnsi="Arial"/>
                <w:sz w:val="18"/>
              </w:rPr>
            </w:pPr>
          </w:p>
        </w:tc>
        <w:tc>
          <w:tcPr>
            <w:tcW w:w="717" w:type="dxa"/>
            <w:vAlign w:val="center"/>
          </w:tcPr>
          <w:p w14:paraId="2C2B453F" w14:textId="77777777" w:rsidR="00DC7196" w:rsidRPr="001C0CC4" w:rsidRDefault="00DC7196" w:rsidP="00DC7196">
            <w:pPr>
              <w:keepNext/>
              <w:keepLines/>
              <w:spacing w:after="0"/>
              <w:jc w:val="center"/>
              <w:rPr>
                <w:rFonts w:ascii="Arial" w:hAnsi="Arial"/>
                <w:sz w:val="18"/>
              </w:rPr>
            </w:pPr>
          </w:p>
        </w:tc>
      </w:tr>
      <w:tr w:rsidR="00DC7196" w:rsidRPr="001C0CC4" w14:paraId="700F7508" w14:textId="77777777" w:rsidTr="00E51EAF">
        <w:trPr>
          <w:jc w:val="center"/>
        </w:trPr>
        <w:tc>
          <w:tcPr>
            <w:tcW w:w="3690" w:type="dxa"/>
            <w:vAlign w:val="center"/>
          </w:tcPr>
          <w:p w14:paraId="5908A432" w14:textId="77777777" w:rsidR="00DC7196" w:rsidRPr="001C0CC4" w:rsidRDefault="00DC7196" w:rsidP="00DC7196">
            <w:pPr>
              <w:pStyle w:val="TAL"/>
            </w:pPr>
            <w:r w:rsidRPr="001C0CC4">
              <w:t xml:space="preserve">  For Slots 0,1,3,4,8,9</w:t>
            </w:r>
          </w:p>
        </w:tc>
        <w:tc>
          <w:tcPr>
            <w:tcW w:w="1093" w:type="dxa"/>
            <w:vAlign w:val="center"/>
          </w:tcPr>
          <w:p w14:paraId="3B8FE64F" w14:textId="77777777" w:rsidR="00DC7196" w:rsidRPr="001C0CC4" w:rsidRDefault="00DC7196" w:rsidP="00DC7196">
            <w:pPr>
              <w:pStyle w:val="TAC"/>
            </w:pPr>
            <w:r w:rsidRPr="001C0CC4">
              <w:t>CBs</w:t>
            </w:r>
          </w:p>
        </w:tc>
        <w:tc>
          <w:tcPr>
            <w:tcW w:w="717" w:type="dxa"/>
            <w:vAlign w:val="center"/>
          </w:tcPr>
          <w:p w14:paraId="1A833DDE" w14:textId="77777777" w:rsidR="00DC7196" w:rsidRPr="001C0CC4" w:rsidRDefault="00DC7196" w:rsidP="00DC7196">
            <w:pPr>
              <w:pStyle w:val="TAC"/>
            </w:pPr>
            <w:r w:rsidRPr="001C0CC4">
              <w:t>N/A</w:t>
            </w:r>
          </w:p>
        </w:tc>
        <w:tc>
          <w:tcPr>
            <w:tcW w:w="717" w:type="dxa"/>
            <w:vAlign w:val="center"/>
          </w:tcPr>
          <w:p w14:paraId="37E926F8" w14:textId="77777777" w:rsidR="00DC7196" w:rsidRPr="001C0CC4" w:rsidRDefault="00DC7196" w:rsidP="00DC7196">
            <w:pPr>
              <w:pStyle w:val="TAC"/>
            </w:pPr>
            <w:r w:rsidRPr="001C0CC4">
              <w:t>N/A</w:t>
            </w:r>
          </w:p>
        </w:tc>
        <w:tc>
          <w:tcPr>
            <w:tcW w:w="717" w:type="dxa"/>
            <w:vAlign w:val="center"/>
          </w:tcPr>
          <w:p w14:paraId="0688D037" w14:textId="77777777" w:rsidR="00DC7196" w:rsidRPr="001C0CC4" w:rsidRDefault="00DC7196" w:rsidP="00DC7196">
            <w:pPr>
              <w:pStyle w:val="TAC"/>
            </w:pPr>
            <w:r w:rsidRPr="001C0CC4">
              <w:t>N/A</w:t>
            </w:r>
          </w:p>
        </w:tc>
        <w:tc>
          <w:tcPr>
            <w:tcW w:w="717" w:type="dxa"/>
            <w:vAlign w:val="center"/>
          </w:tcPr>
          <w:p w14:paraId="49A87278" w14:textId="77777777" w:rsidR="00DC7196" w:rsidRPr="001C0CC4" w:rsidRDefault="00DC7196" w:rsidP="00DC7196">
            <w:pPr>
              <w:pStyle w:val="TAC"/>
            </w:pPr>
            <w:r w:rsidRPr="001C0CC4">
              <w:t>N/A</w:t>
            </w:r>
          </w:p>
        </w:tc>
        <w:tc>
          <w:tcPr>
            <w:tcW w:w="717" w:type="dxa"/>
            <w:vAlign w:val="center"/>
          </w:tcPr>
          <w:p w14:paraId="5E3C510A" w14:textId="77777777" w:rsidR="00DC7196" w:rsidRPr="001C0CC4" w:rsidRDefault="00DC7196" w:rsidP="00DC7196">
            <w:pPr>
              <w:pStyle w:val="TAC"/>
            </w:pPr>
            <w:r w:rsidRPr="001C0CC4">
              <w:t>N/A</w:t>
            </w:r>
          </w:p>
        </w:tc>
        <w:tc>
          <w:tcPr>
            <w:tcW w:w="717" w:type="dxa"/>
            <w:vAlign w:val="center"/>
          </w:tcPr>
          <w:p w14:paraId="4AFDD89B" w14:textId="77777777" w:rsidR="00DC7196" w:rsidRPr="001C0CC4" w:rsidRDefault="00DC7196" w:rsidP="00DC7196">
            <w:pPr>
              <w:pStyle w:val="TAC"/>
            </w:pPr>
            <w:r w:rsidRPr="001C0CC4">
              <w:t>N/A</w:t>
            </w:r>
          </w:p>
        </w:tc>
        <w:tc>
          <w:tcPr>
            <w:tcW w:w="717" w:type="dxa"/>
            <w:vAlign w:val="center"/>
          </w:tcPr>
          <w:p w14:paraId="076B8256" w14:textId="77777777" w:rsidR="00DC7196" w:rsidRPr="001C0CC4" w:rsidRDefault="00DC7196" w:rsidP="00DC7196">
            <w:pPr>
              <w:pStyle w:val="TAC"/>
            </w:pPr>
            <w:r w:rsidRPr="001C0CC4">
              <w:t>N/A</w:t>
            </w:r>
          </w:p>
        </w:tc>
        <w:tc>
          <w:tcPr>
            <w:tcW w:w="717" w:type="dxa"/>
            <w:vAlign w:val="center"/>
          </w:tcPr>
          <w:p w14:paraId="4273D06B" w14:textId="77777777" w:rsidR="00DC7196" w:rsidRPr="001C0CC4" w:rsidRDefault="00DC7196" w:rsidP="00DC7196">
            <w:pPr>
              <w:pStyle w:val="TAC"/>
            </w:pPr>
            <w:r w:rsidRPr="001C0CC4">
              <w:t>N/A</w:t>
            </w:r>
          </w:p>
        </w:tc>
      </w:tr>
      <w:tr w:rsidR="00DC7196" w:rsidRPr="001C0CC4" w14:paraId="094AEEF8" w14:textId="77777777" w:rsidTr="00E51EAF">
        <w:trPr>
          <w:jc w:val="center"/>
        </w:trPr>
        <w:tc>
          <w:tcPr>
            <w:tcW w:w="3690" w:type="dxa"/>
            <w:vAlign w:val="center"/>
          </w:tcPr>
          <w:p w14:paraId="1C099DC8" w14:textId="77777777" w:rsidR="00DC7196" w:rsidRPr="001C0CC4" w:rsidRDefault="00DC7196" w:rsidP="00DC7196">
            <w:pPr>
              <w:pStyle w:val="TAL"/>
            </w:pPr>
            <w:r w:rsidRPr="001C0CC4">
              <w:t xml:space="preserve">  For Slots 2,5,6,7</w:t>
            </w:r>
          </w:p>
        </w:tc>
        <w:tc>
          <w:tcPr>
            <w:tcW w:w="1093" w:type="dxa"/>
            <w:vAlign w:val="center"/>
          </w:tcPr>
          <w:p w14:paraId="37F6CE75" w14:textId="77777777" w:rsidR="00DC7196" w:rsidRPr="001C0CC4" w:rsidRDefault="00DC7196" w:rsidP="00DC7196">
            <w:pPr>
              <w:pStyle w:val="TAC"/>
            </w:pPr>
            <w:r w:rsidRPr="001C0CC4">
              <w:t>CBs</w:t>
            </w:r>
          </w:p>
        </w:tc>
        <w:tc>
          <w:tcPr>
            <w:tcW w:w="717" w:type="dxa"/>
            <w:vAlign w:val="center"/>
          </w:tcPr>
          <w:p w14:paraId="125B3F50" w14:textId="77777777" w:rsidR="00DC7196" w:rsidRPr="001C0CC4" w:rsidRDefault="00DC7196" w:rsidP="00DC7196">
            <w:pPr>
              <w:pStyle w:val="TAC"/>
            </w:pPr>
            <w:r w:rsidRPr="001C0CC4">
              <w:t>3</w:t>
            </w:r>
          </w:p>
        </w:tc>
        <w:tc>
          <w:tcPr>
            <w:tcW w:w="717" w:type="dxa"/>
            <w:vAlign w:val="center"/>
          </w:tcPr>
          <w:p w14:paraId="5198AD9D" w14:textId="77777777" w:rsidR="00DC7196" w:rsidRPr="001C0CC4" w:rsidRDefault="00DC7196" w:rsidP="00DC7196">
            <w:pPr>
              <w:pStyle w:val="TAC"/>
            </w:pPr>
            <w:r w:rsidRPr="001C0CC4">
              <w:t>5</w:t>
            </w:r>
          </w:p>
        </w:tc>
        <w:tc>
          <w:tcPr>
            <w:tcW w:w="717" w:type="dxa"/>
            <w:vAlign w:val="center"/>
          </w:tcPr>
          <w:p w14:paraId="694939CC" w14:textId="77777777" w:rsidR="00DC7196" w:rsidRPr="001C0CC4" w:rsidRDefault="00DC7196" w:rsidP="00DC7196">
            <w:pPr>
              <w:pStyle w:val="TAC"/>
            </w:pPr>
            <w:r w:rsidRPr="001C0CC4">
              <w:t>7</w:t>
            </w:r>
          </w:p>
        </w:tc>
        <w:tc>
          <w:tcPr>
            <w:tcW w:w="717" w:type="dxa"/>
            <w:vAlign w:val="center"/>
          </w:tcPr>
          <w:p w14:paraId="393B382D" w14:textId="77777777" w:rsidR="00DC7196" w:rsidRPr="001C0CC4" w:rsidRDefault="00DC7196" w:rsidP="00DC7196">
            <w:pPr>
              <w:pStyle w:val="TAC"/>
            </w:pPr>
            <w:r w:rsidRPr="001C0CC4">
              <w:t>9</w:t>
            </w:r>
          </w:p>
        </w:tc>
        <w:tc>
          <w:tcPr>
            <w:tcW w:w="717" w:type="dxa"/>
            <w:vAlign w:val="center"/>
          </w:tcPr>
          <w:p w14:paraId="2FE6F3DC" w14:textId="77777777" w:rsidR="00DC7196" w:rsidRPr="001C0CC4" w:rsidRDefault="00DC7196" w:rsidP="00DC7196">
            <w:pPr>
              <w:pStyle w:val="TAC"/>
            </w:pPr>
            <w:r w:rsidRPr="001C0CC4">
              <w:t>12</w:t>
            </w:r>
          </w:p>
        </w:tc>
        <w:tc>
          <w:tcPr>
            <w:tcW w:w="717" w:type="dxa"/>
            <w:vAlign w:val="center"/>
          </w:tcPr>
          <w:p w14:paraId="4A260CC6" w14:textId="77777777" w:rsidR="00DC7196" w:rsidRPr="001C0CC4" w:rsidRDefault="00DC7196" w:rsidP="00DC7196">
            <w:pPr>
              <w:pStyle w:val="TAC"/>
            </w:pPr>
            <w:r w:rsidRPr="001C0CC4">
              <w:t>14</w:t>
            </w:r>
          </w:p>
        </w:tc>
        <w:tc>
          <w:tcPr>
            <w:tcW w:w="717" w:type="dxa"/>
            <w:vAlign w:val="center"/>
          </w:tcPr>
          <w:p w14:paraId="30C4D734" w14:textId="77777777" w:rsidR="00DC7196" w:rsidRPr="001C0CC4" w:rsidRDefault="00DC7196" w:rsidP="00DC7196">
            <w:pPr>
              <w:pStyle w:val="TAC"/>
            </w:pPr>
            <w:r w:rsidRPr="001C0CC4">
              <w:t>18</w:t>
            </w:r>
          </w:p>
        </w:tc>
        <w:tc>
          <w:tcPr>
            <w:tcW w:w="717" w:type="dxa"/>
            <w:vAlign w:val="center"/>
          </w:tcPr>
          <w:p w14:paraId="0A80C67A" w14:textId="77777777" w:rsidR="00DC7196" w:rsidRPr="001C0CC4" w:rsidRDefault="00DC7196" w:rsidP="00DC7196">
            <w:pPr>
              <w:pStyle w:val="TAC"/>
            </w:pPr>
            <w:r w:rsidRPr="001C0CC4">
              <w:t>23</w:t>
            </w:r>
          </w:p>
        </w:tc>
      </w:tr>
      <w:tr w:rsidR="00DC7196" w:rsidRPr="001C0CC4" w14:paraId="179C2CBB" w14:textId="77777777" w:rsidTr="00E51EAF">
        <w:trPr>
          <w:jc w:val="center"/>
        </w:trPr>
        <w:tc>
          <w:tcPr>
            <w:tcW w:w="3690" w:type="dxa"/>
            <w:vAlign w:val="center"/>
          </w:tcPr>
          <w:p w14:paraId="1ABE5FDC" w14:textId="77777777" w:rsidR="00DC7196" w:rsidRPr="001C0CC4" w:rsidRDefault="00DC7196" w:rsidP="00DC7196">
            <w:pPr>
              <w:pStyle w:val="TAL"/>
            </w:pPr>
            <w:r w:rsidRPr="001C0CC4">
              <w:t>Binary Channel Bits per Slot</w:t>
            </w:r>
          </w:p>
        </w:tc>
        <w:tc>
          <w:tcPr>
            <w:tcW w:w="1093" w:type="dxa"/>
            <w:vAlign w:val="center"/>
          </w:tcPr>
          <w:p w14:paraId="14704481" w14:textId="77777777" w:rsidR="00DC7196" w:rsidRPr="001C0CC4" w:rsidRDefault="00DC7196" w:rsidP="00DC7196">
            <w:pPr>
              <w:keepNext/>
              <w:keepLines/>
              <w:spacing w:after="0"/>
              <w:jc w:val="center"/>
              <w:rPr>
                <w:rFonts w:ascii="Arial" w:hAnsi="Arial"/>
                <w:sz w:val="18"/>
              </w:rPr>
            </w:pPr>
          </w:p>
        </w:tc>
        <w:tc>
          <w:tcPr>
            <w:tcW w:w="717" w:type="dxa"/>
            <w:vAlign w:val="center"/>
          </w:tcPr>
          <w:p w14:paraId="3200CA94" w14:textId="77777777" w:rsidR="00DC7196" w:rsidRPr="001C0CC4" w:rsidRDefault="00DC7196" w:rsidP="00DC7196">
            <w:pPr>
              <w:keepNext/>
              <w:keepLines/>
              <w:spacing w:after="0"/>
              <w:jc w:val="center"/>
              <w:rPr>
                <w:rFonts w:ascii="Arial" w:hAnsi="Arial"/>
                <w:sz w:val="18"/>
              </w:rPr>
            </w:pPr>
          </w:p>
        </w:tc>
        <w:tc>
          <w:tcPr>
            <w:tcW w:w="717" w:type="dxa"/>
            <w:vAlign w:val="center"/>
          </w:tcPr>
          <w:p w14:paraId="63684EB4" w14:textId="77777777" w:rsidR="00DC7196" w:rsidRPr="001C0CC4" w:rsidRDefault="00DC7196" w:rsidP="00DC7196">
            <w:pPr>
              <w:keepNext/>
              <w:keepLines/>
              <w:spacing w:after="0"/>
              <w:jc w:val="center"/>
              <w:rPr>
                <w:rFonts w:ascii="Arial" w:hAnsi="Arial"/>
                <w:sz w:val="18"/>
              </w:rPr>
            </w:pPr>
          </w:p>
        </w:tc>
        <w:tc>
          <w:tcPr>
            <w:tcW w:w="717" w:type="dxa"/>
            <w:vAlign w:val="center"/>
          </w:tcPr>
          <w:p w14:paraId="33A03F69" w14:textId="77777777" w:rsidR="00DC7196" w:rsidRPr="001C0CC4" w:rsidRDefault="00DC7196" w:rsidP="00DC7196">
            <w:pPr>
              <w:keepNext/>
              <w:keepLines/>
              <w:spacing w:after="0"/>
              <w:jc w:val="center"/>
              <w:rPr>
                <w:rFonts w:ascii="Arial" w:hAnsi="Arial"/>
                <w:sz w:val="18"/>
              </w:rPr>
            </w:pPr>
          </w:p>
        </w:tc>
        <w:tc>
          <w:tcPr>
            <w:tcW w:w="717" w:type="dxa"/>
            <w:vAlign w:val="center"/>
          </w:tcPr>
          <w:p w14:paraId="25AD67D4" w14:textId="77777777" w:rsidR="00DC7196" w:rsidRPr="001C0CC4" w:rsidRDefault="00DC7196" w:rsidP="00DC7196">
            <w:pPr>
              <w:keepNext/>
              <w:keepLines/>
              <w:spacing w:after="0"/>
              <w:jc w:val="center"/>
              <w:rPr>
                <w:rFonts w:ascii="Arial" w:hAnsi="Arial"/>
                <w:sz w:val="18"/>
              </w:rPr>
            </w:pPr>
          </w:p>
        </w:tc>
        <w:tc>
          <w:tcPr>
            <w:tcW w:w="717" w:type="dxa"/>
            <w:vAlign w:val="center"/>
          </w:tcPr>
          <w:p w14:paraId="0874EAD7" w14:textId="77777777" w:rsidR="00DC7196" w:rsidRPr="001C0CC4" w:rsidRDefault="00DC7196" w:rsidP="00DC7196">
            <w:pPr>
              <w:keepNext/>
              <w:keepLines/>
              <w:spacing w:after="0"/>
              <w:jc w:val="center"/>
              <w:rPr>
                <w:rFonts w:ascii="Arial" w:hAnsi="Arial"/>
                <w:sz w:val="18"/>
              </w:rPr>
            </w:pPr>
          </w:p>
        </w:tc>
        <w:tc>
          <w:tcPr>
            <w:tcW w:w="717" w:type="dxa"/>
            <w:vAlign w:val="center"/>
          </w:tcPr>
          <w:p w14:paraId="0861DDC6" w14:textId="77777777" w:rsidR="00DC7196" w:rsidRPr="001C0CC4" w:rsidRDefault="00DC7196" w:rsidP="00DC7196">
            <w:pPr>
              <w:keepNext/>
              <w:keepLines/>
              <w:spacing w:after="0"/>
              <w:jc w:val="center"/>
              <w:rPr>
                <w:rFonts w:ascii="Arial" w:hAnsi="Arial"/>
                <w:sz w:val="18"/>
              </w:rPr>
            </w:pPr>
          </w:p>
        </w:tc>
        <w:tc>
          <w:tcPr>
            <w:tcW w:w="717" w:type="dxa"/>
            <w:vAlign w:val="center"/>
          </w:tcPr>
          <w:p w14:paraId="2D85BA17" w14:textId="77777777" w:rsidR="00DC7196" w:rsidRPr="001C0CC4" w:rsidRDefault="00DC7196" w:rsidP="00DC7196">
            <w:pPr>
              <w:keepNext/>
              <w:keepLines/>
              <w:spacing w:after="0"/>
              <w:jc w:val="center"/>
              <w:rPr>
                <w:rFonts w:ascii="Arial" w:hAnsi="Arial"/>
                <w:sz w:val="18"/>
              </w:rPr>
            </w:pPr>
          </w:p>
        </w:tc>
        <w:tc>
          <w:tcPr>
            <w:tcW w:w="717" w:type="dxa"/>
            <w:vAlign w:val="center"/>
          </w:tcPr>
          <w:p w14:paraId="7E40D0EE" w14:textId="77777777" w:rsidR="00DC7196" w:rsidRPr="001C0CC4" w:rsidRDefault="00DC7196" w:rsidP="00DC7196">
            <w:pPr>
              <w:keepNext/>
              <w:keepLines/>
              <w:spacing w:after="0"/>
              <w:jc w:val="center"/>
              <w:rPr>
                <w:rFonts w:ascii="Arial" w:hAnsi="Arial"/>
                <w:sz w:val="18"/>
              </w:rPr>
            </w:pPr>
          </w:p>
        </w:tc>
      </w:tr>
      <w:tr w:rsidR="00DC7196" w:rsidRPr="001C0CC4" w14:paraId="73E44C06" w14:textId="77777777" w:rsidTr="00E51EAF">
        <w:trPr>
          <w:jc w:val="center"/>
        </w:trPr>
        <w:tc>
          <w:tcPr>
            <w:tcW w:w="3690" w:type="dxa"/>
            <w:vAlign w:val="center"/>
          </w:tcPr>
          <w:p w14:paraId="5D6CB58F" w14:textId="77777777" w:rsidR="00DC7196" w:rsidRPr="001C0CC4" w:rsidRDefault="00DC7196" w:rsidP="00DC7196">
            <w:pPr>
              <w:pStyle w:val="TAL"/>
            </w:pPr>
            <w:r w:rsidRPr="001C0CC4">
              <w:t xml:space="preserve">  For Slots 0,1,3,4,8,9</w:t>
            </w:r>
          </w:p>
        </w:tc>
        <w:tc>
          <w:tcPr>
            <w:tcW w:w="1093" w:type="dxa"/>
            <w:vAlign w:val="center"/>
          </w:tcPr>
          <w:p w14:paraId="2E7E0E8F" w14:textId="77777777" w:rsidR="00DC7196" w:rsidRPr="001C0CC4" w:rsidRDefault="00DC7196" w:rsidP="00DC7196">
            <w:pPr>
              <w:pStyle w:val="TAC"/>
            </w:pPr>
            <w:r w:rsidRPr="001C0CC4">
              <w:t>Bits</w:t>
            </w:r>
          </w:p>
        </w:tc>
        <w:tc>
          <w:tcPr>
            <w:tcW w:w="717" w:type="dxa"/>
            <w:vAlign w:val="center"/>
          </w:tcPr>
          <w:p w14:paraId="35015519" w14:textId="77777777" w:rsidR="00DC7196" w:rsidRPr="001C0CC4" w:rsidRDefault="00DC7196" w:rsidP="00DC7196">
            <w:pPr>
              <w:pStyle w:val="TAC"/>
            </w:pPr>
            <w:r w:rsidRPr="001C0CC4">
              <w:t>N/A</w:t>
            </w:r>
          </w:p>
        </w:tc>
        <w:tc>
          <w:tcPr>
            <w:tcW w:w="717" w:type="dxa"/>
            <w:vAlign w:val="center"/>
          </w:tcPr>
          <w:p w14:paraId="0F2A6F0F" w14:textId="77777777" w:rsidR="00DC7196" w:rsidRPr="001C0CC4" w:rsidRDefault="00DC7196" w:rsidP="00DC7196">
            <w:pPr>
              <w:pStyle w:val="TAC"/>
            </w:pPr>
            <w:r w:rsidRPr="001C0CC4">
              <w:t>N/A</w:t>
            </w:r>
          </w:p>
        </w:tc>
        <w:tc>
          <w:tcPr>
            <w:tcW w:w="717" w:type="dxa"/>
            <w:vAlign w:val="center"/>
          </w:tcPr>
          <w:p w14:paraId="69F35728" w14:textId="77777777" w:rsidR="00DC7196" w:rsidRPr="001C0CC4" w:rsidRDefault="00DC7196" w:rsidP="00DC7196">
            <w:pPr>
              <w:pStyle w:val="TAC"/>
            </w:pPr>
            <w:r w:rsidRPr="001C0CC4">
              <w:t>N/A</w:t>
            </w:r>
          </w:p>
        </w:tc>
        <w:tc>
          <w:tcPr>
            <w:tcW w:w="717" w:type="dxa"/>
            <w:vAlign w:val="center"/>
          </w:tcPr>
          <w:p w14:paraId="37638907" w14:textId="77777777" w:rsidR="00DC7196" w:rsidRPr="001C0CC4" w:rsidRDefault="00DC7196" w:rsidP="00DC7196">
            <w:pPr>
              <w:pStyle w:val="TAC"/>
            </w:pPr>
            <w:r w:rsidRPr="001C0CC4">
              <w:t>N/A</w:t>
            </w:r>
          </w:p>
        </w:tc>
        <w:tc>
          <w:tcPr>
            <w:tcW w:w="717" w:type="dxa"/>
            <w:vAlign w:val="center"/>
          </w:tcPr>
          <w:p w14:paraId="008C8FD0" w14:textId="77777777" w:rsidR="00DC7196" w:rsidRPr="001C0CC4" w:rsidRDefault="00DC7196" w:rsidP="00DC7196">
            <w:pPr>
              <w:pStyle w:val="TAC"/>
            </w:pPr>
            <w:r w:rsidRPr="001C0CC4">
              <w:t>N/A</w:t>
            </w:r>
          </w:p>
        </w:tc>
        <w:tc>
          <w:tcPr>
            <w:tcW w:w="717" w:type="dxa"/>
            <w:vAlign w:val="center"/>
          </w:tcPr>
          <w:p w14:paraId="2B75CFDE" w14:textId="77777777" w:rsidR="00DC7196" w:rsidRPr="001C0CC4" w:rsidRDefault="00DC7196" w:rsidP="00DC7196">
            <w:pPr>
              <w:pStyle w:val="TAC"/>
            </w:pPr>
            <w:r w:rsidRPr="001C0CC4">
              <w:t>N/A</w:t>
            </w:r>
          </w:p>
        </w:tc>
        <w:tc>
          <w:tcPr>
            <w:tcW w:w="717" w:type="dxa"/>
            <w:vAlign w:val="center"/>
          </w:tcPr>
          <w:p w14:paraId="61B43F0E" w14:textId="77777777" w:rsidR="00DC7196" w:rsidRPr="001C0CC4" w:rsidRDefault="00DC7196" w:rsidP="00DC7196">
            <w:pPr>
              <w:pStyle w:val="TAC"/>
            </w:pPr>
            <w:r w:rsidRPr="001C0CC4">
              <w:t>N/A</w:t>
            </w:r>
          </w:p>
        </w:tc>
        <w:tc>
          <w:tcPr>
            <w:tcW w:w="717" w:type="dxa"/>
            <w:vAlign w:val="center"/>
          </w:tcPr>
          <w:p w14:paraId="5AE3E565" w14:textId="77777777" w:rsidR="00DC7196" w:rsidRPr="001C0CC4" w:rsidRDefault="00DC7196" w:rsidP="00DC7196">
            <w:pPr>
              <w:pStyle w:val="TAC"/>
            </w:pPr>
            <w:r w:rsidRPr="001C0CC4">
              <w:t>N/A</w:t>
            </w:r>
          </w:p>
        </w:tc>
      </w:tr>
      <w:tr w:rsidR="00DC7196" w:rsidRPr="001C0CC4" w14:paraId="3BDAE4AB" w14:textId="77777777" w:rsidTr="00E51EAF">
        <w:trPr>
          <w:jc w:val="center"/>
        </w:trPr>
        <w:tc>
          <w:tcPr>
            <w:tcW w:w="3690" w:type="dxa"/>
            <w:vAlign w:val="center"/>
          </w:tcPr>
          <w:p w14:paraId="18457772" w14:textId="77777777" w:rsidR="00DC7196" w:rsidRPr="001C0CC4" w:rsidRDefault="00DC7196" w:rsidP="00DC7196">
            <w:pPr>
              <w:pStyle w:val="TAL"/>
            </w:pPr>
            <w:r w:rsidRPr="001C0CC4">
              <w:t xml:space="preserve">  For Slots 2,5,6,7</w:t>
            </w:r>
          </w:p>
        </w:tc>
        <w:tc>
          <w:tcPr>
            <w:tcW w:w="1093" w:type="dxa"/>
            <w:vAlign w:val="center"/>
          </w:tcPr>
          <w:p w14:paraId="3C040E3B" w14:textId="77777777" w:rsidR="00DC7196" w:rsidRPr="001C0CC4" w:rsidRDefault="00DC7196" w:rsidP="00DC7196">
            <w:pPr>
              <w:pStyle w:val="TAC"/>
            </w:pPr>
            <w:r w:rsidRPr="001C0CC4">
              <w:t>Bits</w:t>
            </w:r>
          </w:p>
        </w:tc>
        <w:tc>
          <w:tcPr>
            <w:tcW w:w="717" w:type="dxa"/>
            <w:vAlign w:val="center"/>
          </w:tcPr>
          <w:p w14:paraId="02A2C1A8" w14:textId="77777777" w:rsidR="00DC7196" w:rsidRPr="001C0CC4" w:rsidRDefault="00DC7196" w:rsidP="00DC7196">
            <w:pPr>
              <w:pStyle w:val="TAC"/>
            </w:pPr>
            <w:r w:rsidRPr="001C0CC4">
              <w:t>21600</w:t>
            </w:r>
          </w:p>
        </w:tc>
        <w:tc>
          <w:tcPr>
            <w:tcW w:w="717" w:type="dxa"/>
            <w:vAlign w:val="center"/>
          </w:tcPr>
          <w:p w14:paraId="38EC03CD" w14:textId="77777777" w:rsidR="00DC7196" w:rsidRPr="001C0CC4" w:rsidRDefault="00DC7196" w:rsidP="00DC7196">
            <w:pPr>
              <w:pStyle w:val="TAC"/>
            </w:pPr>
            <w:r w:rsidRPr="001C0CC4">
              <w:t>44928</w:t>
            </w:r>
          </w:p>
        </w:tc>
        <w:tc>
          <w:tcPr>
            <w:tcW w:w="717" w:type="dxa"/>
            <w:vAlign w:val="center"/>
          </w:tcPr>
          <w:p w14:paraId="515AAB09" w14:textId="77777777" w:rsidR="00DC7196" w:rsidRPr="001C0CC4" w:rsidRDefault="00DC7196" w:rsidP="00DC7196">
            <w:pPr>
              <w:pStyle w:val="TAC"/>
            </w:pPr>
            <w:r w:rsidRPr="001C0CC4">
              <w:t>68256</w:t>
            </w:r>
          </w:p>
        </w:tc>
        <w:tc>
          <w:tcPr>
            <w:tcW w:w="717" w:type="dxa"/>
            <w:vAlign w:val="center"/>
          </w:tcPr>
          <w:p w14:paraId="1E6067C4" w14:textId="77777777" w:rsidR="00DC7196" w:rsidRPr="001C0CC4" w:rsidRDefault="00DC7196" w:rsidP="00DC7196">
            <w:pPr>
              <w:pStyle w:val="TAC"/>
            </w:pPr>
            <w:r w:rsidRPr="001C0CC4">
              <w:t>91584</w:t>
            </w:r>
          </w:p>
        </w:tc>
        <w:tc>
          <w:tcPr>
            <w:tcW w:w="717" w:type="dxa"/>
            <w:vAlign w:val="center"/>
          </w:tcPr>
          <w:p w14:paraId="73798877" w14:textId="77777777" w:rsidR="00DC7196" w:rsidRPr="001C0CC4" w:rsidRDefault="00DC7196" w:rsidP="00DC7196">
            <w:pPr>
              <w:pStyle w:val="TAC"/>
            </w:pPr>
            <w:r w:rsidRPr="001C0CC4">
              <w:t>114912</w:t>
            </w:r>
          </w:p>
        </w:tc>
        <w:tc>
          <w:tcPr>
            <w:tcW w:w="717" w:type="dxa"/>
            <w:vAlign w:val="center"/>
          </w:tcPr>
          <w:p w14:paraId="18753B43" w14:textId="77777777" w:rsidR="00DC7196" w:rsidRPr="001C0CC4" w:rsidRDefault="00DC7196" w:rsidP="00DC7196">
            <w:pPr>
              <w:pStyle w:val="TAC"/>
            </w:pPr>
            <w:r w:rsidRPr="001C0CC4">
              <w:t>138240</w:t>
            </w:r>
          </w:p>
        </w:tc>
        <w:tc>
          <w:tcPr>
            <w:tcW w:w="717" w:type="dxa"/>
            <w:vAlign w:val="center"/>
          </w:tcPr>
          <w:p w14:paraId="646F40E5" w14:textId="77777777" w:rsidR="00DC7196" w:rsidRPr="001C0CC4" w:rsidRDefault="00DC7196" w:rsidP="00DC7196">
            <w:pPr>
              <w:pStyle w:val="TAC"/>
            </w:pPr>
            <w:r w:rsidRPr="001C0CC4">
              <w:t>186624</w:t>
            </w:r>
          </w:p>
        </w:tc>
        <w:tc>
          <w:tcPr>
            <w:tcW w:w="717" w:type="dxa"/>
            <w:vAlign w:val="center"/>
          </w:tcPr>
          <w:p w14:paraId="1B197CF1" w14:textId="77777777" w:rsidR="00DC7196" w:rsidRPr="001C0CC4" w:rsidRDefault="00DC7196" w:rsidP="00DC7196">
            <w:pPr>
              <w:pStyle w:val="TAC"/>
            </w:pPr>
            <w:r w:rsidRPr="001C0CC4">
              <w:t>233280</w:t>
            </w:r>
          </w:p>
        </w:tc>
      </w:tr>
      <w:tr w:rsidR="00DC7196" w:rsidRPr="001C0CC4" w14:paraId="2FD9C0CD" w14:textId="77777777" w:rsidTr="00E51EAF">
        <w:trPr>
          <w:trHeight w:val="70"/>
          <w:jc w:val="center"/>
        </w:trPr>
        <w:tc>
          <w:tcPr>
            <w:tcW w:w="3690" w:type="dxa"/>
            <w:vAlign w:val="center"/>
          </w:tcPr>
          <w:p w14:paraId="57835A06" w14:textId="77777777" w:rsidR="00DC7196" w:rsidRPr="001C0CC4" w:rsidRDefault="00DC7196" w:rsidP="00DC7196">
            <w:pPr>
              <w:pStyle w:val="TAL"/>
            </w:pPr>
            <w:r w:rsidRPr="001C0CC4">
              <w:t>Max. Throughput averaged over 1 frame</w:t>
            </w:r>
          </w:p>
        </w:tc>
        <w:tc>
          <w:tcPr>
            <w:tcW w:w="1093" w:type="dxa"/>
            <w:vAlign w:val="center"/>
          </w:tcPr>
          <w:p w14:paraId="65217337" w14:textId="77777777" w:rsidR="00DC7196" w:rsidRPr="001C0CC4" w:rsidRDefault="00DC7196" w:rsidP="00DC7196">
            <w:pPr>
              <w:pStyle w:val="TAC"/>
            </w:pPr>
            <w:r w:rsidRPr="001C0CC4">
              <w:t>Mbps</w:t>
            </w:r>
          </w:p>
        </w:tc>
        <w:tc>
          <w:tcPr>
            <w:tcW w:w="717" w:type="dxa"/>
            <w:vAlign w:val="center"/>
          </w:tcPr>
          <w:p w14:paraId="4F4DF96B" w14:textId="77777777" w:rsidR="00DC7196" w:rsidRPr="001C0CC4" w:rsidRDefault="00DC7196" w:rsidP="00DC7196">
            <w:pPr>
              <w:pStyle w:val="TAC"/>
            </w:pPr>
            <w:r w:rsidRPr="001C0CC4">
              <w:t>6.758</w:t>
            </w:r>
          </w:p>
        </w:tc>
        <w:tc>
          <w:tcPr>
            <w:tcW w:w="717" w:type="dxa"/>
            <w:vAlign w:val="center"/>
          </w:tcPr>
          <w:p w14:paraId="7D66620C" w14:textId="77777777" w:rsidR="00DC7196" w:rsidRPr="001C0CC4" w:rsidRDefault="00DC7196" w:rsidP="00DC7196">
            <w:pPr>
              <w:pStyle w:val="TAC"/>
            </w:pPr>
            <w:r w:rsidRPr="001C0CC4">
              <w:t>13.926</w:t>
            </w:r>
          </w:p>
        </w:tc>
        <w:tc>
          <w:tcPr>
            <w:tcW w:w="717" w:type="dxa"/>
            <w:vAlign w:val="center"/>
          </w:tcPr>
          <w:p w14:paraId="5BCC60F1" w14:textId="77777777" w:rsidR="00DC7196" w:rsidRPr="001C0CC4" w:rsidRDefault="00DC7196" w:rsidP="00DC7196">
            <w:pPr>
              <w:pStyle w:val="TAC"/>
            </w:pPr>
            <w:r w:rsidRPr="001C0CC4">
              <w:t>21.315</w:t>
            </w:r>
          </w:p>
        </w:tc>
        <w:tc>
          <w:tcPr>
            <w:tcW w:w="717" w:type="dxa"/>
            <w:vAlign w:val="center"/>
          </w:tcPr>
          <w:p w14:paraId="4AAFDDAF" w14:textId="77777777" w:rsidR="00DC7196" w:rsidRPr="001C0CC4" w:rsidRDefault="00DC7196" w:rsidP="00DC7196">
            <w:pPr>
              <w:pStyle w:val="TAC"/>
            </w:pPr>
            <w:r w:rsidRPr="001C0CC4">
              <w:t>28.675</w:t>
            </w:r>
          </w:p>
        </w:tc>
        <w:tc>
          <w:tcPr>
            <w:tcW w:w="717" w:type="dxa"/>
            <w:vAlign w:val="center"/>
          </w:tcPr>
          <w:p w14:paraId="57D85E23" w14:textId="77777777" w:rsidR="00DC7196" w:rsidRPr="001C0CC4" w:rsidRDefault="00DC7196" w:rsidP="00DC7196">
            <w:pPr>
              <w:pStyle w:val="TAC"/>
            </w:pPr>
            <w:r w:rsidRPr="001C0CC4">
              <w:t>36.070</w:t>
            </w:r>
          </w:p>
        </w:tc>
        <w:tc>
          <w:tcPr>
            <w:tcW w:w="717" w:type="dxa"/>
            <w:vAlign w:val="center"/>
          </w:tcPr>
          <w:p w14:paraId="22A03D35" w14:textId="77777777" w:rsidR="00DC7196" w:rsidRPr="001C0CC4" w:rsidRDefault="00DC7196" w:rsidP="00DC7196">
            <w:pPr>
              <w:pStyle w:val="TAC"/>
            </w:pPr>
            <w:r w:rsidRPr="001C0CC4">
              <w:t>43.421</w:t>
            </w:r>
          </w:p>
        </w:tc>
        <w:tc>
          <w:tcPr>
            <w:tcW w:w="717" w:type="dxa"/>
            <w:vAlign w:val="center"/>
          </w:tcPr>
          <w:p w14:paraId="7858E195" w14:textId="77777777" w:rsidR="00DC7196" w:rsidRPr="001C0CC4" w:rsidRDefault="00DC7196" w:rsidP="00DC7196">
            <w:pPr>
              <w:pStyle w:val="TAC"/>
            </w:pPr>
            <w:r w:rsidRPr="001C0CC4">
              <w:t>57.360</w:t>
            </w:r>
          </w:p>
        </w:tc>
        <w:tc>
          <w:tcPr>
            <w:tcW w:w="717" w:type="dxa"/>
            <w:vAlign w:val="center"/>
          </w:tcPr>
          <w:p w14:paraId="04D30E57" w14:textId="77777777" w:rsidR="00DC7196" w:rsidRPr="001C0CC4" w:rsidRDefault="00DC7196" w:rsidP="00DC7196">
            <w:pPr>
              <w:pStyle w:val="TAC"/>
            </w:pPr>
            <w:r w:rsidRPr="001C0CC4">
              <w:t>72.150</w:t>
            </w:r>
          </w:p>
        </w:tc>
      </w:tr>
      <w:tr w:rsidR="00DC7196" w:rsidRPr="001C0CC4" w14:paraId="6CD61D46" w14:textId="77777777" w:rsidTr="00E51EAF">
        <w:trPr>
          <w:trHeight w:val="70"/>
          <w:jc w:val="center"/>
        </w:trPr>
        <w:tc>
          <w:tcPr>
            <w:tcW w:w="10519" w:type="dxa"/>
            <w:gridSpan w:val="10"/>
          </w:tcPr>
          <w:p w14:paraId="4FC63DDB"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033FDC0B"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43E95189" w14:textId="77777777" w:rsidR="00DC7196" w:rsidRPr="001C0CC4" w:rsidRDefault="00DC7196" w:rsidP="00DC7196">
            <w:pPr>
              <w:keepNext/>
              <w:keepLines/>
              <w:spacing w:after="0"/>
              <w:ind w:left="851" w:hanging="851"/>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68E9CFCF" w14:textId="77777777" w:rsidR="00DC7196" w:rsidRPr="001C0CC4" w:rsidRDefault="00DC7196" w:rsidP="00DC7196">
            <w:pPr>
              <w:keepNext/>
              <w:keepLines/>
              <w:spacing w:after="0"/>
              <w:ind w:left="851" w:hanging="851"/>
              <w:rPr>
                <w:rFonts w:ascii="Arial" w:hAnsi="Arial" w:cs="Arial"/>
                <w:sz w:val="16"/>
                <w:szCs w:val="16"/>
                <w:lang w:val="en-US"/>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6D2E07E7" w14:textId="77777777" w:rsidR="00DC7196" w:rsidRPr="001C0CC4" w:rsidRDefault="00DC7196" w:rsidP="00DC7196">
      <w:pPr>
        <w:rPr>
          <w:lang w:eastAsia="zh-CN"/>
        </w:rPr>
      </w:pPr>
    </w:p>
    <w:p w14:paraId="19F22454" w14:textId="77777777" w:rsidR="00DC7196" w:rsidRPr="001C0CC4" w:rsidRDefault="00DC7196" w:rsidP="00DC7196">
      <w:pPr>
        <w:rPr>
          <w:lang w:eastAsia="zh-CN"/>
        </w:rPr>
        <w:sectPr w:rsidR="00DC7196" w:rsidRPr="001C0CC4" w:rsidSect="00D66CF7">
          <w:footnotePr>
            <w:numRestart w:val="eachSect"/>
          </w:footnotePr>
          <w:pgSz w:w="11907" w:h="16840" w:code="9"/>
          <w:pgMar w:top="1411" w:right="1138" w:bottom="1138" w:left="1138" w:header="677" w:footer="562" w:gutter="0"/>
          <w:cols w:space="720"/>
          <w:docGrid w:linePitch="272"/>
        </w:sectPr>
      </w:pPr>
    </w:p>
    <w:p w14:paraId="79686448" w14:textId="77777777" w:rsidR="00DC7196" w:rsidRPr="001C0CC4" w:rsidRDefault="00DC7196" w:rsidP="00DC7196">
      <w:pPr>
        <w:pStyle w:val="TH"/>
      </w:pPr>
      <w:r w:rsidRPr="001C0CC4">
        <w:t>Table A.3.3.4-2 Fixed Reference channel for maximum input level receiver requirements (SCS 30 kHz, TDD, 256QAM)</w:t>
      </w:r>
    </w:p>
    <w:tbl>
      <w:tblPr>
        <w:tblW w:w="14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2855"/>
        <w:gridCol w:w="1093"/>
        <w:gridCol w:w="835"/>
        <w:gridCol w:w="835"/>
        <w:gridCol w:w="835"/>
        <w:gridCol w:w="835"/>
        <w:gridCol w:w="835"/>
        <w:gridCol w:w="835"/>
        <w:gridCol w:w="835"/>
        <w:gridCol w:w="835"/>
        <w:gridCol w:w="835"/>
        <w:gridCol w:w="835"/>
        <w:gridCol w:w="835"/>
        <w:gridCol w:w="835"/>
      </w:tblGrid>
      <w:tr w:rsidR="002E7826" w:rsidRPr="001C0CC4" w14:paraId="546DBBFE" w14:textId="77777777" w:rsidTr="002E7826">
        <w:trPr>
          <w:jc w:val="center"/>
        </w:trPr>
        <w:tc>
          <w:tcPr>
            <w:tcW w:w="3690" w:type="dxa"/>
            <w:gridSpan w:val="2"/>
          </w:tcPr>
          <w:p w14:paraId="34DC2015" w14:textId="77777777"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Parameter</w:t>
            </w:r>
          </w:p>
        </w:tc>
        <w:tc>
          <w:tcPr>
            <w:tcW w:w="1093" w:type="dxa"/>
          </w:tcPr>
          <w:p w14:paraId="7BC79E44" w14:textId="77777777"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Unit</w:t>
            </w:r>
          </w:p>
        </w:tc>
        <w:tc>
          <w:tcPr>
            <w:tcW w:w="835" w:type="dxa"/>
          </w:tcPr>
          <w:p w14:paraId="7BFAE3E9" w14:textId="77777777" w:rsidR="002E7826" w:rsidRPr="001C0CC4" w:rsidRDefault="002E7826" w:rsidP="00DC7196">
            <w:pPr>
              <w:keepNext/>
              <w:keepLines/>
              <w:spacing w:after="0"/>
              <w:jc w:val="center"/>
              <w:rPr>
                <w:rFonts w:ascii="Arial" w:hAnsi="Arial" w:cs="Arial"/>
                <w:b/>
                <w:sz w:val="18"/>
              </w:rPr>
            </w:pPr>
          </w:p>
        </w:tc>
        <w:tc>
          <w:tcPr>
            <w:tcW w:w="9185" w:type="dxa"/>
            <w:gridSpan w:val="11"/>
          </w:tcPr>
          <w:p w14:paraId="340F9256" w14:textId="3153EEBF"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Value</w:t>
            </w:r>
          </w:p>
        </w:tc>
      </w:tr>
      <w:tr w:rsidR="002E7826" w:rsidRPr="001C0CC4" w14:paraId="18F643A2" w14:textId="77777777" w:rsidTr="001C738A">
        <w:trPr>
          <w:trHeight w:val="148"/>
          <w:jc w:val="center"/>
        </w:trPr>
        <w:tc>
          <w:tcPr>
            <w:tcW w:w="3690" w:type="dxa"/>
            <w:gridSpan w:val="2"/>
          </w:tcPr>
          <w:p w14:paraId="10D1D572" w14:textId="77777777" w:rsidR="002E7826" w:rsidRPr="001C0CC4" w:rsidRDefault="002E7826" w:rsidP="002E7826">
            <w:pPr>
              <w:pStyle w:val="TAH"/>
              <w:rPr>
                <w:rFonts w:eastAsia="SimSun"/>
              </w:rPr>
            </w:pPr>
            <w:r w:rsidRPr="001C0CC4">
              <w:rPr>
                <w:rFonts w:eastAsia="SimSun"/>
              </w:rPr>
              <w:t>Channel bandwidth</w:t>
            </w:r>
          </w:p>
        </w:tc>
        <w:tc>
          <w:tcPr>
            <w:tcW w:w="1093" w:type="dxa"/>
            <w:vAlign w:val="center"/>
          </w:tcPr>
          <w:p w14:paraId="5CF6258B" w14:textId="77777777" w:rsidR="002E7826" w:rsidRPr="001C0CC4" w:rsidRDefault="002E7826" w:rsidP="002E7826">
            <w:pPr>
              <w:pStyle w:val="TAH"/>
            </w:pPr>
            <w:r w:rsidRPr="001C0CC4">
              <w:t>MHz</w:t>
            </w:r>
          </w:p>
        </w:tc>
        <w:tc>
          <w:tcPr>
            <w:tcW w:w="835" w:type="dxa"/>
            <w:vAlign w:val="center"/>
          </w:tcPr>
          <w:p w14:paraId="6A0B2900" w14:textId="77777777" w:rsidR="002E7826" w:rsidRPr="001C0CC4" w:rsidRDefault="002E7826" w:rsidP="002E7826">
            <w:pPr>
              <w:pStyle w:val="TAH"/>
            </w:pPr>
            <w:r w:rsidRPr="001C0CC4">
              <w:t>5</w:t>
            </w:r>
          </w:p>
        </w:tc>
        <w:tc>
          <w:tcPr>
            <w:tcW w:w="835" w:type="dxa"/>
            <w:vAlign w:val="center"/>
          </w:tcPr>
          <w:p w14:paraId="4930C73B" w14:textId="77777777" w:rsidR="002E7826" w:rsidRPr="001C0CC4" w:rsidRDefault="002E7826" w:rsidP="002E7826">
            <w:pPr>
              <w:pStyle w:val="TAH"/>
            </w:pPr>
            <w:r w:rsidRPr="001C0CC4">
              <w:t>10</w:t>
            </w:r>
          </w:p>
        </w:tc>
        <w:tc>
          <w:tcPr>
            <w:tcW w:w="835" w:type="dxa"/>
            <w:vAlign w:val="center"/>
          </w:tcPr>
          <w:p w14:paraId="6F58014A" w14:textId="77777777" w:rsidR="002E7826" w:rsidRPr="001C0CC4" w:rsidRDefault="002E7826" w:rsidP="002E7826">
            <w:pPr>
              <w:pStyle w:val="TAH"/>
            </w:pPr>
            <w:r w:rsidRPr="001C0CC4">
              <w:t>15</w:t>
            </w:r>
          </w:p>
        </w:tc>
        <w:tc>
          <w:tcPr>
            <w:tcW w:w="835" w:type="dxa"/>
            <w:vAlign w:val="center"/>
          </w:tcPr>
          <w:p w14:paraId="1E367270" w14:textId="77777777" w:rsidR="002E7826" w:rsidRPr="001C0CC4" w:rsidRDefault="002E7826" w:rsidP="002E7826">
            <w:pPr>
              <w:pStyle w:val="TAH"/>
            </w:pPr>
            <w:r w:rsidRPr="001C0CC4">
              <w:t>20</w:t>
            </w:r>
          </w:p>
        </w:tc>
        <w:tc>
          <w:tcPr>
            <w:tcW w:w="835" w:type="dxa"/>
            <w:vAlign w:val="center"/>
          </w:tcPr>
          <w:p w14:paraId="29D10496" w14:textId="77777777" w:rsidR="002E7826" w:rsidRPr="001C0CC4" w:rsidRDefault="002E7826" w:rsidP="002E7826">
            <w:pPr>
              <w:pStyle w:val="TAH"/>
            </w:pPr>
            <w:r w:rsidRPr="001C0CC4">
              <w:t>25</w:t>
            </w:r>
          </w:p>
        </w:tc>
        <w:tc>
          <w:tcPr>
            <w:tcW w:w="835" w:type="dxa"/>
            <w:vAlign w:val="center"/>
          </w:tcPr>
          <w:p w14:paraId="52A9B66C" w14:textId="77777777" w:rsidR="002E7826" w:rsidRPr="001C0CC4" w:rsidRDefault="002E7826" w:rsidP="002E7826">
            <w:pPr>
              <w:pStyle w:val="TAH"/>
            </w:pPr>
            <w:r w:rsidRPr="001C0CC4">
              <w:t>30</w:t>
            </w:r>
          </w:p>
        </w:tc>
        <w:tc>
          <w:tcPr>
            <w:tcW w:w="835" w:type="dxa"/>
            <w:vAlign w:val="center"/>
          </w:tcPr>
          <w:p w14:paraId="53C83575" w14:textId="77777777" w:rsidR="002E7826" w:rsidRPr="001C0CC4" w:rsidRDefault="002E7826" w:rsidP="002E7826">
            <w:pPr>
              <w:pStyle w:val="TAH"/>
            </w:pPr>
            <w:r w:rsidRPr="001C0CC4">
              <w:t>40</w:t>
            </w:r>
          </w:p>
        </w:tc>
        <w:tc>
          <w:tcPr>
            <w:tcW w:w="835" w:type="dxa"/>
            <w:vAlign w:val="center"/>
          </w:tcPr>
          <w:p w14:paraId="42B7BCBE" w14:textId="77777777" w:rsidR="002E7826" w:rsidRPr="001C0CC4" w:rsidRDefault="002E7826" w:rsidP="002E7826">
            <w:pPr>
              <w:pStyle w:val="TAH"/>
            </w:pPr>
            <w:r w:rsidRPr="001C0CC4">
              <w:t>50</w:t>
            </w:r>
          </w:p>
        </w:tc>
        <w:tc>
          <w:tcPr>
            <w:tcW w:w="835" w:type="dxa"/>
            <w:vAlign w:val="center"/>
          </w:tcPr>
          <w:p w14:paraId="1DD0ACCD" w14:textId="77777777" w:rsidR="002E7826" w:rsidRPr="001C0CC4" w:rsidRDefault="002E7826" w:rsidP="002E7826">
            <w:pPr>
              <w:pStyle w:val="TAH"/>
            </w:pPr>
            <w:r w:rsidRPr="001C0CC4">
              <w:t>60</w:t>
            </w:r>
          </w:p>
        </w:tc>
        <w:tc>
          <w:tcPr>
            <w:tcW w:w="835" w:type="dxa"/>
            <w:vAlign w:val="center"/>
          </w:tcPr>
          <w:p w14:paraId="06A83660" w14:textId="63416D0E" w:rsidR="002E7826" w:rsidRPr="001C0CC4" w:rsidRDefault="002E7826" w:rsidP="002E7826">
            <w:pPr>
              <w:pStyle w:val="TAH"/>
            </w:pPr>
            <w:r>
              <w:t>70</w:t>
            </w:r>
          </w:p>
        </w:tc>
        <w:tc>
          <w:tcPr>
            <w:tcW w:w="835" w:type="dxa"/>
            <w:vAlign w:val="center"/>
          </w:tcPr>
          <w:p w14:paraId="6981FDE6" w14:textId="63066046" w:rsidR="002E7826" w:rsidRPr="001C0CC4" w:rsidRDefault="002E7826" w:rsidP="002E7826">
            <w:pPr>
              <w:pStyle w:val="TAH"/>
            </w:pPr>
            <w:r w:rsidRPr="001C0CC4">
              <w:t>80</w:t>
            </w:r>
          </w:p>
        </w:tc>
        <w:tc>
          <w:tcPr>
            <w:tcW w:w="835" w:type="dxa"/>
            <w:vAlign w:val="center"/>
          </w:tcPr>
          <w:p w14:paraId="3AF6610F" w14:textId="77777777" w:rsidR="002E7826" w:rsidRPr="001C0CC4" w:rsidRDefault="002E7826" w:rsidP="002E7826">
            <w:pPr>
              <w:pStyle w:val="TAH"/>
            </w:pPr>
            <w:r w:rsidRPr="001C0CC4">
              <w:t>100</w:t>
            </w:r>
          </w:p>
        </w:tc>
      </w:tr>
      <w:tr w:rsidR="002E7826" w:rsidRPr="001C0CC4" w14:paraId="6F504719" w14:textId="77777777" w:rsidTr="002E7826">
        <w:trPr>
          <w:jc w:val="center"/>
        </w:trPr>
        <w:tc>
          <w:tcPr>
            <w:tcW w:w="3690" w:type="dxa"/>
            <w:gridSpan w:val="2"/>
          </w:tcPr>
          <w:p w14:paraId="3A8D66C2" w14:textId="77777777" w:rsidR="002E7826" w:rsidRPr="001C0CC4" w:rsidRDefault="002E7826" w:rsidP="002E7826">
            <w:pPr>
              <w:pStyle w:val="TAL"/>
              <w:rPr>
                <w:rFonts w:eastAsia="SimSun"/>
              </w:rPr>
            </w:pPr>
            <w:r w:rsidRPr="001C0CC4">
              <w:rPr>
                <w:rFonts w:eastAsia="SimSun"/>
              </w:rPr>
              <w:t xml:space="preserve">Subcarrier spacing configuration </w:t>
            </w:r>
            <w:r w:rsidRPr="001C0CC4">
              <w:rPr>
                <w:rFonts w:eastAsia="SimSun"/>
              </w:rPr>
              <w:object w:dxaOrig="220" w:dyaOrig="240" w14:anchorId="5740AF03">
                <v:shape id="_x0000_i1037" type="#_x0000_t75" style="width:17.35pt;height:19.45pt" o:ole="">
                  <v:imagedata r:id="rId11" o:title=""/>
                </v:shape>
                <o:OLEObject Type="Embed" ProgID="Equation.3" ShapeID="_x0000_i1037" DrawAspect="Content" ObjectID="_1734986604" r:id="rId31"/>
              </w:object>
            </w:r>
          </w:p>
        </w:tc>
        <w:tc>
          <w:tcPr>
            <w:tcW w:w="1093" w:type="dxa"/>
          </w:tcPr>
          <w:p w14:paraId="3D23F54E" w14:textId="77777777" w:rsidR="002E7826" w:rsidRPr="001C0CC4" w:rsidRDefault="002E7826" w:rsidP="002E7826">
            <w:pPr>
              <w:pStyle w:val="TAC"/>
            </w:pPr>
          </w:p>
        </w:tc>
        <w:tc>
          <w:tcPr>
            <w:tcW w:w="835" w:type="dxa"/>
          </w:tcPr>
          <w:p w14:paraId="2786846F" w14:textId="77777777" w:rsidR="002E7826" w:rsidRPr="001C0CC4" w:rsidRDefault="002E7826" w:rsidP="002E7826">
            <w:pPr>
              <w:pStyle w:val="TAC"/>
            </w:pPr>
            <w:r w:rsidRPr="001C0CC4">
              <w:t>1</w:t>
            </w:r>
          </w:p>
        </w:tc>
        <w:tc>
          <w:tcPr>
            <w:tcW w:w="835" w:type="dxa"/>
          </w:tcPr>
          <w:p w14:paraId="6E935AA8" w14:textId="77777777" w:rsidR="002E7826" w:rsidRPr="001C0CC4" w:rsidRDefault="002E7826" w:rsidP="002E7826">
            <w:pPr>
              <w:pStyle w:val="TAC"/>
            </w:pPr>
            <w:r w:rsidRPr="001C0CC4">
              <w:t>1</w:t>
            </w:r>
          </w:p>
        </w:tc>
        <w:tc>
          <w:tcPr>
            <w:tcW w:w="835" w:type="dxa"/>
          </w:tcPr>
          <w:p w14:paraId="2609D20C" w14:textId="77777777" w:rsidR="002E7826" w:rsidRPr="001C0CC4" w:rsidRDefault="002E7826" w:rsidP="002E7826">
            <w:pPr>
              <w:pStyle w:val="TAC"/>
            </w:pPr>
            <w:r w:rsidRPr="001C0CC4">
              <w:t>1</w:t>
            </w:r>
          </w:p>
        </w:tc>
        <w:tc>
          <w:tcPr>
            <w:tcW w:w="835" w:type="dxa"/>
          </w:tcPr>
          <w:p w14:paraId="61CBE94E" w14:textId="77777777" w:rsidR="002E7826" w:rsidRPr="001C0CC4" w:rsidRDefault="002E7826" w:rsidP="002E7826">
            <w:pPr>
              <w:pStyle w:val="TAC"/>
            </w:pPr>
            <w:r w:rsidRPr="001C0CC4">
              <w:t>1</w:t>
            </w:r>
          </w:p>
        </w:tc>
        <w:tc>
          <w:tcPr>
            <w:tcW w:w="835" w:type="dxa"/>
          </w:tcPr>
          <w:p w14:paraId="66C23218" w14:textId="77777777" w:rsidR="002E7826" w:rsidRPr="001C0CC4" w:rsidRDefault="002E7826" w:rsidP="002E7826">
            <w:pPr>
              <w:pStyle w:val="TAC"/>
            </w:pPr>
            <w:r w:rsidRPr="001C0CC4">
              <w:t>1</w:t>
            </w:r>
          </w:p>
        </w:tc>
        <w:tc>
          <w:tcPr>
            <w:tcW w:w="835" w:type="dxa"/>
          </w:tcPr>
          <w:p w14:paraId="4308BDFA" w14:textId="77777777" w:rsidR="002E7826" w:rsidRPr="001C0CC4" w:rsidRDefault="002E7826" w:rsidP="002E7826">
            <w:pPr>
              <w:pStyle w:val="TAC"/>
            </w:pPr>
            <w:r w:rsidRPr="001C0CC4">
              <w:t>1</w:t>
            </w:r>
          </w:p>
        </w:tc>
        <w:tc>
          <w:tcPr>
            <w:tcW w:w="835" w:type="dxa"/>
          </w:tcPr>
          <w:p w14:paraId="416CF1F1" w14:textId="77777777" w:rsidR="002E7826" w:rsidRPr="001C0CC4" w:rsidRDefault="002E7826" w:rsidP="002E7826">
            <w:pPr>
              <w:pStyle w:val="TAC"/>
            </w:pPr>
            <w:r w:rsidRPr="001C0CC4">
              <w:t>1</w:t>
            </w:r>
          </w:p>
        </w:tc>
        <w:tc>
          <w:tcPr>
            <w:tcW w:w="835" w:type="dxa"/>
          </w:tcPr>
          <w:p w14:paraId="0B8A8764" w14:textId="77777777" w:rsidR="002E7826" w:rsidRPr="001C0CC4" w:rsidRDefault="002E7826" w:rsidP="002E7826">
            <w:pPr>
              <w:pStyle w:val="TAC"/>
            </w:pPr>
            <w:r w:rsidRPr="001C0CC4">
              <w:t>1</w:t>
            </w:r>
          </w:p>
        </w:tc>
        <w:tc>
          <w:tcPr>
            <w:tcW w:w="835" w:type="dxa"/>
          </w:tcPr>
          <w:p w14:paraId="5C78BCD3" w14:textId="77777777" w:rsidR="002E7826" w:rsidRPr="001C0CC4" w:rsidRDefault="002E7826" w:rsidP="002E7826">
            <w:pPr>
              <w:pStyle w:val="TAC"/>
            </w:pPr>
            <w:r w:rsidRPr="001C0CC4">
              <w:t>1</w:t>
            </w:r>
          </w:p>
        </w:tc>
        <w:tc>
          <w:tcPr>
            <w:tcW w:w="835" w:type="dxa"/>
          </w:tcPr>
          <w:p w14:paraId="2AE3EC5D" w14:textId="6001954A" w:rsidR="002E7826" w:rsidRPr="001C0CC4" w:rsidRDefault="002E7826" w:rsidP="002E7826">
            <w:pPr>
              <w:pStyle w:val="TAC"/>
            </w:pPr>
            <w:r>
              <w:t>1</w:t>
            </w:r>
          </w:p>
        </w:tc>
        <w:tc>
          <w:tcPr>
            <w:tcW w:w="835" w:type="dxa"/>
          </w:tcPr>
          <w:p w14:paraId="1EF0DF05" w14:textId="7E3AA549" w:rsidR="002E7826" w:rsidRPr="001C0CC4" w:rsidRDefault="002E7826" w:rsidP="002E7826">
            <w:pPr>
              <w:pStyle w:val="TAC"/>
            </w:pPr>
            <w:r w:rsidRPr="001C0CC4">
              <w:t>1</w:t>
            </w:r>
          </w:p>
        </w:tc>
        <w:tc>
          <w:tcPr>
            <w:tcW w:w="835" w:type="dxa"/>
          </w:tcPr>
          <w:p w14:paraId="19A879AB" w14:textId="77777777" w:rsidR="002E7826" w:rsidRPr="001C0CC4" w:rsidRDefault="002E7826" w:rsidP="002E7826">
            <w:pPr>
              <w:pStyle w:val="TAC"/>
            </w:pPr>
            <w:r w:rsidRPr="001C0CC4">
              <w:t>1</w:t>
            </w:r>
          </w:p>
        </w:tc>
      </w:tr>
      <w:tr w:rsidR="002E7826" w:rsidRPr="001C0CC4" w14:paraId="45E38434" w14:textId="77777777" w:rsidTr="002E7826">
        <w:trPr>
          <w:jc w:val="center"/>
        </w:trPr>
        <w:tc>
          <w:tcPr>
            <w:tcW w:w="3690" w:type="dxa"/>
            <w:gridSpan w:val="2"/>
          </w:tcPr>
          <w:p w14:paraId="75C469D6" w14:textId="77777777" w:rsidR="002E7826" w:rsidRPr="001C0CC4" w:rsidRDefault="002E7826" w:rsidP="002E7826">
            <w:pPr>
              <w:pStyle w:val="TAL"/>
              <w:rPr>
                <w:rFonts w:eastAsia="SimSun"/>
              </w:rPr>
            </w:pPr>
            <w:r w:rsidRPr="001C0CC4">
              <w:rPr>
                <w:rFonts w:eastAsia="SimSun"/>
              </w:rPr>
              <w:t>Allocated resource blocks</w:t>
            </w:r>
          </w:p>
        </w:tc>
        <w:tc>
          <w:tcPr>
            <w:tcW w:w="1093" w:type="dxa"/>
          </w:tcPr>
          <w:p w14:paraId="0B1D3C58" w14:textId="77777777" w:rsidR="002E7826" w:rsidRPr="001C0CC4" w:rsidRDefault="002E7826" w:rsidP="002E7826">
            <w:pPr>
              <w:pStyle w:val="TAC"/>
            </w:pPr>
          </w:p>
        </w:tc>
        <w:tc>
          <w:tcPr>
            <w:tcW w:w="835" w:type="dxa"/>
          </w:tcPr>
          <w:p w14:paraId="7BA0AA59" w14:textId="77777777" w:rsidR="002E7826" w:rsidRPr="001C0CC4" w:rsidRDefault="002E7826" w:rsidP="002E7826">
            <w:pPr>
              <w:pStyle w:val="TAC"/>
            </w:pPr>
            <w:r w:rsidRPr="001C0CC4">
              <w:t>11</w:t>
            </w:r>
          </w:p>
        </w:tc>
        <w:tc>
          <w:tcPr>
            <w:tcW w:w="835" w:type="dxa"/>
          </w:tcPr>
          <w:p w14:paraId="5DB402E1" w14:textId="77777777" w:rsidR="002E7826" w:rsidRPr="001C0CC4" w:rsidRDefault="002E7826" w:rsidP="002E7826">
            <w:pPr>
              <w:pStyle w:val="TAC"/>
            </w:pPr>
            <w:r w:rsidRPr="001C0CC4">
              <w:t>24</w:t>
            </w:r>
          </w:p>
        </w:tc>
        <w:tc>
          <w:tcPr>
            <w:tcW w:w="835" w:type="dxa"/>
          </w:tcPr>
          <w:p w14:paraId="5DDF56F7" w14:textId="77777777" w:rsidR="002E7826" w:rsidRPr="001C0CC4" w:rsidRDefault="002E7826" w:rsidP="002E7826">
            <w:pPr>
              <w:pStyle w:val="TAC"/>
            </w:pPr>
            <w:r w:rsidRPr="001C0CC4">
              <w:t>38</w:t>
            </w:r>
          </w:p>
        </w:tc>
        <w:tc>
          <w:tcPr>
            <w:tcW w:w="835" w:type="dxa"/>
          </w:tcPr>
          <w:p w14:paraId="5C182AC7" w14:textId="77777777" w:rsidR="002E7826" w:rsidRPr="001C0CC4" w:rsidRDefault="002E7826" w:rsidP="002E7826">
            <w:pPr>
              <w:pStyle w:val="TAC"/>
            </w:pPr>
            <w:r w:rsidRPr="001C0CC4">
              <w:t>51</w:t>
            </w:r>
          </w:p>
        </w:tc>
        <w:tc>
          <w:tcPr>
            <w:tcW w:w="835" w:type="dxa"/>
          </w:tcPr>
          <w:p w14:paraId="262E0776" w14:textId="77777777" w:rsidR="002E7826" w:rsidRPr="001C0CC4" w:rsidRDefault="002E7826" w:rsidP="002E7826">
            <w:pPr>
              <w:pStyle w:val="TAC"/>
            </w:pPr>
            <w:r w:rsidRPr="001C0CC4">
              <w:t>65</w:t>
            </w:r>
          </w:p>
        </w:tc>
        <w:tc>
          <w:tcPr>
            <w:tcW w:w="835" w:type="dxa"/>
          </w:tcPr>
          <w:p w14:paraId="4EE0F450" w14:textId="77777777" w:rsidR="002E7826" w:rsidRPr="001C0CC4" w:rsidRDefault="002E7826" w:rsidP="002E7826">
            <w:pPr>
              <w:pStyle w:val="TAC"/>
            </w:pPr>
            <w:r w:rsidRPr="001C0CC4">
              <w:t>78</w:t>
            </w:r>
          </w:p>
        </w:tc>
        <w:tc>
          <w:tcPr>
            <w:tcW w:w="835" w:type="dxa"/>
          </w:tcPr>
          <w:p w14:paraId="27096E9D" w14:textId="77777777" w:rsidR="002E7826" w:rsidRPr="001C0CC4" w:rsidRDefault="002E7826" w:rsidP="002E7826">
            <w:pPr>
              <w:pStyle w:val="TAC"/>
            </w:pPr>
            <w:r w:rsidRPr="001C0CC4">
              <w:t>106</w:t>
            </w:r>
          </w:p>
        </w:tc>
        <w:tc>
          <w:tcPr>
            <w:tcW w:w="835" w:type="dxa"/>
          </w:tcPr>
          <w:p w14:paraId="2FE556CD" w14:textId="77777777" w:rsidR="002E7826" w:rsidRPr="001C0CC4" w:rsidRDefault="002E7826" w:rsidP="002E7826">
            <w:pPr>
              <w:pStyle w:val="TAC"/>
            </w:pPr>
            <w:r w:rsidRPr="001C0CC4">
              <w:t>133</w:t>
            </w:r>
          </w:p>
        </w:tc>
        <w:tc>
          <w:tcPr>
            <w:tcW w:w="835" w:type="dxa"/>
          </w:tcPr>
          <w:p w14:paraId="0C3FC12E" w14:textId="77777777" w:rsidR="002E7826" w:rsidRPr="001C0CC4" w:rsidRDefault="002E7826" w:rsidP="002E7826">
            <w:pPr>
              <w:pStyle w:val="TAC"/>
            </w:pPr>
            <w:r w:rsidRPr="001C0CC4">
              <w:t>162</w:t>
            </w:r>
          </w:p>
        </w:tc>
        <w:tc>
          <w:tcPr>
            <w:tcW w:w="835" w:type="dxa"/>
          </w:tcPr>
          <w:p w14:paraId="717EF878" w14:textId="37C9249B" w:rsidR="002E7826" w:rsidRPr="001C0CC4" w:rsidRDefault="002E7826" w:rsidP="002E7826">
            <w:pPr>
              <w:pStyle w:val="TAC"/>
            </w:pPr>
            <w:r>
              <w:t>189</w:t>
            </w:r>
          </w:p>
        </w:tc>
        <w:tc>
          <w:tcPr>
            <w:tcW w:w="835" w:type="dxa"/>
          </w:tcPr>
          <w:p w14:paraId="04E2B8DD" w14:textId="04EF7598" w:rsidR="002E7826" w:rsidRPr="001C0CC4" w:rsidRDefault="002E7826" w:rsidP="002E7826">
            <w:pPr>
              <w:pStyle w:val="TAC"/>
            </w:pPr>
            <w:r w:rsidRPr="001C0CC4">
              <w:t>217</w:t>
            </w:r>
          </w:p>
        </w:tc>
        <w:tc>
          <w:tcPr>
            <w:tcW w:w="835" w:type="dxa"/>
          </w:tcPr>
          <w:p w14:paraId="08DA9DC7" w14:textId="77777777" w:rsidR="002E7826" w:rsidRPr="001C0CC4" w:rsidRDefault="002E7826" w:rsidP="002E7826">
            <w:pPr>
              <w:pStyle w:val="TAC"/>
            </w:pPr>
            <w:r w:rsidRPr="001C0CC4">
              <w:t>273</w:t>
            </w:r>
          </w:p>
        </w:tc>
      </w:tr>
      <w:tr w:rsidR="002E7826" w:rsidRPr="001C0CC4" w14:paraId="692391DA" w14:textId="77777777" w:rsidTr="002E7826">
        <w:trPr>
          <w:jc w:val="center"/>
        </w:trPr>
        <w:tc>
          <w:tcPr>
            <w:tcW w:w="3690" w:type="dxa"/>
            <w:gridSpan w:val="2"/>
          </w:tcPr>
          <w:p w14:paraId="44539F79" w14:textId="77777777" w:rsidR="002E7826" w:rsidRPr="001C0CC4" w:rsidRDefault="002E7826" w:rsidP="002E7826">
            <w:pPr>
              <w:pStyle w:val="TAL"/>
              <w:rPr>
                <w:rFonts w:eastAsia="SimSun"/>
              </w:rPr>
            </w:pPr>
            <w:r w:rsidRPr="001C0CC4">
              <w:rPr>
                <w:rFonts w:eastAsia="SimSun"/>
              </w:rPr>
              <w:t>Subcarriers per resource block</w:t>
            </w:r>
          </w:p>
        </w:tc>
        <w:tc>
          <w:tcPr>
            <w:tcW w:w="1093" w:type="dxa"/>
          </w:tcPr>
          <w:p w14:paraId="5719C3F7" w14:textId="77777777" w:rsidR="002E7826" w:rsidRPr="001C0CC4" w:rsidRDefault="002E7826" w:rsidP="002E7826">
            <w:pPr>
              <w:pStyle w:val="TAC"/>
            </w:pPr>
          </w:p>
        </w:tc>
        <w:tc>
          <w:tcPr>
            <w:tcW w:w="835" w:type="dxa"/>
          </w:tcPr>
          <w:p w14:paraId="127FC0DC" w14:textId="77777777" w:rsidR="002E7826" w:rsidRPr="001C0CC4" w:rsidRDefault="002E7826" w:rsidP="002E7826">
            <w:pPr>
              <w:pStyle w:val="TAC"/>
            </w:pPr>
            <w:r w:rsidRPr="001C0CC4">
              <w:t>12</w:t>
            </w:r>
          </w:p>
        </w:tc>
        <w:tc>
          <w:tcPr>
            <w:tcW w:w="835" w:type="dxa"/>
          </w:tcPr>
          <w:p w14:paraId="4A168180" w14:textId="77777777" w:rsidR="002E7826" w:rsidRPr="001C0CC4" w:rsidRDefault="002E7826" w:rsidP="002E7826">
            <w:pPr>
              <w:pStyle w:val="TAC"/>
            </w:pPr>
            <w:r w:rsidRPr="001C0CC4">
              <w:t>12</w:t>
            </w:r>
          </w:p>
        </w:tc>
        <w:tc>
          <w:tcPr>
            <w:tcW w:w="835" w:type="dxa"/>
          </w:tcPr>
          <w:p w14:paraId="5C72F393" w14:textId="77777777" w:rsidR="002E7826" w:rsidRPr="001C0CC4" w:rsidRDefault="002E7826" w:rsidP="002E7826">
            <w:pPr>
              <w:pStyle w:val="TAC"/>
            </w:pPr>
            <w:r w:rsidRPr="001C0CC4">
              <w:t>12</w:t>
            </w:r>
          </w:p>
        </w:tc>
        <w:tc>
          <w:tcPr>
            <w:tcW w:w="835" w:type="dxa"/>
          </w:tcPr>
          <w:p w14:paraId="40F733B5" w14:textId="77777777" w:rsidR="002E7826" w:rsidRPr="001C0CC4" w:rsidRDefault="002E7826" w:rsidP="002E7826">
            <w:pPr>
              <w:pStyle w:val="TAC"/>
            </w:pPr>
            <w:r w:rsidRPr="001C0CC4">
              <w:t>12</w:t>
            </w:r>
          </w:p>
        </w:tc>
        <w:tc>
          <w:tcPr>
            <w:tcW w:w="835" w:type="dxa"/>
          </w:tcPr>
          <w:p w14:paraId="66877068" w14:textId="77777777" w:rsidR="002E7826" w:rsidRPr="001C0CC4" w:rsidRDefault="002E7826" w:rsidP="002E7826">
            <w:pPr>
              <w:pStyle w:val="TAC"/>
            </w:pPr>
            <w:r w:rsidRPr="001C0CC4">
              <w:t>12</w:t>
            </w:r>
          </w:p>
        </w:tc>
        <w:tc>
          <w:tcPr>
            <w:tcW w:w="835" w:type="dxa"/>
          </w:tcPr>
          <w:p w14:paraId="74F034D2" w14:textId="77777777" w:rsidR="002E7826" w:rsidRPr="001C0CC4" w:rsidRDefault="002E7826" w:rsidP="002E7826">
            <w:pPr>
              <w:pStyle w:val="TAC"/>
            </w:pPr>
            <w:r w:rsidRPr="001C0CC4">
              <w:t>12</w:t>
            </w:r>
          </w:p>
        </w:tc>
        <w:tc>
          <w:tcPr>
            <w:tcW w:w="835" w:type="dxa"/>
          </w:tcPr>
          <w:p w14:paraId="3E2763D6" w14:textId="77777777" w:rsidR="002E7826" w:rsidRPr="001C0CC4" w:rsidRDefault="002E7826" w:rsidP="002E7826">
            <w:pPr>
              <w:pStyle w:val="TAC"/>
            </w:pPr>
            <w:r w:rsidRPr="001C0CC4">
              <w:t>12</w:t>
            </w:r>
          </w:p>
        </w:tc>
        <w:tc>
          <w:tcPr>
            <w:tcW w:w="835" w:type="dxa"/>
          </w:tcPr>
          <w:p w14:paraId="082DD2DA" w14:textId="77777777" w:rsidR="002E7826" w:rsidRPr="001C0CC4" w:rsidRDefault="002E7826" w:rsidP="002E7826">
            <w:pPr>
              <w:pStyle w:val="TAC"/>
            </w:pPr>
            <w:r w:rsidRPr="001C0CC4">
              <w:t>12</w:t>
            </w:r>
          </w:p>
        </w:tc>
        <w:tc>
          <w:tcPr>
            <w:tcW w:w="835" w:type="dxa"/>
          </w:tcPr>
          <w:p w14:paraId="60FE9AF5" w14:textId="77777777" w:rsidR="002E7826" w:rsidRPr="001C0CC4" w:rsidRDefault="002E7826" w:rsidP="002E7826">
            <w:pPr>
              <w:pStyle w:val="TAC"/>
            </w:pPr>
            <w:r w:rsidRPr="001C0CC4">
              <w:t>12</w:t>
            </w:r>
          </w:p>
        </w:tc>
        <w:tc>
          <w:tcPr>
            <w:tcW w:w="835" w:type="dxa"/>
          </w:tcPr>
          <w:p w14:paraId="7054CC68" w14:textId="3A8E174A" w:rsidR="002E7826" w:rsidRPr="001C0CC4" w:rsidRDefault="002E7826" w:rsidP="002E7826">
            <w:pPr>
              <w:pStyle w:val="TAC"/>
            </w:pPr>
            <w:r>
              <w:t>12</w:t>
            </w:r>
          </w:p>
        </w:tc>
        <w:tc>
          <w:tcPr>
            <w:tcW w:w="835" w:type="dxa"/>
          </w:tcPr>
          <w:p w14:paraId="228B97D3" w14:textId="2F0F12E6" w:rsidR="002E7826" w:rsidRPr="001C0CC4" w:rsidRDefault="002E7826" w:rsidP="002E7826">
            <w:pPr>
              <w:pStyle w:val="TAC"/>
            </w:pPr>
            <w:r w:rsidRPr="001C0CC4">
              <w:t>12</w:t>
            </w:r>
          </w:p>
        </w:tc>
        <w:tc>
          <w:tcPr>
            <w:tcW w:w="835" w:type="dxa"/>
          </w:tcPr>
          <w:p w14:paraId="604C45ED" w14:textId="77777777" w:rsidR="002E7826" w:rsidRPr="001C0CC4" w:rsidRDefault="002E7826" w:rsidP="002E7826">
            <w:pPr>
              <w:pStyle w:val="TAC"/>
            </w:pPr>
            <w:r w:rsidRPr="001C0CC4">
              <w:t>12</w:t>
            </w:r>
          </w:p>
        </w:tc>
      </w:tr>
      <w:tr w:rsidR="002E7826" w:rsidRPr="001C0CC4" w14:paraId="0B637E9B" w14:textId="77777777" w:rsidTr="002E7826">
        <w:trPr>
          <w:jc w:val="center"/>
        </w:trPr>
        <w:tc>
          <w:tcPr>
            <w:tcW w:w="3690" w:type="dxa"/>
            <w:gridSpan w:val="2"/>
          </w:tcPr>
          <w:p w14:paraId="149F4299" w14:textId="77777777" w:rsidR="002E7826" w:rsidRPr="001C0CC4" w:rsidRDefault="002E7826" w:rsidP="002E7826">
            <w:pPr>
              <w:pStyle w:val="TAL"/>
              <w:rPr>
                <w:rFonts w:eastAsia="SimSun"/>
              </w:rPr>
            </w:pPr>
            <w:r w:rsidRPr="001C0CC4">
              <w:rPr>
                <w:rFonts w:eastAsia="SimSun"/>
              </w:rPr>
              <w:t>Allocated slots per Frame</w:t>
            </w:r>
          </w:p>
        </w:tc>
        <w:tc>
          <w:tcPr>
            <w:tcW w:w="1093" w:type="dxa"/>
          </w:tcPr>
          <w:p w14:paraId="3CCA985C" w14:textId="77777777" w:rsidR="002E7826" w:rsidRPr="001C0CC4" w:rsidRDefault="002E7826" w:rsidP="002E7826">
            <w:pPr>
              <w:pStyle w:val="TAC"/>
            </w:pPr>
          </w:p>
        </w:tc>
        <w:tc>
          <w:tcPr>
            <w:tcW w:w="835" w:type="dxa"/>
          </w:tcPr>
          <w:p w14:paraId="4343E4C7" w14:textId="6573F5F1" w:rsidR="002E7826" w:rsidRPr="001C0CC4" w:rsidRDefault="002E7826" w:rsidP="002E7826">
            <w:pPr>
              <w:pStyle w:val="TAC"/>
            </w:pPr>
            <w:r>
              <w:t>11</w:t>
            </w:r>
          </w:p>
        </w:tc>
        <w:tc>
          <w:tcPr>
            <w:tcW w:w="835" w:type="dxa"/>
          </w:tcPr>
          <w:p w14:paraId="1EAC7A97" w14:textId="2CAEFED6" w:rsidR="002E7826" w:rsidRPr="001C0CC4" w:rsidRDefault="002E7826" w:rsidP="002E7826">
            <w:pPr>
              <w:pStyle w:val="TAC"/>
            </w:pPr>
            <w:r>
              <w:t>11</w:t>
            </w:r>
          </w:p>
        </w:tc>
        <w:tc>
          <w:tcPr>
            <w:tcW w:w="835" w:type="dxa"/>
          </w:tcPr>
          <w:p w14:paraId="59E7B398" w14:textId="6ADAF9FC" w:rsidR="002E7826" w:rsidRPr="001C0CC4" w:rsidRDefault="002E7826" w:rsidP="002E7826">
            <w:pPr>
              <w:pStyle w:val="TAC"/>
            </w:pPr>
            <w:r>
              <w:t>11</w:t>
            </w:r>
          </w:p>
        </w:tc>
        <w:tc>
          <w:tcPr>
            <w:tcW w:w="835" w:type="dxa"/>
          </w:tcPr>
          <w:p w14:paraId="28E1A5A9" w14:textId="6DB526FD" w:rsidR="002E7826" w:rsidRPr="001C0CC4" w:rsidRDefault="002E7826" w:rsidP="002E7826">
            <w:pPr>
              <w:pStyle w:val="TAC"/>
            </w:pPr>
            <w:r>
              <w:t>11</w:t>
            </w:r>
          </w:p>
        </w:tc>
        <w:tc>
          <w:tcPr>
            <w:tcW w:w="835" w:type="dxa"/>
          </w:tcPr>
          <w:p w14:paraId="739D1D42" w14:textId="4419935A" w:rsidR="002E7826" w:rsidRPr="001C0CC4" w:rsidRDefault="002E7826" w:rsidP="002E7826">
            <w:pPr>
              <w:pStyle w:val="TAC"/>
            </w:pPr>
            <w:r>
              <w:t>11</w:t>
            </w:r>
          </w:p>
        </w:tc>
        <w:tc>
          <w:tcPr>
            <w:tcW w:w="835" w:type="dxa"/>
          </w:tcPr>
          <w:p w14:paraId="6D785726" w14:textId="2436CAF3" w:rsidR="002E7826" w:rsidRPr="001C0CC4" w:rsidRDefault="002E7826" w:rsidP="002E7826">
            <w:pPr>
              <w:pStyle w:val="TAC"/>
            </w:pPr>
            <w:r>
              <w:t>11</w:t>
            </w:r>
          </w:p>
        </w:tc>
        <w:tc>
          <w:tcPr>
            <w:tcW w:w="835" w:type="dxa"/>
          </w:tcPr>
          <w:p w14:paraId="3CB4357B" w14:textId="60308CDE" w:rsidR="002E7826" w:rsidRPr="001C0CC4" w:rsidRDefault="002E7826" w:rsidP="002E7826">
            <w:pPr>
              <w:pStyle w:val="TAC"/>
            </w:pPr>
            <w:r>
              <w:t>11</w:t>
            </w:r>
          </w:p>
        </w:tc>
        <w:tc>
          <w:tcPr>
            <w:tcW w:w="835" w:type="dxa"/>
          </w:tcPr>
          <w:p w14:paraId="68748014" w14:textId="41990B92" w:rsidR="002E7826" w:rsidRPr="001C0CC4" w:rsidRDefault="002E7826" w:rsidP="002E7826">
            <w:pPr>
              <w:pStyle w:val="TAC"/>
            </w:pPr>
            <w:r>
              <w:t>11</w:t>
            </w:r>
          </w:p>
        </w:tc>
        <w:tc>
          <w:tcPr>
            <w:tcW w:w="835" w:type="dxa"/>
          </w:tcPr>
          <w:p w14:paraId="58627BA5" w14:textId="52D8D117" w:rsidR="002E7826" w:rsidRPr="001C0CC4" w:rsidRDefault="002E7826" w:rsidP="002E7826">
            <w:pPr>
              <w:pStyle w:val="TAC"/>
            </w:pPr>
            <w:r>
              <w:t>11</w:t>
            </w:r>
          </w:p>
        </w:tc>
        <w:tc>
          <w:tcPr>
            <w:tcW w:w="835" w:type="dxa"/>
          </w:tcPr>
          <w:p w14:paraId="30C6A631" w14:textId="78204892" w:rsidR="002E7826" w:rsidRDefault="002E7826" w:rsidP="002E7826">
            <w:pPr>
              <w:pStyle w:val="TAC"/>
            </w:pPr>
            <w:r>
              <w:t>13</w:t>
            </w:r>
          </w:p>
        </w:tc>
        <w:tc>
          <w:tcPr>
            <w:tcW w:w="835" w:type="dxa"/>
          </w:tcPr>
          <w:p w14:paraId="552E56DC" w14:textId="00329D3C" w:rsidR="002E7826" w:rsidRPr="001C0CC4" w:rsidRDefault="002E7826" w:rsidP="002E7826">
            <w:pPr>
              <w:pStyle w:val="TAC"/>
            </w:pPr>
            <w:r>
              <w:t>11</w:t>
            </w:r>
          </w:p>
        </w:tc>
        <w:tc>
          <w:tcPr>
            <w:tcW w:w="835" w:type="dxa"/>
          </w:tcPr>
          <w:p w14:paraId="6DC721AB" w14:textId="68F93D65" w:rsidR="002E7826" w:rsidRPr="001C0CC4" w:rsidRDefault="002E7826" w:rsidP="002E7826">
            <w:pPr>
              <w:pStyle w:val="TAC"/>
            </w:pPr>
            <w:r>
              <w:t>11</w:t>
            </w:r>
          </w:p>
        </w:tc>
      </w:tr>
      <w:tr w:rsidR="002E7826" w:rsidRPr="001C0CC4" w14:paraId="0DA2D959" w14:textId="77777777" w:rsidTr="002E7826">
        <w:trPr>
          <w:jc w:val="center"/>
        </w:trPr>
        <w:tc>
          <w:tcPr>
            <w:tcW w:w="3690" w:type="dxa"/>
            <w:gridSpan w:val="2"/>
          </w:tcPr>
          <w:p w14:paraId="02FCBFED" w14:textId="77777777" w:rsidR="002E7826" w:rsidRPr="001C0CC4" w:rsidRDefault="002E7826" w:rsidP="002E7826">
            <w:pPr>
              <w:pStyle w:val="TAL"/>
              <w:rPr>
                <w:rFonts w:eastAsia="SimSun"/>
              </w:rPr>
            </w:pPr>
            <w:r w:rsidRPr="001C0CC4">
              <w:rPr>
                <w:rFonts w:eastAsia="SimSun"/>
              </w:rPr>
              <w:t>MCS Index</w:t>
            </w:r>
          </w:p>
        </w:tc>
        <w:tc>
          <w:tcPr>
            <w:tcW w:w="1093" w:type="dxa"/>
          </w:tcPr>
          <w:p w14:paraId="355BA2BE" w14:textId="77777777" w:rsidR="002E7826" w:rsidRPr="001C0CC4" w:rsidRDefault="002E7826" w:rsidP="002E7826">
            <w:pPr>
              <w:pStyle w:val="TAC"/>
            </w:pPr>
          </w:p>
        </w:tc>
        <w:tc>
          <w:tcPr>
            <w:tcW w:w="835" w:type="dxa"/>
          </w:tcPr>
          <w:p w14:paraId="177F1CFC" w14:textId="77777777" w:rsidR="002E7826" w:rsidRPr="001C0CC4" w:rsidRDefault="002E7826" w:rsidP="002E7826">
            <w:pPr>
              <w:pStyle w:val="TAC"/>
            </w:pPr>
            <w:r w:rsidRPr="001C0CC4">
              <w:t>23</w:t>
            </w:r>
          </w:p>
        </w:tc>
        <w:tc>
          <w:tcPr>
            <w:tcW w:w="835" w:type="dxa"/>
          </w:tcPr>
          <w:p w14:paraId="02879E62" w14:textId="77777777" w:rsidR="002E7826" w:rsidRPr="001C0CC4" w:rsidRDefault="002E7826" w:rsidP="002E7826">
            <w:pPr>
              <w:pStyle w:val="TAC"/>
            </w:pPr>
            <w:r w:rsidRPr="001C0CC4">
              <w:t>23</w:t>
            </w:r>
          </w:p>
        </w:tc>
        <w:tc>
          <w:tcPr>
            <w:tcW w:w="835" w:type="dxa"/>
          </w:tcPr>
          <w:p w14:paraId="27D3B6DF" w14:textId="77777777" w:rsidR="002E7826" w:rsidRPr="001C0CC4" w:rsidRDefault="002E7826" w:rsidP="002E7826">
            <w:pPr>
              <w:pStyle w:val="TAC"/>
            </w:pPr>
            <w:r w:rsidRPr="001C0CC4">
              <w:t>23</w:t>
            </w:r>
          </w:p>
        </w:tc>
        <w:tc>
          <w:tcPr>
            <w:tcW w:w="835" w:type="dxa"/>
          </w:tcPr>
          <w:p w14:paraId="001B555F" w14:textId="77777777" w:rsidR="002E7826" w:rsidRPr="001C0CC4" w:rsidRDefault="002E7826" w:rsidP="002E7826">
            <w:pPr>
              <w:pStyle w:val="TAC"/>
            </w:pPr>
            <w:r w:rsidRPr="001C0CC4">
              <w:t>23</w:t>
            </w:r>
          </w:p>
        </w:tc>
        <w:tc>
          <w:tcPr>
            <w:tcW w:w="835" w:type="dxa"/>
          </w:tcPr>
          <w:p w14:paraId="33A6C526" w14:textId="77777777" w:rsidR="002E7826" w:rsidRPr="001C0CC4" w:rsidRDefault="002E7826" w:rsidP="002E7826">
            <w:pPr>
              <w:pStyle w:val="TAC"/>
            </w:pPr>
            <w:r w:rsidRPr="001C0CC4">
              <w:t>23</w:t>
            </w:r>
          </w:p>
        </w:tc>
        <w:tc>
          <w:tcPr>
            <w:tcW w:w="835" w:type="dxa"/>
          </w:tcPr>
          <w:p w14:paraId="1FE62005" w14:textId="77777777" w:rsidR="002E7826" w:rsidRPr="001C0CC4" w:rsidRDefault="002E7826" w:rsidP="002E7826">
            <w:pPr>
              <w:pStyle w:val="TAC"/>
            </w:pPr>
            <w:r w:rsidRPr="001C0CC4">
              <w:t>23</w:t>
            </w:r>
          </w:p>
        </w:tc>
        <w:tc>
          <w:tcPr>
            <w:tcW w:w="835" w:type="dxa"/>
          </w:tcPr>
          <w:p w14:paraId="5A67202E" w14:textId="77777777" w:rsidR="002E7826" w:rsidRPr="001C0CC4" w:rsidRDefault="002E7826" w:rsidP="002E7826">
            <w:pPr>
              <w:pStyle w:val="TAC"/>
            </w:pPr>
            <w:r w:rsidRPr="001C0CC4">
              <w:t>23</w:t>
            </w:r>
          </w:p>
        </w:tc>
        <w:tc>
          <w:tcPr>
            <w:tcW w:w="835" w:type="dxa"/>
          </w:tcPr>
          <w:p w14:paraId="414A5FAD" w14:textId="77777777" w:rsidR="002E7826" w:rsidRPr="001C0CC4" w:rsidRDefault="002E7826" w:rsidP="002E7826">
            <w:pPr>
              <w:pStyle w:val="TAC"/>
            </w:pPr>
            <w:r w:rsidRPr="001C0CC4">
              <w:t>23</w:t>
            </w:r>
          </w:p>
        </w:tc>
        <w:tc>
          <w:tcPr>
            <w:tcW w:w="835" w:type="dxa"/>
          </w:tcPr>
          <w:p w14:paraId="5D4536F4" w14:textId="77777777" w:rsidR="002E7826" w:rsidRPr="001C0CC4" w:rsidRDefault="002E7826" w:rsidP="002E7826">
            <w:pPr>
              <w:pStyle w:val="TAC"/>
            </w:pPr>
            <w:r w:rsidRPr="001C0CC4">
              <w:t>23</w:t>
            </w:r>
          </w:p>
        </w:tc>
        <w:tc>
          <w:tcPr>
            <w:tcW w:w="835" w:type="dxa"/>
          </w:tcPr>
          <w:p w14:paraId="3FE5AF86" w14:textId="098D0F50" w:rsidR="002E7826" w:rsidRPr="001C0CC4" w:rsidRDefault="002E7826" w:rsidP="002E7826">
            <w:pPr>
              <w:pStyle w:val="TAC"/>
            </w:pPr>
            <w:r>
              <w:t>23</w:t>
            </w:r>
          </w:p>
        </w:tc>
        <w:tc>
          <w:tcPr>
            <w:tcW w:w="835" w:type="dxa"/>
          </w:tcPr>
          <w:p w14:paraId="435A16F1" w14:textId="4FE283C3" w:rsidR="002E7826" w:rsidRPr="001C0CC4" w:rsidRDefault="002E7826" w:rsidP="002E7826">
            <w:pPr>
              <w:pStyle w:val="TAC"/>
            </w:pPr>
            <w:r w:rsidRPr="001C0CC4">
              <w:t>23</w:t>
            </w:r>
          </w:p>
        </w:tc>
        <w:tc>
          <w:tcPr>
            <w:tcW w:w="835" w:type="dxa"/>
          </w:tcPr>
          <w:p w14:paraId="722EEF65" w14:textId="77777777" w:rsidR="002E7826" w:rsidRPr="001C0CC4" w:rsidRDefault="002E7826" w:rsidP="002E7826">
            <w:pPr>
              <w:pStyle w:val="TAC"/>
            </w:pPr>
            <w:r w:rsidRPr="001C0CC4">
              <w:t>23</w:t>
            </w:r>
          </w:p>
        </w:tc>
      </w:tr>
      <w:tr w:rsidR="002E7826" w:rsidRPr="001C0CC4" w14:paraId="23A64A7A" w14:textId="77777777" w:rsidTr="002E7826">
        <w:trPr>
          <w:jc w:val="center"/>
        </w:trPr>
        <w:tc>
          <w:tcPr>
            <w:tcW w:w="3690" w:type="dxa"/>
            <w:gridSpan w:val="2"/>
          </w:tcPr>
          <w:p w14:paraId="3B78F549" w14:textId="77777777" w:rsidR="002E7826" w:rsidRPr="001C0CC4" w:rsidRDefault="002E7826" w:rsidP="00DC7196">
            <w:pPr>
              <w:pStyle w:val="TAL"/>
              <w:rPr>
                <w:rFonts w:eastAsia="SimSun"/>
              </w:rPr>
            </w:pPr>
            <w:r w:rsidRPr="001C0CC4">
              <w:rPr>
                <w:rFonts w:eastAsia="SimSun"/>
              </w:rPr>
              <w:t xml:space="preserve">MCS Table for TBS determination </w:t>
            </w:r>
          </w:p>
        </w:tc>
        <w:tc>
          <w:tcPr>
            <w:tcW w:w="1093" w:type="dxa"/>
          </w:tcPr>
          <w:p w14:paraId="2A66D613" w14:textId="77777777" w:rsidR="002E7826" w:rsidRPr="001C0CC4" w:rsidRDefault="002E7826" w:rsidP="002E7826">
            <w:pPr>
              <w:pStyle w:val="TAC"/>
            </w:pPr>
          </w:p>
        </w:tc>
        <w:tc>
          <w:tcPr>
            <w:tcW w:w="10020" w:type="dxa"/>
            <w:gridSpan w:val="12"/>
          </w:tcPr>
          <w:p w14:paraId="462F679A" w14:textId="698B7FCB" w:rsidR="002E7826" w:rsidRPr="001C0CC4" w:rsidRDefault="002E7826" w:rsidP="002E7826">
            <w:pPr>
              <w:pStyle w:val="TAC"/>
            </w:pPr>
            <w:r w:rsidRPr="001C0CC4">
              <w:t>256QAM</w:t>
            </w:r>
          </w:p>
        </w:tc>
      </w:tr>
      <w:tr w:rsidR="002E7826" w:rsidRPr="001C0CC4" w14:paraId="41F59007" w14:textId="77777777" w:rsidTr="002E7826">
        <w:trPr>
          <w:jc w:val="center"/>
        </w:trPr>
        <w:tc>
          <w:tcPr>
            <w:tcW w:w="3690" w:type="dxa"/>
            <w:gridSpan w:val="2"/>
          </w:tcPr>
          <w:p w14:paraId="3D83E165" w14:textId="77777777" w:rsidR="002E7826" w:rsidRPr="001C0CC4" w:rsidRDefault="002E7826" w:rsidP="002E7826">
            <w:pPr>
              <w:pStyle w:val="TAL"/>
              <w:rPr>
                <w:rFonts w:eastAsia="SimSun"/>
              </w:rPr>
            </w:pPr>
            <w:r w:rsidRPr="001C0CC4">
              <w:rPr>
                <w:rFonts w:eastAsia="SimSun"/>
              </w:rPr>
              <w:t>Modulation</w:t>
            </w:r>
          </w:p>
        </w:tc>
        <w:tc>
          <w:tcPr>
            <w:tcW w:w="1093" w:type="dxa"/>
          </w:tcPr>
          <w:p w14:paraId="076AA694" w14:textId="77777777" w:rsidR="002E7826" w:rsidRPr="001C0CC4" w:rsidRDefault="002E7826" w:rsidP="002E7826">
            <w:pPr>
              <w:pStyle w:val="TAC"/>
            </w:pPr>
          </w:p>
        </w:tc>
        <w:tc>
          <w:tcPr>
            <w:tcW w:w="835" w:type="dxa"/>
          </w:tcPr>
          <w:p w14:paraId="218528CD" w14:textId="77777777" w:rsidR="002E7826" w:rsidRPr="001C0CC4" w:rsidRDefault="002E7826" w:rsidP="002E7826">
            <w:pPr>
              <w:pStyle w:val="TAC"/>
            </w:pPr>
            <w:r w:rsidRPr="001C0CC4">
              <w:t>256 QAM</w:t>
            </w:r>
          </w:p>
        </w:tc>
        <w:tc>
          <w:tcPr>
            <w:tcW w:w="835" w:type="dxa"/>
          </w:tcPr>
          <w:p w14:paraId="0C7AFA52" w14:textId="77777777" w:rsidR="002E7826" w:rsidRPr="001C0CC4" w:rsidRDefault="002E7826" w:rsidP="002E7826">
            <w:pPr>
              <w:pStyle w:val="TAC"/>
            </w:pPr>
            <w:r w:rsidRPr="001C0CC4">
              <w:t>256 QAM</w:t>
            </w:r>
          </w:p>
        </w:tc>
        <w:tc>
          <w:tcPr>
            <w:tcW w:w="835" w:type="dxa"/>
          </w:tcPr>
          <w:p w14:paraId="64E1D7F4" w14:textId="77777777" w:rsidR="002E7826" w:rsidRPr="001C0CC4" w:rsidRDefault="002E7826" w:rsidP="002E7826">
            <w:pPr>
              <w:pStyle w:val="TAC"/>
            </w:pPr>
            <w:r w:rsidRPr="001C0CC4">
              <w:t>256 QAM</w:t>
            </w:r>
          </w:p>
        </w:tc>
        <w:tc>
          <w:tcPr>
            <w:tcW w:w="835" w:type="dxa"/>
          </w:tcPr>
          <w:p w14:paraId="4726A660" w14:textId="77777777" w:rsidR="002E7826" w:rsidRPr="001C0CC4" w:rsidRDefault="002E7826" w:rsidP="002E7826">
            <w:pPr>
              <w:pStyle w:val="TAC"/>
            </w:pPr>
            <w:r w:rsidRPr="001C0CC4">
              <w:t>256 QAM</w:t>
            </w:r>
          </w:p>
        </w:tc>
        <w:tc>
          <w:tcPr>
            <w:tcW w:w="835" w:type="dxa"/>
          </w:tcPr>
          <w:p w14:paraId="30C97895" w14:textId="77777777" w:rsidR="002E7826" w:rsidRPr="001C0CC4" w:rsidRDefault="002E7826" w:rsidP="002E7826">
            <w:pPr>
              <w:pStyle w:val="TAC"/>
            </w:pPr>
            <w:r w:rsidRPr="001C0CC4">
              <w:t>256 QAM</w:t>
            </w:r>
          </w:p>
        </w:tc>
        <w:tc>
          <w:tcPr>
            <w:tcW w:w="835" w:type="dxa"/>
          </w:tcPr>
          <w:p w14:paraId="3C23BF73" w14:textId="77777777" w:rsidR="002E7826" w:rsidRPr="001C0CC4" w:rsidRDefault="002E7826" w:rsidP="002E7826">
            <w:pPr>
              <w:pStyle w:val="TAC"/>
            </w:pPr>
            <w:r w:rsidRPr="001C0CC4">
              <w:t>256 QAM</w:t>
            </w:r>
          </w:p>
        </w:tc>
        <w:tc>
          <w:tcPr>
            <w:tcW w:w="835" w:type="dxa"/>
          </w:tcPr>
          <w:p w14:paraId="42747804" w14:textId="77777777" w:rsidR="002E7826" w:rsidRPr="001C0CC4" w:rsidRDefault="002E7826" w:rsidP="002E7826">
            <w:pPr>
              <w:pStyle w:val="TAC"/>
            </w:pPr>
            <w:r w:rsidRPr="001C0CC4">
              <w:t>256 QAM</w:t>
            </w:r>
          </w:p>
        </w:tc>
        <w:tc>
          <w:tcPr>
            <w:tcW w:w="835" w:type="dxa"/>
          </w:tcPr>
          <w:p w14:paraId="092D181C" w14:textId="77777777" w:rsidR="002E7826" w:rsidRPr="001C0CC4" w:rsidRDefault="002E7826" w:rsidP="002E7826">
            <w:pPr>
              <w:pStyle w:val="TAC"/>
            </w:pPr>
            <w:r w:rsidRPr="001C0CC4">
              <w:t>256 QAM</w:t>
            </w:r>
          </w:p>
        </w:tc>
        <w:tc>
          <w:tcPr>
            <w:tcW w:w="835" w:type="dxa"/>
          </w:tcPr>
          <w:p w14:paraId="220297CE" w14:textId="77777777" w:rsidR="002E7826" w:rsidRPr="001C0CC4" w:rsidRDefault="002E7826" w:rsidP="002E7826">
            <w:pPr>
              <w:pStyle w:val="TAC"/>
            </w:pPr>
            <w:r w:rsidRPr="001C0CC4">
              <w:t>256 QAM</w:t>
            </w:r>
          </w:p>
        </w:tc>
        <w:tc>
          <w:tcPr>
            <w:tcW w:w="835" w:type="dxa"/>
          </w:tcPr>
          <w:p w14:paraId="13DA768A" w14:textId="3C7D0A0E" w:rsidR="002E7826" w:rsidRPr="001C0CC4" w:rsidRDefault="002E7826" w:rsidP="002E7826">
            <w:pPr>
              <w:pStyle w:val="TAC"/>
            </w:pPr>
            <w:r>
              <w:t>256 QAM</w:t>
            </w:r>
          </w:p>
        </w:tc>
        <w:tc>
          <w:tcPr>
            <w:tcW w:w="835" w:type="dxa"/>
          </w:tcPr>
          <w:p w14:paraId="58868510" w14:textId="05E3EBD1" w:rsidR="002E7826" w:rsidRPr="001C0CC4" w:rsidRDefault="002E7826" w:rsidP="002E7826">
            <w:pPr>
              <w:pStyle w:val="TAC"/>
            </w:pPr>
            <w:r w:rsidRPr="001C0CC4">
              <w:t>256 QAM</w:t>
            </w:r>
          </w:p>
        </w:tc>
        <w:tc>
          <w:tcPr>
            <w:tcW w:w="835" w:type="dxa"/>
          </w:tcPr>
          <w:p w14:paraId="3BAB9EBD" w14:textId="77777777" w:rsidR="002E7826" w:rsidRPr="001C0CC4" w:rsidRDefault="002E7826" w:rsidP="002E7826">
            <w:pPr>
              <w:pStyle w:val="TAC"/>
            </w:pPr>
            <w:r w:rsidRPr="001C0CC4">
              <w:t>256 QAM</w:t>
            </w:r>
          </w:p>
        </w:tc>
      </w:tr>
      <w:tr w:rsidR="002E7826" w:rsidRPr="001C0CC4" w14:paraId="06AD6795" w14:textId="77777777" w:rsidTr="002E7826">
        <w:trPr>
          <w:jc w:val="center"/>
        </w:trPr>
        <w:tc>
          <w:tcPr>
            <w:tcW w:w="3690" w:type="dxa"/>
            <w:gridSpan w:val="2"/>
          </w:tcPr>
          <w:p w14:paraId="04A32E72" w14:textId="77777777" w:rsidR="002E7826" w:rsidRPr="001C0CC4" w:rsidRDefault="002E7826" w:rsidP="002E7826">
            <w:pPr>
              <w:pStyle w:val="TAL"/>
              <w:rPr>
                <w:rFonts w:eastAsia="SimSun"/>
              </w:rPr>
            </w:pPr>
            <w:r w:rsidRPr="001C0CC4">
              <w:rPr>
                <w:rFonts w:eastAsia="SimSun"/>
              </w:rPr>
              <w:t>Target Coding Rate</w:t>
            </w:r>
          </w:p>
        </w:tc>
        <w:tc>
          <w:tcPr>
            <w:tcW w:w="1093" w:type="dxa"/>
          </w:tcPr>
          <w:p w14:paraId="03396CFC" w14:textId="77777777" w:rsidR="002E7826" w:rsidRPr="001C0CC4" w:rsidRDefault="002E7826" w:rsidP="002E7826">
            <w:pPr>
              <w:pStyle w:val="TAC"/>
            </w:pPr>
          </w:p>
        </w:tc>
        <w:tc>
          <w:tcPr>
            <w:tcW w:w="835" w:type="dxa"/>
          </w:tcPr>
          <w:p w14:paraId="4D16C169" w14:textId="77777777" w:rsidR="002E7826" w:rsidRPr="001C0CC4" w:rsidRDefault="002E7826" w:rsidP="002E7826">
            <w:pPr>
              <w:pStyle w:val="TAC"/>
            </w:pPr>
            <w:r w:rsidRPr="001C0CC4">
              <w:t>4/5</w:t>
            </w:r>
          </w:p>
        </w:tc>
        <w:tc>
          <w:tcPr>
            <w:tcW w:w="835" w:type="dxa"/>
          </w:tcPr>
          <w:p w14:paraId="7D06A605" w14:textId="77777777" w:rsidR="002E7826" w:rsidRPr="001C0CC4" w:rsidRDefault="002E7826" w:rsidP="002E7826">
            <w:pPr>
              <w:pStyle w:val="TAC"/>
            </w:pPr>
            <w:r w:rsidRPr="001C0CC4">
              <w:t>4/5</w:t>
            </w:r>
          </w:p>
        </w:tc>
        <w:tc>
          <w:tcPr>
            <w:tcW w:w="835" w:type="dxa"/>
          </w:tcPr>
          <w:p w14:paraId="031C0C99" w14:textId="77777777" w:rsidR="002E7826" w:rsidRPr="001C0CC4" w:rsidRDefault="002E7826" w:rsidP="002E7826">
            <w:pPr>
              <w:pStyle w:val="TAC"/>
            </w:pPr>
            <w:r w:rsidRPr="001C0CC4">
              <w:t>4/5</w:t>
            </w:r>
          </w:p>
        </w:tc>
        <w:tc>
          <w:tcPr>
            <w:tcW w:w="835" w:type="dxa"/>
          </w:tcPr>
          <w:p w14:paraId="661C09F2" w14:textId="77777777" w:rsidR="002E7826" w:rsidRPr="001C0CC4" w:rsidRDefault="002E7826" w:rsidP="002E7826">
            <w:pPr>
              <w:pStyle w:val="TAC"/>
            </w:pPr>
            <w:r w:rsidRPr="001C0CC4">
              <w:t>4/5</w:t>
            </w:r>
          </w:p>
        </w:tc>
        <w:tc>
          <w:tcPr>
            <w:tcW w:w="835" w:type="dxa"/>
          </w:tcPr>
          <w:p w14:paraId="5CB663E1" w14:textId="77777777" w:rsidR="002E7826" w:rsidRPr="001C0CC4" w:rsidRDefault="002E7826" w:rsidP="002E7826">
            <w:pPr>
              <w:pStyle w:val="TAC"/>
            </w:pPr>
            <w:r w:rsidRPr="001C0CC4">
              <w:t>4/5</w:t>
            </w:r>
          </w:p>
        </w:tc>
        <w:tc>
          <w:tcPr>
            <w:tcW w:w="835" w:type="dxa"/>
          </w:tcPr>
          <w:p w14:paraId="5C228CD9" w14:textId="77777777" w:rsidR="002E7826" w:rsidRPr="001C0CC4" w:rsidRDefault="002E7826" w:rsidP="002E7826">
            <w:pPr>
              <w:pStyle w:val="TAC"/>
            </w:pPr>
            <w:r w:rsidRPr="001C0CC4">
              <w:t>4/5</w:t>
            </w:r>
          </w:p>
        </w:tc>
        <w:tc>
          <w:tcPr>
            <w:tcW w:w="835" w:type="dxa"/>
          </w:tcPr>
          <w:p w14:paraId="34824011" w14:textId="77777777" w:rsidR="002E7826" w:rsidRPr="001C0CC4" w:rsidRDefault="002E7826" w:rsidP="002E7826">
            <w:pPr>
              <w:pStyle w:val="TAC"/>
            </w:pPr>
            <w:r w:rsidRPr="001C0CC4">
              <w:t>4/5</w:t>
            </w:r>
          </w:p>
        </w:tc>
        <w:tc>
          <w:tcPr>
            <w:tcW w:w="835" w:type="dxa"/>
          </w:tcPr>
          <w:p w14:paraId="03E0A0D9" w14:textId="77777777" w:rsidR="002E7826" w:rsidRPr="001C0CC4" w:rsidRDefault="002E7826" w:rsidP="002E7826">
            <w:pPr>
              <w:pStyle w:val="TAC"/>
            </w:pPr>
            <w:r w:rsidRPr="001C0CC4">
              <w:t>4/5</w:t>
            </w:r>
          </w:p>
        </w:tc>
        <w:tc>
          <w:tcPr>
            <w:tcW w:w="835" w:type="dxa"/>
          </w:tcPr>
          <w:p w14:paraId="5B87620C" w14:textId="77777777" w:rsidR="002E7826" w:rsidRPr="001C0CC4" w:rsidRDefault="002E7826" w:rsidP="002E7826">
            <w:pPr>
              <w:pStyle w:val="TAC"/>
            </w:pPr>
            <w:r w:rsidRPr="001C0CC4">
              <w:t>4/5</w:t>
            </w:r>
          </w:p>
        </w:tc>
        <w:tc>
          <w:tcPr>
            <w:tcW w:w="835" w:type="dxa"/>
          </w:tcPr>
          <w:p w14:paraId="52D68649" w14:textId="23F782F2" w:rsidR="002E7826" w:rsidRPr="001C0CC4" w:rsidRDefault="002E7826" w:rsidP="002E7826">
            <w:pPr>
              <w:pStyle w:val="TAC"/>
            </w:pPr>
            <w:r>
              <w:t>4/5</w:t>
            </w:r>
          </w:p>
        </w:tc>
        <w:tc>
          <w:tcPr>
            <w:tcW w:w="835" w:type="dxa"/>
          </w:tcPr>
          <w:p w14:paraId="73C94F8E" w14:textId="3F0235CB" w:rsidR="002E7826" w:rsidRPr="001C0CC4" w:rsidRDefault="002E7826" w:rsidP="002E7826">
            <w:pPr>
              <w:pStyle w:val="TAC"/>
            </w:pPr>
            <w:r w:rsidRPr="001C0CC4">
              <w:t>4/5</w:t>
            </w:r>
          </w:p>
        </w:tc>
        <w:tc>
          <w:tcPr>
            <w:tcW w:w="835" w:type="dxa"/>
          </w:tcPr>
          <w:p w14:paraId="0CFDFBB1" w14:textId="77777777" w:rsidR="002E7826" w:rsidRPr="001C0CC4" w:rsidRDefault="002E7826" w:rsidP="002E7826">
            <w:pPr>
              <w:pStyle w:val="TAC"/>
            </w:pPr>
            <w:r w:rsidRPr="001C0CC4">
              <w:t>4/5</w:t>
            </w:r>
          </w:p>
        </w:tc>
      </w:tr>
      <w:tr w:rsidR="002E7826" w:rsidRPr="001C0CC4" w14:paraId="221D2C5C" w14:textId="77777777" w:rsidTr="002E7826">
        <w:trPr>
          <w:jc w:val="center"/>
        </w:trPr>
        <w:tc>
          <w:tcPr>
            <w:tcW w:w="3690" w:type="dxa"/>
            <w:gridSpan w:val="2"/>
          </w:tcPr>
          <w:p w14:paraId="456B6E09" w14:textId="77777777" w:rsidR="002E7826" w:rsidRPr="001C0CC4" w:rsidRDefault="002E7826" w:rsidP="002E7826">
            <w:pPr>
              <w:pStyle w:val="TAL"/>
              <w:rPr>
                <w:rFonts w:eastAsia="SimSun"/>
              </w:rPr>
            </w:pPr>
            <w:r w:rsidRPr="001C0CC4">
              <w:rPr>
                <w:rFonts w:eastAsia="SimSun"/>
              </w:rPr>
              <w:t>Maximum number of HARQ transmissions</w:t>
            </w:r>
          </w:p>
        </w:tc>
        <w:tc>
          <w:tcPr>
            <w:tcW w:w="1093" w:type="dxa"/>
          </w:tcPr>
          <w:p w14:paraId="45691DDF" w14:textId="77777777" w:rsidR="002E7826" w:rsidRPr="001C0CC4" w:rsidRDefault="002E7826" w:rsidP="002E7826">
            <w:pPr>
              <w:pStyle w:val="TAC"/>
            </w:pPr>
          </w:p>
        </w:tc>
        <w:tc>
          <w:tcPr>
            <w:tcW w:w="835" w:type="dxa"/>
          </w:tcPr>
          <w:p w14:paraId="6CABBC3D" w14:textId="77777777" w:rsidR="002E7826" w:rsidRPr="001C0CC4" w:rsidRDefault="002E7826" w:rsidP="002E7826">
            <w:pPr>
              <w:pStyle w:val="TAC"/>
            </w:pPr>
            <w:r w:rsidRPr="001C0CC4">
              <w:t>1</w:t>
            </w:r>
          </w:p>
        </w:tc>
        <w:tc>
          <w:tcPr>
            <w:tcW w:w="835" w:type="dxa"/>
          </w:tcPr>
          <w:p w14:paraId="13617443" w14:textId="77777777" w:rsidR="002E7826" w:rsidRPr="001C0CC4" w:rsidRDefault="002E7826" w:rsidP="002E7826">
            <w:pPr>
              <w:pStyle w:val="TAC"/>
            </w:pPr>
            <w:r w:rsidRPr="001C0CC4">
              <w:t>1</w:t>
            </w:r>
          </w:p>
        </w:tc>
        <w:tc>
          <w:tcPr>
            <w:tcW w:w="835" w:type="dxa"/>
          </w:tcPr>
          <w:p w14:paraId="1CB5EACF" w14:textId="77777777" w:rsidR="002E7826" w:rsidRPr="001C0CC4" w:rsidRDefault="002E7826" w:rsidP="002E7826">
            <w:pPr>
              <w:pStyle w:val="TAC"/>
            </w:pPr>
            <w:r w:rsidRPr="001C0CC4">
              <w:t>1</w:t>
            </w:r>
          </w:p>
        </w:tc>
        <w:tc>
          <w:tcPr>
            <w:tcW w:w="835" w:type="dxa"/>
          </w:tcPr>
          <w:p w14:paraId="09FDD115" w14:textId="77777777" w:rsidR="002E7826" w:rsidRPr="001C0CC4" w:rsidRDefault="002E7826" w:rsidP="002E7826">
            <w:pPr>
              <w:pStyle w:val="TAC"/>
            </w:pPr>
            <w:r w:rsidRPr="001C0CC4">
              <w:t>1</w:t>
            </w:r>
          </w:p>
        </w:tc>
        <w:tc>
          <w:tcPr>
            <w:tcW w:w="835" w:type="dxa"/>
          </w:tcPr>
          <w:p w14:paraId="694AC9D9" w14:textId="77777777" w:rsidR="002E7826" w:rsidRPr="001C0CC4" w:rsidRDefault="002E7826" w:rsidP="002E7826">
            <w:pPr>
              <w:pStyle w:val="TAC"/>
            </w:pPr>
            <w:r w:rsidRPr="001C0CC4">
              <w:t>1</w:t>
            </w:r>
          </w:p>
        </w:tc>
        <w:tc>
          <w:tcPr>
            <w:tcW w:w="835" w:type="dxa"/>
          </w:tcPr>
          <w:p w14:paraId="752E8503" w14:textId="77777777" w:rsidR="002E7826" w:rsidRPr="001C0CC4" w:rsidRDefault="002E7826" w:rsidP="002E7826">
            <w:pPr>
              <w:pStyle w:val="TAC"/>
            </w:pPr>
            <w:r w:rsidRPr="001C0CC4">
              <w:t>1</w:t>
            </w:r>
          </w:p>
        </w:tc>
        <w:tc>
          <w:tcPr>
            <w:tcW w:w="835" w:type="dxa"/>
          </w:tcPr>
          <w:p w14:paraId="14B1B59C" w14:textId="77777777" w:rsidR="002E7826" w:rsidRPr="001C0CC4" w:rsidRDefault="002E7826" w:rsidP="002E7826">
            <w:pPr>
              <w:pStyle w:val="TAC"/>
            </w:pPr>
            <w:r w:rsidRPr="001C0CC4">
              <w:t>1</w:t>
            </w:r>
          </w:p>
        </w:tc>
        <w:tc>
          <w:tcPr>
            <w:tcW w:w="835" w:type="dxa"/>
          </w:tcPr>
          <w:p w14:paraId="0090DC58" w14:textId="77777777" w:rsidR="002E7826" w:rsidRPr="001C0CC4" w:rsidRDefault="002E7826" w:rsidP="002E7826">
            <w:pPr>
              <w:pStyle w:val="TAC"/>
            </w:pPr>
            <w:r w:rsidRPr="001C0CC4">
              <w:t>1</w:t>
            </w:r>
          </w:p>
        </w:tc>
        <w:tc>
          <w:tcPr>
            <w:tcW w:w="835" w:type="dxa"/>
          </w:tcPr>
          <w:p w14:paraId="5061D810" w14:textId="77777777" w:rsidR="002E7826" w:rsidRPr="001C0CC4" w:rsidRDefault="002E7826" w:rsidP="002E7826">
            <w:pPr>
              <w:pStyle w:val="TAC"/>
            </w:pPr>
            <w:r w:rsidRPr="001C0CC4">
              <w:t>1</w:t>
            </w:r>
          </w:p>
        </w:tc>
        <w:tc>
          <w:tcPr>
            <w:tcW w:w="835" w:type="dxa"/>
          </w:tcPr>
          <w:p w14:paraId="60714F15" w14:textId="696738CE" w:rsidR="002E7826" w:rsidRPr="001C0CC4" w:rsidRDefault="002E7826" w:rsidP="002E7826">
            <w:pPr>
              <w:pStyle w:val="TAC"/>
            </w:pPr>
            <w:r>
              <w:t>1</w:t>
            </w:r>
          </w:p>
        </w:tc>
        <w:tc>
          <w:tcPr>
            <w:tcW w:w="835" w:type="dxa"/>
          </w:tcPr>
          <w:p w14:paraId="54AAAB37" w14:textId="0AEA7AAF" w:rsidR="002E7826" w:rsidRPr="001C0CC4" w:rsidRDefault="002E7826" w:rsidP="002E7826">
            <w:pPr>
              <w:pStyle w:val="TAC"/>
            </w:pPr>
            <w:r w:rsidRPr="001C0CC4">
              <w:t>1</w:t>
            </w:r>
          </w:p>
        </w:tc>
        <w:tc>
          <w:tcPr>
            <w:tcW w:w="835" w:type="dxa"/>
          </w:tcPr>
          <w:p w14:paraId="32773446" w14:textId="77777777" w:rsidR="002E7826" w:rsidRPr="001C0CC4" w:rsidRDefault="002E7826" w:rsidP="002E7826">
            <w:pPr>
              <w:pStyle w:val="TAC"/>
            </w:pPr>
            <w:r w:rsidRPr="001C0CC4">
              <w:t>1</w:t>
            </w:r>
          </w:p>
        </w:tc>
      </w:tr>
      <w:tr w:rsidR="002E7826" w:rsidRPr="001C0CC4" w14:paraId="709B9DF2" w14:textId="77777777" w:rsidTr="002E7826">
        <w:trPr>
          <w:jc w:val="center"/>
        </w:trPr>
        <w:tc>
          <w:tcPr>
            <w:tcW w:w="3690" w:type="dxa"/>
            <w:gridSpan w:val="2"/>
          </w:tcPr>
          <w:p w14:paraId="543B9179" w14:textId="77777777" w:rsidR="002E7826" w:rsidRPr="001C0CC4" w:rsidRDefault="002E7826" w:rsidP="002E7826">
            <w:pPr>
              <w:pStyle w:val="TAH"/>
              <w:rPr>
                <w:rFonts w:eastAsia="SimSun"/>
              </w:rPr>
            </w:pPr>
            <w:r w:rsidRPr="001C0CC4">
              <w:rPr>
                <w:rFonts w:eastAsia="SimSun"/>
              </w:rPr>
              <w:t>Information Bit Payload per Slot</w:t>
            </w:r>
          </w:p>
        </w:tc>
        <w:tc>
          <w:tcPr>
            <w:tcW w:w="1093" w:type="dxa"/>
          </w:tcPr>
          <w:p w14:paraId="0C48B6D0" w14:textId="77777777" w:rsidR="002E7826" w:rsidRPr="001C0CC4" w:rsidRDefault="002E7826" w:rsidP="002E7826">
            <w:pPr>
              <w:pStyle w:val="TAC"/>
              <w:rPr>
                <w:rFonts w:cs="Arial"/>
              </w:rPr>
            </w:pPr>
          </w:p>
        </w:tc>
        <w:tc>
          <w:tcPr>
            <w:tcW w:w="835" w:type="dxa"/>
          </w:tcPr>
          <w:p w14:paraId="5C99F399" w14:textId="77777777" w:rsidR="002E7826" w:rsidRPr="001C0CC4" w:rsidRDefault="002E7826" w:rsidP="002E7826">
            <w:pPr>
              <w:pStyle w:val="TAC"/>
              <w:rPr>
                <w:rFonts w:cs="Arial"/>
              </w:rPr>
            </w:pPr>
          </w:p>
        </w:tc>
        <w:tc>
          <w:tcPr>
            <w:tcW w:w="835" w:type="dxa"/>
          </w:tcPr>
          <w:p w14:paraId="19230A9A" w14:textId="77777777" w:rsidR="002E7826" w:rsidRPr="001C0CC4" w:rsidRDefault="002E7826" w:rsidP="002E7826">
            <w:pPr>
              <w:pStyle w:val="TAC"/>
              <w:rPr>
                <w:rFonts w:cs="Arial"/>
              </w:rPr>
            </w:pPr>
          </w:p>
        </w:tc>
        <w:tc>
          <w:tcPr>
            <w:tcW w:w="835" w:type="dxa"/>
          </w:tcPr>
          <w:p w14:paraId="705A7D80" w14:textId="77777777" w:rsidR="002E7826" w:rsidRPr="001C0CC4" w:rsidRDefault="002E7826" w:rsidP="002E7826">
            <w:pPr>
              <w:pStyle w:val="TAC"/>
              <w:rPr>
                <w:rFonts w:cs="Arial"/>
              </w:rPr>
            </w:pPr>
          </w:p>
        </w:tc>
        <w:tc>
          <w:tcPr>
            <w:tcW w:w="835" w:type="dxa"/>
          </w:tcPr>
          <w:p w14:paraId="5A8D833F" w14:textId="77777777" w:rsidR="002E7826" w:rsidRPr="001C0CC4" w:rsidRDefault="002E7826" w:rsidP="002E7826">
            <w:pPr>
              <w:pStyle w:val="TAC"/>
              <w:rPr>
                <w:rFonts w:cs="Arial"/>
              </w:rPr>
            </w:pPr>
          </w:p>
        </w:tc>
        <w:tc>
          <w:tcPr>
            <w:tcW w:w="835" w:type="dxa"/>
          </w:tcPr>
          <w:p w14:paraId="01F0E986" w14:textId="77777777" w:rsidR="002E7826" w:rsidRPr="001C0CC4" w:rsidRDefault="002E7826" w:rsidP="002E7826">
            <w:pPr>
              <w:pStyle w:val="TAC"/>
              <w:rPr>
                <w:rFonts w:cs="Arial"/>
              </w:rPr>
            </w:pPr>
          </w:p>
        </w:tc>
        <w:tc>
          <w:tcPr>
            <w:tcW w:w="835" w:type="dxa"/>
          </w:tcPr>
          <w:p w14:paraId="123B60CC" w14:textId="77777777" w:rsidR="002E7826" w:rsidRPr="001C0CC4" w:rsidRDefault="002E7826" w:rsidP="002E7826">
            <w:pPr>
              <w:pStyle w:val="TAC"/>
              <w:rPr>
                <w:rFonts w:cs="Arial"/>
              </w:rPr>
            </w:pPr>
          </w:p>
        </w:tc>
        <w:tc>
          <w:tcPr>
            <w:tcW w:w="835" w:type="dxa"/>
          </w:tcPr>
          <w:p w14:paraId="0AFD1E8C" w14:textId="77777777" w:rsidR="002E7826" w:rsidRPr="001C0CC4" w:rsidRDefault="002E7826" w:rsidP="002E7826">
            <w:pPr>
              <w:pStyle w:val="TAC"/>
              <w:rPr>
                <w:rFonts w:cs="Arial"/>
              </w:rPr>
            </w:pPr>
          </w:p>
        </w:tc>
        <w:tc>
          <w:tcPr>
            <w:tcW w:w="835" w:type="dxa"/>
          </w:tcPr>
          <w:p w14:paraId="2B89A053" w14:textId="77777777" w:rsidR="002E7826" w:rsidRPr="001C0CC4" w:rsidRDefault="002E7826" w:rsidP="002E7826">
            <w:pPr>
              <w:pStyle w:val="TAC"/>
              <w:rPr>
                <w:rFonts w:cs="Arial"/>
              </w:rPr>
            </w:pPr>
          </w:p>
        </w:tc>
        <w:tc>
          <w:tcPr>
            <w:tcW w:w="835" w:type="dxa"/>
          </w:tcPr>
          <w:p w14:paraId="59D86438" w14:textId="77777777" w:rsidR="002E7826" w:rsidRPr="001C0CC4" w:rsidRDefault="002E7826" w:rsidP="002E7826">
            <w:pPr>
              <w:pStyle w:val="TAC"/>
              <w:rPr>
                <w:rFonts w:cs="Arial"/>
              </w:rPr>
            </w:pPr>
          </w:p>
        </w:tc>
        <w:tc>
          <w:tcPr>
            <w:tcW w:w="835" w:type="dxa"/>
          </w:tcPr>
          <w:p w14:paraId="24DB2BAF" w14:textId="77777777" w:rsidR="002E7826" w:rsidRPr="001C0CC4" w:rsidRDefault="002E7826" w:rsidP="002E7826">
            <w:pPr>
              <w:pStyle w:val="TAC"/>
              <w:rPr>
                <w:rFonts w:cs="Arial"/>
              </w:rPr>
            </w:pPr>
          </w:p>
        </w:tc>
        <w:tc>
          <w:tcPr>
            <w:tcW w:w="835" w:type="dxa"/>
          </w:tcPr>
          <w:p w14:paraId="5D89B0E7" w14:textId="75F3CBB7" w:rsidR="002E7826" w:rsidRPr="001C0CC4" w:rsidRDefault="002E7826" w:rsidP="002E7826">
            <w:pPr>
              <w:pStyle w:val="TAC"/>
              <w:rPr>
                <w:rFonts w:cs="Arial"/>
              </w:rPr>
            </w:pPr>
          </w:p>
        </w:tc>
        <w:tc>
          <w:tcPr>
            <w:tcW w:w="835" w:type="dxa"/>
          </w:tcPr>
          <w:p w14:paraId="065471BA" w14:textId="77777777" w:rsidR="002E7826" w:rsidRPr="001C0CC4" w:rsidRDefault="002E7826" w:rsidP="002E7826">
            <w:pPr>
              <w:pStyle w:val="TAC"/>
              <w:rPr>
                <w:rFonts w:cs="Arial"/>
              </w:rPr>
            </w:pPr>
          </w:p>
        </w:tc>
      </w:tr>
      <w:tr w:rsidR="002E7826" w:rsidRPr="001C0CC4" w14:paraId="7D809F39" w14:textId="77777777" w:rsidTr="002E7826">
        <w:trPr>
          <w:jc w:val="center"/>
        </w:trPr>
        <w:tc>
          <w:tcPr>
            <w:tcW w:w="3690" w:type="dxa"/>
            <w:gridSpan w:val="2"/>
          </w:tcPr>
          <w:p w14:paraId="1D0741A8" w14:textId="77777777" w:rsidR="002E7826" w:rsidRPr="001C0CC4" w:rsidRDefault="002E7826" w:rsidP="002E7826">
            <w:pPr>
              <w:pStyle w:val="TAL"/>
              <w:rPr>
                <w:rFonts w:eastAsia="SimSun"/>
              </w:rPr>
            </w:pPr>
            <w:r w:rsidRPr="001C0CC4">
              <w:rPr>
                <w:rFonts w:eastAsia="SimSun"/>
              </w:rPr>
              <w:t xml:space="preserve">  For Slots 0,1,2 and Slot i, if mod(i, 10) = {7,8,9} for i from {0,…,19}</w:t>
            </w:r>
          </w:p>
        </w:tc>
        <w:tc>
          <w:tcPr>
            <w:tcW w:w="1093" w:type="dxa"/>
          </w:tcPr>
          <w:p w14:paraId="3A6E7D82" w14:textId="77777777" w:rsidR="002E7826" w:rsidRPr="001C0CC4" w:rsidRDefault="002E7826" w:rsidP="002E7826">
            <w:pPr>
              <w:pStyle w:val="TAC"/>
            </w:pPr>
            <w:r w:rsidRPr="001C0CC4">
              <w:t>Bits</w:t>
            </w:r>
          </w:p>
        </w:tc>
        <w:tc>
          <w:tcPr>
            <w:tcW w:w="835" w:type="dxa"/>
          </w:tcPr>
          <w:p w14:paraId="3BD1B5E6" w14:textId="77777777" w:rsidR="002E7826" w:rsidRPr="001C0CC4" w:rsidRDefault="002E7826" w:rsidP="002E7826">
            <w:pPr>
              <w:pStyle w:val="TAC"/>
            </w:pPr>
            <w:r w:rsidRPr="001C0CC4">
              <w:t>N/A</w:t>
            </w:r>
          </w:p>
        </w:tc>
        <w:tc>
          <w:tcPr>
            <w:tcW w:w="835" w:type="dxa"/>
          </w:tcPr>
          <w:p w14:paraId="773C11F1" w14:textId="77777777" w:rsidR="002E7826" w:rsidRPr="001C0CC4" w:rsidRDefault="002E7826" w:rsidP="002E7826">
            <w:pPr>
              <w:pStyle w:val="TAC"/>
            </w:pPr>
            <w:r w:rsidRPr="001C0CC4">
              <w:t>N/A</w:t>
            </w:r>
          </w:p>
        </w:tc>
        <w:tc>
          <w:tcPr>
            <w:tcW w:w="835" w:type="dxa"/>
          </w:tcPr>
          <w:p w14:paraId="56893F23" w14:textId="77777777" w:rsidR="002E7826" w:rsidRPr="001C0CC4" w:rsidRDefault="002E7826" w:rsidP="002E7826">
            <w:pPr>
              <w:pStyle w:val="TAC"/>
            </w:pPr>
            <w:r w:rsidRPr="001C0CC4">
              <w:t>N/A</w:t>
            </w:r>
          </w:p>
        </w:tc>
        <w:tc>
          <w:tcPr>
            <w:tcW w:w="835" w:type="dxa"/>
          </w:tcPr>
          <w:p w14:paraId="6A4813D4" w14:textId="77777777" w:rsidR="002E7826" w:rsidRPr="001C0CC4" w:rsidRDefault="002E7826" w:rsidP="002E7826">
            <w:pPr>
              <w:pStyle w:val="TAC"/>
            </w:pPr>
            <w:r w:rsidRPr="001C0CC4">
              <w:t>N/A</w:t>
            </w:r>
          </w:p>
        </w:tc>
        <w:tc>
          <w:tcPr>
            <w:tcW w:w="835" w:type="dxa"/>
          </w:tcPr>
          <w:p w14:paraId="6A2D9E5B" w14:textId="77777777" w:rsidR="002E7826" w:rsidRPr="001C0CC4" w:rsidRDefault="002E7826" w:rsidP="002E7826">
            <w:pPr>
              <w:pStyle w:val="TAC"/>
            </w:pPr>
            <w:r w:rsidRPr="001C0CC4">
              <w:t>N/A</w:t>
            </w:r>
          </w:p>
        </w:tc>
        <w:tc>
          <w:tcPr>
            <w:tcW w:w="835" w:type="dxa"/>
          </w:tcPr>
          <w:p w14:paraId="7320E9F0" w14:textId="77777777" w:rsidR="002E7826" w:rsidRPr="001C0CC4" w:rsidRDefault="002E7826" w:rsidP="002E7826">
            <w:pPr>
              <w:pStyle w:val="TAC"/>
            </w:pPr>
            <w:r w:rsidRPr="001C0CC4">
              <w:t>N/A</w:t>
            </w:r>
          </w:p>
        </w:tc>
        <w:tc>
          <w:tcPr>
            <w:tcW w:w="835" w:type="dxa"/>
          </w:tcPr>
          <w:p w14:paraId="50BB9712" w14:textId="77777777" w:rsidR="002E7826" w:rsidRPr="001C0CC4" w:rsidRDefault="002E7826" w:rsidP="002E7826">
            <w:pPr>
              <w:pStyle w:val="TAC"/>
            </w:pPr>
            <w:r w:rsidRPr="001C0CC4">
              <w:t>N/A</w:t>
            </w:r>
          </w:p>
        </w:tc>
        <w:tc>
          <w:tcPr>
            <w:tcW w:w="835" w:type="dxa"/>
          </w:tcPr>
          <w:p w14:paraId="479F632F" w14:textId="77777777" w:rsidR="002E7826" w:rsidRPr="001C0CC4" w:rsidRDefault="002E7826" w:rsidP="002E7826">
            <w:pPr>
              <w:pStyle w:val="TAC"/>
            </w:pPr>
            <w:r w:rsidRPr="001C0CC4">
              <w:t>N/A</w:t>
            </w:r>
          </w:p>
        </w:tc>
        <w:tc>
          <w:tcPr>
            <w:tcW w:w="835" w:type="dxa"/>
          </w:tcPr>
          <w:p w14:paraId="48ACCD27" w14:textId="77777777" w:rsidR="002E7826" w:rsidRPr="001C0CC4" w:rsidRDefault="002E7826" w:rsidP="002E7826">
            <w:pPr>
              <w:pStyle w:val="TAC"/>
            </w:pPr>
            <w:r w:rsidRPr="001C0CC4">
              <w:t>N/A</w:t>
            </w:r>
          </w:p>
        </w:tc>
        <w:tc>
          <w:tcPr>
            <w:tcW w:w="835" w:type="dxa"/>
          </w:tcPr>
          <w:p w14:paraId="17BDEC26" w14:textId="37FB2E33" w:rsidR="002E7826" w:rsidRPr="001C0CC4" w:rsidRDefault="002E7826" w:rsidP="002E7826">
            <w:pPr>
              <w:pStyle w:val="TAC"/>
            </w:pPr>
            <w:r>
              <w:t>N/A</w:t>
            </w:r>
          </w:p>
        </w:tc>
        <w:tc>
          <w:tcPr>
            <w:tcW w:w="835" w:type="dxa"/>
          </w:tcPr>
          <w:p w14:paraId="28472B29" w14:textId="0727AA53" w:rsidR="002E7826" w:rsidRPr="001C0CC4" w:rsidRDefault="002E7826" w:rsidP="002E7826">
            <w:pPr>
              <w:pStyle w:val="TAC"/>
            </w:pPr>
            <w:r w:rsidRPr="001C0CC4">
              <w:t>N/A</w:t>
            </w:r>
          </w:p>
        </w:tc>
        <w:tc>
          <w:tcPr>
            <w:tcW w:w="835" w:type="dxa"/>
          </w:tcPr>
          <w:p w14:paraId="4D4F7D24" w14:textId="77777777" w:rsidR="002E7826" w:rsidRPr="001C0CC4" w:rsidRDefault="002E7826" w:rsidP="002E7826">
            <w:pPr>
              <w:pStyle w:val="TAC"/>
            </w:pPr>
            <w:r w:rsidRPr="001C0CC4">
              <w:t>N/A</w:t>
            </w:r>
          </w:p>
        </w:tc>
      </w:tr>
      <w:tr w:rsidR="002E7826" w:rsidRPr="001C0CC4" w14:paraId="27790750" w14:textId="77777777" w:rsidTr="002E7826">
        <w:trPr>
          <w:jc w:val="center"/>
        </w:trPr>
        <w:tc>
          <w:tcPr>
            <w:tcW w:w="3690" w:type="dxa"/>
            <w:gridSpan w:val="2"/>
          </w:tcPr>
          <w:p w14:paraId="4A69430B" w14:textId="77777777" w:rsidR="002E7826" w:rsidRPr="001C0CC4" w:rsidRDefault="002E7826" w:rsidP="002E7826">
            <w:pPr>
              <w:pStyle w:val="TAL"/>
              <w:rPr>
                <w:rFonts w:eastAsia="SimSun"/>
              </w:rPr>
            </w:pPr>
            <w:r w:rsidRPr="001C0CC4">
              <w:rPr>
                <w:rFonts w:eastAsia="SimSun"/>
              </w:rPr>
              <w:t xml:space="preserve">  For Slot i, if mod(i, 10) = {0,1,2,3,4,5,6} for i from {3,…,19}</w:t>
            </w:r>
          </w:p>
        </w:tc>
        <w:tc>
          <w:tcPr>
            <w:tcW w:w="1093" w:type="dxa"/>
          </w:tcPr>
          <w:p w14:paraId="433DE838" w14:textId="77777777" w:rsidR="002E7826" w:rsidRPr="001C0CC4" w:rsidRDefault="002E7826" w:rsidP="002E7826">
            <w:pPr>
              <w:pStyle w:val="TAC"/>
            </w:pPr>
            <w:r w:rsidRPr="001C0CC4">
              <w:t>Bits</w:t>
            </w:r>
          </w:p>
        </w:tc>
        <w:tc>
          <w:tcPr>
            <w:tcW w:w="835" w:type="dxa"/>
          </w:tcPr>
          <w:p w14:paraId="39028369" w14:textId="77777777" w:rsidR="002E7826" w:rsidRPr="001C0CC4" w:rsidRDefault="002E7826" w:rsidP="002E7826">
            <w:pPr>
              <w:pStyle w:val="TAC"/>
            </w:pPr>
            <w:r w:rsidRPr="001C0CC4">
              <w:t>7424</w:t>
            </w:r>
          </w:p>
        </w:tc>
        <w:tc>
          <w:tcPr>
            <w:tcW w:w="835" w:type="dxa"/>
          </w:tcPr>
          <w:p w14:paraId="30782F88" w14:textId="77777777" w:rsidR="002E7826" w:rsidRPr="001C0CC4" w:rsidRDefault="002E7826" w:rsidP="002E7826">
            <w:pPr>
              <w:pStyle w:val="TAC"/>
            </w:pPr>
            <w:r w:rsidRPr="001C0CC4">
              <w:t>16136</w:t>
            </w:r>
          </w:p>
        </w:tc>
        <w:tc>
          <w:tcPr>
            <w:tcW w:w="835" w:type="dxa"/>
          </w:tcPr>
          <w:p w14:paraId="0DC44CD3" w14:textId="77777777" w:rsidR="002E7826" w:rsidRPr="001C0CC4" w:rsidRDefault="002E7826" w:rsidP="002E7826">
            <w:pPr>
              <w:pStyle w:val="TAC"/>
            </w:pPr>
            <w:r w:rsidRPr="001C0CC4">
              <w:t>25608</w:t>
            </w:r>
          </w:p>
        </w:tc>
        <w:tc>
          <w:tcPr>
            <w:tcW w:w="835" w:type="dxa"/>
          </w:tcPr>
          <w:p w14:paraId="3EC3FB04" w14:textId="77777777" w:rsidR="002E7826" w:rsidRPr="001C0CC4" w:rsidRDefault="002E7826" w:rsidP="002E7826">
            <w:pPr>
              <w:pStyle w:val="TAC"/>
            </w:pPr>
            <w:r w:rsidRPr="001C0CC4">
              <w:t>33816</w:t>
            </w:r>
          </w:p>
        </w:tc>
        <w:tc>
          <w:tcPr>
            <w:tcW w:w="835" w:type="dxa"/>
          </w:tcPr>
          <w:p w14:paraId="7F81A36A" w14:textId="77777777" w:rsidR="002E7826" w:rsidRPr="001C0CC4" w:rsidRDefault="002E7826" w:rsidP="002E7826">
            <w:pPr>
              <w:pStyle w:val="TAC"/>
            </w:pPr>
            <w:r w:rsidRPr="001C0CC4">
              <w:t>44040</w:t>
            </w:r>
          </w:p>
        </w:tc>
        <w:tc>
          <w:tcPr>
            <w:tcW w:w="835" w:type="dxa"/>
          </w:tcPr>
          <w:p w14:paraId="2B6706FB" w14:textId="77777777" w:rsidR="002E7826" w:rsidRPr="001C0CC4" w:rsidRDefault="002E7826" w:rsidP="002E7826">
            <w:pPr>
              <w:pStyle w:val="TAC"/>
            </w:pPr>
            <w:r w:rsidRPr="001C0CC4">
              <w:t>52224</w:t>
            </w:r>
          </w:p>
        </w:tc>
        <w:tc>
          <w:tcPr>
            <w:tcW w:w="835" w:type="dxa"/>
          </w:tcPr>
          <w:p w14:paraId="2A838D32" w14:textId="77777777" w:rsidR="002E7826" w:rsidRPr="001C0CC4" w:rsidRDefault="002E7826" w:rsidP="002E7826">
            <w:pPr>
              <w:pStyle w:val="TAC"/>
            </w:pPr>
            <w:r w:rsidRPr="001C0CC4">
              <w:t>71688</w:t>
            </w:r>
          </w:p>
        </w:tc>
        <w:tc>
          <w:tcPr>
            <w:tcW w:w="835" w:type="dxa"/>
          </w:tcPr>
          <w:p w14:paraId="13CC91FB" w14:textId="77777777" w:rsidR="002E7826" w:rsidRPr="001C0CC4" w:rsidRDefault="002E7826" w:rsidP="002E7826">
            <w:pPr>
              <w:pStyle w:val="TAC"/>
            </w:pPr>
            <w:r w:rsidRPr="001C0CC4">
              <w:t>90176</w:t>
            </w:r>
          </w:p>
        </w:tc>
        <w:tc>
          <w:tcPr>
            <w:tcW w:w="835" w:type="dxa"/>
          </w:tcPr>
          <w:p w14:paraId="2A09035B" w14:textId="77777777" w:rsidR="002E7826" w:rsidRPr="001C0CC4" w:rsidRDefault="002E7826" w:rsidP="002E7826">
            <w:pPr>
              <w:pStyle w:val="TAC"/>
            </w:pPr>
            <w:r w:rsidRPr="001C0CC4">
              <w:t>108552</w:t>
            </w:r>
          </w:p>
        </w:tc>
        <w:tc>
          <w:tcPr>
            <w:tcW w:w="835" w:type="dxa"/>
          </w:tcPr>
          <w:p w14:paraId="1E82B1C6" w14:textId="3A281B91" w:rsidR="002E7826" w:rsidRPr="001C0CC4" w:rsidRDefault="002E7826" w:rsidP="002E7826">
            <w:pPr>
              <w:pStyle w:val="TAC"/>
            </w:pPr>
            <w:r>
              <w:t>127080</w:t>
            </w:r>
          </w:p>
        </w:tc>
        <w:tc>
          <w:tcPr>
            <w:tcW w:w="835" w:type="dxa"/>
          </w:tcPr>
          <w:p w14:paraId="36D2843D" w14:textId="6C1937E8" w:rsidR="002E7826" w:rsidRPr="001C0CC4" w:rsidRDefault="002E7826" w:rsidP="002E7826">
            <w:pPr>
              <w:pStyle w:val="TAC"/>
            </w:pPr>
            <w:r w:rsidRPr="001C0CC4">
              <w:t>147576</w:t>
            </w:r>
          </w:p>
        </w:tc>
        <w:tc>
          <w:tcPr>
            <w:tcW w:w="835" w:type="dxa"/>
          </w:tcPr>
          <w:p w14:paraId="4527EB41" w14:textId="77777777" w:rsidR="002E7826" w:rsidRPr="001C0CC4" w:rsidRDefault="002E7826" w:rsidP="002E7826">
            <w:pPr>
              <w:pStyle w:val="TAC"/>
            </w:pPr>
            <w:r w:rsidRPr="001C0CC4">
              <w:t>184424</w:t>
            </w:r>
          </w:p>
        </w:tc>
      </w:tr>
      <w:tr w:rsidR="002E7826" w:rsidRPr="001C0CC4" w14:paraId="4B459478" w14:textId="77777777" w:rsidTr="002E7826">
        <w:trPr>
          <w:jc w:val="center"/>
        </w:trPr>
        <w:tc>
          <w:tcPr>
            <w:tcW w:w="3690" w:type="dxa"/>
            <w:gridSpan w:val="2"/>
          </w:tcPr>
          <w:p w14:paraId="691A54B6" w14:textId="77777777" w:rsidR="002E7826" w:rsidRPr="001C0CC4" w:rsidRDefault="002E7826" w:rsidP="002E7826">
            <w:pPr>
              <w:pStyle w:val="TAL"/>
              <w:rPr>
                <w:rFonts w:eastAsia="SimSun"/>
              </w:rPr>
            </w:pPr>
            <w:r w:rsidRPr="001C0CC4">
              <w:rPr>
                <w:rFonts w:eastAsia="SimSun"/>
              </w:rPr>
              <w:t>Transport block CRC</w:t>
            </w:r>
          </w:p>
        </w:tc>
        <w:tc>
          <w:tcPr>
            <w:tcW w:w="1093" w:type="dxa"/>
          </w:tcPr>
          <w:p w14:paraId="3230C35A" w14:textId="77777777" w:rsidR="002E7826" w:rsidRPr="001C0CC4" w:rsidRDefault="002E7826" w:rsidP="002E7826">
            <w:pPr>
              <w:pStyle w:val="TAC"/>
            </w:pPr>
            <w:r w:rsidRPr="001C0CC4">
              <w:t>Bits</w:t>
            </w:r>
          </w:p>
        </w:tc>
        <w:tc>
          <w:tcPr>
            <w:tcW w:w="835" w:type="dxa"/>
          </w:tcPr>
          <w:p w14:paraId="13C3297E" w14:textId="77777777" w:rsidR="002E7826" w:rsidRPr="001C0CC4" w:rsidRDefault="002E7826" w:rsidP="002E7826">
            <w:pPr>
              <w:pStyle w:val="TAC"/>
            </w:pPr>
            <w:r w:rsidRPr="001C0CC4">
              <w:t>24</w:t>
            </w:r>
          </w:p>
        </w:tc>
        <w:tc>
          <w:tcPr>
            <w:tcW w:w="835" w:type="dxa"/>
          </w:tcPr>
          <w:p w14:paraId="411B796D" w14:textId="77777777" w:rsidR="002E7826" w:rsidRPr="001C0CC4" w:rsidRDefault="002E7826" w:rsidP="002E7826">
            <w:pPr>
              <w:pStyle w:val="TAC"/>
            </w:pPr>
            <w:r w:rsidRPr="001C0CC4">
              <w:t>24</w:t>
            </w:r>
          </w:p>
        </w:tc>
        <w:tc>
          <w:tcPr>
            <w:tcW w:w="835" w:type="dxa"/>
          </w:tcPr>
          <w:p w14:paraId="560E1C58" w14:textId="77777777" w:rsidR="002E7826" w:rsidRPr="001C0CC4" w:rsidRDefault="002E7826" w:rsidP="002E7826">
            <w:pPr>
              <w:pStyle w:val="TAC"/>
            </w:pPr>
            <w:r w:rsidRPr="001C0CC4">
              <w:t>24</w:t>
            </w:r>
          </w:p>
        </w:tc>
        <w:tc>
          <w:tcPr>
            <w:tcW w:w="835" w:type="dxa"/>
          </w:tcPr>
          <w:p w14:paraId="76623C53" w14:textId="77777777" w:rsidR="002E7826" w:rsidRPr="001C0CC4" w:rsidRDefault="002E7826" w:rsidP="002E7826">
            <w:pPr>
              <w:pStyle w:val="TAC"/>
            </w:pPr>
            <w:r w:rsidRPr="001C0CC4">
              <w:t>24</w:t>
            </w:r>
          </w:p>
        </w:tc>
        <w:tc>
          <w:tcPr>
            <w:tcW w:w="835" w:type="dxa"/>
          </w:tcPr>
          <w:p w14:paraId="31B12C9F" w14:textId="77777777" w:rsidR="002E7826" w:rsidRPr="001C0CC4" w:rsidRDefault="002E7826" w:rsidP="002E7826">
            <w:pPr>
              <w:pStyle w:val="TAC"/>
            </w:pPr>
            <w:r w:rsidRPr="001C0CC4">
              <w:t>24</w:t>
            </w:r>
          </w:p>
        </w:tc>
        <w:tc>
          <w:tcPr>
            <w:tcW w:w="835" w:type="dxa"/>
          </w:tcPr>
          <w:p w14:paraId="75099BF6" w14:textId="77777777" w:rsidR="002E7826" w:rsidRPr="001C0CC4" w:rsidRDefault="002E7826" w:rsidP="002E7826">
            <w:pPr>
              <w:pStyle w:val="TAC"/>
            </w:pPr>
            <w:r w:rsidRPr="001C0CC4">
              <w:t>24</w:t>
            </w:r>
          </w:p>
        </w:tc>
        <w:tc>
          <w:tcPr>
            <w:tcW w:w="835" w:type="dxa"/>
          </w:tcPr>
          <w:p w14:paraId="0CB12228" w14:textId="77777777" w:rsidR="002E7826" w:rsidRPr="001C0CC4" w:rsidRDefault="002E7826" w:rsidP="002E7826">
            <w:pPr>
              <w:pStyle w:val="TAC"/>
            </w:pPr>
            <w:r w:rsidRPr="001C0CC4">
              <w:t>24</w:t>
            </w:r>
          </w:p>
        </w:tc>
        <w:tc>
          <w:tcPr>
            <w:tcW w:w="835" w:type="dxa"/>
          </w:tcPr>
          <w:p w14:paraId="027820B1" w14:textId="77777777" w:rsidR="002E7826" w:rsidRPr="001C0CC4" w:rsidRDefault="002E7826" w:rsidP="002E7826">
            <w:pPr>
              <w:pStyle w:val="TAC"/>
            </w:pPr>
            <w:r w:rsidRPr="001C0CC4">
              <w:t>24</w:t>
            </w:r>
          </w:p>
        </w:tc>
        <w:tc>
          <w:tcPr>
            <w:tcW w:w="835" w:type="dxa"/>
          </w:tcPr>
          <w:p w14:paraId="558AD6B4" w14:textId="77777777" w:rsidR="002E7826" w:rsidRPr="001C0CC4" w:rsidRDefault="002E7826" w:rsidP="002E7826">
            <w:pPr>
              <w:pStyle w:val="TAC"/>
            </w:pPr>
            <w:r w:rsidRPr="001C0CC4">
              <w:t>24</w:t>
            </w:r>
          </w:p>
        </w:tc>
        <w:tc>
          <w:tcPr>
            <w:tcW w:w="835" w:type="dxa"/>
          </w:tcPr>
          <w:p w14:paraId="4709BF3E" w14:textId="2FB656A1" w:rsidR="002E7826" w:rsidRPr="001C0CC4" w:rsidRDefault="002E7826" w:rsidP="002E7826">
            <w:pPr>
              <w:pStyle w:val="TAC"/>
            </w:pPr>
            <w:r>
              <w:t>24</w:t>
            </w:r>
          </w:p>
        </w:tc>
        <w:tc>
          <w:tcPr>
            <w:tcW w:w="835" w:type="dxa"/>
          </w:tcPr>
          <w:p w14:paraId="4A5B9E45" w14:textId="16EAC163" w:rsidR="002E7826" w:rsidRPr="001C0CC4" w:rsidRDefault="002E7826" w:rsidP="002E7826">
            <w:pPr>
              <w:pStyle w:val="TAC"/>
            </w:pPr>
            <w:r w:rsidRPr="001C0CC4">
              <w:t>24</w:t>
            </w:r>
          </w:p>
        </w:tc>
        <w:tc>
          <w:tcPr>
            <w:tcW w:w="835" w:type="dxa"/>
          </w:tcPr>
          <w:p w14:paraId="37D3969B" w14:textId="77777777" w:rsidR="002E7826" w:rsidRPr="001C0CC4" w:rsidRDefault="002E7826" w:rsidP="002E7826">
            <w:pPr>
              <w:pStyle w:val="TAC"/>
            </w:pPr>
            <w:r w:rsidRPr="001C0CC4">
              <w:t>24</w:t>
            </w:r>
          </w:p>
        </w:tc>
      </w:tr>
      <w:tr w:rsidR="002E7826" w:rsidRPr="001C0CC4" w14:paraId="4E48F27F" w14:textId="77777777" w:rsidTr="002E7826">
        <w:trPr>
          <w:jc w:val="center"/>
        </w:trPr>
        <w:tc>
          <w:tcPr>
            <w:tcW w:w="3690" w:type="dxa"/>
            <w:gridSpan w:val="2"/>
          </w:tcPr>
          <w:p w14:paraId="475DA978" w14:textId="77777777" w:rsidR="002E7826" w:rsidRPr="001C0CC4" w:rsidRDefault="002E7826" w:rsidP="002E7826">
            <w:pPr>
              <w:pStyle w:val="TAL"/>
              <w:rPr>
                <w:rFonts w:eastAsia="SimSun"/>
              </w:rPr>
            </w:pPr>
            <w:r w:rsidRPr="001C0CC4">
              <w:rPr>
                <w:rFonts w:eastAsia="SimSun"/>
              </w:rPr>
              <w:t>LDPC base graph</w:t>
            </w:r>
          </w:p>
        </w:tc>
        <w:tc>
          <w:tcPr>
            <w:tcW w:w="1093" w:type="dxa"/>
          </w:tcPr>
          <w:p w14:paraId="6F3B2D51" w14:textId="77777777" w:rsidR="002E7826" w:rsidRPr="001C0CC4" w:rsidRDefault="002E7826" w:rsidP="002E7826">
            <w:pPr>
              <w:pStyle w:val="TAC"/>
            </w:pPr>
          </w:p>
        </w:tc>
        <w:tc>
          <w:tcPr>
            <w:tcW w:w="835" w:type="dxa"/>
          </w:tcPr>
          <w:p w14:paraId="4C467CA1" w14:textId="77777777" w:rsidR="002E7826" w:rsidRPr="001C0CC4" w:rsidRDefault="002E7826" w:rsidP="002E7826">
            <w:pPr>
              <w:pStyle w:val="TAC"/>
            </w:pPr>
            <w:r w:rsidRPr="001C0CC4">
              <w:t>1</w:t>
            </w:r>
          </w:p>
        </w:tc>
        <w:tc>
          <w:tcPr>
            <w:tcW w:w="835" w:type="dxa"/>
          </w:tcPr>
          <w:p w14:paraId="4727FE3C" w14:textId="77777777" w:rsidR="002E7826" w:rsidRPr="001C0CC4" w:rsidRDefault="002E7826" w:rsidP="002E7826">
            <w:pPr>
              <w:pStyle w:val="TAC"/>
            </w:pPr>
            <w:r w:rsidRPr="001C0CC4">
              <w:t>1</w:t>
            </w:r>
          </w:p>
        </w:tc>
        <w:tc>
          <w:tcPr>
            <w:tcW w:w="835" w:type="dxa"/>
          </w:tcPr>
          <w:p w14:paraId="64512427" w14:textId="77777777" w:rsidR="002E7826" w:rsidRPr="001C0CC4" w:rsidRDefault="002E7826" w:rsidP="002E7826">
            <w:pPr>
              <w:pStyle w:val="TAC"/>
            </w:pPr>
            <w:r w:rsidRPr="001C0CC4">
              <w:t>1</w:t>
            </w:r>
          </w:p>
        </w:tc>
        <w:tc>
          <w:tcPr>
            <w:tcW w:w="835" w:type="dxa"/>
          </w:tcPr>
          <w:p w14:paraId="17E4DCA3" w14:textId="77777777" w:rsidR="002E7826" w:rsidRPr="001C0CC4" w:rsidRDefault="002E7826" w:rsidP="002E7826">
            <w:pPr>
              <w:pStyle w:val="TAC"/>
            </w:pPr>
            <w:r w:rsidRPr="001C0CC4">
              <w:t>1</w:t>
            </w:r>
          </w:p>
        </w:tc>
        <w:tc>
          <w:tcPr>
            <w:tcW w:w="835" w:type="dxa"/>
          </w:tcPr>
          <w:p w14:paraId="41F12558" w14:textId="77777777" w:rsidR="002E7826" w:rsidRPr="001C0CC4" w:rsidRDefault="002E7826" w:rsidP="002E7826">
            <w:pPr>
              <w:pStyle w:val="TAC"/>
            </w:pPr>
            <w:r w:rsidRPr="001C0CC4">
              <w:t>1</w:t>
            </w:r>
          </w:p>
        </w:tc>
        <w:tc>
          <w:tcPr>
            <w:tcW w:w="835" w:type="dxa"/>
          </w:tcPr>
          <w:p w14:paraId="5B32696C" w14:textId="77777777" w:rsidR="002E7826" w:rsidRPr="001C0CC4" w:rsidRDefault="002E7826" w:rsidP="002E7826">
            <w:pPr>
              <w:pStyle w:val="TAC"/>
            </w:pPr>
            <w:r w:rsidRPr="001C0CC4">
              <w:t>1</w:t>
            </w:r>
          </w:p>
        </w:tc>
        <w:tc>
          <w:tcPr>
            <w:tcW w:w="835" w:type="dxa"/>
          </w:tcPr>
          <w:p w14:paraId="380346E0" w14:textId="77777777" w:rsidR="002E7826" w:rsidRPr="001C0CC4" w:rsidRDefault="002E7826" w:rsidP="002E7826">
            <w:pPr>
              <w:pStyle w:val="TAC"/>
            </w:pPr>
            <w:r w:rsidRPr="001C0CC4">
              <w:t>1</w:t>
            </w:r>
          </w:p>
        </w:tc>
        <w:tc>
          <w:tcPr>
            <w:tcW w:w="835" w:type="dxa"/>
          </w:tcPr>
          <w:p w14:paraId="70C2D5C4" w14:textId="77777777" w:rsidR="002E7826" w:rsidRPr="001C0CC4" w:rsidRDefault="002E7826" w:rsidP="002E7826">
            <w:pPr>
              <w:pStyle w:val="TAC"/>
            </w:pPr>
            <w:r w:rsidRPr="001C0CC4">
              <w:t>1</w:t>
            </w:r>
          </w:p>
        </w:tc>
        <w:tc>
          <w:tcPr>
            <w:tcW w:w="835" w:type="dxa"/>
          </w:tcPr>
          <w:p w14:paraId="7D8FAA99" w14:textId="77777777" w:rsidR="002E7826" w:rsidRPr="001C0CC4" w:rsidRDefault="002E7826" w:rsidP="002E7826">
            <w:pPr>
              <w:pStyle w:val="TAC"/>
            </w:pPr>
            <w:r w:rsidRPr="001C0CC4">
              <w:t>1</w:t>
            </w:r>
          </w:p>
        </w:tc>
        <w:tc>
          <w:tcPr>
            <w:tcW w:w="835" w:type="dxa"/>
          </w:tcPr>
          <w:p w14:paraId="34A39268" w14:textId="012626E0" w:rsidR="002E7826" w:rsidRPr="001C0CC4" w:rsidRDefault="002E7826" w:rsidP="002E7826">
            <w:pPr>
              <w:pStyle w:val="TAC"/>
            </w:pPr>
            <w:r>
              <w:t>1</w:t>
            </w:r>
          </w:p>
        </w:tc>
        <w:tc>
          <w:tcPr>
            <w:tcW w:w="835" w:type="dxa"/>
          </w:tcPr>
          <w:p w14:paraId="0B90AD17" w14:textId="5BFA83EA" w:rsidR="002E7826" w:rsidRPr="001C0CC4" w:rsidRDefault="002E7826" w:rsidP="002E7826">
            <w:pPr>
              <w:pStyle w:val="TAC"/>
            </w:pPr>
            <w:r w:rsidRPr="001C0CC4">
              <w:t>1</w:t>
            </w:r>
          </w:p>
        </w:tc>
        <w:tc>
          <w:tcPr>
            <w:tcW w:w="835" w:type="dxa"/>
          </w:tcPr>
          <w:p w14:paraId="484D086C" w14:textId="77777777" w:rsidR="002E7826" w:rsidRPr="001C0CC4" w:rsidRDefault="002E7826" w:rsidP="002E7826">
            <w:pPr>
              <w:pStyle w:val="TAC"/>
            </w:pPr>
            <w:r w:rsidRPr="001C0CC4">
              <w:t>1</w:t>
            </w:r>
          </w:p>
        </w:tc>
      </w:tr>
      <w:tr w:rsidR="002E7826" w:rsidRPr="001C0CC4" w14:paraId="036C30FC" w14:textId="77777777" w:rsidTr="002E7826">
        <w:trPr>
          <w:jc w:val="center"/>
        </w:trPr>
        <w:tc>
          <w:tcPr>
            <w:tcW w:w="3690" w:type="dxa"/>
            <w:gridSpan w:val="2"/>
          </w:tcPr>
          <w:p w14:paraId="5F8BD51E" w14:textId="77777777" w:rsidR="002E7826" w:rsidRPr="001C0CC4" w:rsidRDefault="002E7826" w:rsidP="002E7826">
            <w:pPr>
              <w:pStyle w:val="TAH"/>
              <w:rPr>
                <w:rFonts w:eastAsia="SimSun"/>
              </w:rPr>
            </w:pPr>
            <w:r w:rsidRPr="001C0CC4">
              <w:rPr>
                <w:rFonts w:eastAsia="SimSun"/>
              </w:rPr>
              <w:t>Number of Code Blocks per Slot</w:t>
            </w:r>
          </w:p>
        </w:tc>
        <w:tc>
          <w:tcPr>
            <w:tcW w:w="1093" w:type="dxa"/>
          </w:tcPr>
          <w:p w14:paraId="127BB7B8" w14:textId="77777777" w:rsidR="002E7826" w:rsidRPr="001C0CC4" w:rsidRDefault="002E7826" w:rsidP="002E7826">
            <w:pPr>
              <w:pStyle w:val="TAC"/>
              <w:rPr>
                <w:rFonts w:cs="Arial"/>
              </w:rPr>
            </w:pPr>
          </w:p>
        </w:tc>
        <w:tc>
          <w:tcPr>
            <w:tcW w:w="835" w:type="dxa"/>
          </w:tcPr>
          <w:p w14:paraId="2F43BCD3" w14:textId="77777777" w:rsidR="002E7826" w:rsidRPr="001C0CC4" w:rsidRDefault="002E7826" w:rsidP="002E7826">
            <w:pPr>
              <w:pStyle w:val="TAC"/>
              <w:rPr>
                <w:rFonts w:cs="Arial"/>
              </w:rPr>
            </w:pPr>
          </w:p>
        </w:tc>
        <w:tc>
          <w:tcPr>
            <w:tcW w:w="835" w:type="dxa"/>
          </w:tcPr>
          <w:p w14:paraId="54AFC038" w14:textId="77777777" w:rsidR="002E7826" w:rsidRPr="001C0CC4" w:rsidRDefault="002E7826" w:rsidP="002E7826">
            <w:pPr>
              <w:pStyle w:val="TAC"/>
              <w:rPr>
                <w:rFonts w:cs="Arial"/>
              </w:rPr>
            </w:pPr>
          </w:p>
        </w:tc>
        <w:tc>
          <w:tcPr>
            <w:tcW w:w="835" w:type="dxa"/>
          </w:tcPr>
          <w:p w14:paraId="756E0ED0" w14:textId="77777777" w:rsidR="002E7826" w:rsidRPr="001C0CC4" w:rsidRDefault="002E7826" w:rsidP="002E7826">
            <w:pPr>
              <w:pStyle w:val="TAC"/>
              <w:rPr>
                <w:rFonts w:cs="Arial"/>
              </w:rPr>
            </w:pPr>
          </w:p>
        </w:tc>
        <w:tc>
          <w:tcPr>
            <w:tcW w:w="835" w:type="dxa"/>
          </w:tcPr>
          <w:p w14:paraId="1A3B460A" w14:textId="77777777" w:rsidR="002E7826" w:rsidRPr="001C0CC4" w:rsidRDefault="002E7826" w:rsidP="002E7826">
            <w:pPr>
              <w:pStyle w:val="TAC"/>
              <w:rPr>
                <w:rFonts w:cs="Arial"/>
              </w:rPr>
            </w:pPr>
          </w:p>
        </w:tc>
        <w:tc>
          <w:tcPr>
            <w:tcW w:w="835" w:type="dxa"/>
          </w:tcPr>
          <w:p w14:paraId="6EFAA680" w14:textId="77777777" w:rsidR="002E7826" w:rsidRPr="001C0CC4" w:rsidRDefault="002E7826" w:rsidP="002E7826">
            <w:pPr>
              <w:pStyle w:val="TAC"/>
              <w:rPr>
                <w:rFonts w:cs="Arial"/>
              </w:rPr>
            </w:pPr>
          </w:p>
        </w:tc>
        <w:tc>
          <w:tcPr>
            <w:tcW w:w="835" w:type="dxa"/>
          </w:tcPr>
          <w:p w14:paraId="20D27789" w14:textId="77777777" w:rsidR="002E7826" w:rsidRPr="001C0CC4" w:rsidRDefault="002E7826" w:rsidP="002E7826">
            <w:pPr>
              <w:pStyle w:val="TAC"/>
              <w:rPr>
                <w:rFonts w:cs="Arial"/>
              </w:rPr>
            </w:pPr>
          </w:p>
        </w:tc>
        <w:tc>
          <w:tcPr>
            <w:tcW w:w="835" w:type="dxa"/>
          </w:tcPr>
          <w:p w14:paraId="45408023" w14:textId="77777777" w:rsidR="002E7826" w:rsidRPr="001C0CC4" w:rsidRDefault="002E7826" w:rsidP="002E7826">
            <w:pPr>
              <w:pStyle w:val="TAC"/>
              <w:rPr>
                <w:rFonts w:cs="Arial"/>
              </w:rPr>
            </w:pPr>
          </w:p>
        </w:tc>
        <w:tc>
          <w:tcPr>
            <w:tcW w:w="835" w:type="dxa"/>
          </w:tcPr>
          <w:p w14:paraId="56808F7D" w14:textId="77777777" w:rsidR="002E7826" w:rsidRPr="001C0CC4" w:rsidRDefault="002E7826" w:rsidP="002E7826">
            <w:pPr>
              <w:pStyle w:val="TAC"/>
              <w:rPr>
                <w:rFonts w:cs="Arial"/>
              </w:rPr>
            </w:pPr>
          </w:p>
        </w:tc>
        <w:tc>
          <w:tcPr>
            <w:tcW w:w="835" w:type="dxa"/>
          </w:tcPr>
          <w:p w14:paraId="1D0D80E9" w14:textId="77777777" w:rsidR="002E7826" w:rsidRPr="001C0CC4" w:rsidRDefault="002E7826" w:rsidP="002E7826">
            <w:pPr>
              <w:pStyle w:val="TAC"/>
              <w:rPr>
                <w:rFonts w:cs="Arial"/>
              </w:rPr>
            </w:pPr>
          </w:p>
        </w:tc>
        <w:tc>
          <w:tcPr>
            <w:tcW w:w="835" w:type="dxa"/>
          </w:tcPr>
          <w:p w14:paraId="31C31F17" w14:textId="77777777" w:rsidR="002E7826" w:rsidRPr="001C0CC4" w:rsidRDefault="002E7826" w:rsidP="002E7826">
            <w:pPr>
              <w:pStyle w:val="TAC"/>
              <w:rPr>
                <w:rFonts w:cs="Arial"/>
              </w:rPr>
            </w:pPr>
          </w:p>
        </w:tc>
        <w:tc>
          <w:tcPr>
            <w:tcW w:w="835" w:type="dxa"/>
          </w:tcPr>
          <w:p w14:paraId="2A171D99" w14:textId="023476ED" w:rsidR="002E7826" w:rsidRPr="001C0CC4" w:rsidRDefault="002E7826" w:rsidP="002E7826">
            <w:pPr>
              <w:pStyle w:val="TAC"/>
              <w:rPr>
                <w:rFonts w:cs="Arial"/>
              </w:rPr>
            </w:pPr>
          </w:p>
        </w:tc>
        <w:tc>
          <w:tcPr>
            <w:tcW w:w="835" w:type="dxa"/>
          </w:tcPr>
          <w:p w14:paraId="53D73DD7" w14:textId="77777777" w:rsidR="002E7826" w:rsidRPr="001C0CC4" w:rsidRDefault="002E7826" w:rsidP="002E7826">
            <w:pPr>
              <w:pStyle w:val="TAC"/>
              <w:rPr>
                <w:rFonts w:cs="Arial"/>
              </w:rPr>
            </w:pPr>
          </w:p>
        </w:tc>
      </w:tr>
      <w:tr w:rsidR="002E7826" w:rsidRPr="001C0CC4" w14:paraId="633E13D8" w14:textId="77777777" w:rsidTr="002E7826">
        <w:trPr>
          <w:jc w:val="center"/>
        </w:trPr>
        <w:tc>
          <w:tcPr>
            <w:tcW w:w="3690" w:type="dxa"/>
            <w:gridSpan w:val="2"/>
          </w:tcPr>
          <w:p w14:paraId="689FD8C9" w14:textId="77777777" w:rsidR="002E7826" w:rsidRPr="001C0CC4" w:rsidRDefault="002E7826" w:rsidP="002E7826">
            <w:pPr>
              <w:pStyle w:val="TAL"/>
              <w:rPr>
                <w:rFonts w:eastAsia="SimSun"/>
              </w:rPr>
            </w:pPr>
            <w:r w:rsidRPr="001C0CC4">
              <w:rPr>
                <w:rFonts w:eastAsia="SimSun"/>
              </w:rPr>
              <w:t xml:space="preserve">  For Slots 0,1,2 and Slot i, if mod(i, 10) = {7,8,9} for i from {0,…,19}</w:t>
            </w:r>
          </w:p>
        </w:tc>
        <w:tc>
          <w:tcPr>
            <w:tcW w:w="1093" w:type="dxa"/>
          </w:tcPr>
          <w:p w14:paraId="574C7B6C" w14:textId="77777777" w:rsidR="002E7826" w:rsidRPr="001C0CC4" w:rsidRDefault="002E7826" w:rsidP="002E7826">
            <w:pPr>
              <w:pStyle w:val="TAC"/>
            </w:pPr>
            <w:r w:rsidRPr="001C0CC4">
              <w:t>CBs</w:t>
            </w:r>
          </w:p>
        </w:tc>
        <w:tc>
          <w:tcPr>
            <w:tcW w:w="835" w:type="dxa"/>
          </w:tcPr>
          <w:p w14:paraId="2C27C75C" w14:textId="77777777" w:rsidR="002E7826" w:rsidRPr="001C0CC4" w:rsidRDefault="002E7826" w:rsidP="002E7826">
            <w:pPr>
              <w:pStyle w:val="TAC"/>
            </w:pPr>
            <w:r w:rsidRPr="001C0CC4">
              <w:t>N/A</w:t>
            </w:r>
          </w:p>
        </w:tc>
        <w:tc>
          <w:tcPr>
            <w:tcW w:w="835" w:type="dxa"/>
          </w:tcPr>
          <w:p w14:paraId="0D17E832" w14:textId="77777777" w:rsidR="002E7826" w:rsidRPr="001C0CC4" w:rsidRDefault="002E7826" w:rsidP="002E7826">
            <w:pPr>
              <w:pStyle w:val="TAC"/>
            </w:pPr>
            <w:r w:rsidRPr="001C0CC4">
              <w:t>N/A</w:t>
            </w:r>
          </w:p>
        </w:tc>
        <w:tc>
          <w:tcPr>
            <w:tcW w:w="835" w:type="dxa"/>
          </w:tcPr>
          <w:p w14:paraId="69337C7C" w14:textId="77777777" w:rsidR="002E7826" w:rsidRPr="001C0CC4" w:rsidRDefault="002E7826" w:rsidP="002E7826">
            <w:pPr>
              <w:pStyle w:val="TAC"/>
            </w:pPr>
            <w:r w:rsidRPr="001C0CC4">
              <w:t>N/A</w:t>
            </w:r>
          </w:p>
        </w:tc>
        <w:tc>
          <w:tcPr>
            <w:tcW w:w="835" w:type="dxa"/>
          </w:tcPr>
          <w:p w14:paraId="773B9555" w14:textId="77777777" w:rsidR="002E7826" w:rsidRPr="001C0CC4" w:rsidRDefault="002E7826" w:rsidP="002E7826">
            <w:pPr>
              <w:pStyle w:val="TAC"/>
            </w:pPr>
            <w:r w:rsidRPr="001C0CC4">
              <w:t>N/A</w:t>
            </w:r>
          </w:p>
        </w:tc>
        <w:tc>
          <w:tcPr>
            <w:tcW w:w="835" w:type="dxa"/>
          </w:tcPr>
          <w:p w14:paraId="43DCDA7C" w14:textId="77777777" w:rsidR="002E7826" w:rsidRPr="001C0CC4" w:rsidRDefault="002E7826" w:rsidP="002E7826">
            <w:pPr>
              <w:pStyle w:val="TAC"/>
            </w:pPr>
            <w:r w:rsidRPr="001C0CC4">
              <w:t>N/A</w:t>
            </w:r>
          </w:p>
        </w:tc>
        <w:tc>
          <w:tcPr>
            <w:tcW w:w="835" w:type="dxa"/>
          </w:tcPr>
          <w:p w14:paraId="0AB6A396" w14:textId="77777777" w:rsidR="002E7826" w:rsidRPr="001C0CC4" w:rsidRDefault="002E7826" w:rsidP="002E7826">
            <w:pPr>
              <w:pStyle w:val="TAC"/>
            </w:pPr>
            <w:r w:rsidRPr="001C0CC4">
              <w:t>N/A</w:t>
            </w:r>
          </w:p>
        </w:tc>
        <w:tc>
          <w:tcPr>
            <w:tcW w:w="835" w:type="dxa"/>
          </w:tcPr>
          <w:p w14:paraId="1BAE717C" w14:textId="77777777" w:rsidR="002E7826" w:rsidRPr="001C0CC4" w:rsidRDefault="002E7826" w:rsidP="002E7826">
            <w:pPr>
              <w:pStyle w:val="TAC"/>
            </w:pPr>
            <w:r w:rsidRPr="001C0CC4">
              <w:t>N/A</w:t>
            </w:r>
          </w:p>
        </w:tc>
        <w:tc>
          <w:tcPr>
            <w:tcW w:w="835" w:type="dxa"/>
          </w:tcPr>
          <w:p w14:paraId="0E445A2C" w14:textId="77777777" w:rsidR="002E7826" w:rsidRPr="001C0CC4" w:rsidRDefault="002E7826" w:rsidP="002E7826">
            <w:pPr>
              <w:pStyle w:val="TAC"/>
            </w:pPr>
            <w:r w:rsidRPr="001C0CC4">
              <w:t>N/A</w:t>
            </w:r>
          </w:p>
        </w:tc>
        <w:tc>
          <w:tcPr>
            <w:tcW w:w="835" w:type="dxa"/>
          </w:tcPr>
          <w:p w14:paraId="6F43FF55" w14:textId="77777777" w:rsidR="002E7826" w:rsidRPr="001C0CC4" w:rsidRDefault="002E7826" w:rsidP="002E7826">
            <w:pPr>
              <w:pStyle w:val="TAC"/>
            </w:pPr>
            <w:r w:rsidRPr="001C0CC4">
              <w:t>N/A</w:t>
            </w:r>
          </w:p>
        </w:tc>
        <w:tc>
          <w:tcPr>
            <w:tcW w:w="835" w:type="dxa"/>
          </w:tcPr>
          <w:p w14:paraId="1B89A369" w14:textId="2FADFE52" w:rsidR="002E7826" w:rsidRPr="001C0CC4" w:rsidRDefault="002E7826" w:rsidP="002E7826">
            <w:pPr>
              <w:pStyle w:val="TAC"/>
            </w:pPr>
            <w:r>
              <w:t>N/A</w:t>
            </w:r>
          </w:p>
        </w:tc>
        <w:tc>
          <w:tcPr>
            <w:tcW w:w="835" w:type="dxa"/>
          </w:tcPr>
          <w:p w14:paraId="1EA7464F" w14:textId="258C89A7" w:rsidR="002E7826" w:rsidRPr="001C0CC4" w:rsidRDefault="002E7826" w:rsidP="002E7826">
            <w:pPr>
              <w:pStyle w:val="TAC"/>
            </w:pPr>
            <w:r w:rsidRPr="001C0CC4">
              <w:t>N/A</w:t>
            </w:r>
          </w:p>
        </w:tc>
        <w:tc>
          <w:tcPr>
            <w:tcW w:w="835" w:type="dxa"/>
          </w:tcPr>
          <w:p w14:paraId="124103DE" w14:textId="77777777" w:rsidR="002E7826" w:rsidRPr="001C0CC4" w:rsidRDefault="002E7826" w:rsidP="002E7826">
            <w:pPr>
              <w:pStyle w:val="TAC"/>
            </w:pPr>
            <w:r w:rsidRPr="001C0CC4">
              <w:t>N/A</w:t>
            </w:r>
          </w:p>
        </w:tc>
      </w:tr>
      <w:tr w:rsidR="002E7826" w:rsidRPr="001C0CC4" w14:paraId="1B68D7E8" w14:textId="77777777" w:rsidTr="002E7826">
        <w:trPr>
          <w:jc w:val="center"/>
        </w:trPr>
        <w:tc>
          <w:tcPr>
            <w:tcW w:w="3690" w:type="dxa"/>
            <w:gridSpan w:val="2"/>
          </w:tcPr>
          <w:p w14:paraId="5F8C2826" w14:textId="77777777" w:rsidR="002E7826" w:rsidRPr="001C0CC4" w:rsidRDefault="002E7826" w:rsidP="002E7826">
            <w:pPr>
              <w:pStyle w:val="TAL"/>
              <w:rPr>
                <w:rFonts w:eastAsia="SimSun"/>
              </w:rPr>
            </w:pPr>
            <w:r w:rsidRPr="001C0CC4">
              <w:rPr>
                <w:rFonts w:eastAsia="SimSun"/>
              </w:rPr>
              <w:t xml:space="preserve">  For Slot i, if mod(i, 10) = {0,1,2,3,4,5,6} for i from {3,…,19}</w:t>
            </w:r>
          </w:p>
        </w:tc>
        <w:tc>
          <w:tcPr>
            <w:tcW w:w="1093" w:type="dxa"/>
          </w:tcPr>
          <w:p w14:paraId="1EED1C1D" w14:textId="77777777" w:rsidR="002E7826" w:rsidRPr="001C0CC4" w:rsidRDefault="002E7826" w:rsidP="002E7826">
            <w:pPr>
              <w:pStyle w:val="TAC"/>
            </w:pPr>
            <w:r w:rsidRPr="001C0CC4">
              <w:t>CBs</w:t>
            </w:r>
          </w:p>
        </w:tc>
        <w:tc>
          <w:tcPr>
            <w:tcW w:w="835" w:type="dxa"/>
          </w:tcPr>
          <w:p w14:paraId="095C4401" w14:textId="77777777" w:rsidR="002E7826" w:rsidRPr="001C0CC4" w:rsidRDefault="002E7826" w:rsidP="002E7826">
            <w:pPr>
              <w:pStyle w:val="TAC"/>
            </w:pPr>
            <w:r w:rsidRPr="001C0CC4">
              <w:t>1</w:t>
            </w:r>
          </w:p>
        </w:tc>
        <w:tc>
          <w:tcPr>
            <w:tcW w:w="835" w:type="dxa"/>
          </w:tcPr>
          <w:p w14:paraId="33A98812" w14:textId="77777777" w:rsidR="002E7826" w:rsidRPr="001C0CC4" w:rsidRDefault="002E7826" w:rsidP="002E7826">
            <w:pPr>
              <w:pStyle w:val="TAC"/>
            </w:pPr>
            <w:r w:rsidRPr="001C0CC4">
              <w:t>1</w:t>
            </w:r>
          </w:p>
        </w:tc>
        <w:tc>
          <w:tcPr>
            <w:tcW w:w="835" w:type="dxa"/>
          </w:tcPr>
          <w:p w14:paraId="09D5ECBD" w14:textId="77777777" w:rsidR="002E7826" w:rsidRPr="001C0CC4" w:rsidRDefault="002E7826" w:rsidP="002E7826">
            <w:pPr>
              <w:pStyle w:val="TAC"/>
            </w:pPr>
            <w:r w:rsidRPr="001C0CC4">
              <w:t>1</w:t>
            </w:r>
          </w:p>
        </w:tc>
        <w:tc>
          <w:tcPr>
            <w:tcW w:w="835" w:type="dxa"/>
          </w:tcPr>
          <w:p w14:paraId="6EE7CC19" w14:textId="77777777" w:rsidR="002E7826" w:rsidRPr="001C0CC4" w:rsidRDefault="002E7826" w:rsidP="002E7826">
            <w:pPr>
              <w:pStyle w:val="TAC"/>
            </w:pPr>
            <w:r w:rsidRPr="001C0CC4">
              <w:t>1</w:t>
            </w:r>
          </w:p>
        </w:tc>
        <w:tc>
          <w:tcPr>
            <w:tcW w:w="835" w:type="dxa"/>
          </w:tcPr>
          <w:p w14:paraId="4D8DD930" w14:textId="77777777" w:rsidR="002E7826" w:rsidRPr="001C0CC4" w:rsidRDefault="002E7826" w:rsidP="002E7826">
            <w:pPr>
              <w:pStyle w:val="TAC"/>
            </w:pPr>
            <w:r w:rsidRPr="001C0CC4">
              <w:t>1</w:t>
            </w:r>
          </w:p>
        </w:tc>
        <w:tc>
          <w:tcPr>
            <w:tcW w:w="835" w:type="dxa"/>
          </w:tcPr>
          <w:p w14:paraId="55D1D4E3" w14:textId="77777777" w:rsidR="002E7826" w:rsidRPr="001C0CC4" w:rsidRDefault="002E7826" w:rsidP="002E7826">
            <w:pPr>
              <w:pStyle w:val="TAC"/>
            </w:pPr>
            <w:r w:rsidRPr="001C0CC4">
              <w:t>1</w:t>
            </w:r>
          </w:p>
        </w:tc>
        <w:tc>
          <w:tcPr>
            <w:tcW w:w="835" w:type="dxa"/>
          </w:tcPr>
          <w:p w14:paraId="6DE0E91F" w14:textId="77777777" w:rsidR="002E7826" w:rsidRPr="001C0CC4" w:rsidRDefault="002E7826" w:rsidP="002E7826">
            <w:pPr>
              <w:pStyle w:val="TAC"/>
            </w:pPr>
            <w:r w:rsidRPr="001C0CC4">
              <w:t>1</w:t>
            </w:r>
          </w:p>
        </w:tc>
        <w:tc>
          <w:tcPr>
            <w:tcW w:w="835" w:type="dxa"/>
          </w:tcPr>
          <w:p w14:paraId="685C303D" w14:textId="77777777" w:rsidR="002E7826" w:rsidRPr="001C0CC4" w:rsidRDefault="002E7826" w:rsidP="002E7826">
            <w:pPr>
              <w:pStyle w:val="TAC"/>
            </w:pPr>
            <w:r w:rsidRPr="001C0CC4">
              <w:t>2</w:t>
            </w:r>
          </w:p>
        </w:tc>
        <w:tc>
          <w:tcPr>
            <w:tcW w:w="835" w:type="dxa"/>
          </w:tcPr>
          <w:p w14:paraId="33B3763E" w14:textId="77777777" w:rsidR="002E7826" w:rsidRPr="001C0CC4" w:rsidRDefault="002E7826" w:rsidP="002E7826">
            <w:pPr>
              <w:pStyle w:val="TAC"/>
            </w:pPr>
            <w:r w:rsidRPr="001C0CC4">
              <w:t>2</w:t>
            </w:r>
          </w:p>
        </w:tc>
        <w:tc>
          <w:tcPr>
            <w:tcW w:w="835" w:type="dxa"/>
          </w:tcPr>
          <w:p w14:paraId="0A62E502" w14:textId="41026A4E" w:rsidR="002E7826" w:rsidRPr="001C0CC4" w:rsidRDefault="002E7826" w:rsidP="002E7826">
            <w:pPr>
              <w:pStyle w:val="TAC"/>
            </w:pPr>
            <w:r>
              <w:t>2</w:t>
            </w:r>
          </w:p>
        </w:tc>
        <w:tc>
          <w:tcPr>
            <w:tcW w:w="835" w:type="dxa"/>
          </w:tcPr>
          <w:p w14:paraId="06CBF973" w14:textId="0A4EC186" w:rsidR="002E7826" w:rsidRPr="001C0CC4" w:rsidRDefault="002E7826" w:rsidP="002E7826">
            <w:pPr>
              <w:pStyle w:val="TAC"/>
            </w:pPr>
            <w:r w:rsidRPr="001C0CC4">
              <w:t>2</w:t>
            </w:r>
          </w:p>
        </w:tc>
        <w:tc>
          <w:tcPr>
            <w:tcW w:w="835" w:type="dxa"/>
          </w:tcPr>
          <w:p w14:paraId="5A2D6AD8" w14:textId="77777777" w:rsidR="002E7826" w:rsidRPr="001C0CC4" w:rsidRDefault="002E7826" w:rsidP="002E7826">
            <w:pPr>
              <w:pStyle w:val="TAC"/>
            </w:pPr>
            <w:r w:rsidRPr="001C0CC4">
              <w:t>3</w:t>
            </w:r>
          </w:p>
        </w:tc>
      </w:tr>
      <w:tr w:rsidR="002E7826" w:rsidRPr="001C0CC4" w14:paraId="79A4281A" w14:textId="77777777" w:rsidTr="002E7826">
        <w:trPr>
          <w:jc w:val="center"/>
        </w:trPr>
        <w:tc>
          <w:tcPr>
            <w:tcW w:w="3690" w:type="dxa"/>
            <w:gridSpan w:val="2"/>
          </w:tcPr>
          <w:p w14:paraId="202FA74A" w14:textId="77777777" w:rsidR="002E7826" w:rsidRPr="001C0CC4" w:rsidRDefault="002E7826" w:rsidP="002E7826">
            <w:pPr>
              <w:pStyle w:val="TAH"/>
              <w:rPr>
                <w:rFonts w:eastAsia="SimSun"/>
              </w:rPr>
            </w:pPr>
            <w:r w:rsidRPr="001C0CC4">
              <w:rPr>
                <w:rFonts w:eastAsia="SimSun"/>
              </w:rPr>
              <w:t>Binary Channel Bits per Slot</w:t>
            </w:r>
          </w:p>
        </w:tc>
        <w:tc>
          <w:tcPr>
            <w:tcW w:w="1093" w:type="dxa"/>
          </w:tcPr>
          <w:p w14:paraId="5F318AB6" w14:textId="77777777" w:rsidR="002E7826" w:rsidRPr="001C0CC4" w:rsidRDefault="002E7826" w:rsidP="002E7826">
            <w:pPr>
              <w:pStyle w:val="TAC"/>
              <w:rPr>
                <w:rFonts w:cs="Arial"/>
              </w:rPr>
            </w:pPr>
          </w:p>
        </w:tc>
        <w:tc>
          <w:tcPr>
            <w:tcW w:w="835" w:type="dxa"/>
          </w:tcPr>
          <w:p w14:paraId="0AA3573D" w14:textId="77777777" w:rsidR="002E7826" w:rsidRPr="001C0CC4" w:rsidRDefault="002E7826" w:rsidP="002E7826">
            <w:pPr>
              <w:pStyle w:val="TAC"/>
              <w:rPr>
                <w:rFonts w:cs="Arial"/>
              </w:rPr>
            </w:pPr>
          </w:p>
        </w:tc>
        <w:tc>
          <w:tcPr>
            <w:tcW w:w="835" w:type="dxa"/>
          </w:tcPr>
          <w:p w14:paraId="375680F3" w14:textId="77777777" w:rsidR="002E7826" w:rsidRPr="001C0CC4" w:rsidRDefault="002E7826" w:rsidP="002E7826">
            <w:pPr>
              <w:pStyle w:val="TAC"/>
              <w:rPr>
                <w:rFonts w:cs="Arial"/>
              </w:rPr>
            </w:pPr>
          </w:p>
        </w:tc>
        <w:tc>
          <w:tcPr>
            <w:tcW w:w="835" w:type="dxa"/>
          </w:tcPr>
          <w:p w14:paraId="0C9DB030" w14:textId="77777777" w:rsidR="002E7826" w:rsidRPr="001C0CC4" w:rsidRDefault="002E7826" w:rsidP="002E7826">
            <w:pPr>
              <w:pStyle w:val="TAC"/>
              <w:rPr>
                <w:rFonts w:cs="Arial"/>
              </w:rPr>
            </w:pPr>
          </w:p>
        </w:tc>
        <w:tc>
          <w:tcPr>
            <w:tcW w:w="835" w:type="dxa"/>
          </w:tcPr>
          <w:p w14:paraId="187CE6F9" w14:textId="77777777" w:rsidR="002E7826" w:rsidRPr="001C0CC4" w:rsidRDefault="002E7826" w:rsidP="002E7826">
            <w:pPr>
              <w:pStyle w:val="TAC"/>
              <w:rPr>
                <w:rFonts w:cs="Arial"/>
              </w:rPr>
            </w:pPr>
          </w:p>
        </w:tc>
        <w:tc>
          <w:tcPr>
            <w:tcW w:w="835" w:type="dxa"/>
          </w:tcPr>
          <w:p w14:paraId="0AB5A784" w14:textId="77777777" w:rsidR="002E7826" w:rsidRPr="001C0CC4" w:rsidRDefault="002E7826" w:rsidP="002E7826">
            <w:pPr>
              <w:pStyle w:val="TAC"/>
              <w:rPr>
                <w:rFonts w:cs="Arial"/>
              </w:rPr>
            </w:pPr>
          </w:p>
        </w:tc>
        <w:tc>
          <w:tcPr>
            <w:tcW w:w="835" w:type="dxa"/>
          </w:tcPr>
          <w:p w14:paraId="75E82A3F" w14:textId="77777777" w:rsidR="002E7826" w:rsidRPr="001C0CC4" w:rsidRDefault="002E7826" w:rsidP="002E7826">
            <w:pPr>
              <w:pStyle w:val="TAC"/>
              <w:rPr>
                <w:rFonts w:cs="Arial"/>
              </w:rPr>
            </w:pPr>
          </w:p>
        </w:tc>
        <w:tc>
          <w:tcPr>
            <w:tcW w:w="835" w:type="dxa"/>
          </w:tcPr>
          <w:p w14:paraId="66A9B509" w14:textId="77777777" w:rsidR="002E7826" w:rsidRPr="001C0CC4" w:rsidRDefault="002E7826" w:rsidP="002E7826">
            <w:pPr>
              <w:pStyle w:val="TAC"/>
              <w:rPr>
                <w:rFonts w:cs="Arial"/>
              </w:rPr>
            </w:pPr>
          </w:p>
        </w:tc>
        <w:tc>
          <w:tcPr>
            <w:tcW w:w="835" w:type="dxa"/>
          </w:tcPr>
          <w:p w14:paraId="179307BE" w14:textId="77777777" w:rsidR="002E7826" w:rsidRPr="001C0CC4" w:rsidRDefault="002E7826" w:rsidP="002E7826">
            <w:pPr>
              <w:pStyle w:val="TAC"/>
              <w:rPr>
                <w:rFonts w:cs="Arial"/>
              </w:rPr>
            </w:pPr>
          </w:p>
        </w:tc>
        <w:tc>
          <w:tcPr>
            <w:tcW w:w="835" w:type="dxa"/>
          </w:tcPr>
          <w:p w14:paraId="7E9CC5F5" w14:textId="77777777" w:rsidR="002E7826" w:rsidRPr="001C0CC4" w:rsidRDefault="002E7826" w:rsidP="002E7826">
            <w:pPr>
              <w:pStyle w:val="TAC"/>
              <w:rPr>
                <w:rFonts w:cs="Arial"/>
              </w:rPr>
            </w:pPr>
          </w:p>
        </w:tc>
        <w:tc>
          <w:tcPr>
            <w:tcW w:w="835" w:type="dxa"/>
          </w:tcPr>
          <w:p w14:paraId="64F42D7F" w14:textId="77777777" w:rsidR="002E7826" w:rsidRPr="001C0CC4" w:rsidRDefault="002E7826" w:rsidP="002E7826">
            <w:pPr>
              <w:pStyle w:val="TAC"/>
              <w:rPr>
                <w:rFonts w:cs="Arial"/>
              </w:rPr>
            </w:pPr>
          </w:p>
        </w:tc>
        <w:tc>
          <w:tcPr>
            <w:tcW w:w="835" w:type="dxa"/>
          </w:tcPr>
          <w:p w14:paraId="5F634236" w14:textId="0EF84177" w:rsidR="002E7826" w:rsidRPr="001C0CC4" w:rsidRDefault="002E7826" w:rsidP="002E7826">
            <w:pPr>
              <w:pStyle w:val="TAC"/>
              <w:rPr>
                <w:rFonts w:cs="Arial"/>
              </w:rPr>
            </w:pPr>
          </w:p>
        </w:tc>
        <w:tc>
          <w:tcPr>
            <w:tcW w:w="835" w:type="dxa"/>
          </w:tcPr>
          <w:p w14:paraId="7DEFF558" w14:textId="77777777" w:rsidR="002E7826" w:rsidRPr="001C0CC4" w:rsidRDefault="002E7826" w:rsidP="002E7826">
            <w:pPr>
              <w:pStyle w:val="TAC"/>
              <w:rPr>
                <w:rFonts w:cs="Arial"/>
              </w:rPr>
            </w:pPr>
          </w:p>
        </w:tc>
      </w:tr>
      <w:tr w:rsidR="002E7826" w:rsidRPr="001C0CC4" w14:paraId="2A4C29A0" w14:textId="77777777" w:rsidTr="002E7826">
        <w:trPr>
          <w:jc w:val="center"/>
        </w:trPr>
        <w:tc>
          <w:tcPr>
            <w:tcW w:w="3690" w:type="dxa"/>
            <w:gridSpan w:val="2"/>
          </w:tcPr>
          <w:p w14:paraId="29A36675" w14:textId="77777777" w:rsidR="002E7826" w:rsidRPr="001C0CC4" w:rsidRDefault="002E7826" w:rsidP="002E7826">
            <w:pPr>
              <w:pStyle w:val="TAL"/>
              <w:rPr>
                <w:rFonts w:eastAsia="SimSun"/>
              </w:rPr>
            </w:pPr>
            <w:r w:rsidRPr="001C0CC4">
              <w:rPr>
                <w:rFonts w:eastAsia="SimSun"/>
              </w:rPr>
              <w:t xml:space="preserve">  For Slots 0,1,2 and Slot i, if mod(i, 10) = {7,8,9} for i from {0,…,19}</w:t>
            </w:r>
          </w:p>
        </w:tc>
        <w:tc>
          <w:tcPr>
            <w:tcW w:w="1093" w:type="dxa"/>
          </w:tcPr>
          <w:p w14:paraId="7C9E5777" w14:textId="77777777" w:rsidR="002E7826" w:rsidRPr="001C0CC4" w:rsidRDefault="002E7826" w:rsidP="002E7826">
            <w:pPr>
              <w:pStyle w:val="TAC"/>
            </w:pPr>
            <w:r w:rsidRPr="001C0CC4">
              <w:t>Bits</w:t>
            </w:r>
          </w:p>
        </w:tc>
        <w:tc>
          <w:tcPr>
            <w:tcW w:w="835" w:type="dxa"/>
          </w:tcPr>
          <w:p w14:paraId="618E5C93" w14:textId="77777777" w:rsidR="002E7826" w:rsidRPr="001C0CC4" w:rsidRDefault="002E7826" w:rsidP="002E7826">
            <w:pPr>
              <w:pStyle w:val="TAC"/>
            </w:pPr>
            <w:r w:rsidRPr="001C0CC4">
              <w:t>N/A</w:t>
            </w:r>
          </w:p>
        </w:tc>
        <w:tc>
          <w:tcPr>
            <w:tcW w:w="835" w:type="dxa"/>
          </w:tcPr>
          <w:p w14:paraId="2D82666B" w14:textId="77777777" w:rsidR="002E7826" w:rsidRPr="001C0CC4" w:rsidRDefault="002E7826" w:rsidP="002E7826">
            <w:pPr>
              <w:pStyle w:val="TAC"/>
            </w:pPr>
            <w:r w:rsidRPr="001C0CC4">
              <w:t>N/A</w:t>
            </w:r>
          </w:p>
        </w:tc>
        <w:tc>
          <w:tcPr>
            <w:tcW w:w="835" w:type="dxa"/>
          </w:tcPr>
          <w:p w14:paraId="7E9FE9BD" w14:textId="77777777" w:rsidR="002E7826" w:rsidRPr="001C0CC4" w:rsidRDefault="002E7826" w:rsidP="002E7826">
            <w:pPr>
              <w:pStyle w:val="TAC"/>
            </w:pPr>
            <w:r w:rsidRPr="001C0CC4">
              <w:t>N/A</w:t>
            </w:r>
          </w:p>
        </w:tc>
        <w:tc>
          <w:tcPr>
            <w:tcW w:w="835" w:type="dxa"/>
          </w:tcPr>
          <w:p w14:paraId="57D6F3D1" w14:textId="77777777" w:rsidR="002E7826" w:rsidRPr="001C0CC4" w:rsidRDefault="002E7826" w:rsidP="002E7826">
            <w:pPr>
              <w:pStyle w:val="TAC"/>
            </w:pPr>
            <w:r w:rsidRPr="001C0CC4">
              <w:t>N/A</w:t>
            </w:r>
          </w:p>
        </w:tc>
        <w:tc>
          <w:tcPr>
            <w:tcW w:w="835" w:type="dxa"/>
          </w:tcPr>
          <w:p w14:paraId="6C547203" w14:textId="77777777" w:rsidR="002E7826" w:rsidRPr="001C0CC4" w:rsidRDefault="002E7826" w:rsidP="002E7826">
            <w:pPr>
              <w:pStyle w:val="TAC"/>
            </w:pPr>
            <w:r w:rsidRPr="001C0CC4">
              <w:t>N/A</w:t>
            </w:r>
          </w:p>
        </w:tc>
        <w:tc>
          <w:tcPr>
            <w:tcW w:w="835" w:type="dxa"/>
          </w:tcPr>
          <w:p w14:paraId="7EA6DC2A" w14:textId="77777777" w:rsidR="002E7826" w:rsidRPr="001C0CC4" w:rsidRDefault="002E7826" w:rsidP="002E7826">
            <w:pPr>
              <w:pStyle w:val="TAC"/>
            </w:pPr>
            <w:r w:rsidRPr="001C0CC4">
              <w:t>N/A</w:t>
            </w:r>
          </w:p>
        </w:tc>
        <w:tc>
          <w:tcPr>
            <w:tcW w:w="835" w:type="dxa"/>
          </w:tcPr>
          <w:p w14:paraId="625939DB" w14:textId="77777777" w:rsidR="002E7826" w:rsidRPr="001C0CC4" w:rsidRDefault="002E7826" w:rsidP="002E7826">
            <w:pPr>
              <w:pStyle w:val="TAC"/>
            </w:pPr>
            <w:r w:rsidRPr="001C0CC4">
              <w:t>N/A</w:t>
            </w:r>
          </w:p>
        </w:tc>
        <w:tc>
          <w:tcPr>
            <w:tcW w:w="835" w:type="dxa"/>
          </w:tcPr>
          <w:p w14:paraId="140D777B" w14:textId="77777777" w:rsidR="002E7826" w:rsidRPr="001C0CC4" w:rsidRDefault="002E7826" w:rsidP="002E7826">
            <w:pPr>
              <w:pStyle w:val="TAC"/>
            </w:pPr>
            <w:r w:rsidRPr="001C0CC4">
              <w:t>N/A</w:t>
            </w:r>
          </w:p>
        </w:tc>
        <w:tc>
          <w:tcPr>
            <w:tcW w:w="835" w:type="dxa"/>
          </w:tcPr>
          <w:p w14:paraId="63AD52E4" w14:textId="77777777" w:rsidR="002E7826" w:rsidRPr="001C0CC4" w:rsidRDefault="002E7826" w:rsidP="002E7826">
            <w:pPr>
              <w:pStyle w:val="TAC"/>
            </w:pPr>
            <w:r w:rsidRPr="001C0CC4">
              <w:t>N/A</w:t>
            </w:r>
          </w:p>
        </w:tc>
        <w:tc>
          <w:tcPr>
            <w:tcW w:w="835" w:type="dxa"/>
          </w:tcPr>
          <w:p w14:paraId="5102CD9E" w14:textId="14B50180" w:rsidR="002E7826" w:rsidRPr="001C0CC4" w:rsidRDefault="002E7826" w:rsidP="002E7826">
            <w:pPr>
              <w:pStyle w:val="TAC"/>
            </w:pPr>
            <w:r>
              <w:t>N/A</w:t>
            </w:r>
          </w:p>
        </w:tc>
        <w:tc>
          <w:tcPr>
            <w:tcW w:w="835" w:type="dxa"/>
          </w:tcPr>
          <w:p w14:paraId="0B51F14A" w14:textId="068254FB" w:rsidR="002E7826" w:rsidRPr="001C0CC4" w:rsidRDefault="002E7826" w:rsidP="002E7826">
            <w:pPr>
              <w:pStyle w:val="TAC"/>
            </w:pPr>
            <w:r w:rsidRPr="001C0CC4">
              <w:t>N/A</w:t>
            </w:r>
          </w:p>
        </w:tc>
        <w:tc>
          <w:tcPr>
            <w:tcW w:w="835" w:type="dxa"/>
          </w:tcPr>
          <w:p w14:paraId="61A24C0B" w14:textId="77777777" w:rsidR="002E7826" w:rsidRPr="001C0CC4" w:rsidRDefault="002E7826" w:rsidP="002E7826">
            <w:pPr>
              <w:pStyle w:val="TAC"/>
            </w:pPr>
            <w:r w:rsidRPr="001C0CC4">
              <w:t>N/A</w:t>
            </w:r>
          </w:p>
        </w:tc>
      </w:tr>
      <w:tr w:rsidR="002E7826" w:rsidRPr="001C0CC4" w14:paraId="26098341" w14:textId="77777777" w:rsidTr="002E7826">
        <w:trPr>
          <w:jc w:val="center"/>
        </w:trPr>
        <w:tc>
          <w:tcPr>
            <w:tcW w:w="3690" w:type="dxa"/>
            <w:gridSpan w:val="2"/>
          </w:tcPr>
          <w:p w14:paraId="46E59A9E" w14:textId="77777777" w:rsidR="002E7826" w:rsidRPr="001C0CC4" w:rsidRDefault="002E7826" w:rsidP="002E7826">
            <w:pPr>
              <w:pStyle w:val="TAL"/>
              <w:rPr>
                <w:rFonts w:eastAsia="SimSun"/>
              </w:rPr>
            </w:pPr>
            <w:r w:rsidRPr="001C0CC4">
              <w:rPr>
                <w:rFonts w:eastAsia="SimSun"/>
              </w:rPr>
              <w:t xml:space="preserve">  For Slot i, if mod(i, 10) = {0,1,2,3,4,5,6} for i from {3,…,19}</w:t>
            </w:r>
          </w:p>
        </w:tc>
        <w:tc>
          <w:tcPr>
            <w:tcW w:w="1093" w:type="dxa"/>
          </w:tcPr>
          <w:p w14:paraId="716981C7" w14:textId="77777777" w:rsidR="002E7826" w:rsidRPr="001C0CC4" w:rsidRDefault="002E7826" w:rsidP="002E7826">
            <w:pPr>
              <w:pStyle w:val="TAC"/>
            </w:pPr>
            <w:r w:rsidRPr="001C0CC4">
              <w:t>Bits</w:t>
            </w:r>
          </w:p>
        </w:tc>
        <w:tc>
          <w:tcPr>
            <w:tcW w:w="835" w:type="dxa"/>
          </w:tcPr>
          <w:p w14:paraId="77A49C16" w14:textId="77777777" w:rsidR="002E7826" w:rsidRPr="001C0CC4" w:rsidRDefault="002E7826" w:rsidP="002E7826">
            <w:pPr>
              <w:pStyle w:val="TAC"/>
            </w:pPr>
            <w:r w:rsidRPr="001C0CC4">
              <w:t>9504</w:t>
            </w:r>
          </w:p>
        </w:tc>
        <w:tc>
          <w:tcPr>
            <w:tcW w:w="835" w:type="dxa"/>
          </w:tcPr>
          <w:p w14:paraId="0104EE4F" w14:textId="77777777" w:rsidR="002E7826" w:rsidRPr="001C0CC4" w:rsidRDefault="002E7826" w:rsidP="002E7826">
            <w:pPr>
              <w:pStyle w:val="TAC"/>
            </w:pPr>
            <w:r w:rsidRPr="001C0CC4">
              <w:t>20736</w:t>
            </w:r>
          </w:p>
        </w:tc>
        <w:tc>
          <w:tcPr>
            <w:tcW w:w="835" w:type="dxa"/>
          </w:tcPr>
          <w:p w14:paraId="3536F8FC" w14:textId="77777777" w:rsidR="002E7826" w:rsidRPr="001C0CC4" w:rsidRDefault="002E7826" w:rsidP="002E7826">
            <w:pPr>
              <w:pStyle w:val="TAC"/>
            </w:pPr>
            <w:r w:rsidRPr="001C0CC4">
              <w:t>32832</w:t>
            </w:r>
          </w:p>
        </w:tc>
        <w:tc>
          <w:tcPr>
            <w:tcW w:w="835" w:type="dxa"/>
          </w:tcPr>
          <w:p w14:paraId="18FA9C70" w14:textId="77777777" w:rsidR="002E7826" w:rsidRPr="001C0CC4" w:rsidRDefault="002E7826" w:rsidP="002E7826">
            <w:pPr>
              <w:pStyle w:val="TAC"/>
            </w:pPr>
            <w:r w:rsidRPr="001C0CC4">
              <w:t>44064</w:t>
            </w:r>
          </w:p>
        </w:tc>
        <w:tc>
          <w:tcPr>
            <w:tcW w:w="835" w:type="dxa"/>
          </w:tcPr>
          <w:p w14:paraId="61503F34" w14:textId="77777777" w:rsidR="002E7826" w:rsidRPr="001C0CC4" w:rsidRDefault="002E7826" w:rsidP="002E7826">
            <w:pPr>
              <w:pStyle w:val="TAC"/>
            </w:pPr>
            <w:r w:rsidRPr="001C0CC4">
              <w:t>56160</w:t>
            </w:r>
          </w:p>
        </w:tc>
        <w:tc>
          <w:tcPr>
            <w:tcW w:w="835" w:type="dxa"/>
          </w:tcPr>
          <w:p w14:paraId="5E958D29" w14:textId="77777777" w:rsidR="002E7826" w:rsidRPr="001C0CC4" w:rsidRDefault="002E7826" w:rsidP="002E7826">
            <w:pPr>
              <w:pStyle w:val="TAC"/>
            </w:pPr>
            <w:r w:rsidRPr="001C0CC4">
              <w:t>67392</w:t>
            </w:r>
          </w:p>
        </w:tc>
        <w:tc>
          <w:tcPr>
            <w:tcW w:w="835" w:type="dxa"/>
          </w:tcPr>
          <w:p w14:paraId="2A554932" w14:textId="77777777" w:rsidR="002E7826" w:rsidRPr="001C0CC4" w:rsidRDefault="002E7826" w:rsidP="002E7826">
            <w:pPr>
              <w:pStyle w:val="TAC"/>
            </w:pPr>
            <w:r w:rsidRPr="001C0CC4">
              <w:t>91584</w:t>
            </w:r>
          </w:p>
        </w:tc>
        <w:tc>
          <w:tcPr>
            <w:tcW w:w="835" w:type="dxa"/>
          </w:tcPr>
          <w:p w14:paraId="24E5BAD6" w14:textId="77777777" w:rsidR="002E7826" w:rsidRPr="001C0CC4" w:rsidRDefault="002E7826" w:rsidP="002E7826">
            <w:pPr>
              <w:pStyle w:val="TAC"/>
            </w:pPr>
            <w:r w:rsidRPr="001C0CC4">
              <w:t>114912</w:t>
            </w:r>
          </w:p>
        </w:tc>
        <w:tc>
          <w:tcPr>
            <w:tcW w:w="835" w:type="dxa"/>
          </w:tcPr>
          <w:p w14:paraId="1C3D7C03" w14:textId="77777777" w:rsidR="002E7826" w:rsidRPr="001C0CC4" w:rsidRDefault="002E7826" w:rsidP="002E7826">
            <w:pPr>
              <w:pStyle w:val="TAC"/>
            </w:pPr>
            <w:r w:rsidRPr="001C0CC4">
              <w:t>139968</w:t>
            </w:r>
          </w:p>
        </w:tc>
        <w:tc>
          <w:tcPr>
            <w:tcW w:w="835" w:type="dxa"/>
          </w:tcPr>
          <w:p w14:paraId="014A68D9" w14:textId="7F074E7B" w:rsidR="002E7826" w:rsidRPr="001C0CC4" w:rsidRDefault="002E7826" w:rsidP="002E7826">
            <w:pPr>
              <w:pStyle w:val="TAC"/>
            </w:pPr>
            <w:r>
              <w:t>163296</w:t>
            </w:r>
          </w:p>
        </w:tc>
        <w:tc>
          <w:tcPr>
            <w:tcW w:w="835" w:type="dxa"/>
          </w:tcPr>
          <w:p w14:paraId="7DCB3183" w14:textId="7396F538" w:rsidR="002E7826" w:rsidRPr="001C0CC4" w:rsidRDefault="002E7826" w:rsidP="002E7826">
            <w:pPr>
              <w:pStyle w:val="TAC"/>
            </w:pPr>
            <w:r w:rsidRPr="001C0CC4">
              <w:t>187488</w:t>
            </w:r>
          </w:p>
        </w:tc>
        <w:tc>
          <w:tcPr>
            <w:tcW w:w="835" w:type="dxa"/>
          </w:tcPr>
          <w:p w14:paraId="77377828" w14:textId="77777777" w:rsidR="002E7826" w:rsidRPr="001C0CC4" w:rsidRDefault="002E7826" w:rsidP="002E7826">
            <w:pPr>
              <w:pStyle w:val="TAC"/>
            </w:pPr>
            <w:r w:rsidRPr="001C0CC4">
              <w:t>235872</w:t>
            </w:r>
          </w:p>
        </w:tc>
      </w:tr>
      <w:tr w:rsidR="002E7826" w:rsidRPr="001C0CC4" w14:paraId="28192164" w14:textId="77777777" w:rsidTr="002E7826">
        <w:trPr>
          <w:trHeight w:val="70"/>
          <w:jc w:val="center"/>
        </w:trPr>
        <w:tc>
          <w:tcPr>
            <w:tcW w:w="3690" w:type="dxa"/>
            <w:gridSpan w:val="2"/>
          </w:tcPr>
          <w:p w14:paraId="55FD1DAB" w14:textId="77777777" w:rsidR="002E7826" w:rsidRPr="001C0CC4" w:rsidRDefault="002E7826" w:rsidP="002E7826">
            <w:pPr>
              <w:pStyle w:val="TAL"/>
              <w:rPr>
                <w:rFonts w:eastAsia="SimSun"/>
              </w:rPr>
            </w:pPr>
            <w:r w:rsidRPr="001C0CC4">
              <w:rPr>
                <w:rFonts w:eastAsia="SimSun"/>
              </w:rPr>
              <w:t>Max. Throughput averaged over 1 frame</w:t>
            </w:r>
          </w:p>
        </w:tc>
        <w:tc>
          <w:tcPr>
            <w:tcW w:w="1093" w:type="dxa"/>
          </w:tcPr>
          <w:p w14:paraId="6A6806C7" w14:textId="77777777" w:rsidR="002E7826" w:rsidRPr="001C0CC4" w:rsidRDefault="002E7826" w:rsidP="002E7826">
            <w:pPr>
              <w:pStyle w:val="TAC"/>
            </w:pPr>
            <w:r w:rsidRPr="001C0CC4">
              <w:t>Mbps</w:t>
            </w:r>
          </w:p>
        </w:tc>
        <w:tc>
          <w:tcPr>
            <w:tcW w:w="835" w:type="dxa"/>
          </w:tcPr>
          <w:p w14:paraId="33D90272" w14:textId="77777777" w:rsidR="002E7826" w:rsidRPr="001C0CC4" w:rsidRDefault="002E7826" w:rsidP="002E7826">
            <w:pPr>
              <w:pStyle w:val="TAC"/>
            </w:pPr>
            <w:r w:rsidRPr="001C0CC4">
              <w:t>8.166</w:t>
            </w:r>
          </w:p>
        </w:tc>
        <w:tc>
          <w:tcPr>
            <w:tcW w:w="835" w:type="dxa"/>
          </w:tcPr>
          <w:p w14:paraId="273F9673" w14:textId="77777777" w:rsidR="002E7826" w:rsidRPr="001C0CC4" w:rsidRDefault="002E7826" w:rsidP="002E7826">
            <w:pPr>
              <w:pStyle w:val="TAC"/>
            </w:pPr>
            <w:r w:rsidRPr="001C0CC4">
              <w:t>17.750</w:t>
            </w:r>
          </w:p>
        </w:tc>
        <w:tc>
          <w:tcPr>
            <w:tcW w:w="835" w:type="dxa"/>
          </w:tcPr>
          <w:p w14:paraId="4D7B74BF" w14:textId="77777777" w:rsidR="002E7826" w:rsidRPr="001C0CC4" w:rsidRDefault="002E7826" w:rsidP="002E7826">
            <w:pPr>
              <w:pStyle w:val="TAC"/>
            </w:pPr>
            <w:r w:rsidRPr="001C0CC4">
              <w:t>28.169</w:t>
            </w:r>
          </w:p>
        </w:tc>
        <w:tc>
          <w:tcPr>
            <w:tcW w:w="835" w:type="dxa"/>
          </w:tcPr>
          <w:p w14:paraId="143A9B5B" w14:textId="77777777" w:rsidR="002E7826" w:rsidRPr="001C0CC4" w:rsidRDefault="002E7826" w:rsidP="002E7826">
            <w:pPr>
              <w:pStyle w:val="TAC"/>
            </w:pPr>
            <w:r w:rsidRPr="001C0CC4">
              <w:t>37.198</w:t>
            </w:r>
          </w:p>
        </w:tc>
        <w:tc>
          <w:tcPr>
            <w:tcW w:w="835" w:type="dxa"/>
          </w:tcPr>
          <w:p w14:paraId="2766AEFA" w14:textId="77777777" w:rsidR="002E7826" w:rsidRPr="001C0CC4" w:rsidRDefault="002E7826" w:rsidP="002E7826">
            <w:pPr>
              <w:pStyle w:val="TAC"/>
            </w:pPr>
            <w:r w:rsidRPr="001C0CC4">
              <w:t>48.444</w:t>
            </w:r>
          </w:p>
        </w:tc>
        <w:tc>
          <w:tcPr>
            <w:tcW w:w="835" w:type="dxa"/>
          </w:tcPr>
          <w:p w14:paraId="29537A26" w14:textId="77777777" w:rsidR="002E7826" w:rsidRPr="001C0CC4" w:rsidRDefault="002E7826" w:rsidP="002E7826">
            <w:pPr>
              <w:pStyle w:val="TAC"/>
            </w:pPr>
            <w:r w:rsidRPr="001C0CC4">
              <w:t>57.446</w:t>
            </w:r>
          </w:p>
        </w:tc>
        <w:tc>
          <w:tcPr>
            <w:tcW w:w="835" w:type="dxa"/>
          </w:tcPr>
          <w:p w14:paraId="0281C8AB" w14:textId="77777777" w:rsidR="002E7826" w:rsidRPr="001C0CC4" w:rsidRDefault="002E7826" w:rsidP="002E7826">
            <w:pPr>
              <w:pStyle w:val="TAC"/>
            </w:pPr>
            <w:r w:rsidRPr="001C0CC4">
              <w:t>78.857</w:t>
            </w:r>
          </w:p>
        </w:tc>
        <w:tc>
          <w:tcPr>
            <w:tcW w:w="835" w:type="dxa"/>
          </w:tcPr>
          <w:p w14:paraId="47FBF8D3" w14:textId="77777777" w:rsidR="002E7826" w:rsidRPr="001C0CC4" w:rsidRDefault="002E7826" w:rsidP="002E7826">
            <w:pPr>
              <w:pStyle w:val="TAC"/>
            </w:pPr>
            <w:r w:rsidRPr="001C0CC4">
              <w:t>99.194</w:t>
            </w:r>
          </w:p>
        </w:tc>
        <w:tc>
          <w:tcPr>
            <w:tcW w:w="835" w:type="dxa"/>
          </w:tcPr>
          <w:p w14:paraId="2885930B" w14:textId="77777777" w:rsidR="002E7826" w:rsidRPr="001C0CC4" w:rsidRDefault="002E7826" w:rsidP="002E7826">
            <w:pPr>
              <w:pStyle w:val="TAC"/>
            </w:pPr>
            <w:r w:rsidRPr="001C0CC4">
              <w:t>119.407</w:t>
            </w:r>
          </w:p>
        </w:tc>
        <w:tc>
          <w:tcPr>
            <w:tcW w:w="835" w:type="dxa"/>
          </w:tcPr>
          <w:p w14:paraId="39C7B6DC" w14:textId="565AD3B8" w:rsidR="002E7826" w:rsidRPr="001C0CC4" w:rsidRDefault="002E7826" w:rsidP="002E7826">
            <w:pPr>
              <w:pStyle w:val="TAC"/>
            </w:pPr>
            <w:r>
              <w:t>139.788</w:t>
            </w:r>
          </w:p>
        </w:tc>
        <w:tc>
          <w:tcPr>
            <w:tcW w:w="835" w:type="dxa"/>
          </w:tcPr>
          <w:p w14:paraId="2766D60E" w14:textId="1EA4F7EB" w:rsidR="002E7826" w:rsidRPr="001C0CC4" w:rsidRDefault="002E7826" w:rsidP="002E7826">
            <w:pPr>
              <w:pStyle w:val="TAC"/>
            </w:pPr>
            <w:r w:rsidRPr="001C0CC4">
              <w:t>162.334</w:t>
            </w:r>
          </w:p>
        </w:tc>
        <w:tc>
          <w:tcPr>
            <w:tcW w:w="835" w:type="dxa"/>
          </w:tcPr>
          <w:p w14:paraId="2F2E8E62" w14:textId="77777777" w:rsidR="002E7826" w:rsidRPr="001C0CC4" w:rsidRDefault="002E7826" w:rsidP="002E7826">
            <w:pPr>
              <w:pStyle w:val="TAC"/>
            </w:pPr>
            <w:r w:rsidRPr="001C0CC4">
              <w:t>202.866</w:t>
            </w:r>
          </w:p>
        </w:tc>
      </w:tr>
      <w:tr w:rsidR="002E7826" w:rsidRPr="001C0CC4" w14:paraId="59E5D82F" w14:textId="77777777" w:rsidTr="002E7826">
        <w:trPr>
          <w:trHeight w:val="70"/>
          <w:jc w:val="center"/>
        </w:trPr>
        <w:tc>
          <w:tcPr>
            <w:tcW w:w="835" w:type="dxa"/>
          </w:tcPr>
          <w:p w14:paraId="5D171A9E" w14:textId="77777777" w:rsidR="002E7826" w:rsidRPr="001C0CC4" w:rsidRDefault="002E7826" w:rsidP="00DC7196">
            <w:pPr>
              <w:keepNext/>
              <w:keepLines/>
              <w:spacing w:after="0"/>
              <w:ind w:left="851" w:hanging="851"/>
              <w:rPr>
                <w:rFonts w:ascii="Arial" w:hAnsi="Arial" w:cs="Arial"/>
                <w:sz w:val="18"/>
              </w:rPr>
            </w:pPr>
          </w:p>
        </w:tc>
        <w:tc>
          <w:tcPr>
            <w:tcW w:w="13968" w:type="dxa"/>
            <w:gridSpan w:val="14"/>
          </w:tcPr>
          <w:p w14:paraId="6722C05C" w14:textId="3DBED5A6"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3B3A6AC1"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4B1E4614" w14:textId="77777777" w:rsidR="002E7826" w:rsidRPr="001C0CC4" w:rsidRDefault="002E7826" w:rsidP="00DC7196">
            <w:pPr>
              <w:keepNext/>
              <w:keepLines/>
              <w:spacing w:after="0"/>
              <w:ind w:left="850" w:hanging="850"/>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6373508B" w14:textId="77777777" w:rsidR="002E7826" w:rsidRPr="001C0CC4" w:rsidRDefault="002E7826" w:rsidP="00DC7196">
            <w:pPr>
              <w:keepNext/>
              <w:keepLines/>
              <w:spacing w:after="0"/>
              <w:ind w:left="851" w:hanging="851"/>
              <w:rPr>
                <w:rFonts w:ascii="Arial" w:hAnsi="Arial" w:cs="Arial"/>
                <w:sz w:val="16"/>
                <w:szCs w:val="16"/>
                <w:lang w:val="en-US"/>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61A36E4B" w14:textId="77777777" w:rsidR="00DC7196" w:rsidRPr="001C0CC4" w:rsidRDefault="00DC7196" w:rsidP="00DC7196"/>
    <w:p w14:paraId="55CB30AD" w14:textId="77777777" w:rsidR="00DC7196" w:rsidRPr="001C0CC4" w:rsidRDefault="00DC7196" w:rsidP="00DC7196">
      <w:pPr>
        <w:pStyle w:val="Heading3"/>
        <w:ind w:left="0" w:firstLine="0"/>
      </w:pPr>
      <w:r w:rsidRPr="001C0CC4">
        <w:br w:type="page"/>
      </w:r>
    </w:p>
    <w:p w14:paraId="6F17393B" w14:textId="77777777" w:rsidR="00DC7196" w:rsidRPr="001C0CC4" w:rsidRDefault="00DC7196" w:rsidP="00DC7196">
      <w:pPr>
        <w:pStyle w:val="TH"/>
      </w:pPr>
      <w:r w:rsidRPr="001C0CC4">
        <w:t>Table A.3.3.4-3 Fixed reference channel for maximum input level receiver requirements (SCS 60 kHz, TDD, 256QAM)</w:t>
      </w:r>
    </w:p>
    <w:tbl>
      <w:tblPr>
        <w:tblW w:w="14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093"/>
        <w:gridCol w:w="848"/>
        <w:gridCol w:w="848"/>
        <w:gridCol w:w="848"/>
        <w:gridCol w:w="848"/>
        <w:gridCol w:w="848"/>
        <w:gridCol w:w="848"/>
        <w:gridCol w:w="848"/>
        <w:gridCol w:w="848"/>
        <w:gridCol w:w="848"/>
        <w:gridCol w:w="848"/>
        <w:gridCol w:w="849"/>
      </w:tblGrid>
      <w:tr w:rsidR="002E7826" w:rsidRPr="001C0CC4" w14:paraId="38A55EEF" w14:textId="77777777" w:rsidTr="002E7826">
        <w:trPr>
          <w:jc w:val="center"/>
        </w:trPr>
        <w:tc>
          <w:tcPr>
            <w:tcW w:w="3690" w:type="dxa"/>
          </w:tcPr>
          <w:p w14:paraId="68FB8B36" w14:textId="77777777"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Parameter</w:t>
            </w:r>
          </w:p>
        </w:tc>
        <w:tc>
          <w:tcPr>
            <w:tcW w:w="1093" w:type="dxa"/>
          </w:tcPr>
          <w:p w14:paraId="15187D59" w14:textId="77777777"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Unit</w:t>
            </w:r>
          </w:p>
        </w:tc>
        <w:tc>
          <w:tcPr>
            <w:tcW w:w="848" w:type="dxa"/>
          </w:tcPr>
          <w:p w14:paraId="2DD74640" w14:textId="77777777" w:rsidR="002E7826" w:rsidRPr="001C0CC4" w:rsidRDefault="002E7826" w:rsidP="00DC7196">
            <w:pPr>
              <w:keepNext/>
              <w:keepLines/>
              <w:spacing w:after="0"/>
              <w:jc w:val="center"/>
              <w:rPr>
                <w:rFonts w:ascii="Arial" w:hAnsi="Arial" w:cs="Arial"/>
                <w:b/>
                <w:sz w:val="18"/>
              </w:rPr>
            </w:pPr>
          </w:p>
        </w:tc>
        <w:tc>
          <w:tcPr>
            <w:tcW w:w="8481" w:type="dxa"/>
            <w:gridSpan w:val="10"/>
          </w:tcPr>
          <w:p w14:paraId="678D73EE" w14:textId="224E386C" w:rsidR="002E7826" w:rsidRPr="001C0CC4" w:rsidRDefault="002E7826" w:rsidP="00DC7196">
            <w:pPr>
              <w:keepNext/>
              <w:keepLines/>
              <w:spacing w:after="0"/>
              <w:jc w:val="center"/>
              <w:rPr>
                <w:rFonts w:ascii="Arial" w:hAnsi="Arial" w:cs="Arial"/>
                <w:b/>
                <w:sz w:val="18"/>
              </w:rPr>
            </w:pPr>
            <w:r w:rsidRPr="001C0CC4">
              <w:rPr>
                <w:rFonts w:ascii="Arial" w:hAnsi="Arial" w:cs="Arial"/>
                <w:b/>
                <w:sz w:val="18"/>
              </w:rPr>
              <w:t>Value</w:t>
            </w:r>
          </w:p>
        </w:tc>
      </w:tr>
      <w:tr w:rsidR="002E7826" w:rsidRPr="001C0CC4" w14:paraId="23F38557" w14:textId="77777777" w:rsidTr="002E7826">
        <w:trPr>
          <w:jc w:val="center"/>
        </w:trPr>
        <w:tc>
          <w:tcPr>
            <w:tcW w:w="3690" w:type="dxa"/>
          </w:tcPr>
          <w:p w14:paraId="3B37B8C3" w14:textId="77777777" w:rsidR="002E7826" w:rsidRPr="001C0CC4" w:rsidRDefault="002E7826" w:rsidP="002E7826">
            <w:pPr>
              <w:pStyle w:val="TAH"/>
              <w:rPr>
                <w:rFonts w:eastAsia="SimSun"/>
              </w:rPr>
            </w:pPr>
            <w:r w:rsidRPr="001C0CC4">
              <w:rPr>
                <w:rFonts w:eastAsia="SimSun"/>
              </w:rPr>
              <w:t>Channel bandwidth</w:t>
            </w:r>
          </w:p>
        </w:tc>
        <w:tc>
          <w:tcPr>
            <w:tcW w:w="1093" w:type="dxa"/>
            <w:vAlign w:val="center"/>
          </w:tcPr>
          <w:p w14:paraId="63B7E4AF" w14:textId="77777777" w:rsidR="002E7826" w:rsidRPr="001C0CC4" w:rsidRDefault="002E7826" w:rsidP="002E7826">
            <w:pPr>
              <w:pStyle w:val="TAH"/>
            </w:pPr>
            <w:r w:rsidRPr="001C0CC4">
              <w:t>MHz</w:t>
            </w:r>
          </w:p>
        </w:tc>
        <w:tc>
          <w:tcPr>
            <w:tcW w:w="848" w:type="dxa"/>
            <w:vAlign w:val="center"/>
          </w:tcPr>
          <w:p w14:paraId="20CCF13B" w14:textId="77777777" w:rsidR="002E7826" w:rsidRPr="001C0CC4" w:rsidRDefault="002E7826" w:rsidP="002E7826">
            <w:pPr>
              <w:pStyle w:val="TAH"/>
            </w:pPr>
            <w:r w:rsidRPr="001C0CC4">
              <w:t>10</w:t>
            </w:r>
          </w:p>
        </w:tc>
        <w:tc>
          <w:tcPr>
            <w:tcW w:w="848" w:type="dxa"/>
            <w:vAlign w:val="center"/>
          </w:tcPr>
          <w:p w14:paraId="714F2E3C" w14:textId="77777777" w:rsidR="002E7826" w:rsidRPr="001C0CC4" w:rsidRDefault="002E7826" w:rsidP="002E7826">
            <w:pPr>
              <w:pStyle w:val="TAH"/>
            </w:pPr>
            <w:r w:rsidRPr="001C0CC4">
              <w:t>15</w:t>
            </w:r>
          </w:p>
        </w:tc>
        <w:tc>
          <w:tcPr>
            <w:tcW w:w="848" w:type="dxa"/>
            <w:vAlign w:val="center"/>
          </w:tcPr>
          <w:p w14:paraId="05ADB0C8" w14:textId="77777777" w:rsidR="002E7826" w:rsidRPr="001C0CC4" w:rsidRDefault="002E7826" w:rsidP="002E7826">
            <w:pPr>
              <w:pStyle w:val="TAH"/>
            </w:pPr>
            <w:r w:rsidRPr="001C0CC4">
              <w:t>20</w:t>
            </w:r>
          </w:p>
        </w:tc>
        <w:tc>
          <w:tcPr>
            <w:tcW w:w="848" w:type="dxa"/>
            <w:vAlign w:val="center"/>
          </w:tcPr>
          <w:p w14:paraId="73639B3B" w14:textId="77777777" w:rsidR="002E7826" w:rsidRPr="001C0CC4" w:rsidRDefault="002E7826" w:rsidP="002E7826">
            <w:pPr>
              <w:pStyle w:val="TAH"/>
            </w:pPr>
            <w:r w:rsidRPr="001C0CC4">
              <w:t>25</w:t>
            </w:r>
          </w:p>
        </w:tc>
        <w:tc>
          <w:tcPr>
            <w:tcW w:w="848" w:type="dxa"/>
            <w:vAlign w:val="center"/>
          </w:tcPr>
          <w:p w14:paraId="4F471793" w14:textId="77777777" w:rsidR="002E7826" w:rsidRPr="001C0CC4" w:rsidRDefault="002E7826" w:rsidP="002E7826">
            <w:pPr>
              <w:pStyle w:val="TAH"/>
            </w:pPr>
            <w:r w:rsidRPr="001C0CC4">
              <w:t>30</w:t>
            </w:r>
          </w:p>
        </w:tc>
        <w:tc>
          <w:tcPr>
            <w:tcW w:w="848" w:type="dxa"/>
            <w:vAlign w:val="center"/>
          </w:tcPr>
          <w:p w14:paraId="75604707" w14:textId="77777777" w:rsidR="002E7826" w:rsidRPr="001C0CC4" w:rsidRDefault="002E7826" w:rsidP="002E7826">
            <w:pPr>
              <w:pStyle w:val="TAH"/>
            </w:pPr>
            <w:r w:rsidRPr="001C0CC4">
              <w:t>40</w:t>
            </w:r>
          </w:p>
        </w:tc>
        <w:tc>
          <w:tcPr>
            <w:tcW w:w="848" w:type="dxa"/>
            <w:vAlign w:val="center"/>
          </w:tcPr>
          <w:p w14:paraId="0991D593" w14:textId="77777777" w:rsidR="002E7826" w:rsidRPr="001C0CC4" w:rsidRDefault="002E7826" w:rsidP="002E7826">
            <w:pPr>
              <w:pStyle w:val="TAH"/>
            </w:pPr>
            <w:r w:rsidRPr="001C0CC4">
              <w:t>50</w:t>
            </w:r>
          </w:p>
        </w:tc>
        <w:tc>
          <w:tcPr>
            <w:tcW w:w="848" w:type="dxa"/>
            <w:vAlign w:val="center"/>
          </w:tcPr>
          <w:p w14:paraId="3ABB2FF6" w14:textId="77777777" w:rsidR="002E7826" w:rsidRPr="001C0CC4" w:rsidRDefault="002E7826" w:rsidP="002E7826">
            <w:pPr>
              <w:pStyle w:val="TAH"/>
            </w:pPr>
            <w:r w:rsidRPr="001C0CC4">
              <w:t>60</w:t>
            </w:r>
          </w:p>
        </w:tc>
        <w:tc>
          <w:tcPr>
            <w:tcW w:w="848" w:type="dxa"/>
          </w:tcPr>
          <w:p w14:paraId="6C4FB6EF" w14:textId="230F350F" w:rsidR="002E7826" w:rsidRPr="001C0CC4" w:rsidRDefault="002E7826" w:rsidP="002E7826">
            <w:pPr>
              <w:pStyle w:val="TAH"/>
            </w:pPr>
            <w:r>
              <w:rPr>
                <w:rFonts w:hint="eastAsia"/>
                <w:lang w:eastAsia="zh-CN"/>
              </w:rPr>
              <w:t>7</w:t>
            </w:r>
            <w:r>
              <w:rPr>
                <w:lang w:eastAsia="zh-CN"/>
              </w:rPr>
              <w:t>0</w:t>
            </w:r>
          </w:p>
        </w:tc>
        <w:tc>
          <w:tcPr>
            <w:tcW w:w="848" w:type="dxa"/>
            <w:vAlign w:val="center"/>
          </w:tcPr>
          <w:p w14:paraId="3A2BB5C0" w14:textId="36AED5E0" w:rsidR="002E7826" w:rsidRPr="001C0CC4" w:rsidRDefault="002E7826" w:rsidP="002E7826">
            <w:pPr>
              <w:pStyle w:val="TAH"/>
            </w:pPr>
            <w:r w:rsidRPr="001C0CC4">
              <w:t>80</w:t>
            </w:r>
          </w:p>
        </w:tc>
        <w:tc>
          <w:tcPr>
            <w:tcW w:w="849" w:type="dxa"/>
            <w:vAlign w:val="center"/>
          </w:tcPr>
          <w:p w14:paraId="39E8683B" w14:textId="77777777" w:rsidR="002E7826" w:rsidRPr="001C0CC4" w:rsidRDefault="002E7826" w:rsidP="002E7826">
            <w:pPr>
              <w:pStyle w:val="TAH"/>
            </w:pPr>
            <w:r w:rsidRPr="001C0CC4">
              <w:t>100</w:t>
            </w:r>
          </w:p>
        </w:tc>
      </w:tr>
      <w:tr w:rsidR="002E7826" w:rsidRPr="001C0CC4" w14:paraId="614FBCBE" w14:textId="77777777" w:rsidTr="002E7826">
        <w:trPr>
          <w:jc w:val="center"/>
        </w:trPr>
        <w:tc>
          <w:tcPr>
            <w:tcW w:w="3690" w:type="dxa"/>
          </w:tcPr>
          <w:p w14:paraId="504F0F48" w14:textId="77777777" w:rsidR="002E7826" w:rsidRPr="001C0CC4" w:rsidRDefault="002E7826" w:rsidP="002E7826">
            <w:pPr>
              <w:pStyle w:val="TAL"/>
              <w:rPr>
                <w:rFonts w:eastAsia="SimSun"/>
              </w:rPr>
            </w:pPr>
            <w:r w:rsidRPr="001C0CC4">
              <w:rPr>
                <w:rFonts w:eastAsia="SimSun"/>
              </w:rPr>
              <w:t xml:space="preserve">Subcarrier spacing configuration </w:t>
            </w:r>
            <w:r w:rsidRPr="001C0CC4">
              <w:rPr>
                <w:rFonts w:eastAsia="SimSun"/>
              </w:rPr>
              <w:object w:dxaOrig="220" w:dyaOrig="240" w14:anchorId="328D9906">
                <v:shape id="_x0000_i1038" type="#_x0000_t75" style="width:17.35pt;height:19.45pt" o:ole="">
                  <v:imagedata r:id="rId11" o:title=""/>
                </v:shape>
                <o:OLEObject Type="Embed" ProgID="Equation.3" ShapeID="_x0000_i1038" DrawAspect="Content" ObjectID="_1734986605" r:id="rId32"/>
              </w:object>
            </w:r>
          </w:p>
        </w:tc>
        <w:tc>
          <w:tcPr>
            <w:tcW w:w="1093" w:type="dxa"/>
          </w:tcPr>
          <w:p w14:paraId="5C8608CA" w14:textId="77777777" w:rsidR="002E7826" w:rsidRPr="001C0CC4" w:rsidRDefault="002E7826" w:rsidP="002E7826">
            <w:pPr>
              <w:pStyle w:val="TAC"/>
            </w:pPr>
          </w:p>
        </w:tc>
        <w:tc>
          <w:tcPr>
            <w:tcW w:w="848" w:type="dxa"/>
          </w:tcPr>
          <w:p w14:paraId="1D0C04AD" w14:textId="77777777" w:rsidR="002E7826" w:rsidRPr="001C0CC4" w:rsidRDefault="002E7826" w:rsidP="002E7826">
            <w:pPr>
              <w:pStyle w:val="TAC"/>
            </w:pPr>
            <w:r w:rsidRPr="001C0CC4">
              <w:t>2</w:t>
            </w:r>
          </w:p>
        </w:tc>
        <w:tc>
          <w:tcPr>
            <w:tcW w:w="848" w:type="dxa"/>
          </w:tcPr>
          <w:p w14:paraId="711C2BC6" w14:textId="77777777" w:rsidR="002E7826" w:rsidRPr="001C0CC4" w:rsidRDefault="002E7826" w:rsidP="002E7826">
            <w:pPr>
              <w:pStyle w:val="TAC"/>
            </w:pPr>
            <w:r w:rsidRPr="001C0CC4">
              <w:t>2</w:t>
            </w:r>
          </w:p>
        </w:tc>
        <w:tc>
          <w:tcPr>
            <w:tcW w:w="848" w:type="dxa"/>
          </w:tcPr>
          <w:p w14:paraId="60C83D58" w14:textId="77777777" w:rsidR="002E7826" w:rsidRPr="001C0CC4" w:rsidRDefault="002E7826" w:rsidP="002E7826">
            <w:pPr>
              <w:pStyle w:val="TAC"/>
            </w:pPr>
            <w:r w:rsidRPr="001C0CC4">
              <w:t>2</w:t>
            </w:r>
          </w:p>
        </w:tc>
        <w:tc>
          <w:tcPr>
            <w:tcW w:w="848" w:type="dxa"/>
          </w:tcPr>
          <w:p w14:paraId="7CE640E4" w14:textId="77777777" w:rsidR="002E7826" w:rsidRPr="001C0CC4" w:rsidRDefault="002E7826" w:rsidP="002E7826">
            <w:pPr>
              <w:pStyle w:val="TAC"/>
            </w:pPr>
            <w:r w:rsidRPr="001C0CC4">
              <w:t>2</w:t>
            </w:r>
          </w:p>
        </w:tc>
        <w:tc>
          <w:tcPr>
            <w:tcW w:w="848" w:type="dxa"/>
          </w:tcPr>
          <w:p w14:paraId="2854688F" w14:textId="77777777" w:rsidR="002E7826" w:rsidRPr="001C0CC4" w:rsidRDefault="002E7826" w:rsidP="002E7826">
            <w:pPr>
              <w:pStyle w:val="TAC"/>
            </w:pPr>
            <w:r w:rsidRPr="001C0CC4">
              <w:t>2</w:t>
            </w:r>
          </w:p>
        </w:tc>
        <w:tc>
          <w:tcPr>
            <w:tcW w:w="848" w:type="dxa"/>
          </w:tcPr>
          <w:p w14:paraId="493C07FF" w14:textId="77777777" w:rsidR="002E7826" w:rsidRPr="001C0CC4" w:rsidRDefault="002E7826" w:rsidP="002E7826">
            <w:pPr>
              <w:pStyle w:val="TAC"/>
            </w:pPr>
            <w:r w:rsidRPr="001C0CC4">
              <w:t>2</w:t>
            </w:r>
          </w:p>
        </w:tc>
        <w:tc>
          <w:tcPr>
            <w:tcW w:w="848" w:type="dxa"/>
          </w:tcPr>
          <w:p w14:paraId="1F0B9782" w14:textId="77777777" w:rsidR="002E7826" w:rsidRPr="001C0CC4" w:rsidRDefault="002E7826" w:rsidP="002E7826">
            <w:pPr>
              <w:pStyle w:val="TAC"/>
            </w:pPr>
            <w:r w:rsidRPr="001C0CC4">
              <w:t>2</w:t>
            </w:r>
          </w:p>
        </w:tc>
        <w:tc>
          <w:tcPr>
            <w:tcW w:w="848" w:type="dxa"/>
          </w:tcPr>
          <w:p w14:paraId="1AC00FD9" w14:textId="77777777" w:rsidR="002E7826" w:rsidRPr="001C0CC4" w:rsidRDefault="002E7826" w:rsidP="002E7826">
            <w:pPr>
              <w:pStyle w:val="TAC"/>
            </w:pPr>
            <w:r w:rsidRPr="001C0CC4">
              <w:t>2</w:t>
            </w:r>
          </w:p>
        </w:tc>
        <w:tc>
          <w:tcPr>
            <w:tcW w:w="848" w:type="dxa"/>
          </w:tcPr>
          <w:p w14:paraId="642C0642" w14:textId="197353D9" w:rsidR="002E7826" w:rsidRPr="001C0CC4" w:rsidRDefault="002E7826" w:rsidP="002E7826">
            <w:pPr>
              <w:pStyle w:val="TAC"/>
            </w:pPr>
            <w:r>
              <w:t>2</w:t>
            </w:r>
          </w:p>
        </w:tc>
        <w:tc>
          <w:tcPr>
            <w:tcW w:w="848" w:type="dxa"/>
          </w:tcPr>
          <w:p w14:paraId="552CC575" w14:textId="4929D061" w:rsidR="002E7826" w:rsidRPr="001C0CC4" w:rsidRDefault="002E7826" w:rsidP="002E7826">
            <w:pPr>
              <w:pStyle w:val="TAC"/>
            </w:pPr>
            <w:r w:rsidRPr="001C0CC4">
              <w:t>2</w:t>
            </w:r>
          </w:p>
        </w:tc>
        <w:tc>
          <w:tcPr>
            <w:tcW w:w="849" w:type="dxa"/>
          </w:tcPr>
          <w:p w14:paraId="319FFA3D" w14:textId="77777777" w:rsidR="002E7826" w:rsidRPr="001C0CC4" w:rsidRDefault="002E7826" w:rsidP="002E7826">
            <w:pPr>
              <w:pStyle w:val="TAC"/>
            </w:pPr>
            <w:r w:rsidRPr="001C0CC4">
              <w:t>2</w:t>
            </w:r>
          </w:p>
        </w:tc>
      </w:tr>
      <w:tr w:rsidR="002E7826" w:rsidRPr="001C0CC4" w14:paraId="0512AE9A" w14:textId="77777777" w:rsidTr="002E7826">
        <w:trPr>
          <w:jc w:val="center"/>
        </w:trPr>
        <w:tc>
          <w:tcPr>
            <w:tcW w:w="3690" w:type="dxa"/>
          </w:tcPr>
          <w:p w14:paraId="4B08A2E9" w14:textId="77777777" w:rsidR="002E7826" w:rsidRPr="001C0CC4" w:rsidRDefault="002E7826" w:rsidP="002E7826">
            <w:pPr>
              <w:pStyle w:val="TAL"/>
              <w:rPr>
                <w:rFonts w:eastAsia="SimSun"/>
              </w:rPr>
            </w:pPr>
            <w:r w:rsidRPr="001C0CC4">
              <w:rPr>
                <w:rFonts w:eastAsia="SimSun"/>
              </w:rPr>
              <w:t>Allocated resource blocks</w:t>
            </w:r>
          </w:p>
        </w:tc>
        <w:tc>
          <w:tcPr>
            <w:tcW w:w="1093" w:type="dxa"/>
          </w:tcPr>
          <w:p w14:paraId="255E8EFA" w14:textId="77777777" w:rsidR="002E7826" w:rsidRPr="001C0CC4" w:rsidRDefault="002E7826" w:rsidP="002E7826">
            <w:pPr>
              <w:pStyle w:val="TAC"/>
            </w:pPr>
          </w:p>
        </w:tc>
        <w:tc>
          <w:tcPr>
            <w:tcW w:w="848" w:type="dxa"/>
          </w:tcPr>
          <w:p w14:paraId="379FC77D" w14:textId="77777777" w:rsidR="002E7826" w:rsidRPr="001C0CC4" w:rsidRDefault="002E7826" w:rsidP="002E7826">
            <w:pPr>
              <w:pStyle w:val="TAC"/>
            </w:pPr>
            <w:r w:rsidRPr="001C0CC4">
              <w:t>11</w:t>
            </w:r>
          </w:p>
        </w:tc>
        <w:tc>
          <w:tcPr>
            <w:tcW w:w="848" w:type="dxa"/>
          </w:tcPr>
          <w:p w14:paraId="07B4E8DF" w14:textId="77777777" w:rsidR="002E7826" w:rsidRPr="001C0CC4" w:rsidRDefault="002E7826" w:rsidP="002E7826">
            <w:pPr>
              <w:pStyle w:val="TAC"/>
            </w:pPr>
            <w:r w:rsidRPr="001C0CC4">
              <w:t>18</w:t>
            </w:r>
          </w:p>
        </w:tc>
        <w:tc>
          <w:tcPr>
            <w:tcW w:w="848" w:type="dxa"/>
          </w:tcPr>
          <w:p w14:paraId="42565A0D" w14:textId="77777777" w:rsidR="002E7826" w:rsidRPr="001C0CC4" w:rsidRDefault="002E7826" w:rsidP="002E7826">
            <w:pPr>
              <w:pStyle w:val="TAC"/>
            </w:pPr>
            <w:r w:rsidRPr="001C0CC4">
              <w:t>24</w:t>
            </w:r>
          </w:p>
        </w:tc>
        <w:tc>
          <w:tcPr>
            <w:tcW w:w="848" w:type="dxa"/>
          </w:tcPr>
          <w:p w14:paraId="05C9708E" w14:textId="77777777" w:rsidR="002E7826" w:rsidRPr="001C0CC4" w:rsidRDefault="002E7826" w:rsidP="002E7826">
            <w:pPr>
              <w:pStyle w:val="TAC"/>
            </w:pPr>
            <w:r w:rsidRPr="001C0CC4">
              <w:t>31</w:t>
            </w:r>
          </w:p>
        </w:tc>
        <w:tc>
          <w:tcPr>
            <w:tcW w:w="848" w:type="dxa"/>
          </w:tcPr>
          <w:p w14:paraId="1BEFA42C" w14:textId="77777777" w:rsidR="002E7826" w:rsidRPr="001C0CC4" w:rsidRDefault="002E7826" w:rsidP="002E7826">
            <w:pPr>
              <w:pStyle w:val="TAC"/>
            </w:pPr>
            <w:r w:rsidRPr="001C0CC4">
              <w:t>38</w:t>
            </w:r>
          </w:p>
        </w:tc>
        <w:tc>
          <w:tcPr>
            <w:tcW w:w="848" w:type="dxa"/>
          </w:tcPr>
          <w:p w14:paraId="5379E262" w14:textId="77777777" w:rsidR="002E7826" w:rsidRPr="001C0CC4" w:rsidRDefault="002E7826" w:rsidP="002E7826">
            <w:pPr>
              <w:pStyle w:val="TAC"/>
            </w:pPr>
            <w:r w:rsidRPr="001C0CC4">
              <w:t>51</w:t>
            </w:r>
          </w:p>
        </w:tc>
        <w:tc>
          <w:tcPr>
            <w:tcW w:w="848" w:type="dxa"/>
          </w:tcPr>
          <w:p w14:paraId="05EE9E80" w14:textId="77777777" w:rsidR="002E7826" w:rsidRPr="001C0CC4" w:rsidRDefault="002E7826" w:rsidP="002E7826">
            <w:pPr>
              <w:pStyle w:val="TAC"/>
            </w:pPr>
            <w:r w:rsidRPr="001C0CC4">
              <w:t>65</w:t>
            </w:r>
          </w:p>
        </w:tc>
        <w:tc>
          <w:tcPr>
            <w:tcW w:w="848" w:type="dxa"/>
          </w:tcPr>
          <w:p w14:paraId="2E434042" w14:textId="77777777" w:rsidR="002E7826" w:rsidRPr="001C0CC4" w:rsidRDefault="002E7826" w:rsidP="002E7826">
            <w:pPr>
              <w:pStyle w:val="TAC"/>
            </w:pPr>
            <w:r w:rsidRPr="001C0CC4">
              <w:t>79</w:t>
            </w:r>
          </w:p>
        </w:tc>
        <w:tc>
          <w:tcPr>
            <w:tcW w:w="848" w:type="dxa"/>
          </w:tcPr>
          <w:p w14:paraId="75220F95" w14:textId="786465AC" w:rsidR="002E7826" w:rsidRPr="001C0CC4" w:rsidRDefault="002E7826" w:rsidP="002E7826">
            <w:pPr>
              <w:pStyle w:val="TAC"/>
            </w:pPr>
            <w:r>
              <w:t>93</w:t>
            </w:r>
          </w:p>
        </w:tc>
        <w:tc>
          <w:tcPr>
            <w:tcW w:w="848" w:type="dxa"/>
          </w:tcPr>
          <w:p w14:paraId="650500D0" w14:textId="07F8F6D5" w:rsidR="002E7826" w:rsidRPr="001C0CC4" w:rsidRDefault="002E7826" w:rsidP="002E7826">
            <w:pPr>
              <w:pStyle w:val="TAC"/>
            </w:pPr>
            <w:r w:rsidRPr="001C0CC4">
              <w:t>107</w:t>
            </w:r>
          </w:p>
        </w:tc>
        <w:tc>
          <w:tcPr>
            <w:tcW w:w="849" w:type="dxa"/>
          </w:tcPr>
          <w:p w14:paraId="0BFD076E" w14:textId="77777777" w:rsidR="002E7826" w:rsidRPr="001C0CC4" w:rsidRDefault="002E7826" w:rsidP="002E7826">
            <w:pPr>
              <w:pStyle w:val="TAC"/>
            </w:pPr>
            <w:r w:rsidRPr="001C0CC4">
              <w:t>135</w:t>
            </w:r>
          </w:p>
        </w:tc>
      </w:tr>
      <w:tr w:rsidR="002E7826" w:rsidRPr="001C0CC4" w14:paraId="1B172F7C" w14:textId="77777777" w:rsidTr="002E7826">
        <w:trPr>
          <w:jc w:val="center"/>
        </w:trPr>
        <w:tc>
          <w:tcPr>
            <w:tcW w:w="3690" w:type="dxa"/>
          </w:tcPr>
          <w:p w14:paraId="38C100CB" w14:textId="77777777" w:rsidR="002E7826" w:rsidRPr="001C0CC4" w:rsidRDefault="002E7826" w:rsidP="002E7826">
            <w:pPr>
              <w:pStyle w:val="TAL"/>
              <w:rPr>
                <w:rFonts w:eastAsia="SimSun"/>
              </w:rPr>
            </w:pPr>
            <w:r w:rsidRPr="001C0CC4">
              <w:rPr>
                <w:rFonts w:eastAsia="SimSun"/>
              </w:rPr>
              <w:t>Subcarriers per resource block</w:t>
            </w:r>
          </w:p>
        </w:tc>
        <w:tc>
          <w:tcPr>
            <w:tcW w:w="1093" w:type="dxa"/>
          </w:tcPr>
          <w:p w14:paraId="5F484416" w14:textId="77777777" w:rsidR="002E7826" w:rsidRPr="001C0CC4" w:rsidRDefault="002E7826" w:rsidP="002E7826">
            <w:pPr>
              <w:pStyle w:val="TAC"/>
            </w:pPr>
          </w:p>
        </w:tc>
        <w:tc>
          <w:tcPr>
            <w:tcW w:w="848" w:type="dxa"/>
          </w:tcPr>
          <w:p w14:paraId="7268DFBF" w14:textId="77777777" w:rsidR="002E7826" w:rsidRPr="001C0CC4" w:rsidRDefault="002E7826" w:rsidP="002E7826">
            <w:pPr>
              <w:pStyle w:val="TAC"/>
            </w:pPr>
            <w:r w:rsidRPr="001C0CC4">
              <w:t>12</w:t>
            </w:r>
          </w:p>
        </w:tc>
        <w:tc>
          <w:tcPr>
            <w:tcW w:w="848" w:type="dxa"/>
          </w:tcPr>
          <w:p w14:paraId="3C5CA7D6" w14:textId="77777777" w:rsidR="002E7826" w:rsidRPr="001C0CC4" w:rsidRDefault="002E7826" w:rsidP="002E7826">
            <w:pPr>
              <w:pStyle w:val="TAC"/>
            </w:pPr>
            <w:r w:rsidRPr="001C0CC4">
              <w:t>12</w:t>
            </w:r>
          </w:p>
        </w:tc>
        <w:tc>
          <w:tcPr>
            <w:tcW w:w="848" w:type="dxa"/>
          </w:tcPr>
          <w:p w14:paraId="499F838D" w14:textId="77777777" w:rsidR="002E7826" w:rsidRPr="001C0CC4" w:rsidRDefault="002E7826" w:rsidP="002E7826">
            <w:pPr>
              <w:pStyle w:val="TAC"/>
            </w:pPr>
            <w:r w:rsidRPr="001C0CC4">
              <w:t>12</w:t>
            </w:r>
          </w:p>
        </w:tc>
        <w:tc>
          <w:tcPr>
            <w:tcW w:w="848" w:type="dxa"/>
          </w:tcPr>
          <w:p w14:paraId="078684A7" w14:textId="77777777" w:rsidR="002E7826" w:rsidRPr="001C0CC4" w:rsidRDefault="002E7826" w:rsidP="002E7826">
            <w:pPr>
              <w:pStyle w:val="TAC"/>
            </w:pPr>
            <w:r w:rsidRPr="001C0CC4">
              <w:t>12</w:t>
            </w:r>
          </w:p>
        </w:tc>
        <w:tc>
          <w:tcPr>
            <w:tcW w:w="848" w:type="dxa"/>
          </w:tcPr>
          <w:p w14:paraId="4E9BB8A2" w14:textId="77777777" w:rsidR="002E7826" w:rsidRPr="001C0CC4" w:rsidRDefault="002E7826" w:rsidP="002E7826">
            <w:pPr>
              <w:pStyle w:val="TAC"/>
            </w:pPr>
            <w:r w:rsidRPr="001C0CC4">
              <w:t>12</w:t>
            </w:r>
          </w:p>
        </w:tc>
        <w:tc>
          <w:tcPr>
            <w:tcW w:w="848" w:type="dxa"/>
          </w:tcPr>
          <w:p w14:paraId="47070102" w14:textId="77777777" w:rsidR="002E7826" w:rsidRPr="001C0CC4" w:rsidRDefault="002E7826" w:rsidP="002E7826">
            <w:pPr>
              <w:pStyle w:val="TAC"/>
            </w:pPr>
            <w:r w:rsidRPr="001C0CC4">
              <w:t>12</w:t>
            </w:r>
          </w:p>
        </w:tc>
        <w:tc>
          <w:tcPr>
            <w:tcW w:w="848" w:type="dxa"/>
          </w:tcPr>
          <w:p w14:paraId="72BE819D" w14:textId="77777777" w:rsidR="002E7826" w:rsidRPr="001C0CC4" w:rsidRDefault="002E7826" w:rsidP="002E7826">
            <w:pPr>
              <w:pStyle w:val="TAC"/>
            </w:pPr>
            <w:r w:rsidRPr="001C0CC4">
              <w:t>12</w:t>
            </w:r>
          </w:p>
        </w:tc>
        <w:tc>
          <w:tcPr>
            <w:tcW w:w="848" w:type="dxa"/>
          </w:tcPr>
          <w:p w14:paraId="117F66B7" w14:textId="77777777" w:rsidR="002E7826" w:rsidRPr="001C0CC4" w:rsidRDefault="002E7826" w:rsidP="002E7826">
            <w:pPr>
              <w:pStyle w:val="TAC"/>
            </w:pPr>
            <w:r w:rsidRPr="001C0CC4">
              <w:t>12</w:t>
            </w:r>
          </w:p>
        </w:tc>
        <w:tc>
          <w:tcPr>
            <w:tcW w:w="848" w:type="dxa"/>
          </w:tcPr>
          <w:p w14:paraId="045A2C7E" w14:textId="3E9D8061" w:rsidR="002E7826" w:rsidRPr="001C0CC4" w:rsidRDefault="002E7826" w:rsidP="002E7826">
            <w:pPr>
              <w:pStyle w:val="TAC"/>
            </w:pPr>
            <w:r>
              <w:t>12</w:t>
            </w:r>
          </w:p>
        </w:tc>
        <w:tc>
          <w:tcPr>
            <w:tcW w:w="848" w:type="dxa"/>
          </w:tcPr>
          <w:p w14:paraId="5F942590" w14:textId="36BCCEE6" w:rsidR="002E7826" w:rsidRPr="001C0CC4" w:rsidRDefault="002E7826" w:rsidP="002E7826">
            <w:pPr>
              <w:pStyle w:val="TAC"/>
            </w:pPr>
            <w:r w:rsidRPr="001C0CC4">
              <w:t>12</w:t>
            </w:r>
          </w:p>
        </w:tc>
        <w:tc>
          <w:tcPr>
            <w:tcW w:w="849" w:type="dxa"/>
          </w:tcPr>
          <w:p w14:paraId="5171F029" w14:textId="77777777" w:rsidR="002E7826" w:rsidRPr="001C0CC4" w:rsidRDefault="002E7826" w:rsidP="002E7826">
            <w:pPr>
              <w:pStyle w:val="TAC"/>
            </w:pPr>
            <w:r w:rsidRPr="001C0CC4">
              <w:t>12</w:t>
            </w:r>
          </w:p>
        </w:tc>
      </w:tr>
      <w:tr w:rsidR="002E7826" w:rsidRPr="001C0CC4" w14:paraId="6574B60E" w14:textId="77777777" w:rsidTr="002E7826">
        <w:trPr>
          <w:jc w:val="center"/>
        </w:trPr>
        <w:tc>
          <w:tcPr>
            <w:tcW w:w="3690" w:type="dxa"/>
          </w:tcPr>
          <w:p w14:paraId="638572AC" w14:textId="77777777" w:rsidR="002E7826" w:rsidRPr="001C0CC4" w:rsidRDefault="002E7826" w:rsidP="002E7826">
            <w:pPr>
              <w:pStyle w:val="TAL"/>
              <w:rPr>
                <w:rFonts w:eastAsia="SimSun"/>
              </w:rPr>
            </w:pPr>
            <w:r w:rsidRPr="001C0CC4">
              <w:rPr>
                <w:rFonts w:eastAsia="SimSun"/>
              </w:rPr>
              <w:t>Allocated slots per Frame</w:t>
            </w:r>
          </w:p>
        </w:tc>
        <w:tc>
          <w:tcPr>
            <w:tcW w:w="1093" w:type="dxa"/>
          </w:tcPr>
          <w:p w14:paraId="118D2D65" w14:textId="77777777" w:rsidR="002E7826" w:rsidRPr="001C0CC4" w:rsidRDefault="002E7826" w:rsidP="002E7826">
            <w:pPr>
              <w:pStyle w:val="TAC"/>
            </w:pPr>
          </w:p>
        </w:tc>
        <w:tc>
          <w:tcPr>
            <w:tcW w:w="848" w:type="dxa"/>
          </w:tcPr>
          <w:p w14:paraId="7013274C" w14:textId="3CB531AB" w:rsidR="002E7826" w:rsidRPr="001C0CC4" w:rsidRDefault="002E7826" w:rsidP="002E7826">
            <w:pPr>
              <w:pStyle w:val="TAC"/>
            </w:pPr>
            <w:r>
              <w:t>24</w:t>
            </w:r>
          </w:p>
        </w:tc>
        <w:tc>
          <w:tcPr>
            <w:tcW w:w="848" w:type="dxa"/>
          </w:tcPr>
          <w:p w14:paraId="29D783E0" w14:textId="0E3F4F21" w:rsidR="002E7826" w:rsidRPr="001C0CC4" w:rsidRDefault="002E7826" w:rsidP="002E7826">
            <w:pPr>
              <w:pStyle w:val="TAC"/>
            </w:pPr>
            <w:r>
              <w:t>24</w:t>
            </w:r>
          </w:p>
        </w:tc>
        <w:tc>
          <w:tcPr>
            <w:tcW w:w="848" w:type="dxa"/>
          </w:tcPr>
          <w:p w14:paraId="4BEAE631" w14:textId="2DCB6EF2" w:rsidR="002E7826" w:rsidRPr="001C0CC4" w:rsidRDefault="002E7826" w:rsidP="002E7826">
            <w:pPr>
              <w:pStyle w:val="TAC"/>
            </w:pPr>
            <w:r>
              <w:t>24</w:t>
            </w:r>
          </w:p>
        </w:tc>
        <w:tc>
          <w:tcPr>
            <w:tcW w:w="848" w:type="dxa"/>
          </w:tcPr>
          <w:p w14:paraId="0D8DBA06" w14:textId="706BF81A" w:rsidR="002E7826" w:rsidRPr="001C0CC4" w:rsidRDefault="002E7826" w:rsidP="002E7826">
            <w:pPr>
              <w:pStyle w:val="TAC"/>
            </w:pPr>
            <w:r>
              <w:t>24</w:t>
            </w:r>
          </w:p>
        </w:tc>
        <w:tc>
          <w:tcPr>
            <w:tcW w:w="848" w:type="dxa"/>
          </w:tcPr>
          <w:p w14:paraId="112631F4" w14:textId="7919F481" w:rsidR="002E7826" w:rsidRPr="001C0CC4" w:rsidRDefault="002E7826" w:rsidP="002E7826">
            <w:pPr>
              <w:pStyle w:val="TAC"/>
            </w:pPr>
            <w:r>
              <w:t>24</w:t>
            </w:r>
          </w:p>
        </w:tc>
        <w:tc>
          <w:tcPr>
            <w:tcW w:w="848" w:type="dxa"/>
          </w:tcPr>
          <w:p w14:paraId="015712D8" w14:textId="73C5EAD4" w:rsidR="002E7826" w:rsidRPr="001C0CC4" w:rsidRDefault="002E7826" w:rsidP="002E7826">
            <w:pPr>
              <w:pStyle w:val="TAC"/>
            </w:pPr>
            <w:r>
              <w:t>24</w:t>
            </w:r>
          </w:p>
        </w:tc>
        <w:tc>
          <w:tcPr>
            <w:tcW w:w="848" w:type="dxa"/>
          </w:tcPr>
          <w:p w14:paraId="047A9A9A" w14:textId="0ACEAB7F" w:rsidR="002E7826" w:rsidRPr="001C0CC4" w:rsidRDefault="002E7826" w:rsidP="002E7826">
            <w:pPr>
              <w:pStyle w:val="TAC"/>
            </w:pPr>
            <w:r>
              <w:t>24</w:t>
            </w:r>
          </w:p>
        </w:tc>
        <w:tc>
          <w:tcPr>
            <w:tcW w:w="848" w:type="dxa"/>
          </w:tcPr>
          <w:p w14:paraId="6E89A6EA" w14:textId="3595F0F1" w:rsidR="002E7826" w:rsidRPr="001C0CC4" w:rsidRDefault="002E7826" w:rsidP="002E7826">
            <w:pPr>
              <w:pStyle w:val="TAC"/>
            </w:pPr>
            <w:r>
              <w:t>24</w:t>
            </w:r>
          </w:p>
        </w:tc>
        <w:tc>
          <w:tcPr>
            <w:tcW w:w="848" w:type="dxa"/>
          </w:tcPr>
          <w:p w14:paraId="77C22CBD" w14:textId="3B52DDAF" w:rsidR="002E7826" w:rsidRDefault="002E7826" w:rsidP="002E7826">
            <w:pPr>
              <w:pStyle w:val="TAC"/>
            </w:pPr>
            <w:r>
              <w:t>26</w:t>
            </w:r>
          </w:p>
        </w:tc>
        <w:tc>
          <w:tcPr>
            <w:tcW w:w="848" w:type="dxa"/>
          </w:tcPr>
          <w:p w14:paraId="31D54159" w14:textId="12699692" w:rsidR="002E7826" w:rsidRPr="001C0CC4" w:rsidRDefault="002E7826" w:rsidP="002E7826">
            <w:pPr>
              <w:pStyle w:val="TAC"/>
            </w:pPr>
            <w:r>
              <w:t>24</w:t>
            </w:r>
          </w:p>
        </w:tc>
        <w:tc>
          <w:tcPr>
            <w:tcW w:w="849" w:type="dxa"/>
          </w:tcPr>
          <w:p w14:paraId="5D38C1EE" w14:textId="14FD5E90" w:rsidR="002E7826" w:rsidRPr="001C0CC4" w:rsidRDefault="002E7826" w:rsidP="002E7826">
            <w:pPr>
              <w:pStyle w:val="TAC"/>
            </w:pPr>
            <w:r>
              <w:t>24</w:t>
            </w:r>
          </w:p>
        </w:tc>
      </w:tr>
      <w:tr w:rsidR="002E7826" w:rsidRPr="001C0CC4" w14:paraId="090FD60F" w14:textId="77777777" w:rsidTr="002E7826">
        <w:trPr>
          <w:jc w:val="center"/>
        </w:trPr>
        <w:tc>
          <w:tcPr>
            <w:tcW w:w="3690" w:type="dxa"/>
          </w:tcPr>
          <w:p w14:paraId="497914D2" w14:textId="77777777" w:rsidR="002E7826" w:rsidRPr="001C0CC4" w:rsidRDefault="002E7826" w:rsidP="002E7826">
            <w:pPr>
              <w:pStyle w:val="TAL"/>
              <w:rPr>
                <w:rFonts w:eastAsia="SimSun"/>
              </w:rPr>
            </w:pPr>
            <w:r w:rsidRPr="001C0CC4">
              <w:rPr>
                <w:rFonts w:eastAsia="SimSun"/>
              </w:rPr>
              <w:t>MCS Index</w:t>
            </w:r>
          </w:p>
        </w:tc>
        <w:tc>
          <w:tcPr>
            <w:tcW w:w="1093" w:type="dxa"/>
          </w:tcPr>
          <w:p w14:paraId="45209F0B" w14:textId="77777777" w:rsidR="002E7826" w:rsidRPr="001C0CC4" w:rsidRDefault="002E7826" w:rsidP="002E7826">
            <w:pPr>
              <w:pStyle w:val="TAC"/>
            </w:pPr>
          </w:p>
        </w:tc>
        <w:tc>
          <w:tcPr>
            <w:tcW w:w="848" w:type="dxa"/>
          </w:tcPr>
          <w:p w14:paraId="0F825246" w14:textId="77777777" w:rsidR="002E7826" w:rsidRPr="001C0CC4" w:rsidRDefault="002E7826" w:rsidP="002E7826">
            <w:pPr>
              <w:pStyle w:val="TAC"/>
            </w:pPr>
            <w:r w:rsidRPr="001C0CC4">
              <w:t>23</w:t>
            </w:r>
          </w:p>
        </w:tc>
        <w:tc>
          <w:tcPr>
            <w:tcW w:w="848" w:type="dxa"/>
          </w:tcPr>
          <w:p w14:paraId="159B02C7" w14:textId="77777777" w:rsidR="002E7826" w:rsidRPr="001C0CC4" w:rsidRDefault="002E7826" w:rsidP="002E7826">
            <w:pPr>
              <w:pStyle w:val="TAC"/>
            </w:pPr>
            <w:r w:rsidRPr="001C0CC4">
              <w:t>23</w:t>
            </w:r>
          </w:p>
        </w:tc>
        <w:tc>
          <w:tcPr>
            <w:tcW w:w="848" w:type="dxa"/>
          </w:tcPr>
          <w:p w14:paraId="76C63A5F" w14:textId="77777777" w:rsidR="002E7826" w:rsidRPr="001C0CC4" w:rsidRDefault="002E7826" w:rsidP="002E7826">
            <w:pPr>
              <w:pStyle w:val="TAC"/>
            </w:pPr>
            <w:r w:rsidRPr="001C0CC4">
              <w:t>23</w:t>
            </w:r>
          </w:p>
        </w:tc>
        <w:tc>
          <w:tcPr>
            <w:tcW w:w="848" w:type="dxa"/>
          </w:tcPr>
          <w:p w14:paraId="2DBA438D" w14:textId="77777777" w:rsidR="002E7826" w:rsidRPr="001C0CC4" w:rsidRDefault="002E7826" w:rsidP="002E7826">
            <w:pPr>
              <w:pStyle w:val="TAC"/>
            </w:pPr>
            <w:r w:rsidRPr="001C0CC4">
              <w:t>23</w:t>
            </w:r>
          </w:p>
        </w:tc>
        <w:tc>
          <w:tcPr>
            <w:tcW w:w="848" w:type="dxa"/>
          </w:tcPr>
          <w:p w14:paraId="5DBE4792" w14:textId="77777777" w:rsidR="002E7826" w:rsidRPr="001C0CC4" w:rsidRDefault="002E7826" w:rsidP="002E7826">
            <w:pPr>
              <w:pStyle w:val="TAC"/>
            </w:pPr>
            <w:r w:rsidRPr="001C0CC4">
              <w:t>23</w:t>
            </w:r>
          </w:p>
        </w:tc>
        <w:tc>
          <w:tcPr>
            <w:tcW w:w="848" w:type="dxa"/>
          </w:tcPr>
          <w:p w14:paraId="67CC9396" w14:textId="77777777" w:rsidR="002E7826" w:rsidRPr="001C0CC4" w:rsidRDefault="002E7826" w:rsidP="002E7826">
            <w:pPr>
              <w:pStyle w:val="TAC"/>
            </w:pPr>
            <w:r w:rsidRPr="001C0CC4">
              <w:t>23</w:t>
            </w:r>
          </w:p>
        </w:tc>
        <w:tc>
          <w:tcPr>
            <w:tcW w:w="848" w:type="dxa"/>
          </w:tcPr>
          <w:p w14:paraId="2E46E2BF" w14:textId="77777777" w:rsidR="002E7826" w:rsidRPr="001C0CC4" w:rsidRDefault="002E7826" w:rsidP="002E7826">
            <w:pPr>
              <w:pStyle w:val="TAC"/>
            </w:pPr>
            <w:r w:rsidRPr="001C0CC4">
              <w:t>23</w:t>
            </w:r>
          </w:p>
        </w:tc>
        <w:tc>
          <w:tcPr>
            <w:tcW w:w="848" w:type="dxa"/>
          </w:tcPr>
          <w:p w14:paraId="70757986" w14:textId="77777777" w:rsidR="002E7826" w:rsidRPr="001C0CC4" w:rsidRDefault="002E7826" w:rsidP="002E7826">
            <w:pPr>
              <w:pStyle w:val="TAC"/>
            </w:pPr>
            <w:r w:rsidRPr="001C0CC4">
              <w:t>23</w:t>
            </w:r>
          </w:p>
        </w:tc>
        <w:tc>
          <w:tcPr>
            <w:tcW w:w="848" w:type="dxa"/>
          </w:tcPr>
          <w:p w14:paraId="4DA1503F" w14:textId="750F513F" w:rsidR="002E7826" w:rsidRPr="001C0CC4" w:rsidRDefault="002E7826" w:rsidP="002E7826">
            <w:pPr>
              <w:pStyle w:val="TAC"/>
            </w:pPr>
            <w:r>
              <w:t>23</w:t>
            </w:r>
          </w:p>
        </w:tc>
        <w:tc>
          <w:tcPr>
            <w:tcW w:w="848" w:type="dxa"/>
          </w:tcPr>
          <w:p w14:paraId="65C3F619" w14:textId="6F3B365C" w:rsidR="002E7826" w:rsidRPr="001C0CC4" w:rsidRDefault="002E7826" w:rsidP="002E7826">
            <w:pPr>
              <w:pStyle w:val="TAC"/>
            </w:pPr>
            <w:r w:rsidRPr="001C0CC4">
              <w:t>23</w:t>
            </w:r>
          </w:p>
        </w:tc>
        <w:tc>
          <w:tcPr>
            <w:tcW w:w="849" w:type="dxa"/>
          </w:tcPr>
          <w:p w14:paraId="29C516FE" w14:textId="77777777" w:rsidR="002E7826" w:rsidRPr="001C0CC4" w:rsidRDefault="002E7826" w:rsidP="002E7826">
            <w:pPr>
              <w:pStyle w:val="TAC"/>
            </w:pPr>
            <w:r w:rsidRPr="001C0CC4">
              <w:t>23</w:t>
            </w:r>
          </w:p>
        </w:tc>
      </w:tr>
      <w:tr w:rsidR="002E7826" w:rsidRPr="001C0CC4" w14:paraId="7969B971" w14:textId="77777777" w:rsidTr="002E7826">
        <w:trPr>
          <w:jc w:val="center"/>
        </w:trPr>
        <w:tc>
          <w:tcPr>
            <w:tcW w:w="3690" w:type="dxa"/>
          </w:tcPr>
          <w:p w14:paraId="3F93B160" w14:textId="77777777" w:rsidR="002E7826" w:rsidRPr="001C0CC4" w:rsidRDefault="002E7826" w:rsidP="00DC7196">
            <w:pPr>
              <w:pStyle w:val="TAL"/>
              <w:rPr>
                <w:rFonts w:eastAsia="SimSun"/>
              </w:rPr>
            </w:pPr>
            <w:r w:rsidRPr="001C0CC4">
              <w:rPr>
                <w:rFonts w:eastAsia="SimSun"/>
              </w:rPr>
              <w:t xml:space="preserve">MCS Table for TBS determination </w:t>
            </w:r>
          </w:p>
        </w:tc>
        <w:tc>
          <w:tcPr>
            <w:tcW w:w="1093" w:type="dxa"/>
          </w:tcPr>
          <w:p w14:paraId="200884FF" w14:textId="77777777" w:rsidR="002E7826" w:rsidRPr="001C0CC4" w:rsidRDefault="002E7826" w:rsidP="002E7826">
            <w:pPr>
              <w:pStyle w:val="TAC"/>
            </w:pPr>
          </w:p>
        </w:tc>
        <w:tc>
          <w:tcPr>
            <w:tcW w:w="9329" w:type="dxa"/>
            <w:gridSpan w:val="11"/>
          </w:tcPr>
          <w:p w14:paraId="01E2EB4E" w14:textId="40905F39" w:rsidR="002E7826" w:rsidRPr="001C0CC4" w:rsidRDefault="002E7826" w:rsidP="002E7826">
            <w:pPr>
              <w:pStyle w:val="TAC"/>
            </w:pPr>
            <w:r w:rsidRPr="001C0CC4">
              <w:t>256QAM</w:t>
            </w:r>
          </w:p>
        </w:tc>
      </w:tr>
      <w:tr w:rsidR="002E7826" w:rsidRPr="001C0CC4" w14:paraId="073EB12C" w14:textId="77777777" w:rsidTr="002E7826">
        <w:trPr>
          <w:jc w:val="center"/>
        </w:trPr>
        <w:tc>
          <w:tcPr>
            <w:tcW w:w="3690" w:type="dxa"/>
          </w:tcPr>
          <w:p w14:paraId="67FC2766" w14:textId="77777777" w:rsidR="002E7826" w:rsidRPr="001C0CC4" w:rsidRDefault="002E7826" w:rsidP="002E7826">
            <w:pPr>
              <w:pStyle w:val="TAL"/>
              <w:rPr>
                <w:rFonts w:eastAsia="SimSun"/>
              </w:rPr>
            </w:pPr>
            <w:r w:rsidRPr="001C0CC4">
              <w:rPr>
                <w:rFonts w:eastAsia="SimSun"/>
              </w:rPr>
              <w:t>Modulation</w:t>
            </w:r>
          </w:p>
        </w:tc>
        <w:tc>
          <w:tcPr>
            <w:tcW w:w="1093" w:type="dxa"/>
          </w:tcPr>
          <w:p w14:paraId="4F8074DB" w14:textId="77777777" w:rsidR="002E7826" w:rsidRPr="001C0CC4" w:rsidRDefault="002E7826" w:rsidP="002E7826">
            <w:pPr>
              <w:pStyle w:val="TAC"/>
            </w:pPr>
          </w:p>
        </w:tc>
        <w:tc>
          <w:tcPr>
            <w:tcW w:w="848" w:type="dxa"/>
          </w:tcPr>
          <w:p w14:paraId="0E0FD89E" w14:textId="77777777" w:rsidR="002E7826" w:rsidRPr="001C0CC4" w:rsidRDefault="002E7826" w:rsidP="002E7826">
            <w:pPr>
              <w:pStyle w:val="TAC"/>
            </w:pPr>
            <w:r w:rsidRPr="001C0CC4">
              <w:t>256 QAM</w:t>
            </w:r>
          </w:p>
        </w:tc>
        <w:tc>
          <w:tcPr>
            <w:tcW w:w="848" w:type="dxa"/>
          </w:tcPr>
          <w:p w14:paraId="10F5DDD3" w14:textId="77777777" w:rsidR="002E7826" w:rsidRPr="001C0CC4" w:rsidRDefault="002E7826" w:rsidP="002E7826">
            <w:pPr>
              <w:pStyle w:val="TAC"/>
            </w:pPr>
            <w:r w:rsidRPr="001C0CC4">
              <w:t>256 QAM</w:t>
            </w:r>
          </w:p>
        </w:tc>
        <w:tc>
          <w:tcPr>
            <w:tcW w:w="848" w:type="dxa"/>
          </w:tcPr>
          <w:p w14:paraId="434B9283" w14:textId="77777777" w:rsidR="002E7826" w:rsidRPr="001C0CC4" w:rsidRDefault="002E7826" w:rsidP="002E7826">
            <w:pPr>
              <w:pStyle w:val="TAC"/>
            </w:pPr>
            <w:r w:rsidRPr="001C0CC4">
              <w:t>256 QAM</w:t>
            </w:r>
          </w:p>
        </w:tc>
        <w:tc>
          <w:tcPr>
            <w:tcW w:w="848" w:type="dxa"/>
          </w:tcPr>
          <w:p w14:paraId="45408188" w14:textId="77777777" w:rsidR="002E7826" w:rsidRPr="001C0CC4" w:rsidRDefault="002E7826" w:rsidP="002E7826">
            <w:pPr>
              <w:pStyle w:val="TAC"/>
            </w:pPr>
            <w:r w:rsidRPr="001C0CC4">
              <w:t>256 QAM</w:t>
            </w:r>
          </w:p>
        </w:tc>
        <w:tc>
          <w:tcPr>
            <w:tcW w:w="848" w:type="dxa"/>
          </w:tcPr>
          <w:p w14:paraId="56B6255B" w14:textId="77777777" w:rsidR="002E7826" w:rsidRPr="001C0CC4" w:rsidRDefault="002E7826" w:rsidP="002E7826">
            <w:pPr>
              <w:pStyle w:val="TAC"/>
            </w:pPr>
            <w:r w:rsidRPr="001C0CC4">
              <w:t>256 QAM</w:t>
            </w:r>
          </w:p>
        </w:tc>
        <w:tc>
          <w:tcPr>
            <w:tcW w:w="848" w:type="dxa"/>
          </w:tcPr>
          <w:p w14:paraId="24C403EE" w14:textId="77777777" w:rsidR="002E7826" w:rsidRPr="001C0CC4" w:rsidRDefault="002E7826" w:rsidP="002E7826">
            <w:pPr>
              <w:pStyle w:val="TAC"/>
            </w:pPr>
            <w:r w:rsidRPr="001C0CC4">
              <w:t>256 QAM</w:t>
            </w:r>
          </w:p>
        </w:tc>
        <w:tc>
          <w:tcPr>
            <w:tcW w:w="848" w:type="dxa"/>
          </w:tcPr>
          <w:p w14:paraId="0ED77C35" w14:textId="77777777" w:rsidR="002E7826" w:rsidRPr="001C0CC4" w:rsidRDefault="002E7826" w:rsidP="002E7826">
            <w:pPr>
              <w:pStyle w:val="TAC"/>
            </w:pPr>
            <w:r w:rsidRPr="001C0CC4">
              <w:t>256 QAM</w:t>
            </w:r>
          </w:p>
        </w:tc>
        <w:tc>
          <w:tcPr>
            <w:tcW w:w="848" w:type="dxa"/>
          </w:tcPr>
          <w:p w14:paraId="7BC4C050" w14:textId="77777777" w:rsidR="002E7826" w:rsidRPr="001C0CC4" w:rsidRDefault="002E7826" w:rsidP="002E7826">
            <w:pPr>
              <w:pStyle w:val="TAC"/>
            </w:pPr>
            <w:r w:rsidRPr="001C0CC4">
              <w:t>256 QAM</w:t>
            </w:r>
          </w:p>
        </w:tc>
        <w:tc>
          <w:tcPr>
            <w:tcW w:w="848" w:type="dxa"/>
          </w:tcPr>
          <w:p w14:paraId="25111D7A" w14:textId="27348DFB" w:rsidR="002E7826" w:rsidRPr="001C0CC4" w:rsidRDefault="002E7826" w:rsidP="002E7826">
            <w:pPr>
              <w:pStyle w:val="TAC"/>
            </w:pPr>
            <w:r>
              <w:t>256 QAM</w:t>
            </w:r>
          </w:p>
        </w:tc>
        <w:tc>
          <w:tcPr>
            <w:tcW w:w="848" w:type="dxa"/>
          </w:tcPr>
          <w:p w14:paraId="4612ACB5" w14:textId="456DEC5A" w:rsidR="002E7826" w:rsidRPr="001C0CC4" w:rsidRDefault="002E7826" w:rsidP="002E7826">
            <w:pPr>
              <w:pStyle w:val="TAC"/>
            </w:pPr>
            <w:r w:rsidRPr="001C0CC4">
              <w:t>256 QAM</w:t>
            </w:r>
          </w:p>
        </w:tc>
        <w:tc>
          <w:tcPr>
            <w:tcW w:w="849" w:type="dxa"/>
          </w:tcPr>
          <w:p w14:paraId="5578681B" w14:textId="77777777" w:rsidR="002E7826" w:rsidRPr="001C0CC4" w:rsidRDefault="002E7826" w:rsidP="002E7826">
            <w:pPr>
              <w:pStyle w:val="TAC"/>
            </w:pPr>
            <w:r w:rsidRPr="001C0CC4">
              <w:t>256 QAM</w:t>
            </w:r>
          </w:p>
        </w:tc>
      </w:tr>
      <w:tr w:rsidR="002E7826" w:rsidRPr="001C0CC4" w14:paraId="7A245CB5" w14:textId="77777777" w:rsidTr="002E7826">
        <w:trPr>
          <w:jc w:val="center"/>
        </w:trPr>
        <w:tc>
          <w:tcPr>
            <w:tcW w:w="3690" w:type="dxa"/>
          </w:tcPr>
          <w:p w14:paraId="0B1FA4E7" w14:textId="77777777" w:rsidR="002E7826" w:rsidRPr="001C0CC4" w:rsidRDefault="002E7826" w:rsidP="002E7826">
            <w:pPr>
              <w:pStyle w:val="TAL"/>
              <w:rPr>
                <w:rFonts w:eastAsia="SimSun"/>
              </w:rPr>
            </w:pPr>
            <w:r w:rsidRPr="001C0CC4">
              <w:rPr>
                <w:rFonts w:eastAsia="SimSun"/>
              </w:rPr>
              <w:t>Target Coding Rate</w:t>
            </w:r>
          </w:p>
        </w:tc>
        <w:tc>
          <w:tcPr>
            <w:tcW w:w="1093" w:type="dxa"/>
          </w:tcPr>
          <w:p w14:paraId="5805E312" w14:textId="77777777" w:rsidR="002E7826" w:rsidRPr="001C0CC4" w:rsidRDefault="002E7826" w:rsidP="002E7826">
            <w:pPr>
              <w:pStyle w:val="TAC"/>
            </w:pPr>
          </w:p>
        </w:tc>
        <w:tc>
          <w:tcPr>
            <w:tcW w:w="848" w:type="dxa"/>
          </w:tcPr>
          <w:p w14:paraId="74E5095F" w14:textId="77777777" w:rsidR="002E7826" w:rsidRPr="001C0CC4" w:rsidRDefault="002E7826" w:rsidP="002E7826">
            <w:pPr>
              <w:pStyle w:val="TAC"/>
            </w:pPr>
            <w:r w:rsidRPr="001C0CC4">
              <w:t>4/5</w:t>
            </w:r>
          </w:p>
        </w:tc>
        <w:tc>
          <w:tcPr>
            <w:tcW w:w="848" w:type="dxa"/>
          </w:tcPr>
          <w:p w14:paraId="11A56791" w14:textId="77777777" w:rsidR="002E7826" w:rsidRPr="001C0CC4" w:rsidRDefault="002E7826" w:rsidP="002E7826">
            <w:pPr>
              <w:pStyle w:val="TAC"/>
            </w:pPr>
            <w:r w:rsidRPr="001C0CC4">
              <w:t>4/5</w:t>
            </w:r>
          </w:p>
        </w:tc>
        <w:tc>
          <w:tcPr>
            <w:tcW w:w="848" w:type="dxa"/>
          </w:tcPr>
          <w:p w14:paraId="1182E871" w14:textId="77777777" w:rsidR="002E7826" w:rsidRPr="001C0CC4" w:rsidRDefault="002E7826" w:rsidP="002E7826">
            <w:pPr>
              <w:pStyle w:val="TAC"/>
            </w:pPr>
            <w:r w:rsidRPr="001C0CC4">
              <w:t>4/5</w:t>
            </w:r>
          </w:p>
        </w:tc>
        <w:tc>
          <w:tcPr>
            <w:tcW w:w="848" w:type="dxa"/>
          </w:tcPr>
          <w:p w14:paraId="661BE475" w14:textId="77777777" w:rsidR="002E7826" w:rsidRPr="001C0CC4" w:rsidRDefault="002E7826" w:rsidP="002E7826">
            <w:pPr>
              <w:pStyle w:val="TAC"/>
            </w:pPr>
            <w:r w:rsidRPr="001C0CC4">
              <w:t>4/5</w:t>
            </w:r>
          </w:p>
        </w:tc>
        <w:tc>
          <w:tcPr>
            <w:tcW w:w="848" w:type="dxa"/>
          </w:tcPr>
          <w:p w14:paraId="57183930" w14:textId="77777777" w:rsidR="002E7826" w:rsidRPr="001C0CC4" w:rsidRDefault="002E7826" w:rsidP="002E7826">
            <w:pPr>
              <w:pStyle w:val="TAC"/>
            </w:pPr>
            <w:r w:rsidRPr="001C0CC4">
              <w:t>4/5</w:t>
            </w:r>
          </w:p>
        </w:tc>
        <w:tc>
          <w:tcPr>
            <w:tcW w:w="848" w:type="dxa"/>
          </w:tcPr>
          <w:p w14:paraId="5756DABA" w14:textId="77777777" w:rsidR="002E7826" w:rsidRPr="001C0CC4" w:rsidRDefault="002E7826" w:rsidP="002E7826">
            <w:pPr>
              <w:pStyle w:val="TAC"/>
            </w:pPr>
            <w:r w:rsidRPr="001C0CC4">
              <w:t>4/5</w:t>
            </w:r>
          </w:p>
        </w:tc>
        <w:tc>
          <w:tcPr>
            <w:tcW w:w="848" w:type="dxa"/>
          </w:tcPr>
          <w:p w14:paraId="3A11E7D0" w14:textId="77777777" w:rsidR="002E7826" w:rsidRPr="001C0CC4" w:rsidRDefault="002E7826" w:rsidP="002E7826">
            <w:pPr>
              <w:pStyle w:val="TAC"/>
            </w:pPr>
            <w:r w:rsidRPr="001C0CC4">
              <w:t>4/5</w:t>
            </w:r>
          </w:p>
        </w:tc>
        <w:tc>
          <w:tcPr>
            <w:tcW w:w="848" w:type="dxa"/>
          </w:tcPr>
          <w:p w14:paraId="5BF6F306" w14:textId="77777777" w:rsidR="002E7826" w:rsidRPr="001C0CC4" w:rsidRDefault="002E7826" w:rsidP="002E7826">
            <w:pPr>
              <w:pStyle w:val="TAC"/>
            </w:pPr>
            <w:r w:rsidRPr="001C0CC4">
              <w:t>4/5</w:t>
            </w:r>
          </w:p>
        </w:tc>
        <w:tc>
          <w:tcPr>
            <w:tcW w:w="848" w:type="dxa"/>
          </w:tcPr>
          <w:p w14:paraId="704AA379" w14:textId="2637A3BC" w:rsidR="002E7826" w:rsidRPr="001C0CC4" w:rsidRDefault="002E7826" w:rsidP="002E7826">
            <w:pPr>
              <w:pStyle w:val="TAC"/>
            </w:pPr>
            <w:r>
              <w:t>4/5</w:t>
            </w:r>
          </w:p>
        </w:tc>
        <w:tc>
          <w:tcPr>
            <w:tcW w:w="848" w:type="dxa"/>
          </w:tcPr>
          <w:p w14:paraId="2BD60C91" w14:textId="1CA49090" w:rsidR="002E7826" w:rsidRPr="001C0CC4" w:rsidRDefault="002E7826" w:rsidP="002E7826">
            <w:pPr>
              <w:pStyle w:val="TAC"/>
            </w:pPr>
            <w:r w:rsidRPr="001C0CC4">
              <w:t>4/5</w:t>
            </w:r>
          </w:p>
        </w:tc>
        <w:tc>
          <w:tcPr>
            <w:tcW w:w="849" w:type="dxa"/>
          </w:tcPr>
          <w:p w14:paraId="4DACD2EB" w14:textId="77777777" w:rsidR="002E7826" w:rsidRPr="001C0CC4" w:rsidRDefault="002E7826" w:rsidP="002E7826">
            <w:pPr>
              <w:pStyle w:val="TAC"/>
            </w:pPr>
            <w:r w:rsidRPr="001C0CC4">
              <w:t>4/5</w:t>
            </w:r>
          </w:p>
        </w:tc>
      </w:tr>
      <w:tr w:rsidR="002E7826" w:rsidRPr="001C0CC4" w14:paraId="1FF7073D" w14:textId="77777777" w:rsidTr="002E7826">
        <w:trPr>
          <w:jc w:val="center"/>
        </w:trPr>
        <w:tc>
          <w:tcPr>
            <w:tcW w:w="3690" w:type="dxa"/>
          </w:tcPr>
          <w:p w14:paraId="600575B3" w14:textId="77777777" w:rsidR="002E7826" w:rsidRPr="001C0CC4" w:rsidRDefault="002E7826" w:rsidP="002E7826">
            <w:pPr>
              <w:pStyle w:val="TAL"/>
              <w:rPr>
                <w:rFonts w:eastAsia="SimSun"/>
              </w:rPr>
            </w:pPr>
            <w:r w:rsidRPr="001C0CC4">
              <w:rPr>
                <w:rFonts w:eastAsia="SimSun"/>
              </w:rPr>
              <w:t>Maximum number of HARQ transmissions</w:t>
            </w:r>
          </w:p>
        </w:tc>
        <w:tc>
          <w:tcPr>
            <w:tcW w:w="1093" w:type="dxa"/>
          </w:tcPr>
          <w:p w14:paraId="4C814E3C" w14:textId="77777777" w:rsidR="002E7826" w:rsidRPr="001C0CC4" w:rsidRDefault="002E7826" w:rsidP="002E7826">
            <w:pPr>
              <w:pStyle w:val="TAC"/>
            </w:pPr>
          </w:p>
        </w:tc>
        <w:tc>
          <w:tcPr>
            <w:tcW w:w="848" w:type="dxa"/>
          </w:tcPr>
          <w:p w14:paraId="17A33774" w14:textId="77777777" w:rsidR="002E7826" w:rsidRPr="001C0CC4" w:rsidRDefault="002E7826" w:rsidP="002E7826">
            <w:pPr>
              <w:pStyle w:val="TAC"/>
            </w:pPr>
            <w:r w:rsidRPr="001C0CC4">
              <w:t>1</w:t>
            </w:r>
          </w:p>
        </w:tc>
        <w:tc>
          <w:tcPr>
            <w:tcW w:w="848" w:type="dxa"/>
          </w:tcPr>
          <w:p w14:paraId="6B9326F1" w14:textId="77777777" w:rsidR="002E7826" w:rsidRPr="001C0CC4" w:rsidRDefault="002E7826" w:rsidP="002E7826">
            <w:pPr>
              <w:pStyle w:val="TAC"/>
            </w:pPr>
            <w:r w:rsidRPr="001C0CC4">
              <w:t>1</w:t>
            </w:r>
          </w:p>
        </w:tc>
        <w:tc>
          <w:tcPr>
            <w:tcW w:w="848" w:type="dxa"/>
          </w:tcPr>
          <w:p w14:paraId="0749E889" w14:textId="77777777" w:rsidR="002E7826" w:rsidRPr="001C0CC4" w:rsidRDefault="002E7826" w:rsidP="002E7826">
            <w:pPr>
              <w:pStyle w:val="TAC"/>
            </w:pPr>
            <w:r w:rsidRPr="001C0CC4">
              <w:t>1</w:t>
            </w:r>
          </w:p>
        </w:tc>
        <w:tc>
          <w:tcPr>
            <w:tcW w:w="848" w:type="dxa"/>
          </w:tcPr>
          <w:p w14:paraId="396A8259" w14:textId="77777777" w:rsidR="002E7826" w:rsidRPr="001C0CC4" w:rsidRDefault="002E7826" w:rsidP="002E7826">
            <w:pPr>
              <w:pStyle w:val="TAC"/>
            </w:pPr>
            <w:r w:rsidRPr="001C0CC4">
              <w:t>1</w:t>
            </w:r>
          </w:p>
        </w:tc>
        <w:tc>
          <w:tcPr>
            <w:tcW w:w="848" w:type="dxa"/>
          </w:tcPr>
          <w:p w14:paraId="46175B1C" w14:textId="77777777" w:rsidR="002E7826" w:rsidRPr="001C0CC4" w:rsidRDefault="002E7826" w:rsidP="002E7826">
            <w:pPr>
              <w:pStyle w:val="TAC"/>
            </w:pPr>
            <w:r w:rsidRPr="001C0CC4">
              <w:t>1</w:t>
            </w:r>
          </w:p>
        </w:tc>
        <w:tc>
          <w:tcPr>
            <w:tcW w:w="848" w:type="dxa"/>
          </w:tcPr>
          <w:p w14:paraId="090F25A8" w14:textId="77777777" w:rsidR="002E7826" w:rsidRPr="001C0CC4" w:rsidRDefault="002E7826" w:rsidP="002E7826">
            <w:pPr>
              <w:pStyle w:val="TAC"/>
            </w:pPr>
            <w:r w:rsidRPr="001C0CC4">
              <w:t>1</w:t>
            </w:r>
          </w:p>
        </w:tc>
        <w:tc>
          <w:tcPr>
            <w:tcW w:w="848" w:type="dxa"/>
          </w:tcPr>
          <w:p w14:paraId="25244166" w14:textId="77777777" w:rsidR="002E7826" w:rsidRPr="001C0CC4" w:rsidRDefault="002E7826" w:rsidP="002E7826">
            <w:pPr>
              <w:pStyle w:val="TAC"/>
            </w:pPr>
            <w:r w:rsidRPr="001C0CC4">
              <w:t>1</w:t>
            </w:r>
          </w:p>
        </w:tc>
        <w:tc>
          <w:tcPr>
            <w:tcW w:w="848" w:type="dxa"/>
          </w:tcPr>
          <w:p w14:paraId="7AEDB5B3" w14:textId="77777777" w:rsidR="002E7826" w:rsidRPr="001C0CC4" w:rsidRDefault="002E7826" w:rsidP="002E7826">
            <w:pPr>
              <w:pStyle w:val="TAC"/>
            </w:pPr>
            <w:r w:rsidRPr="001C0CC4">
              <w:t>1</w:t>
            </w:r>
          </w:p>
        </w:tc>
        <w:tc>
          <w:tcPr>
            <w:tcW w:w="848" w:type="dxa"/>
          </w:tcPr>
          <w:p w14:paraId="77146391" w14:textId="3F913D10" w:rsidR="002E7826" w:rsidRPr="001C0CC4" w:rsidRDefault="002E7826" w:rsidP="002E7826">
            <w:pPr>
              <w:pStyle w:val="TAC"/>
            </w:pPr>
            <w:r>
              <w:t>1</w:t>
            </w:r>
          </w:p>
        </w:tc>
        <w:tc>
          <w:tcPr>
            <w:tcW w:w="848" w:type="dxa"/>
          </w:tcPr>
          <w:p w14:paraId="0C609774" w14:textId="7A6E5DE0" w:rsidR="002E7826" w:rsidRPr="001C0CC4" w:rsidRDefault="002E7826" w:rsidP="002E7826">
            <w:pPr>
              <w:pStyle w:val="TAC"/>
            </w:pPr>
            <w:r w:rsidRPr="001C0CC4">
              <w:t>1</w:t>
            </w:r>
          </w:p>
        </w:tc>
        <w:tc>
          <w:tcPr>
            <w:tcW w:w="849" w:type="dxa"/>
          </w:tcPr>
          <w:p w14:paraId="709F07B1" w14:textId="77777777" w:rsidR="002E7826" w:rsidRPr="001C0CC4" w:rsidRDefault="002E7826" w:rsidP="002E7826">
            <w:pPr>
              <w:pStyle w:val="TAC"/>
            </w:pPr>
            <w:r w:rsidRPr="001C0CC4">
              <w:t>1</w:t>
            </w:r>
          </w:p>
        </w:tc>
      </w:tr>
      <w:tr w:rsidR="002E7826" w:rsidRPr="001C0CC4" w14:paraId="298DC2FF" w14:textId="77777777" w:rsidTr="002E7826">
        <w:trPr>
          <w:jc w:val="center"/>
        </w:trPr>
        <w:tc>
          <w:tcPr>
            <w:tcW w:w="3690" w:type="dxa"/>
          </w:tcPr>
          <w:p w14:paraId="62DD8567" w14:textId="77777777" w:rsidR="002E7826" w:rsidRPr="001C0CC4" w:rsidRDefault="002E7826" w:rsidP="002E7826">
            <w:pPr>
              <w:pStyle w:val="TAH"/>
              <w:rPr>
                <w:rFonts w:eastAsia="SimSun"/>
              </w:rPr>
            </w:pPr>
            <w:r w:rsidRPr="001C0CC4">
              <w:rPr>
                <w:rFonts w:eastAsia="SimSun"/>
              </w:rPr>
              <w:t>Information Bit Payload per Slot</w:t>
            </w:r>
          </w:p>
        </w:tc>
        <w:tc>
          <w:tcPr>
            <w:tcW w:w="1093" w:type="dxa"/>
          </w:tcPr>
          <w:p w14:paraId="67539CE1" w14:textId="77777777" w:rsidR="002E7826" w:rsidRPr="001C0CC4" w:rsidRDefault="002E7826" w:rsidP="002E7826">
            <w:pPr>
              <w:pStyle w:val="TAC"/>
              <w:rPr>
                <w:rFonts w:cs="Arial"/>
              </w:rPr>
            </w:pPr>
          </w:p>
        </w:tc>
        <w:tc>
          <w:tcPr>
            <w:tcW w:w="848" w:type="dxa"/>
          </w:tcPr>
          <w:p w14:paraId="0DB64320" w14:textId="77777777" w:rsidR="002E7826" w:rsidRPr="001C0CC4" w:rsidRDefault="002E7826" w:rsidP="002E7826">
            <w:pPr>
              <w:pStyle w:val="TAC"/>
              <w:rPr>
                <w:rFonts w:cs="Arial"/>
              </w:rPr>
            </w:pPr>
          </w:p>
        </w:tc>
        <w:tc>
          <w:tcPr>
            <w:tcW w:w="848" w:type="dxa"/>
          </w:tcPr>
          <w:p w14:paraId="2439DEDF" w14:textId="77777777" w:rsidR="002E7826" w:rsidRPr="001C0CC4" w:rsidRDefault="002E7826" w:rsidP="002E7826">
            <w:pPr>
              <w:pStyle w:val="TAC"/>
              <w:rPr>
                <w:rFonts w:cs="Arial"/>
              </w:rPr>
            </w:pPr>
          </w:p>
        </w:tc>
        <w:tc>
          <w:tcPr>
            <w:tcW w:w="848" w:type="dxa"/>
          </w:tcPr>
          <w:p w14:paraId="5B27C5FC" w14:textId="77777777" w:rsidR="002E7826" w:rsidRPr="001C0CC4" w:rsidRDefault="002E7826" w:rsidP="002E7826">
            <w:pPr>
              <w:pStyle w:val="TAC"/>
              <w:rPr>
                <w:rFonts w:cs="Arial"/>
              </w:rPr>
            </w:pPr>
          </w:p>
        </w:tc>
        <w:tc>
          <w:tcPr>
            <w:tcW w:w="848" w:type="dxa"/>
          </w:tcPr>
          <w:p w14:paraId="1FE33E7F" w14:textId="77777777" w:rsidR="002E7826" w:rsidRPr="001C0CC4" w:rsidRDefault="002E7826" w:rsidP="002E7826">
            <w:pPr>
              <w:pStyle w:val="TAC"/>
              <w:rPr>
                <w:rFonts w:cs="Arial"/>
              </w:rPr>
            </w:pPr>
          </w:p>
        </w:tc>
        <w:tc>
          <w:tcPr>
            <w:tcW w:w="848" w:type="dxa"/>
          </w:tcPr>
          <w:p w14:paraId="6BE161D4" w14:textId="77777777" w:rsidR="002E7826" w:rsidRPr="001C0CC4" w:rsidRDefault="002E7826" w:rsidP="002E7826">
            <w:pPr>
              <w:pStyle w:val="TAC"/>
              <w:rPr>
                <w:rFonts w:cs="Arial"/>
              </w:rPr>
            </w:pPr>
          </w:p>
        </w:tc>
        <w:tc>
          <w:tcPr>
            <w:tcW w:w="848" w:type="dxa"/>
          </w:tcPr>
          <w:p w14:paraId="4072FE19" w14:textId="77777777" w:rsidR="002E7826" w:rsidRPr="001C0CC4" w:rsidRDefault="002E7826" w:rsidP="002E7826">
            <w:pPr>
              <w:pStyle w:val="TAC"/>
              <w:rPr>
                <w:rFonts w:cs="Arial"/>
              </w:rPr>
            </w:pPr>
          </w:p>
        </w:tc>
        <w:tc>
          <w:tcPr>
            <w:tcW w:w="848" w:type="dxa"/>
          </w:tcPr>
          <w:p w14:paraId="168AD722" w14:textId="77777777" w:rsidR="002E7826" w:rsidRPr="001C0CC4" w:rsidRDefault="002E7826" w:rsidP="002E7826">
            <w:pPr>
              <w:pStyle w:val="TAC"/>
              <w:rPr>
                <w:rFonts w:cs="Arial"/>
              </w:rPr>
            </w:pPr>
          </w:p>
        </w:tc>
        <w:tc>
          <w:tcPr>
            <w:tcW w:w="848" w:type="dxa"/>
          </w:tcPr>
          <w:p w14:paraId="676BE2DB" w14:textId="77777777" w:rsidR="002E7826" w:rsidRPr="001C0CC4" w:rsidRDefault="002E7826" w:rsidP="002E7826">
            <w:pPr>
              <w:pStyle w:val="TAC"/>
              <w:rPr>
                <w:rFonts w:cs="Arial"/>
              </w:rPr>
            </w:pPr>
          </w:p>
        </w:tc>
        <w:tc>
          <w:tcPr>
            <w:tcW w:w="848" w:type="dxa"/>
          </w:tcPr>
          <w:p w14:paraId="051F71E8" w14:textId="77777777" w:rsidR="002E7826" w:rsidRPr="001C0CC4" w:rsidRDefault="002E7826" w:rsidP="002E7826">
            <w:pPr>
              <w:pStyle w:val="TAC"/>
              <w:rPr>
                <w:rFonts w:cs="Arial"/>
              </w:rPr>
            </w:pPr>
          </w:p>
        </w:tc>
        <w:tc>
          <w:tcPr>
            <w:tcW w:w="848" w:type="dxa"/>
          </w:tcPr>
          <w:p w14:paraId="30EACB8B" w14:textId="643CA1FE" w:rsidR="002E7826" w:rsidRPr="001C0CC4" w:rsidRDefault="002E7826" w:rsidP="002E7826">
            <w:pPr>
              <w:pStyle w:val="TAC"/>
              <w:rPr>
                <w:rFonts w:cs="Arial"/>
              </w:rPr>
            </w:pPr>
          </w:p>
        </w:tc>
        <w:tc>
          <w:tcPr>
            <w:tcW w:w="849" w:type="dxa"/>
          </w:tcPr>
          <w:p w14:paraId="3A8F611F" w14:textId="77777777" w:rsidR="002E7826" w:rsidRPr="001C0CC4" w:rsidRDefault="002E7826" w:rsidP="002E7826">
            <w:pPr>
              <w:pStyle w:val="TAC"/>
              <w:rPr>
                <w:rFonts w:cs="Arial"/>
              </w:rPr>
            </w:pPr>
          </w:p>
        </w:tc>
      </w:tr>
      <w:tr w:rsidR="002E7826" w:rsidRPr="001C0CC4" w14:paraId="26384F04" w14:textId="77777777" w:rsidTr="002E7826">
        <w:trPr>
          <w:jc w:val="center"/>
        </w:trPr>
        <w:tc>
          <w:tcPr>
            <w:tcW w:w="3690" w:type="dxa"/>
          </w:tcPr>
          <w:p w14:paraId="3E7E7738" w14:textId="77777777" w:rsidR="002E7826" w:rsidRPr="001C0CC4" w:rsidRDefault="002E7826" w:rsidP="002E7826">
            <w:pPr>
              <w:pStyle w:val="TAL"/>
              <w:rPr>
                <w:rFonts w:eastAsia="SimSun"/>
              </w:rPr>
            </w:pPr>
            <w:r w:rsidRPr="001C0CC4">
              <w:rPr>
                <w:rFonts w:eastAsia="SimSun"/>
              </w:rPr>
              <w:t xml:space="preserve">  For Slots 0,1,2,3 and Slot i, if mod(i, 20) = {14,15,16,17,18,19} for i from {0,…,39}</w:t>
            </w:r>
          </w:p>
        </w:tc>
        <w:tc>
          <w:tcPr>
            <w:tcW w:w="1093" w:type="dxa"/>
          </w:tcPr>
          <w:p w14:paraId="14B07D3B" w14:textId="77777777" w:rsidR="002E7826" w:rsidRPr="001C0CC4" w:rsidRDefault="002E7826" w:rsidP="002E7826">
            <w:pPr>
              <w:pStyle w:val="TAC"/>
            </w:pPr>
            <w:r w:rsidRPr="001C0CC4">
              <w:t>Bits</w:t>
            </w:r>
          </w:p>
        </w:tc>
        <w:tc>
          <w:tcPr>
            <w:tcW w:w="848" w:type="dxa"/>
          </w:tcPr>
          <w:p w14:paraId="51C10AC3" w14:textId="77777777" w:rsidR="002E7826" w:rsidRPr="001C0CC4" w:rsidRDefault="002E7826" w:rsidP="002E7826">
            <w:pPr>
              <w:pStyle w:val="TAC"/>
            </w:pPr>
            <w:r w:rsidRPr="001C0CC4">
              <w:t>N/A</w:t>
            </w:r>
          </w:p>
        </w:tc>
        <w:tc>
          <w:tcPr>
            <w:tcW w:w="848" w:type="dxa"/>
          </w:tcPr>
          <w:p w14:paraId="75C6BBDE" w14:textId="77777777" w:rsidR="002E7826" w:rsidRPr="001C0CC4" w:rsidRDefault="002E7826" w:rsidP="002E7826">
            <w:pPr>
              <w:pStyle w:val="TAC"/>
            </w:pPr>
            <w:r w:rsidRPr="001C0CC4">
              <w:t>N/A</w:t>
            </w:r>
          </w:p>
        </w:tc>
        <w:tc>
          <w:tcPr>
            <w:tcW w:w="848" w:type="dxa"/>
          </w:tcPr>
          <w:p w14:paraId="64223C77" w14:textId="77777777" w:rsidR="002E7826" w:rsidRPr="001C0CC4" w:rsidRDefault="002E7826" w:rsidP="002E7826">
            <w:pPr>
              <w:pStyle w:val="TAC"/>
            </w:pPr>
            <w:r w:rsidRPr="001C0CC4">
              <w:t>N/A</w:t>
            </w:r>
          </w:p>
        </w:tc>
        <w:tc>
          <w:tcPr>
            <w:tcW w:w="848" w:type="dxa"/>
          </w:tcPr>
          <w:p w14:paraId="10769526" w14:textId="77777777" w:rsidR="002E7826" w:rsidRPr="001C0CC4" w:rsidRDefault="002E7826" w:rsidP="002E7826">
            <w:pPr>
              <w:pStyle w:val="TAC"/>
            </w:pPr>
            <w:r w:rsidRPr="001C0CC4">
              <w:t>N/A</w:t>
            </w:r>
          </w:p>
        </w:tc>
        <w:tc>
          <w:tcPr>
            <w:tcW w:w="848" w:type="dxa"/>
          </w:tcPr>
          <w:p w14:paraId="30448635" w14:textId="77777777" w:rsidR="002E7826" w:rsidRPr="001C0CC4" w:rsidRDefault="002E7826" w:rsidP="002E7826">
            <w:pPr>
              <w:pStyle w:val="TAC"/>
            </w:pPr>
            <w:r w:rsidRPr="001C0CC4">
              <w:t>N/A</w:t>
            </w:r>
          </w:p>
        </w:tc>
        <w:tc>
          <w:tcPr>
            <w:tcW w:w="848" w:type="dxa"/>
          </w:tcPr>
          <w:p w14:paraId="4FDD69F5" w14:textId="77777777" w:rsidR="002E7826" w:rsidRPr="001C0CC4" w:rsidRDefault="002E7826" w:rsidP="002E7826">
            <w:pPr>
              <w:pStyle w:val="TAC"/>
            </w:pPr>
            <w:r w:rsidRPr="001C0CC4">
              <w:t>N/A</w:t>
            </w:r>
          </w:p>
        </w:tc>
        <w:tc>
          <w:tcPr>
            <w:tcW w:w="848" w:type="dxa"/>
          </w:tcPr>
          <w:p w14:paraId="7C36B983" w14:textId="77777777" w:rsidR="002E7826" w:rsidRPr="001C0CC4" w:rsidRDefault="002E7826" w:rsidP="002E7826">
            <w:pPr>
              <w:pStyle w:val="TAC"/>
            </w:pPr>
            <w:r w:rsidRPr="001C0CC4">
              <w:t>N/A</w:t>
            </w:r>
          </w:p>
        </w:tc>
        <w:tc>
          <w:tcPr>
            <w:tcW w:w="848" w:type="dxa"/>
          </w:tcPr>
          <w:p w14:paraId="5A77CACD" w14:textId="77777777" w:rsidR="002E7826" w:rsidRPr="001C0CC4" w:rsidRDefault="002E7826" w:rsidP="002E7826">
            <w:pPr>
              <w:pStyle w:val="TAC"/>
            </w:pPr>
            <w:r w:rsidRPr="001C0CC4">
              <w:t>N/A</w:t>
            </w:r>
          </w:p>
        </w:tc>
        <w:tc>
          <w:tcPr>
            <w:tcW w:w="848" w:type="dxa"/>
          </w:tcPr>
          <w:p w14:paraId="11DB7BE7" w14:textId="41E05984" w:rsidR="002E7826" w:rsidRPr="001C0CC4" w:rsidRDefault="002E7826" w:rsidP="002E7826">
            <w:pPr>
              <w:pStyle w:val="TAC"/>
            </w:pPr>
            <w:r>
              <w:t>N/A</w:t>
            </w:r>
          </w:p>
        </w:tc>
        <w:tc>
          <w:tcPr>
            <w:tcW w:w="848" w:type="dxa"/>
          </w:tcPr>
          <w:p w14:paraId="40AC102F" w14:textId="22618296" w:rsidR="002E7826" w:rsidRPr="001C0CC4" w:rsidRDefault="002E7826" w:rsidP="002E7826">
            <w:pPr>
              <w:pStyle w:val="TAC"/>
            </w:pPr>
            <w:r w:rsidRPr="001C0CC4">
              <w:t>N/A</w:t>
            </w:r>
          </w:p>
        </w:tc>
        <w:tc>
          <w:tcPr>
            <w:tcW w:w="849" w:type="dxa"/>
          </w:tcPr>
          <w:p w14:paraId="23F5C2A1" w14:textId="77777777" w:rsidR="002E7826" w:rsidRPr="001C0CC4" w:rsidRDefault="002E7826" w:rsidP="002E7826">
            <w:pPr>
              <w:pStyle w:val="TAC"/>
            </w:pPr>
            <w:r w:rsidRPr="001C0CC4">
              <w:t>N/A</w:t>
            </w:r>
          </w:p>
        </w:tc>
      </w:tr>
      <w:tr w:rsidR="002E7826" w:rsidRPr="001C0CC4" w14:paraId="4B4550C9" w14:textId="77777777" w:rsidTr="002E7826">
        <w:trPr>
          <w:jc w:val="center"/>
        </w:trPr>
        <w:tc>
          <w:tcPr>
            <w:tcW w:w="3690" w:type="dxa"/>
          </w:tcPr>
          <w:p w14:paraId="593C0C97" w14:textId="77777777" w:rsidR="002E7826" w:rsidRPr="001C0CC4" w:rsidRDefault="002E7826" w:rsidP="002E7826">
            <w:pPr>
              <w:pStyle w:val="TAL"/>
              <w:rPr>
                <w:rFonts w:eastAsia="SimSun"/>
              </w:rPr>
            </w:pPr>
            <w:r w:rsidRPr="001C0CC4">
              <w:rPr>
                <w:rFonts w:eastAsia="SimSun"/>
              </w:rPr>
              <w:t xml:space="preserve">  For Slot i, if mod(i, 20) = {0,…, 13} for i from {4,…,39}</w:t>
            </w:r>
          </w:p>
        </w:tc>
        <w:tc>
          <w:tcPr>
            <w:tcW w:w="1093" w:type="dxa"/>
          </w:tcPr>
          <w:p w14:paraId="6FBBE946" w14:textId="77777777" w:rsidR="002E7826" w:rsidRPr="001C0CC4" w:rsidRDefault="002E7826" w:rsidP="002E7826">
            <w:pPr>
              <w:pStyle w:val="TAC"/>
            </w:pPr>
            <w:r w:rsidRPr="001C0CC4">
              <w:t>Bits</w:t>
            </w:r>
          </w:p>
        </w:tc>
        <w:tc>
          <w:tcPr>
            <w:tcW w:w="848" w:type="dxa"/>
          </w:tcPr>
          <w:p w14:paraId="16F11C44" w14:textId="77777777" w:rsidR="002E7826" w:rsidRPr="001C0CC4" w:rsidRDefault="002E7826" w:rsidP="002E7826">
            <w:pPr>
              <w:pStyle w:val="TAC"/>
            </w:pPr>
            <w:r w:rsidRPr="001C0CC4">
              <w:t>7424</w:t>
            </w:r>
          </w:p>
        </w:tc>
        <w:tc>
          <w:tcPr>
            <w:tcW w:w="848" w:type="dxa"/>
          </w:tcPr>
          <w:p w14:paraId="3AD61DAB" w14:textId="77777777" w:rsidR="002E7826" w:rsidRPr="001C0CC4" w:rsidRDefault="002E7826" w:rsidP="002E7826">
            <w:pPr>
              <w:pStyle w:val="TAC"/>
            </w:pPr>
            <w:r w:rsidRPr="001C0CC4">
              <w:t>12040</w:t>
            </w:r>
          </w:p>
        </w:tc>
        <w:tc>
          <w:tcPr>
            <w:tcW w:w="848" w:type="dxa"/>
          </w:tcPr>
          <w:p w14:paraId="433CEF1B" w14:textId="77777777" w:rsidR="002E7826" w:rsidRPr="001C0CC4" w:rsidRDefault="002E7826" w:rsidP="002E7826">
            <w:pPr>
              <w:pStyle w:val="TAC"/>
            </w:pPr>
            <w:r w:rsidRPr="001C0CC4">
              <w:t>16136</w:t>
            </w:r>
          </w:p>
        </w:tc>
        <w:tc>
          <w:tcPr>
            <w:tcW w:w="848" w:type="dxa"/>
          </w:tcPr>
          <w:p w14:paraId="13ADAB50" w14:textId="77777777" w:rsidR="002E7826" w:rsidRPr="001C0CC4" w:rsidRDefault="002E7826" w:rsidP="002E7826">
            <w:pPr>
              <w:pStyle w:val="TAC"/>
            </w:pPr>
            <w:r w:rsidRPr="001C0CC4">
              <w:t>21000</w:t>
            </w:r>
          </w:p>
        </w:tc>
        <w:tc>
          <w:tcPr>
            <w:tcW w:w="848" w:type="dxa"/>
          </w:tcPr>
          <w:p w14:paraId="0891E100" w14:textId="77777777" w:rsidR="002E7826" w:rsidRPr="001C0CC4" w:rsidRDefault="002E7826" w:rsidP="002E7826">
            <w:pPr>
              <w:pStyle w:val="TAC"/>
            </w:pPr>
            <w:r w:rsidRPr="001C0CC4">
              <w:t>25608</w:t>
            </w:r>
          </w:p>
        </w:tc>
        <w:tc>
          <w:tcPr>
            <w:tcW w:w="848" w:type="dxa"/>
          </w:tcPr>
          <w:p w14:paraId="5F7174AC" w14:textId="77777777" w:rsidR="002E7826" w:rsidRPr="001C0CC4" w:rsidRDefault="002E7826" w:rsidP="002E7826">
            <w:pPr>
              <w:pStyle w:val="TAC"/>
            </w:pPr>
            <w:r w:rsidRPr="001C0CC4">
              <w:t>33816</w:t>
            </w:r>
          </w:p>
        </w:tc>
        <w:tc>
          <w:tcPr>
            <w:tcW w:w="848" w:type="dxa"/>
          </w:tcPr>
          <w:p w14:paraId="1E95C2C1" w14:textId="77777777" w:rsidR="002E7826" w:rsidRPr="001C0CC4" w:rsidRDefault="002E7826" w:rsidP="002E7826">
            <w:pPr>
              <w:pStyle w:val="TAC"/>
            </w:pPr>
            <w:r w:rsidRPr="001C0CC4">
              <w:t>44040</w:t>
            </w:r>
          </w:p>
        </w:tc>
        <w:tc>
          <w:tcPr>
            <w:tcW w:w="848" w:type="dxa"/>
          </w:tcPr>
          <w:p w14:paraId="725D188A" w14:textId="77777777" w:rsidR="002E7826" w:rsidRPr="001C0CC4" w:rsidRDefault="002E7826" w:rsidP="002E7826">
            <w:pPr>
              <w:pStyle w:val="TAC"/>
            </w:pPr>
            <w:r w:rsidRPr="001C0CC4">
              <w:t>53288</w:t>
            </w:r>
          </w:p>
        </w:tc>
        <w:tc>
          <w:tcPr>
            <w:tcW w:w="848" w:type="dxa"/>
          </w:tcPr>
          <w:p w14:paraId="560D4D82" w14:textId="56D6FA76" w:rsidR="002E7826" w:rsidRPr="001C0CC4" w:rsidRDefault="002E7826" w:rsidP="002E7826">
            <w:pPr>
              <w:pStyle w:val="TAC"/>
            </w:pPr>
            <w:r>
              <w:t>62504</w:t>
            </w:r>
          </w:p>
        </w:tc>
        <w:tc>
          <w:tcPr>
            <w:tcW w:w="848" w:type="dxa"/>
          </w:tcPr>
          <w:p w14:paraId="78834956" w14:textId="2C2D045E" w:rsidR="002E7826" w:rsidRPr="001C0CC4" w:rsidRDefault="002E7826" w:rsidP="002E7826">
            <w:pPr>
              <w:pStyle w:val="TAC"/>
            </w:pPr>
            <w:r w:rsidRPr="001C0CC4">
              <w:t>71688</w:t>
            </w:r>
          </w:p>
        </w:tc>
        <w:tc>
          <w:tcPr>
            <w:tcW w:w="849" w:type="dxa"/>
          </w:tcPr>
          <w:p w14:paraId="5FA154F6" w14:textId="77777777" w:rsidR="002E7826" w:rsidRPr="001C0CC4" w:rsidRDefault="002E7826" w:rsidP="002E7826">
            <w:pPr>
              <w:pStyle w:val="TAC"/>
            </w:pPr>
            <w:r w:rsidRPr="001C0CC4">
              <w:t>90176</w:t>
            </w:r>
          </w:p>
        </w:tc>
      </w:tr>
      <w:tr w:rsidR="002E7826" w:rsidRPr="001C0CC4" w14:paraId="0ED422DA" w14:textId="77777777" w:rsidTr="002E7826">
        <w:trPr>
          <w:jc w:val="center"/>
        </w:trPr>
        <w:tc>
          <w:tcPr>
            <w:tcW w:w="3690" w:type="dxa"/>
          </w:tcPr>
          <w:p w14:paraId="3D390CAE" w14:textId="77777777" w:rsidR="002E7826" w:rsidRPr="001C0CC4" w:rsidRDefault="002E7826" w:rsidP="002E7826">
            <w:pPr>
              <w:pStyle w:val="TAL"/>
              <w:rPr>
                <w:rFonts w:eastAsia="SimSun"/>
              </w:rPr>
            </w:pPr>
            <w:r w:rsidRPr="001C0CC4">
              <w:rPr>
                <w:rFonts w:eastAsia="SimSun"/>
              </w:rPr>
              <w:t>Transport block CRC</w:t>
            </w:r>
          </w:p>
        </w:tc>
        <w:tc>
          <w:tcPr>
            <w:tcW w:w="1093" w:type="dxa"/>
          </w:tcPr>
          <w:p w14:paraId="50A84AFF" w14:textId="77777777" w:rsidR="002E7826" w:rsidRPr="001C0CC4" w:rsidRDefault="002E7826" w:rsidP="002E7826">
            <w:pPr>
              <w:pStyle w:val="TAC"/>
            </w:pPr>
            <w:r w:rsidRPr="001C0CC4">
              <w:t>Bits</w:t>
            </w:r>
          </w:p>
        </w:tc>
        <w:tc>
          <w:tcPr>
            <w:tcW w:w="848" w:type="dxa"/>
          </w:tcPr>
          <w:p w14:paraId="63520608" w14:textId="77777777" w:rsidR="002E7826" w:rsidRPr="001C0CC4" w:rsidRDefault="002E7826" w:rsidP="002E7826">
            <w:pPr>
              <w:pStyle w:val="TAC"/>
            </w:pPr>
            <w:r w:rsidRPr="001C0CC4">
              <w:t>24</w:t>
            </w:r>
          </w:p>
        </w:tc>
        <w:tc>
          <w:tcPr>
            <w:tcW w:w="848" w:type="dxa"/>
          </w:tcPr>
          <w:p w14:paraId="5CBE423D" w14:textId="77777777" w:rsidR="002E7826" w:rsidRPr="001C0CC4" w:rsidRDefault="002E7826" w:rsidP="002E7826">
            <w:pPr>
              <w:pStyle w:val="TAC"/>
            </w:pPr>
            <w:r w:rsidRPr="001C0CC4">
              <w:t>24</w:t>
            </w:r>
          </w:p>
        </w:tc>
        <w:tc>
          <w:tcPr>
            <w:tcW w:w="848" w:type="dxa"/>
          </w:tcPr>
          <w:p w14:paraId="09FFF621" w14:textId="77777777" w:rsidR="002E7826" w:rsidRPr="001C0CC4" w:rsidRDefault="002E7826" w:rsidP="002E7826">
            <w:pPr>
              <w:pStyle w:val="TAC"/>
            </w:pPr>
            <w:r w:rsidRPr="001C0CC4">
              <w:t>24</w:t>
            </w:r>
          </w:p>
        </w:tc>
        <w:tc>
          <w:tcPr>
            <w:tcW w:w="848" w:type="dxa"/>
          </w:tcPr>
          <w:p w14:paraId="3B920CE8" w14:textId="77777777" w:rsidR="002E7826" w:rsidRPr="001C0CC4" w:rsidRDefault="002E7826" w:rsidP="002E7826">
            <w:pPr>
              <w:pStyle w:val="TAC"/>
            </w:pPr>
            <w:r w:rsidRPr="001C0CC4">
              <w:t>24</w:t>
            </w:r>
          </w:p>
        </w:tc>
        <w:tc>
          <w:tcPr>
            <w:tcW w:w="848" w:type="dxa"/>
          </w:tcPr>
          <w:p w14:paraId="6D05ED9B" w14:textId="77777777" w:rsidR="002E7826" w:rsidRPr="001C0CC4" w:rsidRDefault="002E7826" w:rsidP="002E7826">
            <w:pPr>
              <w:pStyle w:val="TAC"/>
            </w:pPr>
            <w:r w:rsidRPr="001C0CC4">
              <w:t>24</w:t>
            </w:r>
          </w:p>
        </w:tc>
        <w:tc>
          <w:tcPr>
            <w:tcW w:w="848" w:type="dxa"/>
          </w:tcPr>
          <w:p w14:paraId="17793E89" w14:textId="77777777" w:rsidR="002E7826" w:rsidRPr="001C0CC4" w:rsidRDefault="002E7826" w:rsidP="002E7826">
            <w:pPr>
              <w:pStyle w:val="TAC"/>
            </w:pPr>
            <w:r w:rsidRPr="001C0CC4">
              <w:t>24</w:t>
            </w:r>
          </w:p>
        </w:tc>
        <w:tc>
          <w:tcPr>
            <w:tcW w:w="848" w:type="dxa"/>
          </w:tcPr>
          <w:p w14:paraId="2160BE8D" w14:textId="77777777" w:rsidR="002E7826" w:rsidRPr="001C0CC4" w:rsidRDefault="002E7826" w:rsidP="002E7826">
            <w:pPr>
              <w:pStyle w:val="TAC"/>
            </w:pPr>
            <w:r w:rsidRPr="001C0CC4">
              <w:t>24</w:t>
            </w:r>
          </w:p>
        </w:tc>
        <w:tc>
          <w:tcPr>
            <w:tcW w:w="848" w:type="dxa"/>
          </w:tcPr>
          <w:p w14:paraId="177AE438" w14:textId="77777777" w:rsidR="002E7826" w:rsidRPr="001C0CC4" w:rsidRDefault="002E7826" w:rsidP="002E7826">
            <w:pPr>
              <w:pStyle w:val="TAC"/>
            </w:pPr>
            <w:r w:rsidRPr="001C0CC4">
              <w:t>24</w:t>
            </w:r>
          </w:p>
        </w:tc>
        <w:tc>
          <w:tcPr>
            <w:tcW w:w="848" w:type="dxa"/>
          </w:tcPr>
          <w:p w14:paraId="1968C052" w14:textId="10537516" w:rsidR="002E7826" w:rsidRPr="001C0CC4" w:rsidRDefault="002E7826" w:rsidP="002E7826">
            <w:pPr>
              <w:pStyle w:val="TAC"/>
            </w:pPr>
            <w:r>
              <w:t>24</w:t>
            </w:r>
          </w:p>
        </w:tc>
        <w:tc>
          <w:tcPr>
            <w:tcW w:w="848" w:type="dxa"/>
          </w:tcPr>
          <w:p w14:paraId="6091E646" w14:textId="57635961" w:rsidR="002E7826" w:rsidRPr="001C0CC4" w:rsidRDefault="002E7826" w:rsidP="002E7826">
            <w:pPr>
              <w:pStyle w:val="TAC"/>
            </w:pPr>
            <w:r w:rsidRPr="001C0CC4">
              <w:t>24</w:t>
            </w:r>
          </w:p>
        </w:tc>
        <w:tc>
          <w:tcPr>
            <w:tcW w:w="849" w:type="dxa"/>
          </w:tcPr>
          <w:p w14:paraId="583BF288" w14:textId="77777777" w:rsidR="002E7826" w:rsidRPr="001C0CC4" w:rsidRDefault="002E7826" w:rsidP="002E7826">
            <w:pPr>
              <w:pStyle w:val="TAC"/>
            </w:pPr>
            <w:r w:rsidRPr="001C0CC4">
              <w:t>24</w:t>
            </w:r>
          </w:p>
        </w:tc>
      </w:tr>
      <w:tr w:rsidR="002E7826" w:rsidRPr="001C0CC4" w14:paraId="2305BCFB" w14:textId="77777777" w:rsidTr="002E7826">
        <w:trPr>
          <w:jc w:val="center"/>
        </w:trPr>
        <w:tc>
          <w:tcPr>
            <w:tcW w:w="3690" w:type="dxa"/>
          </w:tcPr>
          <w:p w14:paraId="7B49B7B2" w14:textId="77777777" w:rsidR="002E7826" w:rsidRPr="001C0CC4" w:rsidRDefault="002E7826" w:rsidP="002E7826">
            <w:pPr>
              <w:pStyle w:val="TAL"/>
              <w:rPr>
                <w:rFonts w:eastAsia="SimSun"/>
              </w:rPr>
            </w:pPr>
            <w:r w:rsidRPr="001C0CC4">
              <w:rPr>
                <w:rFonts w:eastAsia="SimSun"/>
              </w:rPr>
              <w:t>LDPC base graph</w:t>
            </w:r>
          </w:p>
        </w:tc>
        <w:tc>
          <w:tcPr>
            <w:tcW w:w="1093" w:type="dxa"/>
          </w:tcPr>
          <w:p w14:paraId="561911D6" w14:textId="77777777" w:rsidR="002E7826" w:rsidRPr="001C0CC4" w:rsidRDefault="002E7826" w:rsidP="002E7826">
            <w:pPr>
              <w:pStyle w:val="TAC"/>
            </w:pPr>
          </w:p>
        </w:tc>
        <w:tc>
          <w:tcPr>
            <w:tcW w:w="848" w:type="dxa"/>
          </w:tcPr>
          <w:p w14:paraId="1ACE276B" w14:textId="77777777" w:rsidR="002E7826" w:rsidRPr="001C0CC4" w:rsidRDefault="002E7826" w:rsidP="002E7826">
            <w:pPr>
              <w:pStyle w:val="TAC"/>
            </w:pPr>
            <w:r w:rsidRPr="001C0CC4">
              <w:t>1</w:t>
            </w:r>
          </w:p>
        </w:tc>
        <w:tc>
          <w:tcPr>
            <w:tcW w:w="848" w:type="dxa"/>
          </w:tcPr>
          <w:p w14:paraId="71CB0431" w14:textId="77777777" w:rsidR="002E7826" w:rsidRPr="001C0CC4" w:rsidRDefault="002E7826" w:rsidP="002E7826">
            <w:pPr>
              <w:pStyle w:val="TAC"/>
            </w:pPr>
            <w:r w:rsidRPr="001C0CC4">
              <w:t>1</w:t>
            </w:r>
          </w:p>
        </w:tc>
        <w:tc>
          <w:tcPr>
            <w:tcW w:w="848" w:type="dxa"/>
          </w:tcPr>
          <w:p w14:paraId="146CC137" w14:textId="77777777" w:rsidR="002E7826" w:rsidRPr="001C0CC4" w:rsidRDefault="002E7826" w:rsidP="002E7826">
            <w:pPr>
              <w:pStyle w:val="TAC"/>
            </w:pPr>
            <w:r w:rsidRPr="001C0CC4">
              <w:t>1</w:t>
            </w:r>
          </w:p>
        </w:tc>
        <w:tc>
          <w:tcPr>
            <w:tcW w:w="848" w:type="dxa"/>
          </w:tcPr>
          <w:p w14:paraId="2B3D26BC" w14:textId="77777777" w:rsidR="002E7826" w:rsidRPr="001C0CC4" w:rsidRDefault="002E7826" w:rsidP="002E7826">
            <w:pPr>
              <w:pStyle w:val="TAC"/>
            </w:pPr>
            <w:r w:rsidRPr="001C0CC4">
              <w:t>1</w:t>
            </w:r>
          </w:p>
        </w:tc>
        <w:tc>
          <w:tcPr>
            <w:tcW w:w="848" w:type="dxa"/>
          </w:tcPr>
          <w:p w14:paraId="6403C646" w14:textId="77777777" w:rsidR="002E7826" w:rsidRPr="001C0CC4" w:rsidRDefault="002E7826" w:rsidP="002E7826">
            <w:pPr>
              <w:pStyle w:val="TAC"/>
            </w:pPr>
            <w:r w:rsidRPr="001C0CC4">
              <w:t>1</w:t>
            </w:r>
          </w:p>
        </w:tc>
        <w:tc>
          <w:tcPr>
            <w:tcW w:w="848" w:type="dxa"/>
          </w:tcPr>
          <w:p w14:paraId="7FDA4C4F" w14:textId="77777777" w:rsidR="002E7826" w:rsidRPr="001C0CC4" w:rsidRDefault="002E7826" w:rsidP="002E7826">
            <w:pPr>
              <w:pStyle w:val="TAC"/>
            </w:pPr>
            <w:r w:rsidRPr="001C0CC4">
              <w:t>1</w:t>
            </w:r>
          </w:p>
        </w:tc>
        <w:tc>
          <w:tcPr>
            <w:tcW w:w="848" w:type="dxa"/>
          </w:tcPr>
          <w:p w14:paraId="74AE6D94" w14:textId="77777777" w:rsidR="002E7826" w:rsidRPr="001C0CC4" w:rsidRDefault="002E7826" w:rsidP="002E7826">
            <w:pPr>
              <w:pStyle w:val="TAC"/>
            </w:pPr>
            <w:r w:rsidRPr="001C0CC4">
              <w:t>1</w:t>
            </w:r>
          </w:p>
        </w:tc>
        <w:tc>
          <w:tcPr>
            <w:tcW w:w="848" w:type="dxa"/>
          </w:tcPr>
          <w:p w14:paraId="62AEC2C5" w14:textId="77777777" w:rsidR="002E7826" w:rsidRPr="001C0CC4" w:rsidRDefault="002E7826" w:rsidP="002E7826">
            <w:pPr>
              <w:pStyle w:val="TAC"/>
            </w:pPr>
            <w:r w:rsidRPr="001C0CC4">
              <w:t>1</w:t>
            </w:r>
          </w:p>
        </w:tc>
        <w:tc>
          <w:tcPr>
            <w:tcW w:w="848" w:type="dxa"/>
          </w:tcPr>
          <w:p w14:paraId="3621588D" w14:textId="6CBF75E7" w:rsidR="002E7826" w:rsidRPr="001C0CC4" w:rsidRDefault="002E7826" w:rsidP="002E7826">
            <w:pPr>
              <w:pStyle w:val="TAC"/>
            </w:pPr>
            <w:r>
              <w:t>1</w:t>
            </w:r>
          </w:p>
        </w:tc>
        <w:tc>
          <w:tcPr>
            <w:tcW w:w="848" w:type="dxa"/>
          </w:tcPr>
          <w:p w14:paraId="6572F115" w14:textId="62A6DAB6" w:rsidR="002E7826" w:rsidRPr="001C0CC4" w:rsidRDefault="002E7826" w:rsidP="002E7826">
            <w:pPr>
              <w:pStyle w:val="TAC"/>
            </w:pPr>
            <w:r w:rsidRPr="001C0CC4">
              <w:t>1</w:t>
            </w:r>
          </w:p>
        </w:tc>
        <w:tc>
          <w:tcPr>
            <w:tcW w:w="849" w:type="dxa"/>
          </w:tcPr>
          <w:p w14:paraId="05979397" w14:textId="77777777" w:rsidR="002E7826" w:rsidRPr="001C0CC4" w:rsidRDefault="002E7826" w:rsidP="002E7826">
            <w:pPr>
              <w:pStyle w:val="TAC"/>
            </w:pPr>
            <w:r w:rsidRPr="001C0CC4">
              <w:t>1</w:t>
            </w:r>
          </w:p>
        </w:tc>
      </w:tr>
      <w:tr w:rsidR="002E7826" w:rsidRPr="001C0CC4" w14:paraId="6C2E645A" w14:textId="77777777" w:rsidTr="002E7826">
        <w:trPr>
          <w:jc w:val="center"/>
        </w:trPr>
        <w:tc>
          <w:tcPr>
            <w:tcW w:w="3690" w:type="dxa"/>
          </w:tcPr>
          <w:p w14:paraId="2E2FBAB5" w14:textId="77777777" w:rsidR="002E7826" w:rsidRPr="001C0CC4" w:rsidRDefault="002E7826" w:rsidP="002E7826">
            <w:pPr>
              <w:pStyle w:val="TAH"/>
              <w:rPr>
                <w:rFonts w:eastAsia="SimSun"/>
              </w:rPr>
            </w:pPr>
            <w:r w:rsidRPr="001C0CC4">
              <w:rPr>
                <w:rFonts w:eastAsia="SimSun"/>
              </w:rPr>
              <w:t>Number of Code Blocks per Slot</w:t>
            </w:r>
          </w:p>
        </w:tc>
        <w:tc>
          <w:tcPr>
            <w:tcW w:w="1093" w:type="dxa"/>
          </w:tcPr>
          <w:p w14:paraId="781A7D34" w14:textId="77777777" w:rsidR="002E7826" w:rsidRPr="001C0CC4" w:rsidRDefault="002E7826" w:rsidP="002E7826">
            <w:pPr>
              <w:pStyle w:val="TAC"/>
              <w:rPr>
                <w:rFonts w:cs="Arial"/>
              </w:rPr>
            </w:pPr>
          </w:p>
        </w:tc>
        <w:tc>
          <w:tcPr>
            <w:tcW w:w="848" w:type="dxa"/>
          </w:tcPr>
          <w:p w14:paraId="2B4230B9" w14:textId="77777777" w:rsidR="002E7826" w:rsidRPr="001C0CC4" w:rsidRDefault="002E7826" w:rsidP="002E7826">
            <w:pPr>
              <w:pStyle w:val="TAC"/>
              <w:rPr>
                <w:rFonts w:cs="Arial"/>
              </w:rPr>
            </w:pPr>
          </w:p>
        </w:tc>
        <w:tc>
          <w:tcPr>
            <w:tcW w:w="848" w:type="dxa"/>
          </w:tcPr>
          <w:p w14:paraId="2553F45D" w14:textId="77777777" w:rsidR="002E7826" w:rsidRPr="001C0CC4" w:rsidRDefault="002E7826" w:rsidP="002E7826">
            <w:pPr>
              <w:pStyle w:val="TAC"/>
              <w:rPr>
                <w:rFonts w:cs="Arial"/>
              </w:rPr>
            </w:pPr>
          </w:p>
        </w:tc>
        <w:tc>
          <w:tcPr>
            <w:tcW w:w="848" w:type="dxa"/>
          </w:tcPr>
          <w:p w14:paraId="20D24E62" w14:textId="77777777" w:rsidR="002E7826" w:rsidRPr="001C0CC4" w:rsidRDefault="002E7826" w:rsidP="002E7826">
            <w:pPr>
              <w:pStyle w:val="TAC"/>
              <w:rPr>
                <w:rFonts w:cs="Arial"/>
              </w:rPr>
            </w:pPr>
          </w:p>
        </w:tc>
        <w:tc>
          <w:tcPr>
            <w:tcW w:w="848" w:type="dxa"/>
          </w:tcPr>
          <w:p w14:paraId="3F15BABA" w14:textId="77777777" w:rsidR="002E7826" w:rsidRPr="001C0CC4" w:rsidRDefault="002E7826" w:rsidP="002E7826">
            <w:pPr>
              <w:pStyle w:val="TAC"/>
              <w:rPr>
                <w:rFonts w:cs="Arial"/>
              </w:rPr>
            </w:pPr>
          </w:p>
        </w:tc>
        <w:tc>
          <w:tcPr>
            <w:tcW w:w="848" w:type="dxa"/>
          </w:tcPr>
          <w:p w14:paraId="3FA94318" w14:textId="77777777" w:rsidR="002E7826" w:rsidRPr="001C0CC4" w:rsidRDefault="002E7826" w:rsidP="002E7826">
            <w:pPr>
              <w:pStyle w:val="TAC"/>
              <w:rPr>
                <w:rFonts w:cs="Arial"/>
              </w:rPr>
            </w:pPr>
          </w:p>
        </w:tc>
        <w:tc>
          <w:tcPr>
            <w:tcW w:w="848" w:type="dxa"/>
          </w:tcPr>
          <w:p w14:paraId="5B7FBB2C" w14:textId="77777777" w:rsidR="002E7826" w:rsidRPr="001C0CC4" w:rsidRDefault="002E7826" w:rsidP="002E7826">
            <w:pPr>
              <w:pStyle w:val="TAC"/>
              <w:rPr>
                <w:rFonts w:cs="Arial"/>
              </w:rPr>
            </w:pPr>
          </w:p>
        </w:tc>
        <w:tc>
          <w:tcPr>
            <w:tcW w:w="848" w:type="dxa"/>
          </w:tcPr>
          <w:p w14:paraId="4E3C5D73" w14:textId="77777777" w:rsidR="002E7826" w:rsidRPr="001C0CC4" w:rsidRDefault="002E7826" w:rsidP="002E7826">
            <w:pPr>
              <w:pStyle w:val="TAC"/>
              <w:rPr>
                <w:rFonts w:cs="Arial"/>
              </w:rPr>
            </w:pPr>
          </w:p>
        </w:tc>
        <w:tc>
          <w:tcPr>
            <w:tcW w:w="848" w:type="dxa"/>
          </w:tcPr>
          <w:p w14:paraId="7CD9F624" w14:textId="77777777" w:rsidR="002E7826" w:rsidRPr="001C0CC4" w:rsidRDefault="002E7826" w:rsidP="002E7826">
            <w:pPr>
              <w:pStyle w:val="TAC"/>
              <w:rPr>
                <w:rFonts w:cs="Arial"/>
              </w:rPr>
            </w:pPr>
          </w:p>
        </w:tc>
        <w:tc>
          <w:tcPr>
            <w:tcW w:w="848" w:type="dxa"/>
          </w:tcPr>
          <w:p w14:paraId="467F2D9E" w14:textId="77777777" w:rsidR="002E7826" w:rsidRPr="001C0CC4" w:rsidRDefault="002E7826" w:rsidP="002E7826">
            <w:pPr>
              <w:pStyle w:val="TAC"/>
              <w:rPr>
                <w:rFonts w:cs="Arial"/>
              </w:rPr>
            </w:pPr>
          </w:p>
        </w:tc>
        <w:tc>
          <w:tcPr>
            <w:tcW w:w="848" w:type="dxa"/>
          </w:tcPr>
          <w:p w14:paraId="50C4BC76" w14:textId="384EEA4C" w:rsidR="002E7826" w:rsidRPr="001C0CC4" w:rsidRDefault="002E7826" w:rsidP="002E7826">
            <w:pPr>
              <w:pStyle w:val="TAC"/>
              <w:rPr>
                <w:rFonts w:cs="Arial"/>
              </w:rPr>
            </w:pPr>
          </w:p>
        </w:tc>
        <w:tc>
          <w:tcPr>
            <w:tcW w:w="849" w:type="dxa"/>
          </w:tcPr>
          <w:p w14:paraId="267EDE99" w14:textId="77777777" w:rsidR="002E7826" w:rsidRPr="001C0CC4" w:rsidRDefault="002E7826" w:rsidP="002E7826">
            <w:pPr>
              <w:pStyle w:val="TAC"/>
              <w:rPr>
                <w:rFonts w:cs="Arial"/>
              </w:rPr>
            </w:pPr>
          </w:p>
        </w:tc>
      </w:tr>
      <w:tr w:rsidR="002E7826" w:rsidRPr="001C0CC4" w14:paraId="341C9A0C" w14:textId="77777777" w:rsidTr="002E7826">
        <w:trPr>
          <w:jc w:val="center"/>
        </w:trPr>
        <w:tc>
          <w:tcPr>
            <w:tcW w:w="3690" w:type="dxa"/>
          </w:tcPr>
          <w:p w14:paraId="4ACCC98E" w14:textId="77777777" w:rsidR="002E7826" w:rsidRPr="001C0CC4" w:rsidRDefault="002E7826" w:rsidP="002E7826">
            <w:pPr>
              <w:pStyle w:val="TAL"/>
              <w:rPr>
                <w:rFonts w:eastAsia="SimSun"/>
              </w:rPr>
            </w:pPr>
            <w:r w:rsidRPr="001C0CC4">
              <w:rPr>
                <w:rFonts w:eastAsia="SimSun"/>
              </w:rPr>
              <w:t xml:space="preserve">  For Slots 0,1,2,3 and Slot i, if mod(i, 20) = {14,15,16,17,18,19} for i from {0,…,39}</w:t>
            </w:r>
          </w:p>
        </w:tc>
        <w:tc>
          <w:tcPr>
            <w:tcW w:w="1093" w:type="dxa"/>
          </w:tcPr>
          <w:p w14:paraId="2D5D25FA" w14:textId="77777777" w:rsidR="002E7826" w:rsidRPr="001C0CC4" w:rsidRDefault="002E7826" w:rsidP="002E7826">
            <w:pPr>
              <w:pStyle w:val="TAC"/>
            </w:pPr>
            <w:r w:rsidRPr="001C0CC4">
              <w:t>CBs</w:t>
            </w:r>
          </w:p>
        </w:tc>
        <w:tc>
          <w:tcPr>
            <w:tcW w:w="848" w:type="dxa"/>
          </w:tcPr>
          <w:p w14:paraId="6986B60B" w14:textId="77777777" w:rsidR="002E7826" w:rsidRPr="001C0CC4" w:rsidRDefault="002E7826" w:rsidP="002E7826">
            <w:pPr>
              <w:pStyle w:val="TAC"/>
            </w:pPr>
            <w:r w:rsidRPr="001C0CC4">
              <w:t>N/A</w:t>
            </w:r>
          </w:p>
        </w:tc>
        <w:tc>
          <w:tcPr>
            <w:tcW w:w="848" w:type="dxa"/>
          </w:tcPr>
          <w:p w14:paraId="7002B61C" w14:textId="77777777" w:rsidR="002E7826" w:rsidRPr="001C0CC4" w:rsidRDefault="002E7826" w:rsidP="002E7826">
            <w:pPr>
              <w:pStyle w:val="TAC"/>
            </w:pPr>
            <w:r w:rsidRPr="001C0CC4">
              <w:t>N/A</w:t>
            </w:r>
          </w:p>
        </w:tc>
        <w:tc>
          <w:tcPr>
            <w:tcW w:w="848" w:type="dxa"/>
          </w:tcPr>
          <w:p w14:paraId="33114283" w14:textId="77777777" w:rsidR="002E7826" w:rsidRPr="001C0CC4" w:rsidRDefault="002E7826" w:rsidP="002E7826">
            <w:pPr>
              <w:pStyle w:val="TAC"/>
            </w:pPr>
            <w:r w:rsidRPr="001C0CC4">
              <w:t>N/A</w:t>
            </w:r>
          </w:p>
        </w:tc>
        <w:tc>
          <w:tcPr>
            <w:tcW w:w="848" w:type="dxa"/>
          </w:tcPr>
          <w:p w14:paraId="38317C9F" w14:textId="77777777" w:rsidR="002E7826" w:rsidRPr="001C0CC4" w:rsidRDefault="002E7826" w:rsidP="002E7826">
            <w:pPr>
              <w:pStyle w:val="TAC"/>
            </w:pPr>
            <w:r w:rsidRPr="001C0CC4">
              <w:t>N/A</w:t>
            </w:r>
          </w:p>
        </w:tc>
        <w:tc>
          <w:tcPr>
            <w:tcW w:w="848" w:type="dxa"/>
          </w:tcPr>
          <w:p w14:paraId="5D86C237" w14:textId="77777777" w:rsidR="002E7826" w:rsidRPr="001C0CC4" w:rsidRDefault="002E7826" w:rsidP="002E7826">
            <w:pPr>
              <w:pStyle w:val="TAC"/>
            </w:pPr>
            <w:r w:rsidRPr="001C0CC4">
              <w:t>N/A</w:t>
            </w:r>
          </w:p>
        </w:tc>
        <w:tc>
          <w:tcPr>
            <w:tcW w:w="848" w:type="dxa"/>
          </w:tcPr>
          <w:p w14:paraId="15D5ABBF" w14:textId="77777777" w:rsidR="002E7826" w:rsidRPr="001C0CC4" w:rsidRDefault="002E7826" w:rsidP="002E7826">
            <w:pPr>
              <w:pStyle w:val="TAC"/>
            </w:pPr>
            <w:r w:rsidRPr="001C0CC4">
              <w:t>N/A</w:t>
            </w:r>
          </w:p>
        </w:tc>
        <w:tc>
          <w:tcPr>
            <w:tcW w:w="848" w:type="dxa"/>
          </w:tcPr>
          <w:p w14:paraId="412A8A37" w14:textId="77777777" w:rsidR="002E7826" w:rsidRPr="001C0CC4" w:rsidRDefault="002E7826" w:rsidP="002E7826">
            <w:pPr>
              <w:pStyle w:val="TAC"/>
            </w:pPr>
            <w:r w:rsidRPr="001C0CC4">
              <w:t>N/A</w:t>
            </w:r>
          </w:p>
        </w:tc>
        <w:tc>
          <w:tcPr>
            <w:tcW w:w="848" w:type="dxa"/>
          </w:tcPr>
          <w:p w14:paraId="180532EE" w14:textId="77777777" w:rsidR="002E7826" w:rsidRPr="001C0CC4" w:rsidRDefault="002E7826" w:rsidP="002E7826">
            <w:pPr>
              <w:pStyle w:val="TAC"/>
            </w:pPr>
            <w:r w:rsidRPr="001C0CC4">
              <w:t>N/A</w:t>
            </w:r>
          </w:p>
        </w:tc>
        <w:tc>
          <w:tcPr>
            <w:tcW w:w="848" w:type="dxa"/>
          </w:tcPr>
          <w:p w14:paraId="31EBD331" w14:textId="081AFF81" w:rsidR="002E7826" w:rsidRPr="001C0CC4" w:rsidRDefault="002E7826" w:rsidP="002E7826">
            <w:pPr>
              <w:pStyle w:val="TAC"/>
            </w:pPr>
            <w:r>
              <w:t>N/A</w:t>
            </w:r>
          </w:p>
        </w:tc>
        <w:tc>
          <w:tcPr>
            <w:tcW w:w="848" w:type="dxa"/>
          </w:tcPr>
          <w:p w14:paraId="1A7F8ADD" w14:textId="1805CF3B" w:rsidR="002E7826" w:rsidRPr="001C0CC4" w:rsidRDefault="002E7826" w:rsidP="002E7826">
            <w:pPr>
              <w:pStyle w:val="TAC"/>
            </w:pPr>
            <w:r w:rsidRPr="001C0CC4">
              <w:t>N/A</w:t>
            </w:r>
          </w:p>
        </w:tc>
        <w:tc>
          <w:tcPr>
            <w:tcW w:w="849" w:type="dxa"/>
          </w:tcPr>
          <w:p w14:paraId="29FEEED1" w14:textId="77777777" w:rsidR="002E7826" w:rsidRPr="001C0CC4" w:rsidRDefault="002E7826" w:rsidP="002E7826">
            <w:pPr>
              <w:pStyle w:val="TAC"/>
            </w:pPr>
            <w:r w:rsidRPr="001C0CC4">
              <w:t>N/A</w:t>
            </w:r>
          </w:p>
        </w:tc>
      </w:tr>
      <w:tr w:rsidR="002E7826" w:rsidRPr="001C0CC4" w14:paraId="56B324B1" w14:textId="77777777" w:rsidTr="002E7826">
        <w:trPr>
          <w:jc w:val="center"/>
        </w:trPr>
        <w:tc>
          <w:tcPr>
            <w:tcW w:w="3690" w:type="dxa"/>
          </w:tcPr>
          <w:p w14:paraId="484E9B32" w14:textId="77777777" w:rsidR="002E7826" w:rsidRPr="001C0CC4" w:rsidRDefault="002E7826" w:rsidP="002E7826">
            <w:pPr>
              <w:pStyle w:val="TAL"/>
              <w:rPr>
                <w:rFonts w:eastAsia="SimSun"/>
              </w:rPr>
            </w:pPr>
            <w:r w:rsidRPr="001C0CC4">
              <w:rPr>
                <w:rFonts w:eastAsia="SimSun"/>
              </w:rPr>
              <w:t xml:space="preserve">  For Slot i, if mod(i, 20) = {0,…, 13} for i from {4,…,39}</w:t>
            </w:r>
          </w:p>
        </w:tc>
        <w:tc>
          <w:tcPr>
            <w:tcW w:w="1093" w:type="dxa"/>
          </w:tcPr>
          <w:p w14:paraId="0AA4A908" w14:textId="77777777" w:rsidR="002E7826" w:rsidRPr="001C0CC4" w:rsidRDefault="002E7826" w:rsidP="002E7826">
            <w:pPr>
              <w:pStyle w:val="TAC"/>
            </w:pPr>
            <w:r w:rsidRPr="001C0CC4">
              <w:t>CBs</w:t>
            </w:r>
          </w:p>
        </w:tc>
        <w:tc>
          <w:tcPr>
            <w:tcW w:w="848" w:type="dxa"/>
          </w:tcPr>
          <w:p w14:paraId="69F53F8B" w14:textId="77777777" w:rsidR="002E7826" w:rsidRPr="001C0CC4" w:rsidRDefault="002E7826" w:rsidP="002E7826">
            <w:pPr>
              <w:pStyle w:val="TAC"/>
            </w:pPr>
            <w:r w:rsidRPr="001C0CC4">
              <w:t>1</w:t>
            </w:r>
          </w:p>
        </w:tc>
        <w:tc>
          <w:tcPr>
            <w:tcW w:w="848" w:type="dxa"/>
          </w:tcPr>
          <w:p w14:paraId="009394B6" w14:textId="77777777" w:rsidR="002E7826" w:rsidRPr="001C0CC4" w:rsidRDefault="002E7826" w:rsidP="002E7826">
            <w:pPr>
              <w:pStyle w:val="TAC"/>
            </w:pPr>
            <w:r w:rsidRPr="001C0CC4">
              <w:t>2</w:t>
            </w:r>
          </w:p>
        </w:tc>
        <w:tc>
          <w:tcPr>
            <w:tcW w:w="848" w:type="dxa"/>
          </w:tcPr>
          <w:p w14:paraId="38BCBC18" w14:textId="77777777" w:rsidR="002E7826" w:rsidRPr="001C0CC4" w:rsidRDefault="002E7826" w:rsidP="002E7826">
            <w:pPr>
              <w:pStyle w:val="TAC"/>
            </w:pPr>
            <w:r w:rsidRPr="001C0CC4">
              <w:t>3</w:t>
            </w:r>
          </w:p>
        </w:tc>
        <w:tc>
          <w:tcPr>
            <w:tcW w:w="848" w:type="dxa"/>
          </w:tcPr>
          <w:p w14:paraId="3B88C47B" w14:textId="77777777" w:rsidR="002E7826" w:rsidRPr="001C0CC4" w:rsidRDefault="002E7826" w:rsidP="002E7826">
            <w:pPr>
              <w:pStyle w:val="TAC"/>
            </w:pPr>
            <w:r w:rsidRPr="001C0CC4">
              <w:t>3</w:t>
            </w:r>
          </w:p>
        </w:tc>
        <w:tc>
          <w:tcPr>
            <w:tcW w:w="848" w:type="dxa"/>
          </w:tcPr>
          <w:p w14:paraId="08E666DF" w14:textId="77777777" w:rsidR="002E7826" w:rsidRPr="001C0CC4" w:rsidRDefault="002E7826" w:rsidP="002E7826">
            <w:pPr>
              <w:pStyle w:val="TAC"/>
            </w:pPr>
            <w:r w:rsidRPr="001C0CC4">
              <w:t>4</w:t>
            </w:r>
          </w:p>
        </w:tc>
        <w:tc>
          <w:tcPr>
            <w:tcW w:w="848" w:type="dxa"/>
          </w:tcPr>
          <w:p w14:paraId="0A0537BB" w14:textId="77777777" w:rsidR="002E7826" w:rsidRPr="001C0CC4" w:rsidRDefault="002E7826" w:rsidP="002E7826">
            <w:pPr>
              <w:pStyle w:val="TAC"/>
            </w:pPr>
            <w:r w:rsidRPr="001C0CC4">
              <w:t>5</w:t>
            </w:r>
          </w:p>
        </w:tc>
        <w:tc>
          <w:tcPr>
            <w:tcW w:w="848" w:type="dxa"/>
          </w:tcPr>
          <w:p w14:paraId="0537B5B0" w14:textId="77777777" w:rsidR="002E7826" w:rsidRPr="001C0CC4" w:rsidRDefault="002E7826" w:rsidP="002E7826">
            <w:pPr>
              <w:pStyle w:val="TAC"/>
            </w:pPr>
            <w:r w:rsidRPr="001C0CC4">
              <w:t>6</w:t>
            </w:r>
          </w:p>
        </w:tc>
        <w:tc>
          <w:tcPr>
            <w:tcW w:w="848" w:type="dxa"/>
          </w:tcPr>
          <w:p w14:paraId="4541CF9E" w14:textId="77777777" w:rsidR="002E7826" w:rsidRPr="001C0CC4" w:rsidRDefault="002E7826" w:rsidP="002E7826">
            <w:pPr>
              <w:pStyle w:val="TAC"/>
            </w:pPr>
            <w:r w:rsidRPr="001C0CC4">
              <w:t>7</w:t>
            </w:r>
          </w:p>
        </w:tc>
        <w:tc>
          <w:tcPr>
            <w:tcW w:w="848" w:type="dxa"/>
          </w:tcPr>
          <w:p w14:paraId="271626C4" w14:textId="0EC8B096" w:rsidR="002E7826" w:rsidRPr="001C0CC4" w:rsidRDefault="002E7826" w:rsidP="002E7826">
            <w:pPr>
              <w:pStyle w:val="TAC"/>
            </w:pPr>
            <w:r>
              <w:t>8</w:t>
            </w:r>
          </w:p>
        </w:tc>
        <w:tc>
          <w:tcPr>
            <w:tcW w:w="848" w:type="dxa"/>
          </w:tcPr>
          <w:p w14:paraId="08C6C076" w14:textId="3F11C097" w:rsidR="002E7826" w:rsidRPr="001C0CC4" w:rsidRDefault="002E7826" w:rsidP="002E7826">
            <w:pPr>
              <w:pStyle w:val="TAC"/>
            </w:pPr>
            <w:r w:rsidRPr="001C0CC4">
              <w:t>9</w:t>
            </w:r>
          </w:p>
        </w:tc>
        <w:tc>
          <w:tcPr>
            <w:tcW w:w="849" w:type="dxa"/>
          </w:tcPr>
          <w:p w14:paraId="4BD21D19" w14:textId="77777777" w:rsidR="002E7826" w:rsidRPr="001C0CC4" w:rsidRDefault="002E7826" w:rsidP="002E7826">
            <w:pPr>
              <w:pStyle w:val="TAC"/>
            </w:pPr>
            <w:r w:rsidRPr="001C0CC4">
              <w:t>12</w:t>
            </w:r>
          </w:p>
        </w:tc>
      </w:tr>
      <w:tr w:rsidR="002E7826" w:rsidRPr="001C0CC4" w14:paraId="2587451E" w14:textId="77777777" w:rsidTr="002E7826">
        <w:trPr>
          <w:jc w:val="center"/>
        </w:trPr>
        <w:tc>
          <w:tcPr>
            <w:tcW w:w="3690" w:type="dxa"/>
          </w:tcPr>
          <w:p w14:paraId="3193879F" w14:textId="77777777" w:rsidR="002E7826" w:rsidRPr="001C0CC4" w:rsidRDefault="002E7826" w:rsidP="002E7826">
            <w:pPr>
              <w:pStyle w:val="TAH"/>
              <w:rPr>
                <w:rFonts w:eastAsia="SimSun"/>
              </w:rPr>
            </w:pPr>
            <w:r w:rsidRPr="001C0CC4">
              <w:rPr>
                <w:rFonts w:eastAsia="SimSun"/>
              </w:rPr>
              <w:t>Binary Channel Bits per Slot</w:t>
            </w:r>
          </w:p>
        </w:tc>
        <w:tc>
          <w:tcPr>
            <w:tcW w:w="1093" w:type="dxa"/>
          </w:tcPr>
          <w:p w14:paraId="03C6B921" w14:textId="77777777" w:rsidR="002E7826" w:rsidRPr="001C0CC4" w:rsidRDefault="002E7826" w:rsidP="002E7826">
            <w:pPr>
              <w:pStyle w:val="TAC"/>
              <w:rPr>
                <w:rFonts w:cs="Arial"/>
              </w:rPr>
            </w:pPr>
          </w:p>
        </w:tc>
        <w:tc>
          <w:tcPr>
            <w:tcW w:w="848" w:type="dxa"/>
          </w:tcPr>
          <w:p w14:paraId="79B8DCB5" w14:textId="77777777" w:rsidR="002E7826" w:rsidRPr="001C0CC4" w:rsidRDefault="002E7826" w:rsidP="002E7826">
            <w:pPr>
              <w:pStyle w:val="TAC"/>
              <w:rPr>
                <w:rFonts w:cs="Arial"/>
              </w:rPr>
            </w:pPr>
          </w:p>
        </w:tc>
        <w:tc>
          <w:tcPr>
            <w:tcW w:w="848" w:type="dxa"/>
          </w:tcPr>
          <w:p w14:paraId="43F81506" w14:textId="77777777" w:rsidR="002E7826" w:rsidRPr="001C0CC4" w:rsidRDefault="002E7826" w:rsidP="002E7826">
            <w:pPr>
              <w:pStyle w:val="TAC"/>
              <w:rPr>
                <w:rFonts w:cs="Arial"/>
              </w:rPr>
            </w:pPr>
          </w:p>
        </w:tc>
        <w:tc>
          <w:tcPr>
            <w:tcW w:w="848" w:type="dxa"/>
          </w:tcPr>
          <w:p w14:paraId="1F4B5808" w14:textId="77777777" w:rsidR="002E7826" w:rsidRPr="001C0CC4" w:rsidRDefault="002E7826" w:rsidP="002E7826">
            <w:pPr>
              <w:pStyle w:val="TAC"/>
              <w:rPr>
                <w:rFonts w:cs="Arial"/>
              </w:rPr>
            </w:pPr>
          </w:p>
        </w:tc>
        <w:tc>
          <w:tcPr>
            <w:tcW w:w="848" w:type="dxa"/>
          </w:tcPr>
          <w:p w14:paraId="287CDE02" w14:textId="77777777" w:rsidR="002E7826" w:rsidRPr="001C0CC4" w:rsidRDefault="002E7826" w:rsidP="002E7826">
            <w:pPr>
              <w:pStyle w:val="TAC"/>
              <w:rPr>
                <w:rFonts w:cs="Arial"/>
              </w:rPr>
            </w:pPr>
          </w:p>
        </w:tc>
        <w:tc>
          <w:tcPr>
            <w:tcW w:w="848" w:type="dxa"/>
          </w:tcPr>
          <w:p w14:paraId="595DC7EB" w14:textId="77777777" w:rsidR="002E7826" w:rsidRPr="001C0CC4" w:rsidRDefault="002E7826" w:rsidP="002E7826">
            <w:pPr>
              <w:pStyle w:val="TAC"/>
              <w:rPr>
                <w:rFonts w:cs="Arial"/>
              </w:rPr>
            </w:pPr>
          </w:p>
        </w:tc>
        <w:tc>
          <w:tcPr>
            <w:tcW w:w="848" w:type="dxa"/>
          </w:tcPr>
          <w:p w14:paraId="7DCB705D" w14:textId="77777777" w:rsidR="002E7826" w:rsidRPr="001C0CC4" w:rsidRDefault="002E7826" w:rsidP="002E7826">
            <w:pPr>
              <w:pStyle w:val="TAC"/>
              <w:rPr>
                <w:rFonts w:cs="Arial"/>
              </w:rPr>
            </w:pPr>
          </w:p>
        </w:tc>
        <w:tc>
          <w:tcPr>
            <w:tcW w:w="848" w:type="dxa"/>
          </w:tcPr>
          <w:p w14:paraId="00A29281" w14:textId="77777777" w:rsidR="002E7826" w:rsidRPr="001C0CC4" w:rsidRDefault="002E7826" w:rsidP="002E7826">
            <w:pPr>
              <w:pStyle w:val="TAC"/>
              <w:rPr>
                <w:rFonts w:cs="Arial"/>
              </w:rPr>
            </w:pPr>
          </w:p>
        </w:tc>
        <w:tc>
          <w:tcPr>
            <w:tcW w:w="848" w:type="dxa"/>
          </w:tcPr>
          <w:p w14:paraId="77DB15EF" w14:textId="77777777" w:rsidR="002E7826" w:rsidRPr="001C0CC4" w:rsidRDefault="002E7826" w:rsidP="002E7826">
            <w:pPr>
              <w:pStyle w:val="TAC"/>
              <w:rPr>
                <w:rFonts w:cs="Arial"/>
              </w:rPr>
            </w:pPr>
          </w:p>
        </w:tc>
        <w:tc>
          <w:tcPr>
            <w:tcW w:w="848" w:type="dxa"/>
          </w:tcPr>
          <w:p w14:paraId="1F4205B8" w14:textId="77777777" w:rsidR="002E7826" w:rsidRPr="001C0CC4" w:rsidRDefault="002E7826" w:rsidP="002E7826">
            <w:pPr>
              <w:pStyle w:val="TAC"/>
              <w:rPr>
                <w:rFonts w:cs="Arial"/>
              </w:rPr>
            </w:pPr>
          </w:p>
        </w:tc>
        <w:tc>
          <w:tcPr>
            <w:tcW w:w="848" w:type="dxa"/>
          </w:tcPr>
          <w:p w14:paraId="2AE55F13" w14:textId="17D9F2BD" w:rsidR="002E7826" w:rsidRPr="001C0CC4" w:rsidRDefault="002E7826" w:rsidP="002E7826">
            <w:pPr>
              <w:pStyle w:val="TAC"/>
              <w:rPr>
                <w:rFonts w:cs="Arial"/>
              </w:rPr>
            </w:pPr>
          </w:p>
        </w:tc>
        <w:tc>
          <w:tcPr>
            <w:tcW w:w="849" w:type="dxa"/>
          </w:tcPr>
          <w:p w14:paraId="3C7D1479" w14:textId="77777777" w:rsidR="002E7826" w:rsidRPr="001C0CC4" w:rsidRDefault="002E7826" w:rsidP="002E7826">
            <w:pPr>
              <w:pStyle w:val="TAC"/>
              <w:rPr>
                <w:rFonts w:cs="Arial"/>
              </w:rPr>
            </w:pPr>
          </w:p>
        </w:tc>
      </w:tr>
      <w:tr w:rsidR="002E7826" w:rsidRPr="001C0CC4" w14:paraId="72F8FAA7" w14:textId="77777777" w:rsidTr="002E7826">
        <w:trPr>
          <w:jc w:val="center"/>
        </w:trPr>
        <w:tc>
          <w:tcPr>
            <w:tcW w:w="3690" w:type="dxa"/>
          </w:tcPr>
          <w:p w14:paraId="51735D99" w14:textId="77777777" w:rsidR="002E7826" w:rsidRPr="001C0CC4" w:rsidRDefault="002E7826" w:rsidP="002E7826">
            <w:pPr>
              <w:pStyle w:val="TAL"/>
              <w:rPr>
                <w:rFonts w:eastAsia="SimSun"/>
              </w:rPr>
            </w:pPr>
            <w:r w:rsidRPr="001C0CC4">
              <w:rPr>
                <w:rFonts w:eastAsia="SimSun"/>
              </w:rPr>
              <w:t xml:space="preserve">  For Slots 0,1,2,3 and Slot i, if mod(i, 20) = {14,15,16,17,18,19} for i from {0,…,39}</w:t>
            </w:r>
          </w:p>
        </w:tc>
        <w:tc>
          <w:tcPr>
            <w:tcW w:w="1093" w:type="dxa"/>
          </w:tcPr>
          <w:p w14:paraId="51DA9E48" w14:textId="77777777" w:rsidR="002E7826" w:rsidRPr="001C0CC4" w:rsidRDefault="002E7826" w:rsidP="002E7826">
            <w:pPr>
              <w:pStyle w:val="TAC"/>
            </w:pPr>
            <w:r w:rsidRPr="001C0CC4">
              <w:t>Bits</w:t>
            </w:r>
          </w:p>
        </w:tc>
        <w:tc>
          <w:tcPr>
            <w:tcW w:w="848" w:type="dxa"/>
          </w:tcPr>
          <w:p w14:paraId="4AF718FB" w14:textId="77777777" w:rsidR="002E7826" w:rsidRPr="001C0CC4" w:rsidRDefault="002E7826" w:rsidP="002E7826">
            <w:pPr>
              <w:pStyle w:val="TAC"/>
            </w:pPr>
            <w:r w:rsidRPr="001C0CC4">
              <w:t>N/A</w:t>
            </w:r>
          </w:p>
        </w:tc>
        <w:tc>
          <w:tcPr>
            <w:tcW w:w="848" w:type="dxa"/>
          </w:tcPr>
          <w:p w14:paraId="04863373" w14:textId="77777777" w:rsidR="002E7826" w:rsidRPr="001C0CC4" w:rsidRDefault="002E7826" w:rsidP="002E7826">
            <w:pPr>
              <w:pStyle w:val="TAC"/>
            </w:pPr>
            <w:r w:rsidRPr="001C0CC4">
              <w:t>N/A</w:t>
            </w:r>
          </w:p>
        </w:tc>
        <w:tc>
          <w:tcPr>
            <w:tcW w:w="848" w:type="dxa"/>
          </w:tcPr>
          <w:p w14:paraId="2B706339" w14:textId="77777777" w:rsidR="002E7826" w:rsidRPr="001C0CC4" w:rsidRDefault="002E7826" w:rsidP="002E7826">
            <w:pPr>
              <w:pStyle w:val="TAC"/>
            </w:pPr>
            <w:r w:rsidRPr="001C0CC4">
              <w:t>N/A</w:t>
            </w:r>
          </w:p>
        </w:tc>
        <w:tc>
          <w:tcPr>
            <w:tcW w:w="848" w:type="dxa"/>
          </w:tcPr>
          <w:p w14:paraId="119B4E23" w14:textId="77777777" w:rsidR="002E7826" w:rsidRPr="001C0CC4" w:rsidRDefault="002E7826" w:rsidP="002E7826">
            <w:pPr>
              <w:pStyle w:val="TAC"/>
            </w:pPr>
            <w:r w:rsidRPr="001C0CC4">
              <w:t>N/A</w:t>
            </w:r>
          </w:p>
        </w:tc>
        <w:tc>
          <w:tcPr>
            <w:tcW w:w="848" w:type="dxa"/>
          </w:tcPr>
          <w:p w14:paraId="0E1152AF" w14:textId="77777777" w:rsidR="002E7826" w:rsidRPr="001C0CC4" w:rsidRDefault="002E7826" w:rsidP="002E7826">
            <w:pPr>
              <w:pStyle w:val="TAC"/>
            </w:pPr>
            <w:r w:rsidRPr="001C0CC4">
              <w:t>N/A</w:t>
            </w:r>
          </w:p>
        </w:tc>
        <w:tc>
          <w:tcPr>
            <w:tcW w:w="848" w:type="dxa"/>
          </w:tcPr>
          <w:p w14:paraId="499DBF5E" w14:textId="77777777" w:rsidR="002E7826" w:rsidRPr="001C0CC4" w:rsidRDefault="002E7826" w:rsidP="002E7826">
            <w:pPr>
              <w:pStyle w:val="TAC"/>
            </w:pPr>
            <w:r w:rsidRPr="001C0CC4">
              <w:t>N/A</w:t>
            </w:r>
          </w:p>
        </w:tc>
        <w:tc>
          <w:tcPr>
            <w:tcW w:w="848" w:type="dxa"/>
          </w:tcPr>
          <w:p w14:paraId="43C3510A" w14:textId="77777777" w:rsidR="002E7826" w:rsidRPr="001C0CC4" w:rsidRDefault="002E7826" w:rsidP="002E7826">
            <w:pPr>
              <w:pStyle w:val="TAC"/>
            </w:pPr>
            <w:r w:rsidRPr="001C0CC4">
              <w:t>N/A</w:t>
            </w:r>
          </w:p>
        </w:tc>
        <w:tc>
          <w:tcPr>
            <w:tcW w:w="848" w:type="dxa"/>
          </w:tcPr>
          <w:p w14:paraId="3708C8F2" w14:textId="77777777" w:rsidR="002E7826" w:rsidRPr="001C0CC4" w:rsidRDefault="002E7826" w:rsidP="002E7826">
            <w:pPr>
              <w:pStyle w:val="TAC"/>
            </w:pPr>
            <w:r w:rsidRPr="001C0CC4">
              <w:t>N/A</w:t>
            </w:r>
          </w:p>
        </w:tc>
        <w:tc>
          <w:tcPr>
            <w:tcW w:w="848" w:type="dxa"/>
          </w:tcPr>
          <w:p w14:paraId="77380FDD" w14:textId="442B3139" w:rsidR="002E7826" w:rsidRPr="001C0CC4" w:rsidRDefault="002E7826" w:rsidP="002E7826">
            <w:pPr>
              <w:pStyle w:val="TAC"/>
            </w:pPr>
            <w:r>
              <w:t>N/A</w:t>
            </w:r>
          </w:p>
        </w:tc>
        <w:tc>
          <w:tcPr>
            <w:tcW w:w="848" w:type="dxa"/>
          </w:tcPr>
          <w:p w14:paraId="6711BD5C" w14:textId="42E21B24" w:rsidR="002E7826" w:rsidRPr="001C0CC4" w:rsidRDefault="002E7826" w:rsidP="002E7826">
            <w:pPr>
              <w:pStyle w:val="TAC"/>
            </w:pPr>
            <w:r w:rsidRPr="001C0CC4">
              <w:t>N/A</w:t>
            </w:r>
          </w:p>
        </w:tc>
        <w:tc>
          <w:tcPr>
            <w:tcW w:w="849" w:type="dxa"/>
          </w:tcPr>
          <w:p w14:paraId="2E9A5D45" w14:textId="77777777" w:rsidR="002E7826" w:rsidRPr="001C0CC4" w:rsidRDefault="002E7826" w:rsidP="002E7826">
            <w:pPr>
              <w:pStyle w:val="TAC"/>
            </w:pPr>
            <w:r w:rsidRPr="001C0CC4">
              <w:t>N/A</w:t>
            </w:r>
          </w:p>
        </w:tc>
      </w:tr>
      <w:tr w:rsidR="002E7826" w:rsidRPr="001C0CC4" w14:paraId="4128D010" w14:textId="77777777" w:rsidTr="002E7826">
        <w:trPr>
          <w:jc w:val="center"/>
        </w:trPr>
        <w:tc>
          <w:tcPr>
            <w:tcW w:w="3690" w:type="dxa"/>
          </w:tcPr>
          <w:p w14:paraId="54B4C9A9" w14:textId="77777777" w:rsidR="002E7826" w:rsidRPr="001C0CC4" w:rsidRDefault="002E7826" w:rsidP="002E7826">
            <w:pPr>
              <w:pStyle w:val="TAL"/>
              <w:rPr>
                <w:rFonts w:eastAsia="SimSun"/>
              </w:rPr>
            </w:pPr>
            <w:r w:rsidRPr="001C0CC4">
              <w:rPr>
                <w:rFonts w:eastAsia="SimSun"/>
              </w:rPr>
              <w:t xml:space="preserve">  For Slot i, if mod(i, 20) = {0,…, 13} for i from {4,…,39}</w:t>
            </w:r>
          </w:p>
        </w:tc>
        <w:tc>
          <w:tcPr>
            <w:tcW w:w="1093" w:type="dxa"/>
          </w:tcPr>
          <w:p w14:paraId="36A92EF0" w14:textId="77777777" w:rsidR="002E7826" w:rsidRPr="001C0CC4" w:rsidRDefault="002E7826" w:rsidP="002E7826">
            <w:pPr>
              <w:pStyle w:val="TAC"/>
            </w:pPr>
            <w:r w:rsidRPr="001C0CC4">
              <w:t>Bits</w:t>
            </w:r>
          </w:p>
        </w:tc>
        <w:tc>
          <w:tcPr>
            <w:tcW w:w="848" w:type="dxa"/>
          </w:tcPr>
          <w:p w14:paraId="137A7F29" w14:textId="77777777" w:rsidR="002E7826" w:rsidRPr="001C0CC4" w:rsidRDefault="002E7826" w:rsidP="002E7826">
            <w:pPr>
              <w:pStyle w:val="TAC"/>
            </w:pPr>
            <w:r w:rsidRPr="001C0CC4">
              <w:t>9504</w:t>
            </w:r>
          </w:p>
        </w:tc>
        <w:tc>
          <w:tcPr>
            <w:tcW w:w="848" w:type="dxa"/>
          </w:tcPr>
          <w:p w14:paraId="5D6D16CB" w14:textId="77777777" w:rsidR="002E7826" w:rsidRPr="001C0CC4" w:rsidRDefault="002E7826" w:rsidP="002E7826">
            <w:pPr>
              <w:pStyle w:val="TAC"/>
            </w:pPr>
            <w:r w:rsidRPr="001C0CC4">
              <w:t>15552</w:t>
            </w:r>
          </w:p>
        </w:tc>
        <w:tc>
          <w:tcPr>
            <w:tcW w:w="848" w:type="dxa"/>
          </w:tcPr>
          <w:p w14:paraId="3D104DDA" w14:textId="77777777" w:rsidR="002E7826" w:rsidRPr="001C0CC4" w:rsidRDefault="002E7826" w:rsidP="002E7826">
            <w:pPr>
              <w:pStyle w:val="TAC"/>
            </w:pPr>
            <w:r w:rsidRPr="001C0CC4">
              <w:t>20736</w:t>
            </w:r>
          </w:p>
        </w:tc>
        <w:tc>
          <w:tcPr>
            <w:tcW w:w="848" w:type="dxa"/>
          </w:tcPr>
          <w:p w14:paraId="35877173" w14:textId="77777777" w:rsidR="002E7826" w:rsidRPr="001C0CC4" w:rsidRDefault="002E7826" w:rsidP="002E7826">
            <w:pPr>
              <w:pStyle w:val="TAC"/>
            </w:pPr>
            <w:r w:rsidRPr="001C0CC4">
              <w:t>26784</w:t>
            </w:r>
          </w:p>
        </w:tc>
        <w:tc>
          <w:tcPr>
            <w:tcW w:w="848" w:type="dxa"/>
          </w:tcPr>
          <w:p w14:paraId="281806AB" w14:textId="77777777" w:rsidR="002E7826" w:rsidRPr="001C0CC4" w:rsidRDefault="002E7826" w:rsidP="002E7826">
            <w:pPr>
              <w:pStyle w:val="TAC"/>
            </w:pPr>
            <w:r w:rsidRPr="001C0CC4">
              <w:t>32832</w:t>
            </w:r>
          </w:p>
        </w:tc>
        <w:tc>
          <w:tcPr>
            <w:tcW w:w="848" w:type="dxa"/>
          </w:tcPr>
          <w:p w14:paraId="3CC4A94F" w14:textId="77777777" w:rsidR="002E7826" w:rsidRPr="001C0CC4" w:rsidRDefault="002E7826" w:rsidP="002E7826">
            <w:pPr>
              <w:pStyle w:val="TAC"/>
            </w:pPr>
            <w:r w:rsidRPr="001C0CC4">
              <w:t>44064</w:t>
            </w:r>
          </w:p>
        </w:tc>
        <w:tc>
          <w:tcPr>
            <w:tcW w:w="848" w:type="dxa"/>
          </w:tcPr>
          <w:p w14:paraId="5FA017B6" w14:textId="77777777" w:rsidR="002E7826" w:rsidRPr="001C0CC4" w:rsidRDefault="002E7826" w:rsidP="002E7826">
            <w:pPr>
              <w:pStyle w:val="TAC"/>
            </w:pPr>
            <w:r w:rsidRPr="001C0CC4">
              <w:t>56160</w:t>
            </w:r>
          </w:p>
        </w:tc>
        <w:tc>
          <w:tcPr>
            <w:tcW w:w="848" w:type="dxa"/>
          </w:tcPr>
          <w:p w14:paraId="1BBA7D0F" w14:textId="77777777" w:rsidR="002E7826" w:rsidRPr="001C0CC4" w:rsidRDefault="002E7826" w:rsidP="002E7826">
            <w:pPr>
              <w:pStyle w:val="TAC"/>
            </w:pPr>
            <w:r w:rsidRPr="001C0CC4">
              <w:t>68256</w:t>
            </w:r>
          </w:p>
        </w:tc>
        <w:tc>
          <w:tcPr>
            <w:tcW w:w="848" w:type="dxa"/>
          </w:tcPr>
          <w:p w14:paraId="7F99BA8A" w14:textId="480C4387" w:rsidR="002E7826" w:rsidRPr="001C0CC4" w:rsidRDefault="002E7826" w:rsidP="002E7826">
            <w:pPr>
              <w:pStyle w:val="TAC"/>
            </w:pPr>
            <w:r>
              <w:t>80352</w:t>
            </w:r>
          </w:p>
        </w:tc>
        <w:tc>
          <w:tcPr>
            <w:tcW w:w="848" w:type="dxa"/>
          </w:tcPr>
          <w:p w14:paraId="5C5C570E" w14:textId="3CC57EAE" w:rsidR="002E7826" w:rsidRPr="001C0CC4" w:rsidRDefault="002E7826" w:rsidP="002E7826">
            <w:pPr>
              <w:pStyle w:val="TAC"/>
            </w:pPr>
            <w:r w:rsidRPr="001C0CC4">
              <w:t>92448</w:t>
            </w:r>
          </w:p>
        </w:tc>
        <w:tc>
          <w:tcPr>
            <w:tcW w:w="849" w:type="dxa"/>
          </w:tcPr>
          <w:p w14:paraId="5D848D2D" w14:textId="77777777" w:rsidR="002E7826" w:rsidRPr="001C0CC4" w:rsidRDefault="002E7826" w:rsidP="002E7826">
            <w:pPr>
              <w:pStyle w:val="TAC"/>
            </w:pPr>
            <w:r w:rsidRPr="001C0CC4">
              <w:t>116640</w:t>
            </w:r>
          </w:p>
        </w:tc>
      </w:tr>
      <w:tr w:rsidR="002E7826" w:rsidRPr="001C0CC4" w14:paraId="5EE5B853" w14:textId="77777777" w:rsidTr="002E7826">
        <w:trPr>
          <w:trHeight w:val="70"/>
          <w:jc w:val="center"/>
        </w:trPr>
        <w:tc>
          <w:tcPr>
            <w:tcW w:w="3690" w:type="dxa"/>
          </w:tcPr>
          <w:p w14:paraId="55C2D20C" w14:textId="77777777" w:rsidR="002E7826" w:rsidRPr="001C0CC4" w:rsidRDefault="002E7826" w:rsidP="002E7826">
            <w:pPr>
              <w:pStyle w:val="TAL"/>
              <w:rPr>
                <w:rFonts w:eastAsia="SimSun"/>
              </w:rPr>
            </w:pPr>
            <w:r w:rsidRPr="001C0CC4">
              <w:rPr>
                <w:rFonts w:eastAsia="SimSun"/>
              </w:rPr>
              <w:t>Max. Throughput averaged over 1 frame</w:t>
            </w:r>
          </w:p>
        </w:tc>
        <w:tc>
          <w:tcPr>
            <w:tcW w:w="1093" w:type="dxa"/>
          </w:tcPr>
          <w:p w14:paraId="2E010734" w14:textId="77777777" w:rsidR="002E7826" w:rsidRPr="001C0CC4" w:rsidRDefault="002E7826" w:rsidP="002E7826">
            <w:pPr>
              <w:pStyle w:val="TAC"/>
            </w:pPr>
            <w:r w:rsidRPr="001C0CC4">
              <w:t>Mbps</w:t>
            </w:r>
          </w:p>
        </w:tc>
        <w:tc>
          <w:tcPr>
            <w:tcW w:w="848" w:type="dxa"/>
          </w:tcPr>
          <w:p w14:paraId="787E1E7E" w14:textId="77777777" w:rsidR="002E7826" w:rsidRPr="001C0CC4" w:rsidRDefault="002E7826" w:rsidP="002E7826">
            <w:pPr>
              <w:pStyle w:val="TAC"/>
            </w:pPr>
            <w:r w:rsidRPr="001C0CC4">
              <w:t>17.818</w:t>
            </w:r>
          </w:p>
        </w:tc>
        <w:tc>
          <w:tcPr>
            <w:tcW w:w="848" w:type="dxa"/>
          </w:tcPr>
          <w:p w14:paraId="1964C85A" w14:textId="77777777" w:rsidR="002E7826" w:rsidRPr="001C0CC4" w:rsidRDefault="002E7826" w:rsidP="002E7826">
            <w:pPr>
              <w:pStyle w:val="TAC"/>
            </w:pPr>
            <w:r w:rsidRPr="001C0CC4">
              <w:t>28.896</w:t>
            </w:r>
          </w:p>
        </w:tc>
        <w:tc>
          <w:tcPr>
            <w:tcW w:w="848" w:type="dxa"/>
          </w:tcPr>
          <w:p w14:paraId="4A66F2D8" w14:textId="77777777" w:rsidR="002E7826" w:rsidRPr="001C0CC4" w:rsidRDefault="002E7826" w:rsidP="002E7826">
            <w:pPr>
              <w:pStyle w:val="TAC"/>
            </w:pPr>
            <w:r w:rsidRPr="001C0CC4">
              <w:t>38.726</w:t>
            </w:r>
          </w:p>
        </w:tc>
        <w:tc>
          <w:tcPr>
            <w:tcW w:w="848" w:type="dxa"/>
          </w:tcPr>
          <w:p w14:paraId="6A7F339D" w14:textId="77777777" w:rsidR="002E7826" w:rsidRPr="001C0CC4" w:rsidRDefault="002E7826" w:rsidP="002E7826">
            <w:pPr>
              <w:pStyle w:val="TAC"/>
            </w:pPr>
            <w:r w:rsidRPr="001C0CC4">
              <w:t>50.400</w:t>
            </w:r>
          </w:p>
        </w:tc>
        <w:tc>
          <w:tcPr>
            <w:tcW w:w="848" w:type="dxa"/>
          </w:tcPr>
          <w:p w14:paraId="2CEC0480" w14:textId="77777777" w:rsidR="002E7826" w:rsidRPr="001C0CC4" w:rsidRDefault="002E7826" w:rsidP="002E7826">
            <w:pPr>
              <w:pStyle w:val="TAC"/>
            </w:pPr>
            <w:r w:rsidRPr="001C0CC4">
              <w:t>61.459</w:t>
            </w:r>
          </w:p>
        </w:tc>
        <w:tc>
          <w:tcPr>
            <w:tcW w:w="848" w:type="dxa"/>
          </w:tcPr>
          <w:p w14:paraId="75755CA4" w14:textId="77777777" w:rsidR="002E7826" w:rsidRPr="001C0CC4" w:rsidRDefault="002E7826" w:rsidP="002E7826">
            <w:pPr>
              <w:pStyle w:val="TAC"/>
            </w:pPr>
            <w:r w:rsidRPr="001C0CC4">
              <w:t>81.158</w:t>
            </w:r>
          </w:p>
        </w:tc>
        <w:tc>
          <w:tcPr>
            <w:tcW w:w="848" w:type="dxa"/>
          </w:tcPr>
          <w:p w14:paraId="326FFDFC" w14:textId="77777777" w:rsidR="002E7826" w:rsidRPr="001C0CC4" w:rsidRDefault="002E7826" w:rsidP="002E7826">
            <w:pPr>
              <w:pStyle w:val="TAC"/>
            </w:pPr>
            <w:r w:rsidRPr="001C0CC4">
              <w:t>105.696</w:t>
            </w:r>
          </w:p>
        </w:tc>
        <w:tc>
          <w:tcPr>
            <w:tcW w:w="848" w:type="dxa"/>
          </w:tcPr>
          <w:p w14:paraId="0D6F7083" w14:textId="77777777" w:rsidR="002E7826" w:rsidRPr="001C0CC4" w:rsidRDefault="002E7826" w:rsidP="002E7826">
            <w:pPr>
              <w:pStyle w:val="TAC"/>
            </w:pPr>
            <w:r w:rsidRPr="001C0CC4">
              <w:t>127.891</w:t>
            </w:r>
          </w:p>
        </w:tc>
        <w:tc>
          <w:tcPr>
            <w:tcW w:w="848" w:type="dxa"/>
          </w:tcPr>
          <w:p w14:paraId="69E7184B" w14:textId="19877A7F" w:rsidR="002E7826" w:rsidRPr="001C0CC4" w:rsidRDefault="002E7826" w:rsidP="002E7826">
            <w:pPr>
              <w:pStyle w:val="TAC"/>
            </w:pPr>
            <w:r>
              <w:t>150.010</w:t>
            </w:r>
          </w:p>
        </w:tc>
        <w:tc>
          <w:tcPr>
            <w:tcW w:w="848" w:type="dxa"/>
          </w:tcPr>
          <w:p w14:paraId="073BFB67" w14:textId="47963E76" w:rsidR="002E7826" w:rsidRPr="001C0CC4" w:rsidRDefault="002E7826" w:rsidP="002E7826">
            <w:pPr>
              <w:pStyle w:val="TAC"/>
            </w:pPr>
            <w:r w:rsidRPr="001C0CC4">
              <w:t>172.051</w:t>
            </w:r>
          </w:p>
        </w:tc>
        <w:tc>
          <w:tcPr>
            <w:tcW w:w="849" w:type="dxa"/>
          </w:tcPr>
          <w:p w14:paraId="23285F88" w14:textId="77777777" w:rsidR="002E7826" w:rsidRPr="001C0CC4" w:rsidRDefault="002E7826" w:rsidP="002E7826">
            <w:pPr>
              <w:pStyle w:val="TAC"/>
            </w:pPr>
            <w:r w:rsidRPr="001C0CC4">
              <w:t>216.422</w:t>
            </w:r>
          </w:p>
        </w:tc>
      </w:tr>
      <w:tr w:rsidR="002E7826" w:rsidRPr="001C0CC4" w14:paraId="6606B3B8" w14:textId="77777777" w:rsidTr="001C738A">
        <w:trPr>
          <w:trHeight w:val="70"/>
          <w:jc w:val="center"/>
        </w:trPr>
        <w:tc>
          <w:tcPr>
            <w:tcW w:w="14112" w:type="dxa"/>
            <w:gridSpan w:val="13"/>
          </w:tcPr>
          <w:p w14:paraId="2DDD32C7" w14:textId="619BF6DF"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1:</w:t>
            </w:r>
            <w:r w:rsidRPr="001C0CC4">
              <w:rPr>
                <w:rFonts w:ascii="Arial" w:hAnsi="Arial" w:cs="Arial"/>
                <w:sz w:val="18"/>
              </w:rPr>
              <w:tab/>
              <w:t>Additional parameters are specified in Table A.3.1-1 and Table A.3.3.1-1.</w:t>
            </w:r>
          </w:p>
          <w:p w14:paraId="19F1C1FB"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2:</w:t>
            </w:r>
            <w:r w:rsidRPr="001C0CC4">
              <w:rPr>
                <w:rFonts w:ascii="Arial" w:hAnsi="Arial" w:cs="Arial"/>
                <w:sz w:val="18"/>
              </w:rPr>
              <w:tab/>
              <w:t>If more than one Code Block is present, an additional CRC sequence of L = 24 Bits is attached to each Code Block (otherwise L = 0 Bit).</w:t>
            </w:r>
          </w:p>
          <w:p w14:paraId="6AAB6ACF" w14:textId="77777777" w:rsidR="002E7826" w:rsidRPr="001C0CC4" w:rsidRDefault="002E7826" w:rsidP="00DC7196">
            <w:pPr>
              <w:keepNext/>
              <w:keepLines/>
              <w:spacing w:after="0"/>
              <w:ind w:left="851" w:hanging="851"/>
              <w:rPr>
                <w:rFonts w:ascii="Arial" w:hAnsi="Arial" w:cs="Arial"/>
                <w:sz w:val="18"/>
              </w:rPr>
            </w:pPr>
            <w:r w:rsidRPr="001C0CC4">
              <w:rPr>
                <w:rFonts w:ascii="Arial" w:hAnsi="Arial" w:cs="Arial"/>
                <w:sz w:val="18"/>
              </w:rPr>
              <w:t>NOTE 3:</w:t>
            </w:r>
            <w:r w:rsidRPr="001C0CC4">
              <w:rPr>
                <w:rFonts w:ascii="Arial" w:hAnsi="Arial" w:cs="Arial"/>
                <w:sz w:val="18"/>
              </w:rPr>
              <w:tab/>
              <w:t>SS/PBCH block is transmitted in slot #0 of each frame</w:t>
            </w:r>
          </w:p>
          <w:p w14:paraId="4D2D82FB" w14:textId="77777777" w:rsidR="002E7826" w:rsidRPr="001C0CC4" w:rsidRDefault="002E7826" w:rsidP="00DC7196">
            <w:pPr>
              <w:keepNext/>
              <w:keepLines/>
              <w:spacing w:after="0"/>
              <w:ind w:left="851" w:hanging="851"/>
              <w:rPr>
                <w:rFonts w:ascii="Arial" w:hAnsi="Arial" w:cs="Arial"/>
                <w:sz w:val="16"/>
                <w:szCs w:val="16"/>
              </w:rPr>
            </w:pPr>
            <w:r w:rsidRPr="001C0CC4">
              <w:rPr>
                <w:rFonts w:ascii="Arial" w:hAnsi="Arial" w:cs="Arial"/>
                <w:sz w:val="18"/>
                <w:lang w:val="en-US"/>
              </w:rPr>
              <w:t>NOTE 4:</w:t>
            </w:r>
            <w:r w:rsidRPr="001C0CC4">
              <w:rPr>
                <w:rFonts w:ascii="Arial" w:hAnsi="Arial" w:cs="Arial"/>
                <w:sz w:val="18"/>
              </w:rPr>
              <w:tab/>
            </w:r>
            <w:r w:rsidRPr="001C0CC4">
              <w:rPr>
                <w:rFonts w:ascii="Arial" w:hAnsi="Arial" w:cs="Arial"/>
                <w:sz w:val="18"/>
                <w:lang w:val="en-US"/>
              </w:rPr>
              <w:t>Slot i is slot index per frame</w:t>
            </w:r>
          </w:p>
        </w:tc>
      </w:tr>
    </w:tbl>
    <w:p w14:paraId="2A298033" w14:textId="77777777" w:rsidR="00DC7196" w:rsidRPr="001C0CC4" w:rsidRDefault="00DC7196" w:rsidP="00DC7196">
      <w:pPr>
        <w:rPr>
          <w:lang w:eastAsia="zh-CN"/>
        </w:rPr>
      </w:pPr>
    </w:p>
    <w:p w14:paraId="3F6287E1" w14:textId="77777777" w:rsidR="00DC7196" w:rsidRPr="001C0CC4" w:rsidRDefault="00DC7196" w:rsidP="00DC7196">
      <w:pPr>
        <w:sectPr w:rsidR="00DC7196" w:rsidRPr="001C0CC4" w:rsidSect="00D66CF7">
          <w:headerReference w:type="even" r:id="rId33"/>
          <w:footnotePr>
            <w:numRestart w:val="eachSect"/>
          </w:footnotePr>
          <w:pgSz w:w="16840" w:h="11907" w:orient="landscape" w:code="9"/>
          <w:pgMar w:top="1133" w:right="1416" w:bottom="1133" w:left="1133" w:header="850" w:footer="340" w:gutter="0"/>
          <w:cols w:space="720"/>
          <w:formProt w:val="0"/>
          <w:docGrid w:linePitch="272"/>
        </w:sectPr>
      </w:pPr>
    </w:p>
    <w:p w14:paraId="4203A831" w14:textId="77777777" w:rsidR="00DC7196" w:rsidRPr="001C0CC4" w:rsidRDefault="00DC7196" w:rsidP="00DC7196">
      <w:pPr>
        <w:pStyle w:val="Heading1"/>
      </w:pPr>
      <w:bookmarkStart w:id="649" w:name="_Toc21344551"/>
      <w:bookmarkStart w:id="650" w:name="_Toc29802039"/>
      <w:bookmarkStart w:id="651" w:name="_Toc29802463"/>
      <w:bookmarkStart w:id="652" w:name="_Toc29803088"/>
      <w:bookmarkStart w:id="653" w:name="_Toc36107830"/>
      <w:bookmarkStart w:id="654" w:name="_Toc37251604"/>
      <w:bookmarkStart w:id="655" w:name="_Toc45888543"/>
      <w:bookmarkStart w:id="656" w:name="_Toc45889142"/>
      <w:bookmarkStart w:id="657" w:name="_Toc59650515"/>
      <w:bookmarkStart w:id="658" w:name="_Toc61357787"/>
      <w:bookmarkStart w:id="659" w:name="_Toc61359561"/>
      <w:bookmarkStart w:id="660" w:name="_Toc67916501"/>
      <w:bookmarkStart w:id="661" w:name="_Toc75534047"/>
      <w:bookmarkStart w:id="662" w:name="_Toc75819933"/>
      <w:bookmarkStart w:id="663" w:name="_Toc76508777"/>
      <w:bookmarkStart w:id="664" w:name="_Toc76717727"/>
      <w:bookmarkStart w:id="665" w:name="_Toc83294368"/>
      <w:bookmarkStart w:id="666" w:name="_Toc84335407"/>
      <w:r w:rsidRPr="001C0CC4">
        <w:t>A.4</w:t>
      </w:r>
      <w:r w:rsidRPr="001C0CC4">
        <w:tab/>
        <w:t>CSI reference measurement channels</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14:paraId="21583765" w14:textId="77777777" w:rsidR="00DC7196" w:rsidRPr="001C0CC4" w:rsidRDefault="00DC7196" w:rsidP="00DC7196"/>
    <w:p w14:paraId="5051DE21" w14:textId="77777777" w:rsidR="00DC7196" w:rsidRPr="001C0CC4" w:rsidRDefault="00DC7196" w:rsidP="00DC7196">
      <w:pPr>
        <w:pStyle w:val="Heading1"/>
        <w:rPr>
          <w:lang w:val="it-IT"/>
        </w:rPr>
      </w:pPr>
      <w:bookmarkStart w:id="667" w:name="_Toc21344552"/>
      <w:bookmarkStart w:id="668" w:name="_Toc29802040"/>
      <w:bookmarkStart w:id="669" w:name="_Toc29802464"/>
      <w:bookmarkStart w:id="670" w:name="_Toc29803089"/>
      <w:bookmarkStart w:id="671" w:name="_Toc36107831"/>
      <w:bookmarkStart w:id="672" w:name="_Toc37251605"/>
      <w:bookmarkStart w:id="673" w:name="_Toc45888544"/>
      <w:bookmarkStart w:id="674" w:name="_Toc45889143"/>
      <w:bookmarkStart w:id="675" w:name="_Toc59650516"/>
      <w:bookmarkStart w:id="676" w:name="_Toc61357788"/>
      <w:bookmarkStart w:id="677" w:name="_Toc61359562"/>
      <w:bookmarkStart w:id="678" w:name="_Toc67916502"/>
      <w:bookmarkStart w:id="679" w:name="_Toc75534048"/>
      <w:bookmarkStart w:id="680" w:name="_Toc75819934"/>
      <w:bookmarkStart w:id="681" w:name="_Toc76508778"/>
      <w:bookmarkStart w:id="682" w:name="_Toc76717728"/>
      <w:bookmarkStart w:id="683" w:name="_Toc83294369"/>
      <w:bookmarkStart w:id="684" w:name="_Toc84335408"/>
      <w:r w:rsidRPr="001C0CC4">
        <w:rPr>
          <w:lang w:val="it-IT"/>
        </w:rPr>
        <w:t>A.5</w:t>
      </w:r>
      <w:r w:rsidRPr="001C0CC4">
        <w:rPr>
          <w:lang w:val="it-IT"/>
        </w:rPr>
        <w:tab/>
        <w:t>OFDMA Channel Noise Generator (OCNG)</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6FC379EB" w14:textId="77777777" w:rsidR="00DC7196" w:rsidRPr="001C0CC4" w:rsidRDefault="00DC7196" w:rsidP="00DC7196">
      <w:pPr>
        <w:pStyle w:val="Heading2"/>
      </w:pPr>
      <w:bookmarkStart w:id="685" w:name="_Toc21344553"/>
      <w:bookmarkStart w:id="686" w:name="_Toc29802041"/>
      <w:bookmarkStart w:id="687" w:name="_Toc29802465"/>
      <w:bookmarkStart w:id="688" w:name="_Toc29803090"/>
      <w:bookmarkStart w:id="689" w:name="_Toc36107832"/>
      <w:bookmarkStart w:id="690" w:name="_Toc37251606"/>
      <w:bookmarkStart w:id="691" w:name="_Toc45888545"/>
      <w:bookmarkStart w:id="692" w:name="_Toc45889144"/>
      <w:bookmarkStart w:id="693" w:name="_Toc59650517"/>
      <w:bookmarkStart w:id="694" w:name="_Toc61357789"/>
      <w:bookmarkStart w:id="695" w:name="_Toc61359563"/>
      <w:bookmarkStart w:id="696" w:name="_Toc67916503"/>
      <w:bookmarkStart w:id="697" w:name="_Toc75534049"/>
      <w:bookmarkStart w:id="698" w:name="_Toc75819935"/>
      <w:bookmarkStart w:id="699" w:name="_Toc76508779"/>
      <w:bookmarkStart w:id="700" w:name="_Toc76717729"/>
      <w:bookmarkStart w:id="701" w:name="_Toc83294370"/>
      <w:bookmarkStart w:id="702" w:name="_Toc84335409"/>
      <w:r w:rsidRPr="001C0CC4">
        <w:t>A.5.1</w:t>
      </w:r>
      <w:r w:rsidRPr="001C0CC4">
        <w:tab/>
        <w:t>OCNG Patterns for FDD</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392915B9" w14:textId="77777777" w:rsidR="00DC7196" w:rsidRPr="001C0CC4" w:rsidRDefault="00DC7196" w:rsidP="00DC7196">
      <w:pPr>
        <w:pStyle w:val="Heading3"/>
        <w:rPr>
          <w:snapToGrid w:val="0"/>
        </w:rPr>
      </w:pPr>
      <w:bookmarkStart w:id="703" w:name="_Toc21344554"/>
      <w:bookmarkStart w:id="704" w:name="_Toc29802042"/>
      <w:bookmarkStart w:id="705" w:name="_Toc29802466"/>
      <w:bookmarkStart w:id="706" w:name="_Toc29803091"/>
      <w:bookmarkStart w:id="707" w:name="_Toc36107833"/>
      <w:bookmarkStart w:id="708" w:name="_Toc37251607"/>
      <w:bookmarkStart w:id="709" w:name="_Toc45888546"/>
      <w:bookmarkStart w:id="710" w:name="_Toc45889145"/>
      <w:bookmarkStart w:id="711" w:name="_Toc59650518"/>
      <w:bookmarkStart w:id="712" w:name="_Toc61357790"/>
      <w:bookmarkStart w:id="713" w:name="_Toc61359564"/>
      <w:bookmarkStart w:id="714" w:name="_Toc67916504"/>
      <w:bookmarkStart w:id="715" w:name="_Toc75534050"/>
      <w:bookmarkStart w:id="716" w:name="_Toc75819936"/>
      <w:bookmarkStart w:id="717" w:name="_Toc76508780"/>
      <w:bookmarkStart w:id="718" w:name="_Toc76717730"/>
      <w:bookmarkStart w:id="719" w:name="_Toc83294371"/>
      <w:bookmarkStart w:id="720" w:name="_Toc84335410"/>
      <w:r w:rsidRPr="001C0CC4">
        <w:rPr>
          <w:snapToGrid w:val="0"/>
        </w:rPr>
        <w:t>A.5.1.1</w:t>
      </w:r>
      <w:r w:rsidRPr="001C0CC4">
        <w:rPr>
          <w:snapToGrid w:val="0"/>
        </w:rPr>
        <w:tab/>
        <w:t>OCNG FDD pattern 1: Generic OCNG FDD Pattern for all unused REs</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78331CAA" w14:textId="77777777" w:rsidR="00DC7196" w:rsidRPr="001C0CC4" w:rsidRDefault="00DC7196" w:rsidP="00DC7196">
      <w:pPr>
        <w:pStyle w:val="TH"/>
      </w:pPr>
      <w:r w:rsidRPr="001C0CC4">
        <w:t>Table A.5.1.1-1: OP.1 FDD: Generic OCNG FDD Pattern for all unused 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2"/>
        <w:gridCol w:w="2694"/>
        <w:gridCol w:w="3306"/>
      </w:tblGrid>
      <w:tr w:rsidR="00DC7196" w:rsidRPr="001C0CC4" w14:paraId="751B09B5" w14:textId="77777777" w:rsidTr="00DC7196">
        <w:trPr>
          <w:jc w:val="center"/>
        </w:trPr>
        <w:tc>
          <w:tcPr>
            <w:tcW w:w="3392" w:type="dxa"/>
            <w:tcBorders>
              <w:tl2br w:val="single" w:sz="4" w:space="0" w:color="auto"/>
            </w:tcBorders>
            <w:tcMar>
              <w:top w:w="0" w:type="dxa"/>
              <w:left w:w="108" w:type="dxa"/>
              <w:bottom w:w="0" w:type="dxa"/>
              <w:right w:w="108" w:type="dxa"/>
            </w:tcMar>
            <w:hideMark/>
          </w:tcPr>
          <w:p w14:paraId="5BDFAA61" w14:textId="77777777" w:rsidR="00DC7196" w:rsidRPr="001C0CC4" w:rsidRDefault="00DC7196" w:rsidP="00DC7196">
            <w:pPr>
              <w:pStyle w:val="TAH"/>
              <w:rPr>
                <w:lang w:val="en-US"/>
              </w:rPr>
            </w:pPr>
            <w:r w:rsidRPr="001C0CC4">
              <w:rPr>
                <w:lang w:val="en-US"/>
              </w:rPr>
              <w:t xml:space="preserve">                          OCNG Appliance</w:t>
            </w:r>
          </w:p>
          <w:p w14:paraId="2E98388F" w14:textId="77777777" w:rsidR="00DC7196" w:rsidRPr="001C0CC4" w:rsidRDefault="00DC7196" w:rsidP="00DC7196">
            <w:pPr>
              <w:pStyle w:val="TAH"/>
              <w:jc w:val="left"/>
              <w:rPr>
                <w:bCs/>
                <w:lang w:val="en-US"/>
              </w:rPr>
            </w:pPr>
            <w:r w:rsidRPr="001C0CC4">
              <w:rPr>
                <w:lang w:val="en-US"/>
              </w:rPr>
              <w:t>OCNG Parameters</w:t>
            </w:r>
          </w:p>
        </w:tc>
        <w:tc>
          <w:tcPr>
            <w:tcW w:w="2694" w:type="dxa"/>
            <w:tcMar>
              <w:top w:w="0" w:type="dxa"/>
              <w:left w:w="108" w:type="dxa"/>
              <w:bottom w:w="0" w:type="dxa"/>
              <w:right w:w="108" w:type="dxa"/>
            </w:tcMar>
            <w:hideMark/>
          </w:tcPr>
          <w:p w14:paraId="20BEA051" w14:textId="77777777" w:rsidR="00DC7196" w:rsidRPr="001C0CC4" w:rsidRDefault="00DC7196" w:rsidP="00DC7196">
            <w:pPr>
              <w:pStyle w:val="TAH"/>
              <w:rPr>
                <w:lang w:val="en-US"/>
              </w:rPr>
            </w:pPr>
            <w:r w:rsidRPr="001C0CC4">
              <w:rPr>
                <w:lang w:val="en-US"/>
              </w:rPr>
              <w:t xml:space="preserve">Control Region </w:t>
            </w:r>
            <w:r w:rsidRPr="001C0CC4">
              <w:rPr>
                <w:lang w:val="en-US"/>
              </w:rPr>
              <w:br/>
              <w:t>(Core Set)</w:t>
            </w:r>
          </w:p>
        </w:tc>
        <w:tc>
          <w:tcPr>
            <w:tcW w:w="3306" w:type="dxa"/>
            <w:tcMar>
              <w:top w:w="0" w:type="dxa"/>
              <w:left w:w="108" w:type="dxa"/>
              <w:bottom w:w="0" w:type="dxa"/>
              <w:right w:w="108" w:type="dxa"/>
            </w:tcMar>
            <w:hideMark/>
          </w:tcPr>
          <w:p w14:paraId="4C18F926" w14:textId="77777777" w:rsidR="00DC7196" w:rsidRPr="001C0CC4" w:rsidRDefault="00DC7196" w:rsidP="00DC7196">
            <w:pPr>
              <w:pStyle w:val="TAH"/>
              <w:rPr>
                <w:lang w:val="en-US"/>
              </w:rPr>
            </w:pPr>
            <w:r w:rsidRPr="001C0CC4">
              <w:rPr>
                <w:lang w:val="en-US"/>
              </w:rPr>
              <w:t>Data Region</w:t>
            </w:r>
          </w:p>
        </w:tc>
      </w:tr>
      <w:tr w:rsidR="00DC7196" w:rsidRPr="001C0CC4" w14:paraId="080E6DF3" w14:textId="77777777" w:rsidTr="00DC7196">
        <w:trPr>
          <w:jc w:val="center"/>
        </w:trPr>
        <w:tc>
          <w:tcPr>
            <w:tcW w:w="3392" w:type="dxa"/>
            <w:tcMar>
              <w:top w:w="0" w:type="dxa"/>
              <w:left w:w="108" w:type="dxa"/>
              <w:bottom w:w="0" w:type="dxa"/>
              <w:right w:w="108" w:type="dxa"/>
            </w:tcMar>
          </w:tcPr>
          <w:p w14:paraId="29505BF7" w14:textId="77777777" w:rsidR="00DC7196" w:rsidRPr="001C0CC4" w:rsidRDefault="00DC7196" w:rsidP="00DC7196">
            <w:pPr>
              <w:spacing w:after="0"/>
              <w:ind w:left="425" w:hanging="425"/>
              <w:rPr>
                <w:rFonts w:ascii="Arial" w:hAnsi="Arial" w:cs="Arial"/>
              </w:rPr>
            </w:pPr>
            <w:r w:rsidRPr="001C0CC4">
              <w:rPr>
                <w:rFonts w:ascii="Arial" w:hAnsi="Arial" w:cs="Arial"/>
              </w:rPr>
              <w:t>Resources allocated</w:t>
            </w:r>
          </w:p>
        </w:tc>
        <w:tc>
          <w:tcPr>
            <w:tcW w:w="2694" w:type="dxa"/>
            <w:tcMar>
              <w:top w:w="0" w:type="dxa"/>
              <w:left w:w="108" w:type="dxa"/>
              <w:bottom w:w="0" w:type="dxa"/>
              <w:right w:w="108" w:type="dxa"/>
            </w:tcMar>
          </w:tcPr>
          <w:p w14:paraId="0AE4EC46" w14:textId="77777777" w:rsidR="00DC7196" w:rsidRPr="001C0CC4" w:rsidRDefault="00DC7196" w:rsidP="00DC7196">
            <w:pPr>
              <w:rPr>
                <w:rFonts w:ascii="Arial" w:hAnsi="Arial" w:cs="Arial"/>
              </w:rPr>
            </w:pPr>
            <w:r w:rsidRPr="001C0CC4">
              <w:rPr>
                <w:rFonts w:ascii="Arial" w:hAnsi="Arial" w:cs="Arial"/>
              </w:rPr>
              <w:t>All unused REs (Note 1)</w:t>
            </w:r>
          </w:p>
        </w:tc>
        <w:tc>
          <w:tcPr>
            <w:tcW w:w="3306" w:type="dxa"/>
            <w:tcMar>
              <w:top w:w="0" w:type="dxa"/>
              <w:left w:w="108" w:type="dxa"/>
              <w:bottom w:w="0" w:type="dxa"/>
              <w:right w:w="108" w:type="dxa"/>
            </w:tcMar>
          </w:tcPr>
          <w:p w14:paraId="0B48EF3B" w14:textId="77777777" w:rsidR="00DC7196" w:rsidRPr="001C0CC4" w:rsidRDefault="00DC7196" w:rsidP="00DC7196">
            <w:pPr>
              <w:rPr>
                <w:rFonts w:ascii="Arial" w:hAnsi="Arial" w:cs="Arial"/>
              </w:rPr>
            </w:pPr>
            <w:r w:rsidRPr="001C0CC4">
              <w:rPr>
                <w:rFonts w:ascii="Arial" w:hAnsi="Arial" w:cs="Arial"/>
              </w:rPr>
              <w:t>All unused REs (Note 2)</w:t>
            </w:r>
          </w:p>
        </w:tc>
      </w:tr>
      <w:tr w:rsidR="00DC7196" w:rsidRPr="001C0CC4" w14:paraId="0FEBC1E4" w14:textId="77777777" w:rsidTr="00DC7196">
        <w:trPr>
          <w:jc w:val="center"/>
        </w:trPr>
        <w:tc>
          <w:tcPr>
            <w:tcW w:w="3392" w:type="dxa"/>
            <w:tcMar>
              <w:top w:w="0" w:type="dxa"/>
              <w:left w:w="108" w:type="dxa"/>
              <w:bottom w:w="0" w:type="dxa"/>
              <w:right w:w="108" w:type="dxa"/>
            </w:tcMar>
            <w:hideMark/>
          </w:tcPr>
          <w:p w14:paraId="2C9CA9A4" w14:textId="77777777" w:rsidR="00DC7196" w:rsidRPr="001C0CC4" w:rsidRDefault="00DC7196" w:rsidP="00DC7196">
            <w:pPr>
              <w:pStyle w:val="TAC"/>
              <w:rPr>
                <w:lang w:val="en-US"/>
              </w:rPr>
            </w:pPr>
            <w:r w:rsidRPr="001C0CC4">
              <w:rPr>
                <w:lang w:val="en-US"/>
              </w:rPr>
              <w:t>Structure</w:t>
            </w:r>
          </w:p>
        </w:tc>
        <w:tc>
          <w:tcPr>
            <w:tcW w:w="2694" w:type="dxa"/>
            <w:tcMar>
              <w:top w:w="0" w:type="dxa"/>
              <w:left w:w="108" w:type="dxa"/>
              <w:bottom w:w="0" w:type="dxa"/>
              <w:right w:w="108" w:type="dxa"/>
            </w:tcMar>
            <w:hideMark/>
          </w:tcPr>
          <w:p w14:paraId="1124D26C" w14:textId="77777777" w:rsidR="00DC7196" w:rsidRPr="001C0CC4" w:rsidRDefault="00DC7196" w:rsidP="00DC7196">
            <w:pPr>
              <w:pStyle w:val="TAC"/>
            </w:pPr>
            <w:r w:rsidRPr="001C0CC4">
              <w:t>PDCCH</w:t>
            </w:r>
          </w:p>
        </w:tc>
        <w:tc>
          <w:tcPr>
            <w:tcW w:w="3306" w:type="dxa"/>
            <w:tcMar>
              <w:top w:w="0" w:type="dxa"/>
              <w:left w:w="108" w:type="dxa"/>
              <w:bottom w:w="0" w:type="dxa"/>
              <w:right w:w="108" w:type="dxa"/>
            </w:tcMar>
            <w:hideMark/>
          </w:tcPr>
          <w:p w14:paraId="4CA9248B" w14:textId="77777777" w:rsidR="00DC7196" w:rsidRPr="001C0CC4" w:rsidRDefault="00DC7196" w:rsidP="00DC7196">
            <w:pPr>
              <w:pStyle w:val="TAC"/>
            </w:pPr>
            <w:r w:rsidRPr="001C0CC4">
              <w:t>PDSCH</w:t>
            </w:r>
          </w:p>
        </w:tc>
      </w:tr>
      <w:tr w:rsidR="00DC7196" w:rsidRPr="001C0CC4" w14:paraId="58F984D8" w14:textId="77777777" w:rsidTr="00DC7196">
        <w:trPr>
          <w:jc w:val="center"/>
        </w:trPr>
        <w:tc>
          <w:tcPr>
            <w:tcW w:w="3392" w:type="dxa"/>
            <w:tcMar>
              <w:top w:w="0" w:type="dxa"/>
              <w:left w:w="108" w:type="dxa"/>
              <w:bottom w:w="0" w:type="dxa"/>
              <w:right w:w="108" w:type="dxa"/>
            </w:tcMar>
          </w:tcPr>
          <w:p w14:paraId="6279EFB0" w14:textId="77777777" w:rsidR="00DC7196" w:rsidRPr="001C0CC4" w:rsidRDefault="00DC7196" w:rsidP="00DC7196">
            <w:pPr>
              <w:pStyle w:val="TAC"/>
            </w:pPr>
            <w:r w:rsidRPr="001C0CC4">
              <w:t>Content</w:t>
            </w:r>
          </w:p>
        </w:tc>
        <w:tc>
          <w:tcPr>
            <w:tcW w:w="2694" w:type="dxa"/>
            <w:tcMar>
              <w:top w:w="0" w:type="dxa"/>
              <w:left w:w="108" w:type="dxa"/>
              <w:bottom w:w="0" w:type="dxa"/>
              <w:right w:w="108" w:type="dxa"/>
            </w:tcMar>
          </w:tcPr>
          <w:p w14:paraId="7AED250D" w14:textId="77777777" w:rsidR="00DC7196" w:rsidRPr="001C0CC4" w:rsidRDefault="00DC7196" w:rsidP="00DC7196">
            <w:pPr>
              <w:pStyle w:val="TAC"/>
            </w:pPr>
            <w:r w:rsidRPr="001C0CC4">
              <w:rPr>
                <w:lang w:val="en-US"/>
              </w:rPr>
              <w:t>Uncorrelated pseudo random QPSK modulated data</w:t>
            </w:r>
          </w:p>
        </w:tc>
        <w:tc>
          <w:tcPr>
            <w:tcW w:w="3306" w:type="dxa"/>
            <w:tcMar>
              <w:top w:w="0" w:type="dxa"/>
              <w:left w:w="108" w:type="dxa"/>
              <w:bottom w:w="0" w:type="dxa"/>
              <w:right w:w="108" w:type="dxa"/>
            </w:tcMar>
          </w:tcPr>
          <w:p w14:paraId="76B3560F" w14:textId="77777777" w:rsidR="00DC7196" w:rsidRPr="001C0CC4" w:rsidRDefault="00DC7196" w:rsidP="00DC7196">
            <w:pPr>
              <w:pStyle w:val="TAC"/>
            </w:pPr>
            <w:r w:rsidRPr="001C0CC4">
              <w:t xml:space="preserve">Uncorrelated pseudo random QPSK modulated data </w:t>
            </w:r>
          </w:p>
        </w:tc>
      </w:tr>
      <w:tr w:rsidR="00DC7196" w:rsidRPr="001C0CC4" w14:paraId="4CA4AEC7" w14:textId="77777777" w:rsidTr="00DC7196">
        <w:trPr>
          <w:jc w:val="center"/>
        </w:trPr>
        <w:tc>
          <w:tcPr>
            <w:tcW w:w="3392" w:type="dxa"/>
            <w:tcMar>
              <w:top w:w="0" w:type="dxa"/>
              <w:left w:w="108" w:type="dxa"/>
              <w:bottom w:w="0" w:type="dxa"/>
              <w:right w:w="108" w:type="dxa"/>
            </w:tcMar>
          </w:tcPr>
          <w:p w14:paraId="776A34FF" w14:textId="77777777" w:rsidR="00DC7196" w:rsidRPr="001C0CC4" w:rsidRDefault="00DC7196" w:rsidP="00DC7196">
            <w:pPr>
              <w:pStyle w:val="TAC"/>
            </w:pPr>
            <w:r w:rsidRPr="001C0CC4">
              <w:t>Transmission scheme for multiple</w:t>
            </w:r>
          </w:p>
          <w:p w14:paraId="4080155F" w14:textId="77777777" w:rsidR="00DC7196" w:rsidRPr="001C0CC4" w:rsidRDefault="00DC7196" w:rsidP="00DC7196">
            <w:pPr>
              <w:pStyle w:val="TAC"/>
            </w:pPr>
            <w:r w:rsidRPr="001C0CC4">
              <w:t xml:space="preserve">antennas ports transmission </w:t>
            </w:r>
          </w:p>
        </w:tc>
        <w:tc>
          <w:tcPr>
            <w:tcW w:w="2694" w:type="dxa"/>
            <w:tcMar>
              <w:top w:w="0" w:type="dxa"/>
              <w:left w:w="108" w:type="dxa"/>
              <w:bottom w:w="0" w:type="dxa"/>
              <w:right w:w="108" w:type="dxa"/>
            </w:tcMar>
          </w:tcPr>
          <w:p w14:paraId="0CC0A55F" w14:textId="77777777" w:rsidR="00DC7196" w:rsidRPr="001C0CC4" w:rsidRDefault="00DC7196" w:rsidP="00DC7196">
            <w:pPr>
              <w:pStyle w:val="TAC"/>
            </w:pPr>
            <w:r w:rsidRPr="001C0CC4">
              <w:t>Single Tx port transmission</w:t>
            </w:r>
          </w:p>
        </w:tc>
        <w:tc>
          <w:tcPr>
            <w:tcW w:w="3306" w:type="dxa"/>
            <w:tcMar>
              <w:top w:w="0" w:type="dxa"/>
              <w:left w:w="108" w:type="dxa"/>
              <w:bottom w:w="0" w:type="dxa"/>
              <w:right w:w="108" w:type="dxa"/>
            </w:tcMar>
          </w:tcPr>
          <w:p w14:paraId="5594E868" w14:textId="77777777" w:rsidR="00DC7196" w:rsidRPr="001C0CC4" w:rsidRDefault="00DC7196" w:rsidP="00DC7196">
            <w:pPr>
              <w:pStyle w:val="TAC"/>
            </w:pPr>
            <w:r w:rsidRPr="001C0CC4">
              <w:t>Spatial multiplexing using any precoding matrix with dimensions same as the precoding matrix for PDSCH</w:t>
            </w:r>
          </w:p>
        </w:tc>
      </w:tr>
      <w:tr w:rsidR="00DC7196" w:rsidRPr="001C0CC4" w14:paraId="15EBEAF8" w14:textId="77777777" w:rsidTr="00DC7196">
        <w:trPr>
          <w:jc w:val="center"/>
        </w:trPr>
        <w:tc>
          <w:tcPr>
            <w:tcW w:w="3392" w:type="dxa"/>
            <w:tcMar>
              <w:top w:w="0" w:type="dxa"/>
              <w:left w:w="108" w:type="dxa"/>
              <w:bottom w:w="0" w:type="dxa"/>
              <w:right w:w="108" w:type="dxa"/>
            </w:tcMar>
          </w:tcPr>
          <w:p w14:paraId="64D1EFB1" w14:textId="77777777" w:rsidR="00DC7196" w:rsidRPr="001C0CC4" w:rsidRDefault="00DC7196" w:rsidP="00DC7196">
            <w:pPr>
              <w:pStyle w:val="TAC"/>
            </w:pPr>
            <w:r w:rsidRPr="001C0CC4">
              <w:t>Subcarrier Spacing</w:t>
            </w:r>
          </w:p>
        </w:tc>
        <w:tc>
          <w:tcPr>
            <w:tcW w:w="2694" w:type="dxa"/>
            <w:tcMar>
              <w:top w:w="0" w:type="dxa"/>
              <w:left w:w="108" w:type="dxa"/>
              <w:bottom w:w="0" w:type="dxa"/>
              <w:right w:w="108" w:type="dxa"/>
            </w:tcMar>
          </w:tcPr>
          <w:p w14:paraId="64E54C9D" w14:textId="77777777" w:rsidR="00DC7196" w:rsidRPr="001C0CC4" w:rsidRDefault="00DC7196" w:rsidP="00DC7196">
            <w:pPr>
              <w:pStyle w:val="TAC"/>
            </w:pPr>
            <w:r w:rsidRPr="001C0CC4">
              <w:t>Same as for RMC PDCCH</w:t>
            </w:r>
            <w:r w:rsidRPr="001C0CC4">
              <w:rPr>
                <w:lang w:val="en-US"/>
              </w:rPr>
              <w:t xml:space="preserve"> in the active BWP</w:t>
            </w:r>
          </w:p>
        </w:tc>
        <w:tc>
          <w:tcPr>
            <w:tcW w:w="3306" w:type="dxa"/>
            <w:tcMar>
              <w:top w:w="0" w:type="dxa"/>
              <w:left w:w="108" w:type="dxa"/>
              <w:bottom w:w="0" w:type="dxa"/>
              <w:right w:w="108" w:type="dxa"/>
            </w:tcMar>
          </w:tcPr>
          <w:p w14:paraId="4BB911C7" w14:textId="77777777" w:rsidR="00DC7196" w:rsidRPr="001C0CC4" w:rsidRDefault="00DC7196" w:rsidP="00DC7196">
            <w:pPr>
              <w:pStyle w:val="TAC"/>
            </w:pPr>
            <w:r w:rsidRPr="001C0CC4">
              <w:t>Same as for RMC PDSCH</w:t>
            </w:r>
            <w:r w:rsidRPr="001C0CC4">
              <w:rPr>
                <w:lang w:val="en-US"/>
              </w:rPr>
              <w:t xml:space="preserve"> in the active BWP</w:t>
            </w:r>
          </w:p>
        </w:tc>
      </w:tr>
      <w:tr w:rsidR="00DC7196" w:rsidRPr="001C0CC4" w14:paraId="79057B46" w14:textId="77777777" w:rsidTr="00DC7196">
        <w:trPr>
          <w:jc w:val="center"/>
        </w:trPr>
        <w:tc>
          <w:tcPr>
            <w:tcW w:w="3392" w:type="dxa"/>
            <w:tcMar>
              <w:top w:w="0" w:type="dxa"/>
              <w:left w:w="108" w:type="dxa"/>
              <w:bottom w:w="0" w:type="dxa"/>
              <w:right w:w="108" w:type="dxa"/>
            </w:tcMar>
          </w:tcPr>
          <w:p w14:paraId="16A1E03F" w14:textId="77777777" w:rsidR="00DC7196" w:rsidRPr="001C0CC4" w:rsidRDefault="00DC7196" w:rsidP="00DC7196">
            <w:pPr>
              <w:pStyle w:val="TAC"/>
            </w:pPr>
            <w:r w:rsidRPr="001C0CC4">
              <w:t>Power Level</w:t>
            </w:r>
          </w:p>
        </w:tc>
        <w:tc>
          <w:tcPr>
            <w:tcW w:w="2694" w:type="dxa"/>
            <w:tcMar>
              <w:top w:w="0" w:type="dxa"/>
              <w:left w:w="108" w:type="dxa"/>
              <w:bottom w:w="0" w:type="dxa"/>
              <w:right w:w="108" w:type="dxa"/>
            </w:tcMar>
          </w:tcPr>
          <w:p w14:paraId="5B24948C" w14:textId="77777777" w:rsidR="00DC7196" w:rsidRPr="001C0CC4" w:rsidRDefault="00DC7196" w:rsidP="00DC7196">
            <w:pPr>
              <w:pStyle w:val="TAC"/>
            </w:pPr>
            <w:r w:rsidRPr="001C0CC4">
              <w:t>Same as for RMC PDCCH</w:t>
            </w:r>
          </w:p>
        </w:tc>
        <w:tc>
          <w:tcPr>
            <w:tcW w:w="3306" w:type="dxa"/>
            <w:tcMar>
              <w:top w:w="0" w:type="dxa"/>
              <w:left w:w="108" w:type="dxa"/>
              <w:bottom w:w="0" w:type="dxa"/>
              <w:right w:w="108" w:type="dxa"/>
            </w:tcMar>
          </w:tcPr>
          <w:p w14:paraId="25639986" w14:textId="77777777" w:rsidR="00DC7196" w:rsidRPr="001C0CC4" w:rsidRDefault="00DC7196" w:rsidP="00DC7196">
            <w:pPr>
              <w:pStyle w:val="TAC"/>
            </w:pPr>
            <w:r w:rsidRPr="001C0CC4">
              <w:t>Same as for RMC PDSCH</w:t>
            </w:r>
          </w:p>
        </w:tc>
      </w:tr>
      <w:tr w:rsidR="00DC7196" w:rsidRPr="001C0CC4" w14:paraId="39DD3EE5" w14:textId="77777777" w:rsidTr="00DC7196">
        <w:trPr>
          <w:jc w:val="center"/>
        </w:trPr>
        <w:tc>
          <w:tcPr>
            <w:tcW w:w="9392" w:type="dxa"/>
            <w:gridSpan w:val="3"/>
            <w:tcMar>
              <w:top w:w="0" w:type="dxa"/>
              <w:left w:w="108" w:type="dxa"/>
              <w:bottom w:w="0" w:type="dxa"/>
              <w:right w:w="108" w:type="dxa"/>
            </w:tcMar>
            <w:hideMark/>
          </w:tcPr>
          <w:p w14:paraId="62572536" w14:textId="77777777" w:rsidR="00DC7196" w:rsidRPr="001C0CC4" w:rsidRDefault="00DC7196" w:rsidP="00DC7196">
            <w:pPr>
              <w:pStyle w:val="TAN"/>
              <w:rPr>
                <w:lang w:val="en-US"/>
              </w:rPr>
            </w:pPr>
            <w:r w:rsidRPr="001C0CC4">
              <w:rPr>
                <w:lang w:val="en-US"/>
              </w:rPr>
              <w:t>NOTE 1:</w:t>
            </w:r>
            <w:r w:rsidRPr="001C0CC4">
              <w:tab/>
            </w:r>
            <w:r w:rsidRPr="001C0CC4">
              <w:rPr>
                <w:lang w:val="en-US"/>
              </w:rPr>
              <w:t>All unused REs in the active CORESETS appointed by the search spaces in use.</w:t>
            </w:r>
          </w:p>
          <w:p w14:paraId="443B8154" w14:textId="77777777" w:rsidR="00DC7196" w:rsidRPr="001C0CC4" w:rsidRDefault="00DC7196" w:rsidP="00DC7196">
            <w:pPr>
              <w:pStyle w:val="TAN"/>
              <w:rPr>
                <w:lang w:val="en-US"/>
              </w:rPr>
            </w:pPr>
            <w:r w:rsidRPr="001C0CC4">
              <w:rPr>
                <w:lang w:val="en-US"/>
              </w:rPr>
              <w:t>NOTE 2:</w:t>
            </w:r>
            <w:r w:rsidRPr="001C0CC4">
              <w:tab/>
            </w:r>
            <w:r w:rsidRPr="001C0CC4">
              <w:rPr>
                <w:lang w:val="en-US"/>
              </w:rPr>
              <w:t>Unused available REs refer to REs in PRBs not allocated for any physical channels, CORESETs, synchronization signals or reference signals in channel bandwidth.</w:t>
            </w:r>
          </w:p>
        </w:tc>
      </w:tr>
    </w:tbl>
    <w:p w14:paraId="77C2A6B0" w14:textId="77777777" w:rsidR="00DC7196" w:rsidRPr="001C0CC4" w:rsidRDefault="00DC7196" w:rsidP="00DC7196">
      <w:pPr>
        <w:rPr>
          <w:lang w:val="it-IT"/>
        </w:rPr>
      </w:pPr>
    </w:p>
    <w:p w14:paraId="0181A36E" w14:textId="77777777" w:rsidR="00DC7196" w:rsidRPr="001C0CC4" w:rsidRDefault="00DC7196" w:rsidP="00DC7196">
      <w:pPr>
        <w:pStyle w:val="Heading2"/>
      </w:pPr>
      <w:bookmarkStart w:id="721" w:name="_Toc21344555"/>
      <w:bookmarkStart w:id="722" w:name="_Toc29802043"/>
      <w:bookmarkStart w:id="723" w:name="_Toc29802467"/>
      <w:bookmarkStart w:id="724" w:name="_Toc29803092"/>
      <w:bookmarkStart w:id="725" w:name="_Toc36107834"/>
      <w:bookmarkStart w:id="726" w:name="_Toc37251608"/>
      <w:bookmarkStart w:id="727" w:name="_Toc45888547"/>
      <w:bookmarkStart w:id="728" w:name="_Toc45889146"/>
      <w:bookmarkStart w:id="729" w:name="_Toc59650519"/>
      <w:bookmarkStart w:id="730" w:name="_Toc61357791"/>
      <w:bookmarkStart w:id="731" w:name="_Toc61359565"/>
      <w:bookmarkStart w:id="732" w:name="_Toc67916505"/>
      <w:bookmarkStart w:id="733" w:name="_Toc75534051"/>
      <w:bookmarkStart w:id="734" w:name="_Toc75819937"/>
      <w:bookmarkStart w:id="735" w:name="_Toc76508781"/>
      <w:bookmarkStart w:id="736" w:name="_Toc76717731"/>
      <w:bookmarkStart w:id="737" w:name="_Toc83294372"/>
      <w:bookmarkStart w:id="738" w:name="_Toc84335411"/>
      <w:r w:rsidRPr="001C0CC4">
        <w:t>A.5.2</w:t>
      </w:r>
      <w:r w:rsidRPr="001C0CC4">
        <w:tab/>
        <w:t>OCNG Patterns for TDD</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65675F3E" w14:textId="77777777" w:rsidR="00DC7196" w:rsidRPr="001C0CC4" w:rsidRDefault="00DC7196" w:rsidP="00DC7196">
      <w:pPr>
        <w:pStyle w:val="Heading3"/>
        <w:rPr>
          <w:snapToGrid w:val="0"/>
        </w:rPr>
      </w:pPr>
      <w:bookmarkStart w:id="739" w:name="_Toc21344556"/>
      <w:bookmarkStart w:id="740" w:name="_Toc29802044"/>
      <w:bookmarkStart w:id="741" w:name="_Toc29802468"/>
      <w:bookmarkStart w:id="742" w:name="_Toc29803093"/>
      <w:bookmarkStart w:id="743" w:name="_Toc36107835"/>
      <w:bookmarkStart w:id="744" w:name="_Toc37251609"/>
      <w:bookmarkStart w:id="745" w:name="_Toc45888548"/>
      <w:bookmarkStart w:id="746" w:name="_Toc45889147"/>
      <w:bookmarkStart w:id="747" w:name="_Toc59650520"/>
      <w:bookmarkStart w:id="748" w:name="_Toc61357792"/>
      <w:bookmarkStart w:id="749" w:name="_Toc61359566"/>
      <w:bookmarkStart w:id="750" w:name="_Toc67916506"/>
      <w:bookmarkStart w:id="751" w:name="_Toc75534052"/>
      <w:bookmarkStart w:id="752" w:name="_Toc75819938"/>
      <w:bookmarkStart w:id="753" w:name="_Toc76508782"/>
      <w:bookmarkStart w:id="754" w:name="_Toc76717732"/>
      <w:bookmarkStart w:id="755" w:name="_Toc83294373"/>
      <w:bookmarkStart w:id="756" w:name="_Toc84335412"/>
      <w:r w:rsidRPr="001C0CC4">
        <w:rPr>
          <w:snapToGrid w:val="0"/>
        </w:rPr>
        <w:t>A.5.2.1</w:t>
      </w:r>
      <w:r w:rsidRPr="001C0CC4">
        <w:rPr>
          <w:snapToGrid w:val="0"/>
        </w:rPr>
        <w:tab/>
        <w:t>OCNG TDD pattern 1: Generic OCNG TDD Pattern for all unused REs</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49BDB4C7" w14:textId="77777777" w:rsidR="00DC7196" w:rsidRPr="001C0CC4" w:rsidRDefault="00DC7196" w:rsidP="00DC7196">
      <w:pPr>
        <w:pStyle w:val="TH"/>
      </w:pPr>
      <w:r w:rsidRPr="001C0CC4">
        <w:t>Table A.5.2.1-1: OP.1 TDD: Generic OCNG TDD Pattern for all unused REs</w:t>
      </w:r>
    </w:p>
    <w:tbl>
      <w:tblPr>
        <w:tblW w:w="0" w:type="auto"/>
        <w:jc w:val="center"/>
        <w:tblCellMar>
          <w:left w:w="0" w:type="dxa"/>
          <w:right w:w="0" w:type="dxa"/>
        </w:tblCellMar>
        <w:tblLook w:val="04A0" w:firstRow="1" w:lastRow="0" w:firstColumn="1" w:lastColumn="0" w:noHBand="0" w:noVBand="1"/>
      </w:tblPr>
      <w:tblGrid>
        <w:gridCol w:w="3392"/>
        <w:gridCol w:w="2694"/>
        <w:gridCol w:w="3306"/>
      </w:tblGrid>
      <w:tr w:rsidR="00DC7196" w:rsidRPr="001C0CC4" w14:paraId="5CAFB1E3" w14:textId="77777777" w:rsidTr="00DC7196">
        <w:trPr>
          <w:jc w:val="center"/>
        </w:trPr>
        <w:tc>
          <w:tcPr>
            <w:tcW w:w="3392" w:type="dxa"/>
            <w:tcBorders>
              <w:top w:val="single" w:sz="4" w:space="0" w:color="auto"/>
              <w:left w:val="single" w:sz="4" w:space="0" w:color="auto"/>
              <w:bottom w:val="single" w:sz="4" w:space="0" w:color="auto"/>
              <w:right w:val="single" w:sz="4" w:space="0" w:color="auto"/>
              <w:tl2br w:val="single" w:sz="4" w:space="0" w:color="auto"/>
            </w:tcBorders>
            <w:tcMar>
              <w:top w:w="0" w:type="dxa"/>
              <w:left w:w="108" w:type="dxa"/>
              <w:bottom w:w="0" w:type="dxa"/>
              <w:right w:w="108" w:type="dxa"/>
            </w:tcMar>
            <w:hideMark/>
          </w:tcPr>
          <w:p w14:paraId="0DCD00C6" w14:textId="77777777" w:rsidR="00DC7196" w:rsidRPr="001C0CC4" w:rsidRDefault="00DC7196" w:rsidP="00DC7196">
            <w:pPr>
              <w:pStyle w:val="TAH"/>
              <w:jc w:val="left"/>
              <w:rPr>
                <w:lang w:val="en-US"/>
              </w:rPr>
            </w:pPr>
            <w:r w:rsidRPr="001C0CC4">
              <w:rPr>
                <w:lang w:val="en-US"/>
              </w:rPr>
              <w:t xml:space="preserve">                          OCNG Appliance</w:t>
            </w:r>
          </w:p>
          <w:p w14:paraId="0CA3748A" w14:textId="77777777" w:rsidR="00DC7196" w:rsidRPr="001C0CC4" w:rsidRDefault="00DC7196" w:rsidP="00DC7196">
            <w:pPr>
              <w:pStyle w:val="TAH"/>
              <w:jc w:val="left"/>
              <w:rPr>
                <w:bCs/>
                <w:lang w:val="en-US"/>
              </w:rPr>
            </w:pPr>
            <w:r w:rsidRPr="001C0CC4">
              <w:rPr>
                <w:lang w:val="en-US"/>
              </w:rPr>
              <w:t>OCNG Parameters</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BA85FB" w14:textId="77777777" w:rsidR="00DC7196" w:rsidRPr="001C0CC4" w:rsidRDefault="00DC7196" w:rsidP="00DC7196">
            <w:pPr>
              <w:pStyle w:val="TAH"/>
              <w:rPr>
                <w:lang w:val="en-US"/>
              </w:rPr>
            </w:pPr>
            <w:r w:rsidRPr="001C0CC4">
              <w:rPr>
                <w:lang w:val="en-US"/>
              </w:rPr>
              <w:t xml:space="preserve">Control Region </w:t>
            </w:r>
            <w:r w:rsidRPr="001C0CC4">
              <w:rPr>
                <w:lang w:val="en-US"/>
              </w:rPr>
              <w:br/>
              <w:t>(Core Set)</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B2E2B3" w14:textId="77777777" w:rsidR="00DC7196" w:rsidRPr="001C0CC4" w:rsidRDefault="00DC7196" w:rsidP="00DC7196">
            <w:pPr>
              <w:pStyle w:val="TAH"/>
              <w:rPr>
                <w:lang w:val="en-US"/>
              </w:rPr>
            </w:pPr>
            <w:r w:rsidRPr="001C0CC4">
              <w:rPr>
                <w:lang w:val="en-US"/>
              </w:rPr>
              <w:t>Data Region</w:t>
            </w:r>
          </w:p>
        </w:tc>
      </w:tr>
      <w:tr w:rsidR="00DC7196" w:rsidRPr="001C0CC4" w14:paraId="5FAD6C9F"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82888" w14:textId="77777777" w:rsidR="00DC7196" w:rsidRPr="001C0CC4" w:rsidRDefault="00DC7196" w:rsidP="00DC7196">
            <w:pPr>
              <w:pStyle w:val="TAC"/>
            </w:pPr>
            <w:r w:rsidRPr="001C0CC4">
              <w:t>Resources allocated</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7C5CA" w14:textId="77777777" w:rsidR="00DC7196" w:rsidRPr="001C0CC4" w:rsidRDefault="00DC7196" w:rsidP="00DC7196">
            <w:pPr>
              <w:pStyle w:val="TAC"/>
            </w:pPr>
            <w:r w:rsidRPr="001C0CC4">
              <w:t>All unused REs (Note 1)</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7BD52A" w14:textId="77777777" w:rsidR="00DC7196" w:rsidRPr="001C0CC4" w:rsidRDefault="00DC7196" w:rsidP="00DC7196">
            <w:pPr>
              <w:pStyle w:val="TAC"/>
            </w:pPr>
            <w:r w:rsidRPr="001C0CC4">
              <w:t>All unused REs (Note 2)</w:t>
            </w:r>
          </w:p>
        </w:tc>
      </w:tr>
      <w:tr w:rsidR="00DC7196" w:rsidRPr="001C0CC4" w14:paraId="67F4CEA6"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2CEABA" w14:textId="77777777" w:rsidR="00DC7196" w:rsidRPr="001C0CC4" w:rsidRDefault="00DC7196" w:rsidP="00DC7196">
            <w:pPr>
              <w:pStyle w:val="TAC"/>
              <w:rPr>
                <w:lang w:val="en-US"/>
              </w:rPr>
            </w:pPr>
            <w:r w:rsidRPr="001C0CC4">
              <w:rPr>
                <w:lang w:val="en-US"/>
              </w:rPr>
              <w:t>Structure</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35A8AE" w14:textId="77777777" w:rsidR="00DC7196" w:rsidRPr="001C0CC4" w:rsidRDefault="00DC7196" w:rsidP="00DC7196">
            <w:pPr>
              <w:pStyle w:val="TAC"/>
            </w:pPr>
            <w:r w:rsidRPr="001C0CC4">
              <w:t>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94DD27" w14:textId="77777777" w:rsidR="00DC7196" w:rsidRPr="001C0CC4" w:rsidRDefault="00DC7196" w:rsidP="00DC7196">
            <w:pPr>
              <w:pStyle w:val="TAC"/>
            </w:pPr>
            <w:r w:rsidRPr="001C0CC4">
              <w:t>PDSCH</w:t>
            </w:r>
          </w:p>
        </w:tc>
      </w:tr>
      <w:tr w:rsidR="00DC7196" w:rsidRPr="001C0CC4" w14:paraId="4DA0FEE2"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899F6" w14:textId="77777777" w:rsidR="00DC7196" w:rsidRPr="001C0CC4" w:rsidRDefault="00DC7196" w:rsidP="00DC7196">
            <w:pPr>
              <w:pStyle w:val="TAC"/>
            </w:pPr>
            <w:r w:rsidRPr="001C0CC4">
              <w:t>Content</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273C2C" w14:textId="77777777" w:rsidR="00DC7196" w:rsidRPr="001C0CC4" w:rsidRDefault="00DC7196" w:rsidP="00DC7196">
            <w:pPr>
              <w:pStyle w:val="TAC"/>
            </w:pPr>
            <w:r w:rsidRPr="001C0CC4">
              <w:rPr>
                <w:lang w:val="en-US"/>
              </w:rPr>
              <w:t>Uncorrelated pseudo random QPSK modulated data</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C3A9B" w14:textId="77777777" w:rsidR="00DC7196" w:rsidRPr="001C0CC4" w:rsidRDefault="00DC7196" w:rsidP="00DC7196">
            <w:pPr>
              <w:pStyle w:val="TAC"/>
            </w:pPr>
            <w:r w:rsidRPr="001C0CC4">
              <w:t>Uncorrelated pseudo random QPSK modulated data</w:t>
            </w:r>
          </w:p>
        </w:tc>
      </w:tr>
      <w:tr w:rsidR="00DC7196" w:rsidRPr="001C0CC4" w14:paraId="76133B35"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5F153F" w14:textId="77777777" w:rsidR="00DC7196" w:rsidRPr="001C0CC4" w:rsidRDefault="00DC7196" w:rsidP="00DC7196">
            <w:pPr>
              <w:pStyle w:val="TAC"/>
            </w:pPr>
            <w:r w:rsidRPr="001C0CC4">
              <w:t>Transmission scheme for multiple</w:t>
            </w:r>
          </w:p>
          <w:p w14:paraId="3EBED001" w14:textId="77777777" w:rsidR="00DC7196" w:rsidRPr="001C0CC4" w:rsidRDefault="00DC7196" w:rsidP="00DC7196">
            <w:pPr>
              <w:pStyle w:val="TAC"/>
            </w:pPr>
            <w:r w:rsidRPr="001C0CC4">
              <w:t>antennas ports transmission</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3E8018" w14:textId="77777777" w:rsidR="00DC7196" w:rsidRPr="001C0CC4" w:rsidRDefault="00DC7196" w:rsidP="00DC7196">
            <w:pPr>
              <w:pStyle w:val="TAC"/>
            </w:pPr>
            <w:r w:rsidRPr="001C0CC4">
              <w:t>Single Tx port transmission</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C4E85E" w14:textId="77777777" w:rsidR="00DC7196" w:rsidRPr="001C0CC4" w:rsidRDefault="00DC7196" w:rsidP="00DC7196">
            <w:pPr>
              <w:pStyle w:val="TAC"/>
            </w:pPr>
            <w:r w:rsidRPr="001C0CC4">
              <w:t>Spatial multiplexing using any precoding matrix with dimensions same as the precoding matrix for PDSCH</w:t>
            </w:r>
          </w:p>
        </w:tc>
      </w:tr>
      <w:tr w:rsidR="00DC7196" w:rsidRPr="001C0CC4" w14:paraId="02F66603"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35105" w14:textId="77777777" w:rsidR="00DC7196" w:rsidRPr="001C0CC4" w:rsidRDefault="00DC7196" w:rsidP="00DC7196">
            <w:pPr>
              <w:pStyle w:val="TAC"/>
            </w:pPr>
            <w:r w:rsidRPr="001C0CC4">
              <w:t>Subcarrier Spacing</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814E4" w14:textId="77777777" w:rsidR="00DC7196" w:rsidRPr="001C0CC4" w:rsidRDefault="00DC7196" w:rsidP="00DC7196">
            <w:pPr>
              <w:pStyle w:val="TAC"/>
            </w:pPr>
            <w:r w:rsidRPr="001C0CC4">
              <w:t>Same as for RMC PDCCH</w:t>
            </w:r>
            <w:r w:rsidRPr="001C0CC4">
              <w:rPr>
                <w:lang w:val="en-US"/>
              </w:rPr>
              <w:t xml:space="preserve"> in the active BWP</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A65422" w14:textId="77777777" w:rsidR="00DC7196" w:rsidRPr="001C0CC4" w:rsidRDefault="00DC7196" w:rsidP="00DC7196">
            <w:pPr>
              <w:pStyle w:val="TAC"/>
            </w:pPr>
            <w:r w:rsidRPr="001C0CC4">
              <w:t>Same as for RMC PDSCH</w:t>
            </w:r>
            <w:r w:rsidRPr="001C0CC4">
              <w:rPr>
                <w:lang w:val="en-US"/>
              </w:rPr>
              <w:t xml:space="preserve"> in the active BWP</w:t>
            </w:r>
          </w:p>
        </w:tc>
      </w:tr>
      <w:tr w:rsidR="00DC7196" w:rsidRPr="001C0CC4" w14:paraId="1775444C" w14:textId="77777777" w:rsidTr="00DC7196">
        <w:trPr>
          <w:jc w:val="center"/>
        </w:trPr>
        <w:tc>
          <w:tcPr>
            <w:tcW w:w="33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42368" w14:textId="77777777" w:rsidR="00DC7196" w:rsidRPr="001C0CC4" w:rsidRDefault="00DC7196" w:rsidP="00DC7196">
            <w:pPr>
              <w:pStyle w:val="TAC"/>
            </w:pPr>
            <w:r w:rsidRPr="001C0CC4">
              <w:t>Power Level</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BF2DF7" w14:textId="77777777" w:rsidR="00DC7196" w:rsidRPr="001C0CC4" w:rsidRDefault="00DC7196" w:rsidP="00DC7196">
            <w:pPr>
              <w:pStyle w:val="TAC"/>
            </w:pPr>
            <w:r w:rsidRPr="001C0CC4">
              <w:t>Same as for RMC PDCCH</w:t>
            </w:r>
          </w:p>
        </w:tc>
        <w:tc>
          <w:tcPr>
            <w:tcW w:w="33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533DC3" w14:textId="77777777" w:rsidR="00DC7196" w:rsidRPr="001C0CC4" w:rsidRDefault="00DC7196" w:rsidP="00DC7196">
            <w:pPr>
              <w:pStyle w:val="TAC"/>
            </w:pPr>
            <w:r w:rsidRPr="001C0CC4">
              <w:t>Same as for RMC PDSCH</w:t>
            </w:r>
          </w:p>
        </w:tc>
      </w:tr>
      <w:tr w:rsidR="00DC7196" w:rsidRPr="001C0CC4" w14:paraId="35C95D51" w14:textId="77777777" w:rsidTr="00DC7196">
        <w:trPr>
          <w:jc w:val="center"/>
        </w:trPr>
        <w:tc>
          <w:tcPr>
            <w:tcW w:w="939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C9E504" w14:textId="77777777" w:rsidR="00DC7196" w:rsidRPr="001C0CC4" w:rsidRDefault="00DC7196" w:rsidP="00DC7196">
            <w:pPr>
              <w:pStyle w:val="TAN"/>
              <w:rPr>
                <w:lang w:val="en-US"/>
              </w:rPr>
            </w:pPr>
            <w:r w:rsidRPr="001C0CC4">
              <w:rPr>
                <w:lang w:val="en-US"/>
              </w:rPr>
              <w:t>NOTE 1:</w:t>
            </w:r>
            <w:r w:rsidRPr="001C0CC4">
              <w:tab/>
            </w:r>
            <w:r w:rsidRPr="001C0CC4">
              <w:rPr>
                <w:lang w:val="en-US"/>
              </w:rPr>
              <w:t>All unused REs in the active CORESETS appointed by the search spaces in use.</w:t>
            </w:r>
          </w:p>
          <w:p w14:paraId="44636FEB" w14:textId="77777777" w:rsidR="00DC7196" w:rsidRPr="001C0CC4" w:rsidRDefault="00DC7196" w:rsidP="00DC7196">
            <w:pPr>
              <w:pStyle w:val="TAN"/>
              <w:rPr>
                <w:lang w:val="en-US"/>
              </w:rPr>
            </w:pPr>
            <w:r w:rsidRPr="001C0CC4">
              <w:rPr>
                <w:lang w:val="en-US"/>
              </w:rPr>
              <w:t>NOTE 2:</w:t>
            </w:r>
            <w:r w:rsidRPr="001C0CC4">
              <w:tab/>
            </w:r>
            <w:r w:rsidRPr="001C0CC4">
              <w:rPr>
                <w:lang w:val="en-US"/>
              </w:rPr>
              <w:t>Unused available REs refer to REs in PRBs not allocated for any physical channels, CORESETs, synchronization signals or reference signals in channel bandwidth.</w:t>
            </w:r>
          </w:p>
        </w:tc>
      </w:tr>
    </w:tbl>
    <w:p w14:paraId="090DC931" w14:textId="77777777" w:rsidR="00DC7196" w:rsidRPr="001C0CC4" w:rsidRDefault="00DC7196" w:rsidP="00DC7196"/>
    <w:p w14:paraId="70EC0B54" w14:textId="77777777" w:rsidR="00DC7196" w:rsidRPr="001C0CC4" w:rsidRDefault="00DC7196" w:rsidP="00DC7196">
      <w:pPr>
        <w:pStyle w:val="Heading1"/>
        <w:rPr>
          <w:rFonts w:cs="v5.0.0"/>
        </w:rPr>
      </w:pPr>
      <w:bookmarkStart w:id="757" w:name="_Toc21344557"/>
      <w:bookmarkStart w:id="758" w:name="_Toc29802045"/>
      <w:bookmarkStart w:id="759" w:name="_Toc29802469"/>
      <w:bookmarkStart w:id="760" w:name="_Toc29803094"/>
      <w:bookmarkStart w:id="761" w:name="_Toc36107836"/>
      <w:bookmarkStart w:id="762" w:name="_Toc37251610"/>
      <w:bookmarkStart w:id="763" w:name="_Toc45888549"/>
      <w:bookmarkStart w:id="764" w:name="_Toc45889148"/>
      <w:bookmarkStart w:id="765" w:name="_Toc59650521"/>
      <w:bookmarkStart w:id="766" w:name="_Toc61357793"/>
      <w:bookmarkStart w:id="767" w:name="_Toc61359567"/>
      <w:bookmarkStart w:id="768" w:name="_Toc67916507"/>
      <w:bookmarkStart w:id="769" w:name="_Toc75534053"/>
      <w:bookmarkStart w:id="770" w:name="_Toc75819939"/>
      <w:bookmarkStart w:id="771" w:name="_Toc76508783"/>
      <w:bookmarkStart w:id="772" w:name="_Toc76717733"/>
      <w:bookmarkStart w:id="773" w:name="_Toc83294374"/>
      <w:bookmarkStart w:id="774" w:name="_Toc84335413"/>
      <w:r w:rsidRPr="001C0CC4">
        <w:t>A.6</w:t>
      </w:r>
      <w:r w:rsidRPr="001C0CC4">
        <w:tab/>
        <w:t>Void</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2A7B8E01" w14:textId="3DAF2352" w:rsidR="00DC7196" w:rsidRDefault="00DC7196" w:rsidP="00DC7196"/>
    <w:p w14:paraId="1153E820" w14:textId="6190A457" w:rsidR="00C7535D" w:rsidRDefault="00C7535D" w:rsidP="008C0EFD">
      <w:pPr>
        <w:pStyle w:val="Heading1"/>
      </w:pPr>
      <w:bookmarkStart w:id="775" w:name="_Toc59650522"/>
      <w:bookmarkStart w:id="776" w:name="_Toc61357794"/>
      <w:bookmarkStart w:id="777" w:name="_Toc61359568"/>
      <w:bookmarkStart w:id="778" w:name="_Toc67916508"/>
      <w:bookmarkStart w:id="779" w:name="_Toc75534054"/>
      <w:bookmarkStart w:id="780" w:name="_Toc75819940"/>
      <w:bookmarkStart w:id="781" w:name="_Toc76508784"/>
      <w:bookmarkStart w:id="782" w:name="_Toc76717734"/>
      <w:bookmarkStart w:id="783" w:name="_Toc83294375"/>
      <w:bookmarkStart w:id="784" w:name="_Toc84335414"/>
      <w:r>
        <w:t>A.7</w:t>
      </w:r>
      <w:r>
        <w:tab/>
        <w:t>V2X reference measurement channels</w:t>
      </w:r>
      <w:bookmarkEnd w:id="775"/>
      <w:bookmarkEnd w:id="776"/>
      <w:bookmarkEnd w:id="777"/>
      <w:bookmarkEnd w:id="778"/>
      <w:bookmarkEnd w:id="779"/>
      <w:bookmarkEnd w:id="780"/>
      <w:bookmarkEnd w:id="781"/>
      <w:bookmarkEnd w:id="782"/>
      <w:bookmarkEnd w:id="783"/>
      <w:bookmarkEnd w:id="784"/>
    </w:p>
    <w:p w14:paraId="5AFCD3C3" w14:textId="4AA8582D" w:rsidR="00C7535D" w:rsidRDefault="00C7535D" w:rsidP="008C0EFD">
      <w:pPr>
        <w:pStyle w:val="Heading2"/>
      </w:pPr>
      <w:bookmarkStart w:id="785" w:name="_Toc59650523"/>
      <w:bookmarkStart w:id="786" w:name="_Toc61357795"/>
      <w:bookmarkStart w:id="787" w:name="_Toc61359569"/>
      <w:bookmarkStart w:id="788" w:name="_Toc67916509"/>
      <w:bookmarkStart w:id="789" w:name="_Toc75534055"/>
      <w:bookmarkStart w:id="790" w:name="_Toc75819941"/>
      <w:bookmarkStart w:id="791" w:name="_Toc76508785"/>
      <w:bookmarkStart w:id="792" w:name="_Toc76717735"/>
      <w:bookmarkStart w:id="793" w:name="_Toc83294376"/>
      <w:bookmarkStart w:id="794" w:name="_Toc84335415"/>
      <w:r>
        <w:t>A.7.1</w:t>
      </w:r>
      <w:r>
        <w:tab/>
        <w:t>General</w:t>
      </w:r>
      <w:bookmarkEnd w:id="785"/>
      <w:bookmarkEnd w:id="786"/>
      <w:bookmarkEnd w:id="787"/>
      <w:bookmarkEnd w:id="788"/>
      <w:bookmarkEnd w:id="789"/>
      <w:bookmarkEnd w:id="790"/>
      <w:bookmarkEnd w:id="791"/>
      <w:bookmarkEnd w:id="792"/>
      <w:bookmarkEnd w:id="793"/>
      <w:bookmarkEnd w:id="794"/>
    </w:p>
    <w:p w14:paraId="3054CC43" w14:textId="77777777" w:rsidR="00C7535D" w:rsidRDefault="00C7535D" w:rsidP="00C7535D">
      <w:r>
        <w:t>The algorithm for determining the payload size A is as follows; given a desired coding rate R and radio block allocation NRB</w:t>
      </w:r>
    </w:p>
    <w:p w14:paraId="402CF9CF" w14:textId="463A4036" w:rsidR="00C7535D" w:rsidRDefault="00C7535D" w:rsidP="008C0EFD">
      <w:pPr>
        <w:pStyle w:val="B10"/>
      </w:pPr>
      <w:r>
        <w:t>1.</w:t>
      </w:r>
      <w:r>
        <w:tab/>
        <w:t>Calculate the RE number of 2nd stage SCI Q_SCI2^' that can be transmitted in a given sub-frame, where in order to make sure that the code-rate of 2-A is approximate to SCI 1-A, a beta offset is selected based on MCS, and vacant resource elements γ value is determined based on NRB and DMRS frequency density.</w:t>
      </w:r>
    </w:p>
    <w:p w14:paraId="18786161" w14:textId="08EDAA3E" w:rsidR="00C7535D" w:rsidRDefault="00C7535D" w:rsidP="008C0EFD">
      <w:pPr>
        <w:pStyle w:val="B10"/>
      </w:pPr>
      <w:r>
        <w:t>2.</w:t>
      </w:r>
      <w:r>
        <w:tab/>
        <w:t xml:space="preserve">Transport Block Size is determined according to </w:t>
      </w:r>
      <w:r w:rsidR="00E11162">
        <w:t>clause</w:t>
      </w:r>
      <w:r>
        <w:t xml:space="preserve"> 8.1.3.2 of TS 38.214 [13] based on Table A.7.1</w:t>
      </w:r>
      <w:r w:rsidR="00FE19A2">
        <w:t>-</w:t>
      </w:r>
      <w:r>
        <w:t>1.</w:t>
      </w:r>
    </w:p>
    <w:p w14:paraId="5D3C7E48" w14:textId="36D6AFF0" w:rsidR="00C7535D" w:rsidRDefault="00C7535D" w:rsidP="008C0EFD">
      <w:pPr>
        <w:pStyle w:val="B10"/>
      </w:pPr>
      <w:r>
        <w:t>3.</w:t>
      </w:r>
      <w:r>
        <w:tab/>
        <w:t>Calculate Binary Channel Bits per Slot for PSSCH as below</w:t>
      </w:r>
    </w:p>
    <w:p w14:paraId="74C58B43" w14:textId="77777777" w:rsidR="00C7535D" w:rsidRDefault="00C7535D" w:rsidP="00C7535D">
      <w:r>
        <w:t>Binary Channel Bits per Slot  = (NRB* Subcarriers per resource block*CP-OFDM symbols per slot – DMRS resource REs – PSCCH resource Res - Q_SCI2^') * Qm</w:t>
      </w:r>
    </w:p>
    <w:p w14:paraId="597C73E3" w14:textId="77777777" w:rsidR="00C7535D" w:rsidRDefault="00C7535D" w:rsidP="00C7535D">
      <w:r>
        <w:t xml:space="preserve"> Where Qm is the modulation order corresponding to MCS.</w:t>
      </w:r>
    </w:p>
    <w:p w14:paraId="1676B0B2" w14:textId="510978A5" w:rsidR="00C7535D" w:rsidRDefault="00C7535D" w:rsidP="00C7535D">
      <w:r>
        <w:t>In Table A.7.1</w:t>
      </w:r>
      <w:r w:rsidR="00FE19A2">
        <w:t>-</w:t>
      </w:r>
      <w:r>
        <w:t>1 Common reference channel parameters are listed the Sidelink reference measurement channels specified in annexes A.7.2 to A.7.6.</w:t>
      </w:r>
    </w:p>
    <w:p w14:paraId="1A218FF8" w14:textId="77777777" w:rsidR="009802BC" w:rsidRDefault="009802BC" w:rsidP="009802BC">
      <w:pPr>
        <w:pStyle w:val="TH"/>
      </w:pPr>
      <w:r>
        <w:t>Table A.7.1-1: Common reference channel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611"/>
        <w:gridCol w:w="4287"/>
      </w:tblGrid>
      <w:tr w:rsidR="009802BC" w:rsidRPr="00B5603F" w14:paraId="7328E4F9" w14:textId="77777777" w:rsidTr="00346C0B">
        <w:trPr>
          <w:jc w:val="center"/>
        </w:trPr>
        <w:tc>
          <w:tcPr>
            <w:tcW w:w="0" w:type="auto"/>
            <w:shd w:val="clear" w:color="auto" w:fill="auto"/>
          </w:tcPr>
          <w:p w14:paraId="149CDECF" w14:textId="77777777" w:rsidR="009802BC" w:rsidRPr="00B5603F" w:rsidRDefault="009802BC" w:rsidP="00346C0B">
            <w:pPr>
              <w:pStyle w:val="TAH"/>
              <w:rPr>
                <w:rFonts w:cs="Arial"/>
                <w:szCs w:val="18"/>
              </w:rPr>
            </w:pPr>
            <w:r w:rsidRPr="00B5603F">
              <w:rPr>
                <w:rFonts w:cs="Arial"/>
                <w:szCs w:val="18"/>
              </w:rPr>
              <w:t>Parameter</w:t>
            </w:r>
          </w:p>
        </w:tc>
        <w:tc>
          <w:tcPr>
            <w:tcW w:w="0" w:type="auto"/>
            <w:shd w:val="clear" w:color="auto" w:fill="auto"/>
          </w:tcPr>
          <w:p w14:paraId="611C6A23" w14:textId="77777777" w:rsidR="009802BC" w:rsidRPr="00B5603F" w:rsidRDefault="009802BC" w:rsidP="00346C0B">
            <w:pPr>
              <w:pStyle w:val="TAH"/>
              <w:rPr>
                <w:rFonts w:cs="Arial"/>
                <w:szCs w:val="18"/>
              </w:rPr>
            </w:pPr>
            <w:r w:rsidRPr="00B5603F">
              <w:rPr>
                <w:rFonts w:cs="Arial"/>
                <w:szCs w:val="18"/>
              </w:rPr>
              <w:t>Value</w:t>
            </w:r>
          </w:p>
        </w:tc>
        <w:tc>
          <w:tcPr>
            <w:tcW w:w="0" w:type="auto"/>
          </w:tcPr>
          <w:p w14:paraId="1A20B0BC" w14:textId="77777777" w:rsidR="009802BC" w:rsidRPr="00B5603F" w:rsidRDefault="009802BC" w:rsidP="00346C0B">
            <w:pPr>
              <w:pStyle w:val="TAH"/>
              <w:rPr>
                <w:rFonts w:cs="Arial"/>
                <w:szCs w:val="18"/>
                <w:lang w:eastAsia="zh-CN"/>
              </w:rPr>
            </w:pPr>
            <w:r w:rsidRPr="00B5603F">
              <w:rPr>
                <w:rFonts w:cs="Arial"/>
                <w:szCs w:val="18"/>
                <w:lang w:eastAsia="zh-CN"/>
              </w:rPr>
              <w:t>remark</w:t>
            </w:r>
          </w:p>
        </w:tc>
      </w:tr>
      <w:tr w:rsidR="009802BC" w:rsidRPr="00B5603F" w14:paraId="3E132FAB" w14:textId="77777777" w:rsidTr="00346C0B">
        <w:trPr>
          <w:jc w:val="center"/>
        </w:trPr>
        <w:tc>
          <w:tcPr>
            <w:tcW w:w="0" w:type="auto"/>
            <w:shd w:val="clear" w:color="auto" w:fill="auto"/>
          </w:tcPr>
          <w:p w14:paraId="02E52C02" w14:textId="77777777" w:rsidR="009802BC" w:rsidRPr="00B5603F" w:rsidRDefault="009802BC" w:rsidP="00346C0B">
            <w:pPr>
              <w:pStyle w:val="TAL"/>
              <w:rPr>
                <w:rFonts w:cs="Arial"/>
                <w:szCs w:val="18"/>
              </w:rPr>
            </w:pPr>
            <w:r w:rsidRPr="00B5603F">
              <w:rPr>
                <w:rFonts w:cs="Arial"/>
                <w:szCs w:val="18"/>
              </w:rPr>
              <w:t xml:space="preserve">Number of HARQ Processes </w:t>
            </w:r>
          </w:p>
        </w:tc>
        <w:tc>
          <w:tcPr>
            <w:tcW w:w="0" w:type="auto"/>
            <w:shd w:val="clear" w:color="auto" w:fill="auto"/>
            <w:vAlign w:val="center"/>
          </w:tcPr>
          <w:p w14:paraId="2CD5EC78" w14:textId="77777777" w:rsidR="009802BC" w:rsidRPr="00B5603F" w:rsidRDefault="009802BC" w:rsidP="00346C0B">
            <w:pPr>
              <w:pStyle w:val="TAL"/>
              <w:rPr>
                <w:rFonts w:cs="Arial"/>
                <w:szCs w:val="18"/>
              </w:rPr>
            </w:pPr>
            <w:r w:rsidRPr="00B5603F">
              <w:rPr>
                <w:rFonts w:cs="Arial"/>
                <w:szCs w:val="18"/>
              </w:rPr>
              <w:t>1</w:t>
            </w:r>
          </w:p>
        </w:tc>
        <w:tc>
          <w:tcPr>
            <w:tcW w:w="0" w:type="auto"/>
          </w:tcPr>
          <w:p w14:paraId="25DD83BA" w14:textId="77777777" w:rsidR="009802BC" w:rsidRPr="00B5603F" w:rsidRDefault="009802BC" w:rsidP="00346C0B">
            <w:pPr>
              <w:pStyle w:val="TAL"/>
              <w:rPr>
                <w:rFonts w:cs="Arial"/>
                <w:szCs w:val="18"/>
              </w:rPr>
            </w:pPr>
          </w:p>
        </w:tc>
      </w:tr>
      <w:tr w:rsidR="009802BC" w:rsidRPr="00B5603F" w14:paraId="5C839AAB" w14:textId="77777777" w:rsidTr="00346C0B">
        <w:trPr>
          <w:jc w:val="center"/>
        </w:trPr>
        <w:tc>
          <w:tcPr>
            <w:tcW w:w="0" w:type="auto"/>
            <w:shd w:val="clear" w:color="auto" w:fill="auto"/>
          </w:tcPr>
          <w:p w14:paraId="01187656" w14:textId="77777777" w:rsidR="009802BC" w:rsidRPr="00B5603F" w:rsidRDefault="009802BC" w:rsidP="00346C0B">
            <w:pPr>
              <w:pStyle w:val="TAL"/>
              <w:rPr>
                <w:rFonts w:cs="Arial"/>
                <w:szCs w:val="18"/>
                <w:lang w:eastAsia="zh-CN"/>
              </w:rPr>
            </w:pPr>
            <w:r w:rsidRPr="00B5603F">
              <w:rPr>
                <w:rFonts w:cs="Arial"/>
                <w:szCs w:val="18"/>
                <w:lang w:eastAsia="zh-CN"/>
              </w:rPr>
              <w:t>Channel state</w:t>
            </w:r>
          </w:p>
        </w:tc>
        <w:tc>
          <w:tcPr>
            <w:tcW w:w="0" w:type="auto"/>
            <w:shd w:val="clear" w:color="auto" w:fill="auto"/>
            <w:vAlign w:val="center"/>
          </w:tcPr>
          <w:p w14:paraId="22807219" w14:textId="77777777" w:rsidR="009802BC" w:rsidRPr="00B5603F" w:rsidRDefault="009802BC" w:rsidP="00346C0B">
            <w:pPr>
              <w:pStyle w:val="TAL"/>
              <w:rPr>
                <w:rFonts w:cs="Arial"/>
                <w:szCs w:val="18"/>
                <w:lang w:eastAsia="zh-CN"/>
              </w:rPr>
            </w:pPr>
            <w:r w:rsidRPr="00B5603F">
              <w:rPr>
                <w:rFonts w:cs="Arial"/>
                <w:szCs w:val="18"/>
                <w:lang w:eastAsia="zh-CN"/>
              </w:rPr>
              <w:t>AWGN</w:t>
            </w:r>
          </w:p>
        </w:tc>
        <w:tc>
          <w:tcPr>
            <w:tcW w:w="0" w:type="auto"/>
          </w:tcPr>
          <w:p w14:paraId="34A5ED0B" w14:textId="77777777" w:rsidR="009802BC" w:rsidRPr="00B5603F" w:rsidRDefault="009802BC" w:rsidP="00346C0B">
            <w:pPr>
              <w:pStyle w:val="TAL"/>
              <w:rPr>
                <w:rFonts w:cs="Arial"/>
                <w:szCs w:val="18"/>
                <w:lang w:eastAsia="zh-CN"/>
              </w:rPr>
            </w:pPr>
          </w:p>
        </w:tc>
      </w:tr>
      <w:tr w:rsidR="009802BC" w:rsidRPr="00B5603F" w14:paraId="098A00E6" w14:textId="77777777" w:rsidTr="00346C0B">
        <w:trPr>
          <w:jc w:val="center"/>
        </w:trPr>
        <w:tc>
          <w:tcPr>
            <w:tcW w:w="0" w:type="auto"/>
            <w:shd w:val="clear" w:color="auto" w:fill="auto"/>
          </w:tcPr>
          <w:p w14:paraId="3FD1883F" w14:textId="77777777" w:rsidR="009802BC" w:rsidRPr="00B5603F" w:rsidRDefault="009802BC" w:rsidP="00346C0B">
            <w:pPr>
              <w:pStyle w:val="TAL"/>
              <w:rPr>
                <w:rFonts w:cs="Arial"/>
                <w:szCs w:val="18"/>
                <w:lang w:eastAsia="zh-CN"/>
              </w:rPr>
            </w:pPr>
            <w:r w:rsidRPr="00B5603F">
              <w:rPr>
                <w:rFonts w:cs="Arial"/>
                <w:szCs w:val="18"/>
              </w:rPr>
              <w:t>Subcarriers per resource block</w:t>
            </w:r>
          </w:p>
        </w:tc>
        <w:tc>
          <w:tcPr>
            <w:tcW w:w="0" w:type="auto"/>
            <w:shd w:val="clear" w:color="auto" w:fill="auto"/>
            <w:vAlign w:val="center"/>
          </w:tcPr>
          <w:p w14:paraId="6464AD41" w14:textId="77777777" w:rsidR="009802BC" w:rsidRPr="00B5603F" w:rsidRDefault="009802BC" w:rsidP="00346C0B">
            <w:pPr>
              <w:pStyle w:val="TAL"/>
              <w:rPr>
                <w:rFonts w:cs="Arial"/>
                <w:szCs w:val="18"/>
                <w:lang w:eastAsia="zh-CN"/>
              </w:rPr>
            </w:pPr>
            <w:r w:rsidRPr="00B5603F">
              <w:rPr>
                <w:rFonts w:cs="Arial"/>
                <w:szCs w:val="18"/>
                <w:lang w:eastAsia="zh-CN"/>
              </w:rPr>
              <w:t>12</w:t>
            </w:r>
          </w:p>
        </w:tc>
        <w:tc>
          <w:tcPr>
            <w:tcW w:w="0" w:type="auto"/>
          </w:tcPr>
          <w:p w14:paraId="055784B0" w14:textId="77777777" w:rsidR="009802BC" w:rsidRPr="00B5603F" w:rsidRDefault="009802BC" w:rsidP="00346C0B">
            <w:pPr>
              <w:pStyle w:val="TAL"/>
              <w:rPr>
                <w:rFonts w:cs="Arial"/>
                <w:szCs w:val="18"/>
                <w:lang w:eastAsia="zh-CN"/>
              </w:rPr>
            </w:pPr>
          </w:p>
        </w:tc>
      </w:tr>
      <w:tr w:rsidR="009802BC" w:rsidRPr="00B5603F" w14:paraId="3E589429" w14:textId="77777777" w:rsidTr="00346C0B">
        <w:trPr>
          <w:jc w:val="center"/>
        </w:trPr>
        <w:tc>
          <w:tcPr>
            <w:tcW w:w="0" w:type="auto"/>
            <w:shd w:val="clear" w:color="auto" w:fill="auto"/>
          </w:tcPr>
          <w:p w14:paraId="0E512A6F" w14:textId="77777777" w:rsidR="009802BC" w:rsidRPr="00B5603F" w:rsidRDefault="009802BC" w:rsidP="00346C0B">
            <w:pPr>
              <w:pStyle w:val="TAL"/>
              <w:rPr>
                <w:rFonts w:cs="Arial"/>
                <w:szCs w:val="18"/>
              </w:rPr>
            </w:pPr>
            <w:r>
              <w:t xml:space="preserve"> </w:t>
            </w:r>
            <w:r w:rsidRPr="00757010">
              <w:rPr>
                <w:rFonts w:cs="Arial"/>
                <w:szCs w:val="18"/>
              </w:rPr>
              <w:t>sl-PSSCH-DMRS-TimePattern</w:t>
            </w:r>
            <w:r>
              <w:rPr>
                <w:rFonts w:cs="Arial"/>
                <w:szCs w:val="18"/>
              </w:rPr>
              <w:t>List</w:t>
            </w:r>
          </w:p>
        </w:tc>
        <w:tc>
          <w:tcPr>
            <w:tcW w:w="0" w:type="auto"/>
            <w:shd w:val="clear" w:color="auto" w:fill="auto"/>
          </w:tcPr>
          <w:p w14:paraId="5AD5A49D" w14:textId="77777777" w:rsidR="009802BC" w:rsidRPr="00B5603F" w:rsidRDefault="009802BC" w:rsidP="00346C0B">
            <w:pPr>
              <w:pStyle w:val="TAL"/>
              <w:rPr>
                <w:rFonts w:cs="Arial"/>
                <w:szCs w:val="18"/>
                <w:lang w:eastAsia="zh-CN"/>
              </w:rPr>
            </w:pPr>
            <w:r w:rsidRPr="00B5603F">
              <w:rPr>
                <w:rFonts w:cs="Arial"/>
                <w:szCs w:val="18"/>
                <w:lang w:eastAsia="ja-JP"/>
              </w:rPr>
              <w:t>2</w:t>
            </w:r>
          </w:p>
        </w:tc>
        <w:tc>
          <w:tcPr>
            <w:tcW w:w="0" w:type="auto"/>
          </w:tcPr>
          <w:p w14:paraId="5118EF07" w14:textId="77777777" w:rsidR="009802BC" w:rsidRPr="00B5603F" w:rsidRDefault="009802BC" w:rsidP="00346C0B">
            <w:pPr>
              <w:pStyle w:val="TAL"/>
              <w:rPr>
                <w:rFonts w:cs="Arial"/>
                <w:szCs w:val="18"/>
                <w:lang w:eastAsia="ja-JP"/>
              </w:rPr>
            </w:pPr>
            <w:r w:rsidRPr="00B5603F">
              <w:rPr>
                <w:rFonts w:cs="Arial"/>
                <w:szCs w:val="18"/>
                <w:lang w:eastAsia="ja-JP"/>
              </w:rPr>
              <w:t>symbol4 and symbol 10 in each slot</w:t>
            </w:r>
          </w:p>
          <w:p w14:paraId="4496D122" w14:textId="77777777" w:rsidR="009802BC" w:rsidRPr="00B5603F" w:rsidRDefault="009802BC" w:rsidP="00346C0B">
            <w:pPr>
              <w:pStyle w:val="TAL"/>
              <w:rPr>
                <w:rFonts w:cs="Arial"/>
                <w:szCs w:val="18"/>
                <w:lang w:eastAsia="ja-JP"/>
              </w:rPr>
            </w:pPr>
            <w:r w:rsidRPr="00B5603F">
              <w:rPr>
                <w:rFonts w:cs="Arial"/>
                <w:szCs w:val="18"/>
                <w:lang w:eastAsia="ja-JP"/>
              </w:rPr>
              <w:t>FDMed with PSSCH within DMRS symbol</w:t>
            </w:r>
          </w:p>
          <w:p w14:paraId="68E1ED46" w14:textId="77777777" w:rsidR="009802BC" w:rsidRPr="00B5603F" w:rsidRDefault="009802BC" w:rsidP="00346C0B">
            <w:pPr>
              <w:pStyle w:val="TAL"/>
              <w:rPr>
                <w:rFonts w:cs="Arial"/>
                <w:szCs w:val="18"/>
                <w:lang w:eastAsia="ja-JP"/>
              </w:rPr>
            </w:pPr>
            <w:r w:rsidRPr="00B5603F">
              <w:rPr>
                <w:rFonts w:cs="Arial"/>
                <w:szCs w:val="18"/>
                <w:lang w:eastAsia="ja-JP"/>
              </w:rPr>
              <w:t>Frequency density is ½</w:t>
            </w:r>
          </w:p>
        </w:tc>
      </w:tr>
      <w:tr w:rsidR="009802BC" w:rsidRPr="00B5603F" w14:paraId="25C6B3C8" w14:textId="77777777" w:rsidTr="00346C0B">
        <w:trPr>
          <w:trHeight w:val="53"/>
          <w:jc w:val="center"/>
        </w:trPr>
        <w:tc>
          <w:tcPr>
            <w:tcW w:w="0" w:type="auto"/>
            <w:shd w:val="clear" w:color="auto" w:fill="auto"/>
          </w:tcPr>
          <w:p w14:paraId="6738BACA" w14:textId="77777777" w:rsidR="009802BC" w:rsidRPr="00B5603F" w:rsidRDefault="009802BC" w:rsidP="00346C0B">
            <w:pPr>
              <w:pStyle w:val="TAL"/>
              <w:rPr>
                <w:rFonts w:cs="Arial"/>
                <w:szCs w:val="18"/>
              </w:rPr>
            </w:pPr>
            <w:r w:rsidRPr="00B5603F">
              <w:rPr>
                <w:rFonts w:cs="Arial"/>
                <w:szCs w:val="18"/>
              </w:rPr>
              <w:t>CP-OFDM symbols per slot (Note1)</w:t>
            </w:r>
          </w:p>
        </w:tc>
        <w:tc>
          <w:tcPr>
            <w:tcW w:w="0" w:type="auto"/>
            <w:shd w:val="clear" w:color="auto" w:fill="auto"/>
            <w:vAlign w:val="center"/>
          </w:tcPr>
          <w:p w14:paraId="0662C5AE" w14:textId="77777777" w:rsidR="009802BC" w:rsidRPr="00B5603F" w:rsidRDefault="009802BC" w:rsidP="00346C0B">
            <w:pPr>
              <w:pStyle w:val="TAL"/>
              <w:rPr>
                <w:rFonts w:cs="Arial"/>
                <w:szCs w:val="18"/>
              </w:rPr>
            </w:pPr>
            <w:r w:rsidRPr="00B5603F">
              <w:rPr>
                <w:rFonts w:cs="Arial"/>
                <w:szCs w:val="18"/>
              </w:rPr>
              <w:t>12 for all slots</w:t>
            </w:r>
          </w:p>
        </w:tc>
        <w:tc>
          <w:tcPr>
            <w:tcW w:w="0" w:type="auto"/>
          </w:tcPr>
          <w:p w14:paraId="16466613" w14:textId="77777777" w:rsidR="009802BC" w:rsidRPr="00B5603F" w:rsidRDefault="009802BC" w:rsidP="00346C0B">
            <w:pPr>
              <w:pStyle w:val="TAL"/>
              <w:rPr>
                <w:rFonts w:cs="Arial"/>
                <w:szCs w:val="18"/>
                <w:lang w:eastAsia="zh-CN"/>
              </w:rPr>
            </w:pPr>
            <w:r w:rsidRPr="00B5603F">
              <w:rPr>
                <w:rFonts w:cs="Arial"/>
                <w:szCs w:val="18"/>
                <w:lang w:eastAsia="zh-CN"/>
              </w:rPr>
              <w:t xml:space="preserve">Excluding the first OFDM symbol in one SL slot used for AGC </w:t>
            </w:r>
          </w:p>
        </w:tc>
      </w:tr>
      <w:tr w:rsidR="009802BC" w:rsidRPr="00B5603F" w14:paraId="3B3290FB" w14:textId="77777777" w:rsidTr="00346C0B">
        <w:trPr>
          <w:trHeight w:val="53"/>
          <w:jc w:val="center"/>
        </w:trPr>
        <w:tc>
          <w:tcPr>
            <w:tcW w:w="0" w:type="auto"/>
            <w:shd w:val="clear" w:color="auto" w:fill="auto"/>
          </w:tcPr>
          <w:p w14:paraId="52EBC111" w14:textId="77777777" w:rsidR="009802BC" w:rsidRPr="00B5603F" w:rsidRDefault="009802BC" w:rsidP="00346C0B">
            <w:pPr>
              <w:pStyle w:val="TAL"/>
              <w:rPr>
                <w:rFonts w:cs="Arial"/>
                <w:szCs w:val="18"/>
                <w:lang w:eastAsia="zh-CN"/>
              </w:rPr>
            </w:pPr>
            <w:r w:rsidRPr="00B5603F">
              <w:rPr>
                <w:rFonts w:cs="Arial"/>
                <w:szCs w:val="18"/>
                <w:lang w:eastAsia="zh-CN"/>
              </w:rPr>
              <w:t>PSCCH resource</w:t>
            </w:r>
          </w:p>
        </w:tc>
        <w:tc>
          <w:tcPr>
            <w:tcW w:w="0" w:type="auto"/>
            <w:shd w:val="clear" w:color="auto" w:fill="auto"/>
            <w:vAlign w:val="center"/>
          </w:tcPr>
          <w:p w14:paraId="395A98F8" w14:textId="77777777" w:rsidR="009802BC" w:rsidRPr="00B5603F" w:rsidRDefault="009802BC" w:rsidP="00346C0B">
            <w:pPr>
              <w:pStyle w:val="TAL"/>
              <w:rPr>
                <w:rFonts w:cs="Arial"/>
                <w:szCs w:val="18"/>
              </w:rPr>
            </w:pPr>
            <w:r w:rsidRPr="00B5603F">
              <w:rPr>
                <w:rFonts w:cs="Arial"/>
                <w:szCs w:val="18"/>
              </w:rPr>
              <w:t>10 PRBs, 3 symbols in time domain</w:t>
            </w:r>
          </w:p>
        </w:tc>
        <w:tc>
          <w:tcPr>
            <w:tcW w:w="0" w:type="auto"/>
          </w:tcPr>
          <w:p w14:paraId="63AB3C3B" w14:textId="77777777" w:rsidR="009802BC" w:rsidRPr="00B5603F" w:rsidRDefault="009802BC" w:rsidP="00346C0B">
            <w:pPr>
              <w:pStyle w:val="TAL"/>
              <w:rPr>
                <w:rFonts w:cs="Arial"/>
                <w:szCs w:val="18"/>
                <w:lang w:eastAsia="zh-CN"/>
              </w:rPr>
            </w:pPr>
          </w:p>
        </w:tc>
      </w:tr>
      <w:tr w:rsidR="009802BC" w:rsidRPr="00B5603F" w14:paraId="6FF100E4" w14:textId="77777777" w:rsidTr="00346C0B">
        <w:trPr>
          <w:trHeight w:val="53"/>
          <w:jc w:val="center"/>
        </w:trPr>
        <w:tc>
          <w:tcPr>
            <w:tcW w:w="0" w:type="auto"/>
            <w:shd w:val="clear" w:color="auto" w:fill="auto"/>
          </w:tcPr>
          <w:p w14:paraId="1DF0B617" w14:textId="77777777" w:rsidR="009802BC" w:rsidRPr="00B5603F" w:rsidRDefault="009802BC" w:rsidP="00346C0B">
            <w:pPr>
              <w:pStyle w:val="TAL"/>
              <w:rPr>
                <w:rFonts w:cs="Arial"/>
                <w:szCs w:val="18"/>
                <w:lang w:eastAsia="zh-CN"/>
              </w:rPr>
            </w:pPr>
            <w:r w:rsidRPr="00B5603F">
              <w:rPr>
                <w:rFonts w:cs="Arial"/>
                <w:szCs w:val="18"/>
                <w:lang w:eastAsia="zh-CN"/>
              </w:rPr>
              <w:t>Slot number in 10ms</w:t>
            </w:r>
          </w:p>
        </w:tc>
        <w:tc>
          <w:tcPr>
            <w:tcW w:w="0" w:type="auto"/>
            <w:shd w:val="clear" w:color="auto" w:fill="auto"/>
            <w:vAlign w:val="center"/>
          </w:tcPr>
          <w:p w14:paraId="36866014" w14:textId="77777777" w:rsidR="009802BC" w:rsidRPr="00B5603F" w:rsidRDefault="009802BC" w:rsidP="00346C0B">
            <w:pPr>
              <w:pStyle w:val="TAL"/>
              <w:rPr>
                <w:rFonts w:cs="Arial"/>
                <w:szCs w:val="18"/>
              </w:rPr>
            </w:pPr>
            <m:oMathPara>
              <m:oMath>
                <m:r>
                  <w:rPr>
                    <w:rFonts w:ascii="Cambria Math" w:hAnsi="Cambria Math" w:cs="Arial"/>
                    <w:szCs w:val="18"/>
                  </w:rPr>
                  <m:t>10*</m:t>
                </m:r>
                <m:sSup>
                  <m:sSupPr>
                    <m:ctrlPr>
                      <w:rPr>
                        <w:rFonts w:ascii="Cambria Math" w:hAnsi="Cambria Math" w:cs="Arial"/>
                        <w:i/>
                        <w:iCs/>
                        <w:szCs w:val="18"/>
                      </w:rPr>
                    </m:ctrlPr>
                  </m:sSupPr>
                  <m:e>
                    <m:r>
                      <w:rPr>
                        <w:rFonts w:ascii="Cambria Math" w:hAnsi="Cambria Math" w:cs="Arial"/>
                        <w:szCs w:val="18"/>
                      </w:rPr>
                      <m:t>2</m:t>
                    </m:r>
                  </m:e>
                  <m:sup>
                    <m:r>
                      <w:rPr>
                        <w:rFonts w:ascii="Cambria Math" w:hAnsi="Cambria Math" w:cs="Arial"/>
                        <w:szCs w:val="18"/>
                      </w:rPr>
                      <m:t>μ</m:t>
                    </m:r>
                  </m:sup>
                </m:sSup>
              </m:oMath>
            </m:oMathPara>
          </w:p>
        </w:tc>
        <w:tc>
          <w:tcPr>
            <w:tcW w:w="0" w:type="auto"/>
          </w:tcPr>
          <w:p w14:paraId="5C20C34B" w14:textId="77777777" w:rsidR="009802BC" w:rsidRPr="00B5603F" w:rsidRDefault="009802BC" w:rsidP="00346C0B">
            <w:pPr>
              <w:pStyle w:val="TAL"/>
              <w:rPr>
                <w:rFonts w:cs="Arial"/>
                <w:szCs w:val="18"/>
                <w:lang w:eastAsia="zh-CN"/>
              </w:rPr>
            </w:pPr>
            <m:oMath>
              <m:r>
                <w:rPr>
                  <w:rFonts w:ascii="Cambria Math" w:hAnsi="Cambria Math" w:cs="Arial"/>
                  <w:szCs w:val="18"/>
                  <w:lang w:eastAsia="zh-CN"/>
                </w:rPr>
                <m:t>μ</m:t>
              </m:r>
              <m:r>
                <m:rPr>
                  <m:sty m:val="p"/>
                </m:rPr>
                <w:rPr>
                  <w:rFonts w:ascii="Cambria Math" w:hAnsi="Cambria Math" w:cs="Arial"/>
                  <w:szCs w:val="18"/>
                  <w:lang w:eastAsia="zh-CN"/>
                </w:rPr>
                <m:t>=0,1,2</m:t>
              </m:r>
            </m:oMath>
            <w:r w:rsidRPr="00B5603F">
              <w:rPr>
                <w:rFonts w:cs="Arial"/>
                <w:szCs w:val="18"/>
                <w:lang w:eastAsia="zh-CN"/>
              </w:rPr>
              <w:t xml:space="preserve"> for 15kHz, 30kHz, 60kHz</w:t>
            </w:r>
          </w:p>
        </w:tc>
      </w:tr>
      <w:tr w:rsidR="009802BC" w:rsidRPr="00B5603F" w14:paraId="3F8B1C2B" w14:textId="77777777" w:rsidTr="00346C0B">
        <w:trPr>
          <w:trHeight w:val="53"/>
          <w:jc w:val="center"/>
        </w:trPr>
        <w:tc>
          <w:tcPr>
            <w:tcW w:w="0" w:type="auto"/>
            <w:shd w:val="clear" w:color="auto" w:fill="auto"/>
          </w:tcPr>
          <w:p w14:paraId="0BBC1335" w14:textId="77777777" w:rsidR="009802BC" w:rsidRPr="00B5603F" w:rsidRDefault="009802BC" w:rsidP="00346C0B">
            <w:pPr>
              <w:pStyle w:val="TAL"/>
              <w:rPr>
                <w:rFonts w:cs="Arial"/>
                <w:szCs w:val="18"/>
                <w:lang w:eastAsia="zh-CN"/>
              </w:rPr>
            </w:pPr>
            <w:r w:rsidRPr="00B5603F">
              <w:rPr>
                <w:rFonts w:cs="Arial"/>
                <w:szCs w:val="18"/>
                <w:lang w:eastAsia="zh-CN"/>
              </w:rPr>
              <w:t xml:space="preserve">PT-RS </w:t>
            </w:r>
          </w:p>
        </w:tc>
        <w:tc>
          <w:tcPr>
            <w:tcW w:w="0" w:type="auto"/>
            <w:shd w:val="clear" w:color="auto" w:fill="auto"/>
            <w:vAlign w:val="center"/>
          </w:tcPr>
          <w:p w14:paraId="49398CC7" w14:textId="77777777" w:rsidR="009802BC" w:rsidRPr="00B5603F" w:rsidRDefault="009802BC" w:rsidP="00346C0B">
            <w:pPr>
              <w:pStyle w:val="TAL"/>
              <w:rPr>
                <w:rFonts w:cs="Arial"/>
                <w:iCs/>
                <w:szCs w:val="18"/>
                <w:lang w:eastAsia="zh-CN"/>
              </w:rPr>
            </w:pPr>
            <w:r w:rsidRPr="00B5603F">
              <w:rPr>
                <w:rFonts w:cs="Arial"/>
                <w:iCs/>
                <w:szCs w:val="18"/>
                <w:lang w:eastAsia="zh-CN"/>
              </w:rPr>
              <w:t>disable</w:t>
            </w:r>
          </w:p>
        </w:tc>
        <w:tc>
          <w:tcPr>
            <w:tcW w:w="0" w:type="auto"/>
          </w:tcPr>
          <w:p w14:paraId="3FDA94CC" w14:textId="77777777" w:rsidR="009802BC" w:rsidRPr="00B5603F" w:rsidRDefault="009802BC" w:rsidP="00346C0B">
            <w:pPr>
              <w:pStyle w:val="TAL"/>
              <w:rPr>
                <w:rFonts w:cs="Arial"/>
                <w:szCs w:val="18"/>
                <w:lang w:eastAsia="zh-CN"/>
              </w:rPr>
            </w:pPr>
          </w:p>
        </w:tc>
      </w:tr>
      <w:tr w:rsidR="009802BC" w:rsidRPr="00B5603F" w14:paraId="6B431FAB" w14:textId="77777777" w:rsidTr="00346C0B">
        <w:trPr>
          <w:trHeight w:val="53"/>
          <w:jc w:val="center"/>
        </w:trPr>
        <w:tc>
          <w:tcPr>
            <w:tcW w:w="0" w:type="auto"/>
            <w:shd w:val="clear" w:color="auto" w:fill="auto"/>
          </w:tcPr>
          <w:p w14:paraId="56C47117" w14:textId="77777777" w:rsidR="009802BC" w:rsidRPr="00B5603F" w:rsidRDefault="009802BC" w:rsidP="00346C0B">
            <w:pPr>
              <w:pStyle w:val="TAL"/>
              <w:rPr>
                <w:rFonts w:cs="Arial"/>
                <w:szCs w:val="18"/>
                <w:lang w:eastAsia="zh-CN"/>
              </w:rPr>
            </w:pPr>
            <w:r w:rsidRPr="00B5603F">
              <w:rPr>
                <w:rFonts w:cs="Arial"/>
                <w:szCs w:val="18"/>
                <w:lang w:eastAsia="zh-CN"/>
              </w:rPr>
              <w:t>CSI-RS</w:t>
            </w:r>
          </w:p>
        </w:tc>
        <w:tc>
          <w:tcPr>
            <w:tcW w:w="0" w:type="auto"/>
            <w:shd w:val="clear" w:color="auto" w:fill="auto"/>
            <w:vAlign w:val="center"/>
          </w:tcPr>
          <w:p w14:paraId="49336688" w14:textId="77777777" w:rsidR="009802BC" w:rsidRPr="00B5603F" w:rsidRDefault="009802BC" w:rsidP="00346C0B">
            <w:pPr>
              <w:pStyle w:val="TAL"/>
              <w:rPr>
                <w:rFonts w:cs="Arial"/>
                <w:iCs/>
                <w:szCs w:val="18"/>
                <w:lang w:eastAsia="zh-CN"/>
              </w:rPr>
            </w:pPr>
            <w:r w:rsidRPr="00B5603F">
              <w:rPr>
                <w:rFonts w:cs="Arial"/>
                <w:iCs/>
                <w:szCs w:val="18"/>
                <w:lang w:eastAsia="zh-CN"/>
              </w:rPr>
              <w:t>disable</w:t>
            </w:r>
          </w:p>
        </w:tc>
        <w:tc>
          <w:tcPr>
            <w:tcW w:w="0" w:type="auto"/>
          </w:tcPr>
          <w:p w14:paraId="53F14DD1" w14:textId="77777777" w:rsidR="009802BC" w:rsidRPr="00B5603F" w:rsidRDefault="009802BC" w:rsidP="00346C0B">
            <w:pPr>
              <w:pStyle w:val="TAL"/>
              <w:rPr>
                <w:rFonts w:cs="Arial"/>
                <w:szCs w:val="18"/>
                <w:lang w:eastAsia="zh-CN"/>
              </w:rPr>
            </w:pPr>
          </w:p>
        </w:tc>
      </w:tr>
      <w:tr w:rsidR="009802BC" w:rsidRPr="00B5603F" w14:paraId="2A43CD68" w14:textId="77777777" w:rsidTr="00346C0B">
        <w:trPr>
          <w:trHeight w:val="53"/>
          <w:jc w:val="center"/>
        </w:trPr>
        <w:tc>
          <w:tcPr>
            <w:tcW w:w="0" w:type="auto"/>
            <w:shd w:val="clear" w:color="auto" w:fill="auto"/>
          </w:tcPr>
          <w:p w14:paraId="0922CDAC" w14:textId="77777777" w:rsidR="009802BC" w:rsidRPr="00B5603F" w:rsidRDefault="009802BC" w:rsidP="00346C0B">
            <w:pPr>
              <w:pStyle w:val="TAL"/>
              <w:rPr>
                <w:rFonts w:cs="Arial"/>
                <w:szCs w:val="18"/>
                <w:lang w:eastAsia="zh-CN"/>
              </w:rPr>
            </w:pPr>
            <w:r w:rsidRPr="00B5603F">
              <w:rPr>
                <w:rFonts w:cs="Arial"/>
                <w:szCs w:val="18"/>
                <w:lang w:eastAsia="zh-CN"/>
              </w:rPr>
              <w:t>x-overhead</w:t>
            </w:r>
          </w:p>
        </w:tc>
        <w:tc>
          <w:tcPr>
            <w:tcW w:w="0" w:type="auto"/>
            <w:shd w:val="clear" w:color="auto" w:fill="auto"/>
            <w:vAlign w:val="center"/>
          </w:tcPr>
          <w:p w14:paraId="1738FE5A" w14:textId="77777777" w:rsidR="009802BC" w:rsidRPr="00B5603F" w:rsidRDefault="009802BC" w:rsidP="00346C0B">
            <w:pPr>
              <w:pStyle w:val="TAL"/>
              <w:rPr>
                <w:rFonts w:cs="Arial"/>
                <w:iCs/>
                <w:szCs w:val="18"/>
                <w:lang w:eastAsia="zh-CN"/>
              </w:rPr>
            </w:pPr>
            <w:r w:rsidRPr="00B5603F">
              <w:rPr>
                <w:rFonts w:cs="Arial"/>
                <w:iCs/>
                <w:szCs w:val="18"/>
                <w:lang w:eastAsia="zh-CN"/>
              </w:rPr>
              <w:t>0</w:t>
            </w:r>
          </w:p>
        </w:tc>
        <w:tc>
          <w:tcPr>
            <w:tcW w:w="0" w:type="auto"/>
          </w:tcPr>
          <w:p w14:paraId="00828563" w14:textId="77777777" w:rsidR="009802BC" w:rsidRPr="00B5603F" w:rsidRDefault="009802BC" w:rsidP="00346C0B">
            <w:pPr>
              <w:pStyle w:val="TAL"/>
              <w:rPr>
                <w:rFonts w:cs="Arial"/>
                <w:szCs w:val="18"/>
                <w:lang w:eastAsia="zh-CN"/>
              </w:rPr>
            </w:pPr>
          </w:p>
        </w:tc>
      </w:tr>
      <w:tr w:rsidR="009802BC" w:rsidRPr="00B5603F" w14:paraId="2B2337ED" w14:textId="77777777" w:rsidTr="00346C0B">
        <w:trPr>
          <w:trHeight w:val="53"/>
          <w:jc w:val="center"/>
        </w:trPr>
        <w:tc>
          <w:tcPr>
            <w:tcW w:w="0" w:type="auto"/>
            <w:shd w:val="clear" w:color="auto" w:fill="auto"/>
          </w:tcPr>
          <w:p w14:paraId="062BC93B" w14:textId="77777777" w:rsidR="009802BC" w:rsidRPr="00B5603F" w:rsidRDefault="009802BC" w:rsidP="00346C0B">
            <w:pPr>
              <w:pStyle w:val="TAL"/>
              <w:rPr>
                <w:rFonts w:cs="Arial"/>
                <w:szCs w:val="18"/>
                <w:lang w:eastAsia="zh-CN"/>
              </w:rPr>
            </w:pPr>
            <w:r w:rsidRPr="00B5603F">
              <w:rPr>
                <w:rFonts w:cs="Arial"/>
                <w:szCs w:val="18"/>
                <w:lang w:eastAsia="zh-CN"/>
              </w:rPr>
              <w:t>PSFCH period</w:t>
            </w:r>
          </w:p>
        </w:tc>
        <w:tc>
          <w:tcPr>
            <w:tcW w:w="0" w:type="auto"/>
            <w:shd w:val="clear" w:color="auto" w:fill="auto"/>
            <w:vAlign w:val="center"/>
          </w:tcPr>
          <w:p w14:paraId="58D38F1F" w14:textId="77777777" w:rsidR="009802BC" w:rsidRPr="00B5603F" w:rsidRDefault="009802BC" w:rsidP="00346C0B">
            <w:pPr>
              <w:pStyle w:val="TAL"/>
              <w:rPr>
                <w:rFonts w:cs="Arial"/>
                <w:iCs/>
                <w:szCs w:val="18"/>
                <w:lang w:eastAsia="zh-CN"/>
              </w:rPr>
            </w:pPr>
            <w:r w:rsidRPr="00B5603F">
              <w:rPr>
                <w:rFonts w:cs="Arial"/>
                <w:iCs/>
                <w:szCs w:val="18"/>
                <w:lang w:eastAsia="zh-CN"/>
              </w:rPr>
              <w:t>0</w:t>
            </w:r>
          </w:p>
        </w:tc>
        <w:tc>
          <w:tcPr>
            <w:tcW w:w="0" w:type="auto"/>
          </w:tcPr>
          <w:p w14:paraId="472680AD" w14:textId="77777777" w:rsidR="009802BC" w:rsidRPr="00B5603F" w:rsidRDefault="009802BC" w:rsidP="00346C0B">
            <w:pPr>
              <w:pStyle w:val="TAL"/>
              <w:rPr>
                <w:rFonts w:cs="Arial"/>
                <w:szCs w:val="18"/>
                <w:lang w:eastAsia="zh-CN"/>
              </w:rPr>
            </w:pPr>
          </w:p>
        </w:tc>
      </w:tr>
      <w:tr w:rsidR="009802BC" w:rsidRPr="00B5603F" w14:paraId="1DCC2432" w14:textId="77777777" w:rsidTr="00346C0B">
        <w:trPr>
          <w:trHeight w:val="53"/>
          <w:jc w:val="center"/>
        </w:trPr>
        <w:tc>
          <w:tcPr>
            <w:tcW w:w="0" w:type="auto"/>
            <w:shd w:val="clear" w:color="auto" w:fill="auto"/>
          </w:tcPr>
          <w:p w14:paraId="01255917" w14:textId="77777777" w:rsidR="009802BC" w:rsidRPr="00B5603F" w:rsidRDefault="009802BC" w:rsidP="00346C0B">
            <w:pPr>
              <w:pStyle w:val="TAL"/>
              <w:rPr>
                <w:rFonts w:cs="Arial"/>
                <w:szCs w:val="18"/>
                <w:lang w:eastAsia="zh-CN"/>
              </w:rPr>
            </w:pPr>
            <w:r w:rsidRPr="00B5603F">
              <w:rPr>
                <w:rFonts w:cs="Arial"/>
                <w:szCs w:val="18"/>
                <w:lang w:eastAsia="zh-CN"/>
              </w:rPr>
              <w:t>2</w:t>
            </w:r>
            <w:r w:rsidRPr="00B5603F">
              <w:rPr>
                <w:rFonts w:cs="Arial"/>
                <w:szCs w:val="18"/>
                <w:vertAlign w:val="superscript"/>
                <w:lang w:eastAsia="zh-CN"/>
              </w:rPr>
              <w:t>nd</w:t>
            </w:r>
            <w:r w:rsidRPr="00B5603F">
              <w:rPr>
                <w:rFonts w:cs="Arial"/>
                <w:szCs w:val="18"/>
                <w:lang w:eastAsia="zh-CN"/>
              </w:rPr>
              <w:t xml:space="preserve"> stage SCI payload size</w:t>
            </w:r>
          </w:p>
        </w:tc>
        <w:tc>
          <w:tcPr>
            <w:tcW w:w="0" w:type="auto"/>
            <w:shd w:val="clear" w:color="auto" w:fill="auto"/>
            <w:vAlign w:val="center"/>
          </w:tcPr>
          <w:p w14:paraId="10D7809B" w14:textId="77777777" w:rsidR="009802BC" w:rsidRPr="00B5603F" w:rsidRDefault="009802BC" w:rsidP="00346C0B">
            <w:pPr>
              <w:pStyle w:val="TAL"/>
              <w:rPr>
                <w:rFonts w:cs="Arial"/>
                <w:iCs/>
                <w:szCs w:val="18"/>
                <w:lang w:eastAsia="zh-CN"/>
              </w:rPr>
            </w:pPr>
            <w:r w:rsidRPr="00B5603F">
              <w:rPr>
                <w:rFonts w:cs="Arial"/>
                <w:iCs/>
                <w:szCs w:val="18"/>
                <w:lang w:eastAsia="zh-CN"/>
              </w:rPr>
              <w:t>59</w:t>
            </w:r>
          </w:p>
        </w:tc>
        <w:tc>
          <w:tcPr>
            <w:tcW w:w="0" w:type="auto"/>
          </w:tcPr>
          <w:p w14:paraId="366D6518" w14:textId="77777777" w:rsidR="009802BC" w:rsidRPr="00B5603F" w:rsidRDefault="009802BC" w:rsidP="00346C0B">
            <w:pPr>
              <w:pStyle w:val="TAL"/>
              <w:rPr>
                <w:rFonts w:cs="Arial"/>
                <w:szCs w:val="18"/>
                <w:lang w:eastAsia="zh-CN"/>
              </w:rPr>
            </w:pPr>
            <w:r w:rsidRPr="00B5603F">
              <w:rPr>
                <w:rFonts w:cs="Arial"/>
                <w:iCs/>
                <w:szCs w:val="18"/>
                <w:lang w:eastAsia="zh-CN"/>
              </w:rPr>
              <w:t>35bits SCI-2A + 24bits CRC</w:t>
            </w:r>
          </w:p>
        </w:tc>
      </w:tr>
      <w:tr w:rsidR="009802BC" w:rsidRPr="00B5603F" w14:paraId="2E5CDE21" w14:textId="77777777" w:rsidTr="00346C0B">
        <w:trPr>
          <w:trHeight w:val="53"/>
          <w:jc w:val="center"/>
        </w:trPr>
        <w:tc>
          <w:tcPr>
            <w:tcW w:w="0" w:type="auto"/>
            <w:shd w:val="clear" w:color="auto" w:fill="auto"/>
          </w:tcPr>
          <w:p w14:paraId="3B95657C" w14:textId="77777777" w:rsidR="009802BC" w:rsidRPr="00B5603F" w:rsidRDefault="009802BC" w:rsidP="00346C0B">
            <w:pPr>
              <w:pStyle w:val="TAL"/>
              <w:rPr>
                <w:rFonts w:cs="Arial"/>
                <w:szCs w:val="18"/>
                <w:lang w:eastAsia="zh-CN"/>
              </w:rPr>
            </w:pPr>
            <w:r w:rsidRPr="00C90721">
              <w:t>Redundancy Version</w:t>
            </w:r>
          </w:p>
        </w:tc>
        <w:tc>
          <w:tcPr>
            <w:tcW w:w="0" w:type="auto"/>
            <w:shd w:val="clear" w:color="auto" w:fill="auto"/>
          </w:tcPr>
          <w:p w14:paraId="6D631F49" w14:textId="77777777" w:rsidR="009802BC" w:rsidRPr="00B5603F" w:rsidRDefault="009802BC" w:rsidP="00346C0B">
            <w:pPr>
              <w:pStyle w:val="TAL"/>
              <w:rPr>
                <w:rFonts w:cs="Arial"/>
                <w:iCs/>
                <w:szCs w:val="18"/>
                <w:lang w:eastAsia="zh-CN"/>
              </w:rPr>
            </w:pPr>
            <w:r w:rsidRPr="00C90721">
              <w:t>RV0</w:t>
            </w:r>
          </w:p>
        </w:tc>
        <w:tc>
          <w:tcPr>
            <w:tcW w:w="0" w:type="auto"/>
          </w:tcPr>
          <w:p w14:paraId="0EB41A2D" w14:textId="77777777" w:rsidR="009802BC" w:rsidRPr="00B5603F" w:rsidRDefault="009802BC" w:rsidP="00346C0B">
            <w:pPr>
              <w:pStyle w:val="TAL"/>
              <w:rPr>
                <w:rFonts w:cs="Arial"/>
                <w:iCs/>
                <w:szCs w:val="18"/>
                <w:lang w:eastAsia="zh-CN"/>
              </w:rPr>
            </w:pPr>
            <w:r w:rsidRPr="00C90721">
              <w:t>For channel coding</w:t>
            </w:r>
          </w:p>
        </w:tc>
      </w:tr>
      <w:tr w:rsidR="009802BC" w:rsidRPr="00B5603F" w14:paraId="0DF442EB" w14:textId="77777777" w:rsidTr="00346C0B">
        <w:trPr>
          <w:trHeight w:val="53"/>
          <w:jc w:val="center"/>
        </w:trPr>
        <w:tc>
          <w:tcPr>
            <w:tcW w:w="0" w:type="auto"/>
            <w:shd w:val="clear" w:color="auto" w:fill="auto"/>
          </w:tcPr>
          <w:p w14:paraId="3BC27127" w14:textId="77777777" w:rsidR="009802BC" w:rsidRPr="00B5603F" w:rsidRDefault="009802BC" w:rsidP="00346C0B">
            <w:pPr>
              <w:pStyle w:val="TAL"/>
              <w:rPr>
                <w:rFonts w:cs="Arial"/>
                <w:szCs w:val="18"/>
                <w:lang w:eastAsia="zh-CN"/>
              </w:rPr>
            </w:pPr>
            <w:r w:rsidRPr="00D4062D">
              <w:rPr>
                <w:rFonts w:eastAsia="Times New Roman"/>
              </w:rPr>
              <w:t>Alpha value for SCI-2</w:t>
            </w:r>
          </w:p>
        </w:tc>
        <w:tc>
          <w:tcPr>
            <w:tcW w:w="0" w:type="auto"/>
            <w:shd w:val="clear" w:color="auto" w:fill="auto"/>
            <w:vAlign w:val="center"/>
          </w:tcPr>
          <w:p w14:paraId="2D7BC4DA" w14:textId="77777777" w:rsidR="009802BC" w:rsidRPr="00B5603F" w:rsidRDefault="009802BC" w:rsidP="00346C0B">
            <w:pPr>
              <w:pStyle w:val="TAL"/>
              <w:rPr>
                <w:rFonts w:cs="Arial"/>
                <w:iCs/>
                <w:szCs w:val="18"/>
                <w:lang w:eastAsia="zh-CN"/>
              </w:rPr>
            </w:pPr>
            <w:r w:rsidRPr="00D4062D">
              <w:rPr>
                <w:rFonts w:eastAsia="PMingLiU" w:cs="Arial"/>
                <w:iCs/>
                <w:szCs w:val="18"/>
                <w:lang w:eastAsia="zh-CN"/>
              </w:rPr>
              <w:t>1</w:t>
            </w:r>
          </w:p>
        </w:tc>
        <w:tc>
          <w:tcPr>
            <w:tcW w:w="0" w:type="auto"/>
          </w:tcPr>
          <w:p w14:paraId="003BB751" w14:textId="77777777" w:rsidR="009802BC" w:rsidRPr="00B5603F" w:rsidRDefault="009802BC" w:rsidP="00346C0B">
            <w:pPr>
              <w:pStyle w:val="TAL"/>
              <w:rPr>
                <w:rFonts w:cs="Arial"/>
                <w:iCs/>
                <w:szCs w:val="18"/>
                <w:lang w:eastAsia="zh-CN"/>
              </w:rPr>
            </w:pPr>
          </w:p>
        </w:tc>
      </w:tr>
    </w:tbl>
    <w:p w14:paraId="50204606" w14:textId="752241BB" w:rsidR="00C7535D" w:rsidRDefault="00C7535D" w:rsidP="00C7535D"/>
    <w:p w14:paraId="6AE44C8E" w14:textId="5EBD273D" w:rsidR="00C7535D" w:rsidRDefault="00C7535D" w:rsidP="008C0EFD">
      <w:pPr>
        <w:pStyle w:val="Heading2"/>
      </w:pPr>
      <w:bookmarkStart w:id="795" w:name="_Toc59650524"/>
      <w:bookmarkStart w:id="796" w:name="_Toc61357796"/>
      <w:bookmarkStart w:id="797" w:name="_Toc61359570"/>
      <w:bookmarkStart w:id="798" w:name="_Toc67916510"/>
      <w:bookmarkStart w:id="799" w:name="_Toc75534056"/>
      <w:bookmarkStart w:id="800" w:name="_Toc75819942"/>
      <w:bookmarkStart w:id="801" w:name="_Toc76508786"/>
      <w:bookmarkStart w:id="802" w:name="_Toc76717736"/>
      <w:bookmarkStart w:id="803" w:name="_Toc83294377"/>
      <w:bookmarkStart w:id="804" w:name="_Toc84335416"/>
      <w:r>
        <w:t>A.7.2</w:t>
      </w:r>
      <w:r>
        <w:tab/>
      </w:r>
      <w:bookmarkEnd w:id="795"/>
      <w:bookmarkEnd w:id="796"/>
      <w:bookmarkEnd w:id="797"/>
      <w:bookmarkEnd w:id="798"/>
      <w:r w:rsidR="00BE4B60">
        <w:t xml:space="preserve">FRC for </w:t>
      </w:r>
      <w:r w:rsidR="00BE4B60" w:rsidRPr="00771F2A">
        <w:t>V2X receiver requirements</w:t>
      </w:r>
      <w:r w:rsidR="00BE4B60">
        <w:t xml:space="preserve"> for QPSK</w:t>
      </w:r>
      <w:bookmarkEnd w:id="799"/>
      <w:bookmarkEnd w:id="800"/>
      <w:bookmarkEnd w:id="801"/>
      <w:bookmarkEnd w:id="802"/>
      <w:bookmarkEnd w:id="803"/>
      <w:bookmarkEnd w:id="804"/>
    </w:p>
    <w:p w14:paraId="5359D39A" w14:textId="620149A7" w:rsidR="00C7535D" w:rsidRDefault="00C7535D" w:rsidP="00C7535D">
      <w:r>
        <w:t>For V2X transmission over PC5, Table A.7.2</w:t>
      </w:r>
      <w:r w:rsidR="00FE19A2">
        <w:t>-</w:t>
      </w:r>
      <w:r>
        <w:t>1, Table A.7.2</w:t>
      </w:r>
      <w:r w:rsidR="00FE19A2">
        <w:t>-</w:t>
      </w:r>
      <w:r>
        <w:t>2 and Table A.7.2</w:t>
      </w:r>
      <w:r w:rsidR="00FE19A2">
        <w:t>-</w:t>
      </w:r>
      <w:r>
        <w:t>3 are applicable for measurements on the Receiver Characteristics with the exception of Maximum input level.</w:t>
      </w:r>
    </w:p>
    <w:p w14:paraId="3E409580" w14:textId="5F1E54D1" w:rsidR="00C7535D" w:rsidRDefault="00C7535D" w:rsidP="008C0EFD">
      <w:pPr>
        <w:pStyle w:val="TH"/>
      </w:pPr>
      <w:r>
        <w:t>Table A.7.2</w:t>
      </w:r>
      <w:r w:rsidR="00FE19A2">
        <w:t>-</w:t>
      </w:r>
      <w:r>
        <w:t>1: Fixed reference channel for V2X receiver requirements (SCS 15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952"/>
        <w:gridCol w:w="1110"/>
        <w:gridCol w:w="1110"/>
        <w:gridCol w:w="1110"/>
        <w:gridCol w:w="1110"/>
      </w:tblGrid>
      <w:tr w:rsidR="00C7535D" w:rsidRPr="00B5603F" w14:paraId="4FA3E8B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B863B5" w14:textId="77777777" w:rsidR="00C7535D" w:rsidRPr="00B5603F" w:rsidRDefault="00C7535D"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35D5F2FE" w14:textId="77777777" w:rsidR="00C7535D" w:rsidRPr="00B5603F" w:rsidRDefault="00C7535D"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6BD7C4C0" w14:textId="77777777" w:rsidR="00C7535D" w:rsidRPr="00B5603F" w:rsidRDefault="00C7535D" w:rsidP="00B12215">
            <w:pPr>
              <w:pStyle w:val="TAH"/>
              <w:rPr>
                <w:rFonts w:cs="Arial"/>
                <w:kern w:val="2"/>
                <w:szCs w:val="18"/>
              </w:rPr>
            </w:pPr>
            <w:r w:rsidRPr="00B5603F">
              <w:rPr>
                <w:rFonts w:cs="Arial"/>
                <w:kern w:val="2"/>
                <w:szCs w:val="18"/>
              </w:rPr>
              <w:t>Value</w:t>
            </w:r>
          </w:p>
        </w:tc>
      </w:tr>
      <w:tr w:rsidR="00C7535D" w:rsidRPr="00B5603F" w14:paraId="7212320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E23B521" w14:textId="77777777" w:rsidR="00C7535D" w:rsidRPr="00B5603F" w:rsidRDefault="00C7535D"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1AE8AE79" w14:textId="77777777" w:rsidR="00C7535D" w:rsidRPr="00B5603F" w:rsidRDefault="00C7535D"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B7A189E" w14:textId="77777777" w:rsidR="00C7535D" w:rsidRPr="00B5603F" w:rsidRDefault="00C7535D"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460F5C3C" w14:textId="77777777" w:rsidR="00C7535D" w:rsidRPr="00B5603F" w:rsidRDefault="00C7535D"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65246EF" w14:textId="77777777" w:rsidR="00C7535D" w:rsidRPr="00B5603F" w:rsidRDefault="00C7535D"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2D781033" w14:textId="77777777" w:rsidR="00C7535D" w:rsidRPr="00B5603F" w:rsidRDefault="00C7535D" w:rsidP="00B12215">
            <w:pPr>
              <w:pStyle w:val="TAH"/>
              <w:rPr>
                <w:rFonts w:cs="Arial"/>
                <w:kern w:val="2"/>
                <w:szCs w:val="18"/>
              </w:rPr>
            </w:pPr>
            <w:r w:rsidRPr="00B5603F">
              <w:rPr>
                <w:rFonts w:cs="Arial"/>
                <w:kern w:val="2"/>
                <w:szCs w:val="18"/>
              </w:rPr>
              <w:t>40</w:t>
            </w:r>
          </w:p>
        </w:tc>
      </w:tr>
      <w:tr w:rsidR="00C7535D" w:rsidRPr="00B5603F" w14:paraId="31C0B21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F16AEB5" w14:textId="77777777" w:rsidR="00C7535D" w:rsidRPr="00B5603F" w:rsidRDefault="00C7535D"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64392002" w14:textId="77777777" w:rsidR="00C7535D" w:rsidRPr="00B5603F" w:rsidRDefault="00C7535D"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7E8DC6C9" w14:textId="77777777" w:rsidR="00C7535D" w:rsidRPr="00B5603F" w:rsidRDefault="00C7535D"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201019F6" w14:textId="77777777" w:rsidR="00C7535D" w:rsidRPr="00B5603F" w:rsidRDefault="00C7535D"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24C0BF78" w14:textId="77777777" w:rsidR="00C7535D" w:rsidRPr="00B5603F" w:rsidRDefault="00C7535D"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E34EA" w14:textId="77777777" w:rsidR="00C7535D" w:rsidRPr="00B5603F" w:rsidRDefault="00C7535D" w:rsidP="00B12215">
            <w:pPr>
              <w:pStyle w:val="TAC"/>
              <w:rPr>
                <w:rFonts w:cs="Arial"/>
                <w:kern w:val="2"/>
                <w:szCs w:val="18"/>
              </w:rPr>
            </w:pPr>
            <w:r w:rsidRPr="00B5603F">
              <w:rPr>
                <w:rFonts w:cs="Arial"/>
                <w:kern w:val="2"/>
                <w:szCs w:val="18"/>
              </w:rPr>
              <w:t>15</w:t>
            </w:r>
          </w:p>
        </w:tc>
      </w:tr>
      <w:tr w:rsidR="0036140A" w:rsidRPr="00B5603F" w14:paraId="5B60C215"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7A95081" w14:textId="23BCA52B"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75822C14"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DE2013D" w14:textId="17192024"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02565250" w14:textId="39F2BD6D" w:rsidR="0036140A" w:rsidRPr="00B5603F" w:rsidRDefault="0036140A" w:rsidP="0036140A">
            <w:pPr>
              <w:pStyle w:val="TAC"/>
              <w:rPr>
                <w:rFonts w:cs="Arial"/>
                <w:kern w:val="2"/>
                <w:szCs w:val="18"/>
              </w:rPr>
            </w:pPr>
            <w:r w:rsidRPr="00ED6B22">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44A06FAC" w14:textId="3059C8DA"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9E9048F" w14:textId="7F7B2D41" w:rsidR="0036140A" w:rsidRPr="00B5603F" w:rsidRDefault="0036140A" w:rsidP="0036140A">
            <w:pPr>
              <w:pStyle w:val="TAC"/>
              <w:rPr>
                <w:rFonts w:cs="Arial"/>
                <w:kern w:val="2"/>
                <w:szCs w:val="18"/>
              </w:rPr>
            </w:pPr>
            <w:r w:rsidRPr="00ED6B22">
              <w:rPr>
                <w:rFonts w:eastAsia="PMingLiU" w:cs="Arial"/>
                <w:kern w:val="2"/>
                <w:szCs w:val="18"/>
              </w:rPr>
              <w:t>12</w:t>
            </w:r>
          </w:p>
        </w:tc>
      </w:tr>
      <w:tr w:rsidR="00C7535D" w:rsidRPr="00B5603F" w14:paraId="0492C82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87C5E2A" w14:textId="77777777" w:rsidR="00C7535D" w:rsidRPr="00B5603F" w:rsidRDefault="00C7535D"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6635543C"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6ED7FFA" w14:textId="77777777" w:rsidR="00C7535D" w:rsidRPr="00B5603F" w:rsidRDefault="00C7535D" w:rsidP="00B12215">
            <w:pPr>
              <w:pStyle w:val="TAC"/>
              <w:rPr>
                <w:rFonts w:cs="Arial"/>
                <w:kern w:val="2"/>
                <w:szCs w:val="18"/>
              </w:rPr>
            </w:pPr>
            <w:r w:rsidRPr="00B5603F">
              <w:rPr>
                <w:rFonts w:cs="Arial"/>
                <w:kern w:val="2"/>
                <w:szCs w:val="18"/>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0536F2B" w14:textId="77777777" w:rsidR="00C7535D" w:rsidRPr="00B5603F" w:rsidRDefault="00C7535D" w:rsidP="00B12215">
            <w:pPr>
              <w:pStyle w:val="TAC"/>
              <w:rPr>
                <w:rFonts w:cs="Arial"/>
                <w:kern w:val="2"/>
                <w:szCs w:val="18"/>
              </w:rPr>
            </w:pPr>
            <w:r w:rsidRPr="00B5603F">
              <w:rPr>
                <w:rFonts w:cs="Arial"/>
                <w:kern w:val="2"/>
                <w:szCs w:val="18"/>
              </w:rPr>
              <w:t>105</w:t>
            </w:r>
          </w:p>
        </w:tc>
        <w:tc>
          <w:tcPr>
            <w:tcW w:w="0" w:type="auto"/>
            <w:tcBorders>
              <w:top w:val="single" w:sz="4" w:space="0" w:color="auto"/>
              <w:left w:val="single" w:sz="4" w:space="0" w:color="auto"/>
              <w:bottom w:val="single" w:sz="4" w:space="0" w:color="auto"/>
              <w:right w:val="single" w:sz="4" w:space="0" w:color="auto"/>
            </w:tcBorders>
            <w:vAlign w:val="center"/>
            <w:hideMark/>
          </w:tcPr>
          <w:p w14:paraId="1BDC73D4" w14:textId="77777777" w:rsidR="00C7535D" w:rsidRPr="00B5603F" w:rsidRDefault="00C7535D" w:rsidP="00B12215">
            <w:pPr>
              <w:pStyle w:val="TAC"/>
              <w:rPr>
                <w:rFonts w:cs="Arial"/>
                <w:kern w:val="2"/>
                <w:szCs w:val="18"/>
              </w:rPr>
            </w:pPr>
            <w:r w:rsidRPr="00B5603F">
              <w:rPr>
                <w:rFonts w:cs="Arial"/>
                <w:kern w:val="2"/>
                <w:szCs w:val="18"/>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73545020" w14:textId="77777777" w:rsidR="00C7535D" w:rsidRPr="00B5603F" w:rsidRDefault="00C7535D" w:rsidP="00B12215">
            <w:pPr>
              <w:pStyle w:val="TAC"/>
              <w:rPr>
                <w:rFonts w:cs="Arial"/>
                <w:kern w:val="2"/>
                <w:szCs w:val="18"/>
              </w:rPr>
            </w:pPr>
            <w:r w:rsidRPr="00B5603F">
              <w:rPr>
                <w:rFonts w:cs="Arial"/>
                <w:kern w:val="2"/>
                <w:szCs w:val="18"/>
              </w:rPr>
              <w:t>216</w:t>
            </w:r>
          </w:p>
        </w:tc>
      </w:tr>
      <w:tr w:rsidR="00C7535D" w:rsidRPr="00B5603F" w14:paraId="4CB7FB05"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1427B4" w14:textId="77777777" w:rsidR="00C7535D" w:rsidRPr="00B5603F" w:rsidRDefault="00C7535D"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3643E115"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51EC169" w14:textId="77777777" w:rsidR="00C7535D" w:rsidRPr="00B5603F" w:rsidRDefault="00C7535D"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7EED0BA" w14:textId="77777777" w:rsidR="00C7535D" w:rsidRPr="00B5603F" w:rsidRDefault="00C7535D"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4FCA6BE0" w14:textId="77777777" w:rsidR="00C7535D" w:rsidRPr="00B5603F" w:rsidRDefault="00C7535D"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3995754" w14:textId="77777777" w:rsidR="00C7535D" w:rsidRPr="00B5603F" w:rsidRDefault="00C7535D" w:rsidP="00B12215">
            <w:pPr>
              <w:pStyle w:val="TAC"/>
              <w:rPr>
                <w:rFonts w:cs="Arial"/>
                <w:kern w:val="2"/>
                <w:szCs w:val="18"/>
              </w:rPr>
            </w:pPr>
            <w:r w:rsidRPr="00B5603F">
              <w:rPr>
                <w:rFonts w:cs="Arial"/>
                <w:kern w:val="2"/>
                <w:szCs w:val="18"/>
              </w:rPr>
              <w:t>4</w:t>
            </w:r>
          </w:p>
        </w:tc>
      </w:tr>
      <w:tr w:rsidR="00C7535D" w:rsidRPr="00B5603F" w14:paraId="6FA9402C"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25CFEC" w14:textId="77777777" w:rsidR="00C7535D" w:rsidRPr="00B5603F" w:rsidRDefault="00C7535D"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4AA67A28" w14:textId="77777777" w:rsidR="00C7535D" w:rsidRPr="00B5603F" w:rsidRDefault="00C7535D" w:rsidP="00B12215">
            <w:pPr>
              <w:pStyle w:val="TAC"/>
              <w:rPr>
                <w:rFonts w:cs="Arial"/>
                <w:kern w:val="2"/>
                <w:szCs w:val="18"/>
              </w:rPr>
            </w:pPr>
            <w:r w:rsidRPr="00B5603F">
              <w:rPr>
                <w:rFonts w:cs="Arial"/>
                <w:kern w:val="2"/>
                <w:szCs w:val="18"/>
              </w:rPr>
              <w:t>64QAM</w:t>
            </w:r>
          </w:p>
        </w:tc>
      </w:tr>
      <w:tr w:rsidR="00C7535D" w:rsidRPr="00B5603F" w14:paraId="389BCBBB"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B0FCA8D" w14:textId="77777777" w:rsidR="00C7535D" w:rsidRPr="00B5603F" w:rsidRDefault="00C7535D"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37DA52B9"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DA45255" w14:textId="77777777" w:rsidR="00C7535D" w:rsidRPr="00B5603F" w:rsidRDefault="00C7535D"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33F75987" w14:textId="77777777" w:rsidR="00C7535D" w:rsidRPr="00B5603F" w:rsidRDefault="00C7535D"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333250EF" w14:textId="77777777" w:rsidR="00C7535D" w:rsidRPr="00B5603F" w:rsidRDefault="00C7535D"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79FD7" w14:textId="77777777" w:rsidR="00C7535D" w:rsidRPr="00B5603F" w:rsidRDefault="00C7535D" w:rsidP="00B12215">
            <w:pPr>
              <w:pStyle w:val="TAC"/>
              <w:rPr>
                <w:rFonts w:cs="Arial"/>
                <w:kern w:val="2"/>
                <w:szCs w:val="18"/>
              </w:rPr>
            </w:pPr>
            <w:r w:rsidRPr="00B5603F">
              <w:rPr>
                <w:rFonts w:cs="Arial"/>
                <w:kern w:val="2"/>
                <w:szCs w:val="18"/>
              </w:rPr>
              <w:t>QPSK</w:t>
            </w:r>
          </w:p>
        </w:tc>
      </w:tr>
      <w:tr w:rsidR="00C7535D" w:rsidRPr="00B5603F" w14:paraId="3179F7CF" w14:textId="77777777" w:rsidTr="00B12215">
        <w:trPr>
          <w:trHeight w:val="1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BE3897E" w14:textId="77777777" w:rsidR="00C7535D" w:rsidRPr="00B5603F" w:rsidRDefault="00C7535D"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731E8854"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560EB62"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3624</w:t>
            </w:r>
          </w:p>
        </w:tc>
        <w:tc>
          <w:tcPr>
            <w:tcW w:w="0" w:type="auto"/>
            <w:tcBorders>
              <w:top w:val="single" w:sz="4" w:space="0" w:color="auto"/>
              <w:left w:val="single" w:sz="4" w:space="0" w:color="auto"/>
              <w:bottom w:val="single" w:sz="4" w:space="0" w:color="auto"/>
              <w:right w:val="single" w:sz="4" w:space="0" w:color="auto"/>
            </w:tcBorders>
            <w:vAlign w:val="center"/>
          </w:tcPr>
          <w:p w14:paraId="22330BF5" w14:textId="77777777" w:rsidR="00C7535D" w:rsidRPr="00B5603F" w:rsidRDefault="00C7535D" w:rsidP="00B12215">
            <w:pPr>
              <w:pStyle w:val="TAC"/>
              <w:rPr>
                <w:rFonts w:cs="Arial"/>
                <w:kern w:val="2"/>
                <w:szCs w:val="18"/>
              </w:rPr>
            </w:pPr>
            <w:r w:rsidRPr="00B5603F">
              <w:rPr>
                <w:rFonts w:cs="Arial"/>
                <w:kern w:val="2"/>
                <w:szCs w:val="18"/>
                <w:lang w:eastAsia="zh-CN"/>
              </w:rPr>
              <w:t>7936</w:t>
            </w:r>
          </w:p>
        </w:tc>
        <w:tc>
          <w:tcPr>
            <w:tcW w:w="0" w:type="auto"/>
            <w:tcBorders>
              <w:top w:val="single" w:sz="4" w:space="0" w:color="auto"/>
              <w:left w:val="single" w:sz="4" w:space="0" w:color="auto"/>
              <w:bottom w:val="single" w:sz="4" w:space="0" w:color="auto"/>
              <w:right w:val="single" w:sz="4" w:space="0" w:color="auto"/>
            </w:tcBorders>
            <w:vAlign w:val="center"/>
          </w:tcPr>
          <w:p w14:paraId="1B5E8B80" w14:textId="77777777" w:rsidR="00C7535D" w:rsidRPr="00B5603F" w:rsidRDefault="00C7535D" w:rsidP="00B12215">
            <w:pPr>
              <w:pStyle w:val="TAC"/>
              <w:rPr>
                <w:rFonts w:cs="Arial"/>
                <w:kern w:val="2"/>
                <w:szCs w:val="18"/>
              </w:rPr>
            </w:pPr>
            <w:r w:rsidRPr="00B5603F">
              <w:rPr>
                <w:rFonts w:cs="Arial"/>
                <w:kern w:val="2"/>
                <w:szCs w:val="18"/>
              </w:rPr>
              <w:t>12296</w:t>
            </w:r>
          </w:p>
        </w:tc>
        <w:tc>
          <w:tcPr>
            <w:tcW w:w="0" w:type="auto"/>
            <w:tcBorders>
              <w:top w:val="single" w:sz="4" w:space="0" w:color="auto"/>
              <w:left w:val="single" w:sz="4" w:space="0" w:color="auto"/>
              <w:bottom w:val="single" w:sz="4" w:space="0" w:color="auto"/>
              <w:right w:val="single" w:sz="4" w:space="0" w:color="auto"/>
            </w:tcBorders>
            <w:vAlign w:val="center"/>
          </w:tcPr>
          <w:p w14:paraId="151A6AA5" w14:textId="77777777" w:rsidR="00C7535D" w:rsidRPr="00B5603F" w:rsidRDefault="00C7535D" w:rsidP="00B12215">
            <w:pPr>
              <w:pStyle w:val="TAC"/>
              <w:rPr>
                <w:rFonts w:cs="Arial"/>
                <w:kern w:val="2"/>
                <w:szCs w:val="18"/>
              </w:rPr>
            </w:pPr>
            <w:r w:rsidRPr="00B5603F">
              <w:rPr>
                <w:rFonts w:cs="Arial"/>
                <w:kern w:val="2"/>
                <w:szCs w:val="18"/>
              </w:rPr>
              <w:t>16896</w:t>
            </w:r>
          </w:p>
        </w:tc>
      </w:tr>
      <w:tr w:rsidR="00C7535D" w:rsidRPr="00B5603F" w14:paraId="392E7D9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F249F0F" w14:textId="77777777" w:rsidR="00C7535D" w:rsidRPr="00B5603F" w:rsidRDefault="00C7535D"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2AF6DAA4" w14:textId="77777777" w:rsidR="00C7535D" w:rsidRPr="00B5603F" w:rsidRDefault="00C7535D"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2E9766" w14:textId="77777777" w:rsidR="00C7535D" w:rsidRPr="00B5603F" w:rsidRDefault="00C7535D"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25730B62" w14:textId="77777777" w:rsidR="00C7535D" w:rsidRPr="00B5603F" w:rsidRDefault="00C7535D"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9887496" w14:textId="77777777" w:rsidR="00C7535D" w:rsidRPr="00B5603F" w:rsidRDefault="00C7535D"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2ED6AFF" w14:textId="77777777" w:rsidR="00C7535D" w:rsidRPr="00B5603F" w:rsidRDefault="00C7535D" w:rsidP="00B12215">
            <w:pPr>
              <w:pStyle w:val="TAC"/>
              <w:rPr>
                <w:rFonts w:cs="Arial"/>
                <w:kern w:val="2"/>
                <w:szCs w:val="18"/>
              </w:rPr>
            </w:pPr>
            <w:r w:rsidRPr="00B5603F">
              <w:rPr>
                <w:rFonts w:cs="Arial"/>
                <w:kern w:val="2"/>
                <w:szCs w:val="18"/>
              </w:rPr>
              <w:t>24</w:t>
            </w:r>
          </w:p>
        </w:tc>
      </w:tr>
      <w:tr w:rsidR="00C7535D" w:rsidRPr="00B5603F" w14:paraId="62E061D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942813" w14:textId="77777777" w:rsidR="00C7535D" w:rsidRPr="00B5603F" w:rsidRDefault="00C7535D"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19D2392C"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0E7FF6A" w14:textId="77777777" w:rsidR="00C7535D" w:rsidRPr="00B5603F" w:rsidRDefault="00C7535D"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F3E4259" w14:textId="77777777" w:rsidR="00C7535D" w:rsidRPr="00B5603F" w:rsidRDefault="00C7535D"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2843D0E" w14:textId="77777777" w:rsidR="00C7535D" w:rsidRPr="00B5603F" w:rsidRDefault="00C7535D"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6270B11" w14:textId="77777777" w:rsidR="00C7535D" w:rsidRPr="00B5603F" w:rsidRDefault="00C7535D" w:rsidP="00B12215">
            <w:pPr>
              <w:pStyle w:val="TAC"/>
              <w:rPr>
                <w:rFonts w:cs="Arial"/>
                <w:kern w:val="2"/>
                <w:szCs w:val="18"/>
              </w:rPr>
            </w:pPr>
            <w:r w:rsidRPr="00B5603F">
              <w:rPr>
                <w:rFonts w:cs="Arial"/>
                <w:kern w:val="2"/>
                <w:szCs w:val="18"/>
              </w:rPr>
              <w:t>1</w:t>
            </w:r>
          </w:p>
        </w:tc>
      </w:tr>
      <w:tr w:rsidR="00C7535D" w:rsidRPr="00B5603F" w14:paraId="7FD15E6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517618E" w14:textId="77777777" w:rsidR="00C7535D" w:rsidRPr="00B5603F" w:rsidRDefault="00C7535D"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7D06719A"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B412C29"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E480D9E"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D3F2F73"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7C0C52CC"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3</w:t>
            </w:r>
          </w:p>
        </w:tc>
      </w:tr>
      <w:tr w:rsidR="00C7535D" w:rsidRPr="00B5603F" w14:paraId="62CB5CF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E1FB731" w14:textId="77777777" w:rsidR="00C7535D" w:rsidRPr="00B5603F" w:rsidRDefault="00C7535D"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41C38C92"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5F4989B"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138F2470" w14:textId="77777777" w:rsidR="00C7535D" w:rsidRPr="00B5603F" w:rsidRDefault="00C7535D"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7575A404" w14:textId="77777777" w:rsidR="00C7535D" w:rsidRPr="00B5603F" w:rsidRDefault="00C7535D"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3D222AA9" w14:textId="77777777" w:rsidR="00C7535D" w:rsidRPr="00B5603F" w:rsidRDefault="00C7535D" w:rsidP="00B12215">
            <w:pPr>
              <w:pStyle w:val="TAC"/>
              <w:rPr>
                <w:rFonts w:cs="Arial"/>
                <w:kern w:val="2"/>
                <w:szCs w:val="18"/>
              </w:rPr>
            </w:pPr>
            <w:r w:rsidRPr="00B5603F">
              <w:rPr>
                <w:rFonts w:cs="Arial"/>
                <w:kern w:val="2"/>
                <w:szCs w:val="18"/>
                <w:lang w:eastAsia="zh-CN"/>
              </w:rPr>
              <w:t>2.25</w:t>
            </w:r>
          </w:p>
        </w:tc>
      </w:tr>
      <w:tr w:rsidR="00C7535D" w:rsidRPr="00B5603F" w14:paraId="6B08BFD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EB9C207" w14:textId="77777777" w:rsidR="00C7535D" w:rsidRPr="00B5603F" w:rsidRDefault="00C7535D"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275541AA"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CC4D64D"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65DFCA5"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EB23A62"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66767F91"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w:t>
            </w:r>
          </w:p>
        </w:tc>
      </w:tr>
      <w:tr w:rsidR="00C7535D" w:rsidRPr="00B5603F" w14:paraId="0C7B349C"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B42645" w14:textId="77777777" w:rsidR="00C7535D" w:rsidRPr="00B5603F" w:rsidRDefault="00C7535D"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1F2D0175" w14:textId="77777777" w:rsidR="00C7535D" w:rsidRPr="00B5603F" w:rsidRDefault="00C7535D"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C9D978F"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12036</w:t>
            </w:r>
          </w:p>
        </w:tc>
        <w:tc>
          <w:tcPr>
            <w:tcW w:w="0" w:type="auto"/>
            <w:tcBorders>
              <w:top w:val="single" w:sz="4" w:space="0" w:color="auto"/>
              <w:left w:val="single" w:sz="4" w:space="0" w:color="auto"/>
              <w:bottom w:val="single" w:sz="4" w:space="0" w:color="auto"/>
              <w:right w:val="single" w:sz="4" w:space="0" w:color="auto"/>
            </w:tcBorders>
            <w:vAlign w:val="center"/>
          </w:tcPr>
          <w:p w14:paraId="64CC0950" w14:textId="77777777" w:rsidR="00C7535D" w:rsidRPr="00B5603F" w:rsidRDefault="00C7535D" w:rsidP="00B12215">
            <w:pPr>
              <w:pStyle w:val="TAC"/>
              <w:rPr>
                <w:rFonts w:cs="Arial"/>
                <w:kern w:val="2"/>
                <w:szCs w:val="18"/>
              </w:rPr>
            </w:pPr>
            <w:r w:rsidRPr="00B5603F">
              <w:rPr>
                <w:rFonts w:cs="Arial"/>
                <w:kern w:val="2"/>
                <w:szCs w:val="18"/>
              </w:rPr>
              <w:t>26556</w:t>
            </w:r>
          </w:p>
        </w:tc>
        <w:tc>
          <w:tcPr>
            <w:tcW w:w="0" w:type="auto"/>
            <w:tcBorders>
              <w:top w:val="single" w:sz="4" w:space="0" w:color="auto"/>
              <w:left w:val="single" w:sz="4" w:space="0" w:color="auto"/>
              <w:bottom w:val="single" w:sz="4" w:space="0" w:color="auto"/>
              <w:right w:val="single" w:sz="4" w:space="0" w:color="auto"/>
            </w:tcBorders>
            <w:vAlign w:val="center"/>
          </w:tcPr>
          <w:p w14:paraId="028E1D08" w14:textId="77777777" w:rsidR="00C7535D" w:rsidRPr="00B5603F" w:rsidRDefault="00C7535D" w:rsidP="00B12215">
            <w:pPr>
              <w:pStyle w:val="TAC"/>
              <w:rPr>
                <w:rFonts w:cs="Arial"/>
                <w:kern w:val="2"/>
                <w:szCs w:val="18"/>
              </w:rPr>
            </w:pPr>
            <w:r w:rsidRPr="00B5603F">
              <w:rPr>
                <w:rFonts w:cs="Arial"/>
                <w:kern w:val="2"/>
                <w:szCs w:val="18"/>
              </w:rPr>
              <w:t>41076</w:t>
            </w:r>
          </w:p>
        </w:tc>
        <w:tc>
          <w:tcPr>
            <w:tcW w:w="0" w:type="auto"/>
            <w:tcBorders>
              <w:top w:val="single" w:sz="4" w:space="0" w:color="auto"/>
              <w:left w:val="single" w:sz="4" w:space="0" w:color="auto"/>
              <w:bottom w:val="single" w:sz="4" w:space="0" w:color="auto"/>
              <w:right w:val="single" w:sz="4" w:space="0" w:color="auto"/>
            </w:tcBorders>
            <w:vAlign w:val="center"/>
          </w:tcPr>
          <w:p w14:paraId="20FC5CA7" w14:textId="77777777" w:rsidR="00C7535D" w:rsidRPr="00B5603F" w:rsidRDefault="00C7535D" w:rsidP="00B12215">
            <w:pPr>
              <w:pStyle w:val="TAC"/>
              <w:rPr>
                <w:rFonts w:cs="Arial"/>
                <w:kern w:val="2"/>
                <w:szCs w:val="18"/>
                <w:lang w:eastAsia="zh-CN"/>
              </w:rPr>
            </w:pPr>
            <w:r w:rsidRPr="00B5603F">
              <w:rPr>
                <w:rFonts w:cs="Arial"/>
                <w:kern w:val="2"/>
                <w:szCs w:val="18"/>
                <w:lang w:eastAsia="zh-CN"/>
              </w:rPr>
              <w:t>55860</w:t>
            </w:r>
          </w:p>
        </w:tc>
      </w:tr>
      <w:tr w:rsidR="00C7535D" w:rsidRPr="00B5603F" w14:paraId="17A45E64"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D9E0927" w14:textId="77777777" w:rsidR="00C7535D" w:rsidRPr="00B5603F" w:rsidRDefault="00C7535D"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62D21E1E" w14:textId="77777777" w:rsidR="00C7535D" w:rsidRPr="00B5603F" w:rsidRDefault="00C7535D"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A55F7" w14:textId="77777777" w:rsidR="00C7535D" w:rsidRPr="00B5603F" w:rsidRDefault="00C7535D" w:rsidP="00B12215">
            <w:pPr>
              <w:pStyle w:val="TAC"/>
              <w:rPr>
                <w:rFonts w:cs="Arial"/>
                <w:kern w:val="2"/>
                <w:szCs w:val="18"/>
              </w:rPr>
            </w:pPr>
            <w:r w:rsidRPr="00B5603F">
              <w:rPr>
                <w:rFonts w:cs="Arial"/>
                <w:kern w:val="2"/>
                <w:szCs w:val="18"/>
              </w:rPr>
              <w:t>0.3624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020C23E" w14:textId="77777777" w:rsidR="00C7535D" w:rsidRPr="00B5603F" w:rsidRDefault="00C7535D" w:rsidP="00B12215">
            <w:pPr>
              <w:pStyle w:val="TAC"/>
              <w:rPr>
                <w:rFonts w:cs="Arial"/>
                <w:kern w:val="2"/>
                <w:szCs w:val="18"/>
              </w:rPr>
            </w:pPr>
            <w:r w:rsidRPr="00B5603F">
              <w:rPr>
                <w:rFonts w:cs="Arial"/>
                <w:kern w:val="2"/>
                <w:szCs w:val="18"/>
              </w:rPr>
              <w:t>0.7936</w:t>
            </w:r>
          </w:p>
        </w:tc>
        <w:tc>
          <w:tcPr>
            <w:tcW w:w="0" w:type="auto"/>
            <w:tcBorders>
              <w:top w:val="single" w:sz="4" w:space="0" w:color="auto"/>
              <w:left w:val="single" w:sz="4" w:space="0" w:color="auto"/>
              <w:bottom w:val="single" w:sz="4" w:space="0" w:color="auto"/>
              <w:right w:val="single" w:sz="4" w:space="0" w:color="auto"/>
            </w:tcBorders>
            <w:vAlign w:val="center"/>
            <w:hideMark/>
          </w:tcPr>
          <w:p w14:paraId="23C89260" w14:textId="77777777" w:rsidR="00C7535D" w:rsidRPr="00B5603F" w:rsidRDefault="00C7535D" w:rsidP="00B12215">
            <w:pPr>
              <w:pStyle w:val="TAC"/>
              <w:rPr>
                <w:rFonts w:cs="Arial"/>
                <w:kern w:val="2"/>
                <w:szCs w:val="18"/>
              </w:rPr>
            </w:pPr>
            <w:r w:rsidRPr="00B5603F">
              <w:rPr>
                <w:rFonts w:cs="Arial"/>
                <w:kern w:val="2"/>
                <w:szCs w:val="18"/>
              </w:rPr>
              <w:t>1.2296</w:t>
            </w:r>
          </w:p>
        </w:tc>
        <w:tc>
          <w:tcPr>
            <w:tcW w:w="0" w:type="auto"/>
            <w:tcBorders>
              <w:top w:val="single" w:sz="4" w:space="0" w:color="auto"/>
              <w:left w:val="single" w:sz="4" w:space="0" w:color="auto"/>
              <w:bottom w:val="single" w:sz="4" w:space="0" w:color="auto"/>
              <w:right w:val="single" w:sz="4" w:space="0" w:color="auto"/>
            </w:tcBorders>
            <w:vAlign w:val="center"/>
            <w:hideMark/>
          </w:tcPr>
          <w:p w14:paraId="60A43C26" w14:textId="77777777" w:rsidR="00C7535D" w:rsidRPr="00B5603F" w:rsidRDefault="00C7535D" w:rsidP="00B12215">
            <w:pPr>
              <w:pStyle w:val="TAC"/>
              <w:rPr>
                <w:rFonts w:cs="Arial"/>
                <w:kern w:val="2"/>
                <w:szCs w:val="18"/>
              </w:rPr>
            </w:pPr>
            <w:r w:rsidRPr="00B5603F">
              <w:rPr>
                <w:rFonts w:cs="Arial"/>
                <w:kern w:val="2"/>
                <w:szCs w:val="18"/>
              </w:rPr>
              <w:t>1.6896</w:t>
            </w:r>
          </w:p>
        </w:tc>
      </w:tr>
      <w:tr w:rsidR="00C7535D" w:rsidRPr="00B5603F" w14:paraId="206EF69E"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17C5DAFA" w14:textId="77777777" w:rsidR="00C7535D" w:rsidRPr="00B5603F" w:rsidRDefault="00C7535D"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52AF0C12" w14:textId="79A35A65" w:rsidR="00C7535D" w:rsidRPr="00B5603F" w:rsidRDefault="00C7535D" w:rsidP="008C0EFD">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6F796171" w14:textId="1226AEC4" w:rsidR="00C7535D" w:rsidRDefault="00C7535D" w:rsidP="00C7535D"/>
    <w:p w14:paraId="710B49BA" w14:textId="75338922" w:rsidR="00C7535D" w:rsidRDefault="003B377F" w:rsidP="008C0EFD">
      <w:pPr>
        <w:pStyle w:val="TH"/>
      </w:pPr>
      <w:r w:rsidRPr="003B377F">
        <w:t>Table A.7.2</w:t>
      </w:r>
      <w:r w:rsidR="00FE19A2">
        <w:t>-</w:t>
      </w:r>
      <w:r w:rsidRPr="003B377F">
        <w:t>2</w:t>
      </w:r>
      <w:r w:rsidR="008E6857">
        <w:t>:</w:t>
      </w:r>
      <w:r w:rsidRPr="003B377F">
        <w:t xml:space="preserve"> Fixed reference channel for V2X receiver requirements (SCS 30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952"/>
        <w:gridCol w:w="1110"/>
        <w:gridCol w:w="1110"/>
        <w:gridCol w:w="1110"/>
        <w:gridCol w:w="1110"/>
      </w:tblGrid>
      <w:tr w:rsidR="003B377F" w:rsidRPr="00B5603F" w14:paraId="49E3863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22A20A" w14:textId="77777777" w:rsidR="003B377F" w:rsidRPr="00B5603F" w:rsidRDefault="003B377F"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F08C4" w14:textId="77777777" w:rsidR="003B377F" w:rsidRPr="00B5603F" w:rsidRDefault="003B377F"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23F00459" w14:textId="77777777" w:rsidR="003B377F" w:rsidRPr="00B5603F" w:rsidRDefault="003B377F" w:rsidP="00B12215">
            <w:pPr>
              <w:pStyle w:val="TAH"/>
              <w:rPr>
                <w:rFonts w:cs="Arial"/>
                <w:kern w:val="2"/>
                <w:szCs w:val="18"/>
              </w:rPr>
            </w:pPr>
            <w:r w:rsidRPr="00B5603F">
              <w:rPr>
                <w:rFonts w:cs="Arial"/>
                <w:kern w:val="2"/>
                <w:szCs w:val="18"/>
              </w:rPr>
              <w:t>Value</w:t>
            </w:r>
          </w:p>
        </w:tc>
      </w:tr>
      <w:tr w:rsidR="003B377F" w:rsidRPr="00B5603F" w14:paraId="02C807C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8A03163" w14:textId="77777777" w:rsidR="003B377F" w:rsidRPr="00B5603F" w:rsidRDefault="003B377F"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74937B27" w14:textId="77777777" w:rsidR="003B377F" w:rsidRPr="00B5603F" w:rsidRDefault="003B377F"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58E87F5A" w14:textId="77777777" w:rsidR="003B377F" w:rsidRPr="00B5603F" w:rsidRDefault="003B377F"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A6A8705" w14:textId="77777777" w:rsidR="003B377F" w:rsidRPr="00B5603F" w:rsidRDefault="003B377F"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13CAB72A" w14:textId="77777777" w:rsidR="003B377F" w:rsidRPr="00B5603F" w:rsidRDefault="003B377F"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2E192C2" w14:textId="77777777" w:rsidR="003B377F" w:rsidRPr="00B5603F" w:rsidRDefault="003B377F" w:rsidP="00B12215">
            <w:pPr>
              <w:pStyle w:val="TAH"/>
              <w:rPr>
                <w:rFonts w:cs="Arial"/>
                <w:kern w:val="2"/>
                <w:szCs w:val="18"/>
              </w:rPr>
            </w:pPr>
            <w:r w:rsidRPr="00B5603F">
              <w:rPr>
                <w:rFonts w:cs="Arial"/>
                <w:kern w:val="2"/>
                <w:szCs w:val="18"/>
              </w:rPr>
              <w:t>40</w:t>
            </w:r>
          </w:p>
        </w:tc>
      </w:tr>
      <w:tr w:rsidR="003B377F" w:rsidRPr="00B5603F" w14:paraId="1D4A542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DF14F7" w14:textId="77777777" w:rsidR="003B377F" w:rsidRPr="00B5603F" w:rsidRDefault="003B377F"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5F341FFF" w14:textId="77777777" w:rsidR="003B377F" w:rsidRPr="00B5603F" w:rsidRDefault="003B377F"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DBC696D" w14:textId="77777777" w:rsidR="003B377F" w:rsidRPr="00B5603F" w:rsidRDefault="003B37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257B19" w14:textId="77777777" w:rsidR="003B377F" w:rsidRPr="00B5603F" w:rsidRDefault="003B37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05BB3" w14:textId="77777777" w:rsidR="003B377F" w:rsidRPr="00B5603F" w:rsidRDefault="003B37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7FAD856" w14:textId="77777777" w:rsidR="003B377F" w:rsidRPr="00B5603F" w:rsidRDefault="003B377F" w:rsidP="00B12215">
            <w:pPr>
              <w:pStyle w:val="TAC"/>
              <w:rPr>
                <w:rFonts w:cs="Arial"/>
                <w:kern w:val="2"/>
                <w:szCs w:val="18"/>
              </w:rPr>
            </w:pPr>
            <w:r w:rsidRPr="00B5603F">
              <w:rPr>
                <w:rFonts w:cs="Arial"/>
                <w:kern w:val="2"/>
                <w:szCs w:val="18"/>
              </w:rPr>
              <w:t>30</w:t>
            </w:r>
          </w:p>
        </w:tc>
      </w:tr>
      <w:tr w:rsidR="0036140A" w:rsidRPr="00B5603F" w14:paraId="371C8D7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105EFD1" w14:textId="46D5A042"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0BCE20A3"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DC6BC7E" w14:textId="0C71DF3E"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4C3A1F37" w14:textId="078E0A25"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6CCC5B1E" w14:textId="6F27DEE4"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5</w:t>
            </w:r>
          </w:p>
        </w:tc>
        <w:tc>
          <w:tcPr>
            <w:tcW w:w="0" w:type="auto"/>
            <w:tcBorders>
              <w:top w:val="single" w:sz="4" w:space="0" w:color="auto"/>
              <w:left w:val="single" w:sz="4" w:space="0" w:color="auto"/>
              <w:bottom w:val="single" w:sz="4" w:space="0" w:color="auto"/>
              <w:right w:val="single" w:sz="4" w:space="0" w:color="auto"/>
            </w:tcBorders>
            <w:vAlign w:val="center"/>
          </w:tcPr>
          <w:p w14:paraId="76D07B71" w14:textId="679ECC88"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5</w:t>
            </w:r>
          </w:p>
        </w:tc>
      </w:tr>
      <w:tr w:rsidR="003B377F" w:rsidRPr="00B5603F" w14:paraId="19DE2A0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8C22A1" w14:textId="77777777" w:rsidR="003B377F" w:rsidRPr="00B5603F" w:rsidRDefault="003B377F"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661963FC"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71DB128" w14:textId="77777777" w:rsidR="003B377F" w:rsidRPr="00B5603F" w:rsidRDefault="003B377F" w:rsidP="00B12215">
            <w:pPr>
              <w:pStyle w:val="TAC"/>
              <w:rPr>
                <w:rFonts w:cs="Arial"/>
                <w:kern w:val="2"/>
                <w:szCs w:val="18"/>
              </w:rPr>
            </w:pPr>
            <w:r w:rsidRPr="00B5603F">
              <w:rPr>
                <w:rFonts w:cs="Arial"/>
                <w:color w:val="000000" w:themeColor="dark1"/>
                <w:kern w:val="24"/>
                <w:szCs w:val="18"/>
                <w:lang w:val="x-none"/>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92239FA" w14:textId="77777777" w:rsidR="003B377F" w:rsidRPr="00B5603F" w:rsidRDefault="003B377F" w:rsidP="00B12215">
            <w:pPr>
              <w:pStyle w:val="TAC"/>
              <w:rPr>
                <w:rFonts w:cs="Arial"/>
                <w:kern w:val="2"/>
                <w:szCs w:val="18"/>
              </w:rPr>
            </w:pPr>
            <w:r w:rsidRPr="00B5603F">
              <w:rPr>
                <w:rFonts w:cs="Arial"/>
                <w:color w:val="000000" w:themeColor="dark1"/>
                <w:kern w:val="24"/>
                <w:szCs w:val="18"/>
                <w:lang w:val="x-none"/>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4116FBC5" w14:textId="77777777" w:rsidR="003B377F" w:rsidRPr="00B5603F" w:rsidRDefault="003B377F" w:rsidP="00B12215">
            <w:pPr>
              <w:pStyle w:val="TAC"/>
              <w:rPr>
                <w:rFonts w:cs="Arial"/>
                <w:kern w:val="2"/>
                <w:szCs w:val="18"/>
              </w:rPr>
            </w:pPr>
            <w:r w:rsidRPr="00B5603F">
              <w:rPr>
                <w:rFonts w:cs="Arial"/>
                <w:color w:val="000000" w:themeColor="dark1"/>
                <w:kern w:val="24"/>
                <w:szCs w:val="18"/>
                <w:lang w:val="x-none"/>
              </w:rPr>
              <w:t>75</w:t>
            </w:r>
          </w:p>
        </w:tc>
        <w:tc>
          <w:tcPr>
            <w:tcW w:w="0" w:type="auto"/>
            <w:tcBorders>
              <w:top w:val="single" w:sz="4" w:space="0" w:color="auto"/>
              <w:left w:val="single" w:sz="4" w:space="0" w:color="auto"/>
              <w:bottom w:val="single" w:sz="4" w:space="0" w:color="auto"/>
              <w:right w:val="single" w:sz="4" w:space="0" w:color="auto"/>
            </w:tcBorders>
            <w:vAlign w:val="center"/>
            <w:hideMark/>
          </w:tcPr>
          <w:p w14:paraId="29C58724" w14:textId="77777777" w:rsidR="003B377F" w:rsidRPr="00B5603F" w:rsidRDefault="003B377F" w:rsidP="00B12215">
            <w:pPr>
              <w:pStyle w:val="TAC"/>
              <w:rPr>
                <w:rFonts w:cs="Arial"/>
                <w:kern w:val="2"/>
                <w:szCs w:val="18"/>
              </w:rPr>
            </w:pPr>
            <w:r w:rsidRPr="00B5603F">
              <w:rPr>
                <w:rFonts w:cs="Arial"/>
                <w:color w:val="000000" w:themeColor="dark1"/>
                <w:kern w:val="24"/>
                <w:szCs w:val="18"/>
                <w:lang w:val="x-none"/>
              </w:rPr>
              <w:t>105</w:t>
            </w:r>
          </w:p>
        </w:tc>
      </w:tr>
      <w:tr w:rsidR="003B377F" w:rsidRPr="00B5603F" w14:paraId="3A99930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AFE0522" w14:textId="77777777" w:rsidR="003B377F" w:rsidRPr="00B5603F" w:rsidRDefault="003B377F"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7E17DFF6"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4F7CEE2" w14:textId="77777777" w:rsidR="003B377F" w:rsidRPr="00B5603F" w:rsidRDefault="003B377F"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1C8B14E" w14:textId="77777777" w:rsidR="003B377F" w:rsidRPr="00B5603F" w:rsidRDefault="003B377F"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B46EB41" w14:textId="77777777" w:rsidR="003B377F" w:rsidRPr="00B5603F" w:rsidRDefault="003B377F"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1ABC085D" w14:textId="77777777" w:rsidR="003B377F" w:rsidRPr="00B5603F" w:rsidRDefault="003B377F" w:rsidP="00B12215">
            <w:pPr>
              <w:pStyle w:val="TAC"/>
              <w:rPr>
                <w:rFonts w:cs="Arial"/>
                <w:kern w:val="2"/>
                <w:szCs w:val="18"/>
              </w:rPr>
            </w:pPr>
            <w:r w:rsidRPr="00B5603F">
              <w:rPr>
                <w:rFonts w:cs="Arial"/>
                <w:kern w:val="2"/>
                <w:szCs w:val="18"/>
              </w:rPr>
              <w:t>4</w:t>
            </w:r>
          </w:p>
        </w:tc>
      </w:tr>
      <w:tr w:rsidR="003B377F" w:rsidRPr="00B5603F" w14:paraId="3332E0F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0AB4D90" w14:textId="77777777" w:rsidR="003B377F" w:rsidRPr="00B5603F" w:rsidRDefault="003B377F"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36CB601C" w14:textId="77777777" w:rsidR="003B377F" w:rsidRPr="00B5603F" w:rsidRDefault="003B377F" w:rsidP="00B12215">
            <w:pPr>
              <w:pStyle w:val="TAC"/>
              <w:rPr>
                <w:rFonts w:cs="Arial"/>
                <w:kern w:val="2"/>
                <w:szCs w:val="18"/>
              </w:rPr>
            </w:pPr>
            <w:r w:rsidRPr="00B5603F">
              <w:rPr>
                <w:rFonts w:cs="Arial"/>
                <w:kern w:val="2"/>
                <w:szCs w:val="18"/>
              </w:rPr>
              <w:t>64QAM</w:t>
            </w:r>
          </w:p>
        </w:tc>
      </w:tr>
      <w:tr w:rsidR="003B377F" w:rsidRPr="00B5603F" w14:paraId="29BE7B2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1EE73C6" w14:textId="77777777" w:rsidR="003B377F" w:rsidRPr="00B5603F" w:rsidRDefault="003B377F"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73DC444D"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43521DA" w14:textId="77777777" w:rsidR="003B377F" w:rsidRPr="00B5603F" w:rsidRDefault="003B377F"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656086FA" w14:textId="77777777" w:rsidR="003B377F" w:rsidRPr="00B5603F" w:rsidRDefault="003B377F"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43271C68" w14:textId="77777777" w:rsidR="003B377F" w:rsidRPr="00B5603F" w:rsidRDefault="003B377F"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4E7997B9" w14:textId="77777777" w:rsidR="003B377F" w:rsidRPr="00B5603F" w:rsidRDefault="003B377F" w:rsidP="00B12215">
            <w:pPr>
              <w:pStyle w:val="TAC"/>
              <w:rPr>
                <w:rFonts w:cs="Arial"/>
                <w:kern w:val="2"/>
                <w:szCs w:val="18"/>
              </w:rPr>
            </w:pPr>
            <w:r w:rsidRPr="00B5603F">
              <w:rPr>
                <w:rFonts w:cs="Arial"/>
                <w:kern w:val="2"/>
                <w:szCs w:val="18"/>
              </w:rPr>
              <w:t>QPSK</w:t>
            </w:r>
          </w:p>
        </w:tc>
      </w:tr>
      <w:tr w:rsidR="003B377F" w:rsidRPr="00B5603F" w14:paraId="3DCED807" w14:textId="77777777" w:rsidTr="00B12215">
        <w:trPr>
          <w:trHeight w:val="20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879D67" w14:textId="77777777" w:rsidR="003B377F" w:rsidRPr="00B5603F" w:rsidRDefault="003B377F"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CAE3329"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1ED9551"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1608</w:t>
            </w:r>
          </w:p>
        </w:tc>
        <w:tc>
          <w:tcPr>
            <w:tcW w:w="0" w:type="auto"/>
            <w:tcBorders>
              <w:top w:val="single" w:sz="4" w:space="0" w:color="auto"/>
              <w:left w:val="single" w:sz="4" w:space="0" w:color="auto"/>
              <w:bottom w:val="single" w:sz="4" w:space="0" w:color="auto"/>
              <w:right w:val="single" w:sz="4" w:space="0" w:color="auto"/>
            </w:tcBorders>
            <w:vAlign w:val="center"/>
          </w:tcPr>
          <w:p w14:paraId="42863425" w14:textId="77777777" w:rsidR="003B377F" w:rsidRPr="00B5603F" w:rsidRDefault="003B377F" w:rsidP="00B12215">
            <w:pPr>
              <w:pStyle w:val="TAC"/>
              <w:rPr>
                <w:rFonts w:cs="Arial"/>
                <w:kern w:val="2"/>
                <w:szCs w:val="18"/>
              </w:rPr>
            </w:pPr>
            <w:r w:rsidRPr="00B5603F">
              <w:rPr>
                <w:rFonts w:cs="Arial"/>
                <w:kern w:val="2"/>
                <w:szCs w:val="18"/>
                <w:lang w:eastAsia="zh-CN"/>
              </w:rPr>
              <w:t>3624</w:t>
            </w:r>
          </w:p>
        </w:tc>
        <w:tc>
          <w:tcPr>
            <w:tcW w:w="0" w:type="auto"/>
            <w:tcBorders>
              <w:top w:val="single" w:sz="4" w:space="0" w:color="auto"/>
              <w:left w:val="single" w:sz="4" w:space="0" w:color="auto"/>
              <w:bottom w:val="single" w:sz="4" w:space="0" w:color="auto"/>
              <w:right w:val="single" w:sz="4" w:space="0" w:color="auto"/>
            </w:tcBorders>
            <w:vAlign w:val="center"/>
          </w:tcPr>
          <w:p w14:paraId="318B42B0"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5632</w:t>
            </w:r>
          </w:p>
        </w:tc>
        <w:tc>
          <w:tcPr>
            <w:tcW w:w="0" w:type="auto"/>
            <w:tcBorders>
              <w:top w:val="single" w:sz="4" w:space="0" w:color="auto"/>
              <w:left w:val="single" w:sz="4" w:space="0" w:color="auto"/>
              <w:bottom w:val="single" w:sz="4" w:space="0" w:color="auto"/>
              <w:right w:val="single" w:sz="4" w:space="0" w:color="auto"/>
            </w:tcBorders>
            <w:vAlign w:val="center"/>
          </w:tcPr>
          <w:p w14:paraId="468A2C35"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7936</w:t>
            </w:r>
          </w:p>
        </w:tc>
      </w:tr>
      <w:tr w:rsidR="003B377F" w:rsidRPr="00B5603F" w14:paraId="632D92F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342582A" w14:textId="77777777" w:rsidR="003B377F" w:rsidRPr="00B5603F" w:rsidRDefault="003B377F"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633D1201" w14:textId="77777777" w:rsidR="003B377F" w:rsidRPr="00B5603F" w:rsidRDefault="003B377F"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38E8ACE5" w14:textId="77777777" w:rsidR="003B377F" w:rsidRPr="00B5603F" w:rsidRDefault="003B377F"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13DA2AF" w14:textId="77777777" w:rsidR="003B377F" w:rsidRPr="00B5603F" w:rsidRDefault="003B377F"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4496F714" w14:textId="77777777" w:rsidR="003B377F" w:rsidRPr="00B5603F" w:rsidRDefault="003B37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E919C7E" w14:textId="77777777" w:rsidR="003B377F" w:rsidRPr="00B5603F" w:rsidRDefault="003B377F" w:rsidP="00B12215">
            <w:pPr>
              <w:pStyle w:val="TAC"/>
              <w:rPr>
                <w:rFonts w:cs="Arial"/>
                <w:kern w:val="2"/>
                <w:szCs w:val="18"/>
              </w:rPr>
            </w:pPr>
            <w:r w:rsidRPr="00B5603F">
              <w:rPr>
                <w:rFonts w:cs="Arial"/>
                <w:kern w:val="2"/>
                <w:szCs w:val="18"/>
              </w:rPr>
              <w:t>24</w:t>
            </w:r>
          </w:p>
        </w:tc>
      </w:tr>
      <w:tr w:rsidR="003B377F" w:rsidRPr="00B5603F" w14:paraId="6C31B78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66D18FA" w14:textId="77777777" w:rsidR="003B377F" w:rsidRPr="00B5603F" w:rsidRDefault="003B377F"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02640E95"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39022D9" w14:textId="77777777" w:rsidR="003B377F" w:rsidRPr="00B5603F" w:rsidRDefault="003B377F"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B95CBEE" w14:textId="77777777" w:rsidR="003B377F" w:rsidRPr="00B5603F" w:rsidRDefault="003B377F"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1CBD45ED" w14:textId="77777777" w:rsidR="003B377F" w:rsidRPr="00B5603F" w:rsidRDefault="003B37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4304E1F" w14:textId="77777777" w:rsidR="003B377F" w:rsidRPr="00B5603F" w:rsidRDefault="003B377F" w:rsidP="00B12215">
            <w:pPr>
              <w:pStyle w:val="TAC"/>
              <w:rPr>
                <w:rFonts w:cs="Arial"/>
                <w:kern w:val="2"/>
                <w:szCs w:val="18"/>
              </w:rPr>
            </w:pPr>
            <w:r w:rsidRPr="00B5603F">
              <w:rPr>
                <w:rFonts w:cs="Arial"/>
                <w:kern w:val="2"/>
                <w:szCs w:val="18"/>
              </w:rPr>
              <w:t>1</w:t>
            </w:r>
          </w:p>
        </w:tc>
      </w:tr>
      <w:tr w:rsidR="003B377F" w:rsidRPr="00B5603F" w14:paraId="4F98C13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A59AB33" w14:textId="77777777" w:rsidR="003B377F" w:rsidRPr="00B5603F" w:rsidRDefault="003B377F"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6D09AD8C"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753D4E3"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61ADA36"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F3229F9"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228125ED"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r>
      <w:tr w:rsidR="003B377F" w:rsidRPr="00B5603F" w14:paraId="49209A2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2399687" w14:textId="77777777" w:rsidR="003B377F" w:rsidRPr="00B5603F" w:rsidRDefault="003B377F"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66508551"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A17712F"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305DDC1C" w14:textId="77777777" w:rsidR="003B377F" w:rsidRPr="00B5603F" w:rsidRDefault="003B377F"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1BD1F551" w14:textId="77777777" w:rsidR="003B377F" w:rsidRPr="00B5603F" w:rsidRDefault="003B377F"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60BCE16A" w14:textId="77777777" w:rsidR="003B377F" w:rsidRPr="00B5603F" w:rsidRDefault="003B377F" w:rsidP="00B12215">
            <w:pPr>
              <w:pStyle w:val="TAC"/>
              <w:rPr>
                <w:rFonts w:cs="Arial"/>
                <w:kern w:val="2"/>
                <w:szCs w:val="18"/>
              </w:rPr>
            </w:pPr>
            <w:r w:rsidRPr="00B5603F">
              <w:rPr>
                <w:rFonts w:cs="Arial"/>
                <w:kern w:val="2"/>
                <w:szCs w:val="18"/>
                <w:lang w:eastAsia="zh-CN"/>
              </w:rPr>
              <w:t>2.25</w:t>
            </w:r>
          </w:p>
        </w:tc>
      </w:tr>
      <w:tr w:rsidR="003B377F" w:rsidRPr="00B5603F" w14:paraId="2DE58326"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2C7245D" w14:textId="77777777" w:rsidR="003B377F" w:rsidRPr="00B5603F" w:rsidRDefault="003B377F"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2CCAB4DD"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7895B26"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6B7AC1FB"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F7099B7"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7DC5F218"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1</w:t>
            </w:r>
          </w:p>
        </w:tc>
      </w:tr>
      <w:tr w:rsidR="003B377F" w:rsidRPr="00B5603F" w14:paraId="0A8625B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8E5092B" w14:textId="77777777" w:rsidR="003B377F" w:rsidRPr="00B5603F" w:rsidRDefault="003B377F"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659D9195" w14:textId="77777777" w:rsidR="003B377F" w:rsidRPr="00B5603F" w:rsidRDefault="003B37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8E6EE99"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5160</w:t>
            </w:r>
          </w:p>
        </w:tc>
        <w:tc>
          <w:tcPr>
            <w:tcW w:w="0" w:type="auto"/>
            <w:tcBorders>
              <w:top w:val="single" w:sz="4" w:space="0" w:color="auto"/>
              <w:left w:val="single" w:sz="4" w:space="0" w:color="auto"/>
              <w:bottom w:val="single" w:sz="4" w:space="0" w:color="auto"/>
              <w:right w:val="single" w:sz="4" w:space="0" w:color="auto"/>
            </w:tcBorders>
            <w:vAlign w:val="center"/>
          </w:tcPr>
          <w:p w14:paraId="7E5C4BE1" w14:textId="77777777" w:rsidR="003B377F" w:rsidRPr="00B5603F" w:rsidRDefault="003B377F" w:rsidP="00B12215">
            <w:pPr>
              <w:pStyle w:val="TAC"/>
              <w:rPr>
                <w:rFonts w:cs="Arial"/>
                <w:kern w:val="2"/>
                <w:szCs w:val="18"/>
              </w:rPr>
            </w:pPr>
            <w:r w:rsidRPr="00B5603F">
              <w:rPr>
                <w:rFonts w:cs="Arial"/>
                <w:kern w:val="2"/>
                <w:szCs w:val="18"/>
                <w:lang w:eastAsia="zh-CN"/>
              </w:rPr>
              <w:t>12036</w:t>
            </w:r>
          </w:p>
        </w:tc>
        <w:tc>
          <w:tcPr>
            <w:tcW w:w="0" w:type="auto"/>
            <w:tcBorders>
              <w:top w:val="single" w:sz="4" w:space="0" w:color="auto"/>
              <w:left w:val="single" w:sz="4" w:space="0" w:color="auto"/>
              <w:bottom w:val="single" w:sz="4" w:space="0" w:color="auto"/>
              <w:right w:val="single" w:sz="4" w:space="0" w:color="auto"/>
            </w:tcBorders>
            <w:vAlign w:val="center"/>
          </w:tcPr>
          <w:p w14:paraId="35D7F0F3" w14:textId="77777777" w:rsidR="003B377F" w:rsidRPr="00B5603F" w:rsidRDefault="003B377F" w:rsidP="00B12215">
            <w:pPr>
              <w:pStyle w:val="TAC"/>
              <w:rPr>
                <w:rFonts w:cs="Arial"/>
                <w:kern w:val="2"/>
                <w:szCs w:val="18"/>
              </w:rPr>
            </w:pPr>
            <w:r w:rsidRPr="00B5603F">
              <w:rPr>
                <w:rFonts w:cs="Arial"/>
                <w:kern w:val="2"/>
                <w:szCs w:val="18"/>
              </w:rPr>
              <w:t>18636</w:t>
            </w:r>
          </w:p>
        </w:tc>
        <w:tc>
          <w:tcPr>
            <w:tcW w:w="0" w:type="auto"/>
            <w:tcBorders>
              <w:top w:val="single" w:sz="4" w:space="0" w:color="auto"/>
              <w:left w:val="single" w:sz="4" w:space="0" w:color="auto"/>
              <w:bottom w:val="single" w:sz="4" w:space="0" w:color="auto"/>
              <w:right w:val="single" w:sz="4" w:space="0" w:color="auto"/>
            </w:tcBorders>
            <w:vAlign w:val="center"/>
          </w:tcPr>
          <w:p w14:paraId="384357A5" w14:textId="77777777" w:rsidR="003B377F" w:rsidRPr="00B5603F" w:rsidRDefault="003B377F" w:rsidP="00B12215">
            <w:pPr>
              <w:pStyle w:val="TAC"/>
              <w:rPr>
                <w:rFonts w:cs="Arial"/>
                <w:kern w:val="2"/>
                <w:szCs w:val="18"/>
                <w:lang w:eastAsia="zh-CN"/>
              </w:rPr>
            </w:pPr>
            <w:r w:rsidRPr="00B5603F">
              <w:rPr>
                <w:rFonts w:cs="Arial"/>
                <w:kern w:val="2"/>
                <w:szCs w:val="18"/>
                <w:lang w:eastAsia="zh-CN"/>
              </w:rPr>
              <w:t>26556</w:t>
            </w:r>
          </w:p>
        </w:tc>
      </w:tr>
      <w:tr w:rsidR="003B377F" w:rsidRPr="00B5603F" w14:paraId="10F9001F"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61AFFA" w14:textId="77777777" w:rsidR="003B377F" w:rsidRPr="00B5603F" w:rsidRDefault="003B377F"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59A8E322" w14:textId="77777777" w:rsidR="003B377F" w:rsidRPr="00B5603F" w:rsidRDefault="003B377F"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3F1E7CF9" w14:textId="77777777" w:rsidR="003B377F" w:rsidRPr="00B5603F" w:rsidRDefault="003B377F" w:rsidP="00B12215">
            <w:pPr>
              <w:pStyle w:val="TAC"/>
              <w:rPr>
                <w:rFonts w:cs="Arial"/>
                <w:kern w:val="2"/>
                <w:szCs w:val="18"/>
              </w:rPr>
            </w:pPr>
            <w:r w:rsidRPr="00B5603F">
              <w:rPr>
                <w:rFonts w:cs="Arial"/>
                <w:kern w:val="2"/>
                <w:szCs w:val="18"/>
              </w:rPr>
              <w:t>0.3216</w:t>
            </w:r>
          </w:p>
        </w:tc>
        <w:tc>
          <w:tcPr>
            <w:tcW w:w="0" w:type="auto"/>
            <w:tcBorders>
              <w:top w:val="single" w:sz="4" w:space="0" w:color="auto"/>
              <w:left w:val="single" w:sz="4" w:space="0" w:color="auto"/>
              <w:bottom w:val="single" w:sz="4" w:space="0" w:color="auto"/>
              <w:right w:val="single" w:sz="4" w:space="0" w:color="auto"/>
            </w:tcBorders>
            <w:vAlign w:val="center"/>
            <w:hideMark/>
          </w:tcPr>
          <w:p w14:paraId="0FAD2C55" w14:textId="77777777" w:rsidR="003B377F" w:rsidRPr="00B5603F" w:rsidRDefault="003B377F" w:rsidP="00B12215">
            <w:pPr>
              <w:pStyle w:val="TAC"/>
              <w:rPr>
                <w:rFonts w:cs="Arial"/>
                <w:kern w:val="2"/>
                <w:szCs w:val="18"/>
              </w:rPr>
            </w:pPr>
            <w:r w:rsidRPr="00B5603F">
              <w:rPr>
                <w:rFonts w:cs="Arial"/>
                <w:kern w:val="2"/>
                <w:szCs w:val="18"/>
              </w:rPr>
              <w:t>0.7248</w:t>
            </w:r>
          </w:p>
        </w:tc>
        <w:tc>
          <w:tcPr>
            <w:tcW w:w="0" w:type="auto"/>
            <w:tcBorders>
              <w:top w:val="single" w:sz="4" w:space="0" w:color="auto"/>
              <w:left w:val="single" w:sz="4" w:space="0" w:color="auto"/>
              <w:bottom w:val="single" w:sz="4" w:space="0" w:color="auto"/>
              <w:right w:val="single" w:sz="4" w:space="0" w:color="auto"/>
            </w:tcBorders>
            <w:vAlign w:val="center"/>
            <w:hideMark/>
          </w:tcPr>
          <w:p w14:paraId="018A847C" w14:textId="77777777" w:rsidR="003B377F" w:rsidRPr="00B5603F" w:rsidRDefault="003B377F" w:rsidP="00B12215">
            <w:pPr>
              <w:pStyle w:val="TAC"/>
              <w:rPr>
                <w:rFonts w:cs="Arial"/>
                <w:kern w:val="2"/>
                <w:szCs w:val="18"/>
              </w:rPr>
            </w:pPr>
            <w:r w:rsidRPr="00B5603F">
              <w:rPr>
                <w:rFonts w:cs="Arial"/>
                <w:kern w:val="2"/>
                <w:szCs w:val="18"/>
              </w:rPr>
              <w:t>1.1264</w:t>
            </w:r>
          </w:p>
        </w:tc>
        <w:tc>
          <w:tcPr>
            <w:tcW w:w="0" w:type="auto"/>
            <w:tcBorders>
              <w:top w:val="single" w:sz="4" w:space="0" w:color="auto"/>
              <w:left w:val="single" w:sz="4" w:space="0" w:color="auto"/>
              <w:bottom w:val="single" w:sz="4" w:space="0" w:color="auto"/>
              <w:right w:val="single" w:sz="4" w:space="0" w:color="auto"/>
            </w:tcBorders>
            <w:vAlign w:val="center"/>
            <w:hideMark/>
          </w:tcPr>
          <w:p w14:paraId="3A094717" w14:textId="77777777" w:rsidR="003B377F" w:rsidRPr="00B5603F" w:rsidRDefault="003B377F" w:rsidP="00B12215">
            <w:pPr>
              <w:pStyle w:val="TAC"/>
              <w:rPr>
                <w:rFonts w:cs="Arial"/>
                <w:kern w:val="2"/>
                <w:szCs w:val="18"/>
              </w:rPr>
            </w:pPr>
            <w:r w:rsidRPr="00B5603F">
              <w:rPr>
                <w:rFonts w:cs="Arial"/>
                <w:kern w:val="2"/>
                <w:szCs w:val="18"/>
              </w:rPr>
              <w:t>1.5872</w:t>
            </w:r>
          </w:p>
        </w:tc>
      </w:tr>
      <w:tr w:rsidR="003B377F" w:rsidRPr="00B5603F" w14:paraId="2BA48A66" w14:textId="77777777" w:rsidTr="008C0EFD">
        <w:trPr>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3B865E22" w14:textId="77777777" w:rsidR="003B377F" w:rsidRPr="00B5603F" w:rsidRDefault="003B377F">
            <w:pPr>
              <w:pStyle w:val="TAN"/>
            </w:pPr>
            <w:r w:rsidRPr="00B5603F">
              <w:t>NOTE 1:</w:t>
            </w:r>
            <w:r w:rsidRPr="00B5603F">
              <w:tab/>
              <w:t>If more than one Code Block is present, an additional CRC sequence of L = 24 Bits is attached to each Code Block (otherwise L = 0 Bit).</w:t>
            </w:r>
          </w:p>
          <w:p w14:paraId="2CD61306" w14:textId="626C23D5" w:rsidR="003B377F" w:rsidRPr="00B5603F" w:rsidRDefault="003B377F">
            <w:pPr>
              <w:pStyle w:val="TAN"/>
            </w:pPr>
            <w:r w:rsidRPr="00B5603F">
              <w:t>NOTE 2</w:t>
            </w:r>
            <w:r>
              <w:t>:</w:t>
            </w:r>
            <w:r w:rsidR="00F51C9B">
              <w:tab/>
            </w:r>
            <m:oMath>
              <m:r>
                <m:rPr>
                  <m:sty m:val="p"/>
                </m:rPr>
                <w:rPr>
                  <w:rFonts w:ascii="Cambria Math" w:hAnsi="Cambria Math"/>
                  <w:lang w:eastAsia="ko-KR"/>
                </w:rPr>
                <m:t>γ</m:t>
              </m:r>
            </m:oMath>
            <w:r w:rsidRPr="00B5603F">
              <w:rPr>
                <w:lang w:eastAsia="ko-KR"/>
              </w:rPr>
              <w:t xml:space="preserve"> is the number of vacant resource elements in the resource block to which the last coded symbol of the </w:t>
            </w:r>
            <w:r w:rsidRPr="00B5603F">
              <w:rPr>
                <w:color w:val="000000" w:themeColor="text1"/>
                <w:lang w:eastAsia="ko-KR"/>
              </w:rPr>
              <w:t>2</w:t>
            </w:r>
            <w:r w:rsidRPr="00B5603F">
              <w:rPr>
                <w:color w:val="000000" w:themeColor="text1"/>
                <w:vertAlign w:val="superscript"/>
                <w:lang w:eastAsia="ko-KR"/>
              </w:rPr>
              <w:t>nd</w:t>
            </w:r>
            <w:r w:rsidRPr="00B5603F">
              <w:rPr>
                <w:color w:val="000000" w:themeColor="text1"/>
                <w:lang w:eastAsia="ko-KR"/>
              </w:rPr>
              <w:t>-stage SCI</w:t>
            </w:r>
            <w:r w:rsidRPr="00B5603F">
              <w:rPr>
                <w:lang w:eastAsia="ko-KR"/>
              </w:rPr>
              <w:t xml:space="preserve"> belongs.</w:t>
            </w:r>
          </w:p>
        </w:tc>
      </w:tr>
    </w:tbl>
    <w:p w14:paraId="0E546DEC" w14:textId="6B264A9A" w:rsidR="00C7535D" w:rsidRDefault="00C7535D" w:rsidP="00C7535D"/>
    <w:p w14:paraId="3708DB06" w14:textId="1E71220A" w:rsidR="00C7535D" w:rsidRDefault="00C35FD1" w:rsidP="008C0EFD">
      <w:pPr>
        <w:pStyle w:val="TH"/>
      </w:pPr>
      <w:r w:rsidRPr="00C35FD1">
        <w:t>Table A.7.2</w:t>
      </w:r>
      <w:r w:rsidR="006A1A7F">
        <w:t>-</w:t>
      </w:r>
      <w:r w:rsidRPr="00C35FD1">
        <w:t>3</w:t>
      </w:r>
      <w:r w:rsidR="008E6857">
        <w:t>:</w:t>
      </w:r>
      <w:r w:rsidRPr="00C35FD1">
        <w:t xml:space="preserve"> Fixed reference channel for V2X receiver requirements (SCS 60 kHz, QPSK)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952"/>
        <w:gridCol w:w="1110"/>
        <w:gridCol w:w="1110"/>
        <w:gridCol w:w="1110"/>
        <w:gridCol w:w="1110"/>
      </w:tblGrid>
      <w:tr w:rsidR="00C35FD1" w:rsidRPr="00B5603F" w14:paraId="513B0C1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55ADE6" w14:textId="77777777" w:rsidR="00C35FD1" w:rsidRPr="00B5603F" w:rsidRDefault="00C35FD1"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7DFD4BE2" w14:textId="77777777" w:rsidR="00C35FD1" w:rsidRPr="00B5603F" w:rsidRDefault="00C35FD1"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79551CB4" w14:textId="77777777" w:rsidR="00C35FD1" w:rsidRPr="00B5603F" w:rsidRDefault="00C35FD1" w:rsidP="00B12215">
            <w:pPr>
              <w:pStyle w:val="TAH"/>
              <w:rPr>
                <w:rFonts w:cs="Arial"/>
                <w:kern w:val="2"/>
                <w:szCs w:val="18"/>
              </w:rPr>
            </w:pPr>
            <w:r w:rsidRPr="00B5603F">
              <w:rPr>
                <w:rFonts w:cs="Arial"/>
                <w:kern w:val="2"/>
                <w:szCs w:val="18"/>
              </w:rPr>
              <w:t>Value</w:t>
            </w:r>
          </w:p>
        </w:tc>
      </w:tr>
      <w:tr w:rsidR="00C35FD1" w:rsidRPr="00B5603F" w14:paraId="32A7412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4CB5EF" w14:textId="77777777" w:rsidR="00C35FD1" w:rsidRPr="00B5603F" w:rsidRDefault="00C35FD1"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56EC8643" w14:textId="77777777" w:rsidR="00C35FD1" w:rsidRPr="00B5603F" w:rsidRDefault="00C35FD1"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4AE79C85" w14:textId="77777777" w:rsidR="00C35FD1" w:rsidRPr="00B5603F" w:rsidRDefault="00C35FD1"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26C6E89" w14:textId="77777777" w:rsidR="00C35FD1" w:rsidRPr="00B5603F" w:rsidRDefault="00C35FD1"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04D95DE8" w14:textId="77777777" w:rsidR="00C35FD1" w:rsidRPr="00B5603F" w:rsidRDefault="00C35FD1"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21F4427C" w14:textId="77777777" w:rsidR="00C35FD1" w:rsidRPr="00B5603F" w:rsidRDefault="00C35FD1" w:rsidP="00B12215">
            <w:pPr>
              <w:pStyle w:val="TAH"/>
              <w:rPr>
                <w:rFonts w:cs="Arial"/>
                <w:kern w:val="2"/>
                <w:szCs w:val="18"/>
              </w:rPr>
            </w:pPr>
            <w:r w:rsidRPr="00B5603F">
              <w:rPr>
                <w:rFonts w:cs="Arial"/>
                <w:kern w:val="2"/>
                <w:szCs w:val="18"/>
              </w:rPr>
              <w:t>40</w:t>
            </w:r>
          </w:p>
        </w:tc>
      </w:tr>
      <w:tr w:rsidR="00C35FD1" w:rsidRPr="00B5603F" w14:paraId="1115D3C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57C22AE" w14:textId="77777777" w:rsidR="00C35FD1" w:rsidRPr="00B5603F" w:rsidRDefault="00C35FD1"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164B440E" w14:textId="77777777" w:rsidR="00C35FD1" w:rsidRPr="00B5603F" w:rsidRDefault="00C35FD1"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07E9491" w14:textId="77777777" w:rsidR="00C35FD1" w:rsidRPr="00B5603F" w:rsidRDefault="00C35FD1" w:rsidP="00B12215">
            <w:pPr>
              <w:pStyle w:val="TAC"/>
              <w:rPr>
                <w:rFonts w:cs="Arial"/>
                <w:kern w:val="2"/>
                <w:szCs w:val="18"/>
              </w:rPr>
            </w:pPr>
            <w:r w:rsidRPr="00B5603F">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73166374" w14:textId="77777777" w:rsidR="00C35FD1" w:rsidRPr="00B5603F" w:rsidRDefault="00C35FD1" w:rsidP="00B12215">
            <w:pPr>
              <w:pStyle w:val="TAC"/>
              <w:rPr>
                <w:rFonts w:cs="Arial"/>
                <w:kern w:val="2"/>
                <w:szCs w:val="18"/>
              </w:rPr>
            </w:pPr>
            <w:r w:rsidRPr="00B5603F">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3CF23EBE" w14:textId="77777777" w:rsidR="00C35FD1" w:rsidRPr="00B5603F" w:rsidRDefault="00C35FD1" w:rsidP="00B12215">
            <w:pPr>
              <w:pStyle w:val="TAC"/>
              <w:rPr>
                <w:rFonts w:cs="Arial"/>
                <w:kern w:val="2"/>
                <w:szCs w:val="18"/>
              </w:rPr>
            </w:pPr>
            <w:r w:rsidRPr="00B5603F">
              <w:rPr>
                <w:rFonts w:cs="Arial"/>
                <w:kern w:val="2"/>
                <w:szCs w:val="18"/>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345DE48D" w14:textId="77777777" w:rsidR="00C35FD1" w:rsidRPr="00B5603F" w:rsidRDefault="00C35FD1" w:rsidP="00B12215">
            <w:pPr>
              <w:pStyle w:val="TAC"/>
              <w:rPr>
                <w:rFonts w:cs="Arial"/>
                <w:kern w:val="2"/>
                <w:szCs w:val="18"/>
              </w:rPr>
            </w:pPr>
            <w:r w:rsidRPr="00B5603F">
              <w:rPr>
                <w:rFonts w:cs="Arial"/>
                <w:kern w:val="2"/>
                <w:szCs w:val="18"/>
              </w:rPr>
              <w:t>60</w:t>
            </w:r>
          </w:p>
        </w:tc>
      </w:tr>
      <w:tr w:rsidR="0036140A" w:rsidRPr="00B5603F" w14:paraId="6F1E196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BE3E3B4" w14:textId="6CAE6392"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40A33566"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0446F0F" w14:textId="792ECD86"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6C656697" w14:textId="138F86B1"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091DAE63" w14:textId="042EF545"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52B7C56F" w14:textId="1883F7B0"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0</w:t>
            </w:r>
          </w:p>
        </w:tc>
      </w:tr>
      <w:tr w:rsidR="00C35FD1" w:rsidRPr="00B5603F" w14:paraId="69087BA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6A8257" w14:textId="77777777" w:rsidR="00C35FD1" w:rsidRPr="00B5603F" w:rsidRDefault="00C35FD1"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4A16FF8C"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5683AF" w14:textId="77777777" w:rsidR="00C35FD1" w:rsidRPr="00B5603F" w:rsidRDefault="00C35FD1" w:rsidP="00B12215">
            <w:pPr>
              <w:pStyle w:val="TAC"/>
              <w:rPr>
                <w:rFonts w:cs="Arial"/>
                <w:kern w:val="2"/>
                <w:szCs w:val="18"/>
              </w:rPr>
            </w:pPr>
            <w:r w:rsidRPr="00B5603F">
              <w:rPr>
                <w:rFonts w:cs="Arial"/>
                <w:color w:val="000000" w:themeColor="dark1"/>
                <w:kern w:val="24"/>
                <w:szCs w:val="18"/>
                <w:lang w:val="x-none"/>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506CB01" w14:textId="77777777" w:rsidR="00C35FD1" w:rsidRPr="00B5603F" w:rsidRDefault="00C35FD1" w:rsidP="00B12215">
            <w:pPr>
              <w:pStyle w:val="TAC"/>
              <w:rPr>
                <w:rFonts w:cs="Arial"/>
                <w:kern w:val="2"/>
                <w:szCs w:val="18"/>
              </w:rPr>
            </w:pPr>
            <w:r w:rsidRPr="00B5603F">
              <w:rPr>
                <w:rFonts w:cs="Arial"/>
                <w:color w:val="000000" w:themeColor="dark1"/>
                <w:kern w:val="24"/>
                <w:szCs w:val="18"/>
                <w:lang w:val="x-none"/>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50A6DE12" w14:textId="77777777" w:rsidR="00C35FD1" w:rsidRPr="00B5603F" w:rsidRDefault="00C35FD1" w:rsidP="00B12215">
            <w:pPr>
              <w:pStyle w:val="TAC"/>
              <w:rPr>
                <w:rFonts w:cs="Arial"/>
                <w:kern w:val="2"/>
                <w:szCs w:val="18"/>
              </w:rPr>
            </w:pPr>
            <w:r w:rsidRPr="00B5603F">
              <w:rPr>
                <w:rFonts w:cs="Arial"/>
                <w:color w:val="000000" w:themeColor="dark1"/>
                <w:kern w:val="24"/>
                <w:szCs w:val="18"/>
                <w:lang w:val="x-none"/>
              </w:rPr>
              <w:t>36</w:t>
            </w:r>
          </w:p>
        </w:tc>
        <w:tc>
          <w:tcPr>
            <w:tcW w:w="0" w:type="auto"/>
            <w:tcBorders>
              <w:top w:val="single" w:sz="4" w:space="0" w:color="auto"/>
              <w:left w:val="single" w:sz="4" w:space="0" w:color="auto"/>
              <w:bottom w:val="single" w:sz="4" w:space="0" w:color="auto"/>
              <w:right w:val="single" w:sz="4" w:space="0" w:color="auto"/>
            </w:tcBorders>
            <w:vAlign w:val="center"/>
            <w:hideMark/>
          </w:tcPr>
          <w:p w14:paraId="2CA24A48" w14:textId="77777777" w:rsidR="00C35FD1" w:rsidRPr="00B5603F" w:rsidRDefault="00C35FD1" w:rsidP="00B12215">
            <w:pPr>
              <w:pStyle w:val="TAC"/>
              <w:rPr>
                <w:rFonts w:cs="Arial"/>
                <w:kern w:val="2"/>
                <w:szCs w:val="18"/>
              </w:rPr>
            </w:pPr>
            <w:r w:rsidRPr="00B5603F">
              <w:rPr>
                <w:rFonts w:cs="Arial"/>
                <w:color w:val="000000" w:themeColor="dark1"/>
                <w:kern w:val="24"/>
                <w:szCs w:val="18"/>
                <w:lang w:val="x-none"/>
              </w:rPr>
              <w:t>50</w:t>
            </w:r>
          </w:p>
        </w:tc>
      </w:tr>
      <w:tr w:rsidR="00C35FD1" w:rsidRPr="00B5603F" w14:paraId="7909A4E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57CAB29" w14:textId="77777777" w:rsidR="00C35FD1" w:rsidRPr="00B5603F" w:rsidRDefault="00C35FD1"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1ABEF02E"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A10D59A" w14:textId="77777777" w:rsidR="00C35FD1" w:rsidRPr="00B5603F" w:rsidRDefault="00C35FD1"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2DF33F5" w14:textId="77777777" w:rsidR="00C35FD1" w:rsidRPr="00B5603F" w:rsidRDefault="00C35FD1"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7D934FE" w14:textId="77777777" w:rsidR="00C35FD1" w:rsidRPr="00B5603F" w:rsidRDefault="00C35FD1" w:rsidP="00B12215">
            <w:pPr>
              <w:pStyle w:val="TAC"/>
              <w:rPr>
                <w:rFonts w:cs="Arial"/>
                <w:kern w:val="2"/>
                <w:szCs w:val="18"/>
              </w:rPr>
            </w:pPr>
            <w:r w:rsidRPr="00B5603F">
              <w:rPr>
                <w:rFonts w:cs="Arial"/>
                <w:kern w:val="2"/>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2B8D5" w14:textId="77777777" w:rsidR="00C35FD1" w:rsidRPr="00B5603F" w:rsidRDefault="00C35FD1" w:rsidP="00B12215">
            <w:pPr>
              <w:pStyle w:val="TAC"/>
              <w:rPr>
                <w:rFonts w:cs="Arial"/>
                <w:kern w:val="2"/>
                <w:szCs w:val="18"/>
              </w:rPr>
            </w:pPr>
            <w:r w:rsidRPr="00B5603F">
              <w:rPr>
                <w:rFonts w:cs="Arial"/>
                <w:kern w:val="2"/>
                <w:szCs w:val="18"/>
              </w:rPr>
              <w:t>4</w:t>
            </w:r>
          </w:p>
        </w:tc>
      </w:tr>
      <w:tr w:rsidR="00C35FD1" w:rsidRPr="00B5603F" w14:paraId="3F10327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20951B3" w14:textId="77777777" w:rsidR="00C35FD1" w:rsidRPr="00B5603F" w:rsidRDefault="00C35FD1"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3A8FF0A8" w14:textId="77777777" w:rsidR="00C35FD1" w:rsidRPr="00B5603F" w:rsidRDefault="00C35FD1" w:rsidP="00B12215">
            <w:pPr>
              <w:pStyle w:val="TAC"/>
              <w:rPr>
                <w:rFonts w:cs="Arial"/>
                <w:kern w:val="2"/>
                <w:szCs w:val="18"/>
              </w:rPr>
            </w:pPr>
            <w:r w:rsidRPr="00B5603F">
              <w:rPr>
                <w:rFonts w:cs="Arial"/>
                <w:kern w:val="2"/>
                <w:szCs w:val="18"/>
              </w:rPr>
              <w:t>64QAM</w:t>
            </w:r>
          </w:p>
        </w:tc>
      </w:tr>
      <w:tr w:rsidR="00C35FD1" w:rsidRPr="00B5603F" w14:paraId="0199EB0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6C5950" w14:textId="77777777" w:rsidR="00C35FD1" w:rsidRPr="00B5603F" w:rsidRDefault="00C35FD1"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36AB55B6"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6040680" w14:textId="77777777" w:rsidR="00C35FD1" w:rsidRPr="00B5603F" w:rsidRDefault="00C35FD1"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437A3F1B" w14:textId="77777777" w:rsidR="00C35FD1" w:rsidRPr="00B5603F" w:rsidRDefault="00C35FD1"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43D3CA25" w14:textId="77777777" w:rsidR="00C35FD1" w:rsidRPr="00B5603F" w:rsidRDefault="00C35FD1" w:rsidP="00B12215">
            <w:pPr>
              <w:pStyle w:val="TAC"/>
              <w:rPr>
                <w:rFonts w:cs="Arial"/>
                <w:kern w:val="2"/>
                <w:szCs w:val="18"/>
              </w:rPr>
            </w:pPr>
            <w:r w:rsidRPr="00B5603F">
              <w:rPr>
                <w:rFonts w:cs="Arial"/>
                <w:kern w:val="2"/>
                <w:szCs w:val="18"/>
              </w:rPr>
              <w:t>QPSK</w:t>
            </w:r>
          </w:p>
        </w:tc>
        <w:tc>
          <w:tcPr>
            <w:tcW w:w="0" w:type="auto"/>
            <w:tcBorders>
              <w:top w:val="single" w:sz="4" w:space="0" w:color="auto"/>
              <w:left w:val="single" w:sz="4" w:space="0" w:color="auto"/>
              <w:bottom w:val="single" w:sz="4" w:space="0" w:color="auto"/>
              <w:right w:val="single" w:sz="4" w:space="0" w:color="auto"/>
            </w:tcBorders>
            <w:vAlign w:val="center"/>
            <w:hideMark/>
          </w:tcPr>
          <w:p w14:paraId="2EFED764" w14:textId="77777777" w:rsidR="00C35FD1" w:rsidRPr="00B5603F" w:rsidRDefault="00C35FD1" w:rsidP="00B12215">
            <w:pPr>
              <w:pStyle w:val="TAC"/>
              <w:rPr>
                <w:rFonts w:cs="Arial"/>
                <w:kern w:val="2"/>
                <w:szCs w:val="18"/>
              </w:rPr>
            </w:pPr>
            <w:r w:rsidRPr="00B5603F">
              <w:rPr>
                <w:rFonts w:cs="Arial"/>
                <w:kern w:val="2"/>
                <w:szCs w:val="18"/>
              </w:rPr>
              <w:t>QPSK</w:t>
            </w:r>
          </w:p>
        </w:tc>
      </w:tr>
      <w:tr w:rsidR="00C35FD1" w:rsidRPr="00B5603F" w14:paraId="1B0C2F54" w14:textId="77777777" w:rsidTr="00B12215">
        <w:trPr>
          <w:trHeight w:val="20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8DA1AE7" w14:textId="77777777" w:rsidR="00C35FD1" w:rsidRPr="00B5603F" w:rsidRDefault="00C35FD1"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3246BB9A"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E97E450"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456</w:t>
            </w:r>
          </w:p>
        </w:tc>
        <w:tc>
          <w:tcPr>
            <w:tcW w:w="0" w:type="auto"/>
            <w:tcBorders>
              <w:top w:val="single" w:sz="4" w:space="0" w:color="auto"/>
              <w:left w:val="single" w:sz="4" w:space="0" w:color="auto"/>
              <w:bottom w:val="single" w:sz="4" w:space="0" w:color="auto"/>
              <w:right w:val="single" w:sz="4" w:space="0" w:color="auto"/>
            </w:tcBorders>
            <w:vAlign w:val="center"/>
          </w:tcPr>
          <w:p w14:paraId="041EBFB3" w14:textId="77777777" w:rsidR="00C35FD1" w:rsidRPr="00B5603F" w:rsidRDefault="00C35FD1" w:rsidP="00B12215">
            <w:pPr>
              <w:pStyle w:val="TAC"/>
              <w:rPr>
                <w:rFonts w:cs="Arial"/>
                <w:kern w:val="2"/>
                <w:szCs w:val="18"/>
              </w:rPr>
            </w:pPr>
            <w:r w:rsidRPr="00B5603F">
              <w:rPr>
                <w:rFonts w:cs="Arial"/>
                <w:kern w:val="2"/>
                <w:szCs w:val="18"/>
                <w:lang w:eastAsia="zh-CN"/>
              </w:rPr>
              <w:t>1608</w:t>
            </w:r>
          </w:p>
        </w:tc>
        <w:tc>
          <w:tcPr>
            <w:tcW w:w="0" w:type="auto"/>
            <w:tcBorders>
              <w:top w:val="single" w:sz="4" w:space="0" w:color="auto"/>
              <w:left w:val="single" w:sz="4" w:space="0" w:color="auto"/>
              <w:bottom w:val="single" w:sz="4" w:space="0" w:color="auto"/>
              <w:right w:val="single" w:sz="4" w:space="0" w:color="auto"/>
            </w:tcBorders>
            <w:vAlign w:val="center"/>
          </w:tcPr>
          <w:p w14:paraId="2AACDDBE"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2536</w:t>
            </w:r>
          </w:p>
        </w:tc>
        <w:tc>
          <w:tcPr>
            <w:tcW w:w="0" w:type="auto"/>
            <w:tcBorders>
              <w:top w:val="single" w:sz="4" w:space="0" w:color="auto"/>
              <w:left w:val="single" w:sz="4" w:space="0" w:color="auto"/>
              <w:bottom w:val="single" w:sz="4" w:space="0" w:color="auto"/>
              <w:right w:val="single" w:sz="4" w:space="0" w:color="auto"/>
            </w:tcBorders>
            <w:vAlign w:val="center"/>
          </w:tcPr>
          <w:p w14:paraId="44C37FD7" w14:textId="77777777" w:rsidR="00C35FD1" w:rsidRPr="00B5603F" w:rsidRDefault="00C35FD1" w:rsidP="00B12215">
            <w:pPr>
              <w:pStyle w:val="TAC"/>
              <w:rPr>
                <w:rFonts w:cs="Arial"/>
                <w:kern w:val="2"/>
                <w:szCs w:val="18"/>
              </w:rPr>
            </w:pPr>
            <w:r w:rsidRPr="00B5603F">
              <w:rPr>
                <w:rFonts w:cs="Arial"/>
                <w:kern w:val="2"/>
                <w:szCs w:val="18"/>
                <w:lang w:eastAsia="zh-CN"/>
              </w:rPr>
              <w:t>3624</w:t>
            </w:r>
          </w:p>
        </w:tc>
      </w:tr>
      <w:tr w:rsidR="00C35FD1" w:rsidRPr="00B5603F" w14:paraId="6A0E1D0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806349" w14:textId="77777777" w:rsidR="00C35FD1" w:rsidRPr="00B5603F" w:rsidRDefault="00C35FD1"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016DC316" w14:textId="77777777" w:rsidR="00C35FD1" w:rsidRPr="00B5603F" w:rsidRDefault="00C35FD1"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6AE1D51E" w14:textId="77777777" w:rsidR="00C35FD1" w:rsidRPr="00B5603F" w:rsidRDefault="00C35FD1"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74B9CD97" w14:textId="77777777" w:rsidR="00C35FD1" w:rsidRPr="00B5603F" w:rsidRDefault="00C35FD1"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1229A" w14:textId="77777777" w:rsidR="00C35FD1" w:rsidRPr="00B5603F" w:rsidRDefault="00C35FD1"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07693475" w14:textId="77777777" w:rsidR="00C35FD1" w:rsidRPr="00B5603F" w:rsidRDefault="00C35FD1" w:rsidP="00B12215">
            <w:pPr>
              <w:pStyle w:val="TAC"/>
              <w:rPr>
                <w:rFonts w:cs="Arial"/>
                <w:kern w:val="2"/>
                <w:szCs w:val="18"/>
              </w:rPr>
            </w:pPr>
            <w:r w:rsidRPr="00B5603F">
              <w:rPr>
                <w:rFonts w:cs="Arial"/>
                <w:kern w:val="2"/>
                <w:szCs w:val="18"/>
              </w:rPr>
              <w:t>16</w:t>
            </w:r>
          </w:p>
        </w:tc>
      </w:tr>
      <w:tr w:rsidR="00C35FD1" w:rsidRPr="00B5603F" w14:paraId="2D603A3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A7D96E6" w14:textId="77777777" w:rsidR="00C35FD1" w:rsidRPr="00B5603F" w:rsidRDefault="00C35FD1"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7F12D635"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B0BB99" w14:textId="77777777" w:rsidR="00C35FD1" w:rsidRPr="00B5603F" w:rsidRDefault="00C35FD1"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6719984C" w14:textId="77777777" w:rsidR="00C35FD1" w:rsidRPr="00B5603F" w:rsidRDefault="00C35FD1"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BF492E5" w14:textId="77777777" w:rsidR="00C35FD1" w:rsidRPr="00B5603F" w:rsidRDefault="00C35FD1"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50B43BA0" w14:textId="77777777" w:rsidR="00C35FD1" w:rsidRPr="00B5603F" w:rsidRDefault="00C35FD1" w:rsidP="00B12215">
            <w:pPr>
              <w:pStyle w:val="TAC"/>
              <w:rPr>
                <w:rFonts w:cs="Arial"/>
                <w:kern w:val="2"/>
                <w:szCs w:val="18"/>
              </w:rPr>
            </w:pPr>
            <w:r w:rsidRPr="00B5603F">
              <w:rPr>
                <w:rFonts w:cs="Arial"/>
                <w:kern w:val="2"/>
                <w:szCs w:val="18"/>
              </w:rPr>
              <w:t>2</w:t>
            </w:r>
          </w:p>
        </w:tc>
      </w:tr>
      <w:tr w:rsidR="00C35FD1" w:rsidRPr="00B5603F" w14:paraId="07222CD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FA57E88" w14:textId="77777777" w:rsidR="00C35FD1" w:rsidRPr="00B5603F" w:rsidRDefault="00C35FD1"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6AF41699"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113DAB4"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61B9ED40"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34CFA37E"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1CBFDA30"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w:t>
            </w:r>
          </w:p>
        </w:tc>
      </w:tr>
      <w:tr w:rsidR="00C35FD1" w:rsidRPr="00B5603F" w14:paraId="500B964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5201ACA" w14:textId="77777777" w:rsidR="00C35FD1" w:rsidRPr="00B5603F" w:rsidRDefault="00C35FD1"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7BB07E90"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CF44995"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02B7A8EE" w14:textId="77777777" w:rsidR="00C35FD1" w:rsidRPr="00B5603F" w:rsidRDefault="00C35FD1"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5AD87718" w14:textId="77777777" w:rsidR="00C35FD1" w:rsidRPr="00B5603F" w:rsidRDefault="00C35FD1" w:rsidP="00B12215">
            <w:pPr>
              <w:pStyle w:val="TAC"/>
              <w:rPr>
                <w:rFonts w:cs="Arial"/>
                <w:kern w:val="2"/>
                <w:szCs w:val="18"/>
              </w:rPr>
            </w:pPr>
            <w:r w:rsidRPr="00B5603F">
              <w:rPr>
                <w:rFonts w:cs="Arial"/>
                <w:kern w:val="2"/>
                <w:szCs w:val="18"/>
                <w:lang w:eastAsia="zh-CN"/>
              </w:rPr>
              <w:t>2.25</w:t>
            </w:r>
          </w:p>
        </w:tc>
        <w:tc>
          <w:tcPr>
            <w:tcW w:w="0" w:type="auto"/>
            <w:tcBorders>
              <w:top w:val="single" w:sz="4" w:space="0" w:color="auto"/>
              <w:left w:val="single" w:sz="4" w:space="0" w:color="auto"/>
              <w:bottom w:val="single" w:sz="4" w:space="0" w:color="auto"/>
              <w:right w:val="single" w:sz="4" w:space="0" w:color="auto"/>
            </w:tcBorders>
            <w:vAlign w:val="center"/>
          </w:tcPr>
          <w:p w14:paraId="3D5DBC3F" w14:textId="77777777" w:rsidR="00C35FD1" w:rsidRPr="00B5603F" w:rsidRDefault="00C35FD1" w:rsidP="00B12215">
            <w:pPr>
              <w:pStyle w:val="TAC"/>
              <w:rPr>
                <w:rFonts w:cs="Arial"/>
                <w:kern w:val="2"/>
                <w:szCs w:val="18"/>
              </w:rPr>
            </w:pPr>
            <w:r w:rsidRPr="00B5603F">
              <w:rPr>
                <w:rFonts w:cs="Arial"/>
                <w:kern w:val="2"/>
                <w:szCs w:val="18"/>
                <w:lang w:eastAsia="zh-CN"/>
              </w:rPr>
              <w:t>2.25</w:t>
            </w:r>
          </w:p>
        </w:tc>
      </w:tr>
      <w:tr w:rsidR="00C35FD1" w:rsidRPr="00B5603F" w14:paraId="6308E33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790F004" w14:textId="77777777" w:rsidR="00C35FD1" w:rsidRPr="00B5603F" w:rsidRDefault="00C35FD1"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3E54BB92"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3AC9C04"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1FEA2656"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74CD85C2"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0B915F7D"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w:t>
            </w:r>
          </w:p>
        </w:tc>
      </w:tr>
      <w:tr w:rsidR="00C35FD1" w:rsidRPr="00B5603F" w14:paraId="10D66CD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700FC7C" w14:textId="77777777" w:rsidR="00C35FD1" w:rsidRPr="00B5603F" w:rsidRDefault="00C35FD1"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2BE2FC89" w14:textId="77777777" w:rsidR="00C35FD1" w:rsidRPr="00B5603F" w:rsidRDefault="00C35FD1"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DFEE54B"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1464</w:t>
            </w:r>
          </w:p>
        </w:tc>
        <w:tc>
          <w:tcPr>
            <w:tcW w:w="0" w:type="auto"/>
            <w:tcBorders>
              <w:top w:val="single" w:sz="4" w:space="0" w:color="auto"/>
              <w:left w:val="single" w:sz="4" w:space="0" w:color="auto"/>
              <w:bottom w:val="single" w:sz="4" w:space="0" w:color="auto"/>
              <w:right w:val="single" w:sz="4" w:space="0" w:color="auto"/>
            </w:tcBorders>
            <w:vAlign w:val="center"/>
          </w:tcPr>
          <w:p w14:paraId="76AF39B2" w14:textId="77777777" w:rsidR="00C35FD1" w:rsidRPr="00B5603F" w:rsidRDefault="00C35FD1" w:rsidP="00B12215">
            <w:pPr>
              <w:pStyle w:val="TAC"/>
              <w:rPr>
                <w:rFonts w:cs="Arial"/>
                <w:kern w:val="2"/>
                <w:szCs w:val="18"/>
              </w:rPr>
            </w:pPr>
            <w:r w:rsidRPr="00B5603F">
              <w:rPr>
                <w:rFonts w:cs="Arial"/>
                <w:kern w:val="2"/>
                <w:szCs w:val="18"/>
                <w:lang w:eastAsia="zh-CN"/>
              </w:rPr>
              <w:t>5160</w:t>
            </w:r>
          </w:p>
        </w:tc>
        <w:tc>
          <w:tcPr>
            <w:tcW w:w="0" w:type="auto"/>
            <w:tcBorders>
              <w:top w:val="single" w:sz="4" w:space="0" w:color="auto"/>
              <w:left w:val="single" w:sz="4" w:space="0" w:color="auto"/>
              <w:bottom w:val="single" w:sz="4" w:space="0" w:color="auto"/>
              <w:right w:val="single" w:sz="4" w:space="0" w:color="auto"/>
            </w:tcBorders>
            <w:vAlign w:val="center"/>
          </w:tcPr>
          <w:p w14:paraId="3B455E7F" w14:textId="77777777" w:rsidR="00C35FD1" w:rsidRPr="00B5603F" w:rsidRDefault="00C35FD1" w:rsidP="00B12215">
            <w:pPr>
              <w:pStyle w:val="TAC"/>
              <w:rPr>
                <w:rFonts w:cs="Arial"/>
                <w:kern w:val="2"/>
                <w:szCs w:val="18"/>
              </w:rPr>
            </w:pPr>
            <w:r w:rsidRPr="00B5603F">
              <w:rPr>
                <w:rFonts w:cs="Arial"/>
                <w:kern w:val="2"/>
                <w:szCs w:val="18"/>
              </w:rPr>
              <w:t>8328</w:t>
            </w:r>
          </w:p>
        </w:tc>
        <w:tc>
          <w:tcPr>
            <w:tcW w:w="0" w:type="auto"/>
            <w:tcBorders>
              <w:top w:val="single" w:sz="4" w:space="0" w:color="auto"/>
              <w:left w:val="single" w:sz="4" w:space="0" w:color="auto"/>
              <w:bottom w:val="single" w:sz="4" w:space="0" w:color="auto"/>
              <w:right w:val="single" w:sz="4" w:space="0" w:color="auto"/>
            </w:tcBorders>
            <w:vAlign w:val="center"/>
          </w:tcPr>
          <w:p w14:paraId="6F46F94A" w14:textId="77777777" w:rsidR="00C35FD1" w:rsidRPr="00B5603F" w:rsidRDefault="00C35FD1" w:rsidP="00B12215">
            <w:pPr>
              <w:pStyle w:val="TAC"/>
              <w:rPr>
                <w:rFonts w:cs="Arial"/>
                <w:kern w:val="2"/>
                <w:szCs w:val="18"/>
                <w:lang w:eastAsia="zh-CN"/>
              </w:rPr>
            </w:pPr>
            <w:r w:rsidRPr="00B5603F">
              <w:rPr>
                <w:rFonts w:cs="Arial"/>
                <w:kern w:val="2"/>
                <w:szCs w:val="18"/>
                <w:lang w:eastAsia="zh-CN"/>
              </w:rPr>
              <w:t>12036</w:t>
            </w:r>
          </w:p>
        </w:tc>
      </w:tr>
      <w:tr w:rsidR="00C35FD1" w:rsidRPr="00B5603F" w14:paraId="336548BC"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1A4FBF" w14:textId="77777777" w:rsidR="00C35FD1" w:rsidRPr="00B5603F" w:rsidRDefault="00C35FD1"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45720B7B" w14:textId="77777777" w:rsidR="00C35FD1" w:rsidRPr="00B5603F" w:rsidRDefault="00C35FD1"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432F5742" w14:textId="77777777" w:rsidR="00C35FD1" w:rsidRPr="00B5603F" w:rsidRDefault="00C35FD1" w:rsidP="00B12215">
            <w:pPr>
              <w:pStyle w:val="TAC"/>
              <w:rPr>
                <w:rFonts w:cs="Arial"/>
                <w:kern w:val="2"/>
                <w:szCs w:val="18"/>
              </w:rPr>
            </w:pPr>
            <w:r w:rsidRPr="00B5603F">
              <w:rPr>
                <w:rFonts w:cs="Arial"/>
                <w:kern w:val="2"/>
                <w:szCs w:val="18"/>
              </w:rPr>
              <w:t>0.1824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A335632" w14:textId="77777777" w:rsidR="00C35FD1" w:rsidRPr="00B5603F" w:rsidRDefault="00C35FD1" w:rsidP="00B12215">
            <w:pPr>
              <w:pStyle w:val="TAC"/>
              <w:rPr>
                <w:rFonts w:cs="Arial"/>
                <w:kern w:val="2"/>
                <w:szCs w:val="18"/>
              </w:rPr>
            </w:pPr>
            <w:r w:rsidRPr="00B5603F">
              <w:rPr>
                <w:rFonts w:cs="Arial"/>
                <w:kern w:val="2"/>
                <w:szCs w:val="18"/>
              </w:rPr>
              <w:t>0.6432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E7E801F" w14:textId="77777777" w:rsidR="00C35FD1" w:rsidRPr="00B5603F" w:rsidRDefault="00C35FD1" w:rsidP="00B12215">
            <w:pPr>
              <w:pStyle w:val="TAC"/>
              <w:rPr>
                <w:rFonts w:cs="Arial"/>
                <w:kern w:val="2"/>
                <w:szCs w:val="18"/>
              </w:rPr>
            </w:pPr>
            <w:r w:rsidRPr="00B5603F">
              <w:rPr>
                <w:rFonts w:cs="Arial"/>
                <w:kern w:val="2"/>
                <w:szCs w:val="18"/>
              </w:rPr>
              <w:t>1.0144</w:t>
            </w:r>
          </w:p>
        </w:tc>
        <w:tc>
          <w:tcPr>
            <w:tcW w:w="0" w:type="auto"/>
            <w:tcBorders>
              <w:top w:val="single" w:sz="4" w:space="0" w:color="auto"/>
              <w:left w:val="single" w:sz="4" w:space="0" w:color="auto"/>
              <w:bottom w:val="single" w:sz="4" w:space="0" w:color="auto"/>
              <w:right w:val="single" w:sz="4" w:space="0" w:color="auto"/>
            </w:tcBorders>
            <w:vAlign w:val="center"/>
            <w:hideMark/>
          </w:tcPr>
          <w:p w14:paraId="06061BCD" w14:textId="77777777" w:rsidR="00C35FD1" w:rsidRPr="00B5603F" w:rsidRDefault="00C35FD1" w:rsidP="00B12215">
            <w:pPr>
              <w:pStyle w:val="TAC"/>
              <w:rPr>
                <w:rFonts w:cs="Arial"/>
                <w:kern w:val="2"/>
                <w:szCs w:val="18"/>
              </w:rPr>
            </w:pPr>
            <w:r w:rsidRPr="00B5603F">
              <w:rPr>
                <w:rFonts w:cs="Arial"/>
                <w:kern w:val="2"/>
                <w:szCs w:val="18"/>
              </w:rPr>
              <w:t>1.4496</w:t>
            </w:r>
          </w:p>
        </w:tc>
      </w:tr>
      <w:tr w:rsidR="00C35FD1" w:rsidRPr="00B5603F" w14:paraId="4657DFA8"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4FA43627" w14:textId="77777777" w:rsidR="00C35FD1" w:rsidRPr="00B5603F" w:rsidRDefault="00C35FD1"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69BE588C" w14:textId="5CBC3AD4" w:rsidR="00C35FD1" w:rsidRPr="00B5603F" w:rsidRDefault="00C35FD1" w:rsidP="008C0EFD">
            <w:pPr>
              <w:pStyle w:val="TAN"/>
              <w:rPr>
                <w:kern w:val="2"/>
              </w:rPr>
            </w:pPr>
            <w:r w:rsidRPr="00B5603F">
              <w:rPr>
                <w:kern w:val="2"/>
              </w:rPr>
              <w:t>NOTE 2</w:t>
            </w:r>
            <w:r>
              <w:rPr>
                <w:kern w:val="2"/>
              </w:rPr>
              <w:t>:</w:t>
            </w:r>
            <w:r w:rsidR="00F51C9B">
              <w:rPr>
                <w:kern w:val="2"/>
              </w:rPr>
              <w:tab/>
            </w:r>
            <m:oMath>
              <m:r>
                <m:rPr>
                  <m:sty m:val="p"/>
                </m:rPr>
                <w:rPr>
                  <w:rFonts w:ascii="Cambria Math" w:hAnsi="Cambria Math"/>
                  <w:lang w:eastAsia="ko-KR"/>
                </w:rPr>
                <m:t>γ</m:t>
              </m:r>
            </m:oMath>
            <w:r w:rsidRPr="00B5603F">
              <w:rPr>
                <w:lang w:eastAsia="ko-KR"/>
              </w:rPr>
              <w:t xml:space="preserve"> is the number of vacant resource elements in the resource block to which the last coded symbol of the </w:t>
            </w:r>
            <w:r w:rsidRPr="00B5603F">
              <w:rPr>
                <w:color w:val="000000" w:themeColor="text1"/>
                <w:lang w:eastAsia="ko-KR"/>
              </w:rPr>
              <w:t>2</w:t>
            </w:r>
            <w:r w:rsidRPr="00B5603F">
              <w:rPr>
                <w:color w:val="000000" w:themeColor="text1"/>
                <w:vertAlign w:val="superscript"/>
                <w:lang w:eastAsia="ko-KR"/>
              </w:rPr>
              <w:t>nd</w:t>
            </w:r>
            <w:r w:rsidRPr="00B5603F">
              <w:rPr>
                <w:color w:val="000000" w:themeColor="text1"/>
                <w:lang w:eastAsia="ko-KR"/>
              </w:rPr>
              <w:t>-stage SCI</w:t>
            </w:r>
            <w:r w:rsidRPr="00B5603F">
              <w:rPr>
                <w:lang w:eastAsia="ko-KR"/>
              </w:rPr>
              <w:t xml:space="preserve"> belongs.</w:t>
            </w:r>
          </w:p>
        </w:tc>
      </w:tr>
    </w:tbl>
    <w:p w14:paraId="3AC05AE9" w14:textId="3BCC7B09" w:rsidR="00C35FD1" w:rsidRDefault="00C35FD1" w:rsidP="00C7535D"/>
    <w:p w14:paraId="7685992A" w14:textId="77777777" w:rsidR="00BB18DB" w:rsidRDefault="00BB18DB" w:rsidP="008C0EFD">
      <w:pPr>
        <w:pStyle w:val="Heading2"/>
      </w:pPr>
      <w:bookmarkStart w:id="805" w:name="_Toc59650525"/>
      <w:bookmarkStart w:id="806" w:name="_Toc61357797"/>
      <w:bookmarkStart w:id="807" w:name="_Toc61359571"/>
      <w:bookmarkStart w:id="808" w:name="_Toc67916511"/>
      <w:bookmarkStart w:id="809" w:name="_Toc75534057"/>
      <w:bookmarkStart w:id="810" w:name="_Toc75819943"/>
      <w:bookmarkStart w:id="811" w:name="_Toc76508787"/>
      <w:bookmarkStart w:id="812" w:name="_Toc76717737"/>
      <w:bookmarkStart w:id="813" w:name="_Toc83294378"/>
      <w:bookmarkStart w:id="814" w:name="_Toc84335417"/>
      <w:r>
        <w:t>A.7.3</w:t>
      </w:r>
      <w:r>
        <w:tab/>
        <w:t>FRC for maximum input level for 64QAM</w:t>
      </w:r>
      <w:bookmarkEnd w:id="805"/>
      <w:bookmarkEnd w:id="806"/>
      <w:bookmarkEnd w:id="807"/>
      <w:bookmarkEnd w:id="808"/>
      <w:bookmarkEnd w:id="809"/>
      <w:bookmarkEnd w:id="810"/>
      <w:bookmarkEnd w:id="811"/>
      <w:bookmarkEnd w:id="812"/>
      <w:bookmarkEnd w:id="813"/>
      <w:bookmarkEnd w:id="814"/>
    </w:p>
    <w:p w14:paraId="7E51E1E1" w14:textId="44EA0E76" w:rsidR="00BB18DB" w:rsidRDefault="00BB18DB" w:rsidP="00BB18DB">
      <w:r>
        <w:t>For V2X transmission over PC5, Table A.7.3-1, Table A.7.3-2 and TableA.7.3-3 are applicable for Maximum input level when the maximum modulation order is 64QAM.</w:t>
      </w:r>
    </w:p>
    <w:p w14:paraId="2E98E675" w14:textId="2C6AF621" w:rsidR="00BB18DB" w:rsidRDefault="00BB18DB" w:rsidP="008C0EFD">
      <w:pPr>
        <w:pStyle w:val="TH"/>
      </w:pPr>
      <w:r>
        <w:t>Table A.7.3-1</w:t>
      </w:r>
      <w:r w:rsidR="008E6857">
        <w:t>:</w:t>
      </w:r>
      <w:r>
        <w:t xml:space="preserve"> Fixed reference channel for V2X receiver requirements (SCS 15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922"/>
        <w:gridCol w:w="1161"/>
        <w:gridCol w:w="1161"/>
        <w:gridCol w:w="1161"/>
        <w:gridCol w:w="1161"/>
      </w:tblGrid>
      <w:tr w:rsidR="00EC33EA" w:rsidRPr="00B5603F" w14:paraId="5EFAB6F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31F1F7A" w14:textId="77777777" w:rsidR="00EC33EA" w:rsidRPr="00B5603F" w:rsidRDefault="00EC33EA"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1C075BA5" w14:textId="77777777" w:rsidR="00EC33EA" w:rsidRPr="00B5603F" w:rsidRDefault="00EC33EA"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615397FD" w14:textId="77777777" w:rsidR="00EC33EA" w:rsidRPr="00B5603F" w:rsidRDefault="00EC33EA" w:rsidP="00B12215">
            <w:pPr>
              <w:pStyle w:val="TAH"/>
              <w:rPr>
                <w:rFonts w:cs="Arial"/>
                <w:kern w:val="2"/>
                <w:szCs w:val="18"/>
              </w:rPr>
            </w:pPr>
            <w:r w:rsidRPr="00B5603F">
              <w:rPr>
                <w:rFonts w:cs="Arial"/>
                <w:kern w:val="2"/>
                <w:szCs w:val="18"/>
              </w:rPr>
              <w:t>Value</w:t>
            </w:r>
          </w:p>
        </w:tc>
      </w:tr>
      <w:tr w:rsidR="00EC33EA" w:rsidRPr="00B5603F" w14:paraId="2CD0751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973A6" w14:textId="77777777" w:rsidR="00EC33EA" w:rsidRPr="00B5603F" w:rsidRDefault="00EC33EA"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43E68C4F" w14:textId="77777777" w:rsidR="00EC33EA" w:rsidRPr="00B5603F" w:rsidRDefault="00EC33EA"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7EA186D7" w14:textId="77777777" w:rsidR="00EC33EA" w:rsidRPr="00B5603F" w:rsidRDefault="00EC33EA"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EE5A3" w14:textId="77777777" w:rsidR="00EC33EA" w:rsidRPr="00B5603F" w:rsidRDefault="00EC33EA"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7C57AF" w14:textId="77777777" w:rsidR="00EC33EA" w:rsidRPr="00B5603F" w:rsidRDefault="00EC33EA"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583CBAA0" w14:textId="77777777" w:rsidR="00EC33EA" w:rsidRPr="00B5603F" w:rsidRDefault="00EC33EA" w:rsidP="00B12215">
            <w:pPr>
              <w:pStyle w:val="TAH"/>
              <w:rPr>
                <w:rFonts w:cs="Arial"/>
                <w:kern w:val="2"/>
                <w:szCs w:val="18"/>
              </w:rPr>
            </w:pPr>
            <w:r w:rsidRPr="00B5603F">
              <w:rPr>
                <w:rFonts w:cs="Arial"/>
                <w:kern w:val="2"/>
                <w:szCs w:val="18"/>
              </w:rPr>
              <w:t>40</w:t>
            </w:r>
          </w:p>
        </w:tc>
      </w:tr>
      <w:tr w:rsidR="00EC33EA" w:rsidRPr="00B5603F" w14:paraId="1B5E362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292C47" w14:textId="77777777" w:rsidR="00EC33EA" w:rsidRPr="00B5603F" w:rsidRDefault="00EC33EA"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4A9484B9" w14:textId="77777777" w:rsidR="00EC33EA" w:rsidRPr="00B5603F" w:rsidRDefault="00EC33EA"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3EB47A62" w14:textId="77777777" w:rsidR="00EC33EA" w:rsidRPr="00B5603F" w:rsidRDefault="00EC33EA"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2CC7DEE4" w14:textId="77777777" w:rsidR="00EC33EA" w:rsidRPr="00B5603F" w:rsidRDefault="00EC33EA"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E89C7" w14:textId="77777777" w:rsidR="00EC33EA" w:rsidRPr="00B5603F" w:rsidRDefault="00EC33EA"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84C91" w14:textId="77777777" w:rsidR="00EC33EA" w:rsidRPr="00B5603F" w:rsidRDefault="00EC33EA" w:rsidP="00B12215">
            <w:pPr>
              <w:pStyle w:val="TAC"/>
              <w:rPr>
                <w:rFonts w:cs="Arial"/>
                <w:kern w:val="2"/>
                <w:szCs w:val="18"/>
              </w:rPr>
            </w:pPr>
            <w:r w:rsidRPr="00B5603F">
              <w:rPr>
                <w:rFonts w:cs="Arial"/>
                <w:kern w:val="2"/>
                <w:szCs w:val="18"/>
              </w:rPr>
              <w:t>15</w:t>
            </w:r>
          </w:p>
        </w:tc>
      </w:tr>
      <w:tr w:rsidR="0036140A" w:rsidRPr="00B5603F" w14:paraId="1574A54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0E3C839" w14:textId="699045BB"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4D851337"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53EFD06" w14:textId="5ED01230"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C7D9310" w14:textId="6F56B3EB" w:rsidR="0036140A" w:rsidRPr="00B5603F" w:rsidRDefault="0036140A" w:rsidP="0036140A">
            <w:pPr>
              <w:pStyle w:val="TAC"/>
              <w:rPr>
                <w:rFonts w:cs="Arial"/>
                <w:kern w:val="2"/>
                <w:szCs w:val="18"/>
              </w:rPr>
            </w:pPr>
            <w:r w:rsidRPr="00ED6B22">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587FBC61" w14:textId="6C414191"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376AC0D6" w14:textId="1E7D59FA" w:rsidR="0036140A" w:rsidRPr="00B5603F" w:rsidRDefault="0036140A" w:rsidP="0036140A">
            <w:pPr>
              <w:pStyle w:val="TAC"/>
              <w:rPr>
                <w:rFonts w:cs="Arial"/>
                <w:kern w:val="2"/>
                <w:szCs w:val="18"/>
              </w:rPr>
            </w:pPr>
            <w:r w:rsidRPr="00ED6B22">
              <w:rPr>
                <w:rFonts w:eastAsia="PMingLiU" w:cs="Arial"/>
                <w:kern w:val="2"/>
                <w:szCs w:val="18"/>
              </w:rPr>
              <w:t>12</w:t>
            </w:r>
          </w:p>
        </w:tc>
      </w:tr>
      <w:tr w:rsidR="00EC33EA" w:rsidRPr="00B5603F" w14:paraId="1086E92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84F9FEE" w14:textId="77777777" w:rsidR="00EC33EA" w:rsidRPr="00B5603F" w:rsidRDefault="00EC33EA"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71B71E50"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912CD63" w14:textId="77777777" w:rsidR="00EC33EA" w:rsidRPr="00B5603F" w:rsidRDefault="00EC33EA" w:rsidP="00B12215">
            <w:pPr>
              <w:pStyle w:val="TAC"/>
              <w:rPr>
                <w:rFonts w:cs="Arial"/>
                <w:kern w:val="2"/>
                <w:szCs w:val="18"/>
              </w:rPr>
            </w:pPr>
            <w:r w:rsidRPr="00B5603F">
              <w:rPr>
                <w:rFonts w:cs="Arial"/>
                <w:kern w:val="2"/>
                <w:szCs w:val="18"/>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E1F38" w14:textId="77777777" w:rsidR="00EC33EA" w:rsidRPr="00B5603F" w:rsidRDefault="00EC33EA" w:rsidP="00B12215">
            <w:pPr>
              <w:pStyle w:val="TAC"/>
              <w:rPr>
                <w:rFonts w:cs="Arial"/>
                <w:kern w:val="2"/>
                <w:szCs w:val="18"/>
              </w:rPr>
            </w:pPr>
            <w:r w:rsidRPr="00B5603F">
              <w:rPr>
                <w:rFonts w:cs="Arial"/>
                <w:kern w:val="2"/>
                <w:szCs w:val="18"/>
              </w:rPr>
              <w:t>105</w:t>
            </w:r>
          </w:p>
        </w:tc>
        <w:tc>
          <w:tcPr>
            <w:tcW w:w="0" w:type="auto"/>
            <w:tcBorders>
              <w:top w:val="single" w:sz="4" w:space="0" w:color="auto"/>
              <w:left w:val="single" w:sz="4" w:space="0" w:color="auto"/>
              <w:bottom w:val="single" w:sz="4" w:space="0" w:color="auto"/>
              <w:right w:val="single" w:sz="4" w:space="0" w:color="auto"/>
            </w:tcBorders>
            <w:vAlign w:val="center"/>
            <w:hideMark/>
          </w:tcPr>
          <w:p w14:paraId="12E04911" w14:textId="77777777" w:rsidR="00EC33EA" w:rsidRPr="00B5603F" w:rsidRDefault="00EC33EA" w:rsidP="00B12215">
            <w:pPr>
              <w:pStyle w:val="TAC"/>
              <w:rPr>
                <w:rFonts w:cs="Arial"/>
                <w:kern w:val="2"/>
                <w:szCs w:val="18"/>
              </w:rPr>
            </w:pPr>
            <w:r w:rsidRPr="00B5603F">
              <w:rPr>
                <w:rFonts w:cs="Arial"/>
                <w:kern w:val="2"/>
                <w:szCs w:val="18"/>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15FBA9D" w14:textId="77777777" w:rsidR="00EC33EA" w:rsidRPr="00B5603F" w:rsidRDefault="00EC33EA" w:rsidP="00B12215">
            <w:pPr>
              <w:pStyle w:val="TAC"/>
              <w:rPr>
                <w:rFonts w:cs="Arial"/>
                <w:kern w:val="2"/>
                <w:szCs w:val="18"/>
              </w:rPr>
            </w:pPr>
            <w:r w:rsidRPr="00B5603F">
              <w:rPr>
                <w:rFonts w:cs="Arial"/>
                <w:kern w:val="2"/>
                <w:szCs w:val="18"/>
              </w:rPr>
              <w:t>216</w:t>
            </w:r>
          </w:p>
        </w:tc>
      </w:tr>
      <w:tr w:rsidR="00EC33EA" w:rsidRPr="00B5603F" w14:paraId="33FCE02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AC0DC2" w14:textId="77777777" w:rsidR="00EC33EA" w:rsidRPr="00B5603F" w:rsidRDefault="00EC33EA"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3D989DF9"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2F132C6"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A359D30"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5DC0A50"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5846AAB" w14:textId="77777777" w:rsidR="00EC33EA" w:rsidRPr="00B5603F" w:rsidRDefault="00EC33EA" w:rsidP="00B12215">
            <w:pPr>
              <w:pStyle w:val="TAC"/>
              <w:rPr>
                <w:rFonts w:cs="Arial"/>
                <w:kern w:val="2"/>
                <w:szCs w:val="18"/>
              </w:rPr>
            </w:pPr>
            <w:r w:rsidRPr="00B5603F">
              <w:rPr>
                <w:rFonts w:cs="Arial"/>
                <w:kern w:val="2"/>
                <w:szCs w:val="18"/>
              </w:rPr>
              <w:t>24</w:t>
            </w:r>
          </w:p>
        </w:tc>
      </w:tr>
      <w:tr w:rsidR="00EC33EA" w:rsidRPr="00B5603F" w14:paraId="6B201C2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7306E06" w14:textId="77777777" w:rsidR="00EC33EA" w:rsidRPr="00B5603F" w:rsidRDefault="00EC33EA"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67F98996" w14:textId="77777777" w:rsidR="00EC33EA" w:rsidRPr="00B5603F" w:rsidRDefault="00EC33EA" w:rsidP="00B12215">
            <w:pPr>
              <w:pStyle w:val="TAC"/>
              <w:rPr>
                <w:rFonts w:cs="Arial"/>
                <w:kern w:val="2"/>
                <w:szCs w:val="18"/>
              </w:rPr>
            </w:pPr>
            <w:r w:rsidRPr="00B5603F">
              <w:rPr>
                <w:rFonts w:cs="Arial"/>
                <w:kern w:val="2"/>
                <w:szCs w:val="18"/>
              </w:rPr>
              <w:t>64QAM</w:t>
            </w:r>
          </w:p>
        </w:tc>
      </w:tr>
      <w:tr w:rsidR="00EC33EA" w:rsidRPr="00B5603F" w14:paraId="7737277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E5DEA3" w14:textId="77777777" w:rsidR="00EC33EA" w:rsidRPr="00B5603F" w:rsidRDefault="00EC33EA"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129AE976"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FB09F7" w14:textId="77777777" w:rsidR="00EC33EA" w:rsidRPr="00B5603F" w:rsidRDefault="00EC33EA"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48BA281D" w14:textId="77777777" w:rsidR="00EC33EA" w:rsidRPr="00B5603F" w:rsidRDefault="00EC33EA"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28A1C324" w14:textId="77777777" w:rsidR="00EC33EA" w:rsidRPr="00B5603F" w:rsidRDefault="00EC33EA"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60C8176A" w14:textId="77777777" w:rsidR="00EC33EA" w:rsidRPr="00B5603F" w:rsidRDefault="00EC33EA" w:rsidP="00B12215">
            <w:pPr>
              <w:pStyle w:val="TAC"/>
              <w:rPr>
                <w:rFonts w:cs="Arial"/>
                <w:kern w:val="2"/>
                <w:szCs w:val="18"/>
              </w:rPr>
            </w:pPr>
            <w:r w:rsidRPr="00B5603F">
              <w:rPr>
                <w:rFonts w:cs="Arial"/>
                <w:kern w:val="2"/>
                <w:szCs w:val="18"/>
              </w:rPr>
              <w:t>64QAM</w:t>
            </w:r>
          </w:p>
        </w:tc>
      </w:tr>
      <w:tr w:rsidR="00EC33EA" w:rsidRPr="00B5603F" w14:paraId="61BA0C27" w14:textId="77777777" w:rsidTr="00B12215">
        <w:trPr>
          <w:trHeight w:val="14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9F18734" w14:textId="77777777" w:rsidR="00EC33EA" w:rsidRPr="00B5603F" w:rsidRDefault="00EC33EA"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1DC8552"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3F373CD"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27144</w:t>
            </w:r>
          </w:p>
        </w:tc>
        <w:tc>
          <w:tcPr>
            <w:tcW w:w="0" w:type="auto"/>
            <w:tcBorders>
              <w:top w:val="single" w:sz="4" w:space="0" w:color="auto"/>
              <w:left w:val="single" w:sz="4" w:space="0" w:color="auto"/>
              <w:bottom w:val="single" w:sz="4" w:space="0" w:color="auto"/>
              <w:right w:val="single" w:sz="4" w:space="0" w:color="auto"/>
            </w:tcBorders>
            <w:vAlign w:val="center"/>
          </w:tcPr>
          <w:p w14:paraId="0DAE7796" w14:textId="77777777" w:rsidR="00EC33EA" w:rsidRPr="00B5603F" w:rsidRDefault="00EC33EA" w:rsidP="00B12215">
            <w:pPr>
              <w:pStyle w:val="TAC"/>
              <w:rPr>
                <w:rFonts w:cs="Arial"/>
                <w:kern w:val="2"/>
                <w:szCs w:val="18"/>
              </w:rPr>
            </w:pPr>
            <w:r w:rsidRPr="00B5603F">
              <w:rPr>
                <w:rFonts w:cs="Arial"/>
                <w:kern w:val="2"/>
                <w:szCs w:val="18"/>
                <w:lang w:eastAsia="zh-CN"/>
              </w:rPr>
              <w:t>60456</w:t>
            </w:r>
          </w:p>
        </w:tc>
        <w:tc>
          <w:tcPr>
            <w:tcW w:w="0" w:type="auto"/>
            <w:tcBorders>
              <w:top w:val="single" w:sz="4" w:space="0" w:color="auto"/>
              <w:left w:val="single" w:sz="4" w:space="0" w:color="auto"/>
              <w:bottom w:val="single" w:sz="4" w:space="0" w:color="auto"/>
              <w:right w:val="single" w:sz="4" w:space="0" w:color="auto"/>
            </w:tcBorders>
            <w:vAlign w:val="center"/>
          </w:tcPr>
          <w:p w14:paraId="792E6F7C" w14:textId="77777777" w:rsidR="00EC33EA" w:rsidRPr="00B5603F" w:rsidRDefault="00EC33EA" w:rsidP="00B12215">
            <w:pPr>
              <w:pStyle w:val="TAC"/>
              <w:rPr>
                <w:rFonts w:cs="Arial"/>
                <w:kern w:val="2"/>
                <w:szCs w:val="18"/>
              </w:rPr>
            </w:pPr>
            <w:r w:rsidRPr="00B5603F">
              <w:rPr>
                <w:rFonts w:cs="Arial"/>
                <w:kern w:val="2"/>
                <w:szCs w:val="18"/>
              </w:rPr>
              <w:t>92200</w:t>
            </w:r>
          </w:p>
        </w:tc>
        <w:tc>
          <w:tcPr>
            <w:tcW w:w="0" w:type="auto"/>
            <w:tcBorders>
              <w:top w:val="single" w:sz="4" w:space="0" w:color="auto"/>
              <w:left w:val="single" w:sz="4" w:space="0" w:color="auto"/>
              <w:bottom w:val="single" w:sz="4" w:space="0" w:color="auto"/>
              <w:right w:val="single" w:sz="4" w:space="0" w:color="auto"/>
            </w:tcBorders>
            <w:vAlign w:val="center"/>
          </w:tcPr>
          <w:p w14:paraId="0577D885" w14:textId="77777777" w:rsidR="00EC33EA" w:rsidRPr="00B5603F" w:rsidRDefault="00EC33EA" w:rsidP="00B12215">
            <w:pPr>
              <w:pStyle w:val="TAC"/>
              <w:rPr>
                <w:rFonts w:cs="Arial"/>
                <w:kern w:val="2"/>
                <w:szCs w:val="18"/>
              </w:rPr>
            </w:pPr>
            <w:r w:rsidRPr="00B5603F">
              <w:rPr>
                <w:rFonts w:cs="Arial"/>
                <w:kern w:val="2"/>
                <w:szCs w:val="18"/>
              </w:rPr>
              <w:t>127080</w:t>
            </w:r>
          </w:p>
        </w:tc>
      </w:tr>
      <w:tr w:rsidR="00EC33EA" w:rsidRPr="00B5603F" w14:paraId="5785000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7129F5" w14:textId="77777777" w:rsidR="00EC33EA" w:rsidRPr="00B5603F" w:rsidRDefault="00EC33EA"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45636429" w14:textId="77777777" w:rsidR="00EC33EA" w:rsidRPr="00B5603F" w:rsidRDefault="00EC33EA"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11064FAA"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A2AED46"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BDD58F8" w14:textId="77777777" w:rsidR="00EC33EA" w:rsidRPr="00B5603F" w:rsidRDefault="00EC33EA"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5AAE0F6" w14:textId="77777777" w:rsidR="00EC33EA" w:rsidRPr="00B5603F" w:rsidRDefault="00EC33EA" w:rsidP="00B12215">
            <w:pPr>
              <w:pStyle w:val="TAC"/>
              <w:rPr>
                <w:rFonts w:cs="Arial"/>
                <w:kern w:val="2"/>
                <w:szCs w:val="18"/>
              </w:rPr>
            </w:pPr>
            <w:r w:rsidRPr="00B5603F">
              <w:rPr>
                <w:rFonts w:cs="Arial"/>
                <w:kern w:val="2"/>
                <w:szCs w:val="18"/>
              </w:rPr>
              <w:t>24</w:t>
            </w:r>
          </w:p>
        </w:tc>
      </w:tr>
      <w:tr w:rsidR="00EC33EA" w:rsidRPr="00B5603F" w14:paraId="1798B68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45FE5E4" w14:textId="77777777" w:rsidR="00EC33EA" w:rsidRPr="00B5603F" w:rsidRDefault="00EC33EA"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0E031647"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77A48FB" w14:textId="77777777" w:rsidR="00EC33EA" w:rsidRPr="00B5603F" w:rsidRDefault="00EC33EA"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94E9EF3" w14:textId="77777777" w:rsidR="00EC33EA" w:rsidRPr="00B5603F" w:rsidRDefault="00EC33EA"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49AFA" w14:textId="77777777" w:rsidR="00EC33EA" w:rsidRPr="00B5603F" w:rsidRDefault="00EC33EA"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52A6CB2" w14:textId="77777777" w:rsidR="00EC33EA" w:rsidRPr="00B5603F" w:rsidRDefault="00EC33EA" w:rsidP="00B12215">
            <w:pPr>
              <w:pStyle w:val="TAC"/>
              <w:rPr>
                <w:rFonts w:cs="Arial"/>
                <w:kern w:val="2"/>
                <w:szCs w:val="18"/>
              </w:rPr>
            </w:pPr>
            <w:r w:rsidRPr="00B5603F">
              <w:rPr>
                <w:rFonts w:cs="Arial"/>
                <w:kern w:val="2"/>
                <w:szCs w:val="18"/>
              </w:rPr>
              <w:t>1</w:t>
            </w:r>
          </w:p>
        </w:tc>
      </w:tr>
      <w:tr w:rsidR="00EC33EA" w:rsidRPr="00B5603F" w14:paraId="5B78472E"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89EB53A" w14:textId="77777777" w:rsidR="00EC33EA" w:rsidRPr="00B5603F" w:rsidRDefault="00EC33EA"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5B9B52A7"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0BEAFAD"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4</w:t>
            </w:r>
          </w:p>
        </w:tc>
        <w:tc>
          <w:tcPr>
            <w:tcW w:w="0" w:type="auto"/>
            <w:tcBorders>
              <w:top w:val="single" w:sz="4" w:space="0" w:color="auto"/>
              <w:left w:val="single" w:sz="4" w:space="0" w:color="auto"/>
              <w:bottom w:val="single" w:sz="4" w:space="0" w:color="auto"/>
              <w:right w:val="single" w:sz="4" w:space="0" w:color="auto"/>
            </w:tcBorders>
            <w:vAlign w:val="center"/>
          </w:tcPr>
          <w:p w14:paraId="5E6665F9"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8</w:t>
            </w:r>
          </w:p>
        </w:tc>
        <w:tc>
          <w:tcPr>
            <w:tcW w:w="0" w:type="auto"/>
            <w:tcBorders>
              <w:top w:val="single" w:sz="4" w:space="0" w:color="auto"/>
              <w:left w:val="single" w:sz="4" w:space="0" w:color="auto"/>
              <w:bottom w:val="single" w:sz="4" w:space="0" w:color="auto"/>
              <w:right w:val="single" w:sz="4" w:space="0" w:color="auto"/>
            </w:tcBorders>
            <w:vAlign w:val="center"/>
          </w:tcPr>
          <w:p w14:paraId="1962F17A"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11</w:t>
            </w:r>
          </w:p>
        </w:tc>
        <w:tc>
          <w:tcPr>
            <w:tcW w:w="0" w:type="auto"/>
            <w:tcBorders>
              <w:top w:val="single" w:sz="4" w:space="0" w:color="auto"/>
              <w:left w:val="single" w:sz="4" w:space="0" w:color="auto"/>
              <w:bottom w:val="single" w:sz="4" w:space="0" w:color="auto"/>
              <w:right w:val="single" w:sz="4" w:space="0" w:color="auto"/>
            </w:tcBorders>
            <w:vAlign w:val="center"/>
          </w:tcPr>
          <w:p w14:paraId="03D69E01"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16</w:t>
            </w:r>
          </w:p>
        </w:tc>
      </w:tr>
      <w:tr w:rsidR="00EC33EA" w:rsidRPr="00B5603F" w14:paraId="139995E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4FA01B" w14:textId="77777777" w:rsidR="00EC33EA" w:rsidRPr="00B5603F" w:rsidRDefault="00EC33EA"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79BDF0F7"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6D226AD"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7226089" w14:textId="77777777" w:rsidR="00EC33EA" w:rsidRPr="00B5603F" w:rsidRDefault="00EC33EA"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0CDE4FA0" w14:textId="77777777" w:rsidR="00EC33EA" w:rsidRPr="00B5603F" w:rsidRDefault="00EC33EA"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7A15729" w14:textId="77777777" w:rsidR="00EC33EA" w:rsidRPr="00B5603F" w:rsidRDefault="00EC33EA" w:rsidP="00B12215">
            <w:pPr>
              <w:pStyle w:val="TAC"/>
              <w:rPr>
                <w:rFonts w:cs="Arial"/>
                <w:kern w:val="2"/>
                <w:szCs w:val="18"/>
              </w:rPr>
            </w:pPr>
            <w:r w:rsidRPr="00B5603F">
              <w:rPr>
                <w:rFonts w:cs="Arial"/>
                <w:kern w:val="2"/>
                <w:szCs w:val="18"/>
                <w:lang w:eastAsia="zh-CN"/>
              </w:rPr>
              <w:t>6.25</w:t>
            </w:r>
          </w:p>
        </w:tc>
      </w:tr>
      <w:tr w:rsidR="00EC33EA" w:rsidRPr="00B5603F" w14:paraId="61DB5AB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618F991" w14:textId="77777777" w:rsidR="00EC33EA" w:rsidRPr="00B5603F" w:rsidRDefault="00EC33EA"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072AF510"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60821EF"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510A8D5D"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1CDE03D3"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C4583BB"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w:t>
            </w:r>
          </w:p>
        </w:tc>
      </w:tr>
      <w:tr w:rsidR="00EC33EA" w:rsidRPr="00B5603F" w14:paraId="0AB1646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7354BF8" w14:textId="77777777" w:rsidR="00EC33EA" w:rsidRPr="00B5603F" w:rsidRDefault="00EC33EA"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12B0493B" w14:textId="77777777" w:rsidR="00EC33EA" w:rsidRPr="00B5603F" w:rsidRDefault="00EC33EA"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FF611A3"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35964</w:t>
            </w:r>
          </w:p>
        </w:tc>
        <w:tc>
          <w:tcPr>
            <w:tcW w:w="0" w:type="auto"/>
            <w:tcBorders>
              <w:top w:val="single" w:sz="4" w:space="0" w:color="auto"/>
              <w:left w:val="single" w:sz="4" w:space="0" w:color="auto"/>
              <w:bottom w:val="single" w:sz="4" w:space="0" w:color="auto"/>
              <w:right w:val="single" w:sz="4" w:space="0" w:color="auto"/>
            </w:tcBorders>
            <w:vAlign w:val="center"/>
          </w:tcPr>
          <w:p w14:paraId="6E0F4C57" w14:textId="77777777" w:rsidR="00EC33EA" w:rsidRPr="00B5603F" w:rsidRDefault="00EC33EA" w:rsidP="00B12215">
            <w:pPr>
              <w:pStyle w:val="TAC"/>
              <w:rPr>
                <w:rFonts w:cs="Arial"/>
                <w:kern w:val="2"/>
                <w:szCs w:val="18"/>
              </w:rPr>
            </w:pPr>
            <w:r w:rsidRPr="00B5603F">
              <w:rPr>
                <w:rFonts w:cs="Arial"/>
                <w:kern w:val="2"/>
                <w:szCs w:val="18"/>
              </w:rPr>
              <w:t>79524</w:t>
            </w:r>
          </w:p>
        </w:tc>
        <w:tc>
          <w:tcPr>
            <w:tcW w:w="0" w:type="auto"/>
            <w:tcBorders>
              <w:top w:val="single" w:sz="4" w:space="0" w:color="auto"/>
              <w:left w:val="single" w:sz="4" w:space="0" w:color="auto"/>
              <w:bottom w:val="single" w:sz="4" w:space="0" w:color="auto"/>
              <w:right w:val="single" w:sz="4" w:space="0" w:color="auto"/>
            </w:tcBorders>
            <w:vAlign w:val="center"/>
          </w:tcPr>
          <w:p w14:paraId="5BF0934D" w14:textId="77777777" w:rsidR="00EC33EA" w:rsidRPr="00B5603F" w:rsidRDefault="00EC33EA" w:rsidP="00B12215">
            <w:pPr>
              <w:pStyle w:val="TAC"/>
              <w:rPr>
                <w:rFonts w:cs="Arial"/>
                <w:kern w:val="2"/>
                <w:szCs w:val="18"/>
              </w:rPr>
            </w:pPr>
            <w:r w:rsidRPr="00B5603F">
              <w:rPr>
                <w:rFonts w:cs="Arial"/>
                <w:kern w:val="2"/>
                <w:szCs w:val="18"/>
              </w:rPr>
              <w:t>123084</w:t>
            </w:r>
          </w:p>
        </w:tc>
        <w:tc>
          <w:tcPr>
            <w:tcW w:w="0" w:type="auto"/>
            <w:tcBorders>
              <w:top w:val="single" w:sz="4" w:space="0" w:color="auto"/>
              <w:left w:val="single" w:sz="4" w:space="0" w:color="auto"/>
              <w:bottom w:val="single" w:sz="4" w:space="0" w:color="auto"/>
              <w:right w:val="single" w:sz="4" w:space="0" w:color="auto"/>
            </w:tcBorders>
            <w:vAlign w:val="center"/>
          </w:tcPr>
          <w:p w14:paraId="374FC7D1" w14:textId="77777777" w:rsidR="00EC33EA" w:rsidRPr="00B5603F" w:rsidRDefault="00EC33EA" w:rsidP="00B12215">
            <w:pPr>
              <w:pStyle w:val="TAC"/>
              <w:rPr>
                <w:rFonts w:cs="Arial"/>
                <w:kern w:val="2"/>
                <w:szCs w:val="18"/>
                <w:lang w:eastAsia="zh-CN"/>
              </w:rPr>
            </w:pPr>
            <w:r w:rsidRPr="00B5603F">
              <w:rPr>
                <w:rFonts w:cs="Arial"/>
                <w:kern w:val="2"/>
                <w:szCs w:val="18"/>
                <w:lang w:eastAsia="zh-CN"/>
              </w:rPr>
              <w:t>167436</w:t>
            </w:r>
          </w:p>
        </w:tc>
      </w:tr>
      <w:tr w:rsidR="00EC33EA" w:rsidRPr="00B5603F" w14:paraId="6E24E952"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265CE8F" w14:textId="77777777" w:rsidR="00EC33EA" w:rsidRPr="00B5603F" w:rsidRDefault="00EC33EA"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2298E" w14:textId="77777777" w:rsidR="00EC33EA" w:rsidRPr="00B5603F" w:rsidRDefault="00EC33EA"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1BF0EBC1" w14:textId="77777777" w:rsidR="00EC33EA" w:rsidRPr="00B5603F" w:rsidRDefault="00EC33EA" w:rsidP="00B12215">
            <w:pPr>
              <w:pStyle w:val="TAC"/>
              <w:rPr>
                <w:rFonts w:cs="Arial"/>
                <w:kern w:val="2"/>
                <w:szCs w:val="18"/>
              </w:rPr>
            </w:pPr>
            <w:r w:rsidRPr="00B5603F">
              <w:rPr>
                <w:rFonts w:cs="Arial"/>
                <w:kern w:val="2"/>
                <w:szCs w:val="18"/>
              </w:rPr>
              <w:t>2.7144</w:t>
            </w:r>
          </w:p>
        </w:tc>
        <w:tc>
          <w:tcPr>
            <w:tcW w:w="0" w:type="auto"/>
            <w:tcBorders>
              <w:top w:val="single" w:sz="4" w:space="0" w:color="auto"/>
              <w:left w:val="single" w:sz="4" w:space="0" w:color="auto"/>
              <w:bottom w:val="single" w:sz="4" w:space="0" w:color="auto"/>
              <w:right w:val="single" w:sz="4" w:space="0" w:color="auto"/>
            </w:tcBorders>
            <w:vAlign w:val="center"/>
            <w:hideMark/>
          </w:tcPr>
          <w:p w14:paraId="04910350" w14:textId="77777777" w:rsidR="00EC33EA" w:rsidRPr="00B5603F" w:rsidRDefault="00EC33EA" w:rsidP="00B12215">
            <w:pPr>
              <w:pStyle w:val="TAC"/>
              <w:rPr>
                <w:rFonts w:cs="Arial"/>
                <w:kern w:val="2"/>
                <w:szCs w:val="18"/>
              </w:rPr>
            </w:pPr>
            <w:r w:rsidRPr="00B5603F">
              <w:rPr>
                <w:rFonts w:cs="Arial"/>
                <w:kern w:val="2"/>
                <w:szCs w:val="18"/>
                <w:lang w:eastAsia="zh-CN"/>
              </w:rPr>
              <w:t>6.0456</w:t>
            </w:r>
          </w:p>
        </w:tc>
        <w:tc>
          <w:tcPr>
            <w:tcW w:w="0" w:type="auto"/>
            <w:tcBorders>
              <w:top w:val="single" w:sz="4" w:space="0" w:color="auto"/>
              <w:left w:val="single" w:sz="4" w:space="0" w:color="auto"/>
              <w:bottom w:val="single" w:sz="4" w:space="0" w:color="auto"/>
              <w:right w:val="single" w:sz="4" w:space="0" w:color="auto"/>
            </w:tcBorders>
            <w:vAlign w:val="center"/>
            <w:hideMark/>
          </w:tcPr>
          <w:p w14:paraId="4A38D061" w14:textId="77777777" w:rsidR="00EC33EA" w:rsidRPr="00B5603F" w:rsidRDefault="00EC33EA" w:rsidP="00B12215">
            <w:pPr>
              <w:pStyle w:val="TAC"/>
              <w:rPr>
                <w:rFonts w:cs="Arial"/>
                <w:kern w:val="2"/>
                <w:szCs w:val="18"/>
              </w:rPr>
            </w:pPr>
            <w:r w:rsidRPr="00B5603F">
              <w:rPr>
                <w:rFonts w:cs="Arial"/>
                <w:kern w:val="2"/>
                <w:szCs w:val="18"/>
              </w:rPr>
              <w:t>9.22</w:t>
            </w:r>
          </w:p>
        </w:tc>
        <w:tc>
          <w:tcPr>
            <w:tcW w:w="0" w:type="auto"/>
            <w:tcBorders>
              <w:top w:val="single" w:sz="4" w:space="0" w:color="auto"/>
              <w:left w:val="single" w:sz="4" w:space="0" w:color="auto"/>
              <w:bottom w:val="single" w:sz="4" w:space="0" w:color="auto"/>
              <w:right w:val="single" w:sz="4" w:space="0" w:color="auto"/>
            </w:tcBorders>
            <w:vAlign w:val="center"/>
            <w:hideMark/>
          </w:tcPr>
          <w:p w14:paraId="009EFB8C" w14:textId="77777777" w:rsidR="00EC33EA" w:rsidRPr="00B5603F" w:rsidRDefault="00EC33EA" w:rsidP="00B12215">
            <w:pPr>
              <w:pStyle w:val="TAC"/>
              <w:rPr>
                <w:rFonts w:cs="Arial"/>
                <w:kern w:val="2"/>
                <w:szCs w:val="18"/>
              </w:rPr>
            </w:pPr>
            <w:r w:rsidRPr="00B5603F">
              <w:rPr>
                <w:rFonts w:cs="Arial"/>
                <w:kern w:val="2"/>
                <w:szCs w:val="18"/>
              </w:rPr>
              <w:t>12.708</w:t>
            </w:r>
          </w:p>
        </w:tc>
      </w:tr>
      <w:tr w:rsidR="00EC33EA" w:rsidRPr="00B5603F" w14:paraId="511F8ACE"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1917E93A" w14:textId="77777777" w:rsidR="00EC33EA" w:rsidRPr="00B5603F" w:rsidRDefault="00EC33EA"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455B0D71" w14:textId="28F95622" w:rsidR="00EC33EA" w:rsidRPr="00B5603F" w:rsidRDefault="00EC33EA" w:rsidP="00B12215">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1F465C6F" w14:textId="53D855FB" w:rsidR="00C7535D" w:rsidRDefault="00C7535D" w:rsidP="00C7535D"/>
    <w:p w14:paraId="2D676656" w14:textId="13C22B76" w:rsidR="00E33D7F" w:rsidRDefault="00E33D7F" w:rsidP="008C0EFD">
      <w:pPr>
        <w:pStyle w:val="TH"/>
      </w:pPr>
      <w:r w:rsidRPr="00E33D7F">
        <w:t>Table A.7.3</w:t>
      </w:r>
      <w:r>
        <w:t>-</w:t>
      </w:r>
      <w:r w:rsidRPr="00E33D7F">
        <w:t>2</w:t>
      </w:r>
      <w:r>
        <w:t>:</w:t>
      </w:r>
      <w:r w:rsidRPr="00E33D7F">
        <w:t xml:space="preserve"> Fixed reference channel for V2X receiver requirements (SCS 30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922"/>
        <w:gridCol w:w="1161"/>
        <w:gridCol w:w="1161"/>
        <w:gridCol w:w="1161"/>
        <w:gridCol w:w="1161"/>
      </w:tblGrid>
      <w:tr w:rsidR="00E33D7F" w:rsidRPr="00B5603F" w14:paraId="6275B5A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56E9F0B" w14:textId="77777777" w:rsidR="00E33D7F" w:rsidRPr="00B5603F" w:rsidRDefault="00E33D7F"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5FD86334" w14:textId="77777777" w:rsidR="00E33D7F" w:rsidRPr="00B5603F" w:rsidRDefault="00E33D7F"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0B62A58C" w14:textId="77777777" w:rsidR="00E33D7F" w:rsidRPr="00B5603F" w:rsidRDefault="00E33D7F" w:rsidP="00B12215">
            <w:pPr>
              <w:pStyle w:val="TAH"/>
              <w:rPr>
                <w:rFonts w:cs="Arial"/>
                <w:kern w:val="2"/>
                <w:szCs w:val="18"/>
              </w:rPr>
            </w:pPr>
            <w:r w:rsidRPr="00B5603F">
              <w:rPr>
                <w:rFonts w:cs="Arial"/>
                <w:kern w:val="2"/>
                <w:szCs w:val="18"/>
              </w:rPr>
              <w:t>Value</w:t>
            </w:r>
          </w:p>
        </w:tc>
      </w:tr>
      <w:tr w:rsidR="00E33D7F" w:rsidRPr="00B5603F" w14:paraId="0B01148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8C71160" w14:textId="77777777" w:rsidR="00E33D7F" w:rsidRPr="00B5603F" w:rsidRDefault="00E33D7F"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67F268D0" w14:textId="77777777" w:rsidR="00E33D7F" w:rsidRPr="00B5603F" w:rsidRDefault="00E33D7F"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59ABE4B4" w14:textId="77777777" w:rsidR="00E33D7F" w:rsidRPr="00B5603F" w:rsidRDefault="00E33D7F"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271B1DF" w14:textId="77777777" w:rsidR="00E33D7F" w:rsidRPr="00B5603F" w:rsidRDefault="00E33D7F"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C181BE" w14:textId="77777777" w:rsidR="00E33D7F" w:rsidRPr="00B5603F" w:rsidRDefault="00E33D7F"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9B25AB" w14:textId="77777777" w:rsidR="00E33D7F" w:rsidRPr="00B5603F" w:rsidRDefault="00E33D7F" w:rsidP="00B12215">
            <w:pPr>
              <w:pStyle w:val="TAH"/>
              <w:rPr>
                <w:rFonts w:cs="Arial"/>
                <w:kern w:val="2"/>
                <w:szCs w:val="18"/>
              </w:rPr>
            </w:pPr>
            <w:r w:rsidRPr="00B5603F">
              <w:rPr>
                <w:rFonts w:cs="Arial"/>
                <w:kern w:val="2"/>
                <w:szCs w:val="18"/>
              </w:rPr>
              <w:t>40</w:t>
            </w:r>
          </w:p>
        </w:tc>
      </w:tr>
      <w:tr w:rsidR="00E33D7F" w:rsidRPr="00B5603F" w14:paraId="1BAAC23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37E096A" w14:textId="77777777" w:rsidR="00E33D7F" w:rsidRPr="00B5603F" w:rsidRDefault="00E33D7F"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553BF715" w14:textId="77777777" w:rsidR="00E33D7F" w:rsidRPr="00B5603F" w:rsidRDefault="00E33D7F"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7882B6B8" w14:textId="77777777" w:rsidR="00E33D7F" w:rsidRPr="00B5603F" w:rsidRDefault="00E33D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9A8A5BB" w14:textId="77777777" w:rsidR="00E33D7F" w:rsidRPr="00B5603F" w:rsidRDefault="00E33D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5EADE8F" w14:textId="77777777" w:rsidR="00E33D7F" w:rsidRPr="00B5603F" w:rsidRDefault="00E33D7F" w:rsidP="00B12215">
            <w:pPr>
              <w:pStyle w:val="TAC"/>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7E68F5CD" w14:textId="77777777" w:rsidR="00E33D7F" w:rsidRPr="00B5603F" w:rsidRDefault="00E33D7F" w:rsidP="00B12215">
            <w:pPr>
              <w:pStyle w:val="TAC"/>
              <w:rPr>
                <w:rFonts w:cs="Arial"/>
                <w:kern w:val="2"/>
                <w:szCs w:val="18"/>
              </w:rPr>
            </w:pPr>
            <w:r w:rsidRPr="00B5603F">
              <w:rPr>
                <w:rFonts w:cs="Arial"/>
                <w:kern w:val="2"/>
                <w:szCs w:val="18"/>
              </w:rPr>
              <w:t>30</w:t>
            </w:r>
          </w:p>
        </w:tc>
      </w:tr>
      <w:tr w:rsidR="0036140A" w:rsidRPr="00B5603F" w14:paraId="1A2F4DC5"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2A27C04" w14:textId="7FC3A7C8"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1E7C6FEF"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6DEEC6E" w14:textId="1008A31D"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5121122D" w14:textId="366641F6"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7CC3167F" w14:textId="0BFD5D93"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5</w:t>
            </w:r>
          </w:p>
        </w:tc>
        <w:tc>
          <w:tcPr>
            <w:tcW w:w="0" w:type="auto"/>
            <w:tcBorders>
              <w:top w:val="single" w:sz="4" w:space="0" w:color="auto"/>
              <w:left w:val="single" w:sz="4" w:space="0" w:color="auto"/>
              <w:bottom w:val="single" w:sz="4" w:space="0" w:color="auto"/>
              <w:right w:val="single" w:sz="4" w:space="0" w:color="auto"/>
            </w:tcBorders>
            <w:vAlign w:val="center"/>
          </w:tcPr>
          <w:p w14:paraId="6342F148" w14:textId="11FB96C3" w:rsidR="0036140A" w:rsidRPr="00B5603F" w:rsidRDefault="0036140A" w:rsidP="0036140A">
            <w:pPr>
              <w:pStyle w:val="TAC"/>
              <w:rPr>
                <w:rFonts w:cs="Arial"/>
                <w:kern w:val="2"/>
                <w:szCs w:val="18"/>
              </w:rPr>
            </w:pPr>
            <w:r w:rsidRPr="00ED6B22">
              <w:rPr>
                <w:rFonts w:eastAsia="PMingLiU" w:cs="Arial"/>
                <w:kern w:val="2"/>
                <w:szCs w:val="18"/>
              </w:rPr>
              <w:t>1</w:t>
            </w:r>
            <w:r>
              <w:rPr>
                <w:rFonts w:eastAsia="PMingLiU" w:cs="Arial"/>
                <w:kern w:val="2"/>
                <w:szCs w:val="18"/>
              </w:rPr>
              <w:t>5</w:t>
            </w:r>
          </w:p>
        </w:tc>
      </w:tr>
      <w:tr w:rsidR="00E33D7F" w:rsidRPr="00B5603F" w14:paraId="44EC6F2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E9A4DB" w14:textId="77777777" w:rsidR="00E33D7F" w:rsidRPr="00B5603F" w:rsidRDefault="00E33D7F"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1E66161D"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4D6B24FC" w14:textId="77777777" w:rsidR="00E33D7F" w:rsidRPr="00B5603F" w:rsidRDefault="00E33D7F" w:rsidP="00B12215">
            <w:pPr>
              <w:pStyle w:val="TAC"/>
              <w:rPr>
                <w:rFonts w:cs="Arial"/>
                <w:kern w:val="2"/>
                <w:szCs w:val="18"/>
              </w:rPr>
            </w:pPr>
            <w:r w:rsidRPr="00B5603F">
              <w:rPr>
                <w:rFonts w:cs="Arial"/>
                <w:szCs w:val="18"/>
                <w:lang w:eastAsia="zh-CN"/>
              </w:rPr>
              <w:t>24</w:t>
            </w:r>
          </w:p>
        </w:tc>
        <w:tc>
          <w:tcPr>
            <w:tcW w:w="0" w:type="auto"/>
            <w:tcBorders>
              <w:top w:val="single" w:sz="4" w:space="0" w:color="auto"/>
              <w:left w:val="single" w:sz="4" w:space="0" w:color="auto"/>
              <w:bottom w:val="single" w:sz="4" w:space="0" w:color="auto"/>
              <w:right w:val="single" w:sz="4" w:space="0" w:color="auto"/>
            </w:tcBorders>
            <w:hideMark/>
          </w:tcPr>
          <w:p w14:paraId="2276C3B5" w14:textId="77777777" w:rsidR="00E33D7F" w:rsidRPr="00B5603F" w:rsidRDefault="00E33D7F" w:rsidP="00B12215">
            <w:pPr>
              <w:pStyle w:val="TAC"/>
              <w:rPr>
                <w:rFonts w:cs="Arial"/>
                <w:kern w:val="2"/>
                <w:szCs w:val="18"/>
              </w:rPr>
            </w:pPr>
            <w:r w:rsidRPr="00B5603F">
              <w:rPr>
                <w:rFonts w:cs="Arial"/>
                <w:szCs w:val="18"/>
                <w:lang w:eastAsia="ja-JP"/>
              </w:rPr>
              <w:t>50</w:t>
            </w:r>
          </w:p>
        </w:tc>
        <w:tc>
          <w:tcPr>
            <w:tcW w:w="0" w:type="auto"/>
            <w:tcBorders>
              <w:top w:val="single" w:sz="4" w:space="0" w:color="auto"/>
              <w:left w:val="single" w:sz="4" w:space="0" w:color="auto"/>
              <w:bottom w:val="single" w:sz="4" w:space="0" w:color="auto"/>
              <w:right w:val="single" w:sz="4" w:space="0" w:color="auto"/>
            </w:tcBorders>
            <w:hideMark/>
          </w:tcPr>
          <w:p w14:paraId="413EC4FB" w14:textId="77777777" w:rsidR="00E33D7F" w:rsidRPr="00B5603F" w:rsidRDefault="00E33D7F" w:rsidP="00B12215">
            <w:pPr>
              <w:pStyle w:val="TAC"/>
              <w:rPr>
                <w:rFonts w:cs="Arial"/>
                <w:kern w:val="2"/>
                <w:szCs w:val="18"/>
              </w:rPr>
            </w:pPr>
            <w:r w:rsidRPr="00B5603F">
              <w:rPr>
                <w:rFonts w:cs="Arial"/>
                <w:szCs w:val="18"/>
                <w:lang w:eastAsia="ja-JP"/>
              </w:rPr>
              <w:t>75</w:t>
            </w:r>
          </w:p>
        </w:tc>
        <w:tc>
          <w:tcPr>
            <w:tcW w:w="0" w:type="auto"/>
            <w:tcBorders>
              <w:top w:val="single" w:sz="4" w:space="0" w:color="auto"/>
              <w:left w:val="single" w:sz="4" w:space="0" w:color="auto"/>
              <w:bottom w:val="single" w:sz="4" w:space="0" w:color="auto"/>
              <w:right w:val="single" w:sz="4" w:space="0" w:color="auto"/>
            </w:tcBorders>
            <w:hideMark/>
          </w:tcPr>
          <w:p w14:paraId="20179CF0" w14:textId="77777777" w:rsidR="00E33D7F" w:rsidRPr="00B5603F" w:rsidRDefault="00E33D7F" w:rsidP="00B12215">
            <w:pPr>
              <w:pStyle w:val="TAC"/>
              <w:rPr>
                <w:rFonts w:cs="Arial"/>
                <w:kern w:val="2"/>
                <w:szCs w:val="18"/>
              </w:rPr>
            </w:pPr>
            <w:r w:rsidRPr="00B5603F">
              <w:rPr>
                <w:rFonts w:cs="Arial"/>
                <w:szCs w:val="18"/>
                <w:lang w:eastAsia="zh-CN"/>
              </w:rPr>
              <w:t>105</w:t>
            </w:r>
          </w:p>
        </w:tc>
      </w:tr>
      <w:tr w:rsidR="00E33D7F" w:rsidRPr="00B5603F" w14:paraId="3CA474F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717F24" w14:textId="77777777" w:rsidR="00E33D7F" w:rsidRPr="00B5603F" w:rsidRDefault="00E33D7F"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46275C99"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182F39"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DD88F27"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7F87EF1"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32AD119" w14:textId="77777777" w:rsidR="00E33D7F" w:rsidRPr="00B5603F" w:rsidRDefault="00E33D7F" w:rsidP="00B12215">
            <w:pPr>
              <w:pStyle w:val="TAC"/>
              <w:rPr>
                <w:rFonts w:cs="Arial"/>
                <w:kern w:val="2"/>
                <w:szCs w:val="18"/>
              </w:rPr>
            </w:pPr>
            <w:r w:rsidRPr="00B5603F">
              <w:rPr>
                <w:rFonts w:cs="Arial"/>
                <w:kern w:val="2"/>
                <w:szCs w:val="18"/>
              </w:rPr>
              <w:t>24</w:t>
            </w:r>
          </w:p>
        </w:tc>
      </w:tr>
      <w:tr w:rsidR="00E33D7F" w:rsidRPr="00B5603F" w14:paraId="16296B6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C28DDA3" w14:textId="77777777" w:rsidR="00E33D7F" w:rsidRPr="00B5603F" w:rsidRDefault="00E33D7F"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16CB73E2" w14:textId="77777777" w:rsidR="00E33D7F" w:rsidRPr="00B5603F" w:rsidRDefault="00E33D7F" w:rsidP="00B12215">
            <w:pPr>
              <w:pStyle w:val="TAC"/>
              <w:rPr>
                <w:rFonts w:cs="Arial"/>
                <w:kern w:val="2"/>
                <w:szCs w:val="18"/>
              </w:rPr>
            </w:pPr>
            <w:r w:rsidRPr="00B5603F">
              <w:rPr>
                <w:rFonts w:cs="Arial"/>
                <w:kern w:val="2"/>
                <w:szCs w:val="18"/>
              </w:rPr>
              <w:t>64QAM</w:t>
            </w:r>
          </w:p>
        </w:tc>
      </w:tr>
      <w:tr w:rsidR="00E33D7F" w:rsidRPr="00B5603F" w14:paraId="0408A94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0976FA" w14:textId="77777777" w:rsidR="00E33D7F" w:rsidRPr="00B5603F" w:rsidRDefault="00E33D7F"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5C262FA2"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FFE3963"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6EC5526"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38B3F8A"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0115578" w14:textId="77777777" w:rsidR="00E33D7F" w:rsidRPr="00B5603F" w:rsidRDefault="00E33D7F" w:rsidP="00B12215">
            <w:pPr>
              <w:pStyle w:val="TAC"/>
              <w:rPr>
                <w:rFonts w:cs="Arial"/>
                <w:kern w:val="2"/>
                <w:szCs w:val="18"/>
              </w:rPr>
            </w:pPr>
            <w:r w:rsidRPr="00B5603F">
              <w:rPr>
                <w:rFonts w:cs="Arial"/>
                <w:kern w:val="2"/>
                <w:szCs w:val="18"/>
              </w:rPr>
              <w:t>64QAM</w:t>
            </w:r>
          </w:p>
        </w:tc>
      </w:tr>
      <w:tr w:rsidR="00E33D7F" w:rsidRPr="00B5603F" w14:paraId="42AC830C" w14:textId="77777777" w:rsidTr="00B12215">
        <w:trPr>
          <w:trHeight w:val="1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B51A8C2" w14:textId="77777777" w:rsidR="00E33D7F" w:rsidRPr="00B5603F" w:rsidRDefault="00E33D7F"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6C3F044"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5E56016"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11528</w:t>
            </w:r>
          </w:p>
        </w:tc>
        <w:tc>
          <w:tcPr>
            <w:tcW w:w="0" w:type="auto"/>
            <w:tcBorders>
              <w:top w:val="single" w:sz="4" w:space="0" w:color="auto"/>
              <w:left w:val="single" w:sz="4" w:space="0" w:color="auto"/>
              <w:bottom w:val="single" w:sz="4" w:space="0" w:color="auto"/>
              <w:right w:val="single" w:sz="4" w:space="0" w:color="auto"/>
            </w:tcBorders>
            <w:vAlign w:val="center"/>
          </w:tcPr>
          <w:p w14:paraId="4BA3D760" w14:textId="77777777" w:rsidR="00E33D7F" w:rsidRPr="00B5603F" w:rsidRDefault="00E33D7F" w:rsidP="00B12215">
            <w:pPr>
              <w:pStyle w:val="TAC"/>
              <w:rPr>
                <w:rFonts w:cs="Arial"/>
                <w:kern w:val="2"/>
                <w:szCs w:val="18"/>
              </w:rPr>
            </w:pPr>
            <w:r w:rsidRPr="00B5603F">
              <w:rPr>
                <w:rFonts w:cs="Arial"/>
                <w:kern w:val="2"/>
                <w:szCs w:val="18"/>
                <w:lang w:eastAsia="zh-CN"/>
              </w:rPr>
              <w:t>27144</w:t>
            </w:r>
          </w:p>
        </w:tc>
        <w:tc>
          <w:tcPr>
            <w:tcW w:w="0" w:type="auto"/>
            <w:tcBorders>
              <w:top w:val="single" w:sz="4" w:space="0" w:color="auto"/>
              <w:left w:val="single" w:sz="4" w:space="0" w:color="auto"/>
              <w:bottom w:val="single" w:sz="4" w:space="0" w:color="auto"/>
              <w:right w:val="single" w:sz="4" w:space="0" w:color="auto"/>
            </w:tcBorders>
            <w:vAlign w:val="center"/>
          </w:tcPr>
          <w:p w14:paraId="678A5E3B" w14:textId="77777777" w:rsidR="00E33D7F" w:rsidRPr="00B5603F" w:rsidRDefault="00E33D7F" w:rsidP="00B12215">
            <w:pPr>
              <w:pStyle w:val="TAC"/>
              <w:rPr>
                <w:rFonts w:cs="Arial"/>
                <w:kern w:val="2"/>
                <w:szCs w:val="18"/>
              </w:rPr>
            </w:pPr>
            <w:r w:rsidRPr="00B5603F">
              <w:rPr>
                <w:rFonts w:cs="Arial"/>
                <w:kern w:val="2"/>
                <w:szCs w:val="18"/>
              </w:rPr>
              <w:t>42016</w:t>
            </w:r>
          </w:p>
        </w:tc>
        <w:tc>
          <w:tcPr>
            <w:tcW w:w="0" w:type="auto"/>
            <w:tcBorders>
              <w:top w:val="single" w:sz="4" w:space="0" w:color="auto"/>
              <w:left w:val="single" w:sz="4" w:space="0" w:color="auto"/>
              <w:bottom w:val="single" w:sz="4" w:space="0" w:color="auto"/>
              <w:right w:val="single" w:sz="4" w:space="0" w:color="auto"/>
            </w:tcBorders>
            <w:vAlign w:val="center"/>
          </w:tcPr>
          <w:p w14:paraId="424DEDE7" w14:textId="77777777" w:rsidR="00E33D7F" w:rsidRPr="00B5603F" w:rsidRDefault="00E33D7F" w:rsidP="00B12215">
            <w:pPr>
              <w:pStyle w:val="TAC"/>
              <w:rPr>
                <w:rFonts w:cs="Arial"/>
                <w:kern w:val="2"/>
                <w:szCs w:val="18"/>
              </w:rPr>
            </w:pPr>
            <w:r w:rsidRPr="00B5603F">
              <w:rPr>
                <w:rFonts w:cs="Arial"/>
                <w:kern w:val="2"/>
                <w:szCs w:val="18"/>
              </w:rPr>
              <w:t>60456</w:t>
            </w:r>
          </w:p>
        </w:tc>
      </w:tr>
      <w:tr w:rsidR="00E33D7F" w:rsidRPr="00B5603F" w14:paraId="6C88C95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F2C2BD0" w14:textId="77777777" w:rsidR="00E33D7F" w:rsidRPr="00B5603F" w:rsidRDefault="00E33D7F"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0C99BD35" w14:textId="77777777" w:rsidR="00E33D7F" w:rsidRPr="00B5603F" w:rsidRDefault="00E33D7F"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00FC4A70"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9C0564B"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2BB7083"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BD81ACC" w14:textId="77777777" w:rsidR="00E33D7F" w:rsidRPr="00B5603F" w:rsidRDefault="00E33D7F" w:rsidP="00B12215">
            <w:pPr>
              <w:pStyle w:val="TAC"/>
              <w:rPr>
                <w:rFonts w:cs="Arial"/>
                <w:kern w:val="2"/>
                <w:szCs w:val="18"/>
              </w:rPr>
            </w:pPr>
            <w:r w:rsidRPr="00B5603F">
              <w:rPr>
                <w:rFonts w:cs="Arial"/>
                <w:kern w:val="2"/>
                <w:szCs w:val="18"/>
              </w:rPr>
              <w:t>24</w:t>
            </w:r>
          </w:p>
        </w:tc>
      </w:tr>
      <w:tr w:rsidR="00E33D7F" w:rsidRPr="00B5603F" w14:paraId="0F5080C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A10883" w14:textId="77777777" w:rsidR="00E33D7F" w:rsidRPr="00B5603F" w:rsidRDefault="00E33D7F"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7AD077CE"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A912175" w14:textId="77777777" w:rsidR="00E33D7F" w:rsidRPr="00B5603F" w:rsidRDefault="00E33D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CBD56A7" w14:textId="77777777" w:rsidR="00E33D7F" w:rsidRPr="00B5603F" w:rsidRDefault="00E33D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6B213A5" w14:textId="77777777" w:rsidR="00E33D7F" w:rsidRPr="00B5603F" w:rsidRDefault="00E33D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8A865A7" w14:textId="77777777" w:rsidR="00E33D7F" w:rsidRPr="00B5603F" w:rsidRDefault="00E33D7F" w:rsidP="00B12215">
            <w:pPr>
              <w:pStyle w:val="TAC"/>
              <w:rPr>
                <w:rFonts w:cs="Arial"/>
                <w:kern w:val="2"/>
                <w:szCs w:val="18"/>
              </w:rPr>
            </w:pPr>
            <w:r w:rsidRPr="00B5603F">
              <w:rPr>
                <w:rFonts w:cs="Arial"/>
                <w:kern w:val="2"/>
                <w:szCs w:val="18"/>
              </w:rPr>
              <w:t>1</w:t>
            </w:r>
          </w:p>
        </w:tc>
      </w:tr>
      <w:tr w:rsidR="00E33D7F" w:rsidRPr="00B5603F" w14:paraId="28CB993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69F6BE" w14:textId="77777777" w:rsidR="00E33D7F" w:rsidRPr="00B5603F" w:rsidRDefault="00E33D7F"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622B8853"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B19C5EC"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66CACC8B" w14:textId="77777777" w:rsidR="00E33D7F" w:rsidRPr="00B5603F" w:rsidRDefault="00E33D7F" w:rsidP="00B12215">
            <w:pPr>
              <w:pStyle w:val="TAC"/>
              <w:rPr>
                <w:rFonts w:cs="Arial"/>
                <w:kern w:val="2"/>
                <w:szCs w:val="18"/>
                <w:lang w:eastAsia="zh-CN"/>
              </w:rPr>
            </w:pPr>
            <w:r>
              <w:rPr>
                <w:rFonts w:cs="Arial"/>
                <w:kern w:val="2"/>
                <w:szCs w:val="18"/>
                <w:lang w:eastAsia="zh-CN"/>
              </w:rPr>
              <w:t>4</w:t>
            </w:r>
          </w:p>
        </w:tc>
        <w:tc>
          <w:tcPr>
            <w:tcW w:w="0" w:type="auto"/>
            <w:tcBorders>
              <w:top w:val="single" w:sz="4" w:space="0" w:color="auto"/>
              <w:left w:val="single" w:sz="4" w:space="0" w:color="auto"/>
              <w:bottom w:val="single" w:sz="4" w:space="0" w:color="auto"/>
              <w:right w:val="single" w:sz="4" w:space="0" w:color="auto"/>
            </w:tcBorders>
            <w:vAlign w:val="center"/>
          </w:tcPr>
          <w:p w14:paraId="0D15DA39"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5</w:t>
            </w:r>
          </w:p>
        </w:tc>
        <w:tc>
          <w:tcPr>
            <w:tcW w:w="0" w:type="auto"/>
            <w:tcBorders>
              <w:top w:val="single" w:sz="4" w:space="0" w:color="auto"/>
              <w:left w:val="single" w:sz="4" w:space="0" w:color="auto"/>
              <w:bottom w:val="single" w:sz="4" w:space="0" w:color="auto"/>
              <w:right w:val="single" w:sz="4" w:space="0" w:color="auto"/>
            </w:tcBorders>
            <w:vAlign w:val="center"/>
          </w:tcPr>
          <w:p w14:paraId="1A617B80"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8</w:t>
            </w:r>
          </w:p>
        </w:tc>
      </w:tr>
      <w:tr w:rsidR="00E33D7F" w:rsidRPr="00B5603F" w14:paraId="4C1C857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5C1CA45" w14:textId="77777777" w:rsidR="00E33D7F" w:rsidRPr="00B5603F" w:rsidRDefault="00E33D7F"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16797324"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C42D6C9"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3B36CB64" w14:textId="77777777" w:rsidR="00E33D7F" w:rsidRPr="00B5603F" w:rsidRDefault="00E33D7F"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0258429" w14:textId="77777777" w:rsidR="00E33D7F" w:rsidRPr="00B5603F" w:rsidRDefault="00E33D7F"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7A4BE1A6" w14:textId="77777777" w:rsidR="00E33D7F" w:rsidRPr="00B5603F" w:rsidRDefault="00E33D7F" w:rsidP="00B12215">
            <w:pPr>
              <w:pStyle w:val="TAC"/>
              <w:rPr>
                <w:rFonts w:cs="Arial"/>
                <w:kern w:val="2"/>
                <w:szCs w:val="18"/>
              </w:rPr>
            </w:pPr>
            <w:r w:rsidRPr="00B5603F">
              <w:rPr>
                <w:rFonts w:cs="Arial"/>
                <w:kern w:val="2"/>
                <w:szCs w:val="18"/>
                <w:lang w:eastAsia="zh-CN"/>
              </w:rPr>
              <w:t>6.25</w:t>
            </w:r>
          </w:p>
        </w:tc>
      </w:tr>
      <w:tr w:rsidR="00E33D7F" w:rsidRPr="00B5603F" w14:paraId="1976FCD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D389F8F" w14:textId="77777777" w:rsidR="00E33D7F" w:rsidRPr="00B5603F" w:rsidRDefault="00E33D7F"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004E2AC9"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1CC21FB"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1F408689"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975EA4C"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BAA25C0"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w:t>
            </w:r>
          </w:p>
        </w:tc>
      </w:tr>
      <w:tr w:rsidR="00E33D7F" w:rsidRPr="00B5603F" w14:paraId="4128E61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4CD64AC" w14:textId="77777777" w:rsidR="00E33D7F" w:rsidRPr="00B5603F" w:rsidRDefault="00E33D7F"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569BDB4C"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438D105"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15336</w:t>
            </w:r>
          </w:p>
        </w:tc>
        <w:tc>
          <w:tcPr>
            <w:tcW w:w="0" w:type="auto"/>
            <w:tcBorders>
              <w:top w:val="single" w:sz="4" w:space="0" w:color="auto"/>
              <w:left w:val="single" w:sz="4" w:space="0" w:color="auto"/>
              <w:bottom w:val="single" w:sz="4" w:space="0" w:color="auto"/>
              <w:right w:val="single" w:sz="4" w:space="0" w:color="auto"/>
            </w:tcBorders>
            <w:vAlign w:val="center"/>
          </w:tcPr>
          <w:p w14:paraId="02B78190" w14:textId="77777777" w:rsidR="00E33D7F" w:rsidRPr="00B5603F" w:rsidRDefault="00E33D7F" w:rsidP="00B12215">
            <w:pPr>
              <w:pStyle w:val="TAC"/>
              <w:rPr>
                <w:rFonts w:cs="Arial"/>
                <w:kern w:val="2"/>
                <w:szCs w:val="18"/>
              </w:rPr>
            </w:pPr>
            <w:r w:rsidRPr="00B5603F">
              <w:rPr>
                <w:rFonts w:cs="Arial"/>
                <w:kern w:val="2"/>
                <w:szCs w:val="18"/>
                <w:lang w:eastAsia="zh-CN"/>
              </w:rPr>
              <w:t>35964</w:t>
            </w:r>
          </w:p>
        </w:tc>
        <w:tc>
          <w:tcPr>
            <w:tcW w:w="0" w:type="auto"/>
            <w:tcBorders>
              <w:top w:val="single" w:sz="4" w:space="0" w:color="auto"/>
              <w:left w:val="single" w:sz="4" w:space="0" w:color="auto"/>
              <w:bottom w:val="single" w:sz="4" w:space="0" w:color="auto"/>
              <w:right w:val="single" w:sz="4" w:space="0" w:color="auto"/>
            </w:tcBorders>
            <w:vAlign w:val="center"/>
          </w:tcPr>
          <w:p w14:paraId="54F2357F" w14:textId="77777777" w:rsidR="00E33D7F" w:rsidRPr="00B5603F" w:rsidRDefault="00E33D7F" w:rsidP="00B12215">
            <w:pPr>
              <w:pStyle w:val="TAC"/>
              <w:rPr>
                <w:rFonts w:cs="Arial"/>
                <w:kern w:val="2"/>
                <w:szCs w:val="18"/>
              </w:rPr>
            </w:pPr>
            <w:r w:rsidRPr="00B5603F">
              <w:rPr>
                <w:rFonts w:cs="Arial"/>
                <w:kern w:val="2"/>
                <w:szCs w:val="18"/>
              </w:rPr>
              <w:t>55764</w:t>
            </w:r>
          </w:p>
        </w:tc>
        <w:tc>
          <w:tcPr>
            <w:tcW w:w="0" w:type="auto"/>
            <w:tcBorders>
              <w:top w:val="single" w:sz="4" w:space="0" w:color="auto"/>
              <w:left w:val="single" w:sz="4" w:space="0" w:color="auto"/>
              <w:bottom w:val="single" w:sz="4" w:space="0" w:color="auto"/>
              <w:right w:val="single" w:sz="4" w:space="0" w:color="auto"/>
            </w:tcBorders>
            <w:vAlign w:val="center"/>
          </w:tcPr>
          <w:p w14:paraId="6AFB2E37"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79524</w:t>
            </w:r>
          </w:p>
        </w:tc>
      </w:tr>
      <w:tr w:rsidR="00E33D7F" w:rsidRPr="00B5603F" w14:paraId="4FBB58BE"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9101922" w14:textId="77777777" w:rsidR="00E33D7F" w:rsidRPr="00B5603F" w:rsidRDefault="00E33D7F"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59A11533" w14:textId="77777777" w:rsidR="00E33D7F" w:rsidRPr="00B5603F" w:rsidRDefault="00E33D7F"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13B73C4B" w14:textId="77777777" w:rsidR="00E33D7F" w:rsidRPr="00B5603F" w:rsidRDefault="00E33D7F" w:rsidP="00B12215">
            <w:pPr>
              <w:pStyle w:val="TAC"/>
              <w:rPr>
                <w:rFonts w:cs="Arial"/>
                <w:kern w:val="2"/>
                <w:szCs w:val="18"/>
              </w:rPr>
            </w:pPr>
            <w:r w:rsidRPr="00B5603F">
              <w:rPr>
                <w:rFonts w:cs="Arial"/>
                <w:kern w:val="2"/>
                <w:szCs w:val="18"/>
              </w:rPr>
              <w:t>2.3056</w:t>
            </w:r>
          </w:p>
        </w:tc>
        <w:tc>
          <w:tcPr>
            <w:tcW w:w="0" w:type="auto"/>
            <w:tcBorders>
              <w:top w:val="single" w:sz="4" w:space="0" w:color="auto"/>
              <w:left w:val="single" w:sz="4" w:space="0" w:color="auto"/>
              <w:bottom w:val="single" w:sz="4" w:space="0" w:color="auto"/>
              <w:right w:val="single" w:sz="4" w:space="0" w:color="auto"/>
            </w:tcBorders>
            <w:vAlign w:val="center"/>
            <w:hideMark/>
          </w:tcPr>
          <w:p w14:paraId="7790B8E6" w14:textId="77777777" w:rsidR="00E33D7F" w:rsidRPr="00B5603F" w:rsidRDefault="00E33D7F" w:rsidP="00B12215">
            <w:pPr>
              <w:pStyle w:val="TAC"/>
              <w:rPr>
                <w:rFonts w:cs="Arial"/>
                <w:kern w:val="2"/>
                <w:szCs w:val="18"/>
              </w:rPr>
            </w:pPr>
            <w:r w:rsidRPr="00B5603F">
              <w:rPr>
                <w:rFonts w:cs="Arial"/>
                <w:kern w:val="2"/>
                <w:szCs w:val="18"/>
              </w:rPr>
              <w:t>5.4288</w:t>
            </w:r>
          </w:p>
        </w:tc>
        <w:tc>
          <w:tcPr>
            <w:tcW w:w="0" w:type="auto"/>
            <w:tcBorders>
              <w:top w:val="single" w:sz="4" w:space="0" w:color="auto"/>
              <w:left w:val="single" w:sz="4" w:space="0" w:color="auto"/>
              <w:bottom w:val="single" w:sz="4" w:space="0" w:color="auto"/>
              <w:right w:val="single" w:sz="4" w:space="0" w:color="auto"/>
            </w:tcBorders>
            <w:vAlign w:val="center"/>
            <w:hideMark/>
          </w:tcPr>
          <w:p w14:paraId="06123D7A" w14:textId="77777777" w:rsidR="00E33D7F" w:rsidRPr="00B5603F" w:rsidRDefault="00E33D7F" w:rsidP="00B12215">
            <w:pPr>
              <w:pStyle w:val="TAC"/>
              <w:rPr>
                <w:rFonts w:cs="Arial"/>
                <w:kern w:val="2"/>
                <w:szCs w:val="18"/>
              </w:rPr>
            </w:pPr>
            <w:r w:rsidRPr="00B5603F">
              <w:rPr>
                <w:rFonts w:cs="Arial"/>
                <w:kern w:val="2"/>
                <w:szCs w:val="18"/>
              </w:rPr>
              <w:t>8.4032</w:t>
            </w:r>
          </w:p>
        </w:tc>
        <w:tc>
          <w:tcPr>
            <w:tcW w:w="0" w:type="auto"/>
            <w:tcBorders>
              <w:top w:val="single" w:sz="4" w:space="0" w:color="auto"/>
              <w:left w:val="single" w:sz="4" w:space="0" w:color="auto"/>
              <w:bottom w:val="single" w:sz="4" w:space="0" w:color="auto"/>
              <w:right w:val="single" w:sz="4" w:space="0" w:color="auto"/>
            </w:tcBorders>
            <w:vAlign w:val="center"/>
            <w:hideMark/>
          </w:tcPr>
          <w:p w14:paraId="04CD36C8" w14:textId="77777777" w:rsidR="00E33D7F" w:rsidRPr="00B5603F" w:rsidRDefault="00E33D7F" w:rsidP="00B12215">
            <w:pPr>
              <w:pStyle w:val="TAC"/>
              <w:rPr>
                <w:rFonts w:cs="Arial"/>
                <w:kern w:val="2"/>
                <w:szCs w:val="18"/>
              </w:rPr>
            </w:pPr>
            <w:r w:rsidRPr="00B5603F">
              <w:rPr>
                <w:rFonts w:cs="Arial"/>
                <w:kern w:val="2"/>
                <w:szCs w:val="18"/>
              </w:rPr>
              <w:t>12.091</w:t>
            </w:r>
          </w:p>
        </w:tc>
      </w:tr>
      <w:tr w:rsidR="00E33D7F" w:rsidRPr="00B5603F" w14:paraId="6BE755CD"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614852CE" w14:textId="77777777" w:rsidR="00E33D7F" w:rsidRPr="00B5603F" w:rsidRDefault="00E33D7F"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2E9D8440" w14:textId="77777777" w:rsidR="00E33D7F" w:rsidRPr="00B5603F" w:rsidRDefault="00E33D7F" w:rsidP="00B12215">
            <w:pPr>
              <w:pStyle w:val="TAN"/>
              <w:rPr>
                <w:rFonts w:cs="Arial"/>
                <w:kern w:val="2"/>
                <w:szCs w:val="18"/>
              </w:rPr>
            </w:pPr>
            <w:r w:rsidRPr="00B5603F">
              <w:rPr>
                <w:rFonts w:cs="Arial"/>
                <w:kern w:val="2"/>
                <w:szCs w:val="18"/>
              </w:rPr>
              <w:t>NOTE 2:</w:t>
            </w:r>
            <m:oMath>
              <m:r>
                <m:rPr>
                  <m:sty m:val="p"/>
                </m:rPr>
                <w:rPr>
                  <w:rFonts w:ascii="Cambria Math" w:hAnsi="Cambria Math" w:cs="Arial"/>
                  <w:szCs w:val="18"/>
                  <w:lang w:eastAsia="ko-KR"/>
                </w:rPr>
                <m:t xml:space="preserve">    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52381C07" w14:textId="32BDF5F9" w:rsidR="00E33D7F" w:rsidRDefault="00E33D7F" w:rsidP="00C7535D"/>
    <w:p w14:paraId="3C921BF0" w14:textId="1F6EB0EA" w:rsidR="00E33D7F" w:rsidRDefault="00E33D7F" w:rsidP="008C0EFD">
      <w:pPr>
        <w:pStyle w:val="TH"/>
      </w:pPr>
      <w:r w:rsidRPr="00E33D7F">
        <w:t>TableA.7.3</w:t>
      </w:r>
      <w:r>
        <w:t>-</w:t>
      </w:r>
      <w:r w:rsidRPr="00E33D7F">
        <w:t>3</w:t>
      </w:r>
      <w:r>
        <w:t>:</w:t>
      </w:r>
      <w:r w:rsidRPr="00E33D7F">
        <w:t xml:space="preserve"> Fixed reference channel for V2X receiver requirements (SCS 60 kHz, 64QAM)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922"/>
        <w:gridCol w:w="1161"/>
        <w:gridCol w:w="1161"/>
        <w:gridCol w:w="1161"/>
        <w:gridCol w:w="1161"/>
      </w:tblGrid>
      <w:tr w:rsidR="00E33D7F" w:rsidRPr="00B5603F" w14:paraId="37AC8D1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A50B67" w14:textId="77777777" w:rsidR="00E33D7F" w:rsidRPr="00B5603F" w:rsidRDefault="00E33D7F"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B35DEA" w14:textId="77777777" w:rsidR="00E33D7F" w:rsidRPr="00B5603F" w:rsidRDefault="00E33D7F"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64269845" w14:textId="77777777" w:rsidR="00E33D7F" w:rsidRPr="00B5603F" w:rsidRDefault="00E33D7F" w:rsidP="00B12215">
            <w:pPr>
              <w:pStyle w:val="TAH"/>
              <w:rPr>
                <w:rFonts w:cs="Arial"/>
                <w:kern w:val="2"/>
                <w:szCs w:val="18"/>
              </w:rPr>
            </w:pPr>
            <w:r w:rsidRPr="00B5603F">
              <w:rPr>
                <w:rFonts w:cs="Arial"/>
                <w:kern w:val="2"/>
                <w:szCs w:val="18"/>
              </w:rPr>
              <w:t>Value</w:t>
            </w:r>
          </w:p>
        </w:tc>
      </w:tr>
      <w:tr w:rsidR="00E33D7F" w:rsidRPr="00B5603F" w14:paraId="5A07A24B"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1ADBF7C" w14:textId="77777777" w:rsidR="00E33D7F" w:rsidRPr="00B5603F" w:rsidRDefault="00E33D7F"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3197FC39" w14:textId="77777777" w:rsidR="00E33D7F" w:rsidRPr="00B5603F" w:rsidRDefault="00E33D7F"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2EB3DA12" w14:textId="77777777" w:rsidR="00E33D7F" w:rsidRPr="00B5603F" w:rsidRDefault="00E33D7F"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44C1A354" w14:textId="77777777" w:rsidR="00E33D7F" w:rsidRPr="00B5603F" w:rsidRDefault="00E33D7F"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3A3AF99" w14:textId="77777777" w:rsidR="00E33D7F" w:rsidRPr="00B5603F" w:rsidRDefault="00E33D7F"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9945181" w14:textId="77777777" w:rsidR="00E33D7F" w:rsidRPr="00B5603F" w:rsidRDefault="00E33D7F" w:rsidP="00B12215">
            <w:pPr>
              <w:pStyle w:val="TAH"/>
              <w:rPr>
                <w:rFonts w:cs="Arial"/>
                <w:kern w:val="2"/>
                <w:szCs w:val="18"/>
              </w:rPr>
            </w:pPr>
            <w:r w:rsidRPr="00B5603F">
              <w:rPr>
                <w:rFonts w:cs="Arial"/>
                <w:kern w:val="2"/>
                <w:szCs w:val="18"/>
              </w:rPr>
              <w:t>40</w:t>
            </w:r>
          </w:p>
        </w:tc>
      </w:tr>
      <w:tr w:rsidR="00E33D7F" w:rsidRPr="00B5603F" w14:paraId="17A0C7C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1EA0EAE" w14:textId="77777777" w:rsidR="00E33D7F" w:rsidRPr="00B5603F" w:rsidRDefault="00E33D7F"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3B421795" w14:textId="77777777" w:rsidR="00E33D7F" w:rsidRPr="00B5603F" w:rsidRDefault="00E33D7F"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hideMark/>
          </w:tcPr>
          <w:p w14:paraId="718F7808" w14:textId="77777777" w:rsidR="00E33D7F" w:rsidRPr="00B5603F" w:rsidRDefault="00E33D7F" w:rsidP="00B12215">
            <w:pPr>
              <w:pStyle w:val="TAC"/>
              <w:rPr>
                <w:rFonts w:cs="Arial"/>
                <w:kern w:val="2"/>
                <w:szCs w:val="18"/>
              </w:rPr>
            </w:pPr>
            <w:r w:rsidRPr="00B5603F">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27FCC0FF" w14:textId="77777777" w:rsidR="00E33D7F" w:rsidRPr="00B5603F" w:rsidRDefault="00E33D7F" w:rsidP="00B12215">
            <w:pPr>
              <w:pStyle w:val="TAC"/>
              <w:rPr>
                <w:rFonts w:cs="Arial"/>
                <w:kern w:val="2"/>
                <w:szCs w:val="18"/>
              </w:rPr>
            </w:pPr>
            <w:r w:rsidRPr="00B5603F">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2684B44E" w14:textId="77777777" w:rsidR="00E33D7F" w:rsidRPr="00B5603F" w:rsidRDefault="00E33D7F" w:rsidP="00B12215">
            <w:pPr>
              <w:pStyle w:val="TAC"/>
              <w:rPr>
                <w:rFonts w:cs="Arial"/>
                <w:kern w:val="2"/>
                <w:szCs w:val="18"/>
              </w:rPr>
            </w:pPr>
            <w:r w:rsidRPr="00B5603F">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hideMark/>
          </w:tcPr>
          <w:p w14:paraId="4C05DA9E" w14:textId="77777777" w:rsidR="00E33D7F" w:rsidRPr="00B5603F" w:rsidRDefault="00E33D7F" w:rsidP="00B12215">
            <w:pPr>
              <w:pStyle w:val="TAC"/>
              <w:rPr>
                <w:rFonts w:cs="Arial"/>
                <w:kern w:val="2"/>
                <w:szCs w:val="18"/>
              </w:rPr>
            </w:pPr>
            <w:r w:rsidRPr="00B5603F">
              <w:rPr>
                <w:rFonts w:cs="Arial"/>
                <w:szCs w:val="18"/>
                <w:lang w:eastAsia="ja-JP"/>
              </w:rPr>
              <w:t>60</w:t>
            </w:r>
          </w:p>
        </w:tc>
      </w:tr>
      <w:tr w:rsidR="0036140A" w:rsidRPr="00B5603F" w14:paraId="1E3F3205" w14:textId="77777777" w:rsidTr="0036140A">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81FCE0E" w14:textId="74FE389E"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5730DC41"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87E9C68" w14:textId="57CF0AEB" w:rsidR="0036140A" w:rsidRPr="00B5603F" w:rsidRDefault="0036140A" w:rsidP="0036140A">
            <w:pPr>
              <w:pStyle w:val="TAC"/>
              <w:rPr>
                <w:rFonts w:cs="Arial"/>
                <w:szCs w:val="18"/>
                <w:lang w:eastAsia="ja-JP"/>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7C42FFBE" w14:textId="3CE2CD96" w:rsidR="0036140A" w:rsidRPr="00B5603F" w:rsidRDefault="0036140A" w:rsidP="0036140A">
            <w:pPr>
              <w:pStyle w:val="TAC"/>
              <w:rPr>
                <w:rFonts w:cs="Arial"/>
                <w:szCs w:val="18"/>
                <w:lang w:eastAsia="ja-JP"/>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315A248B" w14:textId="63F5C2C4" w:rsidR="0036140A" w:rsidRPr="00B5603F" w:rsidRDefault="0036140A" w:rsidP="0036140A">
            <w:pPr>
              <w:pStyle w:val="TAC"/>
              <w:rPr>
                <w:rFonts w:cs="Arial"/>
                <w:szCs w:val="18"/>
                <w:lang w:eastAsia="ja-JP"/>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6A38C089" w14:textId="663DB9C9" w:rsidR="0036140A" w:rsidRPr="00B5603F" w:rsidRDefault="0036140A" w:rsidP="0036140A">
            <w:pPr>
              <w:pStyle w:val="TAC"/>
              <w:rPr>
                <w:rFonts w:cs="Arial"/>
                <w:szCs w:val="18"/>
                <w:lang w:eastAsia="ja-JP"/>
              </w:rPr>
            </w:pPr>
            <w:r w:rsidRPr="00ED6B22">
              <w:rPr>
                <w:rFonts w:eastAsia="PMingLiU" w:cs="Arial"/>
                <w:kern w:val="2"/>
                <w:szCs w:val="18"/>
              </w:rPr>
              <w:t>1</w:t>
            </w:r>
            <w:r>
              <w:rPr>
                <w:rFonts w:eastAsia="PMingLiU" w:cs="Arial"/>
                <w:kern w:val="2"/>
                <w:szCs w:val="18"/>
              </w:rPr>
              <w:t>0</w:t>
            </w:r>
          </w:p>
        </w:tc>
      </w:tr>
      <w:tr w:rsidR="00E33D7F" w:rsidRPr="00B5603F" w14:paraId="671B39EC"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1CD1BF" w14:textId="77777777" w:rsidR="00E33D7F" w:rsidRPr="00B5603F" w:rsidRDefault="00E33D7F"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02A74590"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66244920" w14:textId="77777777" w:rsidR="00E33D7F" w:rsidRPr="00B5603F" w:rsidRDefault="00E33D7F" w:rsidP="00B12215">
            <w:pPr>
              <w:pStyle w:val="TAC"/>
              <w:rPr>
                <w:rFonts w:cs="Arial"/>
                <w:kern w:val="2"/>
                <w:szCs w:val="18"/>
              </w:rPr>
            </w:pPr>
            <w:r w:rsidRPr="00B5603F">
              <w:rPr>
                <w:rFonts w:cs="Arial"/>
                <w:szCs w:val="18"/>
                <w:lang w:eastAsia="zh-CN"/>
              </w:rPr>
              <w:t>10</w:t>
            </w:r>
          </w:p>
        </w:tc>
        <w:tc>
          <w:tcPr>
            <w:tcW w:w="0" w:type="auto"/>
            <w:tcBorders>
              <w:top w:val="single" w:sz="4" w:space="0" w:color="auto"/>
              <w:left w:val="single" w:sz="4" w:space="0" w:color="auto"/>
              <w:bottom w:val="single" w:sz="4" w:space="0" w:color="auto"/>
              <w:right w:val="single" w:sz="4" w:space="0" w:color="auto"/>
            </w:tcBorders>
            <w:hideMark/>
          </w:tcPr>
          <w:p w14:paraId="19164A17" w14:textId="77777777" w:rsidR="00E33D7F" w:rsidRPr="00B5603F" w:rsidRDefault="00E33D7F" w:rsidP="00B12215">
            <w:pPr>
              <w:pStyle w:val="TAC"/>
              <w:rPr>
                <w:rFonts w:cs="Arial"/>
                <w:kern w:val="2"/>
                <w:szCs w:val="18"/>
              </w:rPr>
            </w:pPr>
            <w:r w:rsidRPr="00B5603F">
              <w:rPr>
                <w:rFonts w:cs="Arial"/>
                <w:szCs w:val="18"/>
                <w:lang w:eastAsia="ja-JP"/>
              </w:rPr>
              <w:t>24</w:t>
            </w:r>
          </w:p>
        </w:tc>
        <w:tc>
          <w:tcPr>
            <w:tcW w:w="0" w:type="auto"/>
            <w:tcBorders>
              <w:top w:val="single" w:sz="4" w:space="0" w:color="auto"/>
              <w:left w:val="single" w:sz="4" w:space="0" w:color="auto"/>
              <w:bottom w:val="single" w:sz="4" w:space="0" w:color="auto"/>
              <w:right w:val="single" w:sz="4" w:space="0" w:color="auto"/>
            </w:tcBorders>
            <w:hideMark/>
          </w:tcPr>
          <w:p w14:paraId="07250955" w14:textId="77777777" w:rsidR="00E33D7F" w:rsidRPr="00B5603F" w:rsidRDefault="00E33D7F" w:rsidP="00B12215">
            <w:pPr>
              <w:pStyle w:val="TAC"/>
              <w:rPr>
                <w:rFonts w:cs="Arial"/>
                <w:kern w:val="2"/>
                <w:szCs w:val="18"/>
              </w:rPr>
            </w:pPr>
            <w:r w:rsidRPr="00B5603F">
              <w:rPr>
                <w:rFonts w:cs="Arial"/>
                <w:szCs w:val="18"/>
                <w:lang w:eastAsia="ja-JP"/>
              </w:rPr>
              <w:t>36</w:t>
            </w:r>
          </w:p>
        </w:tc>
        <w:tc>
          <w:tcPr>
            <w:tcW w:w="0" w:type="auto"/>
            <w:tcBorders>
              <w:top w:val="single" w:sz="4" w:space="0" w:color="auto"/>
              <w:left w:val="single" w:sz="4" w:space="0" w:color="auto"/>
              <w:bottom w:val="single" w:sz="4" w:space="0" w:color="auto"/>
              <w:right w:val="single" w:sz="4" w:space="0" w:color="auto"/>
            </w:tcBorders>
            <w:hideMark/>
          </w:tcPr>
          <w:p w14:paraId="32E3C577" w14:textId="77777777" w:rsidR="00E33D7F" w:rsidRPr="00B5603F" w:rsidRDefault="00E33D7F" w:rsidP="00B12215">
            <w:pPr>
              <w:pStyle w:val="TAC"/>
              <w:rPr>
                <w:rFonts w:cs="Arial"/>
                <w:kern w:val="2"/>
                <w:szCs w:val="18"/>
              </w:rPr>
            </w:pPr>
            <w:r w:rsidRPr="00B5603F">
              <w:rPr>
                <w:rFonts w:cs="Arial"/>
                <w:szCs w:val="18"/>
                <w:lang w:eastAsia="zh-CN"/>
              </w:rPr>
              <w:t>50</w:t>
            </w:r>
          </w:p>
        </w:tc>
      </w:tr>
      <w:tr w:rsidR="00E33D7F" w:rsidRPr="00B5603F" w14:paraId="17EC9931"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8A0ED1" w14:textId="77777777" w:rsidR="00E33D7F" w:rsidRPr="00B5603F" w:rsidRDefault="00E33D7F"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3D6739F9"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C27DB53"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015DF22"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21E0F57"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63F5D57" w14:textId="77777777" w:rsidR="00E33D7F" w:rsidRPr="00B5603F" w:rsidRDefault="00E33D7F" w:rsidP="00B12215">
            <w:pPr>
              <w:pStyle w:val="TAC"/>
              <w:rPr>
                <w:rFonts w:cs="Arial"/>
                <w:kern w:val="2"/>
                <w:szCs w:val="18"/>
              </w:rPr>
            </w:pPr>
            <w:r w:rsidRPr="00B5603F">
              <w:rPr>
                <w:rFonts w:cs="Arial"/>
                <w:kern w:val="2"/>
                <w:szCs w:val="18"/>
              </w:rPr>
              <w:t>24</w:t>
            </w:r>
          </w:p>
        </w:tc>
      </w:tr>
      <w:tr w:rsidR="00E33D7F" w:rsidRPr="00B5603F" w14:paraId="5EDF25B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BDA452" w14:textId="77777777" w:rsidR="00E33D7F" w:rsidRPr="00B5603F" w:rsidRDefault="00E33D7F"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0855CE7C" w14:textId="77777777" w:rsidR="00E33D7F" w:rsidRPr="00B5603F" w:rsidRDefault="00E33D7F" w:rsidP="00B12215">
            <w:pPr>
              <w:pStyle w:val="TAC"/>
              <w:rPr>
                <w:rFonts w:cs="Arial"/>
                <w:kern w:val="2"/>
                <w:szCs w:val="18"/>
              </w:rPr>
            </w:pPr>
            <w:r w:rsidRPr="00B5603F">
              <w:rPr>
                <w:rFonts w:cs="Arial"/>
                <w:kern w:val="2"/>
                <w:szCs w:val="18"/>
              </w:rPr>
              <w:t>64QAM</w:t>
            </w:r>
          </w:p>
        </w:tc>
      </w:tr>
      <w:tr w:rsidR="00E33D7F" w:rsidRPr="00B5603F" w14:paraId="5B8FA0D5"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1B6BFF0" w14:textId="77777777" w:rsidR="00E33D7F" w:rsidRPr="00B5603F" w:rsidRDefault="00E33D7F"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4AEE2797"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D7197AF"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79D4E784"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77C2B613" w14:textId="77777777" w:rsidR="00E33D7F" w:rsidRPr="00B5603F" w:rsidRDefault="00E33D7F" w:rsidP="00B12215">
            <w:pPr>
              <w:pStyle w:val="TAC"/>
              <w:rPr>
                <w:rFonts w:cs="Arial"/>
                <w:kern w:val="2"/>
                <w:szCs w:val="18"/>
              </w:rPr>
            </w:pPr>
            <w:r w:rsidRPr="00B5603F">
              <w:rPr>
                <w:rFonts w:cs="Arial"/>
                <w:kern w:val="2"/>
                <w:szCs w:val="18"/>
              </w:rPr>
              <w:t>64QAM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3CFF250" w14:textId="77777777" w:rsidR="00E33D7F" w:rsidRPr="00B5603F" w:rsidRDefault="00E33D7F" w:rsidP="00B12215">
            <w:pPr>
              <w:pStyle w:val="TAC"/>
              <w:rPr>
                <w:rFonts w:cs="Arial"/>
                <w:kern w:val="2"/>
                <w:szCs w:val="18"/>
              </w:rPr>
            </w:pPr>
            <w:r w:rsidRPr="00B5603F">
              <w:rPr>
                <w:rFonts w:cs="Arial"/>
                <w:kern w:val="2"/>
                <w:szCs w:val="18"/>
              </w:rPr>
              <w:t>64QAM</w:t>
            </w:r>
          </w:p>
        </w:tc>
      </w:tr>
      <w:tr w:rsidR="00E33D7F" w:rsidRPr="00B5603F" w14:paraId="2D8D2E58" w14:textId="77777777" w:rsidTr="00B12215">
        <w:trPr>
          <w:trHeight w:val="1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019E6F1" w14:textId="77777777" w:rsidR="00E33D7F" w:rsidRPr="00B5603F" w:rsidRDefault="00E33D7F"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CBD840A"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D7F6154"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3240</w:t>
            </w:r>
          </w:p>
        </w:tc>
        <w:tc>
          <w:tcPr>
            <w:tcW w:w="0" w:type="auto"/>
            <w:tcBorders>
              <w:top w:val="single" w:sz="4" w:space="0" w:color="auto"/>
              <w:left w:val="single" w:sz="4" w:space="0" w:color="auto"/>
              <w:bottom w:val="single" w:sz="4" w:space="0" w:color="auto"/>
              <w:right w:val="single" w:sz="4" w:space="0" w:color="auto"/>
            </w:tcBorders>
            <w:vAlign w:val="center"/>
          </w:tcPr>
          <w:p w14:paraId="5AC5AA5B" w14:textId="77777777" w:rsidR="00E33D7F" w:rsidRPr="00B5603F" w:rsidRDefault="00E33D7F" w:rsidP="00B12215">
            <w:pPr>
              <w:pStyle w:val="TAC"/>
              <w:rPr>
                <w:rFonts w:cs="Arial"/>
                <w:kern w:val="2"/>
                <w:szCs w:val="18"/>
              </w:rPr>
            </w:pPr>
            <w:r w:rsidRPr="00B5603F">
              <w:rPr>
                <w:rFonts w:cs="Arial"/>
                <w:kern w:val="2"/>
                <w:szCs w:val="18"/>
                <w:lang w:eastAsia="zh-CN"/>
              </w:rPr>
              <w:t>11528</w:t>
            </w:r>
          </w:p>
        </w:tc>
        <w:tc>
          <w:tcPr>
            <w:tcW w:w="0" w:type="auto"/>
            <w:tcBorders>
              <w:top w:val="single" w:sz="4" w:space="0" w:color="auto"/>
              <w:left w:val="single" w:sz="4" w:space="0" w:color="auto"/>
              <w:bottom w:val="single" w:sz="4" w:space="0" w:color="auto"/>
              <w:right w:val="single" w:sz="4" w:space="0" w:color="auto"/>
            </w:tcBorders>
            <w:vAlign w:val="center"/>
          </w:tcPr>
          <w:p w14:paraId="6C2552E7" w14:textId="77777777" w:rsidR="00E33D7F" w:rsidRPr="00B5603F" w:rsidRDefault="00E33D7F" w:rsidP="00B12215">
            <w:pPr>
              <w:pStyle w:val="TAC"/>
              <w:rPr>
                <w:rFonts w:cs="Arial"/>
                <w:kern w:val="2"/>
                <w:szCs w:val="18"/>
              </w:rPr>
            </w:pPr>
            <w:r w:rsidRPr="00B5603F">
              <w:rPr>
                <w:rFonts w:cs="Arial"/>
                <w:kern w:val="2"/>
                <w:szCs w:val="18"/>
              </w:rPr>
              <w:t>18960</w:t>
            </w:r>
          </w:p>
        </w:tc>
        <w:tc>
          <w:tcPr>
            <w:tcW w:w="0" w:type="auto"/>
            <w:tcBorders>
              <w:top w:val="single" w:sz="4" w:space="0" w:color="auto"/>
              <w:left w:val="single" w:sz="4" w:space="0" w:color="auto"/>
              <w:bottom w:val="single" w:sz="4" w:space="0" w:color="auto"/>
              <w:right w:val="single" w:sz="4" w:space="0" w:color="auto"/>
            </w:tcBorders>
            <w:vAlign w:val="center"/>
          </w:tcPr>
          <w:p w14:paraId="6EEA4CB2" w14:textId="77777777" w:rsidR="00E33D7F" w:rsidRPr="00B5603F" w:rsidRDefault="00E33D7F" w:rsidP="00B12215">
            <w:pPr>
              <w:pStyle w:val="TAC"/>
              <w:rPr>
                <w:rFonts w:cs="Arial"/>
                <w:kern w:val="2"/>
                <w:szCs w:val="18"/>
              </w:rPr>
            </w:pPr>
            <w:r w:rsidRPr="00B5603F">
              <w:rPr>
                <w:rFonts w:cs="Arial"/>
                <w:kern w:val="2"/>
                <w:szCs w:val="18"/>
                <w:lang w:eastAsia="zh-CN"/>
              </w:rPr>
              <w:t>27144</w:t>
            </w:r>
          </w:p>
        </w:tc>
      </w:tr>
      <w:tr w:rsidR="00E33D7F" w:rsidRPr="00B5603F" w14:paraId="38F81EC6"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C37AC2E" w14:textId="77777777" w:rsidR="00E33D7F" w:rsidRPr="00B5603F" w:rsidRDefault="00E33D7F"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1ED51BC2" w14:textId="77777777" w:rsidR="00E33D7F" w:rsidRPr="00B5603F" w:rsidRDefault="00E33D7F"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70969A0B" w14:textId="77777777" w:rsidR="00E33D7F" w:rsidRPr="00B5603F" w:rsidRDefault="00E33D7F" w:rsidP="00B12215">
            <w:pPr>
              <w:pStyle w:val="TAC"/>
              <w:rPr>
                <w:rFonts w:cs="Arial"/>
                <w:kern w:val="2"/>
                <w:szCs w:val="18"/>
              </w:rPr>
            </w:pPr>
            <w:r w:rsidRPr="00B5603F">
              <w:rPr>
                <w:rFonts w:cs="Arial"/>
                <w:kern w:val="2"/>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09D84"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8C7C52B" w14:textId="77777777" w:rsidR="00E33D7F" w:rsidRPr="00B5603F" w:rsidRDefault="00E33D7F"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2E3D1E5" w14:textId="77777777" w:rsidR="00E33D7F" w:rsidRPr="00B5603F" w:rsidRDefault="00E33D7F" w:rsidP="00B12215">
            <w:pPr>
              <w:pStyle w:val="TAC"/>
              <w:rPr>
                <w:rFonts w:cs="Arial"/>
                <w:kern w:val="2"/>
                <w:szCs w:val="18"/>
              </w:rPr>
            </w:pPr>
            <w:r w:rsidRPr="00B5603F">
              <w:rPr>
                <w:rFonts w:cs="Arial"/>
                <w:kern w:val="2"/>
                <w:szCs w:val="18"/>
              </w:rPr>
              <w:t>24</w:t>
            </w:r>
          </w:p>
        </w:tc>
      </w:tr>
      <w:tr w:rsidR="00E33D7F" w:rsidRPr="00B5603F" w14:paraId="4537692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C170F1" w14:textId="77777777" w:rsidR="00E33D7F" w:rsidRPr="00B5603F" w:rsidRDefault="00E33D7F"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15168D51"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382602" w14:textId="77777777" w:rsidR="00E33D7F" w:rsidRPr="00B5603F" w:rsidRDefault="00E33D7F" w:rsidP="00B12215">
            <w:pPr>
              <w:pStyle w:val="TAC"/>
              <w:rPr>
                <w:rFonts w:cs="Arial"/>
                <w:kern w:val="2"/>
                <w:szCs w:val="18"/>
              </w:rPr>
            </w:pPr>
            <w:r w:rsidRPr="00B5603F">
              <w:rPr>
                <w:rFonts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E16DC71" w14:textId="77777777" w:rsidR="00E33D7F" w:rsidRPr="00B5603F" w:rsidRDefault="00E33D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E1399FE" w14:textId="77777777" w:rsidR="00E33D7F" w:rsidRPr="00B5603F" w:rsidRDefault="00E33D7F"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1076EED" w14:textId="77777777" w:rsidR="00E33D7F" w:rsidRPr="00B5603F" w:rsidRDefault="00E33D7F" w:rsidP="00B12215">
            <w:pPr>
              <w:pStyle w:val="TAC"/>
              <w:rPr>
                <w:rFonts w:cs="Arial"/>
                <w:kern w:val="2"/>
                <w:szCs w:val="18"/>
              </w:rPr>
            </w:pPr>
            <w:r w:rsidRPr="00B5603F">
              <w:rPr>
                <w:rFonts w:cs="Arial"/>
                <w:kern w:val="2"/>
                <w:szCs w:val="18"/>
              </w:rPr>
              <w:t>1</w:t>
            </w:r>
          </w:p>
        </w:tc>
      </w:tr>
      <w:tr w:rsidR="00E33D7F" w:rsidRPr="00B5603F" w14:paraId="0020786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9C96B68" w14:textId="77777777" w:rsidR="00E33D7F" w:rsidRPr="00B5603F" w:rsidRDefault="00E33D7F"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3F2A731C"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A8EDC9A"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35B1DB35"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0333633D"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6572CC9C" w14:textId="77777777" w:rsidR="00E33D7F" w:rsidRPr="00B5603F" w:rsidRDefault="00E33D7F" w:rsidP="00B12215">
            <w:pPr>
              <w:pStyle w:val="TAC"/>
              <w:rPr>
                <w:rFonts w:cs="Arial"/>
                <w:kern w:val="2"/>
                <w:szCs w:val="18"/>
                <w:lang w:eastAsia="zh-CN"/>
              </w:rPr>
            </w:pPr>
            <w:r>
              <w:rPr>
                <w:rFonts w:cs="Arial"/>
                <w:kern w:val="2"/>
                <w:szCs w:val="18"/>
                <w:lang w:eastAsia="zh-CN"/>
              </w:rPr>
              <w:t>4</w:t>
            </w:r>
          </w:p>
        </w:tc>
      </w:tr>
      <w:tr w:rsidR="00E33D7F" w:rsidRPr="00B5603F" w14:paraId="2DFAFAA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8B70DCE" w14:textId="77777777" w:rsidR="00E33D7F" w:rsidRPr="00B5603F" w:rsidRDefault="00E33D7F"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21999F9C"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D8CEAA2"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211FCDA" w14:textId="77777777" w:rsidR="00E33D7F" w:rsidRPr="00B5603F" w:rsidRDefault="00E33D7F"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71E1348" w14:textId="77777777" w:rsidR="00E33D7F" w:rsidRPr="00B5603F" w:rsidRDefault="00E33D7F"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67D6940F" w14:textId="77777777" w:rsidR="00E33D7F" w:rsidRPr="00B5603F" w:rsidRDefault="00E33D7F" w:rsidP="00B12215">
            <w:pPr>
              <w:pStyle w:val="TAC"/>
              <w:rPr>
                <w:rFonts w:cs="Arial"/>
                <w:kern w:val="2"/>
                <w:szCs w:val="18"/>
              </w:rPr>
            </w:pPr>
            <w:r w:rsidRPr="00B5603F">
              <w:rPr>
                <w:rFonts w:cs="Arial"/>
                <w:kern w:val="2"/>
                <w:szCs w:val="18"/>
                <w:lang w:eastAsia="zh-CN"/>
              </w:rPr>
              <w:t>6.25</w:t>
            </w:r>
          </w:p>
        </w:tc>
      </w:tr>
      <w:tr w:rsidR="00E33D7F" w:rsidRPr="00B5603F" w14:paraId="78D4B41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06EFEDD" w14:textId="77777777" w:rsidR="00E33D7F" w:rsidRPr="00B5603F" w:rsidRDefault="00E33D7F"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0D34131E"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1CE2D88"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7DB586C1"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37FF9DD7"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6457012B"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1</w:t>
            </w:r>
          </w:p>
        </w:tc>
      </w:tr>
      <w:tr w:rsidR="00E33D7F" w:rsidRPr="00B5603F" w14:paraId="3F425F1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30D147F" w14:textId="77777777" w:rsidR="00E33D7F" w:rsidRPr="00B5603F" w:rsidRDefault="00E33D7F"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77D80CA6" w14:textId="77777777" w:rsidR="00E33D7F" w:rsidRPr="00B5603F" w:rsidRDefault="00E33D7F"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66A2535"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4248</w:t>
            </w:r>
          </w:p>
        </w:tc>
        <w:tc>
          <w:tcPr>
            <w:tcW w:w="0" w:type="auto"/>
            <w:tcBorders>
              <w:top w:val="single" w:sz="4" w:space="0" w:color="auto"/>
              <w:left w:val="single" w:sz="4" w:space="0" w:color="auto"/>
              <w:bottom w:val="single" w:sz="4" w:space="0" w:color="auto"/>
              <w:right w:val="single" w:sz="4" w:space="0" w:color="auto"/>
            </w:tcBorders>
            <w:vAlign w:val="center"/>
          </w:tcPr>
          <w:p w14:paraId="2122211F" w14:textId="77777777" w:rsidR="00E33D7F" w:rsidRPr="00B5603F" w:rsidRDefault="00E33D7F" w:rsidP="00B12215">
            <w:pPr>
              <w:pStyle w:val="TAC"/>
              <w:rPr>
                <w:rFonts w:cs="Arial"/>
                <w:kern w:val="2"/>
                <w:szCs w:val="18"/>
              </w:rPr>
            </w:pPr>
            <w:r w:rsidRPr="00B5603F">
              <w:rPr>
                <w:rFonts w:cs="Arial"/>
                <w:kern w:val="2"/>
                <w:szCs w:val="18"/>
                <w:lang w:eastAsia="zh-CN"/>
              </w:rPr>
              <w:t>15336</w:t>
            </w:r>
          </w:p>
        </w:tc>
        <w:tc>
          <w:tcPr>
            <w:tcW w:w="0" w:type="auto"/>
            <w:tcBorders>
              <w:top w:val="single" w:sz="4" w:space="0" w:color="auto"/>
              <w:left w:val="single" w:sz="4" w:space="0" w:color="auto"/>
              <w:bottom w:val="single" w:sz="4" w:space="0" w:color="auto"/>
              <w:right w:val="single" w:sz="4" w:space="0" w:color="auto"/>
            </w:tcBorders>
            <w:vAlign w:val="center"/>
          </w:tcPr>
          <w:p w14:paraId="355D64F3" w14:textId="77777777" w:rsidR="00E33D7F" w:rsidRPr="00B5603F" w:rsidRDefault="00E33D7F" w:rsidP="00B12215">
            <w:pPr>
              <w:pStyle w:val="TAC"/>
              <w:rPr>
                <w:rFonts w:cs="Arial"/>
                <w:kern w:val="2"/>
                <w:szCs w:val="18"/>
              </w:rPr>
            </w:pPr>
            <w:r w:rsidRPr="00B5603F">
              <w:rPr>
                <w:rFonts w:cs="Arial"/>
                <w:kern w:val="2"/>
                <w:szCs w:val="18"/>
              </w:rPr>
              <w:t>24840</w:t>
            </w:r>
          </w:p>
        </w:tc>
        <w:tc>
          <w:tcPr>
            <w:tcW w:w="0" w:type="auto"/>
            <w:tcBorders>
              <w:top w:val="single" w:sz="4" w:space="0" w:color="auto"/>
              <w:left w:val="single" w:sz="4" w:space="0" w:color="auto"/>
              <w:bottom w:val="single" w:sz="4" w:space="0" w:color="auto"/>
              <w:right w:val="single" w:sz="4" w:space="0" w:color="auto"/>
            </w:tcBorders>
            <w:vAlign w:val="center"/>
          </w:tcPr>
          <w:p w14:paraId="5AF68B14" w14:textId="77777777" w:rsidR="00E33D7F" w:rsidRPr="00B5603F" w:rsidRDefault="00E33D7F" w:rsidP="00B12215">
            <w:pPr>
              <w:pStyle w:val="TAC"/>
              <w:rPr>
                <w:rFonts w:cs="Arial"/>
                <w:kern w:val="2"/>
                <w:szCs w:val="18"/>
                <w:lang w:eastAsia="zh-CN"/>
              </w:rPr>
            </w:pPr>
            <w:r w:rsidRPr="00B5603F">
              <w:rPr>
                <w:rFonts w:cs="Arial"/>
                <w:kern w:val="2"/>
                <w:szCs w:val="18"/>
                <w:lang w:eastAsia="zh-CN"/>
              </w:rPr>
              <w:t>35964</w:t>
            </w:r>
          </w:p>
        </w:tc>
      </w:tr>
      <w:tr w:rsidR="00E33D7F" w:rsidRPr="00B5603F" w14:paraId="1294F0DD"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462973" w14:textId="77777777" w:rsidR="00E33D7F" w:rsidRPr="00B5603F" w:rsidRDefault="00E33D7F"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4EB120E7" w14:textId="77777777" w:rsidR="00E33D7F" w:rsidRPr="00B5603F" w:rsidRDefault="00E33D7F"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7C482F22" w14:textId="77777777" w:rsidR="00E33D7F" w:rsidRPr="00B5603F" w:rsidRDefault="00E33D7F" w:rsidP="00B12215">
            <w:pPr>
              <w:pStyle w:val="TAC"/>
              <w:rPr>
                <w:rFonts w:cs="Arial"/>
                <w:kern w:val="2"/>
                <w:szCs w:val="18"/>
              </w:rPr>
            </w:pPr>
            <w:r w:rsidRPr="00B5603F">
              <w:rPr>
                <w:rFonts w:cs="Arial"/>
                <w:kern w:val="2"/>
                <w:szCs w:val="18"/>
              </w:rPr>
              <w:t>1.296</w:t>
            </w:r>
          </w:p>
        </w:tc>
        <w:tc>
          <w:tcPr>
            <w:tcW w:w="0" w:type="auto"/>
            <w:tcBorders>
              <w:top w:val="single" w:sz="4" w:space="0" w:color="auto"/>
              <w:left w:val="single" w:sz="4" w:space="0" w:color="auto"/>
              <w:bottom w:val="single" w:sz="4" w:space="0" w:color="auto"/>
              <w:right w:val="single" w:sz="4" w:space="0" w:color="auto"/>
            </w:tcBorders>
            <w:vAlign w:val="center"/>
            <w:hideMark/>
          </w:tcPr>
          <w:p w14:paraId="784516CC" w14:textId="77777777" w:rsidR="00E33D7F" w:rsidRPr="00B5603F" w:rsidRDefault="00E33D7F" w:rsidP="00B12215">
            <w:pPr>
              <w:pStyle w:val="TAC"/>
              <w:rPr>
                <w:rFonts w:cs="Arial"/>
                <w:kern w:val="2"/>
                <w:szCs w:val="18"/>
              </w:rPr>
            </w:pPr>
            <w:r w:rsidRPr="00B5603F">
              <w:rPr>
                <w:rFonts w:cs="Arial"/>
                <w:kern w:val="2"/>
                <w:szCs w:val="18"/>
              </w:rPr>
              <w:t>4.6112</w:t>
            </w:r>
          </w:p>
        </w:tc>
        <w:tc>
          <w:tcPr>
            <w:tcW w:w="0" w:type="auto"/>
            <w:tcBorders>
              <w:top w:val="single" w:sz="4" w:space="0" w:color="auto"/>
              <w:left w:val="single" w:sz="4" w:space="0" w:color="auto"/>
              <w:bottom w:val="single" w:sz="4" w:space="0" w:color="auto"/>
              <w:right w:val="single" w:sz="4" w:space="0" w:color="auto"/>
            </w:tcBorders>
            <w:vAlign w:val="center"/>
            <w:hideMark/>
          </w:tcPr>
          <w:p w14:paraId="0D887C3C" w14:textId="77777777" w:rsidR="00E33D7F" w:rsidRPr="00B5603F" w:rsidRDefault="00E33D7F" w:rsidP="00B12215">
            <w:pPr>
              <w:pStyle w:val="TAC"/>
              <w:rPr>
                <w:rFonts w:cs="Arial"/>
                <w:kern w:val="2"/>
                <w:szCs w:val="18"/>
              </w:rPr>
            </w:pPr>
            <w:r w:rsidRPr="00B5603F">
              <w:rPr>
                <w:rFonts w:cs="Arial"/>
                <w:kern w:val="2"/>
                <w:szCs w:val="18"/>
              </w:rPr>
              <w:t>7.584</w:t>
            </w:r>
          </w:p>
        </w:tc>
        <w:tc>
          <w:tcPr>
            <w:tcW w:w="0" w:type="auto"/>
            <w:tcBorders>
              <w:top w:val="single" w:sz="4" w:space="0" w:color="auto"/>
              <w:left w:val="single" w:sz="4" w:space="0" w:color="auto"/>
              <w:bottom w:val="single" w:sz="4" w:space="0" w:color="auto"/>
              <w:right w:val="single" w:sz="4" w:space="0" w:color="auto"/>
            </w:tcBorders>
            <w:vAlign w:val="center"/>
            <w:hideMark/>
          </w:tcPr>
          <w:p w14:paraId="4812C178" w14:textId="77777777" w:rsidR="00E33D7F" w:rsidRPr="00B5603F" w:rsidRDefault="00E33D7F" w:rsidP="00B12215">
            <w:pPr>
              <w:pStyle w:val="TAC"/>
              <w:rPr>
                <w:rFonts w:cs="Arial"/>
                <w:kern w:val="2"/>
                <w:szCs w:val="18"/>
                <w:lang w:eastAsia="zh-CN"/>
              </w:rPr>
            </w:pPr>
            <w:r>
              <w:rPr>
                <w:rFonts w:cs="Arial"/>
                <w:kern w:val="2"/>
                <w:szCs w:val="18"/>
                <w:lang w:eastAsia="zh-CN"/>
              </w:rPr>
              <w:t>10.858</w:t>
            </w:r>
          </w:p>
        </w:tc>
      </w:tr>
      <w:tr w:rsidR="00E33D7F" w:rsidRPr="00B5603F" w14:paraId="50B71B82"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76E900B5" w14:textId="77777777" w:rsidR="00E33D7F" w:rsidRPr="00B5603F" w:rsidRDefault="00E33D7F"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63CD2952" w14:textId="03BC4581" w:rsidR="00E33D7F" w:rsidRPr="00B5603F" w:rsidRDefault="00E33D7F" w:rsidP="00B12215">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6D4699D6" w14:textId="70740F52" w:rsidR="00E33D7F" w:rsidRDefault="00E33D7F" w:rsidP="00C7535D"/>
    <w:p w14:paraId="0787935F" w14:textId="77777777" w:rsidR="00294BF5" w:rsidRDefault="00294BF5" w:rsidP="008C0EFD">
      <w:pPr>
        <w:pStyle w:val="Heading2"/>
      </w:pPr>
      <w:bookmarkStart w:id="815" w:name="_Toc59650526"/>
      <w:bookmarkStart w:id="816" w:name="_Toc61357798"/>
      <w:bookmarkStart w:id="817" w:name="_Toc61359572"/>
      <w:bookmarkStart w:id="818" w:name="_Toc67916512"/>
      <w:bookmarkStart w:id="819" w:name="_Toc75534058"/>
      <w:bookmarkStart w:id="820" w:name="_Toc75819944"/>
      <w:bookmarkStart w:id="821" w:name="_Toc76508788"/>
      <w:bookmarkStart w:id="822" w:name="_Toc76717738"/>
      <w:bookmarkStart w:id="823" w:name="_Toc83294379"/>
      <w:bookmarkStart w:id="824" w:name="_Toc84335418"/>
      <w:r>
        <w:t>A.7.4</w:t>
      </w:r>
      <w:r>
        <w:tab/>
        <w:t>FRC for maximum input level for 256QAM</w:t>
      </w:r>
      <w:bookmarkEnd w:id="815"/>
      <w:bookmarkEnd w:id="816"/>
      <w:bookmarkEnd w:id="817"/>
      <w:bookmarkEnd w:id="818"/>
      <w:bookmarkEnd w:id="819"/>
      <w:bookmarkEnd w:id="820"/>
      <w:bookmarkEnd w:id="821"/>
      <w:bookmarkEnd w:id="822"/>
      <w:bookmarkEnd w:id="823"/>
      <w:bookmarkEnd w:id="824"/>
    </w:p>
    <w:p w14:paraId="772D4779" w14:textId="41FFCC4E" w:rsidR="00294BF5" w:rsidRDefault="00294BF5" w:rsidP="0036140A">
      <w:r>
        <w:t>For V2X transmission over PC5, Table A.7.4-1, Table A.7.4-2 and Table A.7.4-3 are applicable for Maximum input level when the 256QAM is supported.</w:t>
      </w:r>
    </w:p>
    <w:p w14:paraId="2F7CB5BA" w14:textId="769433CB" w:rsidR="00294BF5" w:rsidRDefault="00294BF5" w:rsidP="008C0EFD">
      <w:pPr>
        <w:pStyle w:val="TH"/>
      </w:pPr>
      <w:r>
        <w:t>Table A.7.4-1: Fixed reference channel for V2X receiver requirements (SCS 15 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879"/>
        <w:gridCol w:w="1240"/>
        <w:gridCol w:w="1240"/>
        <w:gridCol w:w="1240"/>
        <w:gridCol w:w="1240"/>
      </w:tblGrid>
      <w:tr w:rsidR="00294BF5" w:rsidRPr="00B5603F" w14:paraId="41344A75"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E90DD6" w14:textId="77777777" w:rsidR="00294BF5" w:rsidRPr="00B5603F" w:rsidRDefault="00294BF5"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10C48557" w14:textId="77777777" w:rsidR="00294BF5" w:rsidRPr="00B5603F" w:rsidRDefault="00294BF5"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5E3C0FBA" w14:textId="77777777" w:rsidR="00294BF5" w:rsidRPr="00B5603F" w:rsidRDefault="00294BF5" w:rsidP="00B12215">
            <w:pPr>
              <w:pStyle w:val="TAH"/>
              <w:rPr>
                <w:rFonts w:cs="Arial"/>
                <w:kern w:val="2"/>
                <w:szCs w:val="18"/>
              </w:rPr>
            </w:pPr>
            <w:r w:rsidRPr="00B5603F">
              <w:rPr>
                <w:rFonts w:cs="Arial"/>
                <w:kern w:val="2"/>
                <w:szCs w:val="18"/>
              </w:rPr>
              <w:t>Value</w:t>
            </w:r>
          </w:p>
        </w:tc>
      </w:tr>
      <w:tr w:rsidR="00294BF5" w:rsidRPr="00B5603F" w14:paraId="6946676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1935F6" w14:textId="77777777" w:rsidR="00294BF5" w:rsidRPr="00B5603F" w:rsidRDefault="00294BF5"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7CE78" w14:textId="77777777" w:rsidR="00294BF5" w:rsidRPr="00B5603F" w:rsidRDefault="00294BF5"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0FF8C2F7" w14:textId="77777777" w:rsidR="00294BF5" w:rsidRPr="00B5603F" w:rsidRDefault="00294BF5"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555C2A76" w14:textId="77777777" w:rsidR="00294BF5" w:rsidRPr="00B5603F" w:rsidRDefault="00294BF5"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4BD5DB91" w14:textId="77777777" w:rsidR="00294BF5" w:rsidRPr="00B5603F" w:rsidRDefault="00294BF5"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551653" w14:textId="77777777" w:rsidR="00294BF5" w:rsidRPr="00B5603F" w:rsidRDefault="00294BF5" w:rsidP="00B12215">
            <w:pPr>
              <w:pStyle w:val="TAH"/>
              <w:rPr>
                <w:rFonts w:cs="Arial"/>
                <w:kern w:val="2"/>
                <w:szCs w:val="18"/>
              </w:rPr>
            </w:pPr>
            <w:r w:rsidRPr="00B5603F">
              <w:rPr>
                <w:rFonts w:cs="Arial"/>
                <w:kern w:val="2"/>
                <w:szCs w:val="18"/>
              </w:rPr>
              <w:t>40</w:t>
            </w:r>
          </w:p>
        </w:tc>
      </w:tr>
      <w:tr w:rsidR="00294BF5" w:rsidRPr="00B5603F" w14:paraId="112068C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F916C2" w14:textId="77777777" w:rsidR="00294BF5" w:rsidRPr="00B5603F" w:rsidRDefault="00294BF5"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0AEAE97F" w14:textId="77777777" w:rsidR="00294BF5" w:rsidRPr="00B5603F" w:rsidRDefault="00294BF5"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710C5884" w14:textId="77777777" w:rsidR="00294BF5" w:rsidRPr="00B5603F" w:rsidRDefault="00294BF5"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1ACC6AE" w14:textId="77777777" w:rsidR="00294BF5" w:rsidRPr="00B5603F" w:rsidRDefault="00294BF5"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5C4EA51A" w14:textId="77777777" w:rsidR="00294BF5" w:rsidRPr="00B5603F" w:rsidRDefault="00294BF5" w:rsidP="00B12215">
            <w:pPr>
              <w:pStyle w:val="TAC"/>
              <w:rPr>
                <w:rFonts w:cs="Arial"/>
                <w:kern w:val="2"/>
                <w:szCs w:val="18"/>
              </w:rPr>
            </w:pPr>
            <w:r w:rsidRPr="00B5603F">
              <w:rPr>
                <w:rFonts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5020B083" w14:textId="77777777" w:rsidR="00294BF5" w:rsidRPr="00B5603F" w:rsidRDefault="00294BF5" w:rsidP="00B12215">
            <w:pPr>
              <w:pStyle w:val="TAC"/>
              <w:rPr>
                <w:rFonts w:cs="Arial"/>
                <w:kern w:val="2"/>
                <w:szCs w:val="18"/>
              </w:rPr>
            </w:pPr>
            <w:r w:rsidRPr="00B5603F">
              <w:rPr>
                <w:rFonts w:cs="Arial"/>
                <w:kern w:val="2"/>
                <w:szCs w:val="18"/>
              </w:rPr>
              <w:t>15</w:t>
            </w:r>
          </w:p>
        </w:tc>
      </w:tr>
      <w:tr w:rsidR="0036140A" w:rsidRPr="00B5603F" w14:paraId="554C0831"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3430D62" w14:textId="5D2F2A60" w:rsidR="0036140A" w:rsidRPr="00B5603F" w:rsidRDefault="0036140A" w:rsidP="003614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6E657025" w14:textId="77777777" w:rsidR="0036140A" w:rsidRPr="00B5603F" w:rsidRDefault="0036140A" w:rsidP="003614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48C2BE9" w14:textId="75798801"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07D55D9" w14:textId="5263741D" w:rsidR="0036140A" w:rsidRPr="00B5603F" w:rsidRDefault="0036140A" w:rsidP="0036140A">
            <w:pPr>
              <w:pStyle w:val="TAC"/>
              <w:rPr>
                <w:rFonts w:cs="Arial"/>
                <w:kern w:val="2"/>
                <w:szCs w:val="18"/>
              </w:rPr>
            </w:pPr>
            <w:r w:rsidRPr="00ED6B22">
              <w:rPr>
                <w:rFonts w:eastAsia="PMingLiU" w:cs="Arial"/>
                <w:kern w:val="2"/>
                <w:szCs w:val="18"/>
              </w:rPr>
              <w:t>15</w:t>
            </w:r>
          </w:p>
        </w:tc>
        <w:tc>
          <w:tcPr>
            <w:tcW w:w="0" w:type="auto"/>
            <w:tcBorders>
              <w:top w:val="single" w:sz="4" w:space="0" w:color="auto"/>
              <w:left w:val="single" w:sz="4" w:space="0" w:color="auto"/>
              <w:bottom w:val="single" w:sz="4" w:space="0" w:color="auto"/>
              <w:right w:val="single" w:sz="4" w:space="0" w:color="auto"/>
            </w:tcBorders>
            <w:vAlign w:val="center"/>
          </w:tcPr>
          <w:p w14:paraId="73533541" w14:textId="4C6A7026" w:rsidR="0036140A" w:rsidRPr="00B5603F" w:rsidRDefault="0036140A" w:rsidP="0036140A">
            <w:pPr>
              <w:pStyle w:val="TAC"/>
              <w:rPr>
                <w:rFonts w:cs="Arial"/>
                <w:kern w:val="2"/>
                <w:szCs w:val="18"/>
              </w:rPr>
            </w:pPr>
            <w:r w:rsidRPr="00ED6B22">
              <w:rPr>
                <w:rFonts w:eastAsia="PMingLiU"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5A2EED22" w14:textId="2A5D460F" w:rsidR="0036140A" w:rsidRPr="00B5603F" w:rsidRDefault="0036140A" w:rsidP="0036140A">
            <w:pPr>
              <w:pStyle w:val="TAC"/>
              <w:rPr>
                <w:rFonts w:cs="Arial"/>
                <w:kern w:val="2"/>
                <w:szCs w:val="18"/>
              </w:rPr>
            </w:pPr>
            <w:r w:rsidRPr="00ED6B22">
              <w:rPr>
                <w:rFonts w:eastAsia="PMingLiU" w:cs="Arial"/>
                <w:kern w:val="2"/>
                <w:szCs w:val="18"/>
              </w:rPr>
              <w:t>12</w:t>
            </w:r>
          </w:p>
        </w:tc>
      </w:tr>
      <w:tr w:rsidR="00294BF5" w:rsidRPr="00B5603F" w14:paraId="57E79B5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619129" w14:textId="77777777" w:rsidR="00294BF5" w:rsidRPr="00B5603F" w:rsidRDefault="00294BF5"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710AA211"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FF84DA7" w14:textId="77777777" w:rsidR="00294BF5" w:rsidRPr="00B5603F" w:rsidRDefault="00294BF5" w:rsidP="00B12215">
            <w:pPr>
              <w:pStyle w:val="TAC"/>
              <w:rPr>
                <w:rFonts w:cs="Arial"/>
                <w:kern w:val="2"/>
                <w:szCs w:val="18"/>
              </w:rPr>
            </w:pPr>
            <w:r w:rsidRPr="00B5603F">
              <w:rPr>
                <w:rFonts w:cs="Arial"/>
                <w:kern w:val="2"/>
                <w:szCs w:val="18"/>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33C7D3AA" w14:textId="77777777" w:rsidR="00294BF5" w:rsidRPr="00B5603F" w:rsidRDefault="00294BF5" w:rsidP="00B12215">
            <w:pPr>
              <w:pStyle w:val="TAC"/>
              <w:rPr>
                <w:rFonts w:cs="Arial"/>
                <w:kern w:val="2"/>
                <w:szCs w:val="18"/>
              </w:rPr>
            </w:pPr>
            <w:r w:rsidRPr="00B5603F">
              <w:rPr>
                <w:rFonts w:cs="Arial"/>
                <w:kern w:val="2"/>
                <w:szCs w:val="18"/>
              </w:rPr>
              <w:t>105</w:t>
            </w:r>
          </w:p>
        </w:tc>
        <w:tc>
          <w:tcPr>
            <w:tcW w:w="0" w:type="auto"/>
            <w:tcBorders>
              <w:top w:val="single" w:sz="4" w:space="0" w:color="auto"/>
              <w:left w:val="single" w:sz="4" w:space="0" w:color="auto"/>
              <w:bottom w:val="single" w:sz="4" w:space="0" w:color="auto"/>
              <w:right w:val="single" w:sz="4" w:space="0" w:color="auto"/>
            </w:tcBorders>
            <w:vAlign w:val="center"/>
            <w:hideMark/>
          </w:tcPr>
          <w:p w14:paraId="140FEBFD" w14:textId="77777777" w:rsidR="00294BF5" w:rsidRPr="00B5603F" w:rsidRDefault="00294BF5" w:rsidP="00B12215">
            <w:pPr>
              <w:pStyle w:val="TAC"/>
              <w:rPr>
                <w:rFonts w:cs="Arial"/>
                <w:kern w:val="2"/>
                <w:szCs w:val="18"/>
              </w:rPr>
            </w:pPr>
            <w:r w:rsidRPr="00B5603F">
              <w:rPr>
                <w:rFonts w:cs="Arial"/>
                <w:kern w:val="2"/>
                <w:szCs w:val="18"/>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1DD0A79" w14:textId="77777777" w:rsidR="00294BF5" w:rsidRPr="00B5603F" w:rsidRDefault="00294BF5" w:rsidP="00B12215">
            <w:pPr>
              <w:pStyle w:val="TAC"/>
              <w:rPr>
                <w:rFonts w:cs="Arial"/>
                <w:kern w:val="2"/>
                <w:szCs w:val="18"/>
              </w:rPr>
            </w:pPr>
            <w:r w:rsidRPr="00B5603F">
              <w:rPr>
                <w:rFonts w:cs="Arial"/>
                <w:kern w:val="2"/>
                <w:szCs w:val="18"/>
              </w:rPr>
              <w:t>216</w:t>
            </w:r>
          </w:p>
        </w:tc>
      </w:tr>
      <w:tr w:rsidR="00294BF5" w:rsidRPr="00B5603F" w14:paraId="6E9FA88C"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3E910C" w14:textId="77777777" w:rsidR="00294BF5" w:rsidRPr="00B5603F" w:rsidRDefault="00294BF5"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5A4F67A7"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334859E5" w14:textId="77777777" w:rsidR="00294BF5" w:rsidRPr="00B5603F" w:rsidRDefault="00294BF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79AD7311" w14:textId="77777777" w:rsidR="00294BF5" w:rsidRPr="00B5603F" w:rsidRDefault="00294BF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0E243AF4" w14:textId="77777777" w:rsidR="00294BF5" w:rsidRPr="00B5603F" w:rsidRDefault="00294BF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1EF66C26" w14:textId="77777777" w:rsidR="00294BF5" w:rsidRPr="00B5603F" w:rsidRDefault="00294BF5" w:rsidP="00B12215">
            <w:pPr>
              <w:pStyle w:val="TAC"/>
              <w:rPr>
                <w:rFonts w:cs="Arial"/>
                <w:kern w:val="2"/>
                <w:szCs w:val="18"/>
              </w:rPr>
            </w:pPr>
            <w:r w:rsidRPr="00B5603F">
              <w:rPr>
                <w:rFonts w:cs="Arial"/>
                <w:szCs w:val="18"/>
                <w:lang w:eastAsia="zh-CN"/>
              </w:rPr>
              <w:t>23</w:t>
            </w:r>
          </w:p>
        </w:tc>
      </w:tr>
      <w:tr w:rsidR="00294BF5" w:rsidRPr="00B5603F" w14:paraId="4390E59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E11EC48" w14:textId="77777777" w:rsidR="00294BF5" w:rsidRPr="00B5603F" w:rsidRDefault="00294BF5"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10A275E1" w14:textId="77777777" w:rsidR="00294BF5" w:rsidRPr="00B5603F" w:rsidRDefault="00294BF5" w:rsidP="00B12215">
            <w:pPr>
              <w:pStyle w:val="TAC"/>
              <w:rPr>
                <w:rFonts w:cs="Arial"/>
                <w:kern w:val="2"/>
                <w:szCs w:val="18"/>
              </w:rPr>
            </w:pPr>
            <w:r w:rsidRPr="00B5603F">
              <w:rPr>
                <w:rFonts w:cs="Arial"/>
                <w:szCs w:val="18"/>
                <w:lang w:eastAsia="ja-JP"/>
              </w:rPr>
              <w:t>256QAM</w:t>
            </w:r>
          </w:p>
        </w:tc>
      </w:tr>
      <w:tr w:rsidR="00294BF5" w:rsidRPr="00B5603F" w14:paraId="3AD515C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8C5D709" w14:textId="77777777" w:rsidR="00294BF5" w:rsidRPr="00B5603F" w:rsidRDefault="00294BF5"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48D738AE"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3A63ED6" w14:textId="77777777" w:rsidR="00294BF5" w:rsidRPr="00B5603F" w:rsidRDefault="00294BF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BC54022" w14:textId="77777777" w:rsidR="00294BF5" w:rsidRPr="00B5603F" w:rsidRDefault="00294BF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793A0827" w14:textId="77777777" w:rsidR="00294BF5" w:rsidRPr="00B5603F" w:rsidRDefault="00294BF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4257BC06" w14:textId="77777777" w:rsidR="00294BF5" w:rsidRPr="00B5603F" w:rsidRDefault="00294BF5" w:rsidP="00B12215">
            <w:pPr>
              <w:pStyle w:val="TAC"/>
              <w:rPr>
                <w:rFonts w:cs="Arial"/>
                <w:kern w:val="2"/>
                <w:szCs w:val="18"/>
              </w:rPr>
            </w:pPr>
            <w:r w:rsidRPr="00B5603F">
              <w:rPr>
                <w:rFonts w:cs="Arial"/>
                <w:szCs w:val="18"/>
                <w:lang w:eastAsia="ja-JP"/>
              </w:rPr>
              <w:t>256QAM</w:t>
            </w:r>
          </w:p>
        </w:tc>
      </w:tr>
      <w:tr w:rsidR="00294BF5" w:rsidRPr="00B5603F" w14:paraId="599584E5" w14:textId="77777777" w:rsidTr="008C0EFD">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BB09CAE" w14:textId="77777777" w:rsidR="00294BF5" w:rsidRPr="00B5603F" w:rsidRDefault="00294BF5"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61777396"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3E9A1A0F"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36896</w:t>
            </w:r>
          </w:p>
        </w:tc>
        <w:tc>
          <w:tcPr>
            <w:tcW w:w="0" w:type="auto"/>
            <w:tcBorders>
              <w:top w:val="single" w:sz="4" w:space="0" w:color="auto"/>
              <w:left w:val="single" w:sz="4" w:space="0" w:color="auto"/>
              <w:bottom w:val="single" w:sz="4" w:space="0" w:color="auto"/>
              <w:right w:val="single" w:sz="4" w:space="0" w:color="auto"/>
            </w:tcBorders>
            <w:vAlign w:val="center"/>
          </w:tcPr>
          <w:p w14:paraId="38E67FC0" w14:textId="77777777" w:rsidR="00294BF5" w:rsidRPr="00B5603F" w:rsidRDefault="00294BF5" w:rsidP="00B12215">
            <w:pPr>
              <w:pStyle w:val="TAC"/>
              <w:rPr>
                <w:rFonts w:cs="Arial"/>
                <w:kern w:val="2"/>
                <w:szCs w:val="18"/>
              </w:rPr>
            </w:pPr>
            <w:r w:rsidRPr="00B5603F">
              <w:rPr>
                <w:rFonts w:cs="Arial"/>
                <w:kern w:val="2"/>
                <w:szCs w:val="18"/>
                <w:lang w:eastAsia="zh-CN"/>
              </w:rPr>
              <w:t>81976</w:t>
            </w:r>
          </w:p>
        </w:tc>
        <w:tc>
          <w:tcPr>
            <w:tcW w:w="0" w:type="auto"/>
            <w:tcBorders>
              <w:top w:val="single" w:sz="4" w:space="0" w:color="auto"/>
              <w:left w:val="single" w:sz="4" w:space="0" w:color="auto"/>
              <w:bottom w:val="single" w:sz="4" w:space="0" w:color="auto"/>
              <w:right w:val="single" w:sz="4" w:space="0" w:color="auto"/>
            </w:tcBorders>
            <w:vAlign w:val="center"/>
          </w:tcPr>
          <w:p w14:paraId="7DBFBB78" w14:textId="77777777" w:rsidR="00294BF5" w:rsidRPr="00B5603F" w:rsidRDefault="00294BF5" w:rsidP="00B12215">
            <w:pPr>
              <w:pStyle w:val="TAC"/>
              <w:rPr>
                <w:rFonts w:cs="Arial"/>
                <w:kern w:val="2"/>
                <w:szCs w:val="18"/>
              </w:rPr>
            </w:pPr>
            <w:r w:rsidRPr="00B5603F">
              <w:rPr>
                <w:rFonts w:cs="Arial"/>
                <w:kern w:val="2"/>
                <w:szCs w:val="18"/>
              </w:rPr>
              <w:t>127080</w:t>
            </w:r>
          </w:p>
        </w:tc>
        <w:tc>
          <w:tcPr>
            <w:tcW w:w="0" w:type="auto"/>
            <w:tcBorders>
              <w:top w:val="single" w:sz="4" w:space="0" w:color="auto"/>
              <w:left w:val="single" w:sz="4" w:space="0" w:color="auto"/>
              <w:bottom w:val="single" w:sz="4" w:space="0" w:color="auto"/>
              <w:right w:val="single" w:sz="4" w:space="0" w:color="auto"/>
            </w:tcBorders>
            <w:vAlign w:val="center"/>
          </w:tcPr>
          <w:p w14:paraId="3F87D8D0" w14:textId="77777777" w:rsidR="00294BF5" w:rsidRPr="00B5603F" w:rsidRDefault="00294BF5" w:rsidP="00B12215">
            <w:pPr>
              <w:pStyle w:val="TAC"/>
              <w:rPr>
                <w:rFonts w:cs="Arial"/>
                <w:kern w:val="2"/>
                <w:szCs w:val="18"/>
              </w:rPr>
            </w:pPr>
            <w:r w:rsidRPr="00B5603F">
              <w:rPr>
                <w:rFonts w:cs="Arial"/>
                <w:kern w:val="2"/>
                <w:szCs w:val="18"/>
              </w:rPr>
              <w:t>172176</w:t>
            </w:r>
          </w:p>
        </w:tc>
      </w:tr>
      <w:tr w:rsidR="00294BF5" w:rsidRPr="00B5603F" w14:paraId="5985CC2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8181D28" w14:textId="77777777" w:rsidR="00294BF5" w:rsidRPr="00B5603F" w:rsidRDefault="00294BF5"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30236AD0" w14:textId="77777777" w:rsidR="00294BF5" w:rsidRPr="00B5603F" w:rsidRDefault="00294BF5"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57AE3" w14:textId="77777777" w:rsidR="00294BF5" w:rsidRPr="00B5603F" w:rsidRDefault="00294BF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80841B1" w14:textId="77777777" w:rsidR="00294BF5" w:rsidRPr="00B5603F" w:rsidRDefault="00294BF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FCCD401" w14:textId="77777777" w:rsidR="00294BF5" w:rsidRPr="00B5603F" w:rsidRDefault="00294BF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FEE06C0" w14:textId="77777777" w:rsidR="00294BF5" w:rsidRPr="00B5603F" w:rsidRDefault="00294BF5" w:rsidP="00B12215">
            <w:pPr>
              <w:pStyle w:val="TAC"/>
              <w:rPr>
                <w:rFonts w:cs="Arial"/>
                <w:kern w:val="2"/>
                <w:szCs w:val="18"/>
              </w:rPr>
            </w:pPr>
            <w:r w:rsidRPr="00B5603F">
              <w:rPr>
                <w:rFonts w:cs="Arial"/>
                <w:kern w:val="2"/>
                <w:szCs w:val="18"/>
              </w:rPr>
              <w:t>24</w:t>
            </w:r>
          </w:p>
        </w:tc>
      </w:tr>
      <w:tr w:rsidR="00294BF5" w:rsidRPr="00B5603F" w14:paraId="71F37CF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F64DFB" w14:textId="77777777" w:rsidR="00294BF5" w:rsidRPr="00B5603F" w:rsidRDefault="00294BF5"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101A9783"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73343D8" w14:textId="77777777" w:rsidR="00294BF5" w:rsidRPr="00B5603F" w:rsidRDefault="00294BF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4BEABB5" w14:textId="77777777" w:rsidR="00294BF5" w:rsidRPr="00B5603F" w:rsidRDefault="00294BF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1CE0A5C" w14:textId="77777777" w:rsidR="00294BF5" w:rsidRPr="00B5603F" w:rsidRDefault="00294BF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8702977" w14:textId="77777777" w:rsidR="00294BF5" w:rsidRPr="00B5603F" w:rsidRDefault="00294BF5" w:rsidP="00B12215">
            <w:pPr>
              <w:pStyle w:val="TAC"/>
              <w:rPr>
                <w:rFonts w:cs="Arial"/>
                <w:kern w:val="2"/>
                <w:szCs w:val="18"/>
              </w:rPr>
            </w:pPr>
            <w:r w:rsidRPr="00B5603F">
              <w:rPr>
                <w:rFonts w:cs="Arial"/>
                <w:kern w:val="2"/>
                <w:szCs w:val="18"/>
              </w:rPr>
              <w:t>1</w:t>
            </w:r>
          </w:p>
        </w:tc>
      </w:tr>
      <w:tr w:rsidR="00294BF5" w:rsidRPr="00B5603F" w14:paraId="0A8D5A6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0EF00C" w14:textId="77777777" w:rsidR="00294BF5" w:rsidRPr="00B5603F" w:rsidRDefault="00294BF5"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491BB2D5"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6A8713E"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5</w:t>
            </w:r>
          </w:p>
        </w:tc>
        <w:tc>
          <w:tcPr>
            <w:tcW w:w="0" w:type="auto"/>
            <w:tcBorders>
              <w:top w:val="single" w:sz="4" w:space="0" w:color="auto"/>
              <w:left w:val="single" w:sz="4" w:space="0" w:color="auto"/>
              <w:bottom w:val="single" w:sz="4" w:space="0" w:color="auto"/>
              <w:right w:val="single" w:sz="4" w:space="0" w:color="auto"/>
            </w:tcBorders>
            <w:vAlign w:val="center"/>
          </w:tcPr>
          <w:p w14:paraId="470D2586"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10</w:t>
            </w:r>
          </w:p>
        </w:tc>
        <w:tc>
          <w:tcPr>
            <w:tcW w:w="0" w:type="auto"/>
            <w:tcBorders>
              <w:top w:val="single" w:sz="4" w:space="0" w:color="auto"/>
              <w:left w:val="single" w:sz="4" w:space="0" w:color="auto"/>
              <w:bottom w:val="single" w:sz="4" w:space="0" w:color="auto"/>
              <w:right w:val="single" w:sz="4" w:space="0" w:color="auto"/>
            </w:tcBorders>
            <w:vAlign w:val="center"/>
          </w:tcPr>
          <w:p w14:paraId="5E6562E4"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16</w:t>
            </w:r>
          </w:p>
        </w:tc>
        <w:tc>
          <w:tcPr>
            <w:tcW w:w="0" w:type="auto"/>
            <w:tcBorders>
              <w:top w:val="single" w:sz="4" w:space="0" w:color="auto"/>
              <w:left w:val="single" w:sz="4" w:space="0" w:color="auto"/>
              <w:bottom w:val="single" w:sz="4" w:space="0" w:color="auto"/>
              <w:right w:val="single" w:sz="4" w:space="0" w:color="auto"/>
            </w:tcBorders>
            <w:vAlign w:val="center"/>
          </w:tcPr>
          <w:p w14:paraId="728F9D2A"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21</w:t>
            </w:r>
          </w:p>
        </w:tc>
      </w:tr>
      <w:tr w:rsidR="00294BF5" w:rsidRPr="00B5603F" w14:paraId="7F66E4D6"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BD11A78" w14:textId="77777777" w:rsidR="00294BF5" w:rsidRPr="00B5603F" w:rsidRDefault="00294BF5"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4FF168A0"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B47A5DA"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06B29356" w14:textId="77777777" w:rsidR="00294BF5" w:rsidRPr="00B5603F" w:rsidRDefault="00294BF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0BCAF687" w14:textId="77777777" w:rsidR="00294BF5" w:rsidRPr="00B5603F" w:rsidRDefault="00294BF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046059EF" w14:textId="77777777" w:rsidR="00294BF5" w:rsidRPr="00B5603F" w:rsidRDefault="00294BF5" w:rsidP="00B12215">
            <w:pPr>
              <w:pStyle w:val="TAC"/>
              <w:rPr>
                <w:rFonts w:cs="Arial"/>
                <w:kern w:val="2"/>
                <w:szCs w:val="18"/>
              </w:rPr>
            </w:pPr>
            <w:r w:rsidRPr="00B5603F">
              <w:rPr>
                <w:rFonts w:cs="Arial"/>
                <w:kern w:val="2"/>
                <w:szCs w:val="18"/>
                <w:lang w:eastAsia="zh-CN"/>
              </w:rPr>
              <w:t>6.25</w:t>
            </w:r>
          </w:p>
        </w:tc>
      </w:tr>
      <w:tr w:rsidR="00294BF5" w:rsidRPr="00B5603F" w14:paraId="2D5CC9E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965DCBB" w14:textId="77777777" w:rsidR="00294BF5" w:rsidRPr="00B5603F" w:rsidRDefault="00294BF5"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43D1B67E"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F52E154"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099B4064"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2401ECE2"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78E9688C"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3</w:t>
            </w:r>
          </w:p>
        </w:tc>
      </w:tr>
      <w:tr w:rsidR="00294BF5" w:rsidRPr="00B5603F" w14:paraId="72C6663B"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BB9A2DD" w14:textId="77777777" w:rsidR="00294BF5" w:rsidRPr="00B5603F" w:rsidRDefault="00294BF5"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7BA9E83A" w14:textId="77777777" w:rsidR="00294BF5" w:rsidRPr="00B5603F" w:rsidRDefault="00294BF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03EE125"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48000</w:t>
            </w:r>
          </w:p>
        </w:tc>
        <w:tc>
          <w:tcPr>
            <w:tcW w:w="0" w:type="auto"/>
            <w:tcBorders>
              <w:top w:val="single" w:sz="4" w:space="0" w:color="auto"/>
              <w:left w:val="single" w:sz="4" w:space="0" w:color="auto"/>
              <w:bottom w:val="single" w:sz="4" w:space="0" w:color="auto"/>
              <w:right w:val="single" w:sz="4" w:space="0" w:color="auto"/>
            </w:tcBorders>
            <w:vAlign w:val="center"/>
          </w:tcPr>
          <w:p w14:paraId="47502DD2" w14:textId="77777777" w:rsidR="00294BF5" w:rsidRPr="00B5603F" w:rsidRDefault="00294BF5" w:rsidP="00B12215">
            <w:pPr>
              <w:pStyle w:val="TAC"/>
              <w:rPr>
                <w:rFonts w:cs="Arial"/>
                <w:kern w:val="2"/>
                <w:szCs w:val="18"/>
              </w:rPr>
            </w:pPr>
            <w:r w:rsidRPr="00B5603F">
              <w:rPr>
                <w:rFonts w:cs="Arial"/>
                <w:kern w:val="2"/>
                <w:szCs w:val="18"/>
              </w:rPr>
              <w:t>106080</w:t>
            </w:r>
          </w:p>
        </w:tc>
        <w:tc>
          <w:tcPr>
            <w:tcW w:w="0" w:type="auto"/>
            <w:tcBorders>
              <w:top w:val="single" w:sz="4" w:space="0" w:color="auto"/>
              <w:left w:val="single" w:sz="4" w:space="0" w:color="auto"/>
              <w:bottom w:val="single" w:sz="4" w:space="0" w:color="auto"/>
              <w:right w:val="single" w:sz="4" w:space="0" w:color="auto"/>
            </w:tcBorders>
            <w:vAlign w:val="center"/>
          </w:tcPr>
          <w:p w14:paraId="69FAA1E9" w14:textId="77777777" w:rsidR="00294BF5" w:rsidRPr="00B5603F" w:rsidRDefault="00294BF5" w:rsidP="00B12215">
            <w:pPr>
              <w:pStyle w:val="TAC"/>
              <w:rPr>
                <w:rFonts w:cs="Arial"/>
                <w:kern w:val="2"/>
                <w:szCs w:val="18"/>
              </w:rPr>
            </w:pPr>
            <w:r w:rsidRPr="00B5603F">
              <w:rPr>
                <w:rFonts w:cs="Arial"/>
                <w:kern w:val="2"/>
                <w:szCs w:val="18"/>
              </w:rPr>
              <w:t>164160</w:t>
            </w:r>
          </w:p>
        </w:tc>
        <w:tc>
          <w:tcPr>
            <w:tcW w:w="0" w:type="auto"/>
            <w:tcBorders>
              <w:top w:val="single" w:sz="4" w:space="0" w:color="auto"/>
              <w:left w:val="single" w:sz="4" w:space="0" w:color="auto"/>
              <w:bottom w:val="single" w:sz="4" w:space="0" w:color="auto"/>
              <w:right w:val="single" w:sz="4" w:space="0" w:color="auto"/>
            </w:tcBorders>
            <w:vAlign w:val="center"/>
          </w:tcPr>
          <w:p w14:paraId="4F225291" w14:textId="77777777" w:rsidR="00294BF5" w:rsidRPr="00B5603F" w:rsidRDefault="00294BF5" w:rsidP="00B12215">
            <w:pPr>
              <w:pStyle w:val="TAC"/>
              <w:rPr>
                <w:rFonts w:cs="Arial"/>
                <w:kern w:val="2"/>
                <w:szCs w:val="18"/>
                <w:lang w:eastAsia="zh-CN"/>
              </w:rPr>
            </w:pPr>
            <w:r w:rsidRPr="00B5603F">
              <w:rPr>
                <w:rFonts w:cs="Arial"/>
                <w:kern w:val="2"/>
                <w:szCs w:val="18"/>
                <w:lang w:eastAsia="zh-CN"/>
              </w:rPr>
              <w:t>223296</w:t>
            </w:r>
          </w:p>
        </w:tc>
      </w:tr>
      <w:tr w:rsidR="00294BF5" w:rsidRPr="00B5603F" w14:paraId="4B5BEA1C"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04CD24E" w14:textId="77777777" w:rsidR="00294BF5" w:rsidRPr="00B5603F" w:rsidRDefault="00294BF5"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5E2CD153" w14:textId="77777777" w:rsidR="00294BF5" w:rsidRPr="00B5603F" w:rsidRDefault="00294BF5"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786758EE" w14:textId="77777777" w:rsidR="00294BF5" w:rsidRPr="00B5603F" w:rsidRDefault="00294BF5" w:rsidP="00B12215">
            <w:pPr>
              <w:pStyle w:val="TAC"/>
              <w:rPr>
                <w:rFonts w:cs="Arial"/>
                <w:kern w:val="2"/>
                <w:szCs w:val="18"/>
              </w:rPr>
            </w:pPr>
            <w:r w:rsidRPr="00B5603F">
              <w:rPr>
                <w:rFonts w:cs="Arial"/>
                <w:kern w:val="2"/>
                <w:szCs w:val="18"/>
              </w:rPr>
              <w:t>3.6896</w:t>
            </w:r>
          </w:p>
        </w:tc>
        <w:tc>
          <w:tcPr>
            <w:tcW w:w="0" w:type="auto"/>
            <w:tcBorders>
              <w:top w:val="single" w:sz="4" w:space="0" w:color="auto"/>
              <w:left w:val="single" w:sz="4" w:space="0" w:color="auto"/>
              <w:bottom w:val="single" w:sz="4" w:space="0" w:color="auto"/>
              <w:right w:val="single" w:sz="4" w:space="0" w:color="auto"/>
            </w:tcBorders>
            <w:vAlign w:val="center"/>
            <w:hideMark/>
          </w:tcPr>
          <w:p w14:paraId="2FCBA55D" w14:textId="77777777" w:rsidR="00294BF5" w:rsidRPr="00B5603F" w:rsidRDefault="00294BF5" w:rsidP="00B12215">
            <w:pPr>
              <w:pStyle w:val="TAC"/>
              <w:rPr>
                <w:rFonts w:cs="Arial"/>
                <w:kern w:val="2"/>
                <w:szCs w:val="18"/>
              </w:rPr>
            </w:pPr>
            <w:r w:rsidRPr="00B5603F">
              <w:rPr>
                <w:rFonts w:cs="Arial"/>
                <w:kern w:val="2"/>
                <w:szCs w:val="18"/>
                <w:lang w:eastAsia="zh-CN"/>
              </w:rPr>
              <w:t>8.1976</w:t>
            </w:r>
          </w:p>
        </w:tc>
        <w:tc>
          <w:tcPr>
            <w:tcW w:w="0" w:type="auto"/>
            <w:tcBorders>
              <w:top w:val="single" w:sz="4" w:space="0" w:color="auto"/>
              <w:left w:val="single" w:sz="4" w:space="0" w:color="auto"/>
              <w:bottom w:val="single" w:sz="4" w:space="0" w:color="auto"/>
              <w:right w:val="single" w:sz="4" w:space="0" w:color="auto"/>
            </w:tcBorders>
            <w:vAlign w:val="center"/>
            <w:hideMark/>
          </w:tcPr>
          <w:p w14:paraId="3293A0DA" w14:textId="77777777" w:rsidR="00294BF5" w:rsidRPr="00B5603F" w:rsidRDefault="00294BF5" w:rsidP="00B12215">
            <w:pPr>
              <w:pStyle w:val="TAC"/>
              <w:rPr>
                <w:rFonts w:cs="Arial"/>
                <w:kern w:val="2"/>
                <w:szCs w:val="18"/>
              </w:rPr>
            </w:pPr>
            <w:r w:rsidRPr="00B5603F">
              <w:rPr>
                <w:rFonts w:cs="Arial"/>
                <w:kern w:val="2"/>
                <w:szCs w:val="18"/>
              </w:rPr>
              <w:t>12.708</w:t>
            </w:r>
          </w:p>
        </w:tc>
        <w:tc>
          <w:tcPr>
            <w:tcW w:w="0" w:type="auto"/>
            <w:tcBorders>
              <w:top w:val="single" w:sz="4" w:space="0" w:color="auto"/>
              <w:left w:val="single" w:sz="4" w:space="0" w:color="auto"/>
              <w:bottom w:val="single" w:sz="4" w:space="0" w:color="auto"/>
              <w:right w:val="single" w:sz="4" w:space="0" w:color="auto"/>
            </w:tcBorders>
            <w:vAlign w:val="center"/>
            <w:hideMark/>
          </w:tcPr>
          <w:p w14:paraId="648E8A48" w14:textId="77777777" w:rsidR="00294BF5" w:rsidRPr="00B5603F" w:rsidRDefault="00294BF5" w:rsidP="00B12215">
            <w:pPr>
              <w:pStyle w:val="TAC"/>
              <w:rPr>
                <w:rFonts w:cs="Arial"/>
                <w:kern w:val="2"/>
                <w:szCs w:val="18"/>
              </w:rPr>
            </w:pPr>
            <w:r w:rsidRPr="00B5603F">
              <w:rPr>
                <w:rFonts w:cs="Arial"/>
                <w:kern w:val="2"/>
                <w:szCs w:val="18"/>
              </w:rPr>
              <w:t>17.218</w:t>
            </w:r>
          </w:p>
        </w:tc>
      </w:tr>
      <w:tr w:rsidR="00294BF5" w:rsidRPr="00B5603F" w14:paraId="5C835350"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0311AFA" w14:textId="77777777" w:rsidR="00294BF5" w:rsidRPr="00B5603F" w:rsidRDefault="00294BF5"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16E4A464" w14:textId="1F905D33" w:rsidR="00294BF5" w:rsidRPr="00B5603F" w:rsidRDefault="00294BF5" w:rsidP="00B12215">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652616A6" w14:textId="63DA91CE" w:rsidR="00294BF5" w:rsidRDefault="00294BF5" w:rsidP="00C7535D"/>
    <w:p w14:paraId="53187FE6" w14:textId="50E815D9" w:rsidR="00294BF5" w:rsidRDefault="00935A99" w:rsidP="008C0EFD">
      <w:pPr>
        <w:pStyle w:val="TH"/>
      </w:pPr>
      <w:r w:rsidRPr="00935A99">
        <w:t>Table A.7.4</w:t>
      </w:r>
      <w:r>
        <w:t>-</w:t>
      </w:r>
      <w:r w:rsidRPr="00935A99">
        <w:t>2</w:t>
      </w:r>
      <w:r>
        <w:t xml:space="preserve">: </w:t>
      </w:r>
      <w:r w:rsidRPr="00935A99">
        <w:t>Fixed reference channel for V2X receiver requirements (SCS 30 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879"/>
        <w:gridCol w:w="1240"/>
        <w:gridCol w:w="1240"/>
        <w:gridCol w:w="1240"/>
        <w:gridCol w:w="1240"/>
      </w:tblGrid>
      <w:tr w:rsidR="00B12215" w:rsidRPr="00B5603F" w14:paraId="339C3911"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1B018F" w14:textId="77777777" w:rsidR="00B12215" w:rsidRPr="00B5603F" w:rsidRDefault="00B12215"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43179CD9" w14:textId="77777777" w:rsidR="00B12215" w:rsidRPr="00B5603F" w:rsidRDefault="00B12215"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7BE8F8C3" w14:textId="77777777" w:rsidR="00B12215" w:rsidRPr="00B5603F" w:rsidRDefault="00B12215" w:rsidP="00B12215">
            <w:pPr>
              <w:pStyle w:val="TAH"/>
              <w:rPr>
                <w:rFonts w:cs="Arial"/>
                <w:kern w:val="2"/>
                <w:szCs w:val="18"/>
              </w:rPr>
            </w:pPr>
            <w:r w:rsidRPr="00B5603F">
              <w:rPr>
                <w:rFonts w:cs="Arial"/>
                <w:kern w:val="2"/>
                <w:szCs w:val="18"/>
              </w:rPr>
              <w:t>Value</w:t>
            </w:r>
          </w:p>
        </w:tc>
      </w:tr>
      <w:tr w:rsidR="00B12215" w:rsidRPr="00B5603F" w14:paraId="42C1D11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460E21" w14:textId="77777777" w:rsidR="00B12215" w:rsidRPr="00B5603F" w:rsidRDefault="00B12215"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1998D05F" w14:textId="77777777" w:rsidR="00B12215" w:rsidRPr="00B5603F" w:rsidRDefault="00B12215"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167E91D3" w14:textId="77777777" w:rsidR="00B12215" w:rsidRPr="00B5603F" w:rsidRDefault="00B12215"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ACFFCE" w14:textId="77777777" w:rsidR="00B12215" w:rsidRPr="00B5603F" w:rsidRDefault="00B12215"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DE457F" w14:textId="77777777" w:rsidR="00B12215" w:rsidRPr="00B5603F" w:rsidRDefault="00B12215"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1CF3CE" w14:textId="77777777" w:rsidR="00B12215" w:rsidRPr="00B5603F" w:rsidRDefault="00B12215" w:rsidP="00B12215">
            <w:pPr>
              <w:pStyle w:val="TAH"/>
              <w:rPr>
                <w:rFonts w:cs="Arial"/>
                <w:kern w:val="2"/>
                <w:szCs w:val="18"/>
              </w:rPr>
            </w:pPr>
            <w:r w:rsidRPr="00B5603F">
              <w:rPr>
                <w:rFonts w:cs="Arial"/>
                <w:kern w:val="2"/>
                <w:szCs w:val="18"/>
              </w:rPr>
              <w:t>40</w:t>
            </w:r>
          </w:p>
        </w:tc>
      </w:tr>
      <w:tr w:rsidR="00B12215" w:rsidRPr="00B5603F" w14:paraId="5D2A6380"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07E71F6" w14:textId="77777777" w:rsidR="00B12215" w:rsidRPr="00B5603F" w:rsidRDefault="00B12215"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2DE6BCB7" w14:textId="77777777" w:rsidR="00B12215" w:rsidRPr="00B5603F" w:rsidRDefault="00B12215"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hideMark/>
          </w:tcPr>
          <w:p w14:paraId="07E283DD" w14:textId="77777777" w:rsidR="00B12215" w:rsidRPr="00B5603F" w:rsidRDefault="00B12215" w:rsidP="00B12215">
            <w:pPr>
              <w:pStyle w:val="TAC"/>
              <w:rPr>
                <w:rFonts w:cs="Arial"/>
                <w:kern w:val="2"/>
                <w:szCs w:val="18"/>
              </w:rPr>
            </w:pPr>
            <w:r w:rsidRPr="00B5603F">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17E95E6C" w14:textId="77777777" w:rsidR="00B12215" w:rsidRPr="00B5603F" w:rsidRDefault="00B12215" w:rsidP="00B12215">
            <w:pPr>
              <w:pStyle w:val="TAC"/>
              <w:rPr>
                <w:rFonts w:cs="Arial"/>
                <w:kern w:val="2"/>
                <w:szCs w:val="18"/>
              </w:rPr>
            </w:pPr>
            <w:r w:rsidRPr="00B5603F">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6ED8245B" w14:textId="77777777" w:rsidR="00B12215" w:rsidRPr="00B5603F" w:rsidRDefault="00B12215" w:rsidP="00B12215">
            <w:pPr>
              <w:pStyle w:val="TAC"/>
              <w:rPr>
                <w:rFonts w:cs="Arial"/>
                <w:kern w:val="2"/>
                <w:szCs w:val="18"/>
              </w:rPr>
            </w:pPr>
            <w:r w:rsidRPr="00B5603F">
              <w:rPr>
                <w:rFonts w:cs="Arial"/>
                <w:szCs w:val="18"/>
                <w:lang w:eastAsia="ja-JP"/>
              </w:rPr>
              <w:t>30</w:t>
            </w:r>
          </w:p>
        </w:tc>
        <w:tc>
          <w:tcPr>
            <w:tcW w:w="0" w:type="auto"/>
            <w:tcBorders>
              <w:top w:val="single" w:sz="4" w:space="0" w:color="auto"/>
              <w:left w:val="single" w:sz="4" w:space="0" w:color="auto"/>
              <w:bottom w:val="single" w:sz="4" w:space="0" w:color="auto"/>
              <w:right w:val="single" w:sz="4" w:space="0" w:color="auto"/>
            </w:tcBorders>
            <w:hideMark/>
          </w:tcPr>
          <w:p w14:paraId="74F7B011" w14:textId="77777777" w:rsidR="00B12215" w:rsidRPr="00B5603F" w:rsidRDefault="00B12215" w:rsidP="00B12215">
            <w:pPr>
              <w:pStyle w:val="TAC"/>
              <w:rPr>
                <w:rFonts w:cs="Arial"/>
                <w:kern w:val="2"/>
                <w:szCs w:val="18"/>
              </w:rPr>
            </w:pPr>
            <w:r w:rsidRPr="00B5603F">
              <w:rPr>
                <w:rFonts w:cs="Arial"/>
                <w:szCs w:val="18"/>
                <w:lang w:eastAsia="ja-JP"/>
              </w:rPr>
              <w:t>30</w:t>
            </w:r>
          </w:p>
        </w:tc>
      </w:tr>
      <w:tr w:rsidR="00D07B0A" w:rsidRPr="00B5603F" w14:paraId="431124BD" w14:textId="77777777" w:rsidTr="00B757ED">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E251540" w14:textId="52E51B34" w:rsidR="00D07B0A" w:rsidRPr="00B5603F" w:rsidRDefault="00D07B0A" w:rsidP="00D07B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2FACFB50" w14:textId="77777777" w:rsidR="00D07B0A" w:rsidRPr="00B5603F" w:rsidRDefault="00D07B0A" w:rsidP="00D07B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A31F558" w14:textId="3A51735B"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099DFD2D" w14:textId="61C33F40"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0D065069" w14:textId="1A5E683F"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5</w:t>
            </w:r>
          </w:p>
        </w:tc>
        <w:tc>
          <w:tcPr>
            <w:tcW w:w="0" w:type="auto"/>
            <w:tcBorders>
              <w:top w:val="single" w:sz="4" w:space="0" w:color="auto"/>
              <w:left w:val="single" w:sz="4" w:space="0" w:color="auto"/>
              <w:bottom w:val="single" w:sz="4" w:space="0" w:color="auto"/>
              <w:right w:val="single" w:sz="4" w:space="0" w:color="auto"/>
            </w:tcBorders>
            <w:vAlign w:val="center"/>
          </w:tcPr>
          <w:p w14:paraId="4647944D" w14:textId="32D2053D"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5</w:t>
            </w:r>
          </w:p>
        </w:tc>
      </w:tr>
      <w:tr w:rsidR="00B12215" w:rsidRPr="00B5603F" w14:paraId="770ECE0B"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3811EC" w14:textId="77777777" w:rsidR="00B12215" w:rsidRPr="00B5603F" w:rsidRDefault="00B12215"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08145E35"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106ED812" w14:textId="77777777" w:rsidR="00B12215" w:rsidRPr="00B5603F" w:rsidRDefault="00B12215" w:rsidP="00B12215">
            <w:pPr>
              <w:pStyle w:val="TAC"/>
              <w:rPr>
                <w:rFonts w:cs="Arial"/>
                <w:kern w:val="2"/>
                <w:szCs w:val="18"/>
              </w:rPr>
            </w:pPr>
            <w:r w:rsidRPr="00B5603F">
              <w:rPr>
                <w:rFonts w:cs="Arial"/>
                <w:szCs w:val="18"/>
                <w:lang w:eastAsia="zh-CN"/>
              </w:rPr>
              <w:t>24</w:t>
            </w:r>
          </w:p>
        </w:tc>
        <w:tc>
          <w:tcPr>
            <w:tcW w:w="0" w:type="auto"/>
            <w:tcBorders>
              <w:top w:val="single" w:sz="4" w:space="0" w:color="auto"/>
              <w:left w:val="single" w:sz="4" w:space="0" w:color="auto"/>
              <w:bottom w:val="single" w:sz="4" w:space="0" w:color="auto"/>
              <w:right w:val="single" w:sz="4" w:space="0" w:color="auto"/>
            </w:tcBorders>
            <w:hideMark/>
          </w:tcPr>
          <w:p w14:paraId="0763E297" w14:textId="77777777" w:rsidR="00B12215" w:rsidRPr="00B5603F" w:rsidRDefault="00B12215" w:rsidP="00B12215">
            <w:pPr>
              <w:pStyle w:val="TAC"/>
              <w:rPr>
                <w:rFonts w:cs="Arial"/>
                <w:kern w:val="2"/>
                <w:szCs w:val="18"/>
              </w:rPr>
            </w:pPr>
            <w:r w:rsidRPr="00B5603F">
              <w:rPr>
                <w:rFonts w:cs="Arial"/>
                <w:szCs w:val="18"/>
                <w:lang w:eastAsia="ja-JP"/>
              </w:rPr>
              <w:t>50</w:t>
            </w:r>
          </w:p>
        </w:tc>
        <w:tc>
          <w:tcPr>
            <w:tcW w:w="0" w:type="auto"/>
            <w:tcBorders>
              <w:top w:val="single" w:sz="4" w:space="0" w:color="auto"/>
              <w:left w:val="single" w:sz="4" w:space="0" w:color="auto"/>
              <w:bottom w:val="single" w:sz="4" w:space="0" w:color="auto"/>
              <w:right w:val="single" w:sz="4" w:space="0" w:color="auto"/>
            </w:tcBorders>
            <w:hideMark/>
          </w:tcPr>
          <w:p w14:paraId="1DF8693D" w14:textId="77777777" w:rsidR="00B12215" w:rsidRPr="00B5603F" w:rsidRDefault="00B12215" w:rsidP="00B12215">
            <w:pPr>
              <w:pStyle w:val="TAC"/>
              <w:rPr>
                <w:rFonts w:cs="Arial"/>
                <w:kern w:val="2"/>
                <w:szCs w:val="18"/>
              </w:rPr>
            </w:pPr>
            <w:r w:rsidRPr="00B5603F">
              <w:rPr>
                <w:rFonts w:cs="Arial"/>
                <w:szCs w:val="18"/>
                <w:lang w:eastAsia="ja-JP"/>
              </w:rPr>
              <w:t>75</w:t>
            </w:r>
          </w:p>
        </w:tc>
        <w:tc>
          <w:tcPr>
            <w:tcW w:w="0" w:type="auto"/>
            <w:tcBorders>
              <w:top w:val="single" w:sz="4" w:space="0" w:color="auto"/>
              <w:left w:val="single" w:sz="4" w:space="0" w:color="auto"/>
              <w:bottom w:val="single" w:sz="4" w:space="0" w:color="auto"/>
              <w:right w:val="single" w:sz="4" w:space="0" w:color="auto"/>
            </w:tcBorders>
            <w:hideMark/>
          </w:tcPr>
          <w:p w14:paraId="5DEA0D58" w14:textId="77777777" w:rsidR="00B12215" w:rsidRPr="00B5603F" w:rsidRDefault="00B12215" w:rsidP="00B12215">
            <w:pPr>
              <w:pStyle w:val="TAC"/>
              <w:rPr>
                <w:rFonts w:cs="Arial"/>
                <w:kern w:val="2"/>
                <w:szCs w:val="18"/>
              </w:rPr>
            </w:pPr>
            <w:r w:rsidRPr="00B5603F">
              <w:rPr>
                <w:rFonts w:cs="Arial"/>
                <w:szCs w:val="18"/>
                <w:lang w:eastAsia="zh-CN"/>
              </w:rPr>
              <w:t>105</w:t>
            </w:r>
          </w:p>
        </w:tc>
      </w:tr>
      <w:tr w:rsidR="00B12215" w:rsidRPr="00B5603F" w14:paraId="35F35BD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037D7A" w14:textId="77777777" w:rsidR="00B12215" w:rsidRPr="00B5603F" w:rsidRDefault="00B12215"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36F16000"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64FCC00E"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4F60D40B"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50B3869B"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123FD5A2" w14:textId="77777777" w:rsidR="00B12215" w:rsidRPr="00B5603F" w:rsidRDefault="00B12215" w:rsidP="00B12215">
            <w:pPr>
              <w:pStyle w:val="TAC"/>
              <w:rPr>
                <w:rFonts w:cs="Arial"/>
                <w:kern w:val="2"/>
                <w:szCs w:val="18"/>
              </w:rPr>
            </w:pPr>
            <w:r w:rsidRPr="00B5603F">
              <w:rPr>
                <w:rFonts w:cs="Arial"/>
                <w:szCs w:val="18"/>
                <w:lang w:eastAsia="zh-CN"/>
              </w:rPr>
              <w:t>23</w:t>
            </w:r>
          </w:p>
        </w:tc>
      </w:tr>
      <w:tr w:rsidR="00B12215" w:rsidRPr="00B5603F" w14:paraId="5099D5A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179648" w14:textId="77777777" w:rsidR="00B12215" w:rsidRPr="00B5603F" w:rsidRDefault="00B12215"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27ED2B10" w14:textId="77777777" w:rsidR="00B12215" w:rsidRPr="00B5603F" w:rsidRDefault="00B12215" w:rsidP="00B12215">
            <w:pPr>
              <w:pStyle w:val="TAC"/>
              <w:rPr>
                <w:rFonts w:cs="Arial"/>
                <w:kern w:val="2"/>
                <w:szCs w:val="18"/>
              </w:rPr>
            </w:pPr>
            <w:r w:rsidRPr="00B5603F">
              <w:rPr>
                <w:rFonts w:cs="Arial"/>
                <w:szCs w:val="18"/>
                <w:lang w:eastAsia="ja-JP"/>
              </w:rPr>
              <w:t>256QAM</w:t>
            </w:r>
          </w:p>
        </w:tc>
      </w:tr>
      <w:tr w:rsidR="00B12215" w:rsidRPr="00B5603F" w14:paraId="43B2553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8A68DDC" w14:textId="77777777" w:rsidR="00B12215" w:rsidRPr="00B5603F" w:rsidRDefault="00B12215"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689D061D"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B007487"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0B8351C3"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45CE9"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ECD43E4" w14:textId="77777777" w:rsidR="00B12215" w:rsidRPr="00B5603F" w:rsidRDefault="00B12215" w:rsidP="00B12215">
            <w:pPr>
              <w:pStyle w:val="TAC"/>
              <w:rPr>
                <w:rFonts w:cs="Arial"/>
                <w:kern w:val="2"/>
                <w:szCs w:val="18"/>
              </w:rPr>
            </w:pPr>
            <w:r w:rsidRPr="00B5603F">
              <w:rPr>
                <w:rFonts w:cs="Arial"/>
                <w:szCs w:val="18"/>
                <w:lang w:eastAsia="ja-JP"/>
              </w:rPr>
              <w:t>256QAM</w:t>
            </w:r>
          </w:p>
        </w:tc>
      </w:tr>
      <w:tr w:rsidR="00B12215" w:rsidRPr="00B5603F" w14:paraId="615DC9EF" w14:textId="77777777" w:rsidTr="00B12215">
        <w:trPr>
          <w:trHeight w:val="17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B7C4BEB" w14:textId="77777777" w:rsidR="00B12215" w:rsidRPr="00B5603F" w:rsidRDefault="00B12215"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5A79328A"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694AC80"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15880</w:t>
            </w:r>
          </w:p>
        </w:tc>
        <w:tc>
          <w:tcPr>
            <w:tcW w:w="0" w:type="auto"/>
            <w:tcBorders>
              <w:top w:val="single" w:sz="4" w:space="0" w:color="auto"/>
              <w:left w:val="single" w:sz="4" w:space="0" w:color="auto"/>
              <w:bottom w:val="single" w:sz="4" w:space="0" w:color="auto"/>
              <w:right w:val="single" w:sz="4" w:space="0" w:color="auto"/>
            </w:tcBorders>
            <w:vAlign w:val="center"/>
          </w:tcPr>
          <w:p w14:paraId="40AA9892" w14:textId="77777777" w:rsidR="00B12215" w:rsidRPr="00B5603F" w:rsidRDefault="00B12215" w:rsidP="00B12215">
            <w:pPr>
              <w:pStyle w:val="TAC"/>
              <w:rPr>
                <w:rFonts w:cs="Arial"/>
                <w:kern w:val="2"/>
                <w:szCs w:val="18"/>
              </w:rPr>
            </w:pPr>
            <w:r w:rsidRPr="00B5603F">
              <w:rPr>
                <w:rFonts w:cs="Arial"/>
                <w:kern w:val="2"/>
                <w:szCs w:val="18"/>
                <w:lang w:eastAsia="zh-CN"/>
              </w:rPr>
              <w:t>36896</w:t>
            </w:r>
          </w:p>
        </w:tc>
        <w:tc>
          <w:tcPr>
            <w:tcW w:w="0" w:type="auto"/>
            <w:tcBorders>
              <w:top w:val="single" w:sz="4" w:space="0" w:color="auto"/>
              <w:left w:val="single" w:sz="4" w:space="0" w:color="auto"/>
              <w:bottom w:val="single" w:sz="4" w:space="0" w:color="auto"/>
              <w:right w:val="single" w:sz="4" w:space="0" w:color="auto"/>
            </w:tcBorders>
            <w:vAlign w:val="center"/>
          </w:tcPr>
          <w:p w14:paraId="6BABEC6F" w14:textId="77777777" w:rsidR="00B12215" w:rsidRPr="00B5603F" w:rsidRDefault="00B12215" w:rsidP="00B12215">
            <w:pPr>
              <w:pStyle w:val="TAC"/>
              <w:rPr>
                <w:rFonts w:cs="Arial"/>
                <w:kern w:val="2"/>
                <w:szCs w:val="18"/>
              </w:rPr>
            </w:pPr>
            <w:r w:rsidRPr="00B5603F">
              <w:rPr>
                <w:rFonts w:cs="Arial"/>
                <w:kern w:val="2"/>
                <w:szCs w:val="18"/>
              </w:rPr>
              <w:t>58384</w:t>
            </w:r>
          </w:p>
        </w:tc>
        <w:tc>
          <w:tcPr>
            <w:tcW w:w="0" w:type="auto"/>
            <w:tcBorders>
              <w:top w:val="single" w:sz="4" w:space="0" w:color="auto"/>
              <w:left w:val="single" w:sz="4" w:space="0" w:color="auto"/>
              <w:bottom w:val="single" w:sz="4" w:space="0" w:color="auto"/>
              <w:right w:val="single" w:sz="4" w:space="0" w:color="auto"/>
            </w:tcBorders>
            <w:vAlign w:val="center"/>
          </w:tcPr>
          <w:p w14:paraId="3D9A3E88" w14:textId="77777777" w:rsidR="00B12215" w:rsidRPr="00B5603F" w:rsidRDefault="00B12215" w:rsidP="00B12215">
            <w:pPr>
              <w:pStyle w:val="TAC"/>
              <w:rPr>
                <w:rFonts w:cs="Arial"/>
                <w:kern w:val="2"/>
                <w:szCs w:val="18"/>
              </w:rPr>
            </w:pPr>
            <w:r w:rsidRPr="00B5603F">
              <w:rPr>
                <w:rFonts w:cs="Arial"/>
                <w:kern w:val="2"/>
                <w:szCs w:val="18"/>
                <w:lang w:eastAsia="zh-CN"/>
              </w:rPr>
              <w:t>81976</w:t>
            </w:r>
          </w:p>
        </w:tc>
      </w:tr>
      <w:tr w:rsidR="00B12215" w:rsidRPr="00B5603F" w14:paraId="7EDDD3A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618D08E" w14:textId="77777777" w:rsidR="00B12215" w:rsidRPr="00B5603F" w:rsidRDefault="00B12215"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6105C5A7" w14:textId="77777777" w:rsidR="00B12215" w:rsidRPr="00B5603F" w:rsidRDefault="00B12215"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357C915A"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6E102F0"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13A717B"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A202951" w14:textId="77777777" w:rsidR="00B12215" w:rsidRPr="00B5603F" w:rsidRDefault="00B12215" w:rsidP="00B12215">
            <w:pPr>
              <w:pStyle w:val="TAC"/>
              <w:rPr>
                <w:rFonts w:cs="Arial"/>
                <w:kern w:val="2"/>
                <w:szCs w:val="18"/>
              </w:rPr>
            </w:pPr>
            <w:r w:rsidRPr="00B5603F">
              <w:rPr>
                <w:rFonts w:cs="Arial"/>
                <w:kern w:val="2"/>
                <w:szCs w:val="18"/>
              </w:rPr>
              <w:t>24</w:t>
            </w:r>
          </w:p>
        </w:tc>
      </w:tr>
      <w:tr w:rsidR="00B12215" w:rsidRPr="00B5603F" w14:paraId="236CD89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0DA10F" w14:textId="77777777" w:rsidR="00B12215" w:rsidRPr="00B5603F" w:rsidRDefault="00B12215"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68E88BCC"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C47F8A9"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B4649"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1641EA9"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8F8FF75" w14:textId="77777777" w:rsidR="00B12215" w:rsidRPr="00B5603F" w:rsidRDefault="00B12215" w:rsidP="00B12215">
            <w:pPr>
              <w:pStyle w:val="TAC"/>
              <w:rPr>
                <w:rFonts w:cs="Arial"/>
                <w:kern w:val="2"/>
                <w:szCs w:val="18"/>
              </w:rPr>
            </w:pPr>
            <w:r w:rsidRPr="00B5603F">
              <w:rPr>
                <w:rFonts w:cs="Arial"/>
                <w:kern w:val="2"/>
                <w:szCs w:val="18"/>
              </w:rPr>
              <w:t>1</w:t>
            </w:r>
          </w:p>
        </w:tc>
      </w:tr>
      <w:tr w:rsidR="00B12215" w:rsidRPr="00B5603F" w14:paraId="1EF9828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EBFDA" w14:textId="77777777" w:rsidR="00B12215" w:rsidRPr="00B5603F" w:rsidRDefault="00B12215"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2DD2C63E"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A0C0D45"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0B65D441"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5</w:t>
            </w:r>
          </w:p>
        </w:tc>
        <w:tc>
          <w:tcPr>
            <w:tcW w:w="0" w:type="auto"/>
            <w:tcBorders>
              <w:top w:val="single" w:sz="4" w:space="0" w:color="auto"/>
              <w:left w:val="single" w:sz="4" w:space="0" w:color="auto"/>
              <w:bottom w:val="single" w:sz="4" w:space="0" w:color="auto"/>
              <w:right w:val="single" w:sz="4" w:space="0" w:color="auto"/>
            </w:tcBorders>
            <w:vAlign w:val="center"/>
          </w:tcPr>
          <w:p w14:paraId="5C8C805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7</w:t>
            </w:r>
          </w:p>
        </w:tc>
        <w:tc>
          <w:tcPr>
            <w:tcW w:w="0" w:type="auto"/>
            <w:tcBorders>
              <w:top w:val="single" w:sz="4" w:space="0" w:color="auto"/>
              <w:left w:val="single" w:sz="4" w:space="0" w:color="auto"/>
              <w:bottom w:val="single" w:sz="4" w:space="0" w:color="auto"/>
              <w:right w:val="single" w:sz="4" w:space="0" w:color="auto"/>
            </w:tcBorders>
            <w:vAlign w:val="center"/>
          </w:tcPr>
          <w:p w14:paraId="1523F1A2"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10</w:t>
            </w:r>
          </w:p>
        </w:tc>
      </w:tr>
      <w:tr w:rsidR="00B12215" w:rsidRPr="00B5603F" w14:paraId="3F3FF84B"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5117B76" w14:textId="77777777" w:rsidR="00B12215" w:rsidRPr="00B5603F" w:rsidRDefault="00B12215"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6ABA58D2"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9EE734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1BC8BEAA" w14:textId="77777777" w:rsidR="00B12215" w:rsidRPr="00B5603F" w:rsidRDefault="00B1221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7F4733C1" w14:textId="77777777" w:rsidR="00B12215" w:rsidRPr="00B5603F" w:rsidRDefault="00B1221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69997590" w14:textId="77777777" w:rsidR="00B12215" w:rsidRPr="00B5603F" w:rsidRDefault="00B12215" w:rsidP="00B12215">
            <w:pPr>
              <w:pStyle w:val="TAC"/>
              <w:rPr>
                <w:rFonts w:cs="Arial"/>
                <w:kern w:val="2"/>
                <w:szCs w:val="18"/>
              </w:rPr>
            </w:pPr>
            <w:r w:rsidRPr="00B5603F">
              <w:rPr>
                <w:rFonts w:cs="Arial"/>
                <w:kern w:val="2"/>
                <w:szCs w:val="18"/>
                <w:lang w:eastAsia="zh-CN"/>
              </w:rPr>
              <w:t>6.25</w:t>
            </w:r>
          </w:p>
        </w:tc>
      </w:tr>
      <w:tr w:rsidR="00B12215" w:rsidRPr="00B5603F" w14:paraId="638CDDA1"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4252D11" w14:textId="77777777" w:rsidR="00B12215" w:rsidRPr="00B5603F" w:rsidRDefault="00B12215"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713E9427"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8C6981A"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45C5E1B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5370A270"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231479AE"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r>
      <w:tr w:rsidR="00B12215" w:rsidRPr="00B5603F" w14:paraId="68E9E6F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E1F4607" w14:textId="77777777" w:rsidR="00B12215" w:rsidRPr="00B5603F" w:rsidRDefault="00B12215"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00CE3A89"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2A851E5"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20544</w:t>
            </w:r>
          </w:p>
        </w:tc>
        <w:tc>
          <w:tcPr>
            <w:tcW w:w="0" w:type="auto"/>
            <w:tcBorders>
              <w:top w:val="single" w:sz="4" w:space="0" w:color="auto"/>
              <w:left w:val="single" w:sz="4" w:space="0" w:color="auto"/>
              <w:bottom w:val="single" w:sz="4" w:space="0" w:color="auto"/>
              <w:right w:val="single" w:sz="4" w:space="0" w:color="auto"/>
            </w:tcBorders>
            <w:vAlign w:val="center"/>
          </w:tcPr>
          <w:p w14:paraId="0E5A738B" w14:textId="77777777" w:rsidR="00B12215" w:rsidRPr="00B5603F" w:rsidRDefault="00B12215" w:rsidP="00B12215">
            <w:pPr>
              <w:pStyle w:val="TAC"/>
              <w:rPr>
                <w:rFonts w:cs="Arial"/>
                <w:kern w:val="2"/>
                <w:szCs w:val="18"/>
              </w:rPr>
            </w:pPr>
            <w:r w:rsidRPr="00B5603F">
              <w:rPr>
                <w:rFonts w:cs="Arial"/>
                <w:kern w:val="2"/>
                <w:szCs w:val="18"/>
                <w:lang w:eastAsia="zh-CN"/>
              </w:rPr>
              <w:t>48000</w:t>
            </w:r>
          </w:p>
        </w:tc>
        <w:tc>
          <w:tcPr>
            <w:tcW w:w="0" w:type="auto"/>
            <w:tcBorders>
              <w:top w:val="single" w:sz="4" w:space="0" w:color="auto"/>
              <w:left w:val="single" w:sz="4" w:space="0" w:color="auto"/>
              <w:bottom w:val="single" w:sz="4" w:space="0" w:color="auto"/>
              <w:right w:val="single" w:sz="4" w:space="0" w:color="auto"/>
            </w:tcBorders>
            <w:vAlign w:val="center"/>
          </w:tcPr>
          <w:p w14:paraId="3F0F670F" w14:textId="77777777" w:rsidR="00B12215" w:rsidRPr="00B5603F" w:rsidRDefault="00B12215" w:rsidP="00B12215">
            <w:pPr>
              <w:pStyle w:val="TAC"/>
              <w:rPr>
                <w:rFonts w:cs="Arial"/>
                <w:kern w:val="2"/>
                <w:szCs w:val="18"/>
              </w:rPr>
            </w:pPr>
            <w:r w:rsidRPr="00B5603F">
              <w:rPr>
                <w:rFonts w:cs="Arial"/>
                <w:kern w:val="2"/>
                <w:szCs w:val="18"/>
              </w:rPr>
              <w:t>74400</w:t>
            </w:r>
          </w:p>
        </w:tc>
        <w:tc>
          <w:tcPr>
            <w:tcW w:w="0" w:type="auto"/>
            <w:tcBorders>
              <w:top w:val="single" w:sz="4" w:space="0" w:color="auto"/>
              <w:left w:val="single" w:sz="4" w:space="0" w:color="auto"/>
              <w:bottom w:val="single" w:sz="4" w:space="0" w:color="auto"/>
              <w:right w:val="single" w:sz="4" w:space="0" w:color="auto"/>
            </w:tcBorders>
            <w:vAlign w:val="center"/>
          </w:tcPr>
          <w:p w14:paraId="4CF1878C" w14:textId="77777777" w:rsidR="00B12215" w:rsidRPr="00B5603F" w:rsidRDefault="00B12215" w:rsidP="00B12215">
            <w:pPr>
              <w:pStyle w:val="TAC"/>
              <w:rPr>
                <w:rFonts w:cs="Arial"/>
                <w:kern w:val="2"/>
                <w:szCs w:val="18"/>
                <w:lang w:eastAsia="zh-CN"/>
              </w:rPr>
            </w:pPr>
            <w:r w:rsidRPr="00B5603F">
              <w:rPr>
                <w:rFonts w:cs="Arial"/>
                <w:kern w:val="2"/>
                <w:szCs w:val="18"/>
              </w:rPr>
              <w:t>106080</w:t>
            </w:r>
          </w:p>
        </w:tc>
      </w:tr>
      <w:tr w:rsidR="00B12215" w:rsidRPr="00B5603F" w14:paraId="23DCD83E"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4E7B27" w14:textId="77777777" w:rsidR="00B12215" w:rsidRPr="00B5603F" w:rsidRDefault="00B12215"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0DD776D1" w14:textId="77777777" w:rsidR="00B12215" w:rsidRPr="00B5603F" w:rsidRDefault="00B12215"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1DF5D5EB" w14:textId="77777777" w:rsidR="00B12215" w:rsidRPr="00B5603F" w:rsidRDefault="00B12215" w:rsidP="00B12215">
            <w:pPr>
              <w:pStyle w:val="TAC"/>
              <w:rPr>
                <w:rFonts w:cs="Arial"/>
                <w:kern w:val="2"/>
                <w:szCs w:val="18"/>
              </w:rPr>
            </w:pPr>
            <w:r w:rsidRPr="00B5603F">
              <w:rPr>
                <w:rFonts w:cs="Arial"/>
                <w:kern w:val="2"/>
                <w:szCs w:val="18"/>
              </w:rPr>
              <w:t>3.176</w:t>
            </w:r>
          </w:p>
        </w:tc>
        <w:tc>
          <w:tcPr>
            <w:tcW w:w="0" w:type="auto"/>
            <w:tcBorders>
              <w:top w:val="single" w:sz="4" w:space="0" w:color="auto"/>
              <w:left w:val="single" w:sz="4" w:space="0" w:color="auto"/>
              <w:bottom w:val="single" w:sz="4" w:space="0" w:color="auto"/>
              <w:right w:val="single" w:sz="4" w:space="0" w:color="auto"/>
            </w:tcBorders>
            <w:vAlign w:val="center"/>
            <w:hideMark/>
          </w:tcPr>
          <w:p w14:paraId="7B1C4F5D" w14:textId="77777777" w:rsidR="00B12215" w:rsidRPr="00B5603F" w:rsidRDefault="00B12215" w:rsidP="00B12215">
            <w:pPr>
              <w:pStyle w:val="TAC"/>
              <w:rPr>
                <w:rFonts w:cs="Arial"/>
                <w:kern w:val="2"/>
                <w:szCs w:val="18"/>
              </w:rPr>
            </w:pPr>
            <w:r w:rsidRPr="00B5603F">
              <w:rPr>
                <w:rFonts w:cs="Arial"/>
                <w:kern w:val="2"/>
                <w:szCs w:val="18"/>
              </w:rPr>
              <w:t>7.3792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081DAF6E" w14:textId="77777777" w:rsidR="00B12215" w:rsidRPr="00B5603F" w:rsidRDefault="00B12215" w:rsidP="00B12215">
            <w:pPr>
              <w:pStyle w:val="TAC"/>
              <w:rPr>
                <w:rFonts w:cs="Arial"/>
                <w:kern w:val="2"/>
                <w:szCs w:val="18"/>
              </w:rPr>
            </w:pPr>
            <w:r w:rsidRPr="00B5603F">
              <w:rPr>
                <w:rFonts w:cs="Arial"/>
                <w:kern w:val="2"/>
                <w:szCs w:val="18"/>
              </w:rPr>
              <w:t>11.677</w:t>
            </w:r>
          </w:p>
        </w:tc>
        <w:tc>
          <w:tcPr>
            <w:tcW w:w="0" w:type="auto"/>
            <w:tcBorders>
              <w:top w:val="single" w:sz="4" w:space="0" w:color="auto"/>
              <w:left w:val="single" w:sz="4" w:space="0" w:color="auto"/>
              <w:bottom w:val="single" w:sz="4" w:space="0" w:color="auto"/>
              <w:right w:val="single" w:sz="4" w:space="0" w:color="auto"/>
            </w:tcBorders>
            <w:vAlign w:val="center"/>
            <w:hideMark/>
          </w:tcPr>
          <w:p w14:paraId="75DFC030" w14:textId="77777777" w:rsidR="00B12215" w:rsidRPr="00B5603F" w:rsidRDefault="00B12215" w:rsidP="00B12215">
            <w:pPr>
              <w:pStyle w:val="TAC"/>
              <w:rPr>
                <w:rFonts w:cs="Arial"/>
                <w:kern w:val="2"/>
                <w:szCs w:val="18"/>
              </w:rPr>
            </w:pPr>
            <w:r w:rsidRPr="00B5603F">
              <w:rPr>
                <w:rFonts w:cs="Arial"/>
                <w:kern w:val="2"/>
                <w:szCs w:val="18"/>
                <w:lang w:eastAsia="zh-CN"/>
              </w:rPr>
              <w:t>16.395</w:t>
            </w:r>
          </w:p>
        </w:tc>
      </w:tr>
      <w:tr w:rsidR="00B12215" w:rsidRPr="00B5603F" w14:paraId="2263DF11"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6A607E17" w14:textId="77777777" w:rsidR="00B12215" w:rsidRPr="00B5603F" w:rsidRDefault="00B12215"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12D221B5" w14:textId="388B3DA1" w:rsidR="00B12215" w:rsidRPr="00B5603F" w:rsidRDefault="00B12215" w:rsidP="00B12215">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17F018AF" w14:textId="3BDEB8BE" w:rsidR="00294BF5" w:rsidRDefault="00294BF5" w:rsidP="00C7535D"/>
    <w:p w14:paraId="6A6232E1" w14:textId="0F4E7D1E" w:rsidR="00294BF5" w:rsidRDefault="00B12215" w:rsidP="008C0EFD">
      <w:pPr>
        <w:pStyle w:val="TH"/>
      </w:pPr>
      <w:r w:rsidRPr="00B12215">
        <w:t>Table A.7.4</w:t>
      </w:r>
      <w:r>
        <w:t>-</w:t>
      </w:r>
      <w:r w:rsidRPr="00B12215">
        <w:t>3</w:t>
      </w:r>
      <w:r>
        <w:t>:</w:t>
      </w:r>
      <w:r w:rsidRPr="00B12215">
        <w:t xml:space="preserve"> Fixed reference channel for V2X receiver requirements (SCS 60kHz, 256QAM)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879"/>
        <w:gridCol w:w="1240"/>
        <w:gridCol w:w="1240"/>
        <w:gridCol w:w="1240"/>
        <w:gridCol w:w="1240"/>
      </w:tblGrid>
      <w:tr w:rsidR="00B12215" w:rsidRPr="00B5603F" w14:paraId="7C72A1B7"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A8A867" w14:textId="77777777" w:rsidR="00B12215" w:rsidRPr="00B5603F" w:rsidRDefault="00B12215" w:rsidP="00B12215">
            <w:pPr>
              <w:pStyle w:val="TAH"/>
              <w:rPr>
                <w:rFonts w:cs="Arial"/>
                <w:kern w:val="2"/>
                <w:szCs w:val="18"/>
              </w:rPr>
            </w:pPr>
            <w:r w:rsidRPr="00B5603F">
              <w:rPr>
                <w:rFonts w:cs="Arial"/>
                <w:kern w:val="2"/>
                <w:szCs w:val="18"/>
              </w:rPr>
              <w:t>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31513F6D" w14:textId="77777777" w:rsidR="00B12215" w:rsidRPr="00B5603F" w:rsidRDefault="00B12215" w:rsidP="00B12215">
            <w:pPr>
              <w:pStyle w:val="TAH"/>
              <w:rPr>
                <w:rFonts w:cs="Arial"/>
                <w:kern w:val="2"/>
                <w:szCs w:val="18"/>
              </w:rPr>
            </w:pPr>
            <w:r w:rsidRPr="00B5603F">
              <w:rPr>
                <w:rFonts w:cs="Arial"/>
                <w:kern w:val="2"/>
                <w:szCs w:val="18"/>
              </w:rPr>
              <w:t>Unit</w:t>
            </w:r>
          </w:p>
        </w:tc>
        <w:tc>
          <w:tcPr>
            <w:tcW w:w="0" w:type="auto"/>
            <w:gridSpan w:val="4"/>
            <w:tcBorders>
              <w:top w:val="single" w:sz="4" w:space="0" w:color="auto"/>
              <w:left w:val="single" w:sz="4" w:space="0" w:color="auto"/>
              <w:bottom w:val="single" w:sz="4" w:space="0" w:color="auto"/>
              <w:right w:val="single" w:sz="4" w:space="0" w:color="auto"/>
            </w:tcBorders>
            <w:hideMark/>
          </w:tcPr>
          <w:p w14:paraId="14FB016E" w14:textId="77777777" w:rsidR="00B12215" w:rsidRPr="00B5603F" w:rsidRDefault="00B12215" w:rsidP="00B12215">
            <w:pPr>
              <w:pStyle w:val="TAH"/>
              <w:rPr>
                <w:rFonts w:cs="Arial"/>
                <w:kern w:val="2"/>
                <w:szCs w:val="18"/>
              </w:rPr>
            </w:pPr>
            <w:r w:rsidRPr="00B5603F">
              <w:rPr>
                <w:rFonts w:cs="Arial"/>
                <w:kern w:val="2"/>
                <w:szCs w:val="18"/>
              </w:rPr>
              <w:t>Value</w:t>
            </w:r>
          </w:p>
        </w:tc>
      </w:tr>
      <w:tr w:rsidR="00B12215" w:rsidRPr="00B5603F" w14:paraId="5BBBA90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B2D1A1" w14:textId="77777777" w:rsidR="00B12215" w:rsidRPr="00B5603F" w:rsidRDefault="00B12215" w:rsidP="00B12215">
            <w:pPr>
              <w:pStyle w:val="TAL"/>
              <w:rPr>
                <w:rFonts w:cs="Arial"/>
                <w:kern w:val="2"/>
                <w:szCs w:val="18"/>
              </w:rPr>
            </w:pPr>
            <w:r w:rsidRPr="00B5603F">
              <w:rPr>
                <w:rFonts w:cs="Arial"/>
                <w:kern w:val="2"/>
                <w:szCs w:val="18"/>
              </w:rPr>
              <w:t>Channel bandwidth</w:t>
            </w:r>
          </w:p>
        </w:tc>
        <w:tc>
          <w:tcPr>
            <w:tcW w:w="0" w:type="auto"/>
            <w:tcBorders>
              <w:top w:val="single" w:sz="4" w:space="0" w:color="auto"/>
              <w:left w:val="single" w:sz="4" w:space="0" w:color="auto"/>
              <w:bottom w:val="single" w:sz="4" w:space="0" w:color="auto"/>
              <w:right w:val="single" w:sz="4" w:space="0" w:color="auto"/>
            </w:tcBorders>
            <w:vAlign w:val="center"/>
            <w:hideMark/>
          </w:tcPr>
          <w:p w14:paraId="6B20F9E8" w14:textId="77777777" w:rsidR="00B12215" w:rsidRPr="00B5603F" w:rsidRDefault="00B12215" w:rsidP="00B12215">
            <w:pPr>
              <w:pStyle w:val="TAH"/>
              <w:rPr>
                <w:rFonts w:cs="Arial"/>
                <w:b w:val="0"/>
                <w:kern w:val="2"/>
                <w:szCs w:val="18"/>
              </w:rPr>
            </w:pPr>
            <w:r w:rsidRPr="00B5603F">
              <w:rPr>
                <w:rFonts w:cs="Arial"/>
                <w:b w:val="0"/>
                <w:kern w:val="2"/>
                <w:szCs w:val="18"/>
              </w:rPr>
              <w:t>MHz</w:t>
            </w:r>
          </w:p>
        </w:tc>
        <w:tc>
          <w:tcPr>
            <w:tcW w:w="0" w:type="auto"/>
            <w:tcBorders>
              <w:top w:val="single" w:sz="4" w:space="0" w:color="auto"/>
              <w:left w:val="single" w:sz="4" w:space="0" w:color="auto"/>
              <w:bottom w:val="single" w:sz="4" w:space="0" w:color="auto"/>
              <w:right w:val="single" w:sz="4" w:space="0" w:color="auto"/>
            </w:tcBorders>
            <w:vAlign w:val="center"/>
            <w:hideMark/>
          </w:tcPr>
          <w:p w14:paraId="6B20331D" w14:textId="77777777" w:rsidR="00B12215" w:rsidRPr="00B5603F" w:rsidRDefault="00B12215" w:rsidP="00B12215">
            <w:pPr>
              <w:pStyle w:val="TAH"/>
              <w:rPr>
                <w:rFonts w:cs="Arial"/>
                <w:kern w:val="2"/>
                <w:szCs w:val="18"/>
              </w:rPr>
            </w:pPr>
            <w:r w:rsidRPr="00B5603F">
              <w:rPr>
                <w:rFonts w:cs="Arial"/>
                <w:kern w:val="2"/>
                <w:szCs w:val="18"/>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4D55C6DC" w14:textId="77777777" w:rsidR="00B12215" w:rsidRPr="00B5603F" w:rsidRDefault="00B12215" w:rsidP="00B12215">
            <w:pPr>
              <w:pStyle w:val="TAH"/>
              <w:rPr>
                <w:rFonts w:cs="Arial"/>
                <w:kern w:val="2"/>
                <w:szCs w:val="18"/>
              </w:rPr>
            </w:pPr>
            <w:r w:rsidRPr="00B5603F">
              <w:rPr>
                <w:rFonts w:cs="Arial"/>
                <w:kern w:val="2"/>
                <w:szCs w:val="18"/>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6EBAD257" w14:textId="77777777" w:rsidR="00B12215" w:rsidRPr="00B5603F" w:rsidRDefault="00B12215" w:rsidP="00B12215">
            <w:pPr>
              <w:pStyle w:val="TAH"/>
              <w:rPr>
                <w:rFonts w:cs="Arial"/>
                <w:kern w:val="2"/>
                <w:szCs w:val="18"/>
              </w:rPr>
            </w:pPr>
            <w:r w:rsidRPr="00B5603F">
              <w:rPr>
                <w:rFonts w:cs="Arial"/>
                <w:kern w:val="2"/>
                <w:szCs w:val="18"/>
              </w:rPr>
              <w:t>30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244D71" w14:textId="77777777" w:rsidR="00B12215" w:rsidRPr="00B5603F" w:rsidRDefault="00B12215" w:rsidP="00B12215">
            <w:pPr>
              <w:pStyle w:val="TAH"/>
              <w:rPr>
                <w:rFonts w:cs="Arial"/>
                <w:kern w:val="2"/>
                <w:szCs w:val="18"/>
              </w:rPr>
            </w:pPr>
            <w:r w:rsidRPr="00B5603F">
              <w:rPr>
                <w:rFonts w:cs="Arial"/>
                <w:kern w:val="2"/>
                <w:szCs w:val="18"/>
              </w:rPr>
              <w:t>40</w:t>
            </w:r>
          </w:p>
        </w:tc>
      </w:tr>
      <w:tr w:rsidR="00B12215" w:rsidRPr="00B5603F" w14:paraId="6ED82EB6"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4FC470" w14:textId="77777777" w:rsidR="00B12215" w:rsidRPr="00B5603F" w:rsidRDefault="00B12215" w:rsidP="00B12215">
            <w:pPr>
              <w:pStyle w:val="TAL"/>
              <w:rPr>
                <w:rFonts w:cs="Arial"/>
                <w:kern w:val="2"/>
                <w:szCs w:val="18"/>
              </w:rPr>
            </w:pPr>
            <w:r w:rsidRPr="00B5603F">
              <w:rPr>
                <w:rFonts w:cs="Arial"/>
                <w:kern w:val="2"/>
                <w:szCs w:val="18"/>
              </w:rPr>
              <w:t>Subcarrier spacing</w:t>
            </w:r>
          </w:p>
        </w:tc>
        <w:tc>
          <w:tcPr>
            <w:tcW w:w="0" w:type="auto"/>
            <w:tcBorders>
              <w:top w:val="single" w:sz="4" w:space="0" w:color="auto"/>
              <w:left w:val="single" w:sz="4" w:space="0" w:color="auto"/>
              <w:bottom w:val="single" w:sz="4" w:space="0" w:color="auto"/>
              <w:right w:val="single" w:sz="4" w:space="0" w:color="auto"/>
            </w:tcBorders>
            <w:vAlign w:val="center"/>
            <w:hideMark/>
          </w:tcPr>
          <w:p w14:paraId="142FC931" w14:textId="77777777" w:rsidR="00B12215" w:rsidRPr="00B5603F" w:rsidRDefault="00B12215" w:rsidP="00B12215">
            <w:pPr>
              <w:pStyle w:val="TAC"/>
              <w:rPr>
                <w:rFonts w:cs="Arial"/>
                <w:kern w:val="2"/>
                <w:szCs w:val="18"/>
              </w:rPr>
            </w:pPr>
            <w:r w:rsidRPr="00B5603F">
              <w:rPr>
                <w:rFonts w:cs="Arial"/>
                <w:kern w:val="2"/>
                <w:szCs w:val="18"/>
              </w:rPr>
              <w:t>kHz</w:t>
            </w:r>
          </w:p>
        </w:tc>
        <w:tc>
          <w:tcPr>
            <w:tcW w:w="0" w:type="auto"/>
            <w:tcBorders>
              <w:top w:val="single" w:sz="4" w:space="0" w:color="auto"/>
              <w:left w:val="single" w:sz="4" w:space="0" w:color="auto"/>
              <w:bottom w:val="single" w:sz="4" w:space="0" w:color="auto"/>
              <w:right w:val="single" w:sz="4" w:space="0" w:color="auto"/>
            </w:tcBorders>
            <w:vAlign w:val="center"/>
            <w:hideMark/>
          </w:tcPr>
          <w:p w14:paraId="084621BD" w14:textId="77777777" w:rsidR="00B12215" w:rsidRPr="00B5603F" w:rsidRDefault="00B12215" w:rsidP="00B12215">
            <w:pPr>
              <w:pStyle w:val="TAC"/>
              <w:rPr>
                <w:rFonts w:cs="Arial"/>
                <w:kern w:val="2"/>
                <w:szCs w:val="18"/>
              </w:rPr>
            </w:pPr>
            <w:r w:rsidRPr="00B5603F">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890756" w14:textId="77777777" w:rsidR="00B12215" w:rsidRPr="00B5603F" w:rsidRDefault="00B12215" w:rsidP="00B12215">
            <w:pPr>
              <w:pStyle w:val="TAC"/>
              <w:rPr>
                <w:rFonts w:cs="Arial"/>
                <w:kern w:val="2"/>
                <w:szCs w:val="18"/>
              </w:rPr>
            </w:pPr>
            <w:r w:rsidRPr="00B5603F">
              <w:rPr>
                <w:rFonts w:cs="Arial"/>
                <w:szCs w:val="18"/>
                <w:lang w:eastAsia="ja-JP"/>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74EB2024" w14:textId="77777777" w:rsidR="00B12215" w:rsidRPr="00B5603F" w:rsidRDefault="00B12215" w:rsidP="00B12215">
            <w:pPr>
              <w:pStyle w:val="TAC"/>
              <w:rPr>
                <w:rFonts w:cs="Arial"/>
                <w:kern w:val="2"/>
                <w:szCs w:val="18"/>
              </w:rPr>
            </w:pPr>
            <w:r w:rsidRPr="00B5603F">
              <w:rPr>
                <w:rFonts w:cs="Arial"/>
                <w:szCs w:val="18"/>
                <w:lang w:eastAsia="ko-KR"/>
              </w:rPr>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7B3D043A" w14:textId="77777777" w:rsidR="00B12215" w:rsidRPr="00B5603F" w:rsidRDefault="00B12215" w:rsidP="00B12215">
            <w:pPr>
              <w:pStyle w:val="TAC"/>
              <w:rPr>
                <w:rFonts w:cs="Arial"/>
                <w:kern w:val="2"/>
                <w:szCs w:val="18"/>
              </w:rPr>
            </w:pPr>
            <w:r w:rsidRPr="00B5603F">
              <w:rPr>
                <w:rFonts w:cs="Arial"/>
                <w:szCs w:val="18"/>
                <w:lang w:eastAsia="ja-JP"/>
              </w:rPr>
              <w:t>60</w:t>
            </w:r>
          </w:p>
        </w:tc>
      </w:tr>
      <w:tr w:rsidR="00D07B0A" w:rsidRPr="00B5603F" w14:paraId="13FC25C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8ED8681" w14:textId="54A62D91" w:rsidR="00D07B0A" w:rsidRPr="00B5603F" w:rsidRDefault="00D07B0A" w:rsidP="00D07B0A">
            <w:pPr>
              <w:pStyle w:val="TAL"/>
              <w:rPr>
                <w:rFonts w:cs="Arial"/>
                <w:kern w:val="2"/>
                <w:szCs w:val="18"/>
              </w:rPr>
            </w:pPr>
            <w:r w:rsidRPr="00ED6B22">
              <w:rPr>
                <w:rFonts w:eastAsia="PMingLiU" w:cs="Arial"/>
                <w:kern w:val="2"/>
                <w:szCs w:val="18"/>
              </w:rPr>
              <w:t>Subchannel size</w:t>
            </w:r>
          </w:p>
        </w:tc>
        <w:tc>
          <w:tcPr>
            <w:tcW w:w="0" w:type="auto"/>
            <w:tcBorders>
              <w:top w:val="single" w:sz="4" w:space="0" w:color="auto"/>
              <w:left w:val="single" w:sz="4" w:space="0" w:color="auto"/>
              <w:bottom w:val="single" w:sz="4" w:space="0" w:color="auto"/>
              <w:right w:val="single" w:sz="4" w:space="0" w:color="auto"/>
            </w:tcBorders>
            <w:vAlign w:val="center"/>
          </w:tcPr>
          <w:p w14:paraId="0B4DE7CC" w14:textId="77777777" w:rsidR="00D07B0A" w:rsidRPr="00B5603F" w:rsidRDefault="00D07B0A" w:rsidP="00D07B0A">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6C223EC" w14:textId="062EEF64"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0</w:t>
            </w:r>
          </w:p>
        </w:tc>
        <w:tc>
          <w:tcPr>
            <w:tcW w:w="0" w:type="auto"/>
            <w:tcBorders>
              <w:top w:val="single" w:sz="4" w:space="0" w:color="auto"/>
              <w:left w:val="single" w:sz="4" w:space="0" w:color="auto"/>
              <w:bottom w:val="single" w:sz="4" w:space="0" w:color="auto"/>
              <w:right w:val="single" w:sz="4" w:space="0" w:color="auto"/>
            </w:tcBorders>
            <w:vAlign w:val="center"/>
          </w:tcPr>
          <w:p w14:paraId="20E8F206" w14:textId="51A28F64"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23998921" w14:textId="6463D4C7" w:rsidR="00D07B0A" w:rsidRPr="00B5603F" w:rsidRDefault="00D07B0A" w:rsidP="00D07B0A">
            <w:pPr>
              <w:pStyle w:val="TAC"/>
              <w:rPr>
                <w:rFonts w:cs="Arial"/>
                <w:szCs w:val="18"/>
                <w:lang w:eastAsia="ko-KR"/>
              </w:rPr>
            </w:pPr>
            <w:r w:rsidRPr="00ED6B22">
              <w:rPr>
                <w:rFonts w:eastAsia="PMingLiU" w:cs="Arial"/>
                <w:kern w:val="2"/>
                <w:szCs w:val="18"/>
              </w:rPr>
              <w:t>1</w:t>
            </w:r>
            <w:r>
              <w:rPr>
                <w:rFonts w:eastAsia="PMingLiU" w:cs="Arial"/>
                <w:kern w:val="2"/>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542E6C43" w14:textId="64E6D43F" w:rsidR="00D07B0A" w:rsidRPr="00B5603F" w:rsidRDefault="00D07B0A" w:rsidP="00D07B0A">
            <w:pPr>
              <w:pStyle w:val="TAC"/>
              <w:rPr>
                <w:rFonts w:cs="Arial"/>
                <w:szCs w:val="18"/>
                <w:lang w:eastAsia="ja-JP"/>
              </w:rPr>
            </w:pPr>
            <w:r w:rsidRPr="00ED6B22">
              <w:rPr>
                <w:rFonts w:eastAsia="PMingLiU" w:cs="Arial"/>
                <w:kern w:val="2"/>
                <w:szCs w:val="18"/>
              </w:rPr>
              <w:t>1</w:t>
            </w:r>
            <w:r>
              <w:rPr>
                <w:rFonts w:eastAsia="PMingLiU" w:cs="Arial"/>
                <w:kern w:val="2"/>
                <w:szCs w:val="18"/>
              </w:rPr>
              <w:t>0</w:t>
            </w:r>
          </w:p>
        </w:tc>
      </w:tr>
      <w:tr w:rsidR="00B12215" w:rsidRPr="00B5603F" w14:paraId="39FECD0A"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4EFE1" w14:textId="77777777" w:rsidR="00B12215" w:rsidRPr="00B5603F" w:rsidRDefault="00B12215" w:rsidP="00B12215">
            <w:pPr>
              <w:pStyle w:val="TAL"/>
              <w:rPr>
                <w:rFonts w:cs="Arial"/>
                <w:kern w:val="2"/>
                <w:szCs w:val="18"/>
              </w:rPr>
            </w:pPr>
            <w:r w:rsidRPr="00B5603F">
              <w:rPr>
                <w:rFonts w:cs="Arial"/>
                <w:kern w:val="2"/>
                <w:szCs w:val="18"/>
              </w:rPr>
              <w:t>Allocated resource blocks</w:t>
            </w:r>
          </w:p>
        </w:tc>
        <w:tc>
          <w:tcPr>
            <w:tcW w:w="0" w:type="auto"/>
            <w:tcBorders>
              <w:top w:val="single" w:sz="4" w:space="0" w:color="auto"/>
              <w:left w:val="single" w:sz="4" w:space="0" w:color="auto"/>
              <w:bottom w:val="single" w:sz="4" w:space="0" w:color="auto"/>
              <w:right w:val="single" w:sz="4" w:space="0" w:color="auto"/>
            </w:tcBorders>
            <w:vAlign w:val="center"/>
          </w:tcPr>
          <w:p w14:paraId="64F37D01"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C0F695A" w14:textId="77777777" w:rsidR="00B12215" w:rsidRPr="00B5603F" w:rsidRDefault="00B12215" w:rsidP="00B12215">
            <w:pPr>
              <w:pStyle w:val="TAC"/>
              <w:rPr>
                <w:rFonts w:cs="Arial"/>
                <w:kern w:val="2"/>
                <w:szCs w:val="18"/>
              </w:rPr>
            </w:pPr>
            <w:r w:rsidRPr="00B5603F">
              <w:rPr>
                <w:rFonts w:cs="Arial"/>
                <w:szCs w:val="18"/>
                <w:lang w:eastAsia="zh-CN"/>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2649814E" w14:textId="77777777" w:rsidR="00B12215" w:rsidRPr="00B5603F" w:rsidRDefault="00B12215" w:rsidP="00B12215">
            <w:pPr>
              <w:pStyle w:val="TAC"/>
              <w:rPr>
                <w:rFonts w:cs="Arial"/>
                <w:kern w:val="2"/>
                <w:szCs w:val="18"/>
              </w:rPr>
            </w:pPr>
            <w:r w:rsidRPr="00B5603F">
              <w:rPr>
                <w:rFonts w:cs="Arial"/>
                <w:szCs w:val="18"/>
                <w:lang w:eastAsia="ja-JP"/>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6CF25E7B" w14:textId="77777777" w:rsidR="00B12215" w:rsidRPr="00B5603F" w:rsidRDefault="00B12215" w:rsidP="00B12215">
            <w:pPr>
              <w:pStyle w:val="TAC"/>
              <w:rPr>
                <w:rFonts w:cs="Arial"/>
                <w:kern w:val="2"/>
                <w:szCs w:val="18"/>
              </w:rPr>
            </w:pPr>
            <w:r w:rsidRPr="00B5603F">
              <w:rPr>
                <w:rFonts w:cs="Arial"/>
                <w:szCs w:val="18"/>
                <w:lang w:eastAsia="ko-KR"/>
              </w:rPr>
              <w:t>36</w:t>
            </w:r>
          </w:p>
        </w:tc>
        <w:tc>
          <w:tcPr>
            <w:tcW w:w="0" w:type="auto"/>
            <w:tcBorders>
              <w:top w:val="single" w:sz="4" w:space="0" w:color="auto"/>
              <w:left w:val="single" w:sz="4" w:space="0" w:color="auto"/>
              <w:bottom w:val="single" w:sz="4" w:space="0" w:color="auto"/>
              <w:right w:val="single" w:sz="4" w:space="0" w:color="auto"/>
            </w:tcBorders>
            <w:vAlign w:val="center"/>
            <w:hideMark/>
          </w:tcPr>
          <w:p w14:paraId="291F8A06" w14:textId="77777777" w:rsidR="00B12215" w:rsidRPr="00B5603F" w:rsidRDefault="00B12215" w:rsidP="00B12215">
            <w:pPr>
              <w:pStyle w:val="TAC"/>
              <w:rPr>
                <w:rFonts w:cs="Arial"/>
                <w:kern w:val="2"/>
                <w:szCs w:val="18"/>
              </w:rPr>
            </w:pPr>
            <w:r w:rsidRPr="00B5603F">
              <w:rPr>
                <w:rFonts w:cs="Arial"/>
                <w:szCs w:val="18"/>
                <w:lang w:eastAsia="zh-CN"/>
              </w:rPr>
              <w:t>50</w:t>
            </w:r>
          </w:p>
        </w:tc>
      </w:tr>
      <w:tr w:rsidR="00B12215" w:rsidRPr="00B5603F" w14:paraId="0094032F"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F0CCFB2" w14:textId="77777777" w:rsidR="00B12215" w:rsidRPr="00B5603F" w:rsidRDefault="00B12215" w:rsidP="00B12215">
            <w:pPr>
              <w:pStyle w:val="TAL"/>
              <w:rPr>
                <w:rFonts w:cs="Arial"/>
                <w:kern w:val="2"/>
                <w:szCs w:val="18"/>
              </w:rPr>
            </w:pPr>
            <w:r w:rsidRPr="00B5603F">
              <w:rPr>
                <w:rFonts w:cs="Arial"/>
                <w:kern w:val="2"/>
                <w:szCs w:val="18"/>
              </w:rPr>
              <w:t>MCS Index</w:t>
            </w:r>
          </w:p>
        </w:tc>
        <w:tc>
          <w:tcPr>
            <w:tcW w:w="0" w:type="auto"/>
            <w:tcBorders>
              <w:top w:val="single" w:sz="4" w:space="0" w:color="auto"/>
              <w:left w:val="single" w:sz="4" w:space="0" w:color="auto"/>
              <w:bottom w:val="single" w:sz="4" w:space="0" w:color="auto"/>
              <w:right w:val="single" w:sz="4" w:space="0" w:color="auto"/>
            </w:tcBorders>
            <w:vAlign w:val="center"/>
          </w:tcPr>
          <w:p w14:paraId="2988E26A"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hideMark/>
          </w:tcPr>
          <w:p w14:paraId="0362D501"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01922856"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5F221BB8" w14:textId="77777777" w:rsidR="00B12215" w:rsidRPr="00B5603F" w:rsidRDefault="00B12215" w:rsidP="00B12215">
            <w:pPr>
              <w:pStyle w:val="TAC"/>
              <w:rPr>
                <w:rFonts w:cs="Arial"/>
                <w:kern w:val="2"/>
                <w:szCs w:val="18"/>
              </w:rPr>
            </w:pPr>
            <w:r w:rsidRPr="00B5603F">
              <w:rPr>
                <w:rFonts w:cs="Arial"/>
                <w:szCs w:val="18"/>
                <w:lang w:eastAsia="ja-JP"/>
              </w:rPr>
              <w:t>23</w:t>
            </w:r>
          </w:p>
        </w:tc>
        <w:tc>
          <w:tcPr>
            <w:tcW w:w="0" w:type="auto"/>
            <w:tcBorders>
              <w:top w:val="single" w:sz="4" w:space="0" w:color="auto"/>
              <w:left w:val="single" w:sz="4" w:space="0" w:color="auto"/>
              <w:bottom w:val="single" w:sz="4" w:space="0" w:color="auto"/>
              <w:right w:val="single" w:sz="4" w:space="0" w:color="auto"/>
            </w:tcBorders>
            <w:hideMark/>
          </w:tcPr>
          <w:p w14:paraId="3A8E4FB1" w14:textId="77777777" w:rsidR="00B12215" w:rsidRPr="00B5603F" w:rsidRDefault="00B12215" w:rsidP="00B12215">
            <w:pPr>
              <w:pStyle w:val="TAC"/>
              <w:rPr>
                <w:rFonts w:cs="Arial"/>
                <w:kern w:val="2"/>
                <w:szCs w:val="18"/>
              </w:rPr>
            </w:pPr>
            <w:r w:rsidRPr="00B5603F">
              <w:rPr>
                <w:rFonts w:cs="Arial"/>
                <w:szCs w:val="18"/>
                <w:lang w:eastAsia="zh-CN"/>
              </w:rPr>
              <w:t>23</w:t>
            </w:r>
          </w:p>
        </w:tc>
      </w:tr>
      <w:tr w:rsidR="00B12215" w:rsidRPr="00B5603F" w14:paraId="40330B94"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4AD94C" w14:textId="77777777" w:rsidR="00B12215" w:rsidRPr="00B5603F" w:rsidRDefault="00B12215" w:rsidP="00B12215">
            <w:pPr>
              <w:pStyle w:val="TAL"/>
              <w:rPr>
                <w:rFonts w:cs="Arial"/>
                <w:kern w:val="2"/>
                <w:szCs w:val="18"/>
              </w:rPr>
            </w:pPr>
            <w:r w:rsidRPr="00B5603F">
              <w:rPr>
                <w:rFonts w:cs="Arial"/>
                <w:kern w:val="2"/>
                <w:szCs w:val="18"/>
              </w:rPr>
              <w:t>MCS Table for TBS determination</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577F0D6E" w14:textId="77777777" w:rsidR="00B12215" w:rsidRPr="00B5603F" w:rsidRDefault="00B12215" w:rsidP="00B12215">
            <w:pPr>
              <w:pStyle w:val="TAC"/>
              <w:rPr>
                <w:rFonts w:cs="Arial"/>
                <w:kern w:val="2"/>
                <w:szCs w:val="18"/>
              </w:rPr>
            </w:pPr>
            <w:r w:rsidRPr="00B5603F">
              <w:rPr>
                <w:rFonts w:cs="Arial"/>
                <w:szCs w:val="18"/>
                <w:lang w:eastAsia="ja-JP"/>
              </w:rPr>
              <w:t>256QAM</w:t>
            </w:r>
          </w:p>
        </w:tc>
      </w:tr>
      <w:tr w:rsidR="00B12215" w:rsidRPr="00B5603F" w14:paraId="7EC9EAB2"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5005B6" w14:textId="77777777" w:rsidR="00B12215" w:rsidRPr="00B5603F" w:rsidRDefault="00B12215" w:rsidP="00B12215">
            <w:pPr>
              <w:pStyle w:val="TAL"/>
              <w:rPr>
                <w:rFonts w:cs="Arial"/>
                <w:kern w:val="2"/>
                <w:szCs w:val="18"/>
              </w:rPr>
            </w:pPr>
            <w:r w:rsidRPr="00B5603F">
              <w:rPr>
                <w:rFonts w:cs="Arial"/>
                <w:kern w:val="2"/>
                <w:szCs w:val="18"/>
              </w:rPr>
              <w:t>Modulation</w:t>
            </w:r>
          </w:p>
        </w:tc>
        <w:tc>
          <w:tcPr>
            <w:tcW w:w="0" w:type="auto"/>
            <w:tcBorders>
              <w:top w:val="single" w:sz="4" w:space="0" w:color="auto"/>
              <w:left w:val="single" w:sz="4" w:space="0" w:color="auto"/>
              <w:bottom w:val="single" w:sz="4" w:space="0" w:color="auto"/>
              <w:right w:val="single" w:sz="4" w:space="0" w:color="auto"/>
            </w:tcBorders>
            <w:vAlign w:val="center"/>
          </w:tcPr>
          <w:p w14:paraId="75F7BB88"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E234E3"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7013BDCE"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406583C5" w14:textId="77777777" w:rsidR="00B12215" w:rsidRPr="00B5603F" w:rsidRDefault="00B12215" w:rsidP="00B12215">
            <w:pPr>
              <w:pStyle w:val="TAC"/>
              <w:rPr>
                <w:rFonts w:cs="Arial"/>
                <w:kern w:val="2"/>
                <w:szCs w:val="18"/>
              </w:rPr>
            </w:pPr>
            <w:r w:rsidRPr="00B5603F">
              <w:rPr>
                <w:rFonts w:cs="Arial"/>
                <w:szCs w:val="18"/>
                <w:lang w:eastAsia="ja-JP"/>
              </w:rPr>
              <w:t>256QAM</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CE0D4" w14:textId="77777777" w:rsidR="00B12215" w:rsidRPr="00B5603F" w:rsidRDefault="00B12215" w:rsidP="00B12215">
            <w:pPr>
              <w:pStyle w:val="TAC"/>
              <w:rPr>
                <w:rFonts w:cs="Arial"/>
                <w:kern w:val="2"/>
                <w:szCs w:val="18"/>
              </w:rPr>
            </w:pPr>
            <w:r w:rsidRPr="00B5603F">
              <w:rPr>
                <w:rFonts w:cs="Arial"/>
                <w:szCs w:val="18"/>
                <w:lang w:eastAsia="ja-JP"/>
              </w:rPr>
              <w:t>256QAM</w:t>
            </w:r>
          </w:p>
        </w:tc>
      </w:tr>
      <w:tr w:rsidR="00B12215" w:rsidRPr="00B5603F" w14:paraId="6DDBA2DA" w14:textId="77777777" w:rsidTr="00B12215">
        <w:trPr>
          <w:trHeight w:val="16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33DAC05" w14:textId="77777777" w:rsidR="00B12215" w:rsidRPr="00B5603F" w:rsidRDefault="00B12215" w:rsidP="00B12215">
            <w:pPr>
              <w:pStyle w:val="TAL"/>
              <w:rPr>
                <w:rFonts w:cs="Arial"/>
                <w:kern w:val="2"/>
                <w:szCs w:val="18"/>
              </w:rPr>
            </w:pPr>
            <w:r w:rsidRPr="00B5603F">
              <w:rPr>
                <w:rFonts w:cs="Arial"/>
                <w:kern w:val="2"/>
                <w:szCs w:val="18"/>
              </w:rPr>
              <w:t>Transport Block Size</w:t>
            </w:r>
          </w:p>
        </w:tc>
        <w:tc>
          <w:tcPr>
            <w:tcW w:w="0" w:type="auto"/>
            <w:tcBorders>
              <w:top w:val="single" w:sz="4" w:space="0" w:color="auto"/>
              <w:left w:val="single" w:sz="4" w:space="0" w:color="auto"/>
              <w:bottom w:val="single" w:sz="4" w:space="0" w:color="auto"/>
              <w:right w:val="single" w:sz="4" w:space="0" w:color="auto"/>
            </w:tcBorders>
            <w:vAlign w:val="center"/>
          </w:tcPr>
          <w:p w14:paraId="0FFD1150"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7A8DE733"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4480</w:t>
            </w:r>
          </w:p>
        </w:tc>
        <w:tc>
          <w:tcPr>
            <w:tcW w:w="0" w:type="auto"/>
            <w:tcBorders>
              <w:top w:val="single" w:sz="4" w:space="0" w:color="auto"/>
              <w:left w:val="single" w:sz="4" w:space="0" w:color="auto"/>
              <w:bottom w:val="single" w:sz="4" w:space="0" w:color="auto"/>
              <w:right w:val="single" w:sz="4" w:space="0" w:color="auto"/>
            </w:tcBorders>
            <w:vAlign w:val="center"/>
          </w:tcPr>
          <w:p w14:paraId="30EB981F" w14:textId="77777777" w:rsidR="00B12215" w:rsidRPr="00B5603F" w:rsidRDefault="00B12215" w:rsidP="00B12215">
            <w:pPr>
              <w:pStyle w:val="TAC"/>
              <w:rPr>
                <w:rFonts w:cs="Arial"/>
                <w:kern w:val="2"/>
                <w:szCs w:val="18"/>
              </w:rPr>
            </w:pPr>
            <w:r w:rsidRPr="00B5603F">
              <w:rPr>
                <w:rFonts w:cs="Arial"/>
                <w:kern w:val="2"/>
                <w:szCs w:val="18"/>
                <w:lang w:eastAsia="zh-CN"/>
              </w:rPr>
              <w:t>15880</w:t>
            </w:r>
          </w:p>
        </w:tc>
        <w:tc>
          <w:tcPr>
            <w:tcW w:w="0" w:type="auto"/>
            <w:tcBorders>
              <w:top w:val="single" w:sz="4" w:space="0" w:color="auto"/>
              <w:left w:val="single" w:sz="4" w:space="0" w:color="auto"/>
              <w:bottom w:val="single" w:sz="4" w:space="0" w:color="auto"/>
              <w:right w:val="single" w:sz="4" w:space="0" w:color="auto"/>
            </w:tcBorders>
            <w:vAlign w:val="center"/>
          </w:tcPr>
          <w:p w14:paraId="5937BC32" w14:textId="77777777" w:rsidR="00B12215" w:rsidRPr="00B5603F" w:rsidRDefault="00B12215" w:rsidP="00B12215">
            <w:pPr>
              <w:pStyle w:val="TAC"/>
              <w:rPr>
                <w:rFonts w:cs="Arial"/>
                <w:kern w:val="2"/>
                <w:szCs w:val="18"/>
              </w:rPr>
            </w:pPr>
            <w:r w:rsidRPr="00B5603F">
              <w:rPr>
                <w:rFonts w:cs="Arial"/>
                <w:kern w:val="2"/>
                <w:szCs w:val="18"/>
              </w:rPr>
              <w:t>25608</w:t>
            </w:r>
          </w:p>
        </w:tc>
        <w:tc>
          <w:tcPr>
            <w:tcW w:w="0" w:type="auto"/>
            <w:tcBorders>
              <w:top w:val="single" w:sz="4" w:space="0" w:color="auto"/>
              <w:left w:val="single" w:sz="4" w:space="0" w:color="auto"/>
              <w:bottom w:val="single" w:sz="4" w:space="0" w:color="auto"/>
              <w:right w:val="single" w:sz="4" w:space="0" w:color="auto"/>
            </w:tcBorders>
            <w:vAlign w:val="center"/>
          </w:tcPr>
          <w:p w14:paraId="4A3BA953" w14:textId="77777777" w:rsidR="00B12215" w:rsidRPr="00B5603F" w:rsidRDefault="00B12215" w:rsidP="00B12215">
            <w:pPr>
              <w:pStyle w:val="TAC"/>
              <w:rPr>
                <w:rFonts w:cs="Arial"/>
                <w:kern w:val="2"/>
                <w:szCs w:val="18"/>
              </w:rPr>
            </w:pPr>
            <w:r w:rsidRPr="00B5603F">
              <w:rPr>
                <w:rFonts w:cs="Arial"/>
                <w:kern w:val="2"/>
                <w:szCs w:val="18"/>
                <w:lang w:eastAsia="zh-CN"/>
              </w:rPr>
              <w:t>36896</w:t>
            </w:r>
          </w:p>
        </w:tc>
      </w:tr>
      <w:tr w:rsidR="00B12215" w:rsidRPr="00B5603F" w14:paraId="550A7CB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036CE6" w14:textId="77777777" w:rsidR="00B12215" w:rsidRPr="00B5603F" w:rsidRDefault="00B12215" w:rsidP="00B12215">
            <w:pPr>
              <w:pStyle w:val="TAL"/>
              <w:rPr>
                <w:rFonts w:cs="Arial"/>
                <w:kern w:val="2"/>
                <w:szCs w:val="18"/>
              </w:rPr>
            </w:pPr>
            <w:r w:rsidRPr="00B5603F">
              <w:rPr>
                <w:rFonts w:cs="Arial"/>
                <w:kern w:val="2"/>
                <w:szCs w:val="18"/>
              </w:rPr>
              <w:t>Transport block CRC</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57605" w14:textId="77777777" w:rsidR="00B12215" w:rsidRPr="00B5603F" w:rsidRDefault="00B12215" w:rsidP="00B12215">
            <w:pPr>
              <w:pStyle w:val="TAC"/>
              <w:rPr>
                <w:rFonts w:cs="Arial"/>
                <w:kern w:val="2"/>
                <w:szCs w:val="18"/>
              </w:rPr>
            </w:pPr>
            <w:r w:rsidRPr="00B5603F">
              <w:rPr>
                <w:rFonts w:cs="Arial"/>
                <w:kern w:val="2"/>
                <w:szCs w:val="18"/>
              </w:rPr>
              <w:t>Bits</w:t>
            </w:r>
          </w:p>
        </w:tc>
        <w:tc>
          <w:tcPr>
            <w:tcW w:w="0" w:type="auto"/>
            <w:tcBorders>
              <w:top w:val="single" w:sz="4" w:space="0" w:color="auto"/>
              <w:left w:val="single" w:sz="4" w:space="0" w:color="auto"/>
              <w:bottom w:val="single" w:sz="4" w:space="0" w:color="auto"/>
              <w:right w:val="single" w:sz="4" w:space="0" w:color="auto"/>
            </w:tcBorders>
            <w:vAlign w:val="center"/>
            <w:hideMark/>
          </w:tcPr>
          <w:p w14:paraId="293D55B7"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310E144A"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042D2750" w14:textId="77777777" w:rsidR="00B12215" w:rsidRPr="00B5603F" w:rsidRDefault="00B12215" w:rsidP="00B12215">
            <w:pPr>
              <w:pStyle w:val="TAC"/>
              <w:rPr>
                <w:rFonts w:cs="Arial"/>
                <w:kern w:val="2"/>
                <w:szCs w:val="18"/>
              </w:rPr>
            </w:pPr>
            <w:r w:rsidRPr="00B5603F">
              <w:rPr>
                <w:rFonts w:cs="Arial"/>
                <w:kern w:val="2"/>
                <w:szCs w:val="18"/>
              </w:rPr>
              <w:t>24</w:t>
            </w:r>
          </w:p>
        </w:tc>
        <w:tc>
          <w:tcPr>
            <w:tcW w:w="0" w:type="auto"/>
            <w:tcBorders>
              <w:top w:val="single" w:sz="4" w:space="0" w:color="auto"/>
              <w:left w:val="single" w:sz="4" w:space="0" w:color="auto"/>
              <w:bottom w:val="single" w:sz="4" w:space="0" w:color="auto"/>
              <w:right w:val="single" w:sz="4" w:space="0" w:color="auto"/>
            </w:tcBorders>
            <w:vAlign w:val="center"/>
            <w:hideMark/>
          </w:tcPr>
          <w:p w14:paraId="5349E607" w14:textId="77777777" w:rsidR="00B12215" w:rsidRPr="00B5603F" w:rsidRDefault="00B12215" w:rsidP="00B12215">
            <w:pPr>
              <w:pStyle w:val="TAC"/>
              <w:rPr>
                <w:rFonts w:cs="Arial"/>
                <w:kern w:val="2"/>
                <w:szCs w:val="18"/>
              </w:rPr>
            </w:pPr>
            <w:r w:rsidRPr="00B5603F">
              <w:rPr>
                <w:rFonts w:cs="Arial"/>
                <w:kern w:val="2"/>
                <w:szCs w:val="18"/>
              </w:rPr>
              <w:t>24</w:t>
            </w:r>
          </w:p>
        </w:tc>
      </w:tr>
      <w:tr w:rsidR="00B12215" w:rsidRPr="00B5603F" w14:paraId="7C81F1E8"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E5EB6EC" w14:textId="77777777" w:rsidR="00B12215" w:rsidRPr="00B5603F" w:rsidRDefault="00B12215" w:rsidP="00B12215">
            <w:pPr>
              <w:pStyle w:val="TAL"/>
              <w:rPr>
                <w:rFonts w:cs="Arial"/>
                <w:kern w:val="2"/>
                <w:szCs w:val="18"/>
              </w:rPr>
            </w:pPr>
            <w:r w:rsidRPr="00B5603F">
              <w:rPr>
                <w:rFonts w:cs="Arial"/>
                <w:kern w:val="2"/>
                <w:szCs w:val="18"/>
              </w:rPr>
              <w:t>LDPC base graph</w:t>
            </w:r>
          </w:p>
        </w:tc>
        <w:tc>
          <w:tcPr>
            <w:tcW w:w="0" w:type="auto"/>
            <w:tcBorders>
              <w:top w:val="single" w:sz="4" w:space="0" w:color="auto"/>
              <w:left w:val="single" w:sz="4" w:space="0" w:color="auto"/>
              <w:bottom w:val="single" w:sz="4" w:space="0" w:color="auto"/>
              <w:right w:val="single" w:sz="4" w:space="0" w:color="auto"/>
            </w:tcBorders>
            <w:vAlign w:val="center"/>
          </w:tcPr>
          <w:p w14:paraId="629C31AE"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2AD806"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FAE22AB"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674AE59" w14:textId="77777777" w:rsidR="00B12215" w:rsidRPr="00B5603F" w:rsidRDefault="00B12215" w:rsidP="00B12215">
            <w:pPr>
              <w:pStyle w:val="TAC"/>
              <w:rPr>
                <w:rFonts w:cs="Arial"/>
                <w:kern w:val="2"/>
                <w:szCs w:val="18"/>
              </w:rPr>
            </w:pPr>
            <w:r w:rsidRPr="00B5603F">
              <w:rPr>
                <w:rFonts w:cs="Arial"/>
                <w:kern w:val="2"/>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55156F5" w14:textId="77777777" w:rsidR="00B12215" w:rsidRPr="00B5603F" w:rsidRDefault="00B12215" w:rsidP="00B12215">
            <w:pPr>
              <w:pStyle w:val="TAC"/>
              <w:rPr>
                <w:rFonts w:cs="Arial"/>
                <w:kern w:val="2"/>
                <w:szCs w:val="18"/>
              </w:rPr>
            </w:pPr>
            <w:r w:rsidRPr="00B5603F">
              <w:rPr>
                <w:rFonts w:cs="Arial"/>
                <w:kern w:val="2"/>
                <w:szCs w:val="18"/>
              </w:rPr>
              <w:t>1</w:t>
            </w:r>
          </w:p>
        </w:tc>
      </w:tr>
      <w:tr w:rsidR="00B12215" w:rsidRPr="00B5603F" w14:paraId="6CDF89F3"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02A499E" w14:textId="77777777" w:rsidR="00B12215" w:rsidRPr="00B5603F" w:rsidRDefault="00B12215" w:rsidP="00B12215">
            <w:pPr>
              <w:pStyle w:val="TAL"/>
              <w:rPr>
                <w:rFonts w:cs="Arial"/>
                <w:kern w:val="2"/>
                <w:szCs w:val="18"/>
              </w:rPr>
            </w:pPr>
            <w:r w:rsidRPr="00B5603F">
              <w:rPr>
                <w:rFonts w:cs="Arial"/>
                <w:kern w:val="2"/>
                <w:szCs w:val="18"/>
              </w:rPr>
              <w:t>Number of Code Blocks per Slot</w:t>
            </w:r>
          </w:p>
        </w:tc>
        <w:tc>
          <w:tcPr>
            <w:tcW w:w="0" w:type="auto"/>
            <w:tcBorders>
              <w:top w:val="single" w:sz="4" w:space="0" w:color="auto"/>
              <w:left w:val="single" w:sz="4" w:space="0" w:color="auto"/>
              <w:bottom w:val="single" w:sz="4" w:space="0" w:color="auto"/>
              <w:right w:val="single" w:sz="4" w:space="0" w:color="auto"/>
            </w:tcBorders>
            <w:vAlign w:val="center"/>
          </w:tcPr>
          <w:p w14:paraId="11570173"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1DF647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1</w:t>
            </w:r>
          </w:p>
        </w:tc>
        <w:tc>
          <w:tcPr>
            <w:tcW w:w="0" w:type="auto"/>
            <w:tcBorders>
              <w:top w:val="single" w:sz="4" w:space="0" w:color="auto"/>
              <w:left w:val="single" w:sz="4" w:space="0" w:color="auto"/>
              <w:bottom w:val="single" w:sz="4" w:space="0" w:color="auto"/>
              <w:right w:val="single" w:sz="4" w:space="0" w:color="auto"/>
            </w:tcBorders>
            <w:vAlign w:val="center"/>
          </w:tcPr>
          <w:p w14:paraId="021DA18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2</w:t>
            </w:r>
          </w:p>
        </w:tc>
        <w:tc>
          <w:tcPr>
            <w:tcW w:w="0" w:type="auto"/>
            <w:tcBorders>
              <w:top w:val="single" w:sz="4" w:space="0" w:color="auto"/>
              <w:left w:val="single" w:sz="4" w:space="0" w:color="auto"/>
              <w:bottom w:val="single" w:sz="4" w:space="0" w:color="auto"/>
              <w:right w:val="single" w:sz="4" w:space="0" w:color="auto"/>
            </w:tcBorders>
            <w:vAlign w:val="center"/>
          </w:tcPr>
          <w:p w14:paraId="45CA0398"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4</w:t>
            </w:r>
          </w:p>
        </w:tc>
        <w:tc>
          <w:tcPr>
            <w:tcW w:w="0" w:type="auto"/>
            <w:tcBorders>
              <w:top w:val="single" w:sz="4" w:space="0" w:color="auto"/>
              <w:left w:val="single" w:sz="4" w:space="0" w:color="auto"/>
              <w:bottom w:val="single" w:sz="4" w:space="0" w:color="auto"/>
              <w:right w:val="single" w:sz="4" w:space="0" w:color="auto"/>
            </w:tcBorders>
            <w:vAlign w:val="center"/>
          </w:tcPr>
          <w:p w14:paraId="71F8B25D"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5</w:t>
            </w:r>
          </w:p>
        </w:tc>
      </w:tr>
      <w:tr w:rsidR="00B12215" w:rsidRPr="00B5603F" w14:paraId="50AD57AD"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6BC2C55" w14:textId="77777777" w:rsidR="00B12215" w:rsidRPr="00B5603F" w:rsidRDefault="00B12215" w:rsidP="00B12215">
            <w:pPr>
              <w:pStyle w:val="TAL"/>
              <w:rPr>
                <w:rFonts w:cs="Arial"/>
                <w:kern w:val="2"/>
                <w:szCs w:val="18"/>
                <w:lang w:val="en-US" w:eastAsia="zh-CN"/>
              </w:rPr>
            </w:pPr>
            <w:r w:rsidRPr="00B5603F">
              <w:rPr>
                <w:rFonts w:cs="Arial"/>
                <w:kern w:val="2"/>
                <w:szCs w:val="18"/>
                <w:lang w:eastAsia="zh-CN"/>
              </w:rPr>
              <w:t>Beta offset for 2nd stage SCI</w:t>
            </w:r>
          </w:p>
        </w:tc>
        <w:tc>
          <w:tcPr>
            <w:tcW w:w="0" w:type="auto"/>
            <w:tcBorders>
              <w:top w:val="single" w:sz="4" w:space="0" w:color="auto"/>
              <w:left w:val="single" w:sz="4" w:space="0" w:color="auto"/>
              <w:bottom w:val="single" w:sz="4" w:space="0" w:color="auto"/>
              <w:right w:val="single" w:sz="4" w:space="0" w:color="auto"/>
            </w:tcBorders>
            <w:vAlign w:val="center"/>
          </w:tcPr>
          <w:p w14:paraId="0BFD98DE"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ADE23EA"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57148260" w14:textId="77777777" w:rsidR="00B12215" w:rsidRPr="00B5603F" w:rsidRDefault="00B1221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48DA89D2" w14:textId="77777777" w:rsidR="00B12215" w:rsidRPr="00B5603F" w:rsidRDefault="00B12215" w:rsidP="00B12215">
            <w:pPr>
              <w:pStyle w:val="TAC"/>
              <w:rPr>
                <w:rFonts w:cs="Arial"/>
                <w:kern w:val="2"/>
                <w:szCs w:val="18"/>
              </w:rPr>
            </w:pPr>
            <w:r w:rsidRPr="00B5603F">
              <w:rPr>
                <w:rFonts w:cs="Arial"/>
                <w:kern w:val="2"/>
                <w:szCs w:val="18"/>
                <w:lang w:eastAsia="zh-CN"/>
              </w:rPr>
              <w:t>6.25</w:t>
            </w:r>
          </w:p>
        </w:tc>
        <w:tc>
          <w:tcPr>
            <w:tcW w:w="0" w:type="auto"/>
            <w:tcBorders>
              <w:top w:val="single" w:sz="4" w:space="0" w:color="auto"/>
              <w:left w:val="single" w:sz="4" w:space="0" w:color="auto"/>
              <w:bottom w:val="single" w:sz="4" w:space="0" w:color="auto"/>
              <w:right w:val="single" w:sz="4" w:space="0" w:color="auto"/>
            </w:tcBorders>
            <w:vAlign w:val="center"/>
          </w:tcPr>
          <w:p w14:paraId="02E61B2E" w14:textId="77777777" w:rsidR="00B12215" w:rsidRPr="00B5603F" w:rsidRDefault="00B12215" w:rsidP="00B12215">
            <w:pPr>
              <w:pStyle w:val="TAC"/>
              <w:rPr>
                <w:rFonts w:cs="Arial"/>
                <w:kern w:val="2"/>
                <w:szCs w:val="18"/>
              </w:rPr>
            </w:pPr>
            <w:r w:rsidRPr="00B5603F">
              <w:rPr>
                <w:rFonts w:cs="Arial"/>
                <w:kern w:val="2"/>
                <w:szCs w:val="18"/>
                <w:lang w:eastAsia="zh-CN"/>
              </w:rPr>
              <w:t>6.25</w:t>
            </w:r>
          </w:p>
        </w:tc>
      </w:tr>
      <w:tr w:rsidR="00B12215" w:rsidRPr="00B5603F" w14:paraId="63F6DD89"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50968E2" w14:textId="77777777" w:rsidR="00B12215" w:rsidRPr="00B5603F" w:rsidRDefault="00B12215" w:rsidP="00B12215">
            <w:pPr>
              <w:pStyle w:val="TAL"/>
              <w:rPr>
                <w:rFonts w:cs="Arial"/>
                <w:kern w:val="2"/>
                <w:szCs w:val="18"/>
                <w:lang w:eastAsia="zh-CN"/>
              </w:rPr>
            </w:pPr>
            <m:oMath>
              <m:r>
                <m:rPr>
                  <m:sty m:val="p"/>
                </m:rPr>
                <w:rPr>
                  <w:rFonts w:ascii="Cambria Math" w:hAnsi="Cambria Math" w:cs="Arial"/>
                  <w:kern w:val="2"/>
                  <w:szCs w:val="18"/>
                  <w:lang w:eastAsia="zh-CN"/>
                </w:rPr>
                <m:t>γ</m:t>
              </m:r>
            </m:oMath>
            <w:r w:rsidRPr="00B5603F">
              <w:rPr>
                <w:rFonts w:cs="Arial"/>
                <w:kern w:val="2"/>
                <w:szCs w:val="18"/>
                <w:lang w:eastAsia="zh-CN"/>
              </w:rPr>
              <w:t xml:space="preserve"> value when  2nd stage SCI rate match</w:t>
            </w:r>
          </w:p>
        </w:tc>
        <w:tc>
          <w:tcPr>
            <w:tcW w:w="0" w:type="auto"/>
            <w:tcBorders>
              <w:top w:val="single" w:sz="4" w:space="0" w:color="auto"/>
              <w:left w:val="single" w:sz="4" w:space="0" w:color="auto"/>
              <w:bottom w:val="single" w:sz="4" w:space="0" w:color="auto"/>
              <w:right w:val="single" w:sz="4" w:space="0" w:color="auto"/>
            </w:tcBorders>
            <w:vAlign w:val="center"/>
          </w:tcPr>
          <w:p w14:paraId="75097932"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77B5DDE"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22CCB3F0"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221FD10F"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c>
          <w:tcPr>
            <w:tcW w:w="0" w:type="auto"/>
            <w:tcBorders>
              <w:top w:val="single" w:sz="4" w:space="0" w:color="auto"/>
              <w:left w:val="single" w:sz="4" w:space="0" w:color="auto"/>
              <w:bottom w:val="single" w:sz="4" w:space="0" w:color="auto"/>
              <w:right w:val="single" w:sz="4" w:space="0" w:color="auto"/>
            </w:tcBorders>
            <w:vAlign w:val="center"/>
          </w:tcPr>
          <w:p w14:paraId="39A4023E"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3</w:t>
            </w:r>
          </w:p>
        </w:tc>
      </w:tr>
      <w:tr w:rsidR="00B12215" w:rsidRPr="00B5603F" w14:paraId="15A58FC1" w14:textId="77777777" w:rsidTr="00B12215">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DC8E2" w14:textId="77777777" w:rsidR="00B12215" w:rsidRPr="00B5603F" w:rsidRDefault="00B12215" w:rsidP="00B12215">
            <w:pPr>
              <w:pStyle w:val="TAL"/>
              <w:rPr>
                <w:rFonts w:cs="Arial"/>
                <w:kern w:val="2"/>
                <w:szCs w:val="18"/>
              </w:rPr>
            </w:pPr>
            <w:r w:rsidRPr="00B5603F">
              <w:rPr>
                <w:rFonts w:cs="Arial"/>
                <w:kern w:val="2"/>
                <w:szCs w:val="18"/>
              </w:rPr>
              <w:t>Binary Channel Bits per Slot</w:t>
            </w:r>
          </w:p>
        </w:tc>
        <w:tc>
          <w:tcPr>
            <w:tcW w:w="0" w:type="auto"/>
            <w:tcBorders>
              <w:top w:val="single" w:sz="4" w:space="0" w:color="auto"/>
              <w:left w:val="single" w:sz="4" w:space="0" w:color="auto"/>
              <w:bottom w:val="single" w:sz="4" w:space="0" w:color="auto"/>
              <w:right w:val="single" w:sz="4" w:space="0" w:color="auto"/>
            </w:tcBorders>
            <w:vAlign w:val="center"/>
          </w:tcPr>
          <w:p w14:paraId="10304019" w14:textId="77777777" w:rsidR="00B12215" w:rsidRPr="00B5603F" w:rsidRDefault="00B12215" w:rsidP="00B12215">
            <w:pPr>
              <w:pStyle w:val="TAC"/>
              <w:rPr>
                <w:rFonts w:cs="Arial"/>
                <w:kern w:val="2"/>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617C930"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5760</w:t>
            </w:r>
          </w:p>
        </w:tc>
        <w:tc>
          <w:tcPr>
            <w:tcW w:w="0" w:type="auto"/>
            <w:tcBorders>
              <w:top w:val="single" w:sz="4" w:space="0" w:color="auto"/>
              <w:left w:val="single" w:sz="4" w:space="0" w:color="auto"/>
              <w:bottom w:val="single" w:sz="4" w:space="0" w:color="auto"/>
              <w:right w:val="single" w:sz="4" w:space="0" w:color="auto"/>
            </w:tcBorders>
            <w:vAlign w:val="center"/>
          </w:tcPr>
          <w:p w14:paraId="798E0290" w14:textId="77777777" w:rsidR="00B12215" w:rsidRPr="00B5603F" w:rsidRDefault="00B12215" w:rsidP="00B12215">
            <w:pPr>
              <w:pStyle w:val="TAC"/>
              <w:rPr>
                <w:rFonts w:cs="Arial"/>
                <w:kern w:val="2"/>
                <w:szCs w:val="18"/>
              </w:rPr>
            </w:pPr>
            <w:r w:rsidRPr="00B5603F">
              <w:rPr>
                <w:rFonts w:cs="Arial"/>
                <w:kern w:val="2"/>
                <w:szCs w:val="18"/>
                <w:lang w:eastAsia="zh-CN"/>
              </w:rPr>
              <w:t>20544</w:t>
            </w:r>
          </w:p>
        </w:tc>
        <w:tc>
          <w:tcPr>
            <w:tcW w:w="0" w:type="auto"/>
            <w:tcBorders>
              <w:top w:val="single" w:sz="4" w:space="0" w:color="auto"/>
              <w:left w:val="single" w:sz="4" w:space="0" w:color="auto"/>
              <w:bottom w:val="single" w:sz="4" w:space="0" w:color="auto"/>
              <w:right w:val="single" w:sz="4" w:space="0" w:color="auto"/>
            </w:tcBorders>
            <w:vAlign w:val="center"/>
          </w:tcPr>
          <w:p w14:paraId="58053D21" w14:textId="77777777" w:rsidR="00B12215" w:rsidRPr="00B5603F" w:rsidRDefault="00B12215" w:rsidP="00B12215">
            <w:pPr>
              <w:pStyle w:val="TAC"/>
              <w:rPr>
                <w:rFonts w:cs="Arial"/>
                <w:kern w:val="2"/>
                <w:szCs w:val="18"/>
              </w:rPr>
            </w:pPr>
            <w:r w:rsidRPr="00B5603F">
              <w:rPr>
                <w:rFonts w:cs="Arial"/>
                <w:kern w:val="2"/>
                <w:szCs w:val="18"/>
              </w:rPr>
              <w:t>33216</w:t>
            </w:r>
          </w:p>
        </w:tc>
        <w:tc>
          <w:tcPr>
            <w:tcW w:w="0" w:type="auto"/>
            <w:tcBorders>
              <w:top w:val="single" w:sz="4" w:space="0" w:color="auto"/>
              <w:left w:val="single" w:sz="4" w:space="0" w:color="auto"/>
              <w:bottom w:val="single" w:sz="4" w:space="0" w:color="auto"/>
              <w:right w:val="single" w:sz="4" w:space="0" w:color="auto"/>
            </w:tcBorders>
            <w:vAlign w:val="center"/>
          </w:tcPr>
          <w:p w14:paraId="5C070DB4" w14:textId="77777777" w:rsidR="00B12215" w:rsidRPr="00B5603F" w:rsidRDefault="00B12215" w:rsidP="00B12215">
            <w:pPr>
              <w:pStyle w:val="TAC"/>
              <w:rPr>
                <w:rFonts w:cs="Arial"/>
                <w:kern w:val="2"/>
                <w:szCs w:val="18"/>
                <w:lang w:eastAsia="zh-CN"/>
              </w:rPr>
            </w:pPr>
            <w:r w:rsidRPr="00B5603F">
              <w:rPr>
                <w:rFonts w:cs="Arial"/>
                <w:kern w:val="2"/>
                <w:szCs w:val="18"/>
                <w:lang w:eastAsia="zh-CN"/>
              </w:rPr>
              <w:t>48000</w:t>
            </w:r>
          </w:p>
        </w:tc>
      </w:tr>
      <w:tr w:rsidR="00B12215" w:rsidRPr="00B5603F" w14:paraId="0F2BA2A3" w14:textId="77777777" w:rsidTr="00B12215">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B889F08" w14:textId="77777777" w:rsidR="00B12215" w:rsidRPr="00B5603F" w:rsidRDefault="00B12215" w:rsidP="00B12215">
            <w:pPr>
              <w:pStyle w:val="TAL"/>
              <w:rPr>
                <w:rFonts w:cs="Arial"/>
                <w:kern w:val="2"/>
                <w:szCs w:val="18"/>
              </w:rPr>
            </w:pPr>
            <w:r w:rsidRPr="00B5603F">
              <w:rPr>
                <w:rFonts w:cs="Arial"/>
                <w:kern w:val="2"/>
                <w:szCs w:val="18"/>
              </w:rPr>
              <w:t>Max. Throughput averaged over 100ms</w:t>
            </w:r>
          </w:p>
        </w:tc>
        <w:tc>
          <w:tcPr>
            <w:tcW w:w="0" w:type="auto"/>
            <w:tcBorders>
              <w:top w:val="single" w:sz="4" w:space="0" w:color="auto"/>
              <w:left w:val="single" w:sz="4" w:space="0" w:color="auto"/>
              <w:bottom w:val="single" w:sz="4" w:space="0" w:color="auto"/>
              <w:right w:val="single" w:sz="4" w:space="0" w:color="auto"/>
            </w:tcBorders>
            <w:vAlign w:val="center"/>
            <w:hideMark/>
          </w:tcPr>
          <w:p w14:paraId="1349A710" w14:textId="77777777" w:rsidR="00B12215" w:rsidRPr="00B5603F" w:rsidRDefault="00B12215" w:rsidP="00B12215">
            <w:pPr>
              <w:pStyle w:val="TAC"/>
              <w:rPr>
                <w:rFonts w:cs="Arial"/>
                <w:kern w:val="2"/>
                <w:szCs w:val="18"/>
              </w:rPr>
            </w:pPr>
            <w:r w:rsidRPr="00B5603F">
              <w:rPr>
                <w:rFonts w:cs="Arial"/>
                <w:kern w:val="2"/>
                <w:szCs w:val="18"/>
              </w:rPr>
              <w:t>Mbps</w:t>
            </w:r>
          </w:p>
        </w:tc>
        <w:tc>
          <w:tcPr>
            <w:tcW w:w="0" w:type="auto"/>
            <w:tcBorders>
              <w:top w:val="single" w:sz="4" w:space="0" w:color="auto"/>
              <w:left w:val="single" w:sz="4" w:space="0" w:color="auto"/>
              <w:bottom w:val="single" w:sz="4" w:space="0" w:color="auto"/>
              <w:right w:val="single" w:sz="4" w:space="0" w:color="auto"/>
            </w:tcBorders>
            <w:vAlign w:val="center"/>
            <w:hideMark/>
          </w:tcPr>
          <w:p w14:paraId="0B9ACA49" w14:textId="77777777" w:rsidR="00B12215" w:rsidRPr="00B5603F" w:rsidRDefault="00B12215" w:rsidP="00B12215">
            <w:pPr>
              <w:pStyle w:val="TAC"/>
              <w:rPr>
                <w:rFonts w:cs="Arial"/>
                <w:kern w:val="2"/>
                <w:szCs w:val="18"/>
              </w:rPr>
            </w:pPr>
            <w:r w:rsidRPr="00B5603F">
              <w:rPr>
                <w:rFonts w:cs="Arial"/>
                <w:kern w:val="2"/>
                <w:szCs w:val="18"/>
              </w:rPr>
              <w:t>1.792</w:t>
            </w:r>
          </w:p>
        </w:tc>
        <w:tc>
          <w:tcPr>
            <w:tcW w:w="0" w:type="auto"/>
            <w:tcBorders>
              <w:top w:val="single" w:sz="4" w:space="0" w:color="auto"/>
              <w:left w:val="single" w:sz="4" w:space="0" w:color="auto"/>
              <w:bottom w:val="single" w:sz="4" w:space="0" w:color="auto"/>
              <w:right w:val="single" w:sz="4" w:space="0" w:color="auto"/>
            </w:tcBorders>
            <w:vAlign w:val="center"/>
            <w:hideMark/>
          </w:tcPr>
          <w:p w14:paraId="4C4F1235" w14:textId="77777777" w:rsidR="00B12215" w:rsidRPr="00B5603F" w:rsidRDefault="00B12215" w:rsidP="00B12215">
            <w:pPr>
              <w:pStyle w:val="TAC"/>
              <w:rPr>
                <w:rFonts w:cs="Arial"/>
                <w:kern w:val="2"/>
                <w:szCs w:val="18"/>
              </w:rPr>
            </w:pPr>
            <w:r w:rsidRPr="00B5603F">
              <w:rPr>
                <w:rFonts w:cs="Arial"/>
                <w:kern w:val="2"/>
                <w:szCs w:val="18"/>
              </w:rPr>
              <w:t>6.352</w:t>
            </w:r>
          </w:p>
        </w:tc>
        <w:tc>
          <w:tcPr>
            <w:tcW w:w="0" w:type="auto"/>
            <w:tcBorders>
              <w:top w:val="single" w:sz="4" w:space="0" w:color="auto"/>
              <w:left w:val="single" w:sz="4" w:space="0" w:color="auto"/>
              <w:bottom w:val="single" w:sz="4" w:space="0" w:color="auto"/>
              <w:right w:val="single" w:sz="4" w:space="0" w:color="auto"/>
            </w:tcBorders>
            <w:vAlign w:val="center"/>
            <w:hideMark/>
          </w:tcPr>
          <w:p w14:paraId="107A643B" w14:textId="77777777" w:rsidR="00B12215" w:rsidRPr="00B5603F" w:rsidRDefault="00B12215" w:rsidP="00B12215">
            <w:pPr>
              <w:pStyle w:val="TAC"/>
              <w:rPr>
                <w:rFonts w:cs="Arial"/>
                <w:kern w:val="2"/>
                <w:szCs w:val="18"/>
              </w:rPr>
            </w:pPr>
            <w:r w:rsidRPr="00B5603F">
              <w:rPr>
                <w:rFonts w:cs="Arial"/>
                <w:kern w:val="2"/>
                <w:szCs w:val="18"/>
              </w:rPr>
              <w:t>10.243</w:t>
            </w:r>
          </w:p>
        </w:tc>
        <w:tc>
          <w:tcPr>
            <w:tcW w:w="0" w:type="auto"/>
            <w:tcBorders>
              <w:top w:val="single" w:sz="4" w:space="0" w:color="auto"/>
              <w:left w:val="single" w:sz="4" w:space="0" w:color="auto"/>
              <w:bottom w:val="single" w:sz="4" w:space="0" w:color="auto"/>
              <w:right w:val="single" w:sz="4" w:space="0" w:color="auto"/>
            </w:tcBorders>
            <w:vAlign w:val="center"/>
            <w:hideMark/>
          </w:tcPr>
          <w:p w14:paraId="4263F144" w14:textId="77777777" w:rsidR="00B12215" w:rsidRPr="00B5603F" w:rsidRDefault="00B12215" w:rsidP="00B12215">
            <w:pPr>
              <w:pStyle w:val="TAC"/>
              <w:rPr>
                <w:rFonts w:cs="Arial"/>
                <w:kern w:val="2"/>
                <w:szCs w:val="18"/>
              </w:rPr>
            </w:pPr>
            <w:r w:rsidRPr="00B5603F">
              <w:rPr>
                <w:rFonts w:cs="Arial"/>
                <w:kern w:val="2"/>
                <w:szCs w:val="18"/>
              </w:rPr>
              <w:t>14.758</w:t>
            </w:r>
          </w:p>
        </w:tc>
      </w:tr>
      <w:tr w:rsidR="00B12215" w:rsidRPr="00B5603F" w14:paraId="041B2754" w14:textId="77777777" w:rsidTr="00B12215">
        <w:trPr>
          <w:trHeight w:val="70"/>
          <w:jc w:val="cent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180AEE08" w14:textId="77777777" w:rsidR="00B12215" w:rsidRPr="00B5603F" w:rsidRDefault="00B12215" w:rsidP="00B12215">
            <w:pPr>
              <w:pStyle w:val="TAN"/>
              <w:rPr>
                <w:rFonts w:cs="Arial"/>
                <w:kern w:val="2"/>
                <w:szCs w:val="18"/>
              </w:rPr>
            </w:pPr>
            <w:r w:rsidRPr="00B5603F">
              <w:rPr>
                <w:rFonts w:cs="Arial"/>
                <w:kern w:val="2"/>
                <w:szCs w:val="18"/>
              </w:rPr>
              <w:t>NOTE 1:</w:t>
            </w:r>
            <w:r w:rsidRPr="00B5603F">
              <w:rPr>
                <w:rFonts w:cs="Arial"/>
                <w:kern w:val="2"/>
                <w:szCs w:val="18"/>
              </w:rPr>
              <w:tab/>
              <w:t>If more than one Code Block is present, an additional CRC sequence of L = 24 Bits is attached to each Code Block (otherwise L = 0 Bit).</w:t>
            </w:r>
          </w:p>
          <w:p w14:paraId="765A5FD3" w14:textId="26626BB5" w:rsidR="00B12215" w:rsidRPr="00B5603F" w:rsidRDefault="00B12215" w:rsidP="00B12215">
            <w:pPr>
              <w:pStyle w:val="TAN"/>
              <w:rPr>
                <w:rFonts w:cs="Arial"/>
                <w:kern w:val="2"/>
                <w:szCs w:val="18"/>
              </w:rPr>
            </w:pPr>
            <w:r w:rsidRPr="00B5603F">
              <w:rPr>
                <w:rFonts w:cs="Arial"/>
                <w:kern w:val="2"/>
                <w:szCs w:val="18"/>
              </w:rPr>
              <w:t>NOTE 2</w:t>
            </w:r>
            <w:r>
              <w:rPr>
                <w:rFonts w:cs="Arial"/>
                <w:kern w:val="2"/>
                <w:szCs w:val="18"/>
              </w:rPr>
              <w:t>:</w:t>
            </w:r>
            <w:r w:rsidR="00F51C9B">
              <w:rPr>
                <w:rFonts w:cs="Arial"/>
                <w:kern w:val="2"/>
                <w:szCs w:val="18"/>
              </w:rPr>
              <w:tab/>
            </w:r>
            <m:oMath>
              <m:r>
                <m:rPr>
                  <m:sty m:val="p"/>
                </m:rPr>
                <w:rPr>
                  <w:rFonts w:ascii="Cambria Math" w:hAnsi="Cambria Math" w:cs="Arial"/>
                  <w:szCs w:val="18"/>
                  <w:lang w:eastAsia="ko-KR"/>
                </w:rPr>
                <m:t>γ</m:t>
              </m:r>
            </m:oMath>
            <w:r w:rsidRPr="00B5603F">
              <w:rPr>
                <w:rFonts w:cs="Arial"/>
                <w:szCs w:val="18"/>
                <w:lang w:eastAsia="ko-KR"/>
              </w:rPr>
              <w:t xml:space="preserve"> is the number of vacant resource elements in the resource block to which the last coded symbol of the </w:t>
            </w:r>
            <w:r w:rsidRPr="00B5603F">
              <w:rPr>
                <w:rFonts w:cs="Arial"/>
                <w:color w:val="000000" w:themeColor="text1"/>
                <w:szCs w:val="18"/>
                <w:lang w:eastAsia="ko-KR"/>
              </w:rPr>
              <w:t>2</w:t>
            </w:r>
            <w:r w:rsidRPr="00B5603F">
              <w:rPr>
                <w:rFonts w:cs="Arial"/>
                <w:color w:val="000000" w:themeColor="text1"/>
                <w:szCs w:val="18"/>
                <w:vertAlign w:val="superscript"/>
                <w:lang w:eastAsia="ko-KR"/>
              </w:rPr>
              <w:t>nd</w:t>
            </w:r>
            <w:r w:rsidRPr="00B5603F">
              <w:rPr>
                <w:rFonts w:cs="Arial"/>
                <w:color w:val="000000" w:themeColor="text1"/>
                <w:szCs w:val="18"/>
                <w:lang w:eastAsia="ko-KR"/>
              </w:rPr>
              <w:t>-stage SCI</w:t>
            </w:r>
            <w:r w:rsidRPr="00B5603F">
              <w:rPr>
                <w:rFonts w:cs="Arial"/>
                <w:szCs w:val="18"/>
                <w:lang w:eastAsia="ko-KR"/>
              </w:rPr>
              <w:t xml:space="preserve"> belongs.</w:t>
            </w:r>
          </w:p>
        </w:tc>
      </w:tr>
    </w:tbl>
    <w:p w14:paraId="164485DD" w14:textId="77777777" w:rsidR="00C7535D" w:rsidRPr="001C0CC4" w:rsidRDefault="00C7535D" w:rsidP="00C7535D"/>
    <w:p w14:paraId="610372D6" w14:textId="77777777" w:rsidR="00DC7196" w:rsidRPr="001C0CC4" w:rsidRDefault="00DC7196" w:rsidP="00DC7196">
      <w:pPr>
        <w:pStyle w:val="Heading8"/>
      </w:pPr>
      <w:bookmarkStart w:id="825" w:name="_Toc21344558"/>
      <w:bookmarkStart w:id="826" w:name="_Toc29802046"/>
      <w:bookmarkStart w:id="827" w:name="_Toc29802470"/>
      <w:bookmarkStart w:id="828" w:name="_Toc29803095"/>
      <w:bookmarkStart w:id="829" w:name="_Toc36107837"/>
      <w:bookmarkStart w:id="830" w:name="_Toc37251611"/>
      <w:bookmarkStart w:id="831" w:name="_Toc45888550"/>
      <w:bookmarkStart w:id="832" w:name="_Toc45889149"/>
      <w:bookmarkStart w:id="833" w:name="_Toc59650527"/>
      <w:bookmarkStart w:id="834" w:name="_Toc61357799"/>
      <w:bookmarkStart w:id="835" w:name="_Toc61359573"/>
      <w:bookmarkStart w:id="836" w:name="_Toc67916513"/>
      <w:bookmarkStart w:id="837" w:name="_Toc75534059"/>
      <w:bookmarkStart w:id="838" w:name="_Toc75819945"/>
      <w:bookmarkStart w:id="839" w:name="_Toc76508789"/>
      <w:bookmarkStart w:id="840" w:name="_Toc76717739"/>
      <w:bookmarkStart w:id="841" w:name="_Toc83294380"/>
      <w:bookmarkStart w:id="842" w:name="_Toc84335419"/>
      <w:r w:rsidRPr="001C0CC4">
        <w:t>Annex B (informative): Void</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5C59579A" w14:textId="77777777" w:rsidR="00DC7196" w:rsidRPr="001C0CC4" w:rsidRDefault="00DC7196" w:rsidP="00DC7196">
      <w:pPr>
        <w:spacing w:after="0"/>
      </w:pPr>
      <w:r w:rsidRPr="001C0CC4">
        <w:br w:type="page"/>
      </w:r>
    </w:p>
    <w:p w14:paraId="6A82A34F" w14:textId="77777777" w:rsidR="00DC7196" w:rsidRPr="001C0CC4" w:rsidRDefault="00DC7196" w:rsidP="00DC7196">
      <w:pPr>
        <w:pStyle w:val="Heading8"/>
      </w:pPr>
      <w:bookmarkStart w:id="843" w:name="_Toc21344559"/>
      <w:bookmarkStart w:id="844" w:name="_Toc29802047"/>
      <w:bookmarkStart w:id="845" w:name="_Toc29802471"/>
      <w:bookmarkStart w:id="846" w:name="_Toc29803096"/>
      <w:bookmarkStart w:id="847" w:name="_Toc36107838"/>
      <w:bookmarkStart w:id="848" w:name="_Toc37251612"/>
      <w:bookmarkStart w:id="849" w:name="_Toc45888551"/>
      <w:bookmarkStart w:id="850" w:name="_Toc45889150"/>
      <w:bookmarkStart w:id="851" w:name="_Toc59650528"/>
      <w:bookmarkStart w:id="852" w:name="_Toc61357800"/>
      <w:bookmarkStart w:id="853" w:name="_Toc61359574"/>
      <w:bookmarkStart w:id="854" w:name="_Toc67916514"/>
      <w:bookmarkStart w:id="855" w:name="_Toc75534060"/>
      <w:bookmarkStart w:id="856" w:name="_Toc75819946"/>
      <w:bookmarkStart w:id="857" w:name="_Toc76508790"/>
      <w:bookmarkStart w:id="858" w:name="_Toc76717740"/>
      <w:bookmarkStart w:id="859" w:name="_Toc83294381"/>
      <w:bookmarkStart w:id="860" w:name="_Toc84335420"/>
      <w:r w:rsidRPr="001C0CC4">
        <w:t>Annex C (informative):</w:t>
      </w:r>
      <w:r w:rsidRPr="001C0CC4">
        <w:br/>
        <w:t>Downlink physical channels</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14:paraId="30BFEAE9" w14:textId="77777777" w:rsidR="00DC7196" w:rsidRPr="001C0CC4" w:rsidRDefault="00DC7196" w:rsidP="00DC7196"/>
    <w:p w14:paraId="4DA3C4FC" w14:textId="77777777" w:rsidR="00DC7196" w:rsidRPr="001C0CC4" w:rsidRDefault="00DC7196" w:rsidP="00DC7196">
      <w:pPr>
        <w:pStyle w:val="Heading1"/>
      </w:pPr>
      <w:bookmarkStart w:id="861" w:name="_Toc21344560"/>
      <w:bookmarkStart w:id="862" w:name="_Toc29802048"/>
      <w:bookmarkStart w:id="863" w:name="_Toc29802472"/>
      <w:bookmarkStart w:id="864" w:name="_Toc29803097"/>
      <w:bookmarkStart w:id="865" w:name="_Toc36107839"/>
      <w:bookmarkStart w:id="866" w:name="_Toc37251613"/>
      <w:bookmarkStart w:id="867" w:name="_Toc45888552"/>
      <w:bookmarkStart w:id="868" w:name="_Toc45889151"/>
      <w:bookmarkStart w:id="869" w:name="_Toc59650529"/>
      <w:bookmarkStart w:id="870" w:name="_Toc61357801"/>
      <w:bookmarkStart w:id="871" w:name="_Toc61359575"/>
      <w:bookmarkStart w:id="872" w:name="_Toc67916515"/>
      <w:bookmarkStart w:id="873" w:name="_Toc75534061"/>
      <w:bookmarkStart w:id="874" w:name="_Toc75819947"/>
      <w:bookmarkStart w:id="875" w:name="_Toc76508791"/>
      <w:bookmarkStart w:id="876" w:name="_Toc76717741"/>
      <w:bookmarkStart w:id="877" w:name="_Toc83294382"/>
      <w:bookmarkStart w:id="878" w:name="_Toc84335421"/>
      <w:r w:rsidRPr="001C0CC4">
        <w:t>C.1</w:t>
      </w:r>
      <w:r w:rsidRPr="001C0CC4">
        <w:tab/>
        <w:t>General</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14:paraId="1EC8D74F" w14:textId="77777777" w:rsidR="00DC7196" w:rsidRPr="001C0CC4" w:rsidRDefault="00DC7196" w:rsidP="00DC7196">
      <w:r w:rsidRPr="001C0CC4">
        <w:t>The following clauses, describes the downlink Physical Channels that are transmitted during a connection i.e., when measurements are done.</w:t>
      </w:r>
    </w:p>
    <w:p w14:paraId="19F8AA6C" w14:textId="77777777" w:rsidR="00DC7196" w:rsidRPr="001C0CC4" w:rsidRDefault="00DC7196" w:rsidP="00DC7196">
      <w:pPr>
        <w:pStyle w:val="Heading1"/>
      </w:pPr>
      <w:bookmarkStart w:id="879" w:name="_Toc21344561"/>
      <w:bookmarkStart w:id="880" w:name="_Toc29802049"/>
      <w:bookmarkStart w:id="881" w:name="_Toc29802473"/>
      <w:bookmarkStart w:id="882" w:name="_Toc29803098"/>
      <w:bookmarkStart w:id="883" w:name="_Toc36107840"/>
      <w:bookmarkStart w:id="884" w:name="_Toc37251614"/>
      <w:bookmarkStart w:id="885" w:name="_Toc45888553"/>
      <w:bookmarkStart w:id="886" w:name="_Toc45889152"/>
      <w:bookmarkStart w:id="887" w:name="_Toc59650530"/>
      <w:bookmarkStart w:id="888" w:name="_Toc61357802"/>
      <w:bookmarkStart w:id="889" w:name="_Toc61359576"/>
      <w:bookmarkStart w:id="890" w:name="_Toc67916516"/>
      <w:bookmarkStart w:id="891" w:name="_Toc75534062"/>
      <w:bookmarkStart w:id="892" w:name="_Toc75819948"/>
      <w:bookmarkStart w:id="893" w:name="_Toc76508792"/>
      <w:bookmarkStart w:id="894" w:name="_Toc76717742"/>
      <w:bookmarkStart w:id="895" w:name="_Toc83294383"/>
      <w:bookmarkStart w:id="896" w:name="_Toc84335422"/>
      <w:r w:rsidRPr="001C0CC4">
        <w:t>C.2</w:t>
      </w:r>
      <w:r w:rsidRPr="001C0CC4">
        <w:tab/>
        <w:t>Setup</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73AEB7F7" w14:textId="77777777" w:rsidR="00DC7196" w:rsidRPr="001C0CC4" w:rsidRDefault="00DC7196" w:rsidP="00DC7196">
      <w:pPr>
        <w:rPr>
          <w:rFonts w:cs="v5.0.0"/>
        </w:rPr>
      </w:pPr>
      <w:r w:rsidRPr="001C0CC4">
        <w:rPr>
          <w:rFonts w:cs="v5.0.0"/>
        </w:rPr>
        <w:t>Table C.2-1 describes the downlink Physical Channels that are required for connection set up.</w:t>
      </w:r>
    </w:p>
    <w:p w14:paraId="10D46A8E" w14:textId="77777777" w:rsidR="00DC7196" w:rsidRPr="001C0CC4" w:rsidRDefault="00DC7196" w:rsidP="00DC7196">
      <w:pPr>
        <w:pStyle w:val="TH"/>
        <w:rPr>
          <w:rFonts w:cs="v5.0.0"/>
        </w:rPr>
      </w:pPr>
      <w:r w:rsidRPr="001C0CC4">
        <w:rPr>
          <w:rFonts w:cs="v5.0.0"/>
        </w:rPr>
        <w:t>Table C.2-1: Downlink Physical Channels required</w:t>
      </w:r>
      <w:r w:rsidRPr="001C0CC4">
        <w:rPr>
          <w:rFonts w:cs="v5.0.0"/>
        </w:rPr>
        <w:br/>
        <w:t>for connection set-up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20"/>
      </w:tblGrid>
      <w:tr w:rsidR="00DC7196" w:rsidRPr="001C0CC4" w14:paraId="22E60723"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40088BBF" w14:textId="77777777" w:rsidR="00DC7196" w:rsidRPr="001C0CC4" w:rsidRDefault="00DC7196" w:rsidP="00DC7196">
            <w:pPr>
              <w:pStyle w:val="TAH"/>
            </w:pPr>
            <w:r w:rsidRPr="001C0CC4">
              <w:t>Physical Channel</w:t>
            </w:r>
          </w:p>
        </w:tc>
      </w:tr>
      <w:tr w:rsidR="00DC7196" w:rsidRPr="001C0CC4" w14:paraId="12A994A8" w14:textId="77777777" w:rsidTr="00DC7196">
        <w:trPr>
          <w:jc w:val="center"/>
        </w:trPr>
        <w:tc>
          <w:tcPr>
            <w:tcW w:w="2520" w:type="dxa"/>
            <w:tcBorders>
              <w:top w:val="nil"/>
              <w:left w:val="single" w:sz="4" w:space="0" w:color="auto"/>
              <w:bottom w:val="single" w:sz="4" w:space="0" w:color="auto"/>
              <w:right w:val="single" w:sz="4" w:space="0" w:color="auto"/>
            </w:tcBorders>
            <w:hideMark/>
          </w:tcPr>
          <w:p w14:paraId="6DACA101" w14:textId="77777777" w:rsidR="00DC7196" w:rsidRPr="001C0CC4" w:rsidRDefault="00DC7196" w:rsidP="00DC7196">
            <w:pPr>
              <w:pStyle w:val="TAC"/>
              <w:rPr>
                <w:rFonts w:cs="Arial"/>
              </w:rPr>
            </w:pPr>
            <w:r w:rsidRPr="001C0CC4">
              <w:rPr>
                <w:rFonts w:cs="Arial"/>
              </w:rPr>
              <w:t>PBCH</w:t>
            </w:r>
          </w:p>
        </w:tc>
      </w:tr>
      <w:tr w:rsidR="00DC7196" w:rsidRPr="001C0CC4" w14:paraId="603AB67A"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0EB8BD16" w14:textId="77777777" w:rsidR="00DC7196" w:rsidRPr="001C0CC4" w:rsidRDefault="00DC7196" w:rsidP="00DC7196">
            <w:pPr>
              <w:pStyle w:val="TAC"/>
              <w:rPr>
                <w:rFonts w:cs="Arial"/>
              </w:rPr>
            </w:pPr>
            <w:r w:rsidRPr="001C0CC4">
              <w:rPr>
                <w:rFonts w:cs="Arial"/>
                <w:snapToGrid w:val="0"/>
              </w:rPr>
              <w:t xml:space="preserve">SSS </w:t>
            </w:r>
          </w:p>
        </w:tc>
      </w:tr>
      <w:tr w:rsidR="00DC7196" w:rsidRPr="001C0CC4" w14:paraId="493AC4A5"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47775D15" w14:textId="77777777" w:rsidR="00DC7196" w:rsidRPr="001C0CC4" w:rsidRDefault="00DC7196" w:rsidP="00DC7196">
            <w:pPr>
              <w:pStyle w:val="TAC"/>
              <w:rPr>
                <w:rFonts w:cs="Arial"/>
                <w:snapToGrid w:val="0"/>
              </w:rPr>
            </w:pPr>
            <w:r w:rsidRPr="001C0CC4">
              <w:rPr>
                <w:rFonts w:cs="Arial"/>
                <w:snapToGrid w:val="0"/>
              </w:rPr>
              <w:t>PSS</w:t>
            </w:r>
          </w:p>
        </w:tc>
      </w:tr>
      <w:tr w:rsidR="00DC7196" w:rsidRPr="001C0CC4" w14:paraId="2C7D72AC"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6E96DBDC" w14:textId="77777777" w:rsidR="00DC7196" w:rsidRPr="001C0CC4" w:rsidRDefault="00DC7196" w:rsidP="00DC7196">
            <w:pPr>
              <w:pStyle w:val="TAC"/>
              <w:rPr>
                <w:rFonts w:cs="Arial"/>
                <w:snapToGrid w:val="0"/>
              </w:rPr>
            </w:pPr>
            <w:r w:rsidRPr="001C0CC4">
              <w:rPr>
                <w:rFonts w:cs="Arial"/>
                <w:snapToGrid w:val="0"/>
              </w:rPr>
              <w:t>PDCCH</w:t>
            </w:r>
          </w:p>
        </w:tc>
      </w:tr>
      <w:tr w:rsidR="00DC7196" w:rsidRPr="001C0CC4" w14:paraId="48F51897"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63A4EBC0" w14:textId="77777777" w:rsidR="00DC7196" w:rsidRPr="001C0CC4" w:rsidRDefault="00DC7196" w:rsidP="00DC7196">
            <w:pPr>
              <w:pStyle w:val="TAC"/>
              <w:rPr>
                <w:rFonts w:cs="Arial"/>
                <w:snapToGrid w:val="0"/>
              </w:rPr>
            </w:pPr>
            <w:r w:rsidRPr="001C0CC4">
              <w:rPr>
                <w:rFonts w:cs="Arial"/>
                <w:snapToGrid w:val="0"/>
              </w:rPr>
              <w:t>PDSCH</w:t>
            </w:r>
          </w:p>
        </w:tc>
      </w:tr>
      <w:tr w:rsidR="00DC7196" w:rsidRPr="001C0CC4" w14:paraId="5D40747E"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7DBD2BA6" w14:textId="77777777" w:rsidR="00DC7196" w:rsidRPr="001C0CC4" w:rsidRDefault="00DC7196" w:rsidP="00DC7196">
            <w:pPr>
              <w:pStyle w:val="TAC"/>
              <w:rPr>
                <w:rFonts w:cs="Arial"/>
                <w:snapToGrid w:val="0"/>
              </w:rPr>
            </w:pPr>
            <w:r w:rsidRPr="001C0CC4">
              <w:rPr>
                <w:rFonts w:cs="Arial"/>
                <w:snapToGrid w:val="0"/>
                <w:lang w:eastAsia="zh-CN"/>
              </w:rPr>
              <w:t>PBCH DMRS</w:t>
            </w:r>
          </w:p>
        </w:tc>
      </w:tr>
      <w:tr w:rsidR="00DC7196" w:rsidRPr="001C0CC4" w14:paraId="052AD605"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tcPr>
          <w:p w14:paraId="0CC1E2EA" w14:textId="77777777" w:rsidR="00DC7196" w:rsidRPr="001C0CC4" w:rsidRDefault="00DC7196" w:rsidP="00DC7196">
            <w:pPr>
              <w:pStyle w:val="TAC"/>
              <w:rPr>
                <w:rFonts w:cs="Arial"/>
                <w:snapToGrid w:val="0"/>
                <w:lang w:eastAsia="zh-CN"/>
              </w:rPr>
            </w:pPr>
            <w:r w:rsidRPr="001C0CC4">
              <w:rPr>
                <w:rFonts w:cs="Arial"/>
                <w:snapToGrid w:val="0"/>
                <w:lang w:eastAsia="zh-CN"/>
              </w:rPr>
              <w:t>PDCCH DMRS</w:t>
            </w:r>
          </w:p>
        </w:tc>
      </w:tr>
      <w:tr w:rsidR="00DC7196" w:rsidRPr="001C0CC4" w14:paraId="482E0A97"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tcPr>
          <w:p w14:paraId="57613B55" w14:textId="77777777" w:rsidR="00DC7196" w:rsidRPr="001C0CC4" w:rsidRDefault="00DC7196" w:rsidP="00DC7196">
            <w:pPr>
              <w:pStyle w:val="TAC"/>
              <w:rPr>
                <w:rFonts w:cs="Arial"/>
                <w:snapToGrid w:val="0"/>
                <w:lang w:eastAsia="zh-CN"/>
              </w:rPr>
            </w:pPr>
            <w:r w:rsidRPr="001C0CC4">
              <w:rPr>
                <w:rFonts w:cs="Arial"/>
                <w:snapToGrid w:val="0"/>
                <w:lang w:eastAsia="zh-CN"/>
              </w:rPr>
              <w:t>PDSCH DMRS</w:t>
            </w:r>
          </w:p>
        </w:tc>
      </w:tr>
      <w:tr w:rsidR="00DC7196" w:rsidRPr="001C0CC4" w14:paraId="5858C53C" w14:textId="77777777" w:rsidTr="00DC7196">
        <w:trPr>
          <w:jc w:val="center"/>
        </w:trPr>
        <w:tc>
          <w:tcPr>
            <w:tcW w:w="2520" w:type="dxa"/>
            <w:tcBorders>
              <w:top w:val="single" w:sz="4" w:space="0" w:color="auto"/>
              <w:left w:val="single" w:sz="4" w:space="0" w:color="auto"/>
              <w:bottom w:val="single" w:sz="4" w:space="0" w:color="auto"/>
              <w:right w:val="single" w:sz="4" w:space="0" w:color="auto"/>
            </w:tcBorders>
            <w:hideMark/>
          </w:tcPr>
          <w:p w14:paraId="29590D1C" w14:textId="77777777" w:rsidR="00DC7196" w:rsidRPr="001C0CC4" w:rsidRDefault="00DC7196" w:rsidP="00DC7196">
            <w:pPr>
              <w:pStyle w:val="TAC"/>
              <w:rPr>
                <w:rFonts w:cs="Arial"/>
                <w:snapToGrid w:val="0"/>
              </w:rPr>
            </w:pPr>
            <w:r w:rsidRPr="001C0CC4">
              <w:rPr>
                <w:rFonts w:cs="Arial"/>
                <w:snapToGrid w:val="0"/>
              </w:rPr>
              <w:t xml:space="preserve">CSI-RS </w:t>
            </w:r>
          </w:p>
        </w:tc>
      </w:tr>
    </w:tbl>
    <w:p w14:paraId="140AB0E7" w14:textId="77777777" w:rsidR="00DC7196" w:rsidRPr="001C0CC4" w:rsidRDefault="00DC7196" w:rsidP="00DC7196">
      <w:pPr>
        <w:pStyle w:val="Heading1"/>
        <w:rPr>
          <w:rFonts w:eastAsia="Yu Mincho"/>
        </w:rPr>
      </w:pPr>
      <w:bookmarkStart w:id="897" w:name="_Toc21344562"/>
      <w:bookmarkStart w:id="898" w:name="_Toc29802050"/>
      <w:bookmarkStart w:id="899" w:name="_Toc29802474"/>
      <w:bookmarkStart w:id="900" w:name="_Toc29803099"/>
      <w:bookmarkStart w:id="901" w:name="_Toc36107841"/>
      <w:bookmarkStart w:id="902" w:name="_Toc37251615"/>
      <w:bookmarkStart w:id="903" w:name="_Toc45888554"/>
      <w:bookmarkStart w:id="904" w:name="_Toc45889153"/>
      <w:bookmarkStart w:id="905" w:name="_Toc59650531"/>
      <w:bookmarkStart w:id="906" w:name="_Toc61357803"/>
      <w:bookmarkStart w:id="907" w:name="_Toc61359577"/>
      <w:bookmarkStart w:id="908" w:name="_Toc67916517"/>
      <w:bookmarkStart w:id="909" w:name="_Toc75534063"/>
      <w:bookmarkStart w:id="910" w:name="_Toc75819949"/>
      <w:bookmarkStart w:id="911" w:name="_Toc76508793"/>
      <w:bookmarkStart w:id="912" w:name="_Toc76717743"/>
      <w:bookmarkStart w:id="913" w:name="_Toc83294384"/>
      <w:bookmarkStart w:id="914" w:name="_Toc84335423"/>
      <w:r w:rsidRPr="001C0CC4">
        <w:rPr>
          <w:rFonts w:eastAsia="Yu Mincho"/>
        </w:rPr>
        <w:t>C.3</w:t>
      </w:r>
      <w:r w:rsidRPr="001C0CC4">
        <w:rPr>
          <w:rFonts w:eastAsia="Yu Mincho"/>
        </w:rPr>
        <w:tab/>
        <w:t>Connection</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14:paraId="79315D44" w14:textId="77777777" w:rsidR="00DC7196" w:rsidRPr="00DC7196" w:rsidRDefault="00DC7196" w:rsidP="00DC7196">
      <w:pPr>
        <w:pStyle w:val="Heading2"/>
      </w:pPr>
      <w:bookmarkStart w:id="915" w:name="_Toc21344563"/>
      <w:bookmarkStart w:id="916" w:name="_Toc29802051"/>
      <w:bookmarkStart w:id="917" w:name="_Toc29802475"/>
      <w:bookmarkStart w:id="918" w:name="_Toc29803100"/>
      <w:bookmarkStart w:id="919" w:name="_Toc36107842"/>
      <w:bookmarkStart w:id="920" w:name="_Toc37251616"/>
      <w:bookmarkStart w:id="921" w:name="_Toc45888555"/>
      <w:bookmarkStart w:id="922" w:name="_Toc45889154"/>
      <w:bookmarkStart w:id="923" w:name="_Toc59650532"/>
      <w:bookmarkStart w:id="924" w:name="_Toc61357804"/>
      <w:bookmarkStart w:id="925" w:name="_Toc61359578"/>
      <w:bookmarkStart w:id="926" w:name="_Toc67916518"/>
      <w:bookmarkStart w:id="927" w:name="_Toc75534064"/>
      <w:bookmarkStart w:id="928" w:name="_Toc75819950"/>
      <w:bookmarkStart w:id="929" w:name="_Toc76508794"/>
      <w:bookmarkStart w:id="930" w:name="_Toc76717744"/>
      <w:bookmarkStart w:id="931" w:name="_Toc83294385"/>
      <w:bookmarkStart w:id="932" w:name="_Toc84335424"/>
      <w:r w:rsidRPr="001C0CC4">
        <w:t>C</w:t>
      </w:r>
      <w:r w:rsidRPr="00DC7196">
        <w:t>.3.1</w:t>
      </w:r>
      <w:r w:rsidRPr="00DC7196">
        <w:tab/>
        <w:t>Measurement of Receiver Characteristics</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14:paraId="75D3E140" w14:textId="77777777" w:rsidR="00DC7196" w:rsidRPr="001C0CC4" w:rsidRDefault="00DC7196" w:rsidP="00DC7196">
      <w:r w:rsidRPr="001C0CC4">
        <w:t>Unless otherwise stated, Table C.3.1-1 is applicable for measurements on the Receiver Characteristics (clause 7).</w:t>
      </w:r>
    </w:p>
    <w:p w14:paraId="5C7555A6" w14:textId="77777777" w:rsidR="00DC7196" w:rsidRPr="001C0CC4" w:rsidRDefault="00DC7196" w:rsidP="00DC7196">
      <w:pPr>
        <w:pStyle w:val="TH"/>
        <w:rPr>
          <w:rFonts w:cs="v5.0.0"/>
        </w:rPr>
      </w:pPr>
      <w:r w:rsidRPr="001C0CC4">
        <w:t>Table C.3.1-1: Downlink Physical Channels transmitted during a connection (FDD and TDD)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gridCol w:w="1028"/>
        <w:gridCol w:w="2007"/>
      </w:tblGrid>
      <w:tr w:rsidR="00DC7196" w:rsidRPr="001C0CC4" w14:paraId="66F2B381"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C63B5D2" w14:textId="77777777" w:rsidR="00DC7196" w:rsidRPr="001C0CC4" w:rsidRDefault="00DC7196" w:rsidP="00DC7196">
            <w:pPr>
              <w:pStyle w:val="TAH"/>
              <w:rPr>
                <w:lang w:eastAsia="ja-JP"/>
              </w:rPr>
            </w:pPr>
            <w:r w:rsidRPr="001C0CC4">
              <w:rPr>
                <w:lang w:eastAsia="ja-JP"/>
              </w:rPr>
              <w:t>Parameter</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842FE13" w14:textId="77777777" w:rsidR="00DC7196" w:rsidRPr="001C0CC4" w:rsidRDefault="00DC7196" w:rsidP="00DC7196">
            <w:pPr>
              <w:pStyle w:val="TAH"/>
              <w:rPr>
                <w:lang w:eastAsia="ja-JP"/>
              </w:rPr>
            </w:pPr>
            <w:r w:rsidRPr="001C0CC4">
              <w:rPr>
                <w:lang w:eastAsia="ja-JP"/>
              </w:rPr>
              <w:t>Unit</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7D19EEFF" w14:textId="77777777" w:rsidR="00DC7196" w:rsidRPr="001C0CC4" w:rsidRDefault="00DC7196" w:rsidP="00DC7196">
            <w:pPr>
              <w:pStyle w:val="TAH"/>
              <w:rPr>
                <w:lang w:eastAsia="ja-JP"/>
              </w:rPr>
            </w:pPr>
            <w:r w:rsidRPr="001C0CC4">
              <w:rPr>
                <w:lang w:eastAsia="ja-JP"/>
              </w:rPr>
              <w:t>Value</w:t>
            </w:r>
          </w:p>
        </w:tc>
      </w:tr>
      <w:tr w:rsidR="00DC7196" w:rsidRPr="001C0CC4" w14:paraId="4C48CB11"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7DD5A45" w14:textId="77777777" w:rsidR="00DC7196" w:rsidRPr="001C0CC4" w:rsidRDefault="00DC7196" w:rsidP="00DC7196">
            <w:pPr>
              <w:pStyle w:val="TAL"/>
              <w:rPr>
                <w:lang w:eastAsia="ja-JP"/>
              </w:rPr>
            </w:pPr>
            <w:r w:rsidRPr="001C0CC4">
              <w:rPr>
                <w:lang w:eastAsia="ja-JP"/>
              </w:rPr>
              <w:t xml:space="preserve">SSS transmit power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1DCCCF3" w14:textId="77777777" w:rsidR="00DC7196" w:rsidRPr="001C0CC4" w:rsidRDefault="00DC7196" w:rsidP="00DC7196">
            <w:pPr>
              <w:pStyle w:val="TAL"/>
              <w:rPr>
                <w:lang w:eastAsia="ja-JP"/>
              </w:rPr>
            </w:pPr>
            <w:r w:rsidRPr="001C0CC4">
              <w:rPr>
                <w:lang w:eastAsia="ja-JP"/>
              </w:rPr>
              <w:t>W</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EAF75D9" w14:textId="77777777" w:rsidR="00DC7196" w:rsidRPr="001C0CC4" w:rsidRDefault="00DC7196" w:rsidP="00DC7196">
            <w:pPr>
              <w:pStyle w:val="TAL"/>
              <w:rPr>
                <w:lang w:eastAsia="ja-JP"/>
              </w:rPr>
            </w:pPr>
            <w:r w:rsidRPr="001C0CC4">
              <w:rPr>
                <w:lang w:eastAsia="ja-JP"/>
              </w:rPr>
              <w:t>Test specific</w:t>
            </w:r>
          </w:p>
        </w:tc>
      </w:tr>
      <w:tr w:rsidR="00DC7196" w:rsidRPr="001C0CC4" w14:paraId="0689C3A6"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FA31EB9" w14:textId="77777777" w:rsidR="00DC7196" w:rsidRPr="001C0CC4" w:rsidRDefault="00DC7196" w:rsidP="00DC7196">
            <w:pPr>
              <w:pStyle w:val="TAL"/>
              <w:rPr>
                <w:lang w:eastAsia="ja-JP"/>
              </w:rPr>
            </w:pPr>
            <w:r w:rsidRPr="001C0CC4">
              <w:rPr>
                <w:lang w:eastAsia="ja-JP"/>
              </w:rPr>
              <w:t>EPRE ratio of PSS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FDE66FD"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221D233" w14:textId="77777777" w:rsidR="00DC7196" w:rsidRPr="001C0CC4" w:rsidRDefault="00DC7196" w:rsidP="00DC7196">
            <w:pPr>
              <w:pStyle w:val="TAL"/>
              <w:rPr>
                <w:lang w:eastAsia="ja-JP"/>
              </w:rPr>
            </w:pPr>
            <w:r w:rsidRPr="001C0CC4">
              <w:rPr>
                <w:lang w:eastAsia="ja-JP"/>
              </w:rPr>
              <w:t>0</w:t>
            </w:r>
          </w:p>
        </w:tc>
      </w:tr>
      <w:tr w:rsidR="00DC7196" w:rsidRPr="001C0CC4" w14:paraId="4F9F74EF"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E2377F7" w14:textId="77777777" w:rsidR="00DC7196" w:rsidRPr="001C0CC4" w:rsidRDefault="00DC7196" w:rsidP="00DC7196">
            <w:pPr>
              <w:pStyle w:val="TAL"/>
              <w:rPr>
                <w:lang w:eastAsia="ja-JP"/>
              </w:rPr>
            </w:pPr>
            <w:r w:rsidRPr="001C0CC4">
              <w:rPr>
                <w:lang w:eastAsia="ja-JP"/>
              </w:rPr>
              <w:t>EPRE ratio of PBCH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1BE3591"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5919D8CF" w14:textId="77777777" w:rsidR="00DC7196" w:rsidRPr="001C0CC4" w:rsidRDefault="00DC7196" w:rsidP="00DC7196">
            <w:pPr>
              <w:pStyle w:val="TAL"/>
              <w:rPr>
                <w:lang w:eastAsia="ja-JP"/>
              </w:rPr>
            </w:pPr>
            <w:r w:rsidRPr="001C0CC4">
              <w:rPr>
                <w:lang w:eastAsia="ja-JP"/>
              </w:rPr>
              <w:t>0</w:t>
            </w:r>
          </w:p>
        </w:tc>
      </w:tr>
      <w:tr w:rsidR="00DC7196" w:rsidRPr="001C0CC4" w14:paraId="685F102A"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355D8B4" w14:textId="77777777" w:rsidR="00DC7196" w:rsidRPr="001C0CC4" w:rsidRDefault="00DC7196" w:rsidP="00DC7196">
            <w:pPr>
              <w:pStyle w:val="TAL"/>
              <w:rPr>
                <w:lang w:eastAsia="ja-JP"/>
              </w:rPr>
            </w:pPr>
            <w:r w:rsidRPr="001C0CC4">
              <w:rPr>
                <w:lang w:eastAsia="ja-JP"/>
              </w:rPr>
              <w:t>EPRE ratio of PBCH to PBCH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F675019"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3978BFB3" w14:textId="77777777" w:rsidR="00DC7196" w:rsidRPr="001C0CC4" w:rsidRDefault="00DC7196" w:rsidP="00DC7196">
            <w:pPr>
              <w:pStyle w:val="TAL"/>
              <w:rPr>
                <w:lang w:eastAsia="ja-JP"/>
              </w:rPr>
            </w:pPr>
            <w:r w:rsidRPr="001C0CC4">
              <w:rPr>
                <w:lang w:eastAsia="ja-JP"/>
              </w:rPr>
              <w:t>0</w:t>
            </w:r>
          </w:p>
        </w:tc>
      </w:tr>
      <w:tr w:rsidR="00DC7196" w:rsidRPr="001C0CC4" w14:paraId="6A95F26A"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1FC08CE" w14:textId="77777777" w:rsidR="00DC7196" w:rsidRPr="001C0CC4" w:rsidRDefault="00DC7196" w:rsidP="00DC7196">
            <w:pPr>
              <w:pStyle w:val="TAL"/>
              <w:rPr>
                <w:lang w:eastAsia="ja-JP"/>
              </w:rPr>
            </w:pPr>
            <w:r w:rsidRPr="001C0CC4">
              <w:rPr>
                <w:lang w:eastAsia="ja-JP"/>
              </w:rPr>
              <w:t>EPRE ratio of PDCCH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CEA8FBD"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D993BC0" w14:textId="77777777" w:rsidR="00DC7196" w:rsidRPr="001C0CC4" w:rsidRDefault="00DC7196" w:rsidP="00DC7196">
            <w:pPr>
              <w:pStyle w:val="TAL"/>
              <w:rPr>
                <w:lang w:eastAsia="ja-JP"/>
              </w:rPr>
            </w:pPr>
            <w:r w:rsidRPr="001C0CC4">
              <w:rPr>
                <w:lang w:eastAsia="ja-JP"/>
              </w:rPr>
              <w:t>0</w:t>
            </w:r>
          </w:p>
        </w:tc>
      </w:tr>
      <w:tr w:rsidR="00DC7196" w:rsidRPr="001C0CC4" w14:paraId="0ED8A63C"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581B928" w14:textId="77777777" w:rsidR="00DC7196" w:rsidRPr="001C0CC4" w:rsidRDefault="00DC7196" w:rsidP="00DC7196">
            <w:pPr>
              <w:pStyle w:val="TAL"/>
              <w:rPr>
                <w:lang w:eastAsia="ja-JP"/>
              </w:rPr>
            </w:pPr>
            <w:r w:rsidRPr="001C0CC4">
              <w:rPr>
                <w:lang w:eastAsia="ja-JP"/>
              </w:rPr>
              <w:t>EPRE ratio of PDCCH to PDCCH DMRS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CA8F58B"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68E0B04F" w14:textId="77777777" w:rsidR="00DC7196" w:rsidRPr="001C0CC4" w:rsidRDefault="00DC7196" w:rsidP="00DC7196">
            <w:pPr>
              <w:pStyle w:val="TAL"/>
              <w:rPr>
                <w:lang w:eastAsia="ja-JP"/>
              </w:rPr>
            </w:pPr>
            <w:r w:rsidRPr="001C0CC4">
              <w:rPr>
                <w:lang w:eastAsia="ja-JP"/>
              </w:rPr>
              <w:t>0</w:t>
            </w:r>
          </w:p>
        </w:tc>
      </w:tr>
      <w:tr w:rsidR="00DC7196" w:rsidRPr="001C0CC4" w14:paraId="25C6D568"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86E15FA" w14:textId="77777777" w:rsidR="00DC7196" w:rsidRPr="001C0CC4" w:rsidRDefault="00DC7196" w:rsidP="00DC7196">
            <w:pPr>
              <w:pStyle w:val="TAL"/>
              <w:rPr>
                <w:lang w:eastAsia="ja-JP"/>
              </w:rPr>
            </w:pPr>
            <w:r w:rsidRPr="001C0CC4">
              <w:rPr>
                <w:lang w:eastAsia="ja-JP"/>
              </w:rPr>
              <w:t xml:space="preserve">EPRE ratio of PDSCH to SSS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24DEAEB"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2239FDB5" w14:textId="77777777" w:rsidR="00DC7196" w:rsidRPr="001C0CC4" w:rsidRDefault="00DC7196" w:rsidP="00DC7196">
            <w:pPr>
              <w:pStyle w:val="TAL"/>
              <w:rPr>
                <w:lang w:eastAsia="ja-JP"/>
              </w:rPr>
            </w:pPr>
            <w:r w:rsidRPr="001C0CC4">
              <w:rPr>
                <w:lang w:eastAsia="ja-JP"/>
              </w:rPr>
              <w:t>0</w:t>
            </w:r>
          </w:p>
        </w:tc>
      </w:tr>
      <w:tr w:rsidR="00DC7196" w:rsidRPr="001C0CC4" w14:paraId="4D4A63D9"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7F5C9A7" w14:textId="77777777" w:rsidR="00DC7196" w:rsidRPr="001C0CC4" w:rsidRDefault="00DC7196" w:rsidP="00DC7196">
            <w:pPr>
              <w:pStyle w:val="TAL"/>
              <w:rPr>
                <w:lang w:eastAsia="ja-JP"/>
              </w:rPr>
            </w:pPr>
            <w:r w:rsidRPr="001C0CC4">
              <w:rPr>
                <w:lang w:eastAsia="ja-JP"/>
              </w:rPr>
              <w:t>EPRE ratio of PDSCH to PDSCH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B45E177"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2E744E3" w14:textId="77777777" w:rsidR="00DC7196" w:rsidRPr="001C0CC4" w:rsidRDefault="00DC7196" w:rsidP="00DC7196">
            <w:pPr>
              <w:pStyle w:val="TAL"/>
              <w:rPr>
                <w:lang w:eastAsia="ja-JP"/>
              </w:rPr>
            </w:pPr>
            <w:r w:rsidRPr="001C0CC4">
              <w:rPr>
                <w:lang w:eastAsia="ja-JP"/>
              </w:rPr>
              <w:t>-3</w:t>
            </w:r>
          </w:p>
        </w:tc>
      </w:tr>
      <w:tr w:rsidR="00DC7196" w:rsidRPr="001C0CC4" w14:paraId="6E498999"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9E55C31" w14:textId="77777777" w:rsidR="00DC7196" w:rsidRPr="001C0CC4" w:rsidRDefault="00DC7196" w:rsidP="00DC7196">
            <w:pPr>
              <w:pStyle w:val="TAL"/>
              <w:rPr>
                <w:lang w:eastAsia="ja-JP"/>
              </w:rPr>
            </w:pPr>
            <w:r w:rsidRPr="001C0CC4">
              <w:rPr>
                <w:lang w:eastAsia="ja-JP"/>
              </w:rPr>
              <w:t>EPRE ratio of CSI-RS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F0E8DE8"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5C66C968" w14:textId="77777777" w:rsidR="00DC7196" w:rsidRPr="001C0CC4" w:rsidRDefault="00DC7196" w:rsidP="00DC7196">
            <w:pPr>
              <w:pStyle w:val="TAL"/>
              <w:rPr>
                <w:lang w:eastAsia="ja-JP"/>
              </w:rPr>
            </w:pPr>
            <w:r w:rsidRPr="001C0CC4">
              <w:rPr>
                <w:lang w:eastAsia="ja-JP"/>
              </w:rPr>
              <w:t>0</w:t>
            </w:r>
          </w:p>
        </w:tc>
      </w:tr>
      <w:tr w:rsidR="00DC7196" w:rsidRPr="001C0CC4" w14:paraId="2010E09C"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630A53A" w14:textId="77777777" w:rsidR="00DC7196" w:rsidRPr="001C0CC4" w:rsidRDefault="00DC7196" w:rsidP="00DC7196">
            <w:pPr>
              <w:pStyle w:val="TAL"/>
              <w:rPr>
                <w:lang w:eastAsia="ja-JP"/>
              </w:rPr>
            </w:pPr>
            <w:r w:rsidRPr="001C0CC4">
              <w:rPr>
                <w:lang w:eastAsia="ja-JP"/>
              </w:rPr>
              <w:t>EPRE ratio of PTRS to PDSCH</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33F523F"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0F43333A" w14:textId="77777777" w:rsidR="00DC7196" w:rsidRPr="001C0CC4" w:rsidRDefault="00DC7196" w:rsidP="00DC7196">
            <w:pPr>
              <w:pStyle w:val="TAL"/>
              <w:rPr>
                <w:lang w:eastAsia="ja-JP"/>
              </w:rPr>
            </w:pPr>
            <w:r w:rsidRPr="001C0CC4">
              <w:rPr>
                <w:lang w:eastAsia="ja-JP"/>
              </w:rPr>
              <w:t>Test specific</w:t>
            </w:r>
          </w:p>
        </w:tc>
      </w:tr>
      <w:tr w:rsidR="00DC7196" w:rsidRPr="001C0CC4" w14:paraId="2CAF1C1F"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2857E6A" w14:textId="77777777" w:rsidR="00DC7196" w:rsidRPr="001C0CC4" w:rsidRDefault="00DC7196" w:rsidP="00DC7196">
            <w:pPr>
              <w:pStyle w:val="TAL"/>
              <w:rPr>
                <w:lang w:val="en-US" w:eastAsia="ja-JP"/>
              </w:rPr>
            </w:pPr>
            <w:r w:rsidRPr="001C0CC4">
              <w:rPr>
                <w:lang w:eastAsia="ja-JP"/>
              </w:rPr>
              <w:t>EPRE ratio of OCNG DMRS to SSS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64F75C3"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016577BC" w14:textId="77777777" w:rsidR="00DC7196" w:rsidRPr="001C0CC4" w:rsidRDefault="00DC7196" w:rsidP="00DC7196">
            <w:pPr>
              <w:pStyle w:val="TAL"/>
              <w:rPr>
                <w:lang w:eastAsia="ja-JP"/>
              </w:rPr>
            </w:pPr>
            <w:r w:rsidRPr="001C0CC4">
              <w:rPr>
                <w:lang w:eastAsia="ja-JP"/>
              </w:rPr>
              <w:t>0</w:t>
            </w:r>
          </w:p>
        </w:tc>
      </w:tr>
      <w:tr w:rsidR="00DC7196" w:rsidRPr="001C0CC4" w14:paraId="7157E723" w14:textId="77777777" w:rsidTr="00DC719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4D6AD46" w14:textId="77777777" w:rsidR="00DC7196" w:rsidRPr="001C0CC4" w:rsidRDefault="00DC7196" w:rsidP="00DC7196">
            <w:pPr>
              <w:pStyle w:val="TAL"/>
              <w:rPr>
                <w:lang w:eastAsia="ja-JP"/>
              </w:rPr>
            </w:pPr>
            <w:r w:rsidRPr="001C0CC4">
              <w:rPr>
                <w:lang w:eastAsia="ja-JP"/>
              </w:rPr>
              <w:t>EPRE ratio of OCNG to OCNG DMRS (Note 1)</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AC23DDE" w14:textId="77777777" w:rsidR="00DC7196" w:rsidRPr="001C0CC4" w:rsidRDefault="00DC7196" w:rsidP="00DC7196">
            <w:pPr>
              <w:pStyle w:val="TAL"/>
              <w:rPr>
                <w:lang w:eastAsia="ja-JP"/>
              </w:rPr>
            </w:pPr>
            <w:r w:rsidRPr="001C0CC4">
              <w:rPr>
                <w:lang w:eastAsia="ja-JP"/>
              </w:rPr>
              <w:t>dB</w:t>
            </w:r>
          </w:p>
        </w:tc>
        <w:tc>
          <w:tcPr>
            <w:tcW w:w="923" w:type="dxa"/>
            <w:tcBorders>
              <w:top w:val="single" w:sz="4" w:space="0" w:color="auto"/>
              <w:left w:val="single" w:sz="4" w:space="0" w:color="auto"/>
              <w:bottom w:val="single" w:sz="4" w:space="0" w:color="auto"/>
              <w:right w:val="single" w:sz="4" w:space="0" w:color="auto"/>
            </w:tcBorders>
            <w:shd w:val="clear" w:color="auto" w:fill="auto"/>
            <w:hideMark/>
          </w:tcPr>
          <w:p w14:paraId="18CC514E" w14:textId="77777777" w:rsidR="00DC7196" w:rsidRPr="001C0CC4" w:rsidRDefault="00DC7196" w:rsidP="00DC7196">
            <w:pPr>
              <w:pStyle w:val="TAL"/>
              <w:rPr>
                <w:lang w:eastAsia="ja-JP"/>
              </w:rPr>
            </w:pPr>
            <w:r w:rsidRPr="001C0CC4">
              <w:rPr>
                <w:lang w:eastAsia="ja-JP"/>
              </w:rPr>
              <w:t>0</w:t>
            </w:r>
          </w:p>
        </w:tc>
      </w:tr>
      <w:tr w:rsidR="00DC7196" w:rsidRPr="001C0CC4" w14:paraId="5A4C2C16" w14:textId="77777777" w:rsidTr="00DC7196">
        <w:trPr>
          <w:jc w:val="center"/>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4B26B2" w14:textId="77777777" w:rsidR="00DC7196" w:rsidRPr="001C0CC4" w:rsidRDefault="00DC7196" w:rsidP="00DC7196">
            <w:pPr>
              <w:pStyle w:val="TAN"/>
            </w:pPr>
            <w:r w:rsidRPr="001C0CC4">
              <w:t>NOTE 1:</w:t>
            </w:r>
            <w:r w:rsidRPr="00DC7196">
              <w:tab/>
            </w:r>
            <w:r w:rsidRPr="001C0CC4">
              <w:t>No boosting is applied to any of the channels except PDSCH DMRS. For PDSCH DMRS, 3 dB power boosting is applied assuming DMRS Type 1 configuration when DMRS and PDSCH are TDM'ed and only half of the DMRS REs are occupied.</w:t>
            </w:r>
          </w:p>
          <w:p w14:paraId="6218539A" w14:textId="77777777" w:rsidR="00DC7196" w:rsidRPr="001C0CC4" w:rsidRDefault="00DC7196" w:rsidP="00DC7196">
            <w:pPr>
              <w:pStyle w:val="TAN"/>
              <w:rPr>
                <w:rFonts w:ascii="Calibri" w:hAnsi="Calibri"/>
                <w:lang w:eastAsia="ja-JP"/>
              </w:rPr>
            </w:pPr>
            <w:r w:rsidRPr="001C0CC4">
              <w:t>NOTE 2:</w:t>
            </w:r>
            <w:r w:rsidRPr="00DC7196">
              <w:tab/>
            </w:r>
            <w:r w:rsidRPr="001C0CC4">
              <w:t>Number of DMRS CDM groups without data for PDSCH DMRS configuration for OCNG is set to 1.</w:t>
            </w:r>
          </w:p>
        </w:tc>
      </w:tr>
    </w:tbl>
    <w:p w14:paraId="37442C79" w14:textId="77777777" w:rsidR="00DC7196" w:rsidRPr="00DC7196" w:rsidRDefault="00DC7196" w:rsidP="00DC7196"/>
    <w:p w14:paraId="4D6AE7B0" w14:textId="77777777" w:rsidR="00DC7196" w:rsidRPr="00DC7196" w:rsidRDefault="00DC7196" w:rsidP="00DC7196">
      <w:pPr>
        <w:spacing w:after="0"/>
      </w:pPr>
      <w:r w:rsidRPr="00DC7196">
        <w:br w:type="page"/>
      </w:r>
    </w:p>
    <w:p w14:paraId="19471A97" w14:textId="77777777" w:rsidR="00DC7196" w:rsidRPr="001C0CC4" w:rsidRDefault="00DC7196" w:rsidP="00DC7196">
      <w:pPr>
        <w:pStyle w:val="Heading8"/>
        <w:rPr>
          <w:rFonts w:eastAsia="Yu Mincho"/>
        </w:rPr>
      </w:pPr>
      <w:bookmarkStart w:id="933" w:name="_Toc21344564"/>
      <w:bookmarkStart w:id="934" w:name="_Toc29802052"/>
      <w:bookmarkStart w:id="935" w:name="_Toc29802476"/>
      <w:bookmarkStart w:id="936" w:name="_Toc29803101"/>
      <w:bookmarkStart w:id="937" w:name="_Toc36107843"/>
      <w:bookmarkStart w:id="938" w:name="_Toc37251617"/>
      <w:bookmarkStart w:id="939" w:name="_Toc45888556"/>
      <w:bookmarkStart w:id="940" w:name="_Toc45889155"/>
      <w:bookmarkStart w:id="941" w:name="_Toc59650533"/>
      <w:bookmarkStart w:id="942" w:name="_Toc61357805"/>
      <w:bookmarkStart w:id="943" w:name="_Toc61359579"/>
      <w:bookmarkStart w:id="944" w:name="_Toc67916519"/>
      <w:bookmarkStart w:id="945" w:name="_Toc75534065"/>
      <w:bookmarkStart w:id="946" w:name="_Toc75819951"/>
      <w:bookmarkStart w:id="947" w:name="_Toc76508795"/>
      <w:bookmarkStart w:id="948" w:name="_Toc76717745"/>
      <w:bookmarkStart w:id="949" w:name="_Toc83294386"/>
      <w:bookmarkStart w:id="950" w:name="_Toc84335425"/>
      <w:r w:rsidRPr="001C0CC4">
        <w:rPr>
          <w:rFonts w:eastAsia="Yu Mincho"/>
        </w:rPr>
        <w:t>Annex D</w:t>
      </w:r>
      <w:r w:rsidRPr="001C0CC4">
        <w:t xml:space="preserve"> (normative)</w:t>
      </w:r>
      <w:r w:rsidRPr="001C0CC4">
        <w:rPr>
          <w:rFonts w:eastAsia="Yu Mincho"/>
        </w:rPr>
        <w:t>:</w:t>
      </w:r>
      <w:r w:rsidRPr="001C0CC4">
        <w:rPr>
          <w:rFonts w:eastAsia="Yu Mincho"/>
        </w:rPr>
        <w:br/>
        <w:t>Characteristics of the interfering signal</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57D3C98D" w14:textId="77777777" w:rsidR="00DC7196" w:rsidRPr="001C0CC4" w:rsidRDefault="00DC7196" w:rsidP="00DC7196">
      <w:pPr>
        <w:rPr>
          <w:rFonts w:eastAsia="Yu Mincho"/>
        </w:rPr>
      </w:pPr>
    </w:p>
    <w:p w14:paraId="72E816FD" w14:textId="77777777" w:rsidR="00DC7196" w:rsidRPr="001C0CC4" w:rsidRDefault="00DC7196" w:rsidP="00DC7196">
      <w:pPr>
        <w:pStyle w:val="Heading1"/>
        <w:rPr>
          <w:rFonts w:eastAsia="Yu Mincho"/>
        </w:rPr>
      </w:pPr>
      <w:bookmarkStart w:id="951" w:name="_Toc21344565"/>
      <w:bookmarkStart w:id="952" w:name="_Toc29802053"/>
      <w:bookmarkStart w:id="953" w:name="_Toc29802477"/>
      <w:bookmarkStart w:id="954" w:name="_Toc29803102"/>
      <w:bookmarkStart w:id="955" w:name="_Toc36107844"/>
      <w:bookmarkStart w:id="956" w:name="_Toc37251618"/>
      <w:bookmarkStart w:id="957" w:name="_Toc45888557"/>
      <w:bookmarkStart w:id="958" w:name="_Toc45889156"/>
      <w:bookmarkStart w:id="959" w:name="_Toc59650534"/>
      <w:bookmarkStart w:id="960" w:name="_Toc61357806"/>
      <w:bookmarkStart w:id="961" w:name="_Toc61359580"/>
      <w:bookmarkStart w:id="962" w:name="_Toc67916520"/>
      <w:bookmarkStart w:id="963" w:name="_Toc75534066"/>
      <w:bookmarkStart w:id="964" w:name="_Toc75819952"/>
      <w:bookmarkStart w:id="965" w:name="_Toc76508796"/>
      <w:bookmarkStart w:id="966" w:name="_Toc76717746"/>
      <w:bookmarkStart w:id="967" w:name="_Toc83294387"/>
      <w:bookmarkStart w:id="968" w:name="_Toc84335426"/>
      <w:r w:rsidRPr="001C0CC4">
        <w:rPr>
          <w:rFonts w:eastAsia="Yu Mincho"/>
        </w:rPr>
        <w:t>D.1 General</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4CC6CFE9" w14:textId="77777777" w:rsidR="00DC7196" w:rsidRPr="001C0CC4" w:rsidRDefault="00DC7196" w:rsidP="00DC7196">
      <w:pPr>
        <w:rPr>
          <w:rFonts w:eastAsia="Yu Mincho"/>
        </w:rPr>
      </w:pPr>
      <w:r w:rsidRPr="001C0CC4">
        <w:rPr>
          <w:rFonts w:eastAsia="Yu Mincho"/>
        </w:rPr>
        <w:t>Some RF performance requirements for the NR UE receiver are defined with interfering signals present in addition to the wanted signal.</w:t>
      </w:r>
    </w:p>
    <w:p w14:paraId="0222FBFC" w14:textId="77777777" w:rsidR="00DC7196" w:rsidRPr="001C0CC4" w:rsidRDefault="00DC7196" w:rsidP="00DC7196">
      <w:pPr>
        <w:rPr>
          <w:rFonts w:eastAsia="Yu Mincho"/>
        </w:rPr>
      </w:pPr>
      <w:r w:rsidRPr="001C0CC4">
        <w:rPr>
          <w:rFonts w:eastAsia="Yu Mincho"/>
        </w:rPr>
        <w:t>For NR bands with F</w:t>
      </w:r>
      <w:r w:rsidRPr="001C0CC4">
        <w:rPr>
          <w:rFonts w:eastAsia="Yu Mincho"/>
          <w:vertAlign w:val="subscript"/>
        </w:rPr>
        <w:t>DL_high</w:t>
      </w:r>
      <w:r w:rsidRPr="001C0CC4">
        <w:rPr>
          <w:rFonts w:eastAsia="Yu Mincho"/>
        </w:rPr>
        <w:t xml:space="preserve"> &lt; 2700 MHz and F</w:t>
      </w:r>
      <w:r w:rsidRPr="001C0CC4">
        <w:rPr>
          <w:rFonts w:eastAsia="Yu Mincho"/>
          <w:vertAlign w:val="subscript"/>
        </w:rPr>
        <w:t>UL_high</w:t>
      </w:r>
      <w:r w:rsidRPr="001C0CC4">
        <w:rPr>
          <w:rFonts w:eastAsia="Yu Mincho"/>
        </w:rPr>
        <w:t xml:space="preserve"> &lt; 2700 MHz, a modulated 5 MHz full bandwidth NR down link signal, and in some cases an additional CW signal, are used as interfering signal. For intra-band contiguous CA bandwidth class B and C, a modulated 5 MHz NR downlink signal is used. And for some cases an additional CW signal is used.</w:t>
      </w:r>
    </w:p>
    <w:p w14:paraId="132999F6" w14:textId="77777777" w:rsidR="00DC7196" w:rsidRPr="001C0CC4" w:rsidRDefault="00DC7196" w:rsidP="00DC7196">
      <w:pPr>
        <w:rPr>
          <w:rFonts w:eastAsia="Yu Mincho"/>
        </w:rPr>
      </w:pPr>
      <w:r w:rsidRPr="001C0CC4">
        <w:rPr>
          <w:rFonts w:eastAsia="Yu Mincho"/>
        </w:rPr>
        <w:t>For NR bands with F</w:t>
      </w:r>
      <w:r w:rsidRPr="001C0CC4">
        <w:rPr>
          <w:rFonts w:eastAsia="Yu Mincho"/>
          <w:vertAlign w:val="subscript"/>
        </w:rPr>
        <w:t>DL_low</w:t>
      </w:r>
      <w:r w:rsidRPr="001C0CC4">
        <w:rPr>
          <w:rFonts w:eastAsia="Yu Mincho"/>
        </w:rPr>
        <w:t xml:space="preserve"> ≥ 3300 MHz and F</w:t>
      </w:r>
      <w:r w:rsidRPr="001C0CC4">
        <w:rPr>
          <w:rFonts w:eastAsia="Yu Mincho"/>
          <w:vertAlign w:val="subscript"/>
        </w:rPr>
        <w:t>UL_low</w:t>
      </w:r>
      <w:r w:rsidRPr="001C0CC4">
        <w:rPr>
          <w:rFonts w:eastAsia="Yu Mincho"/>
        </w:rPr>
        <w:t xml:space="preserve"> ≥ 3300 MHz, a modulated NR downlink signal which equals to channel bandwidth of the wanted signal for single carrier and inter-band CA cases is used as interfering signal. For intra-band contiguous CA bandwidth Class C, a modulated NR downlink signal which equals to the aggregated channel bandwidth of the wanted signal is used. For intra-band contiguous CA bandwidth class D and E cases, a modulated 50 MHz NR downlink signal is used. And for some cases an additional CW signal is used.</w:t>
      </w:r>
    </w:p>
    <w:p w14:paraId="3E043AAD" w14:textId="77777777" w:rsidR="00DC7196" w:rsidRPr="001C0CC4" w:rsidRDefault="00DC7196" w:rsidP="00DC7196">
      <w:pPr>
        <w:pStyle w:val="Heading1"/>
      </w:pPr>
      <w:bookmarkStart w:id="969" w:name="_Toc21344566"/>
      <w:bookmarkStart w:id="970" w:name="_Toc29802054"/>
      <w:bookmarkStart w:id="971" w:name="_Toc29802478"/>
      <w:bookmarkStart w:id="972" w:name="_Toc29803103"/>
      <w:bookmarkStart w:id="973" w:name="_Toc36107845"/>
      <w:bookmarkStart w:id="974" w:name="_Toc37251619"/>
      <w:bookmarkStart w:id="975" w:name="_Toc45888558"/>
      <w:bookmarkStart w:id="976" w:name="_Toc45889157"/>
      <w:bookmarkStart w:id="977" w:name="_Toc59650535"/>
      <w:bookmarkStart w:id="978" w:name="_Toc61357807"/>
      <w:bookmarkStart w:id="979" w:name="_Toc61359581"/>
      <w:bookmarkStart w:id="980" w:name="_Toc67916521"/>
      <w:bookmarkStart w:id="981" w:name="_Toc75534067"/>
      <w:bookmarkStart w:id="982" w:name="_Toc75819953"/>
      <w:bookmarkStart w:id="983" w:name="_Toc76508797"/>
      <w:bookmarkStart w:id="984" w:name="_Toc76717747"/>
      <w:bookmarkStart w:id="985" w:name="_Toc83294388"/>
      <w:bookmarkStart w:id="986" w:name="_Toc84335427"/>
      <w:r w:rsidRPr="001C0CC4">
        <w:t>D.2</w:t>
      </w:r>
      <w:r w:rsidRPr="001C0CC4">
        <w:tab/>
        <w:t>Interference signals</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434BD431" w14:textId="77777777" w:rsidR="00DC7196" w:rsidRPr="001C0CC4" w:rsidRDefault="00DC7196" w:rsidP="00DC7196">
      <w:pPr>
        <w:rPr>
          <w:rFonts w:cs="v5.0.0"/>
          <w:snapToGrid w:val="0"/>
        </w:rPr>
      </w:pPr>
      <w:r w:rsidRPr="001C0CC4">
        <w:rPr>
          <w:rFonts w:cs="v5.0.0"/>
          <w:snapToGrid w:val="0"/>
        </w:rPr>
        <w:t>Table D.2-1 and Table D.2-4 describes the modulated interferer for different channel bandwidth options</w:t>
      </w:r>
      <w:r w:rsidRPr="001C0CC4">
        <w:rPr>
          <w:rFonts w:cs="v5.0.0" w:hint="eastAsia"/>
          <w:snapToGrid w:val="0"/>
          <w:lang w:eastAsia="zh-CN"/>
        </w:rPr>
        <w:t xml:space="preserve"> for NR band lower than 2700MHz</w:t>
      </w:r>
      <w:r w:rsidRPr="001C0CC4">
        <w:rPr>
          <w:rFonts w:cs="v5.0.0"/>
          <w:snapToGrid w:val="0"/>
        </w:rPr>
        <w:t>.</w:t>
      </w:r>
    </w:p>
    <w:p w14:paraId="4F18315E" w14:textId="77777777" w:rsidR="00DC7196" w:rsidRPr="001C0CC4" w:rsidRDefault="00DC7196" w:rsidP="00DC7196">
      <w:pPr>
        <w:pStyle w:val="TH"/>
        <w:rPr>
          <w:lang w:eastAsia="zh-CN"/>
        </w:rPr>
      </w:pPr>
      <w:r w:rsidRPr="001C0CC4">
        <w:t xml:space="preserve">Table D.2-1: Description of modulated </w:t>
      </w:r>
      <w:r w:rsidRPr="001C0CC4">
        <w:rPr>
          <w:rFonts w:hint="eastAsia"/>
          <w:lang w:eastAsia="zh-CN"/>
        </w:rPr>
        <w:t>NR</w:t>
      </w:r>
      <w:r w:rsidRPr="001C0CC4">
        <w:t xml:space="preserve"> interferer</w:t>
      </w:r>
      <w:r w:rsidRPr="001C0CC4">
        <w:rPr>
          <w:rFonts w:hint="eastAsia"/>
          <w:lang w:eastAsia="zh-CN"/>
        </w:rPr>
        <w:t xml:space="preserve"> for NR bands with </w:t>
      </w:r>
      <w:r w:rsidRPr="001C0CC4">
        <w:rPr>
          <w:lang w:eastAsia="zh-CN"/>
        </w:rPr>
        <w:t>F</w:t>
      </w:r>
      <w:r w:rsidRPr="001C0CC4">
        <w:rPr>
          <w:vertAlign w:val="subscript"/>
          <w:lang w:eastAsia="zh-CN"/>
        </w:rPr>
        <w:t xml:space="preserve">DL_high </w:t>
      </w:r>
      <w:r w:rsidRPr="001C0CC4">
        <w:rPr>
          <w:lang w:eastAsia="zh-CN"/>
        </w:rPr>
        <w:t>&lt; 2700 MHz and F</w:t>
      </w:r>
      <w:r w:rsidRPr="001C0CC4">
        <w:rPr>
          <w:vertAlign w:val="subscript"/>
          <w:lang w:eastAsia="zh-CN"/>
        </w:rPr>
        <w:t xml:space="preserve">UL_high </w:t>
      </w:r>
      <w:r w:rsidRPr="001C0CC4">
        <w:rPr>
          <w:lang w:eastAsia="zh-CN"/>
        </w:rPr>
        <w:t>&lt; 2700 MHz</w:t>
      </w:r>
    </w:p>
    <w:tbl>
      <w:tblPr>
        <w:tblW w:w="6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961"/>
        <w:gridCol w:w="850"/>
        <w:gridCol w:w="851"/>
        <w:gridCol w:w="992"/>
        <w:gridCol w:w="850"/>
        <w:gridCol w:w="963"/>
      </w:tblGrid>
      <w:tr w:rsidR="00BB2E83" w:rsidRPr="001C0CC4" w14:paraId="75BC8C3E" w14:textId="77777777" w:rsidTr="00BB2E83">
        <w:trPr>
          <w:jc w:val="center"/>
        </w:trPr>
        <w:tc>
          <w:tcPr>
            <w:tcW w:w="1224" w:type="dxa"/>
            <w:tcBorders>
              <w:bottom w:val="nil"/>
            </w:tcBorders>
            <w:shd w:val="clear" w:color="auto" w:fill="auto"/>
            <w:vAlign w:val="center"/>
          </w:tcPr>
          <w:p w14:paraId="6E2ACD9E" w14:textId="77777777" w:rsidR="00BB2E83" w:rsidRPr="001C0CC4" w:rsidRDefault="00BB2E83" w:rsidP="00BB2E83">
            <w:pPr>
              <w:pStyle w:val="TAL"/>
            </w:pPr>
          </w:p>
        </w:tc>
        <w:tc>
          <w:tcPr>
            <w:tcW w:w="5467" w:type="dxa"/>
            <w:gridSpan w:val="6"/>
            <w:vAlign w:val="center"/>
          </w:tcPr>
          <w:p w14:paraId="7B1F2ADE" w14:textId="77777777" w:rsidR="00BB2E83" w:rsidRPr="001C0CC4" w:rsidRDefault="00BB2E83" w:rsidP="00DC7196">
            <w:pPr>
              <w:pStyle w:val="TAC"/>
            </w:pPr>
            <w:r w:rsidRPr="001C0CC4">
              <w:rPr>
                <w:b/>
              </w:rPr>
              <w:t>Channel bandwidth</w:t>
            </w:r>
          </w:p>
        </w:tc>
      </w:tr>
      <w:tr w:rsidR="00BB2E83" w:rsidRPr="001C0CC4" w14:paraId="7372920B" w14:textId="77777777" w:rsidTr="00BB2E83">
        <w:trPr>
          <w:jc w:val="center"/>
        </w:trPr>
        <w:tc>
          <w:tcPr>
            <w:tcW w:w="1224" w:type="dxa"/>
            <w:tcBorders>
              <w:top w:val="nil"/>
            </w:tcBorders>
            <w:shd w:val="clear" w:color="auto" w:fill="auto"/>
            <w:vAlign w:val="center"/>
          </w:tcPr>
          <w:p w14:paraId="5D5D21A1" w14:textId="77777777" w:rsidR="00BB2E83" w:rsidRPr="001C0CC4" w:rsidRDefault="00BB2E83" w:rsidP="00BB2E83">
            <w:pPr>
              <w:pStyle w:val="TAL"/>
            </w:pPr>
          </w:p>
        </w:tc>
        <w:tc>
          <w:tcPr>
            <w:tcW w:w="961" w:type="dxa"/>
            <w:vAlign w:val="center"/>
          </w:tcPr>
          <w:p w14:paraId="58E0081C" w14:textId="77777777" w:rsidR="00BB2E83" w:rsidRPr="001C0CC4" w:rsidRDefault="00BB2E83" w:rsidP="00DC7196">
            <w:pPr>
              <w:pStyle w:val="TAH"/>
            </w:pPr>
            <w:r w:rsidRPr="001C0CC4">
              <w:t>5 MHz</w:t>
            </w:r>
          </w:p>
        </w:tc>
        <w:tc>
          <w:tcPr>
            <w:tcW w:w="850" w:type="dxa"/>
            <w:vAlign w:val="center"/>
          </w:tcPr>
          <w:p w14:paraId="25A40638" w14:textId="77777777" w:rsidR="00BB2E83" w:rsidRPr="001C0CC4" w:rsidRDefault="00BB2E83" w:rsidP="00DC7196">
            <w:pPr>
              <w:pStyle w:val="TAH"/>
            </w:pPr>
            <w:r w:rsidRPr="001C0CC4">
              <w:t>10MHz</w:t>
            </w:r>
          </w:p>
        </w:tc>
        <w:tc>
          <w:tcPr>
            <w:tcW w:w="851" w:type="dxa"/>
            <w:vAlign w:val="center"/>
          </w:tcPr>
          <w:p w14:paraId="208F6956" w14:textId="77777777" w:rsidR="00BB2E83" w:rsidRPr="001C0CC4" w:rsidRDefault="00BB2E83" w:rsidP="00DC7196">
            <w:pPr>
              <w:pStyle w:val="TAH"/>
            </w:pPr>
            <w:r w:rsidRPr="001C0CC4">
              <w:rPr>
                <w:rFonts w:hint="eastAsia"/>
                <w:lang w:eastAsia="zh-CN"/>
              </w:rPr>
              <w:t>1</w:t>
            </w:r>
            <w:r w:rsidRPr="001C0CC4">
              <w:t>5 MHz</w:t>
            </w:r>
          </w:p>
        </w:tc>
        <w:tc>
          <w:tcPr>
            <w:tcW w:w="992" w:type="dxa"/>
            <w:vAlign w:val="center"/>
          </w:tcPr>
          <w:p w14:paraId="38C8DDA9" w14:textId="77777777" w:rsidR="00BB2E83" w:rsidRPr="001C0CC4" w:rsidRDefault="00BB2E83" w:rsidP="00DC7196">
            <w:pPr>
              <w:pStyle w:val="TAH"/>
            </w:pPr>
            <w:r w:rsidRPr="001C0CC4">
              <w:rPr>
                <w:rFonts w:hint="eastAsia"/>
                <w:lang w:eastAsia="zh-CN"/>
              </w:rPr>
              <w:t>2</w:t>
            </w:r>
            <w:r w:rsidRPr="001C0CC4">
              <w:t>0 MHz</w:t>
            </w:r>
          </w:p>
        </w:tc>
        <w:tc>
          <w:tcPr>
            <w:tcW w:w="850" w:type="dxa"/>
            <w:vAlign w:val="center"/>
          </w:tcPr>
          <w:p w14:paraId="0CEC78EF" w14:textId="77777777" w:rsidR="00BB2E83" w:rsidRPr="001C0CC4" w:rsidRDefault="00BB2E83" w:rsidP="00DC7196">
            <w:pPr>
              <w:pStyle w:val="TAH"/>
            </w:pPr>
            <w:r w:rsidRPr="001C0CC4">
              <w:rPr>
                <w:rFonts w:hint="eastAsia"/>
                <w:lang w:eastAsia="zh-CN"/>
              </w:rPr>
              <w:t>2</w:t>
            </w:r>
            <w:r w:rsidRPr="001C0CC4">
              <w:t>5 MHz</w:t>
            </w:r>
          </w:p>
        </w:tc>
        <w:tc>
          <w:tcPr>
            <w:tcW w:w="963" w:type="dxa"/>
            <w:vAlign w:val="center"/>
          </w:tcPr>
          <w:p w14:paraId="66E828D0" w14:textId="77777777" w:rsidR="00BB2E83" w:rsidRPr="001C0CC4" w:rsidRDefault="00BB2E83" w:rsidP="00DC7196">
            <w:pPr>
              <w:pStyle w:val="TAH"/>
            </w:pPr>
            <w:r w:rsidRPr="001C0CC4">
              <w:rPr>
                <w:rFonts w:hint="eastAsia"/>
                <w:lang w:eastAsia="zh-CN"/>
              </w:rPr>
              <w:t>3</w:t>
            </w:r>
            <w:r w:rsidRPr="001C0CC4">
              <w:t>0 MHz</w:t>
            </w:r>
          </w:p>
        </w:tc>
      </w:tr>
      <w:tr w:rsidR="00DC7196" w:rsidRPr="001C0CC4" w14:paraId="4242E32F" w14:textId="77777777" w:rsidTr="00DC7196">
        <w:trPr>
          <w:jc w:val="center"/>
        </w:trPr>
        <w:tc>
          <w:tcPr>
            <w:tcW w:w="1224" w:type="dxa"/>
            <w:vAlign w:val="center"/>
          </w:tcPr>
          <w:p w14:paraId="0D59B213" w14:textId="77777777" w:rsidR="00DC7196" w:rsidRPr="001C0CC4" w:rsidRDefault="00DC7196" w:rsidP="00BB2E83">
            <w:pPr>
              <w:pStyle w:val="TAL"/>
              <w:rPr>
                <w:lang w:eastAsia="zh-CN"/>
              </w:rPr>
            </w:pPr>
            <w:r w:rsidRPr="001C0CC4">
              <w:t>RB</w:t>
            </w:r>
          </w:p>
        </w:tc>
        <w:tc>
          <w:tcPr>
            <w:tcW w:w="5467" w:type="dxa"/>
            <w:gridSpan w:val="6"/>
            <w:vAlign w:val="center"/>
          </w:tcPr>
          <w:p w14:paraId="451142F7" w14:textId="77777777" w:rsidR="00DC7196" w:rsidRPr="001C0CC4" w:rsidRDefault="00DC7196" w:rsidP="00DC7196">
            <w:pPr>
              <w:pStyle w:val="TAC"/>
              <w:rPr>
                <w:lang w:eastAsia="zh-CN"/>
              </w:rPr>
            </w:pPr>
            <w:r w:rsidRPr="001C0CC4">
              <w:rPr>
                <w:rFonts w:hint="eastAsia"/>
                <w:lang w:eastAsia="zh-CN"/>
              </w:rPr>
              <w:t>NOTE</w:t>
            </w:r>
            <w:r w:rsidRPr="001C0CC4">
              <w:rPr>
                <w:lang w:eastAsia="zh-CN"/>
              </w:rPr>
              <w:t xml:space="preserve"> </w:t>
            </w:r>
            <w:r w:rsidRPr="001C0CC4">
              <w:rPr>
                <w:rFonts w:hint="eastAsia"/>
                <w:lang w:eastAsia="zh-CN"/>
              </w:rPr>
              <w:t>1</w:t>
            </w:r>
          </w:p>
        </w:tc>
      </w:tr>
      <w:tr w:rsidR="00DC7196" w:rsidRPr="001C0CC4" w14:paraId="5E7010E1" w14:textId="77777777" w:rsidTr="00BB2E83">
        <w:trPr>
          <w:jc w:val="center"/>
        </w:trPr>
        <w:tc>
          <w:tcPr>
            <w:tcW w:w="1224" w:type="dxa"/>
            <w:tcBorders>
              <w:bottom w:val="single" w:sz="4" w:space="0" w:color="auto"/>
            </w:tcBorders>
            <w:vAlign w:val="center"/>
          </w:tcPr>
          <w:p w14:paraId="1B1259AB" w14:textId="77777777" w:rsidR="00DC7196" w:rsidRPr="001C0CC4" w:rsidRDefault="00DC7196" w:rsidP="00BB2E83">
            <w:pPr>
              <w:pStyle w:val="TAL"/>
            </w:pPr>
            <w:r w:rsidRPr="001C0CC4">
              <w:t>BW</w:t>
            </w:r>
            <w:r w:rsidRPr="001C0CC4">
              <w:rPr>
                <w:vertAlign w:val="subscript"/>
              </w:rPr>
              <w:t>Interferer</w:t>
            </w:r>
          </w:p>
        </w:tc>
        <w:tc>
          <w:tcPr>
            <w:tcW w:w="5467" w:type="dxa"/>
            <w:gridSpan w:val="6"/>
            <w:vAlign w:val="center"/>
          </w:tcPr>
          <w:p w14:paraId="2A06B590" w14:textId="77777777" w:rsidR="00DC7196" w:rsidRPr="001C0CC4" w:rsidRDefault="00DC7196" w:rsidP="00DC7196">
            <w:pPr>
              <w:pStyle w:val="TAC"/>
              <w:rPr>
                <w:lang w:eastAsia="zh-CN"/>
              </w:rPr>
            </w:pPr>
            <w:r w:rsidRPr="001C0CC4">
              <w:rPr>
                <w:rFonts w:hint="eastAsia"/>
                <w:lang w:eastAsia="zh-CN"/>
              </w:rPr>
              <w:t>5 MHz</w:t>
            </w:r>
          </w:p>
        </w:tc>
      </w:tr>
      <w:tr w:rsidR="00BB2E83" w:rsidRPr="001C0CC4" w14:paraId="4FEB0D72" w14:textId="77777777" w:rsidTr="00BB2E83">
        <w:trPr>
          <w:jc w:val="center"/>
        </w:trPr>
        <w:tc>
          <w:tcPr>
            <w:tcW w:w="1224" w:type="dxa"/>
            <w:tcBorders>
              <w:bottom w:val="nil"/>
            </w:tcBorders>
            <w:shd w:val="clear" w:color="auto" w:fill="auto"/>
            <w:vAlign w:val="center"/>
          </w:tcPr>
          <w:p w14:paraId="0C447117" w14:textId="77777777" w:rsidR="00BB2E83" w:rsidRPr="001C0CC4" w:rsidRDefault="00BB2E83" w:rsidP="00BB2E83">
            <w:pPr>
              <w:pStyle w:val="TAL"/>
            </w:pPr>
          </w:p>
        </w:tc>
        <w:tc>
          <w:tcPr>
            <w:tcW w:w="5467" w:type="dxa"/>
            <w:gridSpan w:val="6"/>
            <w:vAlign w:val="center"/>
          </w:tcPr>
          <w:p w14:paraId="38B341AB" w14:textId="77777777" w:rsidR="00BB2E83" w:rsidRPr="001C0CC4" w:rsidRDefault="00BB2E83" w:rsidP="00DC7196">
            <w:pPr>
              <w:pStyle w:val="TAH"/>
            </w:pPr>
            <w:r w:rsidRPr="001C0CC4">
              <w:t>Channel bandwidth</w:t>
            </w:r>
          </w:p>
        </w:tc>
      </w:tr>
      <w:tr w:rsidR="00BB2E83" w:rsidRPr="001C0CC4" w14:paraId="3BB3C4D0" w14:textId="77777777" w:rsidTr="00BB2E83">
        <w:trPr>
          <w:jc w:val="center"/>
        </w:trPr>
        <w:tc>
          <w:tcPr>
            <w:tcW w:w="1224" w:type="dxa"/>
            <w:tcBorders>
              <w:top w:val="nil"/>
            </w:tcBorders>
            <w:shd w:val="clear" w:color="auto" w:fill="auto"/>
            <w:vAlign w:val="center"/>
          </w:tcPr>
          <w:p w14:paraId="076F9D78" w14:textId="77777777" w:rsidR="00BB2E83" w:rsidRPr="001C0CC4" w:rsidRDefault="00BB2E83" w:rsidP="00BB2E83">
            <w:pPr>
              <w:pStyle w:val="TAL"/>
            </w:pPr>
          </w:p>
        </w:tc>
        <w:tc>
          <w:tcPr>
            <w:tcW w:w="961" w:type="dxa"/>
            <w:vAlign w:val="center"/>
          </w:tcPr>
          <w:p w14:paraId="5FF8A9E8" w14:textId="77777777" w:rsidR="00BB2E83" w:rsidRPr="001C0CC4" w:rsidRDefault="00BB2E83" w:rsidP="00DC7196">
            <w:pPr>
              <w:pStyle w:val="TAH"/>
            </w:pPr>
            <w:r w:rsidRPr="001C0CC4">
              <w:rPr>
                <w:rFonts w:hint="eastAsia"/>
                <w:lang w:eastAsia="zh-CN"/>
              </w:rPr>
              <w:t>40</w:t>
            </w:r>
            <w:r w:rsidRPr="001C0CC4">
              <w:t xml:space="preserve"> MHz</w:t>
            </w:r>
          </w:p>
        </w:tc>
        <w:tc>
          <w:tcPr>
            <w:tcW w:w="850" w:type="dxa"/>
            <w:vAlign w:val="center"/>
          </w:tcPr>
          <w:p w14:paraId="619B14A7" w14:textId="77777777" w:rsidR="00BB2E83" w:rsidRPr="001C0CC4" w:rsidRDefault="00BB2E83" w:rsidP="00DC7196">
            <w:pPr>
              <w:pStyle w:val="TAH"/>
            </w:pPr>
            <w:r w:rsidRPr="001C0CC4">
              <w:rPr>
                <w:rFonts w:hint="eastAsia"/>
                <w:lang w:eastAsia="zh-CN"/>
              </w:rPr>
              <w:t>5</w:t>
            </w:r>
            <w:r w:rsidRPr="001C0CC4">
              <w:t>0 MHz</w:t>
            </w:r>
          </w:p>
        </w:tc>
        <w:tc>
          <w:tcPr>
            <w:tcW w:w="851" w:type="dxa"/>
            <w:vAlign w:val="center"/>
          </w:tcPr>
          <w:p w14:paraId="15742FAD" w14:textId="77777777" w:rsidR="00BB2E83" w:rsidRPr="001C0CC4" w:rsidRDefault="00BB2E83" w:rsidP="00DC7196">
            <w:pPr>
              <w:pStyle w:val="TAH"/>
            </w:pPr>
            <w:r w:rsidRPr="001C0CC4">
              <w:rPr>
                <w:rFonts w:hint="eastAsia"/>
                <w:lang w:eastAsia="zh-CN"/>
              </w:rPr>
              <w:t>60</w:t>
            </w:r>
            <w:r w:rsidRPr="001C0CC4">
              <w:t xml:space="preserve"> MHz</w:t>
            </w:r>
          </w:p>
        </w:tc>
        <w:tc>
          <w:tcPr>
            <w:tcW w:w="992" w:type="dxa"/>
            <w:vAlign w:val="center"/>
          </w:tcPr>
          <w:p w14:paraId="2555ADA1" w14:textId="77777777" w:rsidR="00BB2E83" w:rsidRPr="001C0CC4" w:rsidRDefault="00BB2E83" w:rsidP="00DC7196">
            <w:pPr>
              <w:pStyle w:val="TAH"/>
            </w:pPr>
            <w:r w:rsidRPr="001C0CC4">
              <w:rPr>
                <w:rFonts w:hint="eastAsia"/>
                <w:lang w:eastAsia="zh-CN"/>
              </w:rPr>
              <w:t>8</w:t>
            </w:r>
            <w:r w:rsidRPr="001C0CC4">
              <w:t>0 MHz</w:t>
            </w:r>
          </w:p>
        </w:tc>
        <w:tc>
          <w:tcPr>
            <w:tcW w:w="850" w:type="dxa"/>
            <w:vAlign w:val="center"/>
          </w:tcPr>
          <w:p w14:paraId="62F2D2A7" w14:textId="77777777" w:rsidR="00BB2E83" w:rsidRPr="001C0CC4" w:rsidRDefault="00BB2E83" w:rsidP="00DC7196">
            <w:pPr>
              <w:pStyle w:val="TAH"/>
            </w:pPr>
            <w:r w:rsidRPr="001C0CC4">
              <w:rPr>
                <w:rFonts w:hint="eastAsia"/>
                <w:lang w:eastAsia="zh-CN"/>
              </w:rPr>
              <w:t>90</w:t>
            </w:r>
            <w:r w:rsidRPr="001C0CC4">
              <w:t xml:space="preserve"> MHz</w:t>
            </w:r>
          </w:p>
        </w:tc>
        <w:tc>
          <w:tcPr>
            <w:tcW w:w="963" w:type="dxa"/>
            <w:vAlign w:val="center"/>
          </w:tcPr>
          <w:p w14:paraId="1888305B" w14:textId="77777777" w:rsidR="00BB2E83" w:rsidRPr="001C0CC4" w:rsidRDefault="00BB2E83" w:rsidP="00DC7196">
            <w:pPr>
              <w:pStyle w:val="TAH"/>
            </w:pPr>
            <w:r w:rsidRPr="001C0CC4">
              <w:rPr>
                <w:rFonts w:hint="eastAsia"/>
                <w:lang w:eastAsia="zh-CN"/>
              </w:rPr>
              <w:t>10</w:t>
            </w:r>
            <w:r w:rsidRPr="001C0CC4">
              <w:t>0 MHz</w:t>
            </w:r>
          </w:p>
        </w:tc>
      </w:tr>
      <w:tr w:rsidR="00DC7196" w:rsidRPr="001C0CC4" w14:paraId="36DAEFC3" w14:textId="77777777" w:rsidTr="00DC7196">
        <w:trPr>
          <w:jc w:val="center"/>
        </w:trPr>
        <w:tc>
          <w:tcPr>
            <w:tcW w:w="1224" w:type="dxa"/>
            <w:vAlign w:val="center"/>
          </w:tcPr>
          <w:p w14:paraId="7A922A6A" w14:textId="77777777" w:rsidR="00DC7196" w:rsidRPr="001C0CC4" w:rsidRDefault="00DC7196" w:rsidP="00BB2E83">
            <w:pPr>
              <w:pStyle w:val="TAL"/>
            </w:pPr>
            <w:r w:rsidRPr="001C0CC4">
              <w:t>RB</w:t>
            </w:r>
          </w:p>
        </w:tc>
        <w:tc>
          <w:tcPr>
            <w:tcW w:w="5467" w:type="dxa"/>
            <w:gridSpan w:val="6"/>
            <w:vAlign w:val="center"/>
          </w:tcPr>
          <w:p w14:paraId="54720FF4" w14:textId="77777777" w:rsidR="00DC7196" w:rsidRPr="001C0CC4" w:rsidRDefault="00DC7196" w:rsidP="00DC7196">
            <w:pPr>
              <w:pStyle w:val="TAC"/>
              <w:rPr>
                <w:lang w:eastAsia="zh-CN"/>
              </w:rPr>
            </w:pPr>
            <w:r w:rsidRPr="001C0CC4">
              <w:rPr>
                <w:rFonts w:hint="eastAsia"/>
                <w:lang w:eastAsia="zh-CN"/>
              </w:rPr>
              <w:t>NOTE</w:t>
            </w:r>
            <w:r w:rsidRPr="001C0CC4">
              <w:rPr>
                <w:lang w:eastAsia="zh-CN"/>
              </w:rPr>
              <w:t xml:space="preserve"> </w:t>
            </w:r>
            <w:r w:rsidRPr="001C0CC4">
              <w:rPr>
                <w:rFonts w:hint="eastAsia"/>
                <w:lang w:eastAsia="zh-CN"/>
              </w:rPr>
              <w:t>1</w:t>
            </w:r>
          </w:p>
        </w:tc>
      </w:tr>
      <w:tr w:rsidR="00DC7196" w:rsidRPr="001C0CC4" w14:paraId="5A99187A" w14:textId="77777777" w:rsidTr="00DC7196">
        <w:trPr>
          <w:jc w:val="center"/>
        </w:trPr>
        <w:tc>
          <w:tcPr>
            <w:tcW w:w="1224" w:type="dxa"/>
            <w:vAlign w:val="center"/>
          </w:tcPr>
          <w:p w14:paraId="082CE9CE" w14:textId="77777777" w:rsidR="00DC7196" w:rsidRPr="001C0CC4" w:rsidRDefault="00DC7196" w:rsidP="00BB2E83">
            <w:pPr>
              <w:pStyle w:val="TAL"/>
            </w:pPr>
            <w:r w:rsidRPr="001C0CC4">
              <w:t>BW</w:t>
            </w:r>
            <w:r w:rsidRPr="001C0CC4">
              <w:rPr>
                <w:vertAlign w:val="subscript"/>
              </w:rPr>
              <w:t>Interferer</w:t>
            </w:r>
          </w:p>
        </w:tc>
        <w:tc>
          <w:tcPr>
            <w:tcW w:w="5467" w:type="dxa"/>
            <w:gridSpan w:val="6"/>
            <w:vAlign w:val="center"/>
          </w:tcPr>
          <w:p w14:paraId="3E122EC5" w14:textId="77777777" w:rsidR="00DC7196" w:rsidRPr="001C0CC4" w:rsidRDefault="00DC7196" w:rsidP="00DC7196">
            <w:pPr>
              <w:pStyle w:val="TAC"/>
            </w:pPr>
            <w:r w:rsidRPr="001C0CC4">
              <w:rPr>
                <w:rFonts w:hint="eastAsia"/>
                <w:lang w:eastAsia="zh-CN"/>
              </w:rPr>
              <w:t>5</w:t>
            </w:r>
            <w:r w:rsidRPr="001C0CC4">
              <w:t xml:space="preserve"> MHz</w:t>
            </w:r>
          </w:p>
        </w:tc>
      </w:tr>
      <w:tr w:rsidR="00DC7196" w:rsidRPr="001C0CC4" w14:paraId="26B3190D" w14:textId="77777777" w:rsidTr="00DC7196">
        <w:trPr>
          <w:jc w:val="center"/>
        </w:trPr>
        <w:tc>
          <w:tcPr>
            <w:tcW w:w="6691" w:type="dxa"/>
            <w:gridSpan w:val="7"/>
            <w:vAlign w:val="center"/>
          </w:tcPr>
          <w:p w14:paraId="3E4CE327" w14:textId="77777777" w:rsidR="00DC7196" w:rsidRPr="001C0CC4" w:rsidRDefault="00DC7196" w:rsidP="00DC7196">
            <w:pPr>
              <w:pStyle w:val="TAN"/>
              <w:rPr>
                <w:lang w:eastAsia="zh-CN"/>
              </w:rPr>
            </w:pPr>
            <w:r w:rsidRPr="001C0CC4">
              <w:rPr>
                <w:lang w:eastAsia="zh-CN"/>
              </w:rPr>
              <w:t>NOTE 1:</w:t>
            </w:r>
            <w:r w:rsidRPr="001C0CC4">
              <w:rPr>
                <w:lang w:eastAsia="zh-CN"/>
              </w:rPr>
              <w:tab/>
              <w:t>The RB configured for interfering signal is the same as maximum RB number defined in Table 5.3.2-1 for each sub-carrier spacing.</w:t>
            </w:r>
          </w:p>
        </w:tc>
      </w:tr>
    </w:tbl>
    <w:p w14:paraId="3FD4BEF2" w14:textId="77777777" w:rsidR="00DC7196" w:rsidRPr="001C0CC4" w:rsidRDefault="00DC7196" w:rsidP="00DC7196">
      <w:pPr>
        <w:rPr>
          <w:snapToGrid w:val="0"/>
        </w:rPr>
      </w:pPr>
    </w:p>
    <w:p w14:paraId="5FAE1EBB" w14:textId="77777777" w:rsidR="00DC7196" w:rsidRPr="001C0CC4" w:rsidRDefault="00DC7196" w:rsidP="00DC7196">
      <w:pPr>
        <w:rPr>
          <w:rFonts w:cs="v5.0.0"/>
          <w:snapToGrid w:val="0"/>
        </w:rPr>
      </w:pPr>
      <w:r w:rsidRPr="001C0CC4">
        <w:rPr>
          <w:rFonts w:cs="v5.0.0"/>
          <w:snapToGrid w:val="0"/>
        </w:rPr>
        <w:t>Table D.2-</w:t>
      </w:r>
      <w:r w:rsidRPr="001C0CC4">
        <w:rPr>
          <w:rFonts w:cs="v5.0.0" w:hint="eastAsia"/>
          <w:snapToGrid w:val="0"/>
          <w:lang w:eastAsia="zh-CN"/>
        </w:rPr>
        <w:t>2 and Table D.2-3</w:t>
      </w:r>
      <w:r w:rsidRPr="001C0CC4">
        <w:rPr>
          <w:rFonts w:cs="v5.0.0"/>
          <w:snapToGrid w:val="0"/>
        </w:rPr>
        <w:t xml:space="preserve"> describe the modulated interferer for different channel bandwidth options</w:t>
      </w:r>
      <w:r w:rsidRPr="001C0CC4">
        <w:rPr>
          <w:rFonts w:cs="v5.0.0" w:hint="eastAsia"/>
          <w:snapToGrid w:val="0"/>
          <w:lang w:eastAsia="zh-CN"/>
        </w:rPr>
        <w:t xml:space="preserve"> for NR band higher than 3300MHz</w:t>
      </w:r>
      <w:r w:rsidRPr="001C0CC4">
        <w:rPr>
          <w:rFonts w:cs="v5.0.0"/>
          <w:snapToGrid w:val="0"/>
        </w:rPr>
        <w:t>.</w:t>
      </w:r>
    </w:p>
    <w:p w14:paraId="35DDDD73" w14:textId="77777777" w:rsidR="00DC7196" w:rsidRPr="001C0CC4" w:rsidRDefault="00DC7196" w:rsidP="00DC7196">
      <w:pPr>
        <w:pStyle w:val="TH"/>
        <w:rPr>
          <w:lang w:eastAsia="zh-CN"/>
        </w:rPr>
      </w:pPr>
      <w:r w:rsidRPr="001C0CC4">
        <w:t>Table D.2-</w:t>
      </w:r>
      <w:r w:rsidRPr="001C0CC4">
        <w:rPr>
          <w:rFonts w:hint="eastAsia"/>
          <w:lang w:eastAsia="zh-CN"/>
        </w:rPr>
        <w:t>2</w:t>
      </w:r>
      <w:r w:rsidRPr="001C0CC4">
        <w:t xml:space="preserve">: Description of modulated </w:t>
      </w:r>
      <w:r w:rsidRPr="001C0CC4">
        <w:rPr>
          <w:rFonts w:hint="eastAsia"/>
          <w:lang w:eastAsia="zh-CN"/>
        </w:rPr>
        <w:t>NR</w:t>
      </w:r>
      <w:r w:rsidRPr="001C0CC4">
        <w:t xml:space="preserve"> interferer</w:t>
      </w:r>
      <w:r w:rsidRPr="001C0CC4">
        <w:rPr>
          <w:rFonts w:hint="eastAsia"/>
          <w:lang w:eastAsia="zh-CN"/>
        </w:rPr>
        <w:t xml:space="preserve"> for NR bands with </w:t>
      </w:r>
      <w:r w:rsidRPr="001C0CC4">
        <w:t>F</w:t>
      </w:r>
      <w:r w:rsidRPr="001C0CC4">
        <w:rPr>
          <w:vertAlign w:val="subscript"/>
        </w:rPr>
        <w:t xml:space="preserve">DL_low </w:t>
      </w:r>
      <w:r w:rsidRPr="001C0CC4">
        <w:rPr>
          <w:rFonts w:cs="Arial"/>
        </w:rPr>
        <w:t>≥</w:t>
      </w:r>
      <w:r w:rsidRPr="001C0CC4">
        <w:t xml:space="preserve"> 3300 MHz and F</w:t>
      </w:r>
      <w:r w:rsidRPr="001C0CC4">
        <w:rPr>
          <w:vertAlign w:val="subscript"/>
        </w:rPr>
        <w:t xml:space="preserve">UL_low </w:t>
      </w:r>
      <w:r w:rsidRPr="001C0CC4">
        <w:rPr>
          <w:rFonts w:cs="Arial"/>
        </w:rPr>
        <w:t>≥</w:t>
      </w:r>
      <w:r w:rsidRPr="001C0CC4">
        <w:t xml:space="preserve"> 33</w:t>
      </w:r>
      <w:r w:rsidRPr="001C0CC4">
        <w:rPr>
          <w:lang w:eastAsia="zh-CN"/>
        </w:rPr>
        <w:t>00 MHz</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934"/>
        <w:gridCol w:w="850"/>
        <w:gridCol w:w="851"/>
        <w:gridCol w:w="992"/>
        <w:gridCol w:w="850"/>
        <w:gridCol w:w="963"/>
        <w:gridCol w:w="963"/>
        <w:gridCol w:w="963"/>
        <w:gridCol w:w="963"/>
      </w:tblGrid>
      <w:tr w:rsidR="00BB2E83" w:rsidRPr="001C0CC4" w14:paraId="0269C88C" w14:textId="77777777" w:rsidTr="00BB2E83">
        <w:trPr>
          <w:jc w:val="center"/>
        </w:trPr>
        <w:tc>
          <w:tcPr>
            <w:tcW w:w="1251" w:type="dxa"/>
            <w:tcBorders>
              <w:bottom w:val="nil"/>
            </w:tcBorders>
            <w:shd w:val="clear" w:color="auto" w:fill="auto"/>
            <w:vAlign w:val="center"/>
          </w:tcPr>
          <w:p w14:paraId="1B8565BD" w14:textId="77777777" w:rsidR="00BB2E83" w:rsidRPr="001C0CC4" w:rsidRDefault="00BB2E83" w:rsidP="00BB2E83">
            <w:pPr>
              <w:pStyle w:val="TAL"/>
            </w:pPr>
          </w:p>
        </w:tc>
        <w:tc>
          <w:tcPr>
            <w:tcW w:w="8329" w:type="dxa"/>
            <w:gridSpan w:val="9"/>
            <w:vAlign w:val="center"/>
          </w:tcPr>
          <w:p w14:paraId="679CB8C8" w14:textId="77777777" w:rsidR="00BB2E83" w:rsidRPr="001C0CC4" w:rsidRDefault="00BB2E83" w:rsidP="00DC7196">
            <w:pPr>
              <w:pStyle w:val="TAC"/>
              <w:rPr>
                <w:b/>
              </w:rPr>
            </w:pPr>
            <w:r w:rsidRPr="001C0CC4">
              <w:rPr>
                <w:b/>
              </w:rPr>
              <w:t>Channel bandwidth</w:t>
            </w:r>
          </w:p>
        </w:tc>
      </w:tr>
      <w:tr w:rsidR="00BB2E83" w:rsidRPr="001C0CC4" w14:paraId="01F3860D" w14:textId="77777777" w:rsidTr="00BB2E83">
        <w:trPr>
          <w:jc w:val="center"/>
        </w:trPr>
        <w:tc>
          <w:tcPr>
            <w:tcW w:w="1251" w:type="dxa"/>
            <w:tcBorders>
              <w:top w:val="nil"/>
            </w:tcBorders>
            <w:shd w:val="clear" w:color="auto" w:fill="auto"/>
            <w:vAlign w:val="center"/>
          </w:tcPr>
          <w:p w14:paraId="2F3F47F3" w14:textId="77777777" w:rsidR="00BB2E83" w:rsidRPr="001C0CC4" w:rsidRDefault="00BB2E83" w:rsidP="00BB2E83">
            <w:pPr>
              <w:pStyle w:val="TAL"/>
            </w:pPr>
          </w:p>
        </w:tc>
        <w:tc>
          <w:tcPr>
            <w:tcW w:w="934" w:type="dxa"/>
            <w:vAlign w:val="center"/>
          </w:tcPr>
          <w:p w14:paraId="29B80BC0" w14:textId="77777777" w:rsidR="00BB2E83" w:rsidRPr="001C0CC4" w:rsidRDefault="00BB2E83" w:rsidP="00DC7196">
            <w:pPr>
              <w:pStyle w:val="TAH"/>
            </w:pPr>
            <w:r w:rsidRPr="001C0CC4">
              <w:rPr>
                <w:rFonts w:hint="eastAsia"/>
                <w:lang w:eastAsia="zh-CN"/>
              </w:rPr>
              <w:t>10</w:t>
            </w:r>
            <w:r w:rsidRPr="001C0CC4">
              <w:t xml:space="preserve"> MHz</w:t>
            </w:r>
          </w:p>
        </w:tc>
        <w:tc>
          <w:tcPr>
            <w:tcW w:w="850" w:type="dxa"/>
            <w:vAlign w:val="center"/>
          </w:tcPr>
          <w:p w14:paraId="14A78065" w14:textId="77777777" w:rsidR="00BB2E83" w:rsidRPr="001C0CC4" w:rsidRDefault="00BB2E83" w:rsidP="00DC7196">
            <w:pPr>
              <w:pStyle w:val="TAH"/>
            </w:pPr>
            <w:r w:rsidRPr="001C0CC4">
              <w:t>1</w:t>
            </w:r>
            <w:r w:rsidRPr="001C0CC4">
              <w:rPr>
                <w:rFonts w:hint="eastAsia"/>
                <w:lang w:eastAsia="zh-CN"/>
              </w:rPr>
              <w:t xml:space="preserve">5 </w:t>
            </w:r>
            <w:r w:rsidRPr="001C0CC4">
              <w:t>MHz</w:t>
            </w:r>
          </w:p>
        </w:tc>
        <w:tc>
          <w:tcPr>
            <w:tcW w:w="851" w:type="dxa"/>
            <w:vAlign w:val="center"/>
          </w:tcPr>
          <w:p w14:paraId="78F56CA4" w14:textId="77777777" w:rsidR="00BB2E83" w:rsidRPr="001C0CC4" w:rsidRDefault="00BB2E83" w:rsidP="00DC7196">
            <w:pPr>
              <w:pStyle w:val="TAH"/>
            </w:pPr>
            <w:r w:rsidRPr="001C0CC4">
              <w:rPr>
                <w:rFonts w:hint="eastAsia"/>
                <w:lang w:eastAsia="zh-CN"/>
              </w:rPr>
              <w:t>20</w:t>
            </w:r>
            <w:r w:rsidRPr="001C0CC4">
              <w:t xml:space="preserve"> MHz</w:t>
            </w:r>
          </w:p>
        </w:tc>
        <w:tc>
          <w:tcPr>
            <w:tcW w:w="992" w:type="dxa"/>
            <w:vAlign w:val="center"/>
          </w:tcPr>
          <w:p w14:paraId="7A55DA7E" w14:textId="77777777" w:rsidR="00BB2E83" w:rsidRPr="001C0CC4" w:rsidRDefault="00BB2E83" w:rsidP="00DC7196">
            <w:pPr>
              <w:pStyle w:val="TAH"/>
            </w:pPr>
            <w:r w:rsidRPr="001C0CC4">
              <w:rPr>
                <w:rFonts w:hint="eastAsia"/>
                <w:lang w:eastAsia="zh-CN"/>
              </w:rPr>
              <w:t>4</w:t>
            </w:r>
            <w:r w:rsidRPr="001C0CC4">
              <w:t>0 MHz</w:t>
            </w:r>
          </w:p>
        </w:tc>
        <w:tc>
          <w:tcPr>
            <w:tcW w:w="850" w:type="dxa"/>
            <w:vAlign w:val="center"/>
          </w:tcPr>
          <w:p w14:paraId="4AAC0AFC" w14:textId="77777777" w:rsidR="00BB2E83" w:rsidRPr="001C0CC4" w:rsidRDefault="00BB2E83" w:rsidP="00DC7196">
            <w:pPr>
              <w:pStyle w:val="TAH"/>
            </w:pPr>
            <w:r w:rsidRPr="001C0CC4">
              <w:rPr>
                <w:rFonts w:hint="eastAsia"/>
                <w:lang w:eastAsia="zh-CN"/>
              </w:rPr>
              <w:t>50</w:t>
            </w:r>
            <w:r w:rsidRPr="001C0CC4">
              <w:t xml:space="preserve"> MHz</w:t>
            </w:r>
          </w:p>
        </w:tc>
        <w:tc>
          <w:tcPr>
            <w:tcW w:w="963" w:type="dxa"/>
            <w:vAlign w:val="center"/>
          </w:tcPr>
          <w:p w14:paraId="452E3F16" w14:textId="77777777" w:rsidR="00BB2E83" w:rsidRPr="001C0CC4" w:rsidRDefault="00BB2E83" w:rsidP="00DC7196">
            <w:pPr>
              <w:pStyle w:val="TAH"/>
            </w:pPr>
            <w:r w:rsidRPr="001C0CC4">
              <w:rPr>
                <w:rFonts w:hint="eastAsia"/>
                <w:lang w:eastAsia="zh-CN"/>
              </w:rPr>
              <w:t>6</w:t>
            </w:r>
            <w:r w:rsidRPr="001C0CC4">
              <w:t>0 MHz</w:t>
            </w:r>
          </w:p>
        </w:tc>
        <w:tc>
          <w:tcPr>
            <w:tcW w:w="963" w:type="dxa"/>
            <w:vAlign w:val="center"/>
          </w:tcPr>
          <w:p w14:paraId="1A370B28" w14:textId="77777777" w:rsidR="00BB2E83" w:rsidRPr="001C0CC4" w:rsidRDefault="00BB2E83" w:rsidP="00DC7196">
            <w:pPr>
              <w:pStyle w:val="TAH"/>
            </w:pPr>
            <w:r w:rsidRPr="001C0CC4">
              <w:rPr>
                <w:rFonts w:hint="eastAsia"/>
                <w:lang w:eastAsia="zh-CN"/>
              </w:rPr>
              <w:t>8</w:t>
            </w:r>
            <w:r w:rsidRPr="001C0CC4">
              <w:t>0 MHz</w:t>
            </w:r>
          </w:p>
        </w:tc>
        <w:tc>
          <w:tcPr>
            <w:tcW w:w="963" w:type="dxa"/>
            <w:vAlign w:val="center"/>
          </w:tcPr>
          <w:p w14:paraId="4CB3C10B" w14:textId="77777777" w:rsidR="00BB2E83" w:rsidRPr="001C0CC4" w:rsidRDefault="00BB2E83" w:rsidP="00DC7196">
            <w:pPr>
              <w:pStyle w:val="TAH"/>
            </w:pPr>
            <w:r w:rsidRPr="001C0CC4">
              <w:rPr>
                <w:rFonts w:hint="eastAsia"/>
                <w:lang w:eastAsia="zh-CN"/>
              </w:rPr>
              <w:t>90</w:t>
            </w:r>
            <w:r w:rsidRPr="001C0CC4">
              <w:t xml:space="preserve"> MHz</w:t>
            </w:r>
          </w:p>
        </w:tc>
        <w:tc>
          <w:tcPr>
            <w:tcW w:w="963" w:type="dxa"/>
            <w:vAlign w:val="center"/>
          </w:tcPr>
          <w:p w14:paraId="27018FB9" w14:textId="77777777" w:rsidR="00BB2E83" w:rsidRPr="001C0CC4" w:rsidRDefault="00BB2E83" w:rsidP="00DC7196">
            <w:pPr>
              <w:pStyle w:val="TAH"/>
            </w:pPr>
            <w:r w:rsidRPr="001C0CC4">
              <w:rPr>
                <w:rFonts w:hint="eastAsia"/>
                <w:lang w:eastAsia="zh-CN"/>
              </w:rPr>
              <w:t>10</w:t>
            </w:r>
            <w:r w:rsidRPr="001C0CC4">
              <w:t>0 MHz</w:t>
            </w:r>
          </w:p>
        </w:tc>
      </w:tr>
      <w:tr w:rsidR="00DC7196" w:rsidRPr="001C0CC4" w14:paraId="2C8C50D7" w14:textId="77777777" w:rsidTr="00DC7196">
        <w:trPr>
          <w:jc w:val="center"/>
        </w:trPr>
        <w:tc>
          <w:tcPr>
            <w:tcW w:w="1251" w:type="dxa"/>
            <w:vAlign w:val="center"/>
          </w:tcPr>
          <w:p w14:paraId="766A4C07" w14:textId="77777777" w:rsidR="00DC7196" w:rsidRPr="001C0CC4" w:rsidRDefault="00DC7196" w:rsidP="00BB2E83">
            <w:pPr>
              <w:pStyle w:val="TAL"/>
              <w:rPr>
                <w:lang w:eastAsia="zh-CN"/>
              </w:rPr>
            </w:pPr>
            <w:r w:rsidRPr="001C0CC4">
              <w:t>RB</w:t>
            </w:r>
          </w:p>
        </w:tc>
        <w:tc>
          <w:tcPr>
            <w:tcW w:w="8329" w:type="dxa"/>
            <w:gridSpan w:val="9"/>
            <w:vAlign w:val="center"/>
          </w:tcPr>
          <w:p w14:paraId="66F3A84C" w14:textId="77777777" w:rsidR="00DC7196" w:rsidRPr="001C0CC4" w:rsidRDefault="00DC7196" w:rsidP="00DC7196">
            <w:pPr>
              <w:pStyle w:val="TAC"/>
              <w:rPr>
                <w:lang w:eastAsia="zh-CN"/>
              </w:rPr>
            </w:pPr>
            <w:r w:rsidRPr="001C0CC4">
              <w:rPr>
                <w:rFonts w:hint="eastAsia"/>
                <w:lang w:eastAsia="zh-CN"/>
              </w:rPr>
              <w:t>NOTE</w:t>
            </w:r>
            <w:r w:rsidRPr="001C0CC4">
              <w:rPr>
                <w:lang w:eastAsia="zh-CN"/>
              </w:rPr>
              <w:t xml:space="preserve"> </w:t>
            </w:r>
            <w:r w:rsidRPr="001C0CC4">
              <w:rPr>
                <w:rFonts w:hint="eastAsia"/>
                <w:lang w:eastAsia="zh-CN"/>
              </w:rPr>
              <w:t>1</w:t>
            </w:r>
          </w:p>
        </w:tc>
      </w:tr>
      <w:tr w:rsidR="00DC7196" w:rsidRPr="001C0CC4" w14:paraId="4A5178A9" w14:textId="77777777" w:rsidTr="00DC7196">
        <w:trPr>
          <w:jc w:val="center"/>
        </w:trPr>
        <w:tc>
          <w:tcPr>
            <w:tcW w:w="1251" w:type="dxa"/>
            <w:vAlign w:val="center"/>
          </w:tcPr>
          <w:p w14:paraId="1E060ACB" w14:textId="77777777" w:rsidR="00DC7196" w:rsidRPr="001C0CC4" w:rsidRDefault="00DC7196" w:rsidP="00BB2E83">
            <w:pPr>
              <w:pStyle w:val="TAL"/>
            </w:pPr>
            <w:r w:rsidRPr="001C0CC4">
              <w:t>BW</w:t>
            </w:r>
            <w:r w:rsidRPr="001C0CC4">
              <w:rPr>
                <w:vertAlign w:val="subscript"/>
              </w:rPr>
              <w:t>Interferer</w:t>
            </w:r>
          </w:p>
        </w:tc>
        <w:tc>
          <w:tcPr>
            <w:tcW w:w="934" w:type="dxa"/>
            <w:vAlign w:val="center"/>
          </w:tcPr>
          <w:p w14:paraId="68D8DA8C" w14:textId="77777777" w:rsidR="00DC7196" w:rsidRPr="001C0CC4" w:rsidRDefault="00DC7196" w:rsidP="00DC7196">
            <w:pPr>
              <w:pStyle w:val="TAC"/>
              <w:rPr>
                <w:lang w:eastAsia="zh-CN"/>
              </w:rPr>
            </w:pPr>
            <w:r w:rsidRPr="001C0CC4">
              <w:rPr>
                <w:rFonts w:hint="eastAsia"/>
                <w:lang w:eastAsia="zh-CN"/>
              </w:rPr>
              <w:t>10</w:t>
            </w:r>
            <w:r w:rsidRPr="001C0CC4">
              <w:rPr>
                <w:lang w:eastAsia="zh-CN"/>
              </w:rPr>
              <w:t xml:space="preserve"> MHz</w:t>
            </w:r>
          </w:p>
        </w:tc>
        <w:tc>
          <w:tcPr>
            <w:tcW w:w="850" w:type="dxa"/>
            <w:vAlign w:val="center"/>
          </w:tcPr>
          <w:p w14:paraId="62450DAA" w14:textId="77777777" w:rsidR="00DC7196" w:rsidRPr="001C0CC4" w:rsidRDefault="00DC7196" w:rsidP="00DC7196">
            <w:pPr>
              <w:pStyle w:val="TAC"/>
              <w:rPr>
                <w:lang w:eastAsia="zh-CN"/>
              </w:rPr>
            </w:pPr>
            <w:r w:rsidRPr="001C0CC4">
              <w:rPr>
                <w:lang w:eastAsia="zh-CN"/>
              </w:rPr>
              <w:t>1</w:t>
            </w:r>
            <w:r w:rsidRPr="001C0CC4">
              <w:rPr>
                <w:rFonts w:hint="eastAsia"/>
                <w:lang w:eastAsia="zh-CN"/>
              </w:rPr>
              <w:t xml:space="preserve">5 </w:t>
            </w:r>
            <w:r w:rsidRPr="001C0CC4">
              <w:rPr>
                <w:lang w:eastAsia="zh-CN"/>
              </w:rPr>
              <w:t>MHz</w:t>
            </w:r>
          </w:p>
        </w:tc>
        <w:tc>
          <w:tcPr>
            <w:tcW w:w="851" w:type="dxa"/>
            <w:vAlign w:val="center"/>
          </w:tcPr>
          <w:p w14:paraId="0E2A26AD" w14:textId="77777777" w:rsidR="00DC7196" w:rsidRPr="001C0CC4" w:rsidRDefault="00DC7196" w:rsidP="00DC7196">
            <w:pPr>
              <w:pStyle w:val="TAC"/>
              <w:rPr>
                <w:lang w:eastAsia="zh-CN"/>
              </w:rPr>
            </w:pPr>
            <w:r w:rsidRPr="001C0CC4">
              <w:rPr>
                <w:rFonts w:hint="eastAsia"/>
                <w:lang w:eastAsia="zh-CN"/>
              </w:rPr>
              <w:t>20</w:t>
            </w:r>
            <w:r w:rsidRPr="001C0CC4">
              <w:rPr>
                <w:lang w:eastAsia="zh-CN"/>
              </w:rPr>
              <w:t xml:space="preserve"> MHz</w:t>
            </w:r>
          </w:p>
        </w:tc>
        <w:tc>
          <w:tcPr>
            <w:tcW w:w="992" w:type="dxa"/>
            <w:vAlign w:val="center"/>
          </w:tcPr>
          <w:p w14:paraId="021A6E41" w14:textId="77777777" w:rsidR="00DC7196" w:rsidRPr="001C0CC4" w:rsidRDefault="00DC7196" w:rsidP="00DC7196">
            <w:pPr>
              <w:pStyle w:val="TAC"/>
              <w:rPr>
                <w:lang w:eastAsia="zh-CN"/>
              </w:rPr>
            </w:pPr>
            <w:r w:rsidRPr="001C0CC4">
              <w:rPr>
                <w:rFonts w:hint="eastAsia"/>
                <w:lang w:eastAsia="zh-CN"/>
              </w:rPr>
              <w:t>4</w:t>
            </w:r>
            <w:r w:rsidRPr="001C0CC4">
              <w:rPr>
                <w:lang w:eastAsia="zh-CN"/>
              </w:rPr>
              <w:t>0 MHz</w:t>
            </w:r>
          </w:p>
        </w:tc>
        <w:tc>
          <w:tcPr>
            <w:tcW w:w="850" w:type="dxa"/>
            <w:vAlign w:val="center"/>
          </w:tcPr>
          <w:p w14:paraId="4B0457F4" w14:textId="77777777" w:rsidR="00DC7196" w:rsidRPr="001C0CC4" w:rsidRDefault="00DC7196" w:rsidP="00DC7196">
            <w:pPr>
              <w:pStyle w:val="TAC"/>
              <w:rPr>
                <w:lang w:eastAsia="zh-CN"/>
              </w:rPr>
            </w:pPr>
            <w:r w:rsidRPr="001C0CC4">
              <w:rPr>
                <w:rFonts w:hint="eastAsia"/>
                <w:lang w:eastAsia="zh-CN"/>
              </w:rPr>
              <w:t>50</w:t>
            </w:r>
            <w:r w:rsidRPr="001C0CC4">
              <w:rPr>
                <w:lang w:eastAsia="zh-CN"/>
              </w:rPr>
              <w:t xml:space="preserve"> MHz</w:t>
            </w:r>
          </w:p>
        </w:tc>
        <w:tc>
          <w:tcPr>
            <w:tcW w:w="963" w:type="dxa"/>
            <w:vAlign w:val="center"/>
          </w:tcPr>
          <w:p w14:paraId="00AF0928" w14:textId="77777777" w:rsidR="00DC7196" w:rsidRPr="001C0CC4" w:rsidRDefault="00DC7196" w:rsidP="00DC7196">
            <w:pPr>
              <w:pStyle w:val="TAC"/>
              <w:rPr>
                <w:lang w:eastAsia="zh-CN"/>
              </w:rPr>
            </w:pPr>
            <w:r w:rsidRPr="001C0CC4">
              <w:rPr>
                <w:rFonts w:hint="eastAsia"/>
                <w:lang w:eastAsia="zh-CN"/>
              </w:rPr>
              <w:t>6</w:t>
            </w:r>
            <w:r w:rsidRPr="001C0CC4">
              <w:rPr>
                <w:lang w:eastAsia="zh-CN"/>
              </w:rPr>
              <w:t>0 MHz</w:t>
            </w:r>
          </w:p>
        </w:tc>
        <w:tc>
          <w:tcPr>
            <w:tcW w:w="963" w:type="dxa"/>
            <w:vAlign w:val="center"/>
          </w:tcPr>
          <w:p w14:paraId="55FF0205" w14:textId="77777777" w:rsidR="00DC7196" w:rsidRPr="001C0CC4" w:rsidRDefault="00DC7196" w:rsidP="00DC7196">
            <w:pPr>
              <w:pStyle w:val="TAC"/>
              <w:rPr>
                <w:lang w:eastAsia="zh-CN"/>
              </w:rPr>
            </w:pPr>
            <w:r w:rsidRPr="001C0CC4">
              <w:rPr>
                <w:rFonts w:hint="eastAsia"/>
                <w:lang w:eastAsia="zh-CN"/>
              </w:rPr>
              <w:t>8</w:t>
            </w:r>
            <w:r w:rsidRPr="001C0CC4">
              <w:rPr>
                <w:lang w:eastAsia="zh-CN"/>
              </w:rPr>
              <w:t>0 MHz</w:t>
            </w:r>
          </w:p>
        </w:tc>
        <w:tc>
          <w:tcPr>
            <w:tcW w:w="963" w:type="dxa"/>
            <w:vAlign w:val="center"/>
          </w:tcPr>
          <w:p w14:paraId="32FD6664" w14:textId="77777777" w:rsidR="00DC7196" w:rsidRPr="001C0CC4" w:rsidRDefault="00DC7196" w:rsidP="00DC7196">
            <w:pPr>
              <w:pStyle w:val="TAC"/>
              <w:rPr>
                <w:lang w:eastAsia="zh-CN"/>
              </w:rPr>
            </w:pPr>
            <w:r w:rsidRPr="001C0CC4">
              <w:rPr>
                <w:rFonts w:hint="eastAsia"/>
                <w:lang w:eastAsia="zh-CN"/>
              </w:rPr>
              <w:t>90</w:t>
            </w:r>
            <w:r w:rsidRPr="001C0CC4">
              <w:rPr>
                <w:lang w:eastAsia="zh-CN"/>
              </w:rPr>
              <w:t xml:space="preserve"> MHz</w:t>
            </w:r>
          </w:p>
        </w:tc>
        <w:tc>
          <w:tcPr>
            <w:tcW w:w="963" w:type="dxa"/>
            <w:vAlign w:val="center"/>
          </w:tcPr>
          <w:p w14:paraId="3E4DD0D6" w14:textId="77777777" w:rsidR="00DC7196" w:rsidRPr="001C0CC4" w:rsidRDefault="00DC7196" w:rsidP="00DC7196">
            <w:pPr>
              <w:pStyle w:val="TAC"/>
              <w:rPr>
                <w:lang w:eastAsia="zh-CN"/>
              </w:rPr>
            </w:pPr>
            <w:r w:rsidRPr="001C0CC4">
              <w:rPr>
                <w:rFonts w:hint="eastAsia"/>
                <w:lang w:eastAsia="zh-CN"/>
              </w:rPr>
              <w:t>10</w:t>
            </w:r>
            <w:r w:rsidRPr="001C0CC4">
              <w:rPr>
                <w:lang w:eastAsia="zh-CN"/>
              </w:rPr>
              <w:t>0 MHz</w:t>
            </w:r>
          </w:p>
        </w:tc>
      </w:tr>
      <w:tr w:rsidR="00DC7196" w:rsidRPr="001C0CC4" w14:paraId="287C7421" w14:textId="77777777" w:rsidTr="00DC7196">
        <w:trPr>
          <w:jc w:val="center"/>
        </w:trPr>
        <w:tc>
          <w:tcPr>
            <w:tcW w:w="9580" w:type="dxa"/>
            <w:gridSpan w:val="10"/>
            <w:vAlign w:val="center"/>
          </w:tcPr>
          <w:p w14:paraId="328EB9D8" w14:textId="77777777" w:rsidR="00DC7196" w:rsidRPr="001C0CC4" w:rsidRDefault="00DC7196" w:rsidP="00DC7196">
            <w:pPr>
              <w:pStyle w:val="TAN"/>
              <w:rPr>
                <w:lang w:eastAsia="zh-CN"/>
              </w:rPr>
            </w:pPr>
            <w:r w:rsidRPr="001C0CC4">
              <w:rPr>
                <w:lang w:eastAsia="zh-CN"/>
              </w:rPr>
              <w:t>NOTE 1:</w:t>
            </w:r>
            <w:r w:rsidRPr="001C0CC4">
              <w:rPr>
                <w:lang w:eastAsia="zh-CN"/>
              </w:rPr>
              <w:tab/>
              <w:t>The RB configured for interfering signal is the same as maximum RB number defined in Table 5.3.2-1 for each sub-carrier spacing.</w:t>
            </w:r>
          </w:p>
        </w:tc>
      </w:tr>
    </w:tbl>
    <w:p w14:paraId="497FD59A" w14:textId="77777777" w:rsidR="00DC7196" w:rsidRPr="001C0CC4" w:rsidRDefault="00DC7196" w:rsidP="00DC7196">
      <w:pPr>
        <w:rPr>
          <w:snapToGrid w:val="0"/>
          <w:lang w:eastAsia="zh-CN"/>
        </w:rPr>
      </w:pPr>
    </w:p>
    <w:p w14:paraId="483256F4" w14:textId="77777777" w:rsidR="00DC7196" w:rsidRPr="001C0CC4" w:rsidRDefault="00DC7196" w:rsidP="00DC7196">
      <w:pPr>
        <w:pStyle w:val="TH"/>
        <w:rPr>
          <w:lang w:eastAsia="zh-CN"/>
        </w:rPr>
      </w:pPr>
      <w:r w:rsidRPr="001C0CC4">
        <w:t>Table D.2-</w:t>
      </w:r>
      <w:r w:rsidRPr="001C0CC4">
        <w:rPr>
          <w:rFonts w:hint="eastAsia"/>
          <w:lang w:eastAsia="zh-CN"/>
        </w:rPr>
        <w:t>3</w:t>
      </w:r>
      <w:r w:rsidRPr="001C0CC4">
        <w:t xml:space="preserve">: </w:t>
      </w:r>
      <w:r w:rsidRPr="001C0CC4">
        <w:rPr>
          <w:rFonts w:hint="eastAsia"/>
        </w:rPr>
        <w:t xml:space="preserve">Description of modulated NR interferer for NR bands with </w:t>
      </w:r>
      <w:r w:rsidRPr="001C0CC4">
        <w:t>F</w:t>
      </w:r>
      <w:r w:rsidRPr="001C0CC4">
        <w:rPr>
          <w:vertAlign w:val="subscript"/>
        </w:rPr>
        <w:t>DL_low</w:t>
      </w:r>
      <w:r w:rsidRPr="001C0CC4">
        <w:rPr>
          <w:rFonts w:hint="eastAsia"/>
        </w:rPr>
        <w:t>≥</w:t>
      </w:r>
      <w:r w:rsidRPr="001C0CC4">
        <w:rPr>
          <w:rFonts w:hint="eastAsia"/>
        </w:rPr>
        <w:t xml:space="preserve"> 3300 MHz and </w:t>
      </w:r>
      <w:r w:rsidRPr="001C0CC4">
        <w:t>F</w:t>
      </w:r>
      <w:r w:rsidRPr="001C0CC4">
        <w:rPr>
          <w:vertAlign w:val="subscript"/>
        </w:rPr>
        <w:t>UL_low</w:t>
      </w:r>
      <w:r w:rsidRPr="001C0CC4">
        <w:rPr>
          <w:rFonts w:hint="eastAsia"/>
        </w:rPr>
        <w:t>≥</w:t>
      </w:r>
      <w:r w:rsidRPr="001C0CC4">
        <w:rPr>
          <w:rFonts w:hint="eastAsia"/>
        </w:rPr>
        <w:t xml:space="preserve"> 3300 MHz for Intra-band contiguous 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911"/>
        <w:gridCol w:w="911"/>
        <w:gridCol w:w="911"/>
        <w:gridCol w:w="911"/>
        <w:gridCol w:w="911"/>
        <w:gridCol w:w="911"/>
        <w:gridCol w:w="911"/>
        <w:gridCol w:w="915"/>
        <w:gridCol w:w="1136"/>
      </w:tblGrid>
      <w:tr w:rsidR="00BB2E83" w:rsidRPr="001C0CC4" w14:paraId="37353304" w14:textId="77777777" w:rsidTr="00BB2E83">
        <w:trPr>
          <w:trHeight w:val="187"/>
          <w:jc w:val="center"/>
        </w:trPr>
        <w:tc>
          <w:tcPr>
            <w:tcW w:w="625" w:type="pct"/>
            <w:tcBorders>
              <w:bottom w:val="nil"/>
            </w:tcBorders>
            <w:shd w:val="clear" w:color="auto" w:fill="auto"/>
            <w:vAlign w:val="center"/>
          </w:tcPr>
          <w:p w14:paraId="4E3E9898" w14:textId="77777777" w:rsidR="00BB2E83" w:rsidRPr="001C0CC4" w:rsidRDefault="00BB2E83" w:rsidP="00DC7196">
            <w:pPr>
              <w:pStyle w:val="TAC"/>
            </w:pPr>
          </w:p>
        </w:tc>
        <w:tc>
          <w:tcPr>
            <w:tcW w:w="3786" w:type="pct"/>
            <w:gridSpan w:val="8"/>
            <w:vAlign w:val="center"/>
          </w:tcPr>
          <w:p w14:paraId="5270E3C6" w14:textId="77777777" w:rsidR="00BB2E83" w:rsidRPr="001C0CC4" w:rsidRDefault="00BB2E83" w:rsidP="00DC7196">
            <w:pPr>
              <w:pStyle w:val="TAH"/>
              <w:rPr>
                <w:lang w:eastAsia="zh-CN"/>
              </w:rPr>
            </w:pPr>
            <w:r w:rsidRPr="001C0CC4">
              <w:rPr>
                <w:rFonts w:hint="eastAsia"/>
                <w:lang w:eastAsia="zh-CN"/>
              </w:rPr>
              <w:t xml:space="preserve">Aggregated </w:t>
            </w:r>
            <w:r w:rsidRPr="001C0CC4">
              <w:t>Channel bandwidth</w:t>
            </w:r>
            <w:r w:rsidRPr="001C0CC4">
              <w:rPr>
                <w:rFonts w:hint="eastAsia"/>
                <w:lang w:eastAsia="zh-CN"/>
              </w:rPr>
              <w:t xml:space="preserve"> of Bandwdith Class C</w:t>
            </w:r>
          </w:p>
        </w:tc>
        <w:tc>
          <w:tcPr>
            <w:tcW w:w="590" w:type="pct"/>
            <w:vMerge w:val="restart"/>
          </w:tcPr>
          <w:p w14:paraId="4FDEF3A0" w14:textId="77777777" w:rsidR="00BB2E83" w:rsidRPr="001C0CC4" w:rsidRDefault="00BB2E83" w:rsidP="00DC7196">
            <w:pPr>
              <w:pStyle w:val="TAH"/>
              <w:rPr>
                <w:lang w:eastAsia="zh-CN"/>
              </w:rPr>
            </w:pPr>
            <w:r w:rsidRPr="001C0CC4">
              <w:rPr>
                <w:lang w:eastAsia="zh-CN"/>
              </w:rPr>
              <w:t>Bandwidth Class D/E</w:t>
            </w:r>
          </w:p>
        </w:tc>
      </w:tr>
      <w:tr w:rsidR="00BB2E83" w:rsidRPr="001C0CC4" w14:paraId="3509D4E5" w14:textId="77777777" w:rsidTr="00BB2E83">
        <w:trPr>
          <w:trHeight w:val="187"/>
          <w:jc w:val="center"/>
        </w:trPr>
        <w:tc>
          <w:tcPr>
            <w:tcW w:w="625" w:type="pct"/>
            <w:tcBorders>
              <w:top w:val="nil"/>
            </w:tcBorders>
            <w:shd w:val="clear" w:color="auto" w:fill="auto"/>
            <w:vAlign w:val="center"/>
          </w:tcPr>
          <w:p w14:paraId="0EF2FDE4" w14:textId="77777777" w:rsidR="00BB2E83" w:rsidRPr="001C0CC4" w:rsidRDefault="00BB2E83" w:rsidP="00DC7196">
            <w:pPr>
              <w:pStyle w:val="TAC"/>
            </w:pPr>
          </w:p>
        </w:tc>
        <w:tc>
          <w:tcPr>
            <w:tcW w:w="473" w:type="pct"/>
            <w:vAlign w:val="center"/>
          </w:tcPr>
          <w:p w14:paraId="1B02DAB6" w14:textId="77777777" w:rsidR="00BB2E83" w:rsidRPr="001C0CC4" w:rsidRDefault="00BB2E83" w:rsidP="00DC7196">
            <w:pPr>
              <w:pStyle w:val="TAH"/>
            </w:pPr>
            <w:r w:rsidRPr="001C0CC4">
              <w:rPr>
                <w:rFonts w:hint="eastAsia"/>
                <w:lang w:eastAsia="zh-CN"/>
              </w:rPr>
              <w:t>110</w:t>
            </w:r>
            <w:r w:rsidRPr="001C0CC4">
              <w:t xml:space="preserve"> MHz</w:t>
            </w:r>
          </w:p>
        </w:tc>
        <w:tc>
          <w:tcPr>
            <w:tcW w:w="473" w:type="pct"/>
            <w:vAlign w:val="center"/>
          </w:tcPr>
          <w:p w14:paraId="578D4B83" w14:textId="77777777" w:rsidR="00BB2E83" w:rsidRPr="001C0CC4" w:rsidRDefault="00BB2E83" w:rsidP="00DC7196">
            <w:pPr>
              <w:pStyle w:val="TAH"/>
            </w:pPr>
            <w:r w:rsidRPr="001C0CC4">
              <w:t>1</w:t>
            </w:r>
            <w:r w:rsidRPr="001C0CC4">
              <w:rPr>
                <w:rFonts w:hint="eastAsia"/>
                <w:lang w:eastAsia="zh-CN"/>
              </w:rPr>
              <w:t xml:space="preserve">20 </w:t>
            </w:r>
            <w:r w:rsidRPr="001C0CC4">
              <w:t>MHz</w:t>
            </w:r>
          </w:p>
        </w:tc>
        <w:tc>
          <w:tcPr>
            <w:tcW w:w="473" w:type="pct"/>
            <w:vAlign w:val="center"/>
          </w:tcPr>
          <w:p w14:paraId="6296C0CC" w14:textId="77777777" w:rsidR="00BB2E83" w:rsidRPr="001C0CC4" w:rsidRDefault="00BB2E83" w:rsidP="00DC7196">
            <w:pPr>
              <w:pStyle w:val="TAH"/>
            </w:pPr>
            <w:r w:rsidRPr="001C0CC4">
              <w:rPr>
                <w:rFonts w:hint="eastAsia"/>
                <w:lang w:eastAsia="zh-CN"/>
              </w:rPr>
              <w:t>130</w:t>
            </w:r>
            <w:r w:rsidRPr="001C0CC4">
              <w:t xml:space="preserve"> MHz</w:t>
            </w:r>
          </w:p>
        </w:tc>
        <w:tc>
          <w:tcPr>
            <w:tcW w:w="473" w:type="pct"/>
            <w:vAlign w:val="center"/>
          </w:tcPr>
          <w:p w14:paraId="4C6F34A4" w14:textId="77777777" w:rsidR="00BB2E83" w:rsidRPr="001C0CC4" w:rsidRDefault="00BB2E83" w:rsidP="00DC7196">
            <w:pPr>
              <w:pStyle w:val="TAH"/>
            </w:pPr>
            <w:r w:rsidRPr="001C0CC4">
              <w:rPr>
                <w:rFonts w:hint="eastAsia"/>
                <w:lang w:eastAsia="zh-CN"/>
              </w:rPr>
              <w:t>14</w:t>
            </w:r>
            <w:r w:rsidRPr="001C0CC4">
              <w:t>0 MHz</w:t>
            </w:r>
          </w:p>
        </w:tc>
        <w:tc>
          <w:tcPr>
            <w:tcW w:w="473" w:type="pct"/>
            <w:vAlign w:val="center"/>
          </w:tcPr>
          <w:p w14:paraId="61434BF2" w14:textId="77777777" w:rsidR="00BB2E83" w:rsidRPr="001C0CC4" w:rsidRDefault="00BB2E83" w:rsidP="00DC7196">
            <w:pPr>
              <w:pStyle w:val="TAH"/>
            </w:pPr>
            <w:r w:rsidRPr="001C0CC4">
              <w:rPr>
                <w:rFonts w:hint="eastAsia"/>
                <w:lang w:eastAsia="zh-CN"/>
              </w:rPr>
              <w:t>150</w:t>
            </w:r>
            <w:r w:rsidRPr="001C0CC4">
              <w:t xml:space="preserve"> MHz</w:t>
            </w:r>
          </w:p>
        </w:tc>
        <w:tc>
          <w:tcPr>
            <w:tcW w:w="473" w:type="pct"/>
            <w:vAlign w:val="center"/>
          </w:tcPr>
          <w:p w14:paraId="6DC570FB" w14:textId="77777777" w:rsidR="00BB2E83" w:rsidRPr="001C0CC4" w:rsidRDefault="00BB2E83" w:rsidP="00DC7196">
            <w:pPr>
              <w:pStyle w:val="TAH"/>
            </w:pPr>
            <w:r w:rsidRPr="001C0CC4">
              <w:rPr>
                <w:rFonts w:hint="eastAsia"/>
                <w:lang w:eastAsia="zh-CN"/>
              </w:rPr>
              <w:t>16</w:t>
            </w:r>
            <w:r w:rsidRPr="001C0CC4">
              <w:t>0 MHz</w:t>
            </w:r>
          </w:p>
        </w:tc>
        <w:tc>
          <w:tcPr>
            <w:tcW w:w="473" w:type="pct"/>
            <w:vAlign w:val="center"/>
          </w:tcPr>
          <w:p w14:paraId="4A8C46DE" w14:textId="77777777" w:rsidR="00BB2E83" w:rsidRPr="001C0CC4" w:rsidRDefault="00BB2E83" w:rsidP="00DC7196">
            <w:pPr>
              <w:pStyle w:val="TAH"/>
            </w:pPr>
            <w:r w:rsidRPr="001C0CC4">
              <w:rPr>
                <w:rFonts w:hint="eastAsia"/>
                <w:lang w:eastAsia="zh-CN"/>
              </w:rPr>
              <w:t>18</w:t>
            </w:r>
            <w:r w:rsidRPr="001C0CC4">
              <w:t>0 MHz</w:t>
            </w:r>
          </w:p>
        </w:tc>
        <w:tc>
          <w:tcPr>
            <w:tcW w:w="475" w:type="pct"/>
            <w:vAlign w:val="center"/>
          </w:tcPr>
          <w:p w14:paraId="02878BE4" w14:textId="77777777" w:rsidR="00BB2E83" w:rsidRPr="001C0CC4" w:rsidRDefault="00BB2E83" w:rsidP="00DC7196">
            <w:pPr>
              <w:pStyle w:val="TAH"/>
            </w:pPr>
            <w:r w:rsidRPr="001C0CC4">
              <w:rPr>
                <w:rFonts w:hint="eastAsia"/>
                <w:lang w:eastAsia="zh-CN"/>
              </w:rPr>
              <w:t>200</w:t>
            </w:r>
            <w:r w:rsidRPr="001C0CC4">
              <w:t xml:space="preserve"> MHz</w:t>
            </w:r>
          </w:p>
        </w:tc>
        <w:tc>
          <w:tcPr>
            <w:tcW w:w="590" w:type="pct"/>
            <w:vMerge/>
          </w:tcPr>
          <w:p w14:paraId="250E6A1E" w14:textId="77777777" w:rsidR="00BB2E83" w:rsidRPr="001C0CC4" w:rsidRDefault="00BB2E83" w:rsidP="00DC7196">
            <w:pPr>
              <w:pStyle w:val="TAH"/>
              <w:rPr>
                <w:lang w:eastAsia="zh-CN"/>
              </w:rPr>
            </w:pPr>
          </w:p>
        </w:tc>
      </w:tr>
      <w:tr w:rsidR="00DC7196" w:rsidRPr="001C0CC4" w14:paraId="42047D77" w14:textId="77777777" w:rsidTr="00BB2E83">
        <w:trPr>
          <w:trHeight w:val="187"/>
          <w:jc w:val="center"/>
        </w:trPr>
        <w:tc>
          <w:tcPr>
            <w:tcW w:w="625" w:type="pct"/>
            <w:vAlign w:val="center"/>
          </w:tcPr>
          <w:p w14:paraId="5539376C" w14:textId="77777777" w:rsidR="00DC7196" w:rsidRPr="001C0CC4" w:rsidRDefault="00DC7196" w:rsidP="00DC7196">
            <w:pPr>
              <w:pStyle w:val="TAC"/>
              <w:rPr>
                <w:lang w:eastAsia="zh-CN"/>
              </w:rPr>
            </w:pPr>
            <w:r w:rsidRPr="001C0CC4">
              <w:rPr>
                <w:rFonts w:hint="eastAsia"/>
                <w:lang w:eastAsia="zh-CN"/>
              </w:rPr>
              <w:t>RB(SCS=30 kHz)</w:t>
            </w:r>
          </w:p>
        </w:tc>
        <w:tc>
          <w:tcPr>
            <w:tcW w:w="3786" w:type="pct"/>
            <w:gridSpan w:val="8"/>
          </w:tcPr>
          <w:p w14:paraId="0F100919" w14:textId="77777777" w:rsidR="00DC7196" w:rsidRPr="001C0CC4" w:rsidRDefault="00DC7196" w:rsidP="00BB2E83">
            <w:pPr>
              <w:pStyle w:val="TAC"/>
              <w:rPr>
                <w:lang w:eastAsia="zh-CN"/>
              </w:rPr>
            </w:pPr>
            <w:r w:rsidRPr="001C0CC4">
              <w:rPr>
                <w:rFonts w:hint="eastAsia"/>
                <w:lang w:eastAsia="zh-CN"/>
              </w:rPr>
              <w:t>N</w:t>
            </w:r>
            <w:r w:rsidRPr="001C0CC4">
              <w:rPr>
                <w:lang w:eastAsia="zh-CN"/>
              </w:rPr>
              <w:t>OTE</w:t>
            </w:r>
            <w:r w:rsidRPr="001C0CC4">
              <w:rPr>
                <w:rFonts w:hint="eastAsia"/>
                <w:lang w:eastAsia="zh-CN"/>
              </w:rPr>
              <w:t xml:space="preserve"> 1</w:t>
            </w:r>
          </w:p>
        </w:tc>
        <w:tc>
          <w:tcPr>
            <w:tcW w:w="590" w:type="pct"/>
          </w:tcPr>
          <w:p w14:paraId="7539B5E8" w14:textId="77777777" w:rsidR="00DC7196" w:rsidRPr="001C0CC4" w:rsidRDefault="00DC7196" w:rsidP="00BB2E83">
            <w:pPr>
              <w:pStyle w:val="TAC"/>
              <w:rPr>
                <w:b/>
                <w:lang w:eastAsia="zh-CN"/>
              </w:rPr>
            </w:pPr>
            <w:r w:rsidRPr="001C0CC4">
              <w:rPr>
                <w:lang w:eastAsia="zh-CN"/>
              </w:rPr>
              <w:t>133</w:t>
            </w:r>
          </w:p>
        </w:tc>
      </w:tr>
      <w:tr w:rsidR="00DC7196" w:rsidRPr="001C0CC4" w14:paraId="20002887" w14:textId="77777777" w:rsidTr="00BB2E83">
        <w:trPr>
          <w:trHeight w:val="187"/>
          <w:jc w:val="center"/>
        </w:trPr>
        <w:tc>
          <w:tcPr>
            <w:tcW w:w="625" w:type="pct"/>
            <w:vAlign w:val="center"/>
          </w:tcPr>
          <w:p w14:paraId="414E258F" w14:textId="77777777" w:rsidR="00DC7196" w:rsidRPr="001C0CC4" w:rsidRDefault="00DC7196" w:rsidP="00DC7196">
            <w:pPr>
              <w:pStyle w:val="TAC"/>
              <w:rPr>
                <w:lang w:eastAsia="zh-CN"/>
              </w:rPr>
            </w:pPr>
            <w:r w:rsidRPr="001C0CC4">
              <w:rPr>
                <w:rFonts w:hint="eastAsia"/>
                <w:lang w:eastAsia="zh-CN"/>
              </w:rPr>
              <w:t>RB(SCS=60 kHz)</w:t>
            </w:r>
          </w:p>
        </w:tc>
        <w:tc>
          <w:tcPr>
            <w:tcW w:w="3786" w:type="pct"/>
            <w:gridSpan w:val="8"/>
          </w:tcPr>
          <w:p w14:paraId="6E03A4EE" w14:textId="77777777" w:rsidR="00DC7196" w:rsidRPr="001C0CC4" w:rsidRDefault="00DC7196" w:rsidP="00BB2E83">
            <w:pPr>
              <w:pStyle w:val="TAC"/>
              <w:rPr>
                <w:lang w:eastAsia="zh-CN"/>
              </w:rPr>
            </w:pPr>
            <w:r w:rsidRPr="001C0CC4">
              <w:rPr>
                <w:rFonts w:hint="eastAsia"/>
                <w:lang w:eastAsia="zh-CN"/>
              </w:rPr>
              <w:t>N</w:t>
            </w:r>
            <w:r w:rsidRPr="001C0CC4">
              <w:rPr>
                <w:lang w:eastAsia="zh-CN"/>
              </w:rPr>
              <w:t>OTE</w:t>
            </w:r>
            <w:r w:rsidRPr="001C0CC4">
              <w:rPr>
                <w:rFonts w:hint="eastAsia"/>
                <w:lang w:eastAsia="zh-CN"/>
              </w:rPr>
              <w:t xml:space="preserve"> 1</w:t>
            </w:r>
          </w:p>
        </w:tc>
        <w:tc>
          <w:tcPr>
            <w:tcW w:w="590" w:type="pct"/>
          </w:tcPr>
          <w:p w14:paraId="1CDB3154" w14:textId="77777777" w:rsidR="00DC7196" w:rsidRPr="001C0CC4" w:rsidRDefault="00DC7196" w:rsidP="00BB2E83">
            <w:pPr>
              <w:pStyle w:val="TAC"/>
              <w:rPr>
                <w:b/>
                <w:lang w:eastAsia="zh-CN"/>
              </w:rPr>
            </w:pPr>
            <w:r w:rsidRPr="001C0CC4">
              <w:rPr>
                <w:lang w:eastAsia="zh-CN"/>
              </w:rPr>
              <w:t>65</w:t>
            </w:r>
          </w:p>
        </w:tc>
      </w:tr>
      <w:tr w:rsidR="00DC7196" w:rsidRPr="001C0CC4" w14:paraId="49054E39" w14:textId="77777777" w:rsidTr="00BB2E83">
        <w:trPr>
          <w:trHeight w:val="187"/>
          <w:jc w:val="center"/>
        </w:trPr>
        <w:tc>
          <w:tcPr>
            <w:tcW w:w="625" w:type="pct"/>
            <w:vAlign w:val="center"/>
          </w:tcPr>
          <w:p w14:paraId="411F81AF" w14:textId="77777777" w:rsidR="00DC7196" w:rsidRPr="001C0CC4" w:rsidRDefault="00DC7196" w:rsidP="00DC7196">
            <w:pPr>
              <w:pStyle w:val="TAC"/>
              <w:rPr>
                <w:lang w:eastAsia="zh-CN"/>
              </w:rPr>
            </w:pPr>
            <w:r w:rsidRPr="001C0CC4">
              <w:t>BW</w:t>
            </w:r>
            <w:r w:rsidRPr="001C0CC4">
              <w:rPr>
                <w:vertAlign w:val="subscript"/>
              </w:rPr>
              <w:t>Interferer</w:t>
            </w:r>
          </w:p>
        </w:tc>
        <w:tc>
          <w:tcPr>
            <w:tcW w:w="473" w:type="pct"/>
          </w:tcPr>
          <w:p w14:paraId="70BEEAB7" w14:textId="77777777" w:rsidR="00DC7196" w:rsidRPr="001C0CC4" w:rsidRDefault="00DC7196" w:rsidP="00BB2E83">
            <w:pPr>
              <w:pStyle w:val="TAC"/>
              <w:rPr>
                <w:lang w:eastAsia="zh-CN"/>
              </w:rPr>
            </w:pPr>
            <w:r w:rsidRPr="001C0CC4">
              <w:rPr>
                <w:rFonts w:hint="eastAsia"/>
                <w:lang w:eastAsia="zh-CN"/>
              </w:rPr>
              <w:t>110</w:t>
            </w:r>
            <w:r w:rsidRPr="001C0CC4">
              <w:rPr>
                <w:lang w:eastAsia="zh-CN"/>
              </w:rPr>
              <w:t xml:space="preserve"> MHz</w:t>
            </w:r>
          </w:p>
        </w:tc>
        <w:tc>
          <w:tcPr>
            <w:tcW w:w="473" w:type="pct"/>
          </w:tcPr>
          <w:p w14:paraId="673F6E02" w14:textId="77777777" w:rsidR="00DC7196" w:rsidRPr="001C0CC4" w:rsidRDefault="00DC7196" w:rsidP="00BB2E83">
            <w:pPr>
              <w:pStyle w:val="TAC"/>
              <w:rPr>
                <w:lang w:eastAsia="zh-CN"/>
              </w:rPr>
            </w:pPr>
            <w:r w:rsidRPr="001C0CC4">
              <w:rPr>
                <w:lang w:eastAsia="zh-CN"/>
              </w:rPr>
              <w:t>1</w:t>
            </w:r>
            <w:r w:rsidRPr="001C0CC4">
              <w:rPr>
                <w:rFonts w:hint="eastAsia"/>
                <w:lang w:eastAsia="zh-CN"/>
              </w:rPr>
              <w:t xml:space="preserve">20 </w:t>
            </w:r>
            <w:r w:rsidRPr="001C0CC4">
              <w:rPr>
                <w:lang w:eastAsia="zh-CN"/>
              </w:rPr>
              <w:t>MHz</w:t>
            </w:r>
          </w:p>
        </w:tc>
        <w:tc>
          <w:tcPr>
            <w:tcW w:w="473" w:type="pct"/>
          </w:tcPr>
          <w:p w14:paraId="076C2290" w14:textId="77777777" w:rsidR="00DC7196" w:rsidRPr="001C0CC4" w:rsidRDefault="00DC7196" w:rsidP="00BB2E83">
            <w:pPr>
              <w:pStyle w:val="TAC"/>
              <w:rPr>
                <w:lang w:eastAsia="zh-CN"/>
              </w:rPr>
            </w:pPr>
            <w:r w:rsidRPr="001C0CC4">
              <w:rPr>
                <w:rFonts w:hint="eastAsia"/>
                <w:lang w:eastAsia="zh-CN"/>
              </w:rPr>
              <w:t>130</w:t>
            </w:r>
            <w:r w:rsidRPr="001C0CC4">
              <w:rPr>
                <w:lang w:eastAsia="zh-CN"/>
              </w:rPr>
              <w:t xml:space="preserve"> MHz</w:t>
            </w:r>
          </w:p>
        </w:tc>
        <w:tc>
          <w:tcPr>
            <w:tcW w:w="473" w:type="pct"/>
          </w:tcPr>
          <w:p w14:paraId="5A76AE00" w14:textId="77777777" w:rsidR="00DC7196" w:rsidRPr="001C0CC4" w:rsidRDefault="00DC7196" w:rsidP="00BB2E83">
            <w:pPr>
              <w:pStyle w:val="TAC"/>
              <w:rPr>
                <w:lang w:eastAsia="zh-CN"/>
              </w:rPr>
            </w:pPr>
            <w:r w:rsidRPr="001C0CC4">
              <w:rPr>
                <w:rFonts w:hint="eastAsia"/>
                <w:lang w:eastAsia="zh-CN"/>
              </w:rPr>
              <w:t>14</w:t>
            </w:r>
            <w:r w:rsidRPr="001C0CC4">
              <w:rPr>
                <w:lang w:eastAsia="zh-CN"/>
              </w:rPr>
              <w:t>0 MHz</w:t>
            </w:r>
          </w:p>
        </w:tc>
        <w:tc>
          <w:tcPr>
            <w:tcW w:w="473" w:type="pct"/>
          </w:tcPr>
          <w:p w14:paraId="15FE1EFA" w14:textId="77777777" w:rsidR="00DC7196" w:rsidRPr="001C0CC4" w:rsidRDefault="00DC7196" w:rsidP="00BB2E83">
            <w:pPr>
              <w:pStyle w:val="TAC"/>
              <w:rPr>
                <w:lang w:eastAsia="zh-CN"/>
              </w:rPr>
            </w:pPr>
            <w:r w:rsidRPr="001C0CC4">
              <w:rPr>
                <w:rFonts w:hint="eastAsia"/>
                <w:lang w:eastAsia="zh-CN"/>
              </w:rPr>
              <w:t>150</w:t>
            </w:r>
            <w:r w:rsidRPr="001C0CC4">
              <w:rPr>
                <w:lang w:eastAsia="zh-CN"/>
              </w:rPr>
              <w:t xml:space="preserve"> MHz</w:t>
            </w:r>
          </w:p>
        </w:tc>
        <w:tc>
          <w:tcPr>
            <w:tcW w:w="473" w:type="pct"/>
          </w:tcPr>
          <w:p w14:paraId="50F722A7" w14:textId="77777777" w:rsidR="00DC7196" w:rsidRPr="001C0CC4" w:rsidRDefault="00DC7196" w:rsidP="00BB2E83">
            <w:pPr>
              <w:pStyle w:val="TAC"/>
              <w:rPr>
                <w:lang w:eastAsia="zh-CN"/>
              </w:rPr>
            </w:pPr>
            <w:r w:rsidRPr="001C0CC4">
              <w:rPr>
                <w:rFonts w:hint="eastAsia"/>
                <w:lang w:eastAsia="zh-CN"/>
              </w:rPr>
              <w:t>16</w:t>
            </w:r>
            <w:r w:rsidRPr="001C0CC4">
              <w:rPr>
                <w:lang w:eastAsia="zh-CN"/>
              </w:rPr>
              <w:t>0 MHz</w:t>
            </w:r>
          </w:p>
        </w:tc>
        <w:tc>
          <w:tcPr>
            <w:tcW w:w="473" w:type="pct"/>
          </w:tcPr>
          <w:p w14:paraId="33F94599" w14:textId="77777777" w:rsidR="00DC7196" w:rsidRPr="001C0CC4" w:rsidRDefault="00DC7196" w:rsidP="00BB2E83">
            <w:pPr>
              <w:pStyle w:val="TAC"/>
              <w:rPr>
                <w:lang w:eastAsia="zh-CN"/>
              </w:rPr>
            </w:pPr>
            <w:r w:rsidRPr="001C0CC4">
              <w:rPr>
                <w:rFonts w:hint="eastAsia"/>
                <w:lang w:eastAsia="zh-CN"/>
              </w:rPr>
              <w:t>18</w:t>
            </w:r>
            <w:r w:rsidRPr="001C0CC4">
              <w:rPr>
                <w:lang w:eastAsia="zh-CN"/>
              </w:rPr>
              <w:t>0 MHz</w:t>
            </w:r>
          </w:p>
        </w:tc>
        <w:tc>
          <w:tcPr>
            <w:tcW w:w="475" w:type="pct"/>
          </w:tcPr>
          <w:p w14:paraId="7CEFCBC1" w14:textId="77777777" w:rsidR="00DC7196" w:rsidRPr="001C0CC4" w:rsidRDefault="00DC7196" w:rsidP="00BB2E83">
            <w:pPr>
              <w:pStyle w:val="TAC"/>
              <w:rPr>
                <w:b/>
                <w:lang w:eastAsia="zh-CN"/>
              </w:rPr>
            </w:pPr>
            <w:r w:rsidRPr="001C0CC4">
              <w:rPr>
                <w:rFonts w:hint="eastAsia"/>
                <w:b/>
                <w:lang w:eastAsia="zh-CN"/>
              </w:rPr>
              <w:t>200</w:t>
            </w:r>
            <w:r w:rsidRPr="001C0CC4">
              <w:rPr>
                <w:b/>
                <w:lang w:eastAsia="zh-CN"/>
              </w:rPr>
              <w:t xml:space="preserve"> MHz</w:t>
            </w:r>
          </w:p>
        </w:tc>
        <w:tc>
          <w:tcPr>
            <w:tcW w:w="590" w:type="pct"/>
          </w:tcPr>
          <w:p w14:paraId="1668AEC4" w14:textId="77777777" w:rsidR="00DC7196" w:rsidRPr="001C0CC4" w:rsidRDefault="00DC7196" w:rsidP="00BB2E83">
            <w:pPr>
              <w:pStyle w:val="TAC"/>
              <w:rPr>
                <w:b/>
                <w:lang w:eastAsia="zh-CN"/>
              </w:rPr>
            </w:pPr>
            <w:r w:rsidRPr="001C0CC4">
              <w:rPr>
                <w:lang w:eastAsia="zh-CN"/>
              </w:rPr>
              <w:t>50MHz</w:t>
            </w:r>
          </w:p>
        </w:tc>
      </w:tr>
      <w:tr w:rsidR="00DC7196" w:rsidRPr="001C0CC4" w14:paraId="11CFAF67" w14:textId="77777777" w:rsidTr="00BB2E83">
        <w:trPr>
          <w:trHeight w:val="187"/>
          <w:jc w:val="center"/>
        </w:trPr>
        <w:tc>
          <w:tcPr>
            <w:tcW w:w="5000" w:type="pct"/>
            <w:gridSpan w:val="10"/>
            <w:vAlign w:val="center"/>
          </w:tcPr>
          <w:p w14:paraId="6B96C34F" w14:textId="77777777" w:rsidR="00DC7196" w:rsidRPr="001C0CC4" w:rsidRDefault="00DC7196" w:rsidP="00DC7196">
            <w:pPr>
              <w:pStyle w:val="TAN"/>
              <w:rPr>
                <w:lang w:eastAsia="zh-CN"/>
              </w:rPr>
            </w:pPr>
            <w:r w:rsidRPr="001C0CC4">
              <w:rPr>
                <w:lang w:eastAsia="zh-CN"/>
              </w:rPr>
              <w:t>NOTE 1:</w:t>
            </w:r>
            <w:r w:rsidRPr="001C0CC4">
              <w:rPr>
                <w:lang w:eastAsia="zh-CN"/>
              </w:rPr>
              <w:tab/>
              <w:t>The interfering signal shall be configured in the same way as the aggregated bandwidth of the wanted signal. The RB configurations for each component carrier are defined in Table 5.3.2-1 for each sub-carrier spacing.</w:t>
            </w:r>
          </w:p>
        </w:tc>
      </w:tr>
    </w:tbl>
    <w:p w14:paraId="6788C613" w14:textId="77777777" w:rsidR="00DC7196" w:rsidRPr="001C0CC4" w:rsidRDefault="00DC7196" w:rsidP="00DC7196">
      <w:pPr>
        <w:rPr>
          <w:rFonts w:eastAsia="Yu Mincho"/>
        </w:rPr>
      </w:pPr>
    </w:p>
    <w:p w14:paraId="0523C7EF" w14:textId="77777777" w:rsidR="00DC7196" w:rsidRPr="001C0CC4" w:rsidRDefault="00DC7196" w:rsidP="00DC7196">
      <w:pPr>
        <w:pStyle w:val="TH"/>
        <w:rPr>
          <w:rFonts w:eastAsia="Yu Mincho"/>
        </w:rPr>
      </w:pPr>
      <w:r w:rsidRPr="001C0CC4">
        <w:rPr>
          <w:rFonts w:eastAsia="Yu Mincho"/>
        </w:rPr>
        <w:t>Table D.2-4: Description of modulated NR interferer for NR bands with F</w:t>
      </w:r>
      <w:r w:rsidRPr="001C0CC4">
        <w:rPr>
          <w:rFonts w:eastAsia="Yu Mincho"/>
          <w:vertAlign w:val="subscript"/>
        </w:rPr>
        <w:t>DL_low</w:t>
      </w:r>
      <w:r w:rsidRPr="001C0CC4">
        <w:rPr>
          <w:rFonts w:eastAsia="Yu Mincho"/>
        </w:rPr>
        <w:t xml:space="preserve"> &lt; 2700 MHz and F</w:t>
      </w:r>
      <w:r w:rsidRPr="001C0CC4">
        <w:rPr>
          <w:rFonts w:eastAsia="Yu Mincho"/>
          <w:vertAlign w:val="subscript"/>
        </w:rPr>
        <w:t>UL_low</w:t>
      </w:r>
      <w:r w:rsidRPr="001C0CC4">
        <w:rPr>
          <w:rFonts w:eastAsia="Yu Mincho"/>
        </w:rPr>
        <w:t xml:space="preserve"> &lt; 2700 MHz for Intra-band contiguous 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3762"/>
        <w:gridCol w:w="3762"/>
      </w:tblGrid>
      <w:tr w:rsidR="00DC7196" w:rsidRPr="001C0CC4" w14:paraId="796EF9CC" w14:textId="77777777" w:rsidTr="00BB2E83">
        <w:trPr>
          <w:trHeight w:val="187"/>
          <w:jc w:val="center"/>
        </w:trPr>
        <w:tc>
          <w:tcPr>
            <w:tcW w:w="0" w:type="auto"/>
            <w:vAlign w:val="center"/>
          </w:tcPr>
          <w:p w14:paraId="48B9C70F" w14:textId="77777777" w:rsidR="00DC7196" w:rsidRPr="001C0CC4" w:rsidRDefault="00DC7196" w:rsidP="00BB2E83">
            <w:pPr>
              <w:pStyle w:val="TAL"/>
            </w:pPr>
          </w:p>
        </w:tc>
        <w:tc>
          <w:tcPr>
            <w:tcW w:w="0" w:type="auto"/>
            <w:vAlign w:val="center"/>
          </w:tcPr>
          <w:p w14:paraId="1A165CDF" w14:textId="77777777" w:rsidR="00DC7196" w:rsidRPr="001C0CC4" w:rsidRDefault="00DC7196" w:rsidP="00DC7196">
            <w:pPr>
              <w:pStyle w:val="TAH"/>
              <w:rPr>
                <w:lang w:eastAsia="zh-CN"/>
              </w:rPr>
            </w:pPr>
            <w:r w:rsidRPr="001C0CC4">
              <w:rPr>
                <w:lang w:eastAsia="zh-CN"/>
              </w:rPr>
              <w:t>Bandwidth Class B</w:t>
            </w:r>
          </w:p>
        </w:tc>
        <w:tc>
          <w:tcPr>
            <w:tcW w:w="0" w:type="auto"/>
            <w:vAlign w:val="center"/>
          </w:tcPr>
          <w:p w14:paraId="66F5A95B" w14:textId="77777777" w:rsidR="00DC7196" w:rsidRPr="001C0CC4" w:rsidRDefault="00DC7196" w:rsidP="00DC7196">
            <w:pPr>
              <w:pStyle w:val="TAH"/>
              <w:rPr>
                <w:lang w:eastAsia="zh-CN"/>
              </w:rPr>
            </w:pPr>
            <w:r w:rsidRPr="001C0CC4">
              <w:rPr>
                <w:lang w:eastAsia="zh-CN"/>
              </w:rPr>
              <w:t>Bandwidth Class C</w:t>
            </w:r>
          </w:p>
        </w:tc>
      </w:tr>
      <w:tr w:rsidR="00DC7196" w:rsidRPr="001C0CC4" w14:paraId="51310E12" w14:textId="77777777" w:rsidTr="00BB2E83">
        <w:trPr>
          <w:trHeight w:val="187"/>
          <w:jc w:val="center"/>
        </w:trPr>
        <w:tc>
          <w:tcPr>
            <w:tcW w:w="0" w:type="auto"/>
            <w:vAlign w:val="center"/>
          </w:tcPr>
          <w:p w14:paraId="3171FCF9" w14:textId="77777777" w:rsidR="00DC7196" w:rsidRPr="001C0CC4" w:rsidRDefault="00DC7196" w:rsidP="00BB2E83">
            <w:pPr>
              <w:pStyle w:val="TAL"/>
              <w:rPr>
                <w:lang w:eastAsia="zh-CN"/>
              </w:rPr>
            </w:pPr>
            <w:r w:rsidRPr="001C0CC4">
              <w:rPr>
                <w:rFonts w:hint="eastAsia"/>
                <w:lang w:eastAsia="zh-CN"/>
              </w:rPr>
              <w:t>RB</w:t>
            </w:r>
          </w:p>
        </w:tc>
        <w:tc>
          <w:tcPr>
            <w:tcW w:w="0" w:type="auto"/>
          </w:tcPr>
          <w:p w14:paraId="7D02ABA7" w14:textId="77777777" w:rsidR="00DC7196" w:rsidRPr="001C0CC4" w:rsidRDefault="00DC7196" w:rsidP="00DC7196">
            <w:pPr>
              <w:pStyle w:val="TAC"/>
              <w:rPr>
                <w:lang w:eastAsia="zh-CN"/>
              </w:rPr>
            </w:pPr>
            <w:r w:rsidRPr="001C0CC4">
              <w:rPr>
                <w:lang w:eastAsia="zh-CN"/>
              </w:rPr>
              <w:t>NOTE 1</w:t>
            </w:r>
          </w:p>
        </w:tc>
        <w:tc>
          <w:tcPr>
            <w:tcW w:w="0" w:type="auto"/>
            <w:vAlign w:val="center"/>
          </w:tcPr>
          <w:p w14:paraId="6A8025A5" w14:textId="77777777" w:rsidR="00DC7196" w:rsidRPr="001C0CC4" w:rsidRDefault="00DC7196" w:rsidP="00DC7196">
            <w:pPr>
              <w:pStyle w:val="TAC"/>
              <w:rPr>
                <w:b/>
                <w:lang w:eastAsia="zh-CN"/>
              </w:rPr>
            </w:pPr>
            <w:r w:rsidRPr="001C0CC4">
              <w:rPr>
                <w:rFonts w:hint="eastAsia"/>
                <w:lang w:eastAsia="zh-CN"/>
              </w:rPr>
              <w:t>NOTE</w:t>
            </w:r>
            <w:r w:rsidRPr="001C0CC4">
              <w:rPr>
                <w:lang w:eastAsia="zh-CN"/>
              </w:rPr>
              <w:t xml:space="preserve"> </w:t>
            </w:r>
            <w:r w:rsidRPr="001C0CC4">
              <w:rPr>
                <w:rFonts w:hint="eastAsia"/>
                <w:lang w:eastAsia="zh-CN"/>
              </w:rPr>
              <w:t>1</w:t>
            </w:r>
          </w:p>
        </w:tc>
      </w:tr>
      <w:tr w:rsidR="00DC7196" w:rsidRPr="001C0CC4" w14:paraId="152DFFBD" w14:textId="77777777" w:rsidTr="00BB2E83">
        <w:trPr>
          <w:trHeight w:val="187"/>
          <w:jc w:val="center"/>
        </w:trPr>
        <w:tc>
          <w:tcPr>
            <w:tcW w:w="0" w:type="auto"/>
            <w:vAlign w:val="center"/>
          </w:tcPr>
          <w:p w14:paraId="61F5AE4A" w14:textId="77777777" w:rsidR="00DC7196" w:rsidRPr="001C0CC4" w:rsidRDefault="00DC7196" w:rsidP="00BB2E83">
            <w:pPr>
              <w:pStyle w:val="TAL"/>
              <w:rPr>
                <w:lang w:eastAsia="zh-CN"/>
              </w:rPr>
            </w:pPr>
            <w:r w:rsidRPr="001C0CC4">
              <w:t>BW</w:t>
            </w:r>
            <w:r w:rsidRPr="001C0CC4">
              <w:rPr>
                <w:vertAlign w:val="subscript"/>
              </w:rPr>
              <w:t>Interferer</w:t>
            </w:r>
          </w:p>
        </w:tc>
        <w:tc>
          <w:tcPr>
            <w:tcW w:w="0" w:type="auto"/>
          </w:tcPr>
          <w:p w14:paraId="292C4059" w14:textId="77777777" w:rsidR="00DC7196" w:rsidRPr="001C0CC4" w:rsidRDefault="00DC7196" w:rsidP="00DC7196">
            <w:pPr>
              <w:pStyle w:val="TAC"/>
              <w:rPr>
                <w:lang w:eastAsia="zh-CN"/>
              </w:rPr>
            </w:pPr>
            <w:r w:rsidRPr="001C0CC4">
              <w:rPr>
                <w:lang w:eastAsia="zh-CN"/>
              </w:rPr>
              <w:t>5</w:t>
            </w:r>
            <w:r w:rsidRPr="001C0CC4">
              <w:rPr>
                <w:lang w:val="en-US" w:eastAsia="zh-CN"/>
              </w:rPr>
              <w:t> </w:t>
            </w:r>
            <w:r w:rsidRPr="001C0CC4">
              <w:rPr>
                <w:lang w:eastAsia="zh-CN"/>
              </w:rPr>
              <w:t>MHz</w:t>
            </w:r>
          </w:p>
        </w:tc>
        <w:tc>
          <w:tcPr>
            <w:tcW w:w="0" w:type="auto"/>
            <w:vAlign w:val="center"/>
          </w:tcPr>
          <w:p w14:paraId="21AD6CA7" w14:textId="77777777" w:rsidR="00DC7196" w:rsidRPr="001C0CC4" w:rsidRDefault="00DC7196" w:rsidP="00DC7196">
            <w:pPr>
              <w:pStyle w:val="TAC"/>
              <w:rPr>
                <w:b/>
                <w:lang w:eastAsia="zh-CN"/>
              </w:rPr>
            </w:pPr>
            <w:r w:rsidRPr="001C0CC4">
              <w:rPr>
                <w:lang w:eastAsia="zh-CN"/>
              </w:rPr>
              <w:t>5 MHz</w:t>
            </w:r>
          </w:p>
        </w:tc>
      </w:tr>
      <w:tr w:rsidR="00DC7196" w:rsidRPr="001C0CC4" w14:paraId="677412ED" w14:textId="77777777" w:rsidTr="00BB2E83">
        <w:trPr>
          <w:trHeight w:val="187"/>
          <w:jc w:val="center"/>
        </w:trPr>
        <w:tc>
          <w:tcPr>
            <w:tcW w:w="0" w:type="auto"/>
            <w:gridSpan w:val="3"/>
          </w:tcPr>
          <w:p w14:paraId="20B8AA90" w14:textId="77777777" w:rsidR="00DC7196" w:rsidRPr="001C0CC4" w:rsidRDefault="00DC7196" w:rsidP="00DC7196">
            <w:pPr>
              <w:pStyle w:val="TAN"/>
              <w:rPr>
                <w:lang w:eastAsia="zh-CN"/>
              </w:rPr>
            </w:pPr>
            <w:r w:rsidRPr="001C0CC4">
              <w:rPr>
                <w:lang w:eastAsia="zh-CN"/>
              </w:rPr>
              <w:t>NOTE 1:</w:t>
            </w:r>
            <w:r w:rsidRPr="001C0CC4">
              <w:rPr>
                <w:lang w:eastAsia="zh-CN"/>
              </w:rPr>
              <w:tab/>
              <w:t>The RB configured for interfering signal is the same as maximum RB number defined in Table 5.3.2-1 for each sub-carrier spacing.</w:t>
            </w:r>
          </w:p>
        </w:tc>
      </w:tr>
    </w:tbl>
    <w:p w14:paraId="6B070C46" w14:textId="77777777" w:rsidR="00DC7196" w:rsidRPr="001C0CC4" w:rsidRDefault="00DC7196" w:rsidP="00DC7196">
      <w:pPr>
        <w:rPr>
          <w:rFonts w:eastAsia="Yu Mincho"/>
        </w:rPr>
      </w:pPr>
    </w:p>
    <w:p w14:paraId="086ED524" w14:textId="77777777" w:rsidR="00DC7196" w:rsidRPr="00E734E3" w:rsidRDefault="00DC7196" w:rsidP="00DC7196">
      <w:pPr>
        <w:pStyle w:val="Heading8"/>
        <w:rPr>
          <w:rFonts w:eastAsia="Yu Mincho"/>
          <w:lang w:val="fr-FR"/>
        </w:rPr>
      </w:pPr>
      <w:bookmarkStart w:id="987" w:name="_Toc21344567"/>
      <w:bookmarkStart w:id="988" w:name="_Toc29802055"/>
      <w:bookmarkStart w:id="989" w:name="_Toc29802479"/>
      <w:bookmarkStart w:id="990" w:name="_Toc29803104"/>
      <w:bookmarkStart w:id="991" w:name="_Toc36107846"/>
      <w:bookmarkStart w:id="992" w:name="_Toc37251620"/>
      <w:bookmarkStart w:id="993" w:name="_Toc45888559"/>
      <w:bookmarkStart w:id="994" w:name="_Toc45889158"/>
      <w:bookmarkStart w:id="995" w:name="_Toc59650536"/>
      <w:bookmarkStart w:id="996" w:name="_Toc61357808"/>
      <w:bookmarkStart w:id="997" w:name="_Toc61359582"/>
      <w:bookmarkStart w:id="998" w:name="_Toc67916522"/>
      <w:bookmarkStart w:id="999" w:name="_Toc75534068"/>
      <w:bookmarkStart w:id="1000" w:name="_Toc75819954"/>
      <w:bookmarkStart w:id="1001" w:name="_Toc76508798"/>
      <w:bookmarkStart w:id="1002" w:name="_Toc76717748"/>
      <w:bookmarkStart w:id="1003" w:name="_Toc83294389"/>
      <w:bookmarkStart w:id="1004" w:name="_Toc84335428"/>
      <w:r w:rsidRPr="00E734E3">
        <w:rPr>
          <w:rFonts w:eastAsia="Yu Mincho"/>
          <w:lang w:val="fr-FR"/>
        </w:rPr>
        <w:t xml:space="preserve">Annex E (normative): </w:t>
      </w:r>
      <w:r w:rsidRPr="00E734E3">
        <w:rPr>
          <w:rFonts w:eastAsia="Yu Mincho"/>
          <w:lang w:val="fr-FR"/>
        </w:rPr>
        <w:br/>
        <w:t>Environmental conditions</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1EF3755C" w14:textId="77777777" w:rsidR="00DC7196" w:rsidRPr="00E734E3" w:rsidRDefault="00DC7196" w:rsidP="00DC7196">
      <w:pPr>
        <w:rPr>
          <w:rFonts w:eastAsia="Yu Mincho"/>
          <w:lang w:val="fr-FR"/>
        </w:rPr>
      </w:pPr>
    </w:p>
    <w:p w14:paraId="7CEA157F" w14:textId="77777777" w:rsidR="00DC7196" w:rsidRPr="00E734E3" w:rsidRDefault="00DC7196" w:rsidP="00DC7196">
      <w:pPr>
        <w:pStyle w:val="Heading1"/>
        <w:rPr>
          <w:rFonts w:eastAsia="Yu Mincho"/>
          <w:lang w:val="fr-FR"/>
        </w:rPr>
      </w:pPr>
      <w:bookmarkStart w:id="1005" w:name="_Toc21344568"/>
      <w:bookmarkStart w:id="1006" w:name="_Toc29802056"/>
      <w:bookmarkStart w:id="1007" w:name="_Toc29802480"/>
      <w:bookmarkStart w:id="1008" w:name="_Toc29803105"/>
      <w:bookmarkStart w:id="1009" w:name="_Toc36107847"/>
      <w:bookmarkStart w:id="1010" w:name="_Toc37251621"/>
      <w:bookmarkStart w:id="1011" w:name="_Toc45888560"/>
      <w:bookmarkStart w:id="1012" w:name="_Toc45889159"/>
      <w:bookmarkStart w:id="1013" w:name="_Toc59650537"/>
      <w:bookmarkStart w:id="1014" w:name="_Toc61357809"/>
      <w:bookmarkStart w:id="1015" w:name="_Toc61359583"/>
      <w:bookmarkStart w:id="1016" w:name="_Toc67916523"/>
      <w:bookmarkStart w:id="1017" w:name="_Toc75534069"/>
      <w:bookmarkStart w:id="1018" w:name="_Toc75819955"/>
      <w:bookmarkStart w:id="1019" w:name="_Toc76508799"/>
      <w:bookmarkStart w:id="1020" w:name="_Toc76717749"/>
      <w:bookmarkStart w:id="1021" w:name="_Toc83294390"/>
      <w:bookmarkStart w:id="1022" w:name="_Toc84335429"/>
      <w:r w:rsidRPr="00E734E3">
        <w:rPr>
          <w:rFonts w:eastAsia="Yu Mincho"/>
          <w:lang w:val="fr-FR"/>
        </w:rPr>
        <w:t>E.1</w:t>
      </w:r>
      <w:r w:rsidRPr="00E734E3">
        <w:rPr>
          <w:rFonts w:eastAsia="Yu Mincho"/>
          <w:lang w:val="fr-FR"/>
        </w:rPr>
        <w:tab/>
        <w:t>General</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14:paraId="3B47A97D" w14:textId="77777777" w:rsidR="00DC7196" w:rsidRPr="001C0CC4" w:rsidRDefault="00DC7196" w:rsidP="00DC7196">
      <w:pPr>
        <w:rPr>
          <w:rFonts w:eastAsia="Yu Mincho"/>
        </w:rPr>
      </w:pPr>
      <w:r w:rsidRPr="001C0CC4">
        <w:rPr>
          <w:rFonts w:eastAsia="Yu Mincho"/>
        </w:rPr>
        <w:t>This normative annex specifies the environmental requirements of the UE. Within these limits the requirements of the present documents shall be fulfilled.</w:t>
      </w:r>
    </w:p>
    <w:p w14:paraId="473E0018" w14:textId="77777777" w:rsidR="00DC7196" w:rsidRPr="001C0CC4" w:rsidRDefault="00DC7196" w:rsidP="00DC7196">
      <w:pPr>
        <w:pStyle w:val="Heading1"/>
        <w:rPr>
          <w:rFonts w:eastAsia="Yu Mincho" w:cs="v5.0.0"/>
        </w:rPr>
      </w:pPr>
      <w:bookmarkStart w:id="1023" w:name="_Toc21344569"/>
      <w:bookmarkStart w:id="1024" w:name="_Toc29802057"/>
      <w:bookmarkStart w:id="1025" w:name="_Toc29802481"/>
      <w:bookmarkStart w:id="1026" w:name="_Toc29803106"/>
      <w:bookmarkStart w:id="1027" w:name="_Toc36107848"/>
      <w:bookmarkStart w:id="1028" w:name="_Toc37251622"/>
      <w:bookmarkStart w:id="1029" w:name="_Toc45888561"/>
      <w:bookmarkStart w:id="1030" w:name="_Toc45889160"/>
      <w:bookmarkStart w:id="1031" w:name="_Toc59650538"/>
      <w:bookmarkStart w:id="1032" w:name="_Toc61357810"/>
      <w:bookmarkStart w:id="1033" w:name="_Toc61359584"/>
      <w:bookmarkStart w:id="1034" w:name="_Toc67916524"/>
      <w:bookmarkStart w:id="1035" w:name="_Toc75534070"/>
      <w:bookmarkStart w:id="1036" w:name="_Toc75819956"/>
      <w:bookmarkStart w:id="1037" w:name="_Toc76508800"/>
      <w:bookmarkStart w:id="1038" w:name="_Toc76717750"/>
      <w:bookmarkStart w:id="1039" w:name="_Toc83294391"/>
      <w:bookmarkStart w:id="1040" w:name="_Toc84335430"/>
      <w:r w:rsidRPr="001C0CC4">
        <w:rPr>
          <w:rFonts w:eastAsia="Yu Mincho"/>
        </w:rPr>
        <w:t>E.2</w:t>
      </w:r>
      <w:r w:rsidRPr="001C0CC4">
        <w:rPr>
          <w:rFonts w:eastAsia="Yu Mincho"/>
        </w:rPr>
        <w:tab/>
        <w:t>Environmental</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14:paraId="309670D6" w14:textId="77777777" w:rsidR="00DC7196" w:rsidRPr="001C0CC4" w:rsidRDefault="00DC7196" w:rsidP="00DC7196">
      <w:pPr>
        <w:rPr>
          <w:rFonts w:eastAsia="Yu Mincho" w:cs="v5.0.0"/>
        </w:rPr>
      </w:pPr>
      <w:r w:rsidRPr="001C0CC4">
        <w:rPr>
          <w:rFonts w:eastAsia="Yu Mincho" w:cs="v5.0.0"/>
        </w:rPr>
        <w:t>The requirements in this clause apply to all types of UE(s).</w:t>
      </w:r>
    </w:p>
    <w:p w14:paraId="16738C99" w14:textId="77777777" w:rsidR="00DC7196" w:rsidRPr="001C0CC4" w:rsidRDefault="00DC7196" w:rsidP="00DC7196">
      <w:pPr>
        <w:pStyle w:val="Heading2"/>
        <w:rPr>
          <w:rFonts w:eastAsia="Yu Mincho"/>
        </w:rPr>
      </w:pPr>
      <w:bookmarkStart w:id="1041" w:name="_Toc21344570"/>
      <w:bookmarkStart w:id="1042" w:name="_Toc29802058"/>
      <w:bookmarkStart w:id="1043" w:name="_Toc29802482"/>
      <w:bookmarkStart w:id="1044" w:name="_Toc29803107"/>
      <w:bookmarkStart w:id="1045" w:name="_Toc36107849"/>
      <w:bookmarkStart w:id="1046" w:name="_Toc37251623"/>
      <w:bookmarkStart w:id="1047" w:name="_Toc45888562"/>
      <w:bookmarkStart w:id="1048" w:name="_Toc45889161"/>
      <w:bookmarkStart w:id="1049" w:name="_Toc59650539"/>
      <w:bookmarkStart w:id="1050" w:name="_Toc61357811"/>
      <w:bookmarkStart w:id="1051" w:name="_Toc61359585"/>
      <w:bookmarkStart w:id="1052" w:name="_Toc67916525"/>
      <w:bookmarkStart w:id="1053" w:name="_Toc75534071"/>
      <w:bookmarkStart w:id="1054" w:name="_Toc75819957"/>
      <w:bookmarkStart w:id="1055" w:name="_Toc76508801"/>
      <w:bookmarkStart w:id="1056" w:name="_Toc76717751"/>
      <w:bookmarkStart w:id="1057" w:name="_Toc83294392"/>
      <w:bookmarkStart w:id="1058" w:name="_Toc84335431"/>
      <w:r w:rsidRPr="001C0CC4">
        <w:rPr>
          <w:rFonts w:eastAsia="Yu Mincho"/>
        </w:rPr>
        <w:t>E.2.1</w:t>
      </w:r>
      <w:r w:rsidRPr="001C0CC4">
        <w:rPr>
          <w:rFonts w:eastAsia="Yu Mincho"/>
        </w:rPr>
        <w:tab/>
        <w:t>Temperature</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14:paraId="69E58EAA" w14:textId="77777777" w:rsidR="00DC7196" w:rsidRPr="001C0CC4" w:rsidRDefault="00DC7196" w:rsidP="00DC7196">
      <w:pPr>
        <w:ind w:left="540" w:hanging="540"/>
        <w:rPr>
          <w:rFonts w:eastAsia="Yu Mincho" w:cs="v5.0.0"/>
        </w:rPr>
      </w:pPr>
      <w:r w:rsidRPr="001C0CC4">
        <w:rPr>
          <w:rFonts w:eastAsia="Yu Mincho" w:cs="v5.0.0"/>
        </w:rPr>
        <w:t>The UE shall fulfil all the requirements in the full temperature range of:</w:t>
      </w:r>
    </w:p>
    <w:p w14:paraId="269EFBBB" w14:textId="77777777" w:rsidR="00DC7196" w:rsidRPr="001C0CC4" w:rsidRDefault="00DC7196" w:rsidP="00DC7196">
      <w:pPr>
        <w:pStyle w:val="TH"/>
      </w:pPr>
      <w:r w:rsidRPr="001C0CC4">
        <w:t>Table E.2.1-1: Temperature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6930"/>
      </w:tblGrid>
      <w:tr w:rsidR="00DC7196" w:rsidRPr="001C0CC4" w14:paraId="110624A9" w14:textId="77777777" w:rsidTr="00BB2E83">
        <w:trPr>
          <w:trHeight w:val="187"/>
          <w:jc w:val="center"/>
        </w:trPr>
        <w:tc>
          <w:tcPr>
            <w:tcW w:w="1908" w:type="dxa"/>
            <w:vAlign w:val="center"/>
          </w:tcPr>
          <w:p w14:paraId="3C2C04F5" w14:textId="77777777" w:rsidR="00DC7196" w:rsidRPr="001C0CC4" w:rsidRDefault="00DC7196" w:rsidP="00DC7196">
            <w:pPr>
              <w:keepNext/>
              <w:keepLines/>
              <w:spacing w:after="0"/>
              <w:jc w:val="center"/>
              <w:rPr>
                <w:rFonts w:ascii="Arial" w:eastAsia="Yu Mincho" w:hAnsi="Arial" w:cs="v5.0.0"/>
                <w:sz w:val="18"/>
              </w:rPr>
            </w:pPr>
            <w:r w:rsidRPr="001C0CC4">
              <w:rPr>
                <w:rFonts w:ascii="Arial" w:eastAsia="Yu Mincho" w:hAnsi="Arial" w:cs="v5.0.0"/>
                <w:sz w:val="18"/>
              </w:rPr>
              <w:t>+15</w:t>
            </w:r>
            <w:r w:rsidRPr="001C0CC4">
              <w:rPr>
                <w:rFonts w:ascii="Arial" w:eastAsia="Yu Mincho" w:hAnsi="Arial" w:cs="v5.0.0"/>
                <w:position w:val="6"/>
                <w:sz w:val="18"/>
              </w:rPr>
              <w:sym w:font="Symbol" w:char="F0B0"/>
            </w:r>
            <w:r w:rsidRPr="001C0CC4">
              <w:rPr>
                <w:rFonts w:ascii="Arial" w:eastAsia="Yu Mincho" w:hAnsi="Arial" w:cs="v5.0.0"/>
                <w:sz w:val="18"/>
              </w:rPr>
              <w:t>C to +35</w:t>
            </w:r>
            <w:r w:rsidRPr="001C0CC4">
              <w:rPr>
                <w:rFonts w:ascii="Arial" w:eastAsia="Yu Mincho" w:hAnsi="Arial" w:cs="v5.0.0"/>
                <w:position w:val="6"/>
                <w:sz w:val="18"/>
              </w:rPr>
              <w:sym w:font="Symbol" w:char="F0B0"/>
            </w:r>
            <w:r w:rsidRPr="001C0CC4">
              <w:rPr>
                <w:rFonts w:ascii="Arial" w:eastAsia="Yu Mincho" w:hAnsi="Arial" w:cs="v5.0.0"/>
                <w:sz w:val="18"/>
              </w:rPr>
              <w:t>C</w:t>
            </w:r>
          </w:p>
        </w:tc>
        <w:tc>
          <w:tcPr>
            <w:tcW w:w="6930" w:type="dxa"/>
            <w:vAlign w:val="center"/>
          </w:tcPr>
          <w:p w14:paraId="7FC7048A" w14:textId="77777777" w:rsidR="00DC7196" w:rsidRPr="001C0CC4" w:rsidRDefault="00DC7196" w:rsidP="00DC7196">
            <w:pPr>
              <w:keepNext/>
              <w:keepLines/>
              <w:spacing w:after="0"/>
              <w:rPr>
                <w:rFonts w:ascii="Arial" w:eastAsia="Yu Mincho" w:hAnsi="Arial" w:cs="v5.0.0"/>
                <w:sz w:val="18"/>
              </w:rPr>
            </w:pPr>
            <w:r w:rsidRPr="001C0CC4">
              <w:rPr>
                <w:rFonts w:ascii="Arial" w:eastAsia="Yu Mincho" w:hAnsi="Arial" w:cs="v5.0.0"/>
                <w:sz w:val="18"/>
              </w:rPr>
              <w:t>For normal conditions (with relative humidity of 25 % to 75 %)</w:t>
            </w:r>
          </w:p>
        </w:tc>
      </w:tr>
      <w:tr w:rsidR="00DC7196" w:rsidRPr="001C0CC4" w14:paraId="0DCBA15A" w14:textId="77777777" w:rsidTr="00BB2E83">
        <w:trPr>
          <w:trHeight w:val="187"/>
          <w:jc w:val="center"/>
        </w:trPr>
        <w:tc>
          <w:tcPr>
            <w:tcW w:w="1908" w:type="dxa"/>
            <w:vAlign w:val="center"/>
          </w:tcPr>
          <w:p w14:paraId="33B92B0E" w14:textId="77777777" w:rsidR="00DC7196" w:rsidRPr="001C0CC4" w:rsidRDefault="00DC7196" w:rsidP="00DC7196">
            <w:pPr>
              <w:keepNext/>
              <w:keepLines/>
              <w:spacing w:after="0"/>
              <w:jc w:val="center"/>
              <w:rPr>
                <w:rFonts w:ascii="Arial" w:eastAsia="Yu Mincho" w:hAnsi="Arial" w:cs="v5.0.0"/>
                <w:sz w:val="18"/>
              </w:rPr>
            </w:pPr>
            <w:r w:rsidRPr="001C0CC4">
              <w:rPr>
                <w:rFonts w:ascii="Arial" w:eastAsia="Yu Mincho" w:hAnsi="Arial" w:cs="v5.0.0"/>
                <w:sz w:val="18"/>
              </w:rPr>
              <w:t>-10</w:t>
            </w:r>
            <w:r w:rsidRPr="001C0CC4">
              <w:rPr>
                <w:rFonts w:ascii="Arial" w:eastAsia="Yu Mincho" w:hAnsi="Arial" w:cs="v5.0.0"/>
                <w:position w:val="6"/>
                <w:sz w:val="18"/>
              </w:rPr>
              <w:sym w:font="Symbol" w:char="F0B0"/>
            </w:r>
            <w:r w:rsidRPr="001C0CC4">
              <w:rPr>
                <w:rFonts w:ascii="Arial" w:eastAsia="Yu Mincho" w:hAnsi="Arial" w:cs="v5.0.0"/>
                <w:sz w:val="18"/>
              </w:rPr>
              <w:t>C to +55</w:t>
            </w:r>
            <w:r w:rsidRPr="001C0CC4">
              <w:rPr>
                <w:rFonts w:ascii="Arial" w:eastAsia="Yu Mincho" w:hAnsi="Arial" w:cs="v5.0.0"/>
                <w:position w:val="6"/>
                <w:sz w:val="18"/>
              </w:rPr>
              <w:sym w:font="Symbol" w:char="F0B0"/>
            </w:r>
            <w:r w:rsidRPr="001C0CC4">
              <w:rPr>
                <w:rFonts w:ascii="Arial" w:eastAsia="Yu Mincho" w:hAnsi="Arial" w:cs="v5.0.0"/>
                <w:sz w:val="18"/>
              </w:rPr>
              <w:t>C</w:t>
            </w:r>
          </w:p>
        </w:tc>
        <w:tc>
          <w:tcPr>
            <w:tcW w:w="6930" w:type="dxa"/>
            <w:vAlign w:val="center"/>
          </w:tcPr>
          <w:p w14:paraId="61B592BF" w14:textId="77777777" w:rsidR="00DC7196" w:rsidRPr="001C0CC4" w:rsidRDefault="00DC7196" w:rsidP="00DC7196">
            <w:pPr>
              <w:keepNext/>
              <w:keepLines/>
              <w:spacing w:after="0"/>
              <w:rPr>
                <w:rFonts w:ascii="Arial" w:eastAsia="Yu Mincho" w:hAnsi="Arial" w:cs="v5.0.0"/>
                <w:sz w:val="18"/>
              </w:rPr>
            </w:pPr>
            <w:r w:rsidRPr="001C0CC4">
              <w:rPr>
                <w:rFonts w:ascii="Arial" w:eastAsia="Yu Mincho" w:hAnsi="Arial" w:cs="v5.0.0"/>
                <w:sz w:val="18"/>
              </w:rPr>
              <w:t>For extreme conditions (see IEC publications 68</w:t>
            </w:r>
            <w:r w:rsidRPr="001C0CC4">
              <w:rPr>
                <w:rFonts w:ascii="Arial" w:eastAsia="Yu Mincho" w:hAnsi="Arial" w:cs="v5.0.0"/>
                <w:sz w:val="18"/>
              </w:rPr>
              <w:noBreakHyphen/>
              <w:t>2</w:t>
            </w:r>
            <w:r w:rsidRPr="001C0CC4">
              <w:rPr>
                <w:rFonts w:ascii="Arial" w:eastAsia="Yu Mincho" w:hAnsi="Arial" w:cs="v5.0.0"/>
                <w:sz w:val="18"/>
              </w:rPr>
              <w:noBreakHyphen/>
              <w:t>1 and 68</w:t>
            </w:r>
            <w:r w:rsidRPr="001C0CC4">
              <w:rPr>
                <w:rFonts w:ascii="Arial" w:eastAsia="Yu Mincho" w:hAnsi="Arial" w:cs="v5.0.0"/>
                <w:sz w:val="18"/>
              </w:rPr>
              <w:noBreakHyphen/>
              <w:t>2</w:t>
            </w:r>
            <w:r w:rsidRPr="001C0CC4">
              <w:rPr>
                <w:rFonts w:ascii="Arial" w:eastAsia="Yu Mincho" w:hAnsi="Arial" w:cs="v5.0.0"/>
                <w:sz w:val="18"/>
              </w:rPr>
              <w:noBreakHyphen/>
              <w:t>2)</w:t>
            </w:r>
          </w:p>
        </w:tc>
      </w:tr>
    </w:tbl>
    <w:p w14:paraId="57F9A5C1" w14:textId="77777777" w:rsidR="00DC7196" w:rsidRPr="001C0CC4" w:rsidRDefault="00DC7196" w:rsidP="00DC7196">
      <w:pPr>
        <w:rPr>
          <w:rFonts w:eastAsia="Yu Mincho"/>
        </w:rPr>
      </w:pPr>
    </w:p>
    <w:p w14:paraId="1F58AF76" w14:textId="77777777" w:rsidR="00DC7196" w:rsidRPr="001C0CC4" w:rsidRDefault="00DC7196" w:rsidP="00DC7196">
      <w:pPr>
        <w:rPr>
          <w:rFonts w:eastAsia="Yu Mincho" w:cs="v5.0.0"/>
        </w:rPr>
      </w:pPr>
      <w:r w:rsidRPr="001C0CC4">
        <w:rPr>
          <w:rFonts w:eastAsia="Yu Mincho" w:cs="v5.0.0"/>
        </w:rPr>
        <w:t>Outside this temperature range the UE, if powered on, shall not make ineffective use of the radio frequency spectrum. In no case shall the UE exceed the transmitted levels as defined in clause 6.2 for extreme operation.</w:t>
      </w:r>
    </w:p>
    <w:p w14:paraId="28500D3F" w14:textId="77777777" w:rsidR="00DC7196" w:rsidRPr="001C0CC4" w:rsidRDefault="00DC7196" w:rsidP="00DC7196">
      <w:pPr>
        <w:pStyle w:val="Heading2"/>
        <w:rPr>
          <w:rFonts w:eastAsia="Yu Mincho"/>
        </w:rPr>
      </w:pPr>
      <w:bookmarkStart w:id="1059" w:name="_Toc21344571"/>
      <w:bookmarkStart w:id="1060" w:name="_Toc29802059"/>
      <w:bookmarkStart w:id="1061" w:name="_Toc29802483"/>
      <w:bookmarkStart w:id="1062" w:name="_Toc29803108"/>
      <w:bookmarkStart w:id="1063" w:name="_Toc36107850"/>
      <w:bookmarkStart w:id="1064" w:name="_Toc37251624"/>
      <w:bookmarkStart w:id="1065" w:name="_Toc45888563"/>
      <w:bookmarkStart w:id="1066" w:name="_Toc45889162"/>
      <w:bookmarkStart w:id="1067" w:name="_Toc59650540"/>
      <w:bookmarkStart w:id="1068" w:name="_Toc61357812"/>
      <w:bookmarkStart w:id="1069" w:name="_Toc61359586"/>
      <w:bookmarkStart w:id="1070" w:name="_Toc67916526"/>
      <w:bookmarkStart w:id="1071" w:name="_Toc75534072"/>
      <w:bookmarkStart w:id="1072" w:name="_Toc75819958"/>
      <w:bookmarkStart w:id="1073" w:name="_Toc76508802"/>
      <w:bookmarkStart w:id="1074" w:name="_Toc76717752"/>
      <w:bookmarkStart w:id="1075" w:name="_Toc83294393"/>
      <w:bookmarkStart w:id="1076" w:name="_Toc84335432"/>
      <w:r w:rsidRPr="001C0CC4">
        <w:rPr>
          <w:rFonts w:eastAsia="Yu Mincho"/>
        </w:rPr>
        <w:t>E.2.2</w:t>
      </w:r>
      <w:r w:rsidRPr="001C0CC4">
        <w:rPr>
          <w:rFonts w:eastAsia="Yu Mincho"/>
        </w:rPr>
        <w:tab/>
        <w:t>Voltage</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2218F963" w14:textId="77777777" w:rsidR="00DC7196" w:rsidRPr="001C0CC4" w:rsidRDefault="00DC7196" w:rsidP="00DC7196">
      <w:pPr>
        <w:rPr>
          <w:rFonts w:eastAsia="Yu Mincho" w:cs="v5.0.0"/>
        </w:rPr>
      </w:pPr>
      <w:r w:rsidRPr="001C0CC4">
        <w:rPr>
          <w:rFonts w:eastAsia="Yu Mincho" w:cs="v5.0.0"/>
        </w:rPr>
        <w:t>The UE shall fulfil all the requirements in the full voltage range, i.e. the voltage range between the extreme voltages.</w:t>
      </w:r>
    </w:p>
    <w:p w14:paraId="33241A17" w14:textId="77777777" w:rsidR="00DC7196" w:rsidRPr="001C0CC4" w:rsidRDefault="00DC7196" w:rsidP="00DC7196">
      <w:pPr>
        <w:rPr>
          <w:rFonts w:eastAsia="Yu Mincho" w:cs="v5.0.0"/>
        </w:rPr>
      </w:pPr>
      <w:r w:rsidRPr="001C0CC4">
        <w:rPr>
          <w:rFonts w:eastAsia="Yu Mincho" w:cs="v5.0.0"/>
        </w:rPr>
        <w:t>The manufacturer shall declare the lower and higher extreme voltages and the approximate shutdown voltage. For the equipment that can be operated from one or more of the power sources listed below, the lower extreme voltage shall not be higher, and the higher extreme voltage shall not be lower than that specified below.</w:t>
      </w:r>
    </w:p>
    <w:p w14:paraId="0B09B701" w14:textId="77777777" w:rsidR="00DC7196" w:rsidRPr="001C0CC4" w:rsidRDefault="00DC7196" w:rsidP="00DC7196">
      <w:pPr>
        <w:pStyle w:val="TH"/>
      </w:pPr>
      <w:r w:rsidRPr="001C0CC4">
        <w:t>Table E.2.2-1: Voltage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1890"/>
        <w:gridCol w:w="2070"/>
        <w:gridCol w:w="1980"/>
      </w:tblGrid>
      <w:tr w:rsidR="00DC7196" w:rsidRPr="001C0CC4" w14:paraId="22316548" w14:textId="77777777" w:rsidTr="00DC7196">
        <w:trPr>
          <w:jc w:val="center"/>
        </w:trPr>
        <w:tc>
          <w:tcPr>
            <w:tcW w:w="2898" w:type="dxa"/>
          </w:tcPr>
          <w:p w14:paraId="0EBE6241" w14:textId="77777777" w:rsidR="00DC7196" w:rsidRPr="001C0CC4" w:rsidRDefault="00DC7196" w:rsidP="000F4387">
            <w:pPr>
              <w:pStyle w:val="TAH"/>
            </w:pPr>
            <w:r w:rsidRPr="001C0CC4">
              <w:t>Power source</w:t>
            </w:r>
          </w:p>
        </w:tc>
        <w:tc>
          <w:tcPr>
            <w:tcW w:w="1890" w:type="dxa"/>
          </w:tcPr>
          <w:p w14:paraId="38CC16A1" w14:textId="77777777" w:rsidR="00DC7196" w:rsidRPr="001C0CC4" w:rsidRDefault="00DC7196" w:rsidP="000F4387">
            <w:pPr>
              <w:pStyle w:val="TAH"/>
            </w:pPr>
            <w:r w:rsidRPr="001C0CC4">
              <w:t>Lower extreme</w:t>
            </w:r>
          </w:p>
          <w:p w14:paraId="088CEF1D" w14:textId="77777777" w:rsidR="00DC7196" w:rsidRPr="001C0CC4" w:rsidRDefault="00DC7196" w:rsidP="000F4387">
            <w:pPr>
              <w:pStyle w:val="TAH"/>
            </w:pPr>
            <w:r w:rsidRPr="001C0CC4">
              <w:t>voltage</w:t>
            </w:r>
          </w:p>
        </w:tc>
        <w:tc>
          <w:tcPr>
            <w:tcW w:w="2070" w:type="dxa"/>
          </w:tcPr>
          <w:p w14:paraId="21BDF019" w14:textId="77777777" w:rsidR="00DC7196" w:rsidRPr="001C0CC4" w:rsidRDefault="00DC7196" w:rsidP="000F4387">
            <w:pPr>
              <w:pStyle w:val="TAH"/>
            </w:pPr>
            <w:r w:rsidRPr="001C0CC4">
              <w:t>Higher extreme</w:t>
            </w:r>
          </w:p>
          <w:p w14:paraId="0EB0AA47" w14:textId="77777777" w:rsidR="00DC7196" w:rsidRPr="001C0CC4" w:rsidRDefault="00DC7196" w:rsidP="000F4387">
            <w:pPr>
              <w:pStyle w:val="TAH"/>
            </w:pPr>
            <w:r w:rsidRPr="001C0CC4">
              <w:t>voltage</w:t>
            </w:r>
          </w:p>
        </w:tc>
        <w:tc>
          <w:tcPr>
            <w:tcW w:w="1980" w:type="dxa"/>
          </w:tcPr>
          <w:p w14:paraId="2A812C4D" w14:textId="77777777" w:rsidR="00DC7196" w:rsidRPr="001C0CC4" w:rsidRDefault="00DC7196" w:rsidP="000F4387">
            <w:pPr>
              <w:pStyle w:val="TAH"/>
            </w:pPr>
            <w:r w:rsidRPr="001C0CC4">
              <w:t>Normal conditions</w:t>
            </w:r>
          </w:p>
          <w:p w14:paraId="388D5CE4" w14:textId="77777777" w:rsidR="00DC7196" w:rsidRPr="001C0CC4" w:rsidRDefault="00DC7196" w:rsidP="000F4387">
            <w:pPr>
              <w:pStyle w:val="TAH"/>
            </w:pPr>
            <w:r w:rsidRPr="001C0CC4">
              <w:t>voltage</w:t>
            </w:r>
          </w:p>
        </w:tc>
      </w:tr>
      <w:tr w:rsidR="00DC7196" w:rsidRPr="001C0CC4" w14:paraId="56611D89" w14:textId="77777777" w:rsidTr="00DC7196">
        <w:trPr>
          <w:jc w:val="center"/>
        </w:trPr>
        <w:tc>
          <w:tcPr>
            <w:tcW w:w="2898" w:type="dxa"/>
          </w:tcPr>
          <w:p w14:paraId="5C073573" w14:textId="77777777" w:rsidR="00DC7196" w:rsidRPr="001C0CC4" w:rsidRDefault="00DC7196" w:rsidP="000F4387">
            <w:pPr>
              <w:pStyle w:val="TAL"/>
            </w:pPr>
            <w:r w:rsidRPr="001C0CC4">
              <w:t>AC mains</w:t>
            </w:r>
          </w:p>
        </w:tc>
        <w:tc>
          <w:tcPr>
            <w:tcW w:w="1890" w:type="dxa"/>
          </w:tcPr>
          <w:p w14:paraId="1B9A62C2" w14:textId="77777777" w:rsidR="00DC7196" w:rsidRPr="001C0CC4" w:rsidRDefault="00DC7196" w:rsidP="000F4387">
            <w:pPr>
              <w:pStyle w:val="TAC"/>
            </w:pPr>
            <w:r w:rsidRPr="001C0CC4">
              <w:t>0,9 * nominal</w:t>
            </w:r>
          </w:p>
        </w:tc>
        <w:tc>
          <w:tcPr>
            <w:tcW w:w="2070" w:type="dxa"/>
          </w:tcPr>
          <w:p w14:paraId="0CCB681F" w14:textId="77777777" w:rsidR="00DC7196" w:rsidRPr="001C0CC4" w:rsidRDefault="00DC7196" w:rsidP="000F4387">
            <w:pPr>
              <w:pStyle w:val="TAC"/>
            </w:pPr>
            <w:r w:rsidRPr="001C0CC4">
              <w:t>1,1 * nominal</w:t>
            </w:r>
          </w:p>
        </w:tc>
        <w:tc>
          <w:tcPr>
            <w:tcW w:w="1980" w:type="dxa"/>
          </w:tcPr>
          <w:p w14:paraId="72663737" w14:textId="77777777" w:rsidR="00DC7196" w:rsidRPr="001C0CC4" w:rsidRDefault="00DC7196" w:rsidP="000F4387">
            <w:pPr>
              <w:pStyle w:val="TAC"/>
            </w:pPr>
            <w:r w:rsidRPr="001C0CC4">
              <w:t>nominal</w:t>
            </w:r>
          </w:p>
        </w:tc>
      </w:tr>
      <w:tr w:rsidR="00DC7196" w:rsidRPr="001C0CC4" w14:paraId="3A29A7C7" w14:textId="77777777" w:rsidTr="00DC7196">
        <w:trPr>
          <w:jc w:val="center"/>
        </w:trPr>
        <w:tc>
          <w:tcPr>
            <w:tcW w:w="2898" w:type="dxa"/>
            <w:tcBorders>
              <w:bottom w:val="nil"/>
            </w:tcBorders>
          </w:tcPr>
          <w:p w14:paraId="66B6E19D" w14:textId="77777777" w:rsidR="00DC7196" w:rsidRPr="001C0CC4" w:rsidRDefault="00DC7196" w:rsidP="000F4387">
            <w:pPr>
              <w:pStyle w:val="TAL"/>
            </w:pPr>
            <w:r w:rsidRPr="001C0CC4">
              <w:t>Regulated lead acid battery</w:t>
            </w:r>
          </w:p>
        </w:tc>
        <w:tc>
          <w:tcPr>
            <w:tcW w:w="1890" w:type="dxa"/>
            <w:tcBorders>
              <w:bottom w:val="nil"/>
            </w:tcBorders>
          </w:tcPr>
          <w:p w14:paraId="10FA43DE" w14:textId="77777777" w:rsidR="00DC7196" w:rsidRPr="001C0CC4" w:rsidRDefault="00DC7196" w:rsidP="000F4387">
            <w:pPr>
              <w:pStyle w:val="TAC"/>
            </w:pPr>
            <w:r w:rsidRPr="001C0CC4">
              <w:t>0,9 * nominal</w:t>
            </w:r>
          </w:p>
        </w:tc>
        <w:tc>
          <w:tcPr>
            <w:tcW w:w="2070" w:type="dxa"/>
            <w:tcBorders>
              <w:bottom w:val="nil"/>
            </w:tcBorders>
          </w:tcPr>
          <w:p w14:paraId="6C0A4A7A" w14:textId="77777777" w:rsidR="00DC7196" w:rsidRPr="001C0CC4" w:rsidRDefault="00DC7196" w:rsidP="000F4387">
            <w:pPr>
              <w:pStyle w:val="TAC"/>
            </w:pPr>
            <w:r w:rsidRPr="001C0CC4">
              <w:t>1,3 * nominal</w:t>
            </w:r>
          </w:p>
        </w:tc>
        <w:tc>
          <w:tcPr>
            <w:tcW w:w="1980" w:type="dxa"/>
            <w:tcBorders>
              <w:bottom w:val="nil"/>
            </w:tcBorders>
          </w:tcPr>
          <w:p w14:paraId="61D81850" w14:textId="77777777" w:rsidR="00DC7196" w:rsidRPr="001C0CC4" w:rsidRDefault="00DC7196" w:rsidP="000F4387">
            <w:pPr>
              <w:pStyle w:val="TAC"/>
            </w:pPr>
            <w:r w:rsidRPr="001C0CC4">
              <w:t>1,1 * nominal</w:t>
            </w:r>
          </w:p>
        </w:tc>
      </w:tr>
      <w:tr w:rsidR="00DC7196" w:rsidRPr="001C0CC4" w14:paraId="306D1F8B" w14:textId="77777777" w:rsidTr="00DC7196">
        <w:trPr>
          <w:trHeight w:val="622"/>
          <w:jc w:val="center"/>
        </w:trPr>
        <w:tc>
          <w:tcPr>
            <w:tcW w:w="2898" w:type="dxa"/>
          </w:tcPr>
          <w:p w14:paraId="6B165AA7" w14:textId="77777777" w:rsidR="00DC7196" w:rsidRPr="001C0CC4" w:rsidRDefault="00DC7196" w:rsidP="000F4387">
            <w:pPr>
              <w:pStyle w:val="TAL"/>
            </w:pPr>
            <w:r w:rsidRPr="001C0CC4">
              <w:t>Non regulated batteries:</w:t>
            </w:r>
          </w:p>
          <w:p w14:paraId="53A09EF2" w14:textId="77777777" w:rsidR="00DC7196" w:rsidRPr="001C0CC4" w:rsidRDefault="00DC7196" w:rsidP="000F4387">
            <w:pPr>
              <w:pStyle w:val="TAL"/>
            </w:pPr>
            <w:r w:rsidRPr="001C0CC4">
              <w:t>Leclanché</w:t>
            </w:r>
          </w:p>
          <w:p w14:paraId="53FE8181" w14:textId="77777777" w:rsidR="00DC7196" w:rsidRPr="001C0CC4" w:rsidRDefault="00DC7196" w:rsidP="000F4387">
            <w:pPr>
              <w:pStyle w:val="TAL"/>
            </w:pPr>
            <w:r w:rsidRPr="001C0CC4">
              <w:t>Lithium</w:t>
            </w:r>
          </w:p>
          <w:p w14:paraId="65BB18AA" w14:textId="77777777" w:rsidR="00DC7196" w:rsidRPr="001C0CC4" w:rsidRDefault="00DC7196" w:rsidP="000F4387">
            <w:pPr>
              <w:pStyle w:val="TAL"/>
            </w:pPr>
            <w:r w:rsidRPr="001C0CC4">
              <w:t>Mercury/nickel &amp; cadmium</w:t>
            </w:r>
          </w:p>
        </w:tc>
        <w:tc>
          <w:tcPr>
            <w:tcW w:w="1890" w:type="dxa"/>
          </w:tcPr>
          <w:p w14:paraId="55AE13B0" w14:textId="77777777" w:rsidR="00DC7196" w:rsidRPr="001C0CC4" w:rsidRDefault="00DC7196" w:rsidP="000F4387">
            <w:pPr>
              <w:pStyle w:val="TAC"/>
            </w:pPr>
          </w:p>
          <w:p w14:paraId="1236304A" w14:textId="77777777" w:rsidR="00DC7196" w:rsidRPr="001C0CC4" w:rsidRDefault="00DC7196" w:rsidP="000F4387">
            <w:pPr>
              <w:pStyle w:val="TAC"/>
            </w:pPr>
            <w:r w:rsidRPr="001C0CC4">
              <w:t>0,85 * nominal</w:t>
            </w:r>
          </w:p>
          <w:p w14:paraId="43E74932" w14:textId="77777777" w:rsidR="00DC7196" w:rsidRPr="001C0CC4" w:rsidRDefault="00DC7196" w:rsidP="000F4387">
            <w:pPr>
              <w:pStyle w:val="TAC"/>
            </w:pPr>
            <w:r w:rsidRPr="001C0CC4">
              <w:t>0,95 * nominal</w:t>
            </w:r>
          </w:p>
          <w:p w14:paraId="1AEFD37D" w14:textId="77777777" w:rsidR="00DC7196" w:rsidRPr="001C0CC4" w:rsidRDefault="00DC7196" w:rsidP="000F4387">
            <w:pPr>
              <w:pStyle w:val="TAC"/>
            </w:pPr>
            <w:r w:rsidRPr="001C0CC4">
              <w:t>0,90 * nominal</w:t>
            </w:r>
          </w:p>
        </w:tc>
        <w:tc>
          <w:tcPr>
            <w:tcW w:w="2070" w:type="dxa"/>
          </w:tcPr>
          <w:p w14:paraId="7D913175" w14:textId="77777777" w:rsidR="00DC7196" w:rsidRPr="001C0CC4" w:rsidRDefault="00DC7196" w:rsidP="000F4387">
            <w:pPr>
              <w:pStyle w:val="TAC"/>
            </w:pPr>
          </w:p>
          <w:p w14:paraId="4623478B" w14:textId="77777777" w:rsidR="00DC7196" w:rsidRPr="001C0CC4" w:rsidRDefault="00DC7196" w:rsidP="000F4387">
            <w:pPr>
              <w:pStyle w:val="TAC"/>
            </w:pPr>
            <w:r w:rsidRPr="001C0CC4">
              <w:t>Nominal</w:t>
            </w:r>
          </w:p>
          <w:p w14:paraId="527C8B04" w14:textId="77777777" w:rsidR="00DC7196" w:rsidRPr="001C0CC4" w:rsidRDefault="00DC7196" w:rsidP="000F4387">
            <w:pPr>
              <w:pStyle w:val="TAC"/>
            </w:pPr>
            <w:r w:rsidRPr="001C0CC4">
              <w:t>1,1 * Nominal</w:t>
            </w:r>
          </w:p>
        </w:tc>
        <w:tc>
          <w:tcPr>
            <w:tcW w:w="1980" w:type="dxa"/>
          </w:tcPr>
          <w:p w14:paraId="0EEE0B65" w14:textId="77777777" w:rsidR="00DC7196" w:rsidRPr="001C0CC4" w:rsidRDefault="00DC7196" w:rsidP="000F4387">
            <w:pPr>
              <w:pStyle w:val="TAC"/>
            </w:pPr>
          </w:p>
          <w:p w14:paraId="5D37ED98" w14:textId="77777777" w:rsidR="00DC7196" w:rsidRPr="001C0CC4" w:rsidRDefault="00DC7196" w:rsidP="000F4387">
            <w:pPr>
              <w:pStyle w:val="TAC"/>
            </w:pPr>
            <w:r w:rsidRPr="001C0CC4">
              <w:t>Nominal</w:t>
            </w:r>
          </w:p>
          <w:p w14:paraId="45A2BA22" w14:textId="77777777" w:rsidR="00DC7196" w:rsidRPr="001C0CC4" w:rsidRDefault="00DC7196" w:rsidP="000F4387">
            <w:pPr>
              <w:pStyle w:val="TAC"/>
            </w:pPr>
            <w:r w:rsidRPr="001C0CC4">
              <w:t>1,1 * Nominal</w:t>
            </w:r>
          </w:p>
          <w:p w14:paraId="0ECB82FF" w14:textId="77777777" w:rsidR="00DC7196" w:rsidRPr="001C0CC4" w:rsidRDefault="00DC7196" w:rsidP="000F4387">
            <w:pPr>
              <w:pStyle w:val="TAC"/>
            </w:pPr>
            <w:r w:rsidRPr="001C0CC4">
              <w:t>Nominal</w:t>
            </w:r>
          </w:p>
        </w:tc>
      </w:tr>
    </w:tbl>
    <w:p w14:paraId="655FE618" w14:textId="77777777" w:rsidR="00DC7196" w:rsidRPr="001C0CC4" w:rsidRDefault="00DC7196" w:rsidP="00DC7196">
      <w:pPr>
        <w:rPr>
          <w:rFonts w:eastAsia="Yu Mincho" w:cs="v5.0.0"/>
        </w:rPr>
      </w:pPr>
    </w:p>
    <w:p w14:paraId="2B0B1551" w14:textId="77777777" w:rsidR="00DC7196" w:rsidRPr="001C0CC4" w:rsidRDefault="00DC7196" w:rsidP="00DC7196">
      <w:pPr>
        <w:rPr>
          <w:rFonts w:eastAsia="Yu Mincho" w:cs="v5.0.0"/>
        </w:rPr>
      </w:pPr>
      <w:r w:rsidRPr="001C0CC4">
        <w:rPr>
          <w:rFonts w:eastAsia="Yu Mincho" w:cs="v5.0.0"/>
        </w:rPr>
        <w:t>Outside this voltage range the UE if powered on, shall not make ineffective use of the radio frequency spectrum. In no case shall the UE exceed the transmitted levels as defined in clause 6.2 for extreme operation. In particular, the UE shall inhibit all RF transmissions when the power supply voltage is below the manufacturer declared shutdown voltage.</w:t>
      </w:r>
    </w:p>
    <w:p w14:paraId="633D7BCC" w14:textId="77777777" w:rsidR="00DC7196" w:rsidRPr="001C0CC4" w:rsidRDefault="00DC7196" w:rsidP="00DC7196">
      <w:pPr>
        <w:pStyle w:val="Heading2"/>
        <w:rPr>
          <w:rFonts w:eastAsia="Yu Mincho"/>
        </w:rPr>
      </w:pPr>
      <w:bookmarkStart w:id="1077" w:name="_Toc21344572"/>
      <w:bookmarkStart w:id="1078" w:name="_Toc29802060"/>
      <w:bookmarkStart w:id="1079" w:name="_Toc29802484"/>
      <w:bookmarkStart w:id="1080" w:name="_Toc29803109"/>
      <w:bookmarkStart w:id="1081" w:name="_Toc36107851"/>
      <w:bookmarkStart w:id="1082" w:name="_Toc37251625"/>
      <w:bookmarkStart w:id="1083" w:name="_Toc45888564"/>
      <w:bookmarkStart w:id="1084" w:name="_Toc45889163"/>
      <w:bookmarkStart w:id="1085" w:name="_Toc59650541"/>
      <w:bookmarkStart w:id="1086" w:name="_Toc61357813"/>
      <w:bookmarkStart w:id="1087" w:name="_Toc61359587"/>
      <w:bookmarkStart w:id="1088" w:name="_Toc67916527"/>
      <w:bookmarkStart w:id="1089" w:name="_Toc75534073"/>
      <w:bookmarkStart w:id="1090" w:name="_Toc75819959"/>
      <w:bookmarkStart w:id="1091" w:name="_Toc76508803"/>
      <w:bookmarkStart w:id="1092" w:name="_Toc76717753"/>
      <w:bookmarkStart w:id="1093" w:name="_Toc83294394"/>
      <w:bookmarkStart w:id="1094" w:name="_Toc84335433"/>
      <w:r w:rsidRPr="001C0CC4">
        <w:rPr>
          <w:rFonts w:eastAsia="Yu Mincho"/>
        </w:rPr>
        <w:t>E.2.3</w:t>
      </w:r>
      <w:r w:rsidRPr="001C0CC4">
        <w:rPr>
          <w:rFonts w:eastAsia="Yu Mincho"/>
        </w:rPr>
        <w:tab/>
        <w:t>Vibration</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48C323DD" w14:textId="77777777" w:rsidR="00DC7196" w:rsidRPr="001C0CC4" w:rsidRDefault="00DC7196" w:rsidP="00DC7196">
      <w:pPr>
        <w:keepNext/>
        <w:rPr>
          <w:rFonts w:eastAsia="Yu Mincho" w:cs="v5.0.0"/>
        </w:rPr>
      </w:pPr>
      <w:r w:rsidRPr="001C0CC4">
        <w:rPr>
          <w:rFonts w:eastAsia="Yu Mincho" w:cs="v5.0.0"/>
        </w:rPr>
        <w:t>The UE shall fulfil all the requirements when vibrated at the following frequency/amplitudes.</w:t>
      </w:r>
    </w:p>
    <w:p w14:paraId="0143BE90" w14:textId="77777777" w:rsidR="00DC7196" w:rsidRPr="001C0CC4" w:rsidRDefault="00DC7196" w:rsidP="00DC7196">
      <w:pPr>
        <w:pStyle w:val="TH"/>
      </w:pPr>
      <w:r w:rsidRPr="001C0CC4">
        <w:t>Table E.2.3-1: Vibration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5940"/>
      </w:tblGrid>
      <w:tr w:rsidR="00DC7196" w:rsidRPr="001C0CC4" w14:paraId="3C193C7F" w14:textId="77777777" w:rsidTr="00BB2E83">
        <w:trPr>
          <w:trHeight w:val="187"/>
          <w:jc w:val="center"/>
        </w:trPr>
        <w:tc>
          <w:tcPr>
            <w:tcW w:w="2898" w:type="dxa"/>
            <w:vAlign w:val="center"/>
          </w:tcPr>
          <w:p w14:paraId="1EF255A8" w14:textId="77777777" w:rsidR="00DC7196" w:rsidRPr="001C0CC4" w:rsidRDefault="00DC7196" w:rsidP="00DC7196">
            <w:pPr>
              <w:pStyle w:val="TAH"/>
              <w:rPr>
                <w:rFonts w:eastAsia="Yu Mincho"/>
              </w:rPr>
            </w:pPr>
            <w:r w:rsidRPr="001C0CC4">
              <w:rPr>
                <w:rFonts w:eastAsia="Yu Mincho"/>
              </w:rPr>
              <w:t>Frequency</w:t>
            </w:r>
          </w:p>
        </w:tc>
        <w:tc>
          <w:tcPr>
            <w:tcW w:w="5940" w:type="dxa"/>
            <w:vAlign w:val="center"/>
          </w:tcPr>
          <w:p w14:paraId="51CCE27A" w14:textId="77777777" w:rsidR="00DC7196" w:rsidRPr="001C0CC4" w:rsidRDefault="00DC7196" w:rsidP="00DC7196">
            <w:pPr>
              <w:pStyle w:val="TAH"/>
              <w:rPr>
                <w:rFonts w:eastAsia="Yu Mincho"/>
              </w:rPr>
            </w:pPr>
            <w:r w:rsidRPr="001C0CC4">
              <w:rPr>
                <w:rFonts w:eastAsia="Yu Mincho"/>
              </w:rPr>
              <w:t>ASD (Acceleration Spectral Density) random vibration</w:t>
            </w:r>
          </w:p>
        </w:tc>
      </w:tr>
      <w:tr w:rsidR="00DC7196" w:rsidRPr="001C0CC4" w14:paraId="532AA45E" w14:textId="77777777" w:rsidTr="00BB2E83">
        <w:trPr>
          <w:trHeight w:val="187"/>
          <w:jc w:val="center"/>
        </w:trPr>
        <w:tc>
          <w:tcPr>
            <w:tcW w:w="2898" w:type="dxa"/>
          </w:tcPr>
          <w:p w14:paraId="2F32B1F3" w14:textId="77777777" w:rsidR="00DC7196" w:rsidRPr="001C0CC4" w:rsidRDefault="00DC7196" w:rsidP="00BB2E83">
            <w:pPr>
              <w:pStyle w:val="TAC"/>
              <w:rPr>
                <w:rFonts w:eastAsia="Yu Mincho"/>
              </w:rPr>
            </w:pPr>
            <w:r w:rsidRPr="001C0CC4">
              <w:rPr>
                <w:rFonts w:eastAsia="Yu Mincho"/>
              </w:rPr>
              <w:t>5 Hz to 20 Hz</w:t>
            </w:r>
          </w:p>
        </w:tc>
        <w:tc>
          <w:tcPr>
            <w:tcW w:w="5940" w:type="dxa"/>
          </w:tcPr>
          <w:p w14:paraId="46E17AA3" w14:textId="77777777" w:rsidR="00DC7196" w:rsidRPr="001C0CC4" w:rsidRDefault="00DC7196" w:rsidP="00BB2E83">
            <w:pPr>
              <w:pStyle w:val="TAC"/>
              <w:rPr>
                <w:rFonts w:eastAsia="Yu Mincho"/>
              </w:rPr>
            </w:pPr>
            <w:r w:rsidRPr="001C0CC4">
              <w:rPr>
                <w:rFonts w:eastAsia="Yu Mincho"/>
              </w:rPr>
              <w:t>0.96 m</w:t>
            </w:r>
            <w:r w:rsidRPr="001C0CC4">
              <w:rPr>
                <w:rFonts w:eastAsia="Yu Mincho"/>
                <w:position w:val="6"/>
                <w:sz w:val="16"/>
              </w:rPr>
              <w:t>2</w:t>
            </w:r>
            <w:r w:rsidRPr="001C0CC4">
              <w:rPr>
                <w:rFonts w:eastAsia="Yu Mincho"/>
              </w:rPr>
              <w:t>/s</w:t>
            </w:r>
            <w:r w:rsidRPr="001C0CC4">
              <w:rPr>
                <w:rFonts w:eastAsia="Yu Mincho"/>
                <w:position w:val="6"/>
                <w:sz w:val="16"/>
              </w:rPr>
              <w:t>3</w:t>
            </w:r>
          </w:p>
        </w:tc>
      </w:tr>
      <w:tr w:rsidR="00DC7196" w:rsidRPr="001C0CC4" w14:paraId="7E22777D" w14:textId="77777777" w:rsidTr="00BB2E83">
        <w:trPr>
          <w:trHeight w:val="187"/>
          <w:jc w:val="center"/>
        </w:trPr>
        <w:tc>
          <w:tcPr>
            <w:tcW w:w="2898" w:type="dxa"/>
          </w:tcPr>
          <w:p w14:paraId="25F08C3B" w14:textId="77777777" w:rsidR="00DC7196" w:rsidRPr="001C0CC4" w:rsidRDefault="00DC7196" w:rsidP="00BB2E83">
            <w:pPr>
              <w:pStyle w:val="TAC"/>
              <w:rPr>
                <w:rFonts w:eastAsia="Yu Mincho"/>
              </w:rPr>
            </w:pPr>
            <w:r w:rsidRPr="001C0CC4">
              <w:rPr>
                <w:rFonts w:eastAsia="Yu Mincho"/>
              </w:rPr>
              <w:t>20 Hz to 500 Hz</w:t>
            </w:r>
          </w:p>
        </w:tc>
        <w:tc>
          <w:tcPr>
            <w:tcW w:w="5940" w:type="dxa"/>
          </w:tcPr>
          <w:p w14:paraId="1840845C" w14:textId="77777777" w:rsidR="00DC7196" w:rsidRPr="001C0CC4" w:rsidRDefault="00DC7196" w:rsidP="00BB2E83">
            <w:pPr>
              <w:pStyle w:val="TAC"/>
              <w:rPr>
                <w:rFonts w:eastAsia="Yu Mincho"/>
              </w:rPr>
            </w:pPr>
            <w:r w:rsidRPr="001C0CC4">
              <w:rPr>
                <w:rFonts w:eastAsia="Yu Mincho"/>
              </w:rPr>
              <w:t>0.96 m</w:t>
            </w:r>
            <w:r w:rsidRPr="001C0CC4">
              <w:rPr>
                <w:rFonts w:eastAsia="Yu Mincho"/>
                <w:position w:val="6"/>
                <w:sz w:val="16"/>
              </w:rPr>
              <w:t>2</w:t>
            </w:r>
            <w:r w:rsidRPr="001C0CC4">
              <w:rPr>
                <w:rFonts w:eastAsia="Yu Mincho"/>
              </w:rPr>
              <w:t>/s</w:t>
            </w:r>
            <w:r w:rsidRPr="001C0CC4">
              <w:rPr>
                <w:rFonts w:eastAsia="Yu Mincho"/>
                <w:position w:val="6"/>
                <w:sz w:val="16"/>
              </w:rPr>
              <w:t>3</w:t>
            </w:r>
            <w:r w:rsidRPr="001C0CC4">
              <w:rPr>
                <w:rFonts w:eastAsia="Yu Mincho"/>
              </w:rPr>
              <w:t xml:space="preserve"> at 20 Hz, thereafter –3 dB/Octave</w:t>
            </w:r>
          </w:p>
        </w:tc>
      </w:tr>
    </w:tbl>
    <w:p w14:paraId="0B4EEDD9" w14:textId="77777777" w:rsidR="00DC7196" w:rsidRPr="001C0CC4" w:rsidRDefault="00DC7196" w:rsidP="00DC7196">
      <w:pPr>
        <w:rPr>
          <w:rFonts w:eastAsia="Yu Mincho" w:cs="v5.0.0"/>
        </w:rPr>
      </w:pPr>
    </w:p>
    <w:p w14:paraId="6E0765FC" w14:textId="77777777" w:rsidR="00DC7196" w:rsidRPr="001C0CC4" w:rsidRDefault="00DC7196" w:rsidP="00DC7196">
      <w:pPr>
        <w:rPr>
          <w:rFonts w:eastAsia="Yu Mincho" w:cs="v5.0.0"/>
        </w:rPr>
      </w:pPr>
      <w:r w:rsidRPr="001C0CC4">
        <w:rPr>
          <w:rFonts w:eastAsia="Yu Mincho" w:cs="v5.0.0"/>
        </w:rPr>
        <w:t>Outside the specified frequency range the UE, if powered on, shall not make ineffective use of the radio frequency spectrum. In no case shall the UE exceed the transmitted levels as defined in TS 3</w:t>
      </w:r>
      <w:r w:rsidRPr="001C0CC4">
        <w:rPr>
          <w:rFonts w:eastAsia="Yu Mincho" w:cs="v5.0.0" w:hint="eastAsia"/>
          <w:lang w:eastAsia="ja-JP"/>
        </w:rPr>
        <w:t>8</w:t>
      </w:r>
      <w:r w:rsidRPr="001C0CC4">
        <w:rPr>
          <w:rFonts w:eastAsia="Yu Mincho" w:cs="v5.0.0"/>
        </w:rPr>
        <w:t>.101-1 for extreme operation.</w:t>
      </w:r>
    </w:p>
    <w:p w14:paraId="2CE071AE" w14:textId="77777777" w:rsidR="00DC7196" w:rsidRPr="001C0CC4" w:rsidRDefault="00DC7196" w:rsidP="00DC7196">
      <w:pPr>
        <w:spacing w:after="0"/>
        <w:rPr>
          <w:rFonts w:eastAsia="Yu Mincho" w:cs="v5.0.0"/>
        </w:rPr>
      </w:pPr>
      <w:r w:rsidRPr="001C0CC4">
        <w:rPr>
          <w:rFonts w:eastAsia="Yu Mincho" w:cs="v5.0.0"/>
        </w:rPr>
        <w:br w:type="page"/>
      </w:r>
    </w:p>
    <w:p w14:paraId="3975E0E0" w14:textId="77777777" w:rsidR="00DC7196" w:rsidRPr="001C0CC4" w:rsidRDefault="00DC7196" w:rsidP="00DC7196">
      <w:pPr>
        <w:pStyle w:val="Heading8"/>
      </w:pPr>
      <w:bookmarkStart w:id="1095" w:name="_Toc21344573"/>
      <w:bookmarkStart w:id="1096" w:name="_Toc29802061"/>
      <w:bookmarkStart w:id="1097" w:name="_Toc29802485"/>
      <w:bookmarkStart w:id="1098" w:name="_Toc29803110"/>
      <w:bookmarkStart w:id="1099" w:name="_Toc36107852"/>
      <w:bookmarkStart w:id="1100" w:name="_Toc37251626"/>
      <w:bookmarkStart w:id="1101" w:name="_Toc45888565"/>
      <w:bookmarkStart w:id="1102" w:name="_Toc45889164"/>
      <w:bookmarkStart w:id="1103" w:name="_Toc59650542"/>
      <w:bookmarkStart w:id="1104" w:name="_Toc61357814"/>
      <w:bookmarkStart w:id="1105" w:name="_Toc61359588"/>
      <w:bookmarkStart w:id="1106" w:name="_Toc67916528"/>
      <w:bookmarkStart w:id="1107" w:name="_Toc75534074"/>
      <w:bookmarkStart w:id="1108" w:name="_Toc75819960"/>
      <w:bookmarkStart w:id="1109" w:name="_Toc76508804"/>
      <w:bookmarkStart w:id="1110" w:name="_Toc76717754"/>
      <w:bookmarkStart w:id="1111" w:name="_Toc83294395"/>
      <w:bookmarkStart w:id="1112" w:name="_Toc84335434"/>
      <w:r w:rsidRPr="001C0CC4">
        <w:t xml:space="preserve">Annex F (normative): </w:t>
      </w:r>
      <w:r w:rsidRPr="001C0CC4">
        <w:br/>
        <w:t>Transmit modulation</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7A40C1D8" w14:textId="77777777" w:rsidR="00DC7196" w:rsidRPr="001C0CC4" w:rsidRDefault="00DC7196" w:rsidP="00DC7196"/>
    <w:p w14:paraId="21597ED2" w14:textId="77777777" w:rsidR="00DC7196" w:rsidRPr="001C0CC4" w:rsidRDefault="00DC7196" w:rsidP="00DC7196">
      <w:pPr>
        <w:pStyle w:val="Heading1"/>
      </w:pPr>
      <w:bookmarkStart w:id="1113" w:name="_Toc21344574"/>
      <w:bookmarkStart w:id="1114" w:name="_Toc29802062"/>
      <w:bookmarkStart w:id="1115" w:name="_Toc29802486"/>
      <w:bookmarkStart w:id="1116" w:name="_Toc29803111"/>
      <w:bookmarkStart w:id="1117" w:name="_Toc36107853"/>
      <w:bookmarkStart w:id="1118" w:name="_Toc37251627"/>
      <w:bookmarkStart w:id="1119" w:name="_Toc45888566"/>
      <w:bookmarkStart w:id="1120" w:name="_Toc45889165"/>
      <w:bookmarkStart w:id="1121" w:name="_Toc59650543"/>
      <w:bookmarkStart w:id="1122" w:name="_Toc61357815"/>
      <w:bookmarkStart w:id="1123" w:name="_Toc61359589"/>
      <w:bookmarkStart w:id="1124" w:name="_Toc67916529"/>
      <w:bookmarkStart w:id="1125" w:name="_Toc75534075"/>
      <w:bookmarkStart w:id="1126" w:name="_Toc75819961"/>
      <w:bookmarkStart w:id="1127" w:name="_Toc76508805"/>
      <w:bookmarkStart w:id="1128" w:name="_Toc76717755"/>
      <w:bookmarkStart w:id="1129" w:name="_Toc83294396"/>
      <w:bookmarkStart w:id="1130" w:name="_Toc84335435"/>
      <w:r w:rsidRPr="001C0CC4">
        <w:t>F.0</w:t>
      </w:r>
      <w:r w:rsidRPr="001C0CC4">
        <w:tab/>
        <w:t>General</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016301CE" w14:textId="77777777" w:rsidR="00DC7196" w:rsidRPr="001C0CC4" w:rsidRDefault="00DC7196" w:rsidP="00DC7196">
      <w:r w:rsidRPr="001C0CC4">
        <w:t xml:space="preserve">While measuring the transmit modulation quality of carriers, an existence of the carrier leakage needs to be taken into account indicated by the parameter </w:t>
      </w:r>
      <w:r w:rsidRPr="001C0CC4">
        <w:rPr>
          <w:i/>
        </w:rPr>
        <w:t>txDirectCurrentLocation</w:t>
      </w:r>
      <w:r w:rsidRPr="001C0CC4">
        <w:t xml:space="preserve"> in </w:t>
      </w:r>
      <w:r w:rsidRPr="001C0CC4">
        <w:rPr>
          <w:i/>
        </w:rPr>
        <w:t>UplinkTxDirectCurrent</w:t>
      </w:r>
      <w:r w:rsidRPr="001C0CC4">
        <w:t xml:space="preserve"> IE.  </w:t>
      </w:r>
    </w:p>
    <w:p w14:paraId="4E48E233" w14:textId="77777777" w:rsidR="00DC7196" w:rsidRPr="001C0CC4" w:rsidRDefault="00DC7196" w:rsidP="00DC7196"/>
    <w:p w14:paraId="5D1A985E" w14:textId="77777777" w:rsidR="00DC7196" w:rsidRPr="001C0CC4" w:rsidRDefault="00DC7196" w:rsidP="00DC7196">
      <w:pPr>
        <w:pStyle w:val="Heading1"/>
      </w:pPr>
      <w:bookmarkStart w:id="1131" w:name="_Toc21344575"/>
      <w:bookmarkStart w:id="1132" w:name="_Toc29802063"/>
      <w:bookmarkStart w:id="1133" w:name="_Toc29802487"/>
      <w:bookmarkStart w:id="1134" w:name="_Toc29803112"/>
      <w:bookmarkStart w:id="1135" w:name="_Toc36107854"/>
      <w:bookmarkStart w:id="1136" w:name="_Toc37251628"/>
      <w:bookmarkStart w:id="1137" w:name="_Toc45888567"/>
      <w:bookmarkStart w:id="1138" w:name="_Toc45889166"/>
      <w:bookmarkStart w:id="1139" w:name="_Toc59650544"/>
      <w:bookmarkStart w:id="1140" w:name="_Toc61357816"/>
      <w:bookmarkStart w:id="1141" w:name="_Toc61359590"/>
      <w:bookmarkStart w:id="1142" w:name="_Toc67916530"/>
      <w:bookmarkStart w:id="1143" w:name="_Toc75534076"/>
      <w:bookmarkStart w:id="1144" w:name="_Toc75819962"/>
      <w:bookmarkStart w:id="1145" w:name="_Toc76508806"/>
      <w:bookmarkStart w:id="1146" w:name="_Toc76717756"/>
      <w:bookmarkStart w:id="1147" w:name="_Toc83294397"/>
      <w:bookmarkStart w:id="1148" w:name="_Toc84335436"/>
      <w:r w:rsidRPr="001C0CC4">
        <w:t>F.1</w:t>
      </w:r>
      <w:r w:rsidRPr="001C0CC4">
        <w:tab/>
        <w:t>Measurement Point</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60D60AF8" w14:textId="77777777" w:rsidR="006C1B75" w:rsidRPr="00A1115A" w:rsidRDefault="006C1B75" w:rsidP="006C1B75">
      <w:bookmarkStart w:id="1149" w:name="_Toc21344576"/>
      <w:bookmarkStart w:id="1150" w:name="_Toc29802064"/>
      <w:bookmarkStart w:id="1151" w:name="_Toc29802488"/>
      <w:bookmarkStart w:id="1152" w:name="_Toc29803113"/>
      <w:bookmarkStart w:id="1153" w:name="_Toc36107855"/>
      <w:bookmarkStart w:id="1154" w:name="_Toc37251629"/>
      <w:bookmarkStart w:id="1155" w:name="_Toc45888568"/>
      <w:bookmarkStart w:id="1156" w:name="_Toc45889167"/>
      <w:bookmarkStart w:id="1157" w:name="_Toc59650545"/>
      <w:bookmarkStart w:id="1158" w:name="_Toc61357817"/>
      <w:bookmarkStart w:id="1159" w:name="_Toc61359591"/>
      <w:bookmarkStart w:id="1160" w:name="_Toc67916531"/>
      <w:bookmarkStart w:id="1161" w:name="_Toc75534077"/>
      <w:bookmarkStart w:id="1162" w:name="_Toc75819963"/>
      <w:bookmarkStart w:id="1163" w:name="_Toc76508807"/>
      <w:bookmarkStart w:id="1164" w:name="_Toc76717757"/>
      <w:bookmarkStart w:id="1165" w:name="_Toc83294398"/>
      <w:bookmarkStart w:id="1166" w:name="_Toc84335437"/>
      <w:r w:rsidRPr="00A1115A">
        <w:t>Figure F.1-1 shows the measurement point for the unwanted emission falling into non-allocated RB(s) and the EVM for the allocated RB(s).</w:t>
      </w:r>
    </w:p>
    <w:p w14:paraId="0E6FAEA1" w14:textId="1030A575" w:rsidR="006C1B75" w:rsidRDefault="006C1B75" w:rsidP="00EF7276">
      <w:bookmarkStart w:id="1167" w:name="_Hlk115252171"/>
    </w:p>
    <w:p w14:paraId="3548244A" w14:textId="0025949E" w:rsidR="005D2B83" w:rsidRDefault="00EF7276" w:rsidP="00EF7276">
      <w:pPr>
        <w:pStyle w:val="TH"/>
      </w:pPr>
      <w:r>
        <w:rPr>
          <w:noProof/>
        </w:rPr>
        <w:drawing>
          <wp:inline distT="0" distB="0" distL="0" distR="0" wp14:anchorId="0CE4C118" wp14:editId="1C9AF7EA">
            <wp:extent cx="5730875" cy="16154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0875" cy="1615440"/>
                    </a:xfrm>
                    <a:prstGeom prst="rect">
                      <a:avLst/>
                    </a:prstGeom>
                    <a:noFill/>
                  </pic:spPr>
                </pic:pic>
              </a:graphicData>
            </a:graphic>
          </wp:inline>
        </w:drawing>
      </w:r>
    </w:p>
    <w:p w14:paraId="6D8B047E" w14:textId="468B1976" w:rsidR="006C1B75" w:rsidRPr="00A1115A" w:rsidRDefault="005D2B83" w:rsidP="005D2B83">
      <w:pPr>
        <w:pStyle w:val="TF"/>
      </w:pPr>
      <w:r w:rsidRPr="00A1115A">
        <w:t>Figure F.1-1: EVM measurement points</w:t>
      </w:r>
      <w:bookmarkEnd w:id="1167"/>
    </w:p>
    <w:p w14:paraId="7382667E" w14:textId="77777777" w:rsidR="006C1B75" w:rsidRDefault="006C1B75" w:rsidP="006C1B75">
      <w:pPr>
        <w:rPr>
          <w:lang w:eastAsia="ja-JP"/>
        </w:rPr>
      </w:pPr>
    </w:p>
    <w:p w14:paraId="003FDE48" w14:textId="77777777" w:rsidR="00DC7196" w:rsidRPr="001C0CC4" w:rsidRDefault="00DC7196" w:rsidP="00DC7196">
      <w:pPr>
        <w:pStyle w:val="Heading1"/>
      </w:pPr>
      <w:r w:rsidRPr="001C0CC4">
        <w:t>F.2</w:t>
      </w:r>
      <w:r w:rsidRPr="001C0CC4">
        <w:tab/>
        <w:t>Basic Error Vector Magnitude measurement</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2D3F26EE" w14:textId="77777777" w:rsidR="00DC7196" w:rsidRPr="001C0CC4" w:rsidRDefault="00DC7196" w:rsidP="00DC7196">
      <w:r w:rsidRPr="001C0CC4">
        <w:t>The EVM is the difference between the ideal waveform and the measured waveform for the allocated RB(s)</w:t>
      </w:r>
    </w:p>
    <w:p w14:paraId="6AC549D5" w14:textId="77777777" w:rsidR="00DC7196" w:rsidRPr="001C0CC4" w:rsidRDefault="00DC7196" w:rsidP="00DC7196">
      <w:pPr>
        <w:pStyle w:val="EQ"/>
        <w:jc w:val="center"/>
        <w:rPr>
          <w:noProof w:val="0"/>
        </w:rPr>
      </w:pPr>
      <w:r w:rsidRPr="001C0CC4">
        <w:rPr>
          <w:noProof w:val="0"/>
          <w:position w:val="-34"/>
        </w:rPr>
        <w:object w:dxaOrig="2540" w:dyaOrig="1060" w14:anchorId="229A00EA">
          <v:shape id="_x0000_i1039" type="#_x0000_t75" style="width:138.8pt;height:56.75pt" o:ole="">
            <v:imagedata r:id="rId35" o:title=""/>
          </v:shape>
          <o:OLEObject Type="Embed" ProgID="Equation.3" ShapeID="_x0000_i1039" DrawAspect="Content" ObjectID="_1734986606" r:id="rId36"/>
        </w:object>
      </w:r>
      <w:r w:rsidRPr="001C0CC4">
        <w:rPr>
          <w:noProof w:val="0"/>
        </w:rPr>
        <w:t>,</w:t>
      </w:r>
    </w:p>
    <w:p w14:paraId="7210BCF9" w14:textId="77777777" w:rsidR="00DC7196" w:rsidRPr="001C0CC4" w:rsidRDefault="00DC7196" w:rsidP="00DC7196">
      <w:r w:rsidRPr="001C0CC4">
        <w:t>where</w:t>
      </w:r>
    </w:p>
    <w:p w14:paraId="072E8117" w14:textId="77777777" w:rsidR="00DC7196" w:rsidRPr="001C0CC4" w:rsidRDefault="00DC7196" w:rsidP="00DC7196">
      <w:r w:rsidRPr="001C0CC4">
        <w:rPr>
          <w:position w:val="-12"/>
        </w:rPr>
        <w:object w:dxaOrig="300" w:dyaOrig="360" w14:anchorId="160DC343">
          <v:shape id="_x0000_i1040" type="#_x0000_t75" style="width:20.5pt;height:20.5pt" o:ole="">
            <v:imagedata r:id="rId37" o:title=""/>
          </v:shape>
          <o:OLEObject Type="Embed" ProgID="Equation.3" ShapeID="_x0000_i1040" DrawAspect="Content" ObjectID="_1734986607" r:id="rId38"/>
        </w:object>
      </w:r>
      <w:r w:rsidRPr="001C0CC4">
        <w:rPr>
          <w:i/>
        </w:rPr>
        <w:t xml:space="preserve"> </w:t>
      </w:r>
      <w:r w:rsidRPr="001C0CC4">
        <w:t xml:space="preserve">is a set of </w:t>
      </w:r>
      <w:r w:rsidRPr="001C0CC4">
        <w:rPr>
          <w:position w:val="-14"/>
          <w:sz w:val="24"/>
          <w:szCs w:val="24"/>
        </w:rPr>
        <w:object w:dxaOrig="380" w:dyaOrig="400" w14:anchorId="49A829EF">
          <v:shape id="_x0000_i1041" type="#_x0000_t75" style="width:15.25pt;height:20.5pt" o:ole="">
            <v:imagedata r:id="rId39" o:title=""/>
          </v:shape>
          <o:OLEObject Type="Embed" ProgID="Equation.3" ShapeID="_x0000_i1041" DrawAspect="Content" ObjectID="_1734986608" r:id="rId40"/>
        </w:object>
      </w:r>
      <w:r w:rsidRPr="001C0CC4">
        <w:rPr>
          <w:sz w:val="24"/>
          <w:szCs w:val="24"/>
        </w:rPr>
        <w:t xml:space="preserve"> </w:t>
      </w:r>
      <w:r w:rsidRPr="001C0CC4">
        <w:t>modulation symbols with the considered modulation scheme being active within the measurement period,</w:t>
      </w:r>
    </w:p>
    <w:p w14:paraId="485FF2CA" w14:textId="77777777" w:rsidR="00DC7196" w:rsidRPr="001C0CC4" w:rsidRDefault="00DC7196" w:rsidP="00DC7196">
      <w:r w:rsidRPr="001C0CC4">
        <w:rPr>
          <w:position w:val="-10"/>
        </w:rPr>
        <w:object w:dxaOrig="499" w:dyaOrig="340" w14:anchorId="354DBDC0">
          <v:shape id="_x0000_i1042" type="#_x0000_t75" style="width:31pt;height:20.5pt" o:ole="">
            <v:imagedata r:id="rId41" o:title=""/>
          </v:shape>
          <o:OLEObject Type="Embed" ProgID="Equation.3" ShapeID="_x0000_i1042" DrawAspect="Content" ObjectID="_1734986609" r:id="rId42"/>
        </w:object>
      </w:r>
      <w:r w:rsidRPr="001C0CC4">
        <w:t xml:space="preserve"> are the samples of the signal evaluated for the EVM,</w:t>
      </w:r>
    </w:p>
    <w:p w14:paraId="65DC5824" w14:textId="77777777" w:rsidR="00DC7196" w:rsidRPr="001C0CC4" w:rsidRDefault="00DC7196" w:rsidP="00DC7196">
      <w:r w:rsidRPr="001C0CC4">
        <w:rPr>
          <w:position w:val="-10"/>
        </w:rPr>
        <w:object w:dxaOrig="400" w:dyaOrig="340" w14:anchorId="19ABF9D2">
          <v:shape id="_x0000_i1043" type="#_x0000_t75" style="width:20.5pt;height:20.5pt" o:ole="">
            <v:imagedata r:id="rId43" o:title=""/>
          </v:shape>
          <o:OLEObject Type="Embed" ProgID="Equation.3" ShapeID="_x0000_i1043" DrawAspect="Content" ObjectID="_1734986610" r:id="rId44"/>
        </w:object>
      </w:r>
      <w:r w:rsidRPr="001C0CC4">
        <w:t xml:space="preserve"> is the ideal signal reconstructed by the measurement equipment, and</w:t>
      </w:r>
    </w:p>
    <w:p w14:paraId="6DAA19ED" w14:textId="77777777" w:rsidR="00DC7196" w:rsidRPr="001C0CC4" w:rsidRDefault="00DC7196" w:rsidP="00DC7196">
      <w:r w:rsidRPr="001C0CC4">
        <w:rPr>
          <w:rFonts w:ascii="Arial" w:hAnsi="Arial" w:cs="Arial"/>
          <w:position w:val="-12"/>
        </w:rPr>
        <w:object w:dxaOrig="260" w:dyaOrig="360" w14:anchorId="2C18D7C8">
          <v:shape id="_x0000_i1044" type="#_x0000_t75" style="width:20.5pt;height:20.5pt" o:ole="">
            <v:imagedata r:id="rId45" o:title=""/>
          </v:shape>
          <o:OLEObject Type="Embed" ProgID="Equation.3" ShapeID="_x0000_i1044" DrawAspect="Content" ObjectID="_1734986611" r:id="rId46"/>
        </w:object>
      </w:r>
      <w:r w:rsidRPr="001C0CC4">
        <w:t xml:space="preserve"> is the average power of the ideal signal. For normalized modulation symbols </w:t>
      </w:r>
      <w:r w:rsidRPr="001C0CC4">
        <w:rPr>
          <w:position w:val="-12"/>
        </w:rPr>
        <w:object w:dxaOrig="260" w:dyaOrig="360" w14:anchorId="0AE9E0C5">
          <v:shape id="_x0000_i1045" type="#_x0000_t75" style="width:20.5pt;height:20.5pt" o:ole="">
            <v:imagedata r:id="rId45" o:title=""/>
          </v:shape>
          <o:OLEObject Type="Embed" ProgID="Equation.3" ShapeID="_x0000_i1045" DrawAspect="Content" ObjectID="_1734986612" r:id="rId47"/>
        </w:object>
      </w:r>
      <w:r w:rsidRPr="001C0CC4">
        <w:t xml:space="preserve"> is equal to 1.</w:t>
      </w:r>
    </w:p>
    <w:p w14:paraId="1857FE21" w14:textId="77777777" w:rsidR="00DC7196" w:rsidRPr="001C0CC4" w:rsidRDefault="00DC7196" w:rsidP="00DC7196">
      <w:pPr>
        <w:jc w:val="both"/>
      </w:pPr>
      <w:r w:rsidRPr="001C0CC4">
        <w:t>The basic EVM measurement interval is defined over one slot in the time domain for PUCCH and PUSCH and over one preamble sequence for the PRACH.</w:t>
      </w:r>
    </w:p>
    <w:p w14:paraId="02BCFE46" w14:textId="77777777" w:rsidR="00DC7196" w:rsidRPr="001C0CC4" w:rsidRDefault="00DC7196" w:rsidP="00DC7196">
      <w:pPr>
        <w:pStyle w:val="Heading1"/>
      </w:pPr>
      <w:bookmarkStart w:id="1168" w:name="_Toc21344577"/>
      <w:bookmarkStart w:id="1169" w:name="_Toc29802065"/>
      <w:bookmarkStart w:id="1170" w:name="_Toc29802489"/>
      <w:bookmarkStart w:id="1171" w:name="_Toc29803114"/>
      <w:bookmarkStart w:id="1172" w:name="_Toc36107856"/>
      <w:bookmarkStart w:id="1173" w:name="_Toc37251630"/>
      <w:bookmarkStart w:id="1174" w:name="_Toc45888569"/>
      <w:bookmarkStart w:id="1175" w:name="_Toc45889168"/>
      <w:bookmarkStart w:id="1176" w:name="_Toc59650546"/>
      <w:bookmarkStart w:id="1177" w:name="_Toc61357818"/>
      <w:bookmarkStart w:id="1178" w:name="_Toc61359592"/>
      <w:bookmarkStart w:id="1179" w:name="_Toc67916532"/>
      <w:bookmarkStart w:id="1180" w:name="_Toc75534078"/>
      <w:bookmarkStart w:id="1181" w:name="_Toc75819964"/>
      <w:bookmarkStart w:id="1182" w:name="_Toc76508808"/>
      <w:bookmarkStart w:id="1183" w:name="_Toc76717758"/>
      <w:bookmarkStart w:id="1184" w:name="_Toc83294399"/>
      <w:bookmarkStart w:id="1185" w:name="_Toc84335438"/>
      <w:r w:rsidRPr="001C0CC4">
        <w:t>F.3</w:t>
      </w:r>
      <w:r w:rsidRPr="001C0CC4">
        <w:tab/>
        <w:t>Basic in-band emissions measurement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14:paraId="27738571" w14:textId="77777777" w:rsidR="00DC7196" w:rsidRPr="001C0CC4" w:rsidRDefault="00DC7196" w:rsidP="00DC7196">
      <w:r w:rsidRPr="001C0CC4">
        <w:t>The in-band emissions are a measure of the interference falling into the non-allocated resources blocks. The in-band emission requirement is evaluated for PUCCH and PUSCH transmissions. The in-band emission requirement is not evaluated for PRACH transmissions.</w:t>
      </w:r>
    </w:p>
    <w:p w14:paraId="15D31ADE" w14:textId="77777777" w:rsidR="00DC7196" w:rsidRPr="001C0CC4" w:rsidRDefault="00DC7196" w:rsidP="00DC7196">
      <w:r w:rsidRPr="001C0CC4">
        <w:t>The in-band emissions are measured as follows</w:t>
      </w:r>
    </w:p>
    <w:p w14:paraId="5EBA86D2" w14:textId="77777777" w:rsidR="00DC7196" w:rsidRPr="001C0CC4" w:rsidRDefault="00DC7196" w:rsidP="00DC7196">
      <w:pPr>
        <w:pStyle w:val="EQ"/>
        <w:jc w:val="center"/>
        <w:rPr>
          <w:noProof w:val="0"/>
        </w:rPr>
      </w:pPr>
      <w:r w:rsidRPr="001C0CC4">
        <w:rPr>
          <w:noProof w:val="0"/>
          <w:position w:val="-66"/>
        </w:rPr>
        <w:object w:dxaOrig="6340" w:dyaOrig="1440" w14:anchorId="089DCDCD">
          <v:shape id="_x0000_i1046" type="#_x0000_t75" style="width:318.9pt;height:1in" o:ole="">
            <v:imagedata r:id="rId48" o:title=""/>
          </v:shape>
          <o:OLEObject Type="Embed" ProgID="Equation.3" ShapeID="_x0000_i1046" DrawAspect="Content" ObjectID="_1734986613" r:id="rId49"/>
        </w:object>
      </w:r>
      <w:r w:rsidRPr="001C0CC4">
        <w:rPr>
          <w:noProof w:val="0"/>
        </w:rPr>
        <w:t>,</w:t>
      </w:r>
    </w:p>
    <w:p w14:paraId="226E7795" w14:textId="77777777" w:rsidR="00DC7196" w:rsidRPr="001C0CC4" w:rsidRDefault="00DC7196" w:rsidP="00DC7196">
      <w:r w:rsidRPr="001C0CC4">
        <w:t>where</w:t>
      </w:r>
    </w:p>
    <w:p w14:paraId="02EE4F1F" w14:textId="77777777" w:rsidR="00DC7196" w:rsidRPr="001C0CC4" w:rsidRDefault="00DC7196" w:rsidP="00DC7196">
      <w:r w:rsidRPr="001C0CC4">
        <w:rPr>
          <w:position w:val="-12"/>
        </w:rPr>
        <w:object w:dxaOrig="260" w:dyaOrig="360" w14:anchorId="1891A306">
          <v:shape id="_x0000_i1047" type="#_x0000_t75" style="width:20.5pt;height:20.5pt" o:ole="">
            <v:imagedata r:id="rId50" o:title=""/>
          </v:shape>
          <o:OLEObject Type="Embed" ProgID="Equation.3" ShapeID="_x0000_i1047" DrawAspect="Content" ObjectID="_1734986614" r:id="rId51"/>
        </w:object>
      </w:r>
      <w:r w:rsidRPr="001C0CC4">
        <w:rPr>
          <w:i/>
        </w:rPr>
        <w:t xml:space="preserve"> </w:t>
      </w:r>
      <w:r w:rsidRPr="001C0CC4">
        <w:t xml:space="preserve">is a set of </w:t>
      </w:r>
      <w:r w:rsidRPr="001C0CC4">
        <w:rPr>
          <w:position w:val="-14"/>
          <w:sz w:val="24"/>
          <w:szCs w:val="24"/>
        </w:rPr>
        <w:object w:dxaOrig="340" w:dyaOrig="400" w14:anchorId="2D359D7C">
          <v:shape id="_x0000_i1048" type="#_x0000_t75" style="width:20.5pt;height:20.5pt" o:ole="">
            <v:imagedata r:id="rId52" o:title=""/>
          </v:shape>
          <o:OLEObject Type="Embed" ProgID="Equation.3" ShapeID="_x0000_i1048" DrawAspect="Content" ObjectID="_1734986615" r:id="rId53"/>
        </w:object>
      </w:r>
      <w:r w:rsidRPr="001C0CC4">
        <w:t>OFDM symbols with the considered modulation scheme being active within the measurement period,</w:t>
      </w:r>
    </w:p>
    <w:p w14:paraId="55E69D09" w14:textId="77777777" w:rsidR="00DC7196" w:rsidRPr="001C0CC4" w:rsidRDefault="00DC7196" w:rsidP="00DC7196">
      <w:r w:rsidRPr="001C0CC4">
        <w:rPr>
          <w:position w:val="-10"/>
        </w:rPr>
        <w:object w:dxaOrig="400" w:dyaOrig="300" w14:anchorId="6E91CDF0">
          <v:shape id="_x0000_i1049" type="#_x0000_t75" style="width:20.5pt;height:20.5pt" o:ole="">
            <v:imagedata r:id="rId54" o:title=""/>
          </v:shape>
          <o:OLEObject Type="Embed" ProgID="Equation.3" ShapeID="_x0000_i1049" DrawAspect="Content" ObjectID="_1734986616" r:id="rId55"/>
        </w:object>
      </w:r>
      <w:r w:rsidRPr="001C0CC4">
        <w:t xml:space="preserve"> is the starting frequency offset between the allocated RB and the measured non-allocated RB (e.g. </w:t>
      </w:r>
      <w:r w:rsidRPr="001C0CC4">
        <w:rPr>
          <w:position w:val="-10"/>
        </w:rPr>
        <w:object w:dxaOrig="760" w:dyaOrig="340" w14:anchorId="5530F4AA">
          <v:shape id="_x0000_i1050" type="#_x0000_t75" style="width:35.75pt;height:20.5pt" o:ole="">
            <v:imagedata r:id="rId56" o:title=""/>
          </v:shape>
          <o:OLEObject Type="Embed" ProgID="Equation.3" ShapeID="_x0000_i1050" DrawAspect="Content" ObjectID="_1734986617" r:id="rId57"/>
        </w:object>
      </w:r>
      <w:r w:rsidRPr="001C0CC4">
        <w:t xml:space="preserve"> or </w:t>
      </w:r>
      <w:r w:rsidRPr="001C0CC4">
        <w:rPr>
          <w:position w:val="-10"/>
        </w:rPr>
        <w:object w:dxaOrig="920" w:dyaOrig="340" w14:anchorId="48EE2BF1">
          <v:shape id="_x0000_i1051" type="#_x0000_t75" style="width:41pt;height:20.5pt" o:ole="">
            <v:imagedata r:id="rId58" o:title=""/>
          </v:shape>
          <o:OLEObject Type="Embed" ProgID="Equation.3" ShapeID="_x0000_i1051" DrawAspect="Content" ObjectID="_1734986618" r:id="rId59"/>
        </w:object>
      </w:r>
      <w:r w:rsidRPr="001C0CC4">
        <w:t xml:space="preserve"> for the first adjacent RB),</w:t>
      </w:r>
    </w:p>
    <w:p w14:paraId="714529DB" w14:textId="77777777" w:rsidR="00DC7196" w:rsidRPr="001C0CC4" w:rsidRDefault="00DC7196" w:rsidP="00DC7196">
      <w:r w:rsidRPr="001C0CC4">
        <w:rPr>
          <w:position w:val="-10"/>
        </w:rPr>
        <w:object w:dxaOrig="400" w:dyaOrig="300" w14:anchorId="4C531FBA">
          <v:shape id="_x0000_i1052" type="#_x0000_t75" style="width:20.5pt;height:20.5pt" o:ole="">
            <v:imagedata r:id="rId60" o:title=""/>
          </v:shape>
          <o:OLEObject Type="Embed" ProgID="Equation.3" ShapeID="_x0000_i1052" DrawAspect="Content" ObjectID="_1734986619" r:id="rId61"/>
        </w:object>
      </w:r>
      <w:r w:rsidRPr="001C0CC4">
        <w:t xml:space="preserve"> (resp. </w:t>
      </w:r>
      <w:r w:rsidRPr="001C0CC4">
        <w:rPr>
          <w:position w:val="-12"/>
        </w:rPr>
        <w:object w:dxaOrig="460" w:dyaOrig="360" w14:anchorId="6A393307">
          <v:shape id="_x0000_i1053" type="#_x0000_t75" style="width:20.5pt;height:20.5pt" o:ole="">
            <v:imagedata r:id="rId62" o:title=""/>
          </v:shape>
          <o:OLEObject Type="Embed" ProgID="Equation.3" ShapeID="_x0000_i1053" DrawAspect="Content" ObjectID="_1734986620" r:id="rId63"/>
        </w:object>
      </w:r>
      <w:r w:rsidRPr="001C0CC4">
        <w:t>) is the lower (resp. upper) edge of the UL UE channel bandwidth,</w:t>
      </w:r>
    </w:p>
    <w:p w14:paraId="313063E4" w14:textId="77777777" w:rsidR="00DC7196" w:rsidRPr="001C0CC4" w:rsidRDefault="00DC7196" w:rsidP="00DC7196">
      <w:r w:rsidRPr="001C0CC4">
        <w:rPr>
          <w:position w:val="-12"/>
        </w:rPr>
        <w:object w:dxaOrig="240" w:dyaOrig="360" w14:anchorId="2B0BC329">
          <v:shape id="_x0000_i1054" type="#_x0000_t75" style="width:20.5pt;height:20.5pt" o:ole="">
            <v:imagedata r:id="rId64" o:title=""/>
          </v:shape>
          <o:OLEObject Type="Embed" ProgID="Equation.3" ShapeID="_x0000_i1054" DrawAspect="Content" ObjectID="_1734986621" r:id="rId65"/>
        </w:object>
      </w:r>
      <w:r w:rsidRPr="001C0CC4">
        <w:t xml:space="preserve"> and </w:t>
      </w:r>
      <w:r w:rsidRPr="001C0CC4">
        <w:rPr>
          <w:position w:val="-12"/>
        </w:rPr>
        <w:object w:dxaOrig="279" w:dyaOrig="360" w14:anchorId="5A267D52">
          <v:shape id="_x0000_i1055" type="#_x0000_t75" style="width:15.25pt;height:20.5pt" o:ole="">
            <v:imagedata r:id="rId66" o:title=""/>
          </v:shape>
          <o:OLEObject Type="Embed" ProgID="Equation.3" ShapeID="_x0000_i1055" DrawAspect="Content" ObjectID="_1734986622" r:id="rId67"/>
        </w:object>
      </w:r>
      <w:r w:rsidRPr="001C0CC4">
        <w:t xml:space="preserve"> are the lower and upper edge of the allocated BW, and</w:t>
      </w:r>
    </w:p>
    <w:p w14:paraId="2888D9A8" w14:textId="77777777" w:rsidR="00DC7196" w:rsidRPr="001C0CC4" w:rsidRDefault="00DC7196" w:rsidP="00DC7196">
      <w:r w:rsidRPr="001C0CC4">
        <w:rPr>
          <w:position w:val="-10"/>
        </w:rPr>
        <w:object w:dxaOrig="700" w:dyaOrig="340" w14:anchorId="058352AF">
          <v:shape id="_x0000_i1056" type="#_x0000_t75" style="width:31pt;height:20.5pt" o:ole="">
            <v:imagedata r:id="rId68" o:title=""/>
          </v:shape>
          <o:OLEObject Type="Embed" ProgID="Equation.3" ShapeID="_x0000_i1056" DrawAspect="Content" ObjectID="_1734986623" r:id="rId69"/>
        </w:object>
      </w:r>
      <w:r w:rsidRPr="001C0CC4">
        <w:t xml:space="preserve"> is the frequency domain signal evaluated for in-band emissions as defined in the </w:t>
      </w:r>
      <w:r>
        <w:t>clause</w:t>
      </w:r>
      <w:r w:rsidRPr="001C0CC4">
        <w:t xml:space="preserve"> (ii)</w:t>
      </w:r>
    </w:p>
    <w:p w14:paraId="323A7F99" w14:textId="77777777" w:rsidR="00DC7196" w:rsidRPr="001C0CC4" w:rsidRDefault="00DC7196" w:rsidP="00DC7196">
      <w:r w:rsidRPr="001C0CC4">
        <w:t>The relative in-band emissions are</w:t>
      </w:r>
      <w:r w:rsidRPr="001C0CC4" w:rsidDel="00B53689">
        <w:t>,</w:t>
      </w:r>
      <w:r w:rsidRPr="001C0CC4">
        <w:t xml:space="preserve"> given by</w:t>
      </w:r>
    </w:p>
    <w:p w14:paraId="093DE04F" w14:textId="77777777" w:rsidR="00DC7196" w:rsidRPr="001C0CC4" w:rsidRDefault="00DC7196" w:rsidP="00DC7196">
      <w:pPr>
        <w:pStyle w:val="EQ"/>
        <w:jc w:val="center"/>
        <w:rPr>
          <w:noProof w:val="0"/>
        </w:rPr>
      </w:pPr>
      <w:r w:rsidRPr="001C0CC4">
        <w:rPr>
          <w:noProof w:val="0"/>
          <w:position w:val="-64"/>
        </w:rPr>
        <w:object w:dxaOrig="5360" w:dyaOrig="1020" w14:anchorId="7750029E">
          <v:shape id="_x0000_i1057" type="#_x0000_t75" style="width:267.45pt;height:56.75pt" o:ole="">
            <v:imagedata r:id="rId70" o:title=""/>
          </v:shape>
          <o:OLEObject Type="Embed" ProgID="Equation.3" ShapeID="_x0000_i1057" DrawAspect="Content" ObjectID="_1734986624" r:id="rId71"/>
        </w:object>
      </w:r>
    </w:p>
    <w:p w14:paraId="24178BCC" w14:textId="77777777" w:rsidR="00DC7196" w:rsidRPr="001C0CC4" w:rsidDel="00B53689" w:rsidRDefault="00DC7196" w:rsidP="00DC7196">
      <w:r w:rsidRPr="001C0CC4">
        <w:t>where</w:t>
      </w:r>
    </w:p>
    <w:p w14:paraId="365AE362" w14:textId="77777777" w:rsidR="00DC7196" w:rsidRPr="001C0CC4" w:rsidRDefault="00DC7196" w:rsidP="00DC7196">
      <w:pPr>
        <w:rPr>
          <w:rFonts w:ascii="Arial" w:hAnsi="Arial" w:cs="Arial"/>
        </w:rPr>
      </w:pPr>
      <w:r w:rsidRPr="001C0CC4">
        <w:rPr>
          <w:position w:val="-10"/>
        </w:rPr>
        <w:object w:dxaOrig="440" w:dyaOrig="340" w14:anchorId="47E3866B">
          <v:shape id="_x0000_i1058" type="#_x0000_t75" style="width:15.25pt;height:20.5pt" o:ole="">
            <v:imagedata r:id="rId72" o:title=""/>
          </v:shape>
          <o:OLEObject Type="Embed" ProgID="Equation.3" ShapeID="_x0000_i1058" DrawAspect="Content" ObjectID="_1734986625" r:id="rId73"/>
        </w:object>
      </w:r>
      <w:r w:rsidRPr="001C0CC4">
        <w:t xml:space="preserve"> is the number of allocated RBs</w:t>
      </w:r>
    </w:p>
    <w:p w14:paraId="2537371C" w14:textId="77777777" w:rsidR="00DC7196" w:rsidRPr="001C0CC4" w:rsidRDefault="00DC7196" w:rsidP="00DC7196">
      <w:r w:rsidRPr="001C0CC4">
        <w:t>The basic in-band emissions measurement interval is defined over one slot in the time domain. When the PUSCH or PUCCH transmission slot is shortened due to multiplexing with SRS, the in-band emissions measurement interval is reduced by one OFDM symbol, accordingly.</w:t>
      </w:r>
    </w:p>
    <w:p w14:paraId="5249E5BE" w14:textId="77777777" w:rsidR="00DC7196" w:rsidRPr="001C0CC4" w:rsidRDefault="00DC7196" w:rsidP="00DC7196">
      <w:r w:rsidRPr="001C0CC4">
        <w:t xml:space="preserve">In the evaluation of in-band emissions, the timing is set according to </w:t>
      </w:r>
      <w:r w:rsidRPr="001C0CC4">
        <w:rPr>
          <w:position w:val="-6"/>
        </w:rPr>
        <w:object w:dxaOrig="920" w:dyaOrig="300" w14:anchorId="4CFF0636">
          <v:shape id="_x0000_i1059" type="#_x0000_t75" style="width:41pt;height:20.5pt" o:ole="" fillcolor="window">
            <v:imagedata r:id="rId74" o:title=""/>
          </v:shape>
          <o:OLEObject Type="Embed" ProgID="Equation.3" ShapeID="_x0000_i1059" DrawAspect="Content" ObjectID="_1734986626" r:id="rId75"/>
        </w:object>
      </w:r>
      <w:r w:rsidRPr="001C0CC4">
        <w:t xml:space="preserve">, where sample time offsets </w:t>
      </w:r>
      <w:r w:rsidRPr="001C0CC4">
        <w:rPr>
          <w:position w:val="-6"/>
        </w:rPr>
        <w:object w:dxaOrig="360" w:dyaOrig="300" w14:anchorId="5FBA0CEB">
          <v:shape id="_x0000_i1060" type="#_x0000_t75" style="width:20.5pt;height:20.5pt" o:ole="" fillcolor="window">
            <v:imagedata r:id="rId76" o:title=""/>
          </v:shape>
          <o:OLEObject Type="Embed" ProgID="Equation.3" ShapeID="_x0000_i1060" DrawAspect="Content" ObjectID="_1734986627" r:id="rId77"/>
        </w:object>
      </w:r>
      <w:r w:rsidRPr="001C0CC4">
        <w:t xml:space="preserve"> and </w:t>
      </w:r>
      <w:r w:rsidRPr="001C0CC4">
        <w:rPr>
          <w:position w:val="-6"/>
        </w:rPr>
        <w:object w:dxaOrig="360" w:dyaOrig="279" w14:anchorId="76EEFB65">
          <v:shape id="_x0000_i1061" type="#_x0000_t75" style="width:20.5pt;height:15.25pt" o:ole="" fillcolor="window">
            <v:imagedata r:id="rId78" o:title=""/>
          </v:shape>
          <o:OLEObject Type="Embed" ProgID="Equation.3" ShapeID="_x0000_i1061" DrawAspect="Content" ObjectID="_1734986628" r:id="rId79"/>
        </w:object>
      </w:r>
      <w:r w:rsidRPr="001C0CC4">
        <w:t xml:space="preserve"> are defined in </w:t>
      </w:r>
      <w:r>
        <w:t>clause</w:t>
      </w:r>
      <w:r w:rsidRPr="001C0CC4">
        <w:t xml:space="preserve"> F.4.</w:t>
      </w:r>
    </w:p>
    <w:p w14:paraId="3429B52F" w14:textId="77777777" w:rsidR="00DC7196" w:rsidRPr="001C0CC4" w:rsidRDefault="00DC7196" w:rsidP="00DC7196">
      <w:pPr>
        <w:pStyle w:val="Heading1"/>
      </w:pPr>
      <w:bookmarkStart w:id="1186" w:name="_Toc21344578"/>
      <w:bookmarkStart w:id="1187" w:name="_Toc29802066"/>
      <w:bookmarkStart w:id="1188" w:name="_Toc29802490"/>
      <w:bookmarkStart w:id="1189" w:name="_Toc29803115"/>
      <w:bookmarkStart w:id="1190" w:name="_Toc36107857"/>
      <w:bookmarkStart w:id="1191" w:name="_Toc37251631"/>
      <w:bookmarkStart w:id="1192" w:name="_Toc45888570"/>
      <w:bookmarkStart w:id="1193" w:name="_Toc45889169"/>
      <w:bookmarkStart w:id="1194" w:name="_Toc59650547"/>
      <w:bookmarkStart w:id="1195" w:name="_Toc61357819"/>
      <w:bookmarkStart w:id="1196" w:name="_Toc61359593"/>
      <w:bookmarkStart w:id="1197" w:name="_Toc67916533"/>
      <w:bookmarkStart w:id="1198" w:name="_Toc75534079"/>
      <w:bookmarkStart w:id="1199" w:name="_Toc75819965"/>
      <w:bookmarkStart w:id="1200" w:name="_Toc76508809"/>
      <w:bookmarkStart w:id="1201" w:name="_Toc76717759"/>
      <w:bookmarkStart w:id="1202" w:name="_Toc83294400"/>
      <w:bookmarkStart w:id="1203" w:name="_Toc84335439"/>
      <w:r w:rsidRPr="001C0CC4">
        <w:t>F.4</w:t>
      </w:r>
      <w:r w:rsidRPr="001C0CC4">
        <w:tab/>
        <w:t>Modified signal under test</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14:paraId="3F18AA09" w14:textId="77777777" w:rsidR="00DC7196" w:rsidRPr="001C0CC4" w:rsidRDefault="00DC7196" w:rsidP="00DC7196">
      <w:r w:rsidRPr="001C0CC4">
        <w:t>Implicit in the definition of EVM is an assumption that the receiver is able to compensate a number of transmitter impairments.</w:t>
      </w:r>
    </w:p>
    <w:p w14:paraId="303FEC91" w14:textId="77777777" w:rsidR="00DC7196" w:rsidRPr="001C0CC4" w:rsidRDefault="00DC7196" w:rsidP="00DC7196">
      <w:r w:rsidRPr="001C0CC4">
        <w:t>The DFT-s-OFDM modulated signals or PRACH signal under test is</w:t>
      </w:r>
      <w:r w:rsidRPr="001C0CC4" w:rsidDel="00F64142">
        <w:t xml:space="preserve"> </w:t>
      </w:r>
      <w:r w:rsidRPr="001C0CC4">
        <w:t>modified and, in the case of DFT-s-OFDM modulated signals, decoded according to:</w:t>
      </w:r>
    </w:p>
    <w:p w14:paraId="1F635397" w14:textId="77777777" w:rsidR="00DC7196" w:rsidRPr="001C0CC4" w:rsidRDefault="00DC7196" w:rsidP="00DC7196">
      <w:pPr>
        <w:pStyle w:val="EQ"/>
        <w:jc w:val="center"/>
        <w:rPr>
          <w:noProof w:val="0"/>
        </w:rPr>
      </w:pPr>
      <w:r w:rsidRPr="001C0CC4">
        <w:rPr>
          <w:noProof w:val="0"/>
          <w:position w:val="-34"/>
        </w:rPr>
        <w:object w:dxaOrig="4780" w:dyaOrig="800" w14:anchorId="3187265F">
          <v:shape id="_x0000_i1062" type="#_x0000_t75" style="width:231.35pt;height:41pt" o:ole="">
            <v:imagedata r:id="rId80" o:title=""/>
          </v:shape>
          <o:OLEObject Type="Embed" ProgID="Equation.3" ShapeID="_x0000_i1062" DrawAspect="Content" ObjectID="_1734986629" r:id="rId81"/>
        </w:object>
      </w:r>
    </w:p>
    <w:p w14:paraId="7E7415F3" w14:textId="77777777" w:rsidR="00DC7196" w:rsidRPr="001C0CC4" w:rsidRDefault="00DC7196" w:rsidP="00DC7196">
      <w:r w:rsidRPr="001C0CC4">
        <w:t>where</w:t>
      </w:r>
    </w:p>
    <w:p w14:paraId="467AFF0B" w14:textId="77777777" w:rsidR="00DC7196" w:rsidRPr="001C0CC4" w:rsidRDefault="00DC7196" w:rsidP="00DC7196">
      <w:r w:rsidRPr="001C0CC4">
        <w:rPr>
          <w:position w:val="-10"/>
        </w:rPr>
        <w:object w:dxaOrig="460" w:dyaOrig="320" w14:anchorId="16A23EA6">
          <v:shape id="_x0000_i1063" type="#_x0000_t75" style="width:20.5pt;height:20.5pt" o:ole="">
            <v:imagedata r:id="rId82" o:title=""/>
          </v:shape>
          <o:OLEObject Type="Embed" ProgID="Equation.3" ShapeID="_x0000_i1063" DrawAspect="Content" ObjectID="_1734986630" r:id="rId83"/>
        </w:object>
      </w:r>
      <w:r w:rsidRPr="001C0CC4">
        <w:t xml:space="preserve"> is the time domain samples of the signal under test.</w:t>
      </w:r>
    </w:p>
    <w:p w14:paraId="5D4A029E" w14:textId="77777777" w:rsidR="00DC7196" w:rsidRPr="001C0CC4" w:rsidRDefault="00DC7196" w:rsidP="00DC7196">
      <w:r w:rsidRPr="001C0CC4">
        <w:t>The CP-OFDM modulated signals or PUSCH demodulation reference signal or PUCCH data signal under test is equalised and, in the case of CP-OFDM modulated signals decoded according to:</w:t>
      </w:r>
    </w:p>
    <w:p w14:paraId="7B5346A1" w14:textId="77777777" w:rsidR="00DC7196" w:rsidRPr="001C0CC4" w:rsidRDefault="00DC7196" w:rsidP="00DC7196">
      <w:pPr>
        <w:pStyle w:val="EQ"/>
        <w:jc w:val="center"/>
        <w:rPr>
          <w:noProof w:val="0"/>
        </w:rPr>
      </w:pPr>
      <w:r w:rsidRPr="001C0CC4">
        <w:rPr>
          <w:noProof w:val="0"/>
          <w:position w:val="-28"/>
        </w:rPr>
        <w:object w:dxaOrig="3960" w:dyaOrig="720" w14:anchorId="6529AF26">
          <v:shape id="_x0000_i1064" type="#_x0000_t75" style="width:200.75pt;height:36.25pt" o:ole="">
            <v:imagedata r:id="rId84" o:title=""/>
          </v:shape>
          <o:OLEObject Type="Embed" ProgID="Equation.3" ShapeID="_x0000_i1064" DrawAspect="Content" ObjectID="_1734986631" r:id="rId85"/>
        </w:object>
      </w:r>
    </w:p>
    <w:p w14:paraId="780C7F1E" w14:textId="77777777" w:rsidR="00DC7196" w:rsidRPr="001C0CC4" w:rsidRDefault="00DC7196" w:rsidP="00DC7196">
      <w:r w:rsidRPr="001C0CC4">
        <w:t>where</w:t>
      </w:r>
    </w:p>
    <w:p w14:paraId="127593CB" w14:textId="77777777" w:rsidR="00DC7196" w:rsidRPr="001C0CC4" w:rsidRDefault="00DC7196" w:rsidP="00DC7196">
      <w:r w:rsidRPr="001C0CC4">
        <w:rPr>
          <w:position w:val="-10"/>
        </w:rPr>
        <w:object w:dxaOrig="460" w:dyaOrig="320" w14:anchorId="1AAE33F3">
          <v:shape id="_x0000_i1065" type="#_x0000_t75" style="width:20.5pt;height:20.5pt" o:ole="">
            <v:imagedata r:id="rId82" o:title=""/>
          </v:shape>
          <o:OLEObject Type="Embed" ProgID="Equation.3" ShapeID="_x0000_i1065" DrawAspect="Content" ObjectID="_1734986632" r:id="rId86"/>
        </w:object>
      </w:r>
      <w:r w:rsidRPr="001C0CC4">
        <w:t xml:space="preserve"> is the time domain samples of the signal under test.</w:t>
      </w:r>
    </w:p>
    <w:p w14:paraId="60EA7B39" w14:textId="77777777" w:rsidR="00DC7196" w:rsidRPr="001C0CC4" w:rsidRDefault="00DC7196" w:rsidP="00DC7196">
      <w:r w:rsidRPr="001C0CC4">
        <w:t>To minimize the error, the signal under test should be modified with respect to a set of parameters following the procedure explained below.</w:t>
      </w:r>
    </w:p>
    <w:p w14:paraId="1E863365" w14:textId="77777777" w:rsidR="00DC7196" w:rsidRPr="001C0CC4" w:rsidRDefault="00DC7196" w:rsidP="00DC7196">
      <w:r w:rsidRPr="001C0CC4">
        <w:t>Notation:</w:t>
      </w:r>
    </w:p>
    <w:p w14:paraId="1D6E5C92" w14:textId="77777777" w:rsidR="00DC7196" w:rsidRPr="001C0CC4" w:rsidRDefault="00DC7196" w:rsidP="00DC7196">
      <w:r w:rsidRPr="001C0CC4">
        <w:rPr>
          <w:position w:val="-6"/>
        </w:rPr>
        <w:object w:dxaOrig="360" w:dyaOrig="300" w14:anchorId="23FBB290">
          <v:shape id="_x0000_i1066" type="#_x0000_t75" style="width:20.5pt;height:20.5pt" o:ole="" fillcolor="window">
            <v:imagedata r:id="rId87" o:title=""/>
          </v:shape>
          <o:OLEObject Type="Embed" ProgID="Equation.3" ShapeID="_x0000_i1066" DrawAspect="Content" ObjectID="_1734986633" r:id="rId88"/>
        </w:object>
      </w:r>
      <w:r w:rsidRPr="001C0CC4">
        <w:t xml:space="preserve"> is the sample timing difference between the FFT processing window in relation to nominal timing of the ideal signal.</w:t>
      </w:r>
    </w:p>
    <w:p w14:paraId="72C0AF8C" w14:textId="77777777" w:rsidR="00DC7196" w:rsidRPr="001C0CC4" w:rsidRDefault="00DC7196" w:rsidP="00DC7196">
      <w:r w:rsidRPr="001C0CC4">
        <w:rPr>
          <w:position w:val="-10"/>
        </w:rPr>
        <w:object w:dxaOrig="360" w:dyaOrig="380" w14:anchorId="463AD3E2">
          <v:shape id="_x0000_i1067" type="#_x0000_t75" style="width:20.5pt;height:15.25pt" o:ole="" fillcolor="window">
            <v:imagedata r:id="rId89" o:title=""/>
          </v:shape>
          <o:OLEObject Type="Embed" ProgID="Equation.3" ShapeID="_x0000_i1067" DrawAspect="Content" ObjectID="_1734986634" r:id="rId90"/>
        </w:object>
      </w:r>
      <w:r w:rsidRPr="001C0CC4">
        <w:t xml:space="preserve"> is the RF frequency offset.</w:t>
      </w:r>
    </w:p>
    <w:p w14:paraId="6BB6F949" w14:textId="77777777" w:rsidR="00DC7196" w:rsidRPr="001C0CC4" w:rsidRDefault="00DC7196" w:rsidP="00DC7196">
      <w:r w:rsidRPr="001C0CC4">
        <w:rPr>
          <w:position w:val="-10"/>
        </w:rPr>
        <w:object w:dxaOrig="720" w:dyaOrig="320" w14:anchorId="2BCA8F59">
          <v:shape id="_x0000_i1068" type="#_x0000_t75" style="width:36.25pt;height:20.5pt" o:ole="" fillcolor="window">
            <v:imagedata r:id="rId91" o:title=""/>
          </v:shape>
          <o:OLEObject Type="Embed" ProgID="Equation.3" ShapeID="_x0000_i1068" DrawAspect="Content" ObjectID="_1734986635" r:id="rId92"/>
        </w:object>
      </w:r>
      <w:r w:rsidRPr="001C0CC4">
        <w:t xml:space="preserve"> is the phase response of the TX chain.</w:t>
      </w:r>
    </w:p>
    <w:p w14:paraId="7331F93A" w14:textId="77777777" w:rsidR="00DC7196" w:rsidRPr="001C0CC4" w:rsidRDefault="00DC7196" w:rsidP="00DC7196">
      <w:r w:rsidRPr="001C0CC4">
        <w:rPr>
          <w:position w:val="-10"/>
        </w:rPr>
        <w:object w:dxaOrig="720" w:dyaOrig="320" w14:anchorId="7305EA65">
          <v:shape id="_x0000_i1069" type="#_x0000_t75" style="width:36.25pt;height:20.5pt" o:ole="" fillcolor="window">
            <v:imagedata r:id="rId93" o:title=""/>
          </v:shape>
          <o:OLEObject Type="Embed" ProgID="Equation.3" ShapeID="_x0000_i1069" DrawAspect="Content" ObjectID="_1734986636" r:id="rId94"/>
        </w:object>
      </w:r>
      <w:r w:rsidRPr="001C0CC4">
        <w:t xml:space="preserve"> is the amplitude response of the TX chain.</w:t>
      </w:r>
    </w:p>
    <w:p w14:paraId="64B7B87D" w14:textId="77777777" w:rsidR="00DC7196" w:rsidRPr="001C0CC4" w:rsidRDefault="00DC7196" w:rsidP="00DC7196">
      <w:r w:rsidRPr="001C0CC4">
        <w:t xml:space="preserve">In the following </w:t>
      </w:r>
      <w:r w:rsidRPr="001C0CC4">
        <w:rPr>
          <w:position w:val="-6"/>
        </w:rPr>
        <w:object w:dxaOrig="360" w:dyaOrig="279" w14:anchorId="7F4B5D8D">
          <v:shape id="_x0000_i1070" type="#_x0000_t75" style="width:20.5pt;height:15.25pt" o:ole="" fillcolor="window">
            <v:imagedata r:id="rId78" o:title=""/>
          </v:shape>
          <o:OLEObject Type="Embed" ProgID="Equation.3" ShapeID="_x0000_i1070" DrawAspect="Content" ObjectID="_1734986637" r:id="rId95"/>
        </w:object>
      </w:r>
      <w:r w:rsidRPr="001C0CC4">
        <w:t xml:space="preserve"> represents the middle sample of the EVM window of length </w:t>
      </w:r>
      <w:r w:rsidRPr="001C0CC4">
        <w:rPr>
          <w:position w:val="-6"/>
        </w:rPr>
        <w:object w:dxaOrig="279" w:dyaOrig="279" w14:anchorId="7946F6D8">
          <v:shape id="_x0000_i1071" type="#_x0000_t75" style="width:10.5pt;height:10.5pt" o:ole="">
            <v:imagedata r:id="rId96" o:title=""/>
          </v:shape>
          <o:OLEObject Type="Embed" ProgID="Equation.3" ShapeID="_x0000_i1071" DrawAspect="Content" ObjectID="_1734986638" r:id="rId97"/>
        </w:object>
      </w:r>
      <w:r w:rsidRPr="001C0CC4">
        <w:t xml:space="preserve"> (defined in the next </w:t>
      </w:r>
      <w:r>
        <w:t>clause</w:t>
      </w:r>
      <w:r w:rsidRPr="001C0CC4">
        <w:t xml:space="preserve">s) or the last sample of the first window half if </w:t>
      </w:r>
      <w:r w:rsidRPr="001C0CC4">
        <w:rPr>
          <w:position w:val="-6"/>
        </w:rPr>
        <w:object w:dxaOrig="279" w:dyaOrig="279" w14:anchorId="3D4921F9">
          <v:shape id="_x0000_i1072" type="#_x0000_t75" style="width:10.5pt;height:10.5pt" o:ole="">
            <v:imagedata r:id="rId96" o:title=""/>
          </v:shape>
          <o:OLEObject Type="Embed" ProgID="Equation.3" ShapeID="_x0000_i1072" DrawAspect="Content" ObjectID="_1734986639" r:id="rId98"/>
        </w:object>
      </w:r>
      <w:r w:rsidRPr="001C0CC4">
        <w:t>is even.</w:t>
      </w:r>
    </w:p>
    <w:p w14:paraId="2B356AAF" w14:textId="77777777" w:rsidR="00DC7196" w:rsidRPr="001C0CC4" w:rsidRDefault="00DC7196" w:rsidP="00DC7196">
      <w:r w:rsidRPr="001C0CC4">
        <w:t>The EVM analyser shall</w:t>
      </w:r>
    </w:p>
    <w:p w14:paraId="3B4A9749" w14:textId="77777777" w:rsidR="00DC7196" w:rsidRPr="001C0CC4" w:rsidRDefault="00DC7196" w:rsidP="00ED01CD">
      <w:pPr>
        <w:pStyle w:val="B10"/>
      </w:pPr>
      <w:r w:rsidRPr="001C0CC4">
        <w:t>-</w:t>
      </w:r>
      <w:r w:rsidRPr="001C0CC4">
        <w:tab/>
        <w:t xml:space="preserve">detect the start of each slot and estimate </w:t>
      </w:r>
      <w:r w:rsidRPr="001C0CC4">
        <w:rPr>
          <w:position w:val="-6"/>
        </w:rPr>
        <w:object w:dxaOrig="360" w:dyaOrig="300" w14:anchorId="112AA8CD">
          <v:shape id="_x0000_i1073" type="#_x0000_t75" style="width:10.5pt;height:10.5pt" o:ole="" fillcolor="window">
            <v:imagedata r:id="rId76" o:title=""/>
          </v:shape>
          <o:OLEObject Type="Embed" ProgID="Equation.3" ShapeID="_x0000_i1073" DrawAspect="Content" ObjectID="_1734986640" r:id="rId99"/>
        </w:object>
      </w:r>
      <w:r w:rsidRPr="001C0CC4">
        <w:t xml:space="preserve"> and </w:t>
      </w:r>
      <w:r w:rsidRPr="001C0CC4">
        <w:rPr>
          <w:position w:val="-10"/>
        </w:rPr>
        <w:object w:dxaOrig="360" w:dyaOrig="380" w14:anchorId="153C20E3">
          <v:shape id="_x0000_i1074" type="#_x0000_t75" style="width:10.5pt;height:25.75pt" o:ole="" fillcolor="window">
            <v:imagedata r:id="rId100" o:title=""/>
          </v:shape>
          <o:OLEObject Type="Embed" ProgID="Equation.3" ShapeID="_x0000_i1074" DrawAspect="Content" ObjectID="_1734986641" r:id="rId101"/>
        </w:object>
      </w:r>
      <w:r w:rsidRPr="001C0CC4">
        <w:t>,</w:t>
      </w:r>
    </w:p>
    <w:p w14:paraId="5C72EFD7" w14:textId="77777777" w:rsidR="00DC7196" w:rsidRPr="001C0CC4" w:rsidRDefault="00DC7196" w:rsidP="00ED01CD">
      <w:pPr>
        <w:pStyle w:val="B10"/>
      </w:pPr>
      <w:r w:rsidRPr="001C0CC4">
        <w:t>-</w:t>
      </w:r>
      <w:r w:rsidRPr="001C0CC4">
        <w:tab/>
        <w:t xml:space="preserve">determine </w:t>
      </w:r>
      <w:r w:rsidRPr="001C0CC4">
        <w:rPr>
          <w:position w:val="-6"/>
        </w:rPr>
        <w:object w:dxaOrig="360" w:dyaOrig="279" w14:anchorId="45666E29">
          <v:shape id="_x0000_i1075" type="#_x0000_t75" style="width:10.5pt;height:10.5pt" o:ole="" fillcolor="window">
            <v:imagedata r:id="rId78" o:title=""/>
          </v:shape>
          <o:OLEObject Type="Embed" ProgID="Equation.3" ShapeID="_x0000_i1075" DrawAspect="Content" ObjectID="_1734986642" r:id="rId102"/>
        </w:object>
      </w:r>
      <w:r w:rsidRPr="001C0CC4">
        <w:t xml:space="preserve"> so that the EVM window of length </w:t>
      </w:r>
      <w:r w:rsidRPr="001C0CC4">
        <w:rPr>
          <w:position w:val="-6"/>
        </w:rPr>
        <w:object w:dxaOrig="279" w:dyaOrig="279" w14:anchorId="5E373524">
          <v:shape id="_x0000_i1076" type="#_x0000_t75" style="width:10.5pt;height:10.5pt" o:ole="">
            <v:imagedata r:id="rId96" o:title=""/>
          </v:shape>
          <o:OLEObject Type="Embed" ProgID="Equation.3" ShapeID="_x0000_i1076" DrawAspect="Content" ObjectID="_1734986643" r:id="rId103"/>
        </w:object>
      </w:r>
      <w:r w:rsidRPr="001C0CC4" w:rsidDel="00F534B2">
        <w:t xml:space="preserve"> </w:t>
      </w:r>
      <w:r w:rsidRPr="001C0CC4">
        <w:t>is centred</w:t>
      </w:r>
    </w:p>
    <w:p w14:paraId="6DC2FD6D" w14:textId="77777777" w:rsidR="00DC7196" w:rsidRPr="001C0CC4" w:rsidRDefault="00DC7196" w:rsidP="00ED01CD">
      <w:pPr>
        <w:pStyle w:val="B20"/>
      </w:pPr>
      <w:r w:rsidRPr="001C0CC4">
        <w:t>-</w:t>
      </w:r>
      <w:r w:rsidRPr="001C0CC4">
        <w:tab/>
        <w:t>on the time interval determined by the measured cyclic prefix minus 16κ samples of the considered OFDM symbol for symbol l for subcarrier spacing configuration µ in a subframe, with l = 0 or l = 7*2^µ for normal CP, i.e. the first 16κ samples of the CP should not be taken into account for this step. In the determination of the number of excluded samples, a sampling rate of 1/T</w:t>
      </w:r>
      <w:r w:rsidRPr="001C0CC4">
        <w:rPr>
          <w:vertAlign w:val="subscript"/>
        </w:rPr>
        <w:t>c</w:t>
      </w:r>
      <w:r w:rsidRPr="001C0CC4">
        <w:t xml:space="preserve"> is assumed. If a different sampling rate is used, the number of excluded samples is scaled linearly.</w:t>
      </w:r>
    </w:p>
    <w:p w14:paraId="6C813907" w14:textId="77777777" w:rsidR="00DC7196" w:rsidRPr="001C0CC4" w:rsidRDefault="00DC7196" w:rsidP="00ED01CD">
      <w:pPr>
        <w:pStyle w:val="B20"/>
      </w:pPr>
      <w:r w:rsidRPr="001C0CC4">
        <w:t>-</w:t>
      </w:r>
      <w:r w:rsidRPr="001C0CC4">
        <w:tab/>
        <w:t>on the measured cyclic prefix of the considered OFDM symbol symbol for all other symbols for normal CP and for symbol 0 to 11 for extended CP.</w:t>
      </w:r>
    </w:p>
    <w:p w14:paraId="3475BA41" w14:textId="77777777" w:rsidR="00DC7196" w:rsidRPr="001C0CC4" w:rsidRDefault="00DC7196" w:rsidP="00ED01CD">
      <w:pPr>
        <w:pStyle w:val="B20"/>
      </w:pPr>
      <w:r w:rsidRPr="001C0CC4">
        <w:t>-</w:t>
      </w:r>
      <w:r w:rsidRPr="001C0CC4">
        <w:tab/>
        <w:t>on the measured preamble cyclic prefix for the PRACH</w:t>
      </w:r>
    </w:p>
    <w:p w14:paraId="23771B11" w14:textId="77777777" w:rsidR="00DC7196" w:rsidRPr="001C0CC4" w:rsidRDefault="00DC7196" w:rsidP="00DC7196">
      <w:r w:rsidRPr="001C0CC4">
        <w:t xml:space="preserve">To determine the other parameters a sample timing offset equal to </w:t>
      </w:r>
      <w:r w:rsidRPr="001C0CC4">
        <w:rPr>
          <w:position w:val="-6"/>
        </w:rPr>
        <w:object w:dxaOrig="360" w:dyaOrig="279" w14:anchorId="0944575D">
          <v:shape id="_x0000_i1077" type="#_x0000_t75" style="width:10.5pt;height:10.5pt" o:ole="" fillcolor="window">
            <v:imagedata r:id="rId78" o:title=""/>
          </v:shape>
          <o:OLEObject Type="Embed" ProgID="Equation.3" ShapeID="_x0000_i1077" DrawAspect="Content" ObjectID="_1734986644" r:id="rId104"/>
        </w:object>
      </w:r>
      <w:r w:rsidRPr="001C0CC4">
        <w:t xml:space="preserve"> is corrected from the signal under test. The EVM analyser shall then</w:t>
      </w:r>
    </w:p>
    <w:p w14:paraId="0ABFAEB0" w14:textId="77777777" w:rsidR="00DC7196" w:rsidRPr="001C0CC4" w:rsidRDefault="00DC7196" w:rsidP="00ED01CD">
      <w:pPr>
        <w:pStyle w:val="B10"/>
      </w:pPr>
      <w:r w:rsidRPr="001C0CC4">
        <w:t>-</w:t>
      </w:r>
      <w:r w:rsidRPr="001C0CC4">
        <w:tab/>
        <w:t xml:space="preserve">correct the RF frequency offset </w:t>
      </w:r>
      <w:r w:rsidRPr="001C0CC4">
        <w:rPr>
          <w:position w:val="-10"/>
        </w:rPr>
        <w:object w:dxaOrig="360" w:dyaOrig="380" w14:anchorId="43F1D16F">
          <v:shape id="_x0000_i1078" type="#_x0000_t75" style="width:10.5pt;height:25.75pt" o:ole="" fillcolor="window">
            <v:imagedata r:id="rId89" o:title=""/>
          </v:shape>
          <o:OLEObject Type="Embed" ProgID="Equation.3" ShapeID="_x0000_i1078" DrawAspect="Content" ObjectID="_1734986645" r:id="rId105"/>
        </w:object>
      </w:r>
      <w:r w:rsidRPr="001C0CC4">
        <w:t>for each time slot, and</w:t>
      </w:r>
    </w:p>
    <w:p w14:paraId="238F2B1D" w14:textId="77777777" w:rsidR="00DC7196" w:rsidRPr="001C0CC4" w:rsidRDefault="00DC7196" w:rsidP="00ED01CD">
      <w:pPr>
        <w:pStyle w:val="B10"/>
        <w:rPr>
          <w:rFonts w:cs="v5.0.0"/>
        </w:rPr>
      </w:pPr>
      <w:r w:rsidRPr="001C0CC4">
        <w:t>-</w:t>
      </w:r>
      <w:r w:rsidRPr="001C0CC4">
        <w:tab/>
        <w:t>apply an FFT of appropriate size. The chosen FFT size shall ensure that in the case of an ideal signal under test, there is no measured inter-subcarrier interference.</w:t>
      </w:r>
    </w:p>
    <w:p w14:paraId="4675C29D" w14:textId="77777777" w:rsidR="00DC7196" w:rsidRPr="001C0CC4" w:rsidRDefault="00DC7196" w:rsidP="00DC7196">
      <w:pPr>
        <w:rPr>
          <w:rFonts w:cs="v5.0.0"/>
        </w:rPr>
      </w:pPr>
      <w:r w:rsidRPr="001C0CC4">
        <w:rPr>
          <w:rFonts w:cs="v5.0.0"/>
        </w:rPr>
        <w:t>The carrier leakage shall be removed from the evaluated signal before calculating the EVM and the in-band emissions; however, the removed relative carrier leakage power also has to satisfy the applicable requirement.</w:t>
      </w:r>
    </w:p>
    <w:p w14:paraId="2EB7DB07" w14:textId="77777777" w:rsidR="00DC7196" w:rsidRPr="001C0CC4" w:rsidRDefault="00DC7196" w:rsidP="00DC7196">
      <w:r w:rsidRPr="001C0CC4">
        <w:t xml:space="preserve">At this stage the allocated RBs shall be separated from the non-allocated RBs. In the case of PUCCH and PUSCH EVM, the signal on the non-allocated RB(s), </w:t>
      </w:r>
      <w:r w:rsidRPr="001C0CC4">
        <w:rPr>
          <w:position w:val="-10"/>
        </w:rPr>
        <w:object w:dxaOrig="700" w:dyaOrig="340" w14:anchorId="575A9C31">
          <v:shape id="_x0000_i1079" type="#_x0000_t75" style="width:31pt;height:10.5pt" o:ole="">
            <v:imagedata r:id="rId106" o:title=""/>
          </v:shape>
          <o:OLEObject Type="Embed" ProgID="Equation.3" ShapeID="_x0000_i1079" DrawAspect="Content" ObjectID="_1734986646" r:id="rId107"/>
        </w:object>
      </w:r>
      <w:r w:rsidRPr="001C0CC4">
        <w:t>, is used to evaluate the in-band emissions.</w:t>
      </w:r>
    </w:p>
    <w:p w14:paraId="51AF9BA0" w14:textId="77777777" w:rsidR="00DC7196" w:rsidRPr="001C0CC4" w:rsidRDefault="00DC7196" w:rsidP="00DC7196">
      <w:r w:rsidRPr="001C0CC4">
        <w:t>Moreover, the following procedure applies only to the signal on the allocated RB(s).</w:t>
      </w:r>
    </w:p>
    <w:p w14:paraId="58F236E5" w14:textId="77777777" w:rsidR="00DC7196" w:rsidRPr="001C0CC4" w:rsidRDefault="00DC7196" w:rsidP="00DC7196">
      <w:pPr>
        <w:pStyle w:val="B10"/>
      </w:pPr>
      <w:r w:rsidRPr="001C0CC4">
        <w:t>-</w:t>
      </w:r>
      <w:r w:rsidRPr="001C0CC4">
        <w:tab/>
        <w:t xml:space="preserve">In the case of PUCCH and PUSCH, the UL EVM analyzer shall estimate the TX chain </w:t>
      </w:r>
      <w:r w:rsidRPr="001C0CC4" w:rsidDel="001A020D">
        <w:t>equalizer coefficients</w:t>
      </w:r>
      <w:r w:rsidRPr="001C0CC4">
        <w:t xml:space="preserve"> </w:t>
      </w:r>
      <w:r w:rsidRPr="001C0CC4">
        <w:rPr>
          <w:position w:val="-10"/>
        </w:rPr>
        <w:object w:dxaOrig="720" w:dyaOrig="320" w14:anchorId="3C5CFC87">
          <v:shape id="_x0000_i1080" type="#_x0000_t75" style="width:36.25pt;height:10.5pt" o:ole="" fillcolor="window">
            <v:imagedata r:id="rId93" o:title=""/>
          </v:shape>
          <o:OLEObject Type="Embed" ProgID="Equation.3" ShapeID="_x0000_i1080" DrawAspect="Content" ObjectID="_1734986647" r:id="rId108"/>
        </w:object>
      </w:r>
      <w:r w:rsidRPr="001C0CC4">
        <w:t xml:space="preserve">and </w:t>
      </w:r>
      <w:r w:rsidRPr="001C0CC4">
        <w:rPr>
          <w:position w:val="-10"/>
        </w:rPr>
        <w:object w:dxaOrig="720" w:dyaOrig="320" w14:anchorId="6D3F8854">
          <v:shape id="_x0000_i1081" type="#_x0000_t75" style="width:36.25pt;height:10.5pt" o:ole="" fillcolor="window">
            <v:imagedata r:id="rId91" o:title=""/>
          </v:shape>
          <o:OLEObject Type="Embed" ProgID="Equation.3" ShapeID="_x0000_i1081" DrawAspect="Content" ObjectID="_1734986648" r:id="rId109"/>
        </w:object>
      </w:r>
      <w:r w:rsidRPr="001C0CC4">
        <w:t xml:space="preserve"> used by the ZF equalizer for all subcarriers by time averaging at each signal subcarrier of the amplitude and phase of the reference and data symbols. The time-averaging length is 1 slot. This process creates an average amplitude and phase for each signal subcarrier used by the ZF equalizer. The knowledge of data modulation symbols may be required in this step because the determination of symbols by demodulation is not reliable before signal equalization.</w:t>
      </w:r>
    </w:p>
    <w:p w14:paraId="6307ECEF" w14:textId="77777777" w:rsidR="00DC7196" w:rsidRPr="001C0CC4" w:rsidRDefault="00DC7196" w:rsidP="00DC7196">
      <w:pPr>
        <w:pStyle w:val="B10"/>
      </w:pPr>
      <w:r w:rsidRPr="001C0CC4">
        <w:t>-</w:t>
      </w:r>
      <w:r w:rsidRPr="001C0CC4">
        <w:tab/>
        <w:t>In the case of PRACH, the UL EVM analyzer shall estimate the TX chain</w:t>
      </w:r>
      <w:r w:rsidRPr="001C0CC4" w:rsidDel="001A020D">
        <w:t xml:space="preserve"> coefficients</w:t>
      </w:r>
      <w:r w:rsidRPr="001C0CC4">
        <w:t xml:space="preserve"> </w:t>
      </w:r>
      <w:r w:rsidRPr="001C0CC4">
        <w:rPr>
          <w:position w:val="-10"/>
        </w:rPr>
        <w:object w:dxaOrig="460" w:dyaOrig="320" w14:anchorId="42E00519">
          <v:shape id="_x0000_i1082" type="#_x0000_t75" style="width:25.75pt;height:10.5pt" o:ole="" fillcolor="window">
            <v:imagedata r:id="rId110" o:title=""/>
          </v:shape>
          <o:OLEObject Type="Embed" ProgID="Equation.3" ShapeID="_x0000_i1082" DrawAspect="Content" ObjectID="_1734986649" r:id="rId111"/>
        </w:object>
      </w:r>
      <w:r w:rsidRPr="001C0CC4">
        <w:t xml:space="preserve">and </w:t>
      </w:r>
      <w:r w:rsidRPr="001C0CC4">
        <w:rPr>
          <w:position w:val="-10"/>
        </w:rPr>
        <w:object w:dxaOrig="480" w:dyaOrig="320" w14:anchorId="4A48F7F3">
          <v:shape id="_x0000_i1083" type="#_x0000_t75" style="width:25.75pt;height:10.5pt" o:ole="" fillcolor="window">
            <v:imagedata r:id="rId112" o:title=""/>
          </v:shape>
          <o:OLEObject Type="Embed" ProgID="Equation.3" ShapeID="_x0000_i1083" DrawAspect="Content" ObjectID="_1734986650" r:id="rId113"/>
        </w:object>
      </w:r>
      <w:r w:rsidRPr="001C0CC4">
        <w:t xml:space="preserve"> used for phase and amplitude correction and are seleted so as to minimize the resulting EVM. The TX chain coefficients are not dependent on frequency, i.e. </w:t>
      </w:r>
      <w:r w:rsidRPr="001C0CC4">
        <w:rPr>
          <w:position w:val="-10"/>
        </w:rPr>
        <w:object w:dxaOrig="1359" w:dyaOrig="320" w14:anchorId="74C9D48A">
          <v:shape id="_x0000_i1084" type="#_x0000_t75" style="width:66.75pt;height:10.5pt" o:ole="" fillcolor="window">
            <v:imagedata r:id="rId114" o:title=""/>
          </v:shape>
          <o:OLEObject Type="Embed" ProgID="Equation.3" ShapeID="_x0000_i1084" DrawAspect="Content" ObjectID="_1734986651" r:id="rId115"/>
        </w:object>
      </w:r>
      <w:r w:rsidRPr="001C0CC4">
        <w:t xml:space="preserve"> and </w:t>
      </w:r>
      <w:r w:rsidRPr="001C0CC4">
        <w:rPr>
          <w:position w:val="-10"/>
        </w:rPr>
        <w:object w:dxaOrig="1400" w:dyaOrig="320" w14:anchorId="29440F7D">
          <v:shape id="_x0000_i1085" type="#_x0000_t75" style="width:72.05pt;height:10.5pt" o:ole="" fillcolor="window">
            <v:imagedata r:id="rId116" o:title=""/>
          </v:shape>
          <o:OLEObject Type="Embed" ProgID="Equation.3" ShapeID="_x0000_i1085" DrawAspect="Content" ObjectID="_1734986652" r:id="rId117"/>
        </w:object>
      </w:r>
      <w:r w:rsidRPr="001C0CC4">
        <w:t xml:space="preserve">. The TX chain coefficient are chosen independently for each preamble transmission and for each </w:t>
      </w:r>
      <w:r w:rsidRPr="001C0CC4">
        <w:rPr>
          <w:position w:val="-6"/>
        </w:rPr>
        <w:object w:dxaOrig="360" w:dyaOrig="300" w14:anchorId="5D340314">
          <v:shape id="_x0000_i1086" type="#_x0000_t75" style="width:10.5pt;height:10.5pt" o:ole="" fillcolor="window">
            <v:imagedata r:id="rId76" o:title=""/>
          </v:shape>
          <o:OLEObject Type="Embed" ProgID="Equation.3" ShapeID="_x0000_i1086" DrawAspect="Content" ObjectID="_1734986653" r:id="rId118"/>
        </w:object>
      </w:r>
      <w:r w:rsidRPr="001C0CC4">
        <w:t>.</w:t>
      </w:r>
    </w:p>
    <w:p w14:paraId="1B1EAD18" w14:textId="77777777" w:rsidR="00DC7196" w:rsidRPr="001C0CC4" w:rsidRDefault="00DC7196" w:rsidP="00DC7196">
      <w:r w:rsidRPr="001C0CC4">
        <w:t xml:space="preserve">At this stage estimates of </w:t>
      </w:r>
      <w:r w:rsidRPr="001C0CC4">
        <w:rPr>
          <w:position w:val="-10"/>
        </w:rPr>
        <w:object w:dxaOrig="360" w:dyaOrig="380" w14:anchorId="26AE23A5">
          <v:shape id="_x0000_i1087" type="#_x0000_t75" style="width:10.5pt;height:25.75pt" o:ole="" fillcolor="window">
            <v:imagedata r:id="rId89" o:title=""/>
          </v:shape>
          <o:OLEObject Type="Embed" ProgID="Equation.3" ShapeID="_x0000_i1087" DrawAspect="Content" ObjectID="_1734986654" r:id="rId119"/>
        </w:object>
      </w:r>
      <w:r w:rsidRPr="001C0CC4">
        <w:t xml:space="preserve">, </w:t>
      </w:r>
      <w:r w:rsidRPr="001C0CC4">
        <w:rPr>
          <w:position w:val="-10"/>
        </w:rPr>
        <w:object w:dxaOrig="720" w:dyaOrig="320" w14:anchorId="5637DEFC">
          <v:shape id="_x0000_i1088" type="#_x0000_t75" style="width:36.25pt;height:10.5pt" o:ole="" fillcolor="window">
            <v:imagedata r:id="rId93" o:title=""/>
          </v:shape>
          <o:OLEObject Type="Embed" ProgID="Equation.3" ShapeID="_x0000_i1088" DrawAspect="Content" ObjectID="_1734986655" r:id="rId120"/>
        </w:object>
      </w:r>
      <w:r w:rsidRPr="001C0CC4">
        <w:t xml:space="preserve">, </w:t>
      </w:r>
      <w:r w:rsidRPr="001C0CC4">
        <w:rPr>
          <w:position w:val="-10"/>
        </w:rPr>
        <w:object w:dxaOrig="720" w:dyaOrig="320" w14:anchorId="3B614066">
          <v:shape id="_x0000_i1089" type="#_x0000_t75" style="width:36.25pt;height:10.5pt" o:ole="" fillcolor="window">
            <v:imagedata r:id="rId91" o:title=""/>
          </v:shape>
          <o:OLEObject Type="Embed" ProgID="Equation.3" ShapeID="_x0000_i1089" DrawAspect="Content" ObjectID="_1734986656" r:id="rId121"/>
        </w:object>
      </w:r>
      <w:r w:rsidRPr="001C0CC4">
        <w:t xml:space="preserve"> and </w:t>
      </w:r>
      <w:r w:rsidRPr="001C0CC4">
        <w:rPr>
          <w:position w:val="-6"/>
        </w:rPr>
        <w:object w:dxaOrig="360" w:dyaOrig="279" w14:anchorId="6C0BA383">
          <v:shape id="_x0000_i1090" type="#_x0000_t75" style="width:10.5pt;height:10.5pt" o:ole="" fillcolor="window">
            <v:imagedata r:id="rId78" o:title=""/>
          </v:shape>
          <o:OLEObject Type="Embed" ProgID="Equation.3" ShapeID="_x0000_i1090" DrawAspect="Content" ObjectID="_1734986657" r:id="rId122"/>
        </w:object>
      </w:r>
      <w:r w:rsidRPr="001C0CC4">
        <w:t xml:space="preserve"> are available. </w:t>
      </w:r>
      <w:r w:rsidRPr="001C0CC4">
        <w:rPr>
          <w:position w:val="-6"/>
        </w:rPr>
        <w:object w:dxaOrig="360" w:dyaOrig="300" w14:anchorId="7526DA0F">
          <v:shape id="_x0000_i1091" type="#_x0000_t75" style="width:10.5pt;height:10.5pt" o:ole="" fillcolor="window">
            <v:imagedata r:id="rId76" o:title=""/>
          </v:shape>
          <o:OLEObject Type="Embed" ProgID="Equation.3" ShapeID="_x0000_i1091" DrawAspect="Content" ObjectID="_1734986658" r:id="rId123"/>
        </w:object>
      </w:r>
      <w:r w:rsidRPr="001C0CC4">
        <w:t xml:space="preserve"> is one of the extremities of the window </w:t>
      </w:r>
      <w:r w:rsidRPr="001C0CC4">
        <w:rPr>
          <w:position w:val="-6"/>
        </w:rPr>
        <w:object w:dxaOrig="279" w:dyaOrig="279" w14:anchorId="527FF98C">
          <v:shape id="_x0000_i1092" type="#_x0000_t75" style="width:10.5pt;height:10.5pt" o:ole="">
            <v:imagedata r:id="rId96" o:title=""/>
          </v:shape>
          <o:OLEObject Type="Embed" ProgID="Equation.3" ShapeID="_x0000_i1092" DrawAspect="Content" ObjectID="_1734986659" r:id="rId124"/>
        </w:object>
      </w:r>
      <w:r w:rsidRPr="001C0CC4">
        <w:t xml:space="preserve">, i.e. </w:t>
      </w:r>
      <w:r w:rsidRPr="001C0CC4">
        <w:rPr>
          <w:position w:val="-6"/>
        </w:rPr>
        <w:object w:dxaOrig="360" w:dyaOrig="300" w14:anchorId="54DBAFA7">
          <v:shape id="_x0000_i1093" type="#_x0000_t75" style="width:10.5pt;height:10.5pt" o:ole="" fillcolor="window">
            <v:imagedata r:id="rId76" o:title=""/>
          </v:shape>
          <o:OLEObject Type="Embed" ProgID="Equation.3" ShapeID="_x0000_i1093" DrawAspect="Content" ObjectID="_1734986660" r:id="rId125"/>
        </w:object>
      </w:r>
      <w:r w:rsidRPr="001C0CC4">
        <w:t xml:space="preserve">can be </w:t>
      </w:r>
      <w:r w:rsidRPr="001C0CC4">
        <w:rPr>
          <w:position w:val="-28"/>
        </w:rPr>
        <w:object w:dxaOrig="1440" w:dyaOrig="680" w14:anchorId="2CBF6154">
          <v:shape id="_x0000_i1094" type="#_x0000_t75" style="width:1in;height:36.25pt" o:ole="" fillcolor="window">
            <v:imagedata r:id="rId126" o:title=""/>
          </v:shape>
          <o:OLEObject Type="Embed" ProgID="Equation.3" ShapeID="_x0000_i1094" DrawAspect="Content" ObjectID="_1734986661" r:id="rId127"/>
        </w:object>
      </w:r>
      <w:r w:rsidRPr="001C0CC4">
        <w:t xml:space="preserve"> or </w:t>
      </w:r>
      <w:r w:rsidRPr="001C0CC4">
        <w:rPr>
          <w:position w:val="-28"/>
        </w:rPr>
        <w:object w:dxaOrig="1060" w:dyaOrig="680" w14:anchorId="389D3215">
          <v:shape id="_x0000_i1095" type="#_x0000_t75" style="width:46.25pt;height:36.25pt" o:ole="" fillcolor="window">
            <v:imagedata r:id="rId128" o:title=""/>
          </v:shape>
          <o:OLEObject Type="Embed" ProgID="Equation.3" ShapeID="_x0000_i1095" DrawAspect="Content" ObjectID="_1734986662" r:id="rId129"/>
        </w:object>
      </w:r>
      <w:r w:rsidRPr="001C0CC4">
        <w:t xml:space="preserve">, where </w:t>
      </w:r>
      <w:r w:rsidRPr="001C0CC4">
        <w:rPr>
          <w:position w:val="-6"/>
        </w:rPr>
        <w:object w:dxaOrig="600" w:dyaOrig="279" w14:anchorId="79A9505D">
          <v:shape id="_x0000_i1096" type="#_x0000_t75" style="width:31pt;height:10.5pt" o:ole="" fillcolor="window">
            <v:imagedata r:id="rId130" o:title=""/>
          </v:shape>
          <o:OLEObject Type="Embed" ProgID="Equation.3" ShapeID="_x0000_i1096" DrawAspect="Content" ObjectID="_1734986663" r:id="rId131"/>
        </w:object>
      </w:r>
      <w:r w:rsidRPr="001C0CC4">
        <w:t xml:space="preserve"> if </w:t>
      </w:r>
      <w:r w:rsidRPr="001C0CC4">
        <w:rPr>
          <w:position w:val="-6"/>
        </w:rPr>
        <w:object w:dxaOrig="279" w:dyaOrig="279" w14:anchorId="3EB2FDC0">
          <v:shape id="_x0000_i1097" type="#_x0000_t75" style="width:10.5pt;height:10.5pt" o:ole="">
            <v:imagedata r:id="rId132" o:title=""/>
          </v:shape>
          <o:OLEObject Type="Embed" ProgID="Equation.3" ShapeID="_x0000_i1097" DrawAspect="Content" ObjectID="_1734986664" r:id="rId133"/>
        </w:object>
      </w:r>
      <w:r w:rsidRPr="001C0CC4">
        <w:t xml:space="preserve"> is odd and </w:t>
      </w:r>
      <w:r w:rsidRPr="001C0CC4">
        <w:rPr>
          <w:position w:val="-6"/>
        </w:rPr>
        <w:object w:dxaOrig="560" w:dyaOrig="279" w14:anchorId="538C3E95">
          <v:shape id="_x0000_i1098" type="#_x0000_t75" style="width:31pt;height:10.5pt" o:ole="" fillcolor="window">
            <v:imagedata r:id="rId134" o:title=""/>
          </v:shape>
          <o:OLEObject Type="Embed" ProgID="Equation.3" ShapeID="_x0000_i1098" DrawAspect="Content" ObjectID="_1734986665" r:id="rId135"/>
        </w:object>
      </w:r>
      <w:r w:rsidRPr="001C0CC4">
        <w:t xml:space="preserve"> if </w:t>
      </w:r>
      <w:r w:rsidRPr="001C0CC4">
        <w:rPr>
          <w:position w:val="-6"/>
        </w:rPr>
        <w:object w:dxaOrig="279" w:dyaOrig="279" w14:anchorId="056AD403">
          <v:shape id="_x0000_i1099" type="#_x0000_t75" style="width:10.5pt;height:10.5pt" o:ole="">
            <v:imagedata r:id="rId136" o:title=""/>
          </v:shape>
          <o:OLEObject Type="Embed" ProgID="Equation.3" ShapeID="_x0000_i1099" DrawAspect="Content" ObjectID="_1734986666" r:id="rId137"/>
        </w:object>
      </w:r>
      <w:r w:rsidRPr="001C0CC4">
        <w:t>is even. The EVM analyser shall then</w:t>
      </w:r>
    </w:p>
    <w:p w14:paraId="3008764B" w14:textId="77777777" w:rsidR="00DC7196" w:rsidRPr="001C0CC4" w:rsidRDefault="00DC7196" w:rsidP="00ED01CD">
      <w:pPr>
        <w:pStyle w:val="B10"/>
      </w:pPr>
      <w:r w:rsidRPr="001C0CC4">
        <w:t>-</w:t>
      </w:r>
      <w:r w:rsidRPr="001C0CC4">
        <w:tab/>
        <w:t>calculate EVM</w:t>
      </w:r>
      <w:r w:rsidRPr="001C0CC4">
        <w:rPr>
          <w:rFonts w:ascii="(Asiatische Schriftart verwende" w:hAnsi="(Asiatische Schriftart verwende"/>
          <w:vertAlign w:val="subscript"/>
        </w:rPr>
        <w:t>l</w:t>
      </w:r>
      <w:r w:rsidRPr="001C0CC4">
        <w:t xml:space="preserve"> with </w:t>
      </w:r>
      <w:r w:rsidRPr="001C0CC4">
        <w:rPr>
          <w:position w:val="-6"/>
        </w:rPr>
        <w:object w:dxaOrig="360" w:dyaOrig="300" w14:anchorId="6B099D22">
          <v:shape id="_x0000_i1100" type="#_x0000_t75" style="width:10.5pt;height:10.5pt" o:ole="" fillcolor="window">
            <v:imagedata r:id="rId76" o:title=""/>
          </v:shape>
          <o:OLEObject Type="Embed" ProgID="Equation.3" ShapeID="_x0000_i1100" DrawAspect="Content" ObjectID="_1734986667" r:id="rId138"/>
        </w:object>
      </w:r>
      <w:r w:rsidRPr="001C0CC4">
        <w:t xml:space="preserve"> set to </w:t>
      </w:r>
      <w:r w:rsidRPr="001C0CC4">
        <w:rPr>
          <w:position w:val="-28"/>
        </w:rPr>
        <w:object w:dxaOrig="1440" w:dyaOrig="680" w14:anchorId="0A7515D4">
          <v:shape id="_x0000_i1101" type="#_x0000_t75" style="width:1in;height:36.25pt" o:ole="" fillcolor="window">
            <v:imagedata r:id="rId126" o:title=""/>
          </v:shape>
          <o:OLEObject Type="Embed" ProgID="Equation.3" ShapeID="_x0000_i1101" DrawAspect="Content" ObjectID="_1734986668" r:id="rId139"/>
        </w:object>
      </w:r>
      <w:r w:rsidRPr="001C0CC4">
        <w:t>,</w:t>
      </w:r>
    </w:p>
    <w:p w14:paraId="7B562CED" w14:textId="77777777" w:rsidR="003B4E2A" w:rsidRDefault="00DC7196" w:rsidP="003B4E2A">
      <w:pPr>
        <w:pStyle w:val="B10"/>
      </w:pPr>
      <w:r w:rsidRPr="001C0CC4">
        <w:t>-</w:t>
      </w:r>
      <w:r w:rsidRPr="001C0CC4">
        <w:tab/>
        <w:t>calculate EVM</w:t>
      </w:r>
      <w:r w:rsidRPr="001C0CC4">
        <w:rPr>
          <w:rFonts w:ascii="(Asiatische Schriftart verwende" w:hAnsi="(Asiatische Schriftart verwende"/>
          <w:vertAlign w:val="subscript"/>
        </w:rPr>
        <w:t>h</w:t>
      </w:r>
      <w:r w:rsidRPr="001C0CC4">
        <w:t xml:space="preserve"> with </w:t>
      </w:r>
      <w:r w:rsidRPr="001C0CC4">
        <w:rPr>
          <w:position w:val="-6"/>
        </w:rPr>
        <w:object w:dxaOrig="360" w:dyaOrig="300" w14:anchorId="42F5FB2D">
          <v:shape id="_x0000_i1102" type="#_x0000_t75" style="width:10.5pt;height:10.5pt" o:ole="" fillcolor="window">
            <v:imagedata r:id="rId76" o:title=""/>
          </v:shape>
          <o:OLEObject Type="Embed" ProgID="Equation.3" ShapeID="_x0000_i1102" DrawAspect="Content" ObjectID="_1734986669" r:id="rId140"/>
        </w:object>
      </w:r>
      <w:r w:rsidRPr="001C0CC4">
        <w:t xml:space="preserve"> set to </w:t>
      </w:r>
      <w:r w:rsidRPr="001C0CC4">
        <w:rPr>
          <w:position w:val="-28"/>
        </w:rPr>
        <w:object w:dxaOrig="1060" w:dyaOrig="680" w14:anchorId="5A139E61">
          <v:shape id="_x0000_i1103" type="#_x0000_t75" style="width:46.25pt;height:36.25pt" o:ole="" fillcolor="window">
            <v:imagedata r:id="rId128" o:title=""/>
          </v:shape>
          <o:OLEObject Type="Embed" ProgID="Equation.3" ShapeID="_x0000_i1103" DrawAspect="Content" ObjectID="_1734986670" r:id="rId141"/>
        </w:object>
      </w:r>
      <w:r w:rsidRPr="001C0CC4">
        <w:t>.</w:t>
      </w:r>
    </w:p>
    <w:p w14:paraId="34068805" w14:textId="77777777" w:rsidR="003B4E2A" w:rsidRPr="001C0CC4" w:rsidRDefault="003B4E2A" w:rsidP="006E7131">
      <w:pPr>
        <w:rPr>
          <w:lang w:eastAsia="ja-JP"/>
        </w:rPr>
      </w:pPr>
      <w:r>
        <w:rPr>
          <w:rFonts w:hint="eastAsia"/>
          <w:lang w:eastAsia="ja-JP"/>
        </w:rPr>
        <w:t>F</w:t>
      </w:r>
      <w:r>
        <w:rPr>
          <w:lang w:eastAsia="ja-JP"/>
        </w:rPr>
        <w:t xml:space="preserve">or the EVM calculation on the symbols with a transient period when the UE signals a transient period capability (tp) of 2, 4 or 7usec, </w:t>
      </w:r>
      <m:oMath>
        <m:r>
          <w:rPr>
            <w:rFonts w:ascii="Cambria Math"/>
          </w:rPr>
          <m:t>Δ</m:t>
        </m:r>
        <m:acc>
          <m:accPr>
            <m:chr m:val="̃"/>
            <m:ctrlPr>
              <w:rPr>
                <w:rFonts w:ascii="Cambria Math" w:hAnsi="Cambria Math"/>
                <w:i/>
              </w:rPr>
            </m:ctrlPr>
          </m:accPr>
          <m:e>
            <m:r>
              <w:rPr>
                <w:rFonts w:ascii="Cambria Math"/>
              </w:rPr>
              <m:t>t</m:t>
            </m:r>
          </m:e>
        </m:acc>
      </m:oMath>
      <w:r>
        <w:rPr>
          <w:rFonts w:hint="eastAsia"/>
          <w:lang w:eastAsia="ja-JP"/>
        </w:rPr>
        <w:t xml:space="preserve"> </w:t>
      </w:r>
      <w:r>
        <w:rPr>
          <w:lang w:eastAsia="ja-JP"/>
        </w:rPr>
        <w:t>is is given below.</w:t>
      </w:r>
    </w:p>
    <w:p w14:paraId="799CEE78" w14:textId="77777777" w:rsidR="003B4E2A" w:rsidRDefault="003B4E2A" w:rsidP="006E7131">
      <w:pPr>
        <w:pStyle w:val="B10"/>
      </w:pPr>
      <w:r>
        <w:rPr>
          <w:lang w:eastAsia="ja-JP"/>
        </w:rPr>
        <w:t>-</w:t>
      </w:r>
      <w:r>
        <w:rPr>
          <w:lang w:eastAsia="ja-JP"/>
        </w:rPr>
        <w:tab/>
        <w:t>calculate EVM</w:t>
      </w:r>
      <w:r w:rsidRPr="00ED32EF">
        <w:rPr>
          <w:vertAlign w:val="subscript"/>
          <w:lang w:eastAsia="ja-JP"/>
        </w:rPr>
        <w:t>l_</w:t>
      </w:r>
      <w:r>
        <w:rPr>
          <w:vertAlign w:val="subscript"/>
          <w:lang w:eastAsia="ja-JP"/>
        </w:rPr>
        <w:t>tp</w:t>
      </w:r>
      <w:r>
        <w:rPr>
          <w:lang w:eastAsia="ja-JP"/>
        </w:rPr>
        <w:t xml:space="preserve"> with </w:t>
      </w:r>
      <m:oMath>
        <m:r>
          <w:rPr>
            <w:rFonts w:ascii="Cambria Math"/>
          </w:rPr>
          <m:t>Δ</m:t>
        </m:r>
        <m:acc>
          <m:accPr>
            <m:chr m:val="̃"/>
            <m:ctrlPr>
              <w:rPr>
                <w:rFonts w:ascii="Cambria Math" w:hAnsi="Cambria Math"/>
                <w:i/>
              </w:rPr>
            </m:ctrlPr>
          </m:accPr>
          <m:e>
            <m:r>
              <w:rPr>
                <w:rFonts w:ascii="Cambria Math"/>
              </w:rPr>
              <m:t>t</m:t>
            </m:r>
          </m:e>
        </m:acc>
      </m:oMath>
      <w:r>
        <w:t xml:space="preserve"> set to</w:t>
      </w:r>
      <m:oMath>
        <m:d>
          <m:dPr>
            <m:begChr m:val="⌊"/>
            <m:endChr m:val="⌋"/>
            <m:ctrlPr>
              <w:rPr>
                <w:rFonts w:ascii="Cambria Math" w:hAnsi="Cambria Math"/>
                <w:i/>
              </w:rPr>
            </m:ctrlPr>
          </m:dPr>
          <m:e>
            <m:f>
              <m:fPr>
                <m:ctrlPr>
                  <w:rPr>
                    <w:rFonts w:ascii="Cambria Math" w:hAnsi="Cambria Math"/>
                    <w:i/>
                  </w:rPr>
                </m:ctrlPr>
              </m:fPr>
              <m:num>
                <m:r>
                  <w:rPr>
                    <w:rFonts w:ascii="Cambria Math"/>
                  </w:rPr>
                  <m:t>tp+</m:t>
                </m:r>
                <m:sSub>
                  <m:sSubPr>
                    <m:ctrlPr>
                      <w:rPr>
                        <w:rFonts w:ascii="Cambria Math" w:hAnsi="Cambria Math"/>
                        <w:i/>
                      </w:rPr>
                    </m:ctrlPr>
                  </m:sSubPr>
                  <m:e>
                    <m:r>
                      <w:rPr>
                        <w:rFonts w:ascii="Cambria Math" w:hAnsi="Cambria Math"/>
                      </w:rPr>
                      <m:t>tp</m:t>
                    </m:r>
                  </m:e>
                  <m:sub>
                    <m:r>
                      <w:rPr>
                        <w:rFonts w:ascii="Cambria Math" w:hAnsi="Cambria Math"/>
                      </w:rPr>
                      <m:t>start</m:t>
                    </m:r>
                  </m:sub>
                </m:sSub>
              </m:num>
              <m:den>
                <m:sSub>
                  <m:sSubPr>
                    <m:ctrlPr>
                      <w:rPr>
                        <w:rFonts w:ascii="Cambria Math" w:hAnsi="Cambria Math"/>
                        <w:i/>
                      </w:rPr>
                    </m:ctrlPr>
                  </m:sSubPr>
                  <m:e>
                    <m:r>
                      <w:rPr>
                        <w:rFonts w:ascii="Cambria Math"/>
                      </w:rPr>
                      <m:t>T</m:t>
                    </m:r>
                  </m:e>
                  <m:sub>
                    <m:r>
                      <w:rPr>
                        <w:rFonts w:ascii="Cambria Math"/>
                      </w:rPr>
                      <m:t>c</m:t>
                    </m:r>
                  </m:sub>
                </m:sSub>
              </m:den>
            </m:f>
          </m:e>
        </m:d>
        <m:r>
          <w:rPr>
            <w:rFonts w:ascii="Cambria Math" w:hAnsi="Cambria Math"/>
          </w:rPr>
          <m:t>+1</m:t>
        </m:r>
      </m:oMath>
      <w:r>
        <w:rPr>
          <w:rFonts w:hint="eastAsia"/>
          <w:lang w:eastAsia="ja-JP"/>
        </w:rPr>
        <w:t>,</w:t>
      </w:r>
      <w:r>
        <w:rPr>
          <w:lang w:eastAsia="ja-JP"/>
        </w:rPr>
        <w:t xml:space="preserve"> where </w:t>
      </w:r>
      <w:r>
        <w:t xml:space="preserve">is </w:t>
      </w:r>
      <w:r w:rsidRPr="001C0CC4">
        <w:t>1/T</w:t>
      </w:r>
      <w:r w:rsidRPr="001C0CC4">
        <w:rPr>
          <w:vertAlign w:val="subscript"/>
        </w:rPr>
        <w:t>c</w:t>
      </w:r>
      <w:r>
        <w:t xml:space="preserve"> the sampling rate</w:t>
      </w:r>
    </w:p>
    <w:p w14:paraId="14757CD0" w14:textId="44C06BC7" w:rsidR="003B4E2A" w:rsidRDefault="003B4E2A" w:rsidP="006E7131">
      <w:pPr>
        <w:pStyle w:val="B10"/>
      </w:pPr>
      <w:r>
        <w:rPr>
          <w:rFonts w:hint="eastAsia"/>
          <w:lang w:eastAsia="ja-JP"/>
        </w:rPr>
        <w:t>-</w:t>
      </w:r>
      <w:r>
        <w:rPr>
          <w:lang w:eastAsia="ja-JP"/>
        </w:rPr>
        <w:tab/>
        <w:t>calculate EVM</w:t>
      </w:r>
      <w:r>
        <w:rPr>
          <w:vertAlign w:val="subscript"/>
          <w:lang w:eastAsia="ja-JP"/>
        </w:rPr>
        <w:t>h</w:t>
      </w:r>
      <w:r w:rsidRPr="00ED32EF">
        <w:rPr>
          <w:vertAlign w:val="subscript"/>
          <w:lang w:eastAsia="ja-JP"/>
        </w:rPr>
        <w:t>_</w:t>
      </w:r>
      <w:r>
        <w:rPr>
          <w:vertAlign w:val="subscript"/>
          <w:lang w:eastAsia="ja-JP"/>
        </w:rPr>
        <w:t>tp</w:t>
      </w:r>
      <w:r>
        <w:rPr>
          <w:lang w:eastAsia="ja-JP"/>
        </w:rPr>
        <w:t xml:space="preserve"> with </w:t>
      </w:r>
      <m:oMath>
        <m:r>
          <w:rPr>
            <w:rFonts w:ascii="Cambria Math"/>
          </w:rPr>
          <m:t>Δ</m:t>
        </m:r>
        <m:acc>
          <m:accPr>
            <m:chr m:val="̃"/>
            <m:ctrlPr>
              <w:rPr>
                <w:rFonts w:ascii="Cambria Math" w:hAnsi="Cambria Math"/>
                <w:i/>
              </w:rPr>
            </m:ctrlPr>
          </m:accPr>
          <m:e>
            <m:r>
              <w:rPr>
                <w:rFonts w:ascii="Cambria Math"/>
              </w:rPr>
              <m:t>t</m:t>
            </m:r>
          </m:e>
        </m:acc>
      </m:oMath>
      <w:r>
        <w:t xml:space="preserve"> set to</w:t>
      </w:r>
      <m:oMath>
        <m:d>
          <m:dPr>
            <m:begChr m:val="⌊"/>
            <m:endChr m:val="⌋"/>
            <m:ctrlPr>
              <w:rPr>
                <w:rFonts w:ascii="Cambria Math" w:hAnsi="Cambria Math"/>
                <w:i/>
              </w:rPr>
            </m:ctrlPr>
          </m:dPr>
          <m:e>
            <m:f>
              <m:fPr>
                <m:ctrlPr>
                  <w:rPr>
                    <w:rFonts w:ascii="Cambria Math" w:hAnsi="Cambria Math"/>
                    <w:i/>
                  </w:rPr>
                </m:ctrlPr>
              </m:fPr>
              <m:num>
                <m:r>
                  <w:rPr>
                    <w:rFonts w:ascii="Cambria Math"/>
                  </w:rPr>
                  <m:t>CP+</m:t>
                </m:r>
                <m:sSub>
                  <m:sSubPr>
                    <m:ctrlPr>
                      <w:rPr>
                        <w:rFonts w:ascii="Cambria Math" w:hAnsi="Cambria Math"/>
                        <w:i/>
                      </w:rPr>
                    </m:ctrlPr>
                  </m:sSubPr>
                  <m:e>
                    <m:r>
                      <w:rPr>
                        <w:rFonts w:ascii="Cambria Math"/>
                      </w:rPr>
                      <m:t>tp</m:t>
                    </m:r>
                  </m:e>
                  <m:sub>
                    <m:r>
                      <w:rPr>
                        <w:rFonts w:ascii="Cambria Math"/>
                      </w:rPr>
                      <m:t>start</m:t>
                    </m:r>
                  </m:sub>
                </m:sSub>
              </m:num>
              <m:den>
                <m:sSub>
                  <m:sSubPr>
                    <m:ctrlPr>
                      <w:rPr>
                        <w:rFonts w:ascii="Cambria Math" w:hAnsi="Cambria Math"/>
                        <w:i/>
                      </w:rPr>
                    </m:ctrlPr>
                  </m:sSubPr>
                  <m:e>
                    <m:r>
                      <w:rPr>
                        <w:rFonts w:ascii="Cambria Math"/>
                      </w:rPr>
                      <m:t>T</m:t>
                    </m:r>
                  </m:e>
                  <m:sub>
                    <m:r>
                      <w:rPr>
                        <w:rFonts w:ascii="Cambria Math"/>
                      </w:rPr>
                      <m:t>c</m:t>
                    </m:r>
                  </m:sub>
                </m:sSub>
              </m:den>
            </m:f>
          </m:e>
        </m:d>
        <m:r>
          <w:rPr>
            <w:rFonts w:ascii="Cambria Math" w:hAnsi="Cambria Math"/>
          </w:rPr>
          <m:t>-1</m:t>
        </m:r>
      </m:oMath>
      <w:r>
        <w:rPr>
          <w:rFonts w:hint="eastAsia"/>
          <w:lang w:eastAsia="ja-JP"/>
        </w:rPr>
        <w:t>,</w:t>
      </w:r>
      <w:r>
        <w:rPr>
          <w:lang w:eastAsia="ja-JP"/>
        </w:rPr>
        <w:t xml:space="preserve"> where </w:t>
      </w:r>
      <w:r w:rsidRPr="001C0CC4">
        <w:t>1/T</w:t>
      </w:r>
      <w:r w:rsidRPr="001C0CC4">
        <w:rPr>
          <w:vertAlign w:val="subscript"/>
        </w:rPr>
        <w:t>c</w:t>
      </w:r>
      <w:r>
        <w:t xml:space="preserve"> is the sampling rate and the CP is the cyclic prefix of the symbol on which EVM is calculated (e.g. long CP for the first symbol of the slot) in seconds</w:t>
      </w:r>
    </w:p>
    <w:p w14:paraId="7A41FDEB" w14:textId="77777777" w:rsidR="003B4E2A" w:rsidRDefault="003B4E2A" w:rsidP="003B4E2A">
      <w:pPr>
        <w:rPr>
          <w:lang w:eastAsia="ja-JP"/>
        </w:rPr>
      </w:pPr>
      <w:r>
        <w:rPr>
          <w:rFonts w:hint="eastAsia"/>
          <w:lang w:eastAsia="ja-JP"/>
        </w:rPr>
        <w:t>A</w:t>
      </w:r>
      <w:r>
        <w:rPr>
          <w:lang w:eastAsia="ja-JP"/>
        </w:rPr>
        <w:t xml:space="preserve"> pictorial representation of the EVM measurement windows is given in Figure F.4-1.</w:t>
      </w:r>
    </w:p>
    <w:p w14:paraId="50B70FB7" w14:textId="663F84E6" w:rsidR="003B4E2A" w:rsidRDefault="003B4E2A" w:rsidP="00EF5BBF">
      <w:pPr>
        <w:pStyle w:val="TH"/>
        <w:rPr>
          <w:lang w:val="en-US" w:eastAsia="ja-JP"/>
        </w:rPr>
      </w:pPr>
      <w:r>
        <w:object w:dxaOrig="11265" w:dyaOrig="2805" w14:anchorId="0DD9E5EB">
          <v:shape id="_x0000_i1104" type="#_x0000_t75" style="width:483.25pt;height:118.25pt" o:ole="">
            <v:imagedata r:id="rId142" o:title=""/>
          </v:shape>
          <o:OLEObject Type="Embed" ProgID="Visio.Drawing.15" ShapeID="_x0000_i1104" DrawAspect="Content" ObjectID="_1734986671" r:id="rId143"/>
        </w:object>
      </w:r>
    </w:p>
    <w:p w14:paraId="19E2B653" w14:textId="10E73A4A" w:rsidR="003B4E2A" w:rsidRPr="00F900F5" w:rsidRDefault="003B4E2A" w:rsidP="00EF5BBF">
      <w:pPr>
        <w:pStyle w:val="TF"/>
        <w:rPr>
          <w:lang w:eastAsia="ja-JP"/>
        </w:rPr>
      </w:pPr>
      <w:r>
        <w:rPr>
          <w:rFonts w:hint="eastAsia"/>
          <w:lang w:val="en-US" w:eastAsia="ja-JP"/>
        </w:rPr>
        <w:t>F</w:t>
      </w:r>
      <w:r>
        <w:rPr>
          <w:lang w:val="en-US" w:eastAsia="ja-JP"/>
        </w:rPr>
        <w:t>igure F.4-1: EVM measurement window</w:t>
      </w:r>
    </w:p>
    <w:p w14:paraId="67183656" w14:textId="2ED70CA2" w:rsidR="00DC7196" w:rsidRPr="001C0CC4" w:rsidRDefault="00DC7196" w:rsidP="00EF5BBF"/>
    <w:p w14:paraId="1B8E1845" w14:textId="77777777" w:rsidR="00DC7196" w:rsidRPr="001C0CC4" w:rsidRDefault="00DC7196" w:rsidP="00DC7196">
      <w:pPr>
        <w:pStyle w:val="Heading1"/>
      </w:pPr>
      <w:bookmarkStart w:id="1204" w:name="_Toc21344579"/>
      <w:bookmarkStart w:id="1205" w:name="_Toc29802067"/>
      <w:bookmarkStart w:id="1206" w:name="_Toc29802491"/>
      <w:bookmarkStart w:id="1207" w:name="_Toc29803116"/>
      <w:bookmarkStart w:id="1208" w:name="_Toc36107858"/>
      <w:bookmarkStart w:id="1209" w:name="_Toc37251632"/>
      <w:bookmarkStart w:id="1210" w:name="_Toc45888571"/>
      <w:bookmarkStart w:id="1211" w:name="_Toc45889170"/>
      <w:bookmarkStart w:id="1212" w:name="_Toc59650548"/>
      <w:bookmarkStart w:id="1213" w:name="_Toc61357820"/>
      <w:bookmarkStart w:id="1214" w:name="_Toc61359594"/>
      <w:bookmarkStart w:id="1215" w:name="_Toc67916534"/>
      <w:bookmarkStart w:id="1216" w:name="_Toc75534080"/>
      <w:bookmarkStart w:id="1217" w:name="_Toc75819966"/>
      <w:bookmarkStart w:id="1218" w:name="_Toc76508810"/>
      <w:bookmarkStart w:id="1219" w:name="_Toc76717760"/>
      <w:bookmarkStart w:id="1220" w:name="_Toc83294401"/>
      <w:bookmarkStart w:id="1221" w:name="_Toc84335440"/>
      <w:r w:rsidRPr="001C0CC4">
        <w:t>F.5</w:t>
      </w:r>
      <w:r w:rsidRPr="001C0CC4">
        <w:tab/>
        <w:t>Window length</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14:paraId="3545BF8C" w14:textId="77777777" w:rsidR="00DC7196" w:rsidRPr="001C0CC4" w:rsidRDefault="00DC7196" w:rsidP="00DC7196">
      <w:pPr>
        <w:pStyle w:val="Heading2"/>
      </w:pPr>
      <w:bookmarkStart w:id="1222" w:name="_Toc21344580"/>
      <w:bookmarkStart w:id="1223" w:name="_Toc29802068"/>
      <w:bookmarkStart w:id="1224" w:name="_Toc29802492"/>
      <w:bookmarkStart w:id="1225" w:name="_Toc29803117"/>
      <w:bookmarkStart w:id="1226" w:name="_Toc36107859"/>
      <w:bookmarkStart w:id="1227" w:name="_Toc37251633"/>
      <w:bookmarkStart w:id="1228" w:name="_Toc45888572"/>
      <w:bookmarkStart w:id="1229" w:name="_Toc45889171"/>
      <w:bookmarkStart w:id="1230" w:name="_Toc59650549"/>
      <w:bookmarkStart w:id="1231" w:name="_Toc61357821"/>
      <w:bookmarkStart w:id="1232" w:name="_Toc61359595"/>
      <w:bookmarkStart w:id="1233" w:name="_Toc67916535"/>
      <w:bookmarkStart w:id="1234" w:name="_Toc75534081"/>
      <w:bookmarkStart w:id="1235" w:name="_Toc75819967"/>
      <w:bookmarkStart w:id="1236" w:name="_Toc76508811"/>
      <w:bookmarkStart w:id="1237" w:name="_Toc76717761"/>
      <w:bookmarkStart w:id="1238" w:name="_Toc83294402"/>
      <w:bookmarkStart w:id="1239" w:name="_Toc84335441"/>
      <w:r w:rsidRPr="001C0CC4">
        <w:t>F.5.1</w:t>
      </w:r>
      <w:r w:rsidRPr="001C0CC4">
        <w:tab/>
        <w:t>Timing offset</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4FD22557" w14:textId="77777777" w:rsidR="00DC7196" w:rsidRPr="001C0CC4" w:rsidRDefault="00DC7196" w:rsidP="00DC7196">
      <w:r w:rsidRPr="001C0CC4">
        <w:t>As a result of using a cyclic prefix, there is a range of</w:t>
      </w:r>
      <w:r w:rsidRPr="001C0CC4">
        <w:rPr>
          <w:position w:val="-6"/>
        </w:rPr>
        <w:object w:dxaOrig="320" w:dyaOrig="279" w14:anchorId="28ACF1A5">
          <v:shape id="_x0000_i1105" type="#_x0000_t75" style="width:10.5pt;height:10.5pt" o:ole="">
            <v:imagedata r:id="rId144" o:title=""/>
          </v:shape>
          <o:OLEObject Type="Embed" ProgID="Equation.3" ShapeID="_x0000_i1105" DrawAspect="Content" ObjectID="_1734986672" r:id="rId145"/>
        </w:object>
      </w:r>
      <w:r w:rsidRPr="001C0CC4">
        <w:t xml:space="preserve">, which, at least in the case of perfect Tx signal quality, would give close to minimum error vector magnitude. As a first order approximation, that range should be equal to the length of the cyclic prefix. Any time domain windowing or FIR pulse shaping applied by the transmitter reduces the </w:t>
      </w:r>
      <w:r w:rsidRPr="001C0CC4">
        <w:rPr>
          <w:position w:val="-6"/>
        </w:rPr>
        <w:object w:dxaOrig="320" w:dyaOrig="279" w14:anchorId="087ABA47">
          <v:shape id="_x0000_i1106" type="#_x0000_t75" style="width:10.5pt;height:10.5pt" o:ole="">
            <v:imagedata r:id="rId146" o:title=""/>
          </v:shape>
          <o:OLEObject Type="Embed" ProgID="Equation.3" ShapeID="_x0000_i1106" DrawAspect="Content" ObjectID="_1734986673" r:id="rId147"/>
        </w:object>
      </w:r>
      <w:r w:rsidRPr="001C0CC4">
        <w:t xml:space="preserve"> range within which the error vector is close to its minimum.</w:t>
      </w:r>
    </w:p>
    <w:p w14:paraId="718EC03B" w14:textId="77777777" w:rsidR="00DC7196" w:rsidRPr="001C0CC4" w:rsidRDefault="00DC7196" w:rsidP="00DC7196">
      <w:pPr>
        <w:pStyle w:val="Heading2"/>
      </w:pPr>
      <w:bookmarkStart w:id="1240" w:name="_Toc21344581"/>
      <w:bookmarkStart w:id="1241" w:name="_Toc29802069"/>
      <w:bookmarkStart w:id="1242" w:name="_Toc29802493"/>
      <w:bookmarkStart w:id="1243" w:name="_Toc29803118"/>
      <w:bookmarkStart w:id="1244" w:name="_Toc36107860"/>
      <w:bookmarkStart w:id="1245" w:name="_Toc37251634"/>
      <w:bookmarkStart w:id="1246" w:name="_Toc45888573"/>
      <w:bookmarkStart w:id="1247" w:name="_Toc45889172"/>
      <w:bookmarkStart w:id="1248" w:name="_Toc59650550"/>
      <w:bookmarkStart w:id="1249" w:name="_Toc61357822"/>
      <w:bookmarkStart w:id="1250" w:name="_Toc61359596"/>
      <w:bookmarkStart w:id="1251" w:name="_Toc67916536"/>
      <w:bookmarkStart w:id="1252" w:name="_Toc75534082"/>
      <w:bookmarkStart w:id="1253" w:name="_Toc75819968"/>
      <w:bookmarkStart w:id="1254" w:name="_Toc76508812"/>
      <w:bookmarkStart w:id="1255" w:name="_Toc76717762"/>
      <w:bookmarkStart w:id="1256" w:name="_Toc83294403"/>
      <w:bookmarkStart w:id="1257" w:name="_Toc84335442"/>
      <w:r w:rsidRPr="001C0CC4">
        <w:t>F.5.2</w:t>
      </w:r>
      <w:r w:rsidRPr="001C0CC4">
        <w:tab/>
        <w:t>Window length</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0C717EB0" w14:textId="77777777" w:rsidR="00DC7196" w:rsidRPr="001C0CC4" w:rsidRDefault="00DC7196" w:rsidP="00DC7196">
      <w:r w:rsidRPr="001C0CC4">
        <w:t xml:space="preserve">The window length </w:t>
      </w:r>
      <w:r w:rsidRPr="001C0CC4">
        <w:rPr>
          <w:i/>
        </w:rPr>
        <w:t>W</w:t>
      </w:r>
      <w:r w:rsidRPr="001C0CC4">
        <w:t xml:space="preserve"> affects the measured EVM and is expressed as a function of the configured cyclic prefix length. In the case where equalization is present, as with frequency domain EVM computation, the effect of FIR is reduced. This is because the equalization can correct most of the linear distortion introduced by the FIR. However, the time domain windowing effect can't be removed.</w:t>
      </w:r>
    </w:p>
    <w:p w14:paraId="7915E519" w14:textId="77777777" w:rsidR="00DC7196" w:rsidRPr="001C0CC4" w:rsidRDefault="00DC7196" w:rsidP="00DC7196">
      <w:pPr>
        <w:pStyle w:val="Heading2"/>
      </w:pPr>
      <w:bookmarkStart w:id="1258" w:name="_Toc21344582"/>
      <w:bookmarkStart w:id="1259" w:name="_Toc29802070"/>
      <w:bookmarkStart w:id="1260" w:name="_Toc29802494"/>
      <w:bookmarkStart w:id="1261" w:name="_Toc29803119"/>
      <w:bookmarkStart w:id="1262" w:name="_Toc36107861"/>
      <w:bookmarkStart w:id="1263" w:name="_Toc37251635"/>
      <w:bookmarkStart w:id="1264" w:name="_Toc45888574"/>
      <w:bookmarkStart w:id="1265" w:name="_Toc45889173"/>
      <w:bookmarkStart w:id="1266" w:name="_Toc59650551"/>
      <w:bookmarkStart w:id="1267" w:name="_Toc61357823"/>
      <w:bookmarkStart w:id="1268" w:name="_Toc61359597"/>
      <w:bookmarkStart w:id="1269" w:name="_Toc67916537"/>
      <w:bookmarkStart w:id="1270" w:name="_Toc75534083"/>
      <w:bookmarkStart w:id="1271" w:name="_Toc75819969"/>
      <w:bookmarkStart w:id="1272" w:name="_Toc76508813"/>
      <w:bookmarkStart w:id="1273" w:name="_Toc76717763"/>
      <w:bookmarkStart w:id="1274" w:name="_Toc83294404"/>
      <w:bookmarkStart w:id="1275" w:name="_Toc84335443"/>
      <w:r w:rsidRPr="001C0CC4">
        <w:t>F.5.3</w:t>
      </w:r>
      <w:r w:rsidRPr="001C0CC4">
        <w:tab/>
        <w:t>Window length for normal CP</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5802F501" w14:textId="77777777" w:rsidR="00DC7196" w:rsidRPr="001C0CC4" w:rsidRDefault="00DC7196" w:rsidP="00DC7196"/>
    <w:p w14:paraId="047E0A33" w14:textId="77777777" w:rsidR="00DC7196" w:rsidRPr="001C0CC4" w:rsidRDefault="00DC7196" w:rsidP="00DC7196">
      <w:r w:rsidRPr="001C0CC4">
        <w:t>Table F.5.3-1, F.5.3-2, F.5.3-3 below specify the EVM window length (</w:t>
      </w:r>
      <w:r w:rsidRPr="001C0CC4">
        <w:rPr>
          <w:i/>
        </w:rPr>
        <w:t>W</w:t>
      </w:r>
      <w:r w:rsidRPr="001C0CC4">
        <w:t>) for normal CP.</w:t>
      </w:r>
    </w:p>
    <w:p w14:paraId="7259EA0A" w14:textId="77777777" w:rsidR="00DC7196" w:rsidRPr="001C0CC4" w:rsidRDefault="00DC7196" w:rsidP="00DC7196">
      <w:pPr>
        <w:pStyle w:val="TH"/>
      </w:pPr>
      <w:r w:rsidRPr="001C0CC4">
        <w:t>Table F.5.3-1: EVM window length for normal CP for NR, FR1, 15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DC7196" w:rsidRPr="001C0CC4" w14:paraId="41EB8917" w14:textId="77777777" w:rsidTr="00BB2E83">
        <w:trPr>
          <w:trHeight w:val="187"/>
          <w:jc w:val="center"/>
        </w:trPr>
        <w:tc>
          <w:tcPr>
            <w:tcW w:w="1170" w:type="dxa"/>
            <w:shd w:val="clear" w:color="auto" w:fill="F3F3F3"/>
          </w:tcPr>
          <w:p w14:paraId="7E748594" w14:textId="77777777" w:rsidR="00DC7196" w:rsidRPr="001C0CC4" w:rsidRDefault="00DC7196" w:rsidP="00BB2E83">
            <w:pPr>
              <w:pStyle w:val="TAH"/>
            </w:pPr>
            <w:r w:rsidRPr="001C0CC4">
              <w:t>Channel</w:t>
            </w:r>
            <w:r w:rsidRPr="001C0CC4">
              <w:br/>
              <w:t>Bandwidth (MHz)</w:t>
            </w:r>
          </w:p>
        </w:tc>
        <w:tc>
          <w:tcPr>
            <w:tcW w:w="1170" w:type="dxa"/>
            <w:shd w:val="clear" w:color="auto" w:fill="F3F3F3"/>
          </w:tcPr>
          <w:p w14:paraId="57357A06" w14:textId="77777777" w:rsidR="00DC7196" w:rsidRPr="001C0CC4" w:rsidRDefault="00DC7196" w:rsidP="00BB2E83">
            <w:pPr>
              <w:pStyle w:val="TAH"/>
            </w:pPr>
            <w:r w:rsidRPr="001C0CC4">
              <w:t>FFT size</w:t>
            </w:r>
          </w:p>
        </w:tc>
        <w:tc>
          <w:tcPr>
            <w:tcW w:w="1170" w:type="dxa"/>
            <w:shd w:val="clear" w:color="auto" w:fill="F3F3F3"/>
          </w:tcPr>
          <w:p w14:paraId="39970A60" w14:textId="77777777" w:rsidR="00DC7196" w:rsidRPr="001C0CC4" w:rsidRDefault="00DC7196" w:rsidP="00BB2E83">
            <w:pPr>
              <w:pStyle w:val="TAH"/>
            </w:pPr>
            <w:r w:rsidRPr="001C0CC4">
              <w:t>Cyclic prefix length for symbols 1</w:t>
            </w:r>
            <w:r w:rsidRPr="001C0CC4">
              <w:noBreakHyphen/>
              <w:t>6 and 8-13 in FFT samples</w:t>
            </w:r>
          </w:p>
        </w:tc>
        <w:tc>
          <w:tcPr>
            <w:tcW w:w="1170" w:type="dxa"/>
            <w:shd w:val="clear" w:color="auto" w:fill="F3F3F3"/>
          </w:tcPr>
          <w:p w14:paraId="7275E8AD" w14:textId="77777777" w:rsidR="00DC7196" w:rsidRPr="001C0CC4" w:rsidRDefault="00DC7196" w:rsidP="00BB2E83">
            <w:pPr>
              <w:pStyle w:val="TAH"/>
            </w:pPr>
            <w:r w:rsidRPr="001C0CC4">
              <w:t xml:space="preserve">EVM window length </w:t>
            </w:r>
            <w:r w:rsidRPr="001C0CC4">
              <w:rPr>
                <w:i/>
              </w:rPr>
              <w:t>W</w:t>
            </w:r>
          </w:p>
        </w:tc>
        <w:tc>
          <w:tcPr>
            <w:tcW w:w="1170" w:type="dxa"/>
            <w:shd w:val="clear" w:color="auto" w:fill="F3F3F3"/>
          </w:tcPr>
          <w:p w14:paraId="306C32F4" w14:textId="77777777" w:rsidR="00DC7196" w:rsidRPr="001C0CC4" w:rsidRDefault="00DC7196" w:rsidP="00BB2E83">
            <w:pPr>
              <w:pStyle w:val="TAH"/>
            </w:pPr>
            <w:r w:rsidRPr="001C0CC4">
              <w:t xml:space="preserve">Ratio of </w:t>
            </w:r>
            <w:r w:rsidRPr="001C0CC4">
              <w:rPr>
                <w:i/>
              </w:rPr>
              <w:t>W</w:t>
            </w:r>
            <w:r w:rsidRPr="001C0CC4">
              <w:t xml:space="preserve"> to total CP length for symbols 1</w:t>
            </w:r>
            <w:r w:rsidRPr="001C0CC4">
              <w:noBreakHyphen/>
              <w:t>6 and 8-13</w:t>
            </w:r>
            <w:r w:rsidRPr="001C0CC4">
              <w:rPr>
                <w:vertAlign w:val="superscript"/>
              </w:rPr>
              <w:t>1</w:t>
            </w:r>
            <w:r w:rsidRPr="001C0CC4">
              <w:t xml:space="preserve"> (%)</w:t>
            </w:r>
          </w:p>
        </w:tc>
      </w:tr>
      <w:tr w:rsidR="00DC7196" w:rsidRPr="001C0CC4" w14:paraId="180D60C8" w14:textId="77777777" w:rsidTr="00BB2E83">
        <w:trPr>
          <w:trHeight w:val="187"/>
          <w:jc w:val="center"/>
        </w:trPr>
        <w:tc>
          <w:tcPr>
            <w:tcW w:w="1170" w:type="dxa"/>
            <w:vAlign w:val="center"/>
          </w:tcPr>
          <w:p w14:paraId="03F71804" w14:textId="77777777" w:rsidR="00DC7196" w:rsidRPr="001C0CC4" w:rsidRDefault="00DC7196" w:rsidP="00DC7196">
            <w:pPr>
              <w:pStyle w:val="TAC"/>
            </w:pPr>
            <w:r w:rsidRPr="001C0CC4">
              <w:t>5</w:t>
            </w:r>
          </w:p>
        </w:tc>
        <w:tc>
          <w:tcPr>
            <w:tcW w:w="1170" w:type="dxa"/>
            <w:vAlign w:val="center"/>
          </w:tcPr>
          <w:p w14:paraId="39611111" w14:textId="77777777" w:rsidR="00DC7196" w:rsidRPr="001C0CC4" w:rsidRDefault="00DC7196" w:rsidP="00DC7196">
            <w:pPr>
              <w:pStyle w:val="TAC"/>
            </w:pPr>
            <w:r w:rsidRPr="001C0CC4">
              <w:t>512</w:t>
            </w:r>
          </w:p>
        </w:tc>
        <w:tc>
          <w:tcPr>
            <w:tcW w:w="1170" w:type="dxa"/>
            <w:vAlign w:val="center"/>
          </w:tcPr>
          <w:p w14:paraId="5BD89B2E" w14:textId="77777777" w:rsidR="00DC7196" w:rsidRPr="001C0CC4" w:rsidRDefault="00DC7196" w:rsidP="00DC7196">
            <w:pPr>
              <w:pStyle w:val="TAC"/>
            </w:pPr>
            <w:r w:rsidRPr="001C0CC4">
              <w:rPr>
                <w:lang w:val="en-US"/>
              </w:rPr>
              <w:t>36</w:t>
            </w:r>
          </w:p>
        </w:tc>
        <w:tc>
          <w:tcPr>
            <w:tcW w:w="1170" w:type="dxa"/>
          </w:tcPr>
          <w:p w14:paraId="1FC62408" w14:textId="77777777" w:rsidR="00DC7196" w:rsidRPr="001C0CC4" w:rsidRDefault="00DC7196" w:rsidP="00DC7196">
            <w:pPr>
              <w:pStyle w:val="TAC"/>
            </w:pPr>
            <w:r w:rsidRPr="001C0CC4">
              <w:t>18</w:t>
            </w:r>
          </w:p>
        </w:tc>
        <w:tc>
          <w:tcPr>
            <w:tcW w:w="1170" w:type="dxa"/>
            <w:vAlign w:val="center"/>
          </w:tcPr>
          <w:p w14:paraId="0F61051A" w14:textId="77777777" w:rsidR="00DC7196" w:rsidRPr="001C0CC4" w:rsidRDefault="00DC7196" w:rsidP="00DC7196">
            <w:pPr>
              <w:pStyle w:val="TAC"/>
            </w:pPr>
            <w:r w:rsidRPr="001C0CC4">
              <w:t>50</w:t>
            </w:r>
          </w:p>
        </w:tc>
      </w:tr>
      <w:tr w:rsidR="00DC7196" w:rsidRPr="001C0CC4" w14:paraId="5AEA8D73" w14:textId="77777777" w:rsidTr="00BB2E83">
        <w:trPr>
          <w:trHeight w:val="187"/>
          <w:jc w:val="center"/>
        </w:trPr>
        <w:tc>
          <w:tcPr>
            <w:tcW w:w="1170" w:type="dxa"/>
            <w:vAlign w:val="center"/>
          </w:tcPr>
          <w:p w14:paraId="5446A42F" w14:textId="77777777" w:rsidR="00DC7196" w:rsidRPr="001C0CC4" w:rsidRDefault="00DC7196" w:rsidP="00DC7196">
            <w:pPr>
              <w:pStyle w:val="TAC"/>
            </w:pPr>
            <w:r w:rsidRPr="001C0CC4">
              <w:t>10</w:t>
            </w:r>
          </w:p>
        </w:tc>
        <w:tc>
          <w:tcPr>
            <w:tcW w:w="1170" w:type="dxa"/>
            <w:vAlign w:val="center"/>
          </w:tcPr>
          <w:p w14:paraId="35157C83" w14:textId="77777777" w:rsidR="00DC7196" w:rsidRPr="001C0CC4" w:rsidRDefault="00DC7196" w:rsidP="00DC7196">
            <w:pPr>
              <w:pStyle w:val="TAC"/>
            </w:pPr>
            <w:r w:rsidRPr="001C0CC4">
              <w:t>1024</w:t>
            </w:r>
          </w:p>
        </w:tc>
        <w:tc>
          <w:tcPr>
            <w:tcW w:w="1170" w:type="dxa"/>
            <w:vAlign w:val="center"/>
          </w:tcPr>
          <w:p w14:paraId="1456747A" w14:textId="77777777" w:rsidR="00DC7196" w:rsidRPr="001C0CC4" w:rsidRDefault="00DC7196" w:rsidP="00DC7196">
            <w:pPr>
              <w:pStyle w:val="TAC"/>
            </w:pPr>
            <w:r w:rsidRPr="001C0CC4">
              <w:rPr>
                <w:lang w:val="en-US"/>
              </w:rPr>
              <w:t>72</w:t>
            </w:r>
          </w:p>
        </w:tc>
        <w:tc>
          <w:tcPr>
            <w:tcW w:w="1170" w:type="dxa"/>
          </w:tcPr>
          <w:p w14:paraId="53BF195A" w14:textId="77777777" w:rsidR="00DC7196" w:rsidRPr="001C0CC4" w:rsidRDefault="00DC7196" w:rsidP="00DC7196">
            <w:pPr>
              <w:pStyle w:val="TAC"/>
            </w:pPr>
            <w:r w:rsidRPr="001C0CC4">
              <w:t>36</w:t>
            </w:r>
          </w:p>
        </w:tc>
        <w:tc>
          <w:tcPr>
            <w:tcW w:w="1170" w:type="dxa"/>
            <w:vAlign w:val="center"/>
          </w:tcPr>
          <w:p w14:paraId="653C71E7" w14:textId="77777777" w:rsidR="00DC7196" w:rsidRPr="001C0CC4" w:rsidRDefault="00DC7196" w:rsidP="00DC7196">
            <w:pPr>
              <w:pStyle w:val="TAC"/>
            </w:pPr>
            <w:r w:rsidRPr="001C0CC4">
              <w:t>50</w:t>
            </w:r>
          </w:p>
        </w:tc>
      </w:tr>
      <w:tr w:rsidR="00DC7196" w:rsidRPr="001C0CC4" w14:paraId="7215014F" w14:textId="77777777" w:rsidTr="00BB2E83">
        <w:trPr>
          <w:trHeight w:val="187"/>
          <w:jc w:val="center"/>
        </w:trPr>
        <w:tc>
          <w:tcPr>
            <w:tcW w:w="1170" w:type="dxa"/>
            <w:vAlign w:val="center"/>
          </w:tcPr>
          <w:p w14:paraId="73414925" w14:textId="77777777" w:rsidR="00DC7196" w:rsidRPr="001C0CC4" w:rsidRDefault="00DC7196" w:rsidP="00DC7196">
            <w:pPr>
              <w:pStyle w:val="TAC"/>
            </w:pPr>
            <w:r w:rsidRPr="001C0CC4">
              <w:t>15</w:t>
            </w:r>
          </w:p>
        </w:tc>
        <w:tc>
          <w:tcPr>
            <w:tcW w:w="1170" w:type="dxa"/>
            <w:vAlign w:val="center"/>
          </w:tcPr>
          <w:p w14:paraId="2A9FFE83" w14:textId="77777777" w:rsidR="00DC7196" w:rsidRPr="001C0CC4" w:rsidRDefault="00DC7196" w:rsidP="00DC7196">
            <w:pPr>
              <w:pStyle w:val="TAC"/>
            </w:pPr>
            <w:r w:rsidRPr="001C0CC4">
              <w:t>1536</w:t>
            </w:r>
          </w:p>
        </w:tc>
        <w:tc>
          <w:tcPr>
            <w:tcW w:w="1170" w:type="dxa"/>
            <w:vAlign w:val="center"/>
          </w:tcPr>
          <w:p w14:paraId="56F3BAFC" w14:textId="77777777" w:rsidR="00DC7196" w:rsidRPr="001C0CC4" w:rsidRDefault="00DC7196" w:rsidP="00DC7196">
            <w:pPr>
              <w:pStyle w:val="TAC"/>
            </w:pPr>
            <w:r w:rsidRPr="001C0CC4">
              <w:rPr>
                <w:lang w:val="en-US"/>
              </w:rPr>
              <w:t>108</w:t>
            </w:r>
          </w:p>
        </w:tc>
        <w:tc>
          <w:tcPr>
            <w:tcW w:w="1170" w:type="dxa"/>
          </w:tcPr>
          <w:p w14:paraId="5F5935C1" w14:textId="77777777" w:rsidR="00DC7196" w:rsidRPr="001C0CC4" w:rsidRDefault="00DC7196" w:rsidP="00DC7196">
            <w:pPr>
              <w:pStyle w:val="TAC"/>
            </w:pPr>
            <w:r w:rsidRPr="001C0CC4">
              <w:t>54</w:t>
            </w:r>
          </w:p>
        </w:tc>
        <w:tc>
          <w:tcPr>
            <w:tcW w:w="1170" w:type="dxa"/>
            <w:vAlign w:val="center"/>
          </w:tcPr>
          <w:p w14:paraId="7C700FA4" w14:textId="77777777" w:rsidR="00DC7196" w:rsidRPr="001C0CC4" w:rsidRDefault="00DC7196" w:rsidP="00DC7196">
            <w:pPr>
              <w:pStyle w:val="TAC"/>
            </w:pPr>
            <w:r w:rsidRPr="001C0CC4">
              <w:t>50</w:t>
            </w:r>
          </w:p>
        </w:tc>
      </w:tr>
      <w:tr w:rsidR="00DC7196" w:rsidRPr="001C0CC4" w14:paraId="265A9777" w14:textId="77777777" w:rsidTr="00BB2E83">
        <w:trPr>
          <w:trHeight w:val="187"/>
          <w:jc w:val="center"/>
        </w:trPr>
        <w:tc>
          <w:tcPr>
            <w:tcW w:w="1170" w:type="dxa"/>
            <w:vAlign w:val="center"/>
          </w:tcPr>
          <w:p w14:paraId="2AE021EC" w14:textId="77777777" w:rsidR="00DC7196" w:rsidRPr="001C0CC4" w:rsidRDefault="00DC7196" w:rsidP="00DC7196">
            <w:pPr>
              <w:pStyle w:val="TAC"/>
            </w:pPr>
            <w:r w:rsidRPr="001C0CC4">
              <w:t>20</w:t>
            </w:r>
          </w:p>
        </w:tc>
        <w:tc>
          <w:tcPr>
            <w:tcW w:w="1170" w:type="dxa"/>
            <w:vAlign w:val="center"/>
          </w:tcPr>
          <w:p w14:paraId="738215B3" w14:textId="77777777" w:rsidR="00DC7196" w:rsidRPr="001C0CC4" w:rsidRDefault="00DC7196" w:rsidP="00DC7196">
            <w:pPr>
              <w:pStyle w:val="TAC"/>
            </w:pPr>
            <w:r w:rsidRPr="001C0CC4">
              <w:t>2048</w:t>
            </w:r>
          </w:p>
        </w:tc>
        <w:tc>
          <w:tcPr>
            <w:tcW w:w="1170" w:type="dxa"/>
            <w:vAlign w:val="center"/>
          </w:tcPr>
          <w:p w14:paraId="6087725B" w14:textId="77777777" w:rsidR="00DC7196" w:rsidRPr="001C0CC4" w:rsidRDefault="00DC7196" w:rsidP="00DC7196">
            <w:pPr>
              <w:pStyle w:val="TAC"/>
            </w:pPr>
            <w:r w:rsidRPr="001C0CC4">
              <w:rPr>
                <w:lang w:val="en-US"/>
              </w:rPr>
              <w:t>144</w:t>
            </w:r>
          </w:p>
        </w:tc>
        <w:tc>
          <w:tcPr>
            <w:tcW w:w="1170" w:type="dxa"/>
          </w:tcPr>
          <w:p w14:paraId="473AF07D" w14:textId="77777777" w:rsidR="00DC7196" w:rsidRPr="001C0CC4" w:rsidRDefault="00DC7196" w:rsidP="00DC7196">
            <w:pPr>
              <w:pStyle w:val="TAC"/>
            </w:pPr>
            <w:r w:rsidRPr="001C0CC4">
              <w:t>72</w:t>
            </w:r>
          </w:p>
        </w:tc>
        <w:tc>
          <w:tcPr>
            <w:tcW w:w="1170" w:type="dxa"/>
            <w:vAlign w:val="center"/>
          </w:tcPr>
          <w:p w14:paraId="3B28C6AC" w14:textId="77777777" w:rsidR="00DC7196" w:rsidRPr="001C0CC4" w:rsidRDefault="00DC7196" w:rsidP="00DC7196">
            <w:pPr>
              <w:pStyle w:val="TAC"/>
            </w:pPr>
            <w:r w:rsidRPr="001C0CC4">
              <w:t>50</w:t>
            </w:r>
          </w:p>
        </w:tc>
      </w:tr>
      <w:tr w:rsidR="00DC7196" w:rsidRPr="001C0CC4" w14:paraId="3E9D4166" w14:textId="77777777" w:rsidTr="00BB2E83">
        <w:trPr>
          <w:trHeight w:val="187"/>
          <w:jc w:val="center"/>
        </w:trPr>
        <w:tc>
          <w:tcPr>
            <w:tcW w:w="1170" w:type="dxa"/>
            <w:vAlign w:val="center"/>
          </w:tcPr>
          <w:p w14:paraId="7C71880B" w14:textId="77777777" w:rsidR="00DC7196" w:rsidRPr="001C0CC4" w:rsidRDefault="00DC7196" w:rsidP="00DC7196">
            <w:pPr>
              <w:pStyle w:val="TAC"/>
            </w:pPr>
            <w:r w:rsidRPr="001C0CC4">
              <w:t>25</w:t>
            </w:r>
          </w:p>
        </w:tc>
        <w:tc>
          <w:tcPr>
            <w:tcW w:w="1170" w:type="dxa"/>
            <w:vAlign w:val="center"/>
          </w:tcPr>
          <w:p w14:paraId="2A7D09B4" w14:textId="77777777" w:rsidR="00DC7196" w:rsidRPr="001C0CC4" w:rsidRDefault="00DC7196" w:rsidP="00DC7196">
            <w:pPr>
              <w:pStyle w:val="TAC"/>
            </w:pPr>
            <w:r w:rsidRPr="001C0CC4">
              <w:t>2048</w:t>
            </w:r>
          </w:p>
        </w:tc>
        <w:tc>
          <w:tcPr>
            <w:tcW w:w="1170" w:type="dxa"/>
            <w:vAlign w:val="center"/>
          </w:tcPr>
          <w:p w14:paraId="19EA1409" w14:textId="77777777" w:rsidR="00DC7196" w:rsidRPr="001C0CC4" w:rsidRDefault="00DC7196" w:rsidP="00DC7196">
            <w:pPr>
              <w:pStyle w:val="TAC"/>
            </w:pPr>
            <w:r w:rsidRPr="001C0CC4">
              <w:rPr>
                <w:lang w:val="en-US"/>
              </w:rPr>
              <w:t>144</w:t>
            </w:r>
          </w:p>
        </w:tc>
        <w:tc>
          <w:tcPr>
            <w:tcW w:w="1170" w:type="dxa"/>
          </w:tcPr>
          <w:p w14:paraId="440F6859" w14:textId="77777777" w:rsidR="00DC7196" w:rsidRPr="001C0CC4" w:rsidRDefault="00DC7196" w:rsidP="00DC7196">
            <w:pPr>
              <w:pStyle w:val="TAC"/>
            </w:pPr>
            <w:r w:rsidRPr="001C0CC4">
              <w:t>72</w:t>
            </w:r>
          </w:p>
        </w:tc>
        <w:tc>
          <w:tcPr>
            <w:tcW w:w="1170" w:type="dxa"/>
            <w:vAlign w:val="center"/>
          </w:tcPr>
          <w:p w14:paraId="1E22F853" w14:textId="77777777" w:rsidR="00DC7196" w:rsidRPr="001C0CC4" w:rsidRDefault="00DC7196" w:rsidP="00DC7196">
            <w:pPr>
              <w:pStyle w:val="TAC"/>
            </w:pPr>
            <w:r w:rsidRPr="001C0CC4">
              <w:t>50</w:t>
            </w:r>
          </w:p>
        </w:tc>
      </w:tr>
      <w:tr w:rsidR="00DC7196" w:rsidRPr="001C0CC4" w14:paraId="558376DC" w14:textId="77777777" w:rsidTr="00BB2E83">
        <w:trPr>
          <w:trHeight w:val="187"/>
          <w:jc w:val="center"/>
        </w:trPr>
        <w:tc>
          <w:tcPr>
            <w:tcW w:w="1170" w:type="dxa"/>
            <w:vAlign w:val="center"/>
          </w:tcPr>
          <w:p w14:paraId="31E2B734" w14:textId="77777777" w:rsidR="00DC7196" w:rsidRPr="001C0CC4" w:rsidRDefault="00DC7196" w:rsidP="00DC7196">
            <w:pPr>
              <w:pStyle w:val="TAC"/>
            </w:pPr>
            <w:r w:rsidRPr="001C0CC4">
              <w:t>30</w:t>
            </w:r>
          </w:p>
        </w:tc>
        <w:tc>
          <w:tcPr>
            <w:tcW w:w="1170" w:type="dxa"/>
            <w:vAlign w:val="center"/>
          </w:tcPr>
          <w:p w14:paraId="619B14DD" w14:textId="77777777" w:rsidR="00DC7196" w:rsidRPr="001C0CC4" w:rsidRDefault="00DC7196" w:rsidP="00DC7196">
            <w:pPr>
              <w:pStyle w:val="TAC"/>
            </w:pPr>
            <w:r w:rsidRPr="001C0CC4">
              <w:t>3072</w:t>
            </w:r>
          </w:p>
        </w:tc>
        <w:tc>
          <w:tcPr>
            <w:tcW w:w="1170" w:type="dxa"/>
            <w:vAlign w:val="center"/>
          </w:tcPr>
          <w:p w14:paraId="157C4D5C" w14:textId="77777777" w:rsidR="00DC7196" w:rsidRPr="001C0CC4" w:rsidRDefault="00DC7196" w:rsidP="00DC7196">
            <w:pPr>
              <w:pStyle w:val="TAC"/>
              <w:rPr>
                <w:lang w:val="en-US"/>
              </w:rPr>
            </w:pPr>
            <w:r w:rsidRPr="001C0CC4">
              <w:rPr>
                <w:lang w:val="en-US"/>
              </w:rPr>
              <w:t>216</w:t>
            </w:r>
          </w:p>
        </w:tc>
        <w:tc>
          <w:tcPr>
            <w:tcW w:w="1170" w:type="dxa"/>
          </w:tcPr>
          <w:p w14:paraId="5CB08B8D" w14:textId="77777777" w:rsidR="00DC7196" w:rsidRPr="001C0CC4" w:rsidRDefault="00DC7196" w:rsidP="00DC7196">
            <w:pPr>
              <w:pStyle w:val="TAC"/>
            </w:pPr>
            <w:r w:rsidRPr="001C0CC4">
              <w:t>108</w:t>
            </w:r>
          </w:p>
        </w:tc>
        <w:tc>
          <w:tcPr>
            <w:tcW w:w="1170" w:type="dxa"/>
            <w:vAlign w:val="center"/>
          </w:tcPr>
          <w:p w14:paraId="7BE684D9" w14:textId="77777777" w:rsidR="00DC7196" w:rsidRPr="001C0CC4" w:rsidRDefault="00DC7196" w:rsidP="00DC7196">
            <w:pPr>
              <w:pStyle w:val="TAC"/>
            </w:pPr>
            <w:r w:rsidRPr="001C0CC4">
              <w:t>50</w:t>
            </w:r>
          </w:p>
        </w:tc>
      </w:tr>
      <w:tr w:rsidR="00DC7196" w:rsidRPr="001C0CC4" w14:paraId="0520EB76" w14:textId="77777777" w:rsidTr="00BB2E83">
        <w:trPr>
          <w:trHeight w:val="187"/>
          <w:jc w:val="center"/>
        </w:trPr>
        <w:tc>
          <w:tcPr>
            <w:tcW w:w="1170" w:type="dxa"/>
            <w:vAlign w:val="center"/>
          </w:tcPr>
          <w:p w14:paraId="2F73C3D8" w14:textId="77777777" w:rsidR="00DC7196" w:rsidRPr="001C0CC4" w:rsidRDefault="00DC7196" w:rsidP="00DC7196">
            <w:pPr>
              <w:pStyle w:val="TAC"/>
            </w:pPr>
            <w:r w:rsidRPr="001C0CC4">
              <w:t>40</w:t>
            </w:r>
          </w:p>
        </w:tc>
        <w:tc>
          <w:tcPr>
            <w:tcW w:w="1170" w:type="dxa"/>
            <w:vAlign w:val="center"/>
          </w:tcPr>
          <w:p w14:paraId="072CFADB" w14:textId="77777777" w:rsidR="00DC7196" w:rsidRPr="001C0CC4" w:rsidRDefault="00DC7196" w:rsidP="00DC7196">
            <w:pPr>
              <w:pStyle w:val="TAC"/>
            </w:pPr>
            <w:r w:rsidRPr="001C0CC4">
              <w:t>4096</w:t>
            </w:r>
          </w:p>
        </w:tc>
        <w:tc>
          <w:tcPr>
            <w:tcW w:w="1170" w:type="dxa"/>
            <w:vAlign w:val="center"/>
          </w:tcPr>
          <w:p w14:paraId="63A05EAD" w14:textId="77777777" w:rsidR="00DC7196" w:rsidRPr="001C0CC4" w:rsidRDefault="00DC7196" w:rsidP="00DC7196">
            <w:pPr>
              <w:pStyle w:val="TAC"/>
            </w:pPr>
            <w:r w:rsidRPr="001C0CC4">
              <w:rPr>
                <w:lang w:val="en-US"/>
              </w:rPr>
              <w:t>288</w:t>
            </w:r>
          </w:p>
        </w:tc>
        <w:tc>
          <w:tcPr>
            <w:tcW w:w="1170" w:type="dxa"/>
          </w:tcPr>
          <w:p w14:paraId="1A5CF8C1" w14:textId="77777777" w:rsidR="00DC7196" w:rsidRPr="001C0CC4" w:rsidRDefault="00DC7196" w:rsidP="00DC7196">
            <w:pPr>
              <w:pStyle w:val="TAC"/>
            </w:pPr>
            <w:r w:rsidRPr="001C0CC4">
              <w:t>144</w:t>
            </w:r>
          </w:p>
        </w:tc>
        <w:tc>
          <w:tcPr>
            <w:tcW w:w="1170" w:type="dxa"/>
            <w:vAlign w:val="center"/>
          </w:tcPr>
          <w:p w14:paraId="7BBFB8C9" w14:textId="77777777" w:rsidR="00DC7196" w:rsidRPr="001C0CC4" w:rsidRDefault="00DC7196" w:rsidP="00DC7196">
            <w:pPr>
              <w:pStyle w:val="TAC"/>
            </w:pPr>
            <w:r w:rsidRPr="001C0CC4">
              <w:t>50</w:t>
            </w:r>
          </w:p>
        </w:tc>
      </w:tr>
      <w:tr w:rsidR="00DC7196" w:rsidRPr="001C0CC4" w14:paraId="66992A60" w14:textId="77777777" w:rsidTr="00BB2E83">
        <w:trPr>
          <w:trHeight w:val="187"/>
          <w:jc w:val="center"/>
        </w:trPr>
        <w:tc>
          <w:tcPr>
            <w:tcW w:w="1170" w:type="dxa"/>
            <w:vAlign w:val="center"/>
          </w:tcPr>
          <w:p w14:paraId="5AF5CBD5" w14:textId="77777777" w:rsidR="00DC7196" w:rsidRPr="001C0CC4" w:rsidRDefault="00DC7196" w:rsidP="00DC7196">
            <w:pPr>
              <w:pStyle w:val="TAC"/>
            </w:pPr>
            <w:r w:rsidRPr="001C0CC4">
              <w:t>50</w:t>
            </w:r>
          </w:p>
        </w:tc>
        <w:tc>
          <w:tcPr>
            <w:tcW w:w="1170" w:type="dxa"/>
            <w:vAlign w:val="center"/>
          </w:tcPr>
          <w:p w14:paraId="22998C89" w14:textId="77777777" w:rsidR="00DC7196" w:rsidRPr="001C0CC4" w:rsidRDefault="00DC7196" w:rsidP="00DC7196">
            <w:pPr>
              <w:pStyle w:val="TAC"/>
            </w:pPr>
            <w:r w:rsidRPr="001C0CC4">
              <w:t>4096</w:t>
            </w:r>
          </w:p>
        </w:tc>
        <w:tc>
          <w:tcPr>
            <w:tcW w:w="1170" w:type="dxa"/>
            <w:vAlign w:val="center"/>
          </w:tcPr>
          <w:p w14:paraId="77B13BA8" w14:textId="77777777" w:rsidR="00DC7196" w:rsidRPr="001C0CC4" w:rsidRDefault="00DC7196" w:rsidP="00DC7196">
            <w:pPr>
              <w:pStyle w:val="TAC"/>
            </w:pPr>
            <w:r w:rsidRPr="001C0CC4">
              <w:rPr>
                <w:lang w:val="en-US"/>
              </w:rPr>
              <w:t>288</w:t>
            </w:r>
          </w:p>
        </w:tc>
        <w:tc>
          <w:tcPr>
            <w:tcW w:w="1170" w:type="dxa"/>
          </w:tcPr>
          <w:p w14:paraId="654A9EB4" w14:textId="77777777" w:rsidR="00DC7196" w:rsidRPr="001C0CC4" w:rsidRDefault="00DC7196" w:rsidP="00DC7196">
            <w:pPr>
              <w:pStyle w:val="TAC"/>
            </w:pPr>
            <w:r w:rsidRPr="001C0CC4">
              <w:t>144</w:t>
            </w:r>
          </w:p>
        </w:tc>
        <w:tc>
          <w:tcPr>
            <w:tcW w:w="1170" w:type="dxa"/>
            <w:vAlign w:val="center"/>
          </w:tcPr>
          <w:p w14:paraId="7AB75733" w14:textId="77777777" w:rsidR="00DC7196" w:rsidRPr="001C0CC4" w:rsidRDefault="00DC7196" w:rsidP="00DC7196">
            <w:pPr>
              <w:pStyle w:val="TAC"/>
            </w:pPr>
            <w:r w:rsidRPr="001C0CC4">
              <w:t>50</w:t>
            </w:r>
          </w:p>
        </w:tc>
      </w:tr>
      <w:tr w:rsidR="00DC7196" w:rsidRPr="001C0CC4" w14:paraId="775B8299" w14:textId="77777777" w:rsidTr="00BB2E83">
        <w:trPr>
          <w:trHeight w:val="187"/>
          <w:jc w:val="center"/>
        </w:trPr>
        <w:tc>
          <w:tcPr>
            <w:tcW w:w="5850" w:type="dxa"/>
            <w:gridSpan w:val="5"/>
            <w:vAlign w:val="center"/>
          </w:tcPr>
          <w:p w14:paraId="1CFB7F9E" w14:textId="77777777" w:rsidR="00DC7196" w:rsidRPr="001C0CC4" w:rsidRDefault="00DC7196" w:rsidP="00DC7196">
            <w:pPr>
              <w:pStyle w:val="TAN"/>
            </w:pPr>
            <w:r w:rsidRPr="001C0CC4">
              <w:t>NOTE 1:</w:t>
            </w:r>
            <w:r w:rsidRPr="001C0CC4">
              <w:tab/>
              <w:t>These percentages are informative and apply to a slot's symbols 1 to 6 and 8 to 13. Symbols 0 and 7 have a longer CP and therefore a lower percentage.</w:t>
            </w:r>
          </w:p>
        </w:tc>
      </w:tr>
    </w:tbl>
    <w:p w14:paraId="0CAE1C40" w14:textId="77777777" w:rsidR="00DC7196" w:rsidRPr="001C0CC4" w:rsidRDefault="00DC7196" w:rsidP="00DC7196"/>
    <w:p w14:paraId="0E7E6FB0" w14:textId="77777777" w:rsidR="00DC7196" w:rsidRPr="001C0CC4" w:rsidRDefault="00DC7196" w:rsidP="00DC7196">
      <w:pPr>
        <w:pStyle w:val="TH"/>
      </w:pPr>
      <w:r w:rsidRPr="001C0CC4">
        <w:t>Table F.5.3-2: EVM window length for normal CP for NR, FR1, 30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DC7196" w:rsidRPr="001C0CC4" w14:paraId="0BA731E5" w14:textId="77777777" w:rsidTr="00BB2E83">
        <w:trPr>
          <w:trHeight w:val="187"/>
          <w:jc w:val="center"/>
        </w:trPr>
        <w:tc>
          <w:tcPr>
            <w:tcW w:w="1170" w:type="dxa"/>
            <w:shd w:val="clear" w:color="auto" w:fill="F3F3F3"/>
          </w:tcPr>
          <w:p w14:paraId="238F5B67" w14:textId="77777777" w:rsidR="00DC7196" w:rsidRPr="001C0CC4" w:rsidRDefault="00DC7196" w:rsidP="00BB2E83">
            <w:pPr>
              <w:pStyle w:val="TAH"/>
            </w:pPr>
            <w:r w:rsidRPr="001C0CC4">
              <w:t>Channel</w:t>
            </w:r>
            <w:r w:rsidRPr="001C0CC4">
              <w:br/>
              <w:t>Bandwidth (MHz)</w:t>
            </w:r>
          </w:p>
        </w:tc>
        <w:tc>
          <w:tcPr>
            <w:tcW w:w="1170" w:type="dxa"/>
            <w:shd w:val="clear" w:color="auto" w:fill="F3F3F3"/>
          </w:tcPr>
          <w:p w14:paraId="4DB23531" w14:textId="77777777" w:rsidR="00DC7196" w:rsidRPr="001C0CC4" w:rsidRDefault="00DC7196" w:rsidP="00BB2E83">
            <w:pPr>
              <w:pStyle w:val="TAH"/>
            </w:pPr>
            <w:r w:rsidRPr="001C0CC4">
              <w:t>FFT size</w:t>
            </w:r>
          </w:p>
        </w:tc>
        <w:tc>
          <w:tcPr>
            <w:tcW w:w="1170" w:type="dxa"/>
            <w:shd w:val="clear" w:color="auto" w:fill="F3F3F3"/>
          </w:tcPr>
          <w:p w14:paraId="48AF6A2C" w14:textId="77777777" w:rsidR="00DC7196" w:rsidRPr="001C0CC4" w:rsidRDefault="00DC7196" w:rsidP="00BB2E83">
            <w:pPr>
              <w:pStyle w:val="TAH"/>
            </w:pPr>
            <w:r w:rsidRPr="001C0CC4">
              <w:t>Cyclic prefix length for symbols 1</w:t>
            </w:r>
            <w:r w:rsidRPr="001C0CC4">
              <w:noBreakHyphen/>
              <w:t>13 in FFT samples</w:t>
            </w:r>
          </w:p>
        </w:tc>
        <w:tc>
          <w:tcPr>
            <w:tcW w:w="1170" w:type="dxa"/>
            <w:shd w:val="clear" w:color="auto" w:fill="F3F3F3"/>
          </w:tcPr>
          <w:p w14:paraId="0C88FDDE" w14:textId="77777777" w:rsidR="00DC7196" w:rsidRPr="001C0CC4" w:rsidRDefault="00DC7196" w:rsidP="00BB2E83">
            <w:pPr>
              <w:pStyle w:val="TAH"/>
            </w:pPr>
            <w:r w:rsidRPr="001C0CC4">
              <w:t xml:space="preserve">EVM window length </w:t>
            </w:r>
            <w:r w:rsidRPr="001C0CC4">
              <w:rPr>
                <w:i/>
              </w:rPr>
              <w:t>W</w:t>
            </w:r>
          </w:p>
        </w:tc>
        <w:tc>
          <w:tcPr>
            <w:tcW w:w="1170" w:type="dxa"/>
            <w:shd w:val="clear" w:color="auto" w:fill="F3F3F3"/>
          </w:tcPr>
          <w:p w14:paraId="7E7FE5FE" w14:textId="77777777" w:rsidR="00DC7196" w:rsidRPr="001C0CC4" w:rsidRDefault="00DC7196" w:rsidP="00BB2E83">
            <w:pPr>
              <w:pStyle w:val="TAH"/>
            </w:pPr>
            <w:r w:rsidRPr="001C0CC4">
              <w:t xml:space="preserve">Ratio of </w:t>
            </w:r>
            <w:r w:rsidRPr="001C0CC4">
              <w:rPr>
                <w:i/>
              </w:rPr>
              <w:t>W</w:t>
            </w:r>
            <w:r w:rsidRPr="001C0CC4">
              <w:t xml:space="preserve"> to total CP length for symbols 1</w:t>
            </w:r>
            <w:r w:rsidRPr="001C0CC4">
              <w:noBreakHyphen/>
              <w:t>13</w:t>
            </w:r>
            <w:r w:rsidRPr="001C0CC4">
              <w:rPr>
                <w:vertAlign w:val="superscript"/>
              </w:rPr>
              <w:t>1</w:t>
            </w:r>
            <w:r w:rsidRPr="001C0CC4">
              <w:t xml:space="preserve"> (%)</w:t>
            </w:r>
          </w:p>
        </w:tc>
      </w:tr>
      <w:tr w:rsidR="00DC7196" w:rsidRPr="001C0CC4" w14:paraId="3847B004" w14:textId="77777777" w:rsidTr="00BB2E83">
        <w:trPr>
          <w:trHeight w:val="187"/>
          <w:jc w:val="center"/>
        </w:trPr>
        <w:tc>
          <w:tcPr>
            <w:tcW w:w="1170" w:type="dxa"/>
          </w:tcPr>
          <w:p w14:paraId="2831D1F8" w14:textId="77777777" w:rsidR="00DC7196" w:rsidRPr="001C0CC4" w:rsidRDefault="00DC7196" w:rsidP="00DC7196">
            <w:pPr>
              <w:pStyle w:val="TAC"/>
            </w:pPr>
            <w:r w:rsidRPr="001C0CC4">
              <w:t>5</w:t>
            </w:r>
          </w:p>
        </w:tc>
        <w:tc>
          <w:tcPr>
            <w:tcW w:w="1170" w:type="dxa"/>
          </w:tcPr>
          <w:p w14:paraId="1A50DE47" w14:textId="77777777" w:rsidR="00DC7196" w:rsidRPr="001C0CC4" w:rsidRDefault="00DC7196" w:rsidP="00DC7196">
            <w:pPr>
              <w:pStyle w:val="TAC"/>
            </w:pPr>
            <w:r w:rsidRPr="001C0CC4">
              <w:t>256</w:t>
            </w:r>
          </w:p>
        </w:tc>
        <w:tc>
          <w:tcPr>
            <w:tcW w:w="1170" w:type="dxa"/>
          </w:tcPr>
          <w:p w14:paraId="2B6C12B3" w14:textId="77777777" w:rsidR="00DC7196" w:rsidRPr="001C0CC4" w:rsidRDefault="00DC7196" w:rsidP="00DC7196">
            <w:pPr>
              <w:pStyle w:val="TAC"/>
            </w:pPr>
            <w:r w:rsidRPr="001C0CC4">
              <w:t>18</w:t>
            </w:r>
          </w:p>
        </w:tc>
        <w:tc>
          <w:tcPr>
            <w:tcW w:w="1170" w:type="dxa"/>
          </w:tcPr>
          <w:p w14:paraId="6C162CC0" w14:textId="77777777" w:rsidR="00DC7196" w:rsidRPr="001C0CC4" w:rsidRDefault="00DC7196" w:rsidP="00DC7196">
            <w:pPr>
              <w:pStyle w:val="TAC"/>
            </w:pPr>
            <w:r w:rsidRPr="001C0CC4">
              <w:t>9</w:t>
            </w:r>
          </w:p>
        </w:tc>
        <w:tc>
          <w:tcPr>
            <w:tcW w:w="1170" w:type="dxa"/>
          </w:tcPr>
          <w:p w14:paraId="29BFA5C8" w14:textId="77777777" w:rsidR="00DC7196" w:rsidRPr="001C0CC4" w:rsidRDefault="00DC7196" w:rsidP="00DC7196">
            <w:pPr>
              <w:pStyle w:val="TAC"/>
            </w:pPr>
            <w:r w:rsidRPr="001C0CC4">
              <w:t>50</w:t>
            </w:r>
          </w:p>
        </w:tc>
      </w:tr>
      <w:tr w:rsidR="00DC7196" w:rsidRPr="001C0CC4" w14:paraId="3D94277D" w14:textId="77777777" w:rsidTr="00BB2E83">
        <w:trPr>
          <w:trHeight w:val="187"/>
          <w:jc w:val="center"/>
        </w:trPr>
        <w:tc>
          <w:tcPr>
            <w:tcW w:w="1170" w:type="dxa"/>
          </w:tcPr>
          <w:p w14:paraId="3138526F" w14:textId="77777777" w:rsidR="00DC7196" w:rsidRPr="001C0CC4" w:rsidRDefault="00DC7196" w:rsidP="00DC7196">
            <w:pPr>
              <w:pStyle w:val="TAC"/>
            </w:pPr>
            <w:r w:rsidRPr="001C0CC4">
              <w:t>10</w:t>
            </w:r>
          </w:p>
        </w:tc>
        <w:tc>
          <w:tcPr>
            <w:tcW w:w="1170" w:type="dxa"/>
          </w:tcPr>
          <w:p w14:paraId="58BF4304" w14:textId="77777777" w:rsidR="00DC7196" w:rsidRPr="001C0CC4" w:rsidRDefault="00DC7196" w:rsidP="00DC7196">
            <w:pPr>
              <w:pStyle w:val="TAC"/>
            </w:pPr>
            <w:r w:rsidRPr="001C0CC4">
              <w:t>512</w:t>
            </w:r>
          </w:p>
        </w:tc>
        <w:tc>
          <w:tcPr>
            <w:tcW w:w="1170" w:type="dxa"/>
          </w:tcPr>
          <w:p w14:paraId="3C7AD05D" w14:textId="77777777" w:rsidR="00DC7196" w:rsidRPr="001C0CC4" w:rsidRDefault="00DC7196" w:rsidP="00DC7196">
            <w:pPr>
              <w:pStyle w:val="TAC"/>
            </w:pPr>
            <w:r w:rsidRPr="001C0CC4">
              <w:t>36</w:t>
            </w:r>
          </w:p>
        </w:tc>
        <w:tc>
          <w:tcPr>
            <w:tcW w:w="1170" w:type="dxa"/>
          </w:tcPr>
          <w:p w14:paraId="4E984671" w14:textId="77777777" w:rsidR="00DC7196" w:rsidRPr="001C0CC4" w:rsidRDefault="00DC7196" w:rsidP="00DC7196">
            <w:pPr>
              <w:pStyle w:val="TAC"/>
            </w:pPr>
            <w:r w:rsidRPr="001C0CC4">
              <w:t>18</w:t>
            </w:r>
          </w:p>
        </w:tc>
        <w:tc>
          <w:tcPr>
            <w:tcW w:w="1170" w:type="dxa"/>
          </w:tcPr>
          <w:p w14:paraId="42D341E8" w14:textId="77777777" w:rsidR="00DC7196" w:rsidRPr="001C0CC4" w:rsidRDefault="00DC7196" w:rsidP="00DC7196">
            <w:pPr>
              <w:pStyle w:val="TAC"/>
            </w:pPr>
            <w:r w:rsidRPr="001C0CC4">
              <w:t>50</w:t>
            </w:r>
          </w:p>
        </w:tc>
      </w:tr>
      <w:tr w:rsidR="00DC7196" w:rsidRPr="001C0CC4" w14:paraId="04C70FE7" w14:textId="77777777" w:rsidTr="00BB2E83">
        <w:trPr>
          <w:trHeight w:val="187"/>
          <w:jc w:val="center"/>
        </w:trPr>
        <w:tc>
          <w:tcPr>
            <w:tcW w:w="1170" w:type="dxa"/>
          </w:tcPr>
          <w:p w14:paraId="77BBC7D0" w14:textId="77777777" w:rsidR="00DC7196" w:rsidRPr="001C0CC4" w:rsidRDefault="00DC7196" w:rsidP="00DC7196">
            <w:pPr>
              <w:pStyle w:val="TAC"/>
            </w:pPr>
            <w:r w:rsidRPr="001C0CC4">
              <w:t>15</w:t>
            </w:r>
          </w:p>
        </w:tc>
        <w:tc>
          <w:tcPr>
            <w:tcW w:w="1170" w:type="dxa"/>
          </w:tcPr>
          <w:p w14:paraId="79ED7BDB" w14:textId="77777777" w:rsidR="00DC7196" w:rsidRPr="001C0CC4" w:rsidRDefault="00DC7196" w:rsidP="00DC7196">
            <w:pPr>
              <w:pStyle w:val="TAC"/>
            </w:pPr>
            <w:r w:rsidRPr="001C0CC4">
              <w:t>768</w:t>
            </w:r>
          </w:p>
        </w:tc>
        <w:tc>
          <w:tcPr>
            <w:tcW w:w="1170" w:type="dxa"/>
          </w:tcPr>
          <w:p w14:paraId="26B58628" w14:textId="77777777" w:rsidR="00DC7196" w:rsidRPr="001C0CC4" w:rsidRDefault="00DC7196" w:rsidP="00DC7196">
            <w:pPr>
              <w:pStyle w:val="TAC"/>
            </w:pPr>
            <w:r w:rsidRPr="001C0CC4">
              <w:t>54</w:t>
            </w:r>
          </w:p>
        </w:tc>
        <w:tc>
          <w:tcPr>
            <w:tcW w:w="1170" w:type="dxa"/>
          </w:tcPr>
          <w:p w14:paraId="1CE88147" w14:textId="77777777" w:rsidR="00DC7196" w:rsidRPr="001C0CC4" w:rsidRDefault="00DC7196" w:rsidP="00DC7196">
            <w:pPr>
              <w:pStyle w:val="TAC"/>
            </w:pPr>
            <w:r w:rsidRPr="001C0CC4">
              <w:t>27</w:t>
            </w:r>
          </w:p>
        </w:tc>
        <w:tc>
          <w:tcPr>
            <w:tcW w:w="1170" w:type="dxa"/>
          </w:tcPr>
          <w:p w14:paraId="1EB444FB" w14:textId="77777777" w:rsidR="00DC7196" w:rsidRPr="001C0CC4" w:rsidRDefault="00DC7196" w:rsidP="00DC7196">
            <w:pPr>
              <w:pStyle w:val="TAC"/>
            </w:pPr>
            <w:r w:rsidRPr="001C0CC4">
              <w:t>50</w:t>
            </w:r>
          </w:p>
        </w:tc>
      </w:tr>
      <w:tr w:rsidR="00DC7196" w:rsidRPr="001C0CC4" w14:paraId="0D0163EC" w14:textId="77777777" w:rsidTr="00BB2E83">
        <w:trPr>
          <w:trHeight w:val="187"/>
          <w:jc w:val="center"/>
        </w:trPr>
        <w:tc>
          <w:tcPr>
            <w:tcW w:w="1170" w:type="dxa"/>
          </w:tcPr>
          <w:p w14:paraId="63B9C5AA" w14:textId="77777777" w:rsidR="00DC7196" w:rsidRPr="001C0CC4" w:rsidRDefault="00DC7196" w:rsidP="00DC7196">
            <w:pPr>
              <w:pStyle w:val="TAC"/>
            </w:pPr>
            <w:r w:rsidRPr="001C0CC4">
              <w:t>20</w:t>
            </w:r>
          </w:p>
        </w:tc>
        <w:tc>
          <w:tcPr>
            <w:tcW w:w="1170" w:type="dxa"/>
          </w:tcPr>
          <w:p w14:paraId="68E1062A" w14:textId="77777777" w:rsidR="00DC7196" w:rsidRPr="001C0CC4" w:rsidRDefault="00DC7196" w:rsidP="00DC7196">
            <w:pPr>
              <w:pStyle w:val="TAC"/>
            </w:pPr>
            <w:r w:rsidRPr="001C0CC4">
              <w:t>1024</w:t>
            </w:r>
          </w:p>
        </w:tc>
        <w:tc>
          <w:tcPr>
            <w:tcW w:w="1170" w:type="dxa"/>
          </w:tcPr>
          <w:p w14:paraId="1BB65952" w14:textId="77777777" w:rsidR="00DC7196" w:rsidRPr="001C0CC4" w:rsidRDefault="00DC7196" w:rsidP="00DC7196">
            <w:pPr>
              <w:pStyle w:val="TAC"/>
            </w:pPr>
            <w:r w:rsidRPr="001C0CC4">
              <w:t>72</w:t>
            </w:r>
          </w:p>
        </w:tc>
        <w:tc>
          <w:tcPr>
            <w:tcW w:w="1170" w:type="dxa"/>
          </w:tcPr>
          <w:p w14:paraId="3D8D4D05" w14:textId="77777777" w:rsidR="00DC7196" w:rsidRPr="001C0CC4" w:rsidRDefault="00DC7196" w:rsidP="00DC7196">
            <w:pPr>
              <w:pStyle w:val="TAC"/>
            </w:pPr>
            <w:r w:rsidRPr="001C0CC4">
              <w:t>36</w:t>
            </w:r>
          </w:p>
        </w:tc>
        <w:tc>
          <w:tcPr>
            <w:tcW w:w="1170" w:type="dxa"/>
          </w:tcPr>
          <w:p w14:paraId="70D0956D" w14:textId="77777777" w:rsidR="00DC7196" w:rsidRPr="001C0CC4" w:rsidRDefault="00DC7196" w:rsidP="00DC7196">
            <w:pPr>
              <w:pStyle w:val="TAC"/>
            </w:pPr>
            <w:r w:rsidRPr="001C0CC4">
              <w:rPr>
                <w:lang w:val="en-US"/>
              </w:rPr>
              <w:t>50</w:t>
            </w:r>
          </w:p>
        </w:tc>
      </w:tr>
      <w:tr w:rsidR="00DC7196" w:rsidRPr="001C0CC4" w14:paraId="55F84E3F" w14:textId="77777777" w:rsidTr="00BB2E83">
        <w:trPr>
          <w:trHeight w:val="187"/>
          <w:jc w:val="center"/>
        </w:trPr>
        <w:tc>
          <w:tcPr>
            <w:tcW w:w="1170" w:type="dxa"/>
          </w:tcPr>
          <w:p w14:paraId="096308D0" w14:textId="77777777" w:rsidR="00DC7196" w:rsidRPr="001C0CC4" w:rsidRDefault="00DC7196" w:rsidP="00DC7196">
            <w:pPr>
              <w:pStyle w:val="TAC"/>
            </w:pPr>
            <w:r w:rsidRPr="001C0CC4">
              <w:t>25</w:t>
            </w:r>
          </w:p>
        </w:tc>
        <w:tc>
          <w:tcPr>
            <w:tcW w:w="1170" w:type="dxa"/>
          </w:tcPr>
          <w:p w14:paraId="3755D041" w14:textId="77777777" w:rsidR="00DC7196" w:rsidRPr="001C0CC4" w:rsidRDefault="00DC7196" w:rsidP="00DC7196">
            <w:pPr>
              <w:pStyle w:val="TAC"/>
            </w:pPr>
            <w:r w:rsidRPr="001C0CC4">
              <w:t>1024</w:t>
            </w:r>
          </w:p>
        </w:tc>
        <w:tc>
          <w:tcPr>
            <w:tcW w:w="1170" w:type="dxa"/>
          </w:tcPr>
          <w:p w14:paraId="72232C65" w14:textId="77777777" w:rsidR="00DC7196" w:rsidRPr="001C0CC4" w:rsidRDefault="00DC7196" w:rsidP="00DC7196">
            <w:pPr>
              <w:pStyle w:val="TAC"/>
            </w:pPr>
            <w:r w:rsidRPr="001C0CC4">
              <w:t>72</w:t>
            </w:r>
          </w:p>
        </w:tc>
        <w:tc>
          <w:tcPr>
            <w:tcW w:w="1170" w:type="dxa"/>
          </w:tcPr>
          <w:p w14:paraId="4A6B1647" w14:textId="77777777" w:rsidR="00DC7196" w:rsidRPr="001C0CC4" w:rsidRDefault="00DC7196" w:rsidP="00DC7196">
            <w:pPr>
              <w:pStyle w:val="TAC"/>
            </w:pPr>
            <w:r w:rsidRPr="001C0CC4">
              <w:t>36</w:t>
            </w:r>
          </w:p>
        </w:tc>
        <w:tc>
          <w:tcPr>
            <w:tcW w:w="1170" w:type="dxa"/>
          </w:tcPr>
          <w:p w14:paraId="094277BD" w14:textId="77777777" w:rsidR="00DC7196" w:rsidRPr="001C0CC4" w:rsidRDefault="00DC7196" w:rsidP="00DC7196">
            <w:pPr>
              <w:pStyle w:val="TAC"/>
            </w:pPr>
            <w:r w:rsidRPr="001C0CC4">
              <w:t>50</w:t>
            </w:r>
          </w:p>
        </w:tc>
      </w:tr>
      <w:tr w:rsidR="00DC7196" w:rsidRPr="001C0CC4" w14:paraId="245C2FB2" w14:textId="77777777" w:rsidTr="00BB2E83">
        <w:trPr>
          <w:trHeight w:val="187"/>
          <w:jc w:val="center"/>
        </w:trPr>
        <w:tc>
          <w:tcPr>
            <w:tcW w:w="1170" w:type="dxa"/>
          </w:tcPr>
          <w:p w14:paraId="31DEB6C1" w14:textId="77777777" w:rsidR="00DC7196" w:rsidRPr="001C0CC4" w:rsidRDefault="00DC7196" w:rsidP="00DC7196">
            <w:pPr>
              <w:pStyle w:val="TAC"/>
            </w:pPr>
            <w:r w:rsidRPr="001C0CC4">
              <w:t>30</w:t>
            </w:r>
          </w:p>
        </w:tc>
        <w:tc>
          <w:tcPr>
            <w:tcW w:w="1170" w:type="dxa"/>
          </w:tcPr>
          <w:p w14:paraId="4815EB38" w14:textId="77777777" w:rsidR="00DC7196" w:rsidRPr="001C0CC4" w:rsidRDefault="00DC7196" w:rsidP="00DC7196">
            <w:pPr>
              <w:pStyle w:val="TAC"/>
            </w:pPr>
            <w:r w:rsidRPr="001C0CC4">
              <w:t>1536</w:t>
            </w:r>
          </w:p>
        </w:tc>
        <w:tc>
          <w:tcPr>
            <w:tcW w:w="1170" w:type="dxa"/>
          </w:tcPr>
          <w:p w14:paraId="0BEDACC5" w14:textId="77777777" w:rsidR="00DC7196" w:rsidRPr="001C0CC4" w:rsidRDefault="00DC7196" w:rsidP="00DC7196">
            <w:pPr>
              <w:pStyle w:val="TAC"/>
            </w:pPr>
            <w:r w:rsidRPr="001C0CC4">
              <w:t>108</w:t>
            </w:r>
          </w:p>
        </w:tc>
        <w:tc>
          <w:tcPr>
            <w:tcW w:w="1170" w:type="dxa"/>
          </w:tcPr>
          <w:p w14:paraId="3809CAD9" w14:textId="77777777" w:rsidR="00DC7196" w:rsidRPr="001C0CC4" w:rsidRDefault="00DC7196" w:rsidP="00DC7196">
            <w:pPr>
              <w:pStyle w:val="TAC"/>
            </w:pPr>
            <w:r w:rsidRPr="001C0CC4">
              <w:t>54</w:t>
            </w:r>
          </w:p>
        </w:tc>
        <w:tc>
          <w:tcPr>
            <w:tcW w:w="1170" w:type="dxa"/>
          </w:tcPr>
          <w:p w14:paraId="6AB7B308" w14:textId="77777777" w:rsidR="00DC7196" w:rsidRPr="001C0CC4" w:rsidRDefault="00DC7196" w:rsidP="00DC7196">
            <w:pPr>
              <w:pStyle w:val="TAC"/>
            </w:pPr>
            <w:r w:rsidRPr="001C0CC4">
              <w:t>50</w:t>
            </w:r>
          </w:p>
        </w:tc>
      </w:tr>
      <w:tr w:rsidR="00DC7196" w:rsidRPr="001C0CC4" w14:paraId="493229CE" w14:textId="77777777" w:rsidTr="00BB2E83">
        <w:trPr>
          <w:trHeight w:val="187"/>
          <w:jc w:val="center"/>
        </w:trPr>
        <w:tc>
          <w:tcPr>
            <w:tcW w:w="1170" w:type="dxa"/>
          </w:tcPr>
          <w:p w14:paraId="7F9E87D1" w14:textId="77777777" w:rsidR="00DC7196" w:rsidRPr="001C0CC4" w:rsidRDefault="00DC7196" w:rsidP="00DC7196">
            <w:pPr>
              <w:pStyle w:val="TAC"/>
            </w:pPr>
            <w:r w:rsidRPr="001C0CC4">
              <w:t>40</w:t>
            </w:r>
          </w:p>
        </w:tc>
        <w:tc>
          <w:tcPr>
            <w:tcW w:w="1170" w:type="dxa"/>
          </w:tcPr>
          <w:p w14:paraId="7FCD5A0D" w14:textId="77777777" w:rsidR="00DC7196" w:rsidRPr="001C0CC4" w:rsidRDefault="00DC7196" w:rsidP="00DC7196">
            <w:pPr>
              <w:pStyle w:val="TAC"/>
            </w:pPr>
            <w:r w:rsidRPr="001C0CC4">
              <w:t>2048</w:t>
            </w:r>
          </w:p>
        </w:tc>
        <w:tc>
          <w:tcPr>
            <w:tcW w:w="1170" w:type="dxa"/>
          </w:tcPr>
          <w:p w14:paraId="0404B21E" w14:textId="77777777" w:rsidR="00DC7196" w:rsidRPr="001C0CC4" w:rsidRDefault="00DC7196" w:rsidP="00DC7196">
            <w:pPr>
              <w:pStyle w:val="TAC"/>
            </w:pPr>
            <w:r w:rsidRPr="001C0CC4">
              <w:t>144</w:t>
            </w:r>
          </w:p>
        </w:tc>
        <w:tc>
          <w:tcPr>
            <w:tcW w:w="1170" w:type="dxa"/>
          </w:tcPr>
          <w:p w14:paraId="4331D315" w14:textId="77777777" w:rsidR="00DC7196" w:rsidRPr="001C0CC4" w:rsidRDefault="00DC7196" w:rsidP="00DC7196">
            <w:pPr>
              <w:pStyle w:val="TAC"/>
            </w:pPr>
            <w:r w:rsidRPr="001C0CC4">
              <w:t>72</w:t>
            </w:r>
          </w:p>
        </w:tc>
        <w:tc>
          <w:tcPr>
            <w:tcW w:w="1170" w:type="dxa"/>
          </w:tcPr>
          <w:p w14:paraId="697BB095" w14:textId="77777777" w:rsidR="00DC7196" w:rsidRPr="001C0CC4" w:rsidRDefault="00DC7196" w:rsidP="00DC7196">
            <w:pPr>
              <w:pStyle w:val="TAC"/>
            </w:pPr>
            <w:r w:rsidRPr="001C0CC4">
              <w:t>50</w:t>
            </w:r>
          </w:p>
        </w:tc>
      </w:tr>
      <w:tr w:rsidR="00DC7196" w:rsidRPr="001C0CC4" w14:paraId="32B80DDF" w14:textId="77777777" w:rsidTr="00BB2E83">
        <w:trPr>
          <w:trHeight w:val="187"/>
          <w:jc w:val="center"/>
        </w:trPr>
        <w:tc>
          <w:tcPr>
            <w:tcW w:w="1170" w:type="dxa"/>
          </w:tcPr>
          <w:p w14:paraId="247AB056" w14:textId="77777777" w:rsidR="00DC7196" w:rsidRPr="001C0CC4" w:rsidRDefault="00DC7196" w:rsidP="00DC7196">
            <w:pPr>
              <w:pStyle w:val="TAC"/>
            </w:pPr>
            <w:r w:rsidRPr="001C0CC4">
              <w:t>50</w:t>
            </w:r>
          </w:p>
        </w:tc>
        <w:tc>
          <w:tcPr>
            <w:tcW w:w="1170" w:type="dxa"/>
          </w:tcPr>
          <w:p w14:paraId="11CB8752" w14:textId="77777777" w:rsidR="00DC7196" w:rsidRPr="001C0CC4" w:rsidRDefault="00DC7196" w:rsidP="00DC7196">
            <w:pPr>
              <w:pStyle w:val="TAC"/>
            </w:pPr>
            <w:r w:rsidRPr="001C0CC4">
              <w:t>2048</w:t>
            </w:r>
          </w:p>
        </w:tc>
        <w:tc>
          <w:tcPr>
            <w:tcW w:w="1170" w:type="dxa"/>
          </w:tcPr>
          <w:p w14:paraId="4813117B" w14:textId="77777777" w:rsidR="00DC7196" w:rsidRPr="001C0CC4" w:rsidRDefault="00DC7196" w:rsidP="00DC7196">
            <w:pPr>
              <w:pStyle w:val="TAC"/>
              <w:rPr>
                <w:lang w:val="en-US"/>
              </w:rPr>
            </w:pPr>
            <w:r w:rsidRPr="001C0CC4">
              <w:t>144</w:t>
            </w:r>
          </w:p>
        </w:tc>
        <w:tc>
          <w:tcPr>
            <w:tcW w:w="1170" w:type="dxa"/>
          </w:tcPr>
          <w:p w14:paraId="1E927A78" w14:textId="77777777" w:rsidR="00DC7196" w:rsidRPr="001C0CC4" w:rsidRDefault="00DC7196" w:rsidP="00DC7196">
            <w:pPr>
              <w:pStyle w:val="TAC"/>
            </w:pPr>
            <w:r w:rsidRPr="001C0CC4">
              <w:t>72</w:t>
            </w:r>
          </w:p>
        </w:tc>
        <w:tc>
          <w:tcPr>
            <w:tcW w:w="1170" w:type="dxa"/>
          </w:tcPr>
          <w:p w14:paraId="74711ED0" w14:textId="77777777" w:rsidR="00DC7196" w:rsidRPr="001C0CC4" w:rsidRDefault="00DC7196" w:rsidP="00DC7196">
            <w:pPr>
              <w:pStyle w:val="TAC"/>
              <w:rPr>
                <w:lang w:val="en-US"/>
              </w:rPr>
            </w:pPr>
            <w:r w:rsidRPr="001C0CC4">
              <w:rPr>
                <w:lang w:val="en-US"/>
              </w:rPr>
              <w:t>50</w:t>
            </w:r>
          </w:p>
        </w:tc>
      </w:tr>
      <w:tr w:rsidR="00DC7196" w:rsidRPr="001C0CC4" w14:paraId="613F3F42" w14:textId="77777777" w:rsidTr="00BB2E83">
        <w:trPr>
          <w:trHeight w:val="187"/>
          <w:jc w:val="center"/>
        </w:trPr>
        <w:tc>
          <w:tcPr>
            <w:tcW w:w="1170" w:type="dxa"/>
          </w:tcPr>
          <w:p w14:paraId="59F8E4AC" w14:textId="77777777" w:rsidR="00DC7196" w:rsidRPr="001C0CC4" w:rsidRDefault="00DC7196" w:rsidP="00DC7196">
            <w:pPr>
              <w:pStyle w:val="TAC"/>
            </w:pPr>
            <w:r w:rsidRPr="001C0CC4">
              <w:t>60</w:t>
            </w:r>
          </w:p>
        </w:tc>
        <w:tc>
          <w:tcPr>
            <w:tcW w:w="1170" w:type="dxa"/>
          </w:tcPr>
          <w:p w14:paraId="3C699152" w14:textId="77777777" w:rsidR="00DC7196" w:rsidRPr="001C0CC4" w:rsidRDefault="00DC7196" w:rsidP="00DC7196">
            <w:pPr>
              <w:pStyle w:val="TAC"/>
            </w:pPr>
            <w:r w:rsidRPr="001C0CC4">
              <w:t>3072</w:t>
            </w:r>
          </w:p>
        </w:tc>
        <w:tc>
          <w:tcPr>
            <w:tcW w:w="1170" w:type="dxa"/>
          </w:tcPr>
          <w:p w14:paraId="38F8D3C7" w14:textId="77777777" w:rsidR="00DC7196" w:rsidRPr="001C0CC4" w:rsidRDefault="00DC7196" w:rsidP="00DC7196">
            <w:pPr>
              <w:pStyle w:val="TAC"/>
              <w:rPr>
                <w:lang w:val="en-US"/>
              </w:rPr>
            </w:pPr>
            <w:r w:rsidRPr="001C0CC4">
              <w:t>216</w:t>
            </w:r>
          </w:p>
        </w:tc>
        <w:tc>
          <w:tcPr>
            <w:tcW w:w="1170" w:type="dxa"/>
          </w:tcPr>
          <w:p w14:paraId="3CE13CBB" w14:textId="77777777" w:rsidR="00DC7196" w:rsidRPr="001C0CC4" w:rsidRDefault="00DC7196" w:rsidP="00DC7196">
            <w:pPr>
              <w:pStyle w:val="TAC"/>
            </w:pPr>
            <w:r w:rsidRPr="001C0CC4">
              <w:t>108</w:t>
            </w:r>
          </w:p>
        </w:tc>
        <w:tc>
          <w:tcPr>
            <w:tcW w:w="1170" w:type="dxa"/>
          </w:tcPr>
          <w:p w14:paraId="27E397B2" w14:textId="77777777" w:rsidR="00DC7196" w:rsidRPr="001C0CC4" w:rsidRDefault="00DC7196" w:rsidP="00DC7196">
            <w:pPr>
              <w:pStyle w:val="TAC"/>
            </w:pPr>
            <w:r w:rsidRPr="001C0CC4">
              <w:rPr>
                <w:lang w:val="en-US"/>
              </w:rPr>
              <w:t>50</w:t>
            </w:r>
          </w:p>
        </w:tc>
      </w:tr>
      <w:tr w:rsidR="00DC7196" w:rsidRPr="001C0CC4" w14:paraId="66365741" w14:textId="77777777" w:rsidTr="00BB2E83">
        <w:trPr>
          <w:trHeight w:val="187"/>
          <w:jc w:val="center"/>
        </w:trPr>
        <w:tc>
          <w:tcPr>
            <w:tcW w:w="1170" w:type="dxa"/>
          </w:tcPr>
          <w:p w14:paraId="526ABEA3" w14:textId="77777777" w:rsidR="00DC7196" w:rsidRPr="001C0CC4" w:rsidRDefault="00DC7196" w:rsidP="00DC7196">
            <w:pPr>
              <w:pStyle w:val="TAC"/>
            </w:pPr>
            <w:r w:rsidRPr="001C0CC4">
              <w:t>70</w:t>
            </w:r>
          </w:p>
        </w:tc>
        <w:tc>
          <w:tcPr>
            <w:tcW w:w="1170" w:type="dxa"/>
          </w:tcPr>
          <w:p w14:paraId="64205020" w14:textId="77777777" w:rsidR="00DC7196" w:rsidRPr="001C0CC4" w:rsidRDefault="00DC7196" w:rsidP="00DC7196">
            <w:pPr>
              <w:pStyle w:val="TAC"/>
            </w:pPr>
            <w:r w:rsidRPr="001C0CC4">
              <w:t>3072</w:t>
            </w:r>
          </w:p>
        </w:tc>
        <w:tc>
          <w:tcPr>
            <w:tcW w:w="1170" w:type="dxa"/>
          </w:tcPr>
          <w:p w14:paraId="46AEBE75" w14:textId="77777777" w:rsidR="00DC7196" w:rsidRPr="001C0CC4" w:rsidRDefault="00DC7196" w:rsidP="00DC7196">
            <w:pPr>
              <w:pStyle w:val="TAC"/>
              <w:rPr>
                <w:lang w:val="en-US"/>
              </w:rPr>
            </w:pPr>
            <w:r w:rsidRPr="001C0CC4">
              <w:t>216</w:t>
            </w:r>
          </w:p>
        </w:tc>
        <w:tc>
          <w:tcPr>
            <w:tcW w:w="1170" w:type="dxa"/>
          </w:tcPr>
          <w:p w14:paraId="38CD5862" w14:textId="77777777" w:rsidR="00DC7196" w:rsidRPr="001C0CC4" w:rsidRDefault="00DC7196" w:rsidP="00DC7196">
            <w:pPr>
              <w:pStyle w:val="TAC"/>
            </w:pPr>
            <w:r w:rsidRPr="001C0CC4">
              <w:t>108</w:t>
            </w:r>
          </w:p>
        </w:tc>
        <w:tc>
          <w:tcPr>
            <w:tcW w:w="1170" w:type="dxa"/>
          </w:tcPr>
          <w:p w14:paraId="38C48530" w14:textId="77777777" w:rsidR="00DC7196" w:rsidRPr="001C0CC4" w:rsidRDefault="00DC7196" w:rsidP="00DC7196">
            <w:pPr>
              <w:pStyle w:val="TAC"/>
            </w:pPr>
            <w:r w:rsidRPr="001C0CC4">
              <w:t>50</w:t>
            </w:r>
          </w:p>
        </w:tc>
      </w:tr>
      <w:tr w:rsidR="00DC7196" w:rsidRPr="001C0CC4" w14:paraId="209070D5" w14:textId="77777777" w:rsidTr="00BB2E83">
        <w:trPr>
          <w:trHeight w:val="187"/>
          <w:jc w:val="center"/>
        </w:trPr>
        <w:tc>
          <w:tcPr>
            <w:tcW w:w="1170" w:type="dxa"/>
          </w:tcPr>
          <w:p w14:paraId="4DBE4A21" w14:textId="77777777" w:rsidR="00DC7196" w:rsidRPr="001C0CC4" w:rsidRDefault="00DC7196" w:rsidP="00DC7196">
            <w:pPr>
              <w:pStyle w:val="TAC"/>
            </w:pPr>
            <w:r w:rsidRPr="001C0CC4">
              <w:t>80</w:t>
            </w:r>
          </w:p>
        </w:tc>
        <w:tc>
          <w:tcPr>
            <w:tcW w:w="1170" w:type="dxa"/>
          </w:tcPr>
          <w:p w14:paraId="182EB4F3" w14:textId="77777777" w:rsidR="00DC7196" w:rsidRPr="001C0CC4" w:rsidRDefault="00DC7196" w:rsidP="00DC7196">
            <w:pPr>
              <w:pStyle w:val="TAC"/>
            </w:pPr>
            <w:r w:rsidRPr="001C0CC4">
              <w:t>4096</w:t>
            </w:r>
          </w:p>
        </w:tc>
        <w:tc>
          <w:tcPr>
            <w:tcW w:w="1170" w:type="dxa"/>
          </w:tcPr>
          <w:p w14:paraId="52E08367" w14:textId="77777777" w:rsidR="00DC7196" w:rsidRPr="001C0CC4" w:rsidRDefault="00DC7196" w:rsidP="00DC7196">
            <w:pPr>
              <w:pStyle w:val="TAC"/>
              <w:rPr>
                <w:lang w:val="en-US"/>
              </w:rPr>
            </w:pPr>
            <w:r w:rsidRPr="001C0CC4">
              <w:t>288</w:t>
            </w:r>
          </w:p>
        </w:tc>
        <w:tc>
          <w:tcPr>
            <w:tcW w:w="1170" w:type="dxa"/>
          </w:tcPr>
          <w:p w14:paraId="0A1DD7F2" w14:textId="77777777" w:rsidR="00DC7196" w:rsidRPr="001C0CC4" w:rsidRDefault="00DC7196" w:rsidP="00DC7196">
            <w:pPr>
              <w:pStyle w:val="TAC"/>
            </w:pPr>
            <w:r w:rsidRPr="001C0CC4">
              <w:t>144</w:t>
            </w:r>
          </w:p>
        </w:tc>
        <w:tc>
          <w:tcPr>
            <w:tcW w:w="1170" w:type="dxa"/>
          </w:tcPr>
          <w:p w14:paraId="35F20401" w14:textId="77777777" w:rsidR="00DC7196" w:rsidRPr="001C0CC4" w:rsidRDefault="00DC7196" w:rsidP="00DC7196">
            <w:pPr>
              <w:pStyle w:val="TAC"/>
            </w:pPr>
            <w:r w:rsidRPr="001C0CC4">
              <w:t>50</w:t>
            </w:r>
          </w:p>
        </w:tc>
      </w:tr>
      <w:tr w:rsidR="00DC7196" w:rsidRPr="001C0CC4" w14:paraId="64BC9A1D" w14:textId="77777777" w:rsidTr="00BB2E83">
        <w:trPr>
          <w:trHeight w:val="187"/>
          <w:jc w:val="center"/>
        </w:trPr>
        <w:tc>
          <w:tcPr>
            <w:tcW w:w="1170" w:type="dxa"/>
          </w:tcPr>
          <w:p w14:paraId="60456661" w14:textId="77777777" w:rsidR="00DC7196" w:rsidRPr="001C0CC4" w:rsidRDefault="00DC7196" w:rsidP="00DC7196">
            <w:pPr>
              <w:pStyle w:val="TAC"/>
            </w:pPr>
            <w:r w:rsidRPr="001C0CC4">
              <w:t>90</w:t>
            </w:r>
          </w:p>
        </w:tc>
        <w:tc>
          <w:tcPr>
            <w:tcW w:w="1170" w:type="dxa"/>
          </w:tcPr>
          <w:p w14:paraId="6175909F" w14:textId="77777777" w:rsidR="00DC7196" w:rsidRPr="001C0CC4" w:rsidRDefault="00DC7196" w:rsidP="00DC7196">
            <w:pPr>
              <w:pStyle w:val="TAC"/>
            </w:pPr>
            <w:r w:rsidRPr="001C0CC4">
              <w:t>4096</w:t>
            </w:r>
          </w:p>
        </w:tc>
        <w:tc>
          <w:tcPr>
            <w:tcW w:w="1170" w:type="dxa"/>
          </w:tcPr>
          <w:p w14:paraId="763A077D" w14:textId="77777777" w:rsidR="00DC7196" w:rsidRPr="001C0CC4" w:rsidRDefault="00DC7196" w:rsidP="00DC7196">
            <w:pPr>
              <w:pStyle w:val="TAC"/>
              <w:rPr>
                <w:lang w:val="en-US"/>
              </w:rPr>
            </w:pPr>
            <w:r w:rsidRPr="001C0CC4">
              <w:t>288</w:t>
            </w:r>
          </w:p>
        </w:tc>
        <w:tc>
          <w:tcPr>
            <w:tcW w:w="1170" w:type="dxa"/>
          </w:tcPr>
          <w:p w14:paraId="2B3E3D8C" w14:textId="77777777" w:rsidR="00DC7196" w:rsidRPr="001C0CC4" w:rsidRDefault="00DC7196" w:rsidP="00DC7196">
            <w:pPr>
              <w:pStyle w:val="TAC"/>
            </w:pPr>
            <w:r w:rsidRPr="001C0CC4">
              <w:t>144</w:t>
            </w:r>
          </w:p>
        </w:tc>
        <w:tc>
          <w:tcPr>
            <w:tcW w:w="1170" w:type="dxa"/>
          </w:tcPr>
          <w:p w14:paraId="0DCBF682" w14:textId="77777777" w:rsidR="00DC7196" w:rsidRPr="001C0CC4" w:rsidRDefault="00DC7196" w:rsidP="00DC7196">
            <w:pPr>
              <w:pStyle w:val="TAC"/>
            </w:pPr>
            <w:r w:rsidRPr="001C0CC4">
              <w:t>50</w:t>
            </w:r>
          </w:p>
        </w:tc>
      </w:tr>
      <w:tr w:rsidR="00DC7196" w:rsidRPr="001C0CC4" w14:paraId="4D956179" w14:textId="77777777" w:rsidTr="00BB2E83">
        <w:trPr>
          <w:trHeight w:val="187"/>
          <w:jc w:val="center"/>
        </w:trPr>
        <w:tc>
          <w:tcPr>
            <w:tcW w:w="1170" w:type="dxa"/>
          </w:tcPr>
          <w:p w14:paraId="32712FEA" w14:textId="77777777" w:rsidR="00DC7196" w:rsidRPr="001C0CC4" w:rsidRDefault="00DC7196" w:rsidP="00DC7196">
            <w:pPr>
              <w:pStyle w:val="TAC"/>
            </w:pPr>
            <w:r w:rsidRPr="001C0CC4">
              <w:t>100</w:t>
            </w:r>
          </w:p>
        </w:tc>
        <w:tc>
          <w:tcPr>
            <w:tcW w:w="1170" w:type="dxa"/>
          </w:tcPr>
          <w:p w14:paraId="3B47F4A2" w14:textId="77777777" w:rsidR="00DC7196" w:rsidRPr="001C0CC4" w:rsidRDefault="00DC7196" w:rsidP="00DC7196">
            <w:pPr>
              <w:pStyle w:val="TAC"/>
            </w:pPr>
            <w:r w:rsidRPr="001C0CC4">
              <w:t>4096</w:t>
            </w:r>
          </w:p>
        </w:tc>
        <w:tc>
          <w:tcPr>
            <w:tcW w:w="1170" w:type="dxa"/>
          </w:tcPr>
          <w:p w14:paraId="5280AF69" w14:textId="77777777" w:rsidR="00DC7196" w:rsidRPr="001C0CC4" w:rsidRDefault="00DC7196" w:rsidP="00DC7196">
            <w:pPr>
              <w:pStyle w:val="TAC"/>
              <w:rPr>
                <w:lang w:val="en-US"/>
              </w:rPr>
            </w:pPr>
            <w:r w:rsidRPr="001C0CC4">
              <w:t>288</w:t>
            </w:r>
          </w:p>
        </w:tc>
        <w:tc>
          <w:tcPr>
            <w:tcW w:w="1170" w:type="dxa"/>
          </w:tcPr>
          <w:p w14:paraId="2DD630B4" w14:textId="77777777" w:rsidR="00DC7196" w:rsidRPr="001C0CC4" w:rsidRDefault="00DC7196" w:rsidP="00DC7196">
            <w:pPr>
              <w:pStyle w:val="TAC"/>
            </w:pPr>
            <w:r w:rsidRPr="001C0CC4">
              <w:t>144</w:t>
            </w:r>
          </w:p>
        </w:tc>
        <w:tc>
          <w:tcPr>
            <w:tcW w:w="1170" w:type="dxa"/>
          </w:tcPr>
          <w:p w14:paraId="0D172FE7" w14:textId="77777777" w:rsidR="00DC7196" w:rsidRPr="001C0CC4" w:rsidRDefault="00DC7196" w:rsidP="00DC7196">
            <w:pPr>
              <w:pStyle w:val="TAC"/>
              <w:rPr>
                <w:lang w:val="en-US"/>
              </w:rPr>
            </w:pPr>
            <w:r w:rsidRPr="001C0CC4">
              <w:rPr>
                <w:lang w:val="en-US"/>
              </w:rPr>
              <w:t>50</w:t>
            </w:r>
          </w:p>
        </w:tc>
      </w:tr>
      <w:tr w:rsidR="00DC7196" w:rsidRPr="001C0CC4" w14:paraId="1EDFCF71" w14:textId="77777777" w:rsidTr="00BB2E83">
        <w:trPr>
          <w:trHeight w:val="187"/>
          <w:jc w:val="center"/>
        </w:trPr>
        <w:tc>
          <w:tcPr>
            <w:tcW w:w="5850" w:type="dxa"/>
            <w:gridSpan w:val="5"/>
          </w:tcPr>
          <w:p w14:paraId="76C92D67" w14:textId="77777777" w:rsidR="00DC7196" w:rsidRPr="001C0CC4" w:rsidRDefault="00DC7196" w:rsidP="00DC7196">
            <w:pPr>
              <w:pStyle w:val="TAN"/>
              <w:rPr>
                <w:lang w:val="en-US"/>
              </w:rPr>
            </w:pPr>
            <w:r w:rsidRPr="001C0CC4">
              <w:t>NOTE 1:</w:t>
            </w:r>
            <w:r w:rsidRPr="001C0CC4">
              <w:tab/>
              <w:t>These percentages are informative and apply to a slot's symbols 1 through 13. Symbol 0 has a longer CP and therefore a lower percentage.</w:t>
            </w:r>
          </w:p>
        </w:tc>
      </w:tr>
    </w:tbl>
    <w:p w14:paraId="0B25E1D1" w14:textId="77777777" w:rsidR="00DC7196" w:rsidRPr="001C0CC4" w:rsidRDefault="00DC7196" w:rsidP="00DC7196"/>
    <w:p w14:paraId="4754D881" w14:textId="77777777" w:rsidR="00DC7196" w:rsidRPr="001C0CC4" w:rsidRDefault="00DC7196" w:rsidP="00DC7196">
      <w:pPr>
        <w:pStyle w:val="TH"/>
      </w:pPr>
      <w:r w:rsidRPr="001C0CC4">
        <w:t>Table F.5.3-3: EVM window length for normal CP for NR (60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DC7196" w:rsidRPr="001C0CC4" w14:paraId="697A21DE" w14:textId="77777777" w:rsidTr="00BB2E83">
        <w:trPr>
          <w:trHeight w:val="187"/>
          <w:jc w:val="center"/>
        </w:trPr>
        <w:tc>
          <w:tcPr>
            <w:tcW w:w="1170" w:type="dxa"/>
            <w:shd w:val="clear" w:color="auto" w:fill="F3F3F3"/>
          </w:tcPr>
          <w:p w14:paraId="1D02B4F1" w14:textId="77777777" w:rsidR="00DC7196" w:rsidRPr="001C0CC4" w:rsidRDefault="00DC7196" w:rsidP="00BB2E83">
            <w:pPr>
              <w:pStyle w:val="TAH"/>
            </w:pPr>
            <w:r w:rsidRPr="001C0CC4">
              <w:t>Channel</w:t>
            </w:r>
            <w:r w:rsidRPr="001C0CC4">
              <w:br/>
              <w:t>Bandwidth (MHz)</w:t>
            </w:r>
          </w:p>
        </w:tc>
        <w:tc>
          <w:tcPr>
            <w:tcW w:w="1170" w:type="dxa"/>
            <w:shd w:val="clear" w:color="auto" w:fill="F3F3F3"/>
          </w:tcPr>
          <w:p w14:paraId="0BE4407E" w14:textId="77777777" w:rsidR="00DC7196" w:rsidRPr="001C0CC4" w:rsidRDefault="00DC7196" w:rsidP="00BB2E83">
            <w:pPr>
              <w:pStyle w:val="TAH"/>
            </w:pPr>
            <w:r w:rsidRPr="001C0CC4">
              <w:t>FFT size</w:t>
            </w:r>
          </w:p>
        </w:tc>
        <w:tc>
          <w:tcPr>
            <w:tcW w:w="1170" w:type="dxa"/>
            <w:shd w:val="clear" w:color="auto" w:fill="F3F3F3"/>
          </w:tcPr>
          <w:p w14:paraId="4E8AEB6D" w14:textId="77777777" w:rsidR="00DC7196" w:rsidRPr="001C0CC4" w:rsidRDefault="00DC7196" w:rsidP="00BB2E83">
            <w:pPr>
              <w:pStyle w:val="TAH"/>
            </w:pPr>
            <w:r w:rsidRPr="001C0CC4">
              <w:t>Cyclic prefix length for symbols in FFT samples</w:t>
            </w:r>
          </w:p>
        </w:tc>
        <w:tc>
          <w:tcPr>
            <w:tcW w:w="1170" w:type="dxa"/>
            <w:shd w:val="clear" w:color="auto" w:fill="F3F3F3"/>
          </w:tcPr>
          <w:p w14:paraId="4276A3A4" w14:textId="77777777" w:rsidR="00DC7196" w:rsidRPr="001C0CC4" w:rsidRDefault="00DC7196" w:rsidP="00BB2E83">
            <w:pPr>
              <w:pStyle w:val="TAH"/>
            </w:pPr>
            <w:r w:rsidRPr="001C0CC4">
              <w:t xml:space="preserve">EVM window length </w:t>
            </w:r>
            <w:r w:rsidRPr="001C0CC4">
              <w:rPr>
                <w:i/>
              </w:rPr>
              <w:t>W</w:t>
            </w:r>
          </w:p>
        </w:tc>
        <w:tc>
          <w:tcPr>
            <w:tcW w:w="1170" w:type="dxa"/>
            <w:shd w:val="clear" w:color="auto" w:fill="F3F3F3"/>
          </w:tcPr>
          <w:p w14:paraId="5C70ABC2" w14:textId="77777777" w:rsidR="00DC7196" w:rsidRPr="001C0CC4" w:rsidRDefault="00DC7196" w:rsidP="00BB2E83">
            <w:pPr>
              <w:pStyle w:val="TAH"/>
            </w:pPr>
            <w:r w:rsidRPr="001C0CC4">
              <w:t xml:space="preserve">Ratio of </w:t>
            </w:r>
            <w:r w:rsidRPr="001C0CC4">
              <w:rPr>
                <w:i/>
              </w:rPr>
              <w:t>W</w:t>
            </w:r>
            <w:r w:rsidRPr="001C0CC4">
              <w:t xml:space="preserve"> to total CP length </w:t>
            </w:r>
            <w:r w:rsidRPr="001C0CC4">
              <w:rPr>
                <w:vertAlign w:val="superscript"/>
              </w:rPr>
              <w:t>1</w:t>
            </w:r>
            <w:r w:rsidRPr="001C0CC4">
              <w:t xml:space="preserve"> (%)</w:t>
            </w:r>
          </w:p>
        </w:tc>
      </w:tr>
      <w:tr w:rsidR="00DC7196" w:rsidRPr="001C0CC4" w14:paraId="34B14B8A" w14:textId="77777777" w:rsidTr="00BB2E83">
        <w:trPr>
          <w:trHeight w:val="187"/>
          <w:jc w:val="center"/>
        </w:trPr>
        <w:tc>
          <w:tcPr>
            <w:tcW w:w="1170" w:type="dxa"/>
          </w:tcPr>
          <w:p w14:paraId="0D722D2D" w14:textId="77777777" w:rsidR="00DC7196" w:rsidRPr="001C0CC4" w:rsidRDefault="00DC7196" w:rsidP="00DC7196">
            <w:pPr>
              <w:pStyle w:val="TAC"/>
            </w:pPr>
            <w:r w:rsidRPr="001C0CC4">
              <w:t>10</w:t>
            </w:r>
          </w:p>
        </w:tc>
        <w:tc>
          <w:tcPr>
            <w:tcW w:w="1170" w:type="dxa"/>
          </w:tcPr>
          <w:p w14:paraId="703BBD8F" w14:textId="77777777" w:rsidR="00DC7196" w:rsidRPr="001C0CC4" w:rsidRDefault="00DC7196" w:rsidP="00DC7196">
            <w:pPr>
              <w:pStyle w:val="TAC"/>
            </w:pPr>
            <w:r w:rsidRPr="001C0CC4">
              <w:t>256</w:t>
            </w:r>
          </w:p>
        </w:tc>
        <w:tc>
          <w:tcPr>
            <w:tcW w:w="1170" w:type="dxa"/>
          </w:tcPr>
          <w:p w14:paraId="3EE40937" w14:textId="77777777" w:rsidR="00DC7196" w:rsidRPr="001C0CC4" w:rsidRDefault="00DC7196" w:rsidP="00DC7196">
            <w:pPr>
              <w:pStyle w:val="TAC"/>
            </w:pPr>
            <w:r w:rsidRPr="001C0CC4">
              <w:t>18</w:t>
            </w:r>
          </w:p>
        </w:tc>
        <w:tc>
          <w:tcPr>
            <w:tcW w:w="1170" w:type="dxa"/>
          </w:tcPr>
          <w:p w14:paraId="4D425CF8" w14:textId="77777777" w:rsidR="00DC7196" w:rsidRPr="001C0CC4" w:rsidRDefault="00DC7196" w:rsidP="00DC7196">
            <w:pPr>
              <w:pStyle w:val="TAC"/>
            </w:pPr>
            <w:r w:rsidRPr="001C0CC4">
              <w:t>9</w:t>
            </w:r>
          </w:p>
        </w:tc>
        <w:tc>
          <w:tcPr>
            <w:tcW w:w="1170" w:type="dxa"/>
          </w:tcPr>
          <w:p w14:paraId="05F575B5" w14:textId="77777777" w:rsidR="00DC7196" w:rsidRPr="001C0CC4" w:rsidRDefault="00DC7196" w:rsidP="00DC7196">
            <w:pPr>
              <w:pStyle w:val="TAC"/>
            </w:pPr>
            <w:r w:rsidRPr="001C0CC4">
              <w:t>50</w:t>
            </w:r>
          </w:p>
        </w:tc>
      </w:tr>
      <w:tr w:rsidR="00DC7196" w:rsidRPr="001C0CC4" w14:paraId="66D42017" w14:textId="77777777" w:rsidTr="00BB2E83">
        <w:trPr>
          <w:trHeight w:val="187"/>
          <w:jc w:val="center"/>
        </w:trPr>
        <w:tc>
          <w:tcPr>
            <w:tcW w:w="1170" w:type="dxa"/>
          </w:tcPr>
          <w:p w14:paraId="10ABBC1C" w14:textId="77777777" w:rsidR="00DC7196" w:rsidRPr="001C0CC4" w:rsidRDefault="00DC7196" w:rsidP="00DC7196">
            <w:pPr>
              <w:pStyle w:val="TAC"/>
            </w:pPr>
            <w:r w:rsidRPr="001C0CC4">
              <w:t>15</w:t>
            </w:r>
          </w:p>
        </w:tc>
        <w:tc>
          <w:tcPr>
            <w:tcW w:w="1170" w:type="dxa"/>
          </w:tcPr>
          <w:p w14:paraId="275C42E2" w14:textId="77777777" w:rsidR="00DC7196" w:rsidRPr="001C0CC4" w:rsidRDefault="00DC7196" w:rsidP="00DC7196">
            <w:pPr>
              <w:pStyle w:val="TAC"/>
            </w:pPr>
            <w:r w:rsidRPr="001C0CC4">
              <w:t>384</w:t>
            </w:r>
          </w:p>
        </w:tc>
        <w:tc>
          <w:tcPr>
            <w:tcW w:w="1170" w:type="dxa"/>
          </w:tcPr>
          <w:p w14:paraId="197EA13C" w14:textId="77777777" w:rsidR="00DC7196" w:rsidRPr="001C0CC4" w:rsidRDefault="00DC7196" w:rsidP="00DC7196">
            <w:pPr>
              <w:pStyle w:val="TAC"/>
            </w:pPr>
            <w:r w:rsidRPr="001C0CC4">
              <w:t>27</w:t>
            </w:r>
          </w:p>
        </w:tc>
        <w:tc>
          <w:tcPr>
            <w:tcW w:w="1170" w:type="dxa"/>
          </w:tcPr>
          <w:p w14:paraId="29FC3910" w14:textId="77777777" w:rsidR="00DC7196" w:rsidRPr="001C0CC4" w:rsidRDefault="00DC7196" w:rsidP="00DC7196">
            <w:pPr>
              <w:pStyle w:val="TAC"/>
            </w:pPr>
            <w:r w:rsidRPr="001C0CC4">
              <w:t>14</w:t>
            </w:r>
          </w:p>
        </w:tc>
        <w:tc>
          <w:tcPr>
            <w:tcW w:w="1170" w:type="dxa"/>
          </w:tcPr>
          <w:p w14:paraId="4C25F27A" w14:textId="77777777" w:rsidR="00DC7196" w:rsidRPr="001C0CC4" w:rsidRDefault="00DC7196" w:rsidP="00DC7196">
            <w:pPr>
              <w:pStyle w:val="TAC"/>
            </w:pPr>
            <w:r w:rsidRPr="001C0CC4">
              <w:t>50</w:t>
            </w:r>
          </w:p>
        </w:tc>
      </w:tr>
      <w:tr w:rsidR="00DC7196" w:rsidRPr="001C0CC4" w14:paraId="64928189" w14:textId="77777777" w:rsidTr="00BB2E83">
        <w:trPr>
          <w:trHeight w:val="187"/>
          <w:jc w:val="center"/>
        </w:trPr>
        <w:tc>
          <w:tcPr>
            <w:tcW w:w="1170" w:type="dxa"/>
          </w:tcPr>
          <w:p w14:paraId="72DFF02A" w14:textId="77777777" w:rsidR="00DC7196" w:rsidRPr="001C0CC4" w:rsidRDefault="00DC7196" w:rsidP="00DC7196">
            <w:pPr>
              <w:pStyle w:val="TAC"/>
            </w:pPr>
            <w:r w:rsidRPr="001C0CC4">
              <w:t>20</w:t>
            </w:r>
          </w:p>
        </w:tc>
        <w:tc>
          <w:tcPr>
            <w:tcW w:w="1170" w:type="dxa"/>
          </w:tcPr>
          <w:p w14:paraId="140D64FC" w14:textId="77777777" w:rsidR="00DC7196" w:rsidRPr="001C0CC4" w:rsidRDefault="00DC7196" w:rsidP="00DC7196">
            <w:pPr>
              <w:pStyle w:val="TAC"/>
            </w:pPr>
            <w:r w:rsidRPr="001C0CC4">
              <w:t>512</w:t>
            </w:r>
          </w:p>
        </w:tc>
        <w:tc>
          <w:tcPr>
            <w:tcW w:w="1170" w:type="dxa"/>
          </w:tcPr>
          <w:p w14:paraId="60E7D669" w14:textId="77777777" w:rsidR="00DC7196" w:rsidRPr="001C0CC4" w:rsidRDefault="00DC7196" w:rsidP="00DC7196">
            <w:pPr>
              <w:pStyle w:val="TAC"/>
            </w:pPr>
            <w:r w:rsidRPr="001C0CC4">
              <w:t>36</w:t>
            </w:r>
          </w:p>
        </w:tc>
        <w:tc>
          <w:tcPr>
            <w:tcW w:w="1170" w:type="dxa"/>
          </w:tcPr>
          <w:p w14:paraId="39196332" w14:textId="77777777" w:rsidR="00DC7196" w:rsidRPr="001C0CC4" w:rsidRDefault="00DC7196" w:rsidP="00DC7196">
            <w:pPr>
              <w:pStyle w:val="TAC"/>
            </w:pPr>
            <w:r w:rsidRPr="001C0CC4">
              <w:t>18</w:t>
            </w:r>
          </w:p>
        </w:tc>
        <w:tc>
          <w:tcPr>
            <w:tcW w:w="1170" w:type="dxa"/>
          </w:tcPr>
          <w:p w14:paraId="1DFF41F8" w14:textId="77777777" w:rsidR="00DC7196" w:rsidRPr="001C0CC4" w:rsidRDefault="00DC7196" w:rsidP="00DC7196">
            <w:pPr>
              <w:pStyle w:val="TAC"/>
            </w:pPr>
            <w:r w:rsidRPr="001C0CC4">
              <w:t>50</w:t>
            </w:r>
          </w:p>
        </w:tc>
      </w:tr>
      <w:tr w:rsidR="00DC7196" w:rsidRPr="001C0CC4" w14:paraId="3E1B6EDE" w14:textId="77777777" w:rsidTr="00BB2E83">
        <w:trPr>
          <w:trHeight w:val="187"/>
          <w:jc w:val="center"/>
        </w:trPr>
        <w:tc>
          <w:tcPr>
            <w:tcW w:w="1170" w:type="dxa"/>
          </w:tcPr>
          <w:p w14:paraId="638058AF" w14:textId="77777777" w:rsidR="00DC7196" w:rsidRPr="001C0CC4" w:rsidRDefault="00DC7196" w:rsidP="00DC7196">
            <w:pPr>
              <w:pStyle w:val="TAC"/>
            </w:pPr>
            <w:r w:rsidRPr="001C0CC4">
              <w:t>25</w:t>
            </w:r>
          </w:p>
        </w:tc>
        <w:tc>
          <w:tcPr>
            <w:tcW w:w="1170" w:type="dxa"/>
          </w:tcPr>
          <w:p w14:paraId="4DD70B56" w14:textId="77777777" w:rsidR="00DC7196" w:rsidRPr="001C0CC4" w:rsidRDefault="00DC7196" w:rsidP="00DC7196">
            <w:pPr>
              <w:pStyle w:val="TAC"/>
            </w:pPr>
            <w:r w:rsidRPr="001C0CC4">
              <w:t>512</w:t>
            </w:r>
          </w:p>
        </w:tc>
        <w:tc>
          <w:tcPr>
            <w:tcW w:w="1170" w:type="dxa"/>
          </w:tcPr>
          <w:p w14:paraId="4DDAD34F" w14:textId="77777777" w:rsidR="00DC7196" w:rsidRPr="001C0CC4" w:rsidRDefault="00DC7196" w:rsidP="00DC7196">
            <w:pPr>
              <w:pStyle w:val="TAC"/>
            </w:pPr>
            <w:r w:rsidRPr="001C0CC4">
              <w:t>36</w:t>
            </w:r>
          </w:p>
        </w:tc>
        <w:tc>
          <w:tcPr>
            <w:tcW w:w="1170" w:type="dxa"/>
          </w:tcPr>
          <w:p w14:paraId="5EE95B35" w14:textId="77777777" w:rsidR="00DC7196" w:rsidRPr="001C0CC4" w:rsidRDefault="00DC7196" w:rsidP="00DC7196">
            <w:pPr>
              <w:pStyle w:val="TAC"/>
            </w:pPr>
            <w:r w:rsidRPr="001C0CC4">
              <w:t>18</w:t>
            </w:r>
          </w:p>
        </w:tc>
        <w:tc>
          <w:tcPr>
            <w:tcW w:w="1170" w:type="dxa"/>
          </w:tcPr>
          <w:p w14:paraId="395CF478" w14:textId="77777777" w:rsidR="00DC7196" w:rsidRPr="001C0CC4" w:rsidRDefault="00DC7196" w:rsidP="00DC7196">
            <w:pPr>
              <w:pStyle w:val="TAC"/>
            </w:pPr>
            <w:r w:rsidRPr="001C0CC4">
              <w:t>50</w:t>
            </w:r>
          </w:p>
        </w:tc>
      </w:tr>
      <w:tr w:rsidR="00DC7196" w:rsidRPr="001C0CC4" w14:paraId="4F6EFE0C" w14:textId="77777777" w:rsidTr="00BB2E83">
        <w:trPr>
          <w:trHeight w:val="187"/>
          <w:jc w:val="center"/>
        </w:trPr>
        <w:tc>
          <w:tcPr>
            <w:tcW w:w="1170" w:type="dxa"/>
          </w:tcPr>
          <w:p w14:paraId="3D791B3B" w14:textId="77777777" w:rsidR="00DC7196" w:rsidRPr="001C0CC4" w:rsidRDefault="00DC7196" w:rsidP="00DC7196">
            <w:pPr>
              <w:pStyle w:val="TAC"/>
            </w:pPr>
            <w:r w:rsidRPr="001C0CC4">
              <w:t>30</w:t>
            </w:r>
          </w:p>
        </w:tc>
        <w:tc>
          <w:tcPr>
            <w:tcW w:w="1170" w:type="dxa"/>
          </w:tcPr>
          <w:p w14:paraId="6A168571" w14:textId="77777777" w:rsidR="00DC7196" w:rsidRPr="001C0CC4" w:rsidRDefault="00DC7196" w:rsidP="00DC7196">
            <w:pPr>
              <w:pStyle w:val="TAC"/>
            </w:pPr>
            <w:r w:rsidRPr="001C0CC4">
              <w:t>768</w:t>
            </w:r>
          </w:p>
        </w:tc>
        <w:tc>
          <w:tcPr>
            <w:tcW w:w="1170" w:type="dxa"/>
          </w:tcPr>
          <w:p w14:paraId="7D0A262D" w14:textId="77777777" w:rsidR="00DC7196" w:rsidRPr="001C0CC4" w:rsidRDefault="00DC7196" w:rsidP="00DC7196">
            <w:pPr>
              <w:pStyle w:val="TAC"/>
            </w:pPr>
            <w:r w:rsidRPr="001C0CC4">
              <w:t>54</w:t>
            </w:r>
          </w:p>
        </w:tc>
        <w:tc>
          <w:tcPr>
            <w:tcW w:w="1170" w:type="dxa"/>
          </w:tcPr>
          <w:p w14:paraId="09677C4B" w14:textId="77777777" w:rsidR="00DC7196" w:rsidRPr="001C0CC4" w:rsidRDefault="00DC7196" w:rsidP="00DC7196">
            <w:pPr>
              <w:pStyle w:val="TAC"/>
            </w:pPr>
            <w:r w:rsidRPr="001C0CC4">
              <w:t>27</w:t>
            </w:r>
          </w:p>
        </w:tc>
        <w:tc>
          <w:tcPr>
            <w:tcW w:w="1170" w:type="dxa"/>
          </w:tcPr>
          <w:p w14:paraId="62180B1B" w14:textId="77777777" w:rsidR="00DC7196" w:rsidRPr="001C0CC4" w:rsidRDefault="00DC7196" w:rsidP="00DC7196">
            <w:pPr>
              <w:pStyle w:val="TAC"/>
            </w:pPr>
            <w:r w:rsidRPr="001C0CC4">
              <w:t>50</w:t>
            </w:r>
          </w:p>
        </w:tc>
      </w:tr>
      <w:tr w:rsidR="00DC7196" w:rsidRPr="001C0CC4" w14:paraId="046D1AB6" w14:textId="77777777" w:rsidTr="00BB2E83">
        <w:trPr>
          <w:trHeight w:val="187"/>
          <w:jc w:val="center"/>
        </w:trPr>
        <w:tc>
          <w:tcPr>
            <w:tcW w:w="1170" w:type="dxa"/>
          </w:tcPr>
          <w:p w14:paraId="7014FA22" w14:textId="77777777" w:rsidR="00DC7196" w:rsidRPr="001C0CC4" w:rsidRDefault="00DC7196" w:rsidP="00DC7196">
            <w:pPr>
              <w:pStyle w:val="TAC"/>
            </w:pPr>
            <w:r w:rsidRPr="001C0CC4">
              <w:t>40</w:t>
            </w:r>
          </w:p>
        </w:tc>
        <w:tc>
          <w:tcPr>
            <w:tcW w:w="1170" w:type="dxa"/>
          </w:tcPr>
          <w:p w14:paraId="6FCCDA24" w14:textId="77777777" w:rsidR="00DC7196" w:rsidRPr="001C0CC4" w:rsidRDefault="00DC7196" w:rsidP="00DC7196">
            <w:pPr>
              <w:pStyle w:val="TAC"/>
            </w:pPr>
            <w:r w:rsidRPr="001C0CC4">
              <w:t>1024</w:t>
            </w:r>
          </w:p>
        </w:tc>
        <w:tc>
          <w:tcPr>
            <w:tcW w:w="1170" w:type="dxa"/>
          </w:tcPr>
          <w:p w14:paraId="20D99795" w14:textId="77777777" w:rsidR="00DC7196" w:rsidRPr="001C0CC4" w:rsidRDefault="00DC7196" w:rsidP="00DC7196">
            <w:pPr>
              <w:pStyle w:val="TAC"/>
            </w:pPr>
            <w:r w:rsidRPr="001C0CC4">
              <w:t>72</w:t>
            </w:r>
          </w:p>
        </w:tc>
        <w:tc>
          <w:tcPr>
            <w:tcW w:w="1170" w:type="dxa"/>
          </w:tcPr>
          <w:p w14:paraId="5698F662" w14:textId="77777777" w:rsidR="00DC7196" w:rsidRPr="001C0CC4" w:rsidRDefault="00DC7196" w:rsidP="00DC7196">
            <w:pPr>
              <w:pStyle w:val="TAC"/>
            </w:pPr>
            <w:r w:rsidRPr="001C0CC4">
              <w:t>36</w:t>
            </w:r>
          </w:p>
        </w:tc>
        <w:tc>
          <w:tcPr>
            <w:tcW w:w="1170" w:type="dxa"/>
          </w:tcPr>
          <w:p w14:paraId="453103D7" w14:textId="77777777" w:rsidR="00DC7196" w:rsidRPr="001C0CC4" w:rsidRDefault="00DC7196" w:rsidP="00DC7196">
            <w:pPr>
              <w:pStyle w:val="TAC"/>
            </w:pPr>
            <w:r w:rsidRPr="001C0CC4">
              <w:t>50</w:t>
            </w:r>
          </w:p>
        </w:tc>
      </w:tr>
      <w:tr w:rsidR="00DC7196" w:rsidRPr="001C0CC4" w14:paraId="10140A89" w14:textId="77777777" w:rsidTr="00BB2E83">
        <w:trPr>
          <w:trHeight w:val="187"/>
          <w:jc w:val="center"/>
        </w:trPr>
        <w:tc>
          <w:tcPr>
            <w:tcW w:w="1170" w:type="dxa"/>
          </w:tcPr>
          <w:p w14:paraId="68A67628" w14:textId="77777777" w:rsidR="00DC7196" w:rsidRPr="001C0CC4" w:rsidRDefault="00DC7196" w:rsidP="00DC7196">
            <w:pPr>
              <w:pStyle w:val="TAC"/>
            </w:pPr>
            <w:r w:rsidRPr="001C0CC4">
              <w:t>50</w:t>
            </w:r>
          </w:p>
        </w:tc>
        <w:tc>
          <w:tcPr>
            <w:tcW w:w="1170" w:type="dxa"/>
          </w:tcPr>
          <w:p w14:paraId="550FC5A8" w14:textId="77777777" w:rsidR="00DC7196" w:rsidRPr="001C0CC4" w:rsidRDefault="00DC7196" w:rsidP="00DC7196">
            <w:pPr>
              <w:pStyle w:val="TAC"/>
            </w:pPr>
            <w:r w:rsidRPr="001C0CC4">
              <w:t>1024</w:t>
            </w:r>
          </w:p>
        </w:tc>
        <w:tc>
          <w:tcPr>
            <w:tcW w:w="1170" w:type="dxa"/>
          </w:tcPr>
          <w:p w14:paraId="591E91CD" w14:textId="77777777" w:rsidR="00DC7196" w:rsidRPr="001C0CC4" w:rsidRDefault="00DC7196" w:rsidP="00DC7196">
            <w:pPr>
              <w:pStyle w:val="TAC"/>
            </w:pPr>
            <w:r w:rsidRPr="001C0CC4">
              <w:t>72</w:t>
            </w:r>
          </w:p>
        </w:tc>
        <w:tc>
          <w:tcPr>
            <w:tcW w:w="1170" w:type="dxa"/>
          </w:tcPr>
          <w:p w14:paraId="04CC422A" w14:textId="77777777" w:rsidR="00DC7196" w:rsidRPr="001C0CC4" w:rsidRDefault="00DC7196" w:rsidP="00DC7196">
            <w:pPr>
              <w:pStyle w:val="TAC"/>
            </w:pPr>
            <w:r w:rsidRPr="001C0CC4">
              <w:t>36</w:t>
            </w:r>
          </w:p>
        </w:tc>
        <w:tc>
          <w:tcPr>
            <w:tcW w:w="1170" w:type="dxa"/>
          </w:tcPr>
          <w:p w14:paraId="2B12ECD2" w14:textId="77777777" w:rsidR="00DC7196" w:rsidRPr="001C0CC4" w:rsidRDefault="00DC7196" w:rsidP="00DC7196">
            <w:pPr>
              <w:pStyle w:val="TAC"/>
            </w:pPr>
            <w:r w:rsidRPr="001C0CC4">
              <w:t>50</w:t>
            </w:r>
          </w:p>
        </w:tc>
      </w:tr>
      <w:tr w:rsidR="00DC7196" w:rsidRPr="001C0CC4" w14:paraId="1BD08243" w14:textId="77777777" w:rsidTr="00BB2E83">
        <w:trPr>
          <w:trHeight w:val="187"/>
          <w:jc w:val="center"/>
        </w:trPr>
        <w:tc>
          <w:tcPr>
            <w:tcW w:w="1170" w:type="dxa"/>
          </w:tcPr>
          <w:p w14:paraId="6BE4DFDE" w14:textId="77777777" w:rsidR="00DC7196" w:rsidRPr="001C0CC4" w:rsidRDefault="00DC7196" w:rsidP="00DC7196">
            <w:pPr>
              <w:pStyle w:val="TAC"/>
            </w:pPr>
            <w:r w:rsidRPr="001C0CC4">
              <w:t>60</w:t>
            </w:r>
          </w:p>
        </w:tc>
        <w:tc>
          <w:tcPr>
            <w:tcW w:w="1170" w:type="dxa"/>
          </w:tcPr>
          <w:p w14:paraId="466D2708" w14:textId="77777777" w:rsidR="00DC7196" w:rsidRPr="001C0CC4" w:rsidRDefault="00DC7196" w:rsidP="00DC7196">
            <w:pPr>
              <w:pStyle w:val="TAC"/>
            </w:pPr>
            <w:r w:rsidRPr="001C0CC4">
              <w:t>1536</w:t>
            </w:r>
          </w:p>
        </w:tc>
        <w:tc>
          <w:tcPr>
            <w:tcW w:w="1170" w:type="dxa"/>
          </w:tcPr>
          <w:p w14:paraId="647F4096" w14:textId="77777777" w:rsidR="00DC7196" w:rsidRPr="001C0CC4" w:rsidRDefault="00DC7196" w:rsidP="00DC7196">
            <w:pPr>
              <w:pStyle w:val="TAC"/>
            </w:pPr>
            <w:r w:rsidRPr="001C0CC4">
              <w:t>108</w:t>
            </w:r>
          </w:p>
        </w:tc>
        <w:tc>
          <w:tcPr>
            <w:tcW w:w="1170" w:type="dxa"/>
          </w:tcPr>
          <w:p w14:paraId="00DD9CCD" w14:textId="77777777" w:rsidR="00DC7196" w:rsidRPr="001C0CC4" w:rsidRDefault="00DC7196" w:rsidP="00DC7196">
            <w:pPr>
              <w:pStyle w:val="TAC"/>
            </w:pPr>
            <w:r w:rsidRPr="001C0CC4">
              <w:t>54</w:t>
            </w:r>
          </w:p>
        </w:tc>
        <w:tc>
          <w:tcPr>
            <w:tcW w:w="1170" w:type="dxa"/>
          </w:tcPr>
          <w:p w14:paraId="50D523F0" w14:textId="77777777" w:rsidR="00DC7196" w:rsidRPr="001C0CC4" w:rsidRDefault="00DC7196" w:rsidP="00DC7196">
            <w:pPr>
              <w:pStyle w:val="TAC"/>
            </w:pPr>
            <w:r w:rsidRPr="001C0CC4">
              <w:t>50</w:t>
            </w:r>
          </w:p>
        </w:tc>
      </w:tr>
      <w:tr w:rsidR="00DC7196" w:rsidRPr="001C0CC4" w14:paraId="513931B8" w14:textId="77777777" w:rsidTr="00BB2E83">
        <w:trPr>
          <w:trHeight w:val="187"/>
          <w:jc w:val="center"/>
        </w:trPr>
        <w:tc>
          <w:tcPr>
            <w:tcW w:w="1170" w:type="dxa"/>
          </w:tcPr>
          <w:p w14:paraId="2921FBA3" w14:textId="77777777" w:rsidR="00DC7196" w:rsidRPr="001C0CC4" w:rsidRDefault="00DC7196" w:rsidP="00DC7196">
            <w:pPr>
              <w:pStyle w:val="TAC"/>
            </w:pPr>
            <w:r w:rsidRPr="001C0CC4">
              <w:t>70</w:t>
            </w:r>
          </w:p>
        </w:tc>
        <w:tc>
          <w:tcPr>
            <w:tcW w:w="1170" w:type="dxa"/>
          </w:tcPr>
          <w:p w14:paraId="17BF7801" w14:textId="77777777" w:rsidR="00DC7196" w:rsidRPr="001C0CC4" w:rsidRDefault="00DC7196" w:rsidP="00DC7196">
            <w:pPr>
              <w:pStyle w:val="TAC"/>
            </w:pPr>
            <w:r w:rsidRPr="001C0CC4">
              <w:t>1536</w:t>
            </w:r>
          </w:p>
        </w:tc>
        <w:tc>
          <w:tcPr>
            <w:tcW w:w="1170" w:type="dxa"/>
          </w:tcPr>
          <w:p w14:paraId="276B8566" w14:textId="77777777" w:rsidR="00DC7196" w:rsidRPr="001C0CC4" w:rsidRDefault="00DC7196" w:rsidP="00DC7196">
            <w:pPr>
              <w:pStyle w:val="TAC"/>
            </w:pPr>
            <w:r w:rsidRPr="001C0CC4">
              <w:t>108</w:t>
            </w:r>
          </w:p>
        </w:tc>
        <w:tc>
          <w:tcPr>
            <w:tcW w:w="1170" w:type="dxa"/>
          </w:tcPr>
          <w:p w14:paraId="62E95505" w14:textId="77777777" w:rsidR="00DC7196" w:rsidRPr="001C0CC4" w:rsidRDefault="00DC7196" w:rsidP="00DC7196">
            <w:pPr>
              <w:pStyle w:val="TAC"/>
            </w:pPr>
            <w:r w:rsidRPr="001C0CC4">
              <w:t>54</w:t>
            </w:r>
          </w:p>
        </w:tc>
        <w:tc>
          <w:tcPr>
            <w:tcW w:w="1170" w:type="dxa"/>
          </w:tcPr>
          <w:p w14:paraId="2C6F9F26" w14:textId="77777777" w:rsidR="00DC7196" w:rsidRPr="001C0CC4" w:rsidRDefault="00DC7196" w:rsidP="00DC7196">
            <w:pPr>
              <w:pStyle w:val="TAC"/>
              <w:rPr>
                <w:lang w:val="en-US"/>
              </w:rPr>
            </w:pPr>
            <w:r w:rsidRPr="001C0CC4">
              <w:t>50</w:t>
            </w:r>
          </w:p>
        </w:tc>
      </w:tr>
      <w:tr w:rsidR="00DC7196" w:rsidRPr="001C0CC4" w14:paraId="6CC10ABC" w14:textId="77777777" w:rsidTr="00BB2E83">
        <w:trPr>
          <w:trHeight w:val="187"/>
          <w:jc w:val="center"/>
        </w:trPr>
        <w:tc>
          <w:tcPr>
            <w:tcW w:w="1170" w:type="dxa"/>
          </w:tcPr>
          <w:p w14:paraId="1A355389" w14:textId="77777777" w:rsidR="00DC7196" w:rsidRPr="001C0CC4" w:rsidRDefault="00DC7196" w:rsidP="00DC7196">
            <w:pPr>
              <w:pStyle w:val="TAC"/>
            </w:pPr>
            <w:r w:rsidRPr="001C0CC4">
              <w:t>80</w:t>
            </w:r>
          </w:p>
        </w:tc>
        <w:tc>
          <w:tcPr>
            <w:tcW w:w="1170" w:type="dxa"/>
          </w:tcPr>
          <w:p w14:paraId="0AD273A2" w14:textId="77777777" w:rsidR="00DC7196" w:rsidRPr="001C0CC4" w:rsidRDefault="00DC7196" w:rsidP="00DC7196">
            <w:pPr>
              <w:pStyle w:val="TAC"/>
            </w:pPr>
            <w:r w:rsidRPr="001C0CC4">
              <w:t>2048</w:t>
            </w:r>
          </w:p>
        </w:tc>
        <w:tc>
          <w:tcPr>
            <w:tcW w:w="1170" w:type="dxa"/>
          </w:tcPr>
          <w:p w14:paraId="46AABE8E" w14:textId="77777777" w:rsidR="00DC7196" w:rsidRPr="001C0CC4" w:rsidRDefault="00DC7196" w:rsidP="00DC7196">
            <w:pPr>
              <w:pStyle w:val="TAC"/>
              <w:rPr>
                <w:lang w:val="en-US"/>
              </w:rPr>
            </w:pPr>
            <w:r w:rsidRPr="001C0CC4">
              <w:rPr>
                <w:lang w:val="en-US"/>
              </w:rPr>
              <w:t>144</w:t>
            </w:r>
          </w:p>
        </w:tc>
        <w:tc>
          <w:tcPr>
            <w:tcW w:w="1170" w:type="dxa"/>
          </w:tcPr>
          <w:p w14:paraId="1F5D29FA" w14:textId="77777777" w:rsidR="00DC7196" w:rsidRPr="001C0CC4" w:rsidRDefault="00DC7196" w:rsidP="00DC7196">
            <w:pPr>
              <w:pStyle w:val="TAC"/>
            </w:pPr>
            <w:r w:rsidRPr="001C0CC4">
              <w:t>72</w:t>
            </w:r>
          </w:p>
        </w:tc>
        <w:tc>
          <w:tcPr>
            <w:tcW w:w="1170" w:type="dxa"/>
          </w:tcPr>
          <w:p w14:paraId="54200DDF" w14:textId="77777777" w:rsidR="00DC7196" w:rsidRPr="001C0CC4" w:rsidRDefault="00DC7196" w:rsidP="00DC7196">
            <w:pPr>
              <w:pStyle w:val="TAC"/>
              <w:rPr>
                <w:lang w:val="en-US"/>
              </w:rPr>
            </w:pPr>
            <w:r w:rsidRPr="001C0CC4">
              <w:t>50</w:t>
            </w:r>
          </w:p>
        </w:tc>
      </w:tr>
      <w:tr w:rsidR="00DC7196" w:rsidRPr="001C0CC4" w14:paraId="4EEE8FC5" w14:textId="77777777" w:rsidTr="00BB2E83">
        <w:trPr>
          <w:trHeight w:val="187"/>
          <w:jc w:val="center"/>
        </w:trPr>
        <w:tc>
          <w:tcPr>
            <w:tcW w:w="1170" w:type="dxa"/>
          </w:tcPr>
          <w:p w14:paraId="44C5CFA0" w14:textId="77777777" w:rsidR="00DC7196" w:rsidRPr="001C0CC4" w:rsidRDefault="00DC7196" w:rsidP="00DC7196">
            <w:pPr>
              <w:pStyle w:val="TAC"/>
            </w:pPr>
            <w:r w:rsidRPr="001C0CC4">
              <w:t>90</w:t>
            </w:r>
          </w:p>
        </w:tc>
        <w:tc>
          <w:tcPr>
            <w:tcW w:w="1170" w:type="dxa"/>
          </w:tcPr>
          <w:p w14:paraId="73BAF461" w14:textId="77777777" w:rsidR="00DC7196" w:rsidRPr="001C0CC4" w:rsidRDefault="00DC7196" w:rsidP="00DC7196">
            <w:pPr>
              <w:pStyle w:val="TAC"/>
            </w:pPr>
            <w:r w:rsidRPr="001C0CC4">
              <w:t>2048</w:t>
            </w:r>
          </w:p>
        </w:tc>
        <w:tc>
          <w:tcPr>
            <w:tcW w:w="1170" w:type="dxa"/>
          </w:tcPr>
          <w:p w14:paraId="663E2379" w14:textId="77777777" w:rsidR="00DC7196" w:rsidRPr="001C0CC4" w:rsidRDefault="00DC7196" w:rsidP="00DC7196">
            <w:pPr>
              <w:pStyle w:val="TAC"/>
              <w:rPr>
                <w:lang w:val="en-US"/>
              </w:rPr>
            </w:pPr>
            <w:r w:rsidRPr="001C0CC4">
              <w:rPr>
                <w:lang w:val="en-US"/>
              </w:rPr>
              <w:t>144</w:t>
            </w:r>
          </w:p>
        </w:tc>
        <w:tc>
          <w:tcPr>
            <w:tcW w:w="1170" w:type="dxa"/>
          </w:tcPr>
          <w:p w14:paraId="78E3CB12" w14:textId="77777777" w:rsidR="00DC7196" w:rsidRPr="001C0CC4" w:rsidRDefault="00DC7196" w:rsidP="00DC7196">
            <w:pPr>
              <w:pStyle w:val="TAC"/>
            </w:pPr>
            <w:r w:rsidRPr="001C0CC4">
              <w:t>72</w:t>
            </w:r>
          </w:p>
        </w:tc>
        <w:tc>
          <w:tcPr>
            <w:tcW w:w="1170" w:type="dxa"/>
          </w:tcPr>
          <w:p w14:paraId="55F263E1" w14:textId="77777777" w:rsidR="00DC7196" w:rsidRPr="001C0CC4" w:rsidRDefault="00DC7196" w:rsidP="00DC7196">
            <w:pPr>
              <w:pStyle w:val="TAC"/>
              <w:rPr>
                <w:lang w:val="en-US"/>
              </w:rPr>
            </w:pPr>
            <w:r w:rsidRPr="001C0CC4">
              <w:t>50</w:t>
            </w:r>
          </w:p>
        </w:tc>
      </w:tr>
      <w:tr w:rsidR="00DC7196" w:rsidRPr="001C0CC4" w14:paraId="3CC58D66" w14:textId="77777777" w:rsidTr="00BB2E83">
        <w:trPr>
          <w:trHeight w:val="187"/>
          <w:jc w:val="center"/>
        </w:trPr>
        <w:tc>
          <w:tcPr>
            <w:tcW w:w="1170" w:type="dxa"/>
          </w:tcPr>
          <w:p w14:paraId="310E5B06" w14:textId="77777777" w:rsidR="00DC7196" w:rsidRPr="001C0CC4" w:rsidRDefault="00DC7196" w:rsidP="00DC7196">
            <w:pPr>
              <w:pStyle w:val="TAC"/>
            </w:pPr>
            <w:r w:rsidRPr="001C0CC4">
              <w:t>100</w:t>
            </w:r>
          </w:p>
        </w:tc>
        <w:tc>
          <w:tcPr>
            <w:tcW w:w="1170" w:type="dxa"/>
          </w:tcPr>
          <w:p w14:paraId="0EC6C295" w14:textId="77777777" w:rsidR="00DC7196" w:rsidRPr="001C0CC4" w:rsidRDefault="00DC7196" w:rsidP="00DC7196">
            <w:pPr>
              <w:pStyle w:val="TAC"/>
            </w:pPr>
            <w:r w:rsidRPr="001C0CC4">
              <w:t>2048</w:t>
            </w:r>
          </w:p>
        </w:tc>
        <w:tc>
          <w:tcPr>
            <w:tcW w:w="1170" w:type="dxa"/>
          </w:tcPr>
          <w:p w14:paraId="7A2399F4" w14:textId="77777777" w:rsidR="00DC7196" w:rsidRPr="001C0CC4" w:rsidRDefault="00DC7196" w:rsidP="00DC7196">
            <w:pPr>
              <w:pStyle w:val="TAC"/>
              <w:rPr>
                <w:lang w:val="en-US"/>
              </w:rPr>
            </w:pPr>
            <w:r w:rsidRPr="001C0CC4">
              <w:rPr>
                <w:lang w:val="en-US"/>
              </w:rPr>
              <w:t>144</w:t>
            </w:r>
          </w:p>
        </w:tc>
        <w:tc>
          <w:tcPr>
            <w:tcW w:w="1170" w:type="dxa"/>
          </w:tcPr>
          <w:p w14:paraId="42D61EF3" w14:textId="77777777" w:rsidR="00DC7196" w:rsidRPr="001C0CC4" w:rsidRDefault="00DC7196" w:rsidP="00DC7196">
            <w:pPr>
              <w:pStyle w:val="TAC"/>
            </w:pPr>
            <w:r w:rsidRPr="001C0CC4">
              <w:t>72</w:t>
            </w:r>
          </w:p>
        </w:tc>
        <w:tc>
          <w:tcPr>
            <w:tcW w:w="1170" w:type="dxa"/>
          </w:tcPr>
          <w:p w14:paraId="2B6E2D1D" w14:textId="77777777" w:rsidR="00DC7196" w:rsidRPr="001C0CC4" w:rsidRDefault="00DC7196" w:rsidP="00DC7196">
            <w:pPr>
              <w:pStyle w:val="TAC"/>
              <w:rPr>
                <w:lang w:val="en-US"/>
              </w:rPr>
            </w:pPr>
            <w:r w:rsidRPr="001C0CC4">
              <w:rPr>
                <w:lang w:val="en-US"/>
              </w:rPr>
              <w:t>50</w:t>
            </w:r>
          </w:p>
        </w:tc>
      </w:tr>
      <w:tr w:rsidR="00DC7196" w:rsidRPr="001C0CC4" w14:paraId="62E2064C" w14:textId="77777777" w:rsidTr="00BB2E83">
        <w:trPr>
          <w:trHeight w:val="187"/>
          <w:jc w:val="center"/>
        </w:trPr>
        <w:tc>
          <w:tcPr>
            <w:tcW w:w="5850" w:type="dxa"/>
            <w:gridSpan w:val="5"/>
          </w:tcPr>
          <w:p w14:paraId="01CE500F" w14:textId="77777777" w:rsidR="00DC7196" w:rsidRPr="001C0CC4" w:rsidRDefault="00DC7196" w:rsidP="00DC7196">
            <w:pPr>
              <w:pStyle w:val="TAN"/>
              <w:rPr>
                <w:lang w:val="en-US"/>
              </w:rPr>
            </w:pPr>
            <w:r w:rsidRPr="001C0CC4">
              <w:t>NOTE 1:</w:t>
            </w:r>
            <w:r w:rsidRPr="001C0CC4">
              <w:tab/>
              <w:t>These percentages are informative and apply to all OFDM symbols within subframe except for symbol 0 of slot 0 and slot 2. Symbol 0 of slot 0 and slot 2 may have a longer CP and therefore a lower percentage.</w:t>
            </w:r>
          </w:p>
        </w:tc>
      </w:tr>
    </w:tbl>
    <w:p w14:paraId="141869F5" w14:textId="77777777" w:rsidR="00DC7196" w:rsidRPr="001C0CC4" w:rsidRDefault="00DC7196" w:rsidP="00DC7196"/>
    <w:p w14:paraId="07A5860B" w14:textId="77777777" w:rsidR="00DC7196" w:rsidRPr="001C0CC4" w:rsidRDefault="00DC7196" w:rsidP="00DC7196">
      <w:pPr>
        <w:pStyle w:val="Heading2"/>
      </w:pPr>
      <w:bookmarkStart w:id="1276" w:name="_Toc21344583"/>
      <w:bookmarkStart w:id="1277" w:name="_Toc29802071"/>
      <w:bookmarkStart w:id="1278" w:name="_Toc29802495"/>
      <w:bookmarkStart w:id="1279" w:name="_Toc29803120"/>
      <w:bookmarkStart w:id="1280" w:name="_Toc36107862"/>
      <w:bookmarkStart w:id="1281" w:name="_Toc37251636"/>
      <w:bookmarkStart w:id="1282" w:name="_Toc45888575"/>
      <w:bookmarkStart w:id="1283" w:name="_Toc45889174"/>
      <w:bookmarkStart w:id="1284" w:name="_Toc59650552"/>
      <w:bookmarkStart w:id="1285" w:name="_Toc61357824"/>
      <w:bookmarkStart w:id="1286" w:name="_Toc61359598"/>
      <w:bookmarkStart w:id="1287" w:name="_Toc67916538"/>
      <w:bookmarkStart w:id="1288" w:name="_Toc75534084"/>
      <w:bookmarkStart w:id="1289" w:name="_Toc75819970"/>
      <w:bookmarkStart w:id="1290" w:name="_Toc76508814"/>
      <w:bookmarkStart w:id="1291" w:name="_Toc76717764"/>
      <w:bookmarkStart w:id="1292" w:name="_Toc83294405"/>
      <w:bookmarkStart w:id="1293" w:name="_Toc84335444"/>
      <w:r w:rsidRPr="001C0CC4">
        <w:t>F.5.4</w:t>
      </w:r>
      <w:r w:rsidRPr="001C0CC4">
        <w:tab/>
        <w:t>Window length for Extended CP</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14:paraId="741403A6" w14:textId="77777777" w:rsidR="00DC7196" w:rsidRPr="001C0CC4" w:rsidRDefault="00DC7196" w:rsidP="00DC7196">
      <w:r w:rsidRPr="001C0CC4">
        <w:t>Table F.5.4-1 below specifies the EVM window length (</w:t>
      </w:r>
      <w:r w:rsidRPr="001C0CC4">
        <w:rPr>
          <w:i/>
        </w:rPr>
        <w:t>W</w:t>
      </w:r>
      <w:r w:rsidRPr="001C0CC4">
        <w:t>) for extended CP. The number of CP samples excluded from the EVM window is the same as for normal CP length.</w:t>
      </w:r>
    </w:p>
    <w:p w14:paraId="3EDCE53A" w14:textId="77777777" w:rsidR="00DC7196" w:rsidRPr="001C0CC4" w:rsidRDefault="00DC7196" w:rsidP="00DC7196">
      <w:pPr>
        <w:pStyle w:val="TH"/>
      </w:pPr>
      <w:r w:rsidRPr="001C0CC4">
        <w:t>Table F.5.4-1: EVM window length for extended CP for NR, FR1, 60 kHz SCS</w:t>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170"/>
        <w:gridCol w:w="1170"/>
        <w:gridCol w:w="1170"/>
        <w:gridCol w:w="1170"/>
      </w:tblGrid>
      <w:tr w:rsidR="00DC7196" w:rsidRPr="001C0CC4" w14:paraId="6DF05B0C" w14:textId="77777777" w:rsidTr="00BB2E83">
        <w:trPr>
          <w:trHeight w:val="187"/>
          <w:jc w:val="center"/>
        </w:trPr>
        <w:tc>
          <w:tcPr>
            <w:tcW w:w="1170" w:type="dxa"/>
            <w:shd w:val="clear" w:color="auto" w:fill="F3F3F3"/>
          </w:tcPr>
          <w:p w14:paraId="3B52A788" w14:textId="77777777" w:rsidR="00DC7196" w:rsidRPr="001C0CC4" w:rsidRDefault="00DC7196" w:rsidP="00BB2E83">
            <w:pPr>
              <w:pStyle w:val="TAH"/>
            </w:pPr>
            <w:r w:rsidRPr="001C0CC4">
              <w:t>Channel</w:t>
            </w:r>
            <w:r w:rsidRPr="001C0CC4">
              <w:br/>
              <w:t>Bandwidth (MHz)</w:t>
            </w:r>
          </w:p>
        </w:tc>
        <w:tc>
          <w:tcPr>
            <w:tcW w:w="1170" w:type="dxa"/>
            <w:shd w:val="clear" w:color="auto" w:fill="F3F3F3"/>
          </w:tcPr>
          <w:p w14:paraId="6CF1CE7E" w14:textId="77777777" w:rsidR="00DC7196" w:rsidRPr="001C0CC4" w:rsidRDefault="00DC7196" w:rsidP="00BB2E83">
            <w:pPr>
              <w:pStyle w:val="TAH"/>
            </w:pPr>
            <w:r w:rsidRPr="001C0CC4">
              <w:t>FFT size</w:t>
            </w:r>
          </w:p>
        </w:tc>
        <w:tc>
          <w:tcPr>
            <w:tcW w:w="1170" w:type="dxa"/>
            <w:shd w:val="clear" w:color="auto" w:fill="F3F3F3"/>
          </w:tcPr>
          <w:p w14:paraId="138B998F" w14:textId="77777777" w:rsidR="00DC7196" w:rsidRPr="001C0CC4" w:rsidRDefault="00DC7196" w:rsidP="00BB2E83">
            <w:pPr>
              <w:pStyle w:val="TAH"/>
            </w:pPr>
            <w:r w:rsidRPr="001C0CC4">
              <w:t>Cyclic prefix length in FFT samples</w:t>
            </w:r>
          </w:p>
        </w:tc>
        <w:tc>
          <w:tcPr>
            <w:tcW w:w="1170" w:type="dxa"/>
            <w:shd w:val="clear" w:color="auto" w:fill="F3F3F3"/>
          </w:tcPr>
          <w:p w14:paraId="6D8EB812" w14:textId="77777777" w:rsidR="00DC7196" w:rsidRPr="001C0CC4" w:rsidRDefault="00DC7196" w:rsidP="00BB2E83">
            <w:pPr>
              <w:pStyle w:val="TAH"/>
            </w:pPr>
            <w:r w:rsidRPr="001C0CC4">
              <w:t xml:space="preserve">EVM window length </w:t>
            </w:r>
            <w:r w:rsidRPr="001C0CC4">
              <w:rPr>
                <w:i/>
              </w:rPr>
              <w:t>W</w:t>
            </w:r>
          </w:p>
        </w:tc>
        <w:tc>
          <w:tcPr>
            <w:tcW w:w="1170" w:type="dxa"/>
            <w:shd w:val="clear" w:color="auto" w:fill="F3F3F3"/>
          </w:tcPr>
          <w:p w14:paraId="1738826D" w14:textId="77777777" w:rsidR="00DC7196" w:rsidRPr="001C0CC4" w:rsidRDefault="00DC7196" w:rsidP="00BB2E83">
            <w:pPr>
              <w:pStyle w:val="TAH"/>
            </w:pPr>
            <w:r w:rsidRPr="001C0CC4">
              <w:t xml:space="preserve">Ratio of </w:t>
            </w:r>
            <w:r w:rsidRPr="001C0CC4">
              <w:rPr>
                <w:i/>
              </w:rPr>
              <w:t>W</w:t>
            </w:r>
            <w:r w:rsidRPr="001C0CC4">
              <w:t xml:space="preserve"> to total CP length</w:t>
            </w:r>
            <w:r w:rsidRPr="001C0CC4">
              <w:rPr>
                <w:vertAlign w:val="superscript"/>
              </w:rPr>
              <w:t>1</w:t>
            </w:r>
            <w:r w:rsidRPr="001C0CC4">
              <w:t xml:space="preserve"> (%)</w:t>
            </w:r>
          </w:p>
        </w:tc>
      </w:tr>
      <w:tr w:rsidR="00DC7196" w:rsidRPr="001C0CC4" w14:paraId="02DCC524" w14:textId="77777777" w:rsidTr="00BB2E83">
        <w:trPr>
          <w:trHeight w:val="187"/>
          <w:jc w:val="center"/>
        </w:trPr>
        <w:tc>
          <w:tcPr>
            <w:tcW w:w="1170" w:type="dxa"/>
          </w:tcPr>
          <w:p w14:paraId="38E1D831" w14:textId="77777777" w:rsidR="00DC7196" w:rsidRPr="001C0CC4" w:rsidRDefault="00DC7196" w:rsidP="00DC7196">
            <w:pPr>
              <w:pStyle w:val="TAC"/>
            </w:pPr>
            <w:r w:rsidRPr="001C0CC4">
              <w:t>10</w:t>
            </w:r>
          </w:p>
        </w:tc>
        <w:tc>
          <w:tcPr>
            <w:tcW w:w="1170" w:type="dxa"/>
          </w:tcPr>
          <w:p w14:paraId="4B2F9AF4" w14:textId="77777777" w:rsidR="00DC7196" w:rsidRPr="001C0CC4" w:rsidRDefault="00DC7196" w:rsidP="00DC7196">
            <w:pPr>
              <w:pStyle w:val="TAC"/>
            </w:pPr>
            <w:r w:rsidRPr="001C0CC4">
              <w:t>256</w:t>
            </w:r>
          </w:p>
        </w:tc>
        <w:tc>
          <w:tcPr>
            <w:tcW w:w="1170" w:type="dxa"/>
          </w:tcPr>
          <w:p w14:paraId="7C586398" w14:textId="77777777" w:rsidR="00DC7196" w:rsidRPr="001C0CC4" w:rsidRDefault="00DC7196" w:rsidP="00DC7196">
            <w:pPr>
              <w:pStyle w:val="TAC"/>
            </w:pPr>
            <w:r w:rsidRPr="001C0CC4">
              <w:t>64</w:t>
            </w:r>
          </w:p>
        </w:tc>
        <w:tc>
          <w:tcPr>
            <w:tcW w:w="1170" w:type="dxa"/>
            <w:vAlign w:val="center"/>
          </w:tcPr>
          <w:p w14:paraId="65F1C011" w14:textId="77777777" w:rsidR="00DC7196" w:rsidRPr="001C0CC4" w:rsidRDefault="00DC7196" w:rsidP="00DC7196">
            <w:pPr>
              <w:pStyle w:val="TAC"/>
            </w:pPr>
            <w:r w:rsidRPr="001C0CC4">
              <w:t>54</w:t>
            </w:r>
          </w:p>
        </w:tc>
        <w:tc>
          <w:tcPr>
            <w:tcW w:w="1170" w:type="dxa"/>
          </w:tcPr>
          <w:p w14:paraId="06624424" w14:textId="77777777" w:rsidR="00DC7196" w:rsidRPr="001C0CC4" w:rsidRDefault="00DC7196" w:rsidP="00DC7196">
            <w:pPr>
              <w:pStyle w:val="TAC"/>
            </w:pPr>
            <w:r w:rsidRPr="001C0CC4">
              <w:t xml:space="preserve">84.4 </w:t>
            </w:r>
          </w:p>
        </w:tc>
      </w:tr>
      <w:tr w:rsidR="00DC7196" w:rsidRPr="001C0CC4" w14:paraId="22DA4113" w14:textId="77777777" w:rsidTr="00BB2E83">
        <w:trPr>
          <w:trHeight w:val="187"/>
          <w:jc w:val="center"/>
        </w:trPr>
        <w:tc>
          <w:tcPr>
            <w:tcW w:w="1170" w:type="dxa"/>
          </w:tcPr>
          <w:p w14:paraId="6A83A20F" w14:textId="77777777" w:rsidR="00DC7196" w:rsidRPr="001C0CC4" w:rsidRDefault="00DC7196" w:rsidP="00DC7196">
            <w:pPr>
              <w:pStyle w:val="TAC"/>
            </w:pPr>
            <w:r w:rsidRPr="001C0CC4">
              <w:t>15</w:t>
            </w:r>
          </w:p>
        </w:tc>
        <w:tc>
          <w:tcPr>
            <w:tcW w:w="1170" w:type="dxa"/>
          </w:tcPr>
          <w:p w14:paraId="56ED0B31" w14:textId="77777777" w:rsidR="00DC7196" w:rsidRPr="001C0CC4" w:rsidRDefault="00DC7196" w:rsidP="00DC7196">
            <w:pPr>
              <w:pStyle w:val="TAC"/>
            </w:pPr>
            <w:r w:rsidRPr="001C0CC4">
              <w:t>384</w:t>
            </w:r>
          </w:p>
        </w:tc>
        <w:tc>
          <w:tcPr>
            <w:tcW w:w="1170" w:type="dxa"/>
          </w:tcPr>
          <w:p w14:paraId="5ED33D4D" w14:textId="77777777" w:rsidR="00DC7196" w:rsidRPr="001C0CC4" w:rsidRDefault="00DC7196" w:rsidP="00DC7196">
            <w:pPr>
              <w:pStyle w:val="TAC"/>
            </w:pPr>
            <w:r w:rsidRPr="001C0CC4">
              <w:t>96</w:t>
            </w:r>
          </w:p>
        </w:tc>
        <w:tc>
          <w:tcPr>
            <w:tcW w:w="1170" w:type="dxa"/>
            <w:vAlign w:val="center"/>
          </w:tcPr>
          <w:p w14:paraId="68E39F64" w14:textId="77777777" w:rsidR="00DC7196" w:rsidRPr="001C0CC4" w:rsidRDefault="00DC7196" w:rsidP="00DC7196">
            <w:pPr>
              <w:pStyle w:val="TAC"/>
            </w:pPr>
            <w:r w:rsidRPr="001C0CC4">
              <w:t>80</w:t>
            </w:r>
          </w:p>
        </w:tc>
        <w:tc>
          <w:tcPr>
            <w:tcW w:w="1170" w:type="dxa"/>
          </w:tcPr>
          <w:p w14:paraId="7F66B928" w14:textId="77777777" w:rsidR="00DC7196" w:rsidRPr="001C0CC4" w:rsidRDefault="00DC7196" w:rsidP="00DC7196">
            <w:pPr>
              <w:pStyle w:val="TAC"/>
            </w:pPr>
            <w:r w:rsidRPr="001C0CC4">
              <w:t xml:space="preserve">83.3 </w:t>
            </w:r>
          </w:p>
        </w:tc>
      </w:tr>
      <w:tr w:rsidR="00DC7196" w:rsidRPr="001C0CC4" w14:paraId="6AAAB414" w14:textId="77777777" w:rsidTr="00BB2E83">
        <w:trPr>
          <w:trHeight w:val="187"/>
          <w:jc w:val="center"/>
        </w:trPr>
        <w:tc>
          <w:tcPr>
            <w:tcW w:w="1170" w:type="dxa"/>
          </w:tcPr>
          <w:p w14:paraId="29FF2E06" w14:textId="77777777" w:rsidR="00DC7196" w:rsidRPr="001C0CC4" w:rsidRDefault="00DC7196" w:rsidP="00DC7196">
            <w:pPr>
              <w:pStyle w:val="TAC"/>
            </w:pPr>
            <w:r w:rsidRPr="001C0CC4">
              <w:t>20</w:t>
            </w:r>
          </w:p>
        </w:tc>
        <w:tc>
          <w:tcPr>
            <w:tcW w:w="1170" w:type="dxa"/>
          </w:tcPr>
          <w:p w14:paraId="3D9577E4" w14:textId="77777777" w:rsidR="00DC7196" w:rsidRPr="001C0CC4" w:rsidRDefault="00DC7196" w:rsidP="00DC7196">
            <w:pPr>
              <w:pStyle w:val="TAC"/>
            </w:pPr>
            <w:r w:rsidRPr="001C0CC4">
              <w:t>512</w:t>
            </w:r>
          </w:p>
        </w:tc>
        <w:tc>
          <w:tcPr>
            <w:tcW w:w="1170" w:type="dxa"/>
          </w:tcPr>
          <w:p w14:paraId="2A254C42" w14:textId="77777777" w:rsidR="00DC7196" w:rsidRPr="001C0CC4" w:rsidRDefault="00DC7196" w:rsidP="00DC7196">
            <w:pPr>
              <w:pStyle w:val="TAC"/>
            </w:pPr>
            <w:r w:rsidRPr="001C0CC4">
              <w:t>128</w:t>
            </w:r>
          </w:p>
        </w:tc>
        <w:tc>
          <w:tcPr>
            <w:tcW w:w="1170" w:type="dxa"/>
            <w:vAlign w:val="center"/>
          </w:tcPr>
          <w:p w14:paraId="73EB3F10" w14:textId="77777777" w:rsidR="00DC7196" w:rsidRPr="001C0CC4" w:rsidRDefault="00DC7196" w:rsidP="00DC7196">
            <w:pPr>
              <w:pStyle w:val="TAC"/>
            </w:pPr>
            <w:r w:rsidRPr="001C0CC4">
              <w:t>106</w:t>
            </w:r>
          </w:p>
        </w:tc>
        <w:tc>
          <w:tcPr>
            <w:tcW w:w="1170" w:type="dxa"/>
          </w:tcPr>
          <w:p w14:paraId="22DF46C5" w14:textId="77777777" w:rsidR="00DC7196" w:rsidRPr="001C0CC4" w:rsidRDefault="00DC7196" w:rsidP="00DC7196">
            <w:pPr>
              <w:pStyle w:val="TAC"/>
            </w:pPr>
            <w:r w:rsidRPr="001C0CC4">
              <w:t xml:space="preserve">82.8 </w:t>
            </w:r>
          </w:p>
        </w:tc>
      </w:tr>
      <w:tr w:rsidR="00DC7196" w:rsidRPr="001C0CC4" w14:paraId="7307E331" w14:textId="77777777" w:rsidTr="00BB2E83">
        <w:trPr>
          <w:trHeight w:val="187"/>
          <w:jc w:val="center"/>
        </w:trPr>
        <w:tc>
          <w:tcPr>
            <w:tcW w:w="1170" w:type="dxa"/>
          </w:tcPr>
          <w:p w14:paraId="31CB4C2B" w14:textId="77777777" w:rsidR="00DC7196" w:rsidRPr="001C0CC4" w:rsidRDefault="00DC7196" w:rsidP="00DC7196">
            <w:pPr>
              <w:pStyle w:val="TAC"/>
            </w:pPr>
            <w:r w:rsidRPr="001C0CC4">
              <w:t>25</w:t>
            </w:r>
          </w:p>
        </w:tc>
        <w:tc>
          <w:tcPr>
            <w:tcW w:w="1170" w:type="dxa"/>
          </w:tcPr>
          <w:p w14:paraId="5F35CC7C" w14:textId="77777777" w:rsidR="00DC7196" w:rsidRPr="001C0CC4" w:rsidRDefault="00DC7196" w:rsidP="00DC7196">
            <w:pPr>
              <w:pStyle w:val="TAC"/>
            </w:pPr>
            <w:r w:rsidRPr="001C0CC4">
              <w:t>512</w:t>
            </w:r>
          </w:p>
        </w:tc>
        <w:tc>
          <w:tcPr>
            <w:tcW w:w="1170" w:type="dxa"/>
          </w:tcPr>
          <w:p w14:paraId="2DF29A19" w14:textId="77777777" w:rsidR="00DC7196" w:rsidRPr="001C0CC4" w:rsidRDefault="00DC7196" w:rsidP="00DC7196">
            <w:pPr>
              <w:pStyle w:val="TAC"/>
            </w:pPr>
            <w:r w:rsidRPr="001C0CC4">
              <w:t>128</w:t>
            </w:r>
          </w:p>
        </w:tc>
        <w:tc>
          <w:tcPr>
            <w:tcW w:w="1170" w:type="dxa"/>
            <w:vAlign w:val="center"/>
          </w:tcPr>
          <w:p w14:paraId="4F0E7DE2" w14:textId="77777777" w:rsidR="00DC7196" w:rsidRPr="001C0CC4" w:rsidRDefault="00DC7196" w:rsidP="00DC7196">
            <w:pPr>
              <w:pStyle w:val="TAC"/>
            </w:pPr>
            <w:r w:rsidRPr="001C0CC4">
              <w:t>110</w:t>
            </w:r>
          </w:p>
        </w:tc>
        <w:tc>
          <w:tcPr>
            <w:tcW w:w="1170" w:type="dxa"/>
          </w:tcPr>
          <w:p w14:paraId="7A0027E8" w14:textId="77777777" w:rsidR="00DC7196" w:rsidRPr="001C0CC4" w:rsidRDefault="00DC7196" w:rsidP="00DC7196">
            <w:pPr>
              <w:pStyle w:val="TAC"/>
            </w:pPr>
            <w:r w:rsidRPr="001C0CC4">
              <w:t xml:space="preserve">85.9 </w:t>
            </w:r>
          </w:p>
        </w:tc>
      </w:tr>
      <w:tr w:rsidR="00DC7196" w:rsidRPr="001C0CC4" w14:paraId="67E30014" w14:textId="77777777" w:rsidTr="00BB2E83">
        <w:trPr>
          <w:trHeight w:val="187"/>
          <w:jc w:val="center"/>
        </w:trPr>
        <w:tc>
          <w:tcPr>
            <w:tcW w:w="1170" w:type="dxa"/>
          </w:tcPr>
          <w:p w14:paraId="10A3CF02" w14:textId="77777777" w:rsidR="00DC7196" w:rsidRPr="001C0CC4" w:rsidRDefault="00DC7196" w:rsidP="00DC7196">
            <w:pPr>
              <w:pStyle w:val="TAC"/>
            </w:pPr>
            <w:r w:rsidRPr="001C0CC4">
              <w:t>30</w:t>
            </w:r>
          </w:p>
        </w:tc>
        <w:tc>
          <w:tcPr>
            <w:tcW w:w="1170" w:type="dxa"/>
          </w:tcPr>
          <w:p w14:paraId="77492B1B" w14:textId="77777777" w:rsidR="00DC7196" w:rsidRPr="001C0CC4" w:rsidRDefault="00DC7196" w:rsidP="00DC7196">
            <w:pPr>
              <w:pStyle w:val="TAC"/>
            </w:pPr>
            <w:r w:rsidRPr="001C0CC4">
              <w:t>768</w:t>
            </w:r>
          </w:p>
        </w:tc>
        <w:tc>
          <w:tcPr>
            <w:tcW w:w="1170" w:type="dxa"/>
          </w:tcPr>
          <w:p w14:paraId="4D07B187" w14:textId="77777777" w:rsidR="00DC7196" w:rsidRPr="001C0CC4" w:rsidRDefault="00DC7196" w:rsidP="00DC7196">
            <w:pPr>
              <w:pStyle w:val="TAC"/>
            </w:pPr>
            <w:r w:rsidRPr="001C0CC4">
              <w:t>192</w:t>
            </w:r>
          </w:p>
        </w:tc>
        <w:tc>
          <w:tcPr>
            <w:tcW w:w="1170" w:type="dxa"/>
            <w:vAlign w:val="center"/>
          </w:tcPr>
          <w:p w14:paraId="3B3278A9" w14:textId="77777777" w:rsidR="00DC7196" w:rsidRPr="001C0CC4" w:rsidRDefault="00DC7196" w:rsidP="00DC7196">
            <w:pPr>
              <w:pStyle w:val="TAC"/>
            </w:pPr>
            <w:r w:rsidRPr="001C0CC4">
              <w:t>164</w:t>
            </w:r>
          </w:p>
        </w:tc>
        <w:tc>
          <w:tcPr>
            <w:tcW w:w="1170" w:type="dxa"/>
          </w:tcPr>
          <w:p w14:paraId="1A4BC576" w14:textId="77777777" w:rsidR="00DC7196" w:rsidRPr="001C0CC4" w:rsidRDefault="00DC7196" w:rsidP="00DC7196">
            <w:pPr>
              <w:pStyle w:val="TAC"/>
            </w:pPr>
            <w:r w:rsidRPr="001C0CC4">
              <w:t xml:space="preserve">85.4 </w:t>
            </w:r>
          </w:p>
        </w:tc>
      </w:tr>
      <w:tr w:rsidR="00DC7196" w:rsidRPr="001C0CC4" w14:paraId="5BC0BA07" w14:textId="77777777" w:rsidTr="00BB2E83">
        <w:trPr>
          <w:trHeight w:val="187"/>
          <w:jc w:val="center"/>
        </w:trPr>
        <w:tc>
          <w:tcPr>
            <w:tcW w:w="1170" w:type="dxa"/>
          </w:tcPr>
          <w:p w14:paraId="0A86F2A9" w14:textId="77777777" w:rsidR="00DC7196" w:rsidRPr="001C0CC4" w:rsidRDefault="00DC7196" w:rsidP="00DC7196">
            <w:pPr>
              <w:pStyle w:val="TAC"/>
            </w:pPr>
            <w:r w:rsidRPr="001C0CC4">
              <w:t>40</w:t>
            </w:r>
          </w:p>
        </w:tc>
        <w:tc>
          <w:tcPr>
            <w:tcW w:w="1170" w:type="dxa"/>
          </w:tcPr>
          <w:p w14:paraId="7617E661" w14:textId="77777777" w:rsidR="00DC7196" w:rsidRPr="001C0CC4" w:rsidRDefault="00DC7196" w:rsidP="00DC7196">
            <w:pPr>
              <w:pStyle w:val="TAC"/>
            </w:pPr>
            <w:r w:rsidRPr="001C0CC4">
              <w:t>1024</w:t>
            </w:r>
          </w:p>
        </w:tc>
        <w:tc>
          <w:tcPr>
            <w:tcW w:w="1170" w:type="dxa"/>
          </w:tcPr>
          <w:p w14:paraId="0DEDFECB" w14:textId="77777777" w:rsidR="00DC7196" w:rsidRPr="001C0CC4" w:rsidRDefault="00DC7196" w:rsidP="00DC7196">
            <w:pPr>
              <w:pStyle w:val="TAC"/>
            </w:pPr>
            <w:r w:rsidRPr="001C0CC4">
              <w:t>256</w:t>
            </w:r>
          </w:p>
        </w:tc>
        <w:tc>
          <w:tcPr>
            <w:tcW w:w="1170" w:type="dxa"/>
            <w:vAlign w:val="center"/>
          </w:tcPr>
          <w:p w14:paraId="7E54666B" w14:textId="77777777" w:rsidR="00DC7196" w:rsidRPr="001C0CC4" w:rsidRDefault="00DC7196" w:rsidP="00DC7196">
            <w:pPr>
              <w:pStyle w:val="TAC"/>
            </w:pPr>
            <w:r w:rsidRPr="001C0CC4">
              <w:t>220</w:t>
            </w:r>
          </w:p>
        </w:tc>
        <w:tc>
          <w:tcPr>
            <w:tcW w:w="1170" w:type="dxa"/>
          </w:tcPr>
          <w:p w14:paraId="06EA0B50" w14:textId="77777777" w:rsidR="00DC7196" w:rsidRPr="001C0CC4" w:rsidRDefault="00DC7196" w:rsidP="00DC7196">
            <w:pPr>
              <w:pStyle w:val="TAC"/>
            </w:pPr>
            <w:r w:rsidRPr="001C0CC4">
              <w:t xml:space="preserve">85.9 </w:t>
            </w:r>
          </w:p>
        </w:tc>
      </w:tr>
      <w:tr w:rsidR="00DC7196" w:rsidRPr="001C0CC4" w14:paraId="2A4F6259" w14:textId="77777777" w:rsidTr="00BB2E83">
        <w:trPr>
          <w:trHeight w:val="187"/>
          <w:jc w:val="center"/>
        </w:trPr>
        <w:tc>
          <w:tcPr>
            <w:tcW w:w="1170" w:type="dxa"/>
          </w:tcPr>
          <w:p w14:paraId="0BAD80B4" w14:textId="77777777" w:rsidR="00DC7196" w:rsidRPr="001C0CC4" w:rsidRDefault="00DC7196" w:rsidP="00DC7196">
            <w:pPr>
              <w:pStyle w:val="TAC"/>
            </w:pPr>
            <w:r w:rsidRPr="001C0CC4">
              <w:t>50</w:t>
            </w:r>
          </w:p>
        </w:tc>
        <w:tc>
          <w:tcPr>
            <w:tcW w:w="1170" w:type="dxa"/>
          </w:tcPr>
          <w:p w14:paraId="1A2F2AEC" w14:textId="77777777" w:rsidR="00DC7196" w:rsidRPr="001C0CC4" w:rsidRDefault="00DC7196" w:rsidP="00DC7196">
            <w:pPr>
              <w:pStyle w:val="TAC"/>
            </w:pPr>
            <w:r w:rsidRPr="001C0CC4">
              <w:t>1024</w:t>
            </w:r>
          </w:p>
        </w:tc>
        <w:tc>
          <w:tcPr>
            <w:tcW w:w="1170" w:type="dxa"/>
          </w:tcPr>
          <w:p w14:paraId="1E8E55AF" w14:textId="77777777" w:rsidR="00DC7196" w:rsidRPr="001C0CC4" w:rsidRDefault="00DC7196" w:rsidP="00DC7196">
            <w:pPr>
              <w:pStyle w:val="TAC"/>
            </w:pPr>
            <w:r w:rsidRPr="001C0CC4">
              <w:t>256</w:t>
            </w:r>
          </w:p>
        </w:tc>
        <w:tc>
          <w:tcPr>
            <w:tcW w:w="1170" w:type="dxa"/>
            <w:vAlign w:val="center"/>
          </w:tcPr>
          <w:p w14:paraId="5579EC05" w14:textId="77777777" w:rsidR="00DC7196" w:rsidRPr="001C0CC4" w:rsidRDefault="00DC7196" w:rsidP="00DC7196">
            <w:pPr>
              <w:pStyle w:val="TAC"/>
            </w:pPr>
            <w:r w:rsidRPr="001C0CC4">
              <w:t>220</w:t>
            </w:r>
          </w:p>
        </w:tc>
        <w:tc>
          <w:tcPr>
            <w:tcW w:w="1170" w:type="dxa"/>
          </w:tcPr>
          <w:p w14:paraId="416066AA" w14:textId="77777777" w:rsidR="00DC7196" w:rsidRPr="001C0CC4" w:rsidRDefault="00DC7196" w:rsidP="00DC7196">
            <w:pPr>
              <w:pStyle w:val="TAC"/>
            </w:pPr>
            <w:r w:rsidRPr="001C0CC4">
              <w:t xml:space="preserve">85.9 </w:t>
            </w:r>
          </w:p>
        </w:tc>
      </w:tr>
      <w:tr w:rsidR="00DC7196" w:rsidRPr="001C0CC4" w14:paraId="3C2F419A" w14:textId="77777777" w:rsidTr="00BB2E83">
        <w:trPr>
          <w:trHeight w:val="187"/>
          <w:jc w:val="center"/>
        </w:trPr>
        <w:tc>
          <w:tcPr>
            <w:tcW w:w="1170" w:type="dxa"/>
          </w:tcPr>
          <w:p w14:paraId="427CBAF6" w14:textId="77777777" w:rsidR="00DC7196" w:rsidRPr="001C0CC4" w:rsidRDefault="00DC7196" w:rsidP="00DC7196">
            <w:pPr>
              <w:pStyle w:val="TAC"/>
            </w:pPr>
            <w:r w:rsidRPr="001C0CC4">
              <w:t>60</w:t>
            </w:r>
          </w:p>
        </w:tc>
        <w:tc>
          <w:tcPr>
            <w:tcW w:w="1170" w:type="dxa"/>
          </w:tcPr>
          <w:p w14:paraId="461D45E9" w14:textId="77777777" w:rsidR="00DC7196" w:rsidRPr="001C0CC4" w:rsidRDefault="00DC7196" w:rsidP="00DC7196">
            <w:pPr>
              <w:pStyle w:val="TAC"/>
            </w:pPr>
            <w:r w:rsidRPr="001C0CC4">
              <w:t>1536</w:t>
            </w:r>
          </w:p>
        </w:tc>
        <w:tc>
          <w:tcPr>
            <w:tcW w:w="1170" w:type="dxa"/>
          </w:tcPr>
          <w:p w14:paraId="6C0FCD9D" w14:textId="77777777" w:rsidR="00DC7196" w:rsidRPr="001C0CC4" w:rsidRDefault="00DC7196" w:rsidP="00DC7196">
            <w:pPr>
              <w:pStyle w:val="TAC"/>
            </w:pPr>
            <w:r w:rsidRPr="001C0CC4">
              <w:t>384</w:t>
            </w:r>
          </w:p>
        </w:tc>
        <w:tc>
          <w:tcPr>
            <w:tcW w:w="1170" w:type="dxa"/>
            <w:vAlign w:val="center"/>
          </w:tcPr>
          <w:p w14:paraId="354FF54D" w14:textId="77777777" w:rsidR="00DC7196" w:rsidRPr="001C0CC4" w:rsidRDefault="00DC7196" w:rsidP="00DC7196">
            <w:pPr>
              <w:pStyle w:val="TAC"/>
            </w:pPr>
            <w:r w:rsidRPr="001C0CC4">
              <w:t>330</w:t>
            </w:r>
          </w:p>
        </w:tc>
        <w:tc>
          <w:tcPr>
            <w:tcW w:w="1170" w:type="dxa"/>
          </w:tcPr>
          <w:p w14:paraId="578248CA" w14:textId="77777777" w:rsidR="00DC7196" w:rsidRPr="001C0CC4" w:rsidRDefault="00DC7196" w:rsidP="00DC7196">
            <w:pPr>
              <w:pStyle w:val="TAC"/>
            </w:pPr>
            <w:r w:rsidRPr="001C0CC4">
              <w:t xml:space="preserve">85.9 </w:t>
            </w:r>
          </w:p>
        </w:tc>
      </w:tr>
      <w:tr w:rsidR="00DC7196" w:rsidRPr="001C0CC4" w14:paraId="48B70B86" w14:textId="77777777" w:rsidTr="00BB2E83">
        <w:trPr>
          <w:trHeight w:val="187"/>
          <w:jc w:val="center"/>
        </w:trPr>
        <w:tc>
          <w:tcPr>
            <w:tcW w:w="1170" w:type="dxa"/>
          </w:tcPr>
          <w:p w14:paraId="7BF49113" w14:textId="77777777" w:rsidR="00DC7196" w:rsidRPr="001C0CC4" w:rsidRDefault="00DC7196" w:rsidP="00DC7196">
            <w:pPr>
              <w:pStyle w:val="TAC"/>
            </w:pPr>
            <w:r w:rsidRPr="001C0CC4">
              <w:t>70</w:t>
            </w:r>
          </w:p>
        </w:tc>
        <w:tc>
          <w:tcPr>
            <w:tcW w:w="1170" w:type="dxa"/>
          </w:tcPr>
          <w:p w14:paraId="706E87D3" w14:textId="77777777" w:rsidR="00DC7196" w:rsidRPr="001C0CC4" w:rsidRDefault="00DC7196" w:rsidP="00DC7196">
            <w:pPr>
              <w:pStyle w:val="TAC"/>
            </w:pPr>
            <w:r w:rsidRPr="001C0CC4">
              <w:t>1536</w:t>
            </w:r>
          </w:p>
        </w:tc>
        <w:tc>
          <w:tcPr>
            <w:tcW w:w="1170" w:type="dxa"/>
          </w:tcPr>
          <w:p w14:paraId="5B5DA8A8" w14:textId="77777777" w:rsidR="00DC7196" w:rsidRPr="001C0CC4" w:rsidRDefault="00DC7196" w:rsidP="00DC7196">
            <w:pPr>
              <w:pStyle w:val="TAC"/>
              <w:rPr>
                <w:lang w:val="en-US"/>
              </w:rPr>
            </w:pPr>
            <w:r w:rsidRPr="001C0CC4">
              <w:rPr>
                <w:lang w:val="en-US"/>
              </w:rPr>
              <w:t>384</w:t>
            </w:r>
          </w:p>
        </w:tc>
        <w:tc>
          <w:tcPr>
            <w:tcW w:w="1170" w:type="dxa"/>
            <w:vAlign w:val="center"/>
          </w:tcPr>
          <w:p w14:paraId="331C0A60" w14:textId="77777777" w:rsidR="00DC7196" w:rsidRPr="001C0CC4" w:rsidRDefault="00DC7196" w:rsidP="00DC7196">
            <w:pPr>
              <w:pStyle w:val="TAC"/>
            </w:pPr>
            <w:r w:rsidRPr="001C0CC4">
              <w:t>330</w:t>
            </w:r>
          </w:p>
        </w:tc>
        <w:tc>
          <w:tcPr>
            <w:tcW w:w="1170" w:type="dxa"/>
          </w:tcPr>
          <w:p w14:paraId="55C6DA71" w14:textId="77777777" w:rsidR="00DC7196" w:rsidRPr="001C0CC4" w:rsidRDefault="00DC7196" w:rsidP="00DC7196">
            <w:pPr>
              <w:pStyle w:val="TAC"/>
              <w:rPr>
                <w:lang w:val="en-US"/>
              </w:rPr>
            </w:pPr>
            <w:r w:rsidRPr="001C0CC4">
              <w:t xml:space="preserve">85.9 </w:t>
            </w:r>
          </w:p>
        </w:tc>
      </w:tr>
      <w:tr w:rsidR="00DC7196" w:rsidRPr="001C0CC4" w14:paraId="35FD6ACD" w14:textId="77777777" w:rsidTr="00BB2E83">
        <w:trPr>
          <w:trHeight w:val="187"/>
          <w:jc w:val="center"/>
        </w:trPr>
        <w:tc>
          <w:tcPr>
            <w:tcW w:w="1170" w:type="dxa"/>
          </w:tcPr>
          <w:p w14:paraId="3141F1CA" w14:textId="77777777" w:rsidR="00DC7196" w:rsidRPr="001C0CC4" w:rsidRDefault="00DC7196" w:rsidP="00DC7196">
            <w:pPr>
              <w:pStyle w:val="TAC"/>
            </w:pPr>
            <w:r w:rsidRPr="001C0CC4">
              <w:t>80</w:t>
            </w:r>
          </w:p>
        </w:tc>
        <w:tc>
          <w:tcPr>
            <w:tcW w:w="1170" w:type="dxa"/>
          </w:tcPr>
          <w:p w14:paraId="49E5B19E" w14:textId="77777777" w:rsidR="00DC7196" w:rsidRPr="001C0CC4" w:rsidRDefault="00DC7196" w:rsidP="00DC7196">
            <w:pPr>
              <w:pStyle w:val="TAC"/>
            </w:pPr>
            <w:r w:rsidRPr="001C0CC4">
              <w:t>2048</w:t>
            </w:r>
          </w:p>
        </w:tc>
        <w:tc>
          <w:tcPr>
            <w:tcW w:w="1170" w:type="dxa"/>
          </w:tcPr>
          <w:p w14:paraId="0BDBCF12" w14:textId="77777777" w:rsidR="00DC7196" w:rsidRPr="001C0CC4" w:rsidRDefault="00DC7196" w:rsidP="00DC7196">
            <w:pPr>
              <w:pStyle w:val="TAC"/>
              <w:rPr>
                <w:lang w:val="en-US"/>
              </w:rPr>
            </w:pPr>
            <w:r w:rsidRPr="001C0CC4">
              <w:rPr>
                <w:lang w:val="en-US"/>
              </w:rPr>
              <w:t>512</w:t>
            </w:r>
          </w:p>
        </w:tc>
        <w:tc>
          <w:tcPr>
            <w:tcW w:w="1170" w:type="dxa"/>
            <w:vAlign w:val="center"/>
          </w:tcPr>
          <w:p w14:paraId="0AA3A2C2" w14:textId="77777777" w:rsidR="00DC7196" w:rsidRPr="001C0CC4" w:rsidRDefault="00DC7196" w:rsidP="00DC7196">
            <w:pPr>
              <w:pStyle w:val="TAC"/>
            </w:pPr>
            <w:r w:rsidRPr="001C0CC4">
              <w:t>440</w:t>
            </w:r>
          </w:p>
        </w:tc>
        <w:tc>
          <w:tcPr>
            <w:tcW w:w="1170" w:type="dxa"/>
          </w:tcPr>
          <w:p w14:paraId="42A7AF50" w14:textId="77777777" w:rsidR="00DC7196" w:rsidRPr="001C0CC4" w:rsidRDefault="00DC7196" w:rsidP="00DC7196">
            <w:pPr>
              <w:pStyle w:val="TAC"/>
              <w:rPr>
                <w:lang w:val="en-US"/>
              </w:rPr>
            </w:pPr>
            <w:r w:rsidRPr="001C0CC4">
              <w:t xml:space="preserve">85.9 </w:t>
            </w:r>
          </w:p>
        </w:tc>
      </w:tr>
      <w:tr w:rsidR="00DC7196" w:rsidRPr="001C0CC4" w14:paraId="390C89F5" w14:textId="77777777" w:rsidTr="00BB2E83">
        <w:trPr>
          <w:trHeight w:val="187"/>
          <w:jc w:val="center"/>
        </w:trPr>
        <w:tc>
          <w:tcPr>
            <w:tcW w:w="1170" w:type="dxa"/>
          </w:tcPr>
          <w:p w14:paraId="55F71309" w14:textId="77777777" w:rsidR="00DC7196" w:rsidRPr="001C0CC4" w:rsidRDefault="00DC7196" w:rsidP="00DC7196">
            <w:pPr>
              <w:pStyle w:val="TAC"/>
            </w:pPr>
            <w:r w:rsidRPr="001C0CC4">
              <w:t>90</w:t>
            </w:r>
          </w:p>
        </w:tc>
        <w:tc>
          <w:tcPr>
            <w:tcW w:w="1170" w:type="dxa"/>
          </w:tcPr>
          <w:p w14:paraId="02A234F0" w14:textId="77777777" w:rsidR="00DC7196" w:rsidRPr="001C0CC4" w:rsidRDefault="00DC7196" w:rsidP="00DC7196">
            <w:pPr>
              <w:pStyle w:val="TAC"/>
            </w:pPr>
            <w:r w:rsidRPr="001C0CC4">
              <w:t>2048</w:t>
            </w:r>
          </w:p>
        </w:tc>
        <w:tc>
          <w:tcPr>
            <w:tcW w:w="1170" w:type="dxa"/>
          </w:tcPr>
          <w:p w14:paraId="23D5878C" w14:textId="77777777" w:rsidR="00DC7196" w:rsidRPr="001C0CC4" w:rsidRDefault="00DC7196" w:rsidP="00DC7196">
            <w:pPr>
              <w:pStyle w:val="TAC"/>
              <w:rPr>
                <w:lang w:val="en-US"/>
              </w:rPr>
            </w:pPr>
            <w:r w:rsidRPr="001C0CC4">
              <w:rPr>
                <w:lang w:val="en-US"/>
              </w:rPr>
              <w:t>512</w:t>
            </w:r>
          </w:p>
        </w:tc>
        <w:tc>
          <w:tcPr>
            <w:tcW w:w="1170" w:type="dxa"/>
            <w:vAlign w:val="center"/>
          </w:tcPr>
          <w:p w14:paraId="51BDCDB8" w14:textId="77777777" w:rsidR="00DC7196" w:rsidRPr="001C0CC4" w:rsidRDefault="00DC7196" w:rsidP="00DC7196">
            <w:pPr>
              <w:pStyle w:val="TAC"/>
            </w:pPr>
            <w:r w:rsidRPr="001C0CC4">
              <w:t>440</w:t>
            </w:r>
          </w:p>
        </w:tc>
        <w:tc>
          <w:tcPr>
            <w:tcW w:w="1170" w:type="dxa"/>
          </w:tcPr>
          <w:p w14:paraId="7989DDBD" w14:textId="77777777" w:rsidR="00DC7196" w:rsidRPr="001C0CC4" w:rsidRDefault="00DC7196" w:rsidP="00DC7196">
            <w:pPr>
              <w:pStyle w:val="TAC"/>
              <w:rPr>
                <w:lang w:val="en-US"/>
              </w:rPr>
            </w:pPr>
            <w:r w:rsidRPr="001C0CC4">
              <w:t xml:space="preserve">85.9 </w:t>
            </w:r>
          </w:p>
        </w:tc>
      </w:tr>
      <w:tr w:rsidR="00DC7196" w:rsidRPr="001C0CC4" w14:paraId="2A236BEA" w14:textId="77777777" w:rsidTr="00BB2E83">
        <w:trPr>
          <w:trHeight w:val="187"/>
          <w:jc w:val="center"/>
        </w:trPr>
        <w:tc>
          <w:tcPr>
            <w:tcW w:w="1170" w:type="dxa"/>
          </w:tcPr>
          <w:p w14:paraId="31153DDE" w14:textId="77777777" w:rsidR="00DC7196" w:rsidRPr="001C0CC4" w:rsidRDefault="00DC7196" w:rsidP="00DC7196">
            <w:pPr>
              <w:pStyle w:val="TAC"/>
            </w:pPr>
            <w:r w:rsidRPr="001C0CC4">
              <w:t>100</w:t>
            </w:r>
          </w:p>
        </w:tc>
        <w:tc>
          <w:tcPr>
            <w:tcW w:w="1170" w:type="dxa"/>
          </w:tcPr>
          <w:p w14:paraId="16F33A87" w14:textId="77777777" w:rsidR="00DC7196" w:rsidRPr="001C0CC4" w:rsidRDefault="00DC7196" w:rsidP="00DC7196">
            <w:pPr>
              <w:pStyle w:val="TAC"/>
            </w:pPr>
            <w:r w:rsidRPr="001C0CC4">
              <w:t>2048</w:t>
            </w:r>
          </w:p>
        </w:tc>
        <w:tc>
          <w:tcPr>
            <w:tcW w:w="1170" w:type="dxa"/>
          </w:tcPr>
          <w:p w14:paraId="0C190E75" w14:textId="77777777" w:rsidR="00DC7196" w:rsidRPr="001C0CC4" w:rsidRDefault="00DC7196" w:rsidP="00DC7196">
            <w:pPr>
              <w:pStyle w:val="TAC"/>
              <w:rPr>
                <w:lang w:val="en-US"/>
              </w:rPr>
            </w:pPr>
            <w:r w:rsidRPr="001C0CC4">
              <w:rPr>
                <w:lang w:val="en-US"/>
              </w:rPr>
              <w:t>512</w:t>
            </w:r>
          </w:p>
        </w:tc>
        <w:tc>
          <w:tcPr>
            <w:tcW w:w="1170" w:type="dxa"/>
            <w:vAlign w:val="center"/>
          </w:tcPr>
          <w:p w14:paraId="384C67EF" w14:textId="77777777" w:rsidR="00DC7196" w:rsidRPr="001C0CC4" w:rsidRDefault="00DC7196" w:rsidP="00DC7196">
            <w:pPr>
              <w:pStyle w:val="TAC"/>
            </w:pPr>
            <w:r w:rsidRPr="001C0CC4">
              <w:t>440</w:t>
            </w:r>
          </w:p>
        </w:tc>
        <w:tc>
          <w:tcPr>
            <w:tcW w:w="1170" w:type="dxa"/>
          </w:tcPr>
          <w:p w14:paraId="663C15F6" w14:textId="77777777" w:rsidR="00DC7196" w:rsidRPr="001C0CC4" w:rsidRDefault="00DC7196" w:rsidP="00DC7196">
            <w:pPr>
              <w:pStyle w:val="TAC"/>
              <w:rPr>
                <w:lang w:val="en-US"/>
              </w:rPr>
            </w:pPr>
            <w:r w:rsidRPr="001C0CC4">
              <w:t xml:space="preserve">85.9 </w:t>
            </w:r>
          </w:p>
        </w:tc>
      </w:tr>
      <w:tr w:rsidR="00DC7196" w:rsidRPr="001C0CC4" w14:paraId="2695B8BC" w14:textId="77777777" w:rsidTr="00BB2E83">
        <w:trPr>
          <w:trHeight w:val="187"/>
          <w:jc w:val="center"/>
        </w:trPr>
        <w:tc>
          <w:tcPr>
            <w:tcW w:w="5850" w:type="dxa"/>
            <w:gridSpan w:val="5"/>
          </w:tcPr>
          <w:p w14:paraId="2BEFB8EA" w14:textId="77777777" w:rsidR="00DC7196" w:rsidRPr="001C0CC4" w:rsidRDefault="00DC7196" w:rsidP="00DC7196">
            <w:pPr>
              <w:pStyle w:val="TAN"/>
              <w:rPr>
                <w:lang w:val="en-US"/>
              </w:rPr>
            </w:pPr>
            <w:r w:rsidRPr="001C0CC4">
              <w:t>NOTE 1:</w:t>
            </w:r>
            <w:r w:rsidRPr="001C0CC4">
              <w:tab/>
              <w:t>These percentages are informative.</w:t>
            </w:r>
          </w:p>
        </w:tc>
      </w:tr>
    </w:tbl>
    <w:p w14:paraId="58DCC1F6" w14:textId="77777777" w:rsidR="00DC7196" w:rsidRPr="001C0CC4" w:rsidRDefault="00DC7196" w:rsidP="00DC7196"/>
    <w:p w14:paraId="2809E704" w14:textId="77777777" w:rsidR="00DC7196" w:rsidRPr="001C0CC4" w:rsidRDefault="00DC7196" w:rsidP="00DC7196">
      <w:pPr>
        <w:pStyle w:val="Heading2"/>
      </w:pPr>
      <w:bookmarkStart w:id="1294" w:name="_Toc21344584"/>
      <w:bookmarkStart w:id="1295" w:name="_Toc29802072"/>
      <w:bookmarkStart w:id="1296" w:name="_Toc29802496"/>
      <w:bookmarkStart w:id="1297" w:name="_Toc29803121"/>
      <w:bookmarkStart w:id="1298" w:name="_Toc36107863"/>
      <w:bookmarkStart w:id="1299" w:name="_Toc37251637"/>
      <w:bookmarkStart w:id="1300" w:name="_Toc45888576"/>
      <w:bookmarkStart w:id="1301" w:name="_Toc45889175"/>
      <w:bookmarkStart w:id="1302" w:name="_Toc59650553"/>
      <w:bookmarkStart w:id="1303" w:name="_Toc61357825"/>
      <w:bookmarkStart w:id="1304" w:name="_Toc61359599"/>
      <w:bookmarkStart w:id="1305" w:name="_Toc67916539"/>
      <w:bookmarkStart w:id="1306" w:name="_Toc75534085"/>
      <w:bookmarkStart w:id="1307" w:name="_Toc75819971"/>
      <w:bookmarkStart w:id="1308" w:name="_Toc76508815"/>
      <w:bookmarkStart w:id="1309" w:name="_Toc76717765"/>
      <w:bookmarkStart w:id="1310" w:name="_Toc83294406"/>
      <w:bookmarkStart w:id="1311" w:name="_Toc84335445"/>
      <w:r w:rsidRPr="001C0CC4">
        <w:t>F.5.5</w:t>
      </w:r>
      <w:r w:rsidRPr="001C0CC4">
        <w:tab/>
        <w:t>Window length for PRACH</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1EF04678" w14:textId="77777777" w:rsidR="00DC7196" w:rsidRPr="001C0CC4" w:rsidRDefault="00DC7196" w:rsidP="00DC7196">
      <w:r w:rsidRPr="001C0CC4">
        <w:t xml:space="preserve">The table below specifies the EVM window length for PRACH preamble formats for </w:t>
      </w:r>
      <w:r w:rsidRPr="001C0CC4">
        <w:rPr>
          <w:i/>
        </w:rPr>
        <w:t>L</w:t>
      </w:r>
      <w:r w:rsidRPr="001C0CC4">
        <w:rPr>
          <w:i/>
          <w:vertAlign w:val="subscript"/>
        </w:rPr>
        <w:t>RA</w:t>
      </w:r>
      <w:r w:rsidRPr="001C0CC4">
        <w:t xml:space="preserve">= 839 and </w:t>
      </w:r>
      <w:r w:rsidRPr="001C0CC4">
        <w:object w:dxaOrig="1700" w:dyaOrig="340" w14:anchorId="3D8A905C">
          <v:shape id="_x0000_i1107" type="#_x0000_t75" style="width:82.55pt;height:10.5pt" o:ole="">
            <v:imagedata r:id="rId148" o:title=""/>
          </v:shape>
          <o:OLEObject Type="Embed" ProgID="Equation.3" ShapeID="_x0000_i1107" DrawAspect="Content" ObjectID="_1734986674" r:id="rId149"/>
        </w:object>
      </w:r>
      <w:r w:rsidRPr="001C0CC4">
        <w:t>.</w:t>
      </w:r>
    </w:p>
    <w:p w14:paraId="7398BF76" w14:textId="77777777" w:rsidR="00DC7196" w:rsidRPr="001C0CC4" w:rsidRDefault="00DC7196" w:rsidP="00DC7196">
      <w:pPr>
        <w:pStyle w:val="TH"/>
      </w:pPr>
      <w:r w:rsidRPr="001C0CC4">
        <w:t xml:space="preserve">Table F.5.5-1 EVM window length for PRACH formats for </w:t>
      </w:r>
      <w:r w:rsidRPr="001C0CC4">
        <w:rPr>
          <w:i/>
        </w:rPr>
        <w:t xml:space="preserve"> L</w:t>
      </w:r>
      <w:r w:rsidRPr="001C0CC4">
        <w:rPr>
          <w:i/>
          <w:vertAlign w:val="subscript"/>
        </w:rPr>
        <w:t>RA</w:t>
      </w:r>
      <w:r w:rsidRPr="001C0CC4">
        <w:t>= 839</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DC7196" w:rsidRPr="001C0CC4" w14:paraId="5ACE0B30" w14:textId="77777777" w:rsidTr="00BB2E83">
        <w:trPr>
          <w:trHeight w:val="187"/>
          <w:jc w:val="center"/>
        </w:trPr>
        <w:tc>
          <w:tcPr>
            <w:tcW w:w="1076" w:type="dxa"/>
            <w:shd w:val="clear" w:color="auto" w:fill="auto"/>
          </w:tcPr>
          <w:p w14:paraId="45F60389" w14:textId="77777777" w:rsidR="00DC7196" w:rsidRPr="001C0CC4" w:rsidRDefault="00DC7196" w:rsidP="00BB2E83">
            <w:pPr>
              <w:pStyle w:val="TAH"/>
            </w:pPr>
            <w:r w:rsidRPr="001C0CC4">
              <w:t>Preamble format</w:t>
            </w:r>
          </w:p>
        </w:tc>
        <w:tc>
          <w:tcPr>
            <w:tcW w:w="1260" w:type="dxa"/>
            <w:shd w:val="clear" w:color="auto" w:fill="auto"/>
          </w:tcPr>
          <w:p w14:paraId="09F26761" w14:textId="77777777" w:rsidR="00DC7196" w:rsidRPr="001C0CC4" w:rsidRDefault="00DC7196" w:rsidP="00BB2E83">
            <w:pPr>
              <w:pStyle w:val="TAH"/>
            </w:pPr>
            <w:r w:rsidRPr="001C0CC4">
              <w:t xml:space="preserve">Cyclic prefix length </w:t>
            </w:r>
            <w:r w:rsidRPr="001C0CC4">
              <w:rPr>
                <w:i/>
              </w:rPr>
              <w:t>N</w:t>
            </w:r>
            <w:r w:rsidRPr="001C0CC4">
              <w:rPr>
                <w:i/>
                <w:vertAlign w:val="subscript"/>
              </w:rPr>
              <w:t>CP</w:t>
            </w:r>
          </w:p>
        </w:tc>
        <w:tc>
          <w:tcPr>
            <w:tcW w:w="1174" w:type="dxa"/>
            <w:shd w:val="clear" w:color="auto" w:fill="auto"/>
          </w:tcPr>
          <w:p w14:paraId="3374A817" w14:textId="77777777" w:rsidR="00DC7196" w:rsidRPr="001C0CC4" w:rsidRDefault="00DC7196" w:rsidP="00BB2E83">
            <w:pPr>
              <w:pStyle w:val="TAH"/>
            </w:pPr>
            <w:r w:rsidRPr="001C0CC4">
              <w:t>Nominal FFT size</w:t>
            </w:r>
            <w:r w:rsidRPr="001C0CC4">
              <w:rPr>
                <w:vertAlign w:val="superscript"/>
              </w:rPr>
              <w:t>1</w:t>
            </w:r>
          </w:p>
        </w:tc>
        <w:tc>
          <w:tcPr>
            <w:tcW w:w="1346" w:type="dxa"/>
            <w:shd w:val="clear" w:color="auto" w:fill="auto"/>
          </w:tcPr>
          <w:p w14:paraId="1D614882" w14:textId="77777777" w:rsidR="00DC7196" w:rsidRPr="001C0CC4" w:rsidRDefault="00DC7196" w:rsidP="00BB2E83">
            <w:pPr>
              <w:pStyle w:val="TAH"/>
            </w:pPr>
            <w:r w:rsidRPr="001C0CC4">
              <w:t xml:space="preserve">EVM window length </w:t>
            </w:r>
            <w:r w:rsidRPr="001C0CC4">
              <w:rPr>
                <w:i/>
              </w:rPr>
              <w:t>W</w:t>
            </w:r>
            <w:r w:rsidRPr="001C0CC4">
              <w:t xml:space="preserve"> in FFT samples</w:t>
            </w:r>
          </w:p>
        </w:tc>
        <w:tc>
          <w:tcPr>
            <w:tcW w:w="1279" w:type="dxa"/>
            <w:shd w:val="clear" w:color="auto" w:fill="auto"/>
          </w:tcPr>
          <w:p w14:paraId="38276803" w14:textId="77777777" w:rsidR="00DC7196" w:rsidRPr="001C0CC4" w:rsidRDefault="00DC7196" w:rsidP="00BB2E83">
            <w:pPr>
              <w:pStyle w:val="TAH"/>
            </w:pPr>
            <w:r w:rsidRPr="001C0CC4">
              <w:t xml:space="preserve">Ratio of </w:t>
            </w:r>
            <w:r w:rsidRPr="001C0CC4">
              <w:rPr>
                <w:i/>
              </w:rPr>
              <w:t>W</w:t>
            </w:r>
            <w:r w:rsidRPr="001C0CC4">
              <w:t xml:space="preserve"> to CP</w:t>
            </w:r>
            <w:r w:rsidRPr="001C0CC4">
              <w:rPr>
                <w:vertAlign w:val="superscript"/>
              </w:rPr>
              <w:t>2</w:t>
            </w:r>
          </w:p>
        </w:tc>
      </w:tr>
      <w:tr w:rsidR="00DC7196" w:rsidRPr="001C0CC4" w14:paraId="0210DF6A" w14:textId="77777777" w:rsidTr="00BB2E83">
        <w:trPr>
          <w:trHeight w:val="187"/>
          <w:jc w:val="center"/>
        </w:trPr>
        <w:tc>
          <w:tcPr>
            <w:tcW w:w="1076" w:type="dxa"/>
          </w:tcPr>
          <w:p w14:paraId="2D9010F2" w14:textId="77777777" w:rsidR="00DC7196" w:rsidRPr="001C0CC4" w:rsidRDefault="00DC7196" w:rsidP="00BB2E83">
            <w:pPr>
              <w:pStyle w:val="TAC"/>
            </w:pPr>
            <w:r w:rsidRPr="001C0CC4">
              <w:t>0</w:t>
            </w:r>
          </w:p>
        </w:tc>
        <w:tc>
          <w:tcPr>
            <w:tcW w:w="1260" w:type="dxa"/>
            <w:shd w:val="clear" w:color="auto" w:fill="auto"/>
          </w:tcPr>
          <w:p w14:paraId="0AE6EBF5" w14:textId="77777777" w:rsidR="00DC7196" w:rsidRPr="001C0CC4" w:rsidRDefault="00DC7196" w:rsidP="00BB2E83">
            <w:pPr>
              <w:pStyle w:val="TAC"/>
            </w:pPr>
            <w:r w:rsidRPr="001C0CC4">
              <w:t>3168</w:t>
            </w:r>
          </w:p>
        </w:tc>
        <w:tc>
          <w:tcPr>
            <w:tcW w:w="1174" w:type="dxa"/>
          </w:tcPr>
          <w:p w14:paraId="57F6D9E3" w14:textId="77777777" w:rsidR="00DC7196" w:rsidRPr="001C0CC4" w:rsidRDefault="00DC7196" w:rsidP="00BB2E83">
            <w:pPr>
              <w:pStyle w:val="TAC"/>
            </w:pPr>
            <w:r w:rsidRPr="001C0CC4">
              <w:t>24576</w:t>
            </w:r>
          </w:p>
        </w:tc>
        <w:tc>
          <w:tcPr>
            <w:tcW w:w="1346" w:type="dxa"/>
          </w:tcPr>
          <w:p w14:paraId="3411C909" w14:textId="77777777" w:rsidR="00DC7196" w:rsidRPr="001C0CC4" w:rsidRDefault="00DC7196" w:rsidP="00BB2E83">
            <w:pPr>
              <w:pStyle w:val="TAC"/>
            </w:pPr>
            <w:r w:rsidRPr="001C0CC4">
              <w:t>2307</w:t>
            </w:r>
          </w:p>
        </w:tc>
        <w:tc>
          <w:tcPr>
            <w:tcW w:w="1279" w:type="dxa"/>
          </w:tcPr>
          <w:p w14:paraId="295A2381" w14:textId="77777777" w:rsidR="00DC7196" w:rsidRPr="001C0CC4" w:rsidRDefault="00DC7196" w:rsidP="00BB2E83">
            <w:pPr>
              <w:pStyle w:val="TAC"/>
            </w:pPr>
            <w:r w:rsidRPr="001C0CC4">
              <w:t>72.8%</w:t>
            </w:r>
          </w:p>
        </w:tc>
      </w:tr>
      <w:tr w:rsidR="00DC7196" w:rsidRPr="001C0CC4" w14:paraId="7254D819" w14:textId="77777777" w:rsidTr="00BB2E83">
        <w:trPr>
          <w:trHeight w:val="187"/>
          <w:jc w:val="center"/>
        </w:trPr>
        <w:tc>
          <w:tcPr>
            <w:tcW w:w="1076" w:type="dxa"/>
          </w:tcPr>
          <w:p w14:paraId="5C5786ED" w14:textId="77777777" w:rsidR="00DC7196" w:rsidRPr="001C0CC4" w:rsidRDefault="00DC7196" w:rsidP="00BB2E83">
            <w:pPr>
              <w:pStyle w:val="TAC"/>
            </w:pPr>
            <w:r w:rsidRPr="001C0CC4">
              <w:t>1</w:t>
            </w:r>
          </w:p>
        </w:tc>
        <w:tc>
          <w:tcPr>
            <w:tcW w:w="1260" w:type="dxa"/>
            <w:shd w:val="clear" w:color="auto" w:fill="auto"/>
          </w:tcPr>
          <w:p w14:paraId="24E00C64" w14:textId="77777777" w:rsidR="00DC7196" w:rsidRPr="001C0CC4" w:rsidRDefault="00DC7196" w:rsidP="00BB2E83">
            <w:pPr>
              <w:pStyle w:val="TAC"/>
            </w:pPr>
            <w:r w:rsidRPr="001C0CC4">
              <w:t>21024</w:t>
            </w:r>
          </w:p>
        </w:tc>
        <w:tc>
          <w:tcPr>
            <w:tcW w:w="1174" w:type="dxa"/>
          </w:tcPr>
          <w:p w14:paraId="42481E16" w14:textId="77777777" w:rsidR="00DC7196" w:rsidRPr="001C0CC4" w:rsidRDefault="00DC7196" w:rsidP="00BB2E83">
            <w:pPr>
              <w:pStyle w:val="TAC"/>
            </w:pPr>
            <w:r w:rsidRPr="001C0CC4">
              <w:t>24576</w:t>
            </w:r>
          </w:p>
        </w:tc>
        <w:tc>
          <w:tcPr>
            <w:tcW w:w="1346" w:type="dxa"/>
          </w:tcPr>
          <w:p w14:paraId="63B70FF3" w14:textId="77777777" w:rsidR="00DC7196" w:rsidRPr="001C0CC4" w:rsidRDefault="00DC7196" w:rsidP="00BB2E83">
            <w:pPr>
              <w:pStyle w:val="TAC"/>
            </w:pPr>
            <w:r w:rsidRPr="001C0CC4">
              <w:t>20163</w:t>
            </w:r>
          </w:p>
        </w:tc>
        <w:tc>
          <w:tcPr>
            <w:tcW w:w="1279" w:type="dxa"/>
          </w:tcPr>
          <w:p w14:paraId="00EBD4F1" w14:textId="77777777" w:rsidR="00DC7196" w:rsidRPr="001C0CC4" w:rsidRDefault="00DC7196" w:rsidP="00BB2E83">
            <w:pPr>
              <w:pStyle w:val="TAC"/>
            </w:pPr>
            <w:r w:rsidRPr="001C0CC4">
              <w:t>95.9%</w:t>
            </w:r>
          </w:p>
        </w:tc>
      </w:tr>
      <w:tr w:rsidR="00DC7196" w:rsidRPr="001C0CC4" w14:paraId="3D89B275" w14:textId="77777777" w:rsidTr="00BB2E83">
        <w:trPr>
          <w:trHeight w:val="187"/>
          <w:jc w:val="center"/>
        </w:trPr>
        <w:tc>
          <w:tcPr>
            <w:tcW w:w="1076" w:type="dxa"/>
          </w:tcPr>
          <w:p w14:paraId="3BF319EA" w14:textId="77777777" w:rsidR="00DC7196" w:rsidRPr="001C0CC4" w:rsidRDefault="00DC7196" w:rsidP="00BB2E83">
            <w:pPr>
              <w:pStyle w:val="TAC"/>
            </w:pPr>
            <w:r w:rsidRPr="001C0CC4">
              <w:t>2</w:t>
            </w:r>
          </w:p>
        </w:tc>
        <w:tc>
          <w:tcPr>
            <w:tcW w:w="1260" w:type="dxa"/>
            <w:shd w:val="clear" w:color="auto" w:fill="auto"/>
          </w:tcPr>
          <w:p w14:paraId="7835FB7F" w14:textId="77777777" w:rsidR="00DC7196" w:rsidRPr="001C0CC4" w:rsidRDefault="00DC7196" w:rsidP="00BB2E83">
            <w:pPr>
              <w:pStyle w:val="TAC"/>
            </w:pPr>
            <w:r w:rsidRPr="001C0CC4">
              <w:t>4688</w:t>
            </w:r>
          </w:p>
        </w:tc>
        <w:tc>
          <w:tcPr>
            <w:tcW w:w="1174" w:type="dxa"/>
          </w:tcPr>
          <w:p w14:paraId="49FE4101" w14:textId="77777777" w:rsidR="00DC7196" w:rsidRPr="001C0CC4" w:rsidRDefault="00DC7196" w:rsidP="00BB2E83">
            <w:pPr>
              <w:pStyle w:val="TAC"/>
            </w:pPr>
            <w:r w:rsidRPr="001C0CC4">
              <w:t>24576</w:t>
            </w:r>
          </w:p>
        </w:tc>
        <w:tc>
          <w:tcPr>
            <w:tcW w:w="1346" w:type="dxa"/>
          </w:tcPr>
          <w:p w14:paraId="3A10A598" w14:textId="77777777" w:rsidR="00DC7196" w:rsidRPr="001C0CC4" w:rsidRDefault="00DC7196" w:rsidP="00BB2E83">
            <w:pPr>
              <w:pStyle w:val="TAC"/>
            </w:pPr>
            <w:r w:rsidRPr="001C0CC4">
              <w:t>3827</w:t>
            </w:r>
          </w:p>
        </w:tc>
        <w:tc>
          <w:tcPr>
            <w:tcW w:w="1279" w:type="dxa"/>
          </w:tcPr>
          <w:p w14:paraId="2BAD9714" w14:textId="77777777" w:rsidR="00DC7196" w:rsidRPr="001C0CC4" w:rsidRDefault="00DC7196" w:rsidP="00BB2E83">
            <w:pPr>
              <w:pStyle w:val="TAC"/>
            </w:pPr>
            <w:r w:rsidRPr="001C0CC4">
              <w:t>81.6%</w:t>
            </w:r>
          </w:p>
        </w:tc>
      </w:tr>
      <w:tr w:rsidR="00DC7196" w:rsidRPr="001C0CC4" w14:paraId="12DA0B7D" w14:textId="77777777" w:rsidTr="00BB2E83">
        <w:trPr>
          <w:trHeight w:val="187"/>
          <w:jc w:val="center"/>
        </w:trPr>
        <w:tc>
          <w:tcPr>
            <w:tcW w:w="1076" w:type="dxa"/>
          </w:tcPr>
          <w:p w14:paraId="66900453" w14:textId="77777777" w:rsidR="00DC7196" w:rsidRPr="001C0CC4" w:rsidRDefault="00DC7196" w:rsidP="00BB2E83">
            <w:pPr>
              <w:pStyle w:val="TAC"/>
            </w:pPr>
            <w:r w:rsidRPr="001C0CC4">
              <w:t>3</w:t>
            </w:r>
          </w:p>
        </w:tc>
        <w:tc>
          <w:tcPr>
            <w:tcW w:w="1260" w:type="dxa"/>
            <w:shd w:val="clear" w:color="auto" w:fill="auto"/>
          </w:tcPr>
          <w:p w14:paraId="3E02CB7B" w14:textId="77777777" w:rsidR="00DC7196" w:rsidRPr="001C0CC4" w:rsidRDefault="00DC7196" w:rsidP="00BB2E83">
            <w:pPr>
              <w:pStyle w:val="TAC"/>
            </w:pPr>
            <w:r w:rsidRPr="001C0CC4">
              <w:t>3168</w:t>
            </w:r>
          </w:p>
        </w:tc>
        <w:tc>
          <w:tcPr>
            <w:tcW w:w="1174" w:type="dxa"/>
          </w:tcPr>
          <w:p w14:paraId="0C44F3AC" w14:textId="77777777" w:rsidR="00DC7196" w:rsidRPr="001C0CC4" w:rsidRDefault="00DC7196" w:rsidP="00BB2E83">
            <w:pPr>
              <w:pStyle w:val="TAC"/>
            </w:pPr>
            <w:r w:rsidRPr="001C0CC4">
              <w:t>6144</w:t>
            </w:r>
          </w:p>
        </w:tc>
        <w:tc>
          <w:tcPr>
            <w:tcW w:w="1346" w:type="dxa"/>
          </w:tcPr>
          <w:p w14:paraId="4C44B39F" w14:textId="77777777" w:rsidR="00DC7196" w:rsidRPr="001C0CC4" w:rsidRDefault="00DC7196" w:rsidP="00BB2E83">
            <w:pPr>
              <w:pStyle w:val="TAC"/>
            </w:pPr>
            <w:r w:rsidRPr="001C0CC4">
              <w:t>2952</w:t>
            </w:r>
          </w:p>
        </w:tc>
        <w:tc>
          <w:tcPr>
            <w:tcW w:w="1279" w:type="dxa"/>
          </w:tcPr>
          <w:p w14:paraId="02ABC610" w14:textId="77777777" w:rsidR="00DC7196" w:rsidRPr="001C0CC4" w:rsidRDefault="00DC7196" w:rsidP="00BB2E83">
            <w:pPr>
              <w:pStyle w:val="TAC"/>
            </w:pPr>
            <w:r w:rsidRPr="001C0CC4">
              <w:t>93.2%</w:t>
            </w:r>
          </w:p>
        </w:tc>
      </w:tr>
      <w:tr w:rsidR="00DC7196" w:rsidRPr="001C0CC4" w14:paraId="404333B3" w14:textId="77777777" w:rsidTr="00BB2E83">
        <w:trPr>
          <w:trHeight w:val="187"/>
          <w:jc w:val="center"/>
        </w:trPr>
        <w:tc>
          <w:tcPr>
            <w:tcW w:w="6135" w:type="dxa"/>
            <w:gridSpan w:val="5"/>
            <w:vAlign w:val="center"/>
          </w:tcPr>
          <w:p w14:paraId="51F76C50" w14:textId="77777777" w:rsidR="00DC7196" w:rsidRPr="001C0CC4" w:rsidRDefault="00DC7196" w:rsidP="00DC7196">
            <w:pPr>
              <w:pStyle w:val="TAN"/>
            </w:pPr>
            <w:r w:rsidRPr="001C0CC4">
              <w:t>NOTE 1:</w:t>
            </w:r>
            <w:r w:rsidRPr="001C0CC4">
              <w:tab/>
              <w:t>The use of other FFT sizes is possible as long as appropriate scaling of the window length is applied</w:t>
            </w:r>
          </w:p>
          <w:p w14:paraId="1C0328DC" w14:textId="77777777" w:rsidR="00DC7196" w:rsidRPr="001C0CC4" w:rsidRDefault="00DC7196" w:rsidP="00DC7196">
            <w:pPr>
              <w:pStyle w:val="TAN"/>
            </w:pPr>
            <w:r w:rsidRPr="001C0CC4">
              <w:t>NOTE 2:</w:t>
            </w:r>
            <w:r w:rsidRPr="001C0CC4">
              <w:tab/>
              <w:t>These percentages are informative</w:t>
            </w:r>
          </w:p>
        </w:tc>
      </w:tr>
    </w:tbl>
    <w:p w14:paraId="6D232135" w14:textId="77777777" w:rsidR="00DC7196" w:rsidRPr="001C0CC4" w:rsidRDefault="00DC7196" w:rsidP="00DC7196"/>
    <w:p w14:paraId="77BDDD85" w14:textId="77777777" w:rsidR="00DC7196" w:rsidRPr="001C0CC4" w:rsidRDefault="00DC7196" w:rsidP="00DC7196">
      <w:pPr>
        <w:rPr>
          <w:lang w:val="en-US"/>
        </w:rPr>
      </w:pPr>
      <w:r w:rsidRPr="001C0CC4">
        <w:t xml:space="preserve">The table below specifies the EVM window length for PRACH preamble formats for </w:t>
      </w:r>
      <w:r w:rsidRPr="001C0CC4">
        <w:rPr>
          <w:i/>
        </w:rPr>
        <w:t xml:space="preserve"> L</w:t>
      </w:r>
      <w:r w:rsidRPr="001C0CC4">
        <w:rPr>
          <w:i/>
          <w:vertAlign w:val="subscript"/>
        </w:rPr>
        <w:t>RA</w:t>
      </w:r>
      <w:r w:rsidRPr="001C0CC4">
        <w:t xml:space="preserve">= 139  and </w:t>
      </w:r>
      <w:r w:rsidRPr="001C0CC4">
        <w:object w:dxaOrig="1620" w:dyaOrig="340" w14:anchorId="1B7BBA0A">
          <v:shape id="_x0000_i1108" type="#_x0000_t75" style="width:77.25pt;height:10.5pt" o:ole="">
            <v:imagedata r:id="rId150" o:title=""/>
          </v:shape>
          <o:OLEObject Type="Embed" ProgID="Equation.3" ShapeID="_x0000_i1108" DrawAspect="Content" ObjectID="_1734986675" r:id="rId151"/>
        </w:object>
      </w:r>
      <w:r w:rsidRPr="001C0CC4">
        <w:t xml:space="preserve"> where</w:t>
      </w:r>
      <w:r w:rsidRPr="001C0CC4">
        <w:object w:dxaOrig="1020" w:dyaOrig="340" w14:anchorId="4288850A">
          <v:shape id="_x0000_i1109" type="#_x0000_t75" style="width:46.25pt;height:10.5pt" o:ole="">
            <v:imagedata r:id="rId152" o:title=""/>
          </v:shape>
          <o:OLEObject Type="Embed" ProgID="Equation.3" ShapeID="_x0000_i1109" DrawAspect="Content" ObjectID="_1734986676" r:id="rId153"/>
        </w:object>
      </w:r>
      <w:r w:rsidRPr="001C0CC4">
        <w:fldChar w:fldCharType="begin"/>
      </w:r>
      <w:r w:rsidRPr="001C0CC4">
        <w:instrText xml:space="preserve"> QUOTE </w:instrText>
      </w:r>
      <w:r w:rsidRPr="00DC7196">
        <w:rPr>
          <w:rFonts w:ascii="Cambria Math" w:hAnsi="Cambria Math"/>
        </w:rPr>
        <w:instrText xml:space="preserve"> μ∈{0, 1, 2}</w:instrText>
      </w:r>
      <w:r w:rsidRPr="001C0CC4">
        <w:instrText xml:space="preserve"> </w:instrText>
      </w:r>
      <w:r w:rsidRPr="001C0CC4">
        <w:fldChar w:fldCharType="end"/>
      </w:r>
      <w:r w:rsidRPr="001C0CC4">
        <w:t>.</w:t>
      </w:r>
    </w:p>
    <w:p w14:paraId="53E9AA3F" w14:textId="77777777" w:rsidR="00DC7196" w:rsidRPr="001C0CC4" w:rsidRDefault="00DC7196" w:rsidP="00DC7196">
      <w:pPr>
        <w:pStyle w:val="TH"/>
      </w:pPr>
      <w:r w:rsidRPr="001C0CC4">
        <w:t xml:space="preserve">Table F.5.5-2 EVM window length for PRACH formats for </w:t>
      </w:r>
      <w:r w:rsidRPr="001C0CC4">
        <w:rPr>
          <w:i/>
        </w:rPr>
        <w:t xml:space="preserve"> L</w:t>
      </w:r>
      <w:r w:rsidRPr="001C0CC4">
        <w:rPr>
          <w:i/>
          <w:vertAlign w:val="subscript"/>
        </w:rPr>
        <w:t>RA</w:t>
      </w:r>
      <w:r w:rsidRPr="001C0CC4">
        <w:t xml:space="preserve">= 139 </w:t>
      </w:r>
    </w:p>
    <w:tbl>
      <w:tblPr>
        <w:tblW w:w="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60"/>
        <w:gridCol w:w="1174"/>
        <w:gridCol w:w="1346"/>
        <w:gridCol w:w="1279"/>
      </w:tblGrid>
      <w:tr w:rsidR="00DC7196" w:rsidRPr="001C0CC4" w14:paraId="1DF75B75" w14:textId="77777777" w:rsidTr="00BB2E83">
        <w:trPr>
          <w:trHeight w:val="187"/>
          <w:jc w:val="center"/>
        </w:trPr>
        <w:tc>
          <w:tcPr>
            <w:tcW w:w="1076" w:type="dxa"/>
            <w:shd w:val="clear" w:color="auto" w:fill="auto"/>
          </w:tcPr>
          <w:p w14:paraId="46352142" w14:textId="77777777" w:rsidR="00DC7196" w:rsidRPr="001C0CC4" w:rsidRDefault="00DC7196" w:rsidP="00BB2E83">
            <w:pPr>
              <w:pStyle w:val="TAH"/>
            </w:pPr>
            <w:r w:rsidRPr="001C0CC4">
              <w:t>Preamble format</w:t>
            </w:r>
          </w:p>
        </w:tc>
        <w:tc>
          <w:tcPr>
            <w:tcW w:w="1260" w:type="dxa"/>
            <w:shd w:val="clear" w:color="auto" w:fill="auto"/>
          </w:tcPr>
          <w:p w14:paraId="7F49A9CE" w14:textId="77777777" w:rsidR="00DC7196" w:rsidRPr="001C0CC4" w:rsidRDefault="00DC7196" w:rsidP="00BB2E83">
            <w:pPr>
              <w:pStyle w:val="TAH"/>
            </w:pPr>
            <w:r w:rsidRPr="001C0CC4">
              <w:t xml:space="preserve">Cyclic prefix length </w:t>
            </w:r>
            <w:r w:rsidRPr="001C0CC4">
              <w:rPr>
                <w:i/>
              </w:rPr>
              <w:t xml:space="preserve"> N</w:t>
            </w:r>
            <w:r w:rsidRPr="001C0CC4">
              <w:rPr>
                <w:i/>
                <w:vertAlign w:val="subscript"/>
              </w:rPr>
              <w:t>CP</w:t>
            </w:r>
          </w:p>
        </w:tc>
        <w:tc>
          <w:tcPr>
            <w:tcW w:w="1174" w:type="dxa"/>
            <w:shd w:val="clear" w:color="auto" w:fill="auto"/>
          </w:tcPr>
          <w:p w14:paraId="480432F4" w14:textId="77777777" w:rsidR="00DC7196" w:rsidRPr="001C0CC4" w:rsidRDefault="00DC7196" w:rsidP="00BB2E83">
            <w:pPr>
              <w:pStyle w:val="TAH"/>
            </w:pPr>
            <w:r w:rsidRPr="001C0CC4">
              <w:t>Nominal FFT size</w:t>
            </w:r>
            <w:r w:rsidRPr="001C0CC4">
              <w:rPr>
                <w:vertAlign w:val="superscript"/>
              </w:rPr>
              <w:t>1</w:t>
            </w:r>
          </w:p>
        </w:tc>
        <w:tc>
          <w:tcPr>
            <w:tcW w:w="1346" w:type="dxa"/>
            <w:shd w:val="clear" w:color="auto" w:fill="auto"/>
          </w:tcPr>
          <w:p w14:paraId="6423A2DD" w14:textId="77777777" w:rsidR="00DC7196" w:rsidRPr="001C0CC4" w:rsidRDefault="00DC7196" w:rsidP="00BB2E83">
            <w:pPr>
              <w:pStyle w:val="TAH"/>
            </w:pPr>
            <w:r w:rsidRPr="001C0CC4">
              <w:t xml:space="preserve">EVM window length </w:t>
            </w:r>
            <w:r w:rsidRPr="001C0CC4">
              <w:rPr>
                <w:i/>
              </w:rPr>
              <w:t>W</w:t>
            </w:r>
            <w:r w:rsidRPr="001C0CC4">
              <w:t xml:space="preserve"> in FFT samples</w:t>
            </w:r>
          </w:p>
        </w:tc>
        <w:tc>
          <w:tcPr>
            <w:tcW w:w="1279" w:type="dxa"/>
            <w:shd w:val="clear" w:color="auto" w:fill="auto"/>
          </w:tcPr>
          <w:p w14:paraId="462BEB86" w14:textId="77777777" w:rsidR="00DC7196" w:rsidRPr="001C0CC4" w:rsidRDefault="00DC7196" w:rsidP="00BB2E83">
            <w:pPr>
              <w:pStyle w:val="TAH"/>
            </w:pPr>
            <w:r w:rsidRPr="001C0CC4">
              <w:t xml:space="preserve">Ratio of </w:t>
            </w:r>
            <w:r w:rsidRPr="001C0CC4">
              <w:rPr>
                <w:i/>
              </w:rPr>
              <w:t>W</w:t>
            </w:r>
            <w:r w:rsidRPr="001C0CC4">
              <w:t xml:space="preserve"> to CP</w:t>
            </w:r>
            <w:r w:rsidRPr="001C0CC4">
              <w:rPr>
                <w:vertAlign w:val="superscript"/>
              </w:rPr>
              <w:t>2</w:t>
            </w:r>
          </w:p>
        </w:tc>
      </w:tr>
      <w:tr w:rsidR="00DC7196" w:rsidRPr="001C0CC4" w14:paraId="13AF1ABF" w14:textId="77777777" w:rsidTr="00BB2E83">
        <w:trPr>
          <w:trHeight w:val="187"/>
          <w:jc w:val="center"/>
        </w:trPr>
        <w:tc>
          <w:tcPr>
            <w:tcW w:w="1076" w:type="dxa"/>
          </w:tcPr>
          <w:p w14:paraId="357C60EF" w14:textId="77777777" w:rsidR="00DC7196" w:rsidRPr="001C0CC4" w:rsidRDefault="00DC7196" w:rsidP="00BB2E83">
            <w:pPr>
              <w:pStyle w:val="TAC"/>
            </w:pPr>
            <w:r w:rsidRPr="001C0CC4">
              <w:t>A1</w:t>
            </w:r>
          </w:p>
        </w:tc>
        <w:tc>
          <w:tcPr>
            <w:tcW w:w="1260" w:type="dxa"/>
            <w:shd w:val="clear" w:color="auto" w:fill="auto"/>
          </w:tcPr>
          <w:p w14:paraId="7F9F8AF6" w14:textId="77777777" w:rsidR="00DC7196" w:rsidRPr="001C0CC4" w:rsidRDefault="00DC7196" w:rsidP="00BB2E83">
            <w:pPr>
              <w:pStyle w:val="TAC"/>
            </w:pPr>
            <w:r w:rsidRPr="001C0CC4">
              <w:rPr>
                <w:rFonts w:hint="eastAsia"/>
              </w:rPr>
              <w:t>288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r w:rsidRPr="001C0CC4">
              <w:fldChar w:fldCharType="begin"/>
            </w:r>
            <w:r w:rsidRPr="001C0CC4">
              <w:instrText xml:space="preserve"> QUOTE </w:instrText>
            </w:r>
            <w:r w:rsidRPr="00DC7196">
              <w:rPr>
                <w:rFonts w:ascii="Cambria Math" w:hAnsi="Cambria Math"/>
                <w:lang w:val="en-US"/>
              </w:rPr>
              <w:instrText>μ∈</w:instrText>
            </w:r>
            <w:r w:rsidRPr="001B66A6">
              <w:rPr>
                <w:rFonts w:ascii="Cambria Math" w:hAnsi="Cambria Math"/>
                <w:lang w:val="en-US"/>
              </w:rPr>
              <w:instrText>0,1,2</w:instrText>
            </w:r>
            <w:r w:rsidRPr="001C0CC4">
              <w:instrText xml:space="preserve"> </w:instrText>
            </w:r>
            <w:r w:rsidRPr="001C0CC4">
              <w:fldChar w:fldCharType="end"/>
            </w:r>
            <w:r w:rsidRPr="001C0CC4">
              <w:fldChar w:fldCharType="begin"/>
            </w:r>
            <w:r w:rsidRPr="001C0CC4">
              <w:instrText xml:space="preserve"> QUOTE </w:instrText>
            </w:r>
            <w:r w:rsidRPr="00DC7196">
              <w:rPr>
                <w:rFonts w:ascii="Cambria Math" w:hAnsi="Cambria Math"/>
              </w:rPr>
              <w:instrText xml:space="preserve"> μ∈{0, 1, 2}</w:instrText>
            </w:r>
            <w:r w:rsidRPr="001C0CC4">
              <w:instrText xml:space="preserve"> </w:instrText>
            </w:r>
            <w:r w:rsidRPr="001C0CC4">
              <w:fldChar w:fldCharType="end"/>
            </w:r>
          </w:p>
        </w:tc>
        <w:tc>
          <w:tcPr>
            <w:tcW w:w="1174" w:type="dxa"/>
          </w:tcPr>
          <w:p w14:paraId="26A2ECEA"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r w:rsidRPr="001C0CC4">
              <w:fldChar w:fldCharType="begin"/>
            </w:r>
            <w:r w:rsidRPr="001C0CC4">
              <w:instrText xml:space="preserve"> QUOTE </w:instrText>
            </w:r>
            <w:r w:rsidRPr="00DC7196">
              <w:rPr>
                <w:rFonts w:ascii="Cambria Math" w:hAnsi="Cambria Math"/>
                <w:lang w:val="en-US"/>
              </w:rPr>
              <w:instrText>μ∈</w:instrText>
            </w:r>
            <w:r w:rsidRPr="001B66A6">
              <w:rPr>
                <w:rFonts w:ascii="Cambria Math" w:hAnsi="Cambria Math"/>
                <w:lang w:val="en-US"/>
              </w:rPr>
              <w:instrText>0,1,2</w:instrText>
            </w:r>
            <w:r w:rsidRPr="001C0CC4">
              <w:instrText xml:space="preserve"> </w:instrText>
            </w:r>
            <w:r w:rsidRPr="001C0CC4">
              <w:fldChar w:fldCharType="end"/>
            </w:r>
            <w:r w:rsidRPr="001C0CC4">
              <w:fldChar w:fldCharType="begin"/>
            </w:r>
            <w:r w:rsidRPr="001C0CC4">
              <w:instrText xml:space="preserve"> QUOTE </w:instrText>
            </w:r>
            <w:r w:rsidRPr="00DC7196">
              <w:rPr>
                <w:rFonts w:ascii="Cambria Math" w:hAnsi="Cambria Math"/>
              </w:rPr>
              <w:instrText xml:space="preserve"> μ∈{0, 1, 2}</w:instrText>
            </w:r>
            <w:r w:rsidRPr="001C0CC4">
              <w:instrText xml:space="preserve"> </w:instrText>
            </w:r>
            <w:r w:rsidRPr="001C0CC4">
              <w:fldChar w:fldCharType="end"/>
            </w:r>
          </w:p>
        </w:tc>
        <w:tc>
          <w:tcPr>
            <w:tcW w:w="1346" w:type="dxa"/>
          </w:tcPr>
          <w:p w14:paraId="53679610" w14:textId="77777777" w:rsidR="00DC7196" w:rsidRPr="001C0CC4" w:rsidRDefault="00DC7196" w:rsidP="00BB2E83">
            <w:pPr>
              <w:pStyle w:val="TAC"/>
            </w:pPr>
            <w:r w:rsidRPr="001C0CC4">
              <w:t>144</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r w:rsidRPr="001C0CC4">
              <w:fldChar w:fldCharType="begin"/>
            </w:r>
            <w:r w:rsidRPr="001C0CC4">
              <w:instrText xml:space="preserve"> QUOTE </w:instrText>
            </w:r>
            <w:r w:rsidRPr="00DC7196">
              <w:rPr>
                <w:rFonts w:ascii="Cambria Math" w:hAnsi="Cambria Math"/>
                <w:lang w:val="en-US"/>
              </w:rPr>
              <w:instrText>μ∈</w:instrText>
            </w:r>
            <w:r w:rsidRPr="001B66A6">
              <w:rPr>
                <w:rFonts w:ascii="Cambria Math" w:hAnsi="Cambria Math"/>
                <w:lang w:val="en-US"/>
              </w:rPr>
              <w:instrText>0,1,2</w:instrText>
            </w:r>
            <w:r w:rsidRPr="001C0CC4">
              <w:instrText xml:space="preserve"> </w:instrText>
            </w:r>
            <w:r w:rsidRPr="001C0CC4">
              <w:fldChar w:fldCharType="end"/>
            </w:r>
            <w:r w:rsidRPr="001C0CC4">
              <w:fldChar w:fldCharType="begin"/>
            </w:r>
            <w:r w:rsidRPr="001C0CC4">
              <w:instrText xml:space="preserve"> QUOTE </w:instrText>
            </w:r>
            <w:r w:rsidRPr="00DC7196">
              <w:rPr>
                <w:rFonts w:ascii="Cambria Math" w:hAnsi="Cambria Math"/>
              </w:rPr>
              <w:instrText xml:space="preserve"> μ∈{0, 1, 2}</w:instrText>
            </w:r>
            <w:r w:rsidRPr="001C0CC4">
              <w:instrText xml:space="preserve"> </w:instrText>
            </w:r>
            <w:r w:rsidRPr="001C0CC4">
              <w:fldChar w:fldCharType="end"/>
            </w:r>
          </w:p>
        </w:tc>
        <w:tc>
          <w:tcPr>
            <w:tcW w:w="1279" w:type="dxa"/>
          </w:tcPr>
          <w:p w14:paraId="47F4C179" w14:textId="77777777" w:rsidR="00DC7196" w:rsidRPr="001C0CC4" w:rsidRDefault="00DC7196" w:rsidP="00BB2E83">
            <w:pPr>
              <w:pStyle w:val="TAC"/>
            </w:pPr>
            <w:r w:rsidRPr="001C0CC4">
              <w:t>50.0%</w:t>
            </w:r>
          </w:p>
        </w:tc>
      </w:tr>
      <w:tr w:rsidR="00DC7196" w:rsidRPr="001C0CC4" w14:paraId="4E29B82F" w14:textId="77777777" w:rsidTr="00BB2E83">
        <w:trPr>
          <w:trHeight w:val="187"/>
          <w:jc w:val="center"/>
        </w:trPr>
        <w:tc>
          <w:tcPr>
            <w:tcW w:w="1076" w:type="dxa"/>
          </w:tcPr>
          <w:p w14:paraId="3FA1D86B" w14:textId="77777777" w:rsidR="00DC7196" w:rsidRPr="001C0CC4" w:rsidRDefault="00DC7196" w:rsidP="00BB2E83">
            <w:pPr>
              <w:pStyle w:val="TAC"/>
            </w:pPr>
            <w:r w:rsidRPr="001C0CC4">
              <w:t>A2</w:t>
            </w:r>
          </w:p>
        </w:tc>
        <w:tc>
          <w:tcPr>
            <w:tcW w:w="1260" w:type="dxa"/>
            <w:shd w:val="clear" w:color="auto" w:fill="auto"/>
          </w:tcPr>
          <w:p w14:paraId="3EF86234" w14:textId="77777777" w:rsidR="00DC7196" w:rsidRPr="001C0CC4" w:rsidRDefault="00DC7196" w:rsidP="00BB2E83">
            <w:pPr>
              <w:pStyle w:val="TAC"/>
            </w:pPr>
            <w:r w:rsidRPr="001C0CC4">
              <w:t>576</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59DC3CDB"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711780D6" w14:textId="77777777" w:rsidR="00DC7196" w:rsidRPr="001C0CC4" w:rsidRDefault="00DC7196" w:rsidP="00BB2E83">
            <w:pPr>
              <w:pStyle w:val="TAC"/>
            </w:pPr>
            <w:r w:rsidRPr="001C0CC4">
              <w:t>432</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2DB6856F" w14:textId="77777777" w:rsidR="00DC7196" w:rsidRPr="001C0CC4" w:rsidRDefault="00DC7196" w:rsidP="00BB2E83">
            <w:pPr>
              <w:pStyle w:val="TAC"/>
            </w:pPr>
            <w:r w:rsidRPr="001C0CC4">
              <w:t>75.0%</w:t>
            </w:r>
          </w:p>
        </w:tc>
      </w:tr>
      <w:tr w:rsidR="00DC7196" w:rsidRPr="001C0CC4" w14:paraId="34BCE5F9" w14:textId="77777777" w:rsidTr="00BB2E83">
        <w:trPr>
          <w:trHeight w:val="187"/>
          <w:jc w:val="center"/>
        </w:trPr>
        <w:tc>
          <w:tcPr>
            <w:tcW w:w="1076" w:type="dxa"/>
          </w:tcPr>
          <w:p w14:paraId="318BBA24" w14:textId="77777777" w:rsidR="00DC7196" w:rsidRPr="001C0CC4" w:rsidRDefault="00DC7196" w:rsidP="00BB2E83">
            <w:pPr>
              <w:pStyle w:val="TAC"/>
            </w:pPr>
            <w:r w:rsidRPr="001C0CC4">
              <w:t>A3</w:t>
            </w:r>
          </w:p>
        </w:tc>
        <w:tc>
          <w:tcPr>
            <w:tcW w:w="1260" w:type="dxa"/>
            <w:shd w:val="clear" w:color="auto" w:fill="auto"/>
          </w:tcPr>
          <w:p w14:paraId="5870D377" w14:textId="77777777" w:rsidR="00DC7196" w:rsidRPr="001C0CC4" w:rsidRDefault="00DC7196" w:rsidP="00BB2E83">
            <w:pPr>
              <w:pStyle w:val="TAC"/>
            </w:pPr>
            <w:r w:rsidRPr="001C0CC4">
              <w:t>864</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7B6D54A4"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2C5524AB" w14:textId="77777777" w:rsidR="00DC7196" w:rsidRPr="001C0CC4" w:rsidRDefault="00DC7196" w:rsidP="00BB2E83">
            <w:pPr>
              <w:pStyle w:val="TAC"/>
            </w:pPr>
            <w:r w:rsidRPr="001C0CC4">
              <w:t>720</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596C8F28" w14:textId="77777777" w:rsidR="00DC7196" w:rsidRPr="001C0CC4" w:rsidRDefault="00DC7196" w:rsidP="00BB2E83">
            <w:pPr>
              <w:pStyle w:val="TAC"/>
            </w:pPr>
            <w:r w:rsidRPr="001C0CC4">
              <w:t>83.3%</w:t>
            </w:r>
          </w:p>
        </w:tc>
      </w:tr>
      <w:tr w:rsidR="00DC7196" w:rsidRPr="001C0CC4" w14:paraId="41A1A25C" w14:textId="77777777" w:rsidTr="00BB2E83">
        <w:trPr>
          <w:trHeight w:val="187"/>
          <w:jc w:val="center"/>
        </w:trPr>
        <w:tc>
          <w:tcPr>
            <w:tcW w:w="1076" w:type="dxa"/>
          </w:tcPr>
          <w:p w14:paraId="4DCF3F46" w14:textId="77777777" w:rsidR="00DC7196" w:rsidRPr="001C0CC4" w:rsidRDefault="00DC7196" w:rsidP="00BB2E83">
            <w:pPr>
              <w:pStyle w:val="TAC"/>
            </w:pPr>
            <w:r w:rsidRPr="001C0CC4">
              <w:t>B1</w:t>
            </w:r>
          </w:p>
        </w:tc>
        <w:tc>
          <w:tcPr>
            <w:tcW w:w="1260" w:type="dxa"/>
            <w:shd w:val="clear" w:color="auto" w:fill="auto"/>
          </w:tcPr>
          <w:p w14:paraId="22BB34A7" w14:textId="77777777" w:rsidR="00DC7196" w:rsidRPr="001C0CC4" w:rsidRDefault="00DC7196" w:rsidP="00BB2E83">
            <w:pPr>
              <w:pStyle w:val="TAC"/>
            </w:pPr>
            <w:r w:rsidRPr="001C0CC4">
              <w:t>216</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02DFA471"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58B43840" w14:textId="77777777" w:rsidR="00DC7196" w:rsidRPr="001C0CC4" w:rsidRDefault="00DC7196" w:rsidP="00BB2E83">
            <w:pPr>
              <w:pStyle w:val="TAC"/>
            </w:pPr>
            <w:r w:rsidRPr="001C0CC4">
              <w:t>72</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14DEC7BF" w14:textId="77777777" w:rsidR="00DC7196" w:rsidRPr="001C0CC4" w:rsidRDefault="00DC7196" w:rsidP="00BB2E83">
            <w:pPr>
              <w:pStyle w:val="TAC"/>
            </w:pPr>
            <w:r w:rsidRPr="001C0CC4">
              <w:t>33.3%</w:t>
            </w:r>
          </w:p>
        </w:tc>
      </w:tr>
      <w:tr w:rsidR="00DC7196" w:rsidRPr="001C0CC4" w14:paraId="60D95C4C" w14:textId="77777777" w:rsidTr="00BB2E83">
        <w:trPr>
          <w:trHeight w:val="187"/>
          <w:jc w:val="center"/>
        </w:trPr>
        <w:tc>
          <w:tcPr>
            <w:tcW w:w="1076" w:type="dxa"/>
          </w:tcPr>
          <w:p w14:paraId="70DE7132" w14:textId="77777777" w:rsidR="00DC7196" w:rsidRPr="001C0CC4" w:rsidRDefault="00DC7196" w:rsidP="00BB2E83">
            <w:pPr>
              <w:pStyle w:val="TAC"/>
            </w:pPr>
            <w:r w:rsidRPr="001C0CC4">
              <w:t>B2</w:t>
            </w:r>
          </w:p>
        </w:tc>
        <w:tc>
          <w:tcPr>
            <w:tcW w:w="1260" w:type="dxa"/>
            <w:shd w:val="clear" w:color="auto" w:fill="auto"/>
          </w:tcPr>
          <w:p w14:paraId="20A979D6" w14:textId="77777777" w:rsidR="00DC7196" w:rsidRPr="001C0CC4" w:rsidRDefault="00DC7196" w:rsidP="00BB2E83">
            <w:pPr>
              <w:pStyle w:val="TAC"/>
            </w:pPr>
            <w:r w:rsidRPr="001C0CC4">
              <w:t>360</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20B3C529"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2B9F7523" w14:textId="77777777" w:rsidR="00DC7196" w:rsidRPr="001C0CC4" w:rsidRDefault="00DC7196" w:rsidP="00BB2E83">
            <w:pPr>
              <w:pStyle w:val="TAC"/>
            </w:pPr>
            <w:r w:rsidRPr="001C0CC4">
              <w:t>216</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1F5D7EE2" w14:textId="77777777" w:rsidR="00DC7196" w:rsidRPr="001C0CC4" w:rsidRDefault="00DC7196" w:rsidP="00BB2E83">
            <w:pPr>
              <w:pStyle w:val="TAC"/>
            </w:pPr>
            <w:r w:rsidRPr="001C0CC4">
              <w:t>60.0%</w:t>
            </w:r>
          </w:p>
        </w:tc>
      </w:tr>
      <w:tr w:rsidR="00DC7196" w:rsidRPr="001C0CC4" w14:paraId="7239DF2B" w14:textId="77777777" w:rsidTr="00BB2E83">
        <w:trPr>
          <w:trHeight w:val="187"/>
          <w:jc w:val="center"/>
        </w:trPr>
        <w:tc>
          <w:tcPr>
            <w:tcW w:w="1076" w:type="dxa"/>
          </w:tcPr>
          <w:p w14:paraId="0DB6B24B" w14:textId="77777777" w:rsidR="00DC7196" w:rsidRPr="001C0CC4" w:rsidRDefault="00DC7196" w:rsidP="00BB2E83">
            <w:pPr>
              <w:pStyle w:val="TAC"/>
            </w:pPr>
            <w:r w:rsidRPr="001C0CC4">
              <w:t>B3</w:t>
            </w:r>
          </w:p>
        </w:tc>
        <w:tc>
          <w:tcPr>
            <w:tcW w:w="1260" w:type="dxa"/>
            <w:shd w:val="clear" w:color="auto" w:fill="auto"/>
          </w:tcPr>
          <w:p w14:paraId="34E2A331" w14:textId="77777777" w:rsidR="00DC7196" w:rsidRPr="001C0CC4" w:rsidRDefault="00DC7196" w:rsidP="00BB2E83">
            <w:pPr>
              <w:pStyle w:val="TAC"/>
            </w:pPr>
            <w:r w:rsidRPr="001C0CC4">
              <w:t>504</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759B4E43"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62165AC5" w14:textId="77777777" w:rsidR="00DC7196" w:rsidRPr="001C0CC4" w:rsidRDefault="00DC7196" w:rsidP="00BB2E83">
            <w:pPr>
              <w:pStyle w:val="TAC"/>
            </w:pPr>
            <w:r w:rsidRPr="001C0CC4">
              <w:t>360</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0EA53047" w14:textId="77777777" w:rsidR="00DC7196" w:rsidRPr="001C0CC4" w:rsidRDefault="00DC7196" w:rsidP="00BB2E83">
            <w:pPr>
              <w:pStyle w:val="TAC"/>
            </w:pPr>
            <w:r w:rsidRPr="001C0CC4">
              <w:t>71.4%</w:t>
            </w:r>
          </w:p>
        </w:tc>
      </w:tr>
      <w:tr w:rsidR="00DC7196" w:rsidRPr="001C0CC4" w14:paraId="2DB4D6A0" w14:textId="77777777" w:rsidTr="00BB2E83">
        <w:trPr>
          <w:trHeight w:val="187"/>
          <w:jc w:val="center"/>
        </w:trPr>
        <w:tc>
          <w:tcPr>
            <w:tcW w:w="1076" w:type="dxa"/>
          </w:tcPr>
          <w:p w14:paraId="31336A7C" w14:textId="77777777" w:rsidR="00DC7196" w:rsidRPr="001C0CC4" w:rsidRDefault="00DC7196" w:rsidP="00BB2E83">
            <w:pPr>
              <w:pStyle w:val="TAC"/>
            </w:pPr>
            <w:r w:rsidRPr="001C0CC4">
              <w:t>B4</w:t>
            </w:r>
          </w:p>
        </w:tc>
        <w:tc>
          <w:tcPr>
            <w:tcW w:w="1260" w:type="dxa"/>
            <w:shd w:val="clear" w:color="auto" w:fill="auto"/>
          </w:tcPr>
          <w:p w14:paraId="1C88E640" w14:textId="77777777" w:rsidR="00DC7196" w:rsidRPr="001C0CC4" w:rsidRDefault="00DC7196" w:rsidP="00BB2E83">
            <w:pPr>
              <w:pStyle w:val="TAC"/>
            </w:pPr>
            <w:r w:rsidRPr="001C0CC4">
              <w:t>936</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4AF5D880"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547F89A1" w14:textId="77777777" w:rsidR="00DC7196" w:rsidRPr="001C0CC4" w:rsidRDefault="00DC7196" w:rsidP="00BB2E83">
            <w:pPr>
              <w:pStyle w:val="TAC"/>
            </w:pPr>
            <w:r w:rsidRPr="001C0CC4">
              <w:t>792</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3BCFCB3E" w14:textId="77777777" w:rsidR="00DC7196" w:rsidRPr="001C0CC4" w:rsidRDefault="00DC7196" w:rsidP="00BB2E83">
            <w:pPr>
              <w:pStyle w:val="TAC"/>
            </w:pPr>
            <w:r w:rsidRPr="001C0CC4">
              <w:t>84.6%</w:t>
            </w:r>
          </w:p>
        </w:tc>
      </w:tr>
      <w:tr w:rsidR="00DC7196" w:rsidRPr="001C0CC4" w14:paraId="774F05D9" w14:textId="77777777" w:rsidTr="00BB2E83">
        <w:trPr>
          <w:trHeight w:val="187"/>
          <w:jc w:val="center"/>
        </w:trPr>
        <w:tc>
          <w:tcPr>
            <w:tcW w:w="1076" w:type="dxa"/>
          </w:tcPr>
          <w:p w14:paraId="0D9A8E72" w14:textId="77777777" w:rsidR="00DC7196" w:rsidRPr="001C0CC4" w:rsidRDefault="00DC7196" w:rsidP="00BB2E83">
            <w:pPr>
              <w:pStyle w:val="TAC"/>
            </w:pPr>
            <w:r w:rsidRPr="001C0CC4">
              <w:t>C0</w:t>
            </w:r>
          </w:p>
        </w:tc>
        <w:tc>
          <w:tcPr>
            <w:tcW w:w="1260" w:type="dxa"/>
            <w:shd w:val="clear" w:color="auto" w:fill="auto"/>
          </w:tcPr>
          <w:p w14:paraId="7D57687A" w14:textId="77777777" w:rsidR="00DC7196" w:rsidRPr="001C0CC4" w:rsidRDefault="00DC7196" w:rsidP="00BB2E83">
            <w:pPr>
              <w:pStyle w:val="TAC"/>
            </w:pPr>
            <w:r w:rsidRPr="001C0CC4">
              <w:t>1240</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1D5011F3"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23CD540C" w14:textId="77777777" w:rsidR="00DC7196" w:rsidRPr="001C0CC4" w:rsidRDefault="00DC7196" w:rsidP="00BB2E83">
            <w:pPr>
              <w:pStyle w:val="TAC"/>
            </w:pPr>
            <w:r w:rsidRPr="001C0CC4">
              <w:t>1096</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171E0FC0" w14:textId="77777777" w:rsidR="00DC7196" w:rsidRPr="001C0CC4" w:rsidRDefault="00DC7196" w:rsidP="00BB2E83">
            <w:pPr>
              <w:pStyle w:val="TAC"/>
            </w:pPr>
            <w:r w:rsidRPr="001C0CC4">
              <w:t>88.4%</w:t>
            </w:r>
          </w:p>
        </w:tc>
      </w:tr>
      <w:tr w:rsidR="00DC7196" w:rsidRPr="001C0CC4" w14:paraId="2EDEC284" w14:textId="77777777" w:rsidTr="00BB2E83">
        <w:trPr>
          <w:trHeight w:val="187"/>
          <w:jc w:val="center"/>
        </w:trPr>
        <w:tc>
          <w:tcPr>
            <w:tcW w:w="1076" w:type="dxa"/>
          </w:tcPr>
          <w:p w14:paraId="2DA05284" w14:textId="77777777" w:rsidR="00DC7196" w:rsidRPr="001C0CC4" w:rsidRDefault="00DC7196" w:rsidP="00BB2E83">
            <w:pPr>
              <w:pStyle w:val="TAC"/>
            </w:pPr>
            <w:r w:rsidRPr="001C0CC4">
              <w:t>C2</w:t>
            </w:r>
          </w:p>
        </w:tc>
        <w:tc>
          <w:tcPr>
            <w:tcW w:w="1260" w:type="dxa"/>
            <w:shd w:val="clear" w:color="auto" w:fill="auto"/>
          </w:tcPr>
          <w:p w14:paraId="7A8A4F04"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174" w:type="dxa"/>
          </w:tcPr>
          <w:p w14:paraId="27064E15" w14:textId="77777777" w:rsidR="00DC7196" w:rsidRPr="001C0CC4" w:rsidRDefault="00DC7196" w:rsidP="00BB2E83">
            <w:pPr>
              <w:pStyle w:val="TAC"/>
            </w:pPr>
            <w:r w:rsidRPr="001C0CC4">
              <w:t>2048</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346" w:type="dxa"/>
          </w:tcPr>
          <w:p w14:paraId="37EE3866" w14:textId="77777777" w:rsidR="00DC7196" w:rsidRPr="001C0CC4" w:rsidRDefault="00DC7196" w:rsidP="00BB2E83">
            <w:pPr>
              <w:pStyle w:val="TAC"/>
            </w:pPr>
            <w:r w:rsidRPr="001C0CC4">
              <w:t>1904</w:t>
            </w:r>
            <w:r w:rsidRPr="001C0CC4">
              <w:rPr>
                <w:rFonts w:hint="eastAsia"/>
              </w:rPr>
              <w:sym w:font="Mathematica1" w:char="F0D7"/>
            </w:r>
            <w:r w:rsidRPr="001C0CC4">
              <w:t>2</w:t>
            </w:r>
            <w:r w:rsidRPr="001C0CC4">
              <w:rPr>
                <w:i/>
                <w:vertAlign w:val="superscript"/>
              </w:rPr>
              <w:t>-</w:t>
            </w:r>
            <w:r w:rsidRPr="001C0CC4">
              <w:rPr>
                <w:i/>
                <w:vertAlign w:val="superscript"/>
              </w:rPr>
              <w:sym w:font="Mathematica1" w:char="F06D"/>
            </w:r>
          </w:p>
        </w:tc>
        <w:tc>
          <w:tcPr>
            <w:tcW w:w="1279" w:type="dxa"/>
          </w:tcPr>
          <w:p w14:paraId="48F66072" w14:textId="77777777" w:rsidR="00DC7196" w:rsidRPr="001C0CC4" w:rsidRDefault="00DC7196" w:rsidP="00BB2E83">
            <w:pPr>
              <w:pStyle w:val="TAC"/>
            </w:pPr>
            <w:r w:rsidRPr="001C0CC4">
              <w:t>93.0%</w:t>
            </w:r>
          </w:p>
        </w:tc>
      </w:tr>
      <w:tr w:rsidR="00DC7196" w:rsidRPr="001C0CC4" w14:paraId="0057CD67" w14:textId="77777777" w:rsidTr="00BB2E83">
        <w:trPr>
          <w:trHeight w:val="187"/>
          <w:jc w:val="center"/>
        </w:trPr>
        <w:tc>
          <w:tcPr>
            <w:tcW w:w="6135" w:type="dxa"/>
            <w:gridSpan w:val="5"/>
          </w:tcPr>
          <w:p w14:paraId="32D91846" w14:textId="77777777" w:rsidR="00DC7196" w:rsidRPr="001C0CC4" w:rsidRDefault="00DC7196" w:rsidP="00BB2E83">
            <w:pPr>
              <w:pStyle w:val="TAN"/>
            </w:pPr>
            <w:r w:rsidRPr="001C0CC4">
              <w:t>NOTE 1:</w:t>
            </w:r>
            <w:r w:rsidRPr="001C0CC4">
              <w:tab/>
              <w:t>The use of other FFT sizes is possible as long as appropriate scaling of the window length is applied</w:t>
            </w:r>
          </w:p>
          <w:p w14:paraId="4D84F27F" w14:textId="77777777" w:rsidR="00DC7196" w:rsidRPr="001C0CC4" w:rsidRDefault="00DC7196" w:rsidP="00BB2E83">
            <w:pPr>
              <w:pStyle w:val="TAN"/>
            </w:pPr>
            <w:r w:rsidRPr="001C0CC4">
              <w:t>NOTE 2:</w:t>
            </w:r>
            <w:r w:rsidRPr="001C0CC4">
              <w:tab/>
              <w:t>These percentages are informative</w:t>
            </w:r>
          </w:p>
        </w:tc>
      </w:tr>
    </w:tbl>
    <w:p w14:paraId="436FA509" w14:textId="77777777" w:rsidR="00DC7196" w:rsidRPr="001C0CC4" w:rsidRDefault="00DC7196" w:rsidP="00DC7196"/>
    <w:p w14:paraId="2D1B2217" w14:textId="77777777" w:rsidR="00DC7196" w:rsidRPr="001C0CC4" w:rsidRDefault="00DC7196" w:rsidP="00DC7196">
      <w:pPr>
        <w:pStyle w:val="Heading1"/>
      </w:pPr>
      <w:bookmarkStart w:id="1312" w:name="_Toc21344585"/>
      <w:bookmarkStart w:id="1313" w:name="_Toc29802073"/>
      <w:bookmarkStart w:id="1314" w:name="_Toc29802497"/>
      <w:bookmarkStart w:id="1315" w:name="_Toc29803122"/>
      <w:bookmarkStart w:id="1316" w:name="_Toc36107864"/>
      <w:bookmarkStart w:id="1317" w:name="_Toc37251638"/>
      <w:bookmarkStart w:id="1318" w:name="_Toc45888577"/>
      <w:bookmarkStart w:id="1319" w:name="_Toc45889176"/>
      <w:bookmarkStart w:id="1320" w:name="_Toc59650554"/>
      <w:bookmarkStart w:id="1321" w:name="_Toc61357826"/>
      <w:bookmarkStart w:id="1322" w:name="_Toc61359600"/>
      <w:bookmarkStart w:id="1323" w:name="_Toc67916540"/>
      <w:bookmarkStart w:id="1324" w:name="_Toc75534086"/>
      <w:bookmarkStart w:id="1325" w:name="_Toc75819972"/>
      <w:bookmarkStart w:id="1326" w:name="_Toc76508816"/>
      <w:bookmarkStart w:id="1327" w:name="_Toc76717766"/>
      <w:bookmarkStart w:id="1328" w:name="_Toc83294407"/>
      <w:bookmarkStart w:id="1329" w:name="_Toc84335446"/>
      <w:r w:rsidRPr="001C0CC4">
        <w:t>F.6</w:t>
      </w:r>
      <w:r w:rsidRPr="001C0CC4">
        <w:tab/>
        <w:t>Averaged EVM</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04F789BA" w14:textId="77777777" w:rsidR="00DC7196" w:rsidRPr="001C0CC4" w:rsidRDefault="00DC7196" w:rsidP="00DC7196">
      <w:r w:rsidRPr="001C0CC4">
        <w:t xml:space="preserve">The general EVM is averaged over </w:t>
      </w:r>
      <w:r w:rsidRPr="001C0CC4">
        <w:rPr>
          <w:lang w:eastAsia="zh-CN"/>
        </w:rPr>
        <w:t>basic EVM measurements for n slots in the time domain</w:t>
      </w:r>
      <w:r w:rsidRPr="001C0CC4">
        <w:t>.</w:t>
      </w:r>
    </w:p>
    <w:p w14:paraId="276B4EFB" w14:textId="77777777" w:rsidR="00DC7196" w:rsidRPr="001C0CC4" w:rsidRDefault="00DC7196" w:rsidP="00DC7196">
      <w:pPr>
        <w:pStyle w:val="EQ"/>
        <w:jc w:val="center"/>
        <w:rPr>
          <w:rFonts w:eastAsia="×–¾’©‘Ì"/>
          <w:noProof w:val="0"/>
        </w:rPr>
      </w:pPr>
      <w:r w:rsidRPr="001C0CC4">
        <w:rPr>
          <w:rFonts w:eastAsia="×–¾’©‘Ì"/>
          <w:noProof w:val="0"/>
          <w:position w:val="-30"/>
        </w:rPr>
        <w:object w:dxaOrig="2160" w:dyaOrig="760" w14:anchorId="5C37A86F">
          <v:shape id="_x0000_i1110" type="#_x0000_t75" style="width:108.2pt;height:35.75pt" o:ole="">
            <v:imagedata r:id="rId154" o:title=""/>
          </v:shape>
          <o:OLEObject Type="Embed" ProgID="Equation.3" ShapeID="_x0000_i1110" DrawAspect="Content" ObjectID="_1734986677" r:id="rId155"/>
        </w:object>
      </w:r>
      <w:r w:rsidRPr="001C0CC4">
        <w:rPr>
          <w:rFonts w:eastAsia="×–¾’©‘Ì"/>
        </w:rPr>
        <w:t>,</w:t>
      </w:r>
    </w:p>
    <w:p w14:paraId="2D815EB2" w14:textId="77777777" w:rsidR="00DC7196" w:rsidRPr="001C0CC4" w:rsidRDefault="00DC7196" w:rsidP="00DC7196">
      <w:pPr>
        <w:rPr>
          <w:rFonts w:eastAsia="×–¾’©‘Ì"/>
        </w:rPr>
      </w:pPr>
      <w:r w:rsidRPr="001C0CC4">
        <w:rPr>
          <w:rFonts w:eastAsia="×–¾’©‘Ì"/>
        </w:rPr>
        <w:t>where n is</w:t>
      </w:r>
    </w:p>
    <w:p w14:paraId="571AA66F" w14:textId="77777777" w:rsidR="00DC7196" w:rsidRPr="00E22A58" w:rsidRDefault="00E22A58" w:rsidP="00DC7196">
      <w:pPr>
        <w:rPr>
          <w:rFonts w:ascii="Calibri" w:hAnsi="Calibri"/>
          <w:sz w:val="24"/>
        </w:rPr>
      </w:pPr>
      <m:oMathPara>
        <m:oMath>
          <m:r>
            <w:rPr>
              <w:rFonts w:ascii="Cambria Math" w:eastAsia="×–¾’©‘Ì" w:hAnsi="Cambria Math" w:cs="Arial"/>
            </w:rPr>
            <m:t>n=</m:t>
          </m:r>
          <m:d>
            <m:dPr>
              <m:begChr m:val="{"/>
              <m:endChr m:val=""/>
              <m:ctrlPr>
                <w:rPr>
                  <w:rFonts w:ascii="Cambria Math" w:eastAsia="×–¾’©‘Ì" w:hAnsi="Cambria Math" w:cs="Arial"/>
                  <w:i/>
                </w:rPr>
              </m:ctrlPr>
            </m:dPr>
            <m:e>
              <m:eqArr>
                <m:eqArrPr>
                  <m:ctrlPr>
                    <w:rPr>
                      <w:rFonts w:ascii="Cambria Math" w:eastAsia="×–¾’©‘Ì" w:hAnsi="Cambria Math" w:cs="Arial"/>
                      <w:i/>
                    </w:rPr>
                  </m:ctrlPr>
                </m:eqArrPr>
                <m:e>
                  <m:r>
                    <w:rPr>
                      <w:rFonts w:ascii="Cambria Math" w:eastAsia="×–¾’©‘Ì" w:hAnsi="Cambria Math" w:cs="Arial"/>
                    </w:rPr>
                    <m:t>10, for 15 kHz SCS</m:t>
                  </m:r>
                </m:e>
                <m:e>
                  <m:r>
                    <w:rPr>
                      <w:rFonts w:ascii="Cambria Math" w:eastAsia="×–¾’©‘Ì" w:hAnsi="Cambria Math" w:cs="Arial"/>
                    </w:rPr>
                    <m:t>20, for 30 kHz SCS</m:t>
                  </m:r>
                </m:e>
                <m:e>
                  <m:r>
                    <w:rPr>
                      <w:rFonts w:ascii="Cambria Math" w:eastAsia="×–¾’©‘Ì" w:hAnsi="Cambria Math" w:cs="Arial"/>
                    </w:rPr>
                    <m:t>40, for 60 kHz SCS</m:t>
                  </m:r>
                </m:e>
              </m:eqArr>
            </m:e>
          </m:d>
        </m:oMath>
      </m:oMathPara>
    </w:p>
    <w:p w14:paraId="37507528" w14:textId="77777777" w:rsidR="00DC7196" w:rsidRPr="001C0CC4" w:rsidRDefault="00DC7196" w:rsidP="00DC7196">
      <w:pPr>
        <w:rPr>
          <w:rFonts w:eastAsia="×–¾’©‘Ì"/>
        </w:rPr>
      </w:pPr>
    </w:p>
    <w:p w14:paraId="24AB5540" w14:textId="77777777" w:rsidR="00DC7196" w:rsidRPr="001C0CC4" w:rsidRDefault="00DC7196" w:rsidP="00DC7196">
      <w:r w:rsidRPr="001C0CC4">
        <w:rPr>
          <w:rFonts w:eastAsia="×–¾’©‘Ì"/>
        </w:rPr>
        <w:t>for PUCCH, PUSCH.</w:t>
      </w:r>
    </w:p>
    <w:p w14:paraId="5BF24A4C" w14:textId="77777777" w:rsidR="00DC7196" w:rsidRPr="001C0CC4" w:rsidRDefault="00DC7196" w:rsidP="00DC7196">
      <w:r w:rsidRPr="001C0CC4">
        <w:t>The EVM requirements shall be tested against the maximum of the RMS average at the window W extremities of the EVM measurements:</w:t>
      </w:r>
    </w:p>
    <w:p w14:paraId="79191B79" w14:textId="77777777" w:rsidR="00DC7196" w:rsidRPr="001C0CC4" w:rsidRDefault="00DC7196" w:rsidP="00DC7196">
      <w:r w:rsidRPr="001C0CC4">
        <w:t xml:space="preserve">Thus </w:t>
      </w:r>
      <w:r w:rsidRPr="001C0CC4">
        <w:rPr>
          <w:rFonts w:eastAsia="×–¾’©‘Ì"/>
          <w:position w:val="-6"/>
        </w:rPr>
        <w:object w:dxaOrig="660" w:dyaOrig="340" w14:anchorId="185813EC">
          <v:shape id="_x0000_i1111" type="#_x0000_t75" style="width:36.25pt;height:10.5pt" o:ole="">
            <v:imagedata r:id="rId156" o:title=""/>
          </v:shape>
          <o:OLEObject Type="Embed" ProgID="Equation.3" ShapeID="_x0000_i1111" DrawAspect="Content" ObjectID="_1734986678" r:id="rId157"/>
        </w:object>
      </w:r>
      <w:r w:rsidRPr="001C0CC4">
        <w:rPr>
          <w:vertAlign w:val="subscript"/>
        </w:rPr>
        <w:t xml:space="preserve"> </w:t>
      </w:r>
      <w:r w:rsidRPr="001C0CC4">
        <w:t xml:space="preserve">is calculated using </w:t>
      </w:r>
      <w:r w:rsidRPr="001C0CC4">
        <w:rPr>
          <w:position w:val="-12"/>
        </w:rPr>
        <w:object w:dxaOrig="900" w:dyaOrig="360" w14:anchorId="737B7F45">
          <v:shape id="_x0000_i1112" type="#_x0000_t75" style="width:41pt;height:10.5pt" o:ole="" fillcolor="window">
            <v:imagedata r:id="rId158" o:title=""/>
          </v:shape>
          <o:OLEObject Type="Embed" ProgID="Equation.3" ShapeID="_x0000_i1112" DrawAspect="Content" ObjectID="_1734986679" r:id="rId159"/>
        </w:object>
      </w:r>
      <w:r w:rsidRPr="001C0CC4">
        <w:t xml:space="preserve">in the expressions above and </w:t>
      </w:r>
      <w:r w:rsidRPr="001C0CC4">
        <w:rPr>
          <w:rFonts w:eastAsia="×–¾’©‘Ì"/>
          <w:position w:val="-6"/>
        </w:rPr>
        <w:object w:dxaOrig="720" w:dyaOrig="340" w14:anchorId="639FF8BA">
          <v:shape id="_x0000_i1113" type="#_x0000_t75" style="width:36.25pt;height:10.5pt" o:ole="">
            <v:imagedata r:id="rId160" o:title=""/>
          </v:shape>
          <o:OLEObject Type="Embed" ProgID="Equation.3" ShapeID="_x0000_i1113" DrawAspect="Content" ObjectID="_1734986680" r:id="rId161"/>
        </w:object>
      </w:r>
      <w:r w:rsidRPr="001C0CC4">
        <w:t xml:space="preserve">is calculated using </w:t>
      </w:r>
      <w:r w:rsidRPr="001C0CC4">
        <w:rPr>
          <w:position w:val="-12"/>
        </w:rPr>
        <w:object w:dxaOrig="900" w:dyaOrig="360" w14:anchorId="02A8C354">
          <v:shape id="_x0000_i1114" type="#_x0000_t75" style="width:41pt;height:10.5pt" o:ole="" fillcolor="window">
            <v:imagedata r:id="rId162" o:title=""/>
          </v:shape>
          <o:OLEObject Type="Embed" ProgID="Equation.3" ShapeID="_x0000_i1114" DrawAspect="Content" ObjectID="_1734986681" r:id="rId163"/>
        </w:object>
      </w:r>
      <w:r w:rsidRPr="001C0CC4">
        <w:t>.</w:t>
      </w:r>
    </w:p>
    <w:p w14:paraId="5EAAEDB7" w14:textId="77777777" w:rsidR="00DC7196" w:rsidRPr="001C0CC4" w:rsidRDefault="00DC7196" w:rsidP="00DC7196">
      <w:r w:rsidRPr="001C0CC4">
        <w:t>Thus we get:</w:t>
      </w:r>
    </w:p>
    <w:p w14:paraId="5E6E6D41" w14:textId="77777777" w:rsidR="00DC7196" w:rsidRPr="001C0CC4" w:rsidRDefault="00DC7196" w:rsidP="00DC7196">
      <w:pPr>
        <w:pStyle w:val="EQ"/>
        <w:rPr>
          <w:rFonts w:eastAsia="×–¾’©‘Ì"/>
          <w:noProof w:val="0"/>
        </w:rPr>
      </w:pPr>
      <w:r w:rsidRPr="001C0CC4">
        <w:rPr>
          <w:rFonts w:eastAsia="×–¾’©‘Ì"/>
          <w:noProof w:val="0"/>
          <w:position w:val="-10"/>
        </w:rPr>
        <w:object w:dxaOrig="2840" w:dyaOrig="380" w14:anchorId="0D930885">
          <v:shape id="_x0000_i1115" type="#_x0000_t75" style="width:2in;height:25.75pt" o:ole="">
            <v:imagedata r:id="rId164" o:title=""/>
          </v:shape>
          <o:OLEObject Type="Embed" ProgID="Equation.3" ShapeID="_x0000_i1115" DrawAspect="Content" ObjectID="_1734986682" r:id="rId165"/>
        </w:object>
      </w:r>
    </w:p>
    <w:p w14:paraId="7CCBF0D4" w14:textId="77777777" w:rsidR="00DC7196" w:rsidRPr="001C0CC4" w:rsidRDefault="00DC7196" w:rsidP="00DC7196">
      <w:pPr>
        <w:rPr>
          <w:rFonts w:eastAsia="×–¾’©‘Ì"/>
        </w:rPr>
      </w:pPr>
      <w:r w:rsidRPr="001C0CC4">
        <w:rPr>
          <w:iCs/>
        </w:rPr>
        <w:t xml:space="preserve">The calculation of the EVM for the demodulation reference signal, </w:t>
      </w:r>
      <w:r w:rsidRPr="001C0CC4">
        <w:rPr>
          <w:rFonts w:eastAsia="×–¾’©‘Ì"/>
          <w:position w:val="-12"/>
        </w:rPr>
        <w:object w:dxaOrig="999" w:dyaOrig="360" w14:anchorId="0AC8D248">
          <v:shape id="_x0000_i1116" type="#_x0000_t75" style="width:46.25pt;height:10.5pt" o:ole="">
            <v:imagedata r:id="rId166" o:title=""/>
          </v:shape>
          <o:OLEObject Type="Embed" ProgID="Equation.3" ShapeID="_x0000_i1116" DrawAspect="Content" ObjectID="_1734986683" r:id="rId167"/>
        </w:object>
      </w:r>
      <w:r w:rsidRPr="001C0CC4">
        <w:rPr>
          <w:rFonts w:eastAsia="×–¾’©‘Ì"/>
        </w:rPr>
        <w:t xml:space="preserve">, follows the same procedure as calculating the general EVM, with the exception that the modulation symbol set </w:t>
      </w:r>
      <w:r w:rsidRPr="001C0CC4">
        <w:rPr>
          <w:position w:val="-12"/>
        </w:rPr>
        <w:object w:dxaOrig="300" w:dyaOrig="360" w14:anchorId="61D14354">
          <v:shape id="_x0000_i1117" type="#_x0000_t75" style="width:10.5pt;height:10.5pt" o:ole="">
            <v:imagedata r:id="rId37" o:title=""/>
          </v:shape>
          <o:OLEObject Type="Embed" ProgID="Equation.3" ShapeID="_x0000_i1117" DrawAspect="Content" ObjectID="_1734986684" r:id="rId168"/>
        </w:object>
      </w:r>
      <w:r w:rsidRPr="001C0CC4">
        <w:rPr>
          <w:rFonts w:eastAsia="×–¾’©‘Ì"/>
        </w:rPr>
        <w:t xml:space="preserve"> defined in clause F.2 is restricted to symbols containing uplink demodulation reference signals.</w:t>
      </w:r>
    </w:p>
    <w:p w14:paraId="0577404F" w14:textId="77777777" w:rsidR="00DC7196" w:rsidRPr="001C0CC4" w:rsidRDefault="00DC7196" w:rsidP="00DC7196">
      <w:pPr>
        <w:rPr>
          <w:rFonts w:eastAsia="×–¾’©‘Ì"/>
        </w:rPr>
      </w:pPr>
      <w:r w:rsidRPr="001C0CC4">
        <w:rPr>
          <w:rFonts w:eastAsia="×–¾’©‘Ì"/>
        </w:rPr>
        <w:t xml:space="preserve">The basic </w:t>
      </w:r>
      <w:r w:rsidRPr="001C0CC4">
        <w:rPr>
          <w:rFonts w:eastAsia="×–¾’©‘Ì"/>
          <w:position w:val="-12"/>
        </w:rPr>
        <w:object w:dxaOrig="999" w:dyaOrig="360" w14:anchorId="4E69D5AA">
          <v:shape id="_x0000_i1118" type="#_x0000_t75" style="width:46.25pt;height:10.5pt" o:ole="">
            <v:imagedata r:id="rId166" o:title=""/>
          </v:shape>
          <o:OLEObject Type="Embed" ProgID="Equation.3" ShapeID="_x0000_i1118" DrawAspect="Content" ObjectID="_1734986685" r:id="rId169"/>
        </w:object>
      </w:r>
      <w:r w:rsidRPr="001C0CC4">
        <w:rPr>
          <w:rFonts w:eastAsia="×–¾’©‘Ì"/>
        </w:rPr>
        <w:t xml:space="preserve"> measurements are first averaged over n slots in the time domain to obtain an intermediate average </w:t>
      </w:r>
      <w:r w:rsidRPr="001C0CC4">
        <w:rPr>
          <w:rFonts w:eastAsia="×–¾’©‘Ì"/>
          <w:position w:val="-6"/>
        </w:rPr>
        <w:object w:dxaOrig="1020" w:dyaOrig="340" w14:anchorId="21BB6AEF">
          <v:shape id="_x0000_i1119" type="#_x0000_t75" style="width:46.25pt;height:10.5pt" o:ole="">
            <v:imagedata r:id="rId170" o:title=""/>
          </v:shape>
          <o:OLEObject Type="Embed" ProgID="Equation.3" ShapeID="_x0000_i1119" DrawAspect="Content" ObjectID="_1734986686" r:id="rId171"/>
        </w:object>
      </w:r>
      <w:r w:rsidRPr="001C0CC4">
        <w:rPr>
          <w:rFonts w:eastAsia="×–¾’©‘Ì"/>
        </w:rPr>
        <w:t>.</w:t>
      </w:r>
    </w:p>
    <w:p w14:paraId="20F1B00A" w14:textId="77777777" w:rsidR="00DC7196" w:rsidRPr="00E22A58" w:rsidRDefault="00000000" w:rsidP="00DC7196">
      <m:oMathPara>
        <m:oMath>
          <m:sSub>
            <m:sSubPr>
              <m:ctrlPr>
                <w:rPr>
                  <w:rFonts w:ascii="Cambria Math" w:eastAsia="Calibri" w:hAnsi="Cambria Math"/>
                  <w:i/>
                  <w:lang w:val="de-DE"/>
                </w:rPr>
              </m:ctrlPr>
            </m:sSubPr>
            <m:e>
              <m:bar>
                <m:barPr>
                  <m:pos m:val="top"/>
                  <m:ctrlPr>
                    <w:rPr>
                      <w:rFonts w:ascii="Cambria Math" w:eastAsia="Calibri" w:hAnsi="Cambria Math"/>
                      <w:i/>
                      <w:lang w:val="de-DE"/>
                    </w:rPr>
                  </m:ctrlPr>
                </m:barPr>
                <m:e>
                  <m:r>
                    <w:rPr>
                      <w:rFonts w:ascii="Cambria Math" w:hAnsi="Cambria Math"/>
                    </w:rPr>
                    <m:t>EVM</m:t>
                  </m:r>
                </m:e>
              </m:bar>
            </m:e>
            <m:sub>
              <m:r>
                <w:rPr>
                  <w:rFonts w:ascii="Cambria Math" w:hAnsi="Cambria Math"/>
                </w:rPr>
                <m:t>DMRS</m:t>
              </m:r>
            </m:sub>
          </m:sSub>
          <m:r>
            <w:rPr>
              <w:rFonts w:ascii="Cambria Math" w:hAnsi="Cambria Math"/>
            </w:rPr>
            <m:t>=</m:t>
          </m:r>
          <m:rad>
            <m:radPr>
              <m:degHide m:val="1"/>
              <m:ctrlPr>
                <w:rPr>
                  <w:rFonts w:ascii="Cambria Math" w:hAnsi="Cambria Math"/>
                  <w:i/>
                  <w:lang w:val="de-DE"/>
                </w:rPr>
              </m:ctrlPr>
            </m:radPr>
            <m:deg/>
            <m:e>
              <m:f>
                <m:fPr>
                  <m:ctrlPr>
                    <w:rPr>
                      <w:rFonts w:ascii="Cambria Math" w:hAnsi="Cambria Math"/>
                      <w:i/>
                      <w:lang w:val="de-DE"/>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lang w:val="de-DE"/>
                    </w:rPr>
                  </m:ctrlPr>
                </m:naryPr>
                <m:sub>
                  <m:r>
                    <w:rPr>
                      <w:rFonts w:ascii="Cambria Math" w:hAnsi="Cambria Math"/>
                    </w:rPr>
                    <m:t>i=1</m:t>
                  </m:r>
                </m:sub>
                <m:sup>
                  <m:r>
                    <w:rPr>
                      <w:rFonts w:ascii="Cambria Math" w:hAnsi="Cambria Math"/>
                    </w:rPr>
                    <m:t>n</m:t>
                  </m:r>
                </m:sup>
                <m:e>
                  <m:sSubSup>
                    <m:sSubSupPr>
                      <m:ctrlPr>
                        <w:rPr>
                          <w:rFonts w:ascii="Cambria Math" w:hAnsi="Cambria Math"/>
                          <w:i/>
                          <w:lang w:val="de-DE"/>
                        </w:rPr>
                      </m:ctrlPr>
                    </m:sSubSupPr>
                    <m:e>
                      <m:r>
                        <w:rPr>
                          <w:rFonts w:ascii="Cambria Math" w:hAnsi="Cambria Math"/>
                        </w:rPr>
                        <m:t>EVM</m:t>
                      </m:r>
                    </m:e>
                    <m:sub>
                      <m:r>
                        <w:rPr>
                          <w:rFonts w:ascii="Cambria Math" w:hAnsi="Cambria Math"/>
                        </w:rPr>
                        <m:t>DMRS,i</m:t>
                      </m:r>
                    </m:sub>
                    <m:sup>
                      <m:r>
                        <w:rPr>
                          <w:rFonts w:ascii="Cambria Math" w:hAnsi="Cambria Math"/>
                        </w:rPr>
                        <m:t>2</m:t>
                      </m:r>
                    </m:sup>
                  </m:sSubSup>
                </m:e>
              </m:nary>
            </m:e>
          </m:rad>
        </m:oMath>
      </m:oMathPara>
    </w:p>
    <w:p w14:paraId="2509458B" w14:textId="77777777" w:rsidR="00DC7196" w:rsidRPr="001C0CC4" w:rsidRDefault="00DC7196" w:rsidP="00DC7196">
      <w:r w:rsidRPr="001C0CC4">
        <w:rPr>
          <w:rFonts w:eastAsia="×–¾’©‘Ì"/>
        </w:rPr>
        <w:t xml:space="preserve">In the determination of each </w:t>
      </w:r>
      <w:r w:rsidR="00E22A58" w:rsidRPr="00DC7196">
        <w:rPr>
          <w:rFonts w:eastAsia="×–¾’©‘Ì"/>
          <w:noProof/>
          <w:lang w:val="en-US"/>
        </w:rPr>
        <w:drawing>
          <wp:inline distT="0" distB="0" distL="0" distR="0" wp14:anchorId="676556D9" wp14:editId="35C1BB78">
            <wp:extent cx="685800" cy="238125"/>
            <wp:effectExtent l="0" t="0" r="0" b="0"/>
            <wp:docPr id="403"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1C0CC4">
        <w:rPr>
          <w:rFonts w:eastAsia="×–¾’©‘Ì"/>
        </w:rPr>
        <w:t xml:space="preserve">, the timing is set to </w:t>
      </w:r>
      <w:r w:rsidRPr="001C0CC4">
        <w:rPr>
          <w:position w:val="-12"/>
        </w:rPr>
        <w:object w:dxaOrig="900" w:dyaOrig="360" w14:anchorId="1CB96AAE">
          <v:shape id="_x0000_i1120" type="#_x0000_t75" style="width:41pt;height:10.5pt" o:ole="" fillcolor="window">
            <v:imagedata r:id="rId158" o:title=""/>
          </v:shape>
          <o:OLEObject Type="Embed" ProgID="Equation.3" ShapeID="_x0000_i1120" DrawAspect="Content" ObjectID="_1734986687" r:id="rId173"/>
        </w:object>
      </w:r>
      <w:r w:rsidRPr="001C0CC4">
        <w:t xml:space="preserve"> if </w:t>
      </w:r>
      <w:r w:rsidRPr="001C0CC4">
        <w:rPr>
          <w:rFonts w:eastAsia="×–¾’©‘Ì"/>
          <w:position w:val="-6"/>
        </w:rPr>
        <w:object w:dxaOrig="1560" w:dyaOrig="340" w14:anchorId="533CF400">
          <v:shape id="_x0000_i1121" type="#_x0000_t75" style="width:77.2pt;height:10.5pt" o:ole="">
            <v:imagedata r:id="rId174" o:title=""/>
          </v:shape>
          <o:OLEObject Type="Embed" ProgID="Equation.3" ShapeID="_x0000_i1121" DrawAspect="Content" ObjectID="_1734986688" r:id="rId175"/>
        </w:object>
      </w:r>
      <w:r w:rsidRPr="001C0CC4">
        <w:rPr>
          <w:rFonts w:eastAsia="×–¾’©‘Ì"/>
        </w:rPr>
        <w:t xml:space="preserve">, </w:t>
      </w:r>
      <w:r w:rsidRPr="001C0CC4">
        <w:t xml:space="preserve">and it is set to </w:t>
      </w:r>
      <w:r w:rsidRPr="001C0CC4">
        <w:rPr>
          <w:position w:val="-12"/>
        </w:rPr>
        <w:object w:dxaOrig="900" w:dyaOrig="360" w14:anchorId="5B68F658">
          <v:shape id="_x0000_i1122" type="#_x0000_t75" style="width:41pt;height:10.5pt" o:ole="" fillcolor="window">
            <v:imagedata r:id="rId162" o:title=""/>
          </v:shape>
          <o:OLEObject Type="Embed" ProgID="Equation.3" ShapeID="_x0000_i1122" DrawAspect="Content" ObjectID="_1734986689" r:id="rId176"/>
        </w:object>
      </w:r>
      <w:r w:rsidRPr="001C0CC4">
        <w:t xml:space="preserve"> otherwise, where </w:t>
      </w:r>
      <w:r w:rsidRPr="001C0CC4">
        <w:rPr>
          <w:rFonts w:eastAsia="×–¾’©‘Ì"/>
          <w:position w:val="-6"/>
        </w:rPr>
        <w:object w:dxaOrig="660" w:dyaOrig="340" w14:anchorId="624D3E5D">
          <v:shape id="_x0000_i1123" type="#_x0000_t75" style="width:36.25pt;height:10.5pt" o:ole="">
            <v:imagedata r:id="rId156" o:title=""/>
          </v:shape>
          <o:OLEObject Type="Embed" ProgID="Equation.3" ShapeID="_x0000_i1123" DrawAspect="Content" ObjectID="_1734986690" r:id="rId177"/>
        </w:object>
      </w:r>
      <w:r w:rsidRPr="001C0CC4">
        <w:rPr>
          <w:rFonts w:eastAsia="×–¾’©‘Ì"/>
        </w:rPr>
        <w:t xml:space="preserve"> and</w:t>
      </w:r>
      <w:r w:rsidRPr="001C0CC4">
        <w:t xml:space="preserve"> </w:t>
      </w:r>
      <w:r w:rsidRPr="001C0CC4">
        <w:rPr>
          <w:rFonts w:eastAsia="×–¾’©‘Ì"/>
          <w:position w:val="-6"/>
        </w:rPr>
        <w:object w:dxaOrig="720" w:dyaOrig="340" w14:anchorId="1BE317BB">
          <v:shape id="_x0000_i1124" type="#_x0000_t75" style="width:36.25pt;height:10.5pt" o:ole="">
            <v:imagedata r:id="rId160" o:title=""/>
          </v:shape>
          <o:OLEObject Type="Embed" ProgID="Equation.3" ShapeID="_x0000_i1124" DrawAspect="Content" ObjectID="_1734986691" r:id="rId178"/>
        </w:object>
      </w:r>
      <w:r w:rsidRPr="001C0CC4">
        <w:t xml:space="preserve"> are the general average EVM values calculated in the same n slots over which the intermediate average</w:t>
      </w:r>
      <w:r w:rsidRPr="001C0CC4">
        <w:rPr>
          <w:rFonts w:eastAsia="×–¾’©‘Ì"/>
        </w:rPr>
        <w:t xml:space="preserve"> </w:t>
      </w:r>
      <w:r w:rsidRPr="001C0CC4">
        <w:rPr>
          <w:rFonts w:eastAsia="×–¾’©‘Ì"/>
          <w:position w:val="-6"/>
        </w:rPr>
        <w:object w:dxaOrig="1020" w:dyaOrig="340" w14:anchorId="219314E7">
          <v:shape id="_x0000_i1125" type="#_x0000_t75" style="width:46.25pt;height:10.5pt" o:ole="">
            <v:imagedata r:id="rId170" o:title=""/>
          </v:shape>
          <o:OLEObject Type="Embed" ProgID="Equation.3" ShapeID="_x0000_i1125" DrawAspect="Content" ObjectID="_1734986692" r:id="rId179"/>
        </w:object>
      </w:r>
      <w:r w:rsidRPr="001C0CC4">
        <w:rPr>
          <w:rFonts w:eastAsia="×–¾’©‘Ì"/>
        </w:rPr>
        <w:t xml:space="preserve"> is calculated. </w:t>
      </w:r>
      <w:r w:rsidRPr="001C0CC4">
        <w:t xml:space="preserve">Note that in some cases, the general average EVM may be calculated only for the purpose of timing selection for the </w:t>
      </w:r>
      <w:r w:rsidRPr="001C0CC4">
        <w:rPr>
          <w:iCs/>
        </w:rPr>
        <w:t>demodulation reference signal EVM</w:t>
      </w:r>
      <w:r w:rsidRPr="001C0CC4">
        <w:t>.</w:t>
      </w:r>
    </w:p>
    <w:p w14:paraId="6414A15F" w14:textId="77777777" w:rsidR="00DC7196" w:rsidRPr="001C0CC4" w:rsidRDefault="00DC7196" w:rsidP="00DC7196">
      <w:r w:rsidRPr="001C0CC4">
        <w:t>Then the results</w:t>
      </w:r>
      <w:r w:rsidRPr="001C0CC4">
        <w:rPr>
          <w:rFonts w:eastAsia="×–¾’©‘Ì"/>
        </w:rPr>
        <w:t xml:space="preserve"> are further averaged to get the </w:t>
      </w:r>
      <w:r w:rsidRPr="001C0CC4">
        <w:rPr>
          <w:iCs/>
        </w:rPr>
        <w:t xml:space="preserve">EVM for the demodulation reference signal, </w:t>
      </w:r>
      <w:r w:rsidRPr="001C0CC4">
        <w:rPr>
          <w:rFonts w:eastAsia="×–¾’©‘Ì"/>
          <w:position w:val="-12"/>
        </w:rPr>
        <w:object w:dxaOrig="999" w:dyaOrig="360" w14:anchorId="75E24D11">
          <v:shape id="_x0000_i1126" type="#_x0000_t75" style="width:46.25pt;height:10.5pt" o:ole="">
            <v:imagedata r:id="rId166" o:title=""/>
          </v:shape>
          <o:OLEObject Type="Embed" ProgID="Equation.3" ShapeID="_x0000_i1126" DrawAspect="Content" ObjectID="_1734986693" r:id="rId180"/>
        </w:object>
      </w:r>
      <w:r w:rsidRPr="001C0CC4">
        <w:rPr>
          <w:rFonts w:eastAsia="×–¾’©‘Ì"/>
        </w:rPr>
        <w:t>,</w:t>
      </w:r>
    </w:p>
    <w:p w14:paraId="54751BF3" w14:textId="77777777" w:rsidR="00DC7196" w:rsidRPr="001C0CC4" w:rsidRDefault="00DC7196" w:rsidP="00DC7196">
      <w:pPr>
        <w:pStyle w:val="EQ"/>
        <w:rPr>
          <w:noProof w:val="0"/>
        </w:rPr>
      </w:pPr>
      <w:r w:rsidRPr="001C0CC4">
        <w:rPr>
          <w:rFonts w:eastAsia="×–¾’©‘Ì"/>
          <w:noProof w:val="0"/>
          <w:position w:val="-32"/>
        </w:rPr>
        <w:object w:dxaOrig="2980" w:dyaOrig="780" w14:anchorId="149234C8">
          <v:shape id="_x0000_i1127" type="#_x0000_t75" style="width:149.3pt;height:35.75pt" o:ole="">
            <v:imagedata r:id="rId181" o:title=""/>
          </v:shape>
          <o:OLEObject Type="Embed" ProgID="Equation.3" ShapeID="_x0000_i1127" DrawAspect="Content" ObjectID="_1734986694" r:id="rId182"/>
        </w:object>
      </w:r>
    </w:p>
    <w:p w14:paraId="32437A49" w14:textId="77777777" w:rsidR="00DC7196" w:rsidRPr="001C0CC4" w:rsidRDefault="00DC7196" w:rsidP="00DC7196">
      <w:pPr>
        <w:rPr>
          <w:rFonts w:eastAsia="×–¾’©‘Ì"/>
        </w:rPr>
      </w:pPr>
      <w:r w:rsidRPr="001C0CC4">
        <w:rPr>
          <w:rFonts w:eastAsia="×–¾’©‘Ì"/>
        </w:rPr>
        <w:t xml:space="preserve">The PRACH EVM, </w:t>
      </w:r>
      <w:r w:rsidRPr="001C0CC4">
        <w:rPr>
          <w:rFonts w:eastAsia="×–¾’©‘Ì"/>
          <w:position w:val="-12"/>
        </w:rPr>
        <w:object w:dxaOrig="1080" w:dyaOrig="360" w14:anchorId="5C643B41">
          <v:shape id="_x0000_i1128" type="#_x0000_t75" style="width:61.5pt;height:10.5pt" o:ole="">
            <v:imagedata r:id="rId183" o:title=""/>
          </v:shape>
          <o:OLEObject Type="Embed" ProgID="Equation.3" ShapeID="_x0000_i1128" DrawAspect="Content" ObjectID="_1734986695" r:id="rId184"/>
        </w:object>
      </w:r>
      <w:r w:rsidRPr="001C0CC4">
        <w:rPr>
          <w:rFonts w:eastAsia="×–¾’©‘Ì"/>
        </w:rPr>
        <w:t>, is averaged over 2 preamble sequence measurements for long preamble formats as defined in table 6.3.3.1-1 in [6] and averaged over 10 preamble sequence measurements for short preamble formats as defined in table 6.3.3.1-2 in [6].</w:t>
      </w:r>
    </w:p>
    <w:p w14:paraId="60794E36" w14:textId="77777777" w:rsidR="00DC7196" w:rsidRPr="001C0CC4" w:rsidRDefault="00DC7196" w:rsidP="00DC7196">
      <w:r w:rsidRPr="001C0CC4">
        <w:t xml:space="preserve">The EVM requirements shall be tested against the maximum of the RMS average at the window </w:t>
      </w:r>
      <w:r w:rsidRPr="001C0CC4">
        <w:rPr>
          <w:i/>
        </w:rPr>
        <w:t>W</w:t>
      </w:r>
      <w:r w:rsidRPr="001C0CC4">
        <w:t xml:space="preserve"> extremities of the EVM measurements:</w:t>
      </w:r>
    </w:p>
    <w:p w14:paraId="28BA4C54" w14:textId="77777777" w:rsidR="00DC7196" w:rsidRPr="001C0CC4" w:rsidRDefault="00DC7196" w:rsidP="00DC7196">
      <w:r w:rsidRPr="001C0CC4">
        <w:t xml:space="preserve">Thus </w:t>
      </w:r>
      <w:r w:rsidRPr="001C0CC4">
        <w:rPr>
          <w:rFonts w:eastAsia="×–¾’©‘Ì"/>
          <w:position w:val="-8"/>
        </w:rPr>
        <w:object w:dxaOrig="1180" w:dyaOrig="360" w14:anchorId="06C9E51D">
          <v:shape id="_x0000_i1129" type="#_x0000_t75" style="width:61.5pt;height:10.5pt" o:ole="">
            <v:imagedata r:id="rId185" o:title=""/>
          </v:shape>
          <o:OLEObject Type="Embed" ProgID="Equation.3" ShapeID="_x0000_i1129" DrawAspect="Content" ObjectID="_1734986696" r:id="rId186"/>
        </w:object>
      </w:r>
      <w:r w:rsidRPr="001C0CC4">
        <w:rPr>
          <w:vertAlign w:val="subscript"/>
        </w:rPr>
        <w:t xml:space="preserve"> </w:t>
      </w:r>
      <w:r w:rsidRPr="001C0CC4">
        <w:t xml:space="preserve">is calculated using </w:t>
      </w:r>
      <w:r w:rsidRPr="001C0CC4">
        <w:rPr>
          <w:position w:val="-12"/>
        </w:rPr>
        <w:object w:dxaOrig="900" w:dyaOrig="360" w14:anchorId="3DE918CF">
          <v:shape id="_x0000_i1130" type="#_x0000_t75" style="width:41pt;height:10.5pt" o:ole="" fillcolor="window">
            <v:imagedata r:id="rId158" o:title=""/>
          </v:shape>
          <o:OLEObject Type="Embed" ProgID="Equation.3" ShapeID="_x0000_i1130" DrawAspect="Content" ObjectID="_1734986697" r:id="rId187"/>
        </w:object>
      </w:r>
      <w:r w:rsidRPr="001C0CC4">
        <w:t xml:space="preserve"> and </w:t>
      </w:r>
      <w:r w:rsidRPr="001C0CC4">
        <w:rPr>
          <w:rFonts w:eastAsia="×–¾’©‘Ì"/>
          <w:position w:val="-8"/>
        </w:rPr>
        <w:object w:dxaOrig="1219" w:dyaOrig="360" w14:anchorId="42FC5665">
          <v:shape id="_x0000_i1131" type="#_x0000_t75" style="width:61.5pt;height:10.5pt" o:ole="">
            <v:imagedata r:id="rId188" o:title=""/>
          </v:shape>
          <o:OLEObject Type="Embed" ProgID="Equation.3" ShapeID="_x0000_i1131" DrawAspect="Content" ObjectID="_1734986698" r:id="rId189"/>
        </w:object>
      </w:r>
      <w:r w:rsidRPr="001C0CC4">
        <w:t xml:space="preserve">is calculated using </w:t>
      </w:r>
      <w:r w:rsidRPr="001C0CC4">
        <w:rPr>
          <w:position w:val="-12"/>
        </w:rPr>
        <w:object w:dxaOrig="900" w:dyaOrig="360" w14:anchorId="537827CA">
          <v:shape id="_x0000_i1132" type="#_x0000_t75" style="width:41pt;height:10.5pt" o:ole="" fillcolor="window">
            <v:imagedata r:id="rId162" o:title=""/>
          </v:shape>
          <o:OLEObject Type="Embed" ProgID="Equation.3" ShapeID="_x0000_i1132" DrawAspect="Content" ObjectID="_1734986699" r:id="rId190"/>
        </w:object>
      </w:r>
      <w:r w:rsidRPr="001C0CC4">
        <w:t>.</w:t>
      </w:r>
    </w:p>
    <w:p w14:paraId="36280DA4" w14:textId="77777777" w:rsidR="00DC7196" w:rsidRPr="001C0CC4" w:rsidRDefault="00DC7196" w:rsidP="00DC7196">
      <w:r w:rsidRPr="001C0CC4">
        <w:t>Thus we get:</w:t>
      </w:r>
    </w:p>
    <w:p w14:paraId="39A01988" w14:textId="77777777" w:rsidR="00DC7196" w:rsidRPr="001C0CC4" w:rsidRDefault="00DC7196" w:rsidP="00DC7196">
      <w:pPr>
        <w:pStyle w:val="EQ"/>
        <w:rPr>
          <w:rFonts w:eastAsia="×–¾’©‘Ì"/>
          <w:noProof w:val="0"/>
        </w:rPr>
      </w:pPr>
      <w:r w:rsidRPr="001C0CC4">
        <w:rPr>
          <w:rFonts w:eastAsia="×–¾’©‘Ì"/>
          <w:noProof w:val="0"/>
          <w:position w:val="-12"/>
        </w:rPr>
        <w:object w:dxaOrig="4300" w:dyaOrig="400" w14:anchorId="75DB2627">
          <v:shape id="_x0000_i1133" type="#_x0000_t75" style="width:216.05pt;height:25.75pt" o:ole="">
            <v:imagedata r:id="rId191" o:title=""/>
          </v:shape>
          <o:OLEObject Type="Embed" ProgID="Equation.3" ShapeID="_x0000_i1133" DrawAspect="Content" ObjectID="_1734986700" r:id="rId192"/>
        </w:object>
      </w:r>
    </w:p>
    <w:p w14:paraId="69E62A7B" w14:textId="77777777" w:rsidR="00DC7196" w:rsidRPr="001C0CC4" w:rsidRDefault="00DC7196" w:rsidP="00DC7196">
      <w:pPr>
        <w:pStyle w:val="Heading1"/>
      </w:pPr>
      <w:bookmarkStart w:id="1330" w:name="_Toc21344586"/>
      <w:bookmarkStart w:id="1331" w:name="_Toc29802074"/>
      <w:bookmarkStart w:id="1332" w:name="_Toc29802498"/>
      <w:bookmarkStart w:id="1333" w:name="_Toc29803123"/>
      <w:bookmarkStart w:id="1334" w:name="_Toc36107865"/>
      <w:bookmarkStart w:id="1335" w:name="_Toc37251639"/>
      <w:bookmarkStart w:id="1336" w:name="_Toc45888578"/>
      <w:bookmarkStart w:id="1337" w:name="_Toc45889177"/>
      <w:bookmarkStart w:id="1338" w:name="_Toc59650555"/>
      <w:bookmarkStart w:id="1339" w:name="_Toc61357827"/>
      <w:bookmarkStart w:id="1340" w:name="_Toc61359601"/>
      <w:bookmarkStart w:id="1341" w:name="_Toc67916541"/>
      <w:bookmarkStart w:id="1342" w:name="_Toc75534087"/>
      <w:bookmarkStart w:id="1343" w:name="_Toc75819973"/>
      <w:bookmarkStart w:id="1344" w:name="_Toc76508817"/>
      <w:bookmarkStart w:id="1345" w:name="_Toc76717767"/>
      <w:bookmarkStart w:id="1346" w:name="_Toc83294408"/>
      <w:bookmarkStart w:id="1347" w:name="_Toc84335447"/>
      <w:r w:rsidRPr="001C0CC4">
        <w:t>F.7</w:t>
      </w:r>
      <w:r w:rsidRPr="001C0CC4">
        <w:tab/>
        <w:t>Spectrum Flatness</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14:paraId="3DF8B070" w14:textId="77777777" w:rsidR="00DC7196" w:rsidRPr="001C0CC4" w:rsidRDefault="00DC7196" w:rsidP="00DC7196">
      <w:r w:rsidRPr="001C0CC4">
        <w:t>The data shall be taken from FFT coded data symbols and the demodulation reference symbols of the allocated resource block.</w:t>
      </w:r>
    </w:p>
    <w:p w14:paraId="089586EB" w14:textId="1BFF412D" w:rsidR="00DC7196" w:rsidRDefault="00DC7196" w:rsidP="00DC7196"/>
    <w:p w14:paraId="027F2E3F" w14:textId="77777777" w:rsidR="00DA47D2" w:rsidRDefault="00DA47D2" w:rsidP="00DA47D2">
      <w:pPr>
        <w:pStyle w:val="Heading1"/>
      </w:pPr>
      <w:r w:rsidRPr="001C0CC4">
        <w:t>F.</w:t>
      </w:r>
      <w:r>
        <w:t>8</w:t>
      </w:r>
    </w:p>
    <w:p w14:paraId="641DE500" w14:textId="77777777" w:rsidR="00DA47D2" w:rsidRPr="00E83EBD" w:rsidRDefault="00DA47D2" w:rsidP="00DA47D2"/>
    <w:p w14:paraId="69E72118" w14:textId="5CEC07A5" w:rsidR="00DA47D2" w:rsidRPr="001C0CC4" w:rsidRDefault="00DA47D2" w:rsidP="00DA47D2">
      <w:pPr>
        <w:pStyle w:val="Heading1"/>
      </w:pPr>
      <w:r w:rsidRPr="001C0CC4">
        <w:t>F.</w:t>
      </w:r>
      <w:r>
        <w:t>9</w:t>
      </w:r>
    </w:p>
    <w:p w14:paraId="2A740B9A" w14:textId="4524B8A3" w:rsidR="00DA47D2" w:rsidRDefault="00DA47D2" w:rsidP="00DC7196"/>
    <w:p w14:paraId="6226020F" w14:textId="77777777" w:rsidR="00FE5661" w:rsidRPr="001C0CC4" w:rsidRDefault="00FE5661" w:rsidP="00FE5661">
      <w:pPr>
        <w:pStyle w:val="Heading1"/>
      </w:pPr>
      <w:r w:rsidRPr="001C0CC4">
        <w:t>F.</w:t>
      </w:r>
      <w:r>
        <w:t>10</w:t>
      </w:r>
      <w:r w:rsidRPr="001C0CC4">
        <w:tab/>
      </w:r>
      <w:r>
        <w:t>EVM for UL MIMO</w:t>
      </w:r>
    </w:p>
    <w:p w14:paraId="6729D9E1" w14:textId="77777777" w:rsidR="00FE5661" w:rsidRDefault="00FE5661" w:rsidP="00FE5661">
      <w:pPr>
        <w:pStyle w:val="Heading2"/>
      </w:pPr>
      <w:r>
        <w:t>F10.1</w:t>
      </w:r>
      <w:r>
        <w:tab/>
        <w:t>General</w:t>
      </w:r>
    </w:p>
    <w:p w14:paraId="4B98842C" w14:textId="607F0165" w:rsidR="00FE5661" w:rsidRDefault="00FE5661" w:rsidP="00FE5661">
      <w:r>
        <w:t>EVM for UL MIMO is measured per layer. A zero-forcing (ZF) MIMO receiver architecture is used so that dual layer transmissions by the UE can be demodulated by the test equipment receiver.</w:t>
      </w:r>
    </w:p>
    <w:p w14:paraId="35137A5B" w14:textId="77777777" w:rsidR="00FE5661" w:rsidRPr="001C0CC4" w:rsidRDefault="00FE5661" w:rsidP="00FE5661">
      <w:pPr>
        <w:pStyle w:val="TH"/>
      </w:pPr>
      <w:r>
        <w:rPr>
          <w:noProof/>
        </w:rPr>
        <w:drawing>
          <wp:inline distT="0" distB="0" distL="0" distR="0" wp14:anchorId="13A8197F" wp14:editId="32E6EB4A">
            <wp:extent cx="5977890" cy="2970530"/>
            <wp:effectExtent l="0" t="0" r="0" b="0"/>
            <wp:docPr id="10" name="Picture 4" descr="X:\PROJECT\CMW\DEVELOP\USER\1CM5\KRAKOWSK\NR\NR_EVM_2L_UL_M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PROJECT\CMW\DEVELOP\USER\1CM5\KRAKOWSK\NR\NR_EVM_2L_UL_MIMO.png"/>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5977890" cy="2970530"/>
                    </a:xfrm>
                    <a:prstGeom prst="rect">
                      <a:avLst/>
                    </a:prstGeom>
                    <a:noFill/>
                    <a:ln>
                      <a:noFill/>
                    </a:ln>
                  </pic:spPr>
                </pic:pic>
              </a:graphicData>
            </a:graphic>
          </wp:inline>
        </w:drawing>
      </w:r>
    </w:p>
    <w:p w14:paraId="4749BDE4" w14:textId="77777777" w:rsidR="00FE5661" w:rsidRDefault="00FE5661" w:rsidP="00FE5661">
      <w:pPr>
        <w:pStyle w:val="TF"/>
      </w:pPr>
      <w:r>
        <w:t>Figure F.10.1-1: EVM calculation block diagram for 2-Layer UL MIMO</w:t>
      </w:r>
    </w:p>
    <w:p w14:paraId="73069C95" w14:textId="77777777" w:rsidR="00FE5661" w:rsidRPr="001C0CC4" w:rsidRDefault="00FE5661" w:rsidP="00FE5661">
      <w:pPr>
        <w:sectPr w:rsidR="00FE5661" w:rsidRPr="001C0CC4" w:rsidSect="00FE5661">
          <w:headerReference w:type="even" r:id="rId194"/>
          <w:headerReference w:type="default" r:id="rId195"/>
          <w:footerReference w:type="even" r:id="rId196"/>
          <w:footerReference w:type="default" r:id="rId197"/>
          <w:headerReference w:type="first" r:id="rId198"/>
          <w:footerReference w:type="first" r:id="rId199"/>
          <w:footnotePr>
            <w:numRestart w:val="eachSect"/>
          </w:footnotePr>
          <w:type w:val="continuous"/>
          <w:pgSz w:w="11907" w:h="16840" w:code="9"/>
          <w:pgMar w:top="1416" w:right="1133" w:bottom="1133" w:left="1133" w:header="850" w:footer="340" w:gutter="0"/>
          <w:cols w:space="720"/>
          <w:formProt w:val="0"/>
          <w:docGrid w:linePitch="272"/>
        </w:sectPr>
      </w:pPr>
    </w:p>
    <w:p w14:paraId="5FB1E847" w14:textId="77777777" w:rsidR="00FE5661" w:rsidRDefault="00FE5661" w:rsidP="00FE5661">
      <w:r>
        <w:t xml:space="preserve">The TE receives signals from 2 different ports which are connected to two antenna connectors in the test system. </w:t>
      </w:r>
    </w:p>
    <w:p w14:paraId="4728D837" w14:textId="77777777" w:rsidR="00FE5661" w:rsidRDefault="00FE5661" w:rsidP="00FE5661">
      <w:r>
        <w:t>For UL MIMO measurements a MIMO equalization step as described in section F.10.2 is performed to separate the layers.</w:t>
      </w:r>
    </w:p>
    <w:p w14:paraId="04FB8974" w14:textId="63171D58" w:rsidR="00FE5661" w:rsidRDefault="00FE5661" w:rsidP="00FE5661">
      <w:r>
        <w:t>Each layer is then processed as described in section F.10.3 to receive the measurement results for each individual layer.</w:t>
      </w:r>
    </w:p>
    <w:p w14:paraId="08CD9595" w14:textId="77777777" w:rsidR="00FE5661" w:rsidRDefault="00FE5661" w:rsidP="00FE5661"/>
    <w:p w14:paraId="40D4E7F4" w14:textId="77777777" w:rsidR="00FE5661" w:rsidRDefault="00FE5661" w:rsidP="00FE5661">
      <w:pPr>
        <w:pStyle w:val="Heading2"/>
      </w:pPr>
      <w:r>
        <w:t>F10.2</w:t>
      </w:r>
      <w:r>
        <w:tab/>
        <w:t>MIMO Equalization</w:t>
      </w:r>
    </w:p>
    <w:p w14:paraId="42D35A0D" w14:textId="77777777" w:rsidR="00FE5661" w:rsidRDefault="00FE5661" w:rsidP="00FE5661">
      <w:r>
        <w:t xml:space="preserve">The MIMO equalization is based only on reference signals (DMRS) without using any data symbols. In order to obtain comparable EVM results independent of the number of DMRS symbols per slot, only the first DMRS symbol in each slot is used. </w:t>
      </w:r>
    </w:p>
    <w:p w14:paraId="41327978" w14:textId="77777777" w:rsidR="00FE5661" w:rsidRDefault="00FE5661" w:rsidP="00FE5661">
      <w:r>
        <w:t xml:space="preserve">The effective 2x2 channel matrix is estimated using reference signals of different subcarriers, e.g. in case of DMRS antenna ports 0 and 2. In case that same subcarriers are used, e.g. DMRS antenna ports 0 and 1, a channel decomposition is necessary taking advantage of the orthogonal codes </w:t>
      </w:r>
      <w:r w:rsidRPr="003E22B9">
        <w:rPr>
          <w:i/>
        </w:rPr>
        <w:t>w</w:t>
      </w:r>
      <w:r w:rsidRPr="003E22B9">
        <w:rPr>
          <w:i/>
          <w:vertAlign w:val="subscript"/>
        </w:rPr>
        <w:t>f</w:t>
      </w:r>
      <w:r>
        <w:t xml:space="preserve"> and </w:t>
      </w:r>
      <w:r w:rsidRPr="003E22B9">
        <w:rPr>
          <w:i/>
        </w:rPr>
        <w:t>w</w:t>
      </w:r>
      <w:r w:rsidRPr="003E22B9">
        <w:rPr>
          <w:i/>
          <w:vertAlign w:val="subscript"/>
        </w:rPr>
        <w:t>t</w:t>
      </w:r>
      <w:r>
        <w:t xml:space="preserve"> and assuming identical channel coefficients for adjacent subcarriers of same CDM group.</w:t>
      </w:r>
    </w:p>
    <w:p w14:paraId="486AB4C7" w14:textId="77777777" w:rsidR="00FE5661" w:rsidRDefault="00FE5661" w:rsidP="00FE5661">
      <w:r>
        <w:t xml:space="preserve">Effective channel including the precoding matrix </w:t>
      </w:r>
      <w:r w:rsidRPr="00557EFB">
        <w:rPr>
          <w:i/>
        </w:rPr>
        <w:t>P</w:t>
      </w:r>
      <w:r>
        <w:t xml:space="preserve"> is:</w:t>
      </w:r>
    </w:p>
    <w:p w14:paraId="40A61B5F" w14:textId="77777777" w:rsidR="00FE5661" w:rsidRDefault="00000000" w:rsidP="00FE5661">
      <w:pPr>
        <w:pStyle w:val="EQ"/>
      </w:pPr>
      <m:oMathPara>
        <m:oMath>
          <m:acc>
            <m:accPr>
              <m:chr m:val="̃"/>
              <m:ctrlPr>
                <w:rPr>
                  <w:rFonts w:ascii="Cambria Math" w:hAnsi="Cambria Math"/>
                </w:rPr>
              </m:ctrlPr>
            </m:accPr>
            <m:e>
              <m:r>
                <w:rPr>
                  <w:rFonts w:ascii="Cambria Math" w:hAnsi="Cambria Math"/>
                </w:rPr>
                <m:t>H</m:t>
              </m:r>
            </m:e>
          </m:acc>
          <m:r>
            <m:rPr>
              <m:sty m:val="p"/>
            </m:rPr>
            <w:rPr>
              <w:rFonts w:ascii="Cambria Math" w:hAnsi="Cambria Math"/>
            </w:rPr>
            <m:t>=</m:t>
          </m:r>
          <m:r>
            <w:rPr>
              <w:rFonts w:ascii="Cambria Math" w:hAnsi="Cambria Math"/>
            </w:rPr>
            <m:t>HP</m:t>
          </m:r>
          <m:r>
            <m:rPr>
              <m:sty m:val="p"/>
            </m:rPr>
            <w:rPr>
              <w:rFonts w:ascii="Cambria Math" w:hAnsi="Cambria Math"/>
            </w:rPr>
            <m:t xml:space="preserve">= </m:t>
          </m:r>
          <m:d>
            <m:dPr>
              <m:begChr m:val="["/>
              <m:endChr m:val="]"/>
              <m:ctrlPr>
                <w:rPr>
                  <w:rFonts w:ascii="Cambria Math" w:hAnsi="Cambria Math"/>
                </w:rPr>
              </m:ctrlPr>
            </m:dPr>
            <m:e>
              <m:m>
                <m:mPr>
                  <m:mcs>
                    <m:mc>
                      <m:mcPr>
                        <m:count m:val="2"/>
                        <m:mcJc m:val="center"/>
                      </m:mcPr>
                    </m:mc>
                  </m:mcs>
                  <m:ctrlPr>
                    <w:rPr>
                      <w:rFonts w:ascii="Cambria Math" w:hAnsi="Cambria Math"/>
                    </w:rPr>
                  </m:ctrlPr>
                </m:mPr>
                <m:mr>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0,0</m:t>
                        </m:r>
                      </m:sub>
                    </m:sSub>
                  </m:e>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0,1</m:t>
                        </m:r>
                      </m:sub>
                    </m:sSub>
                  </m:e>
                </m:mr>
                <m:mr>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1,0</m:t>
                        </m:r>
                      </m:sub>
                    </m:sSub>
                  </m:e>
                  <m:e>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m:rPr>
                            <m:sty m:val="p"/>
                          </m:rPr>
                          <w:rPr>
                            <w:rFonts w:ascii="Cambria Math" w:hAnsi="Cambria Math"/>
                          </w:rPr>
                          <m:t>1,1</m:t>
                        </m:r>
                      </m:sub>
                    </m:sSub>
                  </m:e>
                </m:mr>
              </m:m>
            </m:e>
          </m:d>
        </m:oMath>
      </m:oMathPara>
    </w:p>
    <w:p w14:paraId="3F74E6A0" w14:textId="77777777" w:rsidR="00FE5661" w:rsidRDefault="00FE5661" w:rsidP="00FE5661">
      <w:r w:rsidRPr="006D0E1C">
        <w:t>with</w:t>
      </w:r>
    </w:p>
    <w:p w14:paraId="02C05D2C" w14:textId="77777777" w:rsidR="00FE5661" w:rsidRDefault="00000000" w:rsidP="00FE5661">
      <w:pPr>
        <w:pStyle w:val="EQ"/>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h</m:t>
                  </m:r>
                </m:e>
              </m:acc>
            </m:e>
            <m:sub>
              <m:r>
                <w:rPr>
                  <w:rFonts w:ascii="Cambria Math" w:hAnsi="Cambria Math"/>
                </w:rPr>
                <m:t>n</m:t>
              </m:r>
              <m:r>
                <m:rPr>
                  <m:sty m:val="p"/>
                </m:rPr>
                <w:rPr>
                  <w:rFonts w:ascii="Cambria Math" w:hAnsi="Cambria Math"/>
                </w:rPr>
                <m:t>,</m:t>
              </m:r>
              <m:r>
                <w:rPr>
                  <w:rFonts w:ascii="Cambria Math" w:hAnsi="Cambria Math"/>
                </w:rPr>
                <m:t>ν</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y</m:t>
                  </m:r>
                </m:e>
                <m:sub>
                  <m:r>
                    <w:rPr>
                      <w:rFonts w:ascii="Cambria Math" w:hAnsi="Cambria Math"/>
                    </w:rPr>
                    <m:t>n</m:t>
                  </m:r>
                </m:sub>
              </m:sSub>
              <m:sSubSup>
                <m:sSubSupPr>
                  <m:ctrlPr>
                    <w:rPr>
                      <w:rFonts w:ascii="Cambria Math" w:hAnsi="Cambria Math"/>
                    </w:rPr>
                  </m:ctrlPr>
                </m:sSubSupPr>
                <m:e>
                  <m:r>
                    <w:rPr>
                      <w:rFonts w:ascii="Cambria Math" w:hAnsi="Cambria Math"/>
                    </w:rPr>
                    <m:t>r</m:t>
                  </m:r>
                </m:e>
                <m:sub>
                  <m:r>
                    <w:rPr>
                      <w:rFonts w:ascii="Cambria Math" w:hAnsi="Cambria Math"/>
                    </w:rPr>
                    <m:t>ν</m:t>
                  </m:r>
                </m:sub>
                <m:sup>
                  <m:r>
                    <m:rPr>
                      <m:sty m:val="p"/>
                    </m:rPr>
                    <w:rPr>
                      <w:rFonts w:ascii="Cambria Math" w:hAnsi="Cambria Math"/>
                    </w:rPr>
                    <m:t>*</m:t>
                  </m:r>
                </m:sup>
              </m:sSubSup>
            </m:num>
            <m:den>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ν</m:t>
                      </m:r>
                    </m:sub>
                  </m:sSub>
                  <m:r>
                    <m:rPr>
                      <m:sty m:val="p"/>
                    </m:rPr>
                    <w:rPr>
                      <w:rFonts w:ascii="Cambria Math" w:hAnsi="Cambria Math"/>
                    </w:rPr>
                    <m:t>|</m:t>
                  </m:r>
                </m:e>
                <m:sup>
                  <m:r>
                    <m:rPr>
                      <m:sty m:val="p"/>
                    </m:rPr>
                    <w:rPr>
                      <w:rFonts w:ascii="Cambria Math" w:hAnsi="Cambria Math"/>
                    </w:rPr>
                    <m:t>2</m:t>
                  </m:r>
                </m:sup>
              </m:sSup>
            </m:den>
          </m:f>
        </m:oMath>
      </m:oMathPara>
    </w:p>
    <w:p w14:paraId="28C31AAE" w14:textId="77777777" w:rsidR="00FE5661" w:rsidRDefault="00FE5661" w:rsidP="00FE5661">
      <w:r w:rsidRPr="003E22B9">
        <w:t xml:space="preserve">where </w:t>
      </w:r>
      <w:r w:rsidRPr="003E22B9">
        <w:rPr>
          <w:i/>
        </w:rPr>
        <w:t>y</w:t>
      </w:r>
      <w:r w:rsidRPr="003E22B9">
        <w:t xml:space="preserve"> denotes the received symbol on port index </w:t>
      </w:r>
      <w:r w:rsidRPr="003E22B9">
        <w:rPr>
          <w:i/>
        </w:rPr>
        <w:t>n</w:t>
      </w:r>
      <w:r w:rsidRPr="003E22B9">
        <w:t xml:space="preserve"> and </w:t>
      </w:r>
      <w:r w:rsidRPr="003E22B9">
        <w:rPr>
          <w:i/>
        </w:rPr>
        <w:t>r</w:t>
      </w:r>
      <w:r w:rsidRPr="003E22B9">
        <w:t xml:space="preserve"> the reference signal for layer index </w:t>
      </w:r>
      <w:r w:rsidRPr="003E22B9">
        <w:rPr>
          <w:i/>
        </w:rPr>
        <w:t>ν</w:t>
      </w:r>
      <w:r>
        <w:t>.</w:t>
      </w:r>
    </w:p>
    <w:p w14:paraId="5FE359CE" w14:textId="77777777" w:rsidR="00FE5661" w:rsidRDefault="00FE5661" w:rsidP="00FE5661">
      <w:r>
        <w:t>Since reference signals of a specific layer are transmitted only on subcarriers of one CDM group channel, interpolation is needed in order to obtain channel coefficients for all subcarriers. Channel interpolation is done using the channel coefficients of active CDM group in all other CDM groups.</w:t>
      </w:r>
    </w:p>
    <w:p w14:paraId="2FF92774" w14:textId="77777777" w:rsidR="00FE5661" w:rsidRDefault="00FE5661" w:rsidP="00FE5661">
      <w:r>
        <w:t>The channel coefficients used to calculate the equalizer coefficients are obtained after channel smoothing in frequency domain by computing the moving average of interpolated channel coefficients. The moving average window size is 7. For subcarriers at or near the edge of allocation the window size is reduced accordingly.</w:t>
      </w:r>
    </w:p>
    <w:p w14:paraId="046B4B09" w14:textId="77777777" w:rsidR="00FE5661" w:rsidRDefault="00FE5661" w:rsidP="00FE5661">
      <w:r>
        <w:t>The ZF equalizer coefficients are calculated as the inverse of the effective channel matrix, in general:</w:t>
      </w:r>
    </w:p>
    <w:p w14:paraId="232A4D19" w14:textId="77777777" w:rsidR="00FE5661" w:rsidRDefault="00000000" w:rsidP="00FE5661">
      <w:pPr>
        <w:pStyle w:val="EQ"/>
      </w:pPr>
      <m:oMathPara>
        <m:oMath>
          <m:sSub>
            <m:sSubPr>
              <m:ctrlPr>
                <w:rPr>
                  <w:rFonts w:ascii="Cambria Math" w:hAnsi="Cambria Math"/>
                </w:rPr>
              </m:ctrlPr>
            </m:sSubPr>
            <m:e>
              <m:r>
                <w:rPr>
                  <w:rFonts w:ascii="Cambria Math" w:hAnsi="Cambria Math"/>
                </w:rPr>
                <m:t>G</m:t>
              </m:r>
            </m:e>
            <m:sub>
              <m:r>
                <w:rPr>
                  <w:rFonts w:ascii="Cambria Math" w:hAnsi="Cambria Math"/>
                </w:rPr>
                <m:t>ZF</m:t>
              </m:r>
            </m:sub>
          </m:sSub>
          <m:r>
            <m:rPr>
              <m:sty m:val="p"/>
            </m:rP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H</m:t>
                  </m:r>
                </m:e>
              </m:acc>
            </m:e>
            <m:sup>
              <m:r>
                <m:rPr>
                  <m:sty m:val="p"/>
                </m:rPr>
                <w:rPr>
                  <w:rFonts w:ascii="Cambria Math" w:hAnsi="Cambria Math"/>
                </w:rPr>
                <m:t>-1</m:t>
              </m:r>
            </m:sup>
          </m:sSup>
        </m:oMath>
      </m:oMathPara>
    </w:p>
    <w:p w14:paraId="28DC6DBC" w14:textId="77777777" w:rsidR="00FE5661" w:rsidRDefault="00FE5661" w:rsidP="00FE5661">
      <w:pPr>
        <w:pStyle w:val="Heading2"/>
      </w:pPr>
      <w:r>
        <w:t>F10.3</w:t>
      </w:r>
      <w:r>
        <w:tab/>
        <w:t>Layer processing</w:t>
      </w:r>
    </w:p>
    <w:p w14:paraId="2B6A7ADF" w14:textId="77777777" w:rsidR="00FE5661" w:rsidRDefault="00FE5661" w:rsidP="00FE5661">
      <w:r>
        <w:t>After performing the MIMO equalization as described in section F.10.2 each layer is processed using the existing procedure as defined in Annex E of TS 38.521-1 [4].</w:t>
      </w:r>
    </w:p>
    <w:p w14:paraId="2EF891FB" w14:textId="77777777" w:rsidR="00FE5661" w:rsidRDefault="00FE5661" w:rsidP="00FE5661">
      <w:r>
        <w:t>Since the channel estimation is calculated only on first DMRS symbol an averaging including all 14 symbols of one slot, i.e. data and reference signals, is needed in order to minimize EVM. The averaging is achieved by the least square (LS) equalization method described for single layer in Annex E.3. of TS 38.521-1 [4].</w:t>
      </w:r>
    </w:p>
    <w:p w14:paraId="11052347" w14:textId="77777777" w:rsidR="00FE5661" w:rsidRDefault="00FE5661" w:rsidP="00FE5661">
      <w:r w:rsidRPr="00764940">
        <w:rPr>
          <w:i/>
        </w:rPr>
        <w:t>MS(f,t)</w:t>
      </w:r>
      <w:r w:rsidRPr="00764940">
        <w:t xml:space="preserve"> and </w:t>
      </w:r>
      <w:r w:rsidRPr="00764940">
        <w:rPr>
          <w:i/>
        </w:rPr>
        <w:t>NS(f,t)</w:t>
      </w:r>
      <w:r w:rsidRPr="00764940">
        <w:t xml:space="preserve"> are processed with a LS estimator, to derive one equalizer coefficient per time slot and per allocated subcarrier. </w:t>
      </w:r>
      <w:r w:rsidRPr="00764940">
        <w:rPr>
          <w:i/>
        </w:rPr>
        <w:t>EC(f)</w:t>
      </w:r>
      <w:r w:rsidRPr="00764940">
        <w:t xml:space="preserve"> is defined for each layer as</w:t>
      </w:r>
      <w:r>
        <w:t>:</w:t>
      </w:r>
    </w:p>
    <w:p w14:paraId="0D270D26" w14:textId="77777777" w:rsidR="00FE5661" w:rsidRDefault="00000000" w:rsidP="00FE5661">
      <w:pPr>
        <w:pStyle w:val="EQ"/>
      </w:pPr>
      <m:oMathPara>
        <m:oMath>
          <m:sSub>
            <m:sSubPr>
              <m:ctrlPr>
                <w:rPr>
                  <w:rFonts w:ascii="Cambria Math" w:hAnsi="Cambria Math"/>
                </w:rPr>
              </m:ctrlPr>
            </m:sSubPr>
            <m:e>
              <m:r>
                <w:rPr>
                  <w:rFonts w:ascii="Cambria Math" w:hAnsi="Cambria Math"/>
                </w:rPr>
                <m:t>EC</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t</m:t>
                  </m:r>
                  <m:r>
                    <m:rPr>
                      <m:sty m:val="p"/>
                    </m:rPr>
                    <w:rPr>
                      <w:rFonts w:ascii="Cambria Math" w:hAnsi="Cambria Math"/>
                    </w:rPr>
                    <m:t>=0</m:t>
                  </m:r>
                </m:sub>
                <m:sup>
                  <m:r>
                    <m:rPr>
                      <m:sty m:val="p"/>
                    </m:rPr>
                    <w:rPr>
                      <w:rFonts w:ascii="Cambria Math" w:hAnsi="Cambria Math"/>
                    </w:rPr>
                    <m:t>13</m:t>
                  </m:r>
                </m:sup>
                <m:e>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cs="Cambria Math"/>
                        </w:rPr>
                        <m:t>*</m:t>
                      </m:r>
                    </m:sup>
                  </m:sSup>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e>
              </m:nary>
            </m:num>
            <m:den>
              <m:nary>
                <m:naryPr>
                  <m:chr m:val="∑"/>
                  <m:ctrlPr>
                    <w:rPr>
                      <w:rFonts w:ascii="Cambria Math" w:hAnsi="Cambria Math"/>
                    </w:rPr>
                  </m:ctrlPr>
                </m:naryPr>
                <m:sub>
                  <m:r>
                    <w:rPr>
                      <w:rFonts w:ascii="Cambria Math" w:hAnsi="Cambria Math"/>
                    </w:rPr>
                    <m:t>t</m:t>
                  </m:r>
                  <m:r>
                    <m:rPr>
                      <m:sty m:val="p"/>
                    </m:rPr>
                    <w:rPr>
                      <w:rFonts w:ascii="Cambria Math" w:hAnsi="Cambria Math"/>
                    </w:rPr>
                    <m:t>=0</m:t>
                  </m:r>
                </m:sub>
                <m:sup>
                  <m:r>
                    <m:rPr>
                      <m:sty m:val="p"/>
                    </m:rPr>
                    <w:rPr>
                      <w:rFonts w:ascii="Cambria Math" w:hAnsi="Cambria Math"/>
                    </w:rPr>
                    <m:t>13</m:t>
                  </m:r>
                </m:sup>
                <m:e>
                  <m:r>
                    <w:rPr>
                      <w:rFonts w:ascii="Cambria Math" w:hAnsi="Cambria Math"/>
                    </w:rPr>
                    <m:t>M</m:t>
                  </m:r>
                  <m:sSub>
                    <m:sSubPr>
                      <m:ctrlPr>
                        <w:rPr>
                          <w:rFonts w:ascii="Cambria Math" w:hAnsi="Cambria Math"/>
                        </w:rPr>
                      </m:ctrlPr>
                    </m:sSubPr>
                    <m:e>
                      <m:r>
                        <w:rPr>
                          <w:rFonts w:ascii="Cambria Math" w:hAnsi="Cambria Math"/>
                        </w:rPr>
                        <m:t>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cs="Cambria Math"/>
                        </w:rPr>
                        <m:t>*</m:t>
                      </m:r>
                    </m:sup>
                  </m:sSup>
                  <m:sSub>
                    <m:sSubPr>
                      <m:ctrlPr>
                        <w:rPr>
                          <w:rFonts w:ascii="Cambria Math" w:hAnsi="Cambria Math"/>
                        </w:rPr>
                      </m:ctrlPr>
                    </m:sSubPr>
                    <m:e>
                      <m:r>
                        <w:rPr>
                          <w:rFonts w:ascii="Cambria Math" w:hAnsi="Cambria Math"/>
                        </w:rPr>
                        <m:t>NS</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e>
              </m:nary>
            </m:den>
          </m:f>
        </m:oMath>
      </m:oMathPara>
    </w:p>
    <w:p w14:paraId="2E3020AE" w14:textId="77777777" w:rsidR="00FE5661" w:rsidRDefault="00FE5661" w:rsidP="00FE5661">
      <w:r w:rsidRPr="00764940">
        <w:t xml:space="preserve">With * denoting complex conjugation. </w:t>
      </w:r>
      <w:r w:rsidRPr="00764940">
        <w:rPr>
          <w:i/>
        </w:rPr>
        <w:t>EC(f)</w:t>
      </w:r>
      <w:r w:rsidRPr="00764940">
        <w:t xml:space="preserve"> are used to equalize layer data symbols</w:t>
      </w:r>
      <w:r>
        <w:t>.</w:t>
      </w:r>
    </w:p>
    <w:p w14:paraId="07627DB2" w14:textId="77777777" w:rsidR="00FE5661" w:rsidRDefault="00FE5661" w:rsidP="00FE5661">
      <w:r>
        <w:t>EVM equalizer spectral flatness is derived from equalizer coefficients for each layer as follows:</w:t>
      </w:r>
    </w:p>
    <w:p w14:paraId="687CB7E7" w14:textId="77777777" w:rsidR="00FE5661" w:rsidRPr="00287DC7" w:rsidRDefault="00000000" w:rsidP="00FE5661">
      <w:pPr>
        <w:pStyle w:val="EQ"/>
      </w:pPr>
      <m:oMathPara>
        <m:oMath>
          <m:sSub>
            <m:sSubPr>
              <m:ctrlPr>
                <w:rPr>
                  <w:rFonts w:ascii="Cambria Math" w:hAnsi="Cambria Math"/>
                </w:rPr>
              </m:ctrlPr>
            </m:sSubPr>
            <m:e>
              <m:r>
                <w:rPr>
                  <w:rFonts w:ascii="Cambria Math" w:hAnsi="Cambria Math"/>
                </w:rPr>
                <m:t>c</m:t>
              </m:r>
            </m:e>
            <m:sub>
              <m:r>
                <w:rPr>
                  <w:rFonts w:ascii="Cambria Math" w:hAnsi="Cambria Math"/>
                </w:rPr>
                <m:t>ν</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m:t>
                  </m:r>
                </m:e>
                <m:sub>
                  <m:r>
                    <w:rPr>
                      <w:rFonts w:ascii="Cambria Math" w:hAnsi="Cambria Math"/>
                    </w:rPr>
                    <m:t>ν</m:t>
                  </m:r>
                </m:sub>
              </m:sSub>
              <m:r>
                <m:rPr>
                  <m:sty m:val="p"/>
                </m:rPr>
                <w:rPr>
                  <w:rFonts w:ascii="Cambria Math" w:hAnsi="Cambria Math"/>
                </w:rPr>
                <m:t>(</m:t>
              </m:r>
              <m:r>
                <w:rPr>
                  <w:rFonts w:ascii="Cambria Math" w:hAnsi="Cambria Math"/>
                </w:rPr>
                <m:t>f</m:t>
              </m:r>
              <m:r>
                <m:rPr>
                  <m:sty m:val="p"/>
                </m:rPr>
                <w:rPr>
                  <w:rFonts w:ascii="Cambria Math" w:hAnsi="Cambria Math"/>
                </w:rPr>
                <m:t>)</m:t>
              </m:r>
            </m:e>
          </m:d>
          <m:r>
            <m:rPr>
              <m:sty m:val="p"/>
            </m:rPr>
            <w:rPr>
              <w:rFonts w:ascii="Cambria Math" w:hAnsi="Cambria Math"/>
            </w:rPr>
            <m:t xml:space="preserve"> </m:t>
          </m:r>
          <m:rad>
            <m:radPr>
              <m:degHide m:val="1"/>
              <m:ctrlPr>
                <w:rPr>
                  <w:rFonts w:ascii="Cambria Math" w:hAnsi="Cambria Math"/>
                </w:rPr>
              </m:ctrlPr>
            </m:radPr>
            <m:deg/>
            <m:e>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w:rPr>
                              <w:rFonts w:ascii="Cambria Math" w:hAnsi="Cambria Math"/>
                            </w:rPr>
                            <m:t>ν</m:t>
                          </m:r>
                          <m:r>
                            <m:rPr>
                              <m:sty m:val="p"/>
                            </m:rPr>
                            <w:rPr>
                              <w:rFonts w:ascii="Cambria Math" w:hAnsi="Cambria Math"/>
                            </w:rPr>
                            <m:t>,0</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w:rPr>
                              <w:rFonts w:ascii="Cambria Math" w:hAnsi="Cambria Math"/>
                            </w:rPr>
                            <m:t>ν</m:t>
                          </m:r>
                          <m:r>
                            <m:rPr>
                              <m:sty m:val="p"/>
                            </m:rPr>
                            <w:rPr>
                              <w:rFonts w:ascii="Cambria Math" w:hAnsi="Cambria Math"/>
                            </w:rPr>
                            <m:t>,1</m:t>
                          </m:r>
                        </m:sub>
                      </m:sSub>
                    </m:e>
                  </m:d>
                </m:e>
                <m:sup>
                  <m:r>
                    <m:rPr>
                      <m:sty m:val="p"/>
                    </m:rPr>
                    <w:rPr>
                      <w:rFonts w:ascii="Cambria Math" w:hAnsi="Cambria Math"/>
                    </w:rPr>
                    <m:t>2</m:t>
                  </m:r>
                </m:sup>
              </m:sSup>
            </m:e>
          </m:rad>
        </m:oMath>
      </m:oMathPara>
    </w:p>
    <w:p w14:paraId="2CCC1CA8" w14:textId="77777777" w:rsidR="00FE5661" w:rsidRPr="001C0CC4" w:rsidRDefault="00FE5661" w:rsidP="00DC7196"/>
    <w:p w14:paraId="318926D1" w14:textId="77777777" w:rsidR="00DC7196" w:rsidRPr="001C0CC4" w:rsidRDefault="00DC7196" w:rsidP="00DC7196">
      <w:pPr>
        <w:spacing w:after="0"/>
        <w:rPr>
          <w:rFonts w:ascii="Arial" w:hAnsi="Arial"/>
          <w:sz w:val="36"/>
        </w:rPr>
      </w:pPr>
      <w:bookmarkStart w:id="1348" w:name="historyclause"/>
      <w:r w:rsidRPr="001C0CC4">
        <w:br w:type="page"/>
      </w:r>
    </w:p>
    <w:p w14:paraId="716304D4" w14:textId="77777777" w:rsidR="000F7BAC" w:rsidRDefault="000F7BAC" w:rsidP="000F7BAC">
      <w:pPr>
        <w:pStyle w:val="Heading8"/>
      </w:pPr>
      <w:r>
        <w:t>Annex G (normative):</w:t>
      </w:r>
    </w:p>
    <w:p w14:paraId="7EBD3ACA" w14:textId="77777777" w:rsidR="000F7BAC" w:rsidRPr="00B56332" w:rsidRDefault="000F7BAC" w:rsidP="000F7BAC">
      <w:pPr>
        <w:rPr>
          <w:rFonts w:ascii="Arial" w:hAnsi="Arial" w:cs="Arial"/>
          <w:sz w:val="36"/>
          <w:szCs w:val="36"/>
        </w:rPr>
      </w:pPr>
      <w:r w:rsidRPr="00DF373D">
        <w:rPr>
          <w:rFonts w:ascii="Arial" w:hAnsi="Arial" w:cs="Arial"/>
          <w:sz w:val="36"/>
          <w:szCs w:val="36"/>
        </w:rPr>
        <w:t>Difference of relative phase and power errors</w:t>
      </w:r>
    </w:p>
    <w:p w14:paraId="63A8D9CA" w14:textId="77777777" w:rsidR="000F7BAC" w:rsidRDefault="000F7BAC" w:rsidP="000F7BAC">
      <w:pPr>
        <w:pStyle w:val="Heading1"/>
        <w:pBdr>
          <w:top w:val="none" w:sz="0" w:space="0" w:color="auto"/>
        </w:pBdr>
      </w:pPr>
      <w:r>
        <w:t>G.0</w:t>
      </w:r>
      <w:r>
        <w:tab/>
        <w:t>General</w:t>
      </w:r>
    </w:p>
    <w:p w14:paraId="5FB7F425" w14:textId="77777777" w:rsidR="000F7BAC" w:rsidRDefault="000F7BAC" w:rsidP="000F7BAC">
      <w:r>
        <w:t>This annex gives further information needed for understanding and implementing 6.4D.4. The following terms should be understood as follows:</w:t>
      </w:r>
    </w:p>
    <w:p w14:paraId="2F1E2082" w14:textId="77777777" w:rsidR="000F7BAC" w:rsidRDefault="000F7BAC" w:rsidP="000F7BAC">
      <w:pPr>
        <w:pStyle w:val="B10"/>
      </w:pPr>
      <w:r>
        <w:tab/>
        <w:t>Relative phase error: refers to the phase difference between signals at different antenna connectors, which should be ideally 0. It should be understood as for a slot i.e. (slot) relative phase. It is calculated based on DMRS symbols of that slot or on SRS symbols.</w:t>
      </w:r>
    </w:p>
    <w:p w14:paraId="31D1F8BD" w14:textId="77777777" w:rsidR="000F7BAC" w:rsidRDefault="000F7BAC" w:rsidP="000F7BAC">
      <w:pPr>
        <w:pStyle w:val="B10"/>
      </w:pPr>
      <w:r>
        <w:tab/>
        <w:t>Difference of relative phase error: refers to the difference between the relative phase error determined per slot and the relative phase error determined based on the SRS transmitted.</w:t>
      </w:r>
    </w:p>
    <w:p w14:paraId="5F403882" w14:textId="77777777" w:rsidR="000F7BAC" w:rsidRDefault="000F7BAC" w:rsidP="000F7BAC">
      <w:pPr>
        <w:pStyle w:val="Heading1"/>
        <w:pBdr>
          <w:top w:val="none" w:sz="0" w:space="0" w:color="auto"/>
        </w:pBdr>
      </w:pPr>
      <w:r>
        <w:t>G.1</w:t>
      </w:r>
      <w:r>
        <w:tab/>
      </w:r>
      <w:r w:rsidRPr="00B56332">
        <w:t>Measurement Point</w:t>
      </w:r>
    </w:p>
    <w:p w14:paraId="3DC4C8DD" w14:textId="77777777" w:rsidR="000F7BAC" w:rsidRDefault="000F7BAC" w:rsidP="000F7BAC">
      <w:pPr>
        <w:jc w:val="both"/>
      </w:pPr>
      <w:r w:rsidRPr="00B56332">
        <w:t xml:space="preserve">Figure </w:t>
      </w:r>
      <w:r>
        <w:t>G</w:t>
      </w:r>
      <w:r w:rsidRPr="00B56332">
        <w:t xml:space="preserve">.1-1 shows the measurement point for the </w:t>
      </w:r>
      <w:r>
        <w:t>difference of relative phase and power errors</w:t>
      </w:r>
      <w:r w:rsidRPr="00B56332">
        <w:t>.</w:t>
      </w:r>
    </w:p>
    <w:p w14:paraId="415AA6DE" w14:textId="77777777" w:rsidR="000F7BAC" w:rsidRDefault="000F7BAC" w:rsidP="000F7BAC">
      <w:pPr>
        <w:pStyle w:val="TH"/>
      </w:pPr>
      <w:r>
        <w:object w:dxaOrig="12531" w:dyaOrig="4481" w14:anchorId="021EC472">
          <v:shape id="_x0000_i1134" type="#_x0000_t75" style="width:498.75pt;height:179.7pt;mso-position-vertical:absolute" o:ole="">
            <v:imagedata r:id="rId200" o:title=""/>
          </v:shape>
          <o:OLEObject Type="Embed" ProgID="Visio.Drawing.15" ShapeID="_x0000_i1134" DrawAspect="Content" ObjectID="_1734986701" r:id="rId201"/>
        </w:object>
      </w:r>
    </w:p>
    <w:p w14:paraId="4DC071A8" w14:textId="77777777" w:rsidR="000F7BAC" w:rsidRDefault="000F7BAC" w:rsidP="000F7BAC">
      <w:pPr>
        <w:pStyle w:val="TF"/>
      </w:pPr>
      <w:r>
        <w:t xml:space="preserve">Figure G.1-1 - </w:t>
      </w:r>
      <w:r w:rsidRPr="00210543">
        <w:t>Measurement point for difference of relative phase/power error for UL coherent MIMO</w:t>
      </w:r>
    </w:p>
    <w:p w14:paraId="6AD52028" w14:textId="77777777" w:rsidR="000F7BAC" w:rsidRDefault="000F7BAC" w:rsidP="000F7BAC">
      <w:pPr>
        <w:spacing w:after="0"/>
      </w:pPr>
      <w:r>
        <w:br w:type="page"/>
      </w:r>
    </w:p>
    <w:p w14:paraId="0D3F8E7A" w14:textId="77777777" w:rsidR="000F7BAC" w:rsidRDefault="000F7BAC" w:rsidP="000F7BAC">
      <w:pPr>
        <w:pStyle w:val="Heading1"/>
        <w:pBdr>
          <w:top w:val="none" w:sz="0" w:space="0" w:color="auto"/>
        </w:pBdr>
      </w:pPr>
      <w:r>
        <w:t>G.2</w:t>
      </w:r>
      <w:r>
        <w:tab/>
        <w:t>Relative Phase Error Measurement</w:t>
      </w:r>
    </w:p>
    <w:p w14:paraId="5A49A02E" w14:textId="77777777" w:rsidR="000F7BAC" w:rsidRDefault="000F7BAC" w:rsidP="000F7BAC">
      <w:r>
        <w:t>Here are listed the different aspects that may lead to different interpretations.</w:t>
      </w:r>
    </w:p>
    <w:p w14:paraId="1CC18A09" w14:textId="77777777" w:rsidR="00083CCE" w:rsidRDefault="000F7BAC" w:rsidP="00083CCE">
      <w:pPr>
        <w:pStyle w:val="Heading2"/>
      </w:pPr>
      <w:r>
        <w:t>G.2.1</w:t>
      </w:r>
      <w:r>
        <w:tab/>
        <w:t>Symbols</w:t>
      </w:r>
      <w:r w:rsidR="00083CCE">
        <w:t xml:space="preserve"> and subcarriers used</w:t>
      </w:r>
    </w:p>
    <w:p w14:paraId="47D9345D" w14:textId="77777777" w:rsidR="00083CCE" w:rsidRDefault="00083CCE" w:rsidP="00083CCE">
      <w:r>
        <w:t>Phase error is</w:t>
      </w:r>
      <w:r w:rsidRPr="003B71D6">
        <w:t xml:space="preserve"> determined based on </w:t>
      </w:r>
      <w:r>
        <w:t>DMRS</w:t>
      </w:r>
      <w:r w:rsidRPr="003B71D6">
        <w:t xml:space="preserve"> REs </w:t>
      </w:r>
      <w:r>
        <w:t>(</w:t>
      </w:r>
      <w:r w:rsidRPr="00C2075D">
        <w:t xml:space="preserve">DMRS mapping type A with </w:t>
      </w:r>
      <w:r>
        <w:t>3 DMRS symbols per slot, t</w:t>
      </w:r>
      <w:r w:rsidRPr="001E7C9D">
        <w:t xml:space="preserve">he REs corresponding to the odd subcarriers and DMRS symbols </w:t>
      </w:r>
      <w:r>
        <w:t>are</w:t>
      </w:r>
      <w:r w:rsidRPr="001E7C9D">
        <w:t xml:space="preserve"> non-allocated for data or DMRS.</w:t>
      </w:r>
      <w:r>
        <w:t xml:space="preserve">) and SRS REs (with </w:t>
      </w:r>
      <w:r w:rsidRPr="00C76B0A">
        <w:t>4 SRS symbols in the SRS slot</w:t>
      </w:r>
      <w:r>
        <w:t>,</w:t>
      </w:r>
      <w:r w:rsidRPr="00C76B0A">
        <w:t xml:space="preserve"> </w:t>
      </w:r>
      <w:r w:rsidRPr="0015797A">
        <w:t xml:space="preserve">same SRS resource mapping </w:t>
      </w:r>
      <w:r>
        <w:t xml:space="preserve">is </w:t>
      </w:r>
      <w:r w:rsidRPr="0015797A">
        <w:t>used for non-codebook-based and codebook-based precoding</w:t>
      </w:r>
      <w:r>
        <w:t>)</w:t>
      </w:r>
      <w:r w:rsidRPr="003B71D6">
        <w:t>.</w:t>
      </w:r>
      <w:r>
        <w:t xml:space="preserve"> </w:t>
      </w:r>
    </w:p>
    <w:p w14:paraId="72BABD5B" w14:textId="77777777" w:rsidR="00083CCE" w:rsidRDefault="00083CCE" w:rsidP="00083CCE">
      <w:r>
        <w:t xml:space="preserve">For the </w:t>
      </w:r>
      <w:r w:rsidRPr="00C2075D">
        <w:t xml:space="preserve">DMRS </w:t>
      </w:r>
      <w:r>
        <w:t xml:space="preserve">and SRS to </w:t>
      </w:r>
      <w:r w:rsidRPr="00C2075D">
        <w:t>occupy identical SCs</w:t>
      </w:r>
      <w:r>
        <w:t xml:space="preserve"> and maximimize their frequency density, </w:t>
      </w:r>
      <w:r w:rsidRPr="0015797A">
        <w:t xml:space="preserve">DMRS configuration type 1 and SRS comb2 configuration </w:t>
      </w:r>
      <w:r>
        <w:t>are</w:t>
      </w:r>
      <w:r w:rsidRPr="0015797A">
        <w:t xml:space="preserve"> used</w:t>
      </w:r>
      <w:r w:rsidRPr="00C2075D">
        <w:t>.</w:t>
      </w:r>
    </w:p>
    <w:p w14:paraId="023F0D0F" w14:textId="5379C73D" w:rsidR="000F7BAC" w:rsidRDefault="00083CCE" w:rsidP="00083CCE">
      <w:r w:rsidRPr="00C2075D">
        <w:t xml:space="preserve">UL RMC described in Annex A.2 </w:t>
      </w:r>
      <w:r>
        <w:t>is</w:t>
      </w:r>
      <w:r w:rsidRPr="00C2075D">
        <w:t xml:space="preserve"> used.</w:t>
      </w:r>
    </w:p>
    <w:p w14:paraId="01DD4DA6" w14:textId="77777777" w:rsidR="00083CCE" w:rsidRPr="003B71D6" w:rsidRDefault="00083CCE" w:rsidP="00083CCE"/>
    <w:p w14:paraId="47E49B84" w14:textId="77777777" w:rsidR="000F7BAC" w:rsidRDefault="000F7BAC" w:rsidP="000F7BAC">
      <w:pPr>
        <w:pStyle w:val="Heading2"/>
      </w:pPr>
      <w:r>
        <w:t>G.2.2</w:t>
      </w:r>
      <w:r>
        <w:tab/>
        <w:t>CFO (carrier frequency offset) correction</w:t>
      </w:r>
    </w:p>
    <w:p w14:paraId="282EF119" w14:textId="77777777" w:rsidR="000F7BAC" w:rsidRPr="00072609" w:rsidRDefault="000F7BAC" w:rsidP="000F7BAC">
      <w:pPr>
        <w:jc w:val="both"/>
      </w:pPr>
      <w:r>
        <w:t>The TE performs a CFO correction on a slot-by-slot basis using a common frequency correction at the two uplink antenna connectors.</w:t>
      </w:r>
    </w:p>
    <w:p w14:paraId="2BE403E8" w14:textId="77777777" w:rsidR="000F7BAC" w:rsidRDefault="000F7BAC" w:rsidP="000F7BAC">
      <w:pPr>
        <w:pStyle w:val="Heading2"/>
      </w:pPr>
      <w:r>
        <w:t>G.2.3</w:t>
      </w:r>
      <w:r>
        <w:tab/>
        <w:t>S</w:t>
      </w:r>
      <w:r w:rsidRPr="00AC32DD">
        <w:t>teps of the measurement method</w:t>
      </w:r>
    </w:p>
    <w:p w14:paraId="65769B1E" w14:textId="77777777" w:rsidR="000F7BAC" w:rsidRPr="001A6733" w:rsidRDefault="000F7BAC" w:rsidP="000F7BAC">
      <w:r w:rsidRPr="001A6733">
        <w:t>Below are detailed the steps necessary to obtain the maximum difference of relative phase error during the 20ms time window.</w:t>
      </w:r>
    </w:p>
    <w:p w14:paraId="1229C4D0" w14:textId="77777777" w:rsidR="000F7BAC" w:rsidRPr="005A1527" w:rsidRDefault="000F7BAC" w:rsidP="000F7BAC">
      <w:pPr>
        <w:pStyle w:val="B10"/>
      </w:pPr>
      <w:r>
        <w:t>1</w:t>
      </w:r>
      <w:r>
        <w:tab/>
      </w:r>
      <w:r w:rsidRPr="005A1527">
        <w:t xml:space="preserve">Determination </w:t>
      </w:r>
      <w:r w:rsidRPr="0014640A">
        <w:t xml:space="preserve">for each subcarrier and at each antenna, </w:t>
      </w:r>
      <w:r w:rsidRPr="005A1527">
        <w:t xml:space="preserve">the SRS relative phase error based on the last SRS transmitted on Ant1 and Ant2, that relative phase error serves as a reference for the calculation of the difference of relative phase error for each slot </w:t>
      </w:r>
      <w:r w:rsidRPr="00902380">
        <w:t xml:space="preserve">inside </w:t>
      </w:r>
      <w:r w:rsidRPr="005A1527">
        <w:t>the 20</w:t>
      </w:r>
      <w:r>
        <w:t xml:space="preserve"> </w:t>
      </w:r>
      <w:r w:rsidRPr="005A1527">
        <w:t>ms time window.</w:t>
      </w:r>
    </w:p>
    <w:p w14:paraId="67701D27" w14:textId="77777777" w:rsidR="000F7BAC" w:rsidRPr="005A1527" w:rsidRDefault="000F7BAC" w:rsidP="000F7BAC">
      <w:pPr>
        <w:pStyle w:val="B20"/>
      </w:pPr>
      <w:r>
        <w:tab/>
      </w:r>
      <w:r w:rsidRPr="005A1527">
        <w:t>The output is the “SRS relative phase error”</w:t>
      </w:r>
      <w:r>
        <w:t xml:space="preserve"> </w:t>
      </w:r>
      <w:r w:rsidRPr="00902380">
        <w:t>vector</w:t>
      </w:r>
      <w:r w:rsidRPr="005A1527">
        <w:t xml:space="preserve"> for the last SRS transmitted:</w:t>
      </w:r>
      <w:r>
        <w:t xml:space="preserve"> </w:t>
      </w:r>
      <m:oMath>
        <m:d>
          <m:dPr>
            <m:begChr m:val="["/>
            <m:endChr m:val="]"/>
            <m:ctrlPr>
              <w:rPr>
                <w:rFonts w:ascii="Cambria Math" w:hAnsi="Cambria Math"/>
                <w:i/>
              </w:rPr>
            </m:ctrlPr>
          </m:dPr>
          <m:e>
            <m:r>
              <w:rPr>
                <w:rFonts w:ascii="Cambria Math" w:hAnsi="Cambria Math"/>
              </w:rPr>
              <m:t>1×number_of_subcarriers</m:t>
            </m:r>
          </m:e>
        </m:d>
      </m:oMath>
      <w:r w:rsidRPr="005A1527">
        <w:t>.</w:t>
      </w:r>
    </w:p>
    <w:p w14:paraId="531B46D8" w14:textId="77777777" w:rsidR="000F7BAC" w:rsidRDefault="000F7BAC" w:rsidP="000F7BAC">
      <w:pPr>
        <w:pStyle w:val="B10"/>
      </w:pPr>
      <w:r>
        <w:t>2</w:t>
      </w:r>
      <w:r>
        <w:tab/>
      </w:r>
      <w:r w:rsidRPr="00C20150">
        <w:t xml:space="preserve">Calculation for </w:t>
      </w:r>
      <w:r>
        <w:t>the last SRS transmitted</w:t>
      </w:r>
      <w:r w:rsidRPr="00C20150">
        <w:t>, for each RB</w:t>
      </w:r>
      <w:r>
        <w:t xml:space="preserve"> of the SRS relative phase errors based on the arithmetic mean of the subcarrier SRS relative phase errors determined in previous step.</w:t>
      </w:r>
    </w:p>
    <w:p w14:paraId="5879B8F7" w14:textId="77777777" w:rsidR="000F7BAC" w:rsidRDefault="000F7BAC" w:rsidP="000F7BAC">
      <w:pPr>
        <w:pStyle w:val="B20"/>
      </w:pPr>
      <w:r>
        <w:tab/>
        <w:t xml:space="preserve">The output is the “SRS relative phase error” vector for the last SRS transmitted: </w:t>
      </w:r>
      <m:oMath>
        <m:d>
          <m:dPr>
            <m:begChr m:val="["/>
            <m:endChr m:val="]"/>
            <m:ctrlPr>
              <w:rPr>
                <w:rFonts w:ascii="Cambria Math" w:hAnsi="Cambria Math"/>
                <w:i/>
              </w:rPr>
            </m:ctrlPr>
          </m:dPr>
          <m:e>
            <m:r>
              <w:rPr>
                <w:rFonts w:ascii="Cambria Math" w:hAnsi="Cambria Math"/>
              </w:rPr>
              <m:t>1×number_of_RBs</m:t>
            </m:r>
          </m:e>
        </m:d>
      </m:oMath>
      <w:r>
        <w:t>.</w:t>
      </w:r>
    </w:p>
    <w:p w14:paraId="7F8E72AC" w14:textId="20A7BD8D" w:rsidR="000F7BAC" w:rsidRPr="005A1527" w:rsidRDefault="000F7BAC" w:rsidP="000F7BAC">
      <w:pPr>
        <w:pStyle w:val="B10"/>
      </w:pPr>
      <w:r>
        <w:t>3</w:t>
      </w:r>
      <w:r>
        <w:tab/>
      </w:r>
      <w:r w:rsidRPr="005A1527">
        <w:t xml:space="preserve">CFO correction on slot-by-slot basis using a common frequency correction for both antenna outputs. </w:t>
      </w:r>
      <w:r>
        <w:t>4</w:t>
      </w:r>
      <w:r>
        <w:tab/>
      </w:r>
      <w:r w:rsidRPr="005A1527">
        <w:t xml:space="preserve">Determination for each subcarrier and </w:t>
      </w:r>
      <w:r w:rsidRPr="005F78EB">
        <w:t xml:space="preserve">at </w:t>
      </w:r>
      <w:r w:rsidRPr="005A1527">
        <w:t>each antenna</w:t>
      </w:r>
      <w:r w:rsidRPr="005F78EB">
        <w:t>,</w:t>
      </w:r>
      <w:r w:rsidRPr="005A1527">
        <w:t xml:space="preserve"> the phase</w:t>
      </w:r>
      <w:r>
        <w:t xml:space="preserve"> </w:t>
      </w:r>
      <w:r w:rsidRPr="005F78EB">
        <w:t>over the slot being analyzed. The phase is extracted from the channel estimate derived from</w:t>
      </w:r>
      <w:r w:rsidRPr="005A1527">
        <w:t xml:space="preserve"> the 3 DMRS symbols of the slot using the LSE technique. </w:t>
      </w:r>
    </w:p>
    <w:p w14:paraId="16D235A3" w14:textId="77777777" w:rsidR="000F7BAC" w:rsidRPr="005A1527" w:rsidRDefault="000F7BAC" w:rsidP="000F7BAC">
      <w:pPr>
        <w:pStyle w:val="B20"/>
      </w:pPr>
      <w:r>
        <w:tab/>
        <w:t>The output is</w:t>
      </w:r>
      <w:r w:rsidRPr="005A1527">
        <w:t xml:space="preserve"> one vector of dimension </w:t>
      </w:r>
      <m:oMath>
        <m:d>
          <m:dPr>
            <m:begChr m:val="["/>
            <m:endChr m:val="]"/>
            <m:ctrlPr>
              <w:rPr>
                <w:rFonts w:ascii="Cambria Math" w:hAnsi="Cambria Math"/>
                <w:i/>
              </w:rPr>
            </m:ctrlPr>
          </m:dPr>
          <m:e>
            <m:r>
              <w:rPr>
                <w:rFonts w:ascii="Cambria Math" w:hAnsi="Cambria Math"/>
              </w:rPr>
              <m:t>1×number_of_subcarriers</m:t>
            </m:r>
          </m:e>
        </m:d>
      </m:oMath>
      <w:r w:rsidRPr="005A1527">
        <w:t xml:space="preserve"> for each antenna.</w:t>
      </w:r>
    </w:p>
    <w:p w14:paraId="19605927" w14:textId="77777777" w:rsidR="000F7BAC" w:rsidRPr="005A1527" w:rsidRDefault="000F7BAC" w:rsidP="000F7BAC">
      <w:pPr>
        <w:pStyle w:val="B10"/>
      </w:pPr>
      <w:r>
        <w:t>5</w:t>
      </w:r>
      <w:r>
        <w:tab/>
      </w:r>
      <w:r w:rsidRPr="005A1527">
        <w:t>Calculation for a slot for each subcarrier of the relative phase error (</w:t>
      </w:r>
      <w:r w:rsidRPr="001B0733">
        <w:t>difference between the vectors determined in the previous step</w:t>
      </w:r>
      <w:r w:rsidRPr="005A1527">
        <w:t xml:space="preserve">). </w:t>
      </w:r>
    </w:p>
    <w:p w14:paraId="2048E3B8" w14:textId="77777777" w:rsidR="000F7BAC" w:rsidRPr="005A1527" w:rsidRDefault="000F7BAC" w:rsidP="000F7BAC">
      <w:pPr>
        <w:pStyle w:val="B20"/>
      </w:pPr>
      <w:r>
        <w:tab/>
      </w:r>
      <w:r w:rsidRPr="005A1527">
        <w:t xml:space="preserve">The output is subcarrier relative phase errors of a slot: </w:t>
      </w:r>
      <m:oMath>
        <m:d>
          <m:dPr>
            <m:begChr m:val="["/>
            <m:endChr m:val="]"/>
            <m:ctrlPr>
              <w:rPr>
                <w:rFonts w:ascii="Cambria Math" w:hAnsi="Cambria Math"/>
                <w:i/>
              </w:rPr>
            </m:ctrlPr>
          </m:dPr>
          <m:e>
            <m:r>
              <w:rPr>
                <w:rFonts w:ascii="Cambria Math" w:hAnsi="Cambria Math"/>
              </w:rPr>
              <m:t>1×number_of_subcarriers</m:t>
            </m:r>
          </m:e>
        </m:d>
      </m:oMath>
      <w:r w:rsidRPr="005A1527">
        <w:t>.</w:t>
      </w:r>
    </w:p>
    <w:p w14:paraId="2754C650" w14:textId="77777777" w:rsidR="000F7BAC" w:rsidRPr="005A1527" w:rsidRDefault="000F7BAC" w:rsidP="000F7BAC">
      <w:pPr>
        <w:pStyle w:val="B10"/>
      </w:pPr>
      <w:r>
        <w:t>6</w:t>
      </w:r>
      <w:r>
        <w:tab/>
      </w:r>
      <w:r w:rsidRPr="005A1527">
        <w:t>Calculation for a slot</w:t>
      </w:r>
      <w:r w:rsidRPr="001B0733">
        <w:t>, for each RB</w:t>
      </w:r>
      <w:r w:rsidRPr="005A1527">
        <w:t xml:space="preserve"> of the relative phase error</w:t>
      </w:r>
      <w:r w:rsidRPr="001B0733">
        <w:t>s</w:t>
      </w:r>
      <w:r w:rsidRPr="005A1527">
        <w:t xml:space="preserve"> based on the </w:t>
      </w:r>
      <w:r w:rsidRPr="001B0733">
        <w:t xml:space="preserve">arithmetic </w:t>
      </w:r>
      <w:r w:rsidRPr="005A1527">
        <w:t xml:space="preserve">mean of the subcarrier relative phase errors determined in </w:t>
      </w:r>
      <w:r w:rsidRPr="0009165B">
        <w:t xml:space="preserve">previous </w:t>
      </w:r>
      <w:r w:rsidRPr="005A1527">
        <w:t xml:space="preserve">step. </w:t>
      </w:r>
    </w:p>
    <w:p w14:paraId="7A48B4F0" w14:textId="77777777" w:rsidR="000F7BAC" w:rsidRPr="005A1527" w:rsidRDefault="000F7BAC" w:rsidP="000F7BAC">
      <w:pPr>
        <w:pStyle w:val="B20"/>
      </w:pPr>
      <w:r>
        <w:tab/>
      </w:r>
      <w:r w:rsidRPr="005A1527">
        <w:t>The output is a “</w:t>
      </w:r>
      <w:r w:rsidRPr="0009165B">
        <w:t>slot</w:t>
      </w:r>
      <w:r w:rsidRPr="005A1527">
        <w:t xml:space="preserve"> relative phase error”</w:t>
      </w:r>
      <w:r w:rsidRPr="0009165B">
        <w:t xml:space="preserve"> 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52525F23" w14:textId="77777777" w:rsidR="000F7BAC" w:rsidRPr="005A1527" w:rsidRDefault="000F7BAC" w:rsidP="000F7BAC">
      <w:pPr>
        <w:pStyle w:val="B10"/>
      </w:pPr>
      <w:r>
        <w:t>7</w:t>
      </w:r>
      <w:r>
        <w:tab/>
      </w:r>
      <w:r w:rsidRPr="005A1527">
        <w:t>Calculation for a slot of the difference of relative phase error</w:t>
      </w:r>
      <w:r>
        <w:t>s</w:t>
      </w:r>
      <w:r w:rsidRPr="005A1527">
        <w:t xml:space="preserve"> based on the “SRS relative phase error” (reference) determined in step </w:t>
      </w:r>
      <w:r>
        <w:t xml:space="preserve">2 </w:t>
      </w:r>
      <w:r w:rsidRPr="005A1527">
        <w:t>and the “</w:t>
      </w:r>
      <w:r w:rsidRPr="004C4630">
        <w:t xml:space="preserve">slot </w:t>
      </w:r>
      <w:r w:rsidRPr="005A1527">
        <w:t xml:space="preserve">relative phase error” determined in </w:t>
      </w:r>
      <w:r w:rsidRPr="001A3620">
        <w:t>previous</w:t>
      </w:r>
      <w:r>
        <w:t xml:space="preserve"> </w:t>
      </w:r>
      <w:r w:rsidRPr="005A1527">
        <w:t>step.</w:t>
      </w:r>
    </w:p>
    <w:p w14:paraId="3D18969C" w14:textId="77777777" w:rsidR="000F7BAC" w:rsidRPr="005A1527" w:rsidRDefault="000F7BAC" w:rsidP="000F7BAC">
      <w:pPr>
        <w:pStyle w:val="B20"/>
      </w:pPr>
      <w:r>
        <w:tab/>
      </w:r>
      <w:r w:rsidRPr="005A1527">
        <w:t xml:space="preserve">The output is a “difference of relative phase error” </w:t>
      </w:r>
      <w:r w:rsidRPr="001A3620">
        <w:t>vector</w:t>
      </w:r>
      <w:r w:rsidRPr="005A1527">
        <w:t xml:space="preserve"> for a slot:</w:t>
      </w:r>
      <m:oMath>
        <m:r>
          <w:rPr>
            <w:rFonts w:ascii="Cambria Math" w:hAnsi="Cambria Math"/>
          </w:rPr>
          <m:t xml:space="preserve"> </m:t>
        </m:r>
        <m:d>
          <m:dPr>
            <m:begChr m:val="["/>
            <m:endChr m:val="]"/>
            <m:ctrlPr>
              <w:rPr>
                <w:rFonts w:ascii="Cambria Math" w:hAnsi="Cambria Math"/>
                <w:i/>
              </w:rPr>
            </m:ctrlPr>
          </m:dPr>
          <m:e>
            <m:r>
              <w:rPr>
                <w:rFonts w:ascii="Cambria Math" w:hAnsi="Cambria Math"/>
              </w:rPr>
              <m:t>1×number_of_RBs</m:t>
            </m:r>
          </m:e>
        </m:d>
      </m:oMath>
      <w:r w:rsidRPr="005A1527">
        <w:t>.</w:t>
      </w:r>
    </w:p>
    <w:p w14:paraId="7356B0CA" w14:textId="77777777" w:rsidR="000F7BAC" w:rsidRDefault="000F7BAC" w:rsidP="000F7BAC">
      <w:pPr>
        <w:pStyle w:val="B10"/>
      </w:pPr>
      <w:r>
        <w:t>8</w:t>
      </w:r>
      <w:r>
        <w:tab/>
      </w:r>
      <w:r w:rsidRPr="00775524">
        <w:t>Calculation for a slot of the arithmetic mean value of the “difference of relative phase error” vector determined in previous step, this value corresponds to an RB</w:t>
      </w:r>
      <w:r>
        <w:t>.</w:t>
      </w:r>
    </w:p>
    <w:p w14:paraId="5FC93895" w14:textId="77777777" w:rsidR="000F7BAC" w:rsidRDefault="000F7BAC" w:rsidP="000F7BAC">
      <w:pPr>
        <w:pStyle w:val="B20"/>
      </w:pPr>
      <w:r>
        <w:tab/>
        <w:t xml:space="preserve">The output is a “difference of relative phase error” value for a slot: </w:t>
      </w:r>
      <m:oMath>
        <m:d>
          <m:dPr>
            <m:begChr m:val="["/>
            <m:endChr m:val="]"/>
            <m:ctrlPr>
              <w:rPr>
                <w:rFonts w:ascii="Cambria Math" w:hAnsi="Cambria Math"/>
                <w:i/>
              </w:rPr>
            </m:ctrlPr>
          </m:dPr>
          <m:e>
            <m:r>
              <w:rPr>
                <w:rFonts w:ascii="Cambria Math" w:hAnsi="Cambria Math"/>
              </w:rPr>
              <m:t>1×1</m:t>
            </m:r>
          </m:e>
        </m:d>
        <m:r>
          <w:rPr>
            <w:rFonts w:ascii="Cambria Math" w:hAnsi="Cambria Math"/>
          </w:rPr>
          <m:t>.</m:t>
        </m:r>
      </m:oMath>
    </w:p>
    <w:p w14:paraId="458C8811" w14:textId="77777777" w:rsidR="000F7BAC" w:rsidRPr="005A1527" w:rsidRDefault="000F7BAC" w:rsidP="000F7BAC">
      <w:pPr>
        <w:pStyle w:val="B10"/>
      </w:pPr>
      <w:r>
        <w:t>9</w:t>
      </w:r>
      <w:r>
        <w:tab/>
      </w:r>
      <w:r w:rsidRPr="005A1527">
        <w:t xml:space="preserve">Perform for each slot of the 20ms time window, steps </w:t>
      </w:r>
      <w:r>
        <w:t>3</w:t>
      </w:r>
      <w:r w:rsidRPr="005A1527">
        <w:t xml:space="preserve"> to </w:t>
      </w:r>
      <w:r>
        <w:t>8</w:t>
      </w:r>
      <w:r w:rsidRPr="005A1527">
        <w:t>.</w:t>
      </w:r>
    </w:p>
    <w:p w14:paraId="3B4CC925" w14:textId="77777777" w:rsidR="000F7BAC" w:rsidRPr="005A1527" w:rsidRDefault="000F7BAC" w:rsidP="000F7BAC">
      <w:pPr>
        <w:pStyle w:val="B20"/>
      </w:pPr>
      <w:r>
        <w:tab/>
      </w:r>
      <w:r w:rsidRPr="005A1527">
        <w:t xml:space="preserve">The output is a “difference of relative phase error” vector: </w:t>
      </w:r>
      <m:oMath>
        <m:d>
          <m:dPr>
            <m:begChr m:val="["/>
            <m:endChr m:val="]"/>
            <m:ctrlPr>
              <w:rPr>
                <w:rFonts w:ascii="Cambria Math" w:hAnsi="Cambria Math"/>
                <w:i/>
              </w:rPr>
            </m:ctrlPr>
          </m:dPr>
          <m:e>
            <m:r>
              <w:rPr>
                <w:rFonts w:ascii="Cambria Math" w:hAnsi="Cambria Math"/>
              </w:rPr>
              <m:t>1×number_of_slots</m:t>
            </m:r>
          </m:e>
        </m:d>
      </m:oMath>
      <w:r w:rsidRPr="005A1527">
        <w:t>.</w:t>
      </w:r>
    </w:p>
    <w:p w14:paraId="0BCD6989" w14:textId="77777777" w:rsidR="000F7BAC" w:rsidRPr="005A1527" w:rsidRDefault="000F7BAC" w:rsidP="000F7BAC">
      <w:pPr>
        <w:pStyle w:val="B10"/>
      </w:pPr>
      <w:r>
        <w:t>10</w:t>
      </w:r>
      <w:r>
        <w:tab/>
      </w:r>
      <w:r w:rsidRPr="005A1527">
        <w:t>Calculation of the maximum value of the “difference of relative phase error”.</w:t>
      </w:r>
    </w:p>
    <w:p w14:paraId="62565F1F" w14:textId="77777777" w:rsidR="000F7BAC" w:rsidRPr="005A1527" w:rsidRDefault="000F7BAC" w:rsidP="000F7BAC">
      <w:pPr>
        <w:pStyle w:val="B20"/>
      </w:pPr>
      <w:r>
        <w:tab/>
      </w:r>
      <w:r w:rsidRPr="005A1527">
        <w:t xml:space="preserve">The output is the “difference of relative phase error” that should be verified as complying with the 40° </w:t>
      </w:r>
      <w:r w:rsidRPr="00775524">
        <w:t xml:space="preserve">maximum allowable difference of relative phase error </w:t>
      </w:r>
      <w:r w:rsidRPr="005A1527">
        <w:t xml:space="preserve">requirement: </w:t>
      </w:r>
      <m:oMath>
        <m:d>
          <m:dPr>
            <m:begChr m:val="["/>
            <m:endChr m:val="]"/>
            <m:ctrlPr>
              <w:rPr>
                <w:rFonts w:ascii="Cambria Math" w:hAnsi="Cambria Math"/>
                <w:i/>
              </w:rPr>
            </m:ctrlPr>
          </m:dPr>
          <m:e>
            <m:r>
              <w:rPr>
                <w:rFonts w:ascii="Cambria Math" w:hAnsi="Cambria Math"/>
              </w:rPr>
              <m:t>1×1</m:t>
            </m:r>
          </m:e>
        </m:d>
      </m:oMath>
      <w:r w:rsidRPr="005A1527">
        <w:t>.</w:t>
      </w:r>
    </w:p>
    <w:p w14:paraId="09689977" w14:textId="77777777" w:rsidR="00DC7196" w:rsidRPr="003B4E2A" w:rsidRDefault="00DC7196" w:rsidP="00DC7196">
      <w:pPr>
        <w:rPr>
          <w:lang w:val="fr-FR"/>
        </w:rPr>
      </w:pPr>
    </w:p>
    <w:p w14:paraId="0CD4116C" w14:textId="77777777" w:rsidR="00DC7196" w:rsidRPr="003B4E2A" w:rsidRDefault="00DC7196" w:rsidP="00DC7196">
      <w:pPr>
        <w:pStyle w:val="Heading8"/>
        <w:rPr>
          <w:lang w:val="fr-FR"/>
        </w:rPr>
      </w:pPr>
      <w:bookmarkStart w:id="1349" w:name="_Toc21344588"/>
      <w:bookmarkStart w:id="1350" w:name="_Toc29802076"/>
      <w:bookmarkStart w:id="1351" w:name="_Toc29802500"/>
      <w:bookmarkStart w:id="1352" w:name="_Toc29803125"/>
      <w:bookmarkStart w:id="1353" w:name="_Toc36107867"/>
      <w:bookmarkStart w:id="1354" w:name="_Toc37251641"/>
      <w:bookmarkStart w:id="1355" w:name="_Toc45888580"/>
      <w:bookmarkStart w:id="1356" w:name="_Toc45889179"/>
      <w:bookmarkStart w:id="1357" w:name="_Toc59650557"/>
      <w:bookmarkStart w:id="1358" w:name="_Toc61357829"/>
      <w:bookmarkStart w:id="1359" w:name="_Toc61359603"/>
      <w:bookmarkStart w:id="1360" w:name="_Toc67916543"/>
      <w:bookmarkStart w:id="1361" w:name="_Toc75534089"/>
      <w:bookmarkStart w:id="1362" w:name="_Toc75819975"/>
      <w:bookmarkStart w:id="1363" w:name="_Toc76508819"/>
      <w:bookmarkStart w:id="1364" w:name="_Toc76717769"/>
      <w:bookmarkStart w:id="1365" w:name="_Toc83294410"/>
      <w:bookmarkStart w:id="1366" w:name="_Toc84335449"/>
      <w:r w:rsidRPr="003B4E2A">
        <w:rPr>
          <w:lang w:val="fr-FR"/>
        </w:rPr>
        <w:t>Annex H (informative): Void</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3EAD0FA3" w14:textId="77777777" w:rsidR="00DC7196" w:rsidRPr="003B4E2A" w:rsidRDefault="00DC7196" w:rsidP="00DC7196">
      <w:pPr>
        <w:rPr>
          <w:lang w:val="fr-FR"/>
        </w:rPr>
      </w:pPr>
    </w:p>
    <w:p w14:paraId="103DAAEC" w14:textId="77777777" w:rsidR="00DC7196" w:rsidRPr="003B4E2A" w:rsidRDefault="00DC7196" w:rsidP="00DC7196">
      <w:pPr>
        <w:pStyle w:val="Heading8"/>
        <w:rPr>
          <w:lang w:val="fr-FR"/>
        </w:rPr>
      </w:pPr>
      <w:bookmarkStart w:id="1367" w:name="_Toc21344589"/>
      <w:bookmarkStart w:id="1368" w:name="_Toc29802077"/>
      <w:bookmarkStart w:id="1369" w:name="_Toc29802501"/>
      <w:bookmarkStart w:id="1370" w:name="_Toc29803126"/>
      <w:bookmarkStart w:id="1371" w:name="_Toc36107868"/>
      <w:bookmarkStart w:id="1372" w:name="_Toc37251642"/>
      <w:bookmarkStart w:id="1373" w:name="_Toc45888581"/>
      <w:bookmarkStart w:id="1374" w:name="_Toc45889180"/>
      <w:bookmarkStart w:id="1375" w:name="_Toc59650558"/>
      <w:bookmarkStart w:id="1376" w:name="_Toc61357830"/>
      <w:bookmarkStart w:id="1377" w:name="_Toc61359604"/>
      <w:bookmarkStart w:id="1378" w:name="_Toc67916544"/>
      <w:bookmarkStart w:id="1379" w:name="_Toc75534090"/>
      <w:bookmarkStart w:id="1380" w:name="_Toc75819976"/>
      <w:bookmarkStart w:id="1381" w:name="_Toc76508820"/>
      <w:bookmarkStart w:id="1382" w:name="_Toc76717770"/>
      <w:bookmarkStart w:id="1383" w:name="_Toc83294411"/>
      <w:bookmarkStart w:id="1384" w:name="_Toc84335450"/>
      <w:r w:rsidRPr="003B4E2A">
        <w:rPr>
          <w:lang w:val="fr-FR"/>
        </w:rPr>
        <w:t>Annex I (informative): Void</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14:paraId="28D2D6E2" w14:textId="77777777" w:rsidR="00DC7196" w:rsidRPr="003B4E2A" w:rsidRDefault="00DC7196" w:rsidP="00DC7196">
      <w:pPr>
        <w:rPr>
          <w:lang w:val="fr-FR"/>
        </w:rPr>
      </w:pPr>
    </w:p>
    <w:p w14:paraId="3B8A69F4" w14:textId="77777777" w:rsidR="00DC7196" w:rsidRPr="003B4E2A" w:rsidRDefault="00DC7196" w:rsidP="00DC7196">
      <w:pPr>
        <w:pStyle w:val="Heading8"/>
        <w:rPr>
          <w:lang w:val="fr-FR"/>
        </w:rPr>
      </w:pPr>
      <w:bookmarkStart w:id="1385" w:name="_Toc21344590"/>
      <w:bookmarkStart w:id="1386" w:name="_Toc29802078"/>
      <w:bookmarkStart w:id="1387" w:name="_Toc29802502"/>
      <w:bookmarkStart w:id="1388" w:name="_Toc29803127"/>
      <w:bookmarkStart w:id="1389" w:name="_Toc36107869"/>
      <w:bookmarkStart w:id="1390" w:name="_Toc37251643"/>
      <w:bookmarkStart w:id="1391" w:name="_Toc45888582"/>
      <w:bookmarkStart w:id="1392" w:name="_Toc45889181"/>
      <w:bookmarkStart w:id="1393" w:name="_Toc59650559"/>
      <w:bookmarkStart w:id="1394" w:name="_Toc61357831"/>
      <w:bookmarkStart w:id="1395" w:name="_Toc61359605"/>
      <w:bookmarkStart w:id="1396" w:name="_Toc67916545"/>
      <w:bookmarkStart w:id="1397" w:name="_Toc75534091"/>
      <w:bookmarkStart w:id="1398" w:name="_Toc75819977"/>
      <w:bookmarkStart w:id="1399" w:name="_Toc76508821"/>
      <w:bookmarkStart w:id="1400" w:name="_Toc76717771"/>
      <w:bookmarkStart w:id="1401" w:name="_Toc83294412"/>
      <w:bookmarkStart w:id="1402" w:name="_Toc84335451"/>
      <w:r w:rsidRPr="003B4E2A">
        <w:rPr>
          <w:lang w:val="fr-FR"/>
        </w:rPr>
        <w:t>Annex J (informative): Void</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480F84EA" w14:textId="77777777" w:rsidR="00DC7196" w:rsidRPr="003B4E2A" w:rsidRDefault="00DC7196" w:rsidP="00DC7196">
      <w:pPr>
        <w:rPr>
          <w:lang w:val="fr-FR"/>
        </w:rPr>
      </w:pPr>
    </w:p>
    <w:p w14:paraId="166AE598" w14:textId="4C7DA228" w:rsidR="00DC7196" w:rsidRDefault="00DC7196" w:rsidP="00DC7196">
      <w:pPr>
        <w:pStyle w:val="Heading8"/>
      </w:pPr>
      <w:bookmarkStart w:id="1403" w:name="_Toc21344591"/>
      <w:bookmarkStart w:id="1404" w:name="_Toc29802079"/>
      <w:bookmarkStart w:id="1405" w:name="_Toc29802503"/>
      <w:bookmarkStart w:id="1406" w:name="_Toc29803128"/>
      <w:bookmarkStart w:id="1407" w:name="_Toc36107870"/>
      <w:bookmarkStart w:id="1408" w:name="_Toc37251644"/>
      <w:bookmarkStart w:id="1409" w:name="_Toc45888583"/>
      <w:bookmarkStart w:id="1410" w:name="_Toc45889182"/>
      <w:bookmarkStart w:id="1411" w:name="_Toc59650560"/>
      <w:bookmarkStart w:id="1412" w:name="_Toc61357832"/>
      <w:bookmarkStart w:id="1413" w:name="_Toc61359606"/>
      <w:bookmarkStart w:id="1414" w:name="_Toc67916546"/>
      <w:bookmarkStart w:id="1415" w:name="_Toc75534092"/>
      <w:bookmarkStart w:id="1416" w:name="_Toc75819978"/>
      <w:bookmarkStart w:id="1417" w:name="_Toc76508822"/>
      <w:bookmarkStart w:id="1418" w:name="_Toc76717772"/>
      <w:bookmarkStart w:id="1419" w:name="_Toc83294413"/>
      <w:bookmarkStart w:id="1420" w:name="_Toc84335452"/>
      <w:r w:rsidRPr="001C0CC4">
        <w:t>Annex K (informative): Void</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0AC2BB37" w14:textId="77777777" w:rsidR="00727A3D" w:rsidRPr="008C0EFD" w:rsidRDefault="00727A3D" w:rsidP="008C0EFD"/>
    <w:p w14:paraId="54C66E0C" w14:textId="55A728E3" w:rsidR="00727A3D" w:rsidRDefault="00727A3D" w:rsidP="00727A3D">
      <w:pPr>
        <w:pStyle w:val="Heading8"/>
      </w:pPr>
      <w:bookmarkStart w:id="1421" w:name="_Toc21343237"/>
      <w:bookmarkStart w:id="1422" w:name="_Toc29770203"/>
      <w:bookmarkStart w:id="1423" w:name="_Toc29799702"/>
      <w:bookmarkStart w:id="1424" w:name="_Toc59650561"/>
      <w:bookmarkStart w:id="1425" w:name="_Toc61357833"/>
      <w:bookmarkStart w:id="1426" w:name="_Toc61359607"/>
      <w:bookmarkStart w:id="1427" w:name="_Toc67916547"/>
      <w:bookmarkStart w:id="1428" w:name="_Toc75534093"/>
      <w:bookmarkStart w:id="1429" w:name="_Toc75819979"/>
      <w:bookmarkStart w:id="1430" w:name="_Toc76508823"/>
      <w:bookmarkStart w:id="1431" w:name="_Toc76717773"/>
      <w:bookmarkStart w:id="1432" w:name="_Toc83294414"/>
      <w:bookmarkStart w:id="1433" w:name="_Toc84335453"/>
      <w:r w:rsidRPr="00495FE7">
        <w:t xml:space="preserve">Annex </w:t>
      </w:r>
      <w:r>
        <w:t>L</w:t>
      </w:r>
      <w:r w:rsidRPr="00495FE7">
        <w:t xml:space="preserve"> (</w:t>
      </w:r>
      <w:r>
        <w:t>nor</w:t>
      </w:r>
      <w:r w:rsidRPr="00495FE7">
        <w:t>mative):</w:t>
      </w:r>
      <w:bookmarkEnd w:id="1421"/>
      <w:bookmarkEnd w:id="1422"/>
      <w:bookmarkEnd w:id="1423"/>
      <w:r>
        <w:br/>
        <w:t>ModifiedMPR-Behavior</w:t>
      </w:r>
      <w:bookmarkEnd w:id="1424"/>
      <w:bookmarkEnd w:id="1425"/>
      <w:bookmarkEnd w:id="1426"/>
      <w:bookmarkEnd w:id="1427"/>
      <w:bookmarkEnd w:id="1428"/>
      <w:bookmarkEnd w:id="1429"/>
      <w:bookmarkEnd w:id="1430"/>
      <w:bookmarkEnd w:id="1431"/>
      <w:bookmarkEnd w:id="1432"/>
      <w:bookmarkEnd w:id="1433"/>
    </w:p>
    <w:p w14:paraId="5B78B00E" w14:textId="05976259" w:rsidR="00727A3D" w:rsidRPr="00DF6DD6" w:rsidRDefault="00AA3F1E">
      <w:pPr>
        <w:pStyle w:val="Heading1"/>
      </w:pPr>
      <w:bookmarkStart w:id="1434" w:name="_Toc21345705"/>
      <w:bookmarkStart w:id="1435" w:name="_Toc29806554"/>
      <w:bookmarkStart w:id="1436" w:name="_Toc59650562"/>
      <w:bookmarkStart w:id="1437" w:name="_Toc61357834"/>
      <w:bookmarkStart w:id="1438" w:name="_Toc61359608"/>
      <w:bookmarkStart w:id="1439" w:name="_Toc67916548"/>
      <w:bookmarkStart w:id="1440" w:name="_Toc75534094"/>
      <w:bookmarkStart w:id="1441" w:name="_Toc75819980"/>
      <w:bookmarkStart w:id="1442" w:name="_Toc76508824"/>
      <w:bookmarkStart w:id="1443" w:name="_Toc76717774"/>
      <w:bookmarkStart w:id="1444" w:name="_Toc83294415"/>
      <w:bookmarkStart w:id="1445" w:name="_Toc84335454"/>
      <w:r>
        <w:t>L</w:t>
      </w:r>
      <w:r w:rsidR="00727A3D" w:rsidRPr="00DF6DD6">
        <w:t>.1</w:t>
      </w:r>
      <w:r w:rsidR="00727A3D" w:rsidRPr="00DF6DD6">
        <w:tab/>
        <w:t>Indication of modified MPR behavior</w:t>
      </w:r>
      <w:bookmarkEnd w:id="1434"/>
      <w:bookmarkEnd w:id="1435"/>
      <w:bookmarkEnd w:id="1436"/>
      <w:bookmarkEnd w:id="1437"/>
      <w:bookmarkEnd w:id="1438"/>
      <w:bookmarkEnd w:id="1439"/>
      <w:bookmarkEnd w:id="1440"/>
      <w:bookmarkEnd w:id="1441"/>
      <w:bookmarkEnd w:id="1442"/>
      <w:bookmarkEnd w:id="1443"/>
      <w:bookmarkEnd w:id="1444"/>
      <w:bookmarkEnd w:id="1445"/>
    </w:p>
    <w:p w14:paraId="4006DFEE" w14:textId="3F9A5844" w:rsidR="00727A3D" w:rsidRDefault="00727A3D" w:rsidP="00727A3D">
      <w:r w:rsidRPr="00DF6DD6">
        <w:t xml:space="preserve">This annex contains the definitions of the bits in the field </w:t>
      </w:r>
      <w:r>
        <w:rPr>
          <w:i/>
        </w:rPr>
        <w:t>m</w:t>
      </w:r>
      <w:r w:rsidRPr="00DF6DD6">
        <w:rPr>
          <w:i/>
        </w:rPr>
        <w:t>odifiedMPR</w:t>
      </w:r>
      <w:r>
        <w:rPr>
          <w:i/>
        </w:rPr>
        <w:t>-B</w:t>
      </w:r>
      <w:r w:rsidRPr="00DF6DD6">
        <w:rPr>
          <w:i/>
        </w:rPr>
        <w:t>ehavior</w:t>
      </w:r>
      <w:r w:rsidRPr="00DF6DD6">
        <w:t xml:space="preserve"> indicated </w:t>
      </w:r>
      <w:r>
        <w:t xml:space="preserve">per supported NR band </w:t>
      </w:r>
      <w:r w:rsidRPr="00DF6DD6">
        <w:t xml:space="preserve">in the IE </w:t>
      </w:r>
      <w:r w:rsidRPr="008C0EFD">
        <w:rPr>
          <w:i/>
          <w:iCs/>
        </w:rPr>
        <w:t>RF-Parameters</w:t>
      </w:r>
      <w:r w:rsidRPr="00DF6DD6">
        <w:t xml:space="preserve"> [7] by a UE supporting an MPR or A-MPR modified </w:t>
      </w:r>
      <w:r w:rsidRPr="00F61B23">
        <w:t>in a given version of this specification.</w:t>
      </w:r>
      <w:r w:rsidRPr="00DF6DD6">
        <w:t xml:space="preserve"> </w:t>
      </w:r>
      <w:r>
        <w:t>A modified MPR or A-MPR behaviour can apply to a supported NR band in stand-alone operation (including CA and NN-DC operation</w:t>
      </w:r>
      <w:r w:rsidRPr="00F61B23">
        <w:t>) or in non-standalone operation with the said NR band as part of an EN-DC or NE-DC band combination.</w:t>
      </w:r>
    </w:p>
    <w:p w14:paraId="62C974F1" w14:textId="77777777" w:rsidR="00727A3D" w:rsidRPr="00DF6DD6" w:rsidRDefault="00727A3D" w:rsidP="008C0EFD">
      <w:pPr>
        <w:pStyle w:val="NO"/>
      </w:pPr>
      <w:r>
        <w:t>NOTE 1:</w:t>
      </w:r>
      <w:r>
        <w:tab/>
        <w:t xml:space="preserve">In the present release, the </w:t>
      </w:r>
      <w:r w:rsidRPr="00DF6DD6">
        <w:rPr>
          <w:i/>
        </w:rPr>
        <w:t>modifiedMPR</w:t>
      </w:r>
      <w:r>
        <w:rPr>
          <w:i/>
        </w:rPr>
        <w:t>-B</w:t>
      </w:r>
      <w:r w:rsidRPr="00DF6DD6">
        <w:rPr>
          <w:i/>
        </w:rPr>
        <w:t>ehavior</w:t>
      </w:r>
      <w:r w:rsidRPr="00DF6DD6">
        <w:t xml:space="preserve"> is indicated</w:t>
      </w:r>
      <w:r>
        <w:t xml:space="preserve"> </w:t>
      </w:r>
      <w:r w:rsidRPr="00DF6DD6">
        <w:t xml:space="preserve">[7] by an 8-bit bitmap per </w:t>
      </w:r>
      <w:r>
        <w:t xml:space="preserve">supported </w:t>
      </w:r>
      <w:r w:rsidRPr="00DF6DD6">
        <w:t>NR band.</w:t>
      </w:r>
    </w:p>
    <w:p w14:paraId="65982654" w14:textId="1563D6ED" w:rsidR="00727A3D" w:rsidRPr="00DF6DD6" w:rsidRDefault="00727A3D" w:rsidP="00727A3D">
      <w:pPr>
        <w:pStyle w:val="TH"/>
      </w:pPr>
      <w:r w:rsidRPr="00DF6DD6">
        <w:t xml:space="preserve">Table </w:t>
      </w:r>
      <w:r w:rsidR="00AA3F1E">
        <w:t>L</w:t>
      </w:r>
      <w:r w:rsidRPr="00DF6DD6">
        <w:t xml:space="preserve">.1-1: Definitions of the bits in the field </w:t>
      </w:r>
      <w:r w:rsidRPr="00DF6DD6">
        <w:rPr>
          <w:i/>
        </w:rPr>
        <w:t>modifiedMPR</w:t>
      </w:r>
      <w:r>
        <w:rPr>
          <w:i/>
        </w:rPr>
        <w:t>-B</w:t>
      </w:r>
      <w:r w:rsidRPr="00DF6DD6">
        <w:rPr>
          <w:i/>
        </w:rPr>
        <w:t>ehavior</w:t>
      </w:r>
    </w:p>
    <w:tbl>
      <w:tblPr>
        <w:tblW w:w="962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1408"/>
        <w:gridCol w:w="4386"/>
        <w:gridCol w:w="2440"/>
      </w:tblGrid>
      <w:tr w:rsidR="00727A3D" w:rsidRPr="00DF6DD6" w14:paraId="4EA19308" w14:textId="77777777" w:rsidTr="00BB2E83">
        <w:tc>
          <w:tcPr>
            <w:tcW w:w="1395" w:type="dxa"/>
            <w:tcBorders>
              <w:bottom w:val="single" w:sz="4" w:space="0" w:color="auto"/>
            </w:tcBorders>
          </w:tcPr>
          <w:p w14:paraId="07DBC6E4" w14:textId="77777777" w:rsidR="00727A3D" w:rsidRPr="00DF6DD6" w:rsidRDefault="00727A3D" w:rsidP="006B6537">
            <w:pPr>
              <w:pStyle w:val="TAH"/>
              <w:rPr>
                <w:rFonts w:cs="Arial"/>
              </w:rPr>
            </w:pPr>
            <w:r w:rsidRPr="00DF6DD6">
              <w:rPr>
                <w:rFonts w:cs="Arial"/>
              </w:rPr>
              <w:t>NR Band</w:t>
            </w:r>
          </w:p>
        </w:tc>
        <w:tc>
          <w:tcPr>
            <w:tcW w:w="1408" w:type="dxa"/>
          </w:tcPr>
          <w:p w14:paraId="1569C20B" w14:textId="77777777" w:rsidR="00727A3D" w:rsidRPr="00DF6DD6" w:rsidRDefault="00727A3D" w:rsidP="006B6537">
            <w:pPr>
              <w:pStyle w:val="TAH"/>
              <w:rPr>
                <w:rFonts w:cs="Arial"/>
                <w:i/>
              </w:rPr>
            </w:pPr>
            <w:r w:rsidRPr="00DF6DD6">
              <w:rPr>
                <w:rFonts w:cs="Arial"/>
              </w:rPr>
              <w:t>Index of field</w:t>
            </w:r>
          </w:p>
          <w:p w14:paraId="1545CFBA" w14:textId="77777777" w:rsidR="00727A3D" w:rsidRPr="00DF6DD6" w:rsidRDefault="00727A3D" w:rsidP="006B6537">
            <w:pPr>
              <w:pStyle w:val="TAH"/>
              <w:rPr>
                <w:rFonts w:cs="Arial"/>
              </w:rPr>
            </w:pPr>
            <w:r w:rsidRPr="00DF6DD6">
              <w:rPr>
                <w:rFonts w:cs="Arial"/>
                <w:b w:val="0"/>
                <w:bCs/>
              </w:rPr>
              <w:t>(bit number)</w:t>
            </w:r>
          </w:p>
        </w:tc>
        <w:tc>
          <w:tcPr>
            <w:tcW w:w="4386" w:type="dxa"/>
          </w:tcPr>
          <w:p w14:paraId="323EE119" w14:textId="77777777" w:rsidR="00727A3D" w:rsidRPr="00DF6DD6" w:rsidRDefault="00727A3D" w:rsidP="006B6537">
            <w:pPr>
              <w:pStyle w:val="TAH"/>
              <w:rPr>
                <w:rFonts w:cs="Arial"/>
              </w:rPr>
            </w:pPr>
            <w:r w:rsidRPr="00DF6DD6">
              <w:rPr>
                <w:rFonts w:cs="Arial"/>
              </w:rPr>
              <w:t>Definition</w:t>
            </w:r>
          </w:p>
          <w:p w14:paraId="314E3D59" w14:textId="77777777" w:rsidR="00727A3D" w:rsidRPr="00DF6DD6" w:rsidRDefault="00727A3D" w:rsidP="006B6537">
            <w:pPr>
              <w:pStyle w:val="TAH"/>
              <w:rPr>
                <w:rFonts w:cs="Arial"/>
                <w:b w:val="0"/>
                <w:bCs/>
              </w:rPr>
            </w:pPr>
            <w:r w:rsidRPr="00DF6DD6">
              <w:rPr>
                <w:rFonts w:cs="Arial"/>
                <w:b w:val="0"/>
                <w:bCs/>
              </w:rPr>
              <w:t>(description of the supported functionality if indicator set to one)</w:t>
            </w:r>
          </w:p>
        </w:tc>
        <w:tc>
          <w:tcPr>
            <w:tcW w:w="2440" w:type="dxa"/>
          </w:tcPr>
          <w:p w14:paraId="21943AD4" w14:textId="77777777" w:rsidR="00727A3D" w:rsidRPr="00DF6DD6" w:rsidRDefault="00727A3D" w:rsidP="006B6537">
            <w:pPr>
              <w:pStyle w:val="TAH"/>
              <w:rPr>
                <w:rFonts w:cs="Arial"/>
              </w:rPr>
            </w:pPr>
            <w:r w:rsidRPr="00DF6DD6">
              <w:rPr>
                <w:rFonts w:cs="Arial"/>
              </w:rPr>
              <w:t>Notes</w:t>
            </w:r>
          </w:p>
        </w:tc>
      </w:tr>
      <w:tr w:rsidR="00BB2E83" w:rsidRPr="00DF6DD6" w14:paraId="27CB7EFD" w14:textId="77777777" w:rsidTr="00BB2E83">
        <w:tc>
          <w:tcPr>
            <w:tcW w:w="1395" w:type="dxa"/>
            <w:tcBorders>
              <w:bottom w:val="nil"/>
            </w:tcBorders>
            <w:shd w:val="clear" w:color="auto" w:fill="auto"/>
          </w:tcPr>
          <w:p w14:paraId="279286B4" w14:textId="77777777" w:rsidR="00BB2E83" w:rsidRPr="00DF6DD6" w:rsidRDefault="00BB2E83" w:rsidP="006B6537">
            <w:pPr>
              <w:pStyle w:val="TAC"/>
            </w:pPr>
            <w:r w:rsidRPr="00DF6DD6">
              <w:t>n41</w:t>
            </w:r>
          </w:p>
        </w:tc>
        <w:tc>
          <w:tcPr>
            <w:tcW w:w="1408" w:type="dxa"/>
          </w:tcPr>
          <w:p w14:paraId="3B467757" w14:textId="77777777" w:rsidR="00BB2E83" w:rsidRPr="00DF6DD6" w:rsidRDefault="00BB2E83" w:rsidP="006B6537">
            <w:pPr>
              <w:pStyle w:val="TAL"/>
              <w:rPr>
                <w:rFonts w:cs="Arial"/>
              </w:rPr>
            </w:pPr>
            <w:r w:rsidRPr="00DF6DD6">
              <w:rPr>
                <w:rFonts w:cs="Arial"/>
              </w:rPr>
              <w:t>0 (leftmost bit)</w:t>
            </w:r>
          </w:p>
        </w:tc>
        <w:tc>
          <w:tcPr>
            <w:tcW w:w="4386" w:type="dxa"/>
          </w:tcPr>
          <w:p w14:paraId="195D172E" w14:textId="77777777" w:rsidR="00BB2E83" w:rsidRPr="00DF6DD6" w:rsidRDefault="00BB2E83" w:rsidP="006B6537">
            <w:pPr>
              <w:pStyle w:val="TAL"/>
              <w:rPr>
                <w:rFonts w:cs="Arial"/>
              </w:rPr>
            </w:pPr>
            <w:r w:rsidRPr="00DF6DD6">
              <w:rPr>
                <w:rFonts w:cs="Arial"/>
              </w:rPr>
              <w:t>- EN-DC contiguous intraband MPR as defined in clause 6.2B.2.1 of 38.101-3 v15.5.0</w:t>
            </w:r>
          </w:p>
        </w:tc>
        <w:tc>
          <w:tcPr>
            <w:tcW w:w="2440" w:type="dxa"/>
          </w:tcPr>
          <w:p w14:paraId="234EF9A2" w14:textId="77777777" w:rsidR="00BB2E83" w:rsidRPr="00DF6DD6" w:rsidRDefault="00BB2E83" w:rsidP="006B6537">
            <w:pPr>
              <w:pStyle w:val="TAL"/>
              <w:rPr>
                <w:rFonts w:cs="Arial"/>
              </w:rPr>
            </w:pPr>
            <w:r w:rsidRPr="00DF6DD6">
              <w:rPr>
                <w:rFonts w:cs="Arial"/>
              </w:rPr>
              <w:t xml:space="preserve">- This bit </w:t>
            </w:r>
            <w:r>
              <w:rPr>
                <w:rFonts w:cs="Arial"/>
              </w:rPr>
              <w:t>shall</w:t>
            </w:r>
            <w:r w:rsidRPr="00DF6DD6">
              <w:rPr>
                <w:rFonts w:cs="Arial"/>
              </w:rPr>
              <w:t xml:space="preserve"> be set to 1 by a UE supporting DC_(n)41AA UE EN-DC </w:t>
            </w:r>
          </w:p>
        </w:tc>
      </w:tr>
      <w:tr w:rsidR="00BB2E83" w:rsidRPr="00DF6DD6" w14:paraId="350860C2" w14:textId="77777777" w:rsidTr="00BB2E83">
        <w:tc>
          <w:tcPr>
            <w:tcW w:w="1395" w:type="dxa"/>
            <w:tcBorders>
              <w:top w:val="nil"/>
              <w:bottom w:val="nil"/>
            </w:tcBorders>
            <w:shd w:val="clear" w:color="auto" w:fill="auto"/>
          </w:tcPr>
          <w:p w14:paraId="44D38029" w14:textId="77777777" w:rsidR="00BB2E83" w:rsidRPr="00DF6DD6" w:rsidRDefault="00BB2E83" w:rsidP="006B6537">
            <w:pPr>
              <w:pStyle w:val="TAC"/>
            </w:pPr>
          </w:p>
        </w:tc>
        <w:tc>
          <w:tcPr>
            <w:tcW w:w="1408" w:type="dxa"/>
          </w:tcPr>
          <w:p w14:paraId="00E86CFB" w14:textId="77777777" w:rsidR="00BB2E83" w:rsidRPr="00DF6DD6" w:rsidRDefault="00BB2E83" w:rsidP="006B6537">
            <w:pPr>
              <w:pStyle w:val="TAL"/>
              <w:rPr>
                <w:rFonts w:cs="Arial"/>
              </w:rPr>
            </w:pPr>
            <w:r w:rsidRPr="00DF6DD6">
              <w:rPr>
                <w:rFonts w:cs="Arial"/>
              </w:rPr>
              <w:t>1</w:t>
            </w:r>
          </w:p>
        </w:tc>
        <w:tc>
          <w:tcPr>
            <w:tcW w:w="4386" w:type="dxa"/>
          </w:tcPr>
          <w:p w14:paraId="6FA9829E" w14:textId="77777777" w:rsidR="00BB2E83" w:rsidRPr="00DF6DD6" w:rsidRDefault="00BB2E83" w:rsidP="006B6537">
            <w:pPr>
              <w:pStyle w:val="TAL"/>
              <w:rPr>
                <w:rFonts w:cs="Arial"/>
              </w:rPr>
            </w:pPr>
            <w:r w:rsidRPr="00DF6DD6">
              <w:rPr>
                <w:rFonts w:cs="Arial"/>
              </w:rPr>
              <w:t>- EN-DC non-contiguous intraband MPR as defined in clause 6.2B.2.2 of 38.101-3 v15.5.0</w:t>
            </w:r>
          </w:p>
        </w:tc>
        <w:tc>
          <w:tcPr>
            <w:tcW w:w="2440" w:type="dxa"/>
          </w:tcPr>
          <w:p w14:paraId="5504D265" w14:textId="77777777" w:rsidR="00BB2E83" w:rsidRPr="00DF6DD6" w:rsidRDefault="00BB2E83" w:rsidP="006B6537">
            <w:pPr>
              <w:pStyle w:val="TAL"/>
              <w:rPr>
                <w:rFonts w:cs="Arial"/>
              </w:rPr>
            </w:pPr>
            <w:r w:rsidRPr="00DF6DD6">
              <w:rPr>
                <w:rFonts w:cs="Arial"/>
              </w:rPr>
              <w:t xml:space="preserve">- This bit </w:t>
            </w:r>
            <w:r>
              <w:rPr>
                <w:rFonts w:cs="Arial"/>
              </w:rPr>
              <w:t xml:space="preserve">shall </w:t>
            </w:r>
            <w:r w:rsidRPr="00DF6DD6">
              <w:rPr>
                <w:rFonts w:cs="Arial"/>
              </w:rPr>
              <w:t xml:space="preserve">be set to 1 by a UE supporting DC_41A_n41A EN-DC </w:t>
            </w:r>
          </w:p>
        </w:tc>
      </w:tr>
      <w:tr w:rsidR="00BB2E83" w:rsidRPr="00DF6DD6" w14:paraId="7E109A29" w14:textId="77777777" w:rsidTr="00BB2E83">
        <w:tc>
          <w:tcPr>
            <w:tcW w:w="1395" w:type="dxa"/>
            <w:tcBorders>
              <w:top w:val="nil"/>
            </w:tcBorders>
            <w:shd w:val="clear" w:color="auto" w:fill="auto"/>
          </w:tcPr>
          <w:p w14:paraId="1D74B3D1" w14:textId="77777777" w:rsidR="00BB2E83" w:rsidRPr="00DF6DD6" w:rsidRDefault="00BB2E83" w:rsidP="006B6537">
            <w:pPr>
              <w:pStyle w:val="TAC"/>
            </w:pPr>
          </w:p>
        </w:tc>
        <w:tc>
          <w:tcPr>
            <w:tcW w:w="1408" w:type="dxa"/>
          </w:tcPr>
          <w:p w14:paraId="21231B64" w14:textId="77777777" w:rsidR="00BB2E83" w:rsidRPr="00DF6DD6" w:rsidRDefault="00BB2E83" w:rsidP="006B6537">
            <w:pPr>
              <w:pStyle w:val="TAL"/>
              <w:rPr>
                <w:rFonts w:cs="Arial"/>
              </w:rPr>
            </w:pPr>
            <w:r>
              <w:rPr>
                <w:rFonts w:cs="Arial"/>
              </w:rPr>
              <w:t>2</w:t>
            </w:r>
          </w:p>
        </w:tc>
        <w:tc>
          <w:tcPr>
            <w:tcW w:w="4386" w:type="dxa"/>
          </w:tcPr>
          <w:p w14:paraId="5ADE8339" w14:textId="77777777" w:rsidR="00BB2E83" w:rsidRPr="00DF6DD6" w:rsidRDefault="00BB2E83" w:rsidP="006B6537">
            <w:pPr>
              <w:pStyle w:val="TAL"/>
              <w:rPr>
                <w:rFonts w:cs="Arial"/>
              </w:rPr>
            </w:pPr>
            <w:r w:rsidRPr="00B92771">
              <w:t xml:space="preserve">- EN-DC contiguous and non-contiguous intraband MPR and A-MPR as defined in 38.101-3 v16.4.0. If this bit is not set the UE uses Rel-15 MPR or A-MPR for EN-DC contiguous and non-contiguous intraband MPR and A-MPR </w:t>
            </w:r>
          </w:p>
        </w:tc>
        <w:tc>
          <w:tcPr>
            <w:tcW w:w="2440" w:type="dxa"/>
          </w:tcPr>
          <w:p w14:paraId="255D0EE1" w14:textId="77777777" w:rsidR="00BB2E83" w:rsidRPr="00DF6DD6" w:rsidRDefault="00BB2E83" w:rsidP="006B6537">
            <w:pPr>
              <w:pStyle w:val="TAL"/>
              <w:rPr>
                <w:rFonts w:cs="Arial"/>
              </w:rPr>
            </w:pPr>
            <w:r w:rsidRPr="00B92771">
              <w:t xml:space="preserve">-This bit </w:t>
            </w:r>
            <w:r>
              <w:t>may</w:t>
            </w:r>
            <w:r w:rsidRPr="00B92771">
              <w:t xml:space="preserve"> be set to 1 by a UE supporting DC_(n)41AA or DC_41A_n41A EN-DC </w:t>
            </w:r>
          </w:p>
        </w:tc>
      </w:tr>
      <w:tr w:rsidR="00727A3D" w:rsidRPr="00DF6DD6" w14:paraId="2C4110B7" w14:textId="77777777" w:rsidTr="00BB2E83">
        <w:tc>
          <w:tcPr>
            <w:tcW w:w="1395" w:type="dxa"/>
            <w:tcBorders>
              <w:top w:val="single" w:sz="4" w:space="0" w:color="auto"/>
              <w:left w:val="single" w:sz="4" w:space="0" w:color="auto"/>
              <w:bottom w:val="single" w:sz="4" w:space="0" w:color="auto"/>
              <w:right w:val="single" w:sz="4" w:space="0" w:color="auto"/>
            </w:tcBorders>
          </w:tcPr>
          <w:p w14:paraId="5DF72196" w14:textId="77777777" w:rsidR="00727A3D" w:rsidRPr="00DF6DD6" w:rsidRDefault="00727A3D" w:rsidP="006B6537">
            <w:pPr>
              <w:pStyle w:val="TAC"/>
            </w:pPr>
            <w:r w:rsidRPr="00DF6DD6">
              <w:t>n71</w:t>
            </w:r>
          </w:p>
        </w:tc>
        <w:tc>
          <w:tcPr>
            <w:tcW w:w="1408" w:type="dxa"/>
          </w:tcPr>
          <w:p w14:paraId="6CD059B9" w14:textId="77777777" w:rsidR="00727A3D" w:rsidRPr="00DF6DD6" w:rsidRDefault="00727A3D" w:rsidP="006B6537">
            <w:pPr>
              <w:pStyle w:val="TAL"/>
              <w:rPr>
                <w:rFonts w:cs="Arial"/>
              </w:rPr>
            </w:pPr>
            <w:r w:rsidRPr="00DF6DD6">
              <w:rPr>
                <w:rFonts w:cs="Arial"/>
              </w:rPr>
              <w:t>0 (leftmost bit)</w:t>
            </w:r>
          </w:p>
        </w:tc>
        <w:tc>
          <w:tcPr>
            <w:tcW w:w="4386" w:type="dxa"/>
          </w:tcPr>
          <w:p w14:paraId="100EED12" w14:textId="77777777" w:rsidR="00727A3D" w:rsidRPr="00DF6DD6" w:rsidRDefault="00727A3D" w:rsidP="006B6537">
            <w:pPr>
              <w:pStyle w:val="TAL"/>
              <w:rPr>
                <w:rFonts w:cs="Arial"/>
              </w:rPr>
            </w:pPr>
            <w:r w:rsidRPr="00DF6DD6">
              <w:rPr>
                <w:rFonts w:cs="Arial"/>
              </w:rPr>
              <w:t>- EN-DC contiguous intraband MPR as defined in clause 6.2B.2.1 of 38.101-3 v15.5.0</w:t>
            </w:r>
          </w:p>
        </w:tc>
        <w:tc>
          <w:tcPr>
            <w:tcW w:w="2440" w:type="dxa"/>
          </w:tcPr>
          <w:p w14:paraId="27A97D85" w14:textId="77777777" w:rsidR="00727A3D" w:rsidRPr="00DF6DD6" w:rsidRDefault="00727A3D" w:rsidP="006B6537">
            <w:pPr>
              <w:pStyle w:val="TAL"/>
              <w:rPr>
                <w:rFonts w:cs="Arial"/>
              </w:rPr>
            </w:pPr>
            <w:r w:rsidRPr="00DF6DD6">
              <w:rPr>
                <w:rFonts w:cs="Arial"/>
              </w:rPr>
              <w:t xml:space="preserve">- This bit </w:t>
            </w:r>
            <w:r>
              <w:rPr>
                <w:rFonts w:cs="Arial"/>
              </w:rPr>
              <w:t>shall</w:t>
            </w:r>
            <w:r w:rsidRPr="00DF6DD6">
              <w:rPr>
                <w:rFonts w:cs="Arial"/>
              </w:rPr>
              <w:t xml:space="preserve"> be set to 1 by a UE supporting DC_(n)71AA UE EN-DC </w:t>
            </w:r>
          </w:p>
        </w:tc>
      </w:tr>
    </w:tbl>
    <w:p w14:paraId="0DE9A486" w14:textId="77777777" w:rsidR="00727A3D" w:rsidRPr="00727A3D" w:rsidRDefault="00727A3D" w:rsidP="008C0EFD"/>
    <w:p w14:paraId="1DF6B0DE" w14:textId="77777777" w:rsidR="00DC7196" w:rsidRPr="001C0CC4" w:rsidRDefault="00DC7196" w:rsidP="00DC7196">
      <w:pPr>
        <w:spacing w:after="0"/>
        <w:rPr>
          <w:rFonts w:ascii="Arial" w:hAnsi="Arial"/>
          <w:sz w:val="36"/>
        </w:rPr>
      </w:pPr>
      <w:r w:rsidRPr="001C0CC4">
        <w:br w:type="page"/>
      </w:r>
    </w:p>
    <w:p w14:paraId="1BEBF46A" w14:textId="57218517" w:rsidR="00DC7196" w:rsidRPr="001C0CC4" w:rsidRDefault="00DC7196" w:rsidP="00DC7196">
      <w:pPr>
        <w:pStyle w:val="Heading8"/>
      </w:pPr>
      <w:bookmarkStart w:id="1446" w:name="_Toc21344592"/>
      <w:bookmarkStart w:id="1447" w:name="_Toc29802080"/>
      <w:bookmarkStart w:id="1448" w:name="_Toc29802504"/>
      <w:bookmarkStart w:id="1449" w:name="_Toc29803129"/>
      <w:bookmarkStart w:id="1450" w:name="_Toc36107871"/>
      <w:bookmarkStart w:id="1451" w:name="_Toc37251645"/>
      <w:bookmarkStart w:id="1452" w:name="_Toc45888584"/>
      <w:bookmarkStart w:id="1453" w:name="_Toc45889183"/>
      <w:bookmarkStart w:id="1454" w:name="_Toc59650563"/>
      <w:bookmarkStart w:id="1455" w:name="_Toc61357835"/>
      <w:bookmarkStart w:id="1456" w:name="_Toc61359609"/>
      <w:bookmarkStart w:id="1457" w:name="_Toc67916549"/>
      <w:bookmarkStart w:id="1458" w:name="_Toc75534095"/>
      <w:bookmarkStart w:id="1459" w:name="_Toc75819981"/>
      <w:bookmarkStart w:id="1460" w:name="_Toc76508825"/>
      <w:bookmarkStart w:id="1461" w:name="_Toc76717775"/>
      <w:bookmarkStart w:id="1462" w:name="_Toc83294416"/>
      <w:bookmarkStart w:id="1463" w:name="_Toc84335455"/>
      <w:r w:rsidRPr="001C0CC4">
        <w:t xml:space="preserve">Annex </w:t>
      </w:r>
      <w:r w:rsidR="00CA11A2">
        <w:t>M</w:t>
      </w:r>
      <w:r w:rsidRPr="001C0CC4">
        <w:t xml:space="preserve"> (informative):</w:t>
      </w:r>
      <w:r w:rsidRPr="001C0CC4">
        <w:br/>
        <w:t>Change history</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bookmarkEnd w:id="1348"/>
    <w:p w14:paraId="460C5016" w14:textId="77777777" w:rsidR="00DC7196" w:rsidRPr="001C0CC4" w:rsidRDefault="00DC7196" w:rsidP="00DC7196">
      <w:pPr>
        <w:pStyle w:val="TH"/>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44"/>
        <w:gridCol w:w="575"/>
        <w:gridCol w:w="425"/>
        <w:gridCol w:w="425"/>
        <w:gridCol w:w="4962"/>
        <w:gridCol w:w="708"/>
      </w:tblGrid>
      <w:tr w:rsidR="00DC7196" w:rsidRPr="001C0CC4" w14:paraId="1E65257B" w14:textId="77777777" w:rsidTr="00DC7196">
        <w:trPr>
          <w:jc w:val="center"/>
        </w:trPr>
        <w:tc>
          <w:tcPr>
            <w:tcW w:w="9639" w:type="dxa"/>
            <w:gridSpan w:val="8"/>
            <w:tcBorders>
              <w:bottom w:val="nil"/>
            </w:tcBorders>
            <w:shd w:val="solid" w:color="FFFFFF" w:fill="auto"/>
          </w:tcPr>
          <w:p w14:paraId="61694411" w14:textId="77777777" w:rsidR="00DC7196" w:rsidRPr="001C0CC4" w:rsidRDefault="00DC7196" w:rsidP="00DC7196">
            <w:pPr>
              <w:pStyle w:val="TAH"/>
              <w:keepNext w:val="0"/>
            </w:pPr>
            <w:r w:rsidRPr="001C0CC4">
              <w:t>Change history</w:t>
            </w:r>
          </w:p>
        </w:tc>
      </w:tr>
      <w:tr w:rsidR="00DC7196" w:rsidRPr="001C0CC4" w14:paraId="00779D5F" w14:textId="77777777" w:rsidTr="00DC7196">
        <w:trPr>
          <w:jc w:val="center"/>
        </w:trPr>
        <w:tc>
          <w:tcPr>
            <w:tcW w:w="800" w:type="dxa"/>
            <w:shd w:val="pct10" w:color="auto" w:fill="FFFFFF"/>
          </w:tcPr>
          <w:p w14:paraId="295BA957" w14:textId="77777777" w:rsidR="00DC7196" w:rsidRPr="001C0CC4" w:rsidRDefault="00DC7196" w:rsidP="00DC7196">
            <w:pPr>
              <w:pStyle w:val="TAH"/>
              <w:keepNext w:val="0"/>
            </w:pPr>
            <w:r w:rsidRPr="001C0CC4">
              <w:t>Date</w:t>
            </w:r>
          </w:p>
        </w:tc>
        <w:tc>
          <w:tcPr>
            <w:tcW w:w="800" w:type="dxa"/>
            <w:shd w:val="pct10" w:color="auto" w:fill="FFFFFF"/>
          </w:tcPr>
          <w:p w14:paraId="3C7C3749" w14:textId="77777777" w:rsidR="00DC7196" w:rsidRPr="001C0CC4" w:rsidRDefault="00DC7196" w:rsidP="00DC7196">
            <w:pPr>
              <w:pStyle w:val="TAH"/>
              <w:keepNext w:val="0"/>
            </w:pPr>
            <w:r w:rsidRPr="001C0CC4">
              <w:t>Meeting</w:t>
            </w:r>
          </w:p>
        </w:tc>
        <w:tc>
          <w:tcPr>
            <w:tcW w:w="944" w:type="dxa"/>
            <w:shd w:val="pct10" w:color="auto" w:fill="FFFFFF"/>
          </w:tcPr>
          <w:p w14:paraId="0461CCB5" w14:textId="77777777" w:rsidR="00DC7196" w:rsidRPr="001C0CC4" w:rsidRDefault="00DC7196" w:rsidP="00DC7196">
            <w:pPr>
              <w:pStyle w:val="TAH"/>
              <w:keepNext w:val="0"/>
            </w:pPr>
            <w:r w:rsidRPr="001C0CC4">
              <w:t>TDoc</w:t>
            </w:r>
          </w:p>
        </w:tc>
        <w:tc>
          <w:tcPr>
            <w:tcW w:w="575" w:type="dxa"/>
            <w:shd w:val="pct10" w:color="auto" w:fill="FFFFFF"/>
          </w:tcPr>
          <w:p w14:paraId="36F6DF6C" w14:textId="77777777" w:rsidR="00DC7196" w:rsidRPr="001C0CC4" w:rsidRDefault="00DC7196" w:rsidP="00DC7196">
            <w:pPr>
              <w:pStyle w:val="TAH"/>
              <w:keepNext w:val="0"/>
            </w:pPr>
            <w:r w:rsidRPr="001C0CC4">
              <w:t>CR</w:t>
            </w:r>
          </w:p>
        </w:tc>
        <w:tc>
          <w:tcPr>
            <w:tcW w:w="425" w:type="dxa"/>
            <w:shd w:val="pct10" w:color="auto" w:fill="FFFFFF"/>
          </w:tcPr>
          <w:p w14:paraId="37E5F765" w14:textId="77777777" w:rsidR="00DC7196" w:rsidRPr="001C0CC4" w:rsidRDefault="00DC7196" w:rsidP="00DC7196">
            <w:pPr>
              <w:pStyle w:val="TAH"/>
              <w:keepNext w:val="0"/>
            </w:pPr>
            <w:r w:rsidRPr="001C0CC4">
              <w:t>Rev</w:t>
            </w:r>
          </w:p>
        </w:tc>
        <w:tc>
          <w:tcPr>
            <w:tcW w:w="425" w:type="dxa"/>
            <w:shd w:val="pct10" w:color="auto" w:fill="FFFFFF"/>
          </w:tcPr>
          <w:p w14:paraId="0C50AA46" w14:textId="77777777" w:rsidR="00DC7196" w:rsidRPr="001C0CC4" w:rsidRDefault="00DC7196" w:rsidP="00DC7196">
            <w:pPr>
              <w:pStyle w:val="TAH"/>
              <w:keepNext w:val="0"/>
            </w:pPr>
            <w:r w:rsidRPr="001C0CC4">
              <w:t>Cat</w:t>
            </w:r>
          </w:p>
        </w:tc>
        <w:tc>
          <w:tcPr>
            <w:tcW w:w="4962" w:type="dxa"/>
            <w:shd w:val="pct10" w:color="auto" w:fill="FFFFFF"/>
          </w:tcPr>
          <w:p w14:paraId="0DA0E4F9" w14:textId="77777777" w:rsidR="00DC7196" w:rsidRPr="001C0CC4" w:rsidRDefault="00DC7196" w:rsidP="00DC7196">
            <w:pPr>
              <w:pStyle w:val="TAH"/>
              <w:keepNext w:val="0"/>
            </w:pPr>
            <w:r w:rsidRPr="001C0CC4">
              <w:t>Subject/Comment</w:t>
            </w:r>
          </w:p>
        </w:tc>
        <w:tc>
          <w:tcPr>
            <w:tcW w:w="708" w:type="dxa"/>
            <w:shd w:val="pct10" w:color="auto" w:fill="FFFFFF"/>
          </w:tcPr>
          <w:p w14:paraId="707CD801" w14:textId="77777777" w:rsidR="00DC7196" w:rsidRPr="001C0CC4" w:rsidRDefault="00DC7196" w:rsidP="00DC7196">
            <w:pPr>
              <w:pStyle w:val="TAH"/>
              <w:keepNext w:val="0"/>
            </w:pPr>
            <w:r w:rsidRPr="001C0CC4">
              <w:t>New version</w:t>
            </w:r>
          </w:p>
        </w:tc>
      </w:tr>
      <w:tr w:rsidR="00DC7196" w:rsidRPr="001C0CC4" w14:paraId="43B8A108" w14:textId="77777777" w:rsidTr="00DC7196">
        <w:trPr>
          <w:jc w:val="center"/>
        </w:trPr>
        <w:tc>
          <w:tcPr>
            <w:tcW w:w="800" w:type="dxa"/>
            <w:shd w:val="solid" w:color="FFFFFF" w:fill="auto"/>
          </w:tcPr>
          <w:p w14:paraId="07DCF47F" w14:textId="77777777" w:rsidR="00DC7196" w:rsidRPr="001C0CC4" w:rsidRDefault="00DC7196" w:rsidP="00DC7196">
            <w:pPr>
              <w:pStyle w:val="TAC"/>
              <w:keepNext w:val="0"/>
              <w:rPr>
                <w:sz w:val="16"/>
                <w:szCs w:val="16"/>
              </w:rPr>
            </w:pPr>
            <w:r w:rsidRPr="001C0CC4">
              <w:rPr>
                <w:sz w:val="16"/>
                <w:szCs w:val="16"/>
              </w:rPr>
              <w:t>2017-08</w:t>
            </w:r>
          </w:p>
        </w:tc>
        <w:tc>
          <w:tcPr>
            <w:tcW w:w="800" w:type="dxa"/>
            <w:shd w:val="solid" w:color="FFFFFF" w:fill="auto"/>
          </w:tcPr>
          <w:p w14:paraId="429C5B58" w14:textId="77777777" w:rsidR="00DC7196" w:rsidRPr="001C0CC4" w:rsidRDefault="00DC7196" w:rsidP="00DC7196">
            <w:pPr>
              <w:pStyle w:val="TAC"/>
              <w:keepNext w:val="0"/>
              <w:rPr>
                <w:sz w:val="16"/>
                <w:szCs w:val="16"/>
              </w:rPr>
            </w:pPr>
            <w:r w:rsidRPr="001C0CC4">
              <w:rPr>
                <w:sz w:val="16"/>
                <w:szCs w:val="16"/>
              </w:rPr>
              <w:t>RAN4#84</w:t>
            </w:r>
          </w:p>
        </w:tc>
        <w:tc>
          <w:tcPr>
            <w:tcW w:w="944" w:type="dxa"/>
            <w:shd w:val="solid" w:color="FFFFFF" w:fill="auto"/>
          </w:tcPr>
          <w:p w14:paraId="03690E96" w14:textId="77777777" w:rsidR="00DC7196" w:rsidRPr="001C0CC4" w:rsidRDefault="00DC7196" w:rsidP="00DC7196">
            <w:pPr>
              <w:pStyle w:val="TAC"/>
              <w:keepNext w:val="0"/>
              <w:rPr>
                <w:sz w:val="16"/>
                <w:szCs w:val="16"/>
              </w:rPr>
            </w:pPr>
            <w:r w:rsidRPr="001C0CC4">
              <w:rPr>
                <w:sz w:val="16"/>
                <w:szCs w:val="16"/>
              </w:rPr>
              <w:t>R4-1708909</w:t>
            </w:r>
          </w:p>
        </w:tc>
        <w:tc>
          <w:tcPr>
            <w:tcW w:w="575" w:type="dxa"/>
            <w:shd w:val="solid" w:color="FFFFFF" w:fill="auto"/>
          </w:tcPr>
          <w:p w14:paraId="7061308F" w14:textId="77777777" w:rsidR="00DC7196" w:rsidRPr="001C0CC4" w:rsidRDefault="00DC7196" w:rsidP="00DC7196">
            <w:pPr>
              <w:pStyle w:val="TAL"/>
              <w:keepNext w:val="0"/>
              <w:rPr>
                <w:sz w:val="16"/>
                <w:szCs w:val="16"/>
              </w:rPr>
            </w:pPr>
          </w:p>
        </w:tc>
        <w:tc>
          <w:tcPr>
            <w:tcW w:w="425" w:type="dxa"/>
            <w:shd w:val="solid" w:color="FFFFFF" w:fill="auto"/>
          </w:tcPr>
          <w:p w14:paraId="5B90D442" w14:textId="77777777" w:rsidR="00DC7196" w:rsidRPr="001C0CC4" w:rsidRDefault="00DC7196" w:rsidP="00DC7196">
            <w:pPr>
              <w:pStyle w:val="TAR"/>
              <w:keepNext w:val="0"/>
              <w:rPr>
                <w:sz w:val="16"/>
                <w:szCs w:val="16"/>
              </w:rPr>
            </w:pPr>
          </w:p>
        </w:tc>
        <w:tc>
          <w:tcPr>
            <w:tcW w:w="425" w:type="dxa"/>
            <w:shd w:val="solid" w:color="FFFFFF" w:fill="auto"/>
          </w:tcPr>
          <w:p w14:paraId="5E2BE0FC" w14:textId="77777777" w:rsidR="00DC7196" w:rsidRPr="001C0CC4" w:rsidRDefault="00DC7196" w:rsidP="00DC7196">
            <w:pPr>
              <w:pStyle w:val="TAC"/>
              <w:keepNext w:val="0"/>
              <w:rPr>
                <w:sz w:val="16"/>
                <w:szCs w:val="16"/>
              </w:rPr>
            </w:pPr>
          </w:p>
        </w:tc>
        <w:tc>
          <w:tcPr>
            <w:tcW w:w="4962" w:type="dxa"/>
            <w:shd w:val="solid" w:color="FFFFFF" w:fill="auto"/>
          </w:tcPr>
          <w:p w14:paraId="54630ACC" w14:textId="77777777" w:rsidR="00DC7196" w:rsidRPr="001C0CC4" w:rsidRDefault="00DC7196" w:rsidP="00DC7196">
            <w:pPr>
              <w:pStyle w:val="TAL"/>
              <w:keepNext w:val="0"/>
              <w:rPr>
                <w:sz w:val="16"/>
                <w:szCs w:val="16"/>
              </w:rPr>
            </w:pPr>
            <w:r w:rsidRPr="001C0CC4">
              <w:rPr>
                <w:sz w:val="16"/>
                <w:szCs w:val="16"/>
              </w:rPr>
              <w:t>Initial Skeleton</w:t>
            </w:r>
          </w:p>
        </w:tc>
        <w:tc>
          <w:tcPr>
            <w:tcW w:w="708" w:type="dxa"/>
            <w:shd w:val="solid" w:color="FFFFFF" w:fill="auto"/>
          </w:tcPr>
          <w:p w14:paraId="76A2197C" w14:textId="77777777" w:rsidR="00DC7196" w:rsidRPr="001C0CC4" w:rsidRDefault="00DC7196" w:rsidP="00DC7196">
            <w:pPr>
              <w:pStyle w:val="TAC"/>
              <w:keepNext w:val="0"/>
              <w:rPr>
                <w:sz w:val="16"/>
                <w:szCs w:val="16"/>
              </w:rPr>
            </w:pPr>
            <w:r w:rsidRPr="001C0CC4">
              <w:rPr>
                <w:sz w:val="16"/>
                <w:szCs w:val="16"/>
              </w:rPr>
              <w:t>0.0.1</w:t>
            </w:r>
          </w:p>
        </w:tc>
      </w:tr>
      <w:tr w:rsidR="00DC7196" w:rsidRPr="001C0CC4" w14:paraId="7D9B9F8E" w14:textId="77777777" w:rsidTr="00DC7196">
        <w:trPr>
          <w:jc w:val="center"/>
        </w:trPr>
        <w:tc>
          <w:tcPr>
            <w:tcW w:w="800" w:type="dxa"/>
            <w:shd w:val="solid" w:color="FFFFFF" w:fill="auto"/>
          </w:tcPr>
          <w:p w14:paraId="1D069AD5" w14:textId="77777777" w:rsidR="00DC7196" w:rsidRPr="001C0CC4" w:rsidRDefault="00DC7196" w:rsidP="00DC7196">
            <w:pPr>
              <w:pStyle w:val="TAC"/>
              <w:keepNext w:val="0"/>
              <w:rPr>
                <w:sz w:val="16"/>
                <w:szCs w:val="16"/>
              </w:rPr>
            </w:pPr>
            <w:r w:rsidRPr="001C0CC4">
              <w:rPr>
                <w:sz w:val="16"/>
                <w:szCs w:val="16"/>
              </w:rPr>
              <w:t>2017-10</w:t>
            </w:r>
          </w:p>
        </w:tc>
        <w:tc>
          <w:tcPr>
            <w:tcW w:w="800" w:type="dxa"/>
            <w:shd w:val="solid" w:color="FFFFFF" w:fill="auto"/>
          </w:tcPr>
          <w:p w14:paraId="216E9893" w14:textId="77777777" w:rsidR="00DC7196" w:rsidRPr="001C0CC4" w:rsidRDefault="00DC7196" w:rsidP="00DC7196">
            <w:pPr>
              <w:pStyle w:val="TAC"/>
              <w:keepNext w:val="0"/>
              <w:rPr>
                <w:sz w:val="16"/>
                <w:szCs w:val="16"/>
              </w:rPr>
            </w:pPr>
            <w:r w:rsidRPr="001C0CC4">
              <w:rPr>
                <w:sz w:val="16"/>
                <w:szCs w:val="16"/>
              </w:rPr>
              <w:t>RAN4#84Bis</w:t>
            </w:r>
          </w:p>
        </w:tc>
        <w:tc>
          <w:tcPr>
            <w:tcW w:w="944" w:type="dxa"/>
            <w:shd w:val="solid" w:color="FFFFFF" w:fill="auto"/>
          </w:tcPr>
          <w:p w14:paraId="2AE005E9" w14:textId="77777777" w:rsidR="00DC7196" w:rsidRPr="001C0CC4" w:rsidRDefault="00DC7196" w:rsidP="00DC7196">
            <w:pPr>
              <w:pStyle w:val="TAC"/>
              <w:keepNext w:val="0"/>
              <w:rPr>
                <w:sz w:val="16"/>
                <w:szCs w:val="16"/>
              </w:rPr>
            </w:pPr>
            <w:r w:rsidRPr="001C0CC4">
              <w:rPr>
                <w:sz w:val="16"/>
                <w:szCs w:val="16"/>
              </w:rPr>
              <w:t>R4-1709958</w:t>
            </w:r>
          </w:p>
        </w:tc>
        <w:tc>
          <w:tcPr>
            <w:tcW w:w="575" w:type="dxa"/>
            <w:shd w:val="solid" w:color="FFFFFF" w:fill="auto"/>
          </w:tcPr>
          <w:p w14:paraId="6F4F928F" w14:textId="77777777" w:rsidR="00DC7196" w:rsidRPr="001C0CC4" w:rsidRDefault="00DC7196" w:rsidP="00DC7196">
            <w:pPr>
              <w:pStyle w:val="TAL"/>
              <w:keepNext w:val="0"/>
              <w:rPr>
                <w:sz w:val="16"/>
                <w:szCs w:val="16"/>
              </w:rPr>
            </w:pPr>
          </w:p>
        </w:tc>
        <w:tc>
          <w:tcPr>
            <w:tcW w:w="425" w:type="dxa"/>
            <w:shd w:val="solid" w:color="FFFFFF" w:fill="auto"/>
          </w:tcPr>
          <w:p w14:paraId="5AB66CC3" w14:textId="77777777" w:rsidR="00DC7196" w:rsidRPr="001C0CC4" w:rsidRDefault="00DC7196" w:rsidP="00DC7196">
            <w:pPr>
              <w:pStyle w:val="TAR"/>
              <w:keepNext w:val="0"/>
              <w:rPr>
                <w:sz w:val="16"/>
                <w:szCs w:val="16"/>
              </w:rPr>
            </w:pPr>
          </w:p>
        </w:tc>
        <w:tc>
          <w:tcPr>
            <w:tcW w:w="425" w:type="dxa"/>
            <w:shd w:val="solid" w:color="FFFFFF" w:fill="auto"/>
          </w:tcPr>
          <w:p w14:paraId="23775593" w14:textId="77777777" w:rsidR="00DC7196" w:rsidRPr="001C0CC4" w:rsidRDefault="00DC7196" w:rsidP="00DC7196">
            <w:pPr>
              <w:pStyle w:val="TAC"/>
              <w:keepNext w:val="0"/>
              <w:rPr>
                <w:sz w:val="16"/>
                <w:szCs w:val="16"/>
              </w:rPr>
            </w:pPr>
          </w:p>
        </w:tc>
        <w:tc>
          <w:tcPr>
            <w:tcW w:w="4962" w:type="dxa"/>
            <w:shd w:val="solid" w:color="FFFFFF" w:fill="auto"/>
          </w:tcPr>
          <w:p w14:paraId="341AAEFC" w14:textId="77777777" w:rsidR="00DC7196" w:rsidRPr="001C0CC4" w:rsidRDefault="00DC7196" w:rsidP="00DC7196">
            <w:pPr>
              <w:pStyle w:val="TAL"/>
              <w:keepNext w:val="0"/>
              <w:rPr>
                <w:sz w:val="16"/>
                <w:szCs w:val="16"/>
              </w:rPr>
            </w:pPr>
            <w:r w:rsidRPr="001C0CC4">
              <w:rPr>
                <w:sz w:val="16"/>
                <w:szCs w:val="16"/>
              </w:rPr>
              <w:t>Added approved TPs in RAN4-NR-AH#3</w:t>
            </w:r>
          </w:p>
          <w:p w14:paraId="7EB7D76E" w14:textId="77777777" w:rsidR="00DC7196" w:rsidRPr="001C0CC4" w:rsidRDefault="00DC7196" w:rsidP="00DC7196">
            <w:pPr>
              <w:pStyle w:val="TAL"/>
              <w:keepNext w:val="0"/>
              <w:rPr>
                <w:sz w:val="16"/>
                <w:szCs w:val="16"/>
              </w:rPr>
            </w:pPr>
            <w:r w:rsidRPr="001C0CC4">
              <w:rPr>
                <w:sz w:val="16"/>
                <w:szCs w:val="16"/>
              </w:rPr>
              <w:t>R4-1709948, TP for TS 38.101-1: minimum output power, Huawei</w:t>
            </w:r>
          </w:p>
          <w:p w14:paraId="6DD087A7" w14:textId="77777777" w:rsidR="00DC7196" w:rsidRPr="001C0CC4" w:rsidRDefault="00DC7196" w:rsidP="00DC7196">
            <w:pPr>
              <w:pStyle w:val="TAL"/>
              <w:keepNext w:val="0"/>
              <w:rPr>
                <w:sz w:val="16"/>
                <w:szCs w:val="16"/>
              </w:rPr>
            </w:pPr>
            <w:r w:rsidRPr="001C0CC4">
              <w:rPr>
                <w:sz w:val="16"/>
                <w:szCs w:val="16"/>
              </w:rPr>
              <w:t xml:space="preserve">R4-1709454, TP for TS 38.101-1:UE Tx spurious emission for range 1, ZTE Corporation </w:t>
            </w:r>
          </w:p>
        </w:tc>
        <w:tc>
          <w:tcPr>
            <w:tcW w:w="708" w:type="dxa"/>
            <w:shd w:val="solid" w:color="FFFFFF" w:fill="auto"/>
          </w:tcPr>
          <w:p w14:paraId="73F0F2B3" w14:textId="77777777" w:rsidR="00DC7196" w:rsidRPr="001C0CC4" w:rsidRDefault="00DC7196" w:rsidP="00DC7196">
            <w:pPr>
              <w:pStyle w:val="TAC"/>
              <w:keepNext w:val="0"/>
              <w:rPr>
                <w:sz w:val="16"/>
                <w:szCs w:val="16"/>
              </w:rPr>
            </w:pPr>
            <w:r w:rsidRPr="001C0CC4">
              <w:rPr>
                <w:sz w:val="16"/>
                <w:szCs w:val="16"/>
              </w:rPr>
              <w:t>0.1.0</w:t>
            </w:r>
          </w:p>
        </w:tc>
      </w:tr>
      <w:tr w:rsidR="00DC7196" w:rsidRPr="001C0CC4" w14:paraId="4735F46C" w14:textId="77777777" w:rsidTr="00DC7196">
        <w:trPr>
          <w:jc w:val="center"/>
        </w:trPr>
        <w:tc>
          <w:tcPr>
            <w:tcW w:w="800" w:type="dxa"/>
            <w:shd w:val="solid" w:color="FFFFFF" w:fill="auto"/>
          </w:tcPr>
          <w:p w14:paraId="56450564" w14:textId="77777777" w:rsidR="00DC7196" w:rsidRPr="001C0CC4" w:rsidRDefault="00DC7196" w:rsidP="00DC7196">
            <w:pPr>
              <w:pStyle w:val="TAC"/>
              <w:keepNext w:val="0"/>
              <w:rPr>
                <w:sz w:val="16"/>
                <w:szCs w:val="16"/>
              </w:rPr>
            </w:pPr>
            <w:r w:rsidRPr="001C0CC4">
              <w:rPr>
                <w:sz w:val="16"/>
                <w:szCs w:val="16"/>
              </w:rPr>
              <w:t>2017-10</w:t>
            </w:r>
          </w:p>
        </w:tc>
        <w:tc>
          <w:tcPr>
            <w:tcW w:w="800" w:type="dxa"/>
            <w:shd w:val="solid" w:color="FFFFFF" w:fill="auto"/>
          </w:tcPr>
          <w:p w14:paraId="30ECC271" w14:textId="77777777" w:rsidR="00DC7196" w:rsidRPr="001C0CC4" w:rsidRDefault="00DC7196" w:rsidP="00DC7196">
            <w:pPr>
              <w:pStyle w:val="TAC"/>
              <w:keepNext w:val="0"/>
              <w:rPr>
                <w:sz w:val="16"/>
                <w:szCs w:val="16"/>
              </w:rPr>
            </w:pPr>
            <w:r w:rsidRPr="001C0CC4">
              <w:rPr>
                <w:sz w:val="16"/>
                <w:szCs w:val="16"/>
              </w:rPr>
              <w:t>RAN4#84Bis</w:t>
            </w:r>
          </w:p>
        </w:tc>
        <w:tc>
          <w:tcPr>
            <w:tcW w:w="944" w:type="dxa"/>
            <w:shd w:val="solid" w:color="FFFFFF" w:fill="auto"/>
          </w:tcPr>
          <w:p w14:paraId="05EC3F39" w14:textId="77777777" w:rsidR="00DC7196" w:rsidRPr="001C0CC4" w:rsidRDefault="00DC7196" w:rsidP="00DC7196">
            <w:pPr>
              <w:pStyle w:val="TAC"/>
              <w:keepNext w:val="0"/>
              <w:rPr>
                <w:sz w:val="16"/>
                <w:szCs w:val="16"/>
              </w:rPr>
            </w:pPr>
            <w:r w:rsidRPr="001C0CC4">
              <w:rPr>
                <w:sz w:val="16"/>
                <w:szCs w:val="16"/>
              </w:rPr>
              <w:t>R4-1711978</w:t>
            </w:r>
          </w:p>
        </w:tc>
        <w:tc>
          <w:tcPr>
            <w:tcW w:w="575" w:type="dxa"/>
            <w:shd w:val="solid" w:color="FFFFFF" w:fill="auto"/>
          </w:tcPr>
          <w:p w14:paraId="53421CD6" w14:textId="77777777" w:rsidR="00DC7196" w:rsidRPr="001C0CC4" w:rsidRDefault="00DC7196" w:rsidP="00DC7196">
            <w:pPr>
              <w:pStyle w:val="TAL"/>
              <w:keepNext w:val="0"/>
              <w:rPr>
                <w:sz w:val="16"/>
                <w:szCs w:val="16"/>
              </w:rPr>
            </w:pPr>
          </w:p>
        </w:tc>
        <w:tc>
          <w:tcPr>
            <w:tcW w:w="425" w:type="dxa"/>
            <w:shd w:val="solid" w:color="FFFFFF" w:fill="auto"/>
          </w:tcPr>
          <w:p w14:paraId="2A592140" w14:textId="77777777" w:rsidR="00DC7196" w:rsidRPr="001C0CC4" w:rsidRDefault="00DC7196" w:rsidP="00DC7196">
            <w:pPr>
              <w:pStyle w:val="TAR"/>
              <w:keepNext w:val="0"/>
              <w:rPr>
                <w:sz w:val="16"/>
                <w:szCs w:val="16"/>
              </w:rPr>
            </w:pPr>
          </w:p>
        </w:tc>
        <w:tc>
          <w:tcPr>
            <w:tcW w:w="425" w:type="dxa"/>
            <w:shd w:val="solid" w:color="FFFFFF" w:fill="auto"/>
          </w:tcPr>
          <w:p w14:paraId="385D501E" w14:textId="77777777" w:rsidR="00DC7196" w:rsidRPr="001C0CC4" w:rsidRDefault="00DC7196" w:rsidP="00DC7196">
            <w:pPr>
              <w:pStyle w:val="TAC"/>
              <w:keepNext w:val="0"/>
              <w:rPr>
                <w:sz w:val="16"/>
                <w:szCs w:val="16"/>
              </w:rPr>
            </w:pPr>
          </w:p>
        </w:tc>
        <w:tc>
          <w:tcPr>
            <w:tcW w:w="4962" w:type="dxa"/>
            <w:shd w:val="solid" w:color="FFFFFF" w:fill="auto"/>
          </w:tcPr>
          <w:p w14:paraId="6ED76DC1" w14:textId="77777777" w:rsidR="00DC7196" w:rsidRPr="001C0CC4" w:rsidRDefault="00DC7196" w:rsidP="00DC7196">
            <w:pPr>
              <w:pStyle w:val="TAL"/>
              <w:keepNext w:val="0"/>
              <w:rPr>
                <w:sz w:val="16"/>
                <w:szCs w:val="16"/>
              </w:rPr>
            </w:pPr>
            <w:r w:rsidRPr="001C0CC4">
              <w:rPr>
                <w:sz w:val="16"/>
                <w:szCs w:val="16"/>
              </w:rPr>
              <w:t>Embedded approved TPs in RAN4#84Bis</w:t>
            </w:r>
          </w:p>
          <w:p w14:paraId="599A83AA" w14:textId="77777777" w:rsidR="00DC7196" w:rsidRPr="001C0CC4" w:rsidRDefault="00DC7196" w:rsidP="00DC7196">
            <w:pPr>
              <w:pStyle w:val="TAL"/>
              <w:keepNext w:val="0"/>
              <w:rPr>
                <w:sz w:val="16"/>
                <w:szCs w:val="16"/>
              </w:rPr>
            </w:pPr>
            <w:r w:rsidRPr="001C0CC4">
              <w:rPr>
                <w:sz w:val="16"/>
                <w:szCs w:val="16"/>
              </w:rPr>
              <w:t>R4-1711556, "TP to TS 38.101: Draft CR to Transmitter power clause", Nokia</w:t>
            </w:r>
          </w:p>
          <w:p w14:paraId="17BA0905" w14:textId="77777777" w:rsidR="00DC7196" w:rsidRPr="001C0CC4" w:rsidRDefault="00DC7196" w:rsidP="00DC7196">
            <w:pPr>
              <w:pStyle w:val="TAL"/>
              <w:keepNext w:val="0"/>
              <w:rPr>
                <w:sz w:val="16"/>
                <w:szCs w:val="16"/>
              </w:rPr>
            </w:pPr>
            <w:r w:rsidRPr="001C0CC4">
              <w:rPr>
                <w:sz w:val="16"/>
                <w:szCs w:val="16"/>
              </w:rPr>
              <w:t>R4-1710962, "TP to TS 38.101-1: Draft CR to Output RF spectrum emissions" Nokia</w:t>
            </w:r>
          </w:p>
          <w:p w14:paraId="56F8CCBF" w14:textId="77777777" w:rsidR="00DC7196" w:rsidRPr="001C0CC4" w:rsidRDefault="00DC7196" w:rsidP="00DC7196">
            <w:pPr>
              <w:pStyle w:val="TAL"/>
              <w:keepNext w:val="0"/>
              <w:rPr>
                <w:sz w:val="16"/>
                <w:szCs w:val="16"/>
              </w:rPr>
            </w:pPr>
            <w:r w:rsidRPr="001C0CC4">
              <w:rPr>
                <w:sz w:val="16"/>
                <w:szCs w:val="16"/>
              </w:rPr>
              <w:t>R4-1711608, "TP for TS38.101-1 on conducted UE transmitter intermodulation for FR1(section 6.5)" ZTE Corporation</w:t>
            </w:r>
          </w:p>
          <w:p w14:paraId="21D3A39D" w14:textId="77777777" w:rsidR="00DC7196" w:rsidRPr="001C0CC4" w:rsidRDefault="00DC7196" w:rsidP="00DC7196">
            <w:pPr>
              <w:pStyle w:val="TAL"/>
              <w:keepNext w:val="0"/>
              <w:rPr>
                <w:sz w:val="16"/>
                <w:szCs w:val="16"/>
              </w:rPr>
            </w:pPr>
            <w:r w:rsidRPr="001C0CC4">
              <w:rPr>
                <w:sz w:val="16"/>
                <w:szCs w:val="16"/>
              </w:rPr>
              <w:t>Number of TPs by editors</w:t>
            </w:r>
          </w:p>
        </w:tc>
        <w:tc>
          <w:tcPr>
            <w:tcW w:w="708" w:type="dxa"/>
            <w:shd w:val="solid" w:color="FFFFFF" w:fill="auto"/>
          </w:tcPr>
          <w:p w14:paraId="4F388AE9" w14:textId="77777777" w:rsidR="00DC7196" w:rsidRPr="001C0CC4" w:rsidRDefault="00DC7196" w:rsidP="00DC7196">
            <w:pPr>
              <w:pStyle w:val="TAC"/>
              <w:keepNext w:val="0"/>
              <w:rPr>
                <w:sz w:val="16"/>
                <w:szCs w:val="16"/>
              </w:rPr>
            </w:pPr>
            <w:r w:rsidRPr="001C0CC4">
              <w:rPr>
                <w:sz w:val="16"/>
                <w:szCs w:val="16"/>
              </w:rPr>
              <w:t>0.2.0</w:t>
            </w:r>
          </w:p>
        </w:tc>
      </w:tr>
      <w:tr w:rsidR="00DC7196" w:rsidRPr="001C0CC4" w14:paraId="32E960D6" w14:textId="77777777" w:rsidTr="00DC7196">
        <w:trPr>
          <w:jc w:val="center"/>
        </w:trPr>
        <w:tc>
          <w:tcPr>
            <w:tcW w:w="800" w:type="dxa"/>
            <w:shd w:val="solid" w:color="FFFFFF" w:fill="auto"/>
          </w:tcPr>
          <w:p w14:paraId="7BEE9CA9" w14:textId="77777777" w:rsidR="00DC7196" w:rsidRPr="001C0CC4" w:rsidRDefault="00DC7196" w:rsidP="00DC7196">
            <w:pPr>
              <w:pStyle w:val="TAC"/>
              <w:keepNext w:val="0"/>
              <w:rPr>
                <w:sz w:val="16"/>
                <w:szCs w:val="16"/>
              </w:rPr>
            </w:pPr>
            <w:r w:rsidRPr="001C0CC4">
              <w:rPr>
                <w:sz w:val="16"/>
                <w:szCs w:val="16"/>
              </w:rPr>
              <w:t>2017-12</w:t>
            </w:r>
          </w:p>
        </w:tc>
        <w:tc>
          <w:tcPr>
            <w:tcW w:w="800" w:type="dxa"/>
            <w:shd w:val="solid" w:color="FFFFFF" w:fill="auto"/>
          </w:tcPr>
          <w:p w14:paraId="0BFCFFE6" w14:textId="77777777" w:rsidR="00DC7196" w:rsidRPr="001C0CC4" w:rsidRDefault="00DC7196" w:rsidP="00DC7196">
            <w:pPr>
              <w:pStyle w:val="TAC"/>
              <w:keepNext w:val="0"/>
              <w:rPr>
                <w:sz w:val="16"/>
                <w:szCs w:val="16"/>
              </w:rPr>
            </w:pPr>
            <w:r w:rsidRPr="001C0CC4">
              <w:rPr>
                <w:sz w:val="16"/>
                <w:szCs w:val="16"/>
              </w:rPr>
              <w:t>RAN4#85</w:t>
            </w:r>
          </w:p>
        </w:tc>
        <w:tc>
          <w:tcPr>
            <w:tcW w:w="944" w:type="dxa"/>
            <w:shd w:val="solid" w:color="FFFFFF" w:fill="auto"/>
          </w:tcPr>
          <w:p w14:paraId="03F1E1D1" w14:textId="77777777" w:rsidR="00DC7196" w:rsidRPr="001C0CC4" w:rsidRDefault="00DC7196" w:rsidP="00DC7196">
            <w:pPr>
              <w:pStyle w:val="TAC"/>
              <w:keepNext w:val="0"/>
              <w:rPr>
                <w:sz w:val="16"/>
                <w:szCs w:val="16"/>
              </w:rPr>
            </w:pPr>
            <w:r w:rsidRPr="001C0CC4">
              <w:rPr>
                <w:sz w:val="16"/>
                <w:szCs w:val="16"/>
              </w:rPr>
              <w:t>R4-1713805</w:t>
            </w:r>
          </w:p>
        </w:tc>
        <w:tc>
          <w:tcPr>
            <w:tcW w:w="575" w:type="dxa"/>
            <w:shd w:val="solid" w:color="FFFFFF" w:fill="auto"/>
          </w:tcPr>
          <w:p w14:paraId="7170B86F" w14:textId="77777777" w:rsidR="00DC7196" w:rsidRPr="001C0CC4" w:rsidRDefault="00DC7196" w:rsidP="00DC7196">
            <w:pPr>
              <w:pStyle w:val="TAL"/>
              <w:keepNext w:val="0"/>
              <w:rPr>
                <w:sz w:val="16"/>
                <w:szCs w:val="16"/>
              </w:rPr>
            </w:pPr>
          </w:p>
        </w:tc>
        <w:tc>
          <w:tcPr>
            <w:tcW w:w="425" w:type="dxa"/>
            <w:shd w:val="solid" w:color="FFFFFF" w:fill="auto"/>
          </w:tcPr>
          <w:p w14:paraId="0C606C4B" w14:textId="77777777" w:rsidR="00DC7196" w:rsidRPr="001C0CC4" w:rsidRDefault="00DC7196" w:rsidP="00DC7196">
            <w:pPr>
              <w:pStyle w:val="TAR"/>
              <w:keepNext w:val="0"/>
              <w:rPr>
                <w:sz w:val="16"/>
                <w:szCs w:val="16"/>
              </w:rPr>
            </w:pPr>
          </w:p>
        </w:tc>
        <w:tc>
          <w:tcPr>
            <w:tcW w:w="425" w:type="dxa"/>
            <w:shd w:val="solid" w:color="FFFFFF" w:fill="auto"/>
          </w:tcPr>
          <w:p w14:paraId="6A27375C" w14:textId="77777777" w:rsidR="00DC7196" w:rsidRPr="001C0CC4" w:rsidRDefault="00DC7196" w:rsidP="00DC7196">
            <w:pPr>
              <w:pStyle w:val="TAC"/>
              <w:keepNext w:val="0"/>
              <w:rPr>
                <w:sz w:val="16"/>
                <w:szCs w:val="16"/>
              </w:rPr>
            </w:pPr>
          </w:p>
        </w:tc>
        <w:tc>
          <w:tcPr>
            <w:tcW w:w="4962" w:type="dxa"/>
            <w:shd w:val="solid" w:color="FFFFFF" w:fill="auto"/>
          </w:tcPr>
          <w:p w14:paraId="7D83B483" w14:textId="77777777" w:rsidR="00DC7196" w:rsidRPr="001C0CC4" w:rsidRDefault="00DC7196" w:rsidP="00DC7196">
            <w:pPr>
              <w:pStyle w:val="TAL"/>
              <w:keepNext w:val="0"/>
              <w:rPr>
                <w:sz w:val="16"/>
                <w:szCs w:val="16"/>
              </w:rPr>
            </w:pPr>
            <w:r w:rsidRPr="001C0CC4">
              <w:rPr>
                <w:sz w:val="16"/>
                <w:szCs w:val="16"/>
              </w:rPr>
              <w:t>Approved TPs in RAN4#85</w:t>
            </w:r>
          </w:p>
          <w:p w14:paraId="40B0FB9A" w14:textId="77777777" w:rsidR="00DC7196" w:rsidRPr="001C0CC4" w:rsidRDefault="00DC7196" w:rsidP="00DC7196">
            <w:pPr>
              <w:pStyle w:val="TAL"/>
              <w:keepNext w:val="0"/>
              <w:rPr>
                <w:sz w:val="16"/>
                <w:szCs w:val="16"/>
              </w:rPr>
            </w:pPr>
            <w:r w:rsidRPr="001C0CC4">
              <w:rPr>
                <w:sz w:val="16"/>
                <w:szCs w:val="16"/>
              </w:rPr>
              <w:t>R4-1713204, TP on general parts for 38.101-1 NR FR1, Ericsson</w:t>
            </w:r>
          </w:p>
          <w:p w14:paraId="60B12014" w14:textId="77777777" w:rsidR="00DC7196" w:rsidRPr="001C0CC4" w:rsidRDefault="00DC7196" w:rsidP="00DC7196">
            <w:pPr>
              <w:pStyle w:val="TAL"/>
              <w:keepNext w:val="0"/>
              <w:rPr>
                <w:sz w:val="16"/>
                <w:szCs w:val="16"/>
              </w:rPr>
            </w:pPr>
            <w:r w:rsidRPr="001C0CC4">
              <w:rPr>
                <w:sz w:val="16"/>
                <w:szCs w:val="16"/>
              </w:rPr>
              <w:t>R4-1714047, WF on MPR for sub6GHz, NTT DOCOMO, INC.</w:t>
            </w:r>
          </w:p>
          <w:p w14:paraId="06289701" w14:textId="77777777" w:rsidR="00DC7196" w:rsidRPr="001C0CC4" w:rsidRDefault="00DC7196" w:rsidP="00DC7196">
            <w:pPr>
              <w:pStyle w:val="TAL"/>
              <w:keepNext w:val="0"/>
              <w:rPr>
                <w:sz w:val="16"/>
                <w:szCs w:val="16"/>
              </w:rPr>
            </w:pPr>
            <w:r w:rsidRPr="001C0CC4">
              <w:rPr>
                <w:sz w:val="16"/>
                <w:szCs w:val="16"/>
              </w:rPr>
              <w:t>R4-1714052, TP for TS 38.101-1 introduction of band n71 for transmitter characteristics, T-Mobile USA Inc.</w:t>
            </w:r>
          </w:p>
          <w:p w14:paraId="5E35BEE1" w14:textId="77777777" w:rsidR="00DC7196" w:rsidRPr="001C0CC4" w:rsidRDefault="00DC7196" w:rsidP="00DC7196">
            <w:pPr>
              <w:pStyle w:val="TAL"/>
              <w:keepNext w:val="0"/>
              <w:rPr>
                <w:sz w:val="16"/>
                <w:szCs w:val="16"/>
              </w:rPr>
            </w:pPr>
            <w:r w:rsidRPr="001C0CC4">
              <w:rPr>
                <w:sz w:val="16"/>
                <w:szCs w:val="16"/>
              </w:rPr>
              <w:t>R4-1714162, TP to 38.101-1: ACS, Ericsson</w:t>
            </w:r>
          </w:p>
          <w:p w14:paraId="4EE89C72" w14:textId="77777777" w:rsidR="00DC7196" w:rsidRPr="001C0CC4" w:rsidRDefault="00DC7196" w:rsidP="00DC7196">
            <w:pPr>
              <w:pStyle w:val="TAL"/>
              <w:keepNext w:val="0"/>
              <w:rPr>
                <w:sz w:val="16"/>
                <w:szCs w:val="16"/>
              </w:rPr>
            </w:pPr>
            <w:r w:rsidRPr="001C0CC4">
              <w:rPr>
                <w:sz w:val="16"/>
                <w:szCs w:val="16"/>
              </w:rPr>
              <w:t>R4-1714163, TP to 36.101-1: In-band blocking, Ericsson</w:t>
            </w:r>
          </w:p>
          <w:p w14:paraId="4CC6B208" w14:textId="77777777" w:rsidR="00DC7196" w:rsidRPr="001C0CC4" w:rsidRDefault="00DC7196" w:rsidP="00DC7196">
            <w:pPr>
              <w:pStyle w:val="TAL"/>
              <w:keepNext w:val="0"/>
              <w:rPr>
                <w:sz w:val="16"/>
                <w:szCs w:val="16"/>
              </w:rPr>
            </w:pPr>
            <w:r w:rsidRPr="001C0CC4">
              <w:rPr>
                <w:sz w:val="16"/>
                <w:szCs w:val="16"/>
              </w:rPr>
              <w:t>R4-1714446, TP to 36.101-1: Out-of-band blocking and exceptions for spurious response, Ericsson</w:t>
            </w:r>
          </w:p>
          <w:p w14:paraId="7DA8B6F7" w14:textId="77777777" w:rsidR="00DC7196" w:rsidRPr="001C0CC4" w:rsidRDefault="00DC7196" w:rsidP="00DC7196">
            <w:pPr>
              <w:pStyle w:val="TAL"/>
              <w:keepNext w:val="0"/>
              <w:rPr>
                <w:sz w:val="16"/>
                <w:szCs w:val="16"/>
              </w:rPr>
            </w:pPr>
            <w:r w:rsidRPr="001C0CC4">
              <w:rPr>
                <w:sz w:val="16"/>
                <w:szCs w:val="16"/>
              </w:rPr>
              <w:t>R4-1714369, TP for NBB requirement for FR1, Intel Corporation</w:t>
            </w:r>
          </w:p>
          <w:p w14:paraId="4C802EAC" w14:textId="77777777" w:rsidR="00DC7196" w:rsidRPr="001C0CC4" w:rsidRDefault="00DC7196" w:rsidP="00DC7196">
            <w:pPr>
              <w:pStyle w:val="TAL"/>
              <w:keepNext w:val="0"/>
              <w:rPr>
                <w:sz w:val="16"/>
                <w:szCs w:val="16"/>
              </w:rPr>
            </w:pPr>
            <w:r w:rsidRPr="001C0CC4">
              <w:rPr>
                <w:sz w:val="16"/>
                <w:szCs w:val="16"/>
              </w:rPr>
              <w:t>R4-1714529, TP on introducing operating bands for NR-LTE DC including SUL band combinations in 38.101-1, Huawei</w:t>
            </w:r>
          </w:p>
          <w:p w14:paraId="6C8B4995" w14:textId="77777777" w:rsidR="00DC7196" w:rsidRPr="001C0CC4" w:rsidRDefault="00DC7196" w:rsidP="00DC7196">
            <w:pPr>
              <w:pStyle w:val="TAL"/>
              <w:keepNext w:val="0"/>
              <w:rPr>
                <w:sz w:val="16"/>
                <w:szCs w:val="16"/>
              </w:rPr>
            </w:pPr>
            <w:r w:rsidRPr="001C0CC4">
              <w:rPr>
                <w:sz w:val="16"/>
                <w:szCs w:val="16"/>
              </w:rPr>
              <w:t>R4-1714097, TP for TS 38.101-1: UE RF requirements for standalone SUL, Huawei</w:t>
            </w:r>
          </w:p>
          <w:p w14:paraId="3692D5CF" w14:textId="77777777" w:rsidR="00DC7196" w:rsidRPr="001C0CC4" w:rsidRDefault="00DC7196" w:rsidP="00DC7196">
            <w:pPr>
              <w:pStyle w:val="TAL"/>
              <w:keepNext w:val="0"/>
              <w:rPr>
                <w:sz w:val="16"/>
                <w:szCs w:val="16"/>
              </w:rPr>
            </w:pPr>
            <w:r w:rsidRPr="001C0CC4">
              <w:rPr>
                <w:sz w:val="16"/>
                <w:szCs w:val="16"/>
              </w:rPr>
              <w:t>R4-1714536, TP for TS 38.101-1: Channel Bandwidth Definition, Qualcomm Incorporated (Note, this TP was further discussed and edited in the reflector)</w:t>
            </w:r>
          </w:p>
          <w:p w14:paraId="3A2149A1" w14:textId="77777777" w:rsidR="00DC7196" w:rsidRPr="001C0CC4" w:rsidRDefault="00DC7196" w:rsidP="00DC7196">
            <w:pPr>
              <w:pStyle w:val="TAL"/>
              <w:keepNext w:val="0"/>
              <w:rPr>
                <w:sz w:val="16"/>
                <w:szCs w:val="16"/>
              </w:rPr>
            </w:pPr>
            <w:r w:rsidRPr="001C0CC4">
              <w:rPr>
                <w:sz w:val="16"/>
                <w:szCs w:val="16"/>
              </w:rPr>
              <w:t>R4-1714114, TP for TS 38.101-1: Channel Arrangement, Qualcomm Incorporated (Note, this TP was further discussed and edited in the reflector)</w:t>
            </w:r>
          </w:p>
          <w:p w14:paraId="2A1280C1" w14:textId="77777777" w:rsidR="00DC7196" w:rsidRPr="001C0CC4" w:rsidRDefault="00DC7196" w:rsidP="00DC7196">
            <w:pPr>
              <w:pStyle w:val="TAL"/>
              <w:keepNext w:val="0"/>
              <w:rPr>
                <w:sz w:val="16"/>
                <w:szCs w:val="16"/>
              </w:rPr>
            </w:pPr>
            <w:r w:rsidRPr="001C0CC4">
              <w:rPr>
                <w:sz w:val="16"/>
                <w:szCs w:val="16"/>
              </w:rPr>
              <w:t>R4-1714029, Sub6 Reference Sensitivity, Qualcomm Incorporated</w:t>
            </w:r>
          </w:p>
          <w:p w14:paraId="22E228BB" w14:textId="77777777" w:rsidR="00DC7196" w:rsidRPr="001C0CC4" w:rsidRDefault="00DC7196" w:rsidP="00DC7196">
            <w:pPr>
              <w:pStyle w:val="TAL"/>
              <w:keepNext w:val="0"/>
              <w:rPr>
                <w:sz w:val="16"/>
                <w:szCs w:val="16"/>
              </w:rPr>
            </w:pPr>
            <w:r w:rsidRPr="001C0CC4">
              <w:rPr>
                <w:sz w:val="16"/>
                <w:szCs w:val="16"/>
              </w:rPr>
              <w:t>R4-1714329, TP to TR 38.101-01 v0.2.0: ON/OFF mask design for NR UE transmissions for FR1, Ericsson</w:t>
            </w:r>
          </w:p>
          <w:p w14:paraId="594165C0" w14:textId="77777777" w:rsidR="00DC7196" w:rsidRPr="001C0CC4" w:rsidRDefault="00DC7196" w:rsidP="00DC7196">
            <w:pPr>
              <w:pStyle w:val="TAL"/>
              <w:keepNext w:val="0"/>
              <w:rPr>
                <w:sz w:val="16"/>
                <w:szCs w:val="16"/>
              </w:rPr>
            </w:pPr>
          </w:p>
          <w:p w14:paraId="3CE94C18" w14:textId="77777777" w:rsidR="00DC7196" w:rsidRPr="001C0CC4" w:rsidRDefault="00DC7196" w:rsidP="00DC7196">
            <w:pPr>
              <w:pStyle w:val="TAL"/>
              <w:keepNext w:val="0"/>
              <w:rPr>
                <w:sz w:val="16"/>
                <w:szCs w:val="16"/>
              </w:rPr>
            </w:pPr>
            <w:r w:rsidRPr="001C0CC4">
              <w:rPr>
                <w:sz w:val="16"/>
                <w:szCs w:val="16"/>
              </w:rPr>
              <w:t>Band list according to R4-1714542, List of bands and band combinations to be introduced into RAN4 NR core requirements by December 2017, RAN4 Chairmen</w:t>
            </w:r>
          </w:p>
          <w:p w14:paraId="5D190A49" w14:textId="77777777" w:rsidR="00DC7196" w:rsidRPr="001C0CC4" w:rsidRDefault="00DC7196" w:rsidP="00DC7196">
            <w:pPr>
              <w:pStyle w:val="TAL"/>
              <w:keepNext w:val="0"/>
              <w:rPr>
                <w:sz w:val="16"/>
                <w:szCs w:val="16"/>
              </w:rPr>
            </w:pPr>
            <w:r w:rsidRPr="001C0CC4">
              <w:rPr>
                <w:sz w:val="16"/>
                <w:szCs w:val="16"/>
              </w:rPr>
              <w:t>Input from:</w:t>
            </w:r>
          </w:p>
          <w:p w14:paraId="24AC7CFF" w14:textId="77777777" w:rsidR="00DC7196" w:rsidRPr="001C0CC4" w:rsidRDefault="00DC7196" w:rsidP="00DC7196">
            <w:pPr>
              <w:pStyle w:val="TAL"/>
              <w:keepNext w:val="0"/>
              <w:rPr>
                <w:sz w:val="16"/>
                <w:szCs w:val="16"/>
              </w:rPr>
            </w:pPr>
            <w:r w:rsidRPr="001C0CC4">
              <w:rPr>
                <w:sz w:val="16"/>
                <w:szCs w:val="16"/>
              </w:rPr>
              <w:t>R4-1714479, TP for TR 38.817-01 NR channel bandwidth, Huawei, HiSilicon</w:t>
            </w:r>
          </w:p>
        </w:tc>
        <w:tc>
          <w:tcPr>
            <w:tcW w:w="708" w:type="dxa"/>
            <w:shd w:val="solid" w:color="FFFFFF" w:fill="auto"/>
          </w:tcPr>
          <w:p w14:paraId="0843FA63" w14:textId="77777777" w:rsidR="00DC7196" w:rsidRPr="001C0CC4" w:rsidRDefault="00DC7196" w:rsidP="00DC7196">
            <w:pPr>
              <w:pStyle w:val="TAC"/>
              <w:keepNext w:val="0"/>
              <w:rPr>
                <w:sz w:val="16"/>
                <w:szCs w:val="16"/>
              </w:rPr>
            </w:pPr>
            <w:r w:rsidRPr="001C0CC4">
              <w:rPr>
                <w:sz w:val="16"/>
                <w:szCs w:val="16"/>
              </w:rPr>
              <w:t>0.3.0</w:t>
            </w:r>
          </w:p>
        </w:tc>
      </w:tr>
      <w:tr w:rsidR="00DC7196" w:rsidRPr="001C0CC4" w14:paraId="59C79528" w14:textId="77777777" w:rsidTr="00DC7196">
        <w:trPr>
          <w:jc w:val="center"/>
        </w:trPr>
        <w:tc>
          <w:tcPr>
            <w:tcW w:w="800" w:type="dxa"/>
            <w:shd w:val="solid" w:color="FFFFFF" w:fill="auto"/>
          </w:tcPr>
          <w:p w14:paraId="3E34C669" w14:textId="77777777" w:rsidR="00DC7196" w:rsidRPr="001C0CC4" w:rsidRDefault="00DC7196" w:rsidP="00DC7196">
            <w:pPr>
              <w:pStyle w:val="TAC"/>
              <w:keepNext w:val="0"/>
              <w:rPr>
                <w:sz w:val="16"/>
                <w:szCs w:val="16"/>
              </w:rPr>
            </w:pPr>
            <w:r w:rsidRPr="001C0CC4">
              <w:rPr>
                <w:sz w:val="16"/>
                <w:szCs w:val="16"/>
              </w:rPr>
              <w:t>2017-12</w:t>
            </w:r>
          </w:p>
        </w:tc>
        <w:tc>
          <w:tcPr>
            <w:tcW w:w="800" w:type="dxa"/>
            <w:shd w:val="solid" w:color="FFFFFF" w:fill="auto"/>
          </w:tcPr>
          <w:p w14:paraId="09AC8DBA" w14:textId="77777777" w:rsidR="00DC7196" w:rsidRPr="001C0CC4" w:rsidRDefault="00DC7196" w:rsidP="00DC7196">
            <w:pPr>
              <w:pStyle w:val="TAC"/>
              <w:keepNext w:val="0"/>
              <w:rPr>
                <w:sz w:val="16"/>
                <w:szCs w:val="16"/>
              </w:rPr>
            </w:pPr>
            <w:r w:rsidRPr="001C0CC4">
              <w:rPr>
                <w:sz w:val="16"/>
                <w:szCs w:val="16"/>
              </w:rPr>
              <w:t>RAN4#85</w:t>
            </w:r>
          </w:p>
        </w:tc>
        <w:tc>
          <w:tcPr>
            <w:tcW w:w="944" w:type="dxa"/>
            <w:shd w:val="solid" w:color="FFFFFF" w:fill="auto"/>
          </w:tcPr>
          <w:p w14:paraId="3BC5DB68" w14:textId="77777777" w:rsidR="00DC7196" w:rsidRPr="001C0CC4" w:rsidRDefault="00DC7196" w:rsidP="00DC7196">
            <w:pPr>
              <w:pStyle w:val="TAC"/>
              <w:keepNext w:val="0"/>
              <w:rPr>
                <w:sz w:val="16"/>
                <w:szCs w:val="16"/>
              </w:rPr>
            </w:pPr>
            <w:r w:rsidRPr="001C0CC4">
              <w:rPr>
                <w:sz w:val="16"/>
                <w:szCs w:val="16"/>
              </w:rPr>
              <w:t>R4-1714569</w:t>
            </w:r>
          </w:p>
        </w:tc>
        <w:tc>
          <w:tcPr>
            <w:tcW w:w="575" w:type="dxa"/>
            <w:shd w:val="solid" w:color="FFFFFF" w:fill="auto"/>
          </w:tcPr>
          <w:p w14:paraId="307EFF85" w14:textId="77777777" w:rsidR="00DC7196" w:rsidRPr="001C0CC4" w:rsidRDefault="00DC7196" w:rsidP="00DC7196">
            <w:pPr>
              <w:pStyle w:val="TAL"/>
              <w:keepNext w:val="0"/>
              <w:rPr>
                <w:sz w:val="16"/>
                <w:szCs w:val="16"/>
              </w:rPr>
            </w:pPr>
          </w:p>
        </w:tc>
        <w:tc>
          <w:tcPr>
            <w:tcW w:w="425" w:type="dxa"/>
            <w:shd w:val="solid" w:color="FFFFFF" w:fill="auto"/>
          </w:tcPr>
          <w:p w14:paraId="131D69E2" w14:textId="77777777" w:rsidR="00DC7196" w:rsidRPr="001C0CC4" w:rsidRDefault="00DC7196" w:rsidP="00DC7196">
            <w:pPr>
              <w:pStyle w:val="TAR"/>
              <w:keepNext w:val="0"/>
              <w:rPr>
                <w:sz w:val="16"/>
                <w:szCs w:val="16"/>
              </w:rPr>
            </w:pPr>
          </w:p>
        </w:tc>
        <w:tc>
          <w:tcPr>
            <w:tcW w:w="425" w:type="dxa"/>
            <w:shd w:val="solid" w:color="FFFFFF" w:fill="auto"/>
          </w:tcPr>
          <w:p w14:paraId="6A73D166" w14:textId="77777777" w:rsidR="00DC7196" w:rsidRPr="001C0CC4" w:rsidRDefault="00DC7196" w:rsidP="00DC7196">
            <w:pPr>
              <w:pStyle w:val="TAC"/>
              <w:keepNext w:val="0"/>
              <w:rPr>
                <w:sz w:val="16"/>
                <w:szCs w:val="16"/>
              </w:rPr>
            </w:pPr>
          </w:p>
        </w:tc>
        <w:tc>
          <w:tcPr>
            <w:tcW w:w="4962" w:type="dxa"/>
            <w:shd w:val="solid" w:color="FFFFFF" w:fill="auto"/>
          </w:tcPr>
          <w:p w14:paraId="78352F23" w14:textId="77777777" w:rsidR="00DC7196" w:rsidRPr="001C0CC4" w:rsidRDefault="00DC7196" w:rsidP="00DC7196">
            <w:pPr>
              <w:pStyle w:val="TAL"/>
              <w:keepNext w:val="0"/>
              <w:rPr>
                <w:sz w:val="16"/>
                <w:szCs w:val="16"/>
              </w:rPr>
            </w:pPr>
            <w:r w:rsidRPr="001C0CC4">
              <w:rPr>
                <w:sz w:val="16"/>
                <w:szCs w:val="16"/>
              </w:rPr>
              <w:t>Further corrections and alignments with 38.104 after email review</w:t>
            </w:r>
          </w:p>
        </w:tc>
        <w:tc>
          <w:tcPr>
            <w:tcW w:w="708" w:type="dxa"/>
            <w:shd w:val="solid" w:color="FFFFFF" w:fill="auto"/>
          </w:tcPr>
          <w:p w14:paraId="2B5E3FF0" w14:textId="77777777" w:rsidR="00DC7196" w:rsidRPr="001C0CC4" w:rsidRDefault="00DC7196" w:rsidP="00DC7196">
            <w:pPr>
              <w:pStyle w:val="TAC"/>
              <w:keepNext w:val="0"/>
              <w:rPr>
                <w:sz w:val="16"/>
                <w:szCs w:val="16"/>
              </w:rPr>
            </w:pPr>
            <w:r w:rsidRPr="001C0CC4">
              <w:rPr>
                <w:sz w:val="16"/>
                <w:szCs w:val="16"/>
              </w:rPr>
              <w:t>0.4.0</w:t>
            </w:r>
          </w:p>
        </w:tc>
      </w:tr>
      <w:tr w:rsidR="00DC7196" w:rsidRPr="001C0CC4" w14:paraId="26D97E7A" w14:textId="77777777" w:rsidTr="00DC7196">
        <w:trPr>
          <w:jc w:val="center"/>
        </w:trPr>
        <w:tc>
          <w:tcPr>
            <w:tcW w:w="800" w:type="dxa"/>
            <w:shd w:val="solid" w:color="FFFFFF" w:fill="auto"/>
          </w:tcPr>
          <w:p w14:paraId="58B1F77F" w14:textId="77777777" w:rsidR="00DC7196" w:rsidRPr="001C0CC4" w:rsidRDefault="00DC7196" w:rsidP="00DC7196">
            <w:pPr>
              <w:pStyle w:val="TAC"/>
              <w:keepNext w:val="0"/>
              <w:rPr>
                <w:sz w:val="16"/>
                <w:szCs w:val="16"/>
              </w:rPr>
            </w:pPr>
            <w:r w:rsidRPr="001C0CC4">
              <w:rPr>
                <w:sz w:val="16"/>
                <w:szCs w:val="16"/>
              </w:rPr>
              <w:t>2017-12</w:t>
            </w:r>
          </w:p>
        </w:tc>
        <w:tc>
          <w:tcPr>
            <w:tcW w:w="800" w:type="dxa"/>
            <w:shd w:val="solid" w:color="FFFFFF" w:fill="auto"/>
          </w:tcPr>
          <w:p w14:paraId="3E70A66B" w14:textId="77777777" w:rsidR="00DC7196" w:rsidRPr="001C0CC4" w:rsidRDefault="00DC7196" w:rsidP="00DC7196">
            <w:pPr>
              <w:pStyle w:val="TAC"/>
              <w:keepNext w:val="0"/>
              <w:rPr>
                <w:sz w:val="16"/>
                <w:szCs w:val="16"/>
              </w:rPr>
            </w:pPr>
            <w:r w:rsidRPr="001C0CC4">
              <w:rPr>
                <w:sz w:val="16"/>
                <w:szCs w:val="16"/>
              </w:rPr>
              <w:t>RAN#78</w:t>
            </w:r>
          </w:p>
        </w:tc>
        <w:tc>
          <w:tcPr>
            <w:tcW w:w="944" w:type="dxa"/>
            <w:shd w:val="solid" w:color="FFFFFF" w:fill="auto"/>
          </w:tcPr>
          <w:p w14:paraId="02AD2433" w14:textId="77777777" w:rsidR="00DC7196" w:rsidRPr="001C0CC4" w:rsidRDefault="00DC7196" w:rsidP="00DC7196">
            <w:pPr>
              <w:pStyle w:val="TAL"/>
              <w:keepNext w:val="0"/>
              <w:rPr>
                <w:sz w:val="16"/>
                <w:szCs w:val="16"/>
              </w:rPr>
            </w:pPr>
            <w:r w:rsidRPr="001C0CC4">
              <w:rPr>
                <w:sz w:val="16"/>
                <w:szCs w:val="16"/>
              </w:rPr>
              <w:t>RP-172475</w:t>
            </w:r>
          </w:p>
        </w:tc>
        <w:tc>
          <w:tcPr>
            <w:tcW w:w="575" w:type="dxa"/>
            <w:shd w:val="solid" w:color="FFFFFF" w:fill="auto"/>
          </w:tcPr>
          <w:p w14:paraId="47527D63" w14:textId="77777777" w:rsidR="00DC7196" w:rsidRPr="001C0CC4" w:rsidRDefault="00DC7196" w:rsidP="00DC7196">
            <w:pPr>
              <w:pStyle w:val="TAL"/>
              <w:keepNext w:val="0"/>
              <w:rPr>
                <w:sz w:val="16"/>
                <w:szCs w:val="16"/>
              </w:rPr>
            </w:pPr>
          </w:p>
        </w:tc>
        <w:tc>
          <w:tcPr>
            <w:tcW w:w="425" w:type="dxa"/>
            <w:shd w:val="solid" w:color="FFFFFF" w:fill="auto"/>
          </w:tcPr>
          <w:p w14:paraId="42A11609" w14:textId="77777777" w:rsidR="00DC7196" w:rsidRPr="001C0CC4" w:rsidRDefault="00DC7196" w:rsidP="00DC7196">
            <w:pPr>
              <w:pStyle w:val="TAR"/>
              <w:keepNext w:val="0"/>
              <w:rPr>
                <w:sz w:val="16"/>
                <w:szCs w:val="16"/>
              </w:rPr>
            </w:pPr>
          </w:p>
        </w:tc>
        <w:tc>
          <w:tcPr>
            <w:tcW w:w="425" w:type="dxa"/>
            <w:shd w:val="solid" w:color="FFFFFF" w:fill="auto"/>
          </w:tcPr>
          <w:p w14:paraId="38D7244C" w14:textId="77777777" w:rsidR="00DC7196" w:rsidRPr="001C0CC4" w:rsidRDefault="00DC7196" w:rsidP="00DC7196">
            <w:pPr>
              <w:pStyle w:val="TAC"/>
              <w:keepNext w:val="0"/>
              <w:rPr>
                <w:sz w:val="16"/>
                <w:szCs w:val="16"/>
              </w:rPr>
            </w:pPr>
          </w:p>
        </w:tc>
        <w:tc>
          <w:tcPr>
            <w:tcW w:w="4962" w:type="dxa"/>
            <w:shd w:val="solid" w:color="FFFFFF" w:fill="auto"/>
          </w:tcPr>
          <w:p w14:paraId="309846F6" w14:textId="77777777" w:rsidR="00DC7196" w:rsidRPr="001C0CC4" w:rsidRDefault="00DC7196" w:rsidP="00DC7196">
            <w:pPr>
              <w:pStyle w:val="TAL"/>
              <w:keepNext w:val="0"/>
              <w:rPr>
                <w:sz w:val="16"/>
                <w:szCs w:val="16"/>
              </w:rPr>
            </w:pPr>
            <w:r w:rsidRPr="001C0CC4">
              <w:rPr>
                <w:sz w:val="16"/>
                <w:szCs w:val="16"/>
              </w:rPr>
              <w:t>v1.0.0 submitted for plenary approval. Contents same as 0.4.0</w:t>
            </w:r>
          </w:p>
        </w:tc>
        <w:tc>
          <w:tcPr>
            <w:tcW w:w="708" w:type="dxa"/>
            <w:shd w:val="solid" w:color="FFFFFF" w:fill="auto"/>
          </w:tcPr>
          <w:p w14:paraId="5CE70C8E" w14:textId="77777777" w:rsidR="00DC7196" w:rsidRPr="001C0CC4" w:rsidRDefault="00DC7196" w:rsidP="00DC7196">
            <w:pPr>
              <w:pStyle w:val="TAC"/>
              <w:keepNext w:val="0"/>
              <w:rPr>
                <w:sz w:val="16"/>
                <w:szCs w:val="16"/>
              </w:rPr>
            </w:pPr>
            <w:r w:rsidRPr="001C0CC4">
              <w:rPr>
                <w:sz w:val="16"/>
                <w:szCs w:val="16"/>
              </w:rPr>
              <w:t>1.0.0</w:t>
            </w:r>
          </w:p>
        </w:tc>
      </w:tr>
      <w:tr w:rsidR="00DC7196" w:rsidRPr="001C0CC4" w14:paraId="20E86F98" w14:textId="77777777" w:rsidTr="00DC7196">
        <w:trPr>
          <w:jc w:val="center"/>
        </w:trPr>
        <w:tc>
          <w:tcPr>
            <w:tcW w:w="800" w:type="dxa"/>
            <w:shd w:val="solid" w:color="FFFFFF" w:fill="auto"/>
          </w:tcPr>
          <w:p w14:paraId="00D5CE77" w14:textId="77777777" w:rsidR="00DC7196" w:rsidRPr="001C0CC4" w:rsidRDefault="00DC7196" w:rsidP="00DC7196">
            <w:pPr>
              <w:pStyle w:val="TAC"/>
              <w:keepNext w:val="0"/>
              <w:rPr>
                <w:sz w:val="16"/>
                <w:szCs w:val="16"/>
              </w:rPr>
            </w:pPr>
            <w:r w:rsidRPr="001C0CC4">
              <w:rPr>
                <w:sz w:val="16"/>
                <w:szCs w:val="16"/>
              </w:rPr>
              <w:t>2017-12</w:t>
            </w:r>
          </w:p>
        </w:tc>
        <w:tc>
          <w:tcPr>
            <w:tcW w:w="800" w:type="dxa"/>
            <w:shd w:val="solid" w:color="FFFFFF" w:fill="auto"/>
          </w:tcPr>
          <w:p w14:paraId="255E4AED" w14:textId="77777777" w:rsidR="00DC7196" w:rsidRPr="001C0CC4" w:rsidRDefault="00DC7196" w:rsidP="00DC7196">
            <w:pPr>
              <w:pStyle w:val="TAC"/>
              <w:keepNext w:val="0"/>
              <w:rPr>
                <w:sz w:val="16"/>
                <w:szCs w:val="16"/>
              </w:rPr>
            </w:pPr>
            <w:r w:rsidRPr="001C0CC4">
              <w:rPr>
                <w:sz w:val="16"/>
                <w:szCs w:val="16"/>
              </w:rPr>
              <w:t>RAN#78</w:t>
            </w:r>
          </w:p>
        </w:tc>
        <w:tc>
          <w:tcPr>
            <w:tcW w:w="944" w:type="dxa"/>
            <w:shd w:val="solid" w:color="FFFFFF" w:fill="auto"/>
          </w:tcPr>
          <w:p w14:paraId="2D6D3992" w14:textId="77777777" w:rsidR="00DC7196" w:rsidRPr="001C0CC4" w:rsidRDefault="00DC7196" w:rsidP="00DC7196">
            <w:pPr>
              <w:pStyle w:val="TAL"/>
              <w:keepNext w:val="0"/>
              <w:rPr>
                <w:sz w:val="16"/>
                <w:szCs w:val="16"/>
              </w:rPr>
            </w:pPr>
          </w:p>
        </w:tc>
        <w:tc>
          <w:tcPr>
            <w:tcW w:w="575" w:type="dxa"/>
            <w:shd w:val="solid" w:color="FFFFFF" w:fill="auto"/>
          </w:tcPr>
          <w:p w14:paraId="5246625A" w14:textId="77777777" w:rsidR="00DC7196" w:rsidRPr="001C0CC4" w:rsidRDefault="00DC7196" w:rsidP="00DC7196">
            <w:pPr>
              <w:pStyle w:val="TAL"/>
              <w:keepNext w:val="0"/>
              <w:rPr>
                <w:sz w:val="16"/>
                <w:szCs w:val="16"/>
              </w:rPr>
            </w:pPr>
          </w:p>
        </w:tc>
        <w:tc>
          <w:tcPr>
            <w:tcW w:w="425" w:type="dxa"/>
            <w:shd w:val="solid" w:color="FFFFFF" w:fill="auto"/>
          </w:tcPr>
          <w:p w14:paraId="713803C0" w14:textId="77777777" w:rsidR="00DC7196" w:rsidRPr="001C0CC4" w:rsidRDefault="00DC7196" w:rsidP="00DC7196">
            <w:pPr>
              <w:pStyle w:val="TAR"/>
              <w:keepNext w:val="0"/>
              <w:rPr>
                <w:sz w:val="16"/>
                <w:szCs w:val="16"/>
              </w:rPr>
            </w:pPr>
          </w:p>
        </w:tc>
        <w:tc>
          <w:tcPr>
            <w:tcW w:w="425" w:type="dxa"/>
            <w:shd w:val="solid" w:color="FFFFFF" w:fill="auto"/>
          </w:tcPr>
          <w:p w14:paraId="0CF4D83C" w14:textId="77777777" w:rsidR="00DC7196" w:rsidRPr="001C0CC4" w:rsidRDefault="00DC7196" w:rsidP="00DC7196">
            <w:pPr>
              <w:pStyle w:val="TAC"/>
              <w:keepNext w:val="0"/>
              <w:rPr>
                <w:sz w:val="16"/>
                <w:szCs w:val="16"/>
              </w:rPr>
            </w:pPr>
          </w:p>
        </w:tc>
        <w:tc>
          <w:tcPr>
            <w:tcW w:w="4962" w:type="dxa"/>
            <w:shd w:val="solid" w:color="FFFFFF" w:fill="auto"/>
          </w:tcPr>
          <w:p w14:paraId="28183676" w14:textId="77777777" w:rsidR="00DC7196" w:rsidRPr="001C0CC4" w:rsidRDefault="00DC7196" w:rsidP="00DC7196">
            <w:pPr>
              <w:pStyle w:val="TAL"/>
              <w:keepNext w:val="0"/>
              <w:rPr>
                <w:sz w:val="16"/>
                <w:szCs w:val="16"/>
              </w:rPr>
            </w:pPr>
            <w:r w:rsidRPr="001C0CC4">
              <w:rPr>
                <w:sz w:val="16"/>
                <w:szCs w:val="16"/>
                <w:lang w:eastAsia="zh-CN"/>
              </w:rPr>
              <w:t>Approved by plenary – Rel-15 spec under change control</w:t>
            </w:r>
          </w:p>
        </w:tc>
        <w:tc>
          <w:tcPr>
            <w:tcW w:w="708" w:type="dxa"/>
            <w:shd w:val="solid" w:color="FFFFFF" w:fill="auto"/>
          </w:tcPr>
          <w:p w14:paraId="43EE1D57" w14:textId="77777777" w:rsidR="00DC7196" w:rsidRPr="001C0CC4" w:rsidRDefault="00DC7196" w:rsidP="00DC7196">
            <w:pPr>
              <w:pStyle w:val="TAC"/>
              <w:keepNext w:val="0"/>
              <w:rPr>
                <w:sz w:val="16"/>
                <w:szCs w:val="16"/>
              </w:rPr>
            </w:pPr>
            <w:r w:rsidRPr="001C0CC4">
              <w:rPr>
                <w:sz w:val="16"/>
                <w:szCs w:val="16"/>
              </w:rPr>
              <w:t>15.0.0</w:t>
            </w:r>
          </w:p>
        </w:tc>
      </w:tr>
      <w:tr w:rsidR="00DC7196" w:rsidRPr="001C0CC4" w14:paraId="752D25DA" w14:textId="77777777" w:rsidTr="00DC7196">
        <w:trPr>
          <w:jc w:val="center"/>
        </w:trPr>
        <w:tc>
          <w:tcPr>
            <w:tcW w:w="800" w:type="dxa"/>
            <w:shd w:val="solid" w:color="FFFFFF" w:fill="auto"/>
          </w:tcPr>
          <w:p w14:paraId="100DDDA8" w14:textId="77777777" w:rsidR="00DC7196" w:rsidRPr="001C0CC4" w:rsidRDefault="00DC7196" w:rsidP="00DC7196">
            <w:pPr>
              <w:pStyle w:val="TAC"/>
              <w:keepNext w:val="0"/>
              <w:rPr>
                <w:sz w:val="16"/>
                <w:szCs w:val="16"/>
              </w:rPr>
            </w:pPr>
            <w:r w:rsidRPr="001C0CC4">
              <w:rPr>
                <w:sz w:val="16"/>
                <w:szCs w:val="16"/>
              </w:rPr>
              <w:t>2018-03</w:t>
            </w:r>
          </w:p>
        </w:tc>
        <w:tc>
          <w:tcPr>
            <w:tcW w:w="800" w:type="dxa"/>
            <w:shd w:val="solid" w:color="FFFFFF" w:fill="auto"/>
          </w:tcPr>
          <w:p w14:paraId="7EFD3BC9" w14:textId="77777777" w:rsidR="00DC7196" w:rsidRPr="001C0CC4" w:rsidRDefault="00DC7196" w:rsidP="00DC7196">
            <w:pPr>
              <w:pStyle w:val="TAC"/>
              <w:keepNext w:val="0"/>
              <w:rPr>
                <w:sz w:val="16"/>
                <w:szCs w:val="16"/>
              </w:rPr>
            </w:pPr>
            <w:r w:rsidRPr="001C0CC4">
              <w:rPr>
                <w:sz w:val="16"/>
                <w:szCs w:val="16"/>
              </w:rPr>
              <w:t>RAN#79</w:t>
            </w:r>
          </w:p>
        </w:tc>
        <w:tc>
          <w:tcPr>
            <w:tcW w:w="944" w:type="dxa"/>
            <w:shd w:val="solid" w:color="FFFFFF" w:fill="auto"/>
          </w:tcPr>
          <w:p w14:paraId="53EB9258" w14:textId="77777777" w:rsidR="00DC7196" w:rsidRPr="001C0CC4" w:rsidRDefault="00DC7196" w:rsidP="00DC7196">
            <w:pPr>
              <w:pStyle w:val="TAL"/>
              <w:keepNext w:val="0"/>
              <w:rPr>
                <w:sz w:val="16"/>
                <w:szCs w:val="16"/>
              </w:rPr>
            </w:pPr>
            <w:r w:rsidRPr="001C0CC4">
              <w:rPr>
                <w:sz w:val="16"/>
                <w:szCs w:val="16"/>
              </w:rPr>
              <w:t>RP-180264</w:t>
            </w:r>
          </w:p>
        </w:tc>
        <w:tc>
          <w:tcPr>
            <w:tcW w:w="575" w:type="dxa"/>
            <w:shd w:val="solid" w:color="FFFFFF" w:fill="auto"/>
          </w:tcPr>
          <w:p w14:paraId="0F5A0B6B" w14:textId="77777777" w:rsidR="00DC7196" w:rsidRPr="001C0CC4" w:rsidRDefault="00DC7196" w:rsidP="00DC7196">
            <w:pPr>
              <w:pStyle w:val="TAL"/>
              <w:keepNext w:val="0"/>
              <w:rPr>
                <w:sz w:val="16"/>
                <w:szCs w:val="16"/>
              </w:rPr>
            </w:pPr>
            <w:r w:rsidRPr="001C0CC4">
              <w:rPr>
                <w:sz w:val="16"/>
                <w:szCs w:val="16"/>
              </w:rPr>
              <w:t>0003</w:t>
            </w:r>
          </w:p>
        </w:tc>
        <w:tc>
          <w:tcPr>
            <w:tcW w:w="425" w:type="dxa"/>
            <w:shd w:val="solid" w:color="FFFFFF" w:fill="auto"/>
          </w:tcPr>
          <w:p w14:paraId="0C74CC5C" w14:textId="77777777" w:rsidR="00DC7196" w:rsidRPr="001C0CC4" w:rsidRDefault="00DC7196" w:rsidP="00DC7196">
            <w:pPr>
              <w:pStyle w:val="TAR"/>
              <w:keepNext w:val="0"/>
              <w:rPr>
                <w:sz w:val="16"/>
                <w:szCs w:val="16"/>
              </w:rPr>
            </w:pPr>
          </w:p>
        </w:tc>
        <w:tc>
          <w:tcPr>
            <w:tcW w:w="425" w:type="dxa"/>
            <w:shd w:val="solid" w:color="FFFFFF" w:fill="auto"/>
          </w:tcPr>
          <w:p w14:paraId="77D099A5"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18A33FF0" w14:textId="77777777" w:rsidR="00DC7196" w:rsidRPr="001C0CC4" w:rsidRDefault="00DC7196" w:rsidP="00DC7196">
            <w:pPr>
              <w:pStyle w:val="TAL"/>
              <w:keepNext w:val="0"/>
              <w:rPr>
                <w:sz w:val="16"/>
                <w:szCs w:val="16"/>
              </w:rPr>
            </w:pPr>
            <w:r w:rsidRPr="001C0CC4">
              <w:rPr>
                <w:noProof/>
                <w:sz w:val="16"/>
                <w:szCs w:val="16"/>
              </w:rPr>
              <w:t>Implementation of endorced CRs to 38.101-1</w:t>
            </w:r>
          </w:p>
          <w:p w14:paraId="49D88A5E" w14:textId="77777777" w:rsidR="00DC7196" w:rsidRPr="001C0CC4" w:rsidRDefault="00DC7196" w:rsidP="00DC7196">
            <w:pPr>
              <w:pStyle w:val="TAL"/>
              <w:keepNext w:val="0"/>
              <w:rPr>
                <w:sz w:val="16"/>
                <w:szCs w:val="16"/>
              </w:rPr>
            </w:pPr>
            <w:r w:rsidRPr="001C0CC4">
              <w:rPr>
                <w:sz w:val="16"/>
                <w:szCs w:val="16"/>
              </w:rPr>
              <w:t>Endorsed draft CRs</w:t>
            </w:r>
          </w:p>
          <w:p w14:paraId="13410A1F" w14:textId="77777777" w:rsidR="00DC7196" w:rsidRPr="001C0CC4" w:rsidRDefault="00DC7196" w:rsidP="00DC7196">
            <w:pPr>
              <w:pStyle w:val="TAL"/>
              <w:keepNext w:val="0"/>
              <w:rPr>
                <w:sz w:val="16"/>
                <w:szCs w:val="16"/>
              </w:rPr>
            </w:pPr>
            <w:r w:rsidRPr="001C0CC4">
              <w:rPr>
                <w:sz w:val="16"/>
                <w:szCs w:val="16"/>
              </w:rPr>
              <w:t>F: R4-1800400, Editorial corrections for 38.101-1, Qualcomm</w:t>
            </w:r>
          </w:p>
          <w:p w14:paraId="412E1629" w14:textId="77777777" w:rsidR="00DC7196" w:rsidRPr="001C0CC4" w:rsidRDefault="00DC7196" w:rsidP="00DC7196">
            <w:pPr>
              <w:pStyle w:val="TAL"/>
              <w:keepNext w:val="0"/>
              <w:rPr>
                <w:sz w:val="16"/>
                <w:szCs w:val="16"/>
              </w:rPr>
            </w:pPr>
            <w:r w:rsidRPr="001C0CC4">
              <w:rPr>
                <w:sz w:val="16"/>
                <w:szCs w:val="16"/>
              </w:rPr>
              <w:t>B: R4-1801102, Draft CR for 30 MHz CBW support, Huawei</w:t>
            </w:r>
          </w:p>
          <w:p w14:paraId="20150700" w14:textId="77777777" w:rsidR="00DC7196" w:rsidRPr="001C0CC4" w:rsidRDefault="00DC7196" w:rsidP="00DC7196">
            <w:pPr>
              <w:pStyle w:val="TAL"/>
              <w:keepNext w:val="0"/>
              <w:rPr>
                <w:sz w:val="16"/>
                <w:szCs w:val="16"/>
              </w:rPr>
            </w:pPr>
            <w:r w:rsidRPr="001C0CC4">
              <w:rPr>
                <w:sz w:val="16"/>
                <w:szCs w:val="16"/>
              </w:rPr>
              <w:t>F: R4-1800032, 38.101-1 n71 draft CR for section 6.2.3 - UE A-MPR - NS values, T-Mobile USA Inc.</w:t>
            </w:r>
          </w:p>
          <w:p w14:paraId="61BA5840" w14:textId="77777777" w:rsidR="00DC7196" w:rsidRPr="001C0CC4" w:rsidRDefault="00DC7196" w:rsidP="00DC7196">
            <w:pPr>
              <w:pStyle w:val="TAL"/>
              <w:keepNext w:val="0"/>
              <w:rPr>
                <w:sz w:val="16"/>
                <w:szCs w:val="16"/>
              </w:rPr>
            </w:pPr>
            <w:r w:rsidRPr="001C0CC4">
              <w:rPr>
                <w:sz w:val="16"/>
                <w:szCs w:val="16"/>
              </w:rPr>
              <w:t>B: R4-1801121, Draft pCR for TS 38.101-1 version 15.0.0: Remaining ON/OFF masks for FR1 NR UE transmissions, Ericsson</w:t>
            </w:r>
          </w:p>
          <w:p w14:paraId="44D87381" w14:textId="77777777" w:rsidR="00DC7196" w:rsidRPr="001C0CC4" w:rsidRDefault="00DC7196" w:rsidP="00DC7196">
            <w:pPr>
              <w:pStyle w:val="TAL"/>
              <w:keepNext w:val="0"/>
              <w:rPr>
                <w:sz w:val="16"/>
                <w:szCs w:val="16"/>
              </w:rPr>
            </w:pPr>
            <w:r w:rsidRPr="001C0CC4">
              <w:rPr>
                <w:sz w:val="16"/>
                <w:szCs w:val="16"/>
              </w:rPr>
              <w:t xml:space="preserve">F: </w:t>
            </w:r>
            <w:bookmarkStart w:id="1464" w:name="_Hlk505094234"/>
            <w:r w:rsidRPr="001C0CC4">
              <w:rPr>
                <w:sz w:val="16"/>
                <w:szCs w:val="16"/>
              </w:rPr>
              <w:t>R4-1800417</w:t>
            </w:r>
            <w:bookmarkEnd w:id="1464"/>
            <w:r w:rsidRPr="001C0CC4">
              <w:rPr>
                <w:sz w:val="16"/>
                <w:szCs w:val="16"/>
              </w:rPr>
              <w:t>, Correction of NR SEM table and additional requirements table, vivo</w:t>
            </w:r>
          </w:p>
          <w:p w14:paraId="3ED3F70D" w14:textId="77777777" w:rsidR="00DC7196" w:rsidRPr="001C0CC4" w:rsidRDefault="00DC7196" w:rsidP="00DC7196">
            <w:pPr>
              <w:pStyle w:val="TAL"/>
              <w:keepNext w:val="0"/>
              <w:rPr>
                <w:sz w:val="16"/>
                <w:szCs w:val="16"/>
              </w:rPr>
            </w:pPr>
            <w:r w:rsidRPr="001C0CC4">
              <w:rPr>
                <w:sz w:val="16"/>
                <w:szCs w:val="16"/>
              </w:rPr>
              <w:t>F: R4-1800033, 38.101-1 n71 draft CR for section 6.5.3.2 Spurious emissions for UE co-existence, T-Mobile USA Inc.</w:t>
            </w:r>
          </w:p>
          <w:p w14:paraId="64B989BC" w14:textId="77777777" w:rsidR="00DC7196" w:rsidRPr="001C0CC4" w:rsidRDefault="00DC7196" w:rsidP="00DC7196">
            <w:pPr>
              <w:pStyle w:val="TAL"/>
              <w:keepNext w:val="0"/>
              <w:rPr>
                <w:sz w:val="16"/>
                <w:szCs w:val="16"/>
              </w:rPr>
            </w:pPr>
            <w:r w:rsidRPr="001C0CC4">
              <w:rPr>
                <w:sz w:val="16"/>
                <w:szCs w:val="16"/>
              </w:rPr>
              <w:t>F: R4-1801114, Proposal on protected band numbering in UE specs, Sprint Corporation</w:t>
            </w:r>
          </w:p>
          <w:p w14:paraId="3CE5CD3C" w14:textId="77777777" w:rsidR="00DC7196" w:rsidRPr="001C0CC4" w:rsidRDefault="00DC7196" w:rsidP="00DC7196">
            <w:pPr>
              <w:pStyle w:val="TAL"/>
              <w:keepNext w:val="0"/>
              <w:rPr>
                <w:sz w:val="16"/>
                <w:szCs w:val="16"/>
              </w:rPr>
            </w:pPr>
            <w:r w:rsidRPr="001C0CC4">
              <w:rPr>
                <w:sz w:val="16"/>
                <w:szCs w:val="16"/>
              </w:rPr>
              <w:t>F: R4-1800407, Draft CR for TS 38.101-1: Mandatory 4Rx antenna performance for NR UE, Vodafone Group Plc</w:t>
            </w:r>
          </w:p>
          <w:p w14:paraId="56FF4BC4" w14:textId="77777777" w:rsidR="00DC7196" w:rsidRPr="001C0CC4" w:rsidRDefault="00DC7196" w:rsidP="00DC7196">
            <w:pPr>
              <w:pStyle w:val="TAL"/>
              <w:keepNext w:val="0"/>
              <w:rPr>
                <w:sz w:val="16"/>
                <w:szCs w:val="16"/>
              </w:rPr>
            </w:pPr>
            <w:r w:rsidRPr="001C0CC4">
              <w:rPr>
                <w:sz w:val="16"/>
                <w:szCs w:val="16"/>
              </w:rPr>
              <w:t>F: R4-1800451</w:t>
            </w:r>
            <w:r w:rsidRPr="001C0CC4">
              <w:rPr>
                <w:sz w:val="16"/>
                <w:szCs w:val="16"/>
              </w:rPr>
              <w:tab/>
              <w:t>Draft CR for TS 38.101-1: Clarification of 4Rx NR bands, Huawei, HiSilicon</w:t>
            </w:r>
          </w:p>
          <w:p w14:paraId="1B0A774C" w14:textId="77777777" w:rsidR="00DC7196" w:rsidRPr="001C0CC4" w:rsidRDefault="00DC7196" w:rsidP="00DC7196">
            <w:pPr>
              <w:pStyle w:val="TAL"/>
              <w:keepNext w:val="0"/>
              <w:rPr>
                <w:sz w:val="16"/>
                <w:szCs w:val="16"/>
              </w:rPr>
            </w:pPr>
            <w:r w:rsidRPr="001C0CC4">
              <w:rPr>
                <w:sz w:val="16"/>
                <w:szCs w:val="16"/>
              </w:rPr>
              <w:t>F: R4-1801136, Draft CR for TS 38.101-1: REFSENS for NR bands, Huawei, HiSilicon</w:t>
            </w:r>
          </w:p>
          <w:p w14:paraId="7B8F50F5" w14:textId="77777777" w:rsidR="00DC7196" w:rsidRPr="001C0CC4" w:rsidRDefault="00DC7196" w:rsidP="00DC7196">
            <w:pPr>
              <w:pStyle w:val="TAL"/>
              <w:keepNext w:val="0"/>
              <w:rPr>
                <w:sz w:val="16"/>
                <w:szCs w:val="16"/>
              </w:rPr>
            </w:pPr>
            <w:r w:rsidRPr="001C0CC4">
              <w:rPr>
                <w:sz w:val="16"/>
                <w:szCs w:val="16"/>
              </w:rPr>
              <w:t>F: R4-1801137, Draft CR: n71 REFSENS, Dish Network</w:t>
            </w:r>
          </w:p>
          <w:p w14:paraId="4421C99B" w14:textId="77777777" w:rsidR="00DC7196" w:rsidRPr="001C0CC4" w:rsidRDefault="00DC7196" w:rsidP="00DC7196">
            <w:pPr>
              <w:pStyle w:val="TAL"/>
              <w:keepNext w:val="0"/>
              <w:rPr>
                <w:sz w:val="16"/>
                <w:szCs w:val="16"/>
              </w:rPr>
            </w:pPr>
            <w:r w:rsidRPr="001C0CC4">
              <w:rPr>
                <w:sz w:val="16"/>
                <w:szCs w:val="16"/>
              </w:rPr>
              <w:t>F: R4-1800395, Draft CR to 38.101-1: corrections to ACS and in-band blocking, Ericsson</w:t>
            </w:r>
          </w:p>
          <w:p w14:paraId="5F4009DC" w14:textId="77777777" w:rsidR="00DC7196" w:rsidRPr="001C0CC4" w:rsidRDefault="00DC7196" w:rsidP="00DC7196">
            <w:pPr>
              <w:pStyle w:val="TAL"/>
              <w:keepNext w:val="0"/>
              <w:rPr>
                <w:sz w:val="16"/>
                <w:szCs w:val="16"/>
              </w:rPr>
            </w:pPr>
            <w:r w:rsidRPr="001C0CC4">
              <w:rPr>
                <w:sz w:val="16"/>
                <w:szCs w:val="16"/>
              </w:rPr>
              <w:t>F: R4-1800396, Draft CR to 38.101-1: corrections to out-of-band blocking, Ericsson</w:t>
            </w:r>
          </w:p>
          <w:p w14:paraId="36C732DC" w14:textId="77777777" w:rsidR="00DC7196" w:rsidRPr="001C0CC4" w:rsidRDefault="00DC7196" w:rsidP="00DC7196">
            <w:pPr>
              <w:pStyle w:val="TAL"/>
              <w:keepNext w:val="0"/>
              <w:rPr>
                <w:sz w:val="16"/>
                <w:szCs w:val="16"/>
              </w:rPr>
            </w:pPr>
            <w:r w:rsidRPr="001C0CC4">
              <w:rPr>
                <w:sz w:val="16"/>
                <w:szCs w:val="16"/>
              </w:rPr>
              <w:t>F: R4-1800397, Draft CR to 38.101-1: corrections to spurious response, Ericsson</w:t>
            </w:r>
          </w:p>
          <w:p w14:paraId="12F6F804" w14:textId="77777777" w:rsidR="00DC7196" w:rsidRPr="001C0CC4" w:rsidRDefault="00DC7196" w:rsidP="00DC7196">
            <w:pPr>
              <w:pStyle w:val="TAL"/>
              <w:keepNext w:val="0"/>
              <w:rPr>
                <w:sz w:val="16"/>
                <w:szCs w:val="16"/>
              </w:rPr>
            </w:pPr>
            <w:r w:rsidRPr="001C0CC4">
              <w:rPr>
                <w:sz w:val="16"/>
                <w:szCs w:val="16"/>
              </w:rPr>
              <w:t>F: R4-1800305, Draft CR for NR FR1 wide band intermodulation requirements, MediaTek Inc.</w:t>
            </w:r>
          </w:p>
          <w:p w14:paraId="27957FFB" w14:textId="77777777" w:rsidR="00DC7196" w:rsidRPr="001C0CC4" w:rsidRDefault="00DC7196" w:rsidP="00DC7196">
            <w:pPr>
              <w:pStyle w:val="TAL"/>
              <w:keepNext w:val="0"/>
              <w:rPr>
                <w:sz w:val="16"/>
                <w:szCs w:val="16"/>
              </w:rPr>
            </w:pPr>
            <w:r w:rsidRPr="001C0CC4">
              <w:rPr>
                <w:sz w:val="16"/>
                <w:szCs w:val="16"/>
              </w:rPr>
              <w:t>F: R4-1800320, Draft CR to 38.101-1: Rx Spurious emission for NR FR1 (section 7.9), ZTE Corporation</w:t>
            </w:r>
          </w:p>
          <w:p w14:paraId="2D5B8173" w14:textId="77777777" w:rsidR="00DC7196" w:rsidRPr="001C0CC4" w:rsidRDefault="00DC7196" w:rsidP="00DC7196">
            <w:pPr>
              <w:pStyle w:val="TAL"/>
              <w:keepNext w:val="0"/>
              <w:rPr>
                <w:sz w:val="16"/>
                <w:szCs w:val="16"/>
              </w:rPr>
            </w:pPr>
            <w:r w:rsidRPr="001C0CC4">
              <w:rPr>
                <w:sz w:val="16"/>
                <w:szCs w:val="16"/>
              </w:rPr>
              <w:t>F: R4-1800473, Draft CR on UE RF requirements for SUL in TS 38.101-1, Huawei</w:t>
            </w:r>
          </w:p>
          <w:p w14:paraId="2A81D446" w14:textId="77777777" w:rsidR="00DC7196" w:rsidRPr="001C0CC4" w:rsidRDefault="00DC7196" w:rsidP="00DC7196">
            <w:pPr>
              <w:pStyle w:val="TAL"/>
              <w:keepNext w:val="0"/>
              <w:rPr>
                <w:sz w:val="16"/>
                <w:szCs w:val="16"/>
              </w:rPr>
            </w:pPr>
            <w:r w:rsidRPr="001C0CC4">
              <w:rPr>
                <w:sz w:val="16"/>
                <w:szCs w:val="16"/>
              </w:rPr>
              <w:t>F: R4-1800965, Draft CR to TS 38.101-1: Asymmetric CH BW operation, Dish Network</w:t>
            </w:r>
          </w:p>
          <w:p w14:paraId="51B93D72" w14:textId="77777777" w:rsidR="00DC7196" w:rsidRPr="001C0CC4" w:rsidRDefault="00DC7196" w:rsidP="00DC7196">
            <w:pPr>
              <w:pStyle w:val="TAL"/>
              <w:keepNext w:val="0"/>
              <w:rPr>
                <w:sz w:val="16"/>
                <w:szCs w:val="16"/>
              </w:rPr>
            </w:pPr>
            <w:r w:rsidRPr="001C0CC4">
              <w:rPr>
                <w:sz w:val="16"/>
                <w:szCs w:val="16"/>
              </w:rPr>
              <w:t>F: R4-1800882, Draft CR for correction of UE channel bandwidth for Bands n77 and n78 for TS 38.101-1, Orange UK</w:t>
            </w:r>
          </w:p>
          <w:p w14:paraId="4A772B36" w14:textId="77777777" w:rsidR="00DC7196" w:rsidRPr="001C0CC4" w:rsidRDefault="00DC7196" w:rsidP="00DC7196">
            <w:pPr>
              <w:pStyle w:val="TAL"/>
              <w:keepNext w:val="0"/>
              <w:rPr>
                <w:sz w:val="16"/>
                <w:szCs w:val="16"/>
              </w:rPr>
            </w:pPr>
            <w:r w:rsidRPr="001C0CC4">
              <w:rPr>
                <w:sz w:val="16"/>
                <w:szCs w:val="16"/>
              </w:rPr>
              <w:t>F: R4-1801012, Draft CR to 38.101-1: Clarifications to UE spectrum utilization section 5.3, Ericsson</w:t>
            </w:r>
          </w:p>
          <w:p w14:paraId="58C18691" w14:textId="77777777" w:rsidR="00DC7196" w:rsidRPr="001C0CC4" w:rsidRDefault="00DC7196" w:rsidP="00DC7196">
            <w:pPr>
              <w:pStyle w:val="TAL"/>
              <w:keepNext w:val="0"/>
              <w:rPr>
                <w:sz w:val="16"/>
                <w:szCs w:val="16"/>
              </w:rPr>
            </w:pPr>
            <w:r w:rsidRPr="001C0CC4">
              <w:rPr>
                <w:sz w:val="16"/>
                <w:szCs w:val="16"/>
              </w:rPr>
              <w:t>F: R4-1800030, 38.101-1 n71 draft CR for section 5.4.4 - TX–RX frequency separation, T-Mobile USA Inc</w:t>
            </w:r>
          </w:p>
          <w:p w14:paraId="13543B40" w14:textId="77777777" w:rsidR="00DC7196" w:rsidRPr="001C0CC4" w:rsidRDefault="00DC7196" w:rsidP="00DC7196">
            <w:pPr>
              <w:pStyle w:val="TAL"/>
              <w:keepNext w:val="0"/>
              <w:rPr>
                <w:sz w:val="16"/>
                <w:szCs w:val="16"/>
              </w:rPr>
            </w:pPr>
            <w:r w:rsidRPr="001C0CC4">
              <w:rPr>
                <w:sz w:val="16"/>
                <w:szCs w:val="16"/>
              </w:rPr>
              <w:t>F: R4-1801228, Draft CR to 38.101-1: Channel spacing for CA for NR FR1(section 5.4.1.2), ZTE Corporation</w:t>
            </w:r>
          </w:p>
          <w:p w14:paraId="2171C02C" w14:textId="77777777" w:rsidR="00DC7196" w:rsidRPr="001C0CC4" w:rsidRDefault="00DC7196" w:rsidP="00DC7196">
            <w:pPr>
              <w:pStyle w:val="TAL"/>
              <w:keepNext w:val="0"/>
              <w:rPr>
                <w:sz w:val="16"/>
                <w:szCs w:val="16"/>
              </w:rPr>
            </w:pPr>
            <w:r w:rsidRPr="001C0CC4">
              <w:rPr>
                <w:sz w:val="16"/>
                <w:szCs w:val="16"/>
              </w:rPr>
              <w:t>F: R4-1801231, Correction CR for channel spacing:38.101-1, Samsung</w:t>
            </w:r>
          </w:p>
          <w:p w14:paraId="23E61B1F" w14:textId="77777777" w:rsidR="00DC7196" w:rsidRPr="001C0CC4" w:rsidRDefault="00DC7196" w:rsidP="00DC7196">
            <w:pPr>
              <w:pStyle w:val="TAL"/>
              <w:keepNext w:val="0"/>
              <w:rPr>
                <w:sz w:val="16"/>
                <w:szCs w:val="16"/>
              </w:rPr>
            </w:pPr>
            <w:r w:rsidRPr="001C0CC4">
              <w:rPr>
                <w:sz w:val="16"/>
                <w:szCs w:val="16"/>
              </w:rPr>
              <w:t>F: R4-1801235, Draft CR to TS 38.101-1: Corrections on channel raster calculation in section 5.4.2, ZTE Corporation</w:t>
            </w:r>
          </w:p>
          <w:p w14:paraId="4DAB4482" w14:textId="77777777" w:rsidR="00DC7196" w:rsidRPr="001C0CC4" w:rsidRDefault="00DC7196" w:rsidP="00DC7196">
            <w:pPr>
              <w:pStyle w:val="TAL"/>
              <w:keepNext w:val="0"/>
              <w:rPr>
                <w:sz w:val="16"/>
                <w:szCs w:val="16"/>
              </w:rPr>
            </w:pPr>
            <w:r w:rsidRPr="001C0CC4">
              <w:rPr>
                <w:sz w:val="16"/>
                <w:szCs w:val="16"/>
              </w:rPr>
              <w:t>F: R4-1801318, Draft CR on synchronization raster, Huawei</w:t>
            </w:r>
          </w:p>
          <w:p w14:paraId="3E701DAC" w14:textId="77777777" w:rsidR="00DC7196" w:rsidRPr="001C0CC4" w:rsidRDefault="00DC7196" w:rsidP="00DC7196">
            <w:pPr>
              <w:pStyle w:val="TAL"/>
              <w:keepNext w:val="0"/>
              <w:rPr>
                <w:sz w:val="16"/>
                <w:szCs w:val="16"/>
              </w:rPr>
            </w:pPr>
          </w:p>
          <w:p w14:paraId="6E2F1F48" w14:textId="77777777" w:rsidR="00DC7196" w:rsidRPr="001C0CC4" w:rsidRDefault="00DC7196" w:rsidP="00DC7196">
            <w:pPr>
              <w:pStyle w:val="TAL"/>
              <w:keepNext w:val="0"/>
              <w:rPr>
                <w:sz w:val="16"/>
                <w:szCs w:val="16"/>
              </w:rPr>
            </w:pPr>
            <w:r w:rsidRPr="001C0CC4">
              <w:rPr>
                <w:sz w:val="16"/>
                <w:szCs w:val="16"/>
              </w:rPr>
              <w:t>RAN4#86:</w:t>
            </w:r>
          </w:p>
          <w:p w14:paraId="20CFF828" w14:textId="77777777" w:rsidR="00DC7196" w:rsidRPr="001C0CC4" w:rsidRDefault="00DC7196" w:rsidP="00DC7196">
            <w:pPr>
              <w:pStyle w:val="TAL"/>
              <w:keepNext w:val="0"/>
              <w:rPr>
                <w:sz w:val="16"/>
                <w:szCs w:val="16"/>
              </w:rPr>
            </w:pPr>
            <w:bookmarkStart w:id="1465" w:name="_Hlk507958303"/>
            <w:r w:rsidRPr="001C0CC4">
              <w:rPr>
                <w:sz w:val="16"/>
                <w:szCs w:val="16"/>
              </w:rPr>
              <w:t>R4-1803053</w:t>
            </w:r>
            <w:bookmarkEnd w:id="1465"/>
            <w:r w:rsidRPr="001C0CC4">
              <w:rPr>
                <w:sz w:val="16"/>
                <w:szCs w:val="16"/>
              </w:rPr>
              <w:t>, Draft CR for new spec structure of 38.101-1, Ericsson</w:t>
            </w:r>
          </w:p>
          <w:p w14:paraId="656FD8B1" w14:textId="77777777" w:rsidR="00DC7196" w:rsidRPr="001C0CC4" w:rsidRDefault="00DC7196" w:rsidP="00DC7196">
            <w:pPr>
              <w:pStyle w:val="TAL"/>
              <w:keepNext w:val="0"/>
              <w:rPr>
                <w:sz w:val="16"/>
                <w:szCs w:val="16"/>
              </w:rPr>
            </w:pPr>
            <w:r w:rsidRPr="001C0CC4">
              <w:rPr>
                <w:sz w:val="16"/>
                <w:szCs w:val="16"/>
              </w:rPr>
              <w:t>R4-1801479, Draft CR to 38.101-1: Default Tx-RX frequency separation for NR FR1(section 5.4.4), ZTE</w:t>
            </w:r>
          </w:p>
          <w:p w14:paraId="0ED8E70E" w14:textId="77777777" w:rsidR="00DC7196" w:rsidRPr="001C0CC4" w:rsidRDefault="00DC7196" w:rsidP="00DC7196">
            <w:pPr>
              <w:pStyle w:val="TAL"/>
              <w:keepNext w:val="0"/>
              <w:rPr>
                <w:sz w:val="16"/>
                <w:szCs w:val="16"/>
              </w:rPr>
            </w:pPr>
            <w:r w:rsidRPr="001C0CC4">
              <w:rPr>
                <w:sz w:val="16"/>
                <w:szCs w:val="16"/>
              </w:rPr>
              <w:t>R4-1801581, Draft CR for TS 38.101-1 update of 4Rx bands, Huawei Technologies France</w:t>
            </w:r>
          </w:p>
          <w:p w14:paraId="3224B504" w14:textId="77777777" w:rsidR="00DC7196" w:rsidRPr="001C0CC4" w:rsidRDefault="00DC7196" w:rsidP="00DC7196">
            <w:pPr>
              <w:pStyle w:val="TAL"/>
              <w:keepNext w:val="0"/>
              <w:rPr>
                <w:sz w:val="16"/>
                <w:szCs w:val="16"/>
              </w:rPr>
            </w:pPr>
            <w:r w:rsidRPr="001C0CC4">
              <w:rPr>
                <w:sz w:val="16"/>
                <w:szCs w:val="16"/>
              </w:rPr>
              <w:t>R4-1802211, draft CR TS 38.101-1 Uplink configuration for FR1 NR REFSENS, Skyworks Solutions Inc.</w:t>
            </w:r>
          </w:p>
          <w:p w14:paraId="45412562" w14:textId="77777777" w:rsidR="00DC7196" w:rsidRPr="001C0CC4" w:rsidRDefault="00DC7196" w:rsidP="00DC7196">
            <w:pPr>
              <w:pStyle w:val="TAL"/>
              <w:keepNext w:val="0"/>
              <w:rPr>
                <w:sz w:val="16"/>
                <w:szCs w:val="16"/>
              </w:rPr>
            </w:pPr>
            <w:r w:rsidRPr="001C0CC4">
              <w:rPr>
                <w:sz w:val="16"/>
                <w:szCs w:val="16"/>
              </w:rPr>
              <w:t>R4-1802342, Draft CR for NR FR1 ACS case 2 transmitter power setting correction (Note 1), MediaTek Inc.</w:t>
            </w:r>
          </w:p>
          <w:p w14:paraId="6F43ECA7" w14:textId="77777777" w:rsidR="00DC7196" w:rsidRPr="001C0CC4" w:rsidRDefault="00DC7196" w:rsidP="00DC7196">
            <w:pPr>
              <w:pStyle w:val="TAL"/>
              <w:keepNext w:val="0"/>
              <w:rPr>
                <w:sz w:val="16"/>
                <w:szCs w:val="16"/>
              </w:rPr>
            </w:pPr>
            <w:r w:rsidRPr="001C0CC4">
              <w:rPr>
                <w:sz w:val="16"/>
                <w:szCs w:val="16"/>
              </w:rPr>
              <w:t>R4-1802509, Draft CR on 38.101-1 v15.0.0: Remaining ON/OFF masks for FR1 NR UE transmissions, Ericsson</w:t>
            </w:r>
          </w:p>
          <w:p w14:paraId="1BDAAA85" w14:textId="77777777" w:rsidR="00DC7196" w:rsidRPr="001C0CC4" w:rsidRDefault="00DC7196" w:rsidP="00DC7196">
            <w:pPr>
              <w:pStyle w:val="TAL"/>
              <w:keepNext w:val="0"/>
              <w:rPr>
                <w:sz w:val="16"/>
                <w:szCs w:val="16"/>
              </w:rPr>
            </w:pPr>
            <w:r w:rsidRPr="001C0CC4">
              <w:rPr>
                <w:sz w:val="16"/>
                <w:szCs w:val="16"/>
              </w:rPr>
              <w:t>R4-1802566, Draft CR to TS 38.101-1: Clarification of mixed numerology guardband size, Ericsson</w:t>
            </w:r>
          </w:p>
          <w:p w14:paraId="2ECC80DE" w14:textId="77777777" w:rsidR="00DC7196" w:rsidRPr="001C0CC4" w:rsidRDefault="00DC7196" w:rsidP="00DC7196">
            <w:pPr>
              <w:pStyle w:val="TAL"/>
              <w:keepNext w:val="0"/>
              <w:rPr>
                <w:sz w:val="16"/>
                <w:szCs w:val="16"/>
              </w:rPr>
            </w:pPr>
            <w:r w:rsidRPr="001C0CC4">
              <w:rPr>
                <w:sz w:val="16"/>
                <w:szCs w:val="16"/>
              </w:rPr>
              <w:t>R4-1802978, Draft CR to TS 38.101-1: Corrections on channel raster in Section 5.4.2.3, Intel Corporation</w:t>
            </w:r>
          </w:p>
          <w:p w14:paraId="7678823D" w14:textId="77777777" w:rsidR="00DC7196" w:rsidRPr="001C0CC4" w:rsidRDefault="00DC7196" w:rsidP="00DC7196">
            <w:pPr>
              <w:pStyle w:val="TAL"/>
              <w:keepNext w:val="0"/>
              <w:rPr>
                <w:sz w:val="16"/>
                <w:szCs w:val="16"/>
              </w:rPr>
            </w:pPr>
            <w:r w:rsidRPr="001C0CC4">
              <w:rPr>
                <w:sz w:val="16"/>
                <w:szCs w:val="16"/>
              </w:rPr>
              <w:t>R4-1803064, Draft CR for 38.101-1: Correction of errors, Sprint Corporation</w:t>
            </w:r>
          </w:p>
          <w:p w14:paraId="082943D7" w14:textId="77777777" w:rsidR="00DC7196" w:rsidRPr="001C0CC4" w:rsidRDefault="00DC7196" w:rsidP="00DC7196">
            <w:pPr>
              <w:pStyle w:val="TAL"/>
              <w:keepNext w:val="0"/>
              <w:rPr>
                <w:sz w:val="16"/>
                <w:szCs w:val="16"/>
              </w:rPr>
            </w:pPr>
            <w:r w:rsidRPr="001C0CC4">
              <w:rPr>
                <w:sz w:val="16"/>
                <w:szCs w:val="16"/>
              </w:rPr>
              <w:t>R4-1803065, Draft CR for 38.101-1 Introduction of n41requirements, Sprint Corporation</w:t>
            </w:r>
          </w:p>
          <w:p w14:paraId="321C5551" w14:textId="77777777" w:rsidR="00DC7196" w:rsidRPr="001C0CC4" w:rsidRDefault="00DC7196" w:rsidP="00DC7196">
            <w:pPr>
              <w:pStyle w:val="TAL"/>
              <w:keepNext w:val="0"/>
              <w:rPr>
                <w:sz w:val="16"/>
                <w:szCs w:val="16"/>
              </w:rPr>
            </w:pPr>
            <w:r w:rsidRPr="001C0CC4">
              <w:rPr>
                <w:sz w:val="16"/>
                <w:szCs w:val="16"/>
              </w:rPr>
              <w:t>R4-1803242, Draft CR to 38.101-1: Corrections to n66, Dish Network</w:t>
            </w:r>
          </w:p>
          <w:p w14:paraId="0401BF79" w14:textId="77777777" w:rsidR="00DC7196" w:rsidRPr="001C0CC4" w:rsidRDefault="00DC7196" w:rsidP="00DC7196">
            <w:pPr>
              <w:pStyle w:val="TAL"/>
              <w:keepNext w:val="0"/>
              <w:rPr>
                <w:sz w:val="16"/>
                <w:szCs w:val="16"/>
              </w:rPr>
            </w:pPr>
            <w:r w:rsidRPr="001C0CC4">
              <w:rPr>
                <w:sz w:val="16"/>
                <w:szCs w:val="16"/>
              </w:rPr>
              <w:t>R4-1803285, Draft CR to 38.101-1: Correction to CH BWs without symmetric uplink</w:t>
            </w:r>
            <w:r w:rsidRPr="001C0CC4">
              <w:rPr>
                <w:sz w:val="16"/>
                <w:szCs w:val="16"/>
              </w:rPr>
              <w:tab/>
              <w:t>Dish Network, Skyworks Solutions Inc.</w:t>
            </w:r>
          </w:p>
          <w:p w14:paraId="521B3D87" w14:textId="77777777" w:rsidR="00DC7196" w:rsidRPr="001C0CC4" w:rsidRDefault="00DC7196" w:rsidP="00DC7196">
            <w:pPr>
              <w:pStyle w:val="TAL"/>
              <w:keepNext w:val="0"/>
              <w:rPr>
                <w:sz w:val="16"/>
                <w:szCs w:val="16"/>
              </w:rPr>
            </w:pPr>
            <w:r w:rsidRPr="001C0CC4">
              <w:rPr>
                <w:sz w:val="16"/>
                <w:szCs w:val="16"/>
              </w:rPr>
              <w:t>R4-1803436, Introduction of UL subcarrier alignment for additional bands, AT&amp;T</w:t>
            </w:r>
          </w:p>
          <w:p w14:paraId="7A144333" w14:textId="77777777" w:rsidR="00DC7196" w:rsidRPr="001C0CC4" w:rsidRDefault="00DC7196" w:rsidP="00DC7196">
            <w:pPr>
              <w:pStyle w:val="TAL"/>
              <w:keepNext w:val="0"/>
              <w:rPr>
                <w:sz w:val="16"/>
                <w:szCs w:val="16"/>
              </w:rPr>
            </w:pPr>
            <w:r w:rsidRPr="001C0CC4">
              <w:rPr>
                <w:sz w:val="16"/>
                <w:szCs w:val="16"/>
              </w:rPr>
              <w:t>R4-1803456, Draft CR for 38.101-1: Spurious Emissions for UE Coexistence, Sprint Corporation</w:t>
            </w:r>
          </w:p>
          <w:p w14:paraId="7662EF97" w14:textId="77777777" w:rsidR="00DC7196" w:rsidRPr="001C0CC4" w:rsidRDefault="00DC7196" w:rsidP="00DC7196">
            <w:pPr>
              <w:pStyle w:val="TAL"/>
              <w:keepNext w:val="0"/>
              <w:rPr>
                <w:sz w:val="16"/>
                <w:szCs w:val="16"/>
              </w:rPr>
            </w:pPr>
            <w:r w:rsidRPr="001C0CC4">
              <w:rPr>
                <w:sz w:val="16"/>
                <w:szCs w:val="16"/>
              </w:rPr>
              <w:t>R4-1803461, CR on configured transmitted power for TS 38.101-1, Huawei</w:t>
            </w:r>
          </w:p>
          <w:p w14:paraId="4C8E5BA1" w14:textId="77777777" w:rsidR="00DC7196" w:rsidRPr="001C0CC4" w:rsidRDefault="00DC7196" w:rsidP="00DC7196">
            <w:pPr>
              <w:pStyle w:val="TAL"/>
              <w:keepNext w:val="0"/>
              <w:rPr>
                <w:sz w:val="16"/>
                <w:szCs w:val="16"/>
              </w:rPr>
            </w:pPr>
            <w:r w:rsidRPr="001C0CC4">
              <w:rPr>
                <w:sz w:val="16"/>
                <w:szCs w:val="16"/>
              </w:rPr>
              <w:t>R4-1803452, draft CR for introduction of completed band combinations from 37.865-01-01 into 38.101-1, Ericsson</w:t>
            </w:r>
          </w:p>
          <w:p w14:paraId="0C5E1F5C" w14:textId="77777777" w:rsidR="00DC7196" w:rsidRPr="001C0CC4" w:rsidRDefault="00DC7196" w:rsidP="00DC7196">
            <w:pPr>
              <w:pStyle w:val="TAL"/>
              <w:keepNext w:val="0"/>
              <w:rPr>
                <w:sz w:val="16"/>
                <w:szCs w:val="16"/>
              </w:rPr>
            </w:pPr>
            <w:r w:rsidRPr="001C0CC4">
              <w:rPr>
                <w:sz w:val="16"/>
                <w:szCs w:val="16"/>
              </w:rPr>
              <w:t>R4-1803567, Draft CR for TS 38.101-1: Sync raster offset in re-farming bands (5.4.3), Ericsson</w:t>
            </w:r>
          </w:p>
          <w:p w14:paraId="11E5C72B" w14:textId="77777777" w:rsidR="00DC7196" w:rsidRPr="001C0CC4" w:rsidRDefault="00DC7196" w:rsidP="00DC7196">
            <w:pPr>
              <w:pStyle w:val="TAL"/>
              <w:keepNext w:val="0"/>
              <w:rPr>
                <w:sz w:val="16"/>
                <w:szCs w:val="16"/>
              </w:rPr>
            </w:pPr>
            <w:r w:rsidRPr="001C0CC4">
              <w:rPr>
                <w:sz w:val="16"/>
                <w:szCs w:val="16"/>
              </w:rPr>
              <w:t>R4-1803365, CR to introduce MPR for PC2 and PC3 and A-MPR for UTRA protection, Nokia</w:t>
            </w:r>
          </w:p>
        </w:tc>
        <w:tc>
          <w:tcPr>
            <w:tcW w:w="708" w:type="dxa"/>
            <w:shd w:val="solid" w:color="FFFFFF" w:fill="auto"/>
          </w:tcPr>
          <w:p w14:paraId="37167FAF" w14:textId="77777777" w:rsidR="00DC7196" w:rsidRPr="001C0CC4" w:rsidRDefault="00DC7196" w:rsidP="00DC7196">
            <w:pPr>
              <w:pStyle w:val="TAC"/>
              <w:keepNext w:val="0"/>
              <w:rPr>
                <w:sz w:val="16"/>
                <w:szCs w:val="16"/>
              </w:rPr>
            </w:pPr>
            <w:r w:rsidRPr="001C0CC4">
              <w:rPr>
                <w:sz w:val="16"/>
                <w:szCs w:val="16"/>
              </w:rPr>
              <w:t>15.1.0</w:t>
            </w:r>
          </w:p>
        </w:tc>
      </w:tr>
      <w:tr w:rsidR="00DC7196" w:rsidRPr="001C0CC4" w14:paraId="06469A67" w14:textId="77777777" w:rsidTr="00DC7196">
        <w:trPr>
          <w:jc w:val="center"/>
        </w:trPr>
        <w:tc>
          <w:tcPr>
            <w:tcW w:w="800" w:type="dxa"/>
            <w:shd w:val="solid" w:color="FFFFFF" w:fill="auto"/>
          </w:tcPr>
          <w:p w14:paraId="60120EC2" w14:textId="77777777" w:rsidR="00DC7196" w:rsidRPr="001C0CC4" w:rsidRDefault="00DC7196" w:rsidP="00DC7196">
            <w:pPr>
              <w:pStyle w:val="TAC"/>
              <w:keepNext w:val="0"/>
              <w:rPr>
                <w:sz w:val="16"/>
                <w:szCs w:val="16"/>
              </w:rPr>
            </w:pPr>
            <w:r w:rsidRPr="001C0CC4">
              <w:rPr>
                <w:sz w:val="16"/>
                <w:szCs w:val="16"/>
              </w:rPr>
              <w:t>2018-06</w:t>
            </w:r>
          </w:p>
        </w:tc>
        <w:tc>
          <w:tcPr>
            <w:tcW w:w="800" w:type="dxa"/>
            <w:shd w:val="solid" w:color="FFFFFF" w:fill="auto"/>
          </w:tcPr>
          <w:p w14:paraId="2FCD1E57" w14:textId="77777777" w:rsidR="00DC7196" w:rsidRPr="001C0CC4" w:rsidRDefault="00DC7196" w:rsidP="00DC7196">
            <w:pPr>
              <w:pStyle w:val="TAC"/>
              <w:keepNext w:val="0"/>
              <w:rPr>
                <w:sz w:val="16"/>
                <w:szCs w:val="16"/>
              </w:rPr>
            </w:pPr>
            <w:r w:rsidRPr="001C0CC4">
              <w:rPr>
                <w:sz w:val="16"/>
                <w:szCs w:val="16"/>
              </w:rPr>
              <w:t>RAN#80</w:t>
            </w:r>
          </w:p>
        </w:tc>
        <w:tc>
          <w:tcPr>
            <w:tcW w:w="944" w:type="dxa"/>
            <w:shd w:val="solid" w:color="FFFFFF" w:fill="auto"/>
          </w:tcPr>
          <w:p w14:paraId="6B11BEBA" w14:textId="77777777" w:rsidR="00DC7196" w:rsidRPr="001C0CC4" w:rsidRDefault="00DC7196" w:rsidP="00DC7196">
            <w:pPr>
              <w:pStyle w:val="TAL"/>
              <w:keepNext w:val="0"/>
              <w:rPr>
                <w:sz w:val="16"/>
                <w:szCs w:val="16"/>
              </w:rPr>
            </w:pPr>
            <w:r w:rsidRPr="001C0CC4">
              <w:rPr>
                <w:sz w:val="16"/>
                <w:szCs w:val="16"/>
              </w:rPr>
              <w:t>RP-181262</w:t>
            </w:r>
          </w:p>
        </w:tc>
        <w:tc>
          <w:tcPr>
            <w:tcW w:w="575" w:type="dxa"/>
            <w:shd w:val="solid" w:color="FFFFFF" w:fill="auto"/>
          </w:tcPr>
          <w:p w14:paraId="22CEDE95" w14:textId="77777777" w:rsidR="00DC7196" w:rsidRPr="001C0CC4" w:rsidRDefault="00DC7196" w:rsidP="00DC7196">
            <w:pPr>
              <w:pStyle w:val="TAL"/>
              <w:keepNext w:val="0"/>
              <w:rPr>
                <w:sz w:val="16"/>
                <w:szCs w:val="16"/>
              </w:rPr>
            </w:pPr>
            <w:r w:rsidRPr="001C0CC4">
              <w:rPr>
                <w:sz w:val="16"/>
                <w:szCs w:val="16"/>
              </w:rPr>
              <w:t>0011</w:t>
            </w:r>
          </w:p>
        </w:tc>
        <w:tc>
          <w:tcPr>
            <w:tcW w:w="425" w:type="dxa"/>
            <w:shd w:val="solid" w:color="FFFFFF" w:fill="auto"/>
          </w:tcPr>
          <w:p w14:paraId="753DBB17" w14:textId="77777777" w:rsidR="00DC7196" w:rsidRPr="001C0CC4" w:rsidRDefault="00DC7196" w:rsidP="00DC7196">
            <w:pPr>
              <w:pStyle w:val="TAR"/>
              <w:keepNext w:val="0"/>
              <w:rPr>
                <w:sz w:val="16"/>
                <w:szCs w:val="16"/>
              </w:rPr>
            </w:pPr>
          </w:p>
        </w:tc>
        <w:tc>
          <w:tcPr>
            <w:tcW w:w="425" w:type="dxa"/>
            <w:shd w:val="solid" w:color="FFFFFF" w:fill="auto"/>
          </w:tcPr>
          <w:p w14:paraId="5C3F4DB3"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0394BF0C" w14:textId="77777777" w:rsidR="00DC7196" w:rsidRPr="001C0CC4" w:rsidRDefault="00DC7196" w:rsidP="00DC7196">
            <w:pPr>
              <w:pStyle w:val="TAL"/>
              <w:keepNext w:val="0"/>
              <w:rPr>
                <w:noProof/>
                <w:sz w:val="16"/>
                <w:szCs w:val="16"/>
              </w:rPr>
            </w:pPr>
            <w:r w:rsidRPr="001C0CC4">
              <w:rPr>
                <w:noProof/>
                <w:sz w:val="16"/>
                <w:szCs w:val="16"/>
              </w:rPr>
              <w:t>CR to TS 38.101-1: Implementation of endorsed draft CRs from RAN4 #86bis and RAN4 #87</w:t>
            </w:r>
          </w:p>
          <w:p w14:paraId="7C71DBDD" w14:textId="77777777" w:rsidR="00DC7196" w:rsidRPr="001C0CC4" w:rsidRDefault="00DC7196" w:rsidP="00DC7196">
            <w:pPr>
              <w:pStyle w:val="TAL"/>
              <w:keepNext w:val="0"/>
              <w:rPr>
                <w:noProof/>
                <w:sz w:val="16"/>
                <w:szCs w:val="16"/>
              </w:rPr>
            </w:pPr>
          </w:p>
          <w:p w14:paraId="370CA971" w14:textId="77777777" w:rsidR="00DC7196" w:rsidRPr="001C0CC4" w:rsidRDefault="00DC7196" w:rsidP="00DC7196">
            <w:pPr>
              <w:pStyle w:val="TAL"/>
              <w:keepNext w:val="0"/>
              <w:rPr>
                <w:noProof/>
                <w:sz w:val="16"/>
                <w:szCs w:val="16"/>
              </w:rPr>
            </w:pPr>
            <w:r w:rsidRPr="001C0CC4">
              <w:rPr>
                <w:noProof/>
                <w:sz w:val="16"/>
                <w:szCs w:val="16"/>
              </w:rPr>
              <w:t>R4-1803900, Draft CR into TS 38.101-1 Introduction of band combinations for SUL, Huawei</w:t>
            </w:r>
          </w:p>
          <w:p w14:paraId="7BCD2D23" w14:textId="77777777" w:rsidR="00DC7196" w:rsidRPr="001C0CC4" w:rsidRDefault="00DC7196" w:rsidP="00DC7196">
            <w:pPr>
              <w:pStyle w:val="TAL"/>
              <w:keepNext w:val="0"/>
              <w:rPr>
                <w:noProof/>
                <w:sz w:val="16"/>
                <w:szCs w:val="16"/>
              </w:rPr>
            </w:pPr>
            <w:r w:rsidRPr="001C0CC4">
              <w:rPr>
                <w:noProof/>
                <w:sz w:val="16"/>
                <w:szCs w:val="16"/>
              </w:rPr>
              <w:t>R4-1804021</w:t>
            </w:r>
            <w:r w:rsidRPr="001C0CC4">
              <w:rPr>
                <w:noProof/>
                <w:sz w:val="16"/>
                <w:szCs w:val="16"/>
              </w:rPr>
              <w:tab/>
              <w:t>CR for clarifications for NR FR1 CA BW Classes</w:t>
            </w:r>
            <w:r w:rsidRPr="001C0CC4">
              <w:rPr>
                <w:noProof/>
                <w:sz w:val="16"/>
                <w:szCs w:val="16"/>
              </w:rPr>
              <w:tab/>
              <w:t>Nokia, Nokia Shanghai Bell</w:t>
            </w:r>
          </w:p>
          <w:p w14:paraId="094996CC" w14:textId="77777777" w:rsidR="00DC7196" w:rsidRPr="001C0CC4" w:rsidRDefault="00DC7196" w:rsidP="00DC7196">
            <w:pPr>
              <w:pStyle w:val="TAL"/>
              <w:keepNext w:val="0"/>
              <w:rPr>
                <w:noProof/>
                <w:sz w:val="16"/>
                <w:szCs w:val="16"/>
              </w:rPr>
            </w:pPr>
            <w:r w:rsidRPr="001C0CC4">
              <w:rPr>
                <w:noProof/>
                <w:sz w:val="16"/>
                <w:szCs w:val="16"/>
              </w:rPr>
              <w:t>R4-1804140</w:t>
            </w:r>
            <w:r w:rsidRPr="001C0CC4">
              <w:rPr>
                <w:noProof/>
                <w:sz w:val="16"/>
                <w:szCs w:val="16"/>
              </w:rPr>
              <w:tab/>
              <w:t>CR for Narrow Band Blocking requirement for FR1</w:t>
            </w:r>
            <w:r w:rsidRPr="001C0CC4">
              <w:rPr>
                <w:noProof/>
                <w:sz w:val="16"/>
                <w:szCs w:val="16"/>
              </w:rPr>
              <w:tab/>
              <w:t>Intel Corporation</w:t>
            </w:r>
          </w:p>
          <w:p w14:paraId="672AC5FB" w14:textId="77777777" w:rsidR="00DC7196" w:rsidRPr="001C0CC4" w:rsidRDefault="00DC7196" w:rsidP="00DC7196">
            <w:pPr>
              <w:pStyle w:val="TAL"/>
              <w:keepNext w:val="0"/>
              <w:rPr>
                <w:noProof/>
                <w:sz w:val="16"/>
                <w:szCs w:val="16"/>
              </w:rPr>
            </w:pPr>
            <w:r w:rsidRPr="001C0CC4">
              <w:rPr>
                <w:noProof/>
                <w:sz w:val="16"/>
                <w:szCs w:val="16"/>
              </w:rPr>
              <w:t>R4-1804219</w:t>
            </w:r>
            <w:r w:rsidRPr="001C0CC4">
              <w:rPr>
                <w:noProof/>
                <w:sz w:val="16"/>
                <w:szCs w:val="16"/>
              </w:rPr>
              <w:tab/>
              <w:t>Draft CR for 38.101-1: n41 SEM and additional spurious emissions</w:t>
            </w:r>
            <w:r w:rsidRPr="001C0CC4">
              <w:rPr>
                <w:noProof/>
                <w:sz w:val="16"/>
                <w:szCs w:val="16"/>
              </w:rPr>
              <w:tab/>
              <w:t>SPRINT Corporation</w:t>
            </w:r>
          </w:p>
          <w:p w14:paraId="6EFA1F06" w14:textId="77777777" w:rsidR="00DC7196" w:rsidRPr="001C0CC4" w:rsidRDefault="00DC7196" w:rsidP="00DC7196">
            <w:pPr>
              <w:pStyle w:val="TAL"/>
              <w:keepNext w:val="0"/>
              <w:rPr>
                <w:noProof/>
                <w:sz w:val="16"/>
                <w:szCs w:val="16"/>
              </w:rPr>
            </w:pPr>
            <w:r w:rsidRPr="001C0CC4">
              <w:rPr>
                <w:noProof/>
                <w:sz w:val="16"/>
                <w:szCs w:val="16"/>
              </w:rPr>
              <w:t>R4-1804266</w:t>
            </w:r>
            <w:r w:rsidRPr="001C0CC4">
              <w:rPr>
                <w:noProof/>
                <w:sz w:val="16"/>
                <w:szCs w:val="16"/>
              </w:rPr>
              <w:tab/>
              <w:t>Draft CR to 38.101-1 MPR channel bandwidth criteria</w:t>
            </w:r>
            <w:r w:rsidRPr="001C0CC4">
              <w:rPr>
                <w:noProof/>
                <w:sz w:val="16"/>
                <w:szCs w:val="16"/>
              </w:rPr>
              <w:tab/>
              <w:t>Skyworks Solutions Inc.</w:t>
            </w:r>
          </w:p>
          <w:p w14:paraId="0C851827" w14:textId="77777777" w:rsidR="00DC7196" w:rsidRPr="001C0CC4" w:rsidRDefault="00DC7196" w:rsidP="00DC7196">
            <w:pPr>
              <w:pStyle w:val="TAL"/>
              <w:keepNext w:val="0"/>
              <w:rPr>
                <w:noProof/>
                <w:sz w:val="16"/>
                <w:szCs w:val="16"/>
              </w:rPr>
            </w:pPr>
            <w:r w:rsidRPr="001C0CC4">
              <w:rPr>
                <w:noProof/>
                <w:sz w:val="16"/>
                <w:szCs w:val="16"/>
              </w:rPr>
              <w:t>R4-1804267</w:t>
            </w:r>
            <w:r w:rsidRPr="001C0CC4">
              <w:rPr>
                <w:noProof/>
                <w:sz w:val="16"/>
                <w:szCs w:val="16"/>
              </w:rPr>
              <w:tab/>
              <w:t>Draft CR to 38.101-1 n3,n5,n8 REFSENS levels</w:t>
            </w:r>
            <w:r w:rsidRPr="001C0CC4">
              <w:rPr>
                <w:noProof/>
                <w:sz w:val="16"/>
                <w:szCs w:val="16"/>
              </w:rPr>
              <w:tab/>
              <w:t>Skyworks Solutions Inc.</w:t>
            </w:r>
          </w:p>
          <w:p w14:paraId="68FC4417" w14:textId="77777777" w:rsidR="00DC7196" w:rsidRPr="001C0CC4" w:rsidRDefault="00DC7196" w:rsidP="00DC7196">
            <w:pPr>
              <w:pStyle w:val="TAL"/>
              <w:keepNext w:val="0"/>
              <w:rPr>
                <w:noProof/>
                <w:sz w:val="16"/>
                <w:szCs w:val="16"/>
              </w:rPr>
            </w:pPr>
            <w:r w:rsidRPr="001C0CC4">
              <w:rPr>
                <w:noProof/>
                <w:sz w:val="16"/>
                <w:szCs w:val="16"/>
              </w:rPr>
              <w:t>R4-1804268</w:t>
            </w:r>
            <w:r w:rsidRPr="001C0CC4">
              <w:rPr>
                <w:noProof/>
                <w:sz w:val="16"/>
                <w:szCs w:val="16"/>
              </w:rPr>
              <w:tab/>
              <w:t>Draft CR to 38.101-1: Corrrection to n41 uplink configuration for reference sensitivity</w:t>
            </w:r>
            <w:r w:rsidRPr="001C0CC4">
              <w:rPr>
                <w:noProof/>
                <w:sz w:val="16"/>
                <w:szCs w:val="16"/>
              </w:rPr>
              <w:tab/>
              <w:t>Skyworks Solutions Inc.</w:t>
            </w:r>
          </w:p>
          <w:p w14:paraId="30CD21D7" w14:textId="77777777" w:rsidR="00DC7196" w:rsidRPr="001C0CC4" w:rsidRDefault="00DC7196" w:rsidP="00DC7196">
            <w:pPr>
              <w:pStyle w:val="TAL"/>
              <w:keepNext w:val="0"/>
              <w:rPr>
                <w:noProof/>
                <w:sz w:val="16"/>
                <w:szCs w:val="16"/>
              </w:rPr>
            </w:pPr>
            <w:r w:rsidRPr="001C0CC4">
              <w:rPr>
                <w:noProof/>
                <w:sz w:val="16"/>
                <w:szCs w:val="16"/>
              </w:rPr>
              <w:t>R4-1804370</w:t>
            </w:r>
            <w:r w:rsidRPr="001C0CC4">
              <w:rPr>
                <w:noProof/>
                <w:sz w:val="16"/>
                <w:szCs w:val="16"/>
              </w:rPr>
              <w:tab/>
              <w:t>Draft CR to add missing NR inter-band DL CA in FR1 for TS 38.101-1</w:t>
            </w:r>
            <w:r w:rsidRPr="001C0CC4">
              <w:rPr>
                <w:noProof/>
                <w:sz w:val="16"/>
                <w:szCs w:val="16"/>
              </w:rPr>
              <w:tab/>
              <w:t>NTT DOCOMO, INC.</w:t>
            </w:r>
          </w:p>
          <w:p w14:paraId="4897F5C5" w14:textId="77777777" w:rsidR="00DC7196" w:rsidRPr="001C0CC4" w:rsidRDefault="00DC7196" w:rsidP="00DC7196">
            <w:pPr>
              <w:pStyle w:val="TAL"/>
              <w:keepNext w:val="0"/>
              <w:rPr>
                <w:noProof/>
                <w:sz w:val="16"/>
                <w:szCs w:val="16"/>
              </w:rPr>
            </w:pPr>
            <w:r w:rsidRPr="001C0CC4">
              <w:rPr>
                <w:noProof/>
                <w:sz w:val="16"/>
                <w:szCs w:val="16"/>
              </w:rPr>
              <w:t>R4-1804581</w:t>
            </w:r>
            <w:r w:rsidRPr="001C0CC4">
              <w:rPr>
                <w:noProof/>
                <w:sz w:val="16"/>
                <w:szCs w:val="16"/>
              </w:rPr>
              <w:tab/>
              <w:t>Draft CR to 38.101-1: On EVM Wording</w:t>
            </w:r>
            <w:r w:rsidRPr="001C0CC4">
              <w:rPr>
                <w:noProof/>
                <w:sz w:val="16"/>
                <w:szCs w:val="16"/>
              </w:rPr>
              <w:tab/>
              <w:t>Qualcomm, Inc.</w:t>
            </w:r>
          </w:p>
          <w:p w14:paraId="08BC570B" w14:textId="77777777" w:rsidR="00DC7196" w:rsidRPr="001C0CC4" w:rsidRDefault="00DC7196" w:rsidP="00DC7196">
            <w:pPr>
              <w:pStyle w:val="TAL"/>
              <w:keepNext w:val="0"/>
              <w:rPr>
                <w:noProof/>
                <w:sz w:val="16"/>
                <w:szCs w:val="16"/>
              </w:rPr>
            </w:pPr>
            <w:r w:rsidRPr="001C0CC4">
              <w:rPr>
                <w:noProof/>
                <w:sz w:val="16"/>
                <w:szCs w:val="16"/>
              </w:rPr>
              <w:t>R4-1804948</w:t>
            </w:r>
            <w:r w:rsidRPr="001C0CC4">
              <w:rPr>
                <w:noProof/>
                <w:sz w:val="16"/>
                <w:szCs w:val="16"/>
              </w:rPr>
              <w:tab/>
              <w:t>Corrections to 5.3.3 in TS 38.101-1</w:t>
            </w:r>
            <w:r w:rsidRPr="001C0CC4">
              <w:rPr>
                <w:noProof/>
                <w:sz w:val="16"/>
                <w:szCs w:val="16"/>
              </w:rPr>
              <w:tab/>
              <w:t>Nokia, Nokia Shanghai Bell</w:t>
            </w:r>
          </w:p>
          <w:p w14:paraId="3C63F79F" w14:textId="77777777" w:rsidR="00DC7196" w:rsidRPr="001C0CC4" w:rsidRDefault="00DC7196" w:rsidP="00DC7196">
            <w:pPr>
              <w:pStyle w:val="TAL"/>
              <w:keepNext w:val="0"/>
              <w:rPr>
                <w:noProof/>
                <w:sz w:val="16"/>
                <w:szCs w:val="16"/>
              </w:rPr>
            </w:pPr>
            <w:r w:rsidRPr="001C0CC4">
              <w:rPr>
                <w:noProof/>
                <w:sz w:val="16"/>
                <w:szCs w:val="16"/>
              </w:rPr>
              <w:t>R4-1804877</w:t>
            </w:r>
            <w:r w:rsidRPr="001C0CC4">
              <w:rPr>
                <w:noProof/>
                <w:sz w:val="16"/>
                <w:szCs w:val="16"/>
              </w:rPr>
              <w:tab/>
              <w:t>draft CR introduction completed band combinations 37.865-01-01 -&gt; 38.101-1</w:t>
            </w:r>
            <w:r w:rsidRPr="001C0CC4">
              <w:rPr>
                <w:noProof/>
                <w:sz w:val="16"/>
                <w:szCs w:val="16"/>
              </w:rPr>
              <w:tab/>
              <w:t>Ericsson</w:t>
            </w:r>
          </w:p>
          <w:p w14:paraId="621F5232" w14:textId="77777777" w:rsidR="00DC7196" w:rsidRPr="001C0CC4" w:rsidRDefault="00DC7196" w:rsidP="00DC7196">
            <w:pPr>
              <w:pStyle w:val="TAL"/>
              <w:keepNext w:val="0"/>
              <w:rPr>
                <w:noProof/>
                <w:sz w:val="16"/>
                <w:szCs w:val="16"/>
              </w:rPr>
            </w:pPr>
            <w:r w:rsidRPr="001C0CC4">
              <w:rPr>
                <w:noProof/>
                <w:sz w:val="16"/>
                <w:szCs w:val="16"/>
              </w:rPr>
              <w:t>R4-1805444</w:t>
            </w:r>
            <w:r w:rsidRPr="001C0CC4">
              <w:rPr>
                <w:noProof/>
                <w:sz w:val="16"/>
                <w:szCs w:val="16"/>
              </w:rPr>
              <w:tab/>
              <w:t>Draft CR to TS 38.101-1: Asymmetric CH BW operation</w:t>
            </w:r>
            <w:r w:rsidRPr="001C0CC4">
              <w:rPr>
                <w:noProof/>
                <w:sz w:val="16"/>
                <w:szCs w:val="16"/>
              </w:rPr>
              <w:tab/>
              <w:t>Dish Network</w:t>
            </w:r>
          </w:p>
          <w:p w14:paraId="66A13449" w14:textId="77777777" w:rsidR="00DC7196" w:rsidRPr="001C0CC4" w:rsidRDefault="00DC7196" w:rsidP="00DC7196">
            <w:pPr>
              <w:pStyle w:val="TAL"/>
              <w:keepNext w:val="0"/>
              <w:rPr>
                <w:noProof/>
                <w:sz w:val="16"/>
                <w:szCs w:val="16"/>
              </w:rPr>
            </w:pPr>
            <w:r w:rsidRPr="001C0CC4">
              <w:rPr>
                <w:noProof/>
                <w:sz w:val="16"/>
                <w:szCs w:val="16"/>
              </w:rPr>
              <w:t>R4-1805447</w:t>
            </w:r>
            <w:r w:rsidRPr="001C0CC4">
              <w:rPr>
                <w:noProof/>
                <w:sz w:val="16"/>
                <w:szCs w:val="16"/>
              </w:rPr>
              <w:tab/>
              <w:t>drfat CR for including SRS antenna switching in configured output power</w:t>
            </w:r>
            <w:r w:rsidRPr="001C0CC4">
              <w:rPr>
                <w:noProof/>
                <w:sz w:val="16"/>
                <w:szCs w:val="16"/>
              </w:rPr>
              <w:tab/>
              <w:t>Qualcomm Incorporated</w:t>
            </w:r>
          </w:p>
          <w:p w14:paraId="515FB27B" w14:textId="77777777" w:rsidR="00DC7196" w:rsidRPr="001C0CC4" w:rsidRDefault="00DC7196" w:rsidP="00DC7196">
            <w:pPr>
              <w:pStyle w:val="TAL"/>
              <w:keepNext w:val="0"/>
              <w:rPr>
                <w:noProof/>
                <w:sz w:val="16"/>
                <w:szCs w:val="16"/>
              </w:rPr>
            </w:pPr>
            <w:r w:rsidRPr="001C0CC4">
              <w:rPr>
                <w:noProof/>
                <w:sz w:val="16"/>
                <w:szCs w:val="16"/>
              </w:rPr>
              <w:t>R4-1805462</w:t>
            </w:r>
            <w:r w:rsidRPr="001C0CC4">
              <w:rPr>
                <w:noProof/>
                <w:sz w:val="16"/>
                <w:szCs w:val="16"/>
              </w:rPr>
              <w:tab/>
              <w:t>Editorial corrections to UE RF requirements in 38.101-1</w:t>
            </w:r>
            <w:r w:rsidRPr="001C0CC4">
              <w:rPr>
                <w:noProof/>
                <w:sz w:val="16"/>
                <w:szCs w:val="16"/>
              </w:rPr>
              <w:tab/>
              <w:t>Qualcomm Incorporated</w:t>
            </w:r>
          </w:p>
          <w:p w14:paraId="5F4EE9FB" w14:textId="77777777" w:rsidR="00DC7196" w:rsidRPr="001C0CC4" w:rsidRDefault="00DC7196" w:rsidP="00DC7196">
            <w:pPr>
              <w:pStyle w:val="TAL"/>
              <w:keepNext w:val="0"/>
              <w:rPr>
                <w:noProof/>
                <w:sz w:val="16"/>
                <w:szCs w:val="16"/>
              </w:rPr>
            </w:pPr>
            <w:r w:rsidRPr="001C0CC4">
              <w:rPr>
                <w:noProof/>
                <w:sz w:val="16"/>
                <w:szCs w:val="16"/>
              </w:rPr>
              <w:t>R4-1805659</w:t>
            </w:r>
            <w:r w:rsidRPr="001C0CC4">
              <w:rPr>
                <w:noProof/>
                <w:sz w:val="16"/>
                <w:szCs w:val="16"/>
              </w:rPr>
              <w:tab/>
              <w:t>Draft CR for CBW for n50 for 38.101-1</w:t>
            </w:r>
            <w:r w:rsidRPr="001C0CC4">
              <w:rPr>
                <w:noProof/>
                <w:sz w:val="16"/>
                <w:szCs w:val="16"/>
              </w:rPr>
              <w:tab/>
              <w:t>Huawei</w:t>
            </w:r>
          </w:p>
          <w:p w14:paraId="71731F18" w14:textId="77777777" w:rsidR="00DC7196" w:rsidRPr="001C0CC4" w:rsidRDefault="00DC7196" w:rsidP="00DC7196">
            <w:pPr>
              <w:pStyle w:val="TAL"/>
              <w:keepNext w:val="0"/>
              <w:rPr>
                <w:noProof/>
                <w:sz w:val="16"/>
                <w:szCs w:val="16"/>
              </w:rPr>
            </w:pPr>
            <w:r w:rsidRPr="001C0CC4">
              <w:rPr>
                <w:noProof/>
                <w:sz w:val="16"/>
                <w:szCs w:val="16"/>
              </w:rPr>
              <w:t>R4-1805664</w:t>
            </w:r>
            <w:r w:rsidRPr="001C0CC4">
              <w:rPr>
                <w:noProof/>
                <w:sz w:val="16"/>
                <w:szCs w:val="16"/>
              </w:rPr>
              <w:tab/>
              <w:t>Draft CR to 38.101-1: Addition of Annex F</w:t>
            </w:r>
            <w:r w:rsidRPr="001C0CC4">
              <w:rPr>
                <w:noProof/>
                <w:sz w:val="16"/>
                <w:szCs w:val="16"/>
              </w:rPr>
              <w:tab/>
              <w:t>Rohde &amp; Schwarz</w:t>
            </w:r>
          </w:p>
          <w:p w14:paraId="687CBE8C" w14:textId="77777777" w:rsidR="00DC7196" w:rsidRPr="001C0CC4" w:rsidRDefault="00DC7196" w:rsidP="00DC7196">
            <w:pPr>
              <w:pStyle w:val="TAL"/>
              <w:keepNext w:val="0"/>
              <w:rPr>
                <w:noProof/>
                <w:sz w:val="16"/>
                <w:szCs w:val="16"/>
              </w:rPr>
            </w:pPr>
            <w:r w:rsidRPr="001C0CC4">
              <w:rPr>
                <w:noProof/>
                <w:sz w:val="16"/>
                <w:szCs w:val="16"/>
              </w:rPr>
              <w:t>R4-1805665</w:t>
            </w:r>
            <w:r w:rsidRPr="001C0CC4">
              <w:rPr>
                <w:noProof/>
                <w:sz w:val="16"/>
                <w:szCs w:val="16"/>
              </w:rPr>
              <w:tab/>
              <w:t>Correction to inner and outer definitions for MPR</w:t>
            </w:r>
            <w:r w:rsidRPr="001C0CC4">
              <w:rPr>
                <w:noProof/>
                <w:sz w:val="16"/>
                <w:szCs w:val="16"/>
              </w:rPr>
              <w:tab/>
              <w:t>Qualcomm Incorporated</w:t>
            </w:r>
          </w:p>
          <w:p w14:paraId="14A6F12E" w14:textId="77777777" w:rsidR="00DC7196" w:rsidRPr="001C0CC4" w:rsidRDefault="00DC7196" w:rsidP="00DC7196">
            <w:pPr>
              <w:pStyle w:val="TAL"/>
              <w:keepNext w:val="0"/>
              <w:rPr>
                <w:noProof/>
                <w:sz w:val="16"/>
                <w:szCs w:val="16"/>
              </w:rPr>
            </w:pPr>
            <w:r w:rsidRPr="001C0CC4">
              <w:rPr>
                <w:noProof/>
                <w:sz w:val="16"/>
                <w:szCs w:val="16"/>
              </w:rPr>
              <w:t>R4-1805684</w:t>
            </w:r>
            <w:r w:rsidRPr="001C0CC4">
              <w:rPr>
                <w:noProof/>
                <w:sz w:val="16"/>
                <w:szCs w:val="16"/>
              </w:rPr>
              <w:tab/>
              <w:t>Draft CR to TS38.101-1: Channel Raster to Resource Element Mapping (Section 5.4.2.2) and RB alignment with different numerologies (Section 5.3.4)</w:t>
            </w:r>
            <w:r w:rsidRPr="001C0CC4">
              <w:rPr>
                <w:noProof/>
                <w:sz w:val="16"/>
                <w:szCs w:val="16"/>
              </w:rPr>
              <w:tab/>
              <w:t>ZTE Corporation</w:t>
            </w:r>
          </w:p>
          <w:p w14:paraId="637F2FE6" w14:textId="77777777" w:rsidR="00DC7196" w:rsidRPr="001C0CC4" w:rsidRDefault="00DC7196" w:rsidP="00DC7196">
            <w:pPr>
              <w:pStyle w:val="TAL"/>
              <w:keepNext w:val="0"/>
              <w:rPr>
                <w:noProof/>
                <w:sz w:val="16"/>
                <w:szCs w:val="16"/>
              </w:rPr>
            </w:pPr>
            <w:r w:rsidRPr="001C0CC4">
              <w:rPr>
                <w:noProof/>
                <w:sz w:val="16"/>
                <w:szCs w:val="16"/>
              </w:rPr>
              <w:t>R4-1805698</w:t>
            </w:r>
            <w:r w:rsidRPr="001C0CC4">
              <w:rPr>
                <w:noProof/>
                <w:sz w:val="16"/>
                <w:szCs w:val="16"/>
              </w:rPr>
              <w:tab/>
              <w:t>Draft CR for 38.101-1 for Rx(Ch7) of Band n77, n78 and n79 RF requirements</w:t>
            </w:r>
            <w:r w:rsidRPr="001C0CC4">
              <w:rPr>
                <w:noProof/>
                <w:sz w:val="16"/>
                <w:szCs w:val="16"/>
              </w:rPr>
              <w:tab/>
              <w:t>CMCC</w:t>
            </w:r>
          </w:p>
          <w:p w14:paraId="215D819E" w14:textId="77777777" w:rsidR="00DC7196" w:rsidRPr="001C0CC4" w:rsidRDefault="00DC7196" w:rsidP="00DC7196">
            <w:pPr>
              <w:pStyle w:val="TAL"/>
              <w:keepNext w:val="0"/>
              <w:rPr>
                <w:noProof/>
                <w:sz w:val="16"/>
                <w:szCs w:val="16"/>
              </w:rPr>
            </w:pPr>
            <w:r w:rsidRPr="001C0CC4">
              <w:rPr>
                <w:noProof/>
                <w:sz w:val="16"/>
                <w:szCs w:val="16"/>
              </w:rPr>
              <w:t>R4-1805699</w:t>
            </w:r>
            <w:r w:rsidRPr="001C0CC4">
              <w:rPr>
                <w:noProof/>
                <w:sz w:val="16"/>
                <w:szCs w:val="16"/>
              </w:rPr>
              <w:tab/>
              <w:t>Draft CR to 38.101-1:introduction of  Tx/Rx requirements for inter-band CA</w:t>
            </w:r>
            <w:r w:rsidRPr="001C0CC4">
              <w:rPr>
                <w:noProof/>
                <w:sz w:val="16"/>
                <w:szCs w:val="16"/>
              </w:rPr>
              <w:tab/>
              <w:t>ZTE Corporation</w:t>
            </w:r>
          </w:p>
          <w:p w14:paraId="1B4255EE" w14:textId="77777777" w:rsidR="00DC7196" w:rsidRPr="001C0CC4" w:rsidRDefault="00DC7196" w:rsidP="00DC7196">
            <w:pPr>
              <w:pStyle w:val="TAL"/>
              <w:keepNext w:val="0"/>
              <w:rPr>
                <w:noProof/>
                <w:sz w:val="16"/>
                <w:szCs w:val="16"/>
              </w:rPr>
            </w:pPr>
            <w:r w:rsidRPr="001C0CC4">
              <w:rPr>
                <w:noProof/>
                <w:sz w:val="16"/>
                <w:szCs w:val="16"/>
              </w:rPr>
              <w:t>R4-1805751</w:t>
            </w:r>
            <w:r w:rsidRPr="001C0CC4">
              <w:rPr>
                <w:noProof/>
                <w:sz w:val="16"/>
                <w:szCs w:val="16"/>
              </w:rPr>
              <w:tab/>
              <w:t>Draft CR on UE-to-UE coexistence requirements to protect band 29 from NR band 71</w:t>
            </w:r>
            <w:r w:rsidRPr="001C0CC4">
              <w:rPr>
                <w:noProof/>
                <w:sz w:val="16"/>
                <w:szCs w:val="16"/>
              </w:rPr>
              <w:tab/>
              <w:t>LG Electronics France</w:t>
            </w:r>
          </w:p>
          <w:p w14:paraId="5AE74288" w14:textId="77777777" w:rsidR="00DC7196" w:rsidRPr="001C0CC4" w:rsidRDefault="00DC7196" w:rsidP="00DC7196">
            <w:pPr>
              <w:pStyle w:val="TAL"/>
              <w:keepNext w:val="0"/>
              <w:rPr>
                <w:noProof/>
                <w:sz w:val="16"/>
                <w:szCs w:val="16"/>
              </w:rPr>
            </w:pPr>
            <w:r w:rsidRPr="001C0CC4">
              <w:rPr>
                <w:noProof/>
                <w:sz w:val="16"/>
                <w:szCs w:val="16"/>
              </w:rPr>
              <w:t>R4-1805783</w:t>
            </w:r>
            <w:r w:rsidRPr="001C0CC4">
              <w:rPr>
                <w:noProof/>
                <w:sz w:val="16"/>
                <w:szCs w:val="16"/>
              </w:rPr>
              <w:tab/>
              <w:t>Draft CR for 38.101-1 for Tx(Ch6) of Band n77, n78 and n79 RF requirements</w:t>
            </w:r>
            <w:r w:rsidRPr="001C0CC4">
              <w:rPr>
                <w:noProof/>
                <w:sz w:val="16"/>
                <w:szCs w:val="16"/>
              </w:rPr>
              <w:tab/>
              <w:t>CMCC</w:t>
            </w:r>
          </w:p>
          <w:p w14:paraId="74F048A6" w14:textId="77777777" w:rsidR="00DC7196" w:rsidRPr="001C0CC4" w:rsidRDefault="00DC7196" w:rsidP="00DC7196">
            <w:pPr>
              <w:pStyle w:val="TAL"/>
              <w:keepNext w:val="0"/>
              <w:rPr>
                <w:noProof/>
                <w:sz w:val="16"/>
                <w:szCs w:val="16"/>
              </w:rPr>
            </w:pPr>
            <w:r w:rsidRPr="001C0CC4">
              <w:rPr>
                <w:noProof/>
                <w:sz w:val="16"/>
                <w:szCs w:val="16"/>
              </w:rPr>
              <w:t>R4-1805902</w:t>
            </w:r>
            <w:r w:rsidRPr="001C0CC4">
              <w:rPr>
                <w:noProof/>
                <w:sz w:val="16"/>
                <w:szCs w:val="16"/>
              </w:rPr>
              <w:tab/>
              <w:t>Draft CR into TS 38.101-1 Correction on SUL_n78-n80</w:t>
            </w:r>
            <w:r w:rsidRPr="001C0CC4">
              <w:rPr>
                <w:noProof/>
                <w:sz w:val="16"/>
                <w:szCs w:val="16"/>
              </w:rPr>
              <w:tab/>
              <w:t>Huawei, HiSilicon</w:t>
            </w:r>
          </w:p>
          <w:p w14:paraId="41200210" w14:textId="77777777" w:rsidR="00DC7196" w:rsidRPr="001C0CC4" w:rsidRDefault="00DC7196" w:rsidP="00DC7196">
            <w:pPr>
              <w:pStyle w:val="TAL"/>
              <w:keepNext w:val="0"/>
              <w:rPr>
                <w:noProof/>
                <w:sz w:val="16"/>
                <w:szCs w:val="16"/>
              </w:rPr>
            </w:pPr>
            <w:r w:rsidRPr="001C0CC4">
              <w:rPr>
                <w:noProof/>
                <w:sz w:val="16"/>
                <w:szCs w:val="16"/>
              </w:rPr>
              <w:t>R4-1805904</w:t>
            </w:r>
            <w:r w:rsidRPr="001C0CC4">
              <w:rPr>
                <w:noProof/>
                <w:sz w:val="16"/>
                <w:szCs w:val="16"/>
              </w:rPr>
              <w:tab/>
              <w:t>Draft CR into TS 38.101-1 Introduction of new band combinations for SUL</w:t>
            </w:r>
            <w:r w:rsidRPr="001C0CC4">
              <w:rPr>
                <w:noProof/>
                <w:sz w:val="16"/>
                <w:szCs w:val="16"/>
              </w:rPr>
              <w:tab/>
              <w:t>Huawei, HiSilicon</w:t>
            </w:r>
          </w:p>
          <w:p w14:paraId="03FC0019" w14:textId="77777777" w:rsidR="00DC7196" w:rsidRPr="001C0CC4" w:rsidRDefault="00DC7196" w:rsidP="00DC7196">
            <w:pPr>
              <w:pStyle w:val="TAL"/>
              <w:keepNext w:val="0"/>
              <w:rPr>
                <w:noProof/>
                <w:sz w:val="16"/>
                <w:szCs w:val="16"/>
              </w:rPr>
            </w:pPr>
            <w:r w:rsidRPr="001C0CC4">
              <w:rPr>
                <w:noProof/>
                <w:sz w:val="16"/>
                <w:szCs w:val="16"/>
              </w:rPr>
              <w:t>R4-1805921</w:t>
            </w:r>
            <w:r w:rsidRPr="001C0CC4">
              <w:rPr>
                <w:noProof/>
                <w:sz w:val="16"/>
                <w:szCs w:val="16"/>
              </w:rPr>
              <w:tab/>
              <w:t>Draft CR on NR UE REFSENS SNR FRC for FR1</w:t>
            </w:r>
            <w:r w:rsidRPr="001C0CC4">
              <w:rPr>
                <w:noProof/>
                <w:sz w:val="16"/>
                <w:szCs w:val="16"/>
              </w:rPr>
              <w:tab/>
              <w:t>Intel Corporation</w:t>
            </w:r>
          </w:p>
          <w:p w14:paraId="759C8237" w14:textId="77777777" w:rsidR="00DC7196" w:rsidRPr="001C0CC4" w:rsidRDefault="00DC7196" w:rsidP="00DC7196">
            <w:pPr>
              <w:pStyle w:val="TAL"/>
              <w:keepNext w:val="0"/>
              <w:rPr>
                <w:noProof/>
                <w:sz w:val="16"/>
                <w:szCs w:val="16"/>
              </w:rPr>
            </w:pPr>
            <w:r w:rsidRPr="001C0CC4">
              <w:rPr>
                <w:noProof/>
                <w:sz w:val="16"/>
                <w:szCs w:val="16"/>
              </w:rPr>
              <w:t>R4-1805981</w:t>
            </w:r>
            <w:r w:rsidRPr="001C0CC4">
              <w:rPr>
                <w:noProof/>
                <w:sz w:val="16"/>
                <w:szCs w:val="16"/>
              </w:rPr>
              <w:tab/>
              <w:t>Draft CR for  TS38.101-1:Sync raster</w:t>
            </w:r>
            <w:r w:rsidRPr="001C0CC4">
              <w:rPr>
                <w:noProof/>
                <w:sz w:val="16"/>
                <w:szCs w:val="16"/>
              </w:rPr>
              <w:tab/>
              <w:t>Samsung</w:t>
            </w:r>
          </w:p>
          <w:p w14:paraId="103C6E98" w14:textId="77777777" w:rsidR="00DC7196" w:rsidRPr="001C0CC4" w:rsidRDefault="00DC7196" w:rsidP="00DC7196">
            <w:pPr>
              <w:pStyle w:val="TAL"/>
              <w:keepNext w:val="0"/>
              <w:rPr>
                <w:noProof/>
                <w:sz w:val="16"/>
                <w:szCs w:val="16"/>
              </w:rPr>
            </w:pPr>
            <w:r w:rsidRPr="001C0CC4">
              <w:rPr>
                <w:noProof/>
                <w:sz w:val="16"/>
                <w:szCs w:val="16"/>
              </w:rPr>
              <w:t>R4-1804548</w:t>
            </w:r>
            <w:r w:rsidRPr="001C0CC4">
              <w:rPr>
                <w:noProof/>
                <w:sz w:val="16"/>
                <w:szCs w:val="16"/>
              </w:rPr>
              <w:tab/>
              <w:t>Draft CR for CA BW class for FR1</w:t>
            </w:r>
            <w:r w:rsidRPr="001C0CC4">
              <w:rPr>
                <w:noProof/>
                <w:sz w:val="16"/>
                <w:szCs w:val="16"/>
              </w:rPr>
              <w:tab/>
              <w:t>NTT DOCOMO, INC.</w:t>
            </w:r>
          </w:p>
          <w:p w14:paraId="796B855F" w14:textId="77777777" w:rsidR="00DC7196" w:rsidRPr="001C0CC4" w:rsidRDefault="00DC7196" w:rsidP="00DC7196">
            <w:pPr>
              <w:pStyle w:val="TAL"/>
              <w:keepNext w:val="0"/>
              <w:rPr>
                <w:noProof/>
                <w:sz w:val="16"/>
                <w:szCs w:val="16"/>
              </w:rPr>
            </w:pPr>
            <w:r w:rsidRPr="001C0CC4">
              <w:rPr>
                <w:noProof/>
                <w:sz w:val="16"/>
                <w:szCs w:val="16"/>
              </w:rPr>
              <w:t>R4-1806170     Draft CR on frequency error for TS 38.101-1 ZTE Corporation</w:t>
            </w:r>
          </w:p>
          <w:p w14:paraId="2CE88AA5" w14:textId="77777777" w:rsidR="00DC7196" w:rsidRPr="001C0CC4" w:rsidRDefault="00DC7196" w:rsidP="00DC7196">
            <w:pPr>
              <w:pStyle w:val="TAL"/>
              <w:keepNext w:val="0"/>
              <w:rPr>
                <w:noProof/>
                <w:sz w:val="16"/>
                <w:szCs w:val="16"/>
              </w:rPr>
            </w:pPr>
            <w:r w:rsidRPr="001C0CC4">
              <w:rPr>
                <w:noProof/>
                <w:sz w:val="16"/>
                <w:szCs w:val="16"/>
              </w:rPr>
              <w:t>R4-1806481     Draft CR for Environmental conditions in TS 38.101-1 Annex NTT DOCOMO, INC.</w:t>
            </w:r>
          </w:p>
          <w:p w14:paraId="701B9C9A" w14:textId="77777777" w:rsidR="00DC7196" w:rsidRPr="001C0CC4" w:rsidRDefault="00DC7196" w:rsidP="00DC7196">
            <w:pPr>
              <w:pStyle w:val="TAL"/>
              <w:keepNext w:val="0"/>
              <w:rPr>
                <w:noProof/>
                <w:sz w:val="16"/>
                <w:szCs w:val="16"/>
              </w:rPr>
            </w:pPr>
            <w:r w:rsidRPr="001C0CC4">
              <w:rPr>
                <w:noProof/>
                <w:sz w:val="16"/>
                <w:szCs w:val="16"/>
              </w:rPr>
              <w:t>R4-1806657     Draft CR to 38.101-1: Measurement BW for min and off power  Skyworks Solutions Inc.</w:t>
            </w:r>
          </w:p>
          <w:p w14:paraId="6E53B6C7" w14:textId="77777777" w:rsidR="00DC7196" w:rsidRPr="001C0CC4" w:rsidRDefault="00DC7196" w:rsidP="00DC7196">
            <w:pPr>
              <w:pStyle w:val="TAL"/>
              <w:keepNext w:val="0"/>
              <w:rPr>
                <w:noProof/>
                <w:sz w:val="16"/>
                <w:szCs w:val="16"/>
              </w:rPr>
            </w:pPr>
            <w:r w:rsidRPr="001C0CC4">
              <w:rPr>
                <w:noProof/>
                <w:sz w:val="16"/>
                <w:szCs w:val="16"/>
              </w:rPr>
              <w:t>R4-1806669     Draft CR to TS38.101-1_introduction of completed band combinations for inter-band 2UL CA  ZTE Corporation</w:t>
            </w:r>
          </w:p>
          <w:p w14:paraId="1C97F3CB" w14:textId="77777777" w:rsidR="00DC7196" w:rsidRPr="001C0CC4" w:rsidRDefault="00DC7196" w:rsidP="00DC7196">
            <w:pPr>
              <w:pStyle w:val="TAL"/>
              <w:keepNext w:val="0"/>
              <w:rPr>
                <w:noProof/>
                <w:sz w:val="16"/>
                <w:szCs w:val="16"/>
              </w:rPr>
            </w:pPr>
            <w:r w:rsidRPr="001C0CC4">
              <w:rPr>
                <w:noProof/>
                <w:sz w:val="16"/>
                <w:szCs w:val="16"/>
              </w:rPr>
              <w:t>R4-1806673     Draft CR to TS38.101-1_Remove brackets from Tx and Rx spurious emission table ZTE Corporation</w:t>
            </w:r>
          </w:p>
          <w:p w14:paraId="0C708432" w14:textId="77777777" w:rsidR="00DC7196" w:rsidRPr="001C0CC4" w:rsidRDefault="00DC7196" w:rsidP="00DC7196">
            <w:pPr>
              <w:pStyle w:val="TAL"/>
              <w:keepNext w:val="0"/>
              <w:rPr>
                <w:noProof/>
                <w:sz w:val="16"/>
                <w:szCs w:val="16"/>
              </w:rPr>
            </w:pPr>
            <w:r w:rsidRPr="001C0CC4">
              <w:rPr>
                <w:noProof/>
                <w:sz w:val="16"/>
                <w:szCs w:val="16"/>
              </w:rPr>
              <w:t>R4-1806677     Draft CR on including CA bandwidth class and band combinations for intra-band CA  LG Electronics France</w:t>
            </w:r>
          </w:p>
          <w:p w14:paraId="538C36A6" w14:textId="77777777" w:rsidR="00DC7196" w:rsidRPr="001C0CC4" w:rsidRDefault="00DC7196" w:rsidP="00DC7196">
            <w:pPr>
              <w:pStyle w:val="TAL"/>
              <w:keepNext w:val="0"/>
              <w:rPr>
                <w:noProof/>
                <w:sz w:val="16"/>
                <w:szCs w:val="16"/>
              </w:rPr>
            </w:pPr>
            <w:r w:rsidRPr="001C0CC4">
              <w:rPr>
                <w:noProof/>
                <w:sz w:val="16"/>
                <w:szCs w:val="16"/>
              </w:rPr>
              <w:t>R4-1806719      Introduction of 7.5 kHz frequency shift for Band n71 Ericsson, T-Mobile</w:t>
            </w:r>
          </w:p>
          <w:p w14:paraId="451958E5" w14:textId="77777777" w:rsidR="00DC7196" w:rsidRPr="001C0CC4" w:rsidRDefault="00DC7196" w:rsidP="00DC7196">
            <w:pPr>
              <w:pStyle w:val="TAL"/>
              <w:keepNext w:val="0"/>
              <w:rPr>
                <w:noProof/>
                <w:sz w:val="16"/>
                <w:szCs w:val="16"/>
              </w:rPr>
            </w:pPr>
            <w:r w:rsidRPr="001C0CC4">
              <w:rPr>
                <w:noProof/>
                <w:sz w:val="16"/>
                <w:szCs w:val="16"/>
              </w:rPr>
              <w:t>R4-1806844      Draft CR for 38.101-1 for Tx(Ch6): missing maximum power requirements for n1 and n8 SoftBank Corp.</w:t>
            </w:r>
          </w:p>
          <w:p w14:paraId="787413D1" w14:textId="77777777" w:rsidR="00DC7196" w:rsidRPr="001C0CC4" w:rsidRDefault="00DC7196" w:rsidP="00DC7196">
            <w:pPr>
              <w:pStyle w:val="TAL"/>
              <w:keepNext w:val="0"/>
              <w:rPr>
                <w:noProof/>
                <w:sz w:val="16"/>
                <w:szCs w:val="16"/>
              </w:rPr>
            </w:pPr>
            <w:r w:rsidRPr="001C0CC4">
              <w:rPr>
                <w:noProof/>
                <w:sz w:val="16"/>
                <w:szCs w:val="16"/>
              </w:rPr>
              <w:t>R4-1806945      Draft CR for TS 38.101-1: Channel raster and NR-ARFCN clarification (5.4.2) Ericsson</w:t>
            </w:r>
          </w:p>
          <w:p w14:paraId="182935D6" w14:textId="77777777" w:rsidR="00DC7196" w:rsidRPr="001C0CC4" w:rsidRDefault="00DC7196" w:rsidP="00DC7196">
            <w:pPr>
              <w:pStyle w:val="TAL"/>
              <w:keepNext w:val="0"/>
              <w:rPr>
                <w:noProof/>
                <w:sz w:val="16"/>
                <w:szCs w:val="16"/>
              </w:rPr>
            </w:pPr>
            <w:r w:rsidRPr="001C0CC4">
              <w:rPr>
                <w:noProof/>
                <w:sz w:val="16"/>
                <w:szCs w:val="16"/>
              </w:rPr>
              <w:t>R4-1807039      Intra-band CA terminology for UE  ZTE Corporation</w:t>
            </w:r>
          </w:p>
          <w:p w14:paraId="0002FE6E" w14:textId="77777777" w:rsidR="00DC7196" w:rsidRPr="001C0CC4" w:rsidRDefault="00DC7196" w:rsidP="00DC7196">
            <w:pPr>
              <w:pStyle w:val="TAL"/>
              <w:keepNext w:val="0"/>
              <w:rPr>
                <w:noProof/>
                <w:sz w:val="16"/>
                <w:szCs w:val="16"/>
              </w:rPr>
            </w:pPr>
            <w:r w:rsidRPr="001C0CC4">
              <w:rPr>
                <w:noProof/>
                <w:sz w:val="16"/>
                <w:szCs w:val="16"/>
              </w:rPr>
              <w:t>R4-1807178      Corrections to n70 TX/RX frequency separation Dish Network</w:t>
            </w:r>
          </w:p>
          <w:p w14:paraId="0DE77178" w14:textId="77777777" w:rsidR="00DC7196" w:rsidRPr="001C0CC4" w:rsidRDefault="00DC7196" w:rsidP="00DC7196">
            <w:pPr>
              <w:pStyle w:val="TAL"/>
              <w:keepNext w:val="0"/>
              <w:rPr>
                <w:noProof/>
                <w:sz w:val="16"/>
                <w:szCs w:val="16"/>
              </w:rPr>
            </w:pPr>
            <w:r w:rsidRPr="001C0CC4">
              <w:rPr>
                <w:noProof/>
                <w:sz w:val="16"/>
                <w:szCs w:val="16"/>
              </w:rPr>
              <w:t>R4-1807181      Corrections to spurious emissions UE co-existence table Dish Network</w:t>
            </w:r>
          </w:p>
          <w:p w14:paraId="02F8C238" w14:textId="77777777" w:rsidR="00DC7196" w:rsidRPr="001C0CC4" w:rsidRDefault="00DC7196" w:rsidP="00DC7196">
            <w:pPr>
              <w:pStyle w:val="TAL"/>
              <w:keepNext w:val="0"/>
              <w:rPr>
                <w:noProof/>
                <w:sz w:val="16"/>
                <w:szCs w:val="16"/>
              </w:rPr>
            </w:pPr>
            <w:r w:rsidRPr="001C0CC4">
              <w:rPr>
                <w:noProof/>
                <w:sz w:val="16"/>
                <w:szCs w:val="16"/>
              </w:rPr>
              <w:t>R4-1807234      Draft CR into TS 38.101-1 Some Corrections for SUL  Huawei, HiSilicon</w:t>
            </w:r>
          </w:p>
          <w:p w14:paraId="1C3F936F" w14:textId="77777777" w:rsidR="00DC7196" w:rsidRPr="001C0CC4" w:rsidRDefault="00DC7196" w:rsidP="00DC7196">
            <w:pPr>
              <w:pStyle w:val="TAL"/>
              <w:keepNext w:val="0"/>
              <w:rPr>
                <w:noProof/>
                <w:sz w:val="16"/>
                <w:szCs w:val="16"/>
              </w:rPr>
            </w:pPr>
            <w:r w:rsidRPr="001C0CC4">
              <w:rPr>
                <w:noProof/>
                <w:sz w:val="16"/>
                <w:szCs w:val="16"/>
              </w:rPr>
              <w:t>R4-1807269      Corrections to Wide band intermodulation table &lt;2700MHz Dish Network</w:t>
            </w:r>
          </w:p>
          <w:p w14:paraId="4E07C42F" w14:textId="77777777" w:rsidR="00DC7196" w:rsidRPr="001C0CC4" w:rsidRDefault="00DC7196" w:rsidP="00DC7196">
            <w:pPr>
              <w:pStyle w:val="TAL"/>
              <w:keepNext w:val="0"/>
              <w:rPr>
                <w:noProof/>
                <w:sz w:val="16"/>
                <w:szCs w:val="16"/>
              </w:rPr>
            </w:pPr>
            <w:r w:rsidRPr="001C0CC4">
              <w:rPr>
                <w:noProof/>
                <w:sz w:val="16"/>
                <w:szCs w:val="16"/>
              </w:rPr>
              <w:t>R4-1807392       to remove the brackets for SU in 38.101-1  Huawei, HiSilicon</w:t>
            </w:r>
          </w:p>
          <w:p w14:paraId="1AFE1069" w14:textId="77777777" w:rsidR="00DC7196" w:rsidRPr="001C0CC4" w:rsidRDefault="00DC7196" w:rsidP="00DC7196">
            <w:pPr>
              <w:pStyle w:val="TAL"/>
              <w:keepNext w:val="0"/>
              <w:rPr>
                <w:noProof/>
                <w:sz w:val="16"/>
                <w:szCs w:val="16"/>
              </w:rPr>
            </w:pPr>
            <w:r w:rsidRPr="001C0CC4">
              <w:rPr>
                <w:noProof/>
                <w:sz w:val="16"/>
                <w:szCs w:val="16"/>
              </w:rPr>
              <w:t>R4-1807647       Draft CR to TS 38.101-1: Correction to Asymmetric CH BW operation    Dish Network</w:t>
            </w:r>
          </w:p>
          <w:p w14:paraId="1FC85953" w14:textId="77777777" w:rsidR="00DC7196" w:rsidRPr="001C0CC4" w:rsidRDefault="00DC7196" w:rsidP="00DC7196">
            <w:pPr>
              <w:pStyle w:val="TAL"/>
              <w:keepNext w:val="0"/>
              <w:rPr>
                <w:noProof/>
                <w:sz w:val="16"/>
                <w:szCs w:val="16"/>
              </w:rPr>
            </w:pPr>
            <w:r w:rsidRPr="001C0CC4">
              <w:rPr>
                <w:noProof/>
                <w:sz w:val="16"/>
                <w:szCs w:val="16"/>
              </w:rPr>
              <w:t>R4-1807680       Draft CR on 38.101-1 on channel raster to achieve alignment of data and SSB subcarrier grids    Nokia, Nokia Shanghai Bell, Ericsson</w:t>
            </w:r>
          </w:p>
          <w:p w14:paraId="64177C13" w14:textId="77777777" w:rsidR="00DC7196" w:rsidRPr="001C0CC4" w:rsidRDefault="00DC7196" w:rsidP="00DC7196">
            <w:pPr>
              <w:pStyle w:val="TAL"/>
              <w:keepNext w:val="0"/>
              <w:rPr>
                <w:noProof/>
                <w:sz w:val="16"/>
                <w:szCs w:val="16"/>
              </w:rPr>
            </w:pPr>
            <w:r w:rsidRPr="001C0CC4">
              <w:rPr>
                <w:noProof/>
                <w:sz w:val="16"/>
                <w:szCs w:val="16"/>
              </w:rPr>
              <w:t>R4-1807705        CR for TS 38.101-1 A-MPR for n51   Huawei, Hisilicon</w:t>
            </w:r>
          </w:p>
          <w:p w14:paraId="73FFC435" w14:textId="77777777" w:rsidR="00DC7196" w:rsidRPr="001C0CC4" w:rsidRDefault="00DC7196" w:rsidP="00DC7196">
            <w:pPr>
              <w:pStyle w:val="TAL"/>
              <w:keepNext w:val="0"/>
              <w:rPr>
                <w:noProof/>
                <w:sz w:val="16"/>
                <w:szCs w:val="16"/>
              </w:rPr>
            </w:pPr>
            <w:r w:rsidRPr="001C0CC4">
              <w:rPr>
                <w:noProof/>
                <w:sz w:val="16"/>
                <w:szCs w:val="16"/>
              </w:rPr>
              <w:t>R4-1807814        Draft CR for 38.101-1: SEM correction for n41   Sprint Corporation</w:t>
            </w:r>
          </w:p>
          <w:p w14:paraId="36172741" w14:textId="77777777" w:rsidR="00DC7196" w:rsidRPr="001C0CC4" w:rsidRDefault="00DC7196" w:rsidP="00DC7196">
            <w:pPr>
              <w:pStyle w:val="TAL"/>
              <w:keepNext w:val="0"/>
              <w:rPr>
                <w:noProof/>
                <w:sz w:val="16"/>
                <w:szCs w:val="16"/>
              </w:rPr>
            </w:pPr>
            <w:r w:rsidRPr="001C0CC4">
              <w:rPr>
                <w:noProof/>
                <w:sz w:val="16"/>
                <w:szCs w:val="16"/>
              </w:rPr>
              <w:t>R4-1807851        Draft CR for 38.101-1: UE spurious emission protection requirements for n5     Sprint Corporation</w:t>
            </w:r>
          </w:p>
          <w:p w14:paraId="3149C826" w14:textId="77777777" w:rsidR="00DC7196" w:rsidRPr="001C0CC4" w:rsidRDefault="00DC7196" w:rsidP="00DC7196">
            <w:pPr>
              <w:pStyle w:val="TAL"/>
              <w:keepNext w:val="0"/>
              <w:rPr>
                <w:noProof/>
                <w:sz w:val="16"/>
                <w:szCs w:val="16"/>
              </w:rPr>
            </w:pPr>
            <w:r w:rsidRPr="001C0CC4">
              <w:rPr>
                <w:noProof/>
                <w:sz w:val="16"/>
                <w:szCs w:val="16"/>
              </w:rPr>
              <w:t>R4-1807920        General requirements for downlink inter-band CA   Qualcomm Incorporated</w:t>
            </w:r>
          </w:p>
          <w:p w14:paraId="769023FB" w14:textId="77777777" w:rsidR="00DC7196" w:rsidRPr="001C0CC4" w:rsidRDefault="00DC7196" w:rsidP="00DC7196">
            <w:pPr>
              <w:pStyle w:val="TAL"/>
              <w:keepNext w:val="0"/>
              <w:rPr>
                <w:noProof/>
                <w:sz w:val="16"/>
                <w:szCs w:val="16"/>
              </w:rPr>
            </w:pPr>
            <w:r w:rsidRPr="001C0CC4">
              <w:rPr>
                <w:noProof/>
                <w:sz w:val="16"/>
                <w:szCs w:val="16"/>
              </w:rPr>
              <w:t>R4-1807923        Resolution bandwidth for ACLR   Qualcomm Incorporated</w:t>
            </w:r>
          </w:p>
          <w:p w14:paraId="12C14DA5" w14:textId="77777777" w:rsidR="00DC7196" w:rsidRPr="001C0CC4" w:rsidRDefault="00DC7196" w:rsidP="00DC7196">
            <w:pPr>
              <w:pStyle w:val="TAL"/>
              <w:keepNext w:val="0"/>
              <w:rPr>
                <w:noProof/>
                <w:sz w:val="16"/>
                <w:szCs w:val="16"/>
              </w:rPr>
            </w:pPr>
            <w:r w:rsidRPr="001C0CC4">
              <w:rPr>
                <w:noProof/>
                <w:sz w:val="16"/>
                <w:szCs w:val="16"/>
              </w:rPr>
              <w:t>R4-1808084          Introduction of n12 into TS 38.101-1      Nokia</w:t>
            </w:r>
          </w:p>
          <w:p w14:paraId="1CCC775A" w14:textId="77777777" w:rsidR="00DC7196" w:rsidRPr="001C0CC4" w:rsidRDefault="00DC7196" w:rsidP="00DC7196">
            <w:pPr>
              <w:pStyle w:val="TAL"/>
              <w:keepNext w:val="0"/>
              <w:rPr>
                <w:noProof/>
                <w:sz w:val="16"/>
                <w:szCs w:val="16"/>
              </w:rPr>
            </w:pPr>
            <w:r w:rsidRPr="001C0CC4">
              <w:rPr>
                <w:noProof/>
                <w:sz w:val="16"/>
                <w:szCs w:val="16"/>
              </w:rPr>
              <w:t>R4-1808087         Draft CR 38.101-1: Introduction of n2, n25, n66 and n70    Sprint Corporation, Dishnetwork</w:t>
            </w:r>
          </w:p>
          <w:p w14:paraId="6B0B8B50" w14:textId="77777777" w:rsidR="00DC7196" w:rsidRPr="001C0CC4" w:rsidRDefault="00DC7196" w:rsidP="00DC7196">
            <w:pPr>
              <w:pStyle w:val="TAL"/>
              <w:keepNext w:val="0"/>
              <w:rPr>
                <w:noProof/>
                <w:sz w:val="16"/>
                <w:szCs w:val="16"/>
              </w:rPr>
            </w:pPr>
            <w:r w:rsidRPr="001C0CC4">
              <w:rPr>
                <w:noProof/>
                <w:sz w:val="16"/>
                <w:szCs w:val="16"/>
              </w:rPr>
              <w:t>R4-1808090         Draft CR to TS 38.101-1: Inclusion of Simultaneous RxTx UE capability for some band combinations   Ericsson, Vodafone, Orange</w:t>
            </w:r>
          </w:p>
          <w:p w14:paraId="34EC712D" w14:textId="77777777" w:rsidR="00DC7196" w:rsidRPr="001C0CC4" w:rsidRDefault="00DC7196" w:rsidP="00DC7196">
            <w:pPr>
              <w:pStyle w:val="TAL"/>
              <w:keepNext w:val="0"/>
              <w:rPr>
                <w:noProof/>
                <w:sz w:val="16"/>
                <w:szCs w:val="16"/>
              </w:rPr>
            </w:pPr>
            <w:r w:rsidRPr="001C0CC4">
              <w:rPr>
                <w:noProof/>
                <w:sz w:val="16"/>
                <w:szCs w:val="16"/>
              </w:rPr>
              <w:t>R4-1808107             Draft CR to TS38.101-1_corrections on UE coexistence   ZTE Corporation</w:t>
            </w:r>
          </w:p>
          <w:p w14:paraId="6DBEA196" w14:textId="77777777" w:rsidR="00DC7196" w:rsidRPr="001C0CC4" w:rsidRDefault="00DC7196" w:rsidP="00DC7196">
            <w:pPr>
              <w:pStyle w:val="TAL"/>
              <w:keepNext w:val="0"/>
              <w:rPr>
                <w:noProof/>
                <w:sz w:val="16"/>
                <w:szCs w:val="16"/>
              </w:rPr>
            </w:pPr>
            <w:r w:rsidRPr="001C0CC4">
              <w:rPr>
                <w:noProof/>
                <w:sz w:val="16"/>
                <w:szCs w:val="16"/>
              </w:rPr>
              <w:t>R4-1808111         TP to TS38.101-1 - UE ON/OFF masks    Ericsson</w:t>
            </w:r>
          </w:p>
          <w:p w14:paraId="4549FA51" w14:textId="77777777" w:rsidR="00DC7196" w:rsidRPr="001C0CC4" w:rsidRDefault="00DC7196" w:rsidP="00DC7196">
            <w:pPr>
              <w:pStyle w:val="TAL"/>
              <w:keepNext w:val="0"/>
              <w:rPr>
                <w:noProof/>
                <w:sz w:val="16"/>
                <w:szCs w:val="16"/>
              </w:rPr>
            </w:pPr>
            <w:r w:rsidRPr="001C0CC4">
              <w:rPr>
                <w:noProof/>
                <w:sz w:val="16"/>
                <w:szCs w:val="16"/>
              </w:rPr>
              <w:t>R4-1808116            Draft CR to 38.101-1: introduction of Band n34,n39 and n40 RF requirements     ZTE Corporation,CMCC</w:t>
            </w:r>
          </w:p>
          <w:p w14:paraId="4214D4F6" w14:textId="77777777" w:rsidR="00DC7196" w:rsidRPr="001C0CC4" w:rsidRDefault="00DC7196" w:rsidP="00DC7196">
            <w:pPr>
              <w:pStyle w:val="TAL"/>
              <w:keepNext w:val="0"/>
              <w:rPr>
                <w:noProof/>
                <w:sz w:val="16"/>
                <w:szCs w:val="16"/>
              </w:rPr>
            </w:pPr>
            <w:r w:rsidRPr="001C0CC4">
              <w:rPr>
                <w:noProof/>
                <w:sz w:val="16"/>
                <w:szCs w:val="16"/>
              </w:rPr>
              <w:t>R4-1808136          Draft CR to 38.101-1: FR1 UE Power Control    Qualcomm Incorporated</w:t>
            </w:r>
          </w:p>
          <w:p w14:paraId="343AAB8C" w14:textId="77777777" w:rsidR="00DC7196" w:rsidRPr="001C0CC4" w:rsidRDefault="00DC7196" w:rsidP="00DC7196">
            <w:pPr>
              <w:pStyle w:val="TAL"/>
              <w:keepNext w:val="0"/>
              <w:rPr>
                <w:noProof/>
                <w:sz w:val="16"/>
                <w:szCs w:val="16"/>
              </w:rPr>
            </w:pPr>
            <w:r w:rsidRPr="001C0CC4">
              <w:rPr>
                <w:noProof/>
                <w:sz w:val="16"/>
                <w:szCs w:val="16"/>
              </w:rPr>
              <w:t>R4-1808141          Correction to MPR for PC2 and spectrum emission mask measurement bandwidth      Qualcomm Incorporated</w:t>
            </w:r>
          </w:p>
          <w:p w14:paraId="49D3ECF4" w14:textId="77777777" w:rsidR="00DC7196" w:rsidRPr="001C0CC4" w:rsidRDefault="00DC7196" w:rsidP="00DC7196">
            <w:pPr>
              <w:pStyle w:val="TAL"/>
              <w:keepNext w:val="0"/>
              <w:rPr>
                <w:noProof/>
                <w:sz w:val="16"/>
                <w:szCs w:val="16"/>
              </w:rPr>
            </w:pPr>
            <w:r w:rsidRPr="001C0CC4">
              <w:rPr>
                <w:noProof/>
                <w:sz w:val="16"/>
                <w:szCs w:val="16"/>
              </w:rPr>
              <w:t>R4-1808142          Draft CR for 38.101-1 n41 A-MPR     Sprint Corporation, Nokia, Nokia Shanghai Bell, Ericsson</w:t>
            </w:r>
          </w:p>
          <w:p w14:paraId="62363756" w14:textId="77777777" w:rsidR="00DC7196" w:rsidRPr="001C0CC4" w:rsidRDefault="00DC7196" w:rsidP="00DC7196">
            <w:pPr>
              <w:pStyle w:val="TAL"/>
              <w:keepNext w:val="0"/>
              <w:rPr>
                <w:noProof/>
                <w:sz w:val="16"/>
                <w:szCs w:val="16"/>
              </w:rPr>
            </w:pPr>
            <w:r w:rsidRPr="001C0CC4">
              <w:rPr>
                <w:noProof/>
                <w:sz w:val="16"/>
                <w:szCs w:val="16"/>
              </w:rPr>
              <w:t>R4-1808143           Draft CR for TS 38.101-1 A-MPR for n20    Huawei, HiSilicon</w:t>
            </w:r>
          </w:p>
          <w:p w14:paraId="54F5D142" w14:textId="77777777" w:rsidR="00DC7196" w:rsidRPr="001C0CC4" w:rsidRDefault="00DC7196" w:rsidP="00DC7196">
            <w:pPr>
              <w:pStyle w:val="TAL"/>
              <w:keepNext w:val="0"/>
              <w:rPr>
                <w:noProof/>
                <w:sz w:val="16"/>
                <w:szCs w:val="16"/>
              </w:rPr>
            </w:pPr>
            <w:r w:rsidRPr="001C0CC4">
              <w:rPr>
                <w:noProof/>
                <w:sz w:val="16"/>
                <w:szCs w:val="16"/>
              </w:rPr>
              <w:t>R4-1808155          Draft CR for TS 38.101-1: to correct reqirements for n71    Samsung</w:t>
            </w:r>
          </w:p>
          <w:p w14:paraId="7569A3D8" w14:textId="77777777" w:rsidR="00DC7196" w:rsidRPr="001C0CC4" w:rsidRDefault="00DC7196" w:rsidP="00DC7196">
            <w:pPr>
              <w:pStyle w:val="TAL"/>
              <w:keepNext w:val="0"/>
              <w:rPr>
                <w:noProof/>
                <w:sz w:val="16"/>
                <w:szCs w:val="16"/>
              </w:rPr>
            </w:pPr>
            <w:r w:rsidRPr="001C0CC4">
              <w:rPr>
                <w:noProof/>
                <w:sz w:val="16"/>
                <w:szCs w:val="16"/>
              </w:rPr>
              <w:t>R4-1808178         Addition parameters about n50 &amp; n51 in TS 38.101-1   Huawei, Hisilicon, Etisalat (editors note: n50 not implemented per chairmans aggreement)</w:t>
            </w:r>
          </w:p>
          <w:p w14:paraId="70BF919F" w14:textId="77777777" w:rsidR="00DC7196" w:rsidRPr="001C0CC4" w:rsidRDefault="00DC7196" w:rsidP="00DC7196">
            <w:pPr>
              <w:pStyle w:val="TAL"/>
              <w:keepNext w:val="0"/>
              <w:rPr>
                <w:noProof/>
                <w:sz w:val="16"/>
                <w:szCs w:val="16"/>
              </w:rPr>
            </w:pPr>
            <w:r w:rsidRPr="001C0CC4">
              <w:rPr>
                <w:noProof/>
                <w:sz w:val="16"/>
                <w:szCs w:val="16"/>
              </w:rPr>
              <w:t>R4-1808182         Draft CR for TS 38.101-1 A-MPR for n28    Huawei, HiSilicon</w:t>
            </w:r>
          </w:p>
          <w:p w14:paraId="00428038" w14:textId="77777777" w:rsidR="00DC7196" w:rsidRPr="001C0CC4" w:rsidRDefault="00DC7196" w:rsidP="00DC7196">
            <w:pPr>
              <w:pStyle w:val="TAL"/>
              <w:keepNext w:val="0"/>
              <w:rPr>
                <w:noProof/>
                <w:sz w:val="16"/>
                <w:szCs w:val="16"/>
              </w:rPr>
            </w:pPr>
            <w:r w:rsidRPr="001C0CC4">
              <w:rPr>
                <w:noProof/>
                <w:sz w:val="16"/>
                <w:szCs w:val="16"/>
              </w:rPr>
              <w:t>R4-1808187         CR for RF requirements for Coherent UL MIMO for FR1          Qualcomm Austria RFFE GmbH</w:t>
            </w:r>
          </w:p>
          <w:p w14:paraId="123D96C6" w14:textId="77777777" w:rsidR="00DC7196" w:rsidRPr="001C0CC4" w:rsidRDefault="00DC7196" w:rsidP="00DC7196">
            <w:pPr>
              <w:pStyle w:val="TAL"/>
              <w:keepNext w:val="0"/>
              <w:rPr>
                <w:noProof/>
                <w:sz w:val="16"/>
                <w:szCs w:val="16"/>
              </w:rPr>
            </w:pPr>
            <w:r w:rsidRPr="001C0CC4">
              <w:rPr>
                <w:noProof/>
                <w:sz w:val="16"/>
                <w:szCs w:val="16"/>
              </w:rPr>
              <w:t>R4-1808207         Draft CR to 38.101-1: On EVM Averaging Length, Wording  , Qualcomm</w:t>
            </w:r>
          </w:p>
          <w:p w14:paraId="5FCDE6C5" w14:textId="77777777" w:rsidR="00DC7196" w:rsidRPr="001C0CC4" w:rsidRDefault="00DC7196" w:rsidP="00DC7196">
            <w:pPr>
              <w:pStyle w:val="TAL"/>
              <w:keepNext w:val="0"/>
              <w:rPr>
                <w:noProof/>
                <w:sz w:val="16"/>
                <w:szCs w:val="16"/>
              </w:rPr>
            </w:pPr>
            <w:r w:rsidRPr="001C0CC4">
              <w:rPr>
                <w:noProof/>
                <w:sz w:val="16"/>
                <w:szCs w:val="16"/>
              </w:rPr>
              <w:t>R4-1808209         Draft CR for 38.101-1 for Tx (Ch6) of HPUE       Qualcomm</w:t>
            </w:r>
          </w:p>
          <w:p w14:paraId="791B0EA7" w14:textId="77777777" w:rsidR="00DC7196" w:rsidRPr="001C0CC4" w:rsidRDefault="00DC7196" w:rsidP="00DC7196">
            <w:pPr>
              <w:pStyle w:val="TAL"/>
              <w:keepNext w:val="0"/>
              <w:rPr>
                <w:noProof/>
                <w:sz w:val="16"/>
                <w:szCs w:val="16"/>
              </w:rPr>
            </w:pPr>
            <w:r w:rsidRPr="001C0CC4">
              <w:rPr>
                <w:noProof/>
                <w:sz w:val="16"/>
                <w:szCs w:val="16"/>
              </w:rPr>
              <w:t>R4-1808466         Draft CR on UL RMC and OCNG pattern for FDD REFSENS tests    RD session</w:t>
            </w:r>
          </w:p>
          <w:p w14:paraId="1E0E0F16" w14:textId="77777777" w:rsidR="00DC7196" w:rsidRPr="001C0CC4" w:rsidRDefault="00DC7196" w:rsidP="00DC7196">
            <w:pPr>
              <w:pStyle w:val="TAL"/>
              <w:keepNext w:val="0"/>
              <w:rPr>
                <w:noProof/>
                <w:sz w:val="16"/>
                <w:szCs w:val="16"/>
              </w:rPr>
            </w:pPr>
            <w:r w:rsidRPr="001C0CC4">
              <w:rPr>
                <w:noProof/>
                <w:sz w:val="16"/>
                <w:szCs w:val="16"/>
              </w:rPr>
              <w:t>R4-1808493           Draft CR for TS 38.101-1: Channel and sync raster corrections (5.4)       Ericsson</w:t>
            </w:r>
          </w:p>
          <w:p w14:paraId="1C65808F" w14:textId="77777777" w:rsidR="00DC7196" w:rsidRPr="001C0CC4" w:rsidRDefault="00DC7196" w:rsidP="00DC7196">
            <w:pPr>
              <w:pStyle w:val="TAL"/>
              <w:keepNext w:val="0"/>
              <w:rPr>
                <w:noProof/>
                <w:sz w:val="16"/>
                <w:szCs w:val="16"/>
              </w:rPr>
            </w:pPr>
            <w:r w:rsidRPr="001C0CC4">
              <w:rPr>
                <w:noProof/>
                <w:sz w:val="16"/>
                <w:szCs w:val="16"/>
              </w:rPr>
              <w:t>R4-1808507          Draft CR for TS38.101-1 on addition of new 90MHz UE CBW for n41/n78      LG Electronics Inc., LG Uplus, Samsung</w:t>
            </w:r>
          </w:p>
          <w:p w14:paraId="7D019EF3" w14:textId="77777777" w:rsidR="00DC7196" w:rsidRPr="001C0CC4" w:rsidRDefault="00DC7196" w:rsidP="00DC7196">
            <w:pPr>
              <w:pStyle w:val="TAL"/>
              <w:keepNext w:val="0"/>
              <w:rPr>
                <w:noProof/>
                <w:sz w:val="16"/>
                <w:szCs w:val="16"/>
              </w:rPr>
            </w:pPr>
            <w:r w:rsidRPr="001C0CC4">
              <w:rPr>
                <w:noProof/>
                <w:sz w:val="16"/>
                <w:szCs w:val="16"/>
              </w:rPr>
              <w:t>R4-1808176, Draft CR for 38.101-1 : Introduction of A-MPR for n8, SoftBank</w:t>
            </w:r>
          </w:p>
          <w:p w14:paraId="423BC88A" w14:textId="77777777" w:rsidR="00DC7196" w:rsidRPr="001C0CC4" w:rsidRDefault="00DC7196" w:rsidP="00DC7196">
            <w:pPr>
              <w:pStyle w:val="TAL"/>
              <w:keepNext w:val="0"/>
              <w:rPr>
                <w:noProof/>
                <w:sz w:val="16"/>
                <w:szCs w:val="16"/>
              </w:rPr>
            </w:pPr>
            <w:r w:rsidRPr="001C0CC4">
              <w:rPr>
                <w:noProof/>
                <w:sz w:val="16"/>
                <w:szCs w:val="16"/>
              </w:rPr>
              <w:t>R4-1808201, Draft CR for 38.101-1 : Introduction of A-MPR for n1, SoftBank</w:t>
            </w:r>
          </w:p>
          <w:p w14:paraId="0A891E24" w14:textId="77777777" w:rsidR="00DC7196" w:rsidRPr="001C0CC4" w:rsidRDefault="00DC7196" w:rsidP="00DC7196">
            <w:pPr>
              <w:pStyle w:val="TAL"/>
              <w:keepNext w:val="0"/>
              <w:rPr>
                <w:noProof/>
                <w:sz w:val="16"/>
                <w:szCs w:val="16"/>
              </w:rPr>
            </w:pPr>
            <w:r w:rsidRPr="001C0CC4">
              <w:rPr>
                <w:noProof/>
                <w:sz w:val="16"/>
                <w:szCs w:val="16"/>
              </w:rPr>
              <w:t>R4-1807101, draft CR introduction completed band combinations 37.865-01-01 -&gt; 38.101-1, Ericsson</w:t>
            </w:r>
          </w:p>
        </w:tc>
        <w:tc>
          <w:tcPr>
            <w:tcW w:w="708" w:type="dxa"/>
            <w:shd w:val="solid" w:color="FFFFFF" w:fill="auto"/>
          </w:tcPr>
          <w:p w14:paraId="495613E8" w14:textId="77777777" w:rsidR="00DC7196" w:rsidRPr="001C0CC4" w:rsidRDefault="00DC7196" w:rsidP="00DC7196">
            <w:pPr>
              <w:pStyle w:val="TAC"/>
              <w:keepNext w:val="0"/>
              <w:rPr>
                <w:sz w:val="16"/>
                <w:szCs w:val="16"/>
              </w:rPr>
            </w:pPr>
            <w:r w:rsidRPr="001C0CC4">
              <w:rPr>
                <w:sz w:val="16"/>
                <w:szCs w:val="16"/>
              </w:rPr>
              <w:t>15.2.0</w:t>
            </w:r>
          </w:p>
        </w:tc>
      </w:tr>
      <w:tr w:rsidR="00DC7196" w:rsidRPr="001C0CC4" w14:paraId="23F0FCA6" w14:textId="77777777" w:rsidTr="00DC7196">
        <w:trPr>
          <w:jc w:val="center"/>
        </w:trPr>
        <w:tc>
          <w:tcPr>
            <w:tcW w:w="800" w:type="dxa"/>
            <w:shd w:val="solid" w:color="FFFFFF" w:fill="auto"/>
          </w:tcPr>
          <w:p w14:paraId="5D9E2334" w14:textId="77777777" w:rsidR="00DC7196" w:rsidRPr="001C0CC4" w:rsidRDefault="00DC7196" w:rsidP="00DC7196">
            <w:pPr>
              <w:pStyle w:val="TAC"/>
              <w:keepNext w:val="0"/>
              <w:rPr>
                <w:sz w:val="16"/>
                <w:szCs w:val="16"/>
              </w:rPr>
            </w:pPr>
            <w:r w:rsidRPr="001C0CC4">
              <w:rPr>
                <w:sz w:val="16"/>
                <w:szCs w:val="16"/>
              </w:rPr>
              <w:t>2018-09</w:t>
            </w:r>
          </w:p>
        </w:tc>
        <w:tc>
          <w:tcPr>
            <w:tcW w:w="800" w:type="dxa"/>
            <w:shd w:val="solid" w:color="FFFFFF" w:fill="auto"/>
          </w:tcPr>
          <w:p w14:paraId="16B96E2A" w14:textId="77777777" w:rsidR="00DC7196" w:rsidRPr="001C0CC4" w:rsidRDefault="00DC7196" w:rsidP="00DC7196">
            <w:pPr>
              <w:pStyle w:val="TAC"/>
              <w:keepNext w:val="0"/>
              <w:rPr>
                <w:sz w:val="16"/>
                <w:szCs w:val="16"/>
              </w:rPr>
            </w:pPr>
            <w:r w:rsidRPr="001C0CC4">
              <w:rPr>
                <w:sz w:val="16"/>
                <w:szCs w:val="16"/>
              </w:rPr>
              <w:t>RAN#81</w:t>
            </w:r>
          </w:p>
        </w:tc>
        <w:tc>
          <w:tcPr>
            <w:tcW w:w="944" w:type="dxa"/>
            <w:shd w:val="solid" w:color="FFFFFF" w:fill="auto"/>
          </w:tcPr>
          <w:p w14:paraId="62C406CA" w14:textId="77777777" w:rsidR="00DC7196" w:rsidRPr="001C0CC4" w:rsidRDefault="00DC7196" w:rsidP="00DC7196">
            <w:pPr>
              <w:pStyle w:val="TAL"/>
              <w:keepNext w:val="0"/>
              <w:rPr>
                <w:sz w:val="16"/>
                <w:szCs w:val="16"/>
              </w:rPr>
            </w:pPr>
            <w:r w:rsidRPr="001C0CC4">
              <w:rPr>
                <w:sz w:val="16"/>
                <w:szCs w:val="16"/>
              </w:rPr>
              <w:t>RP-181896</w:t>
            </w:r>
          </w:p>
        </w:tc>
        <w:tc>
          <w:tcPr>
            <w:tcW w:w="575" w:type="dxa"/>
            <w:shd w:val="solid" w:color="FFFFFF" w:fill="auto"/>
          </w:tcPr>
          <w:p w14:paraId="154562CE" w14:textId="77777777" w:rsidR="00DC7196" w:rsidRPr="001C0CC4" w:rsidRDefault="00DC7196" w:rsidP="00DC7196">
            <w:pPr>
              <w:pStyle w:val="TAL"/>
              <w:keepNext w:val="0"/>
              <w:rPr>
                <w:sz w:val="16"/>
                <w:szCs w:val="16"/>
              </w:rPr>
            </w:pPr>
            <w:r w:rsidRPr="001C0CC4">
              <w:rPr>
                <w:sz w:val="16"/>
                <w:szCs w:val="16"/>
              </w:rPr>
              <w:t>0025</w:t>
            </w:r>
          </w:p>
        </w:tc>
        <w:tc>
          <w:tcPr>
            <w:tcW w:w="425" w:type="dxa"/>
            <w:shd w:val="solid" w:color="FFFFFF" w:fill="auto"/>
          </w:tcPr>
          <w:p w14:paraId="21EC3023" w14:textId="77777777" w:rsidR="00DC7196" w:rsidRPr="001C0CC4" w:rsidRDefault="00DC7196" w:rsidP="00DC7196">
            <w:pPr>
              <w:pStyle w:val="TAR"/>
              <w:keepNext w:val="0"/>
              <w:rPr>
                <w:sz w:val="16"/>
                <w:szCs w:val="16"/>
              </w:rPr>
            </w:pPr>
          </w:p>
        </w:tc>
        <w:tc>
          <w:tcPr>
            <w:tcW w:w="425" w:type="dxa"/>
            <w:shd w:val="solid" w:color="FFFFFF" w:fill="auto"/>
          </w:tcPr>
          <w:p w14:paraId="7CFF6423"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6CB1801C" w14:textId="77777777" w:rsidR="00DC7196" w:rsidRPr="001C0CC4" w:rsidRDefault="00DC7196" w:rsidP="00DC7196">
            <w:pPr>
              <w:pStyle w:val="TAL"/>
              <w:keepNext w:val="0"/>
              <w:rPr>
                <w:noProof/>
                <w:sz w:val="16"/>
                <w:szCs w:val="16"/>
              </w:rPr>
            </w:pPr>
            <w:r w:rsidRPr="001C0CC4">
              <w:rPr>
                <w:noProof/>
                <w:sz w:val="16"/>
                <w:szCs w:val="16"/>
              </w:rPr>
              <w:t>Big CR for 38.101-1</w:t>
            </w:r>
          </w:p>
          <w:p w14:paraId="708C9380" w14:textId="77777777" w:rsidR="00DC7196" w:rsidRPr="001C0CC4" w:rsidRDefault="00DC7196" w:rsidP="00DC7196">
            <w:pPr>
              <w:pStyle w:val="TAL"/>
              <w:keepNext w:val="0"/>
              <w:rPr>
                <w:noProof/>
                <w:sz w:val="16"/>
                <w:szCs w:val="16"/>
              </w:rPr>
            </w:pPr>
          </w:p>
          <w:p w14:paraId="5C0393E7" w14:textId="77777777" w:rsidR="00DC7196" w:rsidRPr="001C0CC4" w:rsidRDefault="00DC7196" w:rsidP="00DC7196">
            <w:pPr>
              <w:pStyle w:val="TAL"/>
              <w:keepNext w:val="0"/>
              <w:rPr>
                <w:noProof/>
                <w:sz w:val="16"/>
                <w:szCs w:val="16"/>
              </w:rPr>
            </w:pPr>
            <w:r w:rsidRPr="001C0CC4">
              <w:rPr>
                <w:noProof/>
                <w:sz w:val="16"/>
                <w:szCs w:val="16"/>
              </w:rPr>
              <w:t>Endorced draft CRs from RAN4#NR-AH-1807</w:t>
            </w:r>
          </w:p>
          <w:p w14:paraId="104DEF3F" w14:textId="77777777" w:rsidR="00DC7196" w:rsidRPr="001C0CC4" w:rsidRDefault="00DC7196" w:rsidP="00DC7196">
            <w:pPr>
              <w:pStyle w:val="TAL"/>
              <w:keepNext w:val="0"/>
              <w:rPr>
                <w:noProof/>
                <w:sz w:val="16"/>
                <w:szCs w:val="16"/>
              </w:rPr>
            </w:pPr>
            <w:r w:rsidRPr="001C0CC4">
              <w:rPr>
                <w:noProof/>
                <w:sz w:val="16"/>
                <w:szCs w:val="16"/>
              </w:rPr>
              <w:t>R4-1809335, Draft CR on UL RMC for FR1 RF tests</w:t>
            </w:r>
            <w:r w:rsidRPr="001C0CC4">
              <w:rPr>
                <w:noProof/>
                <w:sz w:val="16"/>
                <w:szCs w:val="16"/>
              </w:rPr>
              <w:tab/>
              <w:t>, Qualcomm Incorporated</w:t>
            </w:r>
          </w:p>
          <w:p w14:paraId="18DFEDB3" w14:textId="77777777" w:rsidR="00DC7196" w:rsidRPr="001C0CC4" w:rsidRDefault="00DC7196" w:rsidP="00DC7196">
            <w:pPr>
              <w:pStyle w:val="TAL"/>
              <w:keepNext w:val="0"/>
              <w:rPr>
                <w:noProof/>
                <w:sz w:val="16"/>
                <w:szCs w:val="16"/>
              </w:rPr>
            </w:pPr>
            <w:r w:rsidRPr="001C0CC4">
              <w:rPr>
                <w:noProof/>
                <w:sz w:val="16"/>
                <w:szCs w:val="16"/>
              </w:rPr>
              <w:t>R4-1809337, Draft CR on NR UE REFSENS SNR FRC for FR1, Intel Corporation</w:t>
            </w:r>
          </w:p>
          <w:p w14:paraId="61AEAD23" w14:textId="77777777" w:rsidR="00DC7196" w:rsidRPr="001C0CC4" w:rsidRDefault="00DC7196" w:rsidP="00DC7196">
            <w:pPr>
              <w:pStyle w:val="TAL"/>
              <w:keepNext w:val="0"/>
              <w:rPr>
                <w:noProof/>
                <w:sz w:val="16"/>
                <w:szCs w:val="16"/>
              </w:rPr>
            </w:pPr>
            <w:r w:rsidRPr="001C0CC4">
              <w:rPr>
                <w:noProof/>
                <w:sz w:val="16"/>
                <w:szCs w:val="16"/>
              </w:rPr>
              <w:t>R4-1809339, Draft CR on measurement of receiver characteristics for FR1 RF Tests, Qualcomm Incorporated</w:t>
            </w:r>
          </w:p>
          <w:p w14:paraId="05351200" w14:textId="77777777" w:rsidR="00DC7196" w:rsidRPr="001C0CC4" w:rsidRDefault="00DC7196" w:rsidP="00DC7196">
            <w:pPr>
              <w:pStyle w:val="TAL"/>
              <w:keepNext w:val="0"/>
              <w:rPr>
                <w:noProof/>
                <w:sz w:val="16"/>
                <w:szCs w:val="16"/>
              </w:rPr>
            </w:pPr>
            <w:r w:rsidRPr="001C0CC4">
              <w:rPr>
                <w:noProof/>
                <w:sz w:val="16"/>
                <w:szCs w:val="16"/>
              </w:rPr>
              <w:t>R4-1809396, Draft CR on NR UE maximum input level FRC for FR1, Intel</w:t>
            </w:r>
          </w:p>
          <w:p w14:paraId="60004E42" w14:textId="77777777" w:rsidR="00DC7196" w:rsidRPr="001C0CC4" w:rsidRDefault="00DC7196" w:rsidP="00DC7196">
            <w:pPr>
              <w:pStyle w:val="TAL"/>
              <w:keepNext w:val="0"/>
              <w:rPr>
                <w:noProof/>
                <w:sz w:val="16"/>
                <w:szCs w:val="16"/>
              </w:rPr>
            </w:pPr>
            <w:r w:rsidRPr="001C0CC4">
              <w:rPr>
                <w:noProof/>
                <w:sz w:val="16"/>
                <w:szCs w:val="16"/>
              </w:rPr>
              <w:t>R4-1809567, Draft CR on OCNG pattern for FR1 REFSENS tests, Qualcomm Incorporated, Rohde &amp; Schwarz</w:t>
            </w:r>
          </w:p>
          <w:p w14:paraId="06C72607" w14:textId="77777777" w:rsidR="00DC7196" w:rsidRPr="001C0CC4" w:rsidRDefault="00DC7196" w:rsidP="00DC7196">
            <w:pPr>
              <w:pStyle w:val="TAL"/>
              <w:keepNext w:val="0"/>
              <w:rPr>
                <w:noProof/>
                <w:sz w:val="16"/>
                <w:szCs w:val="16"/>
              </w:rPr>
            </w:pPr>
          </w:p>
          <w:p w14:paraId="210A8B2C" w14:textId="77777777" w:rsidR="00DC7196" w:rsidRPr="001C0CC4" w:rsidRDefault="00DC7196" w:rsidP="00DC7196">
            <w:pPr>
              <w:pStyle w:val="TAL"/>
              <w:keepNext w:val="0"/>
              <w:rPr>
                <w:noProof/>
                <w:sz w:val="16"/>
                <w:szCs w:val="16"/>
              </w:rPr>
            </w:pPr>
            <w:r w:rsidRPr="001C0CC4">
              <w:rPr>
                <w:noProof/>
                <w:sz w:val="16"/>
                <w:szCs w:val="16"/>
              </w:rPr>
              <w:t>Endorced draft CRs from RAN4#88</w:t>
            </w:r>
          </w:p>
          <w:p w14:paraId="2C89EC67" w14:textId="77777777" w:rsidR="00DC7196" w:rsidRPr="001C0CC4" w:rsidRDefault="00DC7196" w:rsidP="00DC7196">
            <w:pPr>
              <w:pStyle w:val="TAL"/>
              <w:keepNext w:val="0"/>
              <w:rPr>
                <w:noProof/>
                <w:sz w:val="16"/>
                <w:szCs w:val="16"/>
              </w:rPr>
            </w:pPr>
          </w:p>
          <w:p w14:paraId="423F07F4" w14:textId="77777777" w:rsidR="00DC7196" w:rsidRPr="001C0CC4" w:rsidRDefault="00DC7196" w:rsidP="00DC7196">
            <w:pPr>
              <w:pStyle w:val="TAL"/>
              <w:keepNext w:val="0"/>
              <w:rPr>
                <w:noProof/>
                <w:sz w:val="16"/>
                <w:szCs w:val="16"/>
              </w:rPr>
            </w:pPr>
            <w:r w:rsidRPr="001C0CC4">
              <w:rPr>
                <w:noProof/>
                <w:sz w:val="16"/>
                <w:szCs w:val="16"/>
              </w:rPr>
              <w:t>R4-1809714, Draft CR to correct in-band blocking parameters for FR1, Anritsu Corporation</w:t>
            </w:r>
          </w:p>
          <w:p w14:paraId="072101FF" w14:textId="77777777" w:rsidR="00DC7196" w:rsidRPr="001C0CC4" w:rsidRDefault="00DC7196" w:rsidP="00DC7196">
            <w:pPr>
              <w:pStyle w:val="TAL"/>
              <w:keepNext w:val="0"/>
              <w:rPr>
                <w:noProof/>
                <w:sz w:val="16"/>
                <w:szCs w:val="16"/>
              </w:rPr>
            </w:pPr>
            <w:r w:rsidRPr="001C0CC4">
              <w:rPr>
                <w:noProof/>
                <w:sz w:val="16"/>
                <w:szCs w:val="16"/>
              </w:rPr>
              <w:t>R4-1809784, Draft CR to 38.101-1: Corrections on CA bandwidth classes for FR1, ZTE Corporation</w:t>
            </w:r>
          </w:p>
          <w:p w14:paraId="18564BC3" w14:textId="77777777" w:rsidR="00DC7196" w:rsidRPr="001C0CC4" w:rsidRDefault="00DC7196" w:rsidP="00DC7196">
            <w:pPr>
              <w:pStyle w:val="TAL"/>
              <w:keepNext w:val="0"/>
              <w:rPr>
                <w:noProof/>
                <w:sz w:val="16"/>
                <w:szCs w:val="16"/>
              </w:rPr>
            </w:pPr>
            <w:r w:rsidRPr="001C0CC4">
              <w:rPr>
                <w:noProof/>
                <w:sz w:val="16"/>
                <w:szCs w:val="16"/>
              </w:rPr>
              <w:t>R4-1809785, Draft CR to TS 38.101-1 for Corrections on UE transmitter power, ZTE Corporation</w:t>
            </w:r>
          </w:p>
          <w:p w14:paraId="41A52D30" w14:textId="77777777" w:rsidR="00DC7196" w:rsidRPr="001C0CC4" w:rsidRDefault="00DC7196" w:rsidP="00DC7196">
            <w:pPr>
              <w:pStyle w:val="TAL"/>
              <w:keepNext w:val="0"/>
              <w:rPr>
                <w:noProof/>
                <w:sz w:val="16"/>
                <w:szCs w:val="16"/>
              </w:rPr>
            </w:pPr>
            <w:r w:rsidRPr="001C0CC4">
              <w:rPr>
                <w:noProof/>
                <w:sz w:val="16"/>
                <w:szCs w:val="16"/>
              </w:rPr>
              <w:t>R4-1809793, Draft CR to 38.101-1: Corrections on additional spectrum emission mask, ZTE Corporation</w:t>
            </w:r>
          </w:p>
          <w:p w14:paraId="78C370DD" w14:textId="77777777" w:rsidR="00DC7196" w:rsidRPr="001C0CC4" w:rsidRDefault="00DC7196" w:rsidP="00DC7196">
            <w:pPr>
              <w:pStyle w:val="TAL"/>
              <w:keepNext w:val="0"/>
              <w:rPr>
                <w:noProof/>
                <w:sz w:val="16"/>
                <w:szCs w:val="16"/>
              </w:rPr>
            </w:pPr>
            <w:r w:rsidRPr="001C0CC4">
              <w:rPr>
                <w:noProof/>
                <w:sz w:val="16"/>
                <w:szCs w:val="16"/>
              </w:rPr>
              <w:t>R4-1809919, Correction on UE receiver requirement for FR1, CATT</w:t>
            </w:r>
          </w:p>
          <w:p w14:paraId="7CCDB3BC" w14:textId="77777777" w:rsidR="00DC7196" w:rsidRPr="001C0CC4" w:rsidRDefault="00DC7196" w:rsidP="00DC7196">
            <w:pPr>
              <w:pStyle w:val="TAL"/>
              <w:keepNext w:val="0"/>
              <w:rPr>
                <w:noProof/>
                <w:sz w:val="16"/>
                <w:szCs w:val="16"/>
              </w:rPr>
            </w:pPr>
            <w:r w:rsidRPr="001C0CC4">
              <w:rPr>
                <w:noProof/>
                <w:sz w:val="16"/>
                <w:szCs w:val="16"/>
              </w:rPr>
              <w:t>R4-1810091, Draft CR TS 38.101-1 - UE ON-OFF mask clean up, Ericsson</w:t>
            </w:r>
          </w:p>
          <w:p w14:paraId="7A753166" w14:textId="77777777" w:rsidR="00DC7196" w:rsidRPr="001C0CC4" w:rsidRDefault="00DC7196" w:rsidP="00DC7196">
            <w:pPr>
              <w:pStyle w:val="TAL"/>
              <w:keepNext w:val="0"/>
              <w:rPr>
                <w:noProof/>
                <w:sz w:val="16"/>
                <w:szCs w:val="16"/>
              </w:rPr>
            </w:pPr>
            <w:r w:rsidRPr="001C0CC4">
              <w:rPr>
                <w:noProof/>
                <w:sz w:val="16"/>
                <w:szCs w:val="16"/>
              </w:rPr>
              <w:t>R4-1810210, Draft CR for TS 38.101-1: MPR inner and outer RB allocations formula correction, MediaTek, Inc.</w:t>
            </w:r>
          </w:p>
          <w:p w14:paraId="7CF50ADD" w14:textId="77777777" w:rsidR="00DC7196" w:rsidRPr="001C0CC4" w:rsidRDefault="00DC7196" w:rsidP="00DC7196">
            <w:pPr>
              <w:pStyle w:val="TAL"/>
              <w:keepNext w:val="0"/>
              <w:rPr>
                <w:noProof/>
                <w:sz w:val="16"/>
                <w:szCs w:val="16"/>
              </w:rPr>
            </w:pPr>
            <w:r w:rsidRPr="001C0CC4">
              <w:rPr>
                <w:noProof/>
                <w:sz w:val="16"/>
                <w:szCs w:val="16"/>
              </w:rPr>
              <w:t>R4-1810229, Draft CR for TS 38.101-1: Spurious emission for UE coexistence table corrections, MediaTek, Inc.</w:t>
            </w:r>
          </w:p>
          <w:p w14:paraId="5FAEC761" w14:textId="77777777" w:rsidR="00DC7196" w:rsidRPr="001C0CC4" w:rsidRDefault="00DC7196" w:rsidP="00DC7196">
            <w:pPr>
              <w:pStyle w:val="TAL"/>
              <w:keepNext w:val="0"/>
              <w:rPr>
                <w:noProof/>
                <w:sz w:val="16"/>
                <w:szCs w:val="16"/>
              </w:rPr>
            </w:pPr>
            <w:r w:rsidRPr="001C0CC4">
              <w:rPr>
                <w:noProof/>
                <w:sz w:val="16"/>
                <w:szCs w:val="16"/>
              </w:rPr>
              <w:t>R4-1810230, Draft CR for TS38.101-1 to correct 90MHz UE CBW, LG Electronics, Inc.</w:t>
            </w:r>
          </w:p>
          <w:p w14:paraId="4F23C142" w14:textId="77777777" w:rsidR="00DC7196" w:rsidRPr="001C0CC4" w:rsidRDefault="00DC7196" w:rsidP="00DC7196">
            <w:pPr>
              <w:pStyle w:val="TAL"/>
              <w:keepNext w:val="0"/>
              <w:rPr>
                <w:noProof/>
                <w:sz w:val="16"/>
                <w:szCs w:val="16"/>
              </w:rPr>
            </w:pPr>
            <w:r w:rsidRPr="001C0CC4">
              <w:rPr>
                <w:noProof/>
                <w:sz w:val="16"/>
                <w:szCs w:val="16"/>
              </w:rPr>
              <w:t>R4-1810232, Draft CR for TS 38.101-1: Table 7.3.2-1 n77 reference sensitivity corrections, MediaTek, Inc.</w:t>
            </w:r>
          </w:p>
          <w:p w14:paraId="29B9E5D5" w14:textId="77777777" w:rsidR="00DC7196" w:rsidRPr="001C0CC4" w:rsidRDefault="00DC7196" w:rsidP="00DC7196">
            <w:pPr>
              <w:pStyle w:val="TAL"/>
              <w:keepNext w:val="0"/>
              <w:rPr>
                <w:noProof/>
                <w:sz w:val="16"/>
                <w:szCs w:val="16"/>
              </w:rPr>
            </w:pPr>
            <w:r w:rsidRPr="001C0CC4">
              <w:rPr>
                <w:noProof/>
                <w:sz w:val="16"/>
                <w:szCs w:val="16"/>
              </w:rPr>
              <w:t>R4-1810369, Draft CR to 38.101-1: Corrections on symbols and abbreviations in section 3, ZTE Corporation</w:t>
            </w:r>
          </w:p>
          <w:p w14:paraId="5BB2E296" w14:textId="77777777" w:rsidR="00DC7196" w:rsidRPr="001C0CC4" w:rsidRDefault="00DC7196" w:rsidP="00DC7196">
            <w:pPr>
              <w:pStyle w:val="TAL"/>
              <w:keepNext w:val="0"/>
              <w:rPr>
                <w:noProof/>
                <w:sz w:val="16"/>
                <w:szCs w:val="16"/>
              </w:rPr>
            </w:pPr>
            <w:r w:rsidRPr="001C0CC4">
              <w:rPr>
                <w:noProof/>
                <w:sz w:val="16"/>
                <w:szCs w:val="16"/>
              </w:rPr>
              <w:t>R4-1810376, Draft CR: General corrections to n71 requirements, Dish Network</w:t>
            </w:r>
          </w:p>
          <w:p w14:paraId="78AB75E5" w14:textId="77777777" w:rsidR="00DC7196" w:rsidRPr="001C0CC4" w:rsidRDefault="00DC7196" w:rsidP="00DC7196">
            <w:pPr>
              <w:pStyle w:val="TAL"/>
              <w:keepNext w:val="0"/>
              <w:rPr>
                <w:noProof/>
                <w:sz w:val="16"/>
                <w:szCs w:val="16"/>
              </w:rPr>
            </w:pPr>
            <w:r w:rsidRPr="001C0CC4">
              <w:rPr>
                <w:noProof/>
                <w:sz w:val="16"/>
                <w:szCs w:val="16"/>
              </w:rPr>
              <w:t>R4-1810428, Draft CR on TS38.101-1 for UE maximum output power for UL MIMO, OPPO</w:t>
            </w:r>
          </w:p>
          <w:p w14:paraId="64D6D77D" w14:textId="77777777" w:rsidR="00DC7196" w:rsidRPr="001C0CC4" w:rsidRDefault="00DC7196" w:rsidP="00DC7196">
            <w:pPr>
              <w:pStyle w:val="TAL"/>
              <w:keepNext w:val="0"/>
              <w:rPr>
                <w:noProof/>
                <w:sz w:val="16"/>
                <w:szCs w:val="16"/>
              </w:rPr>
            </w:pPr>
            <w:r w:rsidRPr="001C0CC4">
              <w:rPr>
                <w:noProof/>
                <w:sz w:val="16"/>
                <w:szCs w:val="16"/>
              </w:rPr>
              <w:t>R4-1810552, Correction of reference tables, OPPO</w:t>
            </w:r>
          </w:p>
          <w:p w14:paraId="2115B5A5" w14:textId="77777777" w:rsidR="00DC7196" w:rsidRPr="001C0CC4" w:rsidRDefault="00DC7196" w:rsidP="00DC7196">
            <w:pPr>
              <w:pStyle w:val="TAL"/>
              <w:keepNext w:val="0"/>
              <w:rPr>
                <w:noProof/>
                <w:sz w:val="16"/>
                <w:szCs w:val="16"/>
              </w:rPr>
            </w:pPr>
            <w:r w:rsidRPr="001C0CC4">
              <w:rPr>
                <w:noProof/>
                <w:sz w:val="16"/>
                <w:szCs w:val="16"/>
              </w:rPr>
              <w:t>R4-1810729, Draft CR for introduction of Band n74 for TS 38.101-1, NTT DOCOMO, Inc.</w:t>
            </w:r>
          </w:p>
          <w:p w14:paraId="58E64F9C" w14:textId="77777777" w:rsidR="00DC7196" w:rsidRPr="001C0CC4" w:rsidRDefault="00DC7196" w:rsidP="00DC7196">
            <w:pPr>
              <w:pStyle w:val="TAL"/>
              <w:keepNext w:val="0"/>
              <w:rPr>
                <w:noProof/>
                <w:sz w:val="16"/>
                <w:szCs w:val="16"/>
              </w:rPr>
            </w:pPr>
            <w:r w:rsidRPr="001C0CC4">
              <w:rPr>
                <w:noProof/>
                <w:sz w:val="16"/>
                <w:szCs w:val="16"/>
              </w:rPr>
              <w:t>R4-1810862, Draft CR to 38.101-1: Updates to Transmit Modulation Annex, Rohde &amp; Schwarz</w:t>
            </w:r>
          </w:p>
          <w:p w14:paraId="1688F741" w14:textId="77777777" w:rsidR="00DC7196" w:rsidRPr="001C0CC4" w:rsidRDefault="00DC7196" w:rsidP="00DC7196">
            <w:pPr>
              <w:pStyle w:val="TAL"/>
              <w:keepNext w:val="0"/>
              <w:rPr>
                <w:noProof/>
                <w:sz w:val="16"/>
                <w:szCs w:val="16"/>
              </w:rPr>
            </w:pPr>
            <w:r w:rsidRPr="001C0CC4">
              <w:rPr>
                <w:noProof/>
                <w:sz w:val="16"/>
                <w:szCs w:val="16"/>
              </w:rPr>
              <w:t>R4-1810892, CR to update Table 6.2D.1-2 for FR1, Qualcomm Incorporated</w:t>
            </w:r>
          </w:p>
          <w:p w14:paraId="1F823B74" w14:textId="77777777" w:rsidR="00DC7196" w:rsidRPr="001C0CC4" w:rsidRDefault="00DC7196" w:rsidP="00DC7196">
            <w:pPr>
              <w:pStyle w:val="TAL"/>
              <w:keepNext w:val="0"/>
              <w:rPr>
                <w:noProof/>
                <w:sz w:val="16"/>
                <w:szCs w:val="16"/>
              </w:rPr>
            </w:pPr>
            <w:r w:rsidRPr="001C0CC4">
              <w:rPr>
                <w:noProof/>
                <w:sz w:val="16"/>
                <w:szCs w:val="16"/>
              </w:rPr>
              <w:t>R4-1810961, CR on ACS minimum requirement, Intel Corporation</w:t>
            </w:r>
          </w:p>
          <w:p w14:paraId="622F8584" w14:textId="77777777" w:rsidR="00DC7196" w:rsidRPr="001C0CC4" w:rsidRDefault="00DC7196" w:rsidP="00DC7196">
            <w:pPr>
              <w:pStyle w:val="TAL"/>
              <w:keepNext w:val="0"/>
              <w:rPr>
                <w:noProof/>
                <w:sz w:val="16"/>
                <w:szCs w:val="16"/>
              </w:rPr>
            </w:pPr>
            <w:r w:rsidRPr="001C0CC4">
              <w:rPr>
                <w:noProof/>
                <w:sz w:val="16"/>
                <w:szCs w:val="16"/>
              </w:rPr>
              <w:t>R4-1810965, CR on Out-of-Band Blocking minimum requirement, Intel Corporation</w:t>
            </w:r>
          </w:p>
          <w:p w14:paraId="5421F184" w14:textId="77777777" w:rsidR="00DC7196" w:rsidRPr="001C0CC4" w:rsidRDefault="00DC7196" w:rsidP="00DC7196">
            <w:pPr>
              <w:pStyle w:val="TAL"/>
              <w:keepNext w:val="0"/>
              <w:rPr>
                <w:noProof/>
                <w:sz w:val="16"/>
                <w:szCs w:val="16"/>
              </w:rPr>
            </w:pPr>
            <w:r w:rsidRPr="001C0CC4">
              <w:rPr>
                <w:noProof/>
                <w:sz w:val="16"/>
                <w:szCs w:val="16"/>
              </w:rPr>
              <w:t>R4-1810967, CR on Rx Intermodulation characteristics for CA, Intel Corporation</w:t>
            </w:r>
          </w:p>
          <w:p w14:paraId="353B499E" w14:textId="77777777" w:rsidR="00DC7196" w:rsidRPr="001C0CC4" w:rsidRDefault="00DC7196" w:rsidP="00DC7196">
            <w:pPr>
              <w:pStyle w:val="TAL"/>
              <w:keepNext w:val="0"/>
              <w:rPr>
                <w:noProof/>
                <w:sz w:val="16"/>
                <w:szCs w:val="16"/>
              </w:rPr>
            </w:pPr>
            <w:r w:rsidRPr="001C0CC4">
              <w:rPr>
                <w:noProof/>
                <w:sz w:val="16"/>
                <w:szCs w:val="16"/>
              </w:rPr>
              <w:t>R4-1810974, Annex lettering change for 38.101-1, Qualcomm Incorporated</w:t>
            </w:r>
          </w:p>
          <w:p w14:paraId="3E84051F" w14:textId="77777777" w:rsidR="00DC7196" w:rsidRPr="001C0CC4" w:rsidRDefault="00DC7196" w:rsidP="00DC7196">
            <w:pPr>
              <w:pStyle w:val="TAL"/>
              <w:keepNext w:val="0"/>
              <w:rPr>
                <w:noProof/>
                <w:sz w:val="16"/>
                <w:szCs w:val="16"/>
              </w:rPr>
            </w:pPr>
            <w:r w:rsidRPr="001C0CC4">
              <w:rPr>
                <w:noProof/>
                <w:sz w:val="16"/>
                <w:szCs w:val="16"/>
              </w:rPr>
              <w:t>R4-1811189, CR to add more details to Coherent UL MIMO spec for FR1, Qualcomm Incorporated</w:t>
            </w:r>
          </w:p>
          <w:p w14:paraId="69C53E1E" w14:textId="77777777" w:rsidR="00DC7196" w:rsidRPr="001C0CC4" w:rsidRDefault="00DC7196" w:rsidP="00DC7196">
            <w:pPr>
              <w:pStyle w:val="TAL"/>
              <w:keepNext w:val="0"/>
              <w:rPr>
                <w:noProof/>
                <w:sz w:val="16"/>
                <w:szCs w:val="16"/>
              </w:rPr>
            </w:pPr>
            <w:r w:rsidRPr="001C0CC4">
              <w:rPr>
                <w:noProof/>
                <w:sz w:val="16"/>
                <w:szCs w:val="16"/>
              </w:rPr>
              <w:t>R4-1811280, Corrections of NR receiver characteristics titles, Vivo</w:t>
            </w:r>
          </w:p>
          <w:p w14:paraId="4EECE628" w14:textId="77777777" w:rsidR="00DC7196" w:rsidRPr="001C0CC4" w:rsidRDefault="00DC7196" w:rsidP="00DC7196">
            <w:pPr>
              <w:pStyle w:val="TAL"/>
              <w:keepNext w:val="0"/>
              <w:rPr>
                <w:noProof/>
                <w:sz w:val="16"/>
                <w:szCs w:val="16"/>
              </w:rPr>
            </w:pPr>
            <w:r w:rsidRPr="001C0CC4">
              <w:rPr>
                <w:noProof/>
                <w:sz w:val="16"/>
                <w:szCs w:val="16"/>
              </w:rPr>
              <w:t>R4-1811455, Draft CR on DL Physical Channel for FR1 RF tests, Qualcomm Europe Inc. (Spain)</w:t>
            </w:r>
          </w:p>
          <w:p w14:paraId="71465D87" w14:textId="77777777" w:rsidR="00DC7196" w:rsidRPr="001C0CC4" w:rsidRDefault="00DC7196" w:rsidP="00DC7196">
            <w:pPr>
              <w:pStyle w:val="TAL"/>
              <w:keepNext w:val="0"/>
              <w:rPr>
                <w:noProof/>
                <w:sz w:val="16"/>
                <w:szCs w:val="16"/>
              </w:rPr>
            </w:pPr>
            <w:bookmarkStart w:id="1466" w:name="_Hlk523323295"/>
            <w:r w:rsidRPr="001C0CC4">
              <w:rPr>
                <w:noProof/>
                <w:sz w:val="16"/>
                <w:szCs w:val="16"/>
              </w:rPr>
              <w:t>R4-1811457</w:t>
            </w:r>
            <w:bookmarkEnd w:id="1466"/>
            <w:r w:rsidRPr="001C0CC4">
              <w:rPr>
                <w:noProof/>
                <w:sz w:val="16"/>
                <w:szCs w:val="16"/>
              </w:rPr>
              <w:t>, NS numbering, Qualcomm Incorporated</w:t>
            </w:r>
          </w:p>
          <w:p w14:paraId="337EEB72" w14:textId="77777777" w:rsidR="00DC7196" w:rsidRPr="001C0CC4" w:rsidRDefault="00DC7196" w:rsidP="00DC7196">
            <w:pPr>
              <w:pStyle w:val="TAL"/>
              <w:keepNext w:val="0"/>
              <w:rPr>
                <w:noProof/>
                <w:sz w:val="16"/>
                <w:szCs w:val="16"/>
              </w:rPr>
            </w:pPr>
            <w:r w:rsidRPr="001C0CC4">
              <w:rPr>
                <w:noProof/>
                <w:sz w:val="16"/>
                <w:szCs w:val="16"/>
              </w:rPr>
              <w:t>R4-1811459, Correction on UE transmitter requirement for FR1, CATT</w:t>
            </w:r>
          </w:p>
          <w:p w14:paraId="271B415E" w14:textId="77777777" w:rsidR="00DC7196" w:rsidRPr="001C0CC4" w:rsidRDefault="00DC7196" w:rsidP="00DC7196">
            <w:pPr>
              <w:pStyle w:val="TAL"/>
              <w:keepNext w:val="0"/>
              <w:rPr>
                <w:noProof/>
                <w:sz w:val="16"/>
                <w:szCs w:val="16"/>
              </w:rPr>
            </w:pPr>
            <w:r w:rsidRPr="001C0CC4">
              <w:rPr>
                <w:noProof/>
                <w:sz w:val="16"/>
                <w:szCs w:val="16"/>
              </w:rPr>
              <w:t>R4-1811463, Draft CR for 38.101-1: Addition of missing NR CA configurations n8-n75 and n28-n75, VodafoneItalia SpA</w:t>
            </w:r>
          </w:p>
          <w:p w14:paraId="5BA77B87" w14:textId="77777777" w:rsidR="00DC7196" w:rsidRPr="001C0CC4" w:rsidRDefault="00DC7196" w:rsidP="00DC7196">
            <w:pPr>
              <w:pStyle w:val="TAL"/>
              <w:keepNext w:val="0"/>
              <w:rPr>
                <w:noProof/>
                <w:sz w:val="16"/>
                <w:szCs w:val="16"/>
              </w:rPr>
            </w:pPr>
            <w:r w:rsidRPr="001C0CC4">
              <w:rPr>
                <w:noProof/>
                <w:sz w:val="16"/>
                <w:szCs w:val="16"/>
              </w:rPr>
              <w:t>R4-1811472, Addition parameters about n51 in TS 38.101-1, Huawei, Hisilicon, Etisalat</w:t>
            </w:r>
          </w:p>
          <w:p w14:paraId="433AD5B7" w14:textId="77777777" w:rsidR="00DC7196" w:rsidRPr="001C0CC4" w:rsidRDefault="00DC7196" w:rsidP="00DC7196">
            <w:pPr>
              <w:pStyle w:val="TAL"/>
              <w:keepNext w:val="0"/>
              <w:rPr>
                <w:noProof/>
                <w:sz w:val="16"/>
                <w:szCs w:val="16"/>
              </w:rPr>
            </w:pPr>
            <w:r w:rsidRPr="001C0CC4">
              <w:rPr>
                <w:noProof/>
                <w:sz w:val="16"/>
                <w:szCs w:val="16"/>
              </w:rPr>
              <w:t>R4-1811474, CR CP- OFDM almost contiguous allocation, Nokia, Nokia Shanghai Bell</w:t>
            </w:r>
          </w:p>
          <w:p w14:paraId="4325A7FE" w14:textId="77777777" w:rsidR="00DC7196" w:rsidRPr="001C0CC4" w:rsidRDefault="00DC7196" w:rsidP="00DC7196">
            <w:pPr>
              <w:pStyle w:val="TAL"/>
              <w:keepNext w:val="0"/>
              <w:rPr>
                <w:noProof/>
                <w:sz w:val="16"/>
                <w:szCs w:val="16"/>
              </w:rPr>
            </w:pPr>
            <w:r w:rsidRPr="001C0CC4">
              <w:rPr>
                <w:noProof/>
                <w:sz w:val="16"/>
                <w:szCs w:val="16"/>
              </w:rPr>
              <w:t>R4-1811477, Draft CR to 38.101-1: FR1 Power Control, Qualcomm Incorporated</w:t>
            </w:r>
          </w:p>
          <w:p w14:paraId="16AAA54D" w14:textId="77777777" w:rsidR="00DC7196" w:rsidRPr="001C0CC4" w:rsidRDefault="00DC7196" w:rsidP="00DC7196">
            <w:pPr>
              <w:pStyle w:val="TAL"/>
              <w:keepNext w:val="0"/>
              <w:rPr>
                <w:noProof/>
                <w:sz w:val="16"/>
                <w:szCs w:val="16"/>
              </w:rPr>
            </w:pPr>
            <w:r w:rsidRPr="001C0CC4">
              <w:rPr>
                <w:noProof/>
                <w:sz w:val="16"/>
                <w:szCs w:val="16"/>
              </w:rPr>
              <w:t>R4-1811478, A-MPR correction for n20 and n28, Huawei, HiSilicon</w:t>
            </w:r>
          </w:p>
          <w:p w14:paraId="2B942F46" w14:textId="77777777" w:rsidR="00DC7196" w:rsidRPr="001C0CC4" w:rsidRDefault="00DC7196" w:rsidP="00DC7196">
            <w:pPr>
              <w:pStyle w:val="TAL"/>
              <w:keepNext w:val="0"/>
              <w:rPr>
                <w:noProof/>
                <w:sz w:val="16"/>
                <w:szCs w:val="16"/>
              </w:rPr>
            </w:pPr>
            <w:r w:rsidRPr="001C0CC4">
              <w:rPr>
                <w:noProof/>
                <w:sz w:val="16"/>
                <w:szCs w:val="16"/>
              </w:rPr>
              <w:t>R4-1811490, Draft CR to 38.101-1: Addition of Carrier Leakage table, Rohde &amp; Schwarz</w:t>
            </w:r>
          </w:p>
          <w:p w14:paraId="6EE66206" w14:textId="77777777" w:rsidR="00DC7196" w:rsidRPr="001C0CC4" w:rsidRDefault="00DC7196" w:rsidP="00DC7196">
            <w:pPr>
              <w:pStyle w:val="TAL"/>
              <w:keepNext w:val="0"/>
              <w:rPr>
                <w:noProof/>
                <w:sz w:val="16"/>
                <w:szCs w:val="16"/>
              </w:rPr>
            </w:pPr>
            <w:r w:rsidRPr="001C0CC4">
              <w:rPr>
                <w:noProof/>
                <w:sz w:val="16"/>
                <w:szCs w:val="16"/>
              </w:rPr>
              <w:t>R4-1811491, Draft CR for TS38.101-1 on transmit signal quality, OPPO</w:t>
            </w:r>
          </w:p>
          <w:p w14:paraId="174B78F8" w14:textId="77777777" w:rsidR="00DC7196" w:rsidRPr="001C0CC4" w:rsidRDefault="00DC7196" w:rsidP="00DC7196">
            <w:pPr>
              <w:pStyle w:val="TAL"/>
              <w:keepNext w:val="0"/>
              <w:rPr>
                <w:noProof/>
                <w:sz w:val="16"/>
                <w:szCs w:val="16"/>
              </w:rPr>
            </w:pPr>
            <w:r w:rsidRPr="001C0CC4">
              <w:rPr>
                <w:noProof/>
                <w:sz w:val="16"/>
                <w:szCs w:val="16"/>
              </w:rPr>
              <w:t>R4-1811493, CR to TS 38.101-1: pi/2 BPSK with Spectrum Shaping, Indian Institute of Tech (M),Indian Institute of Tech (H), CEWiT,  Nokia</w:t>
            </w:r>
          </w:p>
          <w:p w14:paraId="456C6E14" w14:textId="77777777" w:rsidR="00DC7196" w:rsidRPr="001C0CC4" w:rsidRDefault="00DC7196" w:rsidP="00DC7196">
            <w:pPr>
              <w:pStyle w:val="TAL"/>
              <w:keepNext w:val="0"/>
              <w:rPr>
                <w:noProof/>
                <w:sz w:val="16"/>
                <w:szCs w:val="16"/>
              </w:rPr>
            </w:pPr>
            <w:r w:rsidRPr="001C0CC4">
              <w:rPr>
                <w:noProof/>
                <w:sz w:val="16"/>
                <w:szCs w:val="16"/>
              </w:rPr>
              <w:t>R4-1811513, A proposal on 2UL co-ex table modification, SoftBank Corp.</w:t>
            </w:r>
          </w:p>
          <w:p w14:paraId="6BC7C0A4" w14:textId="77777777" w:rsidR="00DC7196" w:rsidRPr="001C0CC4" w:rsidRDefault="00DC7196" w:rsidP="00DC7196">
            <w:pPr>
              <w:pStyle w:val="TAL"/>
              <w:keepNext w:val="0"/>
              <w:rPr>
                <w:noProof/>
                <w:sz w:val="16"/>
                <w:szCs w:val="16"/>
              </w:rPr>
            </w:pPr>
            <w:r w:rsidRPr="001C0CC4">
              <w:rPr>
                <w:noProof/>
                <w:sz w:val="16"/>
                <w:szCs w:val="16"/>
              </w:rPr>
              <w:t>R4-1811514, Draft CR to TS 38.101-1: Clarification on OCNG, Keysight Technologies UK Ltd</w:t>
            </w:r>
          </w:p>
          <w:p w14:paraId="69364970" w14:textId="77777777" w:rsidR="00DC7196" w:rsidRPr="001C0CC4" w:rsidRDefault="00DC7196" w:rsidP="00DC7196">
            <w:pPr>
              <w:pStyle w:val="TAL"/>
              <w:keepNext w:val="0"/>
              <w:rPr>
                <w:noProof/>
                <w:sz w:val="16"/>
                <w:szCs w:val="16"/>
              </w:rPr>
            </w:pPr>
            <w:r w:rsidRPr="001C0CC4">
              <w:rPr>
                <w:noProof/>
                <w:sz w:val="16"/>
                <w:szCs w:val="16"/>
              </w:rPr>
              <w:t>R4-1811516, Draft CR on NR DL FRCs for FR1 UE RF requirements, Intel Corporation</w:t>
            </w:r>
          </w:p>
          <w:p w14:paraId="62AC4340" w14:textId="77777777" w:rsidR="00DC7196" w:rsidRPr="001C0CC4" w:rsidRDefault="00DC7196" w:rsidP="00DC7196">
            <w:pPr>
              <w:pStyle w:val="TAL"/>
              <w:keepNext w:val="0"/>
              <w:rPr>
                <w:noProof/>
                <w:sz w:val="16"/>
                <w:szCs w:val="16"/>
              </w:rPr>
            </w:pPr>
            <w:r w:rsidRPr="001C0CC4">
              <w:rPr>
                <w:noProof/>
                <w:sz w:val="16"/>
                <w:szCs w:val="16"/>
              </w:rPr>
              <w:t>R4-1811550,</w:t>
            </w:r>
            <w:r w:rsidRPr="001C0CC4">
              <w:t xml:space="preserve"> </w:t>
            </w:r>
            <w:r w:rsidRPr="001C0CC4">
              <w:rPr>
                <w:noProof/>
                <w:sz w:val="16"/>
                <w:szCs w:val="16"/>
              </w:rPr>
              <w:t>Draft CR to TS 38.101-1 on  channel bandwidth and spacing descriptions,</w:t>
            </w:r>
            <w:r w:rsidRPr="001C0CC4">
              <w:t xml:space="preserve"> </w:t>
            </w:r>
            <w:r w:rsidRPr="001C0CC4">
              <w:rPr>
                <w:noProof/>
                <w:sz w:val="16"/>
                <w:szCs w:val="16"/>
              </w:rPr>
              <w:t>Ericsson</w:t>
            </w:r>
          </w:p>
          <w:p w14:paraId="059CC7DE" w14:textId="77777777" w:rsidR="00DC7196" w:rsidRPr="001C0CC4" w:rsidRDefault="00DC7196" w:rsidP="00DC7196">
            <w:pPr>
              <w:pStyle w:val="TAL"/>
              <w:keepNext w:val="0"/>
              <w:rPr>
                <w:noProof/>
                <w:sz w:val="16"/>
                <w:szCs w:val="16"/>
              </w:rPr>
            </w:pPr>
            <w:r w:rsidRPr="001C0CC4">
              <w:rPr>
                <w:noProof/>
                <w:sz w:val="16"/>
                <w:szCs w:val="16"/>
              </w:rPr>
              <w:t>R4-1811553,</w:t>
            </w:r>
            <w:r w:rsidRPr="001C0CC4">
              <w:t xml:space="preserve"> </w:t>
            </w:r>
            <w:r w:rsidRPr="001C0CC4">
              <w:rPr>
                <w:noProof/>
                <w:sz w:val="16"/>
                <w:szCs w:val="16"/>
              </w:rPr>
              <w:t>Draft CR to 38.101-1: Corrections on description of channel raster entries,</w:t>
            </w:r>
            <w:r w:rsidRPr="001C0CC4">
              <w:t xml:space="preserve"> </w:t>
            </w:r>
            <w:r w:rsidRPr="001C0CC4">
              <w:rPr>
                <w:noProof/>
                <w:sz w:val="16"/>
                <w:szCs w:val="16"/>
              </w:rPr>
              <w:t>ZTE Corporation</w:t>
            </w:r>
          </w:p>
          <w:p w14:paraId="6AAC4C6A" w14:textId="77777777" w:rsidR="00DC7196" w:rsidRPr="001C0CC4" w:rsidRDefault="00DC7196" w:rsidP="00DC7196">
            <w:pPr>
              <w:pStyle w:val="TAL"/>
              <w:keepNext w:val="0"/>
              <w:rPr>
                <w:noProof/>
                <w:sz w:val="16"/>
                <w:szCs w:val="16"/>
              </w:rPr>
            </w:pPr>
            <w:r w:rsidRPr="001C0CC4">
              <w:rPr>
                <w:noProof/>
                <w:sz w:val="16"/>
                <w:szCs w:val="16"/>
              </w:rPr>
              <w:t>R4-1811783,</w:t>
            </w:r>
            <w:r w:rsidRPr="001C0CC4">
              <w:t xml:space="preserve"> </w:t>
            </w:r>
            <w:r w:rsidRPr="001C0CC4">
              <w:rPr>
                <w:noProof/>
                <w:sz w:val="16"/>
                <w:szCs w:val="16"/>
              </w:rPr>
              <w:t>Measurement period of PRACH time mask,</w:t>
            </w:r>
            <w:r w:rsidRPr="001C0CC4">
              <w:t xml:space="preserve"> </w:t>
            </w:r>
            <w:r w:rsidRPr="001C0CC4">
              <w:rPr>
                <w:noProof/>
                <w:sz w:val="16"/>
                <w:szCs w:val="16"/>
              </w:rPr>
              <w:t>CATT</w:t>
            </w:r>
          </w:p>
          <w:p w14:paraId="6EFC6442" w14:textId="77777777" w:rsidR="00DC7196" w:rsidRPr="001C0CC4" w:rsidRDefault="00DC7196" w:rsidP="00DC7196">
            <w:pPr>
              <w:pStyle w:val="TAL"/>
              <w:keepNext w:val="0"/>
              <w:rPr>
                <w:noProof/>
                <w:sz w:val="16"/>
                <w:szCs w:val="16"/>
              </w:rPr>
            </w:pPr>
            <w:r w:rsidRPr="001C0CC4">
              <w:rPr>
                <w:noProof/>
                <w:sz w:val="16"/>
                <w:szCs w:val="16"/>
              </w:rPr>
              <w:t>R4-1811792,</w:t>
            </w:r>
            <w:r w:rsidRPr="001C0CC4">
              <w:t xml:space="preserve"> </w:t>
            </w:r>
            <w:r w:rsidRPr="001C0CC4">
              <w:rPr>
                <w:noProof/>
                <w:sz w:val="16"/>
                <w:szCs w:val="16"/>
              </w:rPr>
              <w:t>Draft CR for A-MPR revision for n1,</w:t>
            </w:r>
            <w:r w:rsidRPr="001C0CC4">
              <w:t xml:space="preserve"> </w:t>
            </w:r>
            <w:r w:rsidRPr="001C0CC4">
              <w:rPr>
                <w:noProof/>
                <w:sz w:val="16"/>
                <w:szCs w:val="16"/>
              </w:rPr>
              <w:t>NTT DOCOMO, INC.</w:t>
            </w:r>
          </w:p>
          <w:p w14:paraId="639F2B70" w14:textId="77777777" w:rsidR="00DC7196" w:rsidRPr="001C0CC4" w:rsidRDefault="00DC7196" w:rsidP="00DC7196">
            <w:pPr>
              <w:pStyle w:val="TAL"/>
              <w:keepNext w:val="0"/>
              <w:rPr>
                <w:noProof/>
                <w:sz w:val="16"/>
                <w:szCs w:val="16"/>
              </w:rPr>
            </w:pPr>
            <w:r w:rsidRPr="001C0CC4">
              <w:rPr>
                <w:noProof/>
                <w:sz w:val="16"/>
                <w:szCs w:val="16"/>
              </w:rPr>
              <w:t>R4-1811798,</w:t>
            </w:r>
            <w:r w:rsidRPr="001C0CC4">
              <w:t xml:space="preserve"> </w:t>
            </w:r>
            <w:r w:rsidRPr="001C0CC4">
              <w:rPr>
                <w:noProof/>
                <w:sz w:val="16"/>
                <w:szCs w:val="16"/>
              </w:rPr>
              <w:t>Draft CR for Pcmax for FR1,</w:t>
            </w:r>
            <w:r w:rsidRPr="001C0CC4">
              <w:t xml:space="preserve"> </w:t>
            </w:r>
            <w:r w:rsidRPr="001C0CC4">
              <w:rPr>
                <w:noProof/>
                <w:sz w:val="16"/>
                <w:szCs w:val="16"/>
              </w:rPr>
              <w:t>Qualcomm Incorporated</w:t>
            </w:r>
          </w:p>
          <w:p w14:paraId="6C526471" w14:textId="77777777" w:rsidR="00DC7196" w:rsidRPr="001C0CC4" w:rsidRDefault="00DC7196" w:rsidP="00DC7196">
            <w:pPr>
              <w:pStyle w:val="TAL"/>
              <w:keepNext w:val="0"/>
              <w:rPr>
                <w:noProof/>
                <w:sz w:val="16"/>
                <w:szCs w:val="16"/>
              </w:rPr>
            </w:pPr>
            <w:r w:rsidRPr="001C0CC4">
              <w:rPr>
                <w:noProof/>
                <w:sz w:val="16"/>
                <w:szCs w:val="16"/>
              </w:rPr>
              <w:t>R4-1811799,</w:t>
            </w:r>
            <w:r w:rsidRPr="001C0CC4">
              <w:t xml:space="preserve"> </w:t>
            </w:r>
            <w:r w:rsidRPr="001C0CC4">
              <w:rPr>
                <w:noProof/>
                <w:sz w:val="16"/>
                <w:szCs w:val="16"/>
              </w:rPr>
              <w:t>Pcmax for inter-band NR CA FR1 draft CR,</w:t>
            </w:r>
            <w:r w:rsidRPr="001C0CC4">
              <w:t xml:space="preserve"> </w:t>
            </w:r>
            <w:r w:rsidRPr="001C0CC4">
              <w:rPr>
                <w:noProof/>
                <w:sz w:val="16"/>
                <w:szCs w:val="16"/>
              </w:rPr>
              <w:t>InterDigital, Inc.</w:t>
            </w:r>
          </w:p>
          <w:p w14:paraId="2FE42D73" w14:textId="77777777" w:rsidR="00DC7196" w:rsidRPr="001C0CC4" w:rsidRDefault="00DC7196" w:rsidP="00DC7196">
            <w:pPr>
              <w:pStyle w:val="TAL"/>
              <w:keepNext w:val="0"/>
              <w:rPr>
                <w:noProof/>
                <w:sz w:val="16"/>
                <w:szCs w:val="16"/>
              </w:rPr>
            </w:pPr>
            <w:r w:rsidRPr="001C0CC4">
              <w:rPr>
                <w:noProof/>
                <w:sz w:val="16"/>
                <w:szCs w:val="16"/>
              </w:rPr>
              <w:t>R4-1811812, Draft CR to 38.101-1: On FR1 AMPR Band n41 NS_04,</w:t>
            </w:r>
            <w:r w:rsidRPr="001C0CC4">
              <w:t xml:space="preserve"> </w:t>
            </w:r>
            <w:r w:rsidRPr="001C0CC4">
              <w:rPr>
                <w:noProof/>
                <w:sz w:val="16"/>
                <w:szCs w:val="16"/>
              </w:rPr>
              <w:t>Qualcomm Incorporated</w:t>
            </w:r>
          </w:p>
          <w:p w14:paraId="5FB06BEB" w14:textId="77777777" w:rsidR="00DC7196" w:rsidRPr="001C0CC4" w:rsidRDefault="00DC7196" w:rsidP="00DC7196">
            <w:pPr>
              <w:pStyle w:val="TAL"/>
              <w:keepNext w:val="0"/>
              <w:rPr>
                <w:noProof/>
                <w:sz w:val="16"/>
                <w:szCs w:val="16"/>
              </w:rPr>
            </w:pPr>
            <w:r w:rsidRPr="001C0CC4">
              <w:rPr>
                <w:noProof/>
                <w:sz w:val="16"/>
                <w:szCs w:val="16"/>
              </w:rPr>
              <w:t>R4-1811816,</w:t>
            </w:r>
            <w:r w:rsidRPr="001C0CC4">
              <w:t xml:space="preserve"> </w:t>
            </w:r>
            <w:r w:rsidRPr="001C0CC4">
              <w:rPr>
                <w:noProof/>
                <w:sz w:val="16"/>
                <w:szCs w:val="16"/>
              </w:rPr>
              <w:t>CR to update the definition of Long and Short subslot for FR1,</w:t>
            </w:r>
            <w:r w:rsidRPr="001C0CC4">
              <w:t xml:space="preserve"> </w:t>
            </w:r>
            <w:r w:rsidRPr="001C0CC4">
              <w:rPr>
                <w:noProof/>
                <w:sz w:val="16"/>
                <w:szCs w:val="16"/>
              </w:rPr>
              <w:t>Qualcomm</w:t>
            </w:r>
          </w:p>
          <w:p w14:paraId="0E28F9BB" w14:textId="77777777" w:rsidR="00DC7196" w:rsidRPr="001C0CC4" w:rsidRDefault="00DC7196" w:rsidP="00DC7196">
            <w:pPr>
              <w:pStyle w:val="TAL"/>
              <w:keepNext w:val="0"/>
              <w:rPr>
                <w:noProof/>
                <w:sz w:val="16"/>
                <w:szCs w:val="16"/>
              </w:rPr>
            </w:pPr>
            <w:r w:rsidRPr="001C0CC4">
              <w:rPr>
                <w:noProof/>
                <w:sz w:val="16"/>
                <w:szCs w:val="16"/>
              </w:rPr>
              <w:t>R4-1811894, Addition parameters about n50 in TS 38.101-1, Huawei</w:t>
            </w:r>
          </w:p>
          <w:p w14:paraId="550128DD" w14:textId="77777777" w:rsidR="00DC7196" w:rsidRPr="001C0CC4" w:rsidRDefault="00DC7196" w:rsidP="00DC7196">
            <w:pPr>
              <w:pStyle w:val="TAL"/>
              <w:keepNext w:val="0"/>
              <w:rPr>
                <w:noProof/>
                <w:sz w:val="16"/>
                <w:szCs w:val="16"/>
              </w:rPr>
            </w:pPr>
            <w:r w:rsidRPr="001C0CC4">
              <w:rPr>
                <w:noProof/>
                <w:sz w:val="16"/>
                <w:szCs w:val="16"/>
              </w:rPr>
              <w:t>R4-1811896,</w:t>
            </w:r>
            <w:r w:rsidRPr="001C0CC4">
              <w:t xml:space="preserve"> </w:t>
            </w:r>
            <w:r w:rsidRPr="001C0CC4">
              <w:rPr>
                <w:noProof/>
                <w:sz w:val="16"/>
                <w:szCs w:val="16"/>
              </w:rPr>
              <w:t>Draft CR for TS 38.101-1: n41 GSCN range modification,</w:t>
            </w:r>
            <w:r w:rsidRPr="001C0CC4">
              <w:t xml:space="preserve"> </w:t>
            </w:r>
            <w:r w:rsidRPr="001C0CC4">
              <w:rPr>
                <w:noProof/>
                <w:sz w:val="16"/>
                <w:szCs w:val="16"/>
              </w:rPr>
              <w:t>MediaTek Inc.</w:t>
            </w:r>
          </w:p>
          <w:p w14:paraId="28898D63" w14:textId="77777777" w:rsidR="00DC7196" w:rsidRPr="001C0CC4" w:rsidRDefault="00DC7196" w:rsidP="00DC7196">
            <w:pPr>
              <w:pStyle w:val="TAL"/>
              <w:keepNext w:val="0"/>
              <w:rPr>
                <w:noProof/>
                <w:sz w:val="16"/>
                <w:szCs w:val="16"/>
              </w:rPr>
            </w:pPr>
            <w:r w:rsidRPr="001C0CC4">
              <w:rPr>
                <w:noProof/>
                <w:sz w:val="16"/>
                <w:szCs w:val="16"/>
              </w:rPr>
              <w:t>R4-1811285, Draft CR TS 38.101-1: NS_04 A-MPR' and spurious emisison corrections, Sprint</w:t>
            </w:r>
          </w:p>
        </w:tc>
        <w:tc>
          <w:tcPr>
            <w:tcW w:w="708" w:type="dxa"/>
            <w:shd w:val="solid" w:color="FFFFFF" w:fill="auto"/>
          </w:tcPr>
          <w:p w14:paraId="4001E668" w14:textId="77777777" w:rsidR="00DC7196" w:rsidRPr="001C0CC4" w:rsidRDefault="00DC7196" w:rsidP="00DC7196">
            <w:pPr>
              <w:pStyle w:val="TAC"/>
              <w:keepNext w:val="0"/>
              <w:rPr>
                <w:sz w:val="16"/>
                <w:szCs w:val="16"/>
              </w:rPr>
            </w:pPr>
            <w:r w:rsidRPr="001C0CC4">
              <w:rPr>
                <w:sz w:val="16"/>
                <w:szCs w:val="16"/>
              </w:rPr>
              <w:t>15.3.0</w:t>
            </w:r>
          </w:p>
        </w:tc>
      </w:tr>
      <w:tr w:rsidR="00DC7196" w:rsidRPr="001C0CC4" w14:paraId="4345DF13" w14:textId="77777777" w:rsidTr="00DC7196">
        <w:trPr>
          <w:jc w:val="center"/>
        </w:trPr>
        <w:tc>
          <w:tcPr>
            <w:tcW w:w="800" w:type="dxa"/>
            <w:shd w:val="solid" w:color="FFFFFF" w:fill="auto"/>
          </w:tcPr>
          <w:p w14:paraId="6F19301D" w14:textId="77777777" w:rsidR="00DC7196" w:rsidRPr="001C0CC4" w:rsidRDefault="00DC7196" w:rsidP="00DC7196">
            <w:pPr>
              <w:pStyle w:val="TAC"/>
              <w:keepNext w:val="0"/>
              <w:rPr>
                <w:sz w:val="16"/>
                <w:szCs w:val="16"/>
              </w:rPr>
            </w:pPr>
            <w:r w:rsidRPr="001C0CC4">
              <w:rPr>
                <w:sz w:val="16"/>
                <w:szCs w:val="16"/>
              </w:rPr>
              <w:t>2018-12</w:t>
            </w:r>
          </w:p>
        </w:tc>
        <w:tc>
          <w:tcPr>
            <w:tcW w:w="800" w:type="dxa"/>
            <w:shd w:val="solid" w:color="FFFFFF" w:fill="auto"/>
          </w:tcPr>
          <w:p w14:paraId="3457B123" w14:textId="77777777" w:rsidR="00DC7196" w:rsidRPr="001C0CC4" w:rsidRDefault="00DC7196" w:rsidP="00DC7196">
            <w:pPr>
              <w:pStyle w:val="TAC"/>
              <w:keepNext w:val="0"/>
              <w:rPr>
                <w:sz w:val="16"/>
                <w:szCs w:val="16"/>
              </w:rPr>
            </w:pPr>
            <w:r w:rsidRPr="001C0CC4">
              <w:rPr>
                <w:sz w:val="16"/>
                <w:szCs w:val="16"/>
              </w:rPr>
              <w:t>RAN#82</w:t>
            </w:r>
          </w:p>
        </w:tc>
        <w:tc>
          <w:tcPr>
            <w:tcW w:w="944" w:type="dxa"/>
            <w:shd w:val="solid" w:color="FFFFFF" w:fill="auto"/>
          </w:tcPr>
          <w:p w14:paraId="23335512" w14:textId="77777777" w:rsidR="00DC7196" w:rsidRPr="001C0CC4" w:rsidRDefault="00DC7196" w:rsidP="00DC7196">
            <w:pPr>
              <w:pStyle w:val="TAL"/>
              <w:keepNext w:val="0"/>
              <w:rPr>
                <w:sz w:val="16"/>
                <w:szCs w:val="16"/>
              </w:rPr>
            </w:pPr>
            <w:r w:rsidRPr="001C0CC4">
              <w:rPr>
                <w:sz w:val="16"/>
                <w:szCs w:val="16"/>
              </w:rPr>
              <w:t>RP-182836</w:t>
            </w:r>
          </w:p>
        </w:tc>
        <w:tc>
          <w:tcPr>
            <w:tcW w:w="575" w:type="dxa"/>
            <w:shd w:val="solid" w:color="FFFFFF" w:fill="auto"/>
          </w:tcPr>
          <w:p w14:paraId="035366B7" w14:textId="77777777" w:rsidR="00DC7196" w:rsidRPr="001C0CC4" w:rsidRDefault="00DC7196" w:rsidP="00DC7196">
            <w:pPr>
              <w:pStyle w:val="TAL"/>
              <w:keepNext w:val="0"/>
              <w:rPr>
                <w:sz w:val="16"/>
                <w:szCs w:val="16"/>
              </w:rPr>
            </w:pPr>
            <w:r w:rsidRPr="001C0CC4">
              <w:rPr>
                <w:sz w:val="16"/>
                <w:szCs w:val="16"/>
              </w:rPr>
              <w:t>0029</w:t>
            </w:r>
          </w:p>
        </w:tc>
        <w:tc>
          <w:tcPr>
            <w:tcW w:w="425" w:type="dxa"/>
            <w:shd w:val="solid" w:color="FFFFFF" w:fill="auto"/>
          </w:tcPr>
          <w:p w14:paraId="31981F6C" w14:textId="77777777" w:rsidR="00DC7196" w:rsidRPr="001C0CC4" w:rsidRDefault="00DC7196" w:rsidP="00DC7196">
            <w:pPr>
              <w:pStyle w:val="TAR"/>
              <w:keepNext w:val="0"/>
              <w:rPr>
                <w:sz w:val="16"/>
                <w:szCs w:val="16"/>
              </w:rPr>
            </w:pPr>
            <w:r w:rsidRPr="001C0CC4">
              <w:rPr>
                <w:sz w:val="16"/>
                <w:szCs w:val="16"/>
              </w:rPr>
              <w:t>1</w:t>
            </w:r>
          </w:p>
        </w:tc>
        <w:tc>
          <w:tcPr>
            <w:tcW w:w="425" w:type="dxa"/>
            <w:shd w:val="solid" w:color="FFFFFF" w:fill="auto"/>
          </w:tcPr>
          <w:p w14:paraId="33FA3AC5"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21AD5B74" w14:textId="77777777" w:rsidR="00DC7196" w:rsidRPr="001C0CC4" w:rsidRDefault="00DC7196" w:rsidP="00DC7196">
            <w:pPr>
              <w:pStyle w:val="TAL"/>
              <w:keepNext w:val="0"/>
              <w:rPr>
                <w:noProof/>
                <w:sz w:val="16"/>
                <w:szCs w:val="16"/>
              </w:rPr>
            </w:pPr>
            <w:r w:rsidRPr="001C0CC4">
              <w:rPr>
                <w:noProof/>
                <w:sz w:val="16"/>
                <w:szCs w:val="16"/>
              </w:rPr>
              <w:t>Endorced draft CRs from RAN4#88Bis:</w:t>
            </w:r>
          </w:p>
          <w:p w14:paraId="129A3A59" w14:textId="77777777" w:rsidR="00DC7196" w:rsidRPr="001C0CC4" w:rsidRDefault="00DC7196" w:rsidP="00DC7196">
            <w:pPr>
              <w:pStyle w:val="TAL"/>
              <w:keepNext w:val="0"/>
              <w:rPr>
                <w:noProof/>
                <w:sz w:val="16"/>
                <w:szCs w:val="16"/>
              </w:rPr>
            </w:pPr>
          </w:p>
          <w:p w14:paraId="41BD2D91" w14:textId="77777777" w:rsidR="00DC7196" w:rsidRPr="001C0CC4" w:rsidRDefault="00DC7196" w:rsidP="00DC7196">
            <w:pPr>
              <w:pStyle w:val="TAL"/>
              <w:keepNext w:val="0"/>
              <w:rPr>
                <w:noProof/>
                <w:sz w:val="16"/>
                <w:szCs w:val="16"/>
              </w:rPr>
            </w:pPr>
            <w:r w:rsidRPr="001C0CC4">
              <w:rPr>
                <w:noProof/>
                <w:sz w:val="16"/>
                <w:szCs w:val="16"/>
              </w:rPr>
              <w:t>R4-1812050, CR Simplification of NR NS_08, Nokia</w:t>
            </w:r>
          </w:p>
          <w:p w14:paraId="1189E739" w14:textId="77777777" w:rsidR="00DC7196" w:rsidRPr="001C0CC4" w:rsidRDefault="00DC7196" w:rsidP="00DC7196">
            <w:pPr>
              <w:pStyle w:val="TAL"/>
              <w:keepNext w:val="0"/>
              <w:rPr>
                <w:noProof/>
                <w:sz w:val="16"/>
                <w:szCs w:val="16"/>
              </w:rPr>
            </w:pPr>
            <w:r w:rsidRPr="001C0CC4">
              <w:rPr>
                <w:noProof/>
                <w:sz w:val="16"/>
                <w:szCs w:val="16"/>
              </w:rPr>
              <w:t>R4-1812054, Correction for Inter-band CA operating bands table in TS 38.101-1, Nokia.</w:t>
            </w:r>
          </w:p>
          <w:p w14:paraId="72783D7C" w14:textId="77777777" w:rsidR="00DC7196" w:rsidRPr="001C0CC4" w:rsidRDefault="00DC7196" w:rsidP="00DC7196">
            <w:pPr>
              <w:pStyle w:val="TAL"/>
              <w:keepNext w:val="0"/>
              <w:rPr>
                <w:noProof/>
                <w:sz w:val="16"/>
                <w:szCs w:val="16"/>
              </w:rPr>
            </w:pPr>
            <w:r w:rsidRPr="001C0CC4">
              <w:rPr>
                <w:noProof/>
                <w:sz w:val="16"/>
                <w:szCs w:val="16"/>
              </w:rPr>
              <w:t>R4-1812079, draft CR to introduce asymmetric UL DL channel BW combinations for n71, T-Mobile USA Inc.</w:t>
            </w:r>
          </w:p>
          <w:p w14:paraId="09DBBEB4" w14:textId="77777777" w:rsidR="00DC7196" w:rsidRPr="001C0CC4" w:rsidRDefault="00DC7196" w:rsidP="00DC7196">
            <w:pPr>
              <w:pStyle w:val="TAL"/>
              <w:keepNext w:val="0"/>
              <w:rPr>
                <w:noProof/>
                <w:sz w:val="16"/>
                <w:szCs w:val="16"/>
              </w:rPr>
            </w:pPr>
            <w:r w:rsidRPr="001C0CC4">
              <w:rPr>
                <w:noProof/>
                <w:sz w:val="16"/>
                <w:szCs w:val="16"/>
              </w:rPr>
              <w:t>R4-1812121, Draft CR on Note1 Corrections in 38.101 RX tests, Qualcomm</w:t>
            </w:r>
          </w:p>
          <w:p w14:paraId="4E2FAE38" w14:textId="77777777" w:rsidR="00DC7196" w:rsidRPr="001C0CC4" w:rsidRDefault="00DC7196" w:rsidP="00DC7196">
            <w:pPr>
              <w:pStyle w:val="TAL"/>
              <w:keepNext w:val="0"/>
              <w:rPr>
                <w:noProof/>
                <w:sz w:val="16"/>
                <w:szCs w:val="16"/>
              </w:rPr>
            </w:pPr>
            <w:r w:rsidRPr="001C0CC4">
              <w:rPr>
                <w:noProof/>
                <w:sz w:val="16"/>
                <w:szCs w:val="16"/>
              </w:rPr>
              <w:t>R4-1812128, draftCR on 256QAM UL power requirement, Intel Corporation</w:t>
            </w:r>
          </w:p>
          <w:p w14:paraId="163B8857" w14:textId="77777777" w:rsidR="00DC7196" w:rsidRPr="001C0CC4" w:rsidRDefault="00DC7196" w:rsidP="00DC7196">
            <w:pPr>
              <w:pStyle w:val="TAL"/>
              <w:keepNext w:val="0"/>
              <w:rPr>
                <w:noProof/>
                <w:sz w:val="16"/>
                <w:szCs w:val="16"/>
              </w:rPr>
            </w:pPr>
            <w:r w:rsidRPr="001C0CC4">
              <w:rPr>
                <w:noProof/>
                <w:sz w:val="16"/>
                <w:szCs w:val="16"/>
              </w:rPr>
              <w:t>R4-1812200, Draft CR to TS 38.101-1 Add clarification note to PC3 MPR table, Intel Corporation</w:t>
            </w:r>
          </w:p>
          <w:p w14:paraId="04EA3DF6" w14:textId="77777777" w:rsidR="00DC7196" w:rsidRPr="001C0CC4" w:rsidRDefault="00DC7196" w:rsidP="00DC7196">
            <w:pPr>
              <w:pStyle w:val="TAL"/>
              <w:keepNext w:val="0"/>
              <w:rPr>
                <w:noProof/>
                <w:sz w:val="16"/>
                <w:szCs w:val="16"/>
              </w:rPr>
            </w:pPr>
            <w:r w:rsidRPr="001C0CC4">
              <w:rPr>
                <w:noProof/>
                <w:sz w:val="16"/>
                <w:szCs w:val="16"/>
              </w:rPr>
              <w:t>R4-1812217, Draft CR to 38.101-1: Corrections on the descriptions of UE channel bandwidth for CA, ZTE Corporation</w:t>
            </w:r>
          </w:p>
          <w:p w14:paraId="2957BD5E" w14:textId="77777777" w:rsidR="00DC7196" w:rsidRPr="001C0CC4" w:rsidRDefault="00DC7196" w:rsidP="00DC7196">
            <w:pPr>
              <w:pStyle w:val="TAL"/>
              <w:keepNext w:val="0"/>
              <w:rPr>
                <w:noProof/>
                <w:sz w:val="16"/>
                <w:szCs w:val="16"/>
              </w:rPr>
            </w:pPr>
            <w:r w:rsidRPr="001C0CC4">
              <w:rPr>
                <w:noProof/>
                <w:sz w:val="16"/>
                <w:szCs w:val="16"/>
              </w:rPr>
              <w:t>R4-1812319, Draft CR for TS 38.101-1: REFSENS UL configuration corrections, MediaTek Inc.</w:t>
            </w:r>
          </w:p>
          <w:p w14:paraId="26087F10" w14:textId="77777777" w:rsidR="00DC7196" w:rsidRPr="001C0CC4" w:rsidRDefault="00DC7196" w:rsidP="00DC7196">
            <w:pPr>
              <w:pStyle w:val="TAL"/>
              <w:keepNext w:val="0"/>
              <w:rPr>
                <w:noProof/>
                <w:sz w:val="16"/>
                <w:szCs w:val="16"/>
              </w:rPr>
            </w:pPr>
            <w:r w:rsidRPr="001C0CC4">
              <w:rPr>
                <w:noProof/>
                <w:sz w:val="16"/>
                <w:szCs w:val="16"/>
              </w:rPr>
              <w:t>R4-1812320, Draft CR for TS 38.101-1: Out-of-band blocking exceptions for CA, MediaTek Inc.</w:t>
            </w:r>
          </w:p>
          <w:p w14:paraId="2EFF6055" w14:textId="77777777" w:rsidR="00DC7196" w:rsidRPr="001C0CC4" w:rsidRDefault="00DC7196" w:rsidP="00DC7196">
            <w:pPr>
              <w:pStyle w:val="TAL"/>
              <w:keepNext w:val="0"/>
              <w:rPr>
                <w:noProof/>
                <w:sz w:val="16"/>
                <w:szCs w:val="16"/>
              </w:rPr>
            </w:pPr>
            <w:r w:rsidRPr="001C0CC4">
              <w:rPr>
                <w:noProof/>
                <w:sz w:val="16"/>
                <w:szCs w:val="16"/>
              </w:rPr>
              <w:t>R4-1812322, Draft CR for TS 38.101-1: Blocking characteristics for SUL, MediaTek Inc.</w:t>
            </w:r>
          </w:p>
          <w:p w14:paraId="161F565A" w14:textId="77777777" w:rsidR="00DC7196" w:rsidRPr="001C0CC4" w:rsidRDefault="00DC7196" w:rsidP="00DC7196">
            <w:pPr>
              <w:pStyle w:val="TAL"/>
              <w:keepNext w:val="0"/>
              <w:rPr>
                <w:noProof/>
                <w:sz w:val="16"/>
                <w:szCs w:val="16"/>
              </w:rPr>
            </w:pPr>
            <w:r w:rsidRPr="001C0CC4">
              <w:rPr>
                <w:noProof/>
                <w:sz w:val="16"/>
                <w:szCs w:val="16"/>
              </w:rPr>
              <w:t>R4-1812397, Clarification for almost contiguous CP-OFDM, Qualcomm Incorporated</w:t>
            </w:r>
          </w:p>
          <w:p w14:paraId="4B407A62" w14:textId="77777777" w:rsidR="00DC7196" w:rsidRPr="001C0CC4" w:rsidRDefault="00DC7196" w:rsidP="00DC7196">
            <w:pPr>
              <w:pStyle w:val="TAL"/>
              <w:keepNext w:val="0"/>
              <w:rPr>
                <w:noProof/>
                <w:sz w:val="16"/>
                <w:szCs w:val="16"/>
              </w:rPr>
            </w:pPr>
            <w:r w:rsidRPr="001C0CC4">
              <w:rPr>
                <w:noProof/>
                <w:sz w:val="16"/>
                <w:szCs w:val="16"/>
              </w:rPr>
              <w:t>R4-1812508, Draft CR to 38.101-1: Corrections on channel raster &amp; SS raster for operating bands, ZTE Corporation</w:t>
            </w:r>
          </w:p>
          <w:p w14:paraId="03A3EA95" w14:textId="77777777" w:rsidR="00DC7196" w:rsidRPr="001C0CC4" w:rsidRDefault="00DC7196" w:rsidP="00DC7196">
            <w:pPr>
              <w:pStyle w:val="TAL"/>
              <w:keepNext w:val="0"/>
              <w:rPr>
                <w:noProof/>
                <w:sz w:val="16"/>
                <w:szCs w:val="16"/>
              </w:rPr>
            </w:pPr>
            <w:r w:rsidRPr="001C0CC4">
              <w:rPr>
                <w:noProof/>
                <w:sz w:val="16"/>
                <w:szCs w:val="16"/>
              </w:rPr>
              <w:t>R4-1812611, Draft CR to 38.101-1: Some corrections for inter-band CA combinations, ZTE Corporation</w:t>
            </w:r>
          </w:p>
          <w:p w14:paraId="426AF599" w14:textId="77777777" w:rsidR="00DC7196" w:rsidRPr="001C0CC4" w:rsidRDefault="00DC7196" w:rsidP="00DC7196">
            <w:pPr>
              <w:pStyle w:val="TAL"/>
              <w:keepNext w:val="0"/>
              <w:rPr>
                <w:noProof/>
                <w:sz w:val="16"/>
                <w:szCs w:val="16"/>
              </w:rPr>
            </w:pPr>
            <w:r w:rsidRPr="001C0CC4">
              <w:rPr>
                <w:noProof/>
                <w:sz w:val="16"/>
                <w:szCs w:val="16"/>
              </w:rPr>
              <w:t>R4-1813459, Draft CR for TS 38.101-1: Support 4Rx for n38, Huawei</w:t>
            </w:r>
          </w:p>
          <w:p w14:paraId="1C5CD383" w14:textId="77777777" w:rsidR="00DC7196" w:rsidRPr="001C0CC4" w:rsidRDefault="00DC7196" w:rsidP="00DC7196">
            <w:pPr>
              <w:pStyle w:val="TAL"/>
              <w:keepNext w:val="0"/>
              <w:rPr>
                <w:noProof/>
                <w:sz w:val="16"/>
                <w:szCs w:val="16"/>
              </w:rPr>
            </w:pPr>
            <w:r w:rsidRPr="001C0CC4">
              <w:rPr>
                <w:noProof/>
                <w:sz w:val="16"/>
                <w:szCs w:val="16"/>
              </w:rPr>
              <w:t>R4-1813469, draftCR on applicability of TDD configuratiin for CA in TS 38.101-1, Huawei</w:t>
            </w:r>
          </w:p>
          <w:p w14:paraId="302B15C4" w14:textId="77777777" w:rsidR="00DC7196" w:rsidRPr="001C0CC4" w:rsidRDefault="00DC7196" w:rsidP="00DC7196">
            <w:pPr>
              <w:pStyle w:val="TAL"/>
              <w:keepNext w:val="0"/>
              <w:rPr>
                <w:noProof/>
                <w:sz w:val="16"/>
                <w:szCs w:val="16"/>
              </w:rPr>
            </w:pPr>
            <w:r w:rsidRPr="001C0CC4">
              <w:rPr>
                <w:noProof/>
                <w:sz w:val="16"/>
                <w:szCs w:val="16"/>
              </w:rPr>
              <w:t>R4-1813521, Addition of ?TC,c for single carrier Pcmax for FR1, vivo</w:t>
            </w:r>
          </w:p>
          <w:p w14:paraId="7FEEDD7C" w14:textId="77777777" w:rsidR="00DC7196" w:rsidRPr="001C0CC4" w:rsidRDefault="00DC7196" w:rsidP="00DC7196">
            <w:pPr>
              <w:pStyle w:val="TAL"/>
              <w:keepNext w:val="0"/>
              <w:rPr>
                <w:noProof/>
                <w:sz w:val="16"/>
                <w:szCs w:val="16"/>
              </w:rPr>
            </w:pPr>
            <w:r w:rsidRPr="001C0CC4">
              <w:rPr>
                <w:noProof/>
                <w:sz w:val="16"/>
                <w:szCs w:val="16"/>
              </w:rPr>
              <w:t>R4-1813798, Draft CR to 38.101-1: Corrections on UE additional maximum output power reduction, ZTE Corporation</w:t>
            </w:r>
          </w:p>
          <w:p w14:paraId="09B3E3B9" w14:textId="77777777" w:rsidR="00DC7196" w:rsidRPr="001C0CC4" w:rsidRDefault="00DC7196" w:rsidP="00DC7196">
            <w:pPr>
              <w:pStyle w:val="TAL"/>
              <w:keepNext w:val="0"/>
              <w:rPr>
                <w:noProof/>
                <w:sz w:val="16"/>
                <w:szCs w:val="16"/>
              </w:rPr>
            </w:pPr>
            <w:r w:rsidRPr="001C0CC4">
              <w:rPr>
                <w:noProof/>
                <w:sz w:val="16"/>
                <w:szCs w:val="16"/>
              </w:rPr>
              <w:t>R4-1813811, Draft CR to 38.101-1: Corrrection to n12 reference sensitivity power levels, Skyworks Solutions Inc.</w:t>
            </w:r>
          </w:p>
          <w:p w14:paraId="5533E57B" w14:textId="77777777" w:rsidR="00DC7196" w:rsidRPr="001C0CC4" w:rsidRDefault="00DC7196" w:rsidP="00DC7196">
            <w:pPr>
              <w:pStyle w:val="TAL"/>
              <w:keepNext w:val="0"/>
              <w:rPr>
                <w:noProof/>
                <w:sz w:val="16"/>
                <w:szCs w:val="16"/>
              </w:rPr>
            </w:pPr>
            <w:r w:rsidRPr="001C0CC4">
              <w:rPr>
                <w:noProof/>
                <w:sz w:val="16"/>
                <w:szCs w:val="16"/>
              </w:rPr>
              <w:t>R4-1813812, Band n41 spurious emission limits</w:t>
            </w:r>
            <w:r w:rsidRPr="001C0CC4">
              <w:rPr>
                <w:noProof/>
                <w:sz w:val="16"/>
                <w:szCs w:val="16"/>
              </w:rPr>
              <w:tab/>
              <w:t>, Qualcomm Incorporated</w:t>
            </w:r>
          </w:p>
          <w:p w14:paraId="42F77F24" w14:textId="77777777" w:rsidR="00DC7196" w:rsidRPr="001C0CC4" w:rsidRDefault="00DC7196" w:rsidP="00DC7196">
            <w:pPr>
              <w:pStyle w:val="TAL"/>
              <w:keepNext w:val="0"/>
              <w:rPr>
                <w:noProof/>
                <w:sz w:val="16"/>
                <w:szCs w:val="16"/>
              </w:rPr>
            </w:pPr>
            <w:r w:rsidRPr="001C0CC4">
              <w:rPr>
                <w:noProof/>
                <w:sz w:val="16"/>
                <w:szCs w:val="16"/>
              </w:rPr>
              <w:t>R4-1813813, Draft CR for TS 38.101-1: P-Max for 5G NR HPUE, CMCC</w:t>
            </w:r>
          </w:p>
          <w:p w14:paraId="2BD571A7" w14:textId="77777777" w:rsidR="00DC7196" w:rsidRPr="001C0CC4" w:rsidRDefault="00DC7196" w:rsidP="00DC7196">
            <w:pPr>
              <w:pStyle w:val="TAL"/>
              <w:keepNext w:val="0"/>
              <w:rPr>
                <w:noProof/>
                <w:sz w:val="16"/>
                <w:szCs w:val="16"/>
              </w:rPr>
            </w:pPr>
            <w:r w:rsidRPr="001C0CC4">
              <w:rPr>
                <w:noProof/>
                <w:sz w:val="16"/>
                <w:szCs w:val="16"/>
              </w:rPr>
              <w:t>R4-1814158, CR on Spurious emissions for UE co-existence, Intel Corporation</w:t>
            </w:r>
          </w:p>
          <w:p w14:paraId="3675EAE3" w14:textId="77777777" w:rsidR="00DC7196" w:rsidRPr="001C0CC4" w:rsidRDefault="00DC7196" w:rsidP="00DC7196">
            <w:pPr>
              <w:pStyle w:val="TAL"/>
              <w:keepNext w:val="0"/>
              <w:rPr>
                <w:noProof/>
                <w:sz w:val="16"/>
                <w:szCs w:val="16"/>
              </w:rPr>
            </w:pPr>
            <w:r w:rsidRPr="001C0CC4">
              <w:rPr>
                <w:noProof/>
                <w:sz w:val="16"/>
                <w:szCs w:val="16"/>
              </w:rPr>
              <w:t>R4-1814159, Draft CR for CA ACS/IBB for Bandwidth class C, Qualcomm</w:t>
            </w:r>
          </w:p>
          <w:p w14:paraId="64C0CA6C" w14:textId="77777777" w:rsidR="00DC7196" w:rsidRPr="001C0CC4" w:rsidRDefault="00DC7196" w:rsidP="00DC7196">
            <w:pPr>
              <w:pStyle w:val="TAL"/>
              <w:keepNext w:val="0"/>
              <w:rPr>
                <w:noProof/>
                <w:sz w:val="16"/>
                <w:szCs w:val="16"/>
              </w:rPr>
            </w:pPr>
            <w:r w:rsidRPr="001C0CC4">
              <w:rPr>
                <w:noProof/>
                <w:sz w:val="16"/>
                <w:szCs w:val="16"/>
              </w:rPr>
              <w:t>R4-1813843, Draft CR to 38.101-1: Update of Annex F, Rohde &amp; Schwarz</w:t>
            </w:r>
          </w:p>
          <w:p w14:paraId="532287C5" w14:textId="77777777" w:rsidR="00DC7196" w:rsidRPr="001C0CC4" w:rsidRDefault="00DC7196" w:rsidP="00DC7196">
            <w:pPr>
              <w:pStyle w:val="TAL"/>
              <w:keepNext w:val="0"/>
              <w:rPr>
                <w:noProof/>
                <w:sz w:val="16"/>
                <w:szCs w:val="16"/>
              </w:rPr>
            </w:pPr>
            <w:r w:rsidRPr="001C0CC4">
              <w:rPr>
                <w:noProof/>
                <w:sz w:val="16"/>
                <w:szCs w:val="16"/>
              </w:rPr>
              <w:t>R4-1813845, Correction for PI/2 PBSK requriements, Nokia</w:t>
            </w:r>
          </w:p>
          <w:p w14:paraId="6EBF780A" w14:textId="77777777" w:rsidR="00DC7196" w:rsidRPr="001C0CC4" w:rsidRDefault="00DC7196" w:rsidP="00DC7196">
            <w:pPr>
              <w:pStyle w:val="TAL"/>
              <w:keepNext w:val="0"/>
              <w:rPr>
                <w:noProof/>
                <w:sz w:val="16"/>
                <w:szCs w:val="16"/>
              </w:rPr>
            </w:pPr>
          </w:p>
          <w:p w14:paraId="426D11EA" w14:textId="77777777" w:rsidR="00DC7196" w:rsidRPr="001C0CC4" w:rsidRDefault="00DC7196" w:rsidP="00DC7196">
            <w:pPr>
              <w:pStyle w:val="TAL"/>
              <w:keepNext w:val="0"/>
              <w:rPr>
                <w:noProof/>
                <w:sz w:val="16"/>
                <w:szCs w:val="16"/>
              </w:rPr>
            </w:pPr>
            <w:r w:rsidRPr="001C0CC4">
              <w:rPr>
                <w:noProof/>
                <w:sz w:val="16"/>
                <w:szCs w:val="16"/>
              </w:rPr>
              <w:t>Endorsed draft CR's from RAN4#89</w:t>
            </w:r>
          </w:p>
          <w:p w14:paraId="6D5528A1" w14:textId="77777777" w:rsidR="00DC7196" w:rsidRPr="001C0CC4" w:rsidRDefault="00DC7196" w:rsidP="00DC7196">
            <w:pPr>
              <w:pStyle w:val="TAL"/>
              <w:keepNext w:val="0"/>
              <w:rPr>
                <w:noProof/>
                <w:sz w:val="16"/>
                <w:szCs w:val="16"/>
              </w:rPr>
            </w:pPr>
            <w:r w:rsidRPr="001C0CC4">
              <w:rPr>
                <w:noProof/>
                <w:sz w:val="16"/>
                <w:szCs w:val="16"/>
              </w:rPr>
              <w:t>R4-1815950, dCR on TS38.101-1 merging draft CRs from RAN4#88Bis, Qualcomm Incorporated</w:t>
            </w:r>
          </w:p>
          <w:p w14:paraId="77049488" w14:textId="77777777" w:rsidR="00DC7196" w:rsidRPr="001C0CC4" w:rsidRDefault="00DC7196" w:rsidP="00DC7196">
            <w:pPr>
              <w:pStyle w:val="TAL"/>
              <w:keepNext w:val="0"/>
              <w:rPr>
                <w:noProof/>
                <w:sz w:val="16"/>
                <w:szCs w:val="16"/>
              </w:rPr>
            </w:pPr>
            <w:r w:rsidRPr="001C0CC4">
              <w:rPr>
                <w:noProof/>
                <w:sz w:val="16"/>
                <w:szCs w:val="16"/>
              </w:rPr>
              <w:t>R4-1814752, DraftCR to TS 38.101-1 pi/2 BPSK in n41, CMCC</w:t>
            </w:r>
          </w:p>
          <w:p w14:paraId="05C322EA" w14:textId="77777777" w:rsidR="00DC7196" w:rsidRPr="001C0CC4" w:rsidRDefault="00DC7196" w:rsidP="00DC7196">
            <w:pPr>
              <w:pStyle w:val="TAL"/>
              <w:keepNext w:val="0"/>
              <w:rPr>
                <w:noProof/>
                <w:sz w:val="16"/>
                <w:szCs w:val="16"/>
              </w:rPr>
            </w:pPr>
            <w:r w:rsidRPr="001C0CC4">
              <w:rPr>
                <w:noProof/>
                <w:sz w:val="16"/>
                <w:szCs w:val="16"/>
              </w:rPr>
              <w:t>R4-1814824, n50 A-MPR, Qualcomm Incorporated</w:t>
            </w:r>
          </w:p>
          <w:p w14:paraId="2A1F2813" w14:textId="77777777" w:rsidR="00DC7196" w:rsidRPr="001C0CC4" w:rsidRDefault="00DC7196" w:rsidP="00DC7196">
            <w:pPr>
              <w:pStyle w:val="TAL"/>
              <w:keepNext w:val="0"/>
              <w:rPr>
                <w:noProof/>
                <w:sz w:val="16"/>
                <w:szCs w:val="16"/>
              </w:rPr>
            </w:pPr>
            <w:r w:rsidRPr="001C0CC4">
              <w:rPr>
                <w:noProof/>
                <w:sz w:val="16"/>
                <w:szCs w:val="16"/>
              </w:rPr>
              <w:t>R4-1814959, Changes to Max input power UL and DL configuratgions in FR1, OPPO</w:t>
            </w:r>
          </w:p>
          <w:p w14:paraId="08513C2B" w14:textId="77777777" w:rsidR="00DC7196" w:rsidRPr="001C0CC4" w:rsidRDefault="00DC7196" w:rsidP="00DC7196">
            <w:pPr>
              <w:pStyle w:val="TAL"/>
              <w:keepNext w:val="0"/>
              <w:rPr>
                <w:noProof/>
                <w:sz w:val="16"/>
                <w:szCs w:val="16"/>
              </w:rPr>
            </w:pPr>
            <w:r w:rsidRPr="001C0CC4">
              <w:rPr>
                <w:noProof/>
                <w:sz w:val="16"/>
                <w:szCs w:val="16"/>
              </w:rPr>
              <w:t>R4-1814970, NR FR1 relative power tolerance CR, Nokia</w:t>
            </w:r>
          </w:p>
          <w:p w14:paraId="2F7DFA3D" w14:textId="77777777" w:rsidR="00DC7196" w:rsidRPr="001C0CC4" w:rsidRDefault="00DC7196" w:rsidP="00DC7196">
            <w:pPr>
              <w:pStyle w:val="TAL"/>
              <w:keepNext w:val="0"/>
              <w:rPr>
                <w:noProof/>
                <w:sz w:val="16"/>
                <w:szCs w:val="16"/>
              </w:rPr>
            </w:pPr>
            <w:r w:rsidRPr="001C0CC4">
              <w:rPr>
                <w:noProof/>
                <w:sz w:val="16"/>
                <w:szCs w:val="16"/>
              </w:rPr>
              <w:t>R4-1814972, A-MPR for NS_03 and NS_03U and re-formulation of NS_100, Nokia</w:t>
            </w:r>
          </w:p>
          <w:p w14:paraId="0EF5CDFB" w14:textId="77777777" w:rsidR="00DC7196" w:rsidRPr="001C0CC4" w:rsidRDefault="00DC7196" w:rsidP="00DC7196">
            <w:pPr>
              <w:pStyle w:val="TAL"/>
              <w:keepNext w:val="0"/>
              <w:rPr>
                <w:noProof/>
                <w:sz w:val="16"/>
                <w:szCs w:val="16"/>
              </w:rPr>
            </w:pPr>
            <w:r w:rsidRPr="001C0CC4">
              <w:rPr>
                <w:noProof/>
                <w:sz w:val="16"/>
                <w:szCs w:val="16"/>
              </w:rPr>
              <w:t>R4-1815060, draft CR for adding note about the fallback of NR CA in FR1 for TS 38.101-1, NTT DOCOMO, INC.</w:t>
            </w:r>
          </w:p>
          <w:p w14:paraId="06EBC52B" w14:textId="77777777" w:rsidR="00DC7196" w:rsidRPr="001C0CC4" w:rsidRDefault="00DC7196" w:rsidP="00DC7196">
            <w:pPr>
              <w:pStyle w:val="TAL"/>
              <w:keepNext w:val="0"/>
              <w:rPr>
                <w:noProof/>
                <w:sz w:val="16"/>
                <w:szCs w:val="16"/>
              </w:rPr>
            </w:pPr>
            <w:r w:rsidRPr="001C0CC4">
              <w:rPr>
                <w:noProof/>
                <w:sz w:val="16"/>
                <w:szCs w:val="16"/>
              </w:rPr>
              <w:t>R4-1815392, Draft CR to 38.101-1: Update to NS_04 requirements, Rohde &amp; Schwarz</w:t>
            </w:r>
          </w:p>
          <w:p w14:paraId="1DF7B1D4" w14:textId="77777777" w:rsidR="00DC7196" w:rsidRPr="001C0CC4" w:rsidRDefault="00DC7196" w:rsidP="00DC7196">
            <w:pPr>
              <w:pStyle w:val="TAL"/>
              <w:keepNext w:val="0"/>
              <w:rPr>
                <w:noProof/>
                <w:sz w:val="16"/>
                <w:szCs w:val="16"/>
              </w:rPr>
            </w:pPr>
            <w:r w:rsidRPr="001C0CC4">
              <w:rPr>
                <w:noProof/>
                <w:sz w:val="16"/>
                <w:szCs w:val="16"/>
              </w:rPr>
              <w:t>R4-1815563, Draft CR to 38.101-1 on Clarification on 7.5 KHz raster shift in NR re-farmed bands, Ericsson</w:t>
            </w:r>
          </w:p>
          <w:p w14:paraId="426DD620" w14:textId="77777777" w:rsidR="00DC7196" w:rsidRPr="001C0CC4" w:rsidRDefault="00DC7196" w:rsidP="00DC7196">
            <w:pPr>
              <w:pStyle w:val="TAL"/>
              <w:keepNext w:val="0"/>
              <w:rPr>
                <w:noProof/>
                <w:sz w:val="16"/>
                <w:szCs w:val="16"/>
              </w:rPr>
            </w:pPr>
            <w:r w:rsidRPr="001C0CC4">
              <w:rPr>
                <w:noProof/>
                <w:sz w:val="16"/>
                <w:szCs w:val="16"/>
              </w:rPr>
              <w:t>R4-1815863, Draft CR for 38.101-1: Nominal carrier spacing for 30 kHz raster, SPRINT Corporation</w:t>
            </w:r>
          </w:p>
          <w:p w14:paraId="0ABC67BD" w14:textId="77777777" w:rsidR="00DC7196" w:rsidRPr="001C0CC4" w:rsidRDefault="00DC7196" w:rsidP="00DC7196">
            <w:pPr>
              <w:pStyle w:val="TAL"/>
              <w:keepNext w:val="0"/>
              <w:rPr>
                <w:noProof/>
                <w:sz w:val="16"/>
                <w:szCs w:val="16"/>
              </w:rPr>
            </w:pPr>
            <w:r w:rsidRPr="001C0CC4">
              <w:rPr>
                <w:noProof/>
                <w:sz w:val="16"/>
                <w:szCs w:val="16"/>
              </w:rPr>
              <w:t>R4-1815898, draft CR on CA configuration on bandwidth class F, Huawei</w:t>
            </w:r>
          </w:p>
          <w:p w14:paraId="78E47687" w14:textId="77777777" w:rsidR="00DC7196" w:rsidRPr="001C0CC4" w:rsidRDefault="00DC7196" w:rsidP="00DC7196">
            <w:pPr>
              <w:pStyle w:val="TAL"/>
              <w:keepNext w:val="0"/>
              <w:rPr>
                <w:noProof/>
                <w:sz w:val="16"/>
                <w:szCs w:val="16"/>
              </w:rPr>
            </w:pPr>
            <w:r w:rsidRPr="001C0CC4">
              <w:rPr>
                <w:noProof/>
                <w:sz w:val="16"/>
                <w:szCs w:val="16"/>
              </w:rPr>
              <w:t>R4-1815917, draftCR on DL RMC for TS 38.101-1, Huawei</w:t>
            </w:r>
          </w:p>
          <w:p w14:paraId="6FA41413" w14:textId="77777777" w:rsidR="00DC7196" w:rsidRPr="001C0CC4" w:rsidRDefault="00DC7196" w:rsidP="00DC7196">
            <w:pPr>
              <w:pStyle w:val="TAL"/>
              <w:keepNext w:val="0"/>
              <w:rPr>
                <w:noProof/>
                <w:sz w:val="16"/>
                <w:szCs w:val="16"/>
              </w:rPr>
            </w:pPr>
            <w:r w:rsidRPr="001C0CC4">
              <w:rPr>
                <w:noProof/>
                <w:sz w:val="16"/>
                <w:szCs w:val="16"/>
              </w:rPr>
              <w:t>R4-1816162, Draft CR on introduction of SRS switch IL in FR1, OPPO</w:t>
            </w:r>
          </w:p>
          <w:p w14:paraId="04A300A3" w14:textId="77777777" w:rsidR="00DC7196" w:rsidRPr="001C0CC4" w:rsidRDefault="00DC7196" w:rsidP="00DC7196">
            <w:pPr>
              <w:pStyle w:val="TAL"/>
              <w:keepNext w:val="0"/>
              <w:rPr>
                <w:noProof/>
                <w:sz w:val="16"/>
                <w:szCs w:val="16"/>
              </w:rPr>
            </w:pPr>
            <w:r w:rsidRPr="001C0CC4">
              <w:rPr>
                <w:noProof/>
                <w:sz w:val="16"/>
                <w:szCs w:val="16"/>
              </w:rPr>
              <w:t>R4-1816199, Draft CR on FR1-FR2 UE-to-UE coexistence for TS38.101-1, LG Electronics France</w:t>
            </w:r>
          </w:p>
          <w:p w14:paraId="7C5C17B2" w14:textId="77777777" w:rsidR="00DC7196" w:rsidRPr="001C0CC4" w:rsidRDefault="00DC7196" w:rsidP="00DC7196">
            <w:pPr>
              <w:pStyle w:val="TAL"/>
              <w:keepNext w:val="0"/>
              <w:rPr>
                <w:noProof/>
                <w:sz w:val="16"/>
                <w:szCs w:val="16"/>
              </w:rPr>
            </w:pPr>
            <w:r w:rsidRPr="001C0CC4">
              <w:rPr>
                <w:noProof/>
                <w:sz w:val="16"/>
                <w:szCs w:val="16"/>
              </w:rPr>
              <w:t>R4-1816200, Draft CR to 38.101-1 on intra-band contiguous CA configurations for FR1, ZTE Corporation</w:t>
            </w:r>
          </w:p>
          <w:p w14:paraId="7406077D" w14:textId="77777777" w:rsidR="00DC7196" w:rsidRPr="001C0CC4" w:rsidRDefault="00DC7196" w:rsidP="00DC7196">
            <w:pPr>
              <w:pStyle w:val="TAL"/>
              <w:keepNext w:val="0"/>
              <w:rPr>
                <w:noProof/>
                <w:sz w:val="16"/>
                <w:szCs w:val="16"/>
              </w:rPr>
            </w:pPr>
            <w:r w:rsidRPr="001C0CC4">
              <w:rPr>
                <w:noProof/>
                <w:sz w:val="16"/>
                <w:szCs w:val="16"/>
              </w:rPr>
              <w:t>R4-1816240, Transient period for SRS Antenna Switching for FR1, Qualcomm</w:t>
            </w:r>
          </w:p>
          <w:p w14:paraId="265A421E" w14:textId="77777777" w:rsidR="00DC7196" w:rsidRPr="001C0CC4" w:rsidRDefault="00DC7196" w:rsidP="00DC7196">
            <w:pPr>
              <w:pStyle w:val="TAL"/>
              <w:keepNext w:val="0"/>
              <w:rPr>
                <w:noProof/>
                <w:sz w:val="16"/>
                <w:szCs w:val="16"/>
              </w:rPr>
            </w:pPr>
            <w:r w:rsidRPr="001C0CC4">
              <w:rPr>
                <w:noProof/>
                <w:sz w:val="16"/>
                <w:szCs w:val="16"/>
              </w:rPr>
              <w:t>R4-1816243, Draft CR to TS38.101-1_Clarifications on MSD and UL configuration tables for inter-band CA, ZTE Corporation</w:t>
            </w:r>
          </w:p>
          <w:p w14:paraId="6FA74E8A" w14:textId="77777777" w:rsidR="00DC7196" w:rsidRPr="001C0CC4" w:rsidRDefault="00DC7196" w:rsidP="00DC7196">
            <w:pPr>
              <w:pStyle w:val="TAL"/>
              <w:keepNext w:val="0"/>
              <w:rPr>
                <w:noProof/>
                <w:sz w:val="16"/>
                <w:szCs w:val="16"/>
              </w:rPr>
            </w:pPr>
            <w:r w:rsidRPr="001C0CC4">
              <w:rPr>
                <w:noProof/>
                <w:sz w:val="16"/>
                <w:szCs w:val="16"/>
              </w:rPr>
              <w:t>R4-1816466, Draft CR on some changes for SUL band combinations to TS 38.101-1, Huawei</w:t>
            </w:r>
          </w:p>
          <w:p w14:paraId="007CF594" w14:textId="77777777" w:rsidR="00DC7196" w:rsidRPr="001C0CC4" w:rsidRDefault="00DC7196" w:rsidP="00DC7196">
            <w:pPr>
              <w:pStyle w:val="TAL"/>
              <w:keepNext w:val="0"/>
              <w:rPr>
                <w:noProof/>
                <w:sz w:val="16"/>
                <w:szCs w:val="16"/>
              </w:rPr>
            </w:pPr>
            <w:r w:rsidRPr="001C0CC4">
              <w:rPr>
                <w:noProof/>
                <w:sz w:val="16"/>
                <w:szCs w:val="16"/>
              </w:rPr>
              <w:t>R4-1816468, Support of 7.5 kHz carrier shift for additional operating bands, Ericsson</w:t>
            </w:r>
          </w:p>
          <w:p w14:paraId="54E5E28A" w14:textId="77777777" w:rsidR="00DC7196" w:rsidRPr="001C0CC4" w:rsidRDefault="00DC7196" w:rsidP="00DC7196">
            <w:pPr>
              <w:pStyle w:val="TAL"/>
              <w:keepNext w:val="0"/>
              <w:rPr>
                <w:noProof/>
                <w:sz w:val="16"/>
                <w:szCs w:val="16"/>
              </w:rPr>
            </w:pPr>
            <w:r w:rsidRPr="001C0CC4">
              <w:rPr>
                <w:noProof/>
                <w:sz w:val="16"/>
                <w:szCs w:val="16"/>
              </w:rPr>
              <w:t>R4-1816604, TDD configuration for UE Tx test in FR1, Ericsson</w:t>
            </w:r>
          </w:p>
          <w:p w14:paraId="1230B5AF" w14:textId="77777777" w:rsidR="00DC7196" w:rsidRPr="001C0CC4" w:rsidRDefault="00DC7196" w:rsidP="00DC7196">
            <w:pPr>
              <w:pStyle w:val="TAL"/>
              <w:keepNext w:val="0"/>
              <w:rPr>
                <w:noProof/>
                <w:sz w:val="16"/>
                <w:szCs w:val="16"/>
              </w:rPr>
            </w:pPr>
            <w:r w:rsidRPr="001C0CC4">
              <w:rPr>
                <w:noProof/>
                <w:sz w:val="16"/>
                <w:szCs w:val="16"/>
              </w:rPr>
              <w:t>R4-1816663, Draft CR to 38.101-1 (5.3.4) RB alignment, Huawei</w:t>
            </w:r>
          </w:p>
          <w:p w14:paraId="71B6A894" w14:textId="77777777" w:rsidR="00DC7196" w:rsidRPr="001C0CC4" w:rsidRDefault="00DC7196" w:rsidP="00DC7196">
            <w:pPr>
              <w:pStyle w:val="TAL"/>
              <w:keepNext w:val="0"/>
              <w:rPr>
                <w:noProof/>
                <w:sz w:val="16"/>
                <w:szCs w:val="16"/>
              </w:rPr>
            </w:pPr>
            <w:r w:rsidRPr="001C0CC4">
              <w:rPr>
                <w:noProof/>
                <w:sz w:val="16"/>
                <w:szCs w:val="16"/>
              </w:rPr>
              <w:t>R4-1816755, CR to 38.101-1: ACS and IBB intra-band contiguous CA, Intel Corporation</w:t>
            </w:r>
          </w:p>
          <w:p w14:paraId="076E23D7" w14:textId="77777777" w:rsidR="00DC7196" w:rsidRPr="001C0CC4" w:rsidRDefault="00DC7196" w:rsidP="00DC7196">
            <w:pPr>
              <w:pStyle w:val="TAL"/>
              <w:keepNext w:val="0"/>
              <w:rPr>
                <w:noProof/>
                <w:sz w:val="16"/>
                <w:szCs w:val="16"/>
              </w:rPr>
            </w:pPr>
          </w:p>
          <w:p w14:paraId="27619C24" w14:textId="77777777" w:rsidR="00DC7196" w:rsidRPr="001C0CC4" w:rsidRDefault="00DC7196" w:rsidP="00DC7196">
            <w:pPr>
              <w:pStyle w:val="TAL"/>
              <w:keepNext w:val="0"/>
              <w:rPr>
                <w:noProof/>
                <w:sz w:val="16"/>
                <w:szCs w:val="16"/>
              </w:rPr>
            </w:pPr>
            <w:r w:rsidRPr="001C0CC4">
              <w:rPr>
                <w:noProof/>
                <w:sz w:val="16"/>
                <w:szCs w:val="16"/>
              </w:rPr>
              <w:t>Further changes in RAN#82</w:t>
            </w:r>
          </w:p>
          <w:p w14:paraId="66AFCAEC" w14:textId="77777777" w:rsidR="00DC7196" w:rsidRPr="001C0CC4" w:rsidRDefault="00DC7196" w:rsidP="00DC7196">
            <w:pPr>
              <w:pStyle w:val="TAL"/>
              <w:keepNext w:val="0"/>
              <w:rPr>
                <w:noProof/>
                <w:sz w:val="16"/>
                <w:szCs w:val="16"/>
              </w:rPr>
            </w:pPr>
            <w:r w:rsidRPr="001C0CC4">
              <w:rPr>
                <w:noProof/>
                <w:sz w:val="16"/>
                <w:szCs w:val="16"/>
              </w:rPr>
              <w:t>- 7.5 kHz frequency shift is specified for all FDD bands in clause 5.4.2.1</w:t>
            </w:r>
          </w:p>
        </w:tc>
        <w:tc>
          <w:tcPr>
            <w:tcW w:w="708" w:type="dxa"/>
            <w:shd w:val="solid" w:color="FFFFFF" w:fill="auto"/>
          </w:tcPr>
          <w:p w14:paraId="0108A245" w14:textId="77777777" w:rsidR="00DC7196" w:rsidRPr="001C0CC4" w:rsidRDefault="00DC7196" w:rsidP="00DC7196">
            <w:pPr>
              <w:pStyle w:val="TAC"/>
              <w:keepNext w:val="0"/>
              <w:rPr>
                <w:sz w:val="16"/>
                <w:szCs w:val="16"/>
              </w:rPr>
            </w:pPr>
            <w:r w:rsidRPr="001C0CC4">
              <w:rPr>
                <w:sz w:val="16"/>
                <w:szCs w:val="16"/>
              </w:rPr>
              <w:t>15.4.0</w:t>
            </w:r>
          </w:p>
        </w:tc>
      </w:tr>
      <w:tr w:rsidR="00DC7196" w:rsidRPr="001C0CC4" w14:paraId="4521E8F8" w14:textId="77777777" w:rsidTr="00DC7196">
        <w:trPr>
          <w:jc w:val="center"/>
        </w:trPr>
        <w:tc>
          <w:tcPr>
            <w:tcW w:w="800" w:type="dxa"/>
            <w:shd w:val="solid" w:color="FFFFFF" w:fill="auto"/>
          </w:tcPr>
          <w:p w14:paraId="6A8BA39C" w14:textId="77777777" w:rsidR="00DC7196" w:rsidRPr="001C0CC4" w:rsidRDefault="00DC7196" w:rsidP="00DC7196">
            <w:pPr>
              <w:pStyle w:val="TAC"/>
              <w:keepNext w:val="0"/>
              <w:rPr>
                <w:sz w:val="16"/>
                <w:szCs w:val="16"/>
              </w:rPr>
            </w:pPr>
            <w:r w:rsidRPr="001C0CC4">
              <w:rPr>
                <w:sz w:val="16"/>
                <w:szCs w:val="16"/>
              </w:rPr>
              <w:t>2018-12</w:t>
            </w:r>
          </w:p>
        </w:tc>
        <w:tc>
          <w:tcPr>
            <w:tcW w:w="800" w:type="dxa"/>
            <w:shd w:val="solid" w:color="FFFFFF" w:fill="auto"/>
          </w:tcPr>
          <w:p w14:paraId="0A107676" w14:textId="77777777" w:rsidR="00DC7196" w:rsidRPr="001C0CC4" w:rsidRDefault="00DC7196" w:rsidP="00DC7196">
            <w:pPr>
              <w:pStyle w:val="TAC"/>
              <w:keepNext w:val="0"/>
              <w:rPr>
                <w:sz w:val="16"/>
                <w:szCs w:val="16"/>
              </w:rPr>
            </w:pPr>
            <w:r w:rsidRPr="001C0CC4">
              <w:rPr>
                <w:sz w:val="16"/>
                <w:szCs w:val="16"/>
              </w:rPr>
              <w:t>RAN#82</w:t>
            </w:r>
          </w:p>
        </w:tc>
        <w:tc>
          <w:tcPr>
            <w:tcW w:w="944" w:type="dxa"/>
            <w:shd w:val="solid" w:color="FFFFFF" w:fill="auto"/>
          </w:tcPr>
          <w:p w14:paraId="349D37BA" w14:textId="77777777" w:rsidR="00DC7196" w:rsidRPr="001C0CC4" w:rsidRDefault="00DC7196" w:rsidP="00DC7196">
            <w:pPr>
              <w:pStyle w:val="TAL"/>
              <w:keepNext w:val="0"/>
              <w:rPr>
                <w:sz w:val="16"/>
                <w:szCs w:val="16"/>
              </w:rPr>
            </w:pPr>
            <w:r w:rsidRPr="001C0CC4">
              <w:rPr>
                <w:sz w:val="16"/>
                <w:szCs w:val="16"/>
              </w:rPr>
              <w:t>RP-182814</w:t>
            </w:r>
          </w:p>
        </w:tc>
        <w:tc>
          <w:tcPr>
            <w:tcW w:w="575" w:type="dxa"/>
            <w:shd w:val="solid" w:color="FFFFFF" w:fill="auto"/>
          </w:tcPr>
          <w:p w14:paraId="0E6FB084" w14:textId="77777777" w:rsidR="00DC7196" w:rsidRPr="001C0CC4" w:rsidRDefault="00DC7196" w:rsidP="00DC7196">
            <w:pPr>
              <w:pStyle w:val="TAL"/>
              <w:keepNext w:val="0"/>
              <w:rPr>
                <w:sz w:val="16"/>
                <w:szCs w:val="16"/>
              </w:rPr>
            </w:pPr>
            <w:r w:rsidRPr="001C0CC4">
              <w:rPr>
                <w:sz w:val="16"/>
                <w:szCs w:val="16"/>
              </w:rPr>
              <w:t>0030</w:t>
            </w:r>
          </w:p>
        </w:tc>
        <w:tc>
          <w:tcPr>
            <w:tcW w:w="425" w:type="dxa"/>
            <w:shd w:val="solid" w:color="FFFFFF" w:fill="auto"/>
          </w:tcPr>
          <w:p w14:paraId="6DD3788A" w14:textId="77777777" w:rsidR="00DC7196" w:rsidRPr="001C0CC4" w:rsidRDefault="00DC7196" w:rsidP="00DC7196">
            <w:pPr>
              <w:pStyle w:val="TAR"/>
              <w:keepNext w:val="0"/>
              <w:jc w:val="left"/>
              <w:rPr>
                <w:sz w:val="16"/>
                <w:szCs w:val="16"/>
              </w:rPr>
            </w:pPr>
            <w:r w:rsidRPr="001C0CC4">
              <w:rPr>
                <w:sz w:val="16"/>
                <w:szCs w:val="16"/>
              </w:rPr>
              <w:t>2</w:t>
            </w:r>
          </w:p>
        </w:tc>
        <w:tc>
          <w:tcPr>
            <w:tcW w:w="425" w:type="dxa"/>
            <w:shd w:val="solid" w:color="FFFFFF" w:fill="auto"/>
          </w:tcPr>
          <w:p w14:paraId="64C43600"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56587F2E" w14:textId="77777777" w:rsidR="00DC7196" w:rsidRPr="001C0CC4" w:rsidRDefault="00DC7196" w:rsidP="00DC7196">
            <w:pPr>
              <w:pStyle w:val="TAL"/>
              <w:keepNext w:val="0"/>
              <w:rPr>
                <w:noProof/>
                <w:sz w:val="16"/>
                <w:szCs w:val="16"/>
              </w:rPr>
            </w:pPr>
            <w:r w:rsidRPr="001C0CC4">
              <w:rPr>
                <w:noProof/>
                <w:sz w:val="16"/>
                <w:szCs w:val="16"/>
              </w:rPr>
              <w:t>Company CR on 2Rx exception for NR vehicular UE at FR1</w:t>
            </w:r>
          </w:p>
        </w:tc>
        <w:tc>
          <w:tcPr>
            <w:tcW w:w="708" w:type="dxa"/>
            <w:shd w:val="solid" w:color="FFFFFF" w:fill="auto"/>
          </w:tcPr>
          <w:p w14:paraId="1C13F81B" w14:textId="77777777" w:rsidR="00DC7196" w:rsidRPr="001C0CC4" w:rsidRDefault="00DC7196" w:rsidP="00DC7196">
            <w:pPr>
              <w:pStyle w:val="TAC"/>
              <w:keepNext w:val="0"/>
              <w:rPr>
                <w:sz w:val="16"/>
                <w:szCs w:val="16"/>
              </w:rPr>
            </w:pPr>
            <w:r w:rsidRPr="001C0CC4">
              <w:rPr>
                <w:sz w:val="16"/>
                <w:szCs w:val="16"/>
              </w:rPr>
              <w:t>15.4.0</w:t>
            </w:r>
          </w:p>
        </w:tc>
      </w:tr>
      <w:tr w:rsidR="00DC7196" w:rsidRPr="001C0CC4" w14:paraId="38628A38" w14:textId="77777777" w:rsidTr="00DC7196">
        <w:trPr>
          <w:jc w:val="center"/>
        </w:trPr>
        <w:tc>
          <w:tcPr>
            <w:tcW w:w="800" w:type="dxa"/>
            <w:shd w:val="solid" w:color="FFFFFF" w:fill="auto"/>
          </w:tcPr>
          <w:p w14:paraId="40F33EAC" w14:textId="77777777" w:rsidR="00DC7196" w:rsidRPr="001C0CC4" w:rsidRDefault="00DC7196" w:rsidP="00DC7196">
            <w:pPr>
              <w:pStyle w:val="TAC"/>
              <w:keepNext w:val="0"/>
              <w:rPr>
                <w:sz w:val="16"/>
                <w:szCs w:val="16"/>
              </w:rPr>
            </w:pPr>
            <w:r w:rsidRPr="001C0CC4">
              <w:rPr>
                <w:sz w:val="16"/>
                <w:szCs w:val="16"/>
              </w:rPr>
              <w:t>2019-03</w:t>
            </w:r>
          </w:p>
        </w:tc>
        <w:tc>
          <w:tcPr>
            <w:tcW w:w="800" w:type="dxa"/>
            <w:shd w:val="solid" w:color="FFFFFF" w:fill="auto"/>
          </w:tcPr>
          <w:p w14:paraId="4EB81863" w14:textId="77777777" w:rsidR="00DC7196" w:rsidRPr="001C0CC4" w:rsidRDefault="00DC7196" w:rsidP="00DC7196">
            <w:pPr>
              <w:pStyle w:val="TAC"/>
              <w:keepNext w:val="0"/>
              <w:rPr>
                <w:sz w:val="16"/>
                <w:szCs w:val="16"/>
              </w:rPr>
            </w:pPr>
            <w:r w:rsidRPr="001C0CC4">
              <w:rPr>
                <w:sz w:val="16"/>
                <w:szCs w:val="16"/>
              </w:rPr>
              <w:t>RAN#83</w:t>
            </w:r>
          </w:p>
        </w:tc>
        <w:tc>
          <w:tcPr>
            <w:tcW w:w="944" w:type="dxa"/>
            <w:shd w:val="solid" w:color="FFFFFF" w:fill="auto"/>
          </w:tcPr>
          <w:p w14:paraId="078C67E2" w14:textId="77777777" w:rsidR="00DC7196" w:rsidRPr="001C0CC4" w:rsidRDefault="00DC7196" w:rsidP="00DC7196">
            <w:pPr>
              <w:pStyle w:val="TAL"/>
              <w:keepNext w:val="0"/>
              <w:rPr>
                <w:sz w:val="16"/>
                <w:szCs w:val="16"/>
              </w:rPr>
            </w:pPr>
            <w:r w:rsidRPr="001C0CC4">
              <w:rPr>
                <w:sz w:val="16"/>
                <w:szCs w:val="16"/>
              </w:rPr>
              <w:t>RP-190403</w:t>
            </w:r>
          </w:p>
        </w:tc>
        <w:tc>
          <w:tcPr>
            <w:tcW w:w="575" w:type="dxa"/>
            <w:shd w:val="solid" w:color="FFFFFF" w:fill="auto"/>
          </w:tcPr>
          <w:p w14:paraId="3079FB61" w14:textId="77777777" w:rsidR="00DC7196" w:rsidRPr="001C0CC4" w:rsidRDefault="00DC7196" w:rsidP="00DC7196">
            <w:pPr>
              <w:pStyle w:val="TAL"/>
              <w:keepNext w:val="0"/>
              <w:rPr>
                <w:sz w:val="16"/>
                <w:szCs w:val="16"/>
              </w:rPr>
            </w:pPr>
            <w:r w:rsidRPr="001C0CC4">
              <w:rPr>
                <w:sz w:val="16"/>
                <w:szCs w:val="16"/>
              </w:rPr>
              <w:t>0034</w:t>
            </w:r>
          </w:p>
        </w:tc>
        <w:tc>
          <w:tcPr>
            <w:tcW w:w="425" w:type="dxa"/>
            <w:shd w:val="solid" w:color="FFFFFF" w:fill="auto"/>
          </w:tcPr>
          <w:p w14:paraId="52AD8D82" w14:textId="77777777" w:rsidR="00DC7196" w:rsidRPr="001C0CC4" w:rsidRDefault="00DC7196" w:rsidP="00DC7196">
            <w:pPr>
              <w:pStyle w:val="TAR"/>
              <w:keepNext w:val="0"/>
              <w:jc w:val="left"/>
              <w:rPr>
                <w:sz w:val="16"/>
                <w:szCs w:val="16"/>
              </w:rPr>
            </w:pPr>
          </w:p>
        </w:tc>
        <w:tc>
          <w:tcPr>
            <w:tcW w:w="425" w:type="dxa"/>
            <w:shd w:val="solid" w:color="FFFFFF" w:fill="auto"/>
          </w:tcPr>
          <w:p w14:paraId="671A82D3"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7F19C73E" w14:textId="77777777" w:rsidR="00DC7196" w:rsidRPr="001C0CC4" w:rsidRDefault="00DC7196" w:rsidP="00DC7196">
            <w:pPr>
              <w:pStyle w:val="TAL"/>
              <w:keepNext w:val="0"/>
              <w:rPr>
                <w:noProof/>
                <w:sz w:val="16"/>
                <w:szCs w:val="16"/>
              </w:rPr>
            </w:pPr>
            <w:r w:rsidRPr="001C0CC4">
              <w:rPr>
                <w:noProof/>
                <w:sz w:val="16"/>
                <w:szCs w:val="16"/>
              </w:rPr>
              <w:t>CR to TS 38.101-1: Implementation of endorsed draft CRs from RAN4#90</w:t>
            </w:r>
          </w:p>
          <w:p w14:paraId="1AFD99A0" w14:textId="77777777" w:rsidR="00DC7196" w:rsidRPr="001C0CC4" w:rsidRDefault="00DC7196" w:rsidP="00DC7196">
            <w:pPr>
              <w:pStyle w:val="TAL"/>
              <w:keepNext w:val="0"/>
              <w:rPr>
                <w:noProof/>
                <w:sz w:val="16"/>
                <w:szCs w:val="16"/>
              </w:rPr>
            </w:pPr>
          </w:p>
          <w:p w14:paraId="0DFB4B98" w14:textId="77777777" w:rsidR="00DC7196" w:rsidRPr="001C0CC4" w:rsidRDefault="00DC7196" w:rsidP="00DC7196">
            <w:pPr>
              <w:pStyle w:val="TAL"/>
              <w:keepNext w:val="0"/>
              <w:rPr>
                <w:noProof/>
                <w:sz w:val="16"/>
                <w:szCs w:val="16"/>
              </w:rPr>
            </w:pPr>
            <w:r w:rsidRPr="001C0CC4">
              <w:rPr>
                <w:noProof/>
                <w:sz w:val="16"/>
                <w:szCs w:val="16"/>
              </w:rPr>
              <w:t>Endorced draft CR from Ran4#90</w:t>
            </w:r>
          </w:p>
          <w:p w14:paraId="7C8FD018" w14:textId="77777777" w:rsidR="00DC7196" w:rsidRPr="001C0CC4" w:rsidRDefault="00DC7196" w:rsidP="00DC7196">
            <w:pPr>
              <w:pStyle w:val="TAL"/>
              <w:keepNext w:val="0"/>
              <w:rPr>
                <w:noProof/>
                <w:sz w:val="16"/>
                <w:szCs w:val="16"/>
              </w:rPr>
            </w:pPr>
            <w:r w:rsidRPr="001C0CC4">
              <w:rPr>
                <w:noProof/>
                <w:sz w:val="16"/>
                <w:szCs w:val="16"/>
              </w:rPr>
              <w:t>R4-1900032, Editorial corrections for 38.101-1, Qualcomm Incorporated</w:t>
            </w:r>
          </w:p>
          <w:p w14:paraId="342F2CAB" w14:textId="77777777" w:rsidR="00DC7196" w:rsidRPr="001C0CC4" w:rsidRDefault="00DC7196" w:rsidP="00DC7196">
            <w:pPr>
              <w:pStyle w:val="TAL"/>
              <w:keepNext w:val="0"/>
              <w:rPr>
                <w:noProof/>
                <w:sz w:val="16"/>
                <w:szCs w:val="16"/>
              </w:rPr>
            </w:pPr>
            <w:r w:rsidRPr="001C0CC4">
              <w:rPr>
                <w:noProof/>
                <w:sz w:val="16"/>
                <w:szCs w:val="16"/>
              </w:rPr>
              <w:t>R4-1900031, draftCR on SRS IL for CA, Qualcomm Incorporated</w:t>
            </w:r>
          </w:p>
          <w:p w14:paraId="10D17105" w14:textId="77777777" w:rsidR="00DC7196" w:rsidRPr="001C0CC4" w:rsidRDefault="00DC7196" w:rsidP="00DC7196">
            <w:pPr>
              <w:pStyle w:val="TAL"/>
              <w:keepNext w:val="0"/>
              <w:rPr>
                <w:noProof/>
                <w:sz w:val="16"/>
                <w:szCs w:val="16"/>
              </w:rPr>
            </w:pPr>
            <w:r w:rsidRPr="001C0CC4">
              <w:rPr>
                <w:noProof/>
                <w:sz w:val="16"/>
                <w:szCs w:val="16"/>
              </w:rPr>
              <w:t>R4-1900161, CR on Relative power tolerance, Intel Corporation</w:t>
            </w:r>
          </w:p>
          <w:p w14:paraId="4DE97893" w14:textId="77777777" w:rsidR="00DC7196" w:rsidRPr="001C0CC4" w:rsidRDefault="00DC7196" w:rsidP="00DC7196">
            <w:pPr>
              <w:pStyle w:val="TAL"/>
              <w:keepNext w:val="0"/>
              <w:rPr>
                <w:noProof/>
                <w:sz w:val="16"/>
                <w:szCs w:val="16"/>
              </w:rPr>
            </w:pPr>
            <w:r w:rsidRPr="001C0CC4">
              <w:rPr>
                <w:noProof/>
                <w:sz w:val="16"/>
                <w:szCs w:val="16"/>
              </w:rPr>
              <w:t>R4-1900162, CR on Minimum output power, Intel Corporation</w:t>
            </w:r>
          </w:p>
          <w:p w14:paraId="10C37C3E" w14:textId="77777777" w:rsidR="00DC7196" w:rsidRPr="001C0CC4" w:rsidRDefault="00DC7196" w:rsidP="00DC7196">
            <w:pPr>
              <w:pStyle w:val="TAL"/>
              <w:keepNext w:val="0"/>
              <w:rPr>
                <w:noProof/>
                <w:sz w:val="16"/>
                <w:szCs w:val="16"/>
              </w:rPr>
            </w:pPr>
            <w:r w:rsidRPr="001C0CC4">
              <w:rPr>
                <w:noProof/>
                <w:sz w:val="16"/>
                <w:szCs w:val="16"/>
              </w:rPr>
              <w:t>R4-1900274, Draft CR to TS 38.101-1 on NR general spectrum emission mask, ZTE Corporation</w:t>
            </w:r>
          </w:p>
          <w:p w14:paraId="36820C06" w14:textId="77777777" w:rsidR="00DC7196" w:rsidRPr="001C0CC4" w:rsidRDefault="00DC7196" w:rsidP="00DC7196">
            <w:pPr>
              <w:pStyle w:val="TAL"/>
              <w:keepNext w:val="0"/>
              <w:rPr>
                <w:noProof/>
                <w:sz w:val="16"/>
                <w:szCs w:val="16"/>
              </w:rPr>
            </w:pPr>
            <w:r w:rsidRPr="001C0CC4">
              <w:rPr>
                <w:noProof/>
                <w:sz w:val="16"/>
                <w:szCs w:val="16"/>
              </w:rPr>
              <w:t>R4-1900275, Draft CR to TS 38.101-1 on spurious emisssion for network signalled value NS_40, NS_41 and NS_42, ZTE Corporation</w:t>
            </w:r>
          </w:p>
          <w:p w14:paraId="3614102E" w14:textId="77777777" w:rsidR="00DC7196" w:rsidRPr="001C0CC4" w:rsidRDefault="00DC7196" w:rsidP="00DC7196">
            <w:pPr>
              <w:pStyle w:val="TAL"/>
              <w:keepNext w:val="0"/>
              <w:rPr>
                <w:noProof/>
                <w:sz w:val="16"/>
                <w:szCs w:val="16"/>
              </w:rPr>
            </w:pPr>
            <w:r w:rsidRPr="001C0CC4">
              <w:rPr>
                <w:noProof/>
                <w:sz w:val="16"/>
                <w:szCs w:val="16"/>
              </w:rPr>
              <w:t>R4-1900424, Correction of table references and other typos, Ericsson</w:t>
            </w:r>
          </w:p>
          <w:p w14:paraId="3ABD91EC" w14:textId="77777777" w:rsidR="00DC7196" w:rsidRPr="001C0CC4" w:rsidRDefault="00DC7196" w:rsidP="00DC7196">
            <w:pPr>
              <w:pStyle w:val="TAL"/>
              <w:keepNext w:val="0"/>
              <w:rPr>
                <w:noProof/>
                <w:sz w:val="16"/>
                <w:szCs w:val="16"/>
              </w:rPr>
            </w:pPr>
            <w:r w:rsidRPr="001C0CC4">
              <w:rPr>
                <w:noProof/>
                <w:sz w:val="16"/>
                <w:szCs w:val="16"/>
              </w:rPr>
              <w:t>R4-1900508, Draft CR to TS 38.101-1 on UE transmitter power and some other editorial corrections, ZTE Corporation</w:t>
            </w:r>
          </w:p>
          <w:p w14:paraId="1593E314" w14:textId="77777777" w:rsidR="00DC7196" w:rsidRPr="001C0CC4" w:rsidRDefault="00DC7196" w:rsidP="00DC7196">
            <w:pPr>
              <w:pStyle w:val="TAL"/>
              <w:keepNext w:val="0"/>
              <w:rPr>
                <w:noProof/>
                <w:sz w:val="16"/>
                <w:szCs w:val="16"/>
              </w:rPr>
            </w:pPr>
            <w:r w:rsidRPr="001C0CC4">
              <w:rPr>
                <w:noProof/>
                <w:sz w:val="16"/>
                <w:szCs w:val="16"/>
              </w:rPr>
              <w:t>R4-1900723, Draft CR on editorial error of TS38.101-1, LG Electronics Inc.</w:t>
            </w:r>
          </w:p>
          <w:p w14:paraId="657B2FA9" w14:textId="77777777" w:rsidR="00DC7196" w:rsidRPr="001C0CC4" w:rsidRDefault="00DC7196" w:rsidP="00DC7196">
            <w:pPr>
              <w:pStyle w:val="TAL"/>
              <w:keepNext w:val="0"/>
              <w:rPr>
                <w:noProof/>
                <w:sz w:val="16"/>
                <w:szCs w:val="16"/>
              </w:rPr>
            </w:pPr>
            <w:r w:rsidRPr="001C0CC4">
              <w:rPr>
                <w:noProof/>
                <w:sz w:val="16"/>
                <w:szCs w:val="16"/>
              </w:rPr>
              <w:t>R4-1900727, Update to PRACH EVM window length for FR1, Rohde &amp; Schwarz</w:t>
            </w:r>
          </w:p>
          <w:p w14:paraId="41E0457B" w14:textId="77777777" w:rsidR="00DC7196" w:rsidRPr="001C0CC4" w:rsidRDefault="00DC7196" w:rsidP="00DC7196">
            <w:pPr>
              <w:pStyle w:val="TAL"/>
              <w:keepNext w:val="0"/>
              <w:rPr>
                <w:noProof/>
                <w:sz w:val="16"/>
                <w:szCs w:val="16"/>
              </w:rPr>
            </w:pPr>
            <w:r w:rsidRPr="001C0CC4">
              <w:rPr>
                <w:noProof/>
                <w:sz w:val="16"/>
                <w:szCs w:val="16"/>
              </w:rPr>
              <w:t>R4-1900840, Draft CR for 38.101-1 modification of Transmit intermodulation requirement, Huawei</w:t>
            </w:r>
          </w:p>
          <w:p w14:paraId="53D6466A" w14:textId="77777777" w:rsidR="00DC7196" w:rsidRPr="001C0CC4" w:rsidRDefault="00DC7196" w:rsidP="00DC7196">
            <w:pPr>
              <w:pStyle w:val="TAL"/>
              <w:keepNext w:val="0"/>
              <w:rPr>
                <w:noProof/>
                <w:sz w:val="16"/>
                <w:szCs w:val="16"/>
              </w:rPr>
            </w:pPr>
            <w:r w:rsidRPr="001C0CC4">
              <w:rPr>
                <w:noProof/>
                <w:sz w:val="16"/>
                <w:szCs w:val="16"/>
              </w:rPr>
              <w:t>R4-1900848, [RAN5 LS]Draft CR for 38.101-1: adding note for inter-band CA spurious emissions, Huawei</w:t>
            </w:r>
          </w:p>
          <w:p w14:paraId="5E583C54" w14:textId="77777777" w:rsidR="00DC7196" w:rsidRPr="001C0CC4" w:rsidRDefault="00DC7196" w:rsidP="00DC7196">
            <w:pPr>
              <w:pStyle w:val="TAL"/>
              <w:keepNext w:val="0"/>
              <w:rPr>
                <w:noProof/>
                <w:sz w:val="16"/>
                <w:szCs w:val="16"/>
              </w:rPr>
            </w:pPr>
            <w:r w:rsidRPr="001C0CC4">
              <w:rPr>
                <w:noProof/>
                <w:sz w:val="16"/>
                <w:szCs w:val="16"/>
              </w:rPr>
              <w:t>R4-1901033, Alignment of Foob related description for 38.101-1, vivo</w:t>
            </w:r>
          </w:p>
          <w:p w14:paraId="7A0F4AF6" w14:textId="77777777" w:rsidR="00DC7196" w:rsidRPr="001C0CC4" w:rsidRDefault="00DC7196" w:rsidP="00DC7196">
            <w:pPr>
              <w:pStyle w:val="TAL"/>
              <w:keepNext w:val="0"/>
              <w:rPr>
                <w:noProof/>
                <w:sz w:val="16"/>
                <w:szCs w:val="16"/>
              </w:rPr>
            </w:pPr>
            <w:r w:rsidRPr="001C0CC4">
              <w:rPr>
                <w:noProof/>
                <w:sz w:val="16"/>
                <w:szCs w:val="16"/>
              </w:rPr>
              <w:t>R4-1901273, Correction of HARQ-ACK transmission timing for DL RMC for FR1 TDD SCS=60kHz, Ericsson</w:t>
            </w:r>
          </w:p>
          <w:p w14:paraId="37BBC783" w14:textId="77777777" w:rsidR="00DC7196" w:rsidRPr="001C0CC4" w:rsidRDefault="00DC7196" w:rsidP="00DC7196">
            <w:pPr>
              <w:pStyle w:val="TAL"/>
              <w:keepNext w:val="0"/>
              <w:rPr>
                <w:noProof/>
                <w:sz w:val="16"/>
                <w:szCs w:val="16"/>
              </w:rPr>
            </w:pPr>
            <w:r w:rsidRPr="001C0CC4">
              <w:rPr>
                <w:noProof/>
                <w:sz w:val="16"/>
                <w:szCs w:val="16"/>
              </w:rPr>
              <w:t>R4-1901766, draft_CR TS 38.101-1 Correction to UL configuration for reference sensitivity, Skyworks Solutions Inc.</w:t>
            </w:r>
          </w:p>
          <w:p w14:paraId="39E1C814" w14:textId="77777777" w:rsidR="00DC7196" w:rsidRPr="001C0CC4" w:rsidRDefault="00DC7196" w:rsidP="00DC7196">
            <w:pPr>
              <w:pStyle w:val="TAL"/>
              <w:keepNext w:val="0"/>
              <w:rPr>
                <w:noProof/>
                <w:sz w:val="16"/>
                <w:szCs w:val="16"/>
              </w:rPr>
            </w:pPr>
            <w:r w:rsidRPr="001C0CC4">
              <w:rPr>
                <w:noProof/>
                <w:sz w:val="16"/>
                <w:szCs w:val="16"/>
              </w:rPr>
              <w:t>R4-1901823, draft CR on spurious requirment for TS 38.101-1, Huawei, HiSilicon</w:t>
            </w:r>
          </w:p>
          <w:p w14:paraId="25C578CA" w14:textId="77777777" w:rsidR="00DC7196" w:rsidRPr="001C0CC4" w:rsidRDefault="00DC7196" w:rsidP="00DC7196">
            <w:pPr>
              <w:pStyle w:val="TAL"/>
              <w:keepNext w:val="0"/>
              <w:rPr>
                <w:noProof/>
                <w:sz w:val="16"/>
                <w:szCs w:val="16"/>
              </w:rPr>
            </w:pPr>
            <w:r w:rsidRPr="001C0CC4">
              <w:rPr>
                <w:noProof/>
                <w:sz w:val="16"/>
                <w:szCs w:val="16"/>
              </w:rPr>
              <w:t>R4-1901835, draftCR on MSD for CA_n41-n78 for TS 38.101-1, Huawei</w:t>
            </w:r>
          </w:p>
          <w:p w14:paraId="23B7A8D6" w14:textId="77777777" w:rsidR="00DC7196" w:rsidRPr="001C0CC4" w:rsidRDefault="00DC7196" w:rsidP="00DC7196">
            <w:pPr>
              <w:pStyle w:val="TAL"/>
              <w:keepNext w:val="0"/>
              <w:rPr>
                <w:noProof/>
                <w:sz w:val="16"/>
                <w:szCs w:val="16"/>
              </w:rPr>
            </w:pPr>
            <w:r w:rsidRPr="001C0CC4">
              <w:rPr>
                <w:noProof/>
                <w:sz w:val="16"/>
                <w:szCs w:val="16"/>
              </w:rPr>
              <w:t>R4-1901847, Draft CR for 38.101-1: Addition of default power class, Sprint Corporation</w:t>
            </w:r>
            <w:r w:rsidRPr="001C0CC4">
              <w:rPr>
                <w:noProof/>
                <w:sz w:val="16"/>
                <w:szCs w:val="16"/>
              </w:rPr>
              <w:br/>
              <w:t>R4-1901873, Receiver requirement RMC references, Qualcomm Incorporated</w:t>
            </w:r>
          </w:p>
          <w:p w14:paraId="57D4F035" w14:textId="77777777" w:rsidR="00DC7196" w:rsidRPr="001C0CC4" w:rsidRDefault="00DC7196" w:rsidP="00DC7196">
            <w:pPr>
              <w:pStyle w:val="TAL"/>
              <w:keepNext w:val="0"/>
              <w:rPr>
                <w:noProof/>
                <w:sz w:val="16"/>
                <w:szCs w:val="16"/>
              </w:rPr>
            </w:pPr>
            <w:r w:rsidRPr="001C0CC4">
              <w:rPr>
                <w:noProof/>
                <w:sz w:val="16"/>
                <w:szCs w:val="16"/>
              </w:rPr>
              <w:t>R4-1901925, Draft CR to 38.101-1 to update and clarify Rx wide band intermod and spurious requirments for BW class C, D, E, Qualcomm Incorporated</w:t>
            </w:r>
          </w:p>
          <w:p w14:paraId="1F10129F" w14:textId="77777777" w:rsidR="00DC7196" w:rsidRPr="001C0CC4" w:rsidRDefault="00DC7196" w:rsidP="00DC7196">
            <w:pPr>
              <w:pStyle w:val="TAL"/>
              <w:keepNext w:val="0"/>
              <w:rPr>
                <w:noProof/>
                <w:sz w:val="16"/>
                <w:szCs w:val="16"/>
              </w:rPr>
            </w:pPr>
            <w:r w:rsidRPr="001C0CC4">
              <w:rPr>
                <w:noProof/>
                <w:sz w:val="16"/>
                <w:szCs w:val="16"/>
              </w:rPr>
              <w:t>R4-1901992, Draft CR to 38.101-1. Correct  FR1 NS_41 AMPR for n50</w:t>
            </w:r>
            <w:r w:rsidRPr="001C0CC4">
              <w:rPr>
                <w:noProof/>
                <w:sz w:val="16"/>
                <w:szCs w:val="16"/>
              </w:rPr>
              <w:tab/>
              <w:t>, Huawei</w:t>
            </w:r>
          </w:p>
          <w:p w14:paraId="46A730C8" w14:textId="77777777" w:rsidR="00DC7196" w:rsidRPr="001C0CC4" w:rsidRDefault="00DC7196" w:rsidP="00DC7196">
            <w:pPr>
              <w:pStyle w:val="TAL"/>
              <w:keepNext w:val="0"/>
              <w:rPr>
                <w:noProof/>
                <w:sz w:val="16"/>
                <w:szCs w:val="16"/>
              </w:rPr>
            </w:pPr>
            <w:r w:rsidRPr="001C0CC4">
              <w:rPr>
                <w:noProof/>
                <w:sz w:val="16"/>
                <w:szCs w:val="16"/>
              </w:rPr>
              <w:t>R4-1902001, Draft CR to 38.101-1 on n41 – B40 coexistence, Qualcomm Incorporated</w:t>
            </w:r>
          </w:p>
          <w:p w14:paraId="17074C63" w14:textId="77777777" w:rsidR="00DC7196" w:rsidRPr="001C0CC4" w:rsidRDefault="00DC7196" w:rsidP="00DC7196">
            <w:pPr>
              <w:pStyle w:val="TAL"/>
              <w:keepNext w:val="0"/>
              <w:rPr>
                <w:noProof/>
                <w:sz w:val="16"/>
                <w:szCs w:val="16"/>
              </w:rPr>
            </w:pPr>
            <w:r w:rsidRPr="001C0CC4">
              <w:rPr>
                <w:noProof/>
                <w:sz w:val="16"/>
                <w:szCs w:val="16"/>
              </w:rPr>
              <w:t>R4-1902150, Draft CR to TS38.101-1_Clarifications on MSD and UL configuration tables for inter-band CA, ZTE Corporation</w:t>
            </w:r>
          </w:p>
          <w:p w14:paraId="0E0A42BE" w14:textId="77777777" w:rsidR="00DC7196" w:rsidRPr="001C0CC4" w:rsidRDefault="00DC7196" w:rsidP="00DC7196">
            <w:pPr>
              <w:pStyle w:val="TAL"/>
              <w:keepNext w:val="0"/>
              <w:rPr>
                <w:noProof/>
                <w:sz w:val="16"/>
                <w:szCs w:val="16"/>
              </w:rPr>
            </w:pPr>
            <w:r w:rsidRPr="001C0CC4">
              <w:rPr>
                <w:noProof/>
                <w:sz w:val="16"/>
                <w:szCs w:val="16"/>
              </w:rPr>
              <w:t>R4-1902166, Tx ON/OFF time mask for FR1, Qualcomm Inc</w:t>
            </w:r>
          </w:p>
          <w:p w14:paraId="3AAF1F28" w14:textId="77777777" w:rsidR="00DC7196" w:rsidRPr="001C0CC4" w:rsidRDefault="00DC7196" w:rsidP="00DC7196">
            <w:pPr>
              <w:pStyle w:val="TAL"/>
              <w:keepNext w:val="0"/>
              <w:rPr>
                <w:noProof/>
                <w:sz w:val="16"/>
                <w:szCs w:val="16"/>
              </w:rPr>
            </w:pPr>
            <w:r w:rsidRPr="001C0CC4">
              <w:rPr>
                <w:noProof/>
                <w:sz w:val="16"/>
                <w:szCs w:val="16"/>
              </w:rPr>
              <w:t>R4-1902174, Draft CR to 38.101-1: On FR1 A-MPR NS_08 for n8, Qualcomm Incorporated</w:t>
            </w:r>
          </w:p>
          <w:p w14:paraId="6B4B1AD8" w14:textId="77777777" w:rsidR="00DC7196" w:rsidRPr="001C0CC4" w:rsidRDefault="00DC7196" w:rsidP="00DC7196">
            <w:pPr>
              <w:pStyle w:val="TAL"/>
              <w:keepNext w:val="0"/>
              <w:rPr>
                <w:noProof/>
                <w:sz w:val="16"/>
                <w:szCs w:val="16"/>
              </w:rPr>
            </w:pPr>
            <w:r w:rsidRPr="001C0CC4">
              <w:rPr>
                <w:noProof/>
                <w:sz w:val="16"/>
                <w:szCs w:val="16"/>
              </w:rPr>
              <w:t>R4-1902175, Draft CR on AMPR requirements for NS_05U and NS_08U to TS 38.101-1, Huawei</w:t>
            </w:r>
          </w:p>
          <w:p w14:paraId="3B51BE17" w14:textId="77777777" w:rsidR="00DC7196" w:rsidRPr="001C0CC4" w:rsidRDefault="00DC7196" w:rsidP="00DC7196">
            <w:pPr>
              <w:pStyle w:val="TAL"/>
              <w:keepNext w:val="0"/>
              <w:rPr>
                <w:noProof/>
                <w:sz w:val="16"/>
                <w:szCs w:val="16"/>
              </w:rPr>
            </w:pPr>
            <w:r w:rsidRPr="001C0CC4">
              <w:rPr>
                <w:noProof/>
                <w:sz w:val="16"/>
                <w:szCs w:val="16"/>
              </w:rPr>
              <w:t>R4-1902194, [41 DL]Draft CR for 38.101-1 adding DL intra-band CA requirements for frequency less than 2700MHz, Huawei</w:t>
            </w:r>
          </w:p>
          <w:p w14:paraId="49F6484E" w14:textId="77777777" w:rsidR="00DC7196" w:rsidRPr="001C0CC4" w:rsidRDefault="00DC7196" w:rsidP="00DC7196">
            <w:pPr>
              <w:pStyle w:val="TAL"/>
              <w:keepNext w:val="0"/>
              <w:rPr>
                <w:noProof/>
                <w:sz w:val="16"/>
                <w:szCs w:val="16"/>
              </w:rPr>
            </w:pPr>
            <w:r w:rsidRPr="001C0CC4">
              <w:rPr>
                <w:noProof/>
                <w:sz w:val="16"/>
                <w:szCs w:val="16"/>
              </w:rPr>
              <w:t>R4-1902196, Draft CR for 7.9A Spurious emissions for CA, CMCC</w:t>
            </w:r>
          </w:p>
          <w:p w14:paraId="0840AAE9" w14:textId="77777777" w:rsidR="00DC7196" w:rsidRPr="001C0CC4" w:rsidRDefault="00DC7196" w:rsidP="00DC7196">
            <w:pPr>
              <w:pStyle w:val="TAL"/>
              <w:keepNext w:val="0"/>
              <w:rPr>
                <w:noProof/>
                <w:sz w:val="16"/>
                <w:szCs w:val="16"/>
              </w:rPr>
            </w:pPr>
            <w:r w:rsidRPr="001C0CC4">
              <w:rPr>
                <w:noProof/>
                <w:sz w:val="16"/>
                <w:szCs w:val="16"/>
              </w:rPr>
              <w:t>R4-1902223, UE optional bandwidth for FR1, Nokia</w:t>
            </w:r>
          </w:p>
          <w:p w14:paraId="33E96691" w14:textId="77777777" w:rsidR="00DC7196" w:rsidRPr="001C0CC4" w:rsidRDefault="00DC7196" w:rsidP="00DC7196">
            <w:pPr>
              <w:pStyle w:val="TAL"/>
              <w:keepNext w:val="0"/>
              <w:rPr>
                <w:noProof/>
                <w:sz w:val="16"/>
                <w:szCs w:val="16"/>
              </w:rPr>
            </w:pPr>
            <w:r w:rsidRPr="001C0CC4">
              <w:rPr>
                <w:noProof/>
                <w:sz w:val="16"/>
                <w:szCs w:val="16"/>
              </w:rPr>
              <w:t>R4-1902225, CR to 38.101-1 on CA BW Classes fallback groups, Intel Corporation</w:t>
            </w:r>
          </w:p>
          <w:p w14:paraId="1C108BD0" w14:textId="77777777" w:rsidR="00DC7196" w:rsidRPr="001C0CC4" w:rsidRDefault="00DC7196" w:rsidP="00DC7196">
            <w:pPr>
              <w:pStyle w:val="TAL"/>
              <w:keepNext w:val="0"/>
              <w:rPr>
                <w:noProof/>
                <w:sz w:val="16"/>
                <w:szCs w:val="16"/>
              </w:rPr>
            </w:pPr>
            <w:r w:rsidRPr="001C0CC4">
              <w:rPr>
                <w:noProof/>
                <w:sz w:val="16"/>
                <w:szCs w:val="16"/>
              </w:rPr>
              <w:t>R4-1902233, Draft CR to 38.101-1: SUL clarifications, Nokia</w:t>
            </w:r>
          </w:p>
          <w:p w14:paraId="41D07AD0" w14:textId="77777777" w:rsidR="00DC7196" w:rsidRPr="001C0CC4" w:rsidRDefault="00DC7196" w:rsidP="00DC7196">
            <w:pPr>
              <w:pStyle w:val="TAL"/>
              <w:keepNext w:val="0"/>
              <w:rPr>
                <w:noProof/>
                <w:sz w:val="16"/>
                <w:szCs w:val="16"/>
              </w:rPr>
            </w:pPr>
            <w:r w:rsidRPr="001C0CC4">
              <w:rPr>
                <w:noProof/>
                <w:sz w:val="16"/>
                <w:szCs w:val="16"/>
              </w:rPr>
              <w:t>R4-1902339, Draft CR to TS 38.101-1 on FR1 extension, Ericsson</w:t>
            </w:r>
          </w:p>
          <w:p w14:paraId="760445A4" w14:textId="77777777" w:rsidR="00DC7196" w:rsidRPr="001C0CC4" w:rsidRDefault="00DC7196" w:rsidP="00DC7196">
            <w:pPr>
              <w:pStyle w:val="TAL"/>
              <w:keepNext w:val="0"/>
              <w:rPr>
                <w:noProof/>
                <w:sz w:val="16"/>
                <w:szCs w:val="16"/>
              </w:rPr>
            </w:pPr>
            <w:r w:rsidRPr="001C0CC4">
              <w:rPr>
                <w:noProof/>
                <w:sz w:val="16"/>
                <w:szCs w:val="16"/>
              </w:rPr>
              <w:t>R4-1902455, Completion of the Pcmax specification: additional P-max and P_NR, Ericsson</w:t>
            </w:r>
          </w:p>
          <w:p w14:paraId="1CF09ABE" w14:textId="77777777" w:rsidR="00DC7196" w:rsidRPr="001C0CC4" w:rsidRDefault="00DC7196" w:rsidP="00DC7196">
            <w:pPr>
              <w:pStyle w:val="TAL"/>
              <w:keepNext w:val="0"/>
              <w:rPr>
                <w:noProof/>
                <w:sz w:val="16"/>
                <w:szCs w:val="16"/>
              </w:rPr>
            </w:pPr>
            <w:r w:rsidRPr="001C0CC4">
              <w:rPr>
                <w:noProof/>
                <w:sz w:val="16"/>
                <w:szCs w:val="16"/>
              </w:rPr>
              <w:t>R4-1902468, Draft CR: Introduction of Annex on Characteristics of the Interfering Signal, Samsung</w:t>
            </w:r>
          </w:p>
          <w:p w14:paraId="556D2FBB" w14:textId="77777777" w:rsidR="00DC7196" w:rsidRPr="001C0CC4" w:rsidRDefault="00DC7196" w:rsidP="00DC7196">
            <w:pPr>
              <w:pStyle w:val="TAL"/>
              <w:keepNext w:val="0"/>
              <w:rPr>
                <w:noProof/>
                <w:sz w:val="16"/>
                <w:szCs w:val="16"/>
              </w:rPr>
            </w:pPr>
            <w:r w:rsidRPr="001C0CC4">
              <w:rPr>
                <w:noProof/>
                <w:sz w:val="16"/>
                <w:szCs w:val="16"/>
              </w:rPr>
              <w:t>R4-1902479, Draft CR on some errors to TS 38.101-1, Huawei</w:t>
            </w:r>
          </w:p>
          <w:p w14:paraId="58CD086D" w14:textId="77777777" w:rsidR="00DC7196" w:rsidRPr="001C0CC4" w:rsidRDefault="00DC7196" w:rsidP="00DC7196">
            <w:pPr>
              <w:pStyle w:val="TAL"/>
              <w:keepNext w:val="0"/>
              <w:rPr>
                <w:noProof/>
                <w:sz w:val="16"/>
                <w:szCs w:val="16"/>
              </w:rPr>
            </w:pPr>
            <w:r w:rsidRPr="001C0CC4">
              <w:rPr>
                <w:noProof/>
                <w:sz w:val="16"/>
                <w:szCs w:val="16"/>
              </w:rPr>
              <w:t>R4-1902480, Draft CR for 38.101-1 modification of requirements for network signalled value NS_04, Huawei</w:t>
            </w:r>
          </w:p>
          <w:p w14:paraId="4CC9223A" w14:textId="77777777" w:rsidR="00DC7196" w:rsidRPr="001C0CC4" w:rsidRDefault="00DC7196" w:rsidP="00DC7196">
            <w:pPr>
              <w:pStyle w:val="TAL"/>
              <w:keepNext w:val="0"/>
              <w:rPr>
                <w:noProof/>
                <w:sz w:val="16"/>
                <w:szCs w:val="16"/>
              </w:rPr>
            </w:pPr>
            <w:r w:rsidRPr="001C0CC4">
              <w:rPr>
                <w:noProof/>
                <w:sz w:val="16"/>
                <w:szCs w:val="16"/>
              </w:rPr>
              <w:t>R4-1902655, CR to 38.101-1 on NR Uplink RBs location, Intel Corporation</w:t>
            </w:r>
          </w:p>
          <w:p w14:paraId="5B32E2BC" w14:textId="77777777" w:rsidR="00DC7196" w:rsidRPr="001C0CC4" w:rsidRDefault="00DC7196" w:rsidP="00DC7196">
            <w:pPr>
              <w:pStyle w:val="TAL"/>
              <w:keepNext w:val="0"/>
              <w:rPr>
                <w:noProof/>
                <w:sz w:val="16"/>
                <w:szCs w:val="16"/>
              </w:rPr>
            </w:pPr>
            <w:r w:rsidRPr="001C0CC4">
              <w:rPr>
                <w:noProof/>
                <w:sz w:val="16"/>
                <w:szCs w:val="16"/>
              </w:rPr>
              <w:t>R4-1901610, Draft CR for 38.101-1 REFSENS for UL MIMO</w:t>
            </w:r>
            <w:r w:rsidRPr="001C0CC4">
              <w:rPr>
                <w:noProof/>
                <w:sz w:val="16"/>
                <w:szCs w:val="16"/>
              </w:rPr>
              <w:tab/>
              <w:t>, Huawei</w:t>
            </w:r>
          </w:p>
          <w:p w14:paraId="4A313411" w14:textId="77777777" w:rsidR="00DC7196" w:rsidRPr="001C0CC4" w:rsidRDefault="00DC7196" w:rsidP="00DC7196">
            <w:pPr>
              <w:pStyle w:val="TAL"/>
              <w:keepNext w:val="0"/>
              <w:rPr>
                <w:noProof/>
                <w:sz w:val="16"/>
                <w:szCs w:val="16"/>
              </w:rPr>
            </w:pPr>
            <w:r w:rsidRPr="001C0CC4">
              <w:rPr>
                <w:noProof/>
                <w:sz w:val="16"/>
                <w:szCs w:val="16"/>
              </w:rPr>
              <w:t>Editorial changes after RAN#83</w:t>
            </w:r>
          </w:p>
          <w:p w14:paraId="5CA74DFC" w14:textId="77777777" w:rsidR="00DC7196" w:rsidRPr="001C0CC4" w:rsidRDefault="00DC7196" w:rsidP="00DC7196">
            <w:pPr>
              <w:pStyle w:val="TAL"/>
              <w:keepNext w:val="0"/>
              <w:rPr>
                <w:noProof/>
                <w:sz w:val="16"/>
                <w:szCs w:val="16"/>
              </w:rPr>
            </w:pPr>
            <w:r w:rsidRPr="001C0CC4">
              <w:rPr>
                <w:noProof/>
                <w:sz w:val="16"/>
                <w:szCs w:val="16"/>
              </w:rPr>
              <w:t>To align the annex numbering with other specifications (TS 38.101-x series), annexes J and K were added and Change history was numbered as annex L.</w:t>
            </w:r>
          </w:p>
        </w:tc>
        <w:tc>
          <w:tcPr>
            <w:tcW w:w="708" w:type="dxa"/>
            <w:shd w:val="solid" w:color="FFFFFF" w:fill="auto"/>
          </w:tcPr>
          <w:p w14:paraId="1967A646" w14:textId="77777777" w:rsidR="00DC7196" w:rsidRPr="001C0CC4" w:rsidRDefault="00DC7196" w:rsidP="00DC7196">
            <w:pPr>
              <w:pStyle w:val="TAC"/>
              <w:keepNext w:val="0"/>
              <w:rPr>
                <w:sz w:val="16"/>
                <w:szCs w:val="16"/>
              </w:rPr>
            </w:pPr>
            <w:r w:rsidRPr="001C0CC4">
              <w:rPr>
                <w:sz w:val="16"/>
                <w:szCs w:val="16"/>
              </w:rPr>
              <w:t>15.5.0</w:t>
            </w:r>
          </w:p>
        </w:tc>
      </w:tr>
      <w:tr w:rsidR="00DC7196" w:rsidRPr="001C0CC4" w14:paraId="6275E8C2" w14:textId="77777777" w:rsidTr="00DC7196">
        <w:trPr>
          <w:jc w:val="center"/>
        </w:trPr>
        <w:tc>
          <w:tcPr>
            <w:tcW w:w="800" w:type="dxa"/>
            <w:shd w:val="solid" w:color="FFFFFF" w:fill="auto"/>
          </w:tcPr>
          <w:p w14:paraId="375D686D"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157BEE86"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4E7A44C0" w14:textId="77777777" w:rsidR="00DC7196" w:rsidRPr="001C0CC4" w:rsidRDefault="00DC7196" w:rsidP="00DC7196">
            <w:pPr>
              <w:pStyle w:val="TAL"/>
              <w:keepNext w:val="0"/>
              <w:rPr>
                <w:sz w:val="16"/>
                <w:szCs w:val="16"/>
              </w:rPr>
            </w:pPr>
            <w:r w:rsidRPr="001C0CC4">
              <w:rPr>
                <w:sz w:val="16"/>
                <w:szCs w:val="16"/>
              </w:rPr>
              <w:t>RP-191240</w:t>
            </w:r>
          </w:p>
        </w:tc>
        <w:tc>
          <w:tcPr>
            <w:tcW w:w="575" w:type="dxa"/>
            <w:shd w:val="solid" w:color="FFFFFF" w:fill="auto"/>
          </w:tcPr>
          <w:p w14:paraId="43AC4AD3" w14:textId="77777777" w:rsidR="00DC7196" w:rsidRPr="001C0CC4" w:rsidRDefault="00DC7196" w:rsidP="00DC7196">
            <w:pPr>
              <w:pStyle w:val="TAL"/>
              <w:keepNext w:val="0"/>
              <w:rPr>
                <w:sz w:val="16"/>
                <w:szCs w:val="16"/>
              </w:rPr>
            </w:pPr>
            <w:r w:rsidRPr="001C0CC4">
              <w:rPr>
                <w:sz w:val="16"/>
                <w:szCs w:val="16"/>
              </w:rPr>
              <w:t>0047</w:t>
            </w:r>
          </w:p>
        </w:tc>
        <w:tc>
          <w:tcPr>
            <w:tcW w:w="425" w:type="dxa"/>
            <w:shd w:val="solid" w:color="FFFFFF" w:fill="auto"/>
          </w:tcPr>
          <w:p w14:paraId="43BF48A9" w14:textId="77777777" w:rsidR="00DC7196" w:rsidRPr="001C0CC4" w:rsidRDefault="00DC7196" w:rsidP="00DC7196">
            <w:pPr>
              <w:pStyle w:val="TAR"/>
              <w:keepNext w:val="0"/>
              <w:jc w:val="left"/>
              <w:rPr>
                <w:sz w:val="16"/>
                <w:szCs w:val="16"/>
              </w:rPr>
            </w:pPr>
          </w:p>
        </w:tc>
        <w:tc>
          <w:tcPr>
            <w:tcW w:w="425" w:type="dxa"/>
            <w:shd w:val="solid" w:color="FFFFFF" w:fill="auto"/>
          </w:tcPr>
          <w:p w14:paraId="1C53443A" w14:textId="77777777" w:rsidR="00DC7196" w:rsidRPr="001C0CC4" w:rsidRDefault="00DC7196" w:rsidP="00DC7196">
            <w:pPr>
              <w:pStyle w:val="TAC"/>
              <w:keepNext w:val="0"/>
              <w:rPr>
                <w:sz w:val="16"/>
                <w:szCs w:val="16"/>
              </w:rPr>
            </w:pPr>
            <w:r w:rsidRPr="001C0CC4">
              <w:rPr>
                <w:sz w:val="16"/>
                <w:szCs w:val="16"/>
              </w:rPr>
              <w:t>F</w:t>
            </w:r>
          </w:p>
        </w:tc>
        <w:tc>
          <w:tcPr>
            <w:tcW w:w="4962" w:type="dxa"/>
            <w:shd w:val="solid" w:color="FFFFFF" w:fill="auto"/>
          </w:tcPr>
          <w:p w14:paraId="416D2DD3" w14:textId="77777777" w:rsidR="00DC7196" w:rsidRPr="001C0CC4" w:rsidRDefault="00DC7196" w:rsidP="00DC7196">
            <w:pPr>
              <w:pStyle w:val="TAL"/>
              <w:keepNext w:val="0"/>
              <w:rPr>
                <w:noProof/>
                <w:sz w:val="16"/>
                <w:szCs w:val="16"/>
              </w:rPr>
            </w:pPr>
            <w:r w:rsidRPr="001C0CC4">
              <w:rPr>
                <w:noProof/>
                <w:sz w:val="16"/>
                <w:szCs w:val="16"/>
              </w:rPr>
              <w:t>CR to TS 38.101-1: Implementation of endorsed draft CRs from RAN4#90bis and RAN4#91</w:t>
            </w:r>
          </w:p>
          <w:p w14:paraId="1483DFCE" w14:textId="77777777" w:rsidR="00DC7196" w:rsidRPr="001C0CC4" w:rsidRDefault="00DC7196" w:rsidP="00DC7196">
            <w:pPr>
              <w:pStyle w:val="TAL"/>
              <w:keepNext w:val="0"/>
              <w:rPr>
                <w:noProof/>
                <w:sz w:val="16"/>
                <w:szCs w:val="16"/>
              </w:rPr>
            </w:pPr>
          </w:p>
          <w:p w14:paraId="222DA7BF" w14:textId="77777777" w:rsidR="00DC7196" w:rsidRPr="001C0CC4" w:rsidRDefault="00DC7196" w:rsidP="00DC7196">
            <w:pPr>
              <w:pStyle w:val="TAL"/>
              <w:keepNext w:val="0"/>
              <w:rPr>
                <w:noProof/>
                <w:sz w:val="16"/>
                <w:szCs w:val="16"/>
              </w:rPr>
            </w:pPr>
            <w:r w:rsidRPr="001C0CC4">
              <w:rPr>
                <w:noProof/>
                <w:sz w:val="16"/>
                <w:szCs w:val="16"/>
              </w:rPr>
              <w:t>Endorced draft CRs from RAN4#90Bis</w:t>
            </w:r>
          </w:p>
          <w:p w14:paraId="4C890FEB" w14:textId="77777777" w:rsidR="00DC7196" w:rsidRPr="001C0CC4" w:rsidRDefault="00DC7196" w:rsidP="00DC7196">
            <w:pPr>
              <w:pStyle w:val="TAL"/>
              <w:keepNext w:val="0"/>
              <w:rPr>
                <w:noProof/>
                <w:sz w:val="16"/>
                <w:szCs w:val="16"/>
              </w:rPr>
            </w:pPr>
            <w:r w:rsidRPr="001C0CC4">
              <w:rPr>
                <w:noProof/>
                <w:sz w:val="16"/>
                <w:szCs w:val="16"/>
              </w:rPr>
              <w:t>R4-1902826, Draft CR for 38.101-1 modification of ACS test parameters case 2 for intra-band contiguous CA</w:t>
            </w:r>
            <w:r w:rsidRPr="001C0CC4">
              <w:rPr>
                <w:noProof/>
                <w:sz w:val="16"/>
                <w:szCs w:val="16"/>
              </w:rPr>
              <w:tab/>
              <w:t>, Huawei</w:t>
            </w:r>
          </w:p>
          <w:p w14:paraId="413499CA" w14:textId="77777777" w:rsidR="00DC7196" w:rsidRPr="001C0CC4" w:rsidRDefault="00DC7196" w:rsidP="00DC7196">
            <w:pPr>
              <w:pStyle w:val="TAL"/>
              <w:keepNext w:val="0"/>
              <w:rPr>
                <w:noProof/>
                <w:sz w:val="16"/>
                <w:szCs w:val="16"/>
              </w:rPr>
            </w:pPr>
            <w:r w:rsidRPr="001C0CC4">
              <w:rPr>
                <w:noProof/>
                <w:sz w:val="16"/>
                <w:szCs w:val="16"/>
              </w:rPr>
              <w:t>R4-1902926, Draft CR to TS 38.101-1 Correction to Pcmax, Intel Corporation</w:t>
            </w:r>
          </w:p>
          <w:p w14:paraId="19FCB80C" w14:textId="77777777" w:rsidR="00DC7196" w:rsidRPr="001C0CC4" w:rsidRDefault="00DC7196" w:rsidP="00DC7196">
            <w:pPr>
              <w:pStyle w:val="TAL"/>
              <w:keepNext w:val="0"/>
              <w:rPr>
                <w:noProof/>
                <w:sz w:val="16"/>
                <w:szCs w:val="16"/>
              </w:rPr>
            </w:pPr>
            <w:r w:rsidRPr="001C0CC4">
              <w:rPr>
                <w:noProof/>
                <w:sz w:val="16"/>
                <w:szCs w:val="16"/>
              </w:rPr>
              <w:t>R4-1902975, Draft CR on PRACH and PUCCH format description for EVM in FR1, Anritsu corporation</w:t>
            </w:r>
          </w:p>
          <w:p w14:paraId="0F2D59C9" w14:textId="77777777" w:rsidR="00DC7196" w:rsidRPr="001C0CC4" w:rsidRDefault="00DC7196" w:rsidP="00DC7196">
            <w:pPr>
              <w:pStyle w:val="TAL"/>
              <w:keepNext w:val="0"/>
              <w:rPr>
                <w:noProof/>
                <w:sz w:val="16"/>
                <w:szCs w:val="16"/>
              </w:rPr>
            </w:pPr>
            <w:r w:rsidRPr="001C0CC4">
              <w:rPr>
                <w:noProof/>
                <w:sz w:val="16"/>
                <w:szCs w:val="16"/>
              </w:rPr>
              <w:t>R4-1903032, Draft CR on editorial error of TS38.101-1, LG Electronics France</w:t>
            </w:r>
          </w:p>
          <w:p w14:paraId="59DA3B0D" w14:textId="77777777" w:rsidR="00DC7196" w:rsidRPr="001C0CC4" w:rsidRDefault="00DC7196" w:rsidP="00DC7196">
            <w:pPr>
              <w:pStyle w:val="TAL"/>
              <w:keepNext w:val="0"/>
              <w:rPr>
                <w:noProof/>
                <w:sz w:val="16"/>
                <w:szCs w:val="16"/>
              </w:rPr>
            </w:pPr>
            <w:r w:rsidRPr="001C0CC4">
              <w:rPr>
                <w:noProof/>
                <w:sz w:val="16"/>
                <w:szCs w:val="16"/>
              </w:rPr>
              <w:t>R4-1903120, Draft CR on DL power allocation for TS 38.101-1, Intel Corporation</w:t>
            </w:r>
          </w:p>
          <w:p w14:paraId="2418430E" w14:textId="77777777" w:rsidR="00DC7196" w:rsidRPr="001C0CC4" w:rsidRDefault="00DC7196" w:rsidP="00DC7196">
            <w:pPr>
              <w:pStyle w:val="TAL"/>
              <w:keepNext w:val="0"/>
              <w:rPr>
                <w:noProof/>
                <w:sz w:val="16"/>
                <w:szCs w:val="16"/>
              </w:rPr>
            </w:pPr>
            <w:r w:rsidRPr="001C0CC4">
              <w:rPr>
                <w:noProof/>
                <w:sz w:val="16"/>
                <w:szCs w:val="16"/>
              </w:rPr>
              <w:t>R4-1903124, Draft CR on b41-n40 coexistence, Intel Corporation</w:t>
            </w:r>
          </w:p>
          <w:p w14:paraId="51D1480D" w14:textId="77777777" w:rsidR="00DC7196" w:rsidRPr="001C0CC4" w:rsidRDefault="00DC7196" w:rsidP="00DC7196">
            <w:pPr>
              <w:pStyle w:val="TAL"/>
              <w:keepNext w:val="0"/>
              <w:rPr>
                <w:noProof/>
                <w:sz w:val="16"/>
                <w:szCs w:val="16"/>
              </w:rPr>
            </w:pPr>
            <w:r w:rsidRPr="001C0CC4">
              <w:rPr>
                <w:noProof/>
                <w:sz w:val="16"/>
                <w:szCs w:val="16"/>
              </w:rPr>
              <w:t>R4-1903151, Draft CR to TS38.101-1_removing DC sections, ZTE Corporation</w:t>
            </w:r>
          </w:p>
          <w:p w14:paraId="64C5FE00" w14:textId="77777777" w:rsidR="00DC7196" w:rsidRPr="001C0CC4" w:rsidRDefault="00DC7196" w:rsidP="00DC7196">
            <w:pPr>
              <w:pStyle w:val="TAL"/>
              <w:keepNext w:val="0"/>
              <w:rPr>
                <w:noProof/>
                <w:sz w:val="16"/>
                <w:szCs w:val="16"/>
              </w:rPr>
            </w:pPr>
            <w:r w:rsidRPr="001C0CC4">
              <w:rPr>
                <w:noProof/>
                <w:sz w:val="16"/>
                <w:szCs w:val="16"/>
              </w:rPr>
              <w:t>R4-1903195, Draft CR for 38.101-1: remove the bracket of UE capability "powerBoosting-pi2BPSK", Huawei</w:t>
            </w:r>
          </w:p>
          <w:p w14:paraId="1AAE39B1" w14:textId="77777777" w:rsidR="00DC7196" w:rsidRPr="001C0CC4" w:rsidRDefault="00DC7196" w:rsidP="00DC7196">
            <w:pPr>
              <w:pStyle w:val="TAL"/>
              <w:keepNext w:val="0"/>
              <w:rPr>
                <w:noProof/>
                <w:sz w:val="16"/>
                <w:szCs w:val="16"/>
              </w:rPr>
            </w:pPr>
            <w:r w:rsidRPr="001C0CC4">
              <w:rPr>
                <w:noProof/>
                <w:sz w:val="16"/>
                <w:szCs w:val="16"/>
              </w:rPr>
              <w:t>R4-1903392, Draft CR for TS 38.101-1: Corrections to EVM equalizer spectrum flatness requirements, MediaTek Inc.</w:t>
            </w:r>
          </w:p>
          <w:p w14:paraId="28E80029" w14:textId="77777777" w:rsidR="00DC7196" w:rsidRPr="001C0CC4" w:rsidRDefault="00DC7196" w:rsidP="00DC7196">
            <w:pPr>
              <w:pStyle w:val="TAL"/>
              <w:keepNext w:val="0"/>
              <w:rPr>
                <w:noProof/>
                <w:sz w:val="16"/>
                <w:szCs w:val="16"/>
              </w:rPr>
            </w:pPr>
            <w:r w:rsidRPr="001C0CC4">
              <w:rPr>
                <w:noProof/>
                <w:sz w:val="16"/>
                <w:szCs w:val="16"/>
              </w:rPr>
              <w:t>R4-1903473, Draft CR on FREF,Shift, CMCC</w:t>
            </w:r>
          </w:p>
          <w:p w14:paraId="675AFBF6" w14:textId="77777777" w:rsidR="00DC7196" w:rsidRPr="001C0CC4" w:rsidRDefault="00DC7196" w:rsidP="00DC7196">
            <w:pPr>
              <w:pStyle w:val="TAL"/>
              <w:keepNext w:val="0"/>
              <w:rPr>
                <w:noProof/>
                <w:sz w:val="16"/>
                <w:szCs w:val="16"/>
              </w:rPr>
            </w:pPr>
            <w:r w:rsidRPr="001C0CC4">
              <w:rPr>
                <w:noProof/>
                <w:sz w:val="16"/>
                <w:szCs w:val="16"/>
              </w:rPr>
              <w:t>R4-1903508, Draft CR to TS 38.101-1 on spurious emissions for UE co-existence, ZTE Corporation</w:t>
            </w:r>
          </w:p>
          <w:p w14:paraId="2880E8C1" w14:textId="77777777" w:rsidR="00DC7196" w:rsidRPr="001C0CC4" w:rsidRDefault="00DC7196" w:rsidP="00DC7196">
            <w:pPr>
              <w:pStyle w:val="TAL"/>
              <w:keepNext w:val="0"/>
              <w:rPr>
                <w:noProof/>
                <w:sz w:val="16"/>
                <w:szCs w:val="16"/>
              </w:rPr>
            </w:pPr>
            <w:r w:rsidRPr="001C0CC4">
              <w:rPr>
                <w:noProof/>
                <w:sz w:val="16"/>
                <w:szCs w:val="16"/>
              </w:rPr>
              <w:t>R4-1904335, DraftCR TS 38.101 Corrections to NS_100 UTRA ACLR frequency band list, Skyworks Solutions Inc.</w:t>
            </w:r>
          </w:p>
          <w:p w14:paraId="746E0C87" w14:textId="77777777" w:rsidR="00DC7196" w:rsidRPr="001C0CC4" w:rsidRDefault="00DC7196" w:rsidP="00DC7196">
            <w:pPr>
              <w:pStyle w:val="TAL"/>
              <w:keepNext w:val="0"/>
              <w:rPr>
                <w:noProof/>
                <w:sz w:val="16"/>
                <w:szCs w:val="16"/>
              </w:rPr>
            </w:pPr>
            <w:r w:rsidRPr="001C0CC4">
              <w:rPr>
                <w:noProof/>
                <w:sz w:val="16"/>
                <w:szCs w:val="16"/>
              </w:rPr>
              <w:t>R4-1904460, Draft CR for 38.101-1 CA Pcmax, Huawei</w:t>
            </w:r>
          </w:p>
          <w:p w14:paraId="3CE37DC5" w14:textId="77777777" w:rsidR="00DC7196" w:rsidRPr="001C0CC4" w:rsidRDefault="00DC7196" w:rsidP="00DC7196">
            <w:pPr>
              <w:pStyle w:val="TAL"/>
              <w:keepNext w:val="0"/>
              <w:rPr>
                <w:noProof/>
                <w:sz w:val="16"/>
                <w:szCs w:val="16"/>
              </w:rPr>
            </w:pPr>
            <w:r w:rsidRPr="001C0CC4">
              <w:rPr>
                <w:noProof/>
                <w:sz w:val="16"/>
                <w:szCs w:val="16"/>
              </w:rPr>
              <w:t>R4-1904537, Draft CR for TR 38.101-1 correction of A-MPR for NS_04, Huawei</w:t>
            </w:r>
          </w:p>
          <w:p w14:paraId="7E5CC99A" w14:textId="77777777" w:rsidR="00DC7196" w:rsidRPr="001C0CC4" w:rsidRDefault="00DC7196" w:rsidP="00DC7196">
            <w:pPr>
              <w:pStyle w:val="TAL"/>
              <w:keepNext w:val="0"/>
              <w:rPr>
                <w:noProof/>
                <w:sz w:val="16"/>
                <w:szCs w:val="16"/>
              </w:rPr>
            </w:pPr>
            <w:r w:rsidRPr="001C0CC4">
              <w:rPr>
                <w:noProof/>
                <w:sz w:val="16"/>
                <w:szCs w:val="16"/>
              </w:rPr>
              <w:t>R4-1904554, Draft CR to 38.101-1: FR1 power dynamics DTX removal, Qualcomm Incorporated</w:t>
            </w:r>
          </w:p>
          <w:p w14:paraId="48AF0D62" w14:textId="77777777" w:rsidR="00DC7196" w:rsidRPr="001C0CC4" w:rsidRDefault="00DC7196" w:rsidP="00DC7196">
            <w:pPr>
              <w:pStyle w:val="TAL"/>
              <w:keepNext w:val="0"/>
              <w:rPr>
                <w:noProof/>
                <w:sz w:val="16"/>
                <w:szCs w:val="16"/>
              </w:rPr>
            </w:pPr>
            <w:r w:rsidRPr="001C0CC4">
              <w:rPr>
                <w:noProof/>
                <w:sz w:val="16"/>
                <w:szCs w:val="16"/>
              </w:rPr>
              <w:t>R4-1904927, Draft CR to clarify frequency of carrier leakage in RBs for FR1, Anritsu corporation</w:t>
            </w:r>
          </w:p>
          <w:p w14:paraId="7EA14CED" w14:textId="77777777" w:rsidR="00DC7196" w:rsidRPr="001C0CC4" w:rsidRDefault="00DC7196" w:rsidP="00DC7196">
            <w:pPr>
              <w:pStyle w:val="TAL"/>
              <w:keepNext w:val="0"/>
              <w:rPr>
                <w:noProof/>
                <w:sz w:val="16"/>
                <w:szCs w:val="16"/>
              </w:rPr>
            </w:pPr>
            <w:r w:rsidRPr="001C0CC4">
              <w:rPr>
                <w:noProof/>
                <w:sz w:val="16"/>
                <w:szCs w:val="16"/>
              </w:rPr>
              <w:t>R4-1904928, Draft CR to TS 38.101-1 on description of UE additional output power reduction, ZTE Corporation</w:t>
            </w:r>
          </w:p>
          <w:p w14:paraId="0D11289F" w14:textId="77777777" w:rsidR="00DC7196" w:rsidRPr="001C0CC4" w:rsidRDefault="00DC7196" w:rsidP="00DC7196">
            <w:pPr>
              <w:pStyle w:val="TAL"/>
              <w:keepNext w:val="0"/>
              <w:rPr>
                <w:noProof/>
                <w:sz w:val="16"/>
                <w:szCs w:val="16"/>
              </w:rPr>
            </w:pPr>
            <w:r w:rsidRPr="001C0CC4">
              <w:rPr>
                <w:noProof/>
                <w:sz w:val="16"/>
                <w:szCs w:val="16"/>
              </w:rPr>
              <w:t>R4-1904929, draft Rel-15 CR for editorial corrections in 38.101-1, Ericsson</w:t>
            </w:r>
          </w:p>
          <w:p w14:paraId="66500D70" w14:textId="77777777" w:rsidR="00DC7196" w:rsidRPr="001C0CC4" w:rsidRDefault="00DC7196" w:rsidP="00DC7196">
            <w:pPr>
              <w:pStyle w:val="TAL"/>
              <w:keepNext w:val="0"/>
              <w:rPr>
                <w:noProof/>
                <w:sz w:val="16"/>
                <w:szCs w:val="16"/>
              </w:rPr>
            </w:pPr>
            <w:r w:rsidRPr="001C0CC4">
              <w:rPr>
                <w:noProof/>
                <w:sz w:val="16"/>
                <w:szCs w:val="16"/>
              </w:rPr>
              <w:t>R4-1904941, draft CR to 38.101-1 Correction to Pi/2 BPSK power boosting, Intel Corporation</w:t>
            </w:r>
          </w:p>
          <w:p w14:paraId="28206BF0" w14:textId="77777777" w:rsidR="00DC7196" w:rsidRPr="001C0CC4" w:rsidRDefault="00DC7196" w:rsidP="00DC7196">
            <w:pPr>
              <w:pStyle w:val="TAL"/>
              <w:keepNext w:val="0"/>
              <w:rPr>
                <w:noProof/>
                <w:sz w:val="16"/>
                <w:szCs w:val="16"/>
              </w:rPr>
            </w:pPr>
            <w:r w:rsidRPr="001C0CC4">
              <w:rPr>
                <w:noProof/>
                <w:sz w:val="16"/>
                <w:szCs w:val="16"/>
              </w:rPr>
              <w:t>R4-1904957, Draft CR for TR38.101-1 – Update to EVM averaging, Rohde &amp; Schwarz</w:t>
            </w:r>
          </w:p>
          <w:p w14:paraId="7ED99F64" w14:textId="77777777" w:rsidR="00DC7196" w:rsidRPr="001C0CC4" w:rsidRDefault="00DC7196" w:rsidP="00DC7196">
            <w:pPr>
              <w:pStyle w:val="TAL"/>
              <w:keepNext w:val="0"/>
              <w:rPr>
                <w:noProof/>
                <w:sz w:val="16"/>
                <w:szCs w:val="16"/>
              </w:rPr>
            </w:pPr>
            <w:r w:rsidRPr="001C0CC4">
              <w:rPr>
                <w:noProof/>
                <w:sz w:val="16"/>
                <w:szCs w:val="16"/>
              </w:rPr>
              <w:t>R4-1904958, Draft CR for TR38.101-1 – Update to spectrum flatness, Rohde &amp; Schwarz</w:t>
            </w:r>
          </w:p>
          <w:p w14:paraId="7DC4AAEC" w14:textId="77777777" w:rsidR="00DC7196" w:rsidRPr="001C0CC4" w:rsidRDefault="00DC7196" w:rsidP="00DC7196">
            <w:pPr>
              <w:pStyle w:val="TAL"/>
              <w:keepNext w:val="0"/>
              <w:rPr>
                <w:noProof/>
                <w:sz w:val="16"/>
                <w:szCs w:val="16"/>
              </w:rPr>
            </w:pPr>
            <w:r w:rsidRPr="001C0CC4">
              <w:rPr>
                <w:noProof/>
                <w:sz w:val="16"/>
                <w:szCs w:val="16"/>
              </w:rPr>
              <w:t>R4-1904967, Draft CR for 38.101-1 definition of Maximum input level for intra-band contiguous CA, Huawei</w:t>
            </w:r>
          </w:p>
          <w:p w14:paraId="7CDE19A4" w14:textId="77777777" w:rsidR="00DC7196" w:rsidRPr="001C0CC4" w:rsidRDefault="00DC7196" w:rsidP="00DC7196">
            <w:pPr>
              <w:pStyle w:val="TAL"/>
              <w:keepNext w:val="0"/>
              <w:rPr>
                <w:noProof/>
                <w:sz w:val="16"/>
                <w:szCs w:val="16"/>
              </w:rPr>
            </w:pPr>
            <w:r w:rsidRPr="001C0CC4">
              <w:rPr>
                <w:noProof/>
                <w:sz w:val="16"/>
                <w:szCs w:val="16"/>
              </w:rPr>
              <w:t>R4-1904969, Draft CR for 38.101-1: editoral correction, Huawei</w:t>
            </w:r>
          </w:p>
          <w:p w14:paraId="6F8A96CC" w14:textId="77777777" w:rsidR="00DC7196" w:rsidRPr="001C0CC4" w:rsidRDefault="00DC7196" w:rsidP="00DC7196">
            <w:pPr>
              <w:pStyle w:val="TAL"/>
              <w:keepNext w:val="0"/>
              <w:rPr>
                <w:noProof/>
                <w:sz w:val="16"/>
                <w:szCs w:val="16"/>
              </w:rPr>
            </w:pPr>
            <w:r w:rsidRPr="001C0CC4">
              <w:rPr>
                <w:noProof/>
                <w:sz w:val="16"/>
                <w:szCs w:val="16"/>
              </w:rPr>
              <w:t>R4-1904987, Draft CR for correction on TS38.101-1, CATT</w:t>
            </w:r>
          </w:p>
          <w:p w14:paraId="32C7F171" w14:textId="77777777" w:rsidR="00DC7196" w:rsidRPr="001C0CC4" w:rsidRDefault="00DC7196" w:rsidP="00DC7196">
            <w:pPr>
              <w:pStyle w:val="TAL"/>
              <w:keepNext w:val="0"/>
              <w:rPr>
                <w:noProof/>
                <w:sz w:val="16"/>
                <w:szCs w:val="16"/>
              </w:rPr>
            </w:pPr>
          </w:p>
          <w:p w14:paraId="3B865418" w14:textId="77777777" w:rsidR="00DC7196" w:rsidRPr="001C0CC4" w:rsidRDefault="00DC7196" w:rsidP="00DC7196">
            <w:pPr>
              <w:pStyle w:val="TAL"/>
              <w:keepNext w:val="0"/>
              <w:rPr>
                <w:noProof/>
                <w:sz w:val="16"/>
                <w:szCs w:val="16"/>
              </w:rPr>
            </w:pPr>
            <w:r w:rsidRPr="001C0CC4">
              <w:rPr>
                <w:noProof/>
                <w:sz w:val="16"/>
                <w:szCs w:val="16"/>
              </w:rPr>
              <w:t>Endorced draft CRs from RAN4#91</w:t>
            </w:r>
          </w:p>
          <w:p w14:paraId="2B54E09B" w14:textId="77777777" w:rsidR="00DC7196" w:rsidRPr="001C0CC4" w:rsidRDefault="00DC7196" w:rsidP="00DC7196">
            <w:pPr>
              <w:pStyle w:val="TAL"/>
              <w:keepNext w:val="0"/>
              <w:rPr>
                <w:noProof/>
                <w:sz w:val="16"/>
                <w:szCs w:val="16"/>
              </w:rPr>
            </w:pPr>
            <w:r w:rsidRPr="001C0CC4">
              <w:rPr>
                <w:noProof/>
                <w:sz w:val="16"/>
                <w:szCs w:val="16"/>
              </w:rPr>
              <w:t>R4-1905339</w:t>
            </w:r>
            <w:r w:rsidRPr="001C0CC4">
              <w:rPr>
                <w:noProof/>
                <w:sz w:val="16"/>
                <w:szCs w:val="16"/>
              </w:rPr>
              <w:tab/>
              <w:t>removal of A-MPR brackets in FR1</w:t>
            </w:r>
            <w:r w:rsidRPr="001C0CC4">
              <w:rPr>
                <w:noProof/>
                <w:sz w:val="16"/>
                <w:szCs w:val="16"/>
              </w:rPr>
              <w:tab/>
              <w:t>Nokia</w:t>
            </w:r>
          </w:p>
          <w:p w14:paraId="72396383" w14:textId="77777777" w:rsidR="00DC7196" w:rsidRPr="001C0CC4" w:rsidRDefault="00DC7196" w:rsidP="00DC7196">
            <w:pPr>
              <w:pStyle w:val="TAL"/>
              <w:keepNext w:val="0"/>
              <w:rPr>
                <w:noProof/>
                <w:sz w:val="16"/>
                <w:szCs w:val="16"/>
              </w:rPr>
            </w:pPr>
            <w:r w:rsidRPr="001C0CC4">
              <w:rPr>
                <w:noProof/>
                <w:sz w:val="16"/>
                <w:szCs w:val="16"/>
              </w:rPr>
              <w:t>R4-1905503</w:t>
            </w:r>
            <w:r w:rsidRPr="001C0CC4">
              <w:rPr>
                <w:noProof/>
                <w:sz w:val="16"/>
                <w:szCs w:val="16"/>
              </w:rPr>
              <w:tab/>
              <w:t>Change description 4.2(d) in Applicability of minimum requirements for TS 38.101-1</w:t>
            </w:r>
            <w:r w:rsidRPr="001C0CC4">
              <w:rPr>
                <w:noProof/>
                <w:sz w:val="16"/>
                <w:szCs w:val="16"/>
              </w:rPr>
              <w:tab/>
              <w:t>vivo</w:t>
            </w:r>
          </w:p>
          <w:p w14:paraId="1EAB8430" w14:textId="77777777" w:rsidR="00DC7196" w:rsidRPr="001C0CC4" w:rsidRDefault="00DC7196" w:rsidP="00DC7196">
            <w:pPr>
              <w:pStyle w:val="TAL"/>
              <w:keepNext w:val="0"/>
              <w:rPr>
                <w:noProof/>
                <w:sz w:val="16"/>
                <w:szCs w:val="16"/>
              </w:rPr>
            </w:pPr>
            <w:r w:rsidRPr="001C0CC4">
              <w:rPr>
                <w:noProof/>
                <w:sz w:val="16"/>
                <w:szCs w:val="16"/>
              </w:rPr>
              <w:t>R4-1905524</w:t>
            </w:r>
            <w:r w:rsidRPr="001C0CC4">
              <w:rPr>
                <w:noProof/>
                <w:sz w:val="16"/>
                <w:szCs w:val="16"/>
              </w:rPr>
              <w:tab/>
              <w:t>[Rx]Draft CR for 38.101-1 Removing the brackets in Rx requirements</w:t>
            </w:r>
            <w:r w:rsidRPr="001C0CC4">
              <w:rPr>
                <w:noProof/>
                <w:sz w:val="16"/>
                <w:szCs w:val="16"/>
              </w:rPr>
              <w:tab/>
              <w:t>Huawei</w:t>
            </w:r>
          </w:p>
          <w:p w14:paraId="34FAF8FC" w14:textId="77777777" w:rsidR="00DC7196" w:rsidRPr="001C0CC4" w:rsidRDefault="00DC7196" w:rsidP="00DC7196">
            <w:pPr>
              <w:pStyle w:val="TAL"/>
              <w:keepNext w:val="0"/>
              <w:rPr>
                <w:noProof/>
                <w:sz w:val="16"/>
                <w:szCs w:val="16"/>
              </w:rPr>
            </w:pPr>
            <w:r w:rsidRPr="001C0CC4">
              <w:rPr>
                <w:noProof/>
                <w:sz w:val="16"/>
                <w:szCs w:val="16"/>
              </w:rPr>
              <w:t>R4-1905526</w:t>
            </w:r>
            <w:r w:rsidRPr="001C0CC4">
              <w:rPr>
                <w:noProof/>
                <w:sz w:val="16"/>
                <w:szCs w:val="16"/>
              </w:rPr>
              <w:tab/>
              <w:t>[Rx]Draft CR for 38.101-1 defining NBB requirements&lt;2.7GHz</w:t>
            </w:r>
            <w:r w:rsidRPr="001C0CC4">
              <w:rPr>
                <w:noProof/>
                <w:sz w:val="16"/>
                <w:szCs w:val="16"/>
              </w:rPr>
              <w:tab/>
              <w:t>Huawei</w:t>
            </w:r>
          </w:p>
          <w:p w14:paraId="1B2EA355" w14:textId="77777777" w:rsidR="00DC7196" w:rsidRPr="001C0CC4" w:rsidRDefault="00DC7196" w:rsidP="00DC7196">
            <w:pPr>
              <w:pStyle w:val="TAL"/>
              <w:keepNext w:val="0"/>
              <w:rPr>
                <w:noProof/>
                <w:sz w:val="16"/>
                <w:szCs w:val="16"/>
              </w:rPr>
            </w:pPr>
            <w:r w:rsidRPr="001C0CC4">
              <w:rPr>
                <w:noProof/>
                <w:sz w:val="16"/>
                <w:szCs w:val="16"/>
              </w:rPr>
              <w:t>R4-1905772</w:t>
            </w:r>
            <w:r w:rsidRPr="001C0CC4">
              <w:rPr>
                <w:noProof/>
                <w:sz w:val="16"/>
                <w:szCs w:val="16"/>
              </w:rPr>
              <w:tab/>
              <w:t>Draft CR to TS38.101-1 Almost contiguous MPR</w:t>
            </w:r>
            <w:r w:rsidRPr="001C0CC4">
              <w:rPr>
                <w:noProof/>
                <w:sz w:val="16"/>
                <w:szCs w:val="16"/>
              </w:rPr>
              <w:tab/>
              <w:t>Intel Corporation</w:t>
            </w:r>
          </w:p>
          <w:p w14:paraId="673CA7CD" w14:textId="77777777" w:rsidR="00DC7196" w:rsidRPr="001C0CC4" w:rsidRDefault="00DC7196" w:rsidP="00DC7196">
            <w:pPr>
              <w:pStyle w:val="TAL"/>
              <w:keepNext w:val="0"/>
              <w:rPr>
                <w:noProof/>
                <w:sz w:val="16"/>
                <w:szCs w:val="16"/>
              </w:rPr>
            </w:pPr>
            <w:r w:rsidRPr="001C0CC4">
              <w:rPr>
                <w:noProof/>
                <w:sz w:val="16"/>
                <w:szCs w:val="16"/>
              </w:rPr>
              <w:t>R4-1905795</w:t>
            </w:r>
            <w:r w:rsidRPr="001C0CC4">
              <w:rPr>
                <w:noProof/>
                <w:sz w:val="16"/>
                <w:szCs w:val="16"/>
              </w:rPr>
              <w:tab/>
              <w:t>Correction to a description of PRB for in-band emission in FR1</w:t>
            </w:r>
            <w:r w:rsidRPr="001C0CC4">
              <w:rPr>
                <w:noProof/>
                <w:sz w:val="16"/>
                <w:szCs w:val="16"/>
              </w:rPr>
              <w:tab/>
              <w:t>Anritsu Corporation</w:t>
            </w:r>
          </w:p>
          <w:p w14:paraId="1CFE5EF5" w14:textId="77777777" w:rsidR="00DC7196" w:rsidRPr="001C0CC4" w:rsidRDefault="00DC7196" w:rsidP="00DC7196">
            <w:pPr>
              <w:pStyle w:val="TAL"/>
              <w:keepNext w:val="0"/>
              <w:rPr>
                <w:noProof/>
                <w:sz w:val="16"/>
                <w:szCs w:val="16"/>
              </w:rPr>
            </w:pPr>
            <w:r w:rsidRPr="001C0CC4">
              <w:rPr>
                <w:noProof/>
                <w:sz w:val="16"/>
                <w:szCs w:val="16"/>
              </w:rPr>
              <w:t>R4-1905797</w:t>
            </w:r>
            <w:r w:rsidRPr="001C0CC4">
              <w:rPr>
                <w:noProof/>
                <w:sz w:val="16"/>
                <w:szCs w:val="16"/>
              </w:rPr>
              <w:tab/>
              <w:t>Correction to power control in FR1</w:t>
            </w:r>
            <w:r w:rsidRPr="001C0CC4">
              <w:rPr>
                <w:noProof/>
                <w:sz w:val="16"/>
                <w:szCs w:val="16"/>
              </w:rPr>
              <w:tab/>
              <w:t>Anritsu Corporation</w:t>
            </w:r>
          </w:p>
          <w:p w14:paraId="658D9DAA" w14:textId="77777777" w:rsidR="00DC7196" w:rsidRPr="001C0CC4" w:rsidRDefault="00DC7196" w:rsidP="00DC7196">
            <w:pPr>
              <w:pStyle w:val="TAL"/>
              <w:keepNext w:val="0"/>
              <w:rPr>
                <w:noProof/>
                <w:sz w:val="16"/>
                <w:szCs w:val="16"/>
              </w:rPr>
            </w:pPr>
            <w:r w:rsidRPr="001C0CC4">
              <w:rPr>
                <w:noProof/>
                <w:sz w:val="16"/>
                <w:szCs w:val="16"/>
              </w:rPr>
              <w:t>R4-1906140</w:t>
            </w:r>
            <w:r w:rsidRPr="001C0CC4">
              <w:rPr>
                <w:noProof/>
                <w:sz w:val="16"/>
                <w:szCs w:val="16"/>
              </w:rPr>
              <w:tab/>
              <w:t>draft CR for TS 38.101-1 Rx requirement for CA</w:t>
            </w:r>
            <w:r w:rsidRPr="001C0CC4">
              <w:rPr>
                <w:noProof/>
                <w:sz w:val="16"/>
                <w:szCs w:val="16"/>
              </w:rPr>
              <w:tab/>
              <w:t>Huawei</w:t>
            </w:r>
          </w:p>
          <w:p w14:paraId="04E67999" w14:textId="77777777" w:rsidR="00DC7196" w:rsidRPr="001C0CC4" w:rsidRDefault="00DC7196" w:rsidP="00DC7196">
            <w:pPr>
              <w:pStyle w:val="TAL"/>
              <w:keepNext w:val="0"/>
              <w:rPr>
                <w:noProof/>
                <w:sz w:val="16"/>
                <w:szCs w:val="16"/>
              </w:rPr>
            </w:pPr>
            <w:r w:rsidRPr="001C0CC4">
              <w:rPr>
                <w:noProof/>
                <w:sz w:val="16"/>
                <w:szCs w:val="16"/>
              </w:rPr>
              <w:t>R4-1906153</w:t>
            </w:r>
            <w:r w:rsidRPr="001C0CC4">
              <w:rPr>
                <w:noProof/>
                <w:sz w:val="16"/>
                <w:szCs w:val="16"/>
              </w:rPr>
              <w:tab/>
              <w:t>Draft CR for TS 38.101-1: Editorial corrections to intra-band contiguous CA ACS and in-band blocking requirements</w:t>
            </w:r>
            <w:r w:rsidRPr="001C0CC4">
              <w:rPr>
                <w:noProof/>
                <w:sz w:val="16"/>
                <w:szCs w:val="16"/>
              </w:rPr>
              <w:tab/>
              <w:t>MediaTek Inc.</w:t>
            </w:r>
          </w:p>
          <w:p w14:paraId="18D39935" w14:textId="77777777" w:rsidR="00DC7196" w:rsidRPr="001C0CC4" w:rsidRDefault="00DC7196" w:rsidP="00DC7196">
            <w:pPr>
              <w:pStyle w:val="TAL"/>
              <w:keepNext w:val="0"/>
              <w:rPr>
                <w:noProof/>
                <w:sz w:val="16"/>
                <w:szCs w:val="16"/>
              </w:rPr>
            </w:pPr>
            <w:r w:rsidRPr="001C0CC4">
              <w:rPr>
                <w:noProof/>
                <w:sz w:val="16"/>
                <w:szCs w:val="16"/>
              </w:rPr>
              <w:t>R4-1906154</w:t>
            </w:r>
            <w:r w:rsidRPr="001C0CC4">
              <w:rPr>
                <w:noProof/>
                <w:sz w:val="16"/>
                <w:szCs w:val="16"/>
              </w:rPr>
              <w:tab/>
              <w:t>Draft CR for TS 38.101-1: Adding symbol definitions for intra-band contiguous CA Rx maximum input level and ACS requirements</w:t>
            </w:r>
            <w:r w:rsidRPr="001C0CC4">
              <w:rPr>
                <w:noProof/>
                <w:sz w:val="16"/>
                <w:szCs w:val="16"/>
              </w:rPr>
              <w:tab/>
              <w:t>MediaTek Inc.</w:t>
            </w:r>
          </w:p>
          <w:p w14:paraId="08A949B1" w14:textId="77777777" w:rsidR="00DC7196" w:rsidRPr="001C0CC4" w:rsidRDefault="00DC7196" w:rsidP="00DC7196">
            <w:pPr>
              <w:pStyle w:val="TAL"/>
              <w:keepNext w:val="0"/>
              <w:rPr>
                <w:noProof/>
                <w:sz w:val="16"/>
                <w:szCs w:val="16"/>
              </w:rPr>
            </w:pPr>
            <w:r w:rsidRPr="001C0CC4">
              <w:rPr>
                <w:noProof/>
                <w:sz w:val="16"/>
                <w:szCs w:val="16"/>
              </w:rPr>
              <w:t>R4-1906871</w:t>
            </w:r>
            <w:r w:rsidRPr="001C0CC4">
              <w:rPr>
                <w:noProof/>
                <w:sz w:val="16"/>
                <w:szCs w:val="16"/>
              </w:rPr>
              <w:tab/>
              <w:t>Draft CR for TS 38.101-1 UE optional bandwidth for FR1</w:t>
            </w:r>
            <w:r w:rsidRPr="001C0CC4">
              <w:rPr>
                <w:noProof/>
                <w:sz w:val="16"/>
                <w:szCs w:val="16"/>
              </w:rPr>
              <w:tab/>
              <w:t>Huawei</w:t>
            </w:r>
          </w:p>
          <w:p w14:paraId="617CD10F" w14:textId="77777777" w:rsidR="00DC7196" w:rsidRPr="001C0CC4" w:rsidRDefault="00DC7196" w:rsidP="00DC7196">
            <w:pPr>
              <w:pStyle w:val="TAL"/>
              <w:keepNext w:val="0"/>
              <w:rPr>
                <w:noProof/>
                <w:sz w:val="16"/>
                <w:szCs w:val="16"/>
              </w:rPr>
            </w:pPr>
            <w:r w:rsidRPr="001C0CC4">
              <w:rPr>
                <w:noProof/>
                <w:sz w:val="16"/>
                <w:szCs w:val="16"/>
              </w:rPr>
              <w:t>R4-1907131</w:t>
            </w:r>
            <w:r w:rsidRPr="001C0CC4">
              <w:rPr>
                <w:noProof/>
                <w:sz w:val="16"/>
                <w:szCs w:val="16"/>
              </w:rPr>
              <w:tab/>
              <w:t>Draft CR to 38.101-1. Clarification to  FR1 NS_43 AMPR frequency ranges</w:t>
            </w:r>
            <w:r w:rsidRPr="001C0CC4">
              <w:rPr>
                <w:noProof/>
                <w:sz w:val="16"/>
                <w:szCs w:val="16"/>
              </w:rPr>
              <w:tab/>
              <w:t>Qualcomm Incorporated</w:t>
            </w:r>
          </w:p>
          <w:p w14:paraId="0C6D0A6A" w14:textId="77777777" w:rsidR="00DC7196" w:rsidRPr="001C0CC4" w:rsidRDefault="00DC7196" w:rsidP="00DC7196">
            <w:pPr>
              <w:pStyle w:val="TAL"/>
              <w:keepNext w:val="0"/>
              <w:rPr>
                <w:noProof/>
                <w:sz w:val="16"/>
                <w:szCs w:val="16"/>
              </w:rPr>
            </w:pPr>
            <w:r w:rsidRPr="001C0CC4">
              <w:rPr>
                <w:noProof/>
                <w:sz w:val="16"/>
                <w:szCs w:val="16"/>
              </w:rPr>
              <w:t>R4-1907135</w:t>
            </w:r>
            <w:r w:rsidRPr="001C0CC4">
              <w:rPr>
                <w:noProof/>
                <w:sz w:val="16"/>
                <w:szCs w:val="16"/>
              </w:rPr>
              <w:tab/>
              <w:t>Draft CR to 38.101-1 rel. 15 to fix missing Exceptions for Out-of-band Blocking</w:t>
            </w:r>
            <w:r w:rsidRPr="001C0CC4">
              <w:rPr>
                <w:noProof/>
                <w:sz w:val="16"/>
                <w:szCs w:val="16"/>
              </w:rPr>
              <w:tab/>
              <w:t>Apple</w:t>
            </w:r>
          </w:p>
          <w:p w14:paraId="4E352F71" w14:textId="77777777" w:rsidR="00DC7196" w:rsidRPr="001C0CC4" w:rsidRDefault="00DC7196" w:rsidP="00DC7196">
            <w:pPr>
              <w:pStyle w:val="TAL"/>
              <w:keepNext w:val="0"/>
              <w:rPr>
                <w:noProof/>
                <w:sz w:val="16"/>
                <w:szCs w:val="16"/>
              </w:rPr>
            </w:pPr>
            <w:r w:rsidRPr="001C0CC4">
              <w:rPr>
                <w:noProof/>
                <w:sz w:val="16"/>
                <w:szCs w:val="16"/>
              </w:rPr>
              <w:t>R4-1907419</w:t>
            </w:r>
            <w:r w:rsidRPr="001C0CC4">
              <w:rPr>
                <w:noProof/>
                <w:sz w:val="16"/>
                <w:szCs w:val="16"/>
              </w:rPr>
              <w:tab/>
              <w:t>Draft CR for TS 38.101-1: Editorial improvement to EVM equalizer spectrum flatness requirements for Pi/2 BPSK</w:t>
            </w:r>
            <w:r w:rsidRPr="001C0CC4">
              <w:rPr>
                <w:noProof/>
                <w:sz w:val="16"/>
                <w:szCs w:val="16"/>
              </w:rPr>
              <w:tab/>
              <w:t>MediaTek Inc.</w:t>
            </w:r>
          </w:p>
          <w:p w14:paraId="6969DEF6" w14:textId="77777777" w:rsidR="00DC7196" w:rsidRPr="001C0CC4" w:rsidRDefault="00DC7196" w:rsidP="00DC7196">
            <w:pPr>
              <w:pStyle w:val="TAL"/>
              <w:keepNext w:val="0"/>
              <w:rPr>
                <w:noProof/>
                <w:sz w:val="16"/>
                <w:szCs w:val="16"/>
              </w:rPr>
            </w:pPr>
            <w:r w:rsidRPr="001C0CC4">
              <w:rPr>
                <w:noProof/>
                <w:sz w:val="16"/>
                <w:szCs w:val="16"/>
              </w:rPr>
              <w:t>R4-1907429</w:t>
            </w:r>
            <w:r w:rsidRPr="001C0CC4">
              <w:rPr>
                <w:noProof/>
                <w:sz w:val="16"/>
                <w:szCs w:val="16"/>
              </w:rPr>
              <w:tab/>
              <w:t>Draft CR to TS38.101-1 A-MPR for Inter-band CA</w:t>
            </w:r>
            <w:r w:rsidRPr="001C0CC4">
              <w:rPr>
                <w:noProof/>
                <w:sz w:val="16"/>
                <w:szCs w:val="16"/>
              </w:rPr>
              <w:tab/>
              <w:t>Intel Corporation</w:t>
            </w:r>
          </w:p>
          <w:p w14:paraId="1D9B6633" w14:textId="77777777" w:rsidR="00DC7196" w:rsidRPr="001C0CC4" w:rsidRDefault="00DC7196" w:rsidP="00DC7196">
            <w:pPr>
              <w:pStyle w:val="TAL"/>
              <w:keepNext w:val="0"/>
              <w:rPr>
                <w:noProof/>
                <w:sz w:val="16"/>
                <w:szCs w:val="16"/>
              </w:rPr>
            </w:pPr>
            <w:r w:rsidRPr="001C0CC4">
              <w:rPr>
                <w:noProof/>
                <w:sz w:val="16"/>
                <w:szCs w:val="16"/>
              </w:rPr>
              <w:t>R4-1907434</w:t>
            </w:r>
            <w:r w:rsidRPr="001C0CC4">
              <w:rPr>
                <w:noProof/>
                <w:sz w:val="16"/>
                <w:szCs w:val="16"/>
              </w:rPr>
              <w:tab/>
              <w:t>[Rx]Draft CR for 38.101-1 modifying characteristics of the interfering signal in Annex D</w:t>
            </w:r>
            <w:r w:rsidRPr="001C0CC4">
              <w:rPr>
                <w:noProof/>
                <w:sz w:val="16"/>
                <w:szCs w:val="16"/>
              </w:rPr>
              <w:tab/>
              <w:t>Huawei</w:t>
            </w:r>
          </w:p>
          <w:p w14:paraId="6DAC7C67" w14:textId="77777777" w:rsidR="00DC7196" w:rsidRPr="001C0CC4" w:rsidRDefault="00DC7196" w:rsidP="00DC7196">
            <w:pPr>
              <w:pStyle w:val="TAL"/>
              <w:keepNext w:val="0"/>
              <w:rPr>
                <w:noProof/>
                <w:sz w:val="16"/>
                <w:szCs w:val="16"/>
              </w:rPr>
            </w:pPr>
            <w:r w:rsidRPr="001C0CC4">
              <w:rPr>
                <w:noProof/>
                <w:sz w:val="16"/>
                <w:szCs w:val="16"/>
              </w:rPr>
              <w:t>R4-1907435</w:t>
            </w:r>
            <w:r w:rsidRPr="001C0CC4">
              <w:rPr>
                <w:noProof/>
                <w:sz w:val="16"/>
                <w:szCs w:val="16"/>
              </w:rPr>
              <w:tab/>
              <w:t>Draft CR to TS38.101-1_introduction of n41C and corrections on Rx requirements for NR intra-band contiguous CA</w:t>
            </w:r>
            <w:r w:rsidRPr="001C0CC4">
              <w:rPr>
                <w:noProof/>
                <w:sz w:val="16"/>
                <w:szCs w:val="16"/>
              </w:rPr>
              <w:tab/>
              <w:t>ZTE Corporation</w:t>
            </w:r>
          </w:p>
          <w:p w14:paraId="0D2D7F5F" w14:textId="77777777" w:rsidR="00DC7196" w:rsidRPr="001C0CC4" w:rsidRDefault="00DC7196" w:rsidP="00DC7196">
            <w:pPr>
              <w:pStyle w:val="TAL"/>
              <w:keepNext w:val="0"/>
              <w:rPr>
                <w:noProof/>
                <w:sz w:val="16"/>
                <w:szCs w:val="16"/>
              </w:rPr>
            </w:pPr>
            <w:r w:rsidRPr="001C0CC4">
              <w:rPr>
                <w:noProof/>
                <w:sz w:val="16"/>
                <w:szCs w:val="16"/>
              </w:rPr>
              <w:t>R4-1907439</w:t>
            </w:r>
            <w:r w:rsidRPr="001C0CC4">
              <w:rPr>
                <w:noProof/>
                <w:sz w:val="16"/>
                <w:szCs w:val="16"/>
              </w:rPr>
              <w:tab/>
              <w:t>Draft CR to TS 38.101-1 on CA bandwidth class description</w:t>
            </w:r>
            <w:r w:rsidRPr="001C0CC4">
              <w:rPr>
                <w:noProof/>
                <w:sz w:val="16"/>
                <w:szCs w:val="16"/>
              </w:rPr>
              <w:tab/>
              <w:t>ZTE Corporation</w:t>
            </w:r>
          </w:p>
          <w:p w14:paraId="257C0E0B" w14:textId="77777777" w:rsidR="00DC7196" w:rsidRPr="001C0CC4" w:rsidRDefault="00DC7196" w:rsidP="00DC7196">
            <w:pPr>
              <w:pStyle w:val="TAL"/>
              <w:keepNext w:val="0"/>
              <w:rPr>
                <w:noProof/>
                <w:sz w:val="16"/>
                <w:szCs w:val="16"/>
              </w:rPr>
            </w:pPr>
            <w:r w:rsidRPr="001C0CC4">
              <w:rPr>
                <w:noProof/>
                <w:sz w:val="16"/>
                <w:szCs w:val="16"/>
              </w:rPr>
              <w:t>R4-1907471</w:t>
            </w:r>
            <w:r w:rsidRPr="001C0CC4">
              <w:rPr>
                <w:noProof/>
                <w:sz w:val="16"/>
                <w:szCs w:val="16"/>
              </w:rPr>
              <w:tab/>
              <w:t>Draft CR to 38.101-1. Clarify all RB reference so transmission BW applies for all SCS</w:t>
            </w:r>
            <w:r w:rsidRPr="001C0CC4">
              <w:rPr>
                <w:noProof/>
                <w:sz w:val="16"/>
                <w:szCs w:val="16"/>
              </w:rPr>
              <w:tab/>
              <w:t>Qualcomm Incorporated</w:t>
            </w:r>
          </w:p>
          <w:p w14:paraId="23338E1F" w14:textId="77777777" w:rsidR="00DC7196" w:rsidRPr="001C0CC4" w:rsidRDefault="00DC7196" w:rsidP="00DC7196">
            <w:pPr>
              <w:pStyle w:val="TAL"/>
              <w:keepNext w:val="0"/>
              <w:rPr>
                <w:noProof/>
                <w:sz w:val="16"/>
                <w:szCs w:val="16"/>
              </w:rPr>
            </w:pPr>
            <w:r w:rsidRPr="001C0CC4">
              <w:rPr>
                <w:noProof/>
                <w:sz w:val="16"/>
                <w:szCs w:val="16"/>
              </w:rPr>
              <w:t>R4-1907474</w:t>
            </w:r>
            <w:r w:rsidRPr="001C0CC4">
              <w:rPr>
                <w:noProof/>
                <w:sz w:val="16"/>
                <w:szCs w:val="16"/>
              </w:rPr>
              <w:tab/>
              <w:t>Draft CR for TS 38.101-1 Correction of channel bandwidth set for NR CA</w:t>
            </w:r>
            <w:r w:rsidRPr="001C0CC4">
              <w:rPr>
                <w:noProof/>
                <w:sz w:val="16"/>
                <w:szCs w:val="16"/>
              </w:rPr>
              <w:tab/>
              <w:t>Huawei</w:t>
            </w:r>
          </w:p>
          <w:p w14:paraId="0BDFF1BD" w14:textId="77777777" w:rsidR="00DC7196" w:rsidRPr="001C0CC4" w:rsidRDefault="00DC7196" w:rsidP="00DC7196">
            <w:pPr>
              <w:pStyle w:val="TAL"/>
              <w:keepNext w:val="0"/>
              <w:rPr>
                <w:noProof/>
                <w:sz w:val="16"/>
                <w:szCs w:val="16"/>
              </w:rPr>
            </w:pPr>
            <w:r w:rsidRPr="001C0CC4">
              <w:rPr>
                <w:noProof/>
                <w:sz w:val="16"/>
                <w:szCs w:val="16"/>
              </w:rPr>
              <w:t>R4-1907477</w:t>
            </w:r>
            <w:r w:rsidRPr="001C0CC4">
              <w:rPr>
                <w:noProof/>
                <w:sz w:val="16"/>
                <w:szCs w:val="16"/>
              </w:rPr>
              <w:tab/>
              <w:t>Draft CR to TS 38.101-1 on maximum aggregated bandwidth for NR CA configurations</w:t>
            </w:r>
            <w:r w:rsidRPr="001C0CC4">
              <w:rPr>
                <w:noProof/>
                <w:sz w:val="16"/>
                <w:szCs w:val="16"/>
              </w:rPr>
              <w:tab/>
              <w:t>ZTE Corporation</w:t>
            </w:r>
          </w:p>
          <w:p w14:paraId="29499529" w14:textId="77777777" w:rsidR="00DC7196" w:rsidRPr="001C0CC4" w:rsidRDefault="00DC7196" w:rsidP="00DC7196">
            <w:pPr>
              <w:pStyle w:val="TAL"/>
              <w:keepNext w:val="0"/>
              <w:rPr>
                <w:noProof/>
                <w:sz w:val="16"/>
                <w:szCs w:val="16"/>
              </w:rPr>
            </w:pPr>
            <w:r w:rsidRPr="001C0CC4">
              <w:rPr>
                <w:noProof/>
                <w:sz w:val="16"/>
                <w:szCs w:val="16"/>
              </w:rPr>
              <w:t>R4-1907481</w:t>
            </w:r>
            <w:r w:rsidRPr="001C0CC4">
              <w:rPr>
                <w:noProof/>
                <w:sz w:val="16"/>
                <w:szCs w:val="16"/>
              </w:rPr>
              <w:tab/>
              <w:t>Correction of RefSens exceptions due to UL harmonic interference for NR CA in 38.101-1</w:t>
            </w:r>
            <w:r w:rsidRPr="001C0CC4">
              <w:rPr>
                <w:noProof/>
                <w:sz w:val="16"/>
                <w:szCs w:val="16"/>
              </w:rPr>
              <w:tab/>
              <w:t>vivo</w:t>
            </w:r>
          </w:p>
          <w:p w14:paraId="06EC13E6" w14:textId="77777777" w:rsidR="00DC7196" w:rsidRPr="001C0CC4" w:rsidRDefault="00DC7196" w:rsidP="00DC7196">
            <w:pPr>
              <w:pStyle w:val="TAL"/>
              <w:keepNext w:val="0"/>
              <w:rPr>
                <w:noProof/>
                <w:sz w:val="16"/>
                <w:szCs w:val="16"/>
              </w:rPr>
            </w:pPr>
            <w:r w:rsidRPr="001C0CC4">
              <w:rPr>
                <w:noProof/>
                <w:sz w:val="16"/>
                <w:szCs w:val="16"/>
              </w:rPr>
              <w:t>R4-1907687</w:t>
            </w:r>
            <w:r w:rsidRPr="001C0CC4">
              <w:rPr>
                <w:noProof/>
                <w:sz w:val="16"/>
                <w:szCs w:val="16"/>
              </w:rPr>
              <w:tab/>
              <w:t>Correction to CA carrier spacing</w:t>
            </w:r>
            <w:r w:rsidRPr="001C0CC4">
              <w:rPr>
                <w:noProof/>
                <w:sz w:val="16"/>
                <w:szCs w:val="16"/>
              </w:rPr>
              <w:tab/>
              <w:t>Ericsson</w:t>
            </w:r>
          </w:p>
        </w:tc>
        <w:tc>
          <w:tcPr>
            <w:tcW w:w="708" w:type="dxa"/>
            <w:shd w:val="solid" w:color="FFFFFF" w:fill="auto"/>
          </w:tcPr>
          <w:p w14:paraId="29C41567" w14:textId="77777777" w:rsidR="00DC7196" w:rsidRPr="001C0CC4" w:rsidRDefault="00DC7196" w:rsidP="00DC7196">
            <w:pPr>
              <w:pStyle w:val="TAC"/>
              <w:keepNext w:val="0"/>
              <w:rPr>
                <w:sz w:val="16"/>
                <w:szCs w:val="16"/>
              </w:rPr>
            </w:pPr>
            <w:r w:rsidRPr="001C0CC4">
              <w:rPr>
                <w:sz w:val="16"/>
                <w:szCs w:val="16"/>
              </w:rPr>
              <w:t>15.6.0</w:t>
            </w:r>
          </w:p>
        </w:tc>
      </w:tr>
      <w:tr w:rsidR="00DC7196" w:rsidRPr="001C0CC4" w14:paraId="5A395749" w14:textId="77777777" w:rsidTr="00DC7196">
        <w:trPr>
          <w:jc w:val="center"/>
        </w:trPr>
        <w:tc>
          <w:tcPr>
            <w:tcW w:w="800" w:type="dxa"/>
            <w:shd w:val="solid" w:color="FFFFFF" w:fill="auto"/>
          </w:tcPr>
          <w:p w14:paraId="606F3A3C"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2619EEE2"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4BEE1AD5" w14:textId="77777777" w:rsidR="00DC7196" w:rsidRPr="001C0CC4" w:rsidRDefault="00DC7196" w:rsidP="00DC7196">
            <w:pPr>
              <w:pStyle w:val="TAL"/>
              <w:keepNext w:val="0"/>
              <w:rPr>
                <w:sz w:val="16"/>
                <w:szCs w:val="16"/>
              </w:rPr>
            </w:pPr>
            <w:r w:rsidRPr="001C0CC4">
              <w:rPr>
                <w:sz w:val="16"/>
                <w:szCs w:val="16"/>
              </w:rPr>
              <w:t>RP-191248</w:t>
            </w:r>
          </w:p>
        </w:tc>
        <w:tc>
          <w:tcPr>
            <w:tcW w:w="575" w:type="dxa"/>
            <w:shd w:val="solid" w:color="FFFFFF" w:fill="auto"/>
          </w:tcPr>
          <w:p w14:paraId="08884934" w14:textId="77777777" w:rsidR="00DC7196" w:rsidRPr="001C0CC4" w:rsidRDefault="00DC7196" w:rsidP="00DC7196">
            <w:pPr>
              <w:pStyle w:val="TAL"/>
              <w:keepNext w:val="0"/>
              <w:rPr>
                <w:sz w:val="16"/>
                <w:szCs w:val="16"/>
              </w:rPr>
            </w:pPr>
            <w:r w:rsidRPr="001C0CC4">
              <w:rPr>
                <w:sz w:val="16"/>
                <w:szCs w:val="16"/>
              </w:rPr>
              <w:t>0037</w:t>
            </w:r>
          </w:p>
        </w:tc>
        <w:tc>
          <w:tcPr>
            <w:tcW w:w="425" w:type="dxa"/>
            <w:shd w:val="solid" w:color="FFFFFF" w:fill="auto"/>
          </w:tcPr>
          <w:p w14:paraId="6F6D11FA"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4657859A"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26AD406F" w14:textId="77777777" w:rsidR="00DC7196" w:rsidRPr="001C0CC4" w:rsidRDefault="00DC7196" w:rsidP="00DC7196">
            <w:pPr>
              <w:pStyle w:val="TAL"/>
              <w:keepNext w:val="0"/>
              <w:rPr>
                <w:noProof/>
                <w:sz w:val="16"/>
                <w:szCs w:val="16"/>
              </w:rPr>
            </w:pPr>
            <w:r w:rsidRPr="001C0CC4">
              <w:rPr>
                <w:noProof/>
                <w:sz w:val="16"/>
                <w:szCs w:val="16"/>
              </w:rPr>
              <w:t>Introduction of n48 in to TS 38.101-1</w:t>
            </w:r>
          </w:p>
        </w:tc>
        <w:tc>
          <w:tcPr>
            <w:tcW w:w="708" w:type="dxa"/>
            <w:shd w:val="solid" w:color="FFFFFF" w:fill="auto"/>
          </w:tcPr>
          <w:p w14:paraId="5F8DB3D8"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570DBE61" w14:textId="77777777" w:rsidTr="00DC7196">
        <w:trPr>
          <w:jc w:val="center"/>
        </w:trPr>
        <w:tc>
          <w:tcPr>
            <w:tcW w:w="800" w:type="dxa"/>
            <w:shd w:val="solid" w:color="FFFFFF" w:fill="auto"/>
          </w:tcPr>
          <w:p w14:paraId="64D661FC"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0F79F1EB"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54427107" w14:textId="77777777" w:rsidR="00DC7196" w:rsidRPr="001C0CC4" w:rsidRDefault="00DC7196" w:rsidP="00DC7196">
            <w:pPr>
              <w:pStyle w:val="TAL"/>
              <w:keepNext w:val="0"/>
              <w:rPr>
                <w:sz w:val="16"/>
                <w:szCs w:val="16"/>
              </w:rPr>
            </w:pPr>
            <w:r w:rsidRPr="001C0CC4">
              <w:rPr>
                <w:sz w:val="16"/>
                <w:szCs w:val="16"/>
              </w:rPr>
              <w:t>RP-191241</w:t>
            </w:r>
          </w:p>
        </w:tc>
        <w:tc>
          <w:tcPr>
            <w:tcW w:w="575" w:type="dxa"/>
            <w:shd w:val="solid" w:color="FFFFFF" w:fill="auto"/>
          </w:tcPr>
          <w:p w14:paraId="13F6FD47" w14:textId="77777777" w:rsidR="00DC7196" w:rsidRPr="001C0CC4" w:rsidRDefault="00DC7196" w:rsidP="00DC7196">
            <w:pPr>
              <w:pStyle w:val="TAL"/>
              <w:keepNext w:val="0"/>
              <w:rPr>
                <w:sz w:val="16"/>
                <w:szCs w:val="16"/>
              </w:rPr>
            </w:pPr>
            <w:r w:rsidRPr="001C0CC4">
              <w:rPr>
                <w:sz w:val="16"/>
                <w:szCs w:val="16"/>
              </w:rPr>
              <w:t>0040</w:t>
            </w:r>
          </w:p>
        </w:tc>
        <w:tc>
          <w:tcPr>
            <w:tcW w:w="425" w:type="dxa"/>
            <w:shd w:val="solid" w:color="FFFFFF" w:fill="auto"/>
          </w:tcPr>
          <w:p w14:paraId="055F3735" w14:textId="77777777" w:rsidR="00DC7196" w:rsidRPr="001C0CC4" w:rsidRDefault="00DC7196" w:rsidP="00BB2256">
            <w:pPr>
              <w:pStyle w:val="TAR"/>
              <w:keepNext w:val="0"/>
              <w:jc w:val="center"/>
              <w:rPr>
                <w:sz w:val="16"/>
                <w:szCs w:val="16"/>
              </w:rPr>
            </w:pPr>
          </w:p>
        </w:tc>
        <w:tc>
          <w:tcPr>
            <w:tcW w:w="425" w:type="dxa"/>
            <w:shd w:val="solid" w:color="FFFFFF" w:fill="auto"/>
          </w:tcPr>
          <w:p w14:paraId="30D59863"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0D43E748" w14:textId="77777777" w:rsidR="00DC7196" w:rsidRPr="001C0CC4" w:rsidRDefault="00DC7196" w:rsidP="00DC7196">
            <w:pPr>
              <w:pStyle w:val="TAL"/>
              <w:keepNext w:val="0"/>
              <w:rPr>
                <w:noProof/>
                <w:sz w:val="16"/>
                <w:szCs w:val="16"/>
              </w:rPr>
            </w:pPr>
            <w:r w:rsidRPr="001C0CC4">
              <w:rPr>
                <w:noProof/>
                <w:sz w:val="16"/>
                <w:szCs w:val="16"/>
              </w:rPr>
              <w:t>CR to REL-16 TS 38.101-1: Implementation of endorsed draft CRs on NR combinations and dual Connectivity combinations</w:t>
            </w:r>
          </w:p>
        </w:tc>
        <w:tc>
          <w:tcPr>
            <w:tcW w:w="708" w:type="dxa"/>
            <w:shd w:val="solid" w:color="FFFFFF" w:fill="auto"/>
          </w:tcPr>
          <w:p w14:paraId="010C7C6B"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498E1E36" w14:textId="77777777" w:rsidTr="00DC7196">
        <w:trPr>
          <w:jc w:val="center"/>
        </w:trPr>
        <w:tc>
          <w:tcPr>
            <w:tcW w:w="800" w:type="dxa"/>
            <w:shd w:val="solid" w:color="FFFFFF" w:fill="auto"/>
          </w:tcPr>
          <w:p w14:paraId="454D8135"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496297C2"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6664CE95" w14:textId="77777777" w:rsidR="00DC7196" w:rsidRPr="001C0CC4" w:rsidRDefault="00DC7196" w:rsidP="00DC7196">
            <w:pPr>
              <w:pStyle w:val="TAL"/>
              <w:keepNext w:val="0"/>
              <w:rPr>
                <w:sz w:val="16"/>
                <w:szCs w:val="16"/>
              </w:rPr>
            </w:pPr>
            <w:r w:rsidRPr="001C0CC4">
              <w:rPr>
                <w:sz w:val="16"/>
                <w:szCs w:val="16"/>
              </w:rPr>
              <w:t>RP-191242</w:t>
            </w:r>
          </w:p>
        </w:tc>
        <w:tc>
          <w:tcPr>
            <w:tcW w:w="575" w:type="dxa"/>
            <w:shd w:val="solid" w:color="FFFFFF" w:fill="auto"/>
          </w:tcPr>
          <w:p w14:paraId="4456138E" w14:textId="77777777" w:rsidR="00DC7196" w:rsidRPr="001C0CC4" w:rsidRDefault="00DC7196" w:rsidP="00DC7196">
            <w:pPr>
              <w:pStyle w:val="TAL"/>
              <w:keepNext w:val="0"/>
              <w:rPr>
                <w:sz w:val="16"/>
                <w:szCs w:val="16"/>
              </w:rPr>
            </w:pPr>
            <w:r w:rsidRPr="001C0CC4">
              <w:rPr>
                <w:sz w:val="16"/>
                <w:szCs w:val="16"/>
              </w:rPr>
              <w:t>0041</w:t>
            </w:r>
          </w:p>
        </w:tc>
        <w:tc>
          <w:tcPr>
            <w:tcW w:w="425" w:type="dxa"/>
            <w:shd w:val="solid" w:color="FFFFFF" w:fill="auto"/>
          </w:tcPr>
          <w:p w14:paraId="3538F7DE"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6589CBD9"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725E399E" w14:textId="77777777" w:rsidR="00DC7196" w:rsidRPr="001C0CC4" w:rsidRDefault="00DC7196" w:rsidP="00DC7196">
            <w:pPr>
              <w:pStyle w:val="TAL"/>
              <w:keepNext w:val="0"/>
              <w:rPr>
                <w:noProof/>
                <w:sz w:val="16"/>
                <w:szCs w:val="16"/>
              </w:rPr>
            </w:pPr>
            <w:r w:rsidRPr="001C0CC4">
              <w:rPr>
                <w:noProof/>
                <w:sz w:val="16"/>
                <w:szCs w:val="16"/>
              </w:rPr>
              <w:t>CR to TS 38.101-1: Introduction of band n14 – Endorsed R4-1904008 in RAN4#90b</w:t>
            </w:r>
          </w:p>
        </w:tc>
        <w:tc>
          <w:tcPr>
            <w:tcW w:w="708" w:type="dxa"/>
            <w:shd w:val="solid" w:color="FFFFFF" w:fill="auto"/>
          </w:tcPr>
          <w:p w14:paraId="23D550EB"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38CB692F" w14:textId="77777777" w:rsidTr="00DC7196">
        <w:trPr>
          <w:jc w:val="center"/>
        </w:trPr>
        <w:tc>
          <w:tcPr>
            <w:tcW w:w="800" w:type="dxa"/>
            <w:shd w:val="solid" w:color="FFFFFF" w:fill="auto"/>
          </w:tcPr>
          <w:p w14:paraId="6C29EB76"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1F3AF2A6"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337B899F" w14:textId="77777777" w:rsidR="00DC7196" w:rsidRPr="001C0CC4" w:rsidRDefault="00DC7196" w:rsidP="00DC7196">
            <w:pPr>
              <w:pStyle w:val="TAL"/>
              <w:keepNext w:val="0"/>
              <w:rPr>
                <w:sz w:val="16"/>
                <w:szCs w:val="16"/>
              </w:rPr>
            </w:pPr>
            <w:r w:rsidRPr="001C0CC4">
              <w:rPr>
                <w:sz w:val="16"/>
                <w:szCs w:val="16"/>
              </w:rPr>
              <w:t>RP-191246</w:t>
            </w:r>
          </w:p>
        </w:tc>
        <w:tc>
          <w:tcPr>
            <w:tcW w:w="575" w:type="dxa"/>
            <w:shd w:val="solid" w:color="FFFFFF" w:fill="auto"/>
          </w:tcPr>
          <w:p w14:paraId="255B5EE6" w14:textId="77777777" w:rsidR="00DC7196" w:rsidRPr="001C0CC4" w:rsidRDefault="00DC7196" w:rsidP="00DC7196">
            <w:pPr>
              <w:pStyle w:val="TAL"/>
              <w:keepNext w:val="0"/>
              <w:rPr>
                <w:sz w:val="16"/>
                <w:szCs w:val="16"/>
              </w:rPr>
            </w:pPr>
            <w:r w:rsidRPr="001C0CC4">
              <w:rPr>
                <w:sz w:val="16"/>
                <w:szCs w:val="16"/>
              </w:rPr>
              <w:t>0042</w:t>
            </w:r>
          </w:p>
        </w:tc>
        <w:tc>
          <w:tcPr>
            <w:tcW w:w="425" w:type="dxa"/>
            <w:shd w:val="solid" w:color="FFFFFF" w:fill="auto"/>
          </w:tcPr>
          <w:p w14:paraId="3D5451A1"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66CC708B"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4C066348" w14:textId="77777777" w:rsidR="00DC7196" w:rsidRPr="001C0CC4" w:rsidRDefault="00DC7196" w:rsidP="00DC7196">
            <w:pPr>
              <w:pStyle w:val="TAL"/>
              <w:keepNext w:val="0"/>
              <w:rPr>
                <w:noProof/>
                <w:sz w:val="16"/>
                <w:szCs w:val="16"/>
              </w:rPr>
            </w:pPr>
            <w:r w:rsidRPr="001C0CC4">
              <w:rPr>
                <w:noProof/>
                <w:sz w:val="16"/>
                <w:szCs w:val="16"/>
              </w:rPr>
              <w:t>CR to TS 38.101-1: Introduction of band n30 + editorial in table 7.6.2-2</w:t>
            </w:r>
          </w:p>
        </w:tc>
        <w:tc>
          <w:tcPr>
            <w:tcW w:w="708" w:type="dxa"/>
            <w:shd w:val="solid" w:color="FFFFFF" w:fill="auto"/>
          </w:tcPr>
          <w:p w14:paraId="2C1B9261"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1FE7F1C9" w14:textId="77777777" w:rsidTr="00DC7196">
        <w:trPr>
          <w:jc w:val="center"/>
        </w:trPr>
        <w:tc>
          <w:tcPr>
            <w:tcW w:w="800" w:type="dxa"/>
            <w:shd w:val="solid" w:color="FFFFFF" w:fill="auto"/>
          </w:tcPr>
          <w:p w14:paraId="6E8EF0A9"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7CB37342"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0B59B286" w14:textId="77777777" w:rsidR="00DC7196" w:rsidRPr="001C0CC4" w:rsidRDefault="00DC7196" w:rsidP="00DC7196">
            <w:pPr>
              <w:pStyle w:val="TAL"/>
              <w:keepNext w:val="0"/>
              <w:rPr>
                <w:sz w:val="16"/>
                <w:szCs w:val="16"/>
              </w:rPr>
            </w:pPr>
            <w:r w:rsidRPr="001C0CC4">
              <w:rPr>
                <w:sz w:val="16"/>
                <w:szCs w:val="16"/>
              </w:rPr>
              <w:t>RP-191244</w:t>
            </w:r>
          </w:p>
        </w:tc>
        <w:tc>
          <w:tcPr>
            <w:tcW w:w="575" w:type="dxa"/>
            <w:shd w:val="solid" w:color="FFFFFF" w:fill="auto"/>
          </w:tcPr>
          <w:p w14:paraId="0B2288CA" w14:textId="77777777" w:rsidR="00DC7196" w:rsidRPr="001C0CC4" w:rsidRDefault="00DC7196" w:rsidP="00DC7196">
            <w:pPr>
              <w:pStyle w:val="TAL"/>
              <w:keepNext w:val="0"/>
              <w:rPr>
                <w:sz w:val="16"/>
                <w:szCs w:val="16"/>
              </w:rPr>
            </w:pPr>
            <w:r w:rsidRPr="001C0CC4">
              <w:rPr>
                <w:sz w:val="16"/>
                <w:szCs w:val="16"/>
              </w:rPr>
              <w:t>0043</w:t>
            </w:r>
          </w:p>
        </w:tc>
        <w:tc>
          <w:tcPr>
            <w:tcW w:w="425" w:type="dxa"/>
            <w:shd w:val="solid" w:color="FFFFFF" w:fill="auto"/>
          </w:tcPr>
          <w:p w14:paraId="46E65326"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0D10A144"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5207539E" w14:textId="77777777" w:rsidR="00DC7196" w:rsidRPr="001C0CC4" w:rsidRDefault="00DC7196" w:rsidP="00DC7196">
            <w:pPr>
              <w:pStyle w:val="TAL"/>
              <w:keepNext w:val="0"/>
              <w:rPr>
                <w:noProof/>
                <w:sz w:val="16"/>
                <w:szCs w:val="16"/>
              </w:rPr>
            </w:pPr>
            <w:r w:rsidRPr="001C0CC4">
              <w:rPr>
                <w:noProof/>
                <w:sz w:val="16"/>
                <w:szCs w:val="16"/>
              </w:rPr>
              <w:t>CR to introduce n18 to TS 38.101-1</w:t>
            </w:r>
          </w:p>
        </w:tc>
        <w:tc>
          <w:tcPr>
            <w:tcW w:w="708" w:type="dxa"/>
            <w:shd w:val="solid" w:color="FFFFFF" w:fill="auto"/>
          </w:tcPr>
          <w:p w14:paraId="7E1FAACA"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7669ED7A" w14:textId="77777777" w:rsidTr="00DC7196">
        <w:trPr>
          <w:jc w:val="center"/>
        </w:trPr>
        <w:tc>
          <w:tcPr>
            <w:tcW w:w="800" w:type="dxa"/>
            <w:shd w:val="solid" w:color="FFFFFF" w:fill="auto"/>
          </w:tcPr>
          <w:p w14:paraId="20335CCD"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6D7BE176"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44856686" w14:textId="77777777" w:rsidR="00DC7196" w:rsidRPr="001C0CC4" w:rsidRDefault="00DC7196" w:rsidP="00DC7196">
            <w:pPr>
              <w:pStyle w:val="TAL"/>
              <w:keepNext w:val="0"/>
              <w:rPr>
                <w:sz w:val="16"/>
                <w:szCs w:val="16"/>
              </w:rPr>
            </w:pPr>
            <w:r w:rsidRPr="001C0CC4">
              <w:rPr>
                <w:sz w:val="16"/>
                <w:szCs w:val="16"/>
              </w:rPr>
              <w:t>RP-191250</w:t>
            </w:r>
          </w:p>
        </w:tc>
        <w:tc>
          <w:tcPr>
            <w:tcW w:w="575" w:type="dxa"/>
            <w:shd w:val="solid" w:color="FFFFFF" w:fill="auto"/>
          </w:tcPr>
          <w:p w14:paraId="4CBB09DB" w14:textId="77777777" w:rsidR="00DC7196" w:rsidRPr="001C0CC4" w:rsidRDefault="00DC7196" w:rsidP="00DC7196">
            <w:pPr>
              <w:pStyle w:val="TAL"/>
              <w:keepNext w:val="0"/>
              <w:rPr>
                <w:sz w:val="16"/>
                <w:szCs w:val="16"/>
              </w:rPr>
            </w:pPr>
            <w:r w:rsidRPr="001C0CC4">
              <w:rPr>
                <w:sz w:val="16"/>
                <w:szCs w:val="16"/>
              </w:rPr>
              <w:t>0044</w:t>
            </w:r>
          </w:p>
        </w:tc>
        <w:tc>
          <w:tcPr>
            <w:tcW w:w="425" w:type="dxa"/>
            <w:shd w:val="solid" w:color="FFFFFF" w:fill="auto"/>
          </w:tcPr>
          <w:p w14:paraId="3E75F4F8"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4E43A2D6"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13CAD64B" w14:textId="77777777" w:rsidR="00DC7196" w:rsidRPr="001C0CC4" w:rsidRDefault="00DC7196" w:rsidP="00DC7196">
            <w:pPr>
              <w:pStyle w:val="TAL"/>
              <w:keepNext w:val="0"/>
              <w:rPr>
                <w:noProof/>
                <w:sz w:val="16"/>
                <w:szCs w:val="16"/>
              </w:rPr>
            </w:pPr>
            <w:r w:rsidRPr="001C0CC4">
              <w:rPr>
                <w:noProof/>
                <w:sz w:val="16"/>
                <w:szCs w:val="16"/>
              </w:rPr>
              <w:t>n65 introduction to 38.101-1</w:t>
            </w:r>
          </w:p>
        </w:tc>
        <w:tc>
          <w:tcPr>
            <w:tcW w:w="708" w:type="dxa"/>
            <w:shd w:val="solid" w:color="FFFFFF" w:fill="auto"/>
          </w:tcPr>
          <w:p w14:paraId="678BB9F6"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2BCB234D" w14:textId="77777777" w:rsidTr="00DC7196">
        <w:trPr>
          <w:jc w:val="center"/>
        </w:trPr>
        <w:tc>
          <w:tcPr>
            <w:tcW w:w="800" w:type="dxa"/>
            <w:shd w:val="solid" w:color="FFFFFF" w:fill="auto"/>
          </w:tcPr>
          <w:p w14:paraId="58C85CBA"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199A2BB5"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4A8B73F4" w14:textId="77777777" w:rsidR="00DC7196" w:rsidRPr="001C0CC4" w:rsidRDefault="00DC7196" w:rsidP="00DC7196">
            <w:pPr>
              <w:pStyle w:val="TAL"/>
              <w:keepNext w:val="0"/>
              <w:rPr>
                <w:sz w:val="16"/>
                <w:szCs w:val="16"/>
              </w:rPr>
            </w:pPr>
            <w:r w:rsidRPr="001C0CC4">
              <w:rPr>
                <w:sz w:val="16"/>
                <w:szCs w:val="16"/>
              </w:rPr>
              <w:t>RP-191251</w:t>
            </w:r>
          </w:p>
        </w:tc>
        <w:tc>
          <w:tcPr>
            <w:tcW w:w="575" w:type="dxa"/>
            <w:shd w:val="solid" w:color="FFFFFF" w:fill="auto"/>
          </w:tcPr>
          <w:p w14:paraId="62EC3021" w14:textId="77777777" w:rsidR="00DC7196" w:rsidRPr="001C0CC4" w:rsidRDefault="00DC7196" w:rsidP="00DC7196">
            <w:pPr>
              <w:pStyle w:val="TAL"/>
              <w:keepNext w:val="0"/>
              <w:rPr>
                <w:sz w:val="16"/>
                <w:szCs w:val="16"/>
              </w:rPr>
            </w:pPr>
            <w:r w:rsidRPr="001C0CC4">
              <w:rPr>
                <w:sz w:val="16"/>
                <w:szCs w:val="16"/>
              </w:rPr>
              <w:t>0045</w:t>
            </w:r>
          </w:p>
        </w:tc>
        <w:tc>
          <w:tcPr>
            <w:tcW w:w="425" w:type="dxa"/>
            <w:shd w:val="solid" w:color="FFFFFF" w:fill="auto"/>
          </w:tcPr>
          <w:p w14:paraId="19FF4FB0" w14:textId="77777777" w:rsidR="00DC7196" w:rsidRPr="001C0CC4" w:rsidRDefault="00DC7196" w:rsidP="00BB2256">
            <w:pPr>
              <w:pStyle w:val="TAR"/>
              <w:keepNext w:val="0"/>
              <w:jc w:val="center"/>
              <w:rPr>
                <w:sz w:val="16"/>
                <w:szCs w:val="16"/>
              </w:rPr>
            </w:pPr>
          </w:p>
        </w:tc>
        <w:tc>
          <w:tcPr>
            <w:tcW w:w="425" w:type="dxa"/>
            <w:shd w:val="solid" w:color="FFFFFF" w:fill="auto"/>
          </w:tcPr>
          <w:p w14:paraId="72A0C36A"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1C75A75B" w14:textId="77777777" w:rsidR="00DC7196" w:rsidRPr="001C0CC4" w:rsidRDefault="00DC7196" w:rsidP="00DC7196">
            <w:pPr>
              <w:pStyle w:val="TAL"/>
              <w:keepNext w:val="0"/>
              <w:rPr>
                <w:noProof/>
                <w:sz w:val="16"/>
                <w:szCs w:val="16"/>
              </w:rPr>
            </w:pPr>
            <w:r w:rsidRPr="001C0CC4">
              <w:rPr>
                <w:noProof/>
                <w:sz w:val="16"/>
                <w:szCs w:val="16"/>
              </w:rPr>
              <w:t>Addition channel bandwidth of 30MHz for n50 in TS 38.101-1</w:t>
            </w:r>
          </w:p>
        </w:tc>
        <w:tc>
          <w:tcPr>
            <w:tcW w:w="708" w:type="dxa"/>
            <w:shd w:val="solid" w:color="FFFFFF" w:fill="auto"/>
          </w:tcPr>
          <w:p w14:paraId="68A20C9F"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10926BF1" w14:textId="77777777" w:rsidTr="00DC7196">
        <w:trPr>
          <w:jc w:val="center"/>
        </w:trPr>
        <w:tc>
          <w:tcPr>
            <w:tcW w:w="800" w:type="dxa"/>
            <w:shd w:val="solid" w:color="FFFFFF" w:fill="auto"/>
          </w:tcPr>
          <w:p w14:paraId="2B161E43"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0A93A94A"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5DD23128" w14:textId="77777777" w:rsidR="00DC7196" w:rsidRPr="001C0CC4" w:rsidRDefault="00DC7196" w:rsidP="00DC7196">
            <w:pPr>
              <w:pStyle w:val="TAL"/>
              <w:keepNext w:val="0"/>
              <w:rPr>
                <w:sz w:val="16"/>
                <w:szCs w:val="16"/>
              </w:rPr>
            </w:pPr>
            <w:r w:rsidRPr="001C0CC4">
              <w:rPr>
                <w:sz w:val="16"/>
                <w:szCs w:val="16"/>
              </w:rPr>
              <w:t>RP-191252</w:t>
            </w:r>
          </w:p>
        </w:tc>
        <w:tc>
          <w:tcPr>
            <w:tcW w:w="575" w:type="dxa"/>
            <w:shd w:val="solid" w:color="FFFFFF" w:fill="auto"/>
          </w:tcPr>
          <w:p w14:paraId="63B4AAFD" w14:textId="77777777" w:rsidR="00DC7196" w:rsidRPr="001C0CC4" w:rsidRDefault="00DC7196" w:rsidP="00DC7196">
            <w:pPr>
              <w:pStyle w:val="TAL"/>
              <w:keepNext w:val="0"/>
              <w:rPr>
                <w:sz w:val="16"/>
                <w:szCs w:val="16"/>
              </w:rPr>
            </w:pPr>
            <w:r w:rsidRPr="001C0CC4">
              <w:rPr>
                <w:sz w:val="16"/>
                <w:szCs w:val="16"/>
              </w:rPr>
              <w:t>0046</w:t>
            </w:r>
          </w:p>
        </w:tc>
        <w:tc>
          <w:tcPr>
            <w:tcW w:w="425" w:type="dxa"/>
            <w:shd w:val="solid" w:color="FFFFFF" w:fill="auto"/>
          </w:tcPr>
          <w:p w14:paraId="2510957C"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08438D44"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228F2DAA" w14:textId="77777777" w:rsidR="00DC7196" w:rsidRPr="001C0CC4" w:rsidRDefault="00DC7196" w:rsidP="00DC7196">
            <w:pPr>
              <w:pStyle w:val="TAL"/>
              <w:keepNext w:val="0"/>
              <w:rPr>
                <w:noProof/>
                <w:sz w:val="16"/>
                <w:szCs w:val="16"/>
              </w:rPr>
            </w:pPr>
            <w:r w:rsidRPr="001C0CC4">
              <w:rPr>
                <w:noProof/>
                <w:sz w:val="16"/>
                <w:szCs w:val="16"/>
              </w:rPr>
              <w:t>Introduction of a new NR band for LTE/NR spectrum sharing in Band 41/n41</w:t>
            </w:r>
          </w:p>
        </w:tc>
        <w:tc>
          <w:tcPr>
            <w:tcW w:w="708" w:type="dxa"/>
            <w:shd w:val="solid" w:color="FFFFFF" w:fill="auto"/>
          </w:tcPr>
          <w:p w14:paraId="69D7A2EE"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17E676CD" w14:textId="77777777" w:rsidTr="00DC7196">
        <w:trPr>
          <w:jc w:val="center"/>
        </w:trPr>
        <w:tc>
          <w:tcPr>
            <w:tcW w:w="800" w:type="dxa"/>
            <w:shd w:val="solid" w:color="FFFFFF" w:fill="auto"/>
          </w:tcPr>
          <w:p w14:paraId="5C43AA1B"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2AE1B86F"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306D4002" w14:textId="77777777" w:rsidR="00DC7196" w:rsidRPr="001C0CC4" w:rsidRDefault="00DC7196" w:rsidP="00DC7196">
            <w:pPr>
              <w:pStyle w:val="TAL"/>
              <w:keepNext w:val="0"/>
              <w:rPr>
                <w:sz w:val="16"/>
                <w:szCs w:val="16"/>
              </w:rPr>
            </w:pPr>
            <w:r w:rsidRPr="001C0CC4">
              <w:rPr>
                <w:sz w:val="16"/>
                <w:szCs w:val="16"/>
              </w:rPr>
              <w:t>RP-191241</w:t>
            </w:r>
          </w:p>
        </w:tc>
        <w:tc>
          <w:tcPr>
            <w:tcW w:w="575" w:type="dxa"/>
            <w:shd w:val="solid" w:color="FFFFFF" w:fill="auto"/>
          </w:tcPr>
          <w:p w14:paraId="6A3D63B7" w14:textId="77777777" w:rsidR="00DC7196" w:rsidRPr="001C0CC4" w:rsidRDefault="00DC7196" w:rsidP="00DC7196">
            <w:pPr>
              <w:pStyle w:val="TAL"/>
              <w:keepNext w:val="0"/>
              <w:rPr>
                <w:sz w:val="16"/>
                <w:szCs w:val="16"/>
              </w:rPr>
            </w:pPr>
            <w:r w:rsidRPr="001C0CC4">
              <w:rPr>
                <w:sz w:val="16"/>
                <w:szCs w:val="16"/>
              </w:rPr>
              <w:t>0048</w:t>
            </w:r>
          </w:p>
        </w:tc>
        <w:tc>
          <w:tcPr>
            <w:tcW w:w="425" w:type="dxa"/>
            <w:shd w:val="solid" w:color="FFFFFF" w:fill="auto"/>
          </w:tcPr>
          <w:p w14:paraId="50275F43" w14:textId="77777777" w:rsidR="00DC7196" w:rsidRPr="001C0CC4" w:rsidRDefault="00DC7196" w:rsidP="00BB2256">
            <w:pPr>
              <w:pStyle w:val="TAR"/>
              <w:keepNext w:val="0"/>
              <w:jc w:val="center"/>
              <w:rPr>
                <w:sz w:val="16"/>
                <w:szCs w:val="16"/>
              </w:rPr>
            </w:pPr>
          </w:p>
        </w:tc>
        <w:tc>
          <w:tcPr>
            <w:tcW w:w="425" w:type="dxa"/>
            <w:shd w:val="solid" w:color="FFFFFF" w:fill="auto"/>
          </w:tcPr>
          <w:p w14:paraId="117E69E1"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39B09CBA" w14:textId="77777777" w:rsidR="00DC7196" w:rsidRPr="001C0CC4" w:rsidRDefault="00DC7196" w:rsidP="00DC7196">
            <w:pPr>
              <w:pStyle w:val="TAL"/>
              <w:keepNext w:val="0"/>
              <w:rPr>
                <w:noProof/>
                <w:sz w:val="16"/>
                <w:szCs w:val="16"/>
              </w:rPr>
            </w:pPr>
            <w:r w:rsidRPr="001C0CC4">
              <w:rPr>
                <w:noProof/>
                <w:sz w:val="16"/>
                <w:szCs w:val="16"/>
              </w:rPr>
              <w:t>CR on introducing NR inter-band CA of 3DL Bands and 1UL band</w:t>
            </w:r>
          </w:p>
        </w:tc>
        <w:tc>
          <w:tcPr>
            <w:tcW w:w="708" w:type="dxa"/>
            <w:shd w:val="solid" w:color="FFFFFF" w:fill="auto"/>
          </w:tcPr>
          <w:p w14:paraId="47796A0E"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22A19C98" w14:textId="77777777" w:rsidTr="00DC7196">
        <w:trPr>
          <w:jc w:val="center"/>
        </w:trPr>
        <w:tc>
          <w:tcPr>
            <w:tcW w:w="800" w:type="dxa"/>
            <w:shd w:val="solid" w:color="FFFFFF" w:fill="auto"/>
          </w:tcPr>
          <w:p w14:paraId="7F685688"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60CCAB39"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26D18173" w14:textId="77777777" w:rsidR="00DC7196" w:rsidRPr="001C0CC4" w:rsidRDefault="00DC7196" w:rsidP="00DC7196">
            <w:pPr>
              <w:pStyle w:val="TAL"/>
              <w:keepNext w:val="0"/>
              <w:rPr>
                <w:sz w:val="16"/>
                <w:szCs w:val="16"/>
              </w:rPr>
            </w:pPr>
            <w:r w:rsidRPr="001C0CC4">
              <w:rPr>
                <w:sz w:val="16"/>
                <w:szCs w:val="16"/>
              </w:rPr>
              <w:t>RP-191241</w:t>
            </w:r>
          </w:p>
        </w:tc>
        <w:tc>
          <w:tcPr>
            <w:tcW w:w="575" w:type="dxa"/>
            <w:shd w:val="solid" w:color="FFFFFF" w:fill="auto"/>
          </w:tcPr>
          <w:p w14:paraId="4E5FE727" w14:textId="77777777" w:rsidR="00DC7196" w:rsidRPr="001C0CC4" w:rsidRDefault="00DC7196" w:rsidP="00DC7196">
            <w:pPr>
              <w:pStyle w:val="TAL"/>
              <w:keepNext w:val="0"/>
              <w:rPr>
                <w:sz w:val="16"/>
                <w:szCs w:val="16"/>
              </w:rPr>
            </w:pPr>
            <w:r w:rsidRPr="001C0CC4">
              <w:rPr>
                <w:sz w:val="16"/>
                <w:szCs w:val="16"/>
              </w:rPr>
              <w:t>0049</w:t>
            </w:r>
          </w:p>
        </w:tc>
        <w:tc>
          <w:tcPr>
            <w:tcW w:w="425" w:type="dxa"/>
            <w:shd w:val="solid" w:color="FFFFFF" w:fill="auto"/>
          </w:tcPr>
          <w:p w14:paraId="50339CDB" w14:textId="77777777" w:rsidR="00DC7196" w:rsidRPr="001C0CC4" w:rsidRDefault="00DC7196" w:rsidP="00BB2256">
            <w:pPr>
              <w:pStyle w:val="TAR"/>
              <w:keepNext w:val="0"/>
              <w:jc w:val="center"/>
              <w:rPr>
                <w:sz w:val="16"/>
                <w:szCs w:val="16"/>
              </w:rPr>
            </w:pPr>
          </w:p>
        </w:tc>
        <w:tc>
          <w:tcPr>
            <w:tcW w:w="425" w:type="dxa"/>
            <w:shd w:val="solid" w:color="FFFFFF" w:fill="auto"/>
          </w:tcPr>
          <w:p w14:paraId="671567A8"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3B3679AA" w14:textId="77777777" w:rsidR="00DC7196" w:rsidRPr="001C0CC4" w:rsidRDefault="00DC7196" w:rsidP="00DC7196">
            <w:pPr>
              <w:pStyle w:val="TAL"/>
              <w:keepNext w:val="0"/>
              <w:rPr>
                <w:noProof/>
                <w:sz w:val="16"/>
                <w:szCs w:val="16"/>
              </w:rPr>
            </w:pPr>
            <w:r w:rsidRPr="001C0CC4">
              <w:rPr>
                <w:noProof/>
                <w:sz w:val="16"/>
                <w:szCs w:val="16"/>
              </w:rPr>
              <w:t>CR to reflect the completed NR inter-band CA/DC combinations into Rel16 TS38.101-1</w:t>
            </w:r>
          </w:p>
        </w:tc>
        <w:tc>
          <w:tcPr>
            <w:tcW w:w="708" w:type="dxa"/>
            <w:shd w:val="solid" w:color="FFFFFF" w:fill="auto"/>
          </w:tcPr>
          <w:p w14:paraId="33E63C3C"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72BFEEA6" w14:textId="77777777" w:rsidTr="00DC7196">
        <w:trPr>
          <w:jc w:val="center"/>
        </w:trPr>
        <w:tc>
          <w:tcPr>
            <w:tcW w:w="800" w:type="dxa"/>
            <w:shd w:val="solid" w:color="FFFFFF" w:fill="auto"/>
          </w:tcPr>
          <w:p w14:paraId="2D01420B"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244F7D22"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188052BA" w14:textId="77777777" w:rsidR="00DC7196" w:rsidRPr="001C0CC4" w:rsidRDefault="00DC7196" w:rsidP="00DC7196">
            <w:pPr>
              <w:pStyle w:val="TAL"/>
              <w:keepNext w:val="0"/>
              <w:rPr>
                <w:sz w:val="16"/>
                <w:szCs w:val="16"/>
              </w:rPr>
            </w:pPr>
            <w:r w:rsidRPr="001C0CC4">
              <w:rPr>
                <w:sz w:val="16"/>
                <w:szCs w:val="16"/>
              </w:rPr>
              <w:t>RP-191241</w:t>
            </w:r>
          </w:p>
        </w:tc>
        <w:tc>
          <w:tcPr>
            <w:tcW w:w="575" w:type="dxa"/>
            <w:shd w:val="solid" w:color="FFFFFF" w:fill="auto"/>
          </w:tcPr>
          <w:p w14:paraId="0DF26717" w14:textId="77777777" w:rsidR="00DC7196" w:rsidRPr="001C0CC4" w:rsidRDefault="00DC7196" w:rsidP="00DC7196">
            <w:pPr>
              <w:pStyle w:val="TAL"/>
              <w:keepNext w:val="0"/>
              <w:rPr>
                <w:sz w:val="16"/>
                <w:szCs w:val="16"/>
              </w:rPr>
            </w:pPr>
            <w:r w:rsidRPr="001C0CC4">
              <w:rPr>
                <w:sz w:val="16"/>
                <w:szCs w:val="16"/>
              </w:rPr>
              <w:t>0050</w:t>
            </w:r>
          </w:p>
        </w:tc>
        <w:tc>
          <w:tcPr>
            <w:tcW w:w="425" w:type="dxa"/>
            <w:shd w:val="solid" w:color="FFFFFF" w:fill="auto"/>
          </w:tcPr>
          <w:p w14:paraId="276995B4" w14:textId="77777777" w:rsidR="00DC7196" w:rsidRPr="001C0CC4" w:rsidRDefault="00DC7196" w:rsidP="00BB2256">
            <w:pPr>
              <w:pStyle w:val="TAR"/>
              <w:keepNext w:val="0"/>
              <w:jc w:val="center"/>
              <w:rPr>
                <w:sz w:val="16"/>
                <w:szCs w:val="16"/>
              </w:rPr>
            </w:pPr>
          </w:p>
        </w:tc>
        <w:tc>
          <w:tcPr>
            <w:tcW w:w="425" w:type="dxa"/>
            <w:shd w:val="solid" w:color="FFFFFF" w:fill="auto"/>
          </w:tcPr>
          <w:p w14:paraId="18A0E4A6"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6F706801" w14:textId="77777777" w:rsidR="00DC7196" w:rsidRPr="001C0CC4" w:rsidRDefault="00DC7196" w:rsidP="00DC7196">
            <w:pPr>
              <w:pStyle w:val="TAL"/>
              <w:keepNext w:val="0"/>
              <w:rPr>
                <w:noProof/>
                <w:sz w:val="16"/>
                <w:szCs w:val="16"/>
              </w:rPr>
            </w:pPr>
            <w:r w:rsidRPr="001C0CC4">
              <w:rPr>
                <w:noProof/>
                <w:sz w:val="16"/>
                <w:szCs w:val="16"/>
              </w:rPr>
              <w:t>CR to reflect the completed NR inter-band CA/DC combinations for 3 bands DL with 2 bands UL into Rel16 TS38.101-1</w:t>
            </w:r>
          </w:p>
        </w:tc>
        <w:tc>
          <w:tcPr>
            <w:tcW w:w="708" w:type="dxa"/>
            <w:shd w:val="solid" w:color="FFFFFF" w:fill="auto"/>
          </w:tcPr>
          <w:p w14:paraId="4652D4F1"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10423180" w14:textId="77777777" w:rsidTr="00DC7196">
        <w:trPr>
          <w:jc w:val="center"/>
        </w:trPr>
        <w:tc>
          <w:tcPr>
            <w:tcW w:w="800" w:type="dxa"/>
            <w:shd w:val="solid" w:color="FFFFFF" w:fill="auto"/>
          </w:tcPr>
          <w:p w14:paraId="483352FC" w14:textId="77777777" w:rsidR="00DC7196" w:rsidRPr="001C0CC4" w:rsidRDefault="00DC7196" w:rsidP="00DC7196">
            <w:pPr>
              <w:pStyle w:val="TAC"/>
              <w:keepNext w:val="0"/>
              <w:rPr>
                <w:sz w:val="16"/>
                <w:szCs w:val="16"/>
              </w:rPr>
            </w:pPr>
            <w:r w:rsidRPr="001C0CC4">
              <w:rPr>
                <w:sz w:val="16"/>
                <w:szCs w:val="16"/>
              </w:rPr>
              <w:t>2019-06</w:t>
            </w:r>
          </w:p>
        </w:tc>
        <w:tc>
          <w:tcPr>
            <w:tcW w:w="800" w:type="dxa"/>
            <w:shd w:val="solid" w:color="FFFFFF" w:fill="auto"/>
          </w:tcPr>
          <w:p w14:paraId="740370F9" w14:textId="77777777" w:rsidR="00DC7196" w:rsidRPr="001C0CC4" w:rsidRDefault="00DC7196" w:rsidP="00DC7196">
            <w:pPr>
              <w:pStyle w:val="TAC"/>
              <w:keepNext w:val="0"/>
              <w:rPr>
                <w:sz w:val="16"/>
                <w:szCs w:val="16"/>
              </w:rPr>
            </w:pPr>
            <w:r w:rsidRPr="001C0CC4">
              <w:rPr>
                <w:sz w:val="16"/>
                <w:szCs w:val="16"/>
              </w:rPr>
              <w:t>RAN#84</w:t>
            </w:r>
          </w:p>
        </w:tc>
        <w:tc>
          <w:tcPr>
            <w:tcW w:w="944" w:type="dxa"/>
            <w:shd w:val="solid" w:color="FFFFFF" w:fill="auto"/>
          </w:tcPr>
          <w:p w14:paraId="43120215" w14:textId="77777777" w:rsidR="00DC7196" w:rsidRPr="001C0CC4" w:rsidRDefault="00DC7196" w:rsidP="00DC7196">
            <w:pPr>
              <w:pStyle w:val="TAL"/>
              <w:keepNext w:val="0"/>
              <w:rPr>
                <w:sz w:val="16"/>
                <w:szCs w:val="16"/>
              </w:rPr>
            </w:pPr>
            <w:r w:rsidRPr="001C0CC4">
              <w:rPr>
                <w:sz w:val="16"/>
                <w:szCs w:val="16"/>
              </w:rPr>
              <w:t>RP-191241</w:t>
            </w:r>
          </w:p>
        </w:tc>
        <w:tc>
          <w:tcPr>
            <w:tcW w:w="575" w:type="dxa"/>
            <w:shd w:val="solid" w:color="FFFFFF" w:fill="auto"/>
          </w:tcPr>
          <w:p w14:paraId="24E6C2C3" w14:textId="77777777" w:rsidR="00DC7196" w:rsidRPr="001C0CC4" w:rsidRDefault="00DC7196" w:rsidP="00DC7196">
            <w:pPr>
              <w:pStyle w:val="TAL"/>
              <w:keepNext w:val="0"/>
              <w:rPr>
                <w:sz w:val="16"/>
                <w:szCs w:val="16"/>
              </w:rPr>
            </w:pPr>
            <w:r w:rsidRPr="001C0CC4">
              <w:rPr>
                <w:sz w:val="16"/>
                <w:szCs w:val="16"/>
              </w:rPr>
              <w:t>0051</w:t>
            </w:r>
          </w:p>
        </w:tc>
        <w:tc>
          <w:tcPr>
            <w:tcW w:w="425" w:type="dxa"/>
            <w:shd w:val="solid" w:color="FFFFFF" w:fill="auto"/>
          </w:tcPr>
          <w:p w14:paraId="43CA723B" w14:textId="77777777" w:rsidR="00DC7196" w:rsidRPr="001C0CC4" w:rsidRDefault="00DC7196" w:rsidP="00BB2256">
            <w:pPr>
              <w:pStyle w:val="TAR"/>
              <w:keepNext w:val="0"/>
              <w:jc w:val="center"/>
              <w:rPr>
                <w:sz w:val="16"/>
                <w:szCs w:val="16"/>
              </w:rPr>
            </w:pPr>
          </w:p>
        </w:tc>
        <w:tc>
          <w:tcPr>
            <w:tcW w:w="425" w:type="dxa"/>
            <w:shd w:val="solid" w:color="FFFFFF" w:fill="auto"/>
          </w:tcPr>
          <w:p w14:paraId="488D0E89"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66737416" w14:textId="77777777" w:rsidR="00DC7196" w:rsidRPr="001C0CC4" w:rsidRDefault="00DC7196" w:rsidP="00DC7196">
            <w:pPr>
              <w:pStyle w:val="TAL"/>
              <w:keepNext w:val="0"/>
              <w:rPr>
                <w:noProof/>
                <w:sz w:val="16"/>
                <w:szCs w:val="16"/>
              </w:rPr>
            </w:pPr>
            <w:r w:rsidRPr="001C0CC4">
              <w:rPr>
                <w:noProof/>
                <w:sz w:val="16"/>
                <w:szCs w:val="16"/>
              </w:rPr>
              <w:t>CR introduction completed band combinations 38.716-01-01 -&gt; 38.101-1</w:t>
            </w:r>
          </w:p>
        </w:tc>
        <w:tc>
          <w:tcPr>
            <w:tcW w:w="708" w:type="dxa"/>
            <w:shd w:val="solid" w:color="FFFFFF" w:fill="auto"/>
          </w:tcPr>
          <w:p w14:paraId="7639536B" w14:textId="77777777" w:rsidR="00DC7196" w:rsidRPr="001C0CC4" w:rsidRDefault="00DC7196" w:rsidP="00DC7196">
            <w:pPr>
              <w:pStyle w:val="TAC"/>
              <w:keepNext w:val="0"/>
              <w:rPr>
                <w:sz w:val="16"/>
                <w:szCs w:val="16"/>
              </w:rPr>
            </w:pPr>
            <w:r w:rsidRPr="001C0CC4">
              <w:rPr>
                <w:sz w:val="16"/>
                <w:szCs w:val="16"/>
              </w:rPr>
              <w:t>16.0.0</w:t>
            </w:r>
          </w:p>
        </w:tc>
      </w:tr>
      <w:tr w:rsidR="00DC7196" w:rsidRPr="001C0CC4" w14:paraId="7BA2E25C" w14:textId="77777777" w:rsidTr="00DC7196">
        <w:trPr>
          <w:jc w:val="center"/>
        </w:trPr>
        <w:tc>
          <w:tcPr>
            <w:tcW w:w="800" w:type="dxa"/>
            <w:shd w:val="solid" w:color="FFFFFF" w:fill="auto"/>
          </w:tcPr>
          <w:p w14:paraId="5671B844"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63B6EE74"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7BE6CB9A" w14:textId="77777777" w:rsidR="00DC7196" w:rsidRPr="001C0CC4" w:rsidRDefault="00DC7196" w:rsidP="00DC7196">
            <w:pPr>
              <w:pStyle w:val="TAL"/>
              <w:keepNext w:val="0"/>
              <w:rPr>
                <w:sz w:val="16"/>
                <w:szCs w:val="16"/>
              </w:rPr>
            </w:pPr>
            <w:r w:rsidRPr="001C0CC4">
              <w:rPr>
                <w:sz w:val="16"/>
                <w:szCs w:val="16"/>
              </w:rPr>
              <w:t>RP-192038</w:t>
            </w:r>
          </w:p>
        </w:tc>
        <w:tc>
          <w:tcPr>
            <w:tcW w:w="575" w:type="dxa"/>
            <w:shd w:val="solid" w:color="FFFFFF" w:fill="auto"/>
          </w:tcPr>
          <w:p w14:paraId="601DCFA0" w14:textId="77777777" w:rsidR="00DC7196" w:rsidRPr="001C0CC4" w:rsidRDefault="00DC7196" w:rsidP="00DC7196">
            <w:pPr>
              <w:pStyle w:val="TAL"/>
              <w:keepNext w:val="0"/>
              <w:rPr>
                <w:sz w:val="16"/>
                <w:szCs w:val="16"/>
              </w:rPr>
            </w:pPr>
            <w:r w:rsidRPr="001C0CC4">
              <w:rPr>
                <w:sz w:val="16"/>
                <w:szCs w:val="16"/>
              </w:rPr>
              <w:t>0052</w:t>
            </w:r>
          </w:p>
        </w:tc>
        <w:tc>
          <w:tcPr>
            <w:tcW w:w="425" w:type="dxa"/>
            <w:shd w:val="solid" w:color="FFFFFF" w:fill="auto"/>
          </w:tcPr>
          <w:p w14:paraId="72B3108D" w14:textId="77777777" w:rsidR="00DC7196" w:rsidRPr="001C0CC4" w:rsidRDefault="00DC7196" w:rsidP="00BB2256">
            <w:pPr>
              <w:pStyle w:val="TAR"/>
              <w:keepNext w:val="0"/>
              <w:jc w:val="center"/>
              <w:rPr>
                <w:sz w:val="16"/>
                <w:szCs w:val="16"/>
              </w:rPr>
            </w:pPr>
          </w:p>
        </w:tc>
        <w:tc>
          <w:tcPr>
            <w:tcW w:w="425" w:type="dxa"/>
            <w:shd w:val="solid" w:color="FFFFFF" w:fill="auto"/>
          </w:tcPr>
          <w:p w14:paraId="5A8EF2D9"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390751F7" w14:textId="77777777" w:rsidR="00DC7196" w:rsidRPr="001C0CC4" w:rsidRDefault="00DC7196" w:rsidP="00DC7196">
            <w:pPr>
              <w:pStyle w:val="TAL"/>
              <w:keepNext w:val="0"/>
              <w:rPr>
                <w:noProof/>
                <w:sz w:val="16"/>
                <w:szCs w:val="16"/>
              </w:rPr>
            </w:pPr>
            <w:r w:rsidRPr="001C0CC4">
              <w:rPr>
                <w:noProof/>
                <w:sz w:val="16"/>
                <w:szCs w:val="16"/>
              </w:rPr>
              <w:t>Correction to FR1 ASEM NS_27</w:t>
            </w:r>
          </w:p>
        </w:tc>
        <w:tc>
          <w:tcPr>
            <w:tcW w:w="708" w:type="dxa"/>
            <w:shd w:val="solid" w:color="FFFFFF" w:fill="auto"/>
          </w:tcPr>
          <w:p w14:paraId="68E0301E"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5E4CBB8D" w14:textId="77777777" w:rsidTr="00DC7196">
        <w:trPr>
          <w:jc w:val="center"/>
        </w:trPr>
        <w:tc>
          <w:tcPr>
            <w:tcW w:w="800" w:type="dxa"/>
            <w:shd w:val="solid" w:color="FFFFFF" w:fill="auto"/>
          </w:tcPr>
          <w:p w14:paraId="32D2E01B"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5EEC28E0"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24E8F4A4" w14:textId="77777777" w:rsidR="00DC7196" w:rsidRPr="001C0CC4" w:rsidRDefault="00DC7196" w:rsidP="00DC7196">
            <w:pPr>
              <w:pStyle w:val="TAL"/>
              <w:keepNext w:val="0"/>
              <w:rPr>
                <w:sz w:val="16"/>
                <w:szCs w:val="16"/>
              </w:rPr>
            </w:pPr>
            <w:r w:rsidRPr="001C0CC4">
              <w:rPr>
                <w:sz w:val="16"/>
                <w:szCs w:val="16"/>
              </w:rPr>
              <w:t>RP-192032</w:t>
            </w:r>
          </w:p>
        </w:tc>
        <w:tc>
          <w:tcPr>
            <w:tcW w:w="575" w:type="dxa"/>
            <w:shd w:val="solid" w:color="FFFFFF" w:fill="auto"/>
          </w:tcPr>
          <w:p w14:paraId="17FDF433" w14:textId="77777777" w:rsidR="00DC7196" w:rsidRPr="00DC7196" w:rsidRDefault="00DC7196" w:rsidP="00DC7196">
            <w:pPr>
              <w:pStyle w:val="TAL"/>
              <w:keepNext w:val="0"/>
              <w:rPr>
                <w:sz w:val="16"/>
                <w:szCs w:val="16"/>
              </w:rPr>
            </w:pPr>
            <w:r w:rsidRPr="001C0CC4">
              <w:rPr>
                <w:sz w:val="16"/>
                <w:szCs w:val="16"/>
              </w:rPr>
              <w:t>0053</w:t>
            </w:r>
          </w:p>
        </w:tc>
        <w:tc>
          <w:tcPr>
            <w:tcW w:w="425" w:type="dxa"/>
            <w:shd w:val="solid" w:color="FFFFFF" w:fill="auto"/>
          </w:tcPr>
          <w:p w14:paraId="048DF9FC" w14:textId="77777777" w:rsidR="00DC7196" w:rsidRPr="001C0CC4" w:rsidRDefault="00DC7196" w:rsidP="00BB2256">
            <w:pPr>
              <w:pStyle w:val="TAR"/>
              <w:keepNext w:val="0"/>
              <w:jc w:val="center"/>
              <w:rPr>
                <w:sz w:val="16"/>
                <w:szCs w:val="16"/>
              </w:rPr>
            </w:pPr>
          </w:p>
        </w:tc>
        <w:tc>
          <w:tcPr>
            <w:tcW w:w="425" w:type="dxa"/>
            <w:shd w:val="solid" w:color="FFFFFF" w:fill="auto"/>
          </w:tcPr>
          <w:p w14:paraId="55BBE787"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24ADFB9D" w14:textId="77777777" w:rsidR="00DC7196" w:rsidRPr="001C0CC4" w:rsidRDefault="00DC7196" w:rsidP="00DC7196">
            <w:pPr>
              <w:pStyle w:val="TAL"/>
              <w:keepNext w:val="0"/>
              <w:rPr>
                <w:noProof/>
                <w:sz w:val="16"/>
                <w:szCs w:val="16"/>
              </w:rPr>
            </w:pPr>
            <w:r w:rsidRPr="001C0CC4">
              <w:rPr>
                <w:noProof/>
                <w:sz w:val="16"/>
                <w:szCs w:val="16"/>
              </w:rPr>
              <w:t>Addition of NS information on 30MHz support for n41</w:t>
            </w:r>
          </w:p>
        </w:tc>
        <w:tc>
          <w:tcPr>
            <w:tcW w:w="708" w:type="dxa"/>
            <w:shd w:val="solid" w:color="FFFFFF" w:fill="auto"/>
          </w:tcPr>
          <w:p w14:paraId="419A7A25"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7CFBEDB5" w14:textId="77777777" w:rsidTr="00DC7196">
        <w:trPr>
          <w:jc w:val="center"/>
        </w:trPr>
        <w:tc>
          <w:tcPr>
            <w:tcW w:w="800" w:type="dxa"/>
            <w:shd w:val="solid" w:color="FFFFFF" w:fill="auto"/>
          </w:tcPr>
          <w:p w14:paraId="40C3EF75"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37C6302C"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4932EB90" w14:textId="77777777" w:rsidR="00DC7196" w:rsidRPr="001C0CC4" w:rsidRDefault="00DC7196" w:rsidP="00DC7196">
            <w:pPr>
              <w:pStyle w:val="TAL"/>
              <w:keepNext w:val="0"/>
              <w:rPr>
                <w:sz w:val="16"/>
                <w:szCs w:val="16"/>
              </w:rPr>
            </w:pPr>
            <w:r w:rsidRPr="001C0CC4">
              <w:rPr>
                <w:sz w:val="16"/>
                <w:szCs w:val="16"/>
              </w:rPr>
              <w:t>RP-192031</w:t>
            </w:r>
          </w:p>
        </w:tc>
        <w:tc>
          <w:tcPr>
            <w:tcW w:w="575" w:type="dxa"/>
            <w:shd w:val="solid" w:color="FFFFFF" w:fill="auto"/>
          </w:tcPr>
          <w:p w14:paraId="4183DC83" w14:textId="77777777" w:rsidR="00DC7196" w:rsidRPr="00DC7196" w:rsidRDefault="00DC7196" w:rsidP="00DC7196">
            <w:pPr>
              <w:pStyle w:val="TAL"/>
              <w:keepNext w:val="0"/>
              <w:rPr>
                <w:sz w:val="16"/>
                <w:szCs w:val="16"/>
              </w:rPr>
            </w:pPr>
            <w:r w:rsidRPr="001C0CC4">
              <w:rPr>
                <w:sz w:val="16"/>
                <w:szCs w:val="16"/>
              </w:rPr>
              <w:t>0054</w:t>
            </w:r>
          </w:p>
        </w:tc>
        <w:tc>
          <w:tcPr>
            <w:tcW w:w="425" w:type="dxa"/>
            <w:shd w:val="solid" w:color="FFFFFF" w:fill="auto"/>
          </w:tcPr>
          <w:p w14:paraId="7AAF6853"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36423715"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2547EF15" w14:textId="77777777" w:rsidR="00DC7196" w:rsidRPr="001C0CC4" w:rsidRDefault="00DC7196" w:rsidP="00DC7196">
            <w:pPr>
              <w:pStyle w:val="TAL"/>
              <w:keepNext w:val="0"/>
              <w:rPr>
                <w:noProof/>
                <w:sz w:val="16"/>
                <w:szCs w:val="16"/>
              </w:rPr>
            </w:pPr>
            <w:r w:rsidRPr="001C0CC4">
              <w:rPr>
                <w:noProof/>
                <w:sz w:val="16"/>
                <w:szCs w:val="16"/>
              </w:rPr>
              <w:t>Addition of new channel bandwidths for n7 into TS 38.101-1</w:t>
            </w:r>
          </w:p>
        </w:tc>
        <w:tc>
          <w:tcPr>
            <w:tcW w:w="708" w:type="dxa"/>
            <w:shd w:val="solid" w:color="FFFFFF" w:fill="auto"/>
          </w:tcPr>
          <w:p w14:paraId="53ABB2EC"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1C12C657" w14:textId="77777777" w:rsidTr="00DC7196">
        <w:trPr>
          <w:jc w:val="center"/>
        </w:trPr>
        <w:tc>
          <w:tcPr>
            <w:tcW w:w="800" w:type="dxa"/>
            <w:shd w:val="solid" w:color="FFFFFF" w:fill="auto"/>
          </w:tcPr>
          <w:p w14:paraId="67DB411F"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615E3294"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75C73C51"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7761E67C" w14:textId="77777777" w:rsidR="00DC7196" w:rsidRPr="00DC7196" w:rsidRDefault="00DC7196" w:rsidP="00DC7196">
            <w:pPr>
              <w:pStyle w:val="TAL"/>
              <w:keepNext w:val="0"/>
              <w:rPr>
                <w:sz w:val="16"/>
                <w:szCs w:val="16"/>
              </w:rPr>
            </w:pPr>
            <w:r w:rsidRPr="001C0CC4">
              <w:rPr>
                <w:sz w:val="16"/>
                <w:szCs w:val="16"/>
              </w:rPr>
              <w:t>0055</w:t>
            </w:r>
          </w:p>
        </w:tc>
        <w:tc>
          <w:tcPr>
            <w:tcW w:w="425" w:type="dxa"/>
            <w:shd w:val="solid" w:color="FFFFFF" w:fill="auto"/>
          </w:tcPr>
          <w:p w14:paraId="01D41504" w14:textId="77777777" w:rsidR="00DC7196" w:rsidRPr="001C0CC4" w:rsidRDefault="00DC7196" w:rsidP="00BB2256">
            <w:pPr>
              <w:pStyle w:val="TAR"/>
              <w:keepNext w:val="0"/>
              <w:jc w:val="center"/>
              <w:rPr>
                <w:sz w:val="16"/>
                <w:szCs w:val="16"/>
              </w:rPr>
            </w:pPr>
          </w:p>
        </w:tc>
        <w:tc>
          <w:tcPr>
            <w:tcW w:w="425" w:type="dxa"/>
            <w:shd w:val="solid" w:color="FFFFFF" w:fill="auto"/>
          </w:tcPr>
          <w:p w14:paraId="4036F892"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17EAC2C6" w14:textId="77777777" w:rsidR="00DC7196" w:rsidRPr="001C0CC4" w:rsidRDefault="00DC7196" w:rsidP="00DC7196">
            <w:pPr>
              <w:pStyle w:val="TAL"/>
              <w:keepNext w:val="0"/>
              <w:rPr>
                <w:noProof/>
                <w:sz w:val="16"/>
                <w:szCs w:val="16"/>
              </w:rPr>
            </w:pPr>
            <w:r w:rsidRPr="001C0CC4">
              <w:rPr>
                <w:noProof/>
                <w:sz w:val="16"/>
                <w:szCs w:val="16"/>
              </w:rPr>
              <w:t>CR on introducing NR intra-band CA for 3DL Bands and 1UL band</w:t>
            </w:r>
          </w:p>
        </w:tc>
        <w:tc>
          <w:tcPr>
            <w:tcW w:w="708" w:type="dxa"/>
            <w:shd w:val="solid" w:color="FFFFFF" w:fill="auto"/>
          </w:tcPr>
          <w:p w14:paraId="243EE638"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7FD4A28A" w14:textId="77777777" w:rsidTr="00DC7196">
        <w:trPr>
          <w:jc w:val="center"/>
        </w:trPr>
        <w:tc>
          <w:tcPr>
            <w:tcW w:w="800" w:type="dxa"/>
            <w:shd w:val="solid" w:color="FFFFFF" w:fill="auto"/>
          </w:tcPr>
          <w:p w14:paraId="174FC2D6"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69F24D4D"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0F8C80B5"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1C324B4A" w14:textId="77777777" w:rsidR="00DC7196" w:rsidRPr="00DC7196" w:rsidRDefault="00DC7196" w:rsidP="00DC7196">
            <w:pPr>
              <w:pStyle w:val="TAL"/>
              <w:keepNext w:val="0"/>
              <w:rPr>
                <w:sz w:val="16"/>
                <w:szCs w:val="16"/>
              </w:rPr>
            </w:pPr>
            <w:r w:rsidRPr="00DC7196">
              <w:rPr>
                <w:sz w:val="16"/>
                <w:szCs w:val="16"/>
              </w:rPr>
              <w:t>0057</w:t>
            </w:r>
          </w:p>
        </w:tc>
        <w:tc>
          <w:tcPr>
            <w:tcW w:w="425" w:type="dxa"/>
            <w:shd w:val="solid" w:color="FFFFFF" w:fill="auto"/>
          </w:tcPr>
          <w:p w14:paraId="507F1DD0"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37A79CCA"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3436BE43" w14:textId="77777777" w:rsidR="00DC7196" w:rsidRPr="001C0CC4" w:rsidRDefault="00DC7196" w:rsidP="00DC7196">
            <w:pPr>
              <w:pStyle w:val="TAL"/>
              <w:keepNext w:val="0"/>
              <w:rPr>
                <w:noProof/>
                <w:sz w:val="16"/>
                <w:szCs w:val="16"/>
              </w:rPr>
            </w:pPr>
            <w:r w:rsidRPr="001C0CC4">
              <w:rPr>
                <w:noProof/>
                <w:sz w:val="16"/>
                <w:szCs w:val="16"/>
              </w:rPr>
              <w:t>Minor corrections of intra-band non-contiguous CA operating bands in TS 38.101-1</w:t>
            </w:r>
          </w:p>
        </w:tc>
        <w:tc>
          <w:tcPr>
            <w:tcW w:w="708" w:type="dxa"/>
            <w:shd w:val="solid" w:color="FFFFFF" w:fill="auto"/>
          </w:tcPr>
          <w:p w14:paraId="332DD1C1"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3CBE56A0" w14:textId="77777777" w:rsidTr="00DC7196">
        <w:trPr>
          <w:jc w:val="center"/>
        </w:trPr>
        <w:tc>
          <w:tcPr>
            <w:tcW w:w="800" w:type="dxa"/>
            <w:shd w:val="solid" w:color="FFFFFF" w:fill="auto"/>
          </w:tcPr>
          <w:p w14:paraId="1B6C88A3"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2DC29C79"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1DF99DD5"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0C28BFFC" w14:textId="77777777" w:rsidR="00DC7196" w:rsidRPr="00DC7196" w:rsidRDefault="00DC7196" w:rsidP="00DC7196">
            <w:pPr>
              <w:pStyle w:val="TAL"/>
              <w:keepNext w:val="0"/>
              <w:rPr>
                <w:sz w:val="16"/>
                <w:szCs w:val="16"/>
              </w:rPr>
            </w:pPr>
            <w:r w:rsidRPr="00DC7196">
              <w:rPr>
                <w:sz w:val="16"/>
                <w:szCs w:val="16"/>
              </w:rPr>
              <w:t>0058</w:t>
            </w:r>
          </w:p>
        </w:tc>
        <w:tc>
          <w:tcPr>
            <w:tcW w:w="425" w:type="dxa"/>
            <w:shd w:val="solid" w:color="FFFFFF" w:fill="auto"/>
          </w:tcPr>
          <w:p w14:paraId="1259E497"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1DA3379E"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19997C2C" w14:textId="77777777" w:rsidR="00DC7196" w:rsidRPr="001C0CC4" w:rsidRDefault="00DC7196" w:rsidP="00DC7196">
            <w:pPr>
              <w:pStyle w:val="TAL"/>
              <w:keepNext w:val="0"/>
              <w:rPr>
                <w:noProof/>
                <w:sz w:val="16"/>
                <w:szCs w:val="16"/>
              </w:rPr>
            </w:pPr>
            <w:r w:rsidRPr="001C0CC4">
              <w:rPr>
                <w:noProof/>
                <w:sz w:val="16"/>
                <w:szCs w:val="16"/>
              </w:rPr>
              <w:t>Adding DeltaFHD for CA_n1-n77 refersense requirments</w:t>
            </w:r>
          </w:p>
        </w:tc>
        <w:tc>
          <w:tcPr>
            <w:tcW w:w="708" w:type="dxa"/>
            <w:shd w:val="solid" w:color="FFFFFF" w:fill="auto"/>
          </w:tcPr>
          <w:p w14:paraId="303D5A4F"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6FA9E2C6" w14:textId="77777777" w:rsidTr="00DC7196">
        <w:trPr>
          <w:jc w:val="center"/>
        </w:trPr>
        <w:tc>
          <w:tcPr>
            <w:tcW w:w="800" w:type="dxa"/>
            <w:shd w:val="solid" w:color="FFFFFF" w:fill="auto"/>
          </w:tcPr>
          <w:p w14:paraId="6D0E0E5D"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4F4A089C"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66392834" w14:textId="77777777" w:rsidR="00DC7196" w:rsidRPr="001C0CC4" w:rsidRDefault="00DC7196" w:rsidP="00DC7196">
            <w:pPr>
              <w:pStyle w:val="TAL"/>
              <w:keepNext w:val="0"/>
              <w:rPr>
                <w:sz w:val="16"/>
                <w:szCs w:val="16"/>
              </w:rPr>
            </w:pPr>
            <w:r w:rsidRPr="001C0CC4">
              <w:rPr>
                <w:sz w:val="16"/>
                <w:szCs w:val="16"/>
              </w:rPr>
              <w:t>RP-192032</w:t>
            </w:r>
          </w:p>
        </w:tc>
        <w:tc>
          <w:tcPr>
            <w:tcW w:w="575" w:type="dxa"/>
            <w:shd w:val="solid" w:color="FFFFFF" w:fill="auto"/>
          </w:tcPr>
          <w:p w14:paraId="39C8436F" w14:textId="77777777" w:rsidR="00DC7196" w:rsidRPr="00DC7196" w:rsidRDefault="00DC7196" w:rsidP="00DC7196">
            <w:pPr>
              <w:pStyle w:val="TAL"/>
              <w:keepNext w:val="0"/>
              <w:rPr>
                <w:sz w:val="16"/>
                <w:szCs w:val="16"/>
              </w:rPr>
            </w:pPr>
            <w:r w:rsidRPr="00DC7196">
              <w:rPr>
                <w:sz w:val="16"/>
                <w:szCs w:val="16"/>
              </w:rPr>
              <w:t>0060</w:t>
            </w:r>
          </w:p>
        </w:tc>
        <w:tc>
          <w:tcPr>
            <w:tcW w:w="425" w:type="dxa"/>
            <w:shd w:val="solid" w:color="FFFFFF" w:fill="auto"/>
          </w:tcPr>
          <w:p w14:paraId="52CFCC6B" w14:textId="77777777" w:rsidR="00DC7196" w:rsidRPr="001C0CC4" w:rsidRDefault="00DC7196" w:rsidP="00BB2256">
            <w:pPr>
              <w:pStyle w:val="TAR"/>
              <w:keepNext w:val="0"/>
              <w:jc w:val="center"/>
              <w:rPr>
                <w:sz w:val="16"/>
                <w:szCs w:val="16"/>
              </w:rPr>
            </w:pPr>
          </w:p>
        </w:tc>
        <w:tc>
          <w:tcPr>
            <w:tcW w:w="425" w:type="dxa"/>
            <w:shd w:val="solid" w:color="FFFFFF" w:fill="auto"/>
          </w:tcPr>
          <w:p w14:paraId="08E20F93"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637C20B0" w14:textId="77777777" w:rsidR="00DC7196" w:rsidRPr="001C0CC4" w:rsidRDefault="00DC7196" w:rsidP="00DC7196">
            <w:pPr>
              <w:pStyle w:val="TAL"/>
              <w:keepNext w:val="0"/>
              <w:rPr>
                <w:noProof/>
                <w:sz w:val="16"/>
                <w:szCs w:val="16"/>
              </w:rPr>
            </w:pPr>
            <w:r w:rsidRPr="001C0CC4">
              <w:rPr>
                <w:noProof/>
                <w:sz w:val="16"/>
                <w:szCs w:val="16"/>
              </w:rPr>
              <w:t>CR to introduce 30MHz bandwidth of n41 into TS 38.101-1</w:t>
            </w:r>
          </w:p>
        </w:tc>
        <w:tc>
          <w:tcPr>
            <w:tcW w:w="708" w:type="dxa"/>
            <w:shd w:val="solid" w:color="FFFFFF" w:fill="auto"/>
          </w:tcPr>
          <w:p w14:paraId="2BFEF92C"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09153009" w14:textId="77777777" w:rsidTr="00DC7196">
        <w:trPr>
          <w:jc w:val="center"/>
        </w:trPr>
        <w:tc>
          <w:tcPr>
            <w:tcW w:w="800" w:type="dxa"/>
            <w:shd w:val="solid" w:color="FFFFFF" w:fill="auto"/>
          </w:tcPr>
          <w:p w14:paraId="636DC54E"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05373973"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32A3AAC6" w14:textId="77777777" w:rsidR="00DC7196" w:rsidRPr="001C0CC4" w:rsidRDefault="00DC7196" w:rsidP="00DC7196">
            <w:pPr>
              <w:pStyle w:val="TAL"/>
              <w:keepNext w:val="0"/>
              <w:rPr>
                <w:sz w:val="16"/>
                <w:szCs w:val="16"/>
              </w:rPr>
            </w:pPr>
            <w:r w:rsidRPr="001C0CC4">
              <w:rPr>
                <w:sz w:val="16"/>
                <w:szCs w:val="16"/>
              </w:rPr>
              <w:t>RP-192026</w:t>
            </w:r>
          </w:p>
        </w:tc>
        <w:tc>
          <w:tcPr>
            <w:tcW w:w="575" w:type="dxa"/>
            <w:shd w:val="solid" w:color="FFFFFF" w:fill="auto"/>
          </w:tcPr>
          <w:p w14:paraId="4BDB3809" w14:textId="77777777" w:rsidR="00DC7196" w:rsidRPr="00DC7196" w:rsidRDefault="00DC7196" w:rsidP="00DC7196">
            <w:pPr>
              <w:pStyle w:val="TAL"/>
              <w:keepNext w:val="0"/>
              <w:rPr>
                <w:sz w:val="16"/>
                <w:szCs w:val="16"/>
              </w:rPr>
            </w:pPr>
            <w:r w:rsidRPr="00DC7196">
              <w:rPr>
                <w:sz w:val="16"/>
                <w:szCs w:val="16"/>
              </w:rPr>
              <w:t>0061</w:t>
            </w:r>
          </w:p>
        </w:tc>
        <w:tc>
          <w:tcPr>
            <w:tcW w:w="425" w:type="dxa"/>
            <w:shd w:val="solid" w:color="FFFFFF" w:fill="auto"/>
          </w:tcPr>
          <w:p w14:paraId="34017D66"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38347A83"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504CBFDE" w14:textId="77777777" w:rsidR="00DC7196" w:rsidRPr="001C0CC4" w:rsidRDefault="00DC7196" w:rsidP="00DC7196">
            <w:pPr>
              <w:pStyle w:val="TAL"/>
              <w:keepNext w:val="0"/>
              <w:rPr>
                <w:noProof/>
                <w:sz w:val="16"/>
                <w:szCs w:val="16"/>
              </w:rPr>
            </w:pPr>
            <w:r w:rsidRPr="001C0CC4">
              <w:rPr>
                <w:noProof/>
                <w:sz w:val="16"/>
                <w:szCs w:val="16"/>
              </w:rPr>
              <w:t>Characteristics of Interfering signal for Contiguous Intra-band CA Class B</w:t>
            </w:r>
          </w:p>
        </w:tc>
        <w:tc>
          <w:tcPr>
            <w:tcW w:w="708" w:type="dxa"/>
            <w:shd w:val="solid" w:color="FFFFFF" w:fill="auto"/>
          </w:tcPr>
          <w:p w14:paraId="2B697E0B"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02D10FD4" w14:textId="77777777" w:rsidTr="00DC7196">
        <w:trPr>
          <w:jc w:val="center"/>
        </w:trPr>
        <w:tc>
          <w:tcPr>
            <w:tcW w:w="800" w:type="dxa"/>
            <w:shd w:val="solid" w:color="FFFFFF" w:fill="auto"/>
          </w:tcPr>
          <w:p w14:paraId="0CE07A0D"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1AB701B8"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79C99DC6"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46B69C08" w14:textId="77777777" w:rsidR="00DC7196" w:rsidRPr="00DC7196" w:rsidRDefault="00DC7196" w:rsidP="00DC7196">
            <w:pPr>
              <w:pStyle w:val="TAL"/>
              <w:keepNext w:val="0"/>
              <w:rPr>
                <w:sz w:val="16"/>
                <w:szCs w:val="16"/>
              </w:rPr>
            </w:pPr>
            <w:r w:rsidRPr="00DC7196">
              <w:rPr>
                <w:sz w:val="16"/>
                <w:szCs w:val="16"/>
              </w:rPr>
              <w:t>0062</w:t>
            </w:r>
          </w:p>
        </w:tc>
        <w:tc>
          <w:tcPr>
            <w:tcW w:w="425" w:type="dxa"/>
            <w:shd w:val="solid" w:color="FFFFFF" w:fill="auto"/>
          </w:tcPr>
          <w:p w14:paraId="668CB658"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3F3C4D33"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076A6157" w14:textId="77777777" w:rsidR="00DC7196" w:rsidRPr="001C0CC4" w:rsidRDefault="00DC7196" w:rsidP="00DC7196">
            <w:pPr>
              <w:pStyle w:val="TAL"/>
              <w:keepNext w:val="0"/>
              <w:rPr>
                <w:noProof/>
                <w:sz w:val="16"/>
                <w:szCs w:val="16"/>
              </w:rPr>
            </w:pPr>
            <w:r w:rsidRPr="001C0CC4">
              <w:rPr>
                <w:noProof/>
                <w:sz w:val="16"/>
                <w:szCs w:val="16"/>
              </w:rPr>
              <w:t>Correction Inter-band CA configurations</w:t>
            </w:r>
          </w:p>
        </w:tc>
        <w:tc>
          <w:tcPr>
            <w:tcW w:w="708" w:type="dxa"/>
            <w:shd w:val="solid" w:color="FFFFFF" w:fill="auto"/>
          </w:tcPr>
          <w:p w14:paraId="172508D8"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3B5A0A48" w14:textId="77777777" w:rsidTr="00DC7196">
        <w:trPr>
          <w:jc w:val="center"/>
        </w:trPr>
        <w:tc>
          <w:tcPr>
            <w:tcW w:w="800" w:type="dxa"/>
            <w:shd w:val="solid" w:color="FFFFFF" w:fill="auto"/>
          </w:tcPr>
          <w:p w14:paraId="2958E4D3"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524F3DF5"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4508BF8A"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7BA8DB4F" w14:textId="77777777" w:rsidR="00DC7196" w:rsidRPr="00DC7196" w:rsidRDefault="00DC7196" w:rsidP="00DC7196">
            <w:pPr>
              <w:pStyle w:val="TAL"/>
              <w:keepNext w:val="0"/>
              <w:rPr>
                <w:sz w:val="16"/>
                <w:szCs w:val="16"/>
              </w:rPr>
            </w:pPr>
            <w:r w:rsidRPr="00DC7196">
              <w:rPr>
                <w:sz w:val="16"/>
                <w:szCs w:val="16"/>
              </w:rPr>
              <w:t>0063</w:t>
            </w:r>
          </w:p>
        </w:tc>
        <w:tc>
          <w:tcPr>
            <w:tcW w:w="425" w:type="dxa"/>
            <w:shd w:val="solid" w:color="FFFFFF" w:fill="auto"/>
          </w:tcPr>
          <w:p w14:paraId="17F25F29"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48396C4E"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5DFCBFF4" w14:textId="77777777" w:rsidR="00DC7196" w:rsidRPr="001C0CC4" w:rsidRDefault="00DC7196" w:rsidP="00DC7196">
            <w:pPr>
              <w:pStyle w:val="TAL"/>
              <w:keepNext w:val="0"/>
              <w:rPr>
                <w:noProof/>
                <w:sz w:val="16"/>
                <w:szCs w:val="16"/>
              </w:rPr>
            </w:pPr>
            <w:r w:rsidRPr="001C0CC4">
              <w:rPr>
                <w:noProof/>
                <w:sz w:val="16"/>
                <w:szCs w:val="16"/>
              </w:rPr>
              <w:t>Finalizing Generic Intra-band Contiguous CA Class B requirements</w:t>
            </w:r>
          </w:p>
        </w:tc>
        <w:tc>
          <w:tcPr>
            <w:tcW w:w="708" w:type="dxa"/>
            <w:shd w:val="solid" w:color="FFFFFF" w:fill="auto"/>
          </w:tcPr>
          <w:p w14:paraId="445CE8C1"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7130246D" w14:textId="77777777" w:rsidTr="00DC7196">
        <w:trPr>
          <w:jc w:val="center"/>
        </w:trPr>
        <w:tc>
          <w:tcPr>
            <w:tcW w:w="800" w:type="dxa"/>
            <w:shd w:val="solid" w:color="FFFFFF" w:fill="auto"/>
          </w:tcPr>
          <w:p w14:paraId="084941A7"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7D6860CE"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2856C76F" w14:textId="77777777" w:rsidR="00DC7196" w:rsidRPr="001C0CC4" w:rsidRDefault="00DC7196" w:rsidP="00DC7196">
            <w:pPr>
              <w:pStyle w:val="TAL"/>
              <w:keepNext w:val="0"/>
              <w:rPr>
                <w:sz w:val="16"/>
                <w:szCs w:val="16"/>
              </w:rPr>
            </w:pPr>
            <w:r w:rsidRPr="001C0CC4">
              <w:rPr>
                <w:sz w:val="16"/>
                <w:szCs w:val="16"/>
              </w:rPr>
              <w:t>RP-192034</w:t>
            </w:r>
          </w:p>
        </w:tc>
        <w:tc>
          <w:tcPr>
            <w:tcW w:w="575" w:type="dxa"/>
            <w:shd w:val="solid" w:color="FFFFFF" w:fill="auto"/>
          </w:tcPr>
          <w:p w14:paraId="242DA5E6" w14:textId="77777777" w:rsidR="00DC7196" w:rsidRPr="00DC7196" w:rsidRDefault="00DC7196" w:rsidP="00DC7196">
            <w:pPr>
              <w:pStyle w:val="TAL"/>
              <w:keepNext w:val="0"/>
              <w:rPr>
                <w:sz w:val="16"/>
                <w:szCs w:val="16"/>
              </w:rPr>
            </w:pPr>
            <w:r w:rsidRPr="00DC7196">
              <w:rPr>
                <w:sz w:val="16"/>
                <w:szCs w:val="16"/>
              </w:rPr>
              <w:t>0064</w:t>
            </w:r>
          </w:p>
        </w:tc>
        <w:tc>
          <w:tcPr>
            <w:tcW w:w="425" w:type="dxa"/>
            <w:shd w:val="solid" w:color="FFFFFF" w:fill="auto"/>
          </w:tcPr>
          <w:p w14:paraId="0642215B"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32064766"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35EDD565" w14:textId="77777777" w:rsidR="00DC7196" w:rsidRPr="001C0CC4" w:rsidRDefault="00DC7196" w:rsidP="00DC7196">
            <w:pPr>
              <w:pStyle w:val="TAL"/>
              <w:keepNext w:val="0"/>
              <w:rPr>
                <w:noProof/>
                <w:sz w:val="16"/>
                <w:szCs w:val="16"/>
              </w:rPr>
            </w:pPr>
            <w:r w:rsidRPr="001C0CC4">
              <w:rPr>
                <w:noProof/>
                <w:sz w:val="16"/>
                <w:szCs w:val="16"/>
              </w:rPr>
              <w:t>n29 introduction to 38.101</w:t>
            </w:r>
          </w:p>
        </w:tc>
        <w:tc>
          <w:tcPr>
            <w:tcW w:w="708" w:type="dxa"/>
            <w:shd w:val="solid" w:color="FFFFFF" w:fill="auto"/>
          </w:tcPr>
          <w:p w14:paraId="00204628"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21F50DC1" w14:textId="77777777" w:rsidTr="00DC7196">
        <w:trPr>
          <w:jc w:val="center"/>
        </w:trPr>
        <w:tc>
          <w:tcPr>
            <w:tcW w:w="800" w:type="dxa"/>
            <w:shd w:val="solid" w:color="FFFFFF" w:fill="auto"/>
          </w:tcPr>
          <w:p w14:paraId="5EF256C5"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11F79E75"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6386AEA4"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40E6B600" w14:textId="77777777" w:rsidR="00DC7196" w:rsidRPr="00DC7196" w:rsidRDefault="00DC7196" w:rsidP="00DC7196">
            <w:pPr>
              <w:pStyle w:val="TAL"/>
              <w:keepNext w:val="0"/>
              <w:rPr>
                <w:sz w:val="16"/>
                <w:szCs w:val="16"/>
              </w:rPr>
            </w:pPr>
            <w:r w:rsidRPr="00DC7196">
              <w:rPr>
                <w:sz w:val="16"/>
                <w:szCs w:val="16"/>
              </w:rPr>
              <w:t>0065</w:t>
            </w:r>
          </w:p>
        </w:tc>
        <w:tc>
          <w:tcPr>
            <w:tcW w:w="425" w:type="dxa"/>
            <w:shd w:val="solid" w:color="FFFFFF" w:fill="auto"/>
          </w:tcPr>
          <w:p w14:paraId="6DE0F178" w14:textId="77777777" w:rsidR="00DC7196" w:rsidRPr="001C0CC4" w:rsidRDefault="00DC7196" w:rsidP="00BB2256">
            <w:pPr>
              <w:pStyle w:val="TAR"/>
              <w:keepNext w:val="0"/>
              <w:jc w:val="center"/>
              <w:rPr>
                <w:sz w:val="16"/>
                <w:szCs w:val="16"/>
              </w:rPr>
            </w:pPr>
          </w:p>
        </w:tc>
        <w:tc>
          <w:tcPr>
            <w:tcW w:w="425" w:type="dxa"/>
            <w:shd w:val="solid" w:color="FFFFFF" w:fill="auto"/>
          </w:tcPr>
          <w:p w14:paraId="699C6FC5"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3178B70D" w14:textId="77777777" w:rsidR="00DC7196" w:rsidRPr="001C0CC4" w:rsidRDefault="00DC7196" w:rsidP="00DC7196">
            <w:pPr>
              <w:pStyle w:val="TAL"/>
              <w:keepNext w:val="0"/>
              <w:rPr>
                <w:noProof/>
                <w:sz w:val="16"/>
                <w:szCs w:val="16"/>
              </w:rPr>
            </w:pPr>
            <w:r w:rsidRPr="001C0CC4">
              <w:rPr>
                <w:noProof/>
                <w:sz w:val="16"/>
                <w:szCs w:val="16"/>
              </w:rPr>
              <w:t>[SUL] CR on SUL band combinations into Rel-16 TS 38.101-1</w:t>
            </w:r>
          </w:p>
        </w:tc>
        <w:tc>
          <w:tcPr>
            <w:tcW w:w="708" w:type="dxa"/>
            <w:shd w:val="solid" w:color="FFFFFF" w:fill="auto"/>
          </w:tcPr>
          <w:p w14:paraId="7F13496E"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74AD5653" w14:textId="77777777" w:rsidTr="00DC7196">
        <w:trPr>
          <w:jc w:val="center"/>
        </w:trPr>
        <w:tc>
          <w:tcPr>
            <w:tcW w:w="800" w:type="dxa"/>
            <w:shd w:val="solid" w:color="FFFFFF" w:fill="auto"/>
          </w:tcPr>
          <w:p w14:paraId="511D6447"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6F9CD65A"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6ED81D60" w14:textId="77777777" w:rsidR="00DC7196" w:rsidRPr="001C0CC4" w:rsidRDefault="00DC7196" w:rsidP="00DC7196">
            <w:pPr>
              <w:pStyle w:val="TAL"/>
              <w:keepNext w:val="0"/>
              <w:rPr>
                <w:sz w:val="16"/>
                <w:szCs w:val="16"/>
              </w:rPr>
            </w:pPr>
            <w:r w:rsidRPr="001C0CC4">
              <w:rPr>
                <w:sz w:val="16"/>
                <w:szCs w:val="16"/>
              </w:rPr>
              <w:t>RP-192029</w:t>
            </w:r>
          </w:p>
        </w:tc>
        <w:tc>
          <w:tcPr>
            <w:tcW w:w="575" w:type="dxa"/>
            <w:shd w:val="solid" w:color="FFFFFF" w:fill="auto"/>
          </w:tcPr>
          <w:p w14:paraId="73EBCE41" w14:textId="77777777" w:rsidR="00DC7196" w:rsidRPr="00DC7196" w:rsidRDefault="00DC7196" w:rsidP="00DC7196">
            <w:pPr>
              <w:pStyle w:val="TAL"/>
              <w:keepNext w:val="0"/>
              <w:rPr>
                <w:sz w:val="16"/>
                <w:szCs w:val="16"/>
              </w:rPr>
            </w:pPr>
            <w:r w:rsidRPr="00DC7196">
              <w:rPr>
                <w:sz w:val="16"/>
                <w:szCs w:val="16"/>
              </w:rPr>
              <w:t>0066</w:t>
            </w:r>
          </w:p>
        </w:tc>
        <w:tc>
          <w:tcPr>
            <w:tcW w:w="425" w:type="dxa"/>
            <w:shd w:val="solid" w:color="FFFFFF" w:fill="auto"/>
          </w:tcPr>
          <w:p w14:paraId="3854807C" w14:textId="77777777" w:rsidR="00DC7196" w:rsidRPr="001C0CC4" w:rsidRDefault="00DC7196" w:rsidP="00BB2256">
            <w:pPr>
              <w:pStyle w:val="TAR"/>
              <w:keepNext w:val="0"/>
              <w:jc w:val="center"/>
              <w:rPr>
                <w:sz w:val="16"/>
                <w:szCs w:val="16"/>
              </w:rPr>
            </w:pPr>
          </w:p>
        </w:tc>
        <w:tc>
          <w:tcPr>
            <w:tcW w:w="425" w:type="dxa"/>
            <w:shd w:val="solid" w:color="FFFFFF" w:fill="auto"/>
          </w:tcPr>
          <w:p w14:paraId="1CD1EC0B"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3C59110D" w14:textId="77777777" w:rsidR="00DC7196" w:rsidRPr="001C0CC4" w:rsidRDefault="00DC7196" w:rsidP="00DC7196">
            <w:pPr>
              <w:pStyle w:val="TAL"/>
              <w:keepNext w:val="0"/>
              <w:rPr>
                <w:noProof/>
                <w:sz w:val="16"/>
                <w:szCs w:val="16"/>
              </w:rPr>
            </w:pPr>
            <w:r w:rsidRPr="001C0CC4">
              <w:rPr>
                <w:noProof/>
                <w:sz w:val="16"/>
                <w:szCs w:val="16"/>
              </w:rPr>
              <w:t>CR on Introduction of SUL band n89 into Rel-16 TS 38.101-1</w:t>
            </w:r>
          </w:p>
        </w:tc>
        <w:tc>
          <w:tcPr>
            <w:tcW w:w="708" w:type="dxa"/>
            <w:shd w:val="solid" w:color="FFFFFF" w:fill="auto"/>
          </w:tcPr>
          <w:p w14:paraId="3FEFFC42"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4BBC880B" w14:textId="77777777" w:rsidTr="00DC7196">
        <w:trPr>
          <w:jc w:val="center"/>
        </w:trPr>
        <w:tc>
          <w:tcPr>
            <w:tcW w:w="800" w:type="dxa"/>
            <w:shd w:val="solid" w:color="FFFFFF" w:fill="auto"/>
          </w:tcPr>
          <w:p w14:paraId="38D5B300"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7940E2C9"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4949266A" w14:textId="77777777" w:rsidR="00DC7196" w:rsidRPr="001C0CC4" w:rsidRDefault="00DC7196" w:rsidP="00DC7196">
            <w:pPr>
              <w:pStyle w:val="TAL"/>
              <w:keepNext w:val="0"/>
              <w:rPr>
                <w:sz w:val="16"/>
                <w:szCs w:val="16"/>
              </w:rPr>
            </w:pPr>
            <w:r w:rsidRPr="001C0CC4">
              <w:rPr>
                <w:sz w:val="16"/>
                <w:szCs w:val="16"/>
              </w:rPr>
              <w:t>RP-192046</w:t>
            </w:r>
          </w:p>
        </w:tc>
        <w:tc>
          <w:tcPr>
            <w:tcW w:w="575" w:type="dxa"/>
            <w:shd w:val="solid" w:color="FFFFFF" w:fill="auto"/>
          </w:tcPr>
          <w:p w14:paraId="165391D8" w14:textId="77777777" w:rsidR="00DC7196" w:rsidRPr="00DC7196" w:rsidRDefault="00DC7196" w:rsidP="00DC7196">
            <w:pPr>
              <w:pStyle w:val="TAL"/>
              <w:keepNext w:val="0"/>
              <w:rPr>
                <w:sz w:val="16"/>
                <w:szCs w:val="16"/>
              </w:rPr>
            </w:pPr>
            <w:r w:rsidRPr="00DC7196">
              <w:rPr>
                <w:sz w:val="16"/>
                <w:szCs w:val="16"/>
              </w:rPr>
              <w:t>0068</w:t>
            </w:r>
          </w:p>
        </w:tc>
        <w:tc>
          <w:tcPr>
            <w:tcW w:w="425" w:type="dxa"/>
            <w:shd w:val="solid" w:color="FFFFFF" w:fill="auto"/>
          </w:tcPr>
          <w:p w14:paraId="1F0EBD13" w14:textId="77777777" w:rsidR="00DC7196" w:rsidRPr="001C0CC4" w:rsidRDefault="00DC7196" w:rsidP="00BB2256">
            <w:pPr>
              <w:pStyle w:val="TAR"/>
              <w:keepNext w:val="0"/>
              <w:jc w:val="center"/>
              <w:rPr>
                <w:sz w:val="16"/>
                <w:szCs w:val="16"/>
              </w:rPr>
            </w:pPr>
            <w:r w:rsidRPr="001C0CC4">
              <w:rPr>
                <w:sz w:val="16"/>
                <w:szCs w:val="16"/>
              </w:rPr>
              <w:t>2</w:t>
            </w:r>
          </w:p>
        </w:tc>
        <w:tc>
          <w:tcPr>
            <w:tcW w:w="425" w:type="dxa"/>
            <w:shd w:val="solid" w:color="FFFFFF" w:fill="auto"/>
          </w:tcPr>
          <w:p w14:paraId="13783ED2"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070ECB9E" w14:textId="77777777" w:rsidR="00DC7196" w:rsidRPr="001C0CC4" w:rsidRDefault="00DC7196" w:rsidP="00DC7196">
            <w:pPr>
              <w:pStyle w:val="TAL"/>
              <w:keepNext w:val="0"/>
              <w:rPr>
                <w:noProof/>
                <w:sz w:val="16"/>
                <w:szCs w:val="16"/>
              </w:rPr>
            </w:pPr>
            <w:r w:rsidRPr="001C0CC4">
              <w:rPr>
                <w:noProof/>
                <w:sz w:val="16"/>
                <w:szCs w:val="16"/>
              </w:rPr>
              <w:t>Correction to Band n66</w:t>
            </w:r>
          </w:p>
        </w:tc>
        <w:tc>
          <w:tcPr>
            <w:tcW w:w="708" w:type="dxa"/>
            <w:shd w:val="solid" w:color="FFFFFF" w:fill="auto"/>
          </w:tcPr>
          <w:p w14:paraId="5DA63142"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0990A724" w14:textId="77777777" w:rsidTr="00DC7196">
        <w:trPr>
          <w:jc w:val="center"/>
        </w:trPr>
        <w:tc>
          <w:tcPr>
            <w:tcW w:w="800" w:type="dxa"/>
            <w:shd w:val="solid" w:color="FFFFFF" w:fill="auto"/>
          </w:tcPr>
          <w:p w14:paraId="1ABBEA63"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361B8A05"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598AA22E" w14:textId="77777777" w:rsidR="00DC7196" w:rsidRPr="001C0CC4" w:rsidRDefault="00DC7196" w:rsidP="00DC7196">
            <w:pPr>
              <w:pStyle w:val="TAL"/>
              <w:keepNext w:val="0"/>
              <w:rPr>
                <w:sz w:val="16"/>
                <w:szCs w:val="16"/>
              </w:rPr>
            </w:pPr>
            <w:r w:rsidRPr="001C0CC4">
              <w:rPr>
                <w:sz w:val="16"/>
                <w:szCs w:val="16"/>
              </w:rPr>
              <w:t>RP-192026</w:t>
            </w:r>
          </w:p>
        </w:tc>
        <w:tc>
          <w:tcPr>
            <w:tcW w:w="575" w:type="dxa"/>
            <w:shd w:val="solid" w:color="FFFFFF" w:fill="auto"/>
          </w:tcPr>
          <w:p w14:paraId="367C99AD" w14:textId="77777777" w:rsidR="00DC7196" w:rsidRPr="00DC7196" w:rsidRDefault="00DC7196" w:rsidP="00DC7196">
            <w:pPr>
              <w:pStyle w:val="TAL"/>
              <w:keepNext w:val="0"/>
              <w:rPr>
                <w:sz w:val="16"/>
                <w:szCs w:val="16"/>
              </w:rPr>
            </w:pPr>
            <w:r w:rsidRPr="00DC7196">
              <w:rPr>
                <w:sz w:val="16"/>
                <w:szCs w:val="16"/>
              </w:rPr>
              <w:t>0070</w:t>
            </w:r>
          </w:p>
        </w:tc>
        <w:tc>
          <w:tcPr>
            <w:tcW w:w="425" w:type="dxa"/>
            <w:shd w:val="solid" w:color="FFFFFF" w:fill="auto"/>
          </w:tcPr>
          <w:p w14:paraId="652048F4" w14:textId="77777777" w:rsidR="00DC7196" w:rsidRPr="001C0CC4" w:rsidRDefault="00DC7196" w:rsidP="00BB2256">
            <w:pPr>
              <w:pStyle w:val="TAR"/>
              <w:keepNext w:val="0"/>
              <w:jc w:val="center"/>
              <w:rPr>
                <w:sz w:val="16"/>
                <w:szCs w:val="16"/>
              </w:rPr>
            </w:pPr>
            <w:r w:rsidRPr="001C0CC4">
              <w:rPr>
                <w:sz w:val="16"/>
                <w:szCs w:val="16"/>
              </w:rPr>
              <w:t>1</w:t>
            </w:r>
          </w:p>
        </w:tc>
        <w:tc>
          <w:tcPr>
            <w:tcW w:w="425" w:type="dxa"/>
            <w:shd w:val="solid" w:color="FFFFFF" w:fill="auto"/>
          </w:tcPr>
          <w:p w14:paraId="229BA0F1"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477A1165" w14:textId="77777777" w:rsidR="00DC7196" w:rsidRPr="001C0CC4" w:rsidRDefault="00DC7196" w:rsidP="00DC7196">
            <w:pPr>
              <w:pStyle w:val="TAL"/>
              <w:keepNext w:val="0"/>
              <w:rPr>
                <w:noProof/>
                <w:sz w:val="16"/>
                <w:szCs w:val="16"/>
              </w:rPr>
            </w:pPr>
            <w:r w:rsidRPr="001C0CC4">
              <w:rPr>
                <w:noProof/>
                <w:sz w:val="16"/>
                <w:szCs w:val="16"/>
              </w:rPr>
              <w:t>CR to 38.101-1. Revamp CA ACS and IBB tables to differentiate by band numbers and not frequency</w:t>
            </w:r>
          </w:p>
        </w:tc>
        <w:tc>
          <w:tcPr>
            <w:tcW w:w="708" w:type="dxa"/>
            <w:shd w:val="solid" w:color="FFFFFF" w:fill="auto"/>
          </w:tcPr>
          <w:p w14:paraId="30FA3359"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58B0F76C" w14:textId="77777777" w:rsidTr="00DC7196">
        <w:trPr>
          <w:jc w:val="center"/>
        </w:trPr>
        <w:tc>
          <w:tcPr>
            <w:tcW w:w="800" w:type="dxa"/>
            <w:shd w:val="solid" w:color="FFFFFF" w:fill="auto"/>
          </w:tcPr>
          <w:p w14:paraId="0D68C056"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06A755D3"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5C942411" w14:textId="77777777" w:rsidR="00DC7196" w:rsidRPr="001C0CC4" w:rsidRDefault="00DC7196" w:rsidP="00DC7196">
            <w:pPr>
              <w:pStyle w:val="TAL"/>
              <w:keepNext w:val="0"/>
              <w:rPr>
                <w:sz w:val="16"/>
                <w:szCs w:val="16"/>
              </w:rPr>
            </w:pPr>
            <w:r w:rsidRPr="001C0CC4">
              <w:rPr>
                <w:sz w:val="16"/>
                <w:szCs w:val="16"/>
              </w:rPr>
              <w:t>RP-192038</w:t>
            </w:r>
          </w:p>
        </w:tc>
        <w:tc>
          <w:tcPr>
            <w:tcW w:w="575" w:type="dxa"/>
            <w:shd w:val="solid" w:color="FFFFFF" w:fill="auto"/>
          </w:tcPr>
          <w:p w14:paraId="3A3884A8" w14:textId="77777777" w:rsidR="00DC7196" w:rsidRPr="00DC7196" w:rsidRDefault="00DC7196" w:rsidP="00DC7196">
            <w:pPr>
              <w:pStyle w:val="TAL"/>
              <w:keepNext w:val="0"/>
              <w:rPr>
                <w:sz w:val="16"/>
                <w:szCs w:val="16"/>
              </w:rPr>
            </w:pPr>
            <w:r w:rsidRPr="00DC7196">
              <w:rPr>
                <w:sz w:val="16"/>
                <w:szCs w:val="16"/>
              </w:rPr>
              <w:t>0071</w:t>
            </w:r>
          </w:p>
        </w:tc>
        <w:tc>
          <w:tcPr>
            <w:tcW w:w="425" w:type="dxa"/>
            <w:shd w:val="solid" w:color="FFFFFF" w:fill="auto"/>
          </w:tcPr>
          <w:p w14:paraId="2545EAC3" w14:textId="77777777" w:rsidR="00DC7196" w:rsidRPr="001C0CC4" w:rsidRDefault="00DC7196" w:rsidP="00BB2256">
            <w:pPr>
              <w:pStyle w:val="TAR"/>
              <w:keepNext w:val="0"/>
              <w:jc w:val="center"/>
              <w:rPr>
                <w:sz w:val="16"/>
                <w:szCs w:val="16"/>
              </w:rPr>
            </w:pPr>
          </w:p>
        </w:tc>
        <w:tc>
          <w:tcPr>
            <w:tcW w:w="425" w:type="dxa"/>
            <w:shd w:val="solid" w:color="FFFFFF" w:fill="auto"/>
          </w:tcPr>
          <w:p w14:paraId="064C0A7E"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2E3B3A79" w14:textId="77777777" w:rsidR="00DC7196" w:rsidRPr="001C0CC4" w:rsidRDefault="00DC7196" w:rsidP="00DC7196">
            <w:pPr>
              <w:pStyle w:val="TAL"/>
              <w:keepNext w:val="0"/>
              <w:rPr>
                <w:noProof/>
                <w:sz w:val="16"/>
                <w:szCs w:val="16"/>
              </w:rPr>
            </w:pPr>
            <w:r w:rsidRPr="001C0CC4">
              <w:rPr>
                <w:noProof/>
                <w:sz w:val="16"/>
                <w:szCs w:val="16"/>
              </w:rPr>
              <w:t>CR to 38.101-1. Add missing AMPR to NS27</w:t>
            </w:r>
          </w:p>
        </w:tc>
        <w:tc>
          <w:tcPr>
            <w:tcW w:w="708" w:type="dxa"/>
            <w:shd w:val="solid" w:color="FFFFFF" w:fill="auto"/>
          </w:tcPr>
          <w:p w14:paraId="313EFE5D"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6366F83E" w14:textId="77777777" w:rsidTr="00DC7196">
        <w:trPr>
          <w:jc w:val="center"/>
        </w:trPr>
        <w:tc>
          <w:tcPr>
            <w:tcW w:w="800" w:type="dxa"/>
            <w:shd w:val="solid" w:color="FFFFFF" w:fill="auto"/>
          </w:tcPr>
          <w:p w14:paraId="1810C892"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56EB56D0"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1D6E583C" w14:textId="77777777" w:rsidR="00DC7196" w:rsidRPr="001C0CC4" w:rsidRDefault="00DC7196" w:rsidP="00DC7196">
            <w:pPr>
              <w:pStyle w:val="TAL"/>
              <w:keepNext w:val="0"/>
              <w:rPr>
                <w:sz w:val="16"/>
                <w:szCs w:val="16"/>
              </w:rPr>
            </w:pPr>
            <w:r w:rsidRPr="001C0CC4">
              <w:rPr>
                <w:sz w:val="16"/>
                <w:szCs w:val="16"/>
              </w:rPr>
              <w:t>RP-192026</w:t>
            </w:r>
          </w:p>
        </w:tc>
        <w:tc>
          <w:tcPr>
            <w:tcW w:w="575" w:type="dxa"/>
            <w:shd w:val="solid" w:color="FFFFFF" w:fill="auto"/>
          </w:tcPr>
          <w:p w14:paraId="2D3BB424" w14:textId="77777777" w:rsidR="00DC7196" w:rsidRPr="00DC7196" w:rsidRDefault="00DC7196" w:rsidP="00DC7196">
            <w:pPr>
              <w:pStyle w:val="TAL"/>
              <w:keepNext w:val="0"/>
              <w:rPr>
                <w:sz w:val="16"/>
                <w:szCs w:val="16"/>
              </w:rPr>
            </w:pPr>
            <w:r w:rsidRPr="00DC7196">
              <w:rPr>
                <w:sz w:val="16"/>
                <w:szCs w:val="16"/>
              </w:rPr>
              <w:t>0072</w:t>
            </w:r>
          </w:p>
        </w:tc>
        <w:tc>
          <w:tcPr>
            <w:tcW w:w="425" w:type="dxa"/>
            <w:shd w:val="solid" w:color="FFFFFF" w:fill="auto"/>
          </w:tcPr>
          <w:p w14:paraId="667A8159" w14:textId="77777777" w:rsidR="00DC7196" w:rsidRPr="001C0CC4" w:rsidRDefault="00DC7196" w:rsidP="00BB2256">
            <w:pPr>
              <w:pStyle w:val="TAR"/>
              <w:keepNext w:val="0"/>
              <w:jc w:val="center"/>
              <w:rPr>
                <w:sz w:val="16"/>
                <w:szCs w:val="16"/>
              </w:rPr>
            </w:pPr>
          </w:p>
        </w:tc>
        <w:tc>
          <w:tcPr>
            <w:tcW w:w="425" w:type="dxa"/>
            <w:shd w:val="solid" w:color="FFFFFF" w:fill="auto"/>
          </w:tcPr>
          <w:p w14:paraId="04C11CFC"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7F81A75D" w14:textId="77777777" w:rsidR="00DC7196" w:rsidRPr="001C0CC4" w:rsidRDefault="00DC7196" w:rsidP="00DC7196">
            <w:pPr>
              <w:pStyle w:val="TAL"/>
              <w:keepNext w:val="0"/>
              <w:rPr>
                <w:noProof/>
                <w:sz w:val="16"/>
                <w:szCs w:val="16"/>
              </w:rPr>
            </w:pPr>
            <w:r w:rsidRPr="001C0CC4">
              <w:rPr>
                <w:noProof/>
                <w:sz w:val="16"/>
                <w:szCs w:val="16"/>
              </w:rPr>
              <w:t>CR for 38.101-1 Rx requirement for NR intra-band non-contiguous CA</w:t>
            </w:r>
          </w:p>
        </w:tc>
        <w:tc>
          <w:tcPr>
            <w:tcW w:w="708" w:type="dxa"/>
            <w:shd w:val="solid" w:color="FFFFFF" w:fill="auto"/>
          </w:tcPr>
          <w:p w14:paraId="2BFEA75A"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07318FA9" w14:textId="77777777" w:rsidTr="00DC7196">
        <w:trPr>
          <w:jc w:val="center"/>
        </w:trPr>
        <w:tc>
          <w:tcPr>
            <w:tcW w:w="800" w:type="dxa"/>
            <w:shd w:val="solid" w:color="FFFFFF" w:fill="auto"/>
          </w:tcPr>
          <w:p w14:paraId="004E467B"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55F29BFF"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57577222" w14:textId="77777777" w:rsidR="00DC7196" w:rsidRPr="001C0CC4" w:rsidRDefault="00DC7196" w:rsidP="00DC7196">
            <w:pPr>
              <w:pStyle w:val="TAL"/>
              <w:keepNext w:val="0"/>
              <w:rPr>
                <w:sz w:val="16"/>
                <w:szCs w:val="16"/>
              </w:rPr>
            </w:pPr>
            <w:r w:rsidRPr="001C0CC4">
              <w:rPr>
                <w:sz w:val="16"/>
                <w:szCs w:val="16"/>
              </w:rPr>
              <w:t>RP-192036</w:t>
            </w:r>
          </w:p>
        </w:tc>
        <w:tc>
          <w:tcPr>
            <w:tcW w:w="575" w:type="dxa"/>
            <w:shd w:val="solid" w:color="FFFFFF" w:fill="auto"/>
          </w:tcPr>
          <w:p w14:paraId="50C26B2D" w14:textId="77777777" w:rsidR="00DC7196" w:rsidRPr="00DC7196" w:rsidRDefault="00DC7196" w:rsidP="00DC7196">
            <w:pPr>
              <w:pStyle w:val="TAL"/>
              <w:keepNext w:val="0"/>
              <w:rPr>
                <w:sz w:val="16"/>
                <w:szCs w:val="16"/>
              </w:rPr>
            </w:pPr>
            <w:r w:rsidRPr="00DC7196">
              <w:rPr>
                <w:sz w:val="16"/>
                <w:szCs w:val="16"/>
              </w:rPr>
              <w:t>0073</w:t>
            </w:r>
          </w:p>
        </w:tc>
        <w:tc>
          <w:tcPr>
            <w:tcW w:w="425" w:type="dxa"/>
            <w:shd w:val="solid" w:color="FFFFFF" w:fill="auto"/>
          </w:tcPr>
          <w:p w14:paraId="4D967B9B" w14:textId="77777777" w:rsidR="00DC7196" w:rsidRPr="001C0CC4" w:rsidRDefault="00DC7196" w:rsidP="00BB2256">
            <w:pPr>
              <w:pStyle w:val="TAR"/>
              <w:keepNext w:val="0"/>
              <w:jc w:val="center"/>
              <w:rPr>
                <w:sz w:val="16"/>
                <w:szCs w:val="16"/>
              </w:rPr>
            </w:pPr>
          </w:p>
        </w:tc>
        <w:tc>
          <w:tcPr>
            <w:tcW w:w="425" w:type="dxa"/>
            <w:shd w:val="solid" w:color="FFFFFF" w:fill="auto"/>
          </w:tcPr>
          <w:p w14:paraId="2110D67B"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1E00F91D" w14:textId="77777777" w:rsidR="00DC7196" w:rsidRPr="001C0CC4" w:rsidRDefault="00DC7196" w:rsidP="00DC7196">
            <w:pPr>
              <w:pStyle w:val="TAL"/>
              <w:keepNext w:val="0"/>
              <w:rPr>
                <w:noProof/>
                <w:sz w:val="16"/>
                <w:szCs w:val="16"/>
              </w:rPr>
            </w:pPr>
            <w:r w:rsidRPr="001C0CC4">
              <w:rPr>
                <w:noProof/>
                <w:sz w:val="16"/>
                <w:szCs w:val="16"/>
              </w:rPr>
              <w:t>CR for 38.101-1: Correction to the Spurious Emission for UE Coexistence table for n14</w:t>
            </w:r>
          </w:p>
        </w:tc>
        <w:tc>
          <w:tcPr>
            <w:tcW w:w="708" w:type="dxa"/>
            <w:shd w:val="solid" w:color="FFFFFF" w:fill="auto"/>
          </w:tcPr>
          <w:p w14:paraId="26618B81"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56F3BAED" w14:textId="77777777" w:rsidTr="00DC7196">
        <w:trPr>
          <w:jc w:val="center"/>
        </w:trPr>
        <w:tc>
          <w:tcPr>
            <w:tcW w:w="800" w:type="dxa"/>
            <w:shd w:val="solid" w:color="FFFFFF" w:fill="auto"/>
          </w:tcPr>
          <w:p w14:paraId="1360F7ED"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0A13F50D"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3AAC9ECF" w14:textId="77777777" w:rsidR="00DC7196" w:rsidRPr="001C0CC4" w:rsidRDefault="00DC7196" w:rsidP="00DC7196">
            <w:pPr>
              <w:pStyle w:val="TAL"/>
              <w:keepNext w:val="0"/>
              <w:rPr>
                <w:sz w:val="16"/>
                <w:szCs w:val="16"/>
              </w:rPr>
            </w:pPr>
            <w:r w:rsidRPr="001C0CC4">
              <w:rPr>
                <w:sz w:val="16"/>
                <w:szCs w:val="16"/>
              </w:rPr>
              <w:t>RP-192037</w:t>
            </w:r>
          </w:p>
        </w:tc>
        <w:tc>
          <w:tcPr>
            <w:tcW w:w="575" w:type="dxa"/>
            <w:shd w:val="solid" w:color="FFFFFF" w:fill="auto"/>
          </w:tcPr>
          <w:p w14:paraId="0B552FB0" w14:textId="77777777" w:rsidR="00DC7196" w:rsidRPr="00DC7196" w:rsidRDefault="00DC7196" w:rsidP="00DC7196">
            <w:pPr>
              <w:pStyle w:val="TAL"/>
              <w:keepNext w:val="0"/>
              <w:rPr>
                <w:sz w:val="16"/>
                <w:szCs w:val="16"/>
              </w:rPr>
            </w:pPr>
            <w:r w:rsidRPr="00DC7196">
              <w:rPr>
                <w:sz w:val="16"/>
                <w:szCs w:val="16"/>
              </w:rPr>
              <w:t>0074</w:t>
            </w:r>
          </w:p>
        </w:tc>
        <w:tc>
          <w:tcPr>
            <w:tcW w:w="425" w:type="dxa"/>
            <w:shd w:val="solid" w:color="FFFFFF" w:fill="auto"/>
          </w:tcPr>
          <w:p w14:paraId="5E132729" w14:textId="77777777" w:rsidR="00DC7196" w:rsidRPr="001C0CC4" w:rsidRDefault="00DC7196" w:rsidP="00BB2256">
            <w:pPr>
              <w:pStyle w:val="TAR"/>
              <w:keepNext w:val="0"/>
              <w:jc w:val="center"/>
              <w:rPr>
                <w:sz w:val="16"/>
                <w:szCs w:val="16"/>
              </w:rPr>
            </w:pPr>
          </w:p>
        </w:tc>
        <w:tc>
          <w:tcPr>
            <w:tcW w:w="425" w:type="dxa"/>
            <w:shd w:val="solid" w:color="FFFFFF" w:fill="auto"/>
          </w:tcPr>
          <w:p w14:paraId="1FD240E4" w14:textId="77777777" w:rsidR="00DC7196" w:rsidRPr="001C0CC4" w:rsidRDefault="00DC7196" w:rsidP="00BB2256">
            <w:pPr>
              <w:pStyle w:val="TAC"/>
              <w:keepNext w:val="0"/>
              <w:rPr>
                <w:sz w:val="16"/>
                <w:szCs w:val="16"/>
              </w:rPr>
            </w:pPr>
            <w:r w:rsidRPr="001C0CC4">
              <w:rPr>
                <w:sz w:val="16"/>
                <w:szCs w:val="16"/>
              </w:rPr>
              <w:t>F</w:t>
            </w:r>
          </w:p>
        </w:tc>
        <w:tc>
          <w:tcPr>
            <w:tcW w:w="4962" w:type="dxa"/>
            <w:shd w:val="solid" w:color="FFFFFF" w:fill="auto"/>
          </w:tcPr>
          <w:p w14:paraId="60101B01" w14:textId="77777777" w:rsidR="00DC7196" w:rsidRPr="001C0CC4" w:rsidRDefault="00DC7196" w:rsidP="00DC7196">
            <w:pPr>
              <w:pStyle w:val="TAL"/>
              <w:keepNext w:val="0"/>
              <w:rPr>
                <w:noProof/>
                <w:sz w:val="16"/>
                <w:szCs w:val="16"/>
              </w:rPr>
            </w:pPr>
            <w:r w:rsidRPr="001C0CC4">
              <w:rPr>
                <w:noProof/>
                <w:sz w:val="16"/>
                <w:szCs w:val="16"/>
              </w:rPr>
              <w:t>CR for 38.101-1: Correction to the Spurious Emission for UE Coexistence table for n30</w:t>
            </w:r>
          </w:p>
        </w:tc>
        <w:tc>
          <w:tcPr>
            <w:tcW w:w="708" w:type="dxa"/>
            <w:shd w:val="solid" w:color="FFFFFF" w:fill="auto"/>
          </w:tcPr>
          <w:p w14:paraId="64E8EDB2"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30978E8E" w14:textId="77777777" w:rsidTr="00DC7196">
        <w:trPr>
          <w:jc w:val="center"/>
        </w:trPr>
        <w:tc>
          <w:tcPr>
            <w:tcW w:w="800" w:type="dxa"/>
            <w:shd w:val="solid" w:color="FFFFFF" w:fill="auto"/>
          </w:tcPr>
          <w:p w14:paraId="5F56FA33"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26C96A25"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17F9CB56"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64FA5711" w14:textId="77777777" w:rsidR="00DC7196" w:rsidRPr="00DC7196" w:rsidRDefault="00DC7196" w:rsidP="00DC7196">
            <w:pPr>
              <w:pStyle w:val="TAL"/>
              <w:keepNext w:val="0"/>
              <w:rPr>
                <w:sz w:val="16"/>
                <w:szCs w:val="16"/>
              </w:rPr>
            </w:pPr>
            <w:r w:rsidRPr="00DC7196">
              <w:rPr>
                <w:sz w:val="16"/>
                <w:szCs w:val="16"/>
              </w:rPr>
              <w:t>0075</w:t>
            </w:r>
          </w:p>
        </w:tc>
        <w:tc>
          <w:tcPr>
            <w:tcW w:w="425" w:type="dxa"/>
            <w:shd w:val="solid" w:color="FFFFFF" w:fill="auto"/>
          </w:tcPr>
          <w:p w14:paraId="72EB032F" w14:textId="77777777" w:rsidR="00DC7196" w:rsidRPr="001C0CC4" w:rsidRDefault="00DC7196" w:rsidP="00BB2256">
            <w:pPr>
              <w:pStyle w:val="TAR"/>
              <w:keepNext w:val="0"/>
              <w:jc w:val="center"/>
              <w:rPr>
                <w:sz w:val="16"/>
                <w:szCs w:val="16"/>
              </w:rPr>
            </w:pPr>
          </w:p>
        </w:tc>
        <w:tc>
          <w:tcPr>
            <w:tcW w:w="425" w:type="dxa"/>
            <w:shd w:val="solid" w:color="FFFFFF" w:fill="auto"/>
          </w:tcPr>
          <w:p w14:paraId="3CE62460"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640E4BEB" w14:textId="77777777" w:rsidR="00DC7196" w:rsidRPr="001C0CC4" w:rsidRDefault="00DC7196" w:rsidP="00DC7196">
            <w:pPr>
              <w:pStyle w:val="TAL"/>
              <w:keepNext w:val="0"/>
              <w:rPr>
                <w:noProof/>
                <w:sz w:val="16"/>
                <w:szCs w:val="16"/>
              </w:rPr>
            </w:pPr>
            <w:r w:rsidRPr="001C0CC4">
              <w:rPr>
                <w:noProof/>
                <w:sz w:val="16"/>
                <w:szCs w:val="16"/>
              </w:rPr>
              <w:t>CR introduction completed band combinations 38.716-01-01 -&gt; 38.101-1</w:t>
            </w:r>
          </w:p>
        </w:tc>
        <w:tc>
          <w:tcPr>
            <w:tcW w:w="708" w:type="dxa"/>
            <w:shd w:val="solid" w:color="FFFFFF" w:fill="auto"/>
          </w:tcPr>
          <w:p w14:paraId="1383566F"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72584E7E" w14:textId="77777777" w:rsidTr="00DC7196">
        <w:trPr>
          <w:jc w:val="center"/>
        </w:trPr>
        <w:tc>
          <w:tcPr>
            <w:tcW w:w="800" w:type="dxa"/>
            <w:shd w:val="solid" w:color="FFFFFF" w:fill="auto"/>
          </w:tcPr>
          <w:p w14:paraId="4144BA33"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04A7FD7D"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3BB45869"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10B0903C" w14:textId="77777777" w:rsidR="00DC7196" w:rsidRPr="00DC7196" w:rsidRDefault="00DC7196" w:rsidP="00DC7196">
            <w:pPr>
              <w:pStyle w:val="TAL"/>
              <w:keepNext w:val="0"/>
              <w:rPr>
                <w:sz w:val="16"/>
                <w:szCs w:val="16"/>
              </w:rPr>
            </w:pPr>
            <w:r w:rsidRPr="00DC7196">
              <w:rPr>
                <w:sz w:val="16"/>
                <w:szCs w:val="16"/>
              </w:rPr>
              <w:t>0076</w:t>
            </w:r>
          </w:p>
        </w:tc>
        <w:tc>
          <w:tcPr>
            <w:tcW w:w="425" w:type="dxa"/>
            <w:shd w:val="solid" w:color="FFFFFF" w:fill="auto"/>
          </w:tcPr>
          <w:p w14:paraId="609A0A56" w14:textId="77777777" w:rsidR="00DC7196" w:rsidRPr="001C0CC4" w:rsidRDefault="00DC7196" w:rsidP="00BB2256">
            <w:pPr>
              <w:pStyle w:val="TAR"/>
              <w:keepNext w:val="0"/>
              <w:jc w:val="center"/>
              <w:rPr>
                <w:sz w:val="16"/>
                <w:szCs w:val="16"/>
              </w:rPr>
            </w:pPr>
          </w:p>
        </w:tc>
        <w:tc>
          <w:tcPr>
            <w:tcW w:w="425" w:type="dxa"/>
            <w:shd w:val="solid" w:color="FFFFFF" w:fill="auto"/>
          </w:tcPr>
          <w:p w14:paraId="108B7C75"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5232479B" w14:textId="77777777" w:rsidR="00DC7196" w:rsidRPr="001C0CC4" w:rsidRDefault="00DC7196" w:rsidP="00DC7196">
            <w:pPr>
              <w:pStyle w:val="TAL"/>
              <w:keepNext w:val="0"/>
              <w:rPr>
                <w:noProof/>
                <w:sz w:val="16"/>
                <w:szCs w:val="16"/>
              </w:rPr>
            </w:pPr>
            <w:r w:rsidRPr="001C0CC4">
              <w:rPr>
                <w:noProof/>
                <w:sz w:val="16"/>
                <w:szCs w:val="16"/>
              </w:rPr>
              <w:t>CR to reflect the completed NR inter band CA DC combinations for 2 bands DL with up to 2 bands UL into Rel16 TS 38.101-1</w:t>
            </w:r>
          </w:p>
        </w:tc>
        <w:tc>
          <w:tcPr>
            <w:tcW w:w="708" w:type="dxa"/>
            <w:shd w:val="solid" w:color="FFFFFF" w:fill="auto"/>
          </w:tcPr>
          <w:p w14:paraId="6DF1DA80"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00D901F8" w14:textId="77777777" w:rsidTr="00DC7196">
        <w:trPr>
          <w:jc w:val="center"/>
        </w:trPr>
        <w:tc>
          <w:tcPr>
            <w:tcW w:w="800" w:type="dxa"/>
            <w:shd w:val="solid" w:color="FFFFFF" w:fill="auto"/>
          </w:tcPr>
          <w:p w14:paraId="40C82A7D"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5A12DAD8"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20627DB7" w14:textId="77777777" w:rsidR="00DC7196" w:rsidRPr="001C0CC4" w:rsidRDefault="00DC7196" w:rsidP="00DC7196">
            <w:pPr>
              <w:pStyle w:val="TAL"/>
              <w:keepNext w:val="0"/>
              <w:rPr>
                <w:sz w:val="16"/>
                <w:szCs w:val="16"/>
              </w:rPr>
            </w:pPr>
            <w:r w:rsidRPr="001C0CC4">
              <w:rPr>
                <w:sz w:val="16"/>
                <w:szCs w:val="16"/>
              </w:rPr>
              <w:t>RP-192027</w:t>
            </w:r>
          </w:p>
        </w:tc>
        <w:tc>
          <w:tcPr>
            <w:tcW w:w="575" w:type="dxa"/>
            <w:shd w:val="solid" w:color="FFFFFF" w:fill="auto"/>
          </w:tcPr>
          <w:p w14:paraId="7D7DA8DF" w14:textId="77777777" w:rsidR="00DC7196" w:rsidRPr="00DC7196" w:rsidRDefault="00DC7196" w:rsidP="00DC7196">
            <w:pPr>
              <w:pStyle w:val="TAL"/>
              <w:keepNext w:val="0"/>
              <w:rPr>
                <w:sz w:val="16"/>
                <w:szCs w:val="16"/>
              </w:rPr>
            </w:pPr>
            <w:r w:rsidRPr="00DC7196">
              <w:rPr>
                <w:sz w:val="16"/>
                <w:szCs w:val="16"/>
              </w:rPr>
              <w:t>0077</w:t>
            </w:r>
          </w:p>
        </w:tc>
        <w:tc>
          <w:tcPr>
            <w:tcW w:w="425" w:type="dxa"/>
            <w:shd w:val="solid" w:color="FFFFFF" w:fill="auto"/>
          </w:tcPr>
          <w:p w14:paraId="58C47995" w14:textId="77777777" w:rsidR="00DC7196" w:rsidRPr="001C0CC4" w:rsidRDefault="00DC7196" w:rsidP="00BB2256">
            <w:pPr>
              <w:pStyle w:val="TAR"/>
              <w:keepNext w:val="0"/>
              <w:jc w:val="center"/>
              <w:rPr>
                <w:sz w:val="16"/>
                <w:szCs w:val="16"/>
              </w:rPr>
            </w:pPr>
          </w:p>
        </w:tc>
        <w:tc>
          <w:tcPr>
            <w:tcW w:w="425" w:type="dxa"/>
            <w:shd w:val="solid" w:color="FFFFFF" w:fill="auto"/>
          </w:tcPr>
          <w:p w14:paraId="04792BAA" w14:textId="77777777" w:rsidR="00DC7196" w:rsidRPr="001C0CC4" w:rsidRDefault="00DC7196" w:rsidP="00BB2256">
            <w:pPr>
              <w:pStyle w:val="TAC"/>
              <w:keepNext w:val="0"/>
              <w:rPr>
                <w:sz w:val="16"/>
                <w:szCs w:val="16"/>
              </w:rPr>
            </w:pPr>
            <w:r w:rsidRPr="001C0CC4">
              <w:rPr>
                <w:sz w:val="16"/>
                <w:szCs w:val="16"/>
              </w:rPr>
              <w:t>B</w:t>
            </w:r>
          </w:p>
        </w:tc>
        <w:tc>
          <w:tcPr>
            <w:tcW w:w="4962" w:type="dxa"/>
            <w:shd w:val="solid" w:color="FFFFFF" w:fill="auto"/>
          </w:tcPr>
          <w:p w14:paraId="378CC6C4" w14:textId="77777777" w:rsidR="00DC7196" w:rsidRPr="001C0CC4" w:rsidRDefault="00DC7196" w:rsidP="00DC7196">
            <w:pPr>
              <w:pStyle w:val="TAL"/>
              <w:keepNext w:val="0"/>
              <w:rPr>
                <w:noProof/>
                <w:sz w:val="16"/>
                <w:szCs w:val="16"/>
              </w:rPr>
            </w:pPr>
            <w:r w:rsidRPr="001C0CC4">
              <w:rPr>
                <w:noProof/>
                <w:sz w:val="16"/>
                <w:szCs w:val="16"/>
              </w:rPr>
              <w:t>CR to reflect the completed NR inter band CA DC combinations for 3 bands DL with 2 bands UL into Rel16 TS 38.101-1</w:t>
            </w:r>
          </w:p>
        </w:tc>
        <w:tc>
          <w:tcPr>
            <w:tcW w:w="708" w:type="dxa"/>
            <w:shd w:val="solid" w:color="FFFFFF" w:fill="auto"/>
          </w:tcPr>
          <w:p w14:paraId="2EB214E9"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251A3A87" w14:textId="77777777" w:rsidTr="00DC7196">
        <w:trPr>
          <w:jc w:val="center"/>
        </w:trPr>
        <w:tc>
          <w:tcPr>
            <w:tcW w:w="800" w:type="dxa"/>
            <w:shd w:val="solid" w:color="FFFFFF" w:fill="auto"/>
          </w:tcPr>
          <w:p w14:paraId="202D39F9" w14:textId="77777777" w:rsidR="00DC7196" w:rsidRPr="001C0CC4" w:rsidRDefault="00DC7196" w:rsidP="00DC7196">
            <w:pPr>
              <w:pStyle w:val="TAC"/>
              <w:keepNext w:val="0"/>
              <w:rPr>
                <w:sz w:val="16"/>
                <w:szCs w:val="16"/>
              </w:rPr>
            </w:pPr>
            <w:r w:rsidRPr="001C0CC4">
              <w:rPr>
                <w:sz w:val="16"/>
                <w:szCs w:val="16"/>
              </w:rPr>
              <w:t>2019-09</w:t>
            </w:r>
          </w:p>
        </w:tc>
        <w:tc>
          <w:tcPr>
            <w:tcW w:w="800" w:type="dxa"/>
            <w:shd w:val="solid" w:color="FFFFFF" w:fill="auto"/>
          </w:tcPr>
          <w:p w14:paraId="0215C5C0" w14:textId="77777777" w:rsidR="00DC7196" w:rsidRPr="001C0CC4" w:rsidRDefault="00DC7196" w:rsidP="00DC7196">
            <w:pPr>
              <w:pStyle w:val="TAC"/>
              <w:keepNext w:val="0"/>
              <w:rPr>
                <w:sz w:val="16"/>
                <w:szCs w:val="16"/>
              </w:rPr>
            </w:pPr>
            <w:r w:rsidRPr="001C0CC4">
              <w:rPr>
                <w:sz w:val="16"/>
                <w:szCs w:val="16"/>
              </w:rPr>
              <w:t>RAN#85</w:t>
            </w:r>
          </w:p>
        </w:tc>
        <w:tc>
          <w:tcPr>
            <w:tcW w:w="944" w:type="dxa"/>
            <w:shd w:val="solid" w:color="FFFFFF" w:fill="auto"/>
          </w:tcPr>
          <w:p w14:paraId="18500FE3" w14:textId="77777777" w:rsidR="00DC7196" w:rsidRPr="001C0CC4" w:rsidRDefault="00DC7196" w:rsidP="00DC7196">
            <w:pPr>
              <w:pStyle w:val="TAL"/>
              <w:keepNext w:val="0"/>
              <w:rPr>
                <w:sz w:val="16"/>
                <w:szCs w:val="16"/>
              </w:rPr>
            </w:pPr>
            <w:r w:rsidRPr="001C0CC4">
              <w:rPr>
                <w:sz w:val="16"/>
                <w:szCs w:val="16"/>
              </w:rPr>
              <w:t>RP-192049</w:t>
            </w:r>
          </w:p>
        </w:tc>
        <w:tc>
          <w:tcPr>
            <w:tcW w:w="575" w:type="dxa"/>
            <w:shd w:val="solid" w:color="FFFFFF" w:fill="auto"/>
          </w:tcPr>
          <w:p w14:paraId="527E2AFB" w14:textId="77777777" w:rsidR="00DC7196" w:rsidRPr="001C0CC4" w:rsidRDefault="00DC7196" w:rsidP="00DC7196">
            <w:pPr>
              <w:pStyle w:val="TAL"/>
              <w:keepNext w:val="0"/>
              <w:rPr>
                <w:sz w:val="16"/>
                <w:szCs w:val="16"/>
              </w:rPr>
            </w:pPr>
            <w:r w:rsidRPr="001C0CC4">
              <w:rPr>
                <w:sz w:val="16"/>
                <w:szCs w:val="16"/>
              </w:rPr>
              <w:t>0079</w:t>
            </w:r>
          </w:p>
        </w:tc>
        <w:tc>
          <w:tcPr>
            <w:tcW w:w="425" w:type="dxa"/>
            <w:shd w:val="solid" w:color="FFFFFF" w:fill="auto"/>
          </w:tcPr>
          <w:p w14:paraId="4D43B829" w14:textId="77777777" w:rsidR="00DC7196" w:rsidRPr="001C0CC4" w:rsidRDefault="00DC7196" w:rsidP="00BB2256">
            <w:pPr>
              <w:pStyle w:val="TAR"/>
              <w:keepNext w:val="0"/>
              <w:jc w:val="center"/>
              <w:rPr>
                <w:sz w:val="16"/>
                <w:szCs w:val="16"/>
              </w:rPr>
            </w:pPr>
          </w:p>
        </w:tc>
        <w:tc>
          <w:tcPr>
            <w:tcW w:w="425" w:type="dxa"/>
            <w:shd w:val="solid" w:color="FFFFFF" w:fill="auto"/>
          </w:tcPr>
          <w:p w14:paraId="39FCDE4D" w14:textId="77777777" w:rsidR="00DC7196" w:rsidRPr="001C0CC4" w:rsidRDefault="00DC7196" w:rsidP="00BB2256">
            <w:pPr>
              <w:pStyle w:val="TAC"/>
              <w:keepNext w:val="0"/>
              <w:rPr>
                <w:sz w:val="16"/>
                <w:szCs w:val="16"/>
              </w:rPr>
            </w:pPr>
            <w:r w:rsidRPr="001C0CC4">
              <w:rPr>
                <w:sz w:val="16"/>
                <w:szCs w:val="16"/>
              </w:rPr>
              <w:t>A</w:t>
            </w:r>
          </w:p>
        </w:tc>
        <w:tc>
          <w:tcPr>
            <w:tcW w:w="4962" w:type="dxa"/>
            <w:shd w:val="solid" w:color="FFFFFF" w:fill="auto"/>
          </w:tcPr>
          <w:p w14:paraId="34E90EE8" w14:textId="77777777" w:rsidR="00DC7196" w:rsidRPr="001C0CC4" w:rsidRDefault="00DC7196" w:rsidP="00DC7196">
            <w:pPr>
              <w:pStyle w:val="TAL"/>
              <w:keepNext w:val="0"/>
              <w:rPr>
                <w:noProof/>
                <w:sz w:val="16"/>
                <w:szCs w:val="16"/>
              </w:rPr>
            </w:pPr>
            <w:r w:rsidRPr="001C0CC4">
              <w:rPr>
                <w:noProof/>
                <w:sz w:val="16"/>
                <w:szCs w:val="16"/>
              </w:rPr>
              <w:t>CR to TS 38.101-1: Implementation of endorsed draft CRs from RAN4#92 (Rel-16)</w:t>
            </w:r>
          </w:p>
          <w:p w14:paraId="6BEDB970" w14:textId="77777777" w:rsidR="00DC7196" w:rsidRPr="001C0CC4" w:rsidRDefault="00DC7196" w:rsidP="00DC7196">
            <w:pPr>
              <w:pStyle w:val="TAL"/>
              <w:keepNext w:val="0"/>
              <w:rPr>
                <w:noProof/>
                <w:sz w:val="16"/>
                <w:szCs w:val="16"/>
              </w:rPr>
            </w:pPr>
            <w:r w:rsidRPr="001C0CC4">
              <w:rPr>
                <w:noProof/>
                <w:sz w:val="16"/>
                <w:szCs w:val="16"/>
              </w:rPr>
              <w:t>- Mirrors changes in R4-1910350 (of RAN4#92)  for Rel-15 TS 38.101-1</w:t>
            </w:r>
          </w:p>
        </w:tc>
        <w:tc>
          <w:tcPr>
            <w:tcW w:w="708" w:type="dxa"/>
            <w:shd w:val="solid" w:color="FFFFFF" w:fill="auto"/>
          </w:tcPr>
          <w:p w14:paraId="19EFF1C1" w14:textId="77777777" w:rsidR="00DC7196" w:rsidRPr="001C0CC4" w:rsidRDefault="00DC7196" w:rsidP="00DC7196">
            <w:pPr>
              <w:pStyle w:val="TAC"/>
              <w:keepNext w:val="0"/>
              <w:rPr>
                <w:sz w:val="16"/>
                <w:szCs w:val="16"/>
              </w:rPr>
            </w:pPr>
            <w:r w:rsidRPr="001C0CC4">
              <w:rPr>
                <w:sz w:val="16"/>
                <w:szCs w:val="16"/>
              </w:rPr>
              <w:t>16.1.0</w:t>
            </w:r>
          </w:p>
        </w:tc>
      </w:tr>
      <w:tr w:rsidR="00DC7196" w:rsidRPr="001C0CC4" w14:paraId="59E6F2DB" w14:textId="77777777" w:rsidTr="00DC7196">
        <w:trPr>
          <w:jc w:val="center"/>
        </w:trPr>
        <w:tc>
          <w:tcPr>
            <w:tcW w:w="800" w:type="dxa"/>
            <w:shd w:val="solid" w:color="FFFFFF" w:fill="auto"/>
          </w:tcPr>
          <w:p w14:paraId="7A441678" w14:textId="77777777" w:rsidR="00DC7196" w:rsidRPr="001C0CC4" w:rsidRDefault="00DC7196" w:rsidP="00DC7196">
            <w:pPr>
              <w:pStyle w:val="TAC"/>
              <w:keepNext w:val="0"/>
              <w:rPr>
                <w:sz w:val="16"/>
                <w:szCs w:val="16"/>
              </w:rPr>
            </w:pPr>
            <w:r>
              <w:rPr>
                <w:sz w:val="16"/>
                <w:szCs w:val="16"/>
              </w:rPr>
              <w:t>2019-12</w:t>
            </w:r>
          </w:p>
        </w:tc>
        <w:tc>
          <w:tcPr>
            <w:tcW w:w="800" w:type="dxa"/>
            <w:shd w:val="solid" w:color="FFFFFF" w:fill="auto"/>
          </w:tcPr>
          <w:p w14:paraId="211EFA19" w14:textId="77777777" w:rsidR="00DC7196" w:rsidRPr="001C0CC4" w:rsidRDefault="00DC7196" w:rsidP="00DC7196">
            <w:pPr>
              <w:pStyle w:val="TAC"/>
              <w:keepNext w:val="0"/>
              <w:rPr>
                <w:sz w:val="16"/>
                <w:szCs w:val="16"/>
              </w:rPr>
            </w:pPr>
            <w:r>
              <w:rPr>
                <w:sz w:val="16"/>
                <w:szCs w:val="16"/>
              </w:rPr>
              <w:t>RAN#86</w:t>
            </w:r>
          </w:p>
        </w:tc>
        <w:tc>
          <w:tcPr>
            <w:tcW w:w="944" w:type="dxa"/>
            <w:shd w:val="solid" w:color="FFFFFF" w:fill="auto"/>
          </w:tcPr>
          <w:p w14:paraId="3C6D5857" w14:textId="77777777" w:rsidR="00DC7196" w:rsidRPr="001C0CC4" w:rsidRDefault="00DC7196" w:rsidP="00DC7196">
            <w:pPr>
              <w:pStyle w:val="TAL"/>
              <w:keepNext w:val="0"/>
              <w:rPr>
                <w:sz w:val="16"/>
                <w:szCs w:val="16"/>
              </w:rPr>
            </w:pPr>
            <w:r w:rsidRPr="00BB5D08">
              <w:rPr>
                <w:sz w:val="16"/>
                <w:szCs w:val="16"/>
              </w:rPr>
              <w:t>RP-193022</w:t>
            </w:r>
          </w:p>
        </w:tc>
        <w:tc>
          <w:tcPr>
            <w:tcW w:w="575" w:type="dxa"/>
            <w:shd w:val="solid" w:color="FFFFFF" w:fill="auto"/>
          </w:tcPr>
          <w:p w14:paraId="49E2D17B" w14:textId="77777777" w:rsidR="00DC7196" w:rsidRPr="001C0CC4" w:rsidRDefault="00DC7196" w:rsidP="00DC7196">
            <w:pPr>
              <w:pStyle w:val="TAL"/>
              <w:keepNext w:val="0"/>
              <w:rPr>
                <w:sz w:val="16"/>
                <w:szCs w:val="16"/>
              </w:rPr>
            </w:pPr>
            <w:r>
              <w:rPr>
                <w:sz w:val="16"/>
                <w:szCs w:val="16"/>
              </w:rPr>
              <w:t>0097</w:t>
            </w:r>
          </w:p>
        </w:tc>
        <w:tc>
          <w:tcPr>
            <w:tcW w:w="425" w:type="dxa"/>
            <w:shd w:val="solid" w:color="FFFFFF" w:fill="auto"/>
          </w:tcPr>
          <w:p w14:paraId="1D8B274A" w14:textId="77777777" w:rsidR="00DC7196" w:rsidRPr="001C0CC4" w:rsidRDefault="00DC7196" w:rsidP="00BB2256">
            <w:pPr>
              <w:pStyle w:val="TAR"/>
              <w:keepNext w:val="0"/>
              <w:jc w:val="center"/>
              <w:rPr>
                <w:sz w:val="16"/>
                <w:szCs w:val="16"/>
              </w:rPr>
            </w:pPr>
          </w:p>
        </w:tc>
        <w:tc>
          <w:tcPr>
            <w:tcW w:w="425" w:type="dxa"/>
            <w:shd w:val="solid" w:color="FFFFFF" w:fill="auto"/>
          </w:tcPr>
          <w:p w14:paraId="7E6EFFEC" w14:textId="77777777" w:rsidR="00DC7196" w:rsidRPr="001C0CC4" w:rsidRDefault="00DC7196" w:rsidP="00BB2256">
            <w:pPr>
              <w:pStyle w:val="TAC"/>
              <w:keepNext w:val="0"/>
              <w:rPr>
                <w:sz w:val="16"/>
                <w:szCs w:val="16"/>
              </w:rPr>
            </w:pPr>
            <w:r>
              <w:rPr>
                <w:sz w:val="16"/>
                <w:szCs w:val="16"/>
              </w:rPr>
              <w:t>F</w:t>
            </w:r>
          </w:p>
        </w:tc>
        <w:tc>
          <w:tcPr>
            <w:tcW w:w="4962" w:type="dxa"/>
            <w:shd w:val="solid" w:color="FFFFFF" w:fill="auto"/>
          </w:tcPr>
          <w:p w14:paraId="035CE9DD" w14:textId="77777777" w:rsidR="00DC7196" w:rsidRPr="001C0CC4" w:rsidRDefault="00DC7196" w:rsidP="00DC7196">
            <w:pPr>
              <w:pStyle w:val="TAL"/>
              <w:keepNext w:val="0"/>
              <w:rPr>
                <w:noProof/>
                <w:sz w:val="16"/>
                <w:szCs w:val="16"/>
              </w:rPr>
            </w:pPr>
            <w:r w:rsidRPr="00BB5D08">
              <w:rPr>
                <w:noProof/>
                <w:sz w:val="16"/>
                <w:szCs w:val="16"/>
              </w:rPr>
              <w:t>CR to align NS27 AMPR to CA_NS_10 AMPR for 40MHz BW at the center of band 48.</w:t>
            </w:r>
          </w:p>
        </w:tc>
        <w:tc>
          <w:tcPr>
            <w:tcW w:w="708" w:type="dxa"/>
            <w:shd w:val="solid" w:color="FFFFFF" w:fill="auto"/>
          </w:tcPr>
          <w:p w14:paraId="1E8470C5" w14:textId="77777777" w:rsidR="00DC7196" w:rsidRPr="001C0CC4" w:rsidRDefault="00DC7196" w:rsidP="00DC7196">
            <w:pPr>
              <w:pStyle w:val="TAC"/>
              <w:keepNext w:val="0"/>
              <w:rPr>
                <w:sz w:val="16"/>
                <w:szCs w:val="16"/>
              </w:rPr>
            </w:pPr>
            <w:r>
              <w:rPr>
                <w:sz w:val="16"/>
                <w:szCs w:val="16"/>
              </w:rPr>
              <w:t>16.2.0</w:t>
            </w:r>
          </w:p>
        </w:tc>
      </w:tr>
      <w:tr w:rsidR="00DC7196" w:rsidRPr="001C0CC4" w14:paraId="2E849299" w14:textId="77777777" w:rsidTr="00DC7196">
        <w:trPr>
          <w:jc w:val="center"/>
        </w:trPr>
        <w:tc>
          <w:tcPr>
            <w:tcW w:w="800" w:type="dxa"/>
            <w:shd w:val="solid" w:color="FFFFFF" w:fill="auto"/>
          </w:tcPr>
          <w:p w14:paraId="0BFFABBB"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6A6BD52F"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45DE6B61" w14:textId="77777777" w:rsidR="00DC7196" w:rsidRPr="001C0CC4" w:rsidRDefault="00DC7196" w:rsidP="00DC7196">
            <w:pPr>
              <w:pStyle w:val="TAL"/>
              <w:rPr>
                <w:sz w:val="16"/>
                <w:szCs w:val="16"/>
              </w:rPr>
            </w:pPr>
            <w:r w:rsidRPr="00B81CED">
              <w:rPr>
                <w:sz w:val="16"/>
                <w:szCs w:val="16"/>
              </w:rPr>
              <w:t>RP-193028</w:t>
            </w:r>
          </w:p>
        </w:tc>
        <w:tc>
          <w:tcPr>
            <w:tcW w:w="575" w:type="dxa"/>
            <w:shd w:val="solid" w:color="FFFFFF" w:fill="auto"/>
          </w:tcPr>
          <w:p w14:paraId="00CA3305" w14:textId="77777777" w:rsidR="00DC7196" w:rsidRPr="001C0CC4" w:rsidRDefault="00DC7196" w:rsidP="00DC7196">
            <w:pPr>
              <w:pStyle w:val="TAL"/>
              <w:keepNext w:val="0"/>
              <w:rPr>
                <w:sz w:val="16"/>
                <w:szCs w:val="16"/>
              </w:rPr>
            </w:pPr>
            <w:r>
              <w:rPr>
                <w:sz w:val="16"/>
                <w:szCs w:val="16"/>
              </w:rPr>
              <w:t>0099</w:t>
            </w:r>
          </w:p>
        </w:tc>
        <w:tc>
          <w:tcPr>
            <w:tcW w:w="425" w:type="dxa"/>
            <w:shd w:val="solid" w:color="FFFFFF" w:fill="auto"/>
          </w:tcPr>
          <w:p w14:paraId="681404EE" w14:textId="77777777" w:rsidR="00DC7196" w:rsidRPr="001C0CC4" w:rsidRDefault="00DC7196" w:rsidP="00BB2256">
            <w:pPr>
              <w:pStyle w:val="TAR"/>
              <w:keepNext w:val="0"/>
              <w:jc w:val="center"/>
              <w:rPr>
                <w:sz w:val="16"/>
                <w:szCs w:val="16"/>
              </w:rPr>
            </w:pPr>
          </w:p>
        </w:tc>
        <w:tc>
          <w:tcPr>
            <w:tcW w:w="425" w:type="dxa"/>
            <w:shd w:val="solid" w:color="FFFFFF" w:fill="auto"/>
          </w:tcPr>
          <w:p w14:paraId="630E0E8E"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2D5138B3" w14:textId="77777777" w:rsidR="00DC7196" w:rsidRPr="001C0CC4" w:rsidRDefault="00DC7196" w:rsidP="00DC7196">
            <w:pPr>
              <w:pStyle w:val="TAL"/>
              <w:rPr>
                <w:noProof/>
                <w:sz w:val="16"/>
                <w:szCs w:val="16"/>
              </w:rPr>
            </w:pPr>
            <w:r w:rsidRPr="0038741A">
              <w:rPr>
                <w:noProof/>
                <w:sz w:val="16"/>
                <w:szCs w:val="16"/>
              </w:rPr>
              <w:t>CR for 38.101- RX Out-of-Band Blocking for B38 and B41</w:t>
            </w:r>
          </w:p>
        </w:tc>
        <w:tc>
          <w:tcPr>
            <w:tcW w:w="708" w:type="dxa"/>
            <w:shd w:val="solid" w:color="FFFFFF" w:fill="auto"/>
          </w:tcPr>
          <w:p w14:paraId="1FF90013"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225EC380" w14:textId="77777777" w:rsidTr="00DC7196">
        <w:trPr>
          <w:jc w:val="center"/>
        </w:trPr>
        <w:tc>
          <w:tcPr>
            <w:tcW w:w="800" w:type="dxa"/>
            <w:shd w:val="solid" w:color="FFFFFF" w:fill="auto"/>
          </w:tcPr>
          <w:p w14:paraId="2EF8CC2D"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19BDB6F6"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1E20C254" w14:textId="77777777" w:rsidR="00DC7196" w:rsidRPr="001C0CC4" w:rsidRDefault="00DC7196" w:rsidP="00DC7196">
            <w:pPr>
              <w:pStyle w:val="TAL"/>
              <w:keepNext w:val="0"/>
              <w:rPr>
                <w:sz w:val="16"/>
                <w:szCs w:val="16"/>
              </w:rPr>
            </w:pPr>
            <w:r w:rsidRPr="00B81CED">
              <w:rPr>
                <w:sz w:val="16"/>
                <w:szCs w:val="16"/>
              </w:rPr>
              <w:t>RP-193028</w:t>
            </w:r>
          </w:p>
        </w:tc>
        <w:tc>
          <w:tcPr>
            <w:tcW w:w="575" w:type="dxa"/>
            <w:shd w:val="solid" w:color="FFFFFF" w:fill="auto"/>
          </w:tcPr>
          <w:p w14:paraId="69CBC483" w14:textId="77777777" w:rsidR="00DC7196" w:rsidRPr="001C0CC4" w:rsidRDefault="00DC7196" w:rsidP="00DC7196">
            <w:pPr>
              <w:pStyle w:val="TAL"/>
              <w:keepNext w:val="0"/>
              <w:rPr>
                <w:sz w:val="16"/>
                <w:szCs w:val="16"/>
              </w:rPr>
            </w:pPr>
            <w:r>
              <w:rPr>
                <w:sz w:val="16"/>
                <w:szCs w:val="16"/>
              </w:rPr>
              <w:t>0103</w:t>
            </w:r>
          </w:p>
        </w:tc>
        <w:tc>
          <w:tcPr>
            <w:tcW w:w="425" w:type="dxa"/>
            <w:shd w:val="solid" w:color="FFFFFF" w:fill="auto"/>
          </w:tcPr>
          <w:p w14:paraId="493ED80A" w14:textId="77777777" w:rsidR="00DC7196" w:rsidRPr="001C0CC4" w:rsidRDefault="00DC7196" w:rsidP="00BB2256">
            <w:pPr>
              <w:pStyle w:val="TAR"/>
              <w:keepNext w:val="0"/>
              <w:jc w:val="center"/>
              <w:rPr>
                <w:sz w:val="16"/>
                <w:szCs w:val="16"/>
              </w:rPr>
            </w:pPr>
          </w:p>
        </w:tc>
        <w:tc>
          <w:tcPr>
            <w:tcW w:w="425" w:type="dxa"/>
            <w:shd w:val="solid" w:color="FFFFFF" w:fill="auto"/>
          </w:tcPr>
          <w:p w14:paraId="0AF2DA8B"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21B6B0FC" w14:textId="77777777" w:rsidR="00DC7196" w:rsidRPr="001C0CC4" w:rsidRDefault="00DC7196" w:rsidP="00DC7196">
            <w:pPr>
              <w:pStyle w:val="TAL"/>
              <w:keepNext w:val="0"/>
              <w:rPr>
                <w:noProof/>
                <w:sz w:val="16"/>
                <w:szCs w:val="16"/>
              </w:rPr>
            </w:pPr>
            <w:r w:rsidRPr="0038741A">
              <w:rPr>
                <w:noProof/>
                <w:sz w:val="16"/>
                <w:szCs w:val="16"/>
              </w:rPr>
              <w:t>CR for 38.101-1 n39 AMPR</w:t>
            </w:r>
          </w:p>
        </w:tc>
        <w:tc>
          <w:tcPr>
            <w:tcW w:w="708" w:type="dxa"/>
            <w:shd w:val="solid" w:color="FFFFFF" w:fill="auto"/>
          </w:tcPr>
          <w:p w14:paraId="78B066A5"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18B746F0" w14:textId="77777777" w:rsidTr="00DC7196">
        <w:trPr>
          <w:jc w:val="center"/>
        </w:trPr>
        <w:tc>
          <w:tcPr>
            <w:tcW w:w="800" w:type="dxa"/>
            <w:shd w:val="solid" w:color="FFFFFF" w:fill="auto"/>
          </w:tcPr>
          <w:p w14:paraId="287ECD35"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23933D9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62AE09A4" w14:textId="77777777" w:rsidR="00DC7196" w:rsidRPr="000F4553" w:rsidRDefault="00DC7196" w:rsidP="00DC7196">
            <w:pPr>
              <w:pStyle w:val="TAL"/>
              <w:keepNext w:val="0"/>
              <w:rPr>
                <w:sz w:val="16"/>
                <w:szCs w:val="16"/>
              </w:rPr>
            </w:pPr>
            <w:r w:rsidRPr="00012B17">
              <w:rPr>
                <w:sz w:val="16"/>
                <w:szCs w:val="16"/>
              </w:rPr>
              <w:t>RP-193013</w:t>
            </w:r>
          </w:p>
        </w:tc>
        <w:tc>
          <w:tcPr>
            <w:tcW w:w="575" w:type="dxa"/>
            <w:shd w:val="solid" w:color="FFFFFF" w:fill="auto"/>
          </w:tcPr>
          <w:p w14:paraId="49B4BF3B" w14:textId="77777777" w:rsidR="00DC7196" w:rsidRDefault="00DC7196" w:rsidP="00DC7196">
            <w:pPr>
              <w:pStyle w:val="TAL"/>
              <w:keepNext w:val="0"/>
              <w:rPr>
                <w:sz w:val="16"/>
                <w:szCs w:val="16"/>
              </w:rPr>
            </w:pPr>
            <w:r>
              <w:rPr>
                <w:sz w:val="16"/>
                <w:szCs w:val="16"/>
              </w:rPr>
              <w:t>0105</w:t>
            </w:r>
          </w:p>
        </w:tc>
        <w:tc>
          <w:tcPr>
            <w:tcW w:w="425" w:type="dxa"/>
            <w:shd w:val="solid" w:color="FFFFFF" w:fill="auto"/>
          </w:tcPr>
          <w:p w14:paraId="36190E6E" w14:textId="77777777" w:rsidR="00DC7196" w:rsidRPr="001C0CC4" w:rsidRDefault="00DC7196" w:rsidP="00BB2256">
            <w:pPr>
              <w:pStyle w:val="TAR"/>
              <w:keepNext w:val="0"/>
              <w:jc w:val="center"/>
              <w:rPr>
                <w:sz w:val="16"/>
                <w:szCs w:val="16"/>
              </w:rPr>
            </w:pPr>
            <w:r>
              <w:rPr>
                <w:sz w:val="16"/>
                <w:szCs w:val="16"/>
              </w:rPr>
              <w:t>1</w:t>
            </w:r>
          </w:p>
        </w:tc>
        <w:tc>
          <w:tcPr>
            <w:tcW w:w="425" w:type="dxa"/>
            <w:shd w:val="solid" w:color="FFFFFF" w:fill="auto"/>
          </w:tcPr>
          <w:p w14:paraId="7A4B5D30"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3842E25D" w14:textId="77777777" w:rsidR="00DC7196" w:rsidRPr="007C5B95" w:rsidRDefault="00DC7196" w:rsidP="00DC7196">
            <w:pPr>
              <w:pStyle w:val="TAL"/>
              <w:keepNext w:val="0"/>
              <w:rPr>
                <w:noProof/>
                <w:sz w:val="16"/>
                <w:szCs w:val="16"/>
              </w:rPr>
            </w:pPr>
            <w:r w:rsidRPr="00F13B1F">
              <w:rPr>
                <w:noProof/>
                <w:sz w:val="16"/>
                <w:szCs w:val="16"/>
              </w:rPr>
              <w:t>Introduction of 2010-2025MHz SUL band into Rel-16 TS 38.101-1</w:t>
            </w:r>
          </w:p>
        </w:tc>
        <w:tc>
          <w:tcPr>
            <w:tcW w:w="708" w:type="dxa"/>
            <w:shd w:val="solid" w:color="FFFFFF" w:fill="auto"/>
          </w:tcPr>
          <w:p w14:paraId="78F2E139"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57A232DC" w14:textId="77777777" w:rsidTr="00DC7196">
        <w:trPr>
          <w:jc w:val="center"/>
        </w:trPr>
        <w:tc>
          <w:tcPr>
            <w:tcW w:w="800" w:type="dxa"/>
            <w:shd w:val="solid" w:color="FFFFFF" w:fill="auto"/>
          </w:tcPr>
          <w:p w14:paraId="4A292926"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281C66FB"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64A76C4B" w14:textId="77777777" w:rsidR="00DC7196" w:rsidRPr="001C0CC4" w:rsidRDefault="00DC7196" w:rsidP="00DC7196">
            <w:pPr>
              <w:pStyle w:val="TAL"/>
              <w:keepNext w:val="0"/>
              <w:rPr>
                <w:sz w:val="16"/>
                <w:szCs w:val="16"/>
              </w:rPr>
            </w:pPr>
            <w:r w:rsidRPr="000F4553">
              <w:rPr>
                <w:sz w:val="16"/>
                <w:szCs w:val="16"/>
              </w:rPr>
              <w:t>RP-193015</w:t>
            </w:r>
          </w:p>
        </w:tc>
        <w:tc>
          <w:tcPr>
            <w:tcW w:w="575" w:type="dxa"/>
            <w:shd w:val="solid" w:color="FFFFFF" w:fill="auto"/>
          </w:tcPr>
          <w:p w14:paraId="05F27388" w14:textId="77777777" w:rsidR="00DC7196" w:rsidRPr="001C0CC4" w:rsidRDefault="00DC7196" w:rsidP="00DC7196">
            <w:pPr>
              <w:pStyle w:val="TAL"/>
              <w:keepNext w:val="0"/>
              <w:rPr>
                <w:sz w:val="16"/>
                <w:szCs w:val="16"/>
              </w:rPr>
            </w:pPr>
            <w:r>
              <w:rPr>
                <w:sz w:val="16"/>
                <w:szCs w:val="16"/>
              </w:rPr>
              <w:t>0110</w:t>
            </w:r>
          </w:p>
        </w:tc>
        <w:tc>
          <w:tcPr>
            <w:tcW w:w="425" w:type="dxa"/>
            <w:shd w:val="solid" w:color="FFFFFF" w:fill="auto"/>
          </w:tcPr>
          <w:p w14:paraId="4146ECAB" w14:textId="77777777" w:rsidR="00DC7196" w:rsidRPr="001C0CC4" w:rsidRDefault="00DC7196" w:rsidP="00BB2256">
            <w:pPr>
              <w:pStyle w:val="TAR"/>
              <w:keepNext w:val="0"/>
              <w:jc w:val="center"/>
              <w:rPr>
                <w:sz w:val="16"/>
                <w:szCs w:val="16"/>
              </w:rPr>
            </w:pPr>
          </w:p>
        </w:tc>
        <w:tc>
          <w:tcPr>
            <w:tcW w:w="425" w:type="dxa"/>
            <w:shd w:val="solid" w:color="FFFFFF" w:fill="auto"/>
          </w:tcPr>
          <w:p w14:paraId="58F221CE" w14:textId="77777777" w:rsidR="00DC7196" w:rsidRPr="001C0CC4" w:rsidRDefault="00DC7196" w:rsidP="00BB2256">
            <w:pPr>
              <w:pStyle w:val="TAC"/>
              <w:keepNext w:val="0"/>
              <w:rPr>
                <w:sz w:val="16"/>
                <w:szCs w:val="16"/>
              </w:rPr>
            </w:pPr>
            <w:r>
              <w:rPr>
                <w:sz w:val="16"/>
                <w:szCs w:val="16"/>
              </w:rPr>
              <w:t>B</w:t>
            </w:r>
          </w:p>
        </w:tc>
        <w:tc>
          <w:tcPr>
            <w:tcW w:w="4962" w:type="dxa"/>
            <w:shd w:val="solid" w:color="FFFFFF" w:fill="auto"/>
          </w:tcPr>
          <w:p w14:paraId="5C07B2D4" w14:textId="77777777" w:rsidR="00DC7196" w:rsidRPr="001C0CC4" w:rsidRDefault="00DC7196" w:rsidP="00DC7196">
            <w:pPr>
              <w:pStyle w:val="TAL"/>
              <w:keepNext w:val="0"/>
              <w:rPr>
                <w:noProof/>
                <w:sz w:val="16"/>
                <w:szCs w:val="16"/>
              </w:rPr>
            </w:pPr>
            <w:r w:rsidRPr="007C5B95">
              <w:rPr>
                <w:noProof/>
                <w:sz w:val="16"/>
                <w:szCs w:val="16"/>
              </w:rPr>
              <w:t>Addition of 25, 30 and 40 MHz to NR band n25 in TS 38.101-1</w:t>
            </w:r>
          </w:p>
        </w:tc>
        <w:tc>
          <w:tcPr>
            <w:tcW w:w="708" w:type="dxa"/>
            <w:shd w:val="solid" w:color="FFFFFF" w:fill="auto"/>
          </w:tcPr>
          <w:p w14:paraId="2E64446F"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5B1F8A5F" w14:textId="77777777" w:rsidTr="00DC7196">
        <w:trPr>
          <w:jc w:val="center"/>
        </w:trPr>
        <w:tc>
          <w:tcPr>
            <w:tcW w:w="800" w:type="dxa"/>
            <w:shd w:val="solid" w:color="FFFFFF" w:fill="auto"/>
          </w:tcPr>
          <w:p w14:paraId="04860847"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24F843EB"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635243B8" w14:textId="77777777" w:rsidR="00DC7196" w:rsidRPr="001C0CC4" w:rsidRDefault="00DC7196" w:rsidP="00DC7196">
            <w:pPr>
              <w:pStyle w:val="TAL"/>
              <w:rPr>
                <w:sz w:val="16"/>
                <w:szCs w:val="16"/>
              </w:rPr>
            </w:pPr>
            <w:r w:rsidRPr="000F4553">
              <w:rPr>
                <w:sz w:val="16"/>
                <w:szCs w:val="16"/>
              </w:rPr>
              <w:t>RP-193028</w:t>
            </w:r>
          </w:p>
        </w:tc>
        <w:tc>
          <w:tcPr>
            <w:tcW w:w="575" w:type="dxa"/>
            <w:shd w:val="solid" w:color="FFFFFF" w:fill="auto"/>
          </w:tcPr>
          <w:p w14:paraId="65FCD045" w14:textId="77777777" w:rsidR="00DC7196" w:rsidRPr="001C0CC4" w:rsidRDefault="00DC7196" w:rsidP="00DC7196">
            <w:pPr>
              <w:pStyle w:val="TAL"/>
              <w:keepNext w:val="0"/>
              <w:rPr>
                <w:sz w:val="16"/>
                <w:szCs w:val="16"/>
              </w:rPr>
            </w:pPr>
            <w:r>
              <w:rPr>
                <w:sz w:val="16"/>
                <w:szCs w:val="16"/>
              </w:rPr>
              <w:t>0112</w:t>
            </w:r>
          </w:p>
        </w:tc>
        <w:tc>
          <w:tcPr>
            <w:tcW w:w="425" w:type="dxa"/>
            <w:shd w:val="solid" w:color="FFFFFF" w:fill="auto"/>
          </w:tcPr>
          <w:p w14:paraId="2ECECC85" w14:textId="77777777" w:rsidR="00DC7196" w:rsidRPr="001C0CC4" w:rsidRDefault="00DC7196" w:rsidP="00BB2256">
            <w:pPr>
              <w:pStyle w:val="TAR"/>
              <w:keepNext w:val="0"/>
              <w:jc w:val="center"/>
              <w:rPr>
                <w:sz w:val="16"/>
                <w:szCs w:val="16"/>
              </w:rPr>
            </w:pPr>
          </w:p>
        </w:tc>
        <w:tc>
          <w:tcPr>
            <w:tcW w:w="425" w:type="dxa"/>
            <w:shd w:val="solid" w:color="FFFFFF" w:fill="auto"/>
          </w:tcPr>
          <w:p w14:paraId="4E88E1E8"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744F6814" w14:textId="77777777" w:rsidR="00DC7196" w:rsidRPr="001C0CC4" w:rsidRDefault="00DC7196" w:rsidP="00DC7196">
            <w:pPr>
              <w:pStyle w:val="TAL"/>
              <w:keepNext w:val="0"/>
              <w:rPr>
                <w:noProof/>
                <w:sz w:val="16"/>
                <w:szCs w:val="16"/>
              </w:rPr>
            </w:pPr>
            <w:r w:rsidRPr="007C5B95">
              <w:rPr>
                <w:noProof/>
                <w:sz w:val="16"/>
                <w:szCs w:val="16"/>
              </w:rPr>
              <w:t>Sync raster to SSB resource element mapping</w:t>
            </w:r>
          </w:p>
        </w:tc>
        <w:tc>
          <w:tcPr>
            <w:tcW w:w="708" w:type="dxa"/>
            <w:shd w:val="solid" w:color="FFFFFF" w:fill="auto"/>
          </w:tcPr>
          <w:p w14:paraId="2558CF90"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58295C31" w14:textId="77777777" w:rsidTr="00DC7196">
        <w:trPr>
          <w:jc w:val="center"/>
        </w:trPr>
        <w:tc>
          <w:tcPr>
            <w:tcW w:w="800" w:type="dxa"/>
            <w:shd w:val="solid" w:color="FFFFFF" w:fill="auto"/>
          </w:tcPr>
          <w:p w14:paraId="640C4E27"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471F20BC"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10379BB9" w14:textId="77777777" w:rsidR="00DC7196" w:rsidRPr="001C0CC4" w:rsidRDefault="00DC7196" w:rsidP="00DC7196">
            <w:pPr>
              <w:pStyle w:val="TAL"/>
              <w:keepNext w:val="0"/>
              <w:rPr>
                <w:sz w:val="16"/>
                <w:szCs w:val="16"/>
              </w:rPr>
            </w:pPr>
            <w:r w:rsidRPr="000F4553">
              <w:rPr>
                <w:sz w:val="16"/>
                <w:szCs w:val="16"/>
              </w:rPr>
              <w:t>RP-193028</w:t>
            </w:r>
          </w:p>
        </w:tc>
        <w:tc>
          <w:tcPr>
            <w:tcW w:w="575" w:type="dxa"/>
            <w:shd w:val="solid" w:color="FFFFFF" w:fill="auto"/>
          </w:tcPr>
          <w:p w14:paraId="405DD05D" w14:textId="77777777" w:rsidR="00DC7196" w:rsidRPr="001C0CC4" w:rsidRDefault="00DC7196" w:rsidP="00DC7196">
            <w:pPr>
              <w:pStyle w:val="TAL"/>
              <w:keepNext w:val="0"/>
              <w:rPr>
                <w:sz w:val="16"/>
                <w:szCs w:val="16"/>
              </w:rPr>
            </w:pPr>
            <w:r>
              <w:rPr>
                <w:sz w:val="16"/>
                <w:szCs w:val="16"/>
              </w:rPr>
              <w:t>0114</w:t>
            </w:r>
          </w:p>
        </w:tc>
        <w:tc>
          <w:tcPr>
            <w:tcW w:w="425" w:type="dxa"/>
            <w:shd w:val="solid" w:color="FFFFFF" w:fill="auto"/>
          </w:tcPr>
          <w:p w14:paraId="6A0F568D" w14:textId="77777777" w:rsidR="00DC7196" w:rsidRPr="001C0CC4" w:rsidRDefault="00DC7196" w:rsidP="00BB2256">
            <w:pPr>
              <w:pStyle w:val="TAR"/>
              <w:keepNext w:val="0"/>
              <w:jc w:val="center"/>
              <w:rPr>
                <w:sz w:val="16"/>
                <w:szCs w:val="16"/>
              </w:rPr>
            </w:pPr>
          </w:p>
        </w:tc>
        <w:tc>
          <w:tcPr>
            <w:tcW w:w="425" w:type="dxa"/>
            <w:shd w:val="solid" w:color="FFFFFF" w:fill="auto"/>
          </w:tcPr>
          <w:p w14:paraId="69784619"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462615FB" w14:textId="77777777" w:rsidR="00DC7196" w:rsidRPr="001C0CC4" w:rsidRDefault="00DC7196" w:rsidP="00DC7196">
            <w:pPr>
              <w:pStyle w:val="TAL"/>
              <w:keepNext w:val="0"/>
              <w:rPr>
                <w:noProof/>
                <w:sz w:val="16"/>
                <w:szCs w:val="16"/>
              </w:rPr>
            </w:pPr>
            <w:r w:rsidRPr="007C5B95">
              <w:rPr>
                <w:noProof/>
                <w:sz w:val="16"/>
                <w:szCs w:val="16"/>
              </w:rPr>
              <w:t>CR to TS 38.101-1 Almost contiguous A-MPR (R16)</w:t>
            </w:r>
          </w:p>
        </w:tc>
        <w:tc>
          <w:tcPr>
            <w:tcW w:w="708" w:type="dxa"/>
            <w:shd w:val="solid" w:color="FFFFFF" w:fill="auto"/>
          </w:tcPr>
          <w:p w14:paraId="3E26236A"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571DB03B" w14:textId="77777777" w:rsidTr="00DC7196">
        <w:trPr>
          <w:jc w:val="center"/>
        </w:trPr>
        <w:tc>
          <w:tcPr>
            <w:tcW w:w="800" w:type="dxa"/>
            <w:shd w:val="solid" w:color="FFFFFF" w:fill="auto"/>
          </w:tcPr>
          <w:p w14:paraId="45C2B6F7"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59F20289"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345835AF" w14:textId="77777777" w:rsidR="00DC7196" w:rsidRPr="001C0CC4" w:rsidRDefault="00DC7196" w:rsidP="00DC7196">
            <w:pPr>
              <w:pStyle w:val="TAL"/>
              <w:keepNext w:val="0"/>
              <w:rPr>
                <w:sz w:val="16"/>
                <w:szCs w:val="16"/>
              </w:rPr>
            </w:pPr>
            <w:r w:rsidRPr="000F4553">
              <w:rPr>
                <w:sz w:val="16"/>
                <w:szCs w:val="16"/>
              </w:rPr>
              <w:t>RP-193028</w:t>
            </w:r>
          </w:p>
        </w:tc>
        <w:tc>
          <w:tcPr>
            <w:tcW w:w="575" w:type="dxa"/>
            <w:shd w:val="solid" w:color="FFFFFF" w:fill="auto"/>
          </w:tcPr>
          <w:p w14:paraId="37105457" w14:textId="77777777" w:rsidR="00DC7196" w:rsidRPr="001C0CC4" w:rsidRDefault="00DC7196" w:rsidP="00DC7196">
            <w:pPr>
              <w:pStyle w:val="TAL"/>
              <w:keepNext w:val="0"/>
              <w:rPr>
                <w:sz w:val="16"/>
                <w:szCs w:val="16"/>
              </w:rPr>
            </w:pPr>
            <w:r>
              <w:rPr>
                <w:sz w:val="16"/>
                <w:szCs w:val="16"/>
              </w:rPr>
              <w:t>0118</w:t>
            </w:r>
          </w:p>
        </w:tc>
        <w:tc>
          <w:tcPr>
            <w:tcW w:w="425" w:type="dxa"/>
            <w:shd w:val="solid" w:color="FFFFFF" w:fill="auto"/>
          </w:tcPr>
          <w:p w14:paraId="08805850" w14:textId="77777777" w:rsidR="00DC7196" w:rsidRPr="001C0CC4" w:rsidRDefault="00DC7196" w:rsidP="00BB2256">
            <w:pPr>
              <w:pStyle w:val="TAR"/>
              <w:keepNext w:val="0"/>
              <w:jc w:val="center"/>
              <w:rPr>
                <w:sz w:val="16"/>
                <w:szCs w:val="16"/>
              </w:rPr>
            </w:pPr>
          </w:p>
        </w:tc>
        <w:tc>
          <w:tcPr>
            <w:tcW w:w="425" w:type="dxa"/>
            <w:shd w:val="solid" w:color="FFFFFF" w:fill="auto"/>
          </w:tcPr>
          <w:p w14:paraId="3EC8AC36"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33836178" w14:textId="77777777" w:rsidR="00DC7196" w:rsidRPr="001C0CC4" w:rsidRDefault="00DC7196" w:rsidP="00DC7196">
            <w:pPr>
              <w:pStyle w:val="TAL"/>
              <w:keepNext w:val="0"/>
              <w:rPr>
                <w:noProof/>
                <w:sz w:val="16"/>
                <w:szCs w:val="16"/>
              </w:rPr>
            </w:pPr>
            <w:r w:rsidRPr="007C5B95">
              <w:rPr>
                <w:noProof/>
                <w:sz w:val="16"/>
                <w:szCs w:val="16"/>
              </w:rPr>
              <w:t>CR to 38.101-1 (Rel-16) to clarify measurement interval and observation window on frequency error</w:t>
            </w:r>
          </w:p>
        </w:tc>
        <w:tc>
          <w:tcPr>
            <w:tcW w:w="708" w:type="dxa"/>
            <w:shd w:val="solid" w:color="FFFFFF" w:fill="auto"/>
          </w:tcPr>
          <w:p w14:paraId="523F07DE"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314208DE" w14:textId="77777777" w:rsidTr="00DC7196">
        <w:trPr>
          <w:jc w:val="center"/>
        </w:trPr>
        <w:tc>
          <w:tcPr>
            <w:tcW w:w="800" w:type="dxa"/>
            <w:shd w:val="solid" w:color="FFFFFF" w:fill="auto"/>
          </w:tcPr>
          <w:p w14:paraId="28FEA672"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4C44232D"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6D06654A" w14:textId="77777777" w:rsidR="00DC7196" w:rsidRPr="001C0CC4" w:rsidRDefault="00DC7196" w:rsidP="00DC7196">
            <w:pPr>
              <w:pStyle w:val="TAL"/>
              <w:keepNext w:val="0"/>
              <w:rPr>
                <w:sz w:val="16"/>
                <w:szCs w:val="16"/>
              </w:rPr>
            </w:pPr>
            <w:r w:rsidRPr="000F4553">
              <w:rPr>
                <w:sz w:val="16"/>
                <w:szCs w:val="16"/>
              </w:rPr>
              <w:t>RP-19302</w:t>
            </w:r>
            <w:r>
              <w:rPr>
                <w:sz w:val="16"/>
                <w:szCs w:val="16"/>
              </w:rPr>
              <w:t>0</w:t>
            </w:r>
          </w:p>
        </w:tc>
        <w:tc>
          <w:tcPr>
            <w:tcW w:w="575" w:type="dxa"/>
            <w:shd w:val="solid" w:color="FFFFFF" w:fill="auto"/>
          </w:tcPr>
          <w:p w14:paraId="2968AFF6" w14:textId="77777777" w:rsidR="00DC7196" w:rsidRPr="001C0CC4" w:rsidRDefault="00DC7196" w:rsidP="00DC7196">
            <w:pPr>
              <w:pStyle w:val="TAL"/>
              <w:keepNext w:val="0"/>
              <w:rPr>
                <w:sz w:val="16"/>
                <w:szCs w:val="16"/>
              </w:rPr>
            </w:pPr>
            <w:r>
              <w:rPr>
                <w:sz w:val="16"/>
                <w:szCs w:val="16"/>
              </w:rPr>
              <w:t>0119</w:t>
            </w:r>
          </w:p>
        </w:tc>
        <w:tc>
          <w:tcPr>
            <w:tcW w:w="425" w:type="dxa"/>
            <w:shd w:val="solid" w:color="FFFFFF" w:fill="auto"/>
          </w:tcPr>
          <w:p w14:paraId="30332F62" w14:textId="77777777" w:rsidR="00DC7196" w:rsidRPr="001C0CC4" w:rsidRDefault="00DC7196" w:rsidP="00BB2256">
            <w:pPr>
              <w:pStyle w:val="TAR"/>
              <w:keepNext w:val="0"/>
              <w:jc w:val="center"/>
              <w:rPr>
                <w:sz w:val="16"/>
                <w:szCs w:val="16"/>
              </w:rPr>
            </w:pPr>
          </w:p>
        </w:tc>
        <w:tc>
          <w:tcPr>
            <w:tcW w:w="425" w:type="dxa"/>
            <w:shd w:val="solid" w:color="FFFFFF" w:fill="auto"/>
          </w:tcPr>
          <w:p w14:paraId="36AD933A" w14:textId="77777777" w:rsidR="00DC7196" w:rsidRPr="001C0CC4" w:rsidRDefault="00DC7196" w:rsidP="00BB2256">
            <w:pPr>
              <w:pStyle w:val="TAC"/>
              <w:keepNext w:val="0"/>
              <w:rPr>
                <w:sz w:val="16"/>
                <w:szCs w:val="16"/>
              </w:rPr>
            </w:pPr>
            <w:r>
              <w:rPr>
                <w:sz w:val="16"/>
                <w:szCs w:val="16"/>
              </w:rPr>
              <w:t>D</w:t>
            </w:r>
          </w:p>
        </w:tc>
        <w:tc>
          <w:tcPr>
            <w:tcW w:w="4962" w:type="dxa"/>
            <w:shd w:val="solid" w:color="FFFFFF" w:fill="auto"/>
          </w:tcPr>
          <w:p w14:paraId="3BF5DCA1" w14:textId="77777777" w:rsidR="00DC7196" w:rsidRPr="001C0CC4" w:rsidRDefault="00DC7196" w:rsidP="00DC7196">
            <w:pPr>
              <w:pStyle w:val="TAL"/>
              <w:keepNext w:val="0"/>
              <w:rPr>
                <w:noProof/>
                <w:sz w:val="16"/>
                <w:szCs w:val="16"/>
              </w:rPr>
            </w:pPr>
            <w:r w:rsidRPr="007C5B95">
              <w:rPr>
                <w:noProof/>
                <w:sz w:val="16"/>
                <w:szCs w:val="16"/>
              </w:rPr>
              <w:t>Format misalignment on NS_47 protection requirement table</w:t>
            </w:r>
          </w:p>
        </w:tc>
        <w:tc>
          <w:tcPr>
            <w:tcW w:w="708" w:type="dxa"/>
            <w:shd w:val="solid" w:color="FFFFFF" w:fill="auto"/>
          </w:tcPr>
          <w:p w14:paraId="621DEE0B"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10170EAB" w14:textId="77777777" w:rsidTr="00DC7196">
        <w:trPr>
          <w:jc w:val="center"/>
        </w:trPr>
        <w:tc>
          <w:tcPr>
            <w:tcW w:w="800" w:type="dxa"/>
            <w:shd w:val="solid" w:color="FFFFFF" w:fill="auto"/>
          </w:tcPr>
          <w:p w14:paraId="4D5B0391" w14:textId="77777777" w:rsidR="00DC7196" w:rsidRPr="001C0CC4" w:rsidRDefault="00DC7196" w:rsidP="00DC7196">
            <w:pPr>
              <w:pStyle w:val="TAC"/>
              <w:keepNext w:val="0"/>
              <w:rPr>
                <w:sz w:val="16"/>
                <w:szCs w:val="16"/>
              </w:rPr>
            </w:pPr>
            <w:r w:rsidRPr="008C22E9">
              <w:rPr>
                <w:sz w:val="16"/>
                <w:szCs w:val="16"/>
              </w:rPr>
              <w:t>2019-12</w:t>
            </w:r>
          </w:p>
        </w:tc>
        <w:tc>
          <w:tcPr>
            <w:tcW w:w="800" w:type="dxa"/>
            <w:shd w:val="solid" w:color="FFFFFF" w:fill="auto"/>
          </w:tcPr>
          <w:p w14:paraId="37A4A020" w14:textId="77777777" w:rsidR="00DC7196" w:rsidRPr="001C0CC4" w:rsidRDefault="00DC7196" w:rsidP="00DC7196">
            <w:pPr>
              <w:pStyle w:val="TAC"/>
              <w:keepNext w:val="0"/>
              <w:rPr>
                <w:sz w:val="16"/>
                <w:szCs w:val="16"/>
              </w:rPr>
            </w:pPr>
            <w:r w:rsidRPr="00C57637">
              <w:rPr>
                <w:sz w:val="16"/>
                <w:szCs w:val="16"/>
              </w:rPr>
              <w:t>RAN#86</w:t>
            </w:r>
          </w:p>
        </w:tc>
        <w:tc>
          <w:tcPr>
            <w:tcW w:w="944" w:type="dxa"/>
            <w:shd w:val="solid" w:color="FFFFFF" w:fill="auto"/>
          </w:tcPr>
          <w:p w14:paraId="419FCC48" w14:textId="77777777" w:rsidR="00DC7196" w:rsidRPr="001C0CC4" w:rsidRDefault="00DC7196" w:rsidP="00DC7196">
            <w:pPr>
              <w:pStyle w:val="TAL"/>
              <w:keepNext w:val="0"/>
              <w:rPr>
                <w:sz w:val="16"/>
                <w:szCs w:val="16"/>
              </w:rPr>
            </w:pPr>
            <w:r w:rsidRPr="000F4553">
              <w:rPr>
                <w:sz w:val="16"/>
                <w:szCs w:val="16"/>
              </w:rPr>
              <w:t>RP-193028</w:t>
            </w:r>
          </w:p>
        </w:tc>
        <w:tc>
          <w:tcPr>
            <w:tcW w:w="575" w:type="dxa"/>
            <w:shd w:val="solid" w:color="FFFFFF" w:fill="auto"/>
          </w:tcPr>
          <w:p w14:paraId="2A6CCC23" w14:textId="77777777" w:rsidR="00DC7196" w:rsidRPr="001C0CC4" w:rsidRDefault="00DC7196" w:rsidP="00DC7196">
            <w:pPr>
              <w:pStyle w:val="TAL"/>
              <w:keepNext w:val="0"/>
              <w:rPr>
                <w:sz w:val="16"/>
                <w:szCs w:val="16"/>
              </w:rPr>
            </w:pPr>
            <w:r>
              <w:rPr>
                <w:sz w:val="16"/>
                <w:szCs w:val="16"/>
              </w:rPr>
              <w:t>0121</w:t>
            </w:r>
          </w:p>
        </w:tc>
        <w:tc>
          <w:tcPr>
            <w:tcW w:w="425" w:type="dxa"/>
            <w:shd w:val="solid" w:color="FFFFFF" w:fill="auto"/>
          </w:tcPr>
          <w:p w14:paraId="2AE0165C" w14:textId="77777777" w:rsidR="00DC7196" w:rsidRPr="001C0CC4" w:rsidRDefault="00DC7196" w:rsidP="00BB2256">
            <w:pPr>
              <w:pStyle w:val="TAR"/>
              <w:keepNext w:val="0"/>
              <w:jc w:val="center"/>
              <w:rPr>
                <w:sz w:val="16"/>
                <w:szCs w:val="16"/>
              </w:rPr>
            </w:pPr>
          </w:p>
        </w:tc>
        <w:tc>
          <w:tcPr>
            <w:tcW w:w="425" w:type="dxa"/>
            <w:shd w:val="solid" w:color="FFFFFF" w:fill="auto"/>
          </w:tcPr>
          <w:p w14:paraId="71C69160" w14:textId="77777777" w:rsidR="00DC7196" w:rsidRPr="001C0CC4" w:rsidRDefault="00DC7196" w:rsidP="00BB2256">
            <w:pPr>
              <w:pStyle w:val="TAC"/>
              <w:keepNext w:val="0"/>
              <w:rPr>
                <w:sz w:val="16"/>
                <w:szCs w:val="16"/>
              </w:rPr>
            </w:pPr>
            <w:r>
              <w:rPr>
                <w:sz w:val="16"/>
                <w:szCs w:val="16"/>
              </w:rPr>
              <w:t>A</w:t>
            </w:r>
          </w:p>
        </w:tc>
        <w:tc>
          <w:tcPr>
            <w:tcW w:w="4962" w:type="dxa"/>
            <w:shd w:val="solid" w:color="FFFFFF" w:fill="auto"/>
          </w:tcPr>
          <w:p w14:paraId="69C3F46D" w14:textId="77777777" w:rsidR="00DC7196" w:rsidRPr="001C0CC4" w:rsidRDefault="00DC7196" w:rsidP="00DC7196">
            <w:pPr>
              <w:pStyle w:val="TAL"/>
              <w:keepNext w:val="0"/>
              <w:rPr>
                <w:noProof/>
                <w:sz w:val="16"/>
                <w:szCs w:val="16"/>
              </w:rPr>
            </w:pPr>
            <w:r w:rsidRPr="00492589">
              <w:rPr>
                <w:noProof/>
                <w:sz w:val="16"/>
                <w:szCs w:val="16"/>
              </w:rPr>
              <w:t>CR to TS 38.101-1: Replace CBW with symbols defined in the specification</w:t>
            </w:r>
          </w:p>
        </w:tc>
        <w:tc>
          <w:tcPr>
            <w:tcW w:w="708" w:type="dxa"/>
            <w:shd w:val="solid" w:color="FFFFFF" w:fill="auto"/>
          </w:tcPr>
          <w:p w14:paraId="1D84F0D0" w14:textId="77777777" w:rsidR="00DC7196" w:rsidRPr="001C0CC4" w:rsidRDefault="00DC7196" w:rsidP="00DC7196">
            <w:pPr>
              <w:pStyle w:val="TAC"/>
              <w:keepNext w:val="0"/>
              <w:rPr>
                <w:sz w:val="16"/>
                <w:szCs w:val="16"/>
              </w:rPr>
            </w:pPr>
            <w:r w:rsidRPr="00600E10">
              <w:rPr>
                <w:sz w:val="16"/>
                <w:szCs w:val="16"/>
              </w:rPr>
              <w:t>16.2.0</w:t>
            </w:r>
          </w:p>
        </w:tc>
      </w:tr>
      <w:tr w:rsidR="00DC7196" w:rsidRPr="001C0CC4" w14:paraId="3B334CEC" w14:textId="77777777" w:rsidTr="00DC7196">
        <w:trPr>
          <w:jc w:val="center"/>
        </w:trPr>
        <w:tc>
          <w:tcPr>
            <w:tcW w:w="800" w:type="dxa"/>
            <w:shd w:val="solid" w:color="FFFFFF" w:fill="auto"/>
          </w:tcPr>
          <w:p w14:paraId="5F9A64F3" w14:textId="77777777" w:rsidR="00DC7196" w:rsidRPr="008C22E9" w:rsidRDefault="00DC7196" w:rsidP="00DC7196">
            <w:pPr>
              <w:pStyle w:val="TAC"/>
              <w:keepNext w:val="0"/>
              <w:rPr>
                <w:sz w:val="16"/>
                <w:szCs w:val="16"/>
              </w:rPr>
            </w:pPr>
            <w:r>
              <w:rPr>
                <w:sz w:val="16"/>
                <w:szCs w:val="16"/>
              </w:rPr>
              <w:t>2019-12</w:t>
            </w:r>
          </w:p>
        </w:tc>
        <w:tc>
          <w:tcPr>
            <w:tcW w:w="800" w:type="dxa"/>
            <w:shd w:val="solid" w:color="FFFFFF" w:fill="auto"/>
          </w:tcPr>
          <w:p w14:paraId="411FAC46" w14:textId="77777777" w:rsidR="00DC7196" w:rsidRPr="00C57637" w:rsidRDefault="00DC7196" w:rsidP="00DC7196">
            <w:pPr>
              <w:pStyle w:val="TAC"/>
              <w:keepNext w:val="0"/>
              <w:rPr>
                <w:sz w:val="16"/>
                <w:szCs w:val="16"/>
              </w:rPr>
            </w:pPr>
            <w:r>
              <w:rPr>
                <w:sz w:val="16"/>
                <w:szCs w:val="16"/>
              </w:rPr>
              <w:t>RAN#86</w:t>
            </w:r>
          </w:p>
        </w:tc>
        <w:tc>
          <w:tcPr>
            <w:tcW w:w="944" w:type="dxa"/>
            <w:shd w:val="solid" w:color="FFFFFF" w:fill="auto"/>
          </w:tcPr>
          <w:p w14:paraId="7720C5C7" w14:textId="77777777" w:rsidR="00DC7196" w:rsidRPr="000F4553" w:rsidRDefault="00DC7196" w:rsidP="00DC7196">
            <w:pPr>
              <w:pStyle w:val="TAL"/>
              <w:rPr>
                <w:sz w:val="16"/>
                <w:szCs w:val="16"/>
              </w:rPr>
            </w:pPr>
            <w:r w:rsidRPr="002373A2">
              <w:rPr>
                <w:sz w:val="16"/>
                <w:szCs w:val="16"/>
              </w:rPr>
              <w:t>RP-193012</w:t>
            </w:r>
          </w:p>
        </w:tc>
        <w:tc>
          <w:tcPr>
            <w:tcW w:w="575" w:type="dxa"/>
            <w:shd w:val="solid" w:color="FFFFFF" w:fill="auto"/>
          </w:tcPr>
          <w:p w14:paraId="3F506704" w14:textId="77777777" w:rsidR="00DC7196" w:rsidRDefault="00DC7196" w:rsidP="00DC7196">
            <w:pPr>
              <w:pStyle w:val="TAL"/>
              <w:keepNext w:val="0"/>
              <w:rPr>
                <w:sz w:val="16"/>
                <w:szCs w:val="16"/>
              </w:rPr>
            </w:pPr>
            <w:r>
              <w:rPr>
                <w:sz w:val="16"/>
                <w:szCs w:val="16"/>
              </w:rPr>
              <w:t>0124</w:t>
            </w:r>
          </w:p>
        </w:tc>
        <w:tc>
          <w:tcPr>
            <w:tcW w:w="425" w:type="dxa"/>
            <w:shd w:val="solid" w:color="FFFFFF" w:fill="auto"/>
          </w:tcPr>
          <w:p w14:paraId="0A8CEAE2" w14:textId="77777777" w:rsidR="00DC7196" w:rsidRPr="001C0CC4" w:rsidRDefault="00DC7196" w:rsidP="00BB2256">
            <w:pPr>
              <w:pStyle w:val="TAR"/>
              <w:keepNext w:val="0"/>
              <w:jc w:val="center"/>
              <w:rPr>
                <w:sz w:val="16"/>
                <w:szCs w:val="16"/>
              </w:rPr>
            </w:pPr>
          </w:p>
        </w:tc>
        <w:tc>
          <w:tcPr>
            <w:tcW w:w="425" w:type="dxa"/>
            <w:shd w:val="solid" w:color="FFFFFF" w:fill="auto"/>
          </w:tcPr>
          <w:p w14:paraId="5B1B9F31"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4DB6F264" w14:textId="77777777" w:rsidR="00DC7196" w:rsidRPr="00492589" w:rsidRDefault="00DC7196" w:rsidP="00DC7196">
            <w:pPr>
              <w:pStyle w:val="TAL"/>
              <w:keepNext w:val="0"/>
              <w:rPr>
                <w:noProof/>
                <w:sz w:val="16"/>
                <w:szCs w:val="16"/>
              </w:rPr>
            </w:pPr>
            <w:r w:rsidRPr="007236B5">
              <w:rPr>
                <w:noProof/>
                <w:sz w:val="16"/>
                <w:szCs w:val="16"/>
              </w:rPr>
              <w:t>CR to reflect the completed NR inter band CA DC combinations for 2 bands DL with up to 2 bands UL into Rel16 TS 38.101-1</w:t>
            </w:r>
          </w:p>
        </w:tc>
        <w:tc>
          <w:tcPr>
            <w:tcW w:w="708" w:type="dxa"/>
            <w:shd w:val="solid" w:color="FFFFFF" w:fill="auto"/>
          </w:tcPr>
          <w:p w14:paraId="7E7DCD20" w14:textId="77777777" w:rsidR="00DC7196" w:rsidRPr="00600E10" w:rsidRDefault="00DC7196" w:rsidP="00DC7196">
            <w:pPr>
              <w:pStyle w:val="TAC"/>
              <w:keepNext w:val="0"/>
              <w:rPr>
                <w:sz w:val="16"/>
                <w:szCs w:val="16"/>
              </w:rPr>
            </w:pPr>
            <w:r>
              <w:rPr>
                <w:sz w:val="16"/>
                <w:szCs w:val="16"/>
              </w:rPr>
              <w:t>16.2.0</w:t>
            </w:r>
          </w:p>
        </w:tc>
      </w:tr>
      <w:tr w:rsidR="00DC7196" w:rsidRPr="001C0CC4" w14:paraId="0A5F6D87" w14:textId="77777777" w:rsidTr="00DC7196">
        <w:trPr>
          <w:jc w:val="center"/>
        </w:trPr>
        <w:tc>
          <w:tcPr>
            <w:tcW w:w="800" w:type="dxa"/>
            <w:shd w:val="solid" w:color="FFFFFF" w:fill="auto"/>
          </w:tcPr>
          <w:p w14:paraId="3A1ABCCC"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2EC9A76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09277389"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4987F7D4" w14:textId="77777777" w:rsidR="00DC7196" w:rsidRDefault="00DC7196" w:rsidP="00DC7196">
            <w:pPr>
              <w:pStyle w:val="TAL"/>
              <w:keepNext w:val="0"/>
              <w:rPr>
                <w:sz w:val="16"/>
                <w:szCs w:val="16"/>
              </w:rPr>
            </w:pPr>
            <w:r>
              <w:rPr>
                <w:sz w:val="16"/>
                <w:szCs w:val="16"/>
              </w:rPr>
              <w:t>0125</w:t>
            </w:r>
          </w:p>
        </w:tc>
        <w:tc>
          <w:tcPr>
            <w:tcW w:w="425" w:type="dxa"/>
            <w:shd w:val="solid" w:color="FFFFFF" w:fill="auto"/>
          </w:tcPr>
          <w:p w14:paraId="003B6E8A" w14:textId="77777777" w:rsidR="00DC7196" w:rsidRPr="001C0CC4" w:rsidRDefault="00DC7196" w:rsidP="00BB2256">
            <w:pPr>
              <w:pStyle w:val="TAR"/>
              <w:keepNext w:val="0"/>
              <w:jc w:val="center"/>
              <w:rPr>
                <w:sz w:val="16"/>
                <w:szCs w:val="16"/>
              </w:rPr>
            </w:pPr>
          </w:p>
        </w:tc>
        <w:tc>
          <w:tcPr>
            <w:tcW w:w="425" w:type="dxa"/>
            <w:shd w:val="solid" w:color="FFFFFF" w:fill="auto"/>
          </w:tcPr>
          <w:p w14:paraId="030C548A"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0B13F2A7" w14:textId="77777777" w:rsidR="00DC7196" w:rsidRPr="00492589" w:rsidRDefault="00DC7196" w:rsidP="00DC7196">
            <w:pPr>
              <w:pStyle w:val="TAL"/>
              <w:keepNext w:val="0"/>
              <w:rPr>
                <w:noProof/>
                <w:sz w:val="16"/>
                <w:szCs w:val="16"/>
              </w:rPr>
            </w:pPr>
            <w:r w:rsidRPr="0041321A">
              <w:rPr>
                <w:noProof/>
                <w:sz w:val="16"/>
                <w:szCs w:val="16"/>
              </w:rPr>
              <w:t>CR to reflect the completed NR inter band CA DC combinations for 3 bands DL with 2 bands UL into Rel16 TS 38.101-1</w:t>
            </w:r>
          </w:p>
        </w:tc>
        <w:tc>
          <w:tcPr>
            <w:tcW w:w="708" w:type="dxa"/>
            <w:shd w:val="solid" w:color="FFFFFF" w:fill="auto"/>
          </w:tcPr>
          <w:p w14:paraId="17509B38"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536B144F" w14:textId="77777777" w:rsidTr="00DC7196">
        <w:trPr>
          <w:jc w:val="center"/>
        </w:trPr>
        <w:tc>
          <w:tcPr>
            <w:tcW w:w="800" w:type="dxa"/>
            <w:shd w:val="solid" w:color="FFFFFF" w:fill="auto"/>
          </w:tcPr>
          <w:p w14:paraId="09F99C64"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47F156F9"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10A257DA"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3F1109A2" w14:textId="77777777" w:rsidR="00DC7196" w:rsidRDefault="00DC7196" w:rsidP="00DC7196">
            <w:pPr>
              <w:pStyle w:val="TAL"/>
              <w:keepNext w:val="0"/>
              <w:rPr>
                <w:sz w:val="16"/>
                <w:szCs w:val="16"/>
              </w:rPr>
            </w:pPr>
            <w:r>
              <w:rPr>
                <w:sz w:val="16"/>
                <w:szCs w:val="16"/>
              </w:rPr>
              <w:t>0126</w:t>
            </w:r>
          </w:p>
        </w:tc>
        <w:tc>
          <w:tcPr>
            <w:tcW w:w="425" w:type="dxa"/>
            <w:shd w:val="solid" w:color="FFFFFF" w:fill="auto"/>
          </w:tcPr>
          <w:p w14:paraId="0BAB519D" w14:textId="77777777" w:rsidR="00DC7196" w:rsidRPr="001C0CC4" w:rsidRDefault="00DC7196" w:rsidP="00BB2256">
            <w:pPr>
              <w:pStyle w:val="TAR"/>
              <w:keepNext w:val="0"/>
              <w:jc w:val="center"/>
              <w:rPr>
                <w:sz w:val="16"/>
                <w:szCs w:val="16"/>
              </w:rPr>
            </w:pPr>
          </w:p>
        </w:tc>
        <w:tc>
          <w:tcPr>
            <w:tcW w:w="425" w:type="dxa"/>
            <w:shd w:val="solid" w:color="FFFFFF" w:fill="auto"/>
          </w:tcPr>
          <w:p w14:paraId="4666ABA2" w14:textId="77777777" w:rsidR="00DC7196" w:rsidRDefault="00DC7196" w:rsidP="00BB2256">
            <w:pPr>
              <w:pStyle w:val="TAC"/>
              <w:keepNext w:val="0"/>
              <w:rPr>
                <w:sz w:val="16"/>
                <w:szCs w:val="16"/>
              </w:rPr>
            </w:pPr>
            <w:r>
              <w:rPr>
                <w:sz w:val="16"/>
                <w:szCs w:val="16"/>
              </w:rPr>
              <w:t>F</w:t>
            </w:r>
          </w:p>
        </w:tc>
        <w:tc>
          <w:tcPr>
            <w:tcW w:w="4962" w:type="dxa"/>
            <w:shd w:val="solid" w:color="FFFFFF" w:fill="auto"/>
          </w:tcPr>
          <w:p w14:paraId="6BD33725" w14:textId="77777777" w:rsidR="00DC7196" w:rsidRPr="00492589" w:rsidRDefault="00DC7196" w:rsidP="00DC7196">
            <w:pPr>
              <w:pStyle w:val="TAL"/>
              <w:keepNext w:val="0"/>
              <w:rPr>
                <w:noProof/>
                <w:sz w:val="16"/>
                <w:szCs w:val="16"/>
              </w:rPr>
            </w:pPr>
            <w:r w:rsidRPr="0041321A">
              <w:rPr>
                <w:noProof/>
                <w:sz w:val="16"/>
                <w:szCs w:val="16"/>
              </w:rPr>
              <w:t>CR to remove square brackets for n90 in TS38.101-1</w:t>
            </w:r>
          </w:p>
        </w:tc>
        <w:tc>
          <w:tcPr>
            <w:tcW w:w="708" w:type="dxa"/>
            <w:shd w:val="solid" w:color="FFFFFF" w:fill="auto"/>
          </w:tcPr>
          <w:p w14:paraId="20F789B8"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032964C5" w14:textId="77777777" w:rsidTr="00DC7196">
        <w:trPr>
          <w:jc w:val="center"/>
        </w:trPr>
        <w:tc>
          <w:tcPr>
            <w:tcW w:w="800" w:type="dxa"/>
            <w:shd w:val="solid" w:color="FFFFFF" w:fill="auto"/>
          </w:tcPr>
          <w:p w14:paraId="4DF70AF1"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196B9D2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50781C88" w14:textId="77777777" w:rsidR="00DC7196" w:rsidRPr="000F4553" w:rsidRDefault="00DC7196" w:rsidP="00DC7196">
            <w:pPr>
              <w:pStyle w:val="TAL"/>
              <w:keepNext w:val="0"/>
              <w:rPr>
                <w:sz w:val="16"/>
                <w:szCs w:val="16"/>
              </w:rPr>
            </w:pPr>
            <w:r w:rsidRPr="00BC34C7">
              <w:rPr>
                <w:sz w:val="16"/>
                <w:szCs w:val="16"/>
              </w:rPr>
              <w:t>RP-193028</w:t>
            </w:r>
          </w:p>
        </w:tc>
        <w:tc>
          <w:tcPr>
            <w:tcW w:w="575" w:type="dxa"/>
            <w:shd w:val="solid" w:color="FFFFFF" w:fill="auto"/>
          </w:tcPr>
          <w:p w14:paraId="2AEB7EED" w14:textId="77777777" w:rsidR="00DC7196" w:rsidRDefault="00DC7196" w:rsidP="00DC7196">
            <w:pPr>
              <w:pStyle w:val="TAL"/>
              <w:keepNext w:val="0"/>
              <w:rPr>
                <w:sz w:val="16"/>
                <w:szCs w:val="16"/>
              </w:rPr>
            </w:pPr>
            <w:r>
              <w:rPr>
                <w:sz w:val="16"/>
                <w:szCs w:val="16"/>
              </w:rPr>
              <w:t>0128</w:t>
            </w:r>
          </w:p>
        </w:tc>
        <w:tc>
          <w:tcPr>
            <w:tcW w:w="425" w:type="dxa"/>
            <w:shd w:val="solid" w:color="FFFFFF" w:fill="auto"/>
          </w:tcPr>
          <w:p w14:paraId="277104B2" w14:textId="77777777" w:rsidR="00DC7196" w:rsidRPr="001C0CC4" w:rsidRDefault="00DC7196" w:rsidP="00BB2256">
            <w:pPr>
              <w:pStyle w:val="TAR"/>
              <w:keepNext w:val="0"/>
              <w:jc w:val="center"/>
              <w:rPr>
                <w:sz w:val="16"/>
                <w:szCs w:val="16"/>
              </w:rPr>
            </w:pPr>
          </w:p>
        </w:tc>
        <w:tc>
          <w:tcPr>
            <w:tcW w:w="425" w:type="dxa"/>
            <w:shd w:val="solid" w:color="FFFFFF" w:fill="auto"/>
          </w:tcPr>
          <w:p w14:paraId="35CDD5CA"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348F77E8" w14:textId="77777777" w:rsidR="00DC7196" w:rsidRPr="00492589" w:rsidRDefault="00DC7196" w:rsidP="00DC7196">
            <w:pPr>
              <w:pStyle w:val="TAL"/>
              <w:keepNext w:val="0"/>
              <w:rPr>
                <w:noProof/>
                <w:sz w:val="16"/>
                <w:szCs w:val="16"/>
              </w:rPr>
            </w:pPr>
            <w:r w:rsidRPr="0041321A">
              <w:rPr>
                <w:noProof/>
                <w:sz w:val="16"/>
                <w:szCs w:val="16"/>
              </w:rPr>
              <w:t>CR for TS38.101-1, Clarification and Editorial corrections</w:t>
            </w:r>
          </w:p>
        </w:tc>
        <w:tc>
          <w:tcPr>
            <w:tcW w:w="708" w:type="dxa"/>
            <w:shd w:val="solid" w:color="FFFFFF" w:fill="auto"/>
          </w:tcPr>
          <w:p w14:paraId="7EF7CABB"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1267DE99" w14:textId="77777777" w:rsidTr="00DC7196">
        <w:trPr>
          <w:jc w:val="center"/>
        </w:trPr>
        <w:tc>
          <w:tcPr>
            <w:tcW w:w="800" w:type="dxa"/>
            <w:shd w:val="solid" w:color="FFFFFF" w:fill="auto"/>
          </w:tcPr>
          <w:p w14:paraId="660B7E5B"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1FB4A0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00536DF3"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1BADA55F" w14:textId="77777777" w:rsidR="00DC7196" w:rsidRDefault="00DC7196" w:rsidP="00DC7196">
            <w:pPr>
              <w:pStyle w:val="TAL"/>
              <w:keepNext w:val="0"/>
              <w:rPr>
                <w:sz w:val="16"/>
                <w:szCs w:val="16"/>
              </w:rPr>
            </w:pPr>
            <w:r>
              <w:rPr>
                <w:sz w:val="16"/>
                <w:szCs w:val="16"/>
              </w:rPr>
              <w:t>0132</w:t>
            </w:r>
          </w:p>
        </w:tc>
        <w:tc>
          <w:tcPr>
            <w:tcW w:w="425" w:type="dxa"/>
            <w:shd w:val="solid" w:color="FFFFFF" w:fill="auto"/>
          </w:tcPr>
          <w:p w14:paraId="6FADF9CA" w14:textId="77777777" w:rsidR="00DC7196" w:rsidRPr="001C0CC4" w:rsidRDefault="00DC7196" w:rsidP="00BB2256">
            <w:pPr>
              <w:pStyle w:val="TAR"/>
              <w:keepNext w:val="0"/>
              <w:jc w:val="center"/>
              <w:rPr>
                <w:sz w:val="16"/>
                <w:szCs w:val="16"/>
              </w:rPr>
            </w:pPr>
          </w:p>
        </w:tc>
        <w:tc>
          <w:tcPr>
            <w:tcW w:w="425" w:type="dxa"/>
            <w:shd w:val="solid" w:color="FFFFFF" w:fill="auto"/>
          </w:tcPr>
          <w:p w14:paraId="00549F2A"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496ACD92" w14:textId="77777777" w:rsidR="00DC7196" w:rsidRPr="00492589" w:rsidRDefault="00DC7196" w:rsidP="00DC7196">
            <w:pPr>
              <w:pStyle w:val="TAL"/>
              <w:keepNext w:val="0"/>
              <w:rPr>
                <w:noProof/>
                <w:sz w:val="16"/>
                <w:szCs w:val="16"/>
              </w:rPr>
            </w:pPr>
            <w:r w:rsidRPr="0041321A">
              <w:rPr>
                <w:noProof/>
                <w:sz w:val="16"/>
                <w:szCs w:val="16"/>
              </w:rPr>
              <w:t>Introducing NR inter-band CA for 3DL Bands and 1UL band for 38.101-1</w:t>
            </w:r>
          </w:p>
        </w:tc>
        <w:tc>
          <w:tcPr>
            <w:tcW w:w="708" w:type="dxa"/>
            <w:shd w:val="solid" w:color="FFFFFF" w:fill="auto"/>
          </w:tcPr>
          <w:p w14:paraId="215D468A"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235E1D3A" w14:textId="77777777" w:rsidTr="00DC7196">
        <w:trPr>
          <w:jc w:val="center"/>
        </w:trPr>
        <w:tc>
          <w:tcPr>
            <w:tcW w:w="800" w:type="dxa"/>
            <w:shd w:val="solid" w:color="FFFFFF" w:fill="auto"/>
          </w:tcPr>
          <w:p w14:paraId="35D34B7B"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0603747F"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D98D233" w14:textId="77777777" w:rsidR="00DC7196" w:rsidRPr="000F4553" w:rsidRDefault="00DC7196" w:rsidP="00DC7196">
            <w:pPr>
              <w:pStyle w:val="TAL"/>
              <w:rPr>
                <w:sz w:val="16"/>
                <w:szCs w:val="16"/>
              </w:rPr>
            </w:pPr>
            <w:r w:rsidRPr="000A1A46">
              <w:rPr>
                <w:sz w:val="16"/>
                <w:szCs w:val="16"/>
              </w:rPr>
              <w:t>RP-193029</w:t>
            </w:r>
          </w:p>
        </w:tc>
        <w:tc>
          <w:tcPr>
            <w:tcW w:w="575" w:type="dxa"/>
            <w:shd w:val="solid" w:color="FFFFFF" w:fill="auto"/>
          </w:tcPr>
          <w:p w14:paraId="7AC4D2DA" w14:textId="77777777" w:rsidR="00DC7196" w:rsidRDefault="00DC7196" w:rsidP="00DC7196">
            <w:pPr>
              <w:pStyle w:val="TAL"/>
              <w:keepNext w:val="0"/>
              <w:rPr>
                <w:sz w:val="16"/>
                <w:szCs w:val="16"/>
              </w:rPr>
            </w:pPr>
            <w:r>
              <w:rPr>
                <w:sz w:val="16"/>
                <w:szCs w:val="16"/>
              </w:rPr>
              <w:t>0133</w:t>
            </w:r>
          </w:p>
        </w:tc>
        <w:tc>
          <w:tcPr>
            <w:tcW w:w="425" w:type="dxa"/>
            <w:shd w:val="solid" w:color="FFFFFF" w:fill="auto"/>
          </w:tcPr>
          <w:p w14:paraId="6BD9FDB6" w14:textId="77777777" w:rsidR="00DC7196" w:rsidRPr="001C0CC4" w:rsidRDefault="00DC7196" w:rsidP="00BB2256">
            <w:pPr>
              <w:pStyle w:val="TAR"/>
              <w:keepNext w:val="0"/>
              <w:jc w:val="center"/>
              <w:rPr>
                <w:sz w:val="16"/>
                <w:szCs w:val="16"/>
              </w:rPr>
            </w:pPr>
          </w:p>
        </w:tc>
        <w:tc>
          <w:tcPr>
            <w:tcW w:w="425" w:type="dxa"/>
            <w:shd w:val="solid" w:color="FFFFFF" w:fill="auto"/>
          </w:tcPr>
          <w:p w14:paraId="24E72D86"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53CA31A4" w14:textId="77777777" w:rsidR="00DC7196" w:rsidRPr="00492589" w:rsidRDefault="00DC7196" w:rsidP="00DC7196">
            <w:pPr>
              <w:pStyle w:val="TAL"/>
              <w:keepNext w:val="0"/>
              <w:rPr>
                <w:noProof/>
                <w:sz w:val="16"/>
                <w:szCs w:val="16"/>
              </w:rPr>
            </w:pPr>
            <w:r w:rsidRPr="00414F42">
              <w:rPr>
                <w:noProof/>
                <w:sz w:val="16"/>
                <w:szCs w:val="16"/>
              </w:rPr>
              <w:t>Adding band n71 and n28 to 4 Rx antenna ports support in 38.101-1</w:t>
            </w:r>
          </w:p>
        </w:tc>
        <w:tc>
          <w:tcPr>
            <w:tcW w:w="708" w:type="dxa"/>
            <w:shd w:val="solid" w:color="FFFFFF" w:fill="auto"/>
          </w:tcPr>
          <w:p w14:paraId="0EDF30C1"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44AF084A" w14:textId="77777777" w:rsidTr="00DC7196">
        <w:trPr>
          <w:jc w:val="center"/>
        </w:trPr>
        <w:tc>
          <w:tcPr>
            <w:tcW w:w="800" w:type="dxa"/>
            <w:shd w:val="solid" w:color="FFFFFF" w:fill="auto"/>
          </w:tcPr>
          <w:p w14:paraId="6C940DFD"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06E98D89"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8E78687" w14:textId="77777777" w:rsidR="00DC7196" w:rsidRPr="000F4553" w:rsidRDefault="00DC7196" w:rsidP="00DC7196">
            <w:pPr>
              <w:pStyle w:val="TAL"/>
              <w:keepNext w:val="0"/>
              <w:rPr>
                <w:sz w:val="16"/>
                <w:szCs w:val="16"/>
              </w:rPr>
            </w:pPr>
            <w:r w:rsidRPr="00BC34C7">
              <w:rPr>
                <w:sz w:val="16"/>
                <w:szCs w:val="16"/>
              </w:rPr>
              <w:t>RP-193028</w:t>
            </w:r>
          </w:p>
        </w:tc>
        <w:tc>
          <w:tcPr>
            <w:tcW w:w="575" w:type="dxa"/>
            <w:shd w:val="solid" w:color="FFFFFF" w:fill="auto"/>
          </w:tcPr>
          <w:p w14:paraId="7520C700" w14:textId="77777777" w:rsidR="00DC7196" w:rsidRDefault="00DC7196" w:rsidP="00DC7196">
            <w:pPr>
              <w:pStyle w:val="TAL"/>
              <w:keepNext w:val="0"/>
              <w:rPr>
                <w:sz w:val="16"/>
                <w:szCs w:val="16"/>
              </w:rPr>
            </w:pPr>
            <w:r>
              <w:rPr>
                <w:sz w:val="16"/>
                <w:szCs w:val="16"/>
              </w:rPr>
              <w:t>0137</w:t>
            </w:r>
          </w:p>
        </w:tc>
        <w:tc>
          <w:tcPr>
            <w:tcW w:w="425" w:type="dxa"/>
            <w:shd w:val="solid" w:color="FFFFFF" w:fill="auto"/>
          </w:tcPr>
          <w:p w14:paraId="057F42AA" w14:textId="77777777" w:rsidR="00DC7196" w:rsidRPr="001C0CC4" w:rsidRDefault="00DC7196" w:rsidP="00BB2256">
            <w:pPr>
              <w:pStyle w:val="TAR"/>
              <w:keepNext w:val="0"/>
              <w:jc w:val="center"/>
              <w:rPr>
                <w:sz w:val="16"/>
                <w:szCs w:val="16"/>
              </w:rPr>
            </w:pPr>
          </w:p>
        </w:tc>
        <w:tc>
          <w:tcPr>
            <w:tcW w:w="425" w:type="dxa"/>
            <w:shd w:val="solid" w:color="FFFFFF" w:fill="auto"/>
          </w:tcPr>
          <w:p w14:paraId="7E2D2A61"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25BFB50A" w14:textId="77777777" w:rsidR="00DC7196" w:rsidRPr="00492589" w:rsidRDefault="00DC7196" w:rsidP="00DC7196">
            <w:pPr>
              <w:pStyle w:val="TAL"/>
              <w:rPr>
                <w:noProof/>
                <w:sz w:val="16"/>
                <w:szCs w:val="16"/>
              </w:rPr>
            </w:pPr>
            <w:r w:rsidRPr="00B858D5">
              <w:rPr>
                <w:noProof/>
                <w:sz w:val="16"/>
                <w:szCs w:val="16"/>
              </w:rPr>
              <w:t>CR for TS 38.101-1: Editorial correction for n2 uplink configuration note index in Table 7.3.2-3</w:t>
            </w:r>
          </w:p>
        </w:tc>
        <w:tc>
          <w:tcPr>
            <w:tcW w:w="708" w:type="dxa"/>
            <w:shd w:val="solid" w:color="FFFFFF" w:fill="auto"/>
          </w:tcPr>
          <w:p w14:paraId="46910664"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3761B3B1" w14:textId="77777777" w:rsidTr="00DC7196">
        <w:trPr>
          <w:jc w:val="center"/>
        </w:trPr>
        <w:tc>
          <w:tcPr>
            <w:tcW w:w="800" w:type="dxa"/>
            <w:shd w:val="solid" w:color="FFFFFF" w:fill="auto"/>
          </w:tcPr>
          <w:p w14:paraId="09DDD02F"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1D8851A0"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11B02398" w14:textId="77777777" w:rsidR="00DC7196" w:rsidRPr="000F4553" w:rsidRDefault="00DC7196" w:rsidP="00DC7196">
            <w:pPr>
              <w:pStyle w:val="TAL"/>
              <w:keepNext w:val="0"/>
              <w:rPr>
                <w:sz w:val="16"/>
                <w:szCs w:val="16"/>
              </w:rPr>
            </w:pPr>
            <w:r w:rsidRPr="00BC34C7">
              <w:rPr>
                <w:sz w:val="16"/>
                <w:szCs w:val="16"/>
              </w:rPr>
              <w:t>RP-193028</w:t>
            </w:r>
          </w:p>
        </w:tc>
        <w:tc>
          <w:tcPr>
            <w:tcW w:w="575" w:type="dxa"/>
            <w:shd w:val="solid" w:color="FFFFFF" w:fill="auto"/>
          </w:tcPr>
          <w:p w14:paraId="2D524819" w14:textId="77777777" w:rsidR="00DC7196" w:rsidRDefault="00DC7196" w:rsidP="00DC7196">
            <w:pPr>
              <w:pStyle w:val="TAL"/>
              <w:keepNext w:val="0"/>
              <w:rPr>
                <w:sz w:val="16"/>
                <w:szCs w:val="16"/>
              </w:rPr>
            </w:pPr>
            <w:r>
              <w:rPr>
                <w:sz w:val="16"/>
                <w:szCs w:val="16"/>
              </w:rPr>
              <w:t>0138</w:t>
            </w:r>
          </w:p>
        </w:tc>
        <w:tc>
          <w:tcPr>
            <w:tcW w:w="425" w:type="dxa"/>
            <w:shd w:val="solid" w:color="FFFFFF" w:fill="auto"/>
          </w:tcPr>
          <w:p w14:paraId="48A4C4AB" w14:textId="77777777" w:rsidR="00DC7196" w:rsidRPr="001C0CC4" w:rsidRDefault="00DC7196" w:rsidP="00BB2256">
            <w:pPr>
              <w:pStyle w:val="TAR"/>
              <w:keepNext w:val="0"/>
              <w:jc w:val="center"/>
              <w:rPr>
                <w:sz w:val="16"/>
                <w:szCs w:val="16"/>
              </w:rPr>
            </w:pPr>
          </w:p>
        </w:tc>
        <w:tc>
          <w:tcPr>
            <w:tcW w:w="425" w:type="dxa"/>
            <w:shd w:val="solid" w:color="FFFFFF" w:fill="auto"/>
          </w:tcPr>
          <w:p w14:paraId="7419A8F0"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1772F0B5" w14:textId="77777777" w:rsidR="00DC7196" w:rsidRPr="00492589" w:rsidRDefault="00DC7196" w:rsidP="00DC7196">
            <w:pPr>
              <w:pStyle w:val="TAL"/>
              <w:keepNext w:val="0"/>
              <w:rPr>
                <w:noProof/>
                <w:sz w:val="16"/>
                <w:szCs w:val="16"/>
              </w:rPr>
            </w:pPr>
            <w:r w:rsidRPr="00B858D5">
              <w:rPr>
                <w:noProof/>
                <w:sz w:val="16"/>
                <w:szCs w:val="16"/>
              </w:rPr>
              <w:t>CR to TS 38.101-1 on A-MPR table cleanup (Rel-16)</w:t>
            </w:r>
          </w:p>
        </w:tc>
        <w:tc>
          <w:tcPr>
            <w:tcW w:w="708" w:type="dxa"/>
            <w:shd w:val="solid" w:color="FFFFFF" w:fill="auto"/>
          </w:tcPr>
          <w:p w14:paraId="2F890A6D"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6BDCAC6C" w14:textId="77777777" w:rsidTr="00DC7196">
        <w:trPr>
          <w:jc w:val="center"/>
        </w:trPr>
        <w:tc>
          <w:tcPr>
            <w:tcW w:w="800" w:type="dxa"/>
            <w:shd w:val="solid" w:color="FFFFFF" w:fill="auto"/>
          </w:tcPr>
          <w:p w14:paraId="3A375AB4"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789F7737"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18AD724B"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51065DB8" w14:textId="77777777" w:rsidR="00DC7196" w:rsidRDefault="00DC7196" w:rsidP="00DC7196">
            <w:pPr>
              <w:pStyle w:val="TAL"/>
              <w:keepNext w:val="0"/>
              <w:rPr>
                <w:sz w:val="16"/>
                <w:szCs w:val="16"/>
              </w:rPr>
            </w:pPr>
            <w:r>
              <w:rPr>
                <w:sz w:val="16"/>
                <w:szCs w:val="16"/>
              </w:rPr>
              <w:t>0140</w:t>
            </w:r>
          </w:p>
        </w:tc>
        <w:tc>
          <w:tcPr>
            <w:tcW w:w="425" w:type="dxa"/>
            <w:shd w:val="solid" w:color="FFFFFF" w:fill="auto"/>
          </w:tcPr>
          <w:p w14:paraId="7C4637B4" w14:textId="77777777" w:rsidR="00DC7196" w:rsidRPr="001C0CC4" w:rsidRDefault="00DC7196" w:rsidP="00BB2256">
            <w:pPr>
              <w:pStyle w:val="TAR"/>
              <w:keepNext w:val="0"/>
              <w:jc w:val="center"/>
              <w:rPr>
                <w:sz w:val="16"/>
                <w:szCs w:val="16"/>
              </w:rPr>
            </w:pPr>
          </w:p>
        </w:tc>
        <w:tc>
          <w:tcPr>
            <w:tcW w:w="425" w:type="dxa"/>
            <w:shd w:val="solid" w:color="FFFFFF" w:fill="auto"/>
          </w:tcPr>
          <w:p w14:paraId="2CD3E8C1"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58951166" w14:textId="77777777" w:rsidR="00DC7196" w:rsidRPr="00492589" w:rsidRDefault="00DC7196" w:rsidP="00DC7196">
            <w:pPr>
              <w:pStyle w:val="TAL"/>
              <w:keepNext w:val="0"/>
              <w:rPr>
                <w:noProof/>
                <w:sz w:val="16"/>
                <w:szCs w:val="16"/>
              </w:rPr>
            </w:pPr>
            <w:r w:rsidRPr="00B858D5">
              <w:rPr>
                <w:noProof/>
                <w:sz w:val="16"/>
                <w:szCs w:val="16"/>
              </w:rPr>
              <w:t>CR for TS 38.101-1: Removing CA configurations for CA_n77D/E, CA_n78D/E, and CA_n79D/E</w:t>
            </w:r>
          </w:p>
        </w:tc>
        <w:tc>
          <w:tcPr>
            <w:tcW w:w="708" w:type="dxa"/>
            <w:shd w:val="solid" w:color="FFFFFF" w:fill="auto"/>
          </w:tcPr>
          <w:p w14:paraId="69C9555C"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3DC72A0F" w14:textId="77777777" w:rsidTr="00DC7196">
        <w:trPr>
          <w:jc w:val="center"/>
        </w:trPr>
        <w:tc>
          <w:tcPr>
            <w:tcW w:w="800" w:type="dxa"/>
            <w:shd w:val="solid" w:color="FFFFFF" w:fill="auto"/>
          </w:tcPr>
          <w:p w14:paraId="0BCF8AB2" w14:textId="77777777" w:rsidR="00DC7196" w:rsidRPr="008C22E9" w:rsidRDefault="00DC7196" w:rsidP="00DC7196">
            <w:pPr>
              <w:pStyle w:val="TAC"/>
              <w:keepNext w:val="0"/>
              <w:rPr>
                <w:sz w:val="16"/>
                <w:szCs w:val="16"/>
              </w:rPr>
            </w:pPr>
            <w:r>
              <w:rPr>
                <w:sz w:val="16"/>
                <w:szCs w:val="16"/>
              </w:rPr>
              <w:t>2019-12</w:t>
            </w:r>
          </w:p>
        </w:tc>
        <w:tc>
          <w:tcPr>
            <w:tcW w:w="800" w:type="dxa"/>
            <w:shd w:val="solid" w:color="FFFFFF" w:fill="auto"/>
          </w:tcPr>
          <w:p w14:paraId="34089207" w14:textId="77777777" w:rsidR="00DC7196" w:rsidRPr="00C57637" w:rsidRDefault="00DC7196" w:rsidP="00DC7196">
            <w:pPr>
              <w:pStyle w:val="TAC"/>
              <w:keepNext w:val="0"/>
              <w:rPr>
                <w:sz w:val="16"/>
                <w:szCs w:val="16"/>
              </w:rPr>
            </w:pPr>
            <w:r>
              <w:rPr>
                <w:sz w:val="16"/>
                <w:szCs w:val="16"/>
              </w:rPr>
              <w:t>RAN#86</w:t>
            </w:r>
          </w:p>
        </w:tc>
        <w:tc>
          <w:tcPr>
            <w:tcW w:w="944" w:type="dxa"/>
            <w:shd w:val="solid" w:color="FFFFFF" w:fill="auto"/>
          </w:tcPr>
          <w:p w14:paraId="47D6D555"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17C2FFF6" w14:textId="77777777" w:rsidR="00DC7196" w:rsidRDefault="00DC7196" w:rsidP="00DC7196">
            <w:pPr>
              <w:pStyle w:val="TAL"/>
              <w:keepNext w:val="0"/>
              <w:rPr>
                <w:sz w:val="16"/>
                <w:szCs w:val="16"/>
              </w:rPr>
            </w:pPr>
            <w:r>
              <w:rPr>
                <w:sz w:val="16"/>
                <w:szCs w:val="16"/>
              </w:rPr>
              <w:t>0144</w:t>
            </w:r>
          </w:p>
        </w:tc>
        <w:tc>
          <w:tcPr>
            <w:tcW w:w="425" w:type="dxa"/>
            <w:shd w:val="solid" w:color="FFFFFF" w:fill="auto"/>
          </w:tcPr>
          <w:p w14:paraId="2EE2514B" w14:textId="77777777" w:rsidR="00DC7196" w:rsidRPr="001C0CC4" w:rsidRDefault="00DC7196" w:rsidP="00BB2256">
            <w:pPr>
              <w:pStyle w:val="TAR"/>
              <w:keepNext w:val="0"/>
              <w:jc w:val="center"/>
              <w:rPr>
                <w:sz w:val="16"/>
                <w:szCs w:val="16"/>
              </w:rPr>
            </w:pPr>
          </w:p>
        </w:tc>
        <w:tc>
          <w:tcPr>
            <w:tcW w:w="425" w:type="dxa"/>
            <w:shd w:val="solid" w:color="FFFFFF" w:fill="auto"/>
          </w:tcPr>
          <w:p w14:paraId="3B556451"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55F6487F" w14:textId="77777777" w:rsidR="00DC7196" w:rsidRPr="00492589" w:rsidRDefault="00DC7196" w:rsidP="00DC7196">
            <w:pPr>
              <w:pStyle w:val="TAL"/>
              <w:keepNext w:val="0"/>
              <w:rPr>
                <w:noProof/>
                <w:sz w:val="16"/>
                <w:szCs w:val="16"/>
              </w:rPr>
            </w:pPr>
            <w:r w:rsidRPr="00B858D5">
              <w:rPr>
                <w:noProof/>
                <w:sz w:val="16"/>
                <w:szCs w:val="16"/>
              </w:rPr>
              <w:t>CR for TS 38.101-1: Fix out-of-band blocking issue for n50 and n75</w:t>
            </w:r>
          </w:p>
        </w:tc>
        <w:tc>
          <w:tcPr>
            <w:tcW w:w="708" w:type="dxa"/>
            <w:shd w:val="solid" w:color="FFFFFF" w:fill="auto"/>
          </w:tcPr>
          <w:p w14:paraId="64481E81" w14:textId="77777777" w:rsidR="00DC7196" w:rsidRPr="00600E10" w:rsidRDefault="00DC7196" w:rsidP="00DC7196">
            <w:pPr>
              <w:pStyle w:val="TAC"/>
              <w:keepNext w:val="0"/>
              <w:rPr>
                <w:sz w:val="16"/>
                <w:szCs w:val="16"/>
              </w:rPr>
            </w:pPr>
            <w:r>
              <w:rPr>
                <w:sz w:val="16"/>
                <w:szCs w:val="16"/>
              </w:rPr>
              <w:t>16.2.0</w:t>
            </w:r>
          </w:p>
        </w:tc>
      </w:tr>
      <w:tr w:rsidR="00DC7196" w:rsidRPr="001C0CC4" w14:paraId="770CF40E" w14:textId="77777777" w:rsidTr="00DC7196">
        <w:trPr>
          <w:jc w:val="center"/>
        </w:trPr>
        <w:tc>
          <w:tcPr>
            <w:tcW w:w="800" w:type="dxa"/>
            <w:shd w:val="solid" w:color="FFFFFF" w:fill="auto"/>
          </w:tcPr>
          <w:p w14:paraId="1CA54A35"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0C1C950B"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3F8E8CE8"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5AC065D0" w14:textId="77777777" w:rsidR="00DC7196" w:rsidRDefault="00DC7196" w:rsidP="00DC7196">
            <w:pPr>
              <w:pStyle w:val="TAL"/>
              <w:keepNext w:val="0"/>
              <w:rPr>
                <w:sz w:val="16"/>
                <w:szCs w:val="16"/>
              </w:rPr>
            </w:pPr>
            <w:r>
              <w:rPr>
                <w:sz w:val="16"/>
                <w:szCs w:val="16"/>
              </w:rPr>
              <w:t>0146</w:t>
            </w:r>
          </w:p>
        </w:tc>
        <w:tc>
          <w:tcPr>
            <w:tcW w:w="425" w:type="dxa"/>
            <w:shd w:val="solid" w:color="FFFFFF" w:fill="auto"/>
          </w:tcPr>
          <w:p w14:paraId="220ECBFC" w14:textId="77777777" w:rsidR="00DC7196" w:rsidRPr="001C0CC4" w:rsidRDefault="00DC7196" w:rsidP="00BB2256">
            <w:pPr>
              <w:pStyle w:val="TAR"/>
              <w:keepNext w:val="0"/>
              <w:jc w:val="center"/>
              <w:rPr>
                <w:sz w:val="16"/>
                <w:szCs w:val="16"/>
              </w:rPr>
            </w:pPr>
          </w:p>
        </w:tc>
        <w:tc>
          <w:tcPr>
            <w:tcW w:w="425" w:type="dxa"/>
            <w:shd w:val="solid" w:color="FFFFFF" w:fill="auto"/>
          </w:tcPr>
          <w:p w14:paraId="2CB439D8"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191BEF42" w14:textId="77777777" w:rsidR="00DC7196" w:rsidRPr="00492589" w:rsidRDefault="00DC7196" w:rsidP="00DC7196">
            <w:pPr>
              <w:pStyle w:val="TAL"/>
              <w:keepNext w:val="0"/>
              <w:rPr>
                <w:noProof/>
                <w:sz w:val="16"/>
                <w:szCs w:val="16"/>
              </w:rPr>
            </w:pPr>
            <w:r w:rsidRPr="00EB1027">
              <w:rPr>
                <w:noProof/>
                <w:sz w:val="16"/>
                <w:szCs w:val="16"/>
              </w:rPr>
              <w:t>CR to TS 38.101-1 on corrections to channel raster entries for NR band (Rel-16)</w:t>
            </w:r>
          </w:p>
        </w:tc>
        <w:tc>
          <w:tcPr>
            <w:tcW w:w="708" w:type="dxa"/>
            <w:shd w:val="solid" w:color="FFFFFF" w:fill="auto"/>
          </w:tcPr>
          <w:p w14:paraId="5FB67E02"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622092E7" w14:textId="77777777" w:rsidTr="00DC7196">
        <w:trPr>
          <w:jc w:val="center"/>
        </w:trPr>
        <w:tc>
          <w:tcPr>
            <w:tcW w:w="800" w:type="dxa"/>
            <w:shd w:val="solid" w:color="FFFFFF" w:fill="auto"/>
          </w:tcPr>
          <w:p w14:paraId="46FBBB6A"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4251B4F0"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53973673"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6B10BCC1" w14:textId="77777777" w:rsidR="00DC7196" w:rsidRDefault="00DC7196" w:rsidP="00DC7196">
            <w:pPr>
              <w:pStyle w:val="TAL"/>
              <w:keepNext w:val="0"/>
              <w:rPr>
                <w:sz w:val="16"/>
                <w:szCs w:val="16"/>
              </w:rPr>
            </w:pPr>
            <w:r>
              <w:rPr>
                <w:sz w:val="16"/>
                <w:szCs w:val="16"/>
              </w:rPr>
              <w:t>0150</w:t>
            </w:r>
          </w:p>
        </w:tc>
        <w:tc>
          <w:tcPr>
            <w:tcW w:w="425" w:type="dxa"/>
            <w:shd w:val="solid" w:color="FFFFFF" w:fill="auto"/>
          </w:tcPr>
          <w:p w14:paraId="7C26364A" w14:textId="77777777" w:rsidR="00DC7196" w:rsidRPr="001C0CC4" w:rsidRDefault="00DC7196" w:rsidP="00BB2256">
            <w:pPr>
              <w:pStyle w:val="TAR"/>
              <w:keepNext w:val="0"/>
              <w:jc w:val="center"/>
              <w:rPr>
                <w:sz w:val="16"/>
                <w:szCs w:val="16"/>
              </w:rPr>
            </w:pPr>
          </w:p>
        </w:tc>
        <w:tc>
          <w:tcPr>
            <w:tcW w:w="425" w:type="dxa"/>
            <w:shd w:val="solid" w:color="FFFFFF" w:fill="auto"/>
          </w:tcPr>
          <w:p w14:paraId="60FDB096"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7F6C667F" w14:textId="77777777" w:rsidR="00DC7196" w:rsidRPr="00492589" w:rsidRDefault="00DC7196" w:rsidP="00DC7196">
            <w:pPr>
              <w:pStyle w:val="TAL"/>
              <w:keepNext w:val="0"/>
              <w:rPr>
                <w:noProof/>
                <w:sz w:val="16"/>
                <w:szCs w:val="16"/>
              </w:rPr>
            </w:pPr>
            <w:r w:rsidRPr="00EB1027">
              <w:rPr>
                <w:noProof/>
                <w:sz w:val="16"/>
                <w:szCs w:val="16"/>
              </w:rPr>
              <w:t>CR to transmit modulation quality in FR1</w:t>
            </w:r>
          </w:p>
        </w:tc>
        <w:tc>
          <w:tcPr>
            <w:tcW w:w="708" w:type="dxa"/>
            <w:shd w:val="solid" w:color="FFFFFF" w:fill="auto"/>
          </w:tcPr>
          <w:p w14:paraId="7CA50793"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5AC70A0F" w14:textId="77777777" w:rsidTr="00DC7196">
        <w:trPr>
          <w:jc w:val="center"/>
        </w:trPr>
        <w:tc>
          <w:tcPr>
            <w:tcW w:w="800" w:type="dxa"/>
            <w:shd w:val="solid" w:color="FFFFFF" w:fill="auto"/>
          </w:tcPr>
          <w:p w14:paraId="16B0958A"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0F659F02"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891DB54"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1E9809EC" w14:textId="77777777" w:rsidR="00DC7196" w:rsidRDefault="00DC7196" w:rsidP="00DC7196">
            <w:pPr>
              <w:pStyle w:val="TAL"/>
              <w:keepNext w:val="0"/>
              <w:rPr>
                <w:sz w:val="16"/>
                <w:szCs w:val="16"/>
              </w:rPr>
            </w:pPr>
            <w:r>
              <w:rPr>
                <w:sz w:val="16"/>
                <w:szCs w:val="16"/>
              </w:rPr>
              <w:t>0151</w:t>
            </w:r>
          </w:p>
        </w:tc>
        <w:tc>
          <w:tcPr>
            <w:tcW w:w="425" w:type="dxa"/>
            <w:shd w:val="solid" w:color="FFFFFF" w:fill="auto"/>
          </w:tcPr>
          <w:p w14:paraId="49C1657F" w14:textId="77777777" w:rsidR="00DC7196" w:rsidRPr="001C0CC4" w:rsidRDefault="00DC7196" w:rsidP="00BB2256">
            <w:pPr>
              <w:pStyle w:val="TAR"/>
              <w:keepNext w:val="0"/>
              <w:jc w:val="center"/>
              <w:rPr>
                <w:sz w:val="16"/>
                <w:szCs w:val="16"/>
              </w:rPr>
            </w:pPr>
          </w:p>
        </w:tc>
        <w:tc>
          <w:tcPr>
            <w:tcW w:w="425" w:type="dxa"/>
            <w:shd w:val="solid" w:color="FFFFFF" w:fill="auto"/>
          </w:tcPr>
          <w:p w14:paraId="1B5F8CE9" w14:textId="77777777" w:rsidR="00DC7196" w:rsidRDefault="00DC7196" w:rsidP="00BB2256">
            <w:pPr>
              <w:pStyle w:val="TAC"/>
              <w:keepNext w:val="0"/>
              <w:rPr>
                <w:sz w:val="16"/>
                <w:szCs w:val="16"/>
              </w:rPr>
            </w:pPr>
            <w:r>
              <w:rPr>
                <w:sz w:val="16"/>
                <w:szCs w:val="16"/>
              </w:rPr>
              <w:t>F</w:t>
            </w:r>
          </w:p>
        </w:tc>
        <w:tc>
          <w:tcPr>
            <w:tcW w:w="4962" w:type="dxa"/>
            <w:shd w:val="solid" w:color="FFFFFF" w:fill="auto"/>
          </w:tcPr>
          <w:p w14:paraId="3BAD7CF8" w14:textId="77777777" w:rsidR="00DC7196" w:rsidRPr="00492589" w:rsidRDefault="00DC7196" w:rsidP="00DC7196">
            <w:pPr>
              <w:pStyle w:val="TAL"/>
              <w:keepNext w:val="0"/>
              <w:rPr>
                <w:noProof/>
                <w:sz w:val="16"/>
                <w:szCs w:val="16"/>
              </w:rPr>
            </w:pPr>
            <w:r w:rsidRPr="00F179B4">
              <w:rPr>
                <w:noProof/>
                <w:sz w:val="16"/>
                <w:szCs w:val="16"/>
              </w:rPr>
              <w:t>Corrections Intra-band CA simultaneous TX/RX requirements</w:t>
            </w:r>
          </w:p>
        </w:tc>
        <w:tc>
          <w:tcPr>
            <w:tcW w:w="708" w:type="dxa"/>
            <w:shd w:val="solid" w:color="FFFFFF" w:fill="auto"/>
          </w:tcPr>
          <w:p w14:paraId="09A00406"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22B3D2C8" w14:textId="77777777" w:rsidTr="00DC7196">
        <w:trPr>
          <w:jc w:val="center"/>
        </w:trPr>
        <w:tc>
          <w:tcPr>
            <w:tcW w:w="800" w:type="dxa"/>
            <w:shd w:val="solid" w:color="FFFFFF" w:fill="auto"/>
          </w:tcPr>
          <w:p w14:paraId="20D9BDEA"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5C577307"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21E4B627"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5E2CAB24" w14:textId="77777777" w:rsidR="00DC7196" w:rsidRDefault="00DC7196" w:rsidP="00DC7196">
            <w:pPr>
              <w:pStyle w:val="TAL"/>
              <w:keepNext w:val="0"/>
              <w:rPr>
                <w:sz w:val="16"/>
                <w:szCs w:val="16"/>
              </w:rPr>
            </w:pPr>
            <w:r>
              <w:rPr>
                <w:sz w:val="16"/>
                <w:szCs w:val="16"/>
              </w:rPr>
              <w:t>0153</w:t>
            </w:r>
          </w:p>
        </w:tc>
        <w:tc>
          <w:tcPr>
            <w:tcW w:w="425" w:type="dxa"/>
            <w:shd w:val="solid" w:color="FFFFFF" w:fill="auto"/>
          </w:tcPr>
          <w:p w14:paraId="72AE6E06" w14:textId="77777777" w:rsidR="00DC7196" w:rsidRPr="001C0CC4" w:rsidRDefault="00DC7196" w:rsidP="00BB2256">
            <w:pPr>
              <w:pStyle w:val="TAR"/>
              <w:keepNext w:val="0"/>
              <w:jc w:val="center"/>
              <w:rPr>
                <w:sz w:val="16"/>
                <w:szCs w:val="16"/>
              </w:rPr>
            </w:pPr>
          </w:p>
        </w:tc>
        <w:tc>
          <w:tcPr>
            <w:tcW w:w="425" w:type="dxa"/>
            <w:shd w:val="solid" w:color="FFFFFF" w:fill="auto"/>
          </w:tcPr>
          <w:p w14:paraId="28BFD63D" w14:textId="77777777" w:rsidR="00DC7196" w:rsidRDefault="00DC7196" w:rsidP="00BB2256">
            <w:pPr>
              <w:pStyle w:val="TAC"/>
              <w:keepNext w:val="0"/>
              <w:rPr>
                <w:sz w:val="16"/>
                <w:szCs w:val="16"/>
              </w:rPr>
            </w:pPr>
            <w:r>
              <w:rPr>
                <w:sz w:val="16"/>
                <w:szCs w:val="16"/>
              </w:rPr>
              <w:t>F</w:t>
            </w:r>
          </w:p>
        </w:tc>
        <w:tc>
          <w:tcPr>
            <w:tcW w:w="4962" w:type="dxa"/>
            <w:shd w:val="solid" w:color="FFFFFF" w:fill="auto"/>
          </w:tcPr>
          <w:p w14:paraId="628AB7F4" w14:textId="77777777" w:rsidR="00DC7196" w:rsidRPr="00492589" w:rsidRDefault="00DC7196" w:rsidP="00DC7196">
            <w:pPr>
              <w:pStyle w:val="TAL"/>
              <w:keepNext w:val="0"/>
              <w:rPr>
                <w:noProof/>
                <w:sz w:val="16"/>
                <w:szCs w:val="16"/>
              </w:rPr>
            </w:pPr>
            <w:r w:rsidRPr="00F179B4">
              <w:rPr>
                <w:noProof/>
                <w:sz w:val="16"/>
                <w:szCs w:val="16"/>
              </w:rPr>
              <w:t>Removal of brackets from reciever requirements in 38.101-1 REL-16</w:t>
            </w:r>
          </w:p>
        </w:tc>
        <w:tc>
          <w:tcPr>
            <w:tcW w:w="708" w:type="dxa"/>
            <w:shd w:val="solid" w:color="FFFFFF" w:fill="auto"/>
          </w:tcPr>
          <w:p w14:paraId="7EBFE4A7"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4E08EAD0" w14:textId="77777777" w:rsidTr="00DC7196">
        <w:trPr>
          <w:jc w:val="center"/>
        </w:trPr>
        <w:tc>
          <w:tcPr>
            <w:tcW w:w="800" w:type="dxa"/>
            <w:shd w:val="solid" w:color="FFFFFF" w:fill="auto"/>
          </w:tcPr>
          <w:p w14:paraId="67A9FCB9"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7F513CA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6A904DF2"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3D0B2C2F" w14:textId="77777777" w:rsidR="00DC7196" w:rsidRDefault="00DC7196" w:rsidP="00DC7196">
            <w:pPr>
              <w:pStyle w:val="TAL"/>
              <w:keepNext w:val="0"/>
              <w:rPr>
                <w:sz w:val="16"/>
                <w:szCs w:val="16"/>
              </w:rPr>
            </w:pPr>
            <w:r>
              <w:rPr>
                <w:sz w:val="16"/>
                <w:szCs w:val="16"/>
              </w:rPr>
              <w:t>0155</w:t>
            </w:r>
          </w:p>
        </w:tc>
        <w:tc>
          <w:tcPr>
            <w:tcW w:w="425" w:type="dxa"/>
            <w:shd w:val="solid" w:color="FFFFFF" w:fill="auto"/>
          </w:tcPr>
          <w:p w14:paraId="70AAD6CC" w14:textId="77777777" w:rsidR="00DC7196" w:rsidRPr="001C0CC4" w:rsidRDefault="00DC7196" w:rsidP="00BB2256">
            <w:pPr>
              <w:pStyle w:val="TAR"/>
              <w:keepNext w:val="0"/>
              <w:jc w:val="center"/>
              <w:rPr>
                <w:sz w:val="16"/>
                <w:szCs w:val="16"/>
              </w:rPr>
            </w:pPr>
          </w:p>
        </w:tc>
        <w:tc>
          <w:tcPr>
            <w:tcW w:w="425" w:type="dxa"/>
            <w:shd w:val="solid" w:color="FFFFFF" w:fill="auto"/>
          </w:tcPr>
          <w:p w14:paraId="64FF3423"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2D800F70" w14:textId="77777777" w:rsidR="00DC7196" w:rsidRPr="00492589" w:rsidRDefault="00DC7196" w:rsidP="00DC7196">
            <w:pPr>
              <w:pStyle w:val="TAL"/>
              <w:keepNext w:val="0"/>
              <w:rPr>
                <w:noProof/>
                <w:sz w:val="16"/>
                <w:szCs w:val="16"/>
              </w:rPr>
            </w:pPr>
            <w:r w:rsidRPr="00F179B4">
              <w:rPr>
                <w:noProof/>
                <w:sz w:val="16"/>
                <w:szCs w:val="16"/>
              </w:rPr>
              <w:t>Extension of CA BW class B</w:t>
            </w:r>
          </w:p>
        </w:tc>
        <w:tc>
          <w:tcPr>
            <w:tcW w:w="708" w:type="dxa"/>
            <w:shd w:val="solid" w:color="FFFFFF" w:fill="auto"/>
          </w:tcPr>
          <w:p w14:paraId="24DD04AB"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1FC13ACB" w14:textId="77777777" w:rsidTr="00DC7196">
        <w:trPr>
          <w:jc w:val="center"/>
        </w:trPr>
        <w:tc>
          <w:tcPr>
            <w:tcW w:w="800" w:type="dxa"/>
            <w:shd w:val="solid" w:color="FFFFFF" w:fill="auto"/>
          </w:tcPr>
          <w:p w14:paraId="47250D78"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7382A19D"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757EE8E3"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20B93930" w14:textId="77777777" w:rsidR="00DC7196" w:rsidRDefault="00DC7196" w:rsidP="00DC7196">
            <w:pPr>
              <w:pStyle w:val="TAL"/>
              <w:keepNext w:val="0"/>
              <w:rPr>
                <w:sz w:val="16"/>
                <w:szCs w:val="16"/>
              </w:rPr>
            </w:pPr>
            <w:r>
              <w:rPr>
                <w:sz w:val="16"/>
                <w:szCs w:val="16"/>
              </w:rPr>
              <w:t>0157</w:t>
            </w:r>
          </w:p>
        </w:tc>
        <w:tc>
          <w:tcPr>
            <w:tcW w:w="425" w:type="dxa"/>
            <w:shd w:val="solid" w:color="FFFFFF" w:fill="auto"/>
          </w:tcPr>
          <w:p w14:paraId="7CD3AF7D" w14:textId="77777777" w:rsidR="00DC7196" w:rsidRPr="001C0CC4" w:rsidRDefault="00DC7196" w:rsidP="00BB2256">
            <w:pPr>
              <w:pStyle w:val="TAR"/>
              <w:keepNext w:val="0"/>
              <w:jc w:val="center"/>
              <w:rPr>
                <w:sz w:val="16"/>
                <w:szCs w:val="16"/>
              </w:rPr>
            </w:pPr>
          </w:p>
        </w:tc>
        <w:tc>
          <w:tcPr>
            <w:tcW w:w="425" w:type="dxa"/>
            <w:shd w:val="solid" w:color="FFFFFF" w:fill="auto"/>
          </w:tcPr>
          <w:p w14:paraId="6000526F"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07674844" w14:textId="77777777" w:rsidR="00DC7196" w:rsidRPr="00492589" w:rsidRDefault="00DC7196" w:rsidP="00DC7196">
            <w:pPr>
              <w:pStyle w:val="TAL"/>
              <w:keepNext w:val="0"/>
              <w:rPr>
                <w:noProof/>
                <w:sz w:val="16"/>
                <w:szCs w:val="16"/>
              </w:rPr>
            </w:pPr>
            <w:r w:rsidRPr="00F179B4">
              <w:rPr>
                <w:noProof/>
                <w:sz w:val="16"/>
                <w:szCs w:val="16"/>
              </w:rPr>
              <w:t>CR to 38.101-1: Editorial correction of UL RMCs</w:t>
            </w:r>
          </w:p>
        </w:tc>
        <w:tc>
          <w:tcPr>
            <w:tcW w:w="708" w:type="dxa"/>
            <w:shd w:val="solid" w:color="FFFFFF" w:fill="auto"/>
          </w:tcPr>
          <w:p w14:paraId="204C0750"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74AA5A4D" w14:textId="77777777" w:rsidTr="00DC7196">
        <w:trPr>
          <w:jc w:val="center"/>
        </w:trPr>
        <w:tc>
          <w:tcPr>
            <w:tcW w:w="800" w:type="dxa"/>
            <w:shd w:val="solid" w:color="FFFFFF" w:fill="auto"/>
          </w:tcPr>
          <w:p w14:paraId="52F93019"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3CB70B52"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553A1344"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300206AC" w14:textId="77777777" w:rsidR="00DC7196" w:rsidRDefault="00DC7196" w:rsidP="00DC7196">
            <w:pPr>
              <w:pStyle w:val="TAL"/>
              <w:keepNext w:val="0"/>
              <w:rPr>
                <w:sz w:val="16"/>
                <w:szCs w:val="16"/>
              </w:rPr>
            </w:pPr>
            <w:r>
              <w:rPr>
                <w:sz w:val="16"/>
                <w:szCs w:val="16"/>
              </w:rPr>
              <w:t>0164</w:t>
            </w:r>
          </w:p>
        </w:tc>
        <w:tc>
          <w:tcPr>
            <w:tcW w:w="425" w:type="dxa"/>
            <w:shd w:val="solid" w:color="FFFFFF" w:fill="auto"/>
          </w:tcPr>
          <w:p w14:paraId="58C6CEB2" w14:textId="77777777" w:rsidR="00DC7196" w:rsidRPr="001C0CC4" w:rsidRDefault="00DC7196" w:rsidP="00BB2256">
            <w:pPr>
              <w:pStyle w:val="TAR"/>
              <w:keepNext w:val="0"/>
              <w:jc w:val="center"/>
              <w:rPr>
                <w:sz w:val="16"/>
                <w:szCs w:val="16"/>
              </w:rPr>
            </w:pPr>
          </w:p>
        </w:tc>
        <w:tc>
          <w:tcPr>
            <w:tcW w:w="425" w:type="dxa"/>
            <w:shd w:val="solid" w:color="FFFFFF" w:fill="auto"/>
          </w:tcPr>
          <w:p w14:paraId="5DF4772D"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068CE480" w14:textId="77777777" w:rsidR="00DC7196" w:rsidRPr="00492589" w:rsidRDefault="00DC7196" w:rsidP="00DC7196">
            <w:pPr>
              <w:pStyle w:val="TAL"/>
              <w:keepNext w:val="0"/>
              <w:rPr>
                <w:noProof/>
                <w:sz w:val="16"/>
                <w:szCs w:val="16"/>
              </w:rPr>
            </w:pPr>
            <w:r w:rsidRPr="003713E7">
              <w:rPr>
                <w:noProof/>
                <w:sz w:val="16"/>
                <w:szCs w:val="16"/>
              </w:rPr>
              <w:t>CR for 38.101-1 introduce SUL band combination CA_n78(2A)_SUL_n78A-n86A</w:t>
            </w:r>
          </w:p>
        </w:tc>
        <w:tc>
          <w:tcPr>
            <w:tcW w:w="708" w:type="dxa"/>
            <w:shd w:val="solid" w:color="FFFFFF" w:fill="auto"/>
          </w:tcPr>
          <w:p w14:paraId="6626AC3C"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26ACB681" w14:textId="77777777" w:rsidTr="00DC7196">
        <w:trPr>
          <w:jc w:val="center"/>
        </w:trPr>
        <w:tc>
          <w:tcPr>
            <w:tcW w:w="800" w:type="dxa"/>
            <w:shd w:val="solid" w:color="FFFFFF" w:fill="auto"/>
          </w:tcPr>
          <w:p w14:paraId="46573A60"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1B675F33"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67BBF7B3" w14:textId="77777777" w:rsidR="00DC7196" w:rsidRPr="000F4553" w:rsidRDefault="00DC7196" w:rsidP="00DC7196">
            <w:pPr>
              <w:pStyle w:val="TAL"/>
              <w:keepNext w:val="0"/>
              <w:rPr>
                <w:sz w:val="16"/>
                <w:szCs w:val="16"/>
              </w:rPr>
            </w:pPr>
            <w:r w:rsidRPr="009949A9">
              <w:rPr>
                <w:sz w:val="16"/>
                <w:szCs w:val="16"/>
              </w:rPr>
              <w:t>RP-193010</w:t>
            </w:r>
          </w:p>
        </w:tc>
        <w:tc>
          <w:tcPr>
            <w:tcW w:w="575" w:type="dxa"/>
            <w:shd w:val="solid" w:color="FFFFFF" w:fill="auto"/>
          </w:tcPr>
          <w:p w14:paraId="311A7581" w14:textId="77777777" w:rsidR="00DC7196" w:rsidRDefault="00DC7196" w:rsidP="00DC7196">
            <w:pPr>
              <w:pStyle w:val="TAL"/>
              <w:keepNext w:val="0"/>
              <w:rPr>
                <w:sz w:val="16"/>
                <w:szCs w:val="16"/>
              </w:rPr>
            </w:pPr>
            <w:r>
              <w:rPr>
                <w:sz w:val="16"/>
                <w:szCs w:val="16"/>
              </w:rPr>
              <w:t>0165</w:t>
            </w:r>
          </w:p>
        </w:tc>
        <w:tc>
          <w:tcPr>
            <w:tcW w:w="425" w:type="dxa"/>
            <w:shd w:val="solid" w:color="FFFFFF" w:fill="auto"/>
          </w:tcPr>
          <w:p w14:paraId="5F1AA9C8" w14:textId="77777777" w:rsidR="00DC7196" w:rsidRPr="001C0CC4" w:rsidRDefault="00DC7196" w:rsidP="00BB2256">
            <w:pPr>
              <w:pStyle w:val="TAR"/>
              <w:keepNext w:val="0"/>
              <w:jc w:val="center"/>
              <w:rPr>
                <w:sz w:val="16"/>
                <w:szCs w:val="16"/>
              </w:rPr>
            </w:pPr>
          </w:p>
        </w:tc>
        <w:tc>
          <w:tcPr>
            <w:tcW w:w="425" w:type="dxa"/>
            <w:shd w:val="solid" w:color="FFFFFF" w:fill="auto"/>
          </w:tcPr>
          <w:p w14:paraId="1CF04848" w14:textId="77777777" w:rsidR="00DC7196" w:rsidRDefault="00DC7196" w:rsidP="00BB2256">
            <w:pPr>
              <w:pStyle w:val="TAC"/>
              <w:keepNext w:val="0"/>
              <w:rPr>
                <w:sz w:val="16"/>
                <w:szCs w:val="16"/>
              </w:rPr>
            </w:pPr>
            <w:r>
              <w:rPr>
                <w:sz w:val="16"/>
                <w:szCs w:val="16"/>
              </w:rPr>
              <w:t>F</w:t>
            </w:r>
          </w:p>
        </w:tc>
        <w:tc>
          <w:tcPr>
            <w:tcW w:w="4962" w:type="dxa"/>
            <w:shd w:val="solid" w:color="FFFFFF" w:fill="auto"/>
          </w:tcPr>
          <w:p w14:paraId="4911B7D7" w14:textId="77777777" w:rsidR="00DC7196" w:rsidRPr="00492589" w:rsidRDefault="00DC7196" w:rsidP="00DC7196">
            <w:pPr>
              <w:pStyle w:val="TAL"/>
              <w:keepNext w:val="0"/>
              <w:rPr>
                <w:noProof/>
                <w:sz w:val="16"/>
                <w:szCs w:val="16"/>
              </w:rPr>
            </w:pPr>
            <w:r w:rsidRPr="003713E7">
              <w:rPr>
                <w:noProof/>
                <w:sz w:val="16"/>
                <w:szCs w:val="16"/>
              </w:rPr>
              <w:t>CR for 38.101-1: add BCS1 configurations for CA_n78(2A)</w:t>
            </w:r>
          </w:p>
        </w:tc>
        <w:tc>
          <w:tcPr>
            <w:tcW w:w="708" w:type="dxa"/>
            <w:shd w:val="solid" w:color="FFFFFF" w:fill="auto"/>
          </w:tcPr>
          <w:p w14:paraId="47C68A19" w14:textId="77777777" w:rsidR="00DC7196" w:rsidRPr="00600E10" w:rsidRDefault="00DC7196" w:rsidP="00DC7196">
            <w:pPr>
              <w:pStyle w:val="TAC"/>
              <w:keepNext w:val="0"/>
              <w:rPr>
                <w:sz w:val="16"/>
                <w:szCs w:val="16"/>
              </w:rPr>
            </w:pPr>
            <w:r w:rsidRPr="00600E10">
              <w:rPr>
                <w:sz w:val="16"/>
                <w:szCs w:val="16"/>
              </w:rPr>
              <w:t>16.2.0</w:t>
            </w:r>
          </w:p>
        </w:tc>
      </w:tr>
      <w:tr w:rsidR="00DC7196" w:rsidRPr="001C0CC4" w14:paraId="20ED99DD" w14:textId="77777777" w:rsidTr="00DC7196">
        <w:trPr>
          <w:jc w:val="center"/>
        </w:trPr>
        <w:tc>
          <w:tcPr>
            <w:tcW w:w="800" w:type="dxa"/>
            <w:shd w:val="solid" w:color="FFFFFF" w:fill="auto"/>
          </w:tcPr>
          <w:p w14:paraId="4AE22909"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14D249F"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6782C63F" w14:textId="77777777" w:rsidR="00DC7196" w:rsidRPr="000F4553" w:rsidRDefault="00DC7196" w:rsidP="00DC7196">
            <w:pPr>
              <w:pStyle w:val="TAL"/>
              <w:keepNext w:val="0"/>
              <w:rPr>
                <w:sz w:val="16"/>
                <w:szCs w:val="16"/>
              </w:rPr>
            </w:pPr>
            <w:r w:rsidRPr="00A6758C">
              <w:rPr>
                <w:sz w:val="16"/>
                <w:szCs w:val="16"/>
              </w:rPr>
              <w:t>RP-193017</w:t>
            </w:r>
          </w:p>
        </w:tc>
        <w:tc>
          <w:tcPr>
            <w:tcW w:w="575" w:type="dxa"/>
            <w:shd w:val="solid" w:color="FFFFFF" w:fill="auto"/>
          </w:tcPr>
          <w:p w14:paraId="1EFC3A9A" w14:textId="77777777" w:rsidR="00DC7196" w:rsidRDefault="00DC7196" w:rsidP="00DC7196">
            <w:pPr>
              <w:pStyle w:val="TAL"/>
              <w:keepNext w:val="0"/>
              <w:rPr>
                <w:sz w:val="16"/>
                <w:szCs w:val="16"/>
              </w:rPr>
            </w:pPr>
            <w:r>
              <w:rPr>
                <w:sz w:val="16"/>
                <w:szCs w:val="16"/>
              </w:rPr>
              <w:t>0166</w:t>
            </w:r>
          </w:p>
        </w:tc>
        <w:tc>
          <w:tcPr>
            <w:tcW w:w="425" w:type="dxa"/>
            <w:shd w:val="solid" w:color="FFFFFF" w:fill="auto"/>
          </w:tcPr>
          <w:p w14:paraId="4D60E602" w14:textId="77777777" w:rsidR="00DC7196" w:rsidRPr="001C0CC4" w:rsidRDefault="00DC7196" w:rsidP="00BB2256">
            <w:pPr>
              <w:pStyle w:val="TAR"/>
              <w:keepNext w:val="0"/>
              <w:jc w:val="center"/>
              <w:rPr>
                <w:sz w:val="16"/>
                <w:szCs w:val="16"/>
              </w:rPr>
            </w:pPr>
          </w:p>
        </w:tc>
        <w:tc>
          <w:tcPr>
            <w:tcW w:w="425" w:type="dxa"/>
            <w:shd w:val="solid" w:color="FFFFFF" w:fill="auto"/>
          </w:tcPr>
          <w:p w14:paraId="1964C02F"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492D7C4D" w14:textId="77777777" w:rsidR="00DC7196" w:rsidRPr="00492589" w:rsidRDefault="00DC7196" w:rsidP="00DC7196">
            <w:pPr>
              <w:pStyle w:val="TAL"/>
              <w:keepNext w:val="0"/>
              <w:rPr>
                <w:noProof/>
                <w:sz w:val="16"/>
                <w:szCs w:val="16"/>
              </w:rPr>
            </w:pPr>
            <w:r w:rsidRPr="003713E7">
              <w:rPr>
                <w:noProof/>
                <w:sz w:val="16"/>
                <w:szCs w:val="16"/>
              </w:rPr>
              <w:t>CR to 38.101-1 - Band n75 - wider CBW</w:t>
            </w:r>
          </w:p>
        </w:tc>
        <w:tc>
          <w:tcPr>
            <w:tcW w:w="708" w:type="dxa"/>
            <w:shd w:val="solid" w:color="FFFFFF" w:fill="auto"/>
          </w:tcPr>
          <w:p w14:paraId="71067CC6"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6F8C5D40" w14:textId="77777777" w:rsidTr="00DC7196">
        <w:trPr>
          <w:jc w:val="center"/>
        </w:trPr>
        <w:tc>
          <w:tcPr>
            <w:tcW w:w="800" w:type="dxa"/>
            <w:shd w:val="solid" w:color="FFFFFF" w:fill="auto"/>
          </w:tcPr>
          <w:p w14:paraId="56347658"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35ACFD9D"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88A3C3D" w14:textId="77777777" w:rsidR="00DC7196" w:rsidRPr="000F4553" w:rsidRDefault="00DC7196" w:rsidP="00DC7196">
            <w:pPr>
              <w:pStyle w:val="TAL"/>
              <w:rPr>
                <w:sz w:val="16"/>
                <w:szCs w:val="16"/>
              </w:rPr>
            </w:pPr>
            <w:r w:rsidRPr="00A6758C">
              <w:rPr>
                <w:sz w:val="16"/>
                <w:szCs w:val="16"/>
              </w:rPr>
              <w:t>RP-193018</w:t>
            </w:r>
          </w:p>
        </w:tc>
        <w:tc>
          <w:tcPr>
            <w:tcW w:w="575" w:type="dxa"/>
            <w:shd w:val="solid" w:color="FFFFFF" w:fill="auto"/>
          </w:tcPr>
          <w:p w14:paraId="7A35BF95" w14:textId="77777777" w:rsidR="00DC7196" w:rsidRDefault="00DC7196" w:rsidP="00DC7196">
            <w:pPr>
              <w:pStyle w:val="TAL"/>
              <w:keepNext w:val="0"/>
              <w:rPr>
                <w:sz w:val="16"/>
                <w:szCs w:val="16"/>
              </w:rPr>
            </w:pPr>
            <w:r>
              <w:rPr>
                <w:sz w:val="16"/>
                <w:szCs w:val="16"/>
              </w:rPr>
              <w:t>0167</w:t>
            </w:r>
          </w:p>
        </w:tc>
        <w:tc>
          <w:tcPr>
            <w:tcW w:w="425" w:type="dxa"/>
            <w:shd w:val="solid" w:color="FFFFFF" w:fill="auto"/>
          </w:tcPr>
          <w:p w14:paraId="7B03A5A5" w14:textId="77777777" w:rsidR="00DC7196" w:rsidRPr="001C0CC4" w:rsidRDefault="00DC7196" w:rsidP="00BB2256">
            <w:pPr>
              <w:pStyle w:val="TAR"/>
              <w:keepNext w:val="0"/>
              <w:jc w:val="center"/>
              <w:rPr>
                <w:sz w:val="16"/>
                <w:szCs w:val="16"/>
              </w:rPr>
            </w:pPr>
          </w:p>
        </w:tc>
        <w:tc>
          <w:tcPr>
            <w:tcW w:w="425" w:type="dxa"/>
            <w:shd w:val="solid" w:color="FFFFFF" w:fill="auto"/>
          </w:tcPr>
          <w:p w14:paraId="55F6A825"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729D815C" w14:textId="77777777" w:rsidR="00DC7196" w:rsidRPr="00492589" w:rsidRDefault="00DC7196" w:rsidP="00DC7196">
            <w:pPr>
              <w:pStyle w:val="TAL"/>
              <w:keepNext w:val="0"/>
              <w:rPr>
                <w:noProof/>
                <w:sz w:val="16"/>
                <w:szCs w:val="16"/>
              </w:rPr>
            </w:pPr>
            <w:r w:rsidRPr="003713E7">
              <w:rPr>
                <w:noProof/>
                <w:sz w:val="16"/>
                <w:szCs w:val="16"/>
              </w:rPr>
              <w:t>CR for TS 38.101: adding wider channel bandwidths</w:t>
            </w:r>
          </w:p>
        </w:tc>
        <w:tc>
          <w:tcPr>
            <w:tcW w:w="708" w:type="dxa"/>
            <w:shd w:val="solid" w:color="FFFFFF" w:fill="auto"/>
          </w:tcPr>
          <w:p w14:paraId="1F78922C"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32B4F97A" w14:textId="77777777" w:rsidTr="00DC7196">
        <w:trPr>
          <w:jc w:val="center"/>
        </w:trPr>
        <w:tc>
          <w:tcPr>
            <w:tcW w:w="800" w:type="dxa"/>
            <w:shd w:val="solid" w:color="FFFFFF" w:fill="auto"/>
          </w:tcPr>
          <w:p w14:paraId="76E25416"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3C0C94D"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75F76BCE" w14:textId="77777777" w:rsidR="00DC7196" w:rsidRPr="00A6758C" w:rsidRDefault="00DC7196" w:rsidP="00DC7196">
            <w:pPr>
              <w:spacing w:after="0"/>
              <w:rPr>
                <w:rFonts w:ascii="Arial" w:hAnsi="Arial" w:cs="Arial"/>
                <w:sz w:val="16"/>
                <w:szCs w:val="16"/>
              </w:rPr>
            </w:pPr>
            <w:r>
              <w:rPr>
                <w:rFonts w:ascii="Arial" w:hAnsi="Arial" w:cs="Arial"/>
                <w:sz w:val="16"/>
                <w:szCs w:val="16"/>
              </w:rPr>
              <w:t>RP-193016</w:t>
            </w:r>
          </w:p>
        </w:tc>
        <w:tc>
          <w:tcPr>
            <w:tcW w:w="575" w:type="dxa"/>
            <w:shd w:val="solid" w:color="FFFFFF" w:fill="auto"/>
          </w:tcPr>
          <w:p w14:paraId="2FEFC010" w14:textId="77777777" w:rsidR="00DC7196" w:rsidRDefault="00DC7196" w:rsidP="00DC7196">
            <w:pPr>
              <w:pStyle w:val="TAL"/>
              <w:keepNext w:val="0"/>
              <w:rPr>
                <w:sz w:val="16"/>
                <w:szCs w:val="16"/>
              </w:rPr>
            </w:pPr>
            <w:r>
              <w:rPr>
                <w:sz w:val="16"/>
                <w:szCs w:val="16"/>
              </w:rPr>
              <w:t>0168</w:t>
            </w:r>
          </w:p>
        </w:tc>
        <w:tc>
          <w:tcPr>
            <w:tcW w:w="425" w:type="dxa"/>
            <w:shd w:val="solid" w:color="FFFFFF" w:fill="auto"/>
          </w:tcPr>
          <w:p w14:paraId="1BA7F3F7" w14:textId="77777777" w:rsidR="00DC7196" w:rsidRPr="001C0CC4" w:rsidRDefault="00DC7196" w:rsidP="00BB2256">
            <w:pPr>
              <w:pStyle w:val="TAR"/>
              <w:keepNext w:val="0"/>
              <w:jc w:val="center"/>
              <w:rPr>
                <w:sz w:val="16"/>
                <w:szCs w:val="16"/>
              </w:rPr>
            </w:pPr>
          </w:p>
        </w:tc>
        <w:tc>
          <w:tcPr>
            <w:tcW w:w="425" w:type="dxa"/>
            <w:shd w:val="solid" w:color="FFFFFF" w:fill="auto"/>
          </w:tcPr>
          <w:p w14:paraId="15470F84"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622B0B0D" w14:textId="77777777" w:rsidR="00DC7196" w:rsidRPr="00492589" w:rsidRDefault="00DC7196" w:rsidP="00DC7196">
            <w:pPr>
              <w:pStyle w:val="TAL"/>
              <w:keepNext w:val="0"/>
              <w:rPr>
                <w:noProof/>
                <w:sz w:val="16"/>
                <w:szCs w:val="16"/>
              </w:rPr>
            </w:pPr>
            <w:r w:rsidRPr="00D555A2">
              <w:rPr>
                <w:noProof/>
                <w:sz w:val="16"/>
                <w:szCs w:val="16"/>
              </w:rPr>
              <w:t>CR to 38.101-1: Addition of channel bandwidth for band n38</w:t>
            </w:r>
          </w:p>
        </w:tc>
        <w:tc>
          <w:tcPr>
            <w:tcW w:w="708" w:type="dxa"/>
            <w:shd w:val="solid" w:color="FFFFFF" w:fill="auto"/>
          </w:tcPr>
          <w:p w14:paraId="2853D23B"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4DDEB435" w14:textId="77777777" w:rsidTr="00DC7196">
        <w:trPr>
          <w:jc w:val="center"/>
        </w:trPr>
        <w:tc>
          <w:tcPr>
            <w:tcW w:w="800" w:type="dxa"/>
            <w:shd w:val="solid" w:color="FFFFFF" w:fill="auto"/>
          </w:tcPr>
          <w:p w14:paraId="63D38134"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44109775"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B8F4F1A"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53DA6BFD" w14:textId="77777777" w:rsidR="00DC7196" w:rsidRDefault="00DC7196" w:rsidP="00DC7196">
            <w:pPr>
              <w:pStyle w:val="TAL"/>
              <w:keepNext w:val="0"/>
              <w:rPr>
                <w:sz w:val="16"/>
                <w:szCs w:val="16"/>
              </w:rPr>
            </w:pPr>
            <w:r>
              <w:rPr>
                <w:sz w:val="16"/>
                <w:szCs w:val="16"/>
              </w:rPr>
              <w:t>0169</w:t>
            </w:r>
          </w:p>
        </w:tc>
        <w:tc>
          <w:tcPr>
            <w:tcW w:w="425" w:type="dxa"/>
            <w:shd w:val="solid" w:color="FFFFFF" w:fill="auto"/>
          </w:tcPr>
          <w:p w14:paraId="7D6DB70D" w14:textId="77777777" w:rsidR="00DC7196" w:rsidRPr="001C0CC4" w:rsidRDefault="00DC7196" w:rsidP="00BB2256">
            <w:pPr>
              <w:pStyle w:val="TAR"/>
              <w:keepNext w:val="0"/>
              <w:jc w:val="center"/>
              <w:rPr>
                <w:sz w:val="16"/>
                <w:szCs w:val="16"/>
              </w:rPr>
            </w:pPr>
          </w:p>
        </w:tc>
        <w:tc>
          <w:tcPr>
            <w:tcW w:w="425" w:type="dxa"/>
            <w:shd w:val="solid" w:color="FFFFFF" w:fill="auto"/>
          </w:tcPr>
          <w:p w14:paraId="75146E5F"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2BDB2E12" w14:textId="77777777" w:rsidR="00DC7196" w:rsidRPr="00492589" w:rsidRDefault="00DC7196" w:rsidP="00DC7196">
            <w:pPr>
              <w:pStyle w:val="TAL"/>
              <w:keepNext w:val="0"/>
              <w:rPr>
                <w:noProof/>
                <w:sz w:val="16"/>
                <w:szCs w:val="16"/>
              </w:rPr>
            </w:pPr>
            <w:r w:rsidRPr="00D555A2">
              <w:rPr>
                <w:noProof/>
                <w:sz w:val="16"/>
                <w:szCs w:val="16"/>
              </w:rPr>
              <w:t>CR introduction completed band combinations 38.716-01-01 -&gt; 38.101-1</w:t>
            </w:r>
          </w:p>
        </w:tc>
        <w:tc>
          <w:tcPr>
            <w:tcW w:w="708" w:type="dxa"/>
            <w:shd w:val="solid" w:color="FFFFFF" w:fill="auto"/>
          </w:tcPr>
          <w:p w14:paraId="12833040"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34B2F472" w14:textId="77777777" w:rsidTr="00DC7196">
        <w:trPr>
          <w:jc w:val="center"/>
        </w:trPr>
        <w:tc>
          <w:tcPr>
            <w:tcW w:w="800" w:type="dxa"/>
            <w:shd w:val="solid" w:color="FFFFFF" w:fill="auto"/>
          </w:tcPr>
          <w:p w14:paraId="73B42E7E"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2687E6C"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5DC6EFBE" w14:textId="77777777" w:rsidR="00DC7196" w:rsidRPr="000F4553" w:rsidRDefault="00DC7196" w:rsidP="00DC7196">
            <w:pPr>
              <w:pStyle w:val="TAL"/>
              <w:keepNext w:val="0"/>
              <w:rPr>
                <w:sz w:val="16"/>
                <w:szCs w:val="16"/>
              </w:rPr>
            </w:pPr>
            <w:r w:rsidRPr="002373A2">
              <w:rPr>
                <w:sz w:val="16"/>
                <w:szCs w:val="16"/>
              </w:rPr>
              <w:t>RP-193012</w:t>
            </w:r>
          </w:p>
        </w:tc>
        <w:tc>
          <w:tcPr>
            <w:tcW w:w="575" w:type="dxa"/>
            <w:shd w:val="solid" w:color="FFFFFF" w:fill="auto"/>
          </w:tcPr>
          <w:p w14:paraId="33E82530" w14:textId="77777777" w:rsidR="00DC7196" w:rsidRDefault="00DC7196" w:rsidP="00DC7196">
            <w:pPr>
              <w:pStyle w:val="TAL"/>
              <w:keepNext w:val="0"/>
              <w:rPr>
                <w:sz w:val="16"/>
                <w:szCs w:val="16"/>
              </w:rPr>
            </w:pPr>
            <w:r>
              <w:rPr>
                <w:sz w:val="16"/>
                <w:szCs w:val="16"/>
              </w:rPr>
              <w:t>0170</w:t>
            </w:r>
          </w:p>
        </w:tc>
        <w:tc>
          <w:tcPr>
            <w:tcW w:w="425" w:type="dxa"/>
            <w:shd w:val="solid" w:color="FFFFFF" w:fill="auto"/>
          </w:tcPr>
          <w:p w14:paraId="6BE7821E" w14:textId="77777777" w:rsidR="00DC7196" w:rsidRPr="001C0CC4" w:rsidRDefault="00DC7196" w:rsidP="00BB2256">
            <w:pPr>
              <w:pStyle w:val="TAR"/>
              <w:keepNext w:val="0"/>
              <w:jc w:val="center"/>
              <w:rPr>
                <w:sz w:val="16"/>
                <w:szCs w:val="16"/>
              </w:rPr>
            </w:pPr>
          </w:p>
        </w:tc>
        <w:tc>
          <w:tcPr>
            <w:tcW w:w="425" w:type="dxa"/>
            <w:shd w:val="solid" w:color="FFFFFF" w:fill="auto"/>
          </w:tcPr>
          <w:p w14:paraId="2B77B761"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2AC2CF18" w14:textId="77777777" w:rsidR="00DC7196" w:rsidRPr="00492589" w:rsidRDefault="00DC7196" w:rsidP="00DC7196">
            <w:pPr>
              <w:pStyle w:val="TAL"/>
              <w:rPr>
                <w:noProof/>
                <w:sz w:val="16"/>
                <w:szCs w:val="16"/>
              </w:rPr>
            </w:pPr>
            <w:r w:rsidRPr="00924189">
              <w:rPr>
                <w:noProof/>
                <w:sz w:val="16"/>
                <w:szCs w:val="16"/>
              </w:rPr>
              <w:t>CR introduction completed band combinations 38.716-04-01 -&gt; 38.101-1</w:t>
            </w:r>
          </w:p>
        </w:tc>
        <w:tc>
          <w:tcPr>
            <w:tcW w:w="708" w:type="dxa"/>
            <w:shd w:val="solid" w:color="FFFFFF" w:fill="auto"/>
          </w:tcPr>
          <w:p w14:paraId="0E8F90CE"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5BDA2699" w14:textId="77777777" w:rsidTr="00DC7196">
        <w:trPr>
          <w:jc w:val="center"/>
        </w:trPr>
        <w:tc>
          <w:tcPr>
            <w:tcW w:w="800" w:type="dxa"/>
            <w:shd w:val="solid" w:color="FFFFFF" w:fill="auto"/>
          </w:tcPr>
          <w:p w14:paraId="50588970"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F9D6739"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048DF83C" w14:textId="77777777" w:rsidR="00DC7196" w:rsidRPr="000F4553" w:rsidRDefault="00DC7196" w:rsidP="00DC7196">
            <w:pPr>
              <w:pStyle w:val="TAL"/>
              <w:keepNext w:val="0"/>
              <w:rPr>
                <w:sz w:val="16"/>
                <w:szCs w:val="16"/>
              </w:rPr>
            </w:pPr>
            <w:r w:rsidRPr="002373A2">
              <w:rPr>
                <w:sz w:val="16"/>
                <w:szCs w:val="16"/>
              </w:rPr>
              <w:t>RP-1930</w:t>
            </w:r>
            <w:r>
              <w:rPr>
                <w:sz w:val="16"/>
                <w:szCs w:val="16"/>
              </w:rPr>
              <w:t>21</w:t>
            </w:r>
          </w:p>
        </w:tc>
        <w:tc>
          <w:tcPr>
            <w:tcW w:w="575" w:type="dxa"/>
            <w:shd w:val="solid" w:color="FFFFFF" w:fill="auto"/>
          </w:tcPr>
          <w:p w14:paraId="5578D975" w14:textId="77777777" w:rsidR="00DC7196" w:rsidRDefault="00DC7196" w:rsidP="00DC7196">
            <w:pPr>
              <w:pStyle w:val="TAL"/>
              <w:keepNext w:val="0"/>
              <w:rPr>
                <w:sz w:val="16"/>
                <w:szCs w:val="16"/>
              </w:rPr>
            </w:pPr>
            <w:r>
              <w:rPr>
                <w:sz w:val="16"/>
                <w:szCs w:val="16"/>
              </w:rPr>
              <w:t>0171</w:t>
            </w:r>
          </w:p>
        </w:tc>
        <w:tc>
          <w:tcPr>
            <w:tcW w:w="425" w:type="dxa"/>
            <w:shd w:val="solid" w:color="FFFFFF" w:fill="auto"/>
          </w:tcPr>
          <w:p w14:paraId="183B382B" w14:textId="77777777" w:rsidR="00DC7196" w:rsidRPr="001C0CC4" w:rsidRDefault="00DC7196" w:rsidP="00BB2256">
            <w:pPr>
              <w:pStyle w:val="TAR"/>
              <w:keepNext w:val="0"/>
              <w:jc w:val="center"/>
              <w:rPr>
                <w:sz w:val="16"/>
                <w:szCs w:val="16"/>
              </w:rPr>
            </w:pPr>
          </w:p>
        </w:tc>
        <w:tc>
          <w:tcPr>
            <w:tcW w:w="425" w:type="dxa"/>
            <w:shd w:val="solid" w:color="FFFFFF" w:fill="auto"/>
          </w:tcPr>
          <w:p w14:paraId="32E69B38" w14:textId="77777777" w:rsidR="00DC7196" w:rsidRDefault="00DC7196" w:rsidP="00BB2256">
            <w:pPr>
              <w:pStyle w:val="TAC"/>
              <w:keepNext w:val="0"/>
              <w:rPr>
                <w:sz w:val="16"/>
                <w:szCs w:val="16"/>
              </w:rPr>
            </w:pPr>
            <w:r>
              <w:rPr>
                <w:sz w:val="16"/>
                <w:szCs w:val="16"/>
              </w:rPr>
              <w:t>C</w:t>
            </w:r>
          </w:p>
        </w:tc>
        <w:tc>
          <w:tcPr>
            <w:tcW w:w="4962" w:type="dxa"/>
            <w:shd w:val="solid" w:color="FFFFFF" w:fill="auto"/>
          </w:tcPr>
          <w:p w14:paraId="53DD85C4" w14:textId="77777777" w:rsidR="00DC7196" w:rsidRPr="00492589" w:rsidRDefault="00DC7196" w:rsidP="00DC7196">
            <w:pPr>
              <w:pStyle w:val="TAL"/>
              <w:keepNext w:val="0"/>
              <w:rPr>
                <w:noProof/>
                <w:sz w:val="16"/>
                <w:szCs w:val="16"/>
              </w:rPr>
            </w:pPr>
            <w:r w:rsidRPr="00924189">
              <w:rPr>
                <w:noProof/>
                <w:sz w:val="16"/>
                <w:szCs w:val="16"/>
              </w:rPr>
              <w:t>CR for 38.101-1: Making 90 MHz channel bandwidth mandatory for n41, n78 and n90</w:t>
            </w:r>
          </w:p>
        </w:tc>
        <w:tc>
          <w:tcPr>
            <w:tcW w:w="708" w:type="dxa"/>
            <w:shd w:val="solid" w:color="FFFFFF" w:fill="auto"/>
          </w:tcPr>
          <w:p w14:paraId="7461828C"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62E06154" w14:textId="77777777" w:rsidTr="00DC7196">
        <w:trPr>
          <w:jc w:val="center"/>
        </w:trPr>
        <w:tc>
          <w:tcPr>
            <w:tcW w:w="800" w:type="dxa"/>
            <w:shd w:val="solid" w:color="FFFFFF" w:fill="auto"/>
          </w:tcPr>
          <w:p w14:paraId="5B07B198"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5134F147"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7719218F" w14:textId="77777777" w:rsidR="00DC7196" w:rsidRPr="000F4553" w:rsidRDefault="00DC7196" w:rsidP="00DC7196">
            <w:pPr>
              <w:pStyle w:val="TAL"/>
              <w:keepNext w:val="0"/>
              <w:rPr>
                <w:sz w:val="16"/>
                <w:szCs w:val="16"/>
              </w:rPr>
            </w:pPr>
            <w:r w:rsidRPr="002373A2">
              <w:rPr>
                <w:sz w:val="16"/>
                <w:szCs w:val="16"/>
              </w:rPr>
              <w:t>RP-1930</w:t>
            </w:r>
            <w:r>
              <w:rPr>
                <w:sz w:val="16"/>
                <w:szCs w:val="16"/>
              </w:rPr>
              <w:t>20</w:t>
            </w:r>
          </w:p>
        </w:tc>
        <w:tc>
          <w:tcPr>
            <w:tcW w:w="575" w:type="dxa"/>
            <w:shd w:val="solid" w:color="FFFFFF" w:fill="auto"/>
          </w:tcPr>
          <w:p w14:paraId="1A2952F4" w14:textId="77777777" w:rsidR="00DC7196" w:rsidRDefault="00DC7196" w:rsidP="00DC7196">
            <w:pPr>
              <w:pStyle w:val="TAL"/>
              <w:keepNext w:val="0"/>
              <w:rPr>
                <w:sz w:val="16"/>
                <w:szCs w:val="16"/>
              </w:rPr>
            </w:pPr>
            <w:r>
              <w:rPr>
                <w:sz w:val="16"/>
                <w:szCs w:val="16"/>
              </w:rPr>
              <w:t>0172</w:t>
            </w:r>
          </w:p>
        </w:tc>
        <w:tc>
          <w:tcPr>
            <w:tcW w:w="425" w:type="dxa"/>
            <w:shd w:val="solid" w:color="FFFFFF" w:fill="auto"/>
          </w:tcPr>
          <w:p w14:paraId="3E60129D" w14:textId="77777777" w:rsidR="00DC7196" w:rsidRPr="001C0CC4" w:rsidRDefault="00DC7196" w:rsidP="00BB2256">
            <w:pPr>
              <w:pStyle w:val="TAR"/>
              <w:keepNext w:val="0"/>
              <w:jc w:val="center"/>
              <w:rPr>
                <w:sz w:val="16"/>
                <w:szCs w:val="16"/>
              </w:rPr>
            </w:pPr>
          </w:p>
        </w:tc>
        <w:tc>
          <w:tcPr>
            <w:tcW w:w="425" w:type="dxa"/>
            <w:shd w:val="solid" w:color="FFFFFF" w:fill="auto"/>
          </w:tcPr>
          <w:p w14:paraId="06B6DED1"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308E99DF" w14:textId="77777777" w:rsidR="00DC7196" w:rsidRPr="00492589" w:rsidRDefault="00DC7196" w:rsidP="00DC7196">
            <w:pPr>
              <w:pStyle w:val="TAL"/>
              <w:keepNext w:val="0"/>
              <w:rPr>
                <w:noProof/>
                <w:sz w:val="16"/>
                <w:szCs w:val="16"/>
              </w:rPr>
            </w:pPr>
            <w:r w:rsidRPr="00924189">
              <w:rPr>
                <w:noProof/>
                <w:sz w:val="16"/>
                <w:szCs w:val="16"/>
              </w:rPr>
              <w:t>CR for 38.101-1: adding 30 MHz CHBW to NS_04 for n41</w:t>
            </w:r>
          </w:p>
        </w:tc>
        <w:tc>
          <w:tcPr>
            <w:tcW w:w="708" w:type="dxa"/>
            <w:shd w:val="solid" w:color="FFFFFF" w:fill="auto"/>
          </w:tcPr>
          <w:p w14:paraId="69B1BE5A"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7A12044A" w14:textId="77777777" w:rsidTr="00DC7196">
        <w:trPr>
          <w:jc w:val="center"/>
        </w:trPr>
        <w:tc>
          <w:tcPr>
            <w:tcW w:w="800" w:type="dxa"/>
            <w:shd w:val="solid" w:color="FFFFFF" w:fill="auto"/>
          </w:tcPr>
          <w:p w14:paraId="5502BD2A"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651FD271"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10D91F42"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7490D129" w14:textId="77777777" w:rsidR="00DC7196" w:rsidRDefault="00DC7196" w:rsidP="00DC7196">
            <w:pPr>
              <w:pStyle w:val="TAL"/>
              <w:keepNext w:val="0"/>
              <w:rPr>
                <w:sz w:val="16"/>
                <w:szCs w:val="16"/>
              </w:rPr>
            </w:pPr>
            <w:r>
              <w:rPr>
                <w:sz w:val="16"/>
                <w:szCs w:val="16"/>
              </w:rPr>
              <w:t>0174</w:t>
            </w:r>
          </w:p>
        </w:tc>
        <w:tc>
          <w:tcPr>
            <w:tcW w:w="425" w:type="dxa"/>
            <w:shd w:val="solid" w:color="FFFFFF" w:fill="auto"/>
          </w:tcPr>
          <w:p w14:paraId="72B4F5D9" w14:textId="77777777" w:rsidR="00DC7196" w:rsidRPr="001C0CC4" w:rsidRDefault="00DC7196" w:rsidP="00BB2256">
            <w:pPr>
              <w:pStyle w:val="TAR"/>
              <w:keepNext w:val="0"/>
              <w:jc w:val="center"/>
              <w:rPr>
                <w:sz w:val="16"/>
                <w:szCs w:val="16"/>
              </w:rPr>
            </w:pPr>
          </w:p>
        </w:tc>
        <w:tc>
          <w:tcPr>
            <w:tcW w:w="425" w:type="dxa"/>
            <w:shd w:val="solid" w:color="FFFFFF" w:fill="auto"/>
          </w:tcPr>
          <w:p w14:paraId="23486BA9"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2C57068A" w14:textId="77777777" w:rsidR="00DC7196" w:rsidRPr="00492589" w:rsidRDefault="00DC7196" w:rsidP="00DC7196">
            <w:pPr>
              <w:pStyle w:val="TAL"/>
              <w:keepNext w:val="0"/>
              <w:rPr>
                <w:noProof/>
                <w:sz w:val="16"/>
                <w:szCs w:val="16"/>
              </w:rPr>
            </w:pPr>
            <w:r w:rsidRPr="00C676B2">
              <w:rPr>
                <w:noProof/>
                <w:sz w:val="16"/>
                <w:szCs w:val="16"/>
              </w:rPr>
              <w:t>CR to 38.101-1-g10 Corrections to Transient Time Masks</w:t>
            </w:r>
          </w:p>
        </w:tc>
        <w:tc>
          <w:tcPr>
            <w:tcW w:w="708" w:type="dxa"/>
            <w:shd w:val="solid" w:color="FFFFFF" w:fill="auto"/>
          </w:tcPr>
          <w:p w14:paraId="21A2B54D"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452527FC" w14:textId="77777777" w:rsidTr="00DC7196">
        <w:trPr>
          <w:jc w:val="center"/>
        </w:trPr>
        <w:tc>
          <w:tcPr>
            <w:tcW w:w="800" w:type="dxa"/>
            <w:shd w:val="solid" w:color="FFFFFF" w:fill="auto"/>
          </w:tcPr>
          <w:p w14:paraId="203B895D"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27117FA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655A7BA9" w14:textId="77777777" w:rsidR="00DC7196" w:rsidRPr="000F4553" w:rsidRDefault="00DC7196" w:rsidP="00DC7196">
            <w:pPr>
              <w:pStyle w:val="TAL"/>
              <w:keepNext w:val="0"/>
              <w:rPr>
                <w:sz w:val="16"/>
                <w:szCs w:val="16"/>
              </w:rPr>
            </w:pPr>
            <w:r w:rsidRPr="009949A9">
              <w:rPr>
                <w:sz w:val="16"/>
                <w:szCs w:val="16"/>
              </w:rPr>
              <w:t>RP-193010</w:t>
            </w:r>
          </w:p>
        </w:tc>
        <w:tc>
          <w:tcPr>
            <w:tcW w:w="575" w:type="dxa"/>
            <w:shd w:val="solid" w:color="FFFFFF" w:fill="auto"/>
          </w:tcPr>
          <w:p w14:paraId="5B46EE5D" w14:textId="77777777" w:rsidR="00DC7196" w:rsidRDefault="00DC7196" w:rsidP="00DC7196">
            <w:pPr>
              <w:pStyle w:val="TAL"/>
              <w:keepNext w:val="0"/>
              <w:rPr>
                <w:sz w:val="16"/>
                <w:szCs w:val="16"/>
              </w:rPr>
            </w:pPr>
            <w:r>
              <w:rPr>
                <w:sz w:val="16"/>
                <w:szCs w:val="16"/>
              </w:rPr>
              <w:t>0176</w:t>
            </w:r>
          </w:p>
        </w:tc>
        <w:tc>
          <w:tcPr>
            <w:tcW w:w="425" w:type="dxa"/>
            <w:shd w:val="solid" w:color="FFFFFF" w:fill="auto"/>
          </w:tcPr>
          <w:p w14:paraId="4B335C2C" w14:textId="77777777" w:rsidR="00DC7196" w:rsidRPr="001C0CC4" w:rsidRDefault="00DC7196" w:rsidP="00BB2256">
            <w:pPr>
              <w:pStyle w:val="TAR"/>
              <w:keepNext w:val="0"/>
              <w:jc w:val="center"/>
              <w:rPr>
                <w:sz w:val="16"/>
                <w:szCs w:val="16"/>
              </w:rPr>
            </w:pPr>
            <w:r>
              <w:rPr>
                <w:sz w:val="16"/>
                <w:szCs w:val="16"/>
              </w:rPr>
              <w:t>1</w:t>
            </w:r>
          </w:p>
        </w:tc>
        <w:tc>
          <w:tcPr>
            <w:tcW w:w="425" w:type="dxa"/>
            <w:shd w:val="solid" w:color="FFFFFF" w:fill="auto"/>
          </w:tcPr>
          <w:p w14:paraId="0C63DD87" w14:textId="77777777" w:rsidR="00DC7196" w:rsidRDefault="00DC7196" w:rsidP="00BB2256">
            <w:pPr>
              <w:pStyle w:val="TAC"/>
              <w:keepNext w:val="0"/>
              <w:rPr>
                <w:sz w:val="16"/>
                <w:szCs w:val="16"/>
              </w:rPr>
            </w:pPr>
            <w:r>
              <w:rPr>
                <w:sz w:val="16"/>
                <w:szCs w:val="16"/>
              </w:rPr>
              <w:t>F</w:t>
            </w:r>
          </w:p>
        </w:tc>
        <w:tc>
          <w:tcPr>
            <w:tcW w:w="4962" w:type="dxa"/>
            <w:shd w:val="solid" w:color="FFFFFF" w:fill="auto"/>
          </w:tcPr>
          <w:p w14:paraId="6E3639D7" w14:textId="77777777" w:rsidR="00DC7196" w:rsidRPr="00492589" w:rsidRDefault="00DC7196" w:rsidP="00DC7196">
            <w:pPr>
              <w:pStyle w:val="TAL"/>
              <w:keepNext w:val="0"/>
              <w:rPr>
                <w:noProof/>
                <w:sz w:val="16"/>
                <w:szCs w:val="16"/>
              </w:rPr>
            </w:pPr>
            <w:r w:rsidRPr="00C676B2">
              <w:rPr>
                <w:noProof/>
                <w:sz w:val="16"/>
                <w:szCs w:val="16"/>
              </w:rPr>
              <w:t>CR for intra-band DL contiguous CA RF requirements</w:t>
            </w:r>
          </w:p>
        </w:tc>
        <w:tc>
          <w:tcPr>
            <w:tcW w:w="708" w:type="dxa"/>
            <w:shd w:val="solid" w:color="FFFFFF" w:fill="auto"/>
          </w:tcPr>
          <w:p w14:paraId="3155D6FB"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11C2A542" w14:textId="77777777" w:rsidTr="00DC7196">
        <w:trPr>
          <w:jc w:val="center"/>
        </w:trPr>
        <w:tc>
          <w:tcPr>
            <w:tcW w:w="800" w:type="dxa"/>
            <w:shd w:val="solid" w:color="FFFFFF" w:fill="auto"/>
          </w:tcPr>
          <w:p w14:paraId="3D7BCF5B"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51CEA39C"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7F67716F" w14:textId="77777777" w:rsidR="00DC7196" w:rsidRPr="000F4553" w:rsidRDefault="00DC7196" w:rsidP="00DC7196">
            <w:pPr>
              <w:pStyle w:val="TAL"/>
              <w:keepNext w:val="0"/>
              <w:rPr>
                <w:sz w:val="16"/>
                <w:szCs w:val="16"/>
              </w:rPr>
            </w:pPr>
            <w:r w:rsidRPr="009949A9">
              <w:rPr>
                <w:sz w:val="16"/>
                <w:szCs w:val="16"/>
              </w:rPr>
              <w:t>RP-193010</w:t>
            </w:r>
          </w:p>
        </w:tc>
        <w:tc>
          <w:tcPr>
            <w:tcW w:w="575" w:type="dxa"/>
            <w:shd w:val="solid" w:color="FFFFFF" w:fill="auto"/>
          </w:tcPr>
          <w:p w14:paraId="3E77A064" w14:textId="77777777" w:rsidR="00DC7196" w:rsidRDefault="00DC7196" w:rsidP="00DC7196">
            <w:pPr>
              <w:pStyle w:val="TAL"/>
              <w:keepNext w:val="0"/>
              <w:rPr>
                <w:sz w:val="16"/>
                <w:szCs w:val="16"/>
              </w:rPr>
            </w:pPr>
            <w:r>
              <w:rPr>
                <w:sz w:val="16"/>
                <w:szCs w:val="16"/>
              </w:rPr>
              <w:t>0179</w:t>
            </w:r>
          </w:p>
        </w:tc>
        <w:tc>
          <w:tcPr>
            <w:tcW w:w="425" w:type="dxa"/>
            <w:shd w:val="solid" w:color="FFFFFF" w:fill="auto"/>
          </w:tcPr>
          <w:p w14:paraId="0E50F9EB" w14:textId="77777777" w:rsidR="00DC7196" w:rsidRPr="001C0CC4" w:rsidRDefault="00DC7196" w:rsidP="00BB2256">
            <w:pPr>
              <w:pStyle w:val="TAR"/>
              <w:keepNext w:val="0"/>
              <w:jc w:val="center"/>
              <w:rPr>
                <w:sz w:val="16"/>
                <w:szCs w:val="16"/>
              </w:rPr>
            </w:pPr>
          </w:p>
        </w:tc>
        <w:tc>
          <w:tcPr>
            <w:tcW w:w="425" w:type="dxa"/>
            <w:shd w:val="solid" w:color="FFFFFF" w:fill="auto"/>
          </w:tcPr>
          <w:p w14:paraId="53905AD3" w14:textId="77777777" w:rsidR="00DC7196" w:rsidRDefault="00DC7196" w:rsidP="00BB2256">
            <w:pPr>
              <w:pStyle w:val="TAC"/>
              <w:keepNext w:val="0"/>
              <w:rPr>
                <w:sz w:val="16"/>
                <w:szCs w:val="16"/>
              </w:rPr>
            </w:pPr>
            <w:r>
              <w:rPr>
                <w:sz w:val="16"/>
                <w:szCs w:val="16"/>
              </w:rPr>
              <w:t>B</w:t>
            </w:r>
          </w:p>
        </w:tc>
        <w:tc>
          <w:tcPr>
            <w:tcW w:w="4962" w:type="dxa"/>
            <w:shd w:val="solid" w:color="FFFFFF" w:fill="auto"/>
          </w:tcPr>
          <w:p w14:paraId="63F9422B" w14:textId="77777777" w:rsidR="00DC7196" w:rsidRPr="00492589" w:rsidRDefault="00DC7196" w:rsidP="00DC7196">
            <w:pPr>
              <w:pStyle w:val="TAL"/>
              <w:keepNext w:val="0"/>
              <w:rPr>
                <w:noProof/>
                <w:sz w:val="16"/>
                <w:szCs w:val="16"/>
              </w:rPr>
            </w:pPr>
            <w:r w:rsidRPr="00C676B2">
              <w:rPr>
                <w:noProof/>
                <w:sz w:val="16"/>
                <w:szCs w:val="16"/>
              </w:rPr>
              <w:t>Introduction of almost contiguous MPR for PC2</w:t>
            </w:r>
          </w:p>
        </w:tc>
        <w:tc>
          <w:tcPr>
            <w:tcW w:w="708" w:type="dxa"/>
            <w:shd w:val="solid" w:color="FFFFFF" w:fill="auto"/>
          </w:tcPr>
          <w:p w14:paraId="6C6C4C93"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57789790" w14:textId="77777777" w:rsidTr="00DC7196">
        <w:trPr>
          <w:jc w:val="center"/>
        </w:trPr>
        <w:tc>
          <w:tcPr>
            <w:tcW w:w="800" w:type="dxa"/>
            <w:shd w:val="solid" w:color="FFFFFF" w:fill="auto"/>
          </w:tcPr>
          <w:p w14:paraId="734A8035"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0C256A0B"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1261D3FB" w14:textId="77777777" w:rsidR="00DC7196" w:rsidRPr="000F4553" w:rsidRDefault="00DC7196" w:rsidP="00DC7196">
            <w:pPr>
              <w:pStyle w:val="TAL"/>
              <w:keepNext w:val="0"/>
              <w:rPr>
                <w:sz w:val="16"/>
                <w:szCs w:val="16"/>
              </w:rPr>
            </w:pPr>
            <w:r w:rsidRPr="000A1A46">
              <w:rPr>
                <w:sz w:val="16"/>
                <w:szCs w:val="16"/>
              </w:rPr>
              <w:t>RP-193029</w:t>
            </w:r>
          </w:p>
        </w:tc>
        <w:tc>
          <w:tcPr>
            <w:tcW w:w="575" w:type="dxa"/>
            <w:shd w:val="solid" w:color="FFFFFF" w:fill="auto"/>
          </w:tcPr>
          <w:p w14:paraId="4E0E0F90" w14:textId="77777777" w:rsidR="00DC7196" w:rsidRDefault="00DC7196" w:rsidP="00DC7196">
            <w:pPr>
              <w:pStyle w:val="TAL"/>
              <w:keepNext w:val="0"/>
              <w:rPr>
                <w:sz w:val="16"/>
                <w:szCs w:val="16"/>
              </w:rPr>
            </w:pPr>
            <w:r>
              <w:rPr>
                <w:sz w:val="16"/>
                <w:szCs w:val="16"/>
              </w:rPr>
              <w:t>0180</w:t>
            </w:r>
          </w:p>
        </w:tc>
        <w:tc>
          <w:tcPr>
            <w:tcW w:w="425" w:type="dxa"/>
            <w:shd w:val="solid" w:color="FFFFFF" w:fill="auto"/>
          </w:tcPr>
          <w:p w14:paraId="0C77D6D1" w14:textId="77777777" w:rsidR="00DC7196" w:rsidRPr="001C0CC4" w:rsidRDefault="00DC7196" w:rsidP="00BB2256">
            <w:pPr>
              <w:pStyle w:val="TAR"/>
              <w:keepNext w:val="0"/>
              <w:jc w:val="center"/>
              <w:rPr>
                <w:sz w:val="16"/>
                <w:szCs w:val="16"/>
              </w:rPr>
            </w:pPr>
          </w:p>
        </w:tc>
        <w:tc>
          <w:tcPr>
            <w:tcW w:w="425" w:type="dxa"/>
            <w:shd w:val="solid" w:color="FFFFFF" w:fill="auto"/>
          </w:tcPr>
          <w:p w14:paraId="6C78B8AF"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6E520A95" w14:textId="77777777" w:rsidR="00DC7196" w:rsidRPr="00492589" w:rsidRDefault="00DC7196" w:rsidP="00DC7196">
            <w:pPr>
              <w:pStyle w:val="TAL"/>
              <w:keepNext w:val="0"/>
              <w:rPr>
                <w:noProof/>
                <w:sz w:val="16"/>
                <w:szCs w:val="16"/>
              </w:rPr>
            </w:pPr>
            <w:r w:rsidRPr="00C676B2">
              <w:rPr>
                <w:noProof/>
                <w:sz w:val="16"/>
                <w:szCs w:val="16"/>
              </w:rPr>
              <w:t>CR for asynchronous operation for NR CA n78-n79</w:t>
            </w:r>
          </w:p>
        </w:tc>
        <w:tc>
          <w:tcPr>
            <w:tcW w:w="708" w:type="dxa"/>
            <w:shd w:val="solid" w:color="FFFFFF" w:fill="auto"/>
          </w:tcPr>
          <w:p w14:paraId="5C6CDD74" w14:textId="77777777" w:rsidR="00DC7196" w:rsidRPr="00600E10" w:rsidRDefault="00DC7196" w:rsidP="00DC7196">
            <w:pPr>
              <w:pStyle w:val="TAC"/>
              <w:keepNext w:val="0"/>
              <w:rPr>
                <w:sz w:val="16"/>
                <w:szCs w:val="16"/>
              </w:rPr>
            </w:pPr>
            <w:r w:rsidRPr="001E58EA">
              <w:rPr>
                <w:sz w:val="16"/>
                <w:szCs w:val="16"/>
              </w:rPr>
              <w:t>16.2.0</w:t>
            </w:r>
          </w:p>
        </w:tc>
      </w:tr>
      <w:tr w:rsidR="00DC7196" w:rsidRPr="001C0CC4" w14:paraId="05E36124" w14:textId="77777777" w:rsidTr="00DC7196">
        <w:trPr>
          <w:jc w:val="center"/>
        </w:trPr>
        <w:tc>
          <w:tcPr>
            <w:tcW w:w="800" w:type="dxa"/>
            <w:shd w:val="solid" w:color="FFFFFF" w:fill="auto"/>
          </w:tcPr>
          <w:p w14:paraId="485B42C8" w14:textId="77777777" w:rsidR="00DC7196" w:rsidRPr="008C22E9" w:rsidRDefault="00DC7196" w:rsidP="00DC7196">
            <w:pPr>
              <w:pStyle w:val="TAC"/>
              <w:keepNext w:val="0"/>
              <w:rPr>
                <w:sz w:val="16"/>
                <w:szCs w:val="16"/>
              </w:rPr>
            </w:pPr>
            <w:r w:rsidRPr="008C22E9">
              <w:rPr>
                <w:sz w:val="16"/>
                <w:szCs w:val="16"/>
              </w:rPr>
              <w:t>2019-12</w:t>
            </w:r>
          </w:p>
        </w:tc>
        <w:tc>
          <w:tcPr>
            <w:tcW w:w="800" w:type="dxa"/>
            <w:shd w:val="solid" w:color="FFFFFF" w:fill="auto"/>
          </w:tcPr>
          <w:p w14:paraId="701DD9D4" w14:textId="77777777" w:rsidR="00DC7196" w:rsidRPr="00C57637" w:rsidRDefault="00DC7196" w:rsidP="00DC7196">
            <w:pPr>
              <w:pStyle w:val="TAC"/>
              <w:keepNext w:val="0"/>
              <w:rPr>
                <w:sz w:val="16"/>
                <w:szCs w:val="16"/>
              </w:rPr>
            </w:pPr>
            <w:r w:rsidRPr="00C57637">
              <w:rPr>
                <w:sz w:val="16"/>
                <w:szCs w:val="16"/>
              </w:rPr>
              <w:t>RAN#86</w:t>
            </w:r>
          </w:p>
        </w:tc>
        <w:tc>
          <w:tcPr>
            <w:tcW w:w="944" w:type="dxa"/>
            <w:shd w:val="solid" w:color="FFFFFF" w:fill="auto"/>
          </w:tcPr>
          <w:p w14:paraId="443A9ECA" w14:textId="77777777" w:rsidR="00DC7196" w:rsidRPr="000F4553" w:rsidRDefault="00DC7196" w:rsidP="00DC7196">
            <w:pPr>
              <w:pStyle w:val="TAL"/>
              <w:keepNext w:val="0"/>
              <w:rPr>
                <w:sz w:val="16"/>
                <w:szCs w:val="16"/>
              </w:rPr>
            </w:pPr>
            <w:r w:rsidRPr="002F4AF2">
              <w:rPr>
                <w:sz w:val="16"/>
                <w:szCs w:val="16"/>
              </w:rPr>
              <w:t>RP-193028</w:t>
            </w:r>
          </w:p>
        </w:tc>
        <w:tc>
          <w:tcPr>
            <w:tcW w:w="575" w:type="dxa"/>
            <w:shd w:val="solid" w:color="FFFFFF" w:fill="auto"/>
          </w:tcPr>
          <w:p w14:paraId="17EA8021" w14:textId="77777777" w:rsidR="00DC7196" w:rsidRDefault="00DC7196" w:rsidP="00DC7196">
            <w:pPr>
              <w:pStyle w:val="TAL"/>
              <w:keepNext w:val="0"/>
              <w:rPr>
                <w:sz w:val="16"/>
                <w:szCs w:val="16"/>
              </w:rPr>
            </w:pPr>
            <w:r>
              <w:rPr>
                <w:sz w:val="16"/>
                <w:szCs w:val="16"/>
              </w:rPr>
              <w:t>0182</w:t>
            </w:r>
          </w:p>
        </w:tc>
        <w:tc>
          <w:tcPr>
            <w:tcW w:w="425" w:type="dxa"/>
            <w:shd w:val="solid" w:color="FFFFFF" w:fill="auto"/>
          </w:tcPr>
          <w:p w14:paraId="1A42362D" w14:textId="77777777" w:rsidR="00DC7196" w:rsidRPr="001C0CC4" w:rsidRDefault="00DC7196" w:rsidP="00BB2256">
            <w:pPr>
              <w:pStyle w:val="TAR"/>
              <w:keepNext w:val="0"/>
              <w:jc w:val="center"/>
              <w:rPr>
                <w:sz w:val="16"/>
                <w:szCs w:val="16"/>
              </w:rPr>
            </w:pPr>
          </w:p>
        </w:tc>
        <w:tc>
          <w:tcPr>
            <w:tcW w:w="425" w:type="dxa"/>
            <w:shd w:val="solid" w:color="FFFFFF" w:fill="auto"/>
          </w:tcPr>
          <w:p w14:paraId="79251B0F" w14:textId="77777777" w:rsidR="00DC7196" w:rsidRDefault="00DC7196" w:rsidP="00BB2256">
            <w:pPr>
              <w:pStyle w:val="TAC"/>
              <w:keepNext w:val="0"/>
              <w:rPr>
                <w:sz w:val="16"/>
                <w:szCs w:val="16"/>
              </w:rPr>
            </w:pPr>
            <w:r>
              <w:rPr>
                <w:sz w:val="16"/>
                <w:szCs w:val="16"/>
              </w:rPr>
              <w:t>A</w:t>
            </w:r>
          </w:p>
        </w:tc>
        <w:tc>
          <w:tcPr>
            <w:tcW w:w="4962" w:type="dxa"/>
            <w:shd w:val="solid" w:color="FFFFFF" w:fill="auto"/>
          </w:tcPr>
          <w:p w14:paraId="1F8C0FED" w14:textId="77777777" w:rsidR="00DC7196" w:rsidRPr="00492589" w:rsidRDefault="00DC7196" w:rsidP="00DC7196">
            <w:pPr>
              <w:pStyle w:val="TAL"/>
              <w:keepNext w:val="0"/>
              <w:rPr>
                <w:noProof/>
                <w:sz w:val="16"/>
                <w:szCs w:val="16"/>
              </w:rPr>
            </w:pPr>
            <w:r w:rsidRPr="00B1372C">
              <w:rPr>
                <w:noProof/>
                <w:sz w:val="16"/>
                <w:szCs w:val="16"/>
              </w:rPr>
              <w:t>CR to 38.101-1: DMRS Exceptions</w:t>
            </w:r>
          </w:p>
        </w:tc>
        <w:tc>
          <w:tcPr>
            <w:tcW w:w="708" w:type="dxa"/>
            <w:shd w:val="solid" w:color="FFFFFF" w:fill="auto"/>
          </w:tcPr>
          <w:p w14:paraId="5B4BCC24" w14:textId="77777777" w:rsidR="00DC7196" w:rsidRPr="00600E10" w:rsidRDefault="00DC7196" w:rsidP="00DC7196">
            <w:pPr>
              <w:pStyle w:val="TAC"/>
              <w:keepNext w:val="0"/>
              <w:rPr>
                <w:sz w:val="16"/>
                <w:szCs w:val="16"/>
              </w:rPr>
            </w:pPr>
            <w:r w:rsidRPr="001E58EA">
              <w:rPr>
                <w:sz w:val="16"/>
                <w:szCs w:val="16"/>
              </w:rPr>
              <w:t>16.2.0</w:t>
            </w:r>
          </w:p>
        </w:tc>
      </w:tr>
      <w:tr w:rsidR="004151C7" w:rsidRPr="001C0CC4" w14:paraId="601FCFDC" w14:textId="77777777" w:rsidTr="00DC7196">
        <w:trPr>
          <w:jc w:val="center"/>
        </w:trPr>
        <w:tc>
          <w:tcPr>
            <w:tcW w:w="800" w:type="dxa"/>
            <w:shd w:val="solid" w:color="FFFFFF" w:fill="auto"/>
          </w:tcPr>
          <w:p w14:paraId="7F12504E" w14:textId="77777777" w:rsidR="004151C7" w:rsidRPr="008C22E9" w:rsidRDefault="004151C7" w:rsidP="00DC7196">
            <w:pPr>
              <w:pStyle w:val="TAC"/>
              <w:keepNext w:val="0"/>
              <w:rPr>
                <w:sz w:val="16"/>
                <w:szCs w:val="16"/>
              </w:rPr>
            </w:pPr>
            <w:r>
              <w:rPr>
                <w:sz w:val="16"/>
                <w:szCs w:val="16"/>
              </w:rPr>
              <w:t>2020-03</w:t>
            </w:r>
          </w:p>
        </w:tc>
        <w:tc>
          <w:tcPr>
            <w:tcW w:w="800" w:type="dxa"/>
            <w:shd w:val="solid" w:color="FFFFFF" w:fill="auto"/>
          </w:tcPr>
          <w:p w14:paraId="7C9FC34F" w14:textId="77777777" w:rsidR="004151C7" w:rsidRPr="00C57637" w:rsidRDefault="004151C7" w:rsidP="00DC7196">
            <w:pPr>
              <w:pStyle w:val="TAC"/>
              <w:keepNext w:val="0"/>
              <w:rPr>
                <w:sz w:val="16"/>
                <w:szCs w:val="16"/>
              </w:rPr>
            </w:pPr>
            <w:r>
              <w:rPr>
                <w:sz w:val="16"/>
                <w:szCs w:val="16"/>
              </w:rPr>
              <w:t>RAN#87</w:t>
            </w:r>
          </w:p>
        </w:tc>
        <w:tc>
          <w:tcPr>
            <w:tcW w:w="944" w:type="dxa"/>
            <w:shd w:val="solid" w:color="FFFFFF" w:fill="auto"/>
          </w:tcPr>
          <w:p w14:paraId="18149B06" w14:textId="77777777" w:rsidR="004151C7" w:rsidRPr="002F4AF2" w:rsidRDefault="004151C7" w:rsidP="004151C7">
            <w:pPr>
              <w:pStyle w:val="TAL"/>
              <w:rPr>
                <w:sz w:val="16"/>
                <w:szCs w:val="16"/>
              </w:rPr>
            </w:pPr>
            <w:r w:rsidRPr="004151C7">
              <w:rPr>
                <w:sz w:val="16"/>
                <w:szCs w:val="16"/>
              </w:rPr>
              <w:t>RP-200408</w:t>
            </w:r>
          </w:p>
        </w:tc>
        <w:tc>
          <w:tcPr>
            <w:tcW w:w="575" w:type="dxa"/>
            <w:shd w:val="solid" w:color="FFFFFF" w:fill="auto"/>
          </w:tcPr>
          <w:p w14:paraId="698BE941" w14:textId="77777777" w:rsidR="004151C7" w:rsidRDefault="004151C7" w:rsidP="00DC7196">
            <w:pPr>
              <w:pStyle w:val="TAL"/>
              <w:keepNext w:val="0"/>
              <w:rPr>
                <w:sz w:val="16"/>
                <w:szCs w:val="16"/>
              </w:rPr>
            </w:pPr>
            <w:r>
              <w:rPr>
                <w:sz w:val="16"/>
                <w:szCs w:val="16"/>
              </w:rPr>
              <w:t>0191</w:t>
            </w:r>
          </w:p>
        </w:tc>
        <w:tc>
          <w:tcPr>
            <w:tcW w:w="425" w:type="dxa"/>
            <w:shd w:val="solid" w:color="FFFFFF" w:fill="auto"/>
          </w:tcPr>
          <w:p w14:paraId="378045AB" w14:textId="77777777" w:rsidR="004151C7" w:rsidRPr="001C0CC4" w:rsidRDefault="004151C7" w:rsidP="00BB2256">
            <w:pPr>
              <w:pStyle w:val="TAR"/>
              <w:keepNext w:val="0"/>
              <w:jc w:val="center"/>
              <w:rPr>
                <w:sz w:val="16"/>
                <w:szCs w:val="16"/>
              </w:rPr>
            </w:pPr>
          </w:p>
        </w:tc>
        <w:tc>
          <w:tcPr>
            <w:tcW w:w="425" w:type="dxa"/>
            <w:shd w:val="solid" w:color="FFFFFF" w:fill="auto"/>
          </w:tcPr>
          <w:p w14:paraId="4EFD8FE8" w14:textId="77777777" w:rsidR="004151C7" w:rsidRDefault="004151C7" w:rsidP="00BB2256">
            <w:pPr>
              <w:pStyle w:val="TAC"/>
              <w:keepNext w:val="0"/>
              <w:rPr>
                <w:sz w:val="16"/>
                <w:szCs w:val="16"/>
              </w:rPr>
            </w:pPr>
            <w:r>
              <w:rPr>
                <w:sz w:val="16"/>
                <w:szCs w:val="16"/>
              </w:rPr>
              <w:t>F</w:t>
            </w:r>
          </w:p>
        </w:tc>
        <w:tc>
          <w:tcPr>
            <w:tcW w:w="4962" w:type="dxa"/>
            <w:shd w:val="solid" w:color="FFFFFF" w:fill="auto"/>
          </w:tcPr>
          <w:p w14:paraId="70868880" w14:textId="77777777" w:rsidR="004151C7" w:rsidRPr="00B1372C" w:rsidRDefault="004151C7" w:rsidP="004151C7">
            <w:pPr>
              <w:pStyle w:val="TAL"/>
              <w:rPr>
                <w:noProof/>
                <w:sz w:val="16"/>
                <w:szCs w:val="16"/>
              </w:rPr>
            </w:pPr>
            <w:r w:rsidRPr="004151C7">
              <w:rPr>
                <w:noProof/>
                <w:sz w:val="16"/>
                <w:szCs w:val="16"/>
              </w:rPr>
              <w:t>Corrections to n65</w:t>
            </w:r>
          </w:p>
        </w:tc>
        <w:tc>
          <w:tcPr>
            <w:tcW w:w="708" w:type="dxa"/>
            <w:shd w:val="solid" w:color="FFFFFF" w:fill="auto"/>
          </w:tcPr>
          <w:p w14:paraId="742F92CE" w14:textId="77777777" w:rsidR="004151C7" w:rsidRPr="001E58EA" w:rsidRDefault="00E22A58" w:rsidP="00DC7196">
            <w:pPr>
              <w:pStyle w:val="TAC"/>
              <w:keepNext w:val="0"/>
              <w:rPr>
                <w:sz w:val="16"/>
                <w:szCs w:val="16"/>
              </w:rPr>
            </w:pPr>
            <w:r>
              <w:rPr>
                <w:sz w:val="16"/>
                <w:szCs w:val="16"/>
              </w:rPr>
              <w:t>16.3.0</w:t>
            </w:r>
          </w:p>
        </w:tc>
      </w:tr>
      <w:tr w:rsidR="00E22A58" w:rsidRPr="001C0CC4" w14:paraId="1CDF949F" w14:textId="77777777" w:rsidTr="00DC7196">
        <w:trPr>
          <w:jc w:val="center"/>
        </w:trPr>
        <w:tc>
          <w:tcPr>
            <w:tcW w:w="800" w:type="dxa"/>
            <w:shd w:val="solid" w:color="FFFFFF" w:fill="auto"/>
          </w:tcPr>
          <w:p w14:paraId="3F7621D5"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31FCCC56"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4A37BE8E" w14:textId="77777777" w:rsidR="00E22A58" w:rsidRPr="002F4AF2" w:rsidRDefault="00E22A58" w:rsidP="00E22A58">
            <w:pPr>
              <w:pStyle w:val="TAL"/>
              <w:rPr>
                <w:sz w:val="16"/>
                <w:szCs w:val="16"/>
              </w:rPr>
            </w:pPr>
            <w:r w:rsidRPr="00E22A58">
              <w:rPr>
                <w:sz w:val="16"/>
                <w:szCs w:val="16"/>
              </w:rPr>
              <w:t>RP-200377</w:t>
            </w:r>
          </w:p>
        </w:tc>
        <w:tc>
          <w:tcPr>
            <w:tcW w:w="575" w:type="dxa"/>
            <w:shd w:val="solid" w:color="FFFFFF" w:fill="auto"/>
          </w:tcPr>
          <w:p w14:paraId="57963A15" w14:textId="77777777" w:rsidR="00E22A58" w:rsidRDefault="00E22A58" w:rsidP="00E22A58">
            <w:pPr>
              <w:pStyle w:val="TAL"/>
              <w:keepNext w:val="0"/>
              <w:rPr>
                <w:sz w:val="16"/>
                <w:szCs w:val="16"/>
              </w:rPr>
            </w:pPr>
            <w:r>
              <w:rPr>
                <w:sz w:val="16"/>
                <w:szCs w:val="16"/>
              </w:rPr>
              <w:t>0201</w:t>
            </w:r>
          </w:p>
        </w:tc>
        <w:tc>
          <w:tcPr>
            <w:tcW w:w="425" w:type="dxa"/>
            <w:shd w:val="solid" w:color="FFFFFF" w:fill="auto"/>
          </w:tcPr>
          <w:p w14:paraId="393F1211" w14:textId="77777777" w:rsidR="00E22A58" w:rsidRPr="001C0CC4" w:rsidRDefault="00E22A58" w:rsidP="00BB2256">
            <w:pPr>
              <w:pStyle w:val="TAR"/>
              <w:keepNext w:val="0"/>
              <w:jc w:val="center"/>
              <w:rPr>
                <w:sz w:val="16"/>
                <w:szCs w:val="16"/>
              </w:rPr>
            </w:pPr>
            <w:r>
              <w:rPr>
                <w:sz w:val="16"/>
                <w:szCs w:val="16"/>
              </w:rPr>
              <w:t>1</w:t>
            </w:r>
          </w:p>
        </w:tc>
        <w:tc>
          <w:tcPr>
            <w:tcW w:w="425" w:type="dxa"/>
            <w:shd w:val="solid" w:color="FFFFFF" w:fill="auto"/>
          </w:tcPr>
          <w:p w14:paraId="43A4F93B" w14:textId="77777777" w:rsidR="00E22A58" w:rsidRDefault="00E22A58" w:rsidP="00BB2256">
            <w:pPr>
              <w:pStyle w:val="TAC"/>
              <w:keepNext w:val="0"/>
              <w:rPr>
                <w:sz w:val="16"/>
                <w:szCs w:val="16"/>
              </w:rPr>
            </w:pPr>
            <w:r>
              <w:rPr>
                <w:sz w:val="16"/>
                <w:szCs w:val="16"/>
              </w:rPr>
              <w:t>F</w:t>
            </w:r>
          </w:p>
        </w:tc>
        <w:tc>
          <w:tcPr>
            <w:tcW w:w="4962" w:type="dxa"/>
            <w:shd w:val="solid" w:color="FFFFFF" w:fill="auto"/>
          </w:tcPr>
          <w:p w14:paraId="2AFA2B38" w14:textId="77777777" w:rsidR="00E22A58" w:rsidRPr="004151C7" w:rsidRDefault="00E22A58" w:rsidP="00E22A58">
            <w:pPr>
              <w:pStyle w:val="TAL"/>
              <w:rPr>
                <w:noProof/>
                <w:sz w:val="16"/>
                <w:szCs w:val="16"/>
              </w:rPr>
            </w:pPr>
            <w:r w:rsidRPr="00E22A58">
              <w:rPr>
                <w:noProof/>
                <w:sz w:val="16"/>
                <w:szCs w:val="16"/>
              </w:rPr>
              <w:t>CR for 38.101-1 to introduce BCS1 for CA_n77C and CA_n78C</w:t>
            </w:r>
          </w:p>
        </w:tc>
        <w:tc>
          <w:tcPr>
            <w:tcW w:w="708" w:type="dxa"/>
            <w:shd w:val="solid" w:color="FFFFFF" w:fill="auto"/>
          </w:tcPr>
          <w:p w14:paraId="5A58D491" w14:textId="77777777" w:rsidR="00E22A58" w:rsidRDefault="00E22A58" w:rsidP="00E22A58">
            <w:pPr>
              <w:pStyle w:val="TAC"/>
              <w:keepNext w:val="0"/>
              <w:rPr>
                <w:sz w:val="16"/>
                <w:szCs w:val="16"/>
              </w:rPr>
            </w:pPr>
            <w:r>
              <w:rPr>
                <w:sz w:val="16"/>
                <w:szCs w:val="16"/>
              </w:rPr>
              <w:t>16.3.0</w:t>
            </w:r>
          </w:p>
        </w:tc>
      </w:tr>
      <w:tr w:rsidR="00E22A58" w:rsidRPr="001C0CC4" w14:paraId="5451A0D7" w14:textId="77777777" w:rsidTr="00DC7196">
        <w:trPr>
          <w:jc w:val="center"/>
        </w:trPr>
        <w:tc>
          <w:tcPr>
            <w:tcW w:w="800" w:type="dxa"/>
            <w:shd w:val="solid" w:color="FFFFFF" w:fill="auto"/>
          </w:tcPr>
          <w:p w14:paraId="4855585A"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0D2B3E34"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4EFE0BA2" w14:textId="77777777" w:rsidR="00E22A58" w:rsidRPr="00E22A58" w:rsidRDefault="00E22A58" w:rsidP="00E22A58">
            <w:pPr>
              <w:pStyle w:val="TAL"/>
              <w:rPr>
                <w:sz w:val="16"/>
                <w:szCs w:val="16"/>
              </w:rPr>
            </w:pPr>
            <w:r w:rsidRPr="00E22A58">
              <w:rPr>
                <w:sz w:val="16"/>
                <w:szCs w:val="16"/>
              </w:rPr>
              <w:t>RP-200394</w:t>
            </w:r>
          </w:p>
        </w:tc>
        <w:tc>
          <w:tcPr>
            <w:tcW w:w="575" w:type="dxa"/>
            <w:shd w:val="solid" w:color="FFFFFF" w:fill="auto"/>
          </w:tcPr>
          <w:p w14:paraId="03112F48" w14:textId="77777777" w:rsidR="00E22A58" w:rsidRDefault="00E22A58" w:rsidP="00E22A58">
            <w:pPr>
              <w:pStyle w:val="TAL"/>
              <w:keepNext w:val="0"/>
              <w:rPr>
                <w:sz w:val="16"/>
                <w:szCs w:val="16"/>
              </w:rPr>
            </w:pPr>
            <w:r>
              <w:rPr>
                <w:sz w:val="16"/>
                <w:szCs w:val="16"/>
              </w:rPr>
              <w:t>0203</w:t>
            </w:r>
          </w:p>
        </w:tc>
        <w:tc>
          <w:tcPr>
            <w:tcW w:w="425" w:type="dxa"/>
            <w:shd w:val="solid" w:color="FFFFFF" w:fill="auto"/>
          </w:tcPr>
          <w:p w14:paraId="454F8013" w14:textId="77777777" w:rsidR="00E22A58" w:rsidRDefault="00E22A58" w:rsidP="00BB2256">
            <w:pPr>
              <w:pStyle w:val="TAR"/>
              <w:keepNext w:val="0"/>
              <w:jc w:val="center"/>
              <w:rPr>
                <w:sz w:val="16"/>
                <w:szCs w:val="16"/>
              </w:rPr>
            </w:pPr>
          </w:p>
        </w:tc>
        <w:tc>
          <w:tcPr>
            <w:tcW w:w="425" w:type="dxa"/>
            <w:shd w:val="solid" w:color="FFFFFF" w:fill="auto"/>
          </w:tcPr>
          <w:p w14:paraId="15F1251C" w14:textId="77777777" w:rsidR="00E22A58" w:rsidRDefault="00E22A58" w:rsidP="00BB2256">
            <w:pPr>
              <w:pStyle w:val="TAC"/>
              <w:keepNext w:val="0"/>
              <w:rPr>
                <w:sz w:val="16"/>
                <w:szCs w:val="16"/>
              </w:rPr>
            </w:pPr>
            <w:r>
              <w:rPr>
                <w:sz w:val="16"/>
                <w:szCs w:val="16"/>
              </w:rPr>
              <w:t>A</w:t>
            </w:r>
          </w:p>
        </w:tc>
        <w:tc>
          <w:tcPr>
            <w:tcW w:w="4962" w:type="dxa"/>
            <w:shd w:val="solid" w:color="FFFFFF" w:fill="auto"/>
          </w:tcPr>
          <w:p w14:paraId="5F29633C" w14:textId="77777777" w:rsidR="00E22A58" w:rsidRPr="00E22A58" w:rsidRDefault="00E22A58" w:rsidP="00E22A58">
            <w:pPr>
              <w:pStyle w:val="TAL"/>
              <w:rPr>
                <w:noProof/>
                <w:sz w:val="16"/>
                <w:szCs w:val="16"/>
              </w:rPr>
            </w:pPr>
            <w:r w:rsidRPr="00E22A58">
              <w:rPr>
                <w:noProof/>
                <w:sz w:val="16"/>
                <w:szCs w:val="16"/>
              </w:rPr>
              <w:fldChar w:fldCharType="begin"/>
            </w:r>
            <w:r w:rsidRPr="00E22A58">
              <w:rPr>
                <w:noProof/>
                <w:sz w:val="16"/>
                <w:szCs w:val="16"/>
              </w:rPr>
              <w:instrText xml:space="preserve"> DOCPROPERTY  CrTitle  \* MERGEFORMAT </w:instrText>
            </w:r>
            <w:r w:rsidRPr="00E22A58">
              <w:rPr>
                <w:noProof/>
                <w:sz w:val="16"/>
                <w:szCs w:val="16"/>
              </w:rPr>
              <w:fldChar w:fldCharType="separate"/>
            </w:r>
            <w:r w:rsidRPr="00E22A58">
              <w:rPr>
                <w:noProof/>
                <w:sz w:val="16"/>
                <w:szCs w:val="16"/>
              </w:rPr>
              <w:t>CR to TS 38.101-1 on corrections to network signalling value (Rel-16)</w:t>
            </w:r>
            <w:r w:rsidRPr="00E22A58">
              <w:rPr>
                <w:noProof/>
                <w:sz w:val="16"/>
                <w:szCs w:val="16"/>
              </w:rPr>
              <w:fldChar w:fldCharType="end"/>
            </w:r>
          </w:p>
        </w:tc>
        <w:tc>
          <w:tcPr>
            <w:tcW w:w="708" w:type="dxa"/>
            <w:shd w:val="solid" w:color="FFFFFF" w:fill="auto"/>
          </w:tcPr>
          <w:p w14:paraId="51D0DA40" w14:textId="77777777" w:rsidR="00E22A58" w:rsidRDefault="00E22A58" w:rsidP="00E22A58">
            <w:pPr>
              <w:pStyle w:val="TAC"/>
              <w:keepNext w:val="0"/>
              <w:rPr>
                <w:sz w:val="16"/>
                <w:szCs w:val="16"/>
              </w:rPr>
            </w:pPr>
            <w:r>
              <w:rPr>
                <w:sz w:val="16"/>
                <w:szCs w:val="16"/>
              </w:rPr>
              <w:t>16.3.0</w:t>
            </w:r>
          </w:p>
        </w:tc>
      </w:tr>
      <w:tr w:rsidR="00E22A58" w:rsidRPr="001C0CC4" w14:paraId="114BA8A6" w14:textId="77777777" w:rsidTr="00DC7196">
        <w:trPr>
          <w:jc w:val="center"/>
        </w:trPr>
        <w:tc>
          <w:tcPr>
            <w:tcW w:w="800" w:type="dxa"/>
            <w:shd w:val="solid" w:color="FFFFFF" w:fill="auto"/>
          </w:tcPr>
          <w:p w14:paraId="5A943EE8"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043E2C37"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6032FCF7" w14:textId="77777777" w:rsidR="00E22A58" w:rsidRPr="00E22A58" w:rsidRDefault="00B84A93" w:rsidP="00E22A58">
            <w:pPr>
              <w:pStyle w:val="TAL"/>
              <w:rPr>
                <w:sz w:val="16"/>
                <w:szCs w:val="16"/>
              </w:rPr>
            </w:pPr>
            <w:r w:rsidRPr="00B84A93">
              <w:rPr>
                <w:sz w:val="16"/>
                <w:szCs w:val="16"/>
              </w:rPr>
              <w:t>RP-200484</w:t>
            </w:r>
          </w:p>
        </w:tc>
        <w:tc>
          <w:tcPr>
            <w:tcW w:w="575" w:type="dxa"/>
            <w:shd w:val="solid" w:color="FFFFFF" w:fill="auto"/>
          </w:tcPr>
          <w:p w14:paraId="1F1F7868" w14:textId="77777777" w:rsidR="00E22A58" w:rsidRDefault="00B84A93" w:rsidP="00E22A58">
            <w:pPr>
              <w:pStyle w:val="TAL"/>
              <w:keepNext w:val="0"/>
              <w:rPr>
                <w:sz w:val="16"/>
                <w:szCs w:val="16"/>
              </w:rPr>
            </w:pPr>
            <w:r>
              <w:rPr>
                <w:sz w:val="16"/>
                <w:szCs w:val="16"/>
              </w:rPr>
              <w:t>0208</w:t>
            </w:r>
          </w:p>
        </w:tc>
        <w:tc>
          <w:tcPr>
            <w:tcW w:w="425" w:type="dxa"/>
            <w:shd w:val="solid" w:color="FFFFFF" w:fill="auto"/>
          </w:tcPr>
          <w:p w14:paraId="155AFE1B" w14:textId="77777777" w:rsidR="00E22A58" w:rsidRDefault="00E22A58" w:rsidP="00BB2256">
            <w:pPr>
              <w:pStyle w:val="TAR"/>
              <w:keepNext w:val="0"/>
              <w:jc w:val="center"/>
              <w:rPr>
                <w:sz w:val="16"/>
                <w:szCs w:val="16"/>
              </w:rPr>
            </w:pPr>
          </w:p>
        </w:tc>
        <w:tc>
          <w:tcPr>
            <w:tcW w:w="425" w:type="dxa"/>
            <w:shd w:val="solid" w:color="FFFFFF" w:fill="auto"/>
          </w:tcPr>
          <w:p w14:paraId="5ED320DB" w14:textId="77777777" w:rsidR="00E22A58" w:rsidRDefault="00B84A93" w:rsidP="00BB2256">
            <w:pPr>
              <w:pStyle w:val="TAC"/>
              <w:keepNext w:val="0"/>
              <w:rPr>
                <w:sz w:val="16"/>
                <w:szCs w:val="16"/>
              </w:rPr>
            </w:pPr>
            <w:r>
              <w:rPr>
                <w:sz w:val="16"/>
                <w:szCs w:val="16"/>
              </w:rPr>
              <w:t>A</w:t>
            </w:r>
          </w:p>
        </w:tc>
        <w:tc>
          <w:tcPr>
            <w:tcW w:w="4962" w:type="dxa"/>
            <w:shd w:val="solid" w:color="FFFFFF" w:fill="auto"/>
          </w:tcPr>
          <w:p w14:paraId="64A06399" w14:textId="77777777" w:rsidR="00E22A58" w:rsidRPr="00E22A58" w:rsidRDefault="00B84A93" w:rsidP="00E22A58">
            <w:pPr>
              <w:pStyle w:val="TAL"/>
              <w:rPr>
                <w:noProof/>
                <w:sz w:val="16"/>
                <w:szCs w:val="16"/>
              </w:rPr>
            </w:pPr>
            <w:r w:rsidRPr="00B84A93">
              <w:rPr>
                <w:noProof/>
                <w:sz w:val="16"/>
                <w:szCs w:val="16"/>
              </w:rPr>
              <w:t>CR for 38.101- n39 NS flag change due to conflict</w:t>
            </w:r>
          </w:p>
        </w:tc>
        <w:tc>
          <w:tcPr>
            <w:tcW w:w="708" w:type="dxa"/>
            <w:shd w:val="solid" w:color="FFFFFF" w:fill="auto"/>
          </w:tcPr>
          <w:p w14:paraId="7819CFF4" w14:textId="77777777" w:rsidR="00E22A58" w:rsidRDefault="00B84A93" w:rsidP="00E22A58">
            <w:pPr>
              <w:pStyle w:val="TAC"/>
              <w:keepNext w:val="0"/>
              <w:rPr>
                <w:sz w:val="16"/>
                <w:szCs w:val="16"/>
              </w:rPr>
            </w:pPr>
            <w:r>
              <w:rPr>
                <w:sz w:val="16"/>
                <w:szCs w:val="16"/>
              </w:rPr>
              <w:t>16.3.0</w:t>
            </w:r>
          </w:p>
        </w:tc>
      </w:tr>
      <w:tr w:rsidR="00E22A58" w:rsidRPr="001C0CC4" w14:paraId="2B4E94C6" w14:textId="77777777" w:rsidTr="00DC7196">
        <w:trPr>
          <w:jc w:val="center"/>
        </w:trPr>
        <w:tc>
          <w:tcPr>
            <w:tcW w:w="800" w:type="dxa"/>
            <w:shd w:val="solid" w:color="FFFFFF" w:fill="auto"/>
          </w:tcPr>
          <w:p w14:paraId="1E919617"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5237A328"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3B7B1537" w14:textId="77777777" w:rsidR="00E22A58" w:rsidRPr="00E22A58" w:rsidRDefault="00B43067" w:rsidP="00E22A58">
            <w:pPr>
              <w:pStyle w:val="TAL"/>
              <w:rPr>
                <w:sz w:val="16"/>
                <w:szCs w:val="16"/>
              </w:rPr>
            </w:pPr>
            <w:r w:rsidRPr="00B43067">
              <w:rPr>
                <w:sz w:val="16"/>
                <w:szCs w:val="16"/>
              </w:rPr>
              <w:t>RP-200394</w:t>
            </w:r>
          </w:p>
        </w:tc>
        <w:tc>
          <w:tcPr>
            <w:tcW w:w="575" w:type="dxa"/>
            <w:shd w:val="solid" w:color="FFFFFF" w:fill="auto"/>
          </w:tcPr>
          <w:p w14:paraId="7BE9B718" w14:textId="77777777" w:rsidR="00E22A58" w:rsidRDefault="00B43067" w:rsidP="00E22A58">
            <w:pPr>
              <w:pStyle w:val="TAL"/>
              <w:keepNext w:val="0"/>
              <w:rPr>
                <w:sz w:val="16"/>
                <w:szCs w:val="16"/>
              </w:rPr>
            </w:pPr>
            <w:r>
              <w:rPr>
                <w:sz w:val="16"/>
                <w:szCs w:val="16"/>
              </w:rPr>
              <w:t>0210</w:t>
            </w:r>
          </w:p>
        </w:tc>
        <w:tc>
          <w:tcPr>
            <w:tcW w:w="425" w:type="dxa"/>
            <w:shd w:val="solid" w:color="FFFFFF" w:fill="auto"/>
          </w:tcPr>
          <w:p w14:paraId="502204EF" w14:textId="77777777" w:rsidR="00E22A58" w:rsidRDefault="00E22A58" w:rsidP="00BB2256">
            <w:pPr>
              <w:pStyle w:val="TAR"/>
              <w:keepNext w:val="0"/>
              <w:jc w:val="center"/>
              <w:rPr>
                <w:sz w:val="16"/>
                <w:szCs w:val="16"/>
              </w:rPr>
            </w:pPr>
          </w:p>
        </w:tc>
        <w:tc>
          <w:tcPr>
            <w:tcW w:w="425" w:type="dxa"/>
            <w:shd w:val="solid" w:color="FFFFFF" w:fill="auto"/>
          </w:tcPr>
          <w:p w14:paraId="44243059" w14:textId="77777777" w:rsidR="00E22A58" w:rsidRDefault="00B43067" w:rsidP="00BB2256">
            <w:pPr>
              <w:pStyle w:val="TAC"/>
              <w:keepNext w:val="0"/>
              <w:rPr>
                <w:sz w:val="16"/>
                <w:szCs w:val="16"/>
              </w:rPr>
            </w:pPr>
            <w:r>
              <w:rPr>
                <w:sz w:val="16"/>
                <w:szCs w:val="16"/>
              </w:rPr>
              <w:t>A</w:t>
            </w:r>
          </w:p>
        </w:tc>
        <w:tc>
          <w:tcPr>
            <w:tcW w:w="4962" w:type="dxa"/>
            <w:shd w:val="solid" w:color="FFFFFF" w:fill="auto"/>
          </w:tcPr>
          <w:p w14:paraId="3B5F92E9" w14:textId="77777777" w:rsidR="00E22A58" w:rsidRPr="00E22A58" w:rsidRDefault="00B43067" w:rsidP="00E22A58">
            <w:pPr>
              <w:pStyle w:val="TAL"/>
              <w:rPr>
                <w:noProof/>
                <w:sz w:val="16"/>
                <w:szCs w:val="16"/>
              </w:rPr>
            </w:pPr>
            <w:r w:rsidRPr="00B43067">
              <w:rPr>
                <w:noProof/>
                <w:sz w:val="16"/>
                <w:szCs w:val="16"/>
              </w:rPr>
              <w:fldChar w:fldCharType="begin"/>
            </w:r>
            <w:r w:rsidRPr="00B43067">
              <w:rPr>
                <w:noProof/>
                <w:sz w:val="16"/>
                <w:szCs w:val="16"/>
              </w:rPr>
              <w:instrText xml:space="preserve"> DOCPROPERTY  CrTitle  \* MERGEFORMAT </w:instrText>
            </w:r>
            <w:r w:rsidRPr="00B43067">
              <w:rPr>
                <w:noProof/>
                <w:sz w:val="16"/>
                <w:szCs w:val="16"/>
              </w:rPr>
              <w:fldChar w:fldCharType="separate"/>
            </w:r>
            <w:r w:rsidRPr="00B43067">
              <w:rPr>
                <w:noProof/>
                <w:sz w:val="16"/>
                <w:szCs w:val="16"/>
              </w:rPr>
              <w:t>Mirror CR for 38.101-1: n41 and n25 corrections</w:t>
            </w:r>
            <w:r w:rsidRPr="00B43067">
              <w:rPr>
                <w:noProof/>
                <w:sz w:val="16"/>
                <w:szCs w:val="16"/>
              </w:rPr>
              <w:fldChar w:fldCharType="end"/>
            </w:r>
          </w:p>
        </w:tc>
        <w:tc>
          <w:tcPr>
            <w:tcW w:w="708" w:type="dxa"/>
            <w:shd w:val="solid" w:color="FFFFFF" w:fill="auto"/>
          </w:tcPr>
          <w:p w14:paraId="5C93C08C" w14:textId="77777777" w:rsidR="00E22A58" w:rsidRDefault="00B43067" w:rsidP="00E22A58">
            <w:pPr>
              <w:pStyle w:val="TAC"/>
              <w:keepNext w:val="0"/>
              <w:rPr>
                <w:sz w:val="16"/>
                <w:szCs w:val="16"/>
              </w:rPr>
            </w:pPr>
            <w:r>
              <w:rPr>
                <w:sz w:val="16"/>
                <w:szCs w:val="16"/>
              </w:rPr>
              <w:t>16.3.0</w:t>
            </w:r>
          </w:p>
        </w:tc>
      </w:tr>
      <w:tr w:rsidR="00E22A58" w:rsidRPr="001C0CC4" w14:paraId="17F86B48" w14:textId="77777777" w:rsidTr="00DC7196">
        <w:trPr>
          <w:jc w:val="center"/>
        </w:trPr>
        <w:tc>
          <w:tcPr>
            <w:tcW w:w="800" w:type="dxa"/>
            <w:shd w:val="solid" w:color="FFFFFF" w:fill="auto"/>
          </w:tcPr>
          <w:p w14:paraId="00AE4893"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3922DE4F"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09B74B4E" w14:textId="77777777" w:rsidR="00E22A58" w:rsidRPr="00E22A58" w:rsidRDefault="00B43067" w:rsidP="00E22A58">
            <w:pPr>
              <w:pStyle w:val="TAL"/>
              <w:rPr>
                <w:sz w:val="16"/>
                <w:szCs w:val="16"/>
              </w:rPr>
            </w:pPr>
            <w:r w:rsidRPr="00B43067">
              <w:rPr>
                <w:sz w:val="16"/>
                <w:szCs w:val="16"/>
              </w:rPr>
              <w:t>RP-200380</w:t>
            </w:r>
          </w:p>
        </w:tc>
        <w:tc>
          <w:tcPr>
            <w:tcW w:w="575" w:type="dxa"/>
            <w:shd w:val="solid" w:color="FFFFFF" w:fill="auto"/>
          </w:tcPr>
          <w:p w14:paraId="57D09CAB" w14:textId="77777777" w:rsidR="00E22A58" w:rsidRDefault="00B43067" w:rsidP="00E22A58">
            <w:pPr>
              <w:pStyle w:val="TAL"/>
              <w:keepNext w:val="0"/>
              <w:rPr>
                <w:sz w:val="16"/>
                <w:szCs w:val="16"/>
              </w:rPr>
            </w:pPr>
            <w:r>
              <w:rPr>
                <w:sz w:val="16"/>
                <w:szCs w:val="16"/>
              </w:rPr>
              <w:t>0211</w:t>
            </w:r>
          </w:p>
        </w:tc>
        <w:tc>
          <w:tcPr>
            <w:tcW w:w="425" w:type="dxa"/>
            <w:shd w:val="solid" w:color="FFFFFF" w:fill="auto"/>
          </w:tcPr>
          <w:p w14:paraId="791721D6" w14:textId="77777777" w:rsidR="00E22A58" w:rsidRDefault="00B43067" w:rsidP="00BB2256">
            <w:pPr>
              <w:pStyle w:val="TAR"/>
              <w:keepNext w:val="0"/>
              <w:jc w:val="center"/>
              <w:rPr>
                <w:sz w:val="16"/>
                <w:szCs w:val="16"/>
              </w:rPr>
            </w:pPr>
            <w:r>
              <w:rPr>
                <w:sz w:val="16"/>
                <w:szCs w:val="16"/>
              </w:rPr>
              <w:t>2</w:t>
            </w:r>
          </w:p>
        </w:tc>
        <w:tc>
          <w:tcPr>
            <w:tcW w:w="425" w:type="dxa"/>
            <w:shd w:val="solid" w:color="FFFFFF" w:fill="auto"/>
          </w:tcPr>
          <w:p w14:paraId="077A0728" w14:textId="77777777" w:rsidR="00E22A58" w:rsidRDefault="00B43067" w:rsidP="00BB2256">
            <w:pPr>
              <w:pStyle w:val="TAC"/>
              <w:keepNext w:val="0"/>
              <w:rPr>
                <w:sz w:val="16"/>
                <w:szCs w:val="16"/>
              </w:rPr>
            </w:pPr>
            <w:r>
              <w:rPr>
                <w:sz w:val="16"/>
                <w:szCs w:val="16"/>
              </w:rPr>
              <w:t>F</w:t>
            </w:r>
          </w:p>
        </w:tc>
        <w:tc>
          <w:tcPr>
            <w:tcW w:w="4962" w:type="dxa"/>
            <w:shd w:val="solid" w:color="FFFFFF" w:fill="auto"/>
          </w:tcPr>
          <w:p w14:paraId="6F71391C" w14:textId="77777777" w:rsidR="00E22A58" w:rsidRPr="00E22A58" w:rsidRDefault="00B43067" w:rsidP="00E22A58">
            <w:pPr>
              <w:pStyle w:val="TAL"/>
              <w:rPr>
                <w:noProof/>
                <w:sz w:val="16"/>
                <w:szCs w:val="16"/>
              </w:rPr>
            </w:pPr>
            <w:r w:rsidRPr="00B43067">
              <w:rPr>
                <w:noProof/>
                <w:sz w:val="16"/>
                <w:szCs w:val="16"/>
              </w:rPr>
              <w:fldChar w:fldCharType="begin"/>
            </w:r>
            <w:r w:rsidRPr="00B43067">
              <w:rPr>
                <w:noProof/>
                <w:sz w:val="16"/>
                <w:szCs w:val="16"/>
              </w:rPr>
              <w:instrText xml:space="preserve"> DOCPROPERTY  CrTitle  \* MERGEFORMAT </w:instrText>
            </w:r>
            <w:r w:rsidRPr="00B43067">
              <w:rPr>
                <w:noProof/>
                <w:sz w:val="16"/>
                <w:szCs w:val="16"/>
              </w:rPr>
              <w:fldChar w:fldCharType="separate"/>
            </w:r>
            <w:r w:rsidRPr="00B43067">
              <w:rPr>
                <w:noProof/>
                <w:sz w:val="16"/>
                <w:szCs w:val="16"/>
              </w:rPr>
              <w:t>CR for 38.101-1: Corrections to intra-band CA tables</w:t>
            </w:r>
            <w:r w:rsidRPr="00B43067">
              <w:rPr>
                <w:noProof/>
                <w:sz w:val="16"/>
                <w:szCs w:val="16"/>
              </w:rPr>
              <w:fldChar w:fldCharType="end"/>
            </w:r>
          </w:p>
        </w:tc>
        <w:tc>
          <w:tcPr>
            <w:tcW w:w="708" w:type="dxa"/>
            <w:shd w:val="solid" w:color="FFFFFF" w:fill="auto"/>
          </w:tcPr>
          <w:p w14:paraId="65A8CE1F" w14:textId="77777777" w:rsidR="00E22A58" w:rsidRDefault="00B43067" w:rsidP="00E22A58">
            <w:pPr>
              <w:pStyle w:val="TAC"/>
              <w:keepNext w:val="0"/>
              <w:rPr>
                <w:sz w:val="16"/>
                <w:szCs w:val="16"/>
              </w:rPr>
            </w:pPr>
            <w:r>
              <w:rPr>
                <w:sz w:val="16"/>
                <w:szCs w:val="16"/>
              </w:rPr>
              <w:t>16.3.0</w:t>
            </w:r>
          </w:p>
        </w:tc>
      </w:tr>
      <w:tr w:rsidR="00E22A58" w:rsidRPr="001C0CC4" w14:paraId="140C254A" w14:textId="77777777" w:rsidTr="00DC7196">
        <w:trPr>
          <w:jc w:val="center"/>
        </w:trPr>
        <w:tc>
          <w:tcPr>
            <w:tcW w:w="800" w:type="dxa"/>
            <w:shd w:val="solid" w:color="FFFFFF" w:fill="auto"/>
          </w:tcPr>
          <w:p w14:paraId="303871D7"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0073FFEE"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7D2DF120" w14:textId="77777777" w:rsidR="00E22A58" w:rsidRPr="00E22A58" w:rsidRDefault="003E3CD0" w:rsidP="00E22A58">
            <w:pPr>
              <w:pStyle w:val="TAL"/>
              <w:rPr>
                <w:sz w:val="16"/>
                <w:szCs w:val="16"/>
              </w:rPr>
            </w:pPr>
            <w:r w:rsidRPr="003E3CD0">
              <w:rPr>
                <w:sz w:val="16"/>
                <w:szCs w:val="16"/>
              </w:rPr>
              <w:t>RP-200387</w:t>
            </w:r>
          </w:p>
        </w:tc>
        <w:tc>
          <w:tcPr>
            <w:tcW w:w="575" w:type="dxa"/>
            <w:shd w:val="solid" w:color="FFFFFF" w:fill="auto"/>
          </w:tcPr>
          <w:p w14:paraId="66884425" w14:textId="77777777" w:rsidR="00E22A58" w:rsidRDefault="003E3CD0" w:rsidP="00E22A58">
            <w:pPr>
              <w:pStyle w:val="TAL"/>
              <w:keepNext w:val="0"/>
              <w:rPr>
                <w:sz w:val="16"/>
                <w:szCs w:val="16"/>
              </w:rPr>
            </w:pPr>
            <w:r>
              <w:rPr>
                <w:sz w:val="16"/>
                <w:szCs w:val="16"/>
              </w:rPr>
              <w:t>0212</w:t>
            </w:r>
          </w:p>
        </w:tc>
        <w:tc>
          <w:tcPr>
            <w:tcW w:w="425" w:type="dxa"/>
            <w:shd w:val="solid" w:color="FFFFFF" w:fill="auto"/>
          </w:tcPr>
          <w:p w14:paraId="14AB3E00" w14:textId="77777777" w:rsidR="00E22A58" w:rsidRDefault="00E22A58" w:rsidP="00BB2256">
            <w:pPr>
              <w:pStyle w:val="TAR"/>
              <w:keepNext w:val="0"/>
              <w:jc w:val="center"/>
              <w:rPr>
                <w:sz w:val="16"/>
                <w:szCs w:val="16"/>
              </w:rPr>
            </w:pPr>
          </w:p>
        </w:tc>
        <w:tc>
          <w:tcPr>
            <w:tcW w:w="425" w:type="dxa"/>
            <w:shd w:val="solid" w:color="FFFFFF" w:fill="auto"/>
          </w:tcPr>
          <w:p w14:paraId="08763176" w14:textId="77777777" w:rsidR="00E22A58" w:rsidRDefault="003E3CD0" w:rsidP="00BB2256">
            <w:pPr>
              <w:pStyle w:val="TAC"/>
              <w:keepNext w:val="0"/>
              <w:rPr>
                <w:sz w:val="16"/>
                <w:szCs w:val="16"/>
              </w:rPr>
            </w:pPr>
            <w:r>
              <w:rPr>
                <w:sz w:val="16"/>
                <w:szCs w:val="16"/>
              </w:rPr>
              <w:t>F</w:t>
            </w:r>
          </w:p>
        </w:tc>
        <w:tc>
          <w:tcPr>
            <w:tcW w:w="4962" w:type="dxa"/>
            <w:shd w:val="solid" w:color="FFFFFF" w:fill="auto"/>
          </w:tcPr>
          <w:p w14:paraId="39543CD5" w14:textId="77777777" w:rsidR="00E22A58" w:rsidRPr="00E22A58" w:rsidRDefault="003E3CD0" w:rsidP="00E22A58">
            <w:pPr>
              <w:pStyle w:val="TAL"/>
              <w:rPr>
                <w:noProof/>
                <w:sz w:val="16"/>
                <w:szCs w:val="16"/>
              </w:rPr>
            </w:pPr>
            <w:r w:rsidRPr="003E3CD0">
              <w:rPr>
                <w:noProof/>
                <w:sz w:val="16"/>
                <w:szCs w:val="16"/>
              </w:rPr>
              <w:fldChar w:fldCharType="begin"/>
            </w:r>
            <w:r w:rsidRPr="003E3CD0">
              <w:rPr>
                <w:noProof/>
                <w:sz w:val="16"/>
                <w:szCs w:val="16"/>
              </w:rPr>
              <w:instrText xml:space="preserve"> DOCPROPERTY  CrTitle  \* MERGEFORMAT </w:instrText>
            </w:r>
            <w:r w:rsidRPr="003E3CD0">
              <w:rPr>
                <w:noProof/>
                <w:sz w:val="16"/>
                <w:szCs w:val="16"/>
              </w:rPr>
              <w:fldChar w:fldCharType="separate"/>
            </w:r>
            <w:r w:rsidRPr="003E3CD0">
              <w:rPr>
                <w:noProof/>
                <w:sz w:val="16"/>
                <w:szCs w:val="16"/>
              </w:rPr>
              <w:t>CR for 38.101-1: Missing 70 MHz for NS_01</w:t>
            </w:r>
            <w:r w:rsidRPr="003E3CD0">
              <w:rPr>
                <w:noProof/>
                <w:sz w:val="16"/>
                <w:szCs w:val="16"/>
              </w:rPr>
              <w:fldChar w:fldCharType="end"/>
            </w:r>
          </w:p>
        </w:tc>
        <w:tc>
          <w:tcPr>
            <w:tcW w:w="708" w:type="dxa"/>
            <w:shd w:val="solid" w:color="FFFFFF" w:fill="auto"/>
          </w:tcPr>
          <w:p w14:paraId="6FAE7D5C" w14:textId="77777777" w:rsidR="00E22A58" w:rsidRDefault="00B43067" w:rsidP="00E22A58">
            <w:pPr>
              <w:pStyle w:val="TAC"/>
              <w:keepNext w:val="0"/>
              <w:rPr>
                <w:sz w:val="16"/>
                <w:szCs w:val="16"/>
              </w:rPr>
            </w:pPr>
            <w:r>
              <w:rPr>
                <w:sz w:val="16"/>
                <w:szCs w:val="16"/>
              </w:rPr>
              <w:t>16.3.0</w:t>
            </w:r>
          </w:p>
        </w:tc>
      </w:tr>
      <w:tr w:rsidR="00E22A58" w:rsidRPr="001C0CC4" w14:paraId="27D71641" w14:textId="77777777" w:rsidTr="00DC7196">
        <w:trPr>
          <w:jc w:val="center"/>
        </w:trPr>
        <w:tc>
          <w:tcPr>
            <w:tcW w:w="800" w:type="dxa"/>
            <w:shd w:val="solid" w:color="FFFFFF" w:fill="auto"/>
          </w:tcPr>
          <w:p w14:paraId="30FF4CE5"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4D35ABD5"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1F0DDE87" w14:textId="77777777" w:rsidR="00E22A58" w:rsidRPr="00E22A58" w:rsidRDefault="003E3CD0" w:rsidP="00E22A58">
            <w:pPr>
              <w:pStyle w:val="TAL"/>
              <w:rPr>
                <w:sz w:val="16"/>
                <w:szCs w:val="16"/>
              </w:rPr>
            </w:pPr>
            <w:r w:rsidRPr="003E3CD0">
              <w:rPr>
                <w:sz w:val="16"/>
                <w:szCs w:val="16"/>
              </w:rPr>
              <w:t>RP-200381</w:t>
            </w:r>
          </w:p>
        </w:tc>
        <w:tc>
          <w:tcPr>
            <w:tcW w:w="575" w:type="dxa"/>
            <w:shd w:val="solid" w:color="FFFFFF" w:fill="auto"/>
          </w:tcPr>
          <w:p w14:paraId="721E93D7" w14:textId="77777777" w:rsidR="00E22A58" w:rsidRDefault="003E3CD0" w:rsidP="00E22A58">
            <w:pPr>
              <w:pStyle w:val="TAL"/>
              <w:keepNext w:val="0"/>
              <w:rPr>
                <w:sz w:val="16"/>
                <w:szCs w:val="16"/>
              </w:rPr>
            </w:pPr>
            <w:r>
              <w:rPr>
                <w:sz w:val="16"/>
                <w:szCs w:val="16"/>
              </w:rPr>
              <w:t>0215</w:t>
            </w:r>
          </w:p>
        </w:tc>
        <w:tc>
          <w:tcPr>
            <w:tcW w:w="425" w:type="dxa"/>
            <w:shd w:val="solid" w:color="FFFFFF" w:fill="auto"/>
          </w:tcPr>
          <w:p w14:paraId="1A1AA528" w14:textId="77777777" w:rsidR="00E22A58" w:rsidRDefault="00E22A58" w:rsidP="00BB2256">
            <w:pPr>
              <w:pStyle w:val="TAR"/>
              <w:keepNext w:val="0"/>
              <w:jc w:val="center"/>
              <w:rPr>
                <w:sz w:val="16"/>
                <w:szCs w:val="16"/>
              </w:rPr>
            </w:pPr>
          </w:p>
        </w:tc>
        <w:tc>
          <w:tcPr>
            <w:tcW w:w="425" w:type="dxa"/>
            <w:shd w:val="solid" w:color="FFFFFF" w:fill="auto"/>
          </w:tcPr>
          <w:p w14:paraId="0B3EA15D" w14:textId="77777777" w:rsidR="00E22A58" w:rsidRDefault="003E3CD0" w:rsidP="00BB2256">
            <w:pPr>
              <w:pStyle w:val="TAC"/>
              <w:keepNext w:val="0"/>
              <w:rPr>
                <w:sz w:val="16"/>
                <w:szCs w:val="16"/>
              </w:rPr>
            </w:pPr>
            <w:r>
              <w:rPr>
                <w:sz w:val="16"/>
                <w:szCs w:val="16"/>
              </w:rPr>
              <w:t>B</w:t>
            </w:r>
          </w:p>
        </w:tc>
        <w:tc>
          <w:tcPr>
            <w:tcW w:w="4962" w:type="dxa"/>
            <w:shd w:val="solid" w:color="FFFFFF" w:fill="auto"/>
          </w:tcPr>
          <w:p w14:paraId="7CC1183D" w14:textId="77777777" w:rsidR="00E22A58" w:rsidRPr="00E22A58" w:rsidRDefault="003E3CD0" w:rsidP="00E22A58">
            <w:pPr>
              <w:pStyle w:val="TAL"/>
              <w:rPr>
                <w:noProof/>
                <w:sz w:val="16"/>
                <w:szCs w:val="16"/>
              </w:rPr>
            </w:pPr>
            <w:r w:rsidRPr="003E3CD0">
              <w:rPr>
                <w:noProof/>
                <w:sz w:val="16"/>
                <w:szCs w:val="16"/>
              </w:rPr>
              <w:fldChar w:fldCharType="begin"/>
            </w:r>
            <w:r w:rsidRPr="003E3CD0">
              <w:rPr>
                <w:noProof/>
                <w:sz w:val="16"/>
                <w:szCs w:val="16"/>
              </w:rPr>
              <w:instrText xml:space="preserve"> DOCPROPERTY  CrTitle  \* MERGEFORMAT </w:instrText>
            </w:r>
            <w:r w:rsidRPr="003E3CD0">
              <w:rPr>
                <w:noProof/>
                <w:sz w:val="16"/>
                <w:szCs w:val="16"/>
              </w:rPr>
              <w:fldChar w:fldCharType="separate"/>
            </w:r>
            <w:r w:rsidRPr="003E3CD0">
              <w:rPr>
                <w:noProof/>
                <w:sz w:val="16"/>
                <w:szCs w:val="16"/>
              </w:rPr>
              <w:t>CR for 38.101-1: Introduction of n26</w:t>
            </w:r>
            <w:r w:rsidRPr="003E3CD0">
              <w:rPr>
                <w:noProof/>
                <w:sz w:val="16"/>
                <w:szCs w:val="16"/>
              </w:rPr>
              <w:fldChar w:fldCharType="end"/>
            </w:r>
          </w:p>
        </w:tc>
        <w:tc>
          <w:tcPr>
            <w:tcW w:w="708" w:type="dxa"/>
            <w:shd w:val="solid" w:color="FFFFFF" w:fill="auto"/>
          </w:tcPr>
          <w:p w14:paraId="16CBE9DA" w14:textId="77777777" w:rsidR="00E22A58" w:rsidRDefault="00B43067" w:rsidP="00E22A58">
            <w:pPr>
              <w:pStyle w:val="TAC"/>
              <w:keepNext w:val="0"/>
              <w:rPr>
                <w:sz w:val="16"/>
                <w:szCs w:val="16"/>
              </w:rPr>
            </w:pPr>
            <w:r>
              <w:rPr>
                <w:sz w:val="16"/>
                <w:szCs w:val="16"/>
              </w:rPr>
              <w:t>16.3.0</w:t>
            </w:r>
          </w:p>
        </w:tc>
      </w:tr>
      <w:tr w:rsidR="00E22A58" w:rsidRPr="001C0CC4" w14:paraId="5A150569" w14:textId="77777777" w:rsidTr="00DC7196">
        <w:trPr>
          <w:jc w:val="center"/>
        </w:trPr>
        <w:tc>
          <w:tcPr>
            <w:tcW w:w="800" w:type="dxa"/>
            <w:shd w:val="solid" w:color="FFFFFF" w:fill="auto"/>
          </w:tcPr>
          <w:p w14:paraId="017D8F16"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48E6FFCE"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60F0603F" w14:textId="77777777" w:rsidR="00E22A58" w:rsidRPr="00E22A58" w:rsidRDefault="00170241" w:rsidP="00E22A58">
            <w:pPr>
              <w:pStyle w:val="TAL"/>
              <w:rPr>
                <w:sz w:val="16"/>
                <w:szCs w:val="16"/>
              </w:rPr>
            </w:pPr>
            <w:r w:rsidRPr="00170241">
              <w:rPr>
                <w:sz w:val="16"/>
                <w:szCs w:val="16"/>
              </w:rPr>
              <w:t>RP-200380</w:t>
            </w:r>
          </w:p>
        </w:tc>
        <w:tc>
          <w:tcPr>
            <w:tcW w:w="575" w:type="dxa"/>
            <w:shd w:val="solid" w:color="FFFFFF" w:fill="auto"/>
          </w:tcPr>
          <w:p w14:paraId="00A93119" w14:textId="77777777" w:rsidR="00E22A58" w:rsidRDefault="00170241" w:rsidP="00E22A58">
            <w:pPr>
              <w:pStyle w:val="TAL"/>
              <w:keepNext w:val="0"/>
              <w:rPr>
                <w:sz w:val="16"/>
                <w:szCs w:val="16"/>
              </w:rPr>
            </w:pPr>
            <w:r>
              <w:rPr>
                <w:sz w:val="16"/>
                <w:szCs w:val="16"/>
              </w:rPr>
              <w:t>0216</w:t>
            </w:r>
          </w:p>
        </w:tc>
        <w:tc>
          <w:tcPr>
            <w:tcW w:w="425" w:type="dxa"/>
            <w:shd w:val="solid" w:color="FFFFFF" w:fill="auto"/>
          </w:tcPr>
          <w:p w14:paraId="75CD483F" w14:textId="77777777" w:rsidR="00E22A58" w:rsidRDefault="00E22A58" w:rsidP="00BB2256">
            <w:pPr>
              <w:pStyle w:val="TAR"/>
              <w:keepNext w:val="0"/>
              <w:jc w:val="center"/>
              <w:rPr>
                <w:sz w:val="16"/>
                <w:szCs w:val="16"/>
              </w:rPr>
            </w:pPr>
          </w:p>
        </w:tc>
        <w:tc>
          <w:tcPr>
            <w:tcW w:w="425" w:type="dxa"/>
            <w:shd w:val="solid" w:color="FFFFFF" w:fill="auto"/>
          </w:tcPr>
          <w:p w14:paraId="5F59939E" w14:textId="77777777" w:rsidR="00E22A58" w:rsidRDefault="00170241" w:rsidP="00BB2256">
            <w:pPr>
              <w:pStyle w:val="TAC"/>
              <w:keepNext w:val="0"/>
              <w:rPr>
                <w:sz w:val="16"/>
                <w:szCs w:val="16"/>
              </w:rPr>
            </w:pPr>
            <w:r>
              <w:rPr>
                <w:sz w:val="16"/>
                <w:szCs w:val="16"/>
              </w:rPr>
              <w:t>F</w:t>
            </w:r>
          </w:p>
        </w:tc>
        <w:tc>
          <w:tcPr>
            <w:tcW w:w="4962" w:type="dxa"/>
            <w:shd w:val="solid" w:color="FFFFFF" w:fill="auto"/>
          </w:tcPr>
          <w:p w14:paraId="0A810E03" w14:textId="77777777" w:rsidR="00E22A58" w:rsidRPr="00E22A58" w:rsidRDefault="00170241" w:rsidP="00E22A58">
            <w:pPr>
              <w:pStyle w:val="TAL"/>
              <w:rPr>
                <w:noProof/>
                <w:sz w:val="16"/>
                <w:szCs w:val="16"/>
              </w:rPr>
            </w:pPr>
            <w:r w:rsidRPr="00170241">
              <w:rPr>
                <w:rFonts w:hint="eastAsia"/>
                <w:noProof/>
                <w:sz w:val="16"/>
                <w:szCs w:val="16"/>
                <w:lang w:val="en-US"/>
              </w:rPr>
              <w:t>CR</w:t>
            </w:r>
            <w:r w:rsidRPr="00170241">
              <w:rPr>
                <w:noProof/>
                <w:sz w:val="16"/>
                <w:szCs w:val="16"/>
              </w:rPr>
              <w:t xml:space="preserve"> </w:t>
            </w:r>
            <w:r w:rsidRPr="00170241">
              <w:rPr>
                <w:rFonts w:hint="eastAsia"/>
                <w:noProof/>
                <w:sz w:val="16"/>
                <w:szCs w:val="16"/>
                <w:lang w:val="en-US"/>
              </w:rPr>
              <w:t>to</w:t>
            </w:r>
            <w:r w:rsidRPr="00170241">
              <w:rPr>
                <w:noProof/>
                <w:sz w:val="16"/>
                <w:szCs w:val="16"/>
              </w:rPr>
              <w:t xml:space="preserve"> TS 3</w:t>
            </w:r>
            <w:r w:rsidRPr="00170241">
              <w:rPr>
                <w:rFonts w:hint="eastAsia"/>
                <w:noProof/>
                <w:sz w:val="16"/>
                <w:szCs w:val="16"/>
                <w:lang w:val="en-US"/>
              </w:rPr>
              <w:t>8.1</w:t>
            </w:r>
            <w:r w:rsidRPr="00170241">
              <w:rPr>
                <w:noProof/>
                <w:sz w:val="16"/>
                <w:szCs w:val="16"/>
                <w:lang w:val="en-US"/>
              </w:rPr>
              <w:t>01-1: Corrections on MSD tables for CA_n20-n78 and CA_n66-n78</w:t>
            </w:r>
          </w:p>
        </w:tc>
        <w:tc>
          <w:tcPr>
            <w:tcW w:w="708" w:type="dxa"/>
            <w:shd w:val="solid" w:color="FFFFFF" w:fill="auto"/>
          </w:tcPr>
          <w:p w14:paraId="14033500" w14:textId="77777777" w:rsidR="00E22A58" w:rsidRDefault="00B43067" w:rsidP="00E22A58">
            <w:pPr>
              <w:pStyle w:val="TAC"/>
              <w:keepNext w:val="0"/>
              <w:rPr>
                <w:sz w:val="16"/>
                <w:szCs w:val="16"/>
              </w:rPr>
            </w:pPr>
            <w:r>
              <w:rPr>
                <w:sz w:val="16"/>
                <w:szCs w:val="16"/>
              </w:rPr>
              <w:t>16.3.0</w:t>
            </w:r>
          </w:p>
        </w:tc>
      </w:tr>
      <w:tr w:rsidR="00E22A58" w:rsidRPr="001C0CC4" w14:paraId="455F67D8" w14:textId="77777777" w:rsidTr="00DC7196">
        <w:trPr>
          <w:jc w:val="center"/>
        </w:trPr>
        <w:tc>
          <w:tcPr>
            <w:tcW w:w="800" w:type="dxa"/>
            <w:shd w:val="solid" w:color="FFFFFF" w:fill="auto"/>
          </w:tcPr>
          <w:p w14:paraId="737D60C3"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2BF60DF4"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19821FE3" w14:textId="77777777" w:rsidR="00E22A58" w:rsidRPr="00E22A58" w:rsidRDefault="00E46898" w:rsidP="00E22A58">
            <w:pPr>
              <w:pStyle w:val="TAL"/>
              <w:rPr>
                <w:sz w:val="16"/>
                <w:szCs w:val="16"/>
              </w:rPr>
            </w:pPr>
            <w:r w:rsidRPr="00E46898">
              <w:rPr>
                <w:sz w:val="16"/>
                <w:szCs w:val="16"/>
              </w:rPr>
              <w:t>RP-200394</w:t>
            </w:r>
          </w:p>
        </w:tc>
        <w:tc>
          <w:tcPr>
            <w:tcW w:w="575" w:type="dxa"/>
            <w:shd w:val="solid" w:color="FFFFFF" w:fill="auto"/>
          </w:tcPr>
          <w:p w14:paraId="300DFD90" w14:textId="77777777" w:rsidR="00E22A58" w:rsidRDefault="00E46898" w:rsidP="00E22A58">
            <w:pPr>
              <w:pStyle w:val="TAL"/>
              <w:keepNext w:val="0"/>
              <w:rPr>
                <w:sz w:val="16"/>
                <w:szCs w:val="16"/>
              </w:rPr>
            </w:pPr>
            <w:r>
              <w:rPr>
                <w:sz w:val="16"/>
                <w:szCs w:val="16"/>
              </w:rPr>
              <w:t>0218</w:t>
            </w:r>
          </w:p>
        </w:tc>
        <w:tc>
          <w:tcPr>
            <w:tcW w:w="425" w:type="dxa"/>
            <w:shd w:val="solid" w:color="FFFFFF" w:fill="auto"/>
          </w:tcPr>
          <w:p w14:paraId="23C55CB3" w14:textId="77777777" w:rsidR="00E22A58" w:rsidRDefault="00E22A58" w:rsidP="00BB2256">
            <w:pPr>
              <w:pStyle w:val="TAR"/>
              <w:keepNext w:val="0"/>
              <w:jc w:val="center"/>
              <w:rPr>
                <w:sz w:val="16"/>
                <w:szCs w:val="16"/>
              </w:rPr>
            </w:pPr>
          </w:p>
        </w:tc>
        <w:tc>
          <w:tcPr>
            <w:tcW w:w="425" w:type="dxa"/>
            <w:shd w:val="solid" w:color="FFFFFF" w:fill="auto"/>
          </w:tcPr>
          <w:p w14:paraId="6581FB45" w14:textId="77777777" w:rsidR="00E22A58" w:rsidRDefault="00E46898" w:rsidP="00BB2256">
            <w:pPr>
              <w:pStyle w:val="TAC"/>
              <w:keepNext w:val="0"/>
              <w:rPr>
                <w:sz w:val="16"/>
                <w:szCs w:val="16"/>
              </w:rPr>
            </w:pPr>
            <w:r>
              <w:rPr>
                <w:sz w:val="16"/>
                <w:szCs w:val="16"/>
              </w:rPr>
              <w:t>A</w:t>
            </w:r>
          </w:p>
        </w:tc>
        <w:tc>
          <w:tcPr>
            <w:tcW w:w="4962" w:type="dxa"/>
            <w:shd w:val="solid" w:color="FFFFFF" w:fill="auto"/>
          </w:tcPr>
          <w:p w14:paraId="46916167" w14:textId="77777777" w:rsidR="00E22A58" w:rsidRPr="00E22A58" w:rsidRDefault="00E46898" w:rsidP="00E22A58">
            <w:pPr>
              <w:pStyle w:val="TAL"/>
              <w:rPr>
                <w:noProof/>
                <w:sz w:val="16"/>
                <w:szCs w:val="16"/>
              </w:rPr>
            </w:pPr>
            <w:r w:rsidRPr="00E46898">
              <w:rPr>
                <w:rFonts w:hint="eastAsia"/>
                <w:noProof/>
                <w:sz w:val="16"/>
                <w:szCs w:val="16"/>
                <w:lang w:val="en-US"/>
              </w:rPr>
              <w:t>CR</w:t>
            </w:r>
            <w:r w:rsidRPr="00E46898">
              <w:rPr>
                <w:noProof/>
                <w:sz w:val="16"/>
                <w:szCs w:val="16"/>
              </w:rPr>
              <w:t xml:space="preserve"> </w:t>
            </w:r>
            <w:r w:rsidRPr="00E46898">
              <w:rPr>
                <w:rFonts w:hint="eastAsia"/>
                <w:noProof/>
                <w:sz w:val="16"/>
                <w:szCs w:val="16"/>
                <w:lang w:val="en-US"/>
              </w:rPr>
              <w:t>to</w:t>
            </w:r>
            <w:r w:rsidRPr="00E46898">
              <w:rPr>
                <w:noProof/>
                <w:sz w:val="16"/>
                <w:szCs w:val="16"/>
              </w:rPr>
              <w:t xml:space="preserve"> TS 3</w:t>
            </w:r>
            <w:r w:rsidRPr="00E46898">
              <w:rPr>
                <w:rFonts w:hint="eastAsia"/>
                <w:noProof/>
                <w:sz w:val="16"/>
                <w:szCs w:val="16"/>
                <w:lang w:val="en-US"/>
              </w:rPr>
              <w:t>8.1</w:t>
            </w:r>
            <w:r w:rsidRPr="00E46898">
              <w:rPr>
                <w:noProof/>
                <w:sz w:val="16"/>
                <w:szCs w:val="16"/>
                <w:lang w:val="en-US"/>
              </w:rPr>
              <w:t>01-1: corrections on ACS for intra-band contiguous CA</w:t>
            </w:r>
          </w:p>
        </w:tc>
        <w:tc>
          <w:tcPr>
            <w:tcW w:w="708" w:type="dxa"/>
            <w:shd w:val="solid" w:color="FFFFFF" w:fill="auto"/>
          </w:tcPr>
          <w:p w14:paraId="5252965E" w14:textId="77777777" w:rsidR="00E22A58" w:rsidRDefault="00B43067" w:rsidP="00E22A58">
            <w:pPr>
              <w:pStyle w:val="TAC"/>
              <w:keepNext w:val="0"/>
              <w:rPr>
                <w:sz w:val="16"/>
                <w:szCs w:val="16"/>
              </w:rPr>
            </w:pPr>
            <w:r>
              <w:rPr>
                <w:sz w:val="16"/>
                <w:szCs w:val="16"/>
              </w:rPr>
              <w:t>16.3.0</w:t>
            </w:r>
          </w:p>
        </w:tc>
      </w:tr>
      <w:tr w:rsidR="00E22A58" w:rsidRPr="001C0CC4" w14:paraId="115065B3" w14:textId="77777777" w:rsidTr="00DC7196">
        <w:trPr>
          <w:jc w:val="center"/>
        </w:trPr>
        <w:tc>
          <w:tcPr>
            <w:tcW w:w="800" w:type="dxa"/>
            <w:shd w:val="solid" w:color="FFFFFF" w:fill="auto"/>
          </w:tcPr>
          <w:p w14:paraId="781F9F2F" w14:textId="77777777" w:rsidR="00E22A58" w:rsidRPr="008C22E9" w:rsidRDefault="00E22A58" w:rsidP="00E22A58">
            <w:pPr>
              <w:pStyle w:val="TAC"/>
              <w:keepNext w:val="0"/>
              <w:rPr>
                <w:sz w:val="16"/>
                <w:szCs w:val="16"/>
              </w:rPr>
            </w:pPr>
            <w:r>
              <w:rPr>
                <w:sz w:val="16"/>
                <w:szCs w:val="16"/>
              </w:rPr>
              <w:t>2020-03</w:t>
            </w:r>
          </w:p>
        </w:tc>
        <w:tc>
          <w:tcPr>
            <w:tcW w:w="800" w:type="dxa"/>
            <w:shd w:val="solid" w:color="FFFFFF" w:fill="auto"/>
          </w:tcPr>
          <w:p w14:paraId="702AC67B" w14:textId="77777777" w:rsidR="00E22A58" w:rsidRPr="00C57637" w:rsidRDefault="00E22A58" w:rsidP="00E22A58">
            <w:pPr>
              <w:pStyle w:val="TAC"/>
              <w:keepNext w:val="0"/>
              <w:rPr>
                <w:sz w:val="16"/>
                <w:szCs w:val="16"/>
              </w:rPr>
            </w:pPr>
            <w:r>
              <w:rPr>
                <w:sz w:val="16"/>
                <w:szCs w:val="16"/>
              </w:rPr>
              <w:t>RAN#87</w:t>
            </w:r>
          </w:p>
        </w:tc>
        <w:tc>
          <w:tcPr>
            <w:tcW w:w="944" w:type="dxa"/>
            <w:shd w:val="solid" w:color="FFFFFF" w:fill="auto"/>
          </w:tcPr>
          <w:p w14:paraId="340D58FE" w14:textId="77777777" w:rsidR="00E22A58" w:rsidRPr="00E22A58" w:rsidRDefault="00282192" w:rsidP="00E22A58">
            <w:pPr>
              <w:pStyle w:val="TAL"/>
              <w:rPr>
                <w:sz w:val="16"/>
                <w:szCs w:val="16"/>
              </w:rPr>
            </w:pPr>
            <w:r w:rsidRPr="00282192">
              <w:rPr>
                <w:sz w:val="16"/>
                <w:szCs w:val="16"/>
              </w:rPr>
              <w:t>RP-200380</w:t>
            </w:r>
          </w:p>
        </w:tc>
        <w:tc>
          <w:tcPr>
            <w:tcW w:w="575" w:type="dxa"/>
            <w:shd w:val="solid" w:color="FFFFFF" w:fill="auto"/>
          </w:tcPr>
          <w:p w14:paraId="7F1BC8EF" w14:textId="77777777" w:rsidR="00E22A58" w:rsidRDefault="00282192" w:rsidP="00E22A58">
            <w:pPr>
              <w:pStyle w:val="TAL"/>
              <w:keepNext w:val="0"/>
              <w:rPr>
                <w:sz w:val="16"/>
                <w:szCs w:val="16"/>
              </w:rPr>
            </w:pPr>
            <w:r>
              <w:rPr>
                <w:sz w:val="16"/>
                <w:szCs w:val="16"/>
              </w:rPr>
              <w:t>0219</w:t>
            </w:r>
          </w:p>
        </w:tc>
        <w:tc>
          <w:tcPr>
            <w:tcW w:w="425" w:type="dxa"/>
            <w:shd w:val="solid" w:color="FFFFFF" w:fill="auto"/>
          </w:tcPr>
          <w:p w14:paraId="67F86FA9" w14:textId="77777777" w:rsidR="00E22A58" w:rsidRDefault="00282192" w:rsidP="00BB2256">
            <w:pPr>
              <w:pStyle w:val="TAR"/>
              <w:keepNext w:val="0"/>
              <w:jc w:val="center"/>
              <w:rPr>
                <w:sz w:val="16"/>
                <w:szCs w:val="16"/>
              </w:rPr>
            </w:pPr>
            <w:r>
              <w:rPr>
                <w:sz w:val="16"/>
                <w:szCs w:val="16"/>
              </w:rPr>
              <w:t>1</w:t>
            </w:r>
          </w:p>
        </w:tc>
        <w:tc>
          <w:tcPr>
            <w:tcW w:w="425" w:type="dxa"/>
            <w:shd w:val="solid" w:color="FFFFFF" w:fill="auto"/>
          </w:tcPr>
          <w:p w14:paraId="40E08388" w14:textId="77777777" w:rsidR="00E22A58" w:rsidRDefault="00282192" w:rsidP="00BB2256">
            <w:pPr>
              <w:pStyle w:val="TAC"/>
              <w:keepNext w:val="0"/>
              <w:rPr>
                <w:sz w:val="16"/>
                <w:szCs w:val="16"/>
              </w:rPr>
            </w:pPr>
            <w:r>
              <w:rPr>
                <w:sz w:val="16"/>
                <w:szCs w:val="16"/>
              </w:rPr>
              <w:t>F</w:t>
            </w:r>
          </w:p>
        </w:tc>
        <w:tc>
          <w:tcPr>
            <w:tcW w:w="4962" w:type="dxa"/>
            <w:shd w:val="solid" w:color="FFFFFF" w:fill="auto"/>
          </w:tcPr>
          <w:p w14:paraId="0022C9C8" w14:textId="77777777" w:rsidR="00E22A58" w:rsidRPr="00E22A58" w:rsidRDefault="00282192" w:rsidP="00E22A58">
            <w:pPr>
              <w:pStyle w:val="TAL"/>
              <w:rPr>
                <w:noProof/>
                <w:sz w:val="16"/>
                <w:szCs w:val="16"/>
              </w:rPr>
            </w:pPr>
            <w:r w:rsidRPr="00282192">
              <w:rPr>
                <w:rFonts w:hint="eastAsia"/>
                <w:noProof/>
                <w:sz w:val="16"/>
                <w:szCs w:val="16"/>
                <w:lang w:val="en-US"/>
              </w:rPr>
              <w:t xml:space="preserve">CR to </w:t>
            </w:r>
            <w:r w:rsidRPr="00282192">
              <w:rPr>
                <w:noProof/>
                <w:sz w:val="16"/>
                <w:szCs w:val="16"/>
              </w:rPr>
              <w:t>TS 38.10</w:t>
            </w:r>
            <w:r w:rsidRPr="00282192">
              <w:rPr>
                <w:rFonts w:hint="eastAsia"/>
                <w:noProof/>
                <w:sz w:val="16"/>
                <w:szCs w:val="16"/>
                <w:lang w:val="en-US"/>
              </w:rPr>
              <w:t>1-1: Improvement on NR 3DL inter-band CA combination</w:t>
            </w:r>
          </w:p>
        </w:tc>
        <w:tc>
          <w:tcPr>
            <w:tcW w:w="708" w:type="dxa"/>
            <w:shd w:val="solid" w:color="FFFFFF" w:fill="auto"/>
          </w:tcPr>
          <w:p w14:paraId="51A3BB2C" w14:textId="77777777" w:rsidR="00E22A58" w:rsidRDefault="00B43067" w:rsidP="00E22A58">
            <w:pPr>
              <w:pStyle w:val="TAC"/>
              <w:keepNext w:val="0"/>
              <w:rPr>
                <w:sz w:val="16"/>
                <w:szCs w:val="16"/>
              </w:rPr>
            </w:pPr>
            <w:r>
              <w:rPr>
                <w:sz w:val="16"/>
                <w:szCs w:val="16"/>
              </w:rPr>
              <w:t>16.3.0</w:t>
            </w:r>
          </w:p>
        </w:tc>
      </w:tr>
      <w:tr w:rsidR="003E3CD0" w:rsidRPr="001C0CC4" w14:paraId="6F0A06BC" w14:textId="77777777" w:rsidTr="00DC7196">
        <w:trPr>
          <w:jc w:val="center"/>
        </w:trPr>
        <w:tc>
          <w:tcPr>
            <w:tcW w:w="800" w:type="dxa"/>
            <w:shd w:val="solid" w:color="FFFFFF" w:fill="auto"/>
          </w:tcPr>
          <w:p w14:paraId="545A364E"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3E2239B"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357CBFE9" w14:textId="77777777" w:rsidR="003E3CD0" w:rsidRPr="00E22A58" w:rsidRDefault="001B6F33" w:rsidP="00E22A58">
            <w:pPr>
              <w:pStyle w:val="TAL"/>
              <w:rPr>
                <w:sz w:val="16"/>
                <w:szCs w:val="16"/>
              </w:rPr>
            </w:pPr>
            <w:r w:rsidRPr="001B6F33">
              <w:rPr>
                <w:sz w:val="16"/>
                <w:szCs w:val="16"/>
              </w:rPr>
              <w:t>RP-200394</w:t>
            </w:r>
          </w:p>
        </w:tc>
        <w:tc>
          <w:tcPr>
            <w:tcW w:w="575" w:type="dxa"/>
            <w:shd w:val="solid" w:color="FFFFFF" w:fill="auto"/>
          </w:tcPr>
          <w:p w14:paraId="0DDB15E1" w14:textId="77777777" w:rsidR="003E3CD0" w:rsidRDefault="001B6F33" w:rsidP="00E22A58">
            <w:pPr>
              <w:pStyle w:val="TAL"/>
              <w:keepNext w:val="0"/>
              <w:rPr>
                <w:sz w:val="16"/>
                <w:szCs w:val="16"/>
              </w:rPr>
            </w:pPr>
            <w:r>
              <w:rPr>
                <w:sz w:val="16"/>
                <w:szCs w:val="16"/>
              </w:rPr>
              <w:t>0221</w:t>
            </w:r>
          </w:p>
        </w:tc>
        <w:tc>
          <w:tcPr>
            <w:tcW w:w="425" w:type="dxa"/>
            <w:shd w:val="solid" w:color="FFFFFF" w:fill="auto"/>
          </w:tcPr>
          <w:p w14:paraId="28E3101D" w14:textId="77777777" w:rsidR="003E3CD0" w:rsidRDefault="003E3CD0" w:rsidP="00BB2256">
            <w:pPr>
              <w:pStyle w:val="TAR"/>
              <w:keepNext w:val="0"/>
              <w:jc w:val="center"/>
              <w:rPr>
                <w:sz w:val="16"/>
                <w:szCs w:val="16"/>
              </w:rPr>
            </w:pPr>
          </w:p>
        </w:tc>
        <w:tc>
          <w:tcPr>
            <w:tcW w:w="425" w:type="dxa"/>
            <w:shd w:val="solid" w:color="FFFFFF" w:fill="auto"/>
          </w:tcPr>
          <w:p w14:paraId="29EDE4EE" w14:textId="77777777" w:rsidR="003E3CD0" w:rsidRDefault="001B6F33" w:rsidP="00BB2256">
            <w:pPr>
              <w:pStyle w:val="TAC"/>
              <w:keepNext w:val="0"/>
              <w:rPr>
                <w:sz w:val="16"/>
                <w:szCs w:val="16"/>
              </w:rPr>
            </w:pPr>
            <w:r>
              <w:rPr>
                <w:sz w:val="16"/>
                <w:szCs w:val="16"/>
              </w:rPr>
              <w:t>A</w:t>
            </w:r>
          </w:p>
        </w:tc>
        <w:tc>
          <w:tcPr>
            <w:tcW w:w="4962" w:type="dxa"/>
            <w:shd w:val="solid" w:color="FFFFFF" w:fill="auto"/>
          </w:tcPr>
          <w:p w14:paraId="26744160" w14:textId="77777777" w:rsidR="009A65B2" w:rsidRDefault="001B6F33" w:rsidP="00E22A58">
            <w:pPr>
              <w:pStyle w:val="TAL"/>
              <w:rPr>
                <w:noProof/>
                <w:sz w:val="16"/>
                <w:szCs w:val="16"/>
                <w:lang w:val="en-US"/>
              </w:rPr>
            </w:pPr>
            <w:r w:rsidRPr="001B6F33">
              <w:rPr>
                <w:rFonts w:hint="eastAsia"/>
                <w:noProof/>
                <w:sz w:val="16"/>
                <w:szCs w:val="16"/>
                <w:lang w:val="en-US"/>
              </w:rPr>
              <w:t xml:space="preserve">CR to </w:t>
            </w:r>
            <w:r w:rsidRPr="001B6F33">
              <w:rPr>
                <w:noProof/>
                <w:sz w:val="16"/>
                <w:szCs w:val="16"/>
              </w:rPr>
              <w:t>TS 38.10</w:t>
            </w:r>
            <w:r w:rsidRPr="001B6F33">
              <w:rPr>
                <w:rFonts w:hint="eastAsia"/>
                <w:noProof/>
                <w:sz w:val="16"/>
                <w:szCs w:val="16"/>
                <w:lang w:val="en-US"/>
              </w:rPr>
              <w:t>1-1: Replace CBW with symbols defined in the specification.</w:t>
            </w:r>
          </w:p>
          <w:p w14:paraId="54FCBB38" w14:textId="77777777" w:rsidR="009A65B2" w:rsidRDefault="009A65B2" w:rsidP="00E22A58">
            <w:pPr>
              <w:pStyle w:val="TAL"/>
              <w:rPr>
                <w:noProof/>
                <w:sz w:val="16"/>
                <w:szCs w:val="16"/>
                <w:lang w:val="en-US"/>
              </w:rPr>
            </w:pPr>
          </w:p>
          <w:p w14:paraId="7EA727C9" w14:textId="3BD35453" w:rsidR="009A65B2" w:rsidRDefault="009A65B2" w:rsidP="009A65B2">
            <w:pPr>
              <w:pStyle w:val="TAN"/>
              <w:rPr>
                <w:noProof/>
                <w:lang w:val="en-US"/>
              </w:rPr>
            </w:pPr>
            <w:r w:rsidRPr="009A65B2">
              <w:rPr>
                <w:noProof/>
                <w:sz w:val="16"/>
                <w:szCs w:val="16"/>
                <w:lang w:val="en-US"/>
              </w:rPr>
              <w:t>NOTE:</w:t>
            </w:r>
            <w:r w:rsidR="00F51C9B">
              <w:rPr>
                <w:sz w:val="16"/>
                <w:szCs w:val="16"/>
              </w:rPr>
              <w:tab/>
            </w:r>
            <w:r w:rsidRPr="009A65B2">
              <w:rPr>
                <w:noProof/>
                <w:sz w:val="16"/>
                <w:szCs w:val="16"/>
                <w:lang w:val="en-US"/>
              </w:rPr>
              <w:t xml:space="preserve">The CR is based on something else than the </w:t>
            </w:r>
            <w:r w:rsidR="00DB55B1">
              <w:rPr>
                <w:noProof/>
                <w:sz w:val="16"/>
                <w:szCs w:val="16"/>
                <w:lang w:val="en-US"/>
              </w:rPr>
              <w:t>latest</w:t>
            </w:r>
            <w:r w:rsidRPr="009A65B2">
              <w:rPr>
                <w:noProof/>
                <w:sz w:val="16"/>
                <w:szCs w:val="16"/>
                <w:lang w:val="en-US"/>
              </w:rPr>
              <w:t xml:space="preserve"> version of the specification and therefore it is not implemented, e.g. Tables 6.2.3.1-1, 7.6.2-2 and Table 7.6.2-4 in CR0221 are different compared to those in 38.101-1 v16.2.0</w:t>
            </w:r>
            <w:r w:rsidRPr="009A65B2">
              <w:rPr>
                <w:noProof/>
                <w:lang w:val="en-US"/>
              </w:rPr>
              <w:t>.</w:t>
            </w:r>
          </w:p>
          <w:p w14:paraId="6DAE3F0E" w14:textId="77777777" w:rsidR="009A65B2" w:rsidRPr="009A65B2" w:rsidRDefault="009A65B2" w:rsidP="009A65B2">
            <w:pPr>
              <w:pStyle w:val="TAN"/>
              <w:rPr>
                <w:noProof/>
                <w:lang w:val="en-US"/>
              </w:rPr>
            </w:pPr>
          </w:p>
        </w:tc>
        <w:tc>
          <w:tcPr>
            <w:tcW w:w="708" w:type="dxa"/>
            <w:shd w:val="solid" w:color="FFFFFF" w:fill="auto"/>
          </w:tcPr>
          <w:p w14:paraId="50B5F1CC" w14:textId="77777777" w:rsidR="003E3CD0" w:rsidRDefault="00170241" w:rsidP="00E22A58">
            <w:pPr>
              <w:pStyle w:val="TAC"/>
              <w:keepNext w:val="0"/>
              <w:rPr>
                <w:sz w:val="16"/>
                <w:szCs w:val="16"/>
              </w:rPr>
            </w:pPr>
            <w:r>
              <w:rPr>
                <w:sz w:val="16"/>
                <w:szCs w:val="16"/>
              </w:rPr>
              <w:t>16.3.0</w:t>
            </w:r>
          </w:p>
        </w:tc>
      </w:tr>
      <w:tr w:rsidR="003E3CD0" w:rsidRPr="001C0CC4" w14:paraId="0D0840E6" w14:textId="77777777" w:rsidTr="00DC7196">
        <w:trPr>
          <w:jc w:val="center"/>
        </w:trPr>
        <w:tc>
          <w:tcPr>
            <w:tcW w:w="800" w:type="dxa"/>
            <w:shd w:val="solid" w:color="FFFFFF" w:fill="auto"/>
          </w:tcPr>
          <w:p w14:paraId="6EB13C27"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05D86B3"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3F055579" w14:textId="77777777" w:rsidR="00DC158E" w:rsidRPr="00DC158E" w:rsidRDefault="00DC158E" w:rsidP="00DC158E">
            <w:pPr>
              <w:pStyle w:val="TAL"/>
              <w:rPr>
                <w:sz w:val="16"/>
                <w:szCs w:val="16"/>
              </w:rPr>
            </w:pPr>
            <w:r w:rsidRPr="00DC158E">
              <w:rPr>
                <w:sz w:val="16"/>
                <w:szCs w:val="16"/>
              </w:rPr>
              <w:t>RP-200380</w:t>
            </w:r>
          </w:p>
          <w:p w14:paraId="4AACD1A2" w14:textId="77777777" w:rsidR="003E3CD0" w:rsidRPr="00E22A58" w:rsidRDefault="003E3CD0" w:rsidP="00E22A58">
            <w:pPr>
              <w:pStyle w:val="TAL"/>
              <w:rPr>
                <w:sz w:val="16"/>
                <w:szCs w:val="16"/>
              </w:rPr>
            </w:pPr>
          </w:p>
        </w:tc>
        <w:tc>
          <w:tcPr>
            <w:tcW w:w="575" w:type="dxa"/>
            <w:shd w:val="solid" w:color="FFFFFF" w:fill="auto"/>
          </w:tcPr>
          <w:p w14:paraId="62F3030D" w14:textId="77777777" w:rsidR="003E3CD0" w:rsidRDefault="00DC158E" w:rsidP="00E22A58">
            <w:pPr>
              <w:pStyle w:val="TAL"/>
              <w:keepNext w:val="0"/>
              <w:rPr>
                <w:sz w:val="16"/>
                <w:szCs w:val="16"/>
              </w:rPr>
            </w:pPr>
            <w:r>
              <w:rPr>
                <w:sz w:val="16"/>
                <w:szCs w:val="16"/>
              </w:rPr>
              <w:t>0222</w:t>
            </w:r>
          </w:p>
        </w:tc>
        <w:tc>
          <w:tcPr>
            <w:tcW w:w="425" w:type="dxa"/>
            <w:shd w:val="solid" w:color="FFFFFF" w:fill="auto"/>
          </w:tcPr>
          <w:p w14:paraId="1FC8E357" w14:textId="77777777" w:rsidR="003E3CD0" w:rsidRDefault="003E3CD0" w:rsidP="00BB2256">
            <w:pPr>
              <w:pStyle w:val="TAR"/>
              <w:keepNext w:val="0"/>
              <w:jc w:val="center"/>
              <w:rPr>
                <w:sz w:val="16"/>
                <w:szCs w:val="16"/>
              </w:rPr>
            </w:pPr>
          </w:p>
        </w:tc>
        <w:tc>
          <w:tcPr>
            <w:tcW w:w="425" w:type="dxa"/>
            <w:shd w:val="solid" w:color="FFFFFF" w:fill="auto"/>
          </w:tcPr>
          <w:p w14:paraId="78C63D5F" w14:textId="77777777" w:rsidR="003E3CD0" w:rsidRDefault="00DC158E" w:rsidP="00BB2256">
            <w:pPr>
              <w:pStyle w:val="TAC"/>
              <w:keepNext w:val="0"/>
              <w:rPr>
                <w:sz w:val="16"/>
                <w:szCs w:val="16"/>
              </w:rPr>
            </w:pPr>
            <w:r>
              <w:rPr>
                <w:sz w:val="16"/>
                <w:szCs w:val="16"/>
              </w:rPr>
              <w:t>B</w:t>
            </w:r>
          </w:p>
        </w:tc>
        <w:tc>
          <w:tcPr>
            <w:tcW w:w="4962" w:type="dxa"/>
            <w:shd w:val="solid" w:color="FFFFFF" w:fill="auto"/>
          </w:tcPr>
          <w:p w14:paraId="682D4B43" w14:textId="77777777" w:rsidR="003E3CD0" w:rsidRPr="00E22A58" w:rsidRDefault="00DC158E" w:rsidP="00E22A58">
            <w:pPr>
              <w:pStyle w:val="TAL"/>
              <w:rPr>
                <w:noProof/>
                <w:sz w:val="16"/>
                <w:szCs w:val="16"/>
              </w:rPr>
            </w:pPr>
            <w:r w:rsidRPr="00DC158E">
              <w:rPr>
                <w:noProof/>
                <w:sz w:val="16"/>
                <w:szCs w:val="16"/>
              </w:rPr>
              <w:t>CR to reflect the completed NR inter band CA DC combinations for 2 bands DL with up to 2 bands UL into Rel16 TS 38.101-1</w:t>
            </w:r>
          </w:p>
        </w:tc>
        <w:tc>
          <w:tcPr>
            <w:tcW w:w="708" w:type="dxa"/>
            <w:shd w:val="solid" w:color="FFFFFF" w:fill="auto"/>
          </w:tcPr>
          <w:p w14:paraId="2CAD3CF5" w14:textId="77777777" w:rsidR="003E3CD0" w:rsidRDefault="00170241" w:rsidP="00E22A58">
            <w:pPr>
              <w:pStyle w:val="TAC"/>
              <w:keepNext w:val="0"/>
              <w:rPr>
                <w:sz w:val="16"/>
                <w:szCs w:val="16"/>
              </w:rPr>
            </w:pPr>
            <w:r>
              <w:rPr>
                <w:sz w:val="16"/>
                <w:szCs w:val="16"/>
              </w:rPr>
              <w:t>16.3.0</w:t>
            </w:r>
          </w:p>
        </w:tc>
      </w:tr>
      <w:tr w:rsidR="003E3CD0" w:rsidRPr="001C0CC4" w14:paraId="206E54F5" w14:textId="77777777" w:rsidTr="00DC7196">
        <w:trPr>
          <w:jc w:val="center"/>
        </w:trPr>
        <w:tc>
          <w:tcPr>
            <w:tcW w:w="800" w:type="dxa"/>
            <w:shd w:val="solid" w:color="FFFFFF" w:fill="auto"/>
          </w:tcPr>
          <w:p w14:paraId="10AE6C62"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0E80A141"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77B6F02F" w14:textId="77777777" w:rsidR="00DC158E" w:rsidRPr="00DC158E" w:rsidRDefault="00DC158E" w:rsidP="00DC158E">
            <w:pPr>
              <w:pStyle w:val="TAL"/>
              <w:rPr>
                <w:sz w:val="16"/>
                <w:szCs w:val="16"/>
              </w:rPr>
            </w:pPr>
            <w:r w:rsidRPr="00DC158E">
              <w:rPr>
                <w:sz w:val="16"/>
                <w:szCs w:val="16"/>
              </w:rPr>
              <w:t>RP-200380</w:t>
            </w:r>
          </w:p>
          <w:p w14:paraId="40293668" w14:textId="77777777" w:rsidR="003E3CD0" w:rsidRPr="00E22A58" w:rsidRDefault="003E3CD0" w:rsidP="00E22A58">
            <w:pPr>
              <w:pStyle w:val="TAL"/>
              <w:rPr>
                <w:sz w:val="16"/>
                <w:szCs w:val="16"/>
              </w:rPr>
            </w:pPr>
          </w:p>
        </w:tc>
        <w:tc>
          <w:tcPr>
            <w:tcW w:w="575" w:type="dxa"/>
            <w:shd w:val="solid" w:color="FFFFFF" w:fill="auto"/>
          </w:tcPr>
          <w:p w14:paraId="08190D06" w14:textId="77777777" w:rsidR="003E3CD0" w:rsidRDefault="00DC158E" w:rsidP="00E22A58">
            <w:pPr>
              <w:pStyle w:val="TAL"/>
              <w:keepNext w:val="0"/>
              <w:rPr>
                <w:sz w:val="16"/>
                <w:szCs w:val="16"/>
              </w:rPr>
            </w:pPr>
            <w:r>
              <w:rPr>
                <w:sz w:val="16"/>
                <w:szCs w:val="16"/>
              </w:rPr>
              <w:t>0223</w:t>
            </w:r>
          </w:p>
        </w:tc>
        <w:tc>
          <w:tcPr>
            <w:tcW w:w="425" w:type="dxa"/>
            <w:shd w:val="solid" w:color="FFFFFF" w:fill="auto"/>
          </w:tcPr>
          <w:p w14:paraId="44155F78" w14:textId="77777777" w:rsidR="003E3CD0" w:rsidRDefault="003E3CD0" w:rsidP="00BB2256">
            <w:pPr>
              <w:pStyle w:val="TAR"/>
              <w:keepNext w:val="0"/>
              <w:jc w:val="center"/>
              <w:rPr>
                <w:sz w:val="16"/>
                <w:szCs w:val="16"/>
              </w:rPr>
            </w:pPr>
          </w:p>
        </w:tc>
        <w:tc>
          <w:tcPr>
            <w:tcW w:w="425" w:type="dxa"/>
            <w:shd w:val="solid" w:color="FFFFFF" w:fill="auto"/>
          </w:tcPr>
          <w:p w14:paraId="02FC5298" w14:textId="77777777" w:rsidR="003E3CD0" w:rsidRDefault="00DC158E" w:rsidP="00BB2256">
            <w:pPr>
              <w:pStyle w:val="TAC"/>
              <w:keepNext w:val="0"/>
              <w:rPr>
                <w:sz w:val="16"/>
                <w:szCs w:val="16"/>
              </w:rPr>
            </w:pPr>
            <w:r>
              <w:rPr>
                <w:sz w:val="16"/>
                <w:szCs w:val="16"/>
              </w:rPr>
              <w:t>B</w:t>
            </w:r>
          </w:p>
        </w:tc>
        <w:tc>
          <w:tcPr>
            <w:tcW w:w="4962" w:type="dxa"/>
            <w:shd w:val="solid" w:color="FFFFFF" w:fill="auto"/>
          </w:tcPr>
          <w:p w14:paraId="24F93616" w14:textId="77777777" w:rsidR="003E3CD0" w:rsidRPr="00E22A58" w:rsidRDefault="00DC158E" w:rsidP="00E22A58">
            <w:pPr>
              <w:pStyle w:val="TAL"/>
              <w:rPr>
                <w:noProof/>
                <w:sz w:val="16"/>
                <w:szCs w:val="16"/>
              </w:rPr>
            </w:pPr>
            <w:r w:rsidRPr="00DC158E">
              <w:rPr>
                <w:noProof/>
                <w:sz w:val="16"/>
                <w:szCs w:val="16"/>
              </w:rPr>
              <w:t>CR to reflect the completed NR inter band CA DC combinations for 3 bands DL with 2 bands UL into Rel16 TS 38.101-1</w:t>
            </w:r>
          </w:p>
        </w:tc>
        <w:tc>
          <w:tcPr>
            <w:tcW w:w="708" w:type="dxa"/>
            <w:shd w:val="solid" w:color="FFFFFF" w:fill="auto"/>
          </w:tcPr>
          <w:p w14:paraId="079CAB90" w14:textId="77777777" w:rsidR="003E3CD0" w:rsidRDefault="00170241" w:rsidP="00E22A58">
            <w:pPr>
              <w:pStyle w:val="TAC"/>
              <w:keepNext w:val="0"/>
              <w:rPr>
                <w:sz w:val="16"/>
                <w:szCs w:val="16"/>
              </w:rPr>
            </w:pPr>
            <w:r>
              <w:rPr>
                <w:sz w:val="16"/>
                <w:szCs w:val="16"/>
              </w:rPr>
              <w:t>16.3.0</w:t>
            </w:r>
          </w:p>
        </w:tc>
      </w:tr>
      <w:tr w:rsidR="003E3CD0" w:rsidRPr="001C0CC4" w14:paraId="47B0E1F9" w14:textId="77777777" w:rsidTr="00DC7196">
        <w:trPr>
          <w:jc w:val="center"/>
        </w:trPr>
        <w:tc>
          <w:tcPr>
            <w:tcW w:w="800" w:type="dxa"/>
            <w:shd w:val="solid" w:color="FFFFFF" w:fill="auto"/>
          </w:tcPr>
          <w:p w14:paraId="43BE03D6"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6BA5F17F"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582E7D49" w14:textId="77777777" w:rsidR="003E3CD0" w:rsidRPr="00E22A58" w:rsidRDefault="006E32EC" w:rsidP="00E22A58">
            <w:pPr>
              <w:pStyle w:val="TAL"/>
              <w:rPr>
                <w:sz w:val="16"/>
                <w:szCs w:val="16"/>
              </w:rPr>
            </w:pPr>
            <w:r w:rsidRPr="006E32EC">
              <w:rPr>
                <w:sz w:val="16"/>
                <w:szCs w:val="16"/>
              </w:rPr>
              <w:t>RP-200394</w:t>
            </w:r>
          </w:p>
        </w:tc>
        <w:tc>
          <w:tcPr>
            <w:tcW w:w="575" w:type="dxa"/>
            <w:shd w:val="solid" w:color="FFFFFF" w:fill="auto"/>
          </w:tcPr>
          <w:p w14:paraId="0A8945F2" w14:textId="77777777" w:rsidR="003E3CD0" w:rsidRDefault="006E32EC" w:rsidP="00E22A58">
            <w:pPr>
              <w:pStyle w:val="TAL"/>
              <w:keepNext w:val="0"/>
              <w:rPr>
                <w:sz w:val="16"/>
                <w:szCs w:val="16"/>
              </w:rPr>
            </w:pPr>
            <w:r>
              <w:rPr>
                <w:sz w:val="16"/>
                <w:szCs w:val="16"/>
              </w:rPr>
              <w:t>0224</w:t>
            </w:r>
          </w:p>
        </w:tc>
        <w:tc>
          <w:tcPr>
            <w:tcW w:w="425" w:type="dxa"/>
            <w:shd w:val="solid" w:color="FFFFFF" w:fill="auto"/>
          </w:tcPr>
          <w:p w14:paraId="4F4D0205" w14:textId="77777777" w:rsidR="003E3CD0" w:rsidRDefault="006E32EC" w:rsidP="00BB2256">
            <w:pPr>
              <w:pStyle w:val="TAR"/>
              <w:keepNext w:val="0"/>
              <w:jc w:val="center"/>
              <w:rPr>
                <w:sz w:val="16"/>
                <w:szCs w:val="16"/>
              </w:rPr>
            </w:pPr>
            <w:r>
              <w:rPr>
                <w:sz w:val="16"/>
                <w:szCs w:val="16"/>
              </w:rPr>
              <w:t>1</w:t>
            </w:r>
          </w:p>
        </w:tc>
        <w:tc>
          <w:tcPr>
            <w:tcW w:w="425" w:type="dxa"/>
            <w:shd w:val="solid" w:color="FFFFFF" w:fill="auto"/>
          </w:tcPr>
          <w:p w14:paraId="585360FE" w14:textId="77777777" w:rsidR="003E3CD0" w:rsidRDefault="006E32EC" w:rsidP="00BB2256">
            <w:pPr>
              <w:pStyle w:val="TAC"/>
              <w:keepNext w:val="0"/>
              <w:rPr>
                <w:sz w:val="16"/>
                <w:szCs w:val="16"/>
              </w:rPr>
            </w:pPr>
            <w:r>
              <w:rPr>
                <w:sz w:val="16"/>
                <w:szCs w:val="16"/>
              </w:rPr>
              <w:t>B</w:t>
            </w:r>
          </w:p>
        </w:tc>
        <w:tc>
          <w:tcPr>
            <w:tcW w:w="4962" w:type="dxa"/>
            <w:shd w:val="solid" w:color="FFFFFF" w:fill="auto"/>
          </w:tcPr>
          <w:p w14:paraId="11BCCEB0" w14:textId="77777777" w:rsidR="003E3CD0" w:rsidRPr="00E22A58" w:rsidRDefault="006E32EC" w:rsidP="00E22A58">
            <w:pPr>
              <w:pStyle w:val="TAL"/>
              <w:rPr>
                <w:noProof/>
                <w:sz w:val="16"/>
                <w:szCs w:val="16"/>
              </w:rPr>
            </w:pPr>
            <w:r w:rsidRPr="006E32EC">
              <w:rPr>
                <w:noProof/>
                <w:sz w:val="16"/>
                <w:szCs w:val="16"/>
              </w:rPr>
              <w:fldChar w:fldCharType="begin"/>
            </w:r>
            <w:r w:rsidRPr="006E32EC">
              <w:rPr>
                <w:noProof/>
                <w:sz w:val="16"/>
                <w:szCs w:val="16"/>
              </w:rPr>
              <w:instrText xml:space="preserve"> DOCPROPERTY  CrTitle  \* MERGEFORMAT </w:instrText>
            </w:r>
            <w:r w:rsidRPr="006E32EC">
              <w:rPr>
                <w:noProof/>
                <w:sz w:val="16"/>
                <w:szCs w:val="16"/>
              </w:rPr>
              <w:fldChar w:fldCharType="separate"/>
            </w:r>
            <w:r w:rsidRPr="006E32EC">
              <w:rPr>
                <w:noProof/>
                <w:sz w:val="16"/>
                <w:szCs w:val="16"/>
              </w:rPr>
              <w:t>Introduction of n53 into TS 38.101-1</w:t>
            </w:r>
            <w:r w:rsidRPr="006E32EC">
              <w:rPr>
                <w:noProof/>
                <w:sz w:val="16"/>
                <w:szCs w:val="16"/>
              </w:rPr>
              <w:fldChar w:fldCharType="end"/>
            </w:r>
          </w:p>
        </w:tc>
        <w:tc>
          <w:tcPr>
            <w:tcW w:w="708" w:type="dxa"/>
            <w:shd w:val="solid" w:color="FFFFFF" w:fill="auto"/>
          </w:tcPr>
          <w:p w14:paraId="1351E452" w14:textId="77777777" w:rsidR="003E3CD0" w:rsidRDefault="00170241" w:rsidP="00E22A58">
            <w:pPr>
              <w:pStyle w:val="TAC"/>
              <w:keepNext w:val="0"/>
              <w:rPr>
                <w:sz w:val="16"/>
                <w:szCs w:val="16"/>
              </w:rPr>
            </w:pPr>
            <w:r>
              <w:rPr>
                <w:sz w:val="16"/>
                <w:szCs w:val="16"/>
              </w:rPr>
              <w:t>16.3.0</w:t>
            </w:r>
          </w:p>
        </w:tc>
      </w:tr>
      <w:tr w:rsidR="003E3CD0" w:rsidRPr="001C0CC4" w14:paraId="7D1AE0C3" w14:textId="77777777" w:rsidTr="00DC7196">
        <w:trPr>
          <w:jc w:val="center"/>
        </w:trPr>
        <w:tc>
          <w:tcPr>
            <w:tcW w:w="800" w:type="dxa"/>
            <w:shd w:val="solid" w:color="FFFFFF" w:fill="auto"/>
          </w:tcPr>
          <w:p w14:paraId="67D9F288"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F3A4CE2"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6AA44F25" w14:textId="77777777" w:rsidR="003E3CD0" w:rsidRPr="00E22A58" w:rsidRDefault="00423521" w:rsidP="00E22A58">
            <w:pPr>
              <w:pStyle w:val="TAL"/>
              <w:rPr>
                <w:sz w:val="16"/>
                <w:szCs w:val="16"/>
              </w:rPr>
            </w:pPr>
            <w:r w:rsidRPr="00423521">
              <w:rPr>
                <w:sz w:val="16"/>
                <w:szCs w:val="16"/>
              </w:rPr>
              <w:t>RP-200394</w:t>
            </w:r>
          </w:p>
        </w:tc>
        <w:tc>
          <w:tcPr>
            <w:tcW w:w="575" w:type="dxa"/>
            <w:shd w:val="solid" w:color="FFFFFF" w:fill="auto"/>
          </w:tcPr>
          <w:p w14:paraId="3C7D1E80" w14:textId="77777777" w:rsidR="003E3CD0" w:rsidRDefault="00423521" w:rsidP="00E22A58">
            <w:pPr>
              <w:pStyle w:val="TAL"/>
              <w:keepNext w:val="0"/>
              <w:rPr>
                <w:sz w:val="16"/>
                <w:szCs w:val="16"/>
              </w:rPr>
            </w:pPr>
            <w:r>
              <w:rPr>
                <w:sz w:val="16"/>
                <w:szCs w:val="16"/>
              </w:rPr>
              <w:t>0229</w:t>
            </w:r>
          </w:p>
        </w:tc>
        <w:tc>
          <w:tcPr>
            <w:tcW w:w="425" w:type="dxa"/>
            <w:shd w:val="solid" w:color="FFFFFF" w:fill="auto"/>
          </w:tcPr>
          <w:p w14:paraId="2707E919" w14:textId="77777777" w:rsidR="003E3CD0" w:rsidRDefault="003E3CD0" w:rsidP="00BB2256">
            <w:pPr>
              <w:pStyle w:val="TAR"/>
              <w:keepNext w:val="0"/>
              <w:jc w:val="center"/>
              <w:rPr>
                <w:sz w:val="16"/>
                <w:szCs w:val="16"/>
              </w:rPr>
            </w:pPr>
          </w:p>
        </w:tc>
        <w:tc>
          <w:tcPr>
            <w:tcW w:w="425" w:type="dxa"/>
            <w:shd w:val="solid" w:color="FFFFFF" w:fill="auto"/>
          </w:tcPr>
          <w:p w14:paraId="75861A54" w14:textId="77777777" w:rsidR="003E3CD0" w:rsidRDefault="00CE36E4" w:rsidP="00BB2256">
            <w:pPr>
              <w:pStyle w:val="TAC"/>
              <w:keepNext w:val="0"/>
              <w:rPr>
                <w:sz w:val="16"/>
                <w:szCs w:val="16"/>
              </w:rPr>
            </w:pPr>
            <w:r>
              <w:rPr>
                <w:sz w:val="16"/>
                <w:szCs w:val="16"/>
              </w:rPr>
              <w:t>A</w:t>
            </w:r>
          </w:p>
        </w:tc>
        <w:tc>
          <w:tcPr>
            <w:tcW w:w="4962" w:type="dxa"/>
            <w:shd w:val="solid" w:color="FFFFFF" w:fill="auto"/>
          </w:tcPr>
          <w:p w14:paraId="34ACF5D6" w14:textId="77777777" w:rsidR="003E3CD0" w:rsidRPr="00E22A58" w:rsidRDefault="00423521" w:rsidP="00E22A58">
            <w:pPr>
              <w:pStyle w:val="TAL"/>
              <w:rPr>
                <w:noProof/>
                <w:sz w:val="16"/>
                <w:szCs w:val="16"/>
              </w:rPr>
            </w:pPr>
            <w:r w:rsidRPr="00423521">
              <w:rPr>
                <w:noProof/>
                <w:sz w:val="16"/>
                <w:szCs w:val="16"/>
              </w:rPr>
              <w:t>CR for TS38.101-1</w:t>
            </w:r>
            <w:r w:rsidRPr="00423521">
              <w:rPr>
                <w:rFonts w:hint="eastAsia"/>
                <w:noProof/>
                <w:sz w:val="16"/>
                <w:szCs w:val="16"/>
              </w:rPr>
              <w:t>, R</w:t>
            </w:r>
            <w:r w:rsidRPr="00423521">
              <w:rPr>
                <w:noProof/>
                <w:sz w:val="16"/>
                <w:szCs w:val="16"/>
              </w:rPr>
              <w:t>emove notes for UE channel bandwidth</w:t>
            </w:r>
          </w:p>
        </w:tc>
        <w:tc>
          <w:tcPr>
            <w:tcW w:w="708" w:type="dxa"/>
            <w:shd w:val="solid" w:color="FFFFFF" w:fill="auto"/>
          </w:tcPr>
          <w:p w14:paraId="6A5FED2E" w14:textId="77777777" w:rsidR="003E3CD0" w:rsidRDefault="00170241" w:rsidP="00E22A58">
            <w:pPr>
              <w:pStyle w:val="TAC"/>
              <w:keepNext w:val="0"/>
              <w:rPr>
                <w:sz w:val="16"/>
                <w:szCs w:val="16"/>
              </w:rPr>
            </w:pPr>
            <w:r>
              <w:rPr>
                <w:sz w:val="16"/>
                <w:szCs w:val="16"/>
              </w:rPr>
              <w:t>16.3.0</w:t>
            </w:r>
          </w:p>
        </w:tc>
      </w:tr>
      <w:tr w:rsidR="003E3CD0" w:rsidRPr="001C0CC4" w14:paraId="0D687413" w14:textId="77777777" w:rsidTr="00DC7196">
        <w:trPr>
          <w:jc w:val="center"/>
        </w:trPr>
        <w:tc>
          <w:tcPr>
            <w:tcW w:w="800" w:type="dxa"/>
            <w:shd w:val="solid" w:color="FFFFFF" w:fill="auto"/>
          </w:tcPr>
          <w:p w14:paraId="0B2D9DFE"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7012C434"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1AFE022B" w14:textId="77777777" w:rsidR="003E3CD0" w:rsidRPr="00E22A58" w:rsidRDefault="007E489A" w:rsidP="00E22A58">
            <w:pPr>
              <w:pStyle w:val="TAL"/>
              <w:rPr>
                <w:sz w:val="16"/>
                <w:szCs w:val="16"/>
              </w:rPr>
            </w:pPr>
            <w:r w:rsidRPr="007E489A">
              <w:rPr>
                <w:sz w:val="16"/>
                <w:szCs w:val="16"/>
              </w:rPr>
              <w:t>RP-200394</w:t>
            </w:r>
          </w:p>
        </w:tc>
        <w:tc>
          <w:tcPr>
            <w:tcW w:w="575" w:type="dxa"/>
            <w:shd w:val="solid" w:color="FFFFFF" w:fill="auto"/>
          </w:tcPr>
          <w:p w14:paraId="1DA5E817" w14:textId="77777777" w:rsidR="003E3CD0" w:rsidRDefault="007E489A" w:rsidP="00E22A58">
            <w:pPr>
              <w:pStyle w:val="TAL"/>
              <w:keepNext w:val="0"/>
              <w:rPr>
                <w:sz w:val="16"/>
                <w:szCs w:val="16"/>
              </w:rPr>
            </w:pPr>
            <w:r>
              <w:rPr>
                <w:sz w:val="16"/>
                <w:szCs w:val="16"/>
              </w:rPr>
              <w:t>0231</w:t>
            </w:r>
          </w:p>
        </w:tc>
        <w:tc>
          <w:tcPr>
            <w:tcW w:w="425" w:type="dxa"/>
            <w:shd w:val="solid" w:color="FFFFFF" w:fill="auto"/>
          </w:tcPr>
          <w:p w14:paraId="00C5843D" w14:textId="77777777" w:rsidR="003E3CD0" w:rsidRDefault="003E3CD0" w:rsidP="00BB2256">
            <w:pPr>
              <w:pStyle w:val="TAR"/>
              <w:keepNext w:val="0"/>
              <w:jc w:val="center"/>
              <w:rPr>
                <w:sz w:val="16"/>
                <w:szCs w:val="16"/>
              </w:rPr>
            </w:pPr>
          </w:p>
        </w:tc>
        <w:tc>
          <w:tcPr>
            <w:tcW w:w="425" w:type="dxa"/>
            <w:shd w:val="solid" w:color="FFFFFF" w:fill="auto"/>
          </w:tcPr>
          <w:p w14:paraId="346ECF62" w14:textId="77777777" w:rsidR="003E3CD0" w:rsidRDefault="00CE36E4" w:rsidP="00BB2256">
            <w:pPr>
              <w:pStyle w:val="TAC"/>
              <w:keepNext w:val="0"/>
              <w:rPr>
                <w:sz w:val="16"/>
                <w:szCs w:val="16"/>
              </w:rPr>
            </w:pPr>
            <w:r>
              <w:rPr>
                <w:sz w:val="16"/>
                <w:szCs w:val="16"/>
              </w:rPr>
              <w:t>A</w:t>
            </w:r>
          </w:p>
        </w:tc>
        <w:tc>
          <w:tcPr>
            <w:tcW w:w="4962" w:type="dxa"/>
            <w:shd w:val="solid" w:color="FFFFFF" w:fill="auto"/>
          </w:tcPr>
          <w:p w14:paraId="1A16B76D" w14:textId="77777777" w:rsidR="003E3CD0" w:rsidRPr="00E22A58" w:rsidRDefault="007E489A" w:rsidP="00E22A58">
            <w:pPr>
              <w:pStyle w:val="TAL"/>
              <w:rPr>
                <w:noProof/>
                <w:sz w:val="16"/>
                <w:szCs w:val="16"/>
              </w:rPr>
            </w:pPr>
            <w:r w:rsidRPr="007E489A">
              <w:rPr>
                <w:noProof/>
                <w:sz w:val="16"/>
                <w:szCs w:val="16"/>
              </w:rPr>
              <w:t>CR for TS38.101-1, Correction of IE RF-Parameters name of maxUplinkDutyCycle</w:t>
            </w:r>
          </w:p>
        </w:tc>
        <w:tc>
          <w:tcPr>
            <w:tcW w:w="708" w:type="dxa"/>
            <w:shd w:val="solid" w:color="FFFFFF" w:fill="auto"/>
          </w:tcPr>
          <w:p w14:paraId="748780E3" w14:textId="77777777" w:rsidR="003E3CD0" w:rsidRDefault="00170241" w:rsidP="00E22A58">
            <w:pPr>
              <w:pStyle w:val="TAC"/>
              <w:keepNext w:val="0"/>
              <w:rPr>
                <w:sz w:val="16"/>
                <w:szCs w:val="16"/>
              </w:rPr>
            </w:pPr>
            <w:r>
              <w:rPr>
                <w:sz w:val="16"/>
                <w:szCs w:val="16"/>
              </w:rPr>
              <w:t>16.3.0</w:t>
            </w:r>
          </w:p>
        </w:tc>
      </w:tr>
      <w:tr w:rsidR="003E3CD0" w:rsidRPr="001C0CC4" w14:paraId="13966EFC" w14:textId="77777777" w:rsidTr="00DC7196">
        <w:trPr>
          <w:jc w:val="center"/>
        </w:trPr>
        <w:tc>
          <w:tcPr>
            <w:tcW w:w="800" w:type="dxa"/>
            <w:shd w:val="solid" w:color="FFFFFF" w:fill="auto"/>
          </w:tcPr>
          <w:p w14:paraId="7B39B279"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6F80C749"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3A6A3B20" w14:textId="77777777" w:rsidR="003E3CD0" w:rsidRPr="00E22A58" w:rsidRDefault="00CE36E4" w:rsidP="00E22A58">
            <w:pPr>
              <w:pStyle w:val="TAL"/>
              <w:rPr>
                <w:sz w:val="16"/>
                <w:szCs w:val="16"/>
              </w:rPr>
            </w:pPr>
            <w:r w:rsidRPr="00CE36E4">
              <w:rPr>
                <w:sz w:val="16"/>
                <w:szCs w:val="16"/>
              </w:rPr>
              <w:t>RP-200380</w:t>
            </w:r>
          </w:p>
        </w:tc>
        <w:tc>
          <w:tcPr>
            <w:tcW w:w="575" w:type="dxa"/>
            <w:shd w:val="solid" w:color="FFFFFF" w:fill="auto"/>
          </w:tcPr>
          <w:p w14:paraId="186AFAFE" w14:textId="77777777" w:rsidR="003E3CD0" w:rsidRDefault="00CE36E4" w:rsidP="00E22A58">
            <w:pPr>
              <w:pStyle w:val="TAL"/>
              <w:keepNext w:val="0"/>
              <w:rPr>
                <w:sz w:val="16"/>
                <w:szCs w:val="16"/>
              </w:rPr>
            </w:pPr>
            <w:r>
              <w:rPr>
                <w:sz w:val="16"/>
                <w:szCs w:val="16"/>
              </w:rPr>
              <w:t>0234</w:t>
            </w:r>
          </w:p>
        </w:tc>
        <w:tc>
          <w:tcPr>
            <w:tcW w:w="425" w:type="dxa"/>
            <w:shd w:val="solid" w:color="FFFFFF" w:fill="auto"/>
          </w:tcPr>
          <w:p w14:paraId="5B2B96DF" w14:textId="77777777" w:rsidR="003E3CD0" w:rsidRDefault="00CE36E4" w:rsidP="00BB2256">
            <w:pPr>
              <w:pStyle w:val="TAR"/>
              <w:keepNext w:val="0"/>
              <w:jc w:val="center"/>
              <w:rPr>
                <w:sz w:val="16"/>
                <w:szCs w:val="16"/>
              </w:rPr>
            </w:pPr>
            <w:r>
              <w:rPr>
                <w:sz w:val="16"/>
                <w:szCs w:val="16"/>
              </w:rPr>
              <w:t>1</w:t>
            </w:r>
          </w:p>
        </w:tc>
        <w:tc>
          <w:tcPr>
            <w:tcW w:w="425" w:type="dxa"/>
            <w:shd w:val="solid" w:color="FFFFFF" w:fill="auto"/>
          </w:tcPr>
          <w:p w14:paraId="3247D67C" w14:textId="77777777" w:rsidR="003E3CD0" w:rsidRDefault="00CE36E4" w:rsidP="00BB2256">
            <w:pPr>
              <w:pStyle w:val="TAC"/>
              <w:keepNext w:val="0"/>
              <w:rPr>
                <w:sz w:val="16"/>
                <w:szCs w:val="16"/>
              </w:rPr>
            </w:pPr>
            <w:r>
              <w:rPr>
                <w:sz w:val="16"/>
                <w:szCs w:val="16"/>
              </w:rPr>
              <w:t>B</w:t>
            </w:r>
          </w:p>
        </w:tc>
        <w:tc>
          <w:tcPr>
            <w:tcW w:w="4962" w:type="dxa"/>
            <w:shd w:val="solid" w:color="FFFFFF" w:fill="auto"/>
          </w:tcPr>
          <w:p w14:paraId="08FC14FD" w14:textId="77777777" w:rsidR="003E3CD0" w:rsidRPr="00E22A58" w:rsidRDefault="00CE36E4" w:rsidP="00E22A58">
            <w:pPr>
              <w:pStyle w:val="TAL"/>
              <w:rPr>
                <w:noProof/>
                <w:sz w:val="16"/>
                <w:szCs w:val="16"/>
              </w:rPr>
            </w:pPr>
            <w:r w:rsidRPr="00CE36E4">
              <w:rPr>
                <w:noProof/>
                <w:sz w:val="16"/>
                <w:szCs w:val="16"/>
              </w:rPr>
              <w:t>Introducing NR inter-band CA for 3DL Bands and 1UL band for 38.101-1</w:t>
            </w:r>
          </w:p>
        </w:tc>
        <w:tc>
          <w:tcPr>
            <w:tcW w:w="708" w:type="dxa"/>
            <w:shd w:val="solid" w:color="FFFFFF" w:fill="auto"/>
          </w:tcPr>
          <w:p w14:paraId="49BDDB64" w14:textId="77777777" w:rsidR="003E3CD0" w:rsidRDefault="00170241" w:rsidP="00E22A58">
            <w:pPr>
              <w:pStyle w:val="TAC"/>
              <w:keepNext w:val="0"/>
              <w:rPr>
                <w:sz w:val="16"/>
                <w:szCs w:val="16"/>
              </w:rPr>
            </w:pPr>
            <w:r>
              <w:rPr>
                <w:sz w:val="16"/>
                <w:szCs w:val="16"/>
              </w:rPr>
              <w:t>16.3.0</w:t>
            </w:r>
          </w:p>
        </w:tc>
      </w:tr>
      <w:tr w:rsidR="003E3CD0" w:rsidRPr="001C0CC4" w14:paraId="789827DB" w14:textId="77777777" w:rsidTr="00DC7196">
        <w:trPr>
          <w:jc w:val="center"/>
        </w:trPr>
        <w:tc>
          <w:tcPr>
            <w:tcW w:w="800" w:type="dxa"/>
            <w:shd w:val="solid" w:color="FFFFFF" w:fill="auto"/>
          </w:tcPr>
          <w:p w14:paraId="0D2C835B"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7FB7EA4F"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4DA4D800" w14:textId="77777777" w:rsidR="003E3CD0" w:rsidRPr="00E22A58" w:rsidRDefault="00D717DD" w:rsidP="00E22A58">
            <w:pPr>
              <w:pStyle w:val="TAL"/>
              <w:rPr>
                <w:sz w:val="16"/>
                <w:szCs w:val="16"/>
              </w:rPr>
            </w:pPr>
            <w:r w:rsidRPr="00D717DD">
              <w:rPr>
                <w:sz w:val="16"/>
                <w:szCs w:val="16"/>
              </w:rPr>
              <w:t>RP-200377</w:t>
            </w:r>
          </w:p>
        </w:tc>
        <w:tc>
          <w:tcPr>
            <w:tcW w:w="575" w:type="dxa"/>
            <w:shd w:val="solid" w:color="FFFFFF" w:fill="auto"/>
          </w:tcPr>
          <w:p w14:paraId="47FF6937" w14:textId="77777777" w:rsidR="003E3CD0" w:rsidRDefault="00D717DD" w:rsidP="00E22A58">
            <w:pPr>
              <w:pStyle w:val="TAL"/>
              <w:keepNext w:val="0"/>
              <w:rPr>
                <w:sz w:val="16"/>
                <w:szCs w:val="16"/>
              </w:rPr>
            </w:pPr>
            <w:r>
              <w:rPr>
                <w:sz w:val="16"/>
                <w:szCs w:val="16"/>
              </w:rPr>
              <w:t>0239</w:t>
            </w:r>
          </w:p>
        </w:tc>
        <w:tc>
          <w:tcPr>
            <w:tcW w:w="425" w:type="dxa"/>
            <w:shd w:val="solid" w:color="FFFFFF" w:fill="auto"/>
          </w:tcPr>
          <w:p w14:paraId="2C744E6E" w14:textId="77777777" w:rsidR="003E3CD0" w:rsidRDefault="00D717DD" w:rsidP="00BB2256">
            <w:pPr>
              <w:pStyle w:val="TAR"/>
              <w:keepNext w:val="0"/>
              <w:jc w:val="center"/>
              <w:rPr>
                <w:sz w:val="16"/>
                <w:szCs w:val="16"/>
              </w:rPr>
            </w:pPr>
            <w:r>
              <w:rPr>
                <w:sz w:val="16"/>
                <w:szCs w:val="16"/>
              </w:rPr>
              <w:t>1</w:t>
            </w:r>
          </w:p>
        </w:tc>
        <w:tc>
          <w:tcPr>
            <w:tcW w:w="425" w:type="dxa"/>
            <w:shd w:val="solid" w:color="FFFFFF" w:fill="auto"/>
          </w:tcPr>
          <w:p w14:paraId="04F19793" w14:textId="77777777" w:rsidR="003E3CD0" w:rsidRDefault="00D717DD" w:rsidP="00BB2256">
            <w:pPr>
              <w:pStyle w:val="TAC"/>
              <w:keepNext w:val="0"/>
              <w:rPr>
                <w:sz w:val="16"/>
                <w:szCs w:val="16"/>
              </w:rPr>
            </w:pPr>
            <w:r>
              <w:rPr>
                <w:sz w:val="16"/>
                <w:szCs w:val="16"/>
              </w:rPr>
              <w:t>F</w:t>
            </w:r>
          </w:p>
        </w:tc>
        <w:tc>
          <w:tcPr>
            <w:tcW w:w="4962" w:type="dxa"/>
            <w:shd w:val="solid" w:color="FFFFFF" w:fill="auto"/>
          </w:tcPr>
          <w:p w14:paraId="43508C10" w14:textId="77777777" w:rsidR="003E3CD0" w:rsidRPr="00E22A58" w:rsidRDefault="00D717DD" w:rsidP="00E22A58">
            <w:pPr>
              <w:pStyle w:val="TAL"/>
              <w:rPr>
                <w:noProof/>
                <w:sz w:val="16"/>
                <w:szCs w:val="16"/>
              </w:rPr>
            </w:pPr>
            <w:r w:rsidRPr="00D717DD">
              <w:rPr>
                <w:noProof/>
                <w:sz w:val="16"/>
                <w:szCs w:val="16"/>
              </w:rPr>
              <w:t>CR for TS 38.101-1: Corrections for n48 receiver requirements</w:t>
            </w:r>
          </w:p>
        </w:tc>
        <w:tc>
          <w:tcPr>
            <w:tcW w:w="708" w:type="dxa"/>
            <w:shd w:val="solid" w:color="FFFFFF" w:fill="auto"/>
          </w:tcPr>
          <w:p w14:paraId="041A1B5B" w14:textId="77777777" w:rsidR="003E3CD0" w:rsidRDefault="00170241" w:rsidP="00E22A58">
            <w:pPr>
              <w:pStyle w:val="TAC"/>
              <w:keepNext w:val="0"/>
              <w:rPr>
                <w:sz w:val="16"/>
                <w:szCs w:val="16"/>
              </w:rPr>
            </w:pPr>
            <w:r>
              <w:rPr>
                <w:sz w:val="16"/>
                <w:szCs w:val="16"/>
              </w:rPr>
              <w:t>16.3.0</w:t>
            </w:r>
          </w:p>
        </w:tc>
      </w:tr>
      <w:tr w:rsidR="003E3CD0" w:rsidRPr="001C0CC4" w14:paraId="1AB49E45" w14:textId="77777777" w:rsidTr="00DC7196">
        <w:trPr>
          <w:jc w:val="center"/>
        </w:trPr>
        <w:tc>
          <w:tcPr>
            <w:tcW w:w="800" w:type="dxa"/>
            <w:shd w:val="solid" w:color="FFFFFF" w:fill="auto"/>
          </w:tcPr>
          <w:p w14:paraId="003DE670"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61BDFD20"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50A4956F" w14:textId="77777777" w:rsidR="003E3CD0" w:rsidRPr="00E22A58" w:rsidRDefault="00B81AEC" w:rsidP="00E22A58">
            <w:pPr>
              <w:pStyle w:val="TAL"/>
              <w:rPr>
                <w:sz w:val="16"/>
                <w:szCs w:val="16"/>
              </w:rPr>
            </w:pPr>
            <w:r w:rsidRPr="00B81AEC">
              <w:rPr>
                <w:sz w:val="16"/>
                <w:szCs w:val="16"/>
              </w:rPr>
              <w:t>RP-200386</w:t>
            </w:r>
          </w:p>
        </w:tc>
        <w:tc>
          <w:tcPr>
            <w:tcW w:w="575" w:type="dxa"/>
            <w:shd w:val="solid" w:color="FFFFFF" w:fill="auto"/>
          </w:tcPr>
          <w:p w14:paraId="55059F43" w14:textId="77777777" w:rsidR="003E3CD0" w:rsidRDefault="008F2585" w:rsidP="00E22A58">
            <w:pPr>
              <w:pStyle w:val="TAL"/>
              <w:keepNext w:val="0"/>
              <w:rPr>
                <w:sz w:val="16"/>
                <w:szCs w:val="16"/>
              </w:rPr>
            </w:pPr>
            <w:r>
              <w:rPr>
                <w:sz w:val="16"/>
                <w:szCs w:val="16"/>
              </w:rPr>
              <w:t>0240</w:t>
            </w:r>
          </w:p>
        </w:tc>
        <w:tc>
          <w:tcPr>
            <w:tcW w:w="425" w:type="dxa"/>
            <w:shd w:val="solid" w:color="FFFFFF" w:fill="auto"/>
          </w:tcPr>
          <w:p w14:paraId="53BBA24F" w14:textId="77777777" w:rsidR="003E3CD0" w:rsidRDefault="008F2585" w:rsidP="00BB2256">
            <w:pPr>
              <w:pStyle w:val="TAR"/>
              <w:keepNext w:val="0"/>
              <w:jc w:val="center"/>
              <w:rPr>
                <w:sz w:val="16"/>
                <w:szCs w:val="16"/>
              </w:rPr>
            </w:pPr>
            <w:r>
              <w:rPr>
                <w:sz w:val="16"/>
                <w:szCs w:val="16"/>
              </w:rPr>
              <w:t>1</w:t>
            </w:r>
          </w:p>
        </w:tc>
        <w:tc>
          <w:tcPr>
            <w:tcW w:w="425" w:type="dxa"/>
            <w:shd w:val="solid" w:color="FFFFFF" w:fill="auto"/>
          </w:tcPr>
          <w:p w14:paraId="604E89CA" w14:textId="77777777" w:rsidR="003E3CD0" w:rsidRDefault="008F2585" w:rsidP="00BB2256">
            <w:pPr>
              <w:pStyle w:val="TAC"/>
              <w:keepNext w:val="0"/>
              <w:rPr>
                <w:sz w:val="16"/>
                <w:szCs w:val="16"/>
              </w:rPr>
            </w:pPr>
            <w:r>
              <w:rPr>
                <w:sz w:val="16"/>
                <w:szCs w:val="16"/>
              </w:rPr>
              <w:t>B</w:t>
            </w:r>
          </w:p>
        </w:tc>
        <w:tc>
          <w:tcPr>
            <w:tcW w:w="4962" w:type="dxa"/>
            <w:shd w:val="solid" w:color="FFFFFF" w:fill="auto"/>
          </w:tcPr>
          <w:p w14:paraId="4008E319" w14:textId="77777777" w:rsidR="003E3CD0" w:rsidRPr="00E22A58" w:rsidRDefault="008F2585" w:rsidP="00E22A58">
            <w:pPr>
              <w:pStyle w:val="TAL"/>
              <w:rPr>
                <w:noProof/>
                <w:sz w:val="16"/>
                <w:szCs w:val="16"/>
              </w:rPr>
            </w:pPr>
            <w:r w:rsidRPr="008F2585">
              <w:rPr>
                <w:noProof/>
                <w:sz w:val="16"/>
                <w:szCs w:val="16"/>
              </w:rPr>
              <w:t>CR for TS 38.101: adding wider channel bandwidths for n66</w:t>
            </w:r>
          </w:p>
        </w:tc>
        <w:tc>
          <w:tcPr>
            <w:tcW w:w="708" w:type="dxa"/>
            <w:shd w:val="solid" w:color="FFFFFF" w:fill="auto"/>
          </w:tcPr>
          <w:p w14:paraId="2FFD1252" w14:textId="77777777" w:rsidR="003E3CD0" w:rsidRDefault="00170241" w:rsidP="00E22A58">
            <w:pPr>
              <w:pStyle w:val="TAC"/>
              <w:keepNext w:val="0"/>
              <w:rPr>
                <w:sz w:val="16"/>
                <w:szCs w:val="16"/>
              </w:rPr>
            </w:pPr>
            <w:r>
              <w:rPr>
                <w:sz w:val="16"/>
                <w:szCs w:val="16"/>
              </w:rPr>
              <w:t>16.3.0</w:t>
            </w:r>
          </w:p>
        </w:tc>
      </w:tr>
      <w:tr w:rsidR="003E3CD0" w:rsidRPr="001C0CC4" w14:paraId="53634708" w14:textId="77777777" w:rsidTr="00DC7196">
        <w:trPr>
          <w:jc w:val="center"/>
        </w:trPr>
        <w:tc>
          <w:tcPr>
            <w:tcW w:w="800" w:type="dxa"/>
            <w:shd w:val="solid" w:color="FFFFFF" w:fill="auto"/>
          </w:tcPr>
          <w:p w14:paraId="1E2885AD"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139CF1B3"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06F12E2E" w14:textId="77777777" w:rsidR="003E3CD0" w:rsidRPr="00E22A58" w:rsidRDefault="00E03674" w:rsidP="00E22A58">
            <w:pPr>
              <w:pStyle w:val="TAL"/>
              <w:rPr>
                <w:sz w:val="16"/>
                <w:szCs w:val="16"/>
              </w:rPr>
            </w:pPr>
            <w:r w:rsidRPr="00E03674">
              <w:rPr>
                <w:sz w:val="16"/>
                <w:szCs w:val="16"/>
              </w:rPr>
              <w:t>RP-200392</w:t>
            </w:r>
          </w:p>
        </w:tc>
        <w:tc>
          <w:tcPr>
            <w:tcW w:w="575" w:type="dxa"/>
            <w:shd w:val="solid" w:color="FFFFFF" w:fill="auto"/>
          </w:tcPr>
          <w:p w14:paraId="6D855F7E" w14:textId="77777777" w:rsidR="003E3CD0" w:rsidRDefault="00E03674" w:rsidP="00E22A58">
            <w:pPr>
              <w:pStyle w:val="TAL"/>
              <w:keepNext w:val="0"/>
              <w:rPr>
                <w:sz w:val="16"/>
                <w:szCs w:val="16"/>
              </w:rPr>
            </w:pPr>
            <w:r>
              <w:rPr>
                <w:sz w:val="16"/>
                <w:szCs w:val="16"/>
              </w:rPr>
              <w:t>0241</w:t>
            </w:r>
          </w:p>
        </w:tc>
        <w:tc>
          <w:tcPr>
            <w:tcW w:w="425" w:type="dxa"/>
            <w:shd w:val="solid" w:color="FFFFFF" w:fill="auto"/>
          </w:tcPr>
          <w:p w14:paraId="30AD5B3D" w14:textId="77777777" w:rsidR="003E3CD0" w:rsidRDefault="00E03674" w:rsidP="00BB2256">
            <w:pPr>
              <w:pStyle w:val="TAR"/>
              <w:keepNext w:val="0"/>
              <w:jc w:val="center"/>
              <w:rPr>
                <w:sz w:val="16"/>
                <w:szCs w:val="16"/>
              </w:rPr>
            </w:pPr>
            <w:r>
              <w:rPr>
                <w:sz w:val="16"/>
                <w:szCs w:val="16"/>
              </w:rPr>
              <w:t>1</w:t>
            </w:r>
          </w:p>
        </w:tc>
        <w:tc>
          <w:tcPr>
            <w:tcW w:w="425" w:type="dxa"/>
            <w:shd w:val="solid" w:color="FFFFFF" w:fill="auto"/>
          </w:tcPr>
          <w:p w14:paraId="0591ED62" w14:textId="77777777" w:rsidR="003E3CD0" w:rsidRDefault="00E03674" w:rsidP="00BB2256">
            <w:pPr>
              <w:pStyle w:val="TAC"/>
              <w:keepNext w:val="0"/>
              <w:rPr>
                <w:sz w:val="16"/>
                <w:szCs w:val="16"/>
              </w:rPr>
            </w:pPr>
            <w:r>
              <w:rPr>
                <w:sz w:val="16"/>
                <w:szCs w:val="16"/>
              </w:rPr>
              <w:t>F</w:t>
            </w:r>
          </w:p>
        </w:tc>
        <w:tc>
          <w:tcPr>
            <w:tcW w:w="4962" w:type="dxa"/>
            <w:shd w:val="solid" w:color="FFFFFF" w:fill="auto"/>
          </w:tcPr>
          <w:p w14:paraId="4A4C813F" w14:textId="77777777" w:rsidR="003E3CD0" w:rsidRPr="00E22A58" w:rsidRDefault="00E03674" w:rsidP="00E22A58">
            <w:pPr>
              <w:pStyle w:val="TAL"/>
              <w:rPr>
                <w:noProof/>
                <w:sz w:val="16"/>
                <w:szCs w:val="16"/>
              </w:rPr>
            </w:pPr>
            <w:r w:rsidRPr="00E03674">
              <w:rPr>
                <w:noProof/>
                <w:sz w:val="16"/>
                <w:szCs w:val="16"/>
              </w:rPr>
              <w:t>Maintenance on the UE BW for n92 and n94</w:t>
            </w:r>
          </w:p>
        </w:tc>
        <w:tc>
          <w:tcPr>
            <w:tcW w:w="708" w:type="dxa"/>
            <w:shd w:val="solid" w:color="FFFFFF" w:fill="auto"/>
          </w:tcPr>
          <w:p w14:paraId="74073403" w14:textId="77777777" w:rsidR="003E3CD0" w:rsidRDefault="00170241" w:rsidP="00E22A58">
            <w:pPr>
              <w:pStyle w:val="TAC"/>
              <w:keepNext w:val="0"/>
              <w:rPr>
                <w:sz w:val="16"/>
                <w:szCs w:val="16"/>
              </w:rPr>
            </w:pPr>
            <w:r>
              <w:rPr>
                <w:sz w:val="16"/>
                <w:szCs w:val="16"/>
              </w:rPr>
              <w:t>16.3.0</w:t>
            </w:r>
          </w:p>
        </w:tc>
      </w:tr>
      <w:tr w:rsidR="003E3CD0" w:rsidRPr="001C0CC4" w14:paraId="1856F4BB" w14:textId="77777777" w:rsidTr="00DC7196">
        <w:trPr>
          <w:jc w:val="center"/>
        </w:trPr>
        <w:tc>
          <w:tcPr>
            <w:tcW w:w="800" w:type="dxa"/>
            <w:shd w:val="solid" w:color="FFFFFF" w:fill="auto"/>
          </w:tcPr>
          <w:p w14:paraId="22A8E622"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4491733A"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1AFE5FD9" w14:textId="77777777" w:rsidR="003E3CD0" w:rsidRPr="00E22A58" w:rsidRDefault="00E03674" w:rsidP="00E22A58">
            <w:pPr>
              <w:pStyle w:val="TAL"/>
              <w:rPr>
                <w:sz w:val="16"/>
                <w:szCs w:val="16"/>
              </w:rPr>
            </w:pPr>
            <w:r w:rsidRPr="00E03674">
              <w:rPr>
                <w:sz w:val="16"/>
                <w:szCs w:val="16"/>
              </w:rPr>
              <w:t>RP-200392</w:t>
            </w:r>
          </w:p>
        </w:tc>
        <w:tc>
          <w:tcPr>
            <w:tcW w:w="575" w:type="dxa"/>
            <w:shd w:val="solid" w:color="FFFFFF" w:fill="auto"/>
          </w:tcPr>
          <w:p w14:paraId="2BAFD143" w14:textId="77777777" w:rsidR="003E3CD0" w:rsidRDefault="00E03674" w:rsidP="00E22A58">
            <w:pPr>
              <w:pStyle w:val="TAL"/>
              <w:keepNext w:val="0"/>
              <w:rPr>
                <w:sz w:val="16"/>
                <w:szCs w:val="16"/>
              </w:rPr>
            </w:pPr>
            <w:r>
              <w:rPr>
                <w:sz w:val="16"/>
                <w:szCs w:val="16"/>
              </w:rPr>
              <w:t>0242</w:t>
            </w:r>
          </w:p>
        </w:tc>
        <w:tc>
          <w:tcPr>
            <w:tcW w:w="425" w:type="dxa"/>
            <w:shd w:val="solid" w:color="FFFFFF" w:fill="auto"/>
          </w:tcPr>
          <w:p w14:paraId="12FBD17B" w14:textId="77777777" w:rsidR="003E3CD0" w:rsidRDefault="003E3CD0" w:rsidP="00BB2256">
            <w:pPr>
              <w:pStyle w:val="TAR"/>
              <w:keepNext w:val="0"/>
              <w:jc w:val="center"/>
              <w:rPr>
                <w:sz w:val="16"/>
                <w:szCs w:val="16"/>
              </w:rPr>
            </w:pPr>
          </w:p>
        </w:tc>
        <w:tc>
          <w:tcPr>
            <w:tcW w:w="425" w:type="dxa"/>
            <w:shd w:val="solid" w:color="FFFFFF" w:fill="auto"/>
          </w:tcPr>
          <w:p w14:paraId="61A022DD" w14:textId="77777777" w:rsidR="003E3CD0" w:rsidRDefault="00E03674" w:rsidP="00BB2256">
            <w:pPr>
              <w:pStyle w:val="TAC"/>
              <w:keepNext w:val="0"/>
              <w:rPr>
                <w:sz w:val="16"/>
                <w:szCs w:val="16"/>
              </w:rPr>
            </w:pPr>
            <w:r>
              <w:rPr>
                <w:sz w:val="16"/>
                <w:szCs w:val="16"/>
              </w:rPr>
              <w:t>F</w:t>
            </w:r>
          </w:p>
        </w:tc>
        <w:tc>
          <w:tcPr>
            <w:tcW w:w="4962" w:type="dxa"/>
            <w:shd w:val="solid" w:color="FFFFFF" w:fill="auto"/>
          </w:tcPr>
          <w:p w14:paraId="5766678D" w14:textId="77777777" w:rsidR="003E3CD0" w:rsidRPr="00E22A58" w:rsidRDefault="00E03674" w:rsidP="00E22A58">
            <w:pPr>
              <w:pStyle w:val="TAL"/>
              <w:rPr>
                <w:noProof/>
                <w:sz w:val="16"/>
                <w:szCs w:val="16"/>
              </w:rPr>
            </w:pPr>
            <w:r w:rsidRPr="00E03674">
              <w:rPr>
                <w:noProof/>
                <w:sz w:val="16"/>
                <w:szCs w:val="16"/>
              </w:rPr>
              <w:t>Maintenance on the Rx-Tx separation terms</w:t>
            </w:r>
          </w:p>
        </w:tc>
        <w:tc>
          <w:tcPr>
            <w:tcW w:w="708" w:type="dxa"/>
            <w:shd w:val="solid" w:color="FFFFFF" w:fill="auto"/>
          </w:tcPr>
          <w:p w14:paraId="0E9F8250" w14:textId="77777777" w:rsidR="003E3CD0" w:rsidRDefault="00170241" w:rsidP="00E22A58">
            <w:pPr>
              <w:pStyle w:val="TAC"/>
              <w:keepNext w:val="0"/>
              <w:rPr>
                <w:sz w:val="16"/>
                <w:szCs w:val="16"/>
              </w:rPr>
            </w:pPr>
            <w:r>
              <w:rPr>
                <w:sz w:val="16"/>
                <w:szCs w:val="16"/>
              </w:rPr>
              <w:t>16.3.0</w:t>
            </w:r>
          </w:p>
        </w:tc>
      </w:tr>
      <w:tr w:rsidR="003E3CD0" w:rsidRPr="001C0CC4" w14:paraId="6E036AC9" w14:textId="77777777" w:rsidTr="00DC7196">
        <w:trPr>
          <w:jc w:val="center"/>
        </w:trPr>
        <w:tc>
          <w:tcPr>
            <w:tcW w:w="800" w:type="dxa"/>
            <w:shd w:val="solid" w:color="FFFFFF" w:fill="auto"/>
          </w:tcPr>
          <w:p w14:paraId="5AF77037"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6198D65B"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3F643BDF" w14:textId="77777777" w:rsidR="003E3CD0" w:rsidRPr="00E22A58" w:rsidRDefault="00E03674" w:rsidP="00E22A58">
            <w:pPr>
              <w:pStyle w:val="TAL"/>
              <w:rPr>
                <w:sz w:val="16"/>
                <w:szCs w:val="16"/>
              </w:rPr>
            </w:pPr>
            <w:r w:rsidRPr="00E03674">
              <w:rPr>
                <w:sz w:val="16"/>
                <w:szCs w:val="16"/>
              </w:rPr>
              <w:t>RP-200394</w:t>
            </w:r>
          </w:p>
        </w:tc>
        <w:tc>
          <w:tcPr>
            <w:tcW w:w="575" w:type="dxa"/>
            <w:shd w:val="solid" w:color="FFFFFF" w:fill="auto"/>
          </w:tcPr>
          <w:p w14:paraId="0359B98D" w14:textId="77777777" w:rsidR="003E3CD0" w:rsidRDefault="00E03674" w:rsidP="00E22A58">
            <w:pPr>
              <w:pStyle w:val="TAL"/>
              <w:keepNext w:val="0"/>
              <w:rPr>
                <w:sz w:val="16"/>
                <w:szCs w:val="16"/>
              </w:rPr>
            </w:pPr>
            <w:r>
              <w:rPr>
                <w:sz w:val="16"/>
                <w:szCs w:val="16"/>
              </w:rPr>
              <w:t>0244</w:t>
            </w:r>
          </w:p>
        </w:tc>
        <w:tc>
          <w:tcPr>
            <w:tcW w:w="425" w:type="dxa"/>
            <w:shd w:val="solid" w:color="FFFFFF" w:fill="auto"/>
          </w:tcPr>
          <w:p w14:paraId="242FFA0A" w14:textId="77777777" w:rsidR="003E3CD0" w:rsidRDefault="003E3CD0" w:rsidP="00BB2256">
            <w:pPr>
              <w:pStyle w:val="TAR"/>
              <w:keepNext w:val="0"/>
              <w:jc w:val="center"/>
              <w:rPr>
                <w:sz w:val="16"/>
                <w:szCs w:val="16"/>
              </w:rPr>
            </w:pPr>
          </w:p>
        </w:tc>
        <w:tc>
          <w:tcPr>
            <w:tcW w:w="425" w:type="dxa"/>
            <w:shd w:val="solid" w:color="FFFFFF" w:fill="auto"/>
          </w:tcPr>
          <w:p w14:paraId="5F9824BA" w14:textId="77777777" w:rsidR="003E3CD0" w:rsidRDefault="00E03674" w:rsidP="00BB2256">
            <w:pPr>
              <w:pStyle w:val="TAC"/>
              <w:keepNext w:val="0"/>
              <w:rPr>
                <w:sz w:val="16"/>
                <w:szCs w:val="16"/>
              </w:rPr>
            </w:pPr>
            <w:r>
              <w:rPr>
                <w:sz w:val="16"/>
                <w:szCs w:val="16"/>
              </w:rPr>
              <w:t>A</w:t>
            </w:r>
          </w:p>
        </w:tc>
        <w:tc>
          <w:tcPr>
            <w:tcW w:w="4962" w:type="dxa"/>
            <w:shd w:val="solid" w:color="FFFFFF" w:fill="auto"/>
          </w:tcPr>
          <w:p w14:paraId="6AC5DE44" w14:textId="77777777" w:rsidR="003E3CD0" w:rsidRPr="00E22A58" w:rsidRDefault="00E03674" w:rsidP="00E22A58">
            <w:pPr>
              <w:pStyle w:val="TAL"/>
              <w:rPr>
                <w:noProof/>
                <w:sz w:val="16"/>
                <w:szCs w:val="16"/>
              </w:rPr>
            </w:pPr>
            <w:r w:rsidRPr="00E03674">
              <w:rPr>
                <w:rFonts w:hint="eastAsia"/>
                <w:noProof/>
                <w:sz w:val="16"/>
                <w:szCs w:val="16"/>
                <w:lang w:val="en-US"/>
              </w:rPr>
              <w:t xml:space="preserve">CR </w:t>
            </w:r>
            <w:r w:rsidRPr="00E03674">
              <w:rPr>
                <w:noProof/>
                <w:sz w:val="16"/>
                <w:szCs w:val="16"/>
                <w:lang w:val="en-US"/>
              </w:rPr>
              <w:t>for 38.101-1</w:t>
            </w:r>
            <w:r w:rsidRPr="00E03674">
              <w:rPr>
                <w:rFonts w:hint="eastAsia"/>
                <w:noProof/>
                <w:sz w:val="16"/>
                <w:szCs w:val="16"/>
                <w:lang w:val="en-US"/>
              </w:rPr>
              <w:t>:</w:t>
            </w:r>
            <w:r w:rsidRPr="00E03674">
              <w:rPr>
                <w:noProof/>
                <w:sz w:val="16"/>
                <w:szCs w:val="16"/>
                <w:lang w:val="en-US"/>
              </w:rPr>
              <w:t xml:space="preserve"> to remove fallback group 1 in table 5.5A.1-1</w:t>
            </w:r>
          </w:p>
        </w:tc>
        <w:tc>
          <w:tcPr>
            <w:tcW w:w="708" w:type="dxa"/>
            <w:shd w:val="solid" w:color="FFFFFF" w:fill="auto"/>
          </w:tcPr>
          <w:p w14:paraId="43ECC9B8" w14:textId="77777777" w:rsidR="003E3CD0" w:rsidRDefault="00170241" w:rsidP="00E22A58">
            <w:pPr>
              <w:pStyle w:val="TAC"/>
              <w:keepNext w:val="0"/>
              <w:rPr>
                <w:sz w:val="16"/>
                <w:szCs w:val="16"/>
              </w:rPr>
            </w:pPr>
            <w:r>
              <w:rPr>
                <w:sz w:val="16"/>
                <w:szCs w:val="16"/>
              </w:rPr>
              <w:t>16.3.0</w:t>
            </w:r>
          </w:p>
        </w:tc>
      </w:tr>
      <w:tr w:rsidR="003E3CD0" w:rsidRPr="001C0CC4" w14:paraId="2F7A0720" w14:textId="77777777" w:rsidTr="00DC7196">
        <w:trPr>
          <w:jc w:val="center"/>
        </w:trPr>
        <w:tc>
          <w:tcPr>
            <w:tcW w:w="800" w:type="dxa"/>
            <w:shd w:val="solid" w:color="FFFFFF" w:fill="auto"/>
          </w:tcPr>
          <w:p w14:paraId="1424A426"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5CB9F47C"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64E5191A" w14:textId="77777777" w:rsidR="003E3CD0" w:rsidRPr="00E22A58" w:rsidRDefault="00737EF9" w:rsidP="00E22A58">
            <w:pPr>
              <w:pStyle w:val="TAL"/>
              <w:rPr>
                <w:sz w:val="16"/>
                <w:szCs w:val="16"/>
              </w:rPr>
            </w:pPr>
            <w:r w:rsidRPr="00737EF9">
              <w:rPr>
                <w:sz w:val="16"/>
                <w:szCs w:val="16"/>
              </w:rPr>
              <w:t>RP-200389</w:t>
            </w:r>
          </w:p>
        </w:tc>
        <w:tc>
          <w:tcPr>
            <w:tcW w:w="575" w:type="dxa"/>
            <w:shd w:val="solid" w:color="FFFFFF" w:fill="auto"/>
          </w:tcPr>
          <w:p w14:paraId="4400F567" w14:textId="77777777" w:rsidR="003E3CD0" w:rsidRDefault="00737EF9" w:rsidP="00E22A58">
            <w:pPr>
              <w:pStyle w:val="TAL"/>
              <w:keepNext w:val="0"/>
              <w:rPr>
                <w:sz w:val="16"/>
                <w:szCs w:val="16"/>
              </w:rPr>
            </w:pPr>
            <w:r>
              <w:rPr>
                <w:sz w:val="16"/>
                <w:szCs w:val="16"/>
              </w:rPr>
              <w:t>0247</w:t>
            </w:r>
          </w:p>
        </w:tc>
        <w:tc>
          <w:tcPr>
            <w:tcW w:w="425" w:type="dxa"/>
            <w:shd w:val="solid" w:color="FFFFFF" w:fill="auto"/>
          </w:tcPr>
          <w:p w14:paraId="73D34D07" w14:textId="77777777" w:rsidR="003E3CD0" w:rsidRDefault="003E3CD0" w:rsidP="00BB2256">
            <w:pPr>
              <w:pStyle w:val="TAR"/>
              <w:keepNext w:val="0"/>
              <w:jc w:val="center"/>
              <w:rPr>
                <w:sz w:val="16"/>
                <w:szCs w:val="16"/>
              </w:rPr>
            </w:pPr>
          </w:p>
        </w:tc>
        <w:tc>
          <w:tcPr>
            <w:tcW w:w="425" w:type="dxa"/>
            <w:shd w:val="solid" w:color="FFFFFF" w:fill="auto"/>
          </w:tcPr>
          <w:p w14:paraId="0C3EF2DE" w14:textId="77777777" w:rsidR="003E3CD0" w:rsidRDefault="00737EF9" w:rsidP="00BB2256">
            <w:pPr>
              <w:pStyle w:val="TAC"/>
              <w:keepNext w:val="0"/>
              <w:rPr>
                <w:sz w:val="16"/>
                <w:szCs w:val="16"/>
              </w:rPr>
            </w:pPr>
            <w:r>
              <w:rPr>
                <w:sz w:val="16"/>
                <w:szCs w:val="16"/>
              </w:rPr>
              <w:t>F</w:t>
            </w:r>
          </w:p>
        </w:tc>
        <w:tc>
          <w:tcPr>
            <w:tcW w:w="4962" w:type="dxa"/>
            <w:shd w:val="solid" w:color="FFFFFF" w:fill="auto"/>
          </w:tcPr>
          <w:p w14:paraId="65F7E2B9" w14:textId="77777777" w:rsidR="003E3CD0" w:rsidRPr="00E22A58" w:rsidRDefault="00737EF9" w:rsidP="00E22A58">
            <w:pPr>
              <w:pStyle w:val="TAL"/>
              <w:rPr>
                <w:noProof/>
                <w:sz w:val="16"/>
                <w:szCs w:val="16"/>
              </w:rPr>
            </w:pPr>
            <w:r w:rsidRPr="00737EF9">
              <w:rPr>
                <w:rFonts w:hint="eastAsia"/>
                <w:noProof/>
                <w:sz w:val="16"/>
                <w:szCs w:val="16"/>
                <w:lang w:val="en-US"/>
              </w:rPr>
              <w:t xml:space="preserve">CR </w:t>
            </w:r>
            <w:r w:rsidRPr="00737EF9">
              <w:rPr>
                <w:noProof/>
                <w:sz w:val="16"/>
                <w:szCs w:val="16"/>
                <w:lang w:val="en-US"/>
              </w:rPr>
              <w:t>for 38.101-1</w:t>
            </w:r>
            <w:r w:rsidRPr="00737EF9">
              <w:rPr>
                <w:rFonts w:hint="eastAsia"/>
                <w:noProof/>
                <w:sz w:val="16"/>
                <w:szCs w:val="16"/>
                <w:lang w:val="en-US"/>
              </w:rPr>
              <w:t>:</w:t>
            </w:r>
            <w:r w:rsidRPr="00737EF9">
              <w:rPr>
                <w:noProof/>
                <w:sz w:val="16"/>
                <w:szCs w:val="16"/>
                <w:lang w:val="en-US"/>
              </w:rPr>
              <w:t xml:space="preserve"> to </w:t>
            </w:r>
            <w:r w:rsidRPr="00737EF9">
              <w:rPr>
                <w:rFonts w:hint="eastAsia"/>
                <w:noProof/>
                <w:sz w:val="16"/>
                <w:szCs w:val="16"/>
                <w:lang w:val="en-US"/>
              </w:rPr>
              <w:t>correct</w:t>
            </w:r>
            <w:r w:rsidRPr="00737EF9">
              <w:rPr>
                <w:noProof/>
                <w:sz w:val="16"/>
                <w:szCs w:val="16"/>
                <w:lang w:val="en-US"/>
              </w:rPr>
              <w:t xml:space="preserve"> CA_n8A-n75A REFSENS</w:t>
            </w:r>
          </w:p>
        </w:tc>
        <w:tc>
          <w:tcPr>
            <w:tcW w:w="708" w:type="dxa"/>
            <w:shd w:val="solid" w:color="FFFFFF" w:fill="auto"/>
          </w:tcPr>
          <w:p w14:paraId="71C1B642" w14:textId="77777777" w:rsidR="003E3CD0" w:rsidRDefault="00170241" w:rsidP="00E22A58">
            <w:pPr>
              <w:pStyle w:val="TAC"/>
              <w:keepNext w:val="0"/>
              <w:rPr>
                <w:sz w:val="16"/>
                <w:szCs w:val="16"/>
              </w:rPr>
            </w:pPr>
            <w:r>
              <w:rPr>
                <w:sz w:val="16"/>
                <w:szCs w:val="16"/>
              </w:rPr>
              <w:t>16.3.0</w:t>
            </w:r>
          </w:p>
        </w:tc>
      </w:tr>
      <w:tr w:rsidR="003E3CD0" w:rsidRPr="001C0CC4" w14:paraId="1D7E5250" w14:textId="77777777" w:rsidTr="00DC7196">
        <w:trPr>
          <w:jc w:val="center"/>
        </w:trPr>
        <w:tc>
          <w:tcPr>
            <w:tcW w:w="800" w:type="dxa"/>
            <w:shd w:val="solid" w:color="FFFFFF" w:fill="auto"/>
          </w:tcPr>
          <w:p w14:paraId="777027EB"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4B865A6"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51204DC5" w14:textId="77777777" w:rsidR="003E3CD0" w:rsidRPr="00E22A58" w:rsidRDefault="00893675" w:rsidP="00E22A58">
            <w:pPr>
              <w:pStyle w:val="TAL"/>
              <w:rPr>
                <w:sz w:val="16"/>
                <w:szCs w:val="16"/>
              </w:rPr>
            </w:pPr>
            <w:r w:rsidRPr="00893675">
              <w:rPr>
                <w:sz w:val="16"/>
                <w:szCs w:val="16"/>
              </w:rPr>
              <w:t>RP-200384</w:t>
            </w:r>
          </w:p>
        </w:tc>
        <w:tc>
          <w:tcPr>
            <w:tcW w:w="575" w:type="dxa"/>
            <w:shd w:val="solid" w:color="FFFFFF" w:fill="auto"/>
          </w:tcPr>
          <w:p w14:paraId="5F546ECF" w14:textId="77777777" w:rsidR="003E3CD0" w:rsidRDefault="00893675" w:rsidP="00E22A58">
            <w:pPr>
              <w:pStyle w:val="TAL"/>
              <w:keepNext w:val="0"/>
              <w:rPr>
                <w:sz w:val="16"/>
                <w:szCs w:val="16"/>
              </w:rPr>
            </w:pPr>
            <w:r>
              <w:rPr>
                <w:sz w:val="16"/>
                <w:szCs w:val="16"/>
              </w:rPr>
              <w:t>0249</w:t>
            </w:r>
          </w:p>
        </w:tc>
        <w:tc>
          <w:tcPr>
            <w:tcW w:w="425" w:type="dxa"/>
            <w:shd w:val="solid" w:color="FFFFFF" w:fill="auto"/>
          </w:tcPr>
          <w:p w14:paraId="452BD8C9" w14:textId="77777777" w:rsidR="003E3CD0" w:rsidRDefault="00893675" w:rsidP="00BB2256">
            <w:pPr>
              <w:pStyle w:val="TAR"/>
              <w:keepNext w:val="0"/>
              <w:jc w:val="center"/>
              <w:rPr>
                <w:sz w:val="16"/>
                <w:szCs w:val="16"/>
              </w:rPr>
            </w:pPr>
            <w:r>
              <w:rPr>
                <w:sz w:val="16"/>
                <w:szCs w:val="16"/>
              </w:rPr>
              <w:t>1</w:t>
            </w:r>
          </w:p>
        </w:tc>
        <w:tc>
          <w:tcPr>
            <w:tcW w:w="425" w:type="dxa"/>
            <w:shd w:val="solid" w:color="FFFFFF" w:fill="auto"/>
          </w:tcPr>
          <w:p w14:paraId="3E286BD7" w14:textId="77777777" w:rsidR="003E3CD0" w:rsidRDefault="00893675" w:rsidP="00BB2256">
            <w:pPr>
              <w:pStyle w:val="TAC"/>
              <w:keepNext w:val="0"/>
              <w:rPr>
                <w:sz w:val="16"/>
                <w:szCs w:val="16"/>
              </w:rPr>
            </w:pPr>
            <w:r>
              <w:rPr>
                <w:sz w:val="16"/>
                <w:szCs w:val="16"/>
              </w:rPr>
              <w:t>B</w:t>
            </w:r>
          </w:p>
        </w:tc>
        <w:tc>
          <w:tcPr>
            <w:tcW w:w="4962" w:type="dxa"/>
            <w:shd w:val="solid" w:color="FFFFFF" w:fill="auto"/>
          </w:tcPr>
          <w:p w14:paraId="2FBDE243" w14:textId="77777777" w:rsidR="003E3CD0" w:rsidRPr="00E22A58" w:rsidRDefault="00893675" w:rsidP="00E22A58">
            <w:pPr>
              <w:pStyle w:val="TAL"/>
              <w:rPr>
                <w:noProof/>
                <w:sz w:val="16"/>
                <w:szCs w:val="16"/>
              </w:rPr>
            </w:pPr>
            <w:r w:rsidRPr="00893675">
              <w:rPr>
                <w:noProof/>
                <w:sz w:val="16"/>
                <w:szCs w:val="16"/>
              </w:rPr>
              <w:t>CR for 38.101-1: to introduce UE RF requirements for adding wider channel bandwidth in band n28</w:t>
            </w:r>
          </w:p>
        </w:tc>
        <w:tc>
          <w:tcPr>
            <w:tcW w:w="708" w:type="dxa"/>
            <w:shd w:val="solid" w:color="FFFFFF" w:fill="auto"/>
          </w:tcPr>
          <w:p w14:paraId="229DDEF0" w14:textId="77777777" w:rsidR="003E3CD0" w:rsidRDefault="00170241" w:rsidP="00E22A58">
            <w:pPr>
              <w:pStyle w:val="TAC"/>
              <w:keepNext w:val="0"/>
              <w:rPr>
                <w:sz w:val="16"/>
                <w:szCs w:val="16"/>
              </w:rPr>
            </w:pPr>
            <w:r>
              <w:rPr>
                <w:sz w:val="16"/>
                <w:szCs w:val="16"/>
              </w:rPr>
              <w:t>16.3.0</w:t>
            </w:r>
          </w:p>
        </w:tc>
      </w:tr>
      <w:tr w:rsidR="003E3CD0" w:rsidRPr="001C0CC4" w14:paraId="7A623A24" w14:textId="77777777" w:rsidTr="00DC7196">
        <w:trPr>
          <w:jc w:val="center"/>
        </w:trPr>
        <w:tc>
          <w:tcPr>
            <w:tcW w:w="800" w:type="dxa"/>
            <w:shd w:val="solid" w:color="FFFFFF" w:fill="auto"/>
          </w:tcPr>
          <w:p w14:paraId="12289896"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3A727DF2"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55568361" w14:textId="77777777" w:rsidR="003E3CD0" w:rsidRPr="00E22A58" w:rsidRDefault="00F752AE" w:rsidP="00E22A58">
            <w:pPr>
              <w:pStyle w:val="TAL"/>
              <w:rPr>
                <w:sz w:val="16"/>
                <w:szCs w:val="16"/>
              </w:rPr>
            </w:pPr>
            <w:r w:rsidRPr="00F752AE">
              <w:rPr>
                <w:sz w:val="16"/>
                <w:szCs w:val="16"/>
              </w:rPr>
              <w:t>RP-200383</w:t>
            </w:r>
          </w:p>
        </w:tc>
        <w:tc>
          <w:tcPr>
            <w:tcW w:w="575" w:type="dxa"/>
            <w:shd w:val="solid" w:color="FFFFFF" w:fill="auto"/>
          </w:tcPr>
          <w:p w14:paraId="72FB119A" w14:textId="77777777" w:rsidR="003E3CD0" w:rsidRDefault="00F752AE" w:rsidP="00E22A58">
            <w:pPr>
              <w:pStyle w:val="TAL"/>
              <w:keepNext w:val="0"/>
              <w:rPr>
                <w:sz w:val="16"/>
                <w:szCs w:val="16"/>
              </w:rPr>
            </w:pPr>
            <w:r>
              <w:rPr>
                <w:sz w:val="16"/>
                <w:szCs w:val="16"/>
              </w:rPr>
              <w:t>0250</w:t>
            </w:r>
          </w:p>
        </w:tc>
        <w:tc>
          <w:tcPr>
            <w:tcW w:w="425" w:type="dxa"/>
            <w:shd w:val="solid" w:color="FFFFFF" w:fill="auto"/>
          </w:tcPr>
          <w:p w14:paraId="24DF3A55" w14:textId="77777777" w:rsidR="003E3CD0" w:rsidRDefault="00F752AE" w:rsidP="00BB2256">
            <w:pPr>
              <w:pStyle w:val="TAR"/>
              <w:keepNext w:val="0"/>
              <w:jc w:val="center"/>
              <w:rPr>
                <w:sz w:val="16"/>
                <w:szCs w:val="16"/>
              </w:rPr>
            </w:pPr>
            <w:r>
              <w:rPr>
                <w:sz w:val="16"/>
                <w:szCs w:val="16"/>
              </w:rPr>
              <w:t>1</w:t>
            </w:r>
          </w:p>
        </w:tc>
        <w:tc>
          <w:tcPr>
            <w:tcW w:w="425" w:type="dxa"/>
            <w:shd w:val="solid" w:color="FFFFFF" w:fill="auto"/>
          </w:tcPr>
          <w:p w14:paraId="22CD8C3F" w14:textId="77777777" w:rsidR="003E3CD0" w:rsidRDefault="00F752AE" w:rsidP="00BB2256">
            <w:pPr>
              <w:pStyle w:val="TAC"/>
              <w:keepNext w:val="0"/>
              <w:rPr>
                <w:sz w:val="16"/>
                <w:szCs w:val="16"/>
              </w:rPr>
            </w:pPr>
            <w:r>
              <w:rPr>
                <w:sz w:val="16"/>
                <w:szCs w:val="16"/>
              </w:rPr>
              <w:t>B</w:t>
            </w:r>
          </w:p>
        </w:tc>
        <w:tc>
          <w:tcPr>
            <w:tcW w:w="4962" w:type="dxa"/>
            <w:shd w:val="solid" w:color="FFFFFF" w:fill="auto"/>
          </w:tcPr>
          <w:p w14:paraId="428A1DA9" w14:textId="77777777" w:rsidR="003E3CD0" w:rsidRPr="00E22A58" w:rsidRDefault="00F752AE" w:rsidP="00E22A58">
            <w:pPr>
              <w:pStyle w:val="TAL"/>
              <w:rPr>
                <w:noProof/>
                <w:sz w:val="16"/>
                <w:szCs w:val="16"/>
              </w:rPr>
            </w:pPr>
            <w:r w:rsidRPr="00F752AE">
              <w:rPr>
                <w:noProof/>
                <w:sz w:val="16"/>
                <w:szCs w:val="16"/>
              </w:rPr>
              <w:fldChar w:fldCharType="begin"/>
            </w:r>
            <w:r w:rsidRPr="00F752AE">
              <w:rPr>
                <w:noProof/>
                <w:sz w:val="16"/>
                <w:szCs w:val="16"/>
              </w:rPr>
              <w:instrText xml:space="preserve"> DOCPROPERTY  CrTitle  \* MERGEFORMAT </w:instrText>
            </w:r>
            <w:r w:rsidRPr="00F752AE">
              <w:rPr>
                <w:noProof/>
                <w:sz w:val="16"/>
                <w:szCs w:val="16"/>
              </w:rPr>
              <w:fldChar w:fldCharType="separate"/>
            </w:r>
            <w:r w:rsidRPr="00F752AE">
              <w:rPr>
                <w:noProof/>
                <w:sz w:val="16"/>
                <w:szCs w:val="16"/>
              </w:rPr>
              <w:t>CR to 38.101-1 Band n1 - wider CBW - Additional Channel BW</w:t>
            </w:r>
            <w:r w:rsidRPr="00F752AE">
              <w:rPr>
                <w:noProof/>
                <w:sz w:val="16"/>
                <w:szCs w:val="16"/>
              </w:rPr>
              <w:fldChar w:fldCharType="end"/>
            </w:r>
          </w:p>
        </w:tc>
        <w:tc>
          <w:tcPr>
            <w:tcW w:w="708" w:type="dxa"/>
            <w:shd w:val="solid" w:color="FFFFFF" w:fill="auto"/>
          </w:tcPr>
          <w:p w14:paraId="47A0AEE4" w14:textId="77777777" w:rsidR="003E3CD0" w:rsidRDefault="00170241" w:rsidP="00E22A58">
            <w:pPr>
              <w:pStyle w:val="TAC"/>
              <w:keepNext w:val="0"/>
              <w:rPr>
                <w:sz w:val="16"/>
                <w:szCs w:val="16"/>
              </w:rPr>
            </w:pPr>
            <w:r>
              <w:rPr>
                <w:sz w:val="16"/>
                <w:szCs w:val="16"/>
              </w:rPr>
              <w:t>16.3.0</w:t>
            </w:r>
          </w:p>
        </w:tc>
      </w:tr>
      <w:tr w:rsidR="003E3CD0" w:rsidRPr="001C0CC4" w14:paraId="6A019433" w14:textId="77777777" w:rsidTr="00DC7196">
        <w:trPr>
          <w:jc w:val="center"/>
        </w:trPr>
        <w:tc>
          <w:tcPr>
            <w:tcW w:w="800" w:type="dxa"/>
            <w:shd w:val="solid" w:color="FFFFFF" w:fill="auto"/>
          </w:tcPr>
          <w:p w14:paraId="255D64B3"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0AECF6FB"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3FCBA764" w14:textId="77777777" w:rsidR="003E3CD0" w:rsidRPr="00E22A58" w:rsidRDefault="00E96736" w:rsidP="00E22A58">
            <w:pPr>
              <w:pStyle w:val="TAL"/>
              <w:rPr>
                <w:sz w:val="16"/>
                <w:szCs w:val="16"/>
              </w:rPr>
            </w:pPr>
            <w:r w:rsidRPr="00E96736">
              <w:rPr>
                <w:sz w:val="16"/>
                <w:szCs w:val="16"/>
              </w:rPr>
              <w:t>RP-200385</w:t>
            </w:r>
          </w:p>
        </w:tc>
        <w:tc>
          <w:tcPr>
            <w:tcW w:w="575" w:type="dxa"/>
            <w:shd w:val="solid" w:color="FFFFFF" w:fill="auto"/>
          </w:tcPr>
          <w:p w14:paraId="02E1879D" w14:textId="77777777" w:rsidR="003E3CD0" w:rsidRDefault="00E96736" w:rsidP="00E22A58">
            <w:pPr>
              <w:pStyle w:val="TAL"/>
              <w:keepNext w:val="0"/>
              <w:rPr>
                <w:sz w:val="16"/>
                <w:szCs w:val="16"/>
              </w:rPr>
            </w:pPr>
            <w:r>
              <w:rPr>
                <w:sz w:val="16"/>
                <w:szCs w:val="16"/>
              </w:rPr>
              <w:t>0252</w:t>
            </w:r>
          </w:p>
        </w:tc>
        <w:tc>
          <w:tcPr>
            <w:tcW w:w="425" w:type="dxa"/>
            <w:shd w:val="solid" w:color="FFFFFF" w:fill="auto"/>
          </w:tcPr>
          <w:p w14:paraId="211C552C" w14:textId="77777777" w:rsidR="003E3CD0" w:rsidRDefault="00E96736" w:rsidP="00BB2256">
            <w:pPr>
              <w:pStyle w:val="TAR"/>
              <w:keepNext w:val="0"/>
              <w:jc w:val="center"/>
              <w:rPr>
                <w:sz w:val="16"/>
                <w:szCs w:val="16"/>
              </w:rPr>
            </w:pPr>
            <w:r>
              <w:rPr>
                <w:sz w:val="16"/>
                <w:szCs w:val="16"/>
              </w:rPr>
              <w:t>1</w:t>
            </w:r>
          </w:p>
        </w:tc>
        <w:tc>
          <w:tcPr>
            <w:tcW w:w="425" w:type="dxa"/>
            <w:shd w:val="solid" w:color="FFFFFF" w:fill="auto"/>
          </w:tcPr>
          <w:p w14:paraId="56FC493C" w14:textId="77777777" w:rsidR="003E3CD0" w:rsidRDefault="00E96736" w:rsidP="00BB2256">
            <w:pPr>
              <w:pStyle w:val="TAC"/>
              <w:keepNext w:val="0"/>
              <w:rPr>
                <w:sz w:val="16"/>
                <w:szCs w:val="16"/>
              </w:rPr>
            </w:pPr>
            <w:r>
              <w:rPr>
                <w:sz w:val="16"/>
                <w:szCs w:val="16"/>
              </w:rPr>
              <w:t>B</w:t>
            </w:r>
          </w:p>
        </w:tc>
        <w:tc>
          <w:tcPr>
            <w:tcW w:w="4962" w:type="dxa"/>
            <w:shd w:val="solid" w:color="FFFFFF" w:fill="auto"/>
          </w:tcPr>
          <w:p w14:paraId="279261E2" w14:textId="77777777" w:rsidR="003E3CD0" w:rsidRPr="00E22A58" w:rsidRDefault="00E96736" w:rsidP="00E22A58">
            <w:pPr>
              <w:pStyle w:val="TAL"/>
              <w:rPr>
                <w:noProof/>
                <w:sz w:val="16"/>
                <w:szCs w:val="16"/>
              </w:rPr>
            </w:pPr>
            <w:r w:rsidRPr="00E96736">
              <w:rPr>
                <w:noProof/>
                <w:sz w:val="16"/>
                <w:szCs w:val="16"/>
              </w:rPr>
              <w:fldChar w:fldCharType="begin"/>
            </w:r>
            <w:r w:rsidRPr="00E96736">
              <w:rPr>
                <w:noProof/>
                <w:sz w:val="16"/>
                <w:szCs w:val="16"/>
              </w:rPr>
              <w:instrText xml:space="preserve"> DOCPROPERTY  CrTitle  \* MERGEFORMAT </w:instrText>
            </w:r>
            <w:r w:rsidRPr="00E96736">
              <w:rPr>
                <w:noProof/>
                <w:sz w:val="16"/>
                <w:szCs w:val="16"/>
              </w:rPr>
              <w:fldChar w:fldCharType="separate"/>
            </w:r>
            <w:r w:rsidRPr="00E96736">
              <w:rPr>
                <w:noProof/>
                <w:sz w:val="16"/>
                <w:szCs w:val="16"/>
              </w:rPr>
              <w:t>CR to 38.101-1 Band n38 - wider CBW - Additional Channel BW</w:t>
            </w:r>
            <w:r w:rsidRPr="00E96736">
              <w:rPr>
                <w:noProof/>
                <w:sz w:val="16"/>
                <w:szCs w:val="16"/>
              </w:rPr>
              <w:fldChar w:fldCharType="end"/>
            </w:r>
          </w:p>
        </w:tc>
        <w:tc>
          <w:tcPr>
            <w:tcW w:w="708" w:type="dxa"/>
            <w:shd w:val="solid" w:color="FFFFFF" w:fill="auto"/>
          </w:tcPr>
          <w:p w14:paraId="35C1E1D6" w14:textId="77777777" w:rsidR="003E3CD0" w:rsidRDefault="00170241" w:rsidP="00E22A58">
            <w:pPr>
              <w:pStyle w:val="TAC"/>
              <w:keepNext w:val="0"/>
              <w:rPr>
                <w:sz w:val="16"/>
                <w:szCs w:val="16"/>
              </w:rPr>
            </w:pPr>
            <w:r>
              <w:rPr>
                <w:sz w:val="16"/>
                <w:szCs w:val="16"/>
              </w:rPr>
              <w:t>16.3.0</w:t>
            </w:r>
          </w:p>
        </w:tc>
      </w:tr>
      <w:tr w:rsidR="003E3CD0" w:rsidRPr="001C0CC4" w14:paraId="2EA3DC32" w14:textId="77777777" w:rsidTr="00DC7196">
        <w:trPr>
          <w:jc w:val="center"/>
        </w:trPr>
        <w:tc>
          <w:tcPr>
            <w:tcW w:w="800" w:type="dxa"/>
            <w:shd w:val="solid" w:color="FFFFFF" w:fill="auto"/>
          </w:tcPr>
          <w:p w14:paraId="599F50FA"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4FF2689A"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21A3B75C" w14:textId="77777777" w:rsidR="003E3CD0" w:rsidRPr="00E22A58" w:rsidRDefault="00E96736" w:rsidP="00E22A58">
            <w:pPr>
              <w:pStyle w:val="TAL"/>
              <w:rPr>
                <w:sz w:val="16"/>
                <w:szCs w:val="16"/>
              </w:rPr>
            </w:pPr>
            <w:r w:rsidRPr="00E96736">
              <w:rPr>
                <w:sz w:val="16"/>
                <w:szCs w:val="16"/>
              </w:rPr>
              <w:t>RP-200380</w:t>
            </w:r>
          </w:p>
        </w:tc>
        <w:tc>
          <w:tcPr>
            <w:tcW w:w="575" w:type="dxa"/>
            <w:shd w:val="solid" w:color="FFFFFF" w:fill="auto"/>
          </w:tcPr>
          <w:p w14:paraId="20BE0EFA" w14:textId="77777777" w:rsidR="003E3CD0" w:rsidRDefault="00E96736" w:rsidP="00E22A58">
            <w:pPr>
              <w:pStyle w:val="TAL"/>
              <w:keepNext w:val="0"/>
              <w:rPr>
                <w:sz w:val="16"/>
                <w:szCs w:val="16"/>
              </w:rPr>
            </w:pPr>
            <w:r>
              <w:rPr>
                <w:sz w:val="16"/>
                <w:szCs w:val="16"/>
              </w:rPr>
              <w:t>0260</w:t>
            </w:r>
          </w:p>
        </w:tc>
        <w:tc>
          <w:tcPr>
            <w:tcW w:w="425" w:type="dxa"/>
            <w:shd w:val="solid" w:color="FFFFFF" w:fill="auto"/>
          </w:tcPr>
          <w:p w14:paraId="36515C65" w14:textId="77777777" w:rsidR="003E3CD0" w:rsidRDefault="00E96736" w:rsidP="00BB2256">
            <w:pPr>
              <w:pStyle w:val="TAR"/>
              <w:keepNext w:val="0"/>
              <w:jc w:val="center"/>
              <w:rPr>
                <w:sz w:val="16"/>
                <w:szCs w:val="16"/>
              </w:rPr>
            </w:pPr>
            <w:r>
              <w:rPr>
                <w:sz w:val="16"/>
                <w:szCs w:val="16"/>
              </w:rPr>
              <w:t>1</w:t>
            </w:r>
          </w:p>
        </w:tc>
        <w:tc>
          <w:tcPr>
            <w:tcW w:w="425" w:type="dxa"/>
            <w:shd w:val="solid" w:color="FFFFFF" w:fill="auto"/>
          </w:tcPr>
          <w:p w14:paraId="6A5264C8" w14:textId="77777777" w:rsidR="003E3CD0" w:rsidRDefault="00E96736" w:rsidP="00BB2256">
            <w:pPr>
              <w:pStyle w:val="TAC"/>
              <w:keepNext w:val="0"/>
              <w:rPr>
                <w:sz w:val="16"/>
                <w:szCs w:val="16"/>
              </w:rPr>
            </w:pPr>
            <w:r>
              <w:rPr>
                <w:sz w:val="16"/>
                <w:szCs w:val="16"/>
              </w:rPr>
              <w:t>F</w:t>
            </w:r>
          </w:p>
        </w:tc>
        <w:tc>
          <w:tcPr>
            <w:tcW w:w="4962" w:type="dxa"/>
            <w:shd w:val="solid" w:color="FFFFFF" w:fill="auto"/>
          </w:tcPr>
          <w:p w14:paraId="75F1418B" w14:textId="77777777" w:rsidR="003E3CD0" w:rsidRPr="00E22A58" w:rsidRDefault="00E96736" w:rsidP="00E22A58">
            <w:pPr>
              <w:pStyle w:val="TAL"/>
              <w:rPr>
                <w:noProof/>
                <w:sz w:val="16"/>
                <w:szCs w:val="16"/>
              </w:rPr>
            </w:pPr>
            <w:r w:rsidRPr="00E96736">
              <w:rPr>
                <w:noProof/>
                <w:sz w:val="16"/>
                <w:szCs w:val="16"/>
              </w:rPr>
              <w:t>Editorial corrections</w:t>
            </w:r>
          </w:p>
        </w:tc>
        <w:tc>
          <w:tcPr>
            <w:tcW w:w="708" w:type="dxa"/>
            <w:shd w:val="solid" w:color="FFFFFF" w:fill="auto"/>
          </w:tcPr>
          <w:p w14:paraId="436C591F" w14:textId="77777777" w:rsidR="003E3CD0" w:rsidRDefault="00170241" w:rsidP="00E22A58">
            <w:pPr>
              <w:pStyle w:val="TAC"/>
              <w:keepNext w:val="0"/>
              <w:rPr>
                <w:sz w:val="16"/>
                <w:szCs w:val="16"/>
              </w:rPr>
            </w:pPr>
            <w:r>
              <w:rPr>
                <w:sz w:val="16"/>
                <w:szCs w:val="16"/>
              </w:rPr>
              <w:t>16.3.0</w:t>
            </w:r>
          </w:p>
        </w:tc>
      </w:tr>
      <w:tr w:rsidR="003E3CD0" w:rsidRPr="001C0CC4" w14:paraId="556498B7" w14:textId="77777777" w:rsidTr="00DC7196">
        <w:trPr>
          <w:jc w:val="center"/>
        </w:trPr>
        <w:tc>
          <w:tcPr>
            <w:tcW w:w="800" w:type="dxa"/>
            <w:shd w:val="solid" w:color="FFFFFF" w:fill="auto"/>
          </w:tcPr>
          <w:p w14:paraId="5F432D26"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F27F37B"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2AB48602" w14:textId="77777777" w:rsidR="003E3CD0" w:rsidRPr="00E22A58" w:rsidRDefault="000F0571" w:rsidP="00E22A58">
            <w:pPr>
              <w:pStyle w:val="TAL"/>
              <w:rPr>
                <w:sz w:val="16"/>
                <w:szCs w:val="16"/>
              </w:rPr>
            </w:pPr>
            <w:r w:rsidRPr="000F0571">
              <w:rPr>
                <w:sz w:val="16"/>
                <w:szCs w:val="16"/>
              </w:rPr>
              <w:t>RP-200377</w:t>
            </w:r>
          </w:p>
        </w:tc>
        <w:tc>
          <w:tcPr>
            <w:tcW w:w="575" w:type="dxa"/>
            <w:shd w:val="solid" w:color="FFFFFF" w:fill="auto"/>
          </w:tcPr>
          <w:p w14:paraId="6A85C9C6" w14:textId="77777777" w:rsidR="003E3CD0" w:rsidRDefault="000F0571" w:rsidP="00E22A58">
            <w:pPr>
              <w:pStyle w:val="TAL"/>
              <w:keepNext w:val="0"/>
              <w:rPr>
                <w:sz w:val="16"/>
                <w:szCs w:val="16"/>
              </w:rPr>
            </w:pPr>
            <w:r>
              <w:rPr>
                <w:sz w:val="16"/>
                <w:szCs w:val="16"/>
              </w:rPr>
              <w:t>0263</w:t>
            </w:r>
          </w:p>
        </w:tc>
        <w:tc>
          <w:tcPr>
            <w:tcW w:w="425" w:type="dxa"/>
            <w:shd w:val="solid" w:color="FFFFFF" w:fill="auto"/>
          </w:tcPr>
          <w:p w14:paraId="299AA2F9" w14:textId="77777777" w:rsidR="003E3CD0" w:rsidRDefault="003E3CD0" w:rsidP="00BB2256">
            <w:pPr>
              <w:pStyle w:val="TAR"/>
              <w:keepNext w:val="0"/>
              <w:jc w:val="center"/>
              <w:rPr>
                <w:sz w:val="16"/>
                <w:szCs w:val="16"/>
              </w:rPr>
            </w:pPr>
          </w:p>
        </w:tc>
        <w:tc>
          <w:tcPr>
            <w:tcW w:w="425" w:type="dxa"/>
            <w:shd w:val="solid" w:color="FFFFFF" w:fill="auto"/>
          </w:tcPr>
          <w:p w14:paraId="2C6AEF78" w14:textId="77777777" w:rsidR="003E3CD0" w:rsidRDefault="000F0571" w:rsidP="00BB2256">
            <w:pPr>
              <w:pStyle w:val="TAC"/>
              <w:keepNext w:val="0"/>
              <w:rPr>
                <w:sz w:val="16"/>
                <w:szCs w:val="16"/>
              </w:rPr>
            </w:pPr>
            <w:r>
              <w:rPr>
                <w:sz w:val="16"/>
                <w:szCs w:val="16"/>
              </w:rPr>
              <w:t>F</w:t>
            </w:r>
          </w:p>
        </w:tc>
        <w:tc>
          <w:tcPr>
            <w:tcW w:w="4962" w:type="dxa"/>
            <w:shd w:val="solid" w:color="FFFFFF" w:fill="auto"/>
          </w:tcPr>
          <w:p w14:paraId="1D718D3C" w14:textId="77777777" w:rsidR="003E3CD0" w:rsidRPr="00E22A58" w:rsidRDefault="000F0571" w:rsidP="00E22A58">
            <w:pPr>
              <w:pStyle w:val="TAL"/>
              <w:rPr>
                <w:noProof/>
                <w:sz w:val="16"/>
                <w:szCs w:val="16"/>
              </w:rPr>
            </w:pPr>
            <w:r w:rsidRPr="000F0571">
              <w:rPr>
                <w:noProof/>
                <w:sz w:val="16"/>
                <w:szCs w:val="16"/>
              </w:rPr>
              <w:t>CR for alomost contiguous allocation applicability</w:t>
            </w:r>
          </w:p>
        </w:tc>
        <w:tc>
          <w:tcPr>
            <w:tcW w:w="708" w:type="dxa"/>
            <w:shd w:val="solid" w:color="FFFFFF" w:fill="auto"/>
          </w:tcPr>
          <w:p w14:paraId="28440AF1" w14:textId="77777777" w:rsidR="003E3CD0" w:rsidRDefault="00170241" w:rsidP="00E22A58">
            <w:pPr>
              <w:pStyle w:val="TAC"/>
              <w:keepNext w:val="0"/>
              <w:rPr>
                <w:sz w:val="16"/>
                <w:szCs w:val="16"/>
              </w:rPr>
            </w:pPr>
            <w:r>
              <w:rPr>
                <w:sz w:val="16"/>
                <w:szCs w:val="16"/>
              </w:rPr>
              <w:t>16.3.0</w:t>
            </w:r>
          </w:p>
        </w:tc>
      </w:tr>
      <w:tr w:rsidR="003E3CD0" w:rsidRPr="001C0CC4" w14:paraId="3EE26A60" w14:textId="77777777" w:rsidTr="00DC7196">
        <w:trPr>
          <w:jc w:val="center"/>
        </w:trPr>
        <w:tc>
          <w:tcPr>
            <w:tcW w:w="800" w:type="dxa"/>
            <w:shd w:val="solid" w:color="FFFFFF" w:fill="auto"/>
          </w:tcPr>
          <w:p w14:paraId="0F43842B"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2C321760"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18B788BB" w14:textId="77777777" w:rsidR="003E3CD0" w:rsidRPr="00E22A58" w:rsidRDefault="009211AF" w:rsidP="00E22A58">
            <w:pPr>
              <w:pStyle w:val="TAL"/>
              <w:rPr>
                <w:sz w:val="16"/>
                <w:szCs w:val="16"/>
              </w:rPr>
            </w:pPr>
            <w:r w:rsidRPr="009211AF">
              <w:rPr>
                <w:sz w:val="16"/>
                <w:szCs w:val="16"/>
              </w:rPr>
              <w:t>RP-200394</w:t>
            </w:r>
          </w:p>
        </w:tc>
        <w:tc>
          <w:tcPr>
            <w:tcW w:w="575" w:type="dxa"/>
            <w:shd w:val="solid" w:color="FFFFFF" w:fill="auto"/>
          </w:tcPr>
          <w:p w14:paraId="54053304" w14:textId="77777777" w:rsidR="003E3CD0" w:rsidRDefault="009211AF" w:rsidP="00E22A58">
            <w:pPr>
              <w:pStyle w:val="TAL"/>
              <w:keepNext w:val="0"/>
              <w:rPr>
                <w:sz w:val="16"/>
                <w:szCs w:val="16"/>
              </w:rPr>
            </w:pPr>
            <w:r>
              <w:rPr>
                <w:sz w:val="16"/>
                <w:szCs w:val="16"/>
              </w:rPr>
              <w:t>0265</w:t>
            </w:r>
          </w:p>
        </w:tc>
        <w:tc>
          <w:tcPr>
            <w:tcW w:w="425" w:type="dxa"/>
            <w:shd w:val="solid" w:color="FFFFFF" w:fill="auto"/>
          </w:tcPr>
          <w:p w14:paraId="66830C6C" w14:textId="77777777" w:rsidR="003E3CD0" w:rsidRDefault="009211AF" w:rsidP="00BB2256">
            <w:pPr>
              <w:pStyle w:val="TAR"/>
              <w:keepNext w:val="0"/>
              <w:jc w:val="center"/>
              <w:rPr>
                <w:sz w:val="16"/>
                <w:szCs w:val="16"/>
              </w:rPr>
            </w:pPr>
            <w:r>
              <w:rPr>
                <w:sz w:val="16"/>
                <w:szCs w:val="16"/>
              </w:rPr>
              <w:t>1</w:t>
            </w:r>
          </w:p>
        </w:tc>
        <w:tc>
          <w:tcPr>
            <w:tcW w:w="425" w:type="dxa"/>
            <w:shd w:val="solid" w:color="FFFFFF" w:fill="auto"/>
          </w:tcPr>
          <w:p w14:paraId="4C80819F" w14:textId="77777777" w:rsidR="003E3CD0" w:rsidRDefault="009211AF" w:rsidP="00BB2256">
            <w:pPr>
              <w:pStyle w:val="TAC"/>
              <w:keepNext w:val="0"/>
              <w:rPr>
                <w:sz w:val="16"/>
                <w:szCs w:val="16"/>
              </w:rPr>
            </w:pPr>
            <w:r>
              <w:rPr>
                <w:sz w:val="16"/>
                <w:szCs w:val="16"/>
              </w:rPr>
              <w:t>A</w:t>
            </w:r>
          </w:p>
        </w:tc>
        <w:tc>
          <w:tcPr>
            <w:tcW w:w="4962" w:type="dxa"/>
            <w:shd w:val="solid" w:color="FFFFFF" w:fill="auto"/>
          </w:tcPr>
          <w:p w14:paraId="78F98A4C" w14:textId="77777777" w:rsidR="003E3CD0" w:rsidRPr="00E22A58" w:rsidRDefault="009211AF" w:rsidP="00E22A58">
            <w:pPr>
              <w:pStyle w:val="TAL"/>
              <w:rPr>
                <w:noProof/>
                <w:sz w:val="16"/>
                <w:szCs w:val="16"/>
              </w:rPr>
            </w:pPr>
            <w:r w:rsidRPr="009211AF">
              <w:rPr>
                <w:noProof/>
                <w:sz w:val="16"/>
                <w:szCs w:val="16"/>
              </w:rPr>
              <w:t>CR for inter-band CA Tx requirement</w:t>
            </w:r>
          </w:p>
        </w:tc>
        <w:tc>
          <w:tcPr>
            <w:tcW w:w="708" w:type="dxa"/>
            <w:shd w:val="solid" w:color="FFFFFF" w:fill="auto"/>
          </w:tcPr>
          <w:p w14:paraId="183B8823" w14:textId="77777777" w:rsidR="003E3CD0" w:rsidRDefault="00170241" w:rsidP="00E22A58">
            <w:pPr>
              <w:pStyle w:val="TAC"/>
              <w:keepNext w:val="0"/>
              <w:rPr>
                <w:sz w:val="16"/>
                <w:szCs w:val="16"/>
              </w:rPr>
            </w:pPr>
            <w:r>
              <w:rPr>
                <w:sz w:val="16"/>
                <w:szCs w:val="16"/>
              </w:rPr>
              <w:t>16.3.0</w:t>
            </w:r>
          </w:p>
        </w:tc>
      </w:tr>
      <w:tr w:rsidR="003E3CD0" w:rsidRPr="001C0CC4" w14:paraId="7780FD4A" w14:textId="77777777" w:rsidTr="00DC7196">
        <w:trPr>
          <w:jc w:val="center"/>
        </w:trPr>
        <w:tc>
          <w:tcPr>
            <w:tcW w:w="800" w:type="dxa"/>
            <w:shd w:val="solid" w:color="FFFFFF" w:fill="auto"/>
          </w:tcPr>
          <w:p w14:paraId="0F17BF8B"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1D1BE2BB"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51D5F25B" w14:textId="77777777" w:rsidR="003E3CD0" w:rsidRPr="00E22A58" w:rsidRDefault="009211AF" w:rsidP="00E22A58">
            <w:pPr>
              <w:pStyle w:val="TAL"/>
              <w:rPr>
                <w:sz w:val="16"/>
                <w:szCs w:val="16"/>
              </w:rPr>
            </w:pPr>
            <w:r w:rsidRPr="009211AF">
              <w:rPr>
                <w:sz w:val="16"/>
                <w:szCs w:val="16"/>
              </w:rPr>
              <w:t>RP-200377</w:t>
            </w:r>
          </w:p>
        </w:tc>
        <w:tc>
          <w:tcPr>
            <w:tcW w:w="575" w:type="dxa"/>
            <w:shd w:val="solid" w:color="FFFFFF" w:fill="auto"/>
          </w:tcPr>
          <w:p w14:paraId="17BF5F68" w14:textId="77777777" w:rsidR="003E3CD0" w:rsidRDefault="009211AF" w:rsidP="00E22A58">
            <w:pPr>
              <w:pStyle w:val="TAL"/>
              <w:keepNext w:val="0"/>
              <w:rPr>
                <w:sz w:val="16"/>
                <w:szCs w:val="16"/>
              </w:rPr>
            </w:pPr>
            <w:r>
              <w:rPr>
                <w:sz w:val="16"/>
                <w:szCs w:val="16"/>
              </w:rPr>
              <w:t>0266</w:t>
            </w:r>
          </w:p>
        </w:tc>
        <w:tc>
          <w:tcPr>
            <w:tcW w:w="425" w:type="dxa"/>
            <w:shd w:val="solid" w:color="FFFFFF" w:fill="auto"/>
          </w:tcPr>
          <w:p w14:paraId="23BBE429" w14:textId="77777777" w:rsidR="003E3CD0" w:rsidRDefault="009211AF" w:rsidP="00BB2256">
            <w:pPr>
              <w:pStyle w:val="TAR"/>
              <w:keepNext w:val="0"/>
              <w:jc w:val="center"/>
              <w:rPr>
                <w:sz w:val="16"/>
                <w:szCs w:val="16"/>
              </w:rPr>
            </w:pPr>
            <w:r>
              <w:rPr>
                <w:sz w:val="16"/>
                <w:szCs w:val="16"/>
              </w:rPr>
              <w:t>1</w:t>
            </w:r>
          </w:p>
        </w:tc>
        <w:tc>
          <w:tcPr>
            <w:tcW w:w="425" w:type="dxa"/>
            <w:shd w:val="solid" w:color="FFFFFF" w:fill="auto"/>
          </w:tcPr>
          <w:p w14:paraId="7A2CC864" w14:textId="77777777" w:rsidR="003E3CD0" w:rsidRDefault="009211AF" w:rsidP="00BB2256">
            <w:pPr>
              <w:pStyle w:val="TAC"/>
              <w:keepNext w:val="0"/>
              <w:rPr>
                <w:sz w:val="16"/>
                <w:szCs w:val="16"/>
              </w:rPr>
            </w:pPr>
            <w:r>
              <w:rPr>
                <w:sz w:val="16"/>
                <w:szCs w:val="16"/>
              </w:rPr>
              <w:t>F</w:t>
            </w:r>
          </w:p>
        </w:tc>
        <w:tc>
          <w:tcPr>
            <w:tcW w:w="4962" w:type="dxa"/>
            <w:shd w:val="solid" w:color="FFFFFF" w:fill="auto"/>
          </w:tcPr>
          <w:p w14:paraId="231099D1" w14:textId="77777777" w:rsidR="003E3CD0" w:rsidRPr="00E22A58" w:rsidRDefault="009211AF" w:rsidP="00E22A58">
            <w:pPr>
              <w:pStyle w:val="TAL"/>
              <w:rPr>
                <w:noProof/>
                <w:sz w:val="16"/>
                <w:szCs w:val="16"/>
              </w:rPr>
            </w:pPr>
            <w:r w:rsidRPr="009211AF">
              <w:rPr>
                <w:noProof/>
                <w:sz w:val="16"/>
                <w:szCs w:val="16"/>
              </w:rPr>
              <w:t>CR for intra-band CA configuration and DL RF requirements</w:t>
            </w:r>
          </w:p>
        </w:tc>
        <w:tc>
          <w:tcPr>
            <w:tcW w:w="708" w:type="dxa"/>
            <w:shd w:val="solid" w:color="FFFFFF" w:fill="auto"/>
          </w:tcPr>
          <w:p w14:paraId="4EE9B992" w14:textId="77777777" w:rsidR="003E3CD0" w:rsidRDefault="00170241" w:rsidP="00E22A58">
            <w:pPr>
              <w:pStyle w:val="TAC"/>
              <w:keepNext w:val="0"/>
              <w:rPr>
                <w:sz w:val="16"/>
                <w:szCs w:val="16"/>
              </w:rPr>
            </w:pPr>
            <w:r>
              <w:rPr>
                <w:sz w:val="16"/>
                <w:szCs w:val="16"/>
              </w:rPr>
              <w:t>16.3.0</w:t>
            </w:r>
          </w:p>
        </w:tc>
      </w:tr>
      <w:tr w:rsidR="003E3CD0" w:rsidRPr="001C0CC4" w14:paraId="27D95EB6" w14:textId="77777777" w:rsidTr="00DC7196">
        <w:trPr>
          <w:jc w:val="center"/>
        </w:trPr>
        <w:tc>
          <w:tcPr>
            <w:tcW w:w="800" w:type="dxa"/>
            <w:shd w:val="solid" w:color="FFFFFF" w:fill="auto"/>
          </w:tcPr>
          <w:p w14:paraId="2A81E543" w14:textId="77777777" w:rsidR="003E3CD0" w:rsidRDefault="00170241" w:rsidP="00E22A58">
            <w:pPr>
              <w:pStyle w:val="TAC"/>
              <w:keepNext w:val="0"/>
              <w:rPr>
                <w:sz w:val="16"/>
                <w:szCs w:val="16"/>
              </w:rPr>
            </w:pPr>
            <w:r>
              <w:rPr>
                <w:sz w:val="16"/>
                <w:szCs w:val="16"/>
              </w:rPr>
              <w:t>2020-03</w:t>
            </w:r>
          </w:p>
        </w:tc>
        <w:tc>
          <w:tcPr>
            <w:tcW w:w="800" w:type="dxa"/>
            <w:shd w:val="solid" w:color="FFFFFF" w:fill="auto"/>
          </w:tcPr>
          <w:p w14:paraId="54450C09" w14:textId="77777777" w:rsidR="003E3CD0" w:rsidRDefault="00170241" w:rsidP="00E22A58">
            <w:pPr>
              <w:pStyle w:val="TAC"/>
              <w:keepNext w:val="0"/>
              <w:rPr>
                <w:sz w:val="16"/>
                <w:szCs w:val="16"/>
              </w:rPr>
            </w:pPr>
            <w:r>
              <w:rPr>
                <w:sz w:val="16"/>
                <w:szCs w:val="16"/>
              </w:rPr>
              <w:t>RAN#87</w:t>
            </w:r>
          </w:p>
        </w:tc>
        <w:tc>
          <w:tcPr>
            <w:tcW w:w="944" w:type="dxa"/>
            <w:shd w:val="solid" w:color="FFFFFF" w:fill="auto"/>
          </w:tcPr>
          <w:p w14:paraId="77EBA728" w14:textId="77777777" w:rsidR="003E3CD0" w:rsidRPr="00E22A58" w:rsidRDefault="009211AF" w:rsidP="00E22A58">
            <w:pPr>
              <w:pStyle w:val="TAL"/>
              <w:rPr>
                <w:sz w:val="16"/>
                <w:szCs w:val="16"/>
              </w:rPr>
            </w:pPr>
            <w:r w:rsidRPr="009211AF">
              <w:rPr>
                <w:sz w:val="16"/>
                <w:szCs w:val="16"/>
              </w:rPr>
              <w:t>RP-200391</w:t>
            </w:r>
          </w:p>
        </w:tc>
        <w:tc>
          <w:tcPr>
            <w:tcW w:w="575" w:type="dxa"/>
            <w:shd w:val="solid" w:color="FFFFFF" w:fill="auto"/>
          </w:tcPr>
          <w:p w14:paraId="2678AD55" w14:textId="77777777" w:rsidR="003E3CD0" w:rsidRDefault="009211AF" w:rsidP="00E22A58">
            <w:pPr>
              <w:pStyle w:val="TAL"/>
              <w:keepNext w:val="0"/>
              <w:rPr>
                <w:sz w:val="16"/>
                <w:szCs w:val="16"/>
              </w:rPr>
            </w:pPr>
            <w:r>
              <w:rPr>
                <w:sz w:val="16"/>
                <w:szCs w:val="16"/>
              </w:rPr>
              <w:t>0273</w:t>
            </w:r>
          </w:p>
        </w:tc>
        <w:tc>
          <w:tcPr>
            <w:tcW w:w="425" w:type="dxa"/>
            <w:shd w:val="solid" w:color="FFFFFF" w:fill="auto"/>
          </w:tcPr>
          <w:p w14:paraId="7E9E5CD5" w14:textId="77777777" w:rsidR="003E3CD0" w:rsidRDefault="003E3CD0" w:rsidP="00BB2256">
            <w:pPr>
              <w:pStyle w:val="TAR"/>
              <w:keepNext w:val="0"/>
              <w:jc w:val="center"/>
              <w:rPr>
                <w:sz w:val="16"/>
                <w:szCs w:val="16"/>
              </w:rPr>
            </w:pPr>
          </w:p>
        </w:tc>
        <w:tc>
          <w:tcPr>
            <w:tcW w:w="425" w:type="dxa"/>
            <w:shd w:val="solid" w:color="FFFFFF" w:fill="auto"/>
          </w:tcPr>
          <w:p w14:paraId="1C5C581C" w14:textId="77777777" w:rsidR="003E3CD0" w:rsidRDefault="009211AF" w:rsidP="00BB2256">
            <w:pPr>
              <w:pStyle w:val="TAC"/>
              <w:keepNext w:val="0"/>
              <w:rPr>
                <w:sz w:val="16"/>
                <w:szCs w:val="16"/>
              </w:rPr>
            </w:pPr>
            <w:r>
              <w:rPr>
                <w:sz w:val="16"/>
                <w:szCs w:val="16"/>
              </w:rPr>
              <w:t>F</w:t>
            </w:r>
          </w:p>
        </w:tc>
        <w:tc>
          <w:tcPr>
            <w:tcW w:w="4962" w:type="dxa"/>
            <w:shd w:val="solid" w:color="FFFFFF" w:fill="auto"/>
          </w:tcPr>
          <w:p w14:paraId="1DACE00C" w14:textId="77777777" w:rsidR="003E3CD0" w:rsidRPr="00E22A58" w:rsidRDefault="009211AF" w:rsidP="00E22A58">
            <w:pPr>
              <w:pStyle w:val="TAL"/>
              <w:rPr>
                <w:noProof/>
                <w:sz w:val="16"/>
                <w:szCs w:val="16"/>
              </w:rPr>
            </w:pPr>
            <w:r w:rsidRPr="009211AF">
              <w:rPr>
                <w:noProof/>
                <w:sz w:val="16"/>
                <w:szCs w:val="16"/>
              </w:rPr>
              <w:fldChar w:fldCharType="begin"/>
            </w:r>
            <w:r w:rsidRPr="009211AF">
              <w:rPr>
                <w:noProof/>
                <w:sz w:val="16"/>
                <w:szCs w:val="16"/>
              </w:rPr>
              <w:instrText xml:space="preserve"> DOCPROPERTY  CrTitle  \* MERGEFORMAT </w:instrText>
            </w:r>
            <w:r w:rsidRPr="009211AF">
              <w:rPr>
                <w:noProof/>
                <w:sz w:val="16"/>
                <w:szCs w:val="16"/>
              </w:rPr>
              <w:fldChar w:fldCharType="separate"/>
            </w:r>
            <w:r w:rsidRPr="009211AF">
              <w:rPr>
                <w:noProof/>
                <w:sz w:val="16"/>
                <w:szCs w:val="16"/>
              </w:rPr>
              <w:t>CR for 38.101-1: Mandatory support for n41 by UEs that support n90</w:t>
            </w:r>
            <w:r w:rsidRPr="009211AF">
              <w:rPr>
                <w:noProof/>
                <w:sz w:val="16"/>
                <w:szCs w:val="16"/>
              </w:rPr>
              <w:fldChar w:fldCharType="end"/>
            </w:r>
          </w:p>
        </w:tc>
        <w:tc>
          <w:tcPr>
            <w:tcW w:w="708" w:type="dxa"/>
            <w:shd w:val="solid" w:color="FFFFFF" w:fill="auto"/>
          </w:tcPr>
          <w:p w14:paraId="0C1BF6D7" w14:textId="77777777" w:rsidR="003E3CD0" w:rsidRDefault="00170241" w:rsidP="00E22A58">
            <w:pPr>
              <w:pStyle w:val="TAC"/>
              <w:keepNext w:val="0"/>
              <w:rPr>
                <w:sz w:val="16"/>
                <w:szCs w:val="16"/>
              </w:rPr>
            </w:pPr>
            <w:r>
              <w:rPr>
                <w:sz w:val="16"/>
                <w:szCs w:val="16"/>
              </w:rPr>
              <w:t>16.3.0</w:t>
            </w:r>
          </w:p>
        </w:tc>
      </w:tr>
      <w:tr w:rsidR="000F0571" w:rsidRPr="001C0CC4" w14:paraId="329AE4B0" w14:textId="77777777" w:rsidTr="00DC7196">
        <w:trPr>
          <w:jc w:val="center"/>
        </w:trPr>
        <w:tc>
          <w:tcPr>
            <w:tcW w:w="800" w:type="dxa"/>
            <w:shd w:val="solid" w:color="FFFFFF" w:fill="auto"/>
          </w:tcPr>
          <w:p w14:paraId="59134654" w14:textId="77777777" w:rsidR="000F0571" w:rsidRDefault="000F0571" w:rsidP="00E22A58">
            <w:pPr>
              <w:pStyle w:val="TAC"/>
              <w:keepNext w:val="0"/>
              <w:rPr>
                <w:sz w:val="16"/>
                <w:szCs w:val="16"/>
              </w:rPr>
            </w:pPr>
            <w:r>
              <w:rPr>
                <w:sz w:val="16"/>
                <w:szCs w:val="16"/>
              </w:rPr>
              <w:t>2020-03</w:t>
            </w:r>
          </w:p>
        </w:tc>
        <w:tc>
          <w:tcPr>
            <w:tcW w:w="800" w:type="dxa"/>
            <w:shd w:val="solid" w:color="FFFFFF" w:fill="auto"/>
          </w:tcPr>
          <w:p w14:paraId="537DF907" w14:textId="77777777" w:rsidR="000F0571" w:rsidRDefault="000F0571" w:rsidP="00E22A58">
            <w:pPr>
              <w:pStyle w:val="TAC"/>
              <w:keepNext w:val="0"/>
              <w:rPr>
                <w:sz w:val="16"/>
                <w:szCs w:val="16"/>
              </w:rPr>
            </w:pPr>
            <w:r>
              <w:rPr>
                <w:sz w:val="16"/>
                <w:szCs w:val="16"/>
              </w:rPr>
              <w:t>RAN#87</w:t>
            </w:r>
          </w:p>
        </w:tc>
        <w:tc>
          <w:tcPr>
            <w:tcW w:w="944" w:type="dxa"/>
            <w:shd w:val="solid" w:color="FFFFFF" w:fill="auto"/>
          </w:tcPr>
          <w:p w14:paraId="22C76CB1" w14:textId="77777777" w:rsidR="000F0571" w:rsidRPr="00E22A58" w:rsidRDefault="009211AF" w:rsidP="00E22A58">
            <w:pPr>
              <w:pStyle w:val="TAL"/>
              <w:rPr>
                <w:sz w:val="16"/>
                <w:szCs w:val="16"/>
              </w:rPr>
            </w:pPr>
            <w:r w:rsidRPr="009211AF">
              <w:rPr>
                <w:sz w:val="16"/>
                <w:szCs w:val="16"/>
              </w:rPr>
              <w:t>RP-200394</w:t>
            </w:r>
          </w:p>
        </w:tc>
        <w:tc>
          <w:tcPr>
            <w:tcW w:w="575" w:type="dxa"/>
            <w:shd w:val="solid" w:color="FFFFFF" w:fill="auto"/>
          </w:tcPr>
          <w:p w14:paraId="57A19266" w14:textId="77777777" w:rsidR="000F0571" w:rsidRDefault="009211AF" w:rsidP="00E22A58">
            <w:pPr>
              <w:pStyle w:val="TAL"/>
              <w:keepNext w:val="0"/>
              <w:rPr>
                <w:sz w:val="16"/>
                <w:szCs w:val="16"/>
              </w:rPr>
            </w:pPr>
            <w:r>
              <w:rPr>
                <w:sz w:val="16"/>
                <w:szCs w:val="16"/>
              </w:rPr>
              <w:t>0275</w:t>
            </w:r>
          </w:p>
        </w:tc>
        <w:tc>
          <w:tcPr>
            <w:tcW w:w="425" w:type="dxa"/>
            <w:shd w:val="solid" w:color="FFFFFF" w:fill="auto"/>
          </w:tcPr>
          <w:p w14:paraId="6C7A338F" w14:textId="77777777" w:rsidR="000F0571" w:rsidRDefault="000F0571" w:rsidP="00BB2256">
            <w:pPr>
              <w:pStyle w:val="TAR"/>
              <w:keepNext w:val="0"/>
              <w:jc w:val="center"/>
              <w:rPr>
                <w:sz w:val="16"/>
                <w:szCs w:val="16"/>
              </w:rPr>
            </w:pPr>
          </w:p>
        </w:tc>
        <w:tc>
          <w:tcPr>
            <w:tcW w:w="425" w:type="dxa"/>
            <w:shd w:val="solid" w:color="FFFFFF" w:fill="auto"/>
          </w:tcPr>
          <w:p w14:paraId="2718F35B" w14:textId="77777777" w:rsidR="000F0571" w:rsidRDefault="009211AF" w:rsidP="00BB2256">
            <w:pPr>
              <w:pStyle w:val="TAC"/>
              <w:keepNext w:val="0"/>
              <w:rPr>
                <w:sz w:val="16"/>
                <w:szCs w:val="16"/>
              </w:rPr>
            </w:pPr>
            <w:r>
              <w:rPr>
                <w:sz w:val="16"/>
                <w:szCs w:val="16"/>
              </w:rPr>
              <w:t>A</w:t>
            </w:r>
          </w:p>
        </w:tc>
        <w:tc>
          <w:tcPr>
            <w:tcW w:w="4962" w:type="dxa"/>
            <w:shd w:val="solid" w:color="FFFFFF" w:fill="auto"/>
          </w:tcPr>
          <w:p w14:paraId="033CAE06" w14:textId="77777777" w:rsidR="000F0571" w:rsidRDefault="009211AF" w:rsidP="00E22A58">
            <w:pPr>
              <w:pStyle w:val="TAL"/>
              <w:rPr>
                <w:noProof/>
                <w:sz w:val="16"/>
                <w:szCs w:val="16"/>
              </w:rPr>
            </w:pPr>
            <w:r w:rsidRPr="009211AF">
              <w:rPr>
                <w:noProof/>
                <w:sz w:val="16"/>
                <w:szCs w:val="16"/>
              </w:rPr>
              <w:t>CR for [agreed] asynchronous operation for NR CA n78-n79</w:t>
            </w:r>
          </w:p>
          <w:p w14:paraId="49ECC5FD" w14:textId="77777777" w:rsidR="00DB55B1" w:rsidRPr="00DB55B1" w:rsidRDefault="00DB55B1" w:rsidP="00DB55B1">
            <w:pPr>
              <w:pStyle w:val="TAL"/>
              <w:rPr>
                <w:noProof/>
                <w:sz w:val="16"/>
                <w:szCs w:val="16"/>
                <w:lang w:val="en-US"/>
              </w:rPr>
            </w:pPr>
          </w:p>
          <w:p w14:paraId="1B746264" w14:textId="77777777" w:rsidR="00DB55B1" w:rsidRPr="00DB55B1" w:rsidRDefault="00DB55B1" w:rsidP="00DB55B1">
            <w:pPr>
              <w:pStyle w:val="TAN"/>
              <w:rPr>
                <w:noProof/>
                <w:sz w:val="16"/>
                <w:szCs w:val="16"/>
                <w:lang w:val="en-US"/>
              </w:rPr>
            </w:pPr>
            <w:r w:rsidRPr="00DB55B1">
              <w:rPr>
                <w:noProof/>
                <w:sz w:val="16"/>
                <w:szCs w:val="16"/>
                <w:lang w:val="en-US"/>
              </w:rPr>
              <w:t>NOTE:</w:t>
            </w:r>
            <w:r w:rsidRPr="00DB55B1">
              <w:rPr>
                <w:noProof/>
                <w:sz w:val="16"/>
                <w:szCs w:val="16"/>
              </w:rPr>
              <w:tab/>
            </w:r>
            <w:r w:rsidRPr="00DB55B1">
              <w:rPr>
                <w:noProof/>
                <w:sz w:val="16"/>
                <w:szCs w:val="16"/>
                <w:lang w:val="en-US"/>
              </w:rPr>
              <w:t xml:space="preserve">The CR is based on something else than the </w:t>
            </w:r>
            <w:r>
              <w:rPr>
                <w:noProof/>
                <w:sz w:val="16"/>
                <w:szCs w:val="16"/>
                <w:lang w:val="en-US"/>
              </w:rPr>
              <w:t>latest</w:t>
            </w:r>
            <w:r w:rsidRPr="00DB55B1">
              <w:rPr>
                <w:noProof/>
                <w:sz w:val="16"/>
                <w:szCs w:val="16"/>
                <w:lang w:val="en-US"/>
              </w:rPr>
              <w:t xml:space="preserve"> version of the specification and therefore it is not implemented, e.g. Tables 6.2A.4.2.3-1, Table 7.3A.6-1, 7.3A.6.2 and table notes are different compared to those in 38.101-1 v16.2.0.</w:t>
            </w:r>
          </w:p>
          <w:p w14:paraId="5AEF5AE3" w14:textId="77777777" w:rsidR="00DB55B1" w:rsidRPr="00E22A58" w:rsidRDefault="00DB55B1" w:rsidP="00E22A58">
            <w:pPr>
              <w:pStyle w:val="TAL"/>
              <w:rPr>
                <w:noProof/>
                <w:sz w:val="16"/>
                <w:szCs w:val="16"/>
              </w:rPr>
            </w:pPr>
          </w:p>
        </w:tc>
        <w:tc>
          <w:tcPr>
            <w:tcW w:w="708" w:type="dxa"/>
            <w:shd w:val="solid" w:color="FFFFFF" w:fill="auto"/>
          </w:tcPr>
          <w:p w14:paraId="2B7E9806" w14:textId="77777777" w:rsidR="000F0571" w:rsidRDefault="000F0571" w:rsidP="00E22A58">
            <w:pPr>
              <w:pStyle w:val="TAC"/>
              <w:keepNext w:val="0"/>
              <w:rPr>
                <w:sz w:val="16"/>
                <w:szCs w:val="16"/>
              </w:rPr>
            </w:pPr>
            <w:r>
              <w:rPr>
                <w:sz w:val="16"/>
                <w:szCs w:val="16"/>
              </w:rPr>
              <w:t>16.3.0</w:t>
            </w:r>
          </w:p>
        </w:tc>
      </w:tr>
      <w:tr w:rsidR="000F0571" w:rsidRPr="001C0CC4" w14:paraId="4FFA5786" w14:textId="77777777" w:rsidTr="00DC7196">
        <w:trPr>
          <w:jc w:val="center"/>
        </w:trPr>
        <w:tc>
          <w:tcPr>
            <w:tcW w:w="800" w:type="dxa"/>
            <w:shd w:val="solid" w:color="FFFFFF" w:fill="auto"/>
          </w:tcPr>
          <w:p w14:paraId="7B440ADA" w14:textId="77777777" w:rsidR="000F0571" w:rsidRDefault="000F0571" w:rsidP="00E22A58">
            <w:pPr>
              <w:pStyle w:val="TAC"/>
              <w:keepNext w:val="0"/>
              <w:rPr>
                <w:sz w:val="16"/>
                <w:szCs w:val="16"/>
              </w:rPr>
            </w:pPr>
            <w:r>
              <w:rPr>
                <w:sz w:val="16"/>
                <w:szCs w:val="16"/>
              </w:rPr>
              <w:t>2020-03</w:t>
            </w:r>
          </w:p>
        </w:tc>
        <w:tc>
          <w:tcPr>
            <w:tcW w:w="800" w:type="dxa"/>
            <w:shd w:val="solid" w:color="FFFFFF" w:fill="auto"/>
          </w:tcPr>
          <w:p w14:paraId="7C614201" w14:textId="77777777" w:rsidR="000F0571" w:rsidRDefault="000F0571" w:rsidP="00E22A58">
            <w:pPr>
              <w:pStyle w:val="TAC"/>
              <w:keepNext w:val="0"/>
              <w:rPr>
                <w:sz w:val="16"/>
                <w:szCs w:val="16"/>
              </w:rPr>
            </w:pPr>
            <w:r>
              <w:rPr>
                <w:sz w:val="16"/>
                <w:szCs w:val="16"/>
              </w:rPr>
              <w:t>RAN#87</w:t>
            </w:r>
          </w:p>
        </w:tc>
        <w:tc>
          <w:tcPr>
            <w:tcW w:w="944" w:type="dxa"/>
            <w:shd w:val="solid" w:color="FFFFFF" w:fill="auto"/>
          </w:tcPr>
          <w:p w14:paraId="3A2E2776" w14:textId="77777777" w:rsidR="000F0571" w:rsidRPr="00E22A58" w:rsidRDefault="005A4311" w:rsidP="00E22A58">
            <w:pPr>
              <w:pStyle w:val="TAL"/>
              <w:rPr>
                <w:sz w:val="16"/>
                <w:szCs w:val="16"/>
              </w:rPr>
            </w:pPr>
            <w:r w:rsidRPr="005A4311">
              <w:rPr>
                <w:sz w:val="16"/>
                <w:szCs w:val="16"/>
              </w:rPr>
              <w:t>RP-200380</w:t>
            </w:r>
          </w:p>
        </w:tc>
        <w:tc>
          <w:tcPr>
            <w:tcW w:w="575" w:type="dxa"/>
            <w:shd w:val="solid" w:color="FFFFFF" w:fill="auto"/>
          </w:tcPr>
          <w:p w14:paraId="17ACA087" w14:textId="77777777" w:rsidR="000F0571" w:rsidRDefault="008A39CC" w:rsidP="00E22A58">
            <w:pPr>
              <w:pStyle w:val="TAL"/>
              <w:keepNext w:val="0"/>
              <w:rPr>
                <w:sz w:val="16"/>
                <w:szCs w:val="16"/>
              </w:rPr>
            </w:pPr>
            <w:r>
              <w:rPr>
                <w:sz w:val="16"/>
                <w:szCs w:val="16"/>
              </w:rPr>
              <w:t>0</w:t>
            </w:r>
            <w:r w:rsidR="005A4311">
              <w:rPr>
                <w:sz w:val="16"/>
                <w:szCs w:val="16"/>
              </w:rPr>
              <w:t>280</w:t>
            </w:r>
          </w:p>
        </w:tc>
        <w:tc>
          <w:tcPr>
            <w:tcW w:w="425" w:type="dxa"/>
            <w:shd w:val="solid" w:color="FFFFFF" w:fill="auto"/>
          </w:tcPr>
          <w:p w14:paraId="54971988" w14:textId="77777777" w:rsidR="000F0571" w:rsidRDefault="000F0571" w:rsidP="00BB2256">
            <w:pPr>
              <w:pStyle w:val="TAR"/>
              <w:keepNext w:val="0"/>
              <w:jc w:val="center"/>
              <w:rPr>
                <w:sz w:val="16"/>
                <w:szCs w:val="16"/>
              </w:rPr>
            </w:pPr>
          </w:p>
        </w:tc>
        <w:tc>
          <w:tcPr>
            <w:tcW w:w="425" w:type="dxa"/>
            <w:shd w:val="solid" w:color="FFFFFF" w:fill="auto"/>
          </w:tcPr>
          <w:p w14:paraId="43BB62FA" w14:textId="77777777" w:rsidR="000F0571" w:rsidRDefault="005A4311" w:rsidP="00BB2256">
            <w:pPr>
              <w:pStyle w:val="TAC"/>
              <w:keepNext w:val="0"/>
              <w:rPr>
                <w:sz w:val="16"/>
                <w:szCs w:val="16"/>
              </w:rPr>
            </w:pPr>
            <w:r>
              <w:rPr>
                <w:sz w:val="16"/>
                <w:szCs w:val="16"/>
              </w:rPr>
              <w:t>F</w:t>
            </w:r>
          </w:p>
        </w:tc>
        <w:tc>
          <w:tcPr>
            <w:tcW w:w="4962" w:type="dxa"/>
            <w:shd w:val="solid" w:color="FFFFFF" w:fill="auto"/>
          </w:tcPr>
          <w:p w14:paraId="06D0F23B" w14:textId="77777777" w:rsidR="000F0571" w:rsidRPr="00E22A58" w:rsidRDefault="005A4311" w:rsidP="00E22A58">
            <w:pPr>
              <w:pStyle w:val="TAL"/>
              <w:rPr>
                <w:noProof/>
                <w:sz w:val="16"/>
                <w:szCs w:val="16"/>
              </w:rPr>
            </w:pPr>
            <w:r w:rsidRPr="005A4311">
              <w:rPr>
                <w:noProof/>
                <w:sz w:val="16"/>
                <w:szCs w:val="16"/>
              </w:rPr>
              <w:fldChar w:fldCharType="begin"/>
            </w:r>
            <w:r w:rsidRPr="005A4311">
              <w:rPr>
                <w:noProof/>
                <w:sz w:val="16"/>
                <w:szCs w:val="16"/>
              </w:rPr>
              <w:instrText xml:space="preserve"> DOCPROPERTY  CrTitle  \* MERGEFORMAT </w:instrText>
            </w:r>
            <w:r w:rsidRPr="005A4311">
              <w:rPr>
                <w:noProof/>
                <w:sz w:val="16"/>
                <w:szCs w:val="16"/>
              </w:rPr>
              <w:fldChar w:fldCharType="separate"/>
            </w:r>
            <w:r w:rsidRPr="005A4311">
              <w:rPr>
                <w:noProof/>
                <w:sz w:val="16"/>
                <w:szCs w:val="16"/>
              </w:rPr>
              <w:t>CR for 38.101-1: delta Tib corrections</w:t>
            </w:r>
            <w:r w:rsidRPr="005A4311">
              <w:rPr>
                <w:noProof/>
                <w:sz w:val="16"/>
                <w:szCs w:val="16"/>
              </w:rPr>
              <w:fldChar w:fldCharType="end"/>
            </w:r>
          </w:p>
        </w:tc>
        <w:tc>
          <w:tcPr>
            <w:tcW w:w="708" w:type="dxa"/>
            <w:shd w:val="solid" w:color="FFFFFF" w:fill="auto"/>
          </w:tcPr>
          <w:p w14:paraId="18E97A02" w14:textId="77777777" w:rsidR="000F0571" w:rsidRDefault="000F0571" w:rsidP="00E22A58">
            <w:pPr>
              <w:pStyle w:val="TAC"/>
              <w:keepNext w:val="0"/>
              <w:rPr>
                <w:sz w:val="16"/>
                <w:szCs w:val="16"/>
              </w:rPr>
            </w:pPr>
            <w:r>
              <w:rPr>
                <w:sz w:val="16"/>
                <w:szCs w:val="16"/>
              </w:rPr>
              <w:t>16.3.0</w:t>
            </w:r>
          </w:p>
        </w:tc>
      </w:tr>
      <w:tr w:rsidR="000F0571" w:rsidRPr="001C0CC4" w14:paraId="11590DD3" w14:textId="77777777" w:rsidTr="00DC7196">
        <w:trPr>
          <w:jc w:val="center"/>
        </w:trPr>
        <w:tc>
          <w:tcPr>
            <w:tcW w:w="800" w:type="dxa"/>
            <w:shd w:val="solid" w:color="FFFFFF" w:fill="auto"/>
          </w:tcPr>
          <w:p w14:paraId="51FC7D61" w14:textId="77777777" w:rsidR="000F0571" w:rsidRDefault="000F0571" w:rsidP="00E22A58">
            <w:pPr>
              <w:pStyle w:val="TAC"/>
              <w:keepNext w:val="0"/>
              <w:rPr>
                <w:sz w:val="16"/>
                <w:szCs w:val="16"/>
              </w:rPr>
            </w:pPr>
            <w:r>
              <w:rPr>
                <w:sz w:val="16"/>
                <w:szCs w:val="16"/>
              </w:rPr>
              <w:t>2020-03</w:t>
            </w:r>
          </w:p>
        </w:tc>
        <w:tc>
          <w:tcPr>
            <w:tcW w:w="800" w:type="dxa"/>
            <w:shd w:val="solid" w:color="FFFFFF" w:fill="auto"/>
          </w:tcPr>
          <w:p w14:paraId="5E62D9F0" w14:textId="77777777" w:rsidR="000F0571" w:rsidRDefault="000F0571" w:rsidP="00E22A58">
            <w:pPr>
              <w:pStyle w:val="TAC"/>
              <w:keepNext w:val="0"/>
              <w:rPr>
                <w:sz w:val="16"/>
                <w:szCs w:val="16"/>
              </w:rPr>
            </w:pPr>
            <w:r>
              <w:rPr>
                <w:sz w:val="16"/>
                <w:szCs w:val="16"/>
              </w:rPr>
              <w:t>RAN#87</w:t>
            </w:r>
          </w:p>
        </w:tc>
        <w:tc>
          <w:tcPr>
            <w:tcW w:w="944" w:type="dxa"/>
            <w:shd w:val="solid" w:color="FFFFFF" w:fill="auto"/>
          </w:tcPr>
          <w:p w14:paraId="114FB504" w14:textId="77777777" w:rsidR="000F0571" w:rsidRPr="00E22A58" w:rsidRDefault="008A39CC" w:rsidP="00E22A58">
            <w:pPr>
              <w:pStyle w:val="TAL"/>
              <w:rPr>
                <w:sz w:val="16"/>
                <w:szCs w:val="16"/>
              </w:rPr>
            </w:pPr>
            <w:r w:rsidRPr="008A39CC">
              <w:rPr>
                <w:sz w:val="16"/>
                <w:szCs w:val="16"/>
              </w:rPr>
              <w:t>RP-200394</w:t>
            </w:r>
          </w:p>
        </w:tc>
        <w:tc>
          <w:tcPr>
            <w:tcW w:w="575" w:type="dxa"/>
            <w:shd w:val="solid" w:color="FFFFFF" w:fill="auto"/>
          </w:tcPr>
          <w:p w14:paraId="39E0125A" w14:textId="77777777" w:rsidR="000F0571" w:rsidRDefault="008A39CC" w:rsidP="00E22A58">
            <w:pPr>
              <w:pStyle w:val="TAL"/>
              <w:keepNext w:val="0"/>
              <w:rPr>
                <w:sz w:val="16"/>
                <w:szCs w:val="16"/>
              </w:rPr>
            </w:pPr>
            <w:r>
              <w:rPr>
                <w:sz w:val="16"/>
                <w:szCs w:val="16"/>
              </w:rPr>
              <w:t>0281</w:t>
            </w:r>
          </w:p>
        </w:tc>
        <w:tc>
          <w:tcPr>
            <w:tcW w:w="425" w:type="dxa"/>
            <w:shd w:val="solid" w:color="FFFFFF" w:fill="auto"/>
          </w:tcPr>
          <w:p w14:paraId="642CCD80" w14:textId="77777777" w:rsidR="000F0571" w:rsidRDefault="000F0571" w:rsidP="00BB2256">
            <w:pPr>
              <w:pStyle w:val="TAR"/>
              <w:keepNext w:val="0"/>
              <w:jc w:val="center"/>
              <w:rPr>
                <w:sz w:val="16"/>
                <w:szCs w:val="16"/>
              </w:rPr>
            </w:pPr>
          </w:p>
        </w:tc>
        <w:tc>
          <w:tcPr>
            <w:tcW w:w="425" w:type="dxa"/>
            <w:shd w:val="solid" w:color="FFFFFF" w:fill="auto"/>
          </w:tcPr>
          <w:p w14:paraId="25D49A4B" w14:textId="77777777" w:rsidR="000F0571" w:rsidRDefault="008A39CC" w:rsidP="00BB2256">
            <w:pPr>
              <w:pStyle w:val="TAC"/>
              <w:keepNext w:val="0"/>
              <w:rPr>
                <w:sz w:val="16"/>
                <w:szCs w:val="16"/>
              </w:rPr>
            </w:pPr>
            <w:r>
              <w:rPr>
                <w:sz w:val="16"/>
                <w:szCs w:val="16"/>
              </w:rPr>
              <w:t>A</w:t>
            </w:r>
          </w:p>
        </w:tc>
        <w:tc>
          <w:tcPr>
            <w:tcW w:w="4962" w:type="dxa"/>
            <w:shd w:val="solid" w:color="FFFFFF" w:fill="auto"/>
          </w:tcPr>
          <w:p w14:paraId="682FED36" w14:textId="77777777" w:rsidR="000F0571" w:rsidRPr="00E22A58" w:rsidRDefault="008A39CC" w:rsidP="00E22A58">
            <w:pPr>
              <w:pStyle w:val="TAL"/>
              <w:rPr>
                <w:noProof/>
                <w:sz w:val="16"/>
                <w:szCs w:val="16"/>
              </w:rPr>
            </w:pPr>
            <w:r w:rsidRPr="008A39CC">
              <w:rPr>
                <w:noProof/>
                <w:sz w:val="16"/>
                <w:szCs w:val="16"/>
              </w:rPr>
              <w:t>Removal of unnecessary definition of offset</w:t>
            </w:r>
            <w:r w:rsidRPr="008A39CC">
              <w:rPr>
                <w:noProof/>
                <w:sz w:val="16"/>
                <w:szCs w:val="16"/>
                <w:vertAlign w:val="subscript"/>
              </w:rPr>
              <w:t>max,IMD3</w:t>
            </w:r>
            <w:r w:rsidRPr="008A39CC">
              <w:rPr>
                <w:noProof/>
                <w:sz w:val="16"/>
                <w:szCs w:val="16"/>
              </w:rPr>
              <w:t xml:space="preserve"> from Table 6.2.3.2-1</w:t>
            </w:r>
          </w:p>
        </w:tc>
        <w:tc>
          <w:tcPr>
            <w:tcW w:w="708" w:type="dxa"/>
            <w:shd w:val="solid" w:color="FFFFFF" w:fill="auto"/>
          </w:tcPr>
          <w:p w14:paraId="11AC12C7" w14:textId="77777777" w:rsidR="000F0571" w:rsidRDefault="000F0571" w:rsidP="00E22A58">
            <w:pPr>
              <w:pStyle w:val="TAC"/>
              <w:keepNext w:val="0"/>
              <w:rPr>
                <w:sz w:val="16"/>
                <w:szCs w:val="16"/>
              </w:rPr>
            </w:pPr>
            <w:r>
              <w:rPr>
                <w:sz w:val="16"/>
                <w:szCs w:val="16"/>
              </w:rPr>
              <w:t>16.3.0</w:t>
            </w:r>
          </w:p>
        </w:tc>
      </w:tr>
      <w:tr w:rsidR="00FB7F2D" w:rsidRPr="00BB2256" w14:paraId="7507DE9D" w14:textId="77777777" w:rsidTr="00DC7196">
        <w:trPr>
          <w:jc w:val="center"/>
        </w:trPr>
        <w:tc>
          <w:tcPr>
            <w:tcW w:w="800" w:type="dxa"/>
            <w:shd w:val="solid" w:color="FFFFFF" w:fill="auto"/>
          </w:tcPr>
          <w:p w14:paraId="28D3A70A" w14:textId="72F3B3E1" w:rsidR="00FB7F2D" w:rsidRPr="00BB2256" w:rsidRDefault="00FB7F2D" w:rsidP="00BB2256">
            <w:pPr>
              <w:pStyle w:val="TAL"/>
              <w:rPr>
                <w:sz w:val="16"/>
                <w:szCs w:val="16"/>
              </w:rPr>
            </w:pPr>
            <w:r>
              <w:rPr>
                <w:sz w:val="16"/>
                <w:szCs w:val="16"/>
              </w:rPr>
              <w:t>2020-06</w:t>
            </w:r>
          </w:p>
        </w:tc>
        <w:tc>
          <w:tcPr>
            <w:tcW w:w="800" w:type="dxa"/>
            <w:shd w:val="solid" w:color="FFFFFF" w:fill="auto"/>
          </w:tcPr>
          <w:p w14:paraId="5ABBEC32" w14:textId="7CBDF61E" w:rsidR="00FB7F2D" w:rsidRPr="00BB2256" w:rsidRDefault="00FB7F2D" w:rsidP="00BB2256">
            <w:pPr>
              <w:pStyle w:val="TAL"/>
              <w:rPr>
                <w:sz w:val="16"/>
                <w:szCs w:val="16"/>
              </w:rPr>
            </w:pPr>
            <w:r>
              <w:rPr>
                <w:sz w:val="16"/>
                <w:szCs w:val="16"/>
              </w:rPr>
              <w:t>RAN#88</w:t>
            </w:r>
          </w:p>
        </w:tc>
        <w:tc>
          <w:tcPr>
            <w:tcW w:w="944" w:type="dxa"/>
            <w:shd w:val="solid" w:color="FFFFFF" w:fill="auto"/>
          </w:tcPr>
          <w:p w14:paraId="76611187" w14:textId="0DA0D763" w:rsidR="00FB7F2D" w:rsidRPr="00BB2256" w:rsidRDefault="00FB7F2D" w:rsidP="00BB2256">
            <w:pPr>
              <w:pStyle w:val="TAL"/>
              <w:rPr>
                <w:rFonts w:cs="Arial"/>
                <w:sz w:val="16"/>
                <w:szCs w:val="16"/>
              </w:rPr>
            </w:pPr>
            <w:r w:rsidRPr="00FB7F2D">
              <w:rPr>
                <w:rFonts w:cs="Arial"/>
                <w:sz w:val="16"/>
                <w:szCs w:val="16"/>
              </w:rPr>
              <w:t>RP-20</w:t>
            </w:r>
            <w:r>
              <w:rPr>
                <w:rFonts w:cs="Arial"/>
                <w:sz w:val="16"/>
                <w:szCs w:val="16"/>
              </w:rPr>
              <w:t>1338</w:t>
            </w:r>
          </w:p>
        </w:tc>
        <w:tc>
          <w:tcPr>
            <w:tcW w:w="575" w:type="dxa"/>
            <w:shd w:val="solid" w:color="FFFFFF" w:fill="auto"/>
          </w:tcPr>
          <w:p w14:paraId="04EA604F" w14:textId="51951F25" w:rsidR="00FB7F2D" w:rsidRPr="00BB2256" w:rsidRDefault="00AC4D70" w:rsidP="00BB2256">
            <w:pPr>
              <w:pStyle w:val="TAL"/>
              <w:rPr>
                <w:rFonts w:cs="Arial"/>
                <w:sz w:val="16"/>
                <w:szCs w:val="16"/>
              </w:rPr>
            </w:pPr>
            <w:r>
              <w:rPr>
                <w:rFonts w:cs="Arial"/>
                <w:sz w:val="16"/>
                <w:szCs w:val="16"/>
              </w:rPr>
              <w:t>0293</w:t>
            </w:r>
          </w:p>
        </w:tc>
        <w:tc>
          <w:tcPr>
            <w:tcW w:w="425" w:type="dxa"/>
            <w:shd w:val="solid" w:color="FFFFFF" w:fill="auto"/>
          </w:tcPr>
          <w:p w14:paraId="2E7D5858" w14:textId="0F03AAF2" w:rsidR="00FB7F2D" w:rsidRPr="00BB2256" w:rsidRDefault="00FB7F2D" w:rsidP="00BB2256">
            <w:pPr>
              <w:pStyle w:val="TAL"/>
              <w:jc w:val="center"/>
              <w:rPr>
                <w:rFonts w:cs="Arial"/>
                <w:sz w:val="16"/>
                <w:szCs w:val="16"/>
                <w:lang w:eastAsia="en-GB"/>
              </w:rPr>
            </w:pPr>
            <w:r>
              <w:rPr>
                <w:rFonts w:cs="Arial"/>
                <w:sz w:val="16"/>
                <w:szCs w:val="16"/>
                <w:lang w:eastAsia="en-GB"/>
              </w:rPr>
              <w:t>4</w:t>
            </w:r>
          </w:p>
        </w:tc>
        <w:tc>
          <w:tcPr>
            <w:tcW w:w="425" w:type="dxa"/>
            <w:shd w:val="solid" w:color="FFFFFF" w:fill="auto"/>
          </w:tcPr>
          <w:p w14:paraId="19B2F0CD" w14:textId="1AC1AF0D" w:rsidR="00FB7F2D" w:rsidRPr="00BB2256" w:rsidRDefault="00FB7F2D" w:rsidP="00BB2256">
            <w:pPr>
              <w:pStyle w:val="TAL"/>
              <w:jc w:val="center"/>
              <w:rPr>
                <w:rFonts w:cs="Arial"/>
                <w:sz w:val="16"/>
                <w:szCs w:val="16"/>
              </w:rPr>
            </w:pPr>
            <w:r>
              <w:rPr>
                <w:rFonts w:cs="Arial"/>
                <w:sz w:val="16"/>
                <w:szCs w:val="16"/>
              </w:rPr>
              <w:t>B</w:t>
            </w:r>
          </w:p>
        </w:tc>
        <w:tc>
          <w:tcPr>
            <w:tcW w:w="4962" w:type="dxa"/>
            <w:shd w:val="solid" w:color="FFFFFF" w:fill="auto"/>
          </w:tcPr>
          <w:p w14:paraId="00CCB13B" w14:textId="27492C6B" w:rsidR="00FB7F2D" w:rsidRPr="00BB2256" w:rsidRDefault="00FB7F2D" w:rsidP="00BB2256">
            <w:pPr>
              <w:pStyle w:val="TAL"/>
              <w:rPr>
                <w:rFonts w:cs="Arial"/>
                <w:sz w:val="16"/>
                <w:szCs w:val="16"/>
              </w:rPr>
            </w:pPr>
            <w:r w:rsidRPr="00FB7F2D">
              <w:rPr>
                <w:rFonts w:cs="Arial"/>
                <w:sz w:val="16"/>
                <w:szCs w:val="16"/>
              </w:rPr>
              <w:t>CR to TS 38.101-1: Switching time mask between two uplink carriers in UL CA and SUL</w:t>
            </w:r>
          </w:p>
        </w:tc>
        <w:tc>
          <w:tcPr>
            <w:tcW w:w="708" w:type="dxa"/>
            <w:shd w:val="solid" w:color="FFFFFF" w:fill="auto"/>
          </w:tcPr>
          <w:p w14:paraId="47B7E638" w14:textId="1E456BC2" w:rsidR="00FB7F2D" w:rsidRPr="00BB2256" w:rsidRDefault="00FB7F2D" w:rsidP="00BB2256">
            <w:pPr>
              <w:pStyle w:val="TAL"/>
              <w:rPr>
                <w:sz w:val="16"/>
                <w:szCs w:val="16"/>
              </w:rPr>
            </w:pPr>
            <w:r>
              <w:rPr>
                <w:sz w:val="16"/>
                <w:szCs w:val="16"/>
              </w:rPr>
              <w:t>16.4.0</w:t>
            </w:r>
          </w:p>
        </w:tc>
      </w:tr>
      <w:tr w:rsidR="00BB2256" w:rsidRPr="00BB2256" w14:paraId="41DC3B82" w14:textId="77777777" w:rsidTr="00DC7196">
        <w:trPr>
          <w:jc w:val="center"/>
        </w:trPr>
        <w:tc>
          <w:tcPr>
            <w:tcW w:w="800" w:type="dxa"/>
            <w:shd w:val="solid" w:color="FFFFFF" w:fill="auto"/>
          </w:tcPr>
          <w:p w14:paraId="20740D9A"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F3A9E65"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6DB4D2D" w14:textId="77777777" w:rsidR="00BB2256" w:rsidRPr="00BB2256" w:rsidRDefault="00BB2256" w:rsidP="00BB2256">
            <w:pPr>
              <w:pStyle w:val="TAL"/>
              <w:rPr>
                <w:rFonts w:cs="Arial"/>
                <w:sz w:val="16"/>
                <w:szCs w:val="16"/>
                <w:lang w:eastAsia="en-GB"/>
              </w:rPr>
            </w:pPr>
            <w:r w:rsidRPr="00BB2256">
              <w:rPr>
                <w:rFonts w:cs="Arial"/>
                <w:sz w:val="16"/>
                <w:szCs w:val="16"/>
              </w:rPr>
              <w:t>RP-200959</w:t>
            </w:r>
          </w:p>
        </w:tc>
        <w:tc>
          <w:tcPr>
            <w:tcW w:w="575" w:type="dxa"/>
            <w:shd w:val="solid" w:color="FFFFFF" w:fill="auto"/>
          </w:tcPr>
          <w:p w14:paraId="462C91F0" w14:textId="77777777" w:rsidR="00BB2256" w:rsidRPr="00BB2256" w:rsidRDefault="00BB2256" w:rsidP="00BB2256">
            <w:pPr>
              <w:pStyle w:val="TAL"/>
              <w:rPr>
                <w:rFonts w:cs="Arial"/>
                <w:sz w:val="16"/>
                <w:szCs w:val="16"/>
                <w:lang w:eastAsia="en-GB"/>
              </w:rPr>
            </w:pPr>
            <w:r w:rsidRPr="00BB2256">
              <w:rPr>
                <w:rFonts w:cs="Arial"/>
                <w:sz w:val="16"/>
                <w:szCs w:val="16"/>
              </w:rPr>
              <w:t>0294</w:t>
            </w:r>
          </w:p>
        </w:tc>
        <w:tc>
          <w:tcPr>
            <w:tcW w:w="425" w:type="dxa"/>
            <w:shd w:val="solid" w:color="FFFFFF" w:fill="auto"/>
          </w:tcPr>
          <w:p w14:paraId="36E76ED1" w14:textId="77777777" w:rsidR="00BB2256" w:rsidRPr="00BB2256" w:rsidRDefault="00BB2256" w:rsidP="00BB2256">
            <w:pPr>
              <w:pStyle w:val="TAL"/>
              <w:jc w:val="center"/>
              <w:rPr>
                <w:rFonts w:cs="Arial"/>
                <w:sz w:val="16"/>
                <w:szCs w:val="16"/>
                <w:lang w:eastAsia="en-GB"/>
              </w:rPr>
            </w:pPr>
          </w:p>
        </w:tc>
        <w:tc>
          <w:tcPr>
            <w:tcW w:w="425" w:type="dxa"/>
            <w:shd w:val="solid" w:color="FFFFFF" w:fill="auto"/>
          </w:tcPr>
          <w:p w14:paraId="67931E77"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1204B392" w14:textId="77777777" w:rsidR="00BB2256" w:rsidRPr="00BB2256" w:rsidRDefault="00BB2256" w:rsidP="00BB2256">
            <w:pPr>
              <w:pStyle w:val="TAL"/>
              <w:rPr>
                <w:rFonts w:cs="Arial"/>
                <w:sz w:val="16"/>
                <w:szCs w:val="16"/>
                <w:lang w:eastAsia="en-GB"/>
              </w:rPr>
            </w:pPr>
            <w:r w:rsidRPr="00BB2256">
              <w:rPr>
                <w:rFonts w:cs="Arial"/>
                <w:sz w:val="16"/>
                <w:szCs w:val="16"/>
              </w:rPr>
              <w:t>Corrections to CA n48</w:t>
            </w:r>
          </w:p>
        </w:tc>
        <w:tc>
          <w:tcPr>
            <w:tcW w:w="708" w:type="dxa"/>
            <w:shd w:val="solid" w:color="FFFFFF" w:fill="auto"/>
          </w:tcPr>
          <w:p w14:paraId="59699093" w14:textId="77777777" w:rsidR="00BB2256" w:rsidRPr="00BB2256" w:rsidRDefault="00BB2256" w:rsidP="00BB2256">
            <w:pPr>
              <w:pStyle w:val="TAL"/>
              <w:rPr>
                <w:sz w:val="16"/>
                <w:szCs w:val="16"/>
              </w:rPr>
            </w:pPr>
            <w:r w:rsidRPr="00BB2256">
              <w:rPr>
                <w:sz w:val="16"/>
                <w:szCs w:val="16"/>
              </w:rPr>
              <w:t>16.4.0</w:t>
            </w:r>
          </w:p>
        </w:tc>
      </w:tr>
      <w:tr w:rsidR="00BB2256" w:rsidRPr="00BB2256" w14:paraId="7B367102" w14:textId="77777777" w:rsidTr="00DC7196">
        <w:trPr>
          <w:jc w:val="center"/>
        </w:trPr>
        <w:tc>
          <w:tcPr>
            <w:tcW w:w="800" w:type="dxa"/>
            <w:shd w:val="solid" w:color="FFFFFF" w:fill="auto"/>
          </w:tcPr>
          <w:p w14:paraId="38E3B77A"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302A794"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7E38D97"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1FBBB5DF" w14:textId="77777777" w:rsidR="00BB2256" w:rsidRPr="00BB2256" w:rsidRDefault="00BB2256" w:rsidP="00BB2256">
            <w:pPr>
              <w:pStyle w:val="TAL"/>
              <w:rPr>
                <w:rFonts w:cs="Arial"/>
                <w:sz w:val="16"/>
                <w:szCs w:val="16"/>
              </w:rPr>
            </w:pPr>
            <w:r w:rsidRPr="00BB2256">
              <w:rPr>
                <w:rFonts w:cs="Arial"/>
                <w:sz w:val="16"/>
                <w:szCs w:val="16"/>
              </w:rPr>
              <w:t>0300</w:t>
            </w:r>
          </w:p>
        </w:tc>
        <w:tc>
          <w:tcPr>
            <w:tcW w:w="425" w:type="dxa"/>
            <w:shd w:val="solid" w:color="FFFFFF" w:fill="auto"/>
          </w:tcPr>
          <w:p w14:paraId="7F3CE195" w14:textId="77777777" w:rsidR="00BB2256" w:rsidRPr="00BB2256" w:rsidRDefault="00BB2256" w:rsidP="00BB2256">
            <w:pPr>
              <w:pStyle w:val="TAL"/>
              <w:jc w:val="center"/>
              <w:rPr>
                <w:rFonts w:cs="Arial"/>
                <w:sz w:val="16"/>
                <w:szCs w:val="16"/>
              </w:rPr>
            </w:pPr>
          </w:p>
        </w:tc>
        <w:tc>
          <w:tcPr>
            <w:tcW w:w="425" w:type="dxa"/>
            <w:shd w:val="solid" w:color="FFFFFF" w:fill="auto"/>
          </w:tcPr>
          <w:p w14:paraId="5DA70C76"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6C95E41B" w14:textId="77777777" w:rsidR="00BB2256" w:rsidRPr="00BB2256" w:rsidRDefault="00BB2256" w:rsidP="00BB2256">
            <w:pPr>
              <w:pStyle w:val="TAL"/>
              <w:rPr>
                <w:rFonts w:cs="Arial"/>
                <w:sz w:val="16"/>
                <w:szCs w:val="16"/>
              </w:rPr>
            </w:pPr>
            <w:r w:rsidRPr="00BB2256">
              <w:rPr>
                <w:rFonts w:cs="Arial"/>
                <w:sz w:val="16"/>
                <w:szCs w:val="16"/>
              </w:rPr>
              <w:t>CR to asymmetric CBW operation in FR1</w:t>
            </w:r>
          </w:p>
        </w:tc>
        <w:tc>
          <w:tcPr>
            <w:tcW w:w="708" w:type="dxa"/>
            <w:shd w:val="solid" w:color="FFFFFF" w:fill="auto"/>
          </w:tcPr>
          <w:p w14:paraId="4D5CC676" w14:textId="77777777" w:rsidR="00BB2256" w:rsidRPr="00BB2256" w:rsidRDefault="00BB2256" w:rsidP="00BB2256">
            <w:pPr>
              <w:pStyle w:val="TAL"/>
              <w:rPr>
                <w:sz w:val="16"/>
                <w:szCs w:val="16"/>
              </w:rPr>
            </w:pPr>
            <w:r w:rsidRPr="00BB2256">
              <w:rPr>
                <w:sz w:val="16"/>
                <w:szCs w:val="16"/>
              </w:rPr>
              <w:t>16.4.0</w:t>
            </w:r>
          </w:p>
        </w:tc>
      </w:tr>
      <w:tr w:rsidR="00BB2256" w:rsidRPr="00BB2256" w14:paraId="08AC28EE" w14:textId="77777777" w:rsidTr="00DC7196">
        <w:trPr>
          <w:jc w:val="center"/>
        </w:trPr>
        <w:tc>
          <w:tcPr>
            <w:tcW w:w="800" w:type="dxa"/>
            <w:shd w:val="solid" w:color="FFFFFF" w:fill="auto"/>
          </w:tcPr>
          <w:p w14:paraId="729A5940"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265EF273"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387E58B"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2F7DCF14" w14:textId="77777777" w:rsidR="00BB2256" w:rsidRPr="00BB2256" w:rsidRDefault="00BB2256" w:rsidP="00BB2256">
            <w:pPr>
              <w:pStyle w:val="TAL"/>
              <w:rPr>
                <w:rFonts w:cs="Arial"/>
                <w:sz w:val="16"/>
                <w:szCs w:val="16"/>
              </w:rPr>
            </w:pPr>
            <w:r w:rsidRPr="00BB2256">
              <w:rPr>
                <w:rFonts w:cs="Arial"/>
                <w:sz w:val="16"/>
                <w:szCs w:val="16"/>
              </w:rPr>
              <w:t>0302</w:t>
            </w:r>
          </w:p>
        </w:tc>
        <w:tc>
          <w:tcPr>
            <w:tcW w:w="425" w:type="dxa"/>
            <w:shd w:val="solid" w:color="FFFFFF" w:fill="auto"/>
          </w:tcPr>
          <w:p w14:paraId="087DF3FB" w14:textId="77777777" w:rsidR="00BB2256" w:rsidRPr="00BB2256" w:rsidRDefault="00BB2256" w:rsidP="00BB2256">
            <w:pPr>
              <w:pStyle w:val="TAL"/>
              <w:jc w:val="center"/>
              <w:rPr>
                <w:rFonts w:cs="Arial"/>
                <w:sz w:val="16"/>
                <w:szCs w:val="16"/>
              </w:rPr>
            </w:pPr>
          </w:p>
        </w:tc>
        <w:tc>
          <w:tcPr>
            <w:tcW w:w="425" w:type="dxa"/>
            <w:shd w:val="solid" w:color="FFFFFF" w:fill="auto"/>
          </w:tcPr>
          <w:p w14:paraId="6305A31F"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6A4FCC47" w14:textId="77777777" w:rsidR="00BB2256" w:rsidRPr="00BB2256" w:rsidRDefault="00BB2256" w:rsidP="00BB2256">
            <w:pPr>
              <w:pStyle w:val="TAL"/>
              <w:rPr>
                <w:rFonts w:cs="Arial"/>
                <w:sz w:val="16"/>
                <w:szCs w:val="16"/>
              </w:rPr>
            </w:pPr>
            <w:r w:rsidRPr="00BB2256">
              <w:rPr>
                <w:rFonts w:cs="Arial"/>
                <w:sz w:val="16"/>
                <w:szCs w:val="16"/>
              </w:rPr>
              <w:t>CR on ACLR MBW definition in FR1</w:t>
            </w:r>
          </w:p>
        </w:tc>
        <w:tc>
          <w:tcPr>
            <w:tcW w:w="708" w:type="dxa"/>
            <w:shd w:val="solid" w:color="FFFFFF" w:fill="auto"/>
          </w:tcPr>
          <w:p w14:paraId="125CAED7" w14:textId="77777777" w:rsidR="00BB2256" w:rsidRPr="00BB2256" w:rsidRDefault="00BB2256" w:rsidP="00BB2256">
            <w:pPr>
              <w:pStyle w:val="TAL"/>
              <w:rPr>
                <w:sz w:val="16"/>
                <w:szCs w:val="16"/>
              </w:rPr>
            </w:pPr>
            <w:r w:rsidRPr="00BB2256">
              <w:rPr>
                <w:sz w:val="16"/>
                <w:szCs w:val="16"/>
              </w:rPr>
              <w:t>16.4.0</w:t>
            </w:r>
          </w:p>
        </w:tc>
      </w:tr>
      <w:tr w:rsidR="00BB2256" w:rsidRPr="00BB2256" w14:paraId="26667906" w14:textId="77777777" w:rsidTr="00DC7196">
        <w:trPr>
          <w:jc w:val="center"/>
        </w:trPr>
        <w:tc>
          <w:tcPr>
            <w:tcW w:w="800" w:type="dxa"/>
            <w:shd w:val="solid" w:color="FFFFFF" w:fill="auto"/>
          </w:tcPr>
          <w:p w14:paraId="4FAAD620"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7E57525"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8CBFF61"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75111E80" w14:textId="77777777" w:rsidR="00BB2256" w:rsidRPr="00BB2256" w:rsidRDefault="00BB2256" w:rsidP="00BB2256">
            <w:pPr>
              <w:pStyle w:val="TAL"/>
              <w:rPr>
                <w:rFonts w:cs="Arial"/>
                <w:sz w:val="16"/>
                <w:szCs w:val="16"/>
              </w:rPr>
            </w:pPr>
            <w:r w:rsidRPr="00BB2256">
              <w:rPr>
                <w:rFonts w:cs="Arial"/>
                <w:sz w:val="16"/>
                <w:szCs w:val="16"/>
              </w:rPr>
              <w:t>0305</w:t>
            </w:r>
          </w:p>
        </w:tc>
        <w:tc>
          <w:tcPr>
            <w:tcW w:w="425" w:type="dxa"/>
            <w:shd w:val="solid" w:color="FFFFFF" w:fill="auto"/>
          </w:tcPr>
          <w:p w14:paraId="2CCC14C7" w14:textId="77777777" w:rsidR="00BB2256" w:rsidRPr="00BB2256" w:rsidRDefault="00BB2256" w:rsidP="00BB2256">
            <w:pPr>
              <w:pStyle w:val="TAL"/>
              <w:jc w:val="center"/>
              <w:rPr>
                <w:rFonts w:cs="Arial"/>
                <w:sz w:val="16"/>
                <w:szCs w:val="16"/>
              </w:rPr>
            </w:pPr>
          </w:p>
        </w:tc>
        <w:tc>
          <w:tcPr>
            <w:tcW w:w="425" w:type="dxa"/>
            <w:shd w:val="solid" w:color="FFFFFF" w:fill="auto"/>
          </w:tcPr>
          <w:p w14:paraId="2C45EEEF"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11EC1C19" w14:textId="77777777" w:rsidR="00BB2256" w:rsidRPr="00BB2256" w:rsidRDefault="00BB2256" w:rsidP="00BB2256">
            <w:pPr>
              <w:pStyle w:val="TAL"/>
              <w:rPr>
                <w:rFonts w:cs="Arial"/>
                <w:sz w:val="16"/>
                <w:szCs w:val="16"/>
              </w:rPr>
            </w:pPr>
            <w:r w:rsidRPr="00BB2256">
              <w:rPr>
                <w:rFonts w:cs="Arial"/>
                <w:sz w:val="16"/>
                <w:szCs w:val="16"/>
              </w:rPr>
              <w:t>Introducing NR inter-band CA for 3DL Bands and 1UL band for 38.101-1</w:t>
            </w:r>
          </w:p>
        </w:tc>
        <w:tc>
          <w:tcPr>
            <w:tcW w:w="708" w:type="dxa"/>
            <w:shd w:val="solid" w:color="FFFFFF" w:fill="auto"/>
          </w:tcPr>
          <w:p w14:paraId="29FE9352" w14:textId="77777777" w:rsidR="00BB2256" w:rsidRPr="00BB2256" w:rsidRDefault="00BB2256" w:rsidP="00BB2256">
            <w:pPr>
              <w:pStyle w:val="TAL"/>
              <w:rPr>
                <w:sz w:val="16"/>
                <w:szCs w:val="16"/>
              </w:rPr>
            </w:pPr>
            <w:r w:rsidRPr="00BB2256">
              <w:rPr>
                <w:sz w:val="16"/>
                <w:szCs w:val="16"/>
              </w:rPr>
              <w:t>16.4.0</w:t>
            </w:r>
          </w:p>
        </w:tc>
      </w:tr>
      <w:tr w:rsidR="00BB2256" w:rsidRPr="00BB2256" w14:paraId="2C65E992" w14:textId="77777777" w:rsidTr="00DC7196">
        <w:trPr>
          <w:jc w:val="center"/>
        </w:trPr>
        <w:tc>
          <w:tcPr>
            <w:tcW w:w="800" w:type="dxa"/>
            <w:shd w:val="solid" w:color="FFFFFF" w:fill="auto"/>
          </w:tcPr>
          <w:p w14:paraId="443D928D"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092C0DFB"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7A211917"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62CC8F6C" w14:textId="77777777" w:rsidR="00BB2256" w:rsidRPr="00BB2256" w:rsidRDefault="00BB2256" w:rsidP="00BB2256">
            <w:pPr>
              <w:pStyle w:val="TAL"/>
              <w:rPr>
                <w:rFonts w:cs="Arial"/>
                <w:sz w:val="16"/>
                <w:szCs w:val="16"/>
              </w:rPr>
            </w:pPr>
            <w:r w:rsidRPr="00BB2256">
              <w:rPr>
                <w:rFonts w:cs="Arial"/>
                <w:sz w:val="16"/>
                <w:szCs w:val="16"/>
              </w:rPr>
              <w:t>0307</w:t>
            </w:r>
          </w:p>
        </w:tc>
        <w:tc>
          <w:tcPr>
            <w:tcW w:w="425" w:type="dxa"/>
            <w:shd w:val="solid" w:color="FFFFFF" w:fill="auto"/>
          </w:tcPr>
          <w:p w14:paraId="5CA71D0A" w14:textId="77777777" w:rsidR="00BB2256" w:rsidRPr="00BB2256" w:rsidRDefault="00BB2256" w:rsidP="00BB2256">
            <w:pPr>
              <w:pStyle w:val="TAL"/>
              <w:jc w:val="center"/>
              <w:rPr>
                <w:rFonts w:cs="Arial"/>
                <w:sz w:val="16"/>
                <w:szCs w:val="16"/>
              </w:rPr>
            </w:pPr>
          </w:p>
        </w:tc>
        <w:tc>
          <w:tcPr>
            <w:tcW w:w="425" w:type="dxa"/>
            <w:shd w:val="solid" w:color="FFFFFF" w:fill="auto"/>
          </w:tcPr>
          <w:p w14:paraId="1211FDAD"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573D7EAF" w14:textId="77777777" w:rsidR="00BB2256" w:rsidRPr="00BB2256" w:rsidRDefault="00BB2256" w:rsidP="00BB2256">
            <w:pPr>
              <w:pStyle w:val="TAL"/>
              <w:rPr>
                <w:rFonts w:cs="Arial"/>
                <w:sz w:val="16"/>
                <w:szCs w:val="16"/>
              </w:rPr>
            </w:pPr>
            <w:r w:rsidRPr="00BB2256">
              <w:rPr>
                <w:rFonts w:cs="Arial"/>
                <w:sz w:val="16"/>
                <w:szCs w:val="16"/>
              </w:rPr>
              <w:t>CR Coexistence cleanup for 38101-1 Rel16</w:t>
            </w:r>
          </w:p>
        </w:tc>
        <w:tc>
          <w:tcPr>
            <w:tcW w:w="708" w:type="dxa"/>
            <w:shd w:val="solid" w:color="FFFFFF" w:fill="auto"/>
          </w:tcPr>
          <w:p w14:paraId="6D31D930" w14:textId="77777777" w:rsidR="00BB2256" w:rsidRPr="00BB2256" w:rsidRDefault="00BB2256" w:rsidP="00BB2256">
            <w:pPr>
              <w:pStyle w:val="TAL"/>
              <w:rPr>
                <w:sz w:val="16"/>
                <w:szCs w:val="16"/>
              </w:rPr>
            </w:pPr>
            <w:r w:rsidRPr="00BB2256">
              <w:rPr>
                <w:sz w:val="16"/>
                <w:szCs w:val="16"/>
              </w:rPr>
              <w:t>16.4.0</w:t>
            </w:r>
          </w:p>
        </w:tc>
      </w:tr>
      <w:tr w:rsidR="00BB2256" w:rsidRPr="00BB2256" w14:paraId="6FC3DF1D" w14:textId="77777777" w:rsidTr="00DC7196">
        <w:trPr>
          <w:jc w:val="center"/>
        </w:trPr>
        <w:tc>
          <w:tcPr>
            <w:tcW w:w="800" w:type="dxa"/>
            <w:shd w:val="solid" w:color="FFFFFF" w:fill="auto"/>
          </w:tcPr>
          <w:p w14:paraId="5CBE4580"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0A7D39F0"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1245806"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6A519B9E" w14:textId="77777777" w:rsidR="00BB2256" w:rsidRPr="00BB2256" w:rsidRDefault="00BB2256" w:rsidP="00BB2256">
            <w:pPr>
              <w:pStyle w:val="TAL"/>
              <w:rPr>
                <w:rFonts w:cs="Arial"/>
                <w:sz w:val="16"/>
                <w:szCs w:val="16"/>
              </w:rPr>
            </w:pPr>
            <w:r w:rsidRPr="00BB2256">
              <w:rPr>
                <w:rFonts w:cs="Arial"/>
                <w:sz w:val="16"/>
                <w:szCs w:val="16"/>
              </w:rPr>
              <w:t>0310</w:t>
            </w:r>
          </w:p>
        </w:tc>
        <w:tc>
          <w:tcPr>
            <w:tcW w:w="425" w:type="dxa"/>
            <w:shd w:val="solid" w:color="FFFFFF" w:fill="auto"/>
          </w:tcPr>
          <w:p w14:paraId="57CBFA81" w14:textId="77777777" w:rsidR="00BB2256" w:rsidRPr="00BB2256" w:rsidRDefault="00BB2256" w:rsidP="00BB2256">
            <w:pPr>
              <w:pStyle w:val="TAL"/>
              <w:jc w:val="center"/>
              <w:rPr>
                <w:rFonts w:cs="Arial"/>
                <w:sz w:val="16"/>
                <w:szCs w:val="16"/>
              </w:rPr>
            </w:pPr>
          </w:p>
        </w:tc>
        <w:tc>
          <w:tcPr>
            <w:tcW w:w="425" w:type="dxa"/>
            <w:shd w:val="solid" w:color="FFFFFF" w:fill="auto"/>
          </w:tcPr>
          <w:p w14:paraId="475600B4"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4965CB10" w14:textId="77777777" w:rsidR="00BB2256" w:rsidRPr="00BB2256" w:rsidRDefault="00BB2256" w:rsidP="00BB2256">
            <w:pPr>
              <w:pStyle w:val="TAL"/>
              <w:rPr>
                <w:rFonts w:cs="Arial"/>
                <w:sz w:val="16"/>
                <w:szCs w:val="16"/>
              </w:rPr>
            </w:pPr>
            <w:r w:rsidRPr="00BB2256">
              <w:rPr>
                <w:rFonts w:cs="Arial"/>
                <w:sz w:val="16"/>
                <w:szCs w:val="16"/>
              </w:rPr>
              <w:t>CR to TS 38.101-1 R16: corrections on ACS for intra-band contiguous CA</w:t>
            </w:r>
          </w:p>
        </w:tc>
        <w:tc>
          <w:tcPr>
            <w:tcW w:w="708" w:type="dxa"/>
            <w:shd w:val="solid" w:color="FFFFFF" w:fill="auto"/>
          </w:tcPr>
          <w:p w14:paraId="612BFE33" w14:textId="77777777" w:rsidR="00BB2256" w:rsidRPr="00BB2256" w:rsidRDefault="00BB2256" w:rsidP="00BB2256">
            <w:pPr>
              <w:pStyle w:val="TAL"/>
              <w:rPr>
                <w:sz w:val="16"/>
                <w:szCs w:val="16"/>
              </w:rPr>
            </w:pPr>
            <w:r w:rsidRPr="00BB2256">
              <w:rPr>
                <w:sz w:val="16"/>
                <w:szCs w:val="16"/>
              </w:rPr>
              <w:t>16.4.0</w:t>
            </w:r>
          </w:p>
        </w:tc>
      </w:tr>
      <w:tr w:rsidR="00BB2256" w:rsidRPr="00BB2256" w14:paraId="6E6AD937" w14:textId="77777777" w:rsidTr="00DC7196">
        <w:trPr>
          <w:jc w:val="center"/>
        </w:trPr>
        <w:tc>
          <w:tcPr>
            <w:tcW w:w="800" w:type="dxa"/>
            <w:shd w:val="solid" w:color="FFFFFF" w:fill="auto"/>
          </w:tcPr>
          <w:p w14:paraId="48534DA7"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3ED6CBB8"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515239B2" w14:textId="77777777" w:rsidR="00BB2256" w:rsidRPr="00BB2256" w:rsidRDefault="00BB2256" w:rsidP="00BB2256">
            <w:pPr>
              <w:pStyle w:val="TAL"/>
              <w:rPr>
                <w:rFonts w:cs="Arial"/>
                <w:sz w:val="16"/>
                <w:szCs w:val="16"/>
              </w:rPr>
            </w:pPr>
            <w:r w:rsidRPr="00BB2256">
              <w:rPr>
                <w:rFonts w:cs="Arial"/>
                <w:sz w:val="16"/>
                <w:szCs w:val="16"/>
              </w:rPr>
              <w:t>RP-200966</w:t>
            </w:r>
          </w:p>
        </w:tc>
        <w:tc>
          <w:tcPr>
            <w:tcW w:w="575" w:type="dxa"/>
            <w:shd w:val="solid" w:color="FFFFFF" w:fill="auto"/>
          </w:tcPr>
          <w:p w14:paraId="5A7C3210" w14:textId="77777777" w:rsidR="00BB2256" w:rsidRPr="00BB2256" w:rsidRDefault="00BB2256" w:rsidP="00BB2256">
            <w:pPr>
              <w:pStyle w:val="TAL"/>
              <w:rPr>
                <w:rFonts w:cs="Arial"/>
                <w:sz w:val="16"/>
                <w:szCs w:val="16"/>
              </w:rPr>
            </w:pPr>
            <w:r w:rsidRPr="00BB2256">
              <w:rPr>
                <w:rFonts w:cs="Arial"/>
                <w:sz w:val="16"/>
                <w:szCs w:val="16"/>
              </w:rPr>
              <w:t>0311</w:t>
            </w:r>
          </w:p>
        </w:tc>
        <w:tc>
          <w:tcPr>
            <w:tcW w:w="425" w:type="dxa"/>
            <w:shd w:val="solid" w:color="FFFFFF" w:fill="auto"/>
          </w:tcPr>
          <w:p w14:paraId="699965D4" w14:textId="77777777" w:rsidR="00BB2256" w:rsidRPr="00BB2256" w:rsidRDefault="00BB2256" w:rsidP="00BB2256">
            <w:pPr>
              <w:pStyle w:val="TAL"/>
              <w:jc w:val="center"/>
              <w:rPr>
                <w:rFonts w:cs="Arial"/>
                <w:sz w:val="16"/>
                <w:szCs w:val="16"/>
              </w:rPr>
            </w:pPr>
          </w:p>
        </w:tc>
        <w:tc>
          <w:tcPr>
            <w:tcW w:w="425" w:type="dxa"/>
            <w:shd w:val="solid" w:color="FFFFFF" w:fill="auto"/>
          </w:tcPr>
          <w:p w14:paraId="3CE463F0"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20DAB393" w14:textId="77777777" w:rsidR="00BB2256" w:rsidRPr="00BB2256" w:rsidRDefault="00BB2256" w:rsidP="00BB2256">
            <w:pPr>
              <w:pStyle w:val="TAL"/>
              <w:rPr>
                <w:rFonts w:cs="Arial"/>
                <w:sz w:val="16"/>
                <w:szCs w:val="16"/>
              </w:rPr>
            </w:pPr>
            <w:r w:rsidRPr="00BB2256">
              <w:rPr>
                <w:rFonts w:cs="Arial"/>
                <w:sz w:val="16"/>
                <w:szCs w:val="16"/>
              </w:rPr>
              <w:t>CR for TS 38.101-1: UL harmonic MSD and OOBB exception</w:t>
            </w:r>
          </w:p>
        </w:tc>
        <w:tc>
          <w:tcPr>
            <w:tcW w:w="708" w:type="dxa"/>
            <w:shd w:val="solid" w:color="FFFFFF" w:fill="auto"/>
          </w:tcPr>
          <w:p w14:paraId="0127C986" w14:textId="77777777" w:rsidR="00BB2256" w:rsidRPr="00BB2256" w:rsidRDefault="00BB2256" w:rsidP="00BB2256">
            <w:pPr>
              <w:pStyle w:val="TAL"/>
              <w:rPr>
                <w:sz w:val="16"/>
                <w:szCs w:val="16"/>
              </w:rPr>
            </w:pPr>
            <w:r w:rsidRPr="00BB2256">
              <w:rPr>
                <w:sz w:val="16"/>
                <w:szCs w:val="16"/>
              </w:rPr>
              <w:t>16.4.0</w:t>
            </w:r>
          </w:p>
        </w:tc>
      </w:tr>
      <w:tr w:rsidR="00BB2256" w:rsidRPr="00BB2256" w14:paraId="1F266433" w14:textId="77777777" w:rsidTr="00DC7196">
        <w:trPr>
          <w:jc w:val="center"/>
        </w:trPr>
        <w:tc>
          <w:tcPr>
            <w:tcW w:w="800" w:type="dxa"/>
            <w:shd w:val="solid" w:color="FFFFFF" w:fill="auto"/>
          </w:tcPr>
          <w:p w14:paraId="141C146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446CD4B"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7B3E79FA" w14:textId="77777777" w:rsidR="00BB2256" w:rsidRPr="00BB2256" w:rsidRDefault="00BB2256" w:rsidP="00BB2256">
            <w:pPr>
              <w:pStyle w:val="TAL"/>
              <w:rPr>
                <w:rFonts w:cs="Arial"/>
                <w:sz w:val="16"/>
                <w:szCs w:val="16"/>
              </w:rPr>
            </w:pPr>
            <w:r w:rsidRPr="00BB2256">
              <w:rPr>
                <w:rFonts w:cs="Arial"/>
                <w:sz w:val="16"/>
                <w:szCs w:val="16"/>
              </w:rPr>
              <w:t>RP-200981</w:t>
            </w:r>
          </w:p>
        </w:tc>
        <w:tc>
          <w:tcPr>
            <w:tcW w:w="575" w:type="dxa"/>
            <w:shd w:val="solid" w:color="FFFFFF" w:fill="auto"/>
          </w:tcPr>
          <w:p w14:paraId="26DA73D1" w14:textId="77777777" w:rsidR="00BB2256" w:rsidRPr="00BB2256" w:rsidRDefault="00BB2256" w:rsidP="00BB2256">
            <w:pPr>
              <w:pStyle w:val="TAL"/>
              <w:rPr>
                <w:rFonts w:cs="Arial"/>
                <w:sz w:val="16"/>
                <w:szCs w:val="16"/>
              </w:rPr>
            </w:pPr>
            <w:r w:rsidRPr="00BB2256">
              <w:rPr>
                <w:rFonts w:cs="Arial"/>
                <w:sz w:val="16"/>
                <w:szCs w:val="16"/>
              </w:rPr>
              <w:t>0315</w:t>
            </w:r>
          </w:p>
        </w:tc>
        <w:tc>
          <w:tcPr>
            <w:tcW w:w="425" w:type="dxa"/>
            <w:shd w:val="solid" w:color="FFFFFF" w:fill="auto"/>
          </w:tcPr>
          <w:p w14:paraId="2599E67A" w14:textId="77777777" w:rsidR="00BB2256" w:rsidRPr="00BB2256" w:rsidRDefault="00BB2256" w:rsidP="00BB2256">
            <w:pPr>
              <w:pStyle w:val="TAL"/>
              <w:jc w:val="center"/>
              <w:rPr>
                <w:rFonts w:cs="Arial"/>
                <w:sz w:val="16"/>
                <w:szCs w:val="16"/>
              </w:rPr>
            </w:pPr>
          </w:p>
        </w:tc>
        <w:tc>
          <w:tcPr>
            <w:tcW w:w="425" w:type="dxa"/>
            <w:shd w:val="solid" w:color="FFFFFF" w:fill="auto"/>
          </w:tcPr>
          <w:p w14:paraId="1C2BB016"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530F06B2" w14:textId="77777777" w:rsidR="00BB2256" w:rsidRPr="00BB2256" w:rsidRDefault="00BB2256" w:rsidP="00BB2256">
            <w:pPr>
              <w:pStyle w:val="TAL"/>
              <w:rPr>
                <w:rFonts w:cs="Arial"/>
                <w:sz w:val="16"/>
                <w:szCs w:val="16"/>
              </w:rPr>
            </w:pPr>
            <w:r w:rsidRPr="00BB2256">
              <w:rPr>
                <w:rFonts w:cs="Arial"/>
                <w:sz w:val="16"/>
                <w:szCs w:val="16"/>
              </w:rPr>
              <w:t>Update 4Rx Requirement for Band n30</w:t>
            </w:r>
          </w:p>
        </w:tc>
        <w:tc>
          <w:tcPr>
            <w:tcW w:w="708" w:type="dxa"/>
            <w:shd w:val="solid" w:color="FFFFFF" w:fill="auto"/>
          </w:tcPr>
          <w:p w14:paraId="0280B82E" w14:textId="77777777" w:rsidR="00BB2256" w:rsidRPr="00BB2256" w:rsidRDefault="00BB2256" w:rsidP="00BB2256">
            <w:pPr>
              <w:pStyle w:val="TAL"/>
              <w:rPr>
                <w:sz w:val="16"/>
                <w:szCs w:val="16"/>
              </w:rPr>
            </w:pPr>
            <w:r w:rsidRPr="00BB2256">
              <w:rPr>
                <w:sz w:val="16"/>
                <w:szCs w:val="16"/>
              </w:rPr>
              <w:t>16.4.0</w:t>
            </w:r>
          </w:p>
        </w:tc>
      </w:tr>
      <w:tr w:rsidR="00BB2256" w:rsidRPr="00BB2256" w14:paraId="76FC3AFA" w14:textId="77777777" w:rsidTr="00DC7196">
        <w:trPr>
          <w:jc w:val="center"/>
        </w:trPr>
        <w:tc>
          <w:tcPr>
            <w:tcW w:w="800" w:type="dxa"/>
            <w:shd w:val="solid" w:color="FFFFFF" w:fill="auto"/>
          </w:tcPr>
          <w:p w14:paraId="1EDEC7CE"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3A3FB0E"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4E34465" w14:textId="77777777" w:rsidR="00BB2256" w:rsidRPr="00BB2256" w:rsidRDefault="00BB2256" w:rsidP="00BB2256">
            <w:pPr>
              <w:pStyle w:val="TAL"/>
              <w:rPr>
                <w:rFonts w:cs="Arial"/>
                <w:sz w:val="16"/>
                <w:szCs w:val="16"/>
              </w:rPr>
            </w:pPr>
            <w:r w:rsidRPr="00BB2256">
              <w:rPr>
                <w:rFonts w:cs="Arial"/>
                <w:sz w:val="16"/>
                <w:szCs w:val="16"/>
              </w:rPr>
              <w:t>RP-200958</w:t>
            </w:r>
          </w:p>
        </w:tc>
        <w:tc>
          <w:tcPr>
            <w:tcW w:w="575" w:type="dxa"/>
            <w:shd w:val="solid" w:color="FFFFFF" w:fill="auto"/>
          </w:tcPr>
          <w:p w14:paraId="3DC39748" w14:textId="77777777" w:rsidR="00BB2256" w:rsidRPr="00BB2256" w:rsidRDefault="00BB2256" w:rsidP="00BB2256">
            <w:pPr>
              <w:pStyle w:val="TAL"/>
              <w:rPr>
                <w:rFonts w:cs="Arial"/>
                <w:sz w:val="16"/>
                <w:szCs w:val="16"/>
              </w:rPr>
            </w:pPr>
            <w:r w:rsidRPr="00BB2256">
              <w:rPr>
                <w:rFonts w:cs="Arial"/>
                <w:sz w:val="16"/>
                <w:szCs w:val="16"/>
              </w:rPr>
              <w:t>0317</w:t>
            </w:r>
          </w:p>
        </w:tc>
        <w:tc>
          <w:tcPr>
            <w:tcW w:w="425" w:type="dxa"/>
            <w:shd w:val="solid" w:color="FFFFFF" w:fill="auto"/>
          </w:tcPr>
          <w:p w14:paraId="138F6EAA" w14:textId="77777777" w:rsidR="00BB2256" w:rsidRPr="00BB2256" w:rsidRDefault="00BB2256" w:rsidP="00BB2256">
            <w:pPr>
              <w:pStyle w:val="TAL"/>
              <w:jc w:val="center"/>
              <w:rPr>
                <w:rFonts w:cs="Arial"/>
                <w:sz w:val="16"/>
                <w:szCs w:val="16"/>
              </w:rPr>
            </w:pPr>
          </w:p>
        </w:tc>
        <w:tc>
          <w:tcPr>
            <w:tcW w:w="425" w:type="dxa"/>
            <w:shd w:val="solid" w:color="FFFFFF" w:fill="auto"/>
          </w:tcPr>
          <w:p w14:paraId="00952A81"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758C59EC" w14:textId="77777777" w:rsidR="00BB2256" w:rsidRPr="00BB2256" w:rsidRDefault="00BB2256" w:rsidP="00BB2256">
            <w:pPr>
              <w:pStyle w:val="TAL"/>
              <w:rPr>
                <w:rFonts w:cs="Arial"/>
                <w:sz w:val="16"/>
                <w:szCs w:val="16"/>
              </w:rPr>
            </w:pPr>
            <w:r w:rsidRPr="00BB2256">
              <w:rPr>
                <w:rFonts w:cs="Arial"/>
                <w:sz w:val="16"/>
                <w:szCs w:val="16"/>
              </w:rPr>
              <w:t>CR on NR V2X UE RF requirements for single carrier in TS38.101-1</w:t>
            </w:r>
          </w:p>
        </w:tc>
        <w:tc>
          <w:tcPr>
            <w:tcW w:w="708" w:type="dxa"/>
            <w:shd w:val="solid" w:color="FFFFFF" w:fill="auto"/>
          </w:tcPr>
          <w:p w14:paraId="2462A261" w14:textId="77777777" w:rsidR="00BB2256" w:rsidRPr="00BB2256" w:rsidRDefault="00BB2256" w:rsidP="00BB2256">
            <w:pPr>
              <w:pStyle w:val="TAL"/>
              <w:rPr>
                <w:sz w:val="16"/>
                <w:szCs w:val="16"/>
              </w:rPr>
            </w:pPr>
            <w:r w:rsidRPr="00BB2256">
              <w:rPr>
                <w:sz w:val="16"/>
                <w:szCs w:val="16"/>
              </w:rPr>
              <w:t>16.4.0</w:t>
            </w:r>
          </w:p>
        </w:tc>
      </w:tr>
      <w:tr w:rsidR="00BB2256" w:rsidRPr="00BB2256" w14:paraId="06C64DBE" w14:textId="77777777" w:rsidTr="00DC7196">
        <w:trPr>
          <w:jc w:val="center"/>
        </w:trPr>
        <w:tc>
          <w:tcPr>
            <w:tcW w:w="800" w:type="dxa"/>
            <w:shd w:val="solid" w:color="FFFFFF" w:fill="auto"/>
          </w:tcPr>
          <w:p w14:paraId="456F7D8F"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130B0C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3FB070F"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704A7D79" w14:textId="77777777" w:rsidR="00BB2256" w:rsidRPr="00BB2256" w:rsidRDefault="00BB2256" w:rsidP="00BB2256">
            <w:pPr>
              <w:pStyle w:val="TAL"/>
              <w:rPr>
                <w:rFonts w:cs="Arial"/>
                <w:sz w:val="16"/>
                <w:szCs w:val="16"/>
              </w:rPr>
            </w:pPr>
            <w:r w:rsidRPr="00BB2256">
              <w:rPr>
                <w:rFonts w:cs="Arial"/>
                <w:sz w:val="16"/>
                <w:szCs w:val="16"/>
              </w:rPr>
              <w:t>0327</w:t>
            </w:r>
          </w:p>
        </w:tc>
        <w:tc>
          <w:tcPr>
            <w:tcW w:w="425" w:type="dxa"/>
            <w:shd w:val="solid" w:color="FFFFFF" w:fill="auto"/>
          </w:tcPr>
          <w:p w14:paraId="74BC7F8B" w14:textId="77777777" w:rsidR="00BB2256" w:rsidRPr="00BB2256" w:rsidRDefault="00BB2256" w:rsidP="00BB2256">
            <w:pPr>
              <w:pStyle w:val="TAL"/>
              <w:jc w:val="center"/>
              <w:rPr>
                <w:rFonts w:cs="Arial"/>
                <w:sz w:val="16"/>
                <w:szCs w:val="16"/>
              </w:rPr>
            </w:pPr>
          </w:p>
        </w:tc>
        <w:tc>
          <w:tcPr>
            <w:tcW w:w="425" w:type="dxa"/>
            <w:shd w:val="solid" w:color="FFFFFF" w:fill="auto"/>
          </w:tcPr>
          <w:p w14:paraId="7E75E99C"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0C8FF817" w14:textId="77777777" w:rsidR="00BB2256" w:rsidRPr="00BB2256" w:rsidRDefault="00BB2256" w:rsidP="00BB2256">
            <w:pPr>
              <w:pStyle w:val="TAL"/>
              <w:rPr>
                <w:rFonts w:cs="Arial"/>
                <w:sz w:val="16"/>
                <w:szCs w:val="16"/>
              </w:rPr>
            </w:pPr>
            <w:r w:rsidRPr="00BB2256">
              <w:rPr>
                <w:rFonts w:cs="Arial"/>
                <w:sz w:val="16"/>
                <w:szCs w:val="16"/>
              </w:rPr>
              <w:t>Maintenance CR to 38101-1 on relative power tolerance R16</w:t>
            </w:r>
          </w:p>
        </w:tc>
        <w:tc>
          <w:tcPr>
            <w:tcW w:w="708" w:type="dxa"/>
            <w:shd w:val="solid" w:color="FFFFFF" w:fill="auto"/>
          </w:tcPr>
          <w:p w14:paraId="0A2D4BEC" w14:textId="77777777" w:rsidR="00BB2256" w:rsidRPr="00BB2256" w:rsidRDefault="00BB2256" w:rsidP="00BB2256">
            <w:pPr>
              <w:pStyle w:val="TAL"/>
              <w:rPr>
                <w:sz w:val="16"/>
                <w:szCs w:val="16"/>
              </w:rPr>
            </w:pPr>
            <w:r w:rsidRPr="00BB2256">
              <w:rPr>
                <w:sz w:val="16"/>
                <w:szCs w:val="16"/>
              </w:rPr>
              <w:t>16.4.0</w:t>
            </w:r>
          </w:p>
        </w:tc>
      </w:tr>
      <w:tr w:rsidR="00BB2256" w:rsidRPr="00BB2256" w14:paraId="032E300B" w14:textId="77777777" w:rsidTr="00DC7196">
        <w:trPr>
          <w:jc w:val="center"/>
        </w:trPr>
        <w:tc>
          <w:tcPr>
            <w:tcW w:w="800" w:type="dxa"/>
            <w:shd w:val="solid" w:color="FFFFFF" w:fill="auto"/>
          </w:tcPr>
          <w:p w14:paraId="00A11D90"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3FF7BEE1"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1E62A5F8" w14:textId="77777777" w:rsidR="00BB2256" w:rsidRPr="00BB2256" w:rsidRDefault="00BB2256" w:rsidP="00BB2256">
            <w:pPr>
              <w:pStyle w:val="TAL"/>
              <w:rPr>
                <w:rFonts w:cs="Arial"/>
                <w:sz w:val="16"/>
                <w:szCs w:val="16"/>
              </w:rPr>
            </w:pPr>
            <w:r w:rsidRPr="00BB2256">
              <w:rPr>
                <w:rFonts w:cs="Arial"/>
                <w:sz w:val="16"/>
                <w:szCs w:val="16"/>
              </w:rPr>
              <w:t>RP-200974</w:t>
            </w:r>
          </w:p>
        </w:tc>
        <w:tc>
          <w:tcPr>
            <w:tcW w:w="575" w:type="dxa"/>
            <w:shd w:val="solid" w:color="FFFFFF" w:fill="auto"/>
          </w:tcPr>
          <w:p w14:paraId="4985CD12" w14:textId="77777777" w:rsidR="00BB2256" w:rsidRPr="00BB2256" w:rsidRDefault="00BB2256" w:rsidP="00BB2256">
            <w:pPr>
              <w:pStyle w:val="TAL"/>
              <w:rPr>
                <w:rFonts w:cs="Arial"/>
                <w:sz w:val="16"/>
                <w:szCs w:val="16"/>
              </w:rPr>
            </w:pPr>
            <w:r w:rsidRPr="00BB2256">
              <w:rPr>
                <w:rFonts w:cs="Arial"/>
                <w:sz w:val="16"/>
                <w:szCs w:val="16"/>
              </w:rPr>
              <w:t>0329</w:t>
            </w:r>
          </w:p>
        </w:tc>
        <w:tc>
          <w:tcPr>
            <w:tcW w:w="425" w:type="dxa"/>
            <w:shd w:val="solid" w:color="FFFFFF" w:fill="auto"/>
          </w:tcPr>
          <w:p w14:paraId="2D190B4D" w14:textId="77777777" w:rsidR="00BB2256" w:rsidRPr="00BB2256" w:rsidRDefault="00BB2256" w:rsidP="00BB2256">
            <w:pPr>
              <w:pStyle w:val="TAL"/>
              <w:jc w:val="center"/>
              <w:rPr>
                <w:rFonts w:cs="Arial"/>
                <w:sz w:val="16"/>
                <w:szCs w:val="16"/>
              </w:rPr>
            </w:pPr>
          </w:p>
        </w:tc>
        <w:tc>
          <w:tcPr>
            <w:tcW w:w="425" w:type="dxa"/>
            <w:shd w:val="solid" w:color="FFFFFF" w:fill="auto"/>
          </w:tcPr>
          <w:p w14:paraId="34D341B2"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278C1066" w14:textId="77777777" w:rsidR="00BB2256" w:rsidRPr="00BB2256" w:rsidRDefault="00BB2256" w:rsidP="00BB2256">
            <w:pPr>
              <w:pStyle w:val="TAL"/>
              <w:rPr>
                <w:rFonts w:cs="Arial"/>
                <w:sz w:val="16"/>
                <w:szCs w:val="16"/>
              </w:rPr>
            </w:pPr>
            <w:r w:rsidRPr="00BB2256">
              <w:rPr>
                <w:rFonts w:cs="Arial"/>
                <w:sz w:val="16"/>
                <w:szCs w:val="16"/>
              </w:rPr>
              <w:t>Endorsed CR on default AMPR signaling for n91 n92 n93 and n94</w:t>
            </w:r>
          </w:p>
        </w:tc>
        <w:tc>
          <w:tcPr>
            <w:tcW w:w="708" w:type="dxa"/>
            <w:shd w:val="solid" w:color="FFFFFF" w:fill="auto"/>
          </w:tcPr>
          <w:p w14:paraId="435DDE83" w14:textId="77777777" w:rsidR="00BB2256" w:rsidRPr="00BB2256" w:rsidRDefault="00BB2256" w:rsidP="00BB2256">
            <w:pPr>
              <w:pStyle w:val="TAL"/>
              <w:rPr>
                <w:sz w:val="16"/>
                <w:szCs w:val="16"/>
              </w:rPr>
            </w:pPr>
            <w:r w:rsidRPr="00BB2256">
              <w:rPr>
                <w:sz w:val="16"/>
                <w:szCs w:val="16"/>
              </w:rPr>
              <w:t>16.4.0</w:t>
            </w:r>
          </w:p>
        </w:tc>
      </w:tr>
      <w:tr w:rsidR="00BB2256" w:rsidRPr="00BB2256" w14:paraId="1AD3AD53" w14:textId="77777777" w:rsidTr="00DC7196">
        <w:trPr>
          <w:jc w:val="center"/>
        </w:trPr>
        <w:tc>
          <w:tcPr>
            <w:tcW w:w="800" w:type="dxa"/>
            <w:shd w:val="solid" w:color="FFFFFF" w:fill="auto"/>
          </w:tcPr>
          <w:p w14:paraId="1DF5D16B"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7A6FAAEB"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8FD014B"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0D2760E8" w14:textId="77777777" w:rsidR="00BB2256" w:rsidRPr="00BB2256" w:rsidRDefault="00BB2256" w:rsidP="00BB2256">
            <w:pPr>
              <w:pStyle w:val="TAL"/>
              <w:rPr>
                <w:rFonts w:cs="Arial"/>
                <w:sz w:val="16"/>
                <w:szCs w:val="16"/>
              </w:rPr>
            </w:pPr>
            <w:r w:rsidRPr="00BB2256">
              <w:rPr>
                <w:rFonts w:cs="Arial"/>
                <w:sz w:val="16"/>
                <w:szCs w:val="16"/>
              </w:rPr>
              <w:t>0331</w:t>
            </w:r>
          </w:p>
        </w:tc>
        <w:tc>
          <w:tcPr>
            <w:tcW w:w="425" w:type="dxa"/>
            <w:shd w:val="solid" w:color="FFFFFF" w:fill="auto"/>
          </w:tcPr>
          <w:p w14:paraId="3ABD62C6" w14:textId="77777777" w:rsidR="00BB2256" w:rsidRPr="00BB2256" w:rsidRDefault="00BB2256" w:rsidP="00BB2256">
            <w:pPr>
              <w:pStyle w:val="TAL"/>
              <w:jc w:val="center"/>
              <w:rPr>
                <w:rFonts w:cs="Arial"/>
                <w:sz w:val="16"/>
                <w:szCs w:val="16"/>
              </w:rPr>
            </w:pPr>
          </w:p>
        </w:tc>
        <w:tc>
          <w:tcPr>
            <w:tcW w:w="425" w:type="dxa"/>
            <w:shd w:val="solid" w:color="FFFFFF" w:fill="auto"/>
          </w:tcPr>
          <w:p w14:paraId="0E830C24"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54757C1F" w14:textId="77777777" w:rsidR="00BB2256" w:rsidRPr="00BB2256" w:rsidRDefault="00BB2256" w:rsidP="00BB2256">
            <w:pPr>
              <w:pStyle w:val="TAL"/>
              <w:rPr>
                <w:rFonts w:cs="Arial"/>
                <w:sz w:val="16"/>
                <w:szCs w:val="16"/>
              </w:rPr>
            </w:pPr>
            <w:r w:rsidRPr="00BB2256">
              <w:rPr>
                <w:rFonts w:cs="Arial"/>
                <w:sz w:val="16"/>
                <w:szCs w:val="16"/>
              </w:rPr>
              <w:t>Update of CSI-RS definition for FR1 DL RMCs</w:t>
            </w:r>
          </w:p>
        </w:tc>
        <w:tc>
          <w:tcPr>
            <w:tcW w:w="708" w:type="dxa"/>
            <w:shd w:val="solid" w:color="FFFFFF" w:fill="auto"/>
          </w:tcPr>
          <w:p w14:paraId="3A279032" w14:textId="77777777" w:rsidR="00BB2256" w:rsidRPr="00BB2256" w:rsidRDefault="00BB2256" w:rsidP="00BB2256">
            <w:pPr>
              <w:pStyle w:val="TAL"/>
              <w:rPr>
                <w:sz w:val="16"/>
                <w:szCs w:val="16"/>
              </w:rPr>
            </w:pPr>
            <w:r w:rsidRPr="00BB2256">
              <w:rPr>
                <w:sz w:val="16"/>
                <w:szCs w:val="16"/>
              </w:rPr>
              <w:t>16.4.0</w:t>
            </w:r>
          </w:p>
        </w:tc>
      </w:tr>
      <w:tr w:rsidR="00BB2256" w:rsidRPr="00BB2256" w14:paraId="56FB8ACA" w14:textId="77777777" w:rsidTr="00DC7196">
        <w:trPr>
          <w:jc w:val="center"/>
        </w:trPr>
        <w:tc>
          <w:tcPr>
            <w:tcW w:w="800" w:type="dxa"/>
            <w:shd w:val="solid" w:color="FFFFFF" w:fill="auto"/>
          </w:tcPr>
          <w:p w14:paraId="45AD16DA"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C5290E6"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68D8A05"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1EF499B7" w14:textId="77777777" w:rsidR="00BB2256" w:rsidRPr="00BB2256" w:rsidRDefault="00BB2256" w:rsidP="00BB2256">
            <w:pPr>
              <w:pStyle w:val="TAL"/>
              <w:rPr>
                <w:rFonts w:cs="Arial"/>
                <w:sz w:val="16"/>
                <w:szCs w:val="16"/>
              </w:rPr>
            </w:pPr>
            <w:r w:rsidRPr="00BB2256">
              <w:rPr>
                <w:rFonts w:cs="Arial"/>
                <w:sz w:val="16"/>
                <w:szCs w:val="16"/>
              </w:rPr>
              <w:t>0335</w:t>
            </w:r>
          </w:p>
        </w:tc>
        <w:tc>
          <w:tcPr>
            <w:tcW w:w="425" w:type="dxa"/>
            <w:shd w:val="solid" w:color="FFFFFF" w:fill="auto"/>
          </w:tcPr>
          <w:p w14:paraId="28B9C84A" w14:textId="77777777" w:rsidR="00BB2256" w:rsidRPr="00BB2256" w:rsidRDefault="00BB2256" w:rsidP="00BB2256">
            <w:pPr>
              <w:pStyle w:val="TAL"/>
              <w:jc w:val="center"/>
              <w:rPr>
                <w:rFonts w:cs="Arial"/>
                <w:sz w:val="16"/>
                <w:szCs w:val="16"/>
              </w:rPr>
            </w:pPr>
          </w:p>
        </w:tc>
        <w:tc>
          <w:tcPr>
            <w:tcW w:w="425" w:type="dxa"/>
            <w:shd w:val="solid" w:color="FFFFFF" w:fill="auto"/>
          </w:tcPr>
          <w:p w14:paraId="7A458B4E"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58FE3A07" w14:textId="77777777" w:rsidR="00BB2256" w:rsidRPr="00BB2256" w:rsidRDefault="00BB2256" w:rsidP="00BB2256">
            <w:pPr>
              <w:pStyle w:val="TAL"/>
              <w:rPr>
                <w:rFonts w:cs="Arial"/>
                <w:sz w:val="16"/>
                <w:szCs w:val="16"/>
              </w:rPr>
            </w:pPr>
            <w:r w:rsidRPr="00BB2256">
              <w:rPr>
                <w:rFonts w:cs="Arial"/>
                <w:sz w:val="16"/>
                <w:szCs w:val="16"/>
              </w:rPr>
              <w:t>Correction to FR1 QPSK UL RMC</w:t>
            </w:r>
          </w:p>
        </w:tc>
        <w:tc>
          <w:tcPr>
            <w:tcW w:w="708" w:type="dxa"/>
            <w:shd w:val="solid" w:color="FFFFFF" w:fill="auto"/>
          </w:tcPr>
          <w:p w14:paraId="2C0500C7" w14:textId="77777777" w:rsidR="00BB2256" w:rsidRPr="00BB2256" w:rsidRDefault="00BB2256" w:rsidP="00BB2256">
            <w:pPr>
              <w:pStyle w:val="TAL"/>
              <w:rPr>
                <w:sz w:val="16"/>
                <w:szCs w:val="16"/>
              </w:rPr>
            </w:pPr>
            <w:r w:rsidRPr="00BB2256">
              <w:rPr>
                <w:sz w:val="16"/>
                <w:szCs w:val="16"/>
              </w:rPr>
              <w:t>16.4.0</w:t>
            </w:r>
          </w:p>
        </w:tc>
      </w:tr>
      <w:tr w:rsidR="00BB2256" w:rsidRPr="00BB2256" w14:paraId="511921B8" w14:textId="77777777" w:rsidTr="00DC7196">
        <w:trPr>
          <w:jc w:val="center"/>
        </w:trPr>
        <w:tc>
          <w:tcPr>
            <w:tcW w:w="800" w:type="dxa"/>
            <w:shd w:val="solid" w:color="FFFFFF" w:fill="auto"/>
          </w:tcPr>
          <w:p w14:paraId="0B083F94"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567BBC3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3F0BE08" w14:textId="77777777" w:rsidR="00BB2256" w:rsidRPr="00BB2256" w:rsidRDefault="00BB2256" w:rsidP="00BB2256">
            <w:pPr>
              <w:pStyle w:val="TAL"/>
              <w:rPr>
                <w:rFonts w:cs="Arial"/>
                <w:sz w:val="16"/>
                <w:szCs w:val="16"/>
              </w:rPr>
            </w:pPr>
            <w:r w:rsidRPr="00BB2256">
              <w:rPr>
                <w:rFonts w:cs="Arial"/>
                <w:sz w:val="16"/>
                <w:szCs w:val="16"/>
              </w:rPr>
              <w:t>RP-200966</w:t>
            </w:r>
          </w:p>
        </w:tc>
        <w:tc>
          <w:tcPr>
            <w:tcW w:w="575" w:type="dxa"/>
            <w:shd w:val="solid" w:color="FFFFFF" w:fill="auto"/>
          </w:tcPr>
          <w:p w14:paraId="25B72541" w14:textId="77777777" w:rsidR="00BB2256" w:rsidRPr="00BB2256" w:rsidRDefault="00BB2256" w:rsidP="00BB2256">
            <w:pPr>
              <w:pStyle w:val="TAL"/>
              <w:rPr>
                <w:rFonts w:cs="Arial"/>
                <w:sz w:val="16"/>
                <w:szCs w:val="16"/>
              </w:rPr>
            </w:pPr>
            <w:r w:rsidRPr="00BB2256">
              <w:rPr>
                <w:rFonts w:cs="Arial"/>
                <w:sz w:val="16"/>
                <w:szCs w:val="16"/>
              </w:rPr>
              <w:t>0336</w:t>
            </w:r>
          </w:p>
        </w:tc>
        <w:tc>
          <w:tcPr>
            <w:tcW w:w="425" w:type="dxa"/>
            <w:shd w:val="solid" w:color="FFFFFF" w:fill="auto"/>
          </w:tcPr>
          <w:p w14:paraId="7E1CFB1D" w14:textId="77777777" w:rsidR="00BB2256" w:rsidRPr="00BB2256" w:rsidRDefault="00BB2256" w:rsidP="00BB2256">
            <w:pPr>
              <w:pStyle w:val="TAL"/>
              <w:jc w:val="center"/>
              <w:rPr>
                <w:rFonts w:cs="Arial"/>
                <w:sz w:val="16"/>
                <w:szCs w:val="16"/>
              </w:rPr>
            </w:pPr>
          </w:p>
        </w:tc>
        <w:tc>
          <w:tcPr>
            <w:tcW w:w="425" w:type="dxa"/>
            <w:shd w:val="solid" w:color="FFFFFF" w:fill="auto"/>
          </w:tcPr>
          <w:p w14:paraId="38DA72D5"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2F74336A" w14:textId="77777777" w:rsidR="00BB2256" w:rsidRPr="00BB2256" w:rsidRDefault="00BB2256" w:rsidP="00BB2256">
            <w:pPr>
              <w:pStyle w:val="TAL"/>
              <w:rPr>
                <w:rFonts w:cs="Arial"/>
                <w:sz w:val="16"/>
                <w:szCs w:val="16"/>
              </w:rPr>
            </w:pPr>
            <w:r w:rsidRPr="00BB2256">
              <w:rPr>
                <w:rFonts w:cs="Arial"/>
                <w:sz w:val="16"/>
                <w:szCs w:val="16"/>
              </w:rPr>
              <w:t>CR to TS38.101-1: Introduction of NR DC(Clauses 3</w:t>
            </w:r>
          </w:p>
        </w:tc>
        <w:tc>
          <w:tcPr>
            <w:tcW w:w="708" w:type="dxa"/>
            <w:shd w:val="solid" w:color="FFFFFF" w:fill="auto"/>
          </w:tcPr>
          <w:p w14:paraId="17E541C7" w14:textId="77777777" w:rsidR="00BB2256" w:rsidRPr="00BB2256" w:rsidRDefault="00BB2256" w:rsidP="00BB2256">
            <w:pPr>
              <w:pStyle w:val="TAL"/>
              <w:rPr>
                <w:sz w:val="16"/>
                <w:szCs w:val="16"/>
              </w:rPr>
            </w:pPr>
            <w:r w:rsidRPr="00BB2256">
              <w:rPr>
                <w:sz w:val="16"/>
                <w:szCs w:val="16"/>
              </w:rPr>
              <w:t>16.4.0</w:t>
            </w:r>
          </w:p>
        </w:tc>
      </w:tr>
      <w:tr w:rsidR="00BB2256" w:rsidRPr="00BB2256" w14:paraId="2D3B1837" w14:textId="77777777" w:rsidTr="00DC7196">
        <w:trPr>
          <w:jc w:val="center"/>
        </w:trPr>
        <w:tc>
          <w:tcPr>
            <w:tcW w:w="800" w:type="dxa"/>
            <w:shd w:val="solid" w:color="FFFFFF" w:fill="auto"/>
          </w:tcPr>
          <w:p w14:paraId="4C2F730C"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535D8014"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5076E9C"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492B2D5D" w14:textId="77777777" w:rsidR="00BB2256" w:rsidRPr="00BB2256" w:rsidRDefault="00BB2256" w:rsidP="00BB2256">
            <w:pPr>
              <w:pStyle w:val="TAL"/>
              <w:rPr>
                <w:rFonts w:cs="Arial"/>
                <w:sz w:val="16"/>
                <w:szCs w:val="16"/>
              </w:rPr>
            </w:pPr>
            <w:r w:rsidRPr="00BB2256">
              <w:rPr>
                <w:rFonts w:cs="Arial"/>
                <w:sz w:val="16"/>
                <w:szCs w:val="16"/>
              </w:rPr>
              <w:t>0338</w:t>
            </w:r>
          </w:p>
        </w:tc>
        <w:tc>
          <w:tcPr>
            <w:tcW w:w="425" w:type="dxa"/>
            <w:shd w:val="solid" w:color="FFFFFF" w:fill="auto"/>
          </w:tcPr>
          <w:p w14:paraId="187828B2" w14:textId="77777777" w:rsidR="00BB2256" w:rsidRPr="00BB2256" w:rsidRDefault="00BB2256" w:rsidP="00BB2256">
            <w:pPr>
              <w:pStyle w:val="TAL"/>
              <w:jc w:val="center"/>
              <w:rPr>
                <w:rFonts w:cs="Arial"/>
                <w:sz w:val="16"/>
                <w:szCs w:val="16"/>
              </w:rPr>
            </w:pPr>
          </w:p>
        </w:tc>
        <w:tc>
          <w:tcPr>
            <w:tcW w:w="425" w:type="dxa"/>
            <w:shd w:val="solid" w:color="FFFFFF" w:fill="auto"/>
          </w:tcPr>
          <w:p w14:paraId="54BDFB52"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175F5DA5" w14:textId="77777777" w:rsidR="00BB2256" w:rsidRPr="00BB2256" w:rsidRDefault="00BB2256" w:rsidP="00BB2256">
            <w:pPr>
              <w:pStyle w:val="TAL"/>
              <w:rPr>
                <w:rFonts w:cs="Arial"/>
                <w:sz w:val="16"/>
                <w:szCs w:val="16"/>
              </w:rPr>
            </w:pPr>
            <w:r w:rsidRPr="00BB2256">
              <w:rPr>
                <w:rFonts w:cs="Arial"/>
                <w:sz w:val="16"/>
                <w:szCs w:val="16"/>
              </w:rPr>
              <w:t>CR to TS 38.101-1: Correction on the CA nominal channel spacing</w:t>
            </w:r>
          </w:p>
        </w:tc>
        <w:tc>
          <w:tcPr>
            <w:tcW w:w="708" w:type="dxa"/>
            <w:shd w:val="solid" w:color="FFFFFF" w:fill="auto"/>
          </w:tcPr>
          <w:p w14:paraId="40984926" w14:textId="77777777" w:rsidR="00BB2256" w:rsidRPr="00BB2256" w:rsidRDefault="00BB2256" w:rsidP="00BB2256">
            <w:pPr>
              <w:pStyle w:val="TAL"/>
              <w:rPr>
                <w:sz w:val="16"/>
                <w:szCs w:val="16"/>
              </w:rPr>
            </w:pPr>
            <w:r w:rsidRPr="00BB2256">
              <w:rPr>
                <w:sz w:val="16"/>
                <w:szCs w:val="16"/>
              </w:rPr>
              <w:t>16.4.0</w:t>
            </w:r>
          </w:p>
        </w:tc>
      </w:tr>
      <w:tr w:rsidR="00BB2256" w:rsidRPr="00BB2256" w14:paraId="6B661942" w14:textId="77777777" w:rsidTr="00DC7196">
        <w:trPr>
          <w:jc w:val="center"/>
        </w:trPr>
        <w:tc>
          <w:tcPr>
            <w:tcW w:w="800" w:type="dxa"/>
            <w:shd w:val="solid" w:color="FFFFFF" w:fill="auto"/>
          </w:tcPr>
          <w:p w14:paraId="4F1CAE8D"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A613662"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1E701B4E"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4DD440AC" w14:textId="77777777" w:rsidR="00BB2256" w:rsidRPr="00BB2256" w:rsidRDefault="00BB2256" w:rsidP="00BB2256">
            <w:pPr>
              <w:pStyle w:val="TAL"/>
              <w:rPr>
                <w:rFonts w:cs="Arial"/>
                <w:sz w:val="16"/>
                <w:szCs w:val="16"/>
              </w:rPr>
            </w:pPr>
            <w:r w:rsidRPr="00BB2256">
              <w:rPr>
                <w:rFonts w:cs="Arial"/>
                <w:sz w:val="16"/>
                <w:szCs w:val="16"/>
              </w:rPr>
              <w:t>0340</w:t>
            </w:r>
          </w:p>
        </w:tc>
        <w:tc>
          <w:tcPr>
            <w:tcW w:w="425" w:type="dxa"/>
            <w:shd w:val="solid" w:color="FFFFFF" w:fill="auto"/>
          </w:tcPr>
          <w:p w14:paraId="62C1EF4F" w14:textId="77777777" w:rsidR="00BB2256" w:rsidRPr="00BB2256" w:rsidRDefault="00BB2256" w:rsidP="00BB2256">
            <w:pPr>
              <w:pStyle w:val="TAL"/>
              <w:jc w:val="center"/>
              <w:rPr>
                <w:rFonts w:cs="Arial"/>
                <w:sz w:val="16"/>
                <w:szCs w:val="16"/>
              </w:rPr>
            </w:pPr>
          </w:p>
        </w:tc>
        <w:tc>
          <w:tcPr>
            <w:tcW w:w="425" w:type="dxa"/>
            <w:shd w:val="solid" w:color="FFFFFF" w:fill="auto"/>
          </w:tcPr>
          <w:p w14:paraId="450687F6"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269AAF2D" w14:textId="77777777" w:rsidR="00BB2256" w:rsidRPr="00BB2256" w:rsidRDefault="00BB2256" w:rsidP="00BB2256">
            <w:pPr>
              <w:pStyle w:val="TAL"/>
              <w:rPr>
                <w:rFonts w:cs="Arial"/>
                <w:sz w:val="16"/>
                <w:szCs w:val="16"/>
              </w:rPr>
            </w:pPr>
            <w:r w:rsidRPr="00BB2256">
              <w:rPr>
                <w:rFonts w:cs="Arial"/>
                <w:sz w:val="16"/>
                <w:szCs w:val="16"/>
              </w:rPr>
              <w:t>CR to TS 38.101-1: Replace CBW with symbols defined in the specification.</w:t>
            </w:r>
          </w:p>
        </w:tc>
        <w:tc>
          <w:tcPr>
            <w:tcW w:w="708" w:type="dxa"/>
            <w:shd w:val="solid" w:color="FFFFFF" w:fill="auto"/>
          </w:tcPr>
          <w:p w14:paraId="173F1DC7" w14:textId="77777777" w:rsidR="00BB2256" w:rsidRPr="00BB2256" w:rsidRDefault="00BB2256" w:rsidP="00BB2256">
            <w:pPr>
              <w:pStyle w:val="TAL"/>
              <w:rPr>
                <w:sz w:val="16"/>
                <w:szCs w:val="16"/>
              </w:rPr>
            </w:pPr>
            <w:r w:rsidRPr="00BB2256">
              <w:rPr>
                <w:sz w:val="16"/>
                <w:szCs w:val="16"/>
              </w:rPr>
              <w:t>16.4.0</w:t>
            </w:r>
          </w:p>
        </w:tc>
      </w:tr>
      <w:tr w:rsidR="00BB2256" w:rsidRPr="00BB2256" w14:paraId="6B891929" w14:textId="77777777" w:rsidTr="00DC7196">
        <w:trPr>
          <w:jc w:val="center"/>
        </w:trPr>
        <w:tc>
          <w:tcPr>
            <w:tcW w:w="800" w:type="dxa"/>
            <w:shd w:val="solid" w:color="FFFFFF" w:fill="auto"/>
          </w:tcPr>
          <w:p w14:paraId="46E3DB22"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2E5A7F65"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0D60993"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0E3A3BF9" w14:textId="77777777" w:rsidR="00BB2256" w:rsidRPr="00BB2256" w:rsidRDefault="00BB2256" w:rsidP="00BB2256">
            <w:pPr>
              <w:pStyle w:val="TAL"/>
              <w:rPr>
                <w:rFonts w:cs="Arial"/>
                <w:sz w:val="16"/>
                <w:szCs w:val="16"/>
              </w:rPr>
            </w:pPr>
            <w:r w:rsidRPr="00BB2256">
              <w:rPr>
                <w:rFonts w:cs="Arial"/>
                <w:sz w:val="16"/>
                <w:szCs w:val="16"/>
              </w:rPr>
              <w:t>0341</w:t>
            </w:r>
          </w:p>
        </w:tc>
        <w:tc>
          <w:tcPr>
            <w:tcW w:w="425" w:type="dxa"/>
            <w:shd w:val="solid" w:color="FFFFFF" w:fill="auto"/>
          </w:tcPr>
          <w:p w14:paraId="6B1B84B0" w14:textId="77777777" w:rsidR="00BB2256" w:rsidRPr="00BB2256" w:rsidRDefault="00BB2256" w:rsidP="00BB2256">
            <w:pPr>
              <w:pStyle w:val="TAL"/>
              <w:jc w:val="center"/>
              <w:rPr>
                <w:rFonts w:cs="Arial"/>
                <w:sz w:val="16"/>
                <w:szCs w:val="16"/>
              </w:rPr>
            </w:pPr>
          </w:p>
        </w:tc>
        <w:tc>
          <w:tcPr>
            <w:tcW w:w="425" w:type="dxa"/>
            <w:shd w:val="solid" w:color="FFFFFF" w:fill="auto"/>
          </w:tcPr>
          <w:p w14:paraId="19BE4DD9"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34BD45B0" w14:textId="77777777" w:rsidR="00BB2256" w:rsidRPr="00BB2256" w:rsidRDefault="00BB2256" w:rsidP="00BB2256">
            <w:pPr>
              <w:pStyle w:val="TAL"/>
              <w:rPr>
                <w:rFonts w:cs="Arial"/>
                <w:sz w:val="16"/>
                <w:szCs w:val="16"/>
              </w:rPr>
            </w:pPr>
            <w:r w:rsidRPr="00BB2256">
              <w:rPr>
                <w:rFonts w:cs="Arial"/>
                <w:sz w:val="16"/>
                <w:szCs w:val="16"/>
              </w:rPr>
              <w:t>CR to reflect the completed NR inter band CA DC combinations for 2 bands DL with up to 2 bands UL into Rel16 TS 38.101-1</w:t>
            </w:r>
          </w:p>
        </w:tc>
        <w:tc>
          <w:tcPr>
            <w:tcW w:w="708" w:type="dxa"/>
            <w:shd w:val="solid" w:color="FFFFFF" w:fill="auto"/>
          </w:tcPr>
          <w:p w14:paraId="5C275231" w14:textId="77777777" w:rsidR="00BB2256" w:rsidRPr="00BB2256" w:rsidRDefault="00BB2256" w:rsidP="00BB2256">
            <w:pPr>
              <w:pStyle w:val="TAL"/>
              <w:rPr>
                <w:sz w:val="16"/>
                <w:szCs w:val="16"/>
              </w:rPr>
            </w:pPr>
            <w:r w:rsidRPr="00BB2256">
              <w:rPr>
                <w:sz w:val="16"/>
                <w:szCs w:val="16"/>
              </w:rPr>
              <w:t>16.4.0</w:t>
            </w:r>
          </w:p>
        </w:tc>
      </w:tr>
      <w:tr w:rsidR="00BB2256" w:rsidRPr="00BB2256" w14:paraId="44BF4711" w14:textId="77777777" w:rsidTr="00DC7196">
        <w:trPr>
          <w:jc w:val="center"/>
        </w:trPr>
        <w:tc>
          <w:tcPr>
            <w:tcW w:w="800" w:type="dxa"/>
            <w:shd w:val="solid" w:color="FFFFFF" w:fill="auto"/>
          </w:tcPr>
          <w:p w14:paraId="0597214D"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1E52D90"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011B5B2"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627432F9" w14:textId="77777777" w:rsidR="00BB2256" w:rsidRPr="00BB2256" w:rsidRDefault="00BB2256" w:rsidP="00BB2256">
            <w:pPr>
              <w:pStyle w:val="TAL"/>
              <w:rPr>
                <w:rFonts w:cs="Arial"/>
                <w:sz w:val="16"/>
                <w:szCs w:val="16"/>
              </w:rPr>
            </w:pPr>
            <w:r w:rsidRPr="00BB2256">
              <w:rPr>
                <w:rFonts w:cs="Arial"/>
                <w:sz w:val="16"/>
                <w:szCs w:val="16"/>
              </w:rPr>
              <w:t>0345</w:t>
            </w:r>
          </w:p>
        </w:tc>
        <w:tc>
          <w:tcPr>
            <w:tcW w:w="425" w:type="dxa"/>
            <w:shd w:val="solid" w:color="FFFFFF" w:fill="auto"/>
          </w:tcPr>
          <w:p w14:paraId="1ED454F9" w14:textId="77777777" w:rsidR="00BB2256" w:rsidRPr="00BB2256" w:rsidRDefault="00BB2256" w:rsidP="00BB2256">
            <w:pPr>
              <w:pStyle w:val="TAL"/>
              <w:jc w:val="center"/>
              <w:rPr>
                <w:rFonts w:cs="Arial"/>
                <w:sz w:val="16"/>
                <w:szCs w:val="16"/>
              </w:rPr>
            </w:pPr>
          </w:p>
        </w:tc>
        <w:tc>
          <w:tcPr>
            <w:tcW w:w="425" w:type="dxa"/>
            <w:shd w:val="solid" w:color="FFFFFF" w:fill="auto"/>
          </w:tcPr>
          <w:p w14:paraId="52CC981E"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0DF49191" w14:textId="77777777" w:rsidR="00BB2256" w:rsidRPr="00BB2256" w:rsidRDefault="00BB2256" w:rsidP="00BB2256">
            <w:pPr>
              <w:pStyle w:val="TAL"/>
              <w:rPr>
                <w:rFonts w:cs="Arial"/>
                <w:sz w:val="16"/>
                <w:szCs w:val="16"/>
              </w:rPr>
            </w:pPr>
            <w:r w:rsidRPr="00BB2256">
              <w:rPr>
                <w:rFonts w:cs="Arial"/>
                <w:sz w:val="16"/>
                <w:szCs w:val="16"/>
              </w:rPr>
              <w:t>30k SSB SCS for n50</w:t>
            </w:r>
          </w:p>
        </w:tc>
        <w:tc>
          <w:tcPr>
            <w:tcW w:w="708" w:type="dxa"/>
            <w:shd w:val="solid" w:color="FFFFFF" w:fill="auto"/>
          </w:tcPr>
          <w:p w14:paraId="7A8112E8" w14:textId="77777777" w:rsidR="00BB2256" w:rsidRPr="00BB2256" w:rsidRDefault="00BB2256" w:rsidP="00BB2256">
            <w:pPr>
              <w:pStyle w:val="TAL"/>
              <w:rPr>
                <w:sz w:val="16"/>
                <w:szCs w:val="16"/>
              </w:rPr>
            </w:pPr>
            <w:r w:rsidRPr="00BB2256">
              <w:rPr>
                <w:sz w:val="16"/>
                <w:szCs w:val="16"/>
              </w:rPr>
              <w:t>16.4.0</w:t>
            </w:r>
          </w:p>
        </w:tc>
      </w:tr>
      <w:tr w:rsidR="00BB2256" w:rsidRPr="00BB2256" w14:paraId="469EB477" w14:textId="77777777" w:rsidTr="00DC7196">
        <w:trPr>
          <w:jc w:val="center"/>
        </w:trPr>
        <w:tc>
          <w:tcPr>
            <w:tcW w:w="800" w:type="dxa"/>
            <w:shd w:val="solid" w:color="FFFFFF" w:fill="auto"/>
          </w:tcPr>
          <w:p w14:paraId="79162985"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243C50E"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5CEBA019"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5669BC24" w14:textId="77777777" w:rsidR="00BB2256" w:rsidRPr="00BB2256" w:rsidRDefault="00BB2256" w:rsidP="00BB2256">
            <w:pPr>
              <w:pStyle w:val="TAL"/>
              <w:rPr>
                <w:rFonts w:cs="Arial"/>
                <w:sz w:val="16"/>
                <w:szCs w:val="16"/>
              </w:rPr>
            </w:pPr>
            <w:r w:rsidRPr="00BB2256">
              <w:rPr>
                <w:rFonts w:cs="Arial"/>
                <w:sz w:val="16"/>
                <w:szCs w:val="16"/>
              </w:rPr>
              <w:t>0347</w:t>
            </w:r>
          </w:p>
        </w:tc>
        <w:tc>
          <w:tcPr>
            <w:tcW w:w="425" w:type="dxa"/>
            <w:shd w:val="solid" w:color="FFFFFF" w:fill="auto"/>
          </w:tcPr>
          <w:p w14:paraId="3163A1D9" w14:textId="77777777" w:rsidR="00BB2256" w:rsidRPr="00BB2256" w:rsidRDefault="00BB2256" w:rsidP="00BB2256">
            <w:pPr>
              <w:pStyle w:val="TAL"/>
              <w:jc w:val="center"/>
              <w:rPr>
                <w:rFonts w:cs="Arial"/>
                <w:sz w:val="16"/>
                <w:szCs w:val="16"/>
              </w:rPr>
            </w:pPr>
          </w:p>
        </w:tc>
        <w:tc>
          <w:tcPr>
            <w:tcW w:w="425" w:type="dxa"/>
            <w:shd w:val="solid" w:color="FFFFFF" w:fill="auto"/>
          </w:tcPr>
          <w:p w14:paraId="5644C378"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270BB0EE" w14:textId="77777777" w:rsidR="00BB2256" w:rsidRPr="00BB2256" w:rsidRDefault="00BB2256" w:rsidP="00BB2256">
            <w:pPr>
              <w:pStyle w:val="TAL"/>
              <w:rPr>
                <w:rFonts w:cs="Arial"/>
                <w:sz w:val="16"/>
                <w:szCs w:val="16"/>
              </w:rPr>
            </w:pPr>
            <w:r w:rsidRPr="00BB2256">
              <w:rPr>
                <w:rFonts w:cs="Arial"/>
                <w:sz w:val="16"/>
                <w:szCs w:val="16"/>
              </w:rPr>
              <w:t>Addition of 30k SSB SCS for Band n38</w:t>
            </w:r>
          </w:p>
        </w:tc>
        <w:tc>
          <w:tcPr>
            <w:tcW w:w="708" w:type="dxa"/>
            <w:shd w:val="solid" w:color="FFFFFF" w:fill="auto"/>
          </w:tcPr>
          <w:p w14:paraId="068F683E" w14:textId="77777777" w:rsidR="00BB2256" w:rsidRPr="00BB2256" w:rsidRDefault="00BB2256" w:rsidP="00BB2256">
            <w:pPr>
              <w:pStyle w:val="TAL"/>
              <w:rPr>
                <w:sz w:val="16"/>
                <w:szCs w:val="16"/>
              </w:rPr>
            </w:pPr>
            <w:r w:rsidRPr="00BB2256">
              <w:rPr>
                <w:sz w:val="16"/>
                <w:szCs w:val="16"/>
              </w:rPr>
              <w:t>16.4.0</w:t>
            </w:r>
          </w:p>
        </w:tc>
      </w:tr>
      <w:tr w:rsidR="00BB2256" w:rsidRPr="00BB2256" w14:paraId="41B9789D" w14:textId="77777777" w:rsidTr="00DC7196">
        <w:trPr>
          <w:jc w:val="center"/>
        </w:trPr>
        <w:tc>
          <w:tcPr>
            <w:tcW w:w="800" w:type="dxa"/>
            <w:shd w:val="solid" w:color="FFFFFF" w:fill="auto"/>
          </w:tcPr>
          <w:p w14:paraId="517E1DEF"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E4F3875"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7035CA26"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5A991880" w14:textId="77777777" w:rsidR="00BB2256" w:rsidRPr="00BB2256" w:rsidRDefault="00BB2256" w:rsidP="00BB2256">
            <w:pPr>
              <w:pStyle w:val="TAL"/>
              <w:rPr>
                <w:rFonts w:cs="Arial"/>
                <w:sz w:val="16"/>
                <w:szCs w:val="16"/>
              </w:rPr>
            </w:pPr>
            <w:r w:rsidRPr="00BB2256">
              <w:rPr>
                <w:rFonts w:cs="Arial"/>
                <w:sz w:val="16"/>
                <w:szCs w:val="16"/>
              </w:rPr>
              <w:t>0354</w:t>
            </w:r>
          </w:p>
        </w:tc>
        <w:tc>
          <w:tcPr>
            <w:tcW w:w="425" w:type="dxa"/>
            <w:shd w:val="solid" w:color="FFFFFF" w:fill="auto"/>
          </w:tcPr>
          <w:p w14:paraId="3E4DDAB7" w14:textId="77777777" w:rsidR="00BB2256" w:rsidRPr="00BB2256" w:rsidRDefault="00BB2256" w:rsidP="00BB2256">
            <w:pPr>
              <w:pStyle w:val="TAL"/>
              <w:jc w:val="center"/>
              <w:rPr>
                <w:rFonts w:cs="Arial"/>
                <w:sz w:val="16"/>
                <w:szCs w:val="16"/>
              </w:rPr>
            </w:pPr>
          </w:p>
        </w:tc>
        <w:tc>
          <w:tcPr>
            <w:tcW w:w="425" w:type="dxa"/>
            <w:shd w:val="solid" w:color="FFFFFF" w:fill="auto"/>
          </w:tcPr>
          <w:p w14:paraId="4BCC6DC1"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7C9B65B1" w14:textId="77777777" w:rsidR="00BB2256" w:rsidRPr="00BB2256" w:rsidRDefault="00BB2256" w:rsidP="00BB2256">
            <w:pPr>
              <w:pStyle w:val="TAL"/>
              <w:rPr>
                <w:rFonts w:cs="Arial"/>
                <w:sz w:val="16"/>
                <w:szCs w:val="16"/>
              </w:rPr>
            </w:pPr>
            <w:r w:rsidRPr="00BB2256">
              <w:rPr>
                <w:rFonts w:cs="Arial"/>
                <w:sz w:val="16"/>
                <w:szCs w:val="16"/>
              </w:rPr>
              <w:t>IBE measurements for Pi/2 BPSK with spectrum shaping</w:t>
            </w:r>
          </w:p>
        </w:tc>
        <w:tc>
          <w:tcPr>
            <w:tcW w:w="708" w:type="dxa"/>
            <w:shd w:val="solid" w:color="FFFFFF" w:fill="auto"/>
          </w:tcPr>
          <w:p w14:paraId="70993CAC" w14:textId="77777777" w:rsidR="00BB2256" w:rsidRPr="00BB2256" w:rsidRDefault="00BB2256" w:rsidP="00BB2256">
            <w:pPr>
              <w:pStyle w:val="TAL"/>
              <w:rPr>
                <w:sz w:val="16"/>
                <w:szCs w:val="16"/>
              </w:rPr>
            </w:pPr>
            <w:r w:rsidRPr="00BB2256">
              <w:rPr>
                <w:sz w:val="16"/>
                <w:szCs w:val="16"/>
              </w:rPr>
              <w:t>16.4.0</w:t>
            </w:r>
          </w:p>
        </w:tc>
      </w:tr>
      <w:tr w:rsidR="00BB2256" w:rsidRPr="00BB2256" w14:paraId="2451DD82" w14:textId="77777777" w:rsidTr="00DC7196">
        <w:trPr>
          <w:jc w:val="center"/>
        </w:trPr>
        <w:tc>
          <w:tcPr>
            <w:tcW w:w="800" w:type="dxa"/>
            <w:shd w:val="solid" w:color="FFFFFF" w:fill="auto"/>
          </w:tcPr>
          <w:p w14:paraId="0354E8B2"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B6F96FB"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32FFFC5E"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2181832F" w14:textId="77777777" w:rsidR="00BB2256" w:rsidRPr="00BB2256" w:rsidRDefault="00BB2256" w:rsidP="00BB2256">
            <w:pPr>
              <w:pStyle w:val="TAL"/>
              <w:rPr>
                <w:rFonts w:cs="Arial"/>
                <w:sz w:val="16"/>
                <w:szCs w:val="16"/>
              </w:rPr>
            </w:pPr>
            <w:r w:rsidRPr="00BB2256">
              <w:rPr>
                <w:rFonts w:cs="Arial"/>
                <w:sz w:val="16"/>
                <w:szCs w:val="16"/>
              </w:rPr>
              <w:t>0357</w:t>
            </w:r>
          </w:p>
        </w:tc>
        <w:tc>
          <w:tcPr>
            <w:tcW w:w="425" w:type="dxa"/>
            <w:shd w:val="solid" w:color="FFFFFF" w:fill="auto"/>
          </w:tcPr>
          <w:p w14:paraId="00925E2C" w14:textId="77777777" w:rsidR="00BB2256" w:rsidRPr="00BB2256" w:rsidRDefault="00BB2256" w:rsidP="00BB2256">
            <w:pPr>
              <w:pStyle w:val="TAL"/>
              <w:jc w:val="center"/>
              <w:rPr>
                <w:rFonts w:cs="Arial"/>
                <w:sz w:val="16"/>
                <w:szCs w:val="16"/>
              </w:rPr>
            </w:pPr>
          </w:p>
        </w:tc>
        <w:tc>
          <w:tcPr>
            <w:tcW w:w="425" w:type="dxa"/>
            <w:shd w:val="solid" w:color="FFFFFF" w:fill="auto"/>
          </w:tcPr>
          <w:p w14:paraId="0A336507"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70B76301" w14:textId="77777777" w:rsidR="00BB2256" w:rsidRPr="00BB2256" w:rsidRDefault="00BB2256" w:rsidP="00BB2256">
            <w:pPr>
              <w:pStyle w:val="TAL"/>
              <w:rPr>
                <w:rFonts w:cs="Arial"/>
                <w:sz w:val="16"/>
                <w:szCs w:val="16"/>
              </w:rPr>
            </w:pPr>
            <w:r w:rsidRPr="00BB2256">
              <w:rPr>
                <w:rFonts w:cs="Arial"/>
                <w:sz w:val="16"/>
                <w:szCs w:val="16"/>
              </w:rPr>
              <w:t>CR to reflect the completed NR inter band CA DC combinations for 3 bands DL with 2 bands UL into Rel16 TS 38.101-1</w:t>
            </w:r>
          </w:p>
        </w:tc>
        <w:tc>
          <w:tcPr>
            <w:tcW w:w="708" w:type="dxa"/>
            <w:shd w:val="solid" w:color="FFFFFF" w:fill="auto"/>
          </w:tcPr>
          <w:p w14:paraId="465E222C" w14:textId="77777777" w:rsidR="00BB2256" w:rsidRPr="00BB2256" w:rsidRDefault="00BB2256" w:rsidP="00BB2256">
            <w:pPr>
              <w:pStyle w:val="TAL"/>
              <w:rPr>
                <w:sz w:val="16"/>
                <w:szCs w:val="16"/>
              </w:rPr>
            </w:pPr>
            <w:r w:rsidRPr="00BB2256">
              <w:rPr>
                <w:sz w:val="16"/>
                <w:szCs w:val="16"/>
              </w:rPr>
              <w:t>16.4.0</w:t>
            </w:r>
          </w:p>
        </w:tc>
      </w:tr>
      <w:tr w:rsidR="00BB2256" w:rsidRPr="00BB2256" w14:paraId="2366B343" w14:textId="77777777" w:rsidTr="00DC7196">
        <w:trPr>
          <w:jc w:val="center"/>
        </w:trPr>
        <w:tc>
          <w:tcPr>
            <w:tcW w:w="800" w:type="dxa"/>
            <w:shd w:val="solid" w:color="FFFFFF" w:fill="auto"/>
          </w:tcPr>
          <w:p w14:paraId="73AB90CD"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7DEFABE"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045FEA6"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784705E9" w14:textId="77777777" w:rsidR="00BB2256" w:rsidRPr="00BB2256" w:rsidRDefault="00BB2256" w:rsidP="00BB2256">
            <w:pPr>
              <w:pStyle w:val="TAL"/>
              <w:rPr>
                <w:rFonts w:cs="Arial"/>
                <w:sz w:val="16"/>
                <w:szCs w:val="16"/>
              </w:rPr>
            </w:pPr>
            <w:r w:rsidRPr="00BB2256">
              <w:rPr>
                <w:rFonts w:cs="Arial"/>
                <w:sz w:val="16"/>
                <w:szCs w:val="16"/>
              </w:rPr>
              <w:t>0360</w:t>
            </w:r>
          </w:p>
        </w:tc>
        <w:tc>
          <w:tcPr>
            <w:tcW w:w="425" w:type="dxa"/>
            <w:shd w:val="solid" w:color="FFFFFF" w:fill="auto"/>
          </w:tcPr>
          <w:p w14:paraId="57BAB327" w14:textId="77777777" w:rsidR="00BB2256" w:rsidRPr="00BB2256" w:rsidRDefault="00BB2256" w:rsidP="00BB2256">
            <w:pPr>
              <w:pStyle w:val="TAL"/>
              <w:jc w:val="center"/>
              <w:rPr>
                <w:rFonts w:cs="Arial"/>
                <w:sz w:val="16"/>
                <w:szCs w:val="16"/>
              </w:rPr>
            </w:pPr>
          </w:p>
        </w:tc>
        <w:tc>
          <w:tcPr>
            <w:tcW w:w="425" w:type="dxa"/>
            <w:shd w:val="solid" w:color="FFFFFF" w:fill="auto"/>
          </w:tcPr>
          <w:p w14:paraId="3077D495"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002323D0" w14:textId="77777777" w:rsidR="00BB2256" w:rsidRPr="00BB2256" w:rsidRDefault="00BB2256" w:rsidP="00BB2256">
            <w:pPr>
              <w:pStyle w:val="TAL"/>
              <w:rPr>
                <w:rFonts w:cs="Arial"/>
                <w:sz w:val="16"/>
                <w:szCs w:val="16"/>
              </w:rPr>
            </w:pPr>
            <w:r w:rsidRPr="00BB2256">
              <w:rPr>
                <w:rFonts w:cs="Arial"/>
                <w:sz w:val="16"/>
                <w:szCs w:val="16"/>
              </w:rPr>
              <w:t>CR introduction completed band combinations 38.716-01-01 -</w:t>
            </w:r>
          </w:p>
        </w:tc>
        <w:tc>
          <w:tcPr>
            <w:tcW w:w="708" w:type="dxa"/>
            <w:shd w:val="solid" w:color="FFFFFF" w:fill="auto"/>
          </w:tcPr>
          <w:p w14:paraId="5F218135" w14:textId="77777777" w:rsidR="00BB2256" w:rsidRPr="00BB2256" w:rsidRDefault="00BB2256" w:rsidP="00BB2256">
            <w:pPr>
              <w:pStyle w:val="TAL"/>
              <w:rPr>
                <w:sz w:val="16"/>
                <w:szCs w:val="16"/>
              </w:rPr>
            </w:pPr>
            <w:r w:rsidRPr="00BB2256">
              <w:rPr>
                <w:sz w:val="16"/>
                <w:szCs w:val="16"/>
              </w:rPr>
              <w:t>16.4.0</w:t>
            </w:r>
          </w:p>
        </w:tc>
      </w:tr>
      <w:tr w:rsidR="00BB2256" w:rsidRPr="00BB2256" w14:paraId="695BB135" w14:textId="77777777" w:rsidTr="00DC7196">
        <w:trPr>
          <w:jc w:val="center"/>
        </w:trPr>
        <w:tc>
          <w:tcPr>
            <w:tcW w:w="800" w:type="dxa"/>
            <w:shd w:val="solid" w:color="FFFFFF" w:fill="auto"/>
          </w:tcPr>
          <w:p w14:paraId="35F7CD82"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7E93C898"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6835D4B"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789EB346" w14:textId="77777777" w:rsidR="00BB2256" w:rsidRPr="00BB2256" w:rsidRDefault="00BB2256" w:rsidP="00BB2256">
            <w:pPr>
              <w:pStyle w:val="TAL"/>
              <w:rPr>
                <w:rFonts w:cs="Arial"/>
                <w:sz w:val="16"/>
                <w:szCs w:val="16"/>
              </w:rPr>
            </w:pPr>
            <w:r w:rsidRPr="00BB2256">
              <w:rPr>
                <w:rFonts w:cs="Arial"/>
                <w:sz w:val="16"/>
                <w:szCs w:val="16"/>
              </w:rPr>
              <w:t>0361</w:t>
            </w:r>
          </w:p>
        </w:tc>
        <w:tc>
          <w:tcPr>
            <w:tcW w:w="425" w:type="dxa"/>
            <w:shd w:val="solid" w:color="FFFFFF" w:fill="auto"/>
          </w:tcPr>
          <w:p w14:paraId="7B508AFF" w14:textId="77777777" w:rsidR="00BB2256" w:rsidRPr="00BB2256" w:rsidRDefault="00BB2256" w:rsidP="00BB2256">
            <w:pPr>
              <w:pStyle w:val="TAL"/>
              <w:jc w:val="center"/>
              <w:rPr>
                <w:rFonts w:cs="Arial"/>
                <w:sz w:val="16"/>
                <w:szCs w:val="16"/>
              </w:rPr>
            </w:pPr>
          </w:p>
        </w:tc>
        <w:tc>
          <w:tcPr>
            <w:tcW w:w="425" w:type="dxa"/>
            <w:shd w:val="solid" w:color="FFFFFF" w:fill="auto"/>
          </w:tcPr>
          <w:p w14:paraId="5BF16188"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563772D9" w14:textId="77777777" w:rsidR="00BB2256" w:rsidRPr="00BB2256" w:rsidRDefault="00BB2256" w:rsidP="00BB2256">
            <w:pPr>
              <w:pStyle w:val="TAL"/>
              <w:rPr>
                <w:rFonts w:cs="Arial"/>
                <w:sz w:val="16"/>
                <w:szCs w:val="16"/>
              </w:rPr>
            </w:pPr>
            <w:r w:rsidRPr="00BB2256">
              <w:rPr>
                <w:rFonts w:cs="Arial"/>
                <w:sz w:val="16"/>
                <w:szCs w:val="16"/>
              </w:rPr>
              <w:t>CR introduction completed band combinations 38.716-04-01 -</w:t>
            </w:r>
          </w:p>
        </w:tc>
        <w:tc>
          <w:tcPr>
            <w:tcW w:w="708" w:type="dxa"/>
            <w:shd w:val="solid" w:color="FFFFFF" w:fill="auto"/>
          </w:tcPr>
          <w:p w14:paraId="283DE3DF" w14:textId="77777777" w:rsidR="00BB2256" w:rsidRPr="00BB2256" w:rsidRDefault="00BB2256" w:rsidP="00BB2256">
            <w:pPr>
              <w:pStyle w:val="TAL"/>
              <w:rPr>
                <w:sz w:val="16"/>
                <w:szCs w:val="16"/>
              </w:rPr>
            </w:pPr>
            <w:r w:rsidRPr="00BB2256">
              <w:rPr>
                <w:sz w:val="16"/>
                <w:szCs w:val="16"/>
              </w:rPr>
              <w:t>16.4.0</w:t>
            </w:r>
          </w:p>
        </w:tc>
      </w:tr>
      <w:tr w:rsidR="00BB2256" w:rsidRPr="00BB2256" w14:paraId="2E79D2C5" w14:textId="77777777" w:rsidTr="00DC7196">
        <w:trPr>
          <w:jc w:val="center"/>
        </w:trPr>
        <w:tc>
          <w:tcPr>
            <w:tcW w:w="800" w:type="dxa"/>
            <w:shd w:val="solid" w:color="FFFFFF" w:fill="auto"/>
          </w:tcPr>
          <w:p w14:paraId="7DAA3E3A"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07224091"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813BA24"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37D8CB26" w14:textId="77777777" w:rsidR="00BB2256" w:rsidRPr="00BB2256" w:rsidRDefault="00BB2256" w:rsidP="00BB2256">
            <w:pPr>
              <w:pStyle w:val="TAL"/>
              <w:rPr>
                <w:rFonts w:cs="Arial"/>
                <w:sz w:val="16"/>
                <w:szCs w:val="16"/>
              </w:rPr>
            </w:pPr>
            <w:r w:rsidRPr="00BB2256">
              <w:rPr>
                <w:rFonts w:cs="Arial"/>
                <w:sz w:val="16"/>
                <w:szCs w:val="16"/>
              </w:rPr>
              <w:t>0364</w:t>
            </w:r>
          </w:p>
        </w:tc>
        <w:tc>
          <w:tcPr>
            <w:tcW w:w="425" w:type="dxa"/>
            <w:shd w:val="solid" w:color="FFFFFF" w:fill="auto"/>
          </w:tcPr>
          <w:p w14:paraId="12F64301" w14:textId="77777777" w:rsidR="00BB2256" w:rsidRPr="00BB2256" w:rsidRDefault="00BB2256" w:rsidP="00BB2256">
            <w:pPr>
              <w:pStyle w:val="TAL"/>
              <w:jc w:val="center"/>
              <w:rPr>
                <w:rFonts w:cs="Arial"/>
                <w:sz w:val="16"/>
                <w:szCs w:val="16"/>
              </w:rPr>
            </w:pPr>
          </w:p>
        </w:tc>
        <w:tc>
          <w:tcPr>
            <w:tcW w:w="425" w:type="dxa"/>
            <w:shd w:val="solid" w:color="FFFFFF" w:fill="auto"/>
          </w:tcPr>
          <w:p w14:paraId="0C753ACF"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085DC895" w14:textId="77777777" w:rsidR="00BB2256" w:rsidRPr="00BB2256" w:rsidRDefault="00BB2256" w:rsidP="00BB2256">
            <w:pPr>
              <w:pStyle w:val="TAL"/>
              <w:rPr>
                <w:rFonts w:cs="Arial"/>
                <w:sz w:val="16"/>
                <w:szCs w:val="16"/>
              </w:rPr>
            </w:pPr>
            <w:r w:rsidRPr="00BB2256">
              <w:rPr>
                <w:rFonts w:cs="Arial"/>
                <w:sz w:val="16"/>
                <w:szCs w:val="16"/>
              </w:rPr>
              <w:t>CR on Introduction of completed SUL band combinations into TS 38.101-1</w:t>
            </w:r>
          </w:p>
        </w:tc>
        <w:tc>
          <w:tcPr>
            <w:tcW w:w="708" w:type="dxa"/>
            <w:shd w:val="solid" w:color="FFFFFF" w:fill="auto"/>
          </w:tcPr>
          <w:p w14:paraId="10E4A425" w14:textId="77777777" w:rsidR="00BB2256" w:rsidRPr="00BB2256" w:rsidRDefault="00BB2256" w:rsidP="00BB2256">
            <w:pPr>
              <w:pStyle w:val="TAL"/>
              <w:rPr>
                <w:sz w:val="16"/>
                <w:szCs w:val="16"/>
              </w:rPr>
            </w:pPr>
            <w:r w:rsidRPr="00BB2256">
              <w:rPr>
                <w:sz w:val="16"/>
                <w:szCs w:val="16"/>
              </w:rPr>
              <w:t>16.4.0</w:t>
            </w:r>
          </w:p>
        </w:tc>
      </w:tr>
      <w:tr w:rsidR="00BB2256" w:rsidRPr="00BB2256" w14:paraId="0077407A" w14:textId="77777777" w:rsidTr="00DC7196">
        <w:trPr>
          <w:jc w:val="center"/>
        </w:trPr>
        <w:tc>
          <w:tcPr>
            <w:tcW w:w="800" w:type="dxa"/>
            <w:shd w:val="solid" w:color="FFFFFF" w:fill="auto"/>
          </w:tcPr>
          <w:p w14:paraId="1297934E"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5BFAD29A"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06E51C9" w14:textId="77777777" w:rsidR="00BB2256" w:rsidRPr="00BB2256" w:rsidRDefault="00BB2256" w:rsidP="00BB2256">
            <w:pPr>
              <w:pStyle w:val="TAL"/>
              <w:rPr>
                <w:rFonts w:cs="Arial"/>
                <w:sz w:val="16"/>
                <w:szCs w:val="16"/>
              </w:rPr>
            </w:pPr>
            <w:r w:rsidRPr="00BB2256">
              <w:rPr>
                <w:rFonts w:cs="Arial"/>
                <w:sz w:val="16"/>
                <w:szCs w:val="16"/>
              </w:rPr>
              <w:t>RP-201045</w:t>
            </w:r>
          </w:p>
        </w:tc>
        <w:tc>
          <w:tcPr>
            <w:tcW w:w="575" w:type="dxa"/>
            <w:shd w:val="solid" w:color="FFFFFF" w:fill="auto"/>
          </w:tcPr>
          <w:p w14:paraId="63445ED0" w14:textId="77777777" w:rsidR="00BB2256" w:rsidRPr="00BB2256" w:rsidRDefault="00BB2256" w:rsidP="00BB2256">
            <w:pPr>
              <w:pStyle w:val="TAL"/>
              <w:rPr>
                <w:rFonts w:cs="Arial"/>
                <w:sz w:val="16"/>
                <w:szCs w:val="16"/>
              </w:rPr>
            </w:pPr>
            <w:r w:rsidRPr="00BB2256">
              <w:rPr>
                <w:rFonts w:cs="Arial"/>
                <w:sz w:val="16"/>
                <w:szCs w:val="16"/>
              </w:rPr>
              <w:t>0365</w:t>
            </w:r>
          </w:p>
        </w:tc>
        <w:tc>
          <w:tcPr>
            <w:tcW w:w="425" w:type="dxa"/>
            <w:shd w:val="solid" w:color="FFFFFF" w:fill="auto"/>
          </w:tcPr>
          <w:p w14:paraId="50F646C0" w14:textId="77777777" w:rsidR="00BB2256" w:rsidRPr="00BB2256" w:rsidRDefault="00BB2256" w:rsidP="00BB2256">
            <w:pPr>
              <w:pStyle w:val="TAL"/>
              <w:jc w:val="center"/>
              <w:rPr>
                <w:rFonts w:cs="Arial"/>
                <w:sz w:val="16"/>
                <w:szCs w:val="16"/>
              </w:rPr>
            </w:pPr>
          </w:p>
        </w:tc>
        <w:tc>
          <w:tcPr>
            <w:tcW w:w="425" w:type="dxa"/>
            <w:shd w:val="solid" w:color="FFFFFF" w:fill="auto"/>
          </w:tcPr>
          <w:p w14:paraId="130510E4"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4465A5D6" w14:textId="77777777" w:rsidR="00BB2256" w:rsidRPr="00BB2256" w:rsidRDefault="00BB2256" w:rsidP="00BB2256">
            <w:pPr>
              <w:pStyle w:val="TAL"/>
              <w:rPr>
                <w:rFonts w:cs="Arial"/>
                <w:sz w:val="16"/>
                <w:szCs w:val="16"/>
              </w:rPr>
            </w:pPr>
            <w:r w:rsidRPr="00BB2256">
              <w:rPr>
                <w:rFonts w:cs="Arial"/>
                <w:sz w:val="16"/>
                <w:szCs w:val="16"/>
              </w:rPr>
              <w:t>CR for 38.101-1 to introduce BCS2 for CA_n78(2A).</w:t>
            </w:r>
          </w:p>
        </w:tc>
        <w:tc>
          <w:tcPr>
            <w:tcW w:w="708" w:type="dxa"/>
            <w:shd w:val="solid" w:color="FFFFFF" w:fill="auto"/>
          </w:tcPr>
          <w:p w14:paraId="0A97E6A0" w14:textId="77777777" w:rsidR="00BB2256" w:rsidRPr="00BB2256" w:rsidRDefault="00BB2256" w:rsidP="00BB2256">
            <w:pPr>
              <w:pStyle w:val="TAL"/>
              <w:rPr>
                <w:sz w:val="16"/>
                <w:szCs w:val="16"/>
              </w:rPr>
            </w:pPr>
            <w:r w:rsidRPr="00BB2256">
              <w:rPr>
                <w:sz w:val="16"/>
                <w:szCs w:val="16"/>
              </w:rPr>
              <w:t>16.4.0</w:t>
            </w:r>
          </w:p>
        </w:tc>
      </w:tr>
      <w:tr w:rsidR="00BB2256" w:rsidRPr="00BB2256" w14:paraId="6622788F" w14:textId="77777777" w:rsidTr="00DC7196">
        <w:trPr>
          <w:jc w:val="center"/>
        </w:trPr>
        <w:tc>
          <w:tcPr>
            <w:tcW w:w="800" w:type="dxa"/>
            <w:shd w:val="solid" w:color="FFFFFF" w:fill="auto"/>
          </w:tcPr>
          <w:p w14:paraId="79F12C35"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3439EDAF"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2D601E54"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5B78487E" w14:textId="77777777" w:rsidR="00BB2256" w:rsidRPr="00BB2256" w:rsidRDefault="00BB2256" w:rsidP="00BB2256">
            <w:pPr>
              <w:pStyle w:val="TAL"/>
              <w:rPr>
                <w:rFonts w:cs="Arial"/>
                <w:sz w:val="16"/>
                <w:szCs w:val="16"/>
              </w:rPr>
            </w:pPr>
            <w:r w:rsidRPr="00BB2256">
              <w:rPr>
                <w:rFonts w:cs="Arial"/>
                <w:sz w:val="16"/>
                <w:szCs w:val="16"/>
              </w:rPr>
              <w:t>0367</w:t>
            </w:r>
          </w:p>
        </w:tc>
        <w:tc>
          <w:tcPr>
            <w:tcW w:w="425" w:type="dxa"/>
            <w:shd w:val="solid" w:color="FFFFFF" w:fill="auto"/>
          </w:tcPr>
          <w:p w14:paraId="3081EAA8" w14:textId="77777777" w:rsidR="00BB2256" w:rsidRPr="00BB2256" w:rsidRDefault="00BB2256" w:rsidP="00BB2256">
            <w:pPr>
              <w:pStyle w:val="TAL"/>
              <w:jc w:val="center"/>
              <w:rPr>
                <w:rFonts w:cs="Arial"/>
                <w:sz w:val="16"/>
                <w:szCs w:val="16"/>
              </w:rPr>
            </w:pPr>
          </w:p>
        </w:tc>
        <w:tc>
          <w:tcPr>
            <w:tcW w:w="425" w:type="dxa"/>
            <w:shd w:val="solid" w:color="FFFFFF" w:fill="auto"/>
          </w:tcPr>
          <w:p w14:paraId="0314038E"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31D90DDE" w14:textId="77777777" w:rsidR="00BB2256" w:rsidRPr="00BB2256" w:rsidRDefault="00BB2256" w:rsidP="00BB2256">
            <w:pPr>
              <w:pStyle w:val="TAL"/>
              <w:rPr>
                <w:rFonts w:cs="Arial"/>
                <w:sz w:val="16"/>
                <w:szCs w:val="16"/>
              </w:rPr>
            </w:pPr>
            <w:r w:rsidRPr="00BB2256">
              <w:rPr>
                <w:rFonts w:cs="Arial"/>
                <w:sz w:val="16"/>
                <w:szCs w:val="16"/>
              </w:rPr>
              <w:t>CR for 38.101-1 to remove the NR CA configuration for REFSENS exception due to cross band isolation for CA (mirror CR)</w:t>
            </w:r>
          </w:p>
        </w:tc>
        <w:tc>
          <w:tcPr>
            <w:tcW w:w="708" w:type="dxa"/>
            <w:shd w:val="solid" w:color="FFFFFF" w:fill="auto"/>
          </w:tcPr>
          <w:p w14:paraId="6EF5C8BA" w14:textId="77777777" w:rsidR="00BB2256" w:rsidRPr="00BB2256" w:rsidRDefault="00BB2256" w:rsidP="00BB2256">
            <w:pPr>
              <w:pStyle w:val="TAL"/>
              <w:rPr>
                <w:sz w:val="16"/>
                <w:szCs w:val="16"/>
              </w:rPr>
            </w:pPr>
            <w:r w:rsidRPr="00BB2256">
              <w:rPr>
                <w:sz w:val="16"/>
                <w:szCs w:val="16"/>
              </w:rPr>
              <w:t>16.4.0</w:t>
            </w:r>
          </w:p>
        </w:tc>
      </w:tr>
      <w:tr w:rsidR="00BB2256" w:rsidRPr="00BB2256" w14:paraId="3ADEBF93" w14:textId="77777777" w:rsidTr="00DC7196">
        <w:trPr>
          <w:jc w:val="center"/>
        </w:trPr>
        <w:tc>
          <w:tcPr>
            <w:tcW w:w="800" w:type="dxa"/>
            <w:shd w:val="solid" w:color="FFFFFF" w:fill="auto"/>
          </w:tcPr>
          <w:p w14:paraId="537802DB"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3E125D88"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19AF94E"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115B0971" w14:textId="77777777" w:rsidR="00BB2256" w:rsidRPr="00BB2256" w:rsidRDefault="00BB2256" w:rsidP="00BB2256">
            <w:pPr>
              <w:pStyle w:val="TAL"/>
              <w:rPr>
                <w:rFonts w:cs="Arial"/>
                <w:sz w:val="16"/>
                <w:szCs w:val="16"/>
              </w:rPr>
            </w:pPr>
            <w:r w:rsidRPr="00BB2256">
              <w:rPr>
                <w:rFonts w:cs="Arial"/>
                <w:sz w:val="16"/>
                <w:szCs w:val="16"/>
              </w:rPr>
              <w:t>0369</w:t>
            </w:r>
          </w:p>
        </w:tc>
        <w:tc>
          <w:tcPr>
            <w:tcW w:w="425" w:type="dxa"/>
            <w:shd w:val="solid" w:color="FFFFFF" w:fill="auto"/>
          </w:tcPr>
          <w:p w14:paraId="6C86014D" w14:textId="77777777" w:rsidR="00BB2256" w:rsidRPr="00BB2256" w:rsidRDefault="00BB2256" w:rsidP="00BB2256">
            <w:pPr>
              <w:pStyle w:val="TAL"/>
              <w:jc w:val="center"/>
              <w:rPr>
                <w:rFonts w:cs="Arial"/>
                <w:sz w:val="16"/>
                <w:szCs w:val="16"/>
              </w:rPr>
            </w:pPr>
          </w:p>
        </w:tc>
        <w:tc>
          <w:tcPr>
            <w:tcW w:w="425" w:type="dxa"/>
            <w:shd w:val="solid" w:color="FFFFFF" w:fill="auto"/>
          </w:tcPr>
          <w:p w14:paraId="6BECCB39"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763D4B68" w14:textId="77777777" w:rsidR="00BB2256" w:rsidRPr="00BB2256" w:rsidRDefault="00BB2256" w:rsidP="00BB2256">
            <w:pPr>
              <w:pStyle w:val="TAL"/>
              <w:rPr>
                <w:rFonts w:cs="Arial"/>
                <w:sz w:val="16"/>
                <w:szCs w:val="16"/>
              </w:rPr>
            </w:pPr>
            <w:r w:rsidRPr="00BB2256">
              <w:rPr>
                <w:rFonts w:cs="Arial"/>
                <w:sz w:val="16"/>
                <w:szCs w:val="16"/>
              </w:rPr>
              <w:t>CR for 38.101-1 to add the REFSENS exception for inter band CA with SDL (mirror CR)</w:t>
            </w:r>
          </w:p>
        </w:tc>
        <w:tc>
          <w:tcPr>
            <w:tcW w:w="708" w:type="dxa"/>
            <w:shd w:val="solid" w:color="FFFFFF" w:fill="auto"/>
          </w:tcPr>
          <w:p w14:paraId="2882BECE" w14:textId="77777777" w:rsidR="00BB2256" w:rsidRPr="00BB2256" w:rsidRDefault="00BB2256" w:rsidP="00BB2256">
            <w:pPr>
              <w:pStyle w:val="TAL"/>
              <w:rPr>
                <w:sz w:val="16"/>
                <w:szCs w:val="16"/>
              </w:rPr>
            </w:pPr>
            <w:r w:rsidRPr="00BB2256">
              <w:rPr>
                <w:sz w:val="16"/>
                <w:szCs w:val="16"/>
              </w:rPr>
              <w:t>16.4.0</w:t>
            </w:r>
          </w:p>
        </w:tc>
      </w:tr>
      <w:tr w:rsidR="00BB2256" w:rsidRPr="00BB2256" w14:paraId="59A690A8" w14:textId="77777777" w:rsidTr="00DC7196">
        <w:trPr>
          <w:jc w:val="center"/>
        </w:trPr>
        <w:tc>
          <w:tcPr>
            <w:tcW w:w="800" w:type="dxa"/>
            <w:shd w:val="solid" w:color="FFFFFF" w:fill="auto"/>
          </w:tcPr>
          <w:p w14:paraId="0E6842F9"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50DDF265"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DA8DF69" w14:textId="77777777" w:rsidR="00BB2256" w:rsidRPr="00BB2256" w:rsidRDefault="00BB2256" w:rsidP="00BB2256">
            <w:pPr>
              <w:pStyle w:val="TAL"/>
              <w:rPr>
                <w:rFonts w:cs="Arial"/>
                <w:sz w:val="16"/>
                <w:szCs w:val="16"/>
              </w:rPr>
            </w:pPr>
            <w:r w:rsidRPr="00BB2256">
              <w:rPr>
                <w:rFonts w:cs="Arial"/>
                <w:sz w:val="16"/>
                <w:szCs w:val="16"/>
              </w:rPr>
              <w:t>RP-200979</w:t>
            </w:r>
          </w:p>
        </w:tc>
        <w:tc>
          <w:tcPr>
            <w:tcW w:w="575" w:type="dxa"/>
            <w:shd w:val="solid" w:color="FFFFFF" w:fill="auto"/>
          </w:tcPr>
          <w:p w14:paraId="028FAD5E" w14:textId="77777777" w:rsidR="00BB2256" w:rsidRPr="00BB2256" w:rsidRDefault="00BB2256" w:rsidP="00BB2256">
            <w:pPr>
              <w:pStyle w:val="TAL"/>
              <w:rPr>
                <w:rFonts w:cs="Arial"/>
                <w:sz w:val="16"/>
                <w:szCs w:val="16"/>
              </w:rPr>
            </w:pPr>
            <w:r w:rsidRPr="00BB2256">
              <w:rPr>
                <w:rFonts w:cs="Arial"/>
                <w:sz w:val="16"/>
                <w:szCs w:val="16"/>
              </w:rPr>
              <w:t>0373</w:t>
            </w:r>
          </w:p>
        </w:tc>
        <w:tc>
          <w:tcPr>
            <w:tcW w:w="425" w:type="dxa"/>
            <w:shd w:val="solid" w:color="FFFFFF" w:fill="auto"/>
          </w:tcPr>
          <w:p w14:paraId="5CFAAA1E" w14:textId="77777777" w:rsidR="00BB2256" w:rsidRPr="00BB2256" w:rsidRDefault="00BB2256" w:rsidP="00BB2256">
            <w:pPr>
              <w:pStyle w:val="TAL"/>
              <w:jc w:val="center"/>
              <w:rPr>
                <w:rFonts w:cs="Arial"/>
                <w:sz w:val="16"/>
                <w:szCs w:val="16"/>
              </w:rPr>
            </w:pPr>
          </w:p>
        </w:tc>
        <w:tc>
          <w:tcPr>
            <w:tcW w:w="425" w:type="dxa"/>
            <w:shd w:val="solid" w:color="FFFFFF" w:fill="auto"/>
          </w:tcPr>
          <w:p w14:paraId="175D18DF"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698FD091" w14:textId="77777777" w:rsidR="00BB2256" w:rsidRPr="00BB2256" w:rsidRDefault="00BB2256" w:rsidP="00BB2256">
            <w:pPr>
              <w:pStyle w:val="TAL"/>
              <w:rPr>
                <w:rFonts w:cs="Arial"/>
                <w:sz w:val="16"/>
                <w:szCs w:val="16"/>
              </w:rPr>
            </w:pPr>
            <w:r w:rsidRPr="00BB2256">
              <w:rPr>
                <w:rFonts w:cs="Arial"/>
                <w:sz w:val="16"/>
                <w:szCs w:val="16"/>
              </w:rPr>
              <w:t>CR on introduce delta-MPR for inter-band CA in band n28 and review value with brackets</w:t>
            </w:r>
          </w:p>
        </w:tc>
        <w:tc>
          <w:tcPr>
            <w:tcW w:w="708" w:type="dxa"/>
            <w:shd w:val="solid" w:color="FFFFFF" w:fill="auto"/>
          </w:tcPr>
          <w:p w14:paraId="4D41354C" w14:textId="77777777" w:rsidR="00BB2256" w:rsidRPr="00BB2256" w:rsidRDefault="00BB2256" w:rsidP="00BB2256">
            <w:pPr>
              <w:pStyle w:val="TAL"/>
              <w:rPr>
                <w:sz w:val="16"/>
                <w:szCs w:val="16"/>
              </w:rPr>
            </w:pPr>
            <w:r w:rsidRPr="00BB2256">
              <w:rPr>
                <w:sz w:val="16"/>
                <w:szCs w:val="16"/>
              </w:rPr>
              <w:t>16.4.0</w:t>
            </w:r>
          </w:p>
        </w:tc>
      </w:tr>
      <w:tr w:rsidR="00BB2256" w:rsidRPr="00BB2256" w14:paraId="39527281" w14:textId="77777777" w:rsidTr="00DC7196">
        <w:trPr>
          <w:jc w:val="center"/>
        </w:trPr>
        <w:tc>
          <w:tcPr>
            <w:tcW w:w="800" w:type="dxa"/>
            <w:shd w:val="solid" w:color="FFFFFF" w:fill="auto"/>
          </w:tcPr>
          <w:p w14:paraId="66085405"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88C3F9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770AD1E"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68AE3E40" w14:textId="77777777" w:rsidR="00BB2256" w:rsidRPr="00BB2256" w:rsidRDefault="00BB2256" w:rsidP="00BB2256">
            <w:pPr>
              <w:pStyle w:val="TAL"/>
              <w:rPr>
                <w:rFonts w:cs="Arial"/>
                <w:sz w:val="16"/>
                <w:szCs w:val="16"/>
              </w:rPr>
            </w:pPr>
            <w:r w:rsidRPr="00BB2256">
              <w:rPr>
                <w:rFonts w:cs="Arial"/>
                <w:sz w:val="16"/>
                <w:szCs w:val="16"/>
              </w:rPr>
              <w:t>0379</w:t>
            </w:r>
          </w:p>
        </w:tc>
        <w:tc>
          <w:tcPr>
            <w:tcW w:w="425" w:type="dxa"/>
            <w:shd w:val="solid" w:color="FFFFFF" w:fill="auto"/>
          </w:tcPr>
          <w:p w14:paraId="7F96FBBB" w14:textId="77777777" w:rsidR="00BB2256" w:rsidRPr="00BB2256" w:rsidRDefault="00BB2256" w:rsidP="00BB2256">
            <w:pPr>
              <w:pStyle w:val="TAL"/>
              <w:jc w:val="center"/>
              <w:rPr>
                <w:rFonts w:cs="Arial"/>
                <w:sz w:val="16"/>
                <w:szCs w:val="16"/>
              </w:rPr>
            </w:pPr>
          </w:p>
        </w:tc>
        <w:tc>
          <w:tcPr>
            <w:tcW w:w="425" w:type="dxa"/>
            <w:shd w:val="solid" w:color="FFFFFF" w:fill="auto"/>
          </w:tcPr>
          <w:p w14:paraId="5E443702"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79FF2E26" w14:textId="77777777" w:rsidR="00BB2256" w:rsidRPr="00BB2256" w:rsidRDefault="00BB2256" w:rsidP="00BB2256">
            <w:pPr>
              <w:pStyle w:val="TAL"/>
              <w:rPr>
                <w:rFonts w:cs="Arial"/>
                <w:sz w:val="16"/>
                <w:szCs w:val="16"/>
              </w:rPr>
            </w:pPr>
            <w:r w:rsidRPr="00BB2256">
              <w:rPr>
                <w:rFonts w:cs="Arial"/>
                <w:sz w:val="16"/>
                <w:szCs w:val="16"/>
              </w:rPr>
              <w:t>IBE requirement for almost contiguous allocations</w:t>
            </w:r>
          </w:p>
        </w:tc>
        <w:tc>
          <w:tcPr>
            <w:tcW w:w="708" w:type="dxa"/>
            <w:shd w:val="solid" w:color="FFFFFF" w:fill="auto"/>
          </w:tcPr>
          <w:p w14:paraId="4D9A739F" w14:textId="77777777" w:rsidR="00BB2256" w:rsidRPr="00BB2256" w:rsidRDefault="00BB2256" w:rsidP="00BB2256">
            <w:pPr>
              <w:pStyle w:val="TAL"/>
              <w:rPr>
                <w:sz w:val="16"/>
                <w:szCs w:val="16"/>
              </w:rPr>
            </w:pPr>
            <w:r w:rsidRPr="00BB2256">
              <w:rPr>
                <w:sz w:val="16"/>
                <w:szCs w:val="16"/>
              </w:rPr>
              <w:t>16.4.0</w:t>
            </w:r>
          </w:p>
        </w:tc>
      </w:tr>
      <w:tr w:rsidR="00BB2256" w:rsidRPr="00BB2256" w14:paraId="62F6C073" w14:textId="77777777" w:rsidTr="00DC7196">
        <w:trPr>
          <w:jc w:val="center"/>
        </w:trPr>
        <w:tc>
          <w:tcPr>
            <w:tcW w:w="800" w:type="dxa"/>
            <w:shd w:val="solid" w:color="FFFFFF" w:fill="auto"/>
          </w:tcPr>
          <w:p w14:paraId="2AFF8D3D"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28DA36DA"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56770CEE"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3037E818" w14:textId="77777777" w:rsidR="00BB2256" w:rsidRPr="00BB2256" w:rsidRDefault="00BB2256" w:rsidP="00BB2256">
            <w:pPr>
              <w:pStyle w:val="TAL"/>
              <w:rPr>
                <w:rFonts w:cs="Arial"/>
                <w:sz w:val="16"/>
                <w:szCs w:val="16"/>
              </w:rPr>
            </w:pPr>
            <w:r w:rsidRPr="00BB2256">
              <w:rPr>
                <w:rFonts w:cs="Arial"/>
                <w:sz w:val="16"/>
                <w:szCs w:val="16"/>
              </w:rPr>
              <w:t>0385</w:t>
            </w:r>
          </w:p>
        </w:tc>
        <w:tc>
          <w:tcPr>
            <w:tcW w:w="425" w:type="dxa"/>
            <w:shd w:val="solid" w:color="FFFFFF" w:fill="auto"/>
          </w:tcPr>
          <w:p w14:paraId="6BCFAE31" w14:textId="77777777" w:rsidR="00BB2256" w:rsidRPr="00BB2256" w:rsidRDefault="00BB2256" w:rsidP="00BB2256">
            <w:pPr>
              <w:pStyle w:val="TAL"/>
              <w:jc w:val="center"/>
              <w:rPr>
                <w:rFonts w:cs="Arial"/>
                <w:sz w:val="16"/>
                <w:szCs w:val="16"/>
              </w:rPr>
            </w:pPr>
          </w:p>
        </w:tc>
        <w:tc>
          <w:tcPr>
            <w:tcW w:w="425" w:type="dxa"/>
            <w:shd w:val="solid" w:color="FFFFFF" w:fill="auto"/>
          </w:tcPr>
          <w:p w14:paraId="195A86F6"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40F85A44" w14:textId="77777777" w:rsidR="00BB2256" w:rsidRPr="00BB2256" w:rsidRDefault="00BB2256" w:rsidP="00BB2256">
            <w:pPr>
              <w:pStyle w:val="TAL"/>
              <w:rPr>
                <w:rFonts w:cs="Arial"/>
                <w:sz w:val="16"/>
                <w:szCs w:val="16"/>
              </w:rPr>
            </w:pPr>
            <w:r w:rsidRPr="00BB2256">
              <w:rPr>
                <w:rFonts w:cs="Arial"/>
                <w:sz w:val="16"/>
                <w:szCs w:val="16"/>
              </w:rPr>
              <w:t>OOB blocking for n70 adjacent to n25</w:t>
            </w:r>
          </w:p>
        </w:tc>
        <w:tc>
          <w:tcPr>
            <w:tcW w:w="708" w:type="dxa"/>
            <w:shd w:val="solid" w:color="FFFFFF" w:fill="auto"/>
          </w:tcPr>
          <w:p w14:paraId="12ABC6CF" w14:textId="77777777" w:rsidR="00BB2256" w:rsidRPr="00BB2256" w:rsidRDefault="00BB2256" w:rsidP="00BB2256">
            <w:pPr>
              <w:pStyle w:val="TAL"/>
              <w:rPr>
                <w:sz w:val="16"/>
                <w:szCs w:val="16"/>
              </w:rPr>
            </w:pPr>
            <w:r w:rsidRPr="00BB2256">
              <w:rPr>
                <w:sz w:val="16"/>
                <w:szCs w:val="16"/>
              </w:rPr>
              <w:t>16.4.0</w:t>
            </w:r>
          </w:p>
        </w:tc>
      </w:tr>
      <w:tr w:rsidR="00BB2256" w:rsidRPr="00BB2256" w14:paraId="59A6D32B" w14:textId="77777777" w:rsidTr="00DC7196">
        <w:trPr>
          <w:jc w:val="center"/>
        </w:trPr>
        <w:tc>
          <w:tcPr>
            <w:tcW w:w="800" w:type="dxa"/>
            <w:shd w:val="solid" w:color="FFFFFF" w:fill="auto"/>
          </w:tcPr>
          <w:p w14:paraId="2F41E008"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0D3C6E1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2586ABB"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750363DE" w14:textId="77777777" w:rsidR="00BB2256" w:rsidRPr="00BB2256" w:rsidRDefault="00BB2256" w:rsidP="00BB2256">
            <w:pPr>
              <w:pStyle w:val="TAL"/>
              <w:rPr>
                <w:rFonts w:cs="Arial"/>
                <w:sz w:val="16"/>
                <w:szCs w:val="16"/>
              </w:rPr>
            </w:pPr>
            <w:r w:rsidRPr="00BB2256">
              <w:rPr>
                <w:rFonts w:cs="Arial"/>
                <w:sz w:val="16"/>
                <w:szCs w:val="16"/>
              </w:rPr>
              <w:t>0394</w:t>
            </w:r>
          </w:p>
        </w:tc>
        <w:tc>
          <w:tcPr>
            <w:tcW w:w="425" w:type="dxa"/>
            <w:shd w:val="solid" w:color="FFFFFF" w:fill="auto"/>
          </w:tcPr>
          <w:p w14:paraId="1E1B36FC" w14:textId="77777777" w:rsidR="00BB2256" w:rsidRPr="00BB2256" w:rsidRDefault="00BB2256" w:rsidP="00BB2256">
            <w:pPr>
              <w:pStyle w:val="TAL"/>
              <w:jc w:val="center"/>
              <w:rPr>
                <w:rFonts w:cs="Arial"/>
                <w:sz w:val="16"/>
                <w:szCs w:val="16"/>
              </w:rPr>
            </w:pPr>
          </w:p>
        </w:tc>
        <w:tc>
          <w:tcPr>
            <w:tcW w:w="425" w:type="dxa"/>
            <w:shd w:val="solid" w:color="FFFFFF" w:fill="auto"/>
          </w:tcPr>
          <w:p w14:paraId="1519146D"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7E3159E2" w14:textId="77777777" w:rsidR="00BB2256" w:rsidRPr="00BB2256" w:rsidRDefault="00BB2256" w:rsidP="00BB2256">
            <w:pPr>
              <w:pStyle w:val="TAL"/>
              <w:rPr>
                <w:rFonts w:cs="Arial"/>
                <w:sz w:val="16"/>
                <w:szCs w:val="16"/>
              </w:rPr>
            </w:pPr>
            <w:r w:rsidRPr="00BB2256">
              <w:rPr>
                <w:rFonts w:cs="Arial"/>
                <w:sz w:val="16"/>
                <w:szCs w:val="16"/>
              </w:rPr>
              <w:t>CR for TS 38.101-1 UE co-existence correction (R16)</w:t>
            </w:r>
          </w:p>
        </w:tc>
        <w:tc>
          <w:tcPr>
            <w:tcW w:w="708" w:type="dxa"/>
            <w:shd w:val="solid" w:color="FFFFFF" w:fill="auto"/>
          </w:tcPr>
          <w:p w14:paraId="46522D76" w14:textId="77777777" w:rsidR="00BB2256" w:rsidRPr="00BB2256" w:rsidRDefault="00BB2256" w:rsidP="00BB2256">
            <w:pPr>
              <w:pStyle w:val="TAL"/>
              <w:rPr>
                <w:sz w:val="16"/>
                <w:szCs w:val="16"/>
              </w:rPr>
            </w:pPr>
            <w:r w:rsidRPr="00BB2256">
              <w:rPr>
                <w:sz w:val="16"/>
                <w:szCs w:val="16"/>
              </w:rPr>
              <w:t>16.4.0</w:t>
            </w:r>
          </w:p>
        </w:tc>
      </w:tr>
      <w:tr w:rsidR="00BB2256" w:rsidRPr="00BB2256" w14:paraId="3136CCEC" w14:textId="77777777" w:rsidTr="00DC7196">
        <w:trPr>
          <w:jc w:val="center"/>
        </w:trPr>
        <w:tc>
          <w:tcPr>
            <w:tcW w:w="800" w:type="dxa"/>
            <w:shd w:val="solid" w:color="FFFFFF" w:fill="auto"/>
          </w:tcPr>
          <w:p w14:paraId="7000078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4C2D2633"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7B1F44DF"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79A210C0" w14:textId="77777777" w:rsidR="00BB2256" w:rsidRPr="00BB2256" w:rsidRDefault="00BB2256" w:rsidP="00BB2256">
            <w:pPr>
              <w:pStyle w:val="TAL"/>
              <w:rPr>
                <w:rFonts w:cs="Arial"/>
                <w:sz w:val="16"/>
                <w:szCs w:val="16"/>
              </w:rPr>
            </w:pPr>
            <w:r w:rsidRPr="00BB2256">
              <w:rPr>
                <w:rFonts w:cs="Arial"/>
                <w:sz w:val="16"/>
                <w:szCs w:val="16"/>
              </w:rPr>
              <w:t>0396</w:t>
            </w:r>
          </w:p>
        </w:tc>
        <w:tc>
          <w:tcPr>
            <w:tcW w:w="425" w:type="dxa"/>
            <w:shd w:val="solid" w:color="FFFFFF" w:fill="auto"/>
          </w:tcPr>
          <w:p w14:paraId="59698BC3" w14:textId="77777777" w:rsidR="00BB2256" w:rsidRPr="00BB2256" w:rsidRDefault="00BB2256" w:rsidP="00BB2256">
            <w:pPr>
              <w:pStyle w:val="TAL"/>
              <w:jc w:val="center"/>
              <w:rPr>
                <w:rFonts w:cs="Arial"/>
                <w:sz w:val="16"/>
                <w:szCs w:val="16"/>
              </w:rPr>
            </w:pPr>
          </w:p>
        </w:tc>
        <w:tc>
          <w:tcPr>
            <w:tcW w:w="425" w:type="dxa"/>
            <w:shd w:val="solid" w:color="FFFFFF" w:fill="auto"/>
          </w:tcPr>
          <w:p w14:paraId="412394FA"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0D170C32" w14:textId="77777777" w:rsidR="00BB2256" w:rsidRPr="00BB2256" w:rsidRDefault="00BB2256" w:rsidP="00BB2256">
            <w:pPr>
              <w:pStyle w:val="TAL"/>
              <w:rPr>
                <w:rFonts w:cs="Arial"/>
                <w:sz w:val="16"/>
                <w:szCs w:val="16"/>
              </w:rPr>
            </w:pPr>
            <w:r w:rsidRPr="00BB2256">
              <w:rPr>
                <w:rFonts w:cs="Arial"/>
                <w:sz w:val="16"/>
                <w:szCs w:val="16"/>
              </w:rPr>
              <w:t>CR for 38.101-1 RFC corrections (R16)</w:t>
            </w:r>
          </w:p>
        </w:tc>
        <w:tc>
          <w:tcPr>
            <w:tcW w:w="708" w:type="dxa"/>
            <w:shd w:val="solid" w:color="FFFFFF" w:fill="auto"/>
          </w:tcPr>
          <w:p w14:paraId="483B97AE" w14:textId="77777777" w:rsidR="00BB2256" w:rsidRPr="00BB2256" w:rsidRDefault="00BB2256" w:rsidP="00BB2256">
            <w:pPr>
              <w:pStyle w:val="TAL"/>
              <w:rPr>
                <w:sz w:val="16"/>
                <w:szCs w:val="16"/>
              </w:rPr>
            </w:pPr>
            <w:r w:rsidRPr="00BB2256">
              <w:rPr>
                <w:sz w:val="16"/>
                <w:szCs w:val="16"/>
              </w:rPr>
              <w:t>16.4.0</w:t>
            </w:r>
          </w:p>
        </w:tc>
      </w:tr>
      <w:tr w:rsidR="00BB2256" w:rsidRPr="00BB2256" w14:paraId="2DCDA013" w14:textId="77777777" w:rsidTr="00DC7196">
        <w:trPr>
          <w:jc w:val="center"/>
        </w:trPr>
        <w:tc>
          <w:tcPr>
            <w:tcW w:w="800" w:type="dxa"/>
            <w:shd w:val="solid" w:color="FFFFFF" w:fill="auto"/>
          </w:tcPr>
          <w:p w14:paraId="1E6043FE"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E1D1AF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6DA0A908"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47818B5F" w14:textId="77777777" w:rsidR="00BB2256" w:rsidRPr="00BB2256" w:rsidRDefault="00BB2256" w:rsidP="00BB2256">
            <w:pPr>
              <w:pStyle w:val="TAL"/>
              <w:rPr>
                <w:rFonts w:cs="Arial"/>
                <w:sz w:val="16"/>
                <w:szCs w:val="16"/>
              </w:rPr>
            </w:pPr>
            <w:r w:rsidRPr="00BB2256">
              <w:rPr>
                <w:rFonts w:cs="Arial"/>
                <w:sz w:val="16"/>
                <w:szCs w:val="16"/>
              </w:rPr>
              <w:t>0400</w:t>
            </w:r>
          </w:p>
        </w:tc>
        <w:tc>
          <w:tcPr>
            <w:tcW w:w="425" w:type="dxa"/>
            <w:shd w:val="solid" w:color="FFFFFF" w:fill="auto"/>
          </w:tcPr>
          <w:p w14:paraId="4FCC91E7" w14:textId="77777777" w:rsidR="00BB2256" w:rsidRPr="00BB2256" w:rsidRDefault="00BB2256" w:rsidP="00BB2256">
            <w:pPr>
              <w:pStyle w:val="TAL"/>
              <w:jc w:val="center"/>
              <w:rPr>
                <w:rFonts w:cs="Arial"/>
                <w:sz w:val="16"/>
                <w:szCs w:val="16"/>
              </w:rPr>
            </w:pPr>
          </w:p>
        </w:tc>
        <w:tc>
          <w:tcPr>
            <w:tcW w:w="425" w:type="dxa"/>
            <w:shd w:val="solid" w:color="FFFFFF" w:fill="auto"/>
          </w:tcPr>
          <w:p w14:paraId="76063550"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67383B91" w14:textId="77777777" w:rsidR="00BB2256" w:rsidRPr="00BB2256" w:rsidRDefault="00BB2256" w:rsidP="00BB2256">
            <w:pPr>
              <w:pStyle w:val="TAL"/>
              <w:rPr>
                <w:rFonts w:cs="Arial"/>
                <w:sz w:val="16"/>
                <w:szCs w:val="16"/>
              </w:rPr>
            </w:pPr>
            <w:r w:rsidRPr="00BB2256">
              <w:rPr>
                <w:rFonts w:cs="Arial"/>
                <w:sz w:val="16"/>
                <w:szCs w:val="16"/>
              </w:rPr>
              <w:t>TS38.101-1 CR on 30KHz SSB SCS for n40(Rel-16)</w:t>
            </w:r>
          </w:p>
        </w:tc>
        <w:tc>
          <w:tcPr>
            <w:tcW w:w="708" w:type="dxa"/>
            <w:shd w:val="solid" w:color="FFFFFF" w:fill="auto"/>
          </w:tcPr>
          <w:p w14:paraId="73520D1A" w14:textId="77777777" w:rsidR="00BB2256" w:rsidRPr="00BB2256" w:rsidRDefault="00BB2256" w:rsidP="00BB2256">
            <w:pPr>
              <w:pStyle w:val="TAL"/>
              <w:rPr>
                <w:sz w:val="16"/>
                <w:szCs w:val="16"/>
              </w:rPr>
            </w:pPr>
            <w:r w:rsidRPr="00BB2256">
              <w:rPr>
                <w:sz w:val="16"/>
                <w:szCs w:val="16"/>
              </w:rPr>
              <w:t>16.4.0</w:t>
            </w:r>
          </w:p>
        </w:tc>
      </w:tr>
      <w:tr w:rsidR="00BB2256" w:rsidRPr="00BB2256" w14:paraId="42AFA490" w14:textId="77777777" w:rsidTr="00DC7196">
        <w:trPr>
          <w:jc w:val="center"/>
        </w:trPr>
        <w:tc>
          <w:tcPr>
            <w:tcW w:w="800" w:type="dxa"/>
            <w:shd w:val="solid" w:color="FFFFFF" w:fill="auto"/>
          </w:tcPr>
          <w:p w14:paraId="4482B5AB"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58046DF"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52BCC7B" w14:textId="77777777" w:rsidR="00BB2256" w:rsidRPr="00BB2256" w:rsidRDefault="00BB2256" w:rsidP="00BB2256">
            <w:pPr>
              <w:pStyle w:val="TAL"/>
              <w:rPr>
                <w:rFonts w:cs="Arial"/>
                <w:sz w:val="16"/>
                <w:szCs w:val="16"/>
              </w:rPr>
            </w:pPr>
            <w:r w:rsidRPr="00BB2256">
              <w:rPr>
                <w:rFonts w:cs="Arial"/>
                <w:sz w:val="16"/>
                <w:szCs w:val="16"/>
              </w:rPr>
              <w:t>RP-200959</w:t>
            </w:r>
          </w:p>
        </w:tc>
        <w:tc>
          <w:tcPr>
            <w:tcW w:w="575" w:type="dxa"/>
            <w:shd w:val="solid" w:color="FFFFFF" w:fill="auto"/>
          </w:tcPr>
          <w:p w14:paraId="7C503AA2" w14:textId="77777777" w:rsidR="00BB2256" w:rsidRPr="00BB2256" w:rsidRDefault="00BB2256" w:rsidP="00BB2256">
            <w:pPr>
              <w:pStyle w:val="TAL"/>
              <w:rPr>
                <w:rFonts w:cs="Arial"/>
                <w:sz w:val="16"/>
                <w:szCs w:val="16"/>
              </w:rPr>
            </w:pPr>
            <w:r w:rsidRPr="00BB2256">
              <w:rPr>
                <w:rFonts w:cs="Arial"/>
                <w:sz w:val="16"/>
                <w:szCs w:val="16"/>
              </w:rPr>
              <w:t>0318</w:t>
            </w:r>
          </w:p>
        </w:tc>
        <w:tc>
          <w:tcPr>
            <w:tcW w:w="425" w:type="dxa"/>
            <w:shd w:val="solid" w:color="FFFFFF" w:fill="auto"/>
          </w:tcPr>
          <w:p w14:paraId="2CE662A5"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1D632F48"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0119A0BF" w14:textId="77777777" w:rsidR="00BB2256" w:rsidRPr="00BB2256" w:rsidRDefault="00BB2256" w:rsidP="00BB2256">
            <w:pPr>
              <w:pStyle w:val="TAL"/>
              <w:rPr>
                <w:rFonts w:cs="Arial"/>
                <w:sz w:val="16"/>
                <w:szCs w:val="16"/>
              </w:rPr>
            </w:pPr>
            <w:r w:rsidRPr="00BB2256">
              <w:rPr>
                <w:rFonts w:cs="Arial"/>
                <w:sz w:val="16"/>
                <w:szCs w:val="16"/>
              </w:rPr>
              <w:t>CR to add simultaneous RXTX capability for CA_n41-n79</w:t>
            </w:r>
          </w:p>
        </w:tc>
        <w:tc>
          <w:tcPr>
            <w:tcW w:w="708" w:type="dxa"/>
            <w:shd w:val="solid" w:color="FFFFFF" w:fill="auto"/>
          </w:tcPr>
          <w:p w14:paraId="4F386CB8" w14:textId="77777777" w:rsidR="00BB2256" w:rsidRPr="00BB2256" w:rsidRDefault="00BB2256" w:rsidP="00BB2256">
            <w:pPr>
              <w:pStyle w:val="TAL"/>
              <w:rPr>
                <w:sz w:val="16"/>
                <w:szCs w:val="16"/>
              </w:rPr>
            </w:pPr>
            <w:r w:rsidRPr="00BB2256">
              <w:rPr>
                <w:sz w:val="16"/>
                <w:szCs w:val="16"/>
              </w:rPr>
              <w:t>16.4.0</w:t>
            </w:r>
          </w:p>
        </w:tc>
      </w:tr>
      <w:tr w:rsidR="00BB2256" w:rsidRPr="00BB2256" w14:paraId="2FE988DC" w14:textId="77777777" w:rsidTr="00DC7196">
        <w:trPr>
          <w:jc w:val="center"/>
        </w:trPr>
        <w:tc>
          <w:tcPr>
            <w:tcW w:w="800" w:type="dxa"/>
            <w:shd w:val="solid" w:color="FFFFFF" w:fill="auto"/>
          </w:tcPr>
          <w:p w14:paraId="674905D2"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77713D80"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E514D23"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20091873" w14:textId="77777777" w:rsidR="00BB2256" w:rsidRPr="00BB2256" w:rsidRDefault="00BB2256" w:rsidP="00BB2256">
            <w:pPr>
              <w:pStyle w:val="TAL"/>
              <w:rPr>
                <w:rFonts w:cs="Arial"/>
                <w:sz w:val="16"/>
                <w:szCs w:val="16"/>
              </w:rPr>
            </w:pPr>
            <w:r w:rsidRPr="00BB2256">
              <w:rPr>
                <w:rFonts w:cs="Arial"/>
                <w:sz w:val="16"/>
                <w:szCs w:val="16"/>
              </w:rPr>
              <w:t>0404</w:t>
            </w:r>
          </w:p>
        </w:tc>
        <w:tc>
          <w:tcPr>
            <w:tcW w:w="425" w:type="dxa"/>
            <w:shd w:val="solid" w:color="FFFFFF" w:fill="auto"/>
          </w:tcPr>
          <w:p w14:paraId="17FBBA5D" w14:textId="77777777" w:rsidR="00BB2256" w:rsidRPr="00BB2256" w:rsidRDefault="00BB2256" w:rsidP="00BB2256">
            <w:pPr>
              <w:pStyle w:val="TAL"/>
              <w:jc w:val="center"/>
              <w:rPr>
                <w:rFonts w:cs="Arial"/>
                <w:sz w:val="16"/>
                <w:szCs w:val="16"/>
              </w:rPr>
            </w:pPr>
          </w:p>
        </w:tc>
        <w:tc>
          <w:tcPr>
            <w:tcW w:w="425" w:type="dxa"/>
            <w:shd w:val="solid" w:color="FFFFFF" w:fill="auto"/>
          </w:tcPr>
          <w:p w14:paraId="2F29394F"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5B885607" w14:textId="77777777" w:rsidR="00BB2256" w:rsidRPr="00BB2256" w:rsidRDefault="00BB2256" w:rsidP="00BB2256">
            <w:pPr>
              <w:pStyle w:val="TAL"/>
              <w:rPr>
                <w:rFonts w:cs="Arial"/>
                <w:sz w:val="16"/>
                <w:szCs w:val="16"/>
              </w:rPr>
            </w:pPr>
            <w:r w:rsidRPr="00BB2256">
              <w:rPr>
                <w:rFonts w:cs="Arial"/>
                <w:sz w:val="16"/>
                <w:szCs w:val="16"/>
              </w:rPr>
              <w:t>CR for 38.101-1: to add some missing sub-clause title for NR inter-band CA</w:t>
            </w:r>
          </w:p>
        </w:tc>
        <w:tc>
          <w:tcPr>
            <w:tcW w:w="708" w:type="dxa"/>
            <w:shd w:val="solid" w:color="FFFFFF" w:fill="auto"/>
          </w:tcPr>
          <w:p w14:paraId="18592B94" w14:textId="77777777" w:rsidR="00BB2256" w:rsidRPr="00BB2256" w:rsidRDefault="00BB2256" w:rsidP="00BB2256">
            <w:pPr>
              <w:pStyle w:val="TAL"/>
              <w:rPr>
                <w:sz w:val="16"/>
                <w:szCs w:val="16"/>
              </w:rPr>
            </w:pPr>
            <w:r w:rsidRPr="00BB2256">
              <w:rPr>
                <w:sz w:val="16"/>
                <w:szCs w:val="16"/>
              </w:rPr>
              <w:t>16.4.0</w:t>
            </w:r>
          </w:p>
        </w:tc>
      </w:tr>
      <w:tr w:rsidR="00BB2256" w:rsidRPr="00BB2256" w14:paraId="522D9D9F" w14:textId="77777777" w:rsidTr="00DC7196">
        <w:trPr>
          <w:jc w:val="center"/>
        </w:trPr>
        <w:tc>
          <w:tcPr>
            <w:tcW w:w="800" w:type="dxa"/>
            <w:shd w:val="solid" w:color="FFFFFF" w:fill="auto"/>
          </w:tcPr>
          <w:p w14:paraId="2D342D5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45BB94FB"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84F3421"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218FB2C0" w14:textId="77777777" w:rsidR="00BB2256" w:rsidRPr="00BB2256" w:rsidRDefault="00BB2256" w:rsidP="00BB2256">
            <w:pPr>
              <w:pStyle w:val="TAL"/>
              <w:rPr>
                <w:rFonts w:cs="Arial"/>
                <w:sz w:val="16"/>
                <w:szCs w:val="16"/>
              </w:rPr>
            </w:pPr>
            <w:r w:rsidRPr="00BB2256">
              <w:rPr>
                <w:rFonts w:cs="Arial"/>
                <w:sz w:val="16"/>
                <w:szCs w:val="16"/>
              </w:rPr>
              <w:t>0343</w:t>
            </w:r>
          </w:p>
        </w:tc>
        <w:tc>
          <w:tcPr>
            <w:tcW w:w="425" w:type="dxa"/>
            <w:shd w:val="solid" w:color="FFFFFF" w:fill="auto"/>
          </w:tcPr>
          <w:p w14:paraId="20C944A5"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645B4010" w14:textId="77777777" w:rsidR="00BB2256" w:rsidRPr="00BB2256" w:rsidRDefault="00BB2256" w:rsidP="00BB2256">
            <w:pPr>
              <w:pStyle w:val="TAL"/>
              <w:jc w:val="center"/>
              <w:rPr>
                <w:rFonts w:cs="Arial"/>
                <w:sz w:val="16"/>
                <w:szCs w:val="16"/>
              </w:rPr>
            </w:pPr>
            <w:r w:rsidRPr="00BB2256">
              <w:rPr>
                <w:rFonts w:cs="Arial"/>
                <w:sz w:val="16"/>
                <w:szCs w:val="16"/>
              </w:rPr>
              <w:t>A</w:t>
            </w:r>
          </w:p>
        </w:tc>
        <w:tc>
          <w:tcPr>
            <w:tcW w:w="4962" w:type="dxa"/>
            <w:shd w:val="solid" w:color="FFFFFF" w:fill="auto"/>
          </w:tcPr>
          <w:p w14:paraId="1BB582A7" w14:textId="77777777" w:rsidR="00BB2256" w:rsidRPr="00BB2256" w:rsidRDefault="00BB2256" w:rsidP="00BB2256">
            <w:pPr>
              <w:pStyle w:val="TAL"/>
              <w:rPr>
                <w:rFonts w:cs="Arial"/>
                <w:sz w:val="16"/>
                <w:szCs w:val="16"/>
              </w:rPr>
            </w:pPr>
            <w:r w:rsidRPr="00BB2256">
              <w:rPr>
                <w:rFonts w:cs="Arial"/>
                <w:sz w:val="16"/>
                <w:szCs w:val="16"/>
              </w:rPr>
              <w:t>CR for [agreed] asynchronous operation for NR CA n78-n79</w:t>
            </w:r>
          </w:p>
        </w:tc>
        <w:tc>
          <w:tcPr>
            <w:tcW w:w="708" w:type="dxa"/>
            <w:shd w:val="solid" w:color="FFFFFF" w:fill="auto"/>
          </w:tcPr>
          <w:p w14:paraId="1D61F62B" w14:textId="77777777" w:rsidR="00BB2256" w:rsidRPr="00BB2256" w:rsidRDefault="00BB2256" w:rsidP="00BB2256">
            <w:pPr>
              <w:pStyle w:val="TAL"/>
              <w:rPr>
                <w:sz w:val="16"/>
                <w:szCs w:val="16"/>
              </w:rPr>
            </w:pPr>
            <w:r w:rsidRPr="00BB2256">
              <w:rPr>
                <w:sz w:val="16"/>
                <w:szCs w:val="16"/>
              </w:rPr>
              <w:t>16.4.0</w:t>
            </w:r>
          </w:p>
        </w:tc>
      </w:tr>
      <w:tr w:rsidR="00BB2256" w:rsidRPr="00BB2256" w14:paraId="5E385A38" w14:textId="77777777" w:rsidTr="00DC7196">
        <w:trPr>
          <w:jc w:val="center"/>
        </w:trPr>
        <w:tc>
          <w:tcPr>
            <w:tcW w:w="800" w:type="dxa"/>
            <w:shd w:val="solid" w:color="FFFFFF" w:fill="auto"/>
          </w:tcPr>
          <w:p w14:paraId="3B04B9F9"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3F5F5DCC"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89E3ADE" w14:textId="77777777" w:rsidR="00BB2256" w:rsidRPr="00BB2256" w:rsidRDefault="00BB2256" w:rsidP="00BB2256">
            <w:pPr>
              <w:pStyle w:val="TAL"/>
              <w:rPr>
                <w:rFonts w:cs="Arial"/>
                <w:sz w:val="16"/>
                <w:szCs w:val="16"/>
              </w:rPr>
            </w:pPr>
            <w:r w:rsidRPr="00BB2256">
              <w:rPr>
                <w:rFonts w:cs="Arial"/>
                <w:sz w:val="16"/>
                <w:szCs w:val="16"/>
              </w:rPr>
              <w:t>RP-201045</w:t>
            </w:r>
          </w:p>
        </w:tc>
        <w:tc>
          <w:tcPr>
            <w:tcW w:w="575" w:type="dxa"/>
            <w:shd w:val="solid" w:color="FFFFFF" w:fill="auto"/>
          </w:tcPr>
          <w:p w14:paraId="794535BB" w14:textId="77777777" w:rsidR="00BB2256" w:rsidRPr="00BB2256" w:rsidRDefault="00BB2256" w:rsidP="00BB2256">
            <w:pPr>
              <w:pStyle w:val="TAL"/>
              <w:rPr>
                <w:rFonts w:cs="Arial"/>
                <w:sz w:val="16"/>
                <w:szCs w:val="16"/>
              </w:rPr>
            </w:pPr>
            <w:r w:rsidRPr="00BB2256">
              <w:rPr>
                <w:rFonts w:cs="Arial"/>
                <w:sz w:val="16"/>
                <w:szCs w:val="16"/>
              </w:rPr>
              <w:t>0387</w:t>
            </w:r>
          </w:p>
        </w:tc>
        <w:tc>
          <w:tcPr>
            <w:tcW w:w="425" w:type="dxa"/>
            <w:shd w:val="solid" w:color="FFFFFF" w:fill="auto"/>
          </w:tcPr>
          <w:p w14:paraId="6F2B3407"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6777DC5D"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7C4DC44F" w14:textId="77777777" w:rsidR="00BB2256" w:rsidRPr="00BB2256" w:rsidRDefault="00BB2256" w:rsidP="00BB2256">
            <w:pPr>
              <w:pStyle w:val="TAL"/>
              <w:rPr>
                <w:rFonts w:cs="Arial"/>
                <w:sz w:val="16"/>
                <w:szCs w:val="16"/>
              </w:rPr>
            </w:pPr>
            <w:r w:rsidRPr="00BB2256">
              <w:rPr>
                <w:rFonts w:cs="Arial"/>
                <w:sz w:val="16"/>
                <w:szCs w:val="16"/>
              </w:rPr>
              <w:t>CR on FR1 UL contiguous CA requirement</w:t>
            </w:r>
          </w:p>
        </w:tc>
        <w:tc>
          <w:tcPr>
            <w:tcW w:w="708" w:type="dxa"/>
            <w:shd w:val="solid" w:color="FFFFFF" w:fill="auto"/>
          </w:tcPr>
          <w:p w14:paraId="4E70F373" w14:textId="77777777" w:rsidR="00BB2256" w:rsidRPr="00BB2256" w:rsidRDefault="00BB2256" w:rsidP="00BB2256">
            <w:pPr>
              <w:pStyle w:val="TAL"/>
              <w:rPr>
                <w:sz w:val="16"/>
                <w:szCs w:val="16"/>
              </w:rPr>
            </w:pPr>
            <w:r w:rsidRPr="00BB2256">
              <w:rPr>
                <w:sz w:val="16"/>
                <w:szCs w:val="16"/>
              </w:rPr>
              <w:t>16.4.0</w:t>
            </w:r>
          </w:p>
        </w:tc>
      </w:tr>
      <w:tr w:rsidR="00BB2256" w:rsidRPr="00BB2256" w14:paraId="4C99B5C8" w14:textId="77777777" w:rsidTr="00DC7196">
        <w:trPr>
          <w:jc w:val="center"/>
        </w:trPr>
        <w:tc>
          <w:tcPr>
            <w:tcW w:w="800" w:type="dxa"/>
            <w:shd w:val="solid" w:color="FFFFFF" w:fill="auto"/>
          </w:tcPr>
          <w:p w14:paraId="32E9EF36"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538AAE6D"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A527433" w14:textId="77777777" w:rsidR="00BB2256" w:rsidRPr="00BB2256" w:rsidRDefault="00BB2256" w:rsidP="00BB2256">
            <w:pPr>
              <w:pStyle w:val="TAL"/>
              <w:rPr>
                <w:rFonts w:cs="Arial"/>
                <w:sz w:val="16"/>
                <w:szCs w:val="16"/>
              </w:rPr>
            </w:pPr>
            <w:r w:rsidRPr="00BB2256">
              <w:rPr>
                <w:rFonts w:cs="Arial"/>
                <w:sz w:val="16"/>
                <w:szCs w:val="16"/>
              </w:rPr>
              <w:t>RP-200974</w:t>
            </w:r>
          </w:p>
        </w:tc>
        <w:tc>
          <w:tcPr>
            <w:tcW w:w="575" w:type="dxa"/>
            <w:shd w:val="solid" w:color="FFFFFF" w:fill="auto"/>
          </w:tcPr>
          <w:p w14:paraId="184091E3" w14:textId="77777777" w:rsidR="00BB2256" w:rsidRPr="00BB2256" w:rsidRDefault="00BB2256" w:rsidP="00BB2256">
            <w:pPr>
              <w:pStyle w:val="TAL"/>
              <w:rPr>
                <w:rFonts w:cs="Arial"/>
                <w:sz w:val="16"/>
                <w:szCs w:val="16"/>
              </w:rPr>
            </w:pPr>
            <w:r w:rsidRPr="00BB2256">
              <w:rPr>
                <w:rFonts w:cs="Arial"/>
                <w:sz w:val="16"/>
                <w:szCs w:val="16"/>
              </w:rPr>
              <w:t>0325</w:t>
            </w:r>
          </w:p>
        </w:tc>
        <w:tc>
          <w:tcPr>
            <w:tcW w:w="425" w:type="dxa"/>
            <w:shd w:val="solid" w:color="FFFFFF" w:fill="auto"/>
          </w:tcPr>
          <w:p w14:paraId="00295E47"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4E126EBB"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342EEAD4" w14:textId="77777777" w:rsidR="00BB2256" w:rsidRPr="00BB2256" w:rsidRDefault="00BB2256" w:rsidP="00BB2256">
            <w:pPr>
              <w:pStyle w:val="TAL"/>
              <w:rPr>
                <w:rFonts w:cs="Arial"/>
                <w:sz w:val="16"/>
                <w:szCs w:val="16"/>
              </w:rPr>
            </w:pPr>
            <w:r w:rsidRPr="00BB2256">
              <w:rPr>
                <w:rFonts w:cs="Arial"/>
                <w:sz w:val="16"/>
                <w:szCs w:val="16"/>
              </w:rPr>
              <w:t>CR on blocking requirements for n91 n92 n93 and n94</w:t>
            </w:r>
          </w:p>
        </w:tc>
        <w:tc>
          <w:tcPr>
            <w:tcW w:w="708" w:type="dxa"/>
            <w:shd w:val="solid" w:color="FFFFFF" w:fill="auto"/>
          </w:tcPr>
          <w:p w14:paraId="06F3A8A7" w14:textId="77777777" w:rsidR="00BB2256" w:rsidRPr="00BB2256" w:rsidRDefault="00BB2256" w:rsidP="00BB2256">
            <w:pPr>
              <w:pStyle w:val="TAL"/>
              <w:rPr>
                <w:sz w:val="16"/>
                <w:szCs w:val="16"/>
              </w:rPr>
            </w:pPr>
            <w:r w:rsidRPr="00BB2256">
              <w:rPr>
                <w:sz w:val="16"/>
                <w:szCs w:val="16"/>
              </w:rPr>
              <w:t>16.4.0</w:t>
            </w:r>
          </w:p>
        </w:tc>
      </w:tr>
      <w:tr w:rsidR="00BB2256" w:rsidRPr="00BB2256" w14:paraId="3C8A9135" w14:textId="77777777" w:rsidTr="00DC7196">
        <w:trPr>
          <w:jc w:val="center"/>
        </w:trPr>
        <w:tc>
          <w:tcPr>
            <w:tcW w:w="800" w:type="dxa"/>
            <w:shd w:val="solid" w:color="FFFFFF" w:fill="auto"/>
          </w:tcPr>
          <w:p w14:paraId="3FDF8C74"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7E1C0CF6"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152A3CDF" w14:textId="77777777" w:rsidR="00BB2256" w:rsidRPr="00BB2256" w:rsidRDefault="00BB2256" w:rsidP="00BB2256">
            <w:pPr>
              <w:pStyle w:val="TAL"/>
              <w:rPr>
                <w:rFonts w:cs="Arial"/>
                <w:sz w:val="16"/>
                <w:szCs w:val="16"/>
              </w:rPr>
            </w:pPr>
            <w:r w:rsidRPr="00BB2256">
              <w:rPr>
                <w:rFonts w:cs="Arial"/>
                <w:sz w:val="16"/>
                <w:szCs w:val="16"/>
              </w:rPr>
              <w:t>RP-201045</w:t>
            </w:r>
          </w:p>
        </w:tc>
        <w:tc>
          <w:tcPr>
            <w:tcW w:w="575" w:type="dxa"/>
            <w:shd w:val="solid" w:color="FFFFFF" w:fill="auto"/>
          </w:tcPr>
          <w:p w14:paraId="106DE219" w14:textId="77777777" w:rsidR="00BB2256" w:rsidRPr="00BB2256" w:rsidRDefault="00BB2256" w:rsidP="00BB2256">
            <w:pPr>
              <w:pStyle w:val="TAL"/>
              <w:rPr>
                <w:rFonts w:cs="Arial"/>
                <w:sz w:val="16"/>
                <w:szCs w:val="16"/>
              </w:rPr>
            </w:pPr>
            <w:r w:rsidRPr="00BB2256">
              <w:rPr>
                <w:rFonts w:cs="Arial"/>
                <w:sz w:val="16"/>
                <w:szCs w:val="16"/>
              </w:rPr>
              <w:t>0380</w:t>
            </w:r>
          </w:p>
        </w:tc>
        <w:tc>
          <w:tcPr>
            <w:tcW w:w="425" w:type="dxa"/>
            <w:shd w:val="solid" w:color="FFFFFF" w:fill="auto"/>
          </w:tcPr>
          <w:p w14:paraId="62879D91"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07B49E45"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37286155" w14:textId="77777777" w:rsidR="00BB2256" w:rsidRPr="00BB2256" w:rsidRDefault="00BB2256" w:rsidP="00BB2256">
            <w:pPr>
              <w:pStyle w:val="TAL"/>
              <w:rPr>
                <w:rFonts w:cs="Arial"/>
                <w:sz w:val="16"/>
                <w:szCs w:val="16"/>
              </w:rPr>
            </w:pPr>
            <w:r w:rsidRPr="00BB2256">
              <w:rPr>
                <w:rFonts w:cs="Arial"/>
                <w:sz w:val="16"/>
                <w:szCs w:val="16"/>
              </w:rPr>
              <w:t>Addition of mutual UE coexistence between US bands and NR Band n77</w:t>
            </w:r>
          </w:p>
        </w:tc>
        <w:tc>
          <w:tcPr>
            <w:tcW w:w="708" w:type="dxa"/>
            <w:shd w:val="solid" w:color="FFFFFF" w:fill="auto"/>
          </w:tcPr>
          <w:p w14:paraId="232AD06C" w14:textId="77777777" w:rsidR="00BB2256" w:rsidRPr="00BB2256" w:rsidRDefault="00BB2256" w:rsidP="00BB2256">
            <w:pPr>
              <w:pStyle w:val="TAL"/>
              <w:rPr>
                <w:sz w:val="16"/>
                <w:szCs w:val="16"/>
              </w:rPr>
            </w:pPr>
            <w:r w:rsidRPr="00BB2256">
              <w:rPr>
                <w:sz w:val="16"/>
                <w:szCs w:val="16"/>
              </w:rPr>
              <w:t>16.4.0</w:t>
            </w:r>
          </w:p>
        </w:tc>
      </w:tr>
      <w:tr w:rsidR="00BB2256" w:rsidRPr="00BB2256" w14:paraId="73B75F36" w14:textId="77777777" w:rsidTr="00DC7196">
        <w:trPr>
          <w:jc w:val="center"/>
        </w:trPr>
        <w:tc>
          <w:tcPr>
            <w:tcW w:w="800" w:type="dxa"/>
            <w:shd w:val="solid" w:color="FFFFFF" w:fill="auto"/>
          </w:tcPr>
          <w:p w14:paraId="2AF16D28"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0AF55547"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0D52BAF" w14:textId="77777777" w:rsidR="00BB2256" w:rsidRPr="00BB2256" w:rsidRDefault="00BB2256" w:rsidP="00BB2256">
            <w:pPr>
              <w:pStyle w:val="TAL"/>
              <w:rPr>
                <w:rFonts w:cs="Arial"/>
                <w:sz w:val="16"/>
                <w:szCs w:val="16"/>
              </w:rPr>
            </w:pPr>
            <w:r w:rsidRPr="00BB2256">
              <w:rPr>
                <w:rFonts w:cs="Arial"/>
                <w:sz w:val="16"/>
                <w:szCs w:val="16"/>
              </w:rPr>
              <w:t>RP-200977</w:t>
            </w:r>
          </w:p>
        </w:tc>
        <w:tc>
          <w:tcPr>
            <w:tcW w:w="575" w:type="dxa"/>
            <w:shd w:val="solid" w:color="FFFFFF" w:fill="auto"/>
          </w:tcPr>
          <w:p w14:paraId="0CF99678" w14:textId="77777777" w:rsidR="00BB2256" w:rsidRPr="00BB2256" w:rsidRDefault="00BB2256" w:rsidP="00BB2256">
            <w:pPr>
              <w:pStyle w:val="TAL"/>
              <w:rPr>
                <w:rFonts w:cs="Arial"/>
                <w:sz w:val="16"/>
                <w:szCs w:val="16"/>
              </w:rPr>
            </w:pPr>
            <w:r w:rsidRPr="00BB2256">
              <w:rPr>
                <w:rFonts w:cs="Arial"/>
                <w:sz w:val="16"/>
                <w:szCs w:val="16"/>
              </w:rPr>
              <w:t>0356</w:t>
            </w:r>
          </w:p>
        </w:tc>
        <w:tc>
          <w:tcPr>
            <w:tcW w:w="425" w:type="dxa"/>
            <w:shd w:val="solid" w:color="FFFFFF" w:fill="auto"/>
          </w:tcPr>
          <w:p w14:paraId="5E0E2E6B"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6117A662"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6356E826" w14:textId="77777777" w:rsidR="00BB2256" w:rsidRPr="00BB2256" w:rsidRDefault="00BB2256" w:rsidP="00BB2256">
            <w:pPr>
              <w:pStyle w:val="TAL"/>
              <w:rPr>
                <w:rFonts w:cs="Arial"/>
                <w:sz w:val="16"/>
                <w:szCs w:val="16"/>
              </w:rPr>
            </w:pPr>
            <w:r w:rsidRPr="00BB2256">
              <w:rPr>
                <w:rFonts w:cs="Arial"/>
                <w:sz w:val="16"/>
                <w:szCs w:val="16"/>
              </w:rPr>
              <w:t>CR for TS 38.101: adding 50 MHz CBW for n1</w:t>
            </w:r>
          </w:p>
        </w:tc>
        <w:tc>
          <w:tcPr>
            <w:tcW w:w="708" w:type="dxa"/>
            <w:shd w:val="solid" w:color="FFFFFF" w:fill="auto"/>
          </w:tcPr>
          <w:p w14:paraId="1814DEE3" w14:textId="77777777" w:rsidR="00BB2256" w:rsidRPr="00BB2256" w:rsidRDefault="00BB2256" w:rsidP="00BB2256">
            <w:pPr>
              <w:pStyle w:val="TAL"/>
              <w:rPr>
                <w:sz w:val="16"/>
                <w:szCs w:val="16"/>
              </w:rPr>
            </w:pPr>
            <w:r w:rsidRPr="00BB2256">
              <w:rPr>
                <w:sz w:val="16"/>
                <w:szCs w:val="16"/>
              </w:rPr>
              <w:t>16.4.0</w:t>
            </w:r>
          </w:p>
        </w:tc>
      </w:tr>
      <w:tr w:rsidR="00BB2256" w:rsidRPr="00BB2256" w14:paraId="6231A35C" w14:textId="77777777" w:rsidTr="00DC7196">
        <w:trPr>
          <w:jc w:val="center"/>
        </w:trPr>
        <w:tc>
          <w:tcPr>
            <w:tcW w:w="800" w:type="dxa"/>
            <w:shd w:val="solid" w:color="FFFFFF" w:fill="auto"/>
          </w:tcPr>
          <w:p w14:paraId="5CCC9606"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2FA44450"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BDD8CA0" w14:textId="77777777" w:rsidR="00BB2256" w:rsidRPr="00BB2256" w:rsidRDefault="00BB2256" w:rsidP="00BB2256">
            <w:pPr>
              <w:pStyle w:val="TAL"/>
              <w:rPr>
                <w:rFonts w:cs="Arial"/>
                <w:sz w:val="16"/>
                <w:szCs w:val="16"/>
              </w:rPr>
            </w:pPr>
            <w:r w:rsidRPr="00BB2256">
              <w:rPr>
                <w:rFonts w:cs="Arial"/>
                <w:sz w:val="16"/>
                <w:szCs w:val="16"/>
              </w:rPr>
              <w:t>RP-200980</w:t>
            </w:r>
          </w:p>
        </w:tc>
        <w:tc>
          <w:tcPr>
            <w:tcW w:w="575" w:type="dxa"/>
            <w:shd w:val="solid" w:color="FFFFFF" w:fill="auto"/>
          </w:tcPr>
          <w:p w14:paraId="0D68AE9E" w14:textId="77777777" w:rsidR="00BB2256" w:rsidRPr="00BB2256" w:rsidRDefault="00BB2256" w:rsidP="00BB2256">
            <w:pPr>
              <w:pStyle w:val="TAL"/>
              <w:rPr>
                <w:rFonts w:cs="Arial"/>
                <w:sz w:val="16"/>
                <w:szCs w:val="16"/>
              </w:rPr>
            </w:pPr>
            <w:r w:rsidRPr="00BB2256">
              <w:rPr>
                <w:rFonts w:cs="Arial"/>
                <w:sz w:val="16"/>
                <w:szCs w:val="16"/>
              </w:rPr>
              <w:t>0358</w:t>
            </w:r>
          </w:p>
        </w:tc>
        <w:tc>
          <w:tcPr>
            <w:tcW w:w="425" w:type="dxa"/>
            <w:shd w:val="solid" w:color="FFFFFF" w:fill="auto"/>
          </w:tcPr>
          <w:p w14:paraId="03FFAABC"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02459EC8"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43E8FFC6" w14:textId="77777777" w:rsidR="00BB2256" w:rsidRPr="00BB2256" w:rsidRDefault="00BB2256" w:rsidP="00BB2256">
            <w:pPr>
              <w:pStyle w:val="TAL"/>
              <w:rPr>
                <w:rFonts w:cs="Arial"/>
                <w:sz w:val="16"/>
                <w:szCs w:val="16"/>
              </w:rPr>
            </w:pPr>
            <w:r w:rsidRPr="00BB2256">
              <w:rPr>
                <w:rFonts w:cs="Arial"/>
                <w:sz w:val="16"/>
                <w:szCs w:val="16"/>
              </w:rPr>
              <w:t>CR to TS 38.101-1 - Add 40 MHz CBW in band n3</w:t>
            </w:r>
          </w:p>
        </w:tc>
        <w:tc>
          <w:tcPr>
            <w:tcW w:w="708" w:type="dxa"/>
            <w:shd w:val="solid" w:color="FFFFFF" w:fill="auto"/>
          </w:tcPr>
          <w:p w14:paraId="5CA933B6" w14:textId="77777777" w:rsidR="00BB2256" w:rsidRPr="00BB2256" w:rsidRDefault="00BB2256" w:rsidP="00BB2256">
            <w:pPr>
              <w:pStyle w:val="TAL"/>
              <w:rPr>
                <w:sz w:val="16"/>
                <w:szCs w:val="16"/>
              </w:rPr>
            </w:pPr>
            <w:r w:rsidRPr="00BB2256">
              <w:rPr>
                <w:sz w:val="16"/>
                <w:szCs w:val="16"/>
              </w:rPr>
              <w:t>16.4.0</w:t>
            </w:r>
          </w:p>
        </w:tc>
      </w:tr>
      <w:tr w:rsidR="00BB2256" w:rsidRPr="00BB2256" w14:paraId="538EFB7C" w14:textId="77777777" w:rsidTr="00DC7196">
        <w:trPr>
          <w:jc w:val="center"/>
        </w:trPr>
        <w:tc>
          <w:tcPr>
            <w:tcW w:w="800" w:type="dxa"/>
            <w:shd w:val="solid" w:color="FFFFFF" w:fill="auto"/>
          </w:tcPr>
          <w:p w14:paraId="2554DCE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43AAA97C"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534DCA8" w14:textId="77777777" w:rsidR="00BB2256" w:rsidRPr="00BB2256" w:rsidRDefault="00BB2256" w:rsidP="00BB2256">
            <w:pPr>
              <w:pStyle w:val="TAL"/>
              <w:rPr>
                <w:rFonts w:cs="Arial"/>
                <w:sz w:val="16"/>
                <w:szCs w:val="16"/>
              </w:rPr>
            </w:pPr>
            <w:r w:rsidRPr="00BB2256">
              <w:rPr>
                <w:rFonts w:cs="Arial"/>
                <w:sz w:val="16"/>
                <w:szCs w:val="16"/>
              </w:rPr>
              <w:t>RP-200982</w:t>
            </w:r>
          </w:p>
        </w:tc>
        <w:tc>
          <w:tcPr>
            <w:tcW w:w="575" w:type="dxa"/>
            <w:shd w:val="solid" w:color="FFFFFF" w:fill="auto"/>
          </w:tcPr>
          <w:p w14:paraId="5801CE01" w14:textId="77777777" w:rsidR="00BB2256" w:rsidRPr="00BB2256" w:rsidRDefault="00BB2256" w:rsidP="00BB2256">
            <w:pPr>
              <w:pStyle w:val="TAL"/>
              <w:rPr>
                <w:rFonts w:cs="Arial"/>
                <w:sz w:val="16"/>
                <w:szCs w:val="16"/>
              </w:rPr>
            </w:pPr>
            <w:r w:rsidRPr="00BB2256">
              <w:rPr>
                <w:rFonts w:cs="Arial"/>
                <w:sz w:val="16"/>
                <w:szCs w:val="16"/>
              </w:rPr>
              <w:t>0359</w:t>
            </w:r>
          </w:p>
        </w:tc>
        <w:tc>
          <w:tcPr>
            <w:tcW w:w="425" w:type="dxa"/>
            <w:shd w:val="solid" w:color="FFFFFF" w:fill="auto"/>
          </w:tcPr>
          <w:p w14:paraId="5848E650"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7FB85EC1"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5F180E31" w14:textId="77777777" w:rsidR="00BB2256" w:rsidRPr="00BB2256" w:rsidRDefault="00BB2256" w:rsidP="00BB2256">
            <w:pPr>
              <w:pStyle w:val="TAL"/>
              <w:rPr>
                <w:rFonts w:cs="Arial"/>
                <w:sz w:val="16"/>
                <w:szCs w:val="16"/>
              </w:rPr>
            </w:pPr>
            <w:r w:rsidRPr="00BB2256">
              <w:rPr>
                <w:rFonts w:cs="Arial"/>
                <w:sz w:val="16"/>
                <w:szCs w:val="16"/>
              </w:rPr>
              <w:t>CR to TS 38.101-1 - Add 50 MHz CBW in band n65</w:t>
            </w:r>
          </w:p>
        </w:tc>
        <w:tc>
          <w:tcPr>
            <w:tcW w:w="708" w:type="dxa"/>
            <w:shd w:val="solid" w:color="FFFFFF" w:fill="auto"/>
          </w:tcPr>
          <w:p w14:paraId="38E56636" w14:textId="77777777" w:rsidR="00BB2256" w:rsidRPr="00BB2256" w:rsidRDefault="00BB2256" w:rsidP="00BB2256">
            <w:pPr>
              <w:pStyle w:val="TAL"/>
              <w:rPr>
                <w:sz w:val="16"/>
                <w:szCs w:val="16"/>
              </w:rPr>
            </w:pPr>
            <w:r w:rsidRPr="00BB2256">
              <w:rPr>
                <w:sz w:val="16"/>
                <w:szCs w:val="16"/>
              </w:rPr>
              <w:t>16.4.0</w:t>
            </w:r>
          </w:p>
        </w:tc>
      </w:tr>
      <w:tr w:rsidR="00BB2256" w:rsidRPr="00BB2256" w14:paraId="14E7137B" w14:textId="77777777" w:rsidTr="00DC7196">
        <w:trPr>
          <w:jc w:val="center"/>
        </w:trPr>
        <w:tc>
          <w:tcPr>
            <w:tcW w:w="800" w:type="dxa"/>
            <w:shd w:val="solid" w:color="FFFFFF" w:fill="auto"/>
          </w:tcPr>
          <w:p w14:paraId="2F52A408"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106B9489"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0A2E0624" w14:textId="77777777" w:rsidR="00BB2256" w:rsidRPr="00BB2256" w:rsidRDefault="00BB2256" w:rsidP="00BB2256">
            <w:pPr>
              <w:pStyle w:val="TAL"/>
              <w:rPr>
                <w:rFonts w:cs="Arial"/>
                <w:sz w:val="16"/>
                <w:szCs w:val="16"/>
              </w:rPr>
            </w:pPr>
            <w:r w:rsidRPr="00BB2256">
              <w:rPr>
                <w:rFonts w:cs="Arial"/>
                <w:sz w:val="16"/>
                <w:szCs w:val="16"/>
              </w:rPr>
              <w:t>RP-200985</w:t>
            </w:r>
          </w:p>
        </w:tc>
        <w:tc>
          <w:tcPr>
            <w:tcW w:w="575" w:type="dxa"/>
            <w:shd w:val="solid" w:color="FFFFFF" w:fill="auto"/>
          </w:tcPr>
          <w:p w14:paraId="22AE59AA" w14:textId="77777777" w:rsidR="00BB2256" w:rsidRPr="00BB2256" w:rsidRDefault="00BB2256" w:rsidP="00BB2256">
            <w:pPr>
              <w:pStyle w:val="TAL"/>
              <w:rPr>
                <w:rFonts w:cs="Arial"/>
                <w:sz w:val="16"/>
                <w:szCs w:val="16"/>
              </w:rPr>
            </w:pPr>
            <w:r w:rsidRPr="00BB2256">
              <w:rPr>
                <w:rFonts w:cs="Arial"/>
                <w:sz w:val="16"/>
                <w:szCs w:val="16"/>
              </w:rPr>
              <w:t>0405</w:t>
            </w:r>
          </w:p>
        </w:tc>
        <w:tc>
          <w:tcPr>
            <w:tcW w:w="425" w:type="dxa"/>
            <w:shd w:val="solid" w:color="FFFFFF" w:fill="auto"/>
          </w:tcPr>
          <w:p w14:paraId="15B28648" w14:textId="77777777" w:rsidR="00BB2256" w:rsidRPr="00BB2256" w:rsidRDefault="00BB2256" w:rsidP="00BB2256">
            <w:pPr>
              <w:pStyle w:val="TAL"/>
              <w:jc w:val="center"/>
              <w:rPr>
                <w:rFonts w:cs="Arial"/>
                <w:sz w:val="16"/>
                <w:szCs w:val="16"/>
              </w:rPr>
            </w:pPr>
          </w:p>
        </w:tc>
        <w:tc>
          <w:tcPr>
            <w:tcW w:w="425" w:type="dxa"/>
            <w:shd w:val="solid" w:color="FFFFFF" w:fill="auto"/>
          </w:tcPr>
          <w:p w14:paraId="7CD6427B" w14:textId="77777777" w:rsidR="00BB2256" w:rsidRPr="00BB2256" w:rsidRDefault="00BB2256" w:rsidP="00BB2256">
            <w:pPr>
              <w:pStyle w:val="TAL"/>
              <w:jc w:val="center"/>
              <w:rPr>
                <w:rFonts w:cs="Arial"/>
                <w:sz w:val="16"/>
                <w:szCs w:val="16"/>
              </w:rPr>
            </w:pPr>
            <w:r w:rsidRPr="00BB2256">
              <w:rPr>
                <w:rFonts w:cs="Arial"/>
                <w:sz w:val="16"/>
                <w:szCs w:val="16"/>
              </w:rPr>
              <w:t>F</w:t>
            </w:r>
          </w:p>
        </w:tc>
        <w:tc>
          <w:tcPr>
            <w:tcW w:w="4962" w:type="dxa"/>
            <w:shd w:val="solid" w:color="FFFFFF" w:fill="auto"/>
          </w:tcPr>
          <w:p w14:paraId="42C17014" w14:textId="77777777" w:rsidR="00BB2256" w:rsidRPr="00BB2256" w:rsidRDefault="00BB2256" w:rsidP="00BB2256">
            <w:pPr>
              <w:pStyle w:val="TAL"/>
              <w:rPr>
                <w:rFonts w:cs="Arial"/>
                <w:sz w:val="16"/>
                <w:szCs w:val="16"/>
              </w:rPr>
            </w:pPr>
            <w:r w:rsidRPr="00BB2256">
              <w:rPr>
                <w:rFonts w:cs="Arial"/>
                <w:sz w:val="16"/>
                <w:szCs w:val="16"/>
              </w:rPr>
              <w:t>Corrections of UE co-ex tables for Japan-related bands (R16)</w:t>
            </w:r>
          </w:p>
        </w:tc>
        <w:tc>
          <w:tcPr>
            <w:tcW w:w="708" w:type="dxa"/>
            <w:shd w:val="solid" w:color="FFFFFF" w:fill="auto"/>
          </w:tcPr>
          <w:p w14:paraId="11F591CD" w14:textId="77777777" w:rsidR="00BB2256" w:rsidRPr="00BB2256" w:rsidRDefault="00BB2256" w:rsidP="00BB2256">
            <w:pPr>
              <w:pStyle w:val="TAL"/>
              <w:rPr>
                <w:sz w:val="16"/>
                <w:szCs w:val="16"/>
              </w:rPr>
            </w:pPr>
            <w:r w:rsidRPr="00BB2256">
              <w:rPr>
                <w:sz w:val="16"/>
                <w:szCs w:val="16"/>
              </w:rPr>
              <w:t>16.4.0</w:t>
            </w:r>
          </w:p>
        </w:tc>
      </w:tr>
      <w:tr w:rsidR="00BB2256" w:rsidRPr="00BB2256" w14:paraId="43CC5C7E" w14:textId="77777777" w:rsidTr="00DC7196">
        <w:trPr>
          <w:jc w:val="center"/>
        </w:trPr>
        <w:tc>
          <w:tcPr>
            <w:tcW w:w="800" w:type="dxa"/>
            <w:shd w:val="solid" w:color="FFFFFF" w:fill="auto"/>
          </w:tcPr>
          <w:p w14:paraId="7FE31D6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46EB58A6"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4DB4B18B" w14:textId="77777777" w:rsidR="00BB2256" w:rsidRPr="00BB2256" w:rsidRDefault="00BB2256" w:rsidP="00BB2256">
            <w:pPr>
              <w:pStyle w:val="TAL"/>
              <w:rPr>
                <w:rFonts w:cs="Arial"/>
                <w:sz w:val="16"/>
                <w:szCs w:val="16"/>
              </w:rPr>
            </w:pPr>
            <w:r w:rsidRPr="00BB2256">
              <w:rPr>
                <w:rFonts w:cs="Arial"/>
                <w:sz w:val="16"/>
                <w:szCs w:val="16"/>
              </w:rPr>
              <w:t>RP-201045</w:t>
            </w:r>
          </w:p>
        </w:tc>
        <w:tc>
          <w:tcPr>
            <w:tcW w:w="575" w:type="dxa"/>
            <w:shd w:val="solid" w:color="FFFFFF" w:fill="auto"/>
          </w:tcPr>
          <w:p w14:paraId="280C0826" w14:textId="77777777" w:rsidR="00BB2256" w:rsidRPr="00BB2256" w:rsidRDefault="00BB2256" w:rsidP="00BB2256">
            <w:pPr>
              <w:pStyle w:val="TAL"/>
              <w:rPr>
                <w:rFonts w:cs="Arial"/>
                <w:sz w:val="16"/>
                <w:szCs w:val="16"/>
              </w:rPr>
            </w:pPr>
            <w:r w:rsidRPr="00BB2256">
              <w:rPr>
                <w:rFonts w:cs="Arial"/>
                <w:sz w:val="16"/>
                <w:szCs w:val="16"/>
              </w:rPr>
              <w:t>0320</w:t>
            </w:r>
          </w:p>
        </w:tc>
        <w:tc>
          <w:tcPr>
            <w:tcW w:w="425" w:type="dxa"/>
            <w:shd w:val="solid" w:color="FFFFFF" w:fill="auto"/>
          </w:tcPr>
          <w:p w14:paraId="70A16DCC" w14:textId="77777777" w:rsidR="00BB2256" w:rsidRPr="00BB2256" w:rsidRDefault="00BB2256" w:rsidP="00BB2256">
            <w:pPr>
              <w:pStyle w:val="TAL"/>
              <w:jc w:val="center"/>
              <w:rPr>
                <w:rFonts w:cs="Arial"/>
                <w:sz w:val="16"/>
                <w:szCs w:val="16"/>
              </w:rPr>
            </w:pPr>
            <w:r w:rsidRPr="00BB2256">
              <w:rPr>
                <w:rFonts w:cs="Arial"/>
                <w:sz w:val="16"/>
                <w:szCs w:val="16"/>
              </w:rPr>
              <w:t>2</w:t>
            </w:r>
          </w:p>
        </w:tc>
        <w:tc>
          <w:tcPr>
            <w:tcW w:w="425" w:type="dxa"/>
            <w:shd w:val="solid" w:color="FFFFFF" w:fill="auto"/>
          </w:tcPr>
          <w:p w14:paraId="7BFE1CB3"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5E9FE6F4" w14:textId="77777777" w:rsidR="00BB2256" w:rsidRPr="00BB2256" w:rsidRDefault="00BB2256" w:rsidP="00BB2256">
            <w:pPr>
              <w:pStyle w:val="TAL"/>
              <w:rPr>
                <w:rFonts w:cs="Arial"/>
                <w:sz w:val="16"/>
                <w:szCs w:val="16"/>
              </w:rPr>
            </w:pPr>
            <w:r w:rsidRPr="00BB2256">
              <w:rPr>
                <w:rFonts w:cs="Arial"/>
                <w:sz w:val="16"/>
                <w:szCs w:val="16"/>
              </w:rPr>
              <w:t>CR to 38.101-1: Introduce an operating band list and NR bands to UL MIMO</w:t>
            </w:r>
          </w:p>
        </w:tc>
        <w:tc>
          <w:tcPr>
            <w:tcW w:w="708" w:type="dxa"/>
            <w:shd w:val="solid" w:color="FFFFFF" w:fill="auto"/>
          </w:tcPr>
          <w:p w14:paraId="376BF615" w14:textId="77777777" w:rsidR="00BB2256" w:rsidRPr="00BB2256" w:rsidRDefault="00BB2256" w:rsidP="00BB2256">
            <w:pPr>
              <w:pStyle w:val="TAL"/>
              <w:rPr>
                <w:sz w:val="16"/>
                <w:szCs w:val="16"/>
              </w:rPr>
            </w:pPr>
            <w:r w:rsidRPr="00BB2256">
              <w:rPr>
                <w:sz w:val="16"/>
                <w:szCs w:val="16"/>
              </w:rPr>
              <w:t>16.4.0</w:t>
            </w:r>
          </w:p>
        </w:tc>
      </w:tr>
      <w:tr w:rsidR="00BB2256" w:rsidRPr="00BB2256" w14:paraId="6CCC18FE" w14:textId="77777777" w:rsidTr="00DC7196">
        <w:trPr>
          <w:jc w:val="center"/>
        </w:trPr>
        <w:tc>
          <w:tcPr>
            <w:tcW w:w="800" w:type="dxa"/>
            <w:shd w:val="solid" w:color="FFFFFF" w:fill="auto"/>
          </w:tcPr>
          <w:p w14:paraId="120537F3" w14:textId="77777777" w:rsidR="00BB2256" w:rsidRPr="00BB2256" w:rsidRDefault="00BB2256" w:rsidP="00BB2256">
            <w:pPr>
              <w:pStyle w:val="TAL"/>
              <w:rPr>
                <w:sz w:val="16"/>
                <w:szCs w:val="16"/>
              </w:rPr>
            </w:pPr>
            <w:r w:rsidRPr="00BB2256">
              <w:rPr>
                <w:sz w:val="16"/>
                <w:szCs w:val="16"/>
              </w:rPr>
              <w:t>2020-06</w:t>
            </w:r>
          </w:p>
        </w:tc>
        <w:tc>
          <w:tcPr>
            <w:tcW w:w="800" w:type="dxa"/>
            <w:shd w:val="solid" w:color="FFFFFF" w:fill="auto"/>
          </w:tcPr>
          <w:p w14:paraId="6D402783" w14:textId="77777777" w:rsidR="00BB2256" w:rsidRPr="00BB2256" w:rsidRDefault="00BB2256" w:rsidP="00BB2256">
            <w:pPr>
              <w:pStyle w:val="TAL"/>
              <w:rPr>
                <w:sz w:val="16"/>
                <w:szCs w:val="16"/>
              </w:rPr>
            </w:pPr>
            <w:r w:rsidRPr="00BB2256">
              <w:rPr>
                <w:sz w:val="16"/>
                <w:szCs w:val="16"/>
              </w:rPr>
              <w:t>RAN#88</w:t>
            </w:r>
          </w:p>
        </w:tc>
        <w:tc>
          <w:tcPr>
            <w:tcW w:w="944" w:type="dxa"/>
            <w:shd w:val="solid" w:color="FFFFFF" w:fill="auto"/>
          </w:tcPr>
          <w:p w14:paraId="5138BC4F" w14:textId="77777777" w:rsidR="00BB2256" w:rsidRPr="00BB2256" w:rsidRDefault="00BB2256" w:rsidP="00BB2256">
            <w:pPr>
              <w:pStyle w:val="TAL"/>
              <w:rPr>
                <w:rFonts w:cs="Arial"/>
                <w:sz w:val="16"/>
                <w:szCs w:val="16"/>
              </w:rPr>
            </w:pPr>
            <w:r w:rsidRPr="00BB2256">
              <w:rPr>
                <w:rFonts w:cs="Arial"/>
                <w:sz w:val="16"/>
                <w:szCs w:val="16"/>
              </w:rPr>
              <w:t>RP-200966</w:t>
            </w:r>
          </w:p>
        </w:tc>
        <w:tc>
          <w:tcPr>
            <w:tcW w:w="575" w:type="dxa"/>
            <w:shd w:val="solid" w:color="FFFFFF" w:fill="auto"/>
          </w:tcPr>
          <w:p w14:paraId="089CF5F3" w14:textId="77777777" w:rsidR="00BB2256" w:rsidRPr="00BB2256" w:rsidRDefault="00BB2256" w:rsidP="00BB2256">
            <w:pPr>
              <w:pStyle w:val="TAL"/>
              <w:rPr>
                <w:rFonts w:cs="Arial"/>
                <w:sz w:val="16"/>
                <w:szCs w:val="16"/>
              </w:rPr>
            </w:pPr>
            <w:r w:rsidRPr="00BB2256">
              <w:rPr>
                <w:rFonts w:cs="Arial"/>
                <w:sz w:val="16"/>
                <w:szCs w:val="16"/>
              </w:rPr>
              <w:t>0362</w:t>
            </w:r>
          </w:p>
        </w:tc>
        <w:tc>
          <w:tcPr>
            <w:tcW w:w="425" w:type="dxa"/>
            <w:shd w:val="solid" w:color="FFFFFF" w:fill="auto"/>
          </w:tcPr>
          <w:p w14:paraId="08941730" w14:textId="77777777" w:rsidR="00BB2256" w:rsidRPr="00BB2256" w:rsidRDefault="00BB2256" w:rsidP="00BB2256">
            <w:pPr>
              <w:pStyle w:val="TAL"/>
              <w:jc w:val="center"/>
              <w:rPr>
                <w:rFonts w:cs="Arial"/>
                <w:sz w:val="16"/>
                <w:szCs w:val="16"/>
              </w:rPr>
            </w:pPr>
            <w:r w:rsidRPr="00BB2256">
              <w:rPr>
                <w:rFonts w:cs="Arial"/>
                <w:sz w:val="16"/>
                <w:szCs w:val="16"/>
              </w:rPr>
              <w:t>1</w:t>
            </w:r>
          </w:p>
        </w:tc>
        <w:tc>
          <w:tcPr>
            <w:tcW w:w="425" w:type="dxa"/>
            <w:shd w:val="solid" w:color="FFFFFF" w:fill="auto"/>
          </w:tcPr>
          <w:p w14:paraId="344A50D9" w14:textId="77777777" w:rsidR="00BB2256" w:rsidRPr="00BB2256" w:rsidRDefault="00BB2256" w:rsidP="00BB2256">
            <w:pPr>
              <w:pStyle w:val="TAL"/>
              <w:jc w:val="center"/>
              <w:rPr>
                <w:rFonts w:cs="Arial"/>
                <w:sz w:val="16"/>
                <w:szCs w:val="16"/>
              </w:rPr>
            </w:pPr>
            <w:r w:rsidRPr="00BB2256">
              <w:rPr>
                <w:rFonts w:cs="Arial"/>
                <w:sz w:val="16"/>
                <w:szCs w:val="16"/>
              </w:rPr>
              <w:t>B</w:t>
            </w:r>
          </w:p>
        </w:tc>
        <w:tc>
          <w:tcPr>
            <w:tcW w:w="4962" w:type="dxa"/>
            <w:shd w:val="solid" w:color="FFFFFF" w:fill="auto"/>
          </w:tcPr>
          <w:p w14:paraId="220C6874" w14:textId="77777777" w:rsidR="00BB2256" w:rsidRPr="00BB2256" w:rsidRDefault="00BB2256" w:rsidP="00BB2256">
            <w:pPr>
              <w:pStyle w:val="TAL"/>
              <w:rPr>
                <w:rFonts w:cs="Arial"/>
                <w:sz w:val="16"/>
                <w:szCs w:val="16"/>
              </w:rPr>
            </w:pPr>
            <w:r w:rsidRPr="00BB2256">
              <w:rPr>
                <w:rFonts w:cs="Arial"/>
                <w:sz w:val="16"/>
                <w:szCs w:val="16"/>
              </w:rPr>
              <w:t>CR to 38.101-1 for Introduction of requirements for NR-DC</w:t>
            </w:r>
          </w:p>
        </w:tc>
        <w:tc>
          <w:tcPr>
            <w:tcW w:w="708" w:type="dxa"/>
            <w:shd w:val="solid" w:color="FFFFFF" w:fill="auto"/>
          </w:tcPr>
          <w:p w14:paraId="510FF8E4" w14:textId="77777777" w:rsidR="00BB2256" w:rsidRPr="00BB2256" w:rsidRDefault="00BB2256" w:rsidP="00BB2256">
            <w:pPr>
              <w:pStyle w:val="TAL"/>
              <w:rPr>
                <w:sz w:val="16"/>
                <w:szCs w:val="16"/>
              </w:rPr>
            </w:pPr>
            <w:r w:rsidRPr="00BB2256">
              <w:rPr>
                <w:sz w:val="16"/>
                <w:szCs w:val="16"/>
              </w:rPr>
              <w:t>16.4.0</w:t>
            </w:r>
          </w:p>
        </w:tc>
      </w:tr>
      <w:tr w:rsidR="00402599" w:rsidRPr="00BB2256" w14:paraId="269E9F2E" w14:textId="77777777" w:rsidTr="00DC7196">
        <w:trPr>
          <w:jc w:val="center"/>
        </w:trPr>
        <w:tc>
          <w:tcPr>
            <w:tcW w:w="800" w:type="dxa"/>
            <w:shd w:val="solid" w:color="FFFFFF" w:fill="auto"/>
          </w:tcPr>
          <w:p w14:paraId="66155DF3" w14:textId="2AB19AE6" w:rsidR="00402599" w:rsidRPr="00BB2256" w:rsidRDefault="00402599" w:rsidP="00402599">
            <w:pPr>
              <w:pStyle w:val="TAL"/>
              <w:rPr>
                <w:sz w:val="16"/>
                <w:szCs w:val="16"/>
              </w:rPr>
            </w:pPr>
            <w:r>
              <w:rPr>
                <w:sz w:val="16"/>
                <w:szCs w:val="16"/>
              </w:rPr>
              <w:t>2020-09</w:t>
            </w:r>
          </w:p>
        </w:tc>
        <w:tc>
          <w:tcPr>
            <w:tcW w:w="800" w:type="dxa"/>
            <w:shd w:val="solid" w:color="FFFFFF" w:fill="auto"/>
          </w:tcPr>
          <w:p w14:paraId="5CC2168E" w14:textId="78B50357" w:rsidR="00402599" w:rsidRPr="00BB2256" w:rsidRDefault="00402599" w:rsidP="00402599">
            <w:pPr>
              <w:pStyle w:val="TAL"/>
              <w:rPr>
                <w:sz w:val="16"/>
                <w:szCs w:val="16"/>
              </w:rPr>
            </w:pPr>
            <w:r>
              <w:rPr>
                <w:sz w:val="16"/>
                <w:szCs w:val="16"/>
              </w:rPr>
              <w:t>RAN#89</w:t>
            </w:r>
          </w:p>
        </w:tc>
        <w:tc>
          <w:tcPr>
            <w:tcW w:w="944" w:type="dxa"/>
            <w:shd w:val="solid" w:color="FFFFFF" w:fill="auto"/>
          </w:tcPr>
          <w:p w14:paraId="1CE83947" w14:textId="251761DF"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13EA1DA8" w14:textId="42A6746A" w:rsidR="00402599" w:rsidRPr="00BB2256" w:rsidRDefault="00402599" w:rsidP="00402599">
            <w:pPr>
              <w:pStyle w:val="TAL"/>
              <w:rPr>
                <w:rFonts w:cs="Arial"/>
                <w:sz w:val="16"/>
                <w:szCs w:val="16"/>
              </w:rPr>
            </w:pPr>
            <w:r>
              <w:rPr>
                <w:rFonts w:cs="Arial"/>
                <w:sz w:val="16"/>
                <w:szCs w:val="16"/>
              </w:rPr>
              <w:t>0407</w:t>
            </w:r>
          </w:p>
        </w:tc>
        <w:tc>
          <w:tcPr>
            <w:tcW w:w="425" w:type="dxa"/>
            <w:shd w:val="solid" w:color="FFFFFF" w:fill="auto"/>
          </w:tcPr>
          <w:p w14:paraId="178066BD" w14:textId="06CCD317"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33F216AF" w14:textId="7ACABEE4"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695D0FFD" w14:textId="7994A759" w:rsidR="00402599" w:rsidRPr="00BB2256" w:rsidRDefault="00402599" w:rsidP="00402599">
            <w:pPr>
              <w:pStyle w:val="TAL"/>
              <w:rPr>
                <w:rFonts w:cs="Arial"/>
                <w:sz w:val="16"/>
                <w:szCs w:val="16"/>
              </w:rPr>
            </w:pPr>
            <w:r>
              <w:rPr>
                <w:rFonts w:cs="Arial"/>
                <w:sz w:val="16"/>
                <w:szCs w:val="16"/>
              </w:rPr>
              <w:t>Correction to FR1 UL contiguous CA MPR regions</w:t>
            </w:r>
          </w:p>
        </w:tc>
        <w:tc>
          <w:tcPr>
            <w:tcW w:w="708" w:type="dxa"/>
            <w:shd w:val="solid" w:color="FFFFFF" w:fill="auto"/>
          </w:tcPr>
          <w:p w14:paraId="323B43A3" w14:textId="2DBA9DF2" w:rsidR="00402599" w:rsidRPr="00BB2256" w:rsidRDefault="00402599" w:rsidP="00402599">
            <w:pPr>
              <w:pStyle w:val="TAL"/>
              <w:rPr>
                <w:sz w:val="16"/>
                <w:szCs w:val="16"/>
              </w:rPr>
            </w:pPr>
            <w:r>
              <w:rPr>
                <w:sz w:val="16"/>
                <w:szCs w:val="16"/>
              </w:rPr>
              <w:t>16.5.0</w:t>
            </w:r>
          </w:p>
        </w:tc>
      </w:tr>
      <w:tr w:rsidR="00402599" w:rsidRPr="00BB2256" w14:paraId="1363AFF5" w14:textId="77777777" w:rsidTr="00DC7196">
        <w:trPr>
          <w:jc w:val="center"/>
        </w:trPr>
        <w:tc>
          <w:tcPr>
            <w:tcW w:w="800" w:type="dxa"/>
            <w:shd w:val="solid" w:color="FFFFFF" w:fill="auto"/>
          </w:tcPr>
          <w:p w14:paraId="2E4D6ED2" w14:textId="18BF9FAE" w:rsidR="00402599" w:rsidRPr="00BB2256" w:rsidRDefault="00402599" w:rsidP="00402599">
            <w:pPr>
              <w:pStyle w:val="TAL"/>
              <w:rPr>
                <w:sz w:val="16"/>
                <w:szCs w:val="16"/>
              </w:rPr>
            </w:pPr>
            <w:r>
              <w:rPr>
                <w:sz w:val="16"/>
                <w:szCs w:val="16"/>
              </w:rPr>
              <w:t>2020-09</w:t>
            </w:r>
          </w:p>
        </w:tc>
        <w:tc>
          <w:tcPr>
            <w:tcW w:w="800" w:type="dxa"/>
            <w:shd w:val="solid" w:color="FFFFFF" w:fill="auto"/>
          </w:tcPr>
          <w:p w14:paraId="6BA13039" w14:textId="0A5D8A4A" w:rsidR="00402599" w:rsidRPr="00BB2256" w:rsidRDefault="00402599" w:rsidP="00402599">
            <w:pPr>
              <w:pStyle w:val="TAL"/>
              <w:rPr>
                <w:sz w:val="16"/>
                <w:szCs w:val="16"/>
              </w:rPr>
            </w:pPr>
            <w:r>
              <w:rPr>
                <w:sz w:val="16"/>
                <w:szCs w:val="16"/>
              </w:rPr>
              <w:t>RAN#89</w:t>
            </w:r>
          </w:p>
        </w:tc>
        <w:tc>
          <w:tcPr>
            <w:tcW w:w="944" w:type="dxa"/>
            <w:shd w:val="solid" w:color="FFFFFF" w:fill="auto"/>
          </w:tcPr>
          <w:p w14:paraId="21C3F4EB" w14:textId="0D12726B" w:rsidR="00402599" w:rsidRPr="00BB2256" w:rsidRDefault="00402599" w:rsidP="00402599">
            <w:pPr>
              <w:pStyle w:val="TAL"/>
              <w:rPr>
                <w:rFonts w:cs="Arial"/>
                <w:sz w:val="16"/>
                <w:szCs w:val="16"/>
              </w:rPr>
            </w:pPr>
            <w:r>
              <w:rPr>
                <w:rFonts w:cs="Arial"/>
                <w:sz w:val="16"/>
                <w:szCs w:val="16"/>
              </w:rPr>
              <w:t>RP-201506</w:t>
            </w:r>
          </w:p>
        </w:tc>
        <w:tc>
          <w:tcPr>
            <w:tcW w:w="575" w:type="dxa"/>
            <w:shd w:val="solid" w:color="FFFFFF" w:fill="auto"/>
          </w:tcPr>
          <w:p w14:paraId="759798BC" w14:textId="4F0A311B" w:rsidR="00402599" w:rsidRPr="00BB2256" w:rsidRDefault="00402599" w:rsidP="00402599">
            <w:pPr>
              <w:pStyle w:val="TAL"/>
              <w:rPr>
                <w:rFonts w:cs="Arial"/>
                <w:sz w:val="16"/>
                <w:szCs w:val="16"/>
              </w:rPr>
            </w:pPr>
            <w:r>
              <w:rPr>
                <w:rFonts w:cs="Arial"/>
                <w:sz w:val="16"/>
                <w:szCs w:val="16"/>
              </w:rPr>
              <w:t>0409</w:t>
            </w:r>
          </w:p>
        </w:tc>
        <w:tc>
          <w:tcPr>
            <w:tcW w:w="425" w:type="dxa"/>
            <w:shd w:val="solid" w:color="FFFFFF" w:fill="auto"/>
          </w:tcPr>
          <w:p w14:paraId="53CB5B6F" w14:textId="550AB173"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3B7F83F9" w14:textId="16465E0C"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25F6A859" w14:textId="56E4EBBB" w:rsidR="00402599" w:rsidRPr="00BB2256" w:rsidRDefault="00402599" w:rsidP="00402599">
            <w:pPr>
              <w:pStyle w:val="TAL"/>
              <w:rPr>
                <w:rFonts w:cs="Arial"/>
                <w:sz w:val="16"/>
                <w:szCs w:val="16"/>
              </w:rPr>
            </w:pPr>
            <w:r>
              <w:rPr>
                <w:rFonts w:cs="Arial"/>
                <w:sz w:val="16"/>
                <w:szCs w:val="16"/>
              </w:rPr>
              <w:t>CR for n26 AMPR for 256QAM</w:t>
            </w:r>
          </w:p>
        </w:tc>
        <w:tc>
          <w:tcPr>
            <w:tcW w:w="708" w:type="dxa"/>
            <w:shd w:val="solid" w:color="FFFFFF" w:fill="auto"/>
          </w:tcPr>
          <w:p w14:paraId="02A51D5A" w14:textId="5CA7A231" w:rsidR="00402599" w:rsidRPr="00BB2256" w:rsidRDefault="00402599" w:rsidP="00402599">
            <w:pPr>
              <w:pStyle w:val="TAL"/>
              <w:rPr>
                <w:sz w:val="16"/>
                <w:szCs w:val="16"/>
              </w:rPr>
            </w:pPr>
            <w:r w:rsidRPr="007B5978">
              <w:rPr>
                <w:sz w:val="16"/>
                <w:szCs w:val="16"/>
              </w:rPr>
              <w:t>16.5.0</w:t>
            </w:r>
          </w:p>
        </w:tc>
      </w:tr>
      <w:tr w:rsidR="00402599" w:rsidRPr="00BB2256" w14:paraId="4538106F" w14:textId="77777777" w:rsidTr="00DC7196">
        <w:trPr>
          <w:jc w:val="center"/>
        </w:trPr>
        <w:tc>
          <w:tcPr>
            <w:tcW w:w="800" w:type="dxa"/>
            <w:shd w:val="solid" w:color="FFFFFF" w:fill="auto"/>
          </w:tcPr>
          <w:p w14:paraId="72620E90" w14:textId="418EF593" w:rsidR="00402599" w:rsidRPr="00BB2256" w:rsidRDefault="00402599" w:rsidP="00402599">
            <w:pPr>
              <w:pStyle w:val="TAL"/>
              <w:rPr>
                <w:sz w:val="16"/>
                <w:szCs w:val="16"/>
              </w:rPr>
            </w:pPr>
            <w:r>
              <w:rPr>
                <w:sz w:val="16"/>
                <w:szCs w:val="16"/>
              </w:rPr>
              <w:t>2020-09</w:t>
            </w:r>
          </w:p>
        </w:tc>
        <w:tc>
          <w:tcPr>
            <w:tcW w:w="800" w:type="dxa"/>
            <w:shd w:val="solid" w:color="FFFFFF" w:fill="auto"/>
          </w:tcPr>
          <w:p w14:paraId="36D5A2DF" w14:textId="246FE730" w:rsidR="00402599" w:rsidRPr="00BB2256" w:rsidRDefault="00402599" w:rsidP="00402599">
            <w:pPr>
              <w:pStyle w:val="TAL"/>
              <w:rPr>
                <w:sz w:val="16"/>
                <w:szCs w:val="16"/>
              </w:rPr>
            </w:pPr>
            <w:r>
              <w:rPr>
                <w:sz w:val="16"/>
                <w:szCs w:val="16"/>
              </w:rPr>
              <w:t>RAN#89</w:t>
            </w:r>
          </w:p>
        </w:tc>
        <w:tc>
          <w:tcPr>
            <w:tcW w:w="944" w:type="dxa"/>
            <w:shd w:val="solid" w:color="FFFFFF" w:fill="auto"/>
          </w:tcPr>
          <w:p w14:paraId="3CD628E4" w14:textId="17BC3483"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7EEB9189" w14:textId="2492C0F6" w:rsidR="00402599" w:rsidRPr="00BB2256" w:rsidRDefault="00402599" w:rsidP="00402599">
            <w:pPr>
              <w:pStyle w:val="TAL"/>
              <w:rPr>
                <w:rFonts w:cs="Arial"/>
                <w:sz w:val="16"/>
                <w:szCs w:val="16"/>
              </w:rPr>
            </w:pPr>
            <w:r>
              <w:rPr>
                <w:rFonts w:cs="Arial"/>
                <w:sz w:val="16"/>
                <w:szCs w:val="16"/>
              </w:rPr>
              <w:t>0411</w:t>
            </w:r>
          </w:p>
        </w:tc>
        <w:tc>
          <w:tcPr>
            <w:tcW w:w="425" w:type="dxa"/>
            <w:shd w:val="solid" w:color="FFFFFF" w:fill="auto"/>
          </w:tcPr>
          <w:p w14:paraId="2E3B2563" w14:textId="2D016599"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2E16211B" w14:textId="29A37C52"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2200CFFE" w14:textId="27343C14" w:rsidR="00402599" w:rsidRPr="00BB2256" w:rsidRDefault="00402599" w:rsidP="00402599">
            <w:pPr>
              <w:pStyle w:val="TAL"/>
              <w:rPr>
                <w:rFonts w:cs="Arial"/>
                <w:sz w:val="16"/>
                <w:szCs w:val="16"/>
              </w:rPr>
            </w:pPr>
            <w:r>
              <w:rPr>
                <w:rFonts w:cs="Arial"/>
                <w:sz w:val="16"/>
                <w:szCs w:val="16"/>
              </w:rPr>
              <w:t>OOB blocking for Inter-band CA</w:t>
            </w:r>
          </w:p>
        </w:tc>
        <w:tc>
          <w:tcPr>
            <w:tcW w:w="708" w:type="dxa"/>
            <w:shd w:val="solid" w:color="FFFFFF" w:fill="auto"/>
          </w:tcPr>
          <w:p w14:paraId="14380C2F" w14:textId="26060C64" w:rsidR="00402599" w:rsidRPr="00BB2256" w:rsidRDefault="00402599" w:rsidP="00402599">
            <w:pPr>
              <w:pStyle w:val="TAL"/>
              <w:rPr>
                <w:sz w:val="16"/>
                <w:szCs w:val="16"/>
              </w:rPr>
            </w:pPr>
            <w:r w:rsidRPr="007B5978">
              <w:rPr>
                <w:sz w:val="16"/>
                <w:szCs w:val="16"/>
              </w:rPr>
              <w:t>16.5.0</w:t>
            </w:r>
          </w:p>
        </w:tc>
      </w:tr>
      <w:tr w:rsidR="00402599" w:rsidRPr="00BB2256" w14:paraId="542D2F58" w14:textId="77777777" w:rsidTr="00DC7196">
        <w:trPr>
          <w:jc w:val="center"/>
        </w:trPr>
        <w:tc>
          <w:tcPr>
            <w:tcW w:w="800" w:type="dxa"/>
            <w:shd w:val="solid" w:color="FFFFFF" w:fill="auto"/>
          </w:tcPr>
          <w:p w14:paraId="12DB565B" w14:textId="7404EDA8" w:rsidR="00402599" w:rsidRPr="00BB2256" w:rsidRDefault="00402599" w:rsidP="00402599">
            <w:pPr>
              <w:pStyle w:val="TAL"/>
              <w:rPr>
                <w:sz w:val="16"/>
                <w:szCs w:val="16"/>
              </w:rPr>
            </w:pPr>
            <w:r>
              <w:rPr>
                <w:sz w:val="16"/>
                <w:szCs w:val="16"/>
              </w:rPr>
              <w:t>2020-09</w:t>
            </w:r>
          </w:p>
        </w:tc>
        <w:tc>
          <w:tcPr>
            <w:tcW w:w="800" w:type="dxa"/>
            <w:shd w:val="solid" w:color="FFFFFF" w:fill="auto"/>
          </w:tcPr>
          <w:p w14:paraId="038CA758" w14:textId="7C1E4255" w:rsidR="00402599" w:rsidRPr="00BB2256" w:rsidRDefault="00402599" w:rsidP="00402599">
            <w:pPr>
              <w:pStyle w:val="TAL"/>
              <w:rPr>
                <w:sz w:val="16"/>
                <w:szCs w:val="16"/>
              </w:rPr>
            </w:pPr>
            <w:r>
              <w:rPr>
                <w:sz w:val="16"/>
                <w:szCs w:val="16"/>
              </w:rPr>
              <w:t>RAN#89</w:t>
            </w:r>
          </w:p>
        </w:tc>
        <w:tc>
          <w:tcPr>
            <w:tcW w:w="944" w:type="dxa"/>
            <w:shd w:val="solid" w:color="FFFFFF" w:fill="auto"/>
          </w:tcPr>
          <w:p w14:paraId="45FC9CFB" w14:textId="2A373D90"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071F2400" w14:textId="7FE5122D" w:rsidR="00402599" w:rsidRPr="00BB2256" w:rsidRDefault="00402599" w:rsidP="00402599">
            <w:pPr>
              <w:pStyle w:val="TAL"/>
              <w:rPr>
                <w:rFonts w:cs="Arial"/>
                <w:sz w:val="16"/>
                <w:szCs w:val="16"/>
              </w:rPr>
            </w:pPr>
            <w:r>
              <w:rPr>
                <w:rFonts w:cs="Arial"/>
                <w:sz w:val="16"/>
                <w:szCs w:val="16"/>
              </w:rPr>
              <w:t>0416</w:t>
            </w:r>
          </w:p>
        </w:tc>
        <w:tc>
          <w:tcPr>
            <w:tcW w:w="425" w:type="dxa"/>
            <w:shd w:val="solid" w:color="FFFFFF" w:fill="auto"/>
          </w:tcPr>
          <w:p w14:paraId="50B4CD2B" w14:textId="11F757FD"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432FDB2A" w14:textId="58F74054"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1DF7AD5B" w14:textId="19F18843" w:rsidR="00402599" w:rsidRPr="00BB2256" w:rsidRDefault="00402599" w:rsidP="00402599">
            <w:pPr>
              <w:pStyle w:val="TAL"/>
              <w:rPr>
                <w:rFonts w:cs="Arial"/>
                <w:sz w:val="16"/>
                <w:szCs w:val="16"/>
              </w:rPr>
            </w:pPr>
            <w:r>
              <w:rPr>
                <w:rFonts w:cs="Arial"/>
                <w:sz w:val="16"/>
                <w:szCs w:val="16"/>
              </w:rPr>
              <w:t>Correction to ASEM for NS_27</w:t>
            </w:r>
          </w:p>
        </w:tc>
        <w:tc>
          <w:tcPr>
            <w:tcW w:w="708" w:type="dxa"/>
            <w:shd w:val="solid" w:color="FFFFFF" w:fill="auto"/>
          </w:tcPr>
          <w:p w14:paraId="41C24065" w14:textId="511622F5" w:rsidR="00402599" w:rsidRPr="00BB2256" w:rsidRDefault="00402599" w:rsidP="00402599">
            <w:pPr>
              <w:pStyle w:val="TAL"/>
              <w:rPr>
                <w:sz w:val="16"/>
                <w:szCs w:val="16"/>
              </w:rPr>
            </w:pPr>
            <w:r w:rsidRPr="007B5978">
              <w:rPr>
                <w:sz w:val="16"/>
                <w:szCs w:val="16"/>
              </w:rPr>
              <w:t>16.5.0</w:t>
            </w:r>
          </w:p>
        </w:tc>
      </w:tr>
      <w:tr w:rsidR="00402599" w:rsidRPr="00BB2256" w14:paraId="44E10F69" w14:textId="77777777" w:rsidTr="00DC7196">
        <w:trPr>
          <w:jc w:val="center"/>
        </w:trPr>
        <w:tc>
          <w:tcPr>
            <w:tcW w:w="800" w:type="dxa"/>
            <w:shd w:val="solid" w:color="FFFFFF" w:fill="auto"/>
          </w:tcPr>
          <w:p w14:paraId="647E15D6" w14:textId="2FE3C445" w:rsidR="00402599" w:rsidRPr="00BB2256" w:rsidRDefault="00402599" w:rsidP="00402599">
            <w:pPr>
              <w:pStyle w:val="TAL"/>
              <w:rPr>
                <w:sz w:val="16"/>
                <w:szCs w:val="16"/>
              </w:rPr>
            </w:pPr>
            <w:r>
              <w:rPr>
                <w:sz w:val="16"/>
                <w:szCs w:val="16"/>
              </w:rPr>
              <w:t>2020-09</w:t>
            </w:r>
          </w:p>
        </w:tc>
        <w:tc>
          <w:tcPr>
            <w:tcW w:w="800" w:type="dxa"/>
            <w:shd w:val="solid" w:color="FFFFFF" w:fill="auto"/>
          </w:tcPr>
          <w:p w14:paraId="5418AEE6" w14:textId="4FED5B9D" w:rsidR="00402599" w:rsidRPr="00BB2256" w:rsidRDefault="00402599" w:rsidP="00402599">
            <w:pPr>
              <w:pStyle w:val="TAL"/>
              <w:rPr>
                <w:sz w:val="16"/>
                <w:szCs w:val="16"/>
              </w:rPr>
            </w:pPr>
            <w:r>
              <w:rPr>
                <w:sz w:val="16"/>
                <w:szCs w:val="16"/>
              </w:rPr>
              <w:t>RAN#89</w:t>
            </w:r>
          </w:p>
        </w:tc>
        <w:tc>
          <w:tcPr>
            <w:tcW w:w="944" w:type="dxa"/>
            <w:shd w:val="solid" w:color="FFFFFF" w:fill="auto"/>
          </w:tcPr>
          <w:p w14:paraId="51FA8692" w14:textId="24418B17" w:rsidR="00402599" w:rsidRPr="00BB2256" w:rsidRDefault="00402599" w:rsidP="00402599">
            <w:pPr>
              <w:pStyle w:val="TAL"/>
              <w:rPr>
                <w:rFonts w:cs="Arial"/>
                <w:sz w:val="16"/>
                <w:szCs w:val="16"/>
              </w:rPr>
            </w:pPr>
            <w:r>
              <w:rPr>
                <w:rFonts w:cs="Arial"/>
                <w:sz w:val="16"/>
                <w:szCs w:val="16"/>
              </w:rPr>
              <w:t>RP-201507</w:t>
            </w:r>
          </w:p>
        </w:tc>
        <w:tc>
          <w:tcPr>
            <w:tcW w:w="575" w:type="dxa"/>
            <w:shd w:val="solid" w:color="FFFFFF" w:fill="auto"/>
          </w:tcPr>
          <w:p w14:paraId="130960CA" w14:textId="206BB1EE" w:rsidR="00402599" w:rsidRPr="00BB2256" w:rsidRDefault="00402599" w:rsidP="00402599">
            <w:pPr>
              <w:pStyle w:val="TAL"/>
              <w:rPr>
                <w:rFonts w:cs="Arial"/>
                <w:sz w:val="16"/>
                <w:szCs w:val="16"/>
              </w:rPr>
            </w:pPr>
            <w:r>
              <w:rPr>
                <w:rFonts w:cs="Arial"/>
                <w:sz w:val="16"/>
                <w:szCs w:val="16"/>
              </w:rPr>
              <w:t>0419</w:t>
            </w:r>
          </w:p>
        </w:tc>
        <w:tc>
          <w:tcPr>
            <w:tcW w:w="425" w:type="dxa"/>
            <w:shd w:val="solid" w:color="FFFFFF" w:fill="auto"/>
          </w:tcPr>
          <w:p w14:paraId="69D2DF60" w14:textId="5E95C203"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59D05657" w14:textId="3240E307"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288D3A19" w14:textId="62052045" w:rsidR="00402599" w:rsidRPr="00BB2256" w:rsidRDefault="00402599" w:rsidP="00402599">
            <w:pPr>
              <w:pStyle w:val="TAL"/>
              <w:rPr>
                <w:rFonts w:cs="Arial"/>
                <w:sz w:val="16"/>
                <w:szCs w:val="16"/>
              </w:rPr>
            </w:pPr>
            <w:r>
              <w:rPr>
                <w:rFonts w:cs="Arial"/>
                <w:sz w:val="16"/>
                <w:szCs w:val="16"/>
              </w:rPr>
              <w:t>Introduction of UE PC2 for NR band n40</w:t>
            </w:r>
          </w:p>
        </w:tc>
        <w:tc>
          <w:tcPr>
            <w:tcW w:w="708" w:type="dxa"/>
            <w:shd w:val="solid" w:color="FFFFFF" w:fill="auto"/>
          </w:tcPr>
          <w:p w14:paraId="4CFA998A" w14:textId="5947E78B" w:rsidR="00402599" w:rsidRPr="00BB2256" w:rsidRDefault="00402599" w:rsidP="00402599">
            <w:pPr>
              <w:pStyle w:val="TAL"/>
              <w:rPr>
                <w:sz w:val="16"/>
                <w:szCs w:val="16"/>
              </w:rPr>
            </w:pPr>
            <w:r w:rsidRPr="007B5978">
              <w:rPr>
                <w:sz w:val="16"/>
                <w:szCs w:val="16"/>
              </w:rPr>
              <w:t>16.5.0</w:t>
            </w:r>
          </w:p>
        </w:tc>
      </w:tr>
      <w:tr w:rsidR="00402599" w:rsidRPr="00BB2256" w14:paraId="0948C036" w14:textId="77777777" w:rsidTr="00DC7196">
        <w:trPr>
          <w:jc w:val="center"/>
        </w:trPr>
        <w:tc>
          <w:tcPr>
            <w:tcW w:w="800" w:type="dxa"/>
            <w:shd w:val="solid" w:color="FFFFFF" w:fill="auto"/>
          </w:tcPr>
          <w:p w14:paraId="0919058A" w14:textId="5FE079FD" w:rsidR="00402599" w:rsidRPr="00BB2256" w:rsidRDefault="00402599" w:rsidP="00402599">
            <w:pPr>
              <w:pStyle w:val="TAL"/>
              <w:rPr>
                <w:sz w:val="16"/>
                <w:szCs w:val="16"/>
              </w:rPr>
            </w:pPr>
            <w:r>
              <w:rPr>
                <w:sz w:val="16"/>
                <w:szCs w:val="16"/>
              </w:rPr>
              <w:t>2020-09</w:t>
            </w:r>
          </w:p>
        </w:tc>
        <w:tc>
          <w:tcPr>
            <w:tcW w:w="800" w:type="dxa"/>
            <w:shd w:val="solid" w:color="FFFFFF" w:fill="auto"/>
          </w:tcPr>
          <w:p w14:paraId="1FF6432C" w14:textId="41B4C497" w:rsidR="00402599" w:rsidRPr="00BB2256" w:rsidRDefault="00402599" w:rsidP="00402599">
            <w:pPr>
              <w:pStyle w:val="TAL"/>
              <w:rPr>
                <w:sz w:val="16"/>
                <w:szCs w:val="16"/>
              </w:rPr>
            </w:pPr>
            <w:r>
              <w:rPr>
                <w:sz w:val="16"/>
                <w:szCs w:val="16"/>
              </w:rPr>
              <w:t>RAN#89</w:t>
            </w:r>
          </w:p>
        </w:tc>
        <w:tc>
          <w:tcPr>
            <w:tcW w:w="944" w:type="dxa"/>
            <w:shd w:val="solid" w:color="FFFFFF" w:fill="auto"/>
          </w:tcPr>
          <w:p w14:paraId="457B9FC3" w14:textId="0181B9AA" w:rsidR="00402599" w:rsidRPr="00BB2256" w:rsidRDefault="00402599" w:rsidP="00402599">
            <w:pPr>
              <w:pStyle w:val="TAL"/>
              <w:rPr>
                <w:rFonts w:cs="Arial"/>
                <w:sz w:val="16"/>
                <w:szCs w:val="16"/>
              </w:rPr>
            </w:pPr>
            <w:r>
              <w:rPr>
                <w:rFonts w:cs="Arial"/>
                <w:sz w:val="16"/>
                <w:szCs w:val="16"/>
              </w:rPr>
              <w:t>RP-201502</w:t>
            </w:r>
          </w:p>
        </w:tc>
        <w:tc>
          <w:tcPr>
            <w:tcW w:w="575" w:type="dxa"/>
            <w:shd w:val="solid" w:color="FFFFFF" w:fill="auto"/>
          </w:tcPr>
          <w:p w14:paraId="32ACDF32" w14:textId="7E5259A2" w:rsidR="00402599" w:rsidRPr="00BB2256" w:rsidRDefault="00402599" w:rsidP="00402599">
            <w:pPr>
              <w:pStyle w:val="TAL"/>
              <w:rPr>
                <w:rFonts w:cs="Arial"/>
                <w:sz w:val="16"/>
                <w:szCs w:val="16"/>
              </w:rPr>
            </w:pPr>
            <w:r>
              <w:rPr>
                <w:rFonts w:cs="Arial"/>
                <w:sz w:val="16"/>
                <w:szCs w:val="16"/>
              </w:rPr>
              <w:t>0422</w:t>
            </w:r>
          </w:p>
        </w:tc>
        <w:tc>
          <w:tcPr>
            <w:tcW w:w="425" w:type="dxa"/>
            <w:shd w:val="solid" w:color="FFFFFF" w:fill="auto"/>
          </w:tcPr>
          <w:p w14:paraId="2CFB5576" w14:textId="384590BE"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410A509B" w14:textId="5FCE8A49"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43C321C0" w14:textId="79B3DE2A" w:rsidR="00402599" w:rsidRPr="00BB2256" w:rsidRDefault="00402599" w:rsidP="00402599">
            <w:pPr>
              <w:pStyle w:val="TAL"/>
              <w:rPr>
                <w:rFonts w:cs="Arial"/>
                <w:sz w:val="16"/>
                <w:szCs w:val="16"/>
              </w:rPr>
            </w:pPr>
            <w:r>
              <w:rPr>
                <w:rFonts w:cs="Arial"/>
                <w:sz w:val="16"/>
                <w:szCs w:val="16"/>
              </w:rPr>
              <w:t>Introduction of LTE/NR spectrum sharing in band 48/n48 frequency range</w:t>
            </w:r>
          </w:p>
        </w:tc>
        <w:tc>
          <w:tcPr>
            <w:tcW w:w="708" w:type="dxa"/>
            <w:shd w:val="solid" w:color="FFFFFF" w:fill="auto"/>
          </w:tcPr>
          <w:p w14:paraId="2FF29B9E" w14:textId="368AB7D5" w:rsidR="00402599" w:rsidRPr="00BB2256" w:rsidRDefault="00402599" w:rsidP="00402599">
            <w:pPr>
              <w:pStyle w:val="TAL"/>
              <w:rPr>
                <w:sz w:val="16"/>
                <w:szCs w:val="16"/>
              </w:rPr>
            </w:pPr>
            <w:r w:rsidRPr="007B5978">
              <w:rPr>
                <w:sz w:val="16"/>
                <w:szCs w:val="16"/>
              </w:rPr>
              <w:t>16.5.0</w:t>
            </w:r>
          </w:p>
        </w:tc>
      </w:tr>
      <w:tr w:rsidR="00402599" w:rsidRPr="00BB2256" w14:paraId="3ED554B1" w14:textId="77777777" w:rsidTr="00DC7196">
        <w:trPr>
          <w:jc w:val="center"/>
        </w:trPr>
        <w:tc>
          <w:tcPr>
            <w:tcW w:w="800" w:type="dxa"/>
            <w:shd w:val="solid" w:color="FFFFFF" w:fill="auto"/>
          </w:tcPr>
          <w:p w14:paraId="470299DB" w14:textId="4EE69AFD" w:rsidR="00402599" w:rsidRPr="00BB2256" w:rsidRDefault="00402599" w:rsidP="00402599">
            <w:pPr>
              <w:pStyle w:val="TAL"/>
              <w:rPr>
                <w:sz w:val="16"/>
                <w:szCs w:val="16"/>
              </w:rPr>
            </w:pPr>
            <w:r>
              <w:rPr>
                <w:sz w:val="16"/>
                <w:szCs w:val="16"/>
              </w:rPr>
              <w:t>2020-09</w:t>
            </w:r>
          </w:p>
        </w:tc>
        <w:tc>
          <w:tcPr>
            <w:tcW w:w="800" w:type="dxa"/>
            <w:shd w:val="solid" w:color="FFFFFF" w:fill="auto"/>
          </w:tcPr>
          <w:p w14:paraId="49D52FEA" w14:textId="7FD4B658" w:rsidR="00402599" w:rsidRPr="00BB2256" w:rsidRDefault="00402599" w:rsidP="00402599">
            <w:pPr>
              <w:pStyle w:val="TAL"/>
              <w:rPr>
                <w:sz w:val="16"/>
                <w:szCs w:val="16"/>
              </w:rPr>
            </w:pPr>
            <w:r>
              <w:rPr>
                <w:sz w:val="16"/>
                <w:szCs w:val="16"/>
              </w:rPr>
              <w:t>RAN#89</w:t>
            </w:r>
          </w:p>
        </w:tc>
        <w:tc>
          <w:tcPr>
            <w:tcW w:w="944" w:type="dxa"/>
            <w:shd w:val="solid" w:color="FFFFFF" w:fill="auto"/>
          </w:tcPr>
          <w:p w14:paraId="129BF72E" w14:textId="68BC6D19" w:rsidR="00402599" w:rsidRPr="00BB2256" w:rsidRDefault="00402599" w:rsidP="00402599">
            <w:pPr>
              <w:pStyle w:val="TAL"/>
              <w:rPr>
                <w:rFonts w:cs="Arial"/>
                <w:sz w:val="16"/>
                <w:szCs w:val="16"/>
              </w:rPr>
            </w:pPr>
            <w:r>
              <w:rPr>
                <w:rFonts w:cs="Arial"/>
                <w:sz w:val="16"/>
                <w:szCs w:val="16"/>
              </w:rPr>
              <w:t>RP-201507</w:t>
            </w:r>
          </w:p>
        </w:tc>
        <w:tc>
          <w:tcPr>
            <w:tcW w:w="575" w:type="dxa"/>
            <w:shd w:val="solid" w:color="FFFFFF" w:fill="auto"/>
          </w:tcPr>
          <w:p w14:paraId="04666B05" w14:textId="119BF461" w:rsidR="00402599" w:rsidRPr="00BB2256" w:rsidRDefault="00402599" w:rsidP="00402599">
            <w:pPr>
              <w:pStyle w:val="TAL"/>
              <w:rPr>
                <w:rFonts w:cs="Arial"/>
                <w:sz w:val="16"/>
                <w:szCs w:val="16"/>
              </w:rPr>
            </w:pPr>
            <w:r>
              <w:rPr>
                <w:rFonts w:cs="Arial"/>
                <w:sz w:val="16"/>
                <w:szCs w:val="16"/>
              </w:rPr>
              <w:t>0423</w:t>
            </w:r>
          </w:p>
        </w:tc>
        <w:tc>
          <w:tcPr>
            <w:tcW w:w="425" w:type="dxa"/>
            <w:shd w:val="solid" w:color="FFFFFF" w:fill="auto"/>
          </w:tcPr>
          <w:p w14:paraId="682440FB" w14:textId="26FAE942"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51DDD6CB" w14:textId="02D34F6A"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4685FC04" w14:textId="045EEF11" w:rsidR="00402599" w:rsidRPr="00BB2256" w:rsidRDefault="00402599" w:rsidP="00402599">
            <w:pPr>
              <w:pStyle w:val="TAL"/>
              <w:rPr>
                <w:rFonts w:cs="Arial"/>
                <w:sz w:val="16"/>
                <w:szCs w:val="16"/>
              </w:rPr>
            </w:pPr>
            <w:r>
              <w:rPr>
                <w:rFonts w:cs="Arial"/>
                <w:sz w:val="16"/>
                <w:szCs w:val="16"/>
              </w:rPr>
              <w:t>Coexistence cleanup for 38101-1 Rel16</w:t>
            </w:r>
          </w:p>
        </w:tc>
        <w:tc>
          <w:tcPr>
            <w:tcW w:w="708" w:type="dxa"/>
            <w:shd w:val="solid" w:color="FFFFFF" w:fill="auto"/>
          </w:tcPr>
          <w:p w14:paraId="1D22103A" w14:textId="02BB3548" w:rsidR="00402599" w:rsidRPr="00BB2256" w:rsidRDefault="00402599" w:rsidP="00402599">
            <w:pPr>
              <w:pStyle w:val="TAL"/>
              <w:rPr>
                <w:sz w:val="16"/>
                <w:szCs w:val="16"/>
              </w:rPr>
            </w:pPr>
            <w:r w:rsidRPr="007B5978">
              <w:rPr>
                <w:sz w:val="16"/>
                <w:szCs w:val="16"/>
              </w:rPr>
              <w:t>16.5.0</w:t>
            </w:r>
          </w:p>
        </w:tc>
      </w:tr>
      <w:tr w:rsidR="00402599" w:rsidRPr="00BB2256" w14:paraId="61C5C4FC" w14:textId="77777777" w:rsidTr="00DC7196">
        <w:trPr>
          <w:jc w:val="center"/>
        </w:trPr>
        <w:tc>
          <w:tcPr>
            <w:tcW w:w="800" w:type="dxa"/>
            <w:shd w:val="solid" w:color="FFFFFF" w:fill="auto"/>
          </w:tcPr>
          <w:p w14:paraId="191ED90E" w14:textId="1E645764" w:rsidR="00402599" w:rsidRPr="00BB2256" w:rsidRDefault="00402599" w:rsidP="00402599">
            <w:pPr>
              <w:pStyle w:val="TAL"/>
              <w:rPr>
                <w:sz w:val="16"/>
                <w:szCs w:val="16"/>
              </w:rPr>
            </w:pPr>
            <w:r>
              <w:rPr>
                <w:sz w:val="16"/>
                <w:szCs w:val="16"/>
              </w:rPr>
              <w:t>2020-09</w:t>
            </w:r>
          </w:p>
        </w:tc>
        <w:tc>
          <w:tcPr>
            <w:tcW w:w="800" w:type="dxa"/>
            <w:shd w:val="solid" w:color="FFFFFF" w:fill="auto"/>
          </w:tcPr>
          <w:p w14:paraId="4F799DE4" w14:textId="0A794FE7" w:rsidR="00402599" w:rsidRPr="00BB2256" w:rsidRDefault="00402599" w:rsidP="00402599">
            <w:pPr>
              <w:pStyle w:val="TAL"/>
              <w:rPr>
                <w:sz w:val="16"/>
                <w:szCs w:val="16"/>
              </w:rPr>
            </w:pPr>
            <w:r>
              <w:rPr>
                <w:sz w:val="16"/>
                <w:szCs w:val="16"/>
              </w:rPr>
              <w:t>RAN#89</w:t>
            </w:r>
          </w:p>
        </w:tc>
        <w:tc>
          <w:tcPr>
            <w:tcW w:w="944" w:type="dxa"/>
            <w:shd w:val="solid" w:color="FFFFFF" w:fill="auto"/>
          </w:tcPr>
          <w:p w14:paraId="07AB0953" w14:textId="1FB236B8" w:rsidR="00402599" w:rsidRPr="00BB2256" w:rsidRDefault="00402599" w:rsidP="00402599">
            <w:pPr>
              <w:pStyle w:val="TAL"/>
              <w:rPr>
                <w:rFonts w:cs="Arial"/>
                <w:sz w:val="16"/>
                <w:szCs w:val="16"/>
              </w:rPr>
            </w:pPr>
            <w:r>
              <w:rPr>
                <w:rFonts w:cs="Arial"/>
                <w:sz w:val="16"/>
                <w:szCs w:val="16"/>
              </w:rPr>
              <w:t>RP-201506</w:t>
            </w:r>
          </w:p>
        </w:tc>
        <w:tc>
          <w:tcPr>
            <w:tcW w:w="575" w:type="dxa"/>
            <w:shd w:val="solid" w:color="FFFFFF" w:fill="auto"/>
          </w:tcPr>
          <w:p w14:paraId="4791724B" w14:textId="7F9A3F17" w:rsidR="00402599" w:rsidRPr="00BB2256" w:rsidRDefault="00402599" w:rsidP="00402599">
            <w:pPr>
              <w:pStyle w:val="TAL"/>
              <w:rPr>
                <w:rFonts w:cs="Arial"/>
                <w:sz w:val="16"/>
                <w:szCs w:val="16"/>
              </w:rPr>
            </w:pPr>
            <w:r>
              <w:rPr>
                <w:rFonts w:cs="Arial"/>
                <w:sz w:val="16"/>
                <w:szCs w:val="16"/>
              </w:rPr>
              <w:t>0424</w:t>
            </w:r>
          </w:p>
        </w:tc>
        <w:tc>
          <w:tcPr>
            <w:tcW w:w="425" w:type="dxa"/>
            <w:shd w:val="solid" w:color="FFFFFF" w:fill="auto"/>
          </w:tcPr>
          <w:p w14:paraId="31DA897A" w14:textId="5B734E4A"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27D8EC2E" w14:textId="718F643E" w:rsidR="00402599" w:rsidRPr="00BB2256" w:rsidRDefault="00402599" w:rsidP="00402599">
            <w:pPr>
              <w:pStyle w:val="TAL"/>
              <w:jc w:val="center"/>
              <w:rPr>
                <w:rFonts w:cs="Arial"/>
                <w:sz w:val="16"/>
                <w:szCs w:val="16"/>
              </w:rPr>
            </w:pPr>
            <w:r>
              <w:rPr>
                <w:rFonts w:cs="Arial"/>
                <w:sz w:val="16"/>
                <w:szCs w:val="16"/>
              </w:rPr>
              <w:t>D</w:t>
            </w:r>
          </w:p>
        </w:tc>
        <w:tc>
          <w:tcPr>
            <w:tcW w:w="4962" w:type="dxa"/>
            <w:shd w:val="solid" w:color="FFFFFF" w:fill="auto"/>
          </w:tcPr>
          <w:p w14:paraId="47E978E7" w14:textId="490611C1" w:rsidR="00402599" w:rsidRPr="00BB2256" w:rsidRDefault="00402599" w:rsidP="00402599">
            <w:pPr>
              <w:pStyle w:val="TAL"/>
              <w:rPr>
                <w:rFonts w:cs="Arial"/>
                <w:sz w:val="16"/>
                <w:szCs w:val="16"/>
              </w:rPr>
            </w:pPr>
            <w:r>
              <w:rPr>
                <w:rFonts w:cs="Arial"/>
                <w:sz w:val="16"/>
                <w:szCs w:val="16"/>
              </w:rPr>
              <w:t>CR Editorial cleanup of band combination tables for 38101-1 Rel16</w:t>
            </w:r>
          </w:p>
        </w:tc>
        <w:tc>
          <w:tcPr>
            <w:tcW w:w="708" w:type="dxa"/>
            <w:shd w:val="solid" w:color="FFFFFF" w:fill="auto"/>
          </w:tcPr>
          <w:p w14:paraId="62D007BD" w14:textId="62F7C8E5" w:rsidR="00402599" w:rsidRPr="00BB2256" w:rsidRDefault="00402599" w:rsidP="00402599">
            <w:pPr>
              <w:pStyle w:val="TAL"/>
              <w:rPr>
                <w:sz w:val="16"/>
                <w:szCs w:val="16"/>
              </w:rPr>
            </w:pPr>
            <w:r w:rsidRPr="007B5978">
              <w:rPr>
                <w:sz w:val="16"/>
                <w:szCs w:val="16"/>
              </w:rPr>
              <w:t>16.5.0</w:t>
            </w:r>
          </w:p>
        </w:tc>
      </w:tr>
      <w:tr w:rsidR="00402599" w:rsidRPr="00BB2256" w14:paraId="04BD73E8" w14:textId="77777777" w:rsidTr="00DC7196">
        <w:trPr>
          <w:jc w:val="center"/>
        </w:trPr>
        <w:tc>
          <w:tcPr>
            <w:tcW w:w="800" w:type="dxa"/>
            <w:shd w:val="solid" w:color="FFFFFF" w:fill="auto"/>
          </w:tcPr>
          <w:p w14:paraId="7B22E3E4" w14:textId="6AFB09B6" w:rsidR="00402599" w:rsidRPr="00BB2256" w:rsidRDefault="00402599" w:rsidP="00402599">
            <w:pPr>
              <w:pStyle w:val="TAL"/>
              <w:rPr>
                <w:sz w:val="16"/>
                <w:szCs w:val="16"/>
              </w:rPr>
            </w:pPr>
            <w:r>
              <w:rPr>
                <w:sz w:val="16"/>
                <w:szCs w:val="16"/>
              </w:rPr>
              <w:t>2020-09</w:t>
            </w:r>
          </w:p>
        </w:tc>
        <w:tc>
          <w:tcPr>
            <w:tcW w:w="800" w:type="dxa"/>
            <w:shd w:val="solid" w:color="FFFFFF" w:fill="auto"/>
          </w:tcPr>
          <w:p w14:paraId="048D94B2" w14:textId="3BB07F2F" w:rsidR="00402599" w:rsidRPr="00BB2256" w:rsidRDefault="00402599" w:rsidP="00402599">
            <w:pPr>
              <w:pStyle w:val="TAL"/>
              <w:rPr>
                <w:sz w:val="16"/>
                <w:szCs w:val="16"/>
              </w:rPr>
            </w:pPr>
            <w:r>
              <w:rPr>
                <w:sz w:val="16"/>
                <w:szCs w:val="16"/>
              </w:rPr>
              <w:t>RAN#89</w:t>
            </w:r>
          </w:p>
        </w:tc>
        <w:tc>
          <w:tcPr>
            <w:tcW w:w="944" w:type="dxa"/>
            <w:shd w:val="solid" w:color="FFFFFF" w:fill="auto"/>
          </w:tcPr>
          <w:p w14:paraId="468E35AC" w14:textId="12E9FF99"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58ADEC7D" w14:textId="250585ED" w:rsidR="00402599" w:rsidRPr="00BB2256" w:rsidRDefault="00402599" w:rsidP="00402599">
            <w:pPr>
              <w:pStyle w:val="TAL"/>
              <w:rPr>
                <w:rFonts w:cs="Arial"/>
                <w:sz w:val="16"/>
                <w:szCs w:val="16"/>
              </w:rPr>
            </w:pPr>
            <w:r>
              <w:rPr>
                <w:rFonts w:cs="Arial"/>
                <w:sz w:val="16"/>
                <w:szCs w:val="16"/>
              </w:rPr>
              <w:t>0426</w:t>
            </w:r>
          </w:p>
        </w:tc>
        <w:tc>
          <w:tcPr>
            <w:tcW w:w="425" w:type="dxa"/>
            <w:shd w:val="solid" w:color="FFFFFF" w:fill="auto"/>
          </w:tcPr>
          <w:p w14:paraId="23564B8F" w14:textId="5FEFA20C"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409D5FC0" w14:textId="0728951B"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706F286E" w14:textId="08E3E3E5" w:rsidR="00402599" w:rsidRPr="00BB2256" w:rsidRDefault="00402599" w:rsidP="00402599">
            <w:pPr>
              <w:pStyle w:val="TAL"/>
              <w:rPr>
                <w:rFonts w:cs="Arial"/>
                <w:sz w:val="16"/>
                <w:szCs w:val="16"/>
              </w:rPr>
            </w:pPr>
            <w:r>
              <w:rPr>
                <w:rFonts w:cs="Arial"/>
                <w:sz w:val="16"/>
                <w:szCs w:val="16"/>
              </w:rPr>
              <w:t>CR to TS 38.101-1: corrections on narrow band blocking for intra-band contiguous CA</w:t>
            </w:r>
          </w:p>
        </w:tc>
        <w:tc>
          <w:tcPr>
            <w:tcW w:w="708" w:type="dxa"/>
            <w:shd w:val="solid" w:color="FFFFFF" w:fill="auto"/>
          </w:tcPr>
          <w:p w14:paraId="736F0270" w14:textId="56E2ECCF" w:rsidR="00402599" w:rsidRPr="00BB2256" w:rsidRDefault="00402599" w:rsidP="00402599">
            <w:pPr>
              <w:pStyle w:val="TAL"/>
              <w:rPr>
                <w:sz w:val="16"/>
                <w:szCs w:val="16"/>
              </w:rPr>
            </w:pPr>
            <w:r w:rsidRPr="007B5978">
              <w:rPr>
                <w:sz w:val="16"/>
                <w:szCs w:val="16"/>
              </w:rPr>
              <w:t>16.5.0</w:t>
            </w:r>
          </w:p>
        </w:tc>
      </w:tr>
      <w:tr w:rsidR="00402599" w:rsidRPr="00BB2256" w14:paraId="665F87EF" w14:textId="77777777" w:rsidTr="00DC7196">
        <w:trPr>
          <w:jc w:val="center"/>
        </w:trPr>
        <w:tc>
          <w:tcPr>
            <w:tcW w:w="800" w:type="dxa"/>
            <w:shd w:val="solid" w:color="FFFFFF" w:fill="auto"/>
          </w:tcPr>
          <w:p w14:paraId="73145070" w14:textId="7D0BEF7C" w:rsidR="00402599" w:rsidRPr="00BB2256" w:rsidRDefault="00402599" w:rsidP="00402599">
            <w:pPr>
              <w:pStyle w:val="TAL"/>
              <w:rPr>
                <w:sz w:val="16"/>
                <w:szCs w:val="16"/>
              </w:rPr>
            </w:pPr>
            <w:r>
              <w:rPr>
                <w:sz w:val="16"/>
                <w:szCs w:val="16"/>
              </w:rPr>
              <w:t>2020-09</w:t>
            </w:r>
          </w:p>
        </w:tc>
        <w:tc>
          <w:tcPr>
            <w:tcW w:w="800" w:type="dxa"/>
            <w:shd w:val="solid" w:color="FFFFFF" w:fill="auto"/>
          </w:tcPr>
          <w:p w14:paraId="6D5ECBA0" w14:textId="4DEF57D7" w:rsidR="00402599" w:rsidRPr="00BB2256" w:rsidRDefault="00402599" w:rsidP="00402599">
            <w:pPr>
              <w:pStyle w:val="TAL"/>
              <w:rPr>
                <w:sz w:val="16"/>
                <w:szCs w:val="16"/>
              </w:rPr>
            </w:pPr>
            <w:r>
              <w:rPr>
                <w:sz w:val="16"/>
                <w:szCs w:val="16"/>
              </w:rPr>
              <w:t>RAN#89</w:t>
            </w:r>
          </w:p>
        </w:tc>
        <w:tc>
          <w:tcPr>
            <w:tcW w:w="944" w:type="dxa"/>
            <w:shd w:val="solid" w:color="FFFFFF" w:fill="auto"/>
          </w:tcPr>
          <w:p w14:paraId="68B6AB8A" w14:textId="35FF4063" w:rsidR="00402599" w:rsidRPr="00BB2256" w:rsidRDefault="00402599" w:rsidP="00402599">
            <w:pPr>
              <w:pStyle w:val="TAL"/>
              <w:rPr>
                <w:rFonts w:cs="Arial"/>
                <w:sz w:val="16"/>
                <w:szCs w:val="16"/>
              </w:rPr>
            </w:pPr>
            <w:r>
              <w:rPr>
                <w:rFonts w:cs="Arial"/>
                <w:sz w:val="16"/>
                <w:szCs w:val="16"/>
              </w:rPr>
              <w:t>RP-201492</w:t>
            </w:r>
          </w:p>
        </w:tc>
        <w:tc>
          <w:tcPr>
            <w:tcW w:w="575" w:type="dxa"/>
            <w:shd w:val="solid" w:color="FFFFFF" w:fill="auto"/>
          </w:tcPr>
          <w:p w14:paraId="42DFB50F" w14:textId="3AECF21E" w:rsidR="00402599" w:rsidRPr="00BB2256" w:rsidRDefault="00402599" w:rsidP="00402599">
            <w:pPr>
              <w:pStyle w:val="TAL"/>
              <w:rPr>
                <w:rFonts w:cs="Arial"/>
                <w:sz w:val="16"/>
                <w:szCs w:val="16"/>
              </w:rPr>
            </w:pPr>
            <w:r>
              <w:rPr>
                <w:rFonts w:cs="Arial"/>
                <w:sz w:val="16"/>
                <w:szCs w:val="16"/>
              </w:rPr>
              <w:t>0428</w:t>
            </w:r>
          </w:p>
        </w:tc>
        <w:tc>
          <w:tcPr>
            <w:tcW w:w="425" w:type="dxa"/>
            <w:shd w:val="solid" w:color="FFFFFF" w:fill="auto"/>
          </w:tcPr>
          <w:p w14:paraId="1B31D7D1" w14:textId="2F11436A"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62313ED2" w14:textId="4453FD2B"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1643EC96" w14:textId="29AA864F" w:rsidR="00402599" w:rsidRPr="00BB2256" w:rsidRDefault="00402599" w:rsidP="00402599">
            <w:pPr>
              <w:pStyle w:val="TAL"/>
              <w:rPr>
                <w:rFonts w:cs="Arial"/>
                <w:sz w:val="16"/>
                <w:szCs w:val="16"/>
              </w:rPr>
            </w:pPr>
            <w:r>
              <w:rPr>
                <w:rFonts w:cs="Arial"/>
                <w:sz w:val="16"/>
                <w:szCs w:val="16"/>
              </w:rPr>
              <w:t>CR for TS 38.101-1: Removal of table 6.5E.3.4.3-1 and table 6.5E.3.4.3-2</w:t>
            </w:r>
          </w:p>
        </w:tc>
        <w:tc>
          <w:tcPr>
            <w:tcW w:w="708" w:type="dxa"/>
            <w:shd w:val="solid" w:color="FFFFFF" w:fill="auto"/>
          </w:tcPr>
          <w:p w14:paraId="46D7F85B" w14:textId="5AA39617" w:rsidR="00402599" w:rsidRPr="00BB2256" w:rsidRDefault="00402599" w:rsidP="00402599">
            <w:pPr>
              <w:pStyle w:val="TAL"/>
              <w:rPr>
                <w:sz w:val="16"/>
                <w:szCs w:val="16"/>
              </w:rPr>
            </w:pPr>
            <w:r w:rsidRPr="007B5978">
              <w:rPr>
                <w:sz w:val="16"/>
                <w:szCs w:val="16"/>
              </w:rPr>
              <w:t>16.5.0</w:t>
            </w:r>
          </w:p>
        </w:tc>
      </w:tr>
      <w:tr w:rsidR="00402599" w:rsidRPr="00BB2256" w14:paraId="7B7DE307" w14:textId="77777777" w:rsidTr="00DC7196">
        <w:trPr>
          <w:jc w:val="center"/>
        </w:trPr>
        <w:tc>
          <w:tcPr>
            <w:tcW w:w="800" w:type="dxa"/>
            <w:shd w:val="solid" w:color="FFFFFF" w:fill="auto"/>
          </w:tcPr>
          <w:p w14:paraId="79EEC399" w14:textId="7209AD3E" w:rsidR="00402599" w:rsidRPr="00BB2256" w:rsidRDefault="00402599" w:rsidP="00402599">
            <w:pPr>
              <w:pStyle w:val="TAL"/>
              <w:rPr>
                <w:sz w:val="16"/>
                <w:szCs w:val="16"/>
              </w:rPr>
            </w:pPr>
            <w:r>
              <w:rPr>
                <w:sz w:val="16"/>
                <w:szCs w:val="16"/>
              </w:rPr>
              <w:t>2020-09</w:t>
            </w:r>
          </w:p>
        </w:tc>
        <w:tc>
          <w:tcPr>
            <w:tcW w:w="800" w:type="dxa"/>
            <w:shd w:val="solid" w:color="FFFFFF" w:fill="auto"/>
          </w:tcPr>
          <w:p w14:paraId="57D2B460" w14:textId="78481111" w:rsidR="00402599" w:rsidRPr="00BB2256" w:rsidRDefault="00402599" w:rsidP="00402599">
            <w:pPr>
              <w:pStyle w:val="TAL"/>
              <w:rPr>
                <w:sz w:val="16"/>
                <w:szCs w:val="16"/>
              </w:rPr>
            </w:pPr>
            <w:r>
              <w:rPr>
                <w:sz w:val="16"/>
                <w:szCs w:val="16"/>
              </w:rPr>
              <w:t>RAN#89</w:t>
            </w:r>
          </w:p>
        </w:tc>
        <w:tc>
          <w:tcPr>
            <w:tcW w:w="944" w:type="dxa"/>
            <w:shd w:val="solid" w:color="FFFFFF" w:fill="auto"/>
          </w:tcPr>
          <w:p w14:paraId="495EA103" w14:textId="1C55EB76" w:rsidR="00402599" w:rsidRPr="00BB2256" w:rsidRDefault="00402599" w:rsidP="00402599">
            <w:pPr>
              <w:pStyle w:val="TAL"/>
              <w:rPr>
                <w:rFonts w:cs="Arial"/>
                <w:sz w:val="16"/>
                <w:szCs w:val="16"/>
              </w:rPr>
            </w:pPr>
            <w:r>
              <w:rPr>
                <w:rFonts w:cs="Arial"/>
                <w:sz w:val="16"/>
                <w:szCs w:val="16"/>
              </w:rPr>
              <w:t>RP-201503</w:t>
            </w:r>
          </w:p>
        </w:tc>
        <w:tc>
          <w:tcPr>
            <w:tcW w:w="575" w:type="dxa"/>
            <w:shd w:val="solid" w:color="FFFFFF" w:fill="auto"/>
          </w:tcPr>
          <w:p w14:paraId="4E53DDA2" w14:textId="65243548" w:rsidR="00402599" w:rsidRPr="00BB2256" w:rsidRDefault="00402599" w:rsidP="00402599">
            <w:pPr>
              <w:pStyle w:val="TAL"/>
              <w:rPr>
                <w:rFonts w:cs="Arial"/>
                <w:sz w:val="16"/>
                <w:szCs w:val="16"/>
              </w:rPr>
            </w:pPr>
            <w:r>
              <w:rPr>
                <w:rFonts w:cs="Arial"/>
                <w:sz w:val="16"/>
                <w:szCs w:val="16"/>
              </w:rPr>
              <w:t>0432</w:t>
            </w:r>
          </w:p>
        </w:tc>
        <w:tc>
          <w:tcPr>
            <w:tcW w:w="425" w:type="dxa"/>
            <w:shd w:val="solid" w:color="FFFFFF" w:fill="auto"/>
          </w:tcPr>
          <w:p w14:paraId="026A7F20" w14:textId="391D031E"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4A9B97FC" w14:textId="290D6852"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4E228294" w14:textId="0DEF4E6F" w:rsidR="00402599" w:rsidRPr="00BB2256" w:rsidRDefault="00402599" w:rsidP="00402599">
            <w:pPr>
              <w:pStyle w:val="TAL"/>
              <w:rPr>
                <w:rFonts w:cs="Arial"/>
                <w:sz w:val="16"/>
                <w:szCs w:val="16"/>
              </w:rPr>
            </w:pPr>
            <w:r>
              <w:rPr>
                <w:rFonts w:cs="Arial"/>
                <w:sz w:val="16"/>
                <w:szCs w:val="16"/>
              </w:rPr>
              <w:t>CR for 38.101-1: Introduction of Power Class 1.5</w:t>
            </w:r>
          </w:p>
        </w:tc>
        <w:tc>
          <w:tcPr>
            <w:tcW w:w="708" w:type="dxa"/>
            <w:shd w:val="solid" w:color="FFFFFF" w:fill="auto"/>
          </w:tcPr>
          <w:p w14:paraId="1CF8450E" w14:textId="50C1E8D7" w:rsidR="00402599" w:rsidRPr="00BB2256" w:rsidRDefault="00402599" w:rsidP="00402599">
            <w:pPr>
              <w:pStyle w:val="TAL"/>
              <w:rPr>
                <w:sz w:val="16"/>
                <w:szCs w:val="16"/>
              </w:rPr>
            </w:pPr>
            <w:r w:rsidRPr="007B5978">
              <w:rPr>
                <w:sz w:val="16"/>
                <w:szCs w:val="16"/>
              </w:rPr>
              <w:t>16.5.0</w:t>
            </w:r>
          </w:p>
        </w:tc>
      </w:tr>
      <w:tr w:rsidR="00402599" w:rsidRPr="00BB2256" w14:paraId="6A574960" w14:textId="77777777" w:rsidTr="00DC7196">
        <w:trPr>
          <w:jc w:val="center"/>
        </w:trPr>
        <w:tc>
          <w:tcPr>
            <w:tcW w:w="800" w:type="dxa"/>
            <w:shd w:val="solid" w:color="FFFFFF" w:fill="auto"/>
          </w:tcPr>
          <w:p w14:paraId="277B858C" w14:textId="7FC3A897" w:rsidR="00402599" w:rsidRPr="00BB2256" w:rsidRDefault="00402599" w:rsidP="00402599">
            <w:pPr>
              <w:pStyle w:val="TAL"/>
              <w:rPr>
                <w:sz w:val="16"/>
                <w:szCs w:val="16"/>
              </w:rPr>
            </w:pPr>
            <w:r>
              <w:rPr>
                <w:sz w:val="16"/>
                <w:szCs w:val="16"/>
              </w:rPr>
              <w:t>2020-09</w:t>
            </w:r>
          </w:p>
        </w:tc>
        <w:tc>
          <w:tcPr>
            <w:tcW w:w="800" w:type="dxa"/>
            <w:shd w:val="solid" w:color="FFFFFF" w:fill="auto"/>
          </w:tcPr>
          <w:p w14:paraId="48BF0508" w14:textId="1027ACF5" w:rsidR="00402599" w:rsidRPr="00BB2256" w:rsidRDefault="00402599" w:rsidP="00402599">
            <w:pPr>
              <w:pStyle w:val="TAL"/>
              <w:rPr>
                <w:sz w:val="16"/>
                <w:szCs w:val="16"/>
              </w:rPr>
            </w:pPr>
            <w:r>
              <w:rPr>
                <w:sz w:val="16"/>
                <w:szCs w:val="16"/>
              </w:rPr>
              <w:t>RAN#89</w:t>
            </w:r>
          </w:p>
        </w:tc>
        <w:tc>
          <w:tcPr>
            <w:tcW w:w="944" w:type="dxa"/>
            <w:shd w:val="solid" w:color="FFFFFF" w:fill="auto"/>
          </w:tcPr>
          <w:p w14:paraId="6330CE15" w14:textId="2736CB03" w:rsidR="00402599" w:rsidRPr="00BB2256" w:rsidRDefault="00402599" w:rsidP="00402599">
            <w:pPr>
              <w:pStyle w:val="TAL"/>
              <w:rPr>
                <w:rFonts w:cs="Arial"/>
                <w:sz w:val="16"/>
                <w:szCs w:val="16"/>
              </w:rPr>
            </w:pPr>
            <w:r>
              <w:rPr>
                <w:rFonts w:cs="Arial"/>
                <w:sz w:val="16"/>
                <w:szCs w:val="16"/>
              </w:rPr>
              <w:t>RP-201488</w:t>
            </w:r>
          </w:p>
        </w:tc>
        <w:tc>
          <w:tcPr>
            <w:tcW w:w="575" w:type="dxa"/>
            <w:shd w:val="solid" w:color="FFFFFF" w:fill="auto"/>
          </w:tcPr>
          <w:p w14:paraId="625EF516" w14:textId="0267E424" w:rsidR="00402599" w:rsidRPr="00BB2256" w:rsidRDefault="00402599" w:rsidP="00402599">
            <w:pPr>
              <w:pStyle w:val="TAL"/>
              <w:rPr>
                <w:rFonts w:cs="Arial"/>
                <w:sz w:val="16"/>
                <w:szCs w:val="16"/>
              </w:rPr>
            </w:pPr>
            <w:r>
              <w:rPr>
                <w:rFonts w:cs="Arial"/>
                <w:sz w:val="16"/>
                <w:szCs w:val="16"/>
              </w:rPr>
              <w:t>0433</w:t>
            </w:r>
          </w:p>
        </w:tc>
        <w:tc>
          <w:tcPr>
            <w:tcW w:w="425" w:type="dxa"/>
            <w:shd w:val="solid" w:color="FFFFFF" w:fill="auto"/>
          </w:tcPr>
          <w:p w14:paraId="6FED37B0" w14:textId="66A7DE17"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7A7E4DF3" w14:textId="51000E38"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5A815C96" w14:textId="30A0A19C" w:rsidR="00402599" w:rsidRPr="00BB2256" w:rsidRDefault="00402599" w:rsidP="00402599">
            <w:pPr>
              <w:pStyle w:val="TAL"/>
              <w:rPr>
                <w:rFonts w:cs="Arial"/>
                <w:sz w:val="16"/>
                <w:szCs w:val="16"/>
              </w:rPr>
            </w:pPr>
            <w:r>
              <w:rPr>
                <w:rFonts w:cs="Arial"/>
                <w:sz w:val="16"/>
                <w:szCs w:val="16"/>
              </w:rPr>
              <w:t>CR to TS38.101-1 on introduction of Uplink Full Power Transmission</w:t>
            </w:r>
          </w:p>
        </w:tc>
        <w:tc>
          <w:tcPr>
            <w:tcW w:w="708" w:type="dxa"/>
            <w:shd w:val="solid" w:color="FFFFFF" w:fill="auto"/>
          </w:tcPr>
          <w:p w14:paraId="2FC9C354" w14:textId="3A0E5CF1" w:rsidR="00402599" w:rsidRPr="00BB2256" w:rsidRDefault="00402599" w:rsidP="00402599">
            <w:pPr>
              <w:pStyle w:val="TAL"/>
              <w:rPr>
                <w:sz w:val="16"/>
                <w:szCs w:val="16"/>
              </w:rPr>
            </w:pPr>
            <w:r w:rsidRPr="007B5978">
              <w:rPr>
                <w:sz w:val="16"/>
                <w:szCs w:val="16"/>
              </w:rPr>
              <w:t>16.5.0</w:t>
            </w:r>
          </w:p>
        </w:tc>
      </w:tr>
      <w:tr w:rsidR="00402599" w:rsidRPr="00BB2256" w14:paraId="0D71C4F3" w14:textId="77777777" w:rsidTr="00DC7196">
        <w:trPr>
          <w:jc w:val="center"/>
        </w:trPr>
        <w:tc>
          <w:tcPr>
            <w:tcW w:w="800" w:type="dxa"/>
            <w:shd w:val="solid" w:color="FFFFFF" w:fill="auto"/>
          </w:tcPr>
          <w:p w14:paraId="31A6DC3D" w14:textId="5D22EF78" w:rsidR="00402599" w:rsidRPr="00BB2256" w:rsidRDefault="00402599" w:rsidP="00402599">
            <w:pPr>
              <w:pStyle w:val="TAL"/>
              <w:rPr>
                <w:sz w:val="16"/>
                <w:szCs w:val="16"/>
              </w:rPr>
            </w:pPr>
            <w:r>
              <w:rPr>
                <w:sz w:val="16"/>
                <w:szCs w:val="16"/>
              </w:rPr>
              <w:t>2020-09</w:t>
            </w:r>
          </w:p>
        </w:tc>
        <w:tc>
          <w:tcPr>
            <w:tcW w:w="800" w:type="dxa"/>
            <w:shd w:val="solid" w:color="FFFFFF" w:fill="auto"/>
          </w:tcPr>
          <w:p w14:paraId="695BED5E" w14:textId="2049BED7" w:rsidR="00402599" w:rsidRPr="00BB2256" w:rsidRDefault="00402599" w:rsidP="00402599">
            <w:pPr>
              <w:pStyle w:val="TAL"/>
              <w:rPr>
                <w:sz w:val="16"/>
                <w:szCs w:val="16"/>
              </w:rPr>
            </w:pPr>
            <w:r>
              <w:rPr>
                <w:sz w:val="16"/>
                <w:szCs w:val="16"/>
              </w:rPr>
              <w:t>RAN#89</w:t>
            </w:r>
          </w:p>
        </w:tc>
        <w:tc>
          <w:tcPr>
            <w:tcW w:w="944" w:type="dxa"/>
            <w:shd w:val="solid" w:color="FFFFFF" w:fill="auto"/>
          </w:tcPr>
          <w:p w14:paraId="06AE2DDB" w14:textId="7C16EDF4"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6321E3F4" w14:textId="0A2E607A" w:rsidR="00402599" w:rsidRPr="00BB2256" w:rsidRDefault="00402599" w:rsidP="00402599">
            <w:pPr>
              <w:pStyle w:val="TAL"/>
              <w:rPr>
                <w:rFonts w:cs="Arial"/>
                <w:sz w:val="16"/>
                <w:szCs w:val="16"/>
              </w:rPr>
            </w:pPr>
            <w:r>
              <w:rPr>
                <w:rFonts w:cs="Arial"/>
                <w:sz w:val="16"/>
                <w:szCs w:val="16"/>
              </w:rPr>
              <w:t>0435</w:t>
            </w:r>
          </w:p>
        </w:tc>
        <w:tc>
          <w:tcPr>
            <w:tcW w:w="425" w:type="dxa"/>
            <w:shd w:val="solid" w:color="FFFFFF" w:fill="auto"/>
          </w:tcPr>
          <w:p w14:paraId="2632E6BA" w14:textId="3037CB8A"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09CA344E" w14:textId="67882ED8"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2D4559CC" w14:textId="1D64BABC" w:rsidR="00402599" w:rsidRPr="00BB2256" w:rsidRDefault="00402599" w:rsidP="00402599">
            <w:pPr>
              <w:pStyle w:val="TAL"/>
              <w:rPr>
                <w:rFonts w:cs="Arial"/>
                <w:sz w:val="16"/>
                <w:szCs w:val="16"/>
              </w:rPr>
            </w:pPr>
            <w:r>
              <w:rPr>
                <w:rFonts w:cs="Arial"/>
                <w:sz w:val="16"/>
                <w:szCs w:val="16"/>
              </w:rPr>
              <w:t>Corrections of Japan-related CA co-ex tables for REL-15 combo</w:t>
            </w:r>
          </w:p>
        </w:tc>
        <w:tc>
          <w:tcPr>
            <w:tcW w:w="708" w:type="dxa"/>
            <w:shd w:val="solid" w:color="FFFFFF" w:fill="auto"/>
          </w:tcPr>
          <w:p w14:paraId="5892A932" w14:textId="54106569" w:rsidR="00402599" w:rsidRPr="00BB2256" w:rsidRDefault="00402599" w:rsidP="00402599">
            <w:pPr>
              <w:pStyle w:val="TAL"/>
              <w:rPr>
                <w:sz w:val="16"/>
                <w:szCs w:val="16"/>
              </w:rPr>
            </w:pPr>
            <w:r w:rsidRPr="007B5978">
              <w:rPr>
                <w:sz w:val="16"/>
                <w:szCs w:val="16"/>
              </w:rPr>
              <w:t>16.5.0</w:t>
            </w:r>
          </w:p>
        </w:tc>
      </w:tr>
      <w:tr w:rsidR="00402599" w:rsidRPr="00BB2256" w14:paraId="38ADE08F" w14:textId="77777777" w:rsidTr="00DC7196">
        <w:trPr>
          <w:jc w:val="center"/>
        </w:trPr>
        <w:tc>
          <w:tcPr>
            <w:tcW w:w="800" w:type="dxa"/>
            <w:shd w:val="solid" w:color="FFFFFF" w:fill="auto"/>
          </w:tcPr>
          <w:p w14:paraId="609D5353" w14:textId="482AF554" w:rsidR="00402599" w:rsidRPr="00BB2256" w:rsidRDefault="00402599" w:rsidP="00402599">
            <w:pPr>
              <w:pStyle w:val="TAL"/>
              <w:rPr>
                <w:sz w:val="16"/>
                <w:szCs w:val="16"/>
              </w:rPr>
            </w:pPr>
            <w:r>
              <w:rPr>
                <w:sz w:val="16"/>
                <w:szCs w:val="16"/>
              </w:rPr>
              <w:t>2020-09</w:t>
            </w:r>
          </w:p>
        </w:tc>
        <w:tc>
          <w:tcPr>
            <w:tcW w:w="800" w:type="dxa"/>
            <w:shd w:val="solid" w:color="FFFFFF" w:fill="auto"/>
          </w:tcPr>
          <w:p w14:paraId="0E928813" w14:textId="33126C56" w:rsidR="00402599" w:rsidRPr="00BB2256" w:rsidRDefault="00402599" w:rsidP="00402599">
            <w:pPr>
              <w:pStyle w:val="TAL"/>
              <w:rPr>
                <w:sz w:val="16"/>
                <w:szCs w:val="16"/>
              </w:rPr>
            </w:pPr>
            <w:r>
              <w:rPr>
                <w:sz w:val="16"/>
                <w:szCs w:val="16"/>
              </w:rPr>
              <w:t>RAN#89</w:t>
            </w:r>
          </w:p>
        </w:tc>
        <w:tc>
          <w:tcPr>
            <w:tcW w:w="944" w:type="dxa"/>
            <w:shd w:val="solid" w:color="FFFFFF" w:fill="auto"/>
          </w:tcPr>
          <w:p w14:paraId="267AEA1D" w14:textId="16B3AEDE" w:rsidR="00402599" w:rsidRPr="00BB2256" w:rsidRDefault="00402599" w:rsidP="00402599">
            <w:pPr>
              <w:pStyle w:val="TAL"/>
              <w:rPr>
                <w:rFonts w:cs="Arial"/>
                <w:sz w:val="16"/>
                <w:szCs w:val="16"/>
              </w:rPr>
            </w:pPr>
            <w:r>
              <w:rPr>
                <w:rFonts w:cs="Arial"/>
                <w:sz w:val="16"/>
                <w:szCs w:val="16"/>
              </w:rPr>
              <w:t>RP-201492</w:t>
            </w:r>
          </w:p>
        </w:tc>
        <w:tc>
          <w:tcPr>
            <w:tcW w:w="575" w:type="dxa"/>
            <w:shd w:val="solid" w:color="FFFFFF" w:fill="auto"/>
          </w:tcPr>
          <w:p w14:paraId="547430A0" w14:textId="6E79F9C5" w:rsidR="00402599" w:rsidRPr="00BB2256" w:rsidRDefault="00402599" w:rsidP="00402599">
            <w:pPr>
              <w:pStyle w:val="TAL"/>
              <w:rPr>
                <w:rFonts w:cs="Arial"/>
                <w:sz w:val="16"/>
                <w:szCs w:val="16"/>
              </w:rPr>
            </w:pPr>
            <w:r>
              <w:rPr>
                <w:rFonts w:cs="Arial"/>
                <w:sz w:val="16"/>
                <w:szCs w:val="16"/>
              </w:rPr>
              <w:t>0437</w:t>
            </w:r>
          </w:p>
        </w:tc>
        <w:tc>
          <w:tcPr>
            <w:tcW w:w="425" w:type="dxa"/>
            <w:shd w:val="solid" w:color="FFFFFF" w:fill="auto"/>
          </w:tcPr>
          <w:p w14:paraId="087A5F04" w14:textId="586FEA95"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599BDDB7" w14:textId="5887453F"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4B959756" w14:textId="3C5C88B4" w:rsidR="00402599" w:rsidRPr="00BB2256" w:rsidRDefault="00402599" w:rsidP="00402599">
            <w:pPr>
              <w:pStyle w:val="TAL"/>
              <w:rPr>
                <w:rFonts w:cs="Arial"/>
                <w:sz w:val="16"/>
                <w:szCs w:val="16"/>
              </w:rPr>
            </w:pPr>
            <w:r>
              <w:rPr>
                <w:rFonts w:cs="Arial"/>
                <w:sz w:val="16"/>
                <w:szCs w:val="16"/>
              </w:rPr>
              <w:t>Correction on 5G V2X UE RF requirements in rel-16</w:t>
            </w:r>
          </w:p>
        </w:tc>
        <w:tc>
          <w:tcPr>
            <w:tcW w:w="708" w:type="dxa"/>
            <w:shd w:val="solid" w:color="FFFFFF" w:fill="auto"/>
          </w:tcPr>
          <w:p w14:paraId="44DBA0A0" w14:textId="140F6183" w:rsidR="00402599" w:rsidRPr="00BB2256" w:rsidRDefault="00402599" w:rsidP="00402599">
            <w:pPr>
              <w:pStyle w:val="TAL"/>
              <w:rPr>
                <w:sz w:val="16"/>
                <w:szCs w:val="16"/>
              </w:rPr>
            </w:pPr>
            <w:r w:rsidRPr="007B5978">
              <w:rPr>
                <w:sz w:val="16"/>
                <w:szCs w:val="16"/>
              </w:rPr>
              <w:t>16.5.0</w:t>
            </w:r>
          </w:p>
        </w:tc>
      </w:tr>
      <w:tr w:rsidR="00402599" w:rsidRPr="00BB2256" w14:paraId="7B5D8364" w14:textId="77777777" w:rsidTr="00DC7196">
        <w:trPr>
          <w:jc w:val="center"/>
        </w:trPr>
        <w:tc>
          <w:tcPr>
            <w:tcW w:w="800" w:type="dxa"/>
            <w:shd w:val="solid" w:color="FFFFFF" w:fill="auto"/>
          </w:tcPr>
          <w:p w14:paraId="018C9DE7" w14:textId="64D2EA65" w:rsidR="00402599" w:rsidRPr="00BB2256" w:rsidRDefault="00402599" w:rsidP="00402599">
            <w:pPr>
              <w:pStyle w:val="TAL"/>
              <w:rPr>
                <w:sz w:val="16"/>
                <w:szCs w:val="16"/>
              </w:rPr>
            </w:pPr>
            <w:r>
              <w:rPr>
                <w:sz w:val="16"/>
                <w:szCs w:val="16"/>
              </w:rPr>
              <w:t>2020-09</w:t>
            </w:r>
          </w:p>
        </w:tc>
        <w:tc>
          <w:tcPr>
            <w:tcW w:w="800" w:type="dxa"/>
            <w:shd w:val="solid" w:color="FFFFFF" w:fill="auto"/>
          </w:tcPr>
          <w:p w14:paraId="0A925321" w14:textId="0A7705A7" w:rsidR="00402599" w:rsidRPr="00BB2256" w:rsidRDefault="00402599" w:rsidP="00402599">
            <w:pPr>
              <w:pStyle w:val="TAL"/>
              <w:rPr>
                <w:sz w:val="16"/>
                <w:szCs w:val="16"/>
              </w:rPr>
            </w:pPr>
            <w:r>
              <w:rPr>
                <w:sz w:val="16"/>
                <w:szCs w:val="16"/>
              </w:rPr>
              <w:t>RAN#89</w:t>
            </w:r>
          </w:p>
        </w:tc>
        <w:tc>
          <w:tcPr>
            <w:tcW w:w="944" w:type="dxa"/>
            <w:shd w:val="solid" w:color="FFFFFF" w:fill="auto"/>
          </w:tcPr>
          <w:p w14:paraId="2A8BD2E9" w14:textId="06482CA1"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51270348" w14:textId="58786A09" w:rsidR="00402599" w:rsidRPr="00BB2256" w:rsidRDefault="00402599" w:rsidP="00402599">
            <w:pPr>
              <w:pStyle w:val="TAL"/>
              <w:rPr>
                <w:rFonts w:cs="Arial"/>
                <w:sz w:val="16"/>
                <w:szCs w:val="16"/>
              </w:rPr>
            </w:pPr>
            <w:r>
              <w:rPr>
                <w:rFonts w:cs="Arial"/>
                <w:sz w:val="16"/>
                <w:szCs w:val="16"/>
              </w:rPr>
              <w:t>0438</w:t>
            </w:r>
          </w:p>
        </w:tc>
        <w:tc>
          <w:tcPr>
            <w:tcW w:w="425" w:type="dxa"/>
            <w:shd w:val="solid" w:color="FFFFFF" w:fill="auto"/>
          </w:tcPr>
          <w:p w14:paraId="60B5C00D" w14:textId="1E88C78B" w:rsidR="00402599" w:rsidRPr="00BB2256" w:rsidRDefault="00402599" w:rsidP="00402599">
            <w:pPr>
              <w:pStyle w:val="TAL"/>
              <w:jc w:val="center"/>
              <w:rPr>
                <w:rFonts w:cs="Arial"/>
                <w:sz w:val="16"/>
                <w:szCs w:val="16"/>
              </w:rPr>
            </w:pPr>
            <w:r>
              <w:rPr>
                <w:rFonts w:cs="Arial"/>
                <w:sz w:val="16"/>
                <w:szCs w:val="16"/>
              </w:rPr>
              <w:t>2</w:t>
            </w:r>
          </w:p>
        </w:tc>
        <w:tc>
          <w:tcPr>
            <w:tcW w:w="425" w:type="dxa"/>
            <w:shd w:val="solid" w:color="FFFFFF" w:fill="auto"/>
          </w:tcPr>
          <w:p w14:paraId="3795A19E" w14:textId="005BE509"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0265FDA6" w14:textId="44F52307" w:rsidR="00402599" w:rsidRPr="00BB2256" w:rsidRDefault="00402599" w:rsidP="00402599">
            <w:pPr>
              <w:pStyle w:val="TAL"/>
              <w:rPr>
                <w:rFonts w:cs="Arial"/>
                <w:sz w:val="16"/>
                <w:szCs w:val="16"/>
              </w:rPr>
            </w:pPr>
            <w:r>
              <w:rPr>
                <w:rFonts w:cs="Arial"/>
                <w:sz w:val="16"/>
                <w:szCs w:val="16"/>
              </w:rPr>
              <w:t>A-MPR definition for CA_n48B, CA_n41B and CA_n41C</w:t>
            </w:r>
          </w:p>
        </w:tc>
        <w:tc>
          <w:tcPr>
            <w:tcW w:w="708" w:type="dxa"/>
            <w:shd w:val="solid" w:color="FFFFFF" w:fill="auto"/>
          </w:tcPr>
          <w:p w14:paraId="1DC07537" w14:textId="2D1C9570" w:rsidR="00402599" w:rsidRPr="00BB2256" w:rsidRDefault="00402599" w:rsidP="00402599">
            <w:pPr>
              <w:pStyle w:val="TAL"/>
              <w:rPr>
                <w:sz w:val="16"/>
                <w:szCs w:val="16"/>
              </w:rPr>
            </w:pPr>
            <w:r w:rsidRPr="007B5978">
              <w:rPr>
                <w:sz w:val="16"/>
                <w:szCs w:val="16"/>
              </w:rPr>
              <w:t>16.5.0</w:t>
            </w:r>
          </w:p>
        </w:tc>
      </w:tr>
      <w:tr w:rsidR="00402599" w:rsidRPr="00BB2256" w14:paraId="4839F5CD" w14:textId="77777777" w:rsidTr="00DC7196">
        <w:trPr>
          <w:jc w:val="center"/>
        </w:trPr>
        <w:tc>
          <w:tcPr>
            <w:tcW w:w="800" w:type="dxa"/>
            <w:shd w:val="solid" w:color="FFFFFF" w:fill="auto"/>
          </w:tcPr>
          <w:p w14:paraId="60FD742D" w14:textId="13208CCC" w:rsidR="00402599" w:rsidRPr="00BB2256" w:rsidRDefault="00402599" w:rsidP="00402599">
            <w:pPr>
              <w:pStyle w:val="TAL"/>
              <w:rPr>
                <w:sz w:val="16"/>
                <w:szCs w:val="16"/>
              </w:rPr>
            </w:pPr>
            <w:r>
              <w:rPr>
                <w:sz w:val="16"/>
                <w:szCs w:val="16"/>
              </w:rPr>
              <w:t>2020-09</w:t>
            </w:r>
          </w:p>
        </w:tc>
        <w:tc>
          <w:tcPr>
            <w:tcW w:w="800" w:type="dxa"/>
            <w:shd w:val="solid" w:color="FFFFFF" w:fill="auto"/>
          </w:tcPr>
          <w:p w14:paraId="765EDAD4" w14:textId="62C61944" w:rsidR="00402599" w:rsidRPr="00BB2256" w:rsidRDefault="00402599" w:rsidP="00402599">
            <w:pPr>
              <w:pStyle w:val="TAL"/>
              <w:rPr>
                <w:sz w:val="16"/>
                <w:szCs w:val="16"/>
              </w:rPr>
            </w:pPr>
            <w:r>
              <w:rPr>
                <w:sz w:val="16"/>
                <w:szCs w:val="16"/>
              </w:rPr>
              <w:t>RAN#89</w:t>
            </w:r>
          </w:p>
        </w:tc>
        <w:tc>
          <w:tcPr>
            <w:tcW w:w="944" w:type="dxa"/>
            <w:shd w:val="solid" w:color="FFFFFF" w:fill="auto"/>
          </w:tcPr>
          <w:p w14:paraId="2FFDFA37" w14:textId="19E4D5E3"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3D74EBEB" w14:textId="606E2CF6" w:rsidR="00402599" w:rsidRPr="00BB2256" w:rsidRDefault="00402599" w:rsidP="00402599">
            <w:pPr>
              <w:pStyle w:val="TAL"/>
              <w:rPr>
                <w:rFonts w:cs="Arial"/>
                <w:sz w:val="16"/>
                <w:szCs w:val="16"/>
              </w:rPr>
            </w:pPr>
            <w:r>
              <w:rPr>
                <w:rFonts w:cs="Arial"/>
                <w:sz w:val="16"/>
                <w:szCs w:val="16"/>
              </w:rPr>
              <w:t>0439</w:t>
            </w:r>
          </w:p>
        </w:tc>
        <w:tc>
          <w:tcPr>
            <w:tcW w:w="425" w:type="dxa"/>
            <w:shd w:val="solid" w:color="FFFFFF" w:fill="auto"/>
          </w:tcPr>
          <w:p w14:paraId="498B6B57" w14:textId="7DBFB707"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04A1C1B3" w14:textId="3EDD71B7"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4C90A261" w14:textId="0B4DA1E2" w:rsidR="00402599" w:rsidRPr="00BB2256" w:rsidRDefault="00402599" w:rsidP="00402599">
            <w:pPr>
              <w:pStyle w:val="TAL"/>
              <w:rPr>
                <w:rFonts w:cs="Arial"/>
                <w:sz w:val="16"/>
                <w:szCs w:val="16"/>
              </w:rPr>
            </w:pPr>
            <w:r>
              <w:rPr>
                <w:rFonts w:cs="Arial"/>
                <w:sz w:val="16"/>
                <w:szCs w:val="16"/>
              </w:rPr>
              <w:t>CR Restoring the clause structure of NR FR1 uplink contiguous intraband CA</w:t>
            </w:r>
          </w:p>
        </w:tc>
        <w:tc>
          <w:tcPr>
            <w:tcW w:w="708" w:type="dxa"/>
            <w:shd w:val="solid" w:color="FFFFFF" w:fill="auto"/>
          </w:tcPr>
          <w:p w14:paraId="63B23F79" w14:textId="3C9DC207" w:rsidR="00402599" w:rsidRPr="00BB2256" w:rsidRDefault="00402599" w:rsidP="00402599">
            <w:pPr>
              <w:pStyle w:val="TAL"/>
              <w:rPr>
                <w:sz w:val="16"/>
                <w:szCs w:val="16"/>
              </w:rPr>
            </w:pPr>
            <w:r w:rsidRPr="007B5978">
              <w:rPr>
                <w:sz w:val="16"/>
                <w:szCs w:val="16"/>
              </w:rPr>
              <w:t>16.5.0</w:t>
            </w:r>
          </w:p>
        </w:tc>
      </w:tr>
      <w:tr w:rsidR="00402599" w:rsidRPr="00BB2256" w14:paraId="6703743C" w14:textId="77777777" w:rsidTr="00DC7196">
        <w:trPr>
          <w:jc w:val="center"/>
        </w:trPr>
        <w:tc>
          <w:tcPr>
            <w:tcW w:w="800" w:type="dxa"/>
            <w:shd w:val="solid" w:color="FFFFFF" w:fill="auto"/>
          </w:tcPr>
          <w:p w14:paraId="72978213" w14:textId="64C43784" w:rsidR="00402599" w:rsidRPr="00BB2256" w:rsidRDefault="00402599" w:rsidP="00402599">
            <w:pPr>
              <w:pStyle w:val="TAL"/>
              <w:rPr>
                <w:sz w:val="16"/>
                <w:szCs w:val="16"/>
              </w:rPr>
            </w:pPr>
            <w:r>
              <w:rPr>
                <w:sz w:val="16"/>
                <w:szCs w:val="16"/>
              </w:rPr>
              <w:t>2020-09</w:t>
            </w:r>
          </w:p>
        </w:tc>
        <w:tc>
          <w:tcPr>
            <w:tcW w:w="800" w:type="dxa"/>
            <w:shd w:val="solid" w:color="FFFFFF" w:fill="auto"/>
          </w:tcPr>
          <w:p w14:paraId="3966137B" w14:textId="5692BFC8" w:rsidR="00402599" w:rsidRPr="00BB2256" w:rsidRDefault="00402599" w:rsidP="00402599">
            <w:pPr>
              <w:pStyle w:val="TAL"/>
              <w:rPr>
                <w:sz w:val="16"/>
                <w:szCs w:val="16"/>
              </w:rPr>
            </w:pPr>
            <w:r>
              <w:rPr>
                <w:sz w:val="16"/>
                <w:szCs w:val="16"/>
              </w:rPr>
              <w:t>RAN#89</w:t>
            </w:r>
          </w:p>
        </w:tc>
        <w:tc>
          <w:tcPr>
            <w:tcW w:w="944" w:type="dxa"/>
            <w:shd w:val="solid" w:color="FFFFFF" w:fill="auto"/>
          </w:tcPr>
          <w:p w14:paraId="1C0623D6" w14:textId="7AEE1E2F" w:rsidR="00402599" w:rsidRPr="00BB2256" w:rsidRDefault="00402599" w:rsidP="00402599">
            <w:pPr>
              <w:pStyle w:val="TAL"/>
              <w:rPr>
                <w:rFonts w:cs="Arial"/>
                <w:sz w:val="16"/>
                <w:szCs w:val="16"/>
              </w:rPr>
            </w:pPr>
            <w:r>
              <w:rPr>
                <w:rFonts w:cs="Arial"/>
                <w:sz w:val="16"/>
                <w:szCs w:val="16"/>
              </w:rPr>
              <w:t>RP-201492</w:t>
            </w:r>
          </w:p>
        </w:tc>
        <w:tc>
          <w:tcPr>
            <w:tcW w:w="575" w:type="dxa"/>
            <w:shd w:val="solid" w:color="FFFFFF" w:fill="auto"/>
          </w:tcPr>
          <w:p w14:paraId="32998D87" w14:textId="50606228" w:rsidR="00402599" w:rsidRPr="00BB2256" w:rsidRDefault="00402599" w:rsidP="00402599">
            <w:pPr>
              <w:pStyle w:val="TAL"/>
              <w:rPr>
                <w:rFonts w:cs="Arial"/>
                <w:sz w:val="16"/>
                <w:szCs w:val="16"/>
              </w:rPr>
            </w:pPr>
            <w:r>
              <w:rPr>
                <w:rFonts w:cs="Arial"/>
                <w:sz w:val="16"/>
                <w:szCs w:val="16"/>
              </w:rPr>
              <w:t>0440</w:t>
            </w:r>
          </w:p>
        </w:tc>
        <w:tc>
          <w:tcPr>
            <w:tcW w:w="425" w:type="dxa"/>
            <w:shd w:val="solid" w:color="FFFFFF" w:fill="auto"/>
          </w:tcPr>
          <w:p w14:paraId="47D74424" w14:textId="1CA268DB"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285DF996" w14:textId="1D9D689C"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383CC789" w14:textId="3C480284" w:rsidR="00402599" w:rsidRPr="00BB2256" w:rsidRDefault="00402599" w:rsidP="00402599">
            <w:pPr>
              <w:pStyle w:val="TAL"/>
              <w:rPr>
                <w:rFonts w:cs="Arial"/>
                <w:sz w:val="16"/>
                <w:szCs w:val="16"/>
              </w:rPr>
            </w:pPr>
            <w:r>
              <w:rPr>
                <w:rFonts w:cs="Arial"/>
                <w:sz w:val="16"/>
                <w:szCs w:val="16"/>
              </w:rPr>
              <w:t>CR on TS38.101-1 for NR V2X</w:t>
            </w:r>
          </w:p>
        </w:tc>
        <w:tc>
          <w:tcPr>
            <w:tcW w:w="708" w:type="dxa"/>
            <w:shd w:val="solid" w:color="FFFFFF" w:fill="auto"/>
          </w:tcPr>
          <w:p w14:paraId="0EBF96A8" w14:textId="0B29664E" w:rsidR="00402599" w:rsidRPr="00BB2256" w:rsidRDefault="00402599" w:rsidP="00402599">
            <w:pPr>
              <w:pStyle w:val="TAL"/>
              <w:rPr>
                <w:sz w:val="16"/>
                <w:szCs w:val="16"/>
              </w:rPr>
            </w:pPr>
            <w:r w:rsidRPr="007B5978">
              <w:rPr>
                <w:sz w:val="16"/>
                <w:szCs w:val="16"/>
              </w:rPr>
              <w:t>16.5.0</w:t>
            </w:r>
          </w:p>
        </w:tc>
      </w:tr>
      <w:tr w:rsidR="00402599" w:rsidRPr="00BB2256" w14:paraId="6B3AB60F" w14:textId="77777777" w:rsidTr="00DC7196">
        <w:trPr>
          <w:jc w:val="center"/>
        </w:trPr>
        <w:tc>
          <w:tcPr>
            <w:tcW w:w="800" w:type="dxa"/>
            <w:shd w:val="solid" w:color="FFFFFF" w:fill="auto"/>
          </w:tcPr>
          <w:p w14:paraId="0A8F0D66" w14:textId="56D44D06" w:rsidR="00402599" w:rsidRPr="00BB2256" w:rsidRDefault="00402599" w:rsidP="00402599">
            <w:pPr>
              <w:pStyle w:val="TAL"/>
              <w:rPr>
                <w:sz w:val="16"/>
                <w:szCs w:val="16"/>
              </w:rPr>
            </w:pPr>
            <w:r>
              <w:rPr>
                <w:sz w:val="16"/>
                <w:szCs w:val="16"/>
              </w:rPr>
              <w:t>2020-09</w:t>
            </w:r>
          </w:p>
        </w:tc>
        <w:tc>
          <w:tcPr>
            <w:tcW w:w="800" w:type="dxa"/>
            <w:shd w:val="solid" w:color="FFFFFF" w:fill="auto"/>
          </w:tcPr>
          <w:p w14:paraId="2D01AF3D" w14:textId="299BB234" w:rsidR="00402599" w:rsidRPr="00BB2256" w:rsidRDefault="00402599" w:rsidP="00402599">
            <w:pPr>
              <w:pStyle w:val="TAL"/>
              <w:rPr>
                <w:sz w:val="16"/>
                <w:szCs w:val="16"/>
              </w:rPr>
            </w:pPr>
            <w:r>
              <w:rPr>
                <w:sz w:val="16"/>
                <w:szCs w:val="16"/>
              </w:rPr>
              <w:t>RAN#89</w:t>
            </w:r>
          </w:p>
        </w:tc>
        <w:tc>
          <w:tcPr>
            <w:tcW w:w="944" w:type="dxa"/>
            <w:shd w:val="solid" w:color="FFFFFF" w:fill="auto"/>
          </w:tcPr>
          <w:p w14:paraId="34AC7EF1" w14:textId="1C08DE2C"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588EBDD7" w14:textId="3AC2F45A" w:rsidR="00402599" w:rsidRPr="00BB2256" w:rsidRDefault="00402599" w:rsidP="00402599">
            <w:pPr>
              <w:pStyle w:val="TAL"/>
              <w:rPr>
                <w:rFonts w:cs="Arial"/>
                <w:sz w:val="16"/>
                <w:szCs w:val="16"/>
              </w:rPr>
            </w:pPr>
            <w:r>
              <w:rPr>
                <w:rFonts w:cs="Arial"/>
                <w:sz w:val="16"/>
                <w:szCs w:val="16"/>
              </w:rPr>
              <w:t>0442</w:t>
            </w:r>
          </w:p>
        </w:tc>
        <w:tc>
          <w:tcPr>
            <w:tcW w:w="425" w:type="dxa"/>
            <w:shd w:val="solid" w:color="FFFFFF" w:fill="auto"/>
          </w:tcPr>
          <w:p w14:paraId="7715B639" w14:textId="6424E5B4"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16FC8FBC" w14:textId="768D0F64"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7222EFD8" w14:textId="31954A43" w:rsidR="00402599" w:rsidRPr="00BB2256" w:rsidRDefault="00402599" w:rsidP="00402599">
            <w:pPr>
              <w:pStyle w:val="TAL"/>
              <w:rPr>
                <w:rFonts w:cs="Arial"/>
                <w:sz w:val="16"/>
                <w:szCs w:val="16"/>
              </w:rPr>
            </w:pPr>
            <w:r>
              <w:rPr>
                <w:rFonts w:cs="Arial"/>
                <w:sz w:val="16"/>
                <w:szCs w:val="16"/>
              </w:rPr>
              <w:t>30k SSB SCS for Band n34 and n39</w:t>
            </w:r>
          </w:p>
        </w:tc>
        <w:tc>
          <w:tcPr>
            <w:tcW w:w="708" w:type="dxa"/>
            <w:shd w:val="solid" w:color="FFFFFF" w:fill="auto"/>
          </w:tcPr>
          <w:p w14:paraId="4158156C" w14:textId="4E46770E" w:rsidR="00402599" w:rsidRPr="00BB2256" w:rsidRDefault="00402599" w:rsidP="00402599">
            <w:pPr>
              <w:pStyle w:val="TAL"/>
              <w:rPr>
                <w:sz w:val="16"/>
                <w:szCs w:val="16"/>
              </w:rPr>
            </w:pPr>
            <w:r w:rsidRPr="007B5978">
              <w:rPr>
                <w:sz w:val="16"/>
                <w:szCs w:val="16"/>
              </w:rPr>
              <w:t>16.5.0</w:t>
            </w:r>
          </w:p>
        </w:tc>
      </w:tr>
      <w:tr w:rsidR="00402599" w:rsidRPr="00BB2256" w14:paraId="764ECDDD" w14:textId="77777777" w:rsidTr="00DC7196">
        <w:trPr>
          <w:jc w:val="center"/>
        </w:trPr>
        <w:tc>
          <w:tcPr>
            <w:tcW w:w="800" w:type="dxa"/>
            <w:shd w:val="solid" w:color="FFFFFF" w:fill="auto"/>
          </w:tcPr>
          <w:p w14:paraId="466757E2" w14:textId="55103242" w:rsidR="00402599" w:rsidRPr="00BB2256" w:rsidRDefault="00402599" w:rsidP="00402599">
            <w:pPr>
              <w:pStyle w:val="TAL"/>
              <w:rPr>
                <w:sz w:val="16"/>
                <w:szCs w:val="16"/>
              </w:rPr>
            </w:pPr>
            <w:r>
              <w:rPr>
                <w:sz w:val="16"/>
                <w:szCs w:val="16"/>
              </w:rPr>
              <w:t>2020-09</w:t>
            </w:r>
          </w:p>
        </w:tc>
        <w:tc>
          <w:tcPr>
            <w:tcW w:w="800" w:type="dxa"/>
            <w:shd w:val="solid" w:color="FFFFFF" w:fill="auto"/>
          </w:tcPr>
          <w:p w14:paraId="05A34B74" w14:textId="6964DEBF" w:rsidR="00402599" w:rsidRPr="00BB2256" w:rsidRDefault="00402599" w:rsidP="00402599">
            <w:pPr>
              <w:pStyle w:val="TAL"/>
              <w:rPr>
                <w:sz w:val="16"/>
                <w:szCs w:val="16"/>
              </w:rPr>
            </w:pPr>
            <w:r>
              <w:rPr>
                <w:sz w:val="16"/>
                <w:szCs w:val="16"/>
              </w:rPr>
              <w:t>RAN#89</w:t>
            </w:r>
          </w:p>
        </w:tc>
        <w:tc>
          <w:tcPr>
            <w:tcW w:w="944" w:type="dxa"/>
            <w:shd w:val="solid" w:color="FFFFFF" w:fill="auto"/>
          </w:tcPr>
          <w:p w14:paraId="64924627" w14:textId="1B400372"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5A9A3C07" w14:textId="1C9469D7" w:rsidR="00402599" w:rsidRPr="00BB2256" w:rsidRDefault="00402599" w:rsidP="00402599">
            <w:pPr>
              <w:pStyle w:val="TAL"/>
              <w:rPr>
                <w:rFonts w:cs="Arial"/>
                <w:sz w:val="16"/>
                <w:szCs w:val="16"/>
              </w:rPr>
            </w:pPr>
            <w:r>
              <w:rPr>
                <w:rFonts w:cs="Arial"/>
                <w:sz w:val="16"/>
                <w:szCs w:val="16"/>
              </w:rPr>
              <w:t>0444</w:t>
            </w:r>
          </w:p>
        </w:tc>
        <w:tc>
          <w:tcPr>
            <w:tcW w:w="425" w:type="dxa"/>
            <w:shd w:val="solid" w:color="FFFFFF" w:fill="auto"/>
          </w:tcPr>
          <w:p w14:paraId="69FDCE07" w14:textId="04AD0FFC"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48D5DB8D" w14:textId="7E4AF6D5"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4F549779" w14:textId="474EAAAE" w:rsidR="00402599" w:rsidRPr="00BB2256" w:rsidRDefault="00402599" w:rsidP="00402599">
            <w:pPr>
              <w:pStyle w:val="TAL"/>
              <w:rPr>
                <w:rFonts w:cs="Arial"/>
                <w:sz w:val="16"/>
                <w:szCs w:val="16"/>
              </w:rPr>
            </w:pPr>
            <w:r>
              <w:rPr>
                <w:rFonts w:cs="Arial"/>
                <w:sz w:val="16"/>
                <w:szCs w:val="16"/>
              </w:rPr>
              <w:t>Correction for 5 MHz channel bandwidth for n50 and introduction of Annex H</w:t>
            </w:r>
          </w:p>
        </w:tc>
        <w:tc>
          <w:tcPr>
            <w:tcW w:w="708" w:type="dxa"/>
            <w:shd w:val="solid" w:color="FFFFFF" w:fill="auto"/>
          </w:tcPr>
          <w:p w14:paraId="7B43E255" w14:textId="00524130" w:rsidR="00402599" w:rsidRPr="00BB2256" w:rsidRDefault="00402599" w:rsidP="00402599">
            <w:pPr>
              <w:pStyle w:val="TAL"/>
              <w:rPr>
                <w:sz w:val="16"/>
                <w:szCs w:val="16"/>
              </w:rPr>
            </w:pPr>
            <w:r w:rsidRPr="007B5978">
              <w:rPr>
                <w:sz w:val="16"/>
                <w:szCs w:val="16"/>
              </w:rPr>
              <w:t>16.5.0</w:t>
            </w:r>
          </w:p>
        </w:tc>
      </w:tr>
      <w:tr w:rsidR="00402599" w:rsidRPr="00BB2256" w14:paraId="0D6D4062" w14:textId="77777777" w:rsidTr="00DC7196">
        <w:trPr>
          <w:jc w:val="center"/>
        </w:trPr>
        <w:tc>
          <w:tcPr>
            <w:tcW w:w="800" w:type="dxa"/>
            <w:shd w:val="solid" w:color="FFFFFF" w:fill="auto"/>
          </w:tcPr>
          <w:p w14:paraId="483C8235" w14:textId="5DC23E3F" w:rsidR="00402599" w:rsidRPr="00BB2256" w:rsidRDefault="00402599" w:rsidP="00402599">
            <w:pPr>
              <w:pStyle w:val="TAL"/>
              <w:rPr>
                <w:sz w:val="16"/>
                <w:szCs w:val="16"/>
              </w:rPr>
            </w:pPr>
            <w:r>
              <w:rPr>
                <w:sz w:val="16"/>
                <w:szCs w:val="16"/>
              </w:rPr>
              <w:t>2020-09</w:t>
            </w:r>
          </w:p>
        </w:tc>
        <w:tc>
          <w:tcPr>
            <w:tcW w:w="800" w:type="dxa"/>
            <w:shd w:val="solid" w:color="FFFFFF" w:fill="auto"/>
          </w:tcPr>
          <w:p w14:paraId="545C0CE2" w14:textId="7FDAD033" w:rsidR="00402599" w:rsidRPr="00BB2256" w:rsidRDefault="00402599" w:rsidP="00402599">
            <w:pPr>
              <w:pStyle w:val="TAL"/>
              <w:rPr>
                <w:sz w:val="16"/>
                <w:szCs w:val="16"/>
              </w:rPr>
            </w:pPr>
            <w:r>
              <w:rPr>
                <w:sz w:val="16"/>
                <w:szCs w:val="16"/>
              </w:rPr>
              <w:t>RAN#89</w:t>
            </w:r>
          </w:p>
        </w:tc>
        <w:tc>
          <w:tcPr>
            <w:tcW w:w="944" w:type="dxa"/>
            <w:shd w:val="solid" w:color="FFFFFF" w:fill="auto"/>
          </w:tcPr>
          <w:p w14:paraId="6A672DF0" w14:textId="01D0EE81"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135A4959" w14:textId="1CEC43BD" w:rsidR="00402599" w:rsidRPr="00BB2256" w:rsidRDefault="00402599" w:rsidP="00402599">
            <w:pPr>
              <w:pStyle w:val="TAL"/>
              <w:rPr>
                <w:rFonts w:cs="Arial"/>
                <w:sz w:val="16"/>
                <w:szCs w:val="16"/>
              </w:rPr>
            </w:pPr>
            <w:r>
              <w:rPr>
                <w:rFonts w:cs="Arial"/>
                <w:sz w:val="16"/>
                <w:szCs w:val="16"/>
              </w:rPr>
              <w:t>0458</w:t>
            </w:r>
          </w:p>
        </w:tc>
        <w:tc>
          <w:tcPr>
            <w:tcW w:w="425" w:type="dxa"/>
            <w:shd w:val="solid" w:color="FFFFFF" w:fill="auto"/>
          </w:tcPr>
          <w:p w14:paraId="09BCAA29" w14:textId="2EEF74F7"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25D89DAB" w14:textId="3366F043"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02257A7F" w14:textId="2FF6B3D9" w:rsidR="00402599" w:rsidRPr="00BB2256" w:rsidRDefault="00402599" w:rsidP="00402599">
            <w:pPr>
              <w:pStyle w:val="TAL"/>
              <w:rPr>
                <w:rFonts w:cs="Arial"/>
                <w:sz w:val="16"/>
                <w:szCs w:val="16"/>
              </w:rPr>
            </w:pPr>
            <w:r>
              <w:rPr>
                <w:rFonts w:cs="Arial"/>
                <w:sz w:val="16"/>
                <w:szCs w:val="16"/>
              </w:rPr>
              <w:t>CR for 38.101-1 FRC corrections (R16)</w:t>
            </w:r>
          </w:p>
        </w:tc>
        <w:tc>
          <w:tcPr>
            <w:tcW w:w="708" w:type="dxa"/>
            <w:shd w:val="solid" w:color="FFFFFF" w:fill="auto"/>
          </w:tcPr>
          <w:p w14:paraId="72D917A6" w14:textId="6E9B6D88" w:rsidR="00402599" w:rsidRPr="00BB2256" w:rsidRDefault="00402599" w:rsidP="00402599">
            <w:pPr>
              <w:pStyle w:val="TAL"/>
              <w:rPr>
                <w:sz w:val="16"/>
                <w:szCs w:val="16"/>
              </w:rPr>
            </w:pPr>
            <w:r w:rsidRPr="007B5978">
              <w:rPr>
                <w:sz w:val="16"/>
                <w:szCs w:val="16"/>
              </w:rPr>
              <w:t>16.5.0</w:t>
            </w:r>
          </w:p>
        </w:tc>
      </w:tr>
      <w:tr w:rsidR="00402599" w:rsidRPr="00BB2256" w14:paraId="6CD93AB0" w14:textId="77777777" w:rsidTr="00DC7196">
        <w:trPr>
          <w:jc w:val="center"/>
        </w:trPr>
        <w:tc>
          <w:tcPr>
            <w:tcW w:w="800" w:type="dxa"/>
            <w:shd w:val="solid" w:color="FFFFFF" w:fill="auto"/>
          </w:tcPr>
          <w:p w14:paraId="334BAA92" w14:textId="08722227" w:rsidR="00402599" w:rsidRPr="00BB2256" w:rsidRDefault="00402599" w:rsidP="00402599">
            <w:pPr>
              <w:pStyle w:val="TAL"/>
              <w:rPr>
                <w:sz w:val="16"/>
                <w:szCs w:val="16"/>
              </w:rPr>
            </w:pPr>
            <w:r>
              <w:rPr>
                <w:sz w:val="16"/>
                <w:szCs w:val="16"/>
              </w:rPr>
              <w:t>2020-09</w:t>
            </w:r>
          </w:p>
        </w:tc>
        <w:tc>
          <w:tcPr>
            <w:tcW w:w="800" w:type="dxa"/>
            <w:shd w:val="solid" w:color="FFFFFF" w:fill="auto"/>
          </w:tcPr>
          <w:p w14:paraId="78DB7B00" w14:textId="1D94DBC1" w:rsidR="00402599" w:rsidRPr="00BB2256" w:rsidRDefault="00402599" w:rsidP="00402599">
            <w:pPr>
              <w:pStyle w:val="TAL"/>
              <w:rPr>
                <w:sz w:val="16"/>
                <w:szCs w:val="16"/>
              </w:rPr>
            </w:pPr>
            <w:r>
              <w:rPr>
                <w:sz w:val="16"/>
                <w:szCs w:val="16"/>
              </w:rPr>
              <w:t>RAN#89</w:t>
            </w:r>
          </w:p>
        </w:tc>
        <w:tc>
          <w:tcPr>
            <w:tcW w:w="944" w:type="dxa"/>
            <w:shd w:val="solid" w:color="FFFFFF" w:fill="auto"/>
          </w:tcPr>
          <w:p w14:paraId="170AB8A5" w14:textId="475A8648" w:rsidR="00402599" w:rsidRPr="00BB2256" w:rsidRDefault="00402599" w:rsidP="00402599">
            <w:pPr>
              <w:pStyle w:val="TAL"/>
              <w:rPr>
                <w:rFonts w:cs="Arial"/>
                <w:sz w:val="16"/>
                <w:szCs w:val="16"/>
              </w:rPr>
            </w:pPr>
            <w:r>
              <w:rPr>
                <w:rFonts w:cs="Arial"/>
                <w:sz w:val="16"/>
                <w:szCs w:val="16"/>
              </w:rPr>
              <w:t>RP-201506</w:t>
            </w:r>
          </w:p>
        </w:tc>
        <w:tc>
          <w:tcPr>
            <w:tcW w:w="575" w:type="dxa"/>
            <w:shd w:val="solid" w:color="FFFFFF" w:fill="auto"/>
          </w:tcPr>
          <w:p w14:paraId="115A5F58" w14:textId="0F1C0D97" w:rsidR="00402599" w:rsidRPr="00BB2256" w:rsidRDefault="00402599" w:rsidP="00402599">
            <w:pPr>
              <w:pStyle w:val="TAL"/>
              <w:rPr>
                <w:rFonts w:cs="Arial"/>
                <w:sz w:val="16"/>
                <w:szCs w:val="16"/>
              </w:rPr>
            </w:pPr>
            <w:r>
              <w:rPr>
                <w:rFonts w:cs="Arial"/>
                <w:sz w:val="16"/>
                <w:szCs w:val="16"/>
              </w:rPr>
              <w:t>0459</w:t>
            </w:r>
          </w:p>
        </w:tc>
        <w:tc>
          <w:tcPr>
            <w:tcW w:w="425" w:type="dxa"/>
            <w:shd w:val="solid" w:color="FFFFFF" w:fill="auto"/>
          </w:tcPr>
          <w:p w14:paraId="53087ECC" w14:textId="424205C3"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07F52B0F" w14:textId="79E3F49C"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638194D8" w14:textId="265E4F1F" w:rsidR="00402599" w:rsidRPr="00BB2256" w:rsidRDefault="00402599" w:rsidP="00402599">
            <w:pPr>
              <w:pStyle w:val="TAL"/>
              <w:rPr>
                <w:rFonts w:cs="Arial"/>
                <w:sz w:val="16"/>
                <w:szCs w:val="16"/>
              </w:rPr>
            </w:pPr>
            <w:r>
              <w:rPr>
                <w:rFonts w:cs="Arial"/>
                <w:sz w:val="16"/>
                <w:szCs w:val="16"/>
              </w:rPr>
              <w:t>CR for 38.101-1 to remove PHS system and 860~890 protection for NR CA band combination with band n1 and band n8</w:t>
            </w:r>
          </w:p>
        </w:tc>
        <w:tc>
          <w:tcPr>
            <w:tcW w:w="708" w:type="dxa"/>
            <w:shd w:val="solid" w:color="FFFFFF" w:fill="auto"/>
          </w:tcPr>
          <w:p w14:paraId="7D381DB9" w14:textId="5BC5E2DB" w:rsidR="00402599" w:rsidRPr="00BB2256" w:rsidRDefault="00402599" w:rsidP="00402599">
            <w:pPr>
              <w:pStyle w:val="TAL"/>
              <w:rPr>
                <w:sz w:val="16"/>
                <w:szCs w:val="16"/>
              </w:rPr>
            </w:pPr>
            <w:r w:rsidRPr="007B5978">
              <w:rPr>
                <w:sz w:val="16"/>
                <w:szCs w:val="16"/>
              </w:rPr>
              <w:t>16.5.0</w:t>
            </w:r>
          </w:p>
        </w:tc>
      </w:tr>
      <w:tr w:rsidR="00402599" w:rsidRPr="00BB2256" w14:paraId="4C5207CA" w14:textId="77777777" w:rsidTr="00DC7196">
        <w:trPr>
          <w:jc w:val="center"/>
        </w:trPr>
        <w:tc>
          <w:tcPr>
            <w:tcW w:w="800" w:type="dxa"/>
            <w:shd w:val="solid" w:color="FFFFFF" w:fill="auto"/>
          </w:tcPr>
          <w:p w14:paraId="64AD7523" w14:textId="72BF4DAE" w:rsidR="00402599" w:rsidRPr="00BB2256" w:rsidRDefault="00402599" w:rsidP="00402599">
            <w:pPr>
              <w:pStyle w:val="TAL"/>
              <w:rPr>
                <w:sz w:val="16"/>
                <w:szCs w:val="16"/>
              </w:rPr>
            </w:pPr>
            <w:r>
              <w:rPr>
                <w:sz w:val="16"/>
                <w:szCs w:val="16"/>
              </w:rPr>
              <w:t>2020-09</w:t>
            </w:r>
          </w:p>
        </w:tc>
        <w:tc>
          <w:tcPr>
            <w:tcW w:w="800" w:type="dxa"/>
            <w:shd w:val="solid" w:color="FFFFFF" w:fill="auto"/>
          </w:tcPr>
          <w:p w14:paraId="6D739BA6" w14:textId="301412DC" w:rsidR="00402599" w:rsidRPr="00BB2256" w:rsidRDefault="00402599" w:rsidP="00402599">
            <w:pPr>
              <w:pStyle w:val="TAL"/>
              <w:rPr>
                <w:sz w:val="16"/>
                <w:szCs w:val="16"/>
              </w:rPr>
            </w:pPr>
            <w:r>
              <w:rPr>
                <w:sz w:val="16"/>
                <w:szCs w:val="16"/>
              </w:rPr>
              <w:t>RAN#89</w:t>
            </w:r>
          </w:p>
        </w:tc>
        <w:tc>
          <w:tcPr>
            <w:tcW w:w="944" w:type="dxa"/>
            <w:shd w:val="solid" w:color="FFFFFF" w:fill="auto"/>
          </w:tcPr>
          <w:p w14:paraId="07272AA4" w14:textId="76DE5391" w:rsidR="00402599" w:rsidRPr="00BB2256" w:rsidRDefault="00402599" w:rsidP="00402599">
            <w:pPr>
              <w:pStyle w:val="TAL"/>
              <w:rPr>
                <w:rFonts w:cs="Arial"/>
                <w:sz w:val="16"/>
                <w:szCs w:val="16"/>
              </w:rPr>
            </w:pPr>
            <w:r>
              <w:rPr>
                <w:rFonts w:cs="Arial"/>
                <w:sz w:val="16"/>
                <w:szCs w:val="16"/>
              </w:rPr>
              <w:t>RP-201506</w:t>
            </w:r>
          </w:p>
        </w:tc>
        <w:tc>
          <w:tcPr>
            <w:tcW w:w="575" w:type="dxa"/>
            <w:shd w:val="solid" w:color="FFFFFF" w:fill="auto"/>
          </w:tcPr>
          <w:p w14:paraId="049B8875" w14:textId="392BFEA8" w:rsidR="00402599" w:rsidRPr="00BB2256" w:rsidRDefault="00402599" w:rsidP="00402599">
            <w:pPr>
              <w:pStyle w:val="TAL"/>
              <w:rPr>
                <w:rFonts w:cs="Arial"/>
                <w:sz w:val="16"/>
                <w:szCs w:val="16"/>
              </w:rPr>
            </w:pPr>
            <w:r>
              <w:rPr>
                <w:rFonts w:cs="Arial"/>
                <w:sz w:val="16"/>
                <w:szCs w:val="16"/>
              </w:rPr>
              <w:t>0460</w:t>
            </w:r>
          </w:p>
        </w:tc>
        <w:tc>
          <w:tcPr>
            <w:tcW w:w="425" w:type="dxa"/>
            <w:shd w:val="solid" w:color="FFFFFF" w:fill="auto"/>
          </w:tcPr>
          <w:p w14:paraId="5DCEB0CA" w14:textId="67D541C7"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5D612FBD" w14:textId="7B496BD2"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74715740" w14:textId="0B0E1016" w:rsidR="00402599" w:rsidRPr="00BB2256" w:rsidRDefault="00402599" w:rsidP="00402599">
            <w:pPr>
              <w:pStyle w:val="TAL"/>
              <w:rPr>
                <w:rFonts w:cs="Arial"/>
                <w:sz w:val="16"/>
                <w:szCs w:val="16"/>
              </w:rPr>
            </w:pPr>
            <w:r>
              <w:rPr>
                <w:rFonts w:cs="Arial"/>
                <w:sz w:val="16"/>
                <w:szCs w:val="16"/>
              </w:rPr>
              <w:t>CR for 38.101-1 to add the missing region for NS_18 and maintenance the ?mprc</w:t>
            </w:r>
          </w:p>
        </w:tc>
        <w:tc>
          <w:tcPr>
            <w:tcW w:w="708" w:type="dxa"/>
            <w:shd w:val="solid" w:color="FFFFFF" w:fill="auto"/>
          </w:tcPr>
          <w:p w14:paraId="3B2D1A2D" w14:textId="519CDBBA" w:rsidR="00402599" w:rsidRPr="00BB2256" w:rsidRDefault="00402599" w:rsidP="00402599">
            <w:pPr>
              <w:pStyle w:val="TAL"/>
              <w:rPr>
                <w:sz w:val="16"/>
                <w:szCs w:val="16"/>
              </w:rPr>
            </w:pPr>
            <w:r w:rsidRPr="007B5978">
              <w:rPr>
                <w:sz w:val="16"/>
                <w:szCs w:val="16"/>
              </w:rPr>
              <w:t>16.5.0</w:t>
            </w:r>
          </w:p>
        </w:tc>
      </w:tr>
      <w:tr w:rsidR="00402599" w:rsidRPr="00BB2256" w14:paraId="46BECB61" w14:textId="77777777" w:rsidTr="00DC7196">
        <w:trPr>
          <w:jc w:val="center"/>
        </w:trPr>
        <w:tc>
          <w:tcPr>
            <w:tcW w:w="800" w:type="dxa"/>
            <w:shd w:val="solid" w:color="FFFFFF" w:fill="auto"/>
          </w:tcPr>
          <w:p w14:paraId="0201A940" w14:textId="0D244523" w:rsidR="00402599" w:rsidRPr="00BB2256" w:rsidRDefault="00402599" w:rsidP="00402599">
            <w:pPr>
              <w:pStyle w:val="TAL"/>
              <w:rPr>
                <w:sz w:val="16"/>
                <w:szCs w:val="16"/>
              </w:rPr>
            </w:pPr>
            <w:r>
              <w:rPr>
                <w:sz w:val="16"/>
                <w:szCs w:val="16"/>
              </w:rPr>
              <w:t>2020-09</w:t>
            </w:r>
          </w:p>
        </w:tc>
        <w:tc>
          <w:tcPr>
            <w:tcW w:w="800" w:type="dxa"/>
            <w:shd w:val="solid" w:color="FFFFFF" w:fill="auto"/>
          </w:tcPr>
          <w:p w14:paraId="14C6C010" w14:textId="437D0091" w:rsidR="00402599" w:rsidRPr="00BB2256" w:rsidRDefault="00402599" w:rsidP="00402599">
            <w:pPr>
              <w:pStyle w:val="TAL"/>
              <w:rPr>
                <w:sz w:val="16"/>
                <w:szCs w:val="16"/>
              </w:rPr>
            </w:pPr>
            <w:r>
              <w:rPr>
                <w:sz w:val="16"/>
                <w:szCs w:val="16"/>
              </w:rPr>
              <w:t>RAN#89</w:t>
            </w:r>
          </w:p>
        </w:tc>
        <w:tc>
          <w:tcPr>
            <w:tcW w:w="944" w:type="dxa"/>
            <w:shd w:val="solid" w:color="FFFFFF" w:fill="auto"/>
          </w:tcPr>
          <w:p w14:paraId="27C2E80E" w14:textId="4A38E998"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7B4D1B14" w14:textId="4ABA5325" w:rsidR="00402599" w:rsidRPr="00BB2256" w:rsidRDefault="00402599" w:rsidP="00402599">
            <w:pPr>
              <w:pStyle w:val="TAL"/>
              <w:rPr>
                <w:rFonts w:cs="Arial"/>
                <w:sz w:val="16"/>
                <w:szCs w:val="16"/>
              </w:rPr>
            </w:pPr>
            <w:r>
              <w:rPr>
                <w:rFonts w:cs="Arial"/>
                <w:sz w:val="16"/>
                <w:szCs w:val="16"/>
              </w:rPr>
              <w:t>0462</w:t>
            </w:r>
          </w:p>
        </w:tc>
        <w:tc>
          <w:tcPr>
            <w:tcW w:w="425" w:type="dxa"/>
            <w:shd w:val="solid" w:color="FFFFFF" w:fill="auto"/>
          </w:tcPr>
          <w:p w14:paraId="5814BEBB" w14:textId="69149605"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2EE5FE80" w14:textId="55CC2704"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486143EC" w14:textId="358BDBD5" w:rsidR="00402599" w:rsidRPr="00BB2256" w:rsidRDefault="00402599" w:rsidP="00402599">
            <w:pPr>
              <w:pStyle w:val="TAL"/>
              <w:rPr>
                <w:rFonts w:cs="Arial"/>
                <w:sz w:val="16"/>
                <w:szCs w:val="16"/>
              </w:rPr>
            </w:pPr>
            <w:r>
              <w:rPr>
                <w:rFonts w:cs="Arial"/>
                <w:sz w:val="16"/>
                <w:szCs w:val="16"/>
              </w:rPr>
              <w:t>CR for 38.101-1 to add the missing MSD for CA_n41A-n78A</w:t>
            </w:r>
          </w:p>
        </w:tc>
        <w:tc>
          <w:tcPr>
            <w:tcW w:w="708" w:type="dxa"/>
            <w:shd w:val="solid" w:color="FFFFFF" w:fill="auto"/>
          </w:tcPr>
          <w:p w14:paraId="5677A341" w14:textId="09A64531" w:rsidR="00402599" w:rsidRPr="00BB2256" w:rsidRDefault="00402599" w:rsidP="00402599">
            <w:pPr>
              <w:pStyle w:val="TAL"/>
              <w:rPr>
                <w:sz w:val="16"/>
                <w:szCs w:val="16"/>
              </w:rPr>
            </w:pPr>
            <w:r w:rsidRPr="007B5978">
              <w:rPr>
                <w:sz w:val="16"/>
                <w:szCs w:val="16"/>
              </w:rPr>
              <w:t>16.5.0</w:t>
            </w:r>
          </w:p>
        </w:tc>
      </w:tr>
      <w:tr w:rsidR="00402599" w:rsidRPr="00BB2256" w14:paraId="52F29407" w14:textId="77777777" w:rsidTr="00DC7196">
        <w:trPr>
          <w:jc w:val="center"/>
        </w:trPr>
        <w:tc>
          <w:tcPr>
            <w:tcW w:w="800" w:type="dxa"/>
            <w:shd w:val="solid" w:color="FFFFFF" w:fill="auto"/>
          </w:tcPr>
          <w:p w14:paraId="208D2F1E" w14:textId="2D8BA500" w:rsidR="00402599" w:rsidRPr="00BB2256" w:rsidRDefault="00402599" w:rsidP="00402599">
            <w:pPr>
              <w:pStyle w:val="TAL"/>
              <w:rPr>
                <w:sz w:val="16"/>
                <w:szCs w:val="16"/>
              </w:rPr>
            </w:pPr>
            <w:r>
              <w:rPr>
                <w:sz w:val="16"/>
                <w:szCs w:val="16"/>
              </w:rPr>
              <w:t>2020-09</w:t>
            </w:r>
          </w:p>
        </w:tc>
        <w:tc>
          <w:tcPr>
            <w:tcW w:w="800" w:type="dxa"/>
            <w:shd w:val="solid" w:color="FFFFFF" w:fill="auto"/>
          </w:tcPr>
          <w:p w14:paraId="6355546F" w14:textId="6145C12C" w:rsidR="00402599" w:rsidRPr="00BB2256" w:rsidRDefault="00402599" w:rsidP="00402599">
            <w:pPr>
              <w:pStyle w:val="TAL"/>
              <w:rPr>
                <w:sz w:val="16"/>
                <w:szCs w:val="16"/>
              </w:rPr>
            </w:pPr>
            <w:r>
              <w:rPr>
                <w:sz w:val="16"/>
                <w:szCs w:val="16"/>
              </w:rPr>
              <w:t>RAN#89</w:t>
            </w:r>
          </w:p>
        </w:tc>
        <w:tc>
          <w:tcPr>
            <w:tcW w:w="944" w:type="dxa"/>
            <w:shd w:val="solid" w:color="FFFFFF" w:fill="auto"/>
          </w:tcPr>
          <w:p w14:paraId="5B950B8D" w14:textId="0466593E"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7FE90945" w14:textId="14019F32" w:rsidR="00402599" w:rsidRPr="00BB2256" w:rsidRDefault="00402599" w:rsidP="00402599">
            <w:pPr>
              <w:pStyle w:val="TAL"/>
              <w:rPr>
                <w:rFonts w:cs="Arial"/>
                <w:sz w:val="16"/>
                <w:szCs w:val="16"/>
              </w:rPr>
            </w:pPr>
            <w:r>
              <w:rPr>
                <w:rFonts w:cs="Arial"/>
                <w:sz w:val="16"/>
                <w:szCs w:val="16"/>
              </w:rPr>
              <w:t>0465</w:t>
            </w:r>
          </w:p>
        </w:tc>
        <w:tc>
          <w:tcPr>
            <w:tcW w:w="425" w:type="dxa"/>
            <w:shd w:val="solid" w:color="FFFFFF" w:fill="auto"/>
          </w:tcPr>
          <w:p w14:paraId="2A158F3C" w14:textId="1D44F35E"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1824AB52" w14:textId="79392B72"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51CD16F2" w14:textId="517D4AED" w:rsidR="00402599" w:rsidRPr="00BB2256" w:rsidRDefault="00402599" w:rsidP="00402599">
            <w:pPr>
              <w:pStyle w:val="TAL"/>
              <w:rPr>
                <w:rFonts w:cs="Arial"/>
                <w:sz w:val="16"/>
                <w:szCs w:val="16"/>
              </w:rPr>
            </w:pPr>
            <w:r>
              <w:rPr>
                <w:rFonts w:cs="Arial"/>
                <w:sz w:val="16"/>
                <w:szCs w:val="16"/>
              </w:rPr>
              <w:t>Correction to configured power with allowance for SRS switching</w:t>
            </w:r>
          </w:p>
        </w:tc>
        <w:tc>
          <w:tcPr>
            <w:tcW w:w="708" w:type="dxa"/>
            <w:shd w:val="solid" w:color="FFFFFF" w:fill="auto"/>
          </w:tcPr>
          <w:p w14:paraId="43F6178F" w14:textId="4AB91B61" w:rsidR="00402599" w:rsidRPr="00BB2256" w:rsidRDefault="00402599" w:rsidP="00402599">
            <w:pPr>
              <w:pStyle w:val="TAL"/>
              <w:rPr>
                <w:sz w:val="16"/>
                <w:szCs w:val="16"/>
              </w:rPr>
            </w:pPr>
            <w:r w:rsidRPr="007B5978">
              <w:rPr>
                <w:sz w:val="16"/>
                <w:szCs w:val="16"/>
              </w:rPr>
              <w:t>16.5.0</w:t>
            </w:r>
          </w:p>
        </w:tc>
      </w:tr>
      <w:tr w:rsidR="00402599" w:rsidRPr="00BB2256" w14:paraId="2DB2E83B" w14:textId="77777777" w:rsidTr="00DC7196">
        <w:trPr>
          <w:jc w:val="center"/>
        </w:trPr>
        <w:tc>
          <w:tcPr>
            <w:tcW w:w="800" w:type="dxa"/>
            <w:shd w:val="solid" w:color="FFFFFF" w:fill="auto"/>
          </w:tcPr>
          <w:p w14:paraId="500FF498" w14:textId="7D7AD774" w:rsidR="00402599" w:rsidRDefault="00402599" w:rsidP="00402599">
            <w:pPr>
              <w:pStyle w:val="TAL"/>
              <w:rPr>
                <w:sz w:val="16"/>
                <w:szCs w:val="16"/>
              </w:rPr>
            </w:pPr>
            <w:r>
              <w:rPr>
                <w:sz w:val="16"/>
                <w:szCs w:val="16"/>
              </w:rPr>
              <w:t>2020-09</w:t>
            </w:r>
          </w:p>
        </w:tc>
        <w:tc>
          <w:tcPr>
            <w:tcW w:w="800" w:type="dxa"/>
            <w:shd w:val="solid" w:color="FFFFFF" w:fill="auto"/>
          </w:tcPr>
          <w:p w14:paraId="0F275446" w14:textId="6CA8727A" w:rsidR="00402599" w:rsidRDefault="00402599" w:rsidP="00402599">
            <w:pPr>
              <w:pStyle w:val="TAL"/>
              <w:rPr>
                <w:sz w:val="16"/>
                <w:szCs w:val="16"/>
              </w:rPr>
            </w:pPr>
            <w:r>
              <w:rPr>
                <w:sz w:val="16"/>
                <w:szCs w:val="16"/>
              </w:rPr>
              <w:t>RAN#89</w:t>
            </w:r>
          </w:p>
        </w:tc>
        <w:tc>
          <w:tcPr>
            <w:tcW w:w="944" w:type="dxa"/>
            <w:shd w:val="solid" w:color="FFFFFF" w:fill="auto"/>
          </w:tcPr>
          <w:p w14:paraId="72D8A7DD" w14:textId="0D212870" w:rsidR="00402599" w:rsidRDefault="00402599" w:rsidP="00402599">
            <w:pPr>
              <w:pStyle w:val="TAL"/>
              <w:rPr>
                <w:rFonts w:cs="Arial"/>
                <w:sz w:val="16"/>
                <w:szCs w:val="16"/>
              </w:rPr>
            </w:pPr>
            <w:r>
              <w:rPr>
                <w:rFonts w:cs="Arial"/>
                <w:sz w:val="16"/>
                <w:szCs w:val="16"/>
              </w:rPr>
              <w:t>RP-202117</w:t>
            </w:r>
          </w:p>
        </w:tc>
        <w:tc>
          <w:tcPr>
            <w:tcW w:w="575" w:type="dxa"/>
            <w:shd w:val="solid" w:color="FFFFFF" w:fill="auto"/>
          </w:tcPr>
          <w:p w14:paraId="7CACD074" w14:textId="39C75DAC" w:rsidR="00402599" w:rsidRDefault="00402599" w:rsidP="00402599">
            <w:pPr>
              <w:pStyle w:val="TAL"/>
              <w:rPr>
                <w:rFonts w:cs="Arial"/>
                <w:sz w:val="16"/>
                <w:szCs w:val="16"/>
              </w:rPr>
            </w:pPr>
            <w:r>
              <w:rPr>
                <w:rFonts w:cs="Arial"/>
                <w:sz w:val="16"/>
                <w:szCs w:val="16"/>
              </w:rPr>
              <w:t>0466</w:t>
            </w:r>
          </w:p>
        </w:tc>
        <w:tc>
          <w:tcPr>
            <w:tcW w:w="425" w:type="dxa"/>
            <w:shd w:val="solid" w:color="FFFFFF" w:fill="auto"/>
          </w:tcPr>
          <w:p w14:paraId="0CC5E60F" w14:textId="77777777" w:rsidR="00402599" w:rsidRDefault="00402599" w:rsidP="00402599">
            <w:pPr>
              <w:pStyle w:val="TAL"/>
              <w:jc w:val="center"/>
              <w:rPr>
                <w:rFonts w:cs="Arial"/>
                <w:sz w:val="16"/>
                <w:szCs w:val="16"/>
              </w:rPr>
            </w:pPr>
          </w:p>
        </w:tc>
        <w:tc>
          <w:tcPr>
            <w:tcW w:w="425" w:type="dxa"/>
            <w:shd w:val="solid" w:color="FFFFFF" w:fill="auto"/>
          </w:tcPr>
          <w:p w14:paraId="1F1780ED" w14:textId="44CB516F" w:rsidR="00402599"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63B9D5C5" w14:textId="5AE331C8" w:rsidR="00402599" w:rsidRDefault="00402599" w:rsidP="00402599">
            <w:pPr>
              <w:pStyle w:val="TAL"/>
              <w:rPr>
                <w:rFonts w:cs="Arial"/>
                <w:sz w:val="16"/>
                <w:szCs w:val="16"/>
              </w:rPr>
            </w:pPr>
            <w:r w:rsidRPr="00402599">
              <w:rPr>
                <w:rFonts w:cs="Arial"/>
                <w:sz w:val="16"/>
                <w:szCs w:val="16"/>
              </w:rPr>
              <w:t>Introduce UE NR-U requirements to 38.101-1 including Band n46 (5 GHz) and Band n96 (6 GHz)</w:t>
            </w:r>
          </w:p>
        </w:tc>
        <w:tc>
          <w:tcPr>
            <w:tcW w:w="708" w:type="dxa"/>
            <w:shd w:val="solid" w:color="FFFFFF" w:fill="auto"/>
          </w:tcPr>
          <w:p w14:paraId="6B4ABFF4" w14:textId="5174B4A3" w:rsidR="00402599" w:rsidRPr="007B5978" w:rsidRDefault="00402599" w:rsidP="00402599">
            <w:pPr>
              <w:pStyle w:val="TAL"/>
              <w:rPr>
                <w:sz w:val="16"/>
                <w:szCs w:val="16"/>
              </w:rPr>
            </w:pPr>
            <w:r w:rsidRPr="007B5978">
              <w:rPr>
                <w:sz w:val="16"/>
                <w:szCs w:val="16"/>
              </w:rPr>
              <w:t>16.5.0</w:t>
            </w:r>
          </w:p>
        </w:tc>
      </w:tr>
      <w:tr w:rsidR="00402599" w:rsidRPr="00BB2256" w14:paraId="374967A7" w14:textId="77777777" w:rsidTr="00DC7196">
        <w:trPr>
          <w:jc w:val="center"/>
        </w:trPr>
        <w:tc>
          <w:tcPr>
            <w:tcW w:w="800" w:type="dxa"/>
            <w:shd w:val="solid" w:color="FFFFFF" w:fill="auto"/>
          </w:tcPr>
          <w:p w14:paraId="3F25AA88" w14:textId="4C109C76" w:rsidR="00402599" w:rsidRPr="00BB2256" w:rsidRDefault="00402599" w:rsidP="00402599">
            <w:pPr>
              <w:pStyle w:val="TAL"/>
              <w:rPr>
                <w:sz w:val="16"/>
                <w:szCs w:val="16"/>
              </w:rPr>
            </w:pPr>
            <w:r>
              <w:rPr>
                <w:sz w:val="16"/>
                <w:szCs w:val="16"/>
              </w:rPr>
              <w:t>2020-09</w:t>
            </w:r>
          </w:p>
        </w:tc>
        <w:tc>
          <w:tcPr>
            <w:tcW w:w="800" w:type="dxa"/>
            <w:shd w:val="solid" w:color="FFFFFF" w:fill="auto"/>
          </w:tcPr>
          <w:p w14:paraId="230C0304" w14:textId="344F2ECA" w:rsidR="00402599" w:rsidRPr="00BB2256" w:rsidRDefault="00402599" w:rsidP="00402599">
            <w:pPr>
              <w:pStyle w:val="TAL"/>
              <w:rPr>
                <w:sz w:val="16"/>
                <w:szCs w:val="16"/>
              </w:rPr>
            </w:pPr>
            <w:r>
              <w:rPr>
                <w:sz w:val="16"/>
                <w:szCs w:val="16"/>
              </w:rPr>
              <w:t>RAN#89</w:t>
            </w:r>
          </w:p>
        </w:tc>
        <w:tc>
          <w:tcPr>
            <w:tcW w:w="944" w:type="dxa"/>
            <w:shd w:val="solid" w:color="FFFFFF" w:fill="auto"/>
          </w:tcPr>
          <w:p w14:paraId="1EDC819A" w14:textId="657A5E03"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0C64BFEC" w14:textId="2144AD80" w:rsidR="00402599" w:rsidRPr="00BB2256" w:rsidRDefault="00402599" w:rsidP="00402599">
            <w:pPr>
              <w:pStyle w:val="TAL"/>
              <w:rPr>
                <w:rFonts w:cs="Arial"/>
                <w:sz w:val="16"/>
                <w:szCs w:val="16"/>
              </w:rPr>
            </w:pPr>
            <w:r>
              <w:rPr>
                <w:rFonts w:cs="Arial"/>
                <w:sz w:val="16"/>
                <w:szCs w:val="16"/>
              </w:rPr>
              <w:t>0468</w:t>
            </w:r>
          </w:p>
        </w:tc>
        <w:tc>
          <w:tcPr>
            <w:tcW w:w="425" w:type="dxa"/>
            <w:shd w:val="solid" w:color="FFFFFF" w:fill="auto"/>
          </w:tcPr>
          <w:p w14:paraId="10238572" w14:textId="62C0CF5B"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3DC32F8B" w14:textId="19DFB751"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0403CC21" w14:textId="4EB04A0D" w:rsidR="00402599" w:rsidRPr="00BB2256" w:rsidRDefault="00402599" w:rsidP="00402599">
            <w:pPr>
              <w:pStyle w:val="TAL"/>
              <w:rPr>
                <w:rFonts w:cs="Arial"/>
                <w:sz w:val="16"/>
                <w:szCs w:val="16"/>
              </w:rPr>
            </w:pPr>
            <w:r>
              <w:rPr>
                <w:rFonts w:cs="Arial"/>
                <w:sz w:val="16"/>
                <w:szCs w:val="16"/>
              </w:rPr>
              <w:t>CR for intra-band UL CA non-contiguous CA requirement</w:t>
            </w:r>
          </w:p>
        </w:tc>
        <w:tc>
          <w:tcPr>
            <w:tcW w:w="708" w:type="dxa"/>
            <w:shd w:val="solid" w:color="FFFFFF" w:fill="auto"/>
          </w:tcPr>
          <w:p w14:paraId="20BABF4B" w14:textId="3A5C2304" w:rsidR="00402599" w:rsidRPr="00BB2256" w:rsidRDefault="00402599" w:rsidP="00402599">
            <w:pPr>
              <w:pStyle w:val="TAL"/>
              <w:rPr>
                <w:sz w:val="16"/>
                <w:szCs w:val="16"/>
              </w:rPr>
            </w:pPr>
            <w:r w:rsidRPr="007B5978">
              <w:rPr>
                <w:sz w:val="16"/>
                <w:szCs w:val="16"/>
              </w:rPr>
              <w:t>16.5.0</w:t>
            </w:r>
          </w:p>
        </w:tc>
      </w:tr>
      <w:tr w:rsidR="00402599" w:rsidRPr="00BB2256" w14:paraId="0F7230A1" w14:textId="77777777" w:rsidTr="00DC7196">
        <w:trPr>
          <w:jc w:val="center"/>
        </w:trPr>
        <w:tc>
          <w:tcPr>
            <w:tcW w:w="800" w:type="dxa"/>
            <w:shd w:val="solid" w:color="FFFFFF" w:fill="auto"/>
          </w:tcPr>
          <w:p w14:paraId="161A4F7B" w14:textId="5CC2BFA4" w:rsidR="00402599" w:rsidRPr="00BB2256" w:rsidRDefault="00402599" w:rsidP="00402599">
            <w:pPr>
              <w:pStyle w:val="TAL"/>
              <w:rPr>
                <w:sz w:val="16"/>
                <w:szCs w:val="16"/>
              </w:rPr>
            </w:pPr>
            <w:r>
              <w:rPr>
                <w:sz w:val="16"/>
                <w:szCs w:val="16"/>
              </w:rPr>
              <w:t>2020-09</w:t>
            </w:r>
          </w:p>
        </w:tc>
        <w:tc>
          <w:tcPr>
            <w:tcW w:w="800" w:type="dxa"/>
            <w:shd w:val="solid" w:color="FFFFFF" w:fill="auto"/>
          </w:tcPr>
          <w:p w14:paraId="0A67E50C" w14:textId="363EE2A0" w:rsidR="00402599" w:rsidRPr="00BB2256" w:rsidRDefault="00402599" w:rsidP="00402599">
            <w:pPr>
              <w:pStyle w:val="TAL"/>
              <w:rPr>
                <w:sz w:val="16"/>
                <w:szCs w:val="16"/>
              </w:rPr>
            </w:pPr>
            <w:r>
              <w:rPr>
                <w:sz w:val="16"/>
                <w:szCs w:val="16"/>
              </w:rPr>
              <w:t>RAN#89</w:t>
            </w:r>
          </w:p>
        </w:tc>
        <w:tc>
          <w:tcPr>
            <w:tcW w:w="944" w:type="dxa"/>
            <w:shd w:val="solid" w:color="FFFFFF" w:fill="auto"/>
          </w:tcPr>
          <w:p w14:paraId="4ECABC26" w14:textId="227585AA"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52A0DFE3" w14:textId="36886F6D" w:rsidR="00402599" w:rsidRPr="00BB2256" w:rsidRDefault="00402599" w:rsidP="00402599">
            <w:pPr>
              <w:pStyle w:val="TAL"/>
              <w:rPr>
                <w:rFonts w:cs="Arial"/>
                <w:sz w:val="16"/>
                <w:szCs w:val="16"/>
              </w:rPr>
            </w:pPr>
            <w:r>
              <w:rPr>
                <w:rFonts w:cs="Arial"/>
                <w:sz w:val="16"/>
                <w:szCs w:val="16"/>
              </w:rPr>
              <w:t>0469</w:t>
            </w:r>
          </w:p>
        </w:tc>
        <w:tc>
          <w:tcPr>
            <w:tcW w:w="425" w:type="dxa"/>
            <w:shd w:val="solid" w:color="FFFFFF" w:fill="auto"/>
          </w:tcPr>
          <w:p w14:paraId="00B9D864" w14:textId="2B2769A3"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74AF2E65" w14:textId="220C5F2B"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7F93D020" w14:textId="5C15BA66" w:rsidR="00402599" w:rsidRPr="00BB2256" w:rsidRDefault="00402599" w:rsidP="00402599">
            <w:pPr>
              <w:pStyle w:val="TAL"/>
              <w:rPr>
                <w:rFonts w:cs="Arial"/>
                <w:sz w:val="16"/>
                <w:szCs w:val="16"/>
              </w:rPr>
            </w:pPr>
            <w:r>
              <w:rPr>
                <w:rFonts w:cs="Arial"/>
                <w:sz w:val="16"/>
                <w:szCs w:val="16"/>
              </w:rPr>
              <w:t>CR for correction on intra-band UL CA contiguous CA requirement</w:t>
            </w:r>
          </w:p>
        </w:tc>
        <w:tc>
          <w:tcPr>
            <w:tcW w:w="708" w:type="dxa"/>
            <w:shd w:val="solid" w:color="FFFFFF" w:fill="auto"/>
          </w:tcPr>
          <w:p w14:paraId="64A45588" w14:textId="7BB834EE" w:rsidR="00402599" w:rsidRPr="00BB2256" w:rsidRDefault="00402599" w:rsidP="00402599">
            <w:pPr>
              <w:pStyle w:val="TAL"/>
              <w:rPr>
                <w:sz w:val="16"/>
                <w:szCs w:val="16"/>
              </w:rPr>
            </w:pPr>
            <w:r w:rsidRPr="007B5978">
              <w:rPr>
                <w:sz w:val="16"/>
                <w:szCs w:val="16"/>
              </w:rPr>
              <w:t>16.5.0</w:t>
            </w:r>
          </w:p>
        </w:tc>
      </w:tr>
      <w:tr w:rsidR="00402599" w:rsidRPr="00BB2256" w14:paraId="0019C8C1" w14:textId="77777777" w:rsidTr="00DC7196">
        <w:trPr>
          <w:jc w:val="center"/>
        </w:trPr>
        <w:tc>
          <w:tcPr>
            <w:tcW w:w="800" w:type="dxa"/>
            <w:shd w:val="solid" w:color="FFFFFF" w:fill="auto"/>
          </w:tcPr>
          <w:p w14:paraId="2AC04B62" w14:textId="2588EB1E" w:rsidR="00402599" w:rsidRPr="00BB2256" w:rsidRDefault="00402599" w:rsidP="00402599">
            <w:pPr>
              <w:pStyle w:val="TAL"/>
              <w:rPr>
                <w:sz w:val="16"/>
                <w:szCs w:val="16"/>
              </w:rPr>
            </w:pPr>
            <w:r>
              <w:rPr>
                <w:sz w:val="16"/>
                <w:szCs w:val="16"/>
              </w:rPr>
              <w:t>2020-09</w:t>
            </w:r>
          </w:p>
        </w:tc>
        <w:tc>
          <w:tcPr>
            <w:tcW w:w="800" w:type="dxa"/>
            <w:shd w:val="solid" w:color="FFFFFF" w:fill="auto"/>
          </w:tcPr>
          <w:p w14:paraId="2E18BF9A" w14:textId="10B0B352" w:rsidR="00402599" w:rsidRPr="00BB2256" w:rsidRDefault="00402599" w:rsidP="00402599">
            <w:pPr>
              <w:pStyle w:val="TAL"/>
              <w:rPr>
                <w:sz w:val="16"/>
                <w:szCs w:val="16"/>
              </w:rPr>
            </w:pPr>
            <w:r>
              <w:rPr>
                <w:sz w:val="16"/>
                <w:szCs w:val="16"/>
              </w:rPr>
              <w:t>RAN#89</w:t>
            </w:r>
          </w:p>
        </w:tc>
        <w:tc>
          <w:tcPr>
            <w:tcW w:w="944" w:type="dxa"/>
            <w:shd w:val="solid" w:color="FFFFFF" w:fill="auto"/>
          </w:tcPr>
          <w:p w14:paraId="067B37FD" w14:textId="119585CE"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401F8B80" w14:textId="4FABBD00" w:rsidR="00402599" w:rsidRPr="00BB2256" w:rsidRDefault="00402599" w:rsidP="00402599">
            <w:pPr>
              <w:pStyle w:val="TAL"/>
              <w:rPr>
                <w:rFonts w:cs="Arial"/>
                <w:sz w:val="16"/>
                <w:szCs w:val="16"/>
              </w:rPr>
            </w:pPr>
            <w:r>
              <w:rPr>
                <w:rFonts w:cs="Arial"/>
                <w:sz w:val="16"/>
                <w:szCs w:val="16"/>
              </w:rPr>
              <w:t>0470</w:t>
            </w:r>
          </w:p>
        </w:tc>
        <w:tc>
          <w:tcPr>
            <w:tcW w:w="425" w:type="dxa"/>
            <w:shd w:val="solid" w:color="FFFFFF" w:fill="auto"/>
          </w:tcPr>
          <w:p w14:paraId="153775E2" w14:textId="0A7E94AD"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0BB2246A" w14:textId="351A6500"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4C2BAAA8" w14:textId="489CC78D" w:rsidR="00402599" w:rsidRPr="00BB2256" w:rsidRDefault="00402599" w:rsidP="00402599">
            <w:pPr>
              <w:pStyle w:val="TAL"/>
              <w:rPr>
                <w:rFonts w:cs="Arial"/>
                <w:sz w:val="16"/>
                <w:szCs w:val="16"/>
              </w:rPr>
            </w:pPr>
            <w:r>
              <w:rPr>
                <w:rFonts w:cs="Arial"/>
                <w:sz w:val="16"/>
                <w:szCs w:val="16"/>
              </w:rPr>
              <w:t>CR for intra-band UL contiguous CA DC location</w:t>
            </w:r>
          </w:p>
        </w:tc>
        <w:tc>
          <w:tcPr>
            <w:tcW w:w="708" w:type="dxa"/>
            <w:shd w:val="solid" w:color="FFFFFF" w:fill="auto"/>
          </w:tcPr>
          <w:p w14:paraId="423ED90E" w14:textId="64D37E8D" w:rsidR="00402599" w:rsidRPr="00BB2256" w:rsidRDefault="00402599" w:rsidP="00402599">
            <w:pPr>
              <w:pStyle w:val="TAL"/>
              <w:rPr>
                <w:sz w:val="16"/>
                <w:szCs w:val="16"/>
              </w:rPr>
            </w:pPr>
            <w:r w:rsidRPr="007B5978">
              <w:rPr>
                <w:sz w:val="16"/>
                <w:szCs w:val="16"/>
              </w:rPr>
              <w:t>16.5.0</w:t>
            </w:r>
          </w:p>
        </w:tc>
      </w:tr>
      <w:tr w:rsidR="00402599" w:rsidRPr="00BB2256" w14:paraId="211AD3F5" w14:textId="77777777" w:rsidTr="00DC7196">
        <w:trPr>
          <w:jc w:val="center"/>
        </w:trPr>
        <w:tc>
          <w:tcPr>
            <w:tcW w:w="800" w:type="dxa"/>
            <w:shd w:val="solid" w:color="FFFFFF" w:fill="auto"/>
          </w:tcPr>
          <w:p w14:paraId="78373F58" w14:textId="65DC06F6" w:rsidR="00402599" w:rsidRPr="00BB2256" w:rsidRDefault="00402599" w:rsidP="00402599">
            <w:pPr>
              <w:pStyle w:val="TAL"/>
              <w:rPr>
                <w:sz w:val="16"/>
                <w:szCs w:val="16"/>
              </w:rPr>
            </w:pPr>
            <w:r>
              <w:rPr>
                <w:sz w:val="16"/>
                <w:szCs w:val="16"/>
              </w:rPr>
              <w:t>2020-09</w:t>
            </w:r>
          </w:p>
        </w:tc>
        <w:tc>
          <w:tcPr>
            <w:tcW w:w="800" w:type="dxa"/>
            <w:shd w:val="solid" w:color="FFFFFF" w:fill="auto"/>
          </w:tcPr>
          <w:p w14:paraId="7A860BC0" w14:textId="4503F1B8" w:rsidR="00402599" w:rsidRPr="00BB2256" w:rsidRDefault="00402599" w:rsidP="00402599">
            <w:pPr>
              <w:pStyle w:val="TAL"/>
              <w:rPr>
                <w:sz w:val="16"/>
                <w:szCs w:val="16"/>
              </w:rPr>
            </w:pPr>
            <w:r>
              <w:rPr>
                <w:sz w:val="16"/>
                <w:szCs w:val="16"/>
              </w:rPr>
              <w:t>RAN#89</w:t>
            </w:r>
          </w:p>
        </w:tc>
        <w:tc>
          <w:tcPr>
            <w:tcW w:w="944" w:type="dxa"/>
            <w:shd w:val="solid" w:color="FFFFFF" w:fill="auto"/>
          </w:tcPr>
          <w:p w14:paraId="037DCB40" w14:textId="303AE868" w:rsidR="00402599" w:rsidRPr="00BB2256" w:rsidRDefault="00402599" w:rsidP="00402599">
            <w:pPr>
              <w:pStyle w:val="TAL"/>
              <w:rPr>
                <w:rFonts w:cs="Arial"/>
                <w:sz w:val="16"/>
                <w:szCs w:val="16"/>
              </w:rPr>
            </w:pPr>
            <w:r>
              <w:rPr>
                <w:rFonts w:cs="Arial"/>
                <w:sz w:val="16"/>
                <w:szCs w:val="16"/>
              </w:rPr>
              <w:t>RP-201495</w:t>
            </w:r>
          </w:p>
        </w:tc>
        <w:tc>
          <w:tcPr>
            <w:tcW w:w="575" w:type="dxa"/>
            <w:shd w:val="solid" w:color="FFFFFF" w:fill="auto"/>
          </w:tcPr>
          <w:p w14:paraId="0BEB0B87" w14:textId="50A174A9" w:rsidR="00402599" w:rsidRPr="00BB2256" w:rsidRDefault="00402599" w:rsidP="00402599">
            <w:pPr>
              <w:pStyle w:val="TAL"/>
              <w:rPr>
                <w:rFonts w:cs="Arial"/>
                <w:sz w:val="16"/>
                <w:szCs w:val="16"/>
              </w:rPr>
            </w:pPr>
            <w:r>
              <w:rPr>
                <w:rFonts w:cs="Arial"/>
                <w:sz w:val="16"/>
                <w:szCs w:val="16"/>
              </w:rPr>
              <w:t>0471</w:t>
            </w:r>
          </w:p>
        </w:tc>
        <w:tc>
          <w:tcPr>
            <w:tcW w:w="425" w:type="dxa"/>
            <w:shd w:val="solid" w:color="FFFFFF" w:fill="auto"/>
          </w:tcPr>
          <w:p w14:paraId="5325F323" w14:textId="5D05520E"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71ED6F49" w14:textId="3029DB0C"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3CD3411A" w14:textId="41A046A9" w:rsidR="00402599" w:rsidRPr="00BB2256" w:rsidRDefault="00402599" w:rsidP="00402599">
            <w:pPr>
              <w:pStyle w:val="TAL"/>
              <w:rPr>
                <w:rFonts w:cs="Arial"/>
                <w:sz w:val="16"/>
                <w:szCs w:val="16"/>
              </w:rPr>
            </w:pPr>
            <w:r>
              <w:rPr>
                <w:rFonts w:cs="Arial"/>
                <w:sz w:val="16"/>
                <w:szCs w:val="16"/>
              </w:rPr>
              <w:t>CR for intra-band UL CA non-contiguous CA requirement</w:t>
            </w:r>
          </w:p>
        </w:tc>
        <w:tc>
          <w:tcPr>
            <w:tcW w:w="708" w:type="dxa"/>
            <w:shd w:val="solid" w:color="FFFFFF" w:fill="auto"/>
          </w:tcPr>
          <w:p w14:paraId="0F754669" w14:textId="20AADD3D" w:rsidR="00402599" w:rsidRPr="00BB2256" w:rsidRDefault="00402599" w:rsidP="00402599">
            <w:pPr>
              <w:pStyle w:val="TAL"/>
              <w:rPr>
                <w:sz w:val="16"/>
                <w:szCs w:val="16"/>
              </w:rPr>
            </w:pPr>
            <w:r w:rsidRPr="007B5978">
              <w:rPr>
                <w:sz w:val="16"/>
                <w:szCs w:val="16"/>
              </w:rPr>
              <w:t>16.5.0</w:t>
            </w:r>
          </w:p>
        </w:tc>
      </w:tr>
      <w:tr w:rsidR="00402599" w:rsidRPr="00BB2256" w14:paraId="6B6798B8" w14:textId="77777777" w:rsidTr="00DC7196">
        <w:trPr>
          <w:jc w:val="center"/>
        </w:trPr>
        <w:tc>
          <w:tcPr>
            <w:tcW w:w="800" w:type="dxa"/>
            <w:shd w:val="solid" w:color="FFFFFF" w:fill="auto"/>
          </w:tcPr>
          <w:p w14:paraId="1D421F1E" w14:textId="435CFE54" w:rsidR="00402599" w:rsidRPr="00BB2256" w:rsidRDefault="00402599" w:rsidP="00402599">
            <w:pPr>
              <w:pStyle w:val="TAL"/>
              <w:rPr>
                <w:sz w:val="16"/>
                <w:szCs w:val="16"/>
              </w:rPr>
            </w:pPr>
            <w:r>
              <w:rPr>
                <w:sz w:val="16"/>
                <w:szCs w:val="16"/>
              </w:rPr>
              <w:t>2020-09</w:t>
            </w:r>
          </w:p>
        </w:tc>
        <w:tc>
          <w:tcPr>
            <w:tcW w:w="800" w:type="dxa"/>
            <w:shd w:val="solid" w:color="FFFFFF" w:fill="auto"/>
          </w:tcPr>
          <w:p w14:paraId="0CB095D2" w14:textId="6195B83A" w:rsidR="00402599" w:rsidRPr="00BB2256" w:rsidRDefault="00402599" w:rsidP="00402599">
            <w:pPr>
              <w:pStyle w:val="TAL"/>
              <w:rPr>
                <w:sz w:val="16"/>
                <w:szCs w:val="16"/>
              </w:rPr>
            </w:pPr>
            <w:r>
              <w:rPr>
                <w:sz w:val="16"/>
                <w:szCs w:val="16"/>
              </w:rPr>
              <w:t>RAN#89</w:t>
            </w:r>
          </w:p>
        </w:tc>
        <w:tc>
          <w:tcPr>
            <w:tcW w:w="944" w:type="dxa"/>
            <w:shd w:val="solid" w:color="FFFFFF" w:fill="auto"/>
          </w:tcPr>
          <w:p w14:paraId="6D705D8C" w14:textId="5EF2BCF0" w:rsidR="00402599" w:rsidRPr="00BB2256" w:rsidRDefault="00402599" w:rsidP="00402599">
            <w:pPr>
              <w:pStyle w:val="TAL"/>
              <w:rPr>
                <w:rFonts w:cs="Arial"/>
                <w:sz w:val="16"/>
                <w:szCs w:val="16"/>
              </w:rPr>
            </w:pPr>
            <w:r>
              <w:rPr>
                <w:rFonts w:cs="Arial"/>
                <w:sz w:val="16"/>
                <w:szCs w:val="16"/>
              </w:rPr>
              <w:t>RP-201507</w:t>
            </w:r>
          </w:p>
        </w:tc>
        <w:tc>
          <w:tcPr>
            <w:tcW w:w="575" w:type="dxa"/>
            <w:shd w:val="solid" w:color="FFFFFF" w:fill="auto"/>
          </w:tcPr>
          <w:p w14:paraId="0AC1AFE9" w14:textId="50C52DC8" w:rsidR="00402599" w:rsidRPr="00BB2256" w:rsidRDefault="00402599" w:rsidP="00402599">
            <w:pPr>
              <w:pStyle w:val="TAL"/>
              <w:rPr>
                <w:rFonts w:cs="Arial"/>
                <w:sz w:val="16"/>
                <w:szCs w:val="16"/>
              </w:rPr>
            </w:pPr>
            <w:r>
              <w:rPr>
                <w:rFonts w:cs="Arial"/>
                <w:sz w:val="16"/>
                <w:szCs w:val="16"/>
              </w:rPr>
              <w:t>0480</w:t>
            </w:r>
          </w:p>
        </w:tc>
        <w:tc>
          <w:tcPr>
            <w:tcW w:w="425" w:type="dxa"/>
            <w:shd w:val="solid" w:color="FFFFFF" w:fill="auto"/>
          </w:tcPr>
          <w:p w14:paraId="43862E6C" w14:textId="377A2401" w:rsidR="00402599" w:rsidRPr="00BB2256" w:rsidRDefault="00402599" w:rsidP="00402599">
            <w:pPr>
              <w:pStyle w:val="TAL"/>
              <w:jc w:val="center"/>
              <w:rPr>
                <w:rFonts w:cs="Arial"/>
                <w:sz w:val="16"/>
                <w:szCs w:val="16"/>
              </w:rPr>
            </w:pPr>
            <w:r>
              <w:rPr>
                <w:rFonts w:cs="Arial"/>
                <w:sz w:val="16"/>
                <w:szCs w:val="16"/>
              </w:rPr>
              <w:t>1</w:t>
            </w:r>
          </w:p>
        </w:tc>
        <w:tc>
          <w:tcPr>
            <w:tcW w:w="425" w:type="dxa"/>
            <w:shd w:val="solid" w:color="FFFFFF" w:fill="auto"/>
          </w:tcPr>
          <w:p w14:paraId="0DAFC898" w14:textId="63C405BD" w:rsidR="00402599" w:rsidRPr="00BB2256" w:rsidRDefault="00402599" w:rsidP="00402599">
            <w:pPr>
              <w:pStyle w:val="TAL"/>
              <w:jc w:val="center"/>
              <w:rPr>
                <w:rFonts w:cs="Arial"/>
                <w:sz w:val="16"/>
                <w:szCs w:val="16"/>
              </w:rPr>
            </w:pPr>
            <w:r>
              <w:rPr>
                <w:rFonts w:cs="Arial"/>
                <w:sz w:val="16"/>
                <w:szCs w:val="16"/>
              </w:rPr>
              <w:t>F</w:t>
            </w:r>
          </w:p>
        </w:tc>
        <w:tc>
          <w:tcPr>
            <w:tcW w:w="4962" w:type="dxa"/>
            <w:shd w:val="solid" w:color="FFFFFF" w:fill="auto"/>
          </w:tcPr>
          <w:p w14:paraId="2BAF1D27" w14:textId="3CC3A473" w:rsidR="00402599" w:rsidRPr="00BB2256" w:rsidRDefault="00402599" w:rsidP="00402599">
            <w:pPr>
              <w:pStyle w:val="TAL"/>
              <w:rPr>
                <w:rFonts w:cs="Arial"/>
                <w:sz w:val="16"/>
                <w:szCs w:val="16"/>
              </w:rPr>
            </w:pPr>
            <w:r>
              <w:rPr>
                <w:rFonts w:cs="Arial"/>
                <w:sz w:val="16"/>
                <w:szCs w:val="16"/>
              </w:rPr>
              <w:t>CR to 38.101-1 - Correction to CA BCS and cross band isolation MSD tables</w:t>
            </w:r>
          </w:p>
        </w:tc>
        <w:tc>
          <w:tcPr>
            <w:tcW w:w="708" w:type="dxa"/>
            <w:shd w:val="solid" w:color="FFFFFF" w:fill="auto"/>
          </w:tcPr>
          <w:p w14:paraId="77FE21E7" w14:textId="55F623DB" w:rsidR="00402599" w:rsidRPr="00BB2256" w:rsidRDefault="00402599" w:rsidP="00402599">
            <w:pPr>
              <w:pStyle w:val="TAL"/>
              <w:rPr>
                <w:sz w:val="16"/>
                <w:szCs w:val="16"/>
              </w:rPr>
            </w:pPr>
            <w:r w:rsidRPr="007B5978">
              <w:rPr>
                <w:sz w:val="16"/>
                <w:szCs w:val="16"/>
              </w:rPr>
              <w:t>16.5.0</w:t>
            </w:r>
          </w:p>
        </w:tc>
      </w:tr>
      <w:tr w:rsidR="00402599" w:rsidRPr="00BB2256" w14:paraId="4109AC5B" w14:textId="77777777" w:rsidTr="00DC7196">
        <w:trPr>
          <w:jc w:val="center"/>
        </w:trPr>
        <w:tc>
          <w:tcPr>
            <w:tcW w:w="800" w:type="dxa"/>
            <w:shd w:val="solid" w:color="FFFFFF" w:fill="auto"/>
          </w:tcPr>
          <w:p w14:paraId="005ACA27" w14:textId="47C96F7F" w:rsidR="00402599" w:rsidRPr="00BB2256" w:rsidRDefault="00402599" w:rsidP="00402599">
            <w:pPr>
              <w:pStyle w:val="TAL"/>
              <w:rPr>
                <w:sz w:val="16"/>
                <w:szCs w:val="16"/>
              </w:rPr>
            </w:pPr>
            <w:r>
              <w:rPr>
                <w:sz w:val="16"/>
                <w:szCs w:val="16"/>
              </w:rPr>
              <w:t>2020-09</w:t>
            </w:r>
          </w:p>
        </w:tc>
        <w:tc>
          <w:tcPr>
            <w:tcW w:w="800" w:type="dxa"/>
            <w:shd w:val="solid" w:color="FFFFFF" w:fill="auto"/>
          </w:tcPr>
          <w:p w14:paraId="3609DEA9" w14:textId="15C74098" w:rsidR="00402599" w:rsidRPr="00BB2256" w:rsidRDefault="00402599" w:rsidP="00402599">
            <w:pPr>
              <w:pStyle w:val="TAL"/>
              <w:rPr>
                <w:sz w:val="16"/>
                <w:szCs w:val="16"/>
              </w:rPr>
            </w:pPr>
            <w:r>
              <w:rPr>
                <w:sz w:val="16"/>
                <w:szCs w:val="16"/>
              </w:rPr>
              <w:t>RAN#89</w:t>
            </w:r>
          </w:p>
        </w:tc>
        <w:tc>
          <w:tcPr>
            <w:tcW w:w="944" w:type="dxa"/>
            <w:shd w:val="solid" w:color="FFFFFF" w:fill="auto"/>
          </w:tcPr>
          <w:p w14:paraId="33AFBE7B" w14:textId="21473741" w:rsidR="00402599" w:rsidRPr="00BB2256" w:rsidRDefault="00402599" w:rsidP="00402599">
            <w:pPr>
              <w:pStyle w:val="TAL"/>
              <w:rPr>
                <w:rFonts w:cs="Arial"/>
                <w:sz w:val="16"/>
                <w:szCs w:val="16"/>
              </w:rPr>
            </w:pPr>
            <w:r>
              <w:rPr>
                <w:rFonts w:cs="Arial"/>
                <w:sz w:val="16"/>
                <w:szCs w:val="16"/>
              </w:rPr>
              <w:t>RP-201512</w:t>
            </w:r>
          </w:p>
        </w:tc>
        <w:tc>
          <w:tcPr>
            <w:tcW w:w="575" w:type="dxa"/>
            <w:shd w:val="solid" w:color="FFFFFF" w:fill="auto"/>
          </w:tcPr>
          <w:p w14:paraId="782B48AD" w14:textId="721D1985" w:rsidR="00402599" w:rsidRPr="00BB2256" w:rsidRDefault="00402599" w:rsidP="00402599">
            <w:pPr>
              <w:pStyle w:val="TAL"/>
              <w:rPr>
                <w:rFonts w:cs="Arial"/>
                <w:sz w:val="16"/>
                <w:szCs w:val="16"/>
              </w:rPr>
            </w:pPr>
            <w:r>
              <w:rPr>
                <w:rFonts w:cs="Arial"/>
                <w:sz w:val="16"/>
                <w:szCs w:val="16"/>
              </w:rPr>
              <w:t>0483</w:t>
            </w:r>
          </w:p>
        </w:tc>
        <w:tc>
          <w:tcPr>
            <w:tcW w:w="425" w:type="dxa"/>
            <w:shd w:val="solid" w:color="FFFFFF" w:fill="auto"/>
          </w:tcPr>
          <w:p w14:paraId="2F900671" w14:textId="6168F8CD" w:rsidR="00402599" w:rsidRPr="00BB2256" w:rsidRDefault="00402599" w:rsidP="00402599">
            <w:pPr>
              <w:pStyle w:val="TAL"/>
              <w:jc w:val="center"/>
              <w:rPr>
                <w:rFonts w:cs="Arial"/>
                <w:sz w:val="16"/>
                <w:szCs w:val="16"/>
              </w:rPr>
            </w:pPr>
            <w:r>
              <w:rPr>
                <w:rFonts w:cs="Arial"/>
                <w:sz w:val="16"/>
                <w:szCs w:val="16"/>
              </w:rPr>
              <w:t> </w:t>
            </w:r>
          </w:p>
        </w:tc>
        <w:tc>
          <w:tcPr>
            <w:tcW w:w="425" w:type="dxa"/>
            <w:shd w:val="solid" w:color="FFFFFF" w:fill="auto"/>
          </w:tcPr>
          <w:p w14:paraId="4353DE9D" w14:textId="131DC97C" w:rsidR="00402599" w:rsidRPr="00BB2256" w:rsidRDefault="00402599" w:rsidP="00402599">
            <w:pPr>
              <w:pStyle w:val="TAL"/>
              <w:jc w:val="center"/>
              <w:rPr>
                <w:rFonts w:cs="Arial"/>
                <w:sz w:val="16"/>
                <w:szCs w:val="16"/>
              </w:rPr>
            </w:pPr>
            <w:r>
              <w:rPr>
                <w:rFonts w:cs="Arial"/>
                <w:sz w:val="16"/>
                <w:szCs w:val="16"/>
              </w:rPr>
              <w:t>A</w:t>
            </w:r>
          </w:p>
        </w:tc>
        <w:tc>
          <w:tcPr>
            <w:tcW w:w="4962" w:type="dxa"/>
            <w:shd w:val="solid" w:color="FFFFFF" w:fill="auto"/>
          </w:tcPr>
          <w:p w14:paraId="03900468" w14:textId="3888AE90" w:rsidR="00402599" w:rsidRPr="00BB2256" w:rsidRDefault="00402599" w:rsidP="00402599">
            <w:pPr>
              <w:pStyle w:val="TAL"/>
              <w:rPr>
                <w:rFonts w:cs="Arial"/>
                <w:sz w:val="16"/>
                <w:szCs w:val="16"/>
              </w:rPr>
            </w:pPr>
            <w:r>
              <w:rPr>
                <w:rFonts w:cs="Arial"/>
                <w:sz w:val="16"/>
                <w:szCs w:val="16"/>
              </w:rPr>
              <w:t>Correction of applicability of 2Rx requirements</w:t>
            </w:r>
          </w:p>
        </w:tc>
        <w:tc>
          <w:tcPr>
            <w:tcW w:w="708" w:type="dxa"/>
            <w:shd w:val="solid" w:color="FFFFFF" w:fill="auto"/>
          </w:tcPr>
          <w:p w14:paraId="4705B551" w14:textId="5ECA7953" w:rsidR="00402599" w:rsidRPr="00BB2256" w:rsidRDefault="00402599" w:rsidP="00402599">
            <w:pPr>
              <w:pStyle w:val="TAL"/>
              <w:rPr>
                <w:sz w:val="16"/>
                <w:szCs w:val="16"/>
              </w:rPr>
            </w:pPr>
            <w:r w:rsidRPr="007B5978">
              <w:rPr>
                <w:sz w:val="16"/>
                <w:szCs w:val="16"/>
              </w:rPr>
              <w:t>16.5.0</w:t>
            </w:r>
          </w:p>
        </w:tc>
      </w:tr>
      <w:tr w:rsidR="00402599" w:rsidRPr="00BB2256" w14:paraId="7623B7A1" w14:textId="77777777" w:rsidTr="00DC7196">
        <w:trPr>
          <w:jc w:val="center"/>
        </w:trPr>
        <w:tc>
          <w:tcPr>
            <w:tcW w:w="800" w:type="dxa"/>
            <w:shd w:val="solid" w:color="FFFFFF" w:fill="auto"/>
          </w:tcPr>
          <w:p w14:paraId="0AFCB8E8" w14:textId="1805B873" w:rsidR="00402599" w:rsidRPr="00BB2256" w:rsidRDefault="00402599" w:rsidP="00402599">
            <w:pPr>
              <w:pStyle w:val="TAL"/>
              <w:rPr>
                <w:sz w:val="16"/>
                <w:szCs w:val="16"/>
              </w:rPr>
            </w:pPr>
            <w:r>
              <w:rPr>
                <w:sz w:val="16"/>
                <w:szCs w:val="16"/>
              </w:rPr>
              <w:t>2020-09</w:t>
            </w:r>
          </w:p>
        </w:tc>
        <w:tc>
          <w:tcPr>
            <w:tcW w:w="800" w:type="dxa"/>
            <w:shd w:val="solid" w:color="FFFFFF" w:fill="auto"/>
          </w:tcPr>
          <w:p w14:paraId="1C4E5C33" w14:textId="2E81D438" w:rsidR="00402599" w:rsidRPr="00BB2256" w:rsidRDefault="00402599" w:rsidP="00402599">
            <w:pPr>
              <w:pStyle w:val="TAL"/>
              <w:rPr>
                <w:sz w:val="16"/>
                <w:szCs w:val="16"/>
              </w:rPr>
            </w:pPr>
            <w:r>
              <w:rPr>
                <w:sz w:val="16"/>
                <w:szCs w:val="16"/>
              </w:rPr>
              <w:t>RAN#89</w:t>
            </w:r>
          </w:p>
        </w:tc>
        <w:tc>
          <w:tcPr>
            <w:tcW w:w="944" w:type="dxa"/>
            <w:shd w:val="solid" w:color="FFFFFF" w:fill="auto"/>
          </w:tcPr>
          <w:p w14:paraId="0533C1AF" w14:textId="441F79F3" w:rsidR="00402599" w:rsidRPr="00BB2256" w:rsidRDefault="00402599" w:rsidP="00402599">
            <w:pPr>
              <w:pStyle w:val="TAL"/>
              <w:rPr>
                <w:rFonts w:cs="Arial"/>
                <w:sz w:val="16"/>
                <w:szCs w:val="16"/>
              </w:rPr>
            </w:pPr>
            <w:r>
              <w:rPr>
                <w:rFonts w:cs="Arial"/>
                <w:sz w:val="16"/>
                <w:szCs w:val="16"/>
              </w:rPr>
              <w:t>RP-201488</w:t>
            </w:r>
          </w:p>
        </w:tc>
        <w:tc>
          <w:tcPr>
            <w:tcW w:w="575" w:type="dxa"/>
            <w:shd w:val="solid" w:color="FFFFFF" w:fill="auto"/>
          </w:tcPr>
          <w:p w14:paraId="2D9A100C" w14:textId="78C75AEE" w:rsidR="00402599" w:rsidRPr="00BB2256" w:rsidRDefault="00402599" w:rsidP="00402599">
            <w:pPr>
              <w:pStyle w:val="TAL"/>
              <w:rPr>
                <w:rFonts w:cs="Arial"/>
                <w:sz w:val="16"/>
                <w:szCs w:val="16"/>
              </w:rPr>
            </w:pPr>
            <w:r>
              <w:rPr>
                <w:rFonts w:cs="Arial"/>
                <w:sz w:val="16"/>
                <w:szCs w:val="16"/>
              </w:rPr>
              <w:t>0486</w:t>
            </w:r>
          </w:p>
        </w:tc>
        <w:tc>
          <w:tcPr>
            <w:tcW w:w="425" w:type="dxa"/>
            <w:shd w:val="solid" w:color="FFFFFF" w:fill="auto"/>
          </w:tcPr>
          <w:p w14:paraId="0A665C0D" w14:textId="12F86835" w:rsidR="00402599" w:rsidRPr="00BB2256" w:rsidRDefault="00402599" w:rsidP="00402599">
            <w:pPr>
              <w:pStyle w:val="TAL"/>
              <w:jc w:val="center"/>
              <w:rPr>
                <w:rFonts w:cs="Arial"/>
                <w:sz w:val="16"/>
                <w:szCs w:val="16"/>
              </w:rPr>
            </w:pPr>
            <w:r>
              <w:rPr>
                <w:rFonts w:cs="Arial"/>
                <w:sz w:val="16"/>
                <w:szCs w:val="16"/>
              </w:rPr>
              <w:t>2</w:t>
            </w:r>
          </w:p>
        </w:tc>
        <w:tc>
          <w:tcPr>
            <w:tcW w:w="425" w:type="dxa"/>
            <w:shd w:val="solid" w:color="FFFFFF" w:fill="auto"/>
          </w:tcPr>
          <w:p w14:paraId="13E62156" w14:textId="5EC26396" w:rsidR="00402599" w:rsidRPr="00BB2256" w:rsidRDefault="00402599" w:rsidP="00402599">
            <w:pPr>
              <w:pStyle w:val="TAL"/>
              <w:jc w:val="center"/>
              <w:rPr>
                <w:rFonts w:cs="Arial"/>
                <w:sz w:val="16"/>
                <w:szCs w:val="16"/>
              </w:rPr>
            </w:pPr>
            <w:r>
              <w:rPr>
                <w:rFonts w:cs="Arial"/>
                <w:sz w:val="16"/>
                <w:szCs w:val="16"/>
              </w:rPr>
              <w:t>B</w:t>
            </w:r>
          </w:p>
        </w:tc>
        <w:tc>
          <w:tcPr>
            <w:tcW w:w="4962" w:type="dxa"/>
            <w:shd w:val="solid" w:color="FFFFFF" w:fill="auto"/>
          </w:tcPr>
          <w:p w14:paraId="7E99A612" w14:textId="6E9D9B88" w:rsidR="00402599" w:rsidRPr="00BB2256" w:rsidRDefault="00402599" w:rsidP="00402599">
            <w:pPr>
              <w:pStyle w:val="TAL"/>
              <w:rPr>
                <w:rFonts w:cs="Arial"/>
                <w:sz w:val="16"/>
                <w:szCs w:val="16"/>
              </w:rPr>
            </w:pPr>
            <w:r>
              <w:rPr>
                <w:rFonts w:cs="Arial"/>
                <w:sz w:val="16"/>
                <w:szCs w:val="16"/>
              </w:rPr>
              <w:t>CR to add PC3 Pi/2 BPSK DMRS for IE powerBoostPi2BPSK = 0</w:t>
            </w:r>
          </w:p>
        </w:tc>
        <w:tc>
          <w:tcPr>
            <w:tcW w:w="708" w:type="dxa"/>
            <w:shd w:val="solid" w:color="FFFFFF" w:fill="auto"/>
          </w:tcPr>
          <w:p w14:paraId="67850BD4" w14:textId="189D4D28" w:rsidR="00402599" w:rsidRPr="00BB2256" w:rsidRDefault="00402599" w:rsidP="00402599">
            <w:pPr>
              <w:pStyle w:val="TAL"/>
              <w:rPr>
                <w:sz w:val="16"/>
                <w:szCs w:val="16"/>
              </w:rPr>
            </w:pPr>
            <w:r w:rsidRPr="007B5978">
              <w:rPr>
                <w:sz w:val="16"/>
                <w:szCs w:val="16"/>
              </w:rPr>
              <w:t>16.5.0</w:t>
            </w:r>
          </w:p>
        </w:tc>
      </w:tr>
      <w:tr w:rsidR="00402599" w:rsidRPr="00402599" w14:paraId="385F8E13" w14:textId="77777777" w:rsidTr="00DC7196">
        <w:trPr>
          <w:jc w:val="center"/>
        </w:trPr>
        <w:tc>
          <w:tcPr>
            <w:tcW w:w="800" w:type="dxa"/>
            <w:shd w:val="solid" w:color="FFFFFF" w:fill="auto"/>
          </w:tcPr>
          <w:p w14:paraId="53487FBE" w14:textId="61637AC2" w:rsidR="00402599" w:rsidRPr="008C0EFD" w:rsidRDefault="00402599">
            <w:pPr>
              <w:pStyle w:val="TAL"/>
              <w:rPr>
                <w:sz w:val="16"/>
                <w:szCs w:val="16"/>
              </w:rPr>
            </w:pPr>
            <w:r w:rsidRPr="008C0EFD">
              <w:rPr>
                <w:sz w:val="16"/>
                <w:szCs w:val="16"/>
              </w:rPr>
              <w:t>2020-09</w:t>
            </w:r>
          </w:p>
        </w:tc>
        <w:tc>
          <w:tcPr>
            <w:tcW w:w="800" w:type="dxa"/>
            <w:shd w:val="solid" w:color="FFFFFF" w:fill="auto"/>
          </w:tcPr>
          <w:p w14:paraId="1F59775D" w14:textId="40694F40" w:rsidR="00402599" w:rsidRPr="008C0EFD" w:rsidRDefault="00402599">
            <w:pPr>
              <w:pStyle w:val="TAL"/>
              <w:rPr>
                <w:sz w:val="16"/>
                <w:szCs w:val="16"/>
              </w:rPr>
            </w:pPr>
            <w:r w:rsidRPr="008C0EFD">
              <w:rPr>
                <w:sz w:val="16"/>
                <w:szCs w:val="16"/>
              </w:rPr>
              <w:t>RAN#89</w:t>
            </w:r>
          </w:p>
        </w:tc>
        <w:tc>
          <w:tcPr>
            <w:tcW w:w="944" w:type="dxa"/>
            <w:shd w:val="solid" w:color="FFFFFF" w:fill="auto"/>
          </w:tcPr>
          <w:p w14:paraId="4644EE5F" w14:textId="225E580A" w:rsidR="00402599" w:rsidRPr="008C0EFD" w:rsidRDefault="00402599">
            <w:pPr>
              <w:pStyle w:val="TAL"/>
              <w:rPr>
                <w:rFonts w:cs="Arial"/>
                <w:sz w:val="16"/>
                <w:szCs w:val="16"/>
              </w:rPr>
            </w:pPr>
            <w:r w:rsidRPr="008C0EFD">
              <w:rPr>
                <w:rFonts w:cs="Arial"/>
                <w:sz w:val="16"/>
                <w:szCs w:val="16"/>
              </w:rPr>
              <w:t>RP-202098</w:t>
            </w:r>
          </w:p>
        </w:tc>
        <w:tc>
          <w:tcPr>
            <w:tcW w:w="575" w:type="dxa"/>
            <w:shd w:val="solid" w:color="FFFFFF" w:fill="auto"/>
          </w:tcPr>
          <w:p w14:paraId="5D798635" w14:textId="72F0E738" w:rsidR="00402599" w:rsidRPr="008C0EFD" w:rsidRDefault="00402599">
            <w:pPr>
              <w:pStyle w:val="TAL"/>
              <w:rPr>
                <w:rFonts w:cs="Arial"/>
                <w:sz w:val="16"/>
                <w:szCs w:val="16"/>
              </w:rPr>
            </w:pPr>
            <w:r w:rsidRPr="008C0EFD">
              <w:rPr>
                <w:rFonts w:cs="Arial"/>
                <w:sz w:val="16"/>
                <w:szCs w:val="16"/>
              </w:rPr>
              <w:t>0499</w:t>
            </w:r>
          </w:p>
        </w:tc>
        <w:tc>
          <w:tcPr>
            <w:tcW w:w="425" w:type="dxa"/>
            <w:shd w:val="solid" w:color="FFFFFF" w:fill="auto"/>
          </w:tcPr>
          <w:p w14:paraId="1A1E74F9" w14:textId="1EE332DA" w:rsidR="00402599" w:rsidRPr="008C0EFD" w:rsidRDefault="00402599" w:rsidP="008C0EFD">
            <w:pPr>
              <w:pStyle w:val="TAC"/>
              <w:rPr>
                <w:sz w:val="16"/>
                <w:szCs w:val="16"/>
              </w:rPr>
            </w:pPr>
            <w:r w:rsidRPr="008C0EFD">
              <w:rPr>
                <w:sz w:val="16"/>
                <w:szCs w:val="16"/>
              </w:rPr>
              <w:t>1</w:t>
            </w:r>
          </w:p>
        </w:tc>
        <w:tc>
          <w:tcPr>
            <w:tcW w:w="425" w:type="dxa"/>
            <w:shd w:val="solid" w:color="FFFFFF" w:fill="auto"/>
          </w:tcPr>
          <w:p w14:paraId="1D7A4682" w14:textId="729D6913" w:rsidR="00402599" w:rsidRPr="008C0EFD" w:rsidRDefault="00402599" w:rsidP="008C0EFD">
            <w:pPr>
              <w:pStyle w:val="TAC"/>
              <w:rPr>
                <w:sz w:val="16"/>
                <w:szCs w:val="16"/>
              </w:rPr>
            </w:pPr>
            <w:r w:rsidRPr="008C0EFD">
              <w:rPr>
                <w:sz w:val="16"/>
                <w:szCs w:val="16"/>
              </w:rPr>
              <w:t>C</w:t>
            </w:r>
          </w:p>
        </w:tc>
        <w:tc>
          <w:tcPr>
            <w:tcW w:w="4962" w:type="dxa"/>
            <w:shd w:val="solid" w:color="FFFFFF" w:fill="auto"/>
          </w:tcPr>
          <w:p w14:paraId="76EF98BA" w14:textId="0836DEBE" w:rsidR="00402599" w:rsidRPr="00402599" w:rsidRDefault="00402599">
            <w:pPr>
              <w:pStyle w:val="TAL"/>
              <w:rPr>
                <w:rFonts w:cs="Arial"/>
                <w:sz w:val="16"/>
                <w:szCs w:val="16"/>
              </w:rPr>
            </w:pPr>
            <w:r w:rsidRPr="008C0EFD">
              <w:rPr>
                <w:rFonts w:cs="Arial"/>
                <w:sz w:val="16"/>
                <w:szCs w:val="16"/>
              </w:rPr>
              <w:t>7.5 kHz UL shift for LTE/NR spectrum sharing in Band 38/n38</w:t>
            </w:r>
          </w:p>
        </w:tc>
        <w:tc>
          <w:tcPr>
            <w:tcW w:w="708" w:type="dxa"/>
            <w:shd w:val="solid" w:color="FFFFFF" w:fill="auto"/>
          </w:tcPr>
          <w:p w14:paraId="60C31DEA" w14:textId="65A5AF80" w:rsidR="00402599" w:rsidRPr="008C0EFD" w:rsidRDefault="00402599">
            <w:pPr>
              <w:pStyle w:val="TAL"/>
              <w:rPr>
                <w:sz w:val="16"/>
                <w:szCs w:val="16"/>
              </w:rPr>
            </w:pPr>
            <w:r w:rsidRPr="008C0EFD">
              <w:rPr>
                <w:sz w:val="16"/>
                <w:szCs w:val="16"/>
              </w:rPr>
              <w:t>16.5.0</w:t>
            </w:r>
          </w:p>
        </w:tc>
      </w:tr>
      <w:tr w:rsidR="00A8264E" w:rsidRPr="00402599" w14:paraId="74D5DCEE" w14:textId="77777777" w:rsidTr="00DC7196">
        <w:trPr>
          <w:jc w:val="center"/>
        </w:trPr>
        <w:tc>
          <w:tcPr>
            <w:tcW w:w="800" w:type="dxa"/>
            <w:shd w:val="solid" w:color="FFFFFF" w:fill="auto"/>
          </w:tcPr>
          <w:p w14:paraId="567228A8" w14:textId="2EAB1376" w:rsidR="00A8264E" w:rsidRPr="008C0EFD" w:rsidRDefault="00A8264E" w:rsidP="00A8264E">
            <w:pPr>
              <w:pStyle w:val="TAL"/>
              <w:rPr>
                <w:sz w:val="16"/>
                <w:szCs w:val="16"/>
              </w:rPr>
            </w:pPr>
            <w:r>
              <w:rPr>
                <w:sz w:val="16"/>
                <w:szCs w:val="16"/>
              </w:rPr>
              <w:t>2020-12</w:t>
            </w:r>
          </w:p>
        </w:tc>
        <w:tc>
          <w:tcPr>
            <w:tcW w:w="800" w:type="dxa"/>
            <w:shd w:val="solid" w:color="FFFFFF" w:fill="auto"/>
          </w:tcPr>
          <w:p w14:paraId="748E9E4D" w14:textId="53859EDB" w:rsidR="00A8264E" w:rsidRPr="008C0EFD" w:rsidRDefault="00A8264E" w:rsidP="00A8264E">
            <w:pPr>
              <w:pStyle w:val="TAL"/>
              <w:rPr>
                <w:sz w:val="16"/>
                <w:szCs w:val="16"/>
              </w:rPr>
            </w:pPr>
            <w:r>
              <w:rPr>
                <w:sz w:val="16"/>
                <w:szCs w:val="16"/>
              </w:rPr>
              <w:t>RAN#90</w:t>
            </w:r>
          </w:p>
        </w:tc>
        <w:tc>
          <w:tcPr>
            <w:tcW w:w="944" w:type="dxa"/>
            <w:shd w:val="solid" w:color="FFFFFF" w:fill="auto"/>
          </w:tcPr>
          <w:p w14:paraId="1E5BF80B" w14:textId="0BE1F6BC" w:rsidR="00A8264E" w:rsidRPr="008C0EFD" w:rsidRDefault="00A8264E" w:rsidP="00A8264E">
            <w:pPr>
              <w:pStyle w:val="TAL"/>
              <w:rPr>
                <w:rFonts w:cs="Arial"/>
                <w:sz w:val="16"/>
                <w:szCs w:val="16"/>
              </w:rPr>
            </w:pPr>
            <w:r>
              <w:rPr>
                <w:rFonts w:cs="Arial"/>
                <w:sz w:val="16"/>
                <w:szCs w:val="16"/>
              </w:rPr>
              <w:t>RP-202440</w:t>
            </w:r>
          </w:p>
        </w:tc>
        <w:tc>
          <w:tcPr>
            <w:tcW w:w="575" w:type="dxa"/>
            <w:shd w:val="solid" w:color="FFFFFF" w:fill="auto"/>
          </w:tcPr>
          <w:p w14:paraId="49479271" w14:textId="76C34018" w:rsidR="00A8264E" w:rsidRPr="008C0EFD" w:rsidRDefault="00A8264E" w:rsidP="00A8264E">
            <w:pPr>
              <w:pStyle w:val="TAL"/>
              <w:rPr>
                <w:rFonts w:cs="Arial"/>
                <w:sz w:val="16"/>
                <w:szCs w:val="16"/>
              </w:rPr>
            </w:pPr>
            <w:r>
              <w:rPr>
                <w:rFonts w:cs="Arial"/>
                <w:sz w:val="16"/>
                <w:szCs w:val="16"/>
              </w:rPr>
              <w:t>0492</w:t>
            </w:r>
          </w:p>
        </w:tc>
        <w:tc>
          <w:tcPr>
            <w:tcW w:w="425" w:type="dxa"/>
            <w:shd w:val="solid" w:color="FFFFFF" w:fill="auto"/>
          </w:tcPr>
          <w:p w14:paraId="59C9C7B9" w14:textId="3B7ECE18"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2CFFF9C5" w14:textId="0AB54A36"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731DD42E" w14:textId="67ECA4C6" w:rsidR="00A8264E" w:rsidRPr="008C0EFD" w:rsidRDefault="00A8264E" w:rsidP="00A8264E">
            <w:pPr>
              <w:pStyle w:val="TAL"/>
              <w:rPr>
                <w:rFonts w:cs="Arial"/>
                <w:sz w:val="16"/>
                <w:szCs w:val="16"/>
              </w:rPr>
            </w:pPr>
            <w:r>
              <w:rPr>
                <w:rFonts w:cs="Arial"/>
                <w:sz w:val="16"/>
                <w:szCs w:val="16"/>
              </w:rPr>
              <w:t>CR CatF n7 NS_46 AMPR and coexistence</w:t>
            </w:r>
          </w:p>
        </w:tc>
        <w:tc>
          <w:tcPr>
            <w:tcW w:w="708" w:type="dxa"/>
            <w:shd w:val="solid" w:color="FFFFFF" w:fill="auto"/>
          </w:tcPr>
          <w:p w14:paraId="5A61CBD7" w14:textId="7448842C" w:rsidR="00A8264E" w:rsidRPr="008C0EFD" w:rsidRDefault="00A8264E" w:rsidP="00A8264E">
            <w:pPr>
              <w:pStyle w:val="TAL"/>
              <w:rPr>
                <w:sz w:val="16"/>
                <w:szCs w:val="16"/>
              </w:rPr>
            </w:pPr>
            <w:r>
              <w:rPr>
                <w:sz w:val="16"/>
                <w:szCs w:val="16"/>
              </w:rPr>
              <w:t>16.6.0</w:t>
            </w:r>
          </w:p>
        </w:tc>
      </w:tr>
      <w:tr w:rsidR="00A8264E" w:rsidRPr="00402599" w14:paraId="50C6B690" w14:textId="77777777" w:rsidTr="00DC7196">
        <w:trPr>
          <w:jc w:val="center"/>
        </w:trPr>
        <w:tc>
          <w:tcPr>
            <w:tcW w:w="800" w:type="dxa"/>
            <w:shd w:val="solid" w:color="FFFFFF" w:fill="auto"/>
          </w:tcPr>
          <w:p w14:paraId="4B8990E5" w14:textId="6957491D" w:rsidR="00A8264E" w:rsidRPr="008C0EFD" w:rsidRDefault="00A8264E" w:rsidP="00A8264E">
            <w:pPr>
              <w:pStyle w:val="TAL"/>
              <w:rPr>
                <w:sz w:val="16"/>
                <w:szCs w:val="16"/>
              </w:rPr>
            </w:pPr>
            <w:r>
              <w:rPr>
                <w:sz w:val="16"/>
                <w:szCs w:val="16"/>
              </w:rPr>
              <w:t>2020-12</w:t>
            </w:r>
          </w:p>
        </w:tc>
        <w:tc>
          <w:tcPr>
            <w:tcW w:w="800" w:type="dxa"/>
            <w:shd w:val="solid" w:color="FFFFFF" w:fill="auto"/>
          </w:tcPr>
          <w:p w14:paraId="77887389" w14:textId="549CC037" w:rsidR="00A8264E" w:rsidRPr="008C0EFD" w:rsidRDefault="00A8264E" w:rsidP="00A8264E">
            <w:pPr>
              <w:pStyle w:val="TAL"/>
              <w:rPr>
                <w:sz w:val="16"/>
                <w:szCs w:val="16"/>
              </w:rPr>
            </w:pPr>
            <w:r>
              <w:rPr>
                <w:sz w:val="16"/>
                <w:szCs w:val="16"/>
              </w:rPr>
              <w:t>RAN#90</w:t>
            </w:r>
          </w:p>
        </w:tc>
        <w:tc>
          <w:tcPr>
            <w:tcW w:w="944" w:type="dxa"/>
            <w:shd w:val="solid" w:color="FFFFFF" w:fill="auto"/>
          </w:tcPr>
          <w:p w14:paraId="48C54083" w14:textId="7C7A31BE" w:rsidR="00A8264E" w:rsidRPr="008C0EFD" w:rsidRDefault="00A8264E" w:rsidP="00A8264E">
            <w:pPr>
              <w:pStyle w:val="TAL"/>
              <w:rPr>
                <w:rFonts w:cs="Arial"/>
                <w:sz w:val="16"/>
                <w:szCs w:val="16"/>
              </w:rPr>
            </w:pPr>
            <w:r>
              <w:rPr>
                <w:rFonts w:cs="Arial"/>
                <w:sz w:val="16"/>
                <w:szCs w:val="16"/>
              </w:rPr>
              <w:t>RP-202427</w:t>
            </w:r>
          </w:p>
        </w:tc>
        <w:tc>
          <w:tcPr>
            <w:tcW w:w="575" w:type="dxa"/>
            <w:shd w:val="solid" w:color="FFFFFF" w:fill="auto"/>
          </w:tcPr>
          <w:p w14:paraId="5248B13D" w14:textId="76D342DA" w:rsidR="00A8264E" w:rsidRPr="008C0EFD" w:rsidRDefault="00A8264E" w:rsidP="00A8264E">
            <w:pPr>
              <w:pStyle w:val="TAL"/>
              <w:rPr>
                <w:rFonts w:cs="Arial"/>
                <w:sz w:val="16"/>
                <w:szCs w:val="16"/>
              </w:rPr>
            </w:pPr>
            <w:r>
              <w:rPr>
                <w:rFonts w:cs="Arial"/>
                <w:sz w:val="16"/>
                <w:szCs w:val="16"/>
              </w:rPr>
              <w:t>0498</w:t>
            </w:r>
          </w:p>
        </w:tc>
        <w:tc>
          <w:tcPr>
            <w:tcW w:w="425" w:type="dxa"/>
            <w:shd w:val="solid" w:color="FFFFFF" w:fill="auto"/>
          </w:tcPr>
          <w:p w14:paraId="49C44E39" w14:textId="21B896B7"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0AF9AB1D" w14:textId="417AA526"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2726392D" w14:textId="191E8543" w:rsidR="00A8264E" w:rsidRPr="008C0EFD" w:rsidRDefault="00A8264E" w:rsidP="00A8264E">
            <w:pPr>
              <w:pStyle w:val="TAL"/>
              <w:rPr>
                <w:rFonts w:cs="Arial"/>
                <w:sz w:val="16"/>
                <w:szCs w:val="16"/>
              </w:rPr>
            </w:pPr>
            <w:r>
              <w:rPr>
                <w:rFonts w:cs="Arial"/>
                <w:sz w:val="16"/>
                <w:szCs w:val="16"/>
              </w:rPr>
              <w:t>Correction on 5G V2X UE RF requirements in TS38.101-1 in rel-16</w:t>
            </w:r>
          </w:p>
        </w:tc>
        <w:tc>
          <w:tcPr>
            <w:tcW w:w="708" w:type="dxa"/>
            <w:shd w:val="solid" w:color="FFFFFF" w:fill="auto"/>
          </w:tcPr>
          <w:p w14:paraId="006C2B53" w14:textId="1C86E04A" w:rsidR="00A8264E" w:rsidRPr="008C0EFD" w:rsidRDefault="00A8264E" w:rsidP="00A8264E">
            <w:pPr>
              <w:pStyle w:val="TAL"/>
              <w:rPr>
                <w:sz w:val="16"/>
                <w:szCs w:val="16"/>
              </w:rPr>
            </w:pPr>
            <w:r>
              <w:rPr>
                <w:sz w:val="16"/>
                <w:szCs w:val="16"/>
              </w:rPr>
              <w:t>16.6.0</w:t>
            </w:r>
          </w:p>
        </w:tc>
      </w:tr>
      <w:tr w:rsidR="00A8264E" w:rsidRPr="00402599" w14:paraId="150E9948" w14:textId="77777777" w:rsidTr="00DC7196">
        <w:trPr>
          <w:jc w:val="center"/>
        </w:trPr>
        <w:tc>
          <w:tcPr>
            <w:tcW w:w="800" w:type="dxa"/>
            <w:shd w:val="solid" w:color="FFFFFF" w:fill="auto"/>
          </w:tcPr>
          <w:p w14:paraId="7256A0FB" w14:textId="7D573658" w:rsidR="00A8264E" w:rsidRPr="008C0EFD" w:rsidRDefault="00A8264E" w:rsidP="00A8264E">
            <w:pPr>
              <w:pStyle w:val="TAL"/>
              <w:rPr>
                <w:sz w:val="16"/>
                <w:szCs w:val="16"/>
              </w:rPr>
            </w:pPr>
            <w:r>
              <w:rPr>
                <w:sz w:val="16"/>
                <w:szCs w:val="16"/>
              </w:rPr>
              <w:t>2020-12</w:t>
            </w:r>
          </w:p>
        </w:tc>
        <w:tc>
          <w:tcPr>
            <w:tcW w:w="800" w:type="dxa"/>
            <w:shd w:val="solid" w:color="FFFFFF" w:fill="auto"/>
          </w:tcPr>
          <w:p w14:paraId="006AAD5B" w14:textId="15CCC868" w:rsidR="00A8264E" w:rsidRPr="008C0EFD" w:rsidRDefault="00A8264E" w:rsidP="00A8264E">
            <w:pPr>
              <w:pStyle w:val="TAL"/>
              <w:rPr>
                <w:sz w:val="16"/>
                <w:szCs w:val="16"/>
              </w:rPr>
            </w:pPr>
            <w:r>
              <w:rPr>
                <w:sz w:val="16"/>
                <w:szCs w:val="16"/>
              </w:rPr>
              <w:t>RAN#90</w:t>
            </w:r>
          </w:p>
        </w:tc>
        <w:tc>
          <w:tcPr>
            <w:tcW w:w="944" w:type="dxa"/>
            <w:shd w:val="solid" w:color="FFFFFF" w:fill="auto"/>
          </w:tcPr>
          <w:p w14:paraId="17892C64" w14:textId="42EB28BE" w:rsidR="00A8264E" w:rsidRPr="008C0EFD" w:rsidRDefault="00A8264E" w:rsidP="00A8264E">
            <w:pPr>
              <w:pStyle w:val="TAL"/>
              <w:rPr>
                <w:rFonts w:cs="Arial"/>
                <w:sz w:val="16"/>
                <w:szCs w:val="16"/>
              </w:rPr>
            </w:pPr>
            <w:r>
              <w:rPr>
                <w:rFonts w:cs="Arial"/>
                <w:sz w:val="16"/>
                <w:szCs w:val="16"/>
              </w:rPr>
              <w:t>RP-202438</w:t>
            </w:r>
          </w:p>
        </w:tc>
        <w:tc>
          <w:tcPr>
            <w:tcW w:w="575" w:type="dxa"/>
            <w:shd w:val="solid" w:color="FFFFFF" w:fill="auto"/>
          </w:tcPr>
          <w:p w14:paraId="0478B1E1" w14:textId="5286CCDA" w:rsidR="00A8264E" w:rsidRPr="008C0EFD" w:rsidRDefault="00A8264E" w:rsidP="00A8264E">
            <w:pPr>
              <w:pStyle w:val="TAL"/>
              <w:rPr>
                <w:rFonts w:cs="Arial"/>
                <w:sz w:val="16"/>
                <w:szCs w:val="16"/>
              </w:rPr>
            </w:pPr>
            <w:r>
              <w:rPr>
                <w:rFonts w:cs="Arial"/>
                <w:sz w:val="16"/>
                <w:szCs w:val="16"/>
              </w:rPr>
              <w:t>0506</w:t>
            </w:r>
          </w:p>
        </w:tc>
        <w:tc>
          <w:tcPr>
            <w:tcW w:w="425" w:type="dxa"/>
            <w:shd w:val="solid" w:color="FFFFFF" w:fill="auto"/>
          </w:tcPr>
          <w:p w14:paraId="254CB089" w14:textId="186D9A25"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0A1D44E9" w14:textId="3FBF33D7"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1FE96544" w14:textId="25349400" w:rsidR="00A8264E" w:rsidRPr="008C0EFD" w:rsidRDefault="00A8264E" w:rsidP="00A8264E">
            <w:pPr>
              <w:pStyle w:val="TAL"/>
              <w:rPr>
                <w:rFonts w:cs="Arial"/>
                <w:sz w:val="16"/>
                <w:szCs w:val="16"/>
              </w:rPr>
            </w:pPr>
            <w:r>
              <w:rPr>
                <w:rFonts w:cs="Arial"/>
                <w:sz w:val="16"/>
                <w:szCs w:val="16"/>
              </w:rPr>
              <w:t>n53 bracket removal</w:t>
            </w:r>
          </w:p>
        </w:tc>
        <w:tc>
          <w:tcPr>
            <w:tcW w:w="708" w:type="dxa"/>
            <w:shd w:val="solid" w:color="FFFFFF" w:fill="auto"/>
          </w:tcPr>
          <w:p w14:paraId="57DEAFE4" w14:textId="6C30E9C3" w:rsidR="00A8264E" w:rsidRPr="008C0EFD" w:rsidRDefault="00A8264E" w:rsidP="00A8264E">
            <w:pPr>
              <w:pStyle w:val="TAL"/>
              <w:rPr>
                <w:sz w:val="16"/>
                <w:szCs w:val="16"/>
              </w:rPr>
            </w:pPr>
            <w:r>
              <w:rPr>
                <w:sz w:val="16"/>
                <w:szCs w:val="16"/>
              </w:rPr>
              <w:t>16.6.0</w:t>
            </w:r>
          </w:p>
        </w:tc>
      </w:tr>
      <w:tr w:rsidR="00A8264E" w:rsidRPr="00402599" w14:paraId="421DCA72" w14:textId="77777777" w:rsidTr="00DC7196">
        <w:trPr>
          <w:jc w:val="center"/>
        </w:trPr>
        <w:tc>
          <w:tcPr>
            <w:tcW w:w="800" w:type="dxa"/>
            <w:shd w:val="solid" w:color="FFFFFF" w:fill="auto"/>
          </w:tcPr>
          <w:p w14:paraId="6C1B1A0C" w14:textId="2B84CF95" w:rsidR="00A8264E" w:rsidRPr="008C0EFD" w:rsidRDefault="00A8264E" w:rsidP="00A8264E">
            <w:pPr>
              <w:pStyle w:val="TAL"/>
              <w:rPr>
                <w:sz w:val="16"/>
                <w:szCs w:val="16"/>
              </w:rPr>
            </w:pPr>
            <w:r>
              <w:rPr>
                <w:sz w:val="16"/>
                <w:szCs w:val="16"/>
              </w:rPr>
              <w:t>2020-12</w:t>
            </w:r>
          </w:p>
        </w:tc>
        <w:tc>
          <w:tcPr>
            <w:tcW w:w="800" w:type="dxa"/>
            <w:shd w:val="solid" w:color="FFFFFF" w:fill="auto"/>
          </w:tcPr>
          <w:p w14:paraId="66C335B8" w14:textId="211C56C8" w:rsidR="00A8264E" w:rsidRPr="008C0EFD" w:rsidRDefault="00A8264E" w:rsidP="00A8264E">
            <w:pPr>
              <w:pStyle w:val="TAL"/>
              <w:rPr>
                <w:sz w:val="16"/>
                <w:szCs w:val="16"/>
              </w:rPr>
            </w:pPr>
            <w:r>
              <w:rPr>
                <w:sz w:val="16"/>
                <w:szCs w:val="16"/>
              </w:rPr>
              <w:t>RAN#90</w:t>
            </w:r>
          </w:p>
        </w:tc>
        <w:tc>
          <w:tcPr>
            <w:tcW w:w="944" w:type="dxa"/>
            <w:shd w:val="solid" w:color="FFFFFF" w:fill="auto"/>
          </w:tcPr>
          <w:p w14:paraId="69F0BB51" w14:textId="6D1E961E" w:rsidR="00A8264E" w:rsidRPr="008C0EFD" w:rsidRDefault="00A8264E" w:rsidP="00A8264E">
            <w:pPr>
              <w:pStyle w:val="TAL"/>
              <w:rPr>
                <w:rFonts w:cs="Arial"/>
                <w:sz w:val="16"/>
                <w:szCs w:val="16"/>
              </w:rPr>
            </w:pPr>
            <w:r>
              <w:rPr>
                <w:rFonts w:cs="Arial"/>
                <w:sz w:val="16"/>
                <w:szCs w:val="16"/>
              </w:rPr>
              <w:t>RP-202442</w:t>
            </w:r>
          </w:p>
        </w:tc>
        <w:tc>
          <w:tcPr>
            <w:tcW w:w="575" w:type="dxa"/>
            <w:shd w:val="solid" w:color="FFFFFF" w:fill="auto"/>
          </w:tcPr>
          <w:p w14:paraId="534F0CB5" w14:textId="49720019" w:rsidR="00A8264E" w:rsidRPr="008C0EFD" w:rsidRDefault="00A8264E" w:rsidP="00A8264E">
            <w:pPr>
              <w:pStyle w:val="TAL"/>
              <w:rPr>
                <w:rFonts w:cs="Arial"/>
                <w:sz w:val="16"/>
                <w:szCs w:val="16"/>
              </w:rPr>
            </w:pPr>
            <w:r>
              <w:rPr>
                <w:rFonts w:cs="Arial"/>
                <w:sz w:val="16"/>
                <w:szCs w:val="16"/>
              </w:rPr>
              <w:t>0507</w:t>
            </w:r>
          </w:p>
        </w:tc>
        <w:tc>
          <w:tcPr>
            <w:tcW w:w="425" w:type="dxa"/>
            <w:shd w:val="solid" w:color="FFFFFF" w:fill="auto"/>
          </w:tcPr>
          <w:p w14:paraId="1AA76661" w14:textId="357A9B05" w:rsidR="00A8264E" w:rsidRPr="008C0EFD" w:rsidRDefault="00A8264E" w:rsidP="00A8264E">
            <w:pPr>
              <w:pStyle w:val="TAC"/>
              <w:rPr>
                <w:sz w:val="16"/>
                <w:szCs w:val="16"/>
              </w:rPr>
            </w:pPr>
            <w:r>
              <w:rPr>
                <w:rFonts w:cs="Arial"/>
                <w:sz w:val="16"/>
                <w:szCs w:val="16"/>
              </w:rPr>
              <w:t>2</w:t>
            </w:r>
          </w:p>
        </w:tc>
        <w:tc>
          <w:tcPr>
            <w:tcW w:w="425" w:type="dxa"/>
            <w:shd w:val="solid" w:color="FFFFFF" w:fill="auto"/>
          </w:tcPr>
          <w:p w14:paraId="230F5CEC" w14:textId="3B99E3C9"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1F6CA0BA" w14:textId="19C46F1D" w:rsidR="00A8264E" w:rsidRPr="008C0EFD" w:rsidRDefault="00A8264E" w:rsidP="00A8264E">
            <w:pPr>
              <w:pStyle w:val="TAL"/>
              <w:rPr>
                <w:rFonts w:cs="Arial"/>
                <w:sz w:val="16"/>
                <w:szCs w:val="16"/>
              </w:rPr>
            </w:pPr>
            <w:r>
              <w:rPr>
                <w:rFonts w:cs="Arial"/>
                <w:sz w:val="16"/>
                <w:szCs w:val="16"/>
              </w:rPr>
              <w:t>A-MPR definition for CA_n7B, CA_n48B, CA_n41B and CA_n41C</w:t>
            </w:r>
          </w:p>
        </w:tc>
        <w:tc>
          <w:tcPr>
            <w:tcW w:w="708" w:type="dxa"/>
            <w:shd w:val="solid" w:color="FFFFFF" w:fill="auto"/>
          </w:tcPr>
          <w:p w14:paraId="255ED4FE" w14:textId="5739ED5A" w:rsidR="00A8264E" w:rsidRPr="008C0EFD" w:rsidRDefault="00A8264E" w:rsidP="00A8264E">
            <w:pPr>
              <w:pStyle w:val="TAL"/>
              <w:rPr>
                <w:sz w:val="16"/>
                <w:szCs w:val="16"/>
              </w:rPr>
            </w:pPr>
            <w:r>
              <w:rPr>
                <w:sz w:val="16"/>
                <w:szCs w:val="16"/>
              </w:rPr>
              <w:t>16.6.0</w:t>
            </w:r>
          </w:p>
        </w:tc>
      </w:tr>
      <w:tr w:rsidR="00A8264E" w:rsidRPr="00402599" w14:paraId="5C0C75E8" w14:textId="77777777" w:rsidTr="00DC7196">
        <w:trPr>
          <w:jc w:val="center"/>
        </w:trPr>
        <w:tc>
          <w:tcPr>
            <w:tcW w:w="800" w:type="dxa"/>
            <w:shd w:val="solid" w:color="FFFFFF" w:fill="auto"/>
          </w:tcPr>
          <w:p w14:paraId="0BEC5DC5" w14:textId="64538676" w:rsidR="00A8264E" w:rsidRPr="008C0EFD" w:rsidRDefault="00A8264E" w:rsidP="00A8264E">
            <w:pPr>
              <w:pStyle w:val="TAL"/>
              <w:rPr>
                <w:sz w:val="16"/>
                <w:szCs w:val="16"/>
              </w:rPr>
            </w:pPr>
            <w:r>
              <w:rPr>
                <w:sz w:val="16"/>
                <w:szCs w:val="16"/>
              </w:rPr>
              <w:t>2020-12</w:t>
            </w:r>
          </w:p>
        </w:tc>
        <w:tc>
          <w:tcPr>
            <w:tcW w:w="800" w:type="dxa"/>
            <w:shd w:val="solid" w:color="FFFFFF" w:fill="auto"/>
          </w:tcPr>
          <w:p w14:paraId="05D606B1" w14:textId="735A44DD" w:rsidR="00A8264E" w:rsidRPr="008C0EFD" w:rsidRDefault="00A8264E" w:rsidP="00A8264E">
            <w:pPr>
              <w:pStyle w:val="TAL"/>
              <w:rPr>
                <w:sz w:val="16"/>
                <w:szCs w:val="16"/>
              </w:rPr>
            </w:pPr>
            <w:r>
              <w:rPr>
                <w:sz w:val="16"/>
                <w:szCs w:val="16"/>
              </w:rPr>
              <w:t>RAN#90</w:t>
            </w:r>
          </w:p>
        </w:tc>
        <w:tc>
          <w:tcPr>
            <w:tcW w:w="944" w:type="dxa"/>
            <w:shd w:val="solid" w:color="FFFFFF" w:fill="auto"/>
          </w:tcPr>
          <w:p w14:paraId="7ECB69A5" w14:textId="1FE75DE4"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5CA0EBBB" w14:textId="0A09A9B5" w:rsidR="00A8264E" w:rsidRPr="008C0EFD" w:rsidRDefault="00A8264E" w:rsidP="00A8264E">
            <w:pPr>
              <w:pStyle w:val="TAL"/>
              <w:rPr>
                <w:rFonts w:cs="Arial"/>
                <w:sz w:val="16"/>
                <w:szCs w:val="16"/>
              </w:rPr>
            </w:pPr>
            <w:r>
              <w:rPr>
                <w:rFonts w:cs="Arial"/>
                <w:sz w:val="16"/>
                <w:szCs w:val="16"/>
              </w:rPr>
              <w:t>0512</w:t>
            </w:r>
          </w:p>
        </w:tc>
        <w:tc>
          <w:tcPr>
            <w:tcW w:w="425" w:type="dxa"/>
            <w:shd w:val="solid" w:color="FFFFFF" w:fill="auto"/>
          </w:tcPr>
          <w:p w14:paraId="24804A77" w14:textId="2FC028DF"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68B56F6D" w14:textId="79ECBB9D"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13808B48" w14:textId="09E6769E" w:rsidR="00A8264E" w:rsidRPr="008C0EFD" w:rsidRDefault="00A8264E" w:rsidP="00A8264E">
            <w:pPr>
              <w:pStyle w:val="TAL"/>
              <w:rPr>
                <w:rFonts w:cs="Arial"/>
                <w:sz w:val="16"/>
                <w:szCs w:val="16"/>
              </w:rPr>
            </w:pPr>
            <w:r>
              <w:rPr>
                <w:rFonts w:cs="Arial"/>
                <w:sz w:val="16"/>
                <w:szCs w:val="16"/>
              </w:rPr>
              <w:t>CR to TS38.101-1 on DC location correction</w:t>
            </w:r>
          </w:p>
        </w:tc>
        <w:tc>
          <w:tcPr>
            <w:tcW w:w="708" w:type="dxa"/>
            <w:shd w:val="solid" w:color="FFFFFF" w:fill="auto"/>
          </w:tcPr>
          <w:p w14:paraId="456C0519" w14:textId="6910D6FB" w:rsidR="00A8264E" w:rsidRPr="008C0EFD" w:rsidRDefault="00A8264E" w:rsidP="00A8264E">
            <w:pPr>
              <w:pStyle w:val="TAL"/>
              <w:rPr>
                <w:sz w:val="16"/>
                <w:szCs w:val="16"/>
              </w:rPr>
            </w:pPr>
            <w:r>
              <w:rPr>
                <w:sz w:val="16"/>
                <w:szCs w:val="16"/>
              </w:rPr>
              <w:t>16.6.0</w:t>
            </w:r>
          </w:p>
        </w:tc>
      </w:tr>
      <w:tr w:rsidR="00A8264E" w:rsidRPr="00402599" w14:paraId="7295F8F9" w14:textId="77777777" w:rsidTr="00DC7196">
        <w:trPr>
          <w:jc w:val="center"/>
        </w:trPr>
        <w:tc>
          <w:tcPr>
            <w:tcW w:w="800" w:type="dxa"/>
            <w:shd w:val="solid" w:color="FFFFFF" w:fill="auto"/>
          </w:tcPr>
          <w:p w14:paraId="65143FB6" w14:textId="46144F66" w:rsidR="00A8264E" w:rsidRPr="008C0EFD" w:rsidRDefault="00A8264E" w:rsidP="00A8264E">
            <w:pPr>
              <w:pStyle w:val="TAL"/>
              <w:rPr>
                <w:sz w:val="16"/>
                <w:szCs w:val="16"/>
              </w:rPr>
            </w:pPr>
            <w:r>
              <w:rPr>
                <w:sz w:val="16"/>
                <w:szCs w:val="16"/>
              </w:rPr>
              <w:t>2020-12</w:t>
            </w:r>
          </w:p>
        </w:tc>
        <w:tc>
          <w:tcPr>
            <w:tcW w:w="800" w:type="dxa"/>
            <w:shd w:val="solid" w:color="FFFFFF" w:fill="auto"/>
          </w:tcPr>
          <w:p w14:paraId="54DD21AD" w14:textId="1436CB55" w:rsidR="00A8264E" w:rsidRPr="008C0EFD" w:rsidRDefault="00A8264E" w:rsidP="00A8264E">
            <w:pPr>
              <w:pStyle w:val="TAL"/>
              <w:rPr>
                <w:sz w:val="16"/>
                <w:szCs w:val="16"/>
              </w:rPr>
            </w:pPr>
            <w:r>
              <w:rPr>
                <w:sz w:val="16"/>
                <w:szCs w:val="16"/>
              </w:rPr>
              <w:t>RAN#90</w:t>
            </w:r>
          </w:p>
        </w:tc>
        <w:tc>
          <w:tcPr>
            <w:tcW w:w="944" w:type="dxa"/>
            <w:shd w:val="solid" w:color="FFFFFF" w:fill="auto"/>
          </w:tcPr>
          <w:p w14:paraId="4261CDA7" w14:textId="6961332F"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3D1B5769" w14:textId="50F57D39" w:rsidR="00A8264E" w:rsidRPr="008C0EFD" w:rsidRDefault="00A8264E" w:rsidP="00A8264E">
            <w:pPr>
              <w:pStyle w:val="TAL"/>
              <w:rPr>
                <w:rFonts w:cs="Arial"/>
                <w:sz w:val="16"/>
                <w:szCs w:val="16"/>
              </w:rPr>
            </w:pPr>
            <w:r>
              <w:rPr>
                <w:rFonts w:cs="Arial"/>
                <w:sz w:val="16"/>
                <w:szCs w:val="16"/>
              </w:rPr>
              <w:t>0518</w:t>
            </w:r>
          </w:p>
        </w:tc>
        <w:tc>
          <w:tcPr>
            <w:tcW w:w="425" w:type="dxa"/>
            <w:shd w:val="solid" w:color="FFFFFF" w:fill="auto"/>
          </w:tcPr>
          <w:p w14:paraId="5CF52585" w14:textId="74D1C3CD"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43AD3901" w14:textId="2E519658"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6770C576" w14:textId="0B018603" w:rsidR="00A8264E" w:rsidRPr="008C0EFD" w:rsidRDefault="00A8264E" w:rsidP="00A8264E">
            <w:pPr>
              <w:pStyle w:val="TAL"/>
              <w:rPr>
                <w:rFonts w:cs="Arial"/>
                <w:sz w:val="16"/>
                <w:szCs w:val="16"/>
              </w:rPr>
            </w:pPr>
            <w:r>
              <w:rPr>
                <w:rFonts w:cs="Arial"/>
                <w:sz w:val="16"/>
                <w:szCs w:val="16"/>
              </w:rPr>
              <w:t>Coexistence cleanup for 38.101-1 Rel16</w:t>
            </w:r>
          </w:p>
        </w:tc>
        <w:tc>
          <w:tcPr>
            <w:tcW w:w="708" w:type="dxa"/>
            <w:shd w:val="solid" w:color="FFFFFF" w:fill="auto"/>
          </w:tcPr>
          <w:p w14:paraId="6C54217F" w14:textId="1523361A" w:rsidR="00A8264E" w:rsidRPr="008C0EFD" w:rsidRDefault="00A8264E" w:rsidP="00A8264E">
            <w:pPr>
              <w:pStyle w:val="TAL"/>
              <w:rPr>
                <w:sz w:val="16"/>
                <w:szCs w:val="16"/>
              </w:rPr>
            </w:pPr>
            <w:r>
              <w:rPr>
                <w:sz w:val="16"/>
                <w:szCs w:val="16"/>
              </w:rPr>
              <w:t>16.6.0</w:t>
            </w:r>
          </w:p>
        </w:tc>
      </w:tr>
      <w:tr w:rsidR="00A8264E" w:rsidRPr="00402599" w14:paraId="36FCB520" w14:textId="77777777" w:rsidTr="00DC7196">
        <w:trPr>
          <w:jc w:val="center"/>
        </w:trPr>
        <w:tc>
          <w:tcPr>
            <w:tcW w:w="800" w:type="dxa"/>
            <w:shd w:val="solid" w:color="FFFFFF" w:fill="auto"/>
          </w:tcPr>
          <w:p w14:paraId="7E7D61C3" w14:textId="02DF3C18" w:rsidR="00A8264E" w:rsidRPr="008C0EFD" w:rsidRDefault="00A8264E" w:rsidP="00A8264E">
            <w:pPr>
              <w:pStyle w:val="TAL"/>
              <w:rPr>
                <w:sz w:val="16"/>
                <w:szCs w:val="16"/>
              </w:rPr>
            </w:pPr>
            <w:r>
              <w:rPr>
                <w:sz w:val="16"/>
                <w:szCs w:val="16"/>
              </w:rPr>
              <w:t>2020-12</w:t>
            </w:r>
          </w:p>
        </w:tc>
        <w:tc>
          <w:tcPr>
            <w:tcW w:w="800" w:type="dxa"/>
            <w:shd w:val="solid" w:color="FFFFFF" w:fill="auto"/>
          </w:tcPr>
          <w:p w14:paraId="2B1C790A" w14:textId="4911247C" w:rsidR="00A8264E" w:rsidRPr="008C0EFD" w:rsidRDefault="00A8264E" w:rsidP="00A8264E">
            <w:pPr>
              <w:pStyle w:val="TAL"/>
              <w:rPr>
                <w:sz w:val="16"/>
                <w:szCs w:val="16"/>
              </w:rPr>
            </w:pPr>
            <w:r>
              <w:rPr>
                <w:sz w:val="16"/>
                <w:szCs w:val="16"/>
              </w:rPr>
              <w:t>RAN#90</w:t>
            </w:r>
          </w:p>
        </w:tc>
        <w:tc>
          <w:tcPr>
            <w:tcW w:w="944" w:type="dxa"/>
            <w:shd w:val="solid" w:color="FFFFFF" w:fill="auto"/>
          </w:tcPr>
          <w:p w14:paraId="7E5C5091" w14:textId="547EE4F9"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368BC602" w14:textId="23231407" w:rsidR="00A8264E" w:rsidRPr="008C0EFD" w:rsidRDefault="00A8264E" w:rsidP="00A8264E">
            <w:pPr>
              <w:pStyle w:val="TAL"/>
              <w:rPr>
                <w:rFonts w:cs="Arial"/>
                <w:sz w:val="16"/>
                <w:szCs w:val="16"/>
              </w:rPr>
            </w:pPr>
            <w:r>
              <w:rPr>
                <w:rFonts w:cs="Arial"/>
                <w:sz w:val="16"/>
                <w:szCs w:val="16"/>
              </w:rPr>
              <w:t>0524</w:t>
            </w:r>
          </w:p>
        </w:tc>
        <w:tc>
          <w:tcPr>
            <w:tcW w:w="425" w:type="dxa"/>
            <w:shd w:val="solid" w:color="FFFFFF" w:fill="auto"/>
          </w:tcPr>
          <w:p w14:paraId="2B3813F8" w14:textId="13C415C8"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2162D162" w14:textId="648446D6"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67077098" w14:textId="419E6DE3" w:rsidR="00A8264E" w:rsidRPr="008C0EFD" w:rsidRDefault="00A8264E" w:rsidP="00A8264E">
            <w:pPr>
              <w:pStyle w:val="TAL"/>
              <w:rPr>
                <w:rFonts w:cs="Arial"/>
                <w:sz w:val="16"/>
                <w:szCs w:val="16"/>
              </w:rPr>
            </w:pPr>
            <w:r>
              <w:rPr>
                <w:rFonts w:cs="Arial"/>
                <w:sz w:val="16"/>
                <w:szCs w:val="16"/>
              </w:rPr>
              <w:t>CR to TS 38.101-1 on simplification for inter-band CA configuration</w:t>
            </w:r>
          </w:p>
        </w:tc>
        <w:tc>
          <w:tcPr>
            <w:tcW w:w="708" w:type="dxa"/>
            <w:shd w:val="solid" w:color="FFFFFF" w:fill="auto"/>
          </w:tcPr>
          <w:p w14:paraId="237768D0" w14:textId="31B172A1" w:rsidR="00A8264E" w:rsidRPr="008C0EFD" w:rsidRDefault="00A8264E" w:rsidP="00A8264E">
            <w:pPr>
              <w:pStyle w:val="TAL"/>
              <w:rPr>
                <w:sz w:val="16"/>
                <w:szCs w:val="16"/>
              </w:rPr>
            </w:pPr>
            <w:r>
              <w:rPr>
                <w:sz w:val="16"/>
                <w:szCs w:val="16"/>
              </w:rPr>
              <w:t>16.6.0</w:t>
            </w:r>
          </w:p>
        </w:tc>
      </w:tr>
      <w:tr w:rsidR="00A8264E" w:rsidRPr="00402599" w14:paraId="0F01FDF0" w14:textId="77777777" w:rsidTr="00DC7196">
        <w:trPr>
          <w:jc w:val="center"/>
        </w:trPr>
        <w:tc>
          <w:tcPr>
            <w:tcW w:w="800" w:type="dxa"/>
            <w:shd w:val="solid" w:color="FFFFFF" w:fill="auto"/>
          </w:tcPr>
          <w:p w14:paraId="17BD63FF" w14:textId="7F876333" w:rsidR="00A8264E" w:rsidRPr="008C0EFD" w:rsidRDefault="00A8264E" w:rsidP="00A8264E">
            <w:pPr>
              <w:pStyle w:val="TAL"/>
              <w:rPr>
                <w:sz w:val="16"/>
                <w:szCs w:val="16"/>
              </w:rPr>
            </w:pPr>
            <w:r>
              <w:rPr>
                <w:sz w:val="16"/>
                <w:szCs w:val="16"/>
              </w:rPr>
              <w:t>2020-12</w:t>
            </w:r>
          </w:p>
        </w:tc>
        <w:tc>
          <w:tcPr>
            <w:tcW w:w="800" w:type="dxa"/>
            <w:shd w:val="solid" w:color="FFFFFF" w:fill="auto"/>
          </w:tcPr>
          <w:p w14:paraId="57B1D92B" w14:textId="07F59E22" w:rsidR="00A8264E" w:rsidRPr="008C0EFD" w:rsidRDefault="00A8264E" w:rsidP="00A8264E">
            <w:pPr>
              <w:pStyle w:val="TAL"/>
              <w:rPr>
                <w:sz w:val="16"/>
                <w:szCs w:val="16"/>
              </w:rPr>
            </w:pPr>
            <w:r>
              <w:rPr>
                <w:sz w:val="16"/>
                <w:szCs w:val="16"/>
              </w:rPr>
              <w:t>RAN#90</w:t>
            </w:r>
          </w:p>
        </w:tc>
        <w:tc>
          <w:tcPr>
            <w:tcW w:w="944" w:type="dxa"/>
            <w:shd w:val="solid" w:color="FFFFFF" w:fill="auto"/>
          </w:tcPr>
          <w:p w14:paraId="5CE534EA" w14:textId="75EA77C0" w:rsidR="00A8264E" w:rsidRPr="008C0EFD" w:rsidRDefault="00A8264E" w:rsidP="00A8264E">
            <w:pPr>
              <w:pStyle w:val="TAL"/>
              <w:rPr>
                <w:rFonts w:cs="Arial"/>
                <w:sz w:val="16"/>
                <w:szCs w:val="16"/>
              </w:rPr>
            </w:pPr>
            <w:r>
              <w:rPr>
                <w:rFonts w:cs="Arial"/>
                <w:sz w:val="16"/>
                <w:szCs w:val="16"/>
              </w:rPr>
              <w:t>RP-202427</w:t>
            </w:r>
          </w:p>
        </w:tc>
        <w:tc>
          <w:tcPr>
            <w:tcW w:w="575" w:type="dxa"/>
            <w:shd w:val="solid" w:color="FFFFFF" w:fill="auto"/>
          </w:tcPr>
          <w:p w14:paraId="602BDD3B" w14:textId="3F00FC3B" w:rsidR="00A8264E" w:rsidRPr="008C0EFD" w:rsidRDefault="00A8264E" w:rsidP="00A8264E">
            <w:pPr>
              <w:pStyle w:val="TAL"/>
              <w:rPr>
                <w:rFonts w:cs="Arial"/>
                <w:sz w:val="16"/>
                <w:szCs w:val="16"/>
              </w:rPr>
            </w:pPr>
            <w:r>
              <w:rPr>
                <w:rFonts w:cs="Arial"/>
                <w:sz w:val="16"/>
                <w:szCs w:val="16"/>
              </w:rPr>
              <w:t>0525</w:t>
            </w:r>
          </w:p>
        </w:tc>
        <w:tc>
          <w:tcPr>
            <w:tcW w:w="425" w:type="dxa"/>
            <w:shd w:val="solid" w:color="FFFFFF" w:fill="auto"/>
          </w:tcPr>
          <w:p w14:paraId="0DD313AD" w14:textId="23D94A76"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75A69542" w14:textId="620A6157"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12B8F4C6" w14:textId="43452397" w:rsidR="00A8264E" w:rsidRPr="008C0EFD" w:rsidRDefault="00A8264E" w:rsidP="00A8264E">
            <w:pPr>
              <w:pStyle w:val="TAL"/>
              <w:rPr>
                <w:rFonts w:cs="Arial"/>
                <w:sz w:val="16"/>
                <w:szCs w:val="16"/>
              </w:rPr>
            </w:pPr>
            <w:r>
              <w:rPr>
                <w:rFonts w:cs="Arial"/>
                <w:sz w:val="16"/>
                <w:szCs w:val="16"/>
              </w:rPr>
              <w:t>CR on TS38.101-1 for NR V2X</w:t>
            </w:r>
          </w:p>
        </w:tc>
        <w:tc>
          <w:tcPr>
            <w:tcW w:w="708" w:type="dxa"/>
            <w:shd w:val="solid" w:color="FFFFFF" w:fill="auto"/>
          </w:tcPr>
          <w:p w14:paraId="5C9303B4" w14:textId="74C0228A" w:rsidR="00A8264E" w:rsidRPr="008C0EFD" w:rsidRDefault="00A8264E" w:rsidP="00A8264E">
            <w:pPr>
              <w:pStyle w:val="TAL"/>
              <w:rPr>
                <w:sz w:val="16"/>
                <w:szCs w:val="16"/>
              </w:rPr>
            </w:pPr>
            <w:r>
              <w:rPr>
                <w:sz w:val="16"/>
                <w:szCs w:val="16"/>
              </w:rPr>
              <w:t>16.6.0</w:t>
            </w:r>
          </w:p>
        </w:tc>
      </w:tr>
      <w:tr w:rsidR="00A8264E" w:rsidRPr="00402599" w14:paraId="5BB8CC84" w14:textId="77777777" w:rsidTr="00DC7196">
        <w:trPr>
          <w:jc w:val="center"/>
        </w:trPr>
        <w:tc>
          <w:tcPr>
            <w:tcW w:w="800" w:type="dxa"/>
            <w:shd w:val="solid" w:color="FFFFFF" w:fill="auto"/>
          </w:tcPr>
          <w:p w14:paraId="5A77A917" w14:textId="09F9FE13" w:rsidR="00A8264E" w:rsidRPr="008C0EFD" w:rsidRDefault="00A8264E" w:rsidP="00A8264E">
            <w:pPr>
              <w:pStyle w:val="TAL"/>
              <w:rPr>
                <w:sz w:val="16"/>
                <w:szCs w:val="16"/>
              </w:rPr>
            </w:pPr>
            <w:r>
              <w:rPr>
                <w:sz w:val="16"/>
                <w:szCs w:val="16"/>
              </w:rPr>
              <w:t>2020-12</w:t>
            </w:r>
          </w:p>
        </w:tc>
        <w:tc>
          <w:tcPr>
            <w:tcW w:w="800" w:type="dxa"/>
            <w:shd w:val="solid" w:color="FFFFFF" w:fill="auto"/>
          </w:tcPr>
          <w:p w14:paraId="3B9ECD71" w14:textId="5694CEC8" w:rsidR="00A8264E" w:rsidRPr="008C0EFD" w:rsidRDefault="00A8264E" w:rsidP="00A8264E">
            <w:pPr>
              <w:pStyle w:val="TAL"/>
              <w:rPr>
                <w:sz w:val="16"/>
                <w:szCs w:val="16"/>
              </w:rPr>
            </w:pPr>
            <w:r>
              <w:rPr>
                <w:sz w:val="16"/>
                <w:szCs w:val="16"/>
              </w:rPr>
              <w:t>RAN#90</w:t>
            </w:r>
          </w:p>
        </w:tc>
        <w:tc>
          <w:tcPr>
            <w:tcW w:w="944" w:type="dxa"/>
            <w:shd w:val="solid" w:color="FFFFFF" w:fill="auto"/>
          </w:tcPr>
          <w:p w14:paraId="563C4C14" w14:textId="4E7341A7"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623F87E9" w14:textId="36AA8FCA" w:rsidR="00A8264E" w:rsidRPr="008C0EFD" w:rsidRDefault="00A8264E" w:rsidP="00A8264E">
            <w:pPr>
              <w:pStyle w:val="TAL"/>
              <w:rPr>
                <w:rFonts w:cs="Arial"/>
                <w:sz w:val="16"/>
                <w:szCs w:val="16"/>
              </w:rPr>
            </w:pPr>
            <w:r>
              <w:rPr>
                <w:rFonts w:cs="Arial"/>
                <w:sz w:val="16"/>
                <w:szCs w:val="16"/>
              </w:rPr>
              <w:t>0527</w:t>
            </w:r>
          </w:p>
        </w:tc>
        <w:tc>
          <w:tcPr>
            <w:tcW w:w="425" w:type="dxa"/>
            <w:shd w:val="solid" w:color="FFFFFF" w:fill="auto"/>
          </w:tcPr>
          <w:p w14:paraId="3A4DDE05" w14:textId="485B1658"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584B40A1" w14:textId="6974FF44"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59FB4005" w14:textId="4871B09D" w:rsidR="00A8264E" w:rsidRPr="008C0EFD" w:rsidRDefault="00A8264E" w:rsidP="00A8264E">
            <w:pPr>
              <w:pStyle w:val="TAL"/>
              <w:rPr>
                <w:rFonts w:cs="Arial"/>
                <w:sz w:val="16"/>
                <w:szCs w:val="16"/>
              </w:rPr>
            </w:pPr>
            <w:r>
              <w:rPr>
                <w:rFonts w:cs="Arial"/>
                <w:sz w:val="16"/>
                <w:szCs w:val="16"/>
              </w:rPr>
              <w:t>CR to TS 38.101-1[R16]: Clarification of non-simultaneous Rx/Tx operation for CA_n77-n79 and CA_n78-n79 in TS 38.101-1.</w:t>
            </w:r>
          </w:p>
        </w:tc>
        <w:tc>
          <w:tcPr>
            <w:tcW w:w="708" w:type="dxa"/>
            <w:shd w:val="solid" w:color="FFFFFF" w:fill="auto"/>
          </w:tcPr>
          <w:p w14:paraId="16D3F05D" w14:textId="25CDAB1F" w:rsidR="00A8264E" w:rsidRPr="008C0EFD" w:rsidRDefault="00A8264E" w:rsidP="00A8264E">
            <w:pPr>
              <w:pStyle w:val="TAL"/>
              <w:rPr>
                <w:sz w:val="16"/>
                <w:szCs w:val="16"/>
              </w:rPr>
            </w:pPr>
            <w:r>
              <w:rPr>
                <w:sz w:val="16"/>
                <w:szCs w:val="16"/>
              </w:rPr>
              <w:t>16.6.0</w:t>
            </w:r>
          </w:p>
        </w:tc>
      </w:tr>
      <w:tr w:rsidR="00A8264E" w:rsidRPr="00402599" w14:paraId="1B74E76B" w14:textId="77777777" w:rsidTr="00DC7196">
        <w:trPr>
          <w:jc w:val="center"/>
        </w:trPr>
        <w:tc>
          <w:tcPr>
            <w:tcW w:w="800" w:type="dxa"/>
            <w:shd w:val="solid" w:color="FFFFFF" w:fill="auto"/>
          </w:tcPr>
          <w:p w14:paraId="5B8ACEA6" w14:textId="5E2A7D48" w:rsidR="00A8264E" w:rsidRPr="008C0EFD" w:rsidRDefault="00A8264E" w:rsidP="00A8264E">
            <w:pPr>
              <w:pStyle w:val="TAL"/>
              <w:rPr>
                <w:sz w:val="16"/>
                <w:szCs w:val="16"/>
              </w:rPr>
            </w:pPr>
            <w:r>
              <w:rPr>
                <w:sz w:val="16"/>
                <w:szCs w:val="16"/>
              </w:rPr>
              <w:t>2020-12</w:t>
            </w:r>
          </w:p>
        </w:tc>
        <w:tc>
          <w:tcPr>
            <w:tcW w:w="800" w:type="dxa"/>
            <w:shd w:val="solid" w:color="FFFFFF" w:fill="auto"/>
          </w:tcPr>
          <w:p w14:paraId="7726A951" w14:textId="1F1515C4" w:rsidR="00A8264E" w:rsidRPr="008C0EFD" w:rsidRDefault="00A8264E" w:rsidP="00A8264E">
            <w:pPr>
              <w:pStyle w:val="TAL"/>
              <w:rPr>
                <w:sz w:val="16"/>
                <w:szCs w:val="16"/>
              </w:rPr>
            </w:pPr>
            <w:r>
              <w:rPr>
                <w:sz w:val="16"/>
                <w:szCs w:val="16"/>
              </w:rPr>
              <w:t>RAN#90</w:t>
            </w:r>
          </w:p>
        </w:tc>
        <w:tc>
          <w:tcPr>
            <w:tcW w:w="944" w:type="dxa"/>
            <w:shd w:val="solid" w:color="FFFFFF" w:fill="auto"/>
          </w:tcPr>
          <w:p w14:paraId="213A81A9" w14:textId="4C9159DD" w:rsidR="00A8264E" w:rsidRPr="008C0EFD" w:rsidRDefault="00A8264E" w:rsidP="00A8264E">
            <w:pPr>
              <w:pStyle w:val="TAL"/>
              <w:rPr>
                <w:rFonts w:cs="Arial"/>
                <w:sz w:val="16"/>
                <w:szCs w:val="16"/>
              </w:rPr>
            </w:pPr>
            <w:r>
              <w:rPr>
                <w:rFonts w:cs="Arial"/>
                <w:sz w:val="16"/>
                <w:szCs w:val="16"/>
              </w:rPr>
              <w:t>RP-202442</w:t>
            </w:r>
          </w:p>
        </w:tc>
        <w:tc>
          <w:tcPr>
            <w:tcW w:w="575" w:type="dxa"/>
            <w:shd w:val="solid" w:color="FFFFFF" w:fill="auto"/>
          </w:tcPr>
          <w:p w14:paraId="5C8D0656" w14:textId="7F316386" w:rsidR="00A8264E" w:rsidRPr="008C0EFD" w:rsidRDefault="00A8264E" w:rsidP="00A8264E">
            <w:pPr>
              <w:pStyle w:val="TAL"/>
              <w:rPr>
                <w:rFonts w:cs="Arial"/>
                <w:sz w:val="16"/>
                <w:szCs w:val="16"/>
              </w:rPr>
            </w:pPr>
            <w:r>
              <w:rPr>
                <w:rFonts w:cs="Arial"/>
                <w:sz w:val="16"/>
                <w:szCs w:val="16"/>
              </w:rPr>
              <w:t>0533</w:t>
            </w:r>
          </w:p>
        </w:tc>
        <w:tc>
          <w:tcPr>
            <w:tcW w:w="425" w:type="dxa"/>
            <w:shd w:val="solid" w:color="FFFFFF" w:fill="auto"/>
          </w:tcPr>
          <w:p w14:paraId="2938F832" w14:textId="24C40FA1"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09965FAC" w14:textId="10986863"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68E1043A" w14:textId="41E949B9" w:rsidR="00A8264E" w:rsidRPr="008C0EFD" w:rsidRDefault="00A8264E" w:rsidP="00A8264E">
            <w:pPr>
              <w:pStyle w:val="TAL"/>
              <w:rPr>
                <w:rFonts w:cs="Arial"/>
                <w:sz w:val="16"/>
                <w:szCs w:val="16"/>
              </w:rPr>
            </w:pPr>
            <w:r>
              <w:rPr>
                <w:rFonts w:cs="Arial"/>
                <w:sz w:val="16"/>
                <w:szCs w:val="16"/>
              </w:rPr>
              <w:t>CR to 38.101-1 Add requirement on the UL CA configurations with no DL interruption</w:t>
            </w:r>
          </w:p>
        </w:tc>
        <w:tc>
          <w:tcPr>
            <w:tcW w:w="708" w:type="dxa"/>
            <w:shd w:val="solid" w:color="FFFFFF" w:fill="auto"/>
          </w:tcPr>
          <w:p w14:paraId="1B6C0E7F" w14:textId="06F0B52E" w:rsidR="00A8264E" w:rsidRPr="008C0EFD" w:rsidRDefault="00A8264E" w:rsidP="00A8264E">
            <w:pPr>
              <w:pStyle w:val="TAL"/>
              <w:rPr>
                <w:sz w:val="16"/>
                <w:szCs w:val="16"/>
              </w:rPr>
            </w:pPr>
            <w:r>
              <w:rPr>
                <w:sz w:val="16"/>
                <w:szCs w:val="16"/>
              </w:rPr>
              <w:t>16.6.0</w:t>
            </w:r>
          </w:p>
        </w:tc>
      </w:tr>
      <w:tr w:rsidR="00A8264E" w:rsidRPr="00402599" w14:paraId="2A5C97AA" w14:textId="77777777" w:rsidTr="00DC7196">
        <w:trPr>
          <w:jc w:val="center"/>
        </w:trPr>
        <w:tc>
          <w:tcPr>
            <w:tcW w:w="800" w:type="dxa"/>
            <w:shd w:val="solid" w:color="FFFFFF" w:fill="auto"/>
          </w:tcPr>
          <w:p w14:paraId="6EDEC012" w14:textId="5B63694B" w:rsidR="00A8264E" w:rsidRPr="008C0EFD" w:rsidRDefault="00A8264E" w:rsidP="00A8264E">
            <w:pPr>
              <w:pStyle w:val="TAL"/>
              <w:rPr>
                <w:sz w:val="16"/>
                <w:szCs w:val="16"/>
              </w:rPr>
            </w:pPr>
            <w:r>
              <w:rPr>
                <w:sz w:val="16"/>
                <w:szCs w:val="16"/>
              </w:rPr>
              <w:t>2020-12</w:t>
            </w:r>
          </w:p>
        </w:tc>
        <w:tc>
          <w:tcPr>
            <w:tcW w:w="800" w:type="dxa"/>
            <w:shd w:val="solid" w:color="FFFFFF" w:fill="auto"/>
          </w:tcPr>
          <w:p w14:paraId="727B6853" w14:textId="0FCB5C4F" w:rsidR="00A8264E" w:rsidRPr="008C0EFD" w:rsidRDefault="00A8264E" w:rsidP="00A8264E">
            <w:pPr>
              <w:pStyle w:val="TAL"/>
              <w:rPr>
                <w:sz w:val="16"/>
                <w:szCs w:val="16"/>
              </w:rPr>
            </w:pPr>
            <w:r>
              <w:rPr>
                <w:sz w:val="16"/>
                <w:szCs w:val="16"/>
              </w:rPr>
              <w:t>RAN#90</w:t>
            </w:r>
          </w:p>
        </w:tc>
        <w:tc>
          <w:tcPr>
            <w:tcW w:w="944" w:type="dxa"/>
            <w:shd w:val="solid" w:color="FFFFFF" w:fill="auto"/>
          </w:tcPr>
          <w:p w14:paraId="035E26AD" w14:textId="2DBE1B0B"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4DFE6B53" w14:textId="712050DB" w:rsidR="00A8264E" w:rsidRPr="008C0EFD" w:rsidRDefault="00A8264E" w:rsidP="00A8264E">
            <w:pPr>
              <w:pStyle w:val="TAL"/>
              <w:rPr>
                <w:rFonts w:cs="Arial"/>
                <w:sz w:val="16"/>
                <w:szCs w:val="16"/>
              </w:rPr>
            </w:pPr>
            <w:r>
              <w:rPr>
                <w:rFonts w:cs="Arial"/>
                <w:sz w:val="16"/>
                <w:szCs w:val="16"/>
              </w:rPr>
              <w:t>0534</w:t>
            </w:r>
          </w:p>
        </w:tc>
        <w:tc>
          <w:tcPr>
            <w:tcW w:w="425" w:type="dxa"/>
            <w:shd w:val="solid" w:color="FFFFFF" w:fill="auto"/>
          </w:tcPr>
          <w:p w14:paraId="34683D00" w14:textId="7FCAD5EB"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1DF8E76B" w14:textId="237D9C06"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70D2B31C" w14:textId="24D74B34" w:rsidR="00A8264E" w:rsidRPr="008C0EFD" w:rsidRDefault="00A8264E" w:rsidP="00A8264E">
            <w:pPr>
              <w:pStyle w:val="TAL"/>
              <w:rPr>
                <w:rFonts w:cs="Arial"/>
                <w:sz w:val="16"/>
                <w:szCs w:val="16"/>
              </w:rPr>
            </w:pPr>
            <w:r>
              <w:rPr>
                <w:rFonts w:cs="Arial"/>
                <w:sz w:val="16"/>
                <w:szCs w:val="16"/>
              </w:rPr>
              <w:t>Editorial correction on section 5.2C to 38.101-1 R16</w:t>
            </w:r>
          </w:p>
        </w:tc>
        <w:tc>
          <w:tcPr>
            <w:tcW w:w="708" w:type="dxa"/>
            <w:shd w:val="solid" w:color="FFFFFF" w:fill="auto"/>
          </w:tcPr>
          <w:p w14:paraId="5E2E1EB3" w14:textId="07A0F20F" w:rsidR="00A8264E" w:rsidRPr="008C0EFD" w:rsidRDefault="00A8264E" w:rsidP="00A8264E">
            <w:pPr>
              <w:pStyle w:val="TAL"/>
              <w:rPr>
                <w:sz w:val="16"/>
                <w:szCs w:val="16"/>
              </w:rPr>
            </w:pPr>
            <w:r>
              <w:rPr>
                <w:sz w:val="16"/>
                <w:szCs w:val="16"/>
              </w:rPr>
              <w:t>16.6.0</w:t>
            </w:r>
          </w:p>
        </w:tc>
      </w:tr>
      <w:tr w:rsidR="00A8264E" w:rsidRPr="00402599" w14:paraId="2F830501" w14:textId="77777777" w:rsidTr="00DC7196">
        <w:trPr>
          <w:jc w:val="center"/>
        </w:trPr>
        <w:tc>
          <w:tcPr>
            <w:tcW w:w="800" w:type="dxa"/>
            <w:shd w:val="solid" w:color="FFFFFF" w:fill="auto"/>
          </w:tcPr>
          <w:p w14:paraId="3D33180B" w14:textId="4472D522" w:rsidR="00A8264E" w:rsidRPr="008C0EFD" w:rsidRDefault="00A8264E" w:rsidP="00A8264E">
            <w:pPr>
              <w:pStyle w:val="TAL"/>
              <w:rPr>
                <w:sz w:val="16"/>
                <w:szCs w:val="16"/>
              </w:rPr>
            </w:pPr>
            <w:r>
              <w:rPr>
                <w:sz w:val="16"/>
                <w:szCs w:val="16"/>
              </w:rPr>
              <w:t>2020-12</w:t>
            </w:r>
          </w:p>
        </w:tc>
        <w:tc>
          <w:tcPr>
            <w:tcW w:w="800" w:type="dxa"/>
            <w:shd w:val="solid" w:color="FFFFFF" w:fill="auto"/>
          </w:tcPr>
          <w:p w14:paraId="6C2E3C2E" w14:textId="04674F39" w:rsidR="00A8264E" w:rsidRPr="008C0EFD" w:rsidRDefault="00A8264E" w:rsidP="00A8264E">
            <w:pPr>
              <w:pStyle w:val="TAL"/>
              <w:rPr>
                <w:sz w:val="16"/>
                <w:szCs w:val="16"/>
              </w:rPr>
            </w:pPr>
            <w:r>
              <w:rPr>
                <w:sz w:val="16"/>
                <w:szCs w:val="16"/>
              </w:rPr>
              <w:t>RAN#90</w:t>
            </w:r>
          </w:p>
        </w:tc>
        <w:tc>
          <w:tcPr>
            <w:tcW w:w="944" w:type="dxa"/>
            <w:shd w:val="solid" w:color="FFFFFF" w:fill="auto"/>
          </w:tcPr>
          <w:p w14:paraId="44C796EA" w14:textId="726CC621" w:rsidR="00A8264E" w:rsidRPr="008C0EFD" w:rsidRDefault="00A8264E" w:rsidP="00A8264E">
            <w:pPr>
              <w:pStyle w:val="TAL"/>
              <w:rPr>
                <w:rFonts w:cs="Arial"/>
                <w:sz w:val="16"/>
                <w:szCs w:val="16"/>
              </w:rPr>
            </w:pPr>
            <w:r>
              <w:rPr>
                <w:rFonts w:cs="Arial"/>
                <w:sz w:val="16"/>
                <w:szCs w:val="16"/>
              </w:rPr>
              <w:t>RP-202427</w:t>
            </w:r>
          </w:p>
        </w:tc>
        <w:tc>
          <w:tcPr>
            <w:tcW w:w="575" w:type="dxa"/>
            <w:shd w:val="solid" w:color="FFFFFF" w:fill="auto"/>
          </w:tcPr>
          <w:p w14:paraId="37F55F8E" w14:textId="51F9E1B0" w:rsidR="00A8264E" w:rsidRPr="008C0EFD" w:rsidRDefault="00A8264E" w:rsidP="00A8264E">
            <w:pPr>
              <w:pStyle w:val="TAL"/>
              <w:rPr>
                <w:rFonts w:cs="Arial"/>
                <w:sz w:val="16"/>
                <w:szCs w:val="16"/>
              </w:rPr>
            </w:pPr>
            <w:r>
              <w:rPr>
                <w:rFonts w:cs="Arial"/>
                <w:sz w:val="16"/>
                <w:szCs w:val="16"/>
              </w:rPr>
              <w:t>0535</w:t>
            </w:r>
          </w:p>
        </w:tc>
        <w:tc>
          <w:tcPr>
            <w:tcW w:w="425" w:type="dxa"/>
            <w:shd w:val="solid" w:color="FFFFFF" w:fill="auto"/>
          </w:tcPr>
          <w:p w14:paraId="5B5FAE8A" w14:textId="7A5406F5"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00B7C9D1" w14:textId="049BE609"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25C5F6B3" w14:textId="6BD492A7" w:rsidR="00A8264E" w:rsidRPr="008C0EFD" w:rsidRDefault="00A8264E" w:rsidP="00A8264E">
            <w:pPr>
              <w:pStyle w:val="TAL"/>
              <w:rPr>
                <w:rFonts w:cs="Arial"/>
                <w:sz w:val="16"/>
                <w:szCs w:val="16"/>
              </w:rPr>
            </w:pPr>
            <w:r>
              <w:rPr>
                <w:rFonts w:cs="Arial"/>
                <w:sz w:val="16"/>
                <w:szCs w:val="16"/>
              </w:rPr>
              <w:t>CR on V2X bands reference table</w:t>
            </w:r>
          </w:p>
        </w:tc>
        <w:tc>
          <w:tcPr>
            <w:tcW w:w="708" w:type="dxa"/>
            <w:shd w:val="solid" w:color="FFFFFF" w:fill="auto"/>
          </w:tcPr>
          <w:p w14:paraId="3695E51B" w14:textId="0A56F755" w:rsidR="00A8264E" w:rsidRPr="008C0EFD" w:rsidRDefault="00A8264E" w:rsidP="00A8264E">
            <w:pPr>
              <w:pStyle w:val="TAL"/>
              <w:rPr>
                <w:sz w:val="16"/>
                <w:szCs w:val="16"/>
              </w:rPr>
            </w:pPr>
            <w:r>
              <w:rPr>
                <w:sz w:val="16"/>
                <w:szCs w:val="16"/>
              </w:rPr>
              <w:t>16.6.0</w:t>
            </w:r>
          </w:p>
        </w:tc>
      </w:tr>
      <w:tr w:rsidR="00A8264E" w:rsidRPr="00402599" w14:paraId="5953F25F" w14:textId="77777777" w:rsidTr="00DC7196">
        <w:trPr>
          <w:jc w:val="center"/>
        </w:trPr>
        <w:tc>
          <w:tcPr>
            <w:tcW w:w="800" w:type="dxa"/>
            <w:shd w:val="solid" w:color="FFFFFF" w:fill="auto"/>
          </w:tcPr>
          <w:p w14:paraId="5063BE65" w14:textId="455B1F24" w:rsidR="00A8264E" w:rsidRPr="008C0EFD" w:rsidRDefault="00A8264E" w:rsidP="00A8264E">
            <w:pPr>
              <w:pStyle w:val="TAL"/>
              <w:rPr>
                <w:sz w:val="16"/>
                <w:szCs w:val="16"/>
              </w:rPr>
            </w:pPr>
            <w:r>
              <w:rPr>
                <w:sz w:val="16"/>
                <w:szCs w:val="16"/>
              </w:rPr>
              <w:t>2020-12</w:t>
            </w:r>
          </w:p>
        </w:tc>
        <w:tc>
          <w:tcPr>
            <w:tcW w:w="800" w:type="dxa"/>
            <w:shd w:val="solid" w:color="FFFFFF" w:fill="auto"/>
          </w:tcPr>
          <w:p w14:paraId="1D8C0A07" w14:textId="53C688CF" w:rsidR="00A8264E" w:rsidRPr="008C0EFD" w:rsidRDefault="00A8264E" w:rsidP="00A8264E">
            <w:pPr>
              <w:pStyle w:val="TAL"/>
              <w:rPr>
                <w:sz w:val="16"/>
                <w:szCs w:val="16"/>
              </w:rPr>
            </w:pPr>
            <w:r>
              <w:rPr>
                <w:sz w:val="16"/>
                <w:szCs w:val="16"/>
              </w:rPr>
              <w:t>RAN#90</w:t>
            </w:r>
          </w:p>
        </w:tc>
        <w:tc>
          <w:tcPr>
            <w:tcW w:w="944" w:type="dxa"/>
            <w:shd w:val="solid" w:color="FFFFFF" w:fill="auto"/>
          </w:tcPr>
          <w:p w14:paraId="20696026" w14:textId="550AF106"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059A4EBA" w14:textId="1FCD63CD" w:rsidR="00A8264E" w:rsidRPr="008C0EFD" w:rsidRDefault="00A8264E" w:rsidP="00A8264E">
            <w:pPr>
              <w:pStyle w:val="TAL"/>
              <w:rPr>
                <w:rFonts w:cs="Arial"/>
                <w:sz w:val="16"/>
                <w:szCs w:val="16"/>
              </w:rPr>
            </w:pPr>
            <w:r>
              <w:rPr>
                <w:rFonts w:cs="Arial"/>
                <w:sz w:val="16"/>
                <w:szCs w:val="16"/>
              </w:rPr>
              <w:t>0536</w:t>
            </w:r>
          </w:p>
        </w:tc>
        <w:tc>
          <w:tcPr>
            <w:tcW w:w="425" w:type="dxa"/>
            <w:shd w:val="solid" w:color="FFFFFF" w:fill="auto"/>
          </w:tcPr>
          <w:p w14:paraId="0BCADC89" w14:textId="257A632D"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007B38A2" w14:textId="633B758F"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12384F8F" w14:textId="7B19E256" w:rsidR="00A8264E" w:rsidRPr="008C0EFD" w:rsidRDefault="00A8264E" w:rsidP="00A8264E">
            <w:pPr>
              <w:pStyle w:val="TAL"/>
              <w:rPr>
                <w:rFonts w:cs="Arial"/>
                <w:sz w:val="16"/>
                <w:szCs w:val="16"/>
              </w:rPr>
            </w:pPr>
            <w:r>
              <w:rPr>
                <w:rFonts w:cs="Arial"/>
                <w:sz w:val="16"/>
                <w:szCs w:val="16"/>
              </w:rPr>
              <w:t>CR on sum of power for multiple transmit connectors</w:t>
            </w:r>
          </w:p>
        </w:tc>
        <w:tc>
          <w:tcPr>
            <w:tcW w:w="708" w:type="dxa"/>
            <w:shd w:val="solid" w:color="FFFFFF" w:fill="auto"/>
          </w:tcPr>
          <w:p w14:paraId="1550D6FA" w14:textId="027B5A26" w:rsidR="00A8264E" w:rsidRPr="008C0EFD" w:rsidRDefault="00A8264E" w:rsidP="00A8264E">
            <w:pPr>
              <w:pStyle w:val="TAL"/>
              <w:rPr>
                <w:sz w:val="16"/>
                <w:szCs w:val="16"/>
              </w:rPr>
            </w:pPr>
            <w:r>
              <w:rPr>
                <w:sz w:val="16"/>
                <w:szCs w:val="16"/>
              </w:rPr>
              <w:t>16.6.0</w:t>
            </w:r>
          </w:p>
        </w:tc>
      </w:tr>
      <w:tr w:rsidR="00A8264E" w:rsidRPr="00402599" w14:paraId="3ACD8610" w14:textId="77777777" w:rsidTr="00DC7196">
        <w:trPr>
          <w:jc w:val="center"/>
        </w:trPr>
        <w:tc>
          <w:tcPr>
            <w:tcW w:w="800" w:type="dxa"/>
            <w:shd w:val="solid" w:color="FFFFFF" w:fill="auto"/>
          </w:tcPr>
          <w:p w14:paraId="04861BE4" w14:textId="513E1B53" w:rsidR="00A8264E" w:rsidRPr="008C0EFD" w:rsidRDefault="00A8264E" w:rsidP="00A8264E">
            <w:pPr>
              <w:pStyle w:val="TAL"/>
              <w:rPr>
                <w:sz w:val="16"/>
                <w:szCs w:val="16"/>
              </w:rPr>
            </w:pPr>
            <w:r>
              <w:rPr>
                <w:sz w:val="16"/>
                <w:szCs w:val="16"/>
              </w:rPr>
              <w:t>2020-12</w:t>
            </w:r>
          </w:p>
        </w:tc>
        <w:tc>
          <w:tcPr>
            <w:tcW w:w="800" w:type="dxa"/>
            <w:shd w:val="solid" w:color="FFFFFF" w:fill="auto"/>
          </w:tcPr>
          <w:p w14:paraId="27E8AEE1" w14:textId="56AB2FD9" w:rsidR="00A8264E" w:rsidRPr="008C0EFD" w:rsidRDefault="00A8264E" w:rsidP="00A8264E">
            <w:pPr>
              <w:pStyle w:val="TAL"/>
              <w:rPr>
                <w:sz w:val="16"/>
                <w:szCs w:val="16"/>
              </w:rPr>
            </w:pPr>
            <w:r>
              <w:rPr>
                <w:sz w:val="16"/>
                <w:szCs w:val="16"/>
              </w:rPr>
              <w:t>RAN#90</w:t>
            </w:r>
          </w:p>
        </w:tc>
        <w:tc>
          <w:tcPr>
            <w:tcW w:w="944" w:type="dxa"/>
            <w:shd w:val="solid" w:color="FFFFFF" w:fill="auto"/>
          </w:tcPr>
          <w:p w14:paraId="2489B84B" w14:textId="2B0CF2F5" w:rsidR="00A8264E" w:rsidRPr="008C0EFD" w:rsidRDefault="00A8264E" w:rsidP="00A8264E">
            <w:pPr>
              <w:pStyle w:val="TAL"/>
              <w:rPr>
                <w:rFonts w:cs="Arial"/>
                <w:sz w:val="16"/>
                <w:szCs w:val="16"/>
              </w:rPr>
            </w:pPr>
            <w:r>
              <w:rPr>
                <w:rFonts w:cs="Arial"/>
                <w:sz w:val="16"/>
                <w:szCs w:val="16"/>
              </w:rPr>
              <w:t>RP-202428</w:t>
            </w:r>
          </w:p>
        </w:tc>
        <w:tc>
          <w:tcPr>
            <w:tcW w:w="575" w:type="dxa"/>
            <w:shd w:val="solid" w:color="FFFFFF" w:fill="auto"/>
          </w:tcPr>
          <w:p w14:paraId="526FE4D2" w14:textId="2AD16245" w:rsidR="00A8264E" w:rsidRPr="008C0EFD" w:rsidRDefault="00A8264E" w:rsidP="00A8264E">
            <w:pPr>
              <w:pStyle w:val="TAL"/>
              <w:rPr>
                <w:rFonts w:cs="Arial"/>
                <w:sz w:val="16"/>
                <w:szCs w:val="16"/>
              </w:rPr>
            </w:pPr>
            <w:r>
              <w:rPr>
                <w:rFonts w:cs="Arial"/>
                <w:sz w:val="16"/>
                <w:szCs w:val="16"/>
              </w:rPr>
              <w:t>0540</w:t>
            </w:r>
          </w:p>
        </w:tc>
        <w:tc>
          <w:tcPr>
            <w:tcW w:w="425" w:type="dxa"/>
            <w:shd w:val="solid" w:color="FFFFFF" w:fill="auto"/>
          </w:tcPr>
          <w:p w14:paraId="29AA2262" w14:textId="3DB3AC8F"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7EF5D81F" w14:textId="30EFCC55"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38712B40" w14:textId="7A7E9F4F" w:rsidR="00A8264E" w:rsidRPr="008C0EFD" w:rsidRDefault="00A8264E" w:rsidP="00A8264E">
            <w:pPr>
              <w:pStyle w:val="TAL"/>
              <w:rPr>
                <w:rFonts w:cs="Arial"/>
                <w:sz w:val="16"/>
                <w:szCs w:val="16"/>
              </w:rPr>
            </w:pPr>
            <w:r>
              <w:rPr>
                <w:rFonts w:cs="Arial"/>
                <w:sz w:val="16"/>
                <w:szCs w:val="16"/>
              </w:rPr>
              <w:t>CR for 38.101-1 to correct the notation of SUL band combinations in order to be aligned with 38.101-3</w:t>
            </w:r>
          </w:p>
        </w:tc>
        <w:tc>
          <w:tcPr>
            <w:tcW w:w="708" w:type="dxa"/>
            <w:shd w:val="solid" w:color="FFFFFF" w:fill="auto"/>
          </w:tcPr>
          <w:p w14:paraId="6895182E" w14:textId="00576982" w:rsidR="00A8264E" w:rsidRPr="008C0EFD" w:rsidRDefault="00A8264E" w:rsidP="00A8264E">
            <w:pPr>
              <w:pStyle w:val="TAL"/>
              <w:rPr>
                <w:sz w:val="16"/>
                <w:szCs w:val="16"/>
              </w:rPr>
            </w:pPr>
            <w:r>
              <w:rPr>
                <w:sz w:val="16"/>
                <w:szCs w:val="16"/>
              </w:rPr>
              <w:t>16.6.0</w:t>
            </w:r>
          </w:p>
        </w:tc>
      </w:tr>
      <w:tr w:rsidR="00A8264E" w:rsidRPr="00402599" w14:paraId="58EC44F3" w14:textId="77777777" w:rsidTr="00DC7196">
        <w:trPr>
          <w:jc w:val="center"/>
        </w:trPr>
        <w:tc>
          <w:tcPr>
            <w:tcW w:w="800" w:type="dxa"/>
            <w:shd w:val="solid" w:color="FFFFFF" w:fill="auto"/>
          </w:tcPr>
          <w:p w14:paraId="799CD61F" w14:textId="34775341" w:rsidR="00A8264E" w:rsidRPr="008C0EFD" w:rsidRDefault="00A8264E" w:rsidP="00A8264E">
            <w:pPr>
              <w:pStyle w:val="TAL"/>
              <w:rPr>
                <w:sz w:val="16"/>
                <w:szCs w:val="16"/>
              </w:rPr>
            </w:pPr>
            <w:r>
              <w:rPr>
                <w:sz w:val="16"/>
                <w:szCs w:val="16"/>
              </w:rPr>
              <w:t>2020-12</w:t>
            </w:r>
          </w:p>
        </w:tc>
        <w:tc>
          <w:tcPr>
            <w:tcW w:w="800" w:type="dxa"/>
            <w:shd w:val="solid" w:color="FFFFFF" w:fill="auto"/>
          </w:tcPr>
          <w:p w14:paraId="10CF59F4" w14:textId="60C1B2D7" w:rsidR="00A8264E" w:rsidRPr="008C0EFD" w:rsidRDefault="00A8264E" w:rsidP="00A8264E">
            <w:pPr>
              <w:pStyle w:val="TAL"/>
              <w:rPr>
                <w:sz w:val="16"/>
                <w:szCs w:val="16"/>
              </w:rPr>
            </w:pPr>
            <w:r>
              <w:rPr>
                <w:sz w:val="16"/>
                <w:szCs w:val="16"/>
              </w:rPr>
              <w:t>RAN#90</w:t>
            </w:r>
          </w:p>
        </w:tc>
        <w:tc>
          <w:tcPr>
            <w:tcW w:w="944" w:type="dxa"/>
            <w:shd w:val="solid" w:color="FFFFFF" w:fill="auto"/>
          </w:tcPr>
          <w:p w14:paraId="7DBA8E53" w14:textId="66B29002"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78F2F831" w14:textId="6B4B95BC" w:rsidR="00A8264E" w:rsidRPr="008C0EFD" w:rsidRDefault="00A8264E" w:rsidP="00A8264E">
            <w:pPr>
              <w:pStyle w:val="TAL"/>
              <w:rPr>
                <w:rFonts w:cs="Arial"/>
                <w:sz w:val="16"/>
                <w:szCs w:val="16"/>
              </w:rPr>
            </w:pPr>
            <w:r>
              <w:rPr>
                <w:rFonts w:cs="Arial"/>
                <w:sz w:val="16"/>
                <w:szCs w:val="16"/>
              </w:rPr>
              <w:t>0542</w:t>
            </w:r>
          </w:p>
        </w:tc>
        <w:tc>
          <w:tcPr>
            <w:tcW w:w="425" w:type="dxa"/>
            <w:shd w:val="solid" w:color="FFFFFF" w:fill="auto"/>
          </w:tcPr>
          <w:p w14:paraId="1C285B53" w14:textId="4DBC348C"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53444BCE" w14:textId="4838C463"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7E1CF0B4" w14:textId="44D2E886" w:rsidR="00A8264E" w:rsidRPr="008C0EFD" w:rsidRDefault="00A8264E" w:rsidP="00A8264E">
            <w:pPr>
              <w:pStyle w:val="TAL"/>
              <w:rPr>
                <w:rFonts w:cs="Arial"/>
                <w:sz w:val="16"/>
                <w:szCs w:val="16"/>
              </w:rPr>
            </w:pPr>
            <w:r>
              <w:rPr>
                <w:rFonts w:cs="Arial"/>
                <w:sz w:val="16"/>
                <w:szCs w:val="16"/>
              </w:rPr>
              <w:t>CR for 38.101-1 to adjust the structure of NR CA REFSENS (Rel-16)</w:t>
            </w:r>
          </w:p>
        </w:tc>
        <w:tc>
          <w:tcPr>
            <w:tcW w:w="708" w:type="dxa"/>
            <w:shd w:val="solid" w:color="FFFFFF" w:fill="auto"/>
          </w:tcPr>
          <w:p w14:paraId="374B258C" w14:textId="01F6BC40" w:rsidR="00A8264E" w:rsidRPr="008C0EFD" w:rsidRDefault="00A8264E" w:rsidP="00A8264E">
            <w:pPr>
              <w:pStyle w:val="TAL"/>
              <w:rPr>
                <w:sz w:val="16"/>
                <w:szCs w:val="16"/>
              </w:rPr>
            </w:pPr>
            <w:r>
              <w:rPr>
                <w:sz w:val="16"/>
                <w:szCs w:val="16"/>
              </w:rPr>
              <w:t>16.6.0</w:t>
            </w:r>
          </w:p>
        </w:tc>
      </w:tr>
      <w:tr w:rsidR="00A8264E" w:rsidRPr="00402599" w14:paraId="174E687B" w14:textId="77777777" w:rsidTr="00DC7196">
        <w:trPr>
          <w:jc w:val="center"/>
        </w:trPr>
        <w:tc>
          <w:tcPr>
            <w:tcW w:w="800" w:type="dxa"/>
            <w:shd w:val="solid" w:color="FFFFFF" w:fill="auto"/>
          </w:tcPr>
          <w:p w14:paraId="7B1DF6FD" w14:textId="71A08411" w:rsidR="00A8264E" w:rsidRPr="008C0EFD" w:rsidRDefault="00A8264E" w:rsidP="00A8264E">
            <w:pPr>
              <w:pStyle w:val="TAL"/>
              <w:rPr>
                <w:sz w:val="16"/>
                <w:szCs w:val="16"/>
              </w:rPr>
            </w:pPr>
            <w:r>
              <w:rPr>
                <w:sz w:val="16"/>
                <w:szCs w:val="16"/>
              </w:rPr>
              <w:t>2020-12</w:t>
            </w:r>
          </w:p>
        </w:tc>
        <w:tc>
          <w:tcPr>
            <w:tcW w:w="800" w:type="dxa"/>
            <w:shd w:val="solid" w:color="FFFFFF" w:fill="auto"/>
          </w:tcPr>
          <w:p w14:paraId="47994A83" w14:textId="35F76F73" w:rsidR="00A8264E" w:rsidRPr="008C0EFD" w:rsidRDefault="00A8264E" w:rsidP="00A8264E">
            <w:pPr>
              <w:pStyle w:val="TAL"/>
              <w:rPr>
                <w:sz w:val="16"/>
                <w:szCs w:val="16"/>
              </w:rPr>
            </w:pPr>
            <w:r>
              <w:rPr>
                <w:sz w:val="16"/>
                <w:szCs w:val="16"/>
              </w:rPr>
              <w:t>RAN#90</w:t>
            </w:r>
          </w:p>
        </w:tc>
        <w:tc>
          <w:tcPr>
            <w:tcW w:w="944" w:type="dxa"/>
            <w:shd w:val="solid" w:color="FFFFFF" w:fill="auto"/>
          </w:tcPr>
          <w:p w14:paraId="5ECC4E24" w14:textId="6A2F3F5C"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5EDEB104" w14:textId="319E8EBB" w:rsidR="00A8264E" w:rsidRPr="008C0EFD" w:rsidRDefault="00A8264E" w:rsidP="00A8264E">
            <w:pPr>
              <w:pStyle w:val="TAL"/>
              <w:rPr>
                <w:rFonts w:cs="Arial"/>
                <w:sz w:val="16"/>
                <w:szCs w:val="16"/>
              </w:rPr>
            </w:pPr>
            <w:r>
              <w:rPr>
                <w:rFonts w:cs="Arial"/>
                <w:sz w:val="16"/>
                <w:szCs w:val="16"/>
              </w:rPr>
              <w:t>0544</w:t>
            </w:r>
          </w:p>
        </w:tc>
        <w:tc>
          <w:tcPr>
            <w:tcW w:w="425" w:type="dxa"/>
            <w:shd w:val="solid" w:color="FFFFFF" w:fill="auto"/>
          </w:tcPr>
          <w:p w14:paraId="2039BC8C" w14:textId="2AD65B66"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62031562" w14:textId="7C7D2C1F"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2B58383B" w14:textId="691299D2" w:rsidR="00A8264E" w:rsidRPr="008C0EFD" w:rsidRDefault="00A8264E" w:rsidP="00A8264E">
            <w:pPr>
              <w:pStyle w:val="TAL"/>
              <w:rPr>
                <w:rFonts w:cs="Arial"/>
                <w:sz w:val="16"/>
                <w:szCs w:val="16"/>
              </w:rPr>
            </w:pPr>
            <w:r>
              <w:rPr>
                <w:rFonts w:cs="Arial"/>
                <w:sz w:val="16"/>
                <w:szCs w:val="16"/>
              </w:rPr>
              <w:t>Reference measurement channels for 70 MHz CBW</w:t>
            </w:r>
          </w:p>
        </w:tc>
        <w:tc>
          <w:tcPr>
            <w:tcW w:w="708" w:type="dxa"/>
            <w:shd w:val="solid" w:color="FFFFFF" w:fill="auto"/>
          </w:tcPr>
          <w:p w14:paraId="7271EAED" w14:textId="707B4F23" w:rsidR="00A8264E" w:rsidRPr="008C0EFD" w:rsidRDefault="00A8264E" w:rsidP="00A8264E">
            <w:pPr>
              <w:pStyle w:val="TAL"/>
              <w:rPr>
                <w:sz w:val="16"/>
                <w:szCs w:val="16"/>
              </w:rPr>
            </w:pPr>
            <w:r>
              <w:rPr>
                <w:sz w:val="16"/>
                <w:szCs w:val="16"/>
              </w:rPr>
              <w:t>16.6.0</w:t>
            </w:r>
          </w:p>
        </w:tc>
      </w:tr>
      <w:tr w:rsidR="00A8264E" w:rsidRPr="00402599" w14:paraId="2BE7A0DC" w14:textId="77777777" w:rsidTr="00DC7196">
        <w:trPr>
          <w:jc w:val="center"/>
        </w:trPr>
        <w:tc>
          <w:tcPr>
            <w:tcW w:w="800" w:type="dxa"/>
            <w:shd w:val="solid" w:color="FFFFFF" w:fill="auto"/>
          </w:tcPr>
          <w:p w14:paraId="360AFD31" w14:textId="4597F30B" w:rsidR="00A8264E" w:rsidRPr="008C0EFD" w:rsidRDefault="00A8264E" w:rsidP="00A8264E">
            <w:pPr>
              <w:pStyle w:val="TAL"/>
              <w:rPr>
                <w:sz w:val="16"/>
                <w:szCs w:val="16"/>
              </w:rPr>
            </w:pPr>
            <w:r>
              <w:rPr>
                <w:sz w:val="16"/>
                <w:szCs w:val="16"/>
              </w:rPr>
              <w:t>2020-12</w:t>
            </w:r>
          </w:p>
        </w:tc>
        <w:tc>
          <w:tcPr>
            <w:tcW w:w="800" w:type="dxa"/>
            <w:shd w:val="solid" w:color="FFFFFF" w:fill="auto"/>
          </w:tcPr>
          <w:p w14:paraId="5EA017B7" w14:textId="7153B440" w:rsidR="00A8264E" w:rsidRPr="008C0EFD" w:rsidRDefault="00A8264E" w:rsidP="00A8264E">
            <w:pPr>
              <w:pStyle w:val="TAL"/>
              <w:rPr>
                <w:sz w:val="16"/>
                <w:szCs w:val="16"/>
              </w:rPr>
            </w:pPr>
            <w:r>
              <w:rPr>
                <w:sz w:val="16"/>
                <w:szCs w:val="16"/>
              </w:rPr>
              <w:t>RAN#90</w:t>
            </w:r>
          </w:p>
        </w:tc>
        <w:tc>
          <w:tcPr>
            <w:tcW w:w="944" w:type="dxa"/>
            <w:shd w:val="solid" w:color="FFFFFF" w:fill="auto"/>
          </w:tcPr>
          <w:p w14:paraId="3EBABC4B" w14:textId="09A3F12C" w:rsidR="00A8264E" w:rsidRPr="008C0EFD" w:rsidRDefault="00A8264E" w:rsidP="00A8264E">
            <w:pPr>
              <w:pStyle w:val="TAL"/>
              <w:rPr>
                <w:rFonts w:cs="Arial"/>
                <w:sz w:val="16"/>
                <w:szCs w:val="16"/>
              </w:rPr>
            </w:pPr>
            <w:r>
              <w:rPr>
                <w:rFonts w:cs="Arial"/>
                <w:sz w:val="16"/>
                <w:szCs w:val="16"/>
              </w:rPr>
              <w:t>RP-202428</w:t>
            </w:r>
          </w:p>
        </w:tc>
        <w:tc>
          <w:tcPr>
            <w:tcW w:w="575" w:type="dxa"/>
            <w:shd w:val="solid" w:color="FFFFFF" w:fill="auto"/>
          </w:tcPr>
          <w:p w14:paraId="1CD669E8" w14:textId="7167DD54" w:rsidR="00A8264E" w:rsidRPr="008C0EFD" w:rsidRDefault="00A8264E" w:rsidP="00A8264E">
            <w:pPr>
              <w:pStyle w:val="TAL"/>
              <w:rPr>
                <w:rFonts w:cs="Arial"/>
                <w:sz w:val="16"/>
                <w:szCs w:val="16"/>
              </w:rPr>
            </w:pPr>
            <w:r>
              <w:rPr>
                <w:rFonts w:cs="Arial"/>
                <w:sz w:val="16"/>
                <w:szCs w:val="16"/>
              </w:rPr>
              <w:t>0547</w:t>
            </w:r>
          </w:p>
        </w:tc>
        <w:tc>
          <w:tcPr>
            <w:tcW w:w="425" w:type="dxa"/>
            <w:shd w:val="solid" w:color="FFFFFF" w:fill="auto"/>
          </w:tcPr>
          <w:p w14:paraId="68A9A8E5" w14:textId="38A2D022"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4FC13B32" w14:textId="5917827D"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4308DD7B" w14:textId="75F5E2F4" w:rsidR="00A8264E" w:rsidRPr="008C0EFD" w:rsidRDefault="00A8264E" w:rsidP="00A8264E">
            <w:pPr>
              <w:pStyle w:val="TAL"/>
              <w:rPr>
                <w:rFonts w:cs="Arial"/>
                <w:sz w:val="16"/>
                <w:szCs w:val="16"/>
              </w:rPr>
            </w:pPr>
            <w:r>
              <w:rPr>
                <w:rFonts w:cs="Arial"/>
                <w:sz w:val="16"/>
                <w:szCs w:val="16"/>
              </w:rPr>
              <w:t>Correction to supported channel bandwidths per SUL_n41A-n81A</w:t>
            </w:r>
          </w:p>
        </w:tc>
        <w:tc>
          <w:tcPr>
            <w:tcW w:w="708" w:type="dxa"/>
            <w:shd w:val="solid" w:color="FFFFFF" w:fill="auto"/>
          </w:tcPr>
          <w:p w14:paraId="46259C3D" w14:textId="3336F17D" w:rsidR="00A8264E" w:rsidRPr="008C0EFD" w:rsidRDefault="00A8264E" w:rsidP="00A8264E">
            <w:pPr>
              <w:pStyle w:val="TAL"/>
              <w:rPr>
                <w:sz w:val="16"/>
                <w:szCs w:val="16"/>
              </w:rPr>
            </w:pPr>
            <w:r>
              <w:rPr>
                <w:sz w:val="16"/>
                <w:szCs w:val="16"/>
              </w:rPr>
              <w:t>16.6.0</w:t>
            </w:r>
          </w:p>
        </w:tc>
      </w:tr>
      <w:tr w:rsidR="00A8264E" w:rsidRPr="00402599" w14:paraId="5D81A4D4" w14:textId="77777777" w:rsidTr="00DC7196">
        <w:trPr>
          <w:jc w:val="center"/>
        </w:trPr>
        <w:tc>
          <w:tcPr>
            <w:tcW w:w="800" w:type="dxa"/>
            <w:shd w:val="solid" w:color="FFFFFF" w:fill="auto"/>
          </w:tcPr>
          <w:p w14:paraId="7012E372" w14:textId="5DDB1429" w:rsidR="00A8264E" w:rsidRPr="008C0EFD" w:rsidRDefault="00A8264E" w:rsidP="00A8264E">
            <w:pPr>
              <w:pStyle w:val="TAL"/>
              <w:rPr>
                <w:sz w:val="16"/>
                <w:szCs w:val="16"/>
              </w:rPr>
            </w:pPr>
            <w:r>
              <w:rPr>
                <w:sz w:val="16"/>
                <w:szCs w:val="16"/>
              </w:rPr>
              <w:t>2020-12</w:t>
            </w:r>
          </w:p>
        </w:tc>
        <w:tc>
          <w:tcPr>
            <w:tcW w:w="800" w:type="dxa"/>
            <w:shd w:val="solid" w:color="FFFFFF" w:fill="auto"/>
          </w:tcPr>
          <w:p w14:paraId="1FAC9037" w14:textId="38A15B3C" w:rsidR="00A8264E" w:rsidRPr="008C0EFD" w:rsidRDefault="00A8264E" w:rsidP="00A8264E">
            <w:pPr>
              <w:pStyle w:val="TAL"/>
              <w:rPr>
                <w:sz w:val="16"/>
                <w:szCs w:val="16"/>
              </w:rPr>
            </w:pPr>
            <w:r>
              <w:rPr>
                <w:sz w:val="16"/>
                <w:szCs w:val="16"/>
              </w:rPr>
              <w:t>RAN#90</w:t>
            </w:r>
          </w:p>
        </w:tc>
        <w:tc>
          <w:tcPr>
            <w:tcW w:w="944" w:type="dxa"/>
            <w:shd w:val="solid" w:color="FFFFFF" w:fill="auto"/>
          </w:tcPr>
          <w:p w14:paraId="3A2554F0" w14:textId="751099E8" w:rsidR="00A8264E" w:rsidRPr="008C0EFD" w:rsidRDefault="00A8264E" w:rsidP="00A8264E">
            <w:pPr>
              <w:pStyle w:val="TAL"/>
              <w:rPr>
                <w:rFonts w:cs="Arial"/>
                <w:sz w:val="16"/>
                <w:szCs w:val="16"/>
              </w:rPr>
            </w:pPr>
            <w:r>
              <w:rPr>
                <w:rFonts w:cs="Arial"/>
                <w:sz w:val="16"/>
                <w:szCs w:val="16"/>
              </w:rPr>
              <w:t>RP-202414</w:t>
            </w:r>
          </w:p>
        </w:tc>
        <w:tc>
          <w:tcPr>
            <w:tcW w:w="575" w:type="dxa"/>
            <w:shd w:val="solid" w:color="FFFFFF" w:fill="auto"/>
          </w:tcPr>
          <w:p w14:paraId="4538558D" w14:textId="18ED4F72" w:rsidR="00A8264E" w:rsidRPr="008C0EFD" w:rsidRDefault="00A8264E" w:rsidP="00A8264E">
            <w:pPr>
              <w:pStyle w:val="TAL"/>
              <w:rPr>
                <w:rFonts w:cs="Arial"/>
                <w:sz w:val="16"/>
                <w:szCs w:val="16"/>
              </w:rPr>
            </w:pPr>
            <w:r>
              <w:rPr>
                <w:rFonts w:cs="Arial"/>
                <w:sz w:val="16"/>
                <w:szCs w:val="16"/>
              </w:rPr>
              <w:t>0550</w:t>
            </w:r>
          </w:p>
        </w:tc>
        <w:tc>
          <w:tcPr>
            <w:tcW w:w="425" w:type="dxa"/>
            <w:shd w:val="solid" w:color="FFFFFF" w:fill="auto"/>
          </w:tcPr>
          <w:p w14:paraId="1D36DE50" w14:textId="630D8D1F" w:rsidR="00A8264E" w:rsidRPr="008C0EFD" w:rsidRDefault="00A8264E" w:rsidP="00A8264E">
            <w:pPr>
              <w:pStyle w:val="TAC"/>
              <w:rPr>
                <w:sz w:val="16"/>
                <w:szCs w:val="16"/>
              </w:rPr>
            </w:pPr>
            <w:r>
              <w:rPr>
                <w:rFonts w:cs="Arial"/>
                <w:sz w:val="16"/>
                <w:szCs w:val="16"/>
              </w:rPr>
              <w:t>3</w:t>
            </w:r>
          </w:p>
        </w:tc>
        <w:tc>
          <w:tcPr>
            <w:tcW w:w="425" w:type="dxa"/>
            <w:shd w:val="solid" w:color="FFFFFF" w:fill="auto"/>
          </w:tcPr>
          <w:p w14:paraId="5CFB5F9A" w14:textId="19EBCDC2"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328F8E28" w14:textId="064149BF" w:rsidR="00A8264E" w:rsidRPr="008C0EFD" w:rsidRDefault="00A8264E" w:rsidP="00A8264E">
            <w:pPr>
              <w:pStyle w:val="TAL"/>
              <w:rPr>
                <w:rFonts w:cs="Arial"/>
                <w:sz w:val="16"/>
                <w:szCs w:val="16"/>
              </w:rPr>
            </w:pPr>
            <w:r>
              <w:rPr>
                <w:rFonts w:cs="Arial"/>
                <w:sz w:val="16"/>
                <w:szCs w:val="16"/>
              </w:rPr>
              <w:t>Correction to the intra-cell guard band definition for wideband operation</w:t>
            </w:r>
          </w:p>
        </w:tc>
        <w:tc>
          <w:tcPr>
            <w:tcW w:w="708" w:type="dxa"/>
            <w:shd w:val="solid" w:color="FFFFFF" w:fill="auto"/>
          </w:tcPr>
          <w:p w14:paraId="484D6DFF" w14:textId="2135EDAE" w:rsidR="00A8264E" w:rsidRPr="008C0EFD" w:rsidRDefault="00A8264E" w:rsidP="00A8264E">
            <w:pPr>
              <w:pStyle w:val="TAL"/>
              <w:rPr>
                <w:sz w:val="16"/>
                <w:szCs w:val="16"/>
              </w:rPr>
            </w:pPr>
            <w:r>
              <w:rPr>
                <w:sz w:val="16"/>
                <w:szCs w:val="16"/>
              </w:rPr>
              <w:t>16.6.0</w:t>
            </w:r>
          </w:p>
        </w:tc>
      </w:tr>
      <w:tr w:rsidR="00A8264E" w:rsidRPr="00402599" w14:paraId="3190FFC6" w14:textId="77777777" w:rsidTr="00DC7196">
        <w:trPr>
          <w:jc w:val="center"/>
        </w:trPr>
        <w:tc>
          <w:tcPr>
            <w:tcW w:w="800" w:type="dxa"/>
            <w:shd w:val="solid" w:color="FFFFFF" w:fill="auto"/>
          </w:tcPr>
          <w:p w14:paraId="519D4702" w14:textId="2CEC00BB" w:rsidR="00A8264E" w:rsidRPr="008C0EFD" w:rsidRDefault="00A8264E" w:rsidP="00A8264E">
            <w:pPr>
              <w:pStyle w:val="TAL"/>
              <w:rPr>
                <w:sz w:val="16"/>
                <w:szCs w:val="16"/>
              </w:rPr>
            </w:pPr>
            <w:r>
              <w:rPr>
                <w:sz w:val="16"/>
                <w:szCs w:val="16"/>
              </w:rPr>
              <w:t>2020-12</w:t>
            </w:r>
          </w:p>
        </w:tc>
        <w:tc>
          <w:tcPr>
            <w:tcW w:w="800" w:type="dxa"/>
            <w:shd w:val="solid" w:color="FFFFFF" w:fill="auto"/>
          </w:tcPr>
          <w:p w14:paraId="19BA0A72" w14:textId="74E4DB93" w:rsidR="00A8264E" w:rsidRPr="008C0EFD" w:rsidRDefault="00A8264E" w:rsidP="00A8264E">
            <w:pPr>
              <w:pStyle w:val="TAL"/>
              <w:rPr>
                <w:sz w:val="16"/>
                <w:szCs w:val="16"/>
              </w:rPr>
            </w:pPr>
            <w:r>
              <w:rPr>
                <w:sz w:val="16"/>
                <w:szCs w:val="16"/>
              </w:rPr>
              <w:t>RAN#90</w:t>
            </w:r>
          </w:p>
        </w:tc>
        <w:tc>
          <w:tcPr>
            <w:tcW w:w="944" w:type="dxa"/>
            <w:shd w:val="solid" w:color="FFFFFF" w:fill="auto"/>
          </w:tcPr>
          <w:p w14:paraId="112F6E6A" w14:textId="11B6D5B1" w:rsidR="00A8264E" w:rsidRPr="008C0EFD" w:rsidRDefault="00A8264E" w:rsidP="00A8264E">
            <w:pPr>
              <w:pStyle w:val="TAL"/>
              <w:rPr>
                <w:rFonts w:cs="Arial"/>
                <w:sz w:val="16"/>
                <w:szCs w:val="16"/>
              </w:rPr>
            </w:pPr>
            <w:r>
              <w:rPr>
                <w:rFonts w:cs="Arial"/>
                <w:sz w:val="16"/>
                <w:szCs w:val="16"/>
              </w:rPr>
              <w:t>RP-202414</w:t>
            </w:r>
          </w:p>
        </w:tc>
        <w:tc>
          <w:tcPr>
            <w:tcW w:w="575" w:type="dxa"/>
            <w:shd w:val="solid" w:color="FFFFFF" w:fill="auto"/>
          </w:tcPr>
          <w:p w14:paraId="63AB986B" w14:textId="2E30AEB5" w:rsidR="00A8264E" w:rsidRPr="008C0EFD" w:rsidRDefault="00A8264E" w:rsidP="00A8264E">
            <w:pPr>
              <w:pStyle w:val="TAL"/>
              <w:rPr>
                <w:rFonts w:cs="Arial"/>
                <w:sz w:val="16"/>
                <w:szCs w:val="16"/>
              </w:rPr>
            </w:pPr>
            <w:r>
              <w:rPr>
                <w:rFonts w:cs="Arial"/>
                <w:sz w:val="16"/>
                <w:szCs w:val="16"/>
              </w:rPr>
              <w:t>0552</w:t>
            </w:r>
          </w:p>
        </w:tc>
        <w:tc>
          <w:tcPr>
            <w:tcW w:w="425" w:type="dxa"/>
            <w:shd w:val="solid" w:color="FFFFFF" w:fill="auto"/>
          </w:tcPr>
          <w:p w14:paraId="49033EC0" w14:textId="1CAB3391"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1C8B2B96" w14:textId="6EE60509"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2213D92F" w14:textId="095C0F6D" w:rsidR="00A8264E" w:rsidRPr="008C0EFD" w:rsidRDefault="00A8264E" w:rsidP="00A8264E">
            <w:pPr>
              <w:pStyle w:val="TAL"/>
              <w:rPr>
                <w:rFonts w:cs="Arial"/>
                <w:sz w:val="16"/>
                <w:szCs w:val="16"/>
              </w:rPr>
            </w:pPr>
            <w:r>
              <w:rPr>
                <w:rFonts w:cs="Arial"/>
                <w:sz w:val="16"/>
                <w:szCs w:val="16"/>
              </w:rPr>
              <w:t>Correction to receiver requirements for shared spectrum channel access</w:t>
            </w:r>
          </w:p>
        </w:tc>
        <w:tc>
          <w:tcPr>
            <w:tcW w:w="708" w:type="dxa"/>
            <w:shd w:val="solid" w:color="FFFFFF" w:fill="auto"/>
          </w:tcPr>
          <w:p w14:paraId="6E7FA2AF" w14:textId="0AC887D9" w:rsidR="00A8264E" w:rsidRPr="008C0EFD" w:rsidRDefault="00A8264E" w:rsidP="00A8264E">
            <w:pPr>
              <w:pStyle w:val="TAL"/>
              <w:rPr>
                <w:sz w:val="16"/>
                <w:szCs w:val="16"/>
              </w:rPr>
            </w:pPr>
            <w:r>
              <w:rPr>
                <w:sz w:val="16"/>
                <w:szCs w:val="16"/>
              </w:rPr>
              <w:t>16.6.0</w:t>
            </w:r>
          </w:p>
        </w:tc>
      </w:tr>
      <w:tr w:rsidR="00A8264E" w:rsidRPr="00402599" w14:paraId="65A824D0" w14:textId="77777777" w:rsidTr="00DC7196">
        <w:trPr>
          <w:jc w:val="center"/>
        </w:trPr>
        <w:tc>
          <w:tcPr>
            <w:tcW w:w="800" w:type="dxa"/>
            <w:shd w:val="solid" w:color="FFFFFF" w:fill="auto"/>
          </w:tcPr>
          <w:p w14:paraId="22B10D7F" w14:textId="4A10439B" w:rsidR="00A8264E" w:rsidRPr="008C0EFD" w:rsidRDefault="00A8264E" w:rsidP="00A8264E">
            <w:pPr>
              <w:pStyle w:val="TAL"/>
              <w:rPr>
                <w:sz w:val="16"/>
                <w:szCs w:val="16"/>
              </w:rPr>
            </w:pPr>
            <w:r>
              <w:rPr>
                <w:sz w:val="16"/>
                <w:szCs w:val="16"/>
              </w:rPr>
              <w:t>2020-12</w:t>
            </w:r>
          </w:p>
        </w:tc>
        <w:tc>
          <w:tcPr>
            <w:tcW w:w="800" w:type="dxa"/>
            <w:shd w:val="solid" w:color="FFFFFF" w:fill="auto"/>
          </w:tcPr>
          <w:p w14:paraId="7D5F8E4F" w14:textId="6CFE7EDA" w:rsidR="00A8264E" w:rsidRPr="008C0EFD" w:rsidRDefault="00A8264E" w:rsidP="00A8264E">
            <w:pPr>
              <w:pStyle w:val="TAL"/>
              <w:rPr>
                <w:sz w:val="16"/>
                <w:szCs w:val="16"/>
              </w:rPr>
            </w:pPr>
            <w:r>
              <w:rPr>
                <w:sz w:val="16"/>
                <w:szCs w:val="16"/>
              </w:rPr>
              <w:t>RAN#90</w:t>
            </w:r>
          </w:p>
        </w:tc>
        <w:tc>
          <w:tcPr>
            <w:tcW w:w="944" w:type="dxa"/>
            <w:shd w:val="solid" w:color="FFFFFF" w:fill="auto"/>
          </w:tcPr>
          <w:p w14:paraId="55E37059" w14:textId="2BC88478" w:rsidR="00A8264E" w:rsidRPr="008C0EFD" w:rsidRDefault="00A8264E" w:rsidP="00A8264E">
            <w:pPr>
              <w:pStyle w:val="TAL"/>
              <w:rPr>
                <w:rFonts w:cs="Arial"/>
                <w:sz w:val="16"/>
                <w:szCs w:val="16"/>
              </w:rPr>
            </w:pPr>
            <w:r>
              <w:rPr>
                <w:rFonts w:cs="Arial"/>
                <w:sz w:val="16"/>
                <w:szCs w:val="16"/>
              </w:rPr>
              <w:t>RP-202442</w:t>
            </w:r>
          </w:p>
        </w:tc>
        <w:tc>
          <w:tcPr>
            <w:tcW w:w="575" w:type="dxa"/>
            <w:shd w:val="solid" w:color="FFFFFF" w:fill="auto"/>
          </w:tcPr>
          <w:p w14:paraId="1159E5B8" w14:textId="468EA817" w:rsidR="00A8264E" w:rsidRPr="008C0EFD" w:rsidRDefault="00A8264E" w:rsidP="00A8264E">
            <w:pPr>
              <w:pStyle w:val="TAL"/>
              <w:rPr>
                <w:rFonts w:cs="Arial"/>
                <w:sz w:val="16"/>
                <w:szCs w:val="16"/>
              </w:rPr>
            </w:pPr>
            <w:r>
              <w:rPr>
                <w:rFonts w:cs="Arial"/>
                <w:sz w:val="16"/>
                <w:szCs w:val="16"/>
              </w:rPr>
              <w:t>0556</w:t>
            </w:r>
          </w:p>
        </w:tc>
        <w:tc>
          <w:tcPr>
            <w:tcW w:w="425" w:type="dxa"/>
            <w:shd w:val="solid" w:color="FFFFFF" w:fill="auto"/>
          </w:tcPr>
          <w:p w14:paraId="40CE8016" w14:textId="69D3528B"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4D14A754" w14:textId="6B1296AE"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2C642B77" w14:textId="432B788A" w:rsidR="00A8264E" w:rsidRPr="008C0EFD" w:rsidRDefault="00A8264E" w:rsidP="00A8264E">
            <w:pPr>
              <w:pStyle w:val="TAL"/>
              <w:rPr>
                <w:rFonts w:cs="Arial"/>
                <w:sz w:val="16"/>
                <w:szCs w:val="16"/>
              </w:rPr>
            </w:pPr>
            <w:r>
              <w:rPr>
                <w:rFonts w:cs="Arial"/>
                <w:sz w:val="16"/>
                <w:szCs w:val="16"/>
              </w:rPr>
              <w:t>CR Correction to NS_27 and Band 10 protection 38101-1 Rel16</w:t>
            </w:r>
          </w:p>
        </w:tc>
        <w:tc>
          <w:tcPr>
            <w:tcW w:w="708" w:type="dxa"/>
            <w:shd w:val="solid" w:color="FFFFFF" w:fill="auto"/>
          </w:tcPr>
          <w:p w14:paraId="19E447EE" w14:textId="7A556076" w:rsidR="00A8264E" w:rsidRPr="008C0EFD" w:rsidRDefault="00A8264E" w:rsidP="00A8264E">
            <w:pPr>
              <w:pStyle w:val="TAL"/>
              <w:rPr>
                <w:sz w:val="16"/>
                <w:szCs w:val="16"/>
              </w:rPr>
            </w:pPr>
            <w:r>
              <w:rPr>
                <w:sz w:val="16"/>
                <w:szCs w:val="16"/>
              </w:rPr>
              <w:t>16.6.0</w:t>
            </w:r>
          </w:p>
        </w:tc>
      </w:tr>
      <w:tr w:rsidR="00A8264E" w:rsidRPr="00402599" w14:paraId="6574ACD8" w14:textId="77777777" w:rsidTr="00DC7196">
        <w:trPr>
          <w:jc w:val="center"/>
        </w:trPr>
        <w:tc>
          <w:tcPr>
            <w:tcW w:w="800" w:type="dxa"/>
            <w:shd w:val="solid" w:color="FFFFFF" w:fill="auto"/>
          </w:tcPr>
          <w:p w14:paraId="625762F7" w14:textId="38628508" w:rsidR="00A8264E" w:rsidRPr="008C0EFD" w:rsidRDefault="00A8264E" w:rsidP="00A8264E">
            <w:pPr>
              <w:pStyle w:val="TAL"/>
              <w:rPr>
                <w:sz w:val="16"/>
                <w:szCs w:val="16"/>
              </w:rPr>
            </w:pPr>
            <w:r>
              <w:rPr>
                <w:sz w:val="16"/>
                <w:szCs w:val="16"/>
              </w:rPr>
              <w:t>2020-12</w:t>
            </w:r>
          </w:p>
        </w:tc>
        <w:tc>
          <w:tcPr>
            <w:tcW w:w="800" w:type="dxa"/>
            <w:shd w:val="solid" w:color="FFFFFF" w:fill="auto"/>
          </w:tcPr>
          <w:p w14:paraId="4D7C7CF7" w14:textId="3696489E" w:rsidR="00A8264E" w:rsidRPr="008C0EFD" w:rsidRDefault="00A8264E" w:rsidP="00A8264E">
            <w:pPr>
              <w:pStyle w:val="TAL"/>
              <w:rPr>
                <w:sz w:val="16"/>
                <w:szCs w:val="16"/>
              </w:rPr>
            </w:pPr>
            <w:r>
              <w:rPr>
                <w:sz w:val="16"/>
                <w:szCs w:val="16"/>
              </w:rPr>
              <w:t>RAN#90</w:t>
            </w:r>
          </w:p>
        </w:tc>
        <w:tc>
          <w:tcPr>
            <w:tcW w:w="944" w:type="dxa"/>
            <w:shd w:val="solid" w:color="FFFFFF" w:fill="auto"/>
          </w:tcPr>
          <w:p w14:paraId="3BD2E466" w14:textId="75BC0C30" w:rsidR="00A8264E" w:rsidRPr="008C0EFD" w:rsidRDefault="00A8264E" w:rsidP="00A8264E">
            <w:pPr>
              <w:pStyle w:val="TAL"/>
              <w:rPr>
                <w:rFonts w:cs="Arial"/>
                <w:sz w:val="16"/>
                <w:szCs w:val="16"/>
              </w:rPr>
            </w:pPr>
            <w:r>
              <w:rPr>
                <w:rFonts w:cs="Arial"/>
                <w:sz w:val="16"/>
                <w:szCs w:val="16"/>
              </w:rPr>
              <w:t>RP-202428</w:t>
            </w:r>
          </w:p>
        </w:tc>
        <w:tc>
          <w:tcPr>
            <w:tcW w:w="575" w:type="dxa"/>
            <w:shd w:val="solid" w:color="FFFFFF" w:fill="auto"/>
          </w:tcPr>
          <w:p w14:paraId="249100A3" w14:textId="4A2C8745" w:rsidR="00A8264E" w:rsidRPr="008C0EFD" w:rsidRDefault="00A8264E" w:rsidP="00A8264E">
            <w:pPr>
              <w:pStyle w:val="TAL"/>
              <w:rPr>
                <w:rFonts w:cs="Arial"/>
                <w:sz w:val="16"/>
                <w:szCs w:val="16"/>
              </w:rPr>
            </w:pPr>
            <w:r>
              <w:rPr>
                <w:rFonts w:cs="Arial"/>
                <w:sz w:val="16"/>
                <w:szCs w:val="16"/>
              </w:rPr>
              <w:t>0557</w:t>
            </w:r>
          </w:p>
        </w:tc>
        <w:tc>
          <w:tcPr>
            <w:tcW w:w="425" w:type="dxa"/>
            <w:shd w:val="solid" w:color="FFFFFF" w:fill="auto"/>
          </w:tcPr>
          <w:p w14:paraId="69D2300C" w14:textId="294E4965"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3F8A3D76" w14:textId="3B626DAD"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3564B06F" w14:textId="4A165259" w:rsidR="00A8264E" w:rsidRPr="008C0EFD" w:rsidRDefault="00A8264E" w:rsidP="00A8264E">
            <w:pPr>
              <w:pStyle w:val="TAL"/>
              <w:rPr>
                <w:rFonts w:cs="Arial"/>
                <w:sz w:val="16"/>
                <w:szCs w:val="16"/>
              </w:rPr>
            </w:pPr>
            <w:r>
              <w:rPr>
                <w:rFonts w:cs="Arial"/>
                <w:sz w:val="16"/>
                <w:szCs w:val="16"/>
              </w:rPr>
              <w:t>CR for editorial corrections 38.101-1</w:t>
            </w:r>
          </w:p>
        </w:tc>
        <w:tc>
          <w:tcPr>
            <w:tcW w:w="708" w:type="dxa"/>
            <w:shd w:val="solid" w:color="FFFFFF" w:fill="auto"/>
          </w:tcPr>
          <w:p w14:paraId="72D1609F" w14:textId="3E6C9E87" w:rsidR="00A8264E" w:rsidRPr="008C0EFD" w:rsidRDefault="00A8264E" w:rsidP="00A8264E">
            <w:pPr>
              <w:pStyle w:val="TAL"/>
              <w:rPr>
                <w:sz w:val="16"/>
                <w:szCs w:val="16"/>
              </w:rPr>
            </w:pPr>
            <w:r>
              <w:rPr>
                <w:sz w:val="16"/>
                <w:szCs w:val="16"/>
              </w:rPr>
              <w:t>16.6.0</w:t>
            </w:r>
          </w:p>
        </w:tc>
      </w:tr>
      <w:tr w:rsidR="00A8264E" w:rsidRPr="00402599" w14:paraId="6840FB1D" w14:textId="77777777" w:rsidTr="00DC7196">
        <w:trPr>
          <w:jc w:val="center"/>
        </w:trPr>
        <w:tc>
          <w:tcPr>
            <w:tcW w:w="800" w:type="dxa"/>
            <w:shd w:val="solid" w:color="FFFFFF" w:fill="auto"/>
          </w:tcPr>
          <w:p w14:paraId="4817C8B0" w14:textId="680A85AB" w:rsidR="00A8264E" w:rsidRPr="008C0EFD" w:rsidRDefault="00A8264E" w:rsidP="00A8264E">
            <w:pPr>
              <w:pStyle w:val="TAL"/>
              <w:rPr>
                <w:sz w:val="16"/>
                <w:szCs w:val="16"/>
              </w:rPr>
            </w:pPr>
            <w:r>
              <w:rPr>
                <w:sz w:val="16"/>
                <w:szCs w:val="16"/>
              </w:rPr>
              <w:t>2020-12</w:t>
            </w:r>
          </w:p>
        </w:tc>
        <w:tc>
          <w:tcPr>
            <w:tcW w:w="800" w:type="dxa"/>
            <w:shd w:val="solid" w:color="FFFFFF" w:fill="auto"/>
          </w:tcPr>
          <w:p w14:paraId="537AE932" w14:textId="76B6EF26" w:rsidR="00A8264E" w:rsidRPr="008C0EFD" w:rsidRDefault="00A8264E" w:rsidP="00A8264E">
            <w:pPr>
              <w:pStyle w:val="TAL"/>
              <w:rPr>
                <w:sz w:val="16"/>
                <w:szCs w:val="16"/>
              </w:rPr>
            </w:pPr>
            <w:r>
              <w:rPr>
                <w:sz w:val="16"/>
                <w:szCs w:val="16"/>
              </w:rPr>
              <w:t>RAN#90</w:t>
            </w:r>
          </w:p>
        </w:tc>
        <w:tc>
          <w:tcPr>
            <w:tcW w:w="944" w:type="dxa"/>
            <w:shd w:val="solid" w:color="FFFFFF" w:fill="auto"/>
          </w:tcPr>
          <w:p w14:paraId="2D50F42A" w14:textId="55620BA1" w:rsidR="00A8264E" w:rsidRPr="008C0EFD" w:rsidRDefault="00A8264E" w:rsidP="00A8264E">
            <w:pPr>
              <w:pStyle w:val="TAL"/>
              <w:rPr>
                <w:rFonts w:cs="Arial"/>
                <w:sz w:val="16"/>
                <w:szCs w:val="16"/>
              </w:rPr>
            </w:pPr>
            <w:r>
              <w:rPr>
                <w:rFonts w:cs="Arial"/>
                <w:sz w:val="16"/>
                <w:szCs w:val="16"/>
              </w:rPr>
              <w:t>RP-202414</w:t>
            </w:r>
          </w:p>
        </w:tc>
        <w:tc>
          <w:tcPr>
            <w:tcW w:w="575" w:type="dxa"/>
            <w:shd w:val="solid" w:color="FFFFFF" w:fill="auto"/>
          </w:tcPr>
          <w:p w14:paraId="15B3B04C" w14:textId="2D64FD86" w:rsidR="00A8264E" w:rsidRPr="008C0EFD" w:rsidRDefault="00A8264E" w:rsidP="00A8264E">
            <w:pPr>
              <w:pStyle w:val="TAL"/>
              <w:rPr>
                <w:rFonts w:cs="Arial"/>
                <w:sz w:val="16"/>
                <w:szCs w:val="16"/>
              </w:rPr>
            </w:pPr>
            <w:r>
              <w:rPr>
                <w:rFonts w:cs="Arial"/>
                <w:sz w:val="16"/>
                <w:szCs w:val="16"/>
              </w:rPr>
              <w:t>0558</w:t>
            </w:r>
          </w:p>
        </w:tc>
        <w:tc>
          <w:tcPr>
            <w:tcW w:w="425" w:type="dxa"/>
            <w:shd w:val="solid" w:color="FFFFFF" w:fill="auto"/>
          </w:tcPr>
          <w:p w14:paraId="297F2090" w14:textId="165ED5F3" w:rsidR="00A8264E" w:rsidRPr="008C0EFD" w:rsidRDefault="00A8264E" w:rsidP="00A8264E">
            <w:pPr>
              <w:pStyle w:val="TAC"/>
              <w:rPr>
                <w:sz w:val="16"/>
                <w:szCs w:val="16"/>
              </w:rPr>
            </w:pPr>
            <w:r>
              <w:rPr>
                <w:rFonts w:cs="Arial"/>
                <w:sz w:val="16"/>
                <w:szCs w:val="16"/>
              </w:rPr>
              <w:t>2</w:t>
            </w:r>
          </w:p>
        </w:tc>
        <w:tc>
          <w:tcPr>
            <w:tcW w:w="425" w:type="dxa"/>
            <w:shd w:val="solid" w:color="FFFFFF" w:fill="auto"/>
          </w:tcPr>
          <w:p w14:paraId="0D10FCB2" w14:textId="4F427DB4"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5FBAFDF9" w14:textId="44DD4599" w:rsidR="00A8264E" w:rsidRPr="008C0EFD" w:rsidRDefault="00A8264E" w:rsidP="00A8264E">
            <w:pPr>
              <w:pStyle w:val="TAL"/>
              <w:rPr>
                <w:rFonts w:cs="Arial"/>
                <w:sz w:val="16"/>
                <w:szCs w:val="16"/>
              </w:rPr>
            </w:pPr>
            <w:r>
              <w:rPr>
                <w:rFonts w:cs="Arial"/>
                <w:sz w:val="16"/>
                <w:szCs w:val="16"/>
              </w:rPr>
              <w:t>Removal of square brackets for 38.101-1 NR-U</w:t>
            </w:r>
          </w:p>
        </w:tc>
        <w:tc>
          <w:tcPr>
            <w:tcW w:w="708" w:type="dxa"/>
            <w:shd w:val="solid" w:color="FFFFFF" w:fill="auto"/>
          </w:tcPr>
          <w:p w14:paraId="23AE13F9" w14:textId="63017293" w:rsidR="00A8264E" w:rsidRPr="008C0EFD" w:rsidRDefault="00A8264E" w:rsidP="00A8264E">
            <w:pPr>
              <w:pStyle w:val="TAL"/>
              <w:rPr>
                <w:sz w:val="16"/>
                <w:szCs w:val="16"/>
              </w:rPr>
            </w:pPr>
            <w:r>
              <w:rPr>
                <w:sz w:val="16"/>
                <w:szCs w:val="16"/>
              </w:rPr>
              <w:t>16.6.0</w:t>
            </w:r>
          </w:p>
        </w:tc>
      </w:tr>
      <w:tr w:rsidR="00A8264E" w:rsidRPr="00402599" w14:paraId="68BDD23B" w14:textId="77777777" w:rsidTr="00DC7196">
        <w:trPr>
          <w:jc w:val="center"/>
        </w:trPr>
        <w:tc>
          <w:tcPr>
            <w:tcW w:w="800" w:type="dxa"/>
            <w:shd w:val="solid" w:color="FFFFFF" w:fill="auto"/>
          </w:tcPr>
          <w:p w14:paraId="1FEE8890" w14:textId="49954F4A" w:rsidR="00A8264E" w:rsidRPr="008C0EFD" w:rsidRDefault="00A8264E" w:rsidP="00A8264E">
            <w:pPr>
              <w:pStyle w:val="TAL"/>
              <w:rPr>
                <w:sz w:val="16"/>
                <w:szCs w:val="16"/>
              </w:rPr>
            </w:pPr>
            <w:r>
              <w:rPr>
                <w:sz w:val="16"/>
                <w:szCs w:val="16"/>
              </w:rPr>
              <w:t>2020-12</w:t>
            </w:r>
          </w:p>
        </w:tc>
        <w:tc>
          <w:tcPr>
            <w:tcW w:w="800" w:type="dxa"/>
            <w:shd w:val="solid" w:color="FFFFFF" w:fill="auto"/>
          </w:tcPr>
          <w:p w14:paraId="1CF9CDE9" w14:textId="000F9437" w:rsidR="00A8264E" w:rsidRPr="008C0EFD" w:rsidRDefault="00A8264E" w:rsidP="00A8264E">
            <w:pPr>
              <w:pStyle w:val="TAL"/>
              <w:rPr>
                <w:sz w:val="16"/>
                <w:szCs w:val="16"/>
              </w:rPr>
            </w:pPr>
            <w:r>
              <w:rPr>
                <w:sz w:val="16"/>
                <w:szCs w:val="16"/>
              </w:rPr>
              <w:t>RAN#90</w:t>
            </w:r>
          </w:p>
        </w:tc>
        <w:tc>
          <w:tcPr>
            <w:tcW w:w="944" w:type="dxa"/>
            <w:shd w:val="solid" w:color="FFFFFF" w:fill="auto"/>
          </w:tcPr>
          <w:p w14:paraId="365D3611" w14:textId="77C3C4F0"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30EFFC86" w14:textId="2C671A88" w:rsidR="00A8264E" w:rsidRPr="008C0EFD" w:rsidRDefault="00A8264E" w:rsidP="00A8264E">
            <w:pPr>
              <w:pStyle w:val="TAL"/>
              <w:rPr>
                <w:rFonts w:cs="Arial"/>
                <w:sz w:val="16"/>
                <w:szCs w:val="16"/>
              </w:rPr>
            </w:pPr>
            <w:r>
              <w:rPr>
                <w:rFonts w:cs="Arial"/>
                <w:sz w:val="16"/>
                <w:szCs w:val="16"/>
              </w:rPr>
              <w:t>0562</w:t>
            </w:r>
          </w:p>
        </w:tc>
        <w:tc>
          <w:tcPr>
            <w:tcW w:w="425" w:type="dxa"/>
            <w:shd w:val="solid" w:color="FFFFFF" w:fill="auto"/>
          </w:tcPr>
          <w:p w14:paraId="01B76C10" w14:textId="0A71AA40"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74B94AF2" w14:textId="459D20BB"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037D1B68" w14:textId="37FD8AB7" w:rsidR="00A8264E" w:rsidRPr="008C0EFD" w:rsidRDefault="00A8264E" w:rsidP="00A8264E">
            <w:pPr>
              <w:pStyle w:val="TAL"/>
              <w:rPr>
                <w:rFonts w:cs="Arial"/>
                <w:sz w:val="16"/>
                <w:szCs w:val="16"/>
              </w:rPr>
            </w:pPr>
            <w:r>
              <w:rPr>
                <w:rFonts w:cs="Arial"/>
                <w:sz w:val="16"/>
                <w:szCs w:val="16"/>
              </w:rPr>
              <w:t>CR to for 38.101-1: CA uplink power clarification</w:t>
            </w:r>
          </w:p>
        </w:tc>
        <w:tc>
          <w:tcPr>
            <w:tcW w:w="708" w:type="dxa"/>
            <w:shd w:val="solid" w:color="FFFFFF" w:fill="auto"/>
          </w:tcPr>
          <w:p w14:paraId="71912824" w14:textId="70B5BCA6" w:rsidR="00A8264E" w:rsidRPr="008C0EFD" w:rsidRDefault="00A8264E" w:rsidP="00A8264E">
            <w:pPr>
              <w:pStyle w:val="TAL"/>
              <w:rPr>
                <w:sz w:val="16"/>
                <w:szCs w:val="16"/>
              </w:rPr>
            </w:pPr>
            <w:r>
              <w:rPr>
                <w:sz w:val="16"/>
                <w:szCs w:val="16"/>
              </w:rPr>
              <w:t>16.6.0</w:t>
            </w:r>
          </w:p>
        </w:tc>
      </w:tr>
      <w:tr w:rsidR="00A8264E" w:rsidRPr="00402599" w14:paraId="679C64CD" w14:textId="77777777" w:rsidTr="00DC7196">
        <w:trPr>
          <w:jc w:val="center"/>
        </w:trPr>
        <w:tc>
          <w:tcPr>
            <w:tcW w:w="800" w:type="dxa"/>
            <w:shd w:val="solid" w:color="FFFFFF" w:fill="auto"/>
          </w:tcPr>
          <w:p w14:paraId="553703AA" w14:textId="07130EC4" w:rsidR="00A8264E" w:rsidRPr="008C0EFD" w:rsidRDefault="00A8264E" w:rsidP="00A8264E">
            <w:pPr>
              <w:pStyle w:val="TAL"/>
              <w:rPr>
                <w:sz w:val="16"/>
                <w:szCs w:val="16"/>
              </w:rPr>
            </w:pPr>
            <w:r>
              <w:rPr>
                <w:sz w:val="16"/>
                <w:szCs w:val="16"/>
              </w:rPr>
              <w:t>2020-12</w:t>
            </w:r>
          </w:p>
        </w:tc>
        <w:tc>
          <w:tcPr>
            <w:tcW w:w="800" w:type="dxa"/>
            <w:shd w:val="solid" w:color="FFFFFF" w:fill="auto"/>
          </w:tcPr>
          <w:p w14:paraId="3A946F9E" w14:textId="012A2A08" w:rsidR="00A8264E" w:rsidRPr="008C0EFD" w:rsidRDefault="00A8264E" w:rsidP="00A8264E">
            <w:pPr>
              <w:pStyle w:val="TAL"/>
              <w:rPr>
                <w:sz w:val="16"/>
                <w:szCs w:val="16"/>
              </w:rPr>
            </w:pPr>
            <w:r>
              <w:rPr>
                <w:sz w:val="16"/>
                <w:szCs w:val="16"/>
              </w:rPr>
              <w:t>RAN#90</w:t>
            </w:r>
          </w:p>
        </w:tc>
        <w:tc>
          <w:tcPr>
            <w:tcW w:w="944" w:type="dxa"/>
            <w:shd w:val="solid" w:color="FFFFFF" w:fill="auto"/>
          </w:tcPr>
          <w:p w14:paraId="6B8AD896" w14:textId="14BF4DB9" w:rsidR="00A8264E" w:rsidRPr="008C0EFD" w:rsidRDefault="00A8264E" w:rsidP="00A8264E">
            <w:pPr>
              <w:pStyle w:val="TAL"/>
              <w:rPr>
                <w:rFonts w:cs="Arial"/>
                <w:sz w:val="16"/>
                <w:szCs w:val="16"/>
              </w:rPr>
            </w:pPr>
            <w:r>
              <w:rPr>
                <w:rFonts w:cs="Arial"/>
                <w:sz w:val="16"/>
                <w:szCs w:val="16"/>
              </w:rPr>
              <w:t>RP-202509</w:t>
            </w:r>
          </w:p>
        </w:tc>
        <w:tc>
          <w:tcPr>
            <w:tcW w:w="575" w:type="dxa"/>
            <w:shd w:val="solid" w:color="FFFFFF" w:fill="auto"/>
          </w:tcPr>
          <w:p w14:paraId="48A3EAAD" w14:textId="0A157160" w:rsidR="00A8264E" w:rsidRPr="008C0EFD" w:rsidRDefault="00A8264E" w:rsidP="00A8264E">
            <w:pPr>
              <w:pStyle w:val="TAL"/>
              <w:rPr>
                <w:rFonts w:cs="Arial"/>
                <w:sz w:val="16"/>
                <w:szCs w:val="16"/>
              </w:rPr>
            </w:pPr>
            <w:r>
              <w:rPr>
                <w:rFonts w:cs="Arial"/>
                <w:sz w:val="16"/>
                <w:szCs w:val="16"/>
              </w:rPr>
              <w:t>0563</w:t>
            </w:r>
          </w:p>
        </w:tc>
        <w:tc>
          <w:tcPr>
            <w:tcW w:w="425" w:type="dxa"/>
            <w:shd w:val="solid" w:color="FFFFFF" w:fill="auto"/>
          </w:tcPr>
          <w:p w14:paraId="536ED62C" w14:textId="73AB2812"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5E1B4254" w14:textId="082D1D39" w:rsidR="00A8264E" w:rsidRPr="008C0EFD" w:rsidRDefault="00A8264E" w:rsidP="00A8264E">
            <w:pPr>
              <w:pStyle w:val="TAC"/>
              <w:rPr>
                <w:sz w:val="16"/>
                <w:szCs w:val="16"/>
              </w:rPr>
            </w:pPr>
            <w:r>
              <w:rPr>
                <w:rFonts w:cs="Arial"/>
                <w:sz w:val="16"/>
                <w:szCs w:val="16"/>
              </w:rPr>
              <w:t>D</w:t>
            </w:r>
          </w:p>
        </w:tc>
        <w:tc>
          <w:tcPr>
            <w:tcW w:w="4962" w:type="dxa"/>
            <w:shd w:val="solid" w:color="FFFFFF" w:fill="auto"/>
          </w:tcPr>
          <w:p w14:paraId="56CC8361" w14:textId="45C6CFB9" w:rsidR="00A8264E" w:rsidRPr="008C0EFD" w:rsidRDefault="00A8264E" w:rsidP="00A8264E">
            <w:pPr>
              <w:pStyle w:val="TAL"/>
              <w:rPr>
                <w:rFonts w:cs="Arial"/>
                <w:sz w:val="16"/>
                <w:szCs w:val="16"/>
              </w:rPr>
            </w:pPr>
            <w:r>
              <w:rPr>
                <w:rFonts w:cs="Arial"/>
                <w:sz w:val="16"/>
                <w:szCs w:val="16"/>
              </w:rPr>
              <w:t>CR for 38.101-1: Editorial corrections</w:t>
            </w:r>
          </w:p>
        </w:tc>
        <w:tc>
          <w:tcPr>
            <w:tcW w:w="708" w:type="dxa"/>
            <w:shd w:val="solid" w:color="FFFFFF" w:fill="auto"/>
          </w:tcPr>
          <w:p w14:paraId="7ED90B88" w14:textId="499B2A8E" w:rsidR="00A8264E" w:rsidRPr="008C0EFD" w:rsidRDefault="00A8264E" w:rsidP="00A8264E">
            <w:pPr>
              <w:pStyle w:val="TAL"/>
              <w:rPr>
                <w:sz w:val="16"/>
                <w:szCs w:val="16"/>
              </w:rPr>
            </w:pPr>
            <w:r>
              <w:rPr>
                <w:sz w:val="16"/>
                <w:szCs w:val="16"/>
              </w:rPr>
              <w:t>16.6.0</w:t>
            </w:r>
          </w:p>
        </w:tc>
      </w:tr>
      <w:tr w:rsidR="00A8264E" w:rsidRPr="00402599" w14:paraId="5D254193" w14:textId="77777777" w:rsidTr="00DC7196">
        <w:trPr>
          <w:jc w:val="center"/>
        </w:trPr>
        <w:tc>
          <w:tcPr>
            <w:tcW w:w="800" w:type="dxa"/>
            <w:shd w:val="solid" w:color="FFFFFF" w:fill="auto"/>
          </w:tcPr>
          <w:p w14:paraId="75D40B2C" w14:textId="60BC6586" w:rsidR="00A8264E" w:rsidRPr="008C0EFD" w:rsidRDefault="00A8264E" w:rsidP="00A8264E">
            <w:pPr>
              <w:pStyle w:val="TAL"/>
              <w:rPr>
                <w:sz w:val="16"/>
                <w:szCs w:val="16"/>
              </w:rPr>
            </w:pPr>
            <w:r>
              <w:rPr>
                <w:sz w:val="16"/>
                <w:szCs w:val="16"/>
              </w:rPr>
              <w:t>2020-12</w:t>
            </w:r>
          </w:p>
        </w:tc>
        <w:tc>
          <w:tcPr>
            <w:tcW w:w="800" w:type="dxa"/>
            <w:shd w:val="solid" w:color="FFFFFF" w:fill="auto"/>
          </w:tcPr>
          <w:p w14:paraId="62BD9D1B" w14:textId="368FA61D" w:rsidR="00A8264E" w:rsidRPr="008C0EFD" w:rsidRDefault="00A8264E" w:rsidP="00A8264E">
            <w:pPr>
              <w:pStyle w:val="TAL"/>
              <w:rPr>
                <w:sz w:val="16"/>
                <w:szCs w:val="16"/>
              </w:rPr>
            </w:pPr>
            <w:r>
              <w:rPr>
                <w:sz w:val="16"/>
                <w:szCs w:val="16"/>
              </w:rPr>
              <w:t>RAN#90</w:t>
            </w:r>
          </w:p>
        </w:tc>
        <w:tc>
          <w:tcPr>
            <w:tcW w:w="944" w:type="dxa"/>
            <w:shd w:val="solid" w:color="FFFFFF" w:fill="auto"/>
          </w:tcPr>
          <w:p w14:paraId="1F40F40B" w14:textId="771BD900" w:rsidR="00A8264E" w:rsidRPr="008C0EFD" w:rsidRDefault="00A8264E" w:rsidP="00A8264E">
            <w:pPr>
              <w:pStyle w:val="TAL"/>
              <w:rPr>
                <w:rFonts w:cs="Arial"/>
                <w:sz w:val="16"/>
                <w:szCs w:val="16"/>
              </w:rPr>
            </w:pPr>
            <w:r>
              <w:rPr>
                <w:rFonts w:cs="Arial"/>
                <w:sz w:val="16"/>
                <w:szCs w:val="16"/>
              </w:rPr>
              <w:t>RP-202427</w:t>
            </w:r>
          </w:p>
        </w:tc>
        <w:tc>
          <w:tcPr>
            <w:tcW w:w="575" w:type="dxa"/>
            <w:shd w:val="solid" w:color="FFFFFF" w:fill="auto"/>
          </w:tcPr>
          <w:p w14:paraId="19DF1EAB" w14:textId="0260CB51" w:rsidR="00A8264E" w:rsidRPr="008C0EFD" w:rsidRDefault="00A8264E" w:rsidP="00A8264E">
            <w:pPr>
              <w:pStyle w:val="TAL"/>
              <w:rPr>
                <w:rFonts w:cs="Arial"/>
                <w:sz w:val="16"/>
                <w:szCs w:val="16"/>
              </w:rPr>
            </w:pPr>
            <w:r>
              <w:rPr>
                <w:rFonts w:cs="Arial"/>
                <w:sz w:val="16"/>
                <w:szCs w:val="16"/>
              </w:rPr>
              <w:t>0566</w:t>
            </w:r>
          </w:p>
        </w:tc>
        <w:tc>
          <w:tcPr>
            <w:tcW w:w="425" w:type="dxa"/>
            <w:shd w:val="solid" w:color="FFFFFF" w:fill="auto"/>
          </w:tcPr>
          <w:p w14:paraId="1FA84357" w14:textId="56648EB5"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152C2372" w14:textId="6AC39D01" w:rsidR="00A8264E" w:rsidRPr="008C0EFD" w:rsidRDefault="00A8264E" w:rsidP="00A8264E">
            <w:pPr>
              <w:pStyle w:val="TAC"/>
              <w:rPr>
                <w:sz w:val="16"/>
                <w:szCs w:val="16"/>
              </w:rPr>
            </w:pPr>
            <w:r>
              <w:rPr>
                <w:rFonts w:cs="Arial"/>
                <w:sz w:val="16"/>
                <w:szCs w:val="16"/>
              </w:rPr>
              <w:t>F</w:t>
            </w:r>
          </w:p>
        </w:tc>
        <w:tc>
          <w:tcPr>
            <w:tcW w:w="4962" w:type="dxa"/>
            <w:shd w:val="solid" w:color="FFFFFF" w:fill="auto"/>
          </w:tcPr>
          <w:p w14:paraId="595880CA" w14:textId="6D6B2BBE" w:rsidR="00A8264E" w:rsidRPr="008C0EFD" w:rsidRDefault="00A8264E" w:rsidP="00A8264E">
            <w:pPr>
              <w:pStyle w:val="TAL"/>
              <w:rPr>
                <w:rFonts w:cs="Arial"/>
                <w:sz w:val="16"/>
                <w:szCs w:val="16"/>
              </w:rPr>
            </w:pPr>
            <w:r>
              <w:rPr>
                <w:rFonts w:cs="Arial"/>
                <w:sz w:val="16"/>
                <w:szCs w:val="16"/>
              </w:rPr>
              <w:t>CR for 38.101-1 NR V2X FRC</w:t>
            </w:r>
          </w:p>
        </w:tc>
        <w:tc>
          <w:tcPr>
            <w:tcW w:w="708" w:type="dxa"/>
            <w:shd w:val="solid" w:color="FFFFFF" w:fill="auto"/>
          </w:tcPr>
          <w:p w14:paraId="33519DF3" w14:textId="3FE4779C" w:rsidR="00A8264E" w:rsidRPr="008C0EFD" w:rsidRDefault="00A8264E" w:rsidP="00A8264E">
            <w:pPr>
              <w:pStyle w:val="TAL"/>
              <w:rPr>
                <w:sz w:val="16"/>
                <w:szCs w:val="16"/>
              </w:rPr>
            </w:pPr>
            <w:r>
              <w:rPr>
                <w:sz w:val="16"/>
                <w:szCs w:val="16"/>
              </w:rPr>
              <w:t>16.6.0</w:t>
            </w:r>
          </w:p>
        </w:tc>
      </w:tr>
      <w:tr w:rsidR="00A8264E" w:rsidRPr="00402599" w14:paraId="0CC48B45" w14:textId="77777777" w:rsidTr="00DC7196">
        <w:trPr>
          <w:jc w:val="center"/>
        </w:trPr>
        <w:tc>
          <w:tcPr>
            <w:tcW w:w="800" w:type="dxa"/>
            <w:shd w:val="solid" w:color="FFFFFF" w:fill="auto"/>
          </w:tcPr>
          <w:p w14:paraId="79519D7C" w14:textId="3ACD63AE" w:rsidR="00A8264E" w:rsidRPr="008C0EFD" w:rsidRDefault="00A8264E" w:rsidP="00A8264E">
            <w:pPr>
              <w:pStyle w:val="TAL"/>
              <w:rPr>
                <w:sz w:val="16"/>
                <w:szCs w:val="16"/>
              </w:rPr>
            </w:pPr>
            <w:r>
              <w:rPr>
                <w:sz w:val="16"/>
                <w:szCs w:val="16"/>
              </w:rPr>
              <w:t>2020-12</w:t>
            </w:r>
          </w:p>
        </w:tc>
        <w:tc>
          <w:tcPr>
            <w:tcW w:w="800" w:type="dxa"/>
            <w:shd w:val="solid" w:color="FFFFFF" w:fill="auto"/>
          </w:tcPr>
          <w:p w14:paraId="4B138C44" w14:textId="7475D30A" w:rsidR="00A8264E" w:rsidRPr="008C0EFD" w:rsidRDefault="00A8264E" w:rsidP="00A8264E">
            <w:pPr>
              <w:pStyle w:val="TAL"/>
              <w:rPr>
                <w:sz w:val="16"/>
                <w:szCs w:val="16"/>
              </w:rPr>
            </w:pPr>
            <w:r>
              <w:rPr>
                <w:sz w:val="16"/>
                <w:szCs w:val="16"/>
              </w:rPr>
              <w:t>RAN#90</w:t>
            </w:r>
          </w:p>
        </w:tc>
        <w:tc>
          <w:tcPr>
            <w:tcW w:w="944" w:type="dxa"/>
            <w:shd w:val="solid" w:color="FFFFFF" w:fill="auto"/>
          </w:tcPr>
          <w:p w14:paraId="47F8EE09" w14:textId="437A05F2"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33D0A73D" w14:textId="3B42DA60" w:rsidR="00A8264E" w:rsidRPr="008C0EFD" w:rsidRDefault="00A8264E" w:rsidP="00A8264E">
            <w:pPr>
              <w:pStyle w:val="TAL"/>
              <w:rPr>
                <w:rFonts w:cs="Arial"/>
                <w:sz w:val="16"/>
                <w:szCs w:val="16"/>
              </w:rPr>
            </w:pPr>
            <w:r>
              <w:rPr>
                <w:rFonts w:cs="Arial"/>
                <w:sz w:val="16"/>
                <w:szCs w:val="16"/>
              </w:rPr>
              <w:t>0571</w:t>
            </w:r>
          </w:p>
        </w:tc>
        <w:tc>
          <w:tcPr>
            <w:tcW w:w="425" w:type="dxa"/>
            <w:shd w:val="solid" w:color="FFFFFF" w:fill="auto"/>
          </w:tcPr>
          <w:p w14:paraId="66AC8C13" w14:textId="0EC056F7"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0486A898" w14:textId="03D4FD27"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3CFE9414" w14:textId="1D007638" w:rsidR="00A8264E" w:rsidRPr="008C0EFD" w:rsidRDefault="00A8264E" w:rsidP="00A8264E">
            <w:pPr>
              <w:pStyle w:val="TAL"/>
              <w:rPr>
                <w:rFonts w:cs="Arial"/>
                <w:sz w:val="16"/>
                <w:szCs w:val="16"/>
              </w:rPr>
            </w:pPr>
            <w:r>
              <w:rPr>
                <w:rFonts w:cs="Arial"/>
                <w:sz w:val="16"/>
                <w:szCs w:val="16"/>
              </w:rPr>
              <w:t>CR for TS 38.101-1: correction of delta Tib for UE supporting multiple band combinations (R16)</w:t>
            </w:r>
          </w:p>
        </w:tc>
        <w:tc>
          <w:tcPr>
            <w:tcW w:w="708" w:type="dxa"/>
            <w:shd w:val="solid" w:color="FFFFFF" w:fill="auto"/>
          </w:tcPr>
          <w:p w14:paraId="0D839A56" w14:textId="672E15C0" w:rsidR="00A8264E" w:rsidRPr="008C0EFD" w:rsidRDefault="00A8264E" w:rsidP="00A8264E">
            <w:pPr>
              <w:pStyle w:val="TAL"/>
              <w:rPr>
                <w:sz w:val="16"/>
                <w:szCs w:val="16"/>
              </w:rPr>
            </w:pPr>
            <w:r>
              <w:rPr>
                <w:sz w:val="16"/>
                <w:szCs w:val="16"/>
              </w:rPr>
              <w:t>16.6.0</w:t>
            </w:r>
          </w:p>
        </w:tc>
      </w:tr>
      <w:tr w:rsidR="00A8264E" w:rsidRPr="00402599" w14:paraId="3B703ED7" w14:textId="77777777" w:rsidTr="00DC7196">
        <w:trPr>
          <w:jc w:val="center"/>
        </w:trPr>
        <w:tc>
          <w:tcPr>
            <w:tcW w:w="800" w:type="dxa"/>
            <w:shd w:val="solid" w:color="FFFFFF" w:fill="auto"/>
          </w:tcPr>
          <w:p w14:paraId="6B1F881E" w14:textId="6E054EF9" w:rsidR="00A8264E" w:rsidRPr="008C0EFD" w:rsidRDefault="00A8264E" w:rsidP="00A8264E">
            <w:pPr>
              <w:pStyle w:val="TAL"/>
              <w:rPr>
                <w:sz w:val="16"/>
                <w:szCs w:val="16"/>
              </w:rPr>
            </w:pPr>
            <w:r>
              <w:rPr>
                <w:sz w:val="16"/>
                <w:szCs w:val="16"/>
              </w:rPr>
              <w:t>2020-12</w:t>
            </w:r>
          </w:p>
        </w:tc>
        <w:tc>
          <w:tcPr>
            <w:tcW w:w="800" w:type="dxa"/>
            <w:shd w:val="solid" w:color="FFFFFF" w:fill="auto"/>
          </w:tcPr>
          <w:p w14:paraId="33B5CDA0" w14:textId="5CB399B2" w:rsidR="00A8264E" w:rsidRPr="008C0EFD" w:rsidRDefault="00A8264E" w:rsidP="00A8264E">
            <w:pPr>
              <w:pStyle w:val="TAL"/>
              <w:rPr>
                <w:sz w:val="16"/>
                <w:szCs w:val="16"/>
              </w:rPr>
            </w:pPr>
            <w:r>
              <w:rPr>
                <w:sz w:val="16"/>
                <w:szCs w:val="16"/>
              </w:rPr>
              <w:t>RAN#90</w:t>
            </w:r>
          </w:p>
        </w:tc>
        <w:tc>
          <w:tcPr>
            <w:tcW w:w="944" w:type="dxa"/>
            <w:shd w:val="solid" w:color="FFFFFF" w:fill="auto"/>
          </w:tcPr>
          <w:p w14:paraId="609E4E29" w14:textId="35C40CE6" w:rsidR="00A8264E" w:rsidRPr="008C0EFD" w:rsidRDefault="00A8264E" w:rsidP="00A8264E">
            <w:pPr>
              <w:pStyle w:val="TAL"/>
              <w:rPr>
                <w:rFonts w:cs="Arial"/>
                <w:sz w:val="16"/>
                <w:szCs w:val="16"/>
              </w:rPr>
            </w:pPr>
            <w:r>
              <w:rPr>
                <w:rFonts w:cs="Arial"/>
                <w:sz w:val="16"/>
                <w:szCs w:val="16"/>
              </w:rPr>
              <w:t>RP-202442</w:t>
            </w:r>
          </w:p>
        </w:tc>
        <w:tc>
          <w:tcPr>
            <w:tcW w:w="575" w:type="dxa"/>
            <w:shd w:val="solid" w:color="FFFFFF" w:fill="auto"/>
          </w:tcPr>
          <w:p w14:paraId="34296F56" w14:textId="3D2FA321" w:rsidR="00A8264E" w:rsidRPr="008C0EFD" w:rsidRDefault="00A8264E" w:rsidP="00A8264E">
            <w:pPr>
              <w:pStyle w:val="TAL"/>
              <w:rPr>
                <w:rFonts w:cs="Arial"/>
                <w:sz w:val="16"/>
                <w:szCs w:val="16"/>
              </w:rPr>
            </w:pPr>
            <w:r>
              <w:rPr>
                <w:rFonts w:cs="Arial"/>
                <w:sz w:val="16"/>
                <w:szCs w:val="16"/>
              </w:rPr>
              <w:t>0574</w:t>
            </w:r>
          </w:p>
        </w:tc>
        <w:tc>
          <w:tcPr>
            <w:tcW w:w="425" w:type="dxa"/>
            <w:shd w:val="solid" w:color="FFFFFF" w:fill="auto"/>
          </w:tcPr>
          <w:p w14:paraId="34A0F40F" w14:textId="6791FF14" w:rsidR="00A8264E" w:rsidRPr="008C0EFD" w:rsidRDefault="00A8264E" w:rsidP="00A8264E">
            <w:pPr>
              <w:pStyle w:val="TAC"/>
              <w:rPr>
                <w:sz w:val="16"/>
                <w:szCs w:val="16"/>
              </w:rPr>
            </w:pPr>
            <w:r>
              <w:rPr>
                <w:rFonts w:cs="Arial"/>
                <w:sz w:val="16"/>
                <w:szCs w:val="16"/>
              </w:rPr>
              <w:t>1</w:t>
            </w:r>
          </w:p>
        </w:tc>
        <w:tc>
          <w:tcPr>
            <w:tcW w:w="425" w:type="dxa"/>
            <w:shd w:val="solid" w:color="FFFFFF" w:fill="auto"/>
          </w:tcPr>
          <w:p w14:paraId="1DBFB7AC" w14:textId="66F39727" w:rsidR="00A8264E" w:rsidRPr="008C0EFD" w:rsidRDefault="00A8264E" w:rsidP="00A8264E">
            <w:pPr>
              <w:pStyle w:val="TAC"/>
              <w:rPr>
                <w:sz w:val="16"/>
                <w:szCs w:val="16"/>
              </w:rPr>
            </w:pPr>
            <w:r>
              <w:rPr>
                <w:rFonts w:cs="Arial"/>
                <w:sz w:val="16"/>
                <w:szCs w:val="16"/>
              </w:rPr>
              <w:t>B</w:t>
            </w:r>
          </w:p>
        </w:tc>
        <w:tc>
          <w:tcPr>
            <w:tcW w:w="4962" w:type="dxa"/>
            <w:shd w:val="solid" w:color="FFFFFF" w:fill="auto"/>
          </w:tcPr>
          <w:p w14:paraId="5EF5FB41" w14:textId="29FA9ACC" w:rsidR="00A8264E" w:rsidRPr="008C0EFD" w:rsidRDefault="00A8264E" w:rsidP="00A8264E">
            <w:pPr>
              <w:pStyle w:val="TAL"/>
              <w:rPr>
                <w:rFonts w:cs="Arial"/>
                <w:sz w:val="16"/>
                <w:szCs w:val="16"/>
              </w:rPr>
            </w:pPr>
            <w:r>
              <w:rPr>
                <w:rFonts w:cs="Arial"/>
                <w:sz w:val="16"/>
                <w:szCs w:val="16"/>
              </w:rPr>
              <w:t>CR for intra-band UL CA non-contiguous CA requirement</w:t>
            </w:r>
          </w:p>
        </w:tc>
        <w:tc>
          <w:tcPr>
            <w:tcW w:w="708" w:type="dxa"/>
            <w:shd w:val="solid" w:color="FFFFFF" w:fill="auto"/>
          </w:tcPr>
          <w:p w14:paraId="1DB4C82E" w14:textId="711C2996" w:rsidR="00A8264E" w:rsidRPr="008C0EFD" w:rsidRDefault="00A8264E" w:rsidP="00A8264E">
            <w:pPr>
              <w:pStyle w:val="TAL"/>
              <w:rPr>
                <w:sz w:val="16"/>
                <w:szCs w:val="16"/>
              </w:rPr>
            </w:pPr>
            <w:r>
              <w:rPr>
                <w:sz w:val="16"/>
                <w:szCs w:val="16"/>
              </w:rPr>
              <w:t>16.6.0</w:t>
            </w:r>
          </w:p>
        </w:tc>
      </w:tr>
      <w:tr w:rsidR="00A8264E" w:rsidRPr="00402599" w14:paraId="0210B185" w14:textId="77777777" w:rsidTr="00DC7196">
        <w:trPr>
          <w:jc w:val="center"/>
        </w:trPr>
        <w:tc>
          <w:tcPr>
            <w:tcW w:w="800" w:type="dxa"/>
            <w:shd w:val="solid" w:color="FFFFFF" w:fill="auto"/>
          </w:tcPr>
          <w:p w14:paraId="5C278570" w14:textId="60745D38" w:rsidR="00A8264E" w:rsidRPr="008C0EFD" w:rsidRDefault="00A8264E" w:rsidP="00A8264E">
            <w:pPr>
              <w:pStyle w:val="TAL"/>
              <w:rPr>
                <w:sz w:val="16"/>
                <w:szCs w:val="16"/>
              </w:rPr>
            </w:pPr>
            <w:r>
              <w:rPr>
                <w:sz w:val="16"/>
                <w:szCs w:val="16"/>
              </w:rPr>
              <w:t>2020-12</w:t>
            </w:r>
          </w:p>
        </w:tc>
        <w:tc>
          <w:tcPr>
            <w:tcW w:w="800" w:type="dxa"/>
            <w:shd w:val="solid" w:color="FFFFFF" w:fill="auto"/>
          </w:tcPr>
          <w:p w14:paraId="7336F087" w14:textId="6B2925C0" w:rsidR="00A8264E" w:rsidRPr="008C0EFD" w:rsidRDefault="00A8264E" w:rsidP="00A8264E">
            <w:pPr>
              <w:pStyle w:val="TAL"/>
              <w:rPr>
                <w:sz w:val="16"/>
                <w:szCs w:val="16"/>
              </w:rPr>
            </w:pPr>
            <w:r>
              <w:rPr>
                <w:sz w:val="16"/>
                <w:szCs w:val="16"/>
              </w:rPr>
              <w:t>RAN#90</w:t>
            </w:r>
          </w:p>
        </w:tc>
        <w:tc>
          <w:tcPr>
            <w:tcW w:w="944" w:type="dxa"/>
            <w:shd w:val="solid" w:color="FFFFFF" w:fill="auto"/>
          </w:tcPr>
          <w:p w14:paraId="1DB658E4" w14:textId="0E113F9B"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777CE164" w14:textId="46C1D953" w:rsidR="00A8264E" w:rsidRPr="008C0EFD" w:rsidRDefault="00A8264E" w:rsidP="00A8264E">
            <w:pPr>
              <w:pStyle w:val="TAL"/>
              <w:rPr>
                <w:rFonts w:cs="Arial"/>
                <w:sz w:val="16"/>
                <w:szCs w:val="16"/>
              </w:rPr>
            </w:pPr>
            <w:r>
              <w:rPr>
                <w:rFonts w:cs="Arial"/>
                <w:sz w:val="16"/>
                <w:szCs w:val="16"/>
              </w:rPr>
              <w:t>0581</w:t>
            </w:r>
          </w:p>
        </w:tc>
        <w:tc>
          <w:tcPr>
            <w:tcW w:w="425" w:type="dxa"/>
            <w:shd w:val="solid" w:color="FFFFFF" w:fill="auto"/>
          </w:tcPr>
          <w:p w14:paraId="0CDFACDF" w14:textId="15BB31F3"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7BF79E15" w14:textId="4978073A"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657878DF" w14:textId="1CBA0EA5" w:rsidR="00A8264E" w:rsidRPr="008C0EFD" w:rsidRDefault="00A8264E" w:rsidP="00A8264E">
            <w:pPr>
              <w:pStyle w:val="TAL"/>
              <w:rPr>
                <w:rFonts w:cs="Arial"/>
                <w:sz w:val="16"/>
                <w:szCs w:val="16"/>
              </w:rPr>
            </w:pPr>
            <w:r>
              <w:rPr>
                <w:rFonts w:cs="Arial"/>
                <w:sz w:val="16"/>
                <w:szCs w:val="16"/>
              </w:rPr>
              <w:t>CR for 38.101-1 on corrections for AMPR-Rel-16</w:t>
            </w:r>
          </w:p>
        </w:tc>
        <w:tc>
          <w:tcPr>
            <w:tcW w:w="708" w:type="dxa"/>
            <w:shd w:val="solid" w:color="FFFFFF" w:fill="auto"/>
          </w:tcPr>
          <w:p w14:paraId="59C1FCEB" w14:textId="249A32FC" w:rsidR="00A8264E" w:rsidRPr="008C0EFD" w:rsidRDefault="00A8264E" w:rsidP="00A8264E">
            <w:pPr>
              <w:pStyle w:val="TAL"/>
              <w:rPr>
                <w:sz w:val="16"/>
                <w:szCs w:val="16"/>
              </w:rPr>
            </w:pPr>
            <w:r>
              <w:rPr>
                <w:sz w:val="16"/>
                <w:szCs w:val="16"/>
              </w:rPr>
              <w:t>16.6.0</w:t>
            </w:r>
          </w:p>
        </w:tc>
      </w:tr>
      <w:tr w:rsidR="00A8264E" w:rsidRPr="00402599" w14:paraId="5395E3AA" w14:textId="77777777" w:rsidTr="00DC7196">
        <w:trPr>
          <w:jc w:val="center"/>
        </w:trPr>
        <w:tc>
          <w:tcPr>
            <w:tcW w:w="800" w:type="dxa"/>
            <w:shd w:val="solid" w:color="FFFFFF" w:fill="auto"/>
          </w:tcPr>
          <w:p w14:paraId="5576EF3E" w14:textId="4AA2A751" w:rsidR="00A8264E" w:rsidRPr="008C0EFD" w:rsidRDefault="00A8264E" w:rsidP="00A8264E">
            <w:pPr>
              <w:pStyle w:val="TAL"/>
              <w:rPr>
                <w:sz w:val="16"/>
                <w:szCs w:val="16"/>
              </w:rPr>
            </w:pPr>
            <w:r>
              <w:rPr>
                <w:sz w:val="16"/>
                <w:szCs w:val="16"/>
              </w:rPr>
              <w:t>2020-12</w:t>
            </w:r>
          </w:p>
        </w:tc>
        <w:tc>
          <w:tcPr>
            <w:tcW w:w="800" w:type="dxa"/>
            <w:shd w:val="solid" w:color="FFFFFF" w:fill="auto"/>
          </w:tcPr>
          <w:p w14:paraId="4EC4F2A5" w14:textId="5CF9A9FD" w:rsidR="00A8264E" w:rsidRPr="008C0EFD" w:rsidRDefault="00A8264E" w:rsidP="00A8264E">
            <w:pPr>
              <w:pStyle w:val="TAL"/>
              <w:rPr>
                <w:sz w:val="16"/>
                <w:szCs w:val="16"/>
              </w:rPr>
            </w:pPr>
            <w:r>
              <w:rPr>
                <w:sz w:val="16"/>
                <w:szCs w:val="16"/>
              </w:rPr>
              <w:t>RAN#90</w:t>
            </w:r>
          </w:p>
        </w:tc>
        <w:tc>
          <w:tcPr>
            <w:tcW w:w="944" w:type="dxa"/>
            <w:shd w:val="solid" w:color="FFFFFF" w:fill="auto"/>
          </w:tcPr>
          <w:p w14:paraId="749D7B9B" w14:textId="28D089DD" w:rsidR="00A8264E" w:rsidRPr="008C0EFD" w:rsidRDefault="00A8264E" w:rsidP="00A8264E">
            <w:pPr>
              <w:pStyle w:val="TAL"/>
              <w:rPr>
                <w:rFonts w:cs="Arial"/>
                <w:sz w:val="16"/>
                <w:szCs w:val="16"/>
              </w:rPr>
            </w:pPr>
            <w:r>
              <w:rPr>
                <w:rFonts w:cs="Arial"/>
                <w:sz w:val="16"/>
                <w:szCs w:val="16"/>
              </w:rPr>
              <w:t>RP-202485</w:t>
            </w:r>
          </w:p>
        </w:tc>
        <w:tc>
          <w:tcPr>
            <w:tcW w:w="575" w:type="dxa"/>
            <w:shd w:val="solid" w:color="FFFFFF" w:fill="auto"/>
          </w:tcPr>
          <w:p w14:paraId="589BD714" w14:textId="6345A66B" w:rsidR="00A8264E" w:rsidRPr="008C0EFD" w:rsidRDefault="00A8264E" w:rsidP="00A8264E">
            <w:pPr>
              <w:pStyle w:val="TAL"/>
              <w:rPr>
                <w:rFonts w:cs="Arial"/>
                <w:sz w:val="16"/>
                <w:szCs w:val="16"/>
              </w:rPr>
            </w:pPr>
            <w:r>
              <w:rPr>
                <w:rFonts w:cs="Arial"/>
                <w:sz w:val="16"/>
                <w:szCs w:val="16"/>
              </w:rPr>
              <w:t>0584</w:t>
            </w:r>
          </w:p>
        </w:tc>
        <w:tc>
          <w:tcPr>
            <w:tcW w:w="425" w:type="dxa"/>
            <w:shd w:val="solid" w:color="FFFFFF" w:fill="auto"/>
          </w:tcPr>
          <w:p w14:paraId="6D96F826" w14:textId="020E4D7D" w:rsidR="00A8264E" w:rsidRPr="008C0EFD" w:rsidRDefault="00A8264E" w:rsidP="00A8264E">
            <w:pPr>
              <w:pStyle w:val="TAC"/>
              <w:rPr>
                <w:sz w:val="16"/>
                <w:szCs w:val="16"/>
              </w:rPr>
            </w:pPr>
            <w:r>
              <w:rPr>
                <w:rFonts w:cs="Arial"/>
                <w:sz w:val="16"/>
                <w:szCs w:val="16"/>
              </w:rPr>
              <w:t> </w:t>
            </w:r>
          </w:p>
        </w:tc>
        <w:tc>
          <w:tcPr>
            <w:tcW w:w="425" w:type="dxa"/>
            <w:shd w:val="solid" w:color="FFFFFF" w:fill="auto"/>
          </w:tcPr>
          <w:p w14:paraId="53BABA7F" w14:textId="79BF5620" w:rsidR="00A8264E" w:rsidRPr="008C0EFD" w:rsidRDefault="00A8264E" w:rsidP="00A8264E">
            <w:pPr>
              <w:pStyle w:val="TAC"/>
              <w:rPr>
                <w:sz w:val="16"/>
                <w:szCs w:val="16"/>
              </w:rPr>
            </w:pPr>
            <w:r>
              <w:rPr>
                <w:rFonts w:cs="Arial"/>
                <w:sz w:val="16"/>
                <w:szCs w:val="16"/>
              </w:rPr>
              <w:t>A</w:t>
            </w:r>
          </w:p>
        </w:tc>
        <w:tc>
          <w:tcPr>
            <w:tcW w:w="4962" w:type="dxa"/>
            <w:shd w:val="solid" w:color="FFFFFF" w:fill="auto"/>
          </w:tcPr>
          <w:p w14:paraId="3D917B2B" w14:textId="3C57FFCA" w:rsidR="00A8264E" w:rsidRPr="008C0EFD" w:rsidRDefault="00A8264E" w:rsidP="00A8264E">
            <w:pPr>
              <w:pStyle w:val="TAL"/>
              <w:rPr>
                <w:rFonts w:cs="Arial"/>
                <w:sz w:val="16"/>
                <w:szCs w:val="16"/>
              </w:rPr>
            </w:pPr>
            <w:r>
              <w:rPr>
                <w:rFonts w:cs="Arial"/>
                <w:sz w:val="16"/>
                <w:szCs w:val="16"/>
              </w:rPr>
              <w:t>CR to DMRS position in UL RMC for FR1</w:t>
            </w:r>
          </w:p>
        </w:tc>
        <w:tc>
          <w:tcPr>
            <w:tcW w:w="708" w:type="dxa"/>
            <w:shd w:val="solid" w:color="FFFFFF" w:fill="auto"/>
          </w:tcPr>
          <w:p w14:paraId="112F0314" w14:textId="70FB2766" w:rsidR="00A8264E" w:rsidRPr="008C0EFD" w:rsidRDefault="00A8264E" w:rsidP="00A8264E">
            <w:pPr>
              <w:pStyle w:val="TAL"/>
              <w:rPr>
                <w:sz w:val="16"/>
                <w:szCs w:val="16"/>
              </w:rPr>
            </w:pPr>
            <w:r>
              <w:rPr>
                <w:sz w:val="16"/>
                <w:szCs w:val="16"/>
              </w:rPr>
              <w:t>16.6.0</w:t>
            </w:r>
          </w:p>
        </w:tc>
      </w:tr>
      <w:tr w:rsidR="003C4165" w:rsidRPr="00402599" w14:paraId="5FE8FCC5" w14:textId="77777777" w:rsidTr="00DC7196">
        <w:trPr>
          <w:jc w:val="center"/>
        </w:trPr>
        <w:tc>
          <w:tcPr>
            <w:tcW w:w="800" w:type="dxa"/>
            <w:shd w:val="solid" w:color="FFFFFF" w:fill="auto"/>
          </w:tcPr>
          <w:p w14:paraId="0B91F2B1" w14:textId="7BE92DB4" w:rsidR="003C4165" w:rsidRDefault="003C4165" w:rsidP="00A8264E">
            <w:pPr>
              <w:pStyle w:val="TAL"/>
              <w:rPr>
                <w:sz w:val="16"/>
                <w:szCs w:val="16"/>
              </w:rPr>
            </w:pPr>
            <w:r>
              <w:rPr>
                <w:sz w:val="16"/>
                <w:szCs w:val="16"/>
              </w:rPr>
              <w:t>2021-03</w:t>
            </w:r>
          </w:p>
        </w:tc>
        <w:tc>
          <w:tcPr>
            <w:tcW w:w="800" w:type="dxa"/>
            <w:shd w:val="solid" w:color="FFFFFF" w:fill="auto"/>
          </w:tcPr>
          <w:p w14:paraId="79181AC8" w14:textId="333BA058" w:rsidR="003C4165" w:rsidRDefault="003C4165" w:rsidP="00A8264E">
            <w:pPr>
              <w:pStyle w:val="TAL"/>
              <w:rPr>
                <w:sz w:val="16"/>
                <w:szCs w:val="16"/>
              </w:rPr>
            </w:pPr>
            <w:r>
              <w:rPr>
                <w:sz w:val="16"/>
                <w:szCs w:val="16"/>
              </w:rPr>
              <w:t>RAN#91</w:t>
            </w:r>
          </w:p>
        </w:tc>
        <w:tc>
          <w:tcPr>
            <w:tcW w:w="944" w:type="dxa"/>
            <w:shd w:val="solid" w:color="FFFFFF" w:fill="auto"/>
          </w:tcPr>
          <w:p w14:paraId="2CC86A7C" w14:textId="2063F583" w:rsidR="003C4165" w:rsidRDefault="003C4165" w:rsidP="00A8264E">
            <w:pPr>
              <w:pStyle w:val="TAL"/>
              <w:rPr>
                <w:rFonts w:cs="Arial"/>
                <w:sz w:val="16"/>
                <w:szCs w:val="16"/>
              </w:rPr>
            </w:pPr>
            <w:r w:rsidRPr="003C4165">
              <w:rPr>
                <w:rFonts w:cs="Arial"/>
                <w:sz w:val="16"/>
                <w:szCs w:val="16"/>
              </w:rPr>
              <w:t>RP-210190</w:t>
            </w:r>
          </w:p>
        </w:tc>
        <w:tc>
          <w:tcPr>
            <w:tcW w:w="575" w:type="dxa"/>
            <w:shd w:val="solid" w:color="FFFFFF" w:fill="auto"/>
          </w:tcPr>
          <w:p w14:paraId="1FA9EC64" w14:textId="34533319" w:rsidR="003C4165" w:rsidRDefault="003C4165" w:rsidP="00A8264E">
            <w:pPr>
              <w:pStyle w:val="TAL"/>
              <w:rPr>
                <w:rFonts w:cs="Arial"/>
                <w:sz w:val="16"/>
                <w:szCs w:val="16"/>
              </w:rPr>
            </w:pPr>
            <w:r>
              <w:rPr>
                <w:rFonts w:cs="Arial"/>
                <w:sz w:val="16"/>
                <w:szCs w:val="16"/>
              </w:rPr>
              <w:t>0588</w:t>
            </w:r>
          </w:p>
        </w:tc>
        <w:tc>
          <w:tcPr>
            <w:tcW w:w="425" w:type="dxa"/>
            <w:shd w:val="solid" w:color="FFFFFF" w:fill="auto"/>
          </w:tcPr>
          <w:p w14:paraId="54DE8DE5" w14:textId="60534AB6" w:rsidR="003C4165" w:rsidRDefault="003C4165" w:rsidP="00A8264E">
            <w:pPr>
              <w:pStyle w:val="TAC"/>
              <w:rPr>
                <w:rFonts w:cs="Arial"/>
                <w:sz w:val="16"/>
                <w:szCs w:val="16"/>
              </w:rPr>
            </w:pPr>
            <w:r>
              <w:rPr>
                <w:rFonts w:cs="Arial"/>
                <w:sz w:val="16"/>
                <w:szCs w:val="16"/>
              </w:rPr>
              <w:t>2</w:t>
            </w:r>
          </w:p>
        </w:tc>
        <w:tc>
          <w:tcPr>
            <w:tcW w:w="425" w:type="dxa"/>
            <w:shd w:val="solid" w:color="FFFFFF" w:fill="auto"/>
          </w:tcPr>
          <w:p w14:paraId="78F674A9" w14:textId="6B78EB4C" w:rsidR="003C4165" w:rsidRDefault="003C4165" w:rsidP="00A8264E">
            <w:pPr>
              <w:pStyle w:val="TAC"/>
              <w:rPr>
                <w:rFonts w:cs="Arial"/>
                <w:sz w:val="16"/>
                <w:szCs w:val="16"/>
              </w:rPr>
            </w:pPr>
            <w:r>
              <w:rPr>
                <w:rFonts w:cs="Arial"/>
                <w:sz w:val="16"/>
                <w:szCs w:val="16"/>
              </w:rPr>
              <w:t>F</w:t>
            </w:r>
          </w:p>
        </w:tc>
        <w:tc>
          <w:tcPr>
            <w:tcW w:w="4962" w:type="dxa"/>
            <w:shd w:val="solid" w:color="FFFFFF" w:fill="auto"/>
          </w:tcPr>
          <w:p w14:paraId="21E67BDF" w14:textId="7CB83773" w:rsidR="003C4165" w:rsidRDefault="003C4165" w:rsidP="00A8264E">
            <w:pPr>
              <w:pStyle w:val="TAL"/>
              <w:rPr>
                <w:rFonts w:cs="Arial"/>
                <w:sz w:val="16"/>
                <w:szCs w:val="16"/>
              </w:rPr>
            </w:pPr>
            <w:r w:rsidRPr="003C4165">
              <w:rPr>
                <w:rFonts w:cs="Arial"/>
                <w:sz w:val="16"/>
                <w:szCs w:val="16"/>
              </w:rPr>
              <w:t>PC1 and PC3 Updates for Band n14</w:t>
            </w:r>
          </w:p>
        </w:tc>
        <w:tc>
          <w:tcPr>
            <w:tcW w:w="708" w:type="dxa"/>
            <w:shd w:val="solid" w:color="FFFFFF" w:fill="auto"/>
          </w:tcPr>
          <w:p w14:paraId="222AD2E2" w14:textId="022C8AE1" w:rsidR="003C4165" w:rsidRDefault="003C4165" w:rsidP="00A8264E">
            <w:pPr>
              <w:pStyle w:val="TAL"/>
              <w:rPr>
                <w:sz w:val="16"/>
                <w:szCs w:val="16"/>
              </w:rPr>
            </w:pPr>
            <w:r>
              <w:rPr>
                <w:sz w:val="16"/>
                <w:szCs w:val="16"/>
              </w:rPr>
              <w:t>16.7.0</w:t>
            </w:r>
          </w:p>
        </w:tc>
      </w:tr>
      <w:tr w:rsidR="003C4165" w:rsidRPr="00402599" w14:paraId="1818D74E" w14:textId="77777777" w:rsidTr="00DC7196">
        <w:trPr>
          <w:jc w:val="center"/>
        </w:trPr>
        <w:tc>
          <w:tcPr>
            <w:tcW w:w="800" w:type="dxa"/>
            <w:shd w:val="solid" w:color="FFFFFF" w:fill="auto"/>
          </w:tcPr>
          <w:p w14:paraId="4C6AFE85" w14:textId="4C162346" w:rsidR="003C4165" w:rsidRDefault="003C4165" w:rsidP="003C4165">
            <w:pPr>
              <w:pStyle w:val="TAL"/>
              <w:rPr>
                <w:sz w:val="16"/>
                <w:szCs w:val="16"/>
              </w:rPr>
            </w:pPr>
            <w:r>
              <w:rPr>
                <w:sz w:val="16"/>
                <w:szCs w:val="16"/>
              </w:rPr>
              <w:t>2021-03</w:t>
            </w:r>
          </w:p>
        </w:tc>
        <w:tc>
          <w:tcPr>
            <w:tcW w:w="800" w:type="dxa"/>
            <w:shd w:val="solid" w:color="FFFFFF" w:fill="auto"/>
          </w:tcPr>
          <w:p w14:paraId="3FB30F81" w14:textId="08541431" w:rsidR="003C4165" w:rsidRDefault="003C4165" w:rsidP="003C4165">
            <w:pPr>
              <w:pStyle w:val="TAL"/>
              <w:rPr>
                <w:sz w:val="16"/>
                <w:szCs w:val="16"/>
              </w:rPr>
            </w:pPr>
            <w:r>
              <w:rPr>
                <w:sz w:val="16"/>
                <w:szCs w:val="16"/>
              </w:rPr>
              <w:t>RAN#91</w:t>
            </w:r>
          </w:p>
        </w:tc>
        <w:tc>
          <w:tcPr>
            <w:tcW w:w="944" w:type="dxa"/>
            <w:shd w:val="solid" w:color="FFFFFF" w:fill="auto"/>
          </w:tcPr>
          <w:p w14:paraId="5366A3E0" w14:textId="44185A00" w:rsidR="003C4165" w:rsidRDefault="00075563" w:rsidP="003C4165">
            <w:pPr>
              <w:pStyle w:val="TAL"/>
              <w:rPr>
                <w:rFonts w:cs="Arial"/>
                <w:sz w:val="16"/>
                <w:szCs w:val="16"/>
              </w:rPr>
            </w:pPr>
            <w:r w:rsidRPr="00075563">
              <w:rPr>
                <w:rFonts w:cs="Arial"/>
                <w:sz w:val="16"/>
                <w:szCs w:val="16"/>
              </w:rPr>
              <w:t>RP-210117</w:t>
            </w:r>
          </w:p>
        </w:tc>
        <w:tc>
          <w:tcPr>
            <w:tcW w:w="575" w:type="dxa"/>
            <w:shd w:val="solid" w:color="FFFFFF" w:fill="auto"/>
          </w:tcPr>
          <w:p w14:paraId="23A9A450" w14:textId="0B4352BF" w:rsidR="003C4165" w:rsidRDefault="003C4165" w:rsidP="003C4165">
            <w:pPr>
              <w:pStyle w:val="TAL"/>
              <w:rPr>
                <w:rFonts w:cs="Arial"/>
                <w:sz w:val="16"/>
                <w:szCs w:val="16"/>
              </w:rPr>
            </w:pPr>
            <w:r>
              <w:rPr>
                <w:rFonts w:cs="Arial"/>
                <w:sz w:val="16"/>
                <w:szCs w:val="16"/>
              </w:rPr>
              <w:t>0593</w:t>
            </w:r>
          </w:p>
        </w:tc>
        <w:tc>
          <w:tcPr>
            <w:tcW w:w="425" w:type="dxa"/>
            <w:shd w:val="solid" w:color="FFFFFF" w:fill="auto"/>
          </w:tcPr>
          <w:p w14:paraId="3E116608" w14:textId="09D2DA8B" w:rsidR="003C4165" w:rsidRDefault="003C4165" w:rsidP="003C4165">
            <w:pPr>
              <w:pStyle w:val="TAC"/>
              <w:rPr>
                <w:rFonts w:cs="Arial"/>
                <w:sz w:val="16"/>
                <w:szCs w:val="16"/>
              </w:rPr>
            </w:pPr>
            <w:r>
              <w:rPr>
                <w:rFonts w:cs="Arial"/>
                <w:sz w:val="16"/>
                <w:szCs w:val="16"/>
              </w:rPr>
              <w:t>1</w:t>
            </w:r>
          </w:p>
        </w:tc>
        <w:tc>
          <w:tcPr>
            <w:tcW w:w="425" w:type="dxa"/>
            <w:shd w:val="solid" w:color="FFFFFF" w:fill="auto"/>
          </w:tcPr>
          <w:p w14:paraId="3C8419FF" w14:textId="1B82221A"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32E6245A" w14:textId="4C0A6F69" w:rsidR="003C4165" w:rsidRDefault="00075563" w:rsidP="003C4165">
            <w:pPr>
              <w:pStyle w:val="TAL"/>
              <w:rPr>
                <w:rFonts w:cs="Arial"/>
                <w:sz w:val="16"/>
                <w:szCs w:val="16"/>
              </w:rPr>
            </w:pPr>
            <w:r w:rsidRPr="00075563">
              <w:rPr>
                <w:rFonts w:cs="Arial"/>
                <w:sz w:val="16"/>
                <w:szCs w:val="16"/>
              </w:rPr>
              <w:t>38.101 Void clean up R16</w:t>
            </w:r>
          </w:p>
        </w:tc>
        <w:tc>
          <w:tcPr>
            <w:tcW w:w="708" w:type="dxa"/>
            <w:shd w:val="solid" w:color="FFFFFF" w:fill="auto"/>
          </w:tcPr>
          <w:p w14:paraId="420D6CEF" w14:textId="75D49626" w:rsidR="003C4165" w:rsidRDefault="003C4165" w:rsidP="003C4165">
            <w:pPr>
              <w:pStyle w:val="TAL"/>
              <w:rPr>
                <w:sz w:val="16"/>
                <w:szCs w:val="16"/>
              </w:rPr>
            </w:pPr>
            <w:r w:rsidRPr="008333CC">
              <w:rPr>
                <w:sz w:val="16"/>
                <w:szCs w:val="16"/>
              </w:rPr>
              <w:t>16.7.0</w:t>
            </w:r>
          </w:p>
        </w:tc>
      </w:tr>
      <w:tr w:rsidR="003C4165" w:rsidRPr="00402599" w14:paraId="3603E594" w14:textId="77777777" w:rsidTr="00DC7196">
        <w:trPr>
          <w:jc w:val="center"/>
        </w:trPr>
        <w:tc>
          <w:tcPr>
            <w:tcW w:w="800" w:type="dxa"/>
            <w:shd w:val="solid" w:color="FFFFFF" w:fill="auto"/>
          </w:tcPr>
          <w:p w14:paraId="28AA18B1" w14:textId="1C975486" w:rsidR="003C4165" w:rsidRDefault="003C4165" w:rsidP="003C4165">
            <w:pPr>
              <w:pStyle w:val="TAL"/>
              <w:rPr>
                <w:sz w:val="16"/>
                <w:szCs w:val="16"/>
              </w:rPr>
            </w:pPr>
            <w:r>
              <w:rPr>
                <w:sz w:val="16"/>
                <w:szCs w:val="16"/>
              </w:rPr>
              <w:t>2021-03</w:t>
            </w:r>
          </w:p>
        </w:tc>
        <w:tc>
          <w:tcPr>
            <w:tcW w:w="800" w:type="dxa"/>
            <w:shd w:val="solid" w:color="FFFFFF" w:fill="auto"/>
          </w:tcPr>
          <w:p w14:paraId="2081F5D3" w14:textId="74925F69" w:rsidR="003C4165" w:rsidRDefault="003C4165" w:rsidP="003C4165">
            <w:pPr>
              <w:pStyle w:val="TAL"/>
              <w:rPr>
                <w:sz w:val="16"/>
                <w:szCs w:val="16"/>
              </w:rPr>
            </w:pPr>
            <w:r>
              <w:rPr>
                <w:sz w:val="16"/>
                <w:szCs w:val="16"/>
              </w:rPr>
              <w:t>RAN#91</w:t>
            </w:r>
          </w:p>
        </w:tc>
        <w:tc>
          <w:tcPr>
            <w:tcW w:w="944" w:type="dxa"/>
            <w:shd w:val="solid" w:color="FFFFFF" w:fill="auto"/>
          </w:tcPr>
          <w:p w14:paraId="34C069FB" w14:textId="384850A3" w:rsidR="003C4165" w:rsidRDefault="00075563" w:rsidP="003C4165">
            <w:pPr>
              <w:pStyle w:val="TAL"/>
              <w:rPr>
                <w:rFonts w:cs="Arial"/>
                <w:sz w:val="16"/>
                <w:szCs w:val="16"/>
              </w:rPr>
            </w:pPr>
            <w:r w:rsidRPr="00075563">
              <w:rPr>
                <w:rFonts w:cs="Arial"/>
                <w:sz w:val="16"/>
                <w:szCs w:val="16"/>
              </w:rPr>
              <w:t>RP-210082</w:t>
            </w:r>
          </w:p>
        </w:tc>
        <w:tc>
          <w:tcPr>
            <w:tcW w:w="575" w:type="dxa"/>
            <w:shd w:val="solid" w:color="FFFFFF" w:fill="auto"/>
          </w:tcPr>
          <w:p w14:paraId="54AEA337" w14:textId="4117F392" w:rsidR="003C4165" w:rsidRDefault="003C4165" w:rsidP="003C4165">
            <w:pPr>
              <w:pStyle w:val="TAL"/>
              <w:rPr>
                <w:rFonts w:cs="Arial"/>
                <w:sz w:val="16"/>
                <w:szCs w:val="16"/>
              </w:rPr>
            </w:pPr>
            <w:r>
              <w:rPr>
                <w:rFonts w:cs="Arial"/>
                <w:sz w:val="16"/>
                <w:szCs w:val="16"/>
              </w:rPr>
              <w:t>0600</w:t>
            </w:r>
          </w:p>
        </w:tc>
        <w:tc>
          <w:tcPr>
            <w:tcW w:w="425" w:type="dxa"/>
            <w:shd w:val="solid" w:color="FFFFFF" w:fill="auto"/>
          </w:tcPr>
          <w:p w14:paraId="4AB85770" w14:textId="77777777" w:rsidR="003C4165" w:rsidRDefault="003C4165" w:rsidP="003C4165">
            <w:pPr>
              <w:pStyle w:val="TAC"/>
              <w:rPr>
                <w:rFonts w:cs="Arial"/>
                <w:sz w:val="16"/>
                <w:szCs w:val="16"/>
              </w:rPr>
            </w:pPr>
          </w:p>
        </w:tc>
        <w:tc>
          <w:tcPr>
            <w:tcW w:w="425" w:type="dxa"/>
            <w:shd w:val="solid" w:color="FFFFFF" w:fill="auto"/>
          </w:tcPr>
          <w:p w14:paraId="1CFF3117" w14:textId="30F9B8A2"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050B0B30" w14:textId="4D09D879" w:rsidR="003C4165" w:rsidRDefault="00075563" w:rsidP="003C4165">
            <w:pPr>
              <w:pStyle w:val="TAL"/>
              <w:rPr>
                <w:rFonts w:cs="Arial"/>
                <w:sz w:val="16"/>
                <w:szCs w:val="16"/>
              </w:rPr>
            </w:pPr>
            <w:r w:rsidRPr="00075563">
              <w:rPr>
                <w:rFonts w:cs="Arial"/>
                <w:sz w:val="16"/>
                <w:szCs w:val="16"/>
              </w:rPr>
              <w:t>CA_n7B_REFSENS_CatF_CR</w:t>
            </w:r>
          </w:p>
        </w:tc>
        <w:tc>
          <w:tcPr>
            <w:tcW w:w="708" w:type="dxa"/>
            <w:shd w:val="solid" w:color="FFFFFF" w:fill="auto"/>
          </w:tcPr>
          <w:p w14:paraId="13B8DD06" w14:textId="77912AC2" w:rsidR="003C4165" w:rsidRDefault="003C4165" w:rsidP="003C4165">
            <w:pPr>
              <w:pStyle w:val="TAL"/>
              <w:rPr>
                <w:sz w:val="16"/>
                <w:szCs w:val="16"/>
              </w:rPr>
            </w:pPr>
            <w:r w:rsidRPr="008333CC">
              <w:rPr>
                <w:sz w:val="16"/>
                <w:szCs w:val="16"/>
              </w:rPr>
              <w:t>16.7.0</w:t>
            </w:r>
          </w:p>
        </w:tc>
      </w:tr>
      <w:tr w:rsidR="003C4165" w:rsidRPr="00402599" w14:paraId="764EC71E" w14:textId="77777777" w:rsidTr="00DC7196">
        <w:trPr>
          <w:jc w:val="center"/>
        </w:trPr>
        <w:tc>
          <w:tcPr>
            <w:tcW w:w="800" w:type="dxa"/>
            <w:shd w:val="solid" w:color="FFFFFF" w:fill="auto"/>
          </w:tcPr>
          <w:p w14:paraId="4E8B33A9" w14:textId="2E632AF8" w:rsidR="003C4165" w:rsidRDefault="003C4165" w:rsidP="003C4165">
            <w:pPr>
              <w:pStyle w:val="TAL"/>
              <w:rPr>
                <w:sz w:val="16"/>
                <w:szCs w:val="16"/>
              </w:rPr>
            </w:pPr>
            <w:r>
              <w:rPr>
                <w:sz w:val="16"/>
                <w:szCs w:val="16"/>
              </w:rPr>
              <w:t>2021-03</w:t>
            </w:r>
          </w:p>
        </w:tc>
        <w:tc>
          <w:tcPr>
            <w:tcW w:w="800" w:type="dxa"/>
            <w:shd w:val="solid" w:color="FFFFFF" w:fill="auto"/>
          </w:tcPr>
          <w:p w14:paraId="4D49AC84" w14:textId="2D742E42" w:rsidR="003C4165" w:rsidRDefault="003C4165" w:rsidP="003C4165">
            <w:pPr>
              <w:pStyle w:val="TAL"/>
              <w:rPr>
                <w:sz w:val="16"/>
                <w:szCs w:val="16"/>
              </w:rPr>
            </w:pPr>
            <w:r>
              <w:rPr>
                <w:sz w:val="16"/>
                <w:szCs w:val="16"/>
              </w:rPr>
              <w:t>RAN#91</w:t>
            </w:r>
          </w:p>
        </w:tc>
        <w:tc>
          <w:tcPr>
            <w:tcW w:w="944" w:type="dxa"/>
            <w:shd w:val="solid" w:color="FFFFFF" w:fill="auto"/>
          </w:tcPr>
          <w:p w14:paraId="1E6C20CB" w14:textId="2BB19B6C" w:rsidR="003C4165" w:rsidRDefault="00075563" w:rsidP="003C4165">
            <w:pPr>
              <w:pStyle w:val="TAL"/>
              <w:rPr>
                <w:rFonts w:cs="Arial"/>
                <w:sz w:val="16"/>
                <w:szCs w:val="16"/>
              </w:rPr>
            </w:pPr>
            <w:r w:rsidRPr="00075563">
              <w:rPr>
                <w:rFonts w:cs="Arial"/>
                <w:sz w:val="16"/>
                <w:szCs w:val="16"/>
              </w:rPr>
              <w:t>RP-210072</w:t>
            </w:r>
          </w:p>
        </w:tc>
        <w:tc>
          <w:tcPr>
            <w:tcW w:w="575" w:type="dxa"/>
            <w:shd w:val="solid" w:color="FFFFFF" w:fill="auto"/>
          </w:tcPr>
          <w:p w14:paraId="3532C13F" w14:textId="716BB2B1" w:rsidR="003C4165" w:rsidRDefault="003C4165" w:rsidP="003C4165">
            <w:pPr>
              <w:pStyle w:val="TAL"/>
              <w:rPr>
                <w:rFonts w:cs="Arial"/>
                <w:sz w:val="16"/>
                <w:szCs w:val="16"/>
              </w:rPr>
            </w:pPr>
            <w:r>
              <w:rPr>
                <w:rFonts w:cs="Arial"/>
                <w:sz w:val="16"/>
                <w:szCs w:val="16"/>
              </w:rPr>
              <w:t>0605</w:t>
            </w:r>
          </w:p>
        </w:tc>
        <w:tc>
          <w:tcPr>
            <w:tcW w:w="425" w:type="dxa"/>
            <w:shd w:val="solid" w:color="FFFFFF" w:fill="auto"/>
          </w:tcPr>
          <w:p w14:paraId="772C5BE2" w14:textId="1F712293" w:rsidR="003C4165" w:rsidRDefault="003C4165" w:rsidP="003C4165">
            <w:pPr>
              <w:pStyle w:val="TAC"/>
              <w:rPr>
                <w:rFonts w:cs="Arial"/>
                <w:sz w:val="16"/>
                <w:szCs w:val="16"/>
              </w:rPr>
            </w:pPr>
            <w:r>
              <w:rPr>
                <w:rFonts w:cs="Arial"/>
                <w:sz w:val="16"/>
                <w:szCs w:val="16"/>
              </w:rPr>
              <w:t>1</w:t>
            </w:r>
          </w:p>
        </w:tc>
        <w:tc>
          <w:tcPr>
            <w:tcW w:w="425" w:type="dxa"/>
            <w:shd w:val="solid" w:color="FFFFFF" w:fill="auto"/>
          </w:tcPr>
          <w:p w14:paraId="7BCDF0AC" w14:textId="394847B3"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2696F531" w14:textId="15ECAAC6" w:rsidR="003C4165" w:rsidRDefault="00075563" w:rsidP="003C4165">
            <w:pPr>
              <w:pStyle w:val="TAL"/>
              <w:rPr>
                <w:rFonts w:cs="Arial"/>
                <w:sz w:val="16"/>
                <w:szCs w:val="16"/>
              </w:rPr>
            </w:pPr>
            <w:r w:rsidRPr="00075563">
              <w:rPr>
                <w:rFonts w:cs="Arial"/>
                <w:sz w:val="16"/>
                <w:szCs w:val="16"/>
              </w:rPr>
              <w:t>CR on editorial correction on V2X operation in TS38.101-1 in Rel-1</w:t>
            </w:r>
            <w:r>
              <w:rPr>
                <w:rFonts w:cs="Arial"/>
                <w:sz w:val="16"/>
                <w:szCs w:val="16"/>
              </w:rPr>
              <w:t>6</w:t>
            </w:r>
          </w:p>
        </w:tc>
        <w:tc>
          <w:tcPr>
            <w:tcW w:w="708" w:type="dxa"/>
            <w:shd w:val="solid" w:color="FFFFFF" w:fill="auto"/>
          </w:tcPr>
          <w:p w14:paraId="08491246" w14:textId="17225787" w:rsidR="003C4165" w:rsidRDefault="003C4165" w:rsidP="003C4165">
            <w:pPr>
              <w:pStyle w:val="TAL"/>
              <w:rPr>
                <w:sz w:val="16"/>
                <w:szCs w:val="16"/>
              </w:rPr>
            </w:pPr>
            <w:r w:rsidRPr="008333CC">
              <w:rPr>
                <w:sz w:val="16"/>
                <w:szCs w:val="16"/>
              </w:rPr>
              <w:t>16.7.0</w:t>
            </w:r>
          </w:p>
        </w:tc>
      </w:tr>
      <w:tr w:rsidR="003C4165" w:rsidRPr="00402599" w14:paraId="455DFB85" w14:textId="77777777" w:rsidTr="00DC7196">
        <w:trPr>
          <w:jc w:val="center"/>
        </w:trPr>
        <w:tc>
          <w:tcPr>
            <w:tcW w:w="800" w:type="dxa"/>
            <w:shd w:val="solid" w:color="FFFFFF" w:fill="auto"/>
          </w:tcPr>
          <w:p w14:paraId="357590C9" w14:textId="5D1F5C5D" w:rsidR="003C4165" w:rsidRDefault="003C4165" w:rsidP="003C4165">
            <w:pPr>
              <w:pStyle w:val="TAL"/>
              <w:rPr>
                <w:sz w:val="16"/>
                <w:szCs w:val="16"/>
              </w:rPr>
            </w:pPr>
            <w:r>
              <w:rPr>
                <w:sz w:val="16"/>
                <w:szCs w:val="16"/>
              </w:rPr>
              <w:t>2021-03</w:t>
            </w:r>
          </w:p>
        </w:tc>
        <w:tc>
          <w:tcPr>
            <w:tcW w:w="800" w:type="dxa"/>
            <w:shd w:val="solid" w:color="FFFFFF" w:fill="auto"/>
          </w:tcPr>
          <w:p w14:paraId="7A403752" w14:textId="17273314" w:rsidR="003C4165" w:rsidRDefault="003C4165" w:rsidP="003C4165">
            <w:pPr>
              <w:pStyle w:val="TAL"/>
              <w:rPr>
                <w:sz w:val="16"/>
                <w:szCs w:val="16"/>
              </w:rPr>
            </w:pPr>
            <w:r>
              <w:rPr>
                <w:sz w:val="16"/>
                <w:szCs w:val="16"/>
              </w:rPr>
              <w:t>RAN#91</w:t>
            </w:r>
          </w:p>
        </w:tc>
        <w:tc>
          <w:tcPr>
            <w:tcW w:w="944" w:type="dxa"/>
            <w:shd w:val="solid" w:color="FFFFFF" w:fill="auto"/>
          </w:tcPr>
          <w:p w14:paraId="0C974FDC" w14:textId="6B8B1324" w:rsidR="003C4165" w:rsidRDefault="00075563" w:rsidP="003C4165">
            <w:pPr>
              <w:pStyle w:val="TAL"/>
              <w:rPr>
                <w:rFonts w:cs="Arial"/>
                <w:sz w:val="16"/>
                <w:szCs w:val="16"/>
              </w:rPr>
            </w:pPr>
            <w:r w:rsidRPr="00075563">
              <w:rPr>
                <w:rFonts w:cs="Arial"/>
                <w:sz w:val="16"/>
                <w:szCs w:val="16"/>
              </w:rPr>
              <w:t>RP-210117</w:t>
            </w:r>
          </w:p>
        </w:tc>
        <w:tc>
          <w:tcPr>
            <w:tcW w:w="575" w:type="dxa"/>
            <w:shd w:val="solid" w:color="FFFFFF" w:fill="auto"/>
          </w:tcPr>
          <w:p w14:paraId="23DF6332" w14:textId="42B69B2A" w:rsidR="003C4165" w:rsidRDefault="003C4165" w:rsidP="003C4165">
            <w:pPr>
              <w:pStyle w:val="TAL"/>
              <w:rPr>
                <w:rFonts w:cs="Arial"/>
                <w:sz w:val="16"/>
                <w:szCs w:val="16"/>
              </w:rPr>
            </w:pPr>
            <w:r>
              <w:rPr>
                <w:rFonts w:cs="Arial"/>
                <w:sz w:val="16"/>
                <w:szCs w:val="16"/>
              </w:rPr>
              <w:t>0611</w:t>
            </w:r>
          </w:p>
        </w:tc>
        <w:tc>
          <w:tcPr>
            <w:tcW w:w="425" w:type="dxa"/>
            <w:shd w:val="solid" w:color="FFFFFF" w:fill="auto"/>
          </w:tcPr>
          <w:p w14:paraId="4BED3873" w14:textId="77777777" w:rsidR="003C4165" w:rsidRDefault="003C4165" w:rsidP="003C4165">
            <w:pPr>
              <w:pStyle w:val="TAC"/>
              <w:rPr>
                <w:rFonts w:cs="Arial"/>
                <w:sz w:val="16"/>
                <w:szCs w:val="16"/>
              </w:rPr>
            </w:pPr>
          </w:p>
        </w:tc>
        <w:tc>
          <w:tcPr>
            <w:tcW w:w="425" w:type="dxa"/>
            <w:shd w:val="solid" w:color="FFFFFF" w:fill="auto"/>
          </w:tcPr>
          <w:p w14:paraId="669B71F6" w14:textId="24F784C0" w:rsidR="003C4165" w:rsidRDefault="00075563" w:rsidP="003C4165">
            <w:pPr>
              <w:pStyle w:val="TAC"/>
              <w:rPr>
                <w:rFonts w:cs="Arial"/>
                <w:sz w:val="16"/>
                <w:szCs w:val="16"/>
              </w:rPr>
            </w:pPr>
            <w:r>
              <w:rPr>
                <w:rFonts w:cs="Arial"/>
                <w:sz w:val="16"/>
                <w:szCs w:val="16"/>
              </w:rPr>
              <w:t>A</w:t>
            </w:r>
          </w:p>
        </w:tc>
        <w:tc>
          <w:tcPr>
            <w:tcW w:w="4962" w:type="dxa"/>
            <w:shd w:val="solid" w:color="FFFFFF" w:fill="auto"/>
          </w:tcPr>
          <w:p w14:paraId="746FD091" w14:textId="57F35229" w:rsidR="003C4165" w:rsidRDefault="00075563" w:rsidP="003C4165">
            <w:pPr>
              <w:pStyle w:val="TAL"/>
              <w:rPr>
                <w:rFonts w:cs="Arial"/>
                <w:sz w:val="16"/>
                <w:szCs w:val="16"/>
              </w:rPr>
            </w:pPr>
            <w:r w:rsidRPr="00075563">
              <w:rPr>
                <w:rFonts w:cs="Arial"/>
                <w:sz w:val="16"/>
                <w:szCs w:val="16"/>
              </w:rPr>
              <w:t>CR for TS38 101-1 Rel-16 Correction for definition of P-MPR</w:t>
            </w:r>
          </w:p>
        </w:tc>
        <w:tc>
          <w:tcPr>
            <w:tcW w:w="708" w:type="dxa"/>
            <w:shd w:val="solid" w:color="FFFFFF" w:fill="auto"/>
          </w:tcPr>
          <w:p w14:paraId="00A14197" w14:textId="1B84A40C" w:rsidR="003C4165" w:rsidRDefault="003C4165" w:rsidP="003C4165">
            <w:pPr>
              <w:pStyle w:val="TAL"/>
              <w:rPr>
                <w:sz w:val="16"/>
                <w:szCs w:val="16"/>
              </w:rPr>
            </w:pPr>
            <w:r w:rsidRPr="008333CC">
              <w:rPr>
                <w:sz w:val="16"/>
                <w:szCs w:val="16"/>
              </w:rPr>
              <w:t>16.7.0</w:t>
            </w:r>
          </w:p>
        </w:tc>
      </w:tr>
      <w:tr w:rsidR="003C4165" w:rsidRPr="00402599" w14:paraId="5137E00D" w14:textId="77777777" w:rsidTr="00DC7196">
        <w:trPr>
          <w:jc w:val="center"/>
        </w:trPr>
        <w:tc>
          <w:tcPr>
            <w:tcW w:w="800" w:type="dxa"/>
            <w:shd w:val="solid" w:color="FFFFFF" w:fill="auto"/>
          </w:tcPr>
          <w:p w14:paraId="418709F7" w14:textId="55DF5131" w:rsidR="003C4165" w:rsidRDefault="003C4165" w:rsidP="003C4165">
            <w:pPr>
              <w:pStyle w:val="TAL"/>
              <w:rPr>
                <w:sz w:val="16"/>
                <w:szCs w:val="16"/>
              </w:rPr>
            </w:pPr>
            <w:r>
              <w:rPr>
                <w:sz w:val="16"/>
                <w:szCs w:val="16"/>
              </w:rPr>
              <w:t>2021-03</w:t>
            </w:r>
          </w:p>
        </w:tc>
        <w:tc>
          <w:tcPr>
            <w:tcW w:w="800" w:type="dxa"/>
            <w:shd w:val="solid" w:color="FFFFFF" w:fill="auto"/>
          </w:tcPr>
          <w:p w14:paraId="74961634" w14:textId="733AB737" w:rsidR="003C4165" w:rsidRDefault="003C4165" w:rsidP="003C4165">
            <w:pPr>
              <w:pStyle w:val="TAL"/>
              <w:rPr>
                <w:sz w:val="16"/>
                <w:szCs w:val="16"/>
              </w:rPr>
            </w:pPr>
            <w:r>
              <w:rPr>
                <w:sz w:val="16"/>
                <w:szCs w:val="16"/>
              </w:rPr>
              <w:t>RAN#91</w:t>
            </w:r>
          </w:p>
        </w:tc>
        <w:tc>
          <w:tcPr>
            <w:tcW w:w="944" w:type="dxa"/>
            <w:shd w:val="solid" w:color="FFFFFF" w:fill="auto"/>
          </w:tcPr>
          <w:p w14:paraId="3CDEC20D" w14:textId="6A07DE2B" w:rsidR="003C4165" w:rsidRDefault="00075563" w:rsidP="003C4165">
            <w:pPr>
              <w:pStyle w:val="TAL"/>
              <w:rPr>
                <w:rFonts w:cs="Arial"/>
                <w:sz w:val="16"/>
                <w:szCs w:val="16"/>
              </w:rPr>
            </w:pPr>
            <w:r w:rsidRPr="00075563">
              <w:rPr>
                <w:rFonts w:cs="Arial"/>
                <w:sz w:val="16"/>
                <w:szCs w:val="16"/>
              </w:rPr>
              <w:t>RP-210117</w:t>
            </w:r>
          </w:p>
        </w:tc>
        <w:tc>
          <w:tcPr>
            <w:tcW w:w="575" w:type="dxa"/>
            <w:shd w:val="solid" w:color="FFFFFF" w:fill="auto"/>
          </w:tcPr>
          <w:p w14:paraId="48C73B9F" w14:textId="149C86C2" w:rsidR="003C4165" w:rsidRDefault="003C4165" w:rsidP="003C4165">
            <w:pPr>
              <w:pStyle w:val="TAL"/>
              <w:rPr>
                <w:rFonts w:cs="Arial"/>
                <w:sz w:val="16"/>
                <w:szCs w:val="16"/>
              </w:rPr>
            </w:pPr>
            <w:r>
              <w:rPr>
                <w:rFonts w:cs="Arial"/>
                <w:sz w:val="16"/>
                <w:szCs w:val="16"/>
              </w:rPr>
              <w:t>0613</w:t>
            </w:r>
          </w:p>
        </w:tc>
        <w:tc>
          <w:tcPr>
            <w:tcW w:w="425" w:type="dxa"/>
            <w:shd w:val="solid" w:color="FFFFFF" w:fill="auto"/>
          </w:tcPr>
          <w:p w14:paraId="1E4726DE" w14:textId="37810369" w:rsidR="003C4165" w:rsidRDefault="003C4165" w:rsidP="003C4165">
            <w:pPr>
              <w:pStyle w:val="TAC"/>
              <w:rPr>
                <w:rFonts w:cs="Arial"/>
                <w:sz w:val="16"/>
                <w:szCs w:val="16"/>
              </w:rPr>
            </w:pPr>
            <w:r>
              <w:rPr>
                <w:rFonts w:cs="Arial"/>
                <w:sz w:val="16"/>
                <w:szCs w:val="16"/>
              </w:rPr>
              <w:t>2</w:t>
            </w:r>
          </w:p>
        </w:tc>
        <w:tc>
          <w:tcPr>
            <w:tcW w:w="425" w:type="dxa"/>
            <w:shd w:val="solid" w:color="FFFFFF" w:fill="auto"/>
          </w:tcPr>
          <w:p w14:paraId="2AAADFE7" w14:textId="5C2EA1AD"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785C5ECE" w14:textId="44F50FD6" w:rsidR="003C4165" w:rsidRDefault="00075563" w:rsidP="003C4165">
            <w:pPr>
              <w:pStyle w:val="TAL"/>
              <w:rPr>
                <w:rFonts w:cs="Arial"/>
                <w:sz w:val="16"/>
                <w:szCs w:val="16"/>
              </w:rPr>
            </w:pPr>
            <w:r w:rsidRPr="00075563">
              <w:rPr>
                <w:rFonts w:cs="Arial"/>
                <w:sz w:val="16"/>
                <w:szCs w:val="16"/>
              </w:rPr>
              <w:t>CR for TS38 101-1 Rel-16 Correction of condition for MPR and delta MPR</w:t>
            </w:r>
          </w:p>
        </w:tc>
        <w:tc>
          <w:tcPr>
            <w:tcW w:w="708" w:type="dxa"/>
            <w:shd w:val="solid" w:color="FFFFFF" w:fill="auto"/>
          </w:tcPr>
          <w:p w14:paraId="0AAE0664" w14:textId="4A961735" w:rsidR="003C4165" w:rsidRDefault="003C4165" w:rsidP="003C4165">
            <w:pPr>
              <w:pStyle w:val="TAL"/>
              <w:rPr>
                <w:sz w:val="16"/>
                <w:szCs w:val="16"/>
              </w:rPr>
            </w:pPr>
            <w:r w:rsidRPr="008333CC">
              <w:rPr>
                <w:sz w:val="16"/>
                <w:szCs w:val="16"/>
              </w:rPr>
              <w:t>16.7.0</w:t>
            </w:r>
          </w:p>
        </w:tc>
      </w:tr>
      <w:tr w:rsidR="003C4165" w:rsidRPr="00402599" w14:paraId="7CD4BFE4" w14:textId="77777777" w:rsidTr="00DC7196">
        <w:trPr>
          <w:jc w:val="center"/>
        </w:trPr>
        <w:tc>
          <w:tcPr>
            <w:tcW w:w="800" w:type="dxa"/>
            <w:shd w:val="solid" w:color="FFFFFF" w:fill="auto"/>
          </w:tcPr>
          <w:p w14:paraId="679B35A0" w14:textId="2E93A0D5" w:rsidR="003C4165" w:rsidRDefault="003C4165" w:rsidP="003C4165">
            <w:pPr>
              <w:pStyle w:val="TAL"/>
              <w:rPr>
                <w:sz w:val="16"/>
                <w:szCs w:val="16"/>
              </w:rPr>
            </w:pPr>
            <w:r>
              <w:rPr>
                <w:sz w:val="16"/>
                <w:szCs w:val="16"/>
              </w:rPr>
              <w:t>2021-03</w:t>
            </w:r>
          </w:p>
        </w:tc>
        <w:tc>
          <w:tcPr>
            <w:tcW w:w="800" w:type="dxa"/>
            <w:shd w:val="solid" w:color="FFFFFF" w:fill="auto"/>
          </w:tcPr>
          <w:p w14:paraId="48653256" w14:textId="708DDBED" w:rsidR="003C4165" w:rsidRDefault="003C4165" w:rsidP="003C4165">
            <w:pPr>
              <w:pStyle w:val="TAL"/>
              <w:rPr>
                <w:sz w:val="16"/>
                <w:szCs w:val="16"/>
              </w:rPr>
            </w:pPr>
            <w:r>
              <w:rPr>
                <w:sz w:val="16"/>
                <w:szCs w:val="16"/>
              </w:rPr>
              <w:t>RAN#91</w:t>
            </w:r>
          </w:p>
        </w:tc>
        <w:tc>
          <w:tcPr>
            <w:tcW w:w="944" w:type="dxa"/>
            <w:shd w:val="solid" w:color="FFFFFF" w:fill="auto"/>
          </w:tcPr>
          <w:p w14:paraId="6D48E6B4" w14:textId="1E6982C1" w:rsidR="003C4165" w:rsidRDefault="00075563" w:rsidP="003C4165">
            <w:pPr>
              <w:pStyle w:val="TAL"/>
              <w:rPr>
                <w:rFonts w:cs="Arial"/>
                <w:sz w:val="16"/>
                <w:szCs w:val="16"/>
              </w:rPr>
            </w:pPr>
            <w:r w:rsidRPr="00075563">
              <w:rPr>
                <w:rFonts w:cs="Arial"/>
                <w:sz w:val="16"/>
                <w:szCs w:val="16"/>
              </w:rPr>
              <w:t>RP-210082</w:t>
            </w:r>
          </w:p>
        </w:tc>
        <w:tc>
          <w:tcPr>
            <w:tcW w:w="575" w:type="dxa"/>
            <w:shd w:val="solid" w:color="FFFFFF" w:fill="auto"/>
          </w:tcPr>
          <w:p w14:paraId="20C782F3" w14:textId="25C66C85" w:rsidR="003C4165" w:rsidRDefault="003C4165" w:rsidP="003C4165">
            <w:pPr>
              <w:pStyle w:val="TAL"/>
              <w:rPr>
                <w:rFonts w:cs="Arial"/>
                <w:sz w:val="16"/>
                <w:szCs w:val="16"/>
              </w:rPr>
            </w:pPr>
            <w:r>
              <w:rPr>
                <w:rFonts w:cs="Arial"/>
                <w:sz w:val="16"/>
                <w:szCs w:val="16"/>
              </w:rPr>
              <w:t>0629</w:t>
            </w:r>
          </w:p>
        </w:tc>
        <w:tc>
          <w:tcPr>
            <w:tcW w:w="425" w:type="dxa"/>
            <w:shd w:val="solid" w:color="FFFFFF" w:fill="auto"/>
          </w:tcPr>
          <w:p w14:paraId="20F76BFC" w14:textId="77777777" w:rsidR="003C4165" w:rsidRDefault="003C4165" w:rsidP="003C4165">
            <w:pPr>
              <w:pStyle w:val="TAC"/>
              <w:rPr>
                <w:rFonts w:cs="Arial"/>
                <w:sz w:val="16"/>
                <w:szCs w:val="16"/>
              </w:rPr>
            </w:pPr>
          </w:p>
        </w:tc>
        <w:tc>
          <w:tcPr>
            <w:tcW w:w="425" w:type="dxa"/>
            <w:shd w:val="solid" w:color="FFFFFF" w:fill="auto"/>
          </w:tcPr>
          <w:p w14:paraId="4EF675DE" w14:textId="5F779A7D"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60149EE3" w14:textId="283A8BCD" w:rsidR="003C4165" w:rsidRDefault="00075563" w:rsidP="003C4165">
            <w:pPr>
              <w:pStyle w:val="TAL"/>
              <w:rPr>
                <w:rFonts w:cs="Arial"/>
                <w:sz w:val="16"/>
                <w:szCs w:val="16"/>
              </w:rPr>
            </w:pPr>
            <w:r w:rsidRPr="00075563">
              <w:rPr>
                <w:rFonts w:cs="Arial"/>
                <w:sz w:val="16"/>
                <w:szCs w:val="16"/>
              </w:rPr>
              <w:t>CR for TS 38.101-1: Correction on 1Tx-2Tx switching between two uplink carriers (Rel-16)</w:t>
            </w:r>
          </w:p>
        </w:tc>
        <w:tc>
          <w:tcPr>
            <w:tcW w:w="708" w:type="dxa"/>
            <w:shd w:val="solid" w:color="FFFFFF" w:fill="auto"/>
          </w:tcPr>
          <w:p w14:paraId="1220511F" w14:textId="7B052497" w:rsidR="003C4165" w:rsidRDefault="003C4165" w:rsidP="003C4165">
            <w:pPr>
              <w:pStyle w:val="TAL"/>
              <w:rPr>
                <w:sz w:val="16"/>
                <w:szCs w:val="16"/>
              </w:rPr>
            </w:pPr>
            <w:r w:rsidRPr="008333CC">
              <w:rPr>
                <w:sz w:val="16"/>
                <w:szCs w:val="16"/>
              </w:rPr>
              <w:t>16.7.0</w:t>
            </w:r>
          </w:p>
        </w:tc>
      </w:tr>
      <w:tr w:rsidR="003C4165" w:rsidRPr="00402599" w14:paraId="6C51CCE0" w14:textId="77777777" w:rsidTr="00DC7196">
        <w:trPr>
          <w:jc w:val="center"/>
        </w:trPr>
        <w:tc>
          <w:tcPr>
            <w:tcW w:w="800" w:type="dxa"/>
            <w:shd w:val="solid" w:color="FFFFFF" w:fill="auto"/>
          </w:tcPr>
          <w:p w14:paraId="08D27F6C" w14:textId="0D3AF70E" w:rsidR="003C4165" w:rsidRDefault="003C4165" w:rsidP="003C4165">
            <w:pPr>
              <w:pStyle w:val="TAL"/>
              <w:rPr>
                <w:sz w:val="16"/>
                <w:szCs w:val="16"/>
              </w:rPr>
            </w:pPr>
            <w:r>
              <w:rPr>
                <w:sz w:val="16"/>
                <w:szCs w:val="16"/>
              </w:rPr>
              <w:t>2021-03</w:t>
            </w:r>
          </w:p>
        </w:tc>
        <w:tc>
          <w:tcPr>
            <w:tcW w:w="800" w:type="dxa"/>
            <w:shd w:val="solid" w:color="FFFFFF" w:fill="auto"/>
          </w:tcPr>
          <w:p w14:paraId="0E6F13CD" w14:textId="2A24938D" w:rsidR="003C4165" w:rsidRDefault="003C4165" w:rsidP="003C4165">
            <w:pPr>
              <w:pStyle w:val="TAL"/>
              <w:rPr>
                <w:sz w:val="16"/>
                <w:szCs w:val="16"/>
              </w:rPr>
            </w:pPr>
            <w:r>
              <w:rPr>
                <w:sz w:val="16"/>
                <w:szCs w:val="16"/>
              </w:rPr>
              <w:t>RAN#91</w:t>
            </w:r>
          </w:p>
        </w:tc>
        <w:tc>
          <w:tcPr>
            <w:tcW w:w="944" w:type="dxa"/>
            <w:shd w:val="solid" w:color="FFFFFF" w:fill="auto"/>
          </w:tcPr>
          <w:p w14:paraId="5657507A" w14:textId="3C40E5D7" w:rsidR="003C4165" w:rsidRDefault="00075563" w:rsidP="003C4165">
            <w:pPr>
              <w:pStyle w:val="TAL"/>
              <w:rPr>
                <w:rFonts w:cs="Arial"/>
                <w:sz w:val="16"/>
                <w:szCs w:val="16"/>
              </w:rPr>
            </w:pPr>
            <w:r w:rsidRPr="003C4165">
              <w:rPr>
                <w:rFonts w:cs="Arial"/>
                <w:sz w:val="16"/>
                <w:szCs w:val="16"/>
              </w:rPr>
              <w:t>RP-210091</w:t>
            </w:r>
          </w:p>
        </w:tc>
        <w:tc>
          <w:tcPr>
            <w:tcW w:w="575" w:type="dxa"/>
            <w:shd w:val="solid" w:color="FFFFFF" w:fill="auto"/>
          </w:tcPr>
          <w:p w14:paraId="6EB72A37" w14:textId="03DB4E17" w:rsidR="003C4165" w:rsidRDefault="003C4165" w:rsidP="003C4165">
            <w:pPr>
              <w:pStyle w:val="TAL"/>
              <w:rPr>
                <w:rFonts w:cs="Arial"/>
                <w:sz w:val="16"/>
                <w:szCs w:val="16"/>
              </w:rPr>
            </w:pPr>
            <w:r>
              <w:rPr>
                <w:rFonts w:cs="Arial"/>
                <w:sz w:val="16"/>
                <w:szCs w:val="16"/>
              </w:rPr>
              <w:t>0632</w:t>
            </w:r>
          </w:p>
        </w:tc>
        <w:tc>
          <w:tcPr>
            <w:tcW w:w="425" w:type="dxa"/>
            <w:shd w:val="solid" w:color="FFFFFF" w:fill="auto"/>
          </w:tcPr>
          <w:p w14:paraId="03DB6E47" w14:textId="77777777" w:rsidR="003C4165" w:rsidRDefault="003C4165" w:rsidP="003C4165">
            <w:pPr>
              <w:pStyle w:val="TAC"/>
              <w:rPr>
                <w:rFonts w:cs="Arial"/>
                <w:sz w:val="16"/>
                <w:szCs w:val="16"/>
              </w:rPr>
            </w:pPr>
          </w:p>
        </w:tc>
        <w:tc>
          <w:tcPr>
            <w:tcW w:w="425" w:type="dxa"/>
            <w:shd w:val="solid" w:color="FFFFFF" w:fill="auto"/>
          </w:tcPr>
          <w:p w14:paraId="14225BA8" w14:textId="315F5986"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052308E9" w14:textId="508FB826" w:rsidR="003C4165" w:rsidRDefault="00075563" w:rsidP="003C4165">
            <w:pPr>
              <w:pStyle w:val="TAL"/>
              <w:rPr>
                <w:rFonts w:cs="Arial"/>
                <w:sz w:val="16"/>
                <w:szCs w:val="16"/>
              </w:rPr>
            </w:pPr>
            <w:r w:rsidRPr="00075563">
              <w:rPr>
                <w:rFonts w:cs="Arial"/>
                <w:sz w:val="16"/>
                <w:szCs w:val="16"/>
              </w:rPr>
              <w:t>CR for 38.101-1: Update of missing fallback NR-DC combinations Rel-16</w:t>
            </w:r>
          </w:p>
        </w:tc>
        <w:tc>
          <w:tcPr>
            <w:tcW w:w="708" w:type="dxa"/>
            <w:shd w:val="solid" w:color="FFFFFF" w:fill="auto"/>
          </w:tcPr>
          <w:p w14:paraId="2C19940F" w14:textId="0F59BAFB" w:rsidR="003C4165" w:rsidRDefault="003C4165" w:rsidP="003C4165">
            <w:pPr>
              <w:pStyle w:val="TAL"/>
              <w:rPr>
                <w:sz w:val="16"/>
                <w:szCs w:val="16"/>
              </w:rPr>
            </w:pPr>
            <w:r w:rsidRPr="008333CC">
              <w:rPr>
                <w:sz w:val="16"/>
                <w:szCs w:val="16"/>
              </w:rPr>
              <w:t>16.7.0</w:t>
            </w:r>
          </w:p>
        </w:tc>
      </w:tr>
      <w:tr w:rsidR="003C4165" w:rsidRPr="00402599" w14:paraId="7BBE9F6B" w14:textId="77777777" w:rsidTr="00DC7196">
        <w:trPr>
          <w:jc w:val="center"/>
        </w:trPr>
        <w:tc>
          <w:tcPr>
            <w:tcW w:w="800" w:type="dxa"/>
            <w:shd w:val="solid" w:color="FFFFFF" w:fill="auto"/>
          </w:tcPr>
          <w:p w14:paraId="72B691AA" w14:textId="583D5C4B" w:rsidR="003C4165" w:rsidRDefault="003C4165" w:rsidP="003C4165">
            <w:pPr>
              <w:pStyle w:val="TAL"/>
              <w:rPr>
                <w:sz w:val="16"/>
                <w:szCs w:val="16"/>
              </w:rPr>
            </w:pPr>
            <w:r>
              <w:rPr>
                <w:sz w:val="16"/>
                <w:szCs w:val="16"/>
              </w:rPr>
              <w:t>2021-03</w:t>
            </w:r>
          </w:p>
        </w:tc>
        <w:tc>
          <w:tcPr>
            <w:tcW w:w="800" w:type="dxa"/>
            <w:shd w:val="solid" w:color="FFFFFF" w:fill="auto"/>
          </w:tcPr>
          <w:p w14:paraId="60FF0936" w14:textId="450A7B71" w:rsidR="003C4165" w:rsidRDefault="003C4165" w:rsidP="003C4165">
            <w:pPr>
              <w:pStyle w:val="TAL"/>
              <w:rPr>
                <w:sz w:val="16"/>
                <w:szCs w:val="16"/>
              </w:rPr>
            </w:pPr>
            <w:r>
              <w:rPr>
                <w:sz w:val="16"/>
                <w:szCs w:val="16"/>
              </w:rPr>
              <w:t>RAN#91</w:t>
            </w:r>
          </w:p>
        </w:tc>
        <w:tc>
          <w:tcPr>
            <w:tcW w:w="944" w:type="dxa"/>
            <w:shd w:val="solid" w:color="FFFFFF" w:fill="auto"/>
          </w:tcPr>
          <w:p w14:paraId="33115088" w14:textId="44CB3ADC" w:rsidR="003C4165" w:rsidRDefault="00075563" w:rsidP="003C4165">
            <w:pPr>
              <w:pStyle w:val="TAL"/>
              <w:rPr>
                <w:rFonts w:cs="Arial"/>
                <w:sz w:val="16"/>
                <w:szCs w:val="16"/>
              </w:rPr>
            </w:pPr>
            <w:r w:rsidRPr="00075563">
              <w:rPr>
                <w:rFonts w:cs="Arial"/>
                <w:sz w:val="16"/>
                <w:szCs w:val="16"/>
              </w:rPr>
              <w:t>RP-210117</w:t>
            </w:r>
          </w:p>
        </w:tc>
        <w:tc>
          <w:tcPr>
            <w:tcW w:w="575" w:type="dxa"/>
            <w:shd w:val="solid" w:color="FFFFFF" w:fill="auto"/>
          </w:tcPr>
          <w:p w14:paraId="3A4B4B2C" w14:textId="2D4DE4EE" w:rsidR="003C4165" w:rsidRDefault="003C4165" w:rsidP="003C4165">
            <w:pPr>
              <w:pStyle w:val="TAL"/>
              <w:rPr>
                <w:rFonts w:cs="Arial"/>
                <w:sz w:val="16"/>
                <w:szCs w:val="16"/>
              </w:rPr>
            </w:pPr>
            <w:r>
              <w:rPr>
                <w:rFonts w:cs="Arial"/>
                <w:sz w:val="16"/>
                <w:szCs w:val="16"/>
              </w:rPr>
              <w:t>0637</w:t>
            </w:r>
          </w:p>
        </w:tc>
        <w:tc>
          <w:tcPr>
            <w:tcW w:w="425" w:type="dxa"/>
            <w:shd w:val="solid" w:color="FFFFFF" w:fill="auto"/>
          </w:tcPr>
          <w:p w14:paraId="758FA1AF" w14:textId="2210952E" w:rsidR="003C4165" w:rsidRDefault="003C4165" w:rsidP="003C4165">
            <w:pPr>
              <w:pStyle w:val="TAC"/>
              <w:rPr>
                <w:rFonts w:cs="Arial"/>
                <w:sz w:val="16"/>
                <w:szCs w:val="16"/>
              </w:rPr>
            </w:pPr>
            <w:r>
              <w:rPr>
                <w:rFonts w:cs="Arial"/>
                <w:sz w:val="16"/>
                <w:szCs w:val="16"/>
              </w:rPr>
              <w:t>1</w:t>
            </w:r>
          </w:p>
        </w:tc>
        <w:tc>
          <w:tcPr>
            <w:tcW w:w="425" w:type="dxa"/>
            <w:shd w:val="solid" w:color="FFFFFF" w:fill="auto"/>
          </w:tcPr>
          <w:p w14:paraId="223ABA73" w14:textId="636CCAFF" w:rsidR="003C4165" w:rsidRDefault="00075563" w:rsidP="003C4165">
            <w:pPr>
              <w:pStyle w:val="TAC"/>
              <w:rPr>
                <w:rFonts w:cs="Arial"/>
                <w:sz w:val="16"/>
                <w:szCs w:val="16"/>
              </w:rPr>
            </w:pPr>
            <w:r>
              <w:rPr>
                <w:rFonts w:cs="Arial"/>
                <w:sz w:val="16"/>
                <w:szCs w:val="16"/>
              </w:rPr>
              <w:t>F</w:t>
            </w:r>
          </w:p>
        </w:tc>
        <w:tc>
          <w:tcPr>
            <w:tcW w:w="4962" w:type="dxa"/>
            <w:shd w:val="solid" w:color="FFFFFF" w:fill="auto"/>
          </w:tcPr>
          <w:p w14:paraId="420F9BA1" w14:textId="0FA5DACF" w:rsidR="003C4165" w:rsidRDefault="00075563" w:rsidP="003C4165">
            <w:pPr>
              <w:pStyle w:val="TAL"/>
              <w:rPr>
                <w:rFonts w:cs="Arial"/>
                <w:sz w:val="16"/>
                <w:szCs w:val="16"/>
              </w:rPr>
            </w:pPr>
            <w:r w:rsidRPr="00075563">
              <w:rPr>
                <w:rFonts w:cs="Arial"/>
                <w:sz w:val="16"/>
                <w:szCs w:val="16"/>
              </w:rPr>
              <w:t>CR for 38.101-1 Rel16 corrections on exception requirements on out-of-band blocking for inter-band CA</w:t>
            </w:r>
          </w:p>
        </w:tc>
        <w:tc>
          <w:tcPr>
            <w:tcW w:w="708" w:type="dxa"/>
            <w:shd w:val="solid" w:color="FFFFFF" w:fill="auto"/>
          </w:tcPr>
          <w:p w14:paraId="6BD23EC3" w14:textId="0066E80F" w:rsidR="003C4165" w:rsidRDefault="003C4165" w:rsidP="003C4165">
            <w:pPr>
              <w:pStyle w:val="TAL"/>
              <w:rPr>
                <w:sz w:val="16"/>
                <w:szCs w:val="16"/>
              </w:rPr>
            </w:pPr>
            <w:r w:rsidRPr="008333CC">
              <w:rPr>
                <w:sz w:val="16"/>
                <w:szCs w:val="16"/>
              </w:rPr>
              <w:t>16.7.0</w:t>
            </w:r>
          </w:p>
        </w:tc>
      </w:tr>
      <w:tr w:rsidR="003C4165" w:rsidRPr="00402599" w14:paraId="1382A726" w14:textId="77777777" w:rsidTr="00DC7196">
        <w:trPr>
          <w:jc w:val="center"/>
        </w:trPr>
        <w:tc>
          <w:tcPr>
            <w:tcW w:w="800" w:type="dxa"/>
            <w:shd w:val="solid" w:color="FFFFFF" w:fill="auto"/>
          </w:tcPr>
          <w:p w14:paraId="5AF6D151" w14:textId="3E2E81DB" w:rsidR="003C4165" w:rsidRDefault="003C4165" w:rsidP="003C4165">
            <w:pPr>
              <w:pStyle w:val="TAL"/>
              <w:rPr>
                <w:sz w:val="16"/>
                <w:szCs w:val="16"/>
              </w:rPr>
            </w:pPr>
            <w:r>
              <w:rPr>
                <w:sz w:val="16"/>
                <w:szCs w:val="16"/>
              </w:rPr>
              <w:t>2021-03</w:t>
            </w:r>
          </w:p>
        </w:tc>
        <w:tc>
          <w:tcPr>
            <w:tcW w:w="800" w:type="dxa"/>
            <w:shd w:val="solid" w:color="FFFFFF" w:fill="auto"/>
          </w:tcPr>
          <w:p w14:paraId="49C8FD99" w14:textId="1938864D" w:rsidR="003C4165" w:rsidRDefault="003C4165" w:rsidP="003C4165">
            <w:pPr>
              <w:pStyle w:val="TAL"/>
              <w:rPr>
                <w:sz w:val="16"/>
                <w:szCs w:val="16"/>
              </w:rPr>
            </w:pPr>
            <w:r>
              <w:rPr>
                <w:sz w:val="16"/>
                <w:szCs w:val="16"/>
              </w:rPr>
              <w:t>RAN#91</w:t>
            </w:r>
          </w:p>
        </w:tc>
        <w:tc>
          <w:tcPr>
            <w:tcW w:w="944" w:type="dxa"/>
            <w:shd w:val="solid" w:color="FFFFFF" w:fill="auto"/>
          </w:tcPr>
          <w:p w14:paraId="3EB5A302" w14:textId="3A39798E" w:rsidR="003C4165" w:rsidRDefault="00075563" w:rsidP="003C4165">
            <w:pPr>
              <w:pStyle w:val="TAL"/>
              <w:rPr>
                <w:rFonts w:cs="Arial"/>
                <w:sz w:val="16"/>
                <w:szCs w:val="16"/>
              </w:rPr>
            </w:pPr>
            <w:r w:rsidRPr="003C4165">
              <w:rPr>
                <w:rFonts w:cs="Arial"/>
                <w:sz w:val="16"/>
                <w:szCs w:val="16"/>
              </w:rPr>
              <w:t>RP-210091</w:t>
            </w:r>
          </w:p>
        </w:tc>
        <w:tc>
          <w:tcPr>
            <w:tcW w:w="575" w:type="dxa"/>
            <w:shd w:val="solid" w:color="FFFFFF" w:fill="auto"/>
          </w:tcPr>
          <w:p w14:paraId="593B680E" w14:textId="6A915F09" w:rsidR="003C4165" w:rsidRDefault="003C4165" w:rsidP="003C4165">
            <w:pPr>
              <w:pStyle w:val="TAL"/>
              <w:rPr>
                <w:rFonts w:cs="Arial"/>
                <w:sz w:val="16"/>
                <w:szCs w:val="16"/>
              </w:rPr>
            </w:pPr>
            <w:r>
              <w:rPr>
                <w:rFonts w:cs="Arial"/>
                <w:sz w:val="16"/>
                <w:szCs w:val="16"/>
              </w:rPr>
              <w:t>0641</w:t>
            </w:r>
          </w:p>
        </w:tc>
        <w:tc>
          <w:tcPr>
            <w:tcW w:w="425" w:type="dxa"/>
            <w:shd w:val="solid" w:color="FFFFFF" w:fill="auto"/>
          </w:tcPr>
          <w:p w14:paraId="5713C33E" w14:textId="3F184F2C" w:rsidR="003C4165" w:rsidRDefault="003C4165" w:rsidP="003C4165">
            <w:pPr>
              <w:pStyle w:val="TAC"/>
              <w:rPr>
                <w:rFonts w:cs="Arial"/>
                <w:sz w:val="16"/>
                <w:szCs w:val="16"/>
              </w:rPr>
            </w:pPr>
            <w:r>
              <w:rPr>
                <w:rFonts w:cs="Arial"/>
                <w:sz w:val="16"/>
                <w:szCs w:val="16"/>
              </w:rPr>
              <w:t>1</w:t>
            </w:r>
          </w:p>
        </w:tc>
        <w:tc>
          <w:tcPr>
            <w:tcW w:w="425" w:type="dxa"/>
            <w:shd w:val="solid" w:color="FFFFFF" w:fill="auto"/>
          </w:tcPr>
          <w:p w14:paraId="2C35F96A" w14:textId="66D397E1" w:rsidR="003C4165" w:rsidRDefault="00075563" w:rsidP="003C4165">
            <w:pPr>
              <w:pStyle w:val="TAC"/>
              <w:rPr>
                <w:rFonts w:cs="Arial"/>
                <w:sz w:val="16"/>
                <w:szCs w:val="16"/>
              </w:rPr>
            </w:pPr>
            <w:r>
              <w:rPr>
                <w:rFonts w:cs="Arial"/>
                <w:sz w:val="16"/>
                <w:szCs w:val="16"/>
              </w:rPr>
              <w:t>B</w:t>
            </w:r>
          </w:p>
        </w:tc>
        <w:tc>
          <w:tcPr>
            <w:tcW w:w="4962" w:type="dxa"/>
            <w:shd w:val="solid" w:color="FFFFFF" w:fill="auto"/>
          </w:tcPr>
          <w:p w14:paraId="2DAE33D2" w14:textId="117C5279" w:rsidR="003C4165" w:rsidRDefault="00075563" w:rsidP="003C4165">
            <w:pPr>
              <w:pStyle w:val="TAL"/>
              <w:rPr>
                <w:rFonts w:cs="Arial"/>
                <w:sz w:val="16"/>
                <w:szCs w:val="16"/>
              </w:rPr>
            </w:pPr>
            <w:r w:rsidRPr="00075563">
              <w:rPr>
                <w:rFonts w:cs="Arial"/>
                <w:sz w:val="16"/>
                <w:szCs w:val="16"/>
              </w:rPr>
              <w:t>CR on introduction of shorter Transient Period Capability</w:t>
            </w:r>
          </w:p>
        </w:tc>
        <w:tc>
          <w:tcPr>
            <w:tcW w:w="708" w:type="dxa"/>
            <w:shd w:val="solid" w:color="FFFFFF" w:fill="auto"/>
          </w:tcPr>
          <w:p w14:paraId="0F06D0BD" w14:textId="06E135C2" w:rsidR="003C4165" w:rsidRDefault="003C4165" w:rsidP="003C4165">
            <w:pPr>
              <w:pStyle w:val="TAL"/>
              <w:rPr>
                <w:sz w:val="16"/>
                <w:szCs w:val="16"/>
              </w:rPr>
            </w:pPr>
            <w:r w:rsidRPr="008333CC">
              <w:rPr>
                <w:sz w:val="16"/>
                <w:szCs w:val="16"/>
              </w:rPr>
              <w:t>16.7.0</w:t>
            </w:r>
          </w:p>
        </w:tc>
      </w:tr>
      <w:tr w:rsidR="003C4165" w:rsidRPr="00402599" w14:paraId="62ADBBD5" w14:textId="77777777" w:rsidTr="00DC7196">
        <w:trPr>
          <w:jc w:val="center"/>
        </w:trPr>
        <w:tc>
          <w:tcPr>
            <w:tcW w:w="800" w:type="dxa"/>
            <w:shd w:val="solid" w:color="FFFFFF" w:fill="auto"/>
          </w:tcPr>
          <w:p w14:paraId="16531108" w14:textId="28850659" w:rsidR="003C4165" w:rsidRDefault="003C4165" w:rsidP="003C4165">
            <w:pPr>
              <w:pStyle w:val="TAL"/>
              <w:rPr>
                <w:sz w:val="16"/>
                <w:szCs w:val="16"/>
              </w:rPr>
            </w:pPr>
            <w:r>
              <w:rPr>
                <w:sz w:val="16"/>
                <w:szCs w:val="16"/>
              </w:rPr>
              <w:t>2021-03</w:t>
            </w:r>
          </w:p>
        </w:tc>
        <w:tc>
          <w:tcPr>
            <w:tcW w:w="800" w:type="dxa"/>
            <w:shd w:val="solid" w:color="FFFFFF" w:fill="auto"/>
          </w:tcPr>
          <w:p w14:paraId="0BC12A8A" w14:textId="12515E06" w:rsidR="003C4165" w:rsidRDefault="003C4165" w:rsidP="003C4165">
            <w:pPr>
              <w:pStyle w:val="TAL"/>
              <w:rPr>
                <w:sz w:val="16"/>
                <w:szCs w:val="16"/>
              </w:rPr>
            </w:pPr>
            <w:r>
              <w:rPr>
                <w:sz w:val="16"/>
                <w:szCs w:val="16"/>
              </w:rPr>
              <w:t>RAN#91</w:t>
            </w:r>
          </w:p>
        </w:tc>
        <w:tc>
          <w:tcPr>
            <w:tcW w:w="944" w:type="dxa"/>
            <w:shd w:val="solid" w:color="FFFFFF" w:fill="auto"/>
          </w:tcPr>
          <w:p w14:paraId="0C89A051" w14:textId="2431F584" w:rsidR="003C4165" w:rsidRDefault="00B453AB" w:rsidP="003C4165">
            <w:pPr>
              <w:pStyle w:val="TAL"/>
              <w:rPr>
                <w:rFonts w:cs="Arial"/>
                <w:sz w:val="16"/>
                <w:szCs w:val="16"/>
              </w:rPr>
            </w:pPr>
            <w:r w:rsidRPr="003C4165">
              <w:rPr>
                <w:rFonts w:cs="Arial"/>
                <w:sz w:val="16"/>
                <w:szCs w:val="16"/>
              </w:rPr>
              <w:t>RP-210091</w:t>
            </w:r>
          </w:p>
        </w:tc>
        <w:tc>
          <w:tcPr>
            <w:tcW w:w="575" w:type="dxa"/>
            <w:shd w:val="solid" w:color="FFFFFF" w:fill="auto"/>
          </w:tcPr>
          <w:p w14:paraId="16D7EF09" w14:textId="5649F26B" w:rsidR="003C4165" w:rsidRDefault="003C4165" w:rsidP="003C4165">
            <w:pPr>
              <w:pStyle w:val="TAL"/>
              <w:rPr>
                <w:rFonts w:cs="Arial"/>
                <w:sz w:val="16"/>
                <w:szCs w:val="16"/>
              </w:rPr>
            </w:pPr>
            <w:r>
              <w:rPr>
                <w:rFonts w:cs="Arial"/>
                <w:sz w:val="16"/>
                <w:szCs w:val="16"/>
              </w:rPr>
              <w:t>0659</w:t>
            </w:r>
          </w:p>
        </w:tc>
        <w:tc>
          <w:tcPr>
            <w:tcW w:w="425" w:type="dxa"/>
            <w:shd w:val="solid" w:color="FFFFFF" w:fill="auto"/>
          </w:tcPr>
          <w:p w14:paraId="74F9FB2B" w14:textId="77777777" w:rsidR="003C4165" w:rsidRDefault="003C4165" w:rsidP="003C4165">
            <w:pPr>
              <w:pStyle w:val="TAC"/>
              <w:rPr>
                <w:rFonts w:cs="Arial"/>
                <w:sz w:val="16"/>
                <w:szCs w:val="16"/>
              </w:rPr>
            </w:pPr>
          </w:p>
        </w:tc>
        <w:tc>
          <w:tcPr>
            <w:tcW w:w="425" w:type="dxa"/>
            <w:shd w:val="solid" w:color="FFFFFF" w:fill="auto"/>
          </w:tcPr>
          <w:p w14:paraId="352584BA" w14:textId="2447ABDF" w:rsidR="003C4165" w:rsidRDefault="00B453AB" w:rsidP="003C4165">
            <w:pPr>
              <w:pStyle w:val="TAC"/>
              <w:rPr>
                <w:rFonts w:cs="Arial"/>
                <w:sz w:val="16"/>
                <w:szCs w:val="16"/>
              </w:rPr>
            </w:pPr>
            <w:r>
              <w:rPr>
                <w:rFonts w:cs="Arial"/>
                <w:sz w:val="16"/>
                <w:szCs w:val="16"/>
              </w:rPr>
              <w:t>F</w:t>
            </w:r>
          </w:p>
        </w:tc>
        <w:tc>
          <w:tcPr>
            <w:tcW w:w="4962" w:type="dxa"/>
            <w:shd w:val="solid" w:color="FFFFFF" w:fill="auto"/>
          </w:tcPr>
          <w:p w14:paraId="7B61A0D1" w14:textId="39EF3C43" w:rsidR="003C4165" w:rsidRDefault="00B453AB" w:rsidP="003C4165">
            <w:pPr>
              <w:pStyle w:val="TAL"/>
              <w:rPr>
                <w:rFonts w:cs="Arial"/>
                <w:sz w:val="16"/>
                <w:szCs w:val="16"/>
              </w:rPr>
            </w:pPr>
            <w:r w:rsidRPr="00B453AB">
              <w:rPr>
                <w:rFonts w:cs="Arial"/>
                <w:sz w:val="16"/>
                <w:szCs w:val="16"/>
              </w:rPr>
              <w:t>CR for 38.101-1 to add missing spurious emissions for band n38 UE co-existence (Rel-16)</w:t>
            </w:r>
          </w:p>
        </w:tc>
        <w:tc>
          <w:tcPr>
            <w:tcW w:w="708" w:type="dxa"/>
            <w:shd w:val="solid" w:color="FFFFFF" w:fill="auto"/>
          </w:tcPr>
          <w:p w14:paraId="6B637C8A" w14:textId="08D810B3" w:rsidR="003C4165" w:rsidRDefault="003C4165" w:rsidP="003C4165">
            <w:pPr>
              <w:pStyle w:val="TAL"/>
              <w:rPr>
                <w:sz w:val="16"/>
                <w:szCs w:val="16"/>
              </w:rPr>
            </w:pPr>
            <w:r w:rsidRPr="008333CC">
              <w:rPr>
                <w:sz w:val="16"/>
                <w:szCs w:val="16"/>
              </w:rPr>
              <w:t>16.7.0</w:t>
            </w:r>
          </w:p>
        </w:tc>
      </w:tr>
      <w:tr w:rsidR="00B453AB" w:rsidRPr="00402599" w14:paraId="2DDD13C2" w14:textId="77777777" w:rsidTr="00DC7196">
        <w:trPr>
          <w:jc w:val="center"/>
        </w:trPr>
        <w:tc>
          <w:tcPr>
            <w:tcW w:w="800" w:type="dxa"/>
            <w:shd w:val="solid" w:color="FFFFFF" w:fill="auto"/>
          </w:tcPr>
          <w:p w14:paraId="3E0BC467" w14:textId="5690CFEA" w:rsidR="00B453AB" w:rsidRDefault="00B453AB" w:rsidP="00B453AB">
            <w:pPr>
              <w:pStyle w:val="TAL"/>
              <w:rPr>
                <w:sz w:val="16"/>
                <w:szCs w:val="16"/>
              </w:rPr>
            </w:pPr>
            <w:r>
              <w:rPr>
                <w:sz w:val="16"/>
                <w:szCs w:val="16"/>
              </w:rPr>
              <w:t>2021-03</w:t>
            </w:r>
          </w:p>
        </w:tc>
        <w:tc>
          <w:tcPr>
            <w:tcW w:w="800" w:type="dxa"/>
            <w:shd w:val="solid" w:color="FFFFFF" w:fill="auto"/>
          </w:tcPr>
          <w:p w14:paraId="647A7E14" w14:textId="0C8525A5" w:rsidR="00B453AB" w:rsidRDefault="00B453AB" w:rsidP="00B453AB">
            <w:pPr>
              <w:pStyle w:val="TAL"/>
              <w:rPr>
                <w:sz w:val="16"/>
                <w:szCs w:val="16"/>
              </w:rPr>
            </w:pPr>
            <w:r>
              <w:rPr>
                <w:sz w:val="16"/>
                <w:szCs w:val="16"/>
              </w:rPr>
              <w:t>RAN#91</w:t>
            </w:r>
          </w:p>
        </w:tc>
        <w:tc>
          <w:tcPr>
            <w:tcW w:w="944" w:type="dxa"/>
            <w:shd w:val="solid" w:color="FFFFFF" w:fill="auto"/>
          </w:tcPr>
          <w:p w14:paraId="4A43BD3A" w14:textId="11691A85" w:rsidR="00B453AB" w:rsidRDefault="00B453AB" w:rsidP="00B453AB">
            <w:pPr>
              <w:pStyle w:val="TAL"/>
              <w:rPr>
                <w:rFonts w:cs="Arial"/>
                <w:sz w:val="16"/>
                <w:szCs w:val="16"/>
              </w:rPr>
            </w:pPr>
            <w:r w:rsidRPr="00075563">
              <w:rPr>
                <w:rFonts w:cs="Arial"/>
                <w:sz w:val="16"/>
                <w:szCs w:val="16"/>
              </w:rPr>
              <w:t>RP-21008</w:t>
            </w:r>
            <w:r>
              <w:rPr>
                <w:rFonts w:cs="Arial"/>
                <w:sz w:val="16"/>
                <w:szCs w:val="16"/>
              </w:rPr>
              <w:t>4</w:t>
            </w:r>
          </w:p>
        </w:tc>
        <w:tc>
          <w:tcPr>
            <w:tcW w:w="575" w:type="dxa"/>
            <w:shd w:val="solid" w:color="FFFFFF" w:fill="auto"/>
          </w:tcPr>
          <w:p w14:paraId="23BF2C7E" w14:textId="3F5CEF52" w:rsidR="00B453AB" w:rsidRDefault="00B453AB" w:rsidP="00B453AB">
            <w:pPr>
              <w:pStyle w:val="TAL"/>
              <w:rPr>
                <w:rFonts w:cs="Arial"/>
                <w:sz w:val="16"/>
                <w:szCs w:val="16"/>
              </w:rPr>
            </w:pPr>
            <w:r>
              <w:rPr>
                <w:rFonts w:cs="Arial"/>
                <w:sz w:val="16"/>
                <w:szCs w:val="16"/>
              </w:rPr>
              <w:t>0662</w:t>
            </w:r>
          </w:p>
        </w:tc>
        <w:tc>
          <w:tcPr>
            <w:tcW w:w="425" w:type="dxa"/>
            <w:shd w:val="solid" w:color="FFFFFF" w:fill="auto"/>
          </w:tcPr>
          <w:p w14:paraId="781AB01E" w14:textId="4095F767" w:rsidR="00B453AB" w:rsidRDefault="00B453AB" w:rsidP="00B453AB">
            <w:pPr>
              <w:pStyle w:val="TAC"/>
              <w:rPr>
                <w:rFonts w:cs="Arial"/>
                <w:sz w:val="16"/>
                <w:szCs w:val="16"/>
              </w:rPr>
            </w:pPr>
            <w:r>
              <w:rPr>
                <w:rFonts w:cs="Arial"/>
                <w:sz w:val="16"/>
                <w:szCs w:val="16"/>
              </w:rPr>
              <w:t>1</w:t>
            </w:r>
          </w:p>
        </w:tc>
        <w:tc>
          <w:tcPr>
            <w:tcW w:w="425" w:type="dxa"/>
            <w:shd w:val="solid" w:color="FFFFFF" w:fill="auto"/>
          </w:tcPr>
          <w:p w14:paraId="32E360A4" w14:textId="3E112018"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57FF433A" w14:textId="44BFDF5B" w:rsidR="00B453AB" w:rsidRDefault="00B453AB" w:rsidP="00B453AB">
            <w:pPr>
              <w:pStyle w:val="TAL"/>
              <w:rPr>
                <w:rFonts w:cs="Arial"/>
                <w:sz w:val="16"/>
                <w:szCs w:val="16"/>
              </w:rPr>
            </w:pPr>
            <w:r w:rsidRPr="00B453AB">
              <w:rPr>
                <w:rFonts w:cs="Arial"/>
                <w:sz w:val="16"/>
                <w:szCs w:val="16"/>
              </w:rPr>
              <w:t>CR to TS 38.101-1: system parameters maintenance for NR-U</w:t>
            </w:r>
          </w:p>
        </w:tc>
        <w:tc>
          <w:tcPr>
            <w:tcW w:w="708" w:type="dxa"/>
            <w:shd w:val="solid" w:color="FFFFFF" w:fill="auto"/>
          </w:tcPr>
          <w:p w14:paraId="76C2E521" w14:textId="64054DE0" w:rsidR="00B453AB" w:rsidRDefault="00B453AB" w:rsidP="00B453AB">
            <w:pPr>
              <w:pStyle w:val="TAL"/>
              <w:rPr>
                <w:sz w:val="16"/>
                <w:szCs w:val="16"/>
              </w:rPr>
            </w:pPr>
            <w:r w:rsidRPr="008333CC">
              <w:rPr>
                <w:sz w:val="16"/>
                <w:szCs w:val="16"/>
              </w:rPr>
              <w:t>16.7.0</w:t>
            </w:r>
          </w:p>
        </w:tc>
      </w:tr>
      <w:tr w:rsidR="00B453AB" w:rsidRPr="00402599" w14:paraId="6E56F776" w14:textId="77777777" w:rsidTr="00DC7196">
        <w:trPr>
          <w:jc w:val="center"/>
        </w:trPr>
        <w:tc>
          <w:tcPr>
            <w:tcW w:w="800" w:type="dxa"/>
            <w:shd w:val="solid" w:color="FFFFFF" w:fill="auto"/>
          </w:tcPr>
          <w:p w14:paraId="154BBB31" w14:textId="6B01D20D" w:rsidR="00B453AB" w:rsidRDefault="00B453AB" w:rsidP="00B453AB">
            <w:pPr>
              <w:pStyle w:val="TAL"/>
              <w:rPr>
                <w:sz w:val="16"/>
                <w:szCs w:val="16"/>
              </w:rPr>
            </w:pPr>
            <w:r>
              <w:rPr>
                <w:sz w:val="16"/>
                <w:szCs w:val="16"/>
              </w:rPr>
              <w:t>2021-03</w:t>
            </w:r>
          </w:p>
        </w:tc>
        <w:tc>
          <w:tcPr>
            <w:tcW w:w="800" w:type="dxa"/>
            <w:shd w:val="solid" w:color="FFFFFF" w:fill="auto"/>
          </w:tcPr>
          <w:p w14:paraId="155905BE" w14:textId="3FE435E2" w:rsidR="00B453AB" w:rsidRDefault="00B453AB" w:rsidP="00B453AB">
            <w:pPr>
              <w:pStyle w:val="TAL"/>
              <w:rPr>
                <w:sz w:val="16"/>
                <w:szCs w:val="16"/>
              </w:rPr>
            </w:pPr>
            <w:r>
              <w:rPr>
                <w:sz w:val="16"/>
                <w:szCs w:val="16"/>
              </w:rPr>
              <w:t>RAN#91</w:t>
            </w:r>
          </w:p>
        </w:tc>
        <w:tc>
          <w:tcPr>
            <w:tcW w:w="944" w:type="dxa"/>
            <w:shd w:val="solid" w:color="FFFFFF" w:fill="auto"/>
          </w:tcPr>
          <w:p w14:paraId="133E13AE" w14:textId="1A62F0BB"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4F85C2E4" w14:textId="4FE6CD39" w:rsidR="00B453AB" w:rsidRDefault="00B453AB" w:rsidP="00B453AB">
            <w:pPr>
              <w:pStyle w:val="TAL"/>
              <w:rPr>
                <w:rFonts w:cs="Arial"/>
                <w:sz w:val="16"/>
                <w:szCs w:val="16"/>
              </w:rPr>
            </w:pPr>
            <w:r>
              <w:rPr>
                <w:rFonts w:cs="Arial"/>
                <w:sz w:val="16"/>
                <w:szCs w:val="16"/>
              </w:rPr>
              <w:t>0664</w:t>
            </w:r>
          </w:p>
        </w:tc>
        <w:tc>
          <w:tcPr>
            <w:tcW w:w="425" w:type="dxa"/>
            <w:shd w:val="solid" w:color="FFFFFF" w:fill="auto"/>
          </w:tcPr>
          <w:p w14:paraId="59928602" w14:textId="77777777" w:rsidR="00B453AB" w:rsidRDefault="00B453AB" w:rsidP="00B453AB">
            <w:pPr>
              <w:pStyle w:val="TAC"/>
              <w:rPr>
                <w:rFonts w:cs="Arial"/>
                <w:sz w:val="16"/>
                <w:szCs w:val="16"/>
              </w:rPr>
            </w:pPr>
          </w:p>
        </w:tc>
        <w:tc>
          <w:tcPr>
            <w:tcW w:w="425" w:type="dxa"/>
            <w:shd w:val="solid" w:color="FFFFFF" w:fill="auto"/>
          </w:tcPr>
          <w:p w14:paraId="652BEB1E" w14:textId="2B676F95" w:rsidR="00B453AB" w:rsidRDefault="00B453AB" w:rsidP="00B453AB">
            <w:pPr>
              <w:pStyle w:val="TAC"/>
              <w:rPr>
                <w:rFonts w:cs="Arial"/>
                <w:sz w:val="16"/>
                <w:szCs w:val="16"/>
              </w:rPr>
            </w:pPr>
            <w:r>
              <w:rPr>
                <w:rFonts w:cs="Arial"/>
                <w:sz w:val="16"/>
                <w:szCs w:val="16"/>
              </w:rPr>
              <w:t>A</w:t>
            </w:r>
          </w:p>
        </w:tc>
        <w:tc>
          <w:tcPr>
            <w:tcW w:w="4962" w:type="dxa"/>
            <w:shd w:val="solid" w:color="FFFFFF" w:fill="auto"/>
          </w:tcPr>
          <w:p w14:paraId="60E7C96B" w14:textId="59334DF2" w:rsidR="00B453AB" w:rsidRDefault="00B453AB" w:rsidP="00B453AB">
            <w:pPr>
              <w:pStyle w:val="TAL"/>
              <w:rPr>
                <w:rFonts w:cs="Arial"/>
                <w:sz w:val="16"/>
                <w:szCs w:val="16"/>
              </w:rPr>
            </w:pPr>
            <w:r w:rsidRPr="00B453AB">
              <w:rPr>
                <w:rFonts w:cs="Arial"/>
                <w:sz w:val="16"/>
                <w:szCs w:val="16"/>
              </w:rPr>
              <w:t>Simplification of n70</w:t>
            </w:r>
          </w:p>
        </w:tc>
        <w:tc>
          <w:tcPr>
            <w:tcW w:w="708" w:type="dxa"/>
            <w:shd w:val="solid" w:color="FFFFFF" w:fill="auto"/>
          </w:tcPr>
          <w:p w14:paraId="372700D0" w14:textId="3A89776D" w:rsidR="00B453AB" w:rsidRDefault="00B453AB" w:rsidP="00B453AB">
            <w:pPr>
              <w:pStyle w:val="TAL"/>
              <w:rPr>
                <w:sz w:val="16"/>
                <w:szCs w:val="16"/>
              </w:rPr>
            </w:pPr>
            <w:r w:rsidRPr="008333CC">
              <w:rPr>
                <w:sz w:val="16"/>
                <w:szCs w:val="16"/>
              </w:rPr>
              <w:t>16.7.0</w:t>
            </w:r>
          </w:p>
        </w:tc>
      </w:tr>
      <w:tr w:rsidR="00B453AB" w:rsidRPr="00402599" w14:paraId="63CB8F9E" w14:textId="77777777" w:rsidTr="00DC7196">
        <w:trPr>
          <w:jc w:val="center"/>
        </w:trPr>
        <w:tc>
          <w:tcPr>
            <w:tcW w:w="800" w:type="dxa"/>
            <w:shd w:val="solid" w:color="FFFFFF" w:fill="auto"/>
          </w:tcPr>
          <w:p w14:paraId="19606A26" w14:textId="30F3EE01" w:rsidR="00B453AB" w:rsidRDefault="00B453AB" w:rsidP="00B453AB">
            <w:pPr>
              <w:pStyle w:val="TAL"/>
              <w:rPr>
                <w:sz w:val="16"/>
                <w:szCs w:val="16"/>
              </w:rPr>
            </w:pPr>
            <w:r>
              <w:rPr>
                <w:sz w:val="16"/>
                <w:szCs w:val="16"/>
              </w:rPr>
              <w:t>2021-03</w:t>
            </w:r>
          </w:p>
        </w:tc>
        <w:tc>
          <w:tcPr>
            <w:tcW w:w="800" w:type="dxa"/>
            <w:shd w:val="solid" w:color="FFFFFF" w:fill="auto"/>
          </w:tcPr>
          <w:p w14:paraId="22D4E615" w14:textId="18FE5A1B" w:rsidR="00B453AB" w:rsidRDefault="00B453AB" w:rsidP="00B453AB">
            <w:pPr>
              <w:pStyle w:val="TAL"/>
              <w:rPr>
                <w:sz w:val="16"/>
                <w:szCs w:val="16"/>
              </w:rPr>
            </w:pPr>
            <w:r>
              <w:rPr>
                <w:sz w:val="16"/>
                <w:szCs w:val="16"/>
              </w:rPr>
              <w:t>RAN#91</w:t>
            </w:r>
          </w:p>
        </w:tc>
        <w:tc>
          <w:tcPr>
            <w:tcW w:w="944" w:type="dxa"/>
            <w:shd w:val="solid" w:color="FFFFFF" w:fill="auto"/>
          </w:tcPr>
          <w:p w14:paraId="5C8B88E5" w14:textId="7711326D" w:rsidR="00B453AB" w:rsidRDefault="00B453AB" w:rsidP="00B453AB">
            <w:pPr>
              <w:pStyle w:val="TAL"/>
              <w:rPr>
                <w:rFonts w:cs="Arial"/>
                <w:sz w:val="16"/>
                <w:szCs w:val="16"/>
              </w:rPr>
            </w:pPr>
            <w:r w:rsidRPr="00075563">
              <w:rPr>
                <w:rFonts w:cs="Arial"/>
                <w:sz w:val="16"/>
                <w:szCs w:val="16"/>
              </w:rPr>
              <w:t>RP-2100</w:t>
            </w:r>
            <w:r>
              <w:rPr>
                <w:rFonts w:cs="Arial"/>
                <w:sz w:val="16"/>
                <w:szCs w:val="16"/>
              </w:rPr>
              <w:t>74</w:t>
            </w:r>
          </w:p>
        </w:tc>
        <w:tc>
          <w:tcPr>
            <w:tcW w:w="575" w:type="dxa"/>
            <w:shd w:val="solid" w:color="FFFFFF" w:fill="auto"/>
          </w:tcPr>
          <w:p w14:paraId="700FAE27" w14:textId="79696298" w:rsidR="00B453AB" w:rsidRDefault="00B453AB" w:rsidP="00B453AB">
            <w:pPr>
              <w:pStyle w:val="TAL"/>
              <w:rPr>
                <w:rFonts w:cs="Arial"/>
                <w:sz w:val="16"/>
                <w:szCs w:val="16"/>
              </w:rPr>
            </w:pPr>
            <w:r>
              <w:rPr>
                <w:rFonts w:cs="Arial"/>
                <w:sz w:val="16"/>
                <w:szCs w:val="16"/>
              </w:rPr>
              <w:t>0668</w:t>
            </w:r>
          </w:p>
        </w:tc>
        <w:tc>
          <w:tcPr>
            <w:tcW w:w="425" w:type="dxa"/>
            <w:shd w:val="solid" w:color="FFFFFF" w:fill="auto"/>
          </w:tcPr>
          <w:p w14:paraId="2498FCC4" w14:textId="77777777" w:rsidR="00B453AB" w:rsidRDefault="00B453AB" w:rsidP="00B453AB">
            <w:pPr>
              <w:pStyle w:val="TAC"/>
              <w:rPr>
                <w:rFonts w:cs="Arial"/>
                <w:sz w:val="16"/>
                <w:szCs w:val="16"/>
              </w:rPr>
            </w:pPr>
          </w:p>
        </w:tc>
        <w:tc>
          <w:tcPr>
            <w:tcW w:w="425" w:type="dxa"/>
            <w:shd w:val="solid" w:color="FFFFFF" w:fill="auto"/>
          </w:tcPr>
          <w:p w14:paraId="1C25A294" w14:textId="453E02D3"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6ADAC428" w14:textId="6B75DFA0" w:rsidR="00B453AB" w:rsidRDefault="00B453AB" w:rsidP="00B453AB">
            <w:pPr>
              <w:pStyle w:val="TAL"/>
              <w:rPr>
                <w:rFonts w:cs="Arial"/>
                <w:sz w:val="16"/>
                <w:szCs w:val="16"/>
              </w:rPr>
            </w:pPr>
            <w:r w:rsidRPr="00B453AB">
              <w:rPr>
                <w:rFonts w:cs="Arial"/>
                <w:sz w:val="16"/>
                <w:szCs w:val="16"/>
              </w:rPr>
              <w:t>CR for 38.101-1: Add CA_n25A-n41(2A)-n71A which was missing in the CR implementation</w:t>
            </w:r>
          </w:p>
        </w:tc>
        <w:tc>
          <w:tcPr>
            <w:tcW w:w="708" w:type="dxa"/>
            <w:shd w:val="solid" w:color="FFFFFF" w:fill="auto"/>
          </w:tcPr>
          <w:p w14:paraId="65A41BCE" w14:textId="46B75681" w:rsidR="00B453AB" w:rsidRDefault="00B453AB" w:rsidP="00B453AB">
            <w:pPr>
              <w:pStyle w:val="TAL"/>
              <w:rPr>
                <w:sz w:val="16"/>
                <w:szCs w:val="16"/>
              </w:rPr>
            </w:pPr>
            <w:r w:rsidRPr="008333CC">
              <w:rPr>
                <w:sz w:val="16"/>
                <w:szCs w:val="16"/>
              </w:rPr>
              <w:t>16.7.0</w:t>
            </w:r>
          </w:p>
        </w:tc>
      </w:tr>
      <w:tr w:rsidR="00B453AB" w:rsidRPr="00402599" w14:paraId="353FF69E" w14:textId="77777777" w:rsidTr="00DC7196">
        <w:trPr>
          <w:jc w:val="center"/>
        </w:trPr>
        <w:tc>
          <w:tcPr>
            <w:tcW w:w="800" w:type="dxa"/>
            <w:shd w:val="solid" w:color="FFFFFF" w:fill="auto"/>
          </w:tcPr>
          <w:p w14:paraId="13517BD0" w14:textId="70D38B0F" w:rsidR="00B453AB" w:rsidRDefault="00B453AB" w:rsidP="00B453AB">
            <w:pPr>
              <w:pStyle w:val="TAL"/>
              <w:rPr>
                <w:sz w:val="16"/>
                <w:szCs w:val="16"/>
              </w:rPr>
            </w:pPr>
            <w:r>
              <w:rPr>
                <w:sz w:val="16"/>
                <w:szCs w:val="16"/>
              </w:rPr>
              <w:t>2021-03</w:t>
            </w:r>
          </w:p>
        </w:tc>
        <w:tc>
          <w:tcPr>
            <w:tcW w:w="800" w:type="dxa"/>
            <w:shd w:val="solid" w:color="FFFFFF" w:fill="auto"/>
          </w:tcPr>
          <w:p w14:paraId="3807A51E" w14:textId="7E8AA2B3" w:rsidR="00B453AB" w:rsidRDefault="00B453AB" w:rsidP="00B453AB">
            <w:pPr>
              <w:pStyle w:val="TAL"/>
              <w:rPr>
                <w:sz w:val="16"/>
                <w:szCs w:val="16"/>
              </w:rPr>
            </w:pPr>
            <w:r>
              <w:rPr>
                <w:sz w:val="16"/>
                <w:szCs w:val="16"/>
              </w:rPr>
              <w:t>RAN#91</w:t>
            </w:r>
          </w:p>
        </w:tc>
        <w:tc>
          <w:tcPr>
            <w:tcW w:w="944" w:type="dxa"/>
            <w:shd w:val="solid" w:color="FFFFFF" w:fill="auto"/>
          </w:tcPr>
          <w:p w14:paraId="18563F7A" w14:textId="64CCAF1E"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3FCDDB0D" w14:textId="21C8642F" w:rsidR="00B453AB" w:rsidRDefault="00B453AB" w:rsidP="00B453AB">
            <w:pPr>
              <w:pStyle w:val="TAL"/>
              <w:rPr>
                <w:rFonts w:cs="Arial"/>
                <w:sz w:val="16"/>
                <w:szCs w:val="16"/>
              </w:rPr>
            </w:pPr>
            <w:r>
              <w:rPr>
                <w:rFonts w:cs="Arial"/>
                <w:sz w:val="16"/>
                <w:szCs w:val="16"/>
              </w:rPr>
              <w:t>0673</w:t>
            </w:r>
          </w:p>
        </w:tc>
        <w:tc>
          <w:tcPr>
            <w:tcW w:w="425" w:type="dxa"/>
            <w:shd w:val="solid" w:color="FFFFFF" w:fill="auto"/>
          </w:tcPr>
          <w:p w14:paraId="5759503F" w14:textId="77777777" w:rsidR="00B453AB" w:rsidRDefault="00B453AB" w:rsidP="00B453AB">
            <w:pPr>
              <w:pStyle w:val="TAC"/>
              <w:rPr>
                <w:rFonts w:cs="Arial"/>
                <w:sz w:val="16"/>
                <w:szCs w:val="16"/>
              </w:rPr>
            </w:pPr>
          </w:p>
        </w:tc>
        <w:tc>
          <w:tcPr>
            <w:tcW w:w="425" w:type="dxa"/>
            <w:shd w:val="solid" w:color="FFFFFF" w:fill="auto"/>
          </w:tcPr>
          <w:p w14:paraId="18686884" w14:textId="43E5F4AB" w:rsidR="00B453AB" w:rsidRDefault="00B453AB" w:rsidP="00B453AB">
            <w:pPr>
              <w:pStyle w:val="TAC"/>
              <w:rPr>
                <w:rFonts w:cs="Arial"/>
                <w:sz w:val="16"/>
                <w:szCs w:val="16"/>
              </w:rPr>
            </w:pPr>
            <w:r>
              <w:rPr>
                <w:rFonts w:cs="Arial"/>
                <w:sz w:val="16"/>
                <w:szCs w:val="16"/>
              </w:rPr>
              <w:t>A</w:t>
            </w:r>
          </w:p>
        </w:tc>
        <w:tc>
          <w:tcPr>
            <w:tcW w:w="4962" w:type="dxa"/>
            <w:shd w:val="solid" w:color="FFFFFF" w:fill="auto"/>
          </w:tcPr>
          <w:p w14:paraId="787E4B71" w14:textId="242E6AC1" w:rsidR="00B453AB" w:rsidRDefault="00B453AB" w:rsidP="00B453AB">
            <w:pPr>
              <w:pStyle w:val="TAL"/>
              <w:rPr>
                <w:rFonts w:cs="Arial"/>
                <w:sz w:val="16"/>
                <w:szCs w:val="16"/>
              </w:rPr>
            </w:pPr>
            <w:r w:rsidRPr="00B453AB">
              <w:rPr>
                <w:rFonts w:cs="Arial"/>
                <w:sz w:val="16"/>
                <w:szCs w:val="16"/>
              </w:rPr>
              <w:t>CR to TS38.101-1: Correction on applicability of minimum requirements</w:t>
            </w:r>
          </w:p>
        </w:tc>
        <w:tc>
          <w:tcPr>
            <w:tcW w:w="708" w:type="dxa"/>
            <w:shd w:val="solid" w:color="FFFFFF" w:fill="auto"/>
          </w:tcPr>
          <w:p w14:paraId="202136CC" w14:textId="027E7EC4" w:rsidR="00B453AB" w:rsidRDefault="00B453AB" w:rsidP="00B453AB">
            <w:pPr>
              <w:pStyle w:val="TAL"/>
              <w:rPr>
                <w:sz w:val="16"/>
                <w:szCs w:val="16"/>
              </w:rPr>
            </w:pPr>
            <w:r w:rsidRPr="008333CC">
              <w:rPr>
                <w:sz w:val="16"/>
                <w:szCs w:val="16"/>
              </w:rPr>
              <w:t>16.7.0</w:t>
            </w:r>
          </w:p>
        </w:tc>
      </w:tr>
      <w:tr w:rsidR="00B453AB" w:rsidRPr="00402599" w14:paraId="52F368BB" w14:textId="77777777" w:rsidTr="00DC7196">
        <w:trPr>
          <w:jc w:val="center"/>
        </w:trPr>
        <w:tc>
          <w:tcPr>
            <w:tcW w:w="800" w:type="dxa"/>
            <w:shd w:val="solid" w:color="FFFFFF" w:fill="auto"/>
          </w:tcPr>
          <w:p w14:paraId="71E4E250" w14:textId="2790AEBB" w:rsidR="00B453AB" w:rsidRDefault="00B453AB" w:rsidP="00B453AB">
            <w:pPr>
              <w:pStyle w:val="TAL"/>
              <w:rPr>
                <w:sz w:val="16"/>
                <w:szCs w:val="16"/>
              </w:rPr>
            </w:pPr>
            <w:r>
              <w:rPr>
                <w:sz w:val="16"/>
                <w:szCs w:val="16"/>
              </w:rPr>
              <w:t>2021-03</w:t>
            </w:r>
          </w:p>
        </w:tc>
        <w:tc>
          <w:tcPr>
            <w:tcW w:w="800" w:type="dxa"/>
            <w:shd w:val="solid" w:color="FFFFFF" w:fill="auto"/>
          </w:tcPr>
          <w:p w14:paraId="74CB0BDF" w14:textId="748BFF97" w:rsidR="00B453AB" w:rsidRDefault="00B453AB" w:rsidP="00B453AB">
            <w:pPr>
              <w:pStyle w:val="TAL"/>
              <w:rPr>
                <w:sz w:val="16"/>
                <w:szCs w:val="16"/>
              </w:rPr>
            </w:pPr>
            <w:r>
              <w:rPr>
                <w:sz w:val="16"/>
                <w:szCs w:val="16"/>
              </w:rPr>
              <w:t>RAN#91</w:t>
            </w:r>
          </w:p>
        </w:tc>
        <w:tc>
          <w:tcPr>
            <w:tcW w:w="944" w:type="dxa"/>
            <w:shd w:val="solid" w:color="FFFFFF" w:fill="auto"/>
          </w:tcPr>
          <w:p w14:paraId="2C93711C" w14:textId="24E32754"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2F6705D5" w14:textId="390025F3" w:rsidR="00B453AB" w:rsidRDefault="00B453AB" w:rsidP="00B453AB">
            <w:pPr>
              <w:pStyle w:val="TAL"/>
              <w:rPr>
                <w:rFonts w:cs="Arial"/>
                <w:sz w:val="16"/>
                <w:szCs w:val="16"/>
              </w:rPr>
            </w:pPr>
            <w:r>
              <w:rPr>
                <w:rFonts w:cs="Arial"/>
                <w:sz w:val="16"/>
                <w:szCs w:val="16"/>
              </w:rPr>
              <w:t>0676</w:t>
            </w:r>
          </w:p>
        </w:tc>
        <w:tc>
          <w:tcPr>
            <w:tcW w:w="425" w:type="dxa"/>
            <w:shd w:val="solid" w:color="FFFFFF" w:fill="auto"/>
          </w:tcPr>
          <w:p w14:paraId="1E577ADF" w14:textId="77777777" w:rsidR="00B453AB" w:rsidRDefault="00B453AB" w:rsidP="00B453AB">
            <w:pPr>
              <w:pStyle w:val="TAC"/>
              <w:rPr>
                <w:rFonts w:cs="Arial"/>
                <w:sz w:val="16"/>
                <w:szCs w:val="16"/>
              </w:rPr>
            </w:pPr>
          </w:p>
        </w:tc>
        <w:tc>
          <w:tcPr>
            <w:tcW w:w="425" w:type="dxa"/>
            <w:shd w:val="solid" w:color="FFFFFF" w:fill="auto"/>
          </w:tcPr>
          <w:p w14:paraId="1D118339" w14:textId="2FA1F96A" w:rsidR="00B453AB" w:rsidRDefault="00B453AB" w:rsidP="00B453AB">
            <w:pPr>
              <w:pStyle w:val="TAC"/>
              <w:rPr>
                <w:rFonts w:cs="Arial"/>
                <w:sz w:val="16"/>
                <w:szCs w:val="16"/>
              </w:rPr>
            </w:pPr>
            <w:r>
              <w:rPr>
                <w:rFonts w:cs="Arial"/>
                <w:sz w:val="16"/>
                <w:szCs w:val="16"/>
              </w:rPr>
              <w:t>A</w:t>
            </w:r>
          </w:p>
        </w:tc>
        <w:tc>
          <w:tcPr>
            <w:tcW w:w="4962" w:type="dxa"/>
            <w:shd w:val="solid" w:color="FFFFFF" w:fill="auto"/>
          </w:tcPr>
          <w:p w14:paraId="43E3DCC0" w14:textId="5E0D6C9E" w:rsidR="00B453AB" w:rsidRDefault="00B453AB" w:rsidP="00B453AB">
            <w:pPr>
              <w:pStyle w:val="TAL"/>
              <w:rPr>
                <w:rFonts w:cs="Arial"/>
                <w:sz w:val="16"/>
                <w:szCs w:val="16"/>
              </w:rPr>
            </w:pPr>
            <w:r w:rsidRPr="00B453AB">
              <w:rPr>
                <w:rFonts w:cs="Arial"/>
                <w:sz w:val="16"/>
                <w:szCs w:val="16"/>
              </w:rPr>
              <w:t>CR to TS38.101-1: Correction on the Aggregated Channel Bandwidth</w:t>
            </w:r>
          </w:p>
        </w:tc>
        <w:tc>
          <w:tcPr>
            <w:tcW w:w="708" w:type="dxa"/>
            <w:shd w:val="solid" w:color="FFFFFF" w:fill="auto"/>
          </w:tcPr>
          <w:p w14:paraId="179890B0" w14:textId="49D1C7E5" w:rsidR="00B453AB" w:rsidRDefault="00B453AB" w:rsidP="00B453AB">
            <w:pPr>
              <w:pStyle w:val="TAL"/>
              <w:rPr>
                <w:sz w:val="16"/>
                <w:szCs w:val="16"/>
              </w:rPr>
            </w:pPr>
            <w:r w:rsidRPr="008333CC">
              <w:rPr>
                <w:sz w:val="16"/>
                <w:szCs w:val="16"/>
              </w:rPr>
              <w:t>16.7.0</w:t>
            </w:r>
          </w:p>
        </w:tc>
      </w:tr>
      <w:tr w:rsidR="00B453AB" w:rsidRPr="00402599" w14:paraId="0137D503" w14:textId="77777777" w:rsidTr="00DC7196">
        <w:trPr>
          <w:jc w:val="center"/>
        </w:trPr>
        <w:tc>
          <w:tcPr>
            <w:tcW w:w="800" w:type="dxa"/>
            <w:shd w:val="solid" w:color="FFFFFF" w:fill="auto"/>
          </w:tcPr>
          <w:p w14:paraId="50A70800" w14:textId="39D944E2" w:rsidR="00B453AB" w:rsidRDefault="00B453AB" w:rsidP="00B453AB">
            <w:pPr>
              <w:pStyle w:val="TAL"/>
              <w:rPr>
                <w:sz w:val="16"/>
                <w:szCs w:val="16"/>
              </w:rPr>
            </w:pPr>
            <w:r>
              <w:rPr>
                <w:sz w:val="16"/>
                <w:szCs w:val="16"/>
              </w:rPr>
              <w:t>2021-03</w:t>
            </w:r>
          </w:p>
        </w:tc>
        <w:tc>
          <w:tcPr>
            <w:tcW w:w="800" w:type="dxa"/>
            <w:shd w:val="solid" w:color="FFFFFF" w:fill="auto"/>
          </w:tcPr>
          <w:p w14:paraId="32EAB9D3" w14:textId="5F3463D9" w:rsidR="00B453AB" w:rsidRDefault="00B453AB" w:rsidP="00B453AB">
            <w:pPr>
              <w:pStyle w:val="TAL"/>
              <w:rPr>
                <w:sz w:val="16"/>
                <w:szCs w:val="16"/>
              </w:rPr>
            </w:pPr>
            <w:r>
              <w:rPr>
                <w:sz w:val="16"/>
                <w:szCs w:val="16"/>
              </w:rPr>
              <w:t>RAN#91</w:t>
            </w:r>
          </w:p>
        </w:tc>
        <w:tc>
          <w:tcPr>
            <w:tcW w:w="944" w:type="dxa"/>
            <w:shd w:val="solid" w:color="FFFFFF" w:fill="auto"/>
          </w:tcPr>
          <w:p w14:paraId="71E7949D" w14:textId="750C4B7B"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5C3D3761" w14:textId="76127FFC" w:rsidR="00B453AB" w:rsidRDefault="00B453AB" w:rsidP="00B453AB">
            <w:pPr>
              <w:pStyle w:val="TAL"/>
              <w:rPr>
                <w:rFonts w:cs="Arial"/>
                <w:sz w:val="16"/>
                <w:szCs w:val="16"/>
              </w:rPr>
            </w:pPr>
            <w:r>
              <w:rPr>
                <w:rFonts w:cs="Arial"/>
                <w:sz w:val="16"/>
                <w:szCs w:val="16"/>
              </w:rPr>
              <w:t>0678</w:t>
            </w:r>
          </w:p>
        </w:tc>
        <w:tc>
          <w:tcPr>
            <w:tcW w:w="425" w:type="dxa"/>
            <w:shd w:val="solid" w:color="FFFFFF" w:fill="auto"/>
          </w:tcPr>
          <w:p w14:paraId="33827741" w14:textId="77777777" w:rsidR="00B453AB" w:rsidRDefault="00B453AB" w:rsidP="00B453AB">
            <w:pPr>
              <w:pStyle w:val="TAC"/>
              <w:rPr>
                <w:rFonts w:cs="Arial"/>
                <w:sz w:val="16"/>
                <w:szCs w:val="16"/>
              </w:rPr>
            </w:pPr>
          </w:p>
        </w:tc>
        <w:tc>
          <w:tcPr>
            <w:tcW w:w="425" w:type="dxa"/>
            <w:shd w:val="solid" w:color="FFFFFF" w:fill="auto"/>
          </w:tcPr>
          <w:p w14:paraId="2F25CB7C" w14:textId="793FE1EE"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57FC29D7" w14:textId="2C4481E0" w:rsidR="00B453AB" w:rsidRDefault="00B453AB" w:rsidP="00B453AB">
            <w:pPr>
              <w:pStyle w:val="TAL"/>
              <w:rPr>
                <w:rFonts w:cs="Arial"/>
                <w:sz w:val="16"/>
                <w:szCs w:val="16"/>
              </w:rPr>
            </w:pPr>
            <w:r w:rsidRPr="00B453AB">
              <w:rPr>
                <w:rFonts w:cs="Arial"/>
                <w:sz w:val="16"/>
                <w:szCs w:val="16"/>
              </w:rPr>
              <w:t>CR to TS38.101-1: Correction on configured transmitted power requiremen</w:t>
            </w:r>
          </w:p>
        </w:tc>
        <w:tc>
          <w:tcPr>
            <w:tcW w:w="708" w:type="dxa"/>
            <w:shd w:val="solid" w:color="FFFFFF" w:fill="auto"/>
          </w:tcPr>
          <w:p w14:paraId="7FDDF61E" w14:textId="0FEE79DB" w:rsidR="00B453AB" w:rsidRDefault="00B453AB" w:rsidP="00B453AB">
            <w:pPr>
              <w:pStyle w:val="TAL"/>
              <w:rPr>
                <w:sz w:val="16"/>
                <w:szCs w:val="16"/>
              </w:rPr>
            </w:pPr>
            <w:r w:rsidRPr="008333CC">
              <w:rPr>
                <w:sz w:val="16"/>
                <w:szCs w:val="16"/>
              </w:rPr>
              <w:t>16.7.0</w:t>
            </w:r>
          </w:p>
        </w:tc>
      </w:tr>
      <w:tr w:rsidR="00B453AB" w:rsidRPr="00402599" w14:paraId="3113A195" w14:textId="77777777" w:rsidTr="00DC7196">
        <w:trPr>
          <w:jc w:val="center"/>
        </w:trPr>
        <w:tc>
          <w:tcPr>
            <w:tcW w:w="800" w:type="dxa"/>
            <w:shd w:val="solid" w:color="FFFFFF" w:fill="auto"/>
          </w:tcPr>
          <w:p w14:paraId="55F38E29" w14:textId="77E75C30" w:rsidR="00B453AB" w:rsidRDefault="00B453AB" w:rsidP="00B453AB">
            <w:pPr>
              <w:pStyle w:val="TAL"/>
              <w:rPr>
                <w:sz w:val="16"/>
                <w:szCs w:val="16"/>
              </w:rPr>
            </w:pPr>
            <w:r>
              <w:rPr>
                <w:sz w:val="16"/>
                <w:szCs w:val="16"/>
              </w:rPr>
              <w:t>2021-03</w:t>
            </w:r>
          </w:p>
        </w:tc>
        <w:tc>
          <w:tcPr>
            <w:tcW w:w="800" w:type="dxa"/>
            <w:shd w:val="solid" w:color="FFFFFF" w:fill="auto"/>
          </w:tcPr>
          <w:p w14:paraId="7BA18BF7" w14:textId="01C88DE9" w:rsidR="00B453AB" w:rsidRDefault="00B453AB" w:rsidP="00B453AB">
            <w:pPr>
              <w:pStyle w:val="TAL"/>
              <w:rPr>
                <w:sz w:val="16"/>
                <w:szCs w:val="16"/>
              </w:rPr>
            </w:pPr>
            <w:r>
              <w:rPr>
                <w:sz w:val="16"/>
                <w:szCs w:val="16"/>
              </w:rPr>
              <w:t>RAN#91</w:t>
            </w:r>
          </w:p>
        </w:tc>
        <w:tc>
          <w:tcPr>
            <w:tcW w:w="944" w:type="dxa"/>
            <w:shd w:val="solid" w:color="FFFFFF" w:fill="auto"/>
          </w:tcPr>
          <w:p w14:paraId="7F837C8F" w14:textId="1C346AAA"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724E87A3" w14:textId="604A93A5" w:rsidR="00B453AB" w:rsidRDefault="00B453AB" w:rsidP="00B453AB">
            <w:pPr>
              <w:pStyle w:val="TAL"/>
              <w:rPr>
                <w:rFonts w:cs="Arial"/>
                <w:sz w:val="16"/>
                <w:szCs w:val="16"/>
              </w:rPr>
            </w:pPr>
            <w:r>
              <w:rPr>
                <w:rFonts w:cs="Arial"/>
                <w:sz w:val="16"/>
                <w:szCs w:val="16"/>
              </w:rPr>
              <w:t>0689</w:t>
            </w:r>
          </w:p>
        </w:tc>
        <w:tc>
          <w:tcPr>
            <w:tcW w:w="425" w:type="dxa"/>
            <w:shd w:val="solid" w:color="FFFFFF" w:fill="auto"/>
          </w:tcPr>
          <w:p w14:paraId="49B664A3" w14:textId="0C4EBC5D" w:rsidR="00B453AB" w:rsidRDefault="00B453AB" w:rsidP="00B453AB">
            <w:pPr>
              <w:pStyle w:val="TAC"/>
              <w:rPr>
                <w:rFonts w:cs="Arial"/>
                <w:sz w:val="16"/>
                <w:szCs w:val="16"/>
              </w:rPr>
            </w:pPr>
            <w:r>
              <w:rPr>
                <w:rFonts w:cs="Arial"/>
                <w:sz w:val="16"/>
                <w:szCs w:val="16"/>
              </w:rPr>
              <w:t>1</w:t>
            </w:r>
          </w:p>
        </w:tc>
        <w:tc>
          <w:tcPr>
            <w:tcW w:w="425" w:type="dxa"/>
            <w:shd w:val="solid" w:color="FFFFFF" w:fill="auto"/>
          </w:tcPr>
          <w:p w14:paraId="753F94C2" w14:textId="24A0C25C" w:rsidR="00B453AB" w:rsidRDefault="00B453AB" w:rsidP="00B453AB">
            <w:pPr>
              <w:pStyle w:val="TAC"/>
              <w:rPr>
                <w:rFonts w:cs="Arial"/>
                <w:sz w:val="16"/>
                <w:szCs w:val="16"/>
              </w:rPr>
            </w:pPr>
            <w:r>
              <w:rPr>
                <w:rFonts w:cs="Arial"/>
                <w:sz w:val="16"/>
                <w:szCs w:val="16"/>
              </w:rPr>
              <w:t>D</w:t>
            </w:r>
          </w:p>
        </w:tc>
        <w:tc>
          <w:tcPr>
            <w:tcW w:w="4962" w:type="dxa"/>
            <w:shd w:val="solid" w:color="FFFFFF" w:fill="auto"/>
          </w:tcPr>
          <w:p w14:paraId="233AC4A0" w14:textId="52B2BD9A" w:rsidR="00B453AB" w:rsidRDefault="00B453AB" w:rsidP="00B453AB">
            <w:pPr>
              <w:pStyle w:val="TAL"/>
              <w:rPr>
                <w:rFonts w:cs="Arial"/>
                <w:sz w:val="16"/>
                <w:szCs w:val="16"/>
              </w:rPr>
            </w:pPr>
            <w:r w:rsidRPr="00B453AB">
              <w:rPr>
                <w:rFonts w:cs="Arial"/>
                <w:sz w:val="16"/>
                <w:szCs w:val="16"/>
              </w:rPr>
              <w:t>Missing parent clause for NR-DC PCMAX</w:t>
            </w:r>
          </w:p>
        </w:tc>
        <w:tc>
          <w:tcPr>
            <w:tcW w:w="708" w:type="dxa"/>
            <w:shd w:val="solid" w:color="FFFFFF" w:fill="auto"/>
          </w:tcPr>
          <w:p w14:paraId="2095E234" w14:textId="4AC592FC" w:rsidR="00B453AB" w:rsidRDefault="00B453AB" w:rsidP="00B453AB">
            <w:pPr>
              <w:pStyle w:val="TAL"/>
              <w:rPr>
                <w:sz w:val="16"/>
                <w:szCs w:val="16"/>
              </w:rPr>
            </w:pPr>
            <w:r w:rsidRPr="008333CC">
              <w:rPr>
                <w:sz w:val="16"/>
                <w:szCs w:val="16"/>
              </w:rPr>
              <w:t>16.7.0</w:t>
            </w:r>
          </w:p>
        </w:tc>
      </w:tr>
      <w:tr w:rsidR="00B453AB" w:rsidRPr="00402599" w14:paraId="424CC90D" w14:textId="77777777" w:rsidTr="00DC7196">
        <w:trPr>
          <w:jc w:val="center"/>
        </w:trPr>
        <w:tc>
          <w:tcPr>
            <w:tcW w:w="800" w:type="dxa"/>
            <w:shd w:val="solid" w:color="FFFFFF" w:fill="auto"/>
          </w:tcPr>
          <w:p w14:paraId="592AAFE9" w14:textId="05F8C97D" w:rsidR="00B453AB" w:rsidRDefault="00B453AB" w:rsidP="00B453AB">
            <w:pPr>
              <w:pStyle w:val="TAL"/>
              <w:rPr>
                <w:sz w:val="16"/>
                <w:szCs w:val="16"/>
              </w:rPr>
            </w:pPr>
            <w:r>
              <w:rPr>
                <w:sz w:val="16"/>
                <w:szCs w:val="16"/>
              </w:rPr>
              <w:t>2021-03</w:t>
            </w:r>
          </w:p>
        </w:tc>
        <w:tc>
          <w:tcPr>
            <w:tcW w:w="800" w:type="dxa"/>
            <w:shd w:val="solid" w:color="FFFFFF" w:fill="auto"/>
          </w:tcPr>
          <w:p w14:paraId="55AB753B" w14:textId="34566979" w:rsidR="00B453AB" w:rsidRDefault="00B453AB" w:rsidP="00B453AB">
            <w:pPr>
              <w:pStyle w:val="TAL"/>
              <w:rPr>
                <w:sz w:val="16"/>
                <w:szCs w:val="16"/>
              </w:rPr>
            </w:pPr>
            <w:r>
              <w:rPr>
                <w:sz w:val="16"/>
                <w:szCs w:val="16"/>
              </w:rPr>
              <w:t>RAN#91</w:t>
            </w:r>
          </w:p>
        </w:tc>
        <w:tc>
          <w:tcPr>
            <w:tcW w:w="944" w:type="dxa"/>
            <w:shd w:val="solid" w:color="FFFFFF" w:fill="auto"/>
          </w:tcPr>
          <w:p w14:paraId="2DBD2E61" w14:textId="0A5331A1"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4DA8FFD3" w14:textId="4FC698D0" w:rsidR="00B453AB" w:rsidRDefault="00B453AB" w:rsidP="00B453AB">
            <w:pPr>
              <w:pStyle w:val="TAL"/>
              <w:rPr>
                <w:rFonts w:cs="Arial"/>
                <w:sz w:val="16"/>
                <w:szCs w:val="16"/>
              </w:rPr>
            </w:pPr>
            <w:r>
              <w:rPr>
                <w:rFonts w:cs="Arial"/>
                <w:sz w:val="16"/>
                <w:szCs w:val="16"/>
              </w:rPr>
              <w:t>0691</w:t>
            </w:r>
          </w:p>
        </w:tc>
        <w:tc>
          <w:tcPr>
            <w:tcW w:w="425" w:type="dxa"/>
            <w:shd w:val="solid" w:color="FFFFFF" w:fill="auto"/>
          </w:tcPr>
          <w:p w14:paraId="676B3185" w14:textId="7827A734" w:rsidR="00B453AB" w:rsidRDefault="00B453AB" w:rsidP="00B453AB">
            <w:pPr>
              <w:pStyle w:val="TAC"/>
              <w:rPr>
                <w:rFonts w:cs="Arial"/>
                <w:sz w:val="16"/>
                <w:szCs w:val="16"/>
              </w:rPr>
            </w:pPr>
            <w:r>
              <w:rPr>
                <w:rFonts w:cs="Arial"/>
                <w:sz w:val="16"/>
                <w:szCs w:val="16"/>
              </w:rPr>
              <w:t>1</w:t>
            </w:r>
          </w:p>
        </w:tc>
        <w:tc>
          <w:tcPr>
            <w:tcW w:w="425" w:type="dxa"/>
            <w:shd w:val="solid" w:color="FFFFFF" w:fill="auto"/>
          </w:tcPr>
          <w:p w14:paraId="16579C6D" w14:textId="542803BA"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3A18C4A9" w14:textId="1ED7EE3A" w:rsidR="00B453AB" w:rsidRDefault="00B453AB" w:rsidP="00B453AB">
            <w:pPr>
              <w:pStyle w:val="TAL"/>
              <w:rPr>
                <w:rFonts w:cs="Arial"/>
                <w:sz w:val="16"/>
                <w:szCs w:val="16"/>
              </w:rPr>
            </w:pPr>
            <w:r w:rsidRPr="00B453AB">
              <w:rPr>
                <w:rFonts w:cs="Arial"/>
                <w:sz w:val="16"/>
                <w:szCs w:val="16"/>
              </w:rPr>
              <w:t>Corrections to PCMAX for UL CA</w:t>
            </w:r>
          </w:p>
        </w:tc>
        <w:tc>
          <w:tcPr>
            <w:tcW w:w="708" w:type="dxa"/>
            <w:shd w:val="solid" w:color="FFFFFF" w:fill="auto"/>
          </w:tcPr>
          <w:p w14:paraId="633D50AC" w14:textId="18A4B1E1" w:rsidR="00B453AB" w:rsidRDefault="00B453AB" w:rsidP="00B453AB">
            <w:pPr>
              <w:pStyle w:val="TAL"/>
              <w:rPr>
                <w:sz w:val="16"/>
                <w:szCs w:val="16"/>
              </w:rPr>
            </w:pPr>
            <w:r w:rsidRPr="008333CC">
              <w:rPr>
                <w:sz w:val="16"/>
                <w:szCs w:val="16"/>
              </w:rPr>
              <w:t>16.7.0</w:t>
            </w:r>
          </w:p>
        </w:tc>
      </w:tr>
      <w:tr w:rsidR="00B453AB" w:rsidRPr="00402599" w14:paraId="1C684A17" w14:textId="77777777" w:rsidTr="00DC7196">
        <w:trPr>
          <w:jc w:val="center"/>
        </w:trPr>
        <w:tc>
          <w:tcPr>
            <w:tcW w:w="800" w:type="dxa"/>
            <w:shd w:val="solid" w:color="FFFFFF" w:fill="auto"/>
          </w:tcPr>
          <w:p w14:paraId="16C9C726" w14:textId="7219261B" w:rsidR="00B453AB" w:rsidRDefault="00B453AB" w:rsidP="00B453AB">
            <w:pPr>
              <w:pStyle w:val="TAL"/>
              <w:rPr>
                <w:sz w:val="16"/>
                <w:szCs w:val="16"/>
              </w:rPr>
            </w:pPr>
            <w:r>
              <w:rPr>
                <w:sz w:val="16"/>
                <w:szCs w:val="16"/>
              </w:rPr>
              <w:t>2021-03</w:t>
            </w:r>
          </w:p>
        </w:tc>
        <w:tc>
          <w:tcPr>
            <w:tcW w:w="800" w:type="dxa"/>
            <w:shd w:val="solid" w:color="FFFFFF" w:fill="auto"/>
          </w:tcPr>
          <w:p w14:paraId="55E9C4F6" w14:textId="49D7BEA0" w:rsidR="00B453AB" w:rsidRDefault="00B453AB" w:rsidP="00B453AB">
            <w:pPr>
              <w:pStyle w:val="TAL"/>
              <w:rPr>
                <w:sz w:val="16"/>
                <w:szCs w:val="16"/>
              </w:rPr>
            </w:pPr>
            <w:r>
              <w:rPr>
                <w:sz w:val="16"/>
                <w:szCs w:val="16"/>
              </w:rPr>
              <w:t>RAN#91</w:t>
            </w:r>
          </w:p>
        </w:tc>
        <w:tc>
          <w:tcPr>
            <w:tcW w:w="944" w:type="dxa"/>
            <w:shd w:val="solid" w:color="FFFFFF" w:fill="auto"/>
          </w:tcPr>
          <w:p w14:paraId="0435E823" w14:textId="2B74DA3A" w:rsidR="00B453AB" w:rsidRDefault="00B453AB" w:rsidP="00B453AB">
            <w:pPr>
              <w:pStyle w:val="TAL"/>
              <w:rPr>
                <w:rFonts w:cs="Arial"/>
                <w:sz w:val="16"/>
                <w:szCs w:val="16"/>
              </w:rPr>
            </w:pPr>
            <w:r w:rsidRPr="00075563">
              <w:rPr>
                <w:rFonts w:cs="Arial"/>
                <w:sz w:val="16"/>
                <w:szCs w:val="16"/>
              </w:rPr>
              <w:t>RP-210117</w:t>
            </w:r>
          </w:p>
        </w:tc>
        <w:tc>
          <w:tcPr>
            <w:tcW w:w="575" w:type="dxa"/>
            <w:shd w:val="solid" w:color="FFFFFF" w:fill="auto"/>
          </w:tcPr>
          <w:p w14:paraId="2317473B" w14:textId="49A92AE0" w:rsidR="00B453AB" w:rsidRDefault="00B453AB" w:rsidP="00B453AB">
            <w:pPr>
              <w:pStyle w:val="TAL"/>
              <w:rPr>
                <w:rFonts w:cs="Arial"/>
                <w:sz w:val="16"/>
                <w:szCs w:val="16"/>
              </w:rPr>
            </w:pPr>
            <w:r>
              <w:rPr>
                <w:rFonts w:cs="Arial"/>
                <w:sz w:val="16"/>
                <w:szCs w:val="16"/>
              </w:rPr>
              <w:t>0698</w:t>
            </w:r>
          </w:p>
        </w:tc>
        <w:tc>
          <w:tcPr>
            <w:tcW w:w="425" w:type="dxa"/>
            <w:shd w:val="solid" w:color="FFFFFF" w:fill="auto"/>
          </w:tcPr>
          <w:p w14:paraId="4F1464F8" w14:textId="77777777" w:rsidR="00B453AB" w:rsidRDefault="00B453AB" w:rsidP="00B453AB">
            <w:pPr>
              <w:pStyle w:val="TAC"/>
              <w:rPr>
                <w:rFonts w:cs="Arial"/>
                <w:sz w:val="16"/>
                <w:szCs w:val="16"/>
              </w:rPr>
            </w:pPr>
          </w:p>
        </w:tc>
        <w:tc>
          <w:tcPr>
            <w:tcW w:w="425" w:type="dxa"/>
            <w:shd w:val="solid" w:color="FFFFFF" w:fill="auto"/>
          </w:tcPr>
          <w:p w14:paraId="5C726352" w14:textId="4D6EC626" w:rsidR="00B453AB" w:rsidRDefault="00B453AB" w:rsidP="00B453AB">
            <w:pPr>
              <w:pStyle w:val="TAC"/>
              <w:rPr>
                <w:rFonts w:cs="Arial"/>
                <w:sz w:val="16"/>
                <w:szCs w:val="16"/>
              </w:rPr>
            </w:pPr>
            <w:r>
              <w:rPr>
                <w:rFonts w:cs="Arial"/>
                <w:sz w:val="16"/>
                <w:szCs w:val="16"/>
              </w:rPr>
              <w:t>A</w:t>
            </w:r>
          </w:p>
        </w:tc>
        <w:tc>
          <w:tcPr>
            <w:tcW w:w="4962" w:type="dxa"/>
            <w:shd w:val="solid" w:color="FFFFFF" w:fill="auto"/>
          </w:tcPr>
          <w:p w14:paraId="2B5929D7" w14:textId="2BFEEF52" w:rsidR="00B453AB" w:rsidRDefault="00B453AB" w:rsidP="00B453AB">
            <w:pPr>
              <w:pStyle w:val="TAL"/>
              <w:rPr>
                <w:rFonts w:cs="Arial"/>
                <w:sz w:val="16"/>
                <w:szCs w:val="16"/>
              </w:rPr>
            </w:pPr>
            <w:r w:rsidRPr="00B453AB">
              <w:rPr>
                <w:rFonts w:cs="Arial"/>
                <w:sz w:val="16"/>
                <w:szCs w:val="16"/>
              </w:rPr>
              <w:t>CR for TS 38.101-1: Correction to FR1 time mask for SRS antenna switching</w:t>
            </w:r>
          </w:p>
        </w:tc>
        <w:tc>
          <w:tcPr>
            <w:tcW w:w="708" w:type="dxa"/>
            <w:shd w:val="solid" w:color="FFFFFF" w:fill="auto"/>
          </w:tcPr>
          <w:p w14:paraId="16A6E9E9" w14:textId="0148C089" w:rsidR="00B453AB" w:rsidRDefault="00B453AB" w:rsidP="00B453AB">
            <w:pPr>
              <w:pStyle w:val="TAL"/>
              <w:rPr>
                <w:sz w:val="16"/>
                <w:szCs w:val="16"/>
              </w:rPr>
            </w:pPr>
            <w:r w:rsidRPr="008333CC">
              <w:rPr>
                <w:sz w:val="16"/>
                <w:szCs w:val="16"/>
              </w:rPr>
              <w:t>16.7.0</w:t>
            </w:r>
          </w:p>
        </w:tc>
      </w:tr>
      <w:tr w:rsidR="00B453AB" w:rsidRPr="00402599" w14:paraId="1C52AAE6" w14:textId="77777777" w:rsidTr="00DC7196">
        <w:trPr>
          <w:jc w:val="center"/>
        </w:trPr>
        <w:tc>
          <w:tcPr>
            <w:tcW w:w="800" w:type="dxa"/>
            <w:shd w:val="solid" w:color="FFFFFF" w:fill="auto"/>
          </w:tcPr>
          <w:p w14:paraId="67EF21E7" w14:textId="74B8D611" w:rsidR="00B453AB" w:rsidRDefault="00B453AB" w:rsidP="00B453AB">
            <w:pPr>
              <w:pStyle w:val="TAL"/>
              <w:rPr>
                <w:sz w:val="16"/>
                <w:szCs w:val="16"/>
              </w:rPr>
            </w:pPr>
            <w:r>
              <w:rPr>
                <w:sz w:val="16"/>
                <w:szCs w:val="16"/>
              </w:rPr>
              <w:t>2021-03</w:t>
            </w:r>
          </w:p>
        </w:tc>
        <w:tc>
          <w:tcPr>
            <w:tcW w:w="800" w:type="dxa"/>
            <w:shd w:val="solid" w:color="FFFFFF" w:fill="auto"/>
          </w:tcPr>
          <w:p w14:paraId="5BF49B0B" w14:textId="71F93120" w:rsidR="00B453AB" w:rsidRDefault="00B453AB" w:rsidP="00B453AB">
            <w:pPr>
              <w:pStyle w:val="TAL"/>
              <w:rPr>
                <w:sz w:val="16"/>
                <w:szCs w:val="16"/>
              </w:rPr>
            </w:pPr>
            <w:r>
              <w:rPr>
                <w:sz w:val="16"/>
                <w:szCs w:val="16"/>
              </w:rPr>
              <w:t>RAN#91</w:t>
            </w:r>
          </w:p>
        </w:tc>
        <w:tc>
          <w:tcPr>
            <w:tcW w:w="944" w:type="dxa"/>
            <w:shd w:val="solid" w:color="FFFFFF" w:fill="auto"/>
          </w:tcPr>
          <w:p w14:paraId="51ECE610" w14:textId="208566DC" w:rsidR="00B453AB" w:rsidRDefault="00B453AB" w:rsidP="00B453AB">
            <w:pPr>
              <w:pStyle w:val="TAL"/>
              <w:rPr>
                <w:rFonts w:cs="Arial"/>
                <w:sz w:val="16"/>
                <w:szCs w:val="16"/>
              </w:rPr>
            </w:pPr>
            <w:r w:rsidRPr="00075563">
              <w:rPr>
                <w:rFonts w:cs="Arial"/>
                <w:sz w:val="16"/>
                <w:szCs w:val="16"/>
              </w:rPr>
              <w:t>RP-210082</w:t>
            </w:r>
          </w:p>
        </w:tc>
        <w:tc>
          <w:tcPr>
            <w:tcW w:w="575" w:type="dxa"/>
            <w:shd w:val="solid" w:color="FFFFFF" w:fill="auto"/>
          </w:tcPr>
          <w:p w14:paraId="0842D154" w14:textId="3370DE23" w:rsidR="00B453AB" w:rsidRDefault="00B453AB" w:rsidP="00B453AB">
            <w:pPr>
              <w:pStyle w:val="TAL"/>
              <w:rPr>
                <w:rFonts w:cs="Arial"/>
                <w:sz w:val="16"/>
                <w:szCs w:val="16"/>
              </w:rPr>
            </w:pPr>
            <w:r>
              <w:rPr>
                <w:rFonts w:cs="Arial"/>
                <w:sz w:val="16"/>
                <w:szCs w:val="16"/>
              </w:rPr>
              <w:t>0700</w:t>
            </w:r>
          </w:p>
        </w:tc>
        <w:tc>
          <w:tcPr>
            <w:tcW w:w="425" w:type="dxa"/>
            <w:shd w:val="solid" w:color="FFFFFF" w:fill="auto"/>
          </w:tcPr>
          <w:p w14:paraId="06652B02" w14:textId="52BC5912" w:rsidR="00B453AB" w:rsidRDefault="00B453AB" w:rsidP="00B453AB">
            <w:pPr>
              <w:pStyle w:val="TAC"/>
              <w:rPr>
                <w:rFonts w:cs="Arial"/>
                <w:sz w:val="16"/>
                <w:szCs w:val="16"/>
              </w:rPr>
            </w:pPr>
            <w:r>
              <w:rPr>
                <w:rFonts w:cs="Arial"/>
                <w:sz w:val="16"/>
                <w:szCs w:val="16"/>
              </w:rPr>
              <w:t>1</w:t>
            </w:r>
          </w:p>
        </w:tc>
        <w:tc>
          <w:tcPr>
            <w:tcW w:w="425" w:type="dxa"/>
            <w:shd w:val="solid" w:color="FFFFFF" w:fill="auto"/>
          </w:tcPr>
          <w:p w14:paraId="722F94A2" w14:textId="7853ACF8"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266611CD" w14:textId="13C8C2C6" w:rsidR="00B453AB" w:rsidRDefault="00B453AB" w:rsidP="00B453AB">
            <w:pPr>
              <w:pStyle w:val="TAL"/>
              <w:rPr>
                <w:rFonts w:cs="Arial"/>
                <w:sz w:val="16"/>
                <w:szCs w:val="16"/>
              </w:rPr>
            </w:pPr>
            <w:r w:rsidRPr="00B453AB">
              <w:rPr>
                <w:rFonts w:cs="Arial"/>
                <w:sz w:val="16"/>
                <w:szCs w:val="16"/>
              </w:rPr>
              <w:t>CR for TS 38.101-1: Corrections to intra-band UL NC CA requirements</w:t>
            </w:r>
          </w:p>
        </w:tc>
        <w:tc>
          <w:tcPr>
            <w:tcW w:w="708" w:type="dxa"/>
            <w:shd w:val="solid" w:color="FFFFFF" w:fill="auto"/>
          </w:tcPr>
          <w:p w14:paraId="34C59E32" w14:textId="5F0EF94C" w:rsidR="00B453AB" w:rsidRDefault="00B453AB" w:rsidP="00B453AB">
            <w:pPr>
              <w:pStyle w:val="TAL"/>
              <w:rPr>
                <w:sz w:val="16"/>
                <w:szCs w:val="16"/>
              </w:rPr>
            </w:pPr>
            <w:r w:rsidRPr="008333CC">
              <w:rPr>
                <w:sz w:val="16"/>
                <w:szCs w:val="16"/>
              </w:rPr>
              <w:t>16.7.0</w:t>
            </w:r>
          </w:p>
        </w:tc>
      </w:tr>
      <w:tr w:rsidR="00B453AB" w:rsidRPr="00402599" w14:paraId="4F3005EF" w14:textId="77777777" w:rsidTr="00DC7196">
        <w:trPr>
          <w:jc w:val="center"/>
        </w:trPr>
        <w:tc>
          <w:tcPr>
            <w:tcW w:w="800" w:type="dxa"/>
            <w:shd w:val="solid" w:color="FFFFFF" w:fill="auto"/>
          </w:tcPr>
          <w:p w14:paraId="2A72FF04" w14:textId="7FDE88A4" w:rsidR="00B453AB" w:rsidRDefault="00B453AB" w:rsidP="00B453AB">
            <w:pPr>
              <w:pStyle w:val="TAL"/>
              <w:rPr>
                <w:sz w:val="16"/>
                <w:szCs w:val="16"/>
              </w:rPr>
            </w:pPr>
            <w:r>
              <w:rPr>
                <w:sz w:val="16"/>
                <w:szCs w:val="16"/>
              </w:rPr>
              <w:t>2021-03</w:t>
            </w:r>
          </w:p>
        </w:tc>
        <w:tc>
          <w:tcPr>
            <w:tcW w:w="800" w:type="dxa"/>
            <w:shd w:val="solid" w:color="FFFFFF" w:fill="auto"/>
          </w:tcPr>
          <w:p w14:paraId="18ADFE8B" w14:textId="172CEAB3" w:rsidR="00B453AB" w:rsidRDefault="00B453AB" w:rsidP="00B453AB">
            <w:pPr>
              <w:pStyle w:val="TAL"/>
              <w:rPr>
                <w:sz w:val="16"/>
                <w:szCs w:val="16"/>
              </w:rPr>
            </w:pPr>
            <w:r>
              <w:rPr>
                <w:sz w:val="16"/>
                <w:szCs w:val="16"/>
              </w:rPr>
              <w:t>RAN#91</w:t>
            </w:r>
          </w:p>
        </w:tc>
        <w:tc>
          <w:tcPr>
            <w:tcW w:w="944" w:type="dxa"/>
            <w:shd w:val="solid" w:color="FFFFFF" w:fill="auto"/>
          </w:tcPr>
          <w:p w14:paraId="660AD5EA" w14:textId="64A9324F" w:rsidR="00B453AB" w:rsidRDefault="00B453AB" w:rsidP="00B453AB">
            <w:pPr>
              <w:pStyle w:val="TAL"/>
              <w:rPr>
                <w:rFonts w:cs="Arial"/>
                <w:sz w:val="16"/>
                <w:szCs w:val="16"/>
              </w:rPr>
            </w:pPr>
            <w:r w:rsidRPr="003C4165">
              <w:rPr>
                <w:rFonts w:cs="Arial"/>
                <w:sz w:val="16"/>
                <w:szCs w:val="16"/>
              </w:rPr>
              <w:t>RP-210091</w:t>
            </w:r>
          </w:p>
        </w:tc>
        <w:tc>
          <w:tcPr>
            <w:tcW w:w="575" w:type="dxa"/>
            <w:shd w:val="solid" w:color="FFFFFF" w:fill="auto"/>
          </w:tcPr>
          <w:p w14:paraId="48BD4D6C" w14:textId="1706090F" w:rsidR="00B453AB" w:rsidRDefault="00B453AB" w:rsidP="00B453AB">
            <w:pPr>
              <w:pStyle w:val="TAL"/>
              <w:rPr>
                <w:rFonts w:cs="Arial"/>
                <w:sz w:val="16"/>
                <w:szCs w:val="16"/>
              </w:rPr>
            </w:pPr>
            <w:r>
              <w:rPr>
                <w:rFonts w:cs="Arial"/>
                <w:sz w:val="16"/>
                <w:szCs w:val="16"/>
              </w:rPr>
              <w:t>0702</w:t>
            </w:r>
          </w:p>
        </w:tc>
        <w:tc>
          <w:tcPr>
            <w:tcW w:w="425" w:type="dxa"/>
            <w:shd w:val="solid" w:color="FFFFFF" w:fill="auto"/>
          </w:tcPr>
          <w:p w14:paraId="214FF2CA" w14:textId="217983A6" w:rsidR="00B453AB" w:rsidRDefault="00B453AB" w:rsidP="00B453AB">
            <w:pPr>
              <w:pStyle w:val="TAC"/>
              <w:rPr>
                <w:rFonts w:cs="Arial"/>
                <w:sz w:val="16"/>
                <w:szCs w:val="16"/>
              </w:rPr>
            </w:pPr>
          </w:p>
        </w:tc>
        <w:tc>
          <w:tcPr>
            <w:tcW w:w="425" w:type="dxa"/>
            <w:shd w:val="solid" w:color="FFFFFF" w:fill="auto"/>
          </w:tcPr>
          <w:p w14:paraId="1321FEF6" w14:textId="12CB891C"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1A3ED319" w14:textId="096D204F" w:rsidR="00B453AB" w:rsidRDefault="00B453AB" w:rsidP="00B453AB">
            <w:pPr>
              <w:pStyle w:val="TAL"/>
              <w:rPr>
                <w:rFonts w:cs="Arial"/>
                <w:sz w:val="16"/>
                <w:szCs w:val="16"/>
              </w:rPr>
            </w:pPr>
            <w:r w:rsidRPr="00B453AB">
              <w:rPr>
                <w:rFonts w:cs="Arial"/>
                <w:sz w:val="16"/>
                <w:szCs w:val="16"/>
              </w:rPr>
              <w:t>CR for TS 38.101-1: Cleanup for spurious emissions for UE co-existence table</w:t>
            </w:r>
          </w:p>
        </w:tc>
        <w:tc>
          <w:tcPr>
            <w:tcW w:w="708" w:type="dxa"/>
            <w:shd w:val="solid" w:color="FFFFFF" w:fill="auto"/>
          </w:tcPr>
          <w:p w14:paraId="7735349B" w14:textId="5C7EB4EC" w:rsidR="00B453AB" w:rsidRDefault="00B453AB" w:rsidP="00B453AB">
            <w:pPr>
              <w:pStyle w:val="TAL"/>
              <w:rPr>
                <w:sz w:val="16"/>
                <w:szCs w:val="16"/>
              </w:rPr>
            </w:pPr>
            <w:r w:rsidRPr="008333CC">
              <w:rPr>
                <w:sz w:val="16"/>
                <w:szCs w:val="16"/>
              </w:rPr>
              <w:t>16.7.0</w:t>
            </w:r>
          </w:p>
        </w:tc>
      </w:tr>
      <w:tr w:rsidR="00B453AB" w:rsidRPr="00402599" w14:paraId="082A3454" w14:textId="77777777" w:rsidTr="00DC7196">
        <w:trPr>
          <w:jc w:val="center"/>
        </w:trPr>
        <w:tc>
          <w:tcPr>
            <w:tcW w:w="800" w:type="dxa"/>
            <w:shd w:val="solid" w:color="FFFFFF" w:fill="auto"/>
          </w:tcPr>
          <w:p w14:paraId="4710FF87" w14:textId="313496E4" w:rsidR="00B453AB" w:rsidRDefault="00B453AB" w:rsidP="00B453AB">
            <w:pPr>
              <w:pStyle w:val="TAL"/>
              <w:rPr>
                <w:sz w:val="16"/>
                <w:szCs w:val="16"/>
              </w:rPr>
            </w:pPr>
            <w:r>
              <w:rPr>
                <w:sz w:val="16"/>
                <w:szCs w:val="16"/>
              </w:rPr>
              <w:t>2021-03</w:t>
            </w:r>
          </w:p>
        </w:tc>
        <w:tc>
          <w:tcPr>
            <w:tcW w:w="800" w:type="dxa"/>
            <w:shd w:val="solid" w:color="FFFFFF" w:fill="auto"/>
          </w:tcPr>
          <w:p w14:paraId="7227BF72" w14:textId="498D75B4" w:rsidR="00B453AB" w:rsidRDefault="00B453AB" w:rsidP="00B453AB">
            <w:pPr>
              <w:pStyle w:val="TAL"/>
              <w:rPr>
                <w:sz w:val="16"/>
                <w:szCs w:val="16"/>
              </w:rPr>
            </w:pPr>
            <w:r>
              <w:rPr>
                <w:sz w:val="16"/>
                <w:szCs w:val="16"/>
              </w:rPr>
              <w:t>RAN#91</w:t>
            </w:r>
          </w:p>
        </w:tc>
        <w:tc>
          <w:tcPr>
            <w:tcW w:w="944" w:type="dxa"/>
            <w:shd w:val="solid" w:color="FFFFFF" w:fill="auto"/>
          </w:tcPr>
          <w:p w14:paraId="79E87DB5" w14:textId="3561CA08" w:rsidR="00B453AB" w:rsidRDefault="00B453AB" w:rsidP="00B453AB">
            <w:pPr>
              <w:pStyle w:val="TAL"/>
              <w:rPr>
                <w:rFonts w:cs="Arial"/>
                <w:sz w:val="16"/>
                <w:szCs w:val="16"/>
              </w:rPr>
            </w:pPr>
            <w:r w:rsidRPr="003C4165">
              <w:rPr>
                <w:rFonts w:cs="Arial"/>
                <w:sz w:val="16"/>
                <w:szCs w:val="16"/>
              </w:rPr>
              <w:t>RP-210091</w:t>
            </w:r>
          </w:p>
        </w:tc>
        <w:tc>
          <w:tcPr>
            <w:tcW w:w="575" w:type="dxa"/>
            <w:shd w:val="solid" w:color="FFFFFF" w:fill="auto"/>
          </w:tcPr>
          <w:p w14:paraId="672B8E59" w14:textId="6C439D51" w:rsidR="00B453AB" w:rsidRDefault="00B453AB" w:rsidP="00B453AB">
            <w:pPr>
              <w:pStyle w:val="TAL"/>
              <w:rPr>
                <w:rFonts w:cs="Arial"/>
                <w:sz w:val="16"/>
                <w:szCs w:val="16"/>
              </w:rPr>
            </w:pPr>
            <w:r>
              <w:rPr>
                <w:rFonts w:cs="Arial"/>
                <w:sz w:val="16"/>
                <w:szCs w:val="16"/>
              </w:rPr>
              <w:t>0710</w:t>
            </w:r>
          </w:p>
        </w:tc>
        <w:tc>
          <w:tcPr>
            <w:tcW w:w="425" w:type="dxa"/>
            <w:shd w:val="solid" w:color="FFFFFF" w:fill="auto"/>
          </w:tcPr>
          <w:p w14:paraId="0D00E771" w14:textId="77777777" w:rsidR="00B453AB" w:rsidRDefault="00B453AB" w:rsidP="00B453AB">
            <w:pPr>
              <w:pStyle w:val="TAC"/>
              <w:rPr>
                <w:rFonts w:cs="Arial"/>
                <w:sz w:val="16"/>
                <w:szCs w:val="16"/>
              </w:rPr>
            </w:pPr>
          </w:p>
        </w:tc>
        <w:tc>
          <w:tcPr>
            <w:tcW w:w="425" w:type="dxa"/>
            <w:shd w:val="solid" w:color="FFFFFF" w:fill="auto"/>
          </w:tcPr>
          <w:p w14:paraId="76BB9E3C" w14:textId="67AF13E6" w:rsidR="00B453AB" w:rsidRDefault="00B453AB" w:rsidP="00B453AB">
            <w:pPr>
              <w:pStyle w:val="TAC"/>
              <w:rPr>
                <w:rFonts w:cs="Arial"/>
                <w:sz w:val="16"/>
                <w:szCs w:val="16"/>
              </w:rPr>
            </w:pPr>
            <w:r>
              <w:rPr>
                <w:rFonts w:cs="Arial"/>
                <w:sz w:val="16"/>
                <w:szCs w:val="16"/>
              </w:rPr>
              <w:t>F</w:t>
            </w:r>
          </w:p>
        </w:tc>
        <w:tc>
          <w:tcPr>
            <w:tcW w:w="4962" w:type="dxa"/>
            <w:shd w:val="solid" w:color="FFFFFF" w:fill="auto"/>
          </w:tcPr>
          <w:p w14:paraId="16B248E1" w14:textId="1D167B8F" w:rsidR="00B453AB" w:rsidRDefault="00B453AB" w:rsidP="00B453AB">
            <w:pPr>
              <w:pStyle w:val="TAL"/>
              <w:rPr>
                <w:rFonts w:cs="Arial"/>
                <w:sz w:val="16"/>
                <w:szCs w:val="16"/>
              </w:rPr>
            </w:pPr>
            <w:r w:rsidRPr="003C4165">
              <w:rPr>
                <w:rFonts w:cs="Arial"/>
                <w:sz w:val="16"/>
                <w:szCs w:val="16"/>
              </w:rPr>
              <w:t>CR on TS 38.101-1 NS_49</w:t>
            </w:r>
          </w:p>
        </w:tc>
        <w:tc>
          <w:tcPr>
            <w:tcW w:w="708" w:type="dxa"/>
            <w:shd w:val="solid" w:color="FFFFFF" w:fill="auto"/>
          </w:tcPr>
          <w:p w14:paraId="50A29490" w14:textId="03EF9EA6" w:rsidR="00B453AB" w:rsidRDefault="00B453AB" w:rsidP="00B453AB">
            <w:pPr>
              <w:pStyle w:val="TAL"/>
              <w:rPr>
                <w:sz w:val="16"/>
                <w:szCs w:val="16"/>
              </w:rPr>
            </w:pPr>
            <w:r w:rsidRPr="008333CC">
              <w:rPr>
                <w:sz w:val="16"/>
                <w:szCs w:val="16"/>
              </w:rPr>
              <w:t>16.7.0</w:t>
            </w:r>
          </w:p>
        </w:tc>
      </w:tr>
      <w:tr w:rsidR="00737A07" w:rsidRPr="00402599" w14:paraId="3CBAA01C" w14:textId="77777777" w:rsidTr="00DC7196">
        <w:trPr>
          <w:jc w:val="center"/>
        </w:trPr>
        <w:tc>
          <w:tcPr>
            <w:tcW w:w="800" w:type="dxa"/>
            <w:shd w:val="solid" w:color="FFFFFF" w:fill="auto"/>
          </w:tcPr>
          <w:p w14:paraId="7C8EF304" w14:textId="14DD280E"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30DD126" w14:textId="35E095B0"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141D597A" w14:textId="62CB62B8" w:rsidR="00737A07" w:rsidRPr="00737A07" w:rsidRDefault="00737A07" w:rsidP="00737A07">
            <w:pPr>
              <w:pStyle w:val="TAL"/>
              <w:rPr>
                <w:rFonts w:cs="Arial"/>
                <w:sz w:val="16"/>
                <w:szCs w:val="16"/>
              </w:rPr>
            </w:pPr>
            <w:r w:rsidRPr="00737A07">
              <w:rPr>
                <w:sz w:val="16"/>
                <w:szCs w:val="16"/>
              </w:rPr>
              <w:t>RP-211084</w:t>
            </w:r>
          </w:p>
        </w:tc>
        <w:tc>
          <w:tcPr>
            <w:tcW w:w="575" w:type="dxa"/>
            <w:shd w:val="solid" w:color="FFFFFF" w:fill="auto"/>
          </w:tcPr>
          <w:p w14:paraId="44FE596A" w14:textId="4E3A91E3" w:rsidR="00737A07" w:rsidRPr="00737A07" w:rsidRDefault="00737A07" w:rsidP="00737A07">
            <w:pPr>
              <w:pStyle w:val="TAL"/>
              <w:rPr>
                <w:rFonts w:cs="Arial"/>
                <w:sz w:val="16"/>
                <w:szCs w:val="16"/>
              </w:rPr>
            </w:pPr>
            <w:r w:rsidRPr="00737A07">
              <w:rPr>
                <w:sz w:val="16"/>
                <w:szCs w:val="16"/>
              </w:rPr>
              <w:t>0735</w:t>
            </w:r>
          </w:p>
        </w:tc>
        <w:tc>
          <w:tcPr>
            <w:tcW w:w="425" w:type="dxa"/>
            <w:shd w:val="solid" w:color="FFFFFF" w:fill="auto"/>
          </w:tcPr>
          <w:p w14:paraId="6CB904E8" w14:textId="77777777" w:rsidR="00737A07" w:rsidRPr="00737A07" w:rsidRDefault="00737A07" w:rsidP="00737A07">
            <w:pPr>
              <w:pStyle w:val="TAC"/>
              <w:rPr>
                <w:rFonts w:cs="Arial"/>
                <w:sz w:val="16"/>
                <w:szCs w:val="16"/>
              </w:rPr>
            </w:pPr>
          </w:p>
        </w:tc>
        <w:tc>
          <w:tcPr>
            <w:tcW w:w="425" w:type="dxa"/>
            <w:shd w:val="solid" w:color="FFFFFF" w:fill="auto"/>
          </w:tcPr>
          <w:p w14:paraId="10FE2A7A" w14:textId="37FB804A" w:rsidR="00737A07" w:rsidRPr="00737A07" w:rsidRDefault="00737A07" w:rsidP="00737A07">
            <w:pPr>
              <w:pStyle w:val="TAC"/>
              <w:rPr>
                <w:rFonts w:cs="Arial"/>
                <w:sz w:val="16"/>
                <w:szCs w:val="16"/>
              </w:rPr>
            </w:pPr>
            <w:r w:rsidRPr="00737A07">
              <w:rPr>
                <w:sz w:val="16"/>
                <w:szCs w:val="16"/>
              </w:rPr>
              <w:t>A</w:t>
            </w:r>
          </w:p>
        </w:tc>
        <w:tc>
          <w:tcPr>
            <w:tcW w:w="4962" w:type="dxa"/>
            <w:shd w:val="solid" w:color="FFFFFF" w:fill="auto"/>
          </w:tcPr>
          <w:p w14:paraId="01B036E8" w14:textId="65F78806" w:rsidR="00737A07" w:rsidRPr="00737A07" w:rsidRDefault="00737A07" w:rsidP="00737A07">
            <w:pPr>
              <w:pStyle w:val="TAL"/>
              <w:rPr>
                <w:rFonts w:cs="Arial"/>
                <w:sz w:val="16"/>
                <w:szCs w:val="16"/>
              </w:rPr>
            </w:pPr>
            <w:r w:rsidRPr="00737A07">
              <w:rPr>
                <w:sz w:val="16"/>
                <w:szCs w:val="16"/>
              </w:rPr>
              <w:t>Update of FR1 UL RMC tables</w:t>
            </w:r>
          </w:p>
        </w:tc>
        <w:tc>
          <w:tcPr>
            <w:tcW w:w="708" w:type="dxa"/>
            <w:shd w:val="solid" w:color="FFFFFF" w:fill="auto"/>
          </w:tcPr>
          <w:p w14:paraId="603718AD" w14:textId="110B0433" w:rsidR="00737A07" w:rsidRPr="00737A07" w:rsidRDefault="00737A07" w:rsidP="00737A07">
            <w:pPr>
              <w:pStyle w:val="TAL"/>
              <w:rPr>
                <w:sz w:val="16"/>
                <w:szCs w:val="16"/>
              </w:rPr>
            </w:pPr>
            <w:r w:rsidRPr="00737A07">
              <w:rPr>
                <w:sz w:val="16"/>
                <w:szCs w:val="16"/>
              </w:rPr>
              <w:t>16.8.0</w:t>
            </w:r>
          </w:p>
        </w:tc>
      </w:tr>
      <w:tr w:rsidR="00737A07" w:rsidRPr="00402599" w14:paraId="17DC1364" w14:textId="77777777" w:rsidTr="00DC7196">
        <w:trPr>
          <w:jc w:val="center"/>
        </w:trPr>
        <w:tc>
          <w:tcPr>
            <w:tcW w:w="800" w:type="dxa"/>
            <w:shd w:val="solid" w:color="FFFFFF" w:fill="auto"/>
          </w:tcPr>
          <w:p w14:paraId="57E21A8B" w14:textId="65D9A8D9"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821292E" w14:textId="4DC6E8AC"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B3585A7" w14:textId="2F97210F" w:rsidR="00737A07" w:rsidRPr="00737A07" w:rsidRDefault="00737A07" w:rsidP="00737A07">
            <w:pPr>
              <w:pStyle w:val="TAL"/>
              <w:rPr>
                <w:rFonts w:cs="Arial"/>
                <w:sz w:val="16"/>
                <w:szCs w:val="16"/>
              </w:rPr>
            </w:pPr>
            <w:r w:rsidRPr="00737A07">
              <w:rPr>
                <w:sz w:val="16"/>
                <w:szCs w:val="16"/>
              </w:rPr>
              <w:t>RP-211104</w:t>
            </w:r>
          </w:p>
        </w:tc>
        <w:tc>
          <w:tcPr>
            <w:tcW w:w="575" w:type="dxa"/>
            <w:shd w:val="solid" w:color="FFFFFF" w:fill="auto"/>
          </w:tcPr>
          <w:p w14:paraId="5F553D7E" w14:textId="46757405" w:rsidR="00737A07" w:rsidRPr="00737A07" w:rsidRDefault="00737A07" w:rsidP="00737A07">
            <w:pPr>
              <w:pStyle w:val="TAL"/>
              <w:rPr>
                <w:rFonts w:cs="Arial"/>
                <w:sz w:val="16"/>
                <w:szCs w:val="16"/>
              </w:rPr>
            </w:pPr>
            <w:r w:rsidRPr="00737A07">
              <w:rPr>
                <w:sz w:val="16"/>
                <w:szCs w:val="16"/>
              </w:rPr>
              <w:t>0737</w:t>
            </w:r>
          </w:p>
        </w:tc>
        <w:tc>
          <w:tcPr>
            <w:tcW w:w="425" w:type="dxa"/>
            <w:shd w:val="solid" w:color="FFFFFF" w:fill="auto"/>
          </w:tcPr>
          <w:p w14:paraId="64250534" w14:textId="77777777" w:rsidR="00737A07" w:rsidRPr="00737A07" w:rsidRDefault="00737A07" w:rsidP="00737A07">
            <w:pPr>
              <w:pStyle w:val="TAC"/>
              <w:rPr>
                <w:rFonts w:cs="Arial"/>
                <w:sz w:val="16"/>
                <w:szCs w:val="16"/>
              </w:rPr>
            </w:pPr>
          </w:p>
        </w:tc>
        <w:tc>
          <w:tcPr>
            <w:tcW w:w="425" w:type="dxa"/>
            <w:shd w:val="solid" w:color="FFFFFF" w:fill="auto"/>
          </w:tcPr>
          <w:p w14:paraId="7B459472" w14:textId="22F0B531"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375CE395" w14:textId="642A3248" w:rsidR="00737A07" w:rsidRPr="00737A07" w:rsidRDefault="00737A07" w:rsidP="00737A07">
            <w:pPr>
              <w:pStyle w:val="TAL"/>
              <w:rPr>
                <w:rFonts w:cs="Arial"/>
                <w:sz w:val="16"/>
                <w:szCs w:val="16"/>
              </w:rPr>
            </w:pPr>
            <w:r w:rsidRPr="00737A07">
              <w:rPr>
                <w:sz w:val="16"/>
                <w:szCs w:val="16"/>
              </w:rPr>
              <w:t>CR Removal of square brackets from n48 NS_27 R16 CAT F</w:t>
            </w:r>
          </w:p>
        </w:tc>
        <w:tc>
          <w:tcPr>
            <w:tcW w:w="708" w:type="dxa"/>
            <w:shd w:val="solid" w:color="FFFFFF" w:fill="auto"/>
          </w:tcPr>
          <w:p w14:paraId="0193A2E0" w14:textId="2656C8EA" w:rsidR="00737A07" w:rsidRPr="00737A07" w:rsidRDefault="00737A07" w:rsidP="00737A07">
            <w:pPr>
              <w:pStyle w:val="TAL"/>
              <w:rPr>
                <w:sz w:val="16"/>
                <w:szCs w:val="16"/>
              </w:rPr>
            </w:pPr>
            <w:r w:rsidRPr="00737A07">
              <w:rPr>
                <w:sz w:val="16"/>
                <w:szCs w:val="16"/>
              </w:rPr>
              <w:t>16.8.0</w:t>
            </w:r>
          </w:p>
        </w:tc>
      </w:tr>
      <w:tr w:rsidR="00737A07" w:rsidRPr="00402599" w14:paraId="70F36889" w14:textId="77777777" w:rsidTr="00DC7196">
        <w:trPr>
          <w:jc w:val="center"/>
        </w:trPr>
        <w:tc>
          <w:tcPr>
            <w:tcW w:w="800" w:type="dxa"/>
            <w:shd w:val="solid" w:color="FFFFFF" w:fill="auto"/>
          </w:tcPr>
          <w:p w14:paraId="67E34A6E" w14:textId="6934DE6D"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5AB51CE" w14:textId="2C45E27A"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686DF844" w14:textId="53DC0BB9" w:rsidR="00737A07" w:rsidRPr="00737A07" w:rsidRDefault="00737A07" w:rsidP="00737A07">
            <w:pPr>
              <w:pStyle w:val="TAL"/>
              <w:rPr>
                <w:rFonts w:cs="Arial"/>
                <w:sz w:val="16"/>
                <w:szCs w:val="16"/>
              </w:rPr>
            </w:pPr>
            <w:r w:rsidRPr="00737A07">
              <w:rPr>
                <w:sz w:val="16"/>
                <w:szCs w:val="16"/>
              </w:rPr>
              <w:t>RP-211114</w:t>
            </w:r>
          </w:p>
        </w:tc>
        <w:tc>
          <w:tcPr>
            <w:tcW w:w="575" w:type="dxa"/>
            <w:shd w:val="solid" w:color="FFFFFF" w:fill="auto"/>
          </w:tcPr>
          <w:p w14:paraId="5DDA3DE4" w14:textId="0763D652" w:rsidR="00737A07" w:rsidRPr="00737A07" w:rsidRDefault="00737A07" w:rsidP="00737A07">
            <w:pPr>
              <w:pStyle w:val="TAL"/>
              <w:rPr>
                <w:rFonts w:cs="Arial"/>
                <w:sz w:val="16"/>
                <w:szCs w:val="16"/>
              </w:rPr>
            </w:pPr>
            <w:r w:rsidRPr="00737A07">
              <w:rPr>
                <w:sz w:val="16"/>
                <w:szCs w:val="16"/>
              </w:rPr>
              <w:t>0739</w:t>
            </w:r>
          </w:p>
        </w:tc>
        <w:tc>
          <w:tcPr>
            <w:tcW w:w="425" w:type="dxa"/>
            <w:shd w:val="solid" w:color="FFFFFF" w:fill="auto"/>
          </w:tcPr>
          <w:p w14:paraId="188530F7" w14:textId="1C21C023"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48B4451A" w14:textId="55D4C8F8"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46CBDA53" w14:textId="41D7E7C5" w:rsidR="00737A07" w:rsidRPr="00737A07" w:rsidRDefault="00737A07" w:rsidP="00737A07">
            <w:pPr>
              <w:pStyle w:val="TAL"/>
              <w:rPr>
                <w:rFonts w:cs="Arial"/>
                <w:sz w:val="16"/>
                <w:szCs w:val="16"/>
              </w:rPr>
            </w:pPr>
            <w:r w:rsidRPr="00737A07">
              <w:rPr>
                <w:sz w:val="16"/>
                <w:szCs w:val="16"/>
              </w:rPr>
              <w:t>CR TDD Intraband CA REFSENS requirement issue R16</w:t>
            </w:r>
          </w:p>
        </w:tc>
        <w:tc>
          <w:tcPr>
            <w:tcW w:w="708" w:type="dxa"/>
            <w:shd w:val="solid" w:color="FFFFFF" w:fill="auto"/>
          </w:tcPr>
          <w:p w14:paraId="158380DD" w14:textId="31EC3AF5" w:rsidR="00737A07" w:rsidRPr="00737A07" w:rsidRDefault="00737A07" w:rsidP="00737A07">
            <w:pPr>
              <w:pStyle w:val="TAL"/>
              <w:rPr>
                <w:sz w:val="16"/>
                <w:szCs w:val="16"/>
              </w:rPr>
            </w:pPr>
            <w:r w:rsidRPr="00737A07">
              <w:rPr>
                <w:sz w:val="16"/>
                <w:szCs w:val="16"/>
              </w:rPr>
              <w:t>16.8.0</w:t>
            </w:r>
          </w:p>
        </w:tc>
      </w:tr>
      <w:tr w:rsidR="00737A07" w:rsidRPr="00402599" w14:paraId="4A08B913" w14:textId="77777777" w:rsidTr="00DC7196">
        <w:trPr>
          <w:jc w:val="center"/>
        </w:trPr>
        <w:tc>
          <w:tcPr>
            <w:tcW w:w="800" w:type="dxa"/>
            <w:shd w:val="solid" w:color="FFFFFF" w:fill="auto"/>
          </w:tcPr>
          <w:p w14:paraId="44FE5032" w14:textId="100E24DC"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6B5774E3" w14:textId="09A8CACA"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152C29CB" w14:textId="3BBA98CA" w:rsidR="00737A07" w:rsidRPr="00737A07" w:rsidRDefault="00737A07" w:rsidP="00737A07">
            <w:pPr>
              <w:pStyle w:val="TAL"/>
              <w:rPr>
                <w:rFonts w:cs="Arial"/>
                <w:sz w:val="16"/>
                <w:szCs w:val="16"/>
              </w:rPr>
            </w:pPr>
            <w:r w:rsidRPr="00737A07">
              <w:rPr>
                <w:sz w:val="16"/>
                <w:szCs w:val="16"/>
              </w:rPr>
              <w:t>RP-211118</w:t>
            </w:r>
          </w:p>
        </w:tc>
        <w:tc>
          <w:tcPr>
            <w:tcW w:w="575" w:type="dxa"/>
            <w:shd w:val="solid" w:color="FFFFFF" w:fill="auto"/>
          </w:tcPr>
          <w:p w14:paraId="5A4C1800" w14:textId="5F2EAC28" w:rsidR="00737A07" w:rsidRPr="00737A07" w:rsidRDefault="00737A07" w:rsidP="00737A07">
            <w:pPr>
              <w:pStyle w:val="TAL"/>
              <w:rPr>
                <w:rFonts w:cs="Arial"/>
                <w:sz w:val="16"/>
                <w:szCs w:val="16"/>
              </w:rPr>
            </w:pPr>
            <w:r w:rsidRPr="00737A07">
              <w:rPr>
                <w:sz w:val="16"/>
                <w:szCs w:val="16"/>
              </w:rPr>
              <w:t>0744</w:t>
            </w:r>
          </w:p>
        </w:tc>
        <w:tc>
          <w:tcPr>
            <w:tcW w:w="425" w:type="dxa"/>
            <w:shd w:val="solid" w:color="FFFFFF" w:fill="auto"/>
          </w:tcPr>
          <w:p w14:paraId="3441AE3D" w14:textId="1C8F611C"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56C625C3" w14:textId="438D3C33"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0AA38E3F" w14:textId="12E354D3" w:rsidR="00737A07" w:rsidRPr="00737A07" w:rsidRDefault="00737A07" w:rsidP="00737A07">
            <w:pPr>
              <w:pStyle w:val="TAL"/>
              <w:rPr>
                <w:rFonts w:cs="Arial"/>
                <w:sz w:val="16"/>
                <w:szCs w:val="16"/>
              </w:rPr>
            </w:pPr>
            <w:r w:rsidRPr="00737A07">
              <w:rPr>
                <w:sz w:val="16"/>
                <w:szCs w:val="16"/>
              </w:rPr>
              <w:t>CR on PC1.5 HPUE SAR issue into Rel-16 TS 38.101-1</w:t>
            </w:r>
          </w:p>
        </w:tc>
        <w:tc>
          <w:tcPr>
            <w:tcW w:w="708" w:type="dxa"/>
            <w:shd w:val="solid" w:color="FFFFFF" w:fill="auto"/>
          </w:tcPr>
          <w:p w14:paraId="3F94C9A6" w14:textId="4E9EA983" w:rsidR="00737A07" w:rsidRPr="00737A07" w:rsidRDefault="00737A07" w:rsidP="00737A07">
            <w:pPr>
              <w:pStyle w:val="TAL"/>
              <w:rPr>
                <w:sz w:val="16"/>
                <w:szCs w:val="16"/>
              </w:rPr>
            </w:pPr>
            <w:r w:rsidRPr="00737A07">
              <w:rPr>
                <w:sz w:val="16"/>
                <w:szCs w:val="16"/>
              </w:rPr>
              <w:t>16.8.0</w:t>
            </w:r>
          </w:p>
        </w:tc>
      </w:tr>
      <w:tr w:rsidR="00737A07" w:rsidRPr="00402599" w14:paraId="7E3CC9AC" w14:textId="77777777" w:rsidTr="00DC7196">
        <w:trPr>
          <w:jc w:val="center"/>
        </w:trPr>
        <w:tc>
          <w:tcPr>
            <w:tcW w:w="800" w:type="dxa"/>
            <w:shd w:val="solid" w:color="FFFFFF" w:fill="auto"/>
          </w:tcPr>
          <w:p w14:paraId="41C8DB6E" w14:textId="2B786A12"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5196D5E3" w14:textId="458A0157"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229857E2" w14:textId="00845C65" w:rsidR="00737A07" w:rsidRPr="00737A07" w:rsidRDefault="00737A07" w:rsidP="00737A07">
            <w:pPr>
              <w:pStyle w:val="TAL"/>
              <w:rPr>
                <w:rFonts w:cs="Arial"/>
                <w:sz w:val="16"/>
                <w:szCs w:val="16"/>
              </w:rPr>
            </w:pPr>
            <w:r w:rsidRPr="00737A07">
              <w:rPr>
                <w:sz w:val="16"/>
                <w:szCs w:val="16"/>
              </w:rPr>
              <w:t>RP-211102</w:t>
            </w:r>
          </w:p>
        </w:tc>
        <w:tc>
          <w:tcPr>
            <w:tcW w:w="575" w:type="dxa"/>
            <w:shd w:val="solid" w:color="FFFFFF" w:fill="auto"/>
          </w:tcPr>
          <w:p w14:paraId="49703A97" w14:textId="1C4B3FE1" w:rsidR="00737A07" w:rsidRPr="00737A07" w:rsidRDefault="00737A07" w:rsidP="00737A07">
            <w:pPr>
              <w:pStyle w:val="TAL"/>
              <w:rPr>
                <w:rFonts w:cs="Arial"/>
                <w:sz w:val="16"/>
                <w:szCs w:val="16"/>
              </w:rPr>
            </w:pPr>
            <w:r w:rsidRPr="00737A07">
              <w:rPr>
                <w:sz w:val="16"/>
                <w:szCs w:val="16"/>
              </w:rPr>
              <w:t>0749</w:t>
            </w:r>
          </w:p>
        </w:tc>
        <w:tc>
          <w:tcPr>
            <w:tcW w:w="425" w:type="dxa"/>
            <w:shd w:val="solid" w:color="FFFFFF" w:fill="auto"/>
          </w:tcPr>
          <w:p w14:paraId="71848340" w14:textId="0DDE5BEE"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03AC2AA3" w14:textId="26796DFD"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7EEC5068" w14:textId="3639D77A" w:rsidR="00737A07" w:rsidRPr="00737A07" w:rsidRDefault="00737A07" w:rsidP="00737A07">
            <w:pPr>
              <w:pStyle w:val="TAL"/>
              <w:rPr>
                <w:rFonts w:cs="Arial"/>
                <w:sz w:val="16"/>
                <w:szCs w:val="16"/>
              </w:rPr>
            </w:pPr>
            <w:r w:rsidRPr="00737A07">
              <w:rPr>
                <w:sz w:val="16"/>
                <w:szCs w:val="16"/>
              </w:rPr>
              <w:t>CR on spurious emission between n40 and n41 into Rel-16 TS 38.101-1</w:t>
            </w:r>
          </w:p>
        </w:tc>
        <w:tc>
          <w:tcPr>
            <w:tcW w:w="708" w:type="dxa"/>
            <w:shd w:val="solid" w:color="FFFFFF" w:fill="auto"/>
          </w:tcPr>
          <w:p w14:paraId="4AD59187" w14:textId="37D9F5A2" w:rsidR="00737A07" w:rsidRPr="00737A07" w:rsidRDefault="00737A07" w:rsidP="00737A07">
            <w:pPr>
              <w:pStyle w:val="TAL"/>
              <w:rPr>
                <w:sz w:val="16"/>
                <w:szCs w:val="16"/>
              </w:rPr>
            </w:pPr>
            <w:r w:rsidRPr="00737A07">
              <w:rPr>
                <w:sz w:val="16"/>
                <w:szCs w:val="16"/>
              </w:rPr>
              <w:t>16.8.0</w:t>
            </w:r>
          </w:p>
        </w:tc>
      </w:tr>
      <w:tr w:rsidR="00737A07" w:rsidRPr="00402599" w14:paraId="1ABB3DA7" w14:textId="77777777" w:rsidTr="00DC7196">
        <w:trPr>
          <w:jc w:val="center"/>
        </w:trPr>
        <w:tc>
          <w:tcPr>
            <w:tcW w:w="800" w:type="dxa"/>
            <w:shd w:val="solid" w:color="FFFFFF" w:fill="auto"/>
          </w:tcPr>
          <w:p w14:paraId="7D11BF52" w14:textId="5A624769"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2CE5A619" w14:textId="075A7B10"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0121E9EC" w14:textId="70D94E74" w:rsidR="00737A07" w:rsidRPr="00737A07" w:rsidRDefault="00737A07" w:rsidP="00737A07">
            <w:pPr>
              <w:pStyle w:val="TAL"/>
              <w:rPr>
                <w:rFonts w:cs="Arial"/>
                <w:sz w:val="16"/>
                <w:szCs w:val="16"/>
              </w:rPr>
            </w:pPr>
            <w:r w:rsidRPr="00737A07">
              <w:rPr>
                <w:sz w:val="16"/>
                <w:szCs w:val="16"/>
              </w:rPr>
              <w:t>RP-211080</w:t>
            </w:r>
          </w:p>
        </w:tc>
        <w:tc>
          <w:tcPr>
            <w:tcW w:w="575" w:type="dxa"/>
            <w:shd w:val="solid" w:color="FFFFFF" w:fill="auto"/>
          </w:tcPr>
          <w:p w14:paraId="0D17B83D" w14:textId="1B7D430D" w:rsidR="00737A07" w:rsidRPr="00737A07" w:rsidRDefault="00737A07" w:rsidP="00737A07">
            <w:pPr>
              <w:pStyle w:val="TAL"/>
              <w:rPr>
                <w:rFonts w:cs="Arial"/>
                <w:sz w:val="16"/>
                <w:szCs w:val="16"/>
              </w:rPr>
            </w:pPr>
            <w:r w:rsidRPr="00737A07">
              <w:rPr>
                <w:sz w:val="16"/>
                <w:szCs w:val="16"/>
              </w:rPr>
              <w:t>0759</w:t>
            </w:r>
          </w:p>
        </w:tc>
        <w:tc>
          <w:tcPr>
            <w:tcW w:w="425" w:type="dxa"/>
            <w:shd w:val="solid" w:color="FFFFFF" w:fill="auto"/>
          </w:tcPr>
          <w:p w14:paraId="6203A3CC" w14:textId="2F820FC8"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40AFB1D2" w14:textId="2BA43F21"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2F45AC3E" w14:textId="640C3F55" w:rsidR="00737A07" w:rsidRPr="00737A07" w:rsidRDefault="00737A07" w:rsidP="00737A07">
            <w:pPr>
              <w:pStyle w:val="TAL"/>
              <w:rPr>
                <w:rFonts w:cs="Arial"/>
                <w:sz w:val="16"/>
                <w:szCs w:val="16"/>
              </w:rPr>
            </w:pPr>
            <w:r w:rsidRPr="00737A07">
              <w:rPr>
                <w:sz w:val="16"/>
                <w:szCs w:val="16"/>
              </w:rPr>
              <w:t>Correction of an improper usage of band edge relaxation for MOP</w:t>
            </w:r>
          </w:p>
        </w:tc>
        <w:tc>
          <w:tcPr>
            <w:tcW w:w="708" w:type="dxa"/>
            <w:shd w:val="solid" w:color="FFFFFF" w:fill="auto"/>
          </w:tcPr>
          <w:p w14:paraId="1EED9008" w14:textId="3FB12909" w:rsidR="00737A07" w:rsidRPr="00737A07" w:rsidRDefault="00737A07" w:rsidP="00737A07">
            <w:pPr>
              <w:pStyle w:val="TAL"/>
              <w:rPr>
                <w:sz w:val="16"/>
                <w:szCs w:val="16"/>
              </w:rPr>
            </w:pPr>
            <w:r w:rsidRPr="00737A07">
              <w:rPr>
                <w:sz w:val="16"/>
                <w:szCs w:val="16"/>
              </w:rPr>
              <w:t>16.8.0</w:t>
            </w:r>
          </w:p>
        </w:tc>
      </w:tr>
      <w:tr w:rsidR="00737A07" w:rsidRPr="00402599" w14:paraId="6F1CDCD8" w14:textId="77777777" w:rsidTr="00DC7196">
        <w:trPr>
          <w:jc w:val="center"/>
        </w:trPr>
        <w:tc>
          <w:tcPr>
            <w:tcW w:w="800" w:type="dxa"/>
            <w:shd w:val="solid" w:color="FFFFFF" w:fill="auto"/>
          </w:tcPr>
          <w:p w14:paraId="1C38F2BB" w14:textId="352FC837"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4FC4B936" w14:textId="0520B0B0"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9023F2F" w14:textId="5BA3A815" w:rsidR="00737A07" w:rsidRPr="00737A07" w:rsidRDefault="00737A07" w:rsidP="00737A07">
            <w:pPr>
              <w:pStyle w:val="TAL"/>
              <w:rPr>
                <w:rFonts w:cs="Arial"/>
                <w:sz w:val="16"/>
                <w:szCs w:val="16"/>
              </w:rPr>
            </w:pPr>
            <w:r w:rsidRPr="00737A07">
              <w:rPr>
                <w:sz w:val="16"/>
                <w:szCs w:val="16"/>
              </w:rPr>
              <w:t>RP-211085</w:t>
            </w:r>
          </w:p>
        </w:tc>
        <w:tc>
          <w:tcPr>
            <w:tcW w:w="575" w:type="dxa"/>
            <w:shd w:val="solid" w:color="FFFFFF" w:fill="auto"/>
          </w:tcPr>
          <w:p w14:paraId="763EBD7F" w14:textId="571695CD" w:rsidR="00737A07" w:rsidRPr="00737A07" w:rsidRDefault="00737A07" w:rsidP="00737A07">
            <w:pPr>
              <w:pStyle w:val="TAL"/>
              <w:rPr>
                <w:rFonts w:cs="Arial"/>
                <w:sz w:val="16"/>
                <w:szCs w:val="16"/>
              </w:rPr>
            </w:pPr>
            <w:r w:rsidRPr="00737A07">
              <w:rPr>
                <w:sz w:val="16"/>
                <w:szCs w:val="16"/>
              </w:rPr>
              <w:t>0764</w:t>
            </w:r>
          </w:p>
        </w:tc>
        <w:tc>
          <w:tcPr>
            <w:tcW w:w="425" w:type="dxa"/>
            <w:shd w:val="solid" w:color="FFFFFF" w:fill="auto"/>
          </w:tcPr>
          <w:p w14:paraId="5FF89FA8" w14:textId="77777777" w:rsidR="00737A07" w:rsidRPr="00737A07" w:rsidRDefault="00737A07" w:rsidP="00737A07">
            <w:pPr>
              <w:pStyle w:val="TAC"/>
              <w:rPr>
                <w:rFonts w:cs="Arial"/>
                <w:sz w:val="16"/>
                <w:szCs w:val="16"/>
              </w:rPr>
            </w:pPr>
          </w:p>
        </w:tc>
        <w:tc>
          <w:tcPr>
            <w:tcW w:w="425" w:type="dxa"/>
            <w:shd w:val="solid" w:color="FFFFFF" w:fill="auto"/>
          </w:tcPr>
          <w:p w14:paraId="6011C6DF" w14:textId="187DB7E3" w:rsidR="00737A07" w:rsidRPr="00737A07" w:rsidRDefault="00737A07" w:rsidP="00737A07">
            <w:pPr>
              <w:pStyle w:val="TAC"/>
              <w:rPr>
                <w:rFonts w:cs="Arial"/>
                <w:sz w:val="16"/>
                <w:szCs w:val="16"/>
              </w:rPr>
            </w:pPr>
            <w:r w:rsidRPr="00737A07">
              <w:rPr>
                <w:sz w:val="16"/>
                <w:szCs w:val="16"/>
              </w:rPr>
              <w:t>A</w:t>
            </w:r>
          </w:p>
        </w:tc>
        <w:tc>
          <w:tcPr>
            <w:tcW w:w="4962" w:type="dxa"/>
            <w:shd w:val="solid" w:color="FFFFFF" w:fill="auto"/>
          </w:tcPr>
          <w:p w14:paraId="250746DC" w14:textId="44E67BD1" w:rsidR="00737A07" w:rsidRPr="00737A07" w:rsidRDefault="00737A07" w:rsidP="00737A07">
            <w:pPr>
              <w:pStyle w:val="TAL"/>
              <w:rPr>
                <w:rFonts w:cs="Arial"/>
                <w:sz w:val="16"/>
                <w:szCs w:val="16"/>
              </w:rPr>
            </w:pPr>
            <w:r w:rsidRPr="00737A07">
              <w:rPr>
                <w:sz w:val="16"/>
                <w:szCs w:val="16"/>
              </w:rPr>
              <w:t>CR to TS38.101-1[R16]: Addition of UE co-existence requirements for n40</w:t>
            </w:r>
          </w:p>
        </w:tc>
        <w:tc>
          <w:tcPr>
            <w:tcW w:w="708" w:type="dxa"/>
            <w:shd w:val="solid" w:color="FFFFFF" w:fill="auto"/>
          </w:tcPr>
          <w:p w14:paraId="23362457" w14:textId="0A80084D" w:rsidR="00737A07" w:rsidRPr="00737A07" w:rsidRDefault="00737A07" w:rsidP="00737A07">
            <w:pPr>
              <w:pStyle w:val="TAL"/>
              <w:rPr>
                <w:sz w:val="16"/>
                <w:szCs w:val="16"/>
              </w:rPr>
            </w:pPr>
            <w:r w:rsidRPr="00737A07">
              <w:rPr>
                <w:sz w:val="16"/>
                <w:szCs w:val="16"/>
              </w:rPr>
              <w:t>16.8.0</w:t>
            </w:r>
          </w:p>
        </w:tc>
      </w:tr>
      <w:tr w:rsidR="00737A07" w:rsidRPr="00402599" w14:paraId="4CD7F77E" w14:textId="77777777" w:rsidTr="00DC7196">
        <w:trPr>
          <w:jc w:val="center"/>
        </w:trPr>
        <w:tc>
          <w:tcPr>
            <w:tcW w:w="800" w:type="dxa"/>
            <w:shd w:val="solid" w:color="FFFFFF" w:fill="auto"/>
          </w:tcPr>
          <w:p w14:paraId="41512FFF" w14:textId="52270715"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62AB2845" w14:textId="3E47A4D8"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5B34C8B7" w14:textId="3074213F" w:rsidR="00737A07" w:rsidRPr="00737A07" w:rsidRDefault="00737A07" w:rsidP="00737A07">
            <w:pPr>
              <w:pStyle w:val="TAL"/>
              <w:rPr>
                <w:rFonts w:cs="Arial"/>
                <w:sz w:val="16"/>
                <w:szCs w:val="16"/>
              </w:rPr>
            </w:pPr>
            <w:r w:rsidRPr="00737A07">
              <w:rPr>
                <w:sz w:val="16"/>
                <w:szCs w:val="16"/>
              </w:rPr>
              <w:t>RP-211115</w:t>
            </w:r>
          </w:p>
        </w:tc>
        <w:tc>
          <w:tcPr>
            <w:tcW w:w="575" w:type="dxa"/>
            <w:shd w:val="solid" w:color="FFFFFF" w:fill="auto"/>
          </w:tcPr>
          <w:p w14:paraId="1304F2AB" w14:textId="2A042DD9" w:rsidR="00737A07" w:rsidRPr="00737A07" w:rsidRDefault="00737A07" w:rsidP="00737A07">
            <w:pPr>
              <w:pStyle w:val="TAL"/>
              <w:rPr>
                <w:rFonts w:cs="Arial"/>
                <w:sz w:val="16"/>
                <w:szCs w:val="16"/>
              </w:rPr>
            </w:pPr>
            <w:r w:rsidRPr="00737A07">
              <w:rPr>
                <w:sz w:val="16"/>
                <w:szCs w:val="16"/>
              </w:rPr>
              <w:t>0767</w:t>
            </w:r>
          </w:p>
        </w:tc>
        <w:tc>
          <w:tcPr>
            <w:tcW w:w="425" w:type="dxa"/>
            <w:shd w:val="solid" w:color="FFFFFF" w:fill="auto"/>
          </w:tcPr>
          <w:p w14:paraId="3FDE49F6" w14:textId="77777777" w:rsidR="00737A07" w:rsidRPr="00737A07" w:rsidRDefault="00737A07" w:rsidP="00737A07">
            <w:pPr>
              <w:pStyle w:val="TAC"/>
              <w:rPr>
                <w:rFonts w:cs="Arial"/>
                <w:sz w:val="16"/>
                <w:szCs w:val="16"/>
              </w:rPr>
            </w:pPr>
          </w:p>
        </w:tc>
        <w:tc>
          <w:tcPr>
            <w:tcW w:w="425" w:type="dxa"/>
            <w:shd w:val="solid" w:color="FFFFFF" w:fill="auto"/>
          </w:tcPr>
          <w:p w14:paraId="4DC832EA" w14:textId="7D5FA203"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14561EF7" w14:textId="5928D5E5" w:rsidR="00737A07" w:rsidRPr="00737A07" w:rsidRDefault="00737A07" w:rsidP="00737A07">
            <w:pPr>
              <w:pStyle w:val="TAL"/>
              <w:rPr>
                <w:rFonts w:cs="Arial"/>
                <w:sz w:val="16"/>
                <w:szCs w:val="16"/>
              </w:rPr>
            </w:pPr>
            <w:r w:rsidRPr="00737A07">
              <w:rPr>
                <w:sz w:val="16"/>
                <w:szCs w:val="16"/>
              </w:rPr>
              <w:t>Correction on supported channel bandwidth for CA_n39-n41-n79</w:t>
            </w:r>
          </w:p>
        </w:tc>
        <w:tc>
          <w:tcPr>
            <w:tcW w:w="708" w:type="dxa"/>
            <w:shd w:val="solid" w:color="FFFFFF" w:fill="auto"/>
          </w:tcPr>
          <w:p w14:paraId="46EEA90B" w14:textId="6CCB3721" w:rsidR="00737A07" w:rsidRPr="00737A07" w:rsidRDefault="00737A07" w:rsidP="00737A07">
            <w:pPr>
              <w:pStyle w:val="TAL"/>
              <w:rPr>
                <w:sz w:val="16"/>
                <w:szCs w:val="16"/>
              </w:rPr>
            </w:pPr>
            <w:r w:rsidRPr="00737A07">
              <w:rPr>
                <w:sz w:val="16"/>
                <w:szCs w:val="16"/>
              </w:rPr>
              <w:t>16.8.0</w:t>
            </w:r>
          </w:p>
        </w:tc>
      </w:tr>
      <w:tr w:rsidR="00737A07" w:rsidRPr="00402599" w14:paraId="05DC0BE7" w14:textId="77777777" w:rsidTr="00DC7196">
        <w:trPr>
          <w:jc w:val="center"/>
        </w:trPr>
        <w:tc>
          <w:tcPr>
            <w:tcW w:w="800" w:type="dxa"/>
            <w:shd w:val="solid" w:color="FFFFFF" w:fill="auto"/>
          </w:tcPr>
          <w:p w14:paraId="183DDF37" w14:textId="5D8BC1BE"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8A8EE77" w14:textId="5594769B"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23D10886" w14:textId="722C2BC6" w:rsidR="00737A07" w:rsidRPr="00737A07" w:rsidRDefault="00737A07" w:rsidP="00737A07">
            <w:pPr>
              <w:pStyle w:val="TAL"/>
              <w:rPr>
                <w:rFonts w:cs="Arial"/>
                <w:sz w:val="16"/>
                <w:szCs w:val="16"/>
              </w:rPr>
            </w:pPr>
            <w:r w:rsidRPr="00737A07">
              <w:rPr>
                <w:sz w:val="16"/>
                <w:szCs w:val="16"/>
              </w:rPr>
              <w:t>RP-211114</w:t>
            </w:r>
          </w:p>
        </w:tc>
        <w:tc>
          <w:tcPr>
            <w:tcW w:w="575" w:type="dxa"/>
            <w:shd w:val="solid" w:color="FFFFFF" w:fill="auto"/>
          </w:tcPr>
          <w:p w14:paraId="2540C67C" w14:textId="58D75888" w:rsidR="00737A07" w:rsidRPr="00737A07" w:rsidRDefault="00737A07" w:rsidP="00737A07">
            <w:pPr>
              <w:pStyle w:val="TAL"/>
              <w:rPr>
                <w:rFonts w:cs="Arial"/>
                <w:sz w:val="16"/>
                <w:szCs w:val="16"/>
              </w:rPr>
            </w:pPr>
            <w:r w:rsidRPr="00737A07">
              <w:rPr>
                <w:sz w:val="16"/>
                <w:szCs w:val="16"/>
              </w:rPr>
              <w:t>0774</w:t>
            </w:r>
          </w:p>
        </w:tc>
        <w:tc>
          <w:tcPr>
            <w:tcW w:w="425" w:type="dxa"/>
            <w:shd w:val="solid" w:color="FFFFFF" w:fill="auto"/>
          </w:tcPr>
          <w:p w14:paraId="410B59AA" w14:textId="586C3498"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6B7BA7B2" w14:textId="4A2A873B"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01DD48CF" w14:textId="0EA28B49" w:rsidR="00737A07" w:rsidRPr="00737A07" w:rsidRDefault="00737A07" w:rsidP="00737A07">
            <w:pPr>
              <w:pStyle w:val="TAL"/>
              <w:rPr>
                <w:rFonts w:cs="Arial"/>
                <w:sz w:val="16"/>
                <w:szCs w:val="16"/>
              </w:rPr>
            </w:pPr>
            <w:r w:rsidRPr="00737A07">
              <w:rPr>
                <w:sz w:val="16"/>
                <w:szCs w:val="16"/>
              </w:rPr>
              <w:t>CR for correction of Rel-16 NR inter-band CA DC configuration for 2DL with up to 2 bands UL</w:t>
            </w:r>
          </w:p>
        </w:tc>
        <w:tc>
          <w:tcPr>
            <w:tcW w:w="708" w:type="dxa"/>
            <w:shd w:val="solid" w:color="FFFFFF" w:fill="auto"/>
          </w:tcPr>
          <w:p w14:paraId="213EEB78" w14:textId="4B0EDFEE" w:rsidR="00737A07" w:rsidRPr="00737A07" w:rsidRDefault="00737A07" w:rsidP="00737A07">
            <w:pPr>
              <w:pStyle w:val="TAL"/>
              <w:rPr>
                <w:sz w:val="16"/>
                <w:szCs w:val="16"/>
              </w:rPr>
            </w:pPr>
            <w:r w:rsidRPr="00737A07">
              <w:rPr>
                <w:sz w:val="16"/>
                <w:szCs w:val="16"/>
              </w:rPr>
              <w:t>16.8.0</w:t>
            </w:r>
          </w:p>
        </w:tc>
      </w:tr>
      <w:tr w:rsidR="00737A07" w:rsidRPr="00402599" w14:paraId="04B34D9E" w14:textId="77777777" w:rsidTr="00DC7196">
        <w:trPr>
          <w:jc w:val="center"/>
        </w:trPr>
        <w:tc>
          <w:tcPr>
            <w:tcW w:w="800" w:type="dxa"/>
            <w:shd w:val="solid" w:color="FFFFFF" w:fill="auto"/>
          </w:tcPr>
          <w:p w14:paraId="65C154F6" w14:textId="3B96F751"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44E55C79" w14:textId="299AC48E"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2E197882" w14:textId="23984C7C" w:rsidR="00737A07" w:rsidRPr="00737A07" w:rsidRDefault="00737A07" w:rsidP="00737A07">
            <w:pPr>
              <w:pStyle w:val="TAL"/>
              <w:rPr>
                <w:rFonts w:cs="Arial"/>
                <w:sz w:val="16"/>
                <w:szCs w:val="16"/>
              </w:rPr>
            </w:pPr>
            <w:r w:rsidRPr="00737A07">
              <w:rPr>
                <w:sz w:val="16"/>
                <w:szCs w:val="16"/>
              </w:rPr>
              <w:t>RP-211077</w:t>
            </w:r>
          </w:p>
        </w:tc>
        <w:tc>
          <w:tcPr>
            <w:tcW w:w="575" w:type="dxa"/>
            <w:shd w:val="solid" w:color="FFFFFF" w:fill="auto"/>
          </w:tcPr>
          <w:p w14:paraId="2230D1F2" w14:textId="5C92BE5F" w:rsidR="00737A07" w:rsidRPr="00737A07" w:rsidRDefault="00737A07" w:rsidP="00737A07">
            <w:pPr>
              <w:pStyle w:val="TAL"/>
              <w:rPr>
                <w:rFonts w:cs="Arial"/>
                <w:sz w:val="16"/>
                <w:szCs w:val="16"/>
              </w:rPr>
            </w:pPr>
            <w:r w:rsidRPr="00737A07">
              <w:rPr>
                <w:sz w:val="16"/>
                <w:szCs w:val="16"/>
              </w:rPr>
              <w:t>0778</w:t>
            </w:r>
          </w:p>
        </w:tc>
        <w:tc>
          <w:tcPr>
            <w:tcW w:w="425" w:type="dxa"/>
            <w:shd w:val="solid" w:color="FFFFFF" w:fill="auto"/>
          </w:tcPr>
          <w:p w14:paraId="45F2E5AA" w14:textId="049E177C"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12617FCE" w14:textId="3FF7A2C6"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4170BB88" w14:textId="0CC621E0" w:rsidR="00737A07" w:rsidRPr="00737A07" w:rsidRDefault="00737A07" w:rsidP="00737A07">
            <w:pPr>
              <w:pStyle w:val="TAL"/>
              <w:rPr>
                <w:rFonts w:cs="Arial"/>
                <w:sz w:val="16"/>
                <w:szCs w:val="16"/>
              </w:rPr>
            </w:pPr>
            <w:r w:rsidRPr="00737A07">
              <w:rPr>
                <w:sz w:val="16"/>
                <w:szCs w:val="16"/>
              </w:rPr>
              <w:t>Cleanup for UE co-existence 38.101-1 Rel-16</w:t>
            </w:r>
          </w:p>
        </w:tc>
        <w:tc>
          <w:tcPr>
            <w:tcW w:w="708" w:type="dxa"/>
            <w:shd w:val="solid" w:color="FFFFFF" w:fill="auto"/>
          </w:tcPr>
          <w:p w14:paraId="1CD72501" w14:textId="14B17984" w:rsidR="00737A07" w:rsidRPr="00737A07" w:rsidRDefault="00737A07" w:rsidP="00737A07">
            <w:pPr>
              <w:pStyle w:val="TAL"/>
              <w:rPr>
                <w:sz w:val="16"/>
                <w:szCs w:val="16"/>
              </w:rPr>
            </w:pPr>
            <w:r w:rsidRPr="00737A07">
              <w:rPr>
                <w:sz w:val="16"/>
                <w:szCs w:val="16"/>
              </w:rPr>
              <w:t>16.8.0</w:t>
            </w:r>
          </w:p>
        </w:tc>
      </w:tr>
      <w:tr w:rsidR="00737A07" w:rsidRPr="00402599" w14:paraId="783F7815" w14:textId="77777777" w:rsidTr="00DC7196">
        <w:trPr>
          <w:jc w:val="center"/>
        </w:trPr>
        <w:tc>
          <w:tcPr>
            <w:tcW w:w="800" w:type="dxa"/>
            <w:shd w:val="solid" w:color="FFFFFF" w:fill="auto"/>
          </w:tcPr>
          <w:p w14:paraId="5FE4038B" w14:textId="3173452B"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4968DB24" w14:textId="2E314456"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56ABC047" w14:textId="24BAE6C6" w:rsidR="00737A07" w:rsidRPr="00737A07" w:rsidRDefault="00737A07" w:rsidP="00737A07">
            <w:pPr>
              <w:pStyle w:val="TAL"/>
              <w:rPr>
                <w:rFonts w:cs="Arial"/>
                <w:sz w:val="16"/>
                <w:szCs w:val="16"/>
              </w:rPr>
            </w:pPr>
            <w:r w:rsidRPr="00737A07">
              <w:rPr>
                <w:sz w:val="16"/>
                <w:szCs w:val="16"/>
              </w:rPr>
              <w:t>RP-211105</w:t>
            </w:r>
          </w:p>
        </w:tc>
        <w:tc>
          <w:tcPr>
            <w:tcW w:w="575" w:type="dxa"/>
            <w:shd w:val="solid" w:color="FFFFFF" w:fill="auto"/>
          </w:tcPr>
          <w:p w14:paraId="15FC5995" w14:textId="1A2C5EA6" w:rsidR="00737A07" w:rsidRPr="00737A07" w:rsidRDefault="00737A07" w:rsidP="00737A07">
            <w:pPr>
              <w:pStyle w:val="TAL"/>
              <w:rPr>
                <w:rFonts w:cs="Arial"/>
                <w:sz w:val="16"/>
                <w:szCs w:val="16"/>
              </w:rPr>
            </w:pPr>
            <w:r w:rsidRPr="00737A07">
              <w:rPr>
                <w:sz w:val="16"/>
                <w:szCs w:val="16"/>
              </w:rPr>
              <w:t>0782</w:t>
            </w:r>
          </w:p>
        </w:tc>
        <w:tc>
          <w:tcPr>
            <w:tcW w:w="425" w:type="dxa"/>
            <w:shd w:val="solid" w:color="FFFFFF" w:fill="auto"/>
          </w:tcPr>
          <w:p w14:paraId="0D05714A" w14:textId="77777777" w:rsidR="00737A07" w:rsidRPr="00737A07" w:rsidRDefault="00737A07" w:rsidP="00737A07">
            <w:pPr>
              <w:pStyle w:val="TAC"/>
              <w:rPr>
                <w:rFonts w:cs="Arial"/>
                <w:sz w:val="16"/>
                <w:szCs w:val="16"/>
              </w:rPr>
            </w:pPr>
          </w:p>
        </w:tc>
        <w:tc>
          <w:tcPr>
            <w:tcW w:w="425" w:type="dxa"/>
            <w:shd w:val="solid" w:color="FFFFFF" w:fill="auto"/>
          </w:tcPr>
          <w:p w14:paraId="24D7D44A" w14:textId="3337BC2E"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06F7DB66" w14:textId="280E4440" w:rsidR="00737A07" w:rsidRPr="00737A07" w:rsidRDefault="00737A07" w:rsidP="00737A07">
            <w:pPr>
              <w:pStyle w:val="TAL"/>
              <w:rPr>
                <w:rFonts w:cs="Arial"/>
                <w:sz w:val="16"/>
                <w:szCs w:val="16"/>
              </w:rPr>
            </w:pPr>
            <w:r w:rsidRPr="00737A07">
              <w:rPr>
                <w:sz w:val="16"/>
                <w:szCs w:val="16"/>
              </w:rPr>
              <w:t>UL MIMO coherence for Tx switching between two carriers (Rel-16)</w:t>
            </w:r>
          </w:p>
        </w:tc>
        <w:tc>
          <w:tcPr>
            <w:tcW w:w="708" w:type="dxa"/>
            <w:shd w:val="solid" w:color="FFFFFF" w:fill="auto"/>
          </w:tcPr>
          <w:p w14:paraId="6DA89A97" w14:textId="778F7E70" w:rsidR="00737A07" w:rsidRPr="00737A07" w:rsidRDefault="00737A07" w:rsidP="00737A07">
            <w:pPr>
              <w:pStyle w:val="TAL"/>
              <w:rPr>
                <w:sz w:val="16"/>
                <w:szCs w:val="16"/>
              </w:rPr>
            </w:pPr>
            <w:r w:rsidRPr="00737A07">
              <w:rPr>
                <w:sz w:val="16"/>
                <w:szCs w:val="16"/>
              </w:rPr>
              <w:t>16.8.0</w:t>
            </w:r>
          </w:p>
        </w:tc>
      </w:tr>
      <w:tr w:rsidR="00737A07" w:rsidRPr="00402599" w14:paraId="0EB412A7" w14:textId="77777777" w:rsidTr="00DC7196">
        <w:trPr>
          <w:jc w:val="center"/>
        </w:trPr>
        <w:tc>
          <w:tcPr>
            <w:tcW w:w="800" w:type="dxa"/>
            <w:shd w:val="solid" w:color="FFFFFF" w:fill="auto"/>
          </w:tcPr>
          <w:p w14:paraId="35EEA6C1" w14:textId="3317562F"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F800DF6" w14:textId="215212BB"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0EA453A9" w14:textId="3133F679" w:rsidR="00737A07" w:rsidRPr="00737A07" w:rsidRDefault="00737A07" w:rsidP="00737A07">
            <w:pPr>
              <w:pStyle w:val="TAL"/>
              <w:rPr>
                <w:rFonts w:cs="Arial"/>
                <w:sz w:val="16"/>
                <w:szCs w:val="16"/>
              </w:rPr>
            </w:pPr>
            <w:r w:rsidRPr="00737A07">
              <w:rPr>
                <w:sz w:val="16"/>
                <w:szCs w:val="16"/>
              </w:rPr>
              <w:t>RP-211077</w:t>
            </w:r>
          </w:p>
        </w:tc>
        <w:tc>
          <w:tcPr>
            <w:tcW w:w="575" w:type="dxa"/>
            <w:shd w:val="solid" w:color="FFFFFF" w:fill="auto"/>
          </w:tcPr>
          <w:p w14:paraId="512A4433" w14:textId="7C3AFB30" w:rsidR="00737A07" w:rsidRPr="00737A07" w:rsidRDefault="00737A07" w:rsidP="00737A07">
            <w:pPr>
              <w:pStyle w:val="TAL"/>
              <w:rPr>
                <w:rFonts w:cs="Arial"/>
                <w:sz w:val="16"/>
                <w:szCs w:val="16"/>
              </w:rPr>
            </w:pPr>
            <w:r w:rsidRPr="00737A07">
              <w:rPr>
                <w:sz w:val="16"/>
                <w:szCs w:val="16"/>
              </w:rPr>
              <w:t>0785</w:t>
            </w:r>
          </w:p>
        </w:tc>
        <w:tc>
          <w:tcPr>
            <w:tcW w:w="425" w:type="dxa"/>
            <w:shd w:val="solid" w:color="FFFFFF" w:fill="auto"/>
          </w:tcPr>
          <w:p w14:paraId="5D872F25" w14:textId="77777777" w:rsidR="00737A07" w:rsidRPr="00737A07" w:rsidRDefault="00737A07" w:rsidP="00737A07">
            <w:pPr>
              <w:pStyle w:val="TAC"/>
              <w:rPr>
                <w:rFonts w:cs="Arial"/>
                <w:sz w:val="16"/>
                <w:szCs w:val="16"/>
              </w:rPr>
            </w:pPr>
          </w:p>
        </w:tc>
        <w:tc>
          <w:tcPr>
            <w:tcW w:w="425" w:type="dxa"/>
            <w:shd w:val="solid" w:color="FFFFFF" w:fill="auto"/>
          </w:tcPr>
          <w:p w14:paraId="26287762" w14:textId="7DC34F67"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7978B560" w14:textId="465D15BB" w:rsidR="00737A07" w:rsidRPr="00737A07" w:rsidRDefault="00737A07" w:rsidP="00737A07">
            <w:pPr>
              <w:pStyle w:val="TAL"/>
              <w:rPr>
                <w:rFonts w:cs="Arial"/>
                <w:sz w:val="16"/>
                <w:szCs w:val="16"/>
              </w:rPr>
            </w:pPr>
            <w:r w:rsidRPr="00737A07">
              <w:rPr>
                <w:sz w:val="16"/>
                <w:szCs w:val="16"/>
              </w:rPr>
              <w:t>CR to 38.101-1 for missing MSD due to receiver harmonic mixing for combos with n46</w:t>
            </w:r>
          </w:p>
        </w:tc>
        <w:tc>
          <w:tcPr>
            <w:tcW w:w="708" w:type="dxa"/>
            <w:shd w:val="solid" w:color="FFFFFF" w:fill="auto"/>
          </w:tcPr>
          <w:p w14:paraId="26D32EB8" w14:textId="56F28573" w:rsidR="00737A07" w:rsidRPr="00737A07" w:rsidRDefault="00737A07" w:rsidP="00737A07">
            <w:pPr>
              <w:pStyle w:val="TAL"/>
              <w:rPr>
                <w:sz w:val="16"/>
                <w:szCs w:val="16"/>
              </w:rPr>
            </w:pPr>
            <w:r w:rsidRPr="00737A07">
              <w:rPr>
                <w:sz w:val="16"/>
                <w:szCs w:val="16"/>
              </w:rPr>
              <w:t>16.8.0</w:t>
            </w:r>
          </w:p>
        </w:tc>
      </w:tr>
      <w:tr w:rsidR="00737A07" w:rsidRPr="00402599" w14:paraId="5F7FC433" w14:textId="77777777" w:rsidTr="00DC7196">
        <w:trPr>
          <w:jc w:val="center"/>
        </w:trPr>
        <w:tc>
          <w:tcPr>
            <w:tcW w:w="800" w:type="dxa"/>
            <w:shd w:val="solid" w:color="FFFFFF" w:fill="auto"/>
          </w:tcPr>
          <w:p w14:paraId="2D3C40EC" w14:textId="64A5589D"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7B9376AC" w14:textId="36456038"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633C95A0" w14:textId="318350CE" w:rsidR="00737A07" w:rsidRPr="00737A07" w:rsidRDefault="00737A07" w:rsidP="00737A07">
            <w:pPr>
              <w:pStyle w:val="TAL"/>
              <w:rPr>
                <w:rFonts w:cs="Arial"/>
                <w:sz w:val="16"/>
                <w:szCs w:val="16"/>
              </w:rPr>
            </w:pPr>
            <w:r w:rsidRPr="00737A07">
              <w:rPr>
                <w:sz w:val="16"/>
                <w:szCs w:val="16"/>
              </w:rPr>
              <w:t>RP-211077</w:t>
            </w:r>
          </w:p>
        </w:tc>
        <w:tc>
          <w:tcPr>
            <w:tcW w:w="575" w:type="dxa"/>
            <w:shd w:val="solid" w:color="FFFFFF" w:fill="auto"/>
          </w:tcPr>
          <w:p w14:paraId="2644FFC1" w14:textId="48CA2312" w:rsidR="00737A07" w:rsidRPr="00737A07" w:rsidRDefault="00737A07" w:rsidP="00737A07">
            <w:pPr>
              <w:pStyle w:val="TAL"/>
              <w:rPr>
                <w:rFonts w:cs="Arial"/>
                <w:sz w:val="16"/>
                <w:szCs w:val="16"/>
              </w:rPr>
            </w:pPr>
            <w:r w:rsidRPr="00737A07">
              <w:rPr>
                <w:sz w:val="16"/>
                <w:szCs w:val="16"/>
              </w:rPr>
              <w:t>0791</w:t>
            </w:r>
          </w:p>
        </w:tc>
        <w:tc>
          <w:tcPr>
            <w:tcW w:w="425" w:type="dxa"/>
            <w:shd w:val="solid" w:color="FFFFFF" w:fill="auto"/>
          </w:tcPr>
          <w:p w14:paraId="401466C8" w14:textId="0DB03EBC"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69B7CE10" w14:textId="3D6379EE"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4B69199F" w14:textId="7C176F89" w:rsidR="00737A07" w:rsidRPr="00737A07" w:rsidRDefault="00737A07" w:rsidP="00737A07">
            <w:pPr>
              <w:pStyle w:val="TAL"/>
              <w:rPr>
                <w:rFonts w:cs="Arial"/>
                <w:sz w:val="16"/>
                <w:szCs w:val="16"/>
              </w:rPr>
            </w:pPr>
            <w:r w:rsidRPr="00737A07">
              <w:rPr>
                <w:sz w:val="16"/>
                <w:szCs w:val="16"/>
              </w:rPr>
              <w:t>CR for updating the note of mandatory simultaneous Rx/Tx capability for FR1 NR-CA combinations</w:t>
            </w:r>
          </w:p>
        </w:tc>
        <w:tc>
          <w:tcPr>
            <w:tcW w:w="708" w:type="dxa"/>
            <w:shd w:val="solid" w:color="FFFFFF" w:fill="auto"/>
          </w:tcPr>
          <w:p w14:paraId="1A08D27D" w14:textId="30F662DF" w:rsidR="00737A07" w:rsidRPr="00737A07" w:rsidRDefault="00737A07" w:rsidP="00737A07">
            <w:pPr>
              <w:pStyle w:val="TAL"/>
              <w:rPr>
                <w:sz w:val="16"/>
                <w:szCs w:val="16"/>
              </w:rPr>
            </w:pPr>
            <w:r w:rsidRPr="00737A07">
              <w:rPr>
                <w:sz w:val="16"/>
                <w:szCs w:val="16"/>
              </w:rPr>
              <w:t>16.8.0</w:t>
            </w:r>
          </w:p>
        </w:tc>
      </w:tr>
      <w:tr w:rsidR="00737A07" w:rsidRPr="00402599" w14:paraId="002AAE0B" w14:textId="77777777" w:rsidTr="00DC7196">
        <w:trPr>
          <w:jc w:val="center"/>
        </w:trPr>
        <w:tc>
          <w:tcPr>
            <w:tcW w:w="800" w:type="dxa"/>
            <w:shd w:val="solid" w:color="FFFFFF" w:fill="auto"/>
          </w:tcPr>
          <w:p w14:paraId="4396BA9C" w14:textId="1E890E60"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0881C399" w14:textId="0AF93E0A"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75397EA6" w14:textId="15BFC84E" w:rsidR="00737A07" w:rsidRPr="00737A07" w:rsidRDefault="00737A07" w:rsidP="00737A07">
            <w:pPr>
              <w:pStyle w:val="TAL"/>
              <w:rPr>
                <w:rFonts w:cs="Arial"/>
                <w:sz w:val="16"/>
                <w:szCs w:val="16"/>
              </w:rPr>
            </w:pPr>
            <w:r w:rsidRPr="00737A07">
              <w:rPr>
                <w:sz w:val="16"/>
                <w:szCs w:val="16"/>
              </w:rPr>
              <w:t>RP-211077</w:t>
            </w:r>
          </w:p>
        </w:tc>
        <w:tc>
          <w:tcPr>
            <w:tcW w:w="575" w:type="dxa"/>
            <w:shd w:val="solid" w:color="FFFFFF" w:fill="auto"/>
          </w:tcPr>
          <w:p w14:paraId="39BC9DBE" w14:textId="2C496BD0" w:rsidR="00737A07" w:rsidRPr="00737A07" w:rsidRDefault="00737A07" w:rsidP="00737A07">
            <w:pPr>
              <w:pStyle w:val="TAL"/>
              <w:rPr>
                <w:rFonts w:cs="Arial"/>
                <w:sz w:val="16"/>
                <w:szCs w:val="16"/>
              </w:rPr>
            </w:pPr>
            <w:r w:rsidRPr="00737A07">
              <w:rPr>
                <w:sz w:val="16"/>
                <w:szCs w:val="16"/>
              </w:rPr>
              <w:t>0799</w:t>
            </w:r>
          </w:p>
        </w:tc>
        <w:tc>
          <w:tcPr>
            <w:tcW w:w="425" w:type="dxa"/>
            <w:shd w:val="solid" w:color="FFFFFF" w:fill="auto"/>
          </w:tcPr>
          <w:p w14:paraId="13FC4A2F" w14:textId="17B9E7ED"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50B69D7A" w14:textId="52032F03"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08C43833" w14:textId="2A1EDB59" w:rsidR="00737A07" w:rsidRPr="00737A07" w:rsidRDefault="00737A07" w:rsidP="00737A07">
            <w:pPr>
              <w:pStyle w:val="TAL"/>
              <w:rPr>
                <w:rFonts w:cs="Arial"/>
                <w:sz w:val="16"/>
                <w:szCs w:val="16"/>
              </w:rPr>
            </w:pPr>
            <w:r w:rsidRPr="00737A07">
              <w:rPr>
                <w:sz w:val="16"/>
                <w:szCs w:val="16"/>
              </w:rPr>
              <w:t>Correction to MPR for serving cells of intra-band UL CA</w:t>
            </w:r>
          </w:p>
        </w:tc>
        <w:tc>
          <w:tcPr>
            <w:tcW w:w="708" w:type="dxa"/>
            <w:shd w:val="solid" w:color="FFFFFF" w:fill="auto"/>
          </w:tcPr>
          <w:p w14:paraId="6AACBF10" w14:textId="773BD389" w:rsidR="00737A07" w:rsidRPr="00737A07" w:rsidRDefault="00737A07" w:rsidP="00737A07">
            <w:pPr>
              <w:pStyle w:val="TAL"/>
              <w:rPr>
                <w:sz w:val="16"/>
                <w:szCs w:val="16"/>
              </w:rPr>
            </w:pPr>
            <w:r w:rsidRPr="00737A07">
              <w:rPr>
                <w:sz w:val="16"/>
                <w:szCs w:val="16"/>
              </w:rPr>
              <w:t>16.8.0</w:t>
            </w:r>
          </w:p>
        </w:tc>
      </w:tr>
      <w:tr w:rsidR="00737A07" w:rsidRPr="00402599" w14:paraId="31A9E059" w14:textId="77777777" w:rsidTr="00DC7196">
        <w:trPr>
          <w:jc w:val="center"/>
        </w:trPr>
        <w:tc>
          <w:tcPr>
            <w:tcW w:w="800" w:type="dxa"/>
            <w:shd w:val="solid" w:color="FFFFFF" w:fill="auto"/>
          </w:tcPr>
          <w:p w14:paraId="00639EB0" w14:textId="16CDABD9"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08CB6C62" w14:textId="6B466FBB"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7F098E0E" w14:textId="7974072A" w:rsidR="00737A07" w:rsidRPr="00737A07" w:rsidRDefault="00737A07" w:rsidP="00737A07">
            <w:pPr>
              <w:pStyle w:val="TAL"/>
              <w:rPr>
                <w:rFonts w:cs="Arial"/>
                <w:sz w:val="16"/>
                <w:szCs w:val="16"/>
              </w:rPr>
            </w:pPr>
            <w:r w:rsidRPr="00737A07">
              <w:rPr>
                <w:sz w:val="16"/>
                <w:szCs w:val="16"/>
              </w:rPr>
              <w:t>RP-211095</w:t>
            </w:r>
          </w:p>
        </w:tc>
        <w:tc>
          <w:tcPr>
            <w:tcW w:w="575" w:type="dxa"/>
            <w:shd w:val="solid" w:color="FFFFFF" w:fill="auto"/>
          </w:tcPr>
          <w:p w14:paraId="2C9B9891" w14:textId="5F2F5D9B" w:rsidR="00737A07" w:rsidRPr="00737A07" w:rsidRDefault="00737A07" w:rsidP="00737A07">
            <w:pPr>
              <w:pStyle w:val="TAL"/>
              <w:rPr>
                <w:rFonts w:cs="Arial"/>
                <w:sz w:val="16"/>
                <w:szCs w:val="16"/>
              </w:rPr>
            </w:pPr>
            <w:r w:rsidRPr="00737A07">
              <w:rPr>
                <w:sz w:val="16"/>
                <w:szCs w:val="16"/>
              </w:rPr>
              <w:t>0801</w:t>
            </w:r>
          </w:p>
        </w:tc>
        <w:tc>
          <w:tcPr>
            <w:tcW w:w="425" w:type="dxa"/>
            <w:shd w:val="solid" w:color="FFFFFF" w:fill="auto"/>
          </w:tcPr>
          <w:p w14:paraId="6838CADD" w14:textId="3726E325"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65CB7878" w14:textId="69E4C221"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49D97AEB" w14:textId="7CD1B37B" w:rsidR="00737A07" w:rsidRPr="00737A07" w:rsidRDefault="00737A07" w:rsidP="00737A07">
            <w:pPr>
              <w:pStyle w:val="TAL"/>
              <w:rPr>
                <w:rFonts w:cs="Arial"/>
                <w:sz w:val="16"/>
                <w:szCs w:val="16"/>
              </w:rPr>
            </w:pPr>
            <w:r w:rsidRPr="00737A07">
              <w:rPr>
                <w:sz w:val="16"/>
                <w:szCs w:val="16"/>
              </w:rPr>
              <w:t>Corrections to BCS for n46</w:t>
            </w:r>
          </w:p>
        </w:tc>
        <w:tc>
          <w:tcPr>
            <w:tcW w:w="708" w:type="dxa"/>
            <w:shd w:val="solid" w:color="FFFFFF" w:fill="auto"/>
          </w:tcPr>
          <w:p w14:paraId="374D75B8" w14:textId="4D2F1665" w:rsidR="00737A07" w:rsidRPr="00737A07" w:rsidRDefault="00737A07" w:rsidP="00737A07">
            <w:pPr>
              <w:pStyle w:val="TAL"/>
              <w:rPr>
                <w:sz w:val="16"/>
                <w:szCs w:val="16"/>
              </w:rPr>
            </w:pPr>
            <w:r w:rsidRPr="00737A07">
              <w:rPr>
                <w:sz w:val="16"/>
                <w:szCs w:val="16"/>
              </w:rPr>
              <w:t>16.8.0</w:t>
            </w:r>
          </w:p>
        </w:tc>
      </w:tr>
      <w:tr w:rsidR="00737A07" w:rsidRPr="00402599" w14:paraId="552DDE3E" w14:textId="77777777" w:rsidTr="00DC7196">
        <w:trPr>
          <w:jc w:val="center"/>
        </w:trPr>
        <w:tc>
          <w:tcPr>
            <w:tcW w:w="800" w:type="dxa"/>
            <w:shd w:val="solid" w:color="FFFFFF" w:fill="auto"/>
          </w:tcPr>
          <w:p w14:paraId="5D107B44" w14:textId="08395937"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5C55BDBD" w14:textId="1B204543"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605CD3ED" w14:textId="7343C440" w:rsidR="00737A07" w:rsidRPr="00737A07" w:rsidRDefault="00737A07" w:rsidP="00737A07">
            <w:pPr>
              <w:pStyle w:val="TAL"/>
              <w:rPr>
                <w:rFonts w:cs="Arial"/>
                <w:sz w:val="16"/>
                <w:szCs w:val="16"/>
              </w:rPr>
            </w:pPr>
            <w:r w:rsidRPr="00737A07">
              <w:rPr>
                <w:sz w:val="16"/>
                <w:szCs w:val="16"/>
              </w:rPr>
              <w:t>RP-211095</w:t>
            </w:r>
          </w:p>
        </w:tc>
        <w:tc>
          <w:tcPr>
            <w:tcW w:w="575" w:type="dxa"/>
            <w:shd w:val="solid" w:color="FFFFFF" w:fill="auto"/>
          </w:tcPr>
          <w:p w14:paraId="643B03E3" w14:textId="07F854F7" w:rsidR="00737A07" w:rsidRPr="00737A07" w:rsidRDefault="00737A07" w:rsidP="00737A07">
            <w:pPr>
              <w:pStyle w:val="TAL"/>
              <w:rPr>
                <w:rFonts w:cs="Arial"/>
                <w:sz w:val="16"/>
                <w:szCs w:val="16"/>
              </w:rPr>
            </w:pPr>
            <w:r w:rsidRPr="00737A07">
              <w:rPr>
                <w:sz w:val="16"/>
                <w:szCs w:val="16"/>
              </w:rPr>
              <w:t>0803</w:t>
            </w:r>
          </w:p>
        </w:tc>
        <w:tc>
          <w:tcPr>
            <w:tcW w:w="425" w:type="dxa"/>
            <w:shd w:val="solid" w:color="FFFFFF" w:fill="auto"/>
          </w:tcPr>
          <w:p w14:paraId="4710FEAB" w14:textId="5CE04D90"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7206D2D7" w14:textId="240C723E"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0AD37174" w14:textId="13DF60D6" w:rsidR="00737A07" w:rsidRPr="00737A07" w:rsidRDefault="00737A07" w:rsidP="00737A07">
            <w:pPr>
              <w:pStyle w:val="TAL"/>
              <w:rPr>
                <w:rFonts w:cs="Arial"/>
                <w:sz w:val="16"/>
                <w:szCs w:val="16"/>
              </w:rPr>
            </w:pPr>
            <w:r w:rsidRPr="00737A07">
              <w:rPr>
                <w:sz w:val="16"/>
                <w:szCs w:val="16"/>
              </w:rPr>
              <w:t>Applicability of minimum requirements for shared spectrum access</w:t>
            </w:r>
          </w:p>
        </w:tc>
        <w:tc>
          <w:tcPr>
            <w:tcW w:w="708" w:type="dxa"/>
            <w:shd w:val="solid" w:color="FFFFFF" w:fill="auto"/>
          </w:tcPr>
          <w:p w14:paraId="6CB41F9E" w14:textId="227B02A0" w:rsidR="00737A07" w:rsidRPr="00737A07" w:rsidRDefault="00737A07" w:rsidP="00737A07">
            <w:pPr>
              <w:pStyle w:val="TAL"/>
              <w:rPr>
                <w:sz w:val="16"/>
                <w:szCs w:val="16"/>
              </w:rPr>
            </w:pPr>
            <w:r w:rsidRPr="00737A07">
              <w:rPr>
                <w:sz w:val="16"/>
                <w:szCs w:val="16"/>
              </w:rPr>
              <w:t>16.8.0</w:t>
            </w:r>
          </w:p>
        </w:tc>
      </w:tr>
      <w:tr w:rsidR="00737A07" w:rsidRPr="00402599" w14:paraId="7FE55AFD" w14:textId="77777777" w:rsidTr="00DC7196">
        <w:trPr>
          <w:jc w:val="center"/>
        </w:trPr>
        <w:tc>
          <w:tcPr>
            <w:tcW w:w="800" w:type="dxa"/>
            <w:shd w:val="solid" w:color="FFFFFF" w:fill="auto"/>
          </w:tcPr>
          <w:p w14:paraId="5BB3D573" w14:textId="400DCA3F"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D109052" w14:textId="6C14A17C"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1F7D50B7" w14:textId="09CCBDF8" w:rsidR="00737A07" w:rsidRPr="00737A07" w:rsidRDefault="00737A07" w:rsidP="00737A07">
            <w:pPr>
              <w:pStyle w:val="TAL"/>
              <w:rPr>
                <w:rFonts w:cs="Arial"/>
                <w:sz w:val="16"/>
                <w:szCs w:val="16"/>
              </w:rPr>
            </w:pPr>
            <w:r w:rsidRPr="00737A07">
              <w:rPr>
                <w:sz w:val="16"/>
                <w:szCs w:val="16"/>
              </w:rPr>
              <w:t>RP-211095</w:t>
            </w:r>
          </w:p>
        </w:tc>
        <w:tc>
          <w:tcPr>
            <w:tcW w:w="575" w:type="dxa"/>
            <w:shd w:val="solid" w:color="FFFFFF" w:fill="auto"/>
          </w:tcPr>
          <w:p w14:paraId="258E356E" w14:textId="0C8781B4" w:rsidR="00737A07" w:rsidRPr="00737A07" w:rsidRDefault="00737A07" w:rsidP="00737A07">
            <w:pPr>
              <w:pStyle w:val="TAL"/>
              <w:rPr>
                <w:rFonts w:cs="Arial"/>
                <w:sz w:val="16"/>
                <w:szCs w:val="16"/>
              </w:rPr>
            </w:pPr>
            <w:r w:rsidRPr="00737A07">
              <w:rPr>
                <w:sz w:val="16"/>
                <w:szCs w:val="16"/>
              </w:rPr>
              <w:t>0810</w:t>
            </w:r>
          </w:p>
        </w:tc>
        <w:tc>
          <w:tcPr>
            <w:tcW w:w="425" w:type="dxa"/>
            <w:shd w:val="solid" w:color="FFFFFF" w:fill="auto"/>
          </w:tcPr>
          <w:p w14:paraId="5BA4723C" w14:textId="77777777" w:rsidR="00737A07" w:rsidRPr="00737A07" w:rsidRDefault="00737A07" w:rsidP="00737A07">
            <w:pPr>
              <w:pStyle w:val="TAC"/>
              <w:rPr>
                <w:rFonts w:cs="Arial"/>
                <w:sz w:val="16"/>
                <w:szCs w:val="16"/>
              </w:rPr>
            </w:pPr>
          </w:p>
        </w:tc>
        <w:tc>
          <w:tcPr>
            <w:tcW w:w="425" w:type="dxa"/>
            <w:shd w:val="solid" w:color="FFFFFF" w:fill="auto"/>
          </w:tcPr>
          <w:p w14:paraId="4EBF4741" w14:textId="45878D50"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1B1D7231" w14:textId="7B929BA0" w:rsidR="00737A07" w:rsidRPr="00737A07" w:rsidRDefault="00737A07" w:rsidP="00737A07">
            <w:pPr>
              <w:pStyle w:val="TAL"/>
              <w:rPr>
                <w:rFonts w:cs="Arial"/>
                <w:sz w:val="16"/>
                <w:szCs w:val="16"/>
              </w:rPr>
            </w:pPr>
            <w:r w:rsidRPr="00737A07">
              <w:rPr>
                <w:sz w:val="16"/>
                <w:szCs w:val="16"/>
              </w:rPr>
              <w:t>CR to 38.101-1 with correction of NR-U 60 MHz and 80 MHz channels</w:t>
            </w:r>
          </w:p>
        </w:tc>
        <w:tc>
          <w:tcPr>
            <w:tcW w:w="708" w:type="dxa"/>
            <w:shd w:val="solid" w:color="FFFFFF" w:fill="auto"/>
          </w:tcPr>
          <w:p w14:paraId="53B272A7" w14:textId="6420771C" w:rsidR="00737A07" w:rsidRPr="00737A07" w:rsidRDefault="00737A07" w:rsidP="00737A07">
            <w:pPr>
              <w:pStyle w:val="TAL"/>
              <w:rPr>
                <w:sz w:val="16"/>
                <w:szCs w:val="16"/>
              </w:rPr>
            </w:pPr>
            <w:r w:rsidRPr="00737A07">
              <w:rPr>
                <w:sz w:val="16"/>
                <w:szCs w:val="16"/>
              </w:rPr>
              <w:t>16.8.0</w:t>
            </w:r>
          </w:p>
        </w:tc>
      </w:tr>
      <w:tr w:rsidR="00737A07" w:rsidRPr="00402599" w14:paraId="44367E67" w14:textId="77777777" w:rsidTr="00DC7196">
        <w:trPr>
          <w:jc w:val="center"/>
        </w:trPr>
        <w:tc>
          <w:tcPr>
            <w:tcW w:w="800" w:type="dxa"/>
            <w:shd w:val="solid" w:color="FFFFFF" w:fill="auto"/>
          </w:tcPr>
          <w:p w14:paraId="1CE09273" w14:textId="6E8400A3"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6E5F070A" w14:textId="59197150"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E9DEC7D" w14:textId="0EA08A2B" w:rsidR="00737A07" w:rsidRPr="00737A07" w:rsidRDefault="00737A07" w:rsidP="00737A07">
            <w:pPr>
              <w:pStyle w:val="TAL"/>
              <w:rPr>
                <w:rFonts w:cs="Arial"/>
                <w:sz w:val="16"/>
                <w:szCs w:val="16"/>
              </w:rPr>
            </w:pPr>
            <w:r w:rsidRPr="00737A07">
              <w:rPr>
                <w:sz w:val="16"/>
                <w:szCs w:val="16"/>
              </w:rPr>
              <w:t>RP-211086</w:t>
            </w:r>
          </w:p>
        </w:tc>
        <w:tc>
          <w:tcPr>
            <w:tcW w:w="575" w:type="dxa"/>
            <w:shd w:val="solid" w:color="FFFFFF" w:fill="auto"/>
          </w:tcPr>
          <w:p w14:paraId="1B8659F2" w14:textId="7C45155E" w:rsidR="00737A07" w:rsidRPr="00737A07" w:rsidRDefault="00737A07" w:rsidP="00737A07">
            <w:pPr>
              <w:pStyle w:val="TAL"/>
              <w:rPr>
                <w:rFonts w:cs="Arial"/>
                <w:sz w:val="16"/>
                <w:szCs w:val="16"/>
              </w:rPr>
            </w:pPr>
            <w:r w:rsidRPr="00737A07">
              <w:rPr>
                <w:sz w:val="16"/>
                <w:szCs w:val="16"/>
              </w:rPr>
              <w:t>0813</w:t>
            </w:r>
          </w:p>
        </w:tc>
        <w:tc>
          <w:tcPr>
            <w:tcW w:w="425" w:type="dxa"/>
            <w:shd w:val="solid" w:color="FFFFFF" w:fill="auto"/>
          </w:tcPr>
          <w:p w14:paraId="0C3546EC" w14:textId="77777777" w:rsidR="00737A07" w:rsidRPr="00737A07" w:rsidRDefault="00737A07" w:rsidP="00737A07">
            <w:pPr>
              <w:pStyle w:val="TAC"/>
              <w:rPr>
                <w:rFonts w:cs="Arial"/>
                <w:sz w:val="16"/>
                <w:szCs w:val="16"/>
              </w:rPr>
            </w:pPr>
          </w:p>
        </w:tc>
        <w:tc>
          <w:tcPr>
            <w:tcW w:w="425" w:type="dxa"/>
            <w:shd w:val="solid" w:color="FFFFFF" w:fill="auto"/>
          </w:tcPr>
          <w:p w14:paraId="72EE9370" w14:textId="0151B927"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459B295F" w14:textId="42693792" w:rsidR="00737A07" w:rsidRPr="00737A07" w:rsidRDefault="00737A07" w:rsidP="00737A07">
            <w:pPr>
              <w:pStyle w:val="TAL"/>
              <w:rPr>
                <w:rFonts w:cs="Arial"/>
                <w:sz w:val="16"/>
                <w:szCs w:val="16"/>
              </w:rPr>
            </w:pPr>
            <w:r w:rsidRPr="00737A07">
              <w:rPr>
                <w:sz w:val="16"/>
                <w:szCs w:val="16"/>
              </w:rPr>
              <w:t>CR for Rel-16 38.101-1 to correct some errors in Delta TIB and Delta RIB table</w:t>
            </w:r>
          </w:p>
        </w:tc>
        <w:tc>
          <w:tcPr>
            <w:tcW w:w="708" w:type="dxa"/>
            <w:shd w:val="solid" w:color="FFFFFF" w:fill="auto"/>
          </w:tcPr>
          <w:p w14:paraId="6C8EFAC0" w14:textId="4C8655D9" w:rsidR="00737A07" w:rsidRPr="00737A07" w:rsidRDefault="00737A07" w:rsidP="00737A07">
            <w:pPr>
              <w:pStyle w:val="TAL"/>
              <w:rPr>
                <w:sz w:val="16"/>
                <w:szCs w:val="16"/>
              </w:rPr>
            </w:pPr>
            <w:r w:rsidRPr="00737A07">
              <w:rPr>
                <w:sz w:val="16"/>
                <w:szCs w:val="16"/>
              </w:rPr>
              <w:t>16.8.0</w:t>
            </w:r>
          </w:p>
        </w:tc>
      </w:tr>
      <w:tr w:rsidR="00737A07" w:rsidRPr="00402599" w14:paraId="6B9E6EE1" w14:textId="77777777" w:rsidTr="00DC7196">
        <w:trPr>
          <w:jc w:val="center"/>
        </w:trPr>
        <w:tc>
          <w:tcPr>
            <w:tcW w:w="800" w:type="dxa"/>
            <w:shd w:val="solid" w:color="FFFFFF" w:fill="auto"/>
          </w:tcPr>
          <w:p w14:paraId="799C098F" w14:textId="401CECE5"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7227B279" w14:textId="30B8D712"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77F6D227" w14:textId="3FE15A81" w:rsidR="00737A07" w:rsidRPr="00737A07" w:rsidRDefault="00737A07" w:rsidP="00737A07">
            <w:pPr>
              <w:pStyle w:val="TAL"/>
              <w:rPr>
                <w:rFonts w:cs="Arial"/>
                <w:sz w:val="16"/>
                <w:szCs w:val="16"/>
              </w:rPr>
            </w:pPr>
            <w:r w:rsidRPr="00737A07">
              <w:rPr>
                <w:sz w:val="16"/>
                <w:szCs w:val="16"/>
              </w:rPr>
              <w:t>RP-211086</w:t>
            </w:r>
          </w:p>
        </w:tc>
        <w:tc>
          <w:tcPr>
            <w:tcW w:w="575" w:type="dxa"/>
            <w:shd w:val="solid" w:color="FFFFFF" w:fill="auto"/>
          </w:tcPr>
          <w:p w14:paraId="52E9084B" w14:textId="3738C657" w:rsidR="00737A07" w:rsidRPr="00737A07" w:rsidRDefault="00737A07" w:rsidP="00737A07">
            <w:pPr>
              <w:pStyle w:val="TAL"/>
              <w:rPr>
                <w:rFonts w:cs="Arial"/>
                <w:sz w:val="16"/>
                <w:szCs w:val="16"/>
              </w:rPr>
            </w:pPr>
            <w:r w:rsidRPr="00737A07">
              <w:rPr>
                <w:sz w:val="16"/>
                <w:szCs w:val="16"/>
              </w:rPr>
              <w:t>0815</w:t>
            </w:r>
          </w:p>
        </w:tc>
        <w:tc>
          <w:tcPr>
            <w:tcW w:w="425" w:type="dxa"/>
            <w:shd w:val="solid" w:color="FFFFFF" w:fill="auto"/>
          </w:tcPr>
          <w:p w14:paraId="50F01543" w14:textId="77777777" w:rsidR="00737A07" w:rsidRPr="00737A07" w:rsidRDefault="00737A07" w:rsidP="00737A07">
            <w:pPr>
              <w:pStyle w:val="TAC"/>
              <w:rPr>
                <w:rFonts w:cs="Arial"/>
                <w:sz w:val="16"/>
                <w:szCs w:val="16"/>
              </w:rPr>
            </w:pPr>
          </w:p>
        </w:tc>
        <w:tc>
          <w:tcPr>
            <w:tcW w:w="425" w:type="dxa"/>
            <w:shd w:val="solid" w:color="FFFFFF" w:fill="auto"/>
          </w:tcPr>
          <w:p w14:paraId="256C9A63" w14:textId="181DC1CA"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526B82C8" w14:textId="5985ABFC" w:rsidR="00737A07" w:rsidRPr="00737A07" w:rsidRDefault="00737A07" w:rsidP="00737A07">
            <w:pPr>
              <w:pStyle w:val="TAL"/>
              <w:rPr>
                <w:rFonts w:cs="Arial"/>
                <w:sz w:val="16"/>
                <w:szCs w:val="16"/>
              </w:rPr>
            </w:pPr>
            <w:r w:rsidRPr="00737A07">
              <w:rPr>
                <w:sz w:val="16"/>
                <w:szCs w:val="16"/>
              </w:rPr>
              <w:t>CR for 38.101-1 Rel16 corrections on power tolerance for intra-band contiguous CA</w:t>
            </w:r>
          </w:p>
        </w:tc>
        <w:tc>
          <w:tcPr>
            <w:tcW w:w="708" w:type="dxa"/>
            <w:shd w:val="solid" w:color="FFFFFF" w:fill="auto"/>
          </w:tcPr>
          <w:p w14:paraId="0185230E" w14:textId="58983627" w:rsidR="00737A07" w:rsidRPr="00737A07" w:rsidRDefault="00737A07" w:rsidP="00737A07">
            <w:pPr>
              <w:pStyle w:val="TAL"/>
              <w:rPr>
                <w:sz w:val="16"/>
                <w:szCs w:val="16"/>
              </w:rPr>
            </w:pPr>
            <w:r w:rsidRPr="00737A07">
              <w:rPr>
                <w:sz w:val="16"/>
                <w:szCs w:val="16"/>
              </w:rPr>
              <w:t>16.8.0</w:t>
            </w:r>
          </w:p>
        </w:tc>
      </w:tr>
      <w:tr w:rsidR="00737A07" w:rsidRPr="00402599" w14:paraId="4B142ABF" w14:textId="77777777" w:rsidTr="00DC7196">
        <w:trPr>
          <w:jc w:val="center"/>
        </w:trPr>
        <w:tc>
          <w:tcPr>
            <w:tcW w:w="800" w:type="dxa"/>
            <w:shd w:val="solid" w:color="FFFFFF" w:fill="auto"/>
          </w:tcPr>
          <w:p w14:paraId="3810A0AE" w14:textId="3E1FAB20"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70F10AA6" w14:textId="5FF4BF71"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6A328188" w14:textId="4359DA42" w:rsidR="00737A07" w:rsidRPr="00737A07" w:rsidRDefault="00737A07" w:rsidP="00737A07">
            <w:pPr>
              <w:pStyle w:val="TAL"/>
              <w:rPr>
                <w:rFonts w:cs="Arial"/>
                <w:sz w:val="16"/>
                <w:szCs w:val="16"/>
              </w:rPr>
            </w:pPr>
            <w:r w:rsidRPr="00737A07">
              <w:rPr>
                <w:sz w:val="16"/>
                <w:szCs w:val="16"/>
              </w:rPr>
              <w:t>RP-211101</w:t>
            </w:r>
          </w:p>
        </w:tc>
        <w:tc>
          <w:tcPr>
            <w:tcW w:w="575" w:type="dxa"/>
            <w:shd w:val="solid" w:color="FFFFFF" w:fill="auto"/>
          </w:tcPr>
          <w:p w14:paraId="2EA028BB" w14:textId="48A01A94" w:rsidR="00737A07" w:rsidRPr="00737A07" w:rsidRDefault="00737A07" w:rsidP="00737A07">
            <w:pPr>
              <w:pStyle w:val="TAL"/>
              <w:rPr>
                <w:rFonts w:cs="Arial"/>
                <w:sz w:val="16"/>
                <w:szCs w:val="16"/>
              </w:rPr>
            </w:pPr>
            <w:r w:rsidRPr="00737A07">
              <w:rPr>
                <w:sz w:val="16"/>
                <w:szCs w:val="16"/>
              </w:rPr>
              <w:t>0820</w:t>
            </w:r>
          </w:p>
        </w:tc>
        <w:tc>
          <w:tcPr>
            <w:tcW w:w="425" w:type="dxa"/>
            <w:shd w:val="solid" w:color="FFFFFF" w:fill="auto"/>
          </w:tcPr>
          <w:p w14:paraId="51475E1B" w14:textId="41288272"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39F21949" w14:textId="4A2131B8"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17C0D971" w14:textId="7823DB7A" w:rsidR="00737A07" w:rsidRPr="00737A07" w:rsidRDefault="00737A07" w:rsidP="00737A07">
            <w:pPr>
              <w:pStyle w:val="TAL"/>
              <w:rPr>
                <w:rFonts w:cs="Arial"/>
                <w:sz w:val="16"/>
                <w:szCs w:val="16"/>
              </w:rPr>
            </w:pPr>
            <w:r w:rsidRPr="00737A07">
              <w:rPr>
                <w:sz w:val="16"/>
                <w:szCs w:val="16"/>
              </w:rPr>
              <w:t>CR for 38.101-1 to correct AMPR value for NR V2X NS_52(Rel-16)</w:t>
            </w:r>
          </w:p>
        </w:tc>
        <w:tc>
          <w:tcPr>
            <w:tcW w:w="708" w:type="dxa"/>
            <w:shd w:val="solid" w:color="FFFFFF" w:fill="auto"/>
          </w:tcPr>
          <w:p w14:paraId="5C62884F" w14:textId="62626B94" w:rsidR="00737A07" w:rsidRPr="00737A07" w:rsidRDefault="00737A07" w:rsidP="00737A07">
            <w:pPr>
              <w:pStyle w:val="TAL"/>
              <w:rPr>
                <w:sz w:val="16"/>
                <w:szCs w:val="16"/>
              </w:rPr>
            </w:pPr>
            <w:r w:rsidRPr="00737A07">
              <w:rPr>
                <w:sz w:val="16"/>
                <w:szCs w:val="16"/>
              </w:rPr>
              <w:t>16.8.0</w:t>
            </w:r>
          </w:p>
        </w:tc>
      </w:tr>
      <w:tr w:rsidR="00737A07" w:rsidRPr="00402599" w14:paraId="4DD0E5C2" w14:textId="77777777" w:rsidTr="00DC7196">
        <w:trPr>
          <w:jc w:val="center"/>
        </w:trPr>
        <w:tc>
          <w:tcPr>
            <w:tcW w:w="800" w:type="dxa"/>
            <w:shd w:val="solid" w:color="FFFFFF" w:fill="auto"/>
          </w:tcPr>
          <w:p w14:paraId="6DB546FD" w14:textId="4B614391"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5E7158A3" w14:textId="6D69F2A1"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3D624174" w14:textId="6916F62F" w:rsidR="00737A07" w:rsidRPr="00737A07" w:rsidRDefault="00737A07" w:rsidP="00737A07">
            <w:pPr>
              <w:pStyle w:val="TAL"/>
              <w:rPr>
                <w:rFonts w:cs="Arial"/>
                <w:sz w:val="16"/>
                <w:szCs w:val="16"/>
              </w:rPr>
            </w:pPr>
            <w:r w:rsidRPr="00737A07">
              <w:rPr>
                <w:sz w:val="16"/>
                <w:szCs w:val="16"/>
              </w:rPr>
              <w:t>RP-211107</w:t>
            </w:r>
          </w:p>
        </w:tc>
        <w:tc>
          <w:tcPr>
            <w:tcW w:w="575" w:type="dxa"/>
            <w:shd w:val="solid" w:color="FFFFFF" w:fill="auto"/>
          </w:tcPr>
          <w:p w14:paraId="7D75C99E" w14:textId="767D45AB" w:rsidR="00737A07" w:rsidRPr="00737A07" w:rsidRDefault="00737A07" w:rsidP="00737A07">
            <w:pPr>
              <w:pStyle w:val="TAL"/>
              <w:rPr>
                <w:rFonts w:cs="Arial"/>
                <w:sz w:val="16"/>
                <w:szCs w:val="16"/>
              </w:rPr>
            </w:pPr>
            <w:r w:rsidRPr="00737A07">
              <w:rPr>
                <w:sz w:val="16"/>
                <w:szCs w:val="16"/>
              </w:rPr>
              <w:t>0822</w:t>
            </w:r>
          </w:p>
        </w:tc>
        <w:tc>
          <w:tcPr>
            <w:tcW w:w="425" w:type="dxa"/>
            <w:shd w:val="solid" w:color="FFFFFF" w:fill="auto"/>
          </w:tcPr>
          <w:p w14:paraId="2AC4A15E" w14:textId="77777777" w:rsidR="00737A07" w:rsidRPr="00737A07" w:rsidRDefault="00737A07" w:rsidP="00737A07">
            <w:pPr>
              <w:pStyle w:val="TAC"/>
              <w:rPr>
                <w:rFonts w:cs="Arial"/>
                <w:sz w:val="16"/>
                <w:szCs w:val="16"/>
              </w:rPr>
            </w:pPr>
          </w:p>
        </w:tc>
        <w:tc>
          <w:tcPr>
            <w:tcW w:w="425" w:type="dxa"/>
            <w:shd w:val="solid" w:color="FFFFFF" w:fill="auto"/>
          </w:tcPr>
          <w:p w14:paraId="546F6D70" w14:textId="3EE6AB8E"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51C636CE" w14:textId="12A7DDF8" w:rsidR="00737A07" w:rsidRPr="00737A07" w:rsidRDefault="00737A07" w:rsidP="00737A07">
            <w:pPr>
              <w:pStyle w:val="TAL"/>
              <w:rPr>
                <w:rFonts w:cs="Arial"/>
                <w:sz w:val="16"/>
                <w:szCs w:val="16"/>
              </w:rPr>
            </w:pPr>
            <w:r w:rsidRPr="00737A07">
              <w:rPr>
                <w:sz w:val="16"/>
                <w:szCs w:val="16"/>
              </w:rPr>
              <w:t>CR to TS38.101-1: Correction on configured transmitted power for NR non-contiguous CA</w:t>
            </w:r>
          </w:p>
        </w:tc>
        <w:tc>
          <w:tcPr>
            <w:tcW w:w="708" w:type="dxa"/>
            <w:shd w:val="solid" w:color="FFFFFF" w:fill="auto"/>
          </w:tcPr>
          <w:p w14:paraId="3C3163DD" w14:textId="74C5FECE" w:rsidR="00737A07" w:rsidRPr="00737A07" w:rsidRDefault="00737A07" w:rsidP="00737A07">
            <w:pPr>
              <w:pStyle w:val="TAL"/>
              <w:rPr>
                <w:sz w:val="16"/>
                <w:szCs w:val="16"/>
              </w:rPr>
            </w:pPr>
            <w:r w:rsidRPr="00737A07">
              <w:rPr>
                <w:sz w:val="16"/>
                <w:szCs w:val="16"/>
              </w:rPr>
              <w:t>16.8.0</w:t>
            </w:r>
          </w:p>
        </w:tc>
      </w:tr>
      <w:tr w:rsidR="00737A07" w:rsidRPr="00402599" w14:paraId="7A779013" w14:textId="77777777" w:rsidTr="00DC7196">
        <w:trPr>
          <w:jc w:val="center"/>
        </w:trPr>
        <w:tc>
          <w:tcPr>
            <w:tcW w:w="800" w:type="dxa"/>
            <w:shd w:val="solid" w:color="FFFFFF" w:fill="auto"/>
          </w:tcPr>
          <w:p w14:paraId="620B2076" w14:textId="148E0C58"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5FE938AA" w14:textId="287C3734"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112FBDE2" w14:textId="30EF4B9B" w:rsidR="00737A07" w:rsidRPr="00737A07" w:rsidRDefault="00737A07" w:rsidP="00737A07">
            <w:pPr>
              <w:pStyle w:val="TAL"/>
              <w:rPr>
                <w:rFonts w:cs="Arial"/>
                <w:sz w:val="16"/>
                <w:szCs w:val="16"/>
              </w:rPr>
            </w:pPr>
            <w:r w:rsidRPr="00737A07">
              <w:rPr>
                <w:sz w:val="16"/>
                <w:szCs w:val="16"/>
              </w:rPr>
              <w:t>RP-211115</w:t>
            </w:r>
          </w:p>
        </w:tc>
        <w:tc>
          <w:tcPr>
            <w:tcW w:w="575" w:type="dxa"/>
            <w:shd w:val="solid" w:color="FFFFFF" w:fill="auto"/>
          </w:tcPr>
          <w:p w14:paraId="6F943EB2" w14:textId="325038EF" w:rsidR="00737A07" w:rsidRPr="00737A07" w:rsidRDefault="00737A07" w:rsidP="00737A07">
            <w:pPr>
              <w:pStyle w:val="TAL"/>
              <w:rPr>
                <w:rFonts w:cs="Arial"/>
                <w:sz w:val="16"/>
                <w:szCs w:val="16"/>
              </w:rPr>
            </w:pPr>
            <w:r w:rsidRPr="00737A07">
              <w:rPr>
                <w:sz w:val="16"/>
                <w:szCs w:val="16"/>
              </w:rPr>
              <w:t>0824</w:t>
            </w:r>
          </w:p>
        </w:tc>
        <w:tc>
          <w:tcPr>
            <w:tcW w:w="425" w:type="dxa"/>
            <w:shd w:val="solid" w:color="FFFFFF" w:fill="auto"/>
          </w:tcPr>
          <w:p w14:paraId="25362A54" w14:textId="77777777" w:rsidR="00737A07" w:rsidRPr="00737A07" w:rsidRDefault="00737A07" w:rsidP="00737A07">
            <w:pPr>
              <w:pStyle w:val="TAC"/>
              <w:rPr>
                <w:rFonts w:cs="Arial"/>
                <w:sz w:val="16"/>
                <w:szCs w:val="16"/>
              </w:rPr>
            </w:pPr>
          </w:p>
        </w:tc>
        <w:tc>
          <w:tcPr>
            <w:tcW w:w="425" w:type="dxa"/>
            <w:shd w:val="solid" w:color="FFFFFF" w:fill="auto"/>
          </w:tcPr>
          <w:p w14:paraId="2A028F24" w14:textId="4AA4F434"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3F3A1B84" w14:textId="4CFB364E" w:rsidR="00737A07" w:rsidRPr="00737A07" w:rsidRDefault="00737A07" w:rsidP="00737A07">
            <w:pPr>
              <w:pStyle w:val="TAL"/>
              <w:rPr>
                <w:rFonts w:cs="Arial"/>
                <w:sz w:val="16"/>
                <w:szCs w:val="16"/>
              </w:rPr>
            </w:pPr>
            <w:r w:rsidRPr="00737A07">
              <w:rPr>
                <w:sz w:val="16"/>
                <w:szCs w:val="16"/>
              </w:rPr>
              <w:t>CR to TS38.101-1: Add missing CA_n1A-n3A-n78A</w:t>
            </w:r>
          </w:p>
        </w:tc>
        <w:tc>
          <w:tcPr>
            <w:tcW w:w="708" w:type="dxa"/>
            <w:shd w:val="solid" w:color="FFFFFF" w:fill="auto"/>
          </w:tcPr>
          <w:p w14:paraId="333E5CB6" w14:textId="6ACD1035" w:rsidR="00737A07" w:rsidRPr="00737A07" w:rsidRDefault="00737A07" w:rsidP="00737A07">
            <w:pPr>
              <w:pStyle w:val="TAL"/>
              <w:rPr>
                <w:sz w:val="16"/>
                <w:szCs w:val="16"/>
              </w:rPr>
            </w:pPr>
            <w:r w:rsidRPr="00737A07">
              <w:rPr>
                <w:sz w:val="16"/>
                <w:szCs w:val="16"/>
              </w:rPr>
              <w:t>16.8.0</w:t>
            </w:r>
          </w:p>
        </w:tc>
      </w:tr>
      <w:tr w:rsidR="00737A07" w:rsidRPr="00402599" w14:paraId="1FE08A8C" w14:textId="77777777" w:rsidTr="00DC7196">
        <w:trPr>
          <w:jc w:val="center"/>
        </w:trPr>
        <w:tc>
          <w:tcPr>
            <w:tcW w:w="800" w:type="dxa"/>
            <w:shd w:val="solid" w:color="FFFFFF" w:fill="auto"/>
          </w:tcPr>
          <w:p w14:paraId="7E915794" w14:textId="405E9850"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28D9D602" w14:textId="0806076A"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7F3CD56" w14:textId="67344DAD" w:rsidR="00737A07" w:rsidRPr="00737A07" w:rsidRDefault="00737A07" w:rsidP="00737A07">
            <w:pPr>
              <w:pStyle w:val="TAL"/>
              <w:rPr>
                <w:rFonts w:cs="Arial"/>
                <w:sz w:val="16"/>
                <w:szCs w:val="16"/>
              </w:rPr>
            </w:pPr>
            <w:r w:rsidRPr="00737A07">
              <w:rPr>
                <w:sz w:val="16"/>
                <w:szCs w:val="16"/>
              </w:rPr>
              <w:t>RP-211095</w:t>
            </w:r>
          </w:p>
        </w:tc>
        <w:tc>
          <w:tcPr>
            <w:tcW w:w="575" w:type="dxa"/>
            <w:shd w:val="solid" w:color="FFFFFF" w:fill="auto"/>
          </w:tcPr>
          <w:p w14:paraId="6F194870" w14:textId="35393E64" w:rsidR="00737A07" w:rsidRPr="00737A07" w:rsidRDefault="00737A07" w:rsidP="00737A07">
            <w:pPr>
              <w:pStyle w:val="TAL"/>
              <w:rPr>
                <w:rFonts w:cs="Arial"/>
                <w:sz w:val="16"/>
                <w:szCs w:val="16"/>
              </w:rPr>
            </w:pPr>
            <w:r w:rsidRPr="00737A07">
              <w:rPr>
                <w:sz w:val="16"/>
                <w:szCs w:val="16"/>
              </w:rPr>
              <w:t>0835</w:t>
            </w:r>
          </w:p>
        </w:tc>
        <w:tc>
          <w:tcPr>
            <w:tcW w:w="425" w:type="dxa"/>
            <w:shd w:val="solid" w:color="FFFFFF" w:fill="auto"/>
          </w:tcPr>
          <w:p w14:paraId="37FCD59E" w14:textId="77777777" w:rsidR="00737A07" w:rsidRPr="00737A07" w:rsidRDefault="00737A07" w:rsidP="00737A07">
            <w:pPr>
              <w:pStyle w:val="TAC"/>
              <w:rPr>
                <w:rFonts w:cs="Arial"/>
                <w:sz w:val="16"/>
                <w:szCs w:val="16"/>
              </w:rPr>
            </w:pPr>
          </w:p>
        </w:tc>
        <w:tc>
          <w:tcPr>
            <w:tcW w:w="425" w:type="dxa"/>
            <w:shd w:val="solid" w:color="FFFFFF" w:fill="auto"/>
          </w:tcPr>
          <w:p w14:paraId="799BDBA5" w14:textId="701B5173"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6B46538E" w14:textId="5C5F258D" w:rsidR="00737A07" w:rsidRPr="00737A07" w:rsidRDefault="00737A07" w:rsidP="00737A07">
            <w:pPr>
              <w:pStyle w:val="TAL"/>
              <w:rPr>
                <w:rFonts w:cs="Arial"/>
                <w:sz w:val="16"/>
                <w:szCs w:val="16"/>
              </w:rPr>
            </w:pPr>
            <w:r w:rsidRPr="00737A07">
              <w:rPr>
                <w:sz w:val="16"/>
                <w:szCs w:val="16"/>
              </w:rPr>
              <w:t>Applicability of requirements for intra-band contiguous CA</w:t>
            </w:r>
          </w:p>
        </w:tc>
        <w:tc>
          <w:tcPr>
            <w:tcW w:w="708" w:type="dxa"/>
            <w:shd w:val="solid" w:color="FFFFFF" w:fill="auto"/>
          </w:tcPr>
          <w:p w14:paraId="0400704A" w14:textId="57F3A655" w:rsidR="00737A07" w:rsidRPr="00737A07" w:rsidRDefault="00737A07" w:rsidP="00737A07">
            <w:pPr>
              <w:pStyle w:val="TAL"/>
              <w:rPr>
                <w:sz w:val="16"/>
                <w:szCs w:val="16"/>
              </w:rPr>
            </w:pPr>
            <w:r w:rsidRPr="00737A07">
              <w:rPr>
                <w:sz w:val="16"/>
                <w:szCs w:val="16"/>
              </w:rPr>
              <w:t>16.8.0</w:t>
            </w:r>
          </w:p>
        </w:tc>
      </w:tr>
      <w:tr w:rsidR="00737A07" w:rsidRPr="00402599" w14:paraId="4BC93A5C" w14:textId="77777777" w:rsidTr="00DC7196">
        <w:trPr>
          <w:jc w:val="center"/>
        </w:trPr>
        <w:tc>
          <w:tcPr>
            <w:tcW w:w="800" w:type="dxa"/>
            <w:shd w:val="solid" w:color="FFFFFF" w:fill="auto"/>
          </w:tcPr>
          <w:p w14:paraId="042FD12A" w14:textId="6A571285"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3977E37E" w14:textId="296E6E2E"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75F2B32" w14:textId="5C94D3EA" w:rsidR="00737A07" w:rsidRPr="00737A07" w:rsidRDefault="00737A07" w:rsidP="00737A07">
            <w:pPr>
              <w:pStyle w:val="TAL"/>
              <w:rPr>
                <w:rFonts w:cs="Arial"/>
                <w:sz w:val="16"/>
                <w:szCs w:val="16"/>
              </w:rPr>
            </w:pPr>
            <w:r w:rsidRPr="00737A07">
              <w:rPr>
                <w:sz w:val="16"/>
                <w:szCs w:val="16"/>
              </w:rPr>
              <w:t>RP-211102</w:t>
            </w:r>
          </w:p>
        </w:tc>
        <w:tc>
          <w:tcPr>
            <w:tcW w:w="575" w:type="dxa"/>
            <w:shd w:val="solid" w:color="FFFFFF" w:fill="auto"/>
          </w:tcPr>
          <w:p w14:paraId="2908EF83" w14:textId="6310A1C9" w:rsidR="00737A07" w:rsidRPr="00737A07" w:rsidRDefault="00737A07" w:rsidP="00737A07">
            <w:pPr>
              <w:pStyle w:val="TAL"/>
              <w:rPr>
                <w:rFonts w:cs="Arial"/>
                <w:sz w:val="16"/>
                <w:szCs w:val="16"/>
              </w:rPr>
            </w:pPr>
            <w:r w:rsidRPr="00737A07">
              <w:rPr>
                <w:sz w:val="16"/>
                <w:szCs w:val="16"/>
              </w:rPr>
              <w:t>0837</w:t>
            </w:r>
          </w:p>
        </w:tc>
        <w:tc>
          <w:tcPr>
            <w:tcW w:w="425" w:type="dxa"/>
            <w:shd w:val="solid" w:color="FFFFFF" w:fill="auto"/>
          </w:tcPr>
          <w:p w14:paraId="56D93FF7" w14:textId="101B8359"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6777DC97" w14:textId="0A8AB352"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7C568257" w14:textId="49307C8C" w:rsidR="00737A07" w:rsidRPr="00737A07" w:rsidRDefault="00737A07" w:rsidP="00737A07">
            <w:pPr>
              <w:pStyle w:val="TAL"/>
              <w:rPr>
                <w:rFonts w:cs="Arial"/>
                <w:sz w:val="16"/>
                <w:szCs w:val="16"/>
              </w:rPr>
            </w:pPr>
            <w:r w:rsidRPr="00737A07">
              <w:rPr>
                <w:sz w:val="16"/>
                <w:szCs w:val="16"/>
              </w:rPr>
              <w:t>Correction to Band n48 reference sensitivity</w:t>
            </w:r>
          </w:p>
        </w:tc>
        <w:tc>
          <w:tcPr>
            <w:tcW w:w="708" w:type="dxa"/>
            <w:shd w:val="solid" w:color="FFFFFF" w:fill="auto"/>
          </w:tcPr>
          <w:p w14:paraId="1DD33C9E" w14:textId="3940E611" w:rsidR="00737A07" w:rsidRPr="00737A07" w:rsidRDefault="00737A07" w:rsidP="00737A07">
            <w:pPr>
              <w:pStyle w:val="TAL"/>
              <w:rPr>
                <w:sz w:val="16"/>
                <w:szCs w:val="16"/>
              </w:rPr>
            </w:pPr>
            <w:r w:rsidRPr="00737A07">
              <w:rPr>
                <w:sz w:val="16"/>
                <w:szCs w:val="16"/>
              </w:rPr>
              <w:t>16.8.0</w:t>
            </w:r>
          </w:p>
        </w:tc>
      </w:tr>
      <w:tr w:rsidR="00737A07" w:rsidRPr="00402599" w14:paraId="20CC3FE7" w14:textId="77777777" w:rsidTr="00DC7196">
        <w:trPr>
          <w:jc w:val="center"/>
        </w:trPr>
        <w:tc>
          <w:tcPr>
            <w:tcW w:w="800" w:type="dxa"/>
            <w:shd w:val="solid" w:color="FFFFFF" w:fill="auto"/>
          </w:tcPr>
          <w:p w14:paraId="01D0C7C6" w14:textId="0C85A9D7"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418C9D12" w14:textId="7ED14962"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A72807A" w14:textId="5492B1B1" w:rsidR="00737A07" w:rsidRPr="00737A07" w:rsidRDefault="00737A07" w:rsidP="00737A07">
            <w:pPr>
              <w:pStyle w:val="TAL"/>
              <w:rPr>
                <w:rFonts w:cs="Arial"/>
                <w:sz w:val="16"/>
                <w:szCs w:val="16"/>
              </w:rPr>
            </w:pPr>
            <w:r w:rsidRPr="00737A07">
              <w:rPr>
                <w:sz w:val="16"/>
                <w:szCs w:val="16"/>
              </w:rPr>
              <w:t>RP-211114</w:t>
            </w:r>
          </w:p>
        </w:tc>
        <w:tc>
          <w:tcPr>
            <w:tcW w:w="575" w:type="dxa"/>
            <w:shd w:val="solid" w:color="FFFFFF" w:fill="auto"/>
          </w:tcPr>
          <w:p w14:paraId="25B796FF" w14:textId="060DF6EE" w:rsidR="00737A07" w:rsidRPr="00737A07" w:rsidRDefault="00737A07" w:rsidP="00737A07">
            <w:pPr>
              <w:pStyle w:val="TAL"/>
              <w:rPr>
                <w:rFonts w:cs="Arial"/>
                <w:sz w:val="16"/>
                <w:szCs w:val="16"/>
              </w:rPr>
            </w:pPr>
            <w:r w:rsidRPr="00737A07">
              <w:rPr>
                <w:sz w:val="16"/>
                <w:szCs w:val="16"/>
              </w:rPr>
              <w:t>0846</w:t>
            </w:r>
          </w:p>
        </w:tc>
        <w:tc>
          <w:tcPr>
            <w:tcW w:w="425" w:type="dxa"/>
            <w:shd w:val="solid" w:color="FFFFFF" w:fill="auto"/>
          </w:tcPr>
          <w:p w14:paraId="0F2883D7" w14:textId="60C6CD65"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2056825C" w14:textId="45C279BA"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31D3C031" w14:textId="6426D708" w:rsidR="00737A07" w:rsidRPr="00737A07" w:rsidRDefault="00737A07" w:rsidP="00737A07">
            <w:pPr>
              <w:pStyle w:val="TAL"/>
              <w:rPr>
                <w:rFonts w:cs="Arial"/>
                <w:sz w:val="16"/>
                <w:szCs w:val="16"/>
              </w:rPr>
            </w:pPr>
            <w:r w:rsidRPr="00737A07">
              <w:rPr>
                <w:sz w:val="16"/>
                <w:szCs w:val="16"/>
              </w:rPr>
              <w:t>Rel-16 CR 38101-1-g70 corrections</w:t>
            </w:r>
          </w:p>
        </w:tc>
        <w:tc>
          <w:tcPr>
            <w:tcW w:w="708" w:type="dxa"/>
            <w:shd w:val="solid" w:color="FFFFFF" w:fill="auto"/>
          </w:tcPr>
          <w:p w14:paraId="2380D731" w14:textId="09C6F631" w:rsidR="00737A07" w:rsidRPr="00737A07" w:rsidRDefault="00737A07" w:rsidP="00737A07">
            <w:pPr>
              <w:pStyle w:val="TAL"/>
              <w:rPr>
                <w:sz w:val="16"/>
                <w:szCs w:val="16"/>
              </w:rPr>
            </w:pPr>
            <w:r w:rsidRPr="00737A07">
              <w:rPr>
                <w:sz w:val="16"/>
                <w:szCs w:val="16"/>
              </w:rPr>
              <w:t>16.8.0</w:t>
            </w:r>
          </w:p>
        </w:tc>
      </w:tr>
      <w:tr w:rsidR="00737A07" w:rsidRPr="00402599" w14:paraId="797757EE" w14:textId="77777777" w:rsidTr="00DC7196">
        <w:trPr>
          <w:jc w:val="center"/>
        </w:trPr>
        <w:tc>
          <w:tcPr>
            <w:tcW w:w="800" w:type="dxa"/>
            <w:shd w:val="solid" w:color="FFFFFF" w:fill="auto"/>
          </w:tcPr>
          <w:p w14:paraId="56BC573C" w14:textId="3DF94237"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26B7C3B" w14:textId="1E6E1D83"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40899855" w14:textId="1AB7AC8B" w:rsidR="00737A07" w:rsidRPr="00737A07" w:rsidRDefault="00737A07" w:rsidP="00737A07">
            <w:pPr>
              <w:pStyle w:val="TAL"/>
              <w:rPr>
                <w:rFonts w:cs="Arial"/>
                <w:sz w:val="16"/>
                <w:szCs w:val="16"/>
              </w:rPr>
            </w:pPr>
            <w:r w:rsidRPr="00737A07">
              <w:rPr>
                <w:sz w:val="16"/>
                <w:szCs w:val="16"/>
              </w:rPr>
              <w:t>RP-211101</w:t>
            </w:r>
          </w:p>
        </w:tc>
        <w:tc>
          <w:tcPr>
            <w:tcW w:w="575" w:type="dxa"/>
            <w:shd w:val="solid" w:color="FFFFFF" w:fill="auto"/>
          </w:tcPr>
          <w:p w14:paraId="79A5D7DB" w14:textId="50C4ACD6" w:rsidR="00737A07" w:rsidRPr="00737A07" w:rsidRDefault="00737A07" w:rsidP="00737A07">
            <w:pPr>
              <w:pStyle w:val="TAL"/>
              <w:rPr>
                <w:rFonts w:cs="Arial"/>
                <w:sz w:val="16"/>
                <w:szCs w:val="16"/>
              </w:rPr>
            </w:pPr>
            <w:r w:rsidRPr="00737A07">
              <w:rPr>
                <w:sz w:val="16"/>
                <w:szCs w:val="16"/>
              </w:rPr>
              <w:t>0863</w:t>
            </w:r>
          </w:p>
        </w:tc>
        <w:tc>
          <w:tcPr>
            <w:tcW w:w="425" w:type="dxa"/>
            <w:shd w:val="solid" w:color="FFFFFF" w:fill="auto"/>
          </w:tcPr>
          <w:p w14:paraId="6A56EABC" w14:textId="24276689" w:rsidR="00737A07" w:rsidRPr="00737A07" w:rsidRDefault="00737A07" w:rsidP="00737A07">
            <w:pPr>
              <w:pStyle w:val="TAC"/>
              <w:rPr>
                <w:rFonts w:cs="Arial"/>
                <w:sz w:val="16"/>
                <w:szCs w:val="16"/>
              </w:rPr>
            </w:pPr>
            <w:r w:rsidRPr="00737A07">
              <w:rPr>
                <w:sz w:val="16"/>
                <w:szCs w:val="16"/>
              </w:rPr>
              <w:t>2</w:t>
            </w:r>
          </w:p>
        </w:tc>
        <w:tc>
          <w:tcPr>
            <w:tcW w:w="425" w:type="dxa"/>
            <w:shd w:val="solid" w:color="FFFFFF" w:fill="auto"/>
          </w:tcPr>
          <w:p w14:paraId="23782A01" w14:textId="1695529D"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53F03DEE" w14:textId="41143562" w:rsidR="00737A07" w:rsidRPr="00737A07" w:rsidRDefault="00737A07" w:rsidP="00737A07">
            <w:pPr>
              <w:pStyle w:val="TAL"/>
              <w:rPr>
                <w:rFonts w:cs="Arial"/>
                <w:sz w:val="16"/>
                <w:szCs w:val="16"/>
              </w:rPr>
            </w:pPr>
            <w:r w:rsidRPr="00737A07">
              <w:rPr>
                <w:sz w:val="16"/>
                <w:szCs w:val="16"/>
              </w:rPr>
              <w:t>CR for TS 38.101-1 update configured transmitted power for V2X (R16)</w:t>
            </w:r>
          </w:p>
        </w:tc>
        <w:tc>
          <w:tcPr>
            <w:tcW w:w="708" w:type="dxa"/>
            <w:shd w:val="solid" w:color="FFFFFF" w:fill="auto"/>
          </w:tcPr>
          <w:p w14:paraId="4284BDEF" w14:textId="30DF6B60" w:rsidR="00737A07" w:rsidRPr="00737A07" w:rsidRDefault="00737A07" w:rsidP="00737A07">
            <w:pPr>
              <w:pStyle w:val="TAL"/>
              <w:rPr>
                <w:sz w:val="16"/>
                <w:szCs w:val="16"/>
              </w:rPr>
            </w:pPr>
            <w:r w:rsidRPr="00737A07">
              <w:rPr>
                <w:sz w:val="16"/>
                <w:szCs w:val="16"/>
              </w:rPr>
              <w:t>16.8.0</w:t>
            </w:r>
          </w:p>
        </w:tc>
      </w:tr>
      <w:tr w:rsidR="00737A07" w:rsidRPr="00402599" w14:paraId="4E3E6310" w14:textId="77777777" w:rsidTr="00DC7196">
        <w:trPr>
          <w:jc w:val="center"/>
        </w:trPr>
        <w:tc>
          <w:tcPr>
            <w:tcW w:w="800" w:type="dxa"/>
            <w:shd w:val="solid" w:color="FFFFFF" w:fill="auto"/>
          </w:tcPr>
          <w:p w14:paraId="72754B0E" w14:textId="016EE2CA"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18CD5332" w14:textId="15FF1BB4"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17FD696D" w14:textId="136310CA" w:rsidR="00737A07" w:rsidRPr="00737A07" w:rsidRDefault="00737A07" w:rsidP="00737A07">
            <w:pPr>
              <w:pStyle w:val="TAL"/>
              <w:rPr>
                <w:rFonts w:cs="Arial"/>
                <w:sz w:val="16"/>
                <w:szCs w:val="16"/>
              </w:rPr>
            </w:pPr>
            <w:r w:rsidRPr="00737A07">
              <w:rPr>
                <w:sz w:val="16"/>
                <w:szCs w:val="16"/>
              </w:rPr>
              <w:t>RP-211080</w:t>
            </w:r>
          </w:p>
        </w:tc>
        <w:tc>
          <w:tcPr>
            <w:tcW w:w="575" w:type="dxa"/>
            <w:shd w:val="solid" w:color="FFFFFF" w:fill="auto"/>
          </w:tcPr>
          <w:p w14:paraId="6FC24047" w14:textId="798F1764" w:rsidR="00737A07" w:rsidRPr="00737A07" w:rsidRDefault="00737A07" w:rsidP="00737A07">
            <w:pPr>
              <w:pStyle w:val="TAL"/>
              <w:rPr>
                <w:rFonts w:cs="Arial"/>
                <w:sz w:val="16"/>
                <w:szCs w:val="16"/>
              </w:rPr>
            </w:pPr>
            <w:r w:rsidRPr="00737A07">
              <w:rPr>
                <w:sz w:val="16"/>
                <w:szCs w:val="16"/>
              </w:rPr>
              <w:t>0867</w:t>
            </w:r>
          </w:p>
        </w:tc>
        <w:tc>
          <w:tcPr>
            <w:tcW w:w="425" w:type="dxa"/>
            <w:shd w:val="solid" w:color="FFFFFF" w:fill="auto"/>
          </w:tcPr>
          <w:p w14:paraId="0A28E127" w14:textId="018146AD" w:rsidR="00737A07" w:rsidRPr="00737A07" w:rsidRDefault="00737A07" w:rsidP="00737A07">
            <w:pPr>
              <w:pStyle w:val="TAC"/>
              <w:rPr>
                <w:rFonts w:cs="Arial"/>
                <w:sz w:val="16"/>
                <w:szCs w:val="16"/>
              </w:rPr>
            </w:pPr>
            <w:r w:rsidRPr="00737A07">
              <w:rPr>
                <w:sz w:val="16"/>
                <w:szCs w:val="16"/>
              </w:rPr>
              <w:t>1</w:t>
            </w:r>
          </w:p>
        </w:tc>
        <w:tc>
          <w:tcPr>
            <w:tcW w:w="425" w:type="dxa"/>
            <w:shd w:val="solid" w:color="FFFFFF" w:fill="auto"/>
          </w:tcPr>
          <w:p w14:paraId="5D52444C" w14:textId="57810B53" w:rsidR="00737A07" w:rsidRPr="00737A07" w:rsidRDefault="00737A07" w:rsidP="00737A07">
            <w:pPr>
              <w:pStyle w:val="TAC"/>
              <w:rPr>
                <w:rFonts w:cs="Arial"/>
                <w:sz w:val="16"/>
                <w:szCs w:val="16"/>
              </w:rPr>
            </w:pPr>
            <w:r w:rsidRPr="00737A07">
              <w:rPr>
                <w:sz w:val="16"/>
                <w:szCs w:val="16"/>
              </w:rPr>
              <w:t>F</w:t>
            </w:r>
          </w:p>
        </w:tc>
        <w:tc>
          <w:tcPr>
            <w:tcW w:w="4962" w:type="dxa"/>
            <w:shd w:val="solid" w:color="FFFFFF" w:fill="auto"/>
          </w:tcPr>
          <w:p w14:paraId="3812FB1D" w14:textId="3F50C486" w:rsidR="00737A07" w:rsidRPr="00737A07" w:rsidRDefault="00737A07" w:rsidP="00737A07">
            <w:pPr>
              <w:pStyle w:val="TAL"/>
              <w:rPr>
                <w:rFonts w:cs="Arial"/>
                <w:sz w:val="16"/>
                <w:szCs w:val="16"/>
              </w:rPr>
            </w:pPr>
            <w:r w:rsidRPr="00737A07">
              <w:rPr>
                <w:sz w:val="16"/>
                <w:szCs w:val="16"/>
              </w:rPr>
              <w:t>CR for 38.101-1-g70: Corrections to intra-band non-contiguous CA REFSENS</w:t>
            </w:r>
          </w:p>
        </w:tc>
        <w:tc>
          <w:tcPr>
            <w:tcW w:w="708" w:type="dxa"/>
            <w:shd w:val="solid" w:color="FFFFFF" w:fill="auto"/>
          </w:tcPr>
          <w:p w14:paraId="4B3869C4" w14:textId="062716D9" w:rsidR="00737A07" w:rsidRPr="00737A07" w:rsidRDefault="00737A07" w:rsidP="00737A07">
            <w:pPr>
              <w:pStyle w:val="TAL"/>
              <w:rPr>
                <w:sz w:val="16"/>
                <w:szCs w:val="16"/>
              </w:rPr>
            </w:pPr>
            <w:r w:rsidRPr="00737A07">
              <w:rPr>
                <w:sz w:val="16"/>
                <w:szCs w:val="16"/>
              </w:rPr>
              <w:t>16.8.0</w:t>
            </w:r>
          </w:p>
        </w:tc>
      </w:tr>
      <w:tr w:rsidR="00737A07" w:rsidRPr="00402599" w14:paraId="5FE9FAA3" w14:textId="77777777" w:rsidTr="007474EC">
        <w:trPr>
          <w:jc w:val="center"/>
        </w:trPr>
        <w:tc>
          <w:tcPr>
            <w:tcW w:w="800" w:type="dxa"/>
            <w:shd w:val="solid" w:color="FFFFFF" w:fill="auto"/>
          </w:tcPr>
          <w:p w14:paraId="4A6B3501" w14:textId="76D68455" w:rsidR="00737A07" w:rsidRPr="00737A07" w:rsidRDefault="00737A07" w:rsidP="00737A07">
            <w:pPr>
              <w:pStyle w:val="TAL"/>
              <w:rPr>
                <w:sz w:val="16"/>
                <w:szCs w:val="16"/>
              </w:rPr>
            </w:pPr>
            <w:r w:rsidRPr="00737A07">
              <w:rPr>
                <w:sz w:val="16"/>
                <w:szCs w:val="16"/>
              </w:rPr>
              <w:t>2021-06</w:t>
            </w:r>
          </w:p>
        </w:tc>
        <w:tc>
          <w:tcPr>
            <w:tcW w:w="800" w:type="dxa"/>
            <w:shd w:val="solid" w:color="FFFFFF" w:fill="auto"/>
          </w:tcPr>
          <w:p w14:paraId="0DDD3930" w14:textId="1E9FA236" w:rsidR="00737A07" w:rsidRPr="00737A07" w:rsidRDefault="00737A07" w:rsidP="00737A07">
            <w:pPr>
              <w:pStyle w:val="TAL"/>
              <w:rPr>
                <w:sz w:val="16"/>
                <w:szCs w:val="16"/>
              </w:rPr>
            </w:pPr>
            <w:r w:rsidRPr="00737A07">
              <w:rPr>
                <w:sz w:val="16"/>
                <w:szCs w:val="16"/>
              </w:rPr>
              <w:t>RAN#92</w:t>
            </w:r>
          </w:p>
        </w:tc>
        <w:tc>
          <w:tcPr>
            <w:tcW w:w="944" w:type="dxa"/>
            <w:shd w:val="solid" w:color="FFFFFF" w:fill="auto"/>
          </w:tcPr>
          <w:p w14:paraId="7AE7A766" w14:textId="5A87C303" w:rsidR="00737A07" w:rsidRPr="00737A07" w:rsidRDefault="00737A07" w:rsidP="00737A07">
            <w:pPr>
              <w:pStyle w:val="TAL"/>
              <w:rPr>
                <w:rFonts w:cs="Arial"/>
                <w:sz w:val="16"/>
                <w:szCs w:val="16"/>
              </w:rPr>
            </w:pPr>
            <w:r w:rsidRPr="00737A07">
              <w:rPr>
                <w:sz w:val="16"/>
                <w:szCs w:val="16"/>
              </w:rPr>
              <w:t>RP-211116</w:t>
            </w:r>
          </w:p>
        </w:tc>
        <w:tc>
          <w:tcPr>
            <w:tcW w:w="575" w:type="dxa"/>
            <w:shd w:val="solid" w:color="FFFFFF" w:fill="auto"/>
          </w:tcPr>
          <w:p w14:paraId="240DE067" w14:textId="0C9C5D00" w:rsidR="00737A07" w:rsidRPr="00737A07" w:rsidRDefault="00737A07" w:rsidP="00737A07">
            <w:pPr>
              <w:pStyle w:val="TAL"/>
              <w:rPr>
                <w:rFonts w:cs="Arial"/>
                <w:sz w:val="16"/>
                <w:szCs w:val="16"/>
              </w:rPr>
            </w:pPr>
            <w:r w:rsidRPr="00737A07">
              <w:rPr>
                <w:sz w:val="16"/>
                <w:szCs w:val="16"/>
              </w:rPr>
              <w:t>0869</w:t>
            </w:r>
          </w:p>
        </w:tc>
        <w:tc>
          <w:tcPr>
            <w:tcW w:w="425" w:type="dxa"/>
            <w:shd w:val="solid" w:color="FFFFFF" w:fill="auto"/>
          </w:tcPr>
          <w:p w14:paraId="43669C12" w14:textId="77777777" w:rsidR="00737A07" w:rsidRPr="00737A07" w:rsidRDefault="00737A07" w:rsidP="00737A07">
            <w:pPr>
              <w:pStyle w:val="TAC"/>
              <w:rPr>
                <w:rFonts w:cs="Arial"/>
                <w:sz w:val="16"/>
                <w:szCs w:val="16"/>
              </w:rPr>
            </w:pPr>
          </w:p>
        </w:tc>
        <w:tc>
          <w:tcPr>
            <w:tcW w:w="425" w:type="dxa"/>
            <w:shd w:val="solid" w:color="FFFFFF" w:fill="auto"/>
          </w:tcPr>
          <w:p w14:paraId="527E3169" w14:textId="65A892E1" w:rsidR="00737A07" w:rsidRPr="00737A07" w:rsidRDefault="00737A07" w:rsidP="00737A07">
            <w:pPr>
              <w:pStyle w:val="TAC"/>
              <w:rPr>
                <w:rFonts w:cs="Arial"/>
                <w:sz w:val="16"/>
                <w:szCs w:val="16"/>
              </w:rPr>
            </w:pPr>
            <w:r w:rsidRPr="00737A07">
              <w:rPr>
                <w:sz w:val="16"/>
                <w:szCs w:val="16"/>
              </w:rPr>
              <w:t>F</w:t>
            </w:r>
          </w:p>
        </w:tc>
        <w:tc>
          <w:tcPr>
            <w:tcW w:w="4962" w:type="dxa"/>
            <w:tcBorders>
              <w:bottom w:val="single" w:sz="6" w:space="0" w:color="auto"/>
            </w:tcBorders>
            <w:shd w:val="solid" w:color="FFFFFF" w:fill="auto"/>
          </w:tcPr>
          <w:p w14:paraId="4E3A5EF0" w14:textId="18900CF1" w:rsidR="00737A07" w:rsidRPr="00737A07" w:rsidRDefault="00737A07" w:rsidP="00737A07">
            <w:pPr>
              <w:pStyle w:val="TAL"/>
              <w:rPr>
                <w:rFonts w:cs="Arial"/>
                <w:sz w:val="16"/>
                <w:szCs w:val="16"/>
              </w:rPr>
            </w:pPr>
            <w:r w:rsidRPr="00737A07">
              <w:rPr>
                <w:sz w:val="16"/>
                <w:szCs w:val="16"/>
              </w:rPr>
              <w:t>CR for 38.101-1-g70: Corrections to NS_12, NS_13, NS_14, NS_15</w:t>
            </w:r>
          </w:p>
        </w:tc>
        <w:tc>
          <w:tcPr>
            <w:tcW w:w="708" w:type="dxa"/>
            <w:shd w:val="solid" w:color="FFFFFF" w:fill="auto"/>
          </w:tcPr>
          <w:p w14:paraId="3058F634" w14:textId="24A4358F" w:rsidR="00737A07" w:rsidRPr="00737A07" w:rsidRDefault="00737A07" w:rsidP="00737A07">
            <w:pPr>
              <w:pStyle w:val="TAL"/>
              <w:rPr>
                <w:sz w:val="16"/>
                <w:szCs w:val="16"/>
              </w:rPr>
            </w:pPr>
            <w:r w:rsidRPr="00737A07">
              <w:rPr>
                <w:sz w:val="16"/>
                <w:szCs w:val="16"/>
              </w:rPr>
              <w:t>16.8.0</w:t>
            </w:r>
          </w:p>
        </w:tc>
      </w:tr>
      <w:tr w:rsidR="00432004" w:rsidRPr="00402599" w14:paraId="4EEDF66A" w14:textId="77777777" w:rsidTr="007474EC">
        <w:trPr>
          <w:jc w:val="center"/>
        </w:trPr>
        <w:tc>
          <w:tcPr>
            <w:tcW w:w="800" w:type="dxa"/>
            <w:shd w:val="solid" w:color="FFFFFF" w:fill="auto"/>
          </w:tcPr>
          <w:p w14:paraId="1BCB9D8E" w14:textId="4F1265E3" w:rsidR="00432004" w:rsidRPr="00737A07" w:rsidRDefault="00432004" w:rsidP="00737A07">
            <w:pPr>
              <w:pStyle w:val="TAL"/>
              <w:rPr>
                <w:sz w:val="16"/>
                <w:szCs w:val="16"/>
              </w:rPr>
            </w:pPr>
            <w:r>
              <w:rPr>
                <w:sz w:val="16"/>
                <w:szCs w:val="16"/>
              </w:rPr>
              <w:t>2021-09</w:t>
            </w:r>
          </w:p>
        </w:tc>
        <w:tc>
          <w:tcPr>
            <w:tcW w:w="800" w:type="dxa"/>
            <w:shd w:val="solid" w:color="FFFFFF" w:fill="auto"/>
          </w:tcPr>
          <w:p w14:paraId="6D680E1A" w14:textId="60C025A8" w:rsidR="00432004" w:rsidRPr="00737A07" w:rsidRDefault="00432004" w:rsidP="00737A07">
            <w:pPr>
              <w:pStyle w:val="TAL"/>
              <w:rPr>
                <w:sz w:val="16"/>
                <w:szCs w:val="16"/>
              </w:rPr>
            </w:pPr>
            <w:r>
              <w:rPr>
                <w:sz w:val="16"/>
                <w:szCs w:val="16"/>
              </w:rPr>
              <w:t>RAN#93</w:t>
            </w:r>
          </w:p>
        </w:tc>
        <w:tc>
          <w:tcPr>
            <w:tcW w:w="944" w:type="dxa"/>
            <w:shd w:val="solid" w:color="FFFFFF" w:fill="auto"/>
          </w:tcPr>
          <w:p w14:paraId="4BF1DA27" w14:textId="43059F51" w:rsidR="00432004" w:rsidRPr="00737A07" w:rsidRDefault="00432004" w:rsidP="00737A07">
            <w:pPr>
              <w:pStyle w:val="TAL"/>
              <w:rPr>
                <w:sz w:val="16"/>
                <w:szCs w:val="16"/>
              </w:rPr>
            </w:pPr>
            <w:r w:rsidRPr="00432004">
              <w:rPr>
                <w:sz w:val="16"/>
                <w:szCs w:val="16"/>
              </w:rPr>
              <w:t>RP-211910</w:t>
            </w:r>
          </w:p>
        </w:tc>
        <w:tc>
          <w:tcPr>
            <w:tcW w:w="575" w:type="dxa"/>
            <w:shd w:val="solid" w:color="FFFFFF" w:fill="auto"/>
          </w:tcPr>
          <w:p w14:paraId="184AFACA" w14:textId="0A52F739" w:rsidR="00432004" w:rsidRPr="00737A07" w:rsidRDefault="00432004" w:rsidP="00737A07">
            <w:pPr>
              <w:pStyle w:val="TAL"/>
              <w:rPr>
                <w:sz w:val="16"/>
                <w:szCs w:val="16"/>
              </w:rPr>
            </w:pPr>
            <w:r>
              <w:rPr>
                <w:sz w:val="16"/>
                <w:szCs w:val="16"/>
              </w:rPr>
              <w:t>0910</w:t>
            </w:r>
          </w:p>
        </w:tc>
        <w:tc>
          <w:tcPr>
            <w:tcW w:w="425" w:type="dxa"/>
            <w:shd w:val="solid" w:color="FFFFFF" w:fill="auto"/>
          </w:tcPr>
          <w:p w14:paraId="0F83CB16" w14:textId="2BE2EFD1" w:rsidR="00432004" w:rsidRPr="00737A07" w:rsidRDefault="00432004" w:rsidP="00737A07">
            <w:pPr>
              <w:pStyle w:val="TAC"/>
              <w:rPr>
                <w:rFonts w:cs="Arial"/>
                <w:sz w:val="16"/>
                <w:szCs w:val="16"/>
              </w:rPr>
            </w:pPr>
            <w:r>
              <w:rPr>
                <w:rFonts w:cs="Arial"/>
                <w:sz w:val="16"/>
                <w:szCs w:val="16"/>
              </w:rPr>
              <w:t>1</w:t>
            </w:r>
          </w:p>
        </w:tc>
        <w:tc>
          <w:tcPr>
            <w:tcW w:w="425" w:type="dxa"/>
            <w:shd w:val="solid" w:color="FFFFFF" w:fill="auto"/>
          </w:tcPr>
          <w:p w14:paraId="4E12CB35" w14:textId="49BDB9F8" w:rsidR="00432004" w:rsidRPr="00737A07" w:rsidRDefault="00432004" w:rsidP="00737A07">
            <w:pPr>
              <w:pStyle w:val="TAC"/>
              <w:rPr>
                <w:sz w:val="16"/>
                <w:szCs w:val="16"/>
              </w:rPr>
            </w:pPr>
            <w:r>
              <w:rPr>
                <w:sz w:val="16"/>
                <w:szCs w:val="16"/>
              </w:rPr>
              <w:t>B</w:t>
            </w:r>
          </w:p>
        </w:tc>
        <w:tc>
          <w:tcPr>
            <w:tcW w:w="4962" w:type="dxa"/>
            <w:tcBorders>
              <w:bottom w:val="single" w:sz="4" w:space="0" w:color="auto"/>
            </w:tcBorders>
            <w:shd w:val="solid" w:color="FFFFFF" w:fill="auto"/>
          </w:tcPr>
          <w:p w14:paraId="420A7D48" w14:textId="7D9C8EA8" w:rsidR="00432004" w:rsidRPr="00737A07" w:rsidRDefault="00432004" w:rsidP="00737A07">
            <w:pPr>
              <w:pStyle w:val="TAL"/>
              <w:rPr>
                <w:sz w:val="16"/>
                <w:szCs w:val="16"/>
              </w:rPr>
            </w:pPr>
            <w:r w:rsidRPr="00432004">
              <w:rPr>
                <w:sz w:val="16"/>
                <w:szCs w:val="16"/>
              </w:rPr>
              <w:t>Introduction of the UL 7.5kHz shift for NR TDD band n34 and n39</w:t>
            </w:r>
          </w:p>
        </w:tc>
        <w:tc>
          <w:tcPr>
            <w:tcW w:w="708" w:type="dxa"/>
            <w:shd w:val="solid" w:color="FFFFFF" w:fill="auto"/>
          </w:tcPr>
          <w:p w14:paraId="27750282" w14:textId="39602B1B" w:rsidR="00432004" w:rsidRPr="00737A07" w:rsidRDefault="00432004" w:rsidP="00737A07">
            <w:pPr>
              <w:pStyle w:val="TAL"/>
              <w:rPr>
                <w:sz w:val="16"/>
                <w:szCs w:val="16"/>
              </w:rPr>
            </w:pPr>
            <w:r>
              <w:rPr>
                <w:sz w:val="16"/>
                <w:szCs w:val="16"/>
              </w:rPr>
              <w:t>16.9.0</w:t>
            </w:r>
          </w:p>
        </w:tc>
      </w:tr>
      <w:tr w:rsidR="00432004" w:rsidRPr="00402599" w14:paraId="7277193F" w14:textId="77777777" w:rsidTr="007474EC">
        <w:trPr>
          <w:jc w:val="center"/>
        </w:trPr>
        <w:tc>
          <w:tcPr>
            <w:tcW w:w="800" w:type="dxa"/>
            <w:shd w:val="solid" w:color="FFFFFF" w:fill="auto"/>
          </w:tcPr>
          <w:p w14:paraId="3751DF70" w14:textId="768FB607" w:rsidR="00432004" w:rsidRPr="00737A07" w:rsidRDefault="00432004" w:rsidP="00432004">
            <w:pPr>
              <w:pStyle w:val="TAL"/>
              <w:rPr>
                <w:sz w:val="16"/>
                <w:szCs w:val="16"/>
              </w:rPr>
            </w:pPr>
            <w:r>
              <w:rPr>
                <w:sz w:val="16"/>
                <w:szCs w:val="16"/>
              </w:rPr>
              <w:t>2021-09</w:t>
            </w:r>
          </w:p>
        </w:tc>
        <w:tc>
          <w:tcPr>
            <w:tcW w:w="800" w:type="dxa"/>
            <w:shd w:val="solid" w:color="FFFFFF" w:fill="auto"/>
          </w:tcPr>
          <w:p w14:paraId="5AF5A2D4" w14:textId="02472774" w:rsidR="00432004" w:rsidRPr="00737A07" w:rsidRDefault="00432004" w:rsidP="00432004">
            <w:pPr>
              <w:pStyle w:val="TAL"/>
              <w:rPr>
                <w:sz w:val="16"/>
                <w:szCs w:val="16"/>
              </w:rPr>
            </w:pPr>
            <w:r>
              <w:rPr>
                <w:sz w:val="16"/>
                <w:szCs w:val="16"/>
              </w:rPr>
              <w:t>RAN#93</w:t>
            </w:r>
          </w:p>
        </w:tc>
        <w:tc>
          <w:tcPr>
            <w:tcW w:w="944" w:type="dxa"/>
            <w:shd w:val="solid" w:color="FFFFFF" w:fill="auto"/>
          </w:tcPr>
          <w:p w14:paraId="1C74825F" w14:textId="74368D8A" w:rsidR="00432004" w:rsidRPr="00432004" w:rsidRDefault="00432004" w:rsidP="00432004">
            <w:pPr>
              <w:pStyle w:val="TAL"/>
              <w:rPr>
                <w:sz w:val="16"/>
                <w:szCs w:val="16"/>
              </w:rPr>
            </w:pPr>
            <w:r w:rsidRPr="00432004">
              <w:rPr>
                <w:sz w:val="16"/>
                <w:szCs w:val="16"/>
              </w:rPr>
              <w:t>RP-211921</w:t>
            </w:r>
          </w:p>
        </w:tc>
        <w:tc>
          <w:tcPr>
            <w:tcW w:w="575" w:type="dxa"/>
            <w:shd w:val="solid" w:color="FFFFFF" w:fill="auto"/>
          </w:tcPr>
          <w:p w14:paraId="3CBA4ACE" w14:textId="4636FFC2" w:rsidR="00432004" w:rsidRPr="00737A07" w:rsidRDefault="00432004" w:rsidP="00432004">
            <w:pPr>
              <w:pStyle w:val="TAL"/>
              <w:rPr>
                <w:sz w:val="16"/>
                <w:szCs w:val="16"/>
              </w:rPr>
            </w:pPr>
            <w:r>
              <w:rPr>
                <w:sz w:val="16"/>
                <w:szCs w:val="16"/>
              </w:rPr>
              <w:t>0920</w:t>
            </w:r>
          </w:p>
        </w:tc>
        <w:tc>
          <w:tcPr>
            <w:tcW w:w="425" w:type="dxa"/>
            <w:shd w:val="solid" w:color="FFFFFF" w:fill="auto"/>
          </w:tcPr>
          <w:p w14:paraId="51D4A7F0" w14:textId="77777777" w:rsidR="00432004" w:rsidRPr="00737A07" w:rsidRDefault="00432004" w:rsidP="00432004">
            <w:pPr>
              <w:pStyle w:val="TAC"/>
              <w:rPr>
                <w:rFonts w:cs="Arial"/>
                <w:sz w:val="16"/>
                <w:szCs w:val="16"/>
              </w:rPr>
            </w:pPr>
          </w:p>
        </w:tc>
        <w:tc>
          <w:tcPr>
            <w:tcW w:w="425" w:type="dxa"/>
            <w:shd w:val="solid" w:color="FFFFFF" w:fill="auto"/>
          </w:tcPr>
          <w:p w14:paraId="663B79A0" w14:textId="205E587C" w:rsidR="00432004" w:rsidRPr="00737A07" w:rsidRDefault="00432004" w:rsidP="00432004">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2B5EE5B" w14:textId="6B2DA348" w:rsidR="00432004" w:rsidRPr="00737A07" w:rsidRDefault="00432004" w:rsidP="00432004">
            <w:pPr>
              <w:pStyle w:val="TAL"/>
              <w:rPr>
                <w:sz w:val="16"/>
                <w:szCs w:val="16"/>
              </w:rPr>
            </w:pPr>
            <w:r>
              <w:rPr>
                <w:rFonts w:cs="Arial"/>
                <w:sz w:val="16"/>
                <w:szCs w:val="16"/>
              </w:rPr>
              <w:t xml:space="preserve">Big CR for TS 38.101-1 Maintenance part1 (Rel-16) </w:t>
            </w:r>
          </w:p>
        </w:tc>
        <w:tc>
          <w:tcPr>
            <w:tcW w:w="708" w:type="dxa"/>
            <w:shd w:val="solid" w:color="FFFFFF" w:fill="auto"/>
          </w:tcPr>
          <w:p w14:paraId="6885DCDE" w14:textId="0F02BD15" w:rsidR="00432004" w:rsidRPr="00737A07" w:rsidRDefault="00432004" w:rsidP="00432004">
            <w:pPr>
              <w:pStyle w:val="TAL"/>
              <w:rPr>
                <w:sz w:val="16"/>
                <w:szCs w:val="16"/>
              </w:rPr>
            </w:pPr>
            <w:r>
              <w:rPr>
                <w:sz w:val="16"/>
                <w:szCs w:val="16"/>
              </w:rPr>
              <w:t>16.9.0</w:t>
            </w:r>
          </w:p>
        </w:tc>
      </w:tr>
      <w:tr w:rsidR="00432004" w:rsidRPr="00402599" w14:paraId="73DC5CC8" w14:textId="77777777" w:rsidTr="007474EC">
        <w:trPr>
          <w:jc w:val="center"/>
        </w:trPr>
        <w:tc>
          <w:tcPr>
            <w:tcW w:w="800" w:type="dxa"/>
            <w:shd w:val="solid" w:color="FFFFFF" w:fill="auto"/>
          </w:tcPr>
          <w:p w14:paraId="49CBB24A" w14:textId="7EC138D2" w:rsidR="00432004" w:rsidRPr="00737A07" w:rsidRDefault="00432004" w:rsidP="00432004">
            <w:pPr>
              <w:pStyle w:val="TAL"/>
              <w:rPr>
                <w:sz w:val="16"/>
                <w:szCs w:val="16"/>
              </w:rPr>
            </w:pPr>
            <w:r>
              <w:rPr>
                <w:sz w:val="16"/>
                <w:szCs w:val="16"/>
              </w:rPr>
              <w:t>2021-09</w:t>
            </w:r>
          </w:p>
        </w:tc>
        <w:tc>
          <w:tcPr>
            <w:tcW w:w="800" w:type="dxa"/>
            <w:shd w:val="solid" w:color="FFFFFF" w:fill="auto"/>
          </w:tcPr>
          <w:p w14:paraId="2683A31E" w14:textId="55ADCC86" w:rsidR="00432004" w:rsidRPr="00737A07" w:rsidRDefault="00432004" w:rsidP="00432004">
            <w:pPr>
              <w:pStyle w:val="TAL"/>
              <w:rPr>
                <w:sz w:val="16"/>
                <w:szCs w:val="16"/>
              </w:rPr>
            </w:pPr>
            <w:r>
              <w:rPr>
                <w:sz w:val="16"/>
                <w:szCs w:val="16"/>
              </w:rPr>
              <w:t>RAN#93</w:t>
            </w:r>
          </w:p>
        </w:tc>
        <w:tc>
          <w:tcPr>
            <w:tcW w:w="944" w:type="dxa"/>
            <w:shd w:val="solid" w:color="FFFFFF" w:fill="auto"/>
          </w:tcPr>
          <w:p w14:paraId="23156E65" w14:textId="6BE0DD71" w:rsidR="00432004" w:rsidRPr="00432004" w:rsidRDefault="00432004" w:rsidP="00432004">
            <w:pPr>
              <w:pStyle w:val="TAL"/>
              <w:rPr>
                <w:sz w:val="16"/>
                <w:szCs w:val="16"/>
              </w:rPr>
            </w:pPr>
            <w:r w:rsidRPr="00432004">
              <w:rPr>
                <w:sz w:val="16"/>
                <w:szCs w:val="16"/>
              </w:rPr>
              <w:t>RP-211907</w:t>
            </w:r>
          </w:p>
        </w:tc>
        <w:tc>
          <w:tcPr>
            <w:tcW w:w="575" w:type="dxa"/>
            <w:shd w:val="solid" w:color="FFFFFF" w:fill="auto"/>
          </w:tcPr>
          <w:p w14:paraId="0838F0E3" w14:textId="121190FF" w:rsidR="00432004" w:rsidRPr="00737A07" w:rsidRDefault="00432004" w:rsidP="00432004">
            <w:pPr>
              <w:pStyle w:val="TAL"/>
              <w:rPr>
                <w:sz w:val="16"/>
                <w:szCs w:val="16"/>
              </w:rPr>
            </w:pPr>
            <w:r>
              <w:rPr>
                <w:sz w:val="16"/>
                <w:szCs w:val="16"/>
              </w:rPr>
              <w:t>0922</w:t>
            </w:r>
          </w:p>
        </w:tc>
        <w:tc>
          <w:tcPr>
            <w:tcW w:w="425" w:type="dxa"/>
            <w:shd w:val="solid" w:color="FFFFFF" w:fill="auto"/>
          </w:tcPr>
          <w:p w14:paraId="0B7DDFED" w14:textId="77777777" w:rsidR="00432004" w:rsidRPr="00737A07" w:rsidRDefault="00432004" w:rsidP="00432004">
            <w:pPr>
              <w:pStyle w:val="TAC"/>
              <w:rPr>
                <w:rFonts w:cs="Arial"/>
                <w:sz w:val="16"/>
                <w:szCs w:val="16"/>
              </w:rPr>
            </w:pPr>
          </w:p>
        </w:tc>
        <w:tc>
          <w:tcPr>
            <w:tcW w:w="425" w:type="dxa"/>
            <w:shd w:val="solid" w:color="FFFFFF" w:fill="auto"/>
          </w:tcPr>
          <w:p w14:paraId="7704480F" w14:textId="5E755906" w:rsidR="00432004" w:rsidRPr="00737A07" w:rsidRDefault="00432004" w:rsidP="00432004">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A4D53CB" w14:textId="50DDE5C9" w:rsidR="00432004" w:rsidRPr="00737A07" w:rsidRDefault="00432004" w:rsidP="00432004">
            <w:pPr>
              <w:pStyle w:val="TAL"/>
              <w:rPr>
                <w:sz w:val="16"/>
                <w:szCs w:val="16"/>
              </w:rPr>
            </w:pPr>
            <w:r>
              <w:rPr>
                <w:rFonts w:cs="Arial"/>
                <w:sz w:val="16"/>
                <w:szCs w:val="16"/>
              </w:rPr>
              <w:t xml:space="preserve">Big CR for TS 38.101-1 Maintenance part2 (Rel-16) </w:t>
            </w:r>
          </w:p>
        </w:tc>
        <w:tc>
          <w:tcPr>
            <w:tcW w:w="708" w:type="dxa"/>
            <w:shd w:val="solid" w:color="FFFFFF" w:fill="auto"/>
          </w:tcPr>
          <w:p w14:paraId="039485C4" w14:textId="4303189D" w:rsidR="00432004" w:rsidRPr="00737A07" w:rsidRDefault="00432004" w:rsidP="00432004">
            <w:pPr>
              <w:pStyle w:val="TAL"/>
              <w:rPr>
                <w:sz w:val="16"/>
                <w:szCs w:val="16"/>
              </w:rPr>
            </w:pPr>
            <w:r>
              <w:rPr>
                <w:sz w:val="16"/>
                <w:szCs w:val="16"/>
              </w:rPr>
              <w:t>16.9.0</w:t>
            </w:r>
          </w:p>
        </w:tc>
      </w:tr>
      <w:tr w:rsidR="00432004" w:rsidRPr="00402599" w14:paraId="6919E477" w14:textId="77777777" w:rsidTr="007474EC">
        <w:trPr>
          <w:jc w:val="center"/>
        </w:trPr>
        <w:tc>
          <w:tcPr>
            <w:tcW w:w="800" w:type="dxa"/>
            <w:shd w:val="solid" w:color="FFFFFF" w:fill="auto"/>
          </w:tcPr>
          <w:p w14:paraId="18062EBF" w14:textId="078C0162" w:rsidR="00432004" w:rsidRPr="00737A07" w:rsidRDefault="00432004" w:rsidP="00432004">
            <w:pPr>
              <w:pStyle w:val="TAL"/>
              <w:rPr>
                <w:sz w:val="16"/>
                <w:szCs w:val="16"/>
              </w:rPr>
            </w:pPr>
            <w:r>
              <w:rPr>
                <w:sz w:val="16"/>
                <w:szCs w:val="16"/>
              </w:rPr>
              <w:t>2021-09</w:t>
            </w:r>
          </w:p>
        </w:tc>
        <w:tc>
          <w:tcPr>
            <w:tcW w:w="800" w:type="dxa"/>
            <w:shd w:val="solid" w:color="FFFFFF" w:fill="auto"/>
          </w:tcPr>
          <w:p w14:paraId="403C263C" w14:textId="211DB1C5" w:rsidR="00432004" w:rsidRPr="00737A07" w:rsidRDefault="00432004" w:rsidP="00432004">
            <w:pPr>
              <w:pStyle w:val="TAL"/>
              <w:rPr>
                <w:sz w:val="16"/>
                <w:szCs w:val="16"/>
              </w:rPr>
            </w:pPr>
            <w:r>
              <w:rPr>
                <w:sz w:val="16"/>
                <w:szCs w:val="16"/>
              </w:rPr>
              <w:t>RAN#93</w:t>
            </w:r>
          </w:p>
        </w:tc>
        <w:tc>
          <w:tcPr>
            <w:tcW w:w="944" w:type="dxa"/>
            <w:shd w:val="solid" w:color="FFFFFF" w:fill="auto"/>
          </w:tcPr>
          <w:p w14:paraId="5E93A542" w14:textId="24459CE5" w:rsidR="00432004" w:rsidRPr="00737A07" w:rsidRDefault="00432004" w:rsidP="00432004">
            <w:pPr>
              <w:pStyle w:val="TAL"/>
              <w:rPr>
                <w:sz w:val="16"/>
                <w:szCs w:val="16"/>
              </w:rPr>
            </w:pPr>
            <w:r w:rsidRPr="00432004">
              <w:rPr>
                <w:sz w:val="16"/>
                <w:szCs w:val="16"/>
              </w:rPr>
              <w:t>RP-212</w:t>
            </w:r>
            <w:r w:rsidR="00AF0A7B">
              <w:rPr>
                <w:sz w:val="16"/>
                <w:szCs w:val="16"/>
              </w:rPr>
              <w:t>599</w:t>
            </w:r>
          </w:p>
        </w:tc>
        <w:tc>
          <w:tcPr>
            <w:tcW w:w="575" w:type="dxa"/>
            <w:shd w:val="solid" w:color="FFFFFF" w:fill="auto"/>
          </w:tcPr>
          <w:p w14:paraId="6137D088" w14:textId="590278E0" w:rsidR="00432004" w:rsidRPr="00737A07" w:rsidRDefault="00432004" w:rsidP="00432004">
            <w:pPr>
              <w:pStyle w:val="TAL"/>
              <w:rPr>
                <w:sz w:val="16"/>
                <w:szCs w:val="16"/>
              </w:rPr>
            </w:pPr>
            <w:r w:rsidRPr="00432004">
              <w:rPr>
                <w:sz w:val="16"/>
                <w:szCs w:val="16"/>
              </w:rPr>
              <w:t>0926</w:t>
            </w:r>
          </w:p>
        </w:tc>
        <w:tc>
          <w:tcPr>
            <w:tcW w:w="425" w:type="dxa"/>
            <w:shd w:val="solid" w:color="FFFFFF" w:fill="auto"/>
          </w:tcPr>
          <w:p w14:paraId="3547DF67" w14:textId="16B7A9BF" w:rsidR="00432004" w:rsidRPr="00737A07" w:rsidRDefault="000C5EF4" w:rsidP="00432004">
            <w:pPr>
              <w:pStyle w:val="TAC"/>
              <w:rPr>
                <w:rFonts w:cs="Arial"/>
                <w:sz w:val="16"/>
                <w:szCs w:val="16"/>
              </w:rPr>
            </w:pPr>
            <w:r>
              <w:rPr>
                <w:rFonts w:cs="Arial"/>
                <w:sz w:val="16"/>
                <w:szCs w:val="16"/>
              </w:rPr>
              <w:t>2</w:t>
            </w:r>
          </w:p>
        </w:tc>
        <w:tc>
          <w:tcPr>
            <w:tcW w:w="425" w:type="dxa"/>
            <w:shd w:val="solid" w:color="FFFFFF" w:fill="auto"/>
          </w:tcPr>
          <w:p w14:paraId="21523EC6" w14:textId="4EE41DF6" w:rsidR="00432004" w:rsidRPr="00737A07" w:rsidRDefault="00432004" w:rsidP="00432004">
            <w:pPr>
              <w:pStyle w:val="TAC"/>
              <w:rPr>
                <w:sz w:val="16"/>
                <w:szCs w:val="16"/>
              </w:rPr>
            </w:pPr>
            <w:r>
              <w:rPr>
                <w:sz w:val="16"/>
                <w:szCs w:val="16"/>
              </w:rPr>
              <w:t>C</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B3EE8ED" w14:textId="6BC527C2" w:rsidR="00432004" w:rsidRPr="00737A07" w:rsidRDefault="00432004" w:rsidP="00432004">
            <w:pPr>
              <w:pStyle w:val="TAL"/>
              <w:rPr>
                <w:sz w:val="16"/>
                <w:szCs w:val="16"/>
              </w:rPr>
            </w:pPr>
            <w:r>
              <w:rPr>
                <w:rFonts w:cs="Arial"/>
                <w:sz w:val="16"/>
                <w:szCs w:val="16"/>
              </w:rPr>
              <w:t>Introduction of NS value for distinguishing support of extended n77</w:t>
            </w:r>
          </w:p>
        </w:tc>
        <w:tc>
          <w:tcPr>
            <w:tcW w:w="708" w:type="dxa"/>
            <w:shd w:val="solid" w:color="FFFFFF" w:fill="auto"/>
          </w:tcPr>
          <w:p w14:paraId="677AB25F" w14:textId="788A4761" w:rsidR="00432004" w:rsidRPr="00737A07" w:rsidRDefault="00432004" w:rsidP="00432004">
            <w:pPr>
              <w:pStyle w:val="TAL"/>
              <w:rPr>
                <w:sz w:val="16"/>
                <w:szCs w:val="16"/>
              </w:rPr>
            </w:pPr>
            <w:r>
              <w:rPr>
                <w:sz w:val="16"/>
                <w:szCs w:val="16"/>
              </w:rPr>
              <w:t>16.9.0</w:t>
            </w:r>
          </w:p>
        </w:tc>
      </w:tr>
      <w:tr w:rsidR="0015690F" w:rsidRPr="00402599" w14:paraId="0B89BC1F" w14:textId="77777777" w:rsidTr="007474EC">
        <w:trPr>
          <w:jc w:val="center"/>
        </w:trPr>
        <w:tc>
          <w:tcPr>
            <w:tcW w:w="800" w:type="dxa"/>
            <w:shd w:val="solid" w:color="FFFFFF" w:fill="auto"/>
          </w:tcPr>
          <w:p w14:paraId="7D0AC2C2" w14:textId="5F3478C1" w:rsidR="0015690F" w:rsidRDefault="0015690F" w:rsidP="00432004">
            <w:pPr>
              <w:pStyle w:val="TAL"/>
              <w:rPr>
                <w:sz w:val="16"/>
                <w:szCs w:val="16"/>
              </w:rPr>
            </w:pPr>
            <w:r>
              <w:rPr>
                <w:sz w:val="16"/>
                <w:szCs w:val="16"/>
              </w:rPr>
              <w:t>2021-12</w:t>
            </w:r>
          </w:p>
        </w:tc>
        <w:tc>
          <w:tcPr>
            <w:tcW w:w="800" w:type="dxa"/>
            <w:shd w:val="solid" w:color="FFFFFF" w:fill="auto"/>
          </w:tcPr>
          <w:p w14:paraId="20DE997E" w14:textId="28BBB9C9" w:rsidR="0015690F" w:rsidRDefault="0015690F" w:rsidP="00432004">
            <w:pPr>
              <w:pStyle w:val="TAL"/>
              <w:rPr>
                <w:sz w:val="16"/>
                <w:szCs w:val="16"/>
              </w:rPr>
            </w:pPr>
            <w:r>
              <w:rPr>
                <w:sz w:val="16"/>
                <w:szCs w:val="16"/>
              </w:rPr>
              <w:t>RAN#94</w:t>
            </w:r>
          </w:p>
        </w:tc>
        <w:tc>
          <w:tcPr>
            <w:tcW w:w="944" w:type="dxa"/>
            <w:shd w:val="solid" w:color="FFFFFF" w:fill="auto"/>
          </w:tcPr>
          <w:p w14:paraId="16B34AEC" w14:textId="0408A8FD" w:rsidR="0015690F" w:rsidRPr="00432004" w:rsidRDefault="0015690F" w:rsidP="00432004">
            <w:pPr>
              <w:pStyle w:val="TAL"/>
              <w:rPr>
                <w:sz w:val="16"/>
                <w:szCs w:val="16"/>
              </w:rPr>
            </w:pPr>
            <w:r w:rsidRPr="0015690F">
              <w:rPr>
                <w:sz w:val="16"/>
                <w:szCs w:val="16"/>
              </w:rPr>
              <w:t>RP-212847</w:t>
            </w:r>
          </w:p>
        </w:tc>
        <w:tc>
          <w:tcPr>
            <w:tcW w:w="575" w:type="dxa"/>
            <w:shd w:val="solid" w:color="FFFFFF" w:fill="auto"/>
          </w:tcPr>
          <w:p w14:paraId="774DF288" w14:textId="5A5871DC" w:rsidR="0015690F" w:rsidRPr="00432004" w:rsidRDefault="0015690F" w:rsidP="00432004">
            <w:pPr>
              <w:pStyle w:val="TAL"/>
              <w:rPr>
                <w:sz w:val="16"/>
                <w:szCs w:val="16"/>
              </w:rPr>
            </w:pPr>
            <w:r w:rsidRPr="0015690F">
              <w:rPr>
                <w:sz w:val="16"/>
                <w:szCs w:val="16"/>
              </w:rPr>
              <w:t>0976</w:t>
            </w:r>
          </w:p>
        </w:tc>
        <w:tc>
          <w:tcPr>
            <w:tcW w:w="425" w:type="dxa"/>
            <w:shd w:val="solid" w:color="FFFFFF" w:fill="auto"/>
          </w:tcPr>
          <w:p w14:paraId="045E5175" w14:textId="77777777" w:rsidR="0015690F" w:rsidRPr="00737A07" w:rsidRDefault="0015690F" w:rsidP="00432004">
            <w:pPr>
              <w:pStyle w:val="TAC"/>
              <w:rPr>
                <w:rFonts w:cs="Arial"/>
                <w:sz w:val="16"/>
                <w:szCs w:val="16"/>
              </w:rPr>
            </w:pPr>
          </w:p>
        </w:tc>
        <w:tc>
          <w:tcPr>
            <w:tcW w:w="425" w:type="dxa"/>
            <w:shd w:val="solid" w:color="FFFFFF" w:fill="auto"/>
          </w:tcPr>
          <w:p w14:paraId="3167A755" w14:textId="6B93AE07" w:rsidR="0015690F" w:rsidRDefault="0015690F" w:rsidP="00432004">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08B39B3" w14:textId="0A375A99" w:rsidR="0015690F" w:rsidRDefault="0015690F" w:rsidP="00432004">
            <w:pPr>
              <w:pStyle w:val="TAL"/>
              <w:rPr>
                <w:rFonts w:cs="Arial"/>
                <w:sz w:val="16"/>
                <w:szCs w:val="16"/>
              </w:rPr>
            </w:pPr>
            <w:r w:rsidRPr="0015690F">
              <w:rPr>
                <w:rFonts w:cs="Arial"/>
                <w:sz w:val="16"/>
                <w:szCs w:val="16"/>
              </w:rPr>
              <w:t>CR to remove LO exceptions</w:t>
            </w:r>
          </w:p>
        </w:tc>
        <w:tc>
          <w:tcPr>
            <w:tcW w:w="708" w:type="dxa"/>
            <w:shd w:val="solid" w:color="FFFFFF" w:fill="auto"/>
          </w:tcPr>
          <w:p w14:paraId="28316F5B" w14:textId="1E6CD824" w:rsidR="0015690F" w:rsidRDefault="0015690F" w:rsidP="00432004">
            <w:pPr>
              <w:pStyle w:val="TAL"/>
              <w:rPr>
                <w:sz w:val="16"/>
                <w:szCs w:val="16"/>
              </w:rPr>
            </w:pPr>
            <w:r>
              <w:rPr>
                <w:sz w:val="16"/>
                <w:szCs w:val="16"/>
              </w:rPr>
              <w:t>16.10.0</w:t>
            </w:r>
          </w:p>
        </w:tc>
      </w:tr>
      <w:tr w:rsidR="0015690F" w:rsidRPr="00402599" w14:paraId="5D5BD056" w14:textId="77777777" w:rsidTr="007474EC">
        <w:trPr>
          <w:jc w:val="center"/>
        </w:trPr>
        <w:tc>
          <w:tcPr>
            <w:tcW w:w="800" w:type="dxa"/>
            <w:shd w:val="solid" w:color="FFFFFF" w:fill="auto"/>
          </w:tcPr>
          <w:p w14:paraId="413161D7" w14:textId="199A9B13" w:rsidR="0015690F" w:rsidRDefault="0015690F" w:rsidP="00432004">
            <w:pPr>
              <w:pStyle w:val="TAL"/>
              <w:rPr>
                <w:sz w:val="16"/>
                <w:szCs w:val="16"/>
              </w:rPr>
            </w:pPr>
            <w:r>
              <w:rPr>
                <w:sz w:val="16"/>
                <w:szCs w:val="16"/>
              </w:rPr>
              <w:t>2021-12</w:t>
            </w:r>
          </w:p>
        </w:tc>
        <w:tc>
          <w:tcPr>
            <w:tcW w:w="800" w:type="dxa"/>
            <w:shd w:val="solid" w:color="FFFFFF" w:fill="auto"/>
          </w:tcPr>
          <w:p w14:paraId="1E835B89" w14:textId="41F26F31" w:rsidR="0015690F" w:rsidRDefault="0015690F" w:rsidP="00432004">
            <w:pPr>
              <w:pStyle w:val="TAL"/>
              <w:rPr>
                <w:sz w:val="16"/>
                <w:szCs w:val="16"/>
              </w:rPr>
            </w:pPr>
            <w:r>
              <w:rPr>
                <w:sz w:val="16"/>
                <w:szCs w:val="16"/>
              </w:rPr>
              <w:t>RAN#94</w:t>
            </w:r>
          </w:p>
        </w:tc>
        <w:tc>
          <w:tcPr>
            <w:tcW w:w="944" w:type="dxa"/>
            <w:shd w:val="solid" w:color="FFFFFF" w:fill="auto"/>
          </w:tcPr>
          <w:p w14:paraId="305B55DC" w14:textId="465FE1C3" w:rsidR="0015690F" w:rsidRPr="00432004" w:rsidRDefault="0015690F" w:rsidP="00432004">
            <w:pPr>
              <w:pStyle w:val="TAL"/>
              <w:rPr>
                <w:sz w:val="16"/>
                <w:szCs w:val="16"/>
              </w:rPr>
            </w:pPr>
            <w:r w:rsidRPr="0015690F">
              <w:rPr>
                <w:sz w:val="16"/>
                <w:szCs w:val="16"/>
              </w:rPr>
              <w:t>RP-212853</w:t>
            </w:r>
          </w:p>
        </w:tc>
        <w:tc>
          <w:tcPr>
            <w:tcW w:w="575" w:type="dxa"/>
            <w:shd w:val="solid" w:color="FFFFFF" w:fill="auto"/>
          </w:tcPr>
          <w:p w14:paraId="3AF9B084" w14:textId="2DFA04B7" w:rsidR="0015690F" w:rsidRPr="00432004" w:rsidRDefault="0015690F" w:rsidP="00432004">
            <w:pPr>
              <w:pStyle w:val="TAL"/>
              <w:rPr>
                <w:sz w:val="16"/>
                <w:szCs w:val="16"/>
              </w:rPr>
            </w:pPr>
            <w:r w:rsidRPr="0015690F">
              <w:rPr>
                <w:sz w:val="16"/>
                <w:szCs w:val="16"/>
              </w:rPr>
              <w:t>0982</w:t>
            </w:r>
          </w:p>
        </w:tc>
        <w:tc>
          <w:tcPr>
            <w:tcW w:w="425" w:type="dxa"/>
            <w:shd w:val="solid" w:color="FFFFFF" w:fill="auto"/>
          </w:tcPr>
          <w:p w14:paraId="17F57865" w14:textId="77777777" w:rsidR="0015690F" w:rsidRPr="00737A07" w:rsidRDefault="0015690F" w:rsidP="00432004">
            <w:pPr>
              <w:pStyle w:val="TAC"/>
              <w:rPr>
                <w:rFonts w:cs="Arial"/>
                <w:sz w:val="16"/>
                <w:szCs w:val="16"/>
              </w:rPr>
            </w:pPr>
          </w:p>
        </w:tc>
        <w:tc>
          <w:tcPr>
            <w:tcW w:w="425" w:type="dxa"/>
            <w:shd w:val="solid" w:color="FFFFFF" w:fill="auto"/>
          </w:tcPr>
          <w:p w14:paraId="3F187643" w14:textId="1B8842AC" w:rsidR="0015690F" w:rsidRDefault="0015690F" w:rsidP="00432004">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87DAB54" w14:textId="67D11F3E" w:rsidR="0015690F" w:rsidRDefault="0015690F" w:rsidP="00432004">
            <w:pPr>
              <w:pStyle w:val="TAL"/>
              <w:rPr>
                <w:rFonts w:cs="Arial"/>
                <w:sz w:val="16"/>
                <w:szCs w:val="16"/>
              </w:rPr>
            </w:pPr>
            <w:r w:rsidRPr="0015690F">
              <w:rPr>
                <w:rFonts w:cs="Arial"/>
                <w:sz w:val="16"/>
                <w:szCs w:val="16"/>
              </w:rPr>
              <w:t>Big CR for TS 38.101-1 Maintenance (Rel-16)</w:t>
            </w:r>
          </w:p>
        </w:tc>
        <w:tc>
          <w:tcPr>
            <w:tcW w:w="708" w:type="dxa"/>
            <w:shd w:val="solid" w:color="FFFFFF" w:fill="auto"/>
          </w:tcPr>
          <w:p w14:paraId="782277D3" w14:textId="0EEBB222" w:rsidR="0015690F" w:rsidRDefault="0015690F" w:rsidP="00432004">
            <w:pPr>
              <w:pStyle w:val="TAL"/>
              <w:rPr>
                <w:sz w:val="16"/>
                <w:szCs w:val="16"/>
              </w:rPr>
            </w:pPr>
            <w:r>
              <w:rPr>
                <w:sz w:val="16"/>
                <w:szCs w:val="16"/>
              </w:rPr>
              <w:t>16.10.0</w:t>
            </w:r>
          </w:p>
        </w:tc>
      </w:tr>
      <w:tr w:rsidR="00431701" w:rsidRPr="00402599" w14:paraId="56F79EA0" w14:textId="77777777" w:rsidTr="007474EC">
        <w:trPr>
          <w:jc w:val="center"/>
        </w:trPr>
        <w:tc>
          <w:tcPr>
            <w:tcW w:w="800" w:type="dxa"/>
            <w:shd w:val="solid" w:color="FFFFFF" w:fill="auto"/>
          </w:tcPr>
          <w:p w14:paraId="6585856F" w14:textId="58CA4745" w:rsidR="00431701" w:rsidRDefault="00431701" w:rsidP="00431701">
            <w:pPr>
              <w:pStyle w:val="TAL"/>
              <w:rPr>
                <w:sz w:val="16"/>
                <w:szCs w:val="16"/>
              </w:rPr>
            </w:pPr>
            <w:r>
              <w:rPr>
                <w:sz w:val="16"/>
                <w:szCs w:val="16"/>
              </w:rPr>
              <w:t>2022-03</w:t>
            </w:r>
          </w:p>
        </w:tc>
        <w:tc>
          <w:tcPr>
            <w:tcW w:w="800" w:type="dxa"/>
            <w:shd w:val="solid" w:color="FFFFFF" w:fill="auto"/>
          </w:tcPr>
          <w:p w14:paraId="4E5CE0DE" w14:textId="09E3CFA9" w:rsidR="00431701" w:rsidRDefault="00431701" w:rsidP="00431701">
            <w:pPr>
              <w:pStyle w:val="TAL"/>
              <w:rPr>
                <w:sz w:val="16"/>
                <w:szCs w:val="16"/>
              </w:rPr>
            </w:pPr>
            <w:r>
              <w:rPr>
                <w:sz w:val="16"/>
                <w:szCs w:val="16"/>
              </w:rPr>
              <w:t>RAN#95</w:t>
            </w:r>
          </w:p>
        </w:tc>
        <w:tc>
          <w:tcPr>
            <w:tcW w:w="944" w:type="dxa"/>
            <w:shd w:val="solid" w:color="FFFFFF" w:fill="auto"/>
          </w:tcPr>
          <w:p w14:paraId="5C2B93EA" w14:textId="78AC000D" w:rsidR="00431701" w:rsidRPr="0015690F" w:rsidRDefault="00431701" w:rsidP="00431701">
            <w:pPr>
              <w:pStyle w:val="TAL"/>
              <w:rPr>
                <w:sz w:val="16"/>
                <w:szCs w:val="16"/>
              </w:rPr>
            </w:pPr>
            <w:r w:rsidRPr="00431701">
              <w:rPr>
                <w:sz w:val="16"/>
                <w:szCs w:val="16"/>
              </w:rPr>
              <w:t>RP-220337</w:t>
            </w:r>
          </w:p>
        </w:tc>
        <w:tc>
          <w:tcPr>
            <w:tcW w:w="575" w:type="dxa"/>
            <w:shd w:val="solid" w:color="FFFFFF" w:fill="auto"/>
          </w:tcPr>
          <w:p w14:paraId="0ED66E19" w14:textId="6B67D474" w:rsidR="00431701" w:rsidRPr="0015690F" w:rsidRDefault="00431701" w:rsidP="00431701">
            <w:pPr>
              <w:pStyle w:val="TAL"/>
              <w:rPr>
                <w:sz w:val="16"/>
                <w:szCs w:val="16"/>
              </w:rPr>
            </w:pPr>
            <w:r w:rsidRPr="00431701">
              <w:rPr>
                <w:sz w:val="16"/>
                <w:szCs w:val="16"/>
              </w:rPr>
              <w:t>1036</w:t>
            </w:r>
          </w:p>
        </w:tc>
        <w:tc>
          <w:tcPr>
            <w:tcW w:w="425" w:type="dxa"/>
            <w:shd w:val="solid" w:color="FFFFFF" w:fill="auto"/>
          </w:tcPr>
          <w:p w14:paraId="534A72BF" w14:textId="77777777" w:rsidR="00431701" w:rsidRPr="00431701" w:rsidRDefault="00431701" w:rsidP="00431701">
            <w:pPr>
              <w:pStyle w:val="TAC"/>
              <w:rPr>
                <w:sz w:val="16"/>
                <w:szCs w:val="16"/>
              </w:rPr>
            </w:pPr>
          </w:p>
        </w:tc>
        <w:tc>
          <w:tcPr>
            <w:tcW w:w="425" w:type="dxa"/>
            <w:shd w:val="solid" w:color="FFFFFF" w:fill="auto"/>
          </w:tcPr>
          <w:p w14:paraId="6A20F608" w14:textId="2F2FB6F1" w:rsidR="00431701" w:rsidRDefault="00431701" w:rsidP="00431701">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D8B7949" w14:textId="0FE270F0" w:rsidR="00431701" w:rsidRPr="00431701" w:rsidRDefault="00431701" w:rsidP="00431701">
            <w:pPr>
              <w:pStyle w:val="TAL"/>
              <w:rPr>
                <w:sz w:val="16"/>
                <w:szCs w:val="16"/>
              </w:rPr>
            </w:pPr>
            <w:r w:rsidRPr="00431701">
              <w:rPr>
                <w:sz w:val="16"/>
                <w:szCs w:val="16"/>
              </w:rPr>
              <w:t>Big CR for TS 38.101-1 Maintenance Part-1 (Rel-16)</w:t>
            </w:r>
          </w:p>
        </w:tc>
        <w:tc>
          <w:tcPr>
            <w:tcW w:w="708" w:type="dxa"/>
            <w:shd w:val="solid" w:color="FFFFFF" w:fill="auto"/>
          </w:tcPr>
          <w:p w14:paraId="3AB899F8" w14:textId="41769C52" w:rsidR="00431701" w:rsidRDefault="00431701" w:rsidP="00431701">
            <w:pPr>
              <w:pStyle w:val="TAL"/>
              <w:rPr>
                <w:sz w:val="16"/>
                <w:szCs w:val="16"/>
              </w:rPr>
            </w:pPr>
            <w:r>
              <w:rPr>
                <w:sz w:val="16"/>
                <w:szCs w:val="16"/>
              </w:rPr>
              <w:t>16</w:t>
            </w:r>
            <w:r w:rsidR="00C8259F">
              <w:rPr>
                <w:sz w:val="16"/>
                <w:szCs w:val="16"/>
              </w:rPr>
              <w:t>.</w:t>
            </w:r>
            <w:r>
              <w:rPr>
                <w:sz w:val="16"/>
                <w:szCs w:val="16"/>
              </w:rPr>
              <w:t>11.0</w:t>
            </w:r>
          </w:p>
        </w:tc>
      </w:tr>
      <w:tr w:rsidR="00431701" w:rsidRPr="00402599" w14:paraId="2B5C7E32" w14:textId="77777777" w:rsidTr="007474EC">
        <w:trPr>
          <w:jc w:val="center"/>
        </w:trPr>
        <w:tc>
          <w:tcPr>
            <w:tcW w:w="800" w:type="dxa"/>
            <w:shd w:val="solid" w:color="FFFFFF" w:fill="auto"/>
          </w:tcPr>
          <w:p w14:paraId="1D04E391" w14:textId="2A7797F5" w:rsidR="00431701" w:rsidRDefault="00431701" w:rsidP="00431701">
            <w:pPr>
              <w:pStyle w:val="TAL"/>
              <w:rPr>
                <w:sz w:val="16"/>
                <w:szCs w:val="16"/>
              </w:rPr>
            </w:pPr>
            <w:r>
              <w:rPr>
                <w:sz w:val="16"/>
                <w:szCs w:val="16"/>
              </w:rPr>
              <w:t>2022-03</w:t>
            </w:r>
          </w:p>
        </w:tc>
        <w:tc>
          <w:tcPr>
            <w:tcW w:w="800" w:type="dxa"/>
            <w:shd w:val="solid" w:color="FFFFFF" w:fill="auto"/>
          </w:tcPr>
          <w:p w14:paraId="5F9AF449" w14:textId="061B2145" w:rsidR="00431701" w:rsidRDefault="00431701" w:rsidP="00431701">
            <w:pPr>
              <w:pStyle w:val="TAL"/>
              <w:rPr>
                <w:sz w:val="16"/>
                <w:szCs w:val="16"/>
              </w:rPr>
            </w:pPr>
            <w:r>
              <w:rPr>
                <w:sz w:val="16"/>
                <w:szCs w:val="16"/>
              </w:rPr>
              <w:t>RAN#95</w:t>
            </w:r>
          </w:p>
        </w:tc>
        <w:tc>
          <w:tcPr>
            <w:tcW w:w="944" w:type="dxa"/>
            <w:shd w:val="solid" w:color="FFFFFF" w:fill="auto"/>
          </w:tcPr>
          <w:p w14:paraId="569A80B7" w14:textId="798ADED7" w:rsidR="00431701" w:rsidRPr="0015690F" w:rsidRDefault="00431701" w:rsidP="00431701">
            <w:pPr>
              <w:pStyle w:val="TAL"/>
              <w:rPr>
                <w:sz w:val="16"/>
                <w:szCs w:val="16"/>
              </w:rPr>
            </w:pPr>
            <w:r w:rsidRPr="00431701">
              <w:rPr>
                <w:sz w:val="16"/>
                <w:szCs w:val="16"/>
              </w:rPr>
              <w:t>RP-220337</w:t>
            </w:r>
          </w:p>
        </w:tc>
        <w:tc>
          <w:tcPr>
            <w:tcW w:w="575" w:type="dxa"/>
            <w:shd w:val="solid" w:color="FFFFFF" w:fill="auto"/>
          </w:tcPr>
          <w:p w14:paraId="0048D16A" w14:textId="094E4D9F" w:rsidR="00431701" w:rsidRPr="0015690F" w:rsidRDefault="00431701" w:rsidP="00431701">
            <w:pPr>
              <w:pStyle w:val="TAL"/>
              <w:rPr>
                <w:sz w:val="16"/>
                <w:szCs w:val="16"/>
              </w:rPr>
            </w:pPr>
            <w:r w:rsidRPr="00431701">
              <w:rPr>
                <w:sz w:val="16"/>
                <w:szCs w:val="16"/>
              </w:rPr>
              <w:t>1038</w:t>
            </w:r>
          </w:p>
        </w:tc>
        <w:tc>
          <w:tcPr>
            <w:tcW w:w="425" w:type="dxa"/>
            <w:shd w:val="solid" w:color="FFFFFF" w:fill="auto"/>
          </w:tcPr>
          <w:p w14:paraId="04967653" w14:textId="77777777" w:rsidR="00431701" w:rsidRPr="00431701" w:rsidRDefault="00431701" w:rsidP="00431701">
            <w:pPr>
              <w:pStyle w:val="TAC"/>
              <w:rPr>
                <w:sz w:val="16"/>
                <w:szCs w:val="16"/>
              </w:rPr>
            </w:pPr>
          </w:p>
        </w:tc>
        <w:tc>
          <w:tcPr>
            <w:tcW w:w="425" w:type="dxa"/>
            <w:shd w:val="solid" w:color="FFFFFF" w:fill="auto"/>
          </w:tcPr>
          <w:p w14:paraId="1B460514" w14:textId="548A0AFA" w:rsidR="00431701" w:rsidRDefault="00431701" w:rsidP="00431701">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83D9795" w14:textId="7D135D48" w:rsidR="00431701" w:rsidRPr="00431701" w:rsidRDefault="00431701" w:rsidP="00431701">
            <w:pPr>
              <w:pStyle w:val="TAL"/>
              <w:rPr>
                <w:sz w:val="16"/>
                <w:szCs w:val="16"/>
              </w:rPr>
            </w:pPr>
            <w:r w:rsidRPr="00431701">
              <w:rPr>
                <w:sz w:val="16"/>
                <w:szCs w:val="16"/>
              </w:rPr>
              <w:t>Big CR for TS 38.101-1 Maintenance Part-2 (Rel-16)</w:t>
            </w:r>
          </w:p>
        </w:tc>
        <w:tc>
          <w:tcPr>
            <w:tcW w:w="708" w:type="dxa"/>
            <w:shd w:val="solid" w:color="FFFFFF" w:fill="auto"/>
          </w:tcPr>
          <w:p w14:paraId="1DED1572" w14:textId="234F1039" w:rsidR="00431701" w:rsidRDefault="00431701" w:rsidP="00431701">
            <w:pPr>
              <w:pStyle w:val="TAL"/>
              <w:rPr>
                <w:sz w:val="16"/>
                <w:szCs w:val="16"/>
              </w:rPr>
            </w:pPr>
            <w:r>
              <w:rPr>
                <w:sz w:val="16"/>
                <w:szCs w:val="16"/>
              </w:rPr>
              <w:t>16.11.0</w:t>
            </w:r>
          </w:p>
        </w:tc>
      </w:tr>
      <w:tr w:rsidR="004D6689" w:rsidRPr="00402599" w14:paraId="435DA0A2" w14:textId="77777777" w:rsidTr="007474EC">
        <w:trPr>
          <w:jc w:val="center"/>
        </w:trPr>
        <w:tc>
          <w:tcPr>
            <w:tcW w:w="800" w:type="dxa"/>
            <w:shd w:val="solid" w:color="FFFFFF" w:fill="auto"/>
          </w:tcPr>
          <w:p w14:paraId="03B2C1D9" w14:textId="71BCA58E" w:rsidR="004D6689" w:rsidRDefault="004D6689" w:rsidP="004D6689">
            <w:pPr>
              <w:pStyle w:val="TAL"/>
              <w:rPr>
                <w:sz w:val="16"/>
                <w:szCs w:val="16"/>
              </w:rPr>
            </w:pPr>
            <w:r>
              <w:rPr>
                <w:sz w:val="16"/>
                <w:szCs w:val="16"/>
              </w:rPr>
              <w:t>2022-06</w:t>
            </w:r>
          </w:p>
        </w:tc>
        <w:tc>
          <w:tcPr>
            <w:tcW w:w="800" w:type="dxa"/>
            <w:shd w:val="solid" w:color="FFFFFF" w:fill="auto"/>
          </w:tcPr>
          <w:p w14:paraId="7BC3645D" w14:textId="7732A154" w:rsidR="004D6689" w:rsidRPr="004D6689" w:rsidRDefault="004D6689" w:rsidP="004D6689">
            <w:pPr>
              <w:pStyle w:val="TAC"/>
              <w:rPr>
                <w:sz w:val="16"/>
                <w:szCs w:val="16"/>
              </w:rPr>
            </w:pPr>
            <w:r w:rsidRPr="004D6689">
              <w:rPr>
                <w:sz w:val="16"/>
                <w:szCs w:val="16"/>
              </w:rPr>
              <w:t>RAN#96</w:t>
            </w:r>
          </w:p>
        </w:tc>
        <w:tc>
          <w:tcPr>
            <w:tcW w:w="944" w:type="dxa"/>
            <w:shd w:val="solid" w:color="FFFFFF" w:fill="auto"/>
          </w:tcPr>
          <w:p w14:paraId="11EE4F61" w14:textId="3DA924A8" w:rsidR="004D6689" w:rsidRPr="004D6689" w:rsidRDefault="004D6689" w:rsidP="004D6689">
            <w:pPr>
              <w:pStyle w:val="TAC"/>
              <w:rPr>
                <w:sz w:val="16"/>
                <w:szCs w:val="16"/>
              </w:rPr>
            </w:pPr>
            <w:r w:rsidRPr="004D6689">
              <w:rPr>
                <w:sz w:val="16"/>
                <w:szCs w:val="16"/>
              </w:rPr>
              <w:t>RP-221666</w:t>
            </w:r>
          </w:p>
        </w:tc>
        <w:tc>
          <w:tcPr>
            <w:tcW w:w="575" w:type="dxa"/>
            <w:shd w:val="solid" w:color="FFFFFF" w:fill="auto"/>
          </w:tcPr>
          <w:p w14:paraId="7E67FEFF" w14:textId="3100B3F9" w:rsidR="004D6689" w:rsidRPr="004D6689" w:rsidRDefault="004D6689" w:rsidP="004D6689">
            <w:pPr>
              <w:pStyle w:val="TAC"/>
              <w:rPr>
                <w:sz w:val="16"/>
                <w:szCs w:val="16"/>
              </w:rPr>
            </w:pPr>
            <w:r w:rsidRPr="004D6689">
              <w:rPr>
                <w:sz w:val="16"/>
                <w:szCs w:val="16"/>
              </w:rPr>
              <w:t>1052</w:t>
            </w:r>
          </w:p>
        </w:tc>
        <w:tc>
          <w:tcPr>
            <w:tcW w:w="425" w:type="dxa"/>
            <w:shd w:val="solid" w:color="FFFFFF" w:fill="auto"/>
          </w:tcPr>
          <w:p w14:paraId="76AE76C4" w14:textId="77777777" w:rsidR="004D6689" w:rsidRPr="004D6689" w:rsidRDefault="004D6689" w:rsidP="004D6689">
            <w:pPr>
              <w:pStyle w:val="TAC"/>
              <w:rPr>
                <w:sz w:val="16"/>
                <w:szCs w:val="16"/>
              </w:rPr>
            </w:pPr>
          </w:p>
        </w:tc>
        <w:tc>
          <w:tcPr>
            <w:tcW w:w="425" w:type="dxa"/>
            <w:shd w:val="solid" w:color="FFFFFF" w:fill="auto"/>
          </w:tcPr>
          <w:p w14:paraId="1E0F4068" w14:textId="7706A166" w:rsidR="004D6689" w:rsidRPr="004D6689" w:rsidRDefault="004D6689" w:rsidP="004D6689">
            <w:pPr>
              <w:pStyle w:val="TAC"/>
              <w:rPr>
                <w:sz w:val="16"/>
                <w:szCs w:val="16"/>
              </w:rPr>
            </w:pPr>
            <w:r w:rsidRPr="004D668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A268B5B" w14:textId="1B52A822" w:rsidR="004D6689" w:rsidRPr="004D6689" w:rsidRDefault="004D6689" w:rsidP="004D6689">
            <w:pPr>
              <w:pStyle w:val="TAL"/>
              <w:rPr>
                <w:sz w:val="16"/>
                <w:szCs w:val="16"/>
              </w:rPr>
            </w:pPr>
            <w:r w:rsidRPr="004D6689">
              <w:rPr>
                <w:sz w:val="16"/>
                <w:szCs w:val="16"/>
              </w:rPr>
              <w:t>CR for 38.101-1-gb0: Correction for n7 A-MPR (NS_46)</w:t>
            </w:r>
          </w:p>
        </w:tc>
        <w:tc>
          <w:tcPr>
            <w:tcW w:w="708" w:type="dxa"/>
            <w:shd w:val="solid" w:color="FFFFFF" w:fill="auto"/>
          </w:tcPr>
          <w:p w14:paraId="43BCF707" w14:textId="7675EFA9" w:rsidR="004D6689" w:rsidRDefault="004D6689" w:rsidP="004D6689">
            <w:pPr>
              <w:pStyle w:val="TAL"/>
              <w:rPr>
                <w:sz w:val="16"/>
                <w:szCs w:val="16"/>
              </w:rPr>
            </w:pPr>
            <w:r>
              <w:rPr>
                <w:sz w:val="16"/>
                <w:szCs w:val="16"/>
              </w:rPr>
              <w:t>16.12.0</w:t>
            </w:r>
          </w:p>
        </w:tc>
      </w:tr>
      <w:tr w:rsidR="004D6689" w:rsidRPr="00402599" w14:paraId="09DFF4CD" w14:textId="77777777" w:rsidTr="007474EC">
        <w:trPr>
          <w:jc w:val="center"/>
        </w:trPr>
        <w:tc>
          <w:tcPr>
            <w:tcW w:w="800" w:type="dxa"/>
            <w:shd w:val="solid" w:color="FFFFFF" w:fill="auto"/>
          </w:tcPr>
          <w:p w14:paraId="79E83F90" w14:textId="3F894FC4" w:rsidR="004D6689" w:rsidRDefault="004D6689" w:rsidP="004D6689">
            <w:pPr>
              <w:pStyle w:val="TAL"/>
              <w:rPr>
                <w:sz w:val="16"/>
                <w:szCs w:val="16"/>
              </w:rPr>
            </w:pPr>
            <w:r>
              <w:rPr>
                <w:sz w:val="16"/>
                <w:szCs w:val="16"/>
              </w:rPr>
              <w:t>2022-06</w:t>
            </w:r>
          </w:p>
        </w:tc>
        <w:tc>
          <w:tcPr>
            <w:tcW w:w="800" w:type="dxa"/>
            <w:shd w:val="solid" w:color="FFFFFF" w:fill="auto"/>
          </w:tcPr>
          <w:p w14:paraId="5DDB79E9" w14:textId="7BC029DD" w:rsidR="004D6689" w:rsidRPr="004D6689" w:rsidRDefault="004D6689" w:rsidP="004D6689">
            <w:pPr>
              <w:pStyle w:val="TAC"/>
              <w:rPr>
                <w:sz w:val="16"/>
                <w:szCs w:val="16"/>
              </w:rPr>
            </w:pPr>
            <w:r w:rsidRPr="004D6689">
              <w:rPr>
                <w:sz w:val="16"/>
                <w:szCs w:val="16"/>
              </w:rPr>
              <w:t>RAN#96</w:t>
            </w:r>
          </w:p>
        </w:tc>
        <w:tc>
          <w:tcPr>
            <w:tcW w:w="944" w:type="dxa"/>
            <w:shd w:val="solid" w:color="FFFFFF" w:fill="auto"/>
          </w:tcPr>
          <w:p w14:paraId="47E0D090" w14:textId="1CF0140E" w:rsidR="004D6689" w:rsidRPr="004D6689" w:rsidRDefault="004D6689" w:rsidP="004D6689">
            <w:pPr>
              <w:pStyle w:val="TAC"/>
              <w:rPr>
                <w:sz w:val="16"/>
                <w:szCs w:val="16"/>
              </w:rPr>
            </w:pPr>
            <w:r w:rsidRPr="004D6689">
              <w:rPr>
                <w:sz w:val="16"/>
                <w:szCs w:val="16"/>
              </w:rPr>
              <w:t>RP-221668</w:t>
            </w:r>
          </w:p>
        </w:tc>
        <w:tc>
          <w:tcPr>
            <w:tcW w:w="575" w:type="dxa"/>
            <w:shd w:val="solid" w:color="FFFFFF" w:fill="auto"/>
          </w:tcPr>
          <w:p w14:paraId="16ADF3E4" w14:textId="03051FD8" w:rsidR="004D6689" w:rsidRPr="004D6689" w:rsidRDefault="004D6689" w:rsidP="004D6689">
            <w:pPr>
              <w:pStyle w:val="TAC"/>
              <w:rPr>
                <w:sz w:val="16"/>
                <w:szCs w:val="16"/>
              </w:rPr>
            </w:pPr>
            <w:r w:rsidRPr="004D6689">
              <w:rPr>
                <w:sz w:val="16"/>
                <w:szCs w:val="16"/>
              </w:rPr>
              <w:t>1056</w:t>
            </w:r>
          </w:p>
        </w:tc>
        <w:tc>
          <w:tcPr>
            <w:tcW w:w="425" w:type="dxa"/>
            <w:shd w:val="solid" w:color="FFFFFF" w:fill="auto"/>
          </w:tcPr>
          <w:p w14:paraId="2A72218F" w14:textId="77777777" w:rsidR="004D6689" w:rsidRPr="004D6689" w:rsidRDefault="004D6689" w:rsidP="004D6689">
            <w:pPr>
              <w:pStyle w:val="TAC"/>
              <w:rPr>
                <w:sz w:val="16"/>
                <w:szCs w:val="16"/>
              </w:rPr>
            </w:pPr>
          </w:p>
        </w:tc>
        <w:tc>
          <w:tcPr>
            <w:tcW w:w="425" w:type="dxa"/>
            <w:shd w:val="solid" w:color="FFFFFF" w:fill="auto"/>
          </w:tcPr>
          <w:p w14:paraId="777E3979" w14:textId="546ACC7A" w:rsidR="004D6689" w:rsidRPr="004D6689" w:rsidRDefault="004D6689" w:rsidP="004D6689">
            <w:pPr>
              <w:pStyle w:val="TAC"/>
              <w:rPr>
                <w:sz w:val="16"/>
                <w:szCs w:val="16"/>
              </w:rPr>
            </w:pPr>
            <w:r w:rsidRPr="004D668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06FBE95" w14:textId="4D08D03B" w:rsidR="004D6689" w:rsidRPr="004D6689" w:rsidRDefault="004D6689" w:rsidP="004D6689">
            <w:pPr>
              <w:pStyle w:val="TAL"/>
              <w:rPr>
                <w:sz w:val="16"/>
                <w:szCs w:val="16"/>
              </w:rPr>
            </w:pPr>
            <w:r w:rsidRPr="004D6689">
              <w:rPr>
                <w:sz w:val="16"/>
                <w:szCs w:val="16"/>
              </w:rPr>
              <w:t>CR for 38.101-1 Rel16 Minor AMPR Corrections for n65 to account for SCS</w:t>
            </w:r>
          </w:p>
        </w:tc>
        <w:tc>
          <w:tcPr>
            <w:tcW w:w="708" w:type="dxa"/>
            <w:shd w:val="solid" w:color="FFFFFF" w:fill="auto"/>
          </w:tcPr>
          <w:p w14:paraId="19EF3C10" w14:textId="5D966EEB" w:rsidR="004D6689" w:rsidRDefault="004D6689" w:rsidP="004D6689">
            <w:pPr>
              <w:pStyle w:val="TAL"/>
              <w:rPr>
                <w:sz w:val="16"/>
                <w:szCs w:val="16"/>
              </w:rPr>
            </w:pPr>
            <w:r>
              <w:rPr>
                <w:sz w:val="16"/>
                <w:szCs w:val="16"/>
              </w:rPr>
              <w:t>16.12.0</w:t>
            </w:r>
          </w:p>
        </w:tc>
      </w:tr>
      <w:tr w:rsidR="004D6689" w:rsidRPr="00402599" w14:paraId="666CD6D4" w14:textId="77777777" w:rsidTr="007474EC">
        <w:trPr>
          <w:jc w:val="center"/>
        </w:trPr>
        <w:tc>
          <w:tcPr>
            <w:tcW w:w="800" w:type="dxa"/>
            <w:shd w:val="solid" w:color="FFFFFF" w:fill="auto"/>
          </w:tcPr>
          <w:p w14:paraId="6893720F" w14:textId="083530DE" w:rsidR="004D6689" w:rsidRDefault="004D6689" w:rsidP="004D6689">
            <w:pPr>
              <w:pStyle w:val="TAL"/>
              <w:rPr>
                <w:sz w:val="16"/>
                <w:szCs w:val="16"/>
              </w:rPr>
            </w:pPr>
            <w:r>
              <w:rPr>
                <w:sz w:val="16"/>
                <w:szCs w:val="16"/>
              </w:rPr>
              <w:t>2022-06</w:t>
            </w:r>
          </w:p>
        </w:tc>
        <w:tc>
          <w:tcPr>
            <w:tcW w:w="800" w:type="dxa"/>
            <w:shd w:val="solid" w:color="FFFFFF" w:fill="auto"/>
          </w:tcPr>
          <w:p w14:paraId="7B8BA5AD" w14:textId="4F7203E2" w:rsidR="004D6689" w:rsidRPr="004D6689" w:rsidRDefault="004D6689" w:rsidP="004D6689">
            <w:pPr>
              <w:pStyle w:val="TAC"/>
              <w:rPr>
                <w:sz w:val="16"/>
                <w:szCs w:val="16"/>
              </w:rPr>
            </w:pPr>
            <w:r w:rsidRPr="004D6689">
              <w:rPr>
                <w:sz w:val="16"/>
                <w:szCs w:val="16"/>
              </w:rPr>
              <w:t>RAN#96</w:t>
            </w:r>
          </w:p>
        </w:tc>
        <w:tc>
          <w:tcPr>
            <w:tcW w:w="944" w:type="dxa"/>
            <w:shd w:val="solid" w:color="FFFFFF" w:fill="auto"/>
          </w:tcPr>
          <w:p w14:paraId="375FE432" w14:textId="413E1A74" w:rsidR="004D6689" w:rsidRPr="004D6689" w:rsidRDefault="004D6689" w:rsidP="004D6689">
            <w:pPr>
              <w:pStyle w:val="TAC"/>
              <w:rPr>
                <w:sz w:val="16"/>
                <w:szCs w:val="16"/>
              </w:rPr>
            </w:pPr>
            <w:r w:rsidRPr="004D6689">
              <w:rPr>
                <w:sz w:val="16"/>
                <w:szCs w:val="16"/>
              </w:rPr>
              <w:t>RP-221661</w:t>
            </w:r>
          </w:p>
        </w:tc>
        <w:tc>
          <w:tcPr>
            <w:tcW w:w="575" w:type="dxa"/>
            <w:shd w:val="solid" w:color="FFFFFF" w:fill="auto"/>
          </w:tcPr>
          <w:p w14:paraId="74C21FDD" w14:textId="76A34069" w:rsidR="004D6689" w:rsidRPr="004D6689" w:rsidRDefault="004D6689" w:rsidP="004D6689">
            <w:pPr>
              <w:pStyle w:val="TAC"/>
              <w:rPr>
                <w:sz w:val="16"/>
                <w:szCs w:val="16"/>
              </w:rPr>
            </w:pPr>
            <w:r w:rsidRPr="004D6689">
              <w:rPr>
                <w:sz w:val="16"/>
                <w:szCs w:val="16"/>
              </w:rPr>
              <w:t>1115</w:t>
            </w:r>
          </w:p>
        </w:tc>
        <w:tc>
          <w:tcPr>
            <w:tcW w:w="425" w:type="dxa"/>
            <w:shd w:val="solid" w:color="FFFFFF" w:fill="auto"/>
          </w:tcPr>
          <w:p w14:paraId="564D48FC" w14:textId="6FEAFD05" w:rsidR="004D6689" w:rsidRPr="004D6689" w:rsidRDefault="004D6689" w:rsidP="004D6689">
            <w:pPr>
              <w:pStyle w:val="TAC"/>
              <w:rPr>
                <w:sz w:val="16"/>
                <w:szCs w:val="16"/>
              </w:rPr>
            </w:pPr>
            <w:r w:rsidRPr="004D6689">
              <w:rPr>
                <w:sz w:val="16"/>
                <w:szCs w:val="16"/>
              </w:rPr>
              <w:t>1</w:t>
            </w:r>
          </w:p>
        </w:tc>
        <w:tc>
          <w:tcPr>
            <w:tcW w:w="425" w:type="dxa"/>
            <w:shd w:val="solid" w:color="FFFFFF" w:fill="auto"/>
          </w:tcPr>
          <w:p w14:paraId="6DF5D45E" w14:textId="20333911" w:rsidR="004D6689" w:rsidRPr="004D6689" w:rsidRDefault="004D6689" w:rsidP="004D6689">
            <w:pPr>
              <w:pStyle w:val="TAC"/>
              <w:rPr>
                <w:sz w:val="16"/>
                <w:szCs w:val="16"/>
              </w:rPr>
            </w:pPr>
            <w:r w:rsidRPr="004D668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AE11EC6" w14:textId="662943E5" w:rsidR="004D6689" w:rsidRPr="004D6689" w:rsidRDefault="004D6689" w:rsidP="004D6689">
            <w:pPr>
              <w:pStyle w:val="TAL"/>
              <w:rPr>
                <w:sz w:val="16"/>
                <w:szCs w:val="16"/>
              </w:rPr>
            </w:pPr>
            <w:r w:rsidRPr="004D6689">
              <w:rPr>
                <w:sz w:val="16"/>
                <w:szCs w:val="16"/>
              </w:rPr>
              <w:t>CR to R16 TS38.101-1 on transient period capability</w:t>
            </w:r>
          </w:p>
        </w:tc>
        <w:tc>
          <w:tcPr>
            <w:tcW w:w="708" w:type="dxa"/>
            <w:shd w:val="solid" w:color="FFFFFF" w:fill="auto"/>
          </w:tcPr>
          <w:p w14:paraId="796658E2" w14:textId="1D055F8E" w:rsidR="004D6689" w:rsidRDefault="004D6689" w:rsidP="004D6689">
            <w:pPr>
              <w:pStyle w:val="TAL"/>
              <w:rPr>
                <w:sz w:val="16"/>
                <w:szCs w:val="16"/>
              </w:rPr>
            </w:pPr>
            <w:r>
              <w:rPr>
                <w:sz w:val="16"/>
                <w:szCs w:val="16"/>
              </w:rPr>
              <w:t>16.12.0</w:t>
            </w:r>
          </w:p>
        </w:tc>
      </w:tr>
      <w:tr w:rsidR="004D6689" w:rsidRPr="00402599" w14:paraId="56B0C549" w14:textId="77777777" w:rsidTr="007474EC">
        <w:trPr>
          <w:jc w:val="center"/>
        </w:trPr>
        <w:tc>
          <w:tcPr>
            <w:tcW w:w="800" w:type="dxa"/>
            <w:shd w:val="solid" w:color="FFFFFF" w:fill="auto"/>
          </w:tcPr>
          <w:p w14:paraId="31D3E617" w14:textId="7A18A4D9" w:rsidR="004D6689" w:rsidRDefault="004D6689" w:rsidP="004D6689">
            <w:pPr>
              <w:pStyle w:val="TAL"/>
              <w:rPr>
                <w:sz w:val="16"/>
                <w:szCs w:val="16"/>
              </w:rPr>
            </w:pPr>
            <w:r>
              <w:rPr>
                <w:sz w:val="16"/>
                <w:szCs w:val="16"/>
              </w:rPr>
              <w:t>2022-06</w:t>
            </w:r>
          </w:p>
        </w:tc>
        <w:tc>
          <w:tcPr>
            <w:tcW w:w="800" w:type="dxa"/>
            <w:shd w:val="solid" w:color="FFFFFF" w:fill="auto"/>
          </w:tcPr>
          <w:p w14:paraId="292EC43E" w14:textId="17CE1A2D" w:rsidR="004D6689" w:rsidRPr="004D6689" w:rsidRDefault="004D6689" w:rsidP="004D6689">
            <w:pPr>
              <w:pStyle w:val="TAC"/>
              <w:rPr>
                <w:sz w:val="16"/>
                <w:szCs w:val="16"/>
              </w:rPr>
            </w:pPr>
            <w:r w:rsidRPr="004D6689">
              <w:rPr>
                <w:sz w:val="16"/>
                <w:szCs w:val="16"/>
              </w:rPr>
              <w:t>RAN#96</w:t>
            </w:r>
          </w:p>
        </w:tc>
        <w:tc>
          <w:tcPr>
            <w:tcW w:w="944" w:type="dxa"/>
            <w:shd w:val="solid" w:color="FFFFFF" w:fill="auto"/>
          </w:tcPr>
          <w:p w14:paraId="022B47BC" w14:textId="0689A4EB" w:rsidR="004D6689" w:rsidRPr="004D6689" w:rsidRDefault="004D6689" w:rsidP="004D6689">
            <w:pPr>
              <w:pStyle w:val="TAC"/>
              <w:rPr>
                <w:sz w:val="16"/>
                <w:szCs w:val="16"/>
              </w:rPr>
            </w:pPr>
            <w:r w:rsidRPr="004D6689">
              <w:rPr>
                <w:sz w:val="16"/>
                <w:szCs w:val="16"/>
              </w:rPr>
              <w:t>RP-221655</w:t>
            </w:r>
          </w:p>
        </w:tc>
        <w:tc>
          <w:tcPr>
            <w:tcW w:w="575" w:type="dxa"/>
            <w:shd w:val="solid" w:color="FFFFFF" w:fill="auto"/>
          </w:tcPr>
          <w:p w14:paraId="516B962B" w14:textId="24F9A9EB" w:rsidR="004D6689" w:rsidRPr="004D6689" w:rsidRDefault="004D6689" w:rsidP="004D6689">
            <w:pPr>
              <w:pStyle w:val="TAC"/>
              <w:rPr>
                <w:sz w:val="16"/>
                <w:szCs w:val="16"/>
              </w:rPr>
            </w:pPr>
            <w:r w:rsidRPr="004D6689">
              <w:rPr>
                <w:sz w:val="16"/>
                <w:szCs w:val="16"/>
              </w:rPr>
              <w:t>1120</w:t>
            </w:r>
          </w:p>
        </w:tc>
        <w:tc>
          <w:tcPr>
            <w:tcW w:w="425" w:type="dxa"/>
            <w:shd w:val="solid" w:color="FFFFFF" w:fill="auto"/>
          </w:tcPr>
          <w:p w14:paraId="276CC32C" w14:textId="77777777" w:rsidR="004D6689" w:rsidRPr="004D6689" w:rsidRDefault="004D6689" w:rsidP="004D6689">
            <w:pPr>
              <w:pStyle w:val="TAC"/>
              <w:rPr>
                <w:sz w:val="16"/>
                <w:szCs w:val="16"/>
              </w:rPr>
            </w:pPr>
          </w:p>
        </w:tc>
        <w:tc>
          <w:tcPr>
            <w:tcW w:w="425" w:type="dxa"/>
            <w:shd w:val="solid" w:color="FFFFFF" w:fill="auto"/>
          </w:tcPr>
          <w:p w14:paraId="12882769" w14:textId="6821055C" w:rsidR="004D6689" w:rsidRPr="004D6689" w:rsidRDefault="004D6689" w:rsidP="004D6689">
            <w:pPr>
              <w:pStyle w:val="TAC"/>
              <w:rPr>
                <w:sz w:val="16"/>
                <w:szCs w:val="16"/>
              </w:rPr>
            </w:pPr>
            <w:r w:rsidRPr="004D6689">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C5C9202" w14:textId="581E8793" w:rsidR="004D6689" w:rsidRPr="004D6689" w:rsidRDefault="004D6689" w:rsidP="004D6689">
            <w:pPr>
              <w:pStyle w:val="TAL"/>
              <w:rPr>
                <w:sz w:val="16"/>
                <w:szCs w:val="16"/>
              </w:rPr>
            </w:pPr>
            <w:r w:rsidRPr="004D6689">
              <w:rPr>
                <w:sz w:val="16"/>
                <w:szCs w:val="16"/>
              </w:rPr>
              <w:t>Big CR for TS 38.101-1 Maintenance Part-1 (Rel-16)</w:t>
            </w:r>
          </w:p>
        </w:tc>
        <w:tc>
          <w:tcPr>
            <w:tcW w:w="708" w:type="dxa"/>
            <w:shd w:val="solid" w:color="FFFFFF" w:fill="auto"/>
          </w:tcPr>
          <w:p w14:paraId="565A064E" w14:textId="2C043B10" w:rsidR="004D6689" w:rsidRDefault="004D6689" w:rsidP="004D6689">
            <w:pPr>
              <w:pStyle w:val="TAL"/>
              <w:rPr>
                <w:sz w:val="16"/>
                <w:szCs w:val="16"/>
              </w:rPr>
            </w:pPr>
            <w:r>
              <w:rPr>
                <w:sz w:val="16"/>
                <w:szCs w:val="16"/>
              </w:rPr>
              <w:t>16.12.0</w:t>
            </w:r>
          </w:p>
        </w:tc>
      </w:tr>
      <w:tr w:rsidR="004F0943" w:rsidRPr="00402599" w14:paraId="37B2C943" w14:textId="77777777" w:rsidTr="007474EC">
        <w:trPr>
          <w:jc w:val="center"/>
        </w:trPr>
        <w:tc>
          <w:tcPr>
            <w:tcW w:w="800" w:type="dxa"/>
            <w:shd w:val="solid" w:color="FFFFFF" w:fill="auto"/>
          </w:tcPr>
          <w:p w14:paraId="6F783F41" w14:textId="08DB0081" w:rsidR="004F0943" w:rsidRDefault="004F0943" w:rsidP="004D6689">
            <w:pPr>
              <w:pStyle w:val="TAL"/>
              <w:rPr>
                <w:sz w:val="16"/>
                <w:szCs w:val="16"/>
              </w:rPr>
            </w:pPr>
            <w:r>
              <w:rPr>
                <w:sz w:val="16"/>
                <w:szCs w:val="16"/>
              </w:rPr>
              <w:t>2022-06</w:t>
            </w:r>
          </w:p>
        </w:tc>
        <w:tc>
          <w:tcPr>
            <w:tcW w:w="800" w:type="dxa"/>
            <w:shd w:val="solid" w:color="FFFFFF" w:fill="auto"/>
          </w:tcPr>
          <w:p w14:paraId="731F88B0" w14:textId="5B3AA8A0" w:rsidR="004F0943" w:rsidRPr="004D6689" w:rsidRDefault="004F0943" w:rsidP="004D6689">
            <w:pPr>
              <w:pStyle w:val="TAC"/>
              <w:rPr>
                <w:sz w:val="16"/>
                <w:szCs w:val="16"/>
              </w:rPr>
            </w:pPr>
            <w:r>
              <w:rPr>
                <w:sz w:val="16"/>
                <w:szCs w:val="16"/>
              </w:rPr>
              <w:t>RAN#96</w:t>
            </w:r>
          </w:p>
        </w:tc>
        <w:tc>
          <w:tcPr>
            <w:tcW w:w="944" w:type="dxa"/>
            <w:shd w:val="solid" w:color="FFFFFF" w:fill="auto"/>
          </w:tcPr>
          <w:p w14:paraId="1BCBAD51" w14:textId="0851E519" w:rsidR="004F0943" w:rsidRPr="004D6689" w:rsidRDefault="004F0943" w:rsidP="004D6689">
            <w:pPr>
              <w:pStyle w:val="TAC"/>
              <w:rPr>
                <w:sz w:val="16"/>
                <w:szCs w:val="16"/>
              </w:rPr>
            </w:pPr>
            <w:r w:rsidRPr="004F0943">
              <w:rPr>
                <w:sz w:val="16"/>
                <w:szCs w:val="16"/>
              </w:rPr>
              <w:t>RP-221066</w:t>
            </w:r>
          </w:p>
        </w:tc>
        <w:tc>
          <w:tcPr>
            <w:tcW w:w="575" w:type="dxa"/>
            <w:shd w:val="solid" w:color="FFFFFF" w:fill="auto"/>
          </w:tcPr>
          <w:p w14:paraId="6FC4CD1F" w14:textId="146DEF20" w:rsidR="004F0943" w:rsidRPr="004D6689" w:rsidRDefault="004F0943" w:rsidP="004D6689">
            <w:pPr>
              <w:pStyle w:val="TAC"/>
              <w:rPr>
                <w:sz w:val="16"/>
                <w:szCs w:val="16"/>
              </w:rPr>
            </w:pPr>
            <w:r>
              <w:rPr>
                <w:sz w:val="16"/>
                <w:szCs w:val="16"/>
              </w:rPr>
              <w:t>1125</w:t>
            </w:r>
          </w:p>
        </w:tc>
        <w:tc>
          <w:tcPr>
            <w:tcW w:w="425" w:type="dxa"/>
            <w:shd w:val="solid" w:color="FFFFFF" w:fill="auto"/>
          </w:tcPr>
          <w:p w14:paraId="6BFE1026" w14:textId="77777777" w:rsidR="004F0943" w:rsidRPr="004D6689" w:rsidRDefault="004F0943" w:rsidP="004D6689">
            <w:pPr>
              <w:pStyle w:val="TAC"/>
              <w:rPr>
                <w:sz w:val="16"/>
                <w:szCs w:val="16"/>
              </w:rPr>
            </w:pPr>
          </w:p>
        </w:tc>
        <w:tc>
          <w:tcPr>
            <w:tcW w:w="425" w:type="dxa"/>
            <w:shd w:val="solid" w:color="FFFFFF" w:fill="auto"/>
          </w:tcPr>
          <w:p w14:paraId="0CBE859B" w14:textId="6D14902D" w:rsidR="004F0943" w:rsidRPr="004D6689" w:rsidRDefault="004F0943" w:rsidP="004D6689">
            <w:pPr>
              <w:pStyle w:val="TAC"/>
              <w:rPr>
                <w:sz w:val="16"/>
                <w:szCs w:val="16"/>
              </w:rPr>
            </w:pPr>
            <w:r>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4185245" w14:textId="6A4B7D58" w:rsidR="004F0943" w:rsidRPr="004D6689" w:rsidRDefault="004F0943" w:rsidP="004D6689">
            <w:pPr>
              <w:pStyle w:val="TAL"/>
              <w:rPr>
                <w:sz w:val="16"/>
                <w:szCs w:val="16"/>
              </w:rPr>
            </w:pPr>
            <w:r w:rsidRPr="004F0943">
              <w:rPr>
                <w:sz w:val="16"/>
                <w:szCs w:val="16"/>
              </w:rPr>
              <w:t>CR for updating the note of mandatory simultaneous Rx/Tx capability for FR1 NR-CA combinations</w:t>
            </w:r>
          </w:p>
        </w:tc>
        <w:tc>
          <w:tcPr>
            <w:tcW w:w="708" w:type="dxa"/>
            <w:shd w:val="solid" w:color="FFFFFF" w:fill="auto"/>
          </w:tcPr>
          <w:p w14:paraId="3418D511" w14:textId="14F26552" w:rsidR="004F0943" w:rsidRDefault="004F0943" w:rsidP="004D6689">
            <w:pPr>
              <w:pStyle w:val="TAL"/>
              <w:rPr>
                <w:sz w:val="16"/>
                <w:szCs w:val="16"/>
              </w:rPr>
            </w:pPr>
            <w:r>
              <w:rPr>
                <w:sz w:val="16"/>
                <w:szCs w:val="16"/>
              </w:rPr>
              <w:t>16.12.1</w:t>
            </w:r>
          </w:p>
        </w:tc>
      </w:tr>
      <w:tr w:rsidR="00477022" w:rsidRPr="00402599" w14:paraId="0F04AEA8" w14:textId="77777777" w:rsidTr="007474EC">
        <w:trPr>
          <w:jc w:val="center"/>
        </w:trPr>
        <w:tc>
          <w:tcPr>
            <w:tcW w:w="800" w:type="dxa"/>
            <w:shd w:val="solid" w:color="FFFFFF" w:fill="auto"/>
          </w:tcPr>
          <w:p w14:paraId="2E39BC1C" w14:textId="1E674E7A" w:rsidR="00477022" w:rsidRPr="00477022" w:rsidRDefault="00477022" w:rsidP="00477022">
            <w:pPr>
              <w:pStyle w:val="TAL"/>
              <w:rPr>
                <w:sz w:val="16"/>
                <w:szCs w:val="16"/>
              </w:rPr>
            </w:pPr>
            <w:r w:rsidRPr="00477022">
              <w:rPr>
                <w:sz w:val="16"/>
                <w:szCs w:val="16"/>
              </w:rPr>
              <w:t>2022-09</w:t>
            </w:r>
          </w:p>
        </w:tc>
        <w:tc>
          <w:tcPr>
            <w:tcW w:w="800" w:type="dxa"/>
            <w:shd w:val="solid" w:color="FFFFFF" w:fill="auto"/>
          </w:tcPr>
          <w:p w14:paraId="77F23C6F" w14:textId="07B194A6" w:rsidR="00477022" w:rsidRPr="00477022" w:rsidRDefault="00477022" w:rsidP="00477022">
            <w:pPr>
              <w:pStyle w:val="TAC"/>
              <w:rPr>
                <w:sz w:val="16"/>
                <w:szCs w:val="16"/>
              </w:rPr>
            </w:pPr>
            <w:r w:rsidRPr="00477022">
              <w:rPr>
                <w:sz w:val="16"/>
                <w:szCs w:val="16"/>
              </w:rPr>
              <w:t>RAN#97</w:t>
            </w:r>
          </w:p>
        </w:tc>
        <w:tc>
          <w:tcPr>
            <w:tcW w:w="944" w:type="dxa"/>
            <w:shd w:val="solid" w:color="FFFFFF" w:fill="auto"/>
          </w:tcPr>
          <w:p w14:paraId="23056C5B" w14:textId="7A09AB6F" w:rsidR="00477022" w:rsidRPr="00477022" w:rsidRDefault="00477022" w:rsidP="00477022">
            <w:pPr>
              <w:pStyle w:val="TAC"/>
              <w:rPr>
                <w:sz w:val="16"/>
                <w:szCs w:val="16"/>
              </w:rPr>
            </w:pPr>
            <w:r w:rsidRPr="00477022">
              <w:rPr>
                <w:sz w:val="16"/>
                <w:szCs w:val="16"/>
              </w:rPr>
              <w:t>RP-222035</w:t>
            </w:r>
          </w:p>
        </w:tc>
        <w:tc>
          <w:tcPr>
            <w:tcW w:w="575" w:type="dxa"/>
            <w:shd w:val="solid" w:color="FFFFFF" w:fill="auto"/>
          </w:tcPr>
          <w:p w14:paraId="221AA69E" w14:textId="1D3C7B32" w:rsidR="00477022" w:rsidRPr="00477022" w:rsidRDefault="00477022" w:rsidP="00477022">
            <w:pPr>
              <w:pStyle w:val="TAC"/>
              <w:rPr>
                <w:sz w:val="16"/>
                <w:szCs w:val="16"/>
              </w:rPr>
            </w:pPr>
            <w:r w:rsidRPr="00477022">
              <w:rPr>
                <w:sz w:val="16"/>
                <w:szCs w:val="16"/>
              </w:rPr>
              <w:t>1189</w:t>
            </w:r>
          </w:p>
        </w:tc>
        <w:tc>
          <w:tcPr>
            <w:tcW w:w="425" w:type="dxa"/>
            <w:shd w:val="solid" w:color="FFFFFF" w:fill="auto"/>
          </w:tcPr>
          <w:p w14:paraId="7376C0C7" w14:textId="77777777" w:rsidR="00477022" w:rsidRPr="00477022" w:rsidRDefault="00477022" w:rsidP="00477022">
            <w:pPr>
              <w:pStyle w:val="TAC"/>
              <w:rPr>
                <w:sz w:val="16"/>
                <w:szCs w:val="16"/>
              </w:rPr>
            </w:pPr>
          </w:p>
        </w:tc>
        <w:tc>
          <w:tcPr>
            <w:tcW w:w="425" w:type="dxa"/>
            <w:shd w:val="solid" w:color="FFFFFF" w:fill="auto"/>
          </w:tcPr>
          <w:p w14:paraId="2DCE9A24" w14:textId="5E1A2029" w:rsidR="00477022" w:rsidRPr="00477022" w:rsidRDefault="00477022" w:rsidP="00477022">
            <w:pPr>
              <w:pStyle w:val="TAC"/>
              <w:rPr>
                <w:sz w:val="16"/>
                <w:szCs w:val="16"/>
              </w:rPr>
            </w:pPr>
            <w:r w:rsidRPr="0047702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69FC16B1" w14:textId="50C412F0" w:rsidR="00477022" w:rsidRPr="00477022" w:rsidRDefault="00477022" w:rsidP="00477022">
            <w:pPr>
              <w:pStyle w:val="TAL"/>
              <w:rPr>
                <w:sz w:val="16"/>
                <w:szCs w:val="16"/>
              </w:rPr>
            </w:pPr>
            <w:r w:rsidRPr="00477022">
              <w:rPr>
                <w:sz w:val="16"/>
                <w:szCs w:val="16"/>
              </w:rPr>
              <w:t>CR for TS 38.101-1, Correction of configured transmitted power for V2X</w:t>
            </w:r>
          </w:p>
        </w:tc>
        <w:tc>
          <w:tcPr>
            <w:tcW w:w="708" w:type="dxa"/>
            <w:shd w:val="solid" w:color="FFFFFF" w:fill="auto"/>
          </w:tcPr>
          <w:p w14:paraId="06FF6650" w14:textId="626A6123" w:rsidR="00477022" w:rsidRPr="00477022" w:rsidRDefault="00477022" w:rsidP="00477022">
            <w:pPr>
              <w:pStyle w:val="TAL"/>
              <w:rPr>
                <w:sz w:val="16"/>
                <w:szCs w:val="16"/>
              </w:rPr>
            </w:pPr>
            <w:r w:rsidRPr="00477022">
              <w:rPr>
                <w:sz w:val="16"/>
                <w:szCs w:val="16"/>
              </w:rPr>
              <w:t>16.13.0</w:t>
            </w:r>
          </w:p>
        </w:tc>
      </w:tr>
      <w:tr w:rsidR="00477022" w:rsidRPr="00402599" w14:paraId="7862663D" w14:textId="77777777" w:rsidTr="007474EC">
        <w:trPr>
          <w:jc w:val="center"/>
        </w:trPr>
        <w:tc>
          <w:tcPr>
            <w:tcW w:w="800" w:type="dxa"/>
            <w:shd w:val="solid" w:color="FFFFFF" w:fill="auto"/>
          </w:tcPr>
          <w:p w14:paraId="53F0AC6F" w14:textId="2EF9995F" w:rsidR="00477022" w:rsidRPr="00477022" w:rsidRDefault="00477022" w:rsidP="00477022">
            <w:pPr>
              <w:pStyle w:val="TAL"/>
              <w:rPr>
                <w:sz w:val="16"/>
                <w:szCs w:val="16"/>
              </w:rPr>
            </w:pPr>
            <w:r w:rsidRPr="00477022">
              <w:rPr>
                <w:sz w:val="16"/>
                <w:szCs w:val="16"/>
              </w:rPr>
              <w:t>2022-09</w:t>
            </w:r>
          </w:p>
        </w:tc>
        <w:tc>
          <w:tcPr>
            <w:tcW w:w="800" w:type="dxa"/>
            <w:shd w:val="solid" w:color="FFFFFF" w:fill="auto"/>
          </w:tcPr>
          <w:p w14:paraId="53140859" w14:textId="387D8F2E" w:rsidR="00477022" w:rsidRPr="00477022" w:rsidRDefault="00477022" w:rsidP="00477022">
            <w:pPr>
              <w:pStyle w:val="TAC"/>
              <w:rPr>
                <w:sz w:val="16"/>
                <w:szCs w:val="16"/>
              </w:rPr>
            </w:pPr>
            <w:r w:rsidRPr="00477022">
              <w:rPr>
                <w:sz w:val="16"/>
                <w:szCs w:val="16"/>
              </w:rPr>
              <w:t>RAN#97</w:t>
            </w:r>
          </w:p>
        </w:tc>
        <w:tc>
          <w:tcPr>
            <w:tcW w:w="944" w:type="dxa"/>
            <w:shd w:val="solid" w:color="FFFFFF" w:fill="auto"/>
          </w:tcPr>
          <w:p w14:paraId="429118FF" w14:textId="6002B829" w:rsidR="00477022" w:rsidRPr="00477022" w:rsidRDefault="00477022" w:rsidP="00477022">
            <w:pPr>
              <w:pStyle w:val="TAC"/>
              <w:rPr>
                <w:sz w:val="16"/>
                <w:szCs w:val="16"/>
              </w:rPr>
            </w:pPr>
            <w:r w:rsidRPr="00477022">
              <w:rPr>
                <w:sz w:val="16"/>
                <w:szCs w:val="16"/>
              </w:rPr>
              <w:t>RP-222023</w:t>
            </w:r>
          </w:p>
        </w:tc>
        <w:tc>
          <w:tcPr>
            <w:tcW w:w="575" w:type="dxa"/>
            <w:shd w:val="solid" w:color="FFFFFF" w:fill="auto"/>
          </w:tcPr>
          <w:p w14:paraId="5378C03C" w14:textId="344EDEC5" w:rsidR="00477022" w:rsidRPr="00477022" w:rsidRDefault="00477022" w:rsidP="00477022">
            <w:pPr>
              <w:pStyle w:val="TAC"/>
              <w:rPr>
                <w:sz w:val="16"/>
                <w:szCs w:val="16"/>
              </w:rPr>
            </w:pPr>
            <w:r w:rsidRPr="00477022">
              <w:rPr>
                <w:sz w:val="16"/>
                <w:szCs w:val="16"/>
              </w:rPr>
              <w:t>1191</w:t>
            </w:r>
          </w:p>
        </w:tc>
        <w:tc>
          <w:tcPr>
            <w:tcW w:w="425" w:type="dxa"/>
            <w:shd w:val="solid" w:color="FFFFFF" w:fill="auto"/>
          </w:tcPr>
          <w:p w14:paraId="5A739037" w14:textId="77777777" w:rsidR="00477022" w:rsidRPr="00477022" w:rsidRDefault="00477022" w:rsidP="00477022">
            <w:pPr>
              <w:pStyle w:val="TAC"/>
              <w:rPr>
                <w:sz w:val="16"/>
                <w:szCs w:val="16"/>
              </w:rPr>
            </w:pPr>
          </w:p>
        </w:tc>
        <w:tc>
          <w:tcPr>
            <w:tcW w:w="425" w:type="dxa"/>
            <w:shd w:val="solid" w:color="FFFFFF" w:fill="auto"/>
          </w:tcPr>
          <w:p w14:paraId="1E7086B1" w14:textId="2B50B7E9" w:rsidR="00477022" w:rsidRPr="00477022" w:rsidRDefault="00477022" w:rsidP="00477022">
            <w:pPr>
              <w:pStyle w:val="TAC"/>
              <w:rPr>
                <w:sz w:val="16"/>
                <w:szCs w:val="16"/>
              </w:rPr>
            </w:pPr>
            <w:r w:rsidRPr="0047702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DEBFFAD" w14:textId="0D1770FC" w:rsidR="00477022" w:rsidRPr="00477022" w:rsidRDefault="00477022" w:rsidP="00477022">
            <w:pPr>
              <w:pStyle w:val="TAL"/>
              <w:rPr>
                <w:sz w:val="16"/>
                <w:szCs w:val="16"/>
              </w:rPr>
            </w:pPr>
            <w:r w:rsidRPr="00477022">
              <w:rPr>
                <w:sz w:val="16"/>
                <w:szCs w:val="16"/>
              </w:rPr>
              <w:t>Big CR for 38.101-1 maintenance part1 (Rel-16)</w:t>
            </w:r>
          </w:p>
        </w:tc>
        <w:tc>
          <w:tcPr>
            <w:tcW w:w="708" w:type="dxa"/>
            <w:shd w:val="solid" w:color="FFFFFF" w:fill="auto"/>
          </w:tcPr>
          <w:p w14:paraId="41BC85B6" w14:textId="4B978A4F" w:rsidR="00477022" w:rsidRPr="00477022" w:rsidRDefault="00477022" w:rsidP="00477022">
            <w:pPr>
              <w:pStyle w:val="TAL"/>
              <w:rPr>
                <w:sz w:val="16"/>
                <w:szCs w:val="16"/>
              </w:rPr>
            </w:pPr>
            <w:r w:rsidRPr="00477022">
              <w:rPr>
                <w:sz w:val="16"/>
                <w:szCs w:val="16"/>
              </w:rPr>
              <w:t>16.13.0</w:t>
            </w:r>
          </w:p>
        </w:tc>
      </w:tr>
      <w:tr w:rsidR="00477022" w:rsidRPr="00402599" w14:paraId="604BE00F" w14:textId="77777777" w:rsidTr="007474EC">
        <w:trPr>
          <w:jc w:val="center"/>
        </w:trPr>
        <w:tc>
          <w:tcPr>
            <w:tcW w:w="800" w:type="dxa"/>
            <w:shd w:val="solid" w:color="FFFFFF" w:fill="auto"/>
          </w:tcPr>
          <w:p w14:paraId="22ABA8DD" w14:textId="43EA9DFE" w:rsidR="00477022" w:rsidRPr="00477022" w:rsidRDefault="00477022" w:rsidP="00477022">
            <w:pPr>
              <w:pStyle w:val="TAL"/>
              <w:rPr>
                <w:sz w:val="16"/>
                <w:szCs w:val="16"/>
              </w:rPr>
            </w:pPr>
            <w:r w:rsidRPr="00477022">
              <w:rPr>
                <w:sz w:val="16"/>
                <w:szCs w:val="16"/>
              </w:rPr>
              <w:t>2022-09</w:t>
            </w:r>
          </w:p>
        </w:tc>
        <w:tc>
          <w:tcPr>
            <w:tcW w:w="800" w:type="dxa"/>
            <w:shd w:val="solid" w:color="FFFFFF" w:fill="auto"/>
          </w:tcPr>
          <w:p w14:paraId="2E79D903" w14:textId="1ABC01A7" w:rsidR="00477022" w:rsidRPr="00477022" w:rsidRDefault="00477022" w:rsidP="00477022">
            <w:pPr>
              <w:pStyle w:val="TAC"/>
              <w:rPr>
                <w:sz w:val="16"/>
                <w:szCs w:val="16"/>
              </w:rPr>
            </w:pPr>
            <w:r w:rsidRPr="00477022">
              <w:rPr>
                <w:sz w:val="16"/>
                <w:szCs w:val="16"/>
              </w:rPr>
              <w:t>RAN#97</w:t>
            </w:r>
          </w:p>
        </w:tc>
        <w:tc>
          <w:tcPr>
            <w:tcW w:w="944" w:type="dxa"/>
            <w:shd w:val="solid" w:color="FFFFFF" w:fill="auto"/>
          </w:tcPr>
          <w:p w14:paraId="138720CF" w14:textId="635FDA07" w:rsidR="00477022" w:rsidRPr="00477022" w:rsidRDefault="00477022" w:rsidP="00477022">
            <w:pPr>
              <w:pStyle w:val="TAC"/>
              <w:rPr>
                <w:sz w:val="16"/>
                <w:szCs w:val="16"/>
              </w:rPr>
            </w:pPr>
            <w:r w:rsidRPr="00477022">
              <w:rPr>
                <w:sz w:val="16"/>
                <w:szCs w:val="16"/>
              </w:rPr>
              <w:t>RP-222023</w:t>
            </w:r>
          </w:p>
        </w:tc>
        <w:tc>
          <w:tcPr>
            <w:tcW w:w="575" w:type="dxa"/>
            <w:shd w:val="solid" w:color="FFFFFF" w:fill="auto"/>
          </w:tcPr>
          <w:p w14:paraId="42025B13" w14:textId="50C4E87B" w:rsidR="00477022" w:rsidRPr="00477022" w:rsidRDefault="00477022" w:rsidP="00477022">
            <w:pPr>
              <w:pStyle w:val="TAC"/>
              <w:rPr>
                <w:sz w:val="16"/>
                <w:szCs w:val="16"/>
              </w:rPr>
            </w:pPr>
            <w:r w:rsidRPr="00477022">
              <w:rPr>
                <w:sz w:val="16"/>
                <w:szCs w:val="16"/>
              </w:rPr>
              <w:t>1193</w:t>
            </w:r>
          </w:p>
        </w:tc>
        <w:tc>
          <w:tcPr>
            <w:tcW w:w="425" w:type="dxa"/>
            <w:shd w:val="solid" w:color="FFFFFF" w:fill="auto"/>
          </w:tcPr>
          <w:p w14:paraId="6F6CB261" w14:textId="77777777" w:rsidR="00477022" w:rsidRPr="00477022" w:rsidRDefault="00477022" w:rsidP="00477022">
            <w:pPr>
              <w:pStyle w:val="TAC"/>
              <w:rPr>
                <w:sz w:val="16"/>
                <w:szCs w:val="16"/>
              </w:rPr>
            </w:pPr>
          </w:p>
        </w:tc>
        <w:tc>
          <w:tcPr>
            <w:tcW w:w="425" w:type="dxa"/>
            <w:shd w:val="solid" w:color="FFFFFF" w:fill="auto"/>
          </w:tcPr>
          <w:p w14:paraId="38042235" w14:textId="52AC3884" w:rsidR="00477022" w:rsidRPr="00477022" w:rsidRDefault="00477022" w:rsidP="00477022">
            <w:pPr>
              <w:pStyle w:val="TAC"/>
              <w:rPr>
                <w:sz w:val="16"/>
                <w:szCs w:val="16"/>
              </w:rPr>
            </w:pPr>
            <w:r w:rsidRPr="00477022">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1A1258C" w14:textId="57562752" w:rsidR="00477022" w:rsidRPr="00477022" w:rsidRDefault="00477022" w:rsidP="00477022">
            <w:pPr>
              <w:pStyle w:val="TAL"/>
              <w:rPr>
                <w:sz w:val="16"/>
                <w:szCs w:val="16"/>
              </w:rPr>
            </w:pPr>
            <w:r w:rsidRPr="00477022">
              <w:rPr>
                <w:sz w:val="16"/>
                <w:szCs w:val="16"/>
              </w:rPr>
              <w:t>Big CR for 38.101-1 maintenance part2 (Rel-16)</w:t>
            </w:r>
          </w:p>
        </w:tc>
        <w:tc>
          <w:tcPr>
            <w:tcW w:w="708" w:type="dxa"/>
            <w:shd w:val="solid" w:color="FFFFFF" w:fill="auto"/>
          </w:tcPr>
          <w:p w14:paraId="6E2A1A9D" w14:textId="7766C4B8" w:rsidR="00477022" w:rsidRPr="00477022" w:rsidRDefault="00477022" w:rsidP="00477022">
            <w:pPr>
              <w:pStyle w:val="TAL"/>
              <w:rPr>
                <w:sz w:val="16"/>
                <w:szCs w:val="16"/>
              </w:rPr>
            </w:pPr>
            <w:r w:rsidRPr="00477022">
              <w:rPr>
                <w:sz w:val="16"/>
                <w:szCs w:val="16"/>
              </w:rPr>
              <w:t>16.13.0</w:t>
            </w:r>
          </w:p>
        </w:tc>
      </w:tr>
      <w:tr w:rsidR="00477022" w:rsidRPr="00402599" w14:paraId="5E79DFF2" w14:textId="77777777" w:rsidTr="007474EC">
        <w:trPr>
          <w:jc w:val="center"/>
        </w:trPr>
        <w:tc>
          <w:tcPr>
            <w:tcW w:w="800" w:type="dxa"/>
            <w:shd w:val="solid" w:color="FFFFFF" w:fill="auto"/>
          </w:tcPr>
          <w:p w14:paraId="59DF965C" w14:textId="3998181E" w:rsidR="00477022" w:rsidRPr="00477022" w:rsidRDefault="00477022" w:rsidP="00477022">
            <w:pPr>
              <w:pStyle w:val="TAL"/>
              <w:rPr>
                <w:sz w:val="16"/>
                <w:szCs w:val="16"/>
              </w:rPr>
            </w:pPr>
            <w:r w:rsidRPr="00477022">
              <w:rPr>
                <w:sz w:val="16"/>
                <w:szCs w:val="16"/>
              </w:rPr>
              <w:t>2022-09</w:t>
            </w:r>
          </w:p>
        </w:tc>
        <w:tc>
          <w:tcPr>
            <w:tcW w:w="800" w:type="dxa"/>
            <w:shd w:val="solid" w:color="FFFFFF" w:fill="auto"/>
          </w:tcPr>
          <w:p w14:paraId="71982B60" w14:textId="1AE2166F" w:rsidR="00477022" w:rsidRPr="00477022" w:rsidRDefault="00477022" w:rsidP="00477022">
            <w:pPr>
              <w:pStyle w:val="TAC"/>
              <w:rPr>
                <w:sz w:val="16"/>
                <w:szCs w:val="16"/>
              </w:rPr>
            </w:pPr>
            <w:r w:rsidRPr="00477022">
              <w:rPr>
                <w:sz w:val="16"/>
                <w:szCs w:val="16"/>
              </w:rPr>
              <w:t>RAN#97</w:t>
            </w:r>
          </w:p>
        </w:tc>
        <w:tc>
          <w:tcPr>
            <w:tcW w:w="944" w:type="dxa"/>
            <w:shd w:val="solid" w:color="FFFFFF" w:fill="auto"/>
          </w:tcPr>
          <w:p w14:paraId="75C4E78D" w14:textId="6F3C3647" w:rsidR="00477022" w:rsidRPr="00477022" w:rsidRDefault="00477022" w:rsidP="00477022">
            <w:pPr>
              <w:pStyle w:val="TAC"/>
              <w:rPr>
                <w:sz w:val="16"/>
                <w:szCs w:val="16"/>
              </w:rPr>
            </w:pPr>
            <w:r w:rsidRPr="00477022">
              <w:rPr>
                <w:sz w:val="16"/>
                <w:szCs w:val="16"/>
              </w:rPr>
              <w:t>RP-222682</w:t>
            </w:r>
          </w:p>
        </w:tc>
        <w:tc>
          <w:tcPr>
            <w:tcW w:w="575" w:type="dxa"/>
            <w:shd w:val="solid" w:color="FFFFFF" w:fill="auto"/>
          </w:tcPr>
          <w:p w14:paraId="1DF3F8CC" w14:textId="2D17AA60" w:rsidR="00477022" w:rsidRPr="00477022" w:rsidRDefault="00477022" w:rsidP="00477022">
            <w:pPr>
              <w:pStyle w:val="TAC"/>
              <w:rPr>
                <w:sz w:val="16"/>
                <w:szCs w:val="16"/>
              </w:rPr>
            </w:pPr>
            <w:r w:rsidRPr="00477022">
              <w:rPr>
                <w:sz w:val="16"/>
                <w:szCs w:val="16"/>
              </w:rPr>
              <w:t>1195</w:t>
            </w:r>
          </w:p>
        </w:tc>
        <w:tc>
          <w:tcPr>
            <w:tcW w:w="425" w:type="dxa"/>
            <w:shd w:val="solid" w:color="FFFFFF" w:fill="auto"/>
          </w:tcPr>
          <w:p w14:paraId="339C653B" w14:textId="7FEFE9BB" w:rsidR="00477022" w:rsidRPr="00477022" w:rsidRDefault="00477022" w:rsidP="00477022">
            <w:pPr>
              <w:pStyle w:val="TAC"/>
              <w:rPr>
                <w:sz w:val="16"/>
                <w:szCs w:val="16"/>
              </w:rPr>
            </w:pPr>
            <w:r w:rsidRPr="00477022">
              <w:rPr>
                <w:sz w:val="16"/>
                <w:szCs w:val="16"/>
              </w:rPr>
              <w:t>2</w:t>
            </w:r>
          </w:p>
        </w:tc>
        <w:tc>
          <w:tcPr>
            <w:tcW w:w="425" w:type="dxa"/>
            <w:shd w:val="solid" w:color="FFFFFF" w:fill="auto"/>
          </w:tcPr>
          <w:p w14:paraId="11E447FA" w14:textId="3400F5BF" w:rsidR="00477022" w:rsidRPr="00477022" w:rsidRDefault="00477022" w:rsidP="00477022">
            <w:pPr>
              <w:pStyle w:val="TAC"/>
              <w:rPr>
                <w:sz w:val="16"/>
                <w:szCs w:val="16"/>
              </w:rPr>
            </w:pPr>
            <w:r w:rsidRPr="00477022">
              <w:rPr>
                <w:sz w:val="16"/>
                <w:szCs w:val="16"/>
              </w:rPr>
              <w:t>C</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DA9F67E" w14:textId="1F2F6256" w:rsidR="00477022" w:rsidRPr="00477022" w:rsidRDefault="00477022" w:rsidP="00477022">
            <w:pPr>
              <w:pStyle w:val="TAL"/>
              <w:rPr>
                <w:sz w:val="16"/>
                <w:szCs w:val="16"/>
              </w:rPr>
            </w:pPr>
            <w:r w:rsidRPr="00477022">
              <w:rPr>
                <w:sz w:val="16"/>
                <w:szCs w:val="16"/>
              </w:rPr>
              <w:t>Extension of operation in the n77 frequency range in US [n77 US]</w:t>
            </w:r>
          </w:p>
        </w:tc>
        <w:tc>
          <w:tcPr>
            <w:tcW w:w="708" w:type="dxa"/>
            <w:shd w:val="solid" w:color="FFFFFF" w:fill="auto"/>
          </w:tcPr>
          <w:p w14:paraId="7C623435" w14:textId="5B58E585" w:rsidR="00477022" w:rsidRPr="00477022" w:rsidRDefault="00477022" w:rsidP="00477022">
            <w:pPr>
              <w:pStyle w:val="TAL"/>
              <w:rPr>
                <w:sz w:val="16"/>
                <w:szCs w:val="16"/>
              </w:rPr>
            </w:pPr>
            <w:r w:rsidRPr="00477022">
              <w:rPr>
                <w:sz w:val="16"/>
                <w:szCs w:val="16"/>
              </w:rPr>
              <w:t>16.13.0</w:t>
            </w:r>
          </w:p>
        </w:tc>
      </w:tr>
      <w:tr w:rsidR="00AC477F" w:rsidRPr="00402599" w14:paraId="53A66956" w14:textId="77777777" w:rsidTr="007474EC">
        <w:trPr>
          <w:jc w:val="center"/>
        </w:trPr>
        <w:tc>
          <w:tcPr>
            <w:tcW w:w="800" w:type="dxa"/>
            <w:shd w:val="solid" w:color="FFFFFF" w:fill="auto"/>
          </w:tcPr>
          <w:p w14:paraId="7C40E82E" w14:textId="763ED8A4" w:rsidR="00AC477F" w:rsidRPr="00477022" w:rsidRDefault="00AC477F" w:rsidP="00AC477F">
            <w:pPr>
              <w:pStyle w:val="TAL"/>
              <w:rPr>
                <w:sz w:val="16"/>
                <w:szCs w:val="16"/>
              </w:rPr>
            </w:pPr>
            <w:r>
              <w:rPr>
                <w:sz w:val="16"/>
                <w:szCs w:val="16"/>
              </w:rPr>
              <w:t>2022-12</w:t>
            </w:r>
          </w:p>
        </w:tc>
        <w:tc>
          <w:tcPr>
            <w:tcW w:w="800" w:type="dxa"/>
            <w:shd w:val="solid" w:color="FFFFFF" w:fill="auto"/>
          </w:tcPr>
          <w:p w14:paraId="611829FD" w14:textId="29DFED3E" w:rsidR="00AC477F" w:rsidRPr="00AC477F" w:rsidRDefault="00AC477F" w:rsidP="00AC477F">
            <w:pPr>
              <w:pStyle w:val="TAC"/>
              <w:rPr>
                <w:sz w:val="14"/>
                <w:szCs w:val="14"/>
              </w:rPr>
            </w:pPr>
            <w:r>
              <w:rPr>
                <w:sz w:val="14"/>
                <w:szCs w:val="14"/>
              </w:rPr>
              <w:t>RAN#98-e</w:t>
            </w:r>
          </w:p>
        </w:tc>
        <w:tc>
          <w:tcPr>
            <w:tcW w:w="944" w:type="dxa"/>
            <w:shd w:val="solid" w:color="FFFFFF" w:fill="auto"/>
          </w:tcPr>
          <w:p w14:paraId="770FC3B8" w14:textId="433FEDAF" w:rsidR="00AC477F" w:rsidRPr="00AC477F" w:rsidRDefault="00AC477F" w:rsidP="00AC477F">
            <w:pPr>
              <w:pStyle w:val="TAC"/>
              <w:rPr>
                <w:sz w:val="16"/>
                <w:szCs w:val="16"/>
              </w:rPr>
            </w:pPr>
            <w:r w:rsidRPr="00AC477F">
              <w:rPr>
                <w:sz w:val="16"/>
                <w:szCs w:val="16"/>
              </w:rPr>
              <w:t>RP-223290</w:t>
            </w:r>
          </w:p>
        </w:tc>
        <w:tc>
          <w:tcPr>
            <w:tcW w:w="575" w:type="dxa"/>
            <w:shd w:val="solid" w:color="FFFFFF" w:fill="auto"/>
          </w:tcPr>
          <w:p w14:paraId="32D470DE" w14:textId="2DDDBC16" w:rsidR="00AC477F" w:rsidRPr="00AC477F" w:rsidRDefault="00AC477F" w:rsidP="00AC477F">
            <w:pPr>
              <w:pStyle w:val="TAC"/>
              <w:rPr>
                <w:sz w:val="16"/>
                <w:szCs w:val="16"/>
              </w:rPr>
            </w:pPr>
            <w:r w:rsidRPr="00AC477F">
              <w:rPr>
                <w:sz w:val="16"/>
                <w:szCs w:val="16"/>
              </w:rPr>
              <w:t>1209</w:t>
            </w:r>
          </w:p>
        </w:tc>
        <w:tc>
          <w:tcPr>
            <w:tcW w:w="425" w:type="dxa"/>
            <w:shd w:val="solid" w:color="FFFFFF" w:fill="auto"/>
          </w:tcPr>
          <w:p w14:paraId="1AFAB46A" w14:textId="77777777" w:rsidR="00AC477F" w:rsidRPr="00AC477F" w:rsidRDefault="00AC477F" w:rsidP="00AC477F">
            <w:pPr>
              <w:pStyle w:val="TAC"/>
              <w:rPr>
                <w:sz w:val="16"/>
                <w:szCs w:val="16"/>
              </w:rPr>
            </w:pPr>
          </w:p>
        </w:tc>
        <w:tc>
          <w:tcPr>
            <w:tcW w:w="425" w:type="dxa"/>
            <w:shd w:val="solid" w:color="FFFFFF" w:fill="auto"/>
          </w:tcPr>
          <w:p w14:paraId="1EE81017" w14:textId="4D4CCEE6" w:rsidR="00AC477F" w:rsidRPr="00AC477F" w:rsidRDefault="00AC477F" w:rsidP="00AC477F">
            <w:pPr>
              <w:pStyle w:val="TAC"/>
              <w:rPr>
                <w:sz w:val="16"/>
                <w:szCs w:val="16"/>
              </w:rPr>
            </w:pPr>
            <w:r w:rsidRPr="00AC477F">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7BE0411" w14:textId="7A07DC7D" w:rsidR="00AC477F" w:rsidRPr="00AC477F" w:rsidRDefault="00AC477F" w:rsidP="00AC477F">
            <w:pPr>
              <w:pStyle w:val="TAL"/>
              <w:rPr>
                <w:sz w:val="16"/>
                <w:szCs w:val="16"/>
              </w:rPr>
            </w:pPr>
            <w:r w:rsidRPr="00AC477F">
              <w:rPr>
                <w:sz w:val="16"/>
                <w:szCs w:val="16"/>
              </w:rPr>
              <w:t>Addition of FR1 UL MIMO EVM measurement description</w:t>
            </w:r>
          </w:p>
        </w:tc>
        <w:tc>
          <w:tcPr>
            <w:tcW w:w="708" w:type="dxa"/>
            <w:shd w:val="solid" w:color="FFFFFF" w:fill="auto"/>
          </w:tcPr>
          <w:p w14:paraId="5FAEE57A" w14:textId="167194CA" w:rsidR="00AC477F" w:rsidRPr="00477022" w:rsidRDefault="00AC477F" w:rsidP="00AC477F">
            <w:pPr>
              <w:pStyle w:val="TAL"/>
              <w:rPr>
                <w:sz w:val="16"/>
                <w:szCs w:val="16"/>
              </w:rPr>
            </w:pPr>
            <w:r>
              <w:rPr>
                <w:sz w:val="16"/>
                <w:szCs w:val="16"/>
              </w:rPr>
              <w:t>16.14.0</w:t>
            </w:r>
          </w:p>
        </w:tc>
      </w:tr>
      <w:tr w:rsidR="00AC477F" w:rsidRPr="00402599" w14:paraId="00B693B9" w14:textId="77777777" w:rsidTr="007474EC">
        <w:trPr>
          <w:jc w:val="center"/>
        </w:trPr>
        <w:tc>
          <w:tcPr>
            <w:tcW w:w="800" w:type="dxa"/>
            <w:shd w:val="solid" w:color="FFFFFF" w:fill="auto"/>
          </w:tcPr>
          <w:p w14:paraId="2BB72839" w14:textId="733F11DF" w:rsidR="00AC477F" w:rsidRPr="00477022" w:rsidRDefault="00AC477F" w:rsidP="00AC477F">
            <w:pPr>
              <w:pStyle w:val="TAL"/>
              <w:rPr>
                <w:sz w:val="16"/>
                <w:szCs w:val="16"/>
              </w:rPr>
            </w:pPr>
            <w:r>
              <w:rPr>
                <w:sz w:val="16"/>
                <w:szCs w:val="16"/>
              </w:rPr>
              <w:t>2022-12</w:t>
            </w:r>
          </w:p>
        </w:tc>
        <w:tc>
          <w:tcPr>
            <w:tcW w:w="800" w:type="dxa"/>
            <w:shd w:val="solid" w:color="FFFFFF" w:fill="auto"/>
          </w:tcPr>
          <w:p w14:paraId="2C8EDF0F" w14:textId="559D7ED0" w:rsidR="00AC477F" w:rsidRPr="00AC477F" w:rsidRDefault="00AC477F" w:rsidP="00AC477F">
            <w:pPr>
              <w:pStyle w:val="TAC"/>
              <w:rPr>
                <w:sz w:val="14"/>
                <w:szCs w:val="14"/>
              </w:rPr>
            </w:pPr>
            <w:r>
              <w:rPr>
                <w:sz w:val="14"/>
                <w:szCs w:val="14"/>
              </w:rPr>
              <w:t>RAN#98-e</w:t>
            </w:r>
          </w:p>
        </w:tc>
        <w:tc>
          <w:tcPr>
            <w:tcW w:w="944" w:type="dxa"/>
            <w:shd w:val="solid" w:color="FFFFFF" w:fill="auto"/>
          </w:tcPr>
          <w:p w14:paraId="00101FD0" w14:textId="068E3A81" w:rsidR="00AC477F" w:rsidRPr="00AC477F" w:rsidRDefault="00AC477F" w:rsidP="00AC477F">
            <w:pPr>
              <w:pStyle w:val="TAC"/>
              <w:rPr>
                <w:sz w:val="16"/>
                <w:szCs w:val="16"/>
              </w:rPr>
            </w:pPr>
            <w:r w:rsidRPr="00AC477F">
              <w:rPr>
                <w:sz w:val="16"/>
                <w:szCs w:val="16"/>
              </w:rPr>
              <w:t>RP-223290</w:t>
            </w:r>
          </w:p>
        </w:tc>
        <w:tc>
          <w:tcPr>
            <w:tcW w:w="575" w:type="dxa"/>
            <w:shd w:val="solid" w:color="FFFFFF" w:fill="auto"/>
          </w:tcPr>
          <w:p w14:paraId="05A12E7B" w14:textId="2E8552C6" w:rsidR="00AC477F" w:rsidRPr="00AC477F" w:rsidRDefault="00AC477F" w:rsidP="00AC477F">
            <w:pPr>
              <w:pStyle w:val="TAC"/>
              <w:rPr>
                <w:sz w:val="16"/>
                <w:szCs w:val="16"/>
              </w:rPr>
            </w:pPr>
            <w:r w:rsidRPr="00AC477F">
              <w:rPr>
                <w:sz w:val="16"/>
                <w:szCs w:val="16"/>
              </w:rPr>
              <w:t>1212</w:t>
            </w:r>
          </w:p>
        </w:tc>
        <w:tc>
          <w:tcPr>
            <w:tcW w:w="425" w:type="dxa"/>
            <w:shd w:val="solid" w:color="FFFFFF" w:fill="auto"/>
          </w:tcPr>
          <w:p w14:paraId="1380D5D7" w14:textId="77777777" w:rsidR="00AC477F" w:rsidRPr="00AC477F" w:rsidRDefault="00AC477F" w:rsidP="00AC477F">
            <w:pPr>
              <w:pStyle w:val="TAC"/>
              <w:rPr>
                <w:sz w:val="16"/>
                <w:szCs w:val="16"/>
              </w:rPr>
            </w:pPr>
          </w:p>
        </w:tc>
        <w:tc>
          <w:tcPr>
            <w:tcW w:w="425" w:type="dxa"/>
            <w:shd w:val="solid" w:color="FFFFFF" w:fill="auto"/>
          </w:tcPr>
          <w:p w14:paraId="5098603B" w14:textId="16AA2BF8" w:rsidR="00AC477F" w:rsidRPr="00AC477F" w:rsidRDefault="00AC477F" w:rsidP="00AC477F">
            <w:pPr>
              <w:pStyle w:val="TAC"/>
              <w:rPr>
                <w:sz w:val="16"/>
                <w:szCs w:val="16"/>
              </w:rPr>
            </w:pPr>
            <w:r w:rsidRPr="00AC477F">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0520D0F0" w14:textId="77777777" w:rsidR="00AC477F" w:rsidRDefault="00AC477F" w:rsidP="00AC477F">
            <w:pPr>
              <w:pStyle w:val="TAL"/>
              <w:rPr>
                <w:sz w:val="16"/>
                <w:szCs w:val="16"/>
              </w:rPr>
            </w:pPr>
            <w:r w:rsidRPr="00AC477F">
              <w:rPr>
                <w:sz w:val="16"/>
                <w:szCs w:val="16"/>
              </w:rPr>
              <w:t>Addition of FR2 UL MIMO EVM measurement description</w:t>
            </w:r>
          </w:p>
          <w:p w14:paraId="00B097E4" w14:textId="7039CC38" w:rsidR="008F4081" w:rsidRPr="00AC477F" w:rsidRDefault="008F4081" w:rsidP="00AC477F">
            <w:pPr>
              <w:pStyle w:val="TAL"/>
              <w:rPr>
                <w:sz w:val="16"/>
                <w:szCs w:val="16"/>
              </w:rPr>
            </w:pPr>
            <w:r>
              <w:rPr>
                <w:sz w:val="16"/>
                <w:szCs w:val="16"/>
              </w:rPr>
              <w:t>Note: The CR was not implementable and therefore was not implemented in the specification.</w:t>
            </w:r>
          </w:p>
        </w:tc>
        <w:tc>
          <w:tcPr>
            <w:tcW w:w="708" w:type="dxa"/>
            <w:shd w:val="solid" w:color="FFFFFF" w:fill="auto"/>
          </w:tcPr>
          <w:p w14:paraId="11BFA8AC" w14:textId="580987E0" w:rsidR="00AC477F" w:rsidRPr="00477022" w:rsidRDefault="00AC477F" w:rsidP="00AC477F">
            <w:pPr>
              <w:pStyle w:val="TAL"/>
              <w:rPr>
                <w:sz w:val="16"/>
                <w:szCs w:val="16"/>
              </w:rPr>
            </w:pPr>
            <w:r w:rsidRPr="00691D23">
              <w:rPr>
                <w:sz w:val="16"/>
                <w:szCs w:val="16"/>
              </w:rPr>
              <w:t>16.14.0</w:t>
            </w:r>
          </w:p>
        </w:tc>
      </w:tr>
      <w:tr w:rsidR="00AC477F" w:rsidRPr="00402599" w14:paraId="645B619B" w14:textId="77777777" w:rsidTr="007474EC">
        <w:trPr>
          <w:jc w:val="center"/>
        </w:trPr>
        <w:tc>
          <w:tcPr>
            <w:tcW w:w="800" w:type="dxa"/>
            <w:shd w:val="solid" w:color="FFFFFF" w:fill="auto"/>
          </w:tcPr>
          <w:p w14:paraId="7F733E9F" w14:textId="1616D37F" w:rsidR="00AC477F" w:rsidRPr="00477022" w:rsidRDefault="00AC477F" w:rsidP="00AC477F">
            <w:pPr>
              <w:pStyle w:val="TAL"/>
              <w:rPr>
                <w:sz w:val="16"/>
                <w:szCs w:val="16"/>
              </w:rPr>
            </w:pPr>
            <w:r>
              <w:rPr>
                <w:sz w:val="16"/>
                <w:szCs w:val="16"/>
              </w:rPr>
              <w:t>2022-12</w:t>
            </w:r>
          </w:p>
        </w:tc>
        <w:tc>
          <w:tcPr>
            <w:tcW w:w="800" w:type="dxa"/>
            <w:shd w:val="solid" w:color="FFFFFF" w:fill="auto"/>
          </w:tcPr>
          <w:p w14:paraId="03364E3E" w14:textId="04BC7220" w:rsidR="00AC477F" w:rsidRPr="00AC477F" w:rsidRDefault="00AC477F" w:rsidP="00AC477F">
            <w:pPr>
              <w:pStyle w:val="TAC"/>
              <w:rPr>
                <w:sz w:val="14"/>
                <w:szCs w:val="14"/>
              </w:rPr>
            </w:pPr>
            <w:r>
              <w:rPr>
                <w:sz w:val="14"/>
                <w:szCs w:val="14"/>
              </w:rPr>
              <w:t>RAN#98-e</w:t>
            </w:r>
          </w:p>
        </w:tc>
        <w:tc>
          <w:tcPr>
            <w:tcW w:w="944" w:type="dxa"/>
            <w:shd w:val="solid" w:color="FFFFFF" w:fill="auto"/>
          </w:tcPr>
          <w:p w14:paraId="55644EC1" w14:textId="196717DE" w:rsidR="00AC477F" w:rsidRPr="00AC477F" w:rsidRDefault="00AC477F" w:rsidP="00AC477F">
            <w:pPr>
              <w:pStyle w:val="TAC"/>
              <w:rPr>
                <w:sz w:val="16"/>
                <w:szCs w:val="16"/>
              </w:rPr>
            </w:pPr>
            <w:r w:rsidRPr="00AC477F">
              <w:rPr>
                <w:sz w:val="16"/>
                <w:szCs w:val="16"/>
              </w:rPr>
              <w:t>RP-223295</w:t>
            </w:r>
          </w:p>
        </w:tc>
        <w:tc>
          <w:tcPr>
            <w:tcW w:w="575" w:type="dxa"/>
            <w:shd w:val="solid" w:color="FFFFFF" w:fill="auto"/>
          </w:tcPr>
          <w:p w14:paraId="042E1EBB" w14:textId="4BC54FA8" w:rsidR="00AC477F" w:rsidRPr="00AC477F" w:rsidRDefault="00AC477F" w:rsidP="00AC477F">
            <w:pPr>
              <w:pStyle w:val="TAC"/>
              <w:rPr>
                <w:sz w:val="16"/>
                <w:szCs w:val="16"/>
              </w:rPr>
            </w:pPr>
            <w:r w:rsidRPr="00AC477F">
              <w:rPr>
                <w:sz w:val="16"/>
                <w:szCs w:val="16"/>
              </w:rPr>
              <w:t>1219</w:t>
            </w:r>
          </w:p>
        </w:tc>
        <w:tc>
          <w:tcPr>
            <w:tcW w:w="425" w:type="dxa"/>
            <w:shd w:val="solid" w:color="FFFFFF" w:fill="auto"/>
          </w:tcPr>
          <w:p w14:paraId="785DA387" w14:textId="6B8DBA6E" w:rsidR="00AC477F" w:rsidRPr="00AC477F" w:rsidRDefault="00AC477F" w:rsidP="00AC477F">
            <w:pPr>
              <w:pStyle w:val="TAC"/>
              <w:rPr>
                <w:sz w:val="16"/>
                <w:szCs w:val="16"/>
              </w:rPr>
            </w:pPr>
            <w:r w:rsidRPr="00AC477F">
              <w:rPr>
                <w:sz w:val="16"/>
                <w:szCs w:val="16"/>
              </w:rPr>
              <w:t>2</w:t>
            </w:r>
          </w:p>
        </w:tc>
        <w:tc>
          <w:tcPr>
            <w:tcW w:w="425" w:type="dxa"/>
            <w:shd w:val="solid" w:color="FFFFFF" w:fill="auto"/>
          </w:tcPr>
          <w:p w14:paraId="3B5769B4" w14:textId="1965777A"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237EFB61" w14:textId="6A02A670" w:rsidR="00AC477F" w:rsidRPr="00AC477F" w:rsidRDefault="00AC477F" w:rsidP="00AC477F">
            <w:pPr>
              <w:pStyle w:val="TAL"/>
              <w:rPr>
                <w:sz w:val="16"/>
                <w:szCs w:val="16"/>
              </w:rPr>
            </w:pPr>
            <w:r w:rsidRPr="00AC477F">
              <w:rPr>
                <w:sz w:val="16"/>
                <w:szCs w:val="16"/>
              </w:rPr>
              <w:t>Addition of CA_n77-n78 to CA Band table R16</w:t>
            </w:r>
          </w:p>
        </w:tc>
        <w:tc>
          <w:tcPr>
            <w:tcW w:w="708" w:type="dxa"/>
            <w:shd w:val="solid" w:color="FFFFFF" w:fill="auto"/>
          </w:tcPr>
          <w:p w14:paraId="597E7BAC" w14:textId="00AE72D9" w:rsidR="00AC477F" w:rsidRPr="00477022" w:rsidRDefault="00AC477F" w:rsidP="00AC477F">
            <w:pPr>
              <w:pStyle w:val="TAL"/>
              <w:rPr>
                <w:sz w:val="16"/>
                <w:szCs w:val="16"/>
              </w:rPr>
            </w:pPr>
            <w:r w:rsidRPr="00691D23">
              <w:rPr>
                <w:sz w:val="16"/>
                <w:szCs w:val="16"/>
              </w:rPr>
              <w:t>16.14.0</w:t>
            </w:r>
          </w:p>
        </w:tc>
      </w:tr>
      <w:tr w:rsidR="00AC477F" w:rsidRPr="00402599" w14:paraId="7BB5DC9B" w14:textId="77777777" w:rsidTr="007474EC">
        <w:trPr>
          <w:jc w:val="center"/>
        </w:trPr>
        <w:tc>
          <w:tcPr>
            <w:tcW w:w="800" w:type="dxa"/>
            <w:shd w:val="solid" w:color="FFFFFF" w:fill="auto"/>
          </w:tcPr>
          <w:p w14:paraId="20BC5545" w14:textId="4C72F7F0" w:rsidR="00AC477F" w:rsidRPr="00477022" w:rsidRDefault="00AC477F" w:rsidP="00AC477F">
            <w:pPr>
              <w:pStyle w:val="TAL"/>
              <w:rPr>
                <w:sz w:val="16"/>
                <w:szCs w:val="16"/>
              </w:rPr>
            </w:pPr>
            <w:r>
              <w:rPr>
                <w:sz w:val="16"/>
                <w:szCs w:val="16"/>
              </w:rPr>
              <w:t>2022-12</w:t>
            </w:r>
          </w:p>
        </w:tc>
        <w:tc>
          <w:tcPr>
            <w:tcW w:w="800" w:type="dxa"/>
            <w:shd w:val="solid" w:color="FFFFFF" w:fill="auto"/>
          </w:tcPr>
          <w:p w14:paraId="7420095C" w14:textId="719E8282" w:rsidR="00AC477F" w:rsidRPr="00AC477F" w:rsidRDefault="00AC477F" w:rsidP="00AC477F">
            <w:pPr>
              <w:pStyle w:val="TAC"/>
              <w:rPr>
                <w:sz w:val="14"/>
                <w:szCs w:val="14"/>
              </w:rPr>
            </w:pPr>
            <w:r>
              <w:rPr>
                <w:sz w:val="14"/>
                <w:szCs w:val="14"/>
              </w:rPr>
              <w:t>RAN#98-e</w:t>
            </w:r>
          </w:p>
        </w:tc>
        <w:tc>
          <w:tcPr>
            <w:tcW w:w="944" w:type="dxa"/>
            <w:shd w:val="solid" w:color="FFFFFF" w:fill="auto"/>
          </w:tcPr>
          <w:p w14:paraId="0C1411B3" w14:textId="230B718C" w:rsidR="00AC477F" w:rsidRPr="00AC477F" w:rsidRDefault="00AC477F" w:rsidP="00AC477F">
            <w:pPr>
              <w:pStyle w:val="TAC"/>
              <w:rPr>
                <w:sz w:val="16"/>
                <w:szCs w:val="16"/>
              </w:rPr>
            </w:pPr>
            <w:r w:rsidRPr="00AC477F">
              <w:rPr>
                <w:sz w:val="16"/>
                <w:szCs w:val="16"/>
              </w:rPr>
              <w:t>RP-223297</w:t>
            </w:r>
          </w:p>
        </w:tc>
        <w:tc>
          <w:tcPr>
            <w:tcW w:w="575" w:type="dxa"/>
            <w:shd w:val="solid" w:color="FFFFFF" w:fill="auto"/>
          </w:tcPr>
          <w:p w14:paraId="78F7BC7E" w14:textId="373600C0" w:rsidR="00AC477F" w:rsidRPr="00AC477F" w:rsidRDefault="00AC477F" w:rsidP="00AC477F">
            <w:pPr>
              <w:pStyle w:val="TAC"/>
              <w:rPr>
                <w:sz w:val="16"/>
                <w:szCs w:val="16"/>
              </w:rPr>
            </w:pPr>
            <w:r w:rsidRPr="00AC477F">
              <w:rPr>
                <w:sz w:val="16"/>
                <w:szCs w:val="16"/>
              </w:rPr>
              <w:t>1221</w:t>
            </w:r>
          </w:p>
        </w:tc>
        <w:tc>
          <w:tcPr>
            <w:tcW w:w="425" w:type="dxa"/>
            <w:shd w:val="solid" w:color="FFFFFF" w:fill="auto"/>
          </w:tcPr>
          <w:p w14:paraId="53071E04" w14:textId="77777777" w:rsidR="00AC477F" w:rsidRPr="00AC477F" w:rsidRDefault="00AC477F" w:rsidP="00AC477F">
            <w:pPr>
              <w:pStyle w:val="TAC"/>
              <w:rPr>
                <w:sz w:val="16"/>
                <w:szCs w:val="16"/>
              </w:rPr>
            </w:pPr>
          </w:p>
        </w:tc>
        <w:tc>
          <w:tcPr>
            <w:tcW w:w="425" w:type="dxa"/>
            <w:shd w:val="solid" w:color="FFFFFF" w:fill="auto"/>
          </w:tcPr>
          <w:p w14:paraId="53175D30" w14:textId="64A54781"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25EDD31" w14:textId="02B81552" w:rsidR="00AC477F" w:rsidRPr="00AC477F" w:rsidRDefault="00AC477F" w:rsidP="00AC477F">
            <w:pPr>
              <w:pStyle w:val="TAL"/>
              <w:rPr>
                <w:sz w:val="16"/>
                <w:szCs w:val="16"/>
              </w:rPr>
            </w:pPr>
            <w:r w:rsidRPr="00AC477F">
              <w:rPr>
                <w:sz w:val="16"/>
                <w:szCs w:val="16"/>
              </w:rPr>
              <w:t>Correction to n91,n92,n93 and n94 co-ex R16</w:t>
            </w:r>
          </w:p>
        </w:tc>
        <w:tc>
          <w:tcPr>
            <w:tcW w:w="708" w:type="dxa"/>
            <w:shd w:val="solid" w:color="FFFFFF" w:fill="auto"/>
          </w:tcPr>
          <w:p w14:paraId="4C588A13" w14:textId="3F789379" w:rsidR="00AC477F" w:rsidRPr="00477022" w:rsidRDefault="00AC477F" w:rsidP="00AC477F">
            <w:pPr>
              <w:pStyle w:val="TAL"/>
              <w:rPr>
                <w:sz w:val="16"/>
                <w:szCs w:val="16"/>
              </w:rPr>
            </w:pPr>
            <w:r w:rsidRPr="00691D23">
              <w:rPr>
                <w:sz w:val="16"/>
                <w:szCs w:val="16"/>
              </w:rPr>
              <w:t>16.14.0</w:t>
            </w:r>
          </w:p>
        </w:tc>
      </w:tr>
      <w:tr w:rsidR="00AC477F" w:rsidRPr="00402599" w14:paraId="44D16E54" w14:textId="77777777" w:rsidTr="007474EC">
        <w:trPr>
          <w:jc w:val="center"/>
        </w:trPr>
        <w:tc>
          <w:tcPr>
            <w:tcW w:w="800" w:type="dxa"/>
            <w:shd w:val="solid" w:color="FFFFFF" w:fill="auto"/>
          </w:tcPr>
          <w:p w14:paraId="149A3B38" w14:textId="6901AAA3" w:rsidR="00AC477F" w:rsidRPr="00477022" w:rsidRDefault="00AC477F" w:rsidP="00AC477F">
            <w:pPr>
              <w:pStyle w:val="TAL"/>
              <w:rPr>
                <w:sz w:val="16"/>
                <w:szCs w:val="16"/>
              </w:rPr>
            </w:pPr>
            <w:r>
              <w:rPr>
                <w:sz w:val="16"/>
                <w:szCs w:val="16"/>
              </w:rPr>
              <w:t>2022-12</w:t>
            </w:r>
          </w:p>
        </w:tc>
        <w:tc>
          <w:tcPr>
            <w:tcW w:w="800" w:type="dxa"/>
            <w:shd w:val="solid" w:color="FFFFFF" w:fill="auto"/>
          </w:tcPr>
          <w:p w14:paraId="7BDE8CF6" w14:textId="7FFC2154" w:rsidR="00AC477F" w:rsidRPr="00AC477F" w:rsidRDefault="00AC477F" w:rsidP="00AC477F">
            <w:pPr>
              <w:pStyle w:val="TAC"/>
              <w:rPr>
                <w:sz w:val="14"/>
                <w:szCs w:val="14"/>
              </w:rPr>
            </w:pPr>
            <w:r>
              <w:rPr>
                <w:sz w:val="14"/>
                <w:szCs w:val="14"/>
              </w:rPr>
              <w:t>RAN#98-e</w:t>
            </w:r>
          </w:p>
        </w:tc>
        <w:tc>
          <w:tcPr>
            <w:tcW w:w="944" w:type="dxa"/>
            <w:shd w:val="solid" w:color="FFFFFF" w:fill="auto"/>
          </w:tcPr>
          <w:p w14:paraId="23D2AD5C" w14:textId="090FCFCB" w:rsidR="00AC477F" w:rsidRPr="00AC477F" w:rsidRDefault="00AC477F" w:rsidP="00AC477F">
            <w:pPr>
              <w:pStyle w:val="TAC"/>
              <w:rPr>
                <w:sz w:val="16"/>
                <w:szCs w:val="16"/>
              </w:rPr>
            </w:pPr>
            <w:r w:rsidRPr="00AC477F">
              <w:rPr>
                <w:sz w:val="16"/>
                <w:szCs w:val="16"/>
              </w:rPr>
              <w:t>RP-223296</w:t>
            </w:r>
          </w:p>
        </w:tc>
        <w:tc>
          <w:tcPr>
            <w:tcW w:w="575" w:type="dxa"/>
            <w:shd w:val="solid" w:color="FFFFFF" w:fill="auto"/>
          </w:tcPr>
          <w:p w14:paraId="64515CCA" w14:textId="2DC7AA15" w:rsidR="00AC477F" w:rsidRPr="00AC477F" w:rsidRDefault="00AC477F" w:rsidP="00AC477F">
            <w:pPr>
              <w:pStyle w:val="TAC"/>
              <w:rPr>
                <w:sz w:val="16"/>
                <w:szCs w:val="16"/>
              </w:rPr>
            </w:pPr>
            <w:r w:rsidRPr="00AC477F">
              <w:rPr>
                <w:sz w:val="16"/>
                <w:szCs w:val="16"/>
              </w:rPr>
              <w:t>1224</w:t>
            </w:r>
          </w:p>
        </w:tc>
        <w:tc>
          <w:tcPr>
            <w:tcW w:w="425" w:type="dxa"/>
            <w:shd w:val="solid" w:color="FFFFFF" w:fill="auto"/>
          </w:tcPr>
          <w:p w14:paraId="20619E55" w14:textId="77777777" w:rsidR="00AC477F" w:rsidRPr="00AC477F" w:rsidRDefault="00AC477F" w:rsidP="00AC477F">
            <w:pPr>
              <w:pStyle w:val="TAC"/>
              <w:rPr>
                <w:sz w:val="16"/>
                <w:szCs w:val="16"/>
              </w:rPr>
            </w:pPr>
          </w:p>
        </w:tc>
        <w:tc>
          <w:tcPr>
            <w:tcW w:w="425" w:type="dxa"/>
            <w:shd w:val="solid" w:color="FFFFFF" w:fill="auto"/>
          </w:tcPr>
          <w:p w14:paraId="5C03DA66" w14:textId="33B504F1"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ADE6BC0" w14:textId="6B169D37" w:rsidR="00AC477F" w:rsidRPr="00AC477F" w:rsidRDefault="00AC477F" w:rsidP="00AC477F">
            <w:pPr>
              <w:pStyle w:val="TAL"/>
              <w:rPr>
                <w:sz w:val="16"/>
                <w:szCs w:val="16"/>
              </w:rPr>
            </w:pPr>
            <w:r w:rsidRPr="00AC477F">
              <w:rPr>
                <w:sz w:val="16"/>
                <w:szCs w:val="16"/>
              </w:rPr>
              <w:t>CR for TS 38.101-1 Rel-16: Correcting critical error with co-existence for band CA_n8-n40</w:t>
            </w:r>
          </w:p>
        </w:tc>
        <w:tc>
          <w:tcPr>
            <w:tcW w:w="708" w:type="dxa"/>
            <w:shd w:val="solid" w:color="FFFFFF" w:fill="auto"/>
          </w:tcPr>
          <w:p w14:paraId="61D85F6B" w14:textId="0FBE5BFB" w:rsidR="00AC477F" w:rsidRPr="00477022" w:rsidRDefault="00AC477F" w:rsidP="00AC477F">
            <w:pPr>
              <w:pStyle w:val="TAL"/>
              <w:rPr>
                <w:sz w:val="16"/>
                <w:szCs w:val="16"/>
              </w:rPr>
            </w:pPr>
            <w:r w:rsidRPr="00691D23">
              <w:rPr>
                <w:sz w:val="16"/>
                <w:szCs w:val="16"/>
              </w:rPr>
              <w:t>16.14.0</w:t>
            </w:r>
          </w:p>
        </w:tc>
      </w:tr>
      <w:tr w:rsidR="00AC477F" w:rsidRPr="00402599" w14:paraId="2E362C20" w14:textId="77777777" w:rsidTr="007474EC">
        <w:trPr>
          <w:jc w:val="center"/>
        </w:trPr>
        <w:tc>
          <w:tcPr>
            <w:tcW w:w="800" w:type="dxa"/>
            <w:shd w:val="solid" w:color="FFFFFF" w:fill="auto"/>
          </w:tcPr>
          <w:p w14:paraId="318259EB" w14:textId="069785DC" w:rsidR="00AC477F" w:rsidRPr="00477022" w:rsidRDefault="00AC477F" w:rsidP="00AC477F">
            <w:pPr>
              <w:pStyle w:val="TAL"/>
              <w:rPr>
                <w:sz w:val="16"/>
                <w:szCs w:val="16"/>
              </w:rPr>
            </w:pPr>
            <w:r>
              <w:rPr>
                <w:sz w:val="16"/>
                <w:szCs w:val="16"/>
              </w:rPr>
              <w:t>2022-12</w:t>
            </w:r>
          </w:p>
        </w:tc>
        <w:tc>
          <w:tcPr>
            <w:tcW w:w="800" w:type="dxa"/>
            <w:shd w:val="solid" w:color="FFFFFF" w:fill="auto"/>
          </w:tcPr>
          <w:p w14:paraId="70C05832" w14:textId="7DF70396" w:rsidR="00AC477F" w:rsidRPr="00AC477F" w:rsidRDefault="00AC477F" w:rsidP="00AC477F">
            <w:pPr>
              <w:pStyle w:val="TAC"/>
              <w:rPr>
                <w:sz w:val="14"/>
                <w:szCs w:val="14"/>
              </w:rPr>
            </w:pPr>
            <w:r>
              <w:rPr>
                <w:sz w:val="14"/>
                <w:szCs w:val="14"/>
              </w:rPr>
              <w:t>RAN#98-e</w:t>
            </w:r>
          </w:p>
        </w:tc>
        <w:tc>
          <w:tcPr>
            <w:tcW w:w="944" w:type="dxa"/>
            <w:shd w:val="solid" w:color="FFFFFF" w:fill="auto"/>
          </w:tcPr>
          <w:p w14:paraId="1E046F7A" w14:textId="3EA3609C" w:rsidR="00AC477F" w:rsidRPr="00AC477F" w:rsidRDefault="00AC477F" w:rsidP="00AC477F">
            <w:pPr>
              <w:pStyle w:val="TAC"/>
              <w:rPr>
                <w:sz w:val="16"/>
                <w:szCs w:val="16"/>
              </w:rPr>
            </w:pPr>
            <w:r w:rsidRPr="00AC477F">
              <w:rPr>
                <w:sz w:val="16"/>
                <w:szCs w:val="16"/>
              </w:rPr>
              <w:t>RP-223296</w:t>
            </w:r>
          </w:p>
        </w:tc>
        <w:tc>
          <w:tcPr>
            <w:tcW w:w="575" w:type="dxa"/>
            <w:shd w:val="solid" w:color="FFFFFF" w:fill="auto"/>
          </w:tcPr>
          <w:p w14:paraId="2B3551CB" w14:textId="5FD4A36C" w:rsidR="00AC477F" w:rsidRPr="00AC477F" w:rsidRDefault="00AC477F" w:rsidP="00AC477F">
            <w:pPr>
              <w:pStyle w:val="TAC"/>
              <w:rPr>
                <w:sz w:val="16"/>
                <w:szCs w:val="16"/>
              </w:rPr>
            </w:pPr>
            <w:r w:rsidRPr="00AC477F">
              <w:rPr>
                <w:sz w:val="16"/>
                <w:szCs w:val="16"/>
              </w:rPr>
              <w:t>1243</w:t>
            </w:r>
          </w:p>
        </w:tc>
        <w:tc>
          <w:tcPr>
            <w:tcW w:w="425" w:type="dxa"/>
            <w:shd w:val="solid" w:color="FFFFFF" w:fill="auto"/>
          </w:tcPr>
          <w:p w14:paraId="378FB49C" w14:textId="77777777" w:rsidR="00AC477F" w:rsidRPr="00AC477F" w:rsidRDefault="00AC477F" w:rsidP="00AC477F">
            <w:pPr>
              <w:pStyle w:val="TAC"/>
              <w:rPr>
                <w:sz w:val="16"/>
                <w:szCs w:val="16"/>
              </w:rPr>
            </w:pPr>
          </w:p>
        </w:tc>
        <w:tc>
          <w:tcPr>
            <w:tcW w:w="425" w:type="dxa"/>
            <w:shd w:val="solid" w:color="FFFFFF" w:fill="auto"/>
          </w:tcPr>
          <w:p w14:paraId="1F1092AD" w14:textId="428B6CAA"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59D7ADB2" w14:textId="5D9A2A30" w:rsidR="00AC477F" w:rsidRPr="00AC477F" w:rsidRDefault="00AC477F" w:rsidP="00AC477F">
            <w:pPr>
              <w:pStyle w:val="TAL"/>
              <w:rPr>
                <w:sz w:val="16"/>
                <w:szCs w:val="16"/>
              </w:rPr>
            </w:pPr>
            <w:r w:rsidRPr="00AC477F">
              <w:rPr>
                <w:sz w:val="16"/>
                <w:szCs w:val="16"/>
              </w:rPr>
              <w:t>CR to R16 TS38.101-1 maintenance for UE co-ex requirements for UL CA</w:t>
            </w:r>
          </w:p>
        </w:tc>
        <w:tc>
          <w:tcPr>
            <w:tcW w:w="708" w:type="dxa"/>
            <w:shd w:val="solid" w:color="FFFFFF" w:fill="auto"/>
          </w:tcPr>
          <w:p w14:paraId="422F5E01" w14:textId="14DB7504" w:rsidR="00AC477F" w:rsidRPr="00477022" w:rsidRDefault="00AC477F" w:rsidP="00AC477F">
            <w:pPr>
              <w:pStyle w:val="TAL"/>
              <w:rPr>
                <w:sz w:val="16"/>
                <w:szCs w:val="16"/>
              </w:rPr>
            </w:pPr>
            <w:r w:rsidRPr="00691D23">
              <w:rPr>
                <w:sz w:val="16"/>
                <w:szCs w:val="16"/>
              </w:rPr>
              <w:t>16.14.0</w:t>
            </w:r>
          </w:p>
        </w:tc>
      </w:tr>
      <w:tr w:rsidR="00AC477F" w:rsidRPr="00402599" w14:paraId="4EBD46EF" w14:textId="77777777" w:rsidTr="007474EC">
        <w:trPr>
          <w:jc w:val="center"/>
        </w:trPr>
        <w:tc>
          <w:tcPr>
            <w:tcW w:w="800" w:type="dxa"/>
            <w:shd w:val="solid" w:color="FFFFFF" w:fill="auto"/>
          </w:tcPr>
          <w:p w14:paraId="25797AF8" w14:textId="08519A51" w:rsidR="00AC477F" w:rsidRPr="00477022" w:rsidRDefault="00AC477F" w:rsidP="00AC477F">
            <w:pPr>
              <w:pStyle w:val="TAL"/>
              <w:rPr>
                <w:sz w:val="16"/>
                <w:szCs w:val="16"/>
              </w:rPr>
            </w:pPr>
            <w:r>
              <w:rPr>
                <w:sz w:val="16"/>
                <w:szCs w:val="16"/>
              </w:rPr>
              <w:t>2022-12</w:t>
            </w:r>
          </w:p>
        </w:tc>
        <w:tc>
          <w:tcPr>
            <w:tcW w:w="800" w:type="dxa"/>
            <w:shd w:val="solid" w:color="FFFFFF" w:fill="auto"/>
          </w:tcPr>
          <w:p w14:paraId="406F3D95" w14:textId="3D99BC9D" w:rsidR="00AC477F" w:rsidRPr="00AC477F" w:rsidRDefault="00AC477F" w:rsidP="00AC477F">
            <w:pPr>
              <w:pStyle w:val="TAC"/>
              <w:rPr>
                <w:sz w:val="14"/>
                <w:szCs w:val="14"/>
              </w:rPr>
            </w:pPr>
            <w:r>
              <w:rPr>
                <w:sz w:val="14"/>
                <w:szCs w:val="14"/>
              </w:rPr>
              <w:t>RAN#98-e</w:t>
            </w:r>
          </w:p>
        </w:tc>
        <w:tc>
          <w:tcPr>
            <w:tcW w:w="944" w:type="dxa"/>
            <w:shd w:val="solid" w:color="FFFFFF" w:fill="auto"/>
          </w:tcPr>
          <w:p w14:paraId="069A4D88" w14:textId="1CBE0D8D" w:rsidR="00AC477F" w:rsidRPr="00AC477F" w:rsidRDefault="00AC477F" w:rsidP="00AC477F">
            <w:pPr>
              <w:pStyle w:val="TAC"/>
              <w:rPr>
                <w:sz w:val="16"/>
                <w:szCs w:val="16"/>
              </w:rPr>
            </w:pPr>
            <w:r w:rsidRPr="00AC477F">
              <w:rPr>
                <w:sz w:val="16"/>
                <w:szCs w:val="16"/>
              </w:rPr>
              <w:t>RP-223296</w:t>
            </w:r>
          </w:p>
        </w:tc>
        <w:tc>
          <w:tcPr>
            <w:tcW w:w="575" w:type="dxa"/>
            <w:shd w:val="solid" w:color="FFFFFF" w:fill="auto"/>
          </w:tcPr>
          <w:p w14:paraId="689D0A0F" w14:textId="7B8E3E1F" w:rsidR="00AC477F" w:rsidRPr="00AC477F" w:rsidRDefault="00AC477F" w:rsidP="00AC477F">
            <w:pPr>
              <w:pStyle w:val="TAC"/>
              <w:rPr>
                <w:sz w:val="16"/>
                <w:szCs w:val="16"/>
              </w:rPr>
            </w:pPr>
            <w:r w:rsidRPr="00AC477F">
              <w:rPr>
                <w:sz w:val="16"/>
                <w:szCs w:val="16"/>
              </w:rPr>
              <w:t>1252</w:t>
            </w:r>
          </w:p>
        </w:tc>
        <w:tc>
          <w:tcPr>
            <w:tcW w:w="425" w:type="dxa"/>
            <w:shd w:val="solid" w:color="FFFFFF" w:fill="auto"/>
          </w:tcPr>
          <w:p w14:paraId="6B97CF5E" w14:textId="1AF22DF0" w:rsidR="00AC477F" w:rsidRPr="00AC477F" w:rsidRDefault="00AC477F" w:rsidP="00AC477F">
            <w:pPr>
              <w:pStyle w:val="TAC"/>
              <w:rPr>
                <w:sz w:val="16"/>
                <w:szCs w:val="16"/>
              </w:rPr>
            </w:pPr>
            <w:r w:rsidRPr="00AC477F">
              <w:rPr>
                <w:sz w:val="16"/>
                <w:szCs w:val="16"/>
              </w:rPr>
              <w:t>2</w:t>
            </w:r>
          </w:p>
        </w:tc>
        <w:tc>
          <w:tcPr>
            <w:tcW w:w="425" w:type="dxa"/>
            <w:shd w:val="solid" w:color="FFFFFF" w:fill="auto"/>
          </w:tcPr>
          <w:p w14:paraId="39FB34E5" w14:textId="79D48ACC"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752916D2" w14:textId="7E5150DF" w:rsidR="00AC477F" w:rsidRPr="00AC477F" w:rsidRDefault="00AC477F" w:rsidP="00AC477F">
            <w:pPr>
              <w:pStyle w:val="TAL"/>
              <w:rPr>
                <w:sz w:val="16"/>
                <w:szCs w:val="16"/>
              </w:rPr>
            </w:pPr>
            <w:r w:rsidRPr="00AC477F">
              <w:rPr>
                <w:sz w:val="16"/>
                <w:szCs w:val="16"/>
              </w:rPr>
              <w:t>CR to 38.101-1 on removing ambiguity in CA MPR definition</w:t>
            </w:r>
          </w:p>
        </w:tc>
        <w:tc>
          <w:tcPr>
            <w:tcW w:w="708" w:type="dxa"/>
            <w:shd w:val="solid" w:color="FFFFFF" w:fill="auto"/>
          </w:tcPr>
          <w:p w14:paraId="445D6A21" w14:textId="4224E335" w:rsidR="00AC477F" w:rsidRPr="00477022" w:rsidRDefault="00AC477F" w:rsidP="00AC477F">
            <w:pPr>
              <w:pStyle w:val="TAL"/>
              <w:rPr>
                <w:sz w:val="16"/>
                <w:szCs w:val="16"/>
              </w:rPr>
            </w:pPr>
            <w:r w:rsidRPr="00691D23">
              <w:rPr>
                <w:sz w:val="16"/>
                <w:szCs w:val="16"/>
              </w:rPr>
              <w:t>16.14.0</w:t>
            </w:r>
          </w:p>
        </w:tc>
      </w:tr>
      <w:tr w:rsidR="00AC477F" w:rsidRPr="00402599" w14:paraId="7D282357" w14:textId="77777777" w:rsidTr="007474EC">
        <w:trPr>
          <w:jc w:val="center"/>
        </w:trPr>
        <w:tc>
          <w:tcPr>
            <w:tcW w:w="800" w:type="dxa"/>
            <w:shd w:val="solid" w:color="FFFFFF" w:fill="auto"/>
          </w:tcPr>
          <w:p w14:paraId="4E571B96" w14:textId="4DE5ACCC" w:rsidR="00AC477F" w:rsidRPr="00477022" w:rsidRDefault="00AC477F" w:rsidP="00AC477F">
            <w:pPr>
              <w:pStyle w:val="TAL"/>
              <w:rPr>
                <w:sz w:val="16"/>
                <w:szCs w:val="16"/>
              </w:rPr>
            </w:pPr>
            <w:r>
              <w:rPr>
                <w:sz w:val="16"/>
                <w:szCs w:val="16"/>
              </w:rPr>
              <w:t>2022-12</w:t>
            </w:r>
          </w:p>
        </w:tc>
        <w:tc>
          <w:tcPr>
            <w:tcW w:w="800" w:type="dxa"/>
            <w:shd w:val="solid" w:color="FFFFFF" w:fill="auto"/>
          </w:tcPr>
          <w:p w14:paraId="7ECA1E62" w14:textId="7F22FF2C" w:rsidR="00AC477F" w:rsidRPr="00AC477F" w:rsidRDefault="00AC477F" w:rsidP="00AC477F">
            <w:pPr>
              <w:pStyle w:val="TAC"/>
              <w:rPr>
                <w:sz w:val="14"/>
                <w:szCs w:val="14"/>
              </w:rPr>
            </w:pPr>
            <w:r>
              <w:rPr>
                <w:sz w:val="14"/>
                <w:szCs w:val="14"/>
              </w:rPr>
              <w:t>RAN#98-e</w:t>
            </w:r>
          </w:p>
        </w:tc>
        <w:tc>
          <w:tcPr>
            <w:tcW w:w="944" w:type="dxa"/>
            <w:shd w:val="solid" w:color="FFFFFF" w:fill="auto"/>
          </w:tcPr>
          <w:p w14:paraId="2AFC8E16" w14:textId="421A9BA3" w:rsidR="00AC477F" w:rsidRPr="00AC477F" w:rsidRDefault="00AC477F" w:rsidP="00AC477F">
            <w:pPr>
              <w:pStyle w:val="TAC"/>
              <w:rPr>
                <w:sz w:val="16"/>
                <w:szCs w:val="16"/>
              </w:rPr>
            </w:pPr>
            <w:r w:rsidRPr="00AC477F">
              <w:rPr>
                <w:sz w:val="16"/>
                <w:szCs w:val="16"/>
              </w:rPr>
              <w:t>RP-223291</w:t>
            </w:r>
          </w:p>
        </w:tc>
        <w:tc>
          <w:tcPr>
            <w:tcW w:w="575" w:type="dxa"/>
            <w:shd w:val="solid" w:color="FFFFFF" w:fill="auto"/>
          </w:tcPr>
          <w:p w14:paraId="35E3BED4" w14:textId="57D921A2" w:rsidR="00AC477F" w:rsidRPr="00AC477F" w:rsidRDefault="00AC477F" w:rsidP="00AC477F">
            <w:pPr>
              <w:pStyle w:val="TAC"/>
              <w:rPr>
                <w:sz w:val="16"/>
                <w:szCs w:val="16"/>
              </w:rPr>
            </w:pPr>
            <w:r w:rsidRPr="00AC477F">
              <w:rPr>
                <w:sz w:val="16"/>
                <w:szCs w:val="16"/>
              </w:rPr>
              <w:t>1266</w:t>
            </w:r>
          </w:p>
        </w:tc>
        <w:tc>
          <w:tcPr>
            <w:tcW w:w="425" w:type="dxa"/>
            <w:shd w:val="solid" w:color="FFFFFF" w:fill="auto"/>
          </w:tcPr>
          <w:p w14:paraId="7D1CA6E0" w14:textId="77777777" w:rsidR="00AC477F" w:rsidRPr="00AC477F" w:rsidRDefault="00AC477F" w:rsidP="00AC477F">
            <w:pPr>
              <w:pStyle w:val="TAC"/>
              <w:rPr>
                <w:sz w:val="16"/>
                <w:szCs w:val="16"/>
              </w:rPr>
            </w:pPr>
          </w:p>
        </w:tc>
        <w:tc>
          <w:tcPr>
            <w:tcW w:w="425" w:type="dxa"/>
            <w:shd w:val="solid" w:color="FFFFFF" w:fill="auto"/>
          </w:tcPr>
          <w:p w14:paraId="4F3AD3BD" w14:textId="69DDBA87" w:rsidR="00AC477F" w:rsidRPr="00AC477F" w:rsidRDefault="00AC477F" w:rsidP="00AC477F">
            <w:pPr>
              <w:pStyle w:val="TAC"/>
              <w:rPr>
                <w:sz w:val="16"/>
                <w:szCs w:val="16"/>
              </w:rPr>
            </w:pPr>
            <w:r w:rsidRPr="00AC477F">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1ED9D6F3" w14:textId="10986843" w:rsidR="00AC477F" w:rsidRPr="00AC477F" w:rsidRDefault="00AC477F" w:rsidP="00AC477F">
            <w:pPr>
              <w:pStyle w:val="TAL"/>
              <w:rPr>
                <w:sz w:val="16"/>
                <w:szCs w:val="16"/>
              </w:rPr>
            </w:pPr>
            <w:r w:rsidRPr="00AC477F">
              <w:rPr>
                <w:sz w:val="16"/>
                <w:szCs w:val="16"/>
              </w:rPr>
              <w:t>CR on ‘Annex G Difference of relative phase and power errors’ for FR1 UL coherent MIMO</w:t>
            </w:r>
          </w:p>
        </w:tc>
        <w:tc>
          <w:tcPr>
            <w:tcW w:w="708" w:type="dxa"/>
            <w:shd w:val="solid" w:color="FFFFFF" w:fill="auto"/>
          </w:tcPr>
          <w:p w14:paraId="2617E13A" w14:textId="1C2D5068" w:rsidR="00AC477F" w:rsidRPr="00477022" w:rsidRDefault="00AC477F" w:rsidP="00AC477F">
            <w:pPr>
              <w:pStyle w:val="TAL"/>
              <w:rPr>
                <w:sz w:val="16"/>
                <w:szCs w:val="16"/>
              </w:rPr>
            </w:pPr>
            <w:r w:rsidRPr="00691D23">
              <w:rPr>
                <w:sz w:val="16"/>
                <w:szCs w:val="16"/>
              </w:rPr>
              <w:t>16.14.0</w:t>
            </w:r>
          </w:p>
        </w:tc>
      </w:tr>
      <w:tr w:rsidR="00AC477F" w:rsidRPr="00402599" w14:paraId="57605B4A" w14:textId="77777777" w:rsidTr="007474EC">
        <w:trPr>
          <w:jc w:val="center"/>
        </w:trPr>
        <w:tc>
          <w:tcPr>
            <w:tcW w:w="800" w:type="dxa"/>
            <w:shd w:val="solid" w:color="FFFFFF" w:fill="auto"/>
          </w:tcPr>
          <w:p w14:paraId="07E0C66E" w14:textId="7CA43EDB" w:rsidR="00AC477F" w:rsidRPr="00477022" w:rsidRDefault="00AC477F" w:rsidP="00AC477F">
            <w:pPr>
              <w:pStyle w:val="TAL"/>
              <w:rPr>
                <w:sz w:val="16"/>
                <w:szCs w:val="16"/>
              </w:rPr>
            </w:pPr>
            <w:r>
              <w:rPr>
                <w:sz w:val="16"/>
                <w:szCs w:val="16"/>
              </w:rPr>
              <w:t>2022-12</w:t>
            </w:r>
          </w:p>
        </w:tc>
        <w:tc>
          <w:tcPr>
            <w:tcW w:w="800" w:type="dxa"/>
            <w:shd w:val="solid" w:color="FFFFFF" w:fill="auto"/>
          </w:tcPr>
          <w:p w14:paraId="55292D52" w14:textId="440C4BC6" w:rsidR="00AC477F" w:rsidRPr="00AC477F" w:rsidRDefault="00AC477F" w:rsidP="00AC477F">
            <w:pPr>
              <w:pStyle w:val="TAC"/>
              <w:rPr>
                <w:sz w:val="14"/>
                <w:szCs w:val="14"/>
              </w:rPr>
            </w:pPr>
            <w:r>
              <w:rPr>
                <w:sz w:val="14"/>
                <w:szCs w:val="14"/>
              </w:rPr>
              <w:t>RAN#98-e</w:t>
            </w:r>
          </w:p>
        </w:tc>
        <w:tc>
          <w:tcPr>
            <w:tcW w:w="944" w:type="dxa"/>
            <w:shd w:val="solid" w:color="FFFFFF" w:fill="auto"/>
          </w:tcPr>
          <w:p w14:paraId="27BC87F2" w14:textId="11D185A6" w:rsidR="00AC477F" w:rsidRPr="00AC477F" w:rsidRDefault="00AC477F" w:rsidP="00AC477F">
            <w:pPr>
              <w:pStyle w:val="TAC"/>
              <w:rPr>
                <w:sz w:val="16"/>
                <w:szCs w:val="16"/>
              </w:rPr>
            </w:pPr>
            <w:r w:rsidRPr="00AC477F">
              <w:rPr>
                <w:sz w:val="16"/>
                <w:szCs w:val="16"/>
              </w:rPr>
              <w:t>RP-223291</w:t>
            </w:r>
          </w:p>
        </w:tc>
        <w:tc>
          <w:tcPr>
            <w:tcW w:w="575" w:type="dxa"/>
            <w:shd w:val="solid" w:color="FFFFFF" w:fill="auto"/>
          </w:tcPr>
          <w:p w14:paraId="06B80AA3" w14:textId="3FEC2EB3" w:rsidR="00AC477F" w:rsidRPr="00AC477F" w:rsidRDefault="00AC477F" w:rsidP="00AC477F">
            <w:pPr>
              <w:pStyle w:val="TAC"/>
              <w:rPr>
                <w:sz w:val="16"/>
                <w:szCs w:val="16"/>
              </w:rPr>
            </w:pPr>
            <w:r w:rsidRPr="00AC477F">
              <w:rPr>
                <w:sz w:val="16"/>
                <w:szCs w:val="16"/>
              </w:rPr>
              <w:t>1269</w:t>
            </w:r>
          </w:p>
        </w:tc>
        <w:tc>
          <w:tcPr>
            <w:tcW w:w="425" w:type="dxa"/>
            <w:shd w:val="solid" w:color="FFFFFF" w:fill="auto"/>
          </w:tcPr>
          <w:p w14:paraId="5D7CB9C6" w14:textId="77777777" w:rsidR="00AC477F" w:rsidRPr="00AC477F" w:rsidRDefault="00AC477F" w:rsidP="00AC477F">
            <w:pPr>
              <w:pStyle w:val="TAC"/>
              <w:rPr>
                <w:sz w:val="16"/>
                <w:szCs w:val="16"/>
              </w:rPr>
            </w:pPr>
          </w:p>
        </w:tc>
        <w:tc>
          <w:tcPr>
            <w:tcW w:w="425" w:type="dxa"/>
            <w:shd w:val="solid" w:color="FFFFFF" w:fill="auto"/>
          </w:tcPr>
          <w:p w14:paraId="14EFC15E" w14:textId="7A49C826" w:rsidR="00AC477F" w:rsidRPr="00AC477F" w:rsidRDefault="00AC477F" w:rsidP="00AC477F">
            <w:pPr>
              <w:pStyle w:val="TAC"/>
              <w:rPr>
                <w:sz w:val="16"/>
                <w:szCs w:val="16"/>
              </w:rPr>
            </w:pPr>
            <w:r w:rsidRPr="00AC477F">
              <w:rPr>
                <w:sz w:val="16"/>
                <w:szCs w:val="16"/>
              </w:rPr>
              <w:t>A</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4CD9DDDB" w14:textId="41E47F86" w:rsidR="00AC477F" w:rsidRPr="00AC477F" w:rsidRDefault="00AC477F" w:rsidP="00AC477F">
            <w:pPr>
              <w:pStyle w:val="TAL"/>
              <w:rPr>
                <w:sz w:val="16"/>
                <w:szCs w:val="16"/>
              </w:rPr>
            </w:pPr>
            <w:r w:rsidRPr="00AC477F">
              <w:rPr>
                <w:sz w:val="16"/>
                <w:szCs w:val="16"/>
              </w:rPr>
              <w:t>CR on TDD RMC for Intra-band EN-DC - TS 38.101-1</w:t>
            </w:r>
          </w:p>
        </w:tc>
        <w:tc>
          <w:tcPr>
            <w:tcW w:w="708" w:type="dxa"/>
            <w:shd w:val="solid" w:color="FFFFFF" w:fill="auto"/>
          </w:tcPr>
          <w:p w14:paraId="5D2108ED" w14:textId="11726BB1" w:rsidR="00AC477F" w:rsidRPr="00477022" w:rsidRDefault="00AC477F" w:rsidP="00AC477F">
            <w:pPr>
              <w:pStyle w:val="TAL"/>
              <w:rPr>
                <w:sz w:val="16"/>
                <w:szCs w:val="16"/>
              </w:rPr>
            </w:pPr>
            <w:r w:rsidRPr="00691D23">
              <w:rPr>
                <w:sz w:val="16"/>
                <w:szCs w:val="16"/>
              </w:rPr>
              <w:t>16.14.0</w:t>
            </w:r>
          </w:p>
        </w:tc>
      </w:tr>
      <w:tr w:rsidR="00AC477F" w:rsidRPr="00402599" w14:paraId="52A99E5B" w14:textId="77777777" w:rsidTr="007474EC">
        <w:trPr>
          <w:jc w:val="center"/>
        </w:trPr>
        <w:tc>
          <w:tcPr>
            <w:tcW w:w="800" w:type="dxa"/>
            <w:shd w:val="solid" w:color="FFFFFF" w:fill="auto"/>
          </w:tcPr>
          <w:p w14:paraId="269B1501" w14:textId="26C3BA48" w:rsidR="00AC477F" w:rsidRPr="00477022" w:rsidRDefault="00AC477F" w:rsidP="00AC477F">
            <w:pPr>
              <w:pStyle w:val="TAL"/>
              <w:rPr>
                <w:sz w:val="16"/>
                <w:szCs w:val="16"/>
              </w:rPr>
            </w:pPr>
            <w:r>
              <w:rPr>
                <w:sz w:val="16"/>
                <w:szCs w:val="16"/>
              </w:rPr>
              <w:t>2022-12</w:t>
            </w:r>
          </w:p>
        </w:tc>
        <w:tc>
          <w:tcPr>
            <w:tcW w:w="800" w:type="dxa"/>
            <w:shd w:val="solid" w:color="FFFFFF" w:fill="auto"/>
          </w:tcPr>
          <w:p w14:paraId="26818927" w14:textId="3DCE1D58" w:rsidR="00AC477F" w:rsidRPr="00AC477F" w:rsidRDefault="00AC477F" w:rsidP="00AC477F">
            <w:pPr>
              <w:pStyle w:val="TAC"/>
              <w:rPr>
                <w:sz w:val="14"/>
                <w:szCs w:val="14"/>
              </w:rPr>
            </w:pPr>
            <w:r>
              <w:rPr>
                <w:sz w:val="14"/>
                <w:szCs w:val="14"/>
              </w:rPr>
              <w:t>RAN#98-e</w:t>
            </w:r>
          </w:p>
        </w:tc>
        <w:tc>
          <w:tcPr>
            <w:tcW w:w="944" w:type="dxa"/>
            <w:shd w:val="solid" w:color="FFFFFF" w:fill="auto"/>
          </w:tcPr>
          <w:p w14:paraId="52776313" w14:textId="7F39B21D" w:rsidR="00AC477F" w:rsidRPr="00AC477F" w:rsidRDefault="009515B5" w:rsidP="00AC477F">
            <w:pPr>
              <w:pStyle w:val="TAC"/>
              <w:rPr>
                <w:sz w:val="16"/>
                <w:szCs w:val="16"/>
              </w:rPr>
            </w:pPr>
            <w:r w:rsidRPr="009515B5">
              <w:rPr>
                <w:sz w:val="16"/>
                <w:szCs w:val="16"/>
              </w:rPr>
              <w:t>RP-223480</w:t>
            </w:r>
          </w:p>
        </w:tc>
        <w:tc>
          <w:tcPr>
            <w:tcW w:w="575" w:type="dxa"/>
            <w:shd w:val="solid" w:color="FFFFFF" w:fill="auto"/>
          </w:tcPr>
          <w:p w14:paraId="4920BBCD" w14:textId="62C8639D" w:rsidR="00AC477F" w:rsidRPr="00AC477F" w:rsidRDefault="00AC477F" w:rsidP="00AC477F">
            <w:pPr>
              <w:pStyle w:val="TAC"/>
              <w:rPr>
                <w:sz w:val="16"/>
                <w:szCs w:val="16"/>
              </w:rPr>
            </w:pPr>
            <w:r w:rsidRPr="00AC477F">
              <w:rPr>
                <w:sz w:val="16"/>
                <w:szCs w:val="16"/>
              </w:rPr>
              <w:t>1277</w:t>
            </w:r>
          </w:p>
        </w:tc>
        <w:tc>
          <w:tcPr>
            <w:tcW w:w="425" w:type="dxa"/>
            <w:shd w:val="solid" w:color="FFFFFF" w:fill="auto"/>
          </w:tcPr>
          <w:p w14:paraId="07D17088" w14:textId="42820382" w:rsidR="00AC477F" w:rsidRPr="00AC477F" w:rsidRDefault="009515B5" w:rsidP="00AC477F">
            <w:pPr>
              <w:pStyle w:val="TAC"/>
              <w:rPr>
                <w:sz w:val="16"/>
                <w:szCs w:val="16"/>
              </w:rPr>
            </w:pPr>
            <w:r>
              <w:rPr>
                <w:sz w:val="16"/>
                <w:szCs w:val="16"/>
              </w:rPr>
              <w:t>2</w:t>
            </w:r>
          </w:p>
        </w:tc>
        <w:tc>
          <w:tcPr>
            <w:tcW w:w="425" w:type="dxa"/>
            <w:shd w:val="solid" w:color="FFFFFF" w:fill="auto"/>
          </w:tcPr>
          <w:p w14:paraId="08D6C8B5" w14:textId="7B904459" w:rsidR="00AC477F" w:rsidRPr="00AC477F" w:rsidRDefault="00AC477F" w:rsidP="00AC477F">
            <w:pPr>
              <w:pStyle w:val="TAC"/>
              <w:rPr>
                <w:sz w:val="16"/>
                <w:szCs w:val="16"/>
              </w:rPr>
            </w:pPr>
            <w:r w:rsidRPr="00AC477F">
              <w:rPr>
                <w:sz w:val="16"/>
                <w:szCs w:val="16"/>
              </w:rPr>
              <w:t>F</w:t>
            </w:r>
          </w:p>
        </w:tc>
        <w:tc>
          <w:tcPr>
            <w:tcW w:w="4962" w:type="dxa"/>
            <w:tcBorders>
              <w:top w:val="single" w:sz="4" w:space="0" w:color="auto"/>
              <w:left w:val="single" w:sz="4" w:space="0" w:color="A6A6A6"/>
              <w:bottom w:val="single" w:sz="4" w:space="0" w:color="auto"/>
              <w:right w:val="single" w:sz="4" w:space="0" w:color="A6A6A6"/>
            </w:tcBorders>
            <w:shd w:val="clear" w:color="auto" w:fill="auto"/>
          </w:tcPr>
          <w:p w14:paraId="32DE7D2E" w14:textId="58D11F06" w:rsidR="00AC477F" w:rsidRPr="00AC477F" w:rsidRDefault="009515B5" w:rsidP="00AC477F">
            <w:pPr>
              <w:pStyle w:val="TAL"/>
              <w:rPr>
                <w:sz w:val="16"/>
                <w:szCs w:val="16"/>
              </w:rPr>
            </w:pPr>
            <w:r w:rsidRPr="009515B5">
              <w:rPr>
                <w:sz w:val="16"/>
                <w:szCs w:val="16"/>
              </w:rPr>
              <w:t>Clarification of the CA_NS indication the values for n77 in the US [n77 US]</w:t>
            </w:r>
          </w:p>
        </w:tc>
        <w:tc>
          <w:tcPr>
            <w:tcW w:w="708" w:type="dxa"/>
            <w:shd w:val="solid" w:color="FFFFFF" w:fill="auto"/>
          </w:tcPr>
          <w:p w14:paraId="1C7514BF" w14:textId="6D9A2AD5" w:rsidR="00AC477F" w:rsidRPr="00477022" w:rsidRDefault="00AC477F" w:rsidP="00AC477F">
            <w:pPr>
              <w:pStyle w:val="TAL"/>
              <w:rPr>
                <w:sz w:val="16"/>
                <w:szCs w:val="16"/>
              </w:rPr>
            </w:pPr>
            <w:r w:rsidRPr="00691D23">
              <w:rPr>
                <w:sz w:val="16"/>
                <w:szCs w:val="16"/>
              </w:rPr>
              <w:t>16.14.0</w:t>
            </w:r>
          </w:p>
        </w:tc>
      </w:tr>
      <w:bookmarkEnd w:id="18"/>
    </w:tbl>
    <w:p w14:paraId="6CE7C421" w14:textId="77777777" w:rsidR="00080512" w:rsidRDefault="00080512"/>
    <w:sectPr w:rsidR="00080512" w:rsidSect="00516D75">
      <w:headerReference w:type="default" r:id="rId202"/>
      <w:footerReference w:type="default" r:id="rId203"/>
      <w:footnotePr>
        <w:numRestart w:val="eachSect"/>
      </w:footnotePr>
      <w:type w:val="continuous"/>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35BFD" w14:textId="77777777" w:rsidR="00CA0FFD" w:rsidRDefault="00CA0FFD">
      <w:r>
        <w:separator/>
      </w:r>
    </w:p>
  </w:endnote>
  <w:endnote w:type="continuationSeparator" w:id="0">
    <w:p w14:paraId="7D4E99DC" w14:textId="77777777" w:rsidR="00CA0FFD" w:rsidRDefault="00CA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Osaka">
    <w:altName w:val="MS Mincho"/>
    <w:panose1 w:val="00000000000000000000"/>
    <w:charset w:val="80"/>
    <w:family w:val="auto"/>
    <w:notTrueType/>
    <w:pitch w:val="variable"/>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Yu Mincho">
    <w:altName w:val="Meiryo"/>
    <w:charset w:val="80"/>
    <w:family w:val="roman"/>
    <w:pitch w:val="variable"/>
    <w:sig w:usb0="800002E7" w:usb1="2AC7FCFF" w:usb2="00000012" w:usb3="00000000" w:csb0="0002009F" w:csb1="00000000"/>
  </w:font>
  <w:font w:name="Bookman">
    <w:altName w:val="苹方-简"/>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siatische Schriftart verwende">
    <w:altName w:val="Times New Roman"/>
    <w:panose1 w:val="00000000000000000000"/>
    <w:charset w:val="00"/>
    <w:family w:val="roman"/>
    <w:notTrueType/>
    <w:pitch w:val="default"/>
  </w:font>
  <w:font w:name="Mathematica1">
    <w:altName w:val="Symbol"/>
    <w:charset w:val="02"/>
    <w:family w:val="auto"/>
    <w:pitch w:val="variable"/>
    <w:sig w:usb0="00000000" w:usb1="10000000" w:usb2="00000000" w:usb3="00000000" w:csb0="80000000" w:csb1="00000000"/>
  </w:font>
  <w:font w:name="×–¾’©‘Ì">
    <w:altName w:val="MS Mincho"/>
    <w:panose1 w:val="00000000000000000000"/>
    <w:charset w:val="80"/>
    <w:family w:val="auto"/>
    <w:notTrueType/>
    <w:pitch w:val="variable"/>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DBA2" w14:textId="77777777" w:rsidR="008800CA" w:rsidRDefault="008800CA" w:rsidP="00DC7196">
    <w:pPr>
      <w:pStyle w:val="Footer"/>
    </w:pPr>
    <w:r>
      <w:t>3GPP</w:t>
    </w:r>
  </w:p>
  <w:p w14:paraId="7F28C963" w14:textId="77777777" w:rsidR="008800CA" w:rsidRDefault="00880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523A" w14:textId="77777777" w:rsidR="008800CA" w:rsidRDefault="008800CA">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D3A1" w14:textId="77777777" w:rsidR="008800CA" w:rsidRDefault="008800CA">
    <w:pPr>
      <w:pStyle w:val="Footer"/>
    </w:pPr>
    <w:r>
      <w:t>3GPP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BFBE3" w14:textId="77777777" w:rsidR="00FE5661" w:rsidRDefault="00FE566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4265" w14:textId="77777777" w:rsidR="00FE5661" w:rsidRDefault="00FE56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30A5" w14:textId="77777777" w:rsidR="00FE5661" w:rsidRDefault="00FE566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DAAD" w14:textId="77777777" w:rsidR="008800CA" w:rsidRDefault="008800C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CDA6" w14:textId="77777777" w:rsidR="00CA0FFD" w:rsidRDefault="00CA0FFD">
      <w:r>
        <w:separator/>
      </w:r>
    </w:p>
  </w:footnote>
  <w:footnote w:type="continuationSeparator" w:id="0">
    <w:p w14:paraId="75ADE611" w14:textId="77777777" w:rsidR="00CA0FFD" w:rsidRDefault="00CA0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A4F5" w14:textId="77777777" w:rsidR="008800CA" w:rsidRDefault="008800CA" w:rsidP="00DC7196">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107CF5AA" w14:textId="0CF1D844" w:rsidR="003C4B01" w:rsidRPr="003C4B01" w:rsidRDefault="003C4B01" w:rsidP="003C4B01">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sidRPr="003C4B01">
      <w:rPr>
        <w:rFonts w:ascii="Arial" w:eastAsia="Times New Roman" w:hAnsi="Arial"/>
        <w:b/>
        <w:noProof/>
        <w:sz w:val="18"/>
        <w:lang w:eastAsia="en-GB"/>
      </w:rPr>
      <w:t>3GPP TS 3</w:t>
    </w:r>
    <w:r>
      <w:rPr>
        <w:rFonts w:ascii="Arial" w:eastAsia="Times New Roman" w:hAnsi="Arial"/>
        <w:b/>
        <w:noProof/>
        <w:sz w:val="18"/>
        <w:lang w:eastAsia="en-GB"/>
      </w:rPr>
      <w:t>8</w:t>
    </w:r>
    <w:r w:rsidRPr="003C4B01">
      <w:rPr>
        <w:rFonts w:ascii="Arial" w:eastAsia="Times New Roman" w:hAnsi="Arial"/>
        <w:b/>
        <w:noProof/>
        <w:sz w:val="18"/>
        <w:lang w:eastAsia="en-GB"/>
      </w:rPr>
      <w:t>.101</w:t>
    </w:r>
    <w:r>
      <w:rPr>
        <w:rFonts w:ascii="Arial" w:eastAsia="Times New Roman" w:hAnsi="Arial"/>
        <w:b/>
        <w:noProof/>
        <w:sz w:val="18"/>
        <w:lang w:eastAsia="en-GB"/>
      </w:rPr>
      <w:t>-1</w:t>
    </w:r>
    <w:r w:rsidRPr="003C4B01">
      <w:rPr>
        <w:rFonts w:ascii="Arial" w:eastAsia="Times New Roman" w:hAnsi="Arial"/>
        <w:b/>
        <w:noProof/>
        <w:sz w:val="18"/>
        <w:lang w:eastAsia="en-GB"/>
      </w:rPr>
      <w:t xml:space="preserve"> V16.</w:t>
    </w:r>
    <w:r w:rsidR="0015690F">
      <w:rPr>
        <w:rFonts w:ascii="Arial" w:eastAsia="Times New Roman" w:hAnsi="Arial"/>
        <w:b/>
        <w:noProof/>
        <w:sz w:val="18"/>
        <w:lang w:eastAsia="en-GB"/>
      </w:rPr>
      <w:t>1</w:t>
    </w:r>
    <w:r w:rsidR="00AC477F">
      <w:rPr>
        <w:rFonts w:ascii="Arial" w:eastAsia="Times New Roman" w:hAnsi="Arial"/>
        <w:b/>
        <w:noProof/>
        <w:sz w:val="18"/>
        <w:lang w:eastAsia="en-GB"/>
      </w:rPr>
      <w:t>4</w:t>
    </w:r>
    <w:r w:rsidRPr="003C4B01">
      <w:rPr>
        <w:rFonts w:ascii="Arial" w:eastAsia="Times New Roman" w:hAnsi="Arial"/>
        <w:b/>
        <w:noProof/>
        <w:sz w:val="18"/>
        <w:lang w:eastAsia="en-GB"/>
      </w:rPr>
      <w:t>.</w:t>
    </w:r>
    <w:r w:rsidR="00AE16E3">
      <w:rPr>
        <w:rFonts w:ascii="Arial" w:eastAsia="Times New Roman" w:hAnsi="Arial"/>
        <w:b/>
        <w:noProof/>
        <w:sz w:val="18"/>
        <w:lang w:eastAsia="en-GB"/>
      </w:rPr>
      <w:t>0</w:t>
    </w:r>
    <w:r w:rsidRPr="003C4B01">
      <w:rPr>
        <w:rFonts w:ascii="Arial" w:eastAsia="Times New Roman" w:hAnsi="Arial"/>
        <w:b/>
        <w:noProof/>
        <w:sz w:val="18"/>
        <w:lang w:eastAsia="en-GB"/>
      </w:rPr>
      <w:t xml:space="preserve"> (202</w:t>
    </w:r>
    <w:r w:rsidR="00C234E6">
      <w:rPr>
        <w:rFonts w:ascii="Arial" w:eastAsia="Times New Roman" w:hAnsi="Arial"/>
        <w:b/>
        <w:noProof/>
        <w:sz w:val="18"/>
        <w:lang w:eastAsia="en-GB"/>
      </w:rPr>
      <w:t>2</w:t>
    </w:r>
    <w:r w:rsidRPr="003C4B01">
      <w:rPr>
        <w:rFonts w:ascii="Arial" w:eastAsia="Times New Roman" w:hAnsi="Arial"/>
        <w:b/>
        <w:noProof/>
        <w:sz w:val="18"/>
        <w:lang w:eastAsia="en-GB"/>
      </w:rPr>
      <w:t>-</w:t>
    </w:r>
    <w:r w:rsidR="00AC477F">
      <w:rPr>
        <w:rFonts w:ascii="Arial" w:eastAsia="Times New Roman" w:hAnsi="Arial"/>
        <w:b/>
        <w:noProof/>
        <w:sz w:val="18"/>
        <w:lang w:eastAsia="en-GB"/>
      </w:rPr>
      <w:t>12</w:t>
    </w:r>
    <w:r w:rsidRPr="003C4B01">
      <w:rPr>
        <w:rFonts w:ascii="Arial" w:eastAsia="Times New Roman" w:hAnsi="Arial"/>
        <w:b/>
        <w:noProof/>
        <w:sz w:val="18"/>
        <w:lang w:eastAsia="en-GB"/>
      </w:rPr>
      <w:t>)</w:t>
    </w:r>
  </w:p>
  <w:p w14:paraId="7FF235C2" w14:textId="77777777" w:rsidR="003C4B01" w:rsidRPr="003C4B01" w:rsidRDefault="003C4B01" w:rsidP="003C4B01">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3C4B01">
      <w:rPr>
        <w:rFonts w:ascii="Arial" w:eastAsia="Times New Roman" w:hAnsi="Arial"/>
        <w:b/>
        <w:noProof/>
        <w:sz w:val="18"/>
        <w:lang w:eastAsia="en-GB"/>
      </w:rPr>
      <w:t>Release 16</w:t>
    </w:r>
  </w:p>
  <w:p w14:paraId="1DF341B4" w14:textId="77777777" w:rsidR="008800CA" w:rsidRDefault="008800C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C9F5" w14:textId="77777777" w:rsidR="005814AF" w:rsidRPr="003C4B01" w:rsidRDefault="005814AF" w:rsidP="005814AF">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sidRPr="003C4B01">
      <w:rPr>
        <w:rFonts w:ascii="Arial" w:eastAsia="Times New Roman" w:hAnsi="Arial"/>
        <w:b/>
        <w:noProof/>
        <w:sz w:val="18"/>
        <w:lang w:eastAsia="en-GB"/>
      </w:rPr>
      <w:t>3GPP TS 3</w:t>
    </w:r>
    <w:r>
      <w:rPr>
        <w:rFonts w:ascii="Arial" w:eastAsia="Times New Roman" w:hAnsi="Arial"/>
        <w:b/>
        <w:noProof/>
        <w:sz w:val="18"/>
        <w:lang w:eastAsia="en-GB"/>
      </w:rPr>
      <w:t>8</w:t>
    </w:r>
    <w:r w:rsidRPr="003C4B01">
      <w:rPr>
        <w:rFonts w:ascii="Arial" w:eastAsia="Times New Roman" w:hAnsi="Arial"/>
        <w:b/>
        <w:noProof/>
        <w:sz w:val="18"/>
        <w:lang w:eastAsia="en-GB"/>
      </w:rPr>
      <w:t>.101</w:t>
    </w:r>
    <w:r>
      <w:rPr>
        <w:rFonts w:ascii="Arial" w:eastAsia="Times New Roman" w:hAnsi="Arial"/>
        <w:b/>
        <w:noProof/>
        <w:sz w:val="18"/>
        <w:lang w:eastAsia="en-GB"/>
      </w:rPr>
      <w:t>-1</w:t>
    </w:r>
    <w:r w:rsidRPr="003C4B01">
      <w:rPr>
        <w:rFonts w:ascii="Arial" w:eastAsia="Times New Roman" w:hAnsi="Arial"/>
        <w:b/>
        <w:noProof/>
        <w:sz w:val="18"/>
        <w:lang w:eastAsia="en-GB"/>
      </w:rPr>
      <w:t xml:space="preserve"> V16.</w:t>
    </w:r>
    <w:r>
      <w:rPr>
        <w:rFonts w:ascii="Arial" w:eastAsia="Times New Roman" w:hAnsi="Arial"/>
        <w:b/>
        <w:noProof/>
        <w:sz w:val="18"/>
        <w:lang w:eastAsia="en-GB"/>
      </w:rPr>
      <w:t>9</w:t>
    </w:r>
    <w:r w:rsidRPr="003C4B01">
      <w:rPr>
        <w:rFonts w:ascii="Arial" w:eastAsia="Times New Roman" w:hAnsi="Arial"/>
        <w:b/>
        <w:noProof/>
        <w:sz w:val="18"/>
        <w:lang w:eastAsia="en-GB"/>
      </w:rPr>
      <w:t>.0 (2021-</w:t>
    </w:r>
    <w:r>
      <w:rPr>
        <w:rFonts w:ascii="Arial" w:eastAsia="Times New Roman" w:hAnsi="Arial"/>
        <w:b/>
        <w:noProof/>
        <w:sz w:val="18"/>
        <w:lang w:eastAsia="en-GB"/>
      </w:rPr>
      <w:t>09</w:t>
    </w:r>
    <w:r w:rsidRPr="003C4B01">
      <w:rPr>
        <w:rFonts w:ascii="Arial" w:eastAsia="Times New Roman" w:hAnsi="Arial"/>
        <w:b/>
        <w:noProof/>
        <w:sz w:val="18"/>
        <w:lang w:eastAsia="en-GB"/>
      </w:rPr>
      <w:t>)</w:t>
    </w:r>
  </w:p>
  <w:p w14:paraId="2EE093FC" w14:textId="77777777" w:rsidR="008800CA" w:rsidRDefault="008800C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29D5A2CF" w14:textId="77777777" w:rsidR="005814AF" w:rsidRPr="003C4B01" w:rsidRDefault="005814AF" w:rsidP="005814AF">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3C4B01">
      <w:rPr>
        <w:rFonts w:ascii="Arial" w:eastAsia="Times New Roman" w:hAnsi="Arial"/>
        <w:b/>
        <w:noProof/>
        <w:sz w:val="18"/>
        <w:lang w:eastAsia="en-GB"/>
      </w:rPr>
      <w:t>Release 16</w:t>
    </w:r>
  </w:p>
  <w:p w14:paraId="46D824F3" w14:textId="77777777" w:rsidR="008800CA" w:rsidRDefault="00880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410D" w14:textId="77777777" w:rsidR="008800CA" w:rsidRDefault="008800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A8FC" w14:textId="77777777" w:rsidR="008800CA" w:rsidRDefault="008800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A69B" w14:textId="77777777" w:rsidR="008800CA" w:rsidRDefault="008800C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DC972" w14:textId="77777777" w:rsidR="008800CA" w:rsidRDefault="008800C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A805" w14:textId="77777777" w:rsidR="008800CA" w:rsidRDefault="008800CA">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F57C4" w14:textId="77777777" w:rsidR="00FE5661" w:rsidRDefault="00FE5661">
    <w:r>
      <w:t xml:space="preserve">Page </w:t>
    </w:r>
    <w:r>
      <w:rPr>
        <w:noProof/>
      </w:rPr>
      <w:fldChar w:fldCharType="begin"/>
    </w:r>
    <w:r>
      <w:rPr>
        <w:noProof/>
      </w:rPr>
      <w:instrText>PAGE</w:instrText>
    </w:r>
    <w:r>
      <w:rPr>
        <w:noProof/>
      </w:rPr>
      <w:fldChar w:fldCharType="separate"/>
    </w:r>
    <w:r>
      <w:rPr>
        <w:noProof/>
      </w:rPr>
      <w:t>1</w:t>
    </w:r>
    <w:r>
      <w:rPr>
        <w:noProof/>
      </w:rPr>
      <w:fldChar w:fldCharType="end"/>
    </w:r>
    <w:r>
      <w:br/>
    </w:r>
    <w:r w:rsidRPr="002D3E8C">
      <w:rPr>
        <w:noProof/>
        <w:lang w:val="de-DE"/>
      </w:rPr>
      <mc:AlternateContent>
        <mc:Choice Requires="wps">
          <w:drawing>
            <wp:anchor distT="0" distB="0" distL="114300" distR="114300" simplePos="0" relativeHeight="251665408" behindDoc="0" locked="1" layoutInCell="1" allowOverlap="1" wp14:anchorId="57060DDF" wp14:editId="1E4F0D83">
              <wp:simplePos x="0" y="0"/>
              <wp:positionH relativeFrom="margin">
                <wp:align>left</wp:align>
              </wp:positionH>
              <wp:positionV relativeFrom="page">
                <wp:posOffset>180340</wp:posOffset>
              </wp:positionV>
              <wp:extent cx="5767200" cy="327600"/>
              <wp:effectExtent l="0" t="0" r="15240" b="8890"/>
              <wp:wrapNone/>
              <wp:docPr id="4"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394319302"/>
                          </w:sdtPr>
                          <w:sdtContent>
                            <w:p w14:paraId="423BFB23" w14:textId="77777777" w:rsidR="00FE5661" w:rsidRPr="00A11327" w:rsidRDefault="00FE5661"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060DDF" id="_x0000_t202" coordsize="21600,21600" o:spt="202" path="m,l,21600r21600,l21600,xe">
              <v:stroke joinstyle="miter"/>
              <v:path gradientshapeok="t" o:connecttype="rect"/>
            </v:shapetype>
            <v:shape id="Classification_Textbox" o:spid="_x0000_s1026" type="#_x0000_t202" alt="Classification" style="position:absolute;margin-left:0;margin-top:14.2pt;width:454.1pt;height:25.8pt;z-index:251665408;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" filled="f" stroked="f" strokeweight=".5pt">
              <v:textbox style="mso-fit-shape-to-text:t" inset="0,0,0,0">
                <w:txbxContent>
                  <w:sdt>
                    <w:sdtPr>
                      <w:rPr>
                        <w:lang w:val="fr-CH"/>
                      </w:rPr>
                      <w:tag w:val="RS_Classification_Standard"/>
                      <w:id w:val="394319302"/>
                    </w:sdtPr>
                    <w:sdtContent>
                      <w:p w14:paraId="423BFB23" w14:textId="77777777" w:rsidR="00FE5661" w:rsidRPr="00A11327" w:rsidRDefault="00FE5661" w:rsidP="004E77DC">
                        <w:pPr>
                          <w:pStyle w:val="NoSpacing"/>
                          <w:rPr>
                            <w:lang w:val="fr-CH"/>
                          </w:rPr>
                        </w:pPr>
                        <w:r>
                          <w:rPr>
                            <w:lang w:val="fr-CH"/>
                          </w:rPr>
                          <w:t xml:space="preserve"> </w:t>
                        </w:r>
                      </w:p>
                    </w:sdtContent>
                  </w:sdt>
                </w:txbxContent>
              </v:textbox>
              <w10:wrap anchorx="margin" anchory="page"/>
              <w10:anchorlock/>
            </v:shape>
          </w:pict>
        </mc:Fallback>
      </mc:AlternateContent>
    </w:r>
    <w:r w:rsidRPr="00451B35">
      <w:rPr>
        <w:noProof/>
        <w:lang w:val="de-DE"/>
      </w:rPr>
      <mc:AlternateContent>
        <mc:Choice Requires="wps">
          <w:drawing>
            <wp:anchor distT="0" distB="0" distL="114300" distR="114300" simplePos="0" relativeHeight="251667456" behindDoc="0" locked="1" layoutInCell="1" allowOverlap="1" wp14:anchorId="59C62AD6" wp14:editId="22664230">
              <wp:simplePos x="0" y="0"/>
              <wp:positionH relativeFrom="margin">
                <wp:align>left</wp:align>
              </wp:positionH>
              <wp:positionV relativeFrom="page">
                <wp:posOffset>180340</wp:posOffset>
              </wp:positionV>
              <wp:extent cx="5767200" cy="327600"/>
              <wp:effectExtent l="0" t="0" r="15240" b="8890"/>
              <wp:wrapNone/>
              <wp:docPr id="7"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495984238"/>
                          </w:sdtPr>
                          <w:sdtContent>
                            <w:p w14:paraId="15434BA9" w14:textId="77777777" w:rsidR="00FE5661" w:rsidRPr="00A11327" w:rsidRDefault="00FE5661"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C62AD6" id="_x0000_s1027" type="#_x0000_t202" alt="Classification" style="position:absolute;margin-left:0;margin-top:14.2pt;width:454.1pt;height:25.8pt;z-index:251667456;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cLDA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" filled="f" stroked="f" strokeweight=".5pt">
              <v:textbox style="mso-fit-shape-to-text:t" inset="0,0,0,0">
                <w:txbxContent>
                  <w:sdt>
                    <w:sdtPr>
                      <w:rPr>
                        <w:lang w:val="fr-CH"/>
                      </w:rPr>
                      <w:tag w:val="RS_Classification_Standard"/>
                      <w:id w:val="1495984238"/>
                    </w:sdtPr>
                    <w:sdtContent>
                      <w:p w14:paraId="15434BA9" w14:textId="77777777" w:rsidR="00FE5661" w:rsidRPr="00A11327" w:rsidRDefault="00FE5661"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0EDE" w14:textId="77777777" w:rsidR="00FE5661" w:rsidRDefault="00FE566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1FF7" w14:textId="77777777" w:rsidR="00FE5661" w:rsidRDefault="00FE5661">
    <w:pPr>
      <w:pStyle w:val="Header"/>
    </w:pPr>
    <w:r w:rsidRPr="002D3E8C">
      <w:rPr>
        <w:lang w:val="de-DE"/>
      </w:rPr>
      <mc:AlternateContent>
        <mc:Choice Requires="wps">
          <w:drawing>
            <wp:anchor distT="0" distB="0" distL="114300" distR="114300" simplePos="0" relativeHeight="251664384" behindDoc="0" locked="1" layoutInCell="1" allowOverlap="1" wp14:anchorId="4805FB3C" wp14:editId="288417CC">
              <wp:simplePos x="0" y="0"/>
              <wp:positionH relativeFrom="margin">
                <wp:align>left</wp:align>
              </wp:positionH>
              <wp:positionV relativeFrom="page">
                <wp:posOffset>180340</wp:posOffset>
              </wp:positionV>
              <wp:extent cx="5767200" cy="327600"/>
              <wp:effectExtent l="0" t="0" r="15240" b="8890"/>
              <wp:wrapNone/>
              <wp:docPr id="8"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329605548"/>
                          </w:sdtPr>
                          <w:sdtContent>
                            <w:p w14:paraId="30B5DAD7" w14:textId="77777777" w:rsidR="00FE5661" w:rsidRPr="00A11327" w:rsidRDefault="00FE5661"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805FB3C" id="_x0000_t202" coordsize="21600,21600" o:spt="202" path="m,l,21600r21600,l21600,xe">
              <v:stroke joinstyle="miter"/>
              <v:path gradientshapeok="t" o:connecttype="rect"/>
            </v:shapetype>
            <v:shape id="_x0000_s1028" type="#_x0000_t202" alt="Classification" style="position:absolute;margin-left:0;margin-top:14.2pt;width:454.1pt;height:25.8pt;z-index:251664384;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VmZDg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" filled="f" stroked="f" strokeweight=".5pt">
              <v:textbox style="mso-fit-shape-to-text:t" inset="0,0,0,0">
                <w:txbxContent>
                  <w:sdt>
                    <w:sdtPr>
                      <w:rPr>
                        <w:lang w:val="fr-CH"/>
                      </w:rPr>
                      <w:tag w:val="RS_Classification_Standard"/>
                      <w:id w:val="-329605548"/>
                    </w:sdtPr>
                    <w:sdtContent>
                      <w:p w14:paraId="30B5DAD7" w14:textId="77777777" w:rsidR="00FE5661" w:rsidRPr="00A11327" w:rsidRDefault="00FE5661" w:rsidP="004E77DC">
                        <w:pPr>
                          <w:pStyle w:val="NoSpacing"/>
                          <w:rPr>
                            <w:lang w:val="fr-CH"/>
                          </w:rPr>
                        </w:pPr>
                        <w:r>
                          <w:rPr>
                            <w:lang w:val="fr-CH"/>
                          </w:rPr>
                          <w:t xml:space="preserve"> </w:t>
                        </w:r>
                      </w:p>
                    </w:sdtContent>
                  </w:sdt>
                </w:txbxContent>
              </v:textbox>
              <w10:wrap anchorx="margin" anchory="page"/>
              <w10:anchorlock/>
            </v:shape>
          </w:pict>
        </mc:Fallback>
      </mc:AlternateContent>
    </w:r>
    <w:r w:rsidRPr="002D3E8C">
      <w:rPr>
        <w:lang w:val="de-DE"/>
      </w:rPr>
      <mc:AlternateContent>
        <mc:Choice Requires="wps">
          <w:drawing>
            <wp:anchor distT="0" distB="0" distL="114300" distR="114300" simplePos="0" relativeHeight="251666432" behindDoc="0" locked="1" layoutInCell="1" allowOverlap="1" wp14:anchorId="6E91AF45" wp14:editId="65FDD2D0">
              <wp:simplePos x="0" y="0"/>
              <wp:positionH relativeFrom="margin">
                <wp:align>left</wp:align>
              </wp:positionH>
              <wp:positionV relativeFrom="page">
                <wp:posOffset>180340</wp:posOffset>
              </wp:positionV>
              <wp:extent cx="5767200" cy="327600"/>
              <wp:effectExtent l="0" t="0" r="15240" b="8890"/>
              <wp:wrapNone/>
              <wp:docPr id="9" name="Classification_Textbox" descr="Classification"/>
              <wp:cNvGraphicFramePr/>
              <a:graphic xmlns:a="http://schemas.openxmlformats.org/drawingml/2006/main">
                <a:graphicData uri="http://schemas.microsoft.com/office/word/2010/wordprocessingShape">
                  <wps:wsp>
                    <wps:cNvSpPr txBox="1"/>
                    <wps:spPr>
                      <a:xfrm>
                        <a:off x="0" y="0"/>
                        <a:ext cx="5767200" cy="327600"/>
                      </a:xfrm>
                      <a:prstGeom prst="rect">
                        <a:avLst/>
                      </a:prstGeom>
                      <a:noFill/>
                      <a:ln w="6350">
                        <a:noFill/>
                      </a:ln>
                    </wps:spPr>
                    <wps:txbx>
                      <w:txbxContent>
                        <w:sdt>
                          <w:sdtPr>
                            <w:rPr>
                              <w:lang w:val="fr-CH"/>
                            </w:rPr>
                            <w:tag w:val="RS_Classification_Standard"/>
                            <w:id w:val="-1665463581"/>
                          </w:sdtPr>
                          <w:sdtContent>
                            <w:p w14:paraId="71327113" w14:textId="77777777" w:rsidR="00FE5661" w:rsidRPr="00A11327" w:rsidRDefault="00FE5661" w:rsidP="004E77DC">
                              <w:pPr>
                                <w:pStyle w:val="NoSpacing"/>
                                <w:rPr>
                                  <w:lang w:val="fr-CH"/>
                                </w:rPr>
                              </w:pPr>
                              <w:r>
                                <w:rPr>
                                  <w:lang w:val="fr-CH"/>
                                </w:rPr>
                                <w:t xml:space="preserve"> </w:t>
                              </w:r>
                            </w:p>
                          </w:sdtContent>
                        </w:sdt>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E91AF45" id="_x0000_s1029" type="#_x0000_t202" alt="Classification" style="position:absolute;margin-left:0;margin-top:14.2pt;width:454.1pt;height:25.8pt;z-index:25166643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" filled="f" stroked="f" strokeweight=".5pt">
              <v:textbox style="mso-fit-shape-to-text:t" inset="0,0,0,0">
                <w:txbxContent>
                  <w:sdt>
                    <w:sdtPr>
                      <w:rPr>
                        <w:lang w:val="fr-CH"/>
                      </w:rPr>
                      <w:tag w:val="RS_Classification_Standard"/>
                      <w:id w:val="-1665463581"/>
                    </w:sdtPr>
                    <w:sdtContent>
                      <w:p w14:paraId="71327113" w14:textId="77777777" w:rsidR="00FE5661" w:rsidRPr="00A11327" w:rsidRDefault="00FE5661" w:rsidP="004E77DC">
                        <w:pPr>
                          <w:pStyle w:val="NoSpacing"/>
                          <w:rPr>
                            <w:lang w:val="fr-CH"/>
                          </w:rPr>
                        </w:pPr>
                        <w:r>
                          <w:rPr>
                            <w:lang w:val="fr-CH"/>
                          </w:rPr>
                          <w:t xml:space="preserve"> </w:t>
                        </w:r>
                      </w:p>
                    </w:sdtContent>
                  </w:sdt>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FFFFFFFE"/>
    <w:multiLevelType w:val="singleLevel"/>
    <w:tmpl w:val="FFFFFFFF"/>
    <w:lvl w:ilvl="0">
      <w:numFmt w:val="decimal"/>
      <w:pStyle w:val="Reference"/>
      <w:lvlText w:val="*"/>
      <w:lvlJc w:val="left"/>
    </w:lvl>
  </w:abstractNum>
  <w:abstractNum w:abstractNumId="2" w15:restartNumberingAfterBreak="0">
    <w:nsid w:val="00AF7A1C"/>
    <w:multiLevelType w:val="hybridMultilevel"/>
    <w:tmpl w:val="DCEABD4E"/>
    <w:lvl w:ilvl="0" w:tplc="66B6B6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EA760DA"/>
    <w:multiLevelType w:val="hybridMultilevel"/>
    <w:tmpl w:val="9544E750"/>
    <w:lvl w:ilvl="0" w:tplc="5C6C2CFC">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4CA14AC"/>
    <w:multiLevelType w:val="hybridMultilevel"/>
    <w:tmpl w:val="59C41D1A"/>
    <w:lvl w:ilvl="0" w:tplc="C86205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11D721E"/>
    <w:multiLevelType w:val="hybridMultilevel"/>
    <w:tmpl w:val="A7D054B8"/>
    <w:lvl w:ilvl="0" w:tplc="7F520DE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7E34D42"/>
    <w:multiLevelType w:val="hybridMultilevel"/>
    <w:tmpl w:val="0442A304"/>
    <w:lvl w:ilvl="0" w:tplc="01F8DDD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7"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8" w15:restartNumberingAfterBreak="0">
    <w:nsid w:val="3F99022F"/>
    <w:multiLevelType w:val="hybridMultilevel"/>
    <w:tmpl w:val="A7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071BA9"/>
    <w:multiLevelType w:val="hybridMultilevel"/>
    <w:tmpl w:val="AD506260"/>
    <w:lvl w:ilvl="0" w:tplc="F77268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CEA2025"/>
    <w:multiLevelType w:val="multilevel"/>
    <w:tmpl w:val="CA6E5ED6"/>
    <w:lvl w:ilvl="0">
      <w:start w:val="1"/>
      <w:numFmt w:val="decimal"/>
      <w:lvlText w:val="%1."/>
      <w:lvlJc w:val="left"/>
      <w:pPr>
        <w:tabs>
          <w:tab w:val="num" w:pos="0"/>
        </w:tabs>
        <w:ind w:left="0" w:firstLine="0"/>
      </w:pPr>
      <w:rPr>
        <w:rFonts w:ascii="Times New Roman" w:hAnsi="Times New Roman" w:cs="Times New Roman" w:hint="default"/>
        <w:b/>
        <w:i w:val="0"/>
        <w:caps w:val="0"/>
        <w:strike w:val="0"/>
        <w:dstrike w:val="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23" w15:restartNumberingAfterBreak="0">
    <w:nsid w:val="6F1D6A21"/>
    <w:multiLevelType w:val="singleLevel"/>
    <w:tmpl w:val="6F1D6A21"/>
    <w:lvl w:ilvl="0">
      <w:start w:val="1"/>
      <w:numFmt w:val="decimal"/>
      <w:lvlText w:val="[%1]"/>
      <w:lvlJc w:val="left"/>
      <w:pPr>
        <w:tabs>
          <w:tab w:val="left" w:pos="360"/>
        </w:tabs>
        <w:ind w:left="360" w:hanging="360"/>
      </w:pPr>
      <w:rPr>
        <w:rFonts w:ascii="Times New Roman" w:hAnsi="Times New Roman" w:hint="default"/>
        <w:sz w:val="18"/>
      </w:rPr>
    </w:lvl>
  </w:abstractNum>
  <w:abstractNum w:abstractNumId="2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7"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507065458">
    <w:abstractNumId w:val="10"/>
  </w:num>
  <w:num w:numId="2" w16cid:durableId="6375044">
    <w:abstractNumId w:val="25"/>
  </w:num>
  <w:num w:numId="3" w16cid:durableId="134415097">
    <w:abstractNumId w:val="6"/>
  </w:num>
  <w:num w:numId="4" w16cid:durableId="556087079">
    <w:abstractNumId w:val="20"/>
  </w:num>
  <w:num w:numId="5" w16cid:durableId="1698896266">
    <w:abstractNumId w:val="14"/>
  </w:num>
  <w:num w:numId="6" w16cid:durableId="955913111">
    <w:abstractNumId w:val="24"/>
  </w:num>
  <w:num w:numId="7" w16cid:durableId="1869951351">
    <w:abstractNumId w:val="26"/>
  </w:num>
  <w:num w:numId="8" w16cid:durableId="584262094">
    <w:abstractNumId w:val="17"/>
  </w:num>
  <w:num w:numId="9" w16cid:durableId="1948392219">
    <w:abstractNumId w:val="1"/>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10" w16cid:durableId="582102209">
    <w:abstractNumId w:val="27"/>
  </w:num>
  <w:num w:numId="11" w16cid:durableId="1631593671">
    <w:abstractNumId w:val="11"/>
  </w:num>
  <w:num w:numId="12" w16cid:durableId="1924995180">
    <w:abstractNumId w:val="7"/>
  </w:num>
  <w:num w:numId="13" w16cid:durableId="1105882297">
    <w:abstractNumId w:val="16"/>
  </w:num>
  <w:num w:numId="14" w16cid:durableId="1734306797">
    <w:abstractNumId w:val="19"/>
  </w:num>
  <w:num w:numId="15" w16cid:durableId="1443265767">
    <w:abstractNumId w:val="13"/>
  </w:num>
  <w:num w:numId="16" w16cid:durableId="1776166069">
    <w:abstractNumId w:val="0"/>
  </w:num>
  <w:num w:numId="17" w16cid:durableId="418910463">
    <w:abstractNumId w:val="22"/>
  </w:num>
  <w:num w:numId="18" w16cid:durableId="1588155571">
    <w:abstractNumId w:val="15"/>
  </w:num>
  <w:num w:numId="19" w16cid:durableId="989362232">
    <w:abstractNumId w:val="18"/>
  </w:num>
  <w:num w:numId="20" w16cid:durableId="483812028">
    <w:abstractNumId w:val="12"/>
  </w:num>
  <w:num w:numId="21" w16cid:durableId="40256616">
    <w:abstractNumId w:val="23"/>
  </w:num>
  <w:num w:numId="22" w16cid:durableId="1251544092">
    <w:abstractNumId w:val="4"/>
  </w:num>
  <w:num w:numId="23" w16cid:durableId="240869115">
    <w:abstractNumId w:val="3"/>
  </w:num>
  <w:num w:numId="24" w16cid:durableId="1117290038">
    <w:abstractNumId w:val="8"/>
  </w:num>
  <w:num w:numId="25" w16cid:durableId="1323778481">
    <w:abstractNumId w:val="21"/>
  </w:num>
  <w:num w:numId="26" w16cid:durableId="1202011253">
    <w:abstractNumId w:val="9"/>
  </w:num>
  <w:num w:numId="27" w16cid:durableId="1564756501">
    <w:abstractNumId w:val="2"/>
  </w:num>
  <w:num w:numId="28" w16cid:durableId="19900179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2D3C"/>
    <w:rsid w:val="00006DD0"/>
    <w:rsid w:val="0001272F"/>
    <w:rsid w:val="000149FE"/>
    <w:rsid w:val="00016661"/>
    <w:rsid w:val="00022573"/>
    <w:rsid w:val="000230E4"/>
    <w:rsid w:val="000302D8"/>
    <w:rsid w:val="00032549"/>
    <w:rsid w:val="00033397"/>
    <w:rsid w:val="000371B5"/>
    <w:rsid w:val="00040095"/>
    <w:rsid w:val="00045C30"/>
    <w:rsid w:val="00051834"/>
    <w:rsid w:val="00051B86"/>
    <w:rsid w:val="00051E50"/>
    <w:rsid w:val="00052D79"/>
    <w:rsid w:val="00053D3A"/>
    <w:rsid w:val="00054A22"/>
    <w:rsid w:val="00060DC6"/>
    <w:rsid w:val="00062023"/>
    <w:rsid w:val="00064946"/>
    <w:rsid w:val="000655A6"/>
    <w:rsid w:val="00075563"/>
    <w:rsid w:val="00080512"/>
    <w:rsid w:val="00083CCE"/>
    <w:rsid w:val="00086B9C"/>
    <w:rsid w:val="00090B9C"/>
    <w:rsid w:val="00090E21"/>
    <w:rsid w:val="000972C1"/>
    <w:rsid w:val="00097A5E"/>
    <w:rsid w:val="000A116C"/>
    <w:rsid w:val="000A229D"/>
    <w:rsid w:val="000A53D6"/>
    <w:rsid w:val="000A7A28"/>
    <w:rsid w:val="000C47C3"/>
    <w:rsid w:val="000C5EF4"/>
    <w:rsid w:val="000C6575"/>
    <w:rsid w:val="000C66DA"/>
    <w:rsid w:val="000D58AB"/>
    <w:rsid w:val="000D5AE4"/>
    <w:rsid w:val="000D7E55"/>
    <w:rsid w:val="000E480C"/>
    <w:rsid w:val="000F0571"/>
    <w:rsid w:val="000F4387"/>
    <w:rsid w:val="000F7BAC"/>
    <w:rsid w:val="00101541"/>
    <w:rsid w:val="00103E46"/>
    <w:rsid w:val="001059A1"/>
    <w:rsid w:val="001066F3"/>
    <w:rsid w:val="00110644"/>
    <w:rsid w:val="00117D64"/>
    <w:rsid w:val="00124F52"/>
    <w:rsid w:val="00125AE8"/>
    <w:rsid w:val="00126C87"/>
    <w:rsid w:val="0013017C"/>
    <w:rsid w:val="0013053B"/>
    <w:rsid w:val="00131BA3"/>
    <w:rsid w:val="00133525"/>
    <w:rsid w:val="001335A9"/>
    <w:rsid w:val="00137233"/>
    <w:rsid w:val="00143E0B"/>
    <w:rsid w:val="001463F1"/>
    <w:rsid w:val="00151AF1"/>
    <w:rsid w:val="00154734"/>
    <w:rsid w:val="0015690F"/>
    <w:rsid w:val="001657D5"/>
    <w:rsid w:val="00170241"/>
    <w:rsid w:val="0017189C"/>
    <w:rsid w:val="001720F0"/>
    <w:rsid w:val="0017378C"/>
    <w:rsid w:val="0018459E"/>
    <w:rsid w:val="001949F8"/>
    <w:rsid w:val="001A4C42"/>
    <w:rsid w:val="001A5A39"/>
    <w:rsid w:val="001A7420"/>
    <w:rsid w:val="001B161A"/>
    <w:rsid w:val="001B4245"/>
    <w:rsid w:val="001B6637"/>
    <w:rsid w:val="001B66A6"/>
    <w:rsid w:val="001B6F33"/>
    <w:rsid w:val="001C21C3"/>
    <w:rsid w:val="001C4481"/>
    <w:rsid w:val="001C738A"/>
    <w:rsid w:val="001D0260"/>
    <w:rsid w:val="001D02C2"/>
    <w:rsid w:val="001D03C1"/>
    <w:rsid w:val="001D526C"/>
    <w:rsid w:val="001D5C7B"/>
    <w:rsid w:val="001E2225"/>
    <w:rsid w:val="001E44D2"/>
    <w:rsid w:val="001F0C1D"/>
    <w:rsid w:val="001F0E94"/>
    <w:rsid w:val="001F1132"/>
    <w:rsid w:val="001F168B"/>
    <w:rsid w:val="001F2AB9"/>
    <w:rsid w:val="001F3EA9"/>
    <w:rsid w:val="001F6607"/>
    <w:rsid w:val="002034F7"/>
    <w:rsid w:val="00214ADD"/>
    <w:rsid w:val="002202C8"/>
    <w:rsid w:val="00227D3A"/>
    <w:rsid w:val="0023214B"/>
    <w:rsid w:val="002347A2"/>
    <w:rsid w:val="00237DCF"/>
    <w:rsid w:val="0025170A"/>
    <w:rsid w:val="002633D4"/>
    <w:rsid w:val="002650CF"/>
    <w:rsid w:val="002675F0"/>
    <w:rsid w:val="00274A5D"/>
    <w:rsid w:val="00274B58"/>
    <w:rsid w:val="00282192"/>
    <w:rsid w:val="002844C4"/>
    <w:rsid w:val="00284A9D"/>
    <w:rsid w:val="00294BF5"/>
    <w:rsid w:val="002A28D6"/>
    <w:rsid w:val="002B5786"/>
    <w:rsid w:val="002B6339"/>
    <w:rsid w:val="002B75AE"/>
    <w:rsid w:val="002C02A0"/>
    <w:rsid w:val="002D7CF1"/>
    <w:rsid w:val="002E00EE"/>
    <w:rsid w:val="002E7277"/>
    <w:rsid w:val="002E7826"/>
    <w:rsid w:val="002F4226"/>
    <w:rsid w:val="002F6DCA"/>
    <w:rsid w:val="00300DA2"/>
    <w:rsid w:val="00301342"/>
    <w:rsid w:val="0030342B"/>
    <w:rsid w:val="00307F98"/>
    <w:rsid w:val="0031546F"/>
    <w:rsid w:val="00316D73"/>
    <w:rsid w:val="003172DC"/>
    <w:rsid w:val="003178D3"/>
    <w:rsid w:val="00321EC6"/>
    <w:rsid w:val="00322233"/>
    <w:rsid w:val="00326AE8"/>
    <w:rsid w:val="00327D9A"/>
    <w:rsid w:val="00327F98"/>
    <w:rsid w:val="0033134B"/>
    <w:rsid w:val="003339C1"/>
    <w:rsid w:val="00346C0B"/>
    <w:rsid w:val="0035178E"/>
    <w:rsid w:val="00353954"/>
    <w:rsid w:val="0035462D"/>
    <w:rsid w:val="00357098"/>
    <w:rsid w:val="0036140A"/>
    <w:rsid w:val="00370696"/>
    <w:rsid w:val="003728D0"/>
    <w:rsid w:val="00375E27"/>
    <w:rsid w:val="003765B8"/>
    <w:rsid w:val="0038142F"/>
    <w:rsid w:val="003819FD"/>
    <w:rsid w:val="003856F2"/>
    <w:rsid w:val="00387130"/>
    <w:rsid w:val="003917F1"/>
    <w:rsid w:val="00394D9E"/>
    <w:rsid w:val="003A40C5"/>
    <w:rsid w:val="003A5415"/>
    <w:rsid w:val="003A781D"/>
    <w:rsid w:val="003A789F"/>
    <w:rsid w:val="003B2F3C"/>
    <w:rsid w:val="003B377F"/>
    <w:rsid w:val="003B3832"/>
    <w:rsid w:val="003B47CD"/>
    <w:rsid w:val="003B4E2A"/>
    <w:rsid w:val="003B5E18"/>
    <w:rsid w:val="003C3971"/>
    <w:rsid w:val="003C4165"/>
    <w:rsid w:val="003C4B01"/>
    <w:rsid w:val="003C5095"/>
    <w:rsid w:val="003D0572"/>
    <w:rsid w:val="003D5DCE"/>
    <w:rsid w:val="003D7121"/>
    <w:rsid w:val="003E3CD0"/>
    <w:rsid w:val="003F39E5"/>
    <w:rsid w:val="00401BAA"/>
    <w:rsid w:val="00401D6B"/>
    <w:rsid w:val="00402599"/>
    <w:rsid w:val="00407D75"/>
    <w:rsid w:val="004140FC"/>
    <w:rsid w:val="004151C7"/>
    <w:rsid w:val="00417F43"/>
    <w:rsid w:val="004230D3"/>
    <w:rsid w:val="00423334"/>
    <w:rsid w:val="00423365"/>
    <w:rsid w:val="00423521"/>
    <w:rsid w:val="00425EF3"/>
    <w:rsid w:val="00430C2B"/>
    <w:rsid w:val="00431701"/>
    <w:rsid w:val="00431CE3"/>
    <w:rsid w:val="00432004"/>
    <w:rsid w:val="00434294"/>
    <w:rsid w:val="004345EC"/>
    <w:rsid w:val="00437323"/>
    <w:rsid w:val="00437B43"/>
    <w:rsid w:val="004406E2"/>
    <w:rsid w:val="00442D19"/>
    <w:rsid w:val="00446DC7"/>
    <w:rsid w:val="004513BB"/>
    <w:rsid w:val="0045319B"/>
    <w:rsid w:val="00453C8C"/>
    <w:rsid w:val="00465515"/>
    <w:rsid w:val="0047068B"/>
    <w:rsid w:val="00477022"/>
    <w:rsid w:val="00482401"/>
    <w:rsid w:val="00486EE9"/>
    <w:rsid w:val="004A5871"/>
    <w:rsid w:val="004B3615"/>
    <w:rsid w:val="004C1B52"/>
    <w:rsid w:val="004C7B7E"/>
    <w:rsid w:val="004C7FE8"/>
    <w:rsid w:val="004D01F9"/>
    <w:rsid w:val="004D21E8"/>
    <w:rsid w:val="004D3578"/>
    <w:rsid w:val="004D6689"/>
    <w:rsid w:val="004E213A"/>
    <w:rsid w:val="004E30D3"/>
    <w:rsid w:val="004E4D2F"/>
    <w:rsid w:val="004E6824"/>
    <w:rsid w:val="004E75A9"/>
    <w:rsid w:val="004F0943"/>
    <w:rsid w:val="004F0988"/>
    <w:rsid w:val="004F1A88"/>
    <w:rsid w:val="004F3340"/>
    <w:rsid w:val="00502579"/>
    <w:rsid w:val="005038D7"/>
    <w:rsid w:val="00515C26"/>
    <w:rsid w:val="00516D75"/>
    <w:rsid w:val="0051728D"/>
    <w:rsid w:val="005201D3"/>
    <w:rsid w:val="0052283C"/>
    <w:rsid w:val="0053388B"/>
    <w:rsid w:val="00535773"/>
    <w:rsid w:val="00535D12"/>
    <w:rsid w:val="00543B53"/>
    <w:rsid w:val="00543E6C"/>
    <w:rsid w:val="00553A66"/>
    <w:rsid w:val="00553A6D"/>
    <w:rsid w:val="00553AF7"/>
    <w:rsid w:val="0055783A"/>
    <w:rsid w:val="005633D4"/>
    <w:rsid w:val="005643B2"/>
    <w:rsid w:val="0056454D"/>
    <w:rsid w:val="00564939"/>
    <w:rsid w:val="00565087"/>
    <w:rsid w:val="0057756F"/>
    <w:rsid w:val="005814AF"/>
    <w:rsid w:val="00583E64"/>
    <w:rsid w:val="00593E45"/>
    <w:rsid w:val="00593F51"/>
    <w:rsid w:val="00595B96"/>
    <w:rsid w:val="00597B11"/>
    <w:rsid w:val="005A28D6"/>
    <w:rsid w:val="005A4311"/>
    <w:rsid w:val="005B40D5"/>
    <w:rsid w:val="005B4147"/>
    <w:rsid w:val="005B5A19"/>
    <w:rsid w:val="005C062F"/>
    <w:rsid w:val="005C35E2"/>
    <w:rsid w:val="005D2B83"/>
    <w:rsid w:val="005D2E01"/>
    <w:rsid w:val="005D7526"/>
    <w:rsid w:val="005E0F9B"/>
    <w:rsid w:val="005E4BB2"/>
    <w:rsid w:val="005E52B8"/>
    <w:rsid w:val="005F218B"/>
    <w:rsid w:val="00602AEA"/>
    <w:rsid w:val="00604CFE"/>
    <w:rsid w:val="0061010A"/>
    <w:rsid w:val="00614FDF"/>
    <w:rsid w:val="00617EC1"/>
    <w:rsid w:val="006221E1"/>
    <w:rsid w:val="006226EA"/>
    <w:rsid w:val="0063543D"/>
    <w:rsid w:val="00636D12"/>
    <w:rsid w:val="00647114"/>
    <w:rsid w:val="006518A2"/>
    <w:rsid w:val="00652C4C"/>
    <w:rsid w:val="00666A0D"/>
    <w:rsid w:val="00673D2D"/>
    <w:rsid w:val="00680A4C"/>
    <w:rsid w:val="006877A8"/>
    <w:rsid w:val="00687AE6"/>
    <w:rsid w:val="00696045"/>
    <w:rsid w:val="006A04A6"/>
    <w:rsid w:val="006A1A7F"/>
    <w:rsid w:val="006A28CF"/>
    <w:rsid w:val="006A323F"/>
    <w:rsid w:val="006A678A"/>
    <w:rsid w:val="006A7C26"/>
    <w:rsid w:val="006B1290"/>
    <w:rsid w:val="006B30D0"/>
    <w:rsid w:val="006B3F93"/>
    <w:rsid w:val="006B4A56"/>
    <w:rsid w:val="006B6537"/>
    <w:rsid w:val="006C0A3B"/>
    <w:rsid w:val="006C19B5"/>
    <w:rsid w:val="006C1B75"/>
    <w:rsid w:val="006C3D95"/>
    <w:rsid w:val="006D76CA"/>
    <w:rsid w:val="006E11EF"/>
    <w:rsid w:val="006E31E8"/>
    <w:rsid w:val="006E32EC"/>
    <w:rsid w:val="006E5C86"/>
    <w:rsid w:val="006E7131"/>
    <w:rsid w:val="006F15D6"/>
    <w:rsid w:val="006F18C4"/>
    <w:rsid w:val="007009AF"/>
    <w:rsid w:val="00701116"/>
    <w:rsid w:val="0070401E"/>
    <w:rsid w:val="0070440A"/>
    <w:rsid w:val="00704C4E"/>
    <w:rsid w:val="007111A4"/>
    <w:rsid w:val="00713478"/>
    <w:rsid w:val="00713C44"/>
    <w:rsid w:val="00714BDF"/>
    <w:rsid w:val="00717C84"/>
    <w:rsid w:val="00722BA4"/>
    <w:rsid w:val="00727A3D"/>
    <w:rsid w:val="00734033"/>
    <w:rsid w:val="00734A5B"/>
    <w:rsid w:val="00737A07"/>
    <w:rsid w:val="00737EF9"/>
    <w:rsid w:val="0074026F"/>
    <w:rsid w:val="007429F6"/>
    <w:rsid w:val="007449A6"/>
    <w:rsid w:val="00744D7D"/>
    <w:rsid w:val="00744E76"/>
    <w:rsid w:val="007457CE"/>
    <w:rsid w:val="007474EC"/>
    <w:rsid w:val="007513E6"/>
    <w:rsid w:val="00751528"/>
    <w:rsid w:val="00751540"/>
    <w:rsid w:val="0076584C"/>
    <w:rsid w:val="00773AC6"/>
    <w:rsid w:val="0077493B"/>
    <w:rsid w:val="00774DA4"/>
    <w:rsid w:val="00776871"/>
    <w:rsid w:val="007801C2"/>
    <w:rsid w:val="00781F0F"/>
    <w:rsid w:val="007823B5"/>
    <w:rsid w:val="00782BFB"/>
    <w:rsid w:val="007910F3"/>
    <w:rsid w:val="0079238C"/>
    <w:rsid w:val="00792FEE"/>
    <w:rsid w:val="007A0093"/>
    <w:rsid w:val="007A7645"/>
    <w:rsid w:val="007A7B25"/>
    <w:rsid w:val="007B600E"/>
    <w:rsid w:val="007D091C"/>
    <w:rsid w:val="007D0C24"/>
    <w:rsid w:val="007D251F"/>
    <w:rsid w:val="007D3B6E"/>
    <w:rsid w:val="007D412B"/>
    <w:rsid w:val="007D5586"/>
    <w:rsid w:val="007E489A"/>
    <w:rsid w:val="007F0F4A"/>
    <w:rsid w:val="007F2FD2"/>
    <w:rsid w:val="007F6817"/>
    <w:rsid w:val="008028A4"/>
    <w:rsid w:val="008120F2"/>
    <w:rsid w:val="00813591"/>
    <w:rsid w:val="00813951"/>
    <w:rsid w:val="00814778"/>
    <w:rsid w:val="0082360E"/>
    <w:rsid w:val="00825117"/>
    <w:rsid w:val="00830747"/>
    <w:rsid w:val="00836046"/>
    <w:rsid w:val="00840855"/>
    <w:rsid w:val="00844C3E"/>
    <w:rsid w:val="00853E7A"/>
    <w:rsid w:val="00856AC8"/>
    <w:rsid w:val="00861AD7"/>
    <w:rsid w:val="0087238E"/>
    <w:rsid w:val="008768CA"/>
    <w:rsid w:val="008800CA"/>
    <w:rsid w:val="00893539"/>
    <w:rsid w:val="00893675"/>
    <w:rsid w:val="008A045D"/>
    <w:rsid w:val="008A0F90"/>
    <w:rsid w:val="008A10F8"/>
    <w:rsid w:val="008A39CC"/>
    <w:rsid w:val="008A4C51"/>
    <w:rsid w:val="008A72D7"/>
    <w:rsid w:val="008B12C6"/>
    <w:rsid w:val="008B5A72"/>
    <w:rsid w:val="008C0CDF"/>
    <w:rsid w:val="008C0D96"/>
    <w:rsid w:val="008C0EFD"/>
    <w:rsid w:val="008C384C"/>
    <w:rsid w:val="008C5F22"/>
    <w:rsid w:val="008C7227"/>
    <w:rsid w:val="008D4711"/>
    <w:rsid w:val="008D5FF7"/>
    <w:rsid w:val="008E6857"/>
    <w:rsid w:val="008F2585"/>
    <w:rsid w:val="008F2E99"/>
    <w:rsid w:val="008F4081"/>
    <w:rsid w:val="008F5F19"/>
    <w:rsid w:val="008F6C93"/>
    <w:rsid w:val="0090194A"/>
    <w:rsid w:val="0090271F"/>
    <w:rsid w:val="00902E23"/>
    <w:rsid w:val="009114D7"/>
    <w:rsid w:val="0091348E"/>
    <w:rsid w:val="00915BE6"/>
    <w:rsid w:val="00917A41"/>
    <w:rsid w:val="00917CCB"/>
    <w:rsid w:val="009211AF"/>
    <w:rsid w:val="00925923"/>
    <w:rsid w:val="00932728"/>
    <w:rsid w:val="00935A99"/>
    <w:rsid w:val="00936E72"/>
    <w:rsid w:val="00937BF2"/>
    <w:rsid w:val="00941FD8"/>
    <w:rsid w:val="00942EC2"/>
    <w:rsid w:val="0094467B"/>
    <w:rsid w:val="0095018C"/>
    <w:rsid w:val="0095068E"/>
    <w:rsid w:val="009515B5"/>
    <w:rsid w:val="0095284B"/>
    <w:rsid w:val="00956811"/>
    <w:rsid w:val="0095708C"/>
    <w:rsid w:val="00965D53"/>
    <w:rsid w:val="00975544"/>
    <w:rsid w:val="009802BC"/>
    <w:rsid w:val="00981470"/>
    <w:rsid w:val="00982FB6"/>
    <w:rsid w:val="00984F02"/>
    <w:rsid w:val="00985B5F"/>
    <w:rsid w:val="009876C7"/>
    <w:rsid w:val="009948C9"/>
    <w:rsid w:val="00997DEB"/>
    <w:rsid w:val="009A244F"/>
    <w:rsid w:val="009A65B2"/>
    <w:rsid w:val="009B2C83"/>
    <w:rsid w:val="009B4983"/>
    <w:rsid w:val="009B5B6B"/>
    <w:rsid w:val="009C1091"/>
    <w:rsid w:val="009C689D"/>
    <w:rsid w:val="009C6A8B"/>
    <w:rsid w:val="009C7928"/>
    <w:rsid w:val="009D0D0C"/>
    <w:rsid w:val="009D5374"/>
    <w:rsid w:val="009D6D4E"/>
    <w:rsid w:val="009E001E"/>
    <w:rsid w:val="009F36F3"/>
    <w:rsid w:val="009F37B7"/>
    <w:rsid w:val="009F383E"/>
    <w:rsid w:val="00A01124"/>
    <w:rsid w:val="00A10D58"/>
    <w:rsid w:val="00A10F02"/>
    <w:rsid w:val="00A157AC"/>
    <w:rsid w:val="00A164B4"/>
    <w:rsid w:val="00A26956"/>
    <w:rsid w:val="00A27486"/>
    <w:rsid w:val="00A41B60"/>
    <w:rsid w:val="00A43E5A"/>
    <w:rsid w:val="00A50561"/>
    <w:rsid w:val="00A53724"/>
    <w:rsid w:val="00A56066"/>
    <w:rsid w:val="00A57F0D"/>
    <w:rsid w:val="00A60177"/>
    <w:rsid w:val="00A607ED"/>
    <w:rsid w:val="00A6257E"/>
    <w:rsid w:val="00A70D5E"/>
    <w:rsid w:val="00A724B2"/>
    <w:rsid w:val="00A73129"/>
    <w:rsid w:val="00A74062"/>
    <w:rsid w:val="00A82346"/>
    <w:rsid w:val="00A8264E"/>
    <w:rsid w:val="00A92BA1"/>
    <w:rsid w:val="00A9706A"/>
    <w:rsid w:val="00AA0190"/>
    <w:rsid w:val="00AA142B"/>
    <w:rsid w:val="00AA2D7E"/>
    <w:rsid w:val="00AA3F1E"/>
    <w:rsid w:val="00AB0507"/>
    <w:rsid w:val="00AB6CAB"/>
    <w:rsid w:val="00AC1615"/>
    <w:rsid w:val="00AC477F"/>
    <w:rsid w:val="00AC4D70"/>
    <w:rsid w:val="00AC6BC6"/>
    <w:rsid w:val="00AD6BC0"/>
    <w:rsid w:val="00AE00AA"/>
    <w:rsid w:val="00AE16E3"/>
    <w:rsid w:val="00AE372D"/>
    <w:rsid w:val="00AE65E2"/>
    <w:rsid w:val="00AF0A7B"/>
    <w:rsid w:val="00AF3A9C"/>
    <w:rsid w:val="00AF5213"/>
    <w:rsid w:val="00B07449"/>
    <w:rsid w:val="00B12215"/>
    <w:rsid w:val="00B1438F"/>
    <w:rsid w:val="00B15449"/>
    <w:rsid w:val="00B17116"/>
    <w:rsid w:val="00B26449"/>
    <w:rsid w:val="00B32874"/>
    <w:rsid w:val="00B34B3F"/>
    <w:rsid w:val="00B43067"/>
    <w:rsid w:val="00B453AB"/>
    <w:rsid w:val="00B519D8"/>
    <w:rsid w:val="00B5252B"/>
    <w:rsid w:val="00B717B6"/>
    <w:rsid w:val="00B757ED"/>
    <w:rsid w:val="00B8033E"/>
    <w:rsid w:val="00B81AEC"/>
    <w:rsid w:val="00B84A93"/>
    <w:rsid w:val="00B90924"/>
    <w:rsid w:val="00B93086"/>
    <w:rsid w:val="00B94C02"/>
    <w:rsid w:val="00BA19ED"/>
    <w:rsid w:val="00BA4B8D"/>
    <w:rsid w:val="00BA5BCD"/>
    <w:rsid w:val="00BB18DB"/>
    <w:rsid w:val="00BB2256"/>
    <w:rsid w:val="00BB2E83"/>
    <w:rsid w:val="00BB43BA"/>
    <w:rsid w:val="00BB49DA"/>
    <w:rsid w:val="00BC0164"/>
    <w:rsid w:val="00BC0F7D"/>
    <w:rsid w:val="00BC64FA"/>
    <w:rsid w:val="00BD22F5"/>
    <w:rsid w:val="00BD25B4"/>
    <w:rsid w:val="00BD680A"/>
    <w:rsid w:val="00BD6A38"/>
    <w:rsid w:val="00BD7D31"/>
    <w:rsid w:val="00BE3255"/>
    <w:rsid w:val="00BE4B60"/>
    <w:rsid w:val="00BF128E"/>
    <w:rsid w:val="00BF2E12"/>
    <w:rsid w:val="00BF6F4F"/>
    <w:rsid w:val="00C074DD"/>
    <w:rsid w:val="00C1496A"/>
    <w:rsid w:val="00C17174"/>
    <w:rsid w:val="00C173D6"/>
    <w:rsid w:val="00C20349"/>
    <w:rsid w:val="00C2162E"/>
    <w:rsid w:val="00C234E6"/>
    <w:rsid w:val="00C23AA9"/>
    <w:rsid w:val="00C25818"/>
    <w:rsid w:val="00C32795"/>
    <w:rsid w:val="00C33079"/>
    <w:rsid w:val="00C35FD1"/>
    <w:rsid w:val="00C4244B"/>
    <w:rsid w:val="00C45231"/>
    <w:rsid w:val="00C47A24"/>
    <w:rsid w:val="00C5192B"/>
    <w:rsid w:val="00C53A14"/>
    <w:rsid w:val="00C553C4"/>
    <w:rsid w:val="00C63957"/>
    <w:rsid w:val="00C64760"/>
    <w:rsid w:val="00C65DBA"/>
    <w:rsid w:val="00C71544"/>
    <w:rsid w:val="00C72833"/>
    <w:rsid w:val="00C7535D"/>
    <w:rsid w:val="00C77DF7"/>
    <w:rsid w:val="00C80F1D"/>
    <w:rsid w:val="00C8259F"/>
    <w:rsid w:val="00C82FC8"/>
    <w:rsid w:val="00C9155C"/>
    <w:rsid w:val="00C93924"/>
    <w:rsid w:val="00C93F40"/>
    <w:rsid w:val="00CA0FFD"/>
    <w:rsid w:val="00CA11A2"/>
    <w:rsid w:val="00CA3D0C"/>
    <w:rsid w:val="00CA3FF7"/>
    <w:rsid w:val="00CA5CCA"/>
    <w:rsid w:val="00CB13AA"/>
    <w:rsid w:val="00CB3E7C"/>
    <w:rsid w:val="00CB768E"/>
    <w:rsid w:val="00CC0C8F"/>
    <w:rsid w:val="00CC0F2E"/>
    <w:rsid w:val="00CC3455"/>
    <w:rsid w:val="00CC542B"/>
    <w:rsid w:val="00CC56AA"/>
    <w:rsid w:val="00CD1B4C"/>
    <w:rsid w:val="00CE1D14"/>
    <w:rsid w:val="00CE1F89"/>
    <w:rsid w:val="00CE21E4"/>
    <w:rsid w:val="00CE2987"/>
    <w:rsid w:val="00CE36E4"/>
    <w:rsid w:val="00CE5543"/>
    <w:rsid w:val="00CF6E5D"/>
    <w:rsid w:val="00D07B0A"/>
    <w:rsid w:val="00D145C7"/>
    <w:rsid w:val="00D164AE"/>
    <w:rsid w:val="00D2138C"/>
    <w:rsid w:val="00D227DA"/>
    <w:rsid w:val="00D22DD6"/>
    <w:rsid w:val="00D24A0A"/>
    <w:rsid w:val="00D27AA9"/>
    <w:rsid w:val="00D3178F"/>
    <w:rsid w:val="00D529F0"/>
    <w:rsid w:val="00D54895"/>
    <w:rsid w:val="00D558B2"/>
    <w:rsid w:val="00D57972"/>
    <w:rsid w:val="00D60E30"/>
    <w:rsid w:val="00D6273D"/>
    <w:rsid w:val="00D66CF7"/>
    <w:rsid w:val="00D675A9"/>
    <w:rsid w:val="00D717DD"/>
    <w:rsid w:val="00D71E5D"/>
    <w:rsid w:val="00D738D6"/>
    <w:rsid w:val="00D743AD"/>
    <w:rsid w:val="00D755EB"/>
    <w:rsid w:val="00D76048"/>
    <w:rsid w:val="00D81A62"/>
    <w:rsid w:val="00D8521D"/>
    <w:rsid w:val="00D87BDE"/>
    <w:rsid w:val="00D87E00"/>
    <w:rsid w:val="00D9134D"/>
    <w:rsid w:val="00D9524B"/>
    <w:rsid w:val="00D9738D"/>
    <w:rsid w:val="00DA2CD1"/>
    <w:rsid w:val="00DA435C"/>
    <w:rsid w:val="00DA47D2"/>
    <w:rsid w:val="00DA7A03"/>
    <w:rsid w:val="00DB1818"/>
    <w:rsid w:val="00DB55B1"/>
    <w:rsid w:val="00DB769A"/>
    <w:rsid w:val="00DC0791"/>
    <w:rsid w:val="00DC0860"/>
    <w:rsid w:val="00DC158E"/>
    <w:rsid w:val="00DC309B"/>
    <w:rsid w:val="00DC335E"/>
    <w:rsid w:val="00DC4132"/>
    <w:rsid w:val="00DC4DA2"/>
    <w:rsid w:val="00DC7196"/>
    <w:rsid w:val="00DD4C17"/>
    <w:rsid w:val="00DD74A5"/>
    <w:rsid w:val="00DE27C1"/>
    <w:rsid w:val="00DE3A47"/>
    <w:rsid w:val="00DF1B88"/>
    <w:rsid w:val="00DF2B1F"/>
    <w:rsid w:val="00DF3FD8"/>
    <w:rsid w:val="00DF4899"/>
    <w:rsid w:val="00DF5164"/>
    <w:rsid w:val="00DF62CD"/>
    <w:rsid w:val="00E03674"/>
    <w:rsid w:val="00E046F6"/>
    <w:rsid w:val="00E06245"/>
    <w:rsid w:val="00E06FA4"/>
    <w:rsid w:val="00E11162"/>
    <w:rsid w:val="00E11B7D"/>
    <w:rsid w:val="00E16509"/>
    <w:rsid w:val="00E22A58"/>
    <w:rsid w:val="00E25FF6"/>
    <w:rsid w:val="00E27AE8"/>
    <w:rsid w:val="00E33D7F"/>
    <w:rsid w:val="00E36A52"/>
    <w:rsid w:val="00E43BE7"/>
    <w:rsid w:val="00E44582"/>
    <w:rsid w:val="00E46898"/>
    <w:rsid w:val="00E51EAF"/>
    <w:rsid w:val="00E5467C"/>
    <w:rsid w:val="00E71DF4"/>
    <w:rsid w:val="00E734E3"/>
    <w:rsid w:val="00E74969"/>
    <w:rsid w:val="00E76E41"/>
    <w:rsid w:val="00E77645"/>
    <w:rsid w:val="00E80152"/>
    <w:rsid w:val="00E86722"/>
    <w:rsid w:val="00E86969"/>
    <w:rsid w:val="00E8719F"/>
    <w:rsid w:val="00E96736"/>
    <w:rsid w:val="00EA08F8"/>
    <w:rsid w:val="00EA15B0"/>
    <w:rsid w:val="00EA3E4C"/>
    <w:rsid w:val="00EA5EA7"/>
    <w:rsid w:val="00EC33EA"/>
    <w:rsid w:val="00EC4A25"/>
    <w:rsid w:val="00EC6E3F"/>
    <w:rsid w:val="00ED01CD"/>
    <w:rsid w:val="00ED060E"/>
    <w:rsid w:val="00ED3178"/>
    <w:rsid w:val="00ED384E"/>
    <w:rsid w:val="00ED3A10"/>
    <w:rsid w:val="00ED505E"/>
    <w:rsid w:val="00ED6482"/>
    <w:rsid w:val="00ED7561"/>
    <w:rsid w:val="00EE008E"/>
    <w:rsid w:val="00EE2D5E"/>
    <w:rsid w:val="00EE3035"/>
    <w:rsid w:val="00EE60E3"/>
    <w:rsid w:val="00EF1E66"/>
    <w:rsid w:val="00EF2B7F"/>
    <w:rsid w:val="00EF2EE7"/>
    <w:rsid w:val="00EF4552"/>
    <w:rsid w:val="00EF5BBF"/>
    <w:rsid w:val="00EF7276"/>
    <w:rsid w:val="00F00A44"/>
    <w:rsid w:val="00F025A2"/>
    <w:rsid w:val="00F04431"/>
    <w:rsid w:val="00F04658"/>
    <w:rsid w:val="00F04712"/>
    <w:rsid w:val="00F0614B"/>
    <w:rsid w:val="00F13360"/>
    <w:rsid w:val="00F14361"/>
    <w:rsid w:val="00F1492E"/>
    <w:rsid w:val="00F22EC7"/>
    <w:rsid w:val="00F325C8"/>
    <w:rsid w:val="00F337F5"/>
    <w:rsid w:val="00F50655"/>
    <w:rsid w:val="00F51C9B"/>
    <w:rsid w:val="00F5215C"/>
    <w:rsid w:val="00F52BCF"/>
    <w:rsid w:val="00F653B8"/>
    <w:rsid w:val="00F660CC"/>
    <w:rsid w:val="00F7233E"/>
    <w:rsid w:val="00F7505B"/>
    <w:rsid w:val="00F752AE"/>
    <w:rsid w:val="00F87F08"/>
    <w:rsid w:val="00F9008D"/>
    <w:rsid w:val="00F90F20"/>
    <w:rsid w:val="00F94210"/>
    <w:rsid w:val="00F94C5D"/>
    <w:rsid w:val="00F958AA"/>
    <w:rsid w:val="00F962C3"/>
    <w:rsid w:val="00FA1266"/>
    <w:rsid w:val="00FB01BE"/>
    <w:rsid w:val="00FB1F82"/>
    <w:rsid w:val="00FB7F2D"/>
    <w:rsid w:val="00FC1192"/>
    <w:rsid w:val="00FE19A2"/>
    <w:rsid w:val="00FE19F6"/>
    <w:rsid w:val="00FE5661"/>
    <w:rsid w:val="00FF0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B936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endnote reference" w:qFormat="1"/>
    <w:lsdException w:name="endnote text"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Body Text" w:qFormat="1"/>
    <w:lsdException w:name="Body Text Indent" w:qFormat="1"/>
    <w:lsdException w:name="Subtitle" w:qFormat="1"/>
    <w:lsdException w:name="Date" w:qFormat="1"/>
    <w:lsdException w:name="Note Heading"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Normal (Web)" w:qFormat="1"/>
    <w:lsdException w:name="HTML Typewriter" w:semiHidden="1" w:unhideWhenUsed="1"/>
    <w:lsdException w:name="Normal Table" w:semiHidden="1" w:unhideWhenUsed="1"/>
    <w:lsdException w:name="annotation subject" w:qFormat="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qFormat/>
    <w:pPr>
      <w:ind w:left="1418" w:hanging="1418"/>
    </w:pPr>
  </w:style>
  <w:style w:type="paragraph" w:styleId="TOC8">
    <w:name w:val="toc 8"/>
    <w:basedOn w:val="TOC1"/>
    <w:uiPriority w:val="39"/>
    <w:qFormat/>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qFormat/>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link w:val="HeaderChar"/>
    <w:qFormat/>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qFormat/>
    <w:pPr>
      <w:framePr w:wrap="notBeside" w:vAnchor="page" w:hAnchor="margin" w:y="15764"/>
      <w:widowControl w:val="0"/>
    </w:pPr>
    <w:rPr>
      <w:rFonts w:ascii="Arial" w:hAnsi="Arial"/>
      <w:noProof/>
      <w:sz w:val="32"/>
      <w:lang w:eastAsia="en-US"/>
    </w:rPr>
  </w:style>
  <w:style w:type="paragraph" w:styleId="TOC5">
    <w:name w:val="toc 5"/>
    <w:basedOn w:val="TOC4"/>
    <w:uiPriority w:val="39"/>
    <w:qFormat/>
    <w:pPr>
      <w:ind w:left="1701" w:hanging="1701"/>
    </w:pPr>
  </w:style>
  <w:style w:type="paragraph" w:styleId="TOC4">
    <w:name w:val="toc 4"/>
    <w:basedOn w:val="TOC3"/>
    <w:uiPriority w:val="39"/>
    <w:qFormat/>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aliases w:val="footer odd,footer,fo,pie de página"/>
    <w:basedOn w:val="Header"/>
    <w:link w:val="FooterChar"/>
    <w:qFormat/>
    <w:pPr>
      <w:jc w:val="center"/>
    </w:pPr>
    <w:rPr>
      <w:i/>
    </w:rPr>
  </w:style>
  <w:style w:type="paragraph" w:customStyle="1" w:styleId="TT">
    <w:name w:val="TT"/>
    <w:basedOn w:val="Heading1"/>
    <w:next w:val="Normal"/>
    <w:qFormat/>
    <w:pPr>
      <w:outlineLvl w:val="9"/>
    </w:pPr>
  </w:style>
  <w:style w:type="paragraph" w:customStyle="1" w:styleId="NF">
    <w:name w:val="NF"/>
    <w:basedOn w:val="NO"/>
    <w:qFormat/>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qFormat/>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qFormat/>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qFormat/>
    <w:pPr>
      <w:spacing w:after="0"/>
    </w:pPr>
  </w:style>
  <w:style w:type="paragraph" w:customStyle="1" w:styleId="NW">
    <w:name w:val="NW"/>
    <w:basedOn w:val="NO"/>
    <w:qFormat/>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qFormat/>
    <w:pPr>
      <w:ind w:left="1985" w:hanging="1985"/>
    </w:pPr>
  </w:style>
  <w:style w:type="paragraph" w:styleId="TOC7">
    <w:name w:val="toc 7"/>
    <w:basedOn w:val="TOC6"/>
    <w:next w:val="Normal"/>
    <w:uiPriority w:val="39"/>
    <w:qFormat/>
    <w:pPr>
      <w:ind w:left="2268" w:hanging="2268"/>
    </w:pPr>
  </w:style>
  <w:style w:type="paragraph" w:customStyle="1" w:styleId="EditorsNote">
    <w:name w:val="Editor's Note"/>
    <w:aliases w:val="EN"/>
    <w:basedOn w:val="NO"/>
    <w:link w:val="EditorsNoteCarC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qFormat/>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qFormat/>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qFormat/>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qFormat/>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pPr>
      <w:ind w:left="851" w:hanging="284"/>
    </w:pPr>
  </w:style>
  <w:style w:type="paragraph" w:customStyle="1" w:styleId="B30">
    <w:name w:val="B3"/>
    <w:basedOn w:val="Normal"/>
    <w:link w:val="B3Char"/>
    <w:qFormat/>
    <w:pPr>
      <w:ind w:left="1135" w:hanging="284"/>
    </w:pPr>
  </w:style>
  <w:style w:type="paragraph" w:customStyle="1" w:styleId="B4">
    <w:name w:val="B4"/>
    <w:basedOn w:val="Normal"/>
    <w:link w:val="B4Char"/>
    <w:qFormat/>
    <w:pPr>
      <w:ind w:left="1418" w:hanging="284"/>
    </w:pPr>
  </w:style>
  <w:style w:type="paragraph" w:customStyle="1" w:styleId="B5">
    <w:name w:val="B5"/>
    <w:basedOn w:val="Normal"/>
    <w:link w:val="B5Char"/>
    <w:qFormat/>
    <w:pPr>
      <w:ind w:left="1702" w:hanging="284"/>
    </w:pPr>
  </w:style>
  <w:style w:type="paragraph" w:customStyle="1" w:styleId="ZTD">
    <w:name w:val="ZTD"/>
    <w:basedOn w:val="ZB"/>
    <w:qFormat/>
    <w:pPr>
      <w:framePr w:hRule="auto" w:wrap="notBeside" w:y="852"/>
    </w:pPr>
    <w:rPr>
      <w:i w:val="0"/>
      <w:sz w:val="40"/>
    </w:rPr>
  </w:style>
  <w:style w:type="paragraph" w:customStyle="1" w:styleId="ZV">
    <w:name w:val="ZV"/>
    <w:basedOn w:val="ZU"/>
    <w:qFormat/>
    <w:pPr>
      <w:framePr w:wrap="notBeside" w:y="16161"/>
    </w:pPr>
  </w:style>
  <w:style w:type="paragraph" w:customStyle="1" w:styleId="TAJ">
    <w:name w:val="TAJ"/>
    <w:basedOn w:val="TH"/>
    <w:qFormat/>
  </w:style>
  <w:style w:type="paragraph" w:customStyle="1" w:styleId="Guidance">
    <w:name w:val="Guidance"/>
    <w:basedOn w:val="Normal"/>
    <w:link w:val="GuidanceChar"/>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4026F"/>
    <w:rPr>
      <w:color w:val="0563C1"/>
      <w:u w:val="single"/>
    </w:rPr>
  </w:style>
  <w:style w:type="character" w:styleId="UnresolvedMention">
    <w:name w:val="Unresolved Mention"/>
    <w:uiPriority w:val="99"/>
    <w:unhideWhenUsed/>
    <w:rsid w:val="0074026F"/>
    <w:rPr>
      <w:color w:val="605E5C"/>
      <w:shd w:val="clear" w:color="auto" w:fill="E1DFDD"/>
    </w:rPr>
  </w:style>
  <w:style w:type="character" w:styleId="FollowedHyperlink">
    <w:name w:val="FollowedHyperlink"/>
    <w:qFormat/>
    <w:rsid w:val="00F13360"/>
    <w:rPr>
      <w:color w:val="954F72"/>
      <w:u w:val="single"/>
    </w:rPr>
  </w:style>
  <w:style w:type="paragraph" w:styleId="Index2">
    <w:name w:val="index 2"/>
    <w:basedOn w:val="Index1"/>
    <w:qFormat/>
    <w:rsid w:val="00DC7196"/>
    <w:pPr>
      <w:ind w:left="284"/>
    </w:pPr>
  </w:style>
  <w:style w:type="paragraph" w:styleId="Index1">
    <w:name w:val="index 1"/>
    <w:basedOn w:val="Normal"/>
    <w:qFormat/>
    <w:rsid w:val="00DC7196"/>
    <w:pPr>
      <w:keepLines/>
      <w:overflowPunct w:val="0"/>
      <w:autoSpaceDE w:val="0"/>
      <w:autoSpaceDN w:val="0"/>
      <w:adjustRightInd w:val="0"/>
      <w:spacing w:after="0"/>
      <w:textAlignment w:val="baseline"/>
    </w:pPr>
    <w:rPr>
      <w:lang w:eastAsia="en-GB"/>
    </w:rPr>
  </w:style>
  <w:style w:type="paragraph" w:styleId="ListNumber2">
    <w:name w:val="List Number 2"/>
    <w:basedOn w:val="ListNumber"/>
    <w:qFormat/>
    <w:rsid w:val="00DC7196"/>
    <w:pPr>
      <w:ind w:left="851"/>
    </w:pPr>
  </w:style>
  <w:style w:type="character" w:styleId="FootnoteReference">
    <w:name w:val="footnote reference"/>
    <w:aliases w:val="Appel note de bas de p,Nota,Footnote symbol,Footnote"/>
    <w:qFormat/>
    <w:rsid w:val="00DC7196"/>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C7196"/>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C7196"/>
    <w:rPr>
      <w:sz w:val="16"/>
    </w:rPr>
  </w:style>
  <w:style w:type="paragraph" w:styleId="ListBullet2">
    <w:name w:val="List Bullet 2"/>
    <w:basedOn w:val="ListBullet"/>
    <w:link w:val="ListBullet2Char"/>
    <w:qFormat/>
    <w:rsid w:val="00DC7196"/>
    <w:pPr>
      <w:ind w:left="851"/>
    </w:pPr>
  </w:style>
  <w:style w:type="paragraph" w:styleId="ListBullet3">
    <w:name w:val="List Bullet 3"/>
    <w:basedOn w:val="ListBullet2"/>
    <w:link w:val="ListBullet3Char"/>
    <w:qFormat/>
    <w:rsid w:val="00DC7196"/>
    <w:pPr>
      <w:ind w:left="1135"/>
    </w:pPr>
  </w:style>
  <w:style w:type="paragraph" w:styleId="ListNumber">
    <w:name w:val="List Number"/>
    <w:basedOn w:val="List"/>
    <w:qFormat/>
    <w:rsid w:val="00DC7196"/>
  </w:style>
  <w:style w:type="paragraph" w:styleId="List2">
    <w:name w:val="List 2"/>
    <w:basedOn w:val="List"/>
    <w:link w:val="List2Char"/>
    <w:qFormat/>
    <w:rsid w:val="00DC7196"/>
    <w:pPr>
      <w:ind w:left="851"/>
    </w:pPr>
  </w:style>
  <w:style w:type="paragraph" w:styleId="List3">
    <w:name w:val="List 3"/>
    <w:basedOn w:val="List2"/>
    <w:qFormat/>
    <w:rsid w:val="00DC7196"/>
    <w:pPr>
      <w:ind w:left="1135"/>
    </w:pPr>
  </w:style>
  <w:style w:type="paragraph" w:styleId="List4">
    <w:name w:val="List 4"/>
    <w:basedOn w:val="List3"/>
    <w:qFormat/>
    <w:rsid w:val="00DC7196"/>
    <w:pPr>
      <w:ind w:left="1418"/>
    </w:pPr>
  </w:style>
  <w:style w:type="paragraph" w:styleId="List5">
    <w:name w:val="List 5"/>
    <w:basedOn w:val="List4"/>
    <w:qFormat/>
    <w:rsid w:val="00DC7196"/>
    <w:pPr>
      <w:ind w:left="1702"/>
    </w:pPr>
  </w:style>
  <w:style w:type="paragraph" w:styleId="List">
    <w:name w:val="List"/>
    <w:basedOn w:val="Normal"/>
    <w:link w:val="ListChar"/>
    <w:qFormat/>
    <w:rsid w:val="00DC7196"/>
    <w:pPr>
      <w:overflowPunct w:val="0"/>
      <w:autoSpaceDE w:val="0"/>
      <w:autoSpaceDN w:val="0"/>
      <w:adjustRightInd w:val="0"/>
      <w:ind w:left="568" w:hanging="284"/>
      <w:textAlignment w:val="baseline"/>
    </w:pPr>
    <w:rPr>
      <w:lang w:eastAsia="en-GB"/>
    </w:rPr>
  </w:style>
  <w:style w:type="paragraph" w:styleId="ListBullet">
    <w:name w:val="List Bullet"/>
    <w:basedOn w:val="List"/>
    <w:link w:val="ListBulletChar"/>
    <w:qFormat/>
    <w:rsid w:val="00DC7196"/>
  </w:style>
  <w:style w:type="paragraph" w:styleId="ListBullet4">
    <w:name w:val="List Bullet 4"/>
    <w:basedOn w:val="ListBullet3"/>
    <w:qFormat/>
    <w:rsid w:val="00DC7196"/>
    <w:pPr>
      <w:ind w:left="1418"/>
    </w:pPr>
  </w:style>
  <w:style w:type="paragraph" w:styleId="ListBullet5">
    <w:name w:val="List Bullet 5"/>
    <w:basedOn w:val="ListBullet4"/>
    <w:qFormat/>
    <w:rsid w:val="00DC7196"/>
    <w:pPr>
      <w:ind w:left="1702"/>
    </w:pPr>
  </w:style>
  <w:style w:type="paragraph" w:customStyle="1" w:styleId="CRCoverPage">
    <w:name w:val="CR Cover Page"/>
    <w:link w:val="CRCoverPageChar"/>
    <w:qFormat/>
    <w:rsid w:val="00DC7196"/>
    <w:pPr>
      <w:spacing w:after="120"/>
    </w:pPr>
    <w:rPr>
      <w:rFonts w:ascii="Arial" w:eastAsia="Malgun Gothic" w:hAnsi="Arial"/>
      <w:lang w:eastAsia="ko-KR"/>
    </w:rPr>
  </w:style>
  <w:style w:type="character" w:styleId="CommentReference">
    <w:name w:val="annotation reference"/>
    <w:qFormat/>
    <w:rsid w:val="00DC7196"/>
    <w:rPr>
      <w:sz w:val="16"/>
    </w:rPr>
  </w:style>
  <w:style w:type="paragraph" w:styleId="CommentText">
    <w:name w:val="annotation text"/>
    <w:basedOn w:val="Normal"/>
    <w:link w:val="CommentTextChar"/>
    <w:uiPriority w:val="99"/>
    <w:qFormat/>
    <w:rsid w:val="00DC7196"/>
    <w:pPr>
      <w:overflowPunct w:val="0"/>
      <w:autoSpaceDE w:val="0"/>
      <w:autoSpaceDN w:val="0"/>
      <w:adjustRightInd w:val="0"/>
      <w:textAlignment w:val="baseline"/>
    </w:pPr>
    <w:rPr>
      <w:lang w:eastAsia="en-GB"/>
    </w:rPr>
  </w:style>
  <w:style w:type="character" w:customStyle="1" w:styleId="CommentTextChar">
    <w:name w:val="Comment Text Char"/>
    <w:basedOn w:val="DefaultParagraphFont"/>
    <w:link w:val="CommentText"/>
    <w:uiPriority w:val="99"/>
    <w:qFormat/>
    <w:rsid w:val="00DC7196"/>
  </w:style>
  <w:style w:type="paragraph" w:styleId="CommentSubject">
    <w:name w:val="annotation subject"/>
    <w:basedOn w:val="CommentText"/>
    <w:next w:val="CommentText"/>
    <w:link w:val="CommentSubjectChar"/>
    <w:qFormat/>
    <w:rsid w:val="00DC7196"/>
    <w:rPr>
      <w:b/>
      <w:bCs/>
    </w:rPr>
  </w:style>
  <w:style w:type="character" w:customStyle="1" w:styleId="CommentSubjectChar">
    <w:name w:val="Comment Subject Char"/>
    <w:link w:val="CommentSubject"/>
    <w:qFormat/>
    <w:rsid w:val="00DC7196"/>
    <w:rPr>
      <w:b/>
      <w:bCs/>
    </w:rPr>
  </w:style>
  <w:style w:type="paragraph" w:styleId="DocumentMap">
    <w:name w:val="Document Map"/>
    <w:basedOn w:val="Normal"/>
    <w:link w:val="DocumentMapChar"/>
    <w:qFormat/>
    <w:rsid w:val="00DC7196"/>
    <w:pPr>
      <w:shd w:val="clear" w:color="auto" w:fill="000080"/>
      <w:overflowPunct w:val="0"/>
      <w:autoSpaceDE w:val="0"/>
      <w:autoSpaceDN w:val="0"/>
      <w:adjustRightInd w:val="0"/>
      <w:textAlignment w:val="baseline"/>
    </w:pPr>
    <w:rPr>
      <w:rFonts w:ascii="Tahoma" w:hAnsi="Tahoma"/>
      <w:lang w:eastAsia="en-GB"/>
    </w:rPr>
  </w:style>
  <w:style w:type="character" w:customStyle="1" w:styleId="DocumentMapChar">
    <w:name w:val="Document Map Char"/>
    <w:link w:val="DocumentMap"/>
    <w:qFormat/>
    <w:rsid w:val="00DC7196"/>
    <w:rPr>
      <w:rFonts w:ascii="Tahoma" w:hAnsi="Tahoma"/>
      <w:shd w:val="clear" w:color="auto" w:fill="000080"/>
    </w:rPr>
  </w:style>
  <w:style w:type="character" w:customStyle="1" w:styleId="UnresolvedMention1">
    <w:name w:val="Unresolved Mention1"/>
    <w:uiPriority w:val="99"/>
    <w:unhideWhenUsed/>
    <w:qFormat/>
    <w:rsid w:val="00DC7196"/>
    <w:rPr>
      <w:color w:val="808080"/>
      <w:shd w:val="clear" w:color="auto" w:fill="E6E6E6"/>
    </w:rPr>
  </w:style>
  <w:style w:type="paragraph" w:customStyle="1" w:styleId="B1">
    <w:name w:val="B1+"/>
    <w:basedOn w:val="B10"/>
    <w:qFormat/>
    <w:rsid w:val="00DC7196"/>
    <w:pPr>
      <w:numPr>
        <w:numId w:val="1"/>
      </w:numPr>
      <w:overflowPunct w:val="0"/>
      <w:autoSpaceDE w:val="0"/>
      <w:autoSpaceDN w:val="0"/>
      <w:adjustRightInd w:val="0"/>
      <w:textAlignment w:val="baseline"/>
    </w:pPr>
    <w:rPr>
      <w:lang w:eastAsia="en-GB"/>
    </w:rPr>
  </w:style>
  <w:style w:type="character" w:customStyle="1" w:styleId="TACChar">
    <w:name w:val="TAC Char"/>
    <w:link w:val="TAC"/>
    <w:qFormat/>
    <w:rsid w:val="00DC7196"/>
    <w:rPr>
      <w:rFonts w:ascii="Arial" w:hAnsi="Arial"/>
      <w:sz w:val="18"/>
      <w:lang w:eastAsia="en-US"/>
    </w:rPr>
  </w:style>
  <w:style w:type="character" w:customStyle="1" w:styleId="THChar">
    <w:name w:val="TH Char"/>
    <w:link w:val="TH"/>
    <w:qFormat/>
    <w:rsid w:val="00DC7196"/>
    <w:rPr>
      <w:rFonts w:ascii="Arial" w:hAnsi="Arial"/>
      <w:b/>
      <w:lang w:eastAsia="en-US"/>
    </w:rPr>
  </w:style>
  <w:style w:type="character" w:customStyle="1" w:styleId="TAHCar">
    <w:name w:val="TAH Car"/>
    <w:link w:val="TAH"/>
    <w:qFormat/>
    <w:rsid w:val="00DC7196"/>
    <w:rPr>
      <w:rFonts w:ascii="Arial" w:hAnsi="Arial"/>
      <w:b/>
      <w:sz w:val="18"/>
      <w:lang w:eastAsia="en-US"/>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qFormat/>
    <w:rsid w:val="00DC7196"/>
    <w:rPr>
      <w:rFonts w:ascii="Arial" w:hAnsi="Arial"/>
      <w:sz w:val="28"/>
      <w:lang w:eastAsia="en-US"/>
    </w:rPr>
  </w:style>
  <w:style w:type="character" w:customStyle="1" w:styleId="NOChar">
    <w:name w:val="NO Char"/>
    <w:link w:val="NO"/>
    <w:qFormat/>
    <w:rsid w:val="00DC7196"/>
    <w:rPr>
      <w:lang w:eastAsia="en-US"/>
    </w:rPr>
  </w:style>
  <w:style w:type="character" w:customStyle="1" w:styleId="TANChar">
    <w:name w:val="TAN Char"/>
    <w:link w:val="TAN"/>
    <w:qFormat/>
    <w:rsid w:val="00DC7196"/>
    <w:rPr>
      <w:rFonts w:ascii="Arial" w:hAnsi="Arial"/>
      <w:sz w:val="18"/>
      <w:lang w:eastAsia="en-US"/>
    </w:rPr>
  </w:style>
  <w:style w:type="character" w:customStyle="1" w:styleId="B1Char">
    <w:name w:val="B1 Char"/>
    <w:link w:val="B10"/>
    <w:qFormat/>
    <w:locked/>
    <w:rsid w:val="00DC7196"/>
    <w:rPr>
      <w:lang w:eastAsia="en-US"/>
    </w:rPr>
  </w:style>
  <w:style w:type="character" w:customStyle="1" w:styleId="B2Char">
    <w:name w:val="B2 Char"/>
    <w:link w:val="B20"/>
    <w:qFormat/>
    <w:locked/>
    <w:rsid w:val="00DC7196"/>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qFormat/>
    <w:rsid w:val="00DC7196"/>
    <w:rPr>
      <w:rFonts w:ascii="Arial" w:hAnsi="Arial"/>
      <w:sz w:val="24"/>
      <w:lang w:eastAsia="en-US"/>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qFormat/>
    <w:rsid w:val="00DC7196"/>
    <w:rPr>
      <w:rFonts w:ascii="Arial" w:hAnsi="Arial"/>
      <w:sz w:val="22"/>
      <w:lang w:eastAsia="en-US"/>
    </w:rPr>
  </w:style>
  <w:style w:type="character" w:customStyle="1" w:styleId="TALCar">
    <w:name w:val="TAL Car"/>
    <w:link w:val="TAL"/>
    <w:qFormat/>
    <w:rsid w:val="00DC7196"/>
    <w:rPr>
      <w:rFonts w:ascii="Arial" w:hAnsi="Arial"/>
      <w:sz w:val="18"/>
      <w:lang w:eastAsia="en-US"/>
    </w:rPr>
  </w:style>
  <w:style w:type="character" w:styleId="SubtleReference">
    <w:name w:val="Subtle Reference"/>
    <w:uiPriority w:val="31"/>
    <w:qFormat/>
    <w:rsid w:val="00DC7196"/>
    <w:rPr>
      <w:smallCaps/>
      <w:color w:val="5A5A5A"/>
    </w:rPr>
  </w:style>
  <w:style w:type="character" w:customStyle="1" w:styleId="TFChar">
    <w:name w:val="TF Char"/>
    <w:link w:val="TF"/>
    <w:qFormat/>
    <w:rsid w:val="00DC7196"/>
    <w:rPr>
      <w:rFonts w:ascii="Arial" w:hAnsi="Arial"/>
      <w:b/>
      <w:lang w:eastAsia="en-US"/>
    </w:rPr>
  </w:style>
  <w:style w:type="character" w:customStyle="1" w:styleId="TALChar">
    <w:name w:val="TAL Char"/>
    <w:qFormat/>
    <w:locked/>
    <w:rsid w:val="00DC7196"/>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DC7196"/>
    <w:rPr>
      <w:rFonts w:ascii="Arial" w:hAnsi="Arial"/>
      <w:sz w:val="32"/>
      <w:lang w:eastAsia="en-US"/>
    </w:rPr>
  </w:style>
  <w:style w:type="paragraph" w:customStyle="1" w:styleId="TableText">
    <w:name w:val="TableText"/>
    <w:basedOn w:val="BodyTextIndent"/>
    <w:qFormat/>
    <w:rsid w:val="00DC7196"/>
    <w:pPr>
      <w:keepNext/>
      <w:keepLines/>
      <w:snapToGrid w:val="0"/>
      <w:spacing w:after="180"/>
      <w:ind w:left="0"/>
      <w:jc w:val="center"/>
    </w:pPr>
    <w:rPr>
      <w:kern w:val="2"/>
    </w:rPr>
  </w:style>
  <w:style w:type="paragraph" w:styleId="BodyTextIndent">
    <w:name w:val="Body Text Indent"/>
    <w:basedOn w:val="Normal"/>
    <w:link w:val="BodyTextIndentChar"/>
    <w:qFormat/>
    <w:rsid w:val="00DC7196"/>
    <w:pPr>
      <w:overflowPunct w:val="0"/>
      <w:autoSpaceDE w:val="0"/>
      <w:autoSpaceDN w:val="0"/>
      <w:adjustRightInd w:val="0"/>
      <w:spacing w:after="120"/>
      <w:ind w:left="360"/>
      <w:textAlignment w:val="baseline"/>
    </w:pPr>
    <w:rPr>
      <w:rFonts w:eastAsia="SimSun"/>
      <w:lang w:eastAsia="en-GB"/>
    </w:rPr>
  </w:style>
  <w:style w:type="character" w:customStyle="1" w:styleId="BodyTextIndentChar">
    <w:name w:val="Body Text Indent Char"/>
    <w:link w:val="BodyTextIndent"/>
    <w:qFormat/>
    <w:rsid w:val="00DC7196"/>
    <w:rPr>
      <w:rFonts w:eastAsia="SimSun"/>
    </w:rPr>
  </w:style>
  <w:style w:type="character" w:customStyle="1" w:styleId="EXChar">
    <w:name w:val="EX Char"/>
    <w:link w:val="EX"/>
    <w:qFormat/>
    <w:locked/>
    <w:rsid w:val="00DC7196"/>
    <w:rPr>
      <w:lang w:eastAsia="en-US"/>
    </w:rPr>
  </w:style>
  <w:style w:type="paragraph" w:customStyle="1" w:styleId="B2">
    <w:name w:val="B2+"/>
    <w:basedOn w:val="B20"/>
    <w:qFormat/>
    <w:rsid w:val="00DC7196"/>
    <w:pPr>
      <w:numPr>
        <w:numId w:val="2"/>
      </w:numPr>
      <w:overflowPunct w:val="0"/>
      <w:autoSpaceDE w:val="0"/>
      <w:autoSpaceDN w:val="0"/>
      <w:adjustRightInd w:val="0"/>
      <w:textAlignment w:val="baseline"/>
    </w:pPr>
    <w:rPr>
      <w:lang w:eastAsia="en-GB"/>
    </w:rPr>
  </w:style>
  <w:style w:type="paragraph" w:customStyle="1" w:styleId="B3">
    <w:name w:val="B3+"/>
    <w:basedOn w:val="B30"/>
    <w:qFormat/>
    <w:rsid w:val="00DC7196"/>
    <w:pPr>
      <w:numPr>
        <w:numId w:val="3"/>
      </w:numPr>
      <w:tabs>
        <w:tab w:val="left" w:pos="1134"/>
      </w:tabs>
      <w:overflowPunct w:val="0"/>
      <w:autoSpaceDE w:val="0"/>
      <w:autoSpaceDN w:val="0"/>
      <w:adjustRightInd w:val="0"/>
      <w:textAlignment w:val="baseline"/>
    </w:pPr>
    <w:rPr>
      <w:lang w:eastAsia="en-GB"/>
    </w:rPr>
  </w:style>
  <w:style w:type="paragraph" w:customStyle="1" w:styleId="BL">
    <w:name w:val="BL"/>
    <w:basedOn w:val="Normal"/>
    <w:qFormat/>
    <w:rsid w:val="00DC7196"/>
    <w:pPr>
      <w:numPr>
        <w:numId w:val="4"/>
      </w:numPr>
      <w:tabs>
        <w:tab w:val="left" w:pos="851"/>
      </w:tabs>
      <w:overflowPunct w:val="0"/>
      <w:autoSpaceDE w:val="0"/>
      <w:autoSpaceDN w:val="0"/>
      <w:adjustRightInd w:val="0"/>
      <w:textAlignment w:val="baseline"/>
    </w:pPr>
    <w:rPr>
      <w:lang w:eastAsia="en-GB"/>
    </w:rPr>
  </w:style>
  <w:style w:type="paragraph" w:customStyle="1" w:styleId="BN">
    <w:name w:val="BN"/>
    <w:basedOn w:val="Normal"/>
    <w:qFormat/>
    <w:rsid w:val="00DC7196"/>
    <w:pPr>
      <w:numPr>
        <w:numId w:val="5"/>
      </w:numPr>
      <w:overflowPunct w:val="0"/>
      <w:autoSpaceDE w:val="0"/>
      <w:autoSpaceDN w:val="0"/>
      <w:adjustRightInd w:val="0"/>
      <w:textAlignment w:val="baseline"/>
    </w:pPr>
    <w:rPr>
      <w:lang w:eastAsia="en-GB"/>
    </w:rPr>
  </w:style>
  <w:style w:type="paragraph" w:customStyle="1" w:styleId="FL">
    <w:name w:val="FL"/>
    <w:basedOn w:val="Normal"/>
    <w:qFormat/>
    <w:rsid w:val="00DC7196"/>
    <w:pPr>
      <w:keepNext/>
      <w:keepLines/>
      <w:overflowPunct w:val="0"/>
      <w:autoSpaceDE w:val="0"/>
      <w:autoSpaceDN w:val="0"/>
      <w:adjustRightInd w:val="0"/>
      <w:spacing w:before="60"/>
      <w:jc w:val="center"/>
      <w:textAlignment w:val="baseline"/>
    </w:pPr>
    <w:rPr>
      <w:rFonts w:ascii="Arial" w:hAnsi="Arial"/>
      <w:b/>
      <w:lang w:eastAsia="en-GB"/>
    </w:rPr>
  </w:style>
  <w:style w:type="paragraph" w:customStyle="1" w:styleId="TB1">
    <w:name w:val="TB1"/>
    <w:basedOn w:val="Normal"/>
    <w:qFormat/>
    <w:rsid w:val="00DC7196"/>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lang w:eastAsia="en-GB"/>
    </w:rPr>
  </w:style>
  <w:style w:type="paragraph" w:customStyle="1" w:styleId="TB2">
    <w:name w:val="TB2"/>
    <w:basedOn w:val="Normal"/>
    <w:qFormat/>
    <w:rsid w:val="00DC7196"/>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lang w:eastAsia="en-GB"/>
    </w:rPr>
  </w:style>
  <w:style w:type="character" w:customStyle="1" w:styleId="CRCoverPageChar">
    <w:name w:val="CR Cover Page Char"/>
    <w:link w:val="CRCoverPage"/>
    <w:qFormat/>
    <w:rsid w:val="00DC7196"/>
    <w:rPr>
      <w:rFonts w:ascii="Arial" w:eastAsia="Malgun Gothic" w:hAnsi="Arial"/>
      <w:lang w:eastAsia="ko-KR"/>
    </w:rPr>
  </w:style>
  <w:style w:type="paragraph" w:styleId="Revision">
    <w:name w:val="Revision"/>
    <w:hidden/>
    <w:uiPriority w:val="99"/>
    <w:semiHidden/>
    <w:rsid w:val="00DC7196"/>
    <w:rPr>
      <w:rFonts w:eastAsia="SimSun"/>
      <w:lang w:eastAsia="en-US"/>
    </w:rPr>
  </w:style>
  <w:style w:type="paragraph" w:styleId="TOCHeading">
    <w:name w:val="TOC Heading"/>
    <w:basedOn w:val="Heading1"/>
    <w:next w:val="Normal"/>
    <w:uiPriority w:val="39"/>
    <w:unhideWhenUsed/>
    <w:qFormat/>
    <w:rsid w:val="00DC7196"/>
    <w:pPr>
      <w:pBdr>
        <w:top w:val="none" w:sz="0" w:space="0" w:color="auto"/>
      </w:pBdr>
      <w:overflowPunct w:val="0"/>
      <w:autoSpaceDE w:val="0"/>
      <w:autoSpaceDN w:val="0"/>
      <w:adjustRightInd w:val="0"/>
      <w:spacing w:after="0" w:line="259" w:lineRule="auto"/>
      <w:ind w:left="0" w:firstLine="0"/>
      <w:textAlignment w:val="baseline"/>
      <w:outlineLvl w:val="9"/>
    </w:pPr>
    <w:rPr>
      <w:rFonts w:ascii="Calibri Light" w:hAnsi="Calibri Light"/>
      <w:color w:val="2F5496"/>
      <w:sz w:val="32"/>
      <w:szCs w:val="32"/>
      <w:lang w:val="en-US" w:eastAsia="en-GB"/>
    </w:rPr>
  </w:style>
  <w:style w:type="character" w:customStyle="1" w:styleId="EQChar">
    <w:name w:val="EQ Char"/>
    <w:link w:val="EQ"/>
    <w:qFormat/>
    <w:rsid w:val="00DC7196"/>
    <w:rPr>
      <w:noProof/>
      <w:lang w:eastAsia="en-US"/>
    </w:rPr>
  </w:style>
  <w:style w:type="numbering" w:customStyle="1" w:styleId="NoList1">
    <w:name w:val="No List1"/>
    <w:next w:val="NoList"/>
    <w:uiPriority w:val="99"/>
    <w:semiHidden/>
    <w:unhideWhenUsed/>
    <w:rsid w:val="00DC7196"/>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qFormat/>
    <w:rsid w:val="00DC7196"/>
    <w:rPr>
      <w:rFonts w:ascii="Arial" w:hAnsi="Arial"/>
      <w:sz w:val="36"/>
      <w:lang w:eastAsia="en-US"/>
    </w:rPr>
  </w:style>
  <w:style w:type="character" w:customStyle="1" w:styleId="Heading6Char">
    <w:name w:val="Heading 6 Char"/>
    <w:aliases w:val="T1 Char,Header 6 Char"/>
    <w:link w:val="Heading6"/>
    <w:qFormat/>
    <w:rsid w:val="00DC7196"/>
    <w:rPr>
      <w:rFonts w:ascii="Arial" w:hAnsi="Arial"/>
      <w:lang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C7196"/>
    <w:rPr>
      <w:rFonts w:ascii="Arial" w:hAnsi="Arial"/>
      <w:b/>
      <w:noProof/>
      <w:sz w:val="18"/>
      <w:lang w:eastAsia="ja-JP"/>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cap3,C"/>
    <w:basedOn w:val="Normal"/>
    <w:next w:val="Normal"/>
    <w:link w:val="CaptionChar"/>
    <w:qFormat/>
    <w:rsid w:val="00DC7196"/>
    <w:pPr>
      <w:keepNext/>
      <w:overflowPunct w:val="0"/>
      <w:autoSpaceDE w:val="0"/>
      <w:autoSpaceDN w:val="0"/>
      <w:adjustRightInd w:val="0"/>
      <w:spacing w:before="60" w:after="60"/>
      <w:textAlignment w:val="baseline"/>
    </w:pPr>
    <w:rPr>
      <w:rFonts w:eastAsia="Symbol"/>
      <w:b/>
      <w:bCs/>
      <w:sz w:val="16"/>
      <w:lang w:eastAsia="en-G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qFormat/>
    <w:locked/>
    <w:rsid w:val="00DC7196"/>
    <w:rPr>
      <w:rFonts w:eastAsia="Symbol"/>
      <w:b/>
      <w:bCs/>
      <w:sz w:val="16"/>
    </w:rPr>
  </w:style>
  <w:style w:type="character" w:customStyle="1" w:styleId="H6Char">
    <w:name w:val="H6 Char"/>
    <w:link w:val="H6"/>
    <w:qFormat/>
    <w:rsid w:val="00DC7196"/>
    <w:rPr>
      <w:rFonts w:ascii="Arial" w:hAnsi="Arial"/>
      <w:lang w:eastAsia="en-US"/>
    </w:rPr>
  </w:style>
  <w:style w:type="paragraph" w:styleId="NormalWeb">
    <w:name w:val="Normal (Web)"/>
    <w:basedOn w:val="Normal"/>
    <w:unhideWhenUsed/>
    <w:qFormat/>
    <w:rsid w:val="00DC7196"/>
    <w:pPr>
      <w:spacing w:before="100" w:beforeAutospacing="1" w:after="100" w:afterAutospacing="1"/>
    </w:pPr>
    <w:rPr>
      <w:sz w:val="24"/>
      <w:szCs w:val="24"/>
      <w:lang w:val="en-US" w:eastAsia="en-GB"/>
    </w:rPr>
  </w:style>
  <w:style w:type="character" w:customStyle="1" w:styleId="fontstyle01">
    <w:name w:val="fontstyle01"/>
    <w:qFormat/>
    <w:rsid w:val="00DC7196"/>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DC7196"/>
  </w:style>
  <w:style w:type="numbering" w:customStyle="1" w:styleId="NoList3">
    <w:name w:val="No List3"/>
    <w:next w:val="NoList"/>
    <w:uiPriority w:val="99"/>
    <w:semiHidden/>
    <w:unhideWhenUsed/>
    <w:rsid w:val="00DC7196"/>
  </w:style>
  <w:style w:type="numbering" w:customStyle="1" w:styleId="NoList4">
    <w:name w:val="No List4"/>
    <w:next w:val="NoList"/>
    <w:uiPriority w:val="99"/>
    <w:semiHidden/>
    <w:unhideWhenUsed/>
    <w:rsid w:val="00DC7196"/>
  </w:style>
  <w:style w:type="table" w:customStyle="1" w:styleId="TableGrid1">
    <w:name w:val="Table Grid1"/>
    <w:basedOn w:val="TableNormal"/>
    <w:next w:val="TableGrid"/>
    <w:uiPriority w:val="39"/>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link w:val="Footer"/>
    <w:qFormat/>
    <w:rsid w:val="00DC7196"/>
    <w:rPr>
      <w:rFonts w:ascii="Arial" w:hAnsi="Arial"/>
      <w:b/>
      <w:i/>
      <w:noProof/>
      <w:sz w:val="18"/>
      <w:lang w:eastAsia="ja-JP"/>
    </w:rPr>
  </w:style>
  <w:style w:type="numbering" w:customStyle="1" w:styleId="NoList5">
    <w:name w:val="No List5"/>
    <w:next w:val="NoList"/>
    <w:uiPriority w:val="99"/>
    <w:semiHidden/>
    <w:unhideWhenUsed/>
    <w:rsid w:val="00DC7196"/>
  </w:style>
  <w:style w:type="character" w:customStyle="1" w:styleId="Heading7Char">
    <w:name w:val="Heading 7 Char"/>
    <w:link w:val="Heading7"/>
    <w:qFormat/>
    <w:rsid w:val="00DC7196"/>
    <w:rPr>
      <w:rFonts w:ascii="Arial" w:hAnsi="Arial"/>
      <w:lang w:eastAsia="en-US"/>
    </w:rPr>
  </w:style>
  <w:style w:type="character" w:customStyle="1" w:styleId="Heading8Char">
    <w:name w:val="Heading 8 Char"/>
    <w:link w:val="Heading8"/>
    <w:qFormat/>
    <w:rsid w:val="00DC7196"/>
    <w:rPr>
      <w:rFonts w:ascii="Arial" w:hAnsi="Arial"/>
      <w:sz w:val="36"/>
      <w:lang w:eastAsia="en-US"/>
    </w:rPr>
  </w:style>
  <w:style w:type="character" w:customStyle="1" w:styleId="Heading9Char">
    <w:name w:val="Heading 9 Char"/>
    <w:link w:val="Heading9"/>
    <w:qFormat/>
    <w:rsid w:val="00DC7196"/>
    <w:rPr>
      <w:rFonts w:ascii="Arial" w:hAnsi="Arial"/>
      <w:sz w:val="36"/>
      <w:lang w:eastAsia="en-US"/>
    </w:rPr>
  </w:style>
  <w:style w:type="table" w:customStyle="1" w:styleId="TableGrid2">
    <w:name w:val="Table Grid2"/>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C7196"/>
  </w:style>
  <w:style w:type="numbering" w:customStyle="1" w:styleId="NoList21">
    <w:name w:val="No List21"/>
    <w:next w:val="NoList"/>
    <w:uiPriority w:val="99"/>
    <w:semiHidden/>
    <w:unhideWhenUsed/>
    <w:rsid w:val="00DC7196"/>
  </w:style>
  <w:style w:type="numbering" w:customStyle="1" w:styleId="NoList31">
    <w:name w:val="No List31"/>
    <w:next w:val="NoList"/>
    <w:uiPriority w:val="99"/>
    <w:semiHidden/>
    <w:unhideWhenUsed/>
    <w:rsid w:val="00DC7196"/>
  </w:style>
  <w:style w:type="numbering" w:customStyle="1" w:styleId="NoList41">
    <w:name w:val="No List41"/>
    <w:next w:val="NoList"/>
    <w:uiPriority w:val="99"/>
    <w:semiHidden/>
    <w:unhideWhenUsed/>
    <w:rsid w:val="00DC7196"/>
  </w:style>
  <w:style w:type="table" w:customStyle="1" w:styleId="TableGrid11">
    <w:name w:val="Table Grid11"/>
    <w:basedOn w:val="TableNormal"/>
    <w:next w:val="TableGrid"/>
    <w:uiPriority w:val="39"/>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C7196"/>
  </w:style>
  <w:style w:type="table" w:customStyle="1" w:styleId="TableGrid3">
    <w:name w:val="Table Grid3"/>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C7196"/>
    <w:pPr>
      <w:overflowPunct w:val="0"/>
      <w:autoSpaceDE w:val="0"/>
      <w:autoSpaceDN w:val="0"/>
      <w:adjustRightInd w:val="0"/>
      <w:ind w:left="720"/>
      <w:contextualSpacing/>
      <w:textAlignment w:val="baseline"/>
    </w:pPr>
    <w:rPr>
      <w:lang w:eastAsia="en-GB"/>
    </w:rPr>
  </w:style>
  <w:style w:type="character" w:styleId="Emphasis">
    <w:name w:val="Emphasis"/>
    <w:qFormat/>
    <w:rsid w:val="00DC7196"/>
    <w:rPr>
      <w:i/>
      <w:iCs/>
    </w:rPr>
  </w:style>
  <w:style w:type="paragraph" w:customStyle="1" w:styleId="tdoc-header">
    <w:name w:val="tdoc-header"/>
    <w:qFormat/>
    <w:rsid w:val="00DC7196"/>
    <w:rPr>
      <w:rFonts w:ascii="Arial" w:eastAsia="Malgun Gothic" w:hAnsi="Arial"/>
      <w:noProof/>
      <w:sz w:val="24"/>
      <w:lang w:eastAsia="en-US"/>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DC7196"/>
    <w:rPr>
      <w:rFonts w:ascii="Arial" w:hAnsi="Arial"/>
      <w:sz w:val="32"/>
      <w:lang w:val="en-GB" w:eastAsia="en-US" w:bidi="ar-SA"/>
    </w:rPr>
  </w:style>
  <w:style w:type="paragraph" w:customStyle="1" w:styleId="References">
    <w:name w:val="References"/>
    <w:basedOn w:val="Normal"/>
    <w:qFormat/>
    <w:rsid w:val="00DC7196"/>
    <w:pPr>
      <w:numPr>
        <w:numId w:val="8"/>
      </w:numPr>
      <w:autoSpaceDE w:val="0"/>
      <w:autoSpaceDN w:val="0"/>
      <w:snapToGrid w:val="0"/>
      <w:spacing w:after="60"/>
      <w:jc w:val="both"/>
    </w:pPr>
    <w:rPr>
      <w:rFonts w:eastAsia="SimSun"/>
      <w:szCs w:val="16"/>
      <w:lang w:val="en-US"/>
    </w:rPr>
  </w:style>
  <w:style w:type="paragraph" w:customStyle="1" w:styleId="Default">
    <w:name w:val="Default"/>
    <w:qFormat/>
    <w:rsid w:val="00DC7196"/>
    <w:pPr>
      <w:autoSpaceDE w:val="0"/>
      <w:autoSpaceDN w:val="0"/>
      <w:adjustRightInd w:val="0"/>
    </w:pPr>
    <w:rPr>
      <w:rFonts w:ascii="Arial" w:eastAsia="SimSun" w:hAnsi="Arial" w:cs="Arial"/>
      <w:color w:val="000000"/>
      <w:sz w:val="24"/>
      <w:szCs w:val="24"/>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qFormat/>
    <w:rsid w:val="00387130"/>
    <w:rPr>
      <w:rFonts w:ascii="CG Times (WN)" w:hAnsi="CG Times (WN)"/>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qFormat/>
    <w:rsid w:val="00387130"/>
    <w:rPr>
      <w:rFonts w:ascii="CG Times (WN)" w:eastAsia="MS Mincho" w:hAnsi="CG Times (WN)"/>
      <w:lang w:eastAsia="en-US"/>
    </w:rPr>
  </w:style>
  <w:style w:type="character" w:customStyle="1" w:styleId="font4">
    <w:name w:val="font4"/>
    <w:basedOn w:val="DefaultParagraphFont"/>
    <w:qFormat/>
    <w:rsid w:val="007449A6"/>
  </w:style>
  <w:style w:type="character" w:customStyle="1" w:styleId="UnresolvedMention2">
    <w:name w:val="Unresolved Mention2"/>
    <w:uiPriority w:val="99"/>
    <w:unhideWhenUsed/>
    <w:qFormat/>
    <w:rsid w:val="00515C26"/>
    <w:rPr>
      <w:color w:val="605E5C"/>
      <w:shd w:val="clear" w:color="auto" w:fill="E1DFDD"/>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rsid w:val="0017189C"/>
    <w:rPr>
      <w:rFonts w:ascii="Arial" w:hAnsi="Arial"/>
      <w:sz w:val="36"/>
      <w:lang w:val="en-GB" w:eastAsia="en-US"/>
    </w:rPr>
  </w:style>
  <w:style w:type="paragraph" w:styleId="IndexHeading">
    <w:name w:val="index heading"/>
    <w:basedOn w:val="Normal"/>
    <w:next w:val="Normal"/>
    <w:qFormat/>
    <w:rsid w:val="0017189C"/>
    <w:pPr>
      <w:pBdr>
        <w:top w:val="single" w:sz="12" w:space="0" w:color="auto"/>
      </w:pBdr>
      <w:overflowPunct w:val="0"/>
      <w:autoSpaceDE w:val="0"/>
      <w:autoSpaceDN w:val="0"/>
      <w:adjustRightInd w:val="0"/>
      <w:spacing w:before="360" w:after="240"/>
      <w:textAlignment w:val="baseline"/>
    </w:pPr>
    <w:rPr>
      <w:rFonts w:eastAsiaTheme="minorEastAsia"/>
      <w:b/>
      <w:i/>
      <w:sz w:val="26"/>
      <w:lang w:eastAsia="ko-KR"/>
    </w:rPr>
  </w:style>
  <w:style w:type="paragraph" w:styleId="PlainText">
    <w:name w:val="Plain Text"/>
    <w:basedOn w:val="Normal"/>
    <w:link w:val="PlainTextChar"/>
    <w:qFormat/>
    <w:rsid w:val="0017189C"/>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basedOn w:val="DefaultParagraphFont"/>
    <w:link w:val="PlainText"/>
    <w:qFormat/>
    <w:rsid w:val="0017189C"/>
    <w:rPr>
      <w:rFonts w:ascii="Courier New" w:eastAsia="Malgun Gothic" w:hAnsi="Courier New"/>
      <w:lang w:val="nb-NO"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qFormat/>
    <w:rsid w:val="0017189C"/>
    <w:rPr>
      <w:rFonts w:ascii="Times New Roman" w:eastAsia="Malgun Gothic" w:hAnsi="Times New Roman"/>
      <w:lang w:val="en-GB" w:eastAsia="ja-JP"/>
    </w:rPr>
  </w:style>
  <w:style w:type="paragraph" w:styleId="BodyText2">
    <w:name w:val="Body Text 2"/>
    <w:basedOn w:val="Normal"/>
    <w:link w:val="BodyText2Char"/>
    <w:qFormat/>
    <w:rsid w:val="0017189C"/>
    <w:pPr>
      <w:overflowPunct w:val="0"/>
      <w:autoSpaceDE w:val="0"/>
      <w:autoSpaceDN w:val="0"/>
      <w:adjustRightInd w:val="0"/>
      <w:textAlignment w:val="baseline"/>
    </w:pPr>
    <w:rPr>
      <w:rFonts w:eastAsia="Malgun Gothic"/>
      <w:i/>
      <w:lang w:eastAsia="x-none"/>
    </w:rPr>
  </w:style>
  <w:style w:type="character" w:customStyle="1" w:styleId="BodyText2Char">
    <w:name w:val="Body Text 2 Char"/>
    <w:basedOn w:val="DefaultParagraphFont"/>
    <w:link w:val="BodyText2"/>
    <w:qFormat/>
    <w:rsid w:val="0017189C"/>
    <w:rPr>
      <w:rFonts w:eastAsia="Malgun Gothic"/>
      <w:i/>
      <w:lang w:eastAsia="x-none"/>
    </w:rPr>
  </w:style>
  <w:style w:type="paragraph" w:styleId="BodyText3">
    <w:name w:val="Body Text 3"/>
    <w:basedOn w:val="Normal"/>
    <w:link w:val="BodyText3Char"/>
    <w:qFormat/>
    <w:rsid w:val="0017189C"/>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basedOn w:val="DefaultParagraphFont"/>
    <w:link w:val="BodyText3"/>
    <w:qFormat/>
    <w:rsid w:val="0017189C"/>
    <w:rPr>
      <w:rFonts w:eastAsia="Osaka"/>
      <w:color w:val="000000"/>
      <w:lang w:eastAsia="x-none"/>
    </w:rPr>
  </w:style>
  <w:style w:type="character" w:styleId="PageNumber">
    <w:name w:val="page number"/>
    <w:qFormat/>
    <w:rsid w:val="0017189C"/>
  </w:style>
  <w:style w:type="paragraph" w:customStyle="1" w:styleId="CharCharCharCharChar">
    <w:name w:val="Char Char Char Char Char"/>
    <w:semiHidden/>
    <w:qFormat/>
    <w:rsid w:val="0017189C"/>
    <w:pPr>
      <w:keepNext/>
      <w:numPr>
        <w:numId w:val="10"/>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qFormat/>
    <w:rsid w:val="0017189C"/>
  </w:style>
  <w:style w:type="paragraph" w:customStyle="1" w:styleId="CharCharChar">
    <w:name w:val="Char Char Char"/>
    <w:semiHidden/>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aliases w:val="Heading 1 Char2"/>
    <w:qFormat/>
    <w:rsid w:val="0017189C"/>
    <w:rPr>
      <w:lang w:val="en-GB" w:eastAsia="ja-JP" w:bidi="ar-SA"/>
    </w:rPr>
  </w:style>
  <w:style w:type="paragraph" w:customStyle="1" w:styleId="1Char">
    <w:name w:val="(文字) (文字)1 Char (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7189C"/>
    <w:rPr>
      <w:rFonts w:eastAsia="MS Mincho"/>
      <w:lang w:val="en-GB" w:eastAsia="en-US" w:bidi="ar-SA"/>
    </w:rPr>
  </w:style>
  <w:style w:type="paragraph" w:customStyle="1" w:styleId="1CharChar">
    <w:name w:val="(文字) (文字)1 Char (文字) (文字)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7189C"/>
    <w:rPr>
      <w:lang w:val="en-GB" w:eastAsia="ja-JP" w:bidi="ar-SA"/>
    </w:rPr>
  </w:style>
  <w:style w:type="character" w:customStyle="1" w:styleId="capCharChar2">
    <w:name w:val="cap Char Char2"/>
    <w:aliases w:val="Caption Char Char1,Caption Char1 Char Char1,cap Char Char1 Char1,Caption Char Char1 Char Char1,cap Char2 Char Char Char1"/>
    <w:qFormat/>
    <w:rsid w:val="0017189C"/>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7189C"/>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7189C"/>
    <w:rPr>
      <w:rFonts w:ascii="Arial" w:hAnsi="Arial"/>
      <w:sz w:val="32"/>
      <w:lang w:val="en-GB" w:eastAsia="ja-JP" w:bidi="ar-SA"/>
    </w:rPr>
  </w:style>
  <w:style w:type="character" w:customStyle="1" w:styleId="CharChar4">
    <w:name w:val="Char Char4"/>
    <w:qFormat/>
    <w:rsid w:val="0017189C"/>
    <w:rPr>
      <w:rFonts w:ascii="Courier New" w:hAnsi="Courier New"/>
      <w:lang w:val="nb-NO" w:eastAsia="ja-JP" w:bidi="ar-SA"/>
    </w:rPr>
  </w:style>
  <w:style w:type="character" w:customStyle="1" w:styleId="AndreaLeonardi">
    <w:name w:val="Andrea Leonardi"/>
    <w:semiHidden/>
    <w:qFormat/>
    <w:rsid w:val="0017189C"/>
    <w:rPr>
      <w:rFonts w:ascii="Arial" w:hAnsi="Arial" w:cs="Arial"/>
      <w:color w:val="auto"/>
      <w:sz w:val="20"/>
      <w:szCs w:val="20"/>
    </w:rPr>
  </w:style>
  <w:style w:type="character" w:customStyle="1" w:styleId="NOCharChar">
    <w:name w:val="NO Char Char"/>
    <w:qFormat/>
    <w:rsid w:val="0017189C"/>
    <w:rPr>
      <w:lang w:val="en-GB" w:eastAsia="en-US" w:bidi="ar-SA"/>
    </w:rPr>
  </w:style>
  <w:style w:type="character" w:customStyle="1" w:styleId="NOZchn">
    <w:name w:val="NO Zchn"/>
    <w:qFormat/>
    <w:rsid w:val="0017189C"/>
    <w:rPr>
      <w:lang w:val="en-GB" w:eastAsia="en-US" w:bidi="ar-SA"/>
    </w:rPr>
  </w:style>
  <w:style w:type="character" w:customStyle="1" w:styleId="TACCar">
    <w:name w:val="TAC Car"/>
    <w:qFormat/>
    <w:rsid w:val="0017189C"/>
    <w:rPr>
      <w:rFonts w:ascii="Arial" w:hAnsi="Arial"/>
      <w:sz w:val="18"/>
      <w:lang w:val="en-GB" w:eastAsia="ja-JP" w:bidi="ar-SA"/>
    </w:rPr>
  </w:style>
  <w:style w:type="character" w:customStyle="1" w:styleId="TAL0">
    <w:name w:val="TAL (文字)"/>
    <w:qFormat/>
    <w:rsid w:val="0017189C"/>
    <w:rPr>
      <w:rFonts w:ascii="Arial" w:hAnsi="Arial"/>
      <w:sz w:val="18"/>
      <w:lang w:val="en-GB" w:eastAsia="ja-JP" w:bidi="ar-SA"/>
    </w:rPr>
  </w:style>
  <w:style w:type="paragraph" w:customStyle="1" w:styleId="CharCharCharCharCharChar">
    <w:name w:val="Char Char Char Char Char Char"/>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1">
    <w:name w:val="T1 Char1"/>
    <w:aliases w:val="Header 6 Char Char1"/>
    <w:qFormat/>
    <w:rsid w:val="0017189C"/>
  </w:style>
  <w:style w:type="paragraph" w:customStyle="1" w:styleId="CarCar">
    <w:name w:val="Car C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7189C"/>
    <w:rPr>
      <w:rFonts w:ascii="Arial" w:hAnsi="Arial"/>
      <w:sz w:val="32"/>
      <w:lang w:val="en-GB" w:eastAsia="en-US" w:bidi="ar-SA"/>
    </w:rPr>
  </w:style>
  <w:style w:type="paragraph" w:customStyle="1" w:styleId="ZchnZchn1">
    <w:name w:val="Zchn Zchn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7189C"/>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7189C"/>
    <w:rPr>
      <w:rFonts w:ascii="Arial" w:hAnsi="Arial"/>
      <w:sz w:val="32"/>
      <w:lang w:val="en-GB" w:eastAsia="en-US" w:bidi="ar-SA"/>
    </w:rPr>
  </w:style>
  <w:style w:type="paragraph" w:customStyle="1" w:styleId="2">
    <w:name w:val="(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7189C"/>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7189C"/>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7189C"/>
    <w:rPr>
      <w:rFonts w:ascii="Arial" w:eastAsia="Batang" w:hAnsi="Arial" w:cs="Times New Roman"/>
      <w:b/>
      <w:bCs/>
      <w:i/>
      <w:iCs/>
      <w:sz w:val="28"/>
      <w:szCs w:val="28"/>
      <w:lang w:val="en-GB" w:eastAsia="en-US" w:bidi="ar-SA"/>
    </w:rPr>
  </w:style>
  <w:style w:type="paragraph" w:customStyle="1" w:styleId="3">
    <w:name w:val="(文字) (文字)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qFormat/>
    <w:rsid w:val="0017189C"/>
  </w:style>
  <w:style w:type="paragraph" w:customStyle="1" w:styleId="10">
    <w:name w:val="(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Indent2">
    <w:name w:val="Body Text Indent 2"/>
    <w:basedOn w:val="Normal"/>
    <w:link w:val="BodyTextIndent2Char"/>
    <w:qFormat/>
    <w:rsid w:val="0017189C"/>
    <w:pPr>
      <w:overflowPunct w:val="0"/>
      <w:autoSpaceDE w:val="0"/>
      <w:autoSpaceDN w:val="0"/>
      <w:adjustRightInd w:val="0"/>
      <w:ind w:leftChars="100" w:left="400" w:hangingChars="100" w:hanging="200"/>
      <w:textAlignment w:val="baseline"/>
    </w:pPr>
    <w:rPr>
      <w:lang w:eastAsia="en-GB"/>
    </w:rPr>
  </w:style>
  <w:style w:type="character" w:customStyle="1" w:styleId="BodyTextIndent2Char">
    <w:name w:val="Body Text Indent 2 Char"/>
    <w:basedOn w:val="DefaultParagraphFont"/>
    <w:link w:val="BodyTextIndent2"/>
    <w:qFormat/>
    <w:rsid w:val="0017189C"/>
  </w:style>
  <w:style w:type="paragraph" w:styleId="NormalIndent">
    <w:name w:val="Normal Indent"/>
    <w:basedOn w:val="Normal"/>
    <w:qFormat/>
    <w:rsid w:val="0017189C"/>
    <w:pPr>
      <w:spacing w:after="0"/>
      <w:ind w:left="851"/>
    </w:pPr>
    <w:rPr>
      <w:lang w:val="it-IT" w:eastAsia="en-GB"/>
    </w:rPr>
  </w:style>
  <w:style w:type="paragraph" w:styleId="ListNumber5">
    <w:name w:val="List Number 5"/>
    <w:basedOn w:val="Normal"/>
    <w:qFormat/>
    <w:rsid w:val="0017189C"/>
    <w:pPr>
      <w:tabs>
        <w:tab w:val="num" w:pos="851"/>
        <w:tab w:val="num" w:pos="1800"/>
      </w:tabs>
      <w:overflowPunct w:val="0"/>
      <w:autoSpaceDE w:val="0"/>
      <w:autoSpaceDN w:val="0"/>
      <w:adjustRightInd w:val="0"/>
      <w:ind w:left="1800" w:hanging="851"/>
      <w:textAlignment w:val="baseline"/>
    </w:pPr>
    <w:rPr>
      <w:lang w:eastAsia="en-GB"/>
    </w:rPr>
  </w:style>
  <w:style w:type="paragraph" w:styleId="ListNumber3">
    <w:name w:val="List Number 3"/>
    <w:basedOn w:val="Normal"/>
    <w:qFormat/>
    <w:rsid w:val="0017189C"/>
    <w:pPr>
      <w:numPr>
        <w:numId w:val="12"/>
      </w:numPr>
      <w:tabs>
        <w:tab w:val="num" w:pos="926"/>
      </w:tabs>
      <w:overflowPunct w:val="0"/>
      <w:autoSpaceDE w:val="0"/>
      <w:autoSpaceDN w:val="0"/>
      <w:adjustRightInd w:val="0"/>
      <w:ind w:left="926"/>
      <w:textAlignment w:val="baseline"/>
    </w:pPr>
    <w:rPr>
      <w:lang w:eastAsia="en-GB"/>
    </w:rPr>
  </w:style>
  <w:style w:type="paragraph" w:styleId="ListNumber4">
    <w:name w:val="List Number 4"/>
    <w:basedOn w:val="Normal"/>
    <w:qFormat/>
    <w:rsid w:val="0017189C"/>
    <w:pPr>
      <w:numPr>
        <w:numId w:val="11"/>
      </w:numPr>
      <w:tabs>
        <w:tab w:val="num" w:pos="1209"/>
      </w:tabs>
      <w:overflowPunct w:val="0"/>
      <w:autoSpaceDE w:val="0"/>
      <w:autoSpaceDN w:val="0"/>
      <w:adjustRightInd w:val="0"/>
      <w:ind w:left="1209"/>
      <w:textAlignment w:val="baseline"/>
    </w:pPr>
    <w:rPr>
      <w:lang w:eastAsia="en-GB"/>
    </w:rPr>
  </w:style>
  <w:style w:type="character" w:styleId="Strong">
    <w:name w:val="Strong"/>
    <w:qFormat/>
    <w:rsid w:val="0017189C"/>
    <w:rPr>
      <w:b/>
      <w:bCs/>
    </w:rPr>
  </w:style>
  <w:style w:type="character" w:customStyle="1" w:styleId="CharChar7">
    <w:name w:val="Char Char7"/>
    <w:semiHidden/>
    <w:qFormat/>
    <w:rsid w:val="0017189C"/>
    <w:rPr>
      <w:rFonts w:ascii="Tahoma" w:hAnsi="Tahoma" w:cs="Tahoma"/>
      <w:shd w:val="clear" w:color="auto" w:fill="000080"/>
      <w:lang w:val="en-GB" w:eastAsia="en-US"/>
    </w:rPr>
  </w:style>
  <w:style w:type="character" w:customStyle="1" w:styleId="ZchnZchn5">
    <w:name w:val="Zchn Zchn5"/>
    <w:qFormat/>
    <w:rsid w:val="0017189C"/>
    <w:rPr>
      <w:rFonts w:ascii="Courier New" w:eastAsia="Batang" w:hAnsi="Courier New"/>
      <w:lang w:val="nb-NO" w:eastAsia="en-US" w:bidi="ar-SA"/>
    </w:rPr>
  </w:style>
  <w:style w:type="character" w:customStyle="1" w:styleId="CharChar10">
    <w:name w:val="Char Char10"/>
    <w:semiHidden/>
    <w:qFormat/>
    <w:rsid w:val="0017189C"/>
    <w:rPr>
      <w:rFonts w:ascii="Times New Roman" w:hAnsi="Times New Roman"/>
      <w:lang w:val="en-GB" w:eastAsia="en-US"/>
    </w:rPr>
  </w:style>
  <w:style w:type="character" w:customStyle="1" w:styleId="CharChar9">
    <w:name w:val="Char Char9"/>
    <w:semiHidden/>
    <w:qFormat/>
    <w:rsid w:val="0017189C"/>
    <w:rPr>
      <w:rFonts w:ascii="Tahoma" w:hAnsi="Tahoma" w:cs="Tahoma"/>
      <w:sz w:val="16"/>
      <w:szCs w:val="16"/>
      <w:lang w:val="en-GB" w:eastAsia="en-US"/>
    </w:rPr>
  </w:style>
  <w:style w:type="character" w:customStyle="1" w:styleId="CharChar8">
    <w:name w:val="Char Char8"/>
    <w:semiHidden/>
    <w:qFormat/>
    <w:rsid w:val="0017189C"/>
    <w:rPr>
      <w:rFonts w:ascii="Times New Roman" w:hAnsi="Times New Roman"/>
      <w:b/>
      <w:bCs/>
      <w:lang w:val="en-GB" w:eastAsia="en-US"/>
    </w:rPr>
  </w:style>
  <w:style w:type="paragraph" w:customStyle="1" w:styleId="a2">
    <w:name w:val="修订"/>
    <w:hidden/>
    <w:semiHidden/>
    <w:rsid w:val="0017189C"/>
    <w:rPr>
      <w:rFonts w:eastAsia="Batang"/>
      <w:lang w:eastAsia="en-US"/>
    </w:rPr>
  </w:style>
  <w:style w:type="paragraph" w:styleId="EndnoteText">
    <w:name w:val="endnote text"/>
    <w:basedOn w:val="Normal"/>
    <w:link w:val="EndnoteTextChar"/>
    <w:qFormat/>
    <w:rsid w:val="0017189C"/>
    <w:pPr>
      <w:snapToGrid w:val="0"/>
    </w:pPr>
    <w:rPr>
      <w:rFonts w:eastAsia="SimSun"/>
      <w:lang w:eastAsia="x-none"/>
    </w:rPr>
  </w:style>
  <w:style w:type="character" w:customStyle="1" w:styleId="EndnoteTextChar">
    <w:name w:val="Endnote Text Char"/>
    <w:basedOn w:val="DefaultParagraphFont"/>
    <w:link w:val="EndnoteText"/>
    <w:qFormat/>
    <w:rsid w:val="0017189C"/>
    <w:rPr>
      <w:rFonts w:eastAsia="SimSun"/>
      <w:lang w:eastAsia="x-none"/>
    </w:rPr>
  </w:style>
  <w:style w:type="character" w:styleId="EndnoteReference">
    <w:name w:val="endnote reference"/>
    <w:qFormat/>
    <w:rsid w:val="0017189C"/>
    <w:rPr>
      <w:vertAlign w:val="superscript"/>
    </w:rPr>
  </w:style>
  <w:style w:type="character" w:customStyle="1" w:styleId="btChar3">
    <w:name w:val="bt Char3"/>
    <w:aliases w:val="bt Car Char Char3"/>
    <w:qFormat/>
    <w:rsid w:val="0017189C"/>
    <w:rPr>
      <w:lang w:val="en-GB" w:eastAsia="ja-JP" w:bidi="ar-SA"/>
    </w:rPr>
  </w:style>
  <w:style w:type="paragraph" w:styleId="Title">
    <w:name w:val="Title"/>
    <w:basedOn w:val="Normal"/>
    <w:next w:val="Normal"/>
    <w:link w:val="TitleChar"/>
    <w:qFormat/>
    <w:rsid w:val="0017189C"/>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basedOn w:val="DefaultParagraphFont"/>
    <w:link w:val="Title"/>
    <w:qFormat/>
    <w:rsid w:val="0017189C"/>
    <w:rPr>
      <w:rFonts w:ascii="Courier New" w:eastAsia="Malgun Gothic" w:hAnsi="Courier New"/>
      <w:lang w:val="nb-NO" w:eastAsia="x-none"/>
    </w:rPr>
  </w:style>
  <w:style w:type="character" w:customStyle="1" w:styleId="h5Char2">
    <w:name w:val="h5 Char2"/>
    <w:aliases w:val="Heading5 Char2,Head5 Char2,H5 Char2,M5 Char2,mh2 Char2,Module heading 2 Char2,heading 8 Char2,Numbered Sub-list Char1,Heading 81 Char Char1"/>
    <w:qFormat/>
    <w:rsid w:val="0017189C"/>
    <w:rPr>
      <w:rFonts w:ascii="Arial" w:hAnsi="Arial"/>
      <w:sz w:val="22"/>
      <w:lang w:val="en-GB" w:eastAsia="ja-JP" w:bidi="ar-SA"/>
    </w:rPr>
  </w:style>
  <w:style w:type="paragraph" w:styleId="Date">
    <w:name w:val="Date"/>
    <w:basedOn w:val="Normal"/>
    <w:next w:val="Normal"/>
    <w:link w:val="DateChar"/>
    <w:qFormat/>
    <w:rsid w:val="0017189C"/>
    <w:pPr>
      <w:overflowPunct w:val="0"/>
      <w:autoSpaceDE w:val="0"/>
      <w:autoSpaceDN w:val="0"/>
      <w:adjustRightInd w:val="0"/>
      <w:textAlignment w:val="baseline"/>
    </w:pPr>
    <w:rPr>
      <w:rFonts w:eastAsia="Malgun Gothic"/>
      <w:lang w:eastAsia="x-none"/>
    </w:rPr>
  </w:style>
  <w:style w:type="character" w:customStyle="1" w:styleId="DateChar">
    <w:name w:val="Date Char"/>
    <w:basedOn w:val="DefaultParagraphFont"/>
    <w:link w:val="Date"/>
    <w:qFormat/>
    <w:rsid w:val="0017189C"/>
    <w:rPr>
      <w:rFonts w:eastAsia="Malgun Gothic"/>
      <w:lang w:eastAsia="x-none"/>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7189C"/>
    <w:rPr>
      <w:rFonts w:ascii="Arial" w:hAnsi="Arial"/>
      <w:sz w:val="24"/>
      <w:lang w:val="en-GB"/>
    </w:rPr>
  </w:style>
  <w:style w:type="paragraph" w:customStyle="1" w:styleId="AutoCorrect">
    <w:name w:val="AutoCorrect"/>
    <w:qFormat/>
    <w:rsid w:val="0017189C"/>
    <w:rPr>
      <w:rFonts w:eastAsia="Malgun Gothic"/>
      <w:sz w:val="24"/>
      <w:szCs w:val="24"/>
      <w:lang w:eastAsia="ko-KR"/>
    </w:rPr>
  </w:style>
  <w:style w:type="paragraph" w:customStyle="1" w:styleId="-PAGE-">
    <w:name w:val="- PAGE -"/>
    <w:qFormat/>
    <w:rsid w:val="0017189C"/>
    <w:rPr>
      <w:rFonts w:eastAsia="Malgun Gothic"/>
      <w:sz w:val="24"/>
      <w:szCs w:val="24"/>
      <w:lang w:eastAsia="ko-KR"/>
    </w:rPr>
  </w:style>
  <w:style w:type="paragraph" w:customStyle="1" w:styleId="PageXofY">
    <w:name w:val="Page X of Y"/>
    <w:qFormat/>
    <w:rsid w:val="0017189C"/>
    <w:rPr>
      <w:rFonts w:eastAsia="Malgun Gothic"/>
      <w:sz w:val="24"/>
      <w:szCs w:val="24"/>
      <w:lang w:eastAsia="ko-KR"/>
    </w:rPr>
  </w:style>
  <w:style w:type="paragraph" w:customStyle="1" w:styleId="Createdby">
    <w:name w:val="Created by"/>
    <w:qFormat/>
    <w:rsid w:val="0017189C"/>
    <w:rPr>
      <w:rFonts w:eastAsia="Malgun Gothic"/>
      <w:sz w:val="24"/>
      <w:szCs w:val="24"/>
      <w:lang w:eastAsia="ko-KR"/>
    </w:rPr>
  </w:style>
  <w:style w:type="paragraph" w:customStyle="1" w:styleId="Createdon">
    <w:name w:val="Created on"/>
    <w:qFormat/>
    <w:rsid w:val="0017189C"/>
    <w:rPr>
      <w:rFonts w:eastAsia="Malgun Gothic"/>
      <w:sz w:val="24"/>
      <w:szCs w:val="24"/>
      <w:lang w:eastAsia="ko-KR"/>
    </w:rPr>
  </w:style>
  <w:style w:type="paragraph" w:customStyle="1" w:styleId="Lastprinted">
    <w:name w:val="Last printed"/>
    <w:qFormat/>
    <w:rsid w:val="0017189C"/>
    <w:rPr>
      <w:rFonts w:eastAsia="Malgun Gothic"/>
      <w:sz w:val="24"/>
      <w:szCs w:val="24"/>
      <w:lang w:eastAsia="ko-KR"/>
    </w:rPr>
  </w:style>
  <w:style w:type="paragraph" w:customStyle="1" w:styleId="Lastsavedby">
    <w:name w:val="Last saved by"/>
    <w:qFormat/>
    <w:rsid w:val="0017189C"/>
    <w:rPr>
      <w:rFonts w:eastAsia="Malgun Gothic"/>
      <w:sz w:val="24"/>
      <w:szCs w:val="24"/>
      <w:lang w:eastAsia="ko-KR"/>
    </w:rPr>
  </w:style>
  <w:style w:type="paragraph" w:customStyle="1" w:styleId="Filename">
    <w:name w:val="Filename"/>
    <w:qFormat/>
    <w:rsid w:val="0017189C"/>
    <w:rPr>
      <w:rFonts w:eastAsia="Malgun Gothic"/>
      <w:sz w:val="24"/>
      <w:szCs w:val="24"/>
      <w:lang w:eastAsia="ko-KR"/>
    </w:rPr>
  </w:style>
  <w:style w:type="paragraph" w:customStyle="1" w:styleId="Filenameandpath">
    <w:name w:val="Filename and path"/>
    <w:qFormat/>
    <w:rsid w:val="0017189C"/>
    <w:rPr>
      <w:rFonts w:eastAsia="Malgun Gothic"/>
      <w:sz w:val="24"/>
      <w:szCs w:val="24"/>
      <w:lang w:eastAsia="ko-KR"/>
    </w:rPr>
  </w:style>
  <w:style w:type="paragraph" w:customStyle="1" w:styleId="AuthorPageDate">
    <w:name w:val="Author  Page #  Date"/>
    <w:qFormat/>
    <w:rsid w:val="0017189C"/>
    <w:rPr>
      <w:rFonts w:eastAsia="Malgun Gothic"/>
      <w:sz w:val="24"/>
      <w:szCs w:val="24"/>
      <w:lang w:eastAsia="ko-KR"/>
    </w:rPr>
  </w:style>
  <w:style w:type="paragraph" w:customStyle="1" w:styleId="ConfidentialPageDate">
    <w:name w:val="Confidential  Page #  Date"/>
    <w:qFormat/>
    <w:rsid w:val="0017189C"/>
    <w:rPr>
      <w:rFonts w:eastAsia="Malgun Gothic"/>
      <w:sz w:val="24"/>
      <w:szCs w:val="24"/>
      <w:lang w:eastAsia="ko-KR"/>
    </w:rPr>
  </w:style>
  <w:style w:type="paragraph" w:customStyle="1" w:styleId="INDENT1">
    <w:name w:val="INDENT1"/>
    <w:basedOn w:val="Normal"/>
    <w:qFormat/>
    <w:rsid w:val="0017189C"/>
    <w:pPr>
      <w:overflowPunct w:val="0"/>
      <w:autoSpaceDE w:val="0"/>
      <w:autoSpaceDN w:val="0"/>
      <w:adjustRightInd w:val="0"/>
      <w:ind w:left="851"/>
      <w:textAlignment w:val="baseline"/>
    </w:pPr>
    <w:rPr>
      <w:rFonts w:eastAsiaTheme="minorEastAsia"/>
      <w:lang w:eastAsia="ja-JP"/>
    </w:rPr>
  </w:style>
  <w:style w:type="paragraph" w:customStyle="1" w:styleId="INDENT2">
    <w:name w:val="INDENT2"/>
    <w:basedOn w:val="Normal"/>
    <w:qFormat/>
    <w:rsid w:val="0017189C"/>
    <w:pPr>
      <w:overflowPunct w:val="0"/>
      <w:autoSpaceDE w:val="0"/>
      <w:autoSpaceDN w:val="0"/>
      <w:adjustRightInd w:val="0"/>
      <w:ind w:left="1135" w:hanging="284"/>
      <w:textAlignment w:val="baseline"/>
    </w:pPr>
    <w:rPr>
      <w:rFonts w:eastAsiaTheme="minorEastAsia"/>
      <w:lang w:eastAsia="ja-JP"/>
    </w:rPr>
  </w:style>
  <w:style w:type="paragraph" w:customStyle="1" w:styleId="INDENT3">
    <w:name w:val="INDENT3"/>
    <w:basedOn w:val="Normal"/>
    <w:qFormat/>
    <w:rsid w:val="0017189C"/>
    <w:pPr>
      <w:overflowPunct w:val="0"/>
      <w:autoSpaceDE w:val="0"/>
      <w:autoSpaceDN w:val="0"/>
      <w:adjustRightInd w:val="0"/>
      <w:ind w:left="1701" w:hanging="567"/>
      <w:textAlignment w:val="baseline"/>
    </w:pPr>
    <w:rPr>
      <w:rFonts w:eastAsiaTheme="minorEastAsia"/>
      <w:lang w:eastAsia="ja-JP"/>
    </w:rPr>
  </w:style>
  <w:style w:type="paragraph" w:customStyle="1" w:styleId="FigureTitle">
    <w:name w:val="Figure_Title"/>
    <w:basedOn w:val="Normal"/>
    <w:next w:val="Normal"/>
    <w:qFormat/>
    <w:rsid w:val="0017189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heme="minorEastAsia"/>
      <w:b/>
      <w:sz w:val="24"/>
      <w:lang w:eastAsia="ja-JP"/>
    </w:rPr>
  </w:style>
  <w:style w:type="paragraph" w:customStyle="1" w:styleId="RecCCITT">
    <w:name w:val="Rec_CCITT_#"/>
    <w:basedOn w:val="Normal"/>
    <w:qFormat/>
    <w:rsid w:val="0017189C"/>
    <w:pPr>
      <w:keepNext/>
      <w:keepLines/>
      <w:overflowPunct w:val="0"/>
      <w:autoSpaceDE w:val="0"/>
      <w:autoSpaceDN w:val="0"/>
      <w:adjustRightInd w:val="0"/>
      <w:textAlignment w:val="baseline"/>
    </w:pPr>
    <w:rPr>
      <w:rFonts w:eastAsiaTheme="minorEastAsia"/>
      <w:b/>
      <w:lang w:eastAsia="ja-JP"/>
    </w:rPr>
  </w:style>
  <w:style w:type="paragraph" w:customStyle="1" w:styleId="enumlev2">
    <w:name w:val="enumlev2"/>
    <w:basedOn w:val="Normal"/>
    <w:qFormat/>
    <w:rsid w:val="0017189C"/>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heme="minorEastAsia"/>
      <w:lang w:val="en-US" w:eastAsia="ja-JP"/>
    </w:rPr>
  </w:style>
  <w:style w:type="paragraph" w:customStyle="1" w:styleId="CouvRecTitle">
    <w:name w:val="Couv Rec Title"/>
    <w:basedOn w:val="Normal"/>
    <w:qFormat/>
    <w:rsid w:val="0017189C"/>
    <w:pPr>
      <w:keepNext/>
      <w:keepLines/>
      <w:overflowPunct w:val="0"/>
      <w:autoSpaceDE w:val="0"/>
      <w:autoSpaceDN w:val="0"/>
      <w:adjustRightInd w:val="0"/>
      <w:spacing w:before="240"/>
      <w:ind w:left="1418"/>
      <w:textAlignment w:val="baseline"/>
    </w:pPr>
    <w:rPr>
      <w:rFonts w:ascii="Arial" w:eastAsiaTheme="minorEastAsia" w:hAnsi="Arial"/>
      <w:b/>
      <w:sz w:val="36"/>
      <w:lang w:val="en-US" w:eastAsia="ja-JP"/>
    </w:rPr>
  </w:style>
  <w:style w:type="paragraph" w:customStyle="1" w:styleId="Figure">
    <w:name w:val="Figure"/>
    <w:basedOn w:val="Normal"/>
    <w:qFormat/>
    <w:rsid w:val="0017189C"/>
    <w:pPr>
      <w:tabs>
        <w:tab w:val="num" w:pos="1440"/>
      </w:tabs>
      <w:spacing w:before="180" w:after="240" w:line="280" w:lineRule="atLeast"/>
      <w:ind w:left="720" w:hanging="360"/>
      <w:jc w:val="center"/>
    </w:pPr>
    <w:rPr>
      <w:rFonts w:ascii="Arial" w:eastAsiaTheme="minorEastAsia" w:hAnsi="Arial"/>
      <w:b/>
      <w:lang w:val="en-US" w:eastAsia="ja-JP"/>
    </w:rPr>
  </w:style>
  <w:style w:type="paragraph" w:customStyle="1" w:styleId="MTDisplayEquation">
    <w:name w:val="MTDisplayEquation"/>
    <w:basedOn w:val="Normal"/>
    <w:qFormat/>
    <w:rsid w:val="0017189C"/>
    <w:pPr>
      <w:tabs>
        <w:tab w:val="center" w:pos="4820"/>
        <w:tab w:val="right" w:pos="9640"/>
      </w:tabs>
    </w:pPr>
    <w:rPr>
      <w:rFonts w:eastAsiaTheme="minorEastAsia"/>
      <w:lang w:eastAsia="ja-JP"/>
    </w:rPr>
  </w:style>
  <w:style w:type="paragraph" w:customStyle="1" w:styleId="Data">
    <w:name w:val="Data"/>
    <w:basedOn w:val="Normal"/>
    <w:qFormat/>
    <w:rsid w:val="0017189C"/>
    <w:pPr>
      <w:tabs>
        <w:tab w:val="left" w:pos="1418"/>
      </w:tabs>
      <w:overflowPunct w:val="0"/>
      <w:autoSpaceDE w:val="0"/>
      <w:autoSpaceDN w:val="0"/>
      <w:adjustRightInd w:val="0"/>
      <w:spacing w:after="120"/>
      <w:textAlignment w:val="baseline"/>
    </w:pPr>
    <w:rPr>
      <w:rFonts w:ascii="Arial" w:hAnsi="Arial"/>
      <w:sz w:val="24"/>
      <w:lang w:val="fr-FR" w:eastAsia="ko-KR"/>
    </w:rPr>
  </w:style>
  <w:style w:type="paragraph" w:customStyle="1" w:styleId="p20">
    <w:name w:val="p20"/>
    <w:basedOn w:val="Normal"/>
    <w:rsid w:val="0017189C"/>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qFormat/>
    <w:rsid w:val="0017189C"/>
    <w:pPr>
      <w:overflowPunct w:val="0"/>
      <w:autoSpaceDE w:val="0"/>
      <w:autoSpaceDN w:val="0"/>
      <w:adjustRightInd w:val="0"/>
      <w:textAlignment w:val="baseline"/>
    </w:pPr>
    <w:rPr>
      <w:rFonts w:eastAsiaTheme="minorEastAsia"/>
      <w:lang w:eastAsia="ja-JP"/>
    </w:rPr>
  </w:style>
  <w:style w:type="paragraph" w:customStyle="1" w:styleId="TaOC">
    <w:name w:val="TaOC"/>
    <w:basedOn w:val="TAC"/>
    <w:qFormat/>
    <w:rsid w:val="0017189C"/>
    <w:pPr>
      <w:overflowPunct w:val="0"/>
      <w:autoSpaceDE w:val="0"/>
      <w:autoSpaceDN w:val="0"/>
      <w:adjustRightInd w:val="0"/>
      <w:textAlignment w:val="baseline"/>
    </w:pPr>
    <w:rPr>
      <w:rFonts w:eastAsiaTheme="minorEastAsia"/>
      <w:lang w:eastAsia="ja-JP"/>
    </w:rPr>
  </w:style>
  <w:style w:type="paragraph" w:customStyle="1" w:styleId="1CharChar1Char">
    <w:name w:val="(文字) (文字)1 Char (文字) (文字) Char (文字) (文字)1 Char (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qFormat/>
    <w:rsid w:val="0017189C"/>
    <w:pPr>
      <w:shd w:val="clear" w:color="000000" w:fill="FFFF00"/>
      <w:spacing w:before="100" w:beforeAutospacing="1" w:after="100" w:afterAutospacing="1"/>
      <w:jc w:val="center"/>
    </w:pPr>
    <w:rPr>
      <w:rFonts w:ascii="Arial" w:eastAsiaTheme="minorEastAsia" w:hAnsi="Arial" w:cs="Arial"/>
      <w:b/>
      <w:bCs/>
      <w:color w:val="000000"/>
      <w:sz w:val="16"/>
      <w:szCs w:val="16"/>
      <w:lang w:eastAsia="en-GB"/>
    </w:rPr>
  </w:style>
  <w:style w:type="paragraph" w:customStyle="1" w:styleId="Separation">
    <w:name w:val="Separation"/>
    <w:basedOn w:val="Heading1"/>
    <w:next w:val="Normal"/>
    <w:qFormat/>
    <w:rsid w:val="0017189C"/>
    <w:pPr>
      <w:pBdr>
        <w:top w:val="none" w:sz="0" w:space="0" w:color="auto"/>
      </w:pBdr>
    </w:pPr>
    <w:rPr>
      <w:rFonts w:eastAsiaTheme="minorEastAsia"/>
      <w:b/>
      <w:color w:val="0000FF"/>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7189C"/>
    <w:rPr>
      <w:rFonts w:ascii="Arial" w:hAnsi="Arial"/>
      <w:sz w:val="28"/>
      <w:lang w:val="en-GB" w:eastAsia="en-US" w:bidi="ar-SA"/>
    </w:rPr>
  </w:style>
  <w:style w:type="character" w:customStyle="1" w:styleId="T1Char3">
    <w:name w:val="T1 Char3"/>
    <w:aliases w:val="Header 6 Char Char3"/>
    <w:qFormat/>
    <w:rsid w:val="0017189C"/>
    <w:rPr>
      <w:rFonts w:ascii="Arial" w:hAnsi="Arial"/>
      <w:lang w:val="en-GB" w:eastAsia="en-US" w:bidi="ar-SA"/>
    </w:rPr>
  </w:style>
  <w:style w:type="table" w:customStyle="1" w:styleId="Tabellengitternetz1">
    <w:name w:val="Tabellengitternetz1"/>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7189C"/>
    <w:pPr>
      <w:tabs>
        <w:tab w:val="num" w:pos="928"/>
      </w:tabs>
      <w:ind w:left="928" w:hanging="360"/>
    </w:pPr>
    <w:rPr>
      <w:rFonts w:eastAsia="Batang"/>
      <w:lang w:eastAsia="ko-KR"/>
    </w:rPr>
  </w:style>
  <w:style w:type="paragraph" w:customStyle="1" w:styleId="StyleHeading6Left0cmHanging349cmAfter9pt">
    <w:name w:val="Style Heading 6 + Left:  0 cm Hanging:  3.49 cm After:  9 pt"/>
    <w:basedOn w:val="Heading6"/>
    <w:qFormat/>
    <w:rsid w:val="0017189C"/>
    <w:pPr>
      <w:keepNext w:val="0"/>
      <w:keepLines w:val="0"/>
      <w:spacing w:before="240"/>
      <w:ind w:left="1980" w:hanging="1980"/>
    </w:pPr>
    <w:rPr>
      <w:bCs/>
      <w:lang w:eastAsia="x-none"/>
    </w:rPr>
  </w:style>
  <w:style w:type="paragraph" w:customStyle="1" w:styleId="StyleHeading6After9pt">
    <w:name w:val="Style Heading 6 + After:  9 pt"/>
    <w:basedOn w:val="Heading6"/>
    <w:qFormat/>
    <w:rsid w:val="0017189C"/>
    <w:pPr>
      <w:keepNext w:val="0"/>
      <w:keepLines w:val="0"/>
      <w:spacing w:before="240"/>
      <w:ind w:left="0" w:firstLine="0"/>
    </w:pPr>
    <w:rPr>
      <w:bCs/>
      <w:lang w:eastAsia="x-none"/>
    </w:rPr>
  </w:style>
  <w:style w:type="paragraph" w:customStyle="1" w:styleId="a3">
    <w:name w:val="吹き出し"/>
    <w:basedOn w:val="Normal"/>
    <w:semiHidden/>
    <w:rsid w:val="0017189C"/>
    <w:rPr>
      <w:rFonts w:ascii="Tahoma" w:hAnsi="Tahoma" w:cs="Tahoma"/>
      <w:sz w:val="16"/>
      <w:szCs w:val="16"/>
      <w:lang w:eastAsia="ko-KR"/>
    </w:rPr>
  </w:style>
  <w:style w:type="paragraph" w:customStyle="1" w:styleId="JK-text-simpledoc">
    <w:name w:val="JK - text - simple doc"/>
    <w:basedOn w:val="BodyText"/>
    <w:autoRedefine/>
    <w:qFormat/>
    <w:rsid w:val="0017189C"/>
    <w:pPr>
      <w:tabs>
        <w:tab w:val="num" w:pos="928"/>
        <w:tab w:val="num" w:pos="1097"/>
      </w:tabs>
      <w:spacing w:after="120" w:line="288" w:lineRule="auto"/>
      <w:ind w:left="1097" w:hanging="360"/>
    </w:pPr>
    <w:rPr>
      <w:rFonts w:ascii="Arial" w:eastAsia="SimSun" w:hAnsi="Arial" w:cs="Arial"/>
      <w:lang w:val="en-US"/>
    </w:rPr>
  </w:style>
  <w:style w:type="paragraph" w:customStyle="1" w:styleId="b11">
    <w:name w:val="b1"/>
    <w:basedOn w:val="Normal"/>
    <w:qFormat/>
    <w:rsid w:val="0017189C"/>
    <w:pPr>
      <w:spacing w:before="100" w:beforeAutospacing="1" w:after="100" w:afterAutospacing="1"/>
    </w:pPr>
    <w:rPr>
      <w:rFonts w:eastAsiaTheme="minorEastAsia"/>
      <w:sz w:val="24"/>
      <w:szCs w:val="24"/>
      <w:lang w:val="en-US" w:eastAsia="ko-KR"/>
    </w:rPr>
  </w:style>
  <w:style w:type="paragraph" w:customStyle="1" w:styleId="11">
    <w:name w:val="吹き出し1"/>
    <w:basedOn w:val="Normal"/>
    <w:semiHidden/>
    <w:qFormat/>
    <w:rsid w:val="0017189C"/>
    <w:rPr>
      <w:rFonts w:ascii="Tahoma" w:hAnsi="Tahoma" w:cs="Tahoma"/>
      <w:sz w:val="16"/>
      <w:szCs w:val="16"/>
      <w:lang w:eastAsia="ko-KR"/>
    </w:rPr>
  </w:style>
  <w:style w:type="paragraph" w:customStyle="1" w:styleId="ZchnZchn">
    <w:name w:val="Zchn Zchn"/>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0">
    <w:name w:val="吹き出し2"/>
    <w:basedOn w:val="Normal"/>
    <w:semiHidden/>
    <w:qFormat/>
    <w:rsid w:val="0017189C"/>
    <w:rPr>
      <w:rFonts w:ascii="Tahoma" w:hAnsi="Tahoma" w:cs="Tahoma"/>
      <w:sz w:val="16"/>
      <w:szCs w:val="16"/>
      <w:lang w:eastAsia="ko-KR"/>
    </w:rPr>
  </w:style>
  <w:style w:type="paragraph" w:customStyle="1" w:styleId="Note">
    <w:name w:val="Note"/>
    <w:basedOn w:val="B10"/>
    <w:qFormat/>
    <w:rsid w:val="0017189C"/>
    <w:pPr>
      <w:overflowPunct w:val="0"/>
      <w:autoSpaceDE w:val="0"/>
      <w:autoSpaceDN w:val="0"/>
      <w:adjustRightInd w:val="0"/>
      <w:textAlignment w:val="baseline"/>
    </w:pPr>
    <w:rPr>
      <w:lang w:eastAsia="en-GB"/>
    </w:rPr>
  </w:style>
  <w:style w:type="paragraph" w:customStyle="1" w:styleId="tabletext0">
    <w:name w:val="table text"/>
    <w:basedOn w:val="Normal"/>
    <w:next w:val="Normal"/>
    <w:qFormat/>
    <w:rsid w:val="0017189C"/>
    <w:pPr>
      <w:overflowPunct w:val="0"/>
      <w:autoSpaceDE w:val="0"/>
      <w:autoSpaceDN w:val="0"/>
      <w:adjustRightInd w:val="0"/>
      <w:textAlignment w:val="baseline"/>
    </w:pPr>
    <w:rPr>
      <w:i/>
      <w:lang w:eastAsia="en-GB"/>
    </w:rPr>
  </w:style>
  <w:style w:type="paragraph" w:customStyle="1" w:styleId="TOC91">
    <w:name w:val="TOC 91"/>
    <w:basedOn w:val="TOC8"/>
    <w:qFormat/>
    <w:rsid w:val="0017189C"/>
    <w:pPr>
      <w:overflowPunct w:val="0"/>
      <w:autoSpaceDE w:val="0"/>
      <w:autoSpaceDN w:val="0"/>
      <w:adjustRightInd w:val="0"/>
      <w:ind w:left="1418" w:hanging="1418"/>
      <w:textAlignment w:val="baseline"/>
    </w:pPr>
    <w:rPr>
      <w:lang w:val="en-US" w:eastAsia="en-GB"/>
    </w:rPr>
  </w:style>
  <w:style w:type="paragraph" w:customStyle="1" w:styleId="Caption1">
    <w:name w:val="Caption1"/>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HE">
    <w:name w:val="HE"/>
    <w:basedOn w:val="Normal"/>
    <w:qFormat/>
    <w:rsid w:val="0017189C"/>
    <w:pPr>
      <w:overflowPunct w:val="0"/>
      <w:autoSpaceDE w:val="0"/>
      <w:autoSpaceDN w:val="0"/>
      <w:adjustRightInd w:val="0"/>
      <w:spacing w:after="0"/>
      <w:textAlignment w:val="baseline"/>
    </w:pPr>
    <w:rPr>
      <w:b/>
      <w:lang w:eastAsia="en-GB"/>
    </w:rPr>
  </w:style>
  <w:style w:type="paragraph" w:customStyle="1" w:styleId="HO">
    <w:name w:val="HO"/>
    <w:basedOn w:val="Normal"/>
    <w:qFormat/>
    <w:rsid w:val="0017189C"/>
    <w:pPr>
      <w:overflowPunct w:val="0"/>
      <w:autoSpaceDE w:val="0"/>
      <w:autoSpaceDN w:val="0"/>
      <w:adjustRightInd w:val="0"/>
      <w:spacing w:after="0"/>
      <w:jc w:val="right"/>
      <w:textAlignment w:val="baseline"/>
    </w:pPr>
    <w:rPr>
      <w:b/>
      <w:lang w:eastAsia="en-GB"/>
    </w:rPr>
  </w:style>
  <w:style w:type="paragraph" w:customStyle="1" w:styleId="WP">
    <w:name w:val="WP"/>
    <w:basedOn w:val="Normal"/>
    <w:qFormat/>
    <w:rsid w:val="0017189C"/>
    <w:pPr>
      <w:overflowPunct w:val="0"/>
      <w:autoSpaceDE w:val="0"/>
      <w:autoSpaceDN w:val="0"/>
      <w:adjustRightInd w:val="0"/>
      <w:spacing w:after="0"/>
      <w:jc w:val="both"/>
      <w:textAlignment w:val="baseline"/>
    </w:pPr>
    <w:rPr>
      <w:lang w:eastAsia="en-GB"/>
    </w:rPr>
  </w:style>
  <w:style w:type="paragraph" w:customStyle="1" w:styleId="ZK">
    <w:name w:val="ZK"/>
    <w:qFormat/>
    <w:rsid w:val="0017189C"/>
    <w:pPr>
      <w:spacing w:after="240" w:line="240" w:lineRule="atLeast"/>
      <w:ind w:left="1191" w:right="113" w:hanging="1191"/>
    </w:pPr>
    <w:rPr>
      <w:lang w:eastAsia="en-US"/>
    </w:rPr>
  </w:style>
  <w:style w:type="paragraph" w:customStyle="1" w:styleId="ZC">
    <w:name w:val="ZC"/>
    <w:qFormat/>
    <w:rsid w:val="0017189C"/>
    <w:pPr>
      <w:spacing w:line="360" w:lineRule="atLeast"/>
      <w:jc w:val="center"/>
    </w:pPr>
    <w:rPr>
      <w:lang w:eastAsia="en-US"/>
    </w:rPr>
  </w:style>
  <w:style w:type="paragraph" w:customStyle="1" w:styleId="FooterCentred">
    <w:name w:val="FooterCentred"/>
    <w:basedOn w:val="Footer"/>
    <w:qFormat/>
    <w:rsid w:val="0017189C"/>
    <w:pPr>
      <w:tabs>
        <w:tab w:val="center" w:pos="4678"/>
        <w:tab w:val="right" w:pos="9356"/>
      </w:tabs>
      <w:jc w:val="both"/>
    </w:pPr>
    <w:rPr>
      <w:rFonts w:ascii="Times New Roman" w:hAnsi="Times New Roman"/>
      <w:b w:val="0"/>
      <w:i w:val="0"/>
      <w:noProof w:val="0"/>
      <w:sz w:val="20"/>
      <w:lang w:val="x-none" w:eastAsia="en-GB"/>
    </w:rPr>
  </w:style>
  <w:style w:type="paragraph" w:customStyle="1" w:styleId="CRfront">
    <w:name w:val="CR_front"/>
    <w:basedOn w:val="Normal"/>
    <w:qFormat/>
    <w:rsid w:val="0017189C"/>
    <w:pPr>
      <w:overflowPunct w:val="0"/>
      <w:autoSpaceDE w:val="0"/>
      <w:autoSpaceDN w:val="0"/>
      <w:adjustRightInd w:val="0"/>
      <w:textAlignment w:val="baseline"/>
    </w:pPr>
    <w:rPr>
      <w:lang w:eastAsia="en-GB"/>
    </w:rPr>
  </w:style>
  <w:style w:type="paragraph" w:customStyle="1" w:styleId="NumberedList">
    <w:name w:val="Numbered List"/>
    <w:basedOn w:val="Para1"/>
    <w:qFormat/>
    <w:rsid w:val="0017189C"/>
    <w:pPr>
      <w:tabs>
        <w:tab w:val="left" w:pos="360"/>
      </w:tabs>
      <w:ind w:left="360" w:hanging="360"/>
    </w:pPr>
  </w:style>
  <w:style w:type="paragraph" w:customStyle="1" w:styleId="Para1">
    <w:name w:val="Para1"/>
    <w:basedOn w:val="Normal"/>
    <w:qFormat/>
    <w:rsid w:val="0017189C"/>
    <w:pPr>
      <w:overflowPunct w:val="0"/>
      <w:autoSpaceDE w:val="0"/>
      <w:autoSpaceDN w:val="0"/>
      <w:adjustRightInd w:val="0"/>
      <w:spacing w:before="120" w:after="120"/>
      <w:textAlignment w:val="baseline"/>
    </w:pPr>
    <w:rPr>
      <w:lang w:val="en-US" w:eastAsia="en-GB"/>
    </w:rPr>
  </w:style>
  <w:style w:type="paragraph" w:customStyle="1" w:styleId="Teststep">
    <w:name w:val="Test step"/>
    <w:basedOn w:val="Normal"/>
    <w:qFormat/>
    <w:rsid w:val="0017189C"/>
    <w:pPr>
      <w:tabs>
        <w:tab w:val="left" w:pos="720"/>
      </w:tabs>
      <w:overflowPunct w:val="0"/>
      <w:autoSpaceDE w:val="0"/>
      <w:autoSpaceDN w:val="0"/>
      <w:adjustRightInd w:val="0"/>
      <w:spacing w:after="0"/>
      <w:ind w:left="720" w:hanging="720"/>
      <w:textAlignment w:val="baseline"/>
    </w:pPr>
    <w:rPr>
      <w:lang w:eastAsia="en-GB"/>
    </w:rPr>
  </w:style>
  <w:style w:type="paragraph" w:customStyle="1" w:styleId="TableTitle">
    <w:name w:val="TableTitle"/>
    <w:basedOn w:val="BodyText2"/>
    <w:next w:val="BodyText2"/>
    <w:qFormat/>
    <w:rsid w:val="0017189C"/>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qFormat/>
    <w:rsid w:val="0017189C"/>
    <w:pPr>
      <w:overflowPunct w:val="0"/>
      <w:autoSpaceDE w:val="0"/>
      <w:autoSpaceDN w:val="0"/>
      <w:adjustRightInd w:val="0"/>
      <w:ind w:left="400" w:hanging="400"/>
      <w:jc w:val="center"/>
      <w:textAlignment w:val="baseline"/>
    </w:pPr>
    <w:rPr>
      <w:b/>
      <w:lang w:eastAsia="en-GB"/>
    </w:rPr>
  </w:style>
  <w:style w:type="paragraph" w:customStyle="1" w:styleId="table">
    <w:name w:val="table"/>
    <w:basedOn w:val="Normal"/>
    <w:next w:val="Normal"/>
    <w:qFormat/>
    <w:rsid w:val="0017189C"/>
    <w:pPr>
      <w:overflowPunct w:val="0"/>
      <w:autoSpaceDE w:val="0"/>
      <w:autoSpaceDN w:val="0"/>
      <w:adjustRightInd w:val="0"/>
      <w:spacing w:after="0"/>
      <w:jc w:val="center"/>
      <w:textAlignment w:val="baseline"/>
    </w:pPr>
    <w:rPr>
      <w:lang w:val="en-US" w:eastAsia="en-GB"/>
    </w:rPr>
  </w:style>
  <w:style w:type="paragraph" w:customStyle="1" w:styleId="t2">
    <w:name w:val="t2"/>
    <w:basedOn w:val="Normal"/>
    <w:qFormat/>
    <w:rsid w:val="0017189C"/>
    <w:pPr>
      <w:overflowPunct w:val="0"/>
      <w:autoSpaceDE w:val="0"/>
      <w:autoSpaceDN w:val="0"/>
      <w:adjustRightInd w:val="0"/>
      <w:spacing w:after="0"/>
      <w:textAlignment w:val="baseline"/>
    </w:pPr>
    <w:rPr>
      <w:lang w:eastAsia="en-GB"/>
    </w:rPr>
  </w:style>
  <w:style w:type="paragraph" w:customStyle="1" w:styleId="CommentNokia">
    <w:name w:val="Comment Nokia"/>
    <w:basedOn w:val="Normal"/>
    <w:qFormat/>
    <w:rsid w:val="0017189C"/>
    <w:pPr>
      <w:tabs>
        <w:tab w:val="left" w:pos="360"/>
      </w:tabs>
      <w:overflowPunct w:val="0"/>
      <w:autoSpaceDE w:val="0"/>
      <w:autoSpaceDN w:val="0"/>
      <w:adjustRightInd w:val="0"/>
      <w:ind w:left="360" w:hanging="360"/>
      <w:textAlignment w:val="baseline"/>
    </w:pPr>
    <w:rPr>
      <w:sz w:val="22"/>
      <w:lang w:val="en-US" w:eastAsia="en-GB"/>
    </w:rPr>
  </w:style>
  <w:style w:type="paragraph" w:customStyle="1" w:styleId="Copyright">
    <w:name w:val="Copyright"/>
    <w:basedOn w:val="Normal"/>
    <w:qFormat/>
    <w:rsid w:val="0017189C"/>
    <w:pPr>
      <w:overflowPunct w:val="0"/>
      <w:autoSpaceDE w:val="0"/>
      <w:autoSpaceDN w:val="0"/>
      <w:adjustRightInd w:val="0"/>
      <w:spacing w:after="0"/>
      <w:jc w:val="center"/>
      <w:textAlignment w:val="baseline"/>
    </w:pPr>
    <w:rPr>
      <w:rFonts w:ascii="Arial" w:hAnsi="Arial"/>
      <w:b/>
      <w:sz w:val="16"/>
      <w:lang w:eastAsia="ja-JP"/>
    </w:rPr>
  </w:style>
  <w:style w:type="paragraph" w:customStyle="1" w:styleId="Tdoctable">
    <w:name w:val="Tdoc_table"/>
    <w:qFormat/>
    <w:rsid w:val="0017189C"/>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qFormat/>
    <w:rsid w:val="0017189C"/>
    <w:pPr>
      <w:spacing w:before="120"/>
      <w:outlineLvl w:val="2"/>
    </w:pPr>
    <w:rPr>
      <w:sz w:val="28"/>
    </w:rPr>
  </w:style>
  <w:style w:type="paragraph" w:customStyle="1" w:styleId="Heading2Head2A2">
    <w:name w:val="Heading 2.Head2A.2"/>
    <w:basedOn w:val="Heading1"/>
    <w:next w:val="Normal"/>
    <w:qFormat/>
    <w:rsid w:val="0017189C"/>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qFormat/>
    <w:rsid w:val="0017189C"/>
    <w:pPr>
      <w:overflowPunct w:val="0"/>
      <w:autoSpaceDE w:val="0"/>
      <w:autoSpaceDN w:val="0"/>
      <w:adjustRightInd w:val="0"/>
      <w:spacing w:after="220"/>
      <w:textAlignment w:val="baseline"/>
    </w:pPr>
    <w:rPr>
      <w:b/>
      <w:lang w:val="en-US" w:eastAsia="en-GB"/>
    </w:rPr>
  </w:style>
  <w:style w:type="paragraph" w:customStyle="1" w:styleId="berschrift2Head2A2">
    <w:name w:val="Überschrift 2.Head2A.2"/>
    <w:basedOn w:val="Heading1"/>
    <w:next w:val="Normal"/>
    <w:qFormat/>
    <w:rsid w:val="0017189C"/>
    <w:pPr>
      <w:pBdr>
        <w:top w:val="none" w:sz="0" w:space="0" w:color="auto"/>
      </w:pBdr>
      <w:spacing w:before="180"/>
      <w:outlineLvl w:val="1"/>
    </w:pPr>
    <w:rPr>
      <w:sz w:val="32"/>
      <w:lang w:eastAsia="de-DE"/>
    </w:rPr>
  </w:style>
  <w:style w:type="paragraph" w:customStyle="1" w:styleId="berschrift3h3H3Underrubrik2">
    <w:name w:val="Überschrift 3.h3.H3.Underrubrik2"/>
    <w:basedOn w:val="Heading2"/>
    <w:next w:val="Normal"/>
    <w:qFormat/>
    <w:rsid w:val="0017189C"/>
    <w:pPr>
      <w:spacing w:before="120"/>
      <w:outlineLvl w:val="2"/>
    </w:pPr>
    <w:rPr>
      <w:sz w:val="28"/>
      <w:lang w:eastAsia="de-DE"/>
    </w:rPr>
  </w:style>
  <w:style w:type="paragraph" w:customStyle="1" w:styleId="Reference">
    <w:name w:val="Reference"/>
    <w:basedOn w:val="Normal"/>
    <w:qFormat/>
    <w:rsid w:val="0017189C"/>
    <w:pPr>
      <w:numPr>
        <w:numId w:val="9"/>
      </w:numPr>
      <w:spacing w:after="0"/>
    </w:pPr>
    <w:rPr>
      <w:lang w:eastAsia="en-GB"/>
    </w:rPr>
  </w:style>
  <w:style w:type="paragraph" w:customStyle="1" w:styleId="Bullets">
    <w:name w:val="Bullets"/>
    <w:basedOn w:val="BodyText"/>
    <w:qFormat/>
    <w:rsid w:val="0017189C"/>
    <w:pPr>
      <w:widowControl w:val="0"/>
      <w:overflowPunct w:val="0"/>
      <w:autoSpaceDE w:val="0"/>
      <w:autoSpaceDN w:val="0"/>
      <w:adjustRightInd w:val="0"/>
      <w:spacing w:after="120"/>
      <w:ind w:left="283" w:hanging="283"/>
      <w:textAlignment w:val="baseline"/>
    </w:pPr>
    <w:rPr>
      <w:rFonts w:ascii="Times New Roman" w:hAnsi="Times New Roman"/>
      <w:lang w:eastAsia="de-DE"/>
    </w:rPr>
  </w:style>
  <w:style w:type="paragraph" w:customStyle="1" w:styleId="11BodyText">
    <w:name w:val="11 BodyText"/>
    <w:basedOn w:val="Normal"/>
    <w:qFormat/>
    <w:rsid w:val="0017189C"/>
    <w:pPr>
      <w:spacing w:after="220"/>
      <w:ind w:left="1298"/>
    </w:pPr>
    <w:rPr>
      <w:rFonts w:ascii="Arial" w:eastAsia="SimSun" w:hAnsi="Arial"/>
      <w:lang w:val="en-US" w:eastAsia="en-GB"/>
    </w:rPr>
  </w:style>
  <w:style w:type="numbering" w:customStyle="1" w:styleId="12">
    <w:name w:val="无列表1"/>
    <w:next w:val="NoList"/>
    <w:semiHidden/>
    <w:rsid w:val="0017189C"/>
  </w:style>
  <w:style w:type="paragraph" w:customStyle="1" w:styleId="1030302">
    <w:name w:val="样式 样式 标题 1 + 两端对齐 段前: 0.3 行 段后: 0.3 行 行距: 单倍行距 + 段前: 0.2 行 段后: ..."/>
    <w:basedOn w:val="Normal"/>
    <w:autoRedefine/>
    <w:qFormat/>
    <w:rsid w:val="0017189C"/>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7189C"/>
    <w:pPr>
      <w:keepNext/>
      <w:keepLines/>
      <w:overflowPunct w:val="0"/>
      <w:autoSpaceDE w:val="0"/>
      <w:autoSpaceDN w:val="0"/>
      <w:adjustRightInd w:val="0"/>
      <w:spacing w:after="0"/>
      <w:ind w:right="134"/>
      <w:jc w:val="right"/>
      <w:textAlignment w:val="baseline"/>
    </w:pPr>
    <w:rPr>
      <w:rFonts w:ascii="Arial" w:eastAsiaTheme="minorEastAsia" w:hAnsi="Arial" w:cs="Arial"/>
      <w:sz w:val="18"/>
      <w:szCs w:val="18"/>
      <w:lang w:val="en-US" w:eastAsia="ko-KR"/>
    </w:rPr>
  </w:style>
  <w:style w:type="paragraph" w:customStyle="1" w:styleId="StyleTAC">
    <w:name w:val="Style TAC +"/>
    <w:basedOn w:val="TAC"/>
    <w:next w:val="TAC"/>
    <w:link w:val="StyleTACChar"/>
    <w:autoRedefine/>
    <w:qFormat/>
    <w:rsid w:val="0017189C"/>
    <w:rPr>
      <w:rFonts w:eastAsia="Malgun Gothic"/>
      <w:kern w:val="2"/>
    </w:rPr>
  </w:style>
  <w:style w:type="character" w:customStyle="1" w:styleId="StyleTACChar">
    <w:name w:val="Style TAC + Char"/>
    <w:link w:val="StyleTAC"/>
    <w:qFormat/>
    <w:rsid w:val="0017189C"/>
    <w:rPr>
      <w:rFonts w:ascii="Arial" w:eastAsia="Malgun Gothic" w:hAnsi="Arial"/>
      <w:kern w:val="2"/>
      <w:sz w:val="18"/>
      <w:lang w:eastAsia="en-US"/>
    </w:rPr>
  </w:style>
  <w:style w:type="character" w:customStyle="1" w:styleId="CharChar29">
    <w:name w:val="Char Char29"/>
    <w:qFormat/>
    <w:rsid w:val="0017189C"/>
    <w:rPr>
      <w:rFonts w:ascii="Arial" w:hAnsi="Arial"/>
      <w:sz w:val="36"/>
      <w:lang w:val="en-GB" w:eastAsia="en-US" w:bidi="ar-SA"/>
    </w:rPr>
  </w:style>
  <w:style w:type="character" w:customStyle="1" w:styleId="CharChar28">
    <w:name w:val="Char Char28"/>
    <w:qFormat/>
    <w:rsid w:val="0017189C"/>
    <w:rPr>
      <w:rFonts w:ascii="Arial" w:hAnsi="Arial"/>
      <w:sz w:val="32"/>
      <w:lang w:val="en-GB"/>
    </w:rPr>
  </w:style>
  <w:style w:type="character" w:customStyle="1" w:styleId="msoins00">
    <w:name w:val="msoins0"/>
    <w:qFormat/>
    <w:rsid w:val="0017189C"/>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7189C"/>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7189C"/>
    <w:rPr>
      <w:rFonts w:ascii="Arial" w:hAnsi="Arial"/>
      <w:sz w:val="22"/>
      <w:lang w:val="en-GB" w:eastAsia="en-GB" w:bidi="ar-SA"/>
    </w:rPr>
  </w:style>
  <w:style w:type="character" w:customStyle="1" w:styleId="B1Zchn">
    <w:name w:val="B1 Zchn"/>
    <w:qFormat/>
    <w:rsid w:val="0017189C"/>
    <w:rPr>
      <w:rFonts w:ascii="Times New Roman" w:hAnsi="Times New Roman"/>
      <w:lang w:val="en-GB"/>
    </w:rPr>
  </w:style>
  <w:style w:type="character" w:customStyle="1" w:styleId="GuidanceChar">
    <w:name w:val="Guidance Char"/>
    <w:link w:val="Guidance"/>
    <w:qFormat/>
    <w:rsid w:val="0017189C"/>
    <w:rPr>
      <w:i/>
      <w:color w:val="0000FF"/>
      <w:lang w:eastAsia="en-US"/>
    </w:rPr>
  </w:style>
  <w:style w:type="paragraph" w:customStyle="1" w:styleId="msonormal0">
    <w:name w:val="msonormal"/>
    <w:basedOn w:val="Normal"/>
    <w:qFormat/>
    <w:rsid w:val="0017189C"/>
    <w:pPr>
      <w:spacing w:before="100" w:beforeAutospacing="1" w:after="100" w:afterAutospacing="1"/>
    </w:pPr>
    <w:rPr>
      <w:rFonts w:eastAsia="Arial Unicode MS"/>
      <w:sz w:val="24"/>
      <w:szCs w:val="24"/>
      <w:lang w:eastAsia="ko-KR"/>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7189C"/>
    <w:rPr>
      <w:rFonts w:ascii="Times New Roman" w:hAnsi="Times New Roman"/>
      <w:lang w:val="en-GB" w:eastAsia="ko-KR"/>
    </w:rPr>
  </w:style>
  <w:style w:type="paragraph" w:customStyle="1" w:styleId="a4">
    <w:name w:val="样式 页眉"/>
    <w:basedOn w:val="Header"/>
    <w:link w:val="Char"/>
    <w:qFormat/>
    <w:rsid w:val="0017189C"/>
    <w:rPr>
      <w:rFonts w:eastAsia="Arial"/>
      <w:bCs/>
      <w:sz w:val="22"/>
      <w:lang w:eastAsia="en-US"/>
    </w:rPr>
  </w:style>
  <w:style w:type="character" w:customStyle="1" w:styleId="ListParagraphChar">
    <w:name w:val="List Paragraph Char"/>
    <w:link w:val="ListParagraph"/>
    <w:uiPriority w:val="34"/>
    <w:qFormat/>
    <w:locked/>
    <w:rsid w:val="0017189C"/>
  </w:style>
  <w:style w:type="character" w:customStyle="1" w:styleId="Char">
    <w:name w:val="样式 页眉 Char"/>
    <w:link w:val="a4"/>
    <w:qFormat/>
    <w:rsid w:val="0017189C"/>
    <w:rPr>
      <w:rFonts w:ascii="Arial" w:eastAsia="Arial" w:hAnsi="Arial"/>
      <w:b/>
      <w:bCs/>
      <w:noProof/>
      <w:sz w:val="22"/>
      <w:lang w:eastAsia="en-US"/>
    </w:rPr>
  </w:style>
  <w:style w:type="character" w:customStyle="1" w:styleId="B1Char1">
    <w:name w:val="B1 Char1"/>
    <w:qFormat/>
    <w:rsid w:val="0017189C"/>
    <w:rPr>
      <w:lang w:val="en-GB"/>
    </w:rPr>
  </w:style>
  <w:style w:type="paragraph" w:customStyle="1" w:styleId="13">
    <w:name w:val="修订1"/>
    <w:hidden/>
    <w:semiHidden/>
    <w:qFormat/>
    <w:rsid w:val="0017189C"/>
    <w:rPr>
      <w:rFonts w:eastAsia="Batang"/>
      <w:lang w:eastAsia="en-US"/>
    </w:rPr>
  </w:style>
  <w:style w:type="paragraph" w:customStyle="1" w:styleId="31">
    <w:name w:val="吹き出し3"/>
    <w:basedOn w:val="Normal"/>
    <w:semiHidden/>
    <w:qFormat/>
    <w:rsid w:val="0017189C"/>
    <w:rPr>
      <w:rFonts w:ascii="Tahoma" w:hAnsi="Tahoma" w:cs="Tahoma"/>
      <w:sz w:val="16"/>
      <w:szCs w:val="16"/>
    </w:rPr>
  </w:style>
  <w:style w:type="paragraph" w:customStyle="1" w:styleId="5">
    <w:name w:val="吹き出し5"/>
    <w:basedOn w:val="Normal"/>
    <w:semiHidden/>
    <w:qFormat/>
    <w:rsid w:val="0017189C"/>
    <w:rPr>
      <w:rFonts w:ascii="Tahoma" w:hAnsi="Tahoma" w:cs="Tahoma"/>
      <w:sz w:val="16"/>
      <w:szCs w:val="16"/>
    </w:rPr>
  </w:style>
  <w:style w:type="character" w:customStyle="1" w:styleId="B3Char">
    <w:name w:val="B3 Char"/>
    <w:link w:val="B30"/>
    <w:qFormat/>
    <w:rsid w:val="0017189C"/>
    <w:rPr>
      <w:lang w:eastAsia="en-US"/>
    </w:rPr>
  </w:style>
  <w:style w:type="paragraph" w:customStyle="1" w:styleId="CharChar24">
    <w:name w:val="Char Char24"/>
    <w:basedOn w:val="Normal"/>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7189C"/>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7189C"/>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7189C"/>
    <w:pPr>
      <w:overflowPunct w:val="0"/>
      <w:autoSpaceDE w:val="0"/>
      <w:autoSpaceDN w:val="0"/>
      <w:adjustRightInd w:val="0"/>
      <w:ind w:left="1080"/>
      <w:textAlignment w:val="baseline"/>
    </w:pPr>
    <w:rPr>
      <w:rFonts w:eastAsia="Yu Mincho"/>
    </w:rPr>
  </w:style>
  <w:style w:type="character" w:customStyle="1" w:styleId="BodyTextIndent3Char">
    <w:name w:val="Body Text Indent 3 Char"/>
    <w:basedOn w:val="DefaultParagraphFont"/>
    <w:link w:val="BodyTextIndent3"/>
    <w:qFormat/>
    <w:rsid w:val="0017189C"/>
    <w:rPr>
      <w:rFonts w:eastAsia="Yu Mincho"/>
      <w:lang w:eastAsia="en-US"/>
    </w:rPr>
  </w:style>
  <w:style w:type="paragraph" w:customStyle="1" w:styleId="MotorolaResponse1">
    <w:name w:val="Motorola Response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文字) (文字)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qFormat/>
    <w:rsid w:val="0017189C"/>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7189C"/>
    <w:rPr>
      <w:rFonts w:eastAsia="Batang"/>
      <w:sz w:val="24"/>
      <w:lang w:val="fr-FR" w:eastAsia="en-US"/>
    </w:rPr>
  </w:style>
  <w:style w:type="paragraph" w:customStyle="1" w:styleId="FBCharCharCharChar1">
    <w:name w:val="FB Char Char Char Char1"/>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Heading40">
    <w:name w:val="Heading4"/>
    <w:basedOn w:val="Heading3"/>
    <w:link w:val="Heading4Char0"/>
    <w:semiHidden/>
    <w:qFormat/>
    <w:rsid w:val="0017189C"/>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7189C"/>
    <w:rPr>
      <w:rFonts w:ascii="Arial" w:eastAsia="Arial" w:hAnsi="Arial"/>
      <w:sz w:val="28"/>
      <w:lang w:eastAsia="en-US"/>
    </w:rPr>
  </w:style>
  <w:style w:type="paragraph" w:customStyle="1" w:styleId="a">
    <w:name w:val="表格题注"/>
    <w:next w:val="Normal"/>
    <w:qFormat/>
    <w:rsid w:val="0017189C"/>
    <w:pPr>
      <w:numPr>
        <w:numId w:val="13"/>
      </w:numPr>
      <w:spacing w:beforeLines="50" w:afterLines="50"/>
      <w:jc w:val="center"/>
    </w:pPr>
    <w:rPr>
      <w:rFonts w:eastAsia="Yu Mincho"/>
      <w:b/>
      <w:lang w:eastAsia="zh-CN"/>
    </w:rPr>
  </w:style>
  <w:style w:type="paragraph" w:customStyle="1" w:styleId="a0">
    <w:name w:val="插图题注"/>
    <w:next w:val="Normal"/>
    <w:qFormat/>
    <w:rsid w:val="0017189C"/>
    <w:pPr>
      <w:numPr>
        <w:numId w:val="14"/>
      </w:numPr>
      <w:jc w:val="center"/>
    </w:pPr>
    <w:rPr>
      <w:rFonts w:eastAsia="Yu Mincho"/>
      <w:b/>
      <w:lang w:eastAsia="zh-CN"/>
    </w:rPr>
  </w:style>
  <w:style w:type="character" w:customStyle="1" w:styleId="textbodybold1">
    <w:name w:val="textbodybold1"/>
    <w:qFormat/>
    <w:rsid w:val="0017189C"/>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7189C"/>
    <w:rPr>
      <w:vanish w:val="0"/>
      <w:color w:val="FF0000"/>
      <w:lang w:eastAsia="en-US"/>
    </w:rPr>
  </w:style>
  <w:style w:type="character" w:customStyle="1" w:styleId="ListChar">
    <w:name w:val="List Char"/>
    <w:link w:val="List"/>
    <w:qFormat/>
    <w:rsid w:val="0017189C"/>
  </w:style>
  <w:style w:type="character" w:customStyle="1" w:styleId="List2Char">
    <w:name w:val="List 2 Char"/>
    <w:link w:val="List2"/>
    <w:qFormat/>
    <w:rsid w:val="0017189C"/>
  </w:style>
  <w:style w:type="character" w:customStyle="1" w:styleId="ListBullet3Char">
    <w:name w:val="List Bullet 3 Char"/>
    <w:link w:val="ListBullet3"/>
    <w:qFormat/>
    <w:rsid w:val="0017189C"/>
  </w:style>
  <w:style w:type="character" w:customStyle="1" w:styleId="ListBullet2Char">
    <w:name w:val="List Bullet 2 Char"/>
    <w:link w:val="ListBullet2"/>
    <w:qFormat/>
    <w:rsid w:val="0017189C"/>
  </w:style>
  <w:style w:type="character" w:customStyle="1" w:styleId="ListBulletChar">
    <w:name w:val="List Bullet Char"/>
    <w:link w:val="ListBullet"/>
    <w:qFormat/>
    <w:rsid w:val="0017189C"/>
  </w:style>
  <w:style w:type="character" w:customStyle="1" w:styleId="1Char0">
    <w:name w:val="样式1 Char"/>
    <w:link w:val="1"/>
    <w:qFormat/>
    <w:rsid w:val="0017189C"/>
    <w:rPr>
      <w:rFonts w:ascii="Arial" w:hAnsi="Arial"/>
      <w:sz w:val="18"/>
      <w:lang w:eastAsia="ja-JP"/>
    </w:rPr>
  </w:style>
  <w:style w:type="character" w:customStyle="1" w:styleId="superscript">
    <w:name w:val="superscript"/>
    <w:qFormat/>
    <w:rsid w:val="0017189C"/>
    <w:rPr>
      <w:rFonts w:ascii="Bookman" w:hAnsi="Bookman"/>
      <w:position w:val="6"/>
      <w:sz w:val="18"/>
    </w:rPr>
  </w:style>
  <w:style w:type="character" w:customStyle="1" w:styleId="NOChar1">
    <w:name w:val="NO Char1"/>
    <w:qFormat/>
    <w:rsid w:val="0017189C"/>
    <w:rPr>
      <w:rFonts w:eastAsia="MS Mincho"/>
      <w:lang w:val="en-GB" w:eastAsia="en-US" w:bidi="ar-SA"/>
    </w:rPr>
  </w:style>
  <w:style w:type="paragraph" w:customStyle="1" w:styleId="textintend1">
    <w:name w:val="text intend 1"/>
    <w:basedOn w:val="text"/>
    <w:qFormat/>
    <w:rsid w:val="0017189C"/>
    <w:pPr>
      <w:widowControl/>
      <w:tabs>
        <w:tab w:val="left" w:pos="992"/>
      </w:tabs>
      <w:spacing w:after="120"/>
      <w:ind w:left="992" w:hanging="425"/>
    </w:pPr>
    <w:rPr>
      <w:rFonts w:eastAsia="MS Mincho"/>
      <w:lang w:val="en-US"/>
    </w:rPr>
  </w:style>
  <w:style w:type="paragraph" w:customStyle="1" w:styleId="TabList">
    <w:name w:val="TabList"/>
    <w:basedOn w:val="Normal"/>
    <w:qFormat/>
    <w:rsid w:val="0017189C"/>
    <w:pPr>
      <w:tabs>
        <w:tab w:val="left" w:pos="1134"/>
      </w:tabs>
      <w:spacing w:after="0"/>
    </w:pPr>
  </w:style>
  <w:style w:type="character" w:customStyle="1" w:styleId="BodyText2Char1">
    <w:name w:val="Body Text 2 Char1"/>
    <w:qFormat/>
    <w:rsid w:val="0017189C"/>
    <w:rPr>
      <w:lang w:val="en-GB"/>
    </w:rPr>
  </w:style>
  <w:style w:type="character" w:customStyle="1" w:styleId="EndnoteTextChar1">
    <w:name w:val="Endnote Text Char1"/>
    <w:qFormat/>
    <w:rsid w:val="0017189C"/>
    <w:rPr>
      <w:lang w:val="en-GB"/>
    </w:rPr>
  </w:style>
  <w:style w:type="character" w:customStyle="1" w:styleId="TitleChar1">
    <w:name w:val="Title Char1"/>
    <w:qFormat/>
    <w:rsid w:val="0017189C"/>
    <w:rPr>
      <w:rFonts w:ascii="Cambria" w:eastAsia="Times New Roman" w:hAnsi="Cambria" w:cs="Times New Roman"/>
      <w:b/>
      <w:bCs/>
      <w:kern w:val="28"/>
      <w:sz w:val="32"/>
      <w:szCs w:val="32"/>
      <w:lang w:val="en-GB"/>
    </w:rPr>
  </w:style>
  <w:style w:type="paragraph" w:customStyle="1" w:styleId="textintend2">
    <w:name w:val="text intend 2"/>
    <w:basedOn w:val="text"/>
    <w:qFormat/>
    <w:rsid w:val="0017189C"/>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7189C"/>
    <w:rPr>
      <w:lang w:val="en-GB"/>
    </w:rPr>
  </w:style>
  <w:style w:type="character" w:customStyle="1" w:styleId="BodyTextIndentChar1">
    <w:name w:val="Body Text Indent Char1"/>
    <w:qFormat/>
    <w:rsid w:val="0017189C"/>
    <w:rPr>
      <w:lang w:val="en-GB"/>
    </w:rPr>
  </w:style>
  <w:style w:type="character" w:customStyle="1" w:styleId="BodyText3Char1">
    <w:name w:val="Body Text 3 Char1"/>
    <w:qFormat/>
    <w:rsid w:val="0017189C"/>
    <w:rPr>
      <w:sz w:val="16"/>
      <w:szCs w:val="16"/>
      <w:lang w:val="en-GB"/>
    </w:rPr>
  </w:style>
  <w:style w:type="paragraph" w:customStyle="1" w:styleId="text">
    <w:name w:val="text"/>
    <w:basedOn w:val="Normal"/>
    <w:qFormat/>
    <w:rsid w:val="0017189C"/>
    <w:pPr>
      <w:widowControl w:val="0"/>
      <w:spacing w:after="240"/>
      <w:jc w:val="both"/>
    </w:pPr>
    <w:rPr>
      <w:rFonts w:eastAsia="SimSun"/>
      <w:sz w:val="24"/>
      <w:lang w:val="en-AU"/>
    </w:rPr>
  </w:style>
  <w:style w:type="paragraph" w:customStyle="1" w:styleId="berschrift1H1">
    <w:name w:val="Überschrift 1.H1"/>
    <w:basedOn w:val="Normal"/>
    <w:next w:val="Normal"/>
    <w:qFormat/>
    <w:rsid w:val="0017189C"/>
    <w:pPr>
      <w:keepNext/>
      <w:keepLines/>
      <w:pBdr>
        <w:top w:val="single" w:sz="12" w:space="3" w:color="auto"/>
      </w:pBdr>
      <w:tabs>
        <w:tab w:val="left" w:pos="735"/>
      </w:tabs>
      <w:spacing w:before="240"/>
      <w:ind w:left="735" w:hanging="735"/>
      <w:outlineLvl w:val="0"/>
    </w:pPr>
    <w:rPr>
      <w:rFonts w:ascii="Arial" w:eastAsia="SimSun" w:hAnsi="Arial"/>
      <w:sz w:val="36"/>
      <w:lang w:eastAsia="de-DE"/>
    </w:rPr>
  </w:style>
  <w:style w:type="paragraph" w:customStyle="1" w:styleId="textintend3">
    <w:name w:val="text intend 3"/>
    <w:basedOn w:val="text"/>
    <w:qFormat/>
    <w:rsid w:val="0017189C"/>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7189C"/>
    <w:pPr>
      <w:widowControl w:val="0"/>
      <w:tabs>
        <w:tab w:val="left" w:pos="360"/>
      </w:tabs>
      <w:spacing w:before="60" w:after="60"/>
      <w:ind w:left="360" w:hanging="360"/>
      <w:jc w:val="both"/>
    </w:pPr>
  </w:style>
  <w:style w:type="paragraph" w:customStyle="1" w:styleId="para">
    <w:name w:val="para"/>
    <w:basedOn w:val="Normal"/>
    <w:qFormat/>
    <w:rsid w:val="0017189C"/>
    <w:pPr>
      <w:spacing w:after="240"/>
      <w:jc w:val="both"/>
    </w:pPr>
    <w:rPr>
      <w:rFonts w:ascii="Helvetica" w:eastAsia="SimSun" w:hAnsi="Helvetica"/>
    </w:rPr>
  </w:style>
  <w:style w:type="paragraph" w:customStyle="1" w:styleId="List1">
    <w:name w:val="List1"/>
    <w:basedOn w:val="Normal"/>
    <w:qFormat/>
    <w:rsid w:val="0017189C"/>
    <w:pPr>
      <w:spacing w:before="120" w:after="0" w:line="280" w:lineRule="atLeast"/>
      <w:ind w:left="360" w:hanging="360"/>
      <w:jc w:val="both"/>
    </w:pPr>
    <w:rPr>
      <w:rFonts w:ascii="Bookman" w:eastAsia="SimSun" w:hAnsi="Bookman"/>
      <w:lang w:val="en-US"/>
    </w:rPr>
  </w:style>
  <w:style w:type="paragraph" w:customStyle="1" w:styleId="1">
    <w:name w:val="样式1"/>
    <w:basedOn w:val="TAN"/>
    <w:link w:val="1Char0"/>
    <w:qFormat/>
    <w:rsid w:val="0017189C"/>
    <w:pPr>
      <w:numPr>
        <w:numId w:val="15"/>
      </w:numPr>
      <w:overflowPunct w:val="0"/>
      <w:autoSpaceDE w:val="0"/>
      <w:autoSpaceDN w:val="0"/>
      <w:adjustRightInd w:val="0"/>
      <w:textAlignment w:val="baseline"/>
    </w:pPr>
    <w:rPr>
      <w:lang w:eastAsia="ja-JP"/>
    </w:rPr>
  </w:style>
  <w:style w:type="paragraph" w:customStyle="1" w:styleId="TdocText">
    <w:name w:val="Tdoc_Text"/>
    <w:basedOn w:val="Normal"/>
    <w:qFormat/>
    <w:rsid w:val="0017189C"/>
    <w:pPr>
      <w:spacing w:before="120" w:after="0"/>
      <w:jc w:val="both"/>
    </w:pPr>
    <w:rPr>
      <w:rFonts w:eastAsia="SimSun"/>
      <w:lang w:val="en-US"/>
    </w:rPr>
  </w:style>
  <w:style w:type="paragraph" w:customStyle="1" w:styleId="centered">
    <w:name w:val="centered"/>
    <w:basedOn w:val="Normal"/>
    <w:qFormat/>
    <w:rsid w:val="0017189C"/>
    <w:pPr>
      <w:widowControl w:val="0"/>
      <w:spacing w:before="120" w:after="0" w:line="280" w:lineRule="atLeast"/>
      <w:jc w:val="center"/>
    </w:pPr>
    <w:rPr>
      <w:rFonts w:ascii="Bookman" w:eastAsia="SimSun" w:hAnsi="Bookman"/>
      <w:lang w:val="en-US"/>
    </w:rPr>
  </w:style>
  <w:style w:type="paragraph" w:customStyle="1" w:styleId="LightGrid-Accent31">
    <w:name w:val="Light Grid - Accent 31"/>
    <w:basedOn w:val="Normal"/>
    <w:qFormat/>
    <w:rsid w:val="0017189C"/>
    <w:pPr>
      <w:overflowPunct w:val="0"/>
      <w:autoSpaceDE w:val="0"/>
      <w:autoSpaceDN w:val="0"/>
      <w:adjustRightInd w:val="0"/>
      <w:ind w:left="720"/>
      <w:contextualSpacing/>
      <w:textAlignment w:val="baseline"/>
    </w:pPr>
    <w:rPr>
      <w:rFonts w:eastAsia="SimSun"/>
    </w:rPr>
  </w:style>
  <w:style w:type="paragraph" w:customStyle="1" w:styleId="LightList-Accent31">
    <w:name w:val="Light List - Accent 31"/>
    <w:semiHidden/>
    <w:qFormat/>
    <w:rsid w:val="0017189C"/>
    <w:rPr>
      <w:rFonts w:eastAsia="Batang"/>
      <w:lang w:eastAsia="en-US"/>
    </w:rPr>
  </w:style>
  <w:style w:type="numbering" w:customStyle="1" w:styleId="14">
    <w:name w:val="リストなし1"/>
    <w:next w:val="NoList"/>
    <w:uiPriority w:val="99"/>
    <w:semiHidden/>
    <w:unhideWhenUsed/>
    <w:rsid w:val="0017189C"/>
  </w:style>
  <w:style w:type="paragraph" w:customStyle="1" w:styleId="81">
    <w:name w:val="表 (赤)  81"/>
    <w:basedOn w:val="Normal"/>
    <w:uiPriority w:val="34"/>
    <w:qFormat/>
    <w:rsid w:val="0017189C"/>
    <w:pPr>
      <w:overflowPunct w:val="0"/>
      <w:autoSpaceDE w:val="0"/>
      <w:autoSpaceDN w:val="0"/>
      <w:adjustRightInd w:val="0"/>
      <w:ind w:left="720"/>
      <w:contextualSpacing/>
      <w:textAlignment w:val="baseline"/>
    </w:pPr>
    <w:rPr>
      <w:rFonts w:eastAsia="SimSun"/>
      <w:lang w:eastAsia="en-GB"/>
    </w:rPr>
  </w:style>
  <w:style w:type="paragraph" w:customStyle="1" w:styleId="note0">
    <w:name w:val="note"/>
    <w:basedOn w:val="Normal"/>
    <w:qFormat/>
    <w:rsid w:val="0017189C"/>
    <w:pPr>
      <w:spacing w:before="100" w:beforeAutospacing="1" w:after="100" w:afterAutospacing="1"/>
    </w:pPr>
    <w:rPr>
      <w:rFonts w:eastAsia="SimSun"/>
      <w:sz w:val="24"/>
      <w:szCs w:val="24"/>
      <w:lang w:val="en-US" w:eastAsia="zh-CN"/>
    </w:rPr>
  </w:style>
  <w:style w:type="table" w:styleId="TableClassic2">
    <w:name w:val="Table Classic 2"/>
    <w:basedOn w:val="TableNormal"/>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7189C"/>
    <w:rPr>
      <w:rFonts w:eastAsia="SimSun"/>
      <w:lang w:eastAsia="en-US"/>
    </w:rPr>
  </w:style>
  <w:style w:type="character" w:styleId="PlaceholderText">
    <w:name w:val="Placeholder Text"/>
    <w:uiPriority w:val="99"/>
    <w:unhideWhenUsed/>
    <w:qFormat/>
    <w:rsid w:val="0017189C"/>
    <w:rPr>
      <w:color w:val="808080"/>
    </w:rPr>
  </w:style>
  <w:style w:type="paragraph" w:customStyle="1" w:styleId="LGTdoc">
    <w:name w:val="LGTdoc_본문"/>
    <w:basedOn w:val="Normal"/>
    <w:qFormat/>
    <w:rsid w:val="0017189C"/>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7189C"/>
    <w:pPr>
      <w:spacing w:after="240"/>
      <w:jc w:val="both"/>
    </w:pPr>
    <w:rPr>
      <w:rFonts w:ascii="Arial" w:eastAsia="SimSun" w:hAnsi="Arial"/>
      <w:szCs w:val="24"/>
    </w:rPr>
  </w:style>
  <w:style w:type="paragraph" w:customStyle="1" w:styleId="ECCFootnote">
    <w:name w:val="ECC Footnote"/>
    <w:basedOn w:val="Normal"/>
    <w:autoRedefine/>
    <w:uiPriority w:val="99"/>
    <w:qFormat/>
    <w:rsid w:val="0017189C"/>
    <w:pPr>
      <w:spacing w:after="0"/>
      <w:ind w:left="454" w:hanging="454"/>
    </w:pPr>
    <w:rPr>
      <w:rFonts w:ascii="Arial" w:eastAsia="SimSun" w:hAnsi="Arial"/>
      <w:sz w:val="16"/>
      <w:szCs w:val="24"/>
      <w:lang w:val="en-US"/>
    </w:rPr>
  </w:style>
  <w:style w:type="character" w:customStyle="1" w:styleId="ECCParagraphZchn">
    <w:name w:val="ECC Paragraph Zchn"/>
    <w:link w:val="ECCParagraph"/>
    <w:qFormat/>
    <w:locked/>
    <w:rsid w:val="0017189C"/>
    <w:rPr>
      <w:rFonts w:ascii="Arial" w:eastAsia="SimSun" w:hAnsi="Arial"/>
      <w:szCs w:val="24"/>
      <w:lang w:eastAsia="en-US"/>
    </w:rPr>
  </w:style>
  <w:style w:type="paragraph" w:customStyle="1" w:styleId="Text1">
    <w:name w:val="Text 1"/>
    <w:basedOn w:val="Normal"/>
    <w:qFormat/>
    <w:rsid w:val="0017189C"/>
    <w:pPr>
      <w:spacing w:after="240"/>
      <w:ind w:left="482"/>
      <w:jc w:val="both"/>
    </w:pPr>
    <w:rPr>
      <w:rFonts w:eastAsia="SimSun"/>
      <w:sz w:val="24"/>
      <w:lang w:eastAsia="fr-BE"/>
    </w:rPr>
  </w:style>
  <w:style w:type="paragraph" w:customStyle="1" w:styleId="NumPar4">
    <w:name w:val="NumPar 4"/>
    <w:basedOn w:val="Heading4"/>
    <w:next w:val="Normal"/>
    <w:uiPriority w:val="99"/>
    <w:qFormat/>
    <w:rsid w:val="0017189C"/>
    <w:pPr>
      <w:keepNext w:val="0"/>
      <w:keepLines w:val="0"/>
      <w:numPr>
        <w:numId w:val="16"/>
      </w:numPr>
      <w:tabs>
        <w:tab w:val="clear" w:pos="1492"/>
        <w:tab w:val="num" w:pos="2880"/>
      </w:tabs>
      <w:spacing w:before="0" w:after="240"/>
      <w:ind w:left="2880" w:hanging="960"/>
      <w:jc w:val="both"/>
      <w:outlineLvl w:val="9"/>
    </w:pPr>
    <w:rPr>
      <w:rFonts w:ascii="Times New Roman" w:eastAsia="SimSun" w:hAnsi="Times New Roman"/>
    </w:rPr>
  </w:style>
  <w:style w:type="character" w:customStyle="1" w:styleId="nowrap1">
    <w:name w:val="nowrap1"/>
    <w:qFormat/>
    <w:rsid w:val="0017189C"/>
  </w:style>
  <w:style w:type="paragraph" w:customStyle="1" w:styleId="cita">
    <w:name w:val="cita"/>
    <w:basedOn w:val="Normal"/>
    <w:qFormat/>
    <w:rsid w:val="0017189C"/>
    <w:pPr>
      <w:spacing w:before="200" w:after="100" w:afterAutospacing="1"/>
    </w:pPr>
    <w:rPr>
      <w:rFonts w:ascii="SimSun" w:eastAsia="SimSun" w:hAnsi="SimSun" w:cs="SimSun"/>
      <w:sz w:val="15"/>
      <w:szCs w:val="15"/>
      <w:lang w:val="en-US" w:eastAsia="zh-CN"/>
    </w:rPr>
  </w:style>
  <w:style w:type="paragraph" w:customStyle="1" w:styleId="gpotblnote">
    <w:name w:val="gpotbl_note"/>
    <w:basedOn w:val="Normal"/>
    <w:qFormat/>
    <w:rsid w:val="0017189C"/>
    <w:pPr>
      <w:spacing w:before="100" w:beforeAutospacing="1" w:after="100" w:afterAutospacing="1"/>
      <w:ind w:firstLine="480"/>
    </w:pPr>
    <w:rPr>
      <w:rFonts w:ascii="SimSun" w:eastAsia="SimSun" w:hAnsi="SimSun" w:cs="SimSun"/>
      <w:sz w:val="24"/>
      <w:szCs w:val="24"/>
      <w:lang w:val="en-US" w:eastAsia="zh-CN"/>
    </w:rPr>
  </w:style>
  <w:style w:type="paragraph" w:customStyle="1" w:styleId="Atl">
    <w:name w:val="Atl"/>
    <w:basedOn w:val="Normal"/>
    <w:qFormat/>
    <w:rsid w:val="0017189C"/>
    <w:pPr>
      <w:overflowPunct w:val="0"/>
      <w:autoSpaceDE w:val="0"/>
      <w:autoSpaceDN w:val="0"/>
      <w:adjustRightInd w:val="0"/>
      <w:textAlignment w:val="baseline"/>
    </w:pPr>
    <w:rPr>
      <w:rFonts w:cs="v4.2.0"/>
      <w:lang w:eastAsia="en-GB"/>
    </w:rPr>
  </w:style>
  <w:style w:type="paragraph" w:customStyle="1" w:styleId="CharCharCharCharCharCharCharCharCharCharCharCharChar">
    <w:name w:val="Char Char Char Char Char Char Char Char Char Char Char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sz w:val="18"/>
      <w:szCs w:val="18"/>
      <w:lang w:eastAsia="ja-JP"/>
    </w:rPr>
  </w:style>
  <w:style w:type="paragraph" w:customStyle="1" w:styleId="200">
    <w:name w:val="20"/>
    <w:basedOn w:val="Normal"/>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b/>
      <w:bCs/>
      <w:sz w:val="18"/>
      <w:szCs w:val="18"/>
      <w:lang w:eastAsia="ja-JP"/>
    </w:rPr>
  </w:style>
  <w:style w:type="paragraph" w:customStyle="1" w:styleId="TdocHeading1">
    <w:name w:val="Tdoc_Heading_1"/>
    <w:basedOn w:val="Heading1"/>
    <w:next w:val="Normal"/>
    <w:autoRedefine/>
    <w:qFormat/>
    <w:rsid w:val="0017189C"/>
    <w:pPr>
      <w:keepLines w:val="0"/>
      <w:pBdr>
        <w:top w:val="none" w:sz="0" w:space="0" w:color="auto"/>
      </w:pBdr>
      <w:overflowPunct w:val="0"/>
      <w:autoSpaceDE w:val="0"/>
      <w:autoSpaceDN w:val="0"/>
      <w:adjustRightInd w:val="0"/>
      <w:ind w:left="0" w:firstLine="0"/>
      <w:textAlignment w:val="baseline"/>
    </w:pPr>
    <w:rPr>
      <w:rFonts w:eastAsia="SimSun"/>
      <w:b/>
      <w:noProof/>
      <w:color w:val="339966"/>
      <w:kern w:val="28"/>
      <w:sz w:val="28"/>
      <w:szCs w:val="28"/>
      <w:lang w:val="en-US" w:eastAsia="zh-CN"/>
    </w:rPr>
  </w:style>
  <w:style w:type="paragraph" w:customStyle="1" w:styleId="xl29">
    <w:name w:val="xl29"/>
    <w:basedOn w:val="Normal"/>
    <w:qFormat/>
    <w:rsid w:val="0017189C"/>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SimSun" w:hAnsi="Arial" w:cs="Arial"/>
      <w:b/>
      <w:bCs/>
      <w:sz w:val="24"/>
      <w:szCs w:val="24"/>
      <w:lang w:eastAsia="en-GB"/>
    </w:rPr>
  </w:style>
  <w:style w:type="character" w:customStyle="1" w:styleId="im-content1">
    <w:name w:val="im-content1"/>
    <w:qFormat/>
    <w:rsid w:val="0017189C"/>
    <w:rPr>
      <w:vanish w:val="0"/>
      <w:webHidden w:val="0"/>
      <w:color w:val="000000"/>
      <w:specVanish w:val="0"/>
    </w:rPr>
  </w:style>
  <w:style w:type="paragraph" w:customStyle="1" w:styleId="Equation">
    <w:name w:val="Equation"/>
    <w:basedOn w:val="Normal"/>
    <w:next w:val="Normal"/>
    <w:link w:val="EquationChar"/>
    <w:qFormat/>
    <w:rsid w:val="0017189C"/>
    <w:pPr>
      <w:tabs>
        <w:tab w:val="center" w:pos="4620"/>
        <w:tab w:val="right" w:pos="9240"/>
      </w:tabs>
      <w:autoSpaceDE w:val="0"/>
      <w:autoSpaceDN w:val="0"/>
      <w:adjustRightInd w:val="0"/>
      <w:snapToGrid w:val="0"/>
      <w:spacing w:after="120"/>
      <w:jc w:val="both"/>
    </w:pPr>
    <w:rPr>
      <w:rFonts w:eastAsia="SimSun"/>
      <w:sz w:val="22"/>
      <w:szCs w:val="22"/>
    </w:rPr>
  </w:style>
  <w:style w:type="character" w:customStyle="1" w:styleId="EquationChar">
    <w:name w:val="Equation Char"/>
    <w:link w:val="Equation"/>
    <w:qFormat/>
    <w:rsid w:val="0017189C"/>
    <w:rPr>
      <w:rFonts w:eastAsia="SimSun"/>
      <w:sz w:val="22"/>
      <w:szCs w:val="22"/>
      <w:lang w:eastAsia="en-US"/>
    </w:rPr>
  </w:style>
  <w:style w:type="character" w:customStyle="1" w:styleId="apple-converted-space">
    <w:name w:val="apple-converted-space"/>
    <w:qFormat/>
    <w:rsid w:val="0017189C"/>
  </w:style>
  <w:style w:type="character" w:customStyle="1" w:styleId="shorttext">
    <w:name w:val="short_text"/>
    <w:qFormat/>
    <w:rsid w:val="0017189C"/>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7189C"/>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7189C"/>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7189C"/>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7189C"/>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7189C"/>
    <w:rPr>
      <w:rFonts w:ascii="Yu Gothic Light" w:eastAsia="Yu Gothic Light" w:hAnsi="Yu Gothic Light" w:cs="Times New Roman"/>
      <w:lang w:val="en-GB" w:eastAsia="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7189C"/>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7189C"/>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7189C"/>
    <w:rPr>
      <w:rFonts w:ascii="Times New Roman" w:eastAsia="Yu Mincho" w:hAnsi="Times New Roman"/>
      <w:lang w:val="en-GB" w:eastAsia="en-US"/>
    </w:rPr>
  </w:style>
  <w:style w:type="paragraph" w:customStyle="1" w:styleId="42">
    <w:name w:val="吹き出し4"/>
    <w:basedOn w:val="Normal"/>
    <w:semiHidden/>
    <w:qFormat/>
    <w:rsid w:val="0017189C"/>
    <w:rPr>
      <w:rFonts w:ascii="Tahoma" w:hAnsi="Tahoma" w:cs="Tahoma"/>
      <w:sz w:val="16"/>
      <w:szCs w:val="16"/>
    </w:rPr>
  </w:style>
  <w:style w:type="paragraph" w:customStyle="1" w:styleId="tac0">
    <w:name w:val="tac"/>
    <w:basedOn w:val="Normal"/>
    <w:uiPriority w:val="99"/>
    <w:qFormat/>
    <w:rsid w:val="0017189C"/>
    <w:pPr>
      <w:keepNext/>
      <w:autoSpaceDE w:val="0"/>
      <w:autoSpaceDN w:val="0"/>
      <w:spacing w:after="0"/>
      <w:jc w:val="center"/>
    </w:pPr>
    <w:rPr>
      <w:rFonts w:ascii="Arial" w:eastAsia="Calibri" w:hAnsi="Arial" w:cs="Arial"/>
      <w:sz w:val="18"/>
      <w:szCs w:val="18"/>
      <w:lang w:val="en-US"/>
    </w:rPr>
  </w:style>
  <w:style w:type="table" w:customStyle="1" w:styleId="TableGrid4">
    <w:name w:val="Table Grid4"/>
    <w:basedOn w:val="TableNormal"/>
    <w:next w:val="TableGrid"/>
    <w:qFormat/>
    <w:rsid w:val="0017189C"/>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17189C"/>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17189C"/>
  </w:style>
  <w:style w:type="table" w:customStyle="1" w:styleId="311">
    <w:name w:val="网格型3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17189C"/>
  </w:style>
  <w:style w:type="table" w:customStyle="1" w:styleId="TableClassic21">
    <w:name w:val="Table Classic 21"/>
    <w:basedOn w:val="TableNormal"/>
    <w:next w:val="TableClassic2"/>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22">
    <w:name w:val="修订2"/>
    <w:hidden/>
    <w:semiHidden/>
    <w:qFormat/>
    <w:rsid w:val="0017189C"/>
    <w:rPr>
      <w:rFonts w:eastAsia="Batang"/>
      <w:lang w:eastAsia="en-US"/>
    </w:rPr>
  </w:style>
  <w:style w:type="paragraph" w:customStyle="1" w:styleId="TOC92">
    <w:name w:val="TOC 92"/>
    <w:basedOn w:val="TOC8"/>
    <w:qFormat/>
    <w:rsid w:val="0017189C"/>
    <w:pPr>
      <w:overflowPunct w:val="0"/>
      <w:autoSpaceDE w:val="0"/>
      <w:autoSpaceDN w:val="0"/>
      <w:adjustRightInd w:val="0"/>
      <w:ind w:left="1418" w:hanging="1418"/>
      <w:textAlignment w:val="baseline"/>
    </w:pPr>
    <w:rPr>
      <w:bCs/>
      <w:szCs w:val="22"/>
      <w:lang w:val="en-US" w:eastAsia="en-GB"/>
    </w:rPr>
  </w:style>
  <w:style w:type="paragraph" w:customStyle="1" w:styleId="Caption2">
    <w:name w:val="Caption2"/>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TableofFigures2">
    <w:name w:val="Table of Figures2"/>
    <w:basedOn w:val="Normal"/>
    <w:next w:val="Normal"/>
    <w:qFormat/>
    <w:rsid w:val="0017189C"/>
    <w:pPr>
      <w:overflowPunct w:val="0"/>
      <w:autoSpaceDE w:val="0"/>
      <w:autoSpaceDN w:val="0"/>
      <w:adjustRightInd w:val="0"/>
      <w:ind w:left="400" w:hanging="400"/>
      <w:jc w:val="center"/>
      <w:textAlignment w:val="baseline"/>
    </w:pPr>
    <w:rPr>
      <w:b/>
      <w:lang w:eastAsia="en-GB"/>
    </w:rPr>
  </w:style>
  <w:style w:type="paragraph" w:customStyle="1" w:styleId="Char2">
    <w:name w:val="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2">
    <w:name w:val="Char Char 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2">
    <w:name w:val="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2">
    <w:name w:val="(文字) (文字)1 Char (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2">
    <w:name w:val="Char Char1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2">
    <w:name w:val="(文字) (文字)1 Char (文字) (文字) Char (文字) (文字)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2">
    <w:name w:val="(文字) (文字)1 Char (文字) (文字)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2">
    <w:name w:val="(文字) (文字)1 Char (文字) (文字) Char (文字) (文字)1 Char (文字) (文字) 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2">
    <w:name w:val="Char Char Char Char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2">
    <w:name w:val="Char Char2 Char Char2"/>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6">
    <w:name w:val="(文字) (文字)6"/>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2">
    <w:name w:val="Car C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2">
    <w:name w:val="Zchn Zchn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20">
    <w:name w:val="(文字) (文字)2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2">
    <w:name w:val="(文字) (文字)3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2">
    <w:name w:val="Zchn Zchn2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0">
    <w:name w:val="(文字) (文字)4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20">
    <w:name w:val="(文字) (文字)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2">
    <w:name w:val="(文字) (文字)1 Char (文字) (文字) Char (文字) (文字)1 Char (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4">
    <w:name w:val="Zchn Zchn4"/>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2"/>
    <w:qFormat/>
    <w:rsid w:val="0017189C"/>
    <w:rPr>
      <w:lang w:val="en-GB" w:eastAsia="ja-JP" w:bidi="ar-SA"/>
    </w:rPr>
  </w:style>
  <w:style w:type="character" w:customStyle="1" w:styleId="CharChar42">
    <w:name w:val="Char Char42"/>
    <w:qFormat/>
    <w:rsid w:val="0017189C"/>
    <w:rPr>
      <w:rFonts w:ascii="Courier New" w:hAnsi="Courier New" w:cs="Courier New" w:hint="default"/>
      <w:lang w:val="nb-NO" w:eastAsia="ja-JP" w:bidi="ar-SA"/>
    </w:rPr>
  </w:style>
  <w:style w:type="character" w:customStyle="1" w:styleId="CharChar72">
    <w:name w:val="Char Char72"/>
    <w:semiHidden/>
    <w:qFormat/>
    <w:rsid w:val="0017189C"/>
    <w:rPr>
      <w:rFonts w:ascii="Tahoma" w:hAnsi="Tahoma" w:cs="Tahoma" w:hint="default"/>
      <w:shd w:val="clear" w:color="auto" w:fill="000080"/>
      <w:lang w:val="en-GB" w:eastAsia="en-US"/>
    </w:rPr>
  </w:style>
  <w:style w:type="character" w:customStyle="1" w:styleId="CharChar102">
    <w:name w:val="Char Char102"/>
    <w:semiHidden/>
    <w:qFormat/>
    <w:rsid w:val="0017189C"/>
    <w:rPr>
      <w:rFonts w:ascii="Times New Roman" w:hAnsi="Times New Roman" w:cs="Times New Roman" w:hint="default"/>
      <w:lang w:val="en-GB" w:eastAsia="en-US"/>
    </w:rPr>
  </w:style>
  <w:style w:type="character" w:customStyle="1" w:styleId="CharChar92">
    <w:name w:val="Char Char92"/>
    <w:semiHidden/>
    <w:qFormat/>
    <w:rsid w:val="0017189C"/>
    <w:rPr>
      <w:rFonts w:ascii="Tahoma" w:hAnsi="Tahoma" w:cs="Tahoma" w:hint="default"/>
      <w:sz w:val="16"/>
      <w:szCs w:val="16"/>
      <w:lang w:val="en-GB" w:eastAsia="en-US"/>
    </w:rPr>
  </w:style>
  <w:style w:type="character" w:customStyle="1" w:styleId="CharChar82">
    <w:name w:val="Char Char82"/>
    <w:semiHidden/>
    <w:qFormat/>
    <w:rsid w:val="0017189C"/>
    <w:rPr>
      <w:rFonts w:ascii="Times New Roman" w:hAnsi="Times New Roman" w:cs="Times New Roman" w:hint="default"/>
      <w:b/>
      <w:bCs/>
      <w:lang w:val="en-GB" w:eastAsia="en-US"/>
    </w:rPr>
  </w:style>
  <w:style w:type="character" w:customStyle="1" w:styleId="CharChar292">
    <w:name w:val="Char Char292"/>
    <w:qFormat/>
    <w:rsid w:val="0017189C"/>
    <w:rPr>
      <w:rFonts w:ascii="Arial" w:hAnsi="Arial" w:cs="Arial" w:hint="default"/>
      <w:sz w:val="36"/>
      <w:lang w:val="en-GB" w:eastAsia="en-US" w:bidi="ar-SA"/>
    </w:rPr>
  </w:style>
  <w:style w:type="character" w:customStyle="1" w:styleId="CharChar282">
    <w:name w:val="Char Char282"/>
    <w:qFormat/>
    <w:rsid w:val="0017189C"/>
    <w:rPr>
      <w:rFonts w:ascii="Arial" w:hAnsi="Arial" w:cs="Arial" w:hint="default"/>
      <w:sz w:val="32"/>
      <w:lang w:val="en-GB"/>
    </w:rPr>
  </w:style>
  <w:style w:type="character" w:customStyle="1" w:styleId="ZchnZchn52">
    <w:name w:val="Zchn Zchn52"/>
    <w:qFormat/>
    <w:rsid w:val="0017189C"/>
    <w:rPr>
      <w:rFonts w:ascii="Courier New" w:eastAsia="Batang" w:hAnsi="Courier New"/>
      <w:lang w:val="nb-NO" w:eastAsia="en-US" w:bidi="ar-SA"/>
    </w:rPr>
  </w:style>
  <w:style w:type="paragraph" w:customStyle="1" w:styleId="TOC911">
    <w:name w:val="TOC 911"/>
    <w:basedOn w:val="TOC8"/>
    <w:qFormat/>
    <w:rsid w:val="0017189C"/>
    <w:pPr>
      <w:overflowPunct w:val="0"/>
      <w:autoSpaceDE w:val="0"/>
      <w:autoSpaceDN w:val="0"/>
      <w:adjustRightInd w:val="0"/>
      <w:ind w:left="1418" w:hanging="1418"/>
      <w:textAlignment w:val="baseline"/>
    </w:pPr>
    <w:rPr>
      <w:noProof w:val="0"/>
      <w:lang w:eastAsia="en-GB"/>
    </w:rPr>
  </w:style>
  <w:style w:type="paragraph" w:customStyle="1" w:styleId="Caption11">
    <w:name w:val="Caption11"/>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TableofFigures11">
    <w:name w:val="Table of Figures11"/>
    <w:basedOn w:val="Normal"/>
    <w:next w:val="Normal"/>
    <w:qFormat/>
    <w:rsid w:val="0017189C"/>
    <w:pPr>
      <w:overflowPunct w:val="0"/>
      <w:autoSpaceDE w:val="0"/>
      <w:autoSpaceDN w:val="0"/>
      <w:adjustRightInd w:val="0"/>
      <w:ind w:left="400" w:hanging="400"/>
      <w:jc w:val="center"/>
      <w:textAlignment w:val="baseline"/>
    </w:pPr>
    <w:rPr>
      <w:b/>
      <w:lang w:eastAsia="en-GB"/>
    </w:rPr>
  </w:style>
  <w:style w:type="character" w:customStyle="1" w:styleId="UnresolvedMention11">
    <w:name w:val="Unresolved Mention11"/>
    <w:uiPriority w:val="99"/>
    <w:semiHidden/>
    <w:unhideWhenUsed/>
    <w:qFormat/>
    <w:rsid w:val="0017189C"/>
    <w:rPr>
      <w:color w:val="808080"/>
      <w:shd w:val="clear" w:color="auto" w:fill="E6E6E6"/>
    </w:rPr>
  </w:style>
  <w:style w:type="paragraph" w:customStyle="1" w:styleId="CharCharCharCharChar1">
    <w:name w:val="Char 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3">
    <w:name w:val="Char Char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1">
    <w:name w:val="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1"/>
    <w:qFormat/>
    <w:rsid w:val="0017189C"/>
    <w:rPr>
      <w:lang w:val="en-GB" w:eastAsia="ja-JP" w:bidi="ar-SA"/>
    </w:rPr>
  </w:style>
  <w:style w:type="paragraph" w:customStyle="1" w:styleId="1Char1">
    <w:name w:val="(文字) (文字)1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1">
    <w:name w:val="Char Char1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1">
    <w:name w:val="(文字) (文字)1 Char (文字) (文字) Char (文字) (文字)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1">
    <w:name w:val="(文字) (文字)1 Char (文字) (文字) Char (文字) (文字)1 Char (文字) (文字)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1">
    <w:name w:val="Char Char Char Char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1">
    <w:name w:val="Char Char2 Char Char1"/>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17189C"/>
    <w:rPr>
      <w:rFonts w:ascii="Courier New" w:hAnsi="Courier New"/>
      <w:lang w:val="nb-NO" w:eastAsia="ja-JP" w:bidi="ar-SA"/>
    </w:rPr>
  </w:style>
  <w:style w:type="paragraph" w:customStyle="1" w:styleId="CharCharCharCharCharChar1">
    <w:name w:val="Char Char Char Char Char Char1"/>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50">
    <w:name w:val="(文字) (文字)5"/>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
    <w:name w:val="Car C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1">
    <w:name w:val="Zchn Zchn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0">
    <w:name w:val="(文字) (文字)2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2">
    <w:name w:val="(文字) (文字)3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1">
    <w:name w:val="Zchn Zchn2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11">
    <w:name w:val="(文字) (文字)4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13">
    <w:name w:val="(文字) (文字)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1">
    <w:name w:val="Char Char71"/>
    <w:semiHidden/>
    <w:qFormat/>
    <w:rsid w:val="0017189C"/>
    <w:rPr>
      <w:rFonts w:ascii="Tahoma" w:hAnsi="Tahoma" w:cs="Tahoma"/>
      <w:shd w:val="clear" w:color="auto" w:fill="000080"/>
      <w:lang w:val="en-GB" w:eastAsia="en-US"/>
    </w:rPr>
  </w:style>
  <w:style w:type="character" w:customStyle="1" w:styleId="ZchnZchn51">
    <w:name w:val="Zchn Zchn51"/>
    <w:qFormat/>
    <w:rsid w:val="0017189C"/>
    <w:rPr>
      <w:rFonts w:ascii="Courier New" w:eastAsia="Batang" w:hAnsi="Courier New"/>
      <w:lang w:val="nb-NO" w:eastAsia="en-US" w:bidi="ar-SA"/>
    </w:rPr>
  </w:style>
  <w:style w:type="character" w:customStyle="1" w:styleId="CharChar101">
    <w:name w:val="Char Char101"/>
    <w:semiHidden/>
    <w:qFormat/>
    <w:rsid w:val="0017189C"/>
    <w:rPr>
      <w:rFonts w:ascii="Times New Roman" w:hAnsi="Times New Roman"/>
      <w:lang w:val="en-GB" w:eastAsia="en-US"/>
    </w:rPr>
  </w:style>
  <w:style w:type="character" w:customStyle="1" w:styleId="CharChar91">
    <w:name w:val="Char Char91"/>
    <w:semiHidden/>
    <w:qFormat/>
    <w:rsid w:val="0017189C"/>
    <w:rPr>
      <w:rFonts w:ascii="Tahoma" w:hAnsi="Tahoma" w:cs="Tahoma"/>
      <w:sz w:val="16"/>
      <w:szCs w:val="16"/>
      <w:lang w:val="en-GB" w:eastAsia="en-US"/>
    </w:rPr>
  </w:style>
  <w:style w:type="character" w:customStyle="1" w:styleId="CharChar81">
    <w:name w:val="Char Char81"/>
    <w:semiHidden/>
    <w:qFormat/>
    <w:rsid w:val="0017189C"/>
    <w:rPr>
      <w:rFonts w:ascii="Times New Roman" w:hAnsi="Times New Roman"/>
      <w:b/>
      <w:bCs/>
      <w:lang w:val="en-GB" w:eastAsia="en-US"/>
    </w:rPr>
  </w:style>
  <w:style w:type="paragraph" w:customStyle="1" w:styleId="1CharChar1Char1">
    <w:name w:val="(文字) (文字)1 Char (文字) (文字) Char (文字) (文字)1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3">
    <w:name w:val="Zchn Zchn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91">
    <w:name w:val="Char Char291"/>
    <w:qFormat/>
    <w:rsid w:val="0017189C"/>
    <w:rPr>
      <w:rFonts w:ascii="Arial" w:hAnsi="Arial"/>
      <w:sz w:val="36"/>
      <w:lang w:val="en-GB" w:eastAsia="en-US" w:bidi="ar-SA"/>
    </w:rPr>
  </w:style>
  <w:style w:type="character" w:customStyle="1" w:styleId="CharChar281">
    <w:name w:val="Char Char281"/>
    <w:qFormat/>
    <w:rsid w:val="0017189C"/>
    <w:rPr>
      <w:rFonts w:ascii="Arial" w:hAnsi="Arial"/>
      <w:sz w:val="32"/>
      <w:lang w:val="en-GB"/>
    </w:rPr>
  </w:style>
  <w:style w:type="paragraph" w:customStyle="1" w:styleId="CharChar241">
    <w:name w:val="Char Char241"/>
    <w:basedOn w:val="Normal"/>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2">
    <w:name w:val="Char Char Char Char2"/>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numbering" w:customStyle="1" w:styleId="NoList111">
    <w:name w:val="No List111"/>
    <w:next w:val="NoList"/>
    <w:uiPriority w:val="99"/>
    <w:semiHidden/>
    <w:unhideWhenUsed/>
    <w:rsid w:val="0017189C"/>
  </w:style>
  <w:style w:type="numbering" w:customStyle="1" w:styleId="NoList7">
    <w:name w:val="No List7"/>
    <w:next w:val="NoList"/>
    <w:uiPriority w:val="99"/>
    <w:semiHidden/>
    <w:unhideWhenUsed/>
    <w:rsid w:val="0017189C"/>
  </w:style>
  <w:style w:type="table" w:customStyle="1" w:styleId="TableGrid12">
    <w:name w:val="Table Grid12"/>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7189C"/>
  </w:style>
  <w:style w:type="table" w:customStyle="1" w:styleId="TableGrid111">
    <w:name w:val="Table Grid1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17189C"/>
  </w:style>
  <w:style w:type="numbering" w:customStyle="1" w:styleId="NoList32">
    <w:name w:val="No List32"/>
    <w:next w:val="NoList"/>
    <w:uiPriority w:val="99"/>
    <w:semiHidden/>
    <w:unhideWhenUsed/>
    <w:rsid w:val="0017189C"/>
  </w:style>
  <w:style w:type="character" w:customStyle="1" w:styleId="FooterChar1">
    <w:name w:val="Footer Char1"/>
    <w:aliases w:val="footer odd Char1,footer Char1,fo Char1,pie de página Char1"/>
    <w:semiHidden/>
    <w:rsid w:val="0017189C"/>
    <w:rPr>
      <w:rFonts w:ascii="Times New Roman" w:hAnsi="Times New Roman"/>
      <w:lang w:val="en-GB"/>
    </w:rPr>
  </w:style>
  <w:style w:type="paragraph" w:customStyle="1" w:styleId="CharChar5">
    <w:name w:val="Char Char5"/>
    <w:semiHidden/>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ria">
    <w:name w:val="aria"/>
    <w:basedOn w:val="Normal"/>
    <w:qFormat/>
    <w:rsid w:val="0017189C"/>
    <w:pPr>
      <w:keepNext/>
      <w:keepLines/>
      <w:spacing w:after="0"/>
      <w:jc w:val="both"/>
    </w:pPr>
    <w:rPr>
      <w:rFonts w:ascii="Arial" w:eastAsia="SimSun" w:hAnsi="Arial"/>
      <w:sz w:val="18"/>
      <w:szCs w:val="18"/>
    </w:rPr>
  </w:style>
  <w:style w:type="character" w:styleId="HTMLSample">
    <w:name w:val="HTML Sample"/>
    <w:rsid w:val="0017189C"/>
    <w:rPr>
      <w:rFonts w:ascii="Courier New" w:eastAsia="SimSun" w:hAnsi="Courier New" w:cs="Courier New"/>
      <w:color w:val="0000FF"/>
      <w:kern w:val="2"/>
      <w:lang w:val="en-US" w:eastAsia="zh-CN" w:bidi="ar-SA"/>
    </w:rPr>
  </w:style>
  <w:style w:type="character" w:styleId="LineNumber">
    <w:name w:val="line number"/>
    <w:basedOn w:val="DefaultParagraphFont"/>
    <w:rsid w:val="0017189C"/>
    <w:rPr>
      <w:rFonts w:ascii="Arial" w:eastAsia="SimSun" w:hAnsi="Arial" w:cs="Arial"/>
      <w:color w:val="0000FF"/>
      <w:kern w:val="2"/>
      <w:lang w:val="en-US" w:eastAsia="zh-CN" w:bidi="ar-SA"/>
    </w:rPr>
  </w:style>
  <w:style w:type="paragraph" w:styleId="BlockText">
    <w:name w:val="Block Text"/>
    <w:basedOn w:val="Normal"/>
    <w:rsid w:val="0017189C"/>
    <w:pPr>
      <w:spacing w:after="120"/>
      <w:ind w:left="1440" w:right="1440"/>
    </w:pPr>
  </w:style>
  <w:style w:type="table" w:customStyle="1" w:styleId="TableGrid5">
    <w:name w:val="Table Grid5"/>
    <w:basedOn w:val="TableNormal"/>
    <w:next w:val="TableGrid"/>
    <w:uiPriority w:val="39"/>
    <w:qFormat/>
    <w:rsid w:val="0017189C"/>
    <w:pPr>
      <w:overflowPunct w:val="0"/>
      <w:autoSpaceDE w:val="0"/>
      <w:autoSpaceDN w:val="0"/>
      <w:adjustRightInd w:val="0"/>
      <w:spacing w:after="180"/>
      <w:textAlignment w:val="baseline"/>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1B52"/>
    <w:pPr>
      <w:overflowPunct w:val="0"/>
      <w:autoSpaceDE w:val="0"/>
      <w:autoSpaceDN w:val="0"/>
      <w:adjustRightInd w:val="0"/>
    </w:pPr>
    <w:rPr>
      <w:lang w:eastAsia="ja-JP"/>
    </w:rPr>
  </w:style>
  <w:style w:type="paragraph" w:customStyle="1" w:styleId="60">
    <w:name w:val="吹き出し6"/>
    <w:basedOn w:val="Normal"/>
    <w:semiHidden/>
    <w:rsid w:val="004C1B52"/>
    <w:rPr>
      <w:rFonts w:ascii="Tahoma" w:hAnsi="Tahoma" w:cs="Tahoma"/>
      <w:sz w:val="16"/>
      <w:szCs w:val="16"/>
      <w:lang w:eastAsia="ko-KR"/>
    </w:rPr>
  </w:style>
  <w:style w:type="paragraph" w:customStyle="1" w:styleId="Table0">
    <w:name w:val="Table"/>
    <w:basedOn w:val="Normal"/>
    <w:link w:val="Table1"/>
    <w:qFormat/>
    <w:rsid w:val="004C1B52"/>
    <w:pPr>
      <w:jc w:val="center"/>
    </w:pPr>
    <w:rPr>
      <w:rFonts w:ascii="Arial" w:eastAsia="SimSun" w:hAnsi="Arial" w:cs="Arial"/>
      <w:b/>
    </w:rPr>
  </w:style>
  <w:style w:type="character" w:customStyle="1" w:styleId="Table1">
    <w:name w:val="Table (文字)"/>
    <w:link w:val="Table0"/>
    <w:rsid w:val="004C1B52"/>
    <w:rPr>
      <w:rFonts w:ascii="Arial" w:eastAsia="SimSun" w:hAnsi="Arial" w:cs="Arial"/>
      <w:b/>
      <w:lang w:eastAsia="en-US"/>
    </w:rPr>
  </w:style>
  <w:style w:type="character" w:customStyle="1" w:styleId="PLChar">
    <w:name w:val="PL Char"/>
    <w:link w:val="PL"/>
    <w:qFormat/>
    <w:rsid w:val="004C1B52"/>
    <w:rPr>
      <w:rFonts w:ascii="Courier New" w:hAnsi="Courier New"/>
      <w:noProof/>
      <w:sz w:val="16"/>
      <w:lang w:eastAsia="en-US"/>
    </w:rPr>
  </w:style>
  <w:style w:type="paragraph" w:customStyle="1" w:styleId="ColorfulList-Accent11">
    <w:name w:val="Colorful List - Accent 11"/>
    <w:basedOn w:val="Normal"/>
    <w:uiPriority w:val="34"/>
    <w:qFormat/>
    <w:rsid w:val="004C1B52"/>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rsid w:val="004C1B52"/>
    <w:rPr>
      <w:rFonts w:eastAsia="Batang"/>
      <w:lang w:eastAsia="en-US"/>
    </w:rPr>
  </w:style>
  <w:style w:type="numbering" w:customStyle="1" w:styleId="NoList42">
    <w:name w:val="No List42"/>
    <w:next w:val="NoList"/>
    <w:uiPriority w:val="99"/>
    <w:semiHidden/>
    <w:unhideWhenUsed/>
    <w:rsid w:val="00502579"/>
  </w:style>
  <w:style w:type="numbering" w:customStyle="1" w:styleId="NoList51">
    <w:name w:val="No List51"/>
    <w:next w:val="NoList"/>
    <w:uiPriority w:val="99"/>
    <w:semiHidden/>
    <w:unhideWhenUsed/>
    <w:rsid w:val="00502579"/>
  </w:style>
  <w:style w:type="numbering" w:customStyle="1" w:styleId="NoList211">
    <w:name w:val="No List211"/>
    <w:next w:val="NoList"/>
    <w:uiPriority w:val="99"/>
    <w:semiHidden/>
    <w:unhideWhenUsed/>
    <w:rsid w:val="00502579"/>
  </w:style>
  <w:style w:type="numbering" w:customStyle="1" w:styleId="NoList311">
    <w:name w:val="No List311"/>
    <w:next w:val="NoList"/>
    <w:uiPriority w:val="99"/>
    <w:semiHidden/>
    <w:unhideWhenUsed/>
    <w:rsid w:val="00502579"/>
  </w:style>
  <w:style w:type="numbering" w:customStyle="1" w:styleId="NoList411">
    <w:name w:val="No List411"/>
    <w:next w:val="NoList"/>
    <w:uiPriority w:val="99"/>
    <w:semiHidden/>
    <w:unhideWhenUsed/>
    <w:rsid w:val="00502579"/>
  </w:style>
  <w:style w:type="numbering" w:customStyle="1" w:styleId="NoList61">
    <w:name w:val="No List61"/>
    <w:next w:val="NoList"/>
    <w:uiPriority w:val="99"/>
    <w:semiHidden/>
    <w:unhideWhenUsed/>
    <w:rsid w:val="00502579"/>
  </w:style>
  <w:style w:type="table" w:customStyle="1" w:styleId="TableGrid41">
    <w:name w:val="Table Grid41"/>
    <w:basedOn w:val="TableNormal"/>
    <w:next w:val="TableGrid"/>
    <w:rsid w:val="00502579"/>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50257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50257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502579"/>
  </w:style>
  <w:style w:type="numbering" w:customStyle="1" w:styleId="NoList1111">
    <w:name w:val="No List1111"/>
    <w:next w:val="NoList"/>
    <w:uiPriority w:val="99"/>
    <w:semiHidden/>
    <w:unhideWhenUsed/>
    <w:rsid w:val="00502579"/>
  </w:style>
  <w:style w:type="numbering" w:customStyle="1" w:styleId="NoList71">
    <w:name w:val="No List71"/>
    <w:next w:val="NoList"/>
    <w:uiPriority w:val="99"/>
    <w:semiHidden/>
    <w:unhideWhenUsed/>
    <w:rsid w:val="00502579"/>
  </w:style>
  <w:style w:type="table" w:customStyle="1" w:styleId="TableGrid121">
    <w:name w:val="Table Grid12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02579"/>
  </w:style>
  <w:style w:type="table" w:customStyle="1" w:styleId="TableGrid1111">
    <w:name w:val="Table Grid11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502579"/>
  </w:style>
  <w:style w:type="numbering" w:customStyle="1" w:styleId="NoList321">
    <w:name w:val="No List321"/>
    <w:next w:val="NoList"/>
    <w:uiPriority w:val="99"/>
    <w:semiHidden/>
    <w:unhideWhenUsed/>
    <w:rsid w:val="00502579"/>
  </w:style>
  <w:style w:type="paragraph" w:styleId="NoteHeading">
    <w:name w:val="Note Heading"/>
    <w:basedOn w:val="Normal"/>
    <w:next w:val="Normal"/>
    <w:link w:val="NoteHeadingChar"/>
    <w:qFormat/>
    <w:rsid w:val="007F6817"/>
    <w:pPr>
      <w:overflowPunct w:val="0"/>
      <w:autoSpaceDE w:val="0"/>
      <w:autoSpaceDN w:val="0"/>
      <w:adjustRightInd w:val="0"/>
      <w:textAlignment w:val="baseline"/>
    </w:pPr>
    <w:rPr>
      <w:lang w:eastAsia="zh-CN"/>
    </w:rPr>
  </w:style>
  <w:style w:type="character" w:customStyle="1" w:styleId="NoteHeadingChar">
    <w:name w:val="Note Heading Char"/>
    <w:basedOn w:val="DefaultParagraphFont"/>
    <w:link w:val="NoteHeading"/>
    <w:qFormat/>
    <w:rsid w:val="007F6817"/>
    <w:rPr>
      <w:lang w:eastAsia="zh-CN"/>
    </w:rPr>
  </w:style>
  <w:style w:type="character" w:customStyle="1" w:styleId="19">
    <w:name w:val="不明显参考1"/>
    <w:uiPriority w:val="31"/>
    <w:qFormat/>
    <w:rsid w:val="007F6817"/>
    <w:rPr>
      <w:smallCaps/>
      <w:color w:val="5A5A5A"/>
    </w:rPr>
  </w:style>
  <w:style w:type="paragraph" w:customStyle="1" w:styleId="114">
    <w:name w:val="修订11"/>
    <w:hidden/>
    <w:semiHidden/>
    <w:qFormat/>
    <w:rsid w:val="007F6817"/>
    <w:rPr>
      <w:rFonts w:eastAsia="Batang"/>
      <w:lang w:eastAsia="en-US"/>
    </w:rPr>
  </w:style>
  <w:style w:type="paragraph" w:customStyle="1" w:styleId="TOC10">
    <w:name w:val="TOC 标题1"/>
    <w:basedOn w:val="Heading1"/>
    <w:next w:val="Normal"/>
    <w:uiPriority w:val="39"/>
    <w:unhideWhenUsed/>
    <w:qFormat/>
    <w:rsid w:val="007F6817"/>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7F6817"/>
    <w:rPr>
      <w:rFonts w:ascii="Times New Roman" w:hAnsi="Times New Roman"/>
      <w:lang w:val="en-GB"/>
    </w:rPr>
  </w:style>
  <w:style w:type="character" w:customStyle="1" w:styleId="EXCar">
    <w:name w:val="EX Car"/>
    <w:qFormat/>
    <w:rsid w:val="007F6817"/>
    <w:rPr>
      <w:lang w:val="en-GB" w:eastAsia="en-US"/>
    </w:rPr>
  </w:style>
  <w:style w:type="character" w:customStyle="1" w:styleId="B4Char">
    <w:name w:val="B4 Char"/>
    <w:link w:val="B4"/>
    <w:qFormat/>
    <w:rsid w:val="007F6817"/>
    <w:rPr>
      <w:lang w:eastAsia="en-US"/>
    </w:rPr>
  </w:style>
  <w:style w:type="character" w:customStyle="1" w:styleId="1a">
    <w:name w:val="明显强调1"/>
    <w:uiPriority w:val="21"/>
    <w:qFormat/>
    <w:rsid w:val="007F6817"/>
    <w:rPr>
      <w:b/>
      <w:bCs/>
      <w:i/>
      <w:iCs/>
      <w:color w:val="4F81BD"/>
    </w:rPr>
  </w:style>
  <w:style w:type="paragraph" w:customStyle="1" w:styleId="B6">
    <w:name w:val="B6"/>
    <w:basedOn w:val="B5"/>
    <w:link w:val="B6Char"/>
    <w:qFormat/>
    <w:rsid w:val="007F6817"/>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7F6817"/>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7F6817"/>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7F6817"/>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7F6817"/>
    <w:rPr>
      <w:color w:val="FF0000"/>
      <w:lang w:eastAsia="en-US"/>
    </w:rPr>
  </w:style>
  <w:style w:type="character" w:customStyle="1" w:styleId="B5Char">
    <w:name w:val="B5 Char"/>
    <w:link w:val="B5"/>
    <w:qFormat/>
    <w:rsid w:val="007F6817"/>
    <w:rPr>
      <w:lang w:eastAsia="en-US"/>
    </w:rPr>
  </w:style>
  <w:style w:type="character" w:customStyle="1" w:styleId="HeadingChar">
    <w:name w:val="Heading Char"/>
    <w:qFormat/>
    <w:rsid w:val="007F6817"/>
    <w:rPr>
      <w:rFonts w:ascii="Arial" w:eastAsia="SimSun" w:hAnsi="Arial"/>
      <w:b/>
      <w:sz w:val="22"/>
    </w:rPr>
  </w:style>
  <w:style w:type="character" w:customStyle="1" w:styleId="B6Char">
    <w:name w:val="B6 Char"/>
    <w:link w:val="B6"/>
    <w:qFormat/>
    <w:rsid w:val="007F6817"/>
    <w:rPr>
      <w:rFonts w:eastAsia="Times New Roman"/>
      <w:lang w:eastAsia="zh-CN"/>
    </w:rPr>
  </w:style>
  <w:style w:type="table" w:customStyle="1" w:styleId="TableStyle1">
    <w:name w:val="Table Style1"/>
    <w:basedOn w:val="TableNormal"/>
    <w:qFormat/>
    <w:rsid w:val="007F6817"/>
    <w:rPr>
      <w:lang w:val="en-US" w:eastAsia="en-US"/>
    </w:rPr>
    <w:tblPr/>
  </w:style>
  <w:style w:type="paragraph" w:customStyle="1" w:styleId="tal1">
    <w:name w:val="tal"/>
    <w:basedOn w:val="Normal"/>
    <w:qFormat/>
    <w:rsid w:val="007F6817"/>
    <w:pPr>
      <w:spacing w:before="100" w:beforeAutospacing="1" w:after="100" w:afterAutospacing="1"/>
    </w:pPr>
    <w:rPr>
      <w:rFonts w:ascii="SimSun" w:eastAsia="SimSun" w:hAnsi="SimSun" w:cs="SimSun"/>
      <w:sz w:val="24"/>
      <w:szCs w:val="24"/>
      <w:lang w:val="en-US" w:eastAsia="zh-CN"/>
    </w:rPr>
  </w:style>
  <w:style w:type="paragraph" w:customStyle="1" w:styleId="a5">
    <w:name w:val="수정"/>
    <w:hidden/>
    <w:semiHidden/>
    <w:qFormat/>
    <w:rsid w:val="007F6817"/>
    <w:rPr>
      <w:rFonts w:eastAsia="Batang"/>
      <w:lang w:eastAsia="en-US"/>
    </w:rPr>
  </w:style>
  <w:style w:type="paragraph" w:customStyle="1" w:styleId="a6">
    <w:name w:val="変更箇所"/>
    <w:hidden/>
    <w:semiHidden/>
    <w:qFormat/>
    <w:rsid w:val="007F6817"/>
    <w:rPr>
      <w:lang w:eastAsia="en-US"/>
    </w:rPr>
  </w:style>
  <w:style w:type="paragraph" w:customStyle="1" w:styleId="NB2">
    <w:name w:val="NB2"/>
    <w:basedOn w:val="ZG"/>
    <w:qFormat/>
    <w:rsid w:val="007F6817"/>
    <w:pPr>
      <w:framePr w:wrap="notBeside"/>
    </w:pPr>
    <w:rPr>
      <w:rFonts w:eastAsia="Times New Roman"/>
      <w:noProof w:val="0"/>
      <w:lang w:val="en-US" w:eastAsia="ko-KR"/>
    </w:rPr>
  </w:style>
  <w:style w:type="paragraph" w:customStyle="1" w:styleId="tableentry">
    <w:name w:val="table entry"/>
    <w:basedOn w:val="Normal"/>
    <w:qFormat/>
    <w:rsid w:val="007F6817"/>
    <w:pPr>
      <w:keepNext/>
      <w:spacing w:before="60" w:after="60"/>
    </w:pPr>
    <w:rPr>
      <w:rFonts w:ascii="Bookman Old Style" w:eastAsia="SimSun" w:hAnsi="Bookman Old Style"/>
      <w:lang w:val="en-US" w:eastAsia="ko-KR"/>
    </w:rPr>
  </w:style>
  <w:style w:type="character" w:customStyle="1" w:styleId="EditorsNoteChar">
    <w:name w:val="Editor's Note Char"/>
    <w:qFormat/>
    <w:rsid w:val="007F6817"/>
    <w:rPr>
      <w:rFonts w:ascii="Times New Roman" w:hAnsi="Times New Roman"/>
      <w:color w:val="FF0000"/>
      <w:lang w:val="en-GB" w:eastAsia="en-US"/>
    </w:rPr>
  </w:style>
  <w:style w:type="table" w:customStyle="1" w:styleId="TableGrid6">
    <w:name w:val="Table Grid6"/>
    <w:basedOn w:val="TableNormal"/>
    <w:qFormat/>
    <w:rsid w:val="007F6817"/>
    <w:pPr>
      <w:spacing w:after="180"/>
    </w:pPr>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7F6817"/>
    <w:pPr>
      <w:overflowPunct w:val="0"/>
      <w:autoSpaceDE w:val="0"/>
      <w:autoSpaceDN w:val="0"/>
      <w:adjustRightInd w:val="0"/>
      <w:ind w:left="1418" w:hanging="1418"/>
      <w:textAlignment w:val="baseline"/>
    </w:pPr>
    <w:rPr>
      <w:noProof w:val="0"/>
      <w:lang w:val="en-US" w:eastAsia="ja-JP"/>
    </w:rPr>
  </w:style>
  <w:style w:type="paragraph" w:customStyle="1" w:styleId="Caption3">
    <w:name w:val="Caption3"/>
    <w:basedOn w:val="Normal"/>
    <w:next w:val="Normal"/>
    <w:qFormat/>
    <w:rsid w:val="007F6817"/>
    <w:pPr>
      <w:overflowPunct w:val="0"/>
      <w:autoSpaceDE w:val="0"/>
      <w:autoSpaceDN w:val="0"/>
      <w:adjustRightInd w:val="0"/>
      <w:spacing w:before="120" w:after="120"/>
      <w:textAlignment w:val="baseline"/>
    </w:pPr>
    <w:rPr>
      <w:b/>
      <w:lang w:eastAsia="ja-JP"/>
    </w:rPr>
  </w:style>
  <w:style w:type="paragraph" w:customStyle="1" w:styleId="TableofFigures3">
    <w:name w:val="Table of Figures3"/>
    <w:basedOn w:val="Normal"/>
    <w:next w:val="Normal"/>
    <w:qFormat/>
    <w:rsid w:val="007F6817"/>
    <w:pPr>
      <w:overflowPunct w:val="0"/>
      <w:autoSpaceDE w:val="0"/>
      <w:autoSpaceDN w:val="0"/>
      <w:adjustRightInd w:val="0"/>
      <w:ind w:left="400" w:hanging="400"/>
      <w:jc w:val="center"/>
      <w:textAlignment w:val="baseline"/>
    </w:pPr>
    <w:rPr>
      <w:b/>
      <w:lang w:eastAsia="ja-JP"/>
    </w:rPr>
  </w:style>
  <w:style w:type="table" w:customStyle="1" w:styleId="TableGrid7">
    <w:name w:val="Table Grid7"/>
    <w:basedOn w:val="TableNormal"/>
    <w:uiPriority w:val="39"/>
    <w:qFormat/>
    <w:rsid w:val="007F6817"/>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7F6817"/>
    <w:pPr>
      <w:jc w:val="both"/>
    </w:pPr>
    <w:rPr>
      <w:rFonts w:ascii="SimSun" w:eastAsia="SimSun" w:hAnsi="SimSun" w:cs="SimSun"/>
      <w:kern w:val="2"/>
      <w:sz w:val="21"/>
      <w:szCs w:val="21"/>
      <w:lang w:val="en-US" w:eastAsia="zh-CN"/>
    </w:rPr>
  </w:style>
  <w:style w:type="paragraph" w:customStyle="1" w:styleId="font5">
    <w:name w:val="font5"/>
    <w:basedOn w:val="Normal"/>
    <w:rsid w:val="007F6817"/>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rsid w:val="007F681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rsid w:val="007F68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rsid w:val="007F6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rsid w:val="007F6817"/>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rsid w:val="007F6817"/>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rsid w:val="007F6817"/>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rsid w:val="007F6817"/>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rsid w:val="007F6817"/>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rsid w:val="007F6817"/>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NoSpacingChar">
    <w:name w:val="No Spacing Char"/>
    <w:basedOn w:val="DefaultParagraphFont"/>
    <w:link w:val="NoSpacing"/>
    <w:uiPriority w:val="1"/>
    <w:rsid w:val="00DA47D2"/>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8541">
      <w:bodyDiv w:val="1"/>
      <w:marLeft w:val="0"/>
      <w:marRight w:val="0"/>
      <w:marTop w:val="0"/>
      <w:marBottom w:val="0"/>
      <w:divBdr>
        <w:top w:val="none" w:sz="0" w:space="0" w:color="auto"/>
        <w:left w:val="none" w:sz="0" w:space="0" w:color="auto"/>
        <w:bottom w:val="none" w:sz="0" w:space="0" w:color="auto"/>
        <w:right w:val="none" w:sz="0" w:space="0" w:color="auto"/>
      </w:divBdr>
    </w:div>
    <w:div w:id="123623321">
      <w:bodyDiv w:val="1"/>
      <w:marLeft w:val="0"/>
      <w:marRight w:val="0"/>
      <w:marTop w:val="0"/>
      <w:marBottom w:val="0"/>
      <w:divBdr>
        <w:top w:val="none" w:sz="0" w:space="0" w:color="auto"/>
        <w:left w:val="none" w:sz="0" w:space="0" w:color="auto"/>
        <w:bottom w:val="none" w:sz="0" w:space="0" w:color="auto"/>
        <w:right w:val="none" w:sz="0" w:space="0" w:color="auto"/>
      </w:divBdr>
    </w:div>
    <w:div w:id="125199775">
      <w:bodyDiv w:val="1"/>
      <w:marLeft w:val="0"/>
      <w:marRight w:val="0"/>
      <w:marTop w:val="0"/>
      <w:marBottom w:val="0"/>
      <w:divBdr>
        <w:top w:val="none" w:sz="0" w:space="0" w:color="auto"/>
        <w:left w:val="none" w:sz="0" w:space="0" w:color="auto"/>
        <w:bottom w:val="none" w:sz="0" w:space="0" w:color="auto"/>
        <w:right w:val="none" w:sz="0" w:space="0" w:color="auto"/>
      </w:divBdr>
    </w:div>
    <w:div w:id="136996550">
      <w:bodyDiv w:val="1"/>
      <w:marLeft w:val="0"/>
      <w:marRight w:val="0"/>
      <w:marTop w:val="0"/>
      <w:marBottom w:val="0"/>
      <w:divBdr>
        <w:top w:val="none" w:sz="0" w:space="0" w:color="auto"/>
        <w:left w:val="none" w:sz="0" w:space="0" w:color="auto"/>
        <w:bottom w:val="none" w:sz="0" w:space="0" w:color="auto"/>
        <w:right w:val="none" w:sz="0" w:space="0" w:color="auto"/>
      </w:divBdr>
    </w:div>
    <w:div w:id="196818376">
      <w:bodyDiv w:val="1"/>
      <w:marLeft w:val="0"/>
      <w:marRight w:val="0"/>
      <w:marTop w:val="0"/>
      <w:marBottom w:val="0"/>
      <w:divBdr>
        <w:top w:val="none" w:sz="0" w:space="0" w:color="auto"/>
        <w:left w:val="none" w:sz="0" w:space="0" w:color="auto"/>
        <w:bottom w:val="none" w:sz="0" w:space="0" w:color="auto"/>
        <w:right w:val="none" w:sz="0" w:space="0" w:color="auto"/>
      </w:divBdr>
    </w:div>
    <w:div w:id="283271188">
      <w:bodyDiv w:val="1"/>
      <w:marLeft w:val="0"/>
      <w:marRight w:val="0"/>
      <w:marTop w:val="0"/>
      <w:marBottom w:val="0"/>
      <w:divBdr>
        <w:top w:val="none" w:sz="0" w:space="0" w:color="auto"/>
        <w:left w:val="none" w:sz="0" w:space="0" w:color="auto"/>
        <w:bottom w:val="none" w:sz="0" w:space="0" w:color="auto"/>
        <w:right w:val="none" w:sz="0" w:space="0" w:color="auto"/>
      </w:divBdr>
    </w:div>
    <w:div w:id="292834893">
      <w:bodyDiv w:val="1"/>
      <w:marLeft w:val="0"/>
      <w:marRight w:val="0"/>
      <w:marTop w:val="0"/>
      <w:marBottom w:val="0"/>
      <w:divBdr>
        <w:top w:val="none" w:sz="0" w:space="0" w:color="auto"/>
        <w:left w:val="none" w:sz="0" w:space="0" w:color="auto"/>
        <w:bottom w:val="none" w:sz="0" w:space="0" w:color="auto"/>
        <w:right w:val="none" w:sz="0" w:space="0" w:color="auto"/>
      </w:divBdr>
    </w:div>
    <w:div w:id="373121853">
      <w:bodyDiv w:val="1"/>
      <w:marLeft w:val="0"/>
      <w:marRight w:val="0"/>
      <w:marTop w:val="0"/>
      <w:marBottom w:val="0"/>
      <w:divBdr>
        <w:top w:val="none" w:sz="0" w:space="0" w:color="auto"/>
        <w:left w:val="none" w:sz="0" w:space="0" w:color="auto"/>
        <w:bottom w:val="none" w:sz="0" w:space="0" w:color="auto"/>
        <w:right w:val="none" w:sz="0" w:space="0" w:color="auto"/>
      </w:divBdr>
    </w:div>
    <w:div w:id="571742940">
      <w:bodyDiv w:val="1"/>
      <w:marLeft w:val="0"/>
      <w:marRight w:val="0"/>
      <w:marTop w:val="0"/>
      <w:marBottom w:val="0"/>
      <w:divBdr>
        <w:top w:val="none" w:sz="0" w:space="0" w:color="auto"/>
        <w:left w:val="none" w:sz="0" w:space="0" w:color="auto"/>
        <w:bottom w:val="none" w:sz="0" w:space="0" w:color="auto"/>
        <w:right w:val="none" w:sz="0" w:space="0" w:color="auto"/>
      </w:divBdr>
    </w:div>
    <w:div w:id="590626947">
      <w:bodyDiv w:val="1"/>
      <w:marLeft w:val="0"/>
      <w:marRight w:val="0"/>
      <w:marTop w:val="0"/>
      <w:marBottom w:val="0"/>
      <w:divBdr>
        <w:top w:val="none" w:sz="0" w:space="0" w:color="auto"/>
        <w:left w:val="none" w:sz="0" w:space="0" w:color="auto"/>
        <w:bottom w:val="none" w:sz="0" w:space="0" w:color="auto"/>
        <w:right w:val="none" w:sz="0" w:space="0" w:color="auto"/>
      </w:divBdr>
    </w:div>
    <w:div w:id="607280715">
      <w:bodyDiv w:val="1"/>
      <w:marLeft w:val="0"/>
      <w:marRight w:val="0"/>
      <w:marTop w:val="0"/>
      <w:marBottom w:val="0"/>
      <w:divBdr>
        <w:top w:val="none" w:sz="0" w:space="0" w:color="auto"/>
        <w:left w:val="none" w:sz="0" w:space="0" w:color="auto"/>
        <w:bottom w:val="none" w:sz="0" w:space="0" w:color="auto"/>
        <w:right w:val="none" w:sz="0" w:space="0" w:color="auto"/>
      </w:divBdr>
    </w:div>
    <w:div w:id="612398976">
      <w:bodyDiv w:val="1"/>
      <w:marLeft w:val="0"/>
      <w:marRight w:val="0"/>
      <w:marTop w:val="0"/>
      <w:marBottom w:val="0"/>
      <w:divBdr>
        <w:top w:val="none" w:sz="0" w:space="0" w:color="auto"/>
        <w:left w:val="none" w:sz="0" w:space="0" w:color="auto"/>
        <w:bottom w:val="none" w:sz="0" w:space="0" w:color="auto"/>
        <w:right w:val="none" w:sz="0" w:space="0" w:color="auto"/>
      </w:divBdr>
    </w:div>
    <w:div w:id="749473946">
      <w:bodyDiv w:val="1"/>
      <w:marLeft w:val="0"/>
      <w:marRight w:val="0"/>
      <w:marTop w:val="0"/>
      <w:marBottom w:val="0"/>
      <w:divBdr>
        <w:top w:val="none" w:sz="0" w:space="0" w:color="auto"/>
        <w:left w:val="none" w:sz="0" w:space="0" w:color="auto"/>
        <w:bottom w:val="none" w:sz="0" w:space="0" w:color="auto"/>
        <w:right w:val="none" w:sz="0" w:space="0" w:color="auto"/>
      </w:divBdr>
    </w:div>
    <w:div w:id="762604295">
      <w:bodyDiv w:val="1"/>
      <w:marLeft w:val="0"/>
      <w:marRight w:val="0"/>
      <w:marTop w:val="0"/>
      <w:marBottom w:val="0"/>
      <w:divBdr>
        <w:top w:val="none" w:sz="0" w:space="0" w:color="auto"/>
        <w:left w:val="none" w:sz="0" w:space="0" w:color="auto"/>
        <w:bottom w:val="none" w:sz="0" w:space="0" w:color="auto"/>
        <w:right w:val="none" w:sz="0" w:space="0" w:color="auto"/>
      </w:divBdr>
    </w:div>
    <w:div w:id="762989608">
      <w:bodyDiv w:val="1"/>
      <w:marLeft w:val="0"/>
      <w:marRight w:val="0"/>
      <w:marTop w:val="0"/>
      <w:marBottom w:val="0"/>
      <w:divBdr>
        <w:top w:val="none" w:sz="0" w:space="0" w:color="auto"/>
        <w:left w:val="none" w:sz="0" w:space="0" w:color="auto"/>
        <w:bottom w:val="none" w:sz="0" w:space="0" w:color="auto"/>
        <w:right w:val="none" w:sz="0" w:space="0" w:color="auto"/>
      </w:divBdr>
    </w:div>
    <w:div w:id="790902147">
      <w:bodyDiv w:val="1"/>
      <w:marLeft w:val="0"/>
      <w:marRight w:val="0"/>
      <w:marTop w:val="0"/>
      <w:marBottom w:val="0"/>
      <w:divBdr>
        <w:top w:val="none" w:sz="0" w:space="0" w:color="auto"/>
        <w:left w:val="none" w:sz="0" w:space="0" w:color="auto"/>
        <w:bottom w:val="none" w:sz="0" w:space="0" w:color="auto"/>
        <w:right w:val="none" w:sz="0" w:space="0" w:color="auto"/>
      </w:divBdr>
    </w:div>
    <w:div w:id="808474371">
      <w:bodyDiv w:val="1"/>
      <w:marLeft w:val="0"/>
      <w:marRight w:val="0"/>
      <w:marTop w:val="0"/>
      <w:marBottom w:val="0"/>
      <w:divBdr>
        <w:top w:val="none" w:sz="0" w:space="0" w:color="auto"/>
        <w:left w:val="none" w:sz="0" w:space="0" w:color="auto"/>
        <w:bottom w:val="none" w:sz="0" w:space="0" w:color="auto"/>
        <w:right w:val="none" w:sz="0" w:space="0" w:color="auto"/>
      </w:divBdr>
    </w:div>
    <w:div w:id="825781141">
      <w:bodyDiv w:val="1"/>
      <w:marLeft w:val="0"/>
      <w:marRight w:val="0"/>
      <w:marTop w:val="0"/>
      <w:marBottom w:val="0"/>
      <w:divBdr>
        <w:top w:val="none" w:sz="0" w:space="0" w:color="auto"/>
        <w:left w:val="none" w:sz="0" w:space="0" w:color="auto"/>
        <w:bottom w:val="none" w:sz="0" w:space="0" w:color="auto"/>
        <w:right w:val="none" w:sz="0" w:space="0" w:color="auto"/>
      </w:divBdr>
    </w:div>
    <w:div w:id="858860052">
      <w:bodyDiv w:val="1"/>
      <w:marLeft w:val="0"/>
      <w:marRight w:val="0"/>
      <w:marTop w:val="0"/>
      <w:marBottom w:val="0"/>
      <w:divBdr>
        <w:top w:val="none" w:sz="0" w:space="0" w:color="auto"/>
        <w:left w:val="none" w:sz="0" w:space="0" w:color="auto"/>
        <w:bottom w:val="none" w:sz="0" w:space="0" w:color="auto"/>
        <w:right w:val="none" w:sz="0" w:space="0" w:color="auto"/>
      </w:divBdr>
    </w:div>
    <w:div w:id="957567264">
      <w:bodyDiv w:val="1"/>
      <w:marLeft w:val="0"/>
      <w:marRight w:val="0"/>
      <w:marTop w:val="0"/>
      <w:marBottom w:val="0"/>
      <w:divBdr>
        <w:top w:val="none" w:sz="0" w:space="0" w:color="auto"/>
        <w:left w:val="none" w:sz="0" w:space="0" w:color="auto"/>
        <w:bottom w:val="none" w:sz="0" w:space="0" w:color="auto"/>
        <w:right w:val="none" w:sz="0" w:space="0" w:color="auto"/>
      </w:divBdr>
    </w:div>
    <w:div w:id="972902646">
      <w:bodyDiv w:val="1"/>
      <w:marLeft w:val="0"/>
      <w:marRight w:val="0"/>
      <w:marTop w:val="0"/>
      <w:marBottom w:val="0"/>
      <w:divBdr>
        <w:top w:val="none" w:sz="0" w:space="0" w:color="auto"/>
        <w:left w:val="none" w:sz="0" w:space="0" w:color="auto"/>
        <w:bottom w:val="none" w:sz="0" w:space="0" w:color="auto"/>
        <w:right w:val="none" w:sz="0" w:space="0" w:color="auto"/>
      </w:divBdr>
    </w:div>
    <w:div w:id="1139420307">
      <w:bodyDiv w:val="1"/>
      <w:marLeft w:val="0"/>
      <w:marRight w:val="0"/>
      <w:marTop w:val="0"/>
      <w:marBottom w:val="0"/>
      <w:divBdr>
        <w:top w:val="none" w:sz="0" w:space="0" w:color="auto"/>
        <w:left w:val="none" w:sz="0" w:space="0" w:color="auto"/>
        <w:bottom w:val="none" w:sz="0" w:space="0" w:color="auto"/>
        <w:right w:val="none" w:sz="0" w:space="0" w:color="auto"/>
      </w:divBdr>
    </w:div>
    <w:div w:id="1212228874">
      <w:bodyDiv w:val="1"/>
      <w:marLeft w:val="0"/>
      <w:marRight w:val="0"/>
      <w:marTop w:val="0"/>
      <w:marBottom w:val="0"/>
      <w:divBdr>
        <w:top w:val="none" w:sz="0" w:space="0" w:color="auto"/>
        <w:left w:val="none" w:sz="0" w:space="0" w:color="auto"/>
        <w:bottom w:val="none" w:sz="0" w:space="0" w:color="auto"/>
        <w:right w:val="none" w:sz="0" w:space="0" w:color="auto"/>
      </w:divBdr>
    </w:div>
    <w:div w:id="1214731286">
      <w:bodyDiv w:val="1"/>
      <w:marLeft w:val="0"/>
      <w:marRight w:val="0"/>
      <w:marTop w:val="0"/>
      <w:marBottom w:val="0"/>
      <w:divBdr>
        <w:top w:val="none" w:sz="0" w:space="0" w:color="auto"/>
        <w:left w:val="none" w:sz="0" w:space="0" w:color="auto"/>
        <w:bottom w:val="none" w:sz="0" w:space="0" w:color="auto"/>
        <w:right w:val="none" w:sz="0" w:space="0" w:color="auto"/>
      </w:divBdr>
    </w:div>
    <w:div w:id="1292439992">
      <w:bodyDiv w:val="1"/>
      <w:marLeft w:val="0"/>
      <w:marRight w:val="0"/>
      <w:marTop w:val="0"/>
      <w:marBottom w:val="0"/>
      <w:divBdr>
        <w:top w:val="none" w:sz="0" w:space="0" w:color="auto"/>
        <w:left w:val="none" w:sz="0" w:space="0" w:color="auto"/>
        <w:bottom w:val="none" w:sz="0" w:space="0" w:color="auto"/>
        <w:right w:val="none" w:sz="0" w:space="0" w:color="auto"/>
      </w:divBdr>
    </w:div>
    <w:div w:id="1359308478">
      <w:bodyDiv w:val="1"/>
      <w:marLeft w:val="0"/>
      <w:marRight w:val="0"/>
      <w:marTop w:val="0"/>
      <w:marBottom w:val="0"/>
      <w:divBdr>
        <w:top w:val="none" w:sz="0" w:space="0" w:color="auto"/>
        <w:left w:val="none" w:sz="0" w:space="0" w:color="auto"/>
        <w:bottom w:val="none" w:sz="0" w:space="0" w:color="auto"/>
        <w:right w:val="none" w:sz="0" w:space="0" w:color="auto"/>
      </w:divBdr>
    </w:div>
    <w:div w:id="1403525090">
      <w:bodyDiv w:val="1"/>
      <w:marLeft w:val="0"/>
      <w:marRight w:val="0"/>
      <w:marTop w:val="0"/>
      <w:marBottom w:val="0"/>
      <w:divBdr>
        <w:top w:val="none" w:sz="0" w:space="0" w:color="auto"/>
        <w:left w:val="none" w:sz="0" w:space="0" w:color="auto"/>
        <w:bottom w:val="none" w:sz="0" w:space="0" w:color="auto"/>
        <w:right w:val="none" w:sz="0" w:space="0" w:color="auto"/>
      </w:divBdr>
    </w:div>
    <w:div w:id="1438595606">
      <w:bodyDiv w:val="1"/>
      <w:marLeft w:val="0"/>
      <w:marRight w:val="0"/>
      <w:marTop w:val="0"/>
      <w:marBottom w:val="0"/>
      <w:divBdr>
        <w:top w:val="none" w:sz="0" w:space="0" w:color="auto"/>
        <w:left w:val="none" w:sz="0" w:space="0" w:color="auto"/>
        <w:bottom w:val="none" w:sz="0" w:space="0" w:color="auto"/>
        <w:right w:val="none" w:sz="0" w:space="0" w:color="auto"/>
      </w:divBdr>
    </w:div>
    <w:div w:id="1493982015">
      <w:bodyDiv w:val="1"/>
      <w:marLeft w:val="0"/>
      <w:marRight w:val="0"/>
      <w:marTop w:val="0"/>
      <w:marBottom w:val="0"/>
      <w:divBdr>
        <w:top w:val="none" w:sz="0" w:space="0" w:color="auto"/>
        <w:left w:val="none" w:sz="0" w:space="0" w:color="auto"/>
        <w:bottom w:val="none" w:sz="0" w:space="0" w:color="auto"/>
        <w:right w:val="none" w:sz="0" w:space="0" w:color="auto"/>
      </w:divBdr>
    </w:div>
    <w:div w:id="1512835355">
      <w:bodyDiv w:val="1"/>
      <w:marLeft w:val="0"/>
      <w:marRight w:val="0"/>
      <w:marTop w:val="0"/>
      <w:marBottom w:val="0"/>
      <w:divBdr>
        <w:top w:val="none" w:sz="0" w:space="0" w:color="auto"/>
        <w:left w:val="none" w:sz="0" w:space="0" w:color="auto"/>
        <w:bottom w:val="none" w:sz="0" w:space="0" w:color="auto"/>
        <w:right w:val="none" w:sz="0" w:space="0" w:color="auto"/>
      </w:divBdr>
    </w:div>
    <w:div w:id="1624992621">
      <w:bodyDiv w:val="1"/>
      <w:marLeft w:val="0"/>
      <w:marRight w:val="0"/>
      <w:marTop w:val="0"/>
      <w:marBottom w:val="0"/>
      <w:divBdr>
        <w:top w:val="none" w:sz="0" w:space="0" w:color="auto"/>
        <w:left w:val="none" w:sz="0" w:space="0" w:color="auto"/>
        <w:bottom w:val="none" w:sz="0" w:space="0" w:color="auto"/>
        <w:right w:val="none" w:sz="0" w:space="0" w:color="auto"/>
      </w:divBdr>
    </w:div>
    <w:div w:id="1862820702">
      <w:bodyDiv w:val="1"/>
      <w:marLeft w:val="0"/>
      <w:marRight w:val="0"/>
      <w:marTop w:val="0"/>
      <w:marBottom w:val="0"/>
      <w:divBdr>
        <w:top w:val="none" w:sz="0" w:space="0" w:color="auto"/>
        <w:left w:val="none" w:sz="0" w:space="0" w:color="auto"/>
        <w:bottom w:val="none" w:sz="0" w:space="0" w:color="auto"/>
        <w:right w:val="none" w:sz="0" w:space="0" w:color="auto"/>
      </w:divBdr>
    </w:div>
    <w:div w:id="1909147263">
      <w:bodyDiv w:val="1"/>
      <w:marLeft w:val="0"/>
      <w:marRight w:val="0"/>
      <w:marTop w:val="0"/>
      <w:marBottom w:val="0"/>
      <w:divBdr>
        <w:top w:val="none" w:sz="0" w:space="0" w:color="auto"/>
        <w:left w:val="none" w:sz="0" w:space="0" w:color="auto"/>
        <w:bottom w:val="none" w:sz="0" w:space="0" w:color="auto"/>
        <w:right w:val="none" w:sz="0" w:space="0" w:color="auto"/>
      </w:divBdr>
    </w:div>
    <w:div w:id="1913807683">
      <w:bodyDiv w:val="1"/>
      <w:marLeft w:val="0"/>
      <w:marRight w:val="0"/>
      <w:marTop w:val="0"/>
      <w:marBottom w:val="0"/>
      <w:divBdr>
        <w:top w:val="none" w:sz="0" w:space="0" w:color="auto"/>
        <w:left w:val="none" w:sz="0" w:space="0" w:color="auto"/>
        <w:bottom w:val="none" w:sz="0" w:space="0" w:color="auto"/>
        <w:right w:val="none" w:sz="0" w:space="0" w:color="auto"/>
      </w:divBdr>
    </w:div>
    <w:div w:id="1993023461">
      <w:bodyDiv w:val="1"/>
      <w:marLeft w:val="0"/>
      <w:marRight w:val="0"/>
      <w:marTop w:val="0"/>
      <w:marBottom w:val="0"/>
      <w:divBdr>
        <w:top w:val="none" w:sz="0" w:space="0" w:color="auto"/>
        <w:left w:val="none" w:sz="0" w:space="0" w:color="auto"/>
        <w:bottom w:val="none" w:sz="0" w:space="0" w:color="auto"/>
        <w:right w:val="none" w:sz="0" w:space="0" w:color="auto"/>
      </w:divBdr>
    </w:div>
    <w:div w:id="1993560218">
      <w:bodyDiv w:val="1"/>
      <w:marLeft w:val="0"/>
      <w:marRight w:val="0"/>
      <w:marTop w:val="0"/>
      <w:marBottom w:val="0"/>
      <w:divBdr>
        <w:top w:val="none" w:sz="0" w:space="0" w:color="auto"/>
        <w:left w:val="none" w:sz="0" w:space="0" w:color="auto"/>
        <w:bottom w:val="none" w:sz="0" w:space="0" w:color="auto"/>
        <w:right w:val="none" w:sz="0" w:space="0" w:color="auto"/>
      </w:divBdr>
    </w:div>
    <w:div w:id="1995134089">
      <w:bodyDiv w:val="1"/>
      <w:marLeft w:val="0"/>
      <w:marRight w:val="0"/>
      <w:marTop w:val="0"/>
      <w:marBottom w:val="0"/>
      <w:divBdr>
        <w:top w:val="none" w:sz="0" w:space="0" w:color="auto"/>
        <w:left w:val="none" w:sz="0" w:space="0" w:color="auto"/>
        <w:bottom w:val="none" w:sz="0" w:space="0" w:color="auto"/>
        <w:right w:val="none" w:sz="0" w:space="0" w:color="auto"/>
      </w:divBdr>
    </w:div>
    <w:div w:id="2040857504">
      <w:bodyDiv w:val="1"/>
      <w:marLeft w:val="0"/>
      <w:marRight w:val="0"/>
      <w:marTop w:val="0"/>
      <w:marBottom w:val="0"/>
      <w:divBdr>
        <w:top w:val="none" w:sz="0" w:space="0" w:color="auto"/>
        <w:left w:val="none" w:sz="0" w:space="0" w:color="auto"/>
        <w:bottom w:val="none" w:sz="0" w:space="0" w:color="auto"/>
        <w:right w:val="none" w:sz="0" w:space="0" w:color="auto"/>
      </w:divBdr>
    </w:div>
    <w:div w:id="2062362930">
      <w:bodyDiv w:val="1"/>
      <w:marLeft w:val="0"/>
      <w:marRight w:val="0"/>
      <w:marTop w:val="0"/>
      <w:marBottom w:val="0"/>
      <w:divBdr>
        <w:top w:val="none" w:sz="0" w:space="0" w:color="auto"/>
        <w:left w:val="none" w:sz="0" w:space="0" w:color="auto"/>
        <w:bottom w:val="none" w:sz="0" w:space="0" w:color="auto"/>
        <w:right w:val="none" w:sz="0" w:space="0" w:color="auto"/>
      </w:divBdr>
    </w:div>
    <w:div w:id="2073892369">
      <w:bodyDiv w:val="1"/>
      <w:marLeft w:val="0"/>
      <w:marRight w:val="0"/>
      <w:marTop w:val="0"/>
      <w:marBottom w:val="0"/>
      <w:divBdr>
        <w:top w:val="none" w:sz="0" w:space="0" w:color="auto"/>
        <w:left w:val="none" w:sz="0" w:space="0" w:color="auto"/>
        <w:bottom w:val="none" w:sz="0" w:space="0" w:color="auto"/>
        <w:right w:val="none" w:sz="0" w:space="0" w:color="auto"/>
      </w:divBdr>
    </w:div>
    <w:div w:id="209180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1" Type="http://schemas.openxmlformats.org/officeDocument/2006/relationships/footer" Target="footer3.xml"/><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image" Target="media/image28.wmf"/><Relationship Id="rId138" Type="http://schemas.openxmlformats.org/officeDocument/2006/relationships/oleObject" Target="embeddings/oleObject76.bin"/><Relationship Id="rId159" Type="http://schemas.openxmlformats.org/officeDocument/2006/relationships/oleObject" Target="embeddings/oleObject87.bin"/><Relationship Id="rId170" Type="http://schemas.openxmlformats.org/officeDocument/2006/relationships/image" Target="media/image59.wmf"/><Relationship Id="rId191" Type="http://schemas.openxmlformats.org/officeDocument/2006/relationships/image" Target="media/image66.wmf"/><Relationship Id="rId205" Type="http://schemas.openxmlformats.org/officeDocument/2006/relationships/theme" Target="theme/theme1.xml"/><Relationship Id="rId16" Type="http://schemas.openxmlformats.org/officeDocument/2006/relationships/oleObject" Target="embeddings/oleObject4.bin"/><Relationship Id="rId107" Type="http://schemas.openxmlformats.org/officeDocument/2006/relationships/oleObject" Target="embeddings/oleObject55.bin"/><Relationship Id="rId11" Type="http://schemas.openxmlformats.org/officeDocument/2006/relationships/image" Target="media/image1.wmf"/><Relationship Id="rId32" Type="http://schemas.openxmlformats.org/officeDocument/2006/relationships/oleObject" Target="embeddings/oleObject14.bin"/><Relationship Id="rId37" Type="http://schemas.openxmlformats.org/officeDocument/2006/relationships/image" Target="media/image5.wmf"/><Relationship Id="rId53" Type="http://schemas.openxmlformats.org/officeDocument/2006/relationships/oleObject" Target="embeddings/oleObject24.bin"/><Relationship Id="rId58" Type="http://schemas.openxmlformats.org/officeDocument/2006/relationships/image" Target="media/image15.wmf"/><Relationship Id="rId74" Type="http://schemas.openxmlformats.org/officeDocument/2006/relationships/image" Target="media/image23.wmf"/><Relationship Id="rId79" Type="http://schemas.openxmlformats.org/officeDocument/2006/relationships/oleObject" Target="embeddings/oleObject37.bin"/><Relationship Id="rId102" Type="http://schemas.openxmlformats.org/officeDocument/2006/relationships/oleObject" Target="embeddings/oleObject51.bin"/><Relationship Id="rId123" Type="http://schemas.openxmlformats.org/officeDocument/2006/relationships/oleObject" Target="embeddings/oleObject67.bin"/><Relationship Id="rId128" Type="http://schemas.openxmlformats.org/officeDocument/2006/relationships/image" Target="media/image41.wmf"/><Relationship Id="rId144" Type="http://schemas.openxmlformats.org/officeDocument/2006/relationships/image" Target="media/image47.wmf"/><Relationship Id="rId149" Type="http://schemas.openxmlformats.org/officeDocument/2006/relationships/oleObject" Target="embeddings/oleObject82.bin"/><Relationship Id="rId5" Type="http://schemas.openxmlformats.org/officeDocument/2006/relationships/settings" Target="settings.xml"/><Relationship Id="rId90" Type="http://schemas.openxmlformats.org/officeDocument/2006/relationships/oleObject" Target="embeddings/oleObject43.bin"/><Relationship Id="rId95" Type="http://schemas.openxmlformats.org/officeDocument/2006/relationships/oleObject" Target="embeddings/oleObject46.bin"/><Relationship Id="rId160" Type="http://schemas.openxmlformats.org/officeDocument/2006/relationships/image" Target="media/image55.wmf"/><Relationship Id="rId165" Type="http://schemas.openxmlformats.org/officeDocument/2006/relationships/oleObject" Target="embeddings/oleObject90.bin"/><Relationship Id="rId181" Type="http://schemas.openxmlformats.org/officeDocument/2006/relationships/image" Target="media/image62.wmf"/><Relationship Id="rId186" Type="http://schemas.openxmlformats.org/officeDocument/2006/relationships/oleObject" Target="embeddings/oleObject104.bin"/><Relationship Id="rId22" Type="http://schemas.openxmlformats.org/officeDocument/2006/relationships/oleObject" Target="embeddings/oleObject7.bin"/><Relationship Id="rId27" Type="http://schemas.openxmlformats.org/officeDocument/2006/relationships/oleObject" Target="embeddings/oleObject9.bin"/><Relationship Id="rId43" Type="http://schemas.openxmlformats.org/officeDocument/2006/relationships/image" Target="media/image8.wmf"/><Relationship Id="rId48" Type="http://schemas.openxmlformats.org/officeDocument/2006/relationships/image" Target="media/image10.wmf"/><Relationship Id="rId64" Type="http://schemas.openxmlformats.org/officeDocument/2006/relationships/image" Target="media/image18.wmf"/><Relationship Id="rId69" Type="http://schemas.openxmlformats.org/officeDocument/2006/relationships/oleObject" Target="embeddings/oleObject32.bin"/><Relationship Id="rId113" Type="http://schemas.openxmlformats.org/officeDocument/2006/relationships/oleObject" Target="embeddings/oleObject59.bin"/><Relationship Id="rId118" Type="http://schemas.openxmlformats.org/officeDocument/2006/relationships/oleObject" Target="embeddings/oleObject62.bin"/><Relationship Id="rId134" Type="http://schemas.openxmlformats.org/officeDocument/2006/relationships/image" Target="media/image44.wmf"/><Relationship Id="rId139" Type="http://schemas.openxmlformats.org/officeDocument/2006/relationships/oleObject" Target="embeddings/oleObject77.bin"/><Relationship Id="rId80" Type="http://schemas.openxmlformats.org/officeDocument/2006/relationships/image" Target="media/image26.wmf"/><Relationship Id="rId85" Type="http://schemas.openxmlformats.org/officeDocument/2006/relationships/oleObject" Target="embeddings/oleObject40.bin"/><Relationship Id="rId150" Type="http://schemas.openxmlformats.org/officeDocument/2006/relationships/image" Target="media/image50.wmf"/><Relationship Id="rId155" Type="http://schemas.openxmlformats.org/officeDocument/2006/relationships/oleObject" Target="embeddings/oleObject85.bin"/><Relationship Id="rId171" Type="http://schemas.openxmlformats.org/officeDocument/2006/relationships/oleObject" Target="embeddings/oleObject94.bin"/><Relationship Id="rId176" Type="http://schemas.openxmlformats.org/officeDocument/2006/relationships/oleObject" Target="embeddings/oleObject97.bin"/><Relationship Id="rId192" Type="http://schemas.openxmlformats.org/officeDocument/2006/relationships/oleObject" Target="embeddings/oleObject108.bin"/><Relationship Id="rId197" Type="http://schemas.openxmlformats.org/officeDocument/2006/relationships/footer" Target="footer5.xml"/><Relationship Id="rId201" Type="http://schemas.openxmlformats.org/officeDocument/2006/relationships/package" Target="embeddings/Microsoft_Visio_Drawing.vsdx"/><Relationship Id="rId12" Type="http://schemas.openxmlformats.org/officeDocument/2006/relationships/oleObject" Target="embeddings/oleObject1.bin"/><Relationship Id="rId17" Type="http://schemas.openxmlformats.org/officeDocument/2006/relationships/oleObject" Target="embeddings/oleObject5.bin"/><Relationship Id="rId33" Type="http://schemas.openxmlformats.org/officeDocument/2006/relationships/header" Target="header6.xml"/><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2.bin"/><Relationship Id="rId108" Type="http://schemas.openxmlformats.org/officeDocument/2006/relationships/oleObject" Target="embeddings/oleObject56.bin"/><Relationship Id="rId124" Type="http://schemas.openxmlformats.org/officeDocument/2006/relationships/oleObject" Target="embeddings/oleObject68.bin"/><Relationship Id="rId129" Type="http://schemas.openxmlformats.org/officeDocument/2006/relationships/oleObject" Target="embeddings/oleObject71.bin"/><Relationship Id="rId54" Type="http://schemas.openxmlformats.org/officeDocument/2006/relationships/image" Target="media/image13.wmf"/><Relationship Id="rId70" Type="http://schemas.openxmlformats.org/officeDocument/2006/relationships/image" Target="media/image21.wmf"/><Relationship Id="rId75" Type="http://schemas.openxmlformats.org/officeDocument/2006/relationships/oleObject" Target="embeddings/oleObject35.bin"/><Relationship Id="rId91" Type="http://schemas.openxmlformats.org/officeDocument/2006/relationships/image" Target="media/image31.wmf"/><Relationship Id="rId96" Type="http://schemas.openxmlformats.org/officeDocument/2006/relationships/image" Target="media/image33.wmf"/><Relationship Id="rId140" Type="http://schemas.openxmlformats.org/officeDocument/2006/relationships/oleObject" Target="embeddings/oleObject78.bin"/><Relationship Id="rId145" Type="http://schemas.openxmlformats.org/officeDocument/2006/relationships/oleObject" Target="embeddings/oleObject80.bin"/><Relationship Id="rId161" Type="http://schemas.openxmlformats.org/officeDocument/2006/relationships/oleObject" Target="embeddings/oleObject88.bin"/><Relationship Id="rId166" Type="http://schemas.openxmlformats.org/officeDocument/2006/relationships/image" Target="media/image58.wmf"/><Relationship Id="rId182" Type="http://schemas.openxmlformats.org/officeDocument/2006/relationships/oleObject" Target="embeddings/oleObject102.bin"/><Relationship Id="rId187" Type="http://schemas.openxmlformats.org/officeDocument/2006/relationships/oleObject" Target="embeddings/oleObject105.bin"/><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8.bin"/><Relationship Id="rId28" Type="http://schemas.openxmlformats.org/officeDocument/2006/relationships/oleObject" Target="embeddings/oleObject10.bin"/><Relationship Id="rId49" Type="http://schemas.openxmlformats.org/officeDocument/2006/relationships/oleObject" Target="embeddings/oleObject22.bin"/><Relationship Id="rId114" Type="http://schemas.openxmlformats.org/officeDocument/2006/relationships/image" Target="media/image38.wmf"/><Relationship Id="rId119" Type="http://schemas.openxmlformats.org/officeDocument/2006/relationships/oleObject" Target="embeddings/oleObject63.bin"/><Relationship Id="rId44" Type="http://schemas.openxmlformats.org/officeDocument/2006/relationships/oleObject" Target="embeddings/oleObject19.bin"/><Relationship Id="rId60" Type="http://schemas.openxmlformats.org/officeDocument/2006/relationships/image" Target="media/image16.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oleObject" Target="embeddings/oleObject41.bin"/><Relationship Id="rId130" Type="http://schemas.openxmlformats.org/officeDocument/2006/relationships/image" Target="media/image42.wmf"/><Relationship Id="rId135" Type="http://schemas.openxmlformats.org/officeDocument/2006/relationships/oleObject" Target="embeddings/oleObject74.bin"/><Relationship Id="rId151" Type="http://schemas.openxmlformats.org/officeDocument/2006/relationships/oleObject" Target="embeddings/oleObject83.bin"/><Relationship Id="rId156" Type="http://schemas.openxmlformats.org/officeDocument/2006/relationships/image" Target="media/image53.wmf"/><Relationship Id="rId177" Type="http://schemas.openxmlformats.org/officeDocument/2006/relationships/oleObject" Target="embeddings/oleObject98.bin"/><Relationship Id="rId198" Type="http://schemas.openxmlformats.org/officeDocument/2006/relationships/header" Target="header9.xml"/><Relationship Id="rId172" Type="http://schemas.openxmlformats.org/officeDocument/2006/relationships/image" Target="media/image60.wmf"/><Relationship Id="rId193" Type="http://schemas.openxmlformats.org/officeDocument/2006/relationships/image" Target="media/image67.png"/><Relationship Id="rId202" Type="http://schemas.openxmlformats.org/officeDocument/2006/relationships/header" Target="header10.xml"/><Relationship Id="rId13" Type="http://schemas.openxmlformats.org/officeDocument/2006/relationships/oleObject" Target="embeddings/oleObject2.bin"/><Relationship Id="rId18" Type="http://schemas.openxmlformats.org/officeDocument/2006/relationships/header" Target="header2.xml"/><Relationship Id="rId39" Type="http://schemas.openxmlformats.org/officeDocument/2006/relationships/image" Target="media/image6.wmf"/><Relationship Id="rId109" Type="http://schemas.openxmlformats.org/officeDocument/2006/relationships/oleObject" Target="embeddings/oleObject57.bin"/><Relationship Id="rId34" Type="http://schemas.openxmlformats.org/officeDocument/2006/relationships/image" Target="media/image3.png"/><Relationship Id="rId50" Type="http://schemas.openxmlformats.org/officeDocument/2006/relationships/image" Target="media/image11.wmf"/><Relationship Id="rId55" Type="http://schemas.openxmlformats.org/officeDocument/2006/relationships/oleObject" Target="embeddings/oleObject25.bin"/><Relationship Id="rId76" Type="http://schemas.openxmlformats.org/officeDocument/2006/relationships/image" Target="media/image24.wmf"/><Relationship Id="rId97" Type="http://schemas.openxmlformats.org/officeDocument/2006/relationships/oleObject" Target="embeddings/oleObject47.bin"/><Relationship Id="rId104" Type="http://schemas.openxmlformats.org/officeDocument/2006/relationships/oleObject" Target="embeddings/oleObject53.bin"/><Relationship Id="rId120" Type="http://schemas.openxmlformats.org/officeDocument/2006/relationships/oleObject" Target="embeddings/oleObject64.bin"/><Relationship Id="rId125" Type="http://schemas.openxmlformats.org/officeDocument/2006/relationships/oleObject" Target="embeddings/oleObject69.bin"/><Relationship Id="rId141" Type="http://schemas.openxmlformats.org/officeDocument/2006/relationships/oleObject" Target="embeddings/oleObject79.bin"/><Relationship Id="rId146" Type="http://schemas.openxmlformats.org/officeDocument/2006/relationships/image" Target="media/image48.wmf"/><Relationship Id="rId167" Type="http://schemas.openxmlformats.org/officeDocument/2006/relationships/oleObject" Target="embeddings/oleObject91.bin"/><Relationship Id="rId188" Type="http://schemas.openxmlformats.org/officeDocument/2006/relationships/image" Target="media/image65.wmf"/><Relationship Id="rId7" Type="http://schemas.openxmlformats.org/officeDocument/2006/relationships/footnotes" Target="footnotes.xml"/><Relationship Id="rId71" Type="http://schemas.openxmlformats.org/officeDocument/2006/relationships/oleObject" Target="embeddings/oleObject33.bin"/><Relationship Id="rId92" Type="http://schemas.openxmlformats.org/officeDocument/2006/relationships/oleObject" Target="embeddings/oleObject44.bin"/><Relationship Id="rId162" Type="http://schemas.openxmlformats.org/officeDocument/2006/relationships/image" Target="media/image56.wmf"/><Relationship Id="rId183" Type="http://schemas.openxmlformats.org/officeDocument/2006/relationships/image" Target="media/image63.wmf"/><Relationship Id="rId2" Type="http://schemas.openxmlformats.org/officeDocument/2006/relationships/customXml" Target="../customXml/item1.xml"/><Relationship Id="rId29" Type="http://schemas.openxmlformats.org/officeDocument/2006/relationships/oleObject" Target="embeddings/oleObject11.bin"/><Relationship Id="rId24" Type="http://schemas.openxmlformats.org/officeDocument/2006/relationships/header" Target="header4.xml"/><Relationship Id="rId40" Type="http://schemas.openxmlformats.org/officeDocument/2006/relationships/oleObject" Target="embeddings/oleObject17.bin"/><Relationship Id="rId45" Type="http://schemas.openxmlformats.org/officeDocument/2006/relationships/image" Target="media/image9.wmf"/><Relationship Id="rId66" Type="http://schemas.openxmlformats.org/officeDocument/2006/relationships/image" Target="media/image19.wmf"/><Relationship Id="rId87" Type="http://schemas.openxmlformats.org/officeDocument/2006/relationships/image" Target="media/image29.wmf"/><Relationship Id="rId110" Type="http://schemas.openxmlformats.org/officeDocument/2006/relationships/image" Target="media/image36.wmf"/><Relationship Id="rId115" Type="http://schemas.openxmlformats.org/officeDocument/2006/relationships/oleObject" Target="embeddings/oleObject60.bin"/><Relationship Id="rId131" Type="http://schemas.openxmlformats.org/officeDocument/2006/relationships/oleObject" Target="embeddings/oleObject72.bin"/><Relationship Id="rId136" Type="http://schemas.openxmlformats.org/officeDocument/2006/relationships/image" Target="media/image45.wmf"/><Relationship Id="rId157" Type="http://schemas.openxmlformats.org/officeDocument/2006/relationships/oleObject" Target="embeddings/oleObject86.bin"/><Relationship Id="rId178" Type="http://schemas.openxmlformats.org/officeDocument/2006/relationships/oleObject" Target="embeddings/oleObject99.bin"/><Relationship Id="rId61" Type="http://schemas.openxmlformats.org/officeDocument/2006/relationships/oleObject" Target="embeddings/oleObject28.bin"/><Relationship Id="rId82" Type="http://schemas.openxmlformats.org/officeDocument/2006/relationships/image" Target="media/image27.wmf"/><Relationship Id="rId152" Type="http://schemas.openxmlformats.org/officeDocument/2006/relationships/image" Target="media/image51.wmf"/><Relationship Id="rId173" Type="http://schemas.openxmlformats.org/officeDocument/2006/relationships/oleObject" Target="embeddings/oleObject95.bin"/><Relationship Id="rId194" Type="http://schemas.openxmlformats.org/officeDocument/2006/relationships/header" Target="header7.xml"/><Relationship Id="rId199" Type="http://schemas.openxmlformats.org/officeDocument/2006/relationships/footer" Target="footer6.xml"/><Relationship Id="rId203" Type="http://schemas.openxmlformats.org/officeDocument/2006/relationships/footer" Target="footer7.xml"/><Relationship Id="rId19" Type="http://schemas.openxmlformats.org/officeDocument/2006/relationships/header" Target="header3.xml"/><Relationship Id="rId14" Type="http://schemas.openxmlformats.org/officeDocument/2006/relationships/footer" Target="footer2.xml"/><Relationship Id="rId30" Type="http://schemas.openxmlformats.org/officeDocument/2006/relationships/oleObject" Target="embeddings/oleObject12.bin"/><Relationship Id="rId35" Type="http://schemas.openxmlformats.org/officeDocument/2006/relationships/image" Target="media/image4.wmf"/><Relationship Id="rId56" Type="http://schemas.openxmlformats.org/officeDocument/2006/relationships/image" Target="media/image14.wmf"/><Relationship Id="rId77" Type="http://schemas.openxmlformats.org/officeDocument/2006/relationships/oleObject" Target="embeddings/oleObject36.bin"/><Relationship Id="rId100" Type="http://schemas.openxmlformats.org/officeDocument/2006/relationships/image" Target="media/image34.wmf"/><Relationship Id="rId105" Type="http://schemas.openxmlformats.org/officeDocument/2006/relationships/oleObject" Target="embeddings/oleObject54.bin"/><Relationship Id="rId126" Type="http://schemas.openxmlformats.org/officeDocument/2006/relationships/image" Target="media/image40.wmf"/><Relationship Id="rId147" Type="http://schemas.openxmlformats.org/officeDocument/2006/relationships/oleObject" Target="embeddings/oleObject81.bin"/><Relationship Id="rId168" Type="http://schemas.openxmlformats.org/officeDocument/2006/relationships/oleObject" Target="embeddings/oleObject92.bin"/><Relationship Id="rId8" Type="http://schemas.openxmlformats.org/officeDocument/2006/relationships/endnotes" Target="endnotes.xml"/><Relationship Id="rId51" Type="http://schemas.openxmlformats.org/officeDocument/2006/relationships/oleObject" Target="embeddings/oleObject23.bin"/><Relationship Id="rId72" Type="http://schemas.openxmlformats.org/officeDocument/2006/relationships/image" Target="media/image22.wmf"/><Relationship Id="rId93" Type="http://schemas.openxmlformats.org/officeDocument/2006/relationships/image" Target="media/image32.wmf"/><Relationship Id="rId98" Type="http://schemas.openxmlformats.org/officeDocument/2006/relationships/oleObject" Target="embeddings/oleObject48.bin"/><Relationship Id="rId121" Type="http://schemas.openxmlformats.org/officeDocument/2006/relationships/oleObject" Target="embeddings/oleObject65.bin"/><Relationship Id="rId142" Type="http://schemas.openxmlformats.org/officeDocument/2006/relationships/image" Target="media/image46.emf"/><Relationship Id="rId163" Type="http://schemas.openxmlformats.org/officeDocument/2006/relationships/oleObject" Target="embeddings/oleObject89.bin"/><Relationship Id="rId184" Type="http://schemas.openxmlformats.org/officeDocument/2006/relationships/oleObject" Target="embeddings/oleObject103.bin"/><Relationship Id="rId189" Type="http://schemas.openxmlformats.org/officeDocument/2006/relationships/oleObject" Target="embeddings/oleObject106.bin"/><Relationship Id="rId3" Type="http://schemas.openxmlformats.org/officeDocument/2006/relationships/numbering" Target="numbering.xml"/><Relationship Id="rId25" Type="http://schemas.openxmlformats.org/officeDocument/2006/relationships/header" Target="header5.xml"/><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39.wmf"/><Relationship Id="rId137" Type="http://schemas.openxmlformats.org/officeDocument/2006/relationships/oleObject" Target="embeddings/oleObject75.bin"/><Relationship Id="rId158" Type="http://schemas.openxmlformats.org/officeDocument/2006/relationships/image" Target="media/image54.wmf"/><Relationship Id="rId20" Type="http://schemas.openxmlformats.org/officeDocument/2006/relationships/oleObject" Target="embeddings/oleObject6.bin"/><Relationship Id="rId41" Type="http://schemas.openxmlformats.org/officeDocument/2006/relationships/image" Target="media/image7.wmf"/><Relationship Id="rId62" Type="http://schemas.openxmlformats.org/officeDocument/2006/relationships/image" Target="media/image17.wmf"/><Relationship Id="rId83" Type="http://schemas.openxmlformats.org/officeDocument/2006/relationships/oleObject" Target="embeddings/oleObject39.bin"/><Relationship Id="rId88" Type="http://schemas.openxmlformats.org/officeDocument/2006/relationships/oleObject" Target="embeddings/oleObject42.bin"/><Relationship Id="rId111" Type="http://schemas.openxmlformats.org/officeDocument/2006/relationships/oleObject" Target="embeddings/oleObject58.bin"/><Relationship Id="rId132" Type="http://schemas.openxmlformats.org/officeDocument/2006/relationships/image" Target="media/image43.wmf"/><Relationship Id="rId153" Type="http://schemas.openxmlformats.org/officeDocument/2006/relationships/oleObject" Target="embeddings/oleObject84.bin"/><Relationship Id="rId174" Type="http://schemas.openxmlformats.org/officeDocument/2006/relationships/image" Target="media/image61.wmf"/><Relationship Id="rId179" Type="http://schemas.openxmlformats.org/officeDocument/2006/relationships/oleObject" Target="embeddings/oleObject100.bin"/><Relationship Id="rId195" Type="http://schemas.openxmlformats.org/officeDocument/2006/relationships/header" Target="header8.xml"/><Relationship Id="rId190" Type="http://schemas.openxmlformats.org/officeDocument/2006/relationships/oleObject" Target="embeddings/oleObject107.bin"/><Relationship Id="rId204" Type="http://schemas.openxmlformats.org/officeDocument/2006/relationships/fontTable" Target="fontTable.xml"/><Relationship Id="rId15" Type="http://schemas.openxmlformats.org/officeDocument/2006/relationships/oleObject" Target="embeddings/oleObject3.bin"/><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image" Target="media/image35.wmf"/><Relationship Id="rId127" Type="http://schemas.openxmlformats.org/officeDocument/2006/relationships/oleObject" Target="embeddings/oleObject70.bin"/><Relationship Id="rId10" Type="http://schemas.openxmlformats.org/officeDocument/2006/relationships/footer" Target="footer1.xml"/><Relationship Id="rId31" Type="http://schemas.openxmlformats.org/officeDocument/2006/relationships/oleObject" Target="embeddings/oleObject13.bin"/><Relationship Id="rId52" Type="http://schemas.openxmlformats.org/officeDocument/2006/relationships/image" Target="media/image12.wmf"/><Relationship Id="rId73" Type="http://schemas.openxmlformats.org/officeDocument/2006/relationships/oleObject" Target="embeddings/oleObject34.bin"/><Relationship Id="rId78" Type="http://schemas.openxmlformats.org/officeDocument/2006/relationships/image" Target="media/image25.wmf"/><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oleObject" Target="embeddings/oleObject66.bin"/><Relationship Id="rId143" Type="http://schemas.openxmlformats.org/officeDocument/2006/relationships/package" Target="embeddings/Microsoft_Visio_Drawing56.vsdx"/><Relationship Id="rId148" Type="http://schemas.openxmlformats.org/officeDocument/2006/relationships/image" Target="media/image49.wmf"/><Relationship Id="rId164" Type="http://schemas.openxmlformats.org/officeDocument/2006/relationships/image" Target="media/image57.wmf"/><Relationship Id="rId169" Type="http://schemas.openxmlformats.org/officeDocument/2006/relationships/oleObject" Target="embeddings/oleObject93.bin"/><Relationship Id="rId185" Type="http://schemas.openxmlformats.org/officeDocument/2006/relationships/image" Target="media/image64.wmf"/><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oleObject" Target="embeddings/oleObject101.bin"/><Relationship Id="rId26" Type="http://schemas.openxmlformats.org/officeDocument/2006/relationships/image" Target="media/image2.wmf"/><Relationship Id="rId47" Type="http://schemas.openxmlformats.org/officeDocument/2006/relationships/oleObject" Target="embeddings/oleObject21.bin"/><Relationship Id="rId68" Type="http://schemas.openxmlformats.org/officeDocument/2006/relationships/image" Target="media/image20.wmf"/><Relationship Id="rId89" Type="http://schemas.openxmlformats.org/officeDocument/2006/relationships/image" Target="media/image30.wmf"/><Relationship Id="rId112" Type="http://schemas.openxmlformats.org/officeDocument/2006/relationships/image" Target="media/image37.wmf"/><Relationship Id="rId133" Type="http://schemas.openxmlformats.org/officeDocument/2006/relationships/oleObject" Target="embeddings/oleObject73.bin"/><Relationship Id="rId154" Type="http://schemas.openxmlformats.org/officeDocument/2006/relationships/image" Target="media/image52.wmf"/><Relationship Id="rId175" Type="http://schemas.openxmlformats.org/officeDocument/2006/relationships/oleObject" Target="embeddings/oleObject96.bin"/><Relationship Id="rId196" Type="http://schemas.openxmlformats.org/officeDocument/2006/relationships/footer" Target="footer4.xml"/><Relationship Id="rId200" Type="http://schemas.openxmlformats.org/officeDocument/2006/relationships/image" Target="media/image6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99BE-1922-4183-8015-D2895019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63</TotalTime>
  <Pages>21</Pages>
  <Words>25453</Words>
  <Characters>145088</Characters>
  <Application>Microsoft Office Word</Application>
  <DocSecurity>0</DocSecurity>
  <Lines>1209</Lines>
  <Paragraphs>340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ab.cde</vt:lpstr>
      <vt:lpstr>3GPP TS ab.cde</vt:lpstr>
    </vt:vector>
  </TitlesOfParts>
  <Company>ETSI</Company>
  <LinksUpToDate>false</LinksUpToDate>
  <CharactersWithSpaces>170201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41</cp:revision>
  <cp:lastPrinted>2019-02-25T14:05:00Z</cp:lastPrinted>
  <dcterms:created xsi:type="dcterms:W3CDTF">2021-12-22T15:44:00Z</dcterms:created>
  <dcterms:modified xsi:type="dcterms:W3CDTF">2023-01-11T22:55:00Z</dcterms:modified>
</cp:coreProperties>
</file>