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910A1" w14:paraId="1E186854" w14:textId="77777777" w:rsidTr="005E4BB2">
        <w:tc>
          <w:tcPr>
            <w:tcW w:w="10423" w:type="dxa"/>
            <w:gridSpan w:val="2"/>
            <w:shd w:val="clear" w:color="auto" w:fill="auto"/>
          </w:tcPr>
          <w:p w14:paraId="1E186853" w14:textId="692CED38" w:rsidR="004F0988" w:rsidRPr="00D910A1" w:rsidRDefault="004F0988" w:rsidP="00133525">
            <w:pPr>
              <w:pStyle w:val="ZA"/>
              <w:framePr w:w="0" w:hRule="auto" w:wrap="auto" w:vAnchor="margin" w:hAnchor="text" w:yAlign="inline"/>
            </w:pPr>
            <w:bookmarkStart w:id="0" w:name="page1"/>
            <w:r w:rsidRPr="00D910A1">
              <w:rPr>
                <w:sz w:val="64"/>
              </w:rPr>
              <w:t xml:space="preserve">3GPP </w:t>
            </w:r>
            <w:bookmarkStart w:id="1" w:name="specType1"/>
            <w:r w:rsidRPr="00D910A1">
              <w:rPr>
                <w:sz w:val="64"/>
              </w:rPr>
              <w:t>TS</w:t>
            </w:r>
            <w:bookmarkEnd w:id="1"/>
            <w:r w:rsidRPr="00D910A1">
              <w:rPr>
                <w:sz w:val="64"/>
              </w:rPr>
              <w:t xml:space="preserve"> </w:t>
            </w:r>
            <w:bookmarkStart w:id="2" w:name="specNumber"/>
            <w:r w:rsidR="00CA7178" w:rsidRPr="00D910A1">
              <w:rPr>
                <w:sz w:val="64"/>
              </w:rPr>
              <w:t>38</w:t>
            </w:r>
            <w:r w:rsidRPr="00D910A1">
              <w:rPr>
                <w:sz w:val="64"/>
              </w:rPr>
              <w:t>.</w:t>
            </w:r>
            <w:bookmarkEnd w:id="2"/>
            <w:r w:rsidR="00CA7178" w:rsidRPr="00D910A1">
              <w:rPr>
                <w:sz w:val="64"/>
              </w:rPr>
              <w:t>113</w:t>
            </w:r>
            <w:r w:rsidRPr="00D910A1">
              <w:rPr>
                <w:sz w:val="64"/>
              </w:rPr>
              <w:t xml:space="preserve"> </w:t>
            </w:r>
            <w:r w:rsidRPr="00D910A1">
              <w:t>V</w:t>
            </w:r>
            <w:r w:rsidR="00EF783D">
              <w:t>1</w:t>
            </w:r>
            <w:r w:rsidR="009C2758">
              <w:t>7</w:t>
            </w:r>
            <w:r w:rsidR="00EF783D">
              <w:t>.</w:t>
            </w:r>
            <w:r w:rsidR="00EA27C1">
              <w:t>2</w:t>
            </w:r>
            <w:r w:rsidR="00EF783D">
              <w:t>.0</w:t>
            </w:r>
            <w:r w:rsidRPr="00D910A1">
              <w:t xml:space="preserve"> </w:t>
            </w:r>
            <w:r w:rsidRPr="00D910A1">
              <w:rPr>
                <w:sz w:val="32"/>
              </w:rPr>
              <w:t>(</w:t>
            </w:r>
            <w:r w:rsidR="00325C42">
              <w:rPr>
                <w:sz w:val="32"/>
              </w:rPr>
              <w:t>202</w:t>
            </w:r>
            <w:r w:rsidR="009C2758">
              <w:rPr>
                <w:sz w:val="32"/>
              </w:rPr>
              <w:t>2</w:t>
            </w:r>
            <w:r w:rsidR="00EF783D">
              <w:rPr>
                <w:sz w:val="32"/>
              </w:rPr>
              <w:t>-</w:t>
            </w:r>
            <w:r w:rsidR="00EA27C1">
              <w:rPr>
                <w:sz w:val="32"/>
              </w:rPr>
              <w:t>09</w:t>
            </w:r>
            <w:r w:rsidRPr="00D910A1">
              <w:rPr>
                <w:sz w:val="32"/>
              </w:rPr>
              <w:t>)</w:t>
            </w:r>
          </w:p>
        </w:tc>
      </w:tr>
      <w:tr w:rsidR="004F0988" w:rsidRPr="00D910A1" w14:paraId="1E186856" w14:textId="77777777" w:rsidTr="005E4BB2">
        <w:trPr>
          <w:trHeight w:hRule="exact" w:val="1134"/>
        </w:trPr>
        <w:tc>
          <w:tcPr>
            <w:tcW w:w="10423" w:type="dxa"/>
            <w:gridSpan w:val="2"/>
            <w:shd w:val="clear" w:color="auto" w:fill="auto"/>
          </w:tcPr>
          <w:p w14:paraId="1E186855" w14:textId="77777777" w:rsidR="00BA4B8D" w:rsidRPr="00D910A1" w:rsidRDefault="004F0988" w:rsidP="00CA7178">
            <w:pPr>
              <w:pStyle w:val="ZB"/>
              <w:framePr w:w="0" w:hRule="auto" w:wrap="auto" w:vAnchor="margin" w:hAnchor="text" w:yAlign="inline"/>
            </w:pPr>
            <w:r w:rsidRPr="00D910A1">
              <w:t xml:space="preserve">Technical </w:t>
            </w:r>
            <w:bookmarkStart w:id="3" w:name="spectype2"/>
            <w:r w:rsidRPr="00D910A1">
              <w:t>Specificatio</w:t>
            </w:r>
            <w:bookmarkEnd w:id="3"/>
            <w:r w:rsidR="00CA7178" w:rsidRPr="00D910A1">
              <w:t>n</w:t>
            </w:r>
          </w:p>
        </w:tc>
      </w:tr>
      <w:tr w:rsidR="004F0988" w:rsidRPr="00DB56CE" w14:paraId="1E18685C" w14:textId="77777777" w:rsidTr="005E4BB2">
        <w:trPr>
          <w:trHeight w:hRule="exact" w:val="3686"/>
        </w:trPr>
        <w:tc>
          <w:tcPr>
            <w:tcW w:w="10423" w:type="dxa"/>
            <w:gridSpan w:val="2"/>
            <w:shd w:val="clear" w:color="auto" w:fill="auto"/>
          </w:tcPr>
          <w:p w14:paraId="1E186857" w14:textId="77777777" w:rsidR="00CA7178" w:rsidRPr="00DB56CE" w:rsidRDefault="00CA7178" w:rsidP="00CA7178">
            <w:pPr>
              <w:pStyle w:val="ZT"/>
              <w:framePr w:wrap="auto" w:hAnchor="text" w:yAlign="inline"/>
            </w:pPr>
            <w:r w:rsidRPr="00DB56CE">
              <w:t>3rd Generation Partnership Project;</w:t>
            </w:r>
          </w:p>
          <w:p w14:paraId="1E186858" w14:textId="77777777" w:rsidR="00CA7178" w:rsidRPr="00DB56CE" w:rsidRDefault="00CA7178" w:rsidP="00CA7178">
            <w:pPr>
              <w:pStyle w:val="ZT"/>
              <w:framePr w:wrap="auto" w:hAnchor="text" w:yAlign="inline"/>
            </w:pPr>
            <w:r w:rsidRPr="00DB56CE">
              <w:t>Technical Specification Group Radio Access Network;</w:t>
            </w:r>
          </w:p>
          <w:p w14:paraId="1E186859" w14:textId="77777777" w:rsidR="00CA7178" w:rsidRPr="00DB56CE" w:rsidRDefault="00CA7178" w:rsidP="00CA7178">
            <w:pPr>
              <w:pStyle w:val="ZT"/>
              <w:framePr w:wrap="auto" w:hAnchor="text" w:yAlign="inline"/>
            </w:pPr>
            <w:r w:rsidRPr="00DB56CE">
              <w:rPr>
                <w:rFonts w:hint="eastAsia"/>
              </w:rPr>
              <w:t>NR</w:t>
            </w:r>
            <w:r w:rsidRPr="00DB56CE">
              <w:t>;</w:t>
            </w:r>
          </w:p>
          <w:p w14:paraId="1E18685A" w14:textId="77777777" w:rsidR="00CA7178" w:rsidRPr="00DB56CE" w:rsidRDefault="00CA7178" w:rsidP="00CA7178">
            <w:pPr>
              <w:pStyle w:val="ZT"/>
              <w:framePr w:wrap="auto" w:hAnchor="text" w:yAlign="inline"/>
              <w:rPr>
                <w:lang w:val="en-US"/>
              </w:rPr>
            </w:pPr>
            <w:r w:rsidRPr="00DB56CE">
              <w:rPr>
                <w:lang w:val="en-US"/>
              </w:rPr>
              <w:t>Base Station (BS) ElectroMagnetic Compatibility (EMC)</w:t>
            </w:r>
          </w:p>
          <w:p w14:paraId="1E18685B" w14:textId="6EFDB3A4" w:rsidR="004F0988" w:rsidRPr="00DB56CE" w:rsidRDefault="00DB56CE" w:rsidP="00133525">
            <w:pPr>
              <w:pStyle w:val="ZT"/>
              <w:framePr w:wrap="auto" w:hAnchor="text" w:yAlign="inline"/>
              <w:rPr>
                <w:i/>
                <w:sz w:val="28"/>
              </w:rPr>
            </w:pPr>
            <w:r w:rsidRPr="00DB56CE">
              <w:t>(</w:t>
            </w:r>
            <w:r w:rsidRPr="00DB56CE">
              <w:rPr>
                <w:rStyle w:val="ZGSM"/>
              </w:rPr>
              <w:t>Release</w:t>
            </w:r>
            <w:r w:rsidR="00EF783D">
              <w:rPr>
                <w:rStyle w:val="ZGSM"/>
              </w:rPr>
              <w:t xml:space="preserve"> 1</w:t>
            </w:r>
            <w:r w:rsidR="009C2758">
              <w:rPr>
                <w:rStyle w:val="ZGSM"/>
              </w:rPr>
              <w:t>7</w:t>
            </w:r>
            <w:r w:rsidRPr="00DB56CE">
              <w:t>)</w:t>
            </w:r>
          </w:p>
        </w:tc>
      </w:tr>
      <w:tr w:rsidR="00BF128E" w:rsidRPr="00D910A1" w14:paraId="1E18685E" w14:textId="77777777" w:rsidTr="005E4BB2">
        <w:tc>
          <w:tcPr>
            <w:tcW w:w="10423" w:type="dxa"/>
            <w:gridSpan w:val="2"/>
            <w:shd w:val="clear" w:color="auto" w:fill="auto"/>
          </w:tcPr>
          <w:p w14:paraId="1E18685D" w14:textId="77777777" w:rsidR="00BF128E" w:rsidRPr="00D910A1" w:rsidRDefault="00BF128E" w:rsidP="00133525">
            <w:pPr>
              <w:pStyle w:val="ZU"/>
              <w:framePr w:w="0" w:wrap="auto" w:vAnchor="margin" w:hAnchor="text" w:yAlign="inline"/>
              <w:tabs>
                <w:tab w:val="right" w:pos="10206"/>
              </w:tabs>
              <w:jc w:val="left"/>
            </w:pPr>
            <w:r w:rsidRPr="00D910A1">
              <w:rPr>
                <w:color w:val="0000FF"/>
              </w:rPr>
              <w:tab/>
            </w:r>
          </w:p>
        </w:tc>
      </w:tr>
      <w:tr w:rsidR="00D57972" w:rsidRPr="00D910A1" w14:paraId="1E186861" w14:textId="77777777" w:rsidTr="005E4BB2">
        <w:trPr>
          <w:trHeight w:hRule="exact" w:val="1531"/>
        </w:trPr>
        <w:tc>
          <w:tcPr>
            <w:tcW w:w="4883" w:type="dxa"/>
            <w:shd w:val="clear" w:color="auto" w:fill="auto"/>
          </w:tcPr>
          <w:p w14:paraId="1E18685F" w14:textId="77777777" w:rsidR="00D57972" w:rsidRPr="00D910A1" w:rsidRDefault="00406546">
            <w:r w:rsidRPr="00D910A1">
              <w:rPr>
                <w:i/>
                <w:noProof/>
              </w:rPr>
              <w:drawing>
                <wp:inline distT="0" distB="0" distL="0" distR="0" wp14:anchorId="1E186D95" wp14:editId="1E186D96">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1E186860" w14:textId="77777777" w:rsidR="00D57972" w:rsidRPr="00D910A1" w:rsidRDefault="00406546" w:rsidP="00133525">
            <w:pPr>
              <w:jc w:val="right"/>
            </w:pPr>
            <w:bookmarkStart w:id="4" w:name="logos"/>
            <w:r w:rsidRPr="00D910A1">
              <w:rPr>
                <w:noProof/>
              </w:rPr>
              <w:drawing>
                <wp:inline distT="0" distB="0" distL="0" distR="0" wp14:anchorId="1E186D97" wp14:editId="1E186D98">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4"/>
          </w:p>
        </w:tc>
      </w:tr>
      <w:tr w:rsidR="00C074DD" w:rsidRPr="00D910A1" w14:paraId="1E186863" w14:textId="77777777" w:rsidTr="005E4BB2">
        <w:trPr>
          <w:trHeight w:hRule="exact" w:val="5783"/>
        </w:trPr>
        <w:tc>
          <w:tcPr>
            <w:tcW w:w="10423" w:type="dxa"/>
            <w:gridSpan w:val="2"/>
            <w:shd w:val="clear" w:color="auto" w:fill="auto"/>
          </w:tcPr>
          <w:p w14:paraId="1E186862" w14:textId="77777777" w:rsidR="00C074DD" w:rsidRPr="00D910A1" w:rsidRDefault="00C074DD" w:rsidP="00C074DD">
            <w:pPr>
              <w:pStyle w:val="Guidance"/>
              <w:rPr>
                <w:b/>
                <w:color w:val="auto"/>
              </w:rPr>
            </w:pPr>
          </w:p>
        </w:tc>
      </w:tr>
      <w:tr w:rsidR="00C074DD" w:rsidRPr="00D910A1" w14:paraId="1E186867" w14:textId="77777777" w:rsidTr="005E4BB2">
        <w:trPr>
          <w:cantSplit/>
          <w:trHeight w:hRule="exact" w:val="964"/>
        </w:trPr>
        <w:tc>
          <w:tcPr>
            <w:tcW w:w="10423" w:type="dxa"/>
            <w:gridSpan w:val="2"/>
            <w:shd w:val="clear" w:color="auto" w:fill="auto"/>
          </w:tcPr>
          <w:p w14:paraId="1E186864" w14:textId="77777777" w:rsidR="00C074DD" w:rsidRPr="00D910A1" w:rsidRDefault="00C074DD" w:rsidP="00C074DD">
            <w:pPr>
              <w:rPr>
                <w:sz w:val="16"/>
              </w:rPr>
            </w:pPr>
            <w:bookmarkStart w:id="5" w:name="warningNotice"/>
            <w:r w:rsidRPr="00D910A1">
              <w:rPr>
                <w:sz w:val="16"/>
              </w:rPr>
              <w:t>The present document has been developed within the 3rd Generation Partnership Project (3GPP</w:t>
            </w:r>
            <w:r w:rsidRPr="00D910A1">
              <w:rPr>
                <w:sz w:val="16"/>
                <w:vertAlign w:val="superscript"/>
              </w:rPr>
              <w:t xml:space="preserve"> TM</w:t>
            </w:r>
            <w:r w:rsidRPr="00D910A1">
              <w:rPr>
                <w:sz w:val="16"/>
              </w:rPr>
              <w:t>) and may be further elaborated for the purposes of 3GPP.</w:t>
            </w:r>
            <w:r w:rsidRPr="00D910A1">
              <w:rPr>
                <w:sz w:val="16"/>
              </w:rPr>
              <w:br/>
              <w:t>The present document has not been subject to any approval process by the 3GPP</w:t>
            </w:r>
            <w:r w:rsidRPr="00D910A1">
              <w:rPr>
                <w:sz w:val="16"/>
                <w:vertAlign w:val="superscript"/>
              </w:rPr>
              <w:t xml:space="preserve"> </w:t>
            </w:r>
            <w:r w:rsidRPr="00D910A1">
              <w:rPr>
                <w:sz w:val="16"/>
              </w:rPr>
              <w:t>Organizational Partners and shall not be implemented.</w:t>
            </w:r>
            <w:r w:rsidRPr="00D910A1">
              <w:rPr>
                <w:sz w:val="16"/>
              </w:rPr>
              <w:br/>
              <w:t>This Specification is provided for future development work within 3GPP</w:t>
            </w:r>
            <w:r w:rsidRPr="00D910A1">
              <w:rPr>
                <w:sz w:val="16"/>
                <w:vertAlign w:val="superscript"/>
              </w:rPr>
              <w:t xml:space="preserve"> </w:t>
            </w:r>
            <w:r w:rsidRPr="00D910A1">
              <w:rPr>
                <w:sz w:val="16"/>
              </w:rPr>
              <w:t>only. The Organizational Partners accept no liability for any use of this Specification.</w:t>
            </w:r>
            <w:r w:rsidRPr="00D910A1">
              <w:rPr>
                <w:sz w:val="16"/>
              </w:rPr>
              <w:br/>
              <w:t>Specifications and Reports for implementation of the 3GPP</w:t>
            </w:r>
            <w:r w:rsidRPr="00D910A1">
              <w:rPr>
                <w:sz w:val="16"/>
                <w:vertAlign w:val="superscript"/>
              </w:rPr>
              <w:t xml:space="preserve"> TM</w:t>
            </w:r>
            <w:r w:rsidRPr="00D910A1">
              <w:rPr>
                <w:sz w:val="16"/>
              </w:rPr>
              <w:t xml:space="preserve"> system should be obtained via the 3GPP Organizational Partners' Publications Offices.</w:t>
            </w:r>
            <w:bookmarkEnd w:id="5"/>
          </w:p>
          <w:p w14:paraId="1E186865" w14:textId="77777777" w:rsidR="00C074DD" w:rsidRPr="00D910A1" w:rsidRDefault="00C074DD" w:rsidP="00C074DD">
            <w:pPr>
              <w:pStyle w:val="ZV"/>
              <w:framePr w:w="0" w:wrap="auto" w:vAnchor="margin" w:hAnchor="text" w:yAlign="inline"/>
            </w:pPr>
          </w:p>
          <w:p w14:paraId="1E186866" w14:textId="77777777" w:rsidR="00C074DD" w:rsidRPr="00D910A1" w:rsidRDefault="00C074DD" w:rsidP="00C074DD">
            <w:pPr>
              <w:rPr>
                <w:sz w:val="16"/>
              </w:rPr>
            </w:pPr>
          </w:p>
        </w:tc>
      </w:tr>
      <w:bookmarkEnd w:id="0"/>
    </w:tbl>
    <w:p w14:paraId="1E186868" w14:textId="77777777" w:rsidR="00080512" w:rsidRPr="00D910A1" w:rsidRDefault="00080512">
      <w:pPr>
        <w:sectPr w:rsidR="00080512" w:rsidRPr="00D910A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910A1" w14:paraId="1E18686A" w14:textId="77777777" w:rsidTr="00133525">
        <w:trPr>
          <w:trHeight w:hRule="exact" w:val="5670"/>
        </w:trPr>
        <w:tc>
          <w:tcPr>
            <w:tcW w:w="10423" w:type="dxa"/>
            <w:shd w:val="clear" w:color="auto" w:fill="auto"/>
          </w:tcPr>
          <w:p w14:paraId="1E186869" w14:textId="77777777" w:rsidR="00E16509" w:rsidRPr="00D910A1" w:rsidRDefault="00E16509" w:rsidP="00E16509">
            <w:pPr>
              <w:pStyle w:val="Guidance"/>
              <w:rPr>
                <w:color w:val="auto"/>
              </w:rPr>
            </w:pPr>
            <w:bookmarkStart w:id="6" w:name="page2"/>
          </w:p>
        </w:tc>
      </w:tr>
      <w:tr w:rsidR="00E16509" w:rsidRPr="00D910A1" w14:paraId="1E186875" w14:textId="77777777" w:rsidTr="00C074DD">
        <w:trPr>
          <w:trHeight w:hRule="exact" w:val="5387"/>
        </w:trPr>
        <w:tc>
          <w:tcPr>
            <w:tcW w:w="10423" w:type="dxa"/>
            <w:shd w:val="clear" w:color="auto" w:fill="auto"/>
          </w:tcPr>
          <w:p w14:paraId="1E18686B" w14:textId="77777777" w:rsidR="00E16509" w:rsidRPr="00D910A1" w:rsidRDefault="00E16509" w:rsidP="00133525">
            <w:pPr>
              <w:pStyle w:val="FP"/>
              <w:spacing w:after="240"/>
              <w:ind w:left="2835" w:right="2835"/>
              <w:jc w:val="center"/>
              <w:rPr>
                <w:rFonts w:ascii="Arial" w:hAnsi="Arial"/>
                <w:b/>
                <w:i/>
              </w:rPr>
            </w:pPr>
            <w:bookmarkStart w:id="7" w:name="coords3gpp"/>
            <w:r w:rsidRPr="00D910A1">
              <w:rPr>
                <w:rFonts w:ascii="Arial" w:hAnsi="Arial"/>
                <w:b/>
                <w:i/>
              </w:rPr>
              <w:t>3GPP</w:t>
            </w:r>
          </w:p>
          <w:p w14:paraId="1E18686C" w14:textId="77777777" w:rsidR="00E16509" w:rsidRPr="00D910A1" w:rsidRDefault="00E16509" w:rsidP="00133525">
            <w:pPr>
              <w:pStyle w:val="FP"/>
              <w:pBdr>
                <w:bottom w:val="single" w:sz="6" w:space="1" w:color="auto"/>
              </w:pBdr>
              <w:ind w:left="2835" w:right="2835"/>
              <w:jc w:val="center"/>
            </w:pPr>
            <w:r w:rsidRPr="00D910A1">
              <w:t>Postal address</w:t>
            </w:r>
          </w:p>
          <w:p w14:paraId="1E18686D" w14:textId="77777777" w:rsidR="00E16509" w:rsidRPr="00D910A1" w:rsidRDefault="00E16509" w:rsidP="00133525">
            <w:pPr>
              <w:pStyle w:val="FP"/>
              <w:ind w:left="2835" w:right="2835"/>
              <w:jc w:val="center"/>
              <w:rPr>
                <w:rFonts w:ascii="Arial" w:hAnsi="Arial"/>
                <w:sz w:val="18"/>
              </w:rPr>
            </w:pPr>
          </w:p>
          <w:p w14:paraId="1E18686E" w14:textId="77777777" w:rsidR="00E16509" w:rsidRPr="00D910A1" w:rsidRDefault="00E16509" w:rsidP="00133525">
            <w:pPr>
              <w:pStyle w:val="FP"/>
              <w:pBdr>
                <w:bottom w:val="single" w:sz="6" w:space="1" w:color="auto"/>
              </w:pBdr>
              <w:spacing w:before="240"/>
              <w:ind w:left="2835" w:right="2835"/>
              <w:jc w:val="center"/>
            </w:pPr>
            <w:r w:rsidRPr="00D910A1">
              <w:t>3GPP support office address</w:t>
            </w:r>
          </w:p>
          <w:p w14:paraId="1E18686F"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650 Route des Lucioles - Sophia Antipolis</w:t>
            </w:r>
          </w:p>
          <w:p w14:paraId="1E186870"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Valbonne - FRANCE</w:t>
            </w:r>
          </w:p>
          <w:p w14:paraId="1E186871" w14:textId="77777777" w:rsidR="00E16509" w:rsidRPr="00D910A1" w:rsidRDefault="00E16509" w:rsidP="00133525">
            <w:pPr>
              <w:pStyle w:val="FP"/>
              <w:spacing w:after="20"/>
              <w:ind w:left="2835" w:right="2835"/>
              <w:jc w:val="center"/>
              <w:rPr>
                <w:rFonts w:ascii="Arial" w:hAnsi="Arial"/>
                <w:sz w:val="18"/>
              </w:rPr>
            </w:pPr>
            <w:r w:rsidRPr="00D910A1">
              <w:rPr>
                <w:rFonts w:ascii="Arial" w:hAnsi="Arial"/>
                <w:sz w:val="18"/>
              </w:rPr>
              <w:t>Tel.: +33 4 92 94 42 00 Fax: +33 4 93 65 47 16</w:t>
            </w:r>
          </w:p>
          <w:p w14:paraId="1E186872" w14:textId="77777777" w:rsidR="00E16509" w:rsidRPr="00D910A1" w:rsidRDefault="00E16509" w:rsidP="00133525">
            <w:pPr>
              <w:pStyle w:val="FP"/>
              <w:pBdr>
                <w:bottom w:val="single" w:sz="6" w:space="1" w:color="auto"/>
              </w:pBdr>
              <w:spacing w:before="240"/>
              <w:ind w:left="2835" w:right="2835"/>
              <w:jc w:val="center"/>
            </w:pPr>
            <w:r w:rsidRPr="00D910A1">
              <w:t>Internet</w:t>
            </w:r>
          </w:p>
          <w:p w14:paraId="1E186873"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http://www.3gpp.org</w:t>
            </w:r>
            <w:bookmarkEnd w:id="7"/>
          </w:p>
          <w:p w14:paraId="1E186874" w14:textId="77777777" w:rsidR="00E16509" w:rsidRPr="00D910A1" w:rsidRDefault="00E16509" w:rsidP="00133525"/>
        </w:tc>
      </w:tr>
      <w:tr w:rsidR="00E16509" w:rsidRPr="00D910A1" w14:paraId="1E186880" w14:textId="77777777" w:rsidTr="00C074DD">
        <w:tc>
          <w:tcPr>
            <w:tcW w:w="10423" w:type="dxa"/>
            <w:shd w:val="clear" w:color="auto" w:fill="auto"/>
            <w:vAlign w:val="bottom"/>
          </w:tcPr>
          <w:p w14:paraId="1E186876" w14:textId="77777777" w:rsidR="00E16509" w:rsidRPr="00D910A1" w:rsidRDefault="00E16509" w:rsidP="00133525">
            <w:pPr>
              <w:pStyle w:val="FP"/>
              <w:pBdr>
                <w:bottom w:val="single" w:sz="6" w:space="1" w:color="auto"/>
              </w:pBdr>
              <w:spacing w:after="240"/>
              <w:jc w:val="center"/>
              <w:rPr>
                <w:rFonts w:ascii="Arial" w:hAnsi="Arial"/>
                <w:b/>
                <w:i/>
                <w:noProof/>
              </w:rPr>
            </w:pPr>
            <w:bookmarkStart w:id="8" w:name="copyrightNotification"/>
            <w:r w:rsidRPr="00D910A1">
              <w:rPr>
                <w:rFonts w:ascii="Arial" w:hAnsi="Arial"/>
                <w:b/>
                <w:i/>
                <w:noProof/>
              </w:rPr>
              <w:t>Copyright Notification</w:t>
            </w:r>
          </w:p>
          <w:p w14:paraId="1E186877" w14:textId="77777777" w:rsidR="00E16509" w:rsidRPr="00D910A1" w:rsidRDefault="00E16509" w:rsidP="00133525">
            <w:pPr>
              <w:pStyle w:val="FP"/>
              <w:jc w:val="center"/>
              <w:rPr>
                <w:noProof/>
              </w:rPr>
            </w:pPr>
            <w:r w:rsidRPr="00D910A1">
              <w:rPr>
                <w:noProof/>
              </w:rPr>
              <w:t>No part may be reproduced except as authorized by written permission.</w:t>
            </w:r>
            <w:r w:rsidRPr="00D910A1">
              <w:rPr>
                <w:noProof/>
              </w:rPr>
              <w:br/>
              <w:t>The copyright and the foregoing restriction extend to reproduction in all media.</w:t>
            </w:r>
          </w:p>
          <w:p w14:paraId="1E186878" w14:textId="77777777" w:rsidR="00E16509" w:rsidRPr="00D910A1" w:rsidRDefault="00E16509" w:rsidP="00133525">
            <w:pPr>
              <w:pStyle w:val="FP"/>
              <w:jc w:val="center"/>
              <w:rPr>
                <w:noProof/>
              </w:rPr>
            </w:pPr>
          </w:p>
          <w:p w14:paraId="1E186879" w14:textId="6674EFCD" w:rsidR="00E16509" w:rsidRPr="00D910A1" w:rsidRDefault="00E16509" w:rsidP="00133525">
            <w:pPr>
              <w:pStyle w:val="FP"/>
              <w:jc w:val="center"/>
              <w:rPr>
                <w:noProof/>
                <w:sz w:val="18"/>
              </w:rPr>
            </w:pPr>
            <w:r w:rsidRPr="00D910A1">
              <w:rPr>
                <w:noProof/>
                <w:sz w:val="18"/>
              </w:rPr>
              <w:t>©</w:t>
            </w:r>
            <w:r w:rsidR="00EF783D">
              <w:rPr>
                <w:noProof/>
                <w:sz w:val="18"/>
              </w:rPr>
              <w:t xml:space="preserve"> </w:t>
            </w:r>
            <w:r w:rsidR="00325C42">
              <w:rPr>
                <w:noProof/>
                <w:sz w:val="18"/>
              </w:rPr>
              <w:t>202</w:t>
            </w:r>
            <w:r w:rsidR="009C2758">
              <w:rPr>
                <w:noProof/>
                <w:sz w:val="18"/>
              </w:rPr>
              <w:t>2</w:t>
            </w:r>
            <w:r w:rsidRPr="00D910A1">
              <w:rPr>
                <w:noProof/>
                <w:sz w:val="18"/>
              </w:rPr>
              <w:t>, 3GPP Organizational Partners (ARIB, ATIS, CCSA, ETSI, TSDSI, TTA, TTC).</w:t>
            </w:r>
            <w:bookmarkStart w:id="9" w:name="copyrightaddon"/>
            <w:bookmarkEnd w:id="9"/>
          </w:p>
          <w:p w14:paraId="1E18687A" w14:textId="77777777" w:rsidR="00E16509" w:rsidRPr="00D910A1" w:rsidRDefault="00E16509" w:rsidP="00133525">
            <w:pPr>
              <w:pStyle w:val="FP"/>
              <w:jc w:val="center"/>
              <w:rPr>
                <w:noProof/>
                <w:sz w:val="18"/>
              </w:rPr>
            </w:pPr>
            <w:r w:rsidRPr="00D910A1">
              <w:rPr>
                <w:noProof/>
                <w:sz w:val="18"/>
              </w:rPr>
              <w:t>All rights reserved.</w:t>
            </w:r>
          </w:p>
          <w:p w14:paraId="1E18687B" w14:textId="77777777" w:rsidR="00E16509" w:rsidRPr="00D910A1" w:rsidRDefault="00E16509" w:rsidP="00E16509">
            <w:pPr>
              <w:pStyle w:val="FP"/>
              <w:rPr>
                <w:noProof/>
                <w:sz w:val="18"/>
              </w:rPr>
            </w:pPr>
          </w:p>
          <w:p w14:paraId="1E18687C" w14:textId="77777777" w:rsidR="00E16509" w:rsidRPr="00D910A1" w:rsidRDefault="00E16509" w:rsidP="00E16509">
            <w:pPr>
              <w:pStyle w:val="FP"/>
              <w:rPr>
                <w:noProof/>
                <w:sz w:val="18"/>
              </w:rPr>
            </w:pPr>
            <w:r w:rsidRPr="00D910A1">
              <w:rPr>
                <w:noProof/>
                <w:sz w:val="18"/>
              </w:rPr>
              <w:t>UMTS™ is a Trade Mark of ETSI registered for the benefit of its members</w:t>
            </w:r>
          </w:p>
          <w:p w14:paraId="1E18687D" w14:textId="77777777" w:rsidR="00E16509" w:rsidRPr="00D910A1" w:rsidRDefault="00E16509" w:rsidP="00E16509">
            <w:pPr>
              <w:pStyle w:val="FP"/>
              <w:rPr>
                <w:noProof/>
                <w:sz w:val="18"/>
              </w:rPr>
            </w:pPr>
            <w:r w:rsidRPr="00D910A1">
              <w:rPr>
                <w:noProof/>
                <w:sz w:val="18"/>
              </w:rPr>
              <w:t>3GPP™ is a Trade Mark of ETSI registered for the benefit of its Members and of the 3GPP Organizational Partners</w:t>
            </w:r>
            <w:r w:rsidRPr="00D910A1">
              <w:rPr>
                <w:noProof/>
                <w:sz w:val="18"/>
              </w:rPr>
              <w:br/>
              <w:t>LTE™ is a Trade Mark of ETSI registered for the benefit of its Members and of the 3GPP Organizational Partners</w:t>
            </w:r>
          </w:p>
          <w:p w14:paraId="1E18687E" w14:textId="77777777" w:rsidR="00E16509" w:rsidRPr="00D910A1" w:rsidRDefault="00E16509" w:rsidP="00E16509">
            <w:pPr>
              <w:pStyle w:val="FP"/>
              <w:rPr>
                <w:noProof/>
                <w:sz w:val="18"/>
              </w:rPr>
            </w:pPr>
            <w:r w:rsidRPr="00D910A1">
              <w:rPr>
                <w:noProof/>
                <w:sz w:val="18"/>
              </w:rPr>
              <w:t>GSM® and the GSM logo are registered and owned by the GSM Association</w:t>
            </w:r>
            <w:bookmarkEnd w:id="8"/>
          </w:p>
          <w:p w14:paraId="1E18687F" w14:textId="77777777" w:rsidR="00E16509" w:rsidRPr="00D910A1" w:rsidRDefault="00E16509" w:rsidP="00133525"/>
        </w:tc>
      </w:tr>
      <w:bookmarkEnd w:id="6"/>
    </w:tbl>
    <w:p w14:paraId="1E186881" w14:textId="77777777" w:rsidR="00080512" w:rsidRPr="00D910A1" w:rsidRDefault="00080512">
      <w:pPr>
        <w:pStyle w:val="TT"/>
      </w:pPr>
      <w:r w:rsidRPr="00D910A1">
        <w:br w:type="page"/>
      </w:r>
      <w:bookmarkStart w:id="10" w:name="tableOfContents"/>
      <w:bookmarkEnd w:id="10"/>
      <w:r w:rsidRPr="00D910A1">
        <w:lastRenderedPageBreak/>
        <w:t>Contents</w:t>
      </w:r>
    </w:p>
    <w:p w14:paraId="6724EF32" w14:textId="27B41C20" w:rsidR="00A62F8E" w:rsidRDefault="00A62F8E">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_Toc106198080 \h </w:instrText>
      </w:r>
      <w:r>
        <w:fldChar w:fldCharType="separate"/>
      </w:r>
      <w:r>
        <w:t>5</w:t>
      </w:r>
      <w:r>
        <w:fldChar w:fldCharType="end"/>
      </w:r>
    </w:p>
    <w:p w14:paraId="0EF951BF" w14:textId="0B862567" w:rsidR="00A62F8E" w:rsidRDefault="00A62F8E">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_Toc106198081 \h </w:instrText>
      </w:r>
      <w:r>
        <w:fldChar w:fldCharType="separate"/>
      </w:r>
      <w:r>
        <w:t>7</w:t>
      </w:r>
      <w:r>
        <w:fldChar w:fldCharType="end"/>
      </w:r>
    </w:p>
    <w:p w14:paraId="0DC1B42D" w14:textId="5812EB2E" w:rsidR="00A62F8E" w:rsidRDefault="00A62F8E">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_Toc106198082 \h </w:instrText>
      </w:r>
      <w:r>
        <w:fldChar w:fldCharType="separate"/>
      </w:r>
      <w:r>
        <w:t>7</w:t>
      </w:r>
      <w:r>
        <w:fldChar w:fldCharType="end"/>
      </w:r>
    </w:p>
    <w:p w14:paraId="5B29E721" w14:textId="13C1DD0B" w:rsidR="00A62F8E" w:rsidRDefault="00A62F8E">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_Toc106198083 \h </w:instrText>
      </w:r>
      <w:r>
        <w:fldChar w:fldCharType="separate"/>
      </w:r>
      <w:r>
        <w:t>9</w:t>
      </w:r>
      <w:r>
        <w:fldChar w:fldCharType="end"/>
      </w:r>
    </w:p>
    <w:p w14:paraId="7194D372" w14:textId="6C529F18" w:rsidR="00A62F8E" w:rsidRDefault="00A62F8E">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_Toc106198084 \h </w:instrText>
      </w:r>
      <w:r>
        <w:fldChar w:fldCharType="separate"/>
      </w:r>
      <w:r>
        <w:t>9</w:t>
      </w:r>
      <w:r>
        <w:fldChar w:fldCharType="end"/>
      </w:r>
    </w:p>
    <w:p w14:paraId="7580C348" w14:textId="2E4F74F4" w:rsidR="00A62F8E" w:rsidRDefault="00A62F8E">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_Toc106198085 \h </w:instrText>
      </w:r>
      <w:r>
        <w:fldChar w:fldCharType="separate"/>
      </w:r>
      <w:r>
        <w:t>11</w:t>
      </w:r>
      <w:r>
        <w:fldChar w:fldCharType="end"/>
      </w:r>
    </w:p>
    <w:p w14:paraId="67D09F8F" w14:textId="2C08EDAA" w:rsidR="00A62F8E" w:rsidRDefault="00A62F8E">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_Toc106198086 \h </w:instrText>
      </w:r>
      <w:r>
        <w:fldChar w:fldCharType="separate"/>
      </w:r>
      <w:r>
        <w:t>11</w:t>
      </w:r>
      <w:r>
        <w:fldChar w:fldCharType="end"/>
      </w:r>
    </w:p>
    <w:p w14:paraId="49861B46" w14:textId="1C8CF121" w:rsidR="00A62F8E" w:rsidRDefault="00A62F8E">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sidRPr="00F35938">
        <w:rPr>
          <w:lang w:val="en-US" w:eastAsia="zh-CN"/>
        </w:rPr>
        <w:t>Test conditions</w:t>
      </w:r>
      <w:r>
        <w:tab/>
      </w:r>
      <w:r>
        <w:fldChar w:fldCharType="begin"/>
      </w:r>
      <w:r>
        <w:instrText xml:space="preserve"> PAGEREF _Toc106198087 \h </w:instrText>
      </w:r>
      <w:r>
        <w:fldChar w:fldCharType="separate"/>
      </w:r>
      <w:r>
        <w:t>12</w:t>
      </w:r>
      <w:r>
        <w:fldChar w:fldCharType="end"/>
      </w:r>
    </w:p>
    <w:p w14:paraId="38D11C9B" w14:textId="24BE3954" w:rsidR="00A62F8E" w:rsidRDefault="00A62F8E">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sidRPr="00F35938">
        <w:rPr>
          <w:lang w:val="en-US" w:eastAsia="zh-CN"/>
        </w:rPr>
        <w:t>General</w:t>
      </w:r>
      <w:r>
        <w:tab/>
      </w:r>
      <w:r>
        <w:fldChar w:fldCharType="begin"/>
      </w:r>
      <w:r>
        <w:instrText xml:space="preserve"> PAGEREF _Toc106198088 \h </w:instrText>
      </w:r>
      <w:r>
        <w:fldChar w:fldCharType="separate"/>
      </w:r>
      <w:r>
        <w:t>12</w:t>
      </w:r>
      <w:r>
        <w:fldChar w:fldCharType="end"/>
      </w:r>
    </w:p>
    <w:p w14:paraId="4943276C" w14:textId="37D42558" w:rsidR="00A62F8E" w:rsidRDefault="00A62F8E">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_Toc106198089 \h </w:instrText>
      </w:r>
      <w:r>
        <w:fldChar w:fldCharType="separate"/>
      </w:r>
      <w:r>
        <w:t>12</w:t>
      </w:r>
      <w:r>
        <w:fldChar w:fldCharType="end"/>
      </w:r>
    </w:p>
    <w:p w14:paraId="304C2E28" w14:textId="74867081" w:rsidR="00A62F8E" w:rsidRDefault="00A62F8E">
      <w:pPr>
        <w:pStyle w:val="TOC2"/>
        <w:rPr>
          <w:rFonts w:asciiTheme="minorHAnsi" w:eastAsiaTheme="minorEastAsia" w:hAnsiTheme="minorHAnsi" w:cstheme="minorBidi"/>
          <w:sz w:val="22"/>
          <w:szCs w:val="22"/>
          <w:lang w:eastAsia="en-GB"/>
        </w:rPr>
      </w:pPr>
      <w:r>
        <w:t>4.</w:t>
      </w:r>
      <w:r w:rsidRPr="00F35938">
        <w:rPr>
          <w:lang w:val="en-US" w:eastAsia="zh-CN"/>
        </w:rPr>
        <w:t>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_Toc106198090 \h </w:instrText>
      </w:r>
      <w:r>
        <w:fldChar w:fldCharType="separate"/>
      </w:r>
      <w:r>
        <w:t>13</w:t>
      </w:r>
      <w:r>
        <w:fldChar w:fldCharType="end"/>
      </w:r>
    </w:p>
    <w:p w14:paraId="759378CA" w14:textId="5C9FD394" w:rsidR="00A62F8E" w:rsidRDefault="00A62F8E">
      <w:pPr>
        <w:pStyle w:val="TOC2"/>
        <w:rPr>
          <w:rFonts w:asciiTheme="minorHAnsi" w:eastAsiaTheme="minorEastAsia" w:hAnsiTheme="minorHAnsi" w:cstheme="minorBidi"/>
          <w:sz w:val="22"/>
          <w:szCs w:val="22"/>
          <w:lang w:eastAsia="en-GB"/>
        </w:rPr>
      </w:pPr>
      <w:r>
        <w:t>4.</w:t>
      </w:r>
      <w:r w:rsidRPr="00F35938">
        <w:rPr>
          <w:lang w:val="en-US" w:eastAsia="zh-CN"/>
        </w:rPr>
        <w:t>4</w:t>
      </w:r>
      <w:r>
        <w:rPr>
          <w:rFonts w:asciiTheme="minorHAnsi" w:eastAsiaTheme="minorEastAsia" w:hAnsiTheme="minorHAnsi" w:cstheme="minorBidi"/>
          <w:sz w:val="22"/>
          <w:szCs w:val="22"/>
          <w:lang w:eastAsia="en-GB"/>
        </w:rPr>
        <w:tab/>
      </w:r>
      <w:r>
        <w:t>Exclusion bands</w:t>
      </w:r>
      <w:r>
        <w:tab/>
      </w:r>
      <w:r>
        <w:fldChar w:fldCharType="begin"/>
      </w:r>
      <w:r>
        <w:instrText xml:space="preserve"> PAGEREF _Toc106198091 \h </w:instrText>
      </w:r>
      <w:r>
        <w:fldChar w:fldCharType="separate"/>
      </w:r>
      <w:r>
        <w:t>13</w:t>
      </w:r>
      <w:r>
        <w:fldChar w:fldCharType="end"/>
      </w:r>
    </w:p>
    <w:p w14:paraId="358DC96E" w14:textId="3B07B40F" w:rsidR="00A62F8E" w:rsidRDefault="00A62F8E">
      <w:pPr>
        <w:pStyle w:val="TOC3"/>
        <w:rPr>
          <w:rFonts w:asciiTheme="minorHAnsi" w:eastAsiaTheme="minorEastAsia" w:hAnsiTheme="minorHAnsi" w:cstheme="minorBidi"/>
          <w:sz w:val="22"/>
          <w:szCs w:val="22"/>
          <w:lang w:eastAsia="en-GB"/>
        </w:rPr>
      </w:pPr>
      <w:r w:rsidRPr="00F35938">
        <w:rPr>
          <w:lang w:val="en-US" w:eastAsia="zh-CN"/>
        </w:rPr>
        <w:t>4.4.1</w:t>
      </w:r>
      <w:r>
        <w:rPr>
          <w:rFonts w:asciiTheme="minorHAnsi" w:eastAsiaTheme="minorEastAsia" w:hAnsiTheme="minorHAnsi" w:cstheme="minorBidi"/>
          <w:sz w:val="22"/>
          <w:szCs w:val="22"/>
          <w:lang w:eastAsia="en-GB"/>
        </w:rPr>
        <w:tab/>
      </w:r>
      <w:r w:rsidRPr="00F35938">
        <w:rPr>
          <w:lang w:val="en-US" w:eastAsia="zh-CN"/>
        </w:rPr>
        <w:t>Transmitter exclusion band</w:t>
      </w:r>
      <w:r>
        <w:tab/>
      </w:r>
      <w:r>
        <w:fldChar w:fldCharType="begin"/>
      </w:r>
      <w:r>
        <w:instrText xml:space="preserve"> PAGEREF _Toc106198092 \h </w:instrText>
      </w:r>
      <w:r>
        <w:fldChar w:fldCharType="separate"/>
      </w:r>
      <w:r>
        <w:t>13</w:t>
      </w:r>
      <w:r>
        <w:fldChar w:fldCharType="end"/>
      </w:r>
    </w:p>
    <w:p w14:paraId="1B75581B" w14:textId="51C17343" w:rsidR="00A62F8E" w:rsidRDefault="00A62F8E">
      <w:pPr>
        <w:pStyle w:val="TOC3"/>
        <w:rPr>
          <w:rFonts w:asciiTheme="minorHAnsi" w:eastAsiaTheme="minorEastAsia" w:hAnsiTheme="minorHAnsi" w:cstheme="minorBidi"/>
          <w:sz w:val="22"/>
          <w:szCs w:val="22"/>
          <w:lang w:eastAsia="en-GB"/>
        </w:rPr>
      </w:pPr>
      <w:r w:rsidRPr="00F35938">
        <w:rPr>
          <w:lang w:val="en-US" w:eastAsia="zh-CN"/>
        </w:rPr>
        <w:t>4.4.2</w:t>
      </w:r>
      <w:r>
        <w:rPr>
          <w:rFonts w:asciiTheme="minorHAnsi" w:eastAsiaTheme="minorEastAsia" w:hAnsiTheme="minorHAnsi" w:cstheme="minorBidi"/>
          <w:sz w:val="22"/>
          <w:szCs w:val="22"/>
          <w:lang w:eastAsia="en-GB"/>
        </w:rPr>
        <w:tab/>
      </w:r>
      <w:r w:rsidRPr="00F35938">
        <w:rPr>
          <w:lang w:val="en-US" w:eastAsia="zh-CN"/>
        </w:rPr>
        <w:t>Receiver exclusion band</w:t>
      </w:r>
      <w:r>
        <w:tab/>
      </w:r>
      <w:r>
        <w:fldChar w:fldCharType="begin"/>
      </w:r>
      <w:r>
        <w:instrText xml:space="preserve"> PAGEREF _Toc106198093 \h </w:instrText>
      </w:r>
      <w:r>
        <w:fldChar w:fldCharType="separate"/>
      </w:r>
      <w:r>
        <w:t>14</w:t>
      </w:r>
      <w:r>
        <w:fldChar w:fldCharType="end"/>
      </w:r>
    </w:p>
    <w:p w14:paraId="7FC1C0CC" w14:textId="481F9F71" w:rsidR="00A62F8E" w:rsidRDefault="00A62F8E">
      <w:pPr>
        <w:pStyle w:val="TOC2"/>
        <w:rPr>
          <w:rFonts w:asciiTheme="minorHAnsi" w:eastAsiaTheme="minorEastAsia" w:hAnsiTheme="minorHAnsi" w:cstheme="minorBidi"/>
          <w:sz w:val="22"/>
          <w:szCs w:val="22"/>
          <w:lang w:eastAsia="en-GB"/>
        </w:rPr>
      </w:pPr>
      <w:r>
        <w:t>4.</w:t>
      </w:r>
      <w:r w:rsidRPr="00F35938">
        <w:rPr>
          <w:lang w:val="en-US" w:eastAsia="zh-CN"/>
        </w:rPr>
        <w:t>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_Toc106198094 \h </w:instrText>
      </w:r>
      <w:r>
        <w:fldChar w:fldCharType="separate"/>
      </w:r>
      <w:r>
        <w:t>14</w:t>
      </w:r>
      <w:r>
        <w:fldChar w:fldCharType="end"/>
      </w:r>
    </w:p>
    <w:p w14:paraId="470E4CC4" w14:textId="4CF1CD07" w:rsidR="00A62F8E" w:rsidRDefault="00A62F8E">
      <w:pPr>
        <w:pStyle w:val="TOC1"/>
        <w:rPr>
          <w:rFonts w:asciiTheme="minorHAnsi" w:eastAsiaTheme="minorEastAsia" w:hAnsiTheme="minorHAnsi" w:cstheme="minorBidi"/>
          <w:szCs w:val="22"/>
          <w:lang w:eastAsia="en-GB"/>
        </w:rPr>
      </w:pPr>
      <w:r w:rsidRPr="00F35938">
        <w:rPr>
          <w:lang w:val="en-US" w:eastAsia="zh-CN"/>
        </w:rP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_Toc106198095 \h </w:instrText>
      </w:r>
      <w:r>
        <w:fldChar w:fldCharType="separate"/>
      </w:r>
      <w:r>
        <w:t>15</w:t>
      </w:r>
      <w:r>
        <w:fldChar w:fldCharType="end"/>
      </w:r>
    </w:p>
    <w:p w14:paraId="0AA3E262" w14:textId="6E2D4F79" w:rsidR="00A62F8E" w:rsidRDefault="00A62F8E">
      <w:pPr>
        <w:pStyle w:val="TOC2"/>
        <w:rPr>
          <w:rFonts w:asciiTheme="minorHAnsi" w:eastAsiaTheme="minorEastAsia" w:hAnsiTheme="minorHAnsi" w:cstheme="minorBidi"/>
          <w:sz w:val="22"/>
          <w:szCs w:val="22"/>
          <w:lang w:eastAsia="en-GB"/>
        </w:rPr>
      </w:pPr>
      <w:r w:rsidRPr="00F35938">
        <w:rPr>
          <w:lang w:val="en-US" w:eastAsia="zh-CN"/>
        </w:rPr>
        <w:t>5</w:t>
      </w:r>
      <w:r>
        <w:t>.1</w:t>
      </w:r>
      <w:r>
        <w:rPr>
          <w:rFonts w:asciiTheme="minorHAnsi" w:eastAsiaTheme="minorEastAsia" w:hAnsiTheme="minorHAnsi" w:cstheme="minorBidi"/>
          <w:sz w:val="22"/>
          <w:szCs w:val="22"/>
          <w:lang w:eastAsia="en-GB"/>
        </w:rPr>
        <w:tab/>
      </w:r>
      <w:r w:rsidRPr="00F35938">
        <w:rPr>
          <w:lang w:val="en-US" w:eastAsia="zh-CN"/>
        </w:rPr>
        <w:t>General</w:t>
      </w:r>
      <w:r>
        <w:tab/>
      </w:r>
      <w:r>
        <w:fldChar w:fldCharType="begin"/>
      </w:r>
      <w:r>
        <w:instrText xml:space="preserve"> PAGEREF _Toc106198096 \h </w:instrText>
      </w:r>
      <w:r>
        <w:fldChar w:fldCharType="separate"/>
      </w:r>
      <w:r>
        <w:t>15</w:t>
      </w:r>
      <w:r>
        <w:fldChar w:fldCharType="end"/>
      </w:r>
    </w:p>
    <w:p w14:paraId="4C3081A6" w14:textId="5FD36908" w:rsidR="00A62F8E" w:rsidRDefault="00A62F8E">
      <w:pPr>
        <w:pStyle w:val="TOC2"/>
        <w:rPr>
          <w:rFonts w:asciiTheme="minorHAnsi" w:eastAsiaTheme="minorEastAsia" w:hAnsiTheme="minorHAnsi" w:cstheme="minorBidi"/>
          <w:sz w:val="22"/>
          <w:szCs w:val="22"/>
          <w:lang w:eastAsia="en-GB"/>
        </w:rPr>
      </w:pPr>
      <w:r w:rsidRPr="00F35938">
        <w:rPr>
          <w:lang w:val="en-US" w:eastAsia="zh-CN"/>
        </w:rPr>
        <w:t>5</w:t>
      </w:r>
      <w:r>
        <w:t>.2</w:t>
      </w:r>
      <w:r>
        <w:rPr>
          <w:rFonts w:asciiTheme="minorHAnsi" w:eastAsiaTheme="minorEastAsia" w:hAnsiTheme="minorHAnsi" w:cstheme="minorBidi"/>
          <w:sz w:val="22"/>
          <w:szCs w:val="22"/>
          <w:lang w:eastAsia="en-GB"/>
        </w:rPr>
        <w:tab/>
      </w:r>
      <w:r>
        <w:t>Assessment of throughput in Downlink</w:t>
      </w:r>
      <w:r>
        <w:tab/>
      </w:r>
      <w:r>
        <w:fldChar w:fldCharType="begin"/>
      </w:r>
      <w:r>
        <w:instrText xml:space="preserve"> PAGEREF _Toc106198097 \h </w:instrText>
      </w:r>
      <w:r>
        <w:fldChar w:fldCharType="separate"/>
      </w:r>
      <w:r>
        <w:t>16</w:t>
      </w:r>
      <w:r>
        <w:fldChar w:fldCharType="end"/>
      </w:r>
    </w:p>
    <w:p w14:paraId="7BEA920C" w14:textId="2CA790CA" w:rsidR="00A62F8E" w:rsidRDefault="00A62F8E">
      <w:pPr>
        <w:pStyle w:val="TOC2"/>
        <w:rPr>
          <w:rFonts w:asciiTheme="minorHAnsi" w:eastAsiaTheme="minorEastAsia" w:hAnsiTheme="minorHAnsi" w:cstheme="minorBidi"/>
          <w:sz w:val="22"/>
          <w:szCs w:val="22"/>
          <w:lang w:eastAsia="en-GB"/>
        </w:rPr>
      </w:pPr>
      <w:r w:rsidRPr="00F35938">
        <w:rPr>
          <w:lang w:val="en-US" w:eastAsia="zh-CN"/>
        </w:rPr>
        <w:t>5</w:t>
      </w:r>
      <w:r>
        <w:t>.</w:t>
      </w:r>
      <w:r w:rsidRPr="00F35938">
        <w:rPr>
          <w:lang w:val="en-US" w:eastAsia="zh-CN"/>
        </w:rPr>
        <w:t>3</w:t>
      </w:r>
      <w:r>
        <w:rPr>
          <w:rFonts w:asciiTheme="minorHAnsi" w:eastAsiaTheme="minorEastAsia" w:hAnsiTheme="minorHAnsi" w:cstheme="minorBidi"/>
          <w:sz w:val="22"/>
          <w:szCs w:val="22"/>
          <w:lang w:eastAsia="en-GB"/>
        </w:rPr>
        <w:tab/>
      </w:r>
      <w:r>
        <w:t>Assessment of throughput in Uplink</w:t>
      </w:r>
      <w:r>
        <w:tab/>
      </w:r>
      <w:r>
        <w:fldChar w:fldCharType="begin"/>
      </w:r>
      <w:r>
        <w:instrText xml:space="preserve"> PAGEREF _Toc106198098 \h </w:instrText>
      </w:r>
      <w:r>
        <w:fldChar w:fldCharType="separate"/>
      </w:r>
      <w:r>
        <w:t>16</w:t>
      </w:r>
      <w:r>
        <w:fldChar w:fldCharType="end"/>
      </w:r>
    </w:p>
    <w:p w14:paraId="70F1C0E8" w14:textId="7C843A44" w:rsidR="00A62F8E" w:rsidRDefault="00A62F8E">
      <w:pPr>
        <w:pStyle w:val="TOC2"/>
        <w:rPr>
          <w:rFonts w:asciiTheme="minorHAnsi" w:eastAsiaTheme="minorEastAsia" w:hAnsiTheme="minorHAnsi" w:cstheme="minorBidi"/>
          <w:sz w:val="22"/>
          <w:szCs w:val="22"/>
          <w:lang w:eastAsia="en-GB"/>
        </w:rPr>
      </w:pPr>
      <w:r w:rsidRPr="00F35938">
        <w:rPr>
          <w:lang w:val="en-US" w:eastAsia="zh-CN"/>
        </w:rPr>
        <w:t>5</w:t>
      </w:r>
      <w:r>
        <w:t>.</w:t>
      </w:r>
      <w:r w:rsidRPr="00F35938">
        <w:rPr>
          <w:lang w:val="en-US" w:eastAsia="zh-CN"/>
        </w:rPr>
        <w:t>4</w:t>
      </w:r>
      <w:r>
        <w:rPr>
          <w:rFonts w:asciiTheme="minorHAnsi" w:eastAsiaTheme="minorEastAsia" w:hAnsiTheme="minorHAnsi" w:cstheme="minorBidi"/>
          <w:sz w:val="22"/>
          <w:szCs w:val="22"/>
          <w:lang w:eastAsia="en-GB"/>
        </w:rPr>
        <w:tab/>
      </w:r>
      <w:r>
        <w:t>Ancillary equipment</w:t>
      </w:r>
      <w:r>
        <w:tab/>
      </w:r>
      <w:r>
        <w:fldChar w:fldCharType="begin"/>
      </w:r>
      <w:r>
        <w:instrText xml:space="preserve"> PAGEREF _Toc106198099 \h </w:instrText>
      </w:r>
      <w:r>
        <w:fldChar w:fldCharType="separate"/>
      </w:r>
      <w:r>
        <w:t>16</w:t>
      </w:r>
      <w:r>
        <w:fldChar w:fldCharType="end"/>
      </w:r>
    </w:p>
    <w:p w14:paraId="05826983" w14:textId="0DE67724" w:rsidR="00A62F8E" w:rsidRDefault="00A62F8E">
      <w:pPr>
        <w:pStyle w:val="TOC1"/>
        <w:rPr>
          <w:rFonts w:asciiTheme="minorHAnsi" w:eastAsiaTheme="minorEastAsia" w:hAnsiTheme="minorHAnsi" w:cstheme="minorBidi"/>
          <w:szCs w:val="22"/>
          <w:lang w:eastAsia="en-GB"/>
        </w:rPr>
      </w:pPr>
      <w:r w:rsidRPr="00F35938">
        <w:rPr>
          <w:lang w:val="en-US" w:eastAsia="zh-CN"/>
        </w:rP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_Toc106198100 \h </w:instrText>
      </w:r>
      <w:r>
        <w:fldChar w:fldCharType="separate"/>
      </w:r>
      <w:r>
        <w:t>16</w:t>
      </w:r>
      <w:r>
        <w:fldChar w:fldCharType="end"/>
      </w:r>
    </w:p>
    <w:p w14:paraId="77168959" w14:textId="5758F2F0" w:rsidR="00A62F8E" w:rsidRDefault="00A62F8E">
      <w:pPr>
        <w:pStyle w:val="TOC2"/>
        <w:rPr>
          <w:rFonts w:asciiTheme="minorHAnsi" w:eastAsiaTheme="minorEastAsia" w:hAnsiTheme="minorHAnsi" w:cstheme="minorBidi"/>
          <w:sz w:val="22"/>
          <w:szCs w:val="22"/>
          <w:lang w:eastAsia="en-GB"/>
        </w:rPr>
      </w:pPr>
      <w:r w:rsidRPr="00F35938">
        <w:rPr>
          <w:lang w:val="en-US" w:eastAsia="zh-CN"/>
        </w:rPr>
        <w:t>6</w:t>
      </w:r>
      <w:r>
        <w:t>.1</w:t>
      </w:r>
      <w:r>
        <w:rPr>
          <w:rFonts w:asciiTheme="minorHAnsi" w:eastAsiaTheme="minorEastAsia" w:hAnsiTheme="minorHAnsi" w:cstheme="minorBidi"/>
          <w:sz w:val="22"/>
          <w:szCs w:val="22"/>
          <w:lang w:eastAsia="en-GB"/>
        </w:rPr>
        <w:tab/>
      </w:r>
      <w:r>
        <w:t>Performance criteria for continuous phenomena for BS</w:t>
      </w:r>
      <w:r>
        <w:tab/>
      </w:r>
      <w:r>
        <w:fldChar w:fldCharType="begin"/>
      </w:r>
      <w:r>
        <w:instrText xml:space="preserve"> PAGEREF _Toc106198101 \h </w:instrText>
      </w:r>
      <w:r>
        <w:fldChar w:fldCharType="separate"/>
      </w:r>
      <w:r>
        <w:t>16</w:t>
      </w:r>
      <w:r>
        <w:fldChar w:fldCharType="end"/>
      </w:r>
    </w:p>
    <w:p w14:paraId="36A01577" w14:textId="21E6A2FF" w:rsidR="00A62F8E" w:rsidRDefault="00A62F8E">
      <w:pPr>
        <w:pStyle w:val="TOC2"/>
        <w:rPr>
          <w:rFonts w:asciiTheme="minorHAnsi" w:eastAsiaTheme="minorEastAsia" w:hAnsiTheme="minorHAnsi" w:cstheme="minorBidi"/>
          <w:sz w:val="22"/>
          <w:szCs w:val="22"/>
          <w:lang w:eastAsia="en-GB"/>
        </w:rPr>
      </w:pPr>
      <w:r w:rsidRPr="00F35938">
        <w:rPr>
          <w:lang w:val="en-US" w:eastAsia="zh-CN"/>
        </w:rPr>
        <w:t>6</w:t>
      </w:r>
      <w:r>
        <w:t>.2</w:t>
      </w:r>
      <w:r>
        <w:rPr>
          <w:rFonts w:asciiTheme="minorHAnsi" w:eastAsiaTheme="minorEastAsia" w:hAnsiTheme="minorHAnsi" w:cstheme="minorBidi"/>
          <w:sz w:val="22"/>
          <w:szCs w:val="22"/>
          <w:lang w:eastAsia="en-GB"/>
        </w:rPr>
        <w:tab/>
      </w:r>
      <w:r>
        <w:t>Performance criteria for transient phenomena for BS</w:t>
      </w:r>
      <w:r>
        <w:tab/>
      </w:r>
      <w:r>
        <w:fldChar w:fldCharType="begin"/>
      </w:r>
      <w:r>
        <w:instrText xml:space="preserve"> PAGEREF _Toc106198102 \h </w:instrText>
      </w:r>
      <w:r>
        <w:fldChar w:fldCharType="separate"/>
      </w:r>
      <w:r>
        <w:t>17</w:t>
      </w:r>
      <w:r>
        <w:fldChar w:fldCharType="end"/>
      </w:r>
    </w:p>
    <w:p w14:paraId="36645311" w14:textId="7989F8BA" w:rsidR="00A62F8E" w:rsidRDefault="00A62F8E">
      <w:pPr>
        <w:pStyle w:val="TOC2"/>
        <w:rPr>
          <w:rFonts w:asciiTheme="minorHAnsi" w:eastAsiaTheme="minorEastAsia" w:hAnsiTheme="minorHAnsi" w:cstheme="minorBidi"/>
          <w:sz w:val="22"/>
          <w:szCs w:val="22"/>
          <w:lang w:eastAsia="en-GB"/>
        </w:rPr>
      </w:pPr>
      <w:r w:rsidRPr="00F35938">
        <w:rPr>
          <w:lang w:val="en-US" w:eastAsia="zh-CN"/>
        </w:rPr>
        <w:t>6</w:t>
      </w:r>
      <w:r>
        <w:t>.</w:t>
      </w:r>
      <w:r w:rsidRPr="00F35938">
        <w:rPr>
          <w:lang w:val="en-US" w:eastAsia="zh-CN"/>
        </w:rPr>
        <w:t>3</w:t>
      </w:r>
      <w:r>
        <w:rPr>
          <w:rFonts w:asciiTheme="minorHAnsi" w:eastAsiaTheme="minorEastAsia" w:hAnsiTheme="minorHAnsi" w:cstheme="minorBidi"/>
          <w:sz w:val="22"/>
          <w:szCs w:val="22"/>
          <w:lang w:eastAsia="en-GB"/>
        </w:rPr>
        <w:tab/>
      </w:r>
      <w:r>
        <w:t>Performance criteria for continuous phenomena for Ancillary equipment</w:t>
      </w:r>
      <w:r>
        <w:tab/>
      </w:r>
      <w:r>
        <w:fldChar w:fldCharType="begin"/>
      </w:r>
      <w:r>
        <w:instrText xml:space="preserve"> PAGEREF _Toc106198103 \h </w:instrText>
      </w:r>
      <w:r>
        <w:fldChar w:fldCharType="separate"/>
      </w:r>
      <w:r>
        <w:t>17</w:t>
      </w:r>
      <w:r>
        <w:fldChar w:fldCharType="end"/>
      </w:r>
    </w:p>
    <w:p w14:paraId="41D38F0A" w14:textId="4FF6A08C" w:rsidR="00A62F8E" w:rsidRDefault="00A62F8E">
      <w:pPr>
        <w:pStyle w:val="TOC2"/>
        <w:rPr>
          <w:rFonts w:asciiTheme="minorHAnsi" w:eastAsiaTheme="minorEastAsia" w:hAnsiTheme="minorHAnsi" w:cstheme="minorBidi"/>
          <w:sz w:val="22"/>
          <w:szCs w:val="22"/>
          <w:lang w:eastAsia="en-GB"/>
        </w:rPr>
      </w:pPr>
      <w:r w:rsidRPr="00F35938">
        <w:rPr>
          <w:lang w:val="en-US" w:eastAsia="zh-CN"/>
        </w:rPr>
        <w:t>6</w:t>
      </w:r>
      <w:r>
        <w:t>.</w:t>
      </w:r>
      <w:r w:rsidRPr="00F35938">
        <w:rPr>
          <w:lang w:val="en-US" w:eastAsia="zh-CN"/>
        </w:rPr>
        <w:t>4</w:t>
      </w:r>
      <w:r>
        <w:rPr>
          <w:rFonts w:asciiTheme="minorHAnsi" w:eastAsiaTheme="minorEastAsia" w:hAnsiTheme="minorHAnsi" w:cstheme="minorBidi"/>
          <w:sz w:val="22"/>
          <w:szCs w:val="22"/>
          <w:lang w:eastAsia="en-GB"/>
        </w:rPr>
        <w:tab/>
      </w:r>
      <w:r>
        <w:t>Performance criteria for transient phenomena for Ancillary equipment</w:t>
      </w:r>
      <w:r>
        <w:tab/>
      </w:r>
      <w:r>
        <w:fldChar w:fldCharType="begin"/>
      </w:r>
      <w:r>
        <w:instrText xml:space="preserve"> PAGEREF _Toc106198104 \h </w:instrText>
      </w:r>
      <w:r>
        <w:fldChar w:fldCharType="separate"/>
      </w:r>
      <w:r>
        <w:t>18</w:t>
      </w:r>
      <w:r>
        <w:fldChar w:fldCharType="end"/>
      </w:r>
    </w:p>
    <w:p w14:paraId="6C2340A1" w14:textId="6E1C281D" w:rsidR="00A62F8E" w:rsidRDefault="00A62F8E">
      <w:pPr>
        <w:pStyle w:val="TOC1"/>
        <w:rPr>
          <w:rFonts w:asciiTheme="minorHAnsi" w:eastAsiaTheme="minorEastAsia" w:hAnsiTheme="minorHAnsi" w:cstheme="minorBidi"/>
          <w:szCs w:val="22"/>
          <w:lang w:eastAsia="en-GB"/>
        </w:rPr>
      </w:pPr>
      <w:r w:rsidRPr="00F35938">
        <w:rPr>
          <w:lang w:val="en-US" w:eastAsia="zh-CN"/>
        </w:rPr>
        <w:t>7</w:t>
      </w:r>
      <w:r>
        <w:rPr>
          <w:rFonts w:asciiTheme="minorHAnsi" w:eastAsiaTheme="minorEastAsia" w:hAnsiTheme="minorHAnsi" w:cstheme="minorBidi"/>
          <w:szCs w:val="22"/>
          <w:lang w:eastAsia="en-GB"/>
        </w:rPr>
        <w:tab/>
      </w:r>
      <w:r>
        <w:t>Applicability overview</w:t>
      </w:r>
      <w:r>
        <w:tab/>
      </w:r>
      <w:r>
        <w:fldChar w:fldCharType="begin"/>
      </w:r>
      <w:r>
        <w:instrText xml:space="preserve"> PAGEREF _Toc106198105 \h </w:instrText>
      </w:r>
      <w:r>
        <w:fldChar w:fldCharType="separate"/>
      </w:r>
      <w:r>
        <w:t>18</w:t>
      </w:r>
      <w:r>
        <w:fldChar w:fldCharType="end"/>
      </w:r>
    </w:p>
    <w:p w14:paraId="1F736411" w14:textId="0E3FB7A9" w:rsidR="00A62F8E" w:rsidRDefault="00A62F8E">
      <w:pPr>
        <w:pStyle w:val="TOC2"/>
        <w:rPr>
          <w:rFonts w:asciiTheme="minorHAnsi" w:eastAsiaTheme="minorEastAsia" w:hAnsiTheme="minorHAnsi" w:cstheme="minorBidi"/>
          <w:sz w:val="22"/>
          <w:szCs w:val="22"/>
          <w:lang w:eastAsia="en-GB"/>
        </w:rPr>
      </w:pPr>
      <w:r w:rsidRPr="00F35938">
        <w:rPr>
          <w:lang w:val="en-US" w:eastAsia="zh-CN"/>
        </w:rPr>
        <w:t>7</w:t>
      </w:r>
      <w:r>
        <w:t>.1</w:t>
      </w:r>
      <w:r>
        <w:rPr>
          <w:rFonts w:asciiTheme="minorHAnsi" w:eastAsiaTheme="minorEastAsia" w:hAnsiTheme="minorHAnsi" w:cstheme="minorBidi"/>
          <w:sz w:val="22"/>
          <w:szCs w:val="22"/>
          <w:lang w:eastAsia="en-GB"/>
        </w:rPr>
        <w:tab/>
      </w:r>
      <w:r w:rsidRPr="00F35938">
        <w:rPr>
          <w:lang w:val="en-US" w:eastAsia="zh-CN"/>
        </w:rPr>
        <w:t>Emission</w:t>
      </w:r>
      <w:r>
        <w:tab/>
      </w:r>
      <w:r>
        <w:fldChar w:fldCharType="begin"/>
      </w:r>
      <w:r>
        <w:instrText xml:space="preserve"> PAGEREF _Toc106198106 \h </w:instrText>
      </w:r>
      <w:r>
        <w:fldChar w:fldCharType="separate"/>
      </w:r>
      <w:r>
        <w:t>18</w:t>
      </w:r>
      <w:r>
        <w:fldChar w:fldCharType="end"/>
      </w:r>
    </w:p>
    <w:p w14:paraId="28D29228" w14:textId="1BE9B5E1" w:rsidR="00A62F8E" w:rsidRDefault="00A62F8E">
      <w:pPr>
        <w:pStyle w:val="TOC2"/>
        <w:rPr>
          <w:rFonts w:asciiTheme="minorHAnsi" w:eastAsiaTheme="minorEastAsia" w:hAnsiTheme="minorHAnsi" w:cstheme="minorBidi"/>
          <w:sz w:val="22"/>
          <w:szCs w:val="22"/>
          <w:lang w:eastAsia="en-GB"/>
        </w:rPr>
      </w:pPr>
      <w:r w:rsidRPr="00F35938">
        <w:rPr>
          <w:lang w:val="en-US" w:eastAsia="zh-CN"/>
        </w:rPr>
        <w:t>7</w:t>
      </w:r>
      <w:r>
        <w:t>.2</w:t>
      </w:r>
      <w:r>
        <w:rPr>
          <w:rFonts w:asciiTheme="minorHAnsi" w:eastAsiaTheme="minorEastAsia" w:hAnsiTheme="minorHAnsi" w:cstheme="minorBidi"/>
          <w:sz w:val="22"/>
          <w:szCs w:val="22"/>
          <w:lang w:eastAsia="en-GB"/>
        </w:rPr>
        <w:tab/>
      </w:r>
      <w:r>
        <w:t>Immunity</w:t>
      </w:r>
      <w:r>
        <w:tab/>
      </w:r>
      <w:r>
        <w:fldChar w:fldCharType="begin"/>
      </w:r>
      <w:r>
        <w:instrText xml:space="preserve"> PAGEREF _Toc106198107 \h </w:instrText>
      </w:r>
      <w:r>
        <w:fldChar w:fldCharType="separate"/>
      </w:r>
      <w:r>
        <w:t>19</w:t>
      </w:r>
      <w:r>
        <w:fldChar w:fldCharType="end"/>
      </w:r>
    </w:p>
    <w:p w14:paraId="313DC1ED" w14:textId="13C7BFA2" w:rsidR="00A62F8E" w:rsidRDefault="00A62F8E">
      <w:pPr>
        <w:pStyle w:val="TOC1"/>
        <w:rPr>
          <w:rFonts w:asciiTheme="minorHAnsi" w:eastAsiaTheme="minorEastAsia" w:hAnsiTheme="minorHAnsi" w:cstheme="minorBidi"/>
          <w:szCs w:val="22"/>
          <w:lang w:eastAsia="en-GB"/>
        </w:rPr>
      </w:pPr>
      <w:r w:rsidRPr="00F35938">
        <w:rPr>
          <w:lang w:val="en-US" w:eastAsia="zh-CN"/>
        </w:rPr>
        <w:t>8</w:t>
      </w:r>
      <w:r>
        <w:rPr>
          <w:rFonts w:asciiTheme="minorHAnsi" w:eastAsiaTheme="minorEastAsia" w:hAnsiTheme="minorHAnsi" w:cstheme="minorBidi"/>
          <w:szCs w:val="22"/>
          <w:lang w:eastAsia="en-GB"/>
        </w:rPr>
        <w:tab/>
      </w:r>
      <w:r>
        <w:t>Emission</w:t>
      </w:r>
      <w:r>
        <w:tab/>
      </w:r>
      <w:r>
        <w:fldChar w:fldCharType="begin"/>
      </w:r>
      <w:r>
        <w:instrText xml:space="preserve"> PAGEREF _Toc106198108 \h </w:instrText>
      </w:r>
      <w:r>
        <w:fldChar w:fldCharType="separate"/>
      </w:r>
      <w:r>
        <w:t>20</w:t>
      </w:r>
      <w:r>
        <w:fldChar w:fldCharType="end"/>
      </w:r>
    </w:p>
    <w:p w14:paraId="2945802F" w14:textId="1EA63D1D" w:rsidR="00A62F8E" w:rsidRDefault="00A62F8E">
      <w:pPr>
        <w:pStyle w:val="TOC2"/>
        <w:rPr>
          <w:rFonts w:asciiTheme="minorHAnsi" w:eastAsiaTheme="minorEastAsia" w:hAnsiTheme="minorHAnsi" w:cstheme="minorBidi"/>
          <w:sz w:val="22"/>
          <w:szCs w:val="22"/>
          <w:lang w:eastAsia="en-GB"/>
        </w:rPr>
      </w:pPr>
      <w:r w:rsidRPr="00F35938">
        <w:rPr>
          <w:lang w:val="en-US" w:eastAsia="zh-CN"/>
        </w:rPr>
        <w:t>8</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_Toc106198109 \h </w:instrText>
      </w:r>
      <w:r>
        <w:fldChar w:fldCharType="separate"/>
      </w:r>
      <w:r>
        <w:t>20</w:t>
      </w:r>
      <w:r>
        <w:fldChar w:fldCharType="end"/>
      </w:r>
    </w:p>
    <w:p w14:paraId="6A5351CE" w14:textId="1C8659EB" w:rsidR="00A62F8E" w:rsidRDefault="00A62F8E">
      <w:pPr>
        <w:pStyle w:val="TOC3"/>
        <w:rPr>
          <w:rFonts w:asciiTheme="minorHAnsi" w:eastAsiaTheme="minorEastAsia" w:hAnsiTheme="minorHAnsi" w:cstheme="minorBidi"/>
          <w:sz w:val="22"/>
          <w:szCs w:val="22"/>
          <w:lang w:eastAsia="en-GB"/>
        </w:rPr>
      </w:pPr>
      <w:r w:rsidRPr="00F35938">
        <w:rPr>
          <w:lang w:val="fi-FI" w:eastAsia="zh-CN"/>
        </w:rPr>
        <w:t>8.1.1</w:t>
      </w:r>
      <w:r>
        <w:rPr>
          <w:rFonts w:asciiTheme="minorHAnsi" w:eastAsiaTheme="minorEastAsia" w:hAnsiTheme="minorHAnsi" w:cstheme="minorBidi"/>
          <w:sz w:val="22"/>
          <w:szCs w:val="22"/>
          <w:lang w:eastAsia="en-GB"/>
        </w:rPr>
        <w:tab/>
      </w:r>
      <w:r w:rsidRPr="00F35938">
        <w:rPr>
          <w:lang w:val="fi-FI" w:eastAsia="zh-CN"/>
        </w:rPr>
        <w:t>(Void)</w:t>
      </w:r>
      <w:r>
        <w:tab/>
      </w:r>
      <w:r>
        <w:fldChar w:fldCharType="begin"/>
      </w:r>
      <w:r>
        <w:instrText xml:space="preserve"> PAGEREF _Toc106198110 \h </w:instrText>
      </w:r>
      <w:r>
        <w:fldChar w:fldCharType="separate"/>
      </w:r>
      <w:r>
        <w:t>20</w:t>
      </w:r>
      <w:r>
        <w:fldChar w:fldCharType="end"/>
      </w:r>
    </w:p>
    <w:p w14:paraId="197637A9" w14:textId="03975FAA" w:rsidR="00A62F8E" w:rsidRDefault="00A62F8E">
      <w:pPr>
        <w:pStyle w:val="TOC3"/>
        <w:rPr>
          <w:rFonts w:asciiTheme="minorHAnsi" w:eastAsiaTheme="minorEastAsia" w:hAnsiTheme="minorHAnsi" w:cstheme="minorBidi"/>
          <w:sz w:val="22"/>
          <w:szCs w:val="22"/>
          <w:lang w:eastAsia="en-GB"/>
        </w:rPr>
      </w:pPr>
      <w:r w:rsidRPr="00F35938">
        <w:rPr>
          <w:lang w:val="fi-FI" w:eastAsia="zh-CN"/>
        </w:rPr>
        <w:t>8.1.2</w:t>
      </w:r>
      <w:r>
        <w:rPr>
          <w:rFonts w:asciiTheme="minorHAnsi" w:eastAsiaTheme="minorEastAsia" w:hAnsiTheme="minorHAnsi" w:cstheme="minorBidi"/>
          <w:sz w:val="22"/>
          <w:szCs w:val="22"/>
          <w:lang w:eastAsia="en-GB"/>
        </w:rPr>
        <w:tab/>
      </w:r>
      <w:r w:rsidRPr="00F35938">
        <w:rPr>
          <w:lang w:val="fi-FI"/>
        </w:rPr>
        <w:t>(</w:t>
      </w:r>
      <w:r w:rsidRPr="00F35938">
        <w:rPr>
          <w:lang w:val="fi-FI" w:eastAsia="zh-CN"/>
        </w:rPr>
        <w:t>Void)</w:t>
      </w:r>
      <w:r>
        <w:tab/>
      </w:r>
      <w:r>
        <w:fldChar w:fldCharType="begin"/>
      </w:r>
      <w:r>
        <w:instrText xml:space="preserve"> PAGEREF _Toc106198111 \h </w:instrText>
      </w:r>
      <w:r>
        <w:fldChar w:fldCharType="separate"/>
      </w:r>
      <w:r>
        <w:t>20</w:t>
      </w:r>
      <w:r>
        <w:fldChar w:fldCharType="end"/>
      </w:r>
    </w:p>
    <w:p w14:paraId="6742107B" w14:textId="0EAF68E3" w:rsidR="00A62F8E" w:rsidRDefault="00A62F8E">
      <w:pPr>
        <w:pStyle w:val="TOC3"/>
        <w:rPr>
          <w:rFonts w:asciiTheme="minorHAnsi" w:eastAsiaTheme="minorEastAsia" w:hAnsiTheme="minorHAnsi" w:cstheme="minorBidi"/>
          <w:sz w:val="22"/>
          <w:szCs w:val="22"/>
          <w:lang w:eastAsia="en-GB"/>
        </w:rPr>
      </w:pPr>
      <w:r w:rsidRPr="00F35938">
        <w:rPr>
          <w:lang w:val="fi-FI" w:eastAsia="zh-CN"/>
        </w:rPr>
        <w:t>8.1.3</w:t>
      </w:r>
      <w:r>
        <w:rPr>
          <w:rFonts w:asciiTheme="minorHAnsi" w:eastAsiaTheme="minorEastAsia" w:hAnsiTheme="minorHAnsi" w:cstheme="minorBidi"/>
          <w:sz w:val="22"/>
          <w:szCs w:val="22"/>
          <w:lang w:eastAsia="en-GB"/>
        </w:rPr>
        <w:tab/>
      </w:r>
      <w:r w:rsidRPr="00F35938">
        <w:rPr>
          <w:lang w:val="fi-FI" w:eastAsia="zh-CN"/>
        </w:rPr>
        <w:t>(Void)</w:t>
      </w:r>
      <w:r>
        <w:tab/>
      </w:r>
      <w:r>
        <w:fldChar w:fldCharType="begin"/>
      </w:r>
      <w:r>
        <w:instrText xml:space="preserve"> PAGEREF _Toc106198112 \h </w:instrText>
      </w:r>
      <w:r>
        <w:fldChar w:fldCharType="separate"/>
      </w:r>
      <w:r>
        <w:t>20</w:t>
      </w:r>
      <w:r>
        <w:fldChar w:fldCharType="end"/>
      </w:r>
    </w:p>
    <w:p w14:paraId="6C7F2076" w14:textId="568955AA" w:rsidR="00A62F8E" w:rsidRDefault="00A62F8E">
      <w:pPr>
        <w:pStyle w:val="TOC3"/>
        <w:rPr>
          <w:rFonts w:asciiTheme="minorHAnsi" w:eastAsiaTheme="minorEastAsia" w:hAnsiTheme="minorHAnsi" w:cstheme="minorBidi"/>
          <w:sz w:val="22"/>
          <w:szCs w:val="22"/>
          <w:lang w:eastAsia="en-GB"/>
        </w:rPr>
      </w:pPr>
      <w:r w:rsidRPr="00F35938">
        <w:rPr>
          <w:lang w:val="fi-FI" w:eastAsia="zh-CN"/>
        </w:rPr>
        <w:t>8.1.4</w:t>
      </w:r>
      <w:r>
        <w:rPr>
          <w:rFonts w:asciiTheme="minorHAnsi" w:eastAsiaTheme="minorEastAsia" w:hAnsiTheme="minorHAnsi" w:cstheme="minorBidi"/>
          <w:sz w:val="22"/>
          <w:szCs w:val="22"/>
          <w:lang w:eastAsia="en-GB"/>
        </w:rPr>
        <w:tab/>
      </w:r>
      <w:r w:rsidRPr="00F35938">
        <w:rPr>
          <w:lang w:val="fi-FI" w:eastAsia="zh-CN"/>
        </w:rPr>
        <w:t>(Void)</w:t>
      </w:r>
      <w:r>
        <w:tab/>
      </w:r>
      <w:r>
        <w:fldChar w:fldCharType="begin"/>
      </w:r>
      <w:r>
        <w:instrText xml:space="preserve"> PAGEREF _Toc106198113 \h </w:instrText>
      </w:r>
      <w:r>
        <w:fldChar w:fldCharType="separate"/>
      </w:r>
      <w:r>
        <w:t>20</w:t>
      </w:r>
      <w:r>
        <w:fldChar w:fldCharType="end"/>
      </w:r>
    </w:p>
    <w:p w14:paraId="640D50A4" w14:textId="73DF9E4A" w:rsidR="00A62F8E" w:rsidRDefault="00A62F8E">
      <w:pPr>
        <w:pStyle w:val="TOC3"/>
        <w:rPr>
          <w:rFonts w:asciiTheme="minorHAnsi" w:eastAsiaTheme="minorEastAsia" w:hAnsiTheme="minorHAnsi" w:cstheme="minorBidi"/>
          <w:sz w:val="22"/>
          <w:szCs w:val="22"/>
          <w:lang w:eastAsia="en-GB"/>
        </w:rPr>
      </w:pPr>
      <w:r w:rsidRPr="00F35938">
        <w:rPr>
          <w:lang w:val="fi-FI" w:eastAsia="zh-CN"/>
        </w:rPr>
        <w:t>8.1.5</w:t>
      </w:r>
      <w:r>
        <w:rPr>
          <w:rFonts w:asciiTheme="minorHAnsi" w:eastAsiaTheme="minorEastAsia" w:hAnsiTheme="minorHAnsi" w:cstheme="minorBidi"/>
          <w:sz w:val="22"/>
          <w:szCs w:val="22"/>
          <w:lang w:eastAsia="en-GB"/>
        </w:rPr>
        <w:tab/>
      </w:r>
      <w:r w:rsidRPr="00F35938">
        <w:rPr>
          <w:lang w:val="fi-FI" w:eastAsia="zh-CN"/>
        </w:rPr>
        <w:t>(Void)</w:t>
      </w:r>
      <w:r>
        <w:tab/>
      </w:r>
      <w:r>
        <w:fldChar w:fldCharType="begin"/>
      </w:r>
      <w:r>
        <w:instrText xml:space="preserve"> PAGEREF _Toc106198114 \h </w:instrText>
      </w:r>
      <w:r>
        <w:fldChar w:fldCharType="separate"/>
      </w:r>
      <w:r>
        <w:t>20</w:t>
      </w:r>
      <w:r>
        <w:fldChar w:fldCharType="end"/>
      </w:r>
    </w:p>
    <w:p w14:paraId="6DDB947E" w14:textId="56B75EB4" w:rsidR="00A62F8E" w:rsidRDefault="00A62F8E">
      <w:pPr>
        <w:pStyle w:val="TOC2"/>
        <w:rPr>
          <w:rFonts w:asciiTheme="minorHAnsi" w:eastAsiaTheme="minorEastAsia" w:hAnsiTheme="minorHAnsi" w:cstheme="minorBidi"/>
          <w:sz w:val="22"/>
          <w:szCs w:val="22"/>
          <w:lang w:eastAsia="en-GB"/>
        </w:rPr>
      </w:pPr>
      <w:r w:rsidRPr="00F35938">
        <w:rPr>
          <w:lang w:val="en-US" w:eastAsia="zh-CN"/>
        </w:rPr>
        <w:t>8</w:t>
      </w:r>
      <w:r>
        <w:t>.2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_Toc106198115 \h </w:instrText>
      </w:r>
      <w:r>
        <w:fldChar w:fldCharType="separate"/>
      </w:r>
      <w:r>
        <w:t>20</w:t>
      </w:r>
      <w:r>
        <w:fldChar w:fldCharType="end"/>
      </w:r>
    </w:p>
    <w:p w14:paraId="1BDC9BB7" w14:textId="302FFE63" w:rsidR="00A62F8E" w:rsidRDefault="00A62F8E">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Radiated emission, BS</w:t>
      </w:r>
      <w:r>
        <w:tab/>
      </w:r>
      <w:r>
        <w:fldChar w:fldCharType="begin"/>
      </w:r>
      <w:r>
        <w:instrText xml:space="preserve"> PAGEREF _Toc106198116 \h </w:instrText>
      </w:r>
      <w:r>
        <w:fldChar w:fldCharType="separate"/>
      </w:r>
      <w:r>
        <w:t>20</w:t>
      </w:r>
      <w:r>
        <w:fldChar w:fldCharType="end"/>
      </w:r>
    </w:p>
    <w:p w14:paraId="794E6B5B" w14:textId="7795EE66" w:rsidR="00A62F8E" w:rsidRDefault="00A62F8E">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_Toc106198117 \h </w:instrText>
      </w:r>
      <w:r>
        <w:fldChar w:fldCharType="separate"/>
      </w:r>
      <w:r>
        <w:t>21</w:t>
      </w:r>
      <w:r>
        <w:fldChar w:fldCharType="end"/>
      </w:r>
    </w:p>
    <w:p w14:paraId="507984E2" w14:textId="6A8FCC48" w:rsidR="00A62F8E" w:rsidRDefault="00A62F8E">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_Toc106198118 \h </w:instrText>
      </w:r>
      <w:r>
        <w:fldChar w:fldCharType="separate"/>
      </w:r>
      <w:r>
        <w:t>21</w:t>
      </w:r>
      <w:r>
        <w:fldChar w:fldCharType="end"/>
      </w:r>
    </w:p>
    <w:p w14:paraId="60EBB1A2" w14:textId="2CDC1860" w:rsidR="00A62F8E" w:rsidRDefault="00A62F8E">
      <w:pPr>
        <w:pStyle w:val="TOC4"/>
        <w:rPr>
          <w:rFonts w:asciiTheme="minorHAnsi" w:eastAsiaTheme="minorEastAsia" w:hAnsiTheme="minorHAnsi" w:cstheme="minorBidi"/>
          <w:sz w:val="22"/>
          <w:szCs w:val="22"/>
          <w:lang w:eastAsia="en-GB"/>
        </w:rPr>
      </w:pPr>
      <w:r>
        <w:t>8.2.1.</w:t>
      </w:r>
      <w:r w:rsidRPr="00F35938">
        <w:rPr>
          <w:lang w:val="en-US"/>
        </w:rPr>
        <w:t>3</w:t>
      </w:r>
      <w:r>
        <w:rPr>
          <w:rFonts w:asciiTheme="minorHAnsi" w:eastAsiaTheme="minorEastAsia" w:hAnsiTheme="minorHAnsi" w:cstheme="minorBidi"/>
          <w:sz w:val="22"/>
          <w:szCs w:val="22"/>
          <w:lang w:eastAsia="en-GB"/>
        </w:rPr>
        <w:tab/>
      </w:r>
      <w:r w:rsidRPr="00F35938">
        <w:rPr>
          <w:lang w:val="en-US"/>
        </w:rPr>
        <w:t>Limits</w:t>
      </w:r>
      <w:r>
        <w:tab/>
      </w:r>
      <w:r>
        <w:fldChar w:fldCharType="begin"/>
      </w:r>
      <w:r>
        <w:instrText xml:space="preserve"> PAGEREF _Toc106198119 \h </w:instrText>
      </w:r>
      <w:r>
        <w:fldChar w:fldCharType="separate"/>
      </w:r>
      <w:r>
        <w:t>21</w:t>
      </w:r>
      <w:r>
        <w:fldChar w:fldCharType="end"/>
      </w:r>
    </w:p>
    <w:p w14:paraId="4D0A8465" w14:textId="6436FECC" w:rsidR="00A62F8E" w:rsidRDefault="00A62F8E">
      <w:pPr>
        <w:pStyle w:val="TOC4"/>
        <w:rPr>
          <w:rFonts w:asciiTheme="minorHAnsi" w:eastAsiaTheme="minorEastAsia" w:hAnsiTheme="minorHAnsi" w:cstheme="minorBidi"/>
          <w:sz w:val="22"/>
          <w:szCs w:val="22"/>
          <w:lang w:eastAsia="en-GB"/>
        </w:rPr>
      </w:pPr>
      <w:r>
        <w:t>8.2.1.4</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_Toc106198120 \h </w:instrText>
      </w:r>
      <w:r>
        <w:fldChar w:fldCharType="separate"/>
      </w:r>
      <w:r>
        <w:t>22</w:t>
      </w:r>
      <w:r>
        <w:fldChar w:fldCharType="end"/>
      </w:r>
    </w:p>
    <w:p w14:paraId="2785E9CA" w14:textId="183BE6E4" w:rsidR="00A62F8E" w:rsidRDefault="00A62F8E">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 xml:space="preserve">Radiated emission, </w:t>
      </w:r>
      <w:r w:rsidRPr="00F35938">
        <w:rPr>
          <w:lang w:val="en-US" w:eastAsia="zh-CN"/>
        </w:rPr>
        <w:t>a</w:t>
      </w:r>
      <w:r>
        <w:t>ncillary equipment</w:t>
      </w:r>
      <w:r>
        <w:tab/>
      </w:r>
      <w:r>
        <w:fldChar w:fldCharType="begin"/>
      </w:r>
      <w:r>
        <w:instrText xml:space="preserve"> PAGEREF _Toc106198121 \h </w:instrText>
      </w:r>
      <w:r>
        <w:fldChar w:fldCharType="separate"/>
      </w:r>
      <w:r>
        <w:t>23</w:t>
      </w:r>
      <w:r>
        <w:fldChar w:fldCharType="end"/>
      </w:r>
    </w:p>
    <w:p w14:paraId="5766AEB7" w14:textId="17DF1719" w:rsidR="00A62F8E" w:rsidRDefault="00A62F8E">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_Toc106198122 \h </w:instrText>
      </w:r>
      <w:r>
        <w:fldChar w:fldCharType="separate"/>
      </w:r>
      <w:r>
        <w:t>23</w:t>
      </w:r>
      <w:r>
        <w:fldChar w:fldCharType="end"/>
      </w:r>
    </w:p>
    <w:p w14:paraId="19499580" w14:textId="49616EF6" w:rsidR="00A62F8E" w:rsidRDefault="00A62F8E">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_Toc106198123 \h </w:instrText>
      </w:r>
      <w:r>
        <w:fldChar w:fldCharType="separate"/>
      </w:r>
      <w:r>
        <w:t>23</w:t>
      </w:r>
      <w:r>
        <w:fldChar w:fldCharType="end"/>
      </w:r>
    </w:p>
    <w:p w14:paraId="36F8FC02" w14:textId="529AC86C" w:rsidR="00A62F8E" w:rsidRDefault="00A62F8E">
      <w:pPr>
        <w:pStyle w:val="TOC4"/>
        <w:rPr>
          <w:rFonts w:asciiTheme="minorHAnsi" w:eastAsiaTheme="minorEastAsia" w:hAnsiTheme="minorHAnsi" w:cstheme="minorBidi"/>
          <w:sz w:val="22"/>
          <w:szCs w:val="22"/>
          <w:lang w:eastAsia="en-GB"/>
        </w:rPr>
      </w:pPr>
      <w:r>
        <w:t>8.2.2.3</w:t>
      </w:r>
      <w:r>
        <w:rPr>
          <w:rFonts w:asciiTheme="minorHAnsi" w:eastAsiaTheme="minorEastAsia" w:hAnsiTheme="minorHAnsi" w:cstheme="minorBidi"/>
          <w:sz w:val="22"/>
          <w:szCs w:val="22"/>
          <w:lang w:eastAsia="en-GB"/>
        </w:rPr>
        <w:tab/>
      </w:r>
      <w:r>
        <w:t>Limits</w:t>
      </w:r>
      <w:r>
        <w:tab/>
      </w:r>
      <w:r>
        <w:fldChar w:fldCharType="begin"/>
      </w:r>
      <w:r>
        <w:instrText xml:space="preserve"> PAGEREF _Toc106198124 \h </w:instrText>
      </w:r>
      <w:r>
        <w:fldChar w:fldCharType="separate"/>
      </w:r>
      <w:r>
        <w:t>23</w:t>
      </w:r>
      <w:r>
        <w:fldChar w:fldCharType="end"/>
      </w:r>
    </w:p>
    <w:p w14:paraId="08E8AE86" w14:textId="41BC3C54" w:rsidR="00A62F8E" w:rsidRDefault="00A62F8E">
      <w:pPr>
        <w:pStyle w:val="TOC2"/>
        <w:rPr>
          <w:rFonts w:asciiTheme="minorHAnsi" w:eastAsiaTheme="minorEastAsia" w:hAnsiTheme="minorHAnsi" w:cstheme="minorBidi"/>
          <w:sz w:val="22"/>
          <w:szCs w:val="22"/>
          <w:lang w:eastAsia="en-GB"/>
        </w:rPr>
      </w:pPr>
      <w:r w:rsidRPr="00F35938">
        <w:rPr>
          <w:lang w:val="en-US" w:eastAsia="zh-CN"/>
        </w:rPr>
        <w:t>8</w:t>
      </w:r>
      <w:r>
        <w:t>.</w:t>
      </w:r>
      <w:r w:rsidRPr="00F35938">
        <w:rPr>
          <w:lang w:val="en-US" w:eastAsia="zh-CN"/>
        </w:rPr>
        <w:t>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_Toc106198125 \h </w:instrText>
      </w:r>
      <w:r>
        <w:fldChar w:fldCharType="separate"/>
      </w:r>
      <w:r>
        <w:t>24</w:t>
      </w:r>
      <w:r>
        <w:fldChar w:fldCharType="end"/>
      </w:r>
    </w:p>
    <w:p w14:paraId="617BFD54" w14:textId="5A895D04" w:rsidR="00A62F8E" w:rsidRDefault="00A62F8E">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_Toc106198126 \h </w:instrText>
      </w:r>
      <w:r>
        <w:fldChar w:fldCharType="separate"/>
      </w:r>
      <w:r>
        <w:t>24</w:t>
      </w:r>
      <w:r>
        <w:fldChar w:fldCharType="end"/>
      </w:r>
    </w:p>
    <w:p w14:paraId="6CB277A0" w14:textId="37C84197" w:rsidR="00A62F8E" w:rsidRDefault="00A62F8E">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_Toc106198127 \h </w:instrText>
      </w:r>
      <w:r>
        <w:fldChar w:fldCharType="separate"/>
      </w:r>
      <w:r>
        <w:t>24</w:t>
      </w:r>
      <w:r>
        <w:fldChar w:fldCharType="end"/>
      </w:r>
    </w:p>
    <w:p w14:paraId="15A4157C" w14:textId="29046EBA" w:rsidR="00A62F8E" w:rsidRDefault="00A62F8E">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_Toc106198128 \h </w:instrText>
      </w:r>
      <w:r>
        <w:fldChar w:fldCharType="separate"/>
      </w:r>
      <w:r>
        <w:t>24</w:t>
      </w:r>
      <w:r>
        <w:fldChar w:fldCharType="end"/>
      </w:r>
    </w:p>
    <w:p w14:paraId="52D9004D" w14:textId="3AAAFFBB" w:rsidR="00A62F8E" w:rsidRDefault="00A62F8E">
      <w:pPr>
        <w:pStyle w:val="TOC2"/>
        <w:rPr>
          <w:rFonts w:asciiTheme="minorHAnsi" w:eastAsiaTheme="minorEastAsia" w:hAnsiTheme="minorHAnsi" w:cstheme="minorBidi"/>
          <w:sz w:val="22"/>
          <w:szCs w:val="22"/>
          <w:lang w:eastAsia="en-GB"/>
        </w:rPr>
      </w:pPr>
      <w:r w:rsidRPr="00F35938">
        <w:rPr>
          <w:lang w:val="en-US" w:eastAsia="zh-CN"/>
        </w:rPr>
        <w:t>8</w:t>
      </w:r>
      <w:r>
        <w:t>.</w:t>
      </w:r>
      <w:r w:rsidRPr="00F35938">
        <w:rPr>
          <w:lang w:val="en-US" w:eastAsia="zh-CN"/>
        </w:rPr>
        <w:t>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_Toc106198129 \h </w:instrText>
      </w:r>
      <w:r>
        <w:fldChar w:fldCharType="separate"/>
      </w:r>
      <w:r>
        <w:t>24</w:t>
      </w:r>
      <w:r>
        <w:fldChar w:fldCharType="end"/>
      </w:r>
    </w:p>
    <w:p w14:paraId="69ED6409" w14:textId="5F81E164" w:rsidR="00A62F8E" w:rsidRDefault="00A62F8E">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_Toc106198130 \h </w:instrText>
      </w:r>
      <w:r>
        <w:fldChar w:fldCharType="separate"/>
      </w:r>
      <w:r>
        <w:t>25</w:t>
      </w:r>
      <w:r>
        <w:fldChar w:fldCharType="end"/>
      </w:r>
    </w:p>
    <w:p w14:paraId="532393D8" w14:textId="6BAEA8E7" w:rsidR="00A62F8E" w:rsidRDefault="00A62F8E">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_Toc106198131 \h </w:instrText>
      </w:r>
      <w:r>
        <w:fldChar w:fldCharType="separate"/>
      </w:r>
      <w:r>
        <w:t>25</w:t>
      </w:r>
      <w:r>
        <w:fldChar w:fldCharType="end"/>
      </w:r>
    </w:p>
    <w:p w14:paraId="16EBB8DC" w14:textId="4EB1EA5B" w:rsidR="00A62F8E" w:rsidRDefault="00A62F8E">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_Toc106198132 \h </w:instrText>
      </w:r>
      <w:r>
        <w:fldChar w:fldCharType="separate"/>
      </w:r>
      <w:r>
        <w:t>25</w:t>
      </w:r>
      <w:r>
        <w:fldChar w:fldCharType="end"/>
      </w:r>
    </w:p>
    <w:p w14:paraId="6C1F9F45" w14:textId="4B2355D8" w:rsidR="00A62F8E" w:rsidRDefault="00A62F8E">
      <w:pPr>
        <w:pStyle w:val="TOC2"/>
        <w:rPr>
          <w:rFonts w:asciiTheme="minorHAnsi" w:eastAsiaTheme="minorEastAsia" w:hAnsiTheme="minorHAnsi" w:cstheme="minorBidi"/>
          <w:sz w:val="22"/>
          <w:szCs w:val="22"/>
          <w:lang w:eastAsia="en-GB"/>
        </w:rPr>
      </w:pPr>
      <w:r w:rsidRPr="00F35938">
        <w:rPr>
          <w:lang w:val="en-US" w:eastAsia="zh-CN"/>
        </w:rPr>
        <w:lastRenderedPageBreak/>
        <w:t>8</w:t>
      </w:r>
      <w:r>
        <w:t>.</w:t>
      </w:r>
      <w:r w:rsidRPr="00F35938">
        <w:rPr>
          <w:lang w:val="en-US" w:eastAsia="zh-CN"/>
        </w:rPr>
        <w:t>5</w:t>
      </w:r>
      <w:r>
        <w:rPr>
          <w:rFonts w:asciiTheme="minorHAnsi" w:eastAsiaTheme="minorEastAsia" w:hAnsiTheme="minorHAnsi" w:cstheme="minorBidi"/>
          <w:sz w:val="22"/>
          <w:szCs w:val="22"/>
          <w:lang w:eastAsia="en-GB"/>
        </w:rPr>
        <w:tab/>
      </w:r>
      <w:r>
        <w:t>Conducted emissions, telecommunication port</w:t>
      </w:r>
      <w:r>
        <w:tab/>
      </w:r>
      <w:r>
        <w:fldChar w:fldCharType="begin"/>
      </w:r>
      <w:r>
        <w:instrText xml:space="preserve"> PAGEREF _Toc106198133 \h </w:instrText>
      </w:r>
      <w:r>
        <w:fldChar w:fldCharType="separate"/>
      </w:r>
      <w:r>
        <w:t>25</w:t>
      </w:r>
      <w:r>
        <w:fldChar w:fldCharType="end"/>
      </w:r>
    </w:p>
    <w:p w14:paraId="142E019F" w14:textId="18B6CBBA" w:rsidR="00A62F8E" w:rsidRDefault="00A62F8E">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_Toc106198134 \h </w:instrText>
      </w:r>
      <w:r>
        <w:fldChar w:fldCharType="separate"/>
      </w:r>
      <w:r>
        <w:t>25</w:t>
      </w:r>
      <w:r>
        <w:fldChar w:fldCharType="end"/>
      </w:r>
    </w:p>
    <w:p w14:paraId="4400E570" w14:textId="453C8767" w:rsidR="00A62F8E" w:rsidRDefault="00A62F8E">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_Toc106198135 \h </w:instrText>
      </w:r>
      <w:r>
        <w:fldChar w:fldCharType="separate"/>
      </w:r>
      <w:r>
        <w:t>25</w:t>
      </w:r>
      <w:r>
        <w:fldChar w:fldCharType="end"/>
      </w:r>
    </w:p>
    <w:p w14:paraId="716EC7C3" w14:textId="7740791F" w:rsidR="00A62F8E" w:rsidRDefault="00A62F8E">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Limits</w:t>
      </w:r>
      <w:r>
        <w:tab/>
      </w:r>
      <w:r>
        <w:fldChar w:fldCharType="begin"/>
      </w:r>
      <w:r>
        <w:instrText xml:space="preserve"> PAGEREF _Toc106198136 \h </w:instrText>
      </w:r>
      <w:r>
        <w:fldChar w:fldCharType="separate"/>
      </w:r>
      <w:r>
        <w:t>25</w:t>
      </w:r>
      <w:r>
        <w:fldChar w:fldCharType="end"/>
      </w:r>
    </w:p>
    <w:p w14:paraId="41F26805" w14:textId="7C51164D" w:rsidR="00A62F8E" w:rsidRDefault="00A62F8E">
      <w:pPr>
        <w:pStyle w:val="TOC2"/>
        <w:rPr>
          <w:rFonts w:asciiTheme="minorHAnsi" w:eastAsiaTheme="minorEastAsia" w:hAnsiTheme="minorHAnsi" w:cstheme="minorBidi"/>
          <w:sz w:val="22"/>
          <w:szCs w:val="22"/>
          <w:lang w:eastAsia="en-GB"/>
        </w:rPr>
      </w:pPr>
      <w:r w:rsidRPr="00F35938">
        <w:rPr>
          <w:lang w:val="en-US" w:eastAsia="zh-CN"/>
        </w:rPr>
        <w:t>8</w:t>
      </w:r>
      <w:r>
        <w:t>.</w:t>
      </w:r>
      <w:r w:rsidRPr="00F35938">
        <w:rPr>
          <w:lang w:val="en-US" w:eastAsia="zh-CN"/>
        </w:rPr>
        <w:t>6</w:t>
      </w:r>
      <w:r>
        <w:rPr>
          <w:rFonts w:asciiTheme="minorHAnsi" w:eastAsiaTheme="minorEastAsia" w:hAnsiTheme="minorHAnsi" w:cstheme="minorBidi"/>
          <w:sz w:val="22"/>
          <w:szCs w:val="22"/>
          <w:lang w:eastAsia="en-GB"/>
        </w:rPr>
        <w:tab/>
      </w:r>
      <w:r>
        <w:t>Harmonic current emissions (AC mains input port)</w:t>
      </w:r>
      <w:r>
        <w:tab/>
      </w:r>
      <w:r>
        <w:fldChar w:fldCharType="begin"/>
      </w:r>
      <w:r>
        <w:instrText xml:space="preserve"> PAGEREF _Toc106198137 \h </w:instrText>
      </w:r>
      <w:r>
        <w:fldChar w:fldCharType="separate"/>
      </w:r>
      <w:r>
        <w:t>26</w:t>
      </w:r>
      <w:r>
        <w:fldChar w:fldCharType="end"/>
      </w:r>
    </w:p>
    <w:p w14:paraId="0B8D5C1D" w14:textId="2D34070F" w:rsidR="00A62F8E" w:rsidRDefault="00A62F8E">
      <w:pPr>
        <w:pStyle w:val="TOC2"/>
        <w:rPr>
          <w:rFonts w:asciiTheme="minorHAnsi" w:eastAsiaTheme="minorEastAsia" w:hAnsiTheme="minorHAnsi" w:cstheme="minorBidi"/>
          <w:sz w:val="22"/>
          <w:szCs w:val="22"/>
          <w:lang w:eastAsia="en-GB"/>
        </w:rPr>
      </w:pPr>
      <w:r w:rsidRPr="00F35938">
        <w:rPr>
          <w:lang w:val="en-US" w:eastAsia="zh-CN"/>
        </w:rPr>
        <w:t>8</w:t>
      </w:r>
      <w:r>
        <w:t>.</w:t>
      </w:r>
      <w:r w:rsidRPr="00F35938">
        <w:rPr>
          <w:lang w:val="en-US" w:eastAsia="zh-CN"/>
        </w:rPr>
        <w:t>7</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_Toc106198138 \h </w:instrText>
      </w:r>
      <w:r>
        <w:fldChar w:fldCharType="separate"/>
      </w:r>
      <w:r>
        <w:t>26</w:t>
      </w:r>
      <w:r>
        <w:fldChar w:fldCharType="end"/>
      </w:r>
    </w:p>
    <w:p w14:paraId="49138546" w14:textId="65565247" w:rsidR="00A62F8E" w:rsidRDefault="00A62F8E">
      <w:pPr>
        <w:pStyle w:val="TOC1"/>
        <w:rPr>
          <w:rFonts w:asciiTheme="minorHAnsi" w:eastAsiaTheme="minorEastAsia" w:hAnsiTheme="minorHAnsi" w:cstheme="minorBidi"/>
          <w:szCs w:val="22"/>
          <w:lang w:eastAsia="en-GB"/>
        </w:rPr>
      </w:pPr>
      <w:r w:rsidRPr="00F35938">
        <w:rPr>
          <w:lang w:val="en-US" w:eastAsia="zh-CN"/>
        </w:rPr>
        <w:t>9</w:t>
      </w:r>
      <w:r>
        <w:rPr>
          <w:rFonts w:asciiTheme="minorHAnsi" w:eastAsiaTheme="minorEastAsia" w:hAnsiTheme="minorHAnsi" w:cstheme="minorBidi"/>
          <w:szCs w:val="22"/>
          <w:lang w:eastAsia="en-GB"/>
        </w:rPr>
        <w:tab/>
      </w:r>
      <w:r w:rsidRPr="00F35938">
        <w:rPr>
          <w:lang w:val="en-US" w:eastAsia="zh-CN"/>
        </w:rPr>
        <w:t>Immunity</w:t>
      </w:r>
      <w:r>
        <w:tab/>
      </w:r>
      <w:r>
        <w:fldChar w:fldCharType="begin"/>
      </w:r>
      <w:r>
        <w:instrText xml:space="preserve"> PAGEREF _Toc106198139 \h </w:instrText>
      </w:r>
      <w:r>
        <w:fldChar w:fldCharType="separate"/>
      </w:r>
      <w:r>
        <w:t>26</w:t>
      </w:r>
      <w:r>
        <w:fldChar w:fldCharType="end"/>
      </w:r>
    </w:p>
    <w:p w14:paraId="0CECA5E0" w14:textId="02EB5A97"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_Toc106198140 \h </w:instrText>
      </w:r>
      <w:r>
        <w:fldChar w:fldCharType="separate"/>
      </w:r>
      <w:r>
        <w:t>26</w:t>
      </w:r>
      <w:r>
        <w:fldChar w:fldCharType="end"/>
      </w:r>
    </w:p>
    <w:p w14:paraId="6DA434E0" w14:textId="72E90C25" w:rsidR="00A62F8E" w:rsidRDefault="00A62F8E">
      <w:pPr>
        <w:pStyle w:val="TOC3"/>
        <w:rPr>
          <w:rFonts w:asciiTheme="minorHAnsi" w:eastAsiaTheme="minorEastAsia" w:hAnsiTheme="minorHAnsi" w:cstheme="minorBidi"/>
          <w:sz w:val="22"/>
          <w:szCs w:val="22"/>
          <w:lang w:eastAsia="en-GB"/>
        </w:rPr>
      </w:pPr>
      <w:r w:rsidRPr="00F35938">
        <w:rPr>
          <w:lang w:val="fi-FI" w:eastAsia="zh-CN"/>
        </w:rPr>
        <w:t>9.1.1</w:t>
      </w:r>
      <w:r>
        <w:rPr>
          <w:rFonts w:asciiTheme="minorHAnsi" w:eastAsiaTheme="minorEastAsia" w:hAnsiTheme="minorHAnsi" w:cstheme="minorBidi"/>
          <w:sz w:val="22"/>
          <w:szCs w:val="22"/>
          <w:lang w:eastAsia="en-GB"/>
        </w:rPr>
        <w:tab/>
      </w:r>
      <w:r w:rsidRPr="00F35938">
        <w:rPr>
          <w:lang w:val="fi-FI" w:eastAsia="zh-CN"/>
        </w:rPr>
        <w:t>(Void)</w:t>
      </w:r>
      <w:r>
        <w:tab/>
      </w:r>
      <w:r>
        <w:fldChar w:fldCharType="begin"/>
      </w:r>
      <w:r>
        <w:instrText xml:space="preserve"> PAGEREF _Toc106198141 \h </w:instrText>
      </w:r>
      <w:r>
        <w:fldChar w:fldCharType="separate"/>
      </w:r>
      <w:r>
        <w:t>27</w:t>
      </w:r>
      <w:r>
        <w:fldChar w:fldCharType="end"/>
      </w:r>
    </w:p>
    <w:p w14:paraId="4F8D5F8C" w14:textId="32615D37" w:rsidR="00A62F8E" w:rsidRDefault="00A62F8E">
      <w:pPr>
        <w:pStyle w:val="TOC3"/>
        <w:rPr>
          <w:rFonts w:asciiTheme="minorHAnsi" w:eastAsiaTheme="minorEastAsia" w:hAnsiTheme="minorHAnsi" w:cstheme="minorBidi"/>
          <w:sz w:val="22"/>
          <w:szCs w:val="22"/>
          <w:lang w:eastAsia="en-GB"/>
        </w:rPr>
      </w:pPr>
      <w:r w:rsidRPr="00F35938">
        <w:rPr>
          <w:lang w:val="fi-FI" w:eastAsia="zh-CN"/>
        </w:rPr>
        <w:t>9.1.2</w:t>
      </w:r>
      <w:r>
        <w:rPr>
          <w:rFonts w:asciiTheme="minorHAnsi" w:eastAsiaTheme="minorEastAsia" w:hAnsiTheme="minorHAnsi" w:cstheme="minorBidi"/>
          <w:sz w:val="22"/>
          <w:szCs w:val="22"/>
          <w:lang w:eastAsia="en-GB"/>
        </w:rPr>
        <w:tab/>
      </w:r>
      <w:r w:rsidRPr="00F35938">
        <w:rPr>
          <w:lang w:val="fi-FI"/>
        </w:rPr>
        <w:t>(</w:t>
      </w:r>
      <w:r w:rsidRPr="00F35938">
        <w:rPr>
          <w:lang w:val="fi-FI" w:eastAsia="zh-CN"/>
        </w:rPr>
        <w:t>Void)</w:t>
      </w:r>
      <w:r>
        <w:tab/>
      </w:r>
      <w:r>
        <w:fldChar w:fldCharType="begin"/>
      </w:r>
      <w:r>
        <w:instrText xml:space="preserve"> PAGEREF _Toc106198142 \h </w:instrText>
      </w:r>
      <w:r>
        <w:fldChar w:fldCharType="separate"/>
      </w:r>
      <w:r>
        <w:t>27</w:t>
      </w:r>
      <w:r>
        <w:fldChar w:fldCharType="end"/>
      </w:r>
    </w:p>
    <w:p w14:paraId="7D976688" w14:textId="478D5AA7" w:rsidR="00A62F8E" w:rsidRDefault="00A62F8E">
      <w:pPr>
        <w:pStyle w:val="TOC3"/>
        <w:rPr>
          <w:rFonts w:asciiTheme="minorHAnsi" w:eastAsiaTheme="minorEastAsia" w:hAnsiTheme="minorHAnsi" w:cstheme="minorBidi"/>
          <w:sz w:val="22"/>
          <w:szCs w:val="22"/>
          <w:lang w:eastAsia="en-GB"/>
        </w:rPr>
      </w:pPr>
      <w:r w:rsidRPr="00F35938">
        <w:rPr>
          <w:lang w:val="fi-FI" w:eastAsia="zh-CN"/>
        </w:rPr>
        <w:t>9.1.3</w:t>
      </w:r>
      <w:r>
        <w:rPr>
          <w:rFonts w:asciiTheme="minorHAnsi" w:eastAsiaTheme="minorEastAsia" w:hAnsiTheme="minorHAnsi" w:cstheme="minorBidi"/>
          <w:sz w:val="22"/>
          <w:szCs w:val="22"/>
          <w:lang w:eastAsia="en-GB"/>
        </w:rPr>
        <w:tab/>
      </w:r>
      <w:r w:rsidRPr="00F35938">
        <w:rPr>
          <w:lang w:val="fi-FI"/>
        </w:rPr>
        <w:t>(</w:t>
      </w:r>
      <w:r w:rsidRPr="00F35938">
        <w:rPr>
          <w:lang w:val="fi-FI" w:eastAsia="zh-CN"/>
        </w:rPr>
        <w:t>Void)</w:t>
      </w:r>
      <w:r>
        <w:tab/>
      </w:r>
      <w:r>
        <w:fldChar w:fldCharType="begin"/>
      </w:r>
      <w:r>
        <w:instrText xml:space="preserve"> PAGEREF _Toc106198143 \h </w:instrText>
      </w:r>
      <w:r>
        <w:fldChar w:fldCharType="separate"/>
      </w:r>
      <w:r>
        <w:t>27</w:t>
      </w:r>
      <w:r>
        <w:fldChar w:fldCharType="end"/>
      </w:r>
    </w:p>
    <w:p w14:paraId="34456618" w14:textId="35EB046F" w:rsidR="00A62F8E" w:rsidRDefault="00A62F8E">
      <w:pPr>
        <w:pStyle w:val="TOC3"/>
        <w:rPr>
          <w:rFonts w:asciiTheme="minorHAnsi" w:eastAsiaTheme="minorEastAsia" w:hAnsiTheme="minorHAnsi" w:cstheme="minorBidi"/>
          <w:sz w:val="22"/>
          <w:szCs w:val="22"/>
          <w:lang w:eastAsia="en-GB"/>
        </w:rPr>
      </w:pPr>
      <w:r w:rsidRPr="00F35938">
        <w:rPr>
          <w:lang w:val="fi-FI" w:eastAsia="zh-CN"/>
        </w:rPr>
        <w:t>9.1.4</w:t>
      </w:r>
      <w:r>
        <w:rPr>
          <w:rFonts w:asciiTheme="minorHAnsi" w:eastAsiaTheme="minorEastAsia" w:hAnsiTheme="minorHAnsi" w:cstheme="minorBidi"/>
          <w:sz w:val="22"/>
          <w:szCs w:val="22"/>
          <w:lang w:eastAsia="en-GB"/>
        </w:rPr>
        <w:tab/>
      </w:r>
      <w:r w:rsidRPr="00F35938">
        <w:rPr>
          <w:lang w:val="fi-FI"/>
        </w:rPr>
        <w:t>(</w:t>
      </w:r>
      <w:r w:rsidRPr="00F35938">
        <w:rPr>
          <w:lang w:val="fi-FI" w:eastAsia="zh-CN"/>
        </w:rPr>
        <w:t>Void)</w:t>
      </w:r>
      <w:r>
        <w:tab/>
      </w:r>
      <w:r>
        <w:fldChar w:fldCharType="begin"/>
      </w:r>
      <w:r>
        <w:instrText xml:space="preserve"> PAGEREF _Toc106198144 \h </w:instrText>
      </w:r>
      <w:r>
        <w:fldChar w:fldCharType="separate"/>
      </w:r>
      <w:r>
        <w:t>27</w:t>
      </w:r>
      <w:r>
        <w:fldChar w:fldCharType="end"/>
      </w:r>
    </w:p>
    <w:p w14:paraId="656A75C4" w14:textId="36E7863B" w:rsidR="00A62F8E" w:rsidRDefault="00A62F8E">
      <w:pPr>
        <w:pStyle w:val="TOC3"/>
        <w:rPr>
          <w:rFonts w:asciiTheme="minorHAnsi" w:eastAsiaTheme="minorEastAsia" w:hAnsiTheme="minorHAnsi" w:cstheme="minorBidi"/>
          <w:sz w:val="22"/>
          <w:szCs w:val="22"/>
          <w:lang w:eastAsia="en-GB"/>
        </w:rPr>
      </w:pPr>
      <w:r w:rsidRPr="00F35938">
        <w:rPr>
          <w:lang w:val="fi-FI" w:eastAsia="zh-CN"/>
        </w:rPr>
        <w:t>9.1.5</w:t>
      </w:r>
      <w:r>
        <w:rPr>
          <w:rFonts w:asciiTheme="minorHAnsi" w:eastAsiaTheme="minorEastAsia" w:hAnsiTheme="minorHAnsi" w:cstheme="minorBidi"/>
          <w:sz w:val="22"/>
          <w:szCs w:val="22"/>
          <w:lang w:eastAsia="en-GB"/>
        </w:rPr>
        <w:tab/>
      </w:r>
      <w:r w:rsidRPr="00F35938">
        <w:rPr>
          <w:lang w:val="fi-FI"/>
        </w:rPr>
        <w:t>(</w:t>
      </w:r>
      <w:r w:rsidRPr="00F35938">
        <w:rPr>
          <w:lang w:val="fi-FI" w:eastAsia="zh-CN"/>
        </w:rPr>
        <w:t>Void)</w:t>
      </w:r>
      <w:r>
        <w:tab/>
      </w:r>
      <w:r>
        <w:fldChar w:fldCharType="begin"/>
      </w:r>
      <w:r>
        <w:instrText xml:space="preserve"> PAGEREF _Toc106198145 \h </w:instrText>
      </w:r>
      <w:r>
        <w:fldChar w:fldCharType="separate"/>
      </w:r>
      <w:r>
        <w:t>27</w:t>
      </w:r>
      <w:r>
        <w:fldChar w:fldCharType="end"/>
      </w:r>
    </w:p>
    <w:p w14:paraId="4034D23F" w14:textId="5BBD23BA"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_Toc106198146 \h </w:instrText>
      </w:r>
      <w:r>
        <w:fldChar w:fldCharType="separate"/>
      </w:r>
      <w:r>
        <w:t>27</w:t>
      </w:r>
      <w:r>
        <w:fldChar w:fldCharType="end"/>
      </w:r>
    </w:p>
    <w:p w14:paraId="45727FE5" w14:textId="0A4F8D42" w:rsidR="00A62F8E" w:rsidRDefault="00A62F8E">
      <w:pPr>
        <w:pStyle w:val="TOC3"/>
        <w:rPr>
          <w:rFonts w:asciiTheme="minorHAnsi" w:eastAsiaTheme="minorEastAsia" w:hAnsiTheme="minorHAnsi" w:cstheme="minorBidi"/>
          <w:sz w:val="22"/>
          <w:szCs w:val="22"/>
          <w:lang w:eastAsia="en-GB"/>
        </w:rPr>
      </w:pPr>
      <w:r w:rsidRPr="00F35938">
        <w:rPr>
          <w:lang w:val="en-US" w:eastAsia="zh-CN"/>
        </w:rPr>
        <w:t>9.2.1</w:t>
      </w:r>
      <w:r>
        <w:rPr>
          <w:rFonts w:asciiTheme="minorHAnsi" w:eastAsiaTheme="minorEastAsia" w:hAnsiTheme="minorHAnsi" w:cstheme="minorBidi"/>
          <w:sz w:val="22"/>
          <w:szCs w:val="22"/>
          <w:lang w:eastAsia="en-GB"/>
        </w:rPr>
        <w:tab/>
      </w:r>
      <w:r w:rsidRPr="00F35938">
        <w:rPr>
          <w:lang w:val="en-US" w:eastAsia="zh-CN"/>
        </w:rPr>
        <w:t>Definition</w:t>
      </w:r>
      <w:r>
        <w:tab/>
      </w:r>
      <w:r>
        <w:fldChar w:fldCharType="begin"/>
      </w:r>
      <w:r>
        <w:instrText xml:space="preserve"> PAGEREF _Toc106198147 \h </w:instrText>
      </w:r>
      <w:r>
        <w:fldChar w:fldCharType="separate"/>
      </w:r>
      <w:r>
        <w:t>27</w:t>
      </w:r>
      <w:r>
        <w:fldChar w:fldCharType="end"/>
      </w:r>
    </w:p>
    <w:p w14:paraId="54A15932" w14:textId="075AB7EF" w:rsidR="00A62F8E" w:rsidRDefault="00A62F8E">
      <w:pPr>
        <w:pStyle w:val="TOC3"/>
        <w:rPr>
          <w:rFonts w:asciiTheme="minorHAnsi" w:eastAsiaTheme="minorEastAsia" w:hAnsiTheme="minorHAnsi" w:cstheme="minorBidi"/>
          <w:sz w:val="22"/>
          <w:szCs w:val="22"/>
          <w:lang w:eastAsia="en-GB"/>
        </w:rPr>
      </w:pPr>
      <w:r w:rsidRPr="00F35938">
        <w:rPr>
          <w:lang w:val="en-US" w:eastAsia="zh-CN"/>
        </w:rPr>
        <w:t>9.2.2</w:t>
      </w:r>
      <w:r>
        <w:rPr>
          <w:rFonts w:asciiTheme="minorHAnsi" w:eastAsiaTheme="minorEastAsia" w:hAnsiTheme="minorHAnsi" w:cstheme="minorBidi"/>
          <w:sz w:val="22"/>
          <w:szCs w:val="22"/>
          <w:lang w:eastAsia="en-GB"/>
        </w:rPr>
        <w:tab/>
      </w:r>
      <w:r w:rsidRPr="00F35938">
        <w:rPr>
          <w:lang w:val="en-US" w:eastAsia="zh-CN"/>
        </w:rPr>
        <w:t>Test method and level</w:t>
      </w:r>
      <w:r>
        <w:tab/>
      </w:r>
      <w:r>
        <w:fldChar w:fldCharType="begin"/>
      </w:r>
      <w:r>
        <w:instrText xml:space="preserve"> PAGEREF _Toc106198148 \h </w:instrText>
      </w:r>
      <w:r>
        <w:fldChar w:fldCharType="separate"/>
      </w:r>
      <w:r>
        <w:t>27</w:t>
      </w:r>
      <w:r>
        <w:fldChar w:fldCharType="end"/>
      </w:r>
    </w:p>
    <w:p w14:paraId="4CE7A74F" w14:textId="7A619833" w:rsidR="00A62F8E" w:rsidRDefault="00A62F8E">
      <w:pPr>
        <w:pStyle w:val="TOC3"/>
        <w:rPr>
          <w:rFonts w:asciiTheme="minorHAnsi" w:eastAsiaTheme="minorEastAsia" w:hAnsiTheme="minorHAnsi" w:cstheme="minorBidi"/>
          <w:sz w:val="22"/>
          <w:szCs w:val="22"/>
          <w:lang w:eastAsia="en-GB"/>
        </w:rPr>
      </w:pPr>
      <w:r w:rsidRPr="00F35938">
        <w:rPr>
          <w:lang w:val="en-US" w:eastAsia="zh-CN"/>
        </w:rPr>
        <w:t>9.2.3</w:t>
      </w:r>
      <w:r>
        <w:rPr>
          <w:rFonts w:asciiTheme="minorHAnsi" w:eastAsiaTheme="minorEastAsia" w:hAnsiTheme="minorHAnsi" w:cstheme="minorBidi"/>
          <w:sz w:val="22"/>
          <w:szCs w:val="22"/>
          <w:lang w:eastAsia="en-GB"/>
        </w:rPr>
        <w:tab/>
      </w:r>
      <w:r w:rsidRPr="00F35938">
        <w:rPr>
          <w:lang w:val="en-US" w:eastAsia="zh-CN"/>
        </w:rPr>
        <w:t>Performance criteria</w:t>
      </w:r>
      <w:r>
        <w:tab/>
      </w:r>
      <w:r>
        <w:fldChar w:fldCharType="begin"/>
      </w:r>
      <w:r>
        <w:instrText xml:space="preserve"> PAGEREF _Toc106198149 \h </w:instrText>
      </w:r>
      <w:r>
        <w:fldChar w:fldCharType="separate"/>
      </w:r>
      <w:r>
        <w:t>28</w:t>
      </w:r>
      <w:r>
        <w:fldChar w:fldCharType="end"/>
      </w:r>
    </w:p>
    <w:p w14:paraId="6E0A5ADD" w14:textId="1B4699C7"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w:t>
      </w:r>
      <w:r w:rsidRPr="00F35938">
        <w:rPr>
          <w:lang w:val="en-US" w:eastAsia="zh-CN"/>
        </w:rPr>
        <w:t>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_Toc106198150 \h </w:instrText>
      </w:r>
      <w:r>
        <w:fldChar w:fldCharType="separate"/>
      </w:r>
      <w:r>
        <w:t>28</w:t>
      </w:r>
      <w:r>
        <w:fldChar w:fldCharType="end"/>
      </w:r>
    </w:p>
    <w:p w14:paraId="1E4CAFF9" w14:textId="379451C6" w:rsidR="00A62F8E" w:rsidRDefault="00A62F8E">
      <w:pPr>
        <w:pStyle w:val="TOC3"/>
        <w:rPr>
          <w:rFonts w:asciiTheme="minorHAnsi" w:eastAsiaTheme="minorEastAsia" w:hAnsiTheme="minorHAnsi" w:cstheme="minorBidi"/>
          <w:sz w:val="22"/>
          <w:szCs w:val="22"/>
          <w:lang w:eastAsia="en-GB"/>
        </w:rPr>
      </w:pPr>
      <w:r w:rsidRPr="00F35938">
        <w:rPr>
          <w:lang w:val="en-US" w:eastAsia="zh-CN"/>
        </w:rPr>
        <w:t>9.3.1</w:t>
      </w:r>
      <w:r>
        <w:rPr>
          <w:rFonts w:asciiTheme="minorHAnsi" w:eastAsiaTheme="minorEastAsia" w:hAnsiTheme="minorHAnsi" w:cstheme="minorBidi"/>
          <w:sz w:val="22"/>
          <w:szCs w:val="22"/>
          <w:lang w:eastAsia="en-GB"/>
        </w:rPr>
        <w:tab/>
      </w:r>
      <w:r w:rsidRPr="00F35938">
        <w:rPr>
          <w:lang w:val="en-US" w:eastAsia="zh-CN"/>
        </w:rPr>
        <w:t>Definition</w:t>
      </w:r>
      <w:r>
        <w:tab/>
      </w:r>
      <w:r>
        <w:fldChar w:fldCharType="begin"/>
      </w:r>
      <w:r>
        <w:instrText xml:space="preserve"> PAGEREF _Toc106198151 \h </w:instrText>
      </w:r>
      <w:r>
        <w:fldChar w:fldCharType="separate"/>
      </w:r>
      <w:r>
        <w:t>28</w:t>
      </w:r>
      <w:r>
        <w:fldChar w:fldCharType="end"/>
      </w:r>
    </w:p>
    <w:p w14:paraId="7F079548" w14:textId="22040A5A" w:rsidR="00A62F8E" w:rsidRDefault="00A62F8E">
      <w:pPr>
        <w:pStyle w:val="TOC3"/>
        <w:rPr>
          <w:rFonts w:asciiTheme="minorHAnsi" w:eastAsiaTheme="minorEastAsia" w:hAnsiTheme="minorHAnsi" w:cstheme="minorBidi"/>
          <w:sz w:val="22"/>
          <w:szCs w:val="22"/>
          <w:lang w:eastAsia="en-GB"/>
        </w:rPr>
      </w:pPr>
      <w:r w:rsidRPr="00F35938">
        <w:rPr>
          <w:lang w:val="en-US" w:eastAsia="zh-CN"/>
        </w:rPr>
        <w:t>9.3.2</w:t>
      </w:r>
      <w:r>
        <w:rPr>
          <w:rFonts w:asciiTheme="minorHAnsi" w:eastAsiaTheme="minorEastAsia" w:hAnsiTheme="minorHAnsi" w:cstheme="minorBidi"/>
          <w:sz w:val="22"/>
          <w:szCs w:val="22"/>
          <w:lang w:eastAsia="en-GB"/>
        </w:rPr>
        <w:tab/>
      </w:r>
      <w:r w:rsidRPr="00F35938">
        <w:rPr>
          <w:lang w:val="en-US" w:eastAsia="zh-CN"/>
        </w:rPr>
        <w:t>Test method and level</w:t>
      </w:r>
      <w:r>
        <w:tab/>
      </w:r>
      <w:r>
        <w:fldChar w:fldCharType="begin"/>
      </w:r>
      <w:r>
        <w:instrText xml:space="preserve"> PAGEREF _Toc106198152 \h </w:instrText>
      </w:r>
      <w:r>
        <w:fldChar w:fldCharType="separate"/>
      </w:r>
      <w:r>
        <w:t>29</w:t>
      </w:r>
      <w:r>
        <w:fldChar w:fldCharType="end"/>
      </w:r>
    </w:p>
    <w:p w14:paraId="60F6E357" w14:textId="41C13F70" w:rsidR="00A62F8E" w:rsidRDefault="00A62F8E">
      <w:pPr>
        <w:pStyle w:val="TOC3"/>
        <w:rPr>
          <w:rFonts w:asciiTheme="minorHAnsi" w:eastAsiaTheme="minorEastAsia" w:hAnsiTheme="minorHAnsi" w:cstheme="minorBidi"/>
          <w:sz w:val="22"/>
          <w:szCs w:val="22"/>
          <w:lang w:eastAsia="en-GB"/>
        </w:rPr>
      </w:pPr>
      <w:r w:rsidRPr="00F35938">
        <w:rPr>
          <w:lang w:val="en-US" w:eastAsia="zh-CN"/>
        </w:rPr>
        <w:t>9.3.3</w:t>
      </w:r>
      <w:r>
        <w:rPr>
          <w:rFonts w:asciiTheme="minorHAnsi" w:eastAsiaTheme="minorEastAsia" w:hAnsiTheme="minorHAnsi" w:cstheme="minorBidi"/>
          <w:sz w:val="22"/>
          <w:szCs w:val="22"/>
          <w:lang w:eastAsia="en-GB"/>
        </w:rPr>
        <w:tab/>
      </w:r>
      <w:r w:rsidRPr="00F35938">
        <w:rPr>
          <w:lang w:val="en-US" w:eastAsia="zh-CN"/>
        </w:rPr>
        <w:t>Performance criteria</w:t>
      </w:r>
      <w:r>
        <w:tab/>
      </w:r>
      <w:r>
        <w:fldChar w:fldCharType="begin"/>
      </w:r>
      <w:r>
        <w:instrText xml:space="preserve"> PAGEREF _Toc106198153 \h </w:instrText>
      </w:r>
      <w:r>
        <w:fldChar w:fldCharType="separate"/>
      </w:r>
      <w:r>
        <w:t>29</w:t>
      </w:r>
      <w:r>
        <w:fldChar w:fldCharType="end"/>
      </w:r>
    </w:p>
    <w:p w14:paraId="7A7C67EE" w14:textId="681DBFB0"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w:t>
      </w:r>
      <w:r w:rsidRPr="00F35938">
        <w:rPr>
          <w:lang w:val="en-US" w:eastAsia="zh-CN"/>
        </w:rPr>
        <w:t>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_Toc106198154 \h </w:instrText>
      </w:r>
      <w:r>
        <w:fldChar w:fldCharType="separate"/>
      </w:r>
      <w:r>
        <w:t>29</w:t>
      </w:r>
      <w:r>
        <w:fldChar w:fldCharType="end"/>
      </w:r>
    </w:p>
    <w:p w14:paraId="11AC01CF" w14:textId="18A71F27" w:rsidR="00A62F8E" w:rsidRDefault="00A62F8E">
      <w:pPr>
        <w:pStyle w:val="TOC3"/>
        <w:rPr>
          <w:rFonts w:asciiTheme="minorHAnsi" w:eastAsiaTheme="minorEastAsia" w:hAnsiTheme="minorHAnsi" w:cstheme="minorBidi"/>
          <w:sz w:val="22"/>
          <w:szCs w:val="22"/>
          <w:lang w:eastAsia="en-GB"/>
        </w:rPr>
      </w:pPr>
      <w:r w:rsidRPr="00F35938">
        <w:rPr>
          <w:lang w:val="en-US" w:eastAsia="zh-CN"/>
        </w:rPr>
        <w:t>9.4.1</w:t>
      </w:r>
      <w:r>
        <w:rPr>
          <w:rFonts w:asciiTheme="minorHAnsi" w:eastAsiaTheme="minorEastAsia" w:hAnsiTheme="minorHAnsi" w:cstheme="minorBidi"/>
          <w:sz w:val="22"/>
          <w:szCs w:val="22"/>
          <w:lang w:eastAsia="en-GB"/>
        </w:rPr>
        <w:tab/>
      </w:r>
      <w:r w:rsidRPr="00F35938">
        <w:rPr>
          <w:lang w:val="en-US" w:eastAsia="zh-CN"/>
        </w:rPr>
        <w:t>Definition</w:t>
      </w:r>
      <w:r>
        <w:tab/>
      </w:r>
      <w:r>
        <w:fldChar w:fldCharType="begin"/>
      </w:r>
      <w:r>
        <w:instrText xml:space="preserve"> PAGEREF _Toc106198155 \h </w:instrText>
      </w:r>
      <w:r>
        <w:fldChar w:fldCharType="separate"/>
      </w:r>
      <w:r>
        <w:t>29</w:t>
      </w:r>
      <w:r>
        <w:fldChar w:fldCharType="end"/>
      </w:r>
    </w:p>
    <w:p w14:paraId="0ECE2EDB" w14:textId="5170F377" w:rsidR="00A62F8E" w:rsidRDefault="00A62F8E">
      <w:pPr>
        <w:pStyle w:val="TOC3"/>
        <w:rPr>
          <w:rFonts w:asciiTheme="minorHAnsi" w:eastAsiaTheme="minorEastAsia" w:hAnsiTheme="minorHAnsi" w:cstheme="minorBidi"/>
          <w:sz w:val="22"/>
          <w:szCs w:val="22"/>
          <w:lang w:eastAsia="en-GB"/>
        </w:rPr>
      </w:pPr>
      <w:r w:rsidRPr="00F35938">
        <w:rPr>
          <w:lang w:val="en-US" w:eastAsia="zh-CN"/>
        </w:rPr>
        <w:t>9.4.2</w:t>
      </w:r>
      <w:r>
        <w:rPr>
          <w:rFonts w:asciiTheme="minorHAnsi" w:eastAsiaTheme="minorEastAsia" w:hAnsiTheme="minorHAnsi" w:cstheme="minorBidi"/>
          <w:sz w:val="22"/>
          <w:szCs w:val="22"/>
          <w:lang w:eastAsia="en-GB"/>
        </w:rPr>
        <w:tab/>
      </w:r>
      <w:r w:rsidRPr="00F35938">
        <w:rPr>
          <w:lang w:val="en-US" w:eastAsia="zh-CN"/>
        </w:rPr>
        <w:t>Test method and level</w:t>
      </w:r>
      <w:r>
        <w:tab/>
      </w:r>
      <w:r>
        <w:fldChar w:fldCharType="begin"/>
      </w:r>
      <w:r>
        <w:instrText xml:space="preserve"> PAGEREF _Toc106198156 \h </w:instrText>
      </w:r>
      <w:r>
        <w:fldChar w:fldCharType="separate"/>
      </w:r>
      <w:r>
        <w:t>29</w:t>
      </w:r>
      <w:r>
        <w:fldChar w:fldCharType="end"/>
      </w:r>
    </w:p>
    <w:p w14:paraId="16E83412" w14:textId="25300C33" w:rsidR="00A62F8E" w:rsidRDefault="00A62F8E">
      <w:pPr>
        <w:pStyle w:val="TOC3"/>
        <w:rPr>
          <w:rFonts w:asciiTheme="minorHAnsi" w:eastAsiaTheme="minorEastAsia" w:hAnsiTheme="minorHAnsi" w:cstheme="minorBidi"/>
          <w:sz w:val="22"/>
          <w:szCs w:val="22"/>
          <w:lang w:eastAsia="en-GB"/>
        </w:rPr>
      </w:pPr>
      <w:r w:rsidRPr="00F35938">
        <w:rPr>
          <w:lang w:val="en-US" w:eastAsia="zh-CN"/>
        </w:rPr>
        <w:t>9.4.3</w:t>
      </w:r>
      <w:r>
        <w:rPr>
          <w:rFonts w:asciiTheme="minorHAnsi" w:eastAsiaTheme="minorEastAsia" w:hAnsiTheme="minorHAnsi" w:cstheme="minorBidi"/>
          <w:sz w:val="22"/>
          <w:szCs w:val="22"/>
          <w:lang w:eastAsia="en-GB"/>
        </w:rPr>
        <w:tab/>
      </w:r>
      <w:r w:rsidRPr="00F35938">
        <w:rPr>
          <w:lang w:val="en-US" w:eastAsia="zh-CN"/>
        </w:rPr>
        <w:t>Performance criteria</w:t>
      </w:r>
      <w:r>
        <w:tab/>
      </w:r>
      <w:r>
        <w:fldChar w:fldCharType="begin"/>
      </w:r>
      <w:r>
        <w:instrText xml:space="preserve"> PAGEREF _Toc106198157 \h </w:instrText>
      </w:r>
      <w:r>
        <w:fldChar w:fldCharType="separate"/>
      </w:r>
      <w:r>
        <w:t>29</w:t>
      </w:r>
      <w:r>
        <w:fldChar w:fldCharType="end"/>
      </w:r>
    </w:p>
    <w:p w14:paraId="652245F7" w14:textId="11A13701"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w:t>
      </w:r>
      <w:r w:rsidRPr="00F35938">
        <w:rPr>
          <w:lang w:val="en-US" w:eastAsia="zh-CN"/>
        </w:rPr>
        <w:t>5</w:t>
      </w:r>
      <w:r>
        <w:rPr>
          <w:rFonts w:asciiTheme="minorHAnsi" w:eastAsiaTheme="minorEastAsia" w:hAnsiTheme="minorHAnsi" w:cstheme="minorBidi"/>
          <w:sz w:val="22"/>
          <w:szCs w:val="22"/>
          <w:lang w:eastAsia="en-GB"/>
        </w:rPr>
        <w:tab/>
      </w:r>
      <w:r>
        <w:t>RF common mode (0.15 MHz - 80 MHz</w:t>
      </w:r>
      <w:r w:rsidRPr="00F35938">
        <w:rPr>
          <w:lang w:val="en-US" w:eastAsia="zh-CN"/>
        </w:rPr>
        <w:t>)</w:t>
      </w:r>
      <w:r>
        <w:tab/>
      </w:r>
      <w:r>
        <w:fldChar w:fldCharType="begin"/>
      </w:r>
      <w:r>
        <w:instrText xml:space="preserve"> PAGEREF _Toc106198158 \h </w:instrText>
      </w:r>
      <w:r>
        <w:fldChar w:fldCharType="separate"/>
      </w:r>
      <w:r>
        <w:t>30</w:t>
      </w:r>
      <w:r>
        <w:fldChar w:fldCharType="end"/>
      </w:r>
    </w:p>
    <w:p w14:paraId="6EE3141B" w14:textId="1922E949" w:rsidR="00A62F8E" w:rsidRDefault="00A62F8E">
      <w:pPr>
        <w:pStyle w:val="TOC3"/>
        <w:rPr>
          <w:rFonts w:asciiTheme="minorHAnsi" w:eastAsiaTheme="minorEastAsia" w:hAnsiTheme="minorHAnsi" w:cstheme="minorBidi"/>
          <w:sz w:val="22"/>
          <w:szCs w:val="22"/>
          <w:lang w:eastAsia="en-GB"/>
        </w:rPr>
      </w:pPr>
      <w:r w:rsidRPr="00F35938">
        <w:rPr>
          <w:lang w:val="en-US" w:eastAsia="zh-CN"/>
        </w:rPr>
        <w:t>9.5.1</w:t>
      </w:r>
      <w:r>
        <w:rPr>
          <w:rFonts w:asciiTheme="minorHAnsi" w:eastAsiaTheme="minorEastAsia" w:hAnsiTheme="minorHAnsi" w:cstheme="minorBidi"/>
          <w:sz w:val="22"/>
          <w:szCs w:val="22"/>
          <w:lang w:eastAsia="en-GB"/>
        </w:rPr>
        <w:tab/>
      </w:r>
      <w:r w:rsidRPr="00F35938">
        <w:rPr>
          <w:lang w:val="en-US" w:eastAsia="zh-CN"/>
        </w:rPr>
        <w:t>Definition</w:t>
      </w:r>
      <w:r>
        <w:tab/>
      </w:r>
      <w:r>
        <w:fldChar w:fldCharType="begin"/>
      </w:r>
      <w:r>
        <w:instrText xml:space="preserve"> PAGEREF _Toc106198159 \h </w:instrText>
      </w:r>
      <w:r>
        <w:fldChar w:fldCharType="separate"/>
      </w:r>
      <w:r>
        <w:t>30</w:t>
      </w:r>
      <w:r>
        <w:fldChar w:fldCharType="end"/>
      </w:r>
    </w:p>
    <w:p w14:paraId="188747EC" w14:textId="4D47D21A" w:rsidR="00A62F8E" w:rsidRDefault="00A62F8E">
      <w:pPr>
        <w:pStyle w:val="TOC3"/>
        <w:rPr>
          <w:rFonts w:asciiTheme="minorHAnsi" w:eastAsiaTheme="minorEastAsia" w:hAnsiTheme="minorHAnsi" w:cstheme="minorBidi"/>
          <w:sz w:val="22"/>
          <w:szCs w:val="22"/>
          <w:lang w:eastAsia="en-GB"/>
        </w:rPr>
      </w:pPr>
      <w:r w:rsidRPr="00F35938">
        <w:rPr>
          <w:lang w:val="en-US" w:eastAsia="zh-CN"/>
        </w:rPr>
        <w:t>9.5.2</w:t>
      </w:r>
      <w:r>
        <w:rPr>
          <w:rFonts w:asciiTheme="minorHAnsi" w:eastAsiaTheme="minorEastAsia" w:hAnsiTheme="minorHAnsi" w:cstheme="minorBidi"/>
          <w:sz w:val="22"/>
          <w:szCs w:val="22"/>
          <w:lang w:eastAsia="en-GB"/>
        </w:rPr>
        <w:tab/>
      </w:r>
      <w:r w:rsidRPr="00F35938">
        <w:rPr>
          <w:lang w:val="en-US" w:eastAsia="zh-CN"/>
        </w:rPr>
        <w:t>Test method and level</w:t>
      </w:r>
      <w:r>
        <w:tab/>
      </w:r>
      <w:r>
        <w:fldChar w:fldCharType="begin"/>
      </w:r>
      <w:r>
        <w:instrText xml:space="preserve"> PAGEREF _Toc106198160 \h </w:instrText>
      </w:r>
      <w:r>
        <w:fldChar w:fldCharType="separate"/>
      </w:r>
      <w:r>
        <w:t>30</w:t>
      </w:r>
      <w:r>
        <w:fldChar w:fldCharType="end"/>
      </w:r>
    </w:p>
    <w:p w14:paraId="18DEE2CE" w14:textId="60007093" w:rsidR="00A62F8E" w:rsidRDefault="00A62F8E">
      <w:pPr>
        <w:pStyle w:val="TOC3"/>
        <w:rPr>
          <w:rFonts w:asciiTheme="minorHAnsi" w:eastAsiaTheme="minorEastAsia" w:hAnsiTheme="minorHAnsi" w:cstheme="minorBidi"/>
          <w:sz w:val="22"/>
          <w:szCs w:val="22"/>
          <w:lang w:eastAsia="en-GB"/>
        </w:rPr>
      </w:pPr>
      <w:r w:rsidRPr="00F35938">
        <w:rPr>
          <w:lang w:val="en-US" w:eastAsia="zh-CN"/>
        </w:rPr>
        <w:t>9.5.3</w:t>
      </w:r>
      <w:r>
        <w:rPr>
          <w:rFonts w:asciiTheme="minorHAnsi" w:eastAsiaTheme="minorEastAsia" w:hAnsiTheme="minorHAnsi" w:cstheme="minorBidi"/>
          <w:sz w:val="22"/>
          <w:szCs w:val="22"/>
          <w:lang w:eastAsia="en-GB"/>
        </w:rPr>
        <w:tab/>
      </w:r>
      <w:r w:rsidRPr="00F35938">
        <w:rPr>
          <w:lang w:val="en-US" w:eastAsia="zh-CN"/>
        </w:rPr>
        <w:t>Performance criteria</w:t>
      </w:r>
      <w:r>
        <w:tab/>
      </w:r>
      <w:r>
        <w:fldChar w:fldCharType="begin"/>
      </w:r>
      <w:r>
        <w:instrText xml:space="preserve"> PAGEREF _Toc106198161 \h </w:instrText>
      </w:r>
      <w:r>
        <w:fldChar w:fldCharType="separate"/>
      </w:r>
      <w:r>
        <w:t>30</w:t>
      </w:r>
      <w:r>
        <w:fldChar w:fldCharType="end"/>
      </w:r>
    </w:p>
    <w:p w14:paraId="39AFC9E9" w14:textId="67A55579"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w:t>
      </w:r>
      <w:r w:rsidRPr="00F35938">
        <w:rPr>
          <w:lang w:val="en-US" w:eastAsia="zh-CN"/>
        </w:rPr>
        <w:t>6</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_Toc106198162 \h </w:instrText>
      </w:r>
      <w:r>
        <w:fldChar w:fldCharType="separate"/>
      </w:r>
      <w:r>
        <w:t>30</w:t>
      </w:r>
      <w:r>
        <w:fldChar w:fldCharType="end"/>
      </w:r>
    </w:p>
    <w:p w14:paraId="27E1B7A7" w14:textId="36E8566F" w:rsidR="00A62F8E" w:rsidRDefault="00A62F8E">
      <w:pPr>
        <w:pStyle w:val="TOC3"/>
        <w:rPr>
          <w:rFonts w:asciiTheme="minorHAnsi" w:eastAsiaTheme="minorEastAsia" w:hAnsiTheme="minorHAnsi" w:cstheme="minorBidi"/>
          <w:sz w:val="22"/>
          <w:szCs w:val="22"/>
          <w:lang w:eastAsia="en-GB"/>
        </w:rPr>
      </w:pPr>
      <w:r w:rsidRPr="00F35938">
        <w:rPr>
          <w:lang w:val="en-US" w:eastAsia="zh-CN"/>
        </w:rPr>
        <w:t>9.6.1</w:t>
      </w:r>
      <w:r>
        <w:rPr>
          <w:rFonts w:asciiTheme="minorHAnsi" w:eastAsiaTheme="minorEastAsia" w:hAnsiTheme="minorHAnsi" w:cstheme="minorBidi"/>
          <w:sz w:val="22"/>
          <w:szCs w:val="22"/>
          <w:lang w:eastAsia="en-GB"/>
        </w:rPr>
        <w:tab/>
      </w:r>
      <w:r w:rsidRPr="00F35938">
        <w:rPr>
          <w:lang w:val="en-US" w:eastAsia="zh-CN"/>
        </w:rPr>
        <w:t>Definition</w:t>
      </w:r>
      <w:r>
        <w:tab/>
      </w:r>
      <w:r>
        <w:fldChar w:fldCharType="begin"/>
      </w:r>
      <w:r>
        <w:instrText xml:space="preserve"> PAGEREF _Toc106198163 \h </w:instrText>
      </w:r>
      <w:r>
        <w:fldChar w:fldCharType="separate"/>
      </w:r>
      <w:r>
        <w:t>31</w:t>
      </w:r>
      <w:r>
        <w:fldChar w:fldCharType="end"/>
      </w:r>
    </w:p>
    <w:p w14:paraId="194F4A80" w14:textId="65F1C58E" w:rsidR="00A62F8E" w:rsidRDefault="00A62F8E">
      <w:pPr>
        <w:pStyle w:val="TOC3"/>
        <w:rPr>
          <w:rFonts w:asciiTheme="minorHAnsi" w:eastAsiaTheme="minorEastAsia" w:hAnsiTheme="minorHAnsi" w:cstheme="minorBidi"/>
          <w:sz w:val="22"/>
          <w:szCs w:val="22"/>
          <w:lang w:eastAsia="en-GB"/>
        </w:rPr>
      </w:pPr>
      <w:r w:rsidRPr="00F35938">
        <w:rPr>
          <w:lang w:val="en-US" w:eastAsia="zh-CN"/>
        </w:rPr>
        <w:t>9.6.2</w:t>
      </w:r>
      <w:r>
        <w:rPr>
          <w:rFonts w:asciiTheme="minorHAnsi" w:eastAsiaTheme="minorEastAsia" w:hAnsiTheme="minorHAnsi" w:cstheme="minorBidi"/>
          <w:sz w:val="22"/>
          <w:szCs w:val="22"/>
          <w:lang w:eastAsia="en-GB"/>
        </w:rPr>
        <w:tab/>
      </w:r>
      <w:r w:rsidRPr="00F35938">
        <w:rPr>
          <w:lang w:val="en-US" w:eastAsia="zh-CN"/>
        </w:rPr>
        <w:t>Test method and level</w:t>
      </w:r>
      <w:r>
        <w:tab/>
      </w:r>
      <w:r>
        <w:fldChar w:fldCharType="begin"/>
      </w:r>
      <w:r>
        <w:instrText xml:space="preserve"> PAGEREF _Toc106198164 \h </w:instrText>
      </w:r>
      <w:r>
        <w:fldChar w:fldCharType="separate"/>
      </w:r>
      <w:r>
        <w:t>31</w:t>
      </w:r>
      <w:r>
        <w:fldChar w:fldCharType="end"/>
      </w:r>
    </w:p>
    <w:p w14:paraId="11E9D942" w14:textId="7A1B5B04" w:rsidR="00A62F8E" w:rsidRDefault="00A62F8E">
      <w:pPr>
        <w:pStyle w:val="TOC3"/>
        <w:rPr>
          <w:rFonts w:asciiTheme="minorHAnsi" w:eastAsiaTheme="minorEastAsia" w:hAnsiTheme="minorHAnsi" w:cstheme="minorBidi"/>
          <w:sz w:val="22"/>
          <w:szCs w:val="22"/>
          <w:lang w:eastAsia="en-GB"/>
        </w:rPr>
      </w:pPr>
      <w:r w:rsidRPr="00F35938">
        <w:rPr>
          <w:lang w:val="en-US" w:eastAsia="zh-CN"/>
        </w:rPr>
        <w:t>9.6.3</w:t>
      </w:r>
      <w:r>
        <w:rPr>
          <w:rFonts w:asciiTheme="minorHAnsi" w:eastAsiaTheme="minorEastAsia" w:hAnsiTheme="minorHAnsi" w:cstheme="minorBidi"/>
          <w:sz w:val="22"/>
          <w:szCs w:val="22"/>
          <w:lang w:eastAsia="en-GB"/>
        </w:rPr>
        <w:tab/>
      </w:r>
      <w:r w:rsidRPr="00F35938">
        <w:rPr>
          <w:lang w:val="en-US" w:eastAsia="zh-CN"/>
        </w:rPr>
        <w:t>Performance criteria</w:t>
      </w:r>
      <w:r>
        <w:tab/>
      </w:r>
      <w:r>
        <w:fldChar w:fldCharType="begin"/>
      </w:r>
      <w:r>
        <w:instrText xml:space="preserve"> PAGEREF _Toc106198165 \h </w:instrText>
      </w:r>
      <w:r>
        <w:fldChar w:fldCharType="separate"/>
      </w:r>
      <w:r>
        <w:t>31</w:t>
      </w:r>
      <w:r>
        <w:fldChar w:fldCharType="end"/>
      </w:r>
    </w:p>
    <w:p w14:paraId="53407AC3" w14:textId="783BD756" w:rsidR="00A62F8E" w:rsidRDefault="00A62F8E">
      <w:pPr>
        <w:pStyle w:val="TOC2"/>
        <w:rPr>
          <w:rFonts w:asciiTheme="minorHAnsi" w:eastAsiaTheme="minorEastAsia" w:hAnsiTheme="minorHAnsi" w:cstheme="minorBidi"/>
          <w:sz w:val="22"/>
          <w:szCs w:val="22"/>
          <w:lang w:eastAsia="en-GB"/>
        </w:rPr>
      </w:pPr>
      <w:r w:rsidRPr="00F35938">
        <w:rPr>
          <w:lang w:val="en-US" w:eastAsia="zh-CN"/>
        </w:rPr>
        <w:t>9</w:t>
      </w:r>
      <w:r>
        <w:t>.</w:t>
      </w:r>
      <w:r w:rsidRPr="00F35938">
        <w:rPr>
          <w:lang w:val="en-US" w:eastAsia="zh-CN"/>
        </w:rPr>
        <w:t>7</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_Toc106198166 \h </w:instrText>
      </w:r>
      <w:r>
        <w:fldChar w:fldCharType="separate"/>
      </w:r>
      <w:r>
        <w:t>31</w:t>
      </w:r>
      <w:r>
        <w:fldChar w:fldCharType="end"/>
      </w:r>
    </w:p>
    <w:p w14:paraId="6BB2771C" w14:textId="570552A7" w:rsidR="00A62F8E" w:rsidRDefault="00A62F8E">
      <w:pPr>
        <w:pStyle w:val="TOC3"/>
        <w:rPr>
          <w:rFonts w:asciiTheme="minorHAnsi" w:eastAsiaTheme="minorEastAsia" w:hAnsiTheme="minorHAnsi" w:cstheme="minorBidi"/>
          <w:sz w:val="22"/>
          <w:szCs w:val="22"/>
          <w:lang w:eastAsia="en-GB"/>
        </w:rPr>
      </w:pPr>
      <w:r w:rsidRPr="00F35938">
        <w:rPr>
          <w:lang w:val="en-US" w:eastAsia="zh-CN"/>
        </w:rPr>
        <w:t>9.7.1</w:t>
      </w:r>
      <w:r>
        <w:rPr>
          <w:rFonts w:asciiTheme="minorHAnsi" w:eastAsiaTheme="minorEastAsia" w:hAnsiTheme="minorHAnsi" w:cstheme="minorBidi"/>
          <w:sz w:val="22"/>
          <w:szCs w:val="22"/>
          <w:lang w:eastAsia="en-GB"/>
        </w:rPr>
        <w:tab/>
      </w:r>
      <w:r w:rsidRPr="00F35938">
        <w:rPr>
          <w:lang w:val="en-US" w:eastAsia="zh-CN"/>
        </w:rPr>
        <w:t>Definition</w:t>
      </w:r>
      <w:r>
        <w:tab/>
      </w:r>
      <w:r>
        <w:fldChar w:fldCharType="begin"/>
      </w:r>
      <w:r>
        <w:instrText xml:space="preserve"> PAGEREF _Toc106198167 \h </w:instrText>
      </w:r>
      <w:r>
        <w:fldChar w:fldCharType="separate"/>
      </w:r>
      <w:r>
        <w:t>31</w:t>
      </w:r>
      <w:r>
        <w:fldChar w:fldCharType="end"/>
      </w:r>
    </w:p>
    <w:p w14:paraId="38905912" w14:textId="2B14DFF3" w:rsidR="00A62F8E" w:rsidRDefault="00A62F8E">
      <w:pPr>
        <w:pStyle w:val="TOC3"/>
        <w:rPr>
          <w:rFonts w:asciiTheme="minorHAnsi" w:eastAsiaTheme="minorEastAsia" w:hAnsiTheme="minorHAnsi" w:cstheme="minorBidi"/>
          <w:sz w:val="22"/>
          <w:szCs w:val="22"/>
          <w:lang w:eastAsia="en-GB"/>
        </w:rPr>
      </w:pPr>
      <w:r w:rsidRPr="00F35938">
        <w:rPr>
          <w:lang w:val="en-US" w:eastAsia="zh-CN"/>
        </w:rPr>
        <w:t>9.7.2</w:t>
      </w:r>
      <w:r>
        <w:rPr>
          <w:rFonts w:asciiTheme="minorHAnsi" w:eastAsiaTheme="minorEastAsia" w:hAnsiTheme="minorHAnsi" w:cstheme="minorBidi"/>
          <w:sz w:val="22"/>
          <w:szCs w:val="22"/>
          <w:lang w:eastAsia="en-GB"/>
        </w:rPr>
        <w:tab/>
      </w:r>
      <w:r w:rsidRPr="00F35938">
        <w:rPr>
          <w:lang w:val="en-US" w:eastAsia="zh-CN"/>
        </w:rPr>
        <w:t>Test method and level</w:t>
      </w:r>
      <w:r>
        <w:tab/>
      </w:r>
      <w:r>
        <w:fldChar w:fldCharType="begin"/>
      </w:r>
      <w:r>
        <w:instrText xml:space="preserve"> PAGEREF _Toc106198168 \h </w:instrText>
      </w:r>
      <w:r>
        <w:fldChar w:fldCharType="separate"/>
      </w:r>
      <w:r>
        <w:t>31</w:t>
      </w:r>
      <w:r>
        <w:fldChar w:fldCharType="end"/>
      </w:r>
    </w:p>
    <w:p w14:paraId="14B5D099" w14:textId="21068C97" w:rsidR="00A62F8E" w:rsidRDefault="00A62F8E">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Test method for telecommunication ports directly connected to outdoor cables</w:t>
      </w:r>
      <w:r>
        <w:tab/>
      </w:r>
      <w:r>
        <w:fldChar w:fldCharType="begin"/>
      </w:r>
      <w:r>
        <w:instrText xml:space="preserve"> PAGEREF _Toc106198169 \h </w:instrText>
      </w:r>
      <w:r>
        <w:fldChar w:fldCharType="separate"/>
      </w:r>
      <w:r>
        <w:t>32</w:t>
      </w:r>
      <w:r>
        <w:fldChar w:fldCharType="end"/>
      </w:r>
    </w:p>
    <w:p w14:paraId="1E1034E2" w14:textId="510EDA2E" w:rsidR="00A62F8E" w:rsidRDefault="00A62F8E">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Test method for telecommunication ports connected to indoor cables</w:t>
      </w:r>
      <w:r>
        <w:tab/>
      </w:r>
      <w:r>
        <w:fldChar w:fldCharType="begin"/>
      </w:r>
      <w:r>
        <w:instrText xml:space="preserve"> PAGEREF _Toc106198170 \h </w:instrText>
      </w:r>
      <w:r>
        <w:fldChar w:fldCharType="separate"/>
      </w:r>
      <w:r>
        <w:t>32</w:t>
      </w:r>
      <w:r>
        <w:fldChar w:fldCharType="end"/>
      </w:r>
    </w:p>
    <w:p w14:paraId="6EC97786" w14:textId="602A093C" w:rsidR="00A62F8E" w:rsidRDefault="00A62F8E">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Test method for AC power ports</w:t>
      </w:r>
      <w:r>
        <w:tab/>
      </w:r>
      <w:r>
        <w:fldChar w:fldCharType="begin"/>
      </w:r>
      <w:r>
        <w:instrText xml:space="preserve"> PAGEREF _Toc106198171 \h </w:instrText>
      </w:r>
      <w:r>
        <w:fldChar w:fldCharType="separate"/>
      </w:r>
      <w:r>
        <w:t>32</w:t>
      </w:r>
      <w:r>
        <w:fldChar w:fldCharType="end"/>
      </w:r>
    </w:p>
    <w:p w14:paraId="41FB3D13" w14:textId="4A96A21A" w:rsidR="00A62F8E" w:rsidRDefault="00A62F8E">
      <w:pPr>
        <w:pStyle w:val="TOC3"/>
        <w:rPr>
          <w:rFonts w:asciiTheme="minorHAnsi" w:eastAsiaTheme="minorEastAsia" w:hAnsiTheme="minorHAnsi" w:cstheme="minorBidi"/>
          <w:sz w:val="22"/>
          <w:szCs w:val="22"/>
          <w:lang w:eastAsia="en-GB"/>
        </w:rPr>
      </w:pPr>
      <w:r w:rsidRPr="00F35938">
        <w:rPr>
          <w:lang w:val="en-US" w:eastAsia="zh-CN"/>
        </w:rPr>
        <w:t>9.7.3</w:t>
      </w:r>
      <w:r>
        <w:rPr>
          <w:rFonts w:asciiTheme="minorHAnsi" w:eastAsiaTheme="minorEastAsia" w:hAnsiTheme="minorHAnsi" w:cstheme="minorBidi"/>
          <w:sz w:val="22"/>
          <w:szCs w:val="22"/>
          <w:lang w:eastAsia="en-GB"/>
        </w:rPr>
        <w:tab/>
      </w:r>
      <w:r w:rsidRPr="00F35938">
        <w:rPr>
          <w:lang w:val="en-US" w:eastAsia="zh-CN"/>
        </w:rPr>
        <w:t>Performance criteria</w:t>
      </w:r>
      <w:r>
        <w:tab/>
      </w:r>
      <w:r>
        <w:fldChar w:fldCharType="begin"/>
      </w:r>
      <w:r>
        <w:instrText xml:space="preserve"> PAGEREF _Toc106198172 \h </w:instrText>
      </w:r>
      <w:r>
        <w:fldChar w:fldCharType="separate"/>
      </w:r>
      <w:r>
        <w:t>32</w:t>
      </w:r>
      <w:r>
        <w:fldChar w:fldCharType="end"/>
      </w:r>
    </w:p>
    <w:p w14:paraId="5E62E33C" w14:textId="21C4A251" w:rsidR="00A62F8E" w:rsidRDefault="00A62F8E">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_Toc106198173 \h </w:instrText>
      </w:r>
      <w:r>
        <w:fldChar w:fldCharType="separate"/>
      </w:r>
      <w:r>
        <w:t>33</w:t>
      </w:r>
      <w:r>
        <w:fldChar w:fldCharType="end"/>
      </w:r>
    </w:p>
    <w:p w14:paraId="1E1868E0" w14:textId="55668FA5" w:rsidR="00080512" w:rsidRPr="00D910A1" w:rsidRDefault="00A62F8E">
      <w:r>
        <w:fldChar w:fldCharType="end"/>
      </w:r>
    </w:p>
    <w:p w14:paraId="1E1868E1" w14:textId="77777777" w:rsidR="00CA7178" w:rsidRPr="00D910A1" w:rsidRDefault="00080512" w:rsidP="00CA7178">
      <w:pPr>
        <w:pStyle w:val="Heading1"/>
      </w:pPr>
      <w:r w:rsidRPr="00D910A1">
        <w:br w:type="page"/>
      </w:r>
      <w:bookmarkStart w:id="11" w:name="foreword"/>
      <w:bookmarkStart w:id="12" w:name="_Toc2086433"/>
      <w:bookmarkStart w:id="13" w:name="_Toc37139126"/>
      <w:bookmarkStart w:id="14" w:name="_Toc37139269"/>
      <w:bookmarkStart w:id="15" w:name="_Toc37268273"/>
      <w:bookmarkStart w:id="16" w:name="_Toc37268367"/>
      <w:bookmarkStart w:id="17" w:name="_Toc45879577"/>
      <w:bookmarkStart w:id="18" w:name="_Toc52563671"/>
      <w:bookmarkStart w:id="19" w:name="_Toc52563767"/>
      <w:bookmarkStart w:id="20" w:name="_Toc52563860"/>
      <w:bookmarkStart w:id="21" w:name="_Toc61181764"/>
      <w:bookmarkStart w:id="22" w:name="_Toc74642582"/>
      <w:bookmarkStart w:id="23" w:name="_Toc76543760"/>
      <w:bookmarkStart w:id="24" w:name="_Toc82627346"/>
      <w:bookmarkStart w:id="25" w:name="_Toc106198080"/>
      <w:bookmarkEnd w:id="11"/>
      <w:r w:rsidR="00CA7178" w:rsidRPr="00D910A1">
        <w:lastRenderedPageBreak/>
        <w:t>Foreword</w:t>
      </w:r>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E1868E2" w14:textId="77777777" w:rsidR="00080512" w:rsidRPr="00D910A1" w:rsidRDefault="00080512">
      <w:r w:rsidRPr="00D910A1">
        <w:t xml:space="preserve">This Technical </w:t>
      </w:r>
      <w:bookmarkStart w:id="26" w:name="spectype3"/>
      <w:r w:rsidRPr="00D910A1">
        <w:t>Specification</w:t>
      </w:r>
      <w:bookmarkEnd w:id="26"/>
      <w:r w:rsidRPr="00D910A1">
        <w:t xml:space="preserve"> has been produced by the 3</w:t>
      </w:r>
      <w:r w:rsidR="00F04712" w:rsidRPr="00D910A1">
        <w:t>rd</w:t>
      </w:r>
      <w:r w:rsidRPr="00D910A1">
        <w:t xml:space="preserve"> Generation Partnership Project (3GPP).</w:t>
      </w:r>
    </w:p>
    <w:p w14:paraId="1E1868E3" w14:textId="77777777" w:rsidR="00080512" w:rsidRPr="00D910A1" w:rsidRDefault="00080512">
      <w:r w:rsidRPr="00D910A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E1868E4" w14:textId="77777777" w:rsidR="00080512" w:rsidRPr="00D910A1" w:rsidRDefault="00080512">
      <w:pPr>
        <w:pStyle w:val="B1"/>
      </w:pPr>
      <w:r w:rsidRPr="00D910A1">
        <w:t>Version x.y.z</w:t>
      </w:r>
    </w:p>
    <w:p w14:paraId="1E1868E5" w14:textId="77777777" w:rsidR="00080512" w:rsidRPr="00D910A1" w:rsidRDefault="00080512">
      <w:pPr>
        <w:pStyle w:val="B1"/>
      </w:pPr>
      <w:r w:rsidRPr="00D910A1">
        <w:t>where:</w:t>
      </w:r>
    </w:p>
    <w:p w14:paraId="1E1868E6" w14:textId="77777777" w:rsidR="00080512" w:rsidRPr="00D910A1" w:rsidRDefault="00080512">
      <w:pPr>
        <w:pStyle w:val="B2"/>
      </w:pPr>
      <w:r w:rsidRPr="00D910A1">
        <w:t>x</w:t>
      </w:r>
      <w:r w:rsidRPr="00D910A1">
        <w:tab/>
        <w:t>the first digit:</w:t>
      </w:r>
    </w:p>
    <w:p w14:paraId="1E1868E7" w14:textId="77777777" w:rsidR="00080512" w:rsidRPr="00D910A1" w:rsidRDefault="00080512">
      <w:pPr>
        <w:pStyle w:val="B3"/>
      </w:pPr>
      <w:r w:rsidRPr="00D910A1">
        <w:t>1</w:t>
      </w:r>
      <w:r w:rsidRPr="00D910A1">
        <w:tab/>
        <w:t>presented to TSG for information;</w:t>
      </w:r>
    </w:p>
    <w:p w14:paraId="1E1868E8" w14:textId="77777777" w:rsidR="00080512" w:rsidRPr="00D910A1" w:rsidRDefault="00080512">
      <w:pPr>
        <w:pStyle w:val="B3"/>
      </w:pPr>
      <w:r w:rsidRPr="00D910A1">
        <w:t>2</w:t>
      </w:r>
      <w:r w:rsidRPr="00D910A1">
        <w:tab/>
        <w:t>presented to TSG for approval;</w:t>
      </w:r>
    </w:p>
    <w:p w14:paraId="1E1868E9" w14:textId="77777777" w:rsidR="00080512" w:rsidRPr="00D910A1" w:rsidRDefault="00080512">
      <w:pPr>
        <w:pStyle w:val="B3"/>
      </w:pPr>
      <w:r w:rsidRPr="00D910A1">
        <w:t>3</w:t>
      </w:r>
      <w:r w:rsidRPr="00D910A1">
        <w:tab/>
        <w:t>or greater indicates TSG approved document under change control.</w:t>
      </w:r>
    </w:p>
    <w:p w14:paraId="1E1868EA" w14:textId="77777777" w:rsidR="00080512" w:rsidRPr="00D910A1" w:rsidRDefault="00080512">
      <w:pPr>
        <w:pStyle w:val="B2"/>
      </w:pPr>
      <w:r w:rsidRPr="00D910A1">
        <w:t>y</w:t>
      </w:r>
      <w:r w:rsidRPr="00D910A1">
        <w:tab/>
        <w:t>the second digit is incremented for all changes of substance, i.e. technical enhancements, corrections, updates, etc.</w:t>
      </w:r>
    </w:p>
    <w:p w14:paraId="1E1868EB" w14:textId="77777777" w:rsidR="00080512" w:rsidRPr="00D910A1" w:rsidRDefault="00080512">
      <w:pPr>
        <w:pStyle w:val="B2"/>
      </w:pPr>
      <w:r w:rsidRPr="00D910A1">
        <w:t>z</w:t>
      </w:r>
      <w:r w:rsidRPr="00D910A1">
        <w:tab/>
        <w:t>the third digit is incremented when editorial only changes have been incorporated in the document.</w:t>
      </w:r>
    </w:p>
    <w:p w14:paraId="1E1868EC" w14:textId="77777777" w:rsidR="008C384C" w:rsidRPr="00D910A1" w:rsidRDefault="008C384C" w:rsidP="008C384C">
      <w:r w:rsidRPr="00D910A1">
        <w:t xml:space="preserve">In </w:t>
      </w:r>
      <w:r w:rsidR="0074026F" w:rsidRPr="00D910A1">
        <w:t>the present</w:t>
      </w:r>
      <w:r w:rsidRPr="00D910A1">
        <w:t xml:space="preserve"> document, modal verbs have the following meanings:</w:t>
      </w:r>
    </w:p>
    <w:p w14:paraId="1E1868ED" w14:textId="77777777" w:rsidR="008C384C" w:rsidRPr="00D910A1" w:rsidRDefault="008C384C" w:rsidP="00774DA4">
      <w:pPr>
        <w:pStyle w:val="EX"/>
      </w:pPr>
      <w:r w:rsidRPr="00D910A1">
        <w:rPr>
          <w:b/>
        </w:rPr>
        <w:t>shall</w:t>
      </w:r>
      <w:r w:rsidRPr="00D910A1">
        <w:tab/>
      </w:r>
      <w:r w:rsidRPr="00D910A1">
        <w:tab/>
        <w:t>indicates a mandatory requirement to do something</w:t>
      </w:r>
    </w:p>
    <w:p w14:paraId="1E1868EE" w14:textId="77777777" w:rsidR="008C384C" w:rsidRPr="00D910A1" w:rsidRDefault="008C384C" w:rsidP="00774DA4">
      <w:pPr>
        <w:pStyle w:val="EX"/>
      </w:pPr>
      <w:r w:rsidRPr="00D910A1">
        <w:rPr>
          <w:b/>
        </w:rPr>
        <w:t>shall not</w:t>
      </w:r>
      <w:r w:rsidRPr="00D910A1">
        <w:tab/>
        <w:t>indicates an interdiction (</w:t>
      </w:r>
      <w:r w:rsidR="001F1132" w:rsidRPr="00D910A1">
        <w:t>prohibition</w:t>
      </w:r>
      <w:r w:rsidRPr="00D910A1">
        <w:t>) to do something</w:t>
      </w:r>
    </w:p>
    <w:p w14:paraId="1E1868EF" w14:textId="77777777" w:rsidR="00BA19ED" w:rsidRPr="00D910A1" w:rsidRDefault="00BA19ED" w:rsidP="00A27486">
      <w:r w:rsidRPr="00D910A1">
        <w:t>The constructions "shall" and "shall not" are confined to the context of normative provisions, and do not appear in Technical Reports.</w:t>
      </w:r>
    </w:p>
    <w:p w14:paraId="1E1868F0" w14:textId="77777777" w:rsidR="00C1496A" w:rsidRPr="00D910A1" w:rsidRDefault="00C1496A" w:rsidP="00A27486">
      <w:r w:rsidRPr="00D910A1">
        <w:t xml:space="preserve">The constructions "must" and "must not" are not used as substitutes for "shall" and "shall not". Their use is avoided insofar as possible, and </w:t>
      </w:r>
      <w:r w:rsidR="001F1132" w:rsidRPr="00D910A1">
        <w:t xml:space="preserve">they </w:t>
      </w:r>
      <w:r w:rsidRPr="00D910A1">
        <w:t xml:space="preserve">are </w:t>
      </w:r>
      <w:r w:rsidR="001F1132" w:rsidRPr="00D910A1">
        <w:t>not</w:t>
      </w:r>
      <w:r w:rsidRPr="00D910A1">
        <w:t xml:space="preserve"> used in a normative context except in a direct citation from an external, referenced, non-3GPP document, or so as to maintain continuity of style when extending or modifying the provisions of such a referenced document.</w:t>
      </w:r>
    </w:p>
    <w:p w14:paraId="1E1868F1" w14:textId="77777777" w:rsidR="008C384C" w:rsidRPr="00D910A1" w:rsidRDefault="008C384C" w:rsidP="00774DA4">
      <w:pPr>
        <w:pStyle w:val="EX"/>
      </w:pPr>
      <w:r w:rsidRPr="00D910A1">
        <w:rPr>
          <w:b/>
        </w:rPr>
        <w:t>should</w:t>
      </w:r>
      <w:r w:rsidRPr="00D910A1">
        <w:tab/>
      </w:r>
      <w:r w:rsidRPr="00D910A1">
        <w:tab/>
        <w:t>indicates a recommendation to do something</w:t>
      </w:r>
    </w:p>
    <w:p w14:paraId="1E1868F2" w14:textId="77777777" w:rsidR="008C384C" w:rsidRPr="00D910A1" w:rsidRDefault="008C384C" w:rsidP="00774DA4">
      <w:pPr>
        <w:pStyle w:val="EX"/>
      </w:pPr>
      <w:r w:rsidRPr="00D910A1">
        <w:rPr>
          <w:b/>
        </w:rPr>
        <w:t>should not</w:t>
      </w:r>
      <w:r w:rsidRPr="00D910A1">
        <w:tab/>
        <w:t>indicates a recommendation not to do something</w:t>
      </w:r>
    </w:p>
    <w:p w14:paraId="1E1868F3" w14:textId="77777777" w:rsidR="008C384C" w:rsidRPr="00D910A1" w:rsidRDefault="008C384C" w:rsidP="00774DA4">
      <w:pPr>
        <w:pStyle w:val="EX"/>
      </w:pPr>
      <w:r w:rsidRPr="00D910A1">
        <w:rPr>
          <w:b/>
        </w:rPr>
        <w:t>may</w:t>
      </w:r>
      <w:r w:rsidRPr="00D910A1">
        <w:tab/>
      </w:r>
      <w:r w:rsidRPr="00D910A1">
        <w:tab/>
        <w:t>indicates permission to do something</w:t>
      </w:r>
    </w:p>
    <w:p w14:paraId="1E1868F4" w14:textId="77777777" w:rsidR="008C384C" w:rsidRPr="00D910A1" w:rsidRDefault="008C384C" w:rsidP="00774DA4">
      <w:pPr>
        <w:pStyle w:val="EX"/>
      </w:pPr>
      <w:r w:rsidRPr="00D910A1">
        <w:rPr>
          <w:b/>
        </w:rPr>
        <w:t>need not</w:t>
      </w:r>
      <w:r w:rsidRPr="00D910A1">
        <w:tab/>
        <w:t>indicates permission not to do something</w:t>
      </w:r>
    </w:p>
    <w:p w14:paraId="1E1868F5" w14:textId="77777777" w:rsidR="008C384C" w:rsidRPr="00D910A1" w:rsidRDefault="008C384C" w:rsidP="00A27486">
      <w:r w:rsidRPr="00D910A1">
        <w:t>The construction "may not" is ambiguous</w:t>
      </w:r>
      <w:r w:rsidR="001F1132" w:rsidRPr="00D910A1">
        <w:t xml:space="preserve"> </w:t>
      </w:r>
      <w:r w:rsidRPr="00D910A1">
        <w:t xml:space="preserve">and </w:t>
      </w:r>
      <w:r w:rsidR="00774DA4" w:rsidRPr="00D910A1">
        <w:t>is not</w:t>
      </w:r>
      <w:r w:rsidR="00F9008D" w:rsidRPr="00D910A1">
        <w:t xml:space="preserve"> </w:t>
      </w:r>
      <w:r w:rsidRPr="00D910A1">
        <w:t>used in normative elements.</w:t>
      </w:r>
      <w:r w:rsidR="001F1132" w:rsidRPr="00D910A1">
        <w:t xml:space="preserve"> The </w:t>
      </w:r>
      <w:r w:rsidR="003765B8" w:rsidRPr="00D910A1">
        <w:t xml:space="preserve">unambiguous </w:t>
      </w:r>
      <w:r w:rsidR="001F1132" w:rsidRPr="00D910A1">
        <w:t>construction</w:t>
      </w:r>
      <w:r w:rsidR="003765B8" w:rsidRPr="00D910A1">
        <w:t>s</w:t>
      </w:r>
      <w:r w:rsidR="001F1132" w:rsidRPr="00D910A1">
        <w:t xml:space="preserve"> "might not" </w:t>
      </w:r>
      <w:r w:rsidR="003765B8" w:rsidRPr="00D910A1">
        <w:t>or "shall not" are</w:t>
      </w:r>
      <w:r w:rsidR="001F1132" w:rsidRPr="00D910A1">
        <w:t xml:space="preserve"> used </w:t>
      </w:r>
      <w:r w:rsidR="003765B8" w:rsidRPr="00D910A1">
        <w:t xml:space="preserve">instead, depending upon the </w:t>
      </w:r>
      <w:r w:rsidR="001F1132" w:rsidRPr="00D910A1">
        <w:t>meaning intended.</w:t>
      </w:r>
    </w:p>
    <w:p w14:paraId="1E1868F6" w14:textId="77777777" w:rsidR="008C384C" w:rsidRPr="00D910A1" w:rsidRDefault="008C384C" w:rsidP="00774DA4">
      <w:pPr>
        <w:pStyle w:val="EX"/>
      </w:pPr>
      <w:r w:rsidRPr="00D910A1">
        <w:rPr>
          <w:b/>
        </w:rPr>
        <w:t>can</w:t>
      </w:r>
      <w:r w:rsidRPr="00D910A1">
        <w:tab/>
      </w:r>
      <w:r w:rsidRPr="00D910A1">
        <w:tab/>
        <w:t>indicates</w:t>
      </w:r>
      <w:r w:rsidR="00774DA4" w:rsidRPr="00D910A1">
        <w:t xml:space="preserve"> that something is possible</w:t>
      </w:r>
    </w:p>
    <w:p w14:paraId="1E1868F7" w14:textId="77777777" w:rsidR="00774DA4" w:rsidRPr="00D910A1" w:rsidRDefault="00774DA4" w:rsidP="00774DA4">
      <w:pPr>
        <w:pStyle w:val="EX"/>
      </w:pPr>
      <w:r w:rsidRPr="00D910A1">
        <w:rPr>
          <w:b/>
        </w:rPr>
        <w:t>cannot</w:t>
      </w:r>
      <w:r w:rsidRPr="00D910A1">
        <w:tab/>
      </w:r>
      <w:r w:rsidRPr="00D910A1">
        <w:tab/>
        <w:t>indicates that something is impossible</w:t>
      </w:r>
    </w:p>
    <w:p w14:paraId="1E1868F8" w14:textId="77777777" w:rsidR="00774DA4" w:rsidRPr="00D910A1" w:rsidRDefault="00774DA4" w:rsidP="00A27486">
      <w:r w:rsidRPr="00D910A1">
        <w:t xml:space="preserve">The constructions "can" and "cannot" </w:t>
      </w:r>
      <w:r w:rsidR="00F9008D" w:rsidRPr="00D910A1">
        <w:t xml:space="preserve">are not </w:t>
      </w:r>
      <w:r w:rsidRPr="00D910A1">
        <w:t>substitute</w:t>
      </w:r>
      <w:r w:rsidR="003765B8" w:rsidRPr="00D910A1">
        <w:t>s</w:t>
      </w:r>
      <w:r w:rsidRPr="00D910A1">
        <w:t xml:space="preserve"> for "may" and "need not".</w:t>
      </w:r>
    </w:p>
    <w:p w14:paraId="1E1868F9" w14:textId="77777777" w:rsidR="00774DA4" w:rsidRPr="00D910A1" w:rsidRDefault="00774DA4" w:rsidP="00774DA4">
      <w:pPr>
        <w:pStyle w:val="EX"/>
      </w:pPr>
      <w:r w:rsidRPr="00D910A1">
        <w:rPr>
          <w:b/>
        </w:rPr>
        <w:t>will</w:t>
      </w:r>
      <w:r w:rsidRPr="00D910A1">
        <w:tab/>
      </w:r>
      <w:r w:rsidRPr="00D910A1">
        <w:tab/>
        <w:t xml:space="preserve">indicates that something is certain </w:t>
      </w:r>
      <w:r w:rsidR="003765B8" w:rsidRPr="00D910A1">
        <w:t xml:space="preserve">or </w:t>
      </w:r>
      <w:r w:rsidRPr="00D910A1">
        <w:t xml:space="preserve">expected to happen </w:t>
      </w:r>
      <w:r w:rsidR="003765B8" w:rsidRPr="00D910A1">
        <w:t xml:space="preserve">as a result of action taken by an </w:t>
      </w:r>
      <w:r w:rsidRPr="00D910A1">
        <w:t>agency the behaviour of which is outside the scope of the present document</w:t>
      </w:r>
    </w:p>
    <w:p w14:paraId="1E1868FA" w14:textId="77777777" w:rsidR="00774DA4" w:rsidRPr="00D910A1" w:rsidRDefault="00774DA4" w:rsidP="00774DA4">
      <w:pPr>
        <w:pStyle w:val="EX"/>
      </w:pPr>
      <w:r w:rsidRPr="00D910A1">
        <w:rPr>
          <w:b/>
        </w:rPr>
        <w:t>will not</w:t>
      </w:r>
      <w:r w:rsidRPr="00D910A1">
        <w:tab/>
      </w:r>
      <w:r w:rsidRPr="00D910A1">
        <w:tab/>
        <w:t xml:space="preserve">indicates that something is certain </w:t>
      </w:r>
      <w:r w:rsidR="003765B8" w:rsidRPr="00D910A1">
        <w:t xml:space="preserve">or expected not </w:t>
      </w:r>
      <w:r w:rsidRPr="00D910A1">
        <w:t xml:space="preserve">to happen </w:t>
      </w:r>
      <w:r w:rsidR="003765B8" w:rsidRPr="00D910A1">
        <w:t xml:space="preserve">as a result of action taken </w:t>
      </w:r>
      <w:r w:rsidRPr="00D910A1">
        <w:t xml:space="preserve">by </w:t>
      </w:r>
      <w:r w:rsidR="003765B8" w:rsidRPr="00D910A1">
        <w:t xml:space="preserve">an </w:t>
      </w:r>
      <w:r w:rsidRPr="00D910A1">
        <w:t>agency the behaviour of which is outside the scope of the present document</w:t>
      </w:r>
    </w:p>
    <w:p w14:paraId="1E1868FB" w14:textId="77777777" w:rsidR="001F1132" w:rsidRPr="00D910A1" w:rsidRDefault="001F1132" w:rsidP="00774DA4">
      <w:pPr>
        <w:pStyle w:val="EX"/>
      </w:pPr>
      <w:r w:rsidRPr="00D910A1">
        <w:rPr>
          <w:b/>
        </w:rPr>
        <w:t>might</w:t>
      </w:r>
      <w:r w:rsidRPr="00D910A1">
        <w:tab/>
        <w:t xml:space="preserve">indicates a likelihood that something will happen as a result of </w:t>
      </w:r>
      <w:r w:rsidR="003765B8" w:rsidRPr="00D910A1">
        <w:t xml:space="preserve">action taken by </w:t>
      </w:r>
      <w:r w:rsidRPr="00D910A1">
        <w:t>some agency the behaviour of which is outside the scope of the present document</w:t>
      </w:r>
    </w:p>
    <w:p w14:paraId="1E1868FC" w14:textId="77777777" w:rsidR="003765B8" w:rsidRPr="00D910A1" w:rsidRDefault="003765B8" w:rsidP="003765B8">
      <w:pPr>
        <w:pStyle w:val="EX"/>
      </w:pPr>
      <w:r w:rsidRPr="00D910A1">
        <w:rPr>
          <w:b/>
        </w:rPr>
        <w:lastRenderedPageBreak/>
        <w:t>might not</w:t>
      </w:r>
      <w:r w:rsidRPr="00D910A1">
        <w:tab/>
        <w:t>indicates a likelihood that something will not happen as a result of action taken by some agency the behaviour of which is outside the scope of the present document</w:t>
      </w:r>
    </w:p>
    <w:p w14:paraId="1E1868FD" w14:textId="77777777" w:rsidR="001F1132" w:rsidRPr="00D910A1" w:rsidRDefault="001F1132" w:rsidP="001F1132">
      <w:r w:rsidRPr="00D910A1">
        <w:t>In addition:</w:t>
      </w:r>
    </w:p>
    <w:p w14:paraId="1E1868FE" w14:textId="77777777" w:rsidR="00774DA4" w:rsidRPr="00D910A1" w:rsidRDefault="00774DA4" w:rsidP="00774DA4">
      <w:pPr>
        <w:pStyle w:val="EX"/>
      </w:pPr>
      <w:r w:rsidRPr="00D910A1">
        <w:rPr>
          <w:b/>
        </w:rPr>
        <w:t>is</w:t>
      </w:r>
      <w:r w:rsidRPr="00D910A1">
        <w:tab/>
        <w:t>(or any other verb in the indicative</w:t>
      </w:r>
      <w:r w:rsidR="001F1132" w:rsidRPr="00D910A1">
        <w:t xml:space="preserve"> mood</w:t>
      </w:r>
      <w:r w:rsidRPr="00D910A1">
        <w:t>) indicates a statement of fact</w:t>
      </w:r>
    </w:p>
    <w:p w14:paraId="1E1868FF" w14:textId="77777777" w:rsidR="00647114" w:rsidRPr="00D910A1" w:rsidRDefault="00647114" w:rsidP="00774DA4">
      <w:pPr>
        <w:pStyle w:val="EX"/>
      </w:pPr>
      <w:r w:rsidRPr="00D910A1">
        <w:rPr>
          <w:b/>
        </w:rPr>
        <w:t>is not</w:t>
      </w:r>
      <w:r w:rsidRPr="00D910A1">
        <w:tab/>
        <w:t>(or any other negative verb in the indicative</w:t>
      </w:r>
      <w:r w:rsidR="001F1132" w:rsidRPr="00D910A1">
        <w:t xml:space="preserve"> mood</w:t>
      </w:r>
      <w:r w:rsidRPr="00D910A1">
        <w:t>) indicates a statement of fact</w:t>
      </w:r>
    </w:p>
    <w:p w14:paraId="1E186900" w14:textId="77777777" w:rsidR="00774DA4" w:rsidRPr="00D910A1" w:rsidRDefault="00647114" w:rsidP="00A27486">
      <w:r w:rsidRPr="00D910A1">
        <w:t>The constructions "is" and "is not" do not indicate requirements.</w:t>
      </w:r>
    </w:p>
    <w:p w14:paraId="1E186901" w14:textId="77777777" w:rsidR="00823707" w:rsidRPr="00D910A1" w:rsidRDefault="00823707" w:rsidP="00823707">
      <w:pPr>
        <w:pStyle w:val="Heading1"/>
      </w:pPr>
      <w:r w:rsidRPr="00D910A1">
        <w:br w:type="page"/>
      </w:r>
      <w:bookmarkStart w:id="27" w:name="_Toc20994223"/>
      <w:bookmarkStart w:id="28" w:name="_Toc29812082"/>
      <w:bookmarkStart w:id="29" w:name="_Toc37139270"/>
      <w:bookmarkStart w:id="30" w:name="_Toc37268274"/>
      <w:bookmarkStart w:id="31" w:name="_Toc37268368"/>
      <w:bookmarkStart w:id="32" w:name="_Toc45879578"/>
      <w:bookmarkStart w:id="33" w:name="_Toc52563672"/>
      <w:bookmarkStart w:id="34" w:name="_Toc52563768"/>
      <w:bookmarkStart w:id="35" w:name="_Toc52563861"/>
      <w:bookmarkStart w:id="36" w:name="_Toc61181765"/>
      <w:bookmarkStart w:id="37" w:name="_Toc74642583"/>
      <w:bookmarkStart w:id="38" w:name="_Toc76543761"/>
      <w:bookmarkStart w:id="39" w:name="_Toc82627347"/>
      <w:bookmarkStart w:id="40" w:name="_Toc106198081"/>
      <w:r w:rsidRPr="00D910A1">
        <w:lastRenderedPageBreak/>
        <w:t>1</w:t>
      </w:r>
      <w:r w:rsidRPr="00D910A1">
        <w:tab/>
        <w:t>Scope</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E186902" w14:textId="77777777" w:rsidR="00823707" w:rsidRPr="00D910A1" w:rsidRDefault="00823707" w:rsidP="00823707">
      <w:r w:rsidRPr="00D910A1">
        <w:t xml:space="preserve">The present document covers the assessment of </w:t>
      </w:r>
      <w:r w:rsidRPr="00D910A1">
        <w:rPr>
          <w:rFonts w:eastAsia="Malgun Gothic"/>
        </w:rPr>
        <w:t xml:space="preserve">NR </w:t>
      </w:r>
      <w:r w:rsidRPr="00D910A1">
        <w:t>Base Station (BS) and ancillary equipment in respect of Electromagnetic Compatibility (EMC).</w:t>
      </w:r>
    </w:p>
    <w:p w14:paraId="1E186903" w14:textId="77777777" w:rsidR="00710865" w:rsidRPr="004812EF" w:rsidRDefault="00710865" w:rsidP="00710865">
      <w:r w:rsidRPr="00D76D98">
        <w:t xml:space="preserve">The present document specifies the applicable requirements, procedures, test conditions, performance assessment and performance criteria for </w:t>
      </w:r>
      <w:r w:rsidRPr="004812EF">
        <w:t>NR base stations and associated ancillary equipment in the following categories:</w:t>
      </w:r>
    </w:p>
    <w:p w14:paraId="1E186904"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rPr>
        <w:t xml:space="preserve">BS equipped with antenna connectors or </w:t>
      </w:r>
      <w:r w:rsidRPr="00D910A1">
        <w:rPr>
          <w:i/>
          <w:iCs/>
          <w:lang w:val="en-US"/>
        </w:rPr>
        <w:t xml:space="preserve">TAB connectors </w:t>
      </w:r>
      <w:r w:rsidRPr="00D910A1">
        <w:rPr>
          <w:lang w:val="en-US"/>
        </w:rPr>
        <w:t xml:space="preserve">which are possible to be terminated during EMC testing, meeting the </w:t>
      </w:r>
      <w:r w:rsidRPr="00D910A1">
        <w:rPr>
          <w:i/>
          <w:iCs/>
          <w:lang w:val="en-US" w:eastAsia="zh-CN"/>
        </w:rPr>
        <w:t>BS type 1-C</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1-H</w:t>
      </w:r>
      <w:r w:rsidRPr="00D910A1">
        <w:rPr>
          <w:lang w:val="en-US"/>
        </w:rPr>
        <w:t xml:space="preserve"> RF requirements of TS 38.104 [2], with conformance demonstrated by compliance to TS 38.141-1 [3].</w:t>
      </w:r>
    </w:p>
    <w:p w14:paraId="1E186905"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eastAsia="zh-CN"/>
        </w:rPr>
        <w:t xml:space="preserve">BS not equipped with antenna connectors nor </w:t>
      </w:r>
      <w:r w:rsidRPr="00D910A1">
        <w:rPr>
          <w:i/>
          <w:iCs/>
          <w:lang w:val="en-US" w:eastAsia="zh-CN"/>
        </w:rPr>
        <w:t>TAB connectors</w:t>
      </w:r>
      <w:r w:rsidRPr="00D910A1">
        <w:rPr>
          <w:lang w:val="en-US" w:eastAsia="zh-CN"/>
        </w:rPr>
        <w:t xml:space="preserve">, i.e. with antenna elements radiating during the EMC testing, </w:t>
      </w:r>
      <w:r w:rsidRPr="00D910A1">
        <w:rPr>
          <w:lang w:val="en-US"/>
        </w:rPr>
        <w:t>meeting the</w:t>
      </w:r>
      <w:r w:rsidRPr="00D910A1">
        <w:rPr>
          <w:lang w:val="en-US" w:eastAsia="zh-CN"/>
        </w:rPr>
        <w:t xml:space="preserve"> </w:t>
      </w:r>
      <w:r w:rsidRPr="00D910A1">
        <w:rPr>
          <w:i/>
          <w:iCs/>
          <w:lang w:val="en-US" w:eastAsia="zh-CN"/>
        </w:rPr>
        <w:t>BS type 1-O</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2-O</w:t>
      </w:r>
      <w:r w:rsidRPr="00D910A1">
        <w:rPr>
          <w:lang w:val="en-US"/>
        </w:rPr>
        <w:t xml:space="preserve"> RF requirements of TS 38.104 [</w:t>
      </w:r>
      <w:r w:rsidRPr="00D910A1">
        <w:rPr>
          <w:lang w:val="en-US" w:eastAsia="zh-CN"/>
        </w:rPr>
        <w:t>2</w:t>
      </w:r>
      <w:r w:rsidRPr="00D910A1">
        <w:rPr>
          <w:lang w:val="en-US"/>
        </w:rPr>
        <w:t>], with conformance demonstrated by compliance to TS 38.141-2 [4].</w:t>
      </w:r>
    </w:p>
    <w:p w14:paraId="1E186906" w14:textId="77777777" w:rsidR="00823707" w:rsidRPr="00D910A1" w:rsidRDefault="00823707" w:rsidP="00823707">
      <w:r w:rsidRPr="00D910A1">
        <w:t>The environment classification used in the present document refers to the residential, commercial and light industrial environment classification used in IEC 61000</w:t>
      </w:r>
      <w:r w:rsidRPr="00D910A1">
        <w:noBreakHyphen/>
        <w:t>6-1 [7] and IEC 61000-6-3 [8].</w:t>
      </w:r>
    </w:p>
    <w:p w14:paraId="1E186907" w14:textId="77777777" w:rsidR="00823707" w:rsidRPr="00D910A1" w:rsidRDefault="00823707" w:rsidP="00823707">
      <w:r w:rsidRPr="00D910A1">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1E186908" w14:textId="77777777" w:rsidR="00823707" w:rsidRPr="00D910A1" w:rsidRDefault="00823707" w:rsidP="00823707">
      <w:pPr>
        <w:pStyle w:val="Heading1"/>
      </w:pPr>
      <w:bookmarkStart w:id="41" w:name="_Toc20994224"/>
      <w:bookmarkStart w:id="42" w:name="_Toc29812083"/>
      <w:bookmarkStart w:id="43" w:name="_Toc37139271"/>
      <w:bookmarkStart w:id="44" w:name="_Toc37268275"/>
      <w:bookmarkStart w:id="45" w:name="_Toc37268369"/>
      <w:bookmarkStart w:id="46" w:name="_Toc45879579"/>
      <w:bookmarkStart w:id="47" w:name="_Toc52563673"/>
      <w:bookmarkStart w:id="48" w:name="_Toc52563769"/>
      <w:bookmarkStart w:id="49" w:name="_Toc52563862"/>
      <w:bookmarkStart w:id="50" w:name="_Toc61181766"/>
      <w:bookmarkStart w:id="51" w:name="_Toc74642584"/>
      <w:bookmarkStart w:id="52" w:name="_Toc76543762"/>
      <w:bookmarkStart w:id="53" w:name="_Toc82627348"/>
      <w:bookmarkStart w:id="54" w:name="_Toc106198082"/>
      <w:r w:rsidRPr="00D910A1">
        <w:t>2</w:t>
      </w:r>
      <w:r w:rsidRPr="00D910A1">
        <w:tab/>
        <w:t>References</w:t>
      </w:r>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1E186909" w14:textId="77777777" w:rsidR="00823707" w:rsidRPr="00D910A1" w:rsidRDefault="00823707" w:rsidP="00823707">
      <w:r w:rsidRPr="00D910A1">
        <w:t>The following documents contain provisions which, through reference in this text, constitute provisions of the present document.</w:t>
      </w:r>
    </w:p>
    <w:p w14:paraId="1E18690A" w14:textId="77777777" w:rsidR="00823707" w:rsidRPr="00D910A1" w:rsidRDefault="00823707" w:rsidP="00823707">
      <w:pPr>
        <w:pStyle w:val="B1"/>
      </w:pPr>
      <w:bookmarkStart w:id="55" w:name="OLE_LINK2"/>
      <w:bookmarkStart w:id="56" w:name="OLE_LINK3"/>
      <w:bookmarkStart w:id="57" w:name="OLE_LINK4"/>
      <w:r w:rsidRPr="00D910A1">
        <w:t>-</w:t>
      </w:r>
      <w:r w:rsidRPr="00D910A1">
        <w:tab/>
        <w:t>References are either specific (identified by date of publication, edition number, version number, etc.) or non</w:t>
      </w:r>
      <w:r w:rsidRPr="00D910A1">
        <w:noBreakHyphen/>
        <w:t>specific.</w:t>
      </w:r>
    </w:p>
    <w:p w14:paraId="1E18690B" w14:textId="77777777" w:rsidR="00823707" w:rsidRPr="00D910A1" w:rsidRDefault="00823707" w:rsidP="00823707">
      <w:pPr>
        <w:pStyle w:val="B1"/>
      </w:pPr>
      <w:r w:rsidRPr="00D910A1">
        <w:t>-</w:t>
      </w:r>
      <w:r w:rsidRPr="00D910A1">
        <w:tab/>
        <w:t>For a specific reference, subsequent revisions do not apply.</w:t>
      </w:r>
    </w:p>
    <w:p w14:paraId="1E18690C" w14:textId="77777777" w:rsidR="00823707" w:rsidRPr="00D910A1" w:rsidRDefault="00823707" w:rsidP="00823707">
      <w:pPr>
        <w:pStyle w:val="B1"/>
      </w:pPr>
      <w:r w:rsidRPr="00D910A1">
        <w:t>-</w:t>
      </w:r>
      <w:r w:rsidRPr="00D910A1">
        <w:tab/>
        <w:t>For a non-specific reference, the latest version applies. In the case of a reference to a 3GPP document (including a GSM document), a non-specific reference implicitly refers to the latest version of that document</w:t>
      </w:r>
      <w:r w:rsidRPr="00D910A1">
        <w:rPr>
          <w:i/>
        </w:rPr>
        <w:t xml:space="preserve"> in the same Release as the present document</w:t>
      </w:r>
      <w:r w:rsidRPr="00D910A1">
        <w:t>.</w:t>
      </w:r>
    </w:p>
    <w:bookmarkEnd w:id="55"/>
    <w:bookmarkEnd w:id="56"/>
    <w:bookmarkEnd w:id="57"/>
    <w:p w14:paraId="1E18690D" w14:textId="77777777" w:rsidR="00823707" w:rsidRPr="00D910A1" w:rsidRDefault="00823707" w:rsidP="00823707">
      <w:pPr>
        <w:pStyle w:val="EX"/>
      </w:pPr>
      <w:r w:rsidRPr="00D910A1">
        <w:t>[1]</w:t>
      </w:r>
      <w:r w:rsidRPr="00D910A1">
        <w:tab/>
        <w:t>3GPP TR 21.905: "Vocabulary for 3GPP Specifications".</w:t>
      </w:r>
    </w:p>
    <w:p w14:paraId="1E18690E" w14:textId="77777777" w:rsidR="00823707" w:rsidRPr="00D910A1" w:rsidRDefault="00823707" w:rsidP="0096653E">
      <w:pPr>
        <w:pStyle w:val="EX"/>
        <w:rPr>
          <w:lang w:val="en-US" w:eastAsia="zh-CN"/>
        </w:rPr>
      </w:pPr>
      <w:r w:rsidRPr="00D910A1">
        <w:t>[2]</w:t>
      </w:r>
      <w:r w:rsidRPr="00D910A1">
        <w:tab/>
        <w:t>3GPP TS 3</w:t>
      </w:r>
      <w:r w:rsidRPr="00D910A1">
        <w:rPr>
          <w:rFonts w:hint="eastAsia"/>
          <w:lang w:val="en-US" w:eastAsia="zh-CN"/>
        </w:rPr>
        <w:t>8</w:t>
      </w:r>
      <w:r w:rsidRPr="00D910A1">
        <w:t>.104</w:t>
      </w:r>
      <w:r w:rsidRPr="00D910A1">
        <w:rPr>
          <w:lang w:val="en-US" w:eastAsia="zh-CN"/>
        </w:rPr>
        <w:t>: "NR; Base Station (BS) radio transmission and reception".</w:t>
      </w:r>
    </w:p>
    <w:p w14:paraId="1E18690F" w14:textId="77777777" w:rsidR="00823707" w:rsidRPr="00D910A1" w:rsidRDefault="00823707" w:rsidP="0096653E">
      <w:pPr>
        <w:pStyle w:val="EX"/>
      </w:pPr>
      <w:r w:rsidRPr="00D910A1">
        <w:t>[</w:t>
      </w:r>
      <w:r w:rsidRPr="00D910A1">
        <w:rPr>
          <w:lang w:val="en-US" w:eastAsia="zh-CN"/>
        </w:rPr>
        <w:t>3</w:t>
      </w:r>
      <w:r w:rsidRPr="00D910A1">
        <w:t>]</w:t>
      </w:r>
      <w:r w:rsidRPr="00D910A1">
        <w:tab/>
        <w:t>3GPP TS 38.141-1: "NR; Base Station (BS) conformance testing Part 1: Conducted conformance testing".</w:t>
      </w:r>
    </w:p>
    <w:p w14:paraId="1E186910" w14:textId="77777777" w:rsidR="00823707" w:rsidRPr="00D910A1" w:rsidRDefault="00823707" w:rsidP="0096653E">
      <w:pPr>
        <w:pStyle w:val="EX"/>
      </w:pPr>
      <w:r w:rsidRPr="00D910A1">
        <w:t>[</w:t>
      </w:r>
      <w:r w:rsidRPr="00D910A1">
        <w:rPr>
          <w:lang w:val="en-US" w:eastAsia="zh-CN"/>
        </w:rPr>
        <w:t>4</w:t>
      </w:r>
      <w:r w:rsidRPr="00D910A1">
        <w:t>]</w:t>
      </w:r>
      <w:r w:rsidRPr="00D910A1">
        <w:tab/>
        <w:t>3GPP TS 38.141-2: "NR; Base Station (BS) conformance testing Part 2: Radiated conformance testing".</w:t>
      </w:r>
    </w:p>
    <w:p w14:paraId="1E186911" w14:textId="77777777" w:rsidR="00823707" w:rsidRPr="00D910A1" w:rsidRDefault="00823707" w:rsidP="0096653E">
      <w:pPr>
        <w:pStyle w:val="EX"/>
        <w:rPr>
          <w:lang w:val="en-US" w:eastAsia="zh-CN"/>
        </w:rPr>
      </w:pPr>
      <w:r w:rsidRPr="00D910A1">
        <w:rPr>
          <w:lang w:val="en-US" w:eastAsia="zh-CN"/>
        </w:rPr>
        <w:t>[5]</w:t>
      </w:r>
      <w:r w:rsidRPr="00D910A1">
        <w:rPr>
          <w:lang w:val="en-US" w:eastAsia="zh-CN"/>
        </w:rPr>
        <w:tab/>
        <w:t xml:space="preserve">3GPP TS 37.113: </w:t>
      </w:r>
      <w:r w:rsidRPr="00D910A1">
        <w:t>"</w:t>
      </w:r>
      <w:r w:rsidRPr="00D910A1">
        <w:rPr>
          <w:lang w:val="en-US" w:eastAsia="zh-CN"/>
        </w:rPr>
        <w:t>E-UTRA, UTRA and GSM/EDGE; Multi-Standard Radio (MSR) Base Station (BS) Electromagnetic Compatibility (EMC)</w:t>
      </w:r>
      <w:r w:rsidRPr="00D910A1">
        <w:t>".</w:t>
      </w:r>
    </w:p>
    <w:p w14:paraId="1E186912" w14:textId="77777777" w:rsidR="00823707" w:rsidRPr="00D910A1" w:rsidRDefault="00823707" w:rsidP="0096653E">
      <w:pPr>
        <w:pStyle w:val="EX"/>
        <w:rPr>
          <w:lang w:val="en-US" w:eastAsia="zh-CN"/>
        </w:rPr>
      </w:pPr>
      <w:r w:rsidRPr="00D910A1">
        <w:rPr>
          <w:lang w:val="en-US" w:eastAsia="zh-CN"/>
        </w:rPr>
        <w:t>[6]</w:t>
      </w:r>
      <w:r w:rsidRPr="00D910A1">
        <w:rPr>
          <w:lang w:val="en-US" w:eastAsia="zh-CN"/>
        </w:rPr>
        <w:tab/>
        <w:t xml:space="preserve">3GPP TS 37.114: </w:t>
      </w:r>
      <w:r w:rsidRPr="00D910A1">
        <w:t>"</w:t>
      </w:r>
      <w:r w:rsidRPr="00D910A1">
        <w:rPr>
          <w:lang w:val="en-US" w:eastAsia="zh-CN"/>
        </w:rPr>
        <w:t>Active Antenna System (AAS) Base Station (BS) Electromagnetic Compatibility (EMC)</w:t>
      </w:r>
      <w:r w:rsidRPr="00D910A1">
        <w:t>".</w:t>
      </w:r>
    </w:p>
    <w:p w14:paraId="1E186913" w14:textId="77777777" w:rsidR="00823707" w:rsidRPr="00D910A1" w:rsidRDefault="00823707" w:rsidP="0096653E">
      <w:pPr>
        <w:pStyle w:val="EX"/>
      </w:pPr>
      <w:r w:rsidRPr="00D910A1">
        <w:t>[</w:t>
      </w:r>
      <w:r w:rsidRPr="00D910A1">
        <w:rPr>
          <w:lang w:val="en-US" w:eastAsia="zh-CN"/>
        </w:rPr>
        <w:t>7</w:t>
      </w:r>
      <w:r w:rsidRPr="00D910A1">
        <w:t>]</w:t>
      </w:r>
      <w:r w:rsidRPr="00D910A1">
        <w:tab/>
        <w:t>IEC 61000-6-1</w:t>
      </w:r>
      <w:r w:rsidRPr="00D910A1">
        <w:rPr>
          <w:lang w:val="en-US" w:eastAsia="zh-CN"/>
        </w:rPr>
        <w:t>:</w:t>
      </w:r>
      <w:r w:rsidRPr="00D910A1">
        <w:t xml:space="preserve"> "Electromagnetic compatibility (EMC) - Part 6-1: Generic standards - Immunity for residential, commercial and light-industrial environments".</w:t>
      </w:r>
    </w:p>
    <w:p w14:paraId="1E186914" w14:textId="77777777" w:rsidR="00823707" w:rsidRPr="00D910A1" w:rsidRDefault="00823707" w:rsidP="0096653E">
      <w:pPr>
        <w:pStyle w:val="EX"/>
      </w:pPr>
      <w:r w:rsidRPr="00D910A1">
        <w:t>[</w:t>
      </w:r>
      <w:r w:rsidRPr="00D910A1">
        <w:rPr>
          <w:lang w:val="en-US" w:eastAsia="zh-CN"/>
        </w:rPr>
        <w:t>8</w:t>
      </w:r>
      <w:r w:rsidRPr="00D910A1">
        <w:t>]</w:t>
      </w:r>
      <w:r w:rsidRPr="00D910A1">
        <w:tab/>
        <w:t>IEC 61000-6-3: "Electromagnetic compatibility (EMC) - Part 6-3: Generic standards - Emission standard for residential, commercial and light-industrial environments".</w:t>
      </w:r>
    </w:p>
    <w:p w14:paraId="1E186915" w14:textId="77777777" w:rsidR="00823707" w:rsidRPr="00D910A1" w:rsidRDefault="00823707" w:rsidP="0096653E">
      <w:pPr>
        <w:pStyle w:val="EX"/>
      </w:pPr>
      <w:r w:rsidRPr="00D910A1">
        <w:t>[</w:t>
      </w:r>
      <w:r w:rsidRPr="00D910A1">
        <w:rPr>
          <w:lang w:val="en-US" w:eastAsia="zh-CN"/>
        </w:rPr>
        <w:t>9</w:t>
      </w:r>
      <w:r w:rsidRPr="00D910A1">
        <w:t>]</w:t>
      </w:r>
      <w:r w:rsidRPr="00D910A1">
        <w:tab/>
        <w:t>IEC 60050-161: "International Electrotechnical Vocabulary (IEV) - Part 161: Electromagnetic compatibility".</w:t>
      </w:r>
    </w:p>
    <w:p w14:paraId="1E186916" w14:textId="77777777" w:rsidR="00710865" w:rsidRPr="00D910A1" w:rsidRDefault="00710865" w:rsidP="0096653E">
      <w:pPr>
        <w:pStyle w:val="EX"/>
      </w:pPr>
      <w:r w:rsidRPr="00D910A1">
        <w:rPr>
          <w:lang w:val="en-US" w:eastAsia="zh-CN"/>
        </w:rPr>
        <w:t>[10]</w:t>
      </w:r>
      <w:r w:rsidRPr="00D910A1">
        <w:rPr>
          <w:lang w:val="en-US" w:eastAsia="zh-CN"/>
        </w:rPr>
        <w:tab/>
      </w:r>
      <w:r>
        <w:rPr>
          <w:lang w:val="en-US" w:eastAsia="zh-CN"/>
        </w:rPr>
        <w:t>void</w:t>
      </w:r>
    </w:p>
    <w:p w14:paraId="1E186917" w14:textId="7C043953" w:rsidR="00823707" w:rsidRPr="00D910A1" w:rsidRDefault="00823707" w:rsidP="0096653E">
      <w:pPr>
        <w:pStyle w:val="EX"/>
      </w:pPr>
      <w:r w:rsidRPr="00D910A1">
        <w:lastRenderedPageBreak/>
        <w:t>[11]</w:t>
      </w:r>
      <w:r w:rsidRPr="00D910A1">
        <w:tab/>
        <w:t xml:space="preserve">CISPR </w:t>
      </w:r>
      <w:r w:rsidRPr="00D910A1">
        <w:rPr>
          <w:lang w:val="en-US" w:eastAsia="zh-CN"/>
        </w:rPr>
        <w:t>3</w:t>
      </w:r>
      <w:r w:rsidRPr="00D910A1">
        <w:t>2: "Electromagnetic compatibility</w:t>
      </w:r>
      <w:r w:rsidRPr="00D910A1">
        <w:rPr>
          <w:lang w:val="en-US" w:eastAsia="zh-CN"/>
        </w:rPr>
        <w:t xml:space="preserve"> of multimedia equipment - Emission requirements</w:t>
      </w:r>
      <w:r w:rsidRPr="00D910A1">
        <w:t>".</w:t>
      </w:r>
    </w:p>
    <w:p w14:paraId="1E186918" w14:textId="77777777" w:rsidR="00823707" w:rsidRPr="00D910A1" w:rsidRDefault="00823707" w:rsidP="0096653E">
      <w:pPr>
        <w:pStyle w:val="EX"/>
      </w:pPr>
      <w:r w:rsidRPr="00D910A1">
        <w:t>[12]</w:t>
      </w:r>
      <w:r w:rsidRPr="00D910A1">
        <w:tab/>
        <w:t>void</w:t>
      </w:r>
    </w:p>
    <w:p w14:paraId="1E186919" w14:textId="77777777" w:rsidR="00823707" w:rsidRPr="00D910A1" w:rsidRDefault="00823707" w:rsidP="0096653E">
      <w:pPr>
        <w:pStyle w:val="EX"/>
      </w:pPr>
      <w:r w:rsidRPr="00D910A1">
        <w:t>[13]</w:t>
      </w:r>
      <w:r w:rsidRPr="00D910A1">
        <w:tab/>
        <w:t>IEC 61000-3-2: "Electromagnetic compatibility (EMC) - Part 3-2: Limits - Limits for harmonic current emissions (equipment input current ≤ 16 A</w:t>
      </w:r>
      <w:r w:rsidRPr="00D910A1">
        <w:rPr>
          <w:rFonts w:hint="eastAsia"/>
          <w:lang w:val="en-US" w:eastAsia="zh-CN"/>
        </w:rPr>
        <w:t xml:space="preserve"> per phase</w:t>
      </w:r>
      <w:r w:rsidRPr="00D910A1">
        <w:t>)".</w:t>
      </w:r>
    </w:p>
    <w:p w14:paraId="1E18691A" w14:textId="77777777" w:rsidR="00823707" w:rsidRPr="00D910A1" w:rsidRDefault="00823707" w:rsidP="0096653E">
      <w:pPr>
        <w:pStyle w:val="EX"/>
      </w:pPr>
      <w:r w:rsidRPr="00D910A1">
        <w:t>[14]</w:t>
      </w:r>
      <w:r w:rsidRPr="00D910A1">
        <w:tab/>
        <w:t>IEC 61000-3-12: "Electromagnetic compatibility (EMC) - Part 3-12: Limits - Limits for harmonic current</w:t>
      </w:r>
      <w:r w:rsidRPr="00D910A1">
        <w:rPr>
          <w:rFonts w:hint="eastAsia"/>
          <w:lang w:val="en-US" w:eastAsia="zh-CN"/>
        </w:rPr>
        <w:t>s</w:t>
      </w:r>
      <w:r w:rsidRPr="00D910A1">
        <w:t xml:space="preserve"> produced by equipment connected to public low-voltage system with input current &gt;16 A and ≤ 75 A</w:t>
      </w:r>
      <w:r w:rsidRPr="00D910A1">
        <w:rPr>
          <w:rFonts w:hint="eastAsia"/>
        </w:rPr>
        <w:t xml:space="preserve"> per phase</w:t>
      </w:r>
      <w:r w:rsidRPr="00D910A1">
        <w:t>".</w:t>
      </w:r>
    </w:p>
    <w:p w14:paraId="1E18691B" w14:textId="77777777" w:rsidR="00823707" w:rsidRPr="00D910A1" w:rsidRDefault="00823707" w:rsidP="0096653E">
      <w:pPr>
        <w:pStyle w:val="EX"/>
      </w:pPr>
      <w:r w:rsidRPr="00D910A1">
        <w:t>[15]</w:t>
      </w:r>
      <w:r w:rsidRPr="00D910A1">
        <w:tab/>
        <w:t xml:space="preserve">IEC 61000-3-3: "Electromagnetic compatibility (EMC) - Part 3-3: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w:t>
      </w:r>
      <w:r w:rsidRPr="00D910A1">
        <w:t xml:space="preserve"> for equipment with rated current ≤ 16 A</w:t>
      </w:r>
      <w:r w:rsidRPr="00D910A1">
        <w:rPr>
          <w:rFonts w:hint="eastAsia"/>
          <w:lang w:val="en-US" w:eastAsia="zh-CN"/>
        </w:rPr>
        <w:t xml:space="preserve"> per phase and not subject to conditional connection</w:t>
      </w:r>
      <w:r w:rsidRPr="00D910A1">
        <w:t>".</w:t>
      </w:r>
    </w:p>
    <w:p w14:paraId="1E18691C" w14:textId="77777777" w:rsidR="00710865" w:rsidRPr="00D910A1" w:rsidRDefault="00710865" w:rsidP="0096653E">
      <w:pPr>
        <w:pStyle w:val="EX"/>
      </w:pPr>
      <w:r w:rsidRPr="00D910A1">
        <w:t>[16]</w:t>
      </w:r>
      <w:r w:rsidRPr="00D910A1">
        <w:tab/>
        <w:t xml:space="preserve">IEC 61000-3-11: "Electromagnetic compatibility (EMC) - Part 3-11: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 xml:space="preserve"> - E</w:t>
      </w:r>
      <w:r w:rsidRPr="00D910A1">
        <w:t>quipment with rated current ≤ 75 A and subject to conditional connections".</w:t>
      </w:r>
    </w:p>
    <w:p w14:paraId="1E18691D" w14:textId="77777777" w:rsidR="00823707" w:rsidRPr="00D910A1" w:rsidRDefault="00823707" w:rsidP="0096653E">
      <w:pPr>
        <w:pStyle w:val="EX"/>
      </w:pPr>
      <w:r w:rsidRPr="00D910A1">
        <w:t>[17]</w:t>
      </w:r>
      <w:r w:rsidRPr="00D910A1">
        <w:tab/>
        <w:t>IEC 61000-4-2: "Electromagnetic compatibility (EMC) - Part 4-2: Testing and measurement techniques - Electrostatic discharge immunity test".</w:t>
      </w:r>
    </w:p>
    <w:p w14:paraId="7B8E419D" w14:textId="77777777" w:rsidR="0096653E" w:rsidRPr="00D910A1" w:rsidRDefault="0096653E" w:rsidP="0096653E">
      <w:pPr>
        <w:pStyle w:val="EX"/>
      </w:pPr>
      <w:r w:rsidRPr="00D910A1">
        <w:t>[18]</w:t>
      </w:r>
      <w:r w:rsidRPr="00D910A1">
        <w:tab/>
        <w:t>IEC 61000-4-3:</w:t>
      </w:r>
      <w:r w:rsidRPr="00E52813">
        <w:t>2006+AMD1:2007+AMD2:2010 CSV</w:t>
      </w:r>
      <w:r>
        <w:t>:</w:t>
      </w:r>
      <w:r w:rsidRPr="00D910A1">
        <w:t xml:space="preserve"> "Electromagnetic compatibility (EMC) - Part 4-3: Testing and measurement techniques - Radiated, radio-frequency</w:t>
      </w:r>
      <w:r w:rsidRPr="00D910A1">
        <w:rPr>
          <w:rFonts w:hint="eastAsia"/>
          <w:lang w:val="en-US" w:eastAsia="zh-CN"/>
        </w:rPr>
        <w:t>,</w:t>
      </w:r>
      <w:r w:rsidRPr="00D910A1">
        <w:t xml:space="preserve"> electromagnetic field immunity test".</w:t>
      </w:r>
    </w:p>
    <w:p w14:paraId="1E18691F" w14:textId="77777777" w:rsidR="00823707" w:rsidRPr="00D910A1" w:rsidRDefault="00823707" w:rsidP="0096653E">
      <w:pPr>
        <w:pStyle w:val="EX"/>
      </w:pPr>
      <w:r w:rsidRPr="00D910A1">
        <w:t>[19]</w:t>
      </w:r>
      <w:r w:rsidRPr="00D910A1">
        <w:tab/>
        <w:t>IEC 61000-4-4: "Electromagnetic compatibility (EMC) - Part 4-4: Testing and measurement techniques - Electrical fast transient/burst immunity test".</w:t>
      </w:r>
    </w:p>
    <w:p w14:paraId="1E186920" w14:textId="77777777" w:rsidR="00823707" w:rsidRPr="00D910A1" w:rsidRDefault="00823707" w:rsidP="0096653E">
      <w:pPr>
        <w:pStyle w:val="EX"/>
      </w:pPr>
      <w:r w:rsidRPr="00D910A1">
        <w:t>[2</w:t>
      </w:r>
      <w:r w:rsidRPr="00D910A1">
        <w:rPr>
          <w:lang w:val="en-US" w:eastAsia="zh-CN"/>
        </w:rPr>
        <w:t>0</w:t>
      </w:r>
      <w:r w:rsidRPr="00D910A1">
        <w:t>]</w:t>
      </w:r>
      <w:r w:rsidRPr="00D910A1">
        <w:tab/>
        <w:t>IEC 61000-4-5: "Electromagnetic compatibility (EMC) - Part 4-5: Testing and measurement techniques - Surge immunity test".</w:t>
      </w:r>
    </w:p>
    <w:p w14:paraId="1E186921" w14:textId="77777777" w:rsidR="00823707" w:rsidRPr="00D910A1" w:rsidRDefault="00823707" w:rsidP="0096653E">
      <w:pPr>
        <w:pStyle w:val="EX"/>
      </w:pPr>
      <w:r w:rsidRPr="00D910A1">
        <w:t>[2</w:t>
      </w:r>
      <w:r w:rsidRPr="00D910A1">
        <w:rPr>
          <w:lang w:val="en-US" w:eastAsia="zh-CN"/>
        </w:rPr>
        <w:t>1</w:t>
      </w:r>
      <w:r w:rsidRPr="00D910A1">
        <w:t>]</w:t>
      </w:r>
      <w:r w:rsidRPr="00D910A1">
        <w:tab/>
        <w:t xml:space="preserve">IEC 61000-4-6: "Electromagnetic compatibility (EMC) - Part 4-6: Testing and measurement techniques - Immunity to </w:t>
      </w:r>
      <w:r w:rsidRPr="00D910A1">
        <w:rPr>
          <w:rFonts w:hint="eastAsia"/>
          <w:lang w:val="en-US" w:eastAsia="zh-CN"/>
        </w:rPr>
        <w:t>conducted</w:t>
      </w:r>
      <w:r w:rsidRPr="00D910A1">
        <w:t xml:space="preserve"> disturbances, induced by radio frequency fields".</w:t>
      </w:r>
    </w:p>
    <w:p w14:paraId="1E186922" w14:textId="77777777" w:rsidR="00823707" w:rsidRPr="00D910A1" w:rsidRDefault="00823707" w:rsidP="0096653E">
      <w:pPr>
        <w:pStyle w:val="EX"/>
      </w:pPr>
      <w:r w:rsidRPr="00D910A1">
        <w:t>[2</w:t>
      </w:r>
      <w:r w:rsidRPr="00D910A1">
        <w:rPr>
          <w:lang w:val="en-US" w:eastAsia="zh-CN"/>
        </w:rPr>
        <w:t>2</w:t>
      </w:r>
      <w:r w:rsidRPr="00D910A1">
        <w:t>]</w:t>
      </w:r>
      <w:r w:rsidRPr="00D910A1">
        <w:tab/>
        <w:t xml:space="preserve">IEC 61000-4-11: "Electromagnetic compatibility (EMC) - Part 4-11: Testing and measurement techniques - Voltage dips, short interruptions and voltage variations </w:t>
      </w:r>
      <w:r w:rsidRPr="00D910A1">
        <w:rPr>
          <w:rFonts w:hint="eastAsia"/>
          <w:lang w:val="en-US" w:eastAsia="zh-CN"/>
        </w:rPr>
        <w:t>i</w:t>
      </w:r>
      <w:r w:rsidRPr="00D910A1">
        <w:t>mmunity tests".</w:t>
      </w:r>
    </w:p>
    <w:p w14:paraId="1E186923" w14:textId="77777777" w:rsidR="00823707" w:rsidRPr="00D910A1" w:rsidRDefault="00823707" w:rsidP="0096653E">
      <w:pPr>
        <w:pStyle w:val="EX"/>
      </w:pPr>
      <w:r w:rsidRPr="00D910A1">
        <w:t>[23]</w:t>
      </w:r>
      <w:r w:rsidRPr="00D910A1">
        <w:tab/>
        <w:t>ETSI EN 301 489-1: "</w:t>
      </w:r>
      <w:r w:rsidRPr="00D910A1">
        <w:rPr>
          <w:rFonts w:hint="eastAsia"/>
        </w:rPr>
        <w:t>ElectroMagnetic Compatibility (EMC)</w:t>
      </w:r>
      <w:r w:rsidRPr="00D910A1">
        <w:rPr>
          <w:rFonts w:hint="eastAsia"/>
          <w:lang w:val="en-US" w:eastAsia="zh-CN"/>
        </w:rPr>
        <w:t xml:space="preserve"> </w:t>
      </w:r>
      <w:r w:rsidRPr="00D910A1">
        <w:rPr>
          <w:rFonts w:hint="eastAsia"/>
        </w:rPr>
        <w:t>standard for radio equipment and services;</w:t>
      </w:r>
      <w:r w:rsidRPr="00D910A1">
        <w:rPr>
          <w:rFonts w:hint="eastAsia"/>
          <w:lang w:val="en-US" w:eastAsia="zh-CN"/>
        </w:rPr>
        <w:t xml:space="preserve"> </w:t>
      </w:r>
      <w:r w:rsidRPr="00D910A1">
        <w:rPr>
          <w:rFonts w:hint="eastAsia"/>
        </w:rPr>
        <w:t>Part 1: Common technical requirements; Harmonised Standard covering the essential requirements of article 3.1(b) of Directive 2014/53/EU and the essential requirements of article 6 of Directive 2014/30/EU</w:t>
      </w:r>
      <w:r w:rsidRPr="00D910A1">
        <w:t>".</w:t>
      </w:r>
    </w:p>
    <w:p w14:paraId="1E186924" w14:textId="77777777" w:rsidR="00823707" w:rsidRPr="00D910A1" w:rsidRDefault="00823707" w:rsidP="0096653E">
      <w:pPr>
        <w:pStyle w:val="EX"/>
      </w:pPr>
      <w:r w:rsidRPr="00D910A1">
        <w:t>[2</w:t>
      </w:r>
      <w:r w:rsidRPr="00D910A1">
        <w:rPr>
          <w:lang w:val="en-US" w:eastAsia="zh-CN"/>
        </w:rPr>
        <w:t>4</w:t>
      </w:r>
      <w:r w:rsidRPr="00D910A1">
        <w:t>]</w:t>
      </w:r>
      <w:r w:rsidRPr="00D910A1">
        <w:tab/>
        <w:t>Recommendation ITU-R SM.329-1</w:t>
      </w:r>
      <w:r w:rsidRPr="00D910A1">
        <w:rPr>
          <w:lang w:val="en-US" w:eastAsia="zh-CN"/>
        </w:rPr>
        <w:t>2</w:t>
      </w:r>
      <w:r w:rsidRPr="00D910A1">
        <w:t>: "Unwanted emissions in the spurious domain".</w:t>
      </w:r>
    </w:p>
    <w:p w14:paraId="1E186925" w14:textId="77777777" w:rsidR="00823707" w:rsidRPr="00D910A1" w:rsidRDefault="00823707" w:rsidP="0096653E">
      <w:pPr>
        <w:pStyle w:val="EX"/>
      </w:pPr>
      <w:r w:rsidRPr="00D910A1">
        <w:t>[</w:t>
      </w:r>
      <w:r w:rsidRPr="00D910A1">
        <w:rPr>
          <w:lang w:val="en-US" w:eastAsia="zh-CN"/>
        </w:rPr>
        <w:t>25</w:t>
      </w:r>
      <w:r w:rsidRPr="00D910A1">
        <w:t>]</w:t>
      </w:r>
      <w:r w:rsidRPr="00D910A1">
        <w:tab/>
        <w:t>3GPP T</w:t>
      </w:r>
      <w:r w:rsidRPr="00D910A1">
        <w:rPr>
          <w:lang w:val="en-US" w:eastAsia="zh-CN"/>
        </w:rPr>
        <w:t>S 37.105</w:t>
      </w:r>
      <w:r w:rsidRPr="00D910A1">
        <w:t>: "</w:t>
      </w:r>
      <w:r w:rsidRPr="00D910A1">
        <w:rPr>
          <w:rFonts w:hint="eastAsia"/>
        </w:rPr>
        <w:t>Active Antenna System (AAS) Base Station (BS) transmission and reception</w:t>
      </w:r>
      <w:r w:rsidRPr="00D910A1">
        <w:t>".</w:t>
      </w:r>
    </w:p>
    <w:p w14:paraId="1E186926" w14:textId="77777777" w:rsidR="00823707" w:rsidRPr="00D910A1" w:rsidRDefault="00823707" w:rsidP="0096653E">
      <w:pPr>
        <w:pStyle w:val="EX"/>
      </w:pPr>
      <w:r w:rsidRPr="00D910A1">
        <w:t>[2</w:t>
      </w:r>
      <w:r w:rsidRPr="00D910A1">
        <w:rPr>
          <w:lang w:val="en-US" w:eastAsia="zh-CN"/>
        </w:rPr>
        <w:t>6</w:t>
      </w:r>
      <w:r w:rsidRPr="00D910A1">
        <w:t>]</w:t>
      </w:r>
      <w:r w:rsidRPr="00D910A1">
        <w:tab/>
        <w:t>Recommendation ITU-R SM.1539</w:t>
      </w:r>
      <w:r w:rsidRPr="00D910A1">
        <w:rPr>
          <w:lang w:val="en-US" w:eastAsia="zh-CN"/>
        </w:rPr>
        <w:t>-1</w:t>
      </w:r>
      <w:r w:rsidRPr="00D910A1">
        <w:t>: "</w:t>
      </w:r>
      <w:r w:rsidRPr="00D910A1">
        <w:rPr>
          <w:lang w:val="en-US" w:eastAsia="zh-CN"/>
        </w:rPr>
        <w:t>Variation of the boundary between the out-of-band and spurious domains required for the application of Recommendations ITU-R SM.1541 and ITU-R SM.329</w:t>
      </w:r>
      <w:r w:rsidRPr="00D910A1">
        <w:t>".</w:t>
      </w:r>
    </w:p>
    <w:p w14:paraId="1E186927" w14:textId="77777777" w:rsidR="00823707" w:rsidRPr="00D910A1" w:rsidRDefault="00823707" w:rsidP="0096653E">
      <w:pPr>
        <w:pStyle w:val="EX"/>
      </w:pPr>
      <w:r w:rsidRPr="00D910A1">
        <w:t>[</w:t>
      </w:r>
      <w:r w:rsidRPr="00D910A1">
        <w:rPr>
          <w:rFonts w:hint="eastAsia"/>
          <w:lang w:val="en-US" w:eastAsia="zh-CN"/>
        </w:rPr>
        <w:t>27</w:t>
      </w:r>
      <w:r w:rsidRPr="00D910A1">
        <w:t>]</w:t>
      </w:r>
      <w:r w:rsidRPr="00D910A1">
        <w:tab/>
        <w:t>3GPP T</w:t>
      </w:r>
      <w:r w:rsidRPr="00D910A1">
        <w:rPr>
          <w:rFonts w:hint="eastAsia"/>
          <w:lang w:val="en-US" w:eastAsia="zh-CN"/>
        </w:rPr>
        <w:t>S 38.101-4</w:t>
      </w:r>
      <w:r w:rsidRPr="00D910A1">
        <w:t>: "</w:t>
      </w:r>
      <w:r w:rsidRPr="00D910A1">
        <w:rPr>
          <w:rFonts w:hint="eastAsia"/>
        </w:rPr>
        <w:t>NR; User Equipment (UE) radio transmission and reception; Part 4: Performance requirements</w:t>
      </w:r>
      <w:r w:rsidRPr="00D910A1">
        <w:t>".</w:t>
      </w:r>
    </w:p>
    <w:p w14:paraId="1E186928" w14:textId="77777777" w:rsidR="00823707" w:rsidRDefault="00823707" w:rsidP="0096653E">
      <w:pPr>
        <w:pStyle w:val="EX"/>
      </w:pPr>
      <w:r w:rsidRPr="00D910A1">
        <w:t>[28]</w:t>
      </w:r>
      <w:r w:rsidRPr="00D910A1">
        <w:tab/>
        <w:t>ETSI EN 301 489-50: "Electromagnetic compatibility (EMC) standard for radio equipment and services; Part 50: Specific conditions for cellular communication base station (BS), repeater and ancillary equipment; Harmonised standard covering the essential requirements of article 3.1(b) of the Directive 2014/53/EU".</w:t>
      </w:r>
    </w:p>
    <w:p w14:paraId="1E186929" w14:textId="77777777" w:rsidR="005F2378" w:rsidRDefault="0045272B" w:rsidP="0096653E">
      <w:pPr>
        <w:pStyle w:val="EX"/>
      </w:pPr>
      <w:r>
        <w:t>[2</w:t>
      </w:r>
      <w:r>
        <w:rPr>
          <w:rFonts w:hint="eastAsia"/>
          <w:lang w:val="en-US" w:eastAsia="zh-CN"/>
        </w:rPr>
        <w:t>9</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14:paraId="1E18692A" w14:textId="17E0CF2D" w:rsidR="0045272B" w:rsidRDefault="005F2378" w:rsidP="0096653E">
      <w:pPr>
        <w:pStyle w:val="EX"/>
        <w:rPr>
          <w:color w:val="000000" w:themeColor="text1"/>
        </w:rPr>
      </w:pPr>
      <w:r>
        <w:t>[30]</w:t>
      </w:r>
      <w:r>
        <w:tab/>
      </w:r>
      <w:r>
        <w:rPr>
          <w:color w:val="000000" w:themeColor="text1"/>
        </w:rPr>
        <w:t>CISPR 16-1-4: 2019-01: "Specification for radio disturbance and immunity measuring apparatus and methods – Part 1-4: Radio disturbance and immunity measuring apparatus – Antennas and test sites for radiated disturbance measurements"</w:t>
      </w:r>
    </w:p>
    <w:p w14:paraId="104FC85B" w14:textId="77777777" w:rsidR="008C719F" w:rsidRDefault="008C719F" w:rsidP="0096653E">
      <w:pPr>
        <w:pStyle w:val="EX"/>
      </w:pPr>
      <w:r>
        <w:lastRenderedPageBreak/>
        <w:t>[</w:t>
      </w:r>
      <w:r>
        <w:rPr>
          <w:rFonts w:eastAsia="SimSun" w:hint="eastAsia"/>
          <w:lang w:val="en-US" w:eastAsia="zh-CN"/>
        </w:rPr>
        <w:t>31</w:t>
      </w:r>
      <w:r>
        <w:t>]</w:t>
      </w:r>
      <w:r>
        <w:tab/>
        <w:t>CISPR 16-4-2: " Specification for radio disturbance and immunity measuring apparatus and methods - Part 4-2: Uncertainties, statistics and limit modelling - Measurement instrumentation uncertainty, Amendment 2"</w:t>
      </w:r>
    </w:p>
    <w:p w14:paraId="5FC60F9E" w14:textId="77777777" w:rsidR="008C719F" w:rsidRDefault="008C719F" w:rsidP="0096653E">
      <w:pPr>
        <w:pStyle w:val="EX"/>
      </w:pPr>
      <w:r>
        <w:t>[</w:t>
      </w:r>
      <w:r>
        <w:rPr>
          <w:rFonts w:eastAsia="SimSun" w:hint="eastAsia"/>
          <w:lang w:val="en-US" w:eastAsia="zh-CN"/>
        </w:rPr>
        <w:t>32</w:t>
      </w:r>
      <w:r>
        <w:t>]</w:t>
      </w:r>
      <w:r>
        <w:tab/>
        <w:t>ETSI TR 100 028-1: "Electromagnetic compatibility and Radio spectrum Matters (ERM); Uncertainties in the measurement of mobile radio equipment characteristics, part 1"</w:t>
      </w:r>
    </w:p>
    <w:p w14:paraId="2678C27F" w14:textId="77777777" w:rsidR="008C719F" w:rsidRPr="00D910A1" w:rsidRDefault="008C719F" w:rsidP="005F2378">
      <w:pPr>
        <w:keepLines/>
        <w:ind w:left="1702" w:hanging="1418"/>
      </w:pPr>
    </w:p>
    <w:p w14:paraId="1E18692B" w14:textId="77777777" w:rsidR="00823707" w:rsidRPr="00D910A1" w:rsidRDefault="00823707" w:rsidP="00823707">
      <w:pPr>
        <w:pStyle w:val="Heading1"/>
      </w:pPr>
      <w:bookmarkStart w:id="58" w:name="_Toc20994225"/>
      <w:bookmarkStart w:id="59" w:name="_Toc29812084"/>
      <w:bookmarkStart w:id="60" w:name="_Toc37139272"/>
      <w:bookmarkStart w:id="61" w:name="_Toc37268276"/>
      <w:bookmarkStart w:id="62" w:name="_Toc37268370"/>
      <w:bookmarkStart w:id="63" w:name="_Toc45879580"/>
      <w:bookmarkStart w:id="64" w:name="_Toc52563674"/>
      <w:bookmarkStart w:id="65" w:name="_Toc52563770"/>
      <w:bookmarkStart w:id="66" w:name="_Toc52563863"/>
      <w:bookmarkStart w:id="67" w:name="_Toc61181767"/>
      <w:bookmarkStart w:id="68" w:name="_Toc74642585"/>
      <w:bookmarkStart w:id="69" w:name="_Toc76543763"/>
      <w:bookmarkStart w:id="70" w:name="_Toc82627349"/>
      <w:bookmarkStart w:id="71" w:name="_Toc106198083"/>
      <w:r w:rsidRPr="00D910A1">
        <w:t>3</w:t>
      </w:r>
      <w:r w:rsidRPr="00D910A1">
        <w:tab/>
        <w:t>Definitions, symbols and abbreviations</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1E18692C" w14:textId="77777777" w:rsidR="00823707" w:rsidRPr="00D910A1" w:rsidRDefault="00823707" w:rsidP="00823707">
      <w:pPr>
        <w:pStyle w:val="Heading2"/>
      </w:pPr>
      <w:bookmarkStart w:id="72" w:name="_Toc20994226"/>
      <w:bookmarkStart w:id="73" w:name="_Toc29812085"/>
      <w:bookmarkStart w:id="74" w:name="_Toc37139273"/>
      <w:bookmarkStart w:id="75" w:name="_Toc37268277"/>
      <w:bookmarkStart w:id="76" w:name="_Toc37268371"/>
      <w:bookmarkStart w:id="77" w:name="_Toc45879581"/>
      <w:bookmarkStart w:id="78" w:name="_Toc52563675"/>
      <w:bookmarkStart w:id="79" w:name="_Toc52563771"/>
      <w:bookmarkStart w:id="80" w:name="_Toc52563864"/>
      <w:bookmarkStart w:id="81" w:name="_Toc61181768"/>
      <w:bookmarkStart w:id="82" w:name="_Toc74642586"/>
      <w:bookmarkStart w:id="83" w:name="_Toc76543764"/>
      <w:bookmarkStart w:id="84" w:name="_Toc82627350"/>
      <w:bookmarkStart w:id="85" w:name="_Toc106198084"/>
      <w:r w:rsidRPr="00D910A1">
        <w:t>3.1</w:t>
      </w:r>
      <w:r w:rsidRPr="00D910A1">
        <w:tab/>
        <w:t>Definitions</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1E18692D" w14:textId="77777777" w:rsidR="00823707" w:rsidRPr="00D910A1" w:rsidRDefault="00823707" w:rsidP="00823707">
      <w:r w:rsidRPr="00D910A1">
        <w:t>For the purposes of the present document, the terms and definitions given in TR 21.905 [1] and the following apply. A term defined in the present document takes precedence over the definition of the same term, if any, in TR 21.905 [1].</w:t>
      </w:r>
    </w:p>
    <w:p w14:paraId="1E18692E" w14:textId="77777777" w:rsidR="00823707" w:rsidRPr="00D910A1" w:rsidRDefault="00823707" w:rsidP="00823707">
      <w:pPr>
        <w:rPr>
          <w:b/>
          <w:lang w:val="en-US"/>
        </w:rPr>
      </w:pPr>
      <w:r w:rsidRPr="00D910A1">
        <w:rPr>
          <w:b/>
          <w:lang w:val="en-US"/>
        </w:rPr>
        <w:t xml:space="preserve">ancillary equipment: </w:t>
      </w:r>
      <w:r w:rsidRPr="00D910A1">
        <w:rPr>
          <w:bCs/>
          <w:lang w:val="en-US"/>
        </w:rPr>
        <w:t>electrical or electronic equipment, that is intended to be used with a receiver or transmitter</w:t>
      </w:r>
    </w:p>
    <w:p w14:paraId="1E18692F" w14:textId="77777777" w:rsidR="00823707" w:rsidRPr="00D910A1" w:rsidRDefault="00823707" w:rsidP="00456274">
      <w:pPr>
        <w:pStyle w:val="NO"/>
        <w:rPr>
          <w:lang w:val="en-US"/>
        </w:rPr>
      </w:pPr>
      <w:r w:rsidRPr="00D910A1">
        <w:rPr>
          <w:lang w:val="en-US"/>
        </w:rPr>
        <w:t>NOTE:</w:t>
      </w:r>
      <w:r w:rsidRPr="00D910A1">
        <w:rPr>
          <w:lang w:val="en-US"/>
        </w:rPr>
        <w:tab/>
        <w:t>It is considered as an ancillary equipment if:</w:t>
      </w:r>
    </w:p>
    <w:p w14:paraId="1E186930" w14:textId="77777777" w:rsidR="00823707" w:rsidRPr="00D910A1" w:rsidRDefault="00823707" w:rsidP="00456274">
      <w:pPr>
        <w:pStyle w:val="NO"/>
        <w:rPr>
          <w:lang w:val="en-US"/>
        </w:rPr>
      </w:pPr>
      <w:r w:rsidRPr="00D910A1">
        <w:rPr>
          <w:rFonts w:hint="eastAsia"/>
          <w:lang w:val="en-US" w:eastAsia="zh-CN"/>
        </w:rPr>
        <w:tab/>
      </w:r>
      <w:r w:rsidRPr="00D910A1">
        <w:rPr>
          <w:lang w:val="en-US"/>
        </w:rPr>
        <w:t>the equipment is intended for use with a receiver or transmitter to provide additional operational and/or control features to the radio equipment, (e.g. to extend control to another position or location); and</w:t>
      </w:r>
    </w:p>
    <w:p w14:paraId="1E186931" w14:textId="77777777" w:rsidR="00823707" w:rsidRPr="00D910A1" w:rsidRDefault="00823707" w:rsidP="00456274">
      <w:pPr>
        <w:pStyle w:val="NO"/>
        <w:rPr>
          <w:lang w:val="en-US"/>
        </w:rPr>
      </w:pPr>
      <w:r w:rsidRPr="00D910A1">
        <w:rPr>
          <w:rFonts w:hint="eastAsia"/>
          <w:lang w:val="en-US" w:eastAsia="zh-CN"/>
        </w:rPr>
        <w:tab/>
      </w:r>
      <w:r w:rsidRPr="00D910A1">
        <w:rPr>
          <w:lang w:val="en-US"/>
        </w:rPr>
        <w:t>the equipment cannot be used on a stand alone basis to provide user functions independently of a receiver or transmitter; and</w:t>
      </w:r>
    </w:p>
    <w:p w14:paraId="1E186932" w14:textId="77777777" w:rsidR="00823707" w:rsidRPr="00D910A1" w:rsidRDefault="00823707" w:rsidP="00456274">
      <w:pPr>
        <w:pStyle w:val="NO"/>
        <w:rPr>
          <w:lang w:val="en-US"/>
        </w:rPr>
      </w:pPr>
      <w:r w:rsidRPr="00D910A1">
        <w:rPr>
          <w:rFonts w:hint="eastAsia"/>
          <w:lang w:val="en-US" w:eastAsia="zh-CN"/>
        </w:rPr>
        <w:tab/>
      </w:r>
      <w:r w:rsidRPr="00D910A1">
        <w:rPr>
          <w:lang w:val="en-US"/>
        </w:rPr>
        <w:t>the receiver or transmitter, to which it is connected, is capable of providing some intended operation such as transmitting and/or receiving without the ancillary equipment (i.e. it is not a sub-unit of the main equipment essential to the main equipment basic functions).</w:t>
      </w:r>
    </w:p>
    <w:p w14:paraId="1E186933" w14:textId="77777777" w:rsidR="00823707" w:rsidRPr="00D910A1" w:rsidRDefault="00823707" w:rsidP="00823707">
      <w:pPr>
        <w:rPr>
          <w:lang w:val="en-US"/>
        </w:rPr>
      </w:pPr>
      <w:r w:rsidRPr="00D910A1">
        <w:rPr>
          <w:b/>
          <w:bCs/>
          <w:lang w:val="en-US"/>
        </w:rPr>
        <w:t xml:space="preserve">antenna port: </w:t>
      </w:r>
      <w:r w:rsidRPr="00D910A1">
        <w:rPr>
          <w:bCs/>
          <w:lang w:val="en-US"/>
        </w:rPr>
        <w:t xml:space="preserve">for EMC purposes, </w:t>
      </w:r>
      <w:r w:rsidRPr="00D910A1">
        <w:rPr>
          <w:iCs/>
          <w:lang w:val="en-US"/>
        </w:rPr>
        <w:t xml:space="preserve">port </w:t>
      </w:r>
      <w:r w:rsidRPr="00D910A1">
        <w:rPr>
          <w:lang w:val="en-US"/>
        </w:rPr>
        <w:t>for connection of an antenna used for intentional transmission and/or reception of radiated RF energy</w:t>
      </w:r>
      <w:r w:rsidRPr="00D910A1">
        <w:t>, equivalent to an RF antenna connector/</w:t>
      </w:r>
      <w:r w:rsidRPr="00D910A1">
        <w:rPr>
          <w:i/>
        </w:rPr>
        <w:t>TAB connector</w:t>
      </w:r>
      <w:r w:rsidRPr="00D910A1">
        <w:t xml:space="preserve"> in TS 37.105 [2</w:t>
      </w:r>
      <w:r w:rsidRPr="00D910A1">
        <w:rPr>
          <w:rFonts w:hint="eastAsia"/>
          <w:lang w:val="en-US" w:eastAsia="zh-CN"/>
        </w:rPr>
        <w:t>5</w:t>
      </w:r>
      <w:r w:rsidRPr="00D910A1">
        <w:t>].</w:t>
      </w:r>
    </w:p>
    <w:p w14:paraId="1E186934" w14:textId="77777777" w:rsidR="00823707" w:rsidRPr="00D910A1" w:rsidRDefault="00823707" w:rsidP="00823707">
      <w:r w:rsidRPr="00D910A1">
        <w:rPr>
          <w:b/>
        </w:rPr>
        <w:t>BS type 1-C:</w:t>
      </w:r>
      <w:r w:rsidRPr="00D910A1">
        <w:tab/>
        <w:t>NR base station operating at FR1 with requirements set consisting only of conducted requirements defined at individual antenna connectors</w:t>
      </w:r>
      <w:r w:rsidRPr="00D910A1">
        <w:rPr>
          <w:rFonts w:hint="eastAsia"/>
          <w:iCs/>
          <w:lang w:val="en-US" w:eastAsia="zh-CN"/>
        </w:rPr>
        <w:t>.</w:t>
      </w:r>
    </w:p>
    <w:p w14:paraId="1E186935" w14:textId="77777777" w:rsidR="00823707" w:rsidRPr="00D910A1" w:rsidRDefault="00823707" w:rsidP="00823707">
      <w:r w:rsidRPr="00D910A1">
        <w:rPr>
          <w:b/>
        </w:rPr>
        <w:t>BS type 1-H:</w:t>
      </w:r>
      <w:r w:rsidRPr="00D910A1">
        <w:tab/>
        <w:t xml:space="preserve">NR base station operating at FR1 with a requirement set consisting of conducted requirements defined at individual </w:t>
      </w:r>
      <w:r w:rsidRPr="00D910A1">
        <w:rPr>
          <w:i/>
        </w:rPr>
        <w:t>TAB connectors</w:t>
      </w:r>
      <w:r w:rsidRPr="00D910A1">
        <w:t xml:space="preserve"> and OTA requirements defined at RIB</w:t>
      </w:r>
      <w:r w:rsidRPr="00D910A1">
        <w:rPr>
          <w:rFonts w:hint="eastAsia"/>
          <w:iCs/>
          <w:lang w:val="en-US" w:eastAsia="zh-CN"/>
        </w:rPr>
        <w:t>.</w:t>
      </w:r>
    </w:p>
    <w:p w14:paraId="1E186936" w14:textId="77777777" w:rsidR="00823707" w:rsidRPr="00D910A1" w:rsidRDefault="00823707" w:rsidP="00823707">
      <w:r w:rsidRPr="00D910A1">
        <w:rPr>
          <w:b/>
        </w:rPr>
        <w:t>BS type 1-O:</w:t>
      </w:r>
      <w:r w:rsidRPr="00D910A1">
        <w:tab/>
        <w:t>NR base station operating at FR1 with a requirement set consisting only of OTA requirements defined at the RIB</w:t>
      </w:r>
      <w:r w:rsidRPr="00D910A1">
        <w:rPr>
          <w:rFonts w:hint="eastAsia"/>
          <w:iCs/>
          <w:lang w:val="en-US" w:eastAsia="zh-CN"/>
        </w:rPr>
        <w:t>.</w:t>
      </w:r>
    </w:p>
    <w:p w14:paraId="1E186937" w14:textId="77777777" w:rsidR="00823707" w:rsidRPr="00D910A1" w:rsidRDefault="00823707" w:rsidP="00823707">
      <w:pPr>
        <w:rPr>
          <w:b/>
        </w:rPr>
      </w:pPr>
      <w:r w:rsidRPr="00D910A1">
        <w:rPr>
          <w:b/>
        </w:rPr>
        <w:t>BS type 2-O:</w:t>
      </w:r>
      <w:r w:rsidRPr="00D910A1">
        <w:tab/>
        <w:t>NR base station operating at FR2 with a requirement set consisting only of OTA requirements defined at the RIB</w:t>
      </w:r>
      <w:r w:rsidRPr="00D910A1">
        <w:rPr>
          <w:rFonts w:hint="eastAsia"/>
          <w:iCs/>
          <w:lang w:val="en-US" w:eastAsia="zh-CN"/>
        </w:rPr>
        <w:t>.</w:t>
      </w:r>
    </w:p>
    <w:p w14:paraId="1E186938" w14:textId="77777777" w:rsidR="00823707" w:rsidRPr="00D910A1" w:rsidRDefault="00823707" w:rsidP="00823707">
      <w:r w:rsidRPr="00D910A1">
        <w:rPr>
          <w:b/>
        </w:rPr>
        <w:t xml:space="preserve">channel bandwidth: </w:t>
      </w:r>
      <w:r w:rsidRPr="00D910A1">
        <w:t xml:space="preserve">the RF bandwidth supporting a single </w:t>
      </w:r>
      <w:r w:rsidRPr="00D910A1">
        <w:rPr>
          <w:rFonts w:hint="eastAsia"/>
          <w:lang w:val="en-US" w:eastAsia="zh-CN"/>
        </w:rPr>
        <w:t>NR</w:t>
      </w:r>
      <w:r w:rsidRPr="00D910A1">
        <w:t xml:space="preserve"> RF carrier with the transmission bandwidth configured in the uplink or downlink of a cell. The </w:t>
      </w:r>
      <w:r w:rsidRPr="00D910A1">
        <w:rPr>
          <w:i/>
          <w:iCs/>
        </w:rPr>
        <w:t>channel bandwidth</w:t>
      </w:r>
      <w:r w:rsidRPr="00D910A1">
        <w:t xml:space="preserve"> is measured in MHz and is used as a reference for transmitter and receiver RF requirements.</w:t>
      </w:r>
    </w:p>
    <w:p w14:paraId="1E186939" w14:textId="77777777" w:rsidR="00823707" w:rsidRPr="00D910A1" w:rsidRDefault="00823707" w:rsidP="00823707">
      <w:r w:rsidRPr="00D910A1">
        <w:rPr>
          <w:b/>
        </w:rPr>
        <w:t>continuous phenomena:</w:t>
      </w:r>
      <w:r w:rsidRPr="00D910A1">
        <w:t xml:space="preserve"> electromagnetic disturbance, the effects of which on a particular device or equipment cannot be resolved into a succession of distinct effects (IEC 60050-161 [</w:t>
      </w:r>
      <w:r w:rsidRPr="00D910A1">
        <w:rPr>
          <w:rFonts w:hint="eastAsia"/>
          <w:lang w:val="en-US" w:eastAsia="zh-CN"/>
        </w:rPr>
        <w:t>9</w:t>
      </w:r>
      <w:r w:rsidRPr="00D910A1">
        <w:t>]).</w:t>
      </w:r>
    </w:p>
    <w:p w14:paraId="1E18693A" w14:textId="77777777" w:rsidR="00823707" w:rsidRPr="00D910A1" w:rsidRDefault="00823707" w:rsidP="00823707">
      <w:pPr>
        <w:rPr>
          <w:rFonts w:eastAsia="Calibri"/>
          <w:lang w:val="en-US"/>
        </w:rPr>
      </w:pPr>
      <w:r w:rsidRPr="00D910A1">
        <w:rPr>
          <w:b/>
          <w:lang w:val="en-US"/>
        </w:rPr>
        <w:t xml:space="preserve">enclosure port: </w:t>
      </w:r>
      <w:r w:rsidRPr="00D910A1">
        <w:rPr>
          <w:bCs/>
          <w:lang w:val="en-US"/>
        </w:rPr>
        <w:t>physical boundary of the equipment through which electromagnetic fields may radiate or impinge.</w:t>
      </w:r>
    </w:p>
    <w:p w14:paraId="1E18693B" w14:textId="77777777" w:rsidR="00823707" w:rsidRPr="00D910A1" w:rsidRDefault="00823707" w:rsidP="00823707">
      <w:pPr>
        <w:pStyle w:val="NO"/>
        <w:tabs>
          <w:tab w:val="left" w:pos="3765"/>
        </w:tabs>
        <w:rPr>
          <w:sz w:val="21"/>
          <w:szCs w:val="22"/>
          <w:lang w:val="en-US"/>
        </w:rPr>
      </w:pPr>
      <w:r w:rsidRPr="00D910A1">
        <w:rPr>
          <w:sz w:val="21"/>
          <w:szCs w:val="22"/>
          <w:lang w:val="en-US"/>
        </w:rPr>
        <w:t>NOTE:</w:t>
      </w:r>
      <w:r w:rsidRPr="00D910A1">
        <w:rPr>
          <w:sz w:val="21"/>
          <w:szCs w:val="22"/>
          <w:lang w:val="en-US"/>
        </w:rPr>
        <w:tab/>
        <w:t xml:space="preserve">In the case of </w:t>
      </w:r>
      <w:r w:rsidRPr="00D910A1">
        <w:rPr>
          <w:i/>
          <w:sz w:val="21"/>
          <w:szCs w:val="22"/>
          <w:lang w:val="en-US"/>
        </w:rPr>
        <w:t>integral antenna</w:t>
      </w:r>
      <w:r w:rsidRPr="00D910A1">
        <w:rPr>
          <w:sz w:val="21"/>
          <w:szCs w:val="22"/>
          <w:lang w:val="en-US"/>
        </w:rPr>
        <w:t xml:space="preserve"> equipment, this port is inseparable from the antenna port.</w:t>
      </w:r>
    </w:p>
    <w:p w14:paraId="1E18693C" w14:textId="77777777" w:rsidR="005F2378" w:rsidRDefault="00823707" w:rsidP="005F2378">
      <w:pPr>
        <w:rPr>
          <w:lang w:val="en-US"/>
        </w:rPr>
      </w:pPr>
      <w:r w:rsidRPr="00D910A1">
        <w:rPr>
          <w:b/>
          <w:bCs/>
          <w:lang w:val="en-US"/>
        </w:rPr>
        <w:t xml:space="preserve">exclusion band: </w:t>
      </w:r>
      <w:r w:rsidRPr="00D910A1">
        <w:rPr>
          <w:lang w:val="en-US"/>
        </w:rPr>
        <w:t>frequency range(s) not subject to test or assessment.</w:t>
      </w:r>
      <w:r w:rsidR="005F2378" w:rsidRPr="005F2378">
        <w:rPr>
          <w:lang w:val="en-US"/>
        </w:rPr>
        <w:t xml:space="preserve"> </w:t>
      </w:r>
    </w:p>
    <w:p w14:paraId="1E18693D" w14:textId="77777777" w:rsidR="005F2378" w:rsidRDefault="005F2378" w:rsidP="005F2378">
      <w:pPr>
        <w:rPr>
          <w:lang w:val="en-US"/>
        </w:rPr>
      </w:pPr>
      <w:r>
        <w:rPr>
          <w:b/>
          <w:lang w:val="en-US"/>
        </w:rPr>
        <w:t>free-space open area test site:</w:t>
      </w:r>
      <w:r>
        <w:rPr>
          <w:lang w:val="en-US"/>
        </w:rPr>
        <w:t xml:space="preserve"> reference test site with precautions to ensure that reflections do not influence the measurement.</w:t>
      </w:r>
    </w:p>
    <w:p w14:paraId="1E18693E" w14:textId="77777777" w:rsidR="005F2378" w:rsidRDefault="005F2378" w:rsidP="005F2378">
      <w:pPr>
        <w:pStyle w:val="NO"/>
        <w:rPr>
          <w:lang w:val="en-US"/>
        </w:rPr>
      </w:pPr>
      <w:r>
        <w:rPr>
          <w:lang w:val="en-US"/>
        </w:rPr>
        <w:t>NOTE:</w:t>
      </w:r>
      <w:r>
        <w:rPr>
          <w:lang w:val="en-US"/>
        </w:rPr>
        <w:tab/>
        <w:t xml:space="preserve">The free-space open area test site (FSOATS) is the concept of the test site. A practical approximation is a </w:t>
      </w:r>
      <w:r>
        <w:rPr>
          <w:color w:val="000000" w:themeColor="text1"/>
        </w:rPr>
        <w:t>Fully-Anechoic Room</w:t>
      </w:r>
      <w:r>
        <w:rPr>
          <w:lang w:val="en-US"/>
        </w:rPr>
        <w:t xml:space="preserve"> (FAR).</w:t>
      </w:r>
    </w:p>
    <w:p w14:paraId="1E18693F" w14:textId="77777777" w:rsidR="00823707" w:rsidRPr="00D910A1" w:rsidRDefault="005F2378" w:rsidP="005F2378">
      <w:pPr>
        <w:rPr>
          <w:b/>
          <w:bCs/>
          <w:lang w:val="en-US"/>
        </w:rPr>
      </w:pPr>
      <w:r>
        <w:rPr>
          <w:b/>
          <w:lang w:val="en-US"/>
        </w:rPr>
        <w:lastRenderedPageBreak/>
        <w:t xml:space="preserve">fully-anechoic room: </w:t>
      </w:r>
      <w:r>
        <w:rPr>
          <w:lang w:val="en-US"/>
        </w:rPr>
        <w:t>shielded enclosure, the internal surfaces of which are lined with radio-frequency-energy absorbing material (i.e. RF absorber) that absorbs electromagnetic energy in the frequency range of interest.</w:t>
      </w:r>
    </w:p>
    <w:p w14:paraId="1E186940" w14:textId="77777777" w:rsidR="00823707" w:rsidRPr="00D910A1" w:rsidRDefault="00823707" w:rsidP="00823707">
      <w:pPr>
        <w:rPr>
          <w:bCs/>
          <w:lang w:val="en-US"/>
        </w:rPr>
      </w:pPr>
      <w:r w:rsidRPr="00D910A1">
        <w:rPr>
          <w:b/>
          <w:lang w:val="en-US"/>
        </w:rPr>
        <w:t xml:space="preserve">integral antenna: </w:t>
      </w:r>
      <w:r w:rsidRPr="00D910A1">
        <w:rPr>
          <w:bCs/>
          <w:lang w:val="en-US"/>
        </w:rPr>
        <w:t>antenna designed for permanent connection to the equipment and considered part of the enclosure port.</w:t>
      </w:r>
    </w:p>
    <w:p w14:paraId="1E186941" w14:textId="77777777" w:rsidR="00823707" w:rsidRPr="00D910A1" w:rsidRDefault="00823707" w:rsidP="00823707">
      <w:pPr>
        <w:pStyle w:val="NO"/>
        <w:tabs>
          <w:tab w:val="left" w:pos="3765"/>
        </w:tabs>
        <w:rPr>
          <w:lang w:val="en-US"/>
        </w:rPr>
      </w:pPr>
      <w:r w:rsidRPr="00D910A1">
        <w:rPr>
          <w:lang w:val="en-US"/>
        </w:rPr>
        <w:t>NOTE:</w:t>
      </w:r>
      <w:r w:rsidRPr="00D910A1">
        <w:rPr>
          <w:lang w:val="en-US"/>
        </w:rPr>
        <w:tab/>
        <w:t xml:space="preserve">An </w:t>
      </w:r>
      <w:r w:rsidRPr="00D910A1">
        <w:rPr>
          <w:i/>
          <w:lang w:val="en-US"/>
        </w:rPr>
        <w:t>integral antenna</w:t>
      </w:r>
      <w:r w:rsidRPr="00D910A1">
        <w:rPr>
          <w:lang w:val="en-US"/>
        </w:rPr>
        <w:t xml:space="preserve"> may be fitted internally or externally.</w:t>
      </w:r>
    </w:p>
    <w:p w14:paraId="1E186942" w14:textId="77777777" w:rsidR="00823707" w:rsidRPr="00D910A1" w:rsidRDefault="00823707" w:rsidP="00823707">
      <w:r w:rsidRPr="00D910A1">
        <w:rPr>
          <w:b/>
        </w:rPr>
        <w:t xml:space="preserve">lower RF bandwidth edge: </w:t>
      </w:r>
      <w:r w:rsidRPr="00D910A1">
        <w:t>the frequency of the lower edge of the Base Station RF bandwidth, used as a frequency reference point for transmitter and receiver requirements.</w:t>
      </w:r>
    </w:p>
    <w:p w14:paraId="1E186943" w14:textId="77777777" w:rsidR="00823707" w:rsidRPr="00D910A1" w:rsidRDefault="00823707" w:rsidP="00823707">
      <w:pPr>
        <w:tabs>
          <w:tab w:val="left" w:pos="2448"/>
          <w:tab w:val="left" w:pos="9468"/>
        </w:tabs>
      </w:pPr>
      <w:r w:rsidRPr="00D910A1">
        <w:rPr>
          <w:rFonts w:cs="v5.0.0"/>
          <w:b/>
          <w:bCs/>
        </w:rPr>
        <w:t xml:space="preserve">operating band: </w:t>
      </w:r>
      <w:r w:rsidRPr="00D910A1">
        <w:rPr>
          <w:rFonts w:cs="v5.0.0"/>
        </w:rPr>
        <w:t>frequency range in which NR operates (paired or unpaired), that is defined with a specific set of technical requirements.</w:t>
      </w:r>
    </w:p>
    <w:p w14:paraId="1E186944" w14:textId="77777777" w:rsidR="00823707" w:rsidRPr="00D910A1" w:rsidRDefault="00823707" w:rsidP="00823707">
      <w:pPr>
        <w:rPr>
          <w:b/>
          <w:lang w:val="en-US"/>
        </w:rPr>
      </w:pPr>
      <w:r w:rsidRPr="00D910A1">
        <w:rPr>
          <w:b/>
          <w:lang w:val="en-US"/>
        </w:rPr>
        <w:t xml:space="preserve">port: </w:t>
      </w:r>
      <w:r w:rsidRPr="00D910A1">
        <w:rPr>
          <w:bCs/>
          <w:lang w:val="en-US"/>
        </w:rPr>
        <w:t>particular interface of EUT used for EMC requirements testing purposes.</w:t>
      </w:r>
    </w:p>
    <w:p w14:paraId="1E186945" w14:textId="77777777" w:rsidR="00823707" w:rsidRPr="00D910A1" w:rsidRDefault="00823707" w:rsidP="00823707">
      <w:pPr>
        <w:pStyle w:val="NO"/>
        <w:rPr>
          <w:lang w:val="en-US"/>
        </w:rPr>
      </w:pPr>
      <w:r w:rsidRPr="00D910A1">
        <w:rPr>
          <w:lang w:val="en-US"/>
        </w:rPr>
        <w:t>NOTE:</w:t>
      </w:r>
      <w:r w:rsidRPr="00D910A1">
        <w:rPr>
          <w:lang w:val="en-US"/>
        </w:rPr>
        <w:tab/>
        <w:t>Any connection point on EUT intended for connection of cables to or from EUT during the EMC testing is considered as a port.</w:t>
      </w:r>
    </w:p>
    <w:p w14:paraId="1E186946" w14:textId="77777777" w:rsidR="00823707" w:rsidRPr="00D910A1" w:rsidRDefault="00823707" w:rsidP="00823707">
      <w:pPr>
        <w:pStyle w:val="NO"/>
        <w:rPr>
          <w:lang w:val="en-US"/>
        </w:rPr>
      </w:pPr>
      <w:r w:rsidRPr="00D910A1">
        <w:rPr>
          <w:lang w:val="en-US"/>
        </w:rPr>
        <w:t>EXAMPLE 1:</w:t>
      </w:r>
      <w:r w:rsidRPr="00D910A1">
        <w:rPr>
          <w:lang w:val="en-US"/>
        </w:rPr>
        <w:tab/>
        <w:t xml:space="preserve">Examples of ports for </w:t>
      </w:r>
      <w:r w:rsidRPr="00D910A1">
        <w:rPr>
          <w:i/>
          <w:iCs/>
          <w:lang w:val="en-US"/>
        </w:rPr>
        <w:t>BS type 1-C</w:t>
      </w:r>
      <w:r w:rsidRPr="00D910A1">
        <w:rPr>
          <w:lang w:val="en-US"/>
        </w:rPr>
        <w:t xml:space="preserve"> and </w:t>
      </w:r>
      <w:r w:rsidRPr="00D910A1">
        <w:rPr>
          <w:i/>
          <w:iCs/>
          <w:lang w:val="en-US"/>
        </w:rPr>
        <w:t>BS type 1-H</w:t>
      </w:r>
      <w:r w:rsidRPr="00D910A1">
        <w:rPr>
          <w:lang w:val="en-US"/>
        </w:rPr>
        <w:t xml:space="preserve"> are as presented in figure 3.1</w:t>
      </w:r>
      <w:r w:rsidRPr="00D910A1">
        <w:rPr>
          <w:lang w:val="en-US"/>
        </w:rPr>
        <w:noBreakHyphen/>
        <w:t>1:</w:t>
      </w:r>
    </w:p>
    <w:bookmarkStart w:id="86" w:name="_1576657865"/>
    <w:bookmarkEnd w:id="86"/>
    <w:bookmarkStart w:id="87" w:name="_MON_1631609652"/>
    <w:bookmarkEnd w:id="87"/>
    <w:p w14:paraId="1E186947" w14:textId="77777777" w:rsidR="00823707" w:rsidRPr="00D910A1" w:rsidRDefault="00823707" w:rsidP="00823707">
      <w:pPr>
        <w:pStyle w:val="TH"/>
      </w:pPr>
      <w:r w:rsidRPr="00D910A1">
        <w:object w:dxaOrig="9651" w:dyaOrig="2805" w14:anchorId="1E186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470pt;height:140.5pt;mso-position-horizontal-relative:page;mso-position-vertical-relative:page" o:ole="">
            <v:imagedata r:id="rId11" o:title=""/>
          </v:shape>
          <o:OLEObject Type="Embed" ProgID="Word.Document.12" ShapeID="对象 3" DrawAspect="Content" ObjectID="_1725702522" r:id="rId12"/>
        </w:object>
      </w:r>
    </w:p>
    <w:p w14:paraId="1E186948" w14:textId="77777777" w:rsidR="00823707" w:rsidRPr="00D910A1" w:rsidRDefault="00823707" w:rsidP="00823707">
      <w:pPr>
        <w:pStyle w:val="TF"/>
        <w:rPr>
          <w:lang w:val="en-US"/>
        </w:rPr>
      </w:pPr>
      <w:r w:rsidRPr="00D910A1">
        <w:t xml:space="preserve">Figure </w:t>
      </w:r>
      <w:r w:rsidRPr="00D910A1">
        <w:rPr>
          <w:lang w:val="en-US"/>
        </w:rPr>
        <w:t>3.1</w:t>
      </w:r>
      <w:r w:rsidRPr="00D910A1">
        <w:t xml:space="preserve">-1: Examples of </w:t>
      </w:r>
      <w:r w:rsidRPr="00D910A1">
        <w:rPr>
          <w:i/>
          <w:iCs/>
        </w:rPr>
        <w:t>port</w:t>
      </w:r>
      <w:r w:rsidRPr="00D910A1">
        <w:t xml:space="preserve">s </w:t>
      </w:r>
      <w:r w:rsidRPr="00D910A1">
        <w:rPr>
          <w:lang w:val="en-US"/>
        </w:rPr>
        <w:t xml:space="preserve">for </w:t>
      </w:r>
      <w:r w:rsidRPr="00D910A1">
        <w:rPr>
          <w:i/>
          <w:iCs/>
          <w:lang w:val="en-US"/>
        </w:rPr>
        <w:t>BS type 1-C</w:t>
      </w:r>
      <w:r w:rsidRPr="00D910A1">
        <w:rPr>
          <w:lang w:val="en-US"/>
        </w:rPr>
        <w:t xml:space="preserve"> and </w:t>
      </w:r>
      <w:r w:rsidRPr="00D910A1">
        <w:rPr>
          <w:i/>
          <w:iCs/>
          <w:lang w:val="en-US"/>
        </w:rPr>
        <w:t>BS type 1-H</w:t>
      </w:r>
    </w:p>
    <w:p w14:paraId="1E186949" w14:textId="77777777" w:rsidR="00823707" w:rsidRPr="00D910A1" w:rsidRDefault="00823707" w:rsidP="00823707">
      <w:pPr>
        <w:pStyle w:val="EX"/>
        <w:rPr>
          <w:lang w:val="en-US"/>
        </w:rPr>
      </w:pPr>
      <w:r w:rsidRPr="00D910A1">
        <w:rPr>
          <w:lang w:val="en-US"/>
        </w:rPr>
        <w:t>EXAMPLE 2:</w:t>
      </w:r>
      <w:r w:rsidRPr="00D910A1">
        <w:rPr>
          <w:lang w:val="en-US"/>
        </w:rPr>
        <w:tab/>
        <w:t xml:space="preserve">Examples of </w:t>
      </w:r>
      <w:r w:rsidRPr="00D910A1">
        <w:rPr>
          <w:iCs/>
          <w:lang w:val="en-US"/>
        </w:rPr>
        <w:t>port</w:t>
      </w:r>
      <w:r w:rsidRPr="00D910A1">
        <w:rPr>
          <w:lang w:val="en-US"/>
        </w:rPr>
        <w:t>s for</w:t>
      </w:r>
      <w:r w:rsidRPr="00D910A1">
        <w:rPr>
          <w:i/>
          <w:iCs/>
          <w:lang w:val="en-US"/>
        </w:rPr>
        <w:t xml:space="preserve"> BS type 1-O</w:t>
      </w:r>
      <w:r w:rsidRPr="00D910A1">
        <w:rPr>
          <w:lang w:val="en-US"/>
        </w:rPr>
        <w:t xml:space="preserve"> and </w:t>
      </w:r>
      <w:r w:rsidRPr="00D910A1">
        <w:rPr>
          <w:i/>
          <w:iCs/>
          <w:lang w:val="en-US"/>
        </w:rPr>
        <w:t>BS type 2-O</w:t>
      </w:r>
      <w:r w:rsidRPr="00D910A1">
        <w:rPr>
          <w:lang w:val="en-US"/>
        </w:rPr>
        <w:t xml:space="preserve"> (i.e. with no </w:t>
      </w:r>
      <w:r w:rsidRPr="00D910A1">
        <w:rPr>
          <w:i/>
          <w:iCs/>
          <w:lang w:val="en-US"/>
        </w:rPr>
        <w:t>antenna ports</w:t>
      </w:r>
      <w:r w:rsidRPr="00D910A1">
        <w:rPr>
          <w:lang w:val="en-US"/>
        </w:rPr>
        <w:t>) are as presented in figure 3.1-2:</w:t>
      </w:r>
    </w:p>
    <w:p w14:paraId="1E18694A" w14:textId="77777777" w:rsidR="00823707" w:rsidRPr="00D910A1" w:rsidRDefault="00823707" w:rsidP="00823707">
      <w:pPr>
        <w:pStyle w:val="TH"/>
      </w:pPr>
      <w:r w:rsidRPr="00D910A1">
        <w:object w:dxaOrig="9369" w:dyaOrig="2565" w14:anchorId="1E186D9A">
          <v:shape id="对象 4" o:spid="_x0000_i1026" type="#_x0000_t75" style="width:467.5pt;height:128pt;mso-position-horizontal-relative:page;mso-position-vertical-relative:page" o:ole="">
            <v:imagedata r:id="rId13" o:title=""/>
          </v:shape>
          <o:OLEObject Type="Embed" ProgID="Word.Document.12" ShapeID="对象 4" DrawAspect="Content" ObjectID="_1725702523" r:id="rId14"/>
        </w:object>
      </w:r>
    </w:p>
    <w:p w14:paraId="1E18694B" w14:textId="77777777" w:rsidR="00823707" w:rsidRPr="00D910A1" w:rsidRDefault="00823707" w:rsidP="00823707">
      <w:pPr>
        <w:pStyle w:val="TF"/>
      </w:pPr>
      <w:r w:rsidRPr="00D910A1">
        <w:t xml:space="preserve">Figure 3.1-2: Examples of </w:t>
      </w:r>
      <w:r w:rsidRPr="00D910A1">
        <w:rPr>
          <w:i/>
          <w:iCs/>
        </w:rPr>
        <w:t>port</w:t>
      </w:r>
      <w:r w:rsidRPr="00D910A1">
        <w:t xml:space="preserve">s for </w:t>
      </w:r>
      <w:r w:rsidRPr="00D910A1">
        <w:rPr>
          <w:i/>
          <w:iCs/>
        </w:rPr>
        <w:t>BS type 1-O</w:t>
      </w:r>
      <w:r w:rsidRPr="00D910A1">
        <w:t xml:space="preserve"> and </w:t>
      </w:r>
      <w:r w:rsidRPr="00D910A1">
        <w:rPr>
          <w:i/>
          <w:iCs/>
        </w:rPr>
        <w:t>BS type 2-O</w:t>
      </w:r>
    </w:p>
    <w:p w14:paraId="1E18694C" w14:textId="77777777" w:rsidR="005F2378" w:rsidRDefault="00823707" w:rsidP="005F2378">
      <w:r w:rsidRPr="00D910A1">
        <w:rPr>
          <w:b/>
        </w:rPr>
        <w:t xml:space="preserve">receiver exclusion band: </w:t>
      </w:r>
      <w:r w:rsidRPr="00D910A1">
        <w:t>band of frequencies over which no tests of radiated immunity of a receiver are made, and expressed relative to the BS receive band.</w:t>
      </w:r>
    </w:p>
    <w:p w14:paraId="1E18694D" w14:textId="77777777" w:rsidR="005F2378" w:rsidRDefault="005F2378" w:rsidP="005F2378">
      <w:r>
        <w:rPr>
          <w:b/>
        </w:rPr>
        <w:t>semi-anechoic chamber:</w:t>
      </w:r>
      <w:r>
        <w:t xml:space="preserve"> shielded enclosure in which all surfaces except the metal floor are covered with material that absorbs electromagnetic energy (i.e. RF absorber) in the frequency range of interest.</w:t>
      </w:r>
    </w:p>
    <w:p w14:paraId="1E18694E" w14:textId="77777777" w:rsidR="00823707" w:rsidRPr="00D910A1" w:rsidRDefault="00823707" w:rsidP="00823707">
      <w:pPr>
        <w:rPr>
          <w:rFonts w:ascii="TimesNewRoman" w:hAnsi="TimesNewRoman" w:cs="TimesNewRoman"/>
          <w:lang w:val="en-US"/>
        </w:rPr>
      </w:pPr>
      <w:r w:rsidRPr="00D910A1">
        <w:rPr>
          <w:b/>
        </w:rPr>
        <w:t>s</w:t>
      </w:r>
      <w:r w:rsidRPr="00D910A1">
        <w:rPr>
          <w:b/>
          <w:lang w:val="en-US"/>
        </w:rPr>
        <w:t xml:space="preserve">ignal port: </w:t>
      </w:r>
      <w:r w:rsidRPr="00D910A1">
        <w:rPr>
          <w:rFonts w:ascii="TimesNewRoman" w:hAnsi="TimesNewRoman" w:cs="TimesNewRoman"/>
          <w:iCs/>
          <w:lang w:val="en-US"/>
        </w:rPr>
        <w:t>port</w:t>
      </w:r>
      <w:r w:rsidRPr="00D910A1">
        <w:rPr>
          <w:rFonts w:ascii="TimesNewRoman" w:hAnsi="TimesNewRoman" w:cs="TimesNewRoman"/>
          <w:i/>
          <w:iCs/>
          <w:lang w:val="en-US"/>
        </w:rPr>
        <w:t xml:space="preserve"> </w:t>
      </w:r>
      <w:r w:rsidRPr="00D910A1">
        <w:rPr>
          <w:rFonts w:ascii="TimesNewRoman" w:hAnsi="TimesNewRoman" w:cs="TimesNewRoman"/>
          <w:lang w:val="en-US"/>
        </w:rPr>
        <w:t xml:space="preserve">intended for the interconnection of components of an EUT, or between an EUT and </w:t>
      </w:r>
      <w:r w:rsidRPr="00D910A1">
        <w:rPr>
          <w:rFonts w:ascii="TimesNewRoman" w:hAnsi="TimesNewRoman" w:cs="TimesNewRoman" w:hint="eastAsia"/>
          <w:lang w:val="en-US" w:eastAsia="zh-CN"/>
        </w:rPr>
        <w:t>associated equipment</w:t>
      </w:r>
      <w:r w:rsidRPr="00D910A1">
        <w:rPr>
          <w:rFonts w:ascii="TimesNewRoman" w:hAnsi="TimesNewRoman" w:cs="TimesNewRoman"/>
          <w:lang w:val="en-US"/>
        </w:rPr>
        <w:t xml:space="preserve"> and used in accordance with relevant functional specifications (for example for the maximum length of cable connected to it).</w:t>
      </w:r>
    </w:p>
    <w:p w14:paraId="1E18694F" w14:textId="77777777" w:rsidR="00823707" w:rsidRPr="00D910A1" w:rsidRDefault="00823707" w:rsidP="00823707">
      <w:pPr>
        <w:rPr>
          <w:rFonts w:ascii="TimesNewRoman" w:hAnsi="TimesNewRoman" w:cs="TimesNewRoman"/>
          <w:lang w:val="en-US"/>
        </w:rPr>
      </w:pPr>
      <w:r w:rsidRPr="00D910A1">
        <w:rPr>
          <w:b/>
        </w:rPr>
        <w:lastRenderedPageBreak/>
        <w:t>spatial exclusion zone:</w:t>
      </w:r>
      <w:r w:rsidRPr="00D910A1">
        <w:rPr>
          <w:rFonts w:hint="eastAsia"/>
          <w:bCs/>
          <w:lang w:val="en-US" w:eastAsia="zh-CN"/>
        </w:rPr>
        <w:t xml:space="preserve"> range of angles where </w:t>
      </w:r>
      <w:r w:rsidRPr="00D910A1">
        <w:rPr>
          <w:bCs/>
        </w:rPr>
        <w:t>no tests of radiated immunity are made</w:t>
      </w:r>
      <w:r w:rsidRPr="00D910A1">
        <w:rPr>
          <w:rFonts w:hint="eastAsia"/>
          <w:bCs/>
          <w:lang w:val="en-US" w:eastAsia="zh-CN"/>
        </w:rPr>
        <w:t xml:space="preserve"> for </w:t>
      </w:r>
      <w:r w:rsidRPr="00D910A1">
        <w:rPr>
          <w:rFonts w:hint="eastAsia"/>
          <w:bCs/>
          <w:i/>
          <w:lang w:val="en-US" w:eastAsia="zh-CN"/>
        </w:rPr>
        <w:t>BS type 1-O</w:t>
      </w:r>
      <w:r w:rsidRPr="00D910A1">
        <w:rPr>
          <w:rFonts w:hint="eastAsia"/>
          <w:bCs/>
          <w:lang w:val="en-US" w:eastAsia="zh-CN"/>
        </w:rPr>
        <w:t xml:space="preserve"> </w:t>
      </w:r>
      <w:r w:rsidRPr="00D910A1">
        <w:rPr>
          <w:bCs/>
          <w:lang w:val="en-US" w:eastAsia="zh-CN"/>
        </w:rPr>
        <w:t>or</w:t>
      </w:r>
      <w:r w:rsidRPr="00D910A1">
        <w:rPr>
          <w:rFonts w:hint="eastAsia"/>
          <w:bCs/>
          <w:lang w:val="en-US" w:eastAsia="zh-CN"/>
        </w:rPr>
        <w:t xml:space="preserve"> </w:t>
      </w:r>
      <w:r w:rsidRPr="00D910A1">
        <w:rPr>
          <w:rFonts w:hint="eastAsia"/>
          <w:bCs/>
          <w:i/>
          <w:lang w:val="en-US" w:eastAsia="zh-CN"/>
        </w:rPr>
        <w:t>BS type 2-O</w:t>
      </w:r>
      <w:r w:rsidRPr="00D910A1">
        <w:rPr>
          <w:rFonts w:hint="eastAsia"/>
          <w:bCs/>
          <w:lang w:val="en-US" w:eastAsia="zh-CN"/>
        </w:rPr>
        <w:t xml:space="preserve"> (i.e.</w:t>
      </w:r>
      <w:r w:rsidRPr="00D910A1">
        <w:rPr>
          <w:bCs/>
          <w:lang w:val="en-US" w:eastAsia="zh-CN"/>
        </w:rPr>
        <w:t xml:space="preserve"> half sphere around the EUT's radiating direction</w:t>
      </w:r>
      <w:r w:rsidRPr="00D910A1">
        <w:rPr>
          <w:rFonts w:hint="eastAsia"/>
          <w:bCs/>
          <w:lang w:val="en-US" w:eastAsia="zh-CN"/>
        </w:rPr>
        <w:t>)</w:t>
      </w:r>
      <w:r w:rsidRPr="00D910A1">
        <w:rPr>
          <w:bCs/>
          <w:lang w:val="en-US" w:eastAsia="zh-CN"/>
        </w:rPr>
        <w:t>.</w:t>
      </w:r>
    </w:p>
    <w:p w14:paraId="1E186950" w14:textId="77777777" w:rsidR="00823707" w:rsidRPr="00D910A1" w:rsidRDefault="00823707" w:rsidP="00823707">
      <w:r w:rsidRPr="00D910A1">
        <w:rPr>
          <w:b/>
        </w:rPr>
        <w:t>TAB connector:</w:t>
      </w:r>
      <w:r w:rsidRPr="00D910A1">
        <w:t xml:space="preserve"> </w:t>
      </w:r>
      <w:r w:rsidRPr="00D910A1">
        <w:rPr>
          <w:i/>
        </w:rPr>
        <w:t>transceiver array boundary</w:t>
      </w:r>
      <w:r w:rsidRPr="00D910A1">
        <w:t xml:space="preserve"> connector</w:t>
      </w:r>
    </w:p>
    <w:p w14:paraId="1E186951" w14:textId="77777777" w:rsidR="00823707" w:rsidRPr="00D910A1" w:rsidRDefault="00823707" w:rsidP="00823707">
      <w:pPr>
        <w:rPr>
          <w:b/>
        </w:rPr>
      </w:pPr>
      <w:r w:rsidRPr="00D910A1">
        <w:rPr>
          <w:b/>
        </w:rPr>
        <w:t xml:space="preserve">Throughput: </w:t>
      </w:r>
      <w:r w:rsidRPr="00D910A1">
        <w:rPr>
          <w:bCs/>
        </w:rPr>
        <w:t>number of payload bits successfully received per second for a reference measurement channel in a specified reference condition.</w:t>
      </w:r>
    </w:p>
    <w:p w14:paraId="1E186952" w14:textId="77777777" w:rsidR="00823707" w:rsidRPr="00D910A1" w:rsidRDefault="00823707" w:rsidP="00823707">
      <w:pPr>
        <w:rPr>
          <w:lang w:eastAsia="zh-CN"/>
        </w:rPr>
      </w:pPr>
      <w:r w:rsidRPr="00D910A1">
        <w:rPr>
          <w:b/>
        </w:rPr>
        <w:t>transceiver array boundary:</w:t>
      </w:r>
      <w:r w:rsidRPr="00D910A1">
        <w:t xml:space="preserve"> </w:t>
      </w:r>
      <w:r w:rsidRPr="00D910A1">
        <w:rPr>
          <w:lang w:eastAsia="zh-CN"/>
        </w:rPr>
        <w:t xml:space="preserve">conducted interface between the </w:t>
      </w:r>
      <w:r w:rsidRPr="00D910A1">
        <w:rPr>
          <w:i/>
          <w:lang w:eastAsia="zh-CN"/>
        </w:rPr>
        <w:t>transceiver unit</w:t>
      </w:r>
      <w:r w:rsidRPr="00D910A1">
        <w:rPr>
          <w:lang w:eastAsia="zh-CN"/>
        </w:rPr>
        <w:t xml:space="preserve"> array and the composite antenna.</w:t>
      </w:r>
    </w:p>
    <w:p w14:paraId="1E186953" w14:textId="77777777" w:rsidR="00823707" w:rsidRPr="00D910A1" w:rsidRDefault="00823707" w:rsidP="00823707">
      <w:r w:rsidRPr="00D910A1">
        <w:rPr>
          <w:b/>
        </w:rPr>
        <w:t>transceiver unit:</w:t>
      </w:r>
      <w:r w:rsidRPr="00D910A1">
        <w:t xml:space="preserve"> active unit consisting of transmitter and/or receiver which transmits and/or receives radio signals</w:t>
      </w:r>
      <w:r w:rsidRPr="00D910A1">
        <w:rPr>
          <w:rFonts w:hint="eastAsia"/>
          <w:lang w:eastAsia="zh-CN"/>
        </w:rPr>
        <w:t xml:space="preserve">, and </w:t>
      </w:r>
      <w:r w:rsidRPr="00D910A1">
        <w:rPr>
          <w:rFonts w:hint="eastAsia"/>
        </w:rPr>
        <w:t>which may include passive RF filters</w:t>
      </w:r>
      <w:r w:rsidRPr="00D910A1">
        <w:t>.</w:t>
      </w:r>
    </w:p>
    <w:p w14:paraId="1E186954" w14:textId="77777777" w:rsidR="00823707" w:rsidRPr="00D910A1" w:rsidRDefault="00823707" w:rsidP="00823707">
      <w:r w:rsidRPr="00D910A1">
        <w:rPr>
          <w:b/>
        </w:rPr>
        <w:t>telecommunication port:</w:t>
      </w:r>
      <w:r w:rsidRPr="00D910A1">
        <w:t xml:space="preserve"> </w:t>
      </w:r>
      <w:r w:rsidRPr="00D910A1">
        <w:rPr>
          <w:iCs/>
        </w:rPr>
        <w:t>ports</w:t>
      </w:r>
      <w:r w:rsidRPr="00D910A1">
        <w:t xml:space="preserve"> which are intended to be connected to telecommunication networks (e.g. public switched telecommunication networks, integrated services digital networks), local area networks (e.g. Ethernet, Token Ring) and similar networks.</w:t>
      </w:r>
    </w:p>
    <w:p w14:paraId="1E186955" w14:textId="77777777" w:rsidR="00823707" w:rsidRPr="00D910A1" w:rsidRDefault="00823707" w:rsidP="00823707">
      <w:pPr>
        <w:pStyle w:val="NO"/>
        <w:rPr>
          <w:lang w:eastAsia="zh-CN"/>
        </w:rPr>
      </w:pPr>
      <w:r w:rsidRPr="00D910A1">
        <w:t>NOTE:</w:t>
      </w:r>
      <w:r w:rsidRPr="00D910A1">
        <w:tab/>
      </w:r>
      <w:r w:rsidRPr="00D910A1">
        <w:rPr>
          <w:i/>
        </w:rPr>
        <w:t>Telecommunication port</w:t>
      </w:r>
      <w:r w:rsidRPr="00D910A1">
        <w:t xml:space="preserve"> is called </w:t>
      </w:r>
      <w:r w:rsidRPr="00D910A1">
        <w:rPr>
          <w:sz w:val="21"/>
          <w:lang w:val="en-US" w:eastAsia="zh-CN"/>
        </w:rPr>
        <w:t>"</w:t>
      </w:r>
      <w:r w:rsidRPr="00D910A1">
        <w:t>wired network port</w:t>
      </w:r>
      <w:r w:rsidRPr="00D910A1">
        <w:rPr>
          <w:sz w:val="21"/>
          <w:lang w:val="en-US" w:eastAsia="zh-CN"/>
        </w:rPr>
        <w:t>"</w:t>
      </w:r>
      <w:r w:rsidRPr="00D910A1">
        <w:t xml:space="preserve"> in </w:t>
      </w:r>
      <w:r w:rsidRPr="00D910A1">
        <w:rPr>
          <w:rFonts w:hint="eastAsia"/>
          <w:lang w:val="en-US" w:eastAsia="zh-CN"/>
        </w:rPr>
        <w:t xml:space="preserve">CISPR 32 [11] and </w:t>
      </w:r>
      <w:r w:rsidRPr="00D910A1">
        <w:t>ETSI EN 301 489-1 [23].</w:t>
      </w:r>
    </w:p>
    <w:p w14:paraId="1E186956" w14:textId="77777777" w:rsidR="00823707" w:rsidRPr="00D910A1" w:rsidRDefault="00823707" w:rsidP="00823707">
      <w:r w:rsidRPr="00D910A1">
        <w:rPr>
          <w:b/>
        </w:rPr>
        <w:t>transient phenomena:</w:t>
      </w:r>
      <w:r w:rsidRPr="00D910A1">
        <w:t xml:space="preserve"> pertaining to or designating a phenomena or a quantity which varies between two consecutive steady states during a time interval short compared with the time-scale of interest (IEC 60050-161 [</w:t>
      </w:r>
      <w:r w:rsidRPr="00D910A1">
        <w:rPr>
          <w:rFonts w:hint="eastAsia"/>
          <w:lang w:val="en-US" w:eastAsia="zh-CN"/>
        </w:rPr>
        <w:t>9</w:t>
      </w:r>
      <w:r w:rsidRPr="00D910A1">
        <w:t>]).</w:t>
      </w:r>
    </w:p>
    <w:p w14:paraId="1E186957" w14:textId="77777777" w:rsidR="00823707" w:rsidRPr="00D910A1" w:rsidRDefault="00823707" w:rsidP="00823707">
      <w:pPr>
        <w:rPr>
          <w:bCs/>
        </w:rPr>
      </w:pPr>
      <w:r w:rsidRPr="00D910A1">
        <w:rPr>
          <w:b/>
        </w:rPr>
        <w:t xml:space="preserve">transmitter exclusion band: </w:t>
      </w:r>
      <w:r w:rsidRPr="00D910A1">
        <w:rPr>
          <w:bCs/>
        </w:rPr>
        <w:t>band of frequencies over which no tests of radiated immunity of a transmitter are made and is expressed relative to the carrier frequencies used (the carrier frequencies of the base stations activated transmitter(s)).</w:t>
      </w:r>
    </w:p>
    <w:p w14:paraId="1E186958" w14:textId="77777777" w:rsidR="00823707" w:rsidRPr="00D910A1" w:rsidRDefault="00823707" w:rsidP="00823707">
      <w:r w:rsidRPr="00D910A1">
        <w:rPr>
          <w:b/>
        </w:rPr>
        <w:t xml:space="preserve">upper RF bandwidth edge: </w:t>
      </w:r>
      <w:r w:rsidRPr="00D910A1">
        <w:t>the frequency of the upper edge of the Base Station RF bandwidth, used as a frequency reference point for transmitter and receiver requirements.</w:t>
      </w:r>
    </w:p>
    <w:p w14:paraId="1E186959" w14:textId="77777777" w:rsidR="00823707" w:rsidRPr="00D910A1" w:rsidRDefault="00823707" w:rsidP="00823707">
      <w:pPr>
        <w:pStyle w:val="Heading2"/>
      </w:pPr>
      <w:bookmarkStart w:id="88" w:name="_Toc20994227"/>
      <w:bookmarkStart w:id="89" w:name="_Toc29812086"/>
      <w:bookmarkStart w:id="90" w:name="_Toc37139274"/>
      <w:bookmarkStart w:id="91" w:name="_Toc37268278"/>
      <w:bookmarkStart w:id="92" w:name="_Toc37268372"/>
      <w:bookmarkStart w:id="93" w:name="_Toc45879582"/>
      <w:bookmarkStart w:id="94" w:name="_Toc52563676"/>
      <w:bookmarkStart w:id="95" w:name="_Toc52563772"/>
      <w:bookmarkStart w:id="96" w:name="_Toc52563865"/>
      <w:bookmarkStart w:id="97" w:name="_Toc61181769"/>
      <w:bookmarkStart w:id="98" w:name="_Toc74642587"/>
      <w:bookmarkStart w:id="99" w:name="_Toc76543765"/>
      <w:bookmarkStart w:id="100" w:name="_Toc82627351"/>
      <w:bookmarkStart w:id="101" w:name="_Toc106198085"/>
      <w:r w:rsidRPr="00D910A1">
        <w:t>3.2</w:t>
      </w:r>
      <w:r w:rsidRPr="00D910A1">
        <w:tab/>
        <w:t>Symbols</w:t>
      </w:r>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E18695A" w14:textId="77777777" w:rsidR="00823707" w:rsidRPr="00D910A1" w:rsidRDefault="00823707" w:rsidP="00823707">
      <w:r w:rsidRPr="00D910A1">
        <w:t>For the purposes of the present document, the following symbols apply:</w:t>
      </w:r>
    </w:p>
    <w:p w14:paraId="1E18695B" w14:textId="77777777" w:rsidR="00823707" w:rsidRPr="00D910A1" w:rsidRDefault="00823707" w:rsidP="00823707">
      <w:pPr>
        <w:pStyle w:val="EW"/>
        <w:rPr>
          <w:lang w:val="en-US"/>
        </w:rPr>
      </w:pPr>
      <w:r w:rsidRPr="00D910A1">
        <w:rPr>
          <w:rFonts w:hint="eastAsia"/>
          <w:lang w:eastAsia="zh-CN"/>
        </w:rPr>
        <w:t>β</w:t>
      </w:r>
      <w:r w:rsidRPr="00D910A1">
        <w:tab/>
      </w:r>
      <w:r w:rsidRPr="00D910A1">
        <w:rPr>
          <w:lang w:val="en-US"/>
        </w:rPr>
        <w:t>Bandwidth</w:t>
      </w:r>
    </w:p>
    <w:p w14:paraId="1E18695C" w14:textId="77777777" w:rsidR="00823707" w:rsidRPr="00D910A1" w:rsidRDefault="00823707" w:rsidP="00823707">
      <w:pPr>
        <w:pStyle w:val="EW"/>
      </w:pPr>
      <w:r w:rsidRPr="00D910A1">
        <w:t>BW</w:t>
      </w:r>
      <w:r w:rsidRPr="00D910A1">
        <w:rPr>
          <w:vertAlign w:val="subscript"/>
        </w:rPr>
        <w:t>Channel</w:t>
      </w:r>
      <w:r w:rsidRPr="00D910A1">
        <w:tab/>
        <w:t>Channel bandwidth</w:t>
      </w:r>
    </w:p>
    <w:p w14:paraId="1E18695D" w14:textId="77777777" w:rsidR="00823707" w:rsidRPr="00D910A1" w:rsidRDefault="00823707" w:rsidP="00823707">
      <w:pPr>
        <w:pStyle w:val="EW"/>
      </w:pPr>
      <w:r w:rsidRPr="00D910A1">
        <w:t>Δf</w:t>
      </w:r>
      <w:r w:rsidRPr="00D910A1">
        <w:rPr>
          <w:rFonts w:hint="eastAsia"/>
          <w:vertAlign w:val="subscript"/>
          <w:lang w:val="en-US" w:eastAsia="zh-CN"/>
        </w:rPr>
        <w:t>OBUE</w:t>
      </w:r>
      <w:r w:rsidRPr="00D910A1">
        <w:tab/>
        <w:t xml:space="preserve">Maximum offset of the </w:t>
      </w:r>
      <w:r w:rsidRPr="00D910A1">
        <w:rPr>
          <w:i/>
          <w:iCs/>
        </w:rPr>
        <w:t>operating band</w:t>
      </w:r>
      <w:r w:rsidRPr="00D910A1">
        <w:t xml:space="preserve"> unwanted emissions mask from the </w:t>
      </w:r>
      <w:r w:rsidRPr="00D910A1">
        <w:rPr>
          <w:rFonts w:hint="eastAsia"/>
          <w:lang w:val="en-US" w:eastAsia="zh-CN"/>
        </w:rPr>
        <w:t xml:space="preserve">downlink </w:t>
      </w:r>
      <w:r w:rsidRPr="00D910A1">
        <w:rPr>
          <w:i/>
          <w:iCs/>
        </w:rPr>
        <w:t>operating band</w:t>
      </w:r>
      <w:r w:rsidRPr="00D910A1">
        <w:t xml:space="preserve"> edge</w:t>
      </w:r>
    </w:p>
    <w:p w14:paraId="1E18695E" w14:textId="77777777" w:rsidR="00823707" w:rsidRPr="00D910A1" w:rsidRDefault="00823707" w:rsidP="00823707">
      <w:pPr>
        <w:pStyle w:val="EW"/>
      </w:pPr>
      <w:r w:rsidRPr="00D910A1">
        <w:rPr>
          <w:lang w:val="en-US"/>
        </w:rPr>
        <w:t>Δf</w:t>
      </w:r>
      <w:r w:rsidRPr="00D910A1">
        <w:rPr>
          <w:vertAlign w:val="subscript"/>
          <w:lang w:val="en-US"/>
        </w:rPr>
        <w:t>OOB</w:t>
      </w:r>
      <w:r w:rsidRPr="00D910A1">
        <w:rPr>
          <w:vertAlign w:val="subscript"/>
          <w:lang w:val="en-US" w:eastAsia="zh-CN"/>
        </w:rPr>
        <w:tab/>
      </w:r>
      <w:r w:rsidRPr="00D910A1">
        <w:t xml:space="preserve">Maximum offset of the </w:t>
      </w:r>
      <w:r w:rsidRPr="00D910A1">
        <w:rPr>
          <w:rFonts w:cs="v5.0.0"/>
        </w:rPr>
        <w:t xml:space="preserve">out-of-band </w:t>
      </w:r>
      <w:r w:rsidRPr="00D910A1">
        <w:rPr>
          <w:rFonts w:cs="v5.0.0" w:hint="eastAsia"/>
          <w:lang w:val="en-US" w:eastAsia="zh-CN"/>
        </w:rPr>
        <w:t>boundary</w:t>
      </w:r>
      <w:r w:rsidRPr="00D910A1">
        <w:t xml:space="preserve"> from the uplink </w:t>
      </w:r>
      <w:r w:rsidRPr="00D910A1">
        <w:rPr>
          <w:i/>
          <w:iCs/>
        </w:rPr>
        <w:t>operating band</w:t>
      </w:r>
      <w:r w:rsidRPr="00D910A1">
        <w:t xml:space="preserve"> edge</w:t>
      </w:r>
    </w:p>
    <w:p w14:paraId="1E18695F" w14:textId="77777777" w:rsidR="00823707" w:rsidRPr="00D910A1" w:rsidRDefault="00823707" w:rsidP="00823707">
      <w:pPr>
        <w:pStyle w:val="EW"/>
      </w:pPr>
      <w:r w:rsidRPr="00D910A1">
        <w:t>F</w:t>
      </w:r>
      <w:r w:rsidRPr="00D910A1">
        <w:rPr>
          <w:vertAlign w:val="subscript"/>
        </w:rPr>
        <w:t>DL,low</w:t>
      </w:r>
      <w:r w:rsidRPr="00D910A1">
        <w:tab/>
        <w:t xml:space="preserve">The lowest frequency of the downlink </w:t>
      </w:r>
      <w:r w:rsidRPr="00D910A1">
        <w:rPr>
          <w:i/>
          <w:iCs/>
        </w:rPr>
        <w:t>operating band</w:t>
      </w:r>
    </w:p>
    <w:p w14:paraId="1E186960" w14:textId="77777777" w:rsidR="00823707" w:rsidRPr="00D910A1" w:rsidRDefault="00823707" w:rsidP="00823707">
      <w:pPr>
        <w:pStyle w:val="EW"/>
      </w:pPr>
      <w:r w:rsidRPr="00D910A1">
        <w:t>F</w:t>
      </w:r>
      <w:r w:rsidRPr="00D910A1">
        <w:rPr>
          <w:vertAlign w:val="subscript"/>
        </w:rPr>
        <w:t>DL,high</w:t>
      </w:r>
      <w:r w:rsidRPr="00D910A1">
        <w:tab/>
        <w:t xml:space="preserve">The highest frequency of the downlink </w:t>
      </w:r>
      <w:r w:rsidRPr="00D910A1">
        <w:rPr>
          <w:i/>
          <w:iCs/>
        </w:rPr>
        <w:t>operating band</w:t>
      </w:r>
    </w:p>
    <w:p w14:paraId="1E186961" w14:textId="77777777" w:rsidR="00823707" w:rsidRPr="00D910A1" w:rsidRDefault="00823707" w:rsidP="00823707">
      <w:pPr>
        <w:pStyle w:val="EW"/>
        <w:rPr>
          <w:vertAlign w:val="subscript"/>
        </w:rPr>
      </w:pPr>
      <w:r w:rsidRPr="00D910A1">
        <w:t>F</w:t>
      </w:r>
      <w:r w:rsidRPr="00D910A1">
        <w:rPr>
          <w:vertAlign w:val="subscript"/>
        </w:rPr>
        <w:t>UL,low</w:t>
      </w:r>
      <w:r w:rsidRPr="00D910A1">
        <w:rPr>
          <w:vertAlign w:val="subscript"/>
          <w:lang w:val="en-US" w:eastAsia="zh-CN"/>
        </w:rPr>
        <w:tab/>
      </w:r>
      <w:r w:rsidRPr="00D910A1">
        <w:t xml:space="preserve">The lowest frequency of the </w:t>
      </w:r>
      <w:r w:rsidRPr="00D910A1">
        <w:rPr>
          <w:rFonts w:hint="eastAsia"/>
          <w:lang w:val="en-US" w:eastAsia="zh-CN"/>
        </w:rPr>
        <w:t>up</w:t>
      </w:r>
      <w:r w:rsidRPr="00D910A1">
        <w:t xml:space="preserve">link </w:t>
      </w:r>
      <w:r w:rsidRPr="00D910A1">
        <w:rPr>
          <w:i/>
          <w:iCs/>
        </w:rPr>
        <w:t>operating band</w:t>
      </w:r>
    </w:p>
    <w:p w14:paraId="1E186962" w14:textId="77777777" w:rsidR="00823707" w:rsidRPr="00D910A1" w:rsidRDefault="00823707" w:rsidP="00823707">
      <w:pPr>
        <w:pStyle w:val="EW"/>
      </w:pPr>
      <w:r w:rsidRPr="00D910A1">
        <w:rPr>
          <w:rFonts w:cs="Arial"/>
        </w:rPr>
        <w:t>F</w:t>
      </w:r>
      <w:r w:rsidRPr="00D910A1">
        <w:rPr>
          <w:rFonts w:cs="Arial"/>
          <w:vertAlign w:val="subscript"/>
        </w:rPr>
        <w:t>UL,high</w:t>
      </w:r>
      <w:r w:rsidRPr="00D910A1">
        <w:rPr>
          <w:vertAlign w:val="subscript"/>
          <w:lang w:val="en-US" w:eastAsia="zh-CN"/>
        </w:rPr>
        <w:tab/>
      </w:r>
      <w:r w:rsidRPr="00D910A1">
        <w:t xml:space="preserve">The highest frequency of the </w:t>
      </w:r>
      <w:r w:rsidRPr="00D910A1">
        <w:rPr>
          <w:rFonts w:hint="eastAsia"/>
          <w:lang w:val="en-US" w:eastAsia="zh-CN"/>
        </w:rPr>
        <w:t>up</w:t>
      </w:r>
      <w:r w:rsidRPr="00D910A1">
        <w:t xml:space="preserve">link </w:t>
      </w:r>
      <w:r w:rsidRPr="00D910A1">
        <w:rPr>
          <w:i/>
          <w:iCs/>
        </w:rPr>
        <w:t>operating band</w:t>
      </w:r>
    </w:p>
    <w:p w14:paraId="1E186963" w14:textId="77777777" w:rsidR="00823707" w:rsidRPr="00D910A1" w:rsidRDefault="00823707" w:rsidP="00823707">
      <w:pPr>
        <w:pStyle w:val="EW"/>
        <w:rPr>
          <w:lang w:val="en-US" w:eastAsia="zh-CN"/>
        </w:rPr>
      </w:pPr>
      <w:r w:rsidRPr="00D910A1">
        <w:rPr>
          <w:lang w:val="en-US" w:eastAsia="zh-CN"/>
        </w:rPr>
        <w:t>Δf</w:t>
      </w:r>
      <w:r w:rsidRPr="00D910A1">
        <w:rPr>
          <w:vertAlign w:val="subscript"/>
          <w:lang w:val="en-US" w:eastAsia="zh-CN"/>
        </w:rPr>
        <w:t>RIexclusion</w:t>
      </w:r>
      <w:r w:rsidRPr="00D910A1">
        <w:rPr>
          <w:vertAlign w:val="subscript"/>
          <w:lang w:val="en-US" w:eastAsia="zh-CN"/>
        </w:rPr>
        <w:tab/>
      </w:r>
      <w:r w:rsidRPr="00D910A1">
        <w:t xml:space="preserve">Maximum offset of the </w:t>
      </w:r>
      <w:r w:rsidRPr="00D910A1">
        <w:rPr>
          <w:rFonts w:cs="v5.0.0"/>
        </w:rPr>
        <w:t>Radiated Immunity exclusion band</w:t>
      </w:r>
      <w:r w:rsidRPr="00D910A1">
        <w:t xml:space="preserve"> from the uplink </w:t>
      </w:r>
      <w:r w:rsidRPr="00D910A1">
        <w:rPr>
          <w:i/>
          <w:iCs/>
        </w:rPr>
        <w:t>operating band</w:t>
      </w:r>
      <w:r w:rsidRPr="00D910A1">
        <w:t xml:space="preserve"> edge for test without</w:t>
      </w:r>
      <w:r w:rsidRPr="00D910A1">
        <w:rPr>
          <w:i/>
          <w:iCs/>
        </w:rPr>
        <w:t xml:space="preserve"> spatial exclusion</w:t>
      </w:r>
      <w:r w:rsidRPr="00D910A1">
        <w:rPr>
          <w:rFonts w:hint="eastAsia"/>
          <w:i/>
          <w:iCs/>
          <w:lang w:val="en-US" w:eastAsia="zh-CN"/>
        </w:rPr>
        <w:t xml:space="preserve"> </w:t>
      </w:r>
      <w:r w:rsidRPr="00D910A1">
        <w:rPr>
          <w:i/>
        </w:rPr>
        <w:t>zone</w:t>
      </w:r>
      <w:r w:rsidRPr="00D910A1">
        <w:t xml:space="preserve"> applied</w:t>
      </w:r>
    </w:p>
    <w:p w14:paraId="1E186964" w14:textId="77777777" w:rsidR="00823707" w:rsidRPr="00D910A1" w:rsidRDefault="00823707" w:rsidP="00823707">
      <w:pPr>
        <w:pStyle w:val="EW"/>
      </w:pPr>
    </w:p>
    <w:p w14:paraId="1E186965" w14:textId="77777777" w:rsidR="00823707" w:rsidRPr="00D910A1" w:rsidRDefault="00823707" w:rsidP="00823707">
      <w:pPr>
        <w:pStyle w:val="Heading2"/>
      </w:pPr>
      <w:bookmarkStart w:id="102" w:name="_Toc20994228"/>
      <w:bookmarkStart w:id="103" w:name="_Toc29812087"/>
      <w:bookmarkStart w:id="104" w:name="_Toc37139275"/>
      <w:bookmarkStart w:id="105" w:name="_Toc37268279"/>
      <w:bookmarkStart w:id="106" w:name="_Toc37268373"/>
      <w:bookmarkStart w:id="107" w:name="_Toc45879583"/>
      <w:bookmarkStart w:id="108" w:name="_Toc52563677"/>
      <w:bookmarkStart w:id="109" w:name="_Toc52563773"/>
      <w:bookmarkStart w:id="110" w:name="_Toc52563866"/>
      <w:bookmarkStart w:id="111" w:name="_Toc61181770"/>
      <w:bookmarkStart w:id="112" w:name="_Toc74642588"/>
      <w:bookmarkStart w:id="113" w:name="_Toc76543766"/>
      <w:bookmarkStart w:id="114" w:name="_Toc82627352"/>
      <w:bookmarkStart w:id="115" w:name="_Toc106198086"/>
      <w:r w:rsidRPr="00D910A1">
        <w:t>3.3</w:t>
      </w:r>
      <w:r w:rsidRPr="00D910A1">
        <w:tab/>
        <w:t>Abbreviations</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1E186966" w14:textId="77777777" w:rsidR="00823707" w:rsidRPr="00D910A1" w:rsidRDefault="00823707" w:rsidP="00823707">
      <w:r w:rsidRPr="00D910A1">
        <w:t>For the purposes of the present document, the abbreviations given in TR 21.905 [1] and the following apply. An abbreviation defined in the present document takes precedence over the definition of the same abbreviation, if any, in TR 21.905 [1].</w:t>
      </w:r>
    </w:p>
    <w:p w14:paraId="1E186967" w14:textId="77777777" w:rsidR="005F2378" w:rsidRDefault="005F2378" w:rsidP="005F2378">
      <w:pPr>
        <w:pStyle w:val="EW"/>
      </w:pPr>
      <w:r>
        <w:t>AC</w:t>
      </w:r>
      <w:r>
        <w:tab/>
        <w:t>Alternating Current</w:t>
      </w:r>
    </w:p>
    <w:p w14:paraId="1E186968" w14:textId="77777777" w:rsidR="005F2378" w:rsidRDefault="005F2378" w:rsidP="005F2378">
      <w:pPr>
        <w:pStyle w:val="EW"/>
      </w:pPr>
      <w:r>
        <w:t>AMN</w:t>
      </w:r>
      <w:r>
        <w:tab/>
        <w:t>Artificial Mains Network</w:t>
      </w:r>
    </w:p>
    <w:p w14:paraId="1E186969" w14:textId="77777777" w:rsidR="005F2378" w:rsidRDefault="005F2378" w:rsidP="005F2378">
      <w:pPr>
        <w:pStyle w:val="EW"/>
      </w:pPr>
      <w:r>
        <w:t>BC</w:t>
      </w:r>
      <w:r>
        <w:tab/>
        <w:t>Band Category</w:t>
      </w:r>
    </w:p>
    <w:p w14:paraId="1E18696A" w14:textId="77777777" w:rsidR="005F2378" w:rsidRDefault="005F2378" w:rsidP="005F2378">
      <w:pPr>
        <w:pStyle w:val="EW"/>
        <w:rPr>
          <w:lang w:val="en-US" w:eastAsia="zh-CN"/>
        </w:rPr>
      </w:pPr>
      <w:r>
        <w:rPr>
          <w:rFonts w:hint="eastAsia"/>
          <w:lang w:val="en-US" w:eastAsia="zh-CN"/>
        </w:rPr>
        <w:t>BS</w:t>
      </w:r>
      <w:r>
        <w:rPr>
          <w:rFonts w:hint="eastAsia"/>
          <w:lang w:val="en-US" w:eastAsia="zh-CN"/>
        </w:rPr>
        <w:tab/>
        <w:t>Base Station</w:t>
      </w:r>
    </w:p>
    <w:p w14:paraId="1E18696B" w14:textId="77777777" w:rsidR="005F2378" w:rsidRDefault="005F2378" w:rsidP="005F2378">
      <w:pPr>
        <w:pStyle w:val="EW"/>
        <w:rPr>
          <w:lang w:val="en-US" w:eastAsia="zh-CN"/>
        </w:rPr>
      </w:pPr>
      <w:r>
        <w:rPr>
          <w:rFonts w:hint="eastAsia"/>
          <w:lang w:val="en-US" w:eastAsia="zh-CN"/>
        </w:rPr>
        <w:t>CA</w:t>
      </w:r>
      <w:r>
        <w:rPr>
          <w:rFonts w:hint="eastAsia"/>
          <w:lang w:val="en-US" w:eastAsia="zh-CN"/>
        </w:rPr>
        <w:tab/>
      </w:r>
      <w:r>
        <w:t>Carrier Aggregat</w:t>
      </w:r>
      <w:r>
        <w:rPr>
          <w:rFonts w:hint="eastAsia"/>
          <w:lang w:val="en-US" w:eastAsia="zh-CN"/>
        </w:rPr>
        <w:t>ion</w:t>
      </w:r>
    </w:p>
    <w:p w14:paraId="1E18696C" w14:textId="77777777" w:rsidR="005F2378" w:rsidRDefault="005F2378" w:rsidP="005F2378">
      <w:pPr>
        <w:pStyle w:val="EW"/>
      </w:pPr>
      <w:r>
        <w:t>CDN</w:t>
      </w:r>
      <w:r>
        <w:tab/>
        <w:t>Coupling/Decoupling Network</w:t>
      </w:r>
    </w:p>
    <w:p w14:paraId="1E18696D" w14:textId="77777777" w:rsidR="005F2378" w:rsidRDefault="005F2378" w:rsidP="005F2378">
      <w:pPr>
        <w:pStyle w:val="EW"/>
      </w:pPr>
      <w:r>
        <w:t>CS</w:t>
      </w:r>
      <w:r>
        <w:tab/>
        <w:t>Capability Set</w:t>
      </w:r>
    </w:p>
    <w:p w14:paraId="1E18696E" w14:textId="77777777" w:rsidR="005F2378" w:rsidRDefault="005F2378" w:rsidP="005F2378">
      <w:pPr>
        <w:pStyle w:val="EW"/>
      </w:pPr>
      <w:r>
        <w:t>DC</w:t>
      </w:r>
      <w:r>
        <w:tab/>
        <w:t>Direct Current</w:t>
      </w:r>
    </w:p>
    <w:p w14:paraId="1E18696F" w14:textId="77777777" w:rsidR="005F2378" w:rsidRDefault="005F2378" w:rsidP="005F2378">
      <w:pPr>
        <w:pStyle w:val="EW"/>
      </w:pPr>
      <w:r>
        <w:t>EIRP</w:t>
      </w:r>
      <w:r>
        <w:rPr>
          <w:rFonts w:hint="eastAsia"/>
          <w:lang w:val="en-US" w:eastAsia="zh-CN"/>
        </w:rPr>
        <w:tab/>
      </w:r>
      <w:r>
        <w:t>Equivalent Isotropic Radiated Power</w:t>
      </w:r>
    </w:p>
    <w:p w14:paraId="1E186970" w14:textId="77777777" w:rsidR="005F2378" w:rsidRDefault="005F2378" w:rsidP="005F2378">
      <w:pPr>
        <w:pStyle w:val="EW"/>
      </w:pPr>
      <w:r>
        <w:t>EMC</w:t>
      </w:r>
      <w:r>
        <w:tab/>
        <w:t>Electromagnetic Compatibility</w:t>
      </w:r>
    </w:p>
    <w:p w14:paraId="1E186971" w14:textId="77777777" w:rsidR="005F2378" w:rsidRDefault="005F2378" w:rsidP="005F2378">
      <w:pPr>
        <w:pStyle w:val="EW"/>
        <w:rPr>
          <w:lang w:val="en-US" w:eastAsia="zh-CN"/>
        </w:rPr>
      </w:pPr>
      <w:r>
        <w:t>e.r.p.</w:t>
      </w:r>
      <w:r>
        <w:rPr>
          <w:rFonts w:hint="eastAsia"/>
          <w:lang w:val="en-US" w:eastAsia="zh-CN"/>
        </w:rPr>
        <w:tab/>
      </w:r>
      <w:r>
        <w:t xml:space="preserve">Effective </w:t>
      </w:r>
      <w:r>
        <w:rPr>
          <w:rFonts w:hint="eastAsia"/>
          <w:lang w:val="en-US" w:eastAsia="zh-CN"/>
        </w:rPr>
        <w:t>R</w:t>
      </w:r>
      <w:r>
        <w:t xml:space="preserve">adiated </w:t>
      </w:r>
      <w:r>
        <w:rPr>
          <w:rFonts w:hint="eastAsia"/>
          <w:lang w:val="en-US" w:eastAsia="zh-CN"/>
        </w:rPr>
        <w:t>P</w:t>
      </w:r>
      <w:r>
        <w:t>ower</w:t>
      </w:r>
    </w:p>
    <w:p w14:paraId="1E186972" w14:textId="77777777" w:rsidR="005F2378" w:rsidRDefault="005F2378" w:rsidP="005F2378">
      <w:pPr>
        <w:pStyle w:val="EW"/>
      </w:pPr>
      <w:r>
        <w:lastRenderedPageBreak/>
        <w:t>ESD</w:t>
      </w:r>
      <w:r>
        <w:tab/>
        <w:t>Electrostatic Discharge</w:t>
      </w:r>
    </w:p>
    <w:p w14:paraId="1E186973" w14:textId="77777777" w:rsidR="005F2378" w:rsidRDefault="005F2378" w:rsidP="005F2378">
      <w:pPr>
        <w:pStyle w:val="EW"/>
      </w:pPr>
      <w:r>
        <w:t>EUT</w:t>
      </w:r>
      <w:r>
        <w:tab/>
        <w:t>Equipment Under Test</w:t>
      </w:r>
    </w:p>
    <w:p w14:paraId="1E186974" w14:textId="77777777" w:rsidR="005F2378" w:rsidRDefault="005F2378" w:rsidP="005F2378">
      <w:pPr>
        <w:pStyle w:val="EW"/>
      </w:pPr>
      <w:r>
        <w:t>FR</w:t>
      </w:r>
      <w:r>
        <w:tab/>
        <w:t>Frequency Range</w:t>
      </w:r>
    </w:p>
    <w:p w14:paraId="1E186975" w14:textId="77777777" w:rsidR="005F2378" w:rsidRDefault="005F2378" w:rsidP="005F2378">
      <w:pPr>
        <w:pStyle w:val="EW"/>
        <w:rPr>
          <w:color w:val="000000" w:themeColor="text1"/>
        </w:rPr>
      </w:pPr>
      <w:r>
        <w:rPr>
          <w:color w:val="000000" w:themeColor="text1"/>
        </w:rPr>
        <w:t>FAR</w:t>
      </w:r>
      <w:r>
        <w:rPr>
          <w:color w:val="000000" w:themeColor="text1"/>
        </w:rPr>
        <w:tab/>
        <w:t>Fully-Anechoic Room</w:t>
      </w:r>
    </w:p>
    <w:p w14:paraId="1E186976" w14:textId="77777777" w:rsidR="005F2378" w:rsidRDefault="005F2378" w:rsidP="005F2378">
      <w:pPr>
        <w:pStyle w:val="EW"/>
      </w:pPr>
      <w:r>
        <w:t>FRC</w:t>
      </w:r>
      <w:r>
        <w:tab/>
        <w:t>Fixed Reference Channel</w:t>
      </w:r>
    </w:p>
    <w:p w14:paraId="1E186977" w14:textId="77777777" w:rsidR="005F2378" w:rsidRDefault="005F2378" w:rsidP="005F2378">
      <w:pPr>
        <w:pStyle w:val="EW"/>
        <w:rPr>
          <w:color w:val="000000" w:themeColor="text1"/>
          <w:lang w:val="en-US" w:eastAsia="zh-CN"/>
        </w:rPr>
      </w:pPr>
      <w:r>
        <w:rPr>
          <w:color w:val="000000" w:themeColor="text1"/>
        </w:rPr>
        <w:t>FSOATS</w:t>
      </w:r>
      <w:r>
        <w:rPr>
          <w:color w:val="000000" w:themeColor="text1"/>
        </w:rPr>
        <w:tab/>
        <w:t>Free Space OATS</w:t>
      </w:r>
    </w:p>
    <w:p w14:paraId="1E186978" w14:textId="77777777" w:rsidR="005F2378" w:rsidRDefault="005F2378" w:rsidP="005F2378">
      <w:pPr>
        <w:pStyle w:val="EW"/>
        <w:rPr>
          <w:lang w:val="en-US" w:eastAsia="zh-CN"/>
        </w:rPr>
      </w:pPr>
      <w:r>
        <w:rPr>
          <w:rFonts w:hint="eastAsia"/>
          <w:lang w:val="en-US" w:eastAsia="zh-CN"/>
        </w:rPr>
        <w:t>NC</w:t>
      </w:r>
      <w:r>
        <w:rPr>
          <w:rFonts w:hint="eastAsia"/>
          <w:lang w:val="en-US" w:eastAsia="zh-CN"/>
        </w:rPr>
        <w:tab/>
        <w:t>Non Contiguous</w:t>
      </w:r>
    </w:p>
    <w:p w14:paraId="1E186979" w14:textId="77777777" w:rsidR="005F2378" w:rsidRDefault="005F2378" w:rsidP="005F2378">
      <w:pPr>
        <w:pStyle w:val="EW"/>
        <w:rPr>
          <w:lang w:val="en-US" w:eastAsia="zh-CN"/>
        </w:rPr>
      </w:pPr>
      <w:r>
        <w:rPr>
          <w:rFonts w:hint="eastAsia"/>
          <w:lang w:val="en-US" w:eastAsia="zh-CN"/>
        </w:rPr>
        <w:t>NG</w:t>
      </w:r>
      <w:r>
        <w:rPr>
          <w:rFonts w:hint="eastAsia"/>
          <w:lang w:val="en-US" w:eastAsia="zh-CN"/>
        </w:rPr>
        <w:tab/>
        <w:t>Next Generation</w:t>
      </w:r>
    </w:p>
    <w:p w14:paraId="1E18697A" w14:textId="77777777" w:rsidR="005F2378" w:rsidRDefault="005F2378" w:rsidP="005F2378">
      <w:pPr>
        <w:pStyle w:val="EW"/>
        <w:rPr>
          <w:lang w:val="en-US" w:eastAsia="zh-CN"/>
        </w:rPr>
      </w:pPr>
      <w:r>
        <w:rPr>
          <w:rFonts w:hint="eastAsia"/>
          <w:lang w:val="en-US" w:eastAsia="zh-CN"/>
        </w:rPr>
        <w:t>NGC</w:t>
      </w:r>
      <w:r>
        <w:rPr>
          <w:rFonts w:hint="eastAsia"/>
          <w:lang w:val="en-US" w:eastAsia="zh-CN"/>
        </w:rPr>
        <w:tab/>
        <w:t>Next Generation Core</w:t>
      </w:r>
    </w:p>
    <w:p w14:paraId="1E18697B" w14:textId="77777777" w:rsidR="005F2378" w:rsidRDefault="005F2378" w:rsidP="005F2378">
      <w:pPr>
        <w:pStyle w:val="EW"/>
        <w:rPr>
          <w:lang w:val="en-US" w:eastAsia="zh-CN"/>
        </w:rPr>
      </w:pPr>
      <w:r>
        <w:rPr>
          <w:rFonts w:hint="eastAsia"/>
          <w:lang w:val="en-US" w:eastAsia="zh-CN"/>
        </w:rPr>
        <w:t>NR</w:t>
      </w:r>
      <w:r>
        <w:rPr>
          <w:rFonts w:hint="eastAsia"/>
          <w:lang w:val="en-US" w:eastAsia="zh-CN"/>
        </w:rPr>
        <w:tab/>
        <w:t>New Radio</w:t>
      </w:r>
    </w:p>
    <w:p w14:paraId="1E18697C" w14:textId="77777777" w:rsidR="005F2378" w:rsidRPr="004E0614" w:rsidRDefault="005F2378" w:rsidP="005F2378">
      <w:pPr>
        <w:pStyle w:val="EW"/>
        <w:rPr>
          <w:lang w:val="en-US" w:eastAsia="zh-CN"/>
        </w:rPr>
      </w:pPr>
      <w:r>
        <w:rPr>
          <w:rFonts w:cs="v5.0.0"/>
        </w:rPr>
        <w:t>NR-ARFCN</w:t>
      </w:r>
      <w:r>
        <w:rPr>
          <w:rFonts w:cs="v5.0.0" w:hint="eastAsia"/>
          <w:lang w:val="en-US" w:eastAsia="zh-CN"/>
        </w:rPr>
        <w:tab/>
      </w:r>
      <w:r>
        <w:rPr>
          <w:rFonts w:cs="v5.0.0"/>
        </w:rPr>
        <w:t xml:space="preserve">NR Absolute Radio </w:t>
      </w:r>
      <w:r w:rsidRPr="004E0614">
        <w:rPr>
          <w:rFonts w:cs="v5.0.0"/>
        </w:rPr>
        <w:t>Frequency Channel Num</w:t>
      </w:r>
      <w:r w:rsidRPr="004E0614">
        <w:rPr>
          <w:rFonts w:cs="v5.0.0" w:hint="eastAsia"/>
          <w:lang w:val="en-US" w:eastAsia="zh-CN"/>
        </w:rPr>
        <w:t>ber</w:t>
      </w:r>
    </w:p>
    <w:p w14:paraId="1E18697D" w14:textId="77777777" w:rsidR="005F2378" w:rsidRPr="004E0614" w:rsidRDefault="005F2378" w:rsidP="005F2378">
      <w:pPr>
        <w:pStyle w:val="EW"/>
      </w:pPr>
      <w:r w:rsidRPr="004E0614">
        <w:rPr>
          <w:rFonts w:hint="eastAsia"/>
          <w:lang w:val="en-US" w:eastAsia="zh-CN"/>
        </w:rPr>
        <w:t>NRTC</w:t>
      </w:r>
      <w:r w:rsidRPr="004E0614">
        <w:rPr>
          <w:rFonts w:hint="eastAsia"/>
          <w:lang w:val="en-US" w:eastAsia="zh-CN"/>
        </w:rPr>
        <w:tab/>
      </w:r>
      <w:r w:rsidRPr="004E0614">
        <w:rPr>
          <w:rFonts w:hint="eastAsia"/>
          <w:snapToGrid w:val="0"/>
          <w:lang w:val="en-US" w:eastAsia="zh-CN"/>
        </w:rPr>
        <w:t>NR T</w:t>
      </w:r>
      <w:r w:rsidRPr="004E0614">
        <w:rPr>
          <w:snapToGrid w:val="0"/>
        </w:rPr>
        <w:t xml:space="preserve">est </w:t>
      </w:r>
      <w:r w:rsidRPr="004E0614">
        <w:rPr>
          <w:rFonts w:hint="eastAsia"/>
          <w:snapToGrid w:val="0"/>
          <w:lang w:val="en-US" w:eastAsia="zh-CN"/>
        </w:rPr>
        <w:t>C</w:t>
      </w:r>
      <w:r w:rsidRPr="004E0614">
        <w:rPr>
          <w:snapToGrid w:val="0"/>
        </w:rPr>
        <w:t>onfiguratio</w:t>
      </w:r>
      <w:r w:rsidRPr="004E0614">
        <w:rPr>
          <w:rFonts w:hint="eastAsia"/>
          <w:snapToGrid w:val="0"/>
          <w:lang w:val="en-US" w:eastAsia="zh-CN"/>
        </w:rPr>
        <w:t>n</w:t>
      </w:r>
    </w:p>
    <w:p w14:paraId="1E18697E" w14:textId="77777777" w:rsidR="005F2378" w:rsidRPr="004E0614" w:rsidRDefault="005F2378" w:rsidP="005F2378">
      <w:pPr>
        <w:pStyle w:val="EW"/>
      </w:pPr>
      <w:r w:rsidRPr="004E0614">
        <w:t>NTC</w:t>
      </w:r>
      <w:r w:rsidRPr="004E0614">
        <w:tab/>
        <w:t>Test Configuration for Non-contiguous operation</w:t>
      </w:r>
    </w:p>
    <w:p w14:paraId="1E18697F" w14:textId="77777777" w:rsidR="005F2378" w:rsidRPr="004E0614" w:rsidRDefault="005F2378" w:rsidP="005F2378">
      <w:pPr>
        <w:pStyle w:val="EW"/>
        <w:rPr>
          <w:color w:val="000000" w:themeColor="text1"/>
        </w:rPr>
      </w:pPr>
      <w:r w:rsidRPr="004E0614">
        <w:t>NSA</w:t>
      </w:r>
      <w:r w:rsidR="00456274">
        <w:tab/>
      </w:r>
      <w:r w:rsidRPr="004E0614">
        <w:t xml:space="preserve">Normalized Site Attenuation </w:t>
      </w:r>
    </w:p>
    <w:p w14:paraId="1E186980" w14:textId="77777777" w:rsidR="005F2378" w:rsidRPr="004E0614" w:rsidRDefault="005F2378" w:rsidP="005F2378">
      <w:pPr>
        <w:pStyle w:val="EW"/>
        <w:rPr>
          <w:color w:val="000000" w:themeColor="text1"/>
        </w:rPr>
      </w:pPr>
      <w:r w:rsidRPr="004E0614">
        <w:rPr>
          <w:color w:val="000000" w:themeColor="text1"/>
        </w:rPr>
        <w:t>OATS</w:t>
      </w:r>
      <w:r w:rsidRPr="004E0614">
        <w:rPr>
          <w:color w:val="000000" w:themeColor="text1"/>
        </w:rPr>
        <w:tab/>
        <w:t xml:space="preserve">Open Area Test Site </w:t>
      </w:r>
    </w:p>
    <w:p w14:paraId="1E186981" w14:textId="77777777" w:rsidR="005F2378" w:rsidRPr="004E0614" w:rsidRDefault="005F2378" w:rsidP="005F2378">
      <w:pPr>
        <w:pStyle w:val="EW"/>
      </w:pPr>
      <w:r w:rsidRPr="004E0614">
        <w:t>RAT</w:t>
      </w:r>
      <w:r w:rsidRPr="004E0614">
        <w:tab/>
        <w:t>Radio Access Technology</w:t>
      </w:r>
    </w:p>
    <w:p w14:paraId="1E186982" w14:textId="77777777" w:rsidR="005F2378" w:rsidRPr="004E0614" w:rsidRDefault="005F2378" w:rsidP="005F2378">
      <w:pPr>
        <w:pStyle w:val="EW"/>
      </w:pPr>
      <w:r w:rsidRPr="004E0614">
        <w:t>RF</w:t>
      </w:r>
      <w:r w:rsidRPr="004E0614">
        <w:tab/>
        <w:t>Radio Frequency</w:t>
      </w:r>
    </w:p>
    <w:p w14:paraId="1E186983" w14:textId="77777777" w:rsidR="005F2378" w:rsidRPr="004E0614" w:rsidRDefault="005F2378" w:rsidP="005F2378">
      <w:pPr>
        <w:pStyle w:val="EW"/>
      </w:pPr>
      <w:r w:rsidRPr="004E0614">
        <w:t>RIB</w:t>
      </w:r>
      <w:r w:rsidRPr="004E0614">
        <w:tab/>
        <w:t>Radiated Interface Boundar</w:t>
      </w:r>
      <w:r w:rsidRPr="004E0614">
        <w:rPr>
          <w:rFonts w:hint="eastAsia"/>
          <w:lang w:val="en-US" w:eastAsia="zh-CN"/>
        </w:rPr>
        <w:t>y</w:t>
      </w:r>
    </w:p>
    <w:p w14:paraId="1E186984" w14:textId="77777777" w:rsidR="005F2378" w:rsidRPr="004E0614" w:rsidRDefault="005F2378" w:rsidP="005F2378">
      <w:pPr>
        <w:pStyle w:val="EW"/>
      </w:pPr>
      <w:r w:rsidRPr="004E0614">
        <w:t>rms</w:t>
      </w:r>
      <w:r w:rsidRPr="004E0614">
        <w:tab/>
        <w:t>root mean square</w:t>
      </w:r>
    </w:p>
    <w:p w14:paraId="1E186985" w14:textId="77777777" w:rsidR="005F2378" w:rsidRPr="004E0614" w:rsidRDefault="005F2378" w:rsidP="005F2378">
      <w:pPr>
        <w:pStyle w:val="EW"/>
        <w:rPr>
          <w:color w:val="000000" w:themeColor="text1"/>
          <w:lang w:eastAsia="zh-CN"/>
        </w:rPr>
      </w:pPr>
      <w:r w:rsidRPr="004E0614">
        <w:t>RSM</w:t>
      </w:r>
      <w:r w:rsidRPr="004E0614">
        <w:tab/>
        <w:t>Reference Site Method</w:t>
      </w:r>
    </w:p>
    <w:p w14:paraId="1E186986" w14:textId="77777777" w:rsidR="005F2378" w:rsidRDefault="005F2378" w:rsidP="005F2378">
      <w:pPr>
        <w:pStyle w:val="EW"/>
        <w:rPr>
          <w:color w:val="000000" w:themeColor="text1"/>
          <w:lang w:eastAsia="zh-CN"/>
        </w:rPr>
      </w:pPr>
      <w:r w:rsidRPr="004E0614">
        <w:rPr>
          <w:color w:val="000000" w:themeColor="text1"/>
          <w:lang w:eastAsia="zh-CN"/>
        </w:rPr>
        <w:t>SAC</w:t>
      </w:r>
      <w:r w:rsidRPr="004E0614">
        <w:rPr>
          <w:color w:val="000000" w:themeColor="text1"/>
        </w:rPr>
        <w:tab/>
        <w:t>Semi Anechoic Chamber</w:t>
      </w:r>
    </w:p>
    <w:p w14:paraId="1E186987" w14:textId="77777777" w:rsidR="005F2378" w:rsidRDefault="005F2378" w:rsidP="005F2378">
      <w:pPr>
        <w:pStyle w:val="EW"/>
        <w:rPr>
          <w:lang w:val="en-US"/>
        </w:rPr>
      </w:pPr>
      <w:r>
        <w:rPr>
          <w:lang w:eastAsia="zh-CN"/>
        </w:rPr>
        <w:t>SC</w:t>
      </w:r>
      <w:r>
        <w:rPr>
          <w:rFonts w:hint="eastAsia"/>
          <w:lang w:val="en-US" w:eastAsia="zh-CN"/>
        </w:rPr>
        <w:tab/>
        <w:t>S</w:t>
      </w:r>
      <w:r>
        <w:rPr>
          <w:lang w:eastAsia="zh-CN"/>
        </w:rPr>
        <w:t xml:space="preserve">ingle </w:t>
      </w:r>
      <w:r>
        <w:rPr>
          <w:rFonts w:hint="eastAsia"/>
          <w:lang w:val="en-US" w:eastAsia="zh-CN"/>
        </w:rPr>
        <w:t>C</w:t>
      </w:r>
      <w:r>
        <w:rPr>
          <w:lang w:eastAsia="zh-CN"/>
        </w:rPr>
        <w:t>arrie</w:t>
      </w:r>
      <w:r>
        <w:rPr>
          <w:rFonts w:hint="eastAsia"/>
          <w:lang w:val="en-US" w:eastAsia="zh-CN"/>
        </w:rPr>
        <w:t>r</w:t>
      </w:r>
    </w:p>
    <w:p w14:paraId="1E186988" w14:textId="77777777" w:rsidR="005F2378" w:rsidRDefault="005F2378" w:rsidP="005F2378">
      <w:pPr>
        <w:pStyle w:val="EW"/>
      </w:pPr>
      <w:r>
        <w:t>SDL</w:t>
      </w:r>
      <w:r>
        <w:tab/>
        <w:t>Supplementary Downlink</w:t>
      </w:r>
    </w:p>
    <w:p w14:paraId="1E186989" w14:textId="77777777" w:rsidR="005F2378" w:rsidRDefault="005F2378" w:rsidP="005F2378">
      <w:pPr>
        <w:pStyle w:val="EW"/>
      </w:pPr>
      <w:r>
        <w:t>TC</w:t>
      </w:r>
      <w:r>
        <w:tab/>
        <w:t>Test Configuration</w:t>
      </w:r>
    </w:p>
    <w:p w14:paraId="1E18698A" w14:textId="77777777" w:rsidR="00823707" w:rsidRPr="005F2378" w:rsidRDefault="005F2378" w:rsidP="00823707">
      <w:pPr>
        <w:pStyle w:val="EW"/>
        <w:rPr>
          <w:lang w:val="en-US"/>
        </w:rPr>
      </w:pPr>
      <w:r>
        <w:rPr>
          <w:rFonts w:hint="eastAsia"/>
          <w:lang w:val="en-US" w:eastAsia="zh-CN"/>
        </w:rPr>
        <w:t>UL</w:t>
      </w:r>
      <w:r>
        <w:rPr>
          <w:rFonts w:hint="eastAsia"/>
          <w:lang w:val="en-US" w:eastAsia="zh-CN"/>
        </w:rPr>
        <w:tab/>
        <w:t>Uplink</w:t>
      </w:r>
    </w:p>
    <w:p w14:paraId="1E18698B" w14:textId="77777777" w:rsidR="00823707" w:rsidRPr="00D910A1" w:rsidRDefault="00823707" w:rsidP="00823707">
      <w:pPr>
        <w:pStyle w:val="Heading1"/>
      </w:pPr>
      <w:bookmarkStart w:id="116" w:name="_Toc20994229"/>
      <w:bookmarkStart w:id="117" w:name="_Toc29812088"/>
      <w:bookmarkStart w:id="118" w:name="_Toc37139276"/>
      <w:bookmarkStart w:id="119" w:name="_Toc37268280"/>
      <w:bookmarkStart w:id="120" w:name="_Toc37268374"/>
      <w:bookmarkStart w:id="121" w:name="_Toc45879584"/>
      <w:bookmarkStart w:id="122" w:name="_Toc52563678"/>
      <w:bookmarkStart w:id="123" w:name="_Toc52563774"/>
      <w:bookmarkStart w:id="124" w:name="_Toc52563867"/>
      <w:bookmarkStart w:id="125" w:name="_Toc61181771"/>
      <w:bookmarkStart w:id="126" w:name="_Toc74642589"/>
      <w:bookmarkStart w:id="127" w:name="_Toc76543767"/>
      <w:bookmarkStart w:id="128" w:name="_Toc82627353"/>
      <w:bookmarkStart w:id="129" w:name="_Toc106198087"/>
      <w:r w:rsidRPr="00D910A1">
        <w:t>4</w:t>
      </w:r>
      <w:r w:rsidRPr="00D910A1">
        <w:tab/>
      </w:r>
      <w:r w:rsidRPr="00D910A1">
        <w:rPr>
          <w:lang w:val="en-US" w:eastAsia="zh-CN"/>
        </w:rPr>
        <w:t>Test conditions</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E18698C" w14:textId="77777777" w:rsidR="00823707" w:rsidRPr="00D910A1" w:rsidRDefault="00823707" w:rsidP="00823707">
      <w:pPr>
        <w:pStyle w:val="Heading2"/>
        <w:rPr>
          <w:lang w:val="en-US" w:eastAsia="zh-CN"/>
        </w:rPr>
      </w:pPr>
      <w:bookmarkStart w:id="130" w:name="_Toc20994230"/>
      <w:bookmarkStart w:id="131" w:name="_Toc29812089"/>
      <w:bookmarkStart w:id="132" w:name="_Toc37139277"/>
      <w:bookmarkStart w:id="133" w:name="_Toc37268281"/>
      <w:bookmarkStart w:id="134" w:name="_Toc37268375"/>
      <w:bookmarkStart w:id="135" w:name="_Toc45879585"/>
      <w:bookmarkStart w:id="136" w:name="_Toc52563679"/>
      <w:bookmarkStart w:id="137" w:name="_Toc52563775"/>
      <w:bookmarkStart w:id="138" w:name="_Toc52563868"/>
      <w:bookmarkStart w:id="139" w:name="_Toc61181772"/>
      <w:bookmarkStart w:id="140" w:name="_Toc74642590"/>
      <w:bookmarkStart w:id="141" w:name="_Toc76543768"/>
      <w:bookmarkStart w:id="142" w:name="_Toc82627354"/>
      <w:bookmarkStart w:id="143" w:name="_Toc106198088"/>
      <w:r w:rsidRPr="00D910A1">
        <w:t>4.1</w:t>
      </w:r>
      <w:r w:rsidRPr="00D910A1">
        <w:tab/>
      </w:r>
      <w:r w:rsidRPr="00D910A1">
        <w:rPr>
          <w:lang w:val="en-US" w:eastAsia="zh-CN"/>
        </w:rPr>
        <w:t>General</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1E18698D" w14:textId="77777777" w:rsidR="00823707" w:rsidRPr="00D910A1" w:rsidRDefault="00823707" w:rsidP="00823707">
      <w:r w:rsidRPr="00D910A1">
        <w:t>Requirements throughout the EMC specifications are in some cases defined separately for different frequency ranges (FR). The frequency ranges FR1 and FR2 are defined in subclause 5.1 of TS 38.104 [2].</w:t>
      </w:r>
    </w:p>
    <w:p w14:paraId="1E18698E" w14:textId="77777777" w:rsidR="00823707" w:rsidRPr="00D910A1" w:rsidRDefault="00823707" w:rsidP="00823707">
      <w:r w:rsidRPr="00D910A1">
        <w:t xml:space="preserve">The equipment shall be tested in normal test environment defined in </w:t>
      </w:r>
      <w:r w:rsidRPr="00D910A1">
        <w:rPr>
          <w:rFonts w:hint="eastAsia"/>
          <w:lang w:val="en-US" w:eastAsia="zh-CN"/>
        </w:rPr>
        <w:t>the corresponding BS</w:t>
      </w:r>
      <w:r w:rsidRPr="00D910A1">
        <w:t xml:space="preserve"> conformance testing specification TS 38.141-1 [3]</w:t>
      </w:r>
      <w:r w:rsidRPr="00D910A1">
        <w:rPr>
          <w:rFonts w:hint="eastAsia"/>
          <w:lang w:val="en-US" w:eastAsia="zh-CN"/>
        </w:rPr>
        <w:t xml:space="preserve"> for </w:t>
      </w:r>
      <w:r w:rsidRPr="00D910A1">
        <w:rPr>
          <w:rFonts w:hint="eastAsia"/>
          <w:i/>
          <w:lang w:val="en-US" w:eastAsia="zh-CN"/>
        </w:rPr>
        <w:t xml:space="preserve">BS type 1-C </w:t>
      </w:r>
      <w:r w:rsidRPr="00D910A1">
        <w:rPr>
          <w:rFonts w:hint="eastAsia"/>
          <w:lang w:val="en-US" w:eastAsia="zh-CN"/>
        </w:rPr>
        <w:t xml:space="preserve">and </w:t>
      </w:r>
      <w:r w:rsidRPr="00D910A1">
        <w:rPr>
          <w:rFonts w:hint="eastAsia"/>
          <w:i/>
          <w:lang w:val="en-US" w:eastAsia="zh-CN"/>
        </w:rPr>
        <w:t>BS type 1-H</w:t>
      </w:r>
      <w:r w:rsidRPr="00D910A1">
        <w:rPr>
          <w:rFonts w:hint="eastAsia"/>
          <w:lang w:val="en-US" w:eastAsia="zh-CN"/>
        </w:rPr>
        <w:t xml:space="preserve">, or </w:t>
      </w:r>
      <w:r w:rsidRPr="00D910A1">
        <w:t>TS 38.141-</w:t>
      </w:r>
      <w:r w:rsidRPr="00D910A1">
        <w:rPr>
          <w:rFonts w:hint="eastAsia"/>
          <w:lang w:val="en-US" w:eastAsia="zh-CN"/>
        </w:rPr>
        <w:t>2</w:t>
      </w:r>
      <w:r w:rsidRPr="00D910A1">
        <w:t xml:space="preserve"> [</w:t>
      </w:r>
      <w:r w:rsidRPr="00D910A1">
        <w:rPr>
          <w:rFonts w:hint="eastAsia"/>
          <w:lang w:val="en-US" w:eastAsia="zh-CN"/>
        </w:rPr>
        <w:t>4</w:t>
      </w:r>
      <w:r w:rsidRPr="00D910A1">
        <w:t>]</w:t>
      </w:r>
      <w:r w:rsidRPr="00D910A1">
        <w:rPr>
          <w:rFonts w:hint="eastAsia"/>
          <w:lang w:val="en-US" w:eastAsia="zh-CN"/>
        </w:rPr>
        <w:t xml:space="preserve"> for </w:t>
      </w:r>
      <w:r w:rsidRPr="00D910A1">
        <w:rPr>
          <w:rFonts w:hint="eastAsia"/>
          <w:i/>
          <w:lang w:val="en-US" w:eastAsia="zh-CN"/>
        </w:rPr>
        <w:t>BS type 1-O</w:t>
      </w:r>
      <w:r w:rsidRPr="00D910A1">
        <w:rPr>
          <w:rFonts w:hint="eastAsia"/>
          <w:lang w:val="en-US" w:eastAsia="zh-CN"/>
        </w:rPr>
        <w:t xml:space="preserve"> and</w:t>
      </w:r>
      <w:r w:rsidRPr="00D910A1">
        <w:rPr>
          <w:rFonts w:hint="eastAsia"/>
          <w:i/>
          <w:lang w:val="en-US" w:eastAsia="zh-CN"/>
        </w:rPr>
        <w:t xml:space="preserve"> BS type 2-O</w:t>
      </w:r>
      <w:r w:rsidRPr="00D910A1">
        <w:t>. The test conditions shall be recorded in the test report.</w:t>
      </w:r>
    </w:p>
    <w:p w14:paraId="1E18698F" w14:textId="77777777" w:rsidR="00823707" w:rsidRPr="00D910A1" w:rsidRDefault="00823707" w:rsidP="00823707">
      <w:pPr>
        <w:rPr>
          <w:rFonts w:cs="v4.2.0"/>
        </w:rPr>
      </w:pPr>
      <w:r w:rsidRPr="00D910A1">
        <w:t xml:space="preserve">For BS capable of multi-band operation, the requirements in the present document apply for each supported </w:t>
      </w:r>
      <w:r w:rsidRPr="00D910A1">
        <w:rPr>
          <w:i/>
          <w:iCs/>
        </w:rPr>
        <w:t>operating band</w:t>
      </w:r>
      <w:r w:rsidRPr="00D910A1">
        <w:t xml:space="preserve"> unless otherwise stated. </w:t>
      </w:r>
      <w:r w:rsidRPr="00D910A1">
        <w:rPr>
          <w:rFonts w:cs="v4.2.0"/>
          <w:i/>
          <w:iCs/>
        </w:rPr>
        <w:t>Operating bands</w:t>
      </w:r>
      <w:r w:rsidRPr="00D910A1">
        <w:rPr>
          <w:rFonts w:cs="v4.2.0"/>
        </w:rPr>
        <w:t xml:space="preserve"> shall be activated according to the test configuration in subclause 4.5</w:t>
      </w:r>
      <w:r w:rsidRPr="00D910A1">
        <w:t>.</w:t>
      </w:r>
      <w:r w:rsidRPr="00D910A1">
        <w:rPr>
          <w:rFonts w:cs="v4.2.0"/>
        </w:rPr>
        <w:t xml:space="preserve"> Tests shall be performed relating to each type of </w:t>
      </w:r>
      <w:r w:rsidRPr="00D910A1">
        <w:rPr>
          <w:rFonts w:cs="v4.2.0"/>
          <w:iCs/>
        </w:rPr>
        <w:t>port</w:t>
      </w:r>
      <w:r w:rsidRPr="00D910A1">
        <w:rPr>
          <w:rFonts w:cs="v4.2.0"/>
        </w:rPr>
        <w:t xml:space="preserve"> and all</w:t>
      </w:r>
      <w:r w:rsidRPr="00D910A1">
        <w:rPr>
          <w:rFonts w:cs="v4.2.0" w:hint="eastAsia"/>
          <w:lang w:val="en-US" w:eastAsia="zh-CN"/>
        </w:rPr>
        <w:t xml:space="preserve"> </w:t>
      </w:r>
      <w:r w:rsidRPr="00D910A1">
        <w:rPr>
          <w:rFonts w:cs="v4.2.0" w:hint="eastAsia"/>
          <w:i/>
          <w:iCs/>
          <w:lang w:val="en-US" w:eastAsia="zh-CN"/>
        </w:rPr>
        <w:t>operating</w:t>
      </w:r>
      <w:r w:rsidRPr="00D910A1">
        <w:rPr>
          <w:rFonts w:cs="v4.2.0"/>
          <w:i/>
          <w:iCs/>
        </w:rPr>
        <w:t xml:space="preserve"> bands</w:t>
      </w:r>
      <w:r w:rsidRPr="00D910A1">
        <w:rPr>
          <w:rFonts w:cs="v4.2.0"/>
        </w:rPr>
        <w:t xml:space="preserve"> shall be assessed during the tests.</w:t>
      </w:r>
    </w:p>
    <w:p w14:paraId="1E186990" w14:textId="77777777" w:rsidR="00823707" w:rsidRPr="00D910A1" w:rsidRDefault="00823707" w:rsidP="00823707">
      <w:r w:rsidRPr="00D910A1">
        <w:t xml:space="preserve">The manufacturer shall declare the supported </w:t>
      </w:r>
      <w:r w:rsidRPr="00D910A1">
        <w:rPr>
          <w:i/>
          <w:iCs/>
        </w:rPr>
        <w:t>operating band(s)</w:t>
      </w:r>
      <w:r w:rsidRPr="00D910A1">
        <w:t xml:space="preserve"> according to the list of NR </w:t>
      </w:r>
      <w:r w:rsidRPr="00D910A1">
        <w:rPr>
          <w:i/>
          <w:iCs/>
        </w:rPr>
        <w:t>operating bands</w:t>
      </w:r>
      <w:r w:rsidRPr="00D910A1">
        <w:t xml:space="preserve"> defined in TS 38.104 [2].</w:t>
      </w:r>
    </w:p>
    <w:p w14:paraId="1E186991" w14:textId="77777777" w:rsidR="00710865" w:rsidRPr="00D910A1" w:rsidRDefault="00710865" w:rsidP="00710865">
      <w:pPr>
        <w:pStyle w:val="NO"/>
      </w:pPr>
      <w:bookmarkStart w:id="144" w:name="_Toc20994231"/>
      <w:bookmarkStart w:id="145" w:name="_Toc29812090"/>
      <w:bookmarkStart w:id="146" w:name="_Toc37139278"/>
      <w:bookmarkStart w:id="147" w:name="_Toc37268282"/>
      <w:bookmarkStart w:id="148" w:name="_Toc37268376"/>
      <w:bookmarkStart w:id="149" w:name="_Toc45879586"/>
      <w:bookmarkStart w:id="150" w:name="_Toc52563680"/>
      <w:bookmarkStart w:id="151" w:name="_Toc52563776"/>
      <w:bookmarkStart w:id="152" w:name="_Toc52563869"/>
      <w:r w:rsidRPr="00D910A1">
        <w:t xml:space="preserve">NOTE 1: NR </w:t>
      </w:r>
      <w:r w:rsidRPr="00D910A1">
        <w:rPr>
          <w:i/>
          <w:iCs/>
        </w:rPr>
        <w:t>operating bands</w:t>
      </w:r>
      <w:r w:rsidRPr="00D910A1">
        <w:t xml:space="preserve"> for </w:t>
      </w:r>
      <w:r w:rsidRPr="00D910A1">
        <w:rPr>
          <w:i/>
          <w:iCs/>
        </w:rPr>
        <w:t>BS type 1-C</w:t>
      </w:r>
      <w:r w:rsidRPr="00D910A1">
        <w:t xml:space="preserve"> and </w:t>
      </w:r>
      <w:r w:rsidRPr="00D910A1">
        <w:rPr>
          <w:i/>
          <w:iCs/>
        </w:rPr>
        <w:t>BS type 1-H</w:t>
      </w:r>
      <w:r w:rsidRPr="00D910A1">
        <w:t xml:space="preserve">, are declared by the manufacturer according to the declaration </w:t>
      </w:r>
      <w:r w:rsidRPr="00E33F60">
        <w:rPr>
          <w:rFonts w:cs="Arial"/>
          <w:szCs w:val="18"/>
        </w:rPr>
        <w:t>D.3</w:t>
      </w:r>
      <w:r>
        <w:rPr>
          <w:rFonts w:cs="Arial"/>
          <w:szCs w:val="18"/>
        </w:rPr>
        <w:t xml:space="preserve"> </w:t>
      </w:r>
      <w:r w:rsidRPr="00D910A1">
        <w:t xml:space="preserve">specified in TS 38.141-1 [3], </w:t>
      </w:r>
      <w:r>
        <w:t>table</w:t>
      </w:r>
      <w:r w:rsidRPr="00D910A1">
        <w:t xml:space="preserve"> 4.6</w:t>
      </w:r>
      <w:r>
        <w:t>-1</w:t>
      </w:r>
      <w:r w:rsidRPr="00D910A1">
        <w:t>.</w:t>
      </w:r>
    </w:p>
    <w:p w14:paraId="1E186992" w14:textId="77777777" w:rsidR="00710865" w:rsidRPr="00D910A1" w:rsidRDefault="00710865" w:rsidP="00710865">
      <w:pPr>
        <w:pStyle w:val="NO"/>
      </w:pPr>
      <w:r w:rsidRPr="00D910A1">
        <w:t xml:space="preserve">NOTE 2: NR </w:t>
      </w:r>
      <w:r w:rsidRPr="00D910A1">
        <w:rPr>
          <w:i/>
          <w:iCs/>
        </w:rPr>
        <w:t>operating bands</w:t>
      </w:r>
      <w:r w:rsidRPr="00D910A1">
        <w:t xml:space="preserve"> for </w:t>
      </w:r>
      <w:r w:rsidRPr="00D910A1">
        <w:rPr>
          <w:i/>
          <w:iCs/>
        </w:rPr>
        <w:t>BS type 1-O</w:t>
      </w:r>
      <w:r w:rsidRPr="00D910A1">
        <w:t xml:space="preserve"> and </w:t>
      </w:r>
      <w:r w:rsidRPr="00D910A1">
        <w:rPr>
          <w:i/>
          <w:iCs/>
        </w:rPr>
        <w:t>BS type 2-O,</w:t>
      </w:r>
      <w:r w:rsidRPr="00D910A1">
        <w:t xml:space="preserve"> are declared by the manufacturer according to the declaration </w:t>
      </w:r>
      <w:r w:rsidRPr="00E33F60">
        <w:rPr>
          <w:rFonts w:cs="Arial"/>
          <w:szCs w:val="18"/>
        </w:rPr>
        <w:t>D.</w:t>
      </w:r>
      <w:r>
        <w:rPr>
          <w:rFonts w:cs="Arial"/>
          <w:szCs w:val="18"/>
        </w:rPr>
        <w:t xml:space="preserve">4 </w:t>
      </w:r>
      <w:r w:rsidRPr="00D910A1">
        <w:t xml:space="preserve">specified in TS 38.141-2 [4], </w:t>
      </w:r>
      <w:r>
        <w:t xml:space="preserve">table </w:t>
      </w:r>
      <w:r w:rsidRPr="00D910A1">
        <w:t>4.6</w:t>
      </w:r>
      <w:r>
        <w:t>-1</w:t>
      </w:r>
      <w:r w:rsidRPr="00D910A1">
        <w:t>.</w:t>
      </w:r>
    </w:p>
    <w:p w14:paraId="1E186993" w14:textId="77777777" w:rsidR="00823707" w:rsidRPr="00D910A1" w:rsidRDefault="00823707" w:rsidP="00823707">
      <w:pPr>
        <w:pStyle w:val="Heading2"/>
      </w:pPr>
      <w:bookmarkStart w:id="153" w:name="_Toc61181773"/>
      <w:bookmarkStart w:id="154" w:name="_Toc74642591"/>
      <w:bookmarkStart w:id="155" w:name="_Toc76543769"/>
      <w:bookmarkStart w:id="156" w:name="_Toc82627355"/>
      <w:bookmarkStart w:id="157" w:name="_Toc106198089"/>
      <w:r w:rsidRPr="00D910A1">
        <w:t>4.2</w:t>
      </w:r>
      <w:r w:rsidRPr="00D910A1">
        <w:tab/>
      </w:r>
      <w:r w:rsidRPr="00D910A1">
        <w:rPr>
          <w:rFonts w:hint="eastAsia"/>
        </w:rPr>
        <w:t>Arrangements for establishing a communication link</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1E186994" w14:textId="77777777" w:rsidR="00710865" w:rsidRPr="00D910A1" w:rsidRDefault="00710865" w:rsidP="00710865">
      <w:pPr>
        <w:rPr>
          <w:rFonts w:cs="v4.2.0"/>
        </w:rPr>
      </w:pPr>
      <w:r w:rsidRPr="00D910A1">
        <w:rPr>
          <w:rFonts w:cs="v4.2.0"/>
        </w:rPr>
        <w:t xml:space="preserve">The wanted RF input signal nominal frequency shall be selected by setting the </w:t>
      </w:r>
      <w:r w:rsidRPr="00D910A1">
        <w:rPr>
          <w:rFonts w:cs="v5.0.0"/>
        </w:rPr>
        <w:t xml:space="preserve">NR Absolute Radio Frequency Channel Number (NR-ARFCN) </w:t>
      </w:r>
      <w:r w:rsidRPr="00D910A1">
        <w:rPr>
          <w:rFonts w:cs="v4.2.0"/>
        </w:rPr>
        <w:t>to an appropriate number</w:t>
      </w:r>
      <w:r>
        <w:rPr>
          <w:rFonts w:cs="v4.2.0"/>
        </w:rPr>
        <w:t>, as defined in TS 38.104 [2], clause 5.4.2.3</w:t>
      </w:r>
      <w:r w:rsidRPr="00D910A1">
        <w:rPr>
          <w:rFonts w:cs="v4.2.0"/>
        </w:rPr>
        <w:t>.</w:t>
      </w:r>
    </w:p>
    <w:p w14:paraId="1E186995" w14:textId="77777777" w:rsidR="00710865" w:rsidRPr="00D910A1" w:rsidRDefault="00710865" w:rsidP="00710865">
      <w:pPr>
        <w:rPr>
          <w:rFonts w:cs="v4.2.0"/>
        </w:rPr>
      </w:pPr>
      <w:r w:rsidRPr="00D910A1">
        <w:rPr>
          <w:rFonts w:cs="v4.2.0"/>
        </w:rPr>
        <w:t xml:space="preserve">A communication link shall be set up with a suitable test system capable of evaluating the required performance criteria (hereafter called "the test system") at the radio interface and </w:t>
      </w:r>
      <w:r w:rsidRPr="00D910A1">
        <w:rPr>
          <w:rFonts w:cs="v4.2.0"/>
          <w:i/>
          <w:iCs/>
        </w:rPr>
        <w:t>telecommunication port</w:t>
      </w:r>
      <w:r>
        <w:rPr>
          <w:rFonts w:cs="v4.2.0"/>
          <w:i/>
          <w:iCs/>
        </w:rPr>
        <w:t>(</w:t>
      </w:r>
      <w:r w:rsidRPr="00D910A1">
        <w:rPr>
          <w:rFonts w:cs="v4.2.0"/>
          <w:i/>
          <w:iCs/>
        </w:rPr>
        <w:t>s</w:t>
      </w:r>
      <w:r>
        <w:rPr>
          <w:rFonts w:cs="v4.2.0"/>
          <w:i/>
          <w:iCs/>
        </w:rPr>
        <w:t>)</w:t>
      </w:r>
      <w:r w:rsidRPr="00D910A1">
        <w:rPr>
          <w:rFonts w:cs="v4.2.0"/>
        </w:rPr>
        <w:t xml:space="preserve"> (the NG interface). The test system shall be located outside of the test environment.</w:t>
      </w:r>
    </w:p>
    <w:p w14:paraId="1E186996" w14:textId="77777777" w:rsidR="00823707" w:rsidRPr="00D910A1" w:rsidRDefault="00823707" w:rsidP="00823707">
      <w:pPr>
        <w:rPr>
          <w:rFonts w:cs="v4.2.0"/>
        </w:rPr>
      </w:pPr>
      <w:r w:rsidRPr="00D910A1">
        <w:rPr>
          <w:rFonts w:cs="v4.2.0"/>
        </w:rPr>
        <w:t>When the EUT is required to be in the transmit/receive mode, the following conditions shall be met:</w:t>
      </w:r>
    </w:p>
    <w:p w14:paraId="1E186997" w14:textId="77777777" w:rsidR="00823707" w:rsidRPr="00D910A1" w:rsidRDefault="00823707" w:rsidP="00823707">
      <w:pPr>
        <w:pStyle w:val="B1"/>
      </w:pPr>
      <w:r w:rsidRPr="00D910A1">
        <w:lastRenderedPageBreak/>
        <w:t>-</w:t>
      </w:r>
      <w:r w:rsidRPr="00D910A1">
        <w:tab/>
        <w:t xml:space="preserve">For the </w:t>
      </w:r>
      <w:r w:rsidRPr="00D910A1">
        <w:rPr>
          <w:i/>
          <w:iCs/>
        </w:rPr>
        <w:t>BS type 1-C</w:t>
      </w:r>
      <w:r w:rsidRPr="00D910A1">
        <w:t xml:space="preserve"> and </w:t>
      </w:r>
      <w:r w:rsidRPr="00D910A1">
        <w:rPr>
          <w:i/>
          <w:iCs/>
        </w:rPr>
        <w:t>BS type 1-H</w:t>
      </w:r>
      <w:r w:rsidRPr="00D910A1">
        <w:t xml:space="preserve"> testing, the EUT shall be commanded to operate at rated transmit power;</w:t>
      </w:r>
    </w:p>
    <w:p w14:paraId="1E186998" w14:textId="77777777" w:rsidR="00710865" w:rsidRPr="00D910A1" w:rsidRDefault="00710865" w:rsidP="00710865">
      <w:pPr>
        <w:pStyle w:val="B1"/>
      </w:pPr>
      <w:r w:rsidRPr="00D910A1">
        <w:t>-</w:t>
      </w:r>
      <w:r w:rsidRPr="00D910A1">
        <w:tab/>
        <w:t xml:space="preserve">For the </w:t>
      </w:r>
      <w:r w:rsidRPr="00D910A1">
        <w:rPr>
          <w:i/>
          <w:iCs/>
        </w:rPr>
        <w:t>BS type 1-</w:t>
      </w:r>
      <w:r w:rsidRPr="00D910A1">
        <w:rPr>
          <w:rFonts w:hint="eastAsia"/>
          <w:i/>
          <w:iCs/>
          <w:lang w:val="en-US" w:eastAsia="zh-CN"/>
        </w:rPr>
        <w:t>O</w:t>
      </w:r>
      <w:r w:rsidRPr="00D910A1">
        <w:t xml:space="preserve"> and </w:t>
      </w:r>
      <w:r w:rsidRPr="00D910A1">
        <w:rPr>
          <w:i/>
          <w:iCs/>
        </w:rPr>
        <w:t xml:space="preserve">BS type </w:t>
      </w:r>
      <w:r w:rsidRPr="00D910A1">
        <w:rPr>
          <w:rFonts w:hint="eastAsia"/>
          <w:i/>
          <w:iCs/>
          <w:lang w:val="en-US" w:eastAsia="zh-CN"/>
        </w:rPr>
        <w:t>2</w:t>
      </w:r>
      <w:r w:rsidRPr="00D910A1">
        <w:rPr>
          <w:i/>
          <w:iCs/>
        </w:rPr>
        <w:t>-</w:t>
      </w:r>
      <w:r w:rsidRPr="00D910A1">
        <w:rPr>
          <w:rFonts w:hint="eastAsia"/>
          <w:i/>
          <w:iCs/>
          <w:lang w:val="en-US" w:eastAsia="zh-CN"/>
        </w:rPr>
        <w:t>O</w:t>
      </w:r>
      <w:r w:rsidRPr="00D910A1">
        <w:t xml:space="preserve"> testing, the EUT </w:t>
      </w:r>
      <w:r w:rsidRPr="00D910A1">
        <w:rPr>
          <w:rFonts w:hint="eastAsia"/>
          <w:lang w:val="en-US" w:eastAsia="zh-CN"/>
        </w:rPr>
        <w:t xml:space="preserve">transmit power </w:t>
      </w:r>
      <w:r w:rsidRPr="00D910A1">
        <w:t xml:space="preserve">shall be </w:t>
      </w:r>
      <w:r w:rsidRPr="00D910A1">
        <w:rPr>
          <w:rFonts w:hint="eastAsia"/>
          <w:lang w:val="en-US" w:eastAsia="zh-CN"/>
        </w:rPr>
        <w:t>configured as stated in subclause 8.1 for emission test and subclause 9.1 for immunity test accordingly</w:t>
      </w:r>
      <w:r>
        <w:rPr>
          <w:lang w:val="en-US" w:eastAsia="zh-CN"/>
        </w:rPr>
        <w:t>;</w:t>
      </w:r>
    </w:p>
    <w:p w14:paraId="1E186999" w14:textId="77777777" w:rsidR="00823707" w:rsidRPr="00D910A1" w:rsidRDefault="00823707" w:rsidP="00823707">
      <w:pPr>
        <w:pStyle w:val="B1"/>
      </w:pPr>
      <w:r w:rsidRPr="00D910A1">
        <w:t>-</w:t>
      </w:r>
      <w:r w:rsidRPr="00D910A1">
        <w:tab/>
        <w:t>Adequate measures shall be taken to avoid the effect of the unwanted signal on the measuring equipment;</w:t>
      </w:r>
    </w:p>
    <w:p w14:paraId="1E18699A" w14:textId="77777777" w:rsidR="00823707" w:rsidRPr="00D910A1" w:rsidRDefault="00823707" w:rsidP="00823707">
      <w:pPr>
        <w:pStyle w:val="B1"/>
      </w:pPr>
      <w:r w:rsidRPr="00D910A1">
        <w:t>-</w:t>
      </w:r>
      <w:r w:rsidRPr="00D910A1">
        <w:tab/>
        <w:t>The wanted input signal level shall be set to a level where the performance is not limited by the receiver noise floor or strong signal effects</w:t>
      </w:r>
      <w:r w:rsidRPr="00D910A1">
        <w:rPr>
          <w:rFonts w:hint="eastAsia"/>
          <w:lang w:val="en-US" w:eastAsia="zh-CN"/>
        </w:rPr>
        <w:t>.</w:t>
      </w:r>
    </w:p>
    <w:p w14:paraId="1E18699B" w14:textId="77777777" w:rsidR="00823707" w:rsidRPr="00D910A1" w:rsidRDefault="00823707" w:rsidP="00823707">
      <w:pPr>
        <w:pStyle w:val="NO"/>
        <w:rPr>
          <w:rFonts w:cs="v4.2.0"/>
        </w:rPr>
      </w:pPr>
      <w:r w:rsidRPr="00D910A1">
        <w:rPr>
          <w:rFonts w:hint="eastAsia"/>
          <w:lang w:val="en-US" w:eastAsia="zh-CN"/>
        </w:rPr>
        <w:t>NOTE:</w:t>
      </w:r>
      <w:r w:rsidRPr="00D910A1">
        <w:rPr>
          <w:lang w:val="en-US" w:eastAsia="zh-CN"/>
        </w:rPr>
        <w:tab/>
      </w:r>
      <w:r w:rsidRPr="00D910A1">
        <w:rPr>
          <w:rFonts w:hint="eastAsia"/>
          <w:lang w:val="en-US" w:eastAsia="zh-CN"/>
        </w:rPr>
        <w:t>15 dB above the conducted reference sensitivity level has been used as an example of wanted input signal level in legacy 3GPP EMC specifications for establishing a communication link.</w:t>
      </w:r>
    </w:p>
    <w:p w14:paraId="1E18699C" w14:textId="77777777" w:rsidR="00823707" w:rsidRPr="00D910A1" w:rsidRDefault="00823707" w:rsidP="00823707">
      <w:r w:rsidRPr="00D910A1">
        <w:rPr>
          <w:rFonts w:cs="v4.2.0"/>
        </w:rPr>
        <w:t xml:space="preserve">For immunity tests </w:t>
      </w:r>
      <w:r w:rsidR="00456274">
        <w:rPr>
          <w:rFonts w:cs="v4.2.0"/>
        </w:rPr>
        <w:t>clause</w:t>
      </w:r>
      <w:r w:rsidRPr="00D910A1">
        <w:rPr>
          <w:rFonts w:cs="v4.2.0"/>
        </w:rPr>
        <w:t xml:space="preserve"> 4.3 shall apply and the conditions shall be as follows.</w:t>
      </w:r>
    </w:p>
    <w:p w14:paraId="1E18699D" w14:textId="77777777" w:rsidR="00823707" w:rsidRPr="00D910A1" w:rsidRDefault="00823707" w:rsidP="00823707">
      <w:pPr>
        <w:pStyle w:val="Heading2"/>
      </w:pPr>
      <w:bookmarkStart w:id="158" w:name="_Toc20994232"/>
      <w:bookmarkStart w:id="159" w:name="_Toc29812091"/>
      <w:bookmarkStart w:id="160" w:name="_Toc37139279"/>
      <w:bookmarkStart w:id="161" w:name="_Toc37268283"/>
      <w:bookmarkStart w:id="162" w:name="_Toc37268377"/>
      <w:bookmarkStart w:id="163" w:name="_Toc45879587"/>
      <w:bookmarkStart w:id="164" w:name="_Toc52563681"/>
      <w:bookmarkStart w:id="165" w:name="_Toc52563777"/>
      <w:bookmarkStart w:id="166" w:name="_Toc52563870"/>
      <w:bookmarkStart w:id="167" w:name="_Toc61181774"/>
      <w:bookmarkStart w:id="168" w:name="_Toc74642592"/>
      <w:bookmarkStart w:id="169" w:name="_Toc76543770"/>
      <w:bookmarkStart w:id="170" w:name="_Toc82627356"/>
      <w:bookmarkStart w:id="171" w:name="_Toc106198090"/>
      <w:r w:rsidRPr="00D910A1">
        <w:t>4.</w:t>
      </w:r>
      <w:r w:rsidRPr="00D910A1">
        <w:rPr>
          <w:rFonts w:hint="eastAsia"/>
          <w:lang w:val="en-US" w:eastAsia="zh-CN"/>
        </w:rPr>
        <w:t>3</w:t>
      </w:r>
      <w:r w:rsidRPr="00D910A1">
        <w:tab/>
      </w:r>
      <w:r w:rsidRPr="00D910A1">
        <w:rPr>
          <w:rFonts w:hint="eastAsia"/>
        </w:rPr>
        <w:t>Narrow band responses on receivers</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1E18699E" w14:textId="77777777" w:rsidR="00823707" w:rsidRPr="00D910A1" w:rsidRDefault="00823707" w:rsidP="00823707">
      <w:pPr>
        <w:rPr>
          <w:rFonts w:cs="v4.2.0"/>
        </w:rPr>
      </w:pPr>
      <w:bookmarkStart w:id="172" w:name="_Hlk510783054"/>
      <w:r w:rsidRPr="00D910A1">
        <w:rPr>
          <w:rFonts w:cs="v4.2.0"/>
        </w:rPr>
        <w:t>Responses on receivers or duplex transceivers occurring during the immunity test at discrete frequencies which are narrow band responses (spurious responses), are identified by the following method:</w:t>
      </w:r>
    </w:p>
    <w:p w14:paraId="1E18699F" w14:textId="77777777" w:rsidR="00823707" w:rsidRPr="00D910A1" w:rsidRDefault="00823707" w:rsidP="00823707">
      <w:pPr>
        <w:pStyle w:val="B1"/>
      </w:pPr>
      <w:r w:rsidRPr="00D910A1">
        <w:t>-</w:t>
      </w:r>
      <w:r w:rsidRPr="00D910A1">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sidRPr="00D910A1">
        <w:rPr>
          <w:vertAlign w:val="subscript"/>
        </w:rPr>
        <w:t>Channel</w:t>
      </w:r>
      <w:r w:rsidRPr="00D910A1">
        <w:t> MHz, where BW</w:t>
      </w:r>
      <w:r w:rsidRPr="00D910A1">
        <w:rPr>
          <w:vertAlign w:val="subscript"/>
        </w:rPr>
        <w:t>Channel</w:t>
      </w:r>
      <w:r w:rsidRPr="00D910A1">
        <w:t xml:space="preserve"> is the channel bandwidth as defined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5.3</w:t>
      </w:r>
      <w:r w:rsidRPr="00D910A1">
        <w:t>;</w:t>
      </w:r>
    </w:p>
    <w:p w14:paraId="1E1869A0" w14:textId="77777777" w:rsidR="00823707" w:rsidRPr="00D910A1" w:rsidRDefault="00823707" w:rsidP="00823707">
      <w:pPr>
        <w:pStyle w:val="B1"/>
      </w:pPr>
      <w:r w:rsidRPr="00D910A1">
        <w:t>-</w:t>
      </w:r>
      <w:r w:rsidRPr="00D910A1">
        <w:tab/>
        <w:t xml:space="preserve">if the deviation disappears in either </w:t>
      </w:r>
      <w:r w:rsidRPr="00D910A1">
        <w:rPr>
          <w:rFonts w:hint="eastAsia"/>
          <w:lang w:val="en-US" w:eastAsia="zh-CN"/>
        </w:rPr>
        <w:t xml:space="preserve">one </w:t>
      </w:r>
      <w:r w:rsidRPr="00D910A1">
        <w:t>or both of the above MHz offset cases, then the response is considered as a narrow band response;</w:t>
      </w:r>
    </w:p>
    <w:p w14:paraId="1E1869A1" w14:textId="77777777" w:rsidR="00823707" w:rsidRPr="00D910A1" w:rsidRDefault="00823707" w:rsidP="00823707">
      <w:pPr>
        <w:pStyle w:val="B1"/>
      </w:pPr>
      <w:r w:rsidRPr="00D910A1">
        <w:t>-</w:t>
      </w:r>
      <w:r w:rsidRPr="00D910A1">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sidRPr="00D910A1">
        <w:rPr>
          <w:vertAlign w:val="subscript"/>
        </w:rPr>
        <w:t>Channel</w:t>
      </w:r>
      <w:r w:rsidRPr="00D910A1">
        <w:t> MHz;</w:t>
      </w:r>
    </w:p>
    <w:p w14:paraId="1E1869A2" w14:textId="77777777" w:rsidR="00823707" w:rsidRPr="00D910A1" w:rsidRDefault="00823707" w:rsidP="00823707">
      <w:pPr>
        <w:pStyle w:val="B1"/>
        <w:rPr>
          <w:b/>
        </w:rPr>
      </w:pPr>
      <w:r w:rsidRPr="00D910A1">
        <w:t>-</w:t>
      </w:r>
      <w:r w:rsidRPr="00D910A1">
        <w:tab/>
        <w:t>if the deviation does not disappear with the increased and/or decreased frequency, the phenomenon is considered wide band and therefore an EMC problem and the equipment fails the test.</w:t>
      </w:r>
    </w:p>
    <w:p w14:paraId="1E1869A3" w14:textId="77777777" w:rsidR="00823707" w:rsidRPr="00D910A1" w:rsidRDefault="00823707" w:rsidP="00823707">
      <w:pPr>
        <w:rPr>
          <w:rFonts w:cs="v4.2.0"/>
        </w:rPr>
      </w:pPr>
      <w:r w:rsidRPr="00D910A1">
        <w:rPr>
          <w:rFonts w:cs="v4.2.0"/>
          <w:lang w:val="en-US"/>
        </w:rPr>
        <w:t xml:space="preserve">For immunity test </w:t>
      </w:r>
      <w:r w:rsidRPr="00D910A1">
        <w:rPr>
          <w:rFonts w:cs="v4.2.0"/>
        </w:rPr>
        <w:t>narrow band responses are disregarded.</w:t>
      </w:r>
    </w:p>
    <w:p w14:paraId="1E1869A4" w14:textId="77777777" w:rsidR="00823707" w:rsidRPr="00D910A1" w:rsidRDefault="00823707" w:rsidP="000A719E">
      <w:r w:rsidRPr="00D910A1">
        <w:t xml:space="preserve">For BS capable of multi-band operation, all supported </w:t>
      </w:r>
      <w:r w:rsidRPr="00D910A1">
        <w:rPr>
          <w:i/>
          <w:iCs/>
        </w:rPr>
        <w:t>operating bands</w:t>
      </w:r>
      <w:r w:rsidRPr="00D910A1">
        <w:t xml:space="preserve"> shall be considered for narrowband responses</w:t>
      </w:r>
      <w:bookmarkEnd w:id="172"/>
      <w:r w:rsidRPr="00D910A1">
        <w:t>.</w:t>
      </w:r>
    </w:p>
    <w:p w14:paraId="1E1869A5" w14:textId="77777777" w:rsidR="00823707" w:rsidRPr="00D910A1" w:rsidRDefault="00823707" w:rsidP="00823707">
      <w:pPr>
        <w:pStyle w:val="Heading2"/>
      </w:pPr>
      <w:bookmarkStart w:id="173" w:name="_Toc20994233"/>
      <w:bookmarkStart w:id="174" w:name="_Toc29812092"/>
      <w:bookmarkStart w:id="175" w:name="_Toc37139280"/>
      <w:bookmarkStart w:id="176" w:name="_Toc37268284"/>
      <w:bookmarkStart w:id="177" w:name="_Toc37268378"/>
      <w:bookmarkStart w:id="178" w:name="_Toc45879588"/>
      <w:bookmarkStart w:id="179" w:name="_Toc52563682"/>
      <w:bookmarkStart w:id="180" w:name="_Toc52563778"/>
      <w:bookmarkStart w:id="181" w:name="_Toc52563871"/>
      <w:bookmarkStart w:id="182" w:name="_Toc61181775"/>
      <w:bookmarkStart w:id="183" w:name="_Toc74642593"/>
      <w:bookmarkStart w:id="184" w:name="_Toc76543771"/>
      <w:bookmarkStart w:id="185" w:name="_Toc82627357"/>
      <w:bookmarkStart w:id="186" w:name="_Toc106198091"/>
      <w:r w:rsidRPr="00D910A1">
        <w:t>4.</w:t>
      </w:r>
      <w:r w:rsidRPr="00D910A1">
        <w:rPr>
          <w:rFonts w:hint="eastAsia"/>
          <w:lang w:val="en-US" w:eastAsia="zh-CN"/>
        </w:rPr>
        <w:t>4</w:t>
      </w:r>
      <w:r w:rsidRPr="00D910A1">
        <w:tab/>
      </w:r>
      <w:r w:rsidRPr="00D910A1">
        <w:rPr>
          <w:rFonts w:hint="eastAsia"/>
        </w:rPr>
        <w:t>Exclusion bands</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1E1869A6" w14:textId="77777777" w:rsidR="00823707" w:rsidRPr="00D910A1" w:rsidRDefault="00823707" w:rsidP="00823707">
      <w:pPr>
        <w:pStyle w:val="Heading3"/>
        <w:rPr>
          <w:lang w:val="en-US"/>
        </w:rPr>
      </w:pPr>
      <w:bookmarkStart w:id="187" w:name="_Toc20994234"/>
      <w:bookmarkStart w:id="188" w:name="_Toc29812093"/>
      <w:bookmarkStart w:id="189" w:name="_Toc37139281"/>
      <w:bookmarkStart w:id="190" w:name="_Toc37268285"/>
      <w:bookmarkStart w:id="191" w:name="_Toc37268379"/>
      <w:bookmarkStart w:id="192" w:name="_Toc45879589"/>
      <w:bookmarkStart w:id="193" w:name="_Toc52563683"/>
      <w:bookmarkStart w:id="194" w:name="_Toc52563779"/>
      <w:bookmarkStart w:id="195" w:name="_Toc52563872"/>
      <w:bookmarkStart w:id="196" w:name="_Toc61181776"/>
      <w:bookmarkStart w:id="197" w:name="_Toc74642594"/>
      <w:bookmarkStart w:id="198" w:name="_Toc76543772"/>
      <w:bookmarkStart w:id="199" w:name="_Toc82627358"/>
      <w:bookmarkStart w:id="200" w:name="_Toc106198092"/>
      <w:bookmarkStart w:id="201" w:name="_Hlk494715706"/>
      <w:r w:rsidRPr="00D910A1">
        <w:rPr>
          <w:rFonts w:hint="eastAsia"/>
          <w:lang w:val="en-US" w:eastAsia="zh-CN"/>
        </w:rPr>
        <w:t>4.4.1</w:t>
      </w:r>
      <w:r w:rsidRPr="00D910A1">
        <w:tab/>
      </w:r>
      <w:r w:rsidRPr="00D910A1">
        <w:rPr>
          <w:rFonts w:hint="eastAsia"/>
          <w:lang w:val="en-US" w:eastAsia="zh-CN"/>
        </w:rPr>
        <w:t>Transmitter exclusion band</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E1869A7" w14:textId="77777777" w:rsidR="006B011F" w:rsidRPr="00D910A1" w:rsidRDefault="006B011F" w:rsidP="006B011F">
      <w:pPr>
        <w:rPr>
          <w:iCs/>
          <w:lang w:val="en-US" w:eastAsia="zh-CN"/>
        </w:rPr>
      </w:pPr>
      <w:bookmarkStart w:id="202" w:name="_Toc20994235"/>
      <w:bookmarkStart w:id="203" w:name="_Toc29812094"/>
      <w:bookmarkStart w:id="204" w:name="_Toc37139282"/>
      <w:r w:rsidRPr="00D910A1">
        <w:rPr>
          <w:lang w:val="en-US"/>
        </w:rPr>
        <w:t>The</w:t>
      </w:r>
      <w:r w:rsidRPr="00D910A1">
        <w:rPr>
          <w:i/>
          <w:iCs/>
          <w:lang w:val="en-US"/>
        </w:rPr>
        <w:t xml:space="preserve"> </w:t>
      </w:r>
      <w:bookmarkStart w:id="205" w:name="OLE_LINK1"/>
      <w:r w:rsidRPr="00D910A1">
        <w:rPr>
          <w:i/>
          <w:iCs/>
          <w:lang w:val="en-US" w:eastAsia="zh-CN"/>
        </w:rPr>
        <w:t>transmitter</w:t>
      </w:r>
      <w:r w:rsidRPr="00D910A1">
        <w:rPr>
          <w:i/>
          <w:lang w:val="en-US"/>
        </w:rPr>
        <w:t xml:space="preserve"> exclusion band</w:t>
      </w:r>
      <w:bookmarkEnd w:id="205"/>
      <w:r w:rsidRPr="00D910A1">
        <w:rPr>
          <w:lang w:val="en-US"/>
        </w:rPr>
        <w:t xml:space="preserve"> for </w:t>
      </w:r>
      <w:r w:rsidRPr="00D910A1">
        <w:rPr>
          <w:lang w:val="en-US" w:eastAsia="zh-CN"/>
        </w:rPr>
        <w:t xml:space="preserve">BS </w:t>
      </w:r>
      <w:r w:rsidRPr="00D910A1">
        <w:rPr>
          <w:lang w:val="en-US"/>
        </w:rPr>
        <w:t xml:space="preserve">is the </w:t>
      </w:r>
      <w:r w:rsidRPr="00D910A1">
        <w:rPr>
          <w:lang w:val="en-US" w:eastAsia="zh-CN"/>
        </w:rPr>
        <w:t xml:space="preserve">frequency range </w:t>
      </w:r>
      <w:r w:rsidRPr="00D910A1">
        <w:rPr>
          <w:lang w:val="en-US"/>
        </w:rPr>
        <w:t xml:space="preserve">over which no tests of radiated immunity of a </w:t>
      </w:r>
      <w:r w:rsidRPr="00D910A1">
        <w:rPr>
          <w:lang w:val="en-US" w:eastAsia="zh-CN"/>
        </w:rPr>
        <w:t>transmitter</w:t>
      </w:r>
      <w:r w:rsidRPr="00D910A1">
        <w:rPr>
          <w:lang w:val="en-US"/>
        </w:rPr>
        <w:t xml:space="preserve"> are made.</w:t>
      </w:r>
      <w:r w:rsidRPr="00D910A1">
        <w:rPr>
          <w:lang w:val="en-US" w:eastAsia="zh-CN"/>
        </w:rPr>
        <w:t xml:space="preserve"> The </w:t>
      </w:r>
      <w:r w:rsidRPr="00D910A1">
        <w:rPr>
          <w:i/>
          <w:iCs/>
          <w:lang w:val="en-US" w:eastAsia="zh-CN"/>
        </w:rPr>
        <w:t>transmitter</w:t>
      </w:r>
      <w:r w:rsidRPr="00D910A1">
        <w:rPr>
          <w:i/>
          <w:lang w:val="en-US"/>
        </w:rPr>
        <w:t xml:space="preserve"> exclusion band</w:t>
      </w:r>
      <w:r w:rsidRPr="00D910A1">
        <w:rPr>
          <w:i/>
          <w:lang w:val="en-US" w:eastAsia="zh-CN"/>
        </w:rPr>
        <w:t xml:space="preserve"> </w:t>
      </w:r>
      <w:r w:rsidRPr="00D910A1">
        <w:rPr>
          <w:iCs/>
          <w:lang w:val="en-US" w:eastAsia="zh-CN"/>
        </w:rPr>
        <w:t>only applies to BS type 1-O.</w:t>
      </w:r>
    </w:p>
    <w:p w14:paraId="1E1869A8" w14:textId="77777777" w:rsidR="006B011F" w:rsidRPr="00D910A1" w:rsidRDefault="006B011F" w:rsidP="006B011F">
      <w:pPr>
        <w:rPr>
          <w:lang w:val="en-US" w:eastAsia="zh-CN"/>
        </w:rPr>
      </w:pPr>
      <w:r w:rsidRPr="00D910A1">
        <w:rPr>
          <w:rFonts w:hint="eastAsia"/>
          <w:lang w:val="en-US" w:eastAsia="zh-CN"/>
        </w:rPr>
        <w:t>T</w:t>
      </w:r>
      <w:r w:rsidRPr="00D910A1">
        <w:rPr>
          <w:lang w:val="en-US" w:eastAsia="zh-CN"/>
        </w:rPr>
        <w:t xml:space="preserve">he </w:t>
      </w:r>
      <w:r w:rsidRPr="00D910A1">
        <w:rPr>
          <w:rFonts w:hint="eastAsia"/>
          <w:i/>
          <w:lang w:val="en-US" w:eastAsia="zh-CN"/>
        </w:rPr>
        <w:t xml:space="preserve">transmitter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1E1869A9" w14:textId="77777777" w:rsidR="006B011F" w:rsidRPr="00D910A1" w:rsidRDefault="006B011F" w:rsidP="006B011F">
      <w:pPr>
        <w:pStyle w:val="EQ"/>
        <w:rPr>
          <w:lang w:val="en-US" w:eastAsia="zh-CN"/>
        </w:rPr>
      </w:pPr>
      <w:r w:rsidRPr="00D910A1">
        <w:tab/>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t xml:space="preserve"> – Δf</w:t>
      </w:r>
      <w:r w:rsidRPr="00D910A1">
        <w:rPr>
          <w:rFonts w:hint="eastAsia"/>
          <w:vertAlign w:val="subscript"/>
          <w:lang w:val="en-US" w:eastAsia="zh-CN"/>
        </w:rPr>
        <w:t>OBUE</w:t>
      </w:r>
      <w:r w:rsidRPr="00D910A1">
        <w:t>&lt;f &lt; 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t xml:space="preserve"> + Δf</w:t>
      </w:r>
      <w:r w:rsidRPr="00D910A1">
        <w:rPr>
          <w:rFonts w:hint="eastAsia"/>
          <w:vertAlign w:val="subscript"/>
          <w:lang w:val="en-US" w:eastAsia="zh-CN"/>
        </w:rPr>
        <w:t>OBUE</w:t>
      </w:r>
    </w:p>
    <w:p w14:paraId="1E1869AA" w14:textId="77777777" w:rsidR="006B011F" w:rsidRPr="00D910A1" w:rsidRDefault="006B011F" w:rsidP="006B011F">
      <w:pPr>
        <w:rPr>
          <w:lang w:val="en-US" w:eastAsia="zh-CN"/>
        </w:rPr>
      </w:pPr>
      <w:r w:rsidRPr="00D910A1">
        <w:rPr>
          <w:lang w:val="en-US" w:eastAsia="zh-CN"/>
        </w:rPr>
        <w:t>Where:</w:t>
      </w:r>
    </w:p>
    <w:p w14:paraId="1E1869AB" w14:textId="77777777" w:rsidR="006B011F" w:rsidRPr="00D910A1" w:rsidRDefault="006B011F" w:rsidP="006B011F">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5.2</w:t>
      </w:r>
      <w:r w:rsidRPr="00D910A1">
        <w:rPr>
          <w:lang w:val="en-US" w:eastAsia="zh-CN"/>
        </w:rPr>
        <w:t>.</w:t>
      </w:r>
    </w:p>
    <w:p w14:paraId="1E1869AC" w14:textId="77777777" w:rsidR="006B011F" w:rsidRPr="00D910A1" w:rsidRDefault="006B011F" w:rsidP="006B011F">
      <w:pPr>
        <w:rPr>
          <w:lang w:val="en-US" w:eastAsia="zh-CN"/>
        </w:rPr>
      </w:pPr>
      <w:r w:rsidRPr="00D910A1">
        <w:rPr>
          <w:lang w:val="en-US" w:eastAsia="zh-CN"/>
        </w:rPr>
        <w:t>The value of Δf</w:t>
      </w:r>
      <w:r w:rsidRPr="00D910A1">
        <w:rPr>
          <w:rFonts w:hint="eastAsia"/>
          <w:vertAlign w:val="subscript"/>
          <w:lang w:val="en-US" w:eastAsia="zh-CN"/>
        </w:rPr>
        <w:t>OBUE</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6.6.2</w:t>
      </w:r>
      <w:r w:rsidRPr="00D910A1">
        <w:rPr>
          <w:lang w:val="en-US" w:eastAsia="zh-CN"/>
        </w:rPr>
        <w:t>.</w:t>
      </w:r>
    </w:p>
    <w:p w14:paraId="1E1869AD" w14:textId="77777777" w:rsidR="006B011F" w:rsidRPr="00D910A1" w:rsidRDefault="006B011F" w:rsidP="006B011F">
      <w:r w:rsidRPr="00D910A1">
        <w:t xml:space="preserve">For BS capable of multi-band operation, the total </w:t>
      </w:r>
      <w:r w:rsidRPr="00D910A1">
        <w:rPr>
          <w:rFonts w:hint="eastAsia"/>
          <w:i/>
          <w:lang w:val="en-US" w:eastAsia="zh-CN"/>
        </w:rPr>
        <w:t>transmitter</w:t>
      </w:r>
      <w:r w:rsidRPr="00D910A1">
        <w:rPr>
          <w:i/>
        </w:rPr>
        <w:t xml:space="preserve">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bookmarkEnd w:id="201"/>
    <w:bookmarkEnd w:id="202"/>
    <w:bookmarkEnd w:id="203"/>
    <w:bookmarkEnd w:id="204"/>
    <w:p w14:paraId="1E1869AE" w14:textId="77777777" w:rsidR="00710865" w:rsidRPr="00D910A1" w:rsidRDefault="00710865" w:rsidP="00710865">
      <w:pPr>
        <w:pStyle w:val="NO"/>
        <w:rPr>
          <w:lang w:val="en-US"/>
        </w:rPr>
      </w:pPr>
      <w:r w:rsidRPr="00D910A1">
        <w:rPr>
          <w:lang w:eastAsia="en-GB"/>
        </w:rPr>
        <w:t>NOTE</w:t>
      </w:r>
      <w:r w:rsidRPr="00D910A1">
        <w:rPr>
          <w:rFonts w:hint="eastAsia"/>
          <w:lang w:val="en-US" w:eastAsia="zh-CN"/>
        </w:rPr>
        <w:t xml:space="preserve"> 1</w:t>
      </w:r>
      <w:r w:rsidRPr="00D910A1">
        <w:rPr>
          <w:lang w:eastAsia="en-GB"/>
        </w:rPr>
        <w:t>:</w:t>
      </w:r>
      <w:r w:rsidRPr="00D910A1">
        <w:rPr>
          <w:lang w:eastAsia="en-GB"/>
        </w:rPr>
        <w:tab/>
      </w:r>
      <w:r w:rsidRPr="00D910A1">
        <w:rPr>
          <w:lang w:val="en-US"/>
        </w:rPr>
        <w:t xml:space="preserve">The </w:t>
      </w:r>
      <w:r w:rsidRPr="00D910A1">
        <w:rPr>
          <w:rFonts w:hint="eastAsia"/>
          <w:i/>
          <w:lang w:val="en-US" w:eastAsia="zh-CN"/>
        </w:rPr>
        <w:t>transmitter</w:t>
      </w:r>
      <w:r w:rsidRPr="00D910A1">
        <w:rPr>
          <w:i/>
          <w:lang w:val="en-US"/>
        </w:rPr>
        <w:t xml:space="preserve"> exclusion bands</w:t>
      </w:r>
      <w:r w:rsidRPr="00D910A1">
        <w:rPr>
          <w:lang w:val="en-US"/>
        </w:rPr>
        <w:t xml:space="preserve"> do not apply for S</w:t>
      </w:r>
      <w:r w:rsidRPr="00D910A1">
        <w:rPr>
          <w:rFonts w:hint="eastAsia"/>
          <w:lang w:val="en-US" w:eastAsia="zh-CN"/>
        </w:rPr>
        <w:t>U</w:t>
      </w:r>
      <w:r w:rsidRPr="00D910A1">
        <w:rPr>
          <w:lang w:val="en-US"/>
        </w:rPr>
        <w:t>L bands.</w:t>
      </w:r>
    </w:p>
    <w:p w14:paraId="1E1869AF" w14:textId="77777777" w:rsidR="00710865" w:rsidRDefault="00710865" w:rsidP="00040795">
      <w:pPr>
        <w:pStyle w:val="NO"/>
        <w:rPr>
          <w:lang w:val="en-US" w:eastAsia="zh-CN"/>
        </w:rPr>
      </w:pPr>
      <w:bookmarkStart w:id="206" w:name="_Toc37268380"/>
      <w:bookmarkStart w:id="207" w:name="_Toc45879590"/>
      <w:r w:rsidRPr="00D910A1">
        <w:rPr>
          <w:rFonts w:hint="eastAsia"/>
          <w:lang w:val="en-US" w:eastAsia="zh-CN"/>
        </w:rPr>
        <w:lastRenderedPageBreak/>
        <w:t>NOTE 2:</w:t>
      </w:r>
      <w:r w:rsidRPr="00D910A1">
        <w:rPr>
          <w:rFonts w:hint="eastAsia"/>
          <w:lang w:val="en-US" w:eastAsia="zh-CN"/>
        </w:rPr>
        <w:tab/>
      </w:r>
      <w:r w:rsidRPr="00D910A1">
        <w:rPr>
          <w:lang w:eastAsia="en-GB"/>
        </w:rPr>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rFonts w:hint="eastAsia"/>
          <w:i/>
          <w:lang w:val="en-US" w:eastAsia="zh-CN"/>
        </w:rPr>
        <w:t>transmitter</w:t>
      </w:r>
      <w:r w:rsidRPr="00D910A1">
        <w:rPr>
          <w:i/>
          <w:lang w:val="en-US" w:eastAsia="zh-CN"/>
        </w:rPr>
        <w:t xml:space="preserve"> exclusion band</w:t>
      </w:r>
      <w:r w:rsidRPr="00D910A1">
        <w:rPr>
          <w:lang w:val="en-US" w:eastAsia="zh-CN"/>
        </w:rPr>
        <w:t xml:space="preserve"> defined for </w:t>
      </w:r>
      <w:r w:rsidRPr="00D910A1">
        <w:rPr>
          <w:i/>
          <w:lang w:val="en-US" w:eastAsia="zh-CN"/>
        </w:rPr>
        <w:t>BS type 2-O</w:t>
      </w:r>
      <w:r w:rsidRPr="00D910A1">
        <w:rPr>
          <w:lang w:val="en-US" w:eastAsia="zh-CN"/>
        </w:rPr>
        <w:t>.</w:t>
      </w:r>
      <w:bookmarkStart w:id="208" w:name="_Toc37268286"/>
    </w:p>
    <w:p w14:paraId="1E1869B0" w14:textId="77777777" w:rsidR="00710865" w:rsidRPr="00D910A1" w:rsidRDefault="00710865" w:rsidP="00710865">
      <w:pPr>
        <w:pStyle w:val="Heading3"/>
        <w:rPr>
          <w:lang w:val="en-US"/>
        </w:rPr>
      </w:pPr>
      <w:bookmarkStart w:id="209" w:name="_Toc61181777"/>
      <w:bookmarkStart w:id="210" w:name="_Toc74642595"/>
      <w:bookmarkStart w:id="211" w:name="_Toc76543773"/>
      <w:bookmarkStart w:id="212" w:name="_Toc82627359"/>
      <w:bookmarkStart w:id="213" w:name="_Toc106198093"/>
      <w:r w:rsidRPr="00D910A1">
        <w:rPr>
          <w:rFonts w:hint="eastAsia"/>
          <w:lang w:val="en-US" w:eastAsia="zh-CN"/>
        </w:rPr>
        <w:t>4.4.2</w:t>
      </w:r>
      <w:r w:rsidRPr="00D910A1">
        <w:tab/>
      </w:r>
      <w:r w:rsidRPr="00D910A1">
        <w:rPr>
          <w:rFonts w:hint="eastAsia"/>
          <w:lang w:val="en-US" w:eastAsia="zh-CN"/>
        </w:rPr>
        <w:t>Receiver exclusion band</w:t>
      </w:r>
      <w:bookmarkEnd w:id="206"/>
      <w:bookmarkEnd w:id="207"/>
      <w:bookmarkEnd w:id="208"/>
      <w:bookmarkEnd w:id="209"/>
      <w:bookmarkEnd w:id="210"/>
      <w:bookmarkEnd w:id="211"/>
      <w:bookmarkEnd w:id="212"/>
      <w:bookmarkEnd w:id="213"/>
    </w:p>
    <w:p w14:paraId="1E1869B1" w14:textId="77777777" w:rsidR="00823707" w:rsidRPr="00D910A1" w:rsidRDefault="00823707" w:rsidP="00823707">
      <w:pPr>
        <w:rPr>
          <w:lang w:val="en-US"/>
        </w:rPr>
      </w:pPr>
      <w:r w:rsidRPr="00D910A1">
        <w:rPr>
          <w:lang w:val="en-US"/>
        </w:rPr>
        <w:t xml:space="preserve">The </w:t>
      </w:r>
      <w:r w:rsidRPr="00D910A1">
        <w:rPr>
          <w:i/>
          <w:lang w:val="en-US"/>
        </w:rPr>
        <w:t>receiver exclusion band</w:t>
      </w:r>
      <w:r w:rsidRPr="00D910A1">
        <w:rPr>
          <w:lang w:val="en-US"/>
        </w:rPr>
        <w:t xml:space="preserve"> for </w:t>
      </w:r>
      <w:r w:rsidRPr="00D910A1">
        <w:rPr>
          <w:rFonts w:hint="eastAsia"/>
          <w:lang w:val="en-US" w:eastAsia="zh-CN"/>
        </w:rPr>
        <w:t xml:space="preserve">BS </w:t>
      </w:r>
      <w:r w:rsidRPr="00D910A1">
        <w:rPr>
          <w:lang w:val="en-US"/>
        </w:rPr>
        <w:t xml:space="preserve">is the </w:t>
      </w:r>
      <w:r w:rsidRPr="00D910A1">
        <w:rPr>
          <w:rFonts w:hint="eastAsia"/>
          <w:lang w:val="en-US" w:eastAsia="zh-CN"/>
        </w:rPr>
        <w:t xml:space="preserve">frequency range </w:t>
      </w:r>
      <w:r w:rsidRPr="00D910A1">
        <w:rPr>
          <w:lang w:val="en-US"/>
        </w:rPr>
        <w:t>over which no tests of radiated immunity of a receiver are made.</w:t>
      </w:r>
    </w:p>
    <w:p w14:paraId="1E1869B2" w14:textId="77777777" w:rsidR="00823707" w:rsidRPr="00D910A1" w:rsidRDefault="00823707" w:rsidP="00823707">
      <w:pPr>
        <w:rPr>
          <w:lang w:val="en-US" w:eastAsia="zh-CN"/>
        </w:rPr>
      </w:pPr>
      <w:r w:rsidRPr="00D910A1">
        <w:rPr>
          <w:lang w:val="en-US" w:eastAsia="zh-CN"/>
        </w:rPr>
        <w:t xml:space="preserve">The </w:t>
      </w:r>
      <w:r w:rsidRPr="00D910A1">
        <w:rPr>
          <w:rFonts w:hint="eastAsia"/>
          <w:i/>
          <w:lang w:val="en-US" w:eastAsia="zh-CN"/>
        </w:rPr>
        <w:t xml:space="preserve">receiver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1E1869B3" w14:textId="77777777" w:rsidR="00823707" w:rsidRPr="00D910A1" w:rsidRDefault="00823707" w:rsidP="00823707">
      <w:pPr>
        <w:pStyle w:val="EQ"/>
      </w:pPr>
      <w:r w:rsidRPr="00D910A1">
        <w:tab/>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Δf</w:t>
      </w:r>
      <w:r w:rsidRPr="00D910A1">
        <w:rPr>
          <w:vertAlign w:val="subscript"/>
        </w:rPr>
        <w:t>OOB</w:t>
      </w:r>
      <w:r w:rsidRPr="00D910A1">
        <w:t>&lt;f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Δf</w:t>
      </w:r>
      <w:r w:rsidRPr="00D910A1">
        <w:rPr>
          <w:vertAlign w:val="subscript"/>
        </w:rPr>
        <w:t>OOB</w:t>
      </w:r>
    </w:p>
    <w:p w14:paraId="1E1869B4" w14:textId="77777777" w:rsidR="00823707" w:rsidRPr="00D910A1" w:rsidRDefault="00823707" w:rsidP="00823707">
      <w:pPr>
        <w:rPr>
          <w:lang w:val="en-US" w:eastAsia="zh-CN"/>
        </w:rPr>
      </w:pPr>
      <w:r w:rsidRPr="00D910A1">
        <w:rPr>
          <w:lang w:val="en-US" w:eastAsia="zh-CN"/>
        </w:rPr>
        <w:t>Where:</w:t>
      </w:r>
    </w:p>
    <w:p w14:paraId="1E1869B5" w14:textId="77777777" w:rsidR="00823707" w:rsidRPr="00D910A1" w:rsidRDefault="00823707" w:rsidP="00823707">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vertAlign w:val="subscript"/>
        </w:rPr>
        <w:t>UL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5.2</w:t>
      </w:r>
      <w:r w:rsidRPr="00D910A1">
        <w:rPr>
          <w:lang w:val="en-US" w:eastAsia="zh-CN"/>
        </w:rPr>
        <w:t>.</w:t>
      </w:r>
    </w:p>
    <w:p w14:paraId="1E1869B6" w14:textId="77777777" w:rsidR="00823707" w:rsidRPr="00D910A1" w:rsidRDefault="00823707" w:rsidP="00823707">
      <w:pPr>
        <w:rPr>
          <w:lang w:val="en-US" w:eastAsia="zh-CN"/>
        </w:rPr>
      </w:pPr>
      <w:r w:rsidRPr="00D910A1">
        <w:rPr>
          <w:lang w:val="en-US" w:eastAsia="zh-CN"/>
        </w:rPr>
        <w:t>The value of Δf</w:t>
      </w:r>
      <w:r w:rsidRPr="00D910A1">
        <w:rPr>
          <w:vertAlign w:val="subscript"/>
          <w:lang w:val="en-US" w:eastAsia="zh-CN"/>
        </w:rPr>
        <w:t>OOB</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7.4.2.2</w:t>
      </w:r>
      <w:r w:rsidRPr="00D910A1">
        <w:rPr>
          <w:lang w:val="en-US" w:eastAsia="zh-CN"/>
        </w:rPr>
        <w:t>.</w:t>
      </w:r>
    </w:p>
    <w:p w14:paraId="1E1869B7" w14:textId="77777777" w:rsidR="00823707" w:rsidRPr="00D910A1" w:rsidRDefault="00823707" w:rsidP="00823707">
      <w:pPr>
        <w:rPr>
          <w:lang w:val="en-US" w:eastAsia="zh-CN"/>
        </w:rPr>
      </w:pPr>
      <w:r w:rsidRPr="00D910A1">
        <w:t xml:space="preserve">In case the </w:t>
      </w:r>
      <w:r w:rsidRPr="00D910A1">
        <w:rPr>
          <w:i/>
          <w:iCs/>
        </w:rPr>
        <w:t xml:space="preserve">spatial exclusion </w:t>
      </w:r>
      <w:r w:rsidRPr="00D910A1">
        <w:rPr>
          <w:rFonts w:hint="eastAsia"/>
          <w:i/>
          <w:iCs/>
          <w:lang w:val="en-US" w:eastAsia="zh-CN"/>
        </w:rPr>
        <w:t>zone</w:t>
      </w:r>
      <w:r w:rsidRPr="00D910A1">
        <w:rPr>
          <w:rFonts w:hint="eastAsia"/>
          <w:lang w:val="en-US" w:eastAsia="zh-CN"/>
        </w:rPr>
        <w:t xml:space="preserve"> </w:t>
      </w:r>
      <w:r w:rsidRPr="00D910A1">
        <w:t xml:space="preserve">(as depicted in figure </w:t>
      </w:r>
      <w:r w:rsidRPr="00D910A1">
        <w:rPr>
          <w:lang w:eastAsia="zh-CN"/>
        </w:rPr>
        <w:t>9.2.</w:t>
      </w:r>
      <w:r w:rsidRPr="00D910A1">
        <w:rPr>
          <w:lang w:val="en-US" w:eastAsia="zh-CN"/>
        </w:rPr>
        <w:t>2</w:t>
      </w:r>
      <w:r w:rsidRPr="00D910A1">
        <w:rPr>
          <w:lang w:eastAsia="zh-CN"/>
        </w:rPr>
        <w:t>-1</w:t>
      </w:r>
      <w:r w:rsidRPr="00D910A1">
        <w:t xml:space="preserve">) is not used during the EMC RI testing, the receiver exclusion band for </w:t>
      </w:r>
      <w:r w:rsidRPr="00D910A1">
        <w:rPr>
          <w:rFonts w:cs="v3.8.0"/>
          <w:i/>
        </w:rPr>
        <w:t>BS type 1-O</w:t>
      </w:r>
      <w:r w:rsidRPr="00D910A1">
        <w:rPr>
          <w:rFonts w:cs="v3.8.0" w:hint="eastAsia"/>
          <w:lang w:val="en-US" w:eastAsia="zh-CN"/>
        </w:rPr>
        <w:t xml:space="preserve"> </w:t>
      </w:r>
      <w:r w:rsidRPr="00D910A1">
        <w:rPr>
          <w:lang w:val="en-US" w:eastAsia="zh-CN"/>
        </w:rPr>
        <w:t>is defined as:</w:t>
      </w:r>
    </w:p>
    <w:p w14:paraId="1E1869B8" w14:textId="77777777" w:rsidR="00823707" w:rsidRPr="00D910A1" w:rsidRDefault="00823707" w:rsidP="00823707">
      <w:pPr>
        <w:pStyle w:val="EQ"/>
        <w:jc w:val="center"/>
        <w:rPr>
          <w:lang w:val="en-US"/>
        </w:rPr>
      </w:pP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w:t>
      </w:r>
      <w:r w:rsidRPr="00D910A1">
        <w:rPr>
          <w:lang w:val="en-US" w:eastAsia="zh-CN"/>
        </w:rPr>
        <w:t>Δf</w:t>
      </w:r>
      <w:r w:rsidRPr="00D910A1">
        <w:rPr>
          <w:vertAlign w:val="subscript"/>
          <w:lang w:val="en-US" w:eastAsia="zh-CN"/>
        </w:rPr>
        <w:t>RIexclusion</w:t>
      </w:r>
      <w:r w:rsidRPr="00D910A1">
        <w:t xml:space="preserve"> &lt; 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w:t>
      </w:r>
      <w:r w:rsidRPr="00D910A1">
        <w:rPr>
          <w:lang w:val="en-US" w:eastAsia="zh-CN"/>
        </w:rPr>
        <w:t>Δf</w:t>
      </w:r>
      <w:r w:rsidRPr="00D910A1">
        <w:rPr>
          <w:vertAlign w:val="subscript"/>
          <w:lang w:val="en-US" w:eastAsia="zh-CN"/>
        </w:rPr>
        <w:t>RIexclusion</w:t>
      </w:r>
    </w:p>
    <w:p w14:paraId="1E1869B9" w14:textId="77777777" w:rsidR="00823707" w:rsidRPr="00D910A1" w:rsidRDefault="00823707" w:rsidP="00823707">
      <w:r w:rsidRPr="00D910A1">
        <w:rPr>
          <w:lang w:val="en-US" w:eastAsia="zh-CN"/>
        </w:rPr>
        <w:t>Where the values of Δf</w:t>
      </w:r>
      <w:r w:rsidRPr="00D910A1">
        <w:rPr>
          <w:vertAlign w:val="subscript"/>
          <w:lang w:val="en-US" w:eastAsia="zh-CN"/>
        </w:rPr>
        <w:t>RIexclusion</w:t>
      </w:r>
      <w:r w:rsidRPr="00D910A1">
        <w:t xml:space="preserve"> </w:t>
      </w:r>
      <w:r w:rsidRPr="00D910A1">
        <w:rPr>
          <w:lang w:val="en-US" w:eastAsia="zh-CN"/>
        </w:rPr>
        <w:t xml:space="preserve">are defined </w:t>
      </w:r>
      <w:r w:rsidRPr="00D910A1">
        <w:t>in table 4.4.2-1.</w:t>
      </w:r>
    </w:p>
    <w:p w14:paraId="1E1869BA" w14:textId="77777777" w:rsidR="00823707" w:rsidRPr="00D910A1" w:rsidRDefault="00823707" w:rsidP="00823707">
      <w:pPr>
        <w:pStyle w:val="TH"/>
      </w:pPr>
      <w:r w:rsidRPr="00D910A1">
        <w:t>Table 4</w:t>
      </w:r>
      <w:r w:rsidRPr="00D910A1">
        <w:rPr>
          <w:lang w:val="en-US"/>
        </w:rPr>
        <w:t>.4.2</w:t>
      </w:r>
      <w:r w:rsidRPr="00D910A1">
        <w:t xml:space="preserve">-1: Maximum </w:t>
      </w:r>
      <w:r w:rsidRPr="00D910A1">
        <w:rPr>
          <w:lang w:val="en-US" w:eastAsia="zh-CN"/>
        </w:rPr>
        <w:t>Δf</w:t>
      </w:r>
      <w:r w:rsidRPr="00D910A1">
        <w:rPr>
          <w:vertAlign w:val="subscript"/>
          <w:lang w:val="en-US" w:eastAsia="zh-CN"/>
        </w:rPr>
        <w:t>RIexclusion</w:t>
      </w:r>
      <w:r w:rsidRPr="00D910A1">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2"/>
        <w:gridCol w:w="1219"/>
      </w:tblGrid>
      <w:tr w:rsidR="00823707" w:rsidRPr="00D910A1" w14:paraId="1E1869BD"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1E1869BB" w14:textId="77777777" w:rsidR="00823707" w:rsidRPr="00D910A1" w:rsidRDefault="00823707" w:rsidP="00406546">
            <w:pPr>
              <w:pStyle w:val="TAH"/>
            </w:pPr>
            <w:r w:rsidRPr="00D910A1">
              <w:rPr>
                <w:i/>
              </w:rPr>
              <w:t>Operating band</w:t>
            </w:r>
            <w:r w:rsidRPr="00D910A1">
              <w:t xml:space="preserve"> characteristics</w:t>
            </w:r>
          </w:p>
        </w:tc>
        <w:tc>
          <w:tcPr>
            <w:tcW w:w="1219" w:type="dxa"/>
            <w:tcBorders>
              <w:top w:val="single" w:sz="4" w:space="0" w:color="auto"/>
              <w:left w:val="single" w:sz="4" w:space="0" w:color="auto"/>
              <w:bottom w:val="single" w:sz="4" w:space="0" w:color="auto"/>
              <w:right w:val="single" w:sz="4" w:space="0" w:color="auto"/>
            </w:tcBorders>
          </w:tcPr>
          <w:p w14:paraId="1E1869BC" w14:textId="77777777" w:rsidR="00823707" w:rsidRPr="00D910A1" w:rsidRDefault="00823707" w:rsidP="00406546">
            <w:pPr>
              <w:pStyle w:val="TAH"/>
            </w:pPr>
            <w:r w:rsidRPr="00D910A1">
              <w:rPr>
                <w:lang w:val="en-US" w:eastAsia="zh-CN"/>
              </w:rPr>
              <w:t>Δf</w:t>
            </w:r>
            <w:r w:rsidRPr="00D910A1">
              <w:rPr>
                <w:vertAlign w:val="subscript"/>
                <w:lang w:val="en-US" w:eastAsia="zh-CN"/>
              </w:rPr>
              <w:t>RIexclusion</w:t>
            </w:r>
            <w:r w:rsidRPr="00D910A1">
              <w:t xml:space="preserve"> (MHz)</w:t>
            </w:r>
          </w:p>
        </w:tc>
      </w:tr>
      <w:tr w:rsidR="00823707" w:rsidRPr="00D910A1" w14:paraId="1E1869C0"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1E1869BE" w14:textId="77777777" w:rsidR="00823707" w:rsidRPr="00D910A1" w:rsidRDefault="00823707" w:rsidP="00406546">
            <w:pPr>
              <w:pStyle w:val="TAL"/>
            </w:pPr>
            <w:r w:rsidRPr="00D910A1">
              <w:t xml:space="preserve">100 MHz </w:t>
            </w:r>
            <w:r w:rsidRPr="00D910A1">
              <w:rPr>
                <w:rFonts w:hint="eastAsia"/>
                <w:lang w:val="en-US"/>
              </w:rPr>
              <w:t>≥</w:t>
            </w:r>
            <w:r w:rsidRPr="00D910A1">
              <w:t xml:space="preserve">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1E1869BF" w14:textId="77777777" w:rsidR="00823707" w:rsidRPr="00D910A1" w:rsidRDefault="00823707" w:rsidP="00406546">
            <w:pPr>
              <w:pStyle w:val="TAC"/>
            </w:pPr>
            <w:r w:rsidRPr="00D910A1">
              <w:t>60</w:t>
            </w:r>
          </w:p>
        </w:tc>
      </w:tr>
      <w:tr w:rsidR="00823707" w:rsidRPr="00D910A1" w14:paraId="1E1869C3"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1E1869C1" w14:textId="77777777" w:rsidR="00823707" w:rsidRPr="00D910A1" w:rsidRDefault="00823707" w:rsidP="00406546">
            <w:pPr>
              <w:pStyle w:val="TAL"/>
            </w:pPr>
            <w:r w:rsidRPr="00D910A1">
              <w:rPr>
                <w:lang w:val="en-US"/>
              </w:rPr>
              <w:t>1</w:t>
            </w:r>
            <w:r w:rsidRPr="00D910A1">
              <w:t>00 MHz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1E1869C2" w14:textId="77777777" w:rsidR="00823707" w:rsidRPr="00D910A1" w:rsidRDefault="00823707" w:rsidP="00406546">
            <w:pPr>
              <w:pStyle w:val="TAC"/>
            </w:pPr>
            <w:r w:rsidRPr="00D910A1">
              <w:t>200</w:t>
            </w:r>
          </w:p>
        </w:tc>
      </w:tr>
    </w:tbl>
    <w:p w14:paraId="1E1869C4" w14:textId="77777777" w:rsidR="00823707" w:rsidRPr="00D910A1" w:rsidRDefault="00823707" w:rsidP="00823707"/>
    <w:p w14:paraId="1E1869C5" w14:textId="77777777" w:rsidR="00823707" w:rsidRPr="00D910A1" w:rsidRDefault="00823707" w:rsidP="00823707">
      <w:r w:rsidRPr="00D910A1">
        <w:t xml:space="preserve">For BS capable of multi-band operation, the total </w:t>
      </w:r>
      <w:r w:rsidRPr="00D910A1">
        <w:rPr>
          <w:i/>
        </w:rPr>
        <w:t>receiver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p w14:paraId="1E1869C6" w14:textId="77777777" w:rsidR="00823707" w:rsidRPr="00D910A1" w:rsidRDefault="00823707" w:rsidP="00823707">
      <w:pPr>
        <w:pStyle w:val="NO"/>
        <w:rPr>
          <w:lang w:val="en-US"/>
        </w:rPr>
      </w:pPr>
      <w:r w:rsidRPr="00D910A1">
        <w:t>NOTE</w:t>
      </w:r>
      <w:r w:rsidRPr="00D910A1">
        <w:rPr>
          <w:rFonts w:hint="eastAsia"/>
          <w:lang w:val="en-US" w:eastAsia="zh-CN"/>
        </w:rPr>
        <w:t xml:space="preserve"> 1</w:t>
      </w:r>
      <w:r w:rsidRPr="00D910A1">
        <w:t>:</w:t>
      </w:r>
      <w:r w:rsidRPr="00D910A1">
        <w:tab/>
      </w:r>
      <w:r w:rsidRPr="00D910A1">
        <w:rPr>
          <w:lang w:val="en-US"/>
        </w:rPr>
        <w:t xml:space="preserve">The </w:t>
      </w:r>
      <w:r w:rsidRPr="00D910A1">
        <w:rPr>
          <w:i/>
          <w:lang w:val="en-US"/>
        </w:rPr>
        <w:t>receiver exclusion bands</w:t>
      </w:r>
      <w:r w:rsidRPr="00D910A1">
        <w:rPr>
          <w:lang w:val="en-US"/>
        </w:rPr>
        <w:t xml:space="preserve"> do not apply for SDL bands.</w:t>
      </w:r>
    </w:p>
    <w:p w14:paraId="1E1869C7" w14:textId="77777777" w:rsidR="00823707" w:rsidRPr="00D910A1" w:rsidRDefault="00823707" w:rsidP="00823707">
      <w:pPr>
        <w:pStyle w:val="NO"/>
        <w:rPr>
          <w:lang w:val="en-US" w:eastAsia="zh-CN"/>
        </w:rPr>
      </w:pPr>
      <w:r w:rsidRPr="00D910A1">
        <w:rPr>
          <w:rFonts w:hint="eastAsia"/>
          <w:lang w:val="en-US" w:eastAsia="zh-CN"/>
        </w:rPr>
        <w:t>NOTE 2:</w:t>
      </w:r>
      <w:r w:rsidRPr="00D910A1">
        <w:rPr>
          <w:rFonts w:hint="eastAsia"/>
          <w:lang w:val="en-US" w:eastAsia="zh-CN"/>
        </w:rPr>
        <w:tab/>
      </w:r>
      <w:r w:rsidRPr="00D910A1">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i/>
          <w:lang w:val="en-US" w:eastAsia="zh-CN"/>
        </w:rPr>
        <w:t>receiver exclusion band</w:t>
      </w:r>
      <w:r w:rsidRPr="00D910A1">
        <w:rPr>
          <w:lang w:val="en-US" w:eastAsia="zh-CN"/>
        </w:rPr>
        <w:t xml:space="preserve"> defined for </w:t>
      </w:r>
      <w:r w:rsidRPr="00D910A1">
        <w:rPr>
          <w:i/>
          <w:lang w:val="en-US" w:eastAsia="zh-CN"/>
        </w:rPr>
        <w:t>BS type 2-O</w:t>
      </w:r>
      <w:r w:rsidRPr="00D910A1">
        <w:rPr>
          <w:lang w:val="en-US" w:eastAsia="zh-CN"/>
        </w:rPr>
        <w:t>.</w:t>
      </w:r>
    </w:p>
    <w:p w14:paraId="1E1869C8" w14:textId="77777777" w:rsidR="00823707" w:rsidRPr="00D910A1" w:rsidRDefault="00823707" w:rsidP="00823707">
      <w:pPr>
        <w:pStyle w:val="Heading2"/>
      </w:pPr>
      <w:bookmarkStart w:id="214" w:name="_Toc20994236"/>
      <w:bookmarkStart w:id="215" w:name="_Toc29812095"/>
      <w:bookmarkStart w:id="216" w:name="_Toc37139283"/>
      <w:bookmarkStart w:id="217" w:name="_Toc37268287"/>
      <w:bookmarkStart w:id="218" w:name="_Toc37268381"/>
      <w:bookmarkStart w:id="219" w:name="_Toc45879591"/>
      <w:bookmarkStart w:id="220" w:name="_Toc52563685"/>
      <w:bookmarkStart w:id="221" w:name="_Toc52563780"/>
      <w:bookmarkStart w:id="222" w:name="_Toc52563873"/>
      <w:bookmarkStart w:id="223" w:name="_Toc61181778"/>
      <w:bookmarkStart w:id="224" w:name="_Toc74642596"/>
      <w:bookmarkStart w:id="225" w:name="_Toc76543774"/>
      <w:bookmarkStart w:id="226" w:name="_Toc82627360"/>
      <w:bookmarkStart w:id="227" w:name="_Toc106198094"/>
      <w:r w:rsidRPr="00D910A1">
        <w:t>4.</w:t>
      </w:r>
      <w:r w:rsidRPr="00D910A1">
        <w:rPr>
          <w:rFonts w:hint="eastAsia"/>
          <w:lang w:val="en-US" w:eastAsia="zh-CN"/>
        </w:rPr>
        <w:t>5</w:t>
      </w:r>
      <w:r w:rsidRPr="00D910A1">
        <w:tab/>
      </w:r>
      <w:r w:rsidRPr="00D910A1">
        <w:rPr>
          <w:rFonts w:hint="eastAsia"/>
        </w:rPr>
        <w:t>BS test configurations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E1869C9" w14:textId="77777777" w:rsidR="00823707" w:rsidRPr="00D910A1" w:rsidRDefault="00823707" w:rsidP="00823707">
      <w:r w:rsidRPr="00D910A1">
        <w:t xml:space="preserve">The present </w:t>
      </w:r>
      <w:r w:rsidR="00456274">
        <w:rPr>
          <w:rFonts w:hint="eastAsia"/>
          <w:lang w:val="en-US" w:eastAsia="zh-CN"/>
        </w:rPr>
        <w:t>clause</w:t>
      </w:r>
      <w:r w:rsidRPr="00D910A1">
        <w:t xml:space="preserve"> defines the BS test configurations that shall be used for demonstrating conformance. A single </w:t>
      </w:r>
      <w:r w:rsidRPr="00D910A1">
        <w:rPr>
          <w:rFonts w:hint="eastAsia"/>
          <w:lang w:val="en-US" w:eastAsia="zh-CN"/>
        </w:rPr>
        <w:t>NR</w:t>
      </w:r>
      <w:r w:rsidRPr="00D910A1">
        <w:t xml:space="preserve"> carrier shall be used for testing of single-carrier capable BS.</w:t>
      </w:r>
    </w:p>
    <w:p w14:paraId="1E1869CA" w14:textId="77777777" w:rsidR="00823707" w:rsidRPr="00D910A1" w:rsidRDefault="00823707" w:rsidP="00823707">
      <w:r w:rsidRPr="00D910A1">
        <w:rPr>
          <w:rFonts w:hint="eastAsia"/>
          <w:lang w:val="en-US" w:eastAsia="zh-CN"/>
        </w:rPr>
        <w:t>S</w:t>
      </w:r>
      <w:r w:rsidRPr="00D910A1">
        <w:rPr>
          <w:lang w:eastAsia="zh-CN"/>
        </w:rPr>
        <w:t xml:space="preserve">ingle carrier configuration (SC) tests shall be performed using signal with narrowest supported </w:t>
      </w:r>
      <w:r w:rsidRPr="00D910A1">
        <w:rPr>
          <w:i/>
          <w:lang w:eastAsia="zh-CN"/>
        </w:rPr>
        <w:t>BS channel bandwidth</w:t>
      </w:r>
      <w:r w:rsidRPr="00D910A1">
        <w:rPr>
          <w:lang w:eastAsia="zh-CN"/>
        </w:rPr>
        <w:t xml:space="preserve"> with the smallest supported subcarrier spacing declared per </w:t>
      </w:r>
      <w:r w:rsidRPr="00D910A1">
        <w:rPr>
          <w:i/>
          <w:lang w:eastAsia="zh-CN"/>
        </w:rPr>
        <w:t>operating band</w:t>
      </w:r>
      <w:r w:rsidRPr="00D910A1">
        <w:rPr>
          <w:rFonts w:hint="eastAsia"/>
          <w:iCs/>
          <w:lang w:val="en-US" w:eastAsia="zh-CN"/>
        </w:rPr>
        <w:t xml:space="preserve"> in TS 38.141-1 [3] </w:t>
      </w:r>
      <w:r w:rsidR="00456274">
        <w:rPr>
          <w:rFonts w:hint="eastAsia"/>
          <w:iCs/>
          <w:lang w:val="en-US" w:eastAsia="zh-CN"/>
        </w:rPr>
        <w:t>clause</w:t>
      </w:r>
      <w:r w:rsidRPr="00D910A1">
        <w:rPr>
          <w:rFonts w:hint="eastAsia"/>
          <w:iCs/>
          <w:lang w:val="en-US" w:eastAsia="zh-CN"/>
        </w:rPr>
        <w:t xml:space="preserve"> 4.6, and TS 38.141-2 [4] </w:t>
      </w:r>
      <w:r w:rsidR="00456274">
        <w:rPr>
          <w:rFonts w:hint="eastAsia"/>
          <w:iCs/>
          <w:lang w:val="en-US" w:eastAsia="zh-CN"/>
        </w:rPr>
        <w:t>clause</w:t>
      </w:r>
      <w:r w:rsidRPr="00D910A1">
        <w:rPr>
          <w:rFonts w:hint="eastAsia"/>
          <w:iCs/>
          <w:lang w:val="en-US" w:eastAsia="zh-CN"/>
        </w:rPr>
        <w:t xml:space="preserve"> 4.6.</w:t>
      </w:r>
    </w:p>
    <w:p w14:paraId="1E1869CB" w14:textId="77777777" w:rsidR="00823707" w:rsidRPr="00D910A1" w:rsidRDefault="00823707" w:rsidP="00823707">
      <w:r w:rsidRPr="00D910A1">
        <w:t>For other</w:t>
      </w:r>
      <w:r w:rsidRPr="00D910A1">
        <w:rPr>
          <w:rFonts w:hint="eastAsia"/>
          <w:lang w:val="en-US" w:eastAsia="zh-CN"/>
        </w:rPr>
        <w:t xml:space="preserve"> NR</w:t>
      </w:r>
      <w:r w:rsidRPr="00D910A1">
        <w:rPr>
          <w:rFonts w:hint="eastAsia"/>
          <w:lang w:eastAsia="zh-CN"/>
        </w:rPr>
        <w:t xml:space="preserve"> </w:t>
      </w:r>
      <w:r w:rsidRPr="00D910A1">
        <w:rPr>
          <w:rFonts w:hint="eastAsia"/>
          <w:lang w:val="en-US" w:eastAsia="zh-CN"/>
        </w:rPr>
        <w:t>base stations</w:t>
      </w:r>
      <w:r w:rsidRPr="00D910A1">
        <w:t xml:space="preserve">, the test configurations in </w:t>
      </w:r>
      <w:r w:rsidRPr="00D910A1">
        <w:rPr>
          <w:rFonts w:hint="eastAsia"/>
          <w:lang w:val="en-US" w:eastAsia="zh-CN"/>
        </w:rPr>
        <w:t>t</w:t>
      </w:r>
      <w:r w:rsidRPr="00D910A1">
        <w:t>able 4.</w:t>
      </w:r>
      <w:r w:rsidRPr="00D910A1">
        <w:rPr>
          <w:rFonts w:hint="eastAsia"/>
          <w:lang w:val="en-US" w:eastAsia="zh-CN"/>
        </w:rPr>
        <w:t>5-1 and table 4.5-2</w:t>
      </w:r>
      <w:r w:rsidRPr="00D910A1">
        <w:t xml:space="preserve"> </w:t>
      </w:r>
      <w:r w:rsidRPr="00D910A1">
        <w:rPr>
          <w:rFonts w:hint="eastAsia"/>
          <w:lang w:val="en-US" w:eastAsia="zh-CN"/>
        </w:rPr>
        <w:t>s</w:t>
      </w:r>
      <w:r w:rsidRPr="00D910A1">
        <w:t xml:space="preserve">hall be used. </w:t>
      </w:r>
      <w:r w:rsidRPr="00D910A1">
        <w:rPr>
          <w:snapToGrid w:val="0"/>
        </w:rPr>
        <w:t xml:space="preserve">The </w:t>
      </w:r>
      <w:r w:rsidRPr="00D910A1">
        <w:rPr>
          <w:rFonts w:hint="eastAsia"/>
          <w:snapToGrid w:val="0"/>
          <w:lang w:val="en-US" w:eastAsia="zh-CN"/>
        </w:rPr>
        <w:t xml:space="preserve">NR </w:t>
      </w:r>
      <w:r w:rsidRPr="00D910A1">
        <w:rPr>
          <w:snapToGrid w:val="0"/>
        </w:rPr>
        <w:t>test configurations (</w:t>
      </w:r>
      <w:r w:rsidRPr="00D910A1">
        <w:rPr>
          <w:rFonts w:hint="eastAsia"/>
          <w:snapToGrid w:val="0"/>
          <w:lang w:val="en-US" w:eastAsia="zh-CN"/>
        </w:rPr>
        <w:t>NR</w:t>
      </w:r>
      <w:r w:rsidRPr="00D910A1">
        <w:rPr>
          <w:snapToGrid w:val="0"/>
        </w:rPr>
        <w:t>TCx) are defined in TS 3</w:t>
      </w:r>
      <w:r w:rsidRPr="00D910A1">
        <w:rPr>
          <w:rFonts w:hint="eastAsia"/>
          <w:snapToGrid w:val="0"/>
          <w:lang w:val="en-US" w:eastAsia="zh-CN"/>
        </w:rPr>
        <w:t>8</w:t>
      </w:r>
      <w:r w:rsidRPr="00D910A1">
        <w:rPr>
          <w:snapToGrid w:val="0"/>
        </w:rPr>
        <w:t>.141</w:t>
      </w:r>
      <w:r w:rsidRPr="00D910A1">
        <w:rPr>
          <w:rFonts w:hint="eastAsia"/>
          <w:snapToGrid w:val="0"/>
          <w:lang w:val="en-US" w:eastAsia="zh-CN"/>
        </w:rPr>
        <w:t>-1</w:t>
      </w:r>
      <w:r w:rsidRPr="00D910A1">
        <w:rPr>
          <w:snapToGrid w:val="0"/>
        </w:rPr>
        <w:t xml:space="preserve"> [3], </w:t>
      </w:r>
      <w:r w:rsidR="00456274">
        <w:rPr>
          <w:snapToGrid w:val="0"/>
        </w:rPr>
        <w:t>clause</w:t>
      </w:r>
      <w:r w:rsidRPr="00D910A1">
        <w:rPr>
          <w:snapToGrid w:val="0"/>
        </w:rPr>
        <w:t xml:space="preserve"> 4.</w:t>
      </w:r>
      <w:r w:rsidRPr="00D910A1">
        <w:rPr>
          <w:rFonts w:hint="eastAsia"/>
          <w:snapToGrid w:val="0"/>
          <w:lang w:val="en-US" w:eastAsia="zh-CN"/>
        </w:rPr>
        <w:t xml:space="preserve">7 for </w:t>
      </w:r>
      <w:r w:rsidRPr="00D910A1">
        <w:rPr>
          <w:rFonts w:hint="eastAsia"/>
          <w:i/>
          <w:iCs/>
          <w:snapToGrid w:val="0"/>
          <w:lang w:val="en-US" w:eastAsia="zh-CN"/>
        </w:rPr>
        <w:t>BS type 1-C</w:t>
      </w:r>
      <w:r w:rsidRPr="00D910A1">
        <w:rPr>
          <w:rFonts w:hint="eastAsia"/>
          <w:snapToGrid w:val="0"/>
          <w:lang w:val="en-US" w:eastAsia="zh-CN"/>
        </w:rPr>
        <w:t xml:space="preserve"> and </w:t>
      </w:r>
      <w:r w:rsidRPr="00D910A1">
        <w:rPr>
          <w:rFonts w:hint="eastAsia"/>
          <w:i/>
          <w:iCs/>
          <w:snapToGrid w:val="0"/>
          <w:lang w:val="en-US" w:eastAsia="zh-CN"/>
        </w:rPr>
        <w:t>BS type 1-H</w:t>
      </w:r>
      <w:r w:rsidRPr="00D910A1">
        <w:rPr>
          <w:rFonts w:hint="eastAsia"/>
          <w:snapToGrid w:val="0"/>
          <w:lang w:val="en-US" w:eastAsia="zh-CN"/>
        </w:rPr>
        <w:t xml:space="preserve"> and </w:t>
      </w:r>
      <w:r w:rsidRPr="00D910A1">
        <w:rPr>
          <w:snapToGrid w:val="0"/>
          <w:lang w:val="en-US" w:eastAsia="zh-CN"/>
        </w:rPr>
        <w:t xml:space="preserve">in </w:t>
      </w:r>
      <w:r w:rsidRPr="00D910A1">
        <w:rPr>
          <w:rFonts w:hint="eastAsia"/>
          <w:snapToGrid w:val="0"/>
          <w:lang w:val="en-US" w:eastAsia="zh-CN"/>
        </w:rPr>
        <w:t>TS</w:t>
      </w:r>
      <w:r w:rsidRPr="00D910A1">
        <w:rPr>
          <w:rFonts w:ascii="MS Mincho" w:eastAsia="MS Mincho" w:hAnsi="MS Mincho"/>
          <w:snapToGrid w:val="0"/>
          <w:lang w:val="en-US" w:eastAsia="zh-CN"/>
        </w:rPr>
        <w:t> </w:t>
      </w:r>
      <w:r w:rsidRPr="00D910A1">
        <w:rPr>
          <w:rFonts w:hint="eastAsia"/>
          <w:snapToGrid w:val="0"/>
          <w:lang w:val="en-US" w:eastAsia="zh-CN"/>
        </w:rPr>
        <w:t xml:space="preserve">38.141-2 [4], </w:t>
      </w:r>
      <w:r w:rsidR="00456274">
        <w:rPr>
          <w:rFonts w:hint="eastAsia"/>
          <w:snapToGrid w:val="0"/>
          <w:lang w:val="en-US" w:eastAsia="zh-CN"/>
        </w:rPr>
        <w:t>clause</w:t>
      </w:r>
      <w:r w:rsidRPr="00D910A1">
        <w:rPr>
          <w:rFonts w:hint="eastAsia"/>
          <w:snapToGrid w:val="0"/>
          <w:lang w:val="en-US" w:eastAsia="zh-CN"/>
        </w:rPr>
        <w:t xml:space="preserve"> 4.8 for </w:t>
      </w:r>
      <w:r w:rsidRPr="00D910A1">
        <w:rPr>
          <w:rFonts w:hint="eastAsia"/>
          <w:i/>
          <w:iCs/>
          <w:snapToGrid w:val="0"/>
          <w:lang w:val="en-US" w:eastAsia="zh-CN"/>
        </w:rPr>
        <w:t>BS type 1-O</w:t>
      </w:r>
      <w:r w:rsidRPr="00D910A1">
        <w:rPr>
          <w:rFonts w:hint="eastAsia"/>
          <w:snapToGrid w:val="0"/>
          <w:lang w:val="en-US" w:eastAsia="zh-CN"/>
        </w:rPr>
        <w:t xml:space="preserve"> and </w:t>
      </w:r>
      <w:r w:rsidRPr="00D910A1">
        <w:rPr>
          <w:rFonts w:hint="eastAsia"/>
          <w:i/>
          <w:iCs/>
          <w:snapToGrid w:val="0"/>
          <w:lang w:val="en-US" w:eastAsia="zh-CN"/>
        </w:rPr>
        <w:t>BS type 2-O</w:t>
      </w:r>
      <w:r w:rsidRPr="00D910A1">
        <w:rPr>
          <w:snapToGrid w:val="0"/>
        </w:rPr>
        <w:t>.</w:t>
      </w:r>
    </w:p>
    <w:p w14:paraId="1E1869CC" w14:textId="77777777" w:rsidR="00823707" w:rsidRPr="00D910A1" w:rsidRDefault="00823707" w:rsidP="00823707">
      <w:pPr>
        <w:pStyle w:val="TH"/>
      </w:pPr>
      <w:r w:rsidRPr="00D910A1">
        <w:lastRenderedPageBreak/>
        <w:t>Table 4.</w:t>
      </w:r>
      <w:r w:rsidRPr="00D910A1">
        <w:rPr>
          <w:rFonts w:hint="eastAsia"/>
          <w:lang w:val="en-US" w:eastAsia="zh-CN"/>
        </w:rPr>
        <w:t>5-</w:t>
      </w:r>
      <w:r w:rsidRPr="00D910A1">
        <w:t xml:space="preserve">1: Test configurations for </w:t>
      </w:r>
      <w:r w:rsidRPr="00D910A1">
        <w:rPr>
          <w:i/>
          <w:iCs/>
        </w:rPr>
        <w:t>BS</w:t>
      </w:r>
      <w:r w:rsidRPr="00D910A1">
        <w:rPr>
          <w:rFonts w:hint="eastAsia"/>
          <w:i/>
          <w:iCs/>
          <w:lang w:val="en-US" w:eastAsia="zh-CN"/>
        </w:rPr>
        <w:t xml:space="preserve"> type 1-C</w:t>
      </w:r>
      <w:r w:rsidRPr="00D910A1">
        <w:rPr>
          <w:rFonts w:hint="eastAsia"/>
          <w:lang w:val="en-US" w:eastAsia="zh-CN"/>
        </w:rPr>
        <w:t xml:space="preserve"> and </w:t>
      </w:r>
      <w:r w:rsidRPr="00D910A1">
        <w:rPr>
          <w:rFonts w:hint="eastAsia"/>
          <w:i/>
          <w:iCs/>
          <w:lang w:val="en-US" w:eastAsia="zh-CN"/>
        </w:rPr>
        <w:t>BS type 1-H</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353"/>
        <w:gridCol w:w="1354"/>
        <w:gridCol w:w="1678"/>
        <w:gridCol w:w="2193"/>
        <w:gridCol w:w="2193"/>
      </w:tblGrid>
      <w:tr w:rsidR="00456274" w:rsidRPr="00D910A1" w14:paraId="1E1869D0" w14:textId="77777777" w:rsidTr="00456274">
        <w:trPr>
          <w:tblHeader/>
          <w:jc w:val="center"/>
        </w:trPr>
        <w:tc>
          <w:tcPr>
            <w:tcW w:w="998" w:type="dxa"/>
            <w:tcBorders>
              <w:bottom w:val="nil"/>
            </w:tcBorders>
            <w:shd w:val="clear" w:color="auto" w:fill="auto"/>
          </w:tcPr>
          <w:p w14:paraId="1E1869CD" w14:textId="77777777" w:rsidR="00456274" w:rsidRPr="00D910A1" w:rsidRDefault="00456274" w:rsidP="00456274">
            <w:pPr>
              <w:pStyle w:val="TAH"/>
              <w:rPr>
                <w:lang w:eastAsia="ja-JP"/>
              </w:rPr>
            </w:pPr>
            <w:r w:rsidRPr="00D910A1">
              <w:t>BS test case</w:t>
            </w:r>
          </w:p>
        </w:tc>
        <w:tc>
          <w:tcPr>
            <w:tcW w:w="4385" w:type="dxa"/>
            <w:gridSpan w:val="3"/>
          </w:tcPr>
          <w:p w14:paraId="1E1869CE" w14:textId="77777777" w:rsidR="00456274" w:rsidRPr="00D910A1" w:rsidRDefault="00456274" w:rsidP="00456274">
            <w:pPr>
              <w:pStyle w:val="TAH"/>
              <w:rPr>
                <w:snapToGrid w:val="0"/>
                <w:kern w:val="2"/>
                <w:lang w:eastAsia="zh-CN"/>
              </w:rPr>
            </w:pPr>
            <w:r w:rsidRPr="00D910A1">
              <w:rPr>
                <w:snapToGrid w:val="0"/>
                <w:lang w:eastAsia="zh-CN"/>
              </w:rPr>
              <w:t>BS capable of multi-carrier and/or CA in a single band</w:t>
            </w:r>
          </w:p>
        </w:tc>
        <w:tc>
          <w:tcPr>
            <w:tcW w:w="4386" w:type="dxa"/>
            <w:gridSpan w:val="2"/>
          </w:tcPr>
          <w:p w14:paraId="1E1869CF" w14:textId="77777777" w:rsidR="00456274" w:rsidRPr="00D910A1" w:rsidRDefault="00456274" w:rsidP="00456274">
            <w:pPr>
              <w:pStyle w:val="TAH"/>
              <w:rPr>
                <w:iCs/>
                <w:snapToGrid w:val="0"/>
                <w:lang w:val="en-US" w:eastAsia="zh-CN"/>
              </w:rPr>
            </w:pPr>
            <w:r w:rsidRPr="00D910A1">
              <w:t>BS</w:t>
            </w:r>
            <w:r w:rsidRPr="00D910A1">
              <w:rPr>
                <w:lang w:eastAsia="zh-CN"/>
              </w:rPr>
              <w:t xml:space="preserve"> </w:t>
            </w:r>
            <w:r w:rsidRPr="00D910A1">
              <w:rPr>
                <w:snapToGrid w:val="0"/>
              </w:rPr>
              <w:t xml:space="preserve">capable of </w:t>
            </w:r>
            <w:r w:rsidRPr="00D910A1">
              <w:t>multi-band operation</w:t>
            </w:r>
          </w:p>
        </w:tc>
      </w:tr>
      <w:tr w:rsidR="00456274" w:rsidRPr="00D910A1" w14:paraId="1E1869D7" w14:textId="77777777" w:rsidTr="00456274">
        <w:trPr>
          <w:tblHeader/>
          <w:jc w:val="center"/>
        </w:trPr>
        <w:tc>
          <w:tcPr>
            <w:tcW w:w="998" w:type="dxa"/>
            <w:tcBorders>
              <w:top w:val="nil"/>
            </w:tcBorders>
            <w:shd w:val="clear" w:color="auto" w:fill="auto"/>
          </w:tcPr>
          <w:p w14:paraId="1E1869D1" w14:textId="77777777" w:rsidR="00456274" w:rsidRPr="00D910A1" w:rsidRDefault="00456274" w:rsidP="00456274">
            <w:pPr>
              <w:pStyle w:val="TAH"/>
              <w:rPr>
                <w:lang w:eastAsia="ja-JP"/>
              </w:rPr>
            </w:pPr>
          </w:p>
        </w:tc>
        <w:tc>
          <w:tcPr>
            <w:tcW w:w="1353" w:type="dxa"/>
          </w:tcPr>
          <w:p w14:paraId="1E1869D2" w14:textId="77777777" w:rsidR="00456274" w:rsidRPr="00D910A1" w:rsidRDefault="00456274" w:rsidP="00456274">
            <w:pPr>
              <w:pStyle w:val="TAH"/>
            </w:pPr>
            <w:r w:rsidRPr="00D910A1">
              <w:rPr>
                <w:snapToGrid w:val="0"/>
                <w:lang w:eastAsia="zh-CN"/>
              </w:rPr>
              <w:t>Contiguous spectrum capable BS</w:t>
            </w:r>
          </w:p>
        </w:tc>
        <w:tc>
          <w:tcPr>
            <w:tcW w:w="1354" w:type="dxa"/>
          </w:tcPr>
          <w:p w14:paraId="1E1869D3" w14:textId="77777777" w:rsidR="00456274" w:rsidRPr="00D910A1" w:rsidRDefault="00456274" w:rsidP="00456274">
            <w:pPr>
              <w:pStyle w:val="TAH"/>
            </w:pPr>
            <w:r w:rsidRPr="00D910A1">
              <w:rPr>
                <w:snapToGrid w:val="0"/>
                <w:kern w:val="2"/>
                <w:lang w:eastAsia="zh-CN"/>
              </w:rPr>
              <w:t>C and NC capable BS with identical parameters</w:t>
            </w:r>
          </w:p>
        </w:tc>
        <w:tc>
          <w:tcPr>
            <w:tcW w:w="1678" w:type="dxa"/>
          </w:tcPr>
          <w:p w14:paraId="1E1869D4" w14:textId="77777777" w:rsidR="00456274" w:rsidRPr="00D910A1" w:rsidRDefault="00456274" w:rsidP="00456274">
            <w:pPr>
              <w:pStyle w:val="TAH"/>
            </w:pPr>
            <w:r w:rsidRPr="00D910A1">
              <w:rPr>
                <w:snapToGrid w:val="0"/>
                <w:kern w:val="2"/>
                <w:lang w:eastAsia="zh-CN"/>
              </w:rPr>
              <w:t>C and NC capable BS with different parameters</w:t>
            </w:r>
          </w:p>
        </w:tc>
        <w:tc>
          <w:tcPr>
            <w:tcW w:w="2193" w:type="dxa"/>
          </w:tcPr>
          <w:p w14:paraId="1E1869D5" w14:textId="77777777" w:rsidR="00456274" w:rsidRPr="00D910A1" w:rsidRDefault="00456274" w:rsidP="00456274">
            <w:pPr>
              <w:pStyle w:val="TAH"/>
              <w:rPr>
                <w:lang w:val="en-US"/>
              </w:rPr>
            </w:pPr>
            <w:r w:rsidRPr="00D910A1">
              <w:rPr>
                <w:iCs/>
                <w:snapToGrid w:val="0"/>
                <w:lang w:val="en-US" w:eastAsia="zh-CN"/>
              </w:rPr>
              <w:t xml:space="preserve">BS </w:t>
            </w:r>
            <w:r w:rsidRPr="00D910A1">
              <w:rPr>
                <w:rFonts w:hint="eastAsia"/>
                <w:iCs/>
                <w:snapToGrid w:val="0"/>
                <w:lang w:val="en-US" w:eastAsia="zh-CN"/>
              </w:rPr>
              <w:t>capable of multi-band operation with common connector</w:t>
            </w:r>
          </w:p>
        </w:tc>
        <w:tc>
          <w:tcPr>
            <w:tcW w:w="2193" w:type="dxa"/>
          </w:tcPr>
          <w:p w14:paraId="1E1869D6" w14:textId="77777777" w:rsidR="00456274" w:rsidRPr="00D910A1" w:rsidRDefault="00456274" w:rsidP="00456274">
            <w:pPr>
              <w:pStyle w:val="TAH"/>
              <w:rPr>
                <w:lang w:val="en-US"/>
              </w:rPr>
            </w:pPr>
            <w:r w:rsidRPr="00D910A1">
              <w:rPr>
                <w:iCs/>
                <w:snapToGrid w:val="0"/>
                <w:lang w:val="en-US" w:eastAsia="zh-CN"/>
              </w:rPr>
              <w:t xml:space="preserve">BS </w:t>
            </w:r>
            <w:r w:rsidRPr="00D910A1">
              <w:rPr>
                <w:rFonts w:hint="eastAsia"/>
                <w:iCs/>
                <w:snapToGrid w:val="0"/>
                <w:lang w:val="en-US" w:eastAsia="zh-CN"/>
              </w:rPr>
              <w:t>capable of multi-band operation with sep</w:t>
            </w:r>
            <w:r w:rsidRPr="00D910A1">
              <w:rPr>
                <w:iCs/>
                <w:snapToGrid w:val="0"/>
                <w:lang w:val="en-US" w:eastAsia="zh-CN"/>
              </w:rPr>
              <w:t>a</w:t>
            </w:r>
            <w:r w:rsidRPr="00D910A1">
              <w:rPr>
                <w:rFonts w:hint="eastAsia"/>
                <w:iCs/>
                <w:snapToGrid w:val="0"/>
                <w:lang w:val="en-US" w:eastAsia="zh-CN"/>
              </w:rPr>
              <w:t>rate connector</w:t>
            </w:r>
          </w:p>
        </w:tc>
      </w:tr>
      <w:tr w:rsidR="00823707" w:rsidRPr="00D910A1" w14:paraId="1E1869DE" w14:textId="77777777" w:rsidTr="00456274">
        <w:trPr>
          <w:jc w:val="center"/>
        </w:trPr>
        <w:tc>
          <w:tcPr>
            <w:tcW w:w="998" w:type="dxa"/>
          </w:tcPr>
          <w:p w14:paraId="1E1869D8" w14:textId="77777777" w:rsidR="00823707" w:rsidRPr="00D910A1" w:rsidRDefault="00823707" w:rsidP="00456274">
            <w:pPr>
              <w:pStyle w:val="TAC"/>
              <w:rPr>
                <w:rFonts w:cs="Arial"/>
              </w:rPr>
            </w:pPr>
            <w:r w:rsidRPr="00D910A1">
              <w:rPr>
                <w:rFonts w:cs="Arial"/>
              </w:rPr>
              <w:t>Emission tests</w:t>
            </w:r>
          </w:p>
        </w:tc>
        <w:tc>
          <w:tcPr>
            <w:tcW w:w="1353" w:type="dxa"/>
          </w:tcPr>
          <w:p w14:paraId="1E1869D9"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354" w:type="dxa"/>
          </w:tcPr>
          <w:p w14:paraId="1E1869DA" w14:textId="77777777" w:rsidR="00823707" w:rsidRPr="00D910A1" w:rsidRDefault="00823707" w:rsidP="00456274">
            <w:pPr>
              <w:pStyle w:val="TAC"/>
              <w:rPr>
                <w:rFonts w:cs="Arial"/>
                <w:lang w:eastAsia="ja-JP"/>
              </w:rPr>
            </w:pPr>
            <w:r w:rsidRPr="00D910A1">
              <w:rPr>
                <w:rFonts w:cs="Arial"/>
                <w:snapToGrid w:val="0"/>
                <w:lang w:eastAsia="zh-CN"/>
              </w:rPr>
              <w:t>NRTC3</w:t>
            </w:r>
          </w:p>
        </w:tc>
        <w:tc>
          <w:tcPr>
            <w:tcW w:w="1678" w:type="dxa"/>
          </w:tcPr>
          <w:p w14:paraId="1E1869DB" w14:textId="77777777" w:rsidR="00823707" w:rsidRPr="00D910A1" w:rsidRDefault="00823707" w:rsidP="00456274">
            <w:pPr>
              <w:pStyle w:val="TAC"/>
              <w:rPr>
                <w:rFonts w:cs="Arial"/>
                <w:snapToGrid w:val="0"/>
                <w:lang w:val="en-US" w:eastAsia="ja-JP"/>
              </w:rPr>
            </w:pPr>
            <w:r w:rsidRPr="00D910A1">
              <w:rPr>
                <w:rFonts w:cs="Arial"/>
                <w:snapToGrid w:val="0"/>
                <w:lang w:eastAsia="zh-CN"/>
              </w:rPr>
              <w:t>NRTC1, NRTC3</w:t>
            </w:r>
          </w:p>
        </w:tc>
        <w:tc>
          <w:tcPr>
            <w:tcW w:w="2193" w:type="dxa"/>
          </w:tcPr>
          <w:p w14:paraId="1E1869DC" w14:textId="77777777" w:rsidR="00823707" w:rsidRPr="00D910A1" w:rsidRDefault="00823707" w:rsidP="00456274">
            <w:pPr>
              <w:pStyle w:val="TAC"/>
              <w:rPr>
                <w:rFonts w:cs="Arial"/>
                <w:lang w:eastAsia="ja-JP"/>
              </w:rPr>
            </w:pPr>
            <w:r w:rsidRPr="00D910A1">
              <w:rPr>
                <w:rFonts w:cs="Arial"/>
                <w:snapToGrid w:val="0"/>
                <w:kern w:val="2"/>
                <w:lang w:eastAsia="zh-CN"/>
              </w:rPr>
              <w:t>NRTC1/3 (Note 1), NRTC5</w:t>
            </w:r>
          </w:p>
        </w:tc>
        <w:tc>
          <w:tcPr>
            <w:tcW w:w="2193" w:type="dxa"/>
          </w:tcPr>
          <w:p w14:paraId="1E1869DD" w14:textId="77777777" w:rsidR="00823707" w:rsidRPr="00D910A1" w:rsidRDefault="00823707" w:rsidP="00456274">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 xml:space="preserve">1/3 (Note 1),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2</w:t>
            </w:r>
            <w:r w:rsidRPr="00D910A1">
              <w:rPr>
                <w:rFonts w:cs="Arial"/>
                <w:snapToGrid w:val="0"/>
                <w:kern w:val="2"/>
                <w:szCs w:val="18"/>
                <w:lang w:eastAsia="zh-CN"/>
              </w:rPr>
              <w:t>)</w:t>
            </w:r>
          </w:p>
        </w:tc>
      </w:tr>
      <w:tr w:rsidR="00823707" w:rsidRPr="00D910A1" w14:paraId="1E1869E5" w14:textId="77777777" w:rsidTr="00456274">
        <w:trPr>
          <w:jc w:val="center"/>
        </w:trPr>
        <w:tc>
          <w:tcPr>
            <w:tcW w:w="998" w:type="dxa"/>
          </w:tcPr>
          <w:p w14:paraId="1E1869DF" w14:textId="77777777" w:rsidR="00823707" w:rsidRPr="00D910A1" w:rsidRDefault="00823707" w:rsidP="00456274">
            <w:pPr>
              <w:pStyle w:val="TAC"/>
              <w:rPr>
                <w:rFonts w:cs="Arial"/>
              </w:rPr>
            </w:pPr>
            <w:r w:rsidRPr="00D910A1">
              <w:rPr>
                <w:rFonts w:cs="Arial"/>
              </w:rPr>
              <w:t>Immunity tests</w:t>
            </w:r>
          </w:p>
        </w:tc>
        <w:tc>
          <w:tcPr>
            <w:tcW w:w="1353" w:type="dxa"/>
          </w:tcPr>
          <w:p w14:paraId="1E1869E0"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354" w:type="dxa"/>
          </w:tcPr>
          <w:p w14:paraId="1E1869E1" w14:textId="77777777" w:rsidR="00823707" w:rsidRPr="00D910A1" w:rsidRDefault="00823707" w:rsidP="00456274">
            <w:pPr>
              <w:pStyle w:val="TAC"/>
              <w:rPr>
                <w:rFonts w:cs="Arial"/>
              </w:rPr>
            </w:pPr>
            <w:r w:rsidRPr="00D910A1">
              <w:rPr>
                <w:rFonts w:cs="Arial"/>
                <w:snapToGrid w:val="0"/>
                <w:lang w:eastAsia="zh-CN"/>
              </w:rPr>
              <w:t>NRTC3</w:t>
            </w:r>
          </w:p>
        </w:tc>
        <w:tc>
          <w:tcPr>
            <w:tcW w:w="1678" w:type="dxa"/>
          </w:tcPr>
          <w:p w14:paraId="1E1869E2" w14:textId="77777777" w:rsidR="00823707" w:rsidRPr="00D910A1" w:rsidRDefault="00823707" w:rsidP="00456274">
            <w:pPr>
              <w:pStyle w:val="TAC"/>
              <w:rPr>
                <w:rFonts w:cs="Arial"/>
                <w:lang w:val="en-US"/>
              </w:rPr>
            </w:pPr>
            <w:r w:rsidRPr="00D910A1">
              <w:rPr>
                <w:rFonts w:cs="Arial"/>
                <w:snapToGrid w:val="0"/>
                <w:lang w:eastAsia="zh-CN"/>
              </w:rPr>
              <w:t>NRTC1, NRTC3</w:t>
            </w:r>
          </w:p>
        </w:tc>
        <w:tc>
          <w:tcPr>
            <w:tcW w:w="2193" w:type="dxa"/>
          </w:tcPr>
          <w:p w14:paraId="1E1869E3" w14:textId="77777777" w:rsidR="00823707" w:rsidRPr="00D910A1" w:rsidRDefault="00823707" w:rsidP="00456274">
            <w:pPr>
              <w:pStyle w:val="TAC"/>
              <w:rPr>
                <w:rFonts w:cs="Arial"/>
              </w:rPr>
            </w:pPr>
            <w:r w:rsidRPr="00D910A1">
              <w:rPr>
                <w:rFonts w:cs="Arial"/>
                <w:snapToGrid w:val="0"/>
                <w:kern w:val="2"/>
                <w:lang w:eastAsia="zh-CN"/>
              </w:rPr>
              <w:t>NRTC1/3 (Note 1), NRTC5</w:t>
            </w:r>
          </w:p>
        </w:tc>
        <w:tc>
          <w:tcPr>
            <w:tcW w:w="2193" w:type="dxa"/>
          </w:tcPr>
          <w:p w14:paraId="1E1869E4" w14:textId="77777777" w:rsidR="00823707" w:rsidRPr="00D910A1" w:rsidRDefault="00823707" w:rsidP="00456274">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1/3 (Note 1),</w:t>
            </w:r>
            <w:r w:rsidRPr="00D910A1">
              <w:rPr>
                <w:rFonts w:cs="Arial" w:hint="eastAsia"/>
                <w:snapToGrid w:val="0"/>
                <w:kern w:val="2"/>
                <w:szCs w:val="18"/>
                <w:lang w:val="en-US" w:eastAsia="zh-CN"/>
              </w:rPr>
              <w:t xml:space="preserve">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3</w:t>
            </w:r>
            <w:r w:rsidRPr="00D910A1">
              <w:rPr>
                <w:rFonts w:cs="Arial"/>
                <w:snapToGrid w:val="0"/>
                <w:kern w:val="2"/>
                <w:szCs w:val="18"/>
                <w:lang w:eastAsia="zh-CN"/>
              </w:rPr>
              <w:t>)</w:t>
            </w:r>
          </w:p>
        </w:tc>
      </w:tr>
      <w:tr w:rsidR="00823707" w:rsidRPr="00D910A1" w14:paraId="1E1869E9" w14:textId="77777777" w:rsidTr="00456274">
        <w:trPr>
          <w:jc w:val="center"/>
        </w:trPr>
        <w:tc>
          <w:tcPr>
            <w:tcW w:w="9769" w:type="dxa"/>
            <w:gridSpan w:val="6"/>
          </w:tcPr>
          <w:p w14:paraId="1E1869E6" w14:textId="77777777" w:rsidR="00823707" w:rsidRPr="00D910A1" w:rsidRDefault="00823707" w:rsidP="00406546">
            <w:pPr>
              <w:pStyle w:val="TAN"/>
              <w:rPr>
                <w:lang w:eastAsia="zh-CN"/>
              </w:rPr>
            </w:pPr>
            <w:bookmarkStart w:id="228" w:name="OLE_LINK352"/>
            <w:bookmarkStart w:id="229" w:name="OLE_LINK353"/>
            <w:r w:rsidRPr="00D910A1">
              <w:rPr>
                <w:lang w:eastAsia="zh-CN"/>
              </w:rPr>
              <w:t>Note 1:</w:t>
            </w:r>
            <w:r w:rsidRPr="00D910A1">
              <w:rPr>
                <w:lang w:eastAsia="zh-CN"/>
              </w:rPr>
              <w:tab/>
              <w:t xml:space="preserve">NRTC1 and/or NRTC3 shall be applied </w:t>
            </w:r>
            <w:r w:rsidRPr="00D910A1">
              <w:rPr>
                <w:rFonts w:cs="v4.2.0"/>
              </w:rPr>
              <w:t>in each supported operating band</w:t>
            </w:r>
            <w:r w:rsidRPr="00D910A1">
              <w:rPr>
                <w:lang w:eastAsia="zh-CN"/>
              </w:rPr>
              <w:t>.</w:t>
            </w:r>
            <w:bookmarkEnd w:id="228"/>
            <w:bookmarkEnd w:id="229"/>
          </w:p>
          <w:p w14:paraId="1E1869E7" w14:textId="77777777" w:rsidR="00823707" w:rsidRPr="00D910A1" w:rsidRDefault="00823707" w:rsidP="00406546">
            <w:pPr>
              <w:pStyle w:val="TAN"/>
              <w:rPr>
                <w:szCs w:val="18"/>
              </w:rPr>
            </w:pPr>
            <w:r w:rsidRPr="00D910A1">
              <w:rPr>
                <w:lang w:eastAsia="zh-CN"/>
              </w:rPr>
              <w:t xml:space="preserve">Note </w:t>
            </w:r>
            <w:r w:rsidRPr="00D910A1">
              <w:rPr>
                <w:rFonts w:hint="eastAsia"/>
                <w:lang w:val="en-US" w:eastAsia="zh-CN"/>
              </w:rPr>
              <w:t>2</w:t>
            </w:r>
            <w:r w:rsidRPr="00D910A1">
              <w:rPr>
                <w:lang w:eastAsia="zh-CN"/>
              </w:rPr>
              <w:t>:</w:t>
            </w:r>
            <w:r w:rsidRPr="00D910A1">
              <w:rPr>
                <w:lang w:eastAsia="zh-CN"/>
              </w:rPr>
              <w:tab/>
            </w:r>
            <w:r w:rsidRPr="00D910A1">
              <w:rPr>
                <w:szCs w:val="18"/>
              </w:rPr>
              <w:t>For single-band operation test, other antenna connector(s) is (are) terminated.</w:t>
            </w:r>
          </w:p>
          <w:p w14:paraId="1E1869E8" w14:textId="77777777" w:rsidR="00823707" w:rsidRPr="00D910A1" w:rsidRDefault="00823707" w:rsidP="00406546">
            <w:pPr>
              <w:pStyle w:val="TAN"/>
              <w:rPr>
                <w:szCs w:val="18"/>
                <w:lang w:eastAsia="ja-JP"/>
              </w:rPr>
            </w:pPr>
            <w:r w:rsidRPr="00D910A1">
              <w:rPr>
                <w:lang w:eastAsia="zh-CN"/>
              </w:rPr>
              <w:t>Note</w:t>
            </w:r>
            <w:r w:rsidRPr="00D910A1">
              <w:rPr>
                <w:rFonts w:hint="eastAsia"/>
                <w:lang w:val="en-US" w:eastAsia="zh-CN"/>
              </w:rPr>
              <w:t xml:space="preserve"> 3</w:t>
            </w:r>
            <w:r w:rsidRPr="00D910A1">
              <w:rPr>
                <w:lang w:eastAsia="zh-CN"/>
              </w:rPr>
              <w:t>:</w:t>
            </w:r>
            <w:r w:rsidRPr="00D910A1">
              <w:rPr>
                <w:lang w:eastAsia="zh-CN"/>
              </w:rPr>
              <w:tab/>
            </w:r>
            <w:r w:rsidRPr="00D910A1">
              <w:rPr>
                <w:rFonts w:hint="eastAsia"/>
                <w:szCs w:val="18"/>
                <w:lang w:eastAsia="zh-CN"/>
              </w:rPr>
              <w:t>NRTC</w:t>
            </w:r>
            <w:r w:rsidRPr="00D910A1">
              <w:rPr>
                <w:szCs w:val="18"/>
              </w:rPr>
              <w:t>5 is only applicable for multi-band receiver.</w:t>
            </w:r>
          </w:p>
        </w:tc>
      </w:tr>
    </w:tbl>
    <w:p w14:paraId="1E1869EA" w14:textId="77777777" w:rsidR="00823707" w:rsidRPr="00D910A1" w:rsidRDefault="00823707" w:rsidP="00823707"/>
    <w:p w14:paraId="1E1869EB" w14:textId="77777777" w:rsidR="00823707" w:rsidRPr="00D910A1" w:rsidRDefault="00823707" w:rsidP="00823707">
      <w:pPr>
        <w:pStyle w:val="TH"/>
      </w:pPr>
      <w:r w:rsidRPr="00D910A1">
        <w:t>Table 4.</w:t>
      </w:r>
      <w:r w:rsidRPr="00D910A1">
        <w:rPr>
          <w:rFonts w:hint="eastAsia"/>
          <w:lang w:val="en-US" w:eastAsia="zh-CN"/>
        </w:rPr>
        <w:t>5-2</w:t>
      </w:r>
      <w:r w:rsidRPr="00D910A1">
        <w:t xml:space="preserve">: Test configurations for </w:t>
      </w:r>
      <w:r w:rsidRPr="00D910A1">
        <w:rPr>
          <w:i/>
          <w:iCs/>
        </w:rPr>
        <w:t>BS</w:t>
      </w:r>
      <w:r w:rsidRPr="00D910A1">
        <w:rPr>
          <w:rFonts w:hint="eastAsia"/>
          <w:i/>
          <w:iCs/>
          <w:lang w:val="en-US" w:eastAsia="zh-CN"/>
        </w:rPr>
        <w:t xml:space="preserve"> type 1-O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gridCol w:w="2834"/>
      </w:tblGrid>
      <w:tr w:rsidR="00456274" w:rsidRPr="00D910A1" w14:paraId="1E1869EF" w14:textId="77777777" w:rsidTr="00456274">
        <w:trPr>
          <w:tblHeader/>
          <w:jc w:val="center"/>
        </w:trPr>
        <w:tc>
          <w:tcPr>
            <w:tcW w:w="998" w:type="dxa"/>
            <w:tcBorders>
              <w:bottom w:val="nil"/>
            </w:tcBorders>
            <w:shd w:val="clear" w:color="auto" w:fill="auto"/>
          </w:tcPr>
          <w:p w14:paraId="1E1869EC" w14:textId="77777777" w:rsidR="00456274" w:rsidRPr="00D910A1" w:rsidRDefault="00456274" w:rsidP="00456274">
            <w:pPr>
              <w:pStyle w:val="TAH"/>
              <w:rPr>
                <w:lang w:eastAsia="ja-JP"/>
              </w:rPr>
            </w:pPr>
            <w:r w:rsidRPr="00D910A1">
              <w:t xml:space="preserve">BS test </w:t>
            </w:r>
          </w:p>
        </w:tc>
        <w:tc>
          <w:tcPr>
            <w:tcW w:w="5937" w:type="dxa"/>
            <w:gridSpan w:val="3"/>
          </w:tcPr>
          <w:p w14:paraId="1E1869ED" w14:textId="77777777" w:rsidR="00456274" w:rsidRPr="00D910A1" w:rsidRDefault="00456274" w:rsidP="00456274">
            <w:pPr>
              <w:pStyle w:val="TAH"/>
              <w:rPr>
                <w:snapToGrid w:val="0"/>
                <w:kern w:val="2"/>
                <w:lang w:val="en-US" w:eastAsia="zh-CN"/>
              </w:rPr>
            </w:pPr>
            <w:r w:rsidRPr="00D910A1">
              <w:rPr>
                <w:rFonts w:hint="eastAsia"/>
                <w:snapToGrid w:val="0"/>
                <w:lang w:val="en-US" w:eastAsia="zh-CN"/>
              </w:rPr>
              <w:t>Single band RIB</w:t>
            </w:r>
          </w:p>
        </w:tc>
        <w:tc>
          <w:tcPr>
            <w:tcW w:w="2834" w:type="dxa"/>
            <w:tcBorders>
              <w:bottom w:val="nil"/>
            </w:tcBorders>
            <w:shd w:val="clear" w:color="auto" w:fill="auto"/>
          </w:tcPr>
          <w:p w14:paraId="1E1869EE" w14:textId="77777777" w:rsidR="00456274" w:rsidRPr="00D910A1" w:rsidRDefault="00456274" w:rsidP="00456274">
            <w:pPr>
              <w:pStyle w:val="TAH"/>
              <w:rPr>
                <w:iCs/>
                <w:snapToGrid w:val="0"/>
                <w:lang w:val="en-US" w:eastAsia="zh-CN"/>
              </w:rPr>
            </w:pPr>
            <w:r w:rsidRPr="00D910A1">
              <w:rPr>
                <w:rFonts w:hint="eastAsia"/>
                <w:lang w:val="en-US" w:eastAsia="zh-CN"/>
              </w:rPr>
              <w:t>Multi-band RIB</w:t>
            </w:r>
          </w:p>
        </w:tc>
      </w:tr>
      <w:tr w:rsidR="00456274" w:rsidRPr="00D910A1" w14:paraId="1E1869F5" w14:textId="77777777" w:rsidTr="00456274">
        <w:trPr>
          <w:tblHeader/>
          <w:jc w:val="center"/>
        </w:trPr>
        <w:tc>
          <w:tcPr>
            <w:tcW w:w="998" w:type="dxa"/>
            <w:tcBorders>
              <w:top w:val="nil"/>
            </w:tcBorders>
            <w:shd w:val="clear" w:color="auto" w:fill="auto"/>
          </w:tcPr>
          <w:p w14:paraId="1E1869F0" w14:textId="77777777" w:rsidR="00456274" w:rsidRPr="00D910A1" w:rsidRDefault="00456274" w:rsidP="00456274">
            <w:pPr>
              <w:pStyle w:val="TAH"/>
              <w:rPr>
                <w:lang w:eastAsia="ja-JP"/>
              </w:rPr>
            </w:pPr>
          </w:p>
        </w:tc>
        <w:tc>
          <w:tcPr>
            <w:tcW w:w="1979" w:type="dxa"/>
          </w:tcPr>
          <w:p w14:paraId="1E1869F1" w14:textId="77777777" w:rsidR="00456274" w:rsidRPr="00D910A1" w:rsidRDefault="00456274" w:rsidP="00456274">
            <w:pPr>
              <w:pStyle w:val="TAH"/>
            </w:pPr>
            <w:r w:rsidRPr="00D910A1">
              <w:rPr>
                <w:snapToGrid w:val="0"/>
                <w:lang w:eastAsia="zh-CN"/>
              </w:rPr>
              <w:t>Contiguous spectrum capable BS</w:t>
            </w:r>
          </w:p>
        </w:tc>
        <w:tc>
          <w:tcPr>
            <w:tcW w:w="1979" w:type="dxa"/>
          </w:tcPr>
          <w:p w14:paraId="1E1869F2" w14:textId="77777777" w:rsidR="00456274" w:rsidRPr="00D910A1" w:rsidRDefault="00456274" w:rsidP="00456274">
            <w:pPr>
              <w:pStyle w:val="TAH"/>
            </w:pPr>
            <w:r w:rsidRPr="00D910A1">
              <w:rPr>
                <w:snapToGrid w:val="0"/>
                <w:kern w:val="2"/>
                <w:lang w:eastAsia="zh-CN"/>
              </w:rPr>
              <w:t>C and NC capable BS with identical parameters</w:t>
            </w:r>
          </w:p>
        </w:tc>
        <w:tc>
          <w:tcPr>
            <w:tcW w:w="1979" w:type="dxa"/>
          </w:tcPr>
          <w:p w14:paraId="1E1869F3" w14:textId="77777777" w:rsidR="00456274" w:rsidRPr="00D910A1" w:rsidRDefault="00456274" w:rsidP="00456274">
            <w:pPr>
              <w:pStyle w:val="TAH"/>
            </w:pPr>
            <w:r w:rsidRPr="00D910A1">
              <w:rPr>
                <w:snapToGrid w:val="0"/>
                <w:kern w:val="2"/>
                <w:lang w:eastAsia="zh-CN"/>
              </w:rPr>
              <w:t>C and NC capable BS with different parameters</w:t>
            </w:r>
          </w:p>
        </w:tc>
        <w:tc>
          <w:tcPr>
            <w:tcW w:w="2834" w:type="dxa"/>
            <w:tcBorders>
              <w:top w:val="nil"/>
            </w:tcBorders>
            <w:shd w:val="clear" w:color="auto" w:fill="auto"/>
          </w:tcPr>
          <w:p w14:paraId="1E1869F4" w14:textId="77777777" w:rsidR="00456274" w:rsidRPr="00D910A1" w:rsidRDefault="00456274" w:rsidP="00456274">
            <w:pPr>
              <w:pStyle w:val="TAH"/>
              <w:rPr>
                <w:lang w:val="en-US"/>
              </w:rPr>
            </w:pPr>
          </w:p>
        </w:tc>
      </w:tr>
      <w:tr w:rsidR="00710865" w:rsidRPr="00D910A1" w14:paraId="1E1869FB" w14:textId="77777777" w:rsidTr="0086063E">
        <w:trPr>
          <w:jc w:val="center"/>
        </w:trPr>
        <w:tc>
          <w:tcPr>
            <w:tcW w:w="998" w:type="dxa"/>
          </w:tcPr>
          <w:p w14:paraId="1E1869F6" w14:textId="77777777" w:rsidR="00710865" w:rsidRPr="00D910A1" w:rsidRDefault="00710865" w:rsidP="00710865">
            <w:pPr>
              <w:pStyle w:val="TAC"/>
              <w:rPr>
                <w:rFonts w:cs="Arial"/>
              </w:rPr>
            </w:pPr>
            <w:r w:rsidRPr="00D910A1">
              <w:rPr>
                <w:rFonts w:cs="Arial"/>
              </w:rPr>
              <w:t>Emission tests</w:t>
            </w:r>
          </w:p>
        </w:tc>
        <w:tc>
          <w:tcPr>
            <w:tcW w:w="1979" w:type="dxa"/>
          </w:tcPr>
          <w:p w14:paraId="1E1869F7" w14:textId="77777777" w:rsidR="00710865" w:rsidRPr="00D910A1" w:rsidRDefault="00710865" w:rsidP="00710865">
            <w:pPr>
              <w:pStyle w:val="TAC"/>
              <w:rPr>
                <w:rFonts w:cs="Arial"/>
                <w:snapToGrid w:val="0"/>
                <w:lang w:val="en-US" w:eastAsia="zh-CN"/>
              </w:rPr>
            </w:pPr>
            <w:r w:rsidRPr="00D910A1">
              <w:rPr>
                <w:rFonts w:cs="Arial"/>
                <w:snapToGrid w:val="0"/>
                <w:lang w:eastAsia="zh-CN"/>
              </w:rPr>
              <w:t>NRTC1</w:t>
            </w:r>
          </w:p>
        </w:tc>
        <w:tc>
          <w:tcPr>
            <w:tcW w:w="1979" w:type="dxa"/>
          </w:tcPr>
          <w:p w14:paraId="1E1869F8" w14:textId="77777777" w:rsidR="00710865" w:rsidRPr="00D910A1" w:rsidRDefault="00710865" w:rsidP="00710865">
            <w:pPr>
              <w:pStyle w:val="TAC"/>
              <w:rPr>
                <w:rFonts w:cs="Arial"/>
                <w:lang w:eastAsia="ja-JP"/>
              </w:rPr>
            </w:pPr>
            <w:r w:rsidRPr="00D910A1">
              <w:rPr>
                <w:rFonts w:cs="Arial"/>
                <w:snapToGrid w:val="0"/>
                <w:lang w:eastAsia="zh-CN"/>
              </w:rPr>
              <w:t>NRTC3</w:t>
            </w:r>
          </w:p>
        </w:tc>
        <w:tc>
          <w:tcPr>
            <w:tcW w:w="1979" w:type="dxa"/>
          </w:tcPr>
          <w:p w14:paraId="1E1869F9" w14:textId="77777777" w:rsidR="00710865" w:rsidRPr="00D910A1" w:rsidRDefault="00710865" w:rsidP="00710865">
            <w:pPr>
              <w:pStyle w:val="TAC"/>
              <w:rPr>
                <w:rFonts w:cs="Arial"/>
                <w:snapToGrid w:val="0"/>
                <w:lang w:val="en-US" w:eastAsia="ja-JP"/>
              </w:rPr>
            </w:pPr>
            <w:r w:rsidRPr="00D910A1">
              <w:rPr>
                <w:rFonts w:cs="Arial"/>
                <w:snapToGrid w:val="0"/>
                <w:lang w:eastAsia="zh-CN"/>
              </w:rPr>
              <w:t>NRTC1, NRTC3</w:t>
            </w:r>
          </w:p>
        </w:tc>
        <w:tc>
          <w:tcPr>
            <w:tcW w:w="2834" w:type="dxa"/>
            <w:vAlign w:val="center"/>
          </w:tcPr>
          <w:p w14:paraId="1E1869FA" w14:textId="77777777" w:rsidR="00710865" w:rsidRPr="00D910A1" w:rsidRDefault="00710865" w:rsidP="00710865">
            <w:pPr>
              <w:pStyle w:val="TAC"/>
              <w:rPr>
                <w:rFonts w:cs="Arial"/>
                <w:snapToGrid w:val="0"/>
                <w:lang w:val="en-US" w:eastAsia="zh-CN"/>
              </w:rPr>
            </w:pPr>
            <w:r w:rsidRPr="00D910A1">
              <w:rPr>
                <w:snapToGrid w:val="0"/>
                <w:lang w:eastAsia="zh-CN"/>
              </w:rPr>
              <w:t>NRTC1/3 (Note), NRTC5</w:t>
            </w:r>
          </w:p>
        </w:tc>
      </w:tr>
      <w:tr w:rsidR="00710865" w:rsidRPr="00D910A1" w14:paraId="1E186A01" w14:textId="77777777" w:rsidTr="00456274">
        <w:trPr>
          <w:jc w:val="center"/>
        </w:trPr>
        <w:tc>
          <w:tcPr>
            <w:tcW w:w="998" w:type="dxa"/>
          </w:tcPr>
          <w:p w14:paraId="1E1869FC" w14:textId="77777777" w:rsidR="00710865" w:rsidRPr="00D910A1" w:rsidRDefault="00710865" w:rsidP="00710865">
            <w:pPr>
              <w:pStyle w:val="TAC"/>
              <w:rPr>
                <w:rFonts w:cs="Arial"/>
              </w:rPr>
            </w:pPr>
            <w:r w:rsidRPr="00D910A1">
              <w:rPr>
                <w:rFonts w:cs="Arial"/>
              </w:rPr>
              <w:t>Immunity tests</w:t>
            </w:r>
          </w:p>
        </w:tc>
        <w:tc>
          <w:tcPr>
            <w:tcW w:w="1979" w:type="dxa"/>
          </w:tcPr>
          <w:p w14:paraId="1E1869FD" w14:textId="77777777" w:rsidR="00710865" w:rsidRPr="00D910A1" w:rsidRDefault="00710865" w:rsidP="00710865">
            <w:pPr>
              <w:pStyle w:val="TAC"/>
              <w:rPr>
                <w:rFonts w:cs="Arial"/>
                <w:snapToGrid w:val="0"/>
                <w:lang w:val="en-US" w:eastAsia="zh-CN"/>
              </w:rPr>
            </w:pPr>
            <w:r w:rsidRPr="00D910A1">
              <w:rPr>
                <w:rFonts w:cs="Arial"/>
                <w:snapToGrid w:val="0"/>
                <w:lang w:eastAsia="zh-CN"/>
              </w:rPr>
              <w:t>NRTC1</w:t>
            </w:r>
          </w:p>
        </w:tc>
        <w:tc>
          <w:tcPr>
            <w:tcW w:w="1979" w:type="dxa"/>
          </w:tcPr>
          <w:p w14:paraId="1E1869FE" w14:textId="77777777" w:rsidR="00710865" w:rsidRPr="00D910A1" w:rsidRDefault="00710865" w:rsidP="00710865">
            <w:pPr>
              <w:pStyle w:val="TAC"/>
              <w:rPr>
                <w:rFonts w:cs="Arial"/>
              </w:rPr>
            </w:pPr>
            <w:r w:rsidRPr="00D910A1">
              <w:rPr>
                <w:rFonts w:cs="Arial"/>
                <w:snapToGrid w:val="0"/>
                <w:lang w:eastAsia="zh-CN"/>
              </w:rPr>
              <w:t>NRTC3</w:t>
            </w:r>
          </w:p>
        </w:tc>
        <w:tc>
          <w:tcPr>
            <w:tcW w:w="1979" w:type="dxa"/>
          </w:tcPr>
          <w:p w14:paraId="1E1869FF" w14:textId="77777777" w:rsidR="00710865" w:rsidRPr="00D910A1" w:rsidRDefault="00710865" w:rsidP="00710865">
            <w:pPr>
              <w:pStyle w:val="TAC"/>
              <w:rPr>
                <w:rFonts w:cs="Arial"/>
                <w:lang w:val="en-US"/>
              </w:rPr>
            </w:pPr>
            <w:r w:rsidRPr="00D910A1">
              <w:rPr>
                <w:rFonts w:cs="Arial"/>
                <w:snapToGrid w:val="0"/>
                <w:lang w:eastAsia="zh-CN"/>
              </w:rPr>
              <w:t>NRTC1, NRTC3</w:t>
            </w:r>
          </w:p>
        </w:tc>
        <w:tc>
          <w:tcPr>
            <w:tcW w:w="2834" w:type="dxa"/>
          </w:tcPr>
          <w:p w14:paraId="1E186A00" w14:textId="77777777" w:rsidR="00710865" w:rsidRPr="00D910A1" w:rsidRDefault="00710865" w:rsidP="00710865">
            <w:pPr>
              <w:pStyle w:val="TAC"/>
              <w:rPr>
                <w:rFonts w:cs="Arial"/>
                <w:snapToGrid w:val="0"/>
                <w:lang w:val="en-US" w:eastAsia="zh-CN"/>
              </w:rPr>
            </w:pPr>
            <w:r w:rsidRPr="00D910A1">
              <w:rPr>
                <w:snapToGrid w:val="0"/>
                <w:lang w:eastAsia="zh-CN"/>
              </w:rPr>
              <w:t>NRTC5</w:t>
            </w:r>
          </w:p>
        </w:tc>
      </w:tr>
      <w:tr w:rsidR="00710865" w:rsidRPr="00D910A1" w14:paraId="1E186A03" w14:textId="77777777" w:rsidTr="00456274">
        <w:trPr>
          <w:jc w:val="center"/>
        </w:trPr>
        <w:tc>
          <w:tcPr>
            <w:tcW w:w="9769" w:type="dxa"/>
            <w:gridSpan w:val="5"/>
          </w:tcPr>
          <w:p w14:paraId="1E186A02" w14:textId="77777777" w:rsidR="00710865" w:rsidRPr="00D910A1" w:rsidRDefault="00710865" w:rsidP="00710865">
            <w:pPr>
              <w:pStyle w:val="TAN"/>
              <w:rPr>
                <w:lang w:eastAsia="ja-JP"/>
              </w:rPr>
            </w:pPr>
            <w:r w:rsidRPr="00D910A1">
              <w:rPr>
                <w:lang w:eastAsia="zh-CN"/>
              </w:rPr>
              <w:t>Note:</w:t>
            </w:r>
            <w:r w:rsidRPr="00D910A1">
              <w:rPr>
                <w:lang w:eastAsia="zh-CN"/>
              </w:rPr>
              <w:tab/>
              <w:t xml:space="preserve">NRTC1 and/or NRTC3 shall be applied </w:t>
            </w:r>
            <w:r w:rsidRPr="00D910A1">
              <w:rPr>
                <w:rFonts w:cs="v4.2.0"/>
              </w:rPr>
              <w:t>in each supported operating band</w:t>
            </w:r>
            <w:r w:rsidRPr="00D910A1">
              <w:rPr>
                <w:lang w:eastAsia="zh-CN"/>
              </w:rPr>
              <w:t>.</w:t>
            </w:r>
          </w:p>
        </w:tc>
      </w:tr>
    </w:tbl>
    <w:p w14:paraId="1E186A04" w14:textId="77777777" w:rsidR="00823707" w:rsidRPr="00D910A1" w:rsidRDefault="00823707" w:rsidP="00823707">
      <w:pPr>
        <w:rPr>
          <w:lang w:val="en-US"/>
        </w:rPr>
      </w:pPr>
    </w:p>
    <w:p w14:paraId="1E186A05" w14:textId="77777777" w:rsidR="00823707" w:rsidRPr="00D910A1" w:rsidRDefault="00823707" w:rsidP="00823707">
      <w:pPr>
        <w:pStyle w:val="TH"/>
        <w:tabs>
          <w:tab w:val="left" w:pos="2257"/>
          <w:tab w:val="center" w:pos="4879"/>
        </w:tabs>
        <w:rPr>
          <w:i/>
          <w:iCs/>
          <w:lang w:val="en-US" w:eastAsia="zh-CN"/>
        </w:rPr>
      </w:pPr>
      <w:r w:rsidRPr="00D910A1">
        <w:t>Table 4.</w:t>
      </w:r>
      <w:r w:rsidRPr="00D910A1">
        <w:rPr>
          <w:rFonts w:hint="eastAsia"/>
          <w:lang w:val="en-US" w:eastAsia="zh-CN"/>
        </w:rPr>
        <w:t>5-3</w:t>
      </w:r>
      <w:r w:rsidRPr="00D910A1">
        <w:t xml:space="preserve">: Test configurations for </w:t>
      </w:r>
      <w:r w:rsidRPr="00D910A1">
        <w:rPr>
          <w:i/>
          <w:iCs/>
        </w:rPr>
        <w:t>BS</w:t>
      </w:r>
      <w:r w:rsidRPr="00D910A1">
        <w:rPr>
          <w:rFonts w:hint="eastAsia"/>
          <w:i/>
          <w:iCs/>
          <w:lang w:val="en-US" w:eastAsia="zh-CN"/>
        </w:rPr>
        <w:t xml:space="preserve"> type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tblGrid>
      <w:tr w:rsidR="00456274" w:rsidRPr="00D910A1" w14:paraId="1E186A08" w14:textId="77777777" w:rsidTr="00456274">
        <w:trPr>
          <w:tblHeader/>
          <w:jc w:val="center"/>
        </w:trPr>
        <w:tc>
          <w:tcPr>
            <w:tcW w:w="998" w:type="dxa"/>
            <w:tcBorders>
              <w:bottom w:val="nil"/>
            </w:tcBorders>
            <w:shd w:val="clear" w:color="auto" w:fill="auto"/>
          </w:tcPr>
          <w:p w14:paraId="1E186A06" w14:textId="77777777" w:rsidR="00456274" w:rsidRPr="00D910A1" w:rsidRDefault="00456274" w:rsidP="00456274">
            <w:pPr>
              <w:pStyle w:val="TAH"/>
              <w:rPr>
                <w:lang w:eastAsia="ja-JP"/>
              </w:rPr>
            </w:pPr>
            <w:r w:rsidRPr="00D910A1">
              <w:t xml:space="preserve">BS test </w:t>
            </w:r>
            <w:r w:rsidR="00DC0596" w:rsidRPr="00D910A1">
              <w:t>case</w:t>
            </w:r>
          </w:p>
        </w:tc>
        <w:tc>
          <w:tcPr>
            <w:tcW w:w="5937" w:type="dxa"/>
            <w:gridSpan w:val="3"/>
          </w:tcPr>
          <w:p w14:paraId="1E186A07" w14:textId="77777777" w:rsidR="00456274" w:rsidRPr="00D910A1" w:rsidRDefault="00456274" w:rsidP="00456274">
            <w:pPr>
              <w:pStyle w:val="TAH"/>
              <w:rPr>
                <w:snapToGrid w:val="0"/>
                <w:kern w:val="2"/>
                <w:lang w:val="en-US" w:eastAsia="zh-CN"/>
              </w:rPr>
            </w:pPr>
            <w:r w:rsidRPr="00D910A1">
              <w:rPr>
                <w:rFonts w:hint="eastAsia"/>
                <w:snapToGrid w:val="0"/>
                <w:lang w:val="en-US" w:eastAsia="zh-CN"/>
              </w:rPr>
              <w:t>Single band RIB</w:t>
            </w:r>
          </w:p>
        </w:tc>
      </w:tr>
      <w:tr w:rsidR="00456274" w:rsidRPr="00D910A1" w14:paraId="1E186A0D" w14:textId="77777777" w:rsidTr="00456274">
        <w:trPr>
          <w:tblHeader/>
          <w:jc w:val="center"/>
        </w:trPr>
        <w:tc>
          <w:tcPr>
            <w:tcW w:w="998" w:type="dxa"/>
            <w:tcBorders>
              <w:top w:val="nil"/>
            </w:tcBorders>
            <w:shd w:val="clear" w:color="auto" w:fill="auto"/>
          </w:tcPr>
          <w:p w14:paraId="1E186A09" w14:textId="77777777" w:rsidR="00456274" w:rsidRPr="00D910A1" w:rsidRDefault="00456274" w:rsidP="00456274">
            <w:pPr>
              <w:pStyle w:val="TAH"/>
              <w:rPr>
                <w:lang w:eastAsia="ja-JP"/>
              </w:rPr>
            </w:pPr>
          </w:p>
        </w:tc>
        <w:tc>
          <w:tcPr>
            <w:tcW w:w="1979" w:type="dxa"/>
          </w:tcPr>
          <w:p w14:paraId="1E186A0A" w14:textId="77777777" w:rsidR="00456274" w:rsidRPr="00D910A1" w:rsidRDefault="00456274" w:rsidP="00456274">
            <w:pPr>
              <w:pStyle w:val="TAH"/>
            </w:pPr>
            <w:r w:rsidRPr="00D910A1">
              <w:rPr>
                <w:snapToGrid w:val="0"/>
                <w:lang w:eastAsia="zh-CN"/>
              </w:rPr>
              <w:t>Contiguous spectrum capable BS</w:t>
            </w:r>
          </w:p>
        </w:tc>
        <w:tc>
          <w:tcPr>
            <w:tcW w:w="1979" w:type="dxa"/>
          </w:tcPr>
          <w:p w14:paraId="1E186A0B" w14:textId="77777777" w:rsidR="00456274" w:rsidRPr="00D910A1" w:rsidRDefault="00456274" w:rsidP="00456274">
            <w:pPr>
              <w:pStyle w:val="TAH"/>
            </w:pPr>
            <w:r w:rsidRPr="00D910A1">
              <w:rPr>
                <w:snapToGrid w:val="0"/>
                <w:kern w:val="2"/>
                <w:lang w:eastAsia="zh-CN"/>
              </w:rPr>
              <w:t>C and NC capable BS with identical parameters</w:t>
            </w:r>
          </w:p>
        </w:tc>
        <w:tc>
          <w:tcPr>
            <w:tcW w:w="1979" w:type="dxa"/>
          </w:tcPr>
          <w:p w14:paraId="1E186A0C" w14:textId="77777777" w:rsidR="00456274" w:rsidRPr="00D910A1" w:rsidRDefault="00456274" w:rsidP="00456274">
            <w:pPr>
              <w:pStyle w:val="TAH"/>
            </w:pPr>
            <w:r w:rsidRPr="00D910A1">
              <w:rPr>
                <w:snapToGrid w:val="0"/>
                <w:kern w:val="2"/>
                <w:lang w:eastAsia="zh-CN"/>
              </w:rPr>
              <w:t>C and NC capable BS with different parameters</w:t>
            </w:r>
          </w:p>
        </w:tc>
      </w:tr>
      <w:tr w:rsidR="00823707" w:rsidRPr="00D910A1" w14:paraId="1E186A12" w14:textId="77777777" w:rsidTr="00456274">
        <w:trPr>
          <w:jc w:val="center"/>
        </w:trPr>
        <w:tc>
          <w:tcPr>
            <w:tcW w:w="998" w:type="dxa"/>
          </w:tcPr>
          <w:p w14:paraId="1E186A0E" w14:textId="77777777" w:rsidR="00823707" w:rsidRPr="00D910A1" w:rsidRDefault="00823707" w:rsidP="00456274">
            <w:pPr>
              <w:pStyle w:val="TAC"/>
              <w:rPr>
                <w:rFonts w:cs="Arial"/>
              </w:rPr>
            </w:pPr>
            <w:r w:rsidRPr="00D910A1">
              <w:rPr>
                <w:rFonts w:cs="Arial"/>
              </w:rPr>
              <w:t>Emission tests</w:t>
            </w:r>
          </w:p>
        </w:tc>
        <w:tc>
          <w:tcPr>
            <w:tcW w:w="1979" w:type="dxa"/>
          </w:tcPr>
          <w:p w14:paraId="1E186A0F"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979" w:type="dxa"/>
          </w:tcPr>
          <w:p w14:paraId="1E186A10" w14:textId="77777777" w:rsidR="00823707" w:rsidRPr="00D910A1" w:rsidRDefault="00823707" w:rsidP="00456274">
            <w:pPr>
              <w:pStyle w:val="TAC"/>
              <w:rPr>
                <w:rFonts w:cs="Arial"/>
                <w:lang w:eastAsia="ja-JP"/>
              </w:rPr>
            </w:pPr>
            <w:r w:rsidRPr="00D910A1">
              <w:rPr>
                <w:rFonts w:cs="Arial"/>
                <w:snapToGrid w:val="0"/>
                <w:lang w:eastAsia="zh-CN"/>
              </w:rPr>
              <w:t>NRTC3</w:t>
            </w:r>
          </w:p>
        </w:tc>
        <w:tc>
          <w:tcPr>
            <w:tcW w:w="1979" w:type="dxa"/>
          </w:tcPr>
          <w:p w14:paraId="1E186A11" w14:textId="77777777" w:rsidR="00823707" w:rsidRPr="00D910A1" w:rsidRDefault="00823707" w:rsidP="00456274">
            <w:pPr>
              <w:pStyle w:val="TAC"/>
              <w:rPr>
                <w:rFonts w:cs="Arial"/>
                <w:snapToGrid w:val="0"/>
                <w:lang w:val="en-US" w:eastAsia="ja-JP"/>
              </w:rPr>
            </w:pPr>
            <w:r w:rsidRPr="00D910A1">
              <w:rPr>
                <w:rFonts w:cs="Arial"/>
                <w:snapToGrid w:val="0"/>
                <w:lang w:eastAsia="zh-CN"/>
              </w:rPr>
              <w:t>NRTC1, NRTC3</w:t>
            </w:r>
          </w:p>
        </w:tc>
      </w:tr>
      <w:tr w:rsidR="00823707" w:rsidRPr="00D910A1" w14:paraId="1E186A17" w14:textId="77777777" w:rsidTr="00456274">
        <w:trPr>
          <w:jc w:val="center"/>
        </w:trPr>
        <w:tc>
          <w:tcPr>
            <w:tcW w:w="998" w:type="dxa"/>
          </w:tcPr>
          <w:p w14:paraId="1E186A13" w14:textId="77777777" w:rsidR="00823707" w:rsidRPr="00D910A1" w:rsidRDefault="00823707" w:rsidP="00456274">
            <w:pPr>
              <w:pStyle w:val="TAC"/>
              <w:rPr>
                <w:rFonts w:cs="Arial"/>
              </w:rPr>
            </w:pPr>
            <w:r w:rsidRPr="00D910A1">
              <w:rPr>
                <w:rFonts w:cs="Arial"/>
              </w:rPr>
              <w:t>Immunity tests</w:t>
            </w:r>
          </w:p>
        </w:tc>
        <w:tc>
          <w:tcPr>
            <w:tcW w:w="1979" w:type="dxa"/>
          </w:tcPr>
          <w:p w14:paraId="1E186A14"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979" w:type="dxa"/>
          </w:tcPr>
          <w:p w14:paraId="1E186A15" w14:textId="77777777" w:rsidR="00823707" w:rsidRPr="00D910A1" w:rsidRDefault="00823707" w:rsidP="00456274">
            <w:pPr>
              <w:pStyle w:val="TAC"/>
              <w:rPr>
                <w:rFonts w:cs="Arial"/>
              </w:rPr>
            </w:pPr>
            <w:r w:rsidRPr="00D910A1">
              <w:rPr>
                <w:rFonts w:cs="Arial"/>
                <w:snapToGrid w:val="0"/>
                <w:lang w:eastAsia="zh-CN"/>
              </w:rPr>
              <w:t>NRTC3</w:t>
            </w:r>
          </w:p>
        </w:tc>
        <w:tc>
          <w:tcPr>
            <w:tcW w:w="1979" w:type="dxa"/>
          </w:tcPr>
          <w:p w14:paraId="1E186A16" w14:textId="77777777" w:rsidR="00823707" w:rsidRPr="00D910A1" w:rsidRDefault="00823707" w:rsidP="00456274">
            <w:pPr>
              <w:pStyle w:val="TAC"/>
              <w:rPr>
                <w:rFonts w:cs="Arial"/>
                <w:lang w:val="en-US"/>
              </w:rPr>
            </w:pPr>
            <w:r w:rsidRPr="00D910A1">
              <w:rPr>
                <w:rFonts w:cs="Arial"/>
                <w:snapToGrid w:val="0"/>
                <w:lang w:eastAsia="zh-CN"/>
              </w:rPr>
              <w:t>NRTC1, NRTC3</w:t>
            </w:r>
          </w:p>
        </w:tc>
      </w:tr>
    </w:tbl>
    <w:p w14:paraId="1E186A18" w14:textId="77777777" w:rsidR="00823707" w:rsidRPr="00D910A1" w:rsidRDefault="00823707" w:rsidP="00823707">
      <w:pPr>
        <w:rPr>
          <w:lang w:val="en-US"/>
        </w:rPr>
      </w:pPr>
    </w:p>
    <w:p w14:paraId="1E186A19" w14:textId="77777777" w:rsidR="00823707" w:rsidRPr="00D910A1" w:rsidRDefault="00823707" w:rsidP="00823707">
      <w:pPr>
        <w:pStyle w:val="Heading1"/>
      </w:pPr>
      <w:bookmarkStart w:id="230" w:name="_Toc20994237"/>
      <w:bookmarkStart w:id="231" w:name="_Toc29812096"/>
      <w:bookmarkStart w:id="232" w:name="_Toc37139284"/>
      <w:bookmarkStart w:id="233" w:name="_Toc37268288"/>
      <w:bookmarkStart w:id="234" w:name="_Toc37268382"/>
      <w:bookmarkStart w:id="235" w:name="_Toc45879592"/>
      <w:bookmarkStart w:id="236" w:name="_Toc52563686"/>
      <w:bookmarkStart w:id="237" w:name="_Toc52563781"/>
      <w:bookmarkStart w:id="238" w:name="_Toc52563874"/>
      <w:bookmarkStart w:id="239" w:name="_Toc61181779"/>
      <w:bookmarkStart w:id="240" w:name="_Toc74642597"/>
      <w:bookmarkStart w:id="241" w:name="_Toc76543775"/>
      <w:bookmarkStart w:id="242" w:name="_Toc82627361"/>
      <w:bookmarkStart w:id="243" w:name="_Toc106198095"/>
      <w:r w:rsidRPr="00D910A1">
        <w:rPr>
          <w:rFonts w:hint="eastAsia"/>
          <w:lang w:val="en-US" w:eastAsia="zh-CN"/>
        </w:rPr>
        <w:t>5</w:t>
      </w:r>
      <w:r w:rsidRPr="00D910A1">
        <w:tab/>
      </w:r>
      <w:r w:rsidRPr="00D910A1">
        <w:rPr>
          <w:rFonts w:hint="eastAsia"/>
        </w:rPr>
        <w:t>Performance assessment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1E186A1A" w14:textId="77777777" w:rsidR="00823707" w:rsidRPr="00D910A1" w:rsidRDefault="00823707" w:rsidP="00823707">
      <w:pPr>
        <w:pStyle w:val="Heading2"/>
      </w:pPr>
      <w:bookmarkStart w:id="244" w:name="_Toc20994238"/>
      <w:bookmarkStart w:id="245" w:name="_Toc29812097"/>
      <w:bookmarkStart w:id="246" w:name="_Toc37139285"/>
      <w:bookmarkStart w:id="247" w:name="_Toc37268289"/>
      <w:bookmarkStart w:id="248" w:name="_Toc37268383"/>
      <w:bookmarkStart w:id="249" w:name="_Toc45879593"/>
      <w:bookmarkStart w:id="250" w:name="_Toc52563687"/>
      <w:bookmarkStart w:id="251" w:name="_Toc52563782"/>
      <w:bookmarkStart w:id="252" w:name="_Toc52563875"/>
      <w:bookmarkStart w:id="253" w:name="_Toc61181780"/>
      <w:bookmarkStart w:id="254" w:name="_Toc74642598"/>
      <w:bookmarkStart w:id="255" w:name="_Toc76543776"/>
      <w:bookmarkStart w:id="256" w:name="_Toc82627362"/>
      <w:bookmarkStart w:id="257" w:name="_Toc106198096"/>
      <w:r w:rsidRPr="00D910A1">
        <w:rPr>
          <w:rFonts w:hint="eastAsia"/>
          <w:lang w:val="en-US" w:eastAsia="zh-CN"/>
        </w:rPr>
        <w:t>5</w:t>
      </w:r>
      <w:r w:rsidRPr="00D910A1">
        <w:t>.1</w:t>
      </w:r>
      <w:r w:rsidRPr="00D910A1">
        <w:tab/>
      </w:r>
      <w:r w:rsidRPr="00D910A1">
        <w:rPr>
          <w:lang w:val="en-US" w:eastAsia="zh-CN"/>
        </w:rPr>
        <w:t>General</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1E186A1B" w14:textId="77777777" w:rsidR="00823707" w:rsidRPr="00D910A1" w:rsidRDefault="00823707" w:rsidP="00823707">
      <w:pPr>
        <w:rPr>
          <w:rFonts w:cs="v4.2.0"/>
        </w:rPr>
      </w:pPr>
      <w:r w:rsidRPr="00D910A1">
        <w:rPr>
          <w:rFonts w:cs="v4.2.0"/>
        </w:rPr>
        <w:t>The following information shall be recorded in or annexed to the test report:</w:t>
      </w:r>
    </w:p>
    <w:p w14:paraId="1E186A1C" w14:textId="77777777" w:rsidR="00823707" w:rsidRPr="00D910A1" w:rsidRDefault="00823707" w:rsidP="00823707">
      <w:pPr>
        <w:pStyle w:val="B1"/>
      </w:pPr>
      <w:r w:rsidRPr="00D910A1">
        <w:t>-</w:t>
      </w:r>
      <w:r w:rsidRPr="00D910A1">
        <w:tab/>
        <w:t>the primary functions of the radio equipment to be tested during and after the EMC testing;</w:t>
      </w:r>
    </w:p>
    <w:p w14:paraId="1E186A1D" w14:textId="77777777" w:rsidR="00823707" w:rsidRPr="00D910A1" w:rsidRDefault="00823707" w:rsidP="00823707">
      <w:pPr>
        <w:pStyle w:val="B1"/>
      </w:pPr>
      <w:r w:rsidRPr="00D910A1">
        <w:t>-</w:t>
      </w:r>
      <w:r w:rsidRPr="00D910A1">
        <w:tab/>
        <w:t>the intended functions of the radio equipment which shall be in accordance with the documentation accompanying the equipment;</w:t>
      </w:r>
    </w:p>
    <w:p w14:paraId="1E186A1E" w14:textId="77777777" w:rsidR="00823707" w:rsidRPr="00D910A1" w:rsidRDefault="00823707" w:rsidP="00823707">
      <w:pPr>
        <w:pStyle w:val="B1"/>
      </w:pPr>
      <w:r w:rsidRPr="00D910A1">
        <w:t>-</w:t>
      </w:r>
      <w:r w:rsidRPr="00D910A1">
        <w:tab/>
        <w:t>the method to be used to verify that a communications link is established and maintained;</w:t>
      </w:r>
    </w:p>
    <w:p w14:paraId="1E186A1F" w14:textId="77777777" w:rsidR="00823707" w:rsidRPr="00D910A1" w:rsidRDefault="00823707" w:rsidP="00823707">
      <w:pPr>
        <w:pStyle w:val="B1"/>
      </w:pPr>
      <w:r w:rsidRPr="00D910A1">
        <w:t>-</w:t>
      </w:r>
      <w:r w:rsidRPr="00D910A1">
        <w:tab/>
        <w:t>the user-control functions and stored data that are required for normal operation and the method to be used to assess whether these have been lost after EMC stress;</w:t>
      </w:r>
    </w:p>
    <w:p w14:paraId="1E186A20" w14:textId="77777777" w:rsidR="00823707" w:rsidRPr="00D910A1" w:rsidRDefault="00823707" w:rsidP="00823707">
      <w:pPr>
        <w:pStyle w:val="B1"/>
      </w:pPr>
      <w:r w:rsidRPr="00D910A1">
        <w:t>-</w:t>
      </w:r>
      <w:r w:rsidRPr="00D910A1">
        <w:tab/>
        <w:t xml:space="preserve">the </w:t>
      </w:r>
      <w:r w:rsidRPr="00D910A1">
        <w:rPr>
          <w:i/>
        </w:rPr>
        <w:t>ancillary equipment</w:t>
      </w:r>
      <w:r w:rsidRPr="00D910A1">
        <w:t xml:space="preserve"> to be combined with the radio equipment for testing (where applicable);</w:t>
      </w:r>
    </w:p>
    <w:p w14:paraId="1E186A21" w14:textId="77777777" w:rsidR="00823707" w:rsidRPr="00D910A1" w:rsidRDefault="00823707" w:rsidP="00823707">
      <w:pPr>
        <w:pStyle w:val="B1"/>
      </w:pPr>
      <w:r w:rsidRPr="00D910A1">
        <w:t>-</w:t>
      </w:r>
      <w:r w:rsidRPr="00D910A1">
        <w:tab/>
        <w:t xml:space="preserve">the information about </w:t>
      </w:r>
      <w:r w:rsidRPr="00D910A1">
        <w:rPr>
          <w:i/>
        </w:rPr>
        <w:t>ancillary equipment</w:t>
      </w:r>
      <w:r w:rsidRPr="00D910A1">
        <w:t xml:space="preserve"> intended to be used with the radio equipment;</w:t>
      </w:r>
    </w:p>
    <w:p w14:paraId="1E186A22" w14:textId="77777777" w:rsidR="00823707" w:rsidRPr="00D910A1" w:rsidRDefault="00823707" w:rsidP="00823707">
      <w:pPr>
        <w:pStyle w:val="B1"/>
      </w:pPr>
      <w:r w:rsidRPr="00D910A1">
        <w:lastRenderedPageBreak/>
        <w:t>-</w:t>
      </w:r>
      <w:r w:rsidRPr="00D910A1">
        <w:tab/>
        <w:t xml:space="preserve">information about the common and/or band-specific active RF components and other </w:t>
      </w:r>
      <w:r w:rsidRPr="00D910A1">
        <w:rPr>
          <w:rFonts w:hint="eastAsia"/>
          <w:lang w:val="en-US" w:eastAsia="zh-CN"/>
        </w:rPr>
        <w:t>hardware</w:t>
      </w:r>
      <w:r w:rsidRPr="00D910A1">
        <w:t xml:space="preserve"> blocks for a communication link in BS capable of multi-band operation;</w:t>
      </w:r>
    </w:p>
    <w:p w14:paraId="1E186A23" w14:textId="77777777" w:rsidR="00823707" w:rsidRPr="00D910A1" w:rsidRDefault="00823707" w:rsidP="00823707">
      <w:pPr>
        <w:pStyle w:val="B1"/>
      </w:pPr>
      <w:r w:rsidRPr="00D910A1">
        <w:t>-</w:t>
      </w:r>
      <w:r w:rsidRPr="00D910A1">
        <w:tab/>
        <w:t xml:space="preserve">an exhaustive list of </w:t>
      </w:r>
      <w:r w:rsidRPr="00D910A1">
        <w:rPr>
          <w:iCs/>
        </w:rPr>
        <w:t>ports</w:t>
      </w:r>
      <w:r w:rsidRPr="00D910A1">
        <w:rPr>
          <w:rFonts w:hint="eastAsia"/>
          <w:lang w:val="en-US" w:eastAsia="zh-CN"/>
        </w:rPr>
        <w:t xml:space="preserve"> (and </w:t>
      </w:r>
      <w:r w:rsidRPr="00D910A1">
        <w:rPr>
          <w:rFonts w:hint="eastAsia"/>
          <w:iCs/>
          <w:lang w:val="en-US" w:eastAsia="zh-CN"/>
        </w:rPr>
        <w:t>RIBs</w:t>
      </w:r>
      <w:r w:rsidRPr="00D910A1">
        <w:rPr>
          <w:rFonts w:hint="eastAsia"/>
          <w:lang w:val="en-US" w:eastAsia="zh-CN"/>
        </w:rPr>
        <w:t>)</w:t>
      </w:r>
      <w:r w:rsidRPr="00D910A1">
        <w:t xml:space="preserve">, classified as either power or signal/control. Power </w:t>
      </w:r>
      <w:r w:rsidRPr="00D910A1">
        <w:rPr>
          <w:iCs/>
        </w:rPr>
        <w:t>ports</w:t>
      </w:r>
      <w:r w:rsidRPr="00D910A1">
        <w:t xml:space="preserve"> shall further be classified as AC or DC power.</w:t>
      </w:r>
    </w:p>
    <w:p w14:paraId="1E186A24" w14:textId="77777777" w:rsidR="00823707" w:rsidRPr="00D910A1" w:rsidRDefault="00823707" w:rsidP="00823707">
      <w:r w:rsidRPr="00D910A1">
        <w:t>Performance assessment of a BS with multiple enclosures may be done separately for the BS part with the Radio digital unit and the Radio unit respectively, according to the manufacturer's choice.</w:t>
      </w:r>
    </w:p>
    <w:p w14:paraId="1E186A25" w14:textId="77777777" w:rsidR="00823707" w:rsidRPr="00D910A1" w:rsidRDefault="00823707" w:rsidP="00823707">
      <w:r w:rsidRPr="00D910A1">
        <w:t xml:space="preserve">A communication link used by more than one </w:t>
      </w:r>
      <w:r w:rsidRPr="00D910A1">
        <w:rPr>
          <w:i/>
          <w:iCs/>
        </w:rPr>
        <w:t>operating band</w:t>
      </w:r>
      <w:r w:rsidRPr="00D910A1">
        <w:t>, shall be assessed on all</w:t>
      </w:r>
      <w:r w:rsidRPr="00D910A1">
        <w:rPr>
          <w:rFonts w:hint="eastAsia"/>
          <w:lang w:val="en-US" w:eastAsia="zh-CN"/>
        </w:rPr>
        <w:t xml:space="preserve"> </w:t>
      </w:r>
      <w:r w:rsidRPr="00D910A1">
        <w:rPr>
          <w:i/>
          <w:iCs/>
        </w:rPr>
        <w:t>operating band</w:t>
      </w:r>
      <w:r w:rsidRPr="00D910A1">
        <w:t xml:space="preserve">s. Communication link(s) and/or radio performance parameters for the </w:t>
      </w:r>
      <w:r w:rsidRPr="00D910A1">
        <w:rPr>
          <w:i/>
          <w:iCs/>
        </w:rPr>
        <w:t>operating band</w:t>
      </w:r>
      <w:r w:rsidRPr="00D910A1">
        <w:t>s can during the test be assessed simultaneously or separately for each band, depending on the test environment capability.</w:t>
      </w:r>
    </w:p>
    <w:p w14:paraId="1E186A26" w14:textId="77777777" w:rsidR="00823707" w:rsidRPr="00D910A1" w:rsidRDefault="00823707" w:rsidP="00823707">
      <w:pPr>
        <w:pStyle w:val="Heading2"/>
      </w:pPr>
      <w:bookmarkStart w:id="258" w:name="_Toc20994239"/>
      <w:bookmarkStart w:id="259" w:name="_Toc29812098"/>
      <w:bookmarkStart w:id="260" w:name="_Toc37139286"/>
      <w:bookmarkStart w:id="261" w:name="_Toc37268290"/>
      <w:bookmarkStart w:id="262" w:name="_Toc37268384"/>
      <w:bookmarkStart w:id="263" w:name="_Toc45879594"/>
      <w:bookmarkStart w:id="264" w:name="_Toc52563688"/>
      <w:bookmarkStart w:id="265" w:name="_Toc52563783"/>
      <w:bookmarkStart w:id="266" w:name="_Toc52563876"/>
      <w:bookmarkStart w:id="267" w:name="_Toc61181781"/>
      <w:bookmarkStart w:id="268" w:name="_Toc74642599"/>
      <w:bookmarkStart w:id="269" w:name="_Toc76543777"/>
      <w:bookmarkStart w:id="270" w:name="_Toc82627363"/>
      <w:bookmarkStart w:id="271" w:name="_Toc106198097"/>
      <w:r w:rsidRPr="00D910A1">
        <w:rPr>
          <w:rFonts w:hint="eastAsia"/>
          <w:lang w:val="en-US" w:eastAsia="zh-CN"/>
        </w:rPr>
        <w:t>5</w:t>
      </w:r>
      <w:r w:rsidRPr="00D910A1">
        <w:t>.2</w:t>
      </w:r>
      <w:r w:rsidRPr="00D910A1">
        <w:tab/>
      </w:r>
      <w:r w:rsidRPr="00D910A1">
        <w:rPr>
          <w:rFonts w:hint="eastAsia"/>
        </w:rPr>
        <w:t>Assessment of throughput in Downlink</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1E186A27" w14:textId="77777777" w:rsidR="00823707" w:rsidRPr="00D910A1" w:rsidRDefault="00823707" w:rsidP="00823707">
      <w:pPr>
        <w:rPr>
          <w:rFonts w:cs="v4.2.0"/>
        </w:rPr>
      </w:pPr>
      <w:r w:rsidRPr="00D910A1">
        <w:rPr>
          <w:rFonts w:cs="v4.2.0"/>
          <w:lang w:val="en-US" w:eastAsia="zh-CN"/>
        </w:rPr>
        <w:t>A</w:t>
      </w:r>
      <w:r w:rsidRPr="00D910A1">
        <w:rPr>
          <w:rFonts w:cs="v4.2.0" w:hint="eastAsia"/>
          <w:lang w:val="en-US" w:eastAsia="zh-CN"/>
        </w:rPr>
        <w:t xml:space="preserve"> communication link shall be established between the transmitter </w:t>
      </w:r>
      <w:r w:rsidRPr="00D910A1">
        <w:rPr>
          <w:rFonts w:cs="v4.2.0"/>
        </w:rPr>
        <w:t xml:space="preserve">(via </w:t>
      </w:r>
      <w:r w:rsidRPr="00D910A1">
        <w:rPr>
          <w:rFonts w:cs="v4.2.0"/>
          <w:iCs/>
        </w:rPr>
        <w:t>port</w:t>
      </w:r>
      <w:r w:rsidRPr="00D910A1">
        <w:rPr>
          <w:rFonts w:cs="v4.2.0"/>
        </w:rPr>
        <w:t xml:space="preserve"> for </w:t>
      </w:r>
      <w:r w:rsidRPr="00D910A1">
        <w:rPr>
          <w:rFonts w:cs="v4.2.0" w:hint="eastAsia"/>
          <w:lang w:val="en-US" w:eastAsia="zh-CN"/>
        </w:rPr>
        <w:t>the</w:t>
      </w:r>
      <w:r w:rsidRPr="00D910A1">
        <w:rPr>
          <w:rFonts w:cs="v4.2.0"/>
          <w:i/>
          <w:iCs/>
        </w:rPr>
        <w:t xml:space="preserve"> BS</w:t>
      </w:r>
      <w:r w:rsidRPr="00D910A1">
        <w:rPr>
          <w:rFonts w:cs="v4.2.0"/>
          <w:i/>
          <w:iCs/>
          <w:lang w:val="en-US" w:eastAsia="zh-CN"/>
        </w:rPr>
        <w:t xml:space="preserve"> type 1-C</w:t>
      </w:r>
      <w:r w:rsidRPr="00D910A1">
        <w:rPr>
          <w:rFonts w:cs="v4.2.0" w:hint="eastAsia"/>
          <w:lang w:val="en-US" w:eastAsia="zh-CN"/>
        </w:rPr>
        <w:t xml:space="preserve"> and </w:t>
      </w:r>
      <w:r w:rsidRPr="00D910A1">
        <w:rPr>
          <w:rFonts w:cs="v4.2.0"/>
          <w:i/>
          <w:iCs/>
          <w:lang w:val="en-US" w:eastAsia="zh-CN"/>
        </w:rPr>
        <w:t>BS type 1-H</w:t>
      </w:r>
      <w:r w:rsidRPr="00D910A1">
        <w:rPr>
          <w:rFonts w:cs="v4.2.0"/>
        </w:rPr>
        <w:t xml:space="preserve">, or via RIB for </w:t>
      </w:r>
      <w:r w:rsidRPr="00D910A1">
        <w:rPr>
          <w:rFonts w:cs="v4.2.0" w:hint="eastAsia"/>
          <w:lang w:val="en-US" w:eastAsia="zh-CN"/>
        </w:rPr>
        <w:t>the</w:t>
      </w:r>
      <w:r w:rsidRPr="00D910A1">
        <w:rPr>
          <w:rFonts w:cs="v4.2.0"/>
        </w:rPr>
        <w:t xml:space="preserve"> </w:t>
      </w:r>
      <w:r w:rsidRPr="00D910A1">
        <w:rPr>
          <w:rFonts w:cs="v4.2.0"/>
          <w:i/>
          <w:iCs/>
        </w:rPr>
        <w:t>BS</w:t>
      </w:r>
      <w:r w:rsidRPr="00D910A1">
        <w:rPr>
          <w:rFonts w:cs="v4.2.0"/>
          <w:i/>
          <w:iCs/>
          <w:lang w:val="en-US" w:eastAsia="zh-CN"/>
        </w:rPr>
        <w:t xml:space="preserve"> type 1-O</w:t>
      </w:r>
      <w:r w:rsidRPr="00D910A1">
        <w:rPr>
          <w:rFonts w:cs="v4.2.0" w:hint="eastAsia"/>
          <w:lang w:val="en-US" w:eastAsia="zh-CN"/>
        </w:rPr>
        <w:t xml:space="preserve"> and </w:t>
      </w:r>
      <w:r w:rsidRPr="00D910A1">
        <w:rPr>
          <w:rFonts w:cs="v4.2.0"/>
          <w:i/>
          <w:iCs/>
          <w:lang w:val="en-US" w:eastAsia="zh-CN"/>
        </w:rPr>
        <w:t>BS type 2-O</w:t>
      </w:r>
      <w:r w:rsidRPr="00D910A1">
        <w:rPr>
          <w:rFonts w:cs="v4.2.0"/>
        </w:rPr>
        <w:t xml:space="preserve">) </w:t>
      </w:r>
      <w:r w:rsidRPr="00D910A1">
        <w:rPr>
          <w:rFonts w:cs="v4.2.0" w:hint="eastAsia"/>
          <w:lang w:val="en-US" w:eastAsia="zh-CN"/>
        </w:rPr>
        <w:t>and</w:t>
      </w:r>
      <w:r w:rsidRPr="00D910A1">
        <w:rPr>
          <w:rFonts w:cs="v4.2.0"/>
        </w:rPr>
        <w:t xml:space="preserve"> </w:t>
      </w:r>
      <w:r w:rsidRPr="00D910A1">
        <w:rPr>
          <w:rFonts w:cs="v4.2.0" w:hint="eastAsia"/>
          <w:lang w:val="en-US" w:eastAsia="zh-CN"/>
        </w:rPr>
        <w:t>the test</w:t>
      </w:r>
      <w:r w:rsidRPr="00D910A1">
        <w:rPr>
          <w:rFonts w:cs="v4.2.0"/>
        </w:rPr>
        <w:t xml:space="preserve"> equipment. Test equipment</w:t>
      </w:r>
      <w:r w:rsidRPr="00D910A1">
        <w:rPr>
          <w:rFonts w:cs="v4.2.0" w:hint="eastAsia"/>
          <w:lang w:val="en-US" w:eastAsia="zh-CN"/>
        </w:rPr>
        <w:t xml:space="preserve"> </w:t>
      </w:r>
      <w:r w:rsidRPr="00D910A1">
        <w:rPr>
          <w:rFonts w:cs="v4.2.0"/>
        </w:rPr>
        <w:t>shall meet the requirements for the throughput assessment defined in TS 3</w:t>
      </w:r>
      <w:r w:rsidRPr="00D910A1">
        <w:rPr>
          <w:rFonts w:cs="v4.2.0" w:hint="eastAsia"/>
          <w:lang w:val="en-US" w:eastAsia="zh-CN"/>
        </w:rPr>
        <w:t>8</w:t>
      </w:r>
      <w:r w:rsidRPr="00D910A1">
        <w:rPr>
          <w:rFonts w:cs="v4.2.0"/>
        </w:rPr>
        <w:t>.10</w:t>
      </w:r>
      <w:r w:rsidRPr="00D910A1">
        <w:rPr>
          <w:rFonts w:cs="v4.2.0" w:hint="eastAsia"/>
          <w:lang w:val="en-US" w:eastAsia="zh-CN"/>
        </w:rPr>
        <w:t>1-4</w:t>
      </w:r>
      <w:r w:rsidRPr="00D910A1">
        <w:rPr>
          <w:rFonts w:cs="v4.2.0"/>
        </w:rPr>
        <w:t xml:space="preserve"> [</w:t>
      </w:r>
      <w:r w:rsidRPr="00D910A1">
        <w:rPr>
          <w:rFonts w:cs="v4.2.0" w:hint="eastAsia"/>
          <w:lang w:val="en-US" w:eastAsia="zh-CN"/>
        </w:rPr>
        <w:t>27</w:t>
      </w:r>
      <w:r w:rsidRPr="00D910A1">
        <w:rPr>
          <w:rFonts w:cs="v4.2.0"/>
        </w:rPr>
        <w:t>] for the bearer used in the immunity tests. The level of the signal supplied to the equipment should be within the range for which the assessment of throughput is not impaired. Power control shall be OFF during the immunity testing.</w:t>
      </w:r>
    </w:p>
    <w:p w14:paraId="1E186A28" w14:textId="77777777" w:rsidR="00823707" w:rsidRPr="00D910A1" w:rsidRDefault="00823707" w:rsidP="00823707">
      <w:pPr>
        <w:pStyle w:val="Heading2"/>
      </w:pPr>
      <w:bookmarkStart w:id="272" w:name="_Toc20994240"/>
      <w:bookmarkStart w:id="273" w:name="_Toc29812099"/>
      <w:bookmarkStart w:id="274" w:name="_Toc37139287"/>
      <w:bookmarkStart w:id="275" w:name="_Toc37268291"/>
      <w:bookmarkStart w:id="276" w:name="_Toc37268385"/>
      <w:bookmarkStart w:id="277" w:name="_Toc45879595"/>
      <w:bookmarkStart w:id="278" w:name="_Toc52563689"/>
      <w:bookmarkStart w:id="279" w:name="_Toc52563784"/>
      <w:bookmarkStart w:id="280" w:name="_Toc52563877"/>
      <w:bookmarkStart w:id="281" w:name="_Toc61181782"/>
      <w:bookmarkStart w:id="282" w:name="_Toc74642600"/>
      <w:bookmarkStart w:id="283" w:name="_Toc76543778"/>
      <w:bookmarkStart w:id="284" w:name="_Toc82627364"/>
      <w:bookmarkStart w:id="285" w:name="_Toc106198098"/>
      <w:r w:rsidRPr="00D910A1">
        <w:rPr>
          <w:rFonts w:hint="eastAsia"/>
          <w:lang w:val="en-US" w:eastAsia="zh-CN"/>
        </w:rPr>
        <w:t>5</w:t>
      </w:r>
      <w:r w:rsidRPr="00D910A1">
        <w:t>.</w:t>
      </w:r>
      <w:r w:rsidRPr="00D910A1">
        <w:rPr>
          <w:rFonts w:hint="eastAsia"/>
          <w:lang w:val="en-US" w:eastAsia="zh-CN"/>
        </w:rPr>
        <w:t>3</w:t>
      </w:r>
      <w:r w:rsidRPr="00D910A1">
        <w:tab/>
      </w:r>
      <w:r w:rsidRPr="00D910A1">
        <w:rPr>
          <w:rFonts w:hint="eastAsia"/>
        </w:rPr>
        <w:t>Assessment of throughput in Uplink</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E186A29" w14:textId="77777777" w:rsidR="00823707" w:rsidRPr="00D910A1" w:rsidRDefault="00823707" w:rsidP="00823707">
      <w:r w:rsidRPr="00D910A1">
        <w:rPr>
          <w:rFonts w:cs="v4.2.0"/>
        </w:rPr>
        <w:t>The value of the throughput at the output of the receiver shall be monitored at</w:t>
      </w:r>
      <w:r w:rsidRPr="00D910A1">
        <w:rPr>
          <w:rFonts w:cs="v4.2.0" w:hint="eastAsia"/>
          <w:lang w:val="en-US" w:eastAsia="zh-CN"/>
        </w:rPr>
        <w:t xml:space="preserve"> </w:t>
      </w:r>
      <w:r w:rsidRPr="00D910A1">
        <w:rPr>
          <w:rFonts w:cs="v4.2.0"/>
        </w:rPr>
        <w:t>NG interface by using suitable test equipment.</w:t>
      </w:r>
    </w:p>
    <w:p w14:paraId="1E186A2A" w14:textId="77777777" w:rsidR="00823707" w:rsidRPr="00D910A1" w:rsidRDefault="00823707" w:rsidP="00823707">
      <w:pPr>
        <w:pStyle w:val="Heading2"/>
      </w:pPr>
      <w:bookmarkStart w:id="286" w:name="_Toc20994241"/>
      <w:bookmarkStart w:id="287" w:name="_Toc29812100"/>
      <w:bookmarkStart w:id="288" w:name="_Toc37139288"/>
      <w:bookmarkStart w:id="289" w:name="_Toc37268292"/>
      <w:bookmarkStart w:id="290" w:name="_Toc37268386"/>
      <w:bookmarkStart w:id="291" w:name="_Toc45879596"/>
      <w:bookmarkStart w:id="292" w:name="_Toc52563690"/>
      <w:bookmarkStart w:id="293" w:name="_Toc52563785"/>
      <w:bookmarkStart w:id="294" w:name="_Toc52563878"/>
      <w:bookmarkStart w:id="295" w:name="_Toc61181783"/>
      <w:bookmarkStart w:id="296" w:name="_Toc74642601"/>
      <w:bookmarkStart w:id="297" w:name="_Toc76543779"/>
      <w:bookmarkStart w:id="298" w:name="_Toc82627365"/>
      <w:bookmarkStart w:id="299" w:name="_Toc106198099"/>
      <w:r w:rsidRPr="00D910A1">
        <w:rPr>
          <w:rFonts w:hint="eastAsia"/>
          <w:lang w:val="en-US" w:eastAsia="zh-CN"/>
        </w:rPr>
        <w:t>5</w:t>
      </w:r>
      <w:r w:rsidRPr="00D910A1">
        <w:t>.</w:t>
      </w:r>
      <w:r w:rsidRPr="00D910A1">
        <w:rPr>
          <w:rFonts w:hint="eastAsia"/>
          <w:lang w:val="en-US" w:eastAsia="zh-CN"/>
        </w:rPr>
        <w:t>4</w:t>
      </w:r>
      <w:r w:rsidRPr="00D910A1">
        <w:tab/>
      </w:r>
      <w:r w:rsidRPr="00D910A1">
        <w:rPr>
          <w:rFonts w:hint="eastAsia"/>
        </w:rPr>
        <w:t>Ancillary equipment</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E186A2B" w14:textId="77777777" w:rsidR="00823707" w:rsidRPr="00D910A1" w:rsidRDefault="00823707" w:rsidP="00823707">
      <w:pPr>
        <w:rPr>
          <w:rFonts w:cs="v4.2.0"/>
        </w:rPr>
      </w:pPr>
      <w:r w:rsidRPr="00D910A1">
        <w:rPr>
          <w:rFonts w:cs="v4.2.0"/>
        </w:rPr>
        <w:t xml:space="preserve">At the manufacturer's discretion the test may be performed on the </w:t>
      </w:r>
      <w:r w:rsidRPr="00D910A1">
        <w:rPr>
          <w:rFonts w:cs="v4.2.0"/>
          <w:i/>
        </w:rPr>
        <w:t>ancillary equipment</w:t>
      </w:r>
      <w:r w:rsidRPr="00D910A1">
        <w:rPr>
          <w:rFonts w:cs="v4.2.0"/>
        </w:rPr>
        <w:t xml:space="preserve"> separately or on a representative configuration of the combination of radio and </w:t>
      </w:r>
      <w:r w:rsidRPr="00D910A1">
        <w:rPr>
          <w:rFonts w:cs="v4.2.0"/>
          <w:i/>
        </w:rPr>
        <w:t>ancillary equipment</w:t>
      </w:r>
      <w:r w:rsidRPr="00D910A1">
        <w:rPr>
          <w:rFonts w:cs="v4.2.0"/>
        </w:rPr>
        <w:t xml:space="preserve">. In each case EUT is tested against all applicable immunity and emission clauses of the present document and in each case, compliance enables the </w:t>
      </w:r>
      <w:r w:rsidRPr="00D910A1">
        <w:rPr>
          <w:rFonts w:cs="v4.2.0"/>
          <w:i/>
        </w:rPr>
        <w:t>ancillary equipment</w:t>
      </w:r>
      <w:r w:rsidRPr="00D910A1">
        <w:rPr>
          <w:rFonts w:cs="v4.2.0"/>
        </w:rPr>
        <w:t xml:space="preserve"> to be used with different radio equipment.</w:t>
      </w:r>
    </w:p>
    <w:p w14:paraId="1E186A2C" w14:textId="77777777" w:rsidR="00823707" w:rsidRPr="00D910A1" w:rsidRDefault="00823707" w:rsidP="00823707">
      <w:pPr>
        <w:pStyle w:val="Heading1"/>
      </w:pPr>
      <w:bookmarkStart w:id="300" w:name="_Toc20994242"/>
      <w:bookmarkStart w:id="301" w:name="_Toc29812101"/>
      <w:bookmarkStart w:id="302" w:name="_Toc37139289"/>
      <w:bookmarkStart w:id="303" w:name="_Toc37268293"/>
      <w:bookmarkStart w:id="304" w:name="_Toc37268387"/>
      <w:bookmarkStart w:id="305" w:name="_Toc45879597"/>
      <w:bookmarkStart w:id="306" w:name="_Toc52563691"/>
      <w:bookmarkStart w:id="307" w:name="_Toc52563786"/>
      <w:bookmarkStart w:id="308" w:name="_Toc52563879"/>
      <w:bookmarkStart w:id="309" w:name="_Toc61181784"/>
      <w:bookmarkStart w:id="310" w:name="_Toc74642602"/>
      <w:bookmarkStart w:id="311" w:name="_Toc76543780"/>
      <w:bookmarkStart w:id="312" w:name="_Toc82627366"/>
      <w:bookmarkStart w:id="313" w:name="_Toc106198100"/>
      <w:r w:rsidRPr="00D910A1">
        <w:rPr>
          <w:rFonts w:hint="eastAsia"/>
          <w:lang w:val="en-US" w:eastAsia="zh-CN"/>
        </w:rPr>
        <w:t>6</w:t>
      </w:r>
      <w:r w:rsidRPr="00D910A1">
        <w:tab/>
      </w:r>
      <w:r w:rsidRPr="00D910A1">
        <w:rPr>
          <w:rFonts w:hint="eastAsia"/>
        </w:rPr>
        <w:t>Performance criteria</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1E186A2D" w14:textId="77777777" w:rsidR="00823707" w:rsidRPr="00D910A1" w:rsidRDefault="00823707" w:rsidP="00823707">
      <w:pPr>
        <w:pStyle w:val="Heading2"/>
      </w:pPr>
      <w:bookmarkStart w:id="314" w:name="_Toc20994243"/>
      <w:bookmarkStart w:id="315" w:name="_Toc29812102"/>
      <w:bookmarkStart w:id="316" w:name="_Toc37139290"/>
      <w:bookmarkStart w:id="317" w:name="_Toc37268294"/>
      <w:bookmarkStart w:id="318" w:name="_Toc37268388"/>
      <w:bookmarkStart w:id="319" w:name="_Toc45879598"/>
      <w:bookmarkStart w:id="320" w:name="_Toc52563692"/>
      <w:bookmarkStart w:id="321" w:name="_Toc52563787"/>
      <w:bookmarkStart w:id="322" w:name="_Toc52563880"/>
      <w:bookmarkStart w:id="323" w:name="_Toc61181785"/>
      <w:bookmarkStart w:id="324" w:name="_Toc74642603"/>
      <w:bookmarkStart w:id="325" w:name="_Toc76543781"/>
      <w:bookmarkStart w:id="326" w:name="_Toc82627367"/>
      <w:bookmarkStart w:id="327" w:name="_Toc106198101"/>
      <w:r w:rsidRPr="00D910A1">
        <w:rPr>
          <w:rFonts w:hint="eastAsia"/>
          <w:lang w:val="en-US" w:eastAsia="zh-CN"/>
        </w:rPr>
        <w:t>6</w:t>
      </w:r>
      <w:r w:rsidRPr="00D910A1">
        <w:t>.1</w:t>
      </w:r>
      <w:r w:rsidRPr="00D910A1">
        <w:tab/>
      </w:r>
      <w:r w:rsidRPr="00D910A1">
        <w:rPr>
          <w:rFonts w:hint="eastAsia"/>
        </w:rPr>
        <w:t>Performance criteria for continuous phenomena for BS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1E186A2E" w14:textId="77777777" w:rsidR="00823707" w:rsidRPr="00D910A1" w:rsidRDefault="00823707" w:rsidP="00823707">
      <w:pPr>
        <w:rPr>
          <w:rFonts w:cs="v4.2.0"/>
        </w:rPr>
      </w:pPr>
      <w:r w:rsidRPr="00D910A1">
        <w:rPr>
          <w:rFonts w:cs="v4.2.0"/>
        </w:rPr>
        <w:t xml:space="preserve">The test should, where possible, be performed using a bearer with the characteristics of data rate and throughput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If the test is not performed using one of these bearers (for example, of none of them are supported by the BS), the characteristics of the bearer used shall be recorded in the test report.</w:t>
      </w:r>
    </w:p>
    <w:p w14:paraId="1E186A2F" w14:textId="77777777" w:rsidR="00823707" w:rsidRPr="00D910A1" w:rsidRDefault="00823707" w:rsidP="00823707">
      <w:pPr>
        <w:rPr>
          <w:rFonts w:cs="v4.2.0"/>
        </w:rPr>
      </w:pPr>
      <w:r w:rsidRPr="00D910A1">
        <w:t xml:space="preserve">The throughput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hint="eastAsia"/>
          <w:lang w:eastAsia="zh-CN"/>
        </w:rPr>
        <w:t xml:space="preserve"> </w:t>
      </w:r>
      <w:r w:rsidRPr="00D910A1">
        <w:t>is stated relative to the maximum throughput of the FRC.</w:t>
      </w:r>
    </w:p>
    <w:p w14:paraId="1E186A30" w14:textId="77777777" w:rsidR="00823707" w:rsidRPr="00D910A1" w:rsidRDefault="00823707" w:rsidP="00823707">
      <w:pPr>
        <w:rPr>
          <w:rFonts w:cs="v4.2.0"/>
        </w:rPr>
      </w:pPr>
      <w:r w:rsidRPr="00D910A1">
        <w:rPr>
          <w:rFonts w:cs="v4.2.0"/>
        </w:rPr>
        <w:t xml:space="preserve">The BS uplink and downlink paths shall each meet the performance criteria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xml:space="preserve"> during the test. If the uplink and downlink paths are evaluated as a one loop then the criteria is two times the throughput reduction shown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 (i.e. t</w:t>
      </w:r>
      <w:r w:rsidRPr="00D910A1">
        <w:rPr>
          <w:rFonts w:cs="v4.2.0"/>
          <w:lang w:val="en-US" w:eastAsia="zh-CN"/>
        </w:rPr>
        <w:t>hroughput</w:t>
      </w:r>
      <w:r w:rsidRPr="00D910A1">
        <w:rPr>
          <w:rFonts w:cs="v4.2.0" w:hint="eastAsia"/>
          <w:lang w:val="en-US" w:eastAsia="zh-CN"/>
        </w:rPr>
        <w:t xml:space="preserve"> </w:t>
      </w:r>
      <w:r w:rsidRPr="00D910A1">
        <w:t xml:space="preserve">&gt; 90 % </w:t>
      </w:r>
      <w:r w:rsidRPr="00D910A1">
        <w:rPr>
          <w:rFonts w:hint="eastAsia"/>
          <w:lang w:val="en-US" w:eastAsia="zh-CN"/>
        </w:rPr>
        <w:t>instead of t</w:t>
      </w:r>
      <w:r w:rsidRPr="00D910A1">
        <w:rPr>
          <w:rFonts w:cs="v4.2.0"/>
          <w:lang w:val="en-US" w:eastAsia="zh-CN"/>
        </w:rPr>
        <w:t>hroughput</w:t>
      </w:r>
      <w:r w:rsidRPr="00D910A1">
        <w:rPr>
          <w:rFonts w:cs="v4.2.0" w:hint="eastAsia"/>
          <w:lang w:val="en-US" w:eastAsia="zh-CN"/>
        </w:rPr>
        <w:t xml:space="preserve"> </w:t>
      </w:r>
      <w:r w:rsidRPr="00D910A1">
        <w:t>&gt; 9</w:t>
      </w:r>
      <w:r w:rsidRPr="00D910A1">
        <w:rPr>
          <w:rFonts w:hint="eastAsia"/>
          <w:lang w:val="en-US" w:eastAsia="zh-CN"/>
        </w:rPr>
        <w:t>5</w:t>
      </w:r>
      <w:r w:rsidRPr="00D910A1">
        <w:t xml:space="preserve"> %</w:t>
      </w:r>
      <w:r w:rsidRPr="00D910A1">
        <w:rPr>
          <w:rFonts w:cs="v4.2.0" w:hint="eastAsia"/>
          <w:lang w:val="en-US" w:eastAsia="zh-CN"/>
        </w:rPr>
        <w:t>)</w:t>
      </w:r>
      <w:r w:rsidRPr="00D910A1">
        <w:rPr>
          <w:rFonts w:cs="v4.2.0"/>
        </w:rPr>
        <w:t>. After each test case BS shall operate as intended with no loss of user control function, stored data and the communication link shall be maintained.</w:t>
      </w:r>
    </w:p>
    <w:p w14:paraId="1E186A31" w14:textId="77777777" w:rsidR="00823707" w:rsidRPr="00D910A1" w:rsidRDefault="00823707" w:rsidP="00823707">
      <w:pPr>
        <w:pStyle w:val="TH"/>
      </w:pPr>
      <w:r w:rsidRPr="00D910A1">
        <w:lastRenderedPageBreak/>
        <w:t>Table 6.1</w:t>
      </w:r>
      <w:r w:rsidRPr="00D910A1">
        <w:rPr>
          <w:rFonts w:hint="eastAsia"/>
          <w:lang w:val="en-US" w:eastAsia="zh-CN"/>
        </w:rPr>
        <w:t>-</w:t>
      </w:r>
      <w:r w:rsidRPr="00D910A1">
        <w:t xml:space="preserve">1: </w:t>
      </w:r>
      <w:r w:rsidRPr="00D910A1">
        <w:rPr>
          <w:rFonts w:hint="eastAsia"/>
          <w:lang w:val="en-US" w:eastAsia="zh-CN"/>
        </w:rPr>
        <w:t>FR1</w:t>
      </w:r>
      <w:r w:rsidRPr="00D910A1">
        <w:rPr>
          <w:rFonts w:hint="eastAsia"/>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1E186A37" w14:textId="77777777" w:rsidTr="00456274">
        <w:trPr>
          <w:jc w:val="center"/>
        </w:trPr>
        <w:tc>
          <w:tcPr>
            <w:tcW w:w="1878" w:type="dxa"/>
          </w:tcPr>
          <w:p w14:paraId="1E186A32" w14:textId="77777777" w:rsidR="00823707" w:rsidRPr="00D910A1" w:rsidRDefault="00823707" w:rsidP="00406546">
            <w:pPr>
              <w:pStyle w:val="TAH"/>
              <w:rPr>
                <w:rFonts w:cs="Arial"/>
                <w:lang w:val="it-IT"/>
              </w:rPr>
            </w:pPr>
            <w:r w:rsidRPr="00D910A1">
              <w:rPr>
                <w:rFonts w:cs="Arial" w:hint="eastAsia"/>
                <w:lang w:val="en-US" w:eastAsia="zh-CN"/>
              </w:rPr>
              <w:t>NR</w:t>
            </w:r>
            <w:r w:rsidRPr="00D910A1">
              <w:rPr>
                <w:rFonts w:cs="Arial"/>
                <w:lang w:val="en-US" w:eastAsia="zh-CN"/>
              </w:rPr>
              <w:t xml:space="preserve"> </w:t>
            </w:r>
            <w:r w:rsidRPr="00D910A1">
              <w:rPr>
                <w:rFonts w:cs="Arial" w:hint="eastAsia"/>
                <w:lang w:val="en-US" w:eastAsia="zh-CN"/>
              </w:rPr>
              <w:t>c</w:t>
            </w:r>
            <w:r w:rsidRPr="00D910A1">
              <w:rPr>
                <w:rFonts w:cs="Arial"/>
                <w:lang w:val="it-IT"/>
              </w:rPr>
              <w:t xml:space="preserve">hannel </w:t>
            </w:r>
            <w:r w:rsidRPr="00D910A1">
              <w:rPr>
                <w:rFonts w:cs="Arial" w:hint="eastAsia"/>
                <w:lang w:val="en-US" w:eastAsia="zh-CN"/>
              </w:rPr>
              <w:t>b</w:t>
            </w:r>
            <w:r w:rsidRPr="00D910A1">
              <w:rPr>
                <w:rFonts w:cs="Arial"/>
                <w:lang w:val="it-IT"/>
              </w:rPr>
              <w:t>andwidth (MHz)</w:t>
            </w:r>
          </w:p>
        </w:tc>
        <w:tc>
          <w:tcPr>
            <w:tcW w:w="1949" w:type="dxa"/>
          </w:tcPr>
          <w:p w14:paraId="1E186A33" w14:textId="77777777" w:rsidR="00823707" w:rsidRPr="00D910A1" w:rsidRDefault="00823707" w:rsidP="00406546">
            <w:pPr>
              <w:pStyle w:val="TAH"/>
              <w:rPr>
                <w:rFonts w:cs="v4.2.0"/>
              </w:rPr>
            </w:pPr>
            <w:r w:rsidRPr="00D910A1">
              <w:rPr>
                <w:rFonts w:cs="Arial"/>
              </w:rPr>
              <w:t>Sub-carrier spacing (kHz)</w:t>
            </w:r>
          </w:p>
        </w:tc>
        <w:tc>
          <w:tcPr>
            <w:tcW w:w="1949" w:type="dxa"/>
          </w:tcPr>
          <w:p w14:paraId="1E186A34" w14:textId="77777777" w:rsidR="00823707" w:rsidRPr="00D910A1" w:rsidRDefault="00823707" w:rsidP="00406546">
            <w:pPr>
              <w:pStyle w:val="TAH"/>
              <w:rPr>
                <w:rFonts w:cs="v4.2.0"/>
              </w:rPr>
            </w:pPr>
            <w:r w:rsidRPr="00D910A1">
              <w:rPr>
                <w:rFonts w:cs="v4.2.0"/>
              </w:rPr>
              <w:t xml:space="preserve">Bearer </w:t>
            </w:r>
            <w:r w:rsidRPr="00D910A1">
              <w:rPr>
                <w:rFonts w:cs="v4.2.0" w:hint="eastAsia"/>
                <w:lang w:val="en-US" w:eastAsia="zh-CN"/>
              </w:rPr>
              <w:t>i</w:t>
            </w:r>
            <w:r w:rsidRPr="00D910A1">
              <w:rPr>
                <w:rFonts w:cs="v4.2.0"/>
              </w:rPr>
              <w:t xml:space="preserve">nformation </w:t>
            </w:r>
            <w:r w:rsidRPr="00D910A1">
              <w:rPr>
                <w:rFonts w:cs="v4.2.0" w:hint="eastAsia"/>
                <w:lang w:val="en-US" w:eastAsia="zh-CN"/>
              </w:rPr>
              <w:t>d</w:t>
            </w:r>
            <w:r w:rsidRPr="00D910A1">
              <w:rPr>
                <w:rFonts w:cs="v4.2.0"/>
              </w:rPr>
              <w:t xml:space="preserve">ata </w:t>
            </w:r>
            <w:r w:rsidRPr="00D910A1">
              <w:rPr>
                <w:rFonts w:cs="v4.2.0" w:hint="eastAsia"/>
                <w:lang w:val="en-US" w:eastAsia="zh-CN"/>
              </w:rPr>
              <w:t>r</w:t>
            </w:r>
            <w:r w:rsidRPr="00D910A1">
              <w:rPr>
                <w:rFonts w:cs="v4.2.0"/>
              </w:rPr>
              <w:t>ate</w:t>
            </w:r>
          </w:p>
        </w:tc>
        <w:tc>
          <w:tcPr>
            <w:tcW w:w="2313" w:type="dxa"/>
            <w:tcBorders>
              <w:bottom w:val="single" w:sz="4" w:space="0" w:color="auto"/>
            </w:tcBorders>
          </w:tcPr>
          <w:p w14:paraId="1E186A35" w14:textId="77777777" w:rsidR="00823707" w:rsidRPr="00D910A1" w:rsidRDefault="00823707" w:rsidP="00406546">
            <w:pPr>
              <w:pStyle w:val="TAH"/>
              <w:rPr>
                <w:rFonts w:cs="v4.2.0"/>
              </w:rPr>
            </w:pPr>
            <w:r w:rsidRPr="00D910A1">
              <w:rPr>
                <w:rFonts w:cs="v4.2.0"/>
              </w:rPr>
              <w:t xml:space="preserve">Performance </w:t>
            </w:r>
            <w:r w:rsidRPr="00D910A1">
              <w:rPr>
                <w:rFonts w:cs="v4.2.0" w:hint="eastAsia"/>
                <w:lang w:val="en-US" w:eastAsia="zh-CN"/>
              </w:rPr>
              <w:t>c</w:t>
            </w:r>
            <w:r w:rsidRPr="00D910A1">
              <w:rPr>
                <w:rFonts w:cs="v4.2.0"/>
              </w:rPr>
              <w:t>riteria</w:t>
            </w:r>
          </w:p>
          <w:p w14:paraId="1E186A36" w14:textId="77777777" w:rsidR="00823707" w:rsidRPr="00D910A1" w:rsidRDefault="00823707" w:rsidP="00406546">
            <w:pPr>
              <w:pStyle w:val="TAH"/>
              <w:rPr>
                <w:rFonts w:cs="v4.2.0"/>
              </w:rPr>
            </w:pPr>
            <w:r w:rsidRPr="00D910A1">
              <w:rPr>
                <w:rFonts w:cs="v4.2.0"/>
              </w:rPr>
              <w:t>(Note 1, Note 2)</w:t>
            </w:r>
          </w:p>
        </w:tc>
      </w:tr>
      <w:tr w:rsidR="00456274" w:rsidRPr="00D910A1" w14:paraId="1E186A3D" w14:textId="77777777" w:rsidTr="00456274">
        <w:trPr>
          <w:trHeight w:val="399"/>
          <w:jc w:val="center"/>
        </w:trPr>
        <w:tc>
          <w:tcPr>
            <w:tcW w:w="1878" w:type="dxa"/>
          </w:tcPr>
          <w:p w14:paraId="1E186A38" w14:textId="77777777" w:rsidR="00456274" w:rsidRPr="00D910A1" w:rsidRDefault="00456274" w:rsidP="00456274">
            <w:pPr>
              <w:pStyle w:val="TAC"/>
              <w:rPr>
                <w:rFonts w:cs="Arial"/>
                <w:bCs/>
                <w:lang w:val="en-US"/>
              </w:rPr>
            </w:pPr>
            <w:r w:rsidRPr="00D910A1">
              <w:rPr>
                <w:rFonts w:cs="Arial"/>
              </w:rPr>
              <w:t>5, 10, 15</w:t>
            </w:r>
          </w:p>
        </w:tc>
        <w:tc>
          <w:tcPr>
            <w:tcW w:w="1949" w:type="dxa"/>
          </w:tcPr>
          <w:p w14:paraId="1E186A39" w14:textId="77777777" w:rsidR="00456274" w:rsidRPr="00D910A1" w:rsidRDefault="00456274" w:rsidP="00456274">
            <w:pPr>
              <w:pStyle w:val="TAC"/>
              <w:rPr>
                <w:rFonts w:cs="Arial"/>
                <w:bCs/>
                <w:lang w:val="en-US" w:eastAsia="zh-CN"/>
              </w:rPr>
            </w:pPr>
            <w:r w:rsidRPr="00D910A1">
              <w:rPr>
                <w:rFonts w:cs="Arial"/>
                <w:lang w:eastAsia="zh-CN"/>
              </w:rPr>
              <w:t>15</w:t>
            </w:r>
          </w:p>
        </w:tc>
        <w:tc>
          <w:tcPr>
            <w:tcW w:w="1949" w:type="dxa"/>
          </w:tcPr>
          <w:p w14:paraId="1E186A3A" w14:textId="77777777" w:rsidR="00456274" w:rsidRPr="00D910A1" w:rsidRDefault="00456274" w:rsidP="00456274">
            <w:pPr>
              <w:pStyle w:val="TAC"/>
              <w:rPr>
                <w:rFonts w:cs="Arial"/>
                <w:bCs/>
              </w:rPr>
            </w:pPr>
            <w:r w:rsidRPr="00D910A1">
              <w:rPr>
                <w:rFonts w:cs="Arial"/>
                <w:bCs/>
                <w:lang w:val="en-US" w:eastAsia="zh-CN"/>
              </w:rPr>
              <w:t>G-FR1-A1-1</w:t>
            </w:r>
            <w:r w:rsidRPr="00D910A1">
              <w:rPr>
                <w:rFonts w:cs="Arial" w:hint="eastAsia"/>
                <w:bCs/>
                <w:lang w:val="en-US" w:eastAsia="zh-CN"/>
              </w:rPr>
              <w:t xml:space="preserve"> </w:t>
            </w:r>
            <w:r w:rsidRPr="00D910A1">
              <w:rPr>
                <w:rFonts w:cs="Arial"/>
                <w:bCs/>
              </w:rPr>
              <w:t>in annex A.1 in TS 3</w:t>
            </w:r>
            <w:r w:rsidRPr="00D910A1">
              <w:rPr>
                <w:rFonts w:cs="Arial" w:hint="eastAsia"/>
                <w:bCs/>
                <w:lang w:val="en-US" w:eastAsia="zh-CN"/>
              </w:rPr>
              <w:t>8</w:t>
            </w:r>
            <w:r w:rsidRPr="00D910A1">
              <w:rPr>
                <w:rFonts w:cs="Arial"/>
                <w:bCs/>
              </w:rPr>
              <w:t>.104 [2]</w:t>
            </w:r>
          </w:p>
        </w:tc>
        <w:tc>
          <w:tcPr>
            <w:tcW w:w="2313" w:type="dxa"/>
            <w:tcBorders>
              <w:bottom w:val="nil"/>
            </w:tcBorders>
            <w:shd w:val="clear" w:color="auto" w:fill="auto"/>
          </w:tcPr>
          <w:p w14:paraId="1E186A3B" w14:textId="77777777" w:rsidR="00456274" w:rsidRPr="00D910A1" w:rsidRDefault="00456274" w:rsidP="00456274">
            <w:pPr>
              <w:pStyle w:val="TAC"/>
              <w:rPr>
                <w:rFonts w:cs="Arial"/>
              </w:rPr>
            </w:pPr>
            <w:r w:rsidRPr="00D910A1">
              <w:rPr>
                <w:rFonts w:cs="Arial"/>
              </w:rPr>
              <w:t>Throughput &gt; 95 %</w:t>
            </w:r>
            <w:r w:rsidRPr="00D910A1">
              <w:rPr>
                <w:rFonts w:cs="Arial" w:hint="eastAsia"/>
                <w:lang w:val="en-US" w:eastAsia="zh-CN"/>
              </w:rPr>
              <w:t>,</w:t>
            </w:r>
          </w:p>
          <w:p w14:paraId="1E186A3C" w14:textId="77777777" w:rsidR="00456274" w:rsidRPr="00D910A1" w:rsidRDefault="00456274" w:rsidP="00456274">
            <w:pPr>
              <w:pStyle w:val="TAC"/>
              <w:rPr>
                <w:rFonts w:cs="Arial"/>
              </w:rPr>
            </w:pPr>
            <w:r w:rsidRPr="00D910A1">
              <w:rPr>
                <w:rFonts w:cs="Arial"/>
              </w:rPr>
              <w:t>no loss of service</w:t>
            </w:r>
          </w:p>
        </w:tc>
      </w:tr>
      <w:tr w:rsidR="00456274" w:rsidRPr="00D910A1" w14:paraId="1E186A42" w14:textId="77777777" w:rsidTr="00456274">
        <w:trPr>
          <w:jc w:val="center"/>
        </w:trPr>
        <w:tc>
          <w:tcPr>
            <w:tcW w:w="1878" w:type="dxa"/>
          </w:tcPr>
          <w:p w14:paraId="1E186A3E" w14:textId="77777777" w:rsidR="00456274" w:rsidRPr="00D910A1" w:rsidRDefault="00456274" w:rsidP="00456274">
            <w:pPr>
              <w:pStyle w:val="TAC"/>
              <w:rPr>
                <w:rFonts w:cs="Arial"/>
                <w:bCs/>
                <w:lang w:val="en-US"/>
              </w:rPr>
            </w:pPr>
            <w:r w:rsidRPr="00D910A1">
              <w:rPr>
                <w:rFonts w:cs="Arial"/>
              </w:rPr>
              <w:t>10, 15</w:t>
            </w:r>
          </w:p>
        </w:tc>
        <w:tc>
          <w:tcPr>
            <w:tcW w:w="1949" w:type="dxa"/>
          </w:tcPr>
          <w:p w14:paraId="1E186A3F" w14:textId="77777777" w:rsidR="00456274" w:rsidRPr="00D910A1" w:rsidRDefault="00456274" w:rsidP="00456274">
            <w:pPr>
              <w:pStyle w:val="TAC"/>
              <w:rPr>
                <w:rFonts w:cs="Arial"/>
                <w:bCs/>
                <w:lang w:val="en-US" w:eastAsia="zh-CN"/>
              </w:rPr>
            </w:pPr>
            <w:r w:rsidRPr="00D910A1">
              <w:rPr>
                <w:rFonts w:cs="Arial"/>
                <w:lang w:eastAsia="zh-CN"/>
              </w:rPr>
              <w:t>30</w:t>
            </w:r>
          </w:p>
        </w:tc>
        <w:tc>
          <w:tcPr>
            <w:tcW w:w="1949" w:type="dxa"/>
          </w:tcPr>
          <w:p w14:paraId="1E186A40" w14:textId="77777777" w:rsidR="00456274" w:rsidRPr="00D910A1" w:rsidRDefault="00456274" w:rsidP="00456274">
            <w:pPr>
              <w:pStyle w:val="TAC"/>
              <w:rPr>
                <w:rFonts w:cs="Arial"/>
                <w:bCs/>
              </w:rPr>
            </w:pPr>
            <w:r w:rsidRPr="00D910A1">
              <w:rPr>
                <w:rFonts w:cs="Arial"/>
                <w:bCs/>
                <w:lang w:val="en-US" w:eastAsia="zh-CN"/>
              </w:rPr>
              <w:t>G-FR1-A1-2</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41" w14:textId="77777777" w:rsidR="00456274" w:rsidRPr="00D910A1" w:rsidRDefault="00456274" w:rsidP="00456274">
            <w:pPr>
              <w:pStyle w:val="TAC"/>
              <w:rPr>
                <w:rFonts w:cs="Arial"/>
              </w:rPr>
            </w:pPr>
          </w:p>
        </w:tc>
      </w:tr>
      <w:tr w:rsidR="00456274" w:rsidRPr="00D910A1" w14:paraId="1E186A47" w14:textId="77777777" w:rsidTr="00456274">
        <w:trPr>
          <w:jc w:val="center"/>
        </w:trPr>
        <w:tc>
          <w:tcPr>
            <w:tcW w:w="1878" w:type="dxa"/>
          </w:tcPr>
          <w:p w14:paraId="1E186A43" w14:textId="77777777" w:rsidR="00456274" w:rsidRPr="00D910A1" w:rsidRDefault="00456274" w:rsidP="00456274">
            <w:pPr>
              <w:pStyle w:val="TAC"/>
              <w:rPr>
                <w:rFonts w:cs="Arial"/>
                <w:bCs/>
                <w:lang w:val="en-US"/>
              </w:rPr>
            </w:pPr>
            <w:r w:rsidRPr="00D910A1">
              <w:rPr>
                <w:rFonts w:cs="Arial"/>
              </w:rPr>
              <w:t>10, 15</w:t>
            </w:r>
          </w:p>
        </w:tc>
        <w:tc>
          <w:tcPr>
            <w:tcW w:w="1949" w:type="dxa"/>
          </w:tcPr>
          <w:p w14:paraId="1E186A44" w14:textId="77777777" w:rsidR="00456274" w:rsidRPr="00D910A1" w:rsidRDefault="00456274" w:rsidP="00456274">
            <w:pPr>
              <w:pStyle w:val="TAC"/>
              <w:rPr>
                <w:rFonts w:cs="Arial"/>
                <w:bCs/>
                <w:lang w:val="en-US" w:eastAsia="zh-CN"/>
              </w:rPr>
            </w:pPr>
            <w:r w:rsidRPr="00D910A1">
              <w:rPr>
                <w:rFonts w:cs="Arial"/>
                <w:lang w:eastAsia="zh-CN"/>
              </w:rPr>
              <w:t>60</w:t>
            </w:r>
          </w:p>
        </w:tc>
        <w:tc>
          <w:tcPr>
            <w:tcW w:w="1949" w:type="dxa"/>
          </w:tcPr>
          <w:p w14:paraId="1E186A45" w14:textId="77777777" w:rsidR="00456274" w:rsidRPr="00D910A1" w:rsidRDefault="00456274" w:rsidP="00456274">
            <w:pPr>
              <w:pStyle w:val="TAC"/>
              <w:rPr>
                <w:rFonts w:cs="Arial"/>
                <w:bCs/>
              </w:rPr>
            </w:pPr>
            <w:r w:rsidRPr="00D910A1">
              <w:rPr>
                <w:rFonts w:cs="Arial"/>
                <w:bCs/>
                <w:lang w:val="en-US" w:eastAsia="zh-CN"/>
              </w:rPr>
              <w:t>G-FR1-A1-3</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46" w14:textId="77777777" w:rsidR="00456274" w:rsidRPr="00D910A1" w:rsidRDefault="00456274" w:rsidP="00456274">
            <w:pPr>
              <w:pStyle w:val="TAC"/>
              <w:rPr>
                <w:rFonts w:cs="Arial"/>
              </w:rPr>
            </w:pPr>
          </w:p>
        </w:tc>
      </w:tr>
      <w:tr w:rsidR="00456274" w:rsidRPr="00D910A1" w14:paraId="1E186A4C" w14:textId="77777777" w:rsidTr="00456274">
        <w:trPr>
          <w:jc w:val="center"/>
        </w:trPr>
        <w:tc>
          <w:tcPr>
            <w:tcW w:w="1878" w:type="dxa"/>
          </w:tcPr>
          <w:p w14:paraId="1E186A48" w14:textId="77777777" w:rsidR="00456274" w:rsidRPr="00D910A1" w:rsidRDefault="00456274" w:rsidP="00456274">
            <w:pPr>
              <w:pStyle w:val="TAC"/>
              <w:rPr>
                <w:rFonts w:cs="Arial"/>
                <w:bCs/>
                <w:lang w:val="en-US"/>
              </w:rPr>
            </w:pPr>
            <w:r w:rsidRPr="00D910A1">
              <w:rPr>
                <w:rFonts w:cs="Arial"/>
              </w:rPr>
              <w:t>20, 25, 30, 40, 50</w:t>
            </w:r>
          </w:p>
        </w:tc>
        <w:tc>
          <w:tcPr>
            <w:tcW w:w="1949" w:type="dxa"/>
          </w:tcPr>
          <w:p w14:paraId="1E186A49" w14:textId="77777777" w:rsidR="00456274" w:rsidRPr="00D910A1" w:rsidRDefault="00456274" w:rsidP="00456274">
            <w:pPr>
              <w:pStyle w:val="TAC"/>
              <w:rPr>
                <w:rFonts w:cs="Arial"/>
                <w:bCs/>
                <w:lang w:val="en-US" w:eastAsia="zh-CN"/>
              </w:rPr>
            </w:pPr>
            <w:r w:rsidRPr="00D910A1">
              <w:rPr>
                <w:rFonts w:cs="Arial"/>
                <w:lang w:eastAsia="zh-CN"/>
              </w:rPr>
              <w:t>15</w:t>
            </w:r>
          </w:p>
        </w:tc>
        <w:tc>
          <w:tcPr>
            <w:tcW w:w="1949" w:type="dxa"/>
          </w:tcPr>
          <w:p w14:paraId="1E186A4A" w14:textId="77777777" w:rsidR="00456274" w:rsidRPr="00D910A1" w:rsidRDefault="00456274" w:rsidP="00456274">
            <w:pPr>
              <w:pStyle w:val="TAC"/>
              <w:rPr>
                <w:rFonts w:cs="Arial"/>
                <w:bCs/>
              </w:rPr>
            </w:pPr>
            <w:r w:rsidRPr="00D910A1">
              <w:rPr>
                <w:rFonts w:cs="Arial"/>
                <w:bCs/>
                <w:lang w:val="en-US" w:eastAsia="zh-CN"/>
              </w:rPr>
              <w:t>G-FR1-A1-4</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4B" w14:textId="77777777" w:rsidR="00456274" w:rsidRPr="00D910A1" w:rsidRDefault="00456274" w:rsidP="00456274">
            <w:pPr>
              <w:pStyle w:val="TAC"/>
              <w:rPr>
                <w:rFonts w:cs="Arial"/>
              </w:rPr>
            </w:pPr>
          </w:p>
        </w:tc>
      </w:tr>
      <w:tr w:rsidR="00456274" w:rsidRPr="00D910A1" w14:paraId="1E186A51" w14:textId="77777777" w:rsidTr="00456274">
        <w:trPr>
          <w:jc w:val="center"/>
        </w:trPr>
        <w:tc>
          <w:tcPr>
            <w:tcW w:w="1878" w:type="dxa"/>
          </w:tcPr>
          <w:p w14:paraId="1E186A4D" w14:textId="77777777" w:rsidR="00456274" w:rsidRPr="00D910A1" w:rsidRDefault="00456274" w:rsidP="00456274">
            <w:pPr>
              <w:pStyle w:val="TAC"/>
              <w:rPr>
                <w:rFonts w:cs="Arial"/>
                <w:bCs/>
                <w:lang w:val="en-US"/>
              </w:rPr>
            </w:pPr>
            <w:r w:rsidRPr="00D910A1">
              <w:rPr>
                <w:rFonts w:cs="Arial"/>
              </w:rPr>
              <w:t>20, 25, 30, 40, 50, 60, 70, 80, 90, 100</w:t>
            </w:r>
          </w:p>
        </w:tc>
        <w:tc>
          <w:tcPr>
            <w:tcW w:w="1949" w:type="dxa"/>
          </w:tcPr>
          <w:p w14:paraId="1E186A4E" w14:textId="77777777" w:rsidR="00456274" w:rsidRPr="00D910A1" w:rsidRDefault="00456274" w:rsidP="00456274">
            <w:pPr>
              <w:pStyle w:val="TAC"/>
              <w:rPr>
                <w:rFonts w:cs="Arial"/>
                <w:bCs/>
                <w:lang w:val="en-US" w:eastAsia="zh-CN"/>
              </w:rPr>
            </w:pPr>
            <w:r w:rsidRPr="00D910A1">
              <w:rPr>
                <w:rFonts w:cs="Arial"/>
                <w:lang w:eastAsia="zh-CN"/>
              </w:rPr>
              <w:t>30</w:t>
            </w:r>
          </w:p>
        </w:tc>
        <w:tc>
          <w:tcPr>
            <w:tcW w:w="1949" w:type="dxa"/>
          </w:tcPr>
          <w:p w14:paraId="1E186A4F" w14:textId="77777777" w:rsidR="00456274" w:rsidRPr="00D910A1" w:rsidRDefault="00456274" w:rsidP="00456274">
            <w:pPr>
              <w:pStyle w:val="TAC"/>
              <w:rPr>
                <w:rFonts w:cs="Arial"/>
                <w:bCs/>
              </w:rPr>
            </w:pPr>
            <w:r w:rsidRPr="00D910A1">
              <w:rPr>
                <w:rFonts w:cs="Arial"/>
                <w:bCs/>
                <w:lang w:val="en-US" w:eastAsia="zh-CN"/>
              </w:rPr>
              <w:t>G-FR1-A1-5</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50" w14:textId="77777777" w:rsidR="00456274" w:rsidRPr="00D910A1" w:rsidRDefault="00456274" w:rsidP="00456274">
            <w:pPr>
              <w:pStyle w:val="TAC"/>
              <w:rPr>
                <w:rFonts w:cs="Arial"/>
              </w:rPr>
            </w:pPr>
          </w:p>
        </w:tc>
      </w:tr>
      <w:tr w:rsidR="00456274" w:rsidRPr="00D910A1" w14:paraId="1E186A56" w14:textId="77777777" w:rsidTr="00456274">
        <w:trPr>
          <w:jc w:val="center"/>
        </w:trPr>
        <w:tc>
          <w:tcPr>
            <w:tcW w:w="1878" w:type="dxa"/>
          </w:tcPr>
          <w:p w14:paraId="1E186A52" w14:textId="77777777" w:rsidR="00456274" w:rsidRPr="00D910A1" w:rsidRDefault="00456274" w:rsidP="00456274">
            <w:pPr>
              <w:pStyle w:val="TAC"/>
              <w:rPr>
                <w:rFonts w:cs="Arial"/>
                <w:bCs/>
                <w:lang w:val="en-US"/>
              </w:rPr>
            </w:pPr>
            <w:r w:rsidRPr="00D910A1">
              <w:rPr>
                <w:rFonts w:cs="Arial"/>
              </w:rPr>
              <w:t>20, 25, 30, 40, 50, 60, 70, 80, 90, 100</w:t>
            </w:r>
          </w:p>
        </w:tc>
        <w:tc>
          <w:tcPr>
            <w:tcW w:w="1949" w:type="dxa"/>
          </w:tcPr>
          <w:p w14:paraId="1E186A53" w14:textId="77777777" w:rsidR="00456274" w:rsidRPr="00D910A1" w:rsidRDefault="00456274" w:rsidP="00456274">
            <w:pPr>
              <w:pStyle w:val="TAC"/>
              <w:rPr>
                <w:rFonts w:cs="Arial"/>
                <w:bCs/>
                <w:lang w:val="en-US" w:eastAsia="zh-CN"/>
              </w:rPr>
            </w:pPr>
            <w:r w:rsidRPr="00D910A1">
              <w:rPr>
                <w:rFonts w:cs="Arial"/>
                <w:lang w:eastAsia="zh-CN"/>
              </w:rPr>
              <w:t>60</w:t>
            </w:r>
          </w:p>
        </w:tc>
        <w:tc>
          <w:tcPr>
            <w:tcW w:w="1949" w:type="dxa"/>
          </w:tcPr>
          <w:p w14:paraId="1E186A54" w14:textId="77777777" w:rsidR="00456274" w:rsidRPr="00D910A1" w:rsidRDefault="00456274" w:rsidP="00456274">
            <w:pPr>
              <w:pStyle w:val="TAC"/>
              <w:rPr>
                <w:rFonts w:cs="Arial"/>
                <w:bCs/>
                <w:lang w:eastAsia="ja-JP"/>
              </w:rPr>
            </w:pPr>
            <w:r w:rsidRPr="00D910A1">
              <w:rPr>
                <w:rFonts w:cs="Arial"/>
                <w:bCs/>
                <w:lang w:val="en-US" w:eastAsia="zh-CN"/>
              </w:rPr>
              <w:t>G-FR1-A1-6</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tcBorders>
            <w:shd w:val="clear" w:color="auto" w:fill="auto"/>
          </w:tcPr>
          <w:p w14:paraId="1E186A55" w14:textId="77777777" w:rsidR="00456274" w:rsidRPr="00D910A1" w:rsidRDefault="00456274" w:rsidP="00456274">
            <w:pPr>
              <w:pStyle w:val="TAC"/>
              <w:rPr>
                <w:rFonts w:cs="Arial"/>
              </w:rPr>
            </w:pPr>
          </w:p>
        </w:tc>
      </w:tr>
      <w:tr w:rsidR="00823707" w:rsidRPr="00D910A1" w14:paraId="1E186A59" w14:textId="77777777" w:rsidTr="00406546">
        <w:trPr>
          <w:jc w:val="center"/>
        </w:trPr>
        <w:tc>
          <w:tcPr>
            <w:tcW w:w="8089" w:type="dxa"/>
            <w:gridSpan w:val="4"/>
            <w:vAlign w:val="center"/>
          </w:tcPr>
          <w:p w14:paraId="1E186A57"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 xml:space="preserve">&gt; 95 %, </w:t>
            </w:r>
            <w:r w:rsidRPr="00D910A1">
              <w:rPr>
                <w:rFonts w:hint="eastAsia"/>
                <w:lang w:val="en-US" w:eastAsia="zh-CN"/>
              </w:rPr>
              <w:t>no loss of service</w:t>
            </w:r>
            <w:r w:rsidRPr="00D910A1">
              <w:t>, applies also if a bearer with another characteristics is used in the test.</w:t>
            </w:r>
          </w:p>
          <w:p w14:paraId="1E186A58" w14:textId="77777777" w:rsidR="00823707" w:rsidRPr="00D910A1" w:rsidRDefault="00823707" w:rsidP="00406546">
            <w:pPr>
              <w:pStyle w:val="TAN"/>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rPr>
                <w:rFonts w:hint="eastAsia"/>
                <w:lang w:val="en-US" w:eastAsia="zh-CN"/>
              </w:rPr>
              <w:t xml:space="preserve"> no loss of service</w:t>
            </w:r>
            <w:r w:rsidRPr="00D910A1">
              <w:t>, applies instead if the uplink and downlink paths are evaluated as a one loop.</w:t>
            </w:r>
          </w:p>
        </w:tc>
      </w:tr>
    </w:tbl>
    <w:p w14:paraId="1E186A5A" w14:textId="77777777" w:rsidR="00823707" w:rsidRPr="00D910A1" w:rsidRDefault="00823707" w:rsidP="00823707"/>
    <w:p w14:paraId="1E186A5B" w14:textId="77777777" w:rsidR="00823707" w:rsidRPr="00D910A1" w:rsidRDefault="00823707" w:rsidP="00823707">
      <w:pPr>
        <w:pStyle w:val="TH"/>
      </w:pPr>
      <w:r w:rsidRPr="00D910A1">
        <w:t>Table 6.1</w:t>
      </w:r>
      <w:r w:rsidRPr="00D910A1">
        <w:rPr>
          <w:lang w:val="en-US" w:eastAsia="zh-CN"/>
        </w:rPr>
        <w:t>-2</w:t>
      </w:r>
      <w:r w:rsidRPr="00D910A1">
        <w:t xml:space="preserve">: </w:t>
      </w:r>
      <w:r w:rsidRPr="00D910A1">
        <w:rPr>
          <w:lang w:val="en-US" w:eastAsia="zh-CN"/>
        </w:rPr>
        <w:t>FR2</w:t>
      </w:r>
      <w:r w:rsidRPr="00D910A1">
        <w:rPr>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1E186A61" w14:textId="77777777" w:rsidTr="00456274">
        <w:trPr>
          <w:jc w:val="center"/>
        </w:trPr>
        <w:tc>
          <w:tcPr>
            <w:tcW w:w="1878" w:type="dxa"/>
          </w:tcPr>
          <w:p w14:paraId="1E186A5C" w14:textId="77777777" w:rsidR="00823707" w:rsidRPr="00D910A1" w:rsidRDefault="00823707" w:rsidP="00406546">
            <w:pPr>
              <w:pStyle w:val="TAH"/>
              <w:rPr>
                <w:rFonts w:cs="Arial"/>
                <w:lang w:val="it-IT"/>
              </w:rPr>
            </w:pPr>
            <w:r w:rsidRPr="00D910A1">
              <w:rPr>
                <w:rFonts w:cs="Arial"/>
                <w:lang w:val="en-US" w:eastAsia="zh-CN"/>
              </w:rPr>
              <w:t>NR c</w:t>
            </w:r>
            <w:r w:rsidRPr="00D910A1">
              <w:rPr>
                <w:rFonts w:cs="Arial"/>
                <w:lang w:val="it-IT"/>
              </w:rPr>
              <w:t xml:space="preserve">hannel </w:t>
            </w:r>
            <w:r w:rsidRPr="00D910A1">
              <w:rPr>
                <w:rFonts w:cs="Arial"/>
                <w:lang w:val="en-US" w:eastAsia="zh-CN"/>
              </w:rPr>
              <w:t>b</w:t>
            </w:r>
            <w:r w:rsidRPr="00D910A1">
              <w:rPr>
                <w:rFonts w:cs="Arial"/>
                <w:lang w:val="it-IT"/>
              </w:rPr>
              <w:t>andwidth (MHz)</w:t>
            </w:r>
          </w:p>
        </w:tc>
        <w:tc>
          <w:tcPr>
            <w:tcW w:w="1949" w:type="dxa"/>
          </w:tcPr>
          <w:p w14:paraId="1E186A5D" w14:textId="77777777" w:rsidR="00823707" w:rsidRPr="00D910A1" w:rsidRDefault="00823707" w:rsidP="00406546">
            <w:pPr>
              <w:pStyle w:val="TAH"/>
              <w:rPr>
                <w:rFonts w:cs="v4.2.0"/>
              </w:rPr>
            </w:pPr>
            <w:r w:rsidRPr="00D910A1">
              <w:rPr>
                <w:rFonts w:cs="Arial"/>
              </w:rPr>
              <w:t>Sub-carrier spacing (kHz)</w:t>
            </w:r>
          </w:p>
        </w:tc>
        <w:tc>
          <w:tcPr>
            <w:tcW w:w="1949" w:type="dxa"/>
          </w:tcPr>
          <w:p w14:paraId="1E186A5E" w14:textId="77777777" w:rsidR="00823707" w:rsidRPr="00D910A1" w:rsidRDefault="00823707" w:rsidP="00406546">
            <w:pPr>
              <w:pStyle w:val="TAH"/>
              <w:rPr>
                <w:rFonts w:cs="v4.2.0"/>
              </w:rPr>
            </w:pPr>
            <w:r w:rsidRPr="00D910A1">
              <w:rPr>
                <w:rFonts w:cs="v4.2.0"/>
              </w:rPr>
              <w:t xml:space="preserve">Bearer </w:t>
            </w:r>
            <w:r w:rsidRPr="00D910A1">
              <w:rPr>
                <w:rFonts w:cs="v4.2.0"/>
                <w:lang w:val="en-US" w:eastAsia="zh-CN"/>
              </w:rPr>
              <w:t>i</w:t>
            </w:r>
            <w:r w:rsidRPr="00D910A1">
              <w:rPr>
                <w:rFonts w:cs="v4.2.0"/>
              </w:rPr>
              <w:t xml:space="preserve">nformation </w:t>
            </w:r>
            <w:r w:rsidRPr="00D910A1">
              <w:rPr>
                <w:rFonts w:cs="v4.2.0"/>
                <w:lang w:val="en-US" w:eastAsia="zh-CN"/>
              </w:rPr>
              <w:t>d</w:t>
            </w:r>
            <w:r w:rsidRPr="00D910A1">
              <w:rPr>
                <w:rFonts w:cs="v4.2.0"/>
              </w:rPr>
              <w:t xml:space="preserve">ata </w:t>
            </w:r>
            <w:r w:rsidRPr="00D910A1">
              <w:rPr>
                <w:rFonts w:cs="v4.2.0"/>
                <w:lang w:val="en-US" w:eastAsia="zh-CN"/>
              </w:rPr>
              <w:t>r</w:t>
            </w:r>
            <w:r w:rsidRPr="00D910A1">
              <w:rPr>
                <w:rFonts w:cs="v4.2.0"/>
              </w:rPr>
              <w:t>ate</w:t>
            </w:r>
          </w:p>
        </w:tc>
        <w:tc>
          <w:tcPr>
            <w:tcW w:w="2313" w:type="dxa"/>
            <w:tcBorders>
              <w:bottom w:val="single" w:sz="4" w:space="0" w:color="auto"/>
            </w:tcBorders>
          </w:tcPr>
          <w:p w14:paraId="1E186A5F" w14:textId="77777777" w:rsidR="00823707" w:rsidRPr="00D910A1" w:rsidRDefault="00823707" w:rsidP="00406546">
            <w:pPr>
              <w:pStyle w:val="TAH"/>
              <w:rPr>
                <w:rFonts w:cs="v4.2.0"/>
              </w:rPr>
            </w:pPr>
            <w:r w:rsidRPr="00D910A1">
              <w:rPr>
                <w:rFonts w:cs="v4.2.0"/>
              </w:rPr>
              <w:t xml:space="preserve">Performance </w:t>
            </w:r>
            <w:r w:rsidRPr="00D910A1">
              <w:rPr>
                <w:rFonts w:cs="v4.2.0"/>
                <w:lang w:val="en-US" w:eastAsia="zh-CN"/>
              </w:rPr>
              <w:t>c</w:t>
            </w:r>
            <w:r w:rsidRPr="00D910A1">
              <w:rPr>
                <w:rFonts w:cs="v4.2.0"/>
              </w:rPr>
              <w:t>riteria</w:t>
            </w:r>
          </w:p>
          <w:p w14:paraId="1E186A60" w14:textId="77777777" w:rsidR="00823707" w:rsidRPr="00D910A1" w:rsidRDefault="00823707" w:rsidP="00406546">
            <w:pPr>
              <w:pStyle w:val="TAH"/>
              <w:rPr>
                <w:rFonts w:cs="v4.2.0"/>
              </w:rPr>
            </w:pPr>
            <w:r w:rsidRPr="00D910A1">
              <w:rPr>
                <w:rFonts w:cs="v4.2.0"/>
              </w:rPr>
              <w:t>(Note 1, Note 2)</w:t>
            </w:r>
          </w:p>
        </w:tc>
      </w:tr>
      <w:tr w:rsidR="00456274" w:rsidRPr="00D910A1" w14:paraId="1E186A67" w14:textId="77777777" w:rsidTr="00456274">
        <w:trPr>
          <w:trHeight w:val="399"/>
          <w:jc w:val="center"/>
        </w:trPr>
        <w:tc>
          <w:tcPr>
            <w:tcW w:w="1878" w:type="dxa"/>
          </w:tcPr>
          <w:p w14:paraId="1E186A62" w14:textId="77777777" w:rsidR="00456274" w:rsidRPr="00D910A1" w:rsidRDefault="00456274" w:rsidP="00456274">
            <w:pPr>
              <w:pStyle w:val="TAC"/>
              <w:rPr>
                <w:rFonts w:cs="Arial"/>
                <w:bCs/>
                <w:lang w:val="en-US"/>
              </w:rPr>
            </w:pPr>
            <w:r w:rsidRPr="00D910A1">
              <w:t>50, 100, 200</w:t>
            </w:r>
          </w:p>
        </w:tc>
        <w:tc>
          <w:tcPr>
            <w:tcW w:w="1949" w:type="dxa"/>
          </w:tcPr>
          <w:p w14:paraId="1E186A63" w14:textId="77777777" w:rsidR="00456274" w:rsidRPr="00D910A1" w:rsidRDefault="00456274" w:rsidP="00456274">
            <w:pPr>
              <w:pStyle w:val="TAC"/>
              <w:rPr>
                <w:rFonts w:cs="Arial"/>
                <w:bCs/>
                <w:lang w:val="en-US" w:eastAsia="zh-CN"/>
              </w:rPr>
            </w:pPr>
            <w:r w:rsidRPr="00D910A1">
              <w:t>60</w:t>
            </w:r>
          </w:p>
        </w:tc>
        <w:tc>
          <w:tcPr>
            <w:tcW w:w="1949" w:type="dxa"/>
          </w:tcPr>
          <w:p w14:paraId="1E186A64" w14:textId="77777777" w:rsidR="00456274" w:rsidRPr="00D910A1" w:rsidRDefault="00456274" w:rsidP="00456274">
            <w:pPr>
              <w:pStyle w:val="TAC"/>
              <w:rPr>
                <w:rFonts w:cs="Arial"/>
                <w:bCs/>
              </w:rPr>
            </w:pPr>
            <w:r w:rsidRPr="00D910A1">
              <w:t>G-FR2-A1-1</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bottom w:val="nil"/>
            </w:tcBorders>
            <w:shd w:val="clear" w:color="auto" w:fill="auto"/>
          </w:tcPr>
          <w:p w14:paraId="1E186A65" w14:textId="77777777" w:rsidR="00456274" w:rsidRPr="00D910A1" w:rsidRDefault="00456274" w:rsidP="00456274">
            <w:pPr>
              <w:pStyle w:val="TAC"/>
              <w:rPr>
                <w:rFonts w:cs="Arial"/>
              </w:rPr>
            </w:pPr>
            <w:r w:rsidRPr="00D910A1">
              <w:rPr>
                <w:rFonts w:cs="Arial"/>
              </w:rPr>
              <w:t>Throughput &gt; 95 %</w:t>
            </w:r>
            <w:r w:rsidRPr="00D910A1">
              <w:rPr>
                <w:rFonts w:cs="Arial" w:hint="eastAsia"/>
                <w:lang w:val="en-US" w:eastAsia="zh-CN"/>
              </w:rPr>
              <w:t>,</w:t>
            </w:r>
          </w:p>
          <w:p w14:paraId="1E186A66" w14:textId="77777777" w:rsidR="00456274" w:rsidRPr="00D910A1" w:rsidRDefault="00456274" w:rsidP="00456274">
            <w:pPr>
              <w:pStyle w:val="TAC"/>
              <w:rPr>
                <w:rFonts w:cs="Arial"/>
              </w:rPr>
            </w:pPr>
            <w:r w:rsidRPr="00D910A1">
              <w:rPr>
                <w:rFonts w:cs="Arial"/>
              </w:rPr>
              <w:t>no loss of service</w:t>
            </w:r>
          </w:p>
        </w:tc>
      </w:tr>
      <w:tr w:rsidR="00456274" w:rsidRPr="00D910A1" w14:paraId="1E186A6C" w14:textId="77777777" w:rsidTr="00456274">
        <w:trPr>
          <w:jc w:val="center"/>
        </w:trPr>
        <w:tc>
          <w:tcPr>
            <w:tcW w:w="1878" w:type="dxa"/>
          </w:tcPr>
          <w:p w14:paraId="1E186A68" w14:textId="77777777" w:rsidR="00456274" w:rsidRPr="00D910A1" w:rsidRDefault="00456274" w:rsidP="00456274">
            <w:pPr>
              <w:pStyle w:val="TAC"/>
              <w:rPr>
                <w:rFonts w:cs="Arial"/>
                <w:bCs/>
                <w:lang w:val="en-US"/>
              </w:rPr>
            </w:pPr>
            <w:r w:rsidRPr="00D910A1">
              <w:t>50</w:t>
            </w:r>
          </w:p>
        </w:tc>
        <w:tc>
          <w:tcPr>
            <w:tcW w:w="1949" w:type="dxa"/>
          </w:tcPr>
          <w:p w14:paraId="1E186A69" w14:textId="77777777" w:rsidR="00456274" w:rsidRPr="00D910A1" w:rsidRDefault="00456274" w:rsidP="00456274">
            <w:pPr>
              <w:pStyle w:val="TAC"/>
              <w:rPr>
                <w:rFonts w:cs="Arial"/>
                <w:bCs/>
                <w:lang w:val="en-US" w:eastAsia="zh-CN"/>
              </w:rPr>
            </w:pPr>
            <w:r w:rsidRPr="00D910A1">
              <w:t>120</w:t>
            </w:r>
          </w:p>
        </w:tc>
        <w:tc>
          <w:tcPr>
            <w:tcW w:w="1949" w:type="dxa"/>
          </w:tcPr>
          <w:p w14:paraId="1E186A6A" w14:textId="77777777" w:rsidR="00456274" w:rsidRPr="00D910A1" w:rsidRDefault="00456274" w:rsidP="00456274">
            <w:pPr>
              <w:pStyle w:val="TAC"/>
              <w:rPr>
                <w:rFonts w:cs="Arial"/>
                <w:bCs/>
              </w:rPr>
            </w:pPr>
            <w:r w:rsidRPr="00D910A1">
              <w:t>G-FR2-A1-2</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bottom w:val="nil"/>
            </w:tcBorders>
            <w:shd w:val="clear" w:color="auto" w:fill="auto"/>
          </w:tcPr>
          <w:p w14:paraId="1E186A6B" w14:textId="77777777" w:rsidR="00456274" w:rsidRPr="00D910A1" w:rsidRDefault="00456274" w:rsidP="00456274">
            <w:pPr>
              <w:pStyle w:val="TAC"/>
              <w:rPr>
                <w:rFonts w:cs="Arial"/>
              </w:rPr>
            </w:pPr>
          </w:p>
        </w:tc>
      </w:tr>
      <w:tr w:rsidR="00456274" w:rsidRPr="00D910A1" w14:paraId="1E186A71" w14:textId="77777777" w:rsidTr="00456274">
        <w:trPr>
          <w:jc w:val="center"/>
        </w:trPr>
        <w:tc>
          <w:tcPr>
            <w:tcW w:w="1878" w:type="dxa"/>
          </w:tcPr>
          <w:p w14:paraId="1E186A6D" w14:textId="77777777" w:rsidR="00456274" w:rsidRPr="00D910A1" w:rsidRDefault="00456274" w:rsidP="00456274">
            <w:pPr>
              <w:pStyle w:val="TAC"/>
              <w:rPr>
                <w:rFonts w:cs="Arial"/>
                <w:bCs/>
                <w:lang w:val="en-US"/>
              </w:rPr>
            </w:pPr>
            <w:r w:rsidRPr="00D910A1">
              <w:t>100, 200, 400</w:t>
            </w:r>
          </w:p>
        </w:tc>
        <w:tc>
          <w:tcPr>
            <w:tcW w:w="1949" w:type="dxa"/>
          </w:tcPr>
          <w:p w14:paraId="1E186A6E" w14:textId="77777777" w:rsidR="00456274" w:rsidRPr="00D910A1" w:rsidRDefault="00456274" w:rsidP="00456274">
            <w:pPr>
              <w:pStyle w:val="TAC"/>
              <w:rPr>
                <w:rFonts w:cs="Arial"/>
                <w:bCs/>
                <w:lang w:val="en-US" w:eastAsia="zh-CN"/>
              </w:rPr>
            </w:pPr>
            <w:r w:rsidRPr="00D910A1">
              <w:t>120</w:t>
            </w:r>
          </w:p>
        </w:tc>
        <w:tc>
          <w:tcPr>
            <w:tcW w:w="1949" w:type="dxa"/>
          </w:tcPr>
          <w:p w14:paraId="1E186A6F" w14:textId="77777777" w:rsidR="00456274" w:rsidRPr="00D910A1" w:rsidRDefault="00456274" w:rsidP="00456274">
            <w:pPr>
              <w:pStyle w:val="TAC"/>
              <w:rPr>
                <w:rFonts w:cs="Arial"/>
                <w:bCs/>
              </w:rPr>
            </w:pPr>
            <w:r w:rsidRPr="00D910A1">
              <w:t>G-FR2-A1-3</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tcBorders>
            <w:shd w:val="clear" w:color="auto" w:fill="auto"/>
          </w:tcPr>
          <w:p w14:paraId="1E186A70" w14:textId="77777777" w:rsidR="00456274" w:rsidRPr="00D910A1" w:rsidRDefault="00456274" w:rsidP="00456274">
            <w:pPr>
              <w:pStyle w:val="TAC"/>
              <w:rPr>
                <w:rFonts w:cs="Arial"/>
              </w:rPr>
            </w:pPr>
          </w:p>
        </w:tc>
      </w:tr>
      <w:tr w:rsidR="00823707" w:rsidRPr="00D910A1" w14:paraId="1E186A74" w14:textId="77777777" w:rsidTr="00406546">
        <w:trPr>
          <w:jc w:val="center"/>
        </w:trPr>
        <w:tc>
          <w:tcPr>
            <w:tcW w:w="8089" w:type="dxa"/>
            <w:gridSpan w:val="4"/>
          </w:tcPr>
          <w:p w14:paraId="1E186A72"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&gt; 95 %</w:t>
            </w:r>
            <w:r w:rsidRPr="00D910A1">
              <w:t>,</w:t>
            </w:r>
            <w:r w:rsidRPr="00D910A1">
              <w:rPr>
                <w:rFonts w:hint="eastAsia"/>
                <w:lang w:val="en-US" w:eastAsia="zh-CN"/>
              </w:rPr>
              <w:t xml:space="preserve"> no loss of service</w:t>
            </w:r>
            <w:r w:rsidRPr="00D910A1">
              <w:t>, applies also if a bearer with another characteristics is used in the test.</w:t>
            </w:r>
          </w:p>
          <w:p w14:paraId="1E186A73" w14:textId="77777777" w:rsidR="00823707" w:rsidRPr="00D910A1" w:rsidRDefault="00823707" w:rsidP="00406546">
            <w:pPr>
              <w:pStyle w:val="TAN"/>
              <w:rPr>
                <w:rFonts w:cs="Arial"/>
              </w:rPr>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t>,</w:t>
            </w:r>
            <w:r w:rsidRPr="00D910A1">
              <w:rPr>
                <w:rFonts w:hint="eastAsia"/>
                <w:lang w:val="en-US" w:eastAsia="zh-CN"/>
              </w:rPr>
              <w:t xml:space="preserve"> no loss of service</w:t>
            </w:r>
            <w:r w:rsidRPr="00D910A1">
              <w:t>, applies instead if the uplink and downlink paths are evaluated as a one loop.</w:t>
            </w:r>
          </w:p>
        </w:tc>
      </w:tr>
    </w:tbl>
    <w:p w14:paraId="1E186A75" w14:textId="77777777" w:rsidR="00823707" w:rsidRPr="00D910A1" w:rsidRDefault="00823707" w:rsidP="00823707">
      <w:pPr>
        <w:rPr>
          <w:lang w:eastAsia="zh-CN"/>
        </w:rPr>
      </w:pPr>
    </w:p>
    <w:p w14:paraId="1E186A76" w14:textId="77777777" w:rsidR="00823707" w:rsidRPr="00D910A1" w:rsidRDefault="00823707" w:rsidP="00823707">
      <w:pPr>
        <w:pStyle w:val="Heading2"/>
      </w:pPr>
      <w:bookmarkStart w:id="328" w:name="_Toc20994244"/>
      <w:bookmarkStart w:id="329" w:name="_Toc29812103"/>
      <w:bookmarkStart w:id="330" w:name="_Toc37139291"/>
      <w:bookmarkStart w:id="331" w:name="_Toc37268295"/>
      <w:bookmarkStart w:id="332" w:name="_Toc37268389"/>
      <w:bookmarkStart w:id="333" w:name="_Toc45879599"/>
      <w:bookmarkStart w:id="334" w:name="_Toc52563693"/>
      <w:bookmarkStart w:id="335" w:name="_Toc52563788"/>
      <w:bookmarkStart w:id="336" w:name="_Toc52563881"/>
      <w:bookmarkStart w:id="337" w:name="_Toc61181786"/>
      <w:bookmarkStart w:id="338" w:name="_Toc74642604"/>
      <w:bookmarkStart w:id="339" w:name="_Toc76543782"/>
      <w:bookmarkStart w:id="340" w:name="_Toc82627368"/>
      <w:bookmarkStart w:id="341" w:name="_Toc106198102"/>
      <w:r w:rsidRPr="00D910A1">
        <w:rPr>
          <w:rFonts w:hint="eastAsia"/>
          <w:lang w:val="en-US" w:eastAsia="zh-CN"/>
        </w:rPr>
        <w:t>6</w:t>
      </w:r>
      <w:r w:rsidRPr="00D910A1">
        <w:t>.2</w:t>
      </w:r>
      <w:r w:rsidRPr="00D910A1">
        <w:tab/>
      </w:r>
      <w:r w:rsidRPr="00D910A1">
        <w:rPr>
          <w:rFonts w:hint="eastAsia"/>
        </w:rPr>
        <w:t>Performance criteria for transient phenomena for BS</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15DEB6F6" w14:textId="15280BAF" w:rsidR="00794AD6" w:rsidRDefault="00CB6F00" w:rsidP="00794AD6">
      <w:r w:rsidRPr="00DC0757">
        <w:t xml:space="preserve">At the conclusion of the total test </w:t>
      </w:r>
      <w:r>
        <w:t>(</w:t>
      </w:r>
      <w:r w:rsidRPr="00DC0757">
        <w:t>comprising the series of individual exposures</w:t>
      </w:r>
      <w:r>
        <w:t xml:space="preserve"> to transient phenomena)</w:t>
      </w:r>
      <w:r w:rsidRPr="00DC0757">
        <w:t xml:space="preserve"> the EUT shall operate as intended with no </w:t>
      </w:r>
      <w:r>
        <w:t xml:space="preserve">user noticeable loss of </w:t>
      </w:r>
      <w:r w:rsidRPr="00DC0757">
        <w:t>control functions or stored data</w:t>
      </w:r>
      <w:r>
        <w:t>. At the conclusion of each exposure the EUT shall operate with no user noticeable loss of the communication link. The channel bandwidth, sub-carrier spacing and bearer information data rate should be chosen based on manufacturers declaration and defined according to table 6.1-1 and table 6.1-2.</w:t>
      </w:r>
    </w:p>
    <w:p w14:paraId="3274EB3A" w14:textId="343B5126" w:rsidR="00CB6F00" w:rsidRDefault="00CB6F00" w:rsidP="00794AD6">
      <w:pPr>
        <w:pStyle w:val="TH"/>
      </w:pPr>
      <w:r>
        <w:t>Table 6.</w:t>
      </w:r>
      <w:r w:rsidRPr="005175D6">
        <w:t>2-</w:t>
      </w:r>
      <w:r>
        <w:t>1: Void</w:t>
      </w:r>
    </w:p>
    <w:p w14:paraId="04758CA7" w14:textId="71F9BCDD" w:rsidR="00CB6F00" w:rsidRDefault="00CB6F00" w:rsidP="00CB6F00">
      <w:pPr>
        <w:pStyle w:val="TH"/>
      </w:pPr>
      <w:r>
        <w:t>Table 6.</w:t>
      </w:r>
      <w:r w:rsidRPr="005175D6">
        <w:t>2-</w:t>
      </w:r>
      <w:r>
        <w:t>2: Void</w:t>
      </w:r>
    </w:p>
    <w:p w14:paraId="1E186ABE" w14:textId="77777777" w:rsidR="00823707" w:rsidRPr="00D910A1" w:rsidRDefault="00823707" w:rsidP="00823707">
      <w:pPr>
        <w:rPr>
          <w:lang w:val="en-US" w:eastAsia="zh-CN"/>
        </w:rPr>
      </w:pPr>
    </w:p>
    <w:p w14:paraId="1E186ABF" w14:textId="77777777" w:rsidR="00823707" w:rsidRPr="00D910A1" w:rsidRDefault="00823707" w:rsidP="00823707">
      <w:pPr>
        <w:pStyle w:val="Heading2"/>
      </w:pPr>
      <w:bookmarkStart w:id="342" w:name="_Toc20994245"/>
      <w:bookmarkStart w:id="343" w:name="_Toc29812104"/>
      <w:bookmarkStart w:id="344" w:name="_Toc37139292"/>
      <w:bookmarkStart w:id="345" w:name="_Toc37268296"/>
      <w:bookmarkStart w:id="346" w:name="_Toc37268390"/>
      <w:bookmarkStart w:id="347" w:name="_Toc45879600"/>
      <w:bookmarkStart w:id="348" w:name="_Toc52563694"/>
      <w:bookmarkStart w:id="349" w:name="_Toc52563789"/>
      <w:bookmarkStart w:id="350" w:name="_Toc52563882"/>
      <w:bookmarkStart w:id="351" w:name="_Toc61181787"/>
      <w:bookmarkStart w:id="352" w:name="_Toc74642605"/>
      <w:bookmarkStart w:id="353" w:name="_Toc76543783"/>
      <w:bookmarkStart w:id="354" w:name="_Toc82627369"/>
      <w:bookmarkStart w:id="355" w:name="_Toc106198103"/>
      <w:r w:rsidRPr="00D910A1">
        <w:rPr>
          <w:rFonts w:hint="eastAsia"/>
          <w:lang w:val="en-US" w:eastAsia="zh-CN"/>
        </w:rPr>
        <w:t>6</w:t>
      </w:r>
      <w:r w:rsidRPr="00D910A1">
        <w:t>.</w:t>
      </w:r>
      <w:r w:rsidRPr="00D910A1">
        <w:rPr>
          <w:rFonts w:hint="eastAsia"/>
          <w:lang w:val="en-US" w:eastAsia="zh-CN"/>
        </w:rPr>
        <w:t>3</w:t>
      </w:r>
      <w:r w:rsidRPr="00D910A1">
        <w:tab/>
      </w:r>
      <w:r w:rsidRPr="00D910A1">
        <w:rPr>
          <w:rFonts w:hint="eastAsia"/>
        </w:rPr>
        <w:t>Performance criteria for continuous phenomena for Ancillary equipment</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1E186AC0" w14:textId="77777777" w:rsidR="00823707" w:rsidRPr="00D910A1" w:rsidRDefault="00823707" w:rsidP="00823707">
      <w:r w:rsidRPr="00D910A1">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1E186AC1" w14:textId="77777777" w:rsidR="00823707" w:rsidRPr="00D910A1" w:rsidRDefault="00823707" w:rsidP="00823707">
      <w:pPr>
        <w:pStyle w:val="Heading2"/>
      </w:pPr>
      <w:bookmarkStart w:id="356" w:name="_Toc20994246"/>
      <w:bookmarkStart w:id="357" w:name="_Toc29812105"/>
      <w:bookmarkStart w:id="358" w:name="_Toc37139293"/>
      <w:bookmarkStart w:id="359" w:name="_Toc37268297"/>
      <w:bookmarkStart w:id="360" w:name="_Toc37268391"/>
      <w:bookmarkStart w:id="361" w:name="_Toc45879601"/>
      <w:bookmarkStart w:id="362" w:name="_Toc52563695"/>
      <w:bookmarkStart w:id="363" w:name="_Toc52563790"/>
      <w:bookmarkStart w:id="364" w:name="_Toc52563883"/>
      <w:bookmarkStart w:id="365" w:name="_Toc61181788"/>
      <w:bookmarkStart w:id="366" w:name="_Toc74642606"/>
      <w:bookmarkStart w:id="367" w:name="_Toc76543784"/>
      <w:bookmarkStart w:id="368" w:name="_Toc82627370"/>
      <w:bookmarkStart w:id="369" w:name="_Toc106198104"/>
      <w:r w:rsidRPr="00D910A1">
        <w:rPr>
          <w:rFonts w:hint="eastAsia"/>
          <w:lang w:val="en-US" w:eastAsia="zh-CN"/>
        </w:rPr>
        <w:lastRenderedPageBreak/>
        <w:t>6</w:t>
      </w:r>
      <w:r w:rsidRPr="00D910A1">
        <w:t>.</w:t>
      </w:r>
      <w:r w:rsidRPr="00D910A1">
        <w:rPr>
          <w:rFonts w:hint="eastAsia"/>
          <w:lang w:val="en-US" w:eastAsia="zh-CN"/>
        </w:rPr>
        <w:t>4</w:t>
      </w:r>
      <w:r w:rsidRPr="00D910A1">
        <w:tab/>
      </w:r>
      <w:r w:rsidRPr="00D910A1">
        <w:rPr>
          <w:rFonts w:hint="eastAsia"/>
        </w:rPr>
        <w:t>Performance criteria for transient phenomena for Ancillary equipmen</w:t>
      </w:r>
      <w:r w:rsidRPr="00D910A1">
        <w:t>t</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E186AC2" w14:textId="77777777" w:rsidR="00823707" w:rsidRPr="00D910A1" w:rsidRDefault="00823707" w:rsidP="00823707">
      <w:r w:rsidRPr="00D910A1">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1E186AC3" w14:textId="77777777" w:rsidR="00823707" w:rsidRPr="00D910A1" w:rsidRDefault="00823707" w:rsidP="00823707">
      <w:pPr>
        <w:pStyle w:val="Heading1"/>
      </w:pPr>
      <w:bookmarkStart w:id="370" w:name="_Toc20994247"/>
      <w:bookmarkStart w:id="371" w:name="_Toc29812106"/>
      <w:bookmarkStart w:id="372" w:name="_Toc37139294"/>
      <w:bookmarkStart w:id="373" w:name="_Toc37268298"/>
      <w:bookmarkStart w:id="374" w:name="_Toc37268392"/>
      <w:bookmarkStart w:id="375" w:name="_Toc45879602"/>
      <w:bookmarkStart w:id="376" w:name="_Toc52563696"/>
      <w:bookmarkStart w:id="377" w:name="_Toc52563791"/>
      <w:bookmarkStart w:id="378" w:name="_Toc52563884"/>
      <w:bookmarkStart w:id="379" w:name="_Toc61181789"/>
      <w:bookmarkStart w:id="380" w:name="_Toc74642607"/>
      <w:bookmarkStart w:id="381" w:name="_Toc76543785"/>
      <w:bookmarkStart w:id="382" w:name="_Toc82627371"/>
      <w:bookmarkStart w:id="383" w:name="_Toc106198105"/>
      <w:r w:rsidRPr="00D910A1">
        <w:rPr>
          <w:rFonts w:hint="eastAsia"/>
          <w:lang w:val="en-US" w:eastAsia="zh-CN"/>
        </w:rPr>
        <w:t>7</w:t>
      </w:r>
      <w:r w:rsidRPr="00D910A1">
        <w:tab/>
      </w:r>
      <w:r w:rsidRPr="00D910A1">
        <w:rPr>
          <w:rFonts w:hint="eastAsia"/>
        </w:rPr>
        <w:t>Applicability overview</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1E186AC4" w14:textId="77777777" w:rsidR="00823707" w:rsidRPr="00D910A1" w:rsidRDefault="00823707" w:rsidP="00823707">
      <w:pPr>
        <w:pStyle w:val="Heading2"/>
      </w:pPr>
      <w:bookmarkStart w:id="384" w:name="_Toc20994248"/>
      <w:bookmarkStart w:id="385" w:name="_Toc29812107"/>
      <w:bookmarkStart w:id="386" w:name="_Toc37139295"/>
      <w:bookmarkStart w:id="387" w:name="_Toc37268299"/>
      <w:bookmarkStart w:id="388" w:name="_Toc37268393"/>
      <w:bookmarkStart w:id="389" w:name="_Toc45879603"/>
      <w:bookmarkStart w:id="390" w:name="_Toc52563697"/>
      <w:bookmarkStart w:id="391" w:name="_Toc52563792"/>
      <w:bookmarkStart w:id="392" w:name="_Toc52563885"/>
      <w:bookmarkStart w:id="393" w:name="_Toc61181790"/>
      <w:bookmarkStart w:id="394" w:name="_Toc74642608"/>
      <w:bookmarkStart w:id="395" w:name="_Toc76543786"/>
      <w:bookmarkStart w:id="396" w:name="_Toc82627372"/>
      <w:bookmarkStart w:id="397" w:name="_Toc106198106"/>
      <w:r w:rsidRPr="00D910A1">
        <w:rPr>
          <w:rFonts w:hint="eastAsia"/>
          <w:lang w:val="en-US" w:eastAsia="zh-CN"/>
        </w:rPr>
        <w:t>7</w:t>
      </w:r>
      <w:r w:rsidRPr="00D910A1">
        <w:t>.1</w:t>
      </w:r>
      <w:r w:rsidRPr="00D910A1">
        <w:tab/>
      </w:r>
      <w:r w:rsidRPr="00D910A1">
        <w:rPr>
          <w:rFonts w:hint="eastAsia"/>
          <w:lang w:val="en-US" w:eastAsia="zh-CN"/>
        </w:rPr>
        <w:t>Emission</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5E6AB363" w14:textId="77777777" w:rsidR="00AC4B6E" w:rsidRPr="00D910A1" w:rsidRDefault="00AC4B6E" w:rsidP="00AC4B6E">
      <w:pPr>
        <w:pStyle w:val="TH"/>
      </w:pPr>
      <w:bookmarkStart w:id="398" w:name="_Toc20994249"/>
      <w:bookmarkStart w:id="399" w:name="_Toc29812108"/>
      <w:bookmarkStart w:id="400" w:name="_Toc37139296"/>
      <w:bookmarkStart w:id="401" w:name="_Toc37268300"/>
      <w:bookmarkStart w:id="402" w:name="_Toc37268394"/>
      <w:bookmarkStart w:id="403" w:name="_Toc45879604"/>
      <w:bookmarkStart w:id="404" w:name="_Toc52563698"/>
      <w:bookmarkStart w:id="405" w:name="_Toc52563793"/>
      <w:bookmarkStart w:id="406" w:name="_Toc52563886"/>
      <w:bookmarkStart w:id="407" w:name="_Toc61181791"/>
      <w:bookmarkStart w:id="408" w:name="_Toc74642609"/>
      <w:bookmarkStart w:id="409" w:name="_Toc76543787"/>
      <w:bookmarkStart w:id="410" w:name="_Toc82627373"/>
      <w:bookmarkStart w:id="411" w:name="_Toc106198107"/>
      <w:r w:rsidRPr="00D910A1">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000" w:firstRow="0" w:lastRow="0" w:firstColumn="0" w:lastColumn="0" w:noHBand="0" w:noVBand="0"/>
      </w:tblPr>
      <w:tblGrid>
        <w:gridCol w:w="1669"/>
        <w:gridCol w:w="1726"/>
        <w:gridCol w:w="1118"/>
        <w:gridCol w:w="1044"/>
        <w:gridCol w:w="1131"/>
        <w:gridCol w:w="3169"/>
      </w:tblGrid>
      <w:tr w:rsidR="00AC4B6E" w:rsidRPr="00D910A1" w14:paraId="4ECD5B3B" w14:textId="77777777" w:rsidTr="00C16429">
        <w:trPr>
          <w:cantSplit/>
          <w:jc w:val="center"/>
        </w:trPr>
        <w:tc>
          <w:tcPr>
            <w:tcW w:w="1669" w:type="dxa"/>
            <w:tcBorders>
              <w:bottom w:val="nil"/>
            </w:tcBorders>
            <w:shd w:val="clear" w:color="auto" w:fill="auto"/>
            <w:vAlign w:val="center"/>
          </w:tcPr>
          <w:p w14:paraId="3E70C484" w14:textId="77777777" w:rsidR="00AC4B6E" w:rsidRPr="00D910A1" w:rsidRDefault="00AC4B6E" w:rsidP="00C16429">
            <w:pPr>
              <w:pStyle w:val="TAH"/>
            </w:pPr>
            <w:r w:rsidRPr="00D910A1">
              <w:t>Phenomenon</w:t>
            </w:r>
          </w:p>
        </w:tc>
        <w:tc>
          <w:tcPr>
            <w:tcW w:w="1726" w:type="dxa"/>
            <w:tcBorders>
              <w:bottom w:val="nil"/>
            </w:tcBorders>
            <w:shd w:val="clear" w:color="auto" w:fill="auto"/>
            <w:vAlign w:val="center"/>
          </w:tcPr>
          <w:p w14:paraId="072FD6D8" w14:textId="77777777" w:rsidR="00AC4B6E" w:rsidRPr="00D910A1" w:rsidRDefault="00AC4B6E" w:rsidP="00C16429">
            <w:pPr>
              <w:pStyle w:val="TAH"/>
            </w:pPr>
            <w:r w:rsidRPr="00D910A1">
              <w:t>Application</w:t>
            </w:r>
          </w:p>
        </w:tc>
        <w:tc>
          <w:tcPr>
            <w:tcW w:w="2162" w:type="dxa"/>
            <w:gridSpan w:val="2"/>
            <w:vAlign w:val="center"/>
          </w:tcPr>
          <w:p w14:paraId="5151DC9B" w14:textId="77777777" w:rsidR="00AC4B6E" w:rsidRPr="00D910A1" w:rsidRDefault="00AC4B6E" w:rsidP="00C16429">
            <w:pPr>
              <w:pStyle w:val="TAH"/>
            </w:pPr>
            <w:r w:rsidRPr="00D910A1">
              <w:t>Equipment test requirement</w:t>
            </w:r>
          </w:p>
        </w:tc>
        <w:tc>
          <w:tcPr>
            <w:tcW w:w="1131" w:type="dxa"/>
            <w:vMerge w:val="restart"/>
            <w:vAlign w:val="center"/>
          </w:tcPr>
          <w:p w14:paraId="4C8912BB" w14:textId="77777777" w:rsidR="00AC4B6E" w:rsidRPr="00D910A1" w:rsidRDefault="00AC4B6E" w:rsidP="00C16429">
            <w:pPr>
              <w:pStyle w:val="TAH"/>
            </w:pPr>
            <w:r w:rsidRPr="00D910A1">
              <w:t>Reference</w:t>
            </w:r>
          </w:p>
          <w:p w14:paraId="41A06367" w14:textId="1D0590E2" w:rsidR="00AC4B6E" w:rsidRPr="00D910A1" w:rsidRDefault="00AC4B6E" w:rsidP="00C16429">
            <w:pPr>
              <w:pStyle w:val="TAH"/>
            </w:pPr>
            <w:r w:rsidRPr="00D910A1">
              <w:t>clause in the present document</w:t>
            </w:r>
          </w:p>
        </w:tc>
        <w:tc>
          <w:tcPr>
            <w:tcW w:w="3169" w:type="dxa"/>
            <w:tcBorders>
              <w:bottom w:val="nil"/>
            </w:tcBorders>
            <w:shd w:val="clear" w:color="auto" w:fill="auto"/>
            <w:vAlign w:val="center"/>
          </w:tcPr>
          <w:p w14:paraId="41124D98" w14:textId="77777777" w:rsidR="00AC4B6E" w:rsidRPr="00D910A1" w:rsidRDefault="00AC4B6E" w:rsidP="00C16429">
            <w:pPr>
              <w:pStyle w:val="TAH"/>
            </w:pPr>
            <w:r w:rsidRPr="00D910A1">
              <w:t>Reference</w:t>
            </w:r>
          </w:p>
          <w:p w14:paraId="76379EA0" w14:textId="77777777" w:rsidR="00AC4B6E" w:rsidRPr="00D910A1" w:rsidRDefault="00AC4B6E" w:rsidP="00C16429">
            <w:pPr>
              <w:pStyle w:val="TAH"/>
            </w:pPr>
            <w:r w:rsidRPr="00D910A1">
              <w:t>standard</w:t>
            </w:r>
          </w:p>
        </w:tc>
      </w:tr>
      <w:tr w:rsidR="00AC4B6E" w:rsidRPr="00D910A1" w14:paraId="5A70B18D" w14:textId="77777777" w:rsidTr="00C16429">
        <w:trPr>
          <w:cantSplit/>
          <w:jc w:val="center"/>
        </w:trPr>
        <w:tc>
          <w:tcPr>
            <w:tcW w:w="1669" w:type="dxa"/>
            <w:tcBorders>
              <w:top w:val="nil"/>
            </w:tcBorders>
            <w:shd w:val="clear" w:color="auto" w:fill="auto"/>
            <w:vAlign w:val="center"/>
          </w:tcPr>
          <w:p w14:paraId="3731D10F" w14:textId="77777777" w:rsidR="00AC4B6E" w:rsidRPr="00D910A1" w:rsidRDefault="00AC4B6E" w:rsidP="00C16429">
            <w:pPr>
              <w:pStyle w:val="TAH"/>
            </w:pPr>
          </w:p>
        </w:tc>
        <w:tc>
          <w:tcPr>
            <w:tcW w:w="1726" w:type="dxa"/>
            <w:tcBorders>
              <w:top w:val="nil"/>
            </w:tcBorders>
            <w:shd w:val="clear" w:color="auto" w:fill="auto"/>
            <w:vAlign w:val="center"/>
          </w:tcPr>
          <w:p w14:paraId="0D2DF223" w14:textId="77777777" w:rsidR="00AC4B6E" w:rsidRPr="00D910A1" w:rsidRDefault="00AC4B6E" w:rsidP="00C16429">
            <w:pPr>
              <w:pStyle w:val="TAH"/>
            </w:pPr>
          </w:p>
        </w:tc>
        <w:tc>
          <w:tcPr>
            <w:tcW w:w="1118" w:type="dxa"/>
            <w:vAlign w:val="center"/>
          </w:tcPr>
          <w:p w14:paraId="36AED958" w14:textId="77777777" w:rsidR="00AC4B6E" w:rsidRPr="00D910A1" w:rsidRDefault="00AC4B6E" w:rsidP="00C16429">
            <w:pPr>
              <w:pStyle w:val="TAH"/>
            </w:pPr>
            <w:r w:rsidRPr="00D910A1">
              <w:t>BS equipment</w:t>
            </w:r>
          </w:p>
        </w:tc>
        <w:tc>
          <w:tcPr>
            <w:tcW w:w="1044" w:type="dxa"/>
            <w:vAlign w:val="center"/>
          </w:tcPr>
          <w:p w14:paraId="6CD4DA62" w14:textId="77777777" w:rsidR="00AC4B6E" w:rsidRPr="00D910A1" w:rsidRDefault="00AC4B6E" w:rsidP="00C16429">
            <w:pPr>
              <w:pStyle w:val="TAH"/>
            </w:pPr>
            <w:r w:rsidRPr="00D910A1">
              <w:t>Ancillary equipment</w:t>
            </w:r>
          </w:p>
        </w:tc>
        <w:tc>
          <w:tcPr>
            <w:tcW w:w="1131" w:type="dxa"/>
            <w:vMerge/>
            <w:vAlign w:val="center"/>
          </w:tcPr>
          <w:p w14:paraId="3CCAE480" w14:textId="77777777" w:rsidR="00AC4B6E" w:rsidRPr="00D910A1" w:rsidRDefault="00AC4B6E" w:rsidP="00C16429">
            <w:pPr>
              <w:pStyle w:val="TAH"/>
            </w:pPr>
          </w:p>
        </w:tc>
        <w:tc>
          <w:tcPr>
            <w:tcW w:w="3169" w:type="dxa"/>
            <w:tcBorders>
              <w:top w:val="nil"/>
            </w:tcBorders>
            <w:shd w:val="clear" w:color="auto" w:fill="auto"/>
            <w:vAlign w:val="center"/>
          </w:tcPr>
          <w:p w14:paraId="4EACE8ED" w14:textId="77777777" w:rsidR="00AC4B6E" w:rsidRPr="00D910A1" w:rsidRDefault="00AC4B6E" w:rsidP="00C16429">
            <w:pPr>
              <w:pStyle w:val="TAH"/>
            </w:pPr>
          </w:p>
        </w:tc>
      </w:tr>
      <w:tr w:rsidR="00AC4B6E" w:rsidRPr="00D910A1" w14:paraId="5F073B53" w14:textId="77777777" w:rsidTr="00C16429">
        <w:trPr>
          <w:cantSplit/>
          <w:jc w:val="center"/>
        </w:trPr>
        <w:tc>
          <w:tcPr>
            <w:tcW w:w="1669" w:type="dxa"/>
          </w:tcPr>
          <w:p w14:paraId="305845D1" w14:textId="77777777" w:rsidR="00AC4B6E" w:rsidRPr="00D910A1" w:rsidRDefault="00AC4B6E" w:rsidP="00C16429">
            <w:pPr>
              <w:pStyle w:val="TAC"/>
              <w:rPr>
                <w:lang w:val="en-US" w:eastAsia="zh-CN"/>
              </w:rPr>
            </w:pPr>
            <w:r w:rsidRPr="00D910A1">
              <w:rPr>
                <w:rFonts w:hint="eastAsia"/>
                <w:lang w:val="en-US" w:eastAsia="zh-CN"/>
              </w:rPr>
              <w:t>Radiated emission</w:t>
            </w:r>
          </w:p>
        </w:tc>
        <w:tc>
          <w:tcPr>
            <w:tcW w:w="1726" w:type="dxa"/>
          </w:tcPr>
          <w:p w14:paraId="457B235D" w14:textId="77777777" w:rsidR="00AC4B6E" w:rsidRPr="00D910A1" w:rsidRDefault="00AC4B6E" w:rsidP="00C16429">
            <w:pPr>
              <w:pStyle w:val="TAC"/>
              <w:rPr>
                <w:lang w:val="en-US" w:eastAsia="zh-CN"/>
              </w:rPr>
            </w:pPr>
            <w:r w:rsidRPr="00D910A1">
              <w:rPr>
                <w:rFonts w:hint="eastAsia"/>
                <w:lang w:val="en-US" w:eastAsia="zh-CN"/>
              </w:rPr>
              <w:t>Enclosure</w:t>
            </w:r>
          </w:p>
        </w:tc>
        <w:tc>
          <w:tcPr>
            <w:tcW w:w="1118" w:type="dxa"/>
          </w:tcPr>
          <w:p w14:paraId="200888B8" w14:textId="77777777" w:rsidR="00AC4B6E" w:rsidRPr="00D910A1" w:rsidRDefault="00AC4B6E" w:rsidP="00C16429">
            <w:pPr>
              <w:pStyle w:val="TAC"/>
              <w:rPr>
                <w:lang w:val="en-US" w:eastAsia="zh-CN"/>
              </w:rPr>
            </w:pPr>
            <w:r w:rsidRPr="00D910A1">
              <w:rPr>
                <w:rFonts w:hint="eastAsia"/>
                <w:lang w:val="en-US" w:eastAsia="zh-CN"/>
              </w:rPr>
              <w:t xml:space="preserve">applicable for </w:t>
            </w:r>
            <w:r w:rsidRPr="00D910A1">
              <w:rPr>
                <w:i/>
                <w:iCs/>
                <w:lang w:val="en-US" w:eastAsia="zh-CN"/>
              </w:rPr>
              <w:t>BS type 1-C</w:t>
            </w:r>
            <w:r w:rsidRPr="00D910A1">
              <w:rPr>
                <w:rFonts w:hint="eastAsia"/>
                <w:lang w:val="en-US" w:eastAsia="zh-CN"/>
              </w:rPr>
              <w:t xml:space="preserve"> and </w:t>
            </w:r>
            <w:r w:rsidRPr="00D910A1">
              <w:rPr>
                <w:i/>
                <w:iCs/>
                <w:lang w:val="en-US" w:eastAsia="zh-CN"/>
              </w:rPr>
              <w:t>BS type 1-H</w:t>
            </w:r>
          </w:p>
          <w:p w14:paraId="0271BDD5" w14:textId="77777777" w:rsidR="00AC4B6E" w:rsidRPr="00D910A1" w:rsidRDefault="00AC4B6E" w:rsidP="00C16429">
            <w:pPr>
              <w:pStyle w:val="TAC"/>
              <w:rPr>
                <w:lang w:val="en-US" w:eastAsia="zh-CN"/>
              </w:rPr>
            </w:pPr>
            <w:r w:rsidRPr="00D910A1">
              <w:rPr>
                <w:rFonts w:hint="eastAsia"/>
                <w:lang w:val="en-US" w:eastAsia="zh-CN"/>
              </w:rPr>
              <w:t>(Note</w:t>
            </w:r>
            <w:r>
              <w:rPr>
                <w:lang w:val="en-US" w:eastAsia="zh-CN"/>
              </w:rPr>
              <w:t xml:space="preserve"> 1</w:t>
            </w:r>
            <w:r w:rsidRPr="00D910A1">
              <w:rPr>
                <w:rFonts w:hint="eastAsia"/>
                <w:lang w:val="en-US" w:eastAsia="zh-CN"/>
              </w:rPr>
              <w:t>)</w:t>
            </w:r>
          </w:p>
        </w:tc>
        <w:tc>
          <w:tcPr>
            <w:tcW w:w="1044" w:type="dxa"/>
          </w:tcPr>
          <w:p w14:paraId="608C56B0" w14:textId="77777777" w:rsidR="00AC4B6E" w:rsidRPr="00D910A1" w:rsidRDefault="00AC4B6E" w:rsidP="00C16429">
            <w:pPr>
              <w:pStyle w:val="TAC"/>
              <w:rPr>
                <w:lang w:val="en-US" w:eastAsia="zh-CN"/>
              </w:rPr>
            </w:pPr>
            <w:r w:rsidRPr="00D910A1">
              <w:rPr>
                <w:rFonts w:hint="eastAsia"/>
                <w:lang w:val="en-US" w:eastAsia="zh-CN"/>
              </w:rPr>
              <w:t>not applicable</w:t>
            </w:r>
          </w:p>
        </w:tc>
        <w:tc>
          <w:tcPr>
            <w:tcW w:w="1131" w:type="dxa"/>
          </w:tcPr>
          <w:p w14:paraId="02E694A1" w14:textId="77777777" w:rsidR="00AC4B6E" w:rsidRPr="00D910A1" w:rsidRDefault="00AC4B6E" w:rsidP="00C16429">
            <w:pPr>
              <w:pStyle w:val="TAC"/>
              <w:rPr>
                <w:lang w:val="en-US" w:eastAsia="zh-CN"/>
              </w:rPr>
            </w:pPr>
            <w:r w:rsidRPr="00D910A1">
              <w:rPr>
                <w:rFonts w:hint="eastAsia"/>
                <w:lang w:val="en-US" w:eastAsia="zh-CN"/>
              </w:rPr>
              <w:t>8.2.1</w:t>
            </w:r>
          </w:p>
        </w:tc>
        <w:tc>
          <w:tcPr>
            <w:tcW w:w="3169" w:type="dxa"/>
          </w:tcPr>
          <w:p w14:paraId="62E0A42D" w14:textId="77777777" w:rsidR="00AC4B6E" w:rsidRPr="00D910A1" w:rsidRDefault="00AC4B6E" w:rsidP="00C16429">
            <w:pPr>
              <w:pStyle w:val="TAC"/>
            </w:pPr>
            <w:r w:rsidRPr="00D910A1">
              <w:t>ITU-R SM.329 [</w:t>
            </w:r>
            <w:r w:rsidRPr="00D910A1">
              <w:rPr>
                <w:lang w:val="en-US" w:eastAsia="zh-CN"/>
              </w:rPr>
              <w:t>2</w:t>
            </w:r>
            <w:r w:rsidRPr="00D910A1">
              <w:rPr>
                <w:rFonts w:hint="eastAsia"/>
                <w:lang w:val="en-US" w:eastAsia="zh-CN"/>
              </w:rPr>
              <w:t>4]</w:t>
            </w:r>
          </w:p>
        </w:tc>
      </w:tr>
      <w:tr w:rsidR="00AC4B6E" w:rsidRPr="00D910A1" w14:paraId="786A7F3A" w14:textId="77777777" w:rsidTr="00C16429">
        <w:trPr>
          <w:cantSplit/>
          <w:jc w:val="center"/>
        </w:trPr>
        <w:tc>
          <w:tcPr>
            <w:tcW w:w="1669" w:type="dxa"/>
          </w:tcPr>
          <w:p w14:paraId="337BBBFD" w14:textId="77777777" w:rsidR="00AC4B6E" w:rsidRPr="00D910A1" w:rsidRDefault="00AC4B6E" w:rsidP="00C16429">
            <w:pPr>
              <w:pStyle w:val="TAC"/>
            </w:pPr>
            <w:r w:rsidRPr="00D910A1">
              <w:t>Radiated emission</w:t>
            </w:r>
          </w:p>
        </w:tc>
        <w:tc>
          <w:tcPr>
            <w:tcW w:w="1726" w:type="dxa"/>
          </w:tcPr>
          <w:p w14:paraId="2CE7B4C6" w14:textId="77777777" w:rsidR="00AC4B6E" w:rsidRPr="00D910A1" w:rsidRDefault="00AC4B6E" w:rsidP="00C16429">
            <w:pPr>
              <w:pStyle w:val="TAC"/>
            </w:pPr>
            <w:r w:rsidRPr="00D910A1">
              <w:t>Enclosure</w:t>
            </w:r>
            <w:r w:rsidRPr="00D910A1">
              <w:rPr>
                <w:rFonts w:hint="eastAsia"/>
                <w:lang w:val="en-US" w:eastAsia="zh-CN"/>
              </w:rPr>
              <w:t xml:space="preserve"> of </w:t>
            </w:r>
            <w:r w:rsidRPr="00D910A1">
              <w:rPr>
                <w:rFonts w:hint="eastAsia"/>
                <w:i/>
                <w:lang w:val="en-US" w:eastAsia="zh-CN"/>
              </w:rPr>
              <w:t>ancillary equipment</w:t>
            </w:r>
          </w:p>
        </w:tc>
        <w:tc>
          <w:tcPr>
            <w:tcW w:w="1118" w:type="dxa"/>
          </w:tcPr>
          <w:p w14:paraId="500EDDEE" w14:textId="77777777" w:rsidR="00AC4B6E" w:rsidRPr="00D910A1" w:rsidRDefault="00AC4B6E" w:rsidP="00C16429">
            <w:pPr>
              <w:pStyle w:val="TAC"/>
              <w:rPr>
                <w:lang w:val="en-US" w:eastAsia="zh-CN"/>
              </w:rPr>
            </w:pPr>
            <w:r w:rsidRPr="00D910A1">
              <w:rPr>
                <w:rFonts w:hint="eastAsia"/>
                <w:lang w:val="en-US" w:eastAsia="zh-CN"/>
              </w:rPr>
              <w:t>not applicable</w:t>
            </w:r>
          </w:p>
        </w:tc>
        <w:tc>
          <w:tcPr>
            <w:tcW w:w="1044" w:type="dxa"/>
          </w:tcPr>
          <w:p w14:paraId="6564D0AB" w14:textId="77777777" w:rsidR="00AC4B6E" w:rsidRPr="00D910A1" w:rsidRDefault="00AC4B6E" w:rsidP="00C16429">
            <w:pPr>
              <w:pStyle w:val="TAC"/>
            </w:pPr>
            <w:r w:rsidRPr="00D910A1">
              <w:t>applicable</w:t>
            </w:r>
          </w:p>
        </w:tc>
        <w:tc>
          <w:tcPr>
            <w:tcW w:w="1131" w:type="dxa"/>
          </w:tcPr>
          <w:p w14:paraId="67A62ED3" w14:textId="77777777" w:rsidR="00AC4B6E" w:rsidRPr="00D910A1" w:rsidRDefault="00AC4B6E" w:rsidP="00C16429">
            <w:pPr>
              <w:pStyle w:val="TAC"/>
            </w:pPr>
            <w:r w:rsidRPr="00D910A1">
              <w:t>8.2.2</w:t>
            </w:r>
          </w:p>
        </w:tc>
        <w:tc>
          <w:tcPr>
            <w:tcW w:w="3169" w:type="dxa"/>
          </w:tcPr>
          <w:p w14:paraId="6D5F3469" w14:textId="77777777" w:rsidR="00AC4B6E" w:rsidRPr="00D910A1" w:rsidRDefault="00AC4B6E" w:rsidP="00C16429">
            <w:pPr>
              <w:pStyle w:val="TAC"/>
            </w:pPr>
            <w:r w:rsidRPr="00D910A1">
              <w:t xml:space="preserve">CISPR </w:t>
            </w:r>
            <w:r w:rsidRPr="00D910A1">
              <w:rPr>
                <w:rFonts w:hint="eastAsia"/>
                <w:lang w:val="en-US" w:eastAsia="zh-CN"/>
              </w:rPr>
              <w:t>3</w:t>
            </w:r>
            <w:r w:rsidRPr="00D910A1">
              <w:t>2 [11]</w:t>
            </w:r>
          </w:p>
        </w:tc>
      </w:tr>
      <w:tr w:rsidR="00AC4B6E" w:rsidRPr="00D910A1" w14:paraId="3A153EC2" w14:textId="77777777" w:rsidTr="00C16429">
        <w:trPr>
          <w:cantSplit/>
          <w:jc w:val="center"/>
        </w:trPr>
        <w:tc>
          <w:tcPr>
            <w:tcW w:w="1669" w:type="dxa"/>
          </w:tcPr>
          <w:p w14:paraId="289FC13E" w14:textId="77777777" w:rsidR="00AC4B6E" w:rsidRPr="00D910A1" w:rsidRDefault="00AC4B6E" w:rsidP="00C16429">
            <w:pPr>
              <w:pStyle w:val="TAC"/>
            </w:pPr>
            <w:r w:rsidRPr="00D910A1">
              <w:t>Conducted emission</w:t>
            </w:r>
          </w:p>
        </w:tc>
        <w:tc>
          <w:tcPr>
            <w:tcW w:w="1726" w:type="dxa"/>
          </w:tcPr>
          <w:p w14:paraId="13C53407" w14:textId="77777777" w:rsidR="00AC4B6E" w:rsidRPr="00D910A1" w:rsidRDefault="00AC4B6E" w:rsidP="00C16429">
            <w:pPr>
              <w:pStyle w:val="TAC"/>
            </w:pPr>
            <w:r w:rsidRPr="00D910A1">
              <w:t xml:space="preserve">DC power input/output </w:t>
            </w:r>
            <w:r w:rsidRPr="00D910A1">
              <w:rPr>
                <w:iCs/>
              </w:rPr>
              <w:t>port</w:t>
            </w:r>
          </w:p>
        </w:tc>
        <w:tc>
          <w:tcPr>
            <w:tcW w:w="1118" w:type="dxa"/>
          </w:tcPr>
          <w:p w14:paraId="0F69B57B" w14:textId="77777777" w:rsidR="00AC4B6E" w:rsidRPr="00D910A1" w:rsidRDefault="00AC4B6E" w:rsidP="00C16429">
            <w:pPr>
              <w:pStyle w:val="TAC"/>
            </w:pPr>
            <w:r w:rsidRPr="00D910A1">
              <w:t>applicable</w:t>
            </w:r>
          </w:p>
        </w:tc>
        <w:tc>
          <w:tcPr>
            <w:tcW w:w="1044" w:type="dxa"/>
          </w:tcPr>
          <w:p w14:paraId="6563E75A" w14:textId="77777777" w:rsidR="00AC4B6E" w:rsidRPr="00D910A1" w:rsidRDefault="00AC4B6E" w:rsidP="00C16429">
            <w:pPr>
              <w:pStyle w:val="TAC"/>
            </w:pPr>
            <w:r w:rsidRPr="00D910A1">
              <w:t>applicable</w:t>
            </w:r>
          </w:p>
        </w:tc>
        <w:tc>
          <w:tcPr>
            <w:tcW w:w="1131" w:type="dxa"/>
          </w:tcPr>
          <w:p w14:paraId="44AF6653" w14:textId="77777777" w:rsidR="00AC4B6E" w:rsidRPr="00D910A1" w:rsidRDefault="00AC4B6E" w:rsidP="00C16429">
            <w:pPr>
              <w:pStyle w:val="TAC"/>
            </w:pPr>
            <w:r w:rsidRPr="00D910A1">
              <w:t>8.3</w:t>
            </w:r>
          </w:p>
        </w:tc>
        <w:tc>
          <w:tcPr>
            <w:tcW w:w="3169" w:type="dxa"/>
          </w:tcPr>
          <w:p w14:paraId="17F556F2" w14:textId="77777777" w:rsidR="00AC4B6E" w:rsidRPr="00D910A1" w:rsidRDefault="00AC4B6E" w:rsidP="00C16429">
            <w:pPr>
              <w:pStyle w:val="TAC"/>
            </w:pPr>
            <w:r w:rsidRPr="00D910A1">
              <w:t>CISPR </w:t>
            </w:r>
            <w:r w:rsidRPr="00D910A1">
              <w:rPr>
                <w:rFonts w:hint="eastAsia"/>
                <w:lang w:val="en-US" w:eastAsia="zh-CN"/>
              </w:rPr>
              <w:t>3</w:t>
            </w:r>
            <w:r w:rsidRPr="00D910A1">
              <w:t>2 [11]</w:t>
            </w:r>
          </w:p>
        </w:tc>
      </w:tr>
      <w:tr w:rsidR="00AC4B6E" w:rsidRPr="00D910A1" w14:paraId="05CEDA00" w14:textId="77777777" w:rsidTr="00C16429">
        <w:trPr>
          <w:cantSplit/>
          <w:jc w:val="center"/>
        </w:trPr>
        <w:tc>
          <w:tcPr>
            <w:tcW w:w="1669" w:type="dxa"/>
          </w:tcPr>
          <w:p w14:paraId="5C155ED5" w14:textId="77777777" w:rsidR="00AC4B6E" w:rsidRPr="00D910A1" w:rsidRDefault="00AC4B6E" w:rsidP="00C16429">
            <w:pPr>
              <w:pStyle w:val="TAC"/>
            </w:pPr>
            <w:r w:rsidRPr="00D910A1">
              <w:t>Conducted emission</w:t>
            </w:r>
          </w:p>
        </w:tc>
        <w:tc>
          <w:tcPr>
            <w:tcW w:w="1726" w:type="dxa"/>
          </w:tcPr>
          <w:p w14:paraId="3AE400B9" w14:textId="77777777" w:rsidR="00AC4B6E" w:rsidRPr="00D910A1" w:rsidRDefault="00AC4B6E" w:rsidP="00C16429">
            <w:pPr>
              <w:pStyle w:val="TAC"/>
              <w:rPr>
                <w:lang w:val="fr-FR"/>
              </w:rPr>
            </w:pPr>
            <w:r w:rsidRPr="00D910A1">
              <w:rPr>
                <w:lang w:val="fr-FR"/>
              </w:rPr>
              <w:t xml:space="preserve">AC mains input/output </w:t>
            </w:r>
            <w:r w:rsidRPr="00D910A1">
              <w:rPr>
                <w:iCs/>
                <w:lang w:val="fr-FR"/>
              </w:rPr>
              <w:t>port</w:t>
            </w:r>
          </w:p>
        </w:tc>
        <w:tc>
          <w:tcPr>
            <w:tcW w:w="1118" w:type="dxa"/>
          </w:tcPr>
          <w:p w14:paraId="57FC8FE6" w14:textId="77777777" w:rsidR="00AC4B6E" w:rsidRPr="00D910A1" w:rsidRDefault="00AC4B6E" w:rsidP="00C16429">
            <w:pPr>
              <w:pStyle w:val="TAC"/>
            </w:pPr>
            <w:r w:rsidRPr="00D910A1">
              <w:t>applicable</w:t>
            </w:r>
          </w:p>
        </w:tc>
        <w:tc>
          <w:tcPr>
            <w:tcW w:w="1044" w:type="dxa"/>
          </w:tcPr>
          <w:p w14:paraId="0F294A77" w14:textId="77777777" w:rsidR="00AC4B6E" w:rsidRPr="00D910A1" w:rsidRDefault="00AC4B6E" w:rsidP="00C16429">
            <w:pPr>
              <w:pStyle w:val="TAC"/>
            </w:pPr>
            <w:r w:rsidRPr="00D910A1">
              <w:t>applicable</w:t>
            </w:r>
          </w:p>
        </w:tc>
        <w:tc>
          <w:tcPr>
            <w:tcW w:w="1131" w:type="dxa"/>
          </w:tcPr>
          <w:p w14:paraId="3E1A7DE3" w14:textId="77777777" w:rsidR="00AC4B6E" w:rsidRPr="00D910A1" w:rsidRDefault="00AC4B6E" w:rsidP="00C16429">
            <w:pPr>
              <w:pStyle w:val="TAC"/>
            </w:pPr>
            <w:r w:rsidRPr="00D910A1">
              <w:t>8.4</w:t>
            </w:r>
          </w:p>
        </w:tc>
        <w:tc>
          <w:tcPr>
            <w:tcW w:w="3169" w:type="dxa"/>
          </w:tcPr>
          <w:p w14:paraId="195C5252" w14:textId="77777777" w:rsidR="00AC4B6E" w:rsidRPr="00D910A1" w:rsidRDefault="00AC4B6E" w:rsidP="00C16429">
            <w:pPr>
              <w:pStyle w:val="TAC"/>
            </w:pPr>
            <w:r w:rsidRPr="00D910A1">
              <w:t>CISPR </w:t>
            </w:r>
            <w:r w:rsidRPr="00D910A1">
              <w:rPr>
                <w:rFonts w:hint="eastAsia"/>
                <w:lang w:val="en-US" w:eastAsia="zh-CN"/>
              </w:rPr>
              <w:t>3</w:t>
            </w:r>
            <w:r w:rsidRPr="00D910A1">
              <w:t>2 [11]</w:t>
            </w:r>
          </w:p>
        </w:tc>
      </w:tr>
      <w:tr w:rsidR="00AC4B6E" w:rsidRPr="00D910A1" w14:paraId="7D571812" w14:textId="77777777" w:rsidTr="00C16429">
        <w:trPr>
          <w:cantSplit/>
          <w:jc w:val="center"/>
        </w:trPr>
        <w:tc>
          <w:tcPr>
            <w:tcW w:w="1669" w:type="dxa"/>
          </w:tcPr>
          <w:p w14:paraId="6B8DED0B" w14:textId="77777777" w:rsidR="00AC4B6E" w:rsidRPr="00D910A1" w:rsidRDefault="00AC4B6E" w:rsidP="00C16429">
            <w:pPr>
              <w:pStyle w:val="TAC"/>
            </w:pPr>
            <w:r w:rsidRPr="00D910A1">
              <w:t>Conducted emission</w:t>
            </w:r>
          </w:p>
        </w:tc>
        <w:tc>
          <w:tcPr>
            <w:tcW w:w="1726" w:type="dxa"/>
          </w:tcPr>
          <w:p w14:paraId="3ECB9DEE" w14:textId="77777777" w:rsidR="00AC4B6E" w:rsidRPr="00D910A1" w:rsidRDefault="00AC4B6E" w:rsidP="00C16429">
            <w:pPr>
              <w:pStyle w:val="TAC"/>
            </w:pPr>
            <w:r w:rsidRPr="00D910A1">
              <w:rPr>
                <w:rFonts w:hint="eastAsia"/>
                <w:i/>
                <w:iCs/>
                <w:lang w:eastAsia="zh-CN"/>
              </w:rPr>
              <w:t>Telecommunication</w:t>
            </w:r>
            <w:r w:rsidRPr="00D910A1">
              <w:rPr>
                <w:i/>
                <w:iCs/>
              </w:rPr>
              <w:t xml:space="preserve"> port</w:t>
            </w:r>
          </w:p>
        </w:tc>
        <w:tc>
          <w:tcPr>
            <w:tcW w:w="1118" w:type="dxa"/>
          </w:tcPr>
          <w:p w14:paraId="247692B2" w14:textId="77777777" w:rsidR="00AC4B6E" w:rsidRPr="00D910A1" w:rsidRDefault="00AC4B6E" w:rsidP="00C16429">
            <w:pPr>
              <w:pStyle w:val="TAC"/>
            </w:pPr>
            <w:r w:rsidRPr="00D910A1">
              <w:t>applicable</w:t>
            </w:r>
            <w:r w:rsidRPr="00D910A1">
              <w:br/>
            </w:r>
          </w:p>
        </w:tc>
        <w:tc>
          <w:tcPr>
            <w:tcW w:w="1044" w:type="dxa"/>
          </w:tcPr>
          <w:p w14:paraId="73E68B55" w14:textId="77777777" w:rsidR="00AC4B6E" w:rsidRPr="00D910A1" w:rsidRDefault="00AC4B6E" w:rsidP="00C16429">
            <w:pPr>
              <w:pStyle w:val="TAC"/>
            </w:pPr>
            <w:r w:rsidRPr="00D910A1">
              <w:t>applicable</w:t>
            </w:r>
          </w:p>
        </w:tc>
        <w:tc>
          <w:tcPr>
            <w:tcW w:w="1131" w:type="dxa"/>
          </w:tcPr>
          <w:p w14:paraId="6E7C1F75" w14:textId="77777777" w:rsidR="00AC4B6E" w:rsidRPr="00D910A1" w:rsidRDefault="00AC4B6E" w:rsidP="00C16429">
            <w:pPr>
              <w:pStyle w:val="TAC"/>
            </w:pPr>
            <w:r w:rsidRPr="00D910A1">
              <w:t>8.</w:t>
            </w:r>
            <w:r w:rsidRPr="00D910A1">
              <w:rPr>
                <w:rFonts w:hint="eastAsia"/>
                <w:lang w:val="en-US" w:eastAsia="zh-CN"/>
              </w:rPr>
              <w:t>5</w:t>
            </w:r>
          </w:p>
        </w:tc>
        <w:tc>
          <w:tcPr>
            <w:tcW w:w="3169" w:type="dxa"/>
          </w:tcPr>
          <w:p w14:paraId="2ACFB4C8" w14:textId="77777777" w:rsidR="00AC4B6E" w:rsidRPr="00D910A1" w:rsidRDefault="00AC4B6E" w:rsidP="00C16429">
            <w:pPr>
              <w:pStyle w:val="TAC"/>
            </w:pPr>
            <w:r w:rsidRPr="00D910A1">
              <w:t xml:space="preserve">CISPR </w:t>
            </w:r>
            <w:r w:rsidRPr="00D910A1">
              <w:rPr>
                <w:rFonts w:hint="eastAsia"/>
                <w:lang w:val="en-US" w:eastAsia="zh-CN"/>
              </w:rPr>
              <w:t>3</w:t>
            </w:r>
            <w:r w:rsidRPr="00D910A1">
              <w:t>2 [11]</w:t>
            </w:r>
          </w:p>
        </w:tc>
      </w:tr>
      <w:tr w:rsidR="00AC4B6E" w:rsidRPr="00D910A1" w14:paraId="07B1C061" w14:textId="77777777" w:rsidTr="00C16429">
        <w:trPr>
          <w:cantSplit/>
          <w:jc w:val="center"/>
        </w:trPr>
        <w:tc>
          <w:tcPr>
            <w:tcW w:w="1669" w:type="dxa"/>
          </w:tcPr>
          <w:p w14:paraId="11436C51" w14:textId="77777777" w:rsidR="00AC4B6E" w:rsidRPr="00D910A1" w:rsidRDefault="00AC4B6E" w:rsidP="00C16429">
            <w:pPr>
              <w:pStyle w:val="TAC"/>
            </w:pPr>
            <w:r w:rsidRPr="00D910A1">
              <w:t>Harmonic current emissions</w:t>
            </w:r>
          </w:p>
        </w:tc>
        <w:tc>
          <w:tcPr>
            <w:tcW w:w="1726" w:type="dxa"/>
          </w:tcPr>
          <w:p w14:paraId="629F29FA" w14:textId="77777777" w:rsidR="00AC4B6E" w:rsidRPr="00D910A1" w:rsidRDefault="00AC4B6E" w:rsidP="00C16429">
            <w:pPr>
              <w:pStyle w:val="TAC"/>
            </w:pPr>
            <w:r w:rsidRPr="00D910A1">
              <w:t xml:space="preserve">AC mains input </w:t>
            </w:r>
            <w:r w:rsidRPr="00D910A1">
              <w:rPr>
                <w:iCs/>
              </w:rPr>
              <w:t>port</w:t>
            </w:r>
          </w:p>
        </w:tc>
        <w:tc>
          <w:tcPr>
            <w:tcW w:w="1118" w:type="dxa"/>
          </w:tcPr>
          <w:p w14:paraId="0F1A51C3" w14:textId="77777777" w:rsidR="00AC4B6E" w:rsidRPr="00D910A1" w:rsidRDefault="00AC4B6E" w:rsidP="00C16429">
            <w:pPr>
              <w:pStyle w:val="TAC"/>
            </w:pPr>
            <w:r w:rsidRPr="00D910A1">
              <w:t>applicable</w:t>
            </w:r>
          </w:p>
        </w:tc>
        <w:tc>
          <w:tcPr>
            <w:tcW w:w="1044" w:type="dxa"/>
          </w:tcPr>
          <w:p w14:paraId="7FBF5591" w14:textId="77777777" w:rsidR="00AC4B6E" w:rsidRPr="00D910A1" w:rsidRDefault="00AC4B6E" w:rsidP="00C16429">
            <w:pPr>
              <w:pStyle w:val="TAC"/>
            </w:pPr>
            <w:r w:rsidRPr="00D910A1">
              <w:t xml:space="preserve"> applicable</w:t>
            </w:r>
          </w:p>
        </w:tc>
        <w:tc>
          <w:tcPr>
            <w:tcW w:w="1131" w:type="dxa"/>
          </w:tcPr>
          <w:p w14:paraId="6A429090" w14:textId="77777777" w:rsidR="00AC4B6E" w:rsidRPr="00D910A1" w:rsidRDefault="00AC4B6E" w:rsidP="00C16429">
            <w:pPr>
              <w:pStyle w:val="TAC"/>
            </w:pPr>
            <w:r w:rsidRPr="00D910A1">
              <w:t>8.</w:t>
            </w:r>
            <w:r w:rsidRPr="00D910A1">
              <w:rPr>
                <w:rFonts w:hint="eastAsia"/>
                <w:lang w:val="en-US" w:eastAsia="zh-CN"/>
              </w:rPr>
              <w:t>6</w:t>
            </w:r>
          </w:p>
        </w:tc>
        <w:tc>
          <w:tcPr>
            <w:tcW w:w="3169" w:type="dxa"/>
          </w:tcPr>
          <w:p w14:paraId="16B0CBF1" w14:textId="77777777" w:rsidR="00AC4B6E" w:rsidRDefault="00AC4B6E" w:rsidP="00C16429">
            <w:pPr>
              <w:pStyle w:val="TAC"/>
            </w:pPr>
            <w:r w:rsidRPr="00D910A1">
              <w:t>IEC 61000-3-2 [13] or</w:t>
            </w:r>
            <w:r w:rsidRPr="00D910A1">
              <w:br/>
              <w:t xml:space="preserve"> IEC 61000-3-12 [14]</w:t>
            </w:r>
            <w:r>
              <w:t xml:space="preserve"> </w:t>
            </w:r>
          </w:p>
          <w:p w14:paraId="178C980C" w14:textId="77777777" w:rsidR="00AC4B6E" w:rsidRPr="00D910A1" w:rsidRDefault="00AC4B6E" w:rsidP="00C16429">
            <w:pPr>
              <w:pStyle w:val="TAC"/>
            </w:pPr>
            <w:r>
              <w:t>(NOTE 2)</w:t>
            </w:r>
          </w:p>
        </w:tc>
      </w:tr>
      <w:tr w:rsidR="00AC4B6E" w:rsidRPr="00D910A1" w14:paraId="64B046F6" w14:textId="77777777" w:rsidTr="00C16429">
        <w:trPr>
          <w:cantSplit/>
          <w:jc w:val="center"/>
        </w:trPr>
        <w:tc>
          <w:tcPr>
            <w:tcW w:w="1669" w:type="dxa"/>
          </w:tcPr>
          <w:p w14:paraId="492E0FAC" w14:textId="77777777" w:rsidR="00AC4B6E" w:rsidRPr="00D910A1" w:rsidRDefault="00AC4B6E" w:rsidP="00C16429">
            <w:pPr>
              <w:pStyle w:val="TAC"/>
            </w:pPr>
            <w:r w:rsidRPr="00D910A1">
              <w:t>Voltage fluctuations and flicker</w:t>
            </w:r>
          </w:p>
        </w:tc>
        <w:tc>
          <w:tcPr>
            <w:tcW w:w="1726" w:type="dxa"/>
          </w:tcPr>
          <w:p w14:paraId="071C0970" w14:textId="77777777" w:rsidR="00AC4B6E" w:rsidRPr="00D910A1" w:rsidRDefault="00AC4B6E" w:rsidP="00C16429">
            <w:pPr>
              <w:pStyle w:val="TAC"/>
            </w:pPr>
            <w:r w:rsidRPr="00D910A1">
              <w:t xml:space="preserve">AC mains input </w:t>
            </w:r>
            <w:r w:rsidRPr="00D910A1">
              <w:rPr>
                <w:iCs/>
              </w:rPr>
              <w:t>port</w:t>
            </w:r>
          </w:p>
        </w:tc>
        <w:tc>
          <w:tcPr>
            <w:tcW w:w="1118" w:type="dxa"/>
          </w:tcPr>
          <w:p w14:paraId="59A2B9E5" w14:textId="77777777" w:rsidR="00AC4B6E" w:rsidRPr="00D910A1" w:rsidRDefault="00AC4B6E" w:rsidP="00C16429">
            <w:pPr>
              <w:pStyle w:val="TAC"/>
            </w:pPr>
            <w:r w:rsidRPr="00D910A1">
              <w:t>applicable</w:t>
            </w:r>
          </w:p>
        </w:tc>
        <w:tc>
          <w:tcPr>
            <w:tcW w:w="1044" w:type="dxa"/>
          </w:tcPr>
          <w:p w14:paraId="52C26679" w14:textId="77777777" w:rsidR="00AC4B6E" w:rsidRPr="00D910A1" w:rsidRDefault="00AC4B6E" w:rsidP="00C16429">
            <w:pPr>
              <w:pStyle w:val="TAC"/>
            </w:pPr>
            <w:r w:rsidRPr="00D910A1">
              <w:t>applicable</w:t>
            </w:r>
          </w:p>
        </w:tc>
        <w:tc>
          <w:tcPr>
            <w:tcW w:w="1131" w:type="dxa"/>
          </w:tcPr>
          <w:p w14:paraId="06E21976" w14:textId="77777777" w:rsidR="00AC4B6E" w:rsidRPr="00D910A1" w:rsidRDefault="00AC4B6E" w:rsidP="00C16429">
            <w:pPr>
              <w:pStyle w:val="TAC"/>
            </w:pPr>
            <w:r w:rsidRPr="00D910A1">
              <w:t>8.</w:t>
            </w:r>
            <w:r w:rsidRPr="00D910A1">
              <w:rPr>
                <w:rFonts w:hint="eastAsia"/>
                <w:lang w:val="en-US" w:eastAsia="zh-CN"/>
              </w:rPr>
              <w:t>7</w:t>
            </w:r>
          </w:p>
        </w:tc>
        <w:tc>
          <w:tcPr>
            <w:tcW w:w="3169" w:type="dxa"/>
          </w:tcPr>
          <w:p w14:paraId="2AF76DC1" w14:textId="77777777" w:rsidR="00AC4B6E" w:rsidRDefault="00AC4B6E" w:rsidP="00C16429">
            <w:pPr>
              <w:pStyle w:val="TAC"/>
            </w:pPr>
            <w:r w:rsidRPr="00D910A1">
              <w:t>IEC 61000-3-3 [15</w:t>
            </w:r>
            <w:r w:rsidRPr="00D910A1">
              <w:rPr>
                <w:lang w:eastAsia="zh-CN"/>
              </w:rPr>
              <w:t>] or</w:t>
            </w:r>
            <w:r w:rsidRPr="00D910A1">
              <w:rPr>
                <w:lang w:eastAsia="zh-CN"/>
              </w:rPr>
              <w:br/>
              <w:t xml:space="preserve"> IEC 61000-3-11 [16]</w:t>
            </w:r>
            <w:r>
              <w:t xml:space="preserve"> </w:t>
            </w:r>
          </w:p>
          <w:p w14:paraId="713A4D31" w14:textId="77777777" w:rsidR="00AC4B6E" w:rsidRPr="00D910A1" w:rsidRDefault="00AC4B6E" w:rsidP="00C16429">
            <w:pPr>
              <w:pStyle w:val="TAC"/>
            </w:pPr>
            <w:r>
              <w:t>(NOTE 2)</w:t>
            </w:r>
          </w:p>
        </w:tc>
      </w:tr>
      <w:tr w:rsidR="00AC4B6E" w:rsidRPr="00D910A1" w14:paraId="110F0758" w14:textId="77777777" w:rsidTr="00C16429">
        <w:trPr>
          <w:cantSplit/>
          <w:jc w:val="center"/>
        </w:trPr>
        <w:tc>
          <w:tcPr>
            <w:tcW w:w="9857" w:type="dxa"/>
            <w:gridSpan w:val="6"/>
          </w:tcPr>
          <w:p w14:paraId="599F3670" w14:textId="7993E000" w:rsidR="00AC4B6E" w:rsidRDefault="00AC4B6E" w:rsidP="00C16429">
            <w:pPr>
              <w:pStyle w:val="TAN"/>
              <w:rPr>
                <w:lang w:val="en-US" w:eastAsia="zh-CN"/>
              </w:rPr>
            </w:pPr>
            <w:r w:rsidRPr="00D910A1">
              <w:t>N</w:t>
            </w:r>
            <w:r w:rsidRPr="00D910A1">
              <w:rPr>
                <w:lang w:eastAsia="zh-CN"/>
              </w:rPr>
              <w:t>OTE</w:t>
            </w:r>
            <w:r>
              <w:rPr>
                <w:lang w:eastAsia="zh-CN"/>
              </w:rPr>
              <w:t xml:space="preserve"> 1</w:t>
            </w:r>
            <w:r w:rsidRPr="00D910A1">
              <w:t>:</w:t>
            </w:r>
            <w:r w:rsidRPr="00D910A1">
              <w:tab/>
            </w:r>
            <w:r w:rsidRPr="00D910A1">
              <w:rPr>
                <w:rFonts w:hint="eastAsia"/>
                <w:lang w:val="en-US" w:eastAsia="zh-CN"/>
              </w:rPr>
              <w:t xml:space="preserve">Radiated </w:t>
            </w:r>
            <w:r w:rsidRPr="00D910A1">
              <w:rPr>
                <w:lang w:val="en-US" w:eastAsia="zh-CN"/>
              </w:rPr>
              <w:t>e</w:t>
            </w:r>
            <w:r w:rsidRPr="00D910A1">
              <w:rPr>
                <w:rFonts w:hint="eastAsia"/>
                <w:lang w:val="en-US" w:eastAsia="zh-CN"/>
              </w:rPr>
              <w:t xml:space="preserve">mission requirements 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2-O</w:t>
            </w:r>
            <w:r w:rsidRPr="00D910A1">
              <w:rPr>
                <w:rFonts w:hint="eastAsia"/>
                <w:lang w:val="en-US" w:eastAsia="zh-CN"/>
              </w:rPr>
              <w:t xml:space="preserve"> are described in clause 8.2.1. </w:t>
            </w:r>
          </w:p>
          <w:p w14:paraId="4BF8562E" w14:textId="77777777" w:rsidR="00AC4B6E" w:rsidRPr="00D910A1" w:rsidRDefault="00AC4B6E" w:rsidP="00C16429">
            <w:pPr>
              <w:pStyle w:val="TAN"/>
              <w:rPr>
                <w:lang w:val="en-US"/>
              </w:rPr>
            </w:pPr>
            <w:r>
              <w:rPr>
                <w:lang w:val="en-US" w:eastAsia="zh-CN"/>
              </w:rPr>
              <w:t>NOTE 2:</w:t>
            </w:r>
            <w:r>
              <w:rPr>
                <w:lang w:val="en-US" w:eastAsia="zh-CN"/>
              </w:rPr>
              <w:tab/>
              <w:t xml:space="preserve">Selection of the reference IEC specification is based on the </w:t>
            </w:r>
            <w:r>
              <w:t xml:space="preserve">rated input current of the EUT’s power supply. </w:t>
            </w:r>
          </w:p>
        </w:tc>
      </w:tr>
    </w:tbl>
    <w:p w14:paraId="08996C46" w14:textId="77777777" w:rsidR="00AC4B6E" w:rsidRPr="00D910A1" w:rsidRDefault="00AC4B6E" w:rsidP="00AC4B6E">
      <w:pPr>
        <w:rPr>
          <w:lang w:val="en-US" w:eastAsia="zh-CN"/>
        </w:rPr>
      </w:pPr>
    </w:p>
    <w:p w14:paraId="1E186B0D" w14:textId="77777777" w:rsidR="00823707" w:rsidRPr="00D910A1" w:rsidRDefault="00823707" w:rsidP="00823707">
      <w:pPr>
        <w:pStyle w:val="Heading2"/>
      </w:pPr>
      <w:r w:rsidRPr="00D910A1">
        <w:rPr>
          <w:rFonts w:hint="eastAsia"/>
          <w:lang w:val="en-US" w:eastAsia="zh-CN"/>
        </w:rPr>
        <w:lastRenderedPageBreak/>
        <w:t>7</w:t>
      </w:r>
      <w:r w:rsidRPr="00D910A1">
        <w:t>.2</w:t>
      </w:r>
      <w:r w:rsidRPr="00D910A1">
        <w:tab/>
      </w:r>
      <w:r w:rsidRPr="00D910A1">
        <w:rPr>
          <w:rFonts w:hint="eastAsia"/>
        </w:rPr>
        <w:t>Immunity</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30891F86" w14:textId="77777777" w:rsidR="00AC4B6E" w:rsidRPr="00D910A1" w:rsidRDefault="00AC4B6E" w:rsidP="00AC4B6E">
      <w:pPr>
        <w:pStyle w:val="TH"/>
      </w:pPr>
      <w:r w:rsidRPr="00D910A1">
        <w:t>Table 7.2-1: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976"/>
        <w:gridCol w:w="1746"/>
        <w:gridCol w:w="1213"/>
        <w:gridCol w:w="1241"/>
        <w:gridCol w:w="1757"/>
        <w:gridCol w:w="1813"/>
      </w:tblGrid>
      <w:tr w:rsidR="00AC4B6E" w:rsidRPr="00D910A1" w14:paraId="770F93CC" w14:textId="77777777" w:rsidTr="00C16429">
        <w:trPr>
          <w:cantSplit/>
          <w:jc w:val="center"/>
        </w:trPr>
        <w:tc>
          <w:tcPr>
            <w:tcW w:w="1976" w:type="dxa"/>
            <w:tcBorders>
              <w:bottom w:val="nil"/>
            </w:tcBorders>
            <w:shd w:val="clear" w:color="auto" w:fill="auto"/>
            <w:vAlign w:val="center"/>
          </w:tcPr>
          <w:p w14:paraId="178B345E" w14:textId="77777777" w:rsidR="00AC4B6E" w:rsidRPr="00D910A1" w:rsidRDefault="00AC4B6E" w:rsidP="00C16429">
            <w:pPr>
              <w:pStyle w:val="TAH"/>
              <w:rPr>
                <w:rFonts w:cs="Arial"/>
              </w:rPr>
            </w:pPr>
            <w:r w:rsidRPr="00D910A1">
              <w:rPr>
                <w:rFonts w:cs="Arial"/>
              </w:rPr>
              <w:t>Phenomenon</w:t>
            </w:r>
          </w:p>
        </w:tc>
        <w:tc>
          <w:tcPr>
            <w:tcW w:w="1746" w:type="dxa"/>
            <w:tcBorders>
              <w:bottom w:val="nil"/>
            </w:tcBorders>
            <w:shd w:val="clear" w:color="auto" w:fill="auto"/>
            <w:vAlign w:val="center"/>
          </w:tcPr>
          <w:p w14:paraId="5264C813" w14:textId="77777777" w:rsidR="00AC4B6E" w:rsidRPr="00D910A1" w:rsidRDefault="00AC4B6E" w:rsidP="00C16429">
            <w:pPr>
              <w:pStyle w:val="TAH"/>
              <w:rPr>
                <w:rFonts w:cs="Arial"/>
              </w:rPr>
            </w:pPr>
            <w:r w:rsidRPr="00D910A1">
              <w:rPr>
                <w:rFonts w:cs="Arial"/>
              </w:rPr>
              <w:t>Application</w:t>
            </w:r>
          </w:p>
        </w:tc>
        <w:tc>
          <w:tcPr>
            <w:tcW w:w="2454" w:type="dxa"/>
            <w:gridSpan w:val="2"/>
            <w:vAlign w:val="center"/>
          </w:tcPr>
          <w:p w14:paraId="7F5C5724" w14:textId="77777777" w:rsidR="00AC4B6E" w:rsidRPr="00D910A1" w:rsidRDefault="00AC4B6E" w:rsidP="00C16429">
            <w:pPr>
              <w:pStyle w:val="TAH"/>
              <w:rPr>
                <w:rFonts w:cs="Arial"/>
              </w:rPr>
            </w:pPr>
            <w:r w:rsidRPr="00D910A1">
              <w:rPr>
                <w:rFonts w:cs="Arial"/>
              </w:rPr>
              <w:t>Equipment test requirement</w:t>
            </w:r>
          </w:p>
        </w:tc>
        <w:tc>
          <w:tcPr>
            <w:tcW w:w="1757" w:type="dxa"/>
            <w:vMerge w:val="restart"/>
            <w:vAlign w:val="center"/>
          </w:tcPr>
          <w:p w14:paraId="148802E8" w14:textId="77777777" w:rsidR="00AC4B6E" w:rsidRPr="00D910A1" w:rsidRDefault="00AC4B6E" w:rsidP="00C16429">
            <w:pPr>
              <w:pStyle w:val="TAH"/>
              <w:rPr>
                <w:rFonts w:cs="Arial"/>
              </w:rPr>
            </w:pPr>
            <w:r w:rsidRPr="00D910A1">
              <w:rPr>
                <w:rFonts w:cs="Arial"/>
              </w:rPr>
              <w:t>Reference</w:t>
            </w:r>
          </w:p>
          <w:p w14:paraId="40E43774" w14:textId="425D63D3" w:rsidR="00AC4B6E" w:rsidRPr="00D910A1" w:rsidRDefault="00AC4B6E" w:rsidP="00C16429">
            <w:pPr>
              <w:pStyle w:val="TAH"/>
              <w:rPr>
                <w:rFonts w:cs="Arial"/>
              </w:rPr>
            </w:pPr>
            <w:r w:rsidRPr="00D910A1">
              <w:rPr>
                <w:rFonts w:cs="Arial"/>
              </w:rPr>
              <w:t>clause in the present document</w:t>
            </w:r>
          </w:p>
        </w:tc>
        <w:tc>
          <w:tcPr>
            <w:tcW w:w="1813" w:type="dxa"/>
            <w:tcBorders>
              <w:bottom w:val="nil"/>
            </w:tcBorders>
            <w:shd w:val="clear" w:color="auto" w:fill="auto"/>
            <w:vAlign w:val="center"/>
          </w:tcPr>
          <w:p w14:paraId="0E302753" w14:textId="77777777" w:rsidR="00AC4B6E" w:rsidRPr="00D910A1" w:rsidRDefault="00AC4B6E" w:rsidP="00C16429">
            <w:pPr>
              <w:pStyle w:val="TAH"/>
              <w:rPr>
                <w:rFonts w:cs="Arial"/>
              </w:rPr>
            </w:pPr>
            <w:r w:rsidRPr="00D910A1">
              <w:rPr>
                <w:rFonts w:cs="Arial"/>
              </w:rPr>
              <w:t>Reference</w:t>
            </w:r>
          </w:p>
          <w:p w14:paraId="686147E2" w14:textId="77777777" w:rsidR="00AC4B6E" w:rsidRPr="00D910A1" w:rsidRDefault="00AC4B6E" w:rsidP="00C16429">
            <w:pPr>
              <w:pStyle w:val="TAH"/>
              <w:rPr>
                <w:rFonts w:cs="Arial"/>
              </w:rPr>
            </w:pPr>
            <w:r w:rsidRPr="00D910A1">
              <w:rPr>
                <w:rFonts w:cs="Arial"/>
              </w:rPr>
              <w:t>standard</w:t>
            </w:r>
          </w:p>
        </w:tc>
      </w:tr>
      <w:tr w:rsidR="00AC4B6E" w:rsidRPr="00D910A1" w14:paraId="3A4B88C8" w14:textId="77777777" w:rsidTr="00C16429">
        <w:trPr>
          <w:cantSplit/>
          <w:jc w:val="center"/>
        </w:trPr>
        <w:tc>
          <w:tcPr>
            <w:tcW w:w="1976" w:type="dxa"/>
            <w:tcBorders>
              <w:top w:val="nil"/>
            </w:tcBorders>
            <w:shd w:val="clear" w:color="auto" w:fill="auto"/>
            <w:vAlign w:val="center"/>
          </w:tcPr>
          <w:p w14:paraId="2BA5EC20" w14:textId="77777777" w:rsidR="00AC4B6E" w:rsidRPr="00D910A1" w:rsidRDefault="00AC4B6E" w:rsidP="00C16429">
            <w:pPr>
              <w:keepNext/>
              <w:keepLines/>
              <w:jc w:val="center"/>
              <w:rPr>
                <w:rFonts w:ascii="Arial" w:hAnsi="Arial" w:cs="v4.2.0"/>
                <w:b/>
                <w:sz w:val="18"/>
              </w:rPr>
            </w:pPr>
          </w:p>
        </w:tc>
        <w:tc>
          <w:tcPr>
            <w:tcW w:w="1746" w:type="dxa"/>
            <w:tcBorders>
              <w:top w:val="nil"/>
            </w:tcBorders>
            <w:shd w:val="clear" w:color="auto" w:fill="auto"/>
            <w:vAlign w:val="center"/>
          </w:tcPr>
          <w:p w14:paraId="17605A93" w14:textId="77777777" w:rsidR="00AC4B6E" w:rsidRPr="00D910A1" w:rsidRDefault="00AC4B6E" w:rsidP="00C16429">
            <w:pPr>
              <w:keepNext/>
              <w:keepLines/>
              <w:jc w:val="center"/>
              <w:rPr>
                <w:rFonts w:ascii="Arial" w:hAnsi="Arial" w:cs="v4.2.0"/>
                <w:b/>
                <w:sz w:val="18"/>
              </w:rPr>
            </w:pPr>
          </w:p>
        </w:tc>
        <w:tc>
          <w:tcPr>
            <w:tcW w:w="1213" w:type="dxa"/>
            <w:vAlign w:val="center"/>
          </w:tcPr>
          <w:p w14:paraId="667F6FCC" w14:textId="77777777" w:rsidR="00AC4B6E" w:rsidRPr="00D910A1" w:rsidRDefault="00AC4B6E" w:rsidP="00C16429">
            <w:pPr>
              <w:pStyle w:val="TAH"/>
              <w:rPr>
                <w:rFonts w:cs="Arial"/>
              </w:rPr>
            </w:pPr>
            <w:r w:rsidRPr="00D910A1">
              <w:rPr>
                <w:rFonts w:cs="Arial"/>
              </w:rPr>
              <w:t>BS equipment</w:t>
            </w:r>
          </w:p>
        </w:tc>
        <w:tc>
          <w:tcPr>
            <w:tcW w:w="1241" w:type="dxa"/>
            <w:vAlign w:val="center"/>
          </w:tcPr>
          <w:p w14:paraId="41F0E05E" w14:textId="77777777" w:rsidR="00AC4B6E" w:rsidRPr="00D910A1" w:rsidRDefault="00AC4B6E" w:rsidP="00C16429">
            <w:pPr>
              <w:pStyle w:val="TAH"/>
              <w:rPr>
                <w:rFonts w:cs="Arial"/>
              </w:rPr>
            </w:pPr>
            <w:r w:rsidRPr="00D910A1">
              <w:rPr>
                <w:rFonts w:cs="Arial"/>
              </w:rPr>
              <w:t>Ancillary equipment</w:t>
            </w:r>
          </w:p>
        </w:tc>
        <w:tc>
          <w:tcPr>
            <w:tcW w:w="1757" w:type="dxa"/>
            <w:vMerge/>
            <w:vAlign w:val="center"/>
          </w:tcPr>
          <w:p w14:paraId="50DC4845" w14:textId="77777777" w:rsidR="00AC4B6E" w:rsidRPr="00D910A1" w:rsidRDefault="00AC4B6E" w:rsidP="00C16429">
            <w:pPr>
              <w:keepNext/>
              <w:keepLines/>
              <w:jc w:val="center"/>
              <w:rPr>
                <w:rFonts w:ascii="Arial" w:hAnsi="Arial" w:cs="v4.2.0"/>
                <w:b/>
                <w:sz w:val="18"/>
              </w:rPr>
            </w:pPr>
          </w:p>
        </w:tc>
        <w:tc>
          <w:tcPr>
            <w:tcW w:w="1813" w:type="dxa"/>
            <w:tcBorders>
              <w:top w:val="nil"/>
            </w:tcBorders>
            <w:shd w:val="clear" w:color="auto" w:fill="auto"/>
            <w:vAlign w:val="center"/>
          </w:tcPr>
          <w:p w14:paraId="2DCD5BE7" w14:textId="77777777" w:rsidR="00AC4B6E" w:rsidRPr="00D910A1" w:rsidRDefault="00AC4B6E" w:rsidP="00C16429">
            <w:pPr>
              <w:keepNext/>
              <w:keepLines/>
              <w:jc w:val="center"/>
              <w:rPr>
                <w:rFonts w:ascii="Arial" w:hAnsi="Arial" w:cs="v4.2.0"/>
                <w:b/>
                <w:sz w:val="18"/>
              </w:rPr>
            </w:pPr>
          </w:p>
        </w:tc>
      </w:tr>
      <w:tr w:rsidR="00AC4B6E" w:rsidRPr="00D910A1" w14:paraId="2AEC2A07" w14:textId="77777777" w:rsidTr="00C16429">
        <w:trPr>
          <w:cantSplit/>
          <w:jc w:val="center"/>
        </w:trPr>
        <w:tc>
          <w:tcPr>
            <w:tcW w:w="1976" w:type="dxa"/>
          </w:tcPr>
          <w:p w14:paraId="7ECB2EA7" w14:textId="77777777" w:rsidR="00AC4B6E" w:rsidRPr="00D910A1" w:rsidRDefault="00AC4B6E" w:rsidP="00C16429">
            <w:pPr>
              <w:pStyle w:val="TAC"/>
              <w:rPr>
                <w:rFonts w:cs="Arial"/>
              </w:rPr>
            </w:pPr>
            <w:r w:rsidRPr="00D910A1">
              <w:rPr>
                <w:rFonts w:cs="Arial"/>
              </w:rPr>
              <w:t>RF electro</w:t>
            </w:r>
            <w:r w:rsidRPr="00D910A1">
              <w:rPr>
                <w:rFonts w:cs="Arial"/>
              </w:rPr>
              <w:softHyphen/>
              <w:t xml:space="preserve">magnetic field </w:t>
            </w:r>
            <w:r w:rsidRPr="00D910A1">
              <w:rPr>
                <w:rFonts w:cs="Arial"/>
                <w:szCs w:val="22"/>
              </w:rPr>
              <w:t>(</w:t>
            </w:r>
            <w:r w:rsidRPr="00D910A1">
              <w:rPr>
                <w:rFonts w:cs="Arial" w:hint="eastAsia"/>
                <w:szCs w:val="22"/>
                <w:lang w:val="en-US" w:eastAsia="zh-CN"/>
              </w:rPr>
              <w:t xml:space="preserve">80 </w:t>
            </w:r>
            <w:r w:rsidRPr="00D910A1">
              <w:rPr>
                <w:rFonts w:cs="Arial"/>
                <w:szCs w:val="22"/>
                <w:lang w:val="en-US" w:eastAsia="zh-CN"/>
              </w:rPr>
              <w:t>–</w:t>
            </w:r>
            <w:r w:rsidRPr="00D910A1">
              <w:rPr>
                <w:rFonts w:cs="Arial" w:hint="eastAsia"/>
                <w:szCs w:val="22"/>
                <w:lang w:val="en-US" w:eastAsia="zh-CN"/>
              </w:rPr>
              <w:t xml:space="preserve"> 6000</w:t>
            </w:r>
            <w:r w:rsidRPr="00D910A1">
              <w:rPr>
                <w:rFonts w:cs="Arial"/>
                <w:szCs w:val="22"/>
                <w:lang w:val="en-US" w:eastAsia="zh-CN"/>
              </w:rPr>
              <w:t xml:space="preserve"> </w:t>
            </w:r>
            <w:r w:rsidRPr="00D910A1">
              <w:rPr>
                <w:rFonts w:cs="Arial" w:hint="eastAsia"/>
                <w:szCs w:val="22"/>
                <w:lang w:val="en-US" w:eastAsia="zh-CN"/>
              </w:rPr>
              <w:t>MHz</w:t>
            </w:r>
            <w:r w:rsidRPr="00D910A1">
              <w:rPr>
                <w:rFonts w:cs="Arial"/>
                <w:szCs w:val="22"/>
              </w:rPr>
              <w:t>)</w:t>
            </w:r>
          </w:p>
        </w:tc>
        <w:tc>
          <w:tcPr>
            <w:tcW w:w="1746" w:type="dxa"/>
          </w:tcPr>
          <w:p w14:paraId="53C9C03E" w14:textId="77777777" w:rsidR="00AC4B6E" w:rsidRPr="00D910A1" w:rsidRDefault="00AC4B6E" w:rsidP="00C16429">
            <w:pPr>
              <w:pStyle w:val="TAC"/>
              <w:rPr>
                <w:rFonts w:cs="Arial"/>
              </w:rPr>
            </w:pPr>
            <w:r w:rsidRPr="00D910A1">
              <w:rPr>
                <w:rFonts w:cs="Arial"/>
              </w:rPr>
              <w:t>Enclosure</w:t>
            </w:r>
          </w:p>
        </w:tc>
        <w:tc>
          <w:tcPr>
            <w:tcW w:w="1213" w:type="dxa"/>
          </w:tcPr>
          <w:p w14:paraId="7DE0E2DC" w14:textId="77777777" w:rsidR="00AC4B6E" w:rsidRPr="00D910A1" w:rsidRDefault="00AC4B6E" w:rsidP="00C16429">
            <w:pPr>
              <w:pStyle w:val="TAC"/>
              <w:rPr>
                <w:rFonts w:cs="Arial"/>
              </w:rPr>
            </w:pPr>
            <w:r w:rsidRPr="00D910A1">
              <w:rPr>
                <w:rFonts w:cs="Arial"/>
              </w:rPr>
              <w:t>applicable</w:t>
            </w:r>
          </w:p>
        </w:tc>
        <w:tc>
          <w:tcPr>
            <w:tcW w:w="1241" w:type="dxa"/>
          </w:tcPr>
          <w:p w14:paraId="376C180B" w14:textId="77777777" w:rsidR="00AC4B6E" w:rsidRPr="00D910A1" w:rsidRDefault="00AC4B6E" w:rsidP="00C16429">
            <w:pPr>
              <w:pStyle w:val="TAC"/>
              <w:rPr>
                <w:rFonts w:cs="Arial"/>
              </w:rPr>
            </w:pPr>
            <w:r w:rsidRPr="00D910A1">
              <w:rPr>
                <w:rFonts w:cs="Arial"/>
              </w:rPr>
              <w:t>applicable</w:t>
            </w:r>
          </w:p>
        </w:tc>
        <w:tc>
          <w:tcPr>
            <w:tcW w:w="1757" w:type="dxa"/>
          </w:tcPr>
          <w:p w14:paraId="48E33D3B" w14:textId="77777777" w:rsidR="00AC4B6E" w:rsidRPr="00D910A1" w:rsidRDefault="00AC4B6E" w:rsidP="00C16429">
            <w:pPr>
              <w:pStyle w:val="TAC"/>
              <w:rPr>
                <w:rFonts w:cs="Arial"/>
              </w:rPr>
            </w:pPr>
            <w:r w:rsidRPr="00D910A1">
              <w:rPr>
                <w:rFonts w:cs="Arial"/>
              </w:rPr>
              <w:t>9.</w:t>
            </w:r>
            <w:r w:rsidRPr="00D910A1">
              <w:rPr>
                <w:rFonts w:cs="Arial" w:hint="eastAsia"/>
                <w:lang w:val="en-US" w:eastAsia="zh-CN"/>
              </w:rPr>
              <w:t>2</w:t>
            </w:r>
          </w:p>
        </w:tc>
        <w:tc>
          <w:tcPr>
            <w:tcW w:w="1813" w:type="dxa"/>
          </w:tcPr>
          <w:p w14:paraId="50B0D51A" w14:textId="77777777" w:rsidR="00AC4B6E" w:rsidRPr="00D910A1" w:rsidRDefault="00AC4B6E" w:rsidP="00C16429">
            <w:pPr>
              <w:pStyle w:val="TAC"/>
              <w:rPr>
                <w:rFonts w:cs="Arial"/>
              </w:rPr>
            </w:pPr>
            <w:r w:rsidRPr="00D910A1">
              <w:rPr>
                <w:rFonts w:cs="Arial"/>
              </w:rPr>
              <w:t>IEC 61000</w:t>
            </w:r>
            <w:r w:rsidRPr="00D910A1">
              <w:rPr>
                <w:rFonts w:cs="Arial"/>
              </w:rPr>
              <w:noBreakHyphen/>
              <w:t>4</w:t>
            </w:r>
            <w:r w:rsidRPr="00D910A1">
              <w:rPr>
                <w:rFonts w:cs="Arial"/>
              </w:rPr>
              <w:noBreakHyphen/>
              <w:t>3 [1</w:t>
            </w:r>
            <w:r w:rsidRPr="00D910A1">
              <w:rPr>
                <w:rFonts w:cs="Arial" w:hint="eastAsia"/>
                <w:lang w:val="en-US" w:eastAsia="zh-CN"/>
              </w:rPr>
              <w:t>8</w:t>
            </w:r>
            <w:r w:rsidRPr="00D910A1">
              <w:rPr>
                <w:rFonts w:cs="Arial"/>
              </w:rPr>
              <w:t>]</w:t>
            </w:r>
          </w:p>
        </w:tc>
      </w:tr>
      <w:tr w:rsidR="00AC4B6E" w:rsidRPr="00D910A1" w14:paraId="30BB2A66" w14:textId="77777777" w:rsidTr="00C16429">
        <w:trPr>
          <w:cantSplit/>
          <w:jc w:val="center"/>
        </w:trPr>
        <w:tc>
          <w:tcPr>
            <w:tcW w:w="1976" w:type="dxa"/>
          </w:tcPr>
          <w:p w14:paraId="41151161" w14:textId="77777777" w:rsidR="00AC4B6E" w:rsidRPr="00D910A1" w:rsidRDefault="00AC4B6E" w:rsidP="00C16429">
            <w:pPr>
              <w:pStyle w:val="TAC"/>
              <w:rPr>
                <w:rFonts w:cs="Arial"/>
              </w:rPr>
            </w:pPr>
            <w:r w:rsidRPr="00D910A1">
              <w:rPr>
                <w:rFonts w:cs="Arial"/>
              </w:rPr>
              <w:t>Electrostatic discharge</w:t>
            </w:r>
          </w:p>
        </w:tc>
        <w:tc>
          <w:tcPr>
            <w:tcW w:w="1746" w:type="dxa"/>
          </w:tcPr>
          <w:p w14:paraId="604890FA" w14:textId="77777777" w:rsidR="00AC4B6E" w:rsidRPr="00D910A1" w:rsidRDefault="00AC4B6E" w:rsidP="00C16429">
            <w:pPr>
              <w:pStyle w:val="TAC"/>
              <w:rPr>
                <w:rFonts w:cs="Arial"/>
              </w:rPr>
            </w:pPr>
            <w:r w:rsidRPr="00D910A1">
              <w:rPr>
                <w:rFonts w:cs="Arial"/>
              </w:rPr>
              <w:t>Enclosure</w:t>
            </w:r>
          </w:p>
        </w:tc>
        <w:tc>
          <w:tcPr>
            <w:tcW w:w="1213" w:type="dxa"/>
          </w:tcPr>
          <w:p w14:paraId="5AEE9F62" w14:textId="77777777" w:rsidR="00AC4B6E" w:rsidRPr="00D910A1" w:rsidRDefault="00AC4B6E" w:rsidP="00C16429">
            <w:pPr>
              <w:pStyle w:val="TAC"/>
              <w:rPr>
                <w:rFonts w:cs="Arial"/>
              </w:rPr>
            </w:pPr>
            <w:r w:rsidRPr="00D910A1">
              <w:rPr>
                <w:rFonts w:cs="Arial"/>
              </w:rPr>
              <w:t>applicable</w:t>
            </w:r>
          </w:p>
        </w:tc>
        <w:tc>
          <w:tcPr>
            <w:tcW w:w="1241" w:type="dxa"/>
          </w:tcPr>
          <w:p w14:paraId="0F656745" w14:textId="77777777" w:rsidR="00AC4B6E" w:rsidRPr="00D910A1" w:rsidRDefault="00AC4B6E" w:rsidP="00C16429">
            <w:pPr>
              <w:pStyle w:val="TAC"/>
              <w:rPr>
                <w:rFonts w:cs="Arial"/>
              </w:rPr>
            </w:pPr>
            <w:r w:rsidRPr="00D910A1">
              <w:rPr>
                <w:rFonts w:cs="Arial"/>
              </w:rPr>
              <w:t>applicable</w:t>
            </w:r>
          </w:p>
        </w:tc>
        <w:tc>
          <w:tcPr>
            <w:tcW w:w="1757" w:type="dxa"/>
          </w:tcPr>
          <w:p w14:paraId="40376E6D" w14:textId="77777777" w:rsidR="00AC4B6E" w:rsidRPr="00D910A1" w:rsidRDefault="00AC4B6E" w:rsidP="00C16429">
            <w:pPr>
              <w:pStyle w:val="TAC"/>
              <w:rPr>
                <w:rFonts w:cs="Arial"/>
              </w:rPr>
            </w:pPr>
            <w:r w:rsidRPr="00D910A1">
              <w:rPr>
                <w:rFonts w:cs="Arial"/>
              </w:rPr>
              <w:t>9.</w:t>
            </w:r>
            <w:r w:rsidRPr="00D910A1">
              <w:rPr>
                <w:rFonts w:cs="Arial" w:hint="eastAsia"/>
                <w:lang w:val="en-US" w:eastAsia="zh-CN"/>
              </w:rPr>
              <w:t>3</w:t>
            </w:r>
          </w:p>
        </w:tc>
        <w:tc>
          <w:tcPr>
            <w:tcW w:w="1813" w:type="dxa"/>
          </w:tcPr>
          <w:p w14:paraId="29941375" w14:textId="77777777" w:rsidR="00AC4B6E" w:rsidRPr="00D910A1" w:rsidRDefault="00AC4B6E" w:rsidP="00C16429">
            <w:pPr>
              <w:pStyle w:val="TAC"/>
              <w:rPr>
                <w:rFonts w:cs="Arial"/>
              </w:rPr>
            </w:pPr>
            <w:r w:rsidRPr="00D910A1">
              <w:rPr>
                <w:rFonts w:cs="Arial"/>
              </w:rPr>
              <w:t>IEC 61000</w:t>
            </w:r>
            <w:r w:rsidRPr="00D910A1">
              <w:rPr>
                <w:rFonts w:cs="Arial"/>
              </w:rPr>
              <w:noBreakHyphen/>
              <w:t>4</w:t>
            </w:r>
            <w:r w:rsidRPr="00D910A1">
              <w:rPr>
                <w:rFonts w:cs="Arial"/>
              </w:rPr>
              <w:noBreakHyphen/>
              <w:t>2 [1</w:t>
            </w:r>
            <w:r w:rsidRPr="00D910A1">
              <w:rPr>
                <w:rFonts w:cs="Arial" w:hint="eastAsia"/>
                <w:lang w:val="en-US" w:eastAsia="zh-CN"/>
              </w:rPr>
              <w:t>7</w:t>
            </w:r>
            <w:r w:rsidRPr="00D910A1">
              <w:rPr>
                <w:rFonts w:cs="Arial"/>
              </w:rPr>
              <w:t>]</w:t>
            </w:r>
          </w:p>
        </w:tc>
      </w:tr>
      <w:tr w:rsidR="00AC4B6E" w:rsidRPr="00D910A1" w14:paraId="50A56062" w14:textId="77777777" w:rsidTr="00C16429">
        <w:trPr>
          <w:cantSplit/>
          <w:jc w:val="center"/>
        </w:trPr>
        <w:tc>
          <w:tcPr>
            <w:tcW w:w="1976" w:type="dxa"/>
          </w:tcPr>
          <w:p w14:paraId="17565C0E" w14:textId="77777777" w:rsidR="00AC4B6E" w:rsidRPr="00D910A1" w:rsidRDefault="00AC4B6E" w:rsidP="00C16429">
            <w:pPr>
              <w:pStyle w:val="TAC"/>
              <w:rPr>
                <w:rFonts w:cs="Arial"/>
              </w:rPr>
            </w:pPr>
            <w:r w:rsidRPr="00D910A1">
              <w:rPr>
                <w:rFonts w:cs="Arial"/>
              </w:rPr>
              <w:t>Fast transients common mode</w:t>
            </w:r>
          </w:p>
        </w:tc>
        <w:tc>
          <w:tcPr>
            <w:tcW w:w="1746" w:type="dxa"/>
          </w:tcPr>
          <w:p w14:paraId="6716461F" w14:textId="77777777" w:rsidR="00AC4B6E" w:rsidRPr="00D910A1" w:rsidRDefault="00AC4B6E" w:rsidP="00C16429">
            <w:pPr>
              <w:pStyle w:val="TAC"/>
              <w:rPr>
                <w:rFonts w:cs="Arial"/>
              </w:rPr>
            </w:pPr>
            <w:r w:rsidRPr="00D910A1">
              <w:rPr>
                <w:rFonts w:cs="Arial"/>
              </w:rPr>
              <w:t xml:space="preserve">Signal, telecommunications and control </w:t>
            </w:r>
            <w:r w:rsidRPr="00D910A1">
              <w:rPr>
                <w:rFonts w:cs="Arial"/>
                <w:iCs/>
              </w:rPr>
              <w:t>ports</w:t>
            </w:r>
            <w:r w:rsidRPr="00D910A1">
              <w:rPr>
                <w:rFonts w:cs="Arial"/>
              </w:rPr>
              <w:t xml:space="preserve">, DC and AC power input </w:t>
            </w:r>
            <w:r w:rsidRPr="00D910A1">
              <w:rPr>
                <w:rFonts w:cs="Arial"/>
                <w:iCs/>
              </w:rPr>
              <w:t>port</w:t>
            </w:r>
            <w:r w:rsidRPr="00D910A1">
              <w:rPr>
                <w:rFonts w:cs="Arial"/>
              </w:rPr>
              <w:t>s</w:t>
            </w:r>
          </w:p>
        </w:tc>
        <w:tc>
          <w:tcPr>
            <w:tcW w:w="1213" w:type="dxa"/>
          </w:tcPr>
          <w:p w14:paraId="5C8D0693" w14:textId="77777777" w:rsidR="00AC4B6E" w:rsidRPr="00D910A1" w:rsidRDefault="00AC4B6E" w:rsidP="00C16429">
            <w:pPr>
              <w:pStyle w:val="TAC"/>
              <w:rPr>
                <w:rFonts w:cs="Arial"/>
              </w:rPr>
            </w:pPr>
            <w:r w:rsidRPr="00D910A1">
              <w:rPr>
                <w:rFonts w:cs="Arial"/>
              </w:rPr>
              <w:t>applicable</w:t>
            </w:r>
          </w:p>
        </w:tc>
        <w:tc>
          <w:tcPr>
            <w:tcW w:w="1241" w:type="dxa"/>
          </w:tcPr>
          <w:p w14:paraId="29422426" w14:textId="77777777" w:rsidR="00AC4B6E" w:rsidRPr="00D910A1" w:rsidRDefault="00AC4B6E" w:rsidP="00C16429">
            <w:pPr>
              <w:pStyle w:val="TAC"/>
              <w:rPr>
                <w:rFonts w:cs="Arial"/>
              </w:rPr>
            </w:pPr>
            <w:r w:rsidRPr="00D910A1">
              <w:rPr>
                <w:rFonts w:cs="Arial"/>
              </w:rPr>
              <w:t>applicable</w:t>
            </w:r>
          </w:p>
        </w:tc>
        <w:tc>
          <w:tcPr>
            <w:tcW w:w="1757" w:type="dxa"/>
          </w:tcPr>
          <w:p w14:paraId="69718B1C" w14:textId="77777777" w:rsidR="00AC4B6E" w:rsidRPr="00D910A1" w:rsidRDefault="00AC4B6E" w:rsidP="00C16429">
            <w:pPr>
              <w:pStyle w:val="TAC"/>
              <w:rPr>
                <w:rFonts w:cs="Arial"/>
              </w:rPr>
            </w:pPr>
            <w:r w:rsidRPr="00D910A1">
              <w:rPr>
                <w:rFonts w:cs="Arial"/>
              </w:rPr>
              <w:t>9.</w:t>
            </w:r>
            <w:r w:rsidRPr="00D910A1">
              <w:rPr>
                <w:rFonts w:cs="Arial" w:hint="eastAsia"/>
                <w:lang w:val="en-US" w:eastAsia="zh-CN"/>
              </w:rPr>
              <w:t>4</w:t>
            </w:r>
          </w:p>
        </w:tc>
        <w:tc>
          <w:tcPr>
            <w:tcW w:w="1813" w:type="dxa"/>
          </w:tcPr>
          <w:p w14:paraId="43F2B20C" w14:textId="77777777" w:rsidR="00AC4B6E" w:rsidRPr="00D910A1" w:rsidRDefault="00AC4B6E" w:rsidP="00C16429">
            <w:pPr>
              <w:pStyle w:val="TAC"/>
              <w:rPr>
                <w:rFonts w:cs="Arial"/>
              </w:rPr>
            </w:pPr>
            <w:r w:rsidRPr="00D910A1">
              <w:rPr>
                <w:rFonts w:cs="Arial"/>
              </w:rPr>
              <w:t>IEC 61000</w:t>
            </w:r>
            <w:r w:rsidRPr="00D910A1">
              <w:rPr>
                <w:rFonts w:cs="Arial"/>
              </w:rPr>
              <w:noBreakHyphen/>
              <w:t>4</w:t>
            </w:r>
            <w:r w:rsidRPr="00D910A1">
              <w:rPr>
                <w:rFonts w:cs="Arial"/>
              </w:rPr>
              <w:noBreakHyphen/>
              <w:t>4 [19]</w:t>
            </w:r>
          </w:p>
        </w:tc>
      </w:tr>
      <w:tr w:rsidR="00AC4B6E" w:rsidRPr="00D910A1" w14:paraId="7576CDA0" w14:textId="77777777" w:rsidTr="00C16429">
        <w:trPr>
          <w:cantSplit/>
          <w:jc w:val="center"/>
        </w:trPr>
        <w:tc>
          <w:tcPr>
            <w:tcW w:w="1976" w:type="dxa"/>
          </w:tcPr>
          <w:p w14:paraId="736F6A43" w14:textId="77777777" w:rsidR="00AC4B6E" w:rsidRPr="00D910A1" w:rsidRDefault="00AC4B6E" w:rsidP="00C16429">
            <w:pPr>
              <w:pStyle w:val="TAC"/>
              <w:rPr>
                <w:rFonts w:cs="Arial"/>
              </w:rPr>
            </w:pPr>
            <w:r w:rsidRPr="00D910A1">
              <w:rPr>
                <w:rFonts w:cs="Arial"/>
              </w:rPr>
              <w:t>RF common mode</w:t>
            </w:r>
          </w:p>
          <w:p w14:paraId="144C844E" w14:textId="77777777" w:rsidR="00AC4B6E" w:rsidRPr="00D910A1" w:rsidRDefault="00AC4B6E" w:rsidP="00C16429">
            <w:pPr>
              <w:pStyle w:val="TAC"/>
              <w:rPr>
                <w:rFonts w:cs="Arial"/>
              </w:rPr>
            </w:pPr>
            <w:r w:rsidRPr="00D910A1">
              <w:rPr>
                <w:rFonts w:cs="Arial"/>
              </w:rPr>
              <w:t>0.15 - 80 MHz</w:t>
            </w:r>
          </w:p>
        </w:tc>
        <w:tc>
          <w:tcPr>
            <w:tcW w:w="1746" w:type="dxa"/>
          </w:tcPr>
          <w:p w14:paraId="567C5078" w14:textId="77777777" w:rsidR="00AC4B6E" w:rsidRPr="00D910A1" w:rsidRDefault="00AC4B6E" w:rsidP="00C16429">
            <w:pPr>
              <w:pStyle w:val="TAC"/>
              <w:rPr>
                <w:rFonts w:cs="Arial"/>
              </w:rPr>
            </w:pPr>
            <w:r w:rsidRPr="00D910A1">
              <w:rPr>
                <w:rFonts w:cs="Arial"/>
              </w:rPr>
              <w:t xml:space="preserve">Signal, telecommunications and control </w:t>
            </w:r>
            <w:r w:rsidRPr="00D910A1">
              <w:rPr>
                <w:rFonts w:cs="Arial"/>
                <w:iCs/>
              </w:rPr>
              <w:t>port</w:t>
            </w:r>
            <w:r w:rsidRPr="00D910A1">
              <w:rPr>
                <w:rFonts w:cs="Arial"/>
              </w:rPr>
              <w:t xml:space="preserve">s, DC and AC power input </w:t>
            </w:r>
            <w:r w:rsidRPr="00D910A1">
              <w:rPr>
                <w:rFonts w:cs="Arial"/>
                <w:iCs/>
              </w:rPr>
              <w:t>port</w:t>
            </w:r>
            <w:r w:rsidRPr="00D910A1">
              <w:rPr>
                <w:rFonts w:cs="Arial"/>
              </w:rPr>
              <w:t>s</w:t>
            </w:r>
          </w:p>
        </w:tc>
        <w:tc>
          <w:tcPr>
            <w:tcW w:w="1213" w:type="dxa"/>
          </w:tcPr>
          <w:p w14:paraId="7A27E4E8" w14:textId="77777777" w:rsidR="00AC4B6E" w:rsidRPr="00D910A1" w:rsidRDefault="00AC4B6E" w:rsidP="00C16429">
            <w:pPr>
              <w:pStyle w:val="TAC"/>
              <w:rPr>
                <w:rFonts w:cs="Arial"/>
              </w:rPr>
            </w:pPr>
            <w:r w:rsidRPr="00D910A1">
              <w:rPr>
                <w:rFonts w:cs="Arial"/>
              </w:rPr>
              <w:t>applicable</w:t>
            </w:r>
          </w:p>
        </w:tc>
        <w:tc>
          <w:tcPr>
            <w:tcW w:w="1241" w:type="dxa"/>
          </w:tcPr>
          <w:p w14:paraId="678585E6" w14:textId="77777777" w:rsidR="00AC4B6E" w:rsidRPr="00D910A1" w:rsidRDefault="00AC4B6E" w:rsidP="00C16429">
            <w:pPr>
              <w:pStyle w:val="TAC"/>
              <w:rPr>
                <w:rFonts w:cs="Arial"/>
              </w:rPr>
            </w:pPr>
            <w:r w:rsidRPr="00D910A1">
              <w:rPr>
                <w:rFonts w:cs="Arial"/>
              </w:rPr>
              <w:t>applicable</w:t>
            </w:r>
          </w:p>
        </w:tc>
        <w:tc>
          <w:tcPr>
            <w:tcW w:w="1757" w:type="dxa"/>
          </w:tcPr>
          <w:p w14:paraId="086EBEDF" w14:textId="77777777" w:rsidR="00AC4B6E" w:rsidRPr="00D910A1" w:rsidRDefault="00AC4B6E" w:rsidP="00C16429">
            <w:pPr>
              <w:pStyle w:val="TAC"/>
              <w:rPr>
                <w:rFonts w:cs="Arial"/>
              </w:rPr>
            </w:pPr>
            <w:r w:rsidRPr="00D910A1">
              <w:rPr>
                <w:rFonts w:cs="Arial"/>
              </w:rPr>
              <w:t>9.</w:t>
            </w:r>
            <w:r w:rsidRPr="00D910A1">
              <w:rPr>
                <w:rFonts w:cs="Arial" w:hint="eastAsia"/>
                <w:lang w:val="en-US" w:eastAsia="zh-CN"/>
              </w:rPr>
              <w:t>5</w:t>
            </w:r>
          </w:p>
        </w:tc>
        <w:tc>
          <w:tcPr>
            <w:tcW w:w="1813" w:type="dxa"/>
          </w:tcPr>
          <w:p w14:paraId="1B9D1D39" w14:textId="77777777" w:rsidR="00AC4B6E" w:rsidRPr="00D910A1" w:rsidRDefault="00AC4B6E" w:rsidP="00C16429">
            <w:pPr>
              <w:pStyle w:val="TAC"/>
              <w:rPr>
                <w:rFonts w:cs="Arial"/>
              </w:rPr>
            </w:pPr>
            <w:r w:rsidRPr="00D910A1">
              <w:rPr>
                <w:rFonts w:cs="Arial"/>
              </w:rPr>
              <w:t>IEC 61000</w:t>
            </w:r>
            <w:r w:rsidRPr="00D910A1">
              <w:rPr>
                <w:rFonts w:cs="Arial"/>
              </w:rPr>
              <w:noBreakHyphen/>
              <w:t>4</w:t>
            </w:r>
            <w:r w:rsidRPr="00D910A1">
              <w:rPr>
                <w:rFonts w:cs="Arial"/>
              </w:rPr>
              <w:noBreakHyphen/>
              <w:t>6 [2</w:t>
            </w:r>
            <w:r w:rsidRPr="00D910A1">
              <w:rPr>
                <w:rFonts w:cs="Arial" w:hint="eastAsia"/>
                <w:lang w:val="en-US" w:eastAsia="zh-CN"/>
              </w:rPr>
              <w:t>1</w:t>
            </w:r>
            <w:r w:rsidRPr="00D910A1">
              <w:rPr>
                <w:rFonts w:cs="Arial"/>
              </w:rPr>
              <w:t>]</w:t>
            </w:r>
          </w:p>
        </w:tc>
      </w:tr>
      <w:tr w:rsidR="00AC4B6E" w:rsidRPr="00D910A1" w14:paraId="79EA1CB8" w14:textId="77777777" w:rsidTr="00C16429">
        <w:trPr>
          <w:cantSplit/>
          <w:jc w:val="center"/>
        </w:trPr>
        <w:tc>
          <w:tcPr>
            <w:tcW w:w="1976" w:type="dxa"/>
          </w:tcPr>
          <w:p w14:paraId="69BB5C9F" w14:textId="77777777" w:rsidR="00AC4B6E" w:rsidRPr="00D910A1" w:rsidRDefault="00AC4B6E" w:rsidP="00C16429">
            <w:pPr>
              <w:pStyle w:val="TAC"/>
              <w:rPr>
                <w:rFonts w:cs="Arial"/>
              </w:rPr>
            </w:pPr>
            <w:r w:rsidRPr="00D910A1">
              <w:rPr>
                <w:rFonts w:cs="Arial"/>
              </w:rPr>
              <w:t>Voltage dips and interruptions</w:t>
            </w:r>
          </w:p>
        </w:tc>
        <w:tc>
          <w:tcPr>
            <w:tcW w:w="1746" w:type="dxa"/>
          </w:tcPr>
          <w:p w14:paraId="53DD365F" w14:textId="77777777" w:rsidR="00AC4B6E" w:rsidRPr="00D910A1" w:rsidRDefault="00AC4B6E" w:rsidP="00C16429">
            <w:pPr>
              <w:pStyle w:val="TAC"/>
              <w:rPr>
                <w:rFonts w:cs="Arial"/>
              </w:rPr>
            </w:pPr>
            <w:r w:rsidRPr="00D910A1">
              <w:rPr>
                <w:rFonts w:cs="Arial"/>
              </w:rPr>
              <w:t xml:space="preserve">AC mains power input </w:t>
            </w:r>
            <w:r w:rsidRPr="00D910A1">
              <w:rPr>
                <w:rFonts w:cs="Arial"/>
                <w:i/>
                <w:iCs/>
              </w:rPr>
              <w:t>port</w:t>
            </w:r>
            <w:r w:rsidRPr="00D910A1">
              <w:rPr>
                <w:rFonts w:cs="Arial"/>
              </w:rPr>
              <w:t>s</w:t>
            </w:r>
          </w:p>
        </w:tc>
        <w:tc>
          <w:tcPr>
            <w:tcW w:w="1213" w:type="dxa"/>
          </w:tcPr>
          <w:p w14:paraId="687BC8F4" w14:textId="77777777" w:rsidR="00AC4B6E" w:rsidRPr="00D910A1" w:rsidRDefault="00AC4B6E" w:rsidP="00C16429">
            <w:pPr>
              <w:pStyle w:val="TAC"/>
              <w:rPr>
                <w:rFonts w:cs="Arial"/>
              </w:rPr>
            </w:pPr>
            <w:r w:rsidRPr="00D910A1">
              <w:rPr>
                <w:rFonts w:cs="Arial"/>
              </w:rPr>
              <w:t>applicable</w:t>
            </w:r>
          </w:p>
        </w:tc>
        <w:tc>
          <w:tcPr>
            <w:tcW w:w="1241" w:type="dxa"/>
          </w:tcPr>
          <w:p w14:paraId="6FD92ECD" w14:textId="77777777" w:rsidR="00AC4B6E" w:rsidRPr="00D910A1" w:rsidRDefault="00AC4B6E" w:rsidP="00C16429">
            <w:pPr>
              <w:pStyle w:val="TAC"/>
              <w:rPr>
                <w:rFonts w:cs="Arial"/>
              </w:rPr>
            </w:pPr>
            <w:r w:rsidRPr="00D910A1">
              <w:rPr>
                <w:rFonts w:cs="Arial"/>
              </w:rPr>
              <w:t>applicable</w:t>
            </w:r>
          </w:p>
        </w:tc>
        <w:tc>
          <w:tcPr>
            <w:tcW w:w="1757" w:type="dxa"/>
          </w:tcPr>
          <w:p w14:paraId="79E55978" w14:textId="77777777" w:rsidR="00AC4B6E" w:rsidRPr="00D910A1" w:rsidRDefault="00AC4B6E" w:rsidP="00C16429">
            <w:pPr>
              <w:pStyle w:val="TAC"/>
              <w:rPr>
                <w:rFonts w:cs="Arial"/>
              </w:rPr>
            </w:pPr>
            <w:r w:rsidRPr="00D910A1">
              <w:rPr>
                <w:rFonts w:cs="Arial"/>
              </w:rPr>
              <w:t>9.</w:t>
            </w:r>
            <w:r w:rsidRPr="00D910A1">
              <w:rPr>
                <w:rFonts w:cs="Arial" w:hint="eastAsia"/>
                <w:lang w:val="en-US" w:eastAsia="zh-CN"/>
              </w:rPr>
              <w:t>6</w:t>
            </w:r>
          </w:p>
        </w:tc>
        <w:tc>
          <w:tcPr>
            <w:tcW w:w="1813" w:type="dxa"/>
          </w:tcPr>
          <w:p w14:paraId="6EA6391E" w14:textId="77777777" w:rsidR="00AC4B6E" w:rsidRPr="00D910A1" w:rsidRDefault="00AC4B6E" w:rsidP="00C16429">
            <w:pPr>
              <w:pStyle w:val="TAC"/>
              <w:rPr>
                <w:rFonts w:cs="Arial"/>
              </w:rPr>
            </w:pPr>
            <w:r w:rsidRPr="00D910A1">
              <w:rPr>
                <w:rFonts w:cs="Arial"/>
              </w:rPr>
              <w:t>IEC 61000</w:t>
            </w:r>
            <w:r w:rsidRPr="00D910A1">
              <w:rPr>
                <w:rFonts w:cs="Arial"/>
              </w:rPr>
              <w:noBreakHyphen/>
              <w:t>4</w:t>
            </w:r>
            <w:r w:rsidRPr="00D910A1">
              <w:rPr>
                <w:rFonts w:cs="Arial"/>
              </w:rPr>
              <w:noBreakHyphen/>
              <w:t>11 [2</w:t>
            </w:r>
            <w:r w:rsidRPr="00D910A1">
              <w:rPr>
                <w:rFonts w:cs="Arial" w:hint="eastAsia"/>
                <w:lang w:val="en-US" w:eastAsia="zh-CN"/>
              </w:rPr>
              <w:t>2</w:t>
            </w:r>
            <w:r w:rsidRPr="00D910A1">
              <w:rPr>
                <w:rFonts w:cs="Arial"/>
              </w:rPr>
              <w:t>]</w:t>
            </w:r>
          </w:p>
        </w:tc>
      </w:tr>
      <w:tr w:rsidR="00AC4B6E" w:rsidRPr="00D910A1" w14:paraId="26335D00" w14:textId="77777777" w:rsidTr="00C16429">
        <w:trPr>
          <w:cantSplit/>
          <w:jc w:val="center"/>
        </w:trPr>
        <w:tc>
          <w:tcPr>
            <w:tcW w:w="1976" w:type="dxa"/>
          </w:tcPr>
          <w:p w14:paraId="255CC38B" w14:textId="77777777" w:rsidR="00AC4B6E" w:rsidRPr="00D910A1" w:rsidRDefault="00AC4B6E" w:rsidP="00C16429">
            <w:pPr>
              <w:pStyle w:val="TAC"/>
              <w:rPr>
                <w:rFonts w:cs="Arial"/>
              </w:rPr>
            </w:pPr>
            <w:r w:rsidRPr="00D910A1">
              <w:rPr>
                <w:rFonts w:cs="Arial"/>
              </w:rPr>
              <w:t>Surges, common and differential mode</w:t>
            </w:r>
          </w:p>
        </w:tc>
        <w:tc>
          <w:tcPr>
            <w:tcW w:w="1746" w:type="dxa"/>
          </w:tcPr>
          <w:p w14:paraId="72C67958" w14:textId="77777777" w:rsidR="00AC4B6E" w:rsidRPr="00D910A1" w:rsidRDefault="00AC4B6E" w:rsidP="00C16429">
            <w:pPr>
              <w:pStyle w:val="TAC"/>
              <w:rPr>
                <w:rFonts w:cs="Arial"/>
              </w:rPr>
            </w:pPr>
            <w:r w:rsidRPr="00D910A1">
              <w:rPr>
                <w:rFonts w:cs="Arial"/>
              </w:rPr>
              <w:t xml:space="preserve"> AC power input </w:t>
            </w:r>
            <w:r w:rsidRPr="00D910A1">
              <w:rPr>
                <w:rFonts w:cs="Arial"/>
                <w:i/>
                <w:iCs/>
              </w:rPr>
              <w:t>port</w:t>
            </w:r>
            <w:r w:rsidRPr="00D910A1">
              <w:rPr>
                <w:rFonts w:cs="Arial"/>
              </w:rPr>
              <w:t xml:space="preserve">s and </w:t>
            </w:r>
            <w:r w:rsidRPr="00D910A1">
              <w:rPr>
                <w:rFonts w:cs="Arial"/>
                <w:i/>
                <w:iCs/>
              </w:rPr>
              <w:t>telecommunications port</w:t>
            </w:r>
          </w:p>
        </w:tc>
        <w:tc>
          <w:tcPr>
            <w:tcW w:w="1213" w:type="dxa"/>
          </w:tcPr>
          <w:p w14:paraId="432A1A9B" w14:textId="77777777" w:rsidR="00AC4B6E" w:rsidRPr="00D910A1" w:rsidRDefault="00AC4B6E" w:rsidP="00C16429">
            <w:pPr>
              <w:pStyle w:val="TAC"/>
              <w:rPr>
                <w:rFonts w:cs="Arial"/>
              </w:rPr>
            </w:pPr>
            <w:r w:rsidRPr="00D910A1">
              <w:rPr>
                <w:rFonts w:cs="Arial"/>
              </w:rPr>
              <w:t>applicable</w:t>
            </w:r>
          </w:p>
        </w:tc>
        <w:tc>
          <w:tcPr>
            <w:tcW w:w="1241" w:type="dxa"/>
          </w:tcPr>
          <w:p w14:paraId="414B8D0B" w14:textId="77777777" w:rsidR="00AC4B6E" w:rsidRPr="00D910A1" w:rsidRDefault="00AC4B6E" w:rsidP="00C16429">
            <w:pPr>
              <w:pStyle w:val="TAC"/>
              <w:rPr>
                <w:rFonts w:cs="Arial"/>
              </w:rPr>
            </w:pPr>
            <w:r w:rsidRPr="00D910A1">
              <w:rPr>
                <w:rFonts w:cs="Arial"/>
              </w:rPr>
              <w:t>applicable</w:t>
            </w:r>
          </w:p>
        </w:tc>
        <w:tc>
          <w:tcPr>
            <w:tcW w:w="1757" w:type="dxa"/>
          </w:tcPr>
          <w:p w14:paraId="0A6EA595" w14:textId="77777777" w:rsidR="00AC4B6E" w:rsidRPr="00D910A1" w:rsidRDefault="00AC4B6E" w:rsidP="00C16429">
            <w:pPr>
              <w:pStyle w:val="TAC"/>
              <w:rPr>
                <w:rFonts w:cs="Arial"/>
              </w:rPr>
            </w:pPr>
            <w:r w:rsidRPr="00D910A1">
              <w:rPr>
                <w:rFonts w:cs="Arial"/>
              </w:rPr>
              <w:t>9.</w:t>
            </w:r>
            <w:r w:rsidRPr="00D910A1">
              <w:rPr>
                <w:rFonts w:cs="Arial" w:hint="eastAsia"/>
                <w:lang w:val="en-US" w:eastAsia="zh-CN"/>
              </w:rPr>
              <w:t>7</w:t>
            </w:r>
          </w:p>
        </w:tc>
        <w:tc>
          <w:tcPr>
            <w:tcW w:w="1813" w:type="dxa"/>
          </w:tcPr>
          <w:p w14:paraId="51D2FCA6" w14:textId="77777777" w:rsidR="00AC4B6E" w:rsidRPr="00D910A1" w:rsidRDefault="00AC4B6E" w:rsidP="00C16429">
            <w:pPr>
              <w:pStyle w:val="TAC"/>
              <w:rPr>
                <w:rFonts w:cs="Arial"/>
              </w:rPr>
            </w:pPr>
            <w:r w:rsidRPr="00D910A1">
              <w:rPr>
                <w:rFonts w:cs="Arial"/>
              </w:rPr>
              <w:t>IEC 61000</w:t>
            </w:r>
            <w:r w:rsidRPr="00D910A1">
              <w:rPr>
                <w:rFonts w:cs="Arial"/>
              </w:rPr>
              <w:noBreakHyphen/>
              <w:t>4</w:t>
            </w:r>
            <w:r w:rsidRPr="00D910A1">
              <w:rPr>
                <w:rFonts w:cs="Arial"/>
              </w:rPr>
              <w:noBreakHyphen/>
              <w:t>5 [2</w:t>
            </w:r>
            <w:r w:rsidRPr="00D910A1">
              <w:rPr>
                <w:rFonts w:cs="Arial" w:hint="eastAsia"/>
                <w:lang w:val="en-US" w:eastAsia="zh-CN"/>
              </w:rPr>
              <w:t>0</w:t>
            </w:r>
            <w:r w:rsidRPr="00D910A1">
              <w:rPr>
                <w:rFonts w:cs="Arial"/>
              </w:rPr>
              <w:t>]</w:t>
            </w:r>
          </w:p>
        </w:tc>
      </w:tr>
    </w:tbl>
    <w:p w14:paraId="1B8383AC" w14:textId="77777777" w:rsidR="00AC4B6E" w:rsidRDefault="00AC4B6E" w:rsidP="00AC4B6E"/>
    <w:p w14:paraId="1E186B48" w14:textId="77777777" w:rsidR="00823707" w:rsidRPr="00D910A1" w:rsidRDefault="00823707" w:rsidP="00823707">
      <w:pPr>
        <w:pStyle w:val="Heading1"/>
      </w:pPr>
      <w:r w:rsidRPr="00D910A1">
        <w:rPr>
          <w:rFonts w:hint="eastAsia"/>
          <w:lang w:val="en-US" w:eastAsia="zh-CN"/>
        </w:rPr>
        <w:br w:type="page"/>
      </w:r>
      <w:bookmarkStart w:id="412" w:name="_Toc20994250"/>
      <w:bookmarkStart w:id="413" w:name="_Toc29812109"/>
      <w:bookmarkStart w:id="414" w:name="_Toc37139297"/>
      <w:bookmarkStart w:id="415" w:name="_Toc37268301"/>
      <w:bookmarkStart w:id="416" w:name="_Toc37268395"/>
      <w:bookmarkStart w:id="417" w:name="_Toc45879605"/>
      <w:bookmarkStart w:id="418" w:name="_Toc52563699"/>
      <w:bookmarkStart w:id="419" w:name="_Toc52563794"/>
      <w:bookmarkStart w:id="420" w:name="_Toc52563887"/>
      <w:bookmarkStart w:id="421" w:name="_Toc61181792"/>
      <w:bookmarkStart w:id="422" w:name="_Toc74642610"/>
      <w:bookmarkStart w:id="423" w:name="_Toc76543788"/>
      <w:bookmarkStart w:id="424" w:name="_Toc82627374"/>
      <w:bookmarkStart w:id="425" w:name="_Toc106198108"/>
      <w:r w:rsidRPr="00D910A1">
        <w:rPr>
          <w:rFonts w:hint="eastAsia"/>
          <w:lang w:val="en-US" w:eastAsia="zh-CN"/>
        </w:rPr>
        <w:lastRenderedPageBreak/>
        <w:t>8</w:t>
      </w:r>
      <w:r w:rsidRPr="00D910A1">
        <w:tab/>
      </w:r>
      <w:r w:rsidRPr="00D910A1">
        <w:rPr>
          <w:rFonts w:hint="eastAsia"/>
        </w:rPr>
        <w:t>Emission</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1E186B49" w14:textId="77777777" w:rsidR="00823707" w:rsidRPr="00D910A1" w:rsidRDefault="00823707" w:rsidP="00823707">
      <w:pPr>
        <w:pStyle w:val="Heading2"/>
      </w:pPr>
      <w:bookmarkStart w:id="426" w:name="_Toc20994251"/>
      <w:bookmarkStart w:id="427" w:name="_Toc29812110"/>
      <w:bookmarkStart w:id="428" w:name="_Toc37139298"/>
      <w:bookmarkStart w:id="429" w:name="_Toc37268302"/>
      <w:bookmarkStart w:id="430" w:name="_Toc37268396"/>
      <w:bookmarkStart w:id="431" w:name="_Toc45879606"/>
      <w:bookmarkStart w:id="432" w:name="_Toc52563700"/>
      <w:bookmarkStart w:id="433" w:name="_Toc52563795"/>
      <w:bookmarkStart w:id="434" w:name="_Toc52563888"/>
      <w:bookmarkStart w:id="435" w:name="_Toc61181793"/>
      <w:bookmarkStart w:id="436" w:name="_Toc74642611"/>
      <w:bookmarkStart w:id="437" w:name="_Toc76543789"/>
      <w:bookmarkStart w:id="438" w:name="_Toc82627375"/>
      <w:bookmarkStart w:id="439" w:name="_Toc106198109"/>
      <w:r w:rsidRPr="00D910A1">
        <w:rPr>
          <w:rFonts w:hint="eastAsia"/>
          <w:lang w:val="en-US" w:eastAsia="zh-CN"/>
        </w:rPr>
        <w:t>8</w:t>
      </w:r>
      <w:r w:rsidRPr="00D910A1">
        <w:t>.1</w:t>
      </w:r>
      <w:r w:rsidRPr="00D910A1">
        <w:tab/>
      </w:r>
      <w:r w:rsidRPr="00D910A1">
        <w:rPr>
          <w:rFonts w:hint="eastAsia"/>
        </w:rPr>
        <w:t>Test configurations</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1E186B4A" w14:textId="77777777" w:rsidR="00823707" w:rsidRPr="00D910A1" w:rsidRDefault="00823707" w:rsidP="00823707">
      <w:pPr>
        <w:rPr>
          <w:rFonts w:cs="v4.2.0"/>
        </w:rPr>
      </w:pPr>
      <w:r w:rsidRPr="00D910A1">
        <w:rPr>
          <w:rFonts w:cs="v4.2.0"/>
        </w:rPr>
        <w:t xml:space="preserve">This </w:t>
      </w:r>
      <w:r w:rsidR="00456274">
        <w:rPr>
          <w:rFonts w:cs="v4.2.0"/>
        </w:rPr>
        <w:t>clause</w:t>
      </w:r>
      <w:r w:rsidRPr="00D910A1">
        <w:rPr>
          <w:rFonts w:cs="v4.2.0"/>
        </w:rPr>
        <w:t xml:space="preserve"> defines the configurations for emission tests as follows:</w:t>
      </w:r>
    </w:p>
    <w:p w14:paraId="1E186B4B"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1E186B4C" w14:textId="77777777" w:rsidR="00823707" w:rsidRPr="00D910A1" w:rsidRDefault="00823707" w:rsidP="00823707">
      <w:pPr>
        <w:pStyle w:val="B1"/>
      </w:pPr>
      <w:r w:rsidRPr="00D910A1">
        <w:t>-</w:t>
      </w:r>
      <w:r w:rsidRPr="00D910A1">
        <w:tab/>
        <w:t>The test configuration shall be as close to normal intended use as possible;</w:t>
      </w:r>
    </w:p>
    <w:p w14:paraId="1E186B4D" w14:textId="77777777" w:rsidR="00823707" w:rsidRPr="00D910A1" w:rsidRDefault="00823707" w:rsidP="00823707">
      <w:pPr>
        <w:pStyle w:val="B1"/>
      </w:pPr>
      <w:r w:rsidRPr="00D910A1">
        <w:t>-</w:t>
      </w:r>
      <w:r w:rsidRPr="00D910A1">
        <w:tab/>
        <w:t xml:space="preserve">If the equipment is part of a system, or can be connected to ancillary equipment,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1E186B4E"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1E186B4F"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1E186B50" w14:textId="77777777" w:rsidR="00823707" w:rsidRPr="00D910A1" w:rsidRDefault="00823707" w:rsidP="00456274">
      <w:pPr>
        <w:pStyle w:val="B1"/>
        <w:rPr>
          <w:rFonts w:cs="v4.2.0"/>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t>;</w:t>
      </w:r>
      <w:r w:rsidRPr="00D910A1">
        <w:rPr>
          <w:rFonts w:cs="v4.2.0"/>
        </w:rPr>
        <w:t xml:space="preserve"> in case of </w:t>
      </w:r>
      <w:r w:rsidRPr="00D910A1">
        <w:rPr>
          <w:rFonts w:cs="v4.2.0"/>
          <w:i/>
          <w:iCs/>
        </w:rPr>
        <w:t>BS</w:t>
      </w:r>
      <w:r w:rsidRPr="00D910A1">
        <w:rPr>
          <w:rFonts w:cs="v4.2.0"/>
          <w:i/>
          <w:iCs/>
          <w:lang w:val="en-US" w:eastAsia="zh-CN"/>
        </w:rPr>
        <w:t xml:space="preserve"> type 1-H</w:t>
      </w:r>
      <w:r w:rsidRPr="00D910A1">
        <w:rPr>
          <w:rFonts w:cs="v4.2.0"/>
        </w:rPr>
        <w:t xml:space="preserve">, </w:t>
      </w:r>
      <w:r w:rsidRPr="00D910A1">
        <w:rPr>
          <w:rFonts w:cs="v4.2.0" w:hint="eastAsia"/>
          <w:i/>
          <w:iCs/>
          <w:lang w:val="en-US" w:eastAsia="zh-CN"/>
        </w:rPr>
        <w:t>antenna port</w:t>
      </w:r>
      <w:r w:rsidRPr="00D910A1">
        <w:rPr>
          <w:rFonts w:cs="v4.2.0" w:hint="eastAsia"/>
          <w:lang w:val="en-US" w:eastAsia="zh-CN"/>
        </w:rPr>
        <w:t>s</w:t>
      </w:r>
      <w:r w:rsidRPr="00D910A1">
        <w:rPr>
          <w:rFonts w:cs="v4.2.0"/>
        </w:rPr>
        <w:t xml:space="preserve"> shall be correctly terminated;</w:t>
      </w:r>
    </w:p>
    <w:p w14:paraId="1E186B51" w14:textId="77777777" w:rsidR="00823707" w:rsidRPr="00D910A1" w:rsidRDefault="00823707" w:rsidP="00823707">
      <w:pPr>
        <w:pStyle w:val="B1"/>
      </w:pPr>
      <w:r w:rsidRPr="00D910A1">
        <w:t>-</w:t>
      </w:r>
      <w:r w:rsidRPr="00D910A1">
        <w:tab/>
        <w:t xml:space="preserve">For </w:t>
      </w:r>
      <w:r w:rsidRPr="00D910A1">
        <w:rPr>
          <w:i/>
          <w:iCs/>
          <w:lang w:val="en-US" w:eastAsia="zh-CN"/>
        </w:rPr>
        <w:t xml:space="preserve">BS type </w:t>
      </w:r>
      <w:r w:rsidRPr="00D910A1">
        <w:rPr>
          <w:i/>
          <w:iCs/>
        </w:rPr>
        <w:t xml:space="preserve">1-O </w:t>
      </w:r>
      <w:r w:rsidRPr="00D910A1">
        <w:t xml:space="preserve">and </w:t>
      </w:r>
      <w:r w:rsidRPr="00D910A1">
        <w:rPr>
          <w:i/>
          <w:iCs/>
          <w:lang w:val="en-US" w:eastAsia="zh-CN"/>
        </w:rPr>
        <w:t xml:space="preserve">BS type </w:t>
      </w:r>
      <w:r w:rsidRPr="00D910A1">
        <w:rPr>
          <w:i/>
          <w:iCs/>
        </w:rPr>
        <w:t>2-O</w:t>
      </w:r>
      <w:r w:rsidRPr="00D910A1">
        <w:t xml:space="preserve"> without </w:t>
      </w:r>
      <w:r w:rsidRPr="00D910A1">
        <w:rPr>
          <w:rFonts w:hint="eastAsia"/>
          <w:i/>
          <w:iCs/>
          <w:lang w:val="en-US" w:eastAsia="zh-CN"/>
        </w:rPr>
        <w:t>antenna ports</w:t>
      </w:r>
      <w:r w:rsidRPr="00D910A1">
        <w:t xml:space="preserve"> but intentionally radiating through the </w:t>
      </w:r>
      <w:r w:rsidRPr="00D910A1">
        <w:rPr>
          <w:i/>
          <w:iCs/>
        </w:rPr>
        <w:t>antenna array</w:t>
      </w:r>
      <w:r w:rsidRPr="00D910A1">
        <w:t>, the equipment shall be placed in a test setup suitable for the radiated power;</w:t>
      </w:r>
    </w:p>
    <w:p w14:paraId="1E186B52"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1E186B53" w14:textId="77777777" w:rsidR="00823707" w:rsidRPr="00D910A1" w:rsidRDefault="00823707" w:rsidP="00823707">
      <w:pPr>
        <w:pStyle w:val="B1"/>
      </w:pPr>
      <w:r w:rsidRPr="00D910A1">
        <w:t>-</w:t>
      </w:r>
      <w:r w:rsidRPr="00D910A1">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1E186B54" w14:textId="77777777" w:rsidR="00823707" w:rsidRPr="00D910A1" w:rsidRDefault="00823707" w:rsidP="00823707">
      <w:pPr>
        <w:pStyle w:val="Heading3"/>
        <w:rPr>
          <w:lang w:val="fi-FI" w:eastAsia="zh-CN"/>
        </w:rPr>
      </w:pPr>
      <w:bookmarkStart w:id="440" w:name="_Toc20994252"/>
      <w:bookmarkStart w:id="441" w:name="_Toc29812111"/>
      <w:bookmarkStart w:id="442" w:name="_Toc37139299"/>
      <w:bookmarkStart w:id="443" w:name="_Toc37268303"/>
      <w:bookmarkStart w:id="444" w:name="_Toc37268397"/>
      <w:bookmarkStart w:id="445" w:name="_Toc45879607"/>
      <w:bookmarkStart w:id="446" w:name="_Toc52563701"/>
      <w:bookmarkStart w:id="447" w:name="_Toc52563796"/>
      <w:bookmarkStart w:id="448" w:name="_Toc52563889"/>
      <w:bookmarkStart w:id="449" w:name="_Toc61181794"/>
      <w:bookmarkStart w:id="450" w:name="_Toc74642612"/>
      <w:bookmarkStart w:id="451" w:name="_Toc76543790"/>
      <w:bookmarkStart w:id="452" w:name="_Toc82627376"/>
      <w:bookmarkStart w:id="453" w:name="_Toc106198110"/>
      <w:r w:rsidRPr="00D910A1">
        <w:rPr>
          <w:lang w:val="fi-FI" w:eastAsia="zh-CN"/>
        </w:rPr>
        <w:t>8.1.1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1E186B55" w14:textId="77777777" w:rsidR="00823707" w:rsidRPr="00D910A1" w:rsidRDefault="00823707" w:rsidP="00823707">
      <w:pPr>
        <w:pStyle w:val="Heading3"/>
        <w:rPr>
          <w:lang w:val="fi-FI" w:eastAsia="zh-CN"/>
        </w:rPr>
      </w:pPr>
      <w:bookmarkStart w:id="454" w:name="_Toc20994253"/>
      <w:bookmarkStart w:id="455" w:name="_Toc29812112"/>
      <w:bookmarkStart w:id="456" w:name="_Toc37139300"/>
      <w:bookmarkStart w:id="457" w:name="_Toc37268304"/>
      <w:bookmarkStart w:id="458" w:name="_Toc37268398"/>
      <w:bookmarkStart w:id="459" w:name="_Toc45879608"/>
      <w:bookmarkStart w:id="460" w:name="_Toc52563702"/>
      <w:bookmarkStart w:id="461" w:name="_Toc52563797"/>
      <w:bookmarkStart w:id="462" w:name="_Toc52563890"/>
      <w:bookmarkStart w:id="463" w:name="_Toc61181795"/>
      <w:bookmarkStart w:id="464" w:name="_Toc74642613"/>
      <w:bookmarkStart w:id="465" w:name="_Toc76543791"/>
      <w:bookmarkStart w:id="466" w:name="_Toc82627377"/>
      <w:bookmarkStart w:id="467" w:name="_Toc106198111"/>
      <w:r w:rsidRPr="00D910A1">
        <w:rPr>
          <w:rFonts w:hint="eastAsia"/>
          <w:lang w:val="fi-FI" w:eastAsia="zh-CN"/>
        </w:rPr>
        <w:t>8.1.2</w:t>
      </w:r>
      <w:r w:rsidRPr="00D910A1">
        <w:rPr>
          <w:lang w:val="fi-FI"/>
        </w:rPr>
        <w:tab/>
        <w:t>(</w:t>
      </w:r>
      <w:r w:rsidRPr="00D910A1">
        <w:rPr>
          <w:rFonts w:hint="eastAsia"/>
          <w:lang w:val="fi-FI" w:eastAsia="zh-CN"/>
        </w:rPr>
        <w:t>Void</w:t>
      </w:r>
      <w:r w:rsidRPr="00D910A1">
        <w:rPr>
          <w:lang w:val="fi-FI" w:eastAsia="zh-CN"/>
        </w:rPr>
        <w: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1E186B56" w14:textId="77777777" w:rsidR="00823707" w:rsidRPr="00D910A1" w:rsidRDefault="00823707" w:rsidP="00823707">
      <w:pPr>
        <w:pStyle w:val="Heading3"/>
        <w:rPr>
          <w:lang w:val="fi-FI" w:eastAsia="zh-CN"/>
        </w:rPr>
      </w:pPr>
      <w:bookmarkStart w:id="468" w:name="_Toc20994254"/>
      <w:bookmarkStart w:id="469" w:name="_Toc29812113"/>
      <w:bookmarkStart w:id="470" w:name="_Toc37139301"/>
      <w:bookmarkStart w:id="471" w:name="_Toc37268305"/>
      <w:bookmarkStart w:id="472" w:name="_Toc37268399"/>
      <w:bookmarkStart w:id="473" w:name="_Toc45879609"/>
      <w:bookmarkStart w:id="474" w:name="_Toc52563703"/>
      <w:bookmarkStart w:id="475" w:name="_Toc52563798"/>
      <w:bookmarkStart w:id="476" w:name="_Toc52563891"/>
      <w:bookmarkStart w:id="477" w:name="_Toc61181796"/>
      <w:bookmarkStart w:id="478" w:name="_Toc74642614"/>
      <w:bookmarkStart w:id="479" w:name="_Toc76543792"/>
      <w:bookmarkStart w:id="480" w:name="_Toc82627378"/>
      <w:bookmarkStart w:id="481" w:name="_Toc106198112"/>
      <w:r w:rsidRPr="00D910A1">
        <w:rPr>
          <w:rFonts w:hint="eastAsia"/>
          <w:lang w:val="fi-FI" w:eastAsia="zh-CN"/>
        </w:rPr>
        <w:t>8.1.3</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1E186B57" w14:textId="77777777" w:rsidR="00823707" w:rsidRPr="00D910A1" w:rsidRDefault="00823707" w:rsidP="00823707">
      <w:pPr>
        <w:pStyle w:val="Heading3"/>
        <w:rPr>
          <w:lang w:val="fi-FI" w:eastAsia="zh-CN"/>
        </w:rPr>
      </w:pPr>
      <w:bookmarkStart w:id="482" w:name="_Toc20994255"/>
      <w:bookmarkStart w:id="483" w:name="_Toc29812114"/>
      <w:bookmarkStart w:id="484" w:name="_Toc37139302"/>
      <w:bookmarkStart w:id="485" w:name="_Toc37268306"/>
      <w:bookmarkStart w:id="486" w:name="_Toc37268400"/>
      <w:bookmarkStart w:id="487" w:name="_Toc45879610"/>
      <w:bookmarkStart w:id="488" w:name="_Toc52563704"/>
      <w:bookmarkStart w:id="489" w:name="_Toc52563799"/>
      <w:bookmarkStart w:id="490" w:name="_Toc52563892"/>
      <w:bookmarkStart w:id="491" w:name="_Toc61181797"/>
      <w:bookmarkStart w:id="492" w:name="_Toc74642615"/>
      <w:bookmarkStart w:id="493" w:name="_Toc76543793"/>
      <w:bookmarkStart w:id="494" w:name="_Toc82627379"/>
      <w:bookmarkStart w:id="495" w:name="_Toc106198113"/>
      <w:r w:rsidRPr="00D910A1">
        <w:rPr>
          <w:rFonts w:hint="eastAsia"/>
          <w:lang w:val="fi-FI" w:eastAsia="zh-CN"/>
        </w:rPr>
        <w:t>8.1.4</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1E186B58" w14:textId="77777777" w:rsidR="00823707" w:rsidRPr="00D910A1" w:rsidRDefault="00823707" w:rsidP="00823707">
      <w:pPr>
        <w:pStyle w:val="Heading3"/>
        <w:rPr>
          <w:lang w:val="fi-FI" w:eastAsia="zh-CN"/>
        </w:rPr>
      </w:pPr>
      <w:bookmarkStart w:id="496" w:name="_Toc20994256"/>
      <w:bookmarkStart w:id="497" w:name="_Toc29812115"/>
      <w:bookmarkStart w:id="498" w:name="_Toc37139303"/>
      <w:bookmarkStart w:id="499" w:name="_Toc37268307"/>
      <w:bookmarkStart w:id="500" w:name="_Toc37268401"/>
      <w:bookmarkStart w:id="501" w:name="_Toc45879611"/>
      <w:bookmarkStart w:id="502" w:name="_Toc52563705"/>
      <w:bookmarkStart w:id="503" w:name="_Toc52563800"/>
      <w:bookmarkStart w:id="504" w:name="_Toc52563893"/>
      <w:bookmarkStart w:id="505" w:name="_Toc61181798"/>
      <w:bookmarkStart w:id="506" w:name="_Toc74642616"/>
      <w:bookmarkStart w:id="507" w:name="_Toc76543794"/>
      <w:bookmarkStart w:id="508" w:name="_Toc82627380"/>
      <w:bookmarkStart w:id="509" w:name="_Toc106198114"/>
      <w:r w:rsidRPr="00D910A1">
        <w:rPr>
          <w:rFonts w:hint="eastAsia"/>
          <w:lang w:val="fi-FI" w:eastAsia="zh-CN"/>
        </w:rPr>
        <w:t>8.1.5</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1E186B59" w14:textId="77777777" w:rsidR="00823707" w:rsidRPr="00D910A1" w:rsidRDefault="00823707" w:rsidP="00823707">
      <w:pPr>
        <w:pStyle w:val="Heading2"/>
      </w:pPr>
      <w:bookmarkStart w:id="510" w:name="_Toc20994257"/>
      <w:bookmarkStart w:id="511" w:name="_Toc29812116"/>
      <w:bookmarkStart w:id="512" w:name="_Toc37139304"/>
      <w:bookmarkStart w:id="513" w:name="_Toc37268308"/>
      <w:bookmarkStart w:id="514" w:name="_Toc37268402"/>
      <w:bookmarkStart w:id="515" w:name="_Toc45879612"/>
      <w:bookmarkStart w:id="516" w:name="_Toc52563706"/>
      <w:bookmarkStart w:id="517" w:name="_Toc52563801"/>
      <w:bookmarkStart w:id="518" w:name="_Toc52563894"/>
      <w:bookmarkStart w:id="519" w:name="_Toc61181799"/>
      <w:bookmarkStart w:id="520" w:name="_Toc74642617"/>
      <w:bookmarkStart w:id="521" w:name="_Toc76543795"/>
      <w:bookmarkStart w:id="522" w:name="_Toc82627381"/>
      <w:bookmarkStart w:id="523" w:name="_Toc106198115"/>
      <w:r w:rsidRPr="00D910A1">
        <w:rPr>
          <w:rFonts w:hint="eastAsia"/>
          <w:lang w:val="en-US" w:eastAsia="zh-CN"/>
        </w:rPr>
        <w:t>8</w:t>
      </w:r>
      <w:r w:rsidRPr="00D910A1">
        <w:t>.2</w:t>
      </w:r>
      <w:r w:rsidRPr="00D910A1">
        <w:tab/>
      </w:r>
      <w:r w:rsidRPr="00D910A1">
        <w:rPr>
          <w:rFonts w:hint="eastAsia"/>
        </w:rPr>
        <w:t>Radiated emission</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1E186B5A" w14:textId="77777777" w:rsidR="00823707" w:rsidRPr="00D910A1" w:rsidRDefault="00823707" w:rsidP="00823707">
      <w:pPr>
        <w:pStyle w:val="Heading3"/>
      </w:pPr>
      <w:bookmarkStart w:id="524" w:name="_Toc20994258"/>
      <w:bookmarkStart w:id="525" w:name="_Toc29812117"/>
      <w:bookmarkStart w:id="526" w:name="_Toc37139305"/>
      <w:bookmarkStart w:id="527" w:name="_Toc37268309"/>
      <w:bookmarkStart w:id="528" w:name="_Toc37268403"/>
      <w:bookmarkStart w:id="529" w:name="_Toc45879613"/>
      <w:bookmarkStart w:id="530" w:name="_Toc52563707"/>
      <w:bookmarkStart w:id="531" w:name="_Toc52563802"/>
      <w:bookmarkStart w:id="532" w:name="_Toc52563895"/>
      <w:bookmarkStart w:id="533" w:name="_Toc61181800"/>
      <w:bookmarkStart w:id="534" w:name="_Toc74642618"/>
      <w:bookmarkStart w:id="535" w:name="_Toc76543796"/>
      <w:bookmarkStart w:id="536" w:name="_Toc82627382"/>
      <w:bookmarkStart w:id="537" w:name="_Toc106198116"/>
      <w:r w:rsidRPr="00D910A1">
        <w:t>8.2.</w:t>
      </w:r>
      <w:r w:rsidRPr="00D910A1">
        <w:rPr>
          <w:rFonts w:hint="eastAsia"/>
        </w:rPr>
        <w:t>1</w:t>
      </w:r>
      <w:r w:rsidRPr="00D910A1">
        <w:tab/>
        <w:t xml:space="preserve">Radiated emission, </w:t>
      </w:r>
      <w:r w:rsidRPr="00D910A1">
        <w:rPr>
          <w:rFonts w:hint="eastAsia"/>
        </w:rPr>
        <w:t>BS</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1E186B5B" w14:textId="77777777" w:rsidR="00823707" w:rsidRPr="00D910A1" w:rsidRDefault="00823707" w:rsidP="00823707">
      <w:r w:rsidRPr="00D910A1">
        <w:t xml:space="preserve">This test is applicable to </w:t>
      </w:r>
      <w:r w:rsidRPr="00D910A1">
        <w:rPr>
          <w:i/>
          <w:iCs/>
        </w:rPr>
        <w:t>BS type 1-C</w:t>
      </w:r>
      <w:r w:rsidRPr="00D910A1">
        <w:t xml:space="preserve"> and </w:t>
      </w:r>
      <w:r w:rsidRPr="00D910A1">
        <w:rPr>
          <w:i/>
          <w:iCs/>
        </w:rPr>
        <w:t>BS type 1-H</w:t>
      </w:r>
      <w:r w:rsidRPr="00D910A1">
        <w:t>. This test shall be performed on a representative configuration of BS.</w:t>
      </w:r>
    </w:p>
    <w:p w14:paraId="1E186B5C" w14:textId="77777777" w:rsidR="00823707" w:rsidRPr="00D910A1" w:rsidRDefault="00823707" w:rsidP="00823707">
      <w:r w:rsidRPr="00D910A1">
        <w:t xml:space="preserve">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w:t>
      </w:r>
      <w:r w:rsidRPr="00D910A1">
        <w:rPr>
          <w:i/>
          <w:iCs/>
          <w:lang w:val="en-US" w:eastAsia="zh-CN"/>
        </w:rPr>
        <w:t>-O</w:t>
      </w:r>
      <w:r w:rsidRPr="00D910A1">
        <w:t xml:space="preserve">, </w:t>
      </w:r>
      <w:r w:rsidRPr="00D910A1">
        <w:rPr>
          <w:rFonts w:hint="eastAsia"/>
          <w:lang w:val="en-US" w:eastAsia="zh-CN"/>
        </w:rPr>
        <w:t xml:space="preserve">the radiated emission is covered by radiated spurious emission </w:t>
      </w:r>
      <w:r w:rsidRPr="00D910A1">
        <w:rPr>
          <w:lang w:val="en-US" w:eastAsia="zh-CN"/>
        </w:rPr>
        <w:t xml:space="preserve">requirement </w:t>
      </w:r>
      <w:r w:rsidRPr="00D910A1">
        <w:rPr>
          <w:rFonts w:hint="eastAsia"/>
          <w:lang w:val="en-US" w:eastAsia="zh-CN"/>
        </w:rPr>
        <w:t>in TS</w:t>
      </w:r>
      <w:r w:rsidRPr="00D910A1">
        <w:rPr>
          <w:lang w:val="en-US" w:eastAsia="zh-CN"/>
        </w:rPr>
        <w:t> </w:t>
      </w:r>
      <w:r w:rsidRPr="00D910A1">
        <w:rPr>
          <w:rFonts w:hint="eastAsia"/>
          <w:lang w:val="en-US" w:eastAsia="zh-CN"/>
        </w:rPr>
        <w:t>38.104</w:t>
      </w:r>
      <w:r w:rsidRPr="00D910A1">
        <w:rPr>
          <w:lang w:val="en-US" w:eastAsia="zh-CN"/>
        </w:rPr>
        <w:t xml:space="preserve"> </w:t>
      </w:r>
      <w:r w:rsidRPr="00D910A1">
        <w:rPr>
          <w:rFonts w:hint="eastAsia"/>
          <w:lang w:val="en-US" w:eastAsia="zh-CN"/>
        </w:rPr>
        <w:t>[</w:t>
      </w:r>
      <w:r w:rsidRPr="00D910A1">
        <w:rPr>
          <w:lang w:val="en-US" w:eastAsia="zh-CN"/>
        </w:rPr>
        <w:t>2</w:t>
      </w:r>
      <w:r w:rsidRPr="00D910A1">
        <w:rPr>
          <w:rFonts w:hint="eastAsia"/>
          <w:lang w:val="en-US" w:eastAsia="zh-CN"/>
        </w:rPr>
        <w:t>]</w:t>
      </w:r>
      <w:r w:rsidRPr="00D910A1">
        <w:rPr>
          <w:lang w:val="en-US" w:eastAsia="zh-CN"/>
        </w:rPr>
        <w:t xml:space="preserve">, conforming to the test requirement in </w:t>
      </w:r>
      <w:r w:rsidRPr="00D910A1">
        <w:rPr>
          <w:rFonts w:hint="eastAsia"/>
          <w:lang w:val="en-US" w:eastAsia="zh-CN"/>
        </w:rPr>
        <w:t>TS 38.141-2</w:t>
      </w:r>
      <w:r w:rsidRPr="00D910A1">
        <w:rPr>
          <w:lang w:val="en-US" w:eastAsia="zh-CN"/>
        </w:rPr>
        <w:t xml:space="preserve"> </w:t>
      </w:r>
      <w:r w:rsidRPr="00D910A1">
        <w:rPr>
          <w:rFonts w:hint="eastAsia"/>
          <w:lang w:val="en-US" w:eastAsia="zh-CN"/>
        </w:rPr>
        <w:t>[</w:t>
      </w:r>
      <w:r w:rsidRPr="00D910A1">
        <w:rPr>
          <w:lang w:val="en-US" w:eastAsia="zh-CN"/>
        </w:rPr>
        <w:t>4</w:t>
      </w:r>
      <w:r w:rsidRPr="00D910A1">
        <w:rPr>
          <w:rFonts w:hint="eastAsia"/>
          <w:lang w:val="en-US" w:eastAsia="zh-CN"/>
        </w:rPr>
        <w:t>].</w:t>
      </w:r>
    </w:p>
    <w:p w14:paraId="1E186B5D" w14:textId="77777777" w:rsidR="00823707" w:rsidRPr="00D910A1" w:rsidRDefault="00823707" w:rsidP="00823707">
      <w:pPr>
        <w:pStyle w:val="Heading4"/>
      </w:pPr>
      <w:bookmarkStart w:id="538" w:name="_Toc20994259"/>
      <w:bookmarkStart w:id="539" w:name="_Toc29812118"/>
      <w:bookmarkStart w:id="540" w:name="_Toc37139306"/>
      <w:bookmarkStart w:id="541" w:name="_Toc37268310"/>
      <w:bookmarkStart w:id="542" w:name="_Toc37268404"/>
      <w:bookmarkStart w:id="543" w:name="_Toc45879614"/>
      <w:bookmarkStart w:id="544" w:name="_Toc52563708"/>
      <w:bookmarkStart w:id="545" w:name="_Toc52563803"/>
      <w:bookmarkStart w:id="546" w:name="_Toc52563896"/>
      <w:bookmarkStart w:id="547" w:name="_Toc61181801"/>
      <w:bookmarkStart w:id="548" w:name="_Toc74642619"/>
      <w:bookmarkStart w:id="549" w:name="_Toc76543797"/>
      <w:bookmarkStart w:id="550" w:name="_Toc82627383"/>
      <w:bookmarkStart w:id="551" w:name="_Toc106198117"/>
      <w:r w:rsidRPr="00D910A1">
        <w:lastRenderedPageBreak/>
        <w:t>8.2.1.1</w:t>
      </w:r>
      <w:r w:rsidRPr="00D910A1">
        <w:tab/>
        <w:t>Definition</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1E186B5E" w14:textId="77777777" w:rsidR="00823707" w:rsidRPr="00D910A1" w:rsidRDefault="00823707" w:rsidP="00823707">
      <w:r w:rsidRPr="00D910A1">
        <w:t xml:space="preserve">This test assesses the ability of BS to limit unwanted emission from the </w:t>
      </w:r>
      <w:r w:rsidRPr="00D910A1">
        <w:rPr>
          <w:i/>
          <w:iCs/>
        </w:rPr>
        <w:t>enclosure port</w:t>
      </w:r>
      <w:r w:rsidRPr="00D910A1">
        <w:t>.</w:t>
      </w:r>
    </w:p>
    <w:p w14:paraId="1E186B5F" w14:textId="77777777" w:rsidR="00823707" w:rsidRPr="00D910A1" w:rsidRDefault="00823707" w:rsidP="00823707">
      <w:pPr>
        <w:pStyle w:val="Heading4"/>
      </w:pPr>
      <w:bookmarkStart w:id="552" w:name="_Toc20994260"/>
      <w:bookmarkStart w:id="553" w:name="_Toc29812119"/>
      <w:bookmarkStart w:id="554" w:name="_Toc37139307"/>
      <w:bookmarkStart w:id="555" w:name="_Toc37268311"/>
      <w:bookmarkStart w:id="556" w:name="_Toc37268405"/>
      <w:bookmarkStart w:id="557" w:name="_Toc45879615"/>
      <w:bookmarkStart w:id="558" w:name="_Toc52563709"/>
      <w:bookmarkStart w:id="559" w:name="_Toc52563804"/>
      <w:bookmarkStart w:id="560" w:name="_Toc52563897"/>
      <w:bookmarkStart w:id="561" w:name="_Toc61181802"/>
      <w:bookmarkStart w:id="562" w:name="_Toc74642620"/>
      <w:bookmarkStart w:id="563" w:name="_Toc76543798"/>
      <w:bookmarkStart w:id="564" w:name="_Toc82627384"/>
      <w:bookmarkStart w:id="565" w:name="_Toc106198118"/>
      <w:r w:rsidRPr="00D910A1">
        <w:t>8.2.1.2</w:t>
      </w:r>
      <w:r w:rsidRPr="00D910A1">
        <w:tab/>
        <w:t>Test method</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1E186B60" w14:textId="77777777" w:rsidR="005F2378" w:rsidRDefault="005F2378" w:rsidP="005F2378">
      <w:pPr>
        <w:pStyle w:val="B1"/>
        <w:rPr>
          <w:color w:val="000000" w:themeColor="text1"/>
          <w:lang w:eastAsia="en-GB"/>
        </w:rPr>
      </w:pPr>
      <w:bookmarkStart w:id="566" w:name="_Toc20994261"/>
      <w:bookmarkStart w:id="567" w:name="_Toc29812120"/>
      <w:bookmarkStart w:id="568" w:name="_Toc37139308"/>
      <w:bookmarkStart w:id="569" w:name="_Toc37268312"/>
      <w:bookmarkStart w:id="570" w:name="_Toc37268406"/>
      <w:bookmarkStart w:id="571" w:name="_Toc45879616"/>
      <w:r>
        <w:t>a)</w:t>
      </w:r>
      <w:r>
        <w:tab/>
        <w:t>A test site fulfilling the requirements of ITU-R SM.329 [</w:t>
      </w:r>
      <w:r>
        <w:rPr>
          <w:rFonts w:hint="eastAsia"/>
          <w:lang w:val="en-US" w:eastAsia="zh-CN"/>
        </w:rPr>
        <w:t>24</w:t>
      </w:r>
      <w:r>
        <w:t xml:space="preserve">] shall be used. The BS shall be placed on a non-conducting support and shall be operated from a power source via a RF filter to avoid radiation from the power leads. </w:t>
      </w:r>
      <w:r>
        <w:rPr>
          <w:color w:val="000000" w:themeColor="text1"/>
          <w:lang w:eastAsia="en-GB"/>
        </w:rPr>
        <w:t>One of the following two alternative measurement methods shall be used:</w:t>
      </w:r>
    </w:p>
    <w:p w14:paraId="1E186B61" w14:textId="77777777" w:rsidR="005F2378" w:rsidRDefault="005F2378" w:rsidP="005F2378">
      <w:pPr>
        <w:pStyle w:val="B2"/>
        <w:rPr>
          <w:color w:val="000000" w:themeColor="text1"/>
          <w:lang w:eastAsia="en-GB"/>
        </w:rPr>
      </w:pPr>
      <w:r>
        <w:rPr>
          <w:color w:val="000000" w:themeColor="text1"/>
          <w:lang w:eastAsia="en-GB"/>
        </w:rPr>
        <w:t>1)</w:t>
      </w:r>
      <w:r>
        <w:rPr>
          <w:color w:val="000000" w:themeColor="text1"/>
          <w:lang w:eastAsia="en-GB"/>
        </w:rPr>
        <w:tab/>
        <w:t>Field strength method measurement</w:t>
      </w:r>
    </w:p>
    <w:p w14:paraId="1E186B62" w14:textId="77777777" w:rsidR="005F2378" w:rsidRDefault="00891739" w:rsidP="00794AD6">
      <w:pPr>
        <w:pStyle w:val="B3"/>
      </w:pPr>
      <w:r>
        <w:rPr>
          <w:rFonts w:cs="v4.2.0"/>
          <w:lang w:eastAsia="en-GB"/>
        </w:rPr>
        <w:tab/>
      </w:r>
      <w:r w:rsidR="005F2378">
        <w:rPr>
          <w:rFonts w:cs="v4.2.0"/>
          <w:lang w:eastAsia="en-GB"/>
        </w:rPr>
        <w:t xml:space="preserve">The test method shall be in accordance with CISPR </w:t>
      </w:r>
      <w:r w:rsidR="005F2378">
        <w:rPr>
          <w:rFonts w:cs="v4.2.0" w:hint="eastAsia"/>
          <w:lang w:val="en-US" w:eastAsia="zh-CN"/>
        </w:rPr>
        <w:t>3</w:t>
      </w:r>
      <w:r w:rsidR="005F2378">
        <w:rPr>
          <w:rFonts w:cs="v4.2.0"/>
          <w:lang w:eastAsia="en-GB"/>
        </w:rPr>
        <w:t xml:space="preserve">2 </w:t>
      </w:r>
      <w:r w:rsidR="005F2378">
        <w:rPr>
          <w:rFonts w:cs="v4.2.0"/>
          <w:lang w:eastAsia="en-GB"/>
        </w:rPr>
        <w:sym w:font="Symbol" w:char="F05B"/>
      </w:r>
      <w:r w:rsidR="005F2378">
        <w:rPr>
          <w:rFonts w:cs="v4.2.0"/>
          <w:lang w:eastAsia="en-GB"/>
        </w:rPr>
        <w:t>11</w:t>
      </w:r>
      <w:r w:rsidR="005F2378">
        <w:rPr>
          <w:rFonts w:cs="v4.2.0"/>
          <w:lang w:eastAsia="en-GB"/>
        </w:rPr>
        <w:sym w:font="Symbol" w:char="F05D"/>
      </w:r>
      <w:r w:rsidR="005F2378">
        <w:rPr>
          <w:rFonts w:cs="v4.2.0"/>
          <w:lang w:eastAsia="en-GB"/>
        </w:rPr>
        <w:t xml:space="preserve">. </w:t>
      </w:r>
      <w:r w:rsidR="005F2378">
        <w:rPr>
          <w:rFonts w:hint="eastAsia"/>
          <w:lang w:eastAsia="zh-CN"/>
        </w:rPr>
        <w:t>T</w:t>
      </w:r>
      <w:r w:rsidR="005F2378">
        <w:t xml:space="preserve">he field strength measurements shall be performed on a test site that is validated according to the methods and requirements of CISPR 16-1-4 [30]. </w:t>
      </w:r>
    </w:p>
    <w:p w14:paraId="1E186B63" w14:textId="77777777" w:rsidR="005F2378" w:rsidRPr="004E0614" w:rsidRDefault="00891739" w:rsidP="00794AD6">
      <w:pPr>
        <w:pStyle w:val="B3"/>
      </w:pPr>
      <w:r>
        <w:tab/>
      </w:r>
      <w:r w:rsidR="005F2378">
        <w:t xml:space="preserve">Unless otherwise stated, measurements are conducted at 3 m or 10 m on an open area test site (OATS) or semi anechoic chamber (SAC) for frequencies up to 1 GHz, or at 3 m on a free space open area test site (FSOATS) </w:t>
      </w:r>
      <w:r w:rsidR="005F2378">
        <w:rPr>
          <w:rFonts w:hint="eastAsia"/>
          <w:lang w:val="en-US" w:eastAsia="zh-CN"/>
        </w:rPr>
        <w:t>or f</w:t>
      </w:r>
      <w:r w:rsidR="005F2378">
        <w:t>ully-</w:t>
      </w:r>
      <w:r w:rsidR="005F2378">
        <w:rPr>
          <w:rFonts w:hint="eastAsia"/>
          <w:lang w:val="en-US" w:eastAsia="zh-CN"/>
        </w:rPr>
        <w:t>a</w:t>
      </w:r>
      <w:r w:rsidR="005F2378">
        <w:t xml:space="preserve">nechoic </w:t>
      </w:r>
      <w:r w:rsidR="005F2378">
        <w:rPr>
          <w:rFonts w:hint="eastAsia"/>
          <w:lang w:val="en-US" w:eastAsia="zh-CN"/>
        </w:rPr>
        <w:t>r</w:t>
      </w:r>
      <w:r w:rsidR="005F2378">
        <w:t>oom</w:t>
      </w:r>
      <w:r w:rsidR="005F2378">
        <w:rPr>
          <w:rFonts w:hint="eastAsia"/>
          <w:lang w:val="en-US" w:eastAsia="zh-CN"/>
        </w:rPr>
        <w:t xml:space="preserve"> (FAR) </w:t>
      </w:r>
      <w:r w:rsidR="005F2378">
        <w:t xml:space="preserve">for frequencies above 1 GHz. Unless otherwise stated, all measurements are done with RMS detector and with the -3 dB bandwidth of </w:t>
      </w:r>
      <w:r w:rsidR="005F2378" w:rsidRPr="004E0614">
        <w:t>the measuring filter equal to the reference bandwidth in table 8.2.1.3-1.</w:t>
      </w:r>
    </w:p>
    <w:p w14:paraId="1E186B64" w14:textId="77777777" w:rsidR="005F2378" w:rsidRPr="004E0614" w:rsidRDefault="005F2378" w:rsidP="00794AD6">
      <w:pPr>
        <w:pStyle w:val="NO"/>
      </w:pPr>
      <w:r w:rsidRPr="004E0614">
        <w:t>NOTE 1:</w:t>
      </w:r>
      <w:r w:rsidR="00456274">
        <w:tab/>
      </w:r>
      <w:r w:rsidRPr="004E0614">
        <w:t>Test site validation methods for radiated emissions tests are defined in CISPR 16-1-4 [30], clause 6 and 7. Examples of test site validation methods are listed below:</w:t>
      </w:r>
    </w:p>
    <w:p w14:paraId="1E186B65" w14:textId="77777777" w:rsidR="005F2378" w:rsidRPr="004E0614" w:rsidRDefault="005F2378" w:rsidP="00794AD6">
      <w:pPr>
        <w:pStyle w:val="B3"/>
      </w:pPr>
      <w:r w:rsidRPr="004E0614">
        <w:t>-</w:t>
      </w:r>
      <w:r w:rsidR="00891739">
        <w:tab/>
      </w:r>
      <w:r w:rsidRPr="004E0614">
        <w:t>30 - 1000 MHz frequency range: Normalized Site Attenuation (NSA), Reference Site Method (RSM)</w:t>
      </w:r>
      <w:r>
        <w:t>.</w:t>
      </w:r>
      <w:r w:rsidRPr="004E0614">
        <w:t xml:space="preserve"> </w:t>
      </w:r>
    </w:p>
    <w:p w14:paraId="1E186B66" w14:textId="77777777" w:rsidR="005F2378" w:rsidRDefault="005F2378" w:rsidP="00794AD6">
      <w:pPr>
        <w:pStyle w:val="B3"/>
        <w:rPr>
          <w:color w:val="000000" w:themeColor="text1"/>
        </w:rPr>
      </w:pPr>
      <w:r w:rsidRPr="004E0614">
        <w:t>-</w:t>
      </w:r>
      <w:r w:rsidR="00891739">
        <w:tab/>
      </w:r>
      <w:r w:rsidRPr="004E0614">
        <w:t>1 - 18 GHz frequency range: S</w:t>
      </w:r>
      <w:r w:rsidRPr="004E0614">
        <w:rPr>
          <w:vertAlign w:val="subscript"/>
        </w:rPr>
        <w:t>VSWR</w:t>
      </w:r>
      <w:r w:rsidRPr="004E0614">
        <w:t xml:space="preserve"> standard test procedure, S</w:t>
      </w:r>
      <w:r w:rsidRPr="004E0614">
        <w:rPr>
          <w:vertAlign w:val="subscript"/>
        </w:rPr>
        <w:t>VSWR</w:t>
      </w:r>
      <w:r w:rsidRPr="004E0614">
        <w:t xml:space="preserve"> reciprocal test procedure.</w:t>
      </w:r>
      <w:r>
        <w:t xml:space="preserve"> </w:t>
      </w:r>
    </w:p>
    <w:p w14:paraId="1E186B67" w14:textId="77777777" w:rsidR="005F2378" w:rsidRPr="005F2378" w:rsidRDefault="005F2378" w:rsidP="005F2378">
      <w:pPr>
        <w:pStyle w:val="B2"/>
        <w:rPr>
          <w:color w:val="000000" w:themeColor="text1"/>
          <w:lang w:eastAsia="en-GB"/>
        </w:rPr>
      </w:pPr>
      <w:r>
        <w:rPr>
          <w:color w:val="000000" w:themeColor="text1"/>
          <w:lang w:eastAsia="en-GB"/>
        </w:rPr>
        <w:t>2)</w:t>
      </w:r>
      <w:r>
        <w:rPr>
          <w:color w:val="000000" w:themeColor="text1"/>
          <w:lang w:eastAsia="en-GB"/>
        </w:rPr>
        <w:tab/>
        <w:t>Substitution method measurement (also called a substitution method)</w:t>
      </w:r>
    </w:p>
    <w:p w14:paraId="1E186B68" w14:textId="77777777" w:rsidR="005F2378" w:rsidRDefault="005F2378" w:rsidP="00794AD6">
      <w:pPr>
        <w:pStyle w:val="B3"/>
      </w:pPr>
      <w:r>
        <w:tab/>
        <w:t xml:space="preserve">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 </w:t>
      </w:r>
      <w:r>
        <w:rPr>
          <w:lang w:eastAsia="en-GB"/>
        </w:rPr>
        <w:t>Unless otherwise stated, all measurements are done as mean power (RMS).</w:t>
      </w:r>
    </w:p>
    <w:p w14:paraId="1E186B69" w14:textId="77777777" w:rsidR="005F2378" w:rsidRDefault="005F2378" w:rsidP="005F2378">
      <w:pPr>
        <w:pStyle w:val="NO"/>
      </w:pPr>
      <w:r>
        <w:t>NOTE 2:</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rFonts w:hint="eastAsia"/>
          <w:lang w:val="en-US" w:eastAsia="zh-CN"/>
        </w:rPr>
        <w:t>24</w:t>
      </w:r>
      <w:r>
        <w:t>].</w:t>
      </w:r>
    </w:p>
    <w:p w14:paraId="1E186B6A" w14:textId="77777777" w:rsidR="005F2378" w:rsidRDefault="005F2378" w:rsidP="005F2378">
      <w:pPr>
        <w:pStyle w:val="EQ"/>
        <w:jc w:val="center"/>
      </w:pPr>
      <w:r>
        <w:t xml:space="preserve">e.r.p. (dBm) </w:t>
      </w:r>
      <w:r>
        <w:rPr>
          <w:rFonts w:ascii="Symbol" w:hAnsi="Symbol"/>
        </w:rPr>
        <w:t></w:t>
      </w:r>
      <w:r>
        <w:t xml:space="preserve"> </w:t>
      </w:r>
      <w:r>
        <w:rPr>
          <w:rFonts w:hint="eastAsia"/>
          <w:lang w:val="en-US" w:eastAsia="zh-CN"/>
        </w:rPr>
        <w:t>EIRP</w:t>
      </w:r>
      <w:r>
        <w:t xml:space="preserve"> (dBm) </w:t>
      </w:r>
      <w:r>
        <w:rPr>
          <w:rFonts w:ascii="Symbol" w:hAnsi="Symbol"/>
        </w:rPr>
        <w:t></w:t>
      </w:r>
      <w:r>
        <w:t xml:space="preserve"> 2.15</w:t>
      </w:r>
    </w:p>
    <w:p w14:paraId="1E186B6B" w14:textId="77777777" w:rsidR="005F2378" w:rsidRDefault="005F2378" w:rsidP="005F2378">
      <w:pPr>
        <w:pStyle w:val="B1"/>
      </w:pPr>
      <w:r>
        <w:t>b)</w:t>
      </w:r>
      <w:r>
        <w:tab/>
        <w:t>The BS shall transmit with</w:t>
      </w:r>
      <w:r>
        <w:rPr>
          <w:rFonts w:hint="eastAsia"/>
          <w:lang w:val="en-US" w:eastAsia="zh-CN"/>
        </w:rPr>
        <w:t xml:space="preserve"> </w:t>
      </w:r>
      <w:r>
        <w:t>maximum power declared by the manufacturer with all transmitters active. Set the base station to transmit a signal as stated in clause 4.5.</w:t>
      </w:r>
    </w:p>
    <w:p w14:paraId="1E186B6C" w14:textId="2426B629" w:rsidR="005F2378" w:rsidRDefault="005F2378" w:rsidP="005F2378">
      <w:pPr>
        <w:pStyle w:val="B1"/>
      </w:pPr>
      <w:r>
        <w:t>c)</w:t>
      </w:r>
      <w:r>
        <w:tab/>
        <w:t>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z.</w:t>
      </w:r>
      <w:r w:rsidR="009F6AA6">
        <w:t xml:space="preserve"> For some </w:t>
      </w:r>
      <w:r w:rsidR="009F6AA6">
        <w:rPr>
          <w:i/>
        </w:rPr>
        <w:t>operating bands</w:t>
      </w:r>
      <w:r w:rsidR="009F6AA6">
        <w:t>, the upper limit is higher than 12.75 GHz in order to comply with the 5</w:t>
      </w:r>
      <w:r w:rsidR="009F6AA6">
        <w:rPr>
          <w:vertAlign w:val="superscript"/>
        </w:rPr>
        <w:t>th</w:t>
      </w:r>
      <w:r w:rsidR="009F6AA6">
        <w:t xml:space="preserve"> harmonic limit of the downlink </w:t>
      </w:r>
      <w:r w:rsidR="009F6AA6">
        <w:rPr>
          <w:i/>
        </w:rPr>
        <w:t>operating band</w:t>
      </w:r>
      <w:r w:rsidR="009F6AA6">
        <w:t>, as specified in ITU-R SM.329 [2</w:t>
      </w:r>
      <w:r w:rsidR="009F6AA6">
        <w:rPr>
          <w:rFonts w:eastAsia="SimSun" w:hint="eastAsia"/>
          <w:lang w:val="en-US" w:eastAsia="zh-CN"/>
        </w:rPr>
        <w:t>4</w:t>
      </w:r>
      <w:r w:rsidR="009F6AA6">
        <w:t>].The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14:paraId="1E186B6D" w14:textId="77777777" w:rsidR="00823707" w:rsidRPr="00D910A1" w:rsidRDefault="00823707" w:rsidP="00823707">
      <w:pPr>
        <w:pStyle w:val="Heading4"/>
      </w:pPr>
      <w:bookmarkStart w:id="572" w:name="_Toc52563710"/>
      <w:bookmarkStart w:id="573" w:name="_Toc52563805"/>
      <w:bookmarkStart w:id="574" w:name="_Toc52563898"/>
      <w:bookmarkStart w:id="575" w:name="_Toc61181803"/>
      <w:bookmarkStart w:id="576" w:name="_Toc74642621"/>
      <w:bookmarkStart w:id="577" w:name="_Toc76543799"/>
      <w:bookmarkStart w:id="578" w:name="_Toc82627385"/>
      <w:bookmarkStart w:id="579" w:name="_Toc106198119"/>
      <w:r w:rsidRPr="00D910A1">
        <w:t>8.2.1.</w:t>
      </w:r>
      <w:r w:rsidRPr="00D910A1">
        <w:rPr>
          <w:lang w:val="en-US"/>
        </w:rPr>
        <w:t>3</w:t>
      </w:r>
      <w:r w:rsidRPr="00D910A1">
        <w:tab/>
      </w:r>
      <w:r w:rsidRPr="00D910A1">
        <w:rPr>
          <w:lang w:val="en-US"/>
        </w:rPr>
        <w:t>Limits</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1E186B6E" w14:textId="77777777" w:rsidR="00823707" w:rsidRPr="00D910A1" w:rsidRDefault="00823707" w:rsidP="00823707">
      <w:r w:rsidRPr="00D910A1">
        <w:t>The frequency boundary and reference bandwidths for the detailed transitions of the limits between the requirements for out of band emissions and spurious emissions are based on ITU-R Recommendations SM.329 [</w:t>
      </w:r>
      <w:r w:rsidRPr="00D910A1">
        <w:rPr>
          <w:lang w:val="en-US" w:eastAsia="zh-CN"/>
        </w:rPr>
        <w:t>24</w:t>
      </w:r>
      <w:r w:rsidRPr="00D910A1">
        <w:t>] and SM.1539 [</w:t>
      </w:r>
      <w:r w:rsidRPr="00D910A1">
        <w:rPr>
          <w:lang w:val="en-US" w:eastAsia="zh-CN"/>
        </w:rPr>
        <w:t>26</w:t>
      </w:r>
      <w:r w:rsidRPr="00D910A1">
        <w:t>].</w:t>
      </w:r>
    </w:p>
    <w:p w14:paraId="1E186B6F" w14:textId="77777777" w:rsidR="00823707" w:rsidRPr="00D910A1" w:rsidRDefault="00823707" w:rsidP="00823707">
      <w:pPr>
        <w:rPr>
          <w:rFonts w:cs="v4.2.0"/>
        </w:rPr>
      </w:pPr>
      <w:r w:rsidRPr="00D910A1">
        <w:rPr>
          <w:rFonts w:cs="v4.2.0"/>
        </w:rPr>
        <w:t xml:space="preserve">The </w:t>
      </w:r>
      <w:r w:rsidRPr="00D910A1">
        <w:rPr>
          <w:rFonts w:cs="v4.2.0"/>
          <w:i/>
          <w:iCs/>
          <w:lang w:val="en-US" w:eastAsia="zh-CN"/>
        </w:rPr>
        <w:t>BS type 1-C</w:t>
      </w:r>
      <w:r w:rsidRPr="00D910A1">
        <w:rPr>
          <w:rFonts w:cs="v4.2.0"/>
          <w:lang w:val="en-US" w:eastAsia="zh-CN"/>
        </w:rPr>
        <w:t xml:space="preserve"> and </w:t>
      </w:r>
      <w:r w:rsidRPr="00D910A1">
        <w:rPr>
          <w:rFonts w:cs="v4.2.0"/>
          <w:i/>
          <w:iCs/>
          <w:lang w:val="en-US" w:eastAsia="zh-CN"/>
        </w:rPr>
        <w:t>BS type 1-H</w:t>
      </w:r>
      <w:r w:rsidRPr="00D910A1">
        <w:rPr>
          <w:rFonts w:cs="v4.2.0"/>
          <w:i/>
          <w:iCs/>
        </w:rPr>
        <w:t xml:space="preserve"> </w:t>
      </w:r>
      <w:r w:rsidRPr="00D910A1">
        <w:rPr>
          <w:rFonts w:cs="v4.2.0"/>
        </w:rPr>
        <w:t>shall meet the limits below:</w:t>
      </w:r>
    </w:p>
    <w:p w14:paraId="1E186B70" w14:textId="77777777" w:rsidR="00823707" w:rsidRPr="00D910A1" w:rsidRDefault="00823707" w:rsidP="00823707">
      <w:pPr>
        <w:pStyle w:val="TH"/>
      </w:pPr>
      <w:r w:rsidRPr="00D910A1">
        <w:lastRenderedPageBreak/>
        <w:t>Table 8.2.1.3-1: Limits for radiated emissions from BS</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317"/>
        <w:gridCol w:w="2121"/>
        <w:gridCol w:w="2046"/>
        <w:gridCol w:w="1346"/>
        <w:gridCol w:w="987"/>
      </w:tblGrid>
      <w:tr w:rsidR="00456274" w14:paraId="1E186B7B" w14:textId="77777777" w:rsidTr="00456274">
        <w:trPr>
          <w:jc w:val="center"/>
        </w:trPr>
        <w:tc>
          <w:tcPr>
            <w:tcW w:w="2161" w:type="dxa"/>
          </w:tcPr>
          <w:p w14:paraId="1E186B71" w14:textId="77777777" w:rsidR="00456274" w:rsidRDefault="00456274" w:rsidP="00456274">
            <w:pPr>
              <w:pStyle w:val="TAH"/>
              <w:widowControl w:val="0"/>
            </w:pPr>
            <w:r>
              <w:t>Frequency range</w:t>
            </w:r>
          </w:p>
        </w:tc>
        <w:tc>
          <w:tcPr>
            <w:tcW w:w="1317" w:type="dxa"/>
          </w:tcPr>
          <w:p w14:paraId="1E186B72" w14:textId="77777777" w:rsidR="00456274" w:rsidRDefault="00456274" w:rsidP="00456274">
            <w:pPr>
              <w:pStyle w:val="TAH"/>
              <w:keepNext w:val="0"/>
              <w:keepLines w:val="0"/>
              <w:widowControl w:val="0"/>
              <w:rPr>
                <w:szCs w:val="18"/>
                <w:lang w:eastAsia="en-GB"/>
              </w:rPr>
            </w:pPr>
            <w:r>
              <w:rPr>
                <w:szCs w:val="18"/>
                <w:lang w:eastAsia="en-GB"/>
              </w:rPr>
              <w:t>e.r.p.</w:t>
            </w:r>
          </w:p>
          <w:p w14:paraId="1E186B73" w14:textId="77777777" w:rsidR="00456274" w:rsidRPr="00456274" w:rsidRDefault="00456274" w:rsidP="00456274">
            <w:pPr>
              <w:pStyle w:val="TAH"/>
              <w:keepNext w:val="0"/>
              <w:keepLines w:val="0"/>
              <w:widowControl w:val="0"/>
              <w:rPr>
                <w:szCs w:val="18"/>
                <w:lang w:eastAsia="en-GB"/>
              </w:rPr>
            </w:pPr>
            <w:r>
              <w:rPr>
                <w:szCs w:val="18"/>
                <w:lang w:eastAsia="en-GB"/>
              </w:rPr>
              <w:t>(</w:t>
            </w:r>
            <w:r>
              <w:rPr>
                <w:lang w:eastAsia="en-GB"/>
              </w:rPr>
              <w:t>dBm</w:t>
            </w:r>
            <w:r>
              <w:rPr>
                <w:szCs w:val="18"/>
                <w:lang w:eastAsia="en-GB"/>
              </w:rPr>
              <w:t>)</w:t>
            </w:r>
          </w:p>
        </w:tc>
        <w:tc>
          <w:tcPr>
            <w:tcW w:w="2121" w:type="dxa"/>
          </w:tcPr>
          <w:p w14:paraId="1E186B74" w14:textId="77777777" w:rsidR="00456274" w:rsidRDefault="00456274" w:rsidP="00456274">
            <w:pPr>
              <w:pStyle w:val="TAH"/>
              <w:keepNext w:val="0"/>
              <w:keepLines w:val="0"/>
              <w:widowControl w:val="0"/>
            </w:pPr>
            <w:r>
              <w:rPr>
                <w:color w:val="000000" w:themeColor="text1"/>
                <w:lang w:eastAsia="en-GB"/>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1E186B75" w14:textId="77777777" w:rsidR="00456274" w:rsidRDefault="00456274" w:rsidP="00456274">
            <w:pPr>
              <w:pStyle w:val="TAH"/>
              <w:widowControl w:val="0"/>
            </w:pPr>
            <w:r>
              <w:t>(NOTE 4)</w:t>
            </w:r>
          </w:p>
        </w:tc>
        <w:tc>
          <w:tcPr>
            <w:tcW w:w="2046" w:type="dxa"/>
          </w:tcPr>
          <w:p w14:paraId="1E186B76" w14:textId="77777777" w:rsidR="00456274" w:rsidRDefault="00456274" w:rsidP="00456274">
            <w:pPr>
              <w:pStyle w:val="TAH"/>
              <w:keepNext w:val="0"/>
              <w:keepLines w:val="0"/>
              <w:widowControl w:val="0"/>
            </w:pPr>
            <w:r>
              <w:rPr>
                <w:color w:val="000000" w:themeColor="text1"/>
                <w:lang w:eastAsia="en-GB"/>
              </w:rPr>
              <w:t>Field strength at 10 m</w:t>
            </w:r>
          </w:p>
          <w:p w14:paraId="1E186B77" w14:textId="77777777" w:rsidR="00456274" w:rsidRDefault="00456274" w:rsidP="00456274">
            <w:pPr>
              <w:pStyle w:val="TAH"/>
              <w:keepNext w:val="0"/>
              <w:keepLines w:val="0"/>
              <w:widowControl w:val="0"/>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1E186B78" w14:textId="77777777" w:rsidR="00456274" w:rsidRDefault="00456274" w:rsidP="00456274">
            <w:pPr>
              <w:pStyle w:val="TAH"/>
              <w:widowControl w:val="0"/>
            </w:pPr>
            <w:r>
              <w:t>(NOTE 4)</w:t>
            </w:r>
          </w:p>
        </w:tc>
        <w:tc>
          <w:tcPr>
            <w:tcW w:w="1346" w:type="dxa"/>
          </w:tcPr>
          <w:p w14:paraId="1E186B79" w14:textId="77777777" w:rsidR="00456274" w:rsidRDefault="00456274" w:rsidP="00456274">
            <w:pPr>
              <w:pStyle w:val="TAH"/>
              <w:keepNext w:val="0"/>
              <w:keepLines w:val="0"/>
              <w:widowControl w:val="0"/>
            </w:pPr>
            <w:r>
              <w:rPr>
                <w:szCs w:val="18"/>
                <w:lang w:eastAsia="en-GB"/>
              </w:rPr>
              <w:t>Reference bandwidth</w:t>
            </w:r>
          </w:p>
        </w:tc>
        <w:tc>
          <w:tcPr>
            <w:tcW w:w="987" w:type="dxa"/>
          </w:tcPr>
          <w:p w14:paraId="1E186B7A" w14:textId="77777777" w:rsidR="00456274" w:rsidRDefault="00456274" w:rsidP="00456274">
            <w:pPr>
              <w:pStyle w:val="TAH"/>
              <w:widowControl w:val="0"/>
            </w:pPr>
            <w:r>
              <w:t>Notes</w:t>
            </w:r>
          </w:p>
        </w:tc>
      </w:tr>
      <w:tr w:rsidR="005F2378" w14:paraId="1E186B82" w14:textId="77777777" w:rsidTr="00456274">
        <w:trPr>
          <w:jc w:val="center"/>
        </w:trPr>
        <w:tc>
          <w:tcPr>
            <w:tcW w:w="2161" w:type="dxa"/>
          </w:tcPr>
          <w:p w14:paraId="1E186B7C" w14:textId="77777777" w:rsidR="005F2378" w:rsidRDefault="005F2378" w:rsidP="00456274">
            <w:pPr>
              <w:pStyle w:val="TAC"/>
              <w:keepNext w:val="0"/>
              <w:keepLines w:val="0"/>
              <w:widowControl w:val="0"/>
            </w:pPr>
            <w:r>
              <w:t>30 MHz ≤ f &lt; 1000 MHz</w:t>
            </w:r>
          </w:p>
        </w:tc>
        <w:tc>
          <w:tcPr>
            <w:tcW w:w="1317" w:type="dxa"/>
          </w:tcPr>
          <w:p w14:paraId="1E186B7D" w14:textId="77777777" w:rsidR="005F2378" w:rsidRDefault="005F2378" w:rsidP="00456274">
            <w:pPr>
              <w:pStyle w:val="TAC"/>
            </w:pPr>
            <w:r>
              <w:rPr>
                <w:lang w:eastAsia="en-GB"/>
              </w:rPr>
              <w:t>-36</w:t>
            </w:r>
          </w:p>
        </w:tc>
        <w:tc>
          <w:tcPr>
            <w:tcW w:w="2121" w:type="dxa"/>
          </w:tcPr>
          <w:p w14:paraId="1E186B7E" w14:textId="77777777" w:rsidR="005F2378" w:rsidRDefault="005F2378" w:rsidP="00456274">
            <w:pPr>
              <w:pStyle w:val="TAC"/>
              <w:keepNext w:val="0"/>
              <w:keepLines w:val="0"/>
              <w:widowControl w:val="0"/>
              <w:rPr>
                <w:color w:val="000000" w:themeColor="text1"/>
                <w:lang w:eastAsia="ko-KR"/>
              </w:rPr>
            </w:pPr>
            <w:r>
              <w:rPr>
                <w:color w:val="000000" w:themeColor="text1"/>
                <w:lang w:eastAsia="ko-KR"/>
              </w:rPr>
              <w:t>65.4 (NOTE 5)</w:t>
            </w:r>
          </w:p>
        </w:tc>
        <w:tc>
          <w:tcPr>
            <w:tcW w:w="2046" w:type="dxa"/>
          </w:tcPr>
          <w:p w14:paraId="1E186B7F" w14:textId="77777777" w:rsidR="005F2378" w:rsidRDefault="005F2378" w:rsidP="00456274">
            <w:pPr>
              <w:pStyle w:val="TAC"/>
              <w:keepNext w:val="0"/>
              <w:keepLines w:val="0"/>
              <w:widowControl w:val="0"/>
            </w:pPr>
            <w:r>
              <w:rPr>
                <w:color w:val="000000" w:themeColor="text1"/>
                <w:lang w:eastAsia="ko-KR"/>
              </w:rPr>
              <w:t xml:space="preserve">54.9 </w:t>
            </w:r>
            <w:r>
              <w:t>(</w:t>
            </w:r>
            <w:r>
              <w:rPr>
                <w:color w:val="000000" w:themeColor="text1"/>
                <w:lang w:eastAsia="ko-KR"/>
              </w:rPr>
              <w:t>NOTE 5</w:t>
            </w:r>
            <w:r>
              <w:t>)</w:t>
            </w:r>
          </w:p>
        </w:tc>
        <w:tc>
          <w:tcPr>
            <w:tcW w:w="1346" w:type="dxa"/>
          </w:tcPr>
          <w:p w14:paraId="1E186B80" w14:textId="77777777" w:rsidR="005F2378" w:rsidRDefault="005F2378" w:rsidP="00456274">
            <w:pPr>
              <w:pStyle w:val="TAC"/>
              <w:keepNext w:val="0"/>
              <w:keepLines w:val="0"/>
              <w:widowControl w:val="0"/>
            </w:pPr>
            <w:r>
              <w:rPr>
                <w:lang w:eastAsia="en-GB"/>
              </w:rPr>
              <w:t>100 kHz</w:t>
            </w:r>
          </w:p>
        </w:tc>
        <w:tc>
          <w:tcPr>
            <w:tcW w:w="987" w:type="dxa"/>
          </w:tcPr>
          <w:p w14:paraId="1E186B81" w14:textId="77777777" w:rsidR="005F2378" w:rsidRDefault="005F2378" w:rsidP="00456274">
            <w:pPr>
              <w:pStyle w:val="TAC"/>
              <w:keepNext w:val="0"/>
              <w:keepLines w:val="0"/>
              <w:widowControl w:val="0"/>
            </w:pPr>
          </w:p>
        </w:tc>
      </w:tr>
      <w:tr w:rsidR="005F2378" w14:paraId="1E186B89" w14:textId="77777777" w:rsidTr="00456274">
        <w:trPr>
          <w:jc w:val="center"/>
        </w:trPr>
        <w:tc>
          <w:tcPr>
            <w:tcW w:w="2161" w:type="dxa"/>
          </w:tcPr>
          <w:p w14:paraId="1E186B83" w14:textId="77777777" w:rsidR="005F2378" w:rsidRDefault="005F2378" w:rsidP="00456274">
            <w:pPr>
              <w:pStyle w:val="TAC"/>
              <w:keepNext w:val="0"/>
              <w:keepLines w:val="0"/>
              <w:widowControl w:val="0"/>
            </w:pPr>
            <w:r>
              <w:t>1 GHz ≤ f &lt; 12.75 GHz</w:t>
            </w:r>
          </w:p>
        </w:tc>
        <w:tc>
          <w:tcPr>
            <w:tcW w:w="1317" w:type="dxa"/>
          </w:tcPr>
          <w:p w14:paraId="1E186B84" w14:textId="77777777" w:rsidR="005F2378" w:rsidRDefault="005F2378" w:rsidP="00456274">
            <w:pPr>
              <w:pStyle w:val="TAC"/>
            </w:pPr>
            <w:r>
              <w:rPr>
                <w:lang w:eastAsia="en-GB"/>
              </w:rPr>
              <w:t>-30</w:t>
            </w:r>
          </w:p>
        </w:tc>
        <w:tc>
          <w:tcPr>
            <w:tcW w:w="2121" w:type="dxa"/>
          </w:tcPr>
          <w:p w14:paraId="1E186B85" w14:textId="77777777" w:rsidR="005F2378" w:rsidRDefault="005F2378" w:rsidP="00456274">
            <w:pPr>
              <w:pStyle w:val="TAC"/>
              <w:keepNext w:val="0"/>
              <w:keepLines w:val="0"/>
              <w:widowControl w:val="0"/>
            </w:pPr>
            <w:r>
              <w:rPr>
                <w:color w:val="000000" w:themeColor="text1"/>
                <w:lang w:eastAsia="ko-KR"/>
              </w:rPr>
              <w:t>67.4</w:t>
            </w:r>
          </w:p>
        </w:tc>
        <w:tc>
          <w:tcPr>
            <w:tcW w:w="2046" w:type="dxa"/>
          </w:tcPr>
          <w:p w14:paraId="1E186B86" w14:textId="77777777" w:rsidR="005F2378" w:rsidRDefault="005F2378" w:rsidP="00456274">
            <w:pPr>
              <w:pStyle w:val="TAC"/>
              <w:keepNext w:val="0"/>
              <w:keepLines w:val="0"/>
              <w:widowControl w:val="0"/>
            </w:pPr>
            <w:r>
              <w:rPr>
                <w:color w:val="000000" w:themeColor="text1"/>
                <w:lang w:eastAsia="ko-KR"/>
              </w:rPr>
              <w:t>Not applicable</w:t>
            </w:r>
          </w:p>
        </w:tc>
        <w:tc>
          <w:tcPr>
            <w:tcW w:w="1346" w:type="dxa"/>
          </w:tcPr>
          <w:p w14:paraId="1E186B87" w14:textId="77777777" w:rsidR="005F2378" w:rsidRDefault="005F2378" w:rsidP="00456274">
            <w:pPr>
              <w:pStyle w:val="TAC"/>
              <w:keepNext w:val="0"/>
              <w:keepLines w:val="0"/>
              <w:widowControl w:val="0"/>
            </w:pPr>
            <w:r>
              <w:rPr>
                <w:color w:val="000000" w:themeColor="text1"/>
                <w:lang w:eastAsia="ko-KR"/>
              </w:rPr>
              <w:t>1 MHz</w:t>
            </w:r>
          </w:p>
        </w:tc>
        <w:tc>
          <w:tcPr>
            <w:tcW w:w="987" w:type="dxa"/>
          </w:tcPr>
          <w:p w14:paraId="1E186B88" w14:textId="77777777" w:rsidR="005F2378" w:rsidRDefault="005F2378" w:rsidP="00456274">
            <w:pPr>
              <w:pStyle w:val="TAC"/>
              <w:keepNext w:val="0"/>
              <w:keepLines w:val="0"/>
              <w:widowControl w:val="0"/>
            </w:pPr>
          </w:p>
        </w:tc>
      </w:tr>
      <w:tr w:rsidR="00710865" w14:paraId="1E186B90" w14:textId="77777777" w:rsidTr="00710865">
        <w:trPr>
          <w:jc w:val="center"/>
        </w:trPr>
        <w:tc>
          <w:tcPr>
            <w:tcW w:w="2161" w:type="dxa"/>
          </w:tcPr>
          <w:p w14:paraId="1E186B8A" w14:textId="77777777" w:rsidR="00710865" w:rsidRDefault="00710865" w:rsidP="00710865">
            <w:pPr>
              <w:pStyle w:val="TAC"/>
              <w:keepNext w:val="0"/>
              <w:keepLines w:val="0"/>
              <w:widowControl w:val="0"/>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317" w:type="dxa"/>
          </w:tcPr>
          <w:p w14:paraId="1E186B8B" w14:textId="77777777" w:rsidR="00710865" w:rsidRDefault="00710865" w:rsidP="00710865">
            <w:pPr>
              <w:pStyle w:val="TAC"/>
            </w:pPr>
            <w:r>
              <w:rPr>
                <w:lang w:eastAsia="en-GB"/>
              </w:rPr>
              <w:t>-30</w:t>
            </w:r>
          </w:p>
        </w:tc>
        <w:tc>
          <w:tcPr>
            <w:tcW w:w="2121" w:type="dxa"/>
          </w:tcPr>
          <w:p w14:paraId="1E186B8C" w14:textId="77777777" w:rsidR="00710865" w:rsidRDefault="00710865" w:rsidP="00710865">
            <w:pPr>
              <w:pStyle w:val="TAC"/>
              <w:keepNext w:val="0"/>
              <w:keepLines w:val="0"/>
              <w:widowControl w:val="0"/>
            </w:pPr>
            <w:r>
              <w:rPr>
                <w:color w:val="000000" w:themeColor="text1"/>
                <w:lang w:eastAsia="ko-KR"/>
              </w:rPr>
              <w:t>67.4</w:t>
            </w:r>
          </w:p>
        </w:tc>
        <w:tc>
          <w:tcPr>
            <w:tcW w:w="2046" w:type="dxa"/>
          </w:tcPr>
          <w:p w14:paraId="1E186B8D" w14:textId="77777777" w:rsidR="00710865" w:rsidRDefault="00710865" w:rsidP="00710865">
            <w:pPr>
              <w:pStyle w:val="TAC"/>
              <w:keepNext w:val="0"/>
              <w:keepLines w:val="0"/>
              <w:widowControl w:val="0"/>
            </w:pPr>
            <w:r>
              <w:rPr>
                <w:color w:val="000000" w:themeColor="text1"/>
                <w:lang w:eastAsia="ko-KR"/>
              </w:rPr>
              <w:t>Not applicable</w:t>
            </w:r>
          </w:p>
        </w:tc>
        <w:tc>
          <w:tcPr>
            <w:tcW w:w="1346" w:type="dxa"/>
          </w:tcPr>
          <w:p w14:paraId="1E186B8E" w14:textId="77777777" w:rsidR="00710865" w:rsidRDefault="00710865" w:rsidP="00710865">
            <w:pPr>
              <w:pStyle w:val="TAC"/>
              <w:keepNext w:val="0"/>
              <w:keepLines w:val="0"/>
              <w:widowControl w:val="0"/>
            </w:pPr>
            <w:r>
              <w:rPr>
                <w:color w:val="000000" w:themeColor="text1"/>
                <w:lang w:eastAsia="ko-KR"/>
              </w:rPr>
              <w:t>1 MHz</w:t>
            </w:r>
          </w:p>
        </w:tc>
        <w:tc>
          <w:tcPr>
            <w:tcW w:w="987" w:type="dxa"/>
          </w:tcPr>
          <w:p w14:paraId="1E186B8F" w14:textId="77777777" w:rsidR="00710865" w:rsidRDefault="00710865" w:rsidP="00710865">
            <w:pPr>
              <w:pStyle w:val="TAC"/>
            </w:pPr>
            <w:r>
              <w:t>NOTE 1</w:t>
            </w:r>
          </w:p>
        </w:tc>
      </w:tr>
      <w:tr w:rsidR="008C719F" w14:paraId="05133B31" w14:textId="77777777" w:rsidTr="00C867A3">
        <w:trPr>
          <w:jc w:val="center"/>
        </w:trPr>
        <w:tc>
          <w:tcPr>
            <w:tcW w:w="2161" w:type="dxa"/>
            <w:vAlign w:val="center"/>
          </w:tcPr>
          <w:p w14:paraId="5BB992F3" w14:textId="13A0E158" w:rsidR="008C719F" w:rsidRDefault="008C719F" w:rsidP="008C719F">
            <w:pPr>
              <w:pStyle w:val="TAC"/>
              <w:keepNext w:val="0"/>
              <w:keepLines w:val="0"/>
              <w:widowControl w:val="0"/>
            </w:pPr>
            <w:r>
              <w:rPr>
                <w:rFonts w:eastAsia="SimSun" w:hint="eastAsia"/>
                <w:lang w:val="en-US" w:eastAsia="zh-CN"/>
              </w:rPr>
              <w:t>12.75 GHz - 26 GHz</w:t>
            </w:r>
          </w:p>
        </w:tc>
        <w:tc>
          <w:tcPr>
            <w:tcW w:w="1317" w:type="dxa"/>
            <w:vAlign w:val="center"/>
          </w:tcPr>
          <w:p w14:paraId="7947642E" w14:textId="1DF1B2CE" w:rsidR="008C719F" w:rsidRDefault="008C719F" w:rsidP="008C719F">
            <w:pPr>
              <w:pStyle w:val="TAC"/>
              <w:keepNext w:val="0"/>
              <w:keepLines w:val="0"/>
              <w:widowControl w:val="0"/>
              <w:rPr>
                <w:lang w:eastAsia="en-GB"/>
              </w:rPr>
            </w:pPr>
            <w:r>
              <w:rPr>
                <w:rFonts w:eastAsia="SimSun" w:hint="eastAsia"/>
                <w:lang w:val="en-US" w:eastAsia="zh-CN"/>
              </w:rPr>
              <w:t>-30</w:t>
            </w:r>
          </w:p>
        </w:tc>
        <w:tc>
          <w:tcPr>
            <w:tcW w:w="2121" w:type="dxa"/>
            <w:vAlign w:val="center"/>
          </w:tcPr>
          <w:p w14:paraId="42DB3072" w14:textId="5C654766" w:rsidR="008C719F" w:rsidRDefault="008C719F" w:rsidP="008C719F">
            <w:pPr>
              <w:pStyle w:val="TAC"/>
              <w:keepNext w:val="0"/>
              <w:keepLines w:val="0"/>
              <w:widowControl w:val="0"/>
              <w:rPr>
                <w:lang w:eastAsia="en-GB"/>
              </w:rPr>
            </w:pPr>
            <w:r>
              <w:rPr>
                <w:rFonts w:eastAsia="SimSun" w:hint="eastAsia"/>
                <w:color w:val="000000" w:themeColor="text1"/>
                <w:lang w:val="en-US" w:eastAsia="zh-CN"/>
              </w:rPr>
              <w:t>67.4</w:t>
            </w:r>
          </w:p>
        </w:tc>
        <w:tc>
          <w:tcPr>
            <w:tcW w:w="2046" w:type="dxa"/>
            <w:vAlign w:val="center"/>
          </w:tcPr>
          <w:p w14:paraId="6DDE6971" w14:textId="34710798" w:rsidR="008C719F" w:rsidRDefault="008C719F" w:rsidP="008C719F">
            <w:pPr>
              <w:pStyle w:val="TAC"/>
              <w:keepNext w:val="0"/>
              <w:keepLines w:val="0"/>
              <w:widowControl w:val="0"/>
              <w:rPr>
                <w:lang w:eastAsia="en-GB"/>
              </w:rPr>
            </w:pPr>
            <w:r>
              <w:rPr>
                <w:rFonts w:eastAsia="SimSun" w:hint="eastAsia"/>
                <w:color w:val="000000" w:themeColor="text1"/>
                <w:lang w:val="en-US" w:eastAsia="zh-CN"/>
              </w:rPr>
              <w:t>Not applicable</w:t>
            </w:r>
          </w:p>
        </w:tc>
        <w:tc>
          <w:tcPr>
            <w:tcW w:w="1346" w:type="dxa"/>
            <w:vAlign w:val="center"/>
          </w:tcPr>
          <w:p w14:paraId="088000B3" w14:textId="6F3D2F80" w:rsidR="008C719F" w:rsidRDefault="008C719F" w:rsidP="008C719F">
            <w:pPr>
              <w:pStyle w:val="TAC"/>
              <w:keepNext w:val="0"/>
              <w:keepLines w:val="0"/>
              <w:widowControl w:val="0"/>
              <w:rPr>
                <w:lang w:eastAsia="en-GB"/>
              </w:rPr>
            </w:pPr>
            <w:r>
              <w:rPr>
                <w:rFonts w:eastAsia="SimSun" w:hint="eastAsia"/>
                <w:color w:val="000000" w:themeColor="text1"/>
                <w:lang w:val="en-US" w:eastAsia="zh-CN"/>
              </w:rPr>
              <w:t>1 MHz</w:t>
            </w:r>
          </w:p>
        </w:tc>
        <w:tc>
          <w:tcPr>
            <w:tcW w:w="987" w:type="dxa"/>
            <w:vAlign w:val="center"/>
          </w:tcPr>
          <w:p w14:paraId="31A79531" w14:textId="1954472D" w:rsidR="008C719F" w:rsidRDefault="008C719F" w:rsidP="008C719F">
            <w:pPr>
              <w:pStyle w:val="TAC"/>
            </w:pPr>
            <w:r>
              <w:rPr>
                <w:rFonts w:eastAsia="SimSun" w:hint="eastAsia"/>
                <w:lang w:val="en-US" w:eastAsia="zh-CN"/>
              </w:rPr>
              <w:t>NOTE 6</w:t>
            </w:r>
          </w:p>
        </w:tc>
      </w:tr>
      <w:tr w:rsidR="00710865" w14:paraId="1E186B97" w14:textId="77777777" w:rsidTr="00710865">
        <w:trPr>
          <w:jc w:val="center"/>
        </w:trPr>
        <w:tc>
          <w:tcPr>
            <w:tcW w:w="2161" w:type="dxa"/>
          </w:tcPr>
          <w:p w14:paraId="1E186B91" w14:textId="77777777" w:rsidR="00710865" w:rsidRDefault="00710865" w:rsidP="00710865">
            <w:pPr>
              <w:pStyle w:val="TAC"/>
              <w:keepNext w:val="0"/>
              <w:keepLines w:val="0"/>
              <w:widowControl w:val="0"/>
            </w:pPr>
            <w:r>
              <w:t>F</w:t>
            </w:r>
            <w:r>
              <w:rPr>
                <w:vertAlign w:val="subscript"/>
              </w:rPr>
              <w:t>DL,low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vertAlign w:val="subscript"/>
              </w:rPr>
              <w:t>DL,high</w:t>
            </w:r>
            <w:r>
              <w:t xml:space="preserve"> </w:t>
            </w:r>
            <w:r>
              <w:rPr>
                <w:lang w:eastAsia="en-GB"/>
              </w:rPr>
              <w:t>+</w:t>
            </w:r>
            <w:r>
              <w:t>Δf</w:t>
            </w:r>
            <w:r>
              <w:rPr>
                <w:rFonts w:hint="eastAsia"/>
                <w:vertAlign w:val="subscript"/>
                <w:lang w:val="en-US" w:eastAsia="zh-CN"/>
              </w:rPr>
              <w:t>OBUE</w:t>
            </w:r>
          </w:p>
        </w:tc>
        <w:tc>
          <w:tcPr>
            <w:tcW w:w="1317" w:type="dxa"/>
          </w:tcPr>
          <w:p w14:paraId="1E186B92" w14:textId="77777777" w:rsidR="00710865" w:rsidRDefault="00710865" w:rsidP="00710865">
            <w:pPr>
              <w:pStyle w:val="TAC"/>
              <w:keepNext w:val="0"/>
              <w:keepLines w:val="0"/>
              <w:widowControl w:val="0"/>
            </w:pPr>
            <w:r>
              <w:rPr>
                <w:lang w:eastAsia="en-GB"/>
              </w:rPr>
              <w:t>Not defined</w:t>
            </w:r>
          </w:p>
        </w:tc>
        <w:tc>
          <w:tcPr>
            <w:tcW w:w="2121" w:type="dxa"/>
          </w:tcPr>
          <w:p w14:paraId="1E186B93" w14:textId="77777777" w:rsidR="00710865" w:rsidRDefault="00710865" w:rsidP="00710865">
            <w:pPr>
              <w:pStyle w:val="TAC"/>
              <w:keepNext w:val="0"/>
              <w:keepLines w:val="0"/>
              <w:widowControl w:val="0"/>
              <w:rPr>
                <w:lang w:val="en-US" w:eastAsia="zh-CN"/>
              </w:rPr>
            </w:pPr>
            <w:r>
              <w:rPr>
                <w:lang w:eastAsia="en-GB"/>
              </w:rPr>
              <w:t>Not defined</w:t>
            </w:r>
          </w:p>
        </w:tc>
        <w:tc>
          <w:tcPr>
            <w:tcW w:w="2046" w:type="dxa"/>
          </w:tcPr>
          <w:p w14:paraId="1E186B94" w14:textId="77777777" w:rsidR="00710865" w:rsidRDefault="00710865" w:rsidP="00710865">
            <w:pPr>
              <w:pStyle w:val="TAC"/>
              <w:keepNext w:val="0"/>
              <w:keepLines w:val="0"/>
              <w:widowControl w:val="0"/>
              <w:rPr>
                <w:lang w:val="en-US" w:eastAsia="zh-CN"/>
              </w:rPr>
            </w:pPr>
            <w:r>
              <w:rPr>
                <w:lang w:eastAsia="en-GB"/>
              </w:rPr>
              <w:t>Not defined</w:t>
            </w:r>
          </w:p>
        </w:tc>
        <w:tc>
          <w:tcPr>
            <w:tcW w:w="1346" w:type="dxa"/>
          </w:tcPr>
          <w:p w14:paraId="1E186B95" w14:textId="77777777" w:rsidR="00710865" w:rsidRDefault="00710865" w:rsidP="00710865">
            <w:pPr>
              <w:pStyle w:val="TAC"/>
              <w:keepNext w:val="0"/>
              <w:keepLines w:val="0"/>
              <w:widowControl w:val="0"/>
              <w:rPr>
                <w:lang w:val="en-US" w:eastAsia="zh-CN"/>
              </w:rPr>
            </w:pPr>
            <w:r>
              <w:rPr>
                <w:lang w:eastAsia="en-GB"/>
              </w:rPr>
              <w:t>Not defined</w:t>
            </w:r>
          </w:p>
        </w:tc>
        <w:tc>
          <w:tcPr>
            <w:tcW w:w="987" w:type="dxa"/>
          </w:tcPr>
          <w:p w14:paraId="1E186B96" w14:textId="77777777" w:rsidR="00710865" w:rsidRDefault="00710865" w:rsidP="00710865">
            <w:pPr>
              <w:pStyle w:val="TAC"/>
              <w:rPr>
                <w:lang w:val="en-US" w:eastAsia="zh-CN"/>
              </w:rPr>
            </w:pPr>
            <w:r>
              <w:t xml:space="preserve">NOTE </w:t>
            </w:r>
            <w:r>
              <w:rPr>
                <w:rFonts w:hint="eastAsia"/>
                <w:lang w:val="en-US" w:eastAsia="zh-CN"/>
              </w:rPr>
              <w:t>2,3</w:t>
            </w:r>
          </w:p>
        </w:tc>
      </w:tr>
      <w:tr w:rsidR="005F2378" w14:paraId="1E186B9D" w14:textId="77777777" w:rsidTr="005F2378">
        <w:trPr>
          <w:jc w:val="center"/>
        </w:trPr>
        <w:tc>
          <w:tcPr>
            <w:tcW w:w="9978" w:type="dxa"/>
            <w:gridSpan w:val="6"/>
          </w:tcPr>
          <w:p w14:paraId="1E186B98" w14:textId="77777777" w:rsidR="005F2378" w:rsidRDefault="005F2378" w:rsidP="005F2378">
            <w:pPr>
              <w:pStyle w:val="TAN"/>
              <w:rPr>
                <w:lang w:val="en-US" w:eastAsia="zh-CN"/>
              </w:rPr>
            </w:pPr>
            <w:r>
              <w:t>NOTE 1:</w:t>
            </w:r>
            <w:r>
              <w:tab/>
            </w:r>
            <w:r>
              <w:rPr>
                <w:rFonts w:hint="eastAsia"/>
              </w:rPr>
              <w:t>This frequency range applies only for operating bands for which the 5th harmonic of the upper frequency edge of the DL operating band is reaching beyond 12.75</w:t>
            </w:r>
            <w:r>
              <w:rPr>
                <w:rFonts w:hint="eastAsia"/>
                <w:lang w:val="en-US" w:eastAsia="zh-CN"/>
              </w:rPr>
              <w:t xml:space="preserve"> </w:t>
            </w:r>
            <w:r>
              <w:rPr>
                <w:rFonts w:hint="eastAsia"/>
              </w:rPr>
              <w:t>GHz</w:t>
            </w:r>
            <w:r>
              <w:rPr>
                <w:rFonts w:hint="eastAsia"/>
                <w:lang w:val="en-US" w:eastAsia="zh-CN"/>
              </w:rPr>
              <w:t>.</w:t>
            </w:r>
          </w:p>
          <w:p w14:paraId="1E186B99" w14:textId="77777777" w:rsidR="005F2378" w:rsidRDefault="005F2378" w:rsidP="005F2378">
            <w:pPr>
              <w:pStyle w:val="TAN"/>
              <w:rPr>
                <w:color w:val="000000" w:themeColor="text1"/>
                <w:lang w:eastAsia="en-GB"/>
              </w:rPr>
            </w:pPr>
            <w:r>
              <w:rPr>
                <w:lang w:eastAsia="en-GB"/>
              </w:rPr>
              <w:t xml:space="preserve">NOTE </w:t>
            </w:r>
            <w:r>
              <w:rPr>
                <w:rFonts w:hint="eastAsia"/>
                <w:lang w:val="en-US" w:eastAsia="zh-CN"/>
              </w:rPr>
              <w:t>2</w:t>
            </w:r>
            <w:r>
              <w:rPr>
                <w:lang w:eastAsia="en-GB"/>
              </w:rPr>
              <w:t>:</w:t>
            </w:r>
            <w:r>
              <w:rPr>
                <w:lang w:eastAsia="en-GB"/>
              </w:rPr>
              <w:tab/>
              <w:t xml:space="preserve">For BS capable of multi-band operation, the frequency ranges relating to the RF bandwidths of all supported </w:t>
            </w:r>
            <w:r>
              <w:rPr>
                <w:rFonts w:hint="eastAsia"/>
                <w:i/>
                <w:iCs/>
                <w:lang w:val="en-US" w:eastAsia="zh-CN"/>
              </w:rPr>
              <w:t xml:space="preserve">operating </w:t>
            </w:r>
            <w:r>
              <w:rPr>
                <w:i/>
                <w:iCs/>
                <w:lang w:eastAsia="en-GB"/>
              </w:rPr>
              <w:t>bands</w:t>
            </w:r>
            <w:r>
              <w:rPr>
                <w:lang w:eastAsia="en-GB"/>
              </w:rPr>
              <w:t xml:space="preserve"> apply.</w:t>
            </w:r>
          </w:p>
          <w:p w14:paraId="1E186B9A" w14:textId="77777777" w:rsidR="005F2378" w:rsidRDefault="005F2378" w:rsidP="005F2378">
            <w:pPr>
              <w:pStyle w:val="TAC"/>
              <w:keepNext w:val="0"/>
              <w:keepLines w:val="0"/>
              <w:widowControl w:val="0"/>
              <w:jc w:val="left"/>
              <w:rPr>
                <w:color w:val="000000" w:themeColor="text1"/>
                <w:lang w:val="en-US" w:eastAsia="zh-CN"/>
              </w:rPr>
            </w:pPr>
            <w:r>
              <w:rPr>
                <w:color w:val="000000" w:themeColor="text1"/>
                <w:lang w:eastAsia="en-GB"/>
              </w:rPr>
              <w:t xml:space="preserve">NOTE </w:t>
            </w:r>
            <w:r>
              <w:rPr>
                <w:rFonts w:hint="eastAsia"/>
                <w:color w:val="000000" w:themeColor="text1"/>
                <w:lang w:val="en-US" w:eastAsia="zh-CN"/>
              </w:rPr>
              <w:t>3</w:t>
            </w:r>
            <w:r>
              <w:rPr>
                <w:color w:val="000000" w:themeColor="text1"/>
                <w:lang w:eastAsia="en-GB"/>
              </w:rPr>
              <w:t>:</w:t>
            </w:r>
            <w:r>
              <w:rPr>
                <w:color w:val="000000" w:themeColor="text1"/>
                <w:lang w:eastAsia="en-GB"/>
              </w:rPr>
              <w:tab/>
            </w:r>
            <w:r>
              <w:rPr>
                <w:color w:val="000000" w:themeColor="text1"/>
              </w:rPr>
              <w:t>Δf</w:t>
            </w:r>
            <w:r>
              <w:rPr>
                <w:rFonts w:hint="eastAsia"/>
                <w:color w:val="000000" w:themeColor="text1"/>
                <w:vertAlign w:val="subscript"/>
                <w:lang w:val="en-US" w:eastAsia="zh-CN"/>
              </w:rPr>
              <w:t>OBUE</w:t>
            </w:r>
            <w:r>
              <w:rPr>
                <w:color w:val="000000" w:themeColor="text1"/>
                <w:lang w:val="en-US" w:eastAsia="zh-CN"/>
              </w:rPr>
              <w:t xml:space="preserve"> is</w:t>
            </w:r>
            <w:r>
              <w:rPr>
                <w:color w:val="000000" w:themeColor="text1"/>
                <w:lang w:eastAsia="en-GB"/>
              </w:rPr>
              <w:t xml:space="preserve"> defined in </w:t>
            </w:r>
            <w:r>
              <w:rPr>
                <w:rFonts w:hint="eastAsia"/>
                <w:color w:val="000000" w:themeColor="text1"/>
                <w:lang w:val="en-US" w:eastAsia="zh-CN"/>
              </w:rPr>
              <w:t>clause</w:t>
            </w:r>
            <w:r>
              <w:rPr>
                <w:color w:val="000000" w:themeColor="text1"/>
                <w:lang w:eastAsia="en-GB"/>
              </w:rPr>
              <w:t xml:space="preserve"> 6.6.1 of TS 38</w:t>
            </w:r>
            <w:r>
              <w:rPr>
                <w:rFonts w:hint="eastAsia"/>
                <w:color w:val="000000" w:themeColor="text1"/>
                <w:lang w:val="en-US" w:eastAsia="zh-CN"/>
              </w:rPr>
              <w:t>.</w:t>
            </w:r>
            <w:r>
              <w:rPr>
                <w:color w:val="000000" w:themeColor="text1"/>
                <w:lang w:eastAsia="en-GB"/>
              </w:rPr>
              <w:t xml:space="preserve">104 </w:t>
            </w:r>
            <w:r>
              <w:rPr>
                <w:rFonts w:hint="eastAsia"/>
                <w:color w:val="000000" w:themeColor="text1"/>
                <w:lang w:val="en-US" w:eastAsia="zh-CN"/>
              </w:rPr>
              <w:t>[2]</w:t>
            </w:r>
            <w:r>
              <w:rPr>
                <w:color w:val="000000" w:themeColor="text1"/>
                <w:lang w:val="en-US" w:eastAsia="zh-CN"/>
              </w:rPr>
              <w:t>.</w:t>
            </w:r>
          </w:p>
          <w:p w14:paraId="1E186B9B" w14:textId="77777777" w:rsidR="005F2378" w:rsidRDefault="005F2378" w:rsidP="005F2378">
            <w:pPr>
              <w:pStyle w:val="TAN"/>
              <w:rPr>
                <w:color w:val="000000" w:themeColor="text1"/>
                <w:lang w:eastAsia="en-GB"/>
              </w:rPr>
            </w:pPr>
            <w:r>
              <w:rPr>
                <w:color w:val="000000" w:themeColor="text1"/>
                <w:lang w:eastAsia="en-GB"/>
              </w:rPr>
              <w:t>NOTE 4:</w:t>
            </w:r>
            <w:r>
              <w:rPr>
                <w:color w:val="000000" w:themeColor="text1"/>
                <w:lang w:eastAsia="en-GB"/>
              </w:rPr>
              <w:tab/>
              <w:t xml:space="preserve">The field strength measurements shall be conducted on OATS or SAC for frequencies up to 1 GHz, or on FSOATS </w:t>
            </w:r>
            <w:r w:rsidRPr="004E0614">
              <w:rPr>
                <w:color w:val="000000" w:themeColor="text1"/>
                <w:lang w:eastAsia="en-GB"/>
              </w:rPr>
              <w:t>or FAR</w:t>
            </w:r>
            <w:r>
              <w:rPr>
                <w:color w:val="000000" w:themeColor="text1"/>
                <w:lang w:eastAsia="en-GB"/>
              </w:rPr>
              <w:t xml:space="preserve"> for frequencies above 1 GHz.</w:t>
            </w:r>
          </w:p>
          <w:p w14:paraId="1E319413" w14:textId="77777777" w:rsidR="005F2378" w:rsidRDefault="005F2378" w:rsidP="005F2378">
            <w:pPr>
              <w:pStyle w:val="TAN"/>
              <w:rPr>
                <w:lang w:eastAsia="en-GB"/>
              </w:rPr>
            </w:pPr>
            <w:r>
              <w:rPr>
                <w:lang w:val="en-US" w:eastAsia="en-GB"/>
              </w:rPr>
              <w:t>NOTE 5:</w:t>
            </w:r>
            <w:r>
              <w:rPr>
                <w:color w:val="000000" w:themeColor="text1"/>
                <w:lang w:eastAsia="en-GB"/>
              </w:rPr>
              <w:tab/>
            </w:r>
            <w:r>
              <w:rPr>
                <w:lang w:val="en-US" w:eastAsia="en-GB"/>
              </w:rPr>
              <w:t>Limits for radiated emissions are translated from the e.r.p. limit of -36 dBm into the field strength limit of 61.4 </w:t>
            </w:r>
            <w:r>
              <w:rPr>
                <w:color w:val="000000" w:themeColor="text1"/>
                <w:lang w:eastAsia="ko-KR"/>
              </w:rPr>
              <w:t>dB</w:t>
            </w:r>
            <w:r>
              <w:rPr>
                <w:rFonts w:cs="Arial"/>
                <w:color w:val="000000" w:themeColor="text1"/>
                <w:lang w:eastAsia="ko-KR"/>
              </w:rPr>
              <w:t>µ</w:t>
            </w:r>
            <w:r>
              <w:rPr>
                <w:color w:val="000000" w:themeColor="text1"/>
                <w:lang w:eastAsia="ko-KR"/>
              </w:rPr>
              <w:t xml:space="preserve">V/m </w:t>
            </w:r>
            <w:r w:rsidRPr="004E0614">
              <w:rPr>
                <w:color w:val="000000" w:themeColor="text1"/>
                <w:lang w:eastAsia="ko-KR"/>
              </w:rPr>
              <w:t>(at 3m) or 50.9 dB</w:t>
            </w:r>
            <w:r w:rsidRPr="004E0614">
              <w:rPr>
                <w:rFonts w:cs="Arial"/>
                <w:color w:val="000000" w:themeColor="text1"/>
                <w:lang w:eastAsia="ko-KR"/>
              </w:rPr>
              <w:t>µ</w:t>
            </w:r>
            <w:r w:rsidRPr="004E0614">
              <w:rPr>
                <w:color w:val="000000" w:themeColor="text1"/>
                <w:lang w:eastAsia="ko-KR"/>
              </w:rPr>
              <w:t>V/m (at 10m)</w:t>
            </w:r>
            <w:r>
              <w:rPr>
                <w:lang w:val="en-US" w:eastAsia="en-GB"/>
              </w:rPr>
              <w:t xml:space="preserve">, and increased by the site gain value of 4 dB. The value of the site gain is based </w:t>
            </w:r>
            <w:r>
              <w:rPr>
                <w:lang w:eastAsia="en-GB"/>
              </w:rPr>
              <w:t>on ITU-R Recommendations SM.329 [</w:t>
            </w:r>
            <w:r>
              <w:rPr>
                <w:lang w:val="en-US" w:eastAsia="zh-CN"/>
              </w:rPr>
              <w:t>24</w:t>
            </w:r>
            <w:r>
              <w:rPr>
                <w:lang w:eastAsia="en-GB"/>
              </w:rPr>
              <w:t>].</w:t>
            </w:r>
          </w:p>
          <w:p w14:paraId="1E186B9C" w14:textId="5C9AA5C8" w:rsidR="008C719F" w:rsidRDefault="008C719F" w:rsidP="005F2378">
            <w:pPr>
              <w:pStyle w:val="TAN"/>
              <w:rPr>
                <w:lang w:val="en-US" w:eastAsia="zh-CN"/>
              </w:rPr>
            </w:pPr>
            <w:r>
              <w:rPr>
                <w:rFonts w:eastAsia="SimSun" w:hint="eastAsia"/>
                <w:lang w:val="en-US" w:eastAsia="zh-CN"/>
              </w:rPr>
              <w:t>NOTE 6:</w:t>
            </w:r>
            <w:r>
              <w:rPr>
                <w:color w:val="000000" w:themeColor="text1"/>
                <w:lang w:eastAsia="en-GB"/>
              </w:rPr>
              <w:tab/>
            </w:r>
            <w:r>
              <w:rPr>
                <w:rFonts w:eastAsia="SimSun" w:hint="eastAsia"/>
                <w:lang w:val="en-US" w:eastAsia="zh-CN"/>
              </w:rPr>
              <w:t>Applies only for band n46, n96 and n102.</w:t>
            </w:r>
          </w:p>
        </w:tc>
      </w:tr>
    </w:tbl>
    <w:p w14:paraId="1E186B9E" w14:textId="77777777" w:rsidR="00823707" w:rsidRPr="00D910A1" w:rsidRDefault="00823707" w:rsidP="00823707"/>
    <w:p w14:paraId="1E186B9F" w14:textId="77777777" w:rsidR="00823707" w:rsidRPr="00D910A1" w:rsidRDefault="00823707" w:rsidP="00823707">
      <w:pPr>
        <w:pStyle w:val="Heading4"/>
        <w:rPr>
          <w:szCs w:val="22"/>
        </w:rPr>
      </w:pPr>
      <w:bookmarkStart w:id="580" w:name="_Toc20994262"/>
      <w:bookmarkStart w:id="581" w:name="_Toc29812121"/>
      <w:bookmarkStart w:id="582" w:name="_Toc37139309"/>
      <w:bookmarkStart w:id="583" w:name="_Toc37268313"/>
      <w:bookmarkStart w:id="584" w:name="_Toc37268407"/>
      <w:bookmarkStart w:id="585" w:name="_Toc45879617"/>
      <w:bookmarkStart w:id="586" w:name="_Toc52563711"/>
      <w:bookmarkStart w:id="587" w:name="_Toc52563806"/>
      <w:bookmarkStart w:id="588" w:name="_Toc52563899"/>
      <w:bookmarkStart w:id="589" w:name="_Toc61181804"/>
      <w:bookmarkStart w:id="590" w:name="_Toc74642622"/>
      <w:bookmarkStart w:id="591" w:name="_Toc76543800"/>
      <w:bookmarkStart w:id="592" w:name="_Toc82627386"/>
      <w:bookmarkStart w:id="593" w:name="_Toc106198120"/>
      <w:r w:rsidRPr="00D910A1">
        <w:rPr>
          <w:szCs w:val="22"/>
        </w:rPr>
        <w:t>8.2.1.4</w:t>
      </w:r>
      <w:r w:rsidRPr="00D910A1">
        <w:rPr>
          <w:szCs w:val="22"/>
        </w:rPr>
        <w:tab/>
        <w:t>Interpretation of the measurement results</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1E186BA0" w14:textId="77777777" w:rsidR="00823707" w:rsidRPr="00D910A1" w:rsidRDefault="00823707" w:rsidP="00823707">
      <w:pPr>
        <w:keepNext/>
        <w:keepLines/>
      </w:pPr>
      <w:r w:rsidRPr="00D910A1">
        <w:t>The interpretation of the results recorded in a test report for the radiated emission measurements described in the present document shall be as follows:</w:t>
      </w:r>
    </w:p>
    <w:p w14:paraId="1E186BA1" w14:textId="77777777" w:rsidR="00823707" w:rsidRPr="00D910A1" w:rsidRDefault="00823707" w:rsidP="00823707">
      <w:pPr>
        <w:pStyle w:val="B1"/>
      </w:pPr>
      <w:r w:rsidRPr="00D910A1">
        <w:t>-</w:t>
      </w:r>
      <w:r w:rsidRPr="00D910A1">
        <w:tab/>
        <w:t>the measured value related to the corresponding limit will be used to decide whether an equipment meets the requirements of the present document;</w:t>
      </w:r>
    </w:p>
    <w:p w14:paraId="1E186BA2" w14:textId="77777777" w:rsidR="00823707" w:rsidRPr="00D910A1" w:rsidRDefault="00823707" w:rsidP="00823707">
      <w:pPr>
        <w:pStyle w:val="B1"/>
      </w:pPr>
      <w:r w:rsidRPr="00D910A1">
        <w:t>-</w:t>
      </w:r>
      <w:r w:rsidRPr="00D910A1">
        <w:tab/>
        <w:t>the value of the measurement uncertainty for the measurement of each parameter shall be included in the test report;</w:t>
      </w:r>
    </w:p>
    <w:p w14:paraId="1E186BA3" w14:textId="77777777" w:rsidR="00823707" w:rsidRPr="00D910A1" w:rsidRDefault="00823707" w:rsidP="00823707">
      <w:pPr>
        <w:pStyle w:val="B1"/>
      </w:pPr>
      <w:r w:rsidRPr="00D910A1">
        <w:t>-</w:t>
      </w:r>
      <w:r w:rsidRPr="00D910A1">
        <w:tab/>
        <w:t>the recorded value of the measurement uncertainty shall be, for each measurement, equal to or lower than the figures in table 8.2.1-4-1 for BS.</w:t>
      </w:r>
    </w:p>
    <w:p w14:paraId="1E186BA4" w14:textId="77777777" w:rsidR="00823707" w:rsidRPr="00D910A1" w:rsidRDefault="00823707" w:rsidP="00823707">
      <w:r w:rsidRPr="00D910A1">
        <w:t>Table 8.2.</w:t>
      </w:r>
      <w:r w:rsidRPr="00D910A1">
        <w:rPr>
          <w:rFonts w:hint="eastAsia"/>
          <w:lang w:val="en-US" w:eastAsia="zh-CN"/>
        </w:rPr>
        <w:t>1.4-1</w:t>
      </w:r>
      <w:r w:rsidRPr="00D910A1">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1E186BA5" w14:textId="77777777" w:rsidR="00823707" w:rsidRPr="00D910A1" w:rsidRDefault="00823707" w:rsidP="00823707">
      <w:r w:rsidRPr="00D910A1">
        <w:t>A confidence level of 95 % is the measurement uncertainty tolerance interval for a specific measurement that contains 95% of the performance of a population of test equipment.</w:t>
      </w:r>
    </w:p>
    <w:p w14:paraId="1E186BA6" w14:textId="77777777" w:rsidR="00823707" w:rsidRPr="00D910A1" w:rsidRDefault="00823707" w:rsidP="00823707">
      <w:pPr>
        <w:pStyle w:val="TH"/>
      </w:pPr>
      <w:r w:rsidRPr="00D910A1">
        <w:lastRenderedPageBreak/>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3"/>
        <w:gridCol w:w="1843"/>
        <w:gridCol w:w="1854"/>
      </w:tblGrid>
      <w:tr w:rsidR="008C719F" w:rsidRPr="00D910A1" w14:paraId="1E186BAA" w14:textId="77777777" w:rsidTr="00406546">
        <w:trPr>
          <w:jc w:val="center"/>
        </w:trPr>
        <w:tc>
          <w:tcPr>
            <w:tcW w:w="4833" w:type="dxa"/>
          </w:tcPr>
          <w:p w14:paraId="1E186BA7" w14:textId="77777777" w:rsidR="008C719F" w:rsidRPr="00D910A1" w:rsidRDefault="008C719F" w:rsidP="008C719F">
            <w:pPr>
              <w:pStyle w:val="TAH"/>
            </w:pPr>
            <w:r w:rsidRPr="00D910A1">
              <w:t>Parameter</w:t>
            </w:r>
          </w:p>
        </w:tc>
        <w:tc>
          <w:tcPr>
            <w:tcW w:w="1843" w:type="dxa"/>
          </w:tcPr>
          <w:p w14:paraId="349618C2" w14:textId="77777777" w:rsidR="008C719F" w:rsidRDefault="008C719F" w:rsidP="008C719F">
            <w:pPr>
              <w:pStyle w:val="TAH"/>
            </w:pPr>
            <w:r>
              <w:t>Uncertainty for EUT dimension ≤ 1 m</w:t>
            </w:r>
          </w:p>
          <w:p w14:paraId="1E186BA8" w14:textId="7D409B8C" w:rsidR="008C719F" w:rsidRPr="00D910A1" w:rsidRDefault="008C719F" w:rsidP="008C719F">
            <w:pPr>
              <w:pStyle w:val="TAH"/>
            </w:pPr>
            <w:r w:rsidRPr="0084028F">
              <w:rPr>
                <w:b w:val="0"/>
                <w:bCs/>
              </w:rPr>
              <w:t>(NOTE</w:t>
            </w:r>
            <w:r w:rsidRPr="0084028F">
              <w:rPr>
                <w:rFonts w:eastAsia="SimSun"/>
                <w:b w:val="0"/>
                <w:bCs/>
                <w:lang w:val="en-US" w:eastAsia="zh-CN"/>
              </w:rPr>
              <w:t xml:space="preserve"> </w:t>
            </w:r>
            <w:r>
              <w:rPr>
                <w:rFonts w:eastAsia="SimSun" w:hint="eastAsia"/>
                <w:b w:val="0"/>
                <w:bCs/>
                <w:lang w:val="en-US" w:eastAsia="zh-CN"/>
              </w:rPr>
              <w:t>2</w:t>
            </w:r>
            <w:r w:rsidRPr="0084028F">
              <w:rPr>
                <w:b w:val="0"/>
                <w:bCs/>
              </w:rPr>
              <w:t>)</w:t>
            </w:r>
          </w:p>
        </w:tc>
        <w:tc>
          <w:tcPr>
            <w:tcW w:w="1854" w:type="dxa"/>
          </w:tcPr>
          <w:p w14:paraId="2E25F857" w14:textId="77777777" w:rsidR="008C719F" w:rsidRDefault="008C719F" w:rsidP="008C719F">
            <w:pPr>
              <w:pStyle w:val="TAH"/>
            </w:pPr>
            <w:r>
              <w:t>Uncertainty for EUT dimension &gt;1 m</w:t>
            </w:r>
          </w:p>
          <w:p w14:paraId="1E186BA9" w14:textId="01B4F155" w:rsidR="008C719F" w:rsidRPr="00D910A1" w:rsidRDefault="008C719F" w:rsidP="008C719F">
            <w:pPr>
              <w:pStyle w:val="TAH"/>
            </w:pPr>
            <w:r>
              <w:rPr>
                <w:b w:val="0"/>
                <w:bCs/>
              </w:rPr>
              <w:t>(NOTE</w:t>
            </w:r>
            <w:r>
              <w:rPr>
                <w:rFonts w:eastAsia="SimSun" w:hint="eastAsia"/>
                <w:b w:val="0"/>
                <w:bCs/>
                <w:lang w:val="en-US" w:eastAsia="zh-CN"/>
              </w:rPr>
              <w:t xml:space="preserve"> 2</w:t>
            </w:r>
            <w:r>
              <w:rPr>
                <w:b w:val="0"/>
                <w:bCs/>
              </w:rPr>
              <w:t>)</w:t>
            </w:r>
          </w:p>
        </w:tc>
      </w:tr>
      <w:tr w:rsidR="008C719F" w:rsidRPr="00D910A1" w14:paraId="1E186BAE" w14:textId="77777777" w:rsidTr="00406546">
        <w:trPr>
          <w:jc w:val="center"/>
        </w:trPr>
        <w:tc>
          <w:tcPr>
            <w:tcW w:w="4833" w:type="dxa"/>
          </w:tcPr>
          <w:p w14:paraId="1E186BAB" w14:textId="4304FB2A" w:rsidR="008C719F" w:rsidRPr="00D910A1" w:rsidRDefault="008C719F" w:rsidP="008C719F">
            <w:pPr>
              <w:pStyle w:val="TAC"/>
            </w:pPr>
            <w:r>
              <w:t xml:space="preserve">Effective radiated RF power between 30 MHz </w:t>
            </w:r>
            <w:r>
              <w:rPr>
                <w:rFonts w:eastAsia="SimSun" w:hint="eastAsia"/>
                <w:lang w:val="en-US" w:eastAsia="zh-CN"/>
              </w:rPr>
              <w:t>and</w:t>
            </w:r>
            <w:r>
              <w:t xml:space="preserve"> 180 MHz</w:t>
            </w:r>
          </w:p>
        </w:tc>
        <w:tc>
          <w:tcPr>
            <w:tcW w:w="1843" w:type="dxa"/>
            <w:vAlign w:val="center"/>
          </w:tcPr>
          <w:p w14:paraId="1E186BAC" w14:textId="289DCB14" w:rsidR="008C719F" w:rsidRPr="00D910A1" w:rsidRDefault="008C719F" w:rsidP="008C719F">
            <w:pPr>
              <w:pStyle w:val="TAC"/>
            </w:pPr>
            <w:r>
              <w:sym w:font="Symbol" w:char="F0B1"/>
            </w:r>
            <w:r>
              <w:t>6 dB</w:t>
            </w:r>
          </w:p>
        </w:tc>
        <w:tc>
          <w:tcPr>
            <w:tcW w:w="1854" w:type="dxa"/>
            <w:vAlign w:val="center"/>
          </w:tcPr>
          <w:p w14:paraId="1E186BAD" w14:textId="1E709C27" w:rsidR="008C719F" w:rsidRPr="00D910A1" w:rsidRDefault="008C719F" w:rsidP="008C719F">
            <w:pPr>
              <w:pStyle w:val="TAC"/>
            </w:pPr>
            <w:r>
              <w:sym w:font="Symbol" w:char="F0B1"/>
            </w:r>
            <w:r>
              <w:t>6 dB</w:t>
            </w:r>
          </w:p>
        </w:tc>
      </w:tr>
      <w:tr w:rsidR="008C719F" w:rsidRPr="00D910A1" w14:paraId="1E186BB2" w14:textId="77777777" w:rsidTr="00406546">
        <w:trPr>
          <w:jc w:val="center"/>
        </w:trPr>
        <w:tc>
          <w:tcPr>
            <w:tcW w:w="4833" w:type="dxa"/>
          </w:tcPr>
          <w:p w14:paraId="1E186BAF" w14:textId="31245A78" w:rsidR="008C719F" w:rsidRPr="00D910A1" w:rsidRDefault="008C719F" w:rsidP="008C719F">
            <w:pPr>
              <w:pStyle w:val="TAC"/>
            </w:pPr>
            <w:r>
              <w:t xml:space="preserve">Effective radiated RF power between 180 MHz </w:t>
            </w:r>
            <w:r>
              <w:rPr>
                <w:rFonts w:eastAsia="SimSun" w:hint="eastAsia"/>
                <w:lang w:val="en-US" w:eastAsia="zh-CN"/>
              </w:rPr>
              <w:t>and</w:t>
            </w:r>
            <w:r>
              <w:t xml:space="preserve"> 4 GHz</w:t>
            </w:r>
          </w:p>
        </w:tc>
        <w:tc>
          <w:tcPr>
            <w:tcW w:w="1843" w:type="dxa"/>
            <w:vAlign w:val="center"/>
          </w:tcPr>
          <w:p w14:paraId="1E186BB0" w14:textId="0DBA74FA" w:rsidR="008C719F" w:rsidRPr="00D910A1" w:rsidRDefault="008C719F" w:rsidP="008C719F">
            <w:pPr>
              <w:pStyle w:val="TAC"/>
            </w:pPr>
            <w:r>
              <w:sym w:font="Symbol" w:char="F0B1"/>
            </w:r>
            <w:r>
              <w:t>4 dB</w:t>
            </w:r>
          </w:p>
        </w:tc>
        <w:tc>
          <w:tcPr>
            <w:tcW w:w="1854" w:type="dxa"/>
            <w:vAlign w:val="center"/>
          </w:tcPr>
          <w:p w14:paraId="1E186BB1" w14:textId="6CF2049C" w:rsidR="008C719F" w:rsidRPr="00D910A1" w:rsidRDefault="008C719F" w:rsidP="008C719F">
            <w:pPr>
              <w:pStyle w:val="TAC"/>
            </w:pPr>
            <w:r>
              <w:sym w:font="Symbol" w:char="F0B1"/>
            </w:r>
            <w:r>
              <w:t>6 dB</w:t>
            </w:r>
          </w:p>
        </w:tc>
      </w:tr>
      <w:tr w:rsidR="008C719F" w:rsidRPr="00D910A1" w14:paraId="1E186BB6" w14:textId="77777777" w:rsidTr="00406546">
        <w:trPr>
          <w:jc w:val="center"/>
        </w:trPr>
        <w:tc>
          <w:tcPr>
            <w:tcW w:w="4833" w:type="dxa"/>
          </w:tcPr>
          <w:p w14:paraId="1E186BB3" w14:textId="5AAF69C3" w:rsidR="008C719F" w:rsidRPr="00D910A1" w:rsidRDefault="008C719F" w:rsidP="008C719F">
            <w:pPr>
              <w:pStyle w:val="TAC"/>
            </w:pPr>
            <w:r>
              <w:t xml:space="preserve">Effective radiated RF power between 4 GHz </w:t>
            </w:r>
            <w:r>
              <w:rPr>
                <w:rFonts w:eastAsia="SimSun" w:hint="eastAsia"/>
                <w:lang w:val="en-US" w:eastAsia="zh-CN"/>
              </w:rPr>
              <w:t>and</w:t>
            </w:r>
            <w:r>
              <w:t xml:space="preserve"> 12,75 GHz</w:t>
            </w:r>
          </w:p>
        </w:tc>
        <w:tc>
          <w:tcPr>
            <w:tcW w:w="1843" w:type="dxa"/>
            <w:vAlign w:val="center"/>
          </w:tcPr>
          <w:p w14:paraId="1E186BB4" w14:textId="166A6665" w:rsidR="008C719F" w:rsidRPr="00D910A1" w:rsidRDefault="008C719F" w:rsidP="008C719F">
            <w:pPr>
              <w:pStyle w:val="TAC"/>
            </w:pPr>
            <w:r>
              <w:sym w:font="Symbol" w:char="F0B1"/>
            </w:r>
            <w:r>
              <w:t>6 dB</w:t>
            </w:r>
          </w:p>
        </w:tc>
        <w:tc>
          <w:tcPr>
            <w:tcW w:w="1854" w:type="dxa"/>
            <w:vAlign w:val="center"/>
          </w:tcPr>
          <w:p w14:paraId="1E186BB5" w14:textId="558D05A6" w:rsidR="008C719F" w:rsidRPr="00D910A1" w:rsidRDefault="008C719F" w:rsidP="008C719F">
            <w:pPr>
              <w:pStyle w:val="TAC"/>
            </w:pPr>
            <w:r>
              <w:sym w:font="Symbol" w:char="F0B1"/>
            </w:r>
            <w:r>
              <w:t>9 dB (NOTE</w:t>
            </w:r>
            <w:r>
              <w:rPr>
                <w:rFonts w:eastAsia="SimSun" w:hint="eastAsia"/>
                <w:lang w:val="en-US" w:eastAsia="zh-CN"/>
              </w:rPr>
              <w:t xml:space="preserve"> 1</w:t>
            </w:r>
            <w:r>
              <w:t>)</w:t>
            </w:r>
          </w:p>
        </w:tc>
      </w:tr>
      <w:tr w:rsidR="008C719F" w:rsidRPr="00D910A1" w14:paraId="358999DC" w14:textId="77777777" w:rsidTr="00406546">
        <w:trPr>
          <w:jc w:val="center"/>
        </w:trPr>
        <w:tc>
          <w:tcPr>
            <w:tcW w:w="4833" w:type="dxa"/>
          </w:tcPr>
          <w:p w14:paraId="355A5C56" w14:textId="1432BFEC" w:rsidR="008C719F" w:rsidRDefault="008C719F" w:rsidP="008C719F">
            <w:pPr>
              <w:pStyle w:val="TAC"/>
              <w:rPr>
                <w:color w:val="000000" w:themeColor="text1"/>
                <w:lang w:eastAsia="en-GB"/>
              </w:rPr>
            </w:pPr>
            <w:r>
              <w:t xml:space="preserve">Effective radiated RF power between 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669521E3" w14:textId="79F98D88" w:rsidR="008C719F" w:rsidRDefault="008C719F" w:rsidP="008C719F">
            <w:pPr>
              <w:pStyle w:val="TAC"/>
              <w:rPr>
                <w:color w:val="000000" w:themeColor="text1"/>
                <w:lang w:eastAsia="en-GB"/>
              </w:rPr>
            </w:pPr>
            <w:r>
              <w:sym w:font="Symbol" w:char="F0B1"/>
            </w:r>
            <w:r>
              <w:t>6 dB</w:t>
            </w:r>
          </w:p>
        </w:tc>
        <w:tc>
          <w:tcPr>
            <w:tcW w:w="1854" w:type="dxa"/>
            <w:vAlign w:val="center"/>
          </w:tcPr>
          <w:p w14:paraId="0241E8B8" w14:textId="75B7A193" w:rsidR="008C719F" w:rsidRDefault="008C719F" w:rsidP="008C719F">
            <w:pPr>
              <w:pStyle w:val="TAC"/>
              <w:rPr>
                <w:color w:val="000000" w:themeColor="text1"/>
                <w:lang w:eastAsia="en-GB"/>
              </w:rPr>
            </w:pPr>
            <w:r>
              <w:sym w:font="Symbol" w:char="F0B1"/>
            </w:r>
            <w:r>
              <w:t>9 dB (NOTE</w:t>
            </w:r>
            <w:r>
              <w:rPr>
                <w:rFonts w:eastAsia="SimSun" w:hint="eastAsia"/>
                <w:lang w:val="en-US" w:eastAsia="zh-CN"/>
              </w:rPr>
              <w:t xml:space="preserve"> 1</w:t>
            </w:r>
            <w:r>
              <w:t>)</w:t>
            </w:r>
          </w:p>
        </w:tc>
      </w:tr>
      <w:tr w:rsidR="008C719F" w:rsidRPr="00D910A1" w14:paraId="1E186BBA" w14:textId="77777777" w:rsidTr="00406546">
        <w:trPr>
          <w:jc w:val="center"/>
        </w:trPr>
        <w:tc>
          <w:tcPr>
            <w:tcW w:w="4833" w:type="dxa"/>
          </w:tcPr>
          <w:p w14:paraId="1E186BB7" w14:textId="16793236" w:rsidR="008C719F" w:rsidRDefault="008C719F" w:rsidP="008C719F">
            <w:pPr>
              <w:pStyle w:val="TAC"/>
              <w:rPr>
                <w:color w:val="000000" w:themeColor="text1"/>
                <w:lang w:eastAsia="en-GB"/>
              </w:rPr>
            </w:pPr>
            <w:r>
              <w:rPr>
                <w:color w:val="000000" w:themeColor="text1"/>
                <w:lang w:eastAsia="en-GB"/>
              </w:rPr>
              <w:t xml:space="preserve">Field strength between 30 MHz </w:t>
            </w:r>
            <w:r>
              <w:rPr>
                <w:rFonts w:eastAsia="SimSun" w:hint="eastAsia"/>
                <w:color w:val="000000" w:themeColor="text1"/>
                <w:lang w:val="en-US" w:eastAsia="zh-CN"/>
              </w:rPr>
              <w:t>and</w:t>
            </w:r>
            <w:r>
              <w:rPr>
                <w:color w:val="000000" w:themeColor="text1"/>
                <w:lang w:eastAsia="en-GB"/>
              </w:rPr>
              <w:t xml:space="preserve"> 12,75 GHz</w:t>
            </w:r>
          </w:p>
        </w:tc>
        <w:tc>
          <w:tcPr>
            <w:tcW w:w="1843" w:type="dxa"/>
            <w:vAlign w:val="center"/>
          </w:tcPr>
          <w:p w14:paraId="1E186BB8" w14:textId="32A2F344" w:rsidR="008C719F" w:rsidRDefault="008C719F" w:rsidP="008C719F">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1E186BB9" w14:textId="38968737" w:rsidR="008C719F" w:rsidRDefault="008C719F" w:rsidP="008C719F">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8C719F" w:rsidRPr="00D910A1" w14:paraId="76FC5196" w14:textId="77777777" w:rsidTr="00406546">
        <w:trPr>
          <w:jc w:val="center"/>
        </w:trPr>
        <w:tc>
          <w:tcPr>
            <w:tcW w:w="4833" w:type="dxa"/>
          </w:tcPr>
          <w:p w14:paraId="2562078D" w14:textId="01CE14F6" w:rsidR="008C719F" w:rsidRDefault="008C719F" w:rsidP="008C719F">
            <w:pPr>
              <w:pStyle w:val="TAC"/>
              <w:rPr>
                <w:color w:val="000000" w:themeColor="text1"/>
                <w:lang w:eastAsia="en-GB"/>
              </w:rPr>
            </w:pPr>
            <w:r>
              <w:rPr>
                <w:color w:val="000000" w:themeColor="text1"/>
                <w:lang w:eastAsia="en-GB"/>
              </w:rPr>
              <w:t xml:space="preserve">Field strength between </w:t>
            </w:r>
            <w:r>
              <w:t xml:space="preserve">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3CC86252" w14:textId="5A06DBE3" w:rsidR="008C719F" w:rsidRDefault="008C719F" w:rsidP="008C719F">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6E70C32C" w14:textId="542E67FC" w:rsidR="008C719F" w:rsidRDefault="008C719F" w:rsidP="008C719F">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823707" w:rsidRPr="00D910A1" w14:paraId="1E186BBC" w14:textId="77777777" w:rsidTr="00406546">
        <w:trPr>
          <w:cantSplit/>
          <w:jc w:val="center"/>
        </w:trPr>
        <w:tc>
          <w:tcPr>
            <w:tcW w:w="8530" w:type="dxa"/>
            <w:gridSpan w:val="3"/>
          </w:tcPr>
          <w:p w14:paraId="1A809698" w14:textId="77777777" w:rsidR="008C719F" w:rsidRDefault="008C719F" w:rsidP="008C719F">
            <w:pPr>
              <w:pStyle w:val="TAN"/>
            </w:pPr>
            <w:r>
              <w:rPr>
                <w:rFonts w:cs="Arial"/>
              </w:rPr>
              <w:t>NOTE</w:t>
            </w:r>
            <w:r>
              <w:rPr>
                <w:rFonts w:eastAsia="SimSun" w:cs="Arial" w:hint="eastAsia"/>
                <w:lang w:val="en-US" w:eastAsia="zh-CN"/>
              </w:rPr>
              <w:t xml:space="preserve"> 1</w:t>
            </w:r>
            <w:r>
              <w:rPr>
                <w:rFonts w:cs="Arial"/>
              </w:rPr>
              <w:t>:</w:t>
            </w:r>
            <w:r>
              <w:tab/>
            </w:r>
            <w:r>
              <w:rPr>
                <w:rFonts w:cs="Arial"/>
              </w:rPr>
              <w:t xml:space="preserve">This value may be reduced to </w:t>
            </w:r>
            <w:r>
              <w:sym w:font="Symbol" w:char="F0B1"/>
            </w:r>
            <w:r>
              <w:t>6 dB when further information on the potential radiation characteristic of the EUT is available.</w:t>
            </w:r>
          </w:p>
          <w:p w14:paraId="1E186BBB" w14:textId="2D723B02" w:rsidR="008C719F" w:rsidRPr="008C719F" w:rsidRDefault="008C719F" w:rsidP="00406546">
            <w:pPr>
              <w:pStyle w:val="TAN"/>
              <w:rPr>
                <w:rFonts w:eastAsia="SimSun" w:cs="Arial"/>
                <w:lang w:val="en-US" w:eastAsia="zh-CN"/>
              </w:rPr>
            </w:pPr>
            <w:r>
              <w:rPr>
                <w:rFonts w:eastAsia="SimSun" w:cs="Arial" w:hint="eastAsia"/>
                <w:lang w:val="en-US" w:eastAsia="zh-CN"/>
              </w:rPr>
              <w:t>NOTE 2:</w:t>
            </w:r>
            <w:r>
              <w:tab/>
              <w:t>These MU values estimates and are not based on the MU budget calculations. For more background on MU derivation analys</w:t>
            </w:r>
            <w:r>
              <w:rPr>
                <w:rFonts w:eastAsia="SimSun" w:hint="eastAsia"/>
                <w:lang w:val="en-US" w:eastAsia="zh-CN"/>
              </w:rPr>
              <w:t>e</w:t>
            </w:r>
            <w:r>
              <w:t>s refer to CISPR 16-4-2 [</w:t>
            </w:r>
            <w:r>
              <w:rPr>
                <w:rFonts w:eastAsia="SimSun" w:hint="eastAsia"/>
                <w:lang w:val="en-US" w:eastAsia="zh-CN"/>
              </w:rPr>
              <w:t>31</w:t>
            </w:r>
            <w:r>
              <w:t>] and ETSI TR 100 028-1 [</w:t>
            </w:r>
            <w:r>
              <w:rPr>
                <w:rFonts w:eastAsia="SimSun" w:hint="eastAsia"/>
                <w:lang w:val="en-US" w:eastAsia="zh-CN"/>
              </w:rPr>
              <w:t>32</w:t>
            </w:r>
            <w:r>
              <w:t>].</w:t>
            </w:r>
          </w:p>
        </w:tc>
      </w:tr>
    </w:tbl>
    <w:p w14:paraId="1E186BBD" w14:textId="77777777" w:rsidR="00823707" w:rsidRPr="00D910A1" w:rsidRDefault="00823707" w:rsidP="00823707"/>
    <w:p w14:paraId="1E186BBE" w14:textId="77777777" w:rsidR="00823707" w:rsidRPr="00D910A1" w:rsidRDefault="00823707" w:rsidP="00823707">
      <w:pPr>
        <w:pStyle w:val="NO"/>
      </w:pPr>
      <w:r w:rsidRPr="00D910A1">
        <w:t>NOTE:</w:t>
      </w:r>
      <w:r w:rsidRPr="00D910A1">
        <w:tab/>
        <w:t xml:space="preserve">If the Test System for a test is known to have a measurement uncertainty greater than that specified in </w:t>
      </w:r>
      <w:r w:rsidRPr="00D910A1">
        <w:rPr>
          <w:rFonts w:hint="eastAsia"/>
          <w:lang w:val="en-US" w:eastAsia="zh-CN"/>
        </w:rPr>
        <w:t>t</w:t>
      </w:r>
      <w:r w:rsidRPr="00D910A1">
        <w:t>able 8.2.</w:t>
      </w:r>
      <w:r w:rsidRPr="00D910A1">
        <w:rPr>
          <w:rFonts w:hint="eastAsia"/>
          <w:lang w:val="en-US" w:eastAsia="zh-CN"/>
        </w:rPr>
        <w:t>1.4-1</w:t>
      </w:r>
      <w:r w:rsidRPr="00D910A1">
        <w:t>, this equipment can still be used, provided that an adjustment is made follows:</w:t>
      </w:r>
    </w:p>
    <w:p w14:paraId="1E186BBF" w14:textId="77777777" w:rsidR="00823707" w:rsidRPr="00D910A1" w:rsidRDefault="00823707" w:rsidP="00710865">
      <w:pPr>
        <w:pStyle w:val="NO"/>
      </w:pPr>
      <w:r w:rsidRPr="00D910A1">
        <w:tab/>
        <w:t xml:space="preserve">Any additional uncertainty in the Test System over and above that specified in </w:t>
      </w:r>
      <w:r w:rsidRPr="00D910A1">
        <w:rPr>
          <w:rFonts w:hint="eastAsia"/>
          <w:lang w:val="en-US" w:eastAsia="zh-CN"/>
        </w:rPr>
        <w:t>t</w:t>
      </w:r>
      <w:r w:rsidRPr="00D910A1">
        <w:t>able 8.2.1.4-1 is used to tighten the test requirements</w:t>
      </w:r>
      <w:r w:rsidR="00710865">
        <w:t xml:space="preserve">, i.e. </w:t>
      </w:r>
      <w:r w:rsidRPr="00D910A1">
        <w:t>making the test harder to pass.</w:t>
      </w:r>
    </w:p>
    <w:p w14:paraId="1E186BC0" w14:textId="77777777" w:rsidR="00823707" w:rsidRPr="00D910A1" w:rsidRDefault="00456274" w:rsidP="00710865">
      <w:pPr>
        <w:pStyle w:val="NO"/>
      </w:pPr>
      <w:r>
        <w:tab/>
      </w:r>
      <w:r w:rsidR="00823707" w:rsidRPr="00D910A1">
        <w:t xml:space="preserve">This procedure will ensure that a test system not compliant with table 8.2.1.4-1 does not increase the probability of passing an EUT that would otherwise have failed a test if a test system compliant with </w:t>
      </w:r>
      <w:r w:rsidR="00823707" w:rsidRPr="00D910A1">
        <w:rPr>
          <w:rFonts w:hint="eastAsia"/>
          <w:lang w:val="en-US" w:eastAsia="zh-CN"/>
        </w:rPr>
        <w:t>t</w:t>
      </w:r>
      <w:r w:rsidR="00823707" w:rsidRPr="00D910A1">
        <w:t>able 8.2.1.4-1 had been used.</w:t>
      </w:r>
    </w:p>
    <w:p w14:paraId="1E186BC1" w14:textId="77777777" w:rsidR="00823707" w:rsidRPr="00D910A1" w:rsidRDefault="00823707" w:rsidP="00823707">
      <w:pPr>
        <w:pStyle w:val="Heading3"/>
      </w:pPr>
      <w:bookmarkStart w:id="594" w:name="_Toc20994263"/>
      <w:bookmarkStart w:id="595" w:name="_Toc29812122"/>
      <w:bookmarkStart w:id="596" w:name="_Toc37139310"/>
      <w:bookmarkStart w:id="597" w:name="_Toc37268314"/>
      <w:bookmarkStart w:id="598" w:name="_Toc37268408"/>
      <w:bookmarkStart w:id="599" w:name="_Toc45879618"/>
      <w:bookmarkStart w:id="600" w:name="_Toc52563712"/>
      <w:bookmarkStart w:id="601" w:name="_Toc52563807"/>
      <w:bookmarkStart w:id="602" w:name="_Toc52563900"/>
      <w:bookmarkStart w:id="603" w:name="_Toc61181805"/>
      <w:bookmarkStart w:id="604" w:name="_Toc74642623"/>
      <w:bookmarkStart w:id="605" w:name="_Toc76543801"/>
      <w:bookmarkStart w:id="606" w:name="_Toc82627387"/>
      <w:bookmarkStart w:id="607" w:name="_Toc106198121"/>
      <w:r w:rsidRPr="00D910A1">
        <w:t>8.2.2</w:t>
      </w:r>
      <w:r w:rsidRPr="00D910A1">
        <w:tab/>
        <w:t xml:space="preserve">Radiated emission, </w:t>
      </w:r>
      <w:r w:rsidRPr="00D910A1">
        <w:rPr>
          <w:rFonts w:hint="eastAsia"/>
          <w:lang w:val="en-US" w:eastAsia="zh-CN"/>
        </w:rPr>
        <w:t>a</w:t>
      </w:r>
      <w:r w:rsidRPr="00D910A1">
        <w:t>ncillary equipment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14:paraId="1E186BC2" w14:textId="77777777" w:rsidR="00823707" w:rsidRPr="00D910A1" w:rsidRDefault="00823707" w:rsidP="00823707">
      <w:pPr>
        <w:rPr>
          <w:lang w:val="en-US"/>
        </w:rPr>
      </w:pPr>
      <w:r w:rsidRPr="00D910A1">
        <w:rPr>
          <w:lang w:val="en-US"/>
        </w:rPr>
        <w:t xml:space="preserve">This test is only applicable to </w:t>
      </w:r>
      <w:r w:rsidRPr="00D910A1">
        <w:rPr>
          <w:i/>
          <w:lang w:val="en-US"/>
        </w:rPr>
        <w:t>ancillary equipment</w:t>
      </w:r>
      <w:r w:rsidRPr="00D910A1">
        <w:rPr>
          <w:lang w:val="en-US"/>
        </w:rPr>
        <w:t xml:space="preserve"> not incorporated in the radio equipment and intended to be measured on a stand-alone basis, as declared by the manufacturer. This test shall be performed on a representative configuration of the </w:t>
      </w:r>
      <w:r w:rsidRPr="00D910A1">
        <w:rPr>
          <w:i/>
          <w:lang w:val="en-US"/>
        </w:rPr>
        <w:t>ancillary equipment</w:t>
      </w:r>
      <w:r w:rsidRPr="00D910A1">
        <w:rPr>
          <w:lang w:val="en-US"/>
        </w:rPr>
        <w:t>.</w:t>
      </w:r>
    </w:p>
    <w:p w14:paraId="1E186BC3" w14:textId="77777777" w:rsidR="00823707" w:rsidRPr="00D910A1" w:rsidRDefault="00823707" w:rsidP="00823707">
      <w:pPr>
        <w:rPr>
          <w:lang w:val="en-US"/>
        </w:rPr>
      </w:pPr>
      <w:r w:rsidRPr="00D910A1">
        <w:rPr>
          <w:lang w:val="en-US"/>
        </w:rPr>
        <w:t xml:space="preserve">This test is not applicable for </w:t>
      </w:r>
      <w:r w:rsidRPr="00D910A1">
        <w:rPr>
          <w:i/>
          <w:lang w:val="en-US"/>
        </w:rPr>
        <w:t>ancillary equipment</w:t>
      </w:r>
      <w:r w:rsidRPr="00D910A1">
        <w:rPr>
          <w:lang w:val="en-US"/>
        </w:rPr>
        <w:t xml:space="preserve"> incorporated in the radio equipment, or for </w:t>
      </w:r>
      <w:r w:rsidRPr="00D910A1">
        <w:rPr>
          <w:i/>
          <w:lang w:val="en-US"/>
        </w:rPr>
        <w:t>ancillary equipment</w:t>
      </w:r>
      <w:r w:rsidRPr="00D910A1">
        <w:rPr>
          <w:lang w:val="en-US"/>
        </w:rPr>
        <w:t xml:space="preserve"> intended to be measured in combination with the radio equipment. In these cases, the requirements of the relevant product standard for the effective use of the radio spectrum shall apply.</w:t>
      </w:r>
    </w:p>
    <w:p w14:paraId="1E186BC4" w14:textId="77777777" w:rsidR="00823707" w:rsidRPr="00D910A1" w:rsidRDefault="00823707" w:rsidP="00823707">
      <w:pPr>
        <w:pStyle w:val="Heading4"/>
      </w:pPr>
      <w:bookmarkStart w:id="608" w:name="_Toc20994264"/>
      <w:bookmarkStart w:id="609" w:name="_Toc29812123"/>
      <w:bookmarkStart w:id="610" w:name="_Toc37139311"/>
      <w:bookmarkStart w:id="611" w:name="_Toc37268315"/>
      <w:bookmarkStart w:id="612" w:name="_Toc37268409"/>
      <w:bookmarkStart w:id="613" w:name="_Toc45879619"/>
      <w:bookmarkStart w:id="614" w:name="_Toc52563713"/>
      <w:bookmarkStart w:id="615" w:name="_Toc52563808"/>
      <w:bookmarkStart w:id="616" w:name="_Toc52563901"/>
      <w:bookmarkStart w:id="617" w:name="_Toc61181806"/>
      <w:bookmarkStart w:id="618" w:name="_Toc74642624"/>
      <w:bookmarkStart w:id="619" w:name="_Toc76543802"/>
      <w:bookmarkStart w:id="620" w:name="_Toc82627388"/>
      <w:bookmarkStart w:id="621" w:name="_Toc106198122"/>
      <w:r w:rsidRPr="00D910A1">
        <w:t>8.2.2.1</w:t>
      </w:r>
      <w:r w:rsidRPr="00D910A1">
        <w:tab/>
        <w:t>Definition</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1E186BC5" w14:textId="77777777" w:rsidR="00823707" w:rsidRPr="00D910A1" w:rsidRDefault="00823707" w:rsidP="00823707">
      <w:pPr>
        <w:rPr>
          <w:rFonts w:cs="v4.2.0"/>
        </w:rPr>
      </w:pPr>
      <w:r w:rsidRPr="00D910A1">
        <w:rPr>
          <w:rFonts w:cs="v4.2.0"/>
        </w:rPr>
        <w:t xml:space="preserve">This test assesses the ability of </w:t>
      </w:r>
      <w:r w:rsidRPr="00D910A1">
        <w:rPr>
          <w:rFonts w:cs="v4.2.0"/>
          <w:i/>
        </w:rPr>
        <w:t>ancillary equipment</w:t>
      </w:r>
      <w:r w:rsidRPr="00D910A1">
        <w:rPr>
          <w:rFonts w:cs="v4.2.0"/>
        </w:rPr>
        <w:t xml:space="preserve"> to limit unwanted emission from the </w:t>
      </w:r>
      <w:r w:rsidRPr="00D910A1">
        <w:rPr>
          <w:rFonts w:cs="v4.2.0"/>
          <w:i/>
          <w:iCs/>
        </w:rPr>
        <w:t>enclosure port</w:t>
      </w:r>
      <w:r w:rsidRPr="00D910A1">
        <w:rPr>
          <w:rFonts w:cs="v4.2.0"/>
        </w:rPr>
        <w:t>.</w:t>
      </w:r>
    </w:p>
    <w:p w14:paraId="1E186BC6" w14:textId="77777777" w:rsidR="00823707" w:rsidRPr="00D910A1" w:rsidRDefault="00823707" w:rsidP="00823707">
      <w:pPr>
        <w:pStyle w:val="Heading4"/>
      </w:pPr>
      <w:bookmarkStart w:id="622" w:name="_Toc20994265"/>
      <w:bookmarkStart w:id="623" w:name="_Toc29812124"/>
      <w:bookmarkStart w:id="624" w:name="_Toc37139312"/>
      <w:bookmarkStart w:id="625" w:name="_Toc37268316"/>
      <w:bookmarkStart w:id="626" w:name="_Toc37268410"/>
      <w:bookmarkStart w:id="627" w:name="_Toc45879620"/>
      <w:bookmarkStart w:id="628" w:name="_Toc52563714"/>
      <w:bookmarkStart w:id="629" w:name="_Toc52563809"/>
      <w:bookmarkStart w:id="630" w:name="_Toc52563902"/>
      <w:bookmarkStart w:id="631" w:name="_Toc61181807"/>
      <w:bookmarkStart w:id="632" w:name="_Toc74642625"/>
      <w:bookmarkStart w:id="633" w:name="_Toc76543803"/>
      <w:bookmarkStart w:id="634" w:name="_Toc82627389"/>
      <w:bookmarkStart w:id="635" w:name="_Toc106198123"/>
      <w:r w:rsidRPr="00D910A1">
        <w:t>8.2.2.2</w:t>
      </w:r>
      <w:r w:rsidRPr="00D910A1">
        <w:tab/>
        <w:t>Test method</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1E186BC7" w14:textId="77777777" w:rsidR="00823707" w:rsidRPr="00D910A1" w:rsidRDefault="00823707" w:rsidP="00823707">
      <w:pPr>
        <w:rPr>
          <w:rFonts w:cs="v4.2.0"/>
        </w:rPr>
      </w:pPr>
      <w:r w:rsidRPr="00D910A1">
        <w:rPr>
          <w:rFonts w:cs="v4.2.0"/>
        </w:rPr>
        <w:t xml:space="preserve">The test method shall be in accordance with CISPR </w:t>
      </w:r>
      <w:r w:rsidRPr="00D910A1">
        <w:rPr>
          <w:rFonts w:cs="v4.2.0" w:hint="eastAsia"/>
          <w:lang w:val="en-US" w:eastAsia="zh-CN"/>
        </w:rPr>
        <w:t>3</w:t>
      </w:r>
      <w:r w:rsidRPr="00D910A1">
        <w:rPr>
          <w:rFonts w:cs="v4.2.0"/>
        </w:rPr>
        <w:t xml:space="preserve">2 </w:t>
      </w:r>
      <w:r w:rsidRPr="00D910A1">
        <w:rPr>
          <w:rFonts w:cs="v4.2.0"/>
        </w:rPr>
        <w:sym w:font="Symbol" w:char="F05B"/>
      </w:r>
      <w:r w:rsidRPr="00D910A1">
        <w:rPr>
          <w:rFonts w:cs="v4.2.0"/>
        </w:rPr>
        <w:t>11</w:t>
      </w:r>
      <w:r w:rsidRPr="00D910A1">
        <w:rPr>
          <w:rFonts w:cs="v4.2.0"/>
        </w:rPr>
        <w:sym w:font="Symbol" w:char="F05D"/>
      </w:r>
      <w:r w:rsidRPr="00D910A1">
        <w:rPr>
          <w:rFonts w:cs="v4.2.0"/>
        </w:rPr>
        <w:t>.</w:t>
      </w:r>
    </w:p>
    <w:p w14:paraId="1E186BC8" w14:textId="77777777" w:rsidR="00823707" w:rsidRPr="00D910A1" w:rsidRDefault="00823707" w:rsidP="00823707">
      <w:pPr>
        <w:pStyle w:val="Heading4"/>
      </w:pPr>
      <w:bookmarkStart w:id="636" w:name="_Toc20994266"/>
      <w:bookmarkStart w:id="637" w:name="_Toc29812125"/>
      <w:bookmarkStart w:id="638" w:name="_Toc37139313"/>
      <w:bookmarkStart w:id="639" w:name="_Toc37268317"/>
      <w:bookmarkStart w:id="640" w:name="_Toc37268411"/>
      <w:bookmarkStart w:id="641" w:name="_Toc45879621"/>
      <w:bookmarkStart w:id="642" w:name="_Toc52563715"/>
      <w:bookmarkStart w:id="643" w:name="_Toc52563810"/>
      <w:bookmarkStart w:id="644" w:name="_Toc52563903"/>
      <w:bookmarkStart w:id="645" w:name="_Toc61181808"/>
      <w:bookmarkStart w:id="646" w:name="_Toc74642626"/>
      <w:bookmarkStart w:id="647" w:name="_Toc76543804"/>
      <w:bookmarkStart w:id="648" w:name="_Toc82627390"/>
      <w:bookmarkStart w:id="649" w:name="_Toc106198124"/>
      <w:r w:rsidRPr="00D910A1">
        <w:t>8.2.2.3</w:t>
      </w:r>
      <w:r w:rsidRPr="00D910A1">
        <w:tab/>
        <w:t>Limits</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1E186BC9" w14:textId="77777777" w:rsidR="00823707" w:rsidRPr="00D910A1" w:rsidRDefault="00823707" w:rsidP="00823707">
      <w:r w:rsidRPr="00D910A1">
        <w:t xml:space="preserve">The </w:t>
      </w:r>
      <w:r w:rsidRPr="00D910A1">
        <w:rPr>
          <w:i/>
        </w:rPr>
        <w:t>ancillary equipment</w:t>
      </w:r>
      <w:r w:rsidRPr="00D910A1">
        <w:t xml:space="preserve"> shall meet the limits according to CISPR </w:t>
      </w:r>
      <w:r w:rsidRPr="00D910A1">
        <w:rPr>
          <w:rFonts w:hint="eastAsia"/>
          <w:lang w:val="en-US" w:eastAsia="zh-CN"/>
        </w:rPr>
        <w:t>3</w:t>
      </w:r>
      <w:r w:rsidRPr="00D910A1">
        <w:t xml:space="preserve">2 </w:t>
      </w:r>
      <w:r w:rsidRPr="00D910A1">
        <w:sym w:font="Symbol" w:char="F05B"/>
      </w:r>
      <w:r w:rsidRPr="00D910A1">
        <w:t>11</w:t>
      </w:r>
      <w:r w:rsidRPr="00D910A1">
        <w:sym w:font="Symbol" w:char="F05D"/>
      </w:r>
      <w:r w:rsidRPr="00D910A1">
        <w:t xml:space="preserve"> table </w:t>
      </w:r>
      <w:r w:rsidRPr="00D910A1">
        <w:rPr>
          <w:rFonts w:hint="eastAsia"/>
          <w:lang w:val="en-US" w:eastAsia="zh-CN"/>
        </w:rPr>
        <w:t>A.4</w:t>
      </w:r>
      <w:r w:rsidRPr="00D910A1">
        <w:t xml:space="preserve"> and table </w:t>
      </w:r>
      <w:r w:rsidRPr="00D910A1">
        <w:rPr>
          <w:rFonts w:hint="eastAsia"/>
          <w:lang w:val="en-US" w:eastAsia="zh-CN"/>
        </w:rPr>
        <w:t>A.5.</w:t>
      </w:r>
    </w:p>
    <w:p w14:paraId="1E186BCA"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the following shall apply:</w:t>
      </w:r>
    </w:p>
    <w:p w14:paraId="1E186BCB" w14:textId="77777777" w:rsidR="00823707" w:rsidRPr="00D910A1" w:rsidRDefault="00604AC6" w:rsidP="005F2378">
      <w:pPr>
        <w:pStyle w:val="B1"/>
        <w:rPr>
          <w:lang w:val="en-US" w:eastAsia="zh-CN"/>
        </w:rPr>
      </w:pPr>
      <w:r>
        <w:rPr>
          <w:lang w:val="en-US" w:eastAsia="zh-CN"/>
        </w:rPr>
        <w:t>-</w:t>
      </w:r>
      <w:r>
        <w:rPr>
          <w:lang w:val="en-US" w:eastAsia="zh-CN"/>
        </w:rPr>
        <w:tab/>
      </w:r>
      <w:r w:rsidR="00823707" w:rsidRPr="00D910A1">
        <w:rPr>
          <w:rFonts w:hint="eastAsia"/>
          <w:lang w:val="en-US" w:eastAsia="zh-CN"/>
        </w:rPr>
        <w:t>Where the limits value varies over a given frequency range, it changes linearly with respect to the logarithm of the frequency.</w:t>
      </w:r>
    </w:p>
    <w:p w14:paraId="1E186BCC" w14:textId="77777777" w:rsidR="00823707" w:rsidRPr="00D910A1" w:rsidRDefault="00604AC6" w:rsidP="005F2378">
      <w:pPr>
        <w:pStyle w:val="B1"/>
      </w:pPr>
      <w:r>
        <w:rPr>
          <w:lang w:val="en-US" w:eastAsia="zh-CN"/>
        </w:rPr>
        <w:t>-</w:t>
      </w:r>
      <w:r>
        <w:rPr>
          <w:lang w:val="en-US" w:eastAsia="zh-CN"/>
        </w:rPr>
        <w:tab/>
      </w:r>
      <w:r w:rsidR="00823707" w:rsidRPr="00D910A1">
        <w:rPr>
          <w:rFonts w:hint="eastAsia"/>
          <w:lang w:val="en-US" w:eastAsia="zh-CN"/>
        </w:rPr>
        <w:t>Where there is a step in the relevant limit, the lower value shall be applied at the transition frequency.</w:t>
      </w:r>
    </w:p>
    <w:p w14:paraId="1E186BCD" w14:textId="77777777" w:rsidR="00823707" w:rsidRPr="00D910A1" w:rsidRDefault="00823707" w:rsidP="00823707">
      <w:pPr>
        <w:pStyle w:val="TH"/>
      </w:pPr>
      <w:r w:rsidRPr="00D910A1">
        <w:lastRenderedPageBreak/>
        <w:t>Table 8.2.2.3-1: (Void)</w:t>
      </w:r>
    </w:p>
    <w:p w14:paraId="1E186BCE" w14:textId="632E9C45" w:rsidR="00823707" w:rsidRDefault="00823707" w:rsidP="00823707">
      <w:pPr>
        <w:pStyle w:val="TH"/>
      </w:pPr>
      <w:r w:rsidRPr="00D910A1">
        <w:t>Table 8.2.2.3-2: (Void)</w:t>
      </w:r>
    </w:p>
    <w:p w14:paraId="0E2DDEDB" w14:textId="16C2DE10" w:rsidR="0086063E" w:rsidRDefault="0086063E" w:rsidP="0086063E">
      <w:pPr>
        <w:rPr>
          <w:lang w:val="en-US" w:eastAsia="zh-CN"/>
        </w:rPr>
      </w:pPr>
    </w:p>
    <w:p w14:paraId="75F63ACF" w14:textId="77777777" w:rsidR="0086063E" w:rsidRDefault="0086063E" w:rsidP="00F31AA1">
      <w:r>
        <w:t xml:space="preserve">Alternatively, for </w:t>
      </w:r>
      <w:r w:rsidRPr="00572A4B">
        <w:rPr>
          <w:rFonts w:eastAsia="SimSun"/>
          <w:i/>
          <w:iCs/>
          <w:lang w:val="en-US" w:eastAsia="zh-CN"/>
        </w:rPr>
        <w:t xml:space="preserve">ancillary </w:t>
      </w:r>
      <w:r w:rsidRPr="00572A4B">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[11],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1E186BCF" w14:textId="77777777" w:rsidR="00823707" w:rsidRPr="00D910A1" w:rsidRDefault="00823707" w:rsidP="00823707">
      <w:pPr>
        <w:pStyle w:val="Heading2"/>
      </w:pPr>
      <w:bookmarkStart w:id="650" w:name="_Toc20994267"/>
      <w:bookmarkStart w:id="651" w:name="_Toc29812126"/>
      <w:bookmarkStart w:id="652" w:name="_Toc37139314"/>
      <w:bookmarkStart w:id="653" w:name="_Toc37268318"/>
      <w:bookmarkStart w:id="654" w:name="_Toc37268412"/>
      <w:bookmarkStart w:id="655" w:name="_Toc45879622"/>
      <w:bookmarkStart w:id="656" w:name="_Toc52563716"/>
      <w:bookmarkStart w:id="657" w:name="_Toc52563811"/>
      <w:bookmarkStart w:id="658" w:name="_Toc52563904"/>
      <w:bookmarkStart w:id="659" w:name="_Toc61181809"/>
      <w:bookmarkStart w:id="660" w:name="_Toc74642627"/>
      <w:bookmarkStart w:id="661" w:name="_Toc76543805"/>
      <w:bookmarkStart w:id="662" w:name="_Toc82627391"/>
      <w:bookmarkStart w:id="663" w:name="_Toc106198125"/>
      <w:r w:rsidRPr="00D910A1">
        <w:rPr>
          <w:rFonts w:hint="eastAsia"/>
          <w:lang w:val="en-US" w:eastAsia="zh-CN"/>
        </w:rPr>
        <w:t>8</w:t>
      </w:r>
      <w:r w:rsidRPr="00D910A1">
        <w:t>.</w:t>
      </w:r>
      <w:r w:rsidRPr="00D910A1">
        <w:rPr>
          <w:rFonts w:hint="eastAsia"/>
          <w:lang w:val="en-US" w:eastAsia="zh-CN"/>
        </w:rPr>
        <w:t>3</w:t>
      </w:r>
      <w:r w:rsidRPr="00D910A1">
        <w:tab/>
      </w:r>
      <w:r w:rsidRPr="00D910A1">
        <w:rPr>
          <w:rFonts w:hint="eastAsia"/>
        </w:rPr>
        <w:t>Conducted emission DC power input/output port</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1E186BD0" w14:textId="77777777" w:rsidR="00823707" w:rsidRPr="00D910A1" w:rsidRDefault="00823707" w:rsidP="00823707">
      <w:pPr>
        <w:rPr>
          <w:rFonts w:cs="v4.2.0"/>
        </w:rPr>
      </w:pPr>
      <w:r w:rsidRPr="00D910A1">
        <w:rPr>
          <w:rFonts w:cs="v4.2.0"/>
        </w:rPr>
        <w:t>This test is applicable to equipment which may have DC cables longer than 3 m.</w:t>
      </w:r>
    </w:p>
    <w:p w14:paraId="1E186BD1" w14:textId="77777777" w:rsidR="00823707" w:rsidRPr="00D910A1" w:rsidRDefault="00823707" w:rsidP="00823707">
      <w:pPr>
        <w:rPr>
          <w:rFonts w:cs="v4.2.0"/>
        </w:rPr>
      </w:pPr>
      <w:r w:rsidRPr="00D910A1">
        <w:rPr>
          <w:rFonts w:cs="v4.2.0"/>
        </w:rPr>
        <w:t xml:space="preserve">If the DC power cable of the radio equipment is intended to be less than 3 m in length, and intended only for direct connection to a dedicated AC to DC power supply, then the measurement shall be performed only on the AC power input of that power supply as specified in </w:t>
      </w:r>
      <w:r w:rsidR="00456274">
        <w:rPr>
          <w:rFonts w:cs="v4.2.0"/>
        </w:rPr>
        <w:t>clause</w:t>
      </w:r>
      <w:r w:rsidRPr="00D910A1">
        <w:rPr>
          <w:rFonts w:cs="v4.2.0"/>
        </w:rPr>
        <w:t> 8.4.</w:t>
      </w:r>
    </w:p>
    <w:p w14:paraId="1E186BD2" w14:textId="77777777" w:rsidR="00823707" w:rsidRPr="00D910A1" w:rsidRDefault="00823707" w:rsidP="00823707">
      <w:pPr>
        <w:rPr>
          <w:rFonts w:cs="v4.2.0"/>
        </w:rPr>
      </w:pPr>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BD3" w14:textId="77777777" w:rsidR="00823707" w:rsidRPr="00D910A1" w:rsidRDefault="00823707" w:rsidP="00823707">
      <w:pPr>
        <w:pStyle w:val="Heading3"/>
      </w:pPr>
      <w:bookmarkStart w:id="664" w:name="_Toc20994268"/>
      <w:bookmarkStart w:id="665" w:name="_Toc29812127"/>
      <w:bookmarkStart w:id="666" w:name="_Toc37139315"/>
      <w:bookmarkStart w:id="667" w:name="_Toc37268319"/>
      <w:bookmarkStart w:id="668" w:name="_Toc37268413"/>
      <w:bookmarkStart w:id="669" w:name="_Toc45879623"/>
      <w:bookmarkStart w:id="670" w:name="_Toc52563717"/>
      <w:bookmarkStart w:id="671" w:name="_Toc52563812"/>
      <w:bookmarkStart w:id="672" w:name="_Toc52563905"/>
      <w:bookmarkStart w:id="673" w:name="_Toc61181810"/>
      <w:bookmarkStart w:id="674" w:name="_Toc74642628"/>
      <w:bookmarkStart w:id="675" w:name="_Toc76543806"/>
      <w:bookmarkStart w:id="676" w:name="_Toc82627392"/>
      <w:bookmarkStart w:id="677" w:name="_Toc106198126"/>
      <w:r w:rsidRPr="00D910A1">
        <w:t>8.3.1</w:t>
      </w:r>
      <w:r w:rsidRPr="00D910A1">
        <w:tab/>
        <w:t>Definition</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1E186BD4"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DC power input/output </w:t>
      </w:r>
      <w:r w:rsidRPr="00D910A1">
        <w:rPr>
          <w:rFonts w:cs="v4.2.0"/>
          <w:iCs/>
        </w:rPr>
        <w:t>port</w:t>
      </w:r>
      <w:r w:rsidRPr="00D910A1">
        <w:rPr>
          <w:rFonts w:cs="v4.2.0"/>
        </w:rPr>
        <w:t>s.</w:t>
      </w:r>
    </w:p>
    <w:p w14:paraId="1E186BD5" w14:textId="77777777" w:rsidR="00823707" w:rsidRPr="00D910A1" w:rsidRDefault="00823707" w:rsidP="00823707">
      <w:pPr>
        <w:pStyle w:val="Heading3"/>
      </w:pPr>
      <w:bookmarkStart w:id="678" w:name="_Toc20994269"/>
      <w:bookmarkStart w:id="679" w:name="_Toc29812128"/>
      <w:bookmarkStart w:id="680" w:name="_Toc37139316"/>
      <w:bookmarkStart w:id="681" w:name="_Toc37268320"/>
      <w:bookmarkStart w:id="682" w:name="_Toc37268414"/>
      <w:bookmarkStart w:id="683" w:name="_Toc45879624"/>
      <w:bookmarkStart w:id="684" w:name="_Toc52563718"/>
      <w:bookmarkStart w:id="685" w:name="_Toc52563813"/>
      <w:bookmarkStart w:id="686" w:name="_Toc52563906"/>
      <w:bookmarkStart w:id="687" w:name="_Toc61181811"/>
      <w:bookmarkStart w:id="688" w:name="_Toc74642629"/>
      <w:bookmarkStart w:id="689" w:name="_Toc76543807"/>
      <w:bookmarkStart w:id="690" w:name="_Toc82627393"/>
      <w:bookmarkStart w:id="691" w:name="_Toc106198127"/>
      <w:r w:rsidRPr="00D910A1">
        <w:t>8.3.2</w:t>
      </w:r>
      <w:r w:rsidRPr="00D910A1">
        <w:tab/>
        <w:t>Test method</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1E186BD6" w14:textId="77777777" w:rsidR="00823707" w:rsidRPr="00D910A1" w:rsidRDefault="00823707" w:rsidP="00823707">
      <w:pPr>
        <w:rPr>
          <w:rFonts w:cs="v4.2.0"/>
        </w:rPr>
      </w:pPr>
      <w:r w:rsidRPr="00D910A1">
        <w:rPr>
          <w:rFonts w:cs="v4.2.0"/>
        </w:rPr>
        <w:t>The test method shall be in accordance with CISPR </w:t>
      </w:r>
      <w:r w:rsidRPr="00D910A1">
        <w:rPr>
          <w:rFonts w:cs="v4.2.0" w:hint="eastAsia"/>
          <w:lang w:val="en-US" w:eastAsia="zh-CN"/>
        </w:rPr>
        <w:t>3</w:t>
      </w:r>
      <w:r w:rsidRPr="00D910A1">
        <w:rPr>
          <w:rFonts w:cs="v4.2.0"/>
        </w:rPr>
        <w:t>2 [11] and the Artificial Mains Network (AMN) shall be connected to a DC power source.</w:t>
      </w:r>
    </w:p>
    <w:p w14:paraId="1E186BD7" w14:textId="77777777" w:rsidR="00823707" w:rsidRPr="00D910A1" w:rsidRDefault="00823707" w:rsidP="00823707">
      <w:pPr>
        <w:rPr>
          <w:rFonts w:cs="v4.2.0"/>
        </w:rPr>
      </w:pPr>
      <w:r w:rsidRPr="00D910A1">
        <w:rPr>
          <w:rFonts w:cs="v4.2.0"/>
        </w:rPr>
        <w:t xml:space="preserve">In the case of DC output </w:t>
      </w:r>
      <w:r w:rsidRPr="00D910A1">
        <w:rPr>
          <w:rFonts w:cs="v4.2.0"/>
          <w:iCs/>
        </w:rPr>
        <w:t>port</w:t>
      </w:r>
      <w:r w:rsidRPr="00D910A1">
        <w:rPr>
          <w:rFonts w:cs="v4.2.0"/>
        </w:rPr>
        <w:t xml:space="preserve">s, the </w:t>
      </w:r>
      <w:r w:rsidRPr="00D910A1">
        <w:rPr>
          <w:rFonts w:cs="v4.2.0"/>
          <w:iCs/>
        </w:rPr>
        <w:t>port</w:t>
      </w:r>
      <w:r w:rsidRPr="00D910A1">
        <w:rPr>
          <w:rFonts w:cs="v4.2.0"/>
        </w:rPr>
        <w:t>s shall be connected via an AMN to a load drawing the rated current of the source.</w:t>
      </w:r>
    </w:p>
    <w:p w14:paraId="1E186BD8" w14:textId="77777777" w:rsidR="00823707" w:rsidRPr="00D910A1" w:rsidRDefault="00823707" w:rsidP="00823707">
      <w:pPr>
        <w:rPr>
          <w:rFonts w:cs="v4.2.0"/>
        </w:rPr>
      </w:pPr>
      <w:r w:rsidRPr="00D910A1">
        <w:rPr>
          <w:rFonts w:cs="v4.2.0"/>
        </w:rPr>
        <w:t xml:space="preserve">A measuring receiver shall be connected to each AMN measurement </w:t>
      </w:r>
      <w:r w:rsidRPr="00D910A1">
        <w:rPr>
          <w:rFonts w:cs="v4.2.0"/>
          <w:iCs/>
        </w:rPr>
        <w:t>port</w:t>
      </w:r>
      <w:r w:rsidRPr="00D910A1">
        <w:rPr>
          <w:rFonts w:cs="v4.2.0"/>
        </w:rPr>
        <w:t xml:space="preserve"> in turn and the conducted emission recorded.</w:t>
      </w:r>
    </w:p>
    <w:p w14:paraId="1E186BD9" w14:textId="77777777" w:rsidR="00823707" w:rsidRPr="00D910A1" w:rsidRDefault="00823707" w:rsidP="00823707">
      <w:pPr>
        <w:rPr>
          <w:rFonts w:cs="v4.2.0"/>
        </w:rPr>
      </w:pPr>
      <w:r w:rsidRPr="00D910A1">
        <w:rPr>
          <w:rFonts w:cs="v4.2.0"/>
        </w:rPr>
        <w:t>The equipment shall be installed with a ground plane as defined in CISPR </w:t>
      </w:r>
      <w:r w:rsidRPr="00D910A1">
        <w:rPr>
          <w:rFonts w:cs="v4.2.0" w:hint="eastAsia"/>
          <w:lang w:val="en-US" w:eastAsia="zh-CN"/>
        </w:rPr>
        <w:t>3</w:t>
      </w:r>
      <w:r w:rsidRPr="00D910A1">
        <w:rPr>
          <w:rFonts w:cs="v4.2.0"/>
        </w:rPr>
        <w:t>2 [11]. The reference earth point of the AMN shall be connected to the reference ground plane with a conductor as short as possible.</w:t>
      </w:r>
    </w:p>
    <w:p w14:paraId="1E186BDA" w14:textId="77777777" w:rsidR="00823707" w:rsidRPr="00D910A1" w:rsidRDefault="00823707" w:rsidP="00823707">
      <w:pPr>
        <w:pStyle w:val="Heading3"/>
      </w:pPr>
      <w:bookmarkStart w:id="692" w:name="_Toc20994270"/>
      <w:bookmarkStart w:id="693" w:name="_Toc29812129"/>
      <w:bookmarkStart w:id="694" w:name="_Toc37139317"/>
      <w:bookmarkStart w:id="695" w:name="_Toc37268321"/>
      <w:bookmarkStart w:id="696" w:name="_Toc37268415"/>
      <w:bookmarkStart w:id="697" w:name="_Toc45879625"/>
      <w:bookmarkStart w:id="698" w:name="_Toc52563719"/>
      <w:bookmarkStart w:id="699" w:name="_Toc52563814"/>
      <w:bookmarkStart w:id="700" w:name="_Toc52563907"/>
      <w:bookmarkStart w:id="701" w:name="_Toc61181812"/>
      <w:bookmarkStart w:id="702" w:name="_Toc74642630"/>
      <w:bookmarkStart w:id="703" w:name="_Toc76543808"/>
      <w:bookmarkStart w:id="704" w:name="_Toc82627394"/>
      <w:bookmarkStart w:id="705" w:name="_Toc106198128"/>
      <w:r w:rsidRPr="00D910A1">
        <w:t>8.3.3</w:t>
      </w:r>
      <w:r w:rsidRPr="00D910A1">
        <w:tab/>
        <w:t>Limits</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14:paraId="1E186BDB"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according to CISPR 32</w:t>
      </w:r>
      <w:r w:rsidRPr="00D910A1">
        <w:rPr>
          <w:rFonts w:cs="v4.2.0"/>
          <w:lang w:val="en-US" w:eastAsia="zh-CN"/>
        </w:rPr>
        <w:t xml:space="preserve"> </w:t>
      </w:r>
      <w:r w:rsidRPr="00D910A1">
        <w:rPr>
          <w:rFonts w:cs="v4.2.0" w:hint="eastAsia"/>
          <w:lang w:val="en-US" w:eastAsia="zh-CN"/>
        </w:rPr>
        <w:t>[11] table A.9, which are defined for average detector receiver and for quasi-peak detector receiver.</w:t>
      </w:r>
      <w:r w:rsidRPr="00D910A1">
        <w:rPr>
          <w:rFonts w:cs="v4.2.0"/>
        </w:rPr>
        <w:t xml:space="preserve"> If the average limit is met when using a quasi</w:t>
      </w:r>
      <w:r w:rsidRPr="00D910A1">
        <w:rPr>
          <w:rFonts w:cs="v4.2.0"/>
        </w:rPr>
        <w:noBreakHyphen/>
        <w:t>peak detector, the equipment shall be deemed to meet both limits and measurement with the average detector receiver is not necessary.</w:t>
      </w:r>
    </w:p>
    <w:p w14:paraId="1E186BDC" w14:textId="77777777" w:rsidR="00823707" w:rsidRPr="00D910A1" w:rsidRDefault="00823707" w:rsidP="00823707">
      <w:pPr>
        <w:rPr>
          <w:rFonts w:cs="v4.2.0"/>
        </w:rPr>
      </w:pPr>
      <w:r w:rsidRPr="00D910A1">
        <w:rPr>
          <w:rFonts w:cs="v4.2.0" w:hint="eastAsia"/>
          <w:lang w:val="en-US" w:eastAsia="zh-CN"/>
        </w:rPr>
        <w:t>Where there is a step in the referred limit values, the lower value shall be applied at the transition frequency.</w:t>
      </w:r>
    </w:p>
    <w:p w14:paraId="1E186BDD" w14:textId="77777777" w:rsidR="00823707" w:rsidRPr="00D910A1" w:rsidRDefault="00823707" w:rsidP="00823707">
      <w:pPr>
        <w:pStyle w:val="TH"/>
        <w:rPr>
          <w:lang w:val="en-US" w:eastAsia="zh-CN"/>
        </w:rPr>
      </w:pPr>
      <w:r w:rsidRPr="00D910A1">
        <w:t>Table 8.3.3-1: (Void)</w:t>
      </w:r>
    </w:p>
    <w:p w14:paraId="1E186BDE" w14:textId="77777777" w:rsidR="00823707" w:rsidRPr="00D910A1" w:rsidRDefault="00823707" w:rsidP="00823707">
      <w:pPr>
        <w:pStyle w:val="Heading2"/>
      </w:pPr>
      <w:bookmarkStart w:id="706" w:name="_Toc20994271"/>
      <w:bookmarkStart w:id="707" w:name="_Toc29812130"/>
      <w:bookmarkStart w:id="708" w:name="_Toc37139318"/>
      <w:bookmarkStart w:id="709" w:name="_Toc37268322"/>
      <w:bookmarkStart w:id="710" w:name="_Toc37268416"/>
      <w:bookmarkStart w:id="711" w:name="_Toc45879626"/>
      <w:bookmarkStart w:id="712" w:name="_Toc52563720"/>
      <w:bookmarkStart w:id="713" w:name="_Toc52563815"/>
      <w:bookmarkStart w:id="714" w:name="_Toc52563908"/>
      <w:bookmarkStart w:id="715" w:name="_Toc61181813"/>
      <w:bookmarkStart w:id="716" w:name="_Toc74642631"/>
      <w:bookmarkStart w:id="717" w:name="_Toc76543809"/>
      <w:bookmarkStart w:id="718" w:name="_Toc82627395"/>
      <w:bookmarkStart w:id="719" w:name="_Toc106198129"/>
      <w:r w:rsidRPr="00D910A1">
        <w:rPr>
          <w:rFonts w:hint="eastAsia"/>
          <w:lang w:val="en-US" w:eastAsia="zh-CN"/>
        </w:rPr>
        <w:t>8</w:t>
      </w:r>
      <w:r w:rsidRPr="00D910A1">
        <w:t>.</w:t>
      </w:r>
      <w:r w:rsidRPr="00D910A1">
        <w:rPr>
          <w:rFonts w:hint="eastAsia"/>
          <w:lang w:val="en-US" w:eastAsia="zh-CN"/>
        </w:rPr>
        <w:t>4</w:t>
      </w:r>
      <w:r w:rsidRPr="00D910A1">
        <w:tab/>
      </w:r>
      <w:r w:rsidRPr="00D910A1">
        <w:rPr>
          <w:rFonts w:hint="eastAsia"/>
        </w:rPr>
        <w:t>Conducted emissions, AC mains power input/output port</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1E186BDF" w14:textId="77777777" w:rsidR="00823707" w:rsidRPr="00D910A1" w:rsidRDefault="00823707" w:rsidP="00823707">
      <w:pPr>
        <w:rPr>
          <w:rFonts w:cs="v4.2.0"/>
        </w:rPr>
      </w:pPr>
      <w:r w:rsidRPr="00D910A1">
        <w:rPr>
          <w:rFonts w:cs="v4.2.0"/>
        </w:rPr>
        <w:t>This test is applicable to equipment powered by the AC mains.</w:t>
      </w:r>
    </w:p>
    <w:p w14:paraId="1E186BE0" w14:textId="77777777" w:rsidR="00823707" w:rsidRPr="00D910A1" w:rsidRDefault="00823707" w:rsidP="00823707">
      <w:pPr>
        <w:rPr>
          <w:rFonts w:cs="v4.2.0"/>
        </w:rPr>
      </w:pPr>
      <w:r w:rsidRPr="00D910A1">
        <w:rPr>
          <w:rFonts w:cs="v4.2.0"/>
        </w:rPr>
        <w:t xml:space="preserve">This test is not applicable to AC output </w:t>
      </w:r>
      <w:r w:rsidRPr="00D910A1">
        <w:rPr>
          <w:rFonts w:cs="v4.2.0"/>
          <w:iCs/>
        </w:rPr>
        <w:t>port</w:t>
      </w:r>
      <w:r w:rsidRPr="00D910A1">
        <w:rPr>
          <w:rFonts w:cs="v4.2.0"/>
        </w:rPr>
        <w:t xml:space="preserve">s which are connected directly (or via a circuit breaker) to the AC power </w:t>
      </w:r>
      <w:r w:rsidRPr="00D910A1">
        <w:rPr>
          <w:rFonts w:cs="v4.2.0"/>
          <w:iCs/>
        </w:rPr>
        <w:t>port</w:t>
      </w:r>
      <w:r w:rsidRPr="00D910A1">
        <w:rPr>
          <w:rFonts w:cs="v4.2.0"/>
        </w:rPr>
        <w:t xml:space="preserve"> of the EUT.</w:t>
      </w:r>
    </w:p>
    <w:p w14:paraId="1E186BE1" w14:textId="77777777" w:rsidR="00823707" w:rsidRPr="00D910A1" w:rsidRDefault="00823707" w:rsidP="00823707">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BE2" w14:textId="77777777" w:rsidR="00823707" w:rsidRPr="00D910A1" w:rsidRDefault="00823707" w:rsidP="00823707">
      <w:pPr>
        <w:pStyle w:val="Heading3"/>
      </w:pPr>
      <w:bookmarkStart w:id="720" w:name="_Toc20994272"/>
      <w:bookmarkStart w:id="721" w:name="_Toc29812131"/>
      <w:bookmarkStart w:id="722" w:name="_Toc37139319"/>
      <w:bookmarkStart w:id="723" w:name="_Toc37268323"/>
      <w:bookmarkStart w:id="724" w:name="_Toc37268417"/>
      <w:bookmarkStart w:id="725" w:name="_Toc45879627"/>
      <w:bookmarkStart w:id="726" w:name="_Toc52563721"/>
      <w:bookmarkStart w:id="727" w:name="_Toc52563816"/>
      <w:bookmarkStart w:id="728" w:name="_Toc52563909"/>
      <w:bookmarkStart w:id="729" w:name="_Toc61181814"/>
      <w:bookmarkStart w:id="730" w:name="_Toc74642632"/>
      <w:bookmarkStart w:id="731" w:name="_Toc76543810"/>
      <w:bookmarkStart w:id="732" w:name="_Toc82627396"/>
      <w:bookmarkStart w:id="733" w:name="_Toc106198130"/>
      <w:r w:rsidRPr="00D910A1">
        <w:lastRenderedPageBreak/>
        <w:t>8.4.1</w:t>
      </w:r>
      <w:r w:rsidRPr="00D910A1">
        <w:tab/>
        <w:t>Definition</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1E186BE3"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AC mains power input/output </w:t>
      </w:r>
      <w:r w:rsidRPr="00D910A1">
        <w:rPr>
          <w:rFonts w:cs="v4.2.0"/>
          <w:iCs/>
        </w:rPr>
        <w:t>port</w:t>
      </w:r>
      <w:r w:rsidRPr="00D910A1">
        <w:rPr>
          <w:rFonts w:cs="v4.2.0"/>
        </w:rPr>
        <w:t>s.</w:t>
      </w:r>
    </w:p>
    <w:p w14:paraId="1E186BE4" w14:textId="77777777" w:rsidR="00823707" w:rsidRPr="00D910A1" w:rsidRDefault="00823707" w:rsidP="00823707">
      <w:pPr>
        <w:pStyle w:val="Heading3"/>
      </w:pPr>
      <w:bookmarkStart w:id="734" w:name="_Toc20994273"/>
      <w:bookmarkStart w:id="735" w:name="_Toc29812132"/>
      <w:bookmarkStart w:id="736" w:name="_Toc37139320"/>
      <w:bookmarkStart w:id="737" w:name="_Toc37268324"/>
      <w:bookmarkStart w:id="738" w:name="_Toc37268418"/>
      <w:bookmarkStart w:id="739" w:name="_Toc45879628"/>
      <w:bookmarkStart w:id="740" w:name="_Toc52563722"/>
      <w:bookmarkStart w:id="741" w:name="_Toc52563817"/>
      <w:bookmarkStart w:id="742" w:name="_Toc52563910"/>
      <w:bookmarkStart w:id="743" w:name="_Toc61181815"/>
      <w:bookmarkStart w:id="744" w:name="_Toc74642633"/>
      <w:bookmarkStart w:id="745" w:name="_Toc76543811"/>
      <w:bookmarkStart w:id="746" w:name="_Toc82627397"/>
      <w:bookmarkStart w:id="747" w:name="_Toc106198131"/>
      <w:r w:rsidRPr="00D910A1">
        <w:t>8.4.2</w:t>
      </w:r>
      <w:r w:rsidRPr="00D910A1">
        <w:tab/>
        <w:t>Test method</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1E186BE5" w14:textId="77777777" w:rsidR="00823707" w:rsidRPr="00D910A1" w:rsidRDefault="00823707" w:rsidP="00823707">
      <w:r w:rsidRPr="00D910A1">
        <w:t>The test method shall be in accordance with CISPR 32 [11].</w:t>
      </w:r>
    </w:p>
    <w:p w14:paraId="1E186BE6" w14:textId="77777777" w:rsidR="00823707" w:rsidRPr="00D910A1" w:rsidRDefault="00823707" w:rsidP="00823707">
      <w:pPr>
        <w:pStyle w:val="Heading3"/>
      </w:pPr>
      <w:bookmarkStart w:id="748" w:name="_Toc20994274"/>
      <w:bookmarkStart w:id="749" w:name="_Toc29812133"/>
      <w:bookmarkStart w:id="750" w:name="_Toc37139321"/>
      <w:bookmarkStart w:id="751" w:name="_Toc37268325"/>
      <w:bookmarkStart w:id="752" w:name="_Toc37268419"/>
      <w:bookmarkStart w:id="753" w:name="_Toc45879629"/>
      <w:bookmarkStart w:id="754" w:name="_Toc52563723"/>
      <w:bookmarkStart w:id="755" w:name="_Toc52563818"/>
      <w:bookmarkStart w:id="756" w:name="_Toc52563911"/>
      <w:bookmarkStart w:id="757" w:name="_Toc61181816"/>
      <w:bookmarkStart w:id="758" w:name="_Toc74642634"/>
      <w:bookmarkStart w:id="759" w:name="_Toc76543812"/>
      <w:bookmarkStart w:id="760" w:name="_Toc82627398"/>
      <w:bookmarkStart w:id="761" w:name="_Toc106198132"/>
      <w:r w:rsidRPr="00D910A1">
        <w:t>8.4.3</w:t>
      </w:r>
      <w:r w:rsidRPr="00D910A1">
        <w:tab/>
        <w:t>Limits</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1E186BE7"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 xml:space="preserve">according to CISPR 32 [11] table A.10, which are defined </w:t>
      </w:r>
      <w:r w:rsidRPr="00D910A1">
        <w:rPr>
          <w:rFonts w:cs="v4.2.0"/>
          <w:lang w:val="en-US" w:eastAsia="zh-CN"/>
        </w:rPr>
        <w:t xml:space="preserve">for </w:t>
      </w:r>
      <w:r w:rsidRPr="00D910A1">
        <w:rPr>
          <w:rFonts w:cs="v4.2.0" w:hint="eastAsia"/>
          <w:lang w:val="en-US" w:eastAsia="zh-CN"/>
        </w:rPr>
        <w:t xml:space="preserve">the average detector receiver and for quasi-peak detector receiver. </w:t>
      </w:r>
      <w:r w:rsidRPr="00D910A1">
        <w:rPr>
          <w:rFonts w:cs="v4.2.0"/>
        </w:rPr>
        <w:t>If the average limit is met when using a quasi</w:t>
      </w:r>
      <w:r w:rsidRPr="00D910A1">
        <w:rPr>
          <w:rFonts w:cs="v4.2.0"/>
        </w:rPr>
        <w:noBreakHyphen/>
        <w:t>peak detector, the equipment shall be deemed to meet both limits and measurement with the average detector receiver is not necessary.</w:t>
      </w:r>
    </w:p>
    <w:p w14:paraId="1E186BE8"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1E186BE9"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1E186BEA" w14:textId="77777777" w:rsidR="00823707" w:rsidRPr="00D910A1" w:rsidRDefault="00823707" w:rsidP="00823707">
      <w:pPr>
        <w:rPr>
          <w:rFonts w:cs="v4.2.0"/>
        </w:rPr>
      </w:pPr>
      <w:r w:rsidRPr="00D910A1">
        <w:rPr>
          <w:rFonts w:cs="v4.2.0" w:hint="eastAsia"/>
          <w:lang w:val="en-US" w:eastAsia="zh-CN"/>
        </w:rPr>
        <w:t>Where there is a step in the relevant limit, the lower value shall be applied at the transition frequency.</w:t>
      </w:r>
    </w:p>
    <w:p w14:paraId="1E186BEB" w14:textId="77777777" w:rsidR="00823707" w:rsidRPr="00D910A1" w:rsidRDefault="00823707" w:rsidP="00823707">
      <w:pPr>
        <w:pStyle w:val="TH"/>
        <w:rPr>
          <w:rFonts w:cs="v4.2.0"/>
        </w:rPr>
      </w:pPr>
      <w:r w:rsidRPr="00D910A1">
        <w:t>Table 8.4.3-1: (Void)</w:t>
      </w:r>
    </w:p>
    <w:p w14:paraId="1E186BEC" w14:textId="77777777" w:rsidR="00823707" w:rsidRPr="00D910A1" w:rsidRDefault="00823707" w:rsidP="00823707">
      <w:r w:rsidRPr="00D910A1">
        <w:t xml:space="preserve">Alternatively, for equipment intended to be used in telecommunication centres the limits given in </w:t>
      </w:r>
      <w:r w:rsidRPr="00D910A1">
        <w:rPr>
          <w:rFonts w:hint="eastAsia"/>
          <w:lang w:val="en-US" w:eastAsia="zh-CN"/>
        </w:rPr>
        <w:t xml:space="preserve">CISPR 32 [11] </w:t>
      </w:r>
      <w:r w:rsidRPr="00D910A1">
        <w:t xml:space="preserve">table </w:t>
      </w:r>
      <w:r w:rsidRPr="00D910A1">
        <w:rPr>
          <w:rFonts w:hint="eastAsia"/>
          <w:lang w:val="en-US" w:eastAsia="zh-CN"/>
        </w:rPr>
        <w:t>A.9</w:t>
      </w:r>
      <w:r w:rsidRPr="00D910A1">
        <w:t xml:space="preserve"> shall be used.</w:t>
      </w:r>
    </w:p>
    <w:p w14:paraId="1E186BED" w14:textId="77777777" w:rsidR="00823707" w:rsidRPr="00D910A1" w:rsidRDefault="00823707" w:rsidP="00823707">
      <w:pPr>
        <w:pStyle w:val="TH"/>
        <w:rPr>
          <w:lang w:val="en-US" w:eastAsia="zh-CN"/>
        </w:rPr>
      </w:pPr>
      <w:r w:rsidRPr="00D910A1">
        <w:t>Table 8.4.3-2: (Void)</w:t>
      </w:r>
    </w:p>
    <w:p w14:paraId="1E186BEE" w14:textId="77777777" w:rsidR="00823707" w:rsidRPr="00D910A1" w:rsidRDefault="00823707" w:rsidP="00823707">
      <w:pPr>
        <w:pStyle w:val="Heading2"/>
      </w:pPr>
      <w:bookmarkStart w:id="762" w:name="_Toc20994275"/>
      <w:bookmarkStart w:id="763" w:name="_Toc29812134"/>
      <w:bookmarkStart w:id="764" w:name="_Toc37139322"/>
      <w:bookmarkStart w:id="765" w:name="_Toc37268326"/>
      <w:bookmarkStart w:id="766" w:name="_Toc37268420"/>
      <w:bookmarkStart w:id="767" w:name="_Toc45879630"/>
      <w:bookmarkStart w:id="768" w:name="_Toc52563724"/>
      <w:bookmarkStart w:id="769" w:name="_Toc52563819"/>
      <w:bookmarkStart w:id="770" w:name="_Toc52563912"/>
      <w:bookmarkStart w:id="771" w:name="_Toc61181817"/>
      <w:bookmarkStart w:id="772" w:name="_Toc74642635"/>
      <w:bookmarkStart w:id="773" w:name="_Toc76543813"/>
      <w:bookmarkStart w:id="774" w:name="_Toc82627399"/>
      <w:bookmarkStart w:id="775" w:name="_Toc106198133"/>
      <w:r w:rsidRPr="00D910A1">
        <w:rPr>
          <w:rFonts w:hint="eastAsia"/>
          <w:lang w:val="en-US" w:eastAsia="zh-CN"/>
        </w:rPr>
        <w:t>8</w:t>
      </w:r>
      <w:r w:rsidRPr="00D910A1">
        <w:t>.</w:t>
      </w:r>
      <w:r w:rsidRPr="00D910A1">
        <w:rPr>
          <w:rFonts w:hint="eastAsia"/>
          <w:lang w:val="en-US" w:eastAsia="zh-CN"/>
        </w:rPr>
        <w:t>5</w:t>
      </w:r>
      <w:r w:rsidRPr="00D910A1">
        <w:tab/>
      </w:r>
      <w:r w:rsidRPr="00D910A1">
        <w:rPr>
          <w:rFonts w:hint="eastAsia"/>
        </w:rPr>
        <w:t>Conducted emissions, telecommunication port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14:paraId="1E186BEF" w14:textId="77777777" w:rsidR="00823707" w:rsidRPr="00D910A1" w:rsidRDefault="00823707" w:rsidP="00823707">
      <w:r w:rsidRPr="00D910A1">
        <w:t xml:space="preserve">This test is applicable for radio equipment and/or </w:t>
      </w:r>
      <w:r w:rsidRPr="00D910A1">
        <w:rPr>
          <w:i/>
        </w:rPr>
        <w:t>ancillary equipment</w:t>
      </w:r>
      <w:r w:rsidRPr="00D910A1">
        <w:t xml:space="preserve"> for fixed use which have </w:t>
      </w:r>
      <w:r w:rsidRPr="00D910A1">
        <w:rPr>
          <w:i/>
        </w:rPr>
        <w:t>telecommunication ports</w:t>
      </w:r>
      <w:r w:rsidRPr="00D910A1">
        <w:t>.</w:t>
      </w:r>
    </w:p>
    <w:p w14:paraId="1E186BF0" w14:textId="77777777" w:rsidR="00823707" w:rsidRPr="00D910A1" w:rsidRDefault="00823707" w:rsidP="00823707">
      <w:r w:rsidRPr="00D910A1">
        <w:t xml:space="preserve">This test shall be performed on a representative configuration of radio equipment, the associated </w:t>
      </w:r>
      <w:r w:rsidRPr="00D910A1">
        <w:rPr>
          <w:i/>
        </w:rPr>
        <w:t>ancillary equipment</w:t>
      </w:r>
      <w:r w:rsidRPr="00D910A1">
        <w:t xml:space="preserve">, or a representative configuration of the combination of radio and </w:t>
      </w:r>
      <w:r w:rsidRPr="00D910A1">
        <w:rPr>
          <w:i/>
        </w:rPr>
        <w:t>ancillary equipment</w:t>
      </w:r>
      <w:r w:rsidRPr="00D910A1">
        <w:t>.</w:t>
      </w:r>
    </w:p>
    <w:p w14:paraId="1E186BF1" w14:textId="77777777" w:rsidR="00823707" w:rsidRPr="00D910A1" w:rsidRDefault="00823707" w:rsidP="00823707">
      <w:pPr>
        <w:pStyle w:val="Heading3"/>
      </w:pPr>
      <w:bookmarkStart w:id="776" w:name="_Toc20994276"/>
      <w:bookmarkStart w:id="777" w:name="_Toc29812135"/>
      <w:bookmarkStart w:id="778" w:name="_Toc37139323"/>
      <w:bookmarkStart w:id="779" w:name="_Toc37268327"/>
      <w:bookmarkStart w:id="780" w:name="_Toc37268421"/>
      <w:bookmarkStart w:id="781" w:name="_Toc45879631"/>
      <w:bookmarkStart w:id="782" w:name="_Toc52563725"/>
      <w:bookmarkStart w:id="783" w:name="_Toc52563820"/>
      <w:bookmarkStart w:id="784" w:name="_Toc52563913"/>
      <w:bookmarkStart w:id="785" w:name="_Toc61181818"/>
      <w:bookmarkStart w:id="786" w:name="_Toc74642636"/>
      <w:bookmarkStart w:id="787" w:name="_Toc76543814"/>
      <w:bookmarkStart w:id="788" w:name="_Toc82627400"/>
      <w:bookmarkStart w:id="789" w:name="_Toc106198134"/>
      <w:r w:rsidRPr="00D910A1">
        <w:t>8.</w:t>
      </w:r>
      <w:r w:rsidRPr="00D910A1">
        <w:rPr>
          <w:rFonts w:hint="eastAsia"/>
        </w:rPr>
        <w:t>5</w:t>
      </w:r>
      <w:r w:rsidRPr="00D910A1">
        <w:t>.1</w:t>
      </w:r>
      <w:r w:rsidRPr="00D910A1">
        <w:tab/>
        <w:t>Definition</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1E186BF2" w14:textId="77777777" w:rsidR="00823707" w:rsidRPr="00D910A1" w:rsidRDefault="00823707" w:rsidP="00823707">
      <w:r w:rsidRPr="00D910A1">
        <w:t xml:space="preserve">This test assesses the EUT unwanted emission present at the </w:t>
      </w:r>
      <w:r w:rsidRPr="00D910A1">
        <w:rPr>
          <w:i/>
          <w:iCs/>
        </w:rPr>
        <w:t>telecommunication ports</w:t>
      </w:r>
      <w:r w:rsidRPr="00D910A1">
        <w:t>.</w:t>
      </w:r>
    </w:p>
    <w:p w14:paraId="1E186BF3" w14:textId="77777777" w:rsidR="00823707" w:rsidRPr="00D910A1" w:rsidRDefault="00823707" w:rsidP="00823707">
      <w:pPr>
        <w:pStyle w:val="Heading3"/>
      </w:pPr>
      <w:bookmarkStart w:id="790" w:name="_Toc20994277"/>
      <w:bookmarkStart w:id="791" w:name="_Toc29812136"/>
      <w:bookmarkStart w:id="792" w:name="_Toc37139324"/>
      <w:bookmarkStart w:id="793" w:name="_Toc37268328"/>
      <w:bookmarkStart w:id="794" w:name="_Toc37268422"/>
      <w:bookmarkStart w:id="795" w:name="_Toc45879632"/>
      <w:bookmarkStart w:id="796" w:name="_Toc52563726"/>
      <w:bookmarkStart w:id="797" w:name="_Toc52563821"/>
      <w:bookmarkStart w:id="798" w:name="_Toc52563914"/>
      <w:bookmarkStart w:id="799" w:name="_Toc61181819"/>
      <w:bookmarkStart w:id="800" w:name="_Toc74642637"/>
      <w:bookmarkStart w:id="801" w:name="_Toc76543815"/>
      <w:bookmarkStart w:id="802" w:name="_Toc82627401"/>
      <w:bookmarkStart w:id="803" w:name="_Toc106198135"/>
      <w:r w:rsidRPr="00D910A1">
        <w:t>8.</w:t>
      </w:r>
      <w:r w:rsidRPr="00D910A1">
        <w:rPr>
          <w:rFonts w:hint="eastAsia"/>
        </w:rPr>
        <w:t>5</w:t>
      </w:r>
      <w:r w:rsidRPr="00D910A1">
        <w:t>.2</w:t>
      </w:r>
      <w:r w:rsidRPr="00D910A1">
        <w:tab/>
        <w:t>Test method</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1E186BF4" w14:textId="77777777" w:rsidR="00823707" w:rsidRPr="00D910A1" w:rsidRDefault="00823707" w:rsidP="00823707">
      <w:r w:rsidRPr="00D910A1">
        <w:t>The test method shall be in accordance with CISPR 32 [11].</w:t>
      </w:r>
    </w:p>
    <w:p w14:paraId="1E186BF5" w14:textId="77777777" w:rsidR="00823707" w:rsidRPr="00D910A1" w:rsidRDefault="00823707" w:rsidP="00823707">
      <w:pPr>
        <w:pStyle w:val="Heading3"/>
      </w:pPr>
      <w:bookmarkStart w:id="804" w:name="_Toc20994278"/>
      <w:bookmarkStart w:id="805" w:name="_Toc29812137"/>
      <w:bookmarkStart w:id="806" w:name="_Toc37139325"/>
      <w:bookmarkStart w:id="807" w:name="_Toc37268329"/>
      <w:bookmarkStart w:id="808" w:name="_Toc37268423"/>
      <w:bookmarkStart w:id="809" w:name="_Toc45879633"/>
      <w:bookmarkStart w:id="810" w:name="_Toc52563727"/>
      <w:bookmarkStart w:id="811" w:name="_Toc52563822"/>
      <w:bookmarkStart w:id="812" w:name="_Toc52563915"/>
      <w:bookmarkStart w:id="813" w:name="_Toc61181820"/>
      <w:bookmarkStart w:id="814" w:name="_Toc74642638"/>
      <w:bookmarkStart w:id="815" w:name="_Toc76543816"/>
      <w:bookmarkStart w:id="816" w:name="_Toc82627402"/>
      <w:bookmarkStart w:id="817" w:name="_Toc106198136"/>
      <w:r w:rsidRPr="00D910A1">
        <w:t>8.</w:t>
      </w:r>
      <w:r w:rsidRPr="00D910A1">
        <w:rPr>
          <w:rFonts w:hint="eastAsia"/>
        </w:rPr>
        <w:t>5</w:t>
      </w:r>
      <w:r w:rsidRPr="00D910A1">
        <w:t>.3</w:t>
      </w:r>
      <w:r w:rsidRPr="00D910A1">
        <w:tab/>
        <w:t>Limits</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1E186BF6" w14:textId="77777777" w:rsidR="00823707" w:rsidRPr="00D910A1" w:rsidRDefault="00823707" w:rsidP="00823707">
      <w:r w:rsidRPr="00D910A1">
        <w:t xml:space="preserve">The </w:t>
      </w:r>
      <w:r w:rsidRPr="00D910A1">
        <w:rPr>
          <w:i/>
          <w:iCs/>
        </w:rPr>
        <w:t>telecommunication po</w:t>
      </w:r>
      <w:r w:rsidRPr="00D910A1">
        <w:t>rts shall meet the limits according to CISPR </w:t>
      </w:r>
      <w:r w:rsidRPr="00D910A1">
        <w:rPr>
          <w:rFonts w:hint="eastAsia"/>
          <w:lang w:val="en-US" w:eastAsia="zh-CN"/>
        </w:rPr>
        <w:t>3</w:t>
      </w:r>
      <w:r w:rsidRPr="00D910A1">
        <w:t>2 [11] table </w:t>
      </w:r>
      <w:r w:rsidRPr="00D910A1">
        <w:rPr>
          <w:rFonts w:hint="eastAsia"/>
          <w:lang w:val="en-US" w:eastAsia="zh-CN"/>
        </w:rPr>
        <w:t>A.12</w:t>
      </w:r>
      <w:r w:rsidRPr="00D910A1">
        <w:t>.</w:t>
      </w:r>
    </w:p>
    <w:p w14:paraId="1E186BF7"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1E186BF8"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1E186BF9" w14:textId="77777777" w:rsidR="00823707" w:rsidRPr="00D910A1" w:rsidRDefault="00823707" w:rsidP="00823707">
      <w:r w:rsidRPr="00D910A1">
        <w:rPr>
          <w:rFonts w:cs="v4.2.0" w:hint="eastAsia"/>
          <w:lang w:val="en-US" w:eastAsia="zh-CN"/>
        </w:rPr>
        <w:t>Where there is a step in the relevant limit, the lower value shall be applied at the transition frequency.</w:t>
      </w:r>
    </w:p>
    <w:p w14:paraId="1E186BFA" w14:textId="77777777" w:rsidR="00823707" w:rsidRPr="00D910A1" w:rsidRDefault="00823707" w:rsidP="00823707">
      <w:pPr>
        <w:pStyle w:val="TH"/>
      </w:pPr>
      <w:r w:rsidRPr="00D910A1">
        <w:t>Table 8.</w:t>
      </w:r>
      <w:r w:rsidRPr="00D910A1">
        <w:rPr>
          <w:rFonts w:hint="eastAsia"/>
          <w:lang w:val="en-US" w:eastAsia="zh-CN"/>
        </w:rPr>
        <w:t>5</w:t>
      </w:r>
      <w:r w:rsidRPr="00D910A1">
        <w:t>.3-1: (Void)</w:t>
      </w:r>
    </w:p>
    <w:p w14:paraId="1E186BFB" w14:textId="77777777" w:rsidR="00823707" w:rsidRPr="00D910A1" w:rsidRDefault="00823707" w:rsidP="00823707"/>
    <w:p w14:paraId="1E186BFC" w14:textId="77777777" w:rsidR="00823707" w:rsidRPr="00D910A1" w:rsidRDefault="00823707" w:rsidP="00823707">
      <w:r w:rsidRPr="00D910A1">
        <w:lastRenderedPageBreak/>
        <w:t xml:space="preserve">Alternatively, for equipment intended to be used in telecommunication centres only, the limits given in </w:t>
      </w:r>
      <w:r w:rsidRPr="00D910A1">
        <w:rPr>
          <w:rFonts w:hint="eastAsia"/>
          <w:lang w:val="en-US" w:eastAsia="zh-CN"/>
        </w:rPr>
        <w:t xml:space="preserve">CISPR 32 [11] </w:t>
      </w:r>
      <w:r w:rsidRPr="00D910A1">
        <w:t>table </w:t>
      </w:r>
      <w:r w:rsidRPr="00D910A1">
        <w:rPr>
          <w:rFonts w:hint="eastAsia"/>
          <w:lang w:val="en-US" w:eastAsia="zh-CN"/>
        </w:rPr>
        <w:t>A.11</w:t>
      </w:r>
      <w:r w:rsidRPr="00D910A1">
        <w:t xml:space="preserve"> may be used.</w:t>
      </w:r>
    </w:p>
    <w:p w14:paraId="1E186BFD" w14:textId="77777777" w:rsidR="00823707" w:rsidRPr="00D910A1" w:rsidRDefault="00823707" w:rsidP="00823707">
      <w:pPr>
        <w:pStyle w:val="TH"/>
      </w:pPr>
      <w:r w:rsidRPr="00D910A1">
        <w:t>Table 8.</w:t>
      </w:r>
      <w:r w:rsidRPr="00D910A1">
        <w:rPr>
          <w:rFonts w:hint="eastAsia"/>
          <w:lang w:val="en-US" w:eastAsia="zh-CN"/>
        </w:rPr>
        <w:t>5</w:t>
      </w:r>
      <w:r w:rsidRPr="00D910A1">
        <w:t>.3-2: (Void)</w:t>
      </w:r>
    </w:p>
    <w:p w14:paraId="1E186BFE" w14:textId="77777777" w:rsidR="00823707" w:rsidRPr="00D910A1" w:rsidRDefault="00823707" w:rsidP="00823707">
      <w:pPr>
        <w:rPr>
          <w:lang w:val="en-US" w:eastAsia="zh-CN"/>
        </w:rPr>
      </w:pPr>
    </w:p>
    <w:p w14:paraId="1E186BFF" w14:textId="77777777" w:rsidR="00710865" w:rsidRPr="00D910A1" w:rsidRDefault="00710865" w:rsidP="00710865">
      <w:pPr>
        <w:pStyle w:val="Heading2"/>
      </w:pPr>
      <w:bookmarkStart w:id="818" w:name="_Toc20994279"/>
      <w:bookmarkStart w:id="819" w:name="_Toc29812138"/>
      <w:bookmarkStart w:id="820" w:name="_Toc37139326"/>
      <w:bookmarkStart w:id="821" w:name="_Toc37268330"/>
      <w:bookmarkStart w:id="822" w:name="_Toc37268424"/>
      <w:bookmarkStart w:id="823" w:name="_Toc45879634"/>
      <w:bookmarkStart w:id="824" w:name="_Toc61181821"/>
      <w:bookmarkStart w:id="825" w:name="_Toc74642639"/>
      <w:bookmarkStart w:id="826" w:name="_Toc76543817"/>
      <w:bookmarkStart w:id="827" w:name="_Toc82627403"/>
      <w:bookmarkStart w:id="828" w:name="_Toc106198137"/>
      <w:bookmarkStart w:id="829" w:name="_Toc20994280"/>
      <w:bookmarkStart w:id="830" w:name="_Toc29812139"/>
      <w:bookmarkStart w:id="831" w:name="_Toc37139327"/>
      <w:bookmarkStart w:id="832" w:name="_Toc37268331"/>
      <w:bookmarkStart w:id="833" w:name="_Toc37268425"/>
      <w:bookmarkStart w:id="834" w:name="_Toc45879635"/>
      <w:bookmarkStart w:id="835" w:name="_Toc52563729"/>
      <w:bookmarkStart w:id="836" w:name="_Toc52563824"/>
      <w:bookmarkStart w:id="837" w:name="_Toc52563917"/>
      <w:r w:rsidRPr="00D910A1">
        <w:rPr>
          <w:rFonts w:hint="eastAsia"/>
          <w:lang w:val="en-US" w:eastAsia="zh-CN"/>
        </w:rPr>
        <w:t>8</w:t>
      </w:r>
      <w:r w:rsidRPr="00D910A1">
        <w:t>.</w:t>
      </w:r>
      <w:r w:rsidRPr="00D910A1">
        <w:rPr>
          <w:rFonts w:hint="eastAsia"/>
          <w:lang w:val="en-US" w:eastAsia="zh-CN"/>
        </w:rPr>
        <w:t>6</w:t>
      </w:r>
      <w:r w:rsidRPr="00D910A1">
        <w:tab/>
      </w:r>
      <w:r w:rsidRPr="00D910A1">
        <w:rPr>
          <w:rFonts w:hint="eastAsia"/>
        </w:rPr>
        <w:t xml:space="preserve">Harmonic </w:t>
      </w:r>
      <w:r>
        <w:t>c</w:t>
      </w:r>
      <w:r w:rsidRPr="00D910A1">
        <w:rPr>
          <w:rFonts w:hint="eastAsia"/>
        </w:rPr>
        <w:t>urrent emissions (AC mains input port)</w:t>
      </w:r>
      <w:bookmarkEnd w:id="818"/>
      <w:bookmarkEnd w:id="819"/>
      <w:bookmarkEnd w:id="820"/>
      <w:bookmarkEnd w:id="821"/>
      <w:bookmarkEnd w:id="822"/>
      <w:bookmarkEnd w:id="823"/>
      <w:bookmarkEnd w:id="824"/>
      <w:bookmarkEnd w:id="825"/>
      <w:bookmarkEnd w:id="826"/>
      <w:bookmarkEnd w:id="827"/>
      <w:bookmarkEnd w:id="828"/>
    </w:p>
    <w:p w14:paraId="1E186C00" w14:textId="77777777" w:rsidR="00710865" w:rsidRPr="00D910A1" w:rsidRDefault="00710865" w:rsidP="00710865">
      <w:pPr>
        <w:rPr>
          <w:rFonts w:cs="v4.2.0"/>
        </w:rPr>
      </w:pPr>
      <w:r w:rsidRPr="00D910A1">
        <w:rPr>
          <w:rFonts w:cs="v4.2.0"/>
        </w:rPr>
        <w:t>The requirements of IEC 61000</w:t>
      </w:r>
      <w:r w:rsidRPr="00D910A1">
        <w:rPr>
          <w:rFonts w:cs="v4.2.0"/>
        </w:rPr>
        <w:noBreakHyphen/>
        <w:t>3</w:t>
      </w:r>
      <w:r w:rsidRPr="00D910A1">
        <w:rPr>
          <w:rFonts w:cs="v4.2.0"/>
        </w:rPr>
        <w:noBreakHyphen/>
        <w:t>2 [13] for harmonic current emission apply for equipment covered by the scope of the present document. For equipment with an input current greater than 16 A per phase, IEC 61000-3-12 [14] applies.</w:t>
      </w:r>
    </w:p>
    <w:p w14:paraId="1E186C01" w14:textId="77777777" w:rsidR="00823707" w:rsidRPr="00D910A1" w:rsidRDefault="00823707" w:rsidP="00823707">
      <w:pPr>
        <w:pStyle w:val="Heading2"/>
      </w:pPr>
      <w:bookmarkStart w:id="838" w:name="_Toc61181822"/>
      <w:bookmarkStart w:id="839" w:name="_Toc74642640"/>
      <w:bookmarkStart w:id="840" w:name="_Toc76543818"/>
      <w:bookmarkStart w:id="841" w:name="_Toc82627404"/>
      <w:bookmarkStart w:id="842" w:name="_Toc106198138"/>
      <w:r w:rsidRPr="00D910A1">
        <w:rPr>
          <w:rFonts w:hint="eastAsia"/>
          <w:lang w:val="en-US" w:eastAsia="zh-CN"/>
        </w:rPr>
        <w:t>8</w:t>
      </w:r>
      <w:r w:rsidRPr="00D910A1">
        <w:t>.</w:t>
      </w:r>
      <w:r w:rsidRPr="00D910A1">
        <w:rPr>
          <w:rFonts w:hint="eastAsia"/>
          <w:lang w:val="en-US" w:eastAsia="zh-CN"/>
        </w:rPr>
        <w:t>7</w:t>
      </w:r>
      <w:r w:rsidRPr="00D910A1">
        <w:tab/>
      </w:r>
      <w:r w:rsidRPr="00D910A1">
        <w:rPr>
          <w:rFonts w:hint="eastAsia"/>
        </w:rPr>
        <w:t>Voltage fluctuations and flicker (AC mains input port)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1E186C02" w14:textId="77777777" w:rsidR="00710865" w:rsidRDefault="00710865" w:rsidP="00710865">
      <w:pPr>
        <w:rPr>
          <w:rFonts w:cs="v4.2.0"/>
        </w:rPr>
      </w:pPr>
      <w:bookmarkStart w:id="843" w:name="_Toc20994281"/>
      <w:bookmarkStart w:id="844" w:name="_Toc29812140"/>
      <w:bookmarkStart w:id="845" w:name="_Toc37139328"/>
      <w:bookmarkStart w:id="846" w:name="_Toc37268332"/>
      <w:bookmarkStart w:id="847" w:name="_Toc37268426"/>
      <w:bookmarkStart w:id="848" w:name="_Toc45879636"/>
      <w:bookmarkStart w:id="849" w:name="_Toc52563730"/>
      <w:bookmarkStart w:id="850" w:name="_Toc52563825"/>
      <w:bookmarkStart w:id="851" w:name="_Toc52563918"/>
      <w:r w:rsidRPr="00D910A1">
        <w:rPr>
          <w:rFonts w:cs="v4.2.0"/>
        </w:rPr>
        <w:t>The requirements of IEC 61000</w:t>
      </w:r>
      <w:r w:rsidRPr="00D910A1">
        <w:rPr>
          <w:rFonts w:cs="v4.2.0"/>
        </w:rPr>
        <w:noBreakHyphen/>
        <w:t>3</w:t>
      </w:r>
      <w:r w:rsidRPr="00D910A1">
        <w:rPr>
          <w:rFonts w:cs="v4.2.0"/>
        </w:rPr>
        <w:noBreakHyphen/>
        <w:t>3 [15] for voltage fluctuations and flicker apply for equipment covered by the scope of the present document. For equipment with an input current greater than 16 A per phase, IEC 61000-3-1</w:t>
      </w:r>
      <w:r w:rsidRPr="00D910A1">
        <w:rPr>
          <w:rFonts w:cs="v4.2.0" w:hint="eastAsia"/>
          <w:lang w:val="en-US" w:eastAsia="zh-CN"/>
        </w:rPr>
        <w:t>1</w:t>
      </w:r>
      <w:r w:rsidRPr="00D910A1">
        <w:rPr>
          <w:rFonts w:cs="v4.2.0"/>
        </w:rPr>
        <w:t xml:space="preserve"> [1</w:t>
      </w:r>
      <w:r w:rsidRPr="00D910A1">
        <w:rPr>
          <w:rFonts w:cs="v4.2.0" w:hint="eastAsia"/>
          <w:lang w:val="en-US" w:eastAsia="zh-CN"/>
        </w:rPr>
        <w:t>6</w:t>
      </w:r>
      <w:r w:rsidRPr="00D910A1">
        <w:rPr>
          <w:rFonts w:cs="v4.2.0"/>
        </w:rPr>
        <w:t>] applies.</w:t>
      </w:r>
    </w:p>
    <w:p w14:paraId="1E186C03" w14:textId="77777777" w:rsidR="00823707" w:rsidRPr="00D910A1" w:rsidRDefault="00823707" w:rsidP="00823707">
      <w:pPr>
        <w:pStyle w:val="Heading1"/>
      </w:pPr>
      <w:bookmarkStart w:id="852" w:name="_Toc61181823"/>
      <w:bookmarkStart w:id="853" w:name="_Toc74642641"/>
      <w:bookmarkStart w:id="854" w:name="_Toc76543819"/>
      <w:bookmarkStart w:id="855" w:name="_Toc82627405"/>
      <w:bookmarkStart w:id="856" w:name="_Toc106198139"/>
      <w:r w:rsidRPr="00D910A1">
        <w:rPr>
          <w:rFonts w:hint="eastAsia"/>
          <w:lang w:val="en-US" w:eastAsia="zh-CN"/>
        </w:rPr>
        <w:t>9</w:t>
      </w:r>
      <w:r w:rsidRPr="00D910A1">
        <w:tab/>
      </w:r>
      <w:r w:rsidRPr="00D910A1">
        <w:rPr>
          <w:rFonts w:hint="eastAsia"/>
          <w:lang w:val="en-US" w:eastAsia="zh-CN"/>
        </w:rPr>
        <w:t>Immunity</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14:paraId="1E186C04" w14:textId="77777777" w:rsidR="00823707" w:rsidRPr="00D910A1" w:rsidRDefault="00823707" w:rsidP="00823707">
      <w:pPr>
        <w:pStyle w:val="Heading2"/>
      </w:pPr>
      <w:bookmarkStart w:id="857" w:name="_Toc20994282"/>
      <w:bookmarkStart w:id="858" w:name="_Toc29812141"/>
      <w:bookmarkStart w:id="859" w:name="_Toc37139329"/>
      <w:bookmarkStart w:id="860" w:name="_Toc37268333"/>
      <w:bookmarkStart w:id="861" w:name="_Toc37268427"/>
      <w:bookmarkStart w:id="862" w:name="_Toc45879637"/>
      <w:bookmarkStart w:id="863" w:name="_Toc52563731"/>
      <w:bookmarkStart w:id="864" w:name="_Toc52563826"/>
      <w:bookmarkStart w:id="865" w:name="_Toc52563919"/>
      <w:bookmarkStart w:id="866" w:name="_Toc61181824"/>
      <w:bookmarkStart w:id="867" w:name="_Toc74642642"/>
      <w:bookmarkStart w:id="868" w:name="_Toc76543820"/>
      <w:bookmarkStart w:id="869" w:name="_Toc82627406"/>
      <w:bookmarkStart w:id="870" w:name="_Toc106198140"/>
      <w:r w:rsidRPr="00D910A1">
        <w:rPr>
          <w:rFonts w:hint="eastAsia"/>
          <w:lang w:val="en-US" w:eastAsia="zh-CN"/>
        </w:rPr>
        <w:t>9</w:t>
      </w:r>
      <w:r w:rsidRPr="00D910A1">
        <w:t>.1</w:t>
      </w:r>
      <w:r w:rsidRPr="00D910A1">
        <w:tab/>
      </w:r>
      <w:r w:rsidRPr="00D910A1">
        <w:rPr>
          <w:rFonts w:hint="eastAsia"/>
        </w:rPr>
        <w:t>Test configurations</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1E186C05" w14:textId="77777777" w:rsidR="00823707" w:rsidRPr="00D910A1" w:rsidRDefault="00823707" w:rsidP="00823707">
      <w:pPr>
        <w:rPr>
          <w:rFonts w:cs="v4.2.0"/>
        </w:rPr>
      </w:pPr>
      <w:r w:rsidRPr="00D910A1">
        <w:rPr>
          <w:rFonts w:cs="v4.2.0"/>
        </w:rPr>
        <w:t xml:space="preserve">This </w:t>
      </w:r>
      <w:r w:rsidR="00456274">
        <w:rPr>
          <w:rFonts w:cs="v4.2.0"/>
        </w:rPr>
        <w:t>clause</w:t>
      </w:r>
      <w:r w:rsidRPr="00D910A1">
        <w:rPr>
          <w:rFonts w:cs="v4.2.0"/>
        </w:rPr>
        <w:t xml:space="preserve"> defines the configurations for immunity tests as follows:</w:t>
      </w:r>
    </w:p>
    <w:p w14:paraId="1E186C06"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1E186C07" w14:textId="77777777" w:rsidR="00823707" w:rsidRPr="00D910A1" w:rsidRDefault="00823707" w:rsidP="00823707">
      <w:pPr>
        <w:pStyle w:val="B1"/>
      </w:pPr>
      <w:r w:rsidRPr="00D910A1">
        <w:t>-</w:t>
      </w:r>
      <w:r w:rsidRPr="00D910A1">
        <w:tab/>
      </w:r>
      <w:r w:rsidRPr="00D910A1">
        <w:rPr>
          <w:lang w:val="en-US"/>
        </w:rPr>
        <w:t xml:space="preserve">during the test, the </w:t>
      </w:r>
      <w:r w:rsidRPr="00D910A1">
        <w:t xml:space="preserve">RF output power </w:t>
      </w:r>
      <w:r w:rsidRPr="00D910A1">
        <w:rPr>
          <w:lang w:val="en-US"/>
        </w:rPr>
        <w:t xml:space="preserve">may </w:t>
      </w:r>
      <w:r w:rsidRPr="00D910A1">
        <w:t xml:space="preserve">be reduced to a power </w:t>
      </w:r>
      <w:r w:rsidRPr="00D910A1">
        <w:rPr>
          <w:lang w:val="en-US"/>
        </w:rPr>
        <w:t xml:space="preserve">level </w:t>
      </w:r>
      <w:r w:rsidRPr="00D910A1">
        <w:t xml:space="preserve">sufficient for establishing </w:t>
      </w:r>
      <w:r w:rsidRPr="00D910A1">
        <w:rPr>
          <w:lang w:val="en-US"/>
        </w:rPr>
        <w:t xml:space="preserve">and maintaining the </w:t>
      </w:r>
      <w:r w:rsidRPr="00D910A1">
        <w:rPr>
          <w:rFonts w:cs="v4.2.0"/>
          <w:lang w:val="en-US" w:eastAsia="zh-CN"/>
        </w:rPr>
        <w:t xml:space="preserve">required </w:t>
      </w:r>
      <w:r w:rsidRPr="00D910A1">
        <w:t>communication link;</w:t>
      </w:r>
    </w:p>
    <w:p w14:paraId="1E186C08" w14:textId="77777777" w:rsidR="00823707" w:rsidRPr="00D910A1" w:rsidRDefault="00823707" w:rsidP="00823707">
      <w:pPr>
        <w:pStyle w:val="B1"/>
      </w:pPr>
      <w:r w:rsidRPr="00D910A1">
        <w:t>-</w:t>
      </w:r>
      <w:r w:rsidRPr="00D910A1">
        <w:tab/>
        <w:t>the test configuration shall be as close to normal intended use as possible;</w:t>
      </w:r>
    </w:p>
    <w:p w14:paraId="1E186C09" w14:textId="77777777" w:rsidR="00823707" w:rsidRPr="00D910A1" w:rsidRDefault="00823707" w:rsidP="00823707">
      <w:pPr>
        <w:pStyle w:val="B1"/>
      </w:pPr>
      <w:r w:rsidRPr="00D910A1">
        <w:t>-</w:t>
      </w:r>
      <w:r w:rsidRPr="00D910A1">
        <w:tab/>
        <w:t xml:space="preserve">if the equipment is part of a system, or can be connected to </w:t>
      </w:r>
      <w:r w:rsidRPr="00D910A1">
        <w:rPr>
          <w:i/>
        </w:rPr>
        <w:t>ancillary equipment</w:t>
      </w:r>
      <w:r w:rsidRPr="00D910A1">
        <w:t xml:space="preserve">,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1E186C0A"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1E186C0B"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1E186C0C" w14:textId="77777777" w:rsidR="00823707" w:rsidRPr="00D910A1" w:rsidRDefault="00823707" w:rsidP="00823707">
      <w:pPr>
        <w:pStyle w:val="B1"/>
        <w:rPr>
          <w:lang w:val="en-US" w:eastAsia="zh-CN"/>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rPr>
          <w:rFonts w:hint="eastAsia"/>
          <w:lang w:val="en-US" w:eastAsia="zh-CN"/>
        </w:rPr>
        <w:t xml:space="preserve">. </w:t>
      </w:r>
      <w:r w:rsidRPr="00D910A1">
        <w:rPr>
          <w:rFonts w:cs="v4.2.0"/>
        </w:rPr>
        <w:t xml:space="preserve">In case of </w:t>
      </w:r>
      <w:r w:rsidRPr="00D910A1">
        <w:rPr>
          <w:rFonts w:cs="v4.2.0" w:hint="eastAsia"/>
          <w:i/>
          <w:lang w:val="en-US" w:eastAsia="zh-CN"/>
        </w:rPr>
        <w:t>BS type 1-C and BS type 1-H</w:t>
      </w:r>
      <w:r w:rsidRPr="00D910A1">
        <w:rPr>
          <w:rFonts w:cs="v4.2.0"/>
        </w:rPr>
        <w:t xml:space="preserve">, </w:t>
      </w:r>
      <w:r w:rsidRPr="00D910A1">
        <w:rPr>
          <w:rFonts w:cs="v4.2.0" w:hint="eastAsia"/>
          <w:i/>
          <w:iCs/>
          <w:lang w:val="en-US" w:eastAsia="zh-CN"/>
        </w:rPr>
        <w:t>antenna</w:t>
      </w:r>
      <w:r w:rsidRPr="00D910A1">
        <w:rPr>
          <w:i/>
          <w:iCs/>
        </w:rPr>
        <w:t xml:space="preserve"> ports</w:t>
      </w:r>
      <w:r w:rsidRPr="00D910A1">
        <w:t xml:space="preserve"> shall be correctly terminated</w:t>
      </w:r>
      <w:r w:rsidRPr="00D910A1">
        <w:rPr>
          <w:lang w:val="en-US" w:eastAsia="zh-CN"/>
        </w:rPr>
        <w:t>;</w:t>
      </w:r>
    </w:p>
    <w:p w14:paraId="1E186C0D"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1E186C0E" w14:textId="77777777" w:rsidR="00823707" w:rsidRPr="00D910A1" w:rsidRDefault="00823707" w:rsidP="00823707">
      <w:pPr>
        <w:pStyle w:val="B1"/>
      </w:pPr>
      <w:r w:rsidRPr="00D910A1">
        <w:t>-</w:t>
      </w:r>
      <w:r w:rsidRPr="00D910A1">
        <w:tab/>
        <w:t xml:space="preserve">immunity tests on the entire </w:t>
      </w:r>
      <w:r w:rsidRPr="00D910A1">
        <w:rPr>
          <w:rFonts w:hint="eastAsia"/>
          <w:lang w:val="en-US" w:eastAsia="zh-CN"/>
        </w:rPr>
        <w:t>NR</w:t>
      </w:r>
      <w:r w:rsidRPr="00D910A1">
        <w:rPr>
          <w:lang w:val="en-US"/>
        </w:rPr>
        <w:t xml:space="preserve"> BS</w:t>
      </w:r>
      <w:r w:rsidRPr="00D910A1">
        <w:t xml:space="preserve"> shall be performed by establishing communication links at the radio interface (e.g. with the mobile simulator) and the</w:t>
      </w:r>
      <w:r w:rsidRPr="00D910A1">
        <w:rPr>
          <w:rFonts w:hint="eastAsia"/>
          <w:lang w:val="en-US" w:eastAsia="zh-CN"/>
        </w:rPr>
        <w:t xml:space="preserve"> NG</w:t>
      </w:r>
      <w:r w:rsidRPr="00D910A1">
        <w:t xml:space="preserve"> interface (e.g. with an </w:t>
      </w:r>
      <w:r w:rsidRPr="00D910A1">
        <w:rPr>
          <w:rFonts w:hint="eastAsia"/>
          <w:lang w:val="en-US" w:eastAsia="zh-CN"/>
        </w:rPr>
        <w:t>NGC</w:t>
      </w:r>
      <w:r w:rsidRPr="00D910A1">
        <w:t xml:space="preserve"> simulator) and evaluating the throughput (see figures 9.1-1</w:t>
      </w:r>
      <w:r w:rsidRPr="00D910A1">
        <w:rPr>
          <w:lang w:val="en-US"/>
        </w:rPr>
        <w:t xml:space="preserve"> and </w:t>
      </w:r>
      <w:r w:rsidRPr="00D910A1">
        <w:t>9.1-2);</w:t>
      </w:r>
      <w:r w:rsidRPr="00D910A1">
        <w:tab/>
      </w:r>
    </w:p>
    <w:p w14:paraId="1E186C0F" w14:textId="77777777" w:rsidR="00823707" w:rsidRPr="00D910A1" w:rsidRDefault="00823707" w:rsidP="00823707">
      <w:pPr>
        <w:pStyle w:val="B1"/>
        <w:rPr>
          <w:rFonts w:cs="v4.2.0"/>
        </w:rPr>
      </w:pPr>
      <w:r w:rsidRPr="00D910A1">
        <w:t>-</w:t>
      </w:r>
      <w:r w:rsidRPr="00D910A1">
        <w:tab/>
        <w:t xml:space="preserve">immunity tests shall be performed on both the uplink and downlink paths. The tests shall also include both the radio interface and the </w:t>
      </w:r>
      <w:r w:rsidRPr="00D910A1">
        <w:rPr>
          <w:rFonts w:hint="eastAsia"/>
          <w:lang w:val="en-US" w:eastAsia="zh-CN"/>
        </w:rPr>
        <w:t>NG</w:t>
      </w:r>
      <w:r w:rsidRPr="00D910A1">
        <w:t xml:space="preserve"> interface.</w:t>
      </w:r>
      <w:r w:rsidRPr="00D910A1">
        <w:rPr>
          <w:rFonts w:hint="eastAsia"/>
          <w:lang w:val="en-US" w:eastAsia="zh-CN"/>
        </w:rPr>
        <w:t xml:space="preserve"> T</w:t>
      </w:r>
      <w:r w:rsidRPr="00D910A1">
        <w:t xml:space="preserve">hroughput evaluation may be carried out at either interface, where appropriate, and the measurements for the uplink and downlink paths may be carried out as a single path looped at either the radio interface or </w:t>
      </w:r>
      <w:r w:rsidRPr="00D910A1">
        <w:rPr>
          <w:rFonts w:hint="eastAsia"/>
          <w:lang w:val="en-US" w:eastAsia="zh-CN"/>
        </w:rPr>
        <w:t>NG</w:t>
      </w:r>
      <w:r w:rsidRPr="00D910A1">
        <w:t xml:space="preserve"> interface. In case of looping is used care have to be taken that the throughput information doesn't change due to looping;</w:t>
      </w:r>
    </w:p>
    <w:p w14:paraId="1E186C10" w14:textId="77777777" w:rsidR="00823707" w:rsidRPr="00D910A1" w:rsidRDefault="00823707" w:rsidP="00823707">
      <w:pPr>
        <w:pStyle w:val="B1"/>
      </w:pPr>
      <w:r w:rsidRPr="00D910A1">
        <w:lastRenderedPageBreak/>
        <w:t>-</w:t>
      </w:r>
      <w:r w:rsidRPr="00D910A1">
        <w:tab/>
        <w:t xml:space="preserve">for </w:t>
      </w:r>
      <w:r w:rsidRPr="00D910A1">
        <w:rPr>
          <w:rFonts w:hint="eastAsia"/>
          <w:lang w:val="en-US" w:eastAsia="zh-CN"/>
        </w:rPr>
        <w:t>NR</w:t>
      </w:r>
      <w:r w:rsidRPr="00D910A1">
        <w:rPr>
          <w:lang w:val="en-US"/>
        </w:rPr>
        <w:t xml:space="preserve"> </w:t>
      </w:r>
      <w:r w:rsidRPr="00D910A1">
        <w:t xml:space="preserve">BS capable of multi-band operation, communication links shall be established in such a way that all </w:t>
      </w:r>
      <w:r w:rsidRPr="00D910A1">
        <w:rPr>
          <w:i/>
          <w:iCs/>
        </w:rPr>
        <w:t>operating band</w:t>
      </w:r>
      <w:r w:rsidRPr="00D910A1">
        <w:t xml:space="preserve">(s) are activated during the test according to the applicable test configurations in </w:t>
      </w:r>
      <w:r w:rsidR="00456274">
        <w:t>clause</w:t>
      </w:r>
      <w:r w:rsidRPr="00D910A1">
        <w:t xml:space="preserve"> 4.5. Performance assessment may be done separately for each </w:t>
      </w:r>
      <w:r w:rsidRPr="00D910A1">
        <w:rPr>
          <w:i/>
          <w:iCs/>
        </w:rPr>
        <w:t>operating band</w:t>
      </w:r>
      <w:r w:rsidRPr="00D910A1">
        <w:t>.</w:t>
      </w:r>
    </w:p>
    <w:p w14:paraId="1E186C11" w14:textId="77777777" w:rsidR="00823707" w:rsidRPr="00D910A1" w:rsidRDefault="00406546" w:rsidP="00823707">
      <w:pPr>
        <w:pStyle w:val="TH"/>
      </w:pPr>
      <w:r w:rsidRPr="00D910A1">
        <w:rPr>
          <w:noProof/>
          <w:lang w:val="en-US"/>
        </w:rPr>
        <w:drawing>
          <wp:inline distT="0" distB="0" distL="0" distR="0" wp14:anchorId="1E186D9B" wp14:editId="1E186D9C">
            <wp:extent cx="5905500" cy="962025"/>
            <wp:effectExtent l="0" t="0" r="0" b="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1E186C12" w14:textId="77777777" w:rsidR="00823707" w:rsidRPr="00D910A1" w:rsidRDefault="00823707" w:rsidP="00823707">
      <w:pPr>
        <w:pStyle w:val="TF"/>
      </w:pPr>
      <w:r w:rsidRPr="00D910A1">
        <w:rPr>
          <w:rFonts w:hint="eastAsia"/>
          <w:lang w:val="en-US" w:eastAsia="zh-CN"/>
        </w:rPr>
        <w:t xml:space="preserve">Figure 9.1-1: </w:t>
      </w:r>
      <w:r w:rsidRPr="00D910A1">
        <w:t xml:space="preserve">Communication link set up for </w:t>
      </w:r>
      <w:r w:rsidRPr="00D910A1">
        <w:rPr>
          <w:rFonts w:hint="eastAsia"/>
          <w:i/>
          <w:lang w:val="en-US" w:eastAsia="zh-CN"/>
        </w:rPr>
        <w:t>BS type 1-C</w:t>
      </w:r>
      <w:r w:rsidRPr="00D910A1">
        <w:rPr>
          <w:rFonts w:hint="eastAsia"/>
          <w:iCs/>
          <w:lang w:val="en-US" w:eastAsia="zh-CN"/>
        </w:rPr>
        <w:t>/</w:t>
      </w:r>
      <w:r w:rsidRPr="00D910A1">
        <w:rPr>
          <w:rFonts w:hint="eastAsia"/>
          <w:i/>
          <w:lang w:val="en-US" w:eastAsia="zh-CN"/>
        </w:rPr>
        <w:t>BS type 1-H</w:t>
      </w:r>
      <w:r w:rsidRPr="00D910A1">
        <w:t xml:space="preserve"> immunity measurement</w:t>
      </w:r>
    </w:p>
    <w:p w14:paraId="1E186C13" w14:textId="77777777" w:rsidR="00823707" w:rsidRPr="00D910A1" w:rsidRDefault="00406546" w:rsidP="00823707">
      <w:pPr>
        <w:pStyle w:val="TH"/>
      </w:pPr>
      <w:r w:rsidRPr="00D910A1">
        <w:rPr>
          <w:noProof/>
          <w:lang w:val="en-US"/>
        </w:rPr>
        <w:drawing>
          <wp:inline distT="0" distB="0" distL="0" distR="0" wp14:anchorId="1E186D9D" wp14:editId="1E186D9E">
            <wp:extent cx="5905500" cy="962025"/>
            <wp:effectExtent l="0" t="0" r="0" b="0"/>
            <wp:docPr id="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1E186C14" w14:textId="77777777" w:rsidR="00823707" w:rsidRPr="00D910A1" w:rsidRDefault="00823707" w:rsidP="00823707">
      <w:pPr>
        <w:pStyle w:val="TF"/>
        <w:rPr>
          <w:lang w:val="en-US" w:eastAsia="zh-CN"/>
        </w:rPr>
      </w:pPr>
      <w:r w:rsidRPr="00D910A1">
        <w:rPr>
          <w:rFonts w:hint="eastAsia"/>
          <w:lang w:val="en-US" w:eastAsia="zh-CN"/>
        </w:rPr>
        <w:t xml:space="preserve">Figure 9.1-2: </w:t>
      </w:r>
      <w:r w:rsidRPr="00D910A1">
        <w:t xml:space="preserve">Communication link set up for </w:t>
      </w:r>
      <w:r w:rsidRPr="00D910A1">
        <w:rPr>
          <w:rFonts w:hint="eastAsia"/>
          <w:i/>
          <w:lang w:val="en-US" w:eastAsia="zh-CN"/>
        </w:rPr>
        <w:t>BS</w:t>
      </w:r>
      <w:r w:rsidRPr="00D910A1">
        <w:rPr>
          <w:i/>
        </w:rPr>
        <w:t xml:space="preserve"> </w:t>
      </w:r>
      <w:r w:rsidRPr="00D910A1">
        <w:rPr>
          <w:rFonts w:hint="eastAsia"/>
          <w:i/>
          <w:lang w:val="en-US" w:eastAsia="zh-CN"/>
        </w:rPr>
        <w:t>type 1-O</w:t>
      </w:r>
      <w:r w:rsidRPr="00D910A1">
        <w:rPr>
          <w:rFonts w:hint="eastAsia"/>
          <w:lang w:val="en-US" w:eastAsia="zh-CN"/>
        </w:rPr>
        <w:t>/</w:t>
      </w:r>
      <w:r w:rsidRPr="00D910A1">
        <w:rPr>
          <w:rFonts w:hint="eastAsia"/>
          <w:i/>
          <w:iCs/>
          <w:lang w:val="en-US" w:eastAsia="zh-CN"/>
        </w:rPr>
        <w:t xml:space="preserve">BS type 2-O </w:t>
      </w:r>
      <w:r w:rsidRPr="00D910A1">
        <w:t>immunity measurement</w:t>
      </w:r>
    </w:p>
    <w:p w14:paraId="1E186C15" w14:textId="77777777" w:rsidR="00823707" w:rsidRPr="00D910A1" w:rsidRDefault="00823707" w:rsidP="00823707">
      <w:pPr>
        <w:pStyle w:val="Heading3"/>
        <w:rPr>
          <w:lang w:val="fi-FI" w:eastAsia="zh-CN"/>
        </w:rPr>
      </w:pPr>
      <w:bookmarkStart w:id="871" w:name="_Toc20994283"/>
      <w:bookmarkStart w:id="872" w:name="_Toc29812142"/>
      <w:bookmarkStart w:id="873" w:name="_Toc37139330"/>
      <w:bookmarkStart w:id="874" w:name="_Toc37268334"/>
      <w:bookmarkStart w:id="875" w:name="_Toc37268428"/>
      <w:bookmarkStart w:id="876" w:name="_Toc45879638"/>
      <w:bookmarkStart w:id="877" w:name="_Toc52563732"/>
      <w:bookmarkStart w:id="878" w:name="_Toc52563827"/>
      <w:bookmarkStart w:id="879" w:name="_Toc52563920"/>
      <w:bookmarkStart w:id="880" w:name="_Toc61181825"/>
      <w:bookmarkStart w:id="881" w:name="_Toc74642643"/>
      <w:bookmarkStart w:id="882" w:name="_Toc76543821"/>
      <w:bookmarkStart w:id="883" w:name="_Toc82627407"/>
      <w:bookmarkStart w:id="884" w:name="_Toc106198141"/>
      <w:r w:rsidRPr="00D910A1">
        <w:rPr>
          <w:lang w:val="fi-FI" w:eastAsia="zh-CN"/>
        </w:rPr>
        <w:t>9.1.1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14:paraId="1E186C16" w14:textId="77777777" w:rsidR="00823707" w:rsidRPr="00D910A1" w:rsidRDefault="00823707" w:rsidP="00823707">
      <w:pPr>
        <w:pStyle w:val="Heading3"/>
        <w:rPr>
          <w:lang w:val="fi-FI" w:eastAsia="zh-CN"/>
        </w:rPr>
      </w:pPr>
      <w:bookmarkStart w:id="885" w:name="_Toc20994284"/>
      <w:bookmarkStart w:id="886" w:name="_Toc29812143"/>
      <w:bookmarkStart w:id="887" w:name="_Toc37139331"/>
      <w:bookmarkStart w:id="888" w:name="_Toc37268335"/>
      <w:bookmarkStart w:id="889" w:name="_Toc37268429"/>
      <w:bookmarkStart w:id="890" w:name="_Toc45879639"/>
      <w:bookmarkStart w:id="891" w:name="_Toc52563733"/>
      <w:bookmarkStart w:id="892" w:name="_Toc52563828"/>
      <w:bookmarkStart w:id="893" w:name="_Toc52563921"/>
      <w:bookmarkStart w:id="894" w:name="_Toc61181826"/>
      <w:bookmarkStart w:id="895" w:name="_Toc74642644"/>
      <w:bookmarkStart w:id="896" w:name="_Toc76543822"/>
      <w:bookmarkStart w:id="897" w:name="_Toc82627408"/>
      <w:bookmarkStart w:id="898" w:name="_Toc106198142"/>
      <w:r w:rsidRPr="00D910A1">
        <w:rPr>
          <w:rFonts w:hint="eastAsia"/>
          <w:lang w:val="fi-FI" w:eastAsia="zh-CN"/>
        </w:rPr>
        <w:t>9.1.2</w:t>
      </w:r>
      <w:r w:rsidRPr="00D910A1">
        <w:rPr>
          <w:lang w:val="fi-FI"/>
        </w:rPr>
        <w:tab/>
        <w:t>(</w:t>
      </w:r>
      <w:r w:rsidRPr="00D910A1">
        <w:rPr>
          <w:rFonts w:hint="eastAsia"/>
          <w:lang w:val="fi-FI" w:eastAsia="zh-CN"/>
        </w:rPr>
        <w:t>Void</w:t>
      </w:r>
      <w:r w:rsidRPr="00D910A1">
        <w:rPr>
          <w:lang w:val="fi-FI" w:eastAsia="zh-CN"/>
        </w:rPr>
        <w:t>)</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14:paraId="1E186C17" w14:textId="77777777" w:rsidR="00823707" w:rsidRPr="00D910A1" w:rsidRDefault="00823707" w:rsidP="00823707">
      <w:pPr>
        <w:pStyle w:val="Heading3"/>
        <w:rPr>
          <w:lang w:val="fi-FI" w:eastAsia="zh-CN"/>
        </w:rPr>
      </w:pPr>
      <w:bookmarkStart w:id="899" w:name="_Toc20994285"/>
      <w:bookmarkStart w:id="900" w:name="_Toc29812144"/>
      <w:bookmarkStart w:id="901" w:name="_Toc37139332"/>
      <w:bookmarkStart w:id="902" w:name="_Toc37268336"/>
      <w:bookmarkStart w:id="903" w:name="_Toc37268430"/>
      <w:bookmarkStart w:id="904" w:name="_Toc45879640"/>
      <w:bookmarkStart w:id="905" w:name="_Toc52563734"/>
      <w:bookmarkStart w:id="906" w:name="_Toc52563829"/>
      <w:bookmarkStart w:id="907" w:name="_Toc52563922"/>
      <w:bookmarkStart w:id="908" w:name="_Toc61181827"/>
      <w:bookmarkStart w:id="909" w:name="_Toc74642645"/>
      <w:bookmarkStart w:id="910" w:name="_Toc76543823"/>
      <w:bookmarkStart w:id="911" w:name="_Toc82627409"/>
      <w:bookmarkStart w:id="912" w:name="_Toc106198143"/>
      <w:r w:rsidRPr="00D910A1">
        <w:rPr>
          <w:rFonts w:hint="eastAsia"/>
          <w:lang w:val="fi-FI" w:eastAsia="zh-CN"/>
        </w:rPr>
        <w:t>9.1.3</w:t>
      </w:r>
      <w:r w:rsidRPr="00D910A1">
        <w:rPr>
          <w:lang w:val="fi-FI"/>
        </w:rPr>
        <w:tab/>
        <w:t>(</w:t>
      </w:r>
      <w:r w:rsidRPr="00D910A1">
        <w:rPr>
          <w:rFonts w:hint="eastAsia"/>
          <w:lang w:val="fi-FI" w:eastAsia="zh-CN"/>
        </w:rPr>
        <w:t>Void</w:t>
      </w:r>
      <w:r w:rsidRPr="00D910A1">
        <w:rPr>
          <w:lang w:val="fi-FI" w:eastAsia="zh-CN"/>
        </w:rPr>
        <w:t>)</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1E186C18" w14:textId="77777777" w:rsidR="00823707" w:rsidRPr="00D910A1" w:rsidRDefault="00823707" w:rsidP="00823707">
      <w:pPr>
        <w:pStyle w:val="Heading3"/>
        <w:rPr>
          <w:lang w:val="fi-FI" w:eastAsia="zh-CN"/>
        </w:rPr>
      </w:pPr>
      <w:bookmarkStart w:id="913" w:name="_Toc20994286"/>
      <w:bookmarkStart w:id="914" w:name="_Toc29812145"/>
      <w:bookmarkStart w:id="915" w:name="_Toc37139333"/>
      <w:bookmarkStart w:id="916" w:name="_Toc37268337"/>
      <w:bookmarkStart w:id="917" w:name="_Toc37268431"/>
      <w:bookmarkStart w:id="918" w:name="_Toc45879641"/>
      <w:bookmarkStart w:id="919" w:name="_Toc52563735"/>
      <w:bookmarkStart w:id="920" w:name="_Toc52563830"/>
      <w:bookmarkStart w:id="921" w:name="_Toc52563923"/>
      <w:bookmarkStart w:id="922" w:name="_Toc61181828"/>
      <w:bookmarkStart w:id="923" w:name="_Toc74642646"/>
      <w:bookmarkStart w:id="924" w:name="_Toc76543824"/>
      <w:bookmarkStart w:id="925" w:name="_Toc82627410"/>
      <w:bookmarkStart w:id="926" w:name="_Toc106198144"/>
      <w:r w:rsidRPr="00D910A1">
        <w:rPr>
          <w:rFonts w:hint="eastAsia"/>
          <w:lang w:val="fi-FI" w:eastAsia="zh-CN"/>
        </w:rPr>
        <w:t>9.1.4</w:t>
      </w:r>
      <w:r w:rsidRPr="00D910A1">
        <w:rPr>
          <w:lang w:val="fi-FI"/>
        </w:rPr>
        <w:tab/>
        <w:t>(</w:t>
      </w:r>
      <w:r w:rsidRPr="00D910A1">
        <w:rPr>
          <w:rFonts w:hint="eastAsia"/>
          <w:lang w:val="fi-FI" w:eastAsia="zh-CN"/>
        </w:rPr>
        <w:t>Void</w:t>
      </w:r>
      <w:r w:rsidRPr="00D910A1">
        <w:rPr>
          <w:lang w:val="fi-FI" w:eastAsia="zh-CN"/>
        </w:rPr>
        <w:t>)</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1E186C19" w14:textId="77777777" w:rsidR="00823707" w:rsidRPr="00D910A1" w:rsidRDefault="00823707" w:rsidP="00823707">
      <w:pPr>
        <w:pStyle w:val="Heading3"/>
        <w:rPr>
          <w:lang w:val="fi-FI" w:eastAsia="zh-CN"/>
        </w:rPr>
      </w:pPr>
      <w:bookmarkStart w:id="927" w:name="_Toc20994287"/>
      <w:bookmarkStart w:id="928" w:name="_Toc29812146"/>
      <w:bookmarkStart w:id="929" w:name="_Toc37139334"/>
      <w:bookmarkStart w:id="930" w:name="_Toc37268338"/>
      <w:bookmarkStart w:id="931" w:name="_Toc37268432"/>
      <w:bookmarkStart w:id="932" w:name="_Toc45879642"/>
      <w:bookmarkStart w:id="933" w:name="_Toc52563736"/>
      <w:bookmarkStart w:id="934" w:name="_Toc52563831"/>
      <w:bookmarkStart w:id="935" w:name="_Toc52563924"/>
      <w:bookmarkStart w:id="936" w:name="_Toc61181829"/>
      <w:bookmarkStart w:id="937" w:name="_Toc74642647"/>
      <w:bookmarkStart w:id="938" w:name="_Toc76543825"/>
      <w:bookmarkStart w:id="939" w:name="_Toc82627411"/>
      <w:bookmarkStart w:id="940" w:name="_Toc106198145"/>
      <w:r w:rsidRPr="00D910A1">
        <w:rPr>
          <w:rFonts w:hint="eastAsia"/>
          <w:lang w:val="fi-FI" w:eastAsia="zh-CN"/>
        </w:rPr>
        <w:t>9.1.5</w:t>
      </w:r>
      <w:r w:rsidRPr="00D910A1">
        <w:rPr>
          <w:lang w:val="fi-FI"/>
        </w:rPr>
        <w:tab/>
        <w:t>(</w:t>
      </w:r>
      <w:r w:rsidRPr="00D910A1">
        <w:rPr>
          <w:rFonts w:hint="eastAsia"/>
          <w:lang w:val="fi-FI" w:eastAsia="zh-CN"/>
        </w:rPr>
        <w:t>Void</w:t>
      </w:r>
      <w:r w:rsidRPr="00D910A1">
        <w:rPr>
          <w:lang w:val="fi-FI" w:eastAsia="zh-CN"/>
        </w:rPr>
        <w:t>)</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14:paraId="1E186C1A" w14:textId="77777777" w:rsidR="00823707" w:rsidRPr="00D910A1" w:rsidRDefault="00823707" w:rsidP="00823707">
      <w:pPr>
        <w:pStyle w:val="Heading2"/>
      </w:pPr>
      <w:bookmarkStart w:id="941" w:name="_Toc20994288"/>
      <w:bookmarkStart w:id="942" w:name="_Toc29812147"/>
      <w:bookmarkStart w:id="943" w:name="_Toc37139335"/>
      <w:bookmarkStart w:id="944" w:name="_Toc37268339"/>
      <w:bookmarkStart w:id="945" w:name="_Toc37268433"/>
      <w:bookmarkStart w:id="946" w:name="_Toc45879643"/>
      <w:bookmarkStart w:id="947" w:name="_Toc52563737"/>
      <w:bookmarkStart w:id="948" w:name="_Toc52563832"/>
      <w:bookmarkStart w:id="949" w:name="_Toc52563925"/>
      <w:bookmarkStart w:id="950" w:name="_Toc61181830"/>
      <w:bookmarkStart w:id="951" w:name="_Toc74642648"/>
      <w:bookmarkStart w:id="952" w:name="_Toc76543826"/>
      <w:bookmarkStart w:id="953" w:name="_Toc82627412"/>
      <w:bookmarkStart w:id="954" w:name="_Toc106198146"/>
      <w:r w:rsidRPr="00D910A1">
        <w:rPr>
          <w:rFonts w:hint="eastAsia"/>
          <w:lang w:val="en-US" w:eastAsia="zh-CN"/>
        </w:rPr>
        <w:t>9</w:t>
      </w:r>
      <w:r w:rsidRPr="00D910A1">
        <w:t>.2</w:t>
      </w:r>
      <w:r w:rsidRPr="00D910A1">
        <w:tab/>
      </w:r>
      <w:r w:rsidRPr="00D910A1">
        <w:rPr>
          <w:rFonts w:hint="eastAsia"/>
        </w:rPr>
        <w:t>RF electromagnetic field (80 MHz to 6000 MHz)</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1E186C1B" w14:textId="77777777" w:rsidR="00823707" w:rsidRPr="00D910A1" w:rsidRDefault="00823707" w:rsidP="00823707">
      <w:pPr>
        <w:rPr>
          <w:rFonts w:cs="v4.2.0"/>
        </w:rPr>
      </w:pPr>
      <w:r w:rsidRPr="00D910A1">
        <w:rPr>
          <w:rFonts w:cs="v4.2.0"/>
        </w:rPr>
        <w:t xml:space="preserve">The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1C" w14:textId="77777777" w:rsidR="00823707" w:rsidRPr="00D910A1" w:rsidRDefault="00823707" w:rsidP="00823707">
      <w:pPr>
        <w:pStyle w:val="Heading3"/>
        <w:rPr>
          <w:lang w:val="en-US" w:eastAsia="zh-CN"/>
        </w:rPr>
      </w:pPr>
      <w:bookmarkStart w:id="955" w:name="_Toc20994289"/>
      <w:bookmarkStart w:id="956" w:name="_Toc29812148"/>
      <w:bookmarkStart w:id="957" w:name="_Toc37139336"/>
      <w:bookmarkStart w:id="958" w:name="_Toc37268340"/>
      <w:bookmarkStart w:id="959" w:name="_Toc37268434"/>
      <w:bookmarkStart w:id="960" w:name="_Toc45879644"/>
      <w:bookmarkStart w:id="961" w:name="_Toc52563738"/>
      <w:bookmarkStart w:id="962" w:name="_Toc52563833"/>
      <w:bookmarkStart w:id="963" w:name="_Toc52563926"/>
      <w:bookmarkStart w:id="964" w:name="_Toc61181831"/>
      <w:bookmarkStart w:id="965" w:name="_Toc74642649"/>
      <w:bookmarkStart w:id="966" w:name="_Toc76543827"/>
      <w:bookmarkStart w:id="967" w:name="_Toc82627413"/>
      <w:bookmarkStart w:id="968" w:name="_Toc106198147"/>
      <w:r w:rsidRPr="00D910A1">
        <w:rPr>
          <w:rFonts w:hint="eastAsia"/>
          <w:lang w:val="en-US" w:eastAsia="zh-CN"/>
        </w:rPr>
        <w:t>9.</w:t>
      </w:r>
      <w:r w:rsidRPr="00D910A1">
        <w:rPr>
          <w:lang w:val="en-US" w:eastAsia="zh-CN"/>
        </w:rPr>
        <w:t>2</w:t>
      </w:r>
      <w:r w:rsidRPr="00D910A1">
        <w:rPr>
          <w:rFonts w:hint="eastAsia"/>
          <w:lang w:val="en-US" w:eastAsia="zh-CN"/>
        </w:rPr>
        <w:t>.1</w:t>
      </w:r>
      <w:r w:rsidRPr="00D910A1">
        <w:rPr>
          <w:rFonts w:hint="eastAsia"/>
          <w:lang w:val="en-US" w:eastAsia="zh-CN"/>
        </w:rPr>
        <w:tab/>
        <w:t>Definition</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1E186C1D"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field disturbance at the enclosure.</w:t>
      </w:r>
    </w:p>
    <w:p w14:paraId="1E186C1E" w14:textId="77777777" w:rsidR="00823707" w:rsidRPr="00D910A1" w:rsidRDefault="00823707" w:rsidP="00823707">
      <w:pPr>
        <w:pStyle w:val="Heading3"/>
        <w:rPr>
          <w:lang w:val="en-US" w:eastAsia="zh-CN"/>
        </w:rPr>
      </w:pPr>
      <w:bookmarkStart w:id="969" w:name="_Toc20994290"/>
      <w:bookmarkStart w:id="970" w:name="_Toc29812149"/>
      <w:bookmarkStart w:id="971" w:name="_Toc37139337"/>
      <w:bookmarkStart w:id="972" w:name="_Toc37268341"/>
      <w:bookmarkStart w:id="973" w:name="_Toc37268435"/>
      <w:bookmarkStart w:id="974" w:name="_Toc45879645"/>
      <w:bookmarkStart w:id="975" w:name="_Toc52563739"/>
      <w:bookmarkStart w:id="976" w:name="_Toc52563834"/>
      <w:bookmarkStart w:id="977" w:name="_Toc52563927"/>
      <w:bookmarkStart w:id="978" w:name="_Toc61181832"/>
      <w:bookmarkStart w:id="979" w:name="_Toc74642650"/>
      <w:bookmarkStart w:id="980" w:name="_Toc76543828"/>
      <w:bookmarkStart w:id="981" w:name="_Toc82627414"/>
      <w:bookmarkStart w:id="982" w:name="_Toc106198148"/>
      <w:r w:rsidRPr="00D910A1">
        <w:rPr>
          <w:rFonts w:hint="eastAsia"/>
          <w:lang w:val="en-US" w:eastAsia="zh-CN"/>
        </w:rPr>
        <w:t>9.</w:t>
      </w:r>
      <w:r w:rsidRPr="00D910A1">
        <w:rPr>
          <w:lang w:val="en-US" w:eastAsia="zh-CN"/>
        </w:rPr>
        <w:t>2</w:t>
      </w:r>
      <w:r w:rsidRPr="00D910A1">
        <w:rPr>
          <w:rFonts w:hint="eastAsia"/>
          <w:lang w:val="en-US" w:eastAsia="zh-CN"/>
        </w:rPr>
        <w:t>.2</w:t>
      </w:r>
      <w:r w:rsidRPr="00D910A1">
        <w:rPr>
          <w:rFonts w:hint="eastAsia"/>
          <w:lang w:val="en-US" w:eastAsia="zh-CN"/>
        </w:rPr>
        <w:tab/>
        <w:t>Test method and level</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14:paraId="1E186C1F" w14:textId="77777777" w:rsidR="00710865" w:rsidRPr="00D910A1" w:rsidRDefault="00710865" w:rsidP="00710865">
      <w:pPr>
        <w:rPr>
          <w:rFonts w:cs="v4.2.0"/>
        </w:rPr>
      </w:pPr>
      <w:r w:rsidRPr="00D910A1">
        <w:rPr>
          <w:rFonts w:cs="v4.2.0"/>
        </w:rPr>
        <w:t>The test method shall be in accordance with IEC 61000</w:t>
      </w:r>
      <w:r w:rsidRPr="00D910A1">
        <w:rPr>
          <w:rFonts w:cs="v4.2.0"/>
        </w:rPr>
        <w:noBreakHyphen/>
        <w:t>4</w:t>
      </w:r>
      <w:r w:rsidRPr="00D910A1">
        <w:rPr>
          <w:rFonts w:cs="v4.2.0"/>
        </w:rPr>
        <w:noBreakHyphen/>
        <w:t>3 </w:t>
      </w:r>
      <w:r w:rsidRPr="00D910A1">
        <w:rPr>
          <w:rFonts w:cs="v4.2.0" w:hint="eastAsia"/>
          <w:lang w:val="en-US" w:eastAsia="zh-CN"/>
        </w:rPr>
        <w:t>[18]</w:t>
      </w:r>
      <w:r>
        <w:rPr>
          <w:rFonts w:cs="v4.2.0"/>
          <w:lang w:val="en-US" w:eastAsia="zh-CN"/>
        </w:rPr>
        <w:t xml:space="preserve">, which specified test methodology based on </w:t>
      </w:r>
      <w:r>
        <w:rPr>
          <w:lang w:eastAsia="sv-SE"/>
        </w:rPr>
        <w:t>anechoic chamber.</w:t>
      </w:r>
      <w:r>
        <w:rPr>
          <w:rFonts w:cs="v4.2.0"/>
        </w:rPr>
        <w:t xml:space="preserve"> </w:t>
      </w:r>
      <w:r>
        <w:t>The u</w:t>
      </w:r>
      <w:r>
        <w:rPr>
          <w:lang w:eastAsia="sv-SE"/>
        </w:rPr>
        <w:t>se of reverberation chamber test method according to IEC 61000-4-21 [29], clause 6.1 and Annex D as alternative method is allowed</w:t>
      </w:r>
      <w:r>
        <w:rPr>
          <w:rFonts w:cs="v4.2.0"/>
          <w:lang w:eastAsia="en-GB"/>
        </w:rPr>
        <w:t>.</w:t>
      </w:r>
    </w:p>
    <w:p w14:paraId="1E186C20" w14:textId="77777777" w:rsidR="00710865" w:rsidRPr="00D910A1" w:rsidRDefault="00710865" w:rsidP="00040795">
      <w:pPr>
        <w:pStyle w:val="B1"/>
        <w:ind w:left="0" w:firstLine="0"/>
      </w:pPr>
      <w:r w:rsidRPr="00D910A1">
        <w:t>For transmitters, receivers and transceivers the following requirements shall apply:</w:t>
      </w:r>
    </w:p>
    <w:p w14:paraId="1E186C21" w14:textId="77777777" w:rsidR="00823707" w:rsidRPr="00D910A1" w:rsidRDefault="00823707" w:rsidP="00823707">
      <w:pPr>
        <w:pStyle w:val="B1"/>
      </w:pPr>
      <w:r w:rsidRPr="00D910A1">
        <w:t>-</w:t>
      </w:r>
      <w:r w:rsidRPr="00D910A1">
        <w:tab/>
        <w:t>The test level shall be 3 V/m amplitude modulated to a depth of 80 % by a sinusoidal audio signal of 1 kHz;</w:t>
      </w:r>
    </w:p>
    <w:p w14:paraId="1E186C22" w14:textId="77777777" w:rsidR="00823707" w:rsidRPr="00D910A1" w:rsidRDefault="00823707" w:rsidP="00823707">
      <w:pPr>
        <w:pStyle w:val="B1"/>
      </w:pPr>
      <w:r w:rsidRPr="00D910A1">
        <w:t>-</w:t>
      </w:r>
      <w:r w:rsidRPr="00D910A1">
        <w:tab/>
        <w:t>The stepped frequency increments shall be 1 % of the momentary frequency;</w:t>
      </w:r>
    </w:p>
    <w:p w14:paraId="1E186C23" w14:textId="77777777" w:rsidR="00823707" w:rsidRPr="00D910A1" w:rsidRDefault="00823707" w:rsidP="00823707">
      <w:pPr>
        <w:pStyle w:val="B1"/>
        <w:rPr>
          <w:rFonts w:cs="v4.2.0"/>
        </w:rPr>
      </w:pPr>
      <w:r w:rsidRPr="00D910A1">
        <w:rPr>
          <w:rFonts w:cs="v4.2.0"/>
        </w:rPr>
        <w:t>-</w:t>
      </w:r>
      <w:r w:rsidRPr="00D910A1">
        <w:rPr>
          <w:rFonts w:cs="v4.2.0"/>
        </w:rPr>
        <w:tab/>
        <w:t xml:space="preserve">The test shall be performed over the frequency range 80 MHz </w:t>
      </w:r>
      <w:r w:rsidRPr="00D910A1">
        <w:t xml:space="preserve"> - </w:t>
      </w:r>
      <w:r w:rsidRPr="00D910A1">
        <w:rPr>
          <w:rFonts w:hint="eastAsia"/>
          <w:lang w:val="en-US" w:eastAsia="zh-CN"/>
        </w:rPr>
        <w:t>60</w:t>
      </w:r>
      <w:r w:rsidRPr="00D910A1">
        <w:t>00 MHz</w:t>
      </w:r>
      <w:r w:rsidRPr="00D910A1">
        <w:rPr>
          <w:rFonts w:cs="v4.2.0"/>
        </w:rPr>
        <w:t>;</w:t>
      </w:r>
      <w:r w:rsidRPr="00D910A1">
        <w:rPr>
          <w:rFonts w:hint="eastAsia"/>
          <w:lang w:val="en-US" w:eastAsia="zh-CN"/>
        </w:rPr>
        <w:t xml:space="preserve"> </w:t>
      </w:r>
      <w:r w:rsidRPr="00D910A1">
        <w:t xml:space="preserve">with the exception of the exclusion band for receivers (see </w:t>
      </w:r>
      <w:r w:rsidR="00456274">
        <w:t>clause</w:t>
      </w:r>
      <w:r w:rsidRPr="00D910A1">
        <w:t xml:space="preserve"> 4.4);</w:t>
      </w:r>
    </w:p>
    <w:p w14:paraId="1E186C24" w14:textId="77777777" w:rsidR="00823707" w:rsidRPr="00D910A1" w:rsidRDefault="00823707" w:rsidP="00823707">
      <w:pPr>
        <w:pStyle w:val="B1"/>
      </w:pPr>
      <w:r w:rsidRPr="00D910A1">
        <w:lastRenderedPageBreak/>
        <w:t>-</w:t>
      </w:r>
      <w:r w:rsidRPr="00D910A1">
        <w:tab/>
        <w:t xml:space="preserve">Responses in stand-alone receivers or receivers which are part of transceivers occurring at discrete frequencies which are narrow band responses, shall be disregarded, see </w:t>
      </w:r>
      <w:r w:rsidR="00456274">
        <w:t>clause</w:t>
      </w:r>
      <w:r w:rsidRPr="00D910A1">
        <w:t> 4.3;</w:t>
      </w:r>
    </w:p>
    <w:p w14:paraId="1E186C25" w14:textId="77777777" w:rsidR="00823707" w:rsidRPr="00D910A1" w:rsidRDefault="00823707" w:rsidP="00823707">
      <w:pPr>
        <w:pStyle w:val="B1"/>
      </w:pPr>
      <w:r w:rsidRPr="00D910A1">
        <w:t>-</w:t>
      </w:r>
      <w:r w:rsidRPr="00D910A1">
        <w:tab/>
        <w:t>The frequencies selected during the test shall be recorded in the test report.</w:t>
      </w:r>
    </w:p>
    <w:p w14:paraId="660BEEA0" w14:textId="4A50F212" w:rsidR="00FD6BCB" w:rsidRDefault="00FD6BCB" w:rsidP="00FD6BCB">
      <w:pPr>
        <w:pStyle w:val="B1"/>
      </w:pPr>
      <w:r>
        <w:t>-</w:t>
      </w:r>
      <w:r>
        <w:tab/>
      </w:r>
      <w:r>
        <w:rPr>
          <w:lang w:val="en-US" w:eastAsia="zh-CN"/>
        </w:rPr>
        <w:t xml:space="preserve">For the test method in accordance with IEC 61000-4-3[18], the </w:t>
      </w:r>
      <w:r>
        <w:rPr>
          <w:i/>
          <w:iCs/>
          <w:lang w:val="en-US" w:eastAsia="zh-CN"/>
        </w:rPr>
        <w:t>spatial exclusion zone</w:t>
      </w:r>
      <w:r>
        <w:rPr>
          <w:lang w:val="en-US" w:eastAsia="zh-CN"/>
        </w:rPr>
        <w:t xml:space="preserve"> can be chosen to protect the base station receiver. For the frequency arrange above 690 MHz </w:t>
      </w:r>
      <w:r>
        <w:t>(according to the test method in ETSI EN 301 489-50 [</w:t>
      </w:r>
      <w:r>
        <w:rPr>
          <w:rFonts w:hint="eastAsia"/>
          <w:lang w:val="en-US" w:eastAsia="zh-CN"/>
        </w:rPr>
        <w:t>28</w:t>
      </w:r>
      <w:r>
        <w:t xml:space="preserve">]), the EMC RF electromagnetic field immunity requirement applies on the non-radiating faces of the </w:t>
      </w:r>
      <w:r>
        <w:rPr>
          <w:i/>
        </w:rPr>
        <w:t>BS type 1-O</w:t>
      </w:r>
      <w:r>
        <w:t xml:space="preserve"> or </w:t>
      </w:r>
      <w:r>
        <w:rPr>
          <w:i/>
        </w:rPr>
        <w:t>BS type 2-O</w:t>
      </w:r>
      <w:r>
        <w:rPr>
          <w:rFonts w:eastAsia="SimSun"/>
          <w:i/>
          <w:lang w:val="en-US" w:eastAsia="zh-CN"/>
        </w:rPr>
        <w:t>,</w:t>
      </w:r>
      <w:r w:rsidRPr="00FB041D">
        <w:rPr>
          <w:rFonts w:eastAsia="SimSun"/>
          <w:lang w:val="en-US" w:eastAsia="zh-CN"/>
        </w:rPr>
        <w:t xml:space="preserve"> as depicted on figure 9.2.2-1</w:t>
      </w:r>
      <w:r>
        <w:t>.</w:t>
      </w:r>
    </w:p>
    <w:p w14:paraId="72CE5DAB" w14:textId="77777777" w:rsidR="00FD6BCB" w:rsidRDefault="00FD6BCB" w:rsidP="00FD6BCB">
      <w:pPr>
        <w:pStyle w:val="NO"/>
      </w:pPr>
      <w:r>
        <w:t>NOTE:</w:t>
      </w:r>
      <w:r>
        <w:tab/>
        <w:t xml:space="preserve">Depending on the BS implementation, application of the spatial exclusion to all radiating faces of the BS may not allow proper execution of the RI testing. In such cases, to protect the </w:t>
      </w:r>
      <w:r>
        <w:rPr>
          <w:i/>
        </w:rPr>
        <w:t>BS type 1-O</w:t>
      </w:r>
      <w:r>
        <w:t xml:space="preserve"> or </w:t>
      </w:r>
      <w:r>
        <w:rPr>
          <w:i/>
        </w:rPr>
        <w:t>BS type 2-O</w:t>
      </w:r>
      <w:r>
        <w:t xml:space="preserve"> receiver(s), exclusion bands shall be considered, as in table 4.4.2-1.</w:t>
      </w:r>
    </w:p>
    <w:p w14:paraId="1E186C27" w14:textId="77777777" w:rsidR="00823707" w:rsidRPr="00D910A1" w:rsidRDefault="00406546" w:rsidP="00823707">
      <w:pPr>
        <w:pStyle w:val="TH"/>
        <w:rPr>
          <w:lang w:val="en-US"/>
        </w:rPr>
      </w:pPr>
      <w:r w:rsidRPr="00D910A1">
        <w:rPr>
          <w:rFonts w:hint="eastAsia"/>
          <w:noProof/>
          <w:lang w:val="en-US" w:eastAsia="zh-CN"/>
        </w:rPr>
        <w:drawing>
          <wp:inline distT="0" distB="0" distL="0" distR="0" wp14:anchorId="1E186D9F" wp14:editId="1E186DA0">
            <wp:extent cx="4371975" cy="3390900"/>
            <wp:effectExtent l="0" t="0" r="0" b="0"/>
            <wp:docPr id="27"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14:paraId="1E186C28" w14:textId="77777777" w:rsidR="00823707" w:rsidRPr="00D910A1" w:rsidRDefault="00823707" w:rsidP="00823707">
      <w:pPr>
        <w:pStyle w:val="TF"/>
        <w:rPr>
          <w:rFonts w:cs="v4.2.0"/>
          <w:lang w:val="en-US" w:eastAsia="zh-CN"/>
        </w:rPr>
      </w:pPr>
      <w:r w:rsidRPr="00D910A1">
        <w:rPr>
          <w:lang w:eastAsia="zh-CN"/>
        </w:rPr>
        <w:t>Figure 9.2.</w:t>
      </w:r>
      <w:r w:rsidRPr="00D910A1">
        <w:rPr>
          <w:lang w:val="en-US" w:eastAsia="zh-CN"/>
        </w:rPr>
        <w:t>2</w:t>
      </w:r>
      <w:r w:rsidRPr="00D910A1">
        <w:rPr>
          <w:lang w:eastAsia="zh-CN"/>
        </w:rPr>
        <w:t xml:space="preserve">-1: EMC RF electromagnetic field immunity requirement </w:t>
      </w:r>
      <w:r w:rsidRPr="00D910A1">
        <w:rPr>
          <w:lang w:val="en-US" w:eastAsia="zh-CN"/>
        </w:rPr>
        <w:t xml:space="preserve">testing directions for </w:t>
      </w:r>
      <w:r w:rsidRPr="00D910A1">
        <w:rPr>
          <w:i/>
          <w:lang w:val="en-US" w:eastAsia="zh-CN"/>
        </w:rPr>
        <w:t>BS type 1-O</w:t>
      </w:r>
      <w:r w:rsidRPr="00D910A1">
        <w:rPr>
          <w:lang w:val="en-US" w:eastAsia="zh-CN"/>
        </w:rPr>
        <w:t xml:space="preserve"> and </w:t>
      </w:r>
      <w:r w:rsidRPr="00D910A1">
        <w:rPr>
          <w:i/>
          <w:lang w:val="en-US" w:eastAsia="zh-CN"/>
        </w:rPr>
        <w:t>BS type 2-O</w:t>
      </w:r>
      <w:r w:rsidRPr="00D910A1">
        <w:rPr>
          <w:lang w:val="en-US" w:eastAsia="zh-CN"/>
        </w:rPr>
        <w:t xml:space="preserve"> </w:t>
      </w:r>
      <w:r w:rsidRPr="00D910A1">
        <w:rPr>
          <w:lang w:val="en-US"/>
        </w:rPr>
        <w:t>(horizontal plane depicted)</w:t>
      </w:r>
      <w:r w:rsidRPr="00D910A1">
        <w:rPr>
          <w:rFonts w:hint="eastAsia"/>
          <w:lang w:val="en-US" w:eastAsia="zh-CN"/>
        </w:rPr>
        <w:t xml:space="preserve"> </w:t>
      </w:r>
      <w:r w:rsidRPr="00D910A1">
        <w:rPr>
          <w:lang w:val="en-US"/>
        </w:rPr>
        <w:t xml:space="preserve">with the </w:t>
      </w:r>
      <w:r w:rsidRPr="00D910A1">
        <w:rPr>
          <w:i/>
          <w:lang w:val="en-US"/>
        </w:rPr>
        <w:t>spatial exclusion zone</w:t>
      </w:r>
      <w:r w:rsidRPr="00D910A1">
        <w:rPr>
          <w:lang w:val="en-US"/>
        </w:rPr>
        <w:t xml:space="preserve"> applied</w:t>
      </w:r>
    </w:p>
    <w:p w14:paraId="1E186C29" w14:textId="77777777" w:rsidR="00823707" w:rsidRPr="00D910A1" w:rsidRDefault="00823707" w:rsidP="00823707">
      <w:pPr>
        <w:pStyle w:val="Heading3"/>
        <w:rPr>
          <w:lang w:val="en-US" w:eastAsia="zh-CN"/>
        </w:rPr>
      </w:pPr>
      <w:bookmarkStart w:id="983" w:name="_Toc20994291"/>
      <w:bookmarkStart w:id="984" w:name="_Toc29812150"/>
      <w:bookmarkStart w:id="985" w:name="_Toc37139338"/>
      <w:bookmarkStart w:id="986" w:name="_Toc37268342"/>
      <w:bookmarkStart w:id="987" w:name="_Toc37268436"/>
      <w:bookmarkStart w:id="988" w:name="_Toc45879646"/>
      <w:bookmarkStart w:id="989" w:name="_Toc52563740"/>
      <w:bookmarkStart w:id="990" w:name="_Toc52563835"/>
      <w:bookmarkStart w:id="991" w:name="_Toc52563928"/>
      <w:bookmarkStart w:id="992" w:name="_Toc61181833"/>
      <w:bookmarkStart w:id="993" w:name="_Toc74642651"/>
      <w:bookmarkStart w:id="994" w:name="_Toc76543829"/>
      <w:bookmarkStart w:id="995" w:name="_Toc82627415"/>
      <w:bookmarkStart w:id="996" w:name="_Toc106198149"/>
      <w:r w:rsidRPr="00D910A1">
        <w:rPr>
          <w:rFonts w:hint="eastAsia"/>
          <w:lang w:val="en-US" w:eastAsia="zh-CN"/>
        </w:rPr>
        <w:t>9.</w:t>
      </w:r>
      <w:r w:rsidRPr="00D910A1">
        <w:rPr>
          <w:lang w:val="en-US" w:eastAsia="zh-CN"/>
        </w:rPr>
        <w:t>2</w:t>
      </w:r>
      <w:r w:rsidRPr="00D910A1">
        <w:rPr>
          <w:rFonts w:hint="eastAsia"/>
          <w:lang w:val="en-US" w:eastAsia="zh-CN"/>
        </w:rPr>
        <w:t>.3</w:t>
      </w:r>
      <w:r w:rsidRPr="00D910A1">
        <w:rPr>
          <w:rFonts w:hint="eastAsia"/>
          <w:lang w:val="en-US" w:eastAsia="zh-CN"/>
        </w:rPr>
        <w:tab/>
        <w:t>Performance criteria</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1E186C2A" w14:textId="77777777" w:rsidR="00823707" w:rsidRPr="00D910A1" w:rsidRDefault="00823707" w:rsidP="00823707">
      <w:pPr>
        <w:rPr>
          <w:rFonts w:cs="v4.2.0"/>
          <w:b/>
          <w:bCs/>
        </w:rPr>
      </w:pPr>
      <w:r w:rsidRPr="00D910A1">
        <w:rPr>
          <w:rFonts w:cs="v4.2.0"/>
          <w:b/>
          <w:bCs/>
        </w:rPr>
        <w:t>Base station:</w:t>
      </w:r>
    </w:p>
    <w:p w14:paraId="1E186C2B" w14:textId="77777777" w:rsidR="00823707" w:rsidRPr="00D910A1" w:rsidRDefault="00823707" w:rsidP="00823707">
      <w:pPr>
        <w:rPr>
          <w:rFonts w:cs="v4.2.0"/>
        </w:rPr>
      </w:pPr>
      <w:r w:rsidRPr="00D910A1">
        <w:rPr>
          <w:rFonts w:cs="v4.2.0"/>
        </w:rPr>
        <w:tab/>
        <w:t xml:space="preserve">The performance criteria of </w:t>
      </w:r>
      <w:r w:rsidR="00456274">
        <w:rPr>
          <w:rFonts w:cs="v4.2.0"/>
        </w:rPr>
        <w:t>clause</w:t>
      </w:r>
      <w:r w:rsidRPr="00D910A1">
        <w:rPr>
          <w:rFonts w:cs="v4.2.0"/>
        </w:rPr>
        <w:t> 6.1 shall apply.</w:t>
      </w:r>
    </w:p>
    <w:p w14:paraId="1E186C2C" w14:textId="77777777" w:rsidR="00823707" w:rsidRPr="00D910A1" w:rsidRDefault="00823707" w:rsidP="00823707">
      <w:pPr>
        <w:rPr>
          <w:rFonts w:cs="v4.2.0"/>
          <w:b/>
          <w:bCs/>
        </w:rPr>
      </w:pPr>
      <w:r w:rsidRPr="00D910A1">
        <w:rPr>
          <w:rFonts w:cs="v4.2.0"/>
          <w:b/>
          <w:bCs/>
        </w:rPr>
        <w:t>Ancillary equipment:</w:t>
      </w:r>
    </w:p>
    <w:p w14:paraId="1E186C2D" w14:textId="77777777" w:rsidR="00823707" w:rsidRPr="00D910A1" w:rsidRDefault="00823707" w:rsidP="00823707">
      <w:pPr>
        <w:rPr>
          <w:rFonts w:cs="v4.2.0"/>
        </w:rPr>
      </w:pPr>
      <w:r w:rsidRPr="00D910A1">
        <w:rPr>
          <w:rFonts w:cs="v4.2.0"/>
        </w:rPr>
        <w:tab/>
        <w:t xml:space="preserve">The performance criteria of </w:t>
      </w:r>
      <w:r w:rsidR="00456274">
        <w:rPr>
          <w:rFonts w:cs="v4.2.0"/>
        </w:rPr>
        <w:t>clause</w:t>
      </w:r>
      <w:r w:rsidRPr="00D910A1">
        <w:rPr>
          <w:rFonts w:cs="v4.2.0"/>
        </w:rPr>
        <w:t xml:space="preserve"> 6.3 shall apply.</w:t>
      </w:r>
    </w:p>
    <w:p w14:paraId="1E186C2E" w14:textId="77777777" w:rsidR="00823707" w:rsidRPr="00D910A1" w:rsidRDefault="00823707" w:rsidP="00823707">
      <w:pPr>
        <w:pStyle w:val="Heading2"/>
      </w:pPr>
      <w:bookmarkStart w:id="997" w:name="_Toc20994292"/>
      <w:bookmarkStart w:id="998" w:name="_Toc29812151"/>
      <w:bookmarkStart w:id="999" w:name="_Toc37139339"/>
      <w:bookmarkStart w:id="1000" w:name="_Toc37268343"/>
      <w:bookmarkStart w:id="1001" w:name="_Toc37268437"/>
      <w:bookmarkStart w:id="1002" w:name="_Toc45879647"/>
      <w:bookmarkStart w:id="1003" w:name="_Toc52563741"/>
      <w:bookmarkStart w:id="1004" w:name="_Toc52563836"/>
      <w:bookmarkStart w:id="1005" w:name="_Toc52563929"/>
      <w:bookmarkStart w:id="1006" w:name="_Toc61181834"/>
      <w:bookmarkStart w:id="1007" w:name="_Toc74642652"/>
      <w:bookmarkStart w:id="1008" w:name="_Toc76543830"/>
      <w:bookmarkStart w:id="1009" w:name="_Toc82627416"/>
      <w:bookmarkStart w:id="1010" w:name="_Toc106198150"/>
      <w:r w:rsidRPr="00D910A1">
        <w:rPr>
          <w:rFonts w:hint="eastAsia"/>
          <w:lang w:val="en-US" w:eastAsia="zh-CN"/>
        </w:rPr>
        <w:t>9</w:t>
      </w:r>
      <w:r w:rsidRPr="00D910A1">
        <w:t>.</w:t>
      </w:r>
      <w:r w:rsidRPr="00D910A1">
        <w:rPr>
          <w:rFonts w:hint="eastAsia"/>
          <w:lang w:val="en-US" w:eastAsia="zh-CN"/>
        </w:rPr>
        <w:t>3</w:t>
      </w:r>
      <w:r w:rsidRPr="00D910A1">
        <w:tab/>
      </w:r>
      <w:r w:rsidRPr="00D910A1">
        <w:rPr>
          <w:rFonts w:hint="eastAsia"/>
        </w:rPr>
        <w:t>Electrostatic discharge</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14:paraId="1E186C2F" w14:textId="77777777" w:rsidR="00823707" w:rsidRPr="00D910A1" w:rsidRDefault="00823707" w:rsidP="00823707">
      <w:pPr>
        <w:rPr>
          <w:rFonts w:cs="v4.2.0"/>
        </w:rPr>
      </w:pPr>
      <w:r w:rsidRPr="00D910A1">
        <w:rPr>
          <w:rFonts w:cs="v4.2.0"/>
        </w:rPr>
        <w:t xml:space="preserve">The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30" w14:textId="77777777" w:rsidR="00823707" w:rsidRPr="00D910A1" w:rsidRDefault="00823707" w:rsidP="00823707">
      <w:pPr>
        <w:pStyle w:val="Heading3"/>
        <w:rPr>
          <w:lang w:val="en-US" w:eastAsia="zh-CN"/>
        </w:rPr>
      </w:pPr>
      <w:bookmarkStart w:id="1011" w:name="_Toc20994293"/>
      <w:bookmarkStart w:id="1012" w:name="_Toc29812152"/>
      <w:bookmarkStart w:id="1013" w:name="_Toc37139340"/>
      <w:bookmarkStart w:id="1014" w:name="_Toc37268344"/>
      <w:bookmarkStart w:id="1015" w:name="_Toc37268438"/>
      <w:bookmarkStart w:id="1016" w:name="_Toc45879648"/>
      <w:bookmarkStart w:id="1017" w:name="_Toc52563742"/>
      <w:bookmarkStart w:id="1018" w:name="_Toc52563837"/>
      <w:bookmarkStart w:id="1019" w:name="_Toc52563930"/>
      <w:bookmarkStart w:id="1020" w:name="_Toc61181835"/>
      <w:bookmarkStart w:id="1021" w:name="_Toc74642653"/>
      <w:bookmarkStart w:id="1022" w:name="_Toc76543831"/>
      <w:bookmarkStart w:id="1023" w:name="_Toc82627417"/>
      <w:bookmarkStart w:id="1024" w:name="_Toc106198151"/>
      <w:r w:rsidRPr="00D910A1">
        <w:rPr>
          <w:rFonts w:hint="eastAsia"/>
          <w:lang w:val="en-US" w:eastAsia="zh-CN"/>
        </w:rPr>
        <w:t>9.</w:t>
      </w:r>
      <w:r w:rsidRPr="00D910A1">
        <w:rPr>
          <w:lang w:val="en-US" w:eastAsia="zh-CN"/>
        </w:rPr>
        <w:t>3</w:t>
      </w:r>
      <w:r w:rsidRPr="00D910A1">
        <w:rPr>
          <w:rFonts w:hint="eastAsia"/>
          <w:lang w:val="en-US" w:eastAsia="zh-CN"/>
        </w:rPr>
        <w:t>.1</w:t>
      </w:r>
      <w:r w:rsidRPr="00D910A1">
        <w:rPr>
          <w:rFonts w:hint="eastAsia"/>
          <w:lang w:val="en-US" w:eastAsia="zh-CN"/>
        </w:rPr>
        <w:tab/>
        <w:t>Definition</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14:paraId="1E186C31"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an electrostatic discharge.</w:t>
      </w:r>
    </w:p>
    <w:p w14:paraId="1E186C32" w14:textId="77777777" w:rsidR="00823707" w:rsidRPr="00D910A1" w:rsidRDefault="00823707" w:rsidP="00823707">
      <w:pPr>
        <w:pStyle w:val="Heading3"/>
        <w:rPr>
          <w:lang w:val="en-US" w:eastAsia="zh-CN"/>
        </w:rPr>
      </w:pPr>
      <w:bookmarkStart w:id="1025" w:name="_Toc20994294"/>
      <w:bookmarkStart w:id="1026" w:name="_Toc29812153"/>
      <w:bookmarkStart w:id="1027" w:name="_Toc37139341"/>
      <w:bookmarkStart w:id="1028" w:name="_Toc37268345"/>
      <w:bookmarkStart w:id="1029" w:name="_Toc37268439"/>
      <w:bookmarkStart w:id="1030" w:name="_Toc45879649"/>
      <w:bookmarkStart w:id="1031" w:name="_Toc52563743"/>
      <w:bookmarkStart w:id="1032" w:name="_Toc52563838"/>
      <w:bookmarkStart w:id="1033" w:name="_Toc52563931"/>
      <w:bookmarkStart w:id="1034" w:name="_Toc61181836"/>
      <w:bookmarkStart w:id="1035" w:name="_Toc74642654"/>
      <w:bookmarkStart w:id="1036" w:name="_Toc76543832"/>
      <w:bookmarkStart w:id="1037" w:name="_Toc82627418"/>
      <w:bookmarkStart w:id="1038" w:name="_Toc106198152"/>
      <w:r w:rsidRPr="00D910A1">
        <w:rPr>
          <w:rFonts w:hint="eastAsia"/>
          <w:lang w:val="en-US" w:eastAsia="zh-CN"/>
        </w:rPr>
        <w:lastRenderedPageBreak/>
        <w:t>9.</w:t>
      </w:r>
      <w:r w:rsidRPr="00D910A1">
        <w:rPr>
          <w:lang w:val="en-US" w:eastAsia="zh-CN"/>
        </w:rPr>
        <w:t>3</w:t>
      </w:r>
      <w:r w:rsidRPr="00D910A1">
        <w:rPr>
          <w:rFonts w:hint="eastAsia"/>
          <w:lang w:val="en-US" w:eastAsia="zh-CN"/>
        </w:rPr>
        <w:t>.2</w:t>
      </w:r>
      <w:r w:rsidRPr="00D910A1">
        <w:rPr>
          <w:rFonts w:hint="eastAsia"/>
          <w:lang w:val="en-US" w:eastAsia="zh-CN"/>
        </w:rPr>
        <w:tab/>
        <w:t>Test method and level</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14:paraId="1E186C33"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2 [</w:t>
      </w:r>
      <w:r w:rsidRPr="00D910A1">
        <w:rPr>
          <w:rFonts w:cs="v4.2.0" w:hint="eastAsia"/>
          <w:lang w:val="en-US" w:eastAsia="zh-CN"/>
        </w:rPr>
        <w:t>17</w:t>
      </w:r>
      <w:r w:rsidRPr="00D910A1">
        <w:rPr>
          <w:rFonts w:cs="v4.2.0"/>
        </w:rPr>
        <w:t>]:</w:t>
      </w:r>
    </w:p>
    <w:p w14:paraId="1E186C34" w14:textId="77777777" w:rsidR="00823707" w:rsidRPr="00D910A1" w:rsidRDefault="00823707" w:rsidP="00823707">
      <w:pPr>
        <w:pStyle w:val="B1"/>
      </w:pPr>
      <w:r w:rsidRPr="00D910A1">
        <w:t>-</w:t>
      </w:r>
      <w:r w:rsidRPr="00D910A1">
        <w:tab/>
        <w:t>for contact discharge, the equipment shall pass at  ±4 kV;</w:t>
      </w:r>
    </w:p>
    <w:p w14:paraId="1E186C35" w14:textId="77777777" w:rsidR="00823707" w:rsidRPr="00D910A1" w:rsidRDefault="00823707" w:rsidP="00456274">
      <w:pPr>
        <w:pStyle w:val="B1"/>
      </w:pPr>
      <w:r w:rsidRPr="00D910A1">
        <w:t>-</w:t>
      </w:r>
      <w:r w:rsidRPr="00D910A1">
        <w:tab/>
        <w:t>for air discharge shall pass at ±8 kV;</w:t>
      </w:r>
    </w:p>
    <w:p w14:paraId="1E186C36" w14:textId="77777777" w:rsidR="00823707" w:rsidRPr="00D910A1" w:rsidRDefault="00823707" w:rsidP="00456274">
      <w:pPr>
        <w:pStyle w:val="B1"/>
        <w:rPr>
          <w:rFonts w:cs="v4.2.0"/>
        </w:rPr>
      </w:pPr>
      <w:r w:rsidRPr="00D910A1">
        <w:rPr>
          <w:rFonts w:cs="v4.2.0"/>
        </w:rPr>
        <w:t>-</w:t>
      </w:r>
      <w:r w:rsidRPr="00D910A1">
        <w:rPr>
          <w:rFonts w:cs="v4.2.0"/>
        </w:rPr>
        <w:tab/>
        <w:t>electrostatic discharge shall be applied to all exposed surfaces of the EUT except where the user documentation specially indicates a requirement for appropriate protective measures.</w:t>
      </w:r>
    </w:p>
    <w:p w14:paraId="1E186C37" w14:textId="77777777" w:rsidR="00823707" w:rsidRPr="00D910A1" w:rsidRDefault="00823707" w:rsidP="00823707">
      <w:pPr>
        <w:keepLines/>
        <w:ind w:left="1135" w:hanging="851"/>
        <w:rPr>
          <w:rFonts w:cs="v4.2.0"/>
        </w:rPr>
      </w:pPr>
      <w:r w:rsidRPr="00D910A1">
        <w:rPr>
          <w:rFonts w:cs="v4.2.0"/>
        </w:rPr>
        <w:t>NOTE:</w:t>
      </w:r>
      <w:r w:rsidRPr="00D910A1">
        <w:rPr>
          <w:rFonts w:cs="v4.2.0"/>
        </w:rPr>
        <w:tab/>
        <w:t>Ensure that the EUT is fully discharged between each ESD exposure.</w:t>
      </w:r>
    </w:p>
    <w:p w14:paraId="1E186C38" w14:textId="77777777" w:rsidR="00823707" w:rsidRPr="00D910A1" w:rsidRDefault="00823707" w:rsidP="00823707">
      <w:pPr>
        <w:pStyle w:val="Heading3"/>
        <w:rPr>
          <w:lang w:val="en-US" w:eastAsia="zh-CN"/>
        </w:rPr>
      </w:pPr>
      <w:bookmarkStart w:id="1039" w:name="_Toc20994295"/>
      <w:bookmarkStart w:id="1040" w:name="_Toc29812154"/>
      <w:bookmarkStart w:id="1041" w:name="_Toc37139342"/>
      <w:bookmarkStart w:id="1042" w:name="_Toc37268346"/>
      <w:bookmarkStart w:id="1043" w:name="_Toc37268440"/>
      <w:bookmarkStart w:id="1044" w:name="_Toc45879650"/>
      <w:bookmarkStart w:id="1045" w:name="_Toc52563744"/>
      <w:bookmarkStart w:id="1046" w:name="_Toc52563839"/>
      <w:bookmarkStart w:id="1047" w:name="_Toc52563932"/>
      <w:bookmarkStart w:id="1048" w:name="_Toc61181837"/>
      <w:bookmarkStart w:id="1049" w:name="_Toc74642655"/>
      <w:bookmarkStart w:id="1050" w:name="_Toc76543833"/>
      <w:bookmarkStart w:id="1051" w:name="_Toc82627419"/>
      <w:bookmarkStart w:id="1052" w:name="_Toc106198153"/>
      <w:r w:rsidRPr="00D910A1">
        <w:rPr>
          <w:rFonts w:hint="eastAsia"/>
          <w:lang w:val="en-US" w:eastAsia="zh-CN"/>
        </w:rPr>
        <w:t>9.</w:t>
      </w:r>
      <w:r w:rsidRPr="00D910A1">
        <w:rPr>
          <w:lang w:val="en-US" w:eastAsia="zh-CN"/>
        </w:rPr>
        <w:t>3</w:t>
      </w:r>
      <w:r w:rsidRPr="00D910A1">
        <w:rPr>
          <w:rFonts w:hint="eastAsia"/>
          <w:lang w:val="en-US" w:eastAsia="zh-CN"/>
        </w:rPr>
        <w:t>.3</w:t>
      </w:r>
      <w:r w:rsidRPr="00D910A1">
        <w:rPr>
          <w:rFonts w:hint="eastAsia"/>
          <w:lang w:val="en-US" w:eastAsia="zh-CN"/>
        </w:rPr>
        <w:tab/>
        <w:t>Performance criteria</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1E186C39" w14:textId="77777777" w:rsidR="00823707" w:rsidRPr="00D910A1" w:rsidRDefault="00823707" w:rsidP="00823707">
      <w:pPr>
        <w:rPr>
          <w:rFonts w:cs="v4.2.0"/>
          <w:b/>
          <w:bCs/>
        </w:rPr>
      </w:pPr>
      <w:r w:rsidRPr="00D910A1">
        <w:rPr>
          <w:rFonts w:cs="v4.2.0"/>
          <w:b/>
          <w:bCs/>
        </w:rPr>
        <w:t>Base station:</w:t>
      </w:r>
    </w:p>
    <w:p w14:paraId="1E186C3A" w14:textId="77777777" w:rsidR="00823707" w:rsidRPr="00D910A1" w:rsidRDefault="00823707" w:rsidP="00456274">
      <w:pPr>
        <w:pStyle w:val="B1"/>
      </w:pPr>
      <w:r w:rsidRPr="00D910A1">
        <w:tab/>
        <w:t xml:space="preserve">The performance criteria of </w:t>
      </w:r>
      <w:r w:rsidR="00456274">
        <w:t>clause</w:t>
      </w:r>
      <w:r w:rsidRPr="00D910A1">
        <w:t> 6.2 shall apply.</w:t>
      </w:r>
    </w:p>
    <w:p w14:paraId="1E186C3B" w14:textId="77777777" w:rsidR="00823707" w:rsidRPr="00D910A1" w:rsidRDefault="00823707" w:rsidP="00823707">
      <w:pPr>
        <w:rPr>
          <w:rFonts w:cs="v4.2.0"/>
          <w:b/>
          <w:bCs/>
        </w:rPr>
      </w:pPr>
      <w:r w:rsidRPr="00D910A1">
        <w:rPr>
          <w:rFonts w:cs="v4.2.0"/>
          <w:b/>
          <w:bCs/>
        </w:rPr>
        <w:t>Ancillary equipment:</w:t>
      </w:r>
    </w:p>
    <w:p w14:paraId="1E186C3C" w14:textId="77777777" w:rsidR="00823707" w:rsidRPr="00D910A1" w:rsidRDefault="00823707" w:rsidP="00456274">
      <w:pPr>
        <w:pStyle w:val="B1"/>
      </w:pPr>
      <w:r w:rsidRPr="00D910A1">
        <w:tab/>
        <w:t xml:space="preserve">The performance criteria of </w:t>
      </w:r>
      <w:r w:rsidR="00456274">
        <w:t>clause</w:t>
      </w:r>
      <w:r w:rsidRPr="00D910A1">
        <w:t xml:space="preserve"> 6.4 shall apply.</w:t>
      </w:r>
    </w:p>
    <w:p w14:paraId="1E186C3D" w14:textId="77777777" w:rsidR="00823707" w:rsidRPr="00D910A1" w:rsidRDefault="00823707" w:rsidP="00823707">
      <w:pPr>
        <w:pStyle w:val="Heading2"/>
      </w:pPr>
      <w:bookmarkStart w:id="1053" w:name="_Toc20994296"/>
      <w:bookmarkStart w:id="1054" w:name="_Toc29812155"/>
      <w:bookmarkStart w:id="1055" w:name="_Toc37139343"/>
      <w:bookmarkStart w:id="1056" w:name="_Toc37268347"/>
      <w:bookmarkStart w:id="1057" w:name="_Toc37268441"/>
      <w:bookmarkStart w:id="1058" w:name="_Toc45879651"/>
      <w:bookmarkStart w:id="1059" w:name="_Toc52563745"/>
      <w:bookmarkStart w:id="1060" w:name="_Toc52563840"/>
      <w:bookmarkStart w:id="1061" w:name="_Toc52563933"/>
      <w:bookmarkStart w:id="1062" w:name="_Toc61181838"/>
      <w:bookmarkStart w:id="1063" w:name="_Toc74642656"/>
      <w:bookmarkStart w:id="1064" w:name="_Toc76543834"/>
      <w:bookmarkStart w:id="1065" w:name="_Toc82627420"/>
      <w:bookmarkStart w:id="1066" w:name="_Toc106198154"/>
      <w:r w:rsidRPr="00D910A1">
        <w:rPr>
          <w:rFonts w:hint="eastAsia"/>
          <w:lang w:val="en-US" w:eastAsia="zh-CN"/>
        </w:rPr>
        <w:t>9</w:t>
      </w:r>
      <w:r w:rsidRPr="00D910A1">
        <w:t>.</w:t>
      </w:r>
      <w:r w:rsidRPr="00D910A1">
        <w:rPr>
          <w:rFonts w:hint="eastAsia"/>
          <w:lang w:val="en-US" w:eastAsia="zh-CN"/>
        </w:rPr>
        <w:t>4</w:t>
      </w:r>
      <w:r w:rsidRPr="00D910A1">
        <w:tab/>
      </w:r>
      <w:r w:rsidRPr="00D910A1">
        <w:rPr>
          <w:rFonts w:hint="eastAsia"/>
        </w:rPr>
        <w:t>Fast transients common mode</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1E186C3E" w14:textId="77777777" w:rsidR="00823707" w:rsidRPr="00D910A1" w:rsidRDefault="00823707" w:rsidP="00823707">
      <w:r w:rsidRPr="00D910A1">
        <w:t xml:space="preserve">The test shall be performed on AC mains power input </w:t>
      </w:r>
      <w:r w:rsidRPr="00D910A1">
        <w:rPr>
          <w:iCs/>
        </w:rPr>
        <w:t>port</w:t>
      </w:r>
      <w:r w:rsidRPr="00D910A1">
        <w:t>s.</w:t>
      </w:r>
    </w:p>
    <w:p w14:paraId="1E186C3F" w14:textId="77777777" w:rsidR="00823707" w:rsidRPr="00D910A1" w:rsidRDefault="00823707" w:rsidP="00823707">
      <w:r w:rsidRPr="00D910A1">
        <w:t xml:space="preserve">This test shall be performed on </w:t>
      </w:r>
      <w:r w:rsidRPr="00D910A1">
        <w:rPr>
          <w:i/>
          <w:iCs/>
        </w:rPr>
        <w:t>signal ports</w:t>
      </w:r>
      <w:r w:rsidRPr="00D910A1">
        <w:t>,</w:t>
      </w:r>
      <w:r w:rsidRPr="00D910A1">
        <w:rPr>
          <w:i/>
          <w:iCs/>
        </w:rPr>
        <w:t xml:space="preserve"> telecommunication ports</w:t>
      </w:r>
      <w:r w:rsidRPr="00D910A1">
        <w:t xml:space="preserve">, </w:t>
      </w:r>
      <w:r w:rsidRPr="00D910A1">
        <w:rPr>
          <w:i/>
          <w:iCs/>
        </w:rPr>
        <w:t>control ports</w:t>
      </w:r>
      <w:r w:rsidRPr="00D910A1">
        <w:t xml:space="preserve"> and DC power input/output</w:t>
      </w:r>
      <w:r w:rsidRPr="00D910A1">
        <w:rPr>
          <w:i/>
          <w:iCs/>
        </w:rPr>
        <w:t xml:space="preserve"> </w:t>
      </w:r>
      <w:r w:rsidRPr="00D910A1">
        <w:rPr>
          <w:iCs/>
        </w:rPr>
        <w:t>ports</w:t>
      </w:r>
      <w:r w:rsidRPr="00D910A1">
        <w:t xml:space="preserve"> if the cables may be longer than 3 m.</w:t>
      </w:r>
    </w:p>
    <w:p w14:paraId="1E186C40" w14:textId="77777777" w:rsidR="00823707" w:rsidRPr="00D910A1" w:rsidRDefault="00823707" w:rsidP="00823707">
      <w:r w:rsidRPr="00D910A1">
        <w:t xml:space="preserve">Where this test is not carried out on a </w:t>
      </w:r>
      <w:r w:rsidRPr="00D910A1">
        <w:rPr>
          <w:iCs/>
        </w:rPr>
        <w:t>port</w:t>
      </w:r>
      <w:r w:rsidRPr="00D910A1">
        <w:t xml:space="preserve"> or any other </w:t>
      </w:r>
      <w:r w:rsidRPr="00D910A1">
        <w:rPr>
          <w:iCs/>
        </w:rPr>
        <w:t>port</w:t>
      </w:r>
      <w:r w:rsidRPr="00D910A1">
        <w:t xml:space="preserve">s because the manufacturer declares that it is not intended to be used with cables longer than 3 m, a list of </w:t>
      </w:r>
      <w:r w:rsidRPr="00D910A1">
        <w:rPr>
          <w:iCs/>
        </w:rPr>
        <w:t>port</w:t>
      </w:r>
      <w:r w:rsidRPr="00D910A1">
        <w:t>s which were not tested for this reason shall be included in the test report.</w:t>
      </w:r>
    </w:p>
    <w:p w14:paraId="1E186C41" w14:textId="77777777" w:rsidR="00823707" w:rsidRPr="00D910A1" w:rsidRDefault="00823707" w:rsidP="00823707">
      <w:r w:rsidRPr="00D910A1">
        <w:t xml:space="preserve">This test shall be performed on a representative configuration of the equipment, the associated </w:t>
      </w:r>
      <w:r w:rsidRPr="00D910A1">
        <w:rPr>
          <w:i/>
        </w:rPr>
        <w:t>ancillary equipment</w:t>
      </w:r>
      <w:r w:rsidRPr="00D910A1">
        <w:t xml:space="preserve">, or representative configuration of the combination of radio and </w:t>
      </w:r>
      <w:r w:rsidRPr="00D910A1">
        <w:rPr>
          <w:i/>
        </w:rPr>
        <w:t>ancillary equipment</w:t>
      </w:r>
      <w:r w:rsidRPr="00D910A1">
        <w:t>.</w:t>
      </w:r>
    </w:p>
    <w:p w14:paraId="1E186C42" w14:textId="77777777" w:rsidR="00823707" w:rsidRPr="00D910A1" w:rsidRDefault="00823707" w:rsidP="00823707">
      <w:pPr>
        <w:pStyle w:val="Heading3"/>
        <w:rPr>
          <w:lang w:val="en-US" w:eastAsia="zh-CN"/>
        </w:rPr>
      </w:pPr>
      <w:bookmarkStart w:id="1067" w:name="_Toc20994297"/>
      <w:bookmarkStart w:id="1068" w:name="_Toc29812156"/>
      <w:bookmarkStart w:id="1069" w:name="_Toc37139344"/>
      <w:bookmarkStart w:id="1070" w:name="_Toc37268348"/>
      <w:bookmarkStart w:id="1071" w:name="_Toc37268442"/>
      <w:bookmarkStart w:id="1072" w:name="_Toc45879652"/>
      <w:bookmarkStart w:id="1073" w:name="_Toc52563746"/>
      <w:bookmarkStart w:id="1074" w:name="_Toc52563841"/>
      <w:bookmarkStart w:id="1075" w:name="_Toc52563934"/>
      <w:bookmarkStart w:id="1076" w:name="_Toc61181839"/>
      <w:bookmarkStart w:id="1077" w:name="_Toc74642657"/>
      <w:bookmarkStart w:id="1078" w:name="_Toc76543835"/>
      <w:bookmarkStart w:id="1079" w:name="_Toc82627421"/>
      <w:bookmarkStart w:id="1080" w:name="_Toc106198155"/>
      <w:r w:rsidRPr="00D910A1">
        <w:rPr>
          <w:rFonts w:hint="eastAsia"/>
          <w:lang w:val="en-US" w:eastAsia="zh-CN"/>
        </w:rPr>
        <w:t>9.</w:t>
      </w:r>
      <w:r w:rsidRPr="00D910A1">
        <w:rPr>
          <w:lang w:val="en-US" w:eastAsia="zh-CN"/>
        </w:rPr>
        <w:t>4</w:t>
      </w:r>
      <w:r w:rsidRPr="00D910A1">
        <w:rPr>
          <w:rFonts w:hint="eastAsia"/>
          <w:lang w:val="en-US" w:eastAsia="zh-CN"/>
        </w:rPr>
        <w:t>.1</w:t>
      </w:r>
      <w:r w:rsidRPr="00D910A1">
        <w:rPr>
          <w:rFonts w:hint="eastAsia"/>
          <w:lang w:val="en-US" w:eastAsia="zh-CN"/>
        </w:rPr>
        <w:tab/>
        <w:t>Definition</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14:paraId="1E186C43"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fast transients present on one of the input/output </w:t>
      </w:r>
      <w:r w:rsidRPr="00D910A1">
        <w:rPr>
          <w:rFonts w:cs="v4.2.0"/>
          <w:iCs/>
        </w:rPr>
        <w:t>port</w:t>
      </w:r>
      <w:r w:rsidRPr="00D910A1">
        <w:rPr>
          <w:rFonts w:cs="v4.2.0"/>
        </w:rPr>
        <w:t>s.</w:t>
      </w:r>
    </w:p>
    <w:p w14:paraId="1E186C44" w14:textId="77777777" w:rsidR="00823707" w:rsidRPr="00D910A1" w:rsidRDefault="00823707" w:rsidP="00823707">
      <w:pPr>
        <w:pStyle w:val="Heading3"/>
        <w:rPr>
          <w:lang w:val="en-US" w:eastAsia="zh-CN"/>
        </w:rPr>
      </w:pPr>
      <w:bookmarkStart w:id="1081" w:name="_Toc20994298"/>
      <w:bookmarkStart w:id="1082" w:name="_Toc29812157"/>
      <w:bookmarkStart w:id="1083" w:name="_Toc37139345"/>
      <w:bookmarkStart w:id="1084" w:name="_Toc37268349"/>
      <w:bookmarkStart w:id="1085" w:name="_Toc37268443"/>
      <w:bookmarkStart w:id="1086" w:name="_Toc45879653"/>
      <w:bookmarkStart w:id="1087" w:name="_Toc52563747"/>
      <w:bookmarkStart w:id="1088" w:name="_Toc52563842"/>
      <w:bookmarkStart w:id="1089" w:name="_Toc52563935"/>
      <w:bookmarkStart w:id="1090" w:name="_Toc61181840"/>
      <w:bookmarkStart w:id="1091" w:name="_Toc74642658"/>
      <w:bookmarkStart w:id="1092" w:name="_Toc76543836"/>
      <w:bookmarkStart w:id="1093" w:name="_Toc82627422"/>
      <w:bookmarkStart w:id="1094" w:name="_Toc106198156"/>
      <w:r w:rsidRPr="00D910A1">
        <w:rPr>
          <w:rFonts w:hint="eastAsia"/>
          <w:lang w:val="en-US" w:eastAsia="zh-CN"/>
        </w:rPr>
        <w:t>9.</w:t>
      </w:r>
      <w:r w:rsidRPr="00D910A1">
        <w:rPr>
          <w:lang w:val="en-US" w:eastAsia="zh-CN"/>
        </w:rPr>
        <w:t>4</w:t>
      </w:r>
      <w:r w:rsidRPr="00D910A1">
        <w:rPr>
          <w:rFonts w:hint="eastAsia"/>
          <w:lang w:val="en-US" w:eastAsia="zh-CN"/>
        </w:rPr>
        <w:t>.2</w:t>
      </w:r>
      <w:r w:rsidRPr="00D910A1">
        <w:rPr>
          <w:rFonts w:hint="eastAsia"/>
          <w:lang w:val="en-US" w:eastAsia="zh-CN"/>
        </w:rPr>
        <w:tab/>
        <w:t>Test method and level</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1E186C45"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4 [19]:</w:t>
      </w:r>
    </w:p>
    <w:p w14:paraId="1E186C46" w14:textId="77777777" w:rsidR="00823707" w:rsidRPr="00D910A1" w:rsidRDefault="00823707" w:rsidP="00456274">
      <w:pPr>
        <w:pStyle w:val="B1"/>
      </w:pPr>
      <w:r w:rsidRPr="00D910A1">
        <w:t>-</w:t>
      </w:r>
      <w:r w:rsidRPr="00D910A1">
        <w:tab/>
        <w:t xml:space="preserve">The test level for </w:t>
      </w:r>
      <w:r w:rsidRPr="00D910A1">
        <w:rPr>
          <w:i/>
        </w:rPr>
        <w:t>signal ports</w:t>
      </w:r>
      <w:r w:rsidRPr="00D910A1">
        <w:t xml:space="preserve">, </w:t>
      </w:r>
      <w:r w:rsidRPr="00D910A1">
        <w:rPr>
          <w:i/>
        </w:rPr>
        <w:t>telecommunication ports</w:t>
      </w:r>
      <w:r w:rsidRPr="00D910A1">
        <w:t xml:space="preserve"> and </w:t>
      </w:r>
      <w:r w:rsidRPr="00D910A1">
        <w:rPr>
          <w:i/>
        </w:rPr>
        <w:t>control ports</w:t>
      </w:r>
      <w:r w:rsidRPr="00D910A1">
        <w:t xml:space="preserve"> shall be 0.5 kV open circuit voltage as given in IEC 61000</w:t>
      </w:r>
      <w:r w:rsidRPr="00D910A1">
        <w:noBreakHyphen/>
        <w:t>4</w:t>
      </w:r>
      <w:r w:rsidRPr="00D910A1">
        <w:noBreakHyphen/>
        <w:t>4 [19];</w:t>
      </w:r>
    </w:p>
    <w:p w14:paraId="1E186C47" w14:textId="77777777" w:rsidR="00823707" w:rsidRPr="00D910A1" w:rsidRDefault="00823707" w:rsidP="00456274">
      <w:pPr>
        <w:pStyle w:val="B1"/>
      </w:pPr>
      <w:r w:rsidRPr="00D910A1">
        <w:t>-</w:t>
      </w:r>
      <w:r w:rsidRPr="00D910A1">
        <w:tab/>
        <w:t xml:space="preserve">The test level for DC power input/output </w:t>
      </w:r>
      <w:r w:rsidRPr="00D910A1">
        <w:rPr>
          <w:iCs/>
        </w:rPr>
        <w:t>port</w:t>
      </w:r>
      <w:r w:rsidRPr="00D910A1">
        <w:t>s shall be 0.5 kV open circuit voltage as given in IEC 61000</w:t>
      </w:r>
      <w:r w:rsidRPr="00D910A1">
        <w:noBreakHyphen/>
        <w:t>4</w:t>
      </w:r>
      <w:r w:rsidRPr="00D910A1">
        <w:noBreakHyphen/>
        <w:t>4 [19];</w:t>
      </w:r>
    </w:p>
    <w:p w14:paraId="1E186C48" w14:textId="77777777" w:rsidR="00823707" w:rsidRPr="00D910A1" w:rsidRDefault="00823707" w:rsidP="00456274">
      <w:pPr>
        <w:pStyle w:val="B1"/>
      </w:pPr>
      <w:r w:rsidRPr="00D910A1">
        <w:t>-</w:t>
      </w:r>
      <w:r w:rsidRPr="00D910A1">
        <w:tab/>
        <w:t xml:space="preserve">The test level for AC mains power input </w:t>
      </w:r>
      <w:r w:rsidRPr="00D910A1">
        <w:rPr>
          <w:iCs/>
        </w:rPr>
        <w:t>port</w:t>
      </w:r>
      <w:r w:rsidRPr="00D910A1">
        <w:t>s shall be 1 kV open circuit voltage as given in IEC 61000</w:t>
      </w:r>
      <w:r w:rsidRPr="00D910A1">
        <w:noBreakHyphen/>
        <w:t>4</w:t>
      </w:r>
      <w:r w:rsidRPr="00D910A1">
        <w:noBreakHyphen/>
        <w:t>4 [19].</w:t>
      </w:r>
    </w:p>
    <w:p w14:paraId="1E186C49" w14:textId="77777777" w:rsidR="00823707" w:rsidRPr="00D910A1" w:rsidRDefault="00823707" w:rsidP="00823707">
      <w:pPr>
        <w:rPr>
          <w:rFonts w:cs="v4.2.0"/>
        </w:rPr>
      </w:pPr>
      <w:r w:rsidRPr="00D910A1">
        <w:rPr>
          <w:rFonts w:cs="v4.2.0"/>
        </w:rPr>
        <w:t xml:space="preserve">For AC and DC power input </w:t>
      </w:r>
      <w:r w:rsidRPr="00D910A1">
        <w:rPr>
          <w:rFonts w:cs="v4.2.0"/>
          <w:iCs/>
        </w:rPr>
        <w:t>port</w:t>
      </w:r>
      <w:r w:rsidRPr="00D910A1">
        <w:rPr>
          <w:rFonts w:cs="v4.2.0"/>
        </w:rPr>
        <w:t>s the transients shall be applied (in parallel) to all the conductors in the cable with reference to the cabinet reference earth (true common mode) and the source impedance shall be 50 </w:t>
      </w:r>
      <w:r w:rsidRPr="00D910A1">
        <w:rPr>
          <w:rFonts w:cs="v4.2.0"/>
        </w:rPr>
        <w:sym w:font="Symbol" w:char="F057"/>
      </w:r>
      <w:r w:rsidRPr="00D910A1">
        <w:rPr>
          <w:rFonts w:cs="v4.2.0"/>
        </w:rPr>
        <w:t>.</w:t>
      </w:r>
    </w:p>
    <w:p w14:paraId="1E186C4A" w14:textId="77777777" w:rsidR="00823707" w:rsidRPr="00D910A1" w:rsidRDefault="00823707" w:rsidP="00823707">
      <w:pPr>
        <w:pStyle w:val="Heading3"/>
        <w:rPr>
          <w:lang w:val="en-US" w:eastAsia="zh-CN"/>
        </w:rPr>
      </w:pPr>
      <w:bookmarkStart w:id="1095" w:name="_Toc20994299"/>
      <w:bookmarkStart w:id="1096" w:name="_Toc29812158"/>
      <w:bookmarkStart w:id="1097" w:name="_Toc37139346"/>
      <w:bookmarkStart w:id="1098" w:name="_Toc37268350"/>
      <w:bookmarkStart w:id="1099" w:name="_Toc37268444"/>
      <w:bookmarkStart w:id="1100" w:name="_Toc45879654"/>
      <w:bookmarkStart w:id="1101" w:name="_Toc52563748"/>
      <w:bookmarkStart w:id="1102" w:name="_Toc52563843"/>
      <w:bookmarkStart w:id="1103" w:name="_Toc52563936"/>
      <w:bookmarkStart w:id="1104" w:name="_Toc61181841"/>
      <w:bookmarkStart w:id="1105" w:name="_Toc74642659"/>
      <w:bookmarkStart w:id="1106" w:name="_Toc76543837"/>
      <w:bookmarkStart w:id="1107" w:name="_Toc82627423"/>
      <w:bookmarkStart w:id="1108" w:name="_Toc106198157"/>
      <w:r w:rsidRPr="00D910A1">
        <w:rPr>
          <w:rFonts w:hint="eastAsia"/>
          <w:lang w:val="en-US" w:eastAsia="zh-CN"/>
        </w:rPr>
        <w:t>9.</w:t>
      </w:r>
      <w:r w:rsidRPr="00D910A1">
        <w:rPr>
          <w:lang w:val="en-US" w:eastAsia="zh-CN"/>
        </w:rPr>
        <w:t>4</w:t>
      </w:r>
      <w:r w:rsidRPr="00D910A1">
        <w:rPr>
          <w:rFonts w:hint="eastAsia"/>
          <w:lang w:val="en-US" w:eastAsia="zh-CN"/>
        </w:rPr>
        <w:t>.3</w:t>
      </w:r>
      <w:r w:rsidRPr="00D910A1">
        <w:rPr>
          <w:rFonts w:hint="eastAsia"/>
          <w:lang w:val="en-US" w:eastAsia="zh-CN"/>
        </w:rPr>
        <w:tab/>
        <w:t>Performance criteria</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1E186C4B" w14:textId="77777777" w:rsidR="00823707" w:rsidRPr="00D910A1" w:rsidRDefault="00823707" w:rsidP="00823707">
      <w:pPr>
        <w:rPr>
          <w:rFonts w:cs="v4.2.0"/>
          <w:b/>
          <w:bCs/>
        </w:rPr>
      </w:pPr>
      <w:r w:rsidRPr="00D910A1">
        <w:rPr>
          <w:rFonts w:cs="v4.2.0"/>
          <w:b/>
          <w:bCs/>
        </w:rPr>
        <w:t>Base station:</w:t>
      </w:r>
    </w:p>
    <w:p w14:paraId="1E186C4C" w14:textId="77777777" w:rsidR="00823707" w:rsidRPr="00D910A1" w:rsidRDefault="00823707" w:rsidP="00456274">
      <w:pPr>
        <w:pStyle w:val="B1"/>
      </w:pPr>
      <w:r w:rsidRPr="00D910A1">
        <w:tab/>
        <w:t xml:space="preserve">The performance criteria of </w:t>
      </w:r>
      <w:r w:rsidR="00456274">
        <w:t>clause</w:t>
      </w:r>
      <w:r w:rsidRPr="00D910A1">
        <w:t> 6.2 shall apply.</w:t>
      </w:r>
    </w:p>
    <w:p w14:paraId="1E186C4D" w14:textId="77777777" w:rsidR="00823707" w:rsidRPr="00D910A1" w:rsidRDefault="00823707" w:rsidP="00823707">
      <w:pPr>
        <w:rPr>
          <w:rFonts w:cs="v4.2.0"/>
          <w:b/>
          <w:bCs/>
        </w:rPr>
      </w:pPr>
      <w:r w:rsidRPr="00D910A1">
        <w:rPr>
          <w:rFonts w:cs="v4.2.0"/>
          <w:b/>
          <w:bCs/>
        </w:rPr>
        <w:lastRenderedPageBreak/>
        <w:t>Ancillary equipment:</w:t>
      </w:r>
    </w:p>
    <w:p w14:paraId="1E186C4E" w14:textId="77777777" w:rsidR="00823707" w:rsidRPr="00D910A1" w:rsidRDefault="00823707" w:rsidP="00456274">
      <w:pPr>
        <w:pStyle w:val="B1"/>
      </w:pPr>
      <w:r w:rsidRPr="00D910A1">
        <w:tab/>
        <w:t xml:space="preserve">The performance criteria of </w:t>
      </w:r>
      <w:r w:rsidR="00456274">
        <w:t>clause</w:t>
      </w:r>
      <w:r w:rsidRPr="00D910A1">
        <w:t xml:space="preserve"> 6.4 shall apply.</w:t>
      </w:r>
    </w:p>
    <w:p w14:paraId="1E186C4F" w14:textId="77777777" w:rsidR="00823707" w:rsidRPr="00D910A1" w:rsidRDefault="00823707" w:rsidP="00823707">
      <w:pPr>
        <w:pStyle w:val="Heading2"/>
      </w:pPr>
      <w:bookmarkStart w:id="1109" w:name="_Toc20994300"/>
      <w:bookmarkStart w:id="1110" w:name="_Toc29812159"/>
      <w:bookmarkStart w:id="1111" w:name="_Toc37139347"/>
      <w:bookmarkStart w:id="1112" w:name="_Toc37268351"/>
      <w:bookmarkStart w:id="1113" w:name="_Toc37268445"/>
      <w:bookmarkStart w:id="1114" w:name="_Toc45879655"/>
      <w:bookmarkStart w:id="1115" w:name="_Toc52563749"/>
      <w:bookmarkStart w:id="1116" w:name="_Toc52563844"/>
      <w:bookmarkStart w:id="1117" w:name="_Toc52563937"/>
      <w:bookmarkStart w:id="1118" w:name="_Toc61181842"/>
      <w:bookmarkStart w:id="1119" w:name="_Toc74642660"/>
      <w:bookmarkStart w:id="1120" w:name="_Toc76543838"/>
      <w:bookmarkStart w:id="1121" w:name="_Toc82627424"/>
      <w:bookmarkStart w:id="1122" w:name="_Toc106198158"/>
      <w:r w:rsidRPr="00D910A1">
        <w:rPr>
          <w:rFonts w:hint="eastAsia"/>
          <w:lang w:val="en-US" w:eastAsia="zh-CN"/>
        </w:rPr>
        <w:t>9</w:t>
      </w:r>
      <w:r w:rsidRPr="00D910A1">
        <w:t>.</w:t>
      </w:r>
      <w:r w:rsidRPr="00D910A1">
        <w:rPr>
          <w:rFonts w:hint="eastAsia"/>
          <w:lang w:val="en-US" w:eastAsia="zh-CN"/>
        </w:rPr>
        <w:t>5</w:t>
      </w:r>
      <w:r w:rsidRPr="00D910A1">
        <w:tab/>
      </w:r>
      <w:r w:rsidRPr="00D910A1">
        <w:rPr>
          <w:rFonts w:hint="eastAsia"/>
        </w:rPr>
        <w:t>RF common mode (0</w:t>
      </w:r>
      <w:r w:rsidRPr="00D910A1">
        <w:t>.</w:t>
      </w:r>
      <w:r w:rsidRPr="00D910A1">
        <w:rPr>
          <w:rFonts w:hint="eastAsia"/>
        </w:rPr>
        <w:t>15 MHz - 80 MHz</w:t>
      </w:r>
      <w:r w:rsidRPr="00D910A1">
        <w:rPr>
          <w:rFonts w:hint="eastAsia"/>
          <w:lang w:val="en-US" w:eastAsia="zh-CN"/>
        </w:rPr>
        <w:t>)</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1E186C50" w14:textId="77777777" w:rsidR="00823707" w:rsidRPr="00D910A1" w:rsidRDefault="00823707" w:rsidP="00823707">
      <w:pPr>
        <w:rPr>
          <w:rFonts w:cs="v4.2.0"/>
        </w:rPr>
      </w:pPr>
      <w:r w:rsidRPr="00D910A1">
        <w:rPr>
          <w:rFonts w:cs="v4.2.0"/>
        </w:rPr>
        <w:t xml:space="preserve">The test shall be performed on AC mains power input/output </w:t>
      </w:r>
      <w:r w:rsidRPr="00D910A1">
        <w:rPr>
          <w:rFonts w:cs="v4.2.0"/>
          <w:iCs/>
        </w:rPr>
        <w:t>port</w:t>
      </w:r>
      <w:r w:rsidRPr="00D910A1">
        <w:rPr>
          <w:rFonts w:cs="v4.2.0"/>
        </w:rPr>
        <w:t>s.</w:t>
      </w:r>
    </w:p>
    <w:p w14:paraId="1E186C51" w14:textId="77777777" w:rsidR="00823707" w:rsidRPr="00D910A1" w:rsidRDefault="00823707" w:rsidP="00823707">
      <w:pPr>
        <w:rPr>
          <w:rFonts w:cs="v4.2.0"/>
        </w:rPr>
      </w:pPr>
      <w:r w:rsidRPr="00D910A1">
        <w:rPr>
          <w:rFonts w:cs="v4.2.0"/>
        </w:rPr>
        <w:t xml:space="preserve">This test shall be performed on </w:t>
      </w:r>
      <w:r w:rsidRPr="00D910A1">
        <w:rPr>
          <w:rFonts w:cs="v4.2.0"/>
          <w:i/>
          <w:iCs/>
        </w:rPr>
        <w:t>signal ports</w:t>
      </w:r>
      <w:r w:rsidRPr="00D910A1">
        <w:rPr>
          <w:rFonts w:cs="v4.2.0"/>
        </w:rPr>
        <w:t xml:space="preserve">, telecommunication </w:t>
      </w:r>
      <w:r w:rsidRPr="00D910A1">
        <w:rPr>
          <w:rFonts w:cs="v4.2.0"/>
          <w:i/>
          <w:iCs/>
        </w:rPr>
        <w:t>port</w:t>
      </w:r>
      <w:r w:rsidRPr="00D910A1">
        <w:rPr>
          <w:rFonts w:cs="v4.2.0"/>
        </w:rPr>
        <w:t xml:space="preserve">s, control and DC power input/output </w:t>
      </w:r>
      <w:r w:rsidRPr="00D910A1">
        <w:rPr>
          <w:rFonts w:cs="v4.2.0"/>
          <w:iCs/>
        </w:rPr>
        <w:t>port</w:t>
      </w:r>
      <w:r w:rsidRPr="00D910A1">
        <w:rPr>
          <w:rFonts w:cs="v4.2.0"/>
        </w:rPr>
        <w:t>s, which may have cables longer than 3 m.</w:t>
      </w:r>
    </w:p>
    <w:p w14:paraId="1E186C52" w14:textId="77777777" w:rsidR="00823707" w:rsidRPr="00D910A1" w:rsidRDefault="00823707" w:rsidP="00823707">
      <w:pPr>
        <w:rPr>
          <w:rFonts w:cs="v4.2.0"/>
        </w:rPr>
      </w:pPr>
      <w:r w:rsidRPr="00D910A1">
        <w:rPr>
          <w:rFonts w:cs="v4.2.0"/>
        </w:rPr>
        <w:t xml:space="preserve">Where this test is not carried out on a </w:t>
      </w:r>
      <w:r w:rsidRPr="00D910A1">
        <w:rPr>
          <w:rFonts w:cs="v4.2.0"/>
          <w:iCs/>
        </w:rPr>
        <w:t>port</w:t>
      </w:r>
      <w:r w:rsidRPr="00D910A1">
        <w:rPr>
          <w:rFonts w:cs="v4.2.0"/>
        </w:rPr>
        <w:t xml:space="preserve"> or any other </w:t>
      </w:r>
      <w:r w:rsidRPr="00D910A1">
        <w:rPr>
          <w:rFonts w:cs="v4.2.0"/>
          <w:iCs/>
        </w:rPr>
        <w:t>port</w:t>
      </w:r>
      <w:r w:rsidRPr="00D910A1">
        <w:rPr>
          <w:rFonts w:cs="v4.2.0"/>
        </w:rPr>
        <w:t xml:space="preserve">s because the manufacturer declares that it is not intended to be used with cables longer than stated above, a list of </w:t>
      </w:r>
      <w:r w:rsidRPr="00D910A1">
        <w:rPr>
          <w:rFonts w:cs="v4.2.0"/>
          <w:iCs/>
        </w:rPr>
        <w:t>port</w:t>
      </w:r>
      <w:r w:rsidRPr="00D910A1">
        <w:rPr>
          <w:rFonts w:cs="v4.2.0"/>
        </w:rPr>
        <w:t>s which were not tested shall be included in the test report.</w:t>
      </w:r>
    </w:p>
    <w:p w14:paraId="1E186C53" w14:textId="77777777" w:rsidR="00823707" w:rsidRPr="00D910A1" w:rsidRDefault="00823707" w:rsidP="00823707">
      <w:pPr>
        <w:rPr>
          <w:rFonts w:cs="v4.2.0"/>
        </w:rPr>
      </w:pPr>
      <w:r w:rsidRPr="00D910A1">
        <w:rPr>
          <w:rFonts w:cs="v4.2.0"/>
        </w:rPr>
        <w:t xml:space="preserve">This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54" w14:textId="77777777" w:rsidR="00823707" w:rsidRPr="00D910A1" w:rsidRDefault="00823707" w:rsidP="00823707">
      <w:pPr>
        <w:pStyle w:val="NO"/>
      </w:pPr>
      <w:r w:rsidRPr="00D910A1">
        <w:t>NOTE:</w:t>
      </w:r>
      <w:r w:rsidRPr="00D910A1">
        <w:tab/>
        <w:t>This test can also be performed using the intrusive method, where appropriate, see IEC 61000</w:t>
      </w:r>
      <w:r w:rsidRPr="00D910A1">
        <w:noBreakHyphen/>
        <w:t>4</w:t>
      </w:r>
      <w:r w:rsidRPr="00D910A1">
        <w:noBreakHyphen/>
        <w:t>6 </w:t>
      </w:r>
      <w:r w:rsidRPr="00D910A1">
        <w:rPr>
          <w:rFonts w:hint="eastAsia"/>
          <w:lang w:val="en-US" w:eastAsia="zh-CN"/>
        </w:rPr>
        <w:t>[21]</w:t>
      </w:r>
      <w:r w:rsidRPr="00D910A1">
        <w:t>.</w:t>
      </w:r>
    </w:p>
    <w:p w14:paraId="1E186C55" w14:textId="77777777" w:rsidR="00823707" w:rsidRPr="00D910A1" w:rsidRDefault="00823707" w:rsidP="00823707">
      <w:pPr>
        <w:pStyle w:val="Heading3"/>
        <w:rPr>
          <w:lang w:val="en-US" w:eastAsia="zh-CN"/>
        </w:rPr>
      </w:pPr>
      <w:bookmarkStart w:id="1123" w:name="_Toc20994301"/>
      <w:bookmarkStart w:id="1124" w:name="_Toc29812160"/>
      <w:bookmarkStart w:id="1125" w:name="_Toc37139348"/>
      <w:bookmarkStart w:id="1126" w:name="_Toc37268352"/>
      <w:bookmarkStart w:id="1127" w:name="_Toc37268446"/>
      <w:bookmarkStart w:id="1128" w:name="_Toc45879656"/>
      <w:bookmarkStart w:id="1129" w:name="_Toc52563750"/>
      <w:bookmarkStart w:id="1130" w:name="_Toc52563845"/>
      <w:bookmarkStart w:id="1131" w:name="_Toc52563938"/>
      <w:bookmarkStart w:id="1132" w:name="_Toc61181843"/>
      <w:bookmarkStart w:id="1133" w:name="_Toc74642661"/>
      <w:bookmarkStart w:id="1134" w:name="_Toc76543839"/>
      <w:bookmarkStart w:id="1135" w:name="_Toc82627425"/>
      <w:bookmarkStart w:id="1136" w:name="_Toc106198159"/>
      <w:r w:rsidRPr="00D910A1">
        <w:rPr>
          <w:rFonts w:hint="eastAsia"/>
          <w:lang w:val="en-US" w:eastAsia="zh-CN"/>
        </w:rPr>
        <w:t>9.</w:t>
      </w:r>
      <w:r w:rsidRPr="00D910A1">
        <w:rPr>
          <w:lang w:val="en-US" w:eastAsia="zh-CN"/>
        </w:rPr>
        <w:t>5</w:t>
      </w:r>
      <w:r w:rsidRPr="00D910A1">
        <w:rPr>
          <w:rFonts w:hint="eastAsia"/>
          <w:lang w:val="en-US" w:eastAsia="zh-CN"/>
        </w:rPr>
        <w:t>.1</w:t>
      </w:r>
      <w:r w:rsidRPr="00D910A1">
        <w:rPr>
          <w:rFonts w:hint="eastAsia"/>
          <w:lang w:val="en-US" w:eastAsia="zh-CN"/>
        </w:rPr>
        <w:tab/>
        <w:t>Definition</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1E186C56"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disturbance.</w:t>
      </w:r>
    </w:p>
    <w:p w14:paraId="1E186C57" w14:textId="77777777" w:rsidR="00823707" w:rsidRPr="00D910A1" w:rsidRDefault="00823707" w:rsidP="00823707">
      <w:pPr>
        <w:pStyle w:val="Heading3"/>
        <w:rPr>
          <w:lang w:val="en-US" w:eastAsia="zh-CN"/>
        </w:rPr>
      </w:pPr>
      <w:bookmarkStart w:id="1137" w:name="_Toc20994302"/>
      <w:bookmarkStart w:id="1138" w:name="_Toc29812161"/>
      <w:bookmarkStart w:id="1139" w:name="_Toc37139349"/>
      <w:bookmarkStart w:id="1140" w:name="_Toc37268353"/>
      <w:bookmarkStart w:id="1141" w:name="_Toc37268447"/>
      <w:bookmarkStart w:id="1142" w:name="_Toc45879657"/>
      <w:bookmarkStart w:id="1143" w:name="_Toc52563751"/>
      <w:bookmarkStart w:id="1144" w:name="_Toc52563846"/>
      <w:bookmarkStart w:id="1145" w:name="_Toc52563939"/>
      <w:bookmarkStart w:id="1146" w:name="_Toc61181844"/>
      <w:bookmarkStart w:id="1147" w:name="_Toc74642662"/>
      <w:bookmarkStart w:id="1148" w:name="_Toc76543840"/>
      <w:bookmarkStart w:id="1149" w:name="_Toc82627426"/>
      <w:bookmarkStart w:id="1150" w:name="_Toc106198160"/>
      <w:r w:rsidRPr="00D910A1">
        <w:rPr>
          <w:rFonts w:hint="eastAsia"/>
          <w:lang w:val="en-US" w:eastAsia="zh-CN"/>
        </w:rPr>
        <w:t>9.</w:t>
      </w:r>
      <w:r w:rsidRPr="00D910A1">
        <w:rPr>
          <w:lang w:val="en-US" w:eastAsia="zh-CN"/>
        </w:rPr>
        <w:t>5</w:t>
      </w:r>
      <w:r w:rsidRPr="00D910A1">
        <w:rPr>
          <w:rFonts w:hint="eastAsia"/>
          <w:lang w:val="en-US" w:eastAsia="zh-CN"/>
        </w:rPr>
        <w:t>.2</w:t>
      </w:r>
      <w:r w:rsidRPr="00D910A1">
        <w:rPr>
          <w:rFonts w:hint="eastAsia"/>
          <w:lang w:val="en-US" w:eastAsia="zh-CN"/>
        </w:rPr>
        <w:tab/>
        <w:t>Test method and level</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1E186C58"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6 </w:t>
      </w:r>
      <w:r w:rsidRPr="00D910A1">
        <w:rPr>
          <w:rFonts w:cs="v4.2.0" w:hint="eastAsia"/>
          <w:lang w:val="en-US" w:eastAsia="zh-CN"/>
        </w:rPr>
        <w:t>[21]</w:t>
      </w:r>
      <w:r w:rsidRPr="00D910A1">
        <w:rPr>
          <w:rFonts w:cs="v4.2.0"/>
        </w:rPr>
        <w:t>:</w:t>
      </w:r>
    </w:p>
    <w:p w14:paraId="1E186C59" w14:textId="77777777" w:rsidR="00823707" w:rsidRPr="00D910A1" w:rsidRDefault="00823707" w:rsidP="00456274">
      <w:pPr>
        <w:pStyle w:val="B1"/>
      </w:pPr>
      <w:r w:rsidRPr="00D910A1">
        <w:t>-</w:t>
      </w:r>
      <w:r w:rsidRPr="00D910A1">
        <w:tab/>
        <w:t>The test signal shall be amplitude modulated to a depth of 80 % by a sinusoidal audio signal of 1 kHz;</w:t>
      </w:r>
    </w:p>
    <w:p w14:paraId="1E186C5A" w14:textId="77777777" w:rsidR="00823707" w:rsidRPr="00D910A1" w:rsidRDefault="00823707" w:rsidP="00456274">
      <w:pPr>
        <w:pStyle w:val="B1"/>
      </w:pPr>
      <w:r w:rsidRPr="00D910A1">
        <w:t>-</w:t>
      </w:r>
      <w:r w:rsidRPr="00D910A1">
        <w:tab/>
        <w:t>The stepped frequency increments shall be 50 kHz in the frequency range 150 kHz to 5 MHz and 1% frequency increment of the momentary frequency in the frequency range 5 MHz to 80 MHz;</w:t>
      </w:r>
    </w:p>
    <w:p w14:paraId="1E186C5B" w14:textId="77777777" w:rsidR="00823707" w:rsidRPr="00D910A1" w:rsidRDefault="00823707" w:rsidP="00456274">
      <w:pPr>
        <w:pStyle w:val="B1"/>
      </w:pPr>
      <w:r w:rsidRPr="00D910A1">
        <w:t>-</w:t>
      </w:r>
      <w:r w:rsidRPr="00D910A1">
        <w:tab/>
        <w:t>The test level shall be severity level 2 as given in IEC 61000</w:t>
      </w:r>
      <w:r w:rsidRPr="00D910A1">
        <w:noBreakHyphen/>
        <w:t>4</w:t>
      </w:r>
      <w:r w:rsidRPr="00D910A1">
        <w:noBreakHyphen/>
        <w:t>6 </w:t>
      </w:r>
      <w:r w:rsidRPr="00D910A1">
        <w:rPr>
          <w:rFonts w:hint="eastAsia"/>
          <w:lang w:val="en-US" w:eastAsia="zh-CN"/>
        </w:rPr>
        <w:t>[21]</w:t>
      </w:r>
      <w:r w:rsidRPr="00D910A1">
        <w:t xml:space="preserve"> corresponding to 3 V rms, at a transfer impedance of 150 Ω;</w:t>
      </w:r>
    </w:p>
    <w:p w14:paraId="1E186C5C" w14:textId="77777777" w:rsidR="00823707" w:rsidRPr="00D910A1" w:rsidRDefault="00823707" w:rsidP="00456274">
      <w:pPr>
        <w:pStyle w:val="B1"/>
      </w:pPr>
      <w:r w:rsidRPr="00D910A1">
        <w:t>-</w:t>
      </w:r>
      <w:r w:rsidRPr="00D910A1">
        <w:tab/>
        <w:t>The test shall be performed over the frequency range 150 kHz - 80 MHz;</w:t>
      </w:r>
    </w:p>
    <w:p w14:paraId="1E186C5D" w14:textId="77777777" w:rsidR="00823707" w:rsidRPr="00D910A1" w:rsidRDefault="00823707" w:rsidP="00456274">
      <w:pPr>
        <w:pStyle w:val="B1"/>
      </w:pPr>
      <w:r w:rsidRPr="00D910A1">
        <w:t>-</w:t>
      </w:r>
      <w:r w:rsidRPr="00D910A1">
        <w:tab/>
        <w:t xml:space="preserve">The injection method to be used shall be selected according to the basic standard IEC 61000-4-6 </w:t>
      </w:r>
      <w:r w:rsidRPr="00D910A1">
        <w:rPr>
          <w:rFonts w:hint="eastAsia"/>
          <w:lang w:val="en-US" w:eastAsia="zh-CN"/>
        </w:rPr>
        <w:t>[21]</w:t>
      </w:r>
      <w:r w:rsidRPr="00D910A1">
        <w:t>;</w:t>
      </w:r>
    </w:p>
    <w:p w14:paraId="1E186C5E" w14:textId="77777777" w:rsidR="00823707" w:rsidRPr="00D910A1" w:rsidRDefault="00823707" w:rsidP="00456274">
      <w:pPr>
        <w:pStyle w:val="B1"/>
      </w:pPr>
      <w:r w:rsidRPr="00D910A1">
        <w:t>-</w:t>
      </w:r>
      <w:r w:rsidRPr="00D910A1">
        <w:tab/>
        <w:t xml:space="preserve">Responses of stand-alone receivers or receivers which are part of transceivers occurring at discrete frequencies which are narrow band responses, shall be disregarded, see </w:t>
      </w:r>
      <w:r w:rsidR="00456274">
        <w:t>clause</w:t>
      </w:r>
      <w:r w:rsidRPr="00D910A1">
        <w:t> 4.3;</w:t>
      </w:r>
    </w:p>
    <w:p w14:paraId="1E186C5F" w14:textId="77777777" w:rsidR="00823707" w:rsidRPr="00D910A1" w:rsidRDefault="00823707" w:rsidP="00456274">
      <w:pPr>
        <w:pStyle w:val="B1"/>
      </w:pPr>
      <w:r w:rsidRPr="00D910A1">
        <w:t>-</w:t>
      </w:r>
      <w:r w:rsidRPr="00D910A1">
        <w:tab/>
        <w:t>The frequencies of the immunity test signal selected and used during the test shall be recorded in the test report.</w:t>
      </w:r>
    </w:p>
    <w:p w14:paraId="1E186C60" w14:textId="77777777" w:rsidR="00823707" w:rsidRPr="00D910A1" w:rsidRDefault="00823707" w:rsidP="00823707">
      <w:pPr>
        <w:pStyle w:val="Heading3"/>
        <w:rPr>
          <w:lang w:val="en-US" w:eastAsia="zh-CN"/>
        </w:rPr>
      </w:pPr>
      <w:bookmarkStart w:id="1151" w:name="_Toc20994303"/>
      <w:bookmarkStart w:id="1152" w:name="_Toc29812162"/>
      <w:bookmarkStart w:id="1153" w:name="_Toc37139350"/>
      <w:bookmarkStart w:id="1154" w:name="_Toc37268354"/>
      <w:bookmarkStart w:id="1155" w:name="_Toc37268448"/>
      <w:bookmarkStart w:id="1156" w:name="_Toc45879658"/>
      <w:bookmarkStart w:id="1157" w:name="_Toc52563752"/>
      <w:bookmarkStart w:id="1158" w:name="_Toc52563847"/>
      <w:bookmarkStart w:id="1159" w:name="_Toc52563940"/>
      <w:bookmarkStart w:id="1160" w:name="_Toc61181845"/>
      <w:bookmarkStart w:id="1161" w:name="_Toc74642663"/>
      <w:bookmarkStart w:id="1162" w:name="_Toc76543841"/>
      <w:bookmarkStart w:id="1163" w:name="_Toc82627427"/>
      <w:bookmarkStart w:id="1164" w:name="_Toc106198161"/>
      <w:r w:rsidRPr="00D910A1">
        <w:rPr>
          <w:rFonts w:hint="eastAsia"/>
          <w:lang w:val="en-US" w:eastAsia="zh-CN"/>
        </w:rPr>
        <w:t>9.</w:t>
      </w:r>
      <w:r w:rsidRPr="00D910A1">
        <w:rPr>
          <w:lang w:val="en-US" w:eastAsia="zh-CN"/>
        </w:rPr>
        <w:t>5</w:t>
      </w:r>
      <w:r w:rsidRPr="00D910A1">
        <w:rPr>
          <w:rFonts w:hint="eastAsia"/>
          <w:lang w:val="en-US" w:eastAsia="zh-CN"/>
        </w:rPr>
        <w:t>.3</w:t>
      </w:r>
      <w:r w:rsidRPr="00D910A1">
        <w:rPr>
          <w:rFonts w:hint="eastAsia"/>
          <w:lang w:val="en-US" w:eastAsia="zh-CN"/>
        </w:rPr>
        <w:tab/>
        <w:t>Performance criteria</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1E186C61" w14:textId="77777777" w:rsidR="00823707" w:rsidRPr="00D910A1" w:rsidRDefault="00823707" w:rsidP="00823707">
      <w:pPr>
        <w:rPr>
          <w:rFonts w:cs="v4.2.0"/>
          <w:b/>
          <w:bCs/>
        </w:rPr>
      </w:pPr>
      <w:r w:rsidRPr="00D910A1">
        <w:rPr>
          <w:rFonts w:cs="v4.2.0"/>
          <w:b/>
          <w:bCs/>
        </w:rPr>
        <w:t>Base station:</w:t>
      </w:r>
    </w:p>
    <w:p w14:paraId="1E186C62" w14:textId="77777777" w:rsidR="00823707" w:rsidRPr="00D910A1" w:rsidRDefault="00823707" w:rsidP="00456274">
      <w:pPr>
        <w:pStyle w:val="B1"/>
      </w:pPr>
      <w:r w:rsidRPr="00D910A1">
        <w:tab/>
        <w:t xml:space="preserve">The performance criteria of </w:t>
      </w:r>
      <w:r w:rsidR="00456274">
        <w:t>clause</w:t>
      </w:r>
      <w:r w:rsidRPr="00D910A1">
        <w:t xml:space="preserve"> 6.1 shall apply.</w:t>
      </w:r>
    </w:p>
    <w:p w14:paraId="1E186C63" w14:textId="77777777" w:rsidR="00823707" w:rsidRPr="00D910A1" w:rsidRDefault="00823707" w:rsidP="00823707">
      <w:pPr>
        <w:rPr>
          <w:rFonts w:cs="v4.2.0"/>
          <w:b/>
          <w:bCs/>
        </w:rPr>
      </w:pPr>
      <w:r w:rsidRPr="00D910A1">
        <w:rPr>
          <w:rFonts w:cs="v4.2.0"/>
          <w:b/>
          <w:bCs/>
        </w:rPr>
        <w:t>Ancillary equipment:</w:t>
      </w:r>
    </w:p>
    <w:p w14:paraId="1E186C64" w14:textId="77777777" w:rsidR="00823707" w:rsidRPr="00D910A1" w:rsidRDefault="00823707" w:rsidP="00456274">
      <w:pPr>
        <w:pStyle w:val="B1"/>
      </w:pPr>
      <w:r w:rsidRPr="00D910A1">
        <w:tab/>
        <w:t xml:space="preserve">The performance criteria of </w:t>
      </w:r>
      <w:r w:rsidR="00456274">
        <w:t>clause</w:t>
      </w:r>
      <w:r w:rsidRPr="00D910A1">
        <w:t xml:space="preserve"> 6.3 shall apply.</w:t>
      </w:r>
    </w:p>
    <w:p w14:paraId="1E186C65" w14:textId="77777777" w:rsidR="00823707" w:rsidRPr="00D910A1" w:rsidRDefault="00823707" w:rsidP="00823707">
      <w:pPr>
        <w:pStyle w:val="Heading2"/>
      </w:pPr>
      <w:bookmarkStart w:id="1165" w:name="_Toc20994304"/>
      <w:bookmarkStart w:id="1166" w:name="_Toc29812163"/>
      <w:bookmarkStart w:id="1167" w:name="_Toc37139351"/>
      <w:bookmarkStart w:id="1168" w:name="_Toc37268355"/>
      <w:bookmarkStart w:id="1169" w:name="_Toc37268449"/>
      <w:bookmarkStart w:id="1170" w:name="_Toc45879659"/>
      <w:bookmarkStart w:id="1171" w:name="_Toc52563753"/>
      <w:bookmarkStart w:id="1172" w:name="_Toc52563848"/>
      <w:bookmarkStart w:id="1173" w:name="_Toc52563941"/>
      <w:bookmarkStart w:id="1174" w:name="_Toc61181846"/>
      <w:bookmarkStart w:id="1175" w:name="_Toc74642664"/>
      <w:bookmarkStart w:id="1176" w:name="_Toc76543842"/>
      <w:bookmarkStart w:id="1177" w:name="_Toc82627428"/>
      <w:bookmarkStart w:id="1178" w:name="_Toc106198162"/>
      <w:r w:rsidRPr="00D910A1">
        <w:rPr>
          <w:rFonts w:hint="eastAsia"/>
          <w:lang w:val="en-US" w:eastAsia="zh-CN"/>
        </w:rPr>
        <w:t>9</w:t>
      </w:r>
      <w:r w:rsidRPr="00D910A1">
        <w:t>.</w:t>
      </w:r>
      <w:r w:rsidRPr="00D910A1">
        <w:rPr>
          <w:rFonts w:hint="eastAsia"/>
          <w:lang w:val="en-US" w:eastAsia="zh-CN"/>
        </w:rPr>
        <w:t>6</w:t>
      </w:r>
      <w:r w:rsidRPr="00D910A1">
        <w:tab/>
      </w:r>
      <w:r w:rsidRPr="00D910A1">
        <w:rPr>
          <w:rFonts w:hint="eastAsia"/>
        </w:rPr>
        <w:t>Voltage dips and interruptions</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14:paraId="1E186C66"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1E186C67"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68" w14:textId="77777777" w:rsidR="00823707" w:rsidRPr="00D910A1" w:rsidRDefault="00823707" w:rsidP="00823707">
      <w:pPr>
        <w:pStyle w:val="Heading3"/>
        <w:rPr>
          <w:lang w:val="en-US" w:eastAsia="zh-CN"/>
        </w:rPr>
      </w:pPr>
      <w:bookmarkStart w:id="1179" w:name="_Toc20994305"/>
      <w:bookmarkStart w:id="1180" w:name="_Toc29812164"/>
      <w:bookmarkStart w:id="1181" w:name="_Toc37139352"/>
      <w:bookmarkStart w:id="1182" w:name="_Toc37268356"/>
      <w:bookmarkStart w:id="1183" w:name="_Toc37268450"/>
      <w:bookmarkStart w:id="1184" w:name="_Toc45879660"/>
      <w:bookmarkStart w:id="1185" w:name="_Toc52563754"/>
      <w:bookmarkStart w:id="1186" w:name="_Toc52563849"/>
      <w:bookmarkStart w:id="1187" w:name="_Toc52563942"/>
      <w:bookmarkStart w:id="1188" w:name="_Toc61181847"/>
      <w:bookmarkStart w:id="1189" w:name="_Toc74642665"/>
      <w:bookmarkStart w:id="1190" w:name="_Toc76543843"/>
      <w:bookmarkStart w:id="1191" w:name="_Toc82627429"/>
      <w:bookmarkStart w:id="1192" w:name="_Toc106198163"/>
      <w:r w:rsidRPr="00D910A1">
        <w:rPr>
          <w:rFonts w:hint="eastAsia"/>
          <w:lang w:val="en-US" w:eastAsia="zh-CN"/>
        </w:rPr>
        <w:lastRenderedPageBreak/>
        <w:t>9.</w:t>
      </w:r>
      <w:r w:rsidRPr="00D910A1">
        <w:rPr>
          <w:lang w:val="en-US" w:eastAsia="zh-CN"/>
        </w:rPr>
        <w:t>6</w:t>
      </w:r>
      <w:r w:rsidRPr="00D910A1">
        <w:rPr>
          <w:rFonts w:hint="eastAsia"/>
          <w:lang w:val="en-US" w:eastAsia="zh-CN"/>
        </w:rPr>
        <w:t>.1</w:t>
      </w:r>
      <w:r w:rsidRPr="00D910A1">
        <w:rPr>
          <w:rFonts w:hint="eastAsia"/>
          <w:lang w:val="en-US" w:eastAsia="zh-CN"/>
        </w:rPr>
        <w:tab/>
        <w:t>Definition</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14:paraId="1E186C69"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voltage dips and interruptions present on the AC mains power input </w:t>
      </w:r>
      <w:r w:rsidRPr="00D910A1">
        <w:rPr>
          <w:rFonts w:cs="v4.2.0"/>
          <w:iCs/>
        </w:rPr>
        <w:t>port</w:t>
      </w:r>
      <w:r w:rsidRPr="00D910A1">
        <w:rPr>
          <w:rFonts w:cs="v4.2.0"/>
        </w:rPr>
        <w:t>s.</w:t>
      </w:r>
    </w:p>
    <w:p w14:paraId="1E186C6A" w14:textId="77777777" w:rsidR="00823707" w:rsidRPr="00D910A1" w:rsidRDefault="00823707" w:rsidP="00823707">
      <w:pPr>
        <w:pStyle w:val="Heading3"/>
        <w:rPr>
          <w:lang w:val="en-US" w:eastAsia="zh-CN"/>
        </w:rPr>
      </w:pPr>
      <w:bookmarkStart w:id="1193" w:name="_Toc20994306"/>
      <w:bookmarkStart w:id="1194" w:name="_Toc29812165"/>
      <w:bookmarkStart w:id="1195" w:name="_Toc37139353"/>
      <w:bookmarkStart w:id="1196" w:name="_Toc37268357"/>
      <w:bookmarkStart w:id="1197" w:name="_Toc37268451"/>
      <w:bookmarkStart w:id="1198" w:name="_Toc45879661"/>
      <w:bookmarkStart w:id="1199" w:name="_Toc52563755"/>
      <w:bookmarkStart w:id="1200" w:name="_Toc52563850"/>
      <w:bookmarkStart w:id="1201" w:name="_Toc52563943"/>
      <w:bookmarkStart w:id="1202" w:name="_Toc61181848"/>
      <w:bookmarkStart w:id="1203" w:name="_Toc74642666"/>
      <w:bookmarkStart w:id="1204" w:name="_Toc76543844"/>
      <w:bookmarkStart w:id="1205" w:name="_Toc82627430"/>
      <w:bookmarkStart w:id="1206" w:name="_Toc106198164"/>
      <w:r w:rsidRPr="00D910A1">
        <w:rPr>
          <w:rFonts w:hint="eastAsia"/>
          <w:lang w:val="en-US" w:eastAsia="zh-CN"/>
        </w:rPr>
        <w:t>9.</w:t>
      </w:r>
      <w:r w:rsidRPr="00D910A1">
        <w:rPr>
          <w:lang w:val="en-US" w:eastAsia="zh-CN"/>
        </w:rPr>
        <w:t>6</w:t>
      </w:r>
      <w:r w:rsidRPr="00D910A1">
        <w:rPr>
          <w:rFonts w:hint="eastAsia"/>
          <w:lang w:val="en-US" w:eastAsia="zh-CN"/>
        </w:rPr>
        <w:t>.2</w:t>
      </w:r>
      <w:r w:rsidRPr="00D910A1">
        <w:rPr>
          <w:rFonts w:hint="eastAsia"/>
          <w:lang w:val="en-US" w:eastAsia="zh-CN"/>
        </w:rPr>
        <w:tab/>
        <w:t>Test method and level</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14:paraId="1E186C6C" w14:textId="77777777" w:rsidR="00341D0F" w:rsidRPr="00037980" w:rsidRDefault="00341D0F" w:rsidP="00341D0F">
      <w:pPr>
        <w:rPr>
          <w:rFonts w:cs="v4.2.0"/>
        </w:rPr>
      </w:pPr>
      <w:r w:rsidRPr="00037980">
        <w:rPr>
          <w:rFonts w:cs="v4.2.0"/>
        </w:rPr>
        <w:t>The test method shall be in accordance with IEC 61000</w:t>
      </w:r>
      <w:r w:rsidRPr="00037980">
        <w:rPr>
          <w:rFonts w:cs="v4.2.0"/>
        </w:rPr>
        <w:noBreakHyphen/>
        <w:t>4</w:t>
      </w:r>
      <w:r w:rsidRPr="00037980">
        <w:rPr>
          <w:rFonts w:cs="v4.2.0"/>
        </w:rPr>
        <w:noBreakHyphen/>
        <w:t>11 [2</w:t>
      </w:r>
      <w:r w:rsidRPr="00037980">
        <w:rPr>
          <w:rFonts w:cs="v4.2.0" w:hint="eastAsia"/>
          <w:lang w:val="en-US" w:eastAsia="zh-CN"/>
        </w:rPr>
        <w:t>2</w:t>
      </w:r>
      <w:r w:rsidRPr="00037980">
        <w:rPr>
          <w:rFonts w:cs="v4.2.0"/>
        </w:rPr>
        <w:t>]</w:t>
      </w:r>
      <w:r>
        <w:rPr>
          <w:rFonts w:cs="v4.2.0"/>
        </w:rPr>
        <w:t>, wheret</w:t>
      </w:r>
      <w:r w:rsidRPr="00037980">
        <w:rPr>
          <w:rFonts w:cs="v4.2.0"/>
        </w:rPr>
        <w:t>he test levels shall be:</w:t>
      </w:r>
    </w:p>
    <w:p w14:paraId="1E186C6D"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dip: 0 % residual voltage for 0.5 cycle;</w:t>
      </w:r>
    </w:p>
    <w:p w14:paraId="1E186C6E"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dip: 0 % residual voltage for 1 cycle;</w:t>
      </w:r>
    </w:p>
    <w:p w14:paraId="1E186C6F"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1E186C70"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1E186C71" w14:textId="77777777" w:rsidR="00823707" w:rsidRPr="00D910A1" w:rsidRDefault="00823707" w:rsidP="00823707">
      <w:pPr>
        <w:pStyle w:val="Heading3"/>
        <w:rPr>
          <w:lang w:val="en-US" w:eastAsia="zh-CN"/>
        </w:rPr>
      </w:pPr>
      <w:bookmarkStart w:id="1207" w:name="_Toc20994307"/>
      <w:bookmarkStart w:id="1208" w:name="_Toc29812166"/>
      <w:bookmarkStart w:id="1209" w:name="_Toc37139354"/>
      <w:bookmarkStart w:id="1210" w:name="_Toc37268358"/>
      <w:bookmarkStart w:id="1211" w:name="_Toc37268452"/>
      <w:bookmarkStart w:id="1212" w:name="_Toc45879662"/>
      <w:bookmarkStart w:id="1213" w:name="_Toc52563756"/>
      <w:bookmarkStart w:id="1214" w:name="_Toc52563851"/>
      <w:bookmarkStart w:id="1215" w:name="_Toc52563944"/>
      <w:bookmarkStart w:id="1216" w:name="_Toc61181849"/>
      <w:bookmarkStart w:id="1217" w:name="_Toc74642667"/>
      <w:bookmarkStart w:id="1218" w:name="_Toc76543845"/>
      <w:bookmarkStart w:id="1219" w:name="_Toc82627431"/>
      <w:bookmarkStart w:id="1220" w:name="_Toc106198165"/>
      <w:r w:rsidRPr="00D910A1">
        <w:rPr>
          <w:rFonts w:hint="eastAsia"/>
          <w:lang w:val="en-US" w:eastAsia="zh-CN"/>
        </w:rPr>
        <w:t>9.</w:t>
      </w:r>
      <w:r w:rsidRPr="00D910A1">
        <w:rPr>
          <w:lang w:val="en-US" w:eastAsia="zh-CN"/>
        </w:rPr>
        <w:t>6</w:t>
      </w:r>
      <w:r w:rsidRPr="00D910A1">
        <w:rPr>
          <w:rFonts w:hint="eastAsia"/>
          <w:lang w:val="en-US" w:eastAsia="zh-CN"/>
        </w:rPr>
        <w:t>.3</w:t>
      </w:r>
      <w:r w:rsidRPr="00D910A1">
        <w:rPr>
          <w:rFonts w:hint="eastAsia"/>
          <w:lang w:val="en-US" w:eastAsia="zh-CN"/>
        </w:rPr>
        <w:tab/>
        <w:t>Performance criteria</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14:paraId="1E186C72" w14:textId="77777777" w:rsidR="00341D0F" w:rsidRPr="00D910A1" w:rsidRDefault="00341D0F" w:rsidP="00341D0F">
      <w:pPr>
        <w:rPr>
          <w:rFonts w:cs="v4.2.0"/>
        </w:rPr>
      </w:pPr>
      <w:r>
        <w:t>For a 0 % residual voltage dip test,</w:t>
      </w:r>
      <w:r w:rsidRPr="00D910A1">
        <w:rPr>
          <w:rFonts w:cs="v4.2.0"/>
        </w:rPr>
        <w:t xml:space="preserve"> the performance criteria for transient phenomena shall be applied:</w:t>
      </w:r>
    </w:p>
    <w:p w14:paraId="1E186C73" w14:textId="77777777" w:rsidR="00823707" w:rsidRPr="00D910A1" w:rsidRDefault="00823707" w:rsidP="00456274">
      <w:pPr>
        <w:pStyle w:val="B1"/>
      </w:pPr>
      <w:r w:rsidRPr="00D910A1">
        <w:t>-</w:t>
      </w:r>
      <w:r w:rsidRPr="00D910A1">
        <w:tab/>
        <w:t>Criteria 6.2 for base station</w:t>
      </w:r>
    </w:p>
    <w:p w14:paraId="1E186C74" w14:textId="77777777" w:rsidR="00823707" w:rsidRPr="00D910A1" w:rsidRDefault="00823707" w:rsidP="00456274">
      <w:pPr>
        <w:pStyle w:val="B1"/>
      </w:pPr>
      <w:r w:rsidRPr="00D910A1">
        <w:t>-</w:t>
      </w:r>
      <w:r w:rsidRPr="00D910A1">
        <w:tab/>
        <w:t xml:space="preserve">Criteria 6.4 for </w:t>
      </w:r>
      <w:r w:rsidRPr="00D910A1">
        <w:rPr>
          <w:i/>
        </w:rPr>
        <w:t>ancillary equipment</w:t>
      </w:r>
    </w:p>
    <w:p w14:paraId="1E186C75" w14:textId="77777777" w:rsidR="00341D0F" w:rsidRPr="00D910A1" w:rsidRDefault="00341D0F" w:rsidP="00341D0F">
      <w:pPr>
        <w:rPr>
          <w:rFonts w:cs="v4.2.0"/>
        </w:rPr>
      </w:pPr>
      <w:r w:rsidRPr="00D910A1">
        <w:rPr>
          <w:rFonts w:cs="v4.2.0"/>
        </w:rPr>
        <w:t xml:space="preserve">For a </w:t>
      </w:r>
      <w:r>
        <w:rPr>
          <w:rFonts w:cs="v4.2.0"/>
          <w:lang w:eastAsia="en-GB"/>
        </w:rPr>
        <w:t>70% residual</w:t>
      </w:r>
      <w:r w:rsidRPr="00D910A1">
        <w:rPr>
          <w:rFonts w:cs="v4.2.0"/>
        </w:rPr>
        <w:t xml:space="preserve"> voltage</w:t>
      </w:r>
      <w:r>
        <w:rPr>
          <w:rFonts w:cs="v4.2.0"/>
        </w:rPr>
        <w:t xml:space="preserve"> dip test and for voltage </w:t>
      </w:r>
      <w:r w:rsidRPr="00D910A1">
        <w:rPr>
          <w:rFonts w:cs="v4.2.0"/>
        </w:rPr>
        <w:t>interruption</w:t>
      </w:r>
      <w:r>
        <w:rPr>
          <w:rFonts w:cs="v4.2.0"/>
        </w:rPr>
        <w:t xml:space="preserve"> test</w:t>
      </w:r>
      <w:r w:rsidRPr="00D910A1">
        <w:rPr>
          <w:rFonts w:cs="v4.2.0"/>
        </w:rPr>
        <w:t>, the following applies:</w:t>
      </w:r>
    </w:p>
    <w:p w14:paraId="1E186C76" w14:textId="77777777" w:rsidR="00823707" w:rsidRPr="00D910A1" w:rsidRDefault="00823707" w:rsidP="00456274">
      <w:pPr>
        <w:pStyle w:val="B1"/>
      </w:pPr>
      <w:r w:rsidRPr="00D910A1">
        <w:t>1.</w:t>
      </w:r>
      <w:r w:rsidRPr="00D910A1">
        <w:tab/>
        <w:t>In the case where the equipment is fitted with or connected to a battery back-up, the following performance criteria shall be applied:</w:t>
      </w:r>
    </w:p>
    <w:p w14:paraId="1E186C77" w14:textId="77777777" w:rsidR="00823707" w:rsidRPr="00D910A1" w:rsidRDefault="00823707" w:rsidP="00456274">
      <w:pPr>
        <w:pStyle w:val="B2"/>
      </w:pPr>
      <w:r w:rsidRPr="00D910A1">
        <w:t>-</w:t>
      </w:r>
      <w:r w:rsidRPr="00D910A1">
        <w:tab/>
        <w:t>Criteria 6.2 for base station</w:t>
      </w:r>
    </w:p>
    <w:p w14:paraId="1E186C78" w14:textId="77777777" w:rsidR="00823707" w:rsidRPr="00D910A1" w:rsidRDefault="00823707" w:rsidP="00456274">
      <w:pPr>
        <w:pStyle w:val="B2"/>
      </w:pPr>
      <w:r w:rsidRPr="00D910A1">
        <w:t>-</w:t>
      </w:r>
      <w:r w:rsidRPr="00D910A1">
        <w:tab/>
        <w:t xml:space="preserve">Criteria 6.4 for </w:t>
      </w:r>
      <w:r w:rsidRPr="00D910A1">
        <w:rPr>
          <w:i/>
        </w:rPr>
        <w:t>ancillary equipment</w:t>
      </w:r>
    </w:p>
    <w:p w14:paraId="1E186C79" w14:textId="77777777" w:rsidR="00823707" w:rsidRPr="00D910A1" w:rsidRDefault="00823707" w:rsidP="00456274">
      <w:pPr>
        <w:pStyle w:val="B1"/>
      </w:pPr>
      <w:r w:rsidRPr="00D910A1">
        <w:t>2.</w:t>
      </w:r>
      <w:r w:rsidRPr="00D910A1">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1E186C7A" w14:textId="77777777" w:rsidR="00823707" w:rsidRPr="00D910A1" w:rsidRDefault="00823707" w:rsidP="00456274">
      <w:pPr>
        <w:pStyle w:val="B2"/>
      </w:pPr>
      <w:r w:rsidRPr="00D910A1">
        <w:t>-</w:t>
      </w:r>
      <w:r w:rsidRPr="00D910A1">
        <w:tab/>
        <w:t>No unintentional responses shall occur at the end of the test</w:t>
      </w:r>
      <w:r w:rsidR="00341D0F">
        <w:t>, when the voltage is restored to nominal</w:t>
      </w:r>
    </w:p>
    <w:p w14:paraId="1E186C7B" w14:textId="77777777" w:rsidR="00823707" w:rsidRPr="00D910A1" w:rsidRDefault="00823707" w:rsidP="00456274">
      <w:pPr>
        <w:pStyle w:val="B2"/>
        <w:rPr>
          <w:rFonts w:cs="v4.2.0"/>
        </w:rPr>
      </w:pPr>
      <w:r w:rsidRPr="00D910A1">
        <w:t>-</w:t>
      </w:r>
      <w:r w:rsidRPr="00D910A1">
        <w:tab/>
        <w:t>In the event of loss of communications link or in the event of loss of user data, this fact shall be recorded in the test report.</w:t>
      </w:r>
    </w:p>
    <w:p w14:paraId="1E186C7C" w14:textId="77777777" w:rsidR="00823707" w:rsidRPr="00D910A1" w:rsidRDefault="00823707" w:rsidP="00823707">
      <w:pPr>
        <w:pStyle w:val="Heading2"/>
      </w:pPr>
      <w:bookmarkStart w:id="1221" w:name="_Toc20994308"/>
      <w:bookmarkStart w:id="1222" w:name="_Toc29812167"/>
      <w:bookmarkStart w:id="1223" w:name="_Toc37139355"/>
      <w:bookmarkStart w:id="1224" w:name="_Toc37268359"/>
      <w:bookmarkStart w:id="1225" w:name="_Toc37268453"/>
      <w:bookmarkStart w:id="1226" w:name="_Toc45879663"/>
      <w:bookmarkStart w:id="1227" w:name="_Toc52563757"/>
      <w:bookmarkStart w:id="1228" w:name="_Toc52563852"/>
      <w:bookmarkStart w:id="1229" w:name="_Toc52563945"/>
      <w:bookmarkStart w:id="1230" w:name="_Toc61181850"/>
      <w:bookmarkStart w:id="1231" w:name="_Toc74642668"/>
      <w:bookmarkStart w:id="1232" w:name="_Toc76543846"/>
      <w:bookmarkStart w:id="1233" w:name="_Toc82627432"/>
      <w:bookmarkStart w:id="1234" w:name="_Toc106198166"/>
      <w:r w:rsidRPr="00D910A1">
        <w:rPr>
          <w:rFonts w:hint="eastAsia"/>
          <w:lang w:val="en-US" w:eastAsia="zh-CN"/>
        </w:rPr>
        <w:t>9</w:t>
      </w:r>
      <w:r w:rsidRPr="00D910A1">
        <w:t>.</w:t>
      </w:r>
      <w:r w:rsidRPr="00D910A1">
        <w:rPr>
          <w:rFonts w:hint="eastAsia"/>
          <w:lang w:val="en-US" w:eastAsia="zh-CN"/>
        </w:rPr>
        <w:t>7</w:t>
      </w:r>
      <w:r w:rsidRPr="00D910A1">
        <w:tab/>
      </w:r>
      <w:r w:rsidRPr="00D910A1">
        <w:rPr>
          <w:rFonts w:hint="eastAsia"/>
        </w:rPr>
        <w:t>Surges, common and differential mode</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1E186C7D"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1E186C7E" w14:textId="77777777" w:rsidR="00823707" w:rsidRPr="00D910A1" w:rsidRDefault="00823707" w:rsidP="00823707">
      <w:pPr>
        <w:rPr>
          <w:rFonts w:cs="v4.2.0"/>
        </w:rPr>
      </w:pPr>
      <w:r w:rsidRPr="00D910A1">
        <w:rPr>
          <w:rFonts w:cs="v4.2.0"/>
        </w:rPr>
        <w:t xml:space="preserve">This test shall be additionally performed on </w:t>
      </w:r>
      <w:r w:rsidRPr="00D910A1">
        <w:rPr>
          <w:rFonts w:cs="v4.2.0"/>
          <w:i/>
        </w:rPr>
        <w:t xml:space="preserve">telecommunication </w:t>
      </w:r>
      <w:r w:rsidRPr="00D910A1">
        <w:rPr>
          <w:rFonts w:cs="v4.2.0"/>
          <w:i/>
          <w:iCs/>
        </w:rPr>
        <w:t>port</w:t>
      </w:r>
      <w:r w:rsidRPr="00D910A1">
        <w:rPr>
          <w:rFonts w:cs="v4.2.0"/>
        </w:rPr>
        <w:t>s.</w:t>
      </w:r>
    </w:p>
    <w:p w14:paraId="1E186C7F"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80" w14:textId="77777777" w:rsidR="00823707" w:rsidRPr="00D910A1" w:rsidRDefault="00823707" w:rsidP="00823707">
      <w:pPr>
        <w:pStyle w:val="Heading3"/>
        <w:rPr>
          <w:lang w:val="en-US" w:eastAsia="zh-CN"/>
        </w:rPr>
      </w:pPr>
      <w:bookmarkStart w:id="1235" w:name="_Toc20994309"/>
      <w:bookmarkStart w:id="1236" w:name="_Toc29812168"/>
      <w:bookmarkStart w:id="1237" w:name="_Toc37139356"/>
      <w:bookmarkStart w:id="1238" w:name="_Toc37268360"/>
      <w:bookmarkStart w:id="1239" w:name="_Toc37268454"/>
      <w:bookmarkStart w:id="1240" w:name="_Toc45879664"/>
      <w:bookmarkStart w:id="1241" w:name="_Toc52563758"/>
      <w:bookmarkStart w:id="1242" w:name="_Toc52563853"/>
      <w:bookmarkStart w:id="1243" w:name="_Toc52563946"/>
      <w:bookmarkStart w:id="1244" w:name="_Toc61181851"/>
      <w:bookmarkStart w:id="1245" w:name="_Toc74642669"/>
      <w:bookmarkStart w:id="1246" w:name="_Toc76543847"/>
      <w:bookmarkStart w:id="1247" w:name="_Toc82627433"/>
      <w:bookmarkStart w:id="1248" w:name="_Toc106198167"/>
      <w:r w:rsidRPr="00D910A1">
        <w:rPr>
          <w:rFonts w:hint="eastAsia"/>
          <w:lang w:val="en-US" w:eastAsia="zh-CN"/>
        </w:rPr>
        <w:t>9.</w:t>
      </w:r>
      <w:r w:rsidRPr="00D910A1">
        <w:rPr>
          <w:lang w:val="en-US" w:eastAsia="zh-CN"/>
        </w:rPr>
        <w:t>7</w:t>
      </w:r>
      <w:r w:rsidRPr="00D910A1">
        <w:rPr>
          <w:rFonts w:hint="eastAsia"/>
          <w:lang w:val="en-US" w:eastAsia="zh-CN"/>
        </w:rPr>
        <w:t>.1</w:t>
      </w:r>
      <w:r w:rsidRPr="00D910A1">
        <w:rPr>
          <w:rFonts w:hint="eastAsia"/>
          <w:lang w:val="en-US" w:eastAsia="zh-CN"/>
        </w:rPr>
        <w:tab/>
        <w:t>Definition</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14:paraId="1E186C81"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surges being present at the AC mains power input </w:t>
      </w:r>
      <w:r w:rsidRPr="00D910A1">
        <w:rPr>
          <w:rFonts w:cs="v4.2.0"/>
          <w:iCs/>
        </w:rPr>
        <w:t>port</w:t>
      </w:r>
      <w:r w:rsidRPr="00D910A1">
        <w:rPr>
          <w:rFonts w:cs="v4.2.0"/>
        </w:rPr>
        <w:t xml:space="preserve">s and </w:t>
      </w:r>
      <w:r w:rsidRPr="00D910A1">
        <w:rPr>
          <w:rFonts w:cs="v4.2.0"/>
          <w:i/>
          <w:iCs/>
        </w:rPr>
        <w:t>telecommunication ports</w:t>
      </w:r>
      <w:r w:rsidRPr="00D910A1">
        <w:rPr>
          <w:rFonts w:cs="v4.2.0"/>
        </w:rPr>
        <w:t>.</w:t>
      </w:r>
    </w:p>
    <w:p w14:paraId="1E186C82" w14:textId="77777777" w:rsidR="00823707" w:rsidRPr="00D910A1" w:rsidRDefault="00823707" w:rsidP="00823707">
      <w:pPr>
        <w:pStyle w:val="Heading3"/>
        <w:rPr>
          <w:lang w:val="en-US" w:eastAsia="zh-CN"/>
        </w:rPr>
      </w:pPr>
      <w:bookmarkStart w:id="1249" w:name="_Toc20994310"/>
      <w:bookmarkStart w:id="1250" w:name="_Toc29812169"/>
      <w:bookmarkStart w:id="1251" w:name="_Toc37139357"/>
      <w:bookmarkStart w:id="1252" w:name="_Toc37268361"/>
      <w:bookmarkStart w:id="1253" w:name="_Toc37268455"/>
      <w:bookmarkStart w:id="1254" w:name="_Toc45879665"/>
      <w:bookmarkStart w:id="1255" w:name="_Toc52563759"/>
      <w:bookmarkStart w:id="1256" w:name="_Toc52563854"/>
      <w:bookmarkStart w:id="1257" w:name="_Toc52563947"/>
      <w:bookmarkStart w:id="1258" w:name="_Toc61181852"/>
      <w:bookmarkStart w:id="1259" w:name="_Toc74642670"/>
      <w:bookmarkStart w:id="1260" w:name="_Toc76543848"/>
      <w:bookmarkStart w:id="1261" w:name="_Toc82627434"/>
      <w:bookmarkStart w:id="1262" w:name="_Toc106198168"/>
      <w:r w:rsidRPr="00D910A1">
        <w:rPr>
          <w:rFonts w:hint="eastAsia"/>
          <w:lang w:val="en-US" w:eastAsia="zh-CN"/>
        </w:rPr>
        <w:t>9.</w:t>
      </w:r>
      <w:r w:rsidRPr="00D910A1">
        <w:rPr>
          <w:lang w:val="en-US" w:eastAsia="zh-CN"/>
        </w:rPr>
        <w:t>7</w:t>
      </w:r>
      <w:r w:rsidRPr="00D910A1">
        <w:rPr>
          <w:rFonts w:hint="eastAsia"/>
          <w:lang w:val="en-US" w:eastAsia="zh-CN"/>
        </w:rPr>
        <w:t>.2</w:t>
      </w:r>
      <w:r w:rsidRPr="00D910A1">
        <w:rPr>
          <w:rFonts w:hint="eastAsia"/>
          <w:lang w:val="en-US" w:eastAsia="zh-CN"/>
        </w:rPr>
        <w:tab/>
        <w:t>Test method and level</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1E186C83" w14:textId="77777777" w:rsidR="00823707" w:rsidRPr="00D910A1" w:rsidRDefault="00823707" w:rsidP="00823707">
      <w:pPr>
        <w:rPr>
          <w:rFonts w:cs="v4.2.0"/>
        </w:rPr>
      </w:pPr>
      <w:r w:rsidRPr="00D910A1">
        <w:rPr>
          <w:rFonts w:cs="v4.2.0"/>
        </w:rPr>
        <w:t>The test method shall be in accordance with IEC 61000-4-5 [</w:t>
      </w:r>
      <w:r w:rsidRPr="00D910A1">
        <w:rPr>
          <w:rFonts w:cs="v4.2.0" w:hint="eastAsia"/>
          <w:lang w:val="en-US" w:eastAsia="zh-CN"/>
        </w:rPr>
        <w:t>20</w:t>
      </w:r>
      <w:r w:rsidRPr="00D910A1">
        <w:rPr>
          <w:rFonts w:cs="v4.2.0"/>
        </w:rPr>
        <w:t>].</w:t>
      </w:r>
    </w:p>
    <w:p w14:paraId="1E186C84" w14:textId="77777777" w:rsidR="00823707" w:rsidRPr="00D910A1" w:rsidRDefault="00823707" w:rsidP="00823707">
      <w:r w:rsidRPr="00D910A1">
        <w:lastRenderedPageBreak/>
        <w:t xml:space="preserve">The requirements and evaluation of test results given in </w:t>
      </w:r>
      <w:r w:rsidR="00456274">
        <w:t>clause</w:t>
      </w:r>
      <w:r w:rsidRPr="00D910A1">
        <w:t xml:space="preserve"> 9.</w:t>
      </w:r>
      <w:r w:rsidRPr="00D910A1">
        <w:rPr>
          <w:rFonts w:hint="eastAsia"/>
          <w:lang w:val="en-US" w:eastAsia="zh-CN"/>
        </w:rPr>
        <w:t>7</w:t>
      </w:r>
      <w:r w:rsidRPr="00D910A1">
        <w:t>.2.1 (t</w:t>
      </w:r>
      <w:r w:rsidRPr="00D910A1">
        <w:rPr>
          <w:i/>
          <w:iCs/>
        </w:rPr>
        <w:t>elecommunication port</w:t>
      </w:r>
      <w:r w:rsidRPr="00D910A1">
        <w:t xml:space="preserve">s, outdoor cables), </w:t>
      </w:r>
      <w:r w:rsidR="00456274">
        <w:t>clause</w:t>
      </w:r>
      <w:r w:rsidRPr="00D910A1">
        <w:t> 9.</w:t>
      </w:r>
      <w:r w:rsidRPr="00D910A1">
        <w:rPr>
          <w:rFonts w:hint="eastAsia"/>
          <w:lang w:val="en-US" w:eastAsia="zh-CN"/>
        </w:rPr>
        <w:t>7</w:t>
      </w:r>
      <w:r w:rsidRPr="00D910A1">
        <w:t>.2.2 (</w:t>
      </w:r>
      <w:r w:rsidRPr="00D910A1">
        <w:rPr>
          <w:i/>
        </w:rPr>
        <w:t>telecommunication ports</w:t>
      </w:r>
      <w:r w:rsidRPr="00D910A1">
        <w:t xml:space="preserve">, indoor cables) and </w:t>
      </w:r>
      <w:r w:rsidR="00456274">
        <w:t>clause</w:t>
      </w:r>
      <w:r w:rsidRPr="00D910A1">
        <w:t xml:space="preserve"> 9.</w:t>
      </w:r>
      <w:r w:rsidRPr="00D910A1">
        <w:rPr>
          <w:rFonts w:hint="eastAsia"/>
          <w:lang w:val="en-US" w:eastAsia="zh-CN"/>
        </w:rPr>
        <w:t>7</w:t>
      </w:r>
      <w:r w:rsidRPr="00D910A1">
        <w:t>.2.3 (AC power ports) shall apply, but no test shall be required where normal functioning cannot be achieved, because of the impact of the CDN on the EUT.</w:t>
      </w:r>
    </w:p>
    <w:p w14:paraId="1E186C85" w14:textId="77777777" w:rsidR="00823707" w:rsidRPr="00D910A1" w:rsidRDefault="00823707" w:rsidP="00823707">
      <w:pPr>
        <w:pStyle w:val="Heading4"/>
      </w:pPr>
      <w:bookmarkStart w:id="1263" w:name="_Toc20994311"/>
      <w:bookmarkStart w:id="1264" w:name="_Toc29812170"/>
      <w:bookmarkStart w:id="1265" w:name="_Toc37139358"/>
      <w:bookmarkStart w:id="1266" w:name="_Toc37268362"/>
      <w:bookmarkStart w:id="1267" w:name="_Toc37268456"/>
      <w:bookmarkStart w:id="1268" w:name="_Toc45879666"/>
      <w:bookmarkStart w:id="1269" w:name="_Toc52563760"/>
      <w:bookmarkStart w:id="1270" w:name="_Toc52563855"/>
      <w:bookmarkStart w:id="1271" w:name="_Toc52563948"/>
      <w:bookmarkStart w:id="1272" w:name="_Toc61181853"/>
      <w:bookmarkStart w:id="1273" w:name="_Toc74642671"/>
      <w:bookmarkStart w:id="1274" w:name="_Toc76543849"/>
      <w:bookmarkStart w:id="1275" w:name="_Toc82627435"/>
      <w:bookmarkStart w:id="1276" w:name="_Toc106198169"/>
      <w:r w:rsidRPr="00D910A1">
        <w:t>9.7.2.1</w:t>
      </w:r>
      <w:r w:rsidRPr="00D910A1">
        <w:tab/>
        <w:t>Test method for telecommunication ports directly connected to outdoor cables</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14:paraId="1E186C86" w14:textId="77777777" w:rsidR="00823707" w:rsidRPr="00D910A1" w:rsidRDefault="00823707" w:rsidP="00823707">
      <w:r w:rsidRPr="00D910A1">
        <w:t>The test level for t</w:t>
      </w:r>
      <w:r w:rsidRPr="00D910A1">
        <w:rPr>
          <w:i/>
          <w:iCs/>
        </w:rPr>
        <w:t>elecommunications port</w:t>
      </w:r>
      <w:r w:rsidRPr="00D910A1">
        <w:t>s, intended to be directly connected to the telecommunications network via outdoor cables, shall be 1 kV line to ground as given in IEC 61000-4-5 [</w:t>
      </w:r>
      <w:r w:rsidRPr="00D910A1">
        <w:rPr>
          <w:rFonts w:hint="eastAsia"/>
          <w:lang w:val="en-US" w:eastAsia="zh-CN"/>
        </w:rPr>
        <w:t>20</w:t>
      </w:r>
      <w:r w:rsidRPr="00D910A1">
        <w:t>]. In this case the total output impedance of the surge generator shall be in accordance with the basic standard IEC 61000-4-5 [</w:t>
      </w:r>
      <w:r w:rsidRPr="00D910A1">
        <w:rPr>
          <w:rFonts w:hint="eastAsia"/>
          <w:lang w:val="en-US" w:eastAsia="zh-CN"/>
        </w:rPr>
        <w:t>20</w:t>
      </w:r>
      <w:r w:rsidRPr="00D910A1">
        <w:t>].</w:t>
      </w:r>
    </w:p>
    <w:p w14:paraId="1E186C87"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1E186C88" w14:textId="77777777" w:rsidR="00823707" w:rsidRPr="00D910A1" w:rsidRDefault="00823707" w:rsidP="00823707">
      <w:pPr>
        <w:pStyle w:val="Heading4"/>
      </w:pPr>
      <w:bookmarkStart w:id="1277" w:name="_Toc20994312"/>
      <w:bookmarkStart w:id="1278" w:name="_Toc29812171"/>
      <w:bookmarkStart w:id="1279" w:name="_Toc37139359"/>
      <w:bookmarkStart w:id="1280" w:name="_Toc37268363"/>
      <w:bookmarkStart w:id="1281" w:name="_Toc37268457"/>
      <w:bookmarkStart w:id="1282" w:name="_Toc45879667"/>
      <w:bookmarkStart w:id="1283" w:name="_Toc52563761"/>
      <w:bookmarkStart w:id="1284" w:name="_Toc52563856"/>
      <w:bookmarkStart w:id="1285" w:name="_Toc52563949"/>
      <w:bookmarkStart w:id="1286" w:name="_Toc61181854"/>
      <w:bookmarkStart w:id="1287" w:name="_Toc74642672"/>
      <w:bookmarkStart w:id="1288" w:name="_Toc76543850"/>
      <w:bookmarkStart w:id="1289" w:name="_Toc82627436"/>
      <w:bookmarkStart w:id="1290" w:name="_Toc106198170"/>
      <w:r w:rsidRPr="00D910A1">
        <w:t>9.7.2.2</w:t>
      </w:r>
      <w:r w:rsidRPr="00D910A1">
        <w:tab/>
        <w:t>Test method for telecommunication ports connected to indoor cables</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14:paraId="1E186C89" w14:textId="77777777" w:rsidR="00823707" w:rsidRPr="00D910A1" w:rsidRDefault="00823707" w:rsidP="00823707">
      <w:r w:rsidRPr="00D910A1">
        <w:t xml:space="preserve">The test level for telecommunication </w:t>
      </w:r>
      <w:r w:rsidRPr="00D910A1">
        <w:rPr>
          <w:i/>
          <w:iCs/>
        </w:rPr>
        <w:t>port</w:t>
      </w:r>
      <w:r w:rsidRPr="00D910A1">
        <w:t>s, intended to be connected to indoor cables (longer than 10 m) shall be 0.5 kV line to ground. In this case the total output impedance of the surge generator shall be in accordance with the basic standard IEC 61000-4-5 [</w:t>
      </w:r>
      <w:r w:rsidRPr="00D910A1">
        <w:rPr>
          <w:rFonts w:hint="eastAsia"/>
          <w:lang w:val="en-US" w:eastAsia="zh-CN"/>
        </w:rPr>
        <w:t>20</w:t>
      </w:r>
      <w:r w:rsidRPr="00D910A1">
        <w:t>].</w:t>
      </w:r>
    </w:p>
    <w:p w14:paraId="1E186C8A"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1E186C8B" w14:textId="77777777" w:rsidR="00823707" w:rsidRPr="00D910A1" w:rsidRDefault="00823707" w:rsidP="00823707">
      <w:pPr>
        <w:pStyle w:val="Heading4"/>
      </w:pPr>
      <w:bookmarkStart w:id="1291" w:name="_Toc20994313"/>
      <w:bookmarkStart w:id="1292" w:name="_Toc29812172"/>
      <w:bookmarkStart w:id="1293" w:name="_Toc37139360"/>
      <w:bookmarkStart w:id="1294" w:name="_Toc37268364"/>
      <w:bookmarkStart w:id="1295" w:name="_Toc37268458"/>
      <w:bookmarkStart w:id="1296" w:name="_Toc45879668"/>
      <w:bookmarkStart w:id="1297" w:name="_Toc52563762"/>
      <w:bookmarkStart w:id="1298" w:name="_Toc52563857"/>
      <w:bookmarkStart w:id="1299" w:name="_Toc52563950"/>
      <w:bookmarkStart w:id="1300" w:name="_Toc61181855"/>
      <w:bookmarkStart w:id="1301" w:name="_Toc74642673"/>
      <w:bookmarkStart w:id="1302" w:name="_Toc76543851"/>
      <w:bookmarkStart w:id="1303" w:name="_Toc82627437"/>
      <w:bookmarkStart w:id="1304" w:name="_Toc106198171"/>
      <w:r w:rsidRPr="00D910A1">
        <w:t>9.7.2.3</w:t>
      </w:r>
      <w:r w:rsidRPr="00D910A1">
        <w:tab/>
        <w:t>Test method for AC power ports</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14:paraId="1E186C8C" w14:textId="77777777" w:rsidR="00823707" w:rsidRPr="00D910A1" w:rsidRDefault="00823707" w:rsidP="00823707">
      <w:r w:rsidRPr="00D910A1">
        <w:t xml:space="preserve">The test level for AC power input </w:t>
      </w:r>
      <w:r w:rsidRPr="00D910A1">
        <w:rPr>
          <w:i/>
          <w:iCs/>
        </w:rPr>
        <w:t>port</w:t>
      </w:r>
      <w:r w:rsidRPr="00D910A1">
        <w:t>s shall be 2 kV line to ground, and 1 kV line to line, with the output impedance of the surge generator as given in IEC 61000-4-5 [</w:t>
      </w:r>
      <w:r w:rsidRPr="00D910A1">
        <w:rPr>
          <w:rFonts w:hint="eastAsia"/>
          <w:lang w:val="en-US" w:eastAsia="zh-CN"/>
        </w:rPr>
        <w:t>20</w:t>
      </w:r>
      <w:r w:rsidRPr="00D910A1">
        <w:t>].</w:t>
      </w:r>
    </w:p>
    <w:p w14:paraId="1E186C8D" w14:textId="77777777" w:rsidR="00823707" w:rsidRPr="00D910A1" w:rsidRDefault="00823707" w:rsidP="00823707">
      <w:r w:rsidRPr="00D910A1">
        <w:t>In telecommunication centres 1 kV line to ground and 0.5 kV line to line shall be used.</w:t>
      </w:r>
    </w:p>
    <w:p w14:paraId="1E186C8E"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1E186C8F" w14:textId="77777777" w:rsidR="00823707" w:rsidRPr="00D910A1" w:rsidRDefault="00823707" w:rsidP="00823707">
      <w:pPr>
        <w:pStyle w:val="Heading3"/>
        <w:rPr>
          <w:lang w:val="en-US" w:eastAsia="zh-CN"/>
        </w:rPr>
      </w:pPr>
      <w:bookmarkStart w:id="1305" w:name="_Toc20994314"/>
      <w:bookmarkStart w:id="1306" w:name="_Toc29812173"/>
      <w:bookmarkStart w:id="1307" w:name="_Toc37139361"/>
      <w:bookmarkStart w:id="1308" w:name="_Toc37268365"/>
      <w:bookmarkStart w:id="1309" w:name="_Toc37268459"/>
      <w:bookmarkStart w:id="1310" w:name="_Toc45879669"/>
      <w:bookmarkStart w:id="1311" w:name="_Toc52563763"/>
      <w:bookmarkStart w:id="1312" w:name="_Toc52563858"/>
      <w:bookmarkStart w:id="1313" w:name="_Toc52563951"/>
      <w:bookmarkStart w:id="1314" w:name="_Toc61181856"/>
      <w:bookmarkStart w:id="1315" w:name="_Toc74642674"/>
      <w:bookmarkStart w:id="1316" w:name="_Toc76543852"/>
      <w:bookmarkStart w:id="1317" w:name="_Toc82627438"/>
      <w:bookmarkStart w:id="1318" w:name="_Toc106198172"/>
      <w:r w:rsidRPr="00D910A1">
        <w:rPr>
          <w:rFonts w:hint="eastAsia"/>
          <w:lang w:val="en-US" w:eastAsia="zh-CN"/>
        </w:rPr>
        <w:t>9.</w:t>
      </w:r>
      <w:r w:rsidRPr="00D910A1">
        <w:rPr>
          <w:lang w:val="en-US" w:eastAsia="zh-CN"/>
        </w:rPr>
        <w:t>7</w:t>
      </w:r>
      <w:r w:rsidRPr="00D910A1">
        <w:rPr>
          <w:rFonts w:hint="eastAsia"/>
          <w:lang w:val="en-US" w:eastAsia="zh-CN"/>
        </w:rPr>
        <w:t>.3</w:t>
      </w:r>
      <w:r w:rsidRPr="00D910A1">
        <w:rPr>
          <w:rFonts w:hint="eastAsia"/>
          <w:lang w:val="en-US" w:eastAsia="zh-CN"/>
        </w:rPr>
        <w:tab/>
        <w:t>Performance criteria</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14:paraId="1E186C90" w14:textId="77777777" w:rsidR="00823707" w:rsidRPr="00D910A1" w:rsidRDefault="00823707" w:rsidP="00823707">
      <w:pPr>
        <w:rPr>
          <w:rFonts w:cs="v4.2.0"/>
          <w:b/>
          <w:bCs/>
        </w:rPr>
      </w:pPr>
      <w:r w:rsidRPr="00D910A1">
        <w:rPr>
          <w:rFonts w:cs="v4.2.0"/>
          <w:b/>
          <w:bCs/>
        </w:rPr>
        <w:t>Base station:</w:t>
      </w:r>
    </w:p>
    <w:p w14:paraId="1E186C91" w14:textId="77777777" w:rsidR="00823707" w:rsidRPr="00D910A1" w:rsidRDefault="00823707" w:rsidP="00456274">
      <w:pPr>
        <w:pStyle w:val="B1"/>
      </w:pPr>
      <w:r w:rsidRPr="00D910A1">
        <w:tab/>
        <w:t xml:space="preserve">The performance criteria of </w:t>
      </w:r>
      <w:r w:rsidR="00456274">
        <w:t>clause</w:t>
      </w:r>
      <w:r w:rsidRPr="00D910A1">
        <w:t xml:space="preserve"> 6.2 shall apply.</w:t>
      </w:r>
    </w:p>
    <w:p w14:paraId="1E186C92" w14:textId="77777777" w:rsidR="00823707" w:rsidRPr="00D910A1" w:rsidRDefault="00823707" w:rsidP="00823707">
      <w:pPr>
        <w:rPr>
          <w:rFonts w:cs="v4.2.0"/>
          <w:b/>
          <w:bCs/>
        </w:rPr>
      </w:pPr>
      <w:r w:rsidRPr="00D910A1">
        <w:rPr>
          <w:rFonts w:cs="v4.2.0"/>
          <w:b/>
          <w:bCs/>
        </w:rPr>
        <w:t>Ancillary equipment:</w:t>
      </w:r>
    </w:p>
    <w:p w14:paraId="1E186C93" w14:textId="77777777" w:rsidR="00823707" w:rsidRPr="00D910A1" w:rsidRDefault="00823707" w:rsidP="00456274">
      <w:pPr>
        <w:pStyle w:val="B1"/>
      </w:pPr>
      <w:r w:rsidRPr="00D910A1">
        <w:tab/>
        <w:t xml:space="preserve">The performance criteria of </w:t>
      </w:r>
      <w:r w:rsidR="00456274">
        <w:t>clause</w:t>
      </w:r>
      <w:r w:rsidRPr="00D910A1">
        <w:t xml:space="preserve"> 6.4 shall apply.</w:t>
      </w:r>
    </w:p>
    <w:p w14:paraId="1E186C94" w14:textId="77777777" w:rsidR="00823707" w:rsidRPr="00D910A1" w:rsidRDefault="00823707" w:rsidP="00823707">
      <w:pPr>
        <w:pStyle w:val="Heading8"/>
      </w:pPr>
      <w:r w:rsidRPr="00D910A1">
        <w:br w:type="page"/>
      </w:r>
      <w:bookmarkStart w:id="1319" w:name="_Toc20994315"/>
      <w:bookmarkStart w:id="1320" w:name="_Toc29812174"/>
      <w:bookmarkStart w:id="1321" w:name="_Toc37139362"/>
      <w:bookmarkStart w:id="1322" w:name="_Toc37268366"/>
      <w:bookmarkStart w:id="1323" w:name="_Toc37268460"/>
      <w:bookmarkStart w:id="1324" w:name="_Toc45879670"/>
      <w:bookmarkStart w:id="1325" w:name="_Toc52563764"/>
      <w:bookmarkStart w:id="1326" w:name="_Toc52563859"/>
      <w:bookmarkStart w:id="1327" w:name="_Toc52563952"/>
      <w:bookmarkStart w:id="1328" w:name="_Toc61181857"/>
      <w:bookmarkStart w:id="1329" w:name="_Toc74642675"/>
      <w:bookmarkStart w:id="1330" w:name="_Toc76543853"/>
      <w:bookmarkStart w:id="1331" w:name="_Toc82627439"/>
      <w:bookmarkStart w:id="1332" w:name="historyclause"/>
      <w:bookmarkStart w:id="1333" w:name="_Toc106198173"/>
      <w:r w:rsidRPr="00D910A1">
        <w:lastRenderedPageBreak/>
        <w:t>Annex A (informative):</w:t>
      </w:r>
      <w:r w:rsidRPr="00D910A1">
        <w:br/>
        <w:t>Change history</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14:paraId="1E186C95" w14:textId="77777777" w:rsidR="00823707" w:rsidRPr="00D910A1" w:rsidRDefault="00823707" w:rsidP="0082370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823707" w:rsidRPr="00D910A1" w14:paraId="1E186C97" w14:textId="77777777" w:rsidTr="00BA6AD9">
        <w:trPr>
          <w:cantSplit/>
        </w:trPr>
        <w:tc>
          <w:tcPr>
            <w:tcW w:w="9639" w:type="dxa"/>
            <w:gridSpan w:val="8"/>
            <w:tcBorders>
              <w:bottom w:val="nil"/>
            </w:tcBorders>
            <w:shd w:val="solid" w:color="FFFFFF" w:fill="auto"/>
          </w:tcPr>
          <w:p w14:paraId="1E186C96" w14:textId="77777777" w:rsidR="00823707" w:rsidRPr="00D910A1" w:rsidRDefault="00823707" w:rsidP="00406546">
            <w:pPr>
              <w:pStyle w:val="TAL"/>
              <w:jc w:val="center"/>
              <w:rPr>
                <w:b/>
                <w:sz w:val="16"/>
              </w:rPr>
            </w:pPr>
            <w:r w:rsidRPr="00D910A1">
              <w:rPr>
                <w:b/>
              </w:rPr>
              <w:lastRenderedPageBreak/>
              <w:t>Change history</w:t>
            </w:r>
          </w:p>
        </w:tc>
      </w:tr>
      <w:tr w:rsidR="00823707" w:rsidRPr="00D910A1" w14:paraId="1E186CA0" w14:textId="77777777" w:rsidTr="00BA6AD9">
        <w:tc>
          <w:tcPr>
            <w:tcW w:w="800" w:type="dxa"/>
            <w:shd w:val="pct10" w:color="auto" w:fill="FFFFFF"/>
          </w:tcPr>
          <w:p w14:paraId="1E186C98" w14:textId="77777777" w:rsidR="00823707" w:rsidRPr="00D910A1" w:rsidRDefault="00823707" w:rsidP="00406546">
            <w:pPr>
              <w:pStyle w:val="TAL"/>
              <w:rPr>
                <w:b/>
                <w:sz w:val="16"/>
              </w:rPr>
            </w:pPr>
            <w:r w:rsidRPr="00D910A1">
              <w:rPr>
                <w:b/>
                <w:sz w:val="16"/>
              </w:rPr>
              <w:t>Date</w:t>
            </w:r>
          </w:p>
        </w:tc>
        <w:tc>
          <w:tcPr>
            <w:tcW w:w="800" w:type="dxa"/>
            <w:shd w:val="pct10" w:color="auto" w:fill="FFFFFF"/>
          </w:tcPr>
          <w:p w14:paraId="1E186C99" w14:textId="77777777" w:rsidR="00823707" w:rsidRPr="00D910A1" w:rsidRDefault="00823707" w:rsidP="00406546">
            <w:pPr>
              <w:pStyle w:val="TAL"/>
              <w:rPr>
                <w:b/>
                <w:sz w:val="16"/>
              </w:rPr>
            </w:pPr>
            <w:r w:rsidRPr="00D910A1">
              <w:rPr>
                <w:b/>
                <w:sz w:val="16"/>
              </w:rPr>
              <w:t>Meeting</w:t>
            </w:r>
          </w:p>
        </w:tc>
        <w:tc>
          <w:tcPr>
            <w:tcW w:w="1094" w:type="dxa"/>
            <w:shd w:val="pct10" w:color="auto" w:fill="FFFFFF"/>
          </w:tcPr>
          <w:p w14:paraId="1E186C9A" w14:textId="77777777" w:rsidR="00823707" w:rsidRPr="00D910A1" w:rsidRDefault="00823707" w:rsidP="00406546">
            <w:pPr>
              <w:pStyle w:val="TAL"/>
              <w:rPr>
                <w:b/>
                <w:sz w:val="16"/>
              </w:rPr>
            </w:pPr>
            <w:r w:rsidRPr="00D910A1">
              <w:rPr>
                <w:b/>
                <w:sz w:val="16"/>
              </w:rPr>
              <w:t>TDoc</w:t>
            </w:r>
          </w:p>
        </w:tc>
        <w:tc>
          <w:tcPr>
            <w:tcW w:w="567" w:type="dxa"/>
            <w:shd w:val="pct10" w:color="auto" w:fill="FFFFFF"/>
          </w:tcPr>
          <w:p w14:paraId="1E186C9B" w14:textId="77777777" w:rsidR="00823707" w:rsidRPr="00D910A1" w:rsidRDefault="00823707" w:rsidP="00406546">
            <w:pPr>
              <w:pStyle w:val="TAL"/>
              <w:rPr>
                <w:b/>
                <w:sz w:val="16"/>
              </w:rPr>
            </w:pPr>
            <w:r w:rsidRPr="00D910A1">
              <w:rPr>
                <w:b/>
                <w:sz w:val="16"/>
              </w:rPr>
              <w:t>CR</w:t>
            </w:r>
          </w:p>
        </w:tc>
        <w:tc>
          <w:tcPr>
            <w:tcW w:w="425" w:type="dxa"/>
            <w:shd w:val="pct10" w:color="auto" w:fill="FFFFFF"/>
          </w:tcPr>
          <w:p w14:paraId="1E186C9C" w14:textId="77777777" w:rsidR="00823707" w:rsidRPr="00D910A1" w:rsidRDefault="00823707" w:rsidP="00406546">
            <w:pPr>
              <w:pStyle w:val="TAL"/>
              <w:rPr>
                <w:b/>
                <w:sz w:val="16"/>
              </w:rPr>
            </w:pPr>
            <w:r w:rsidRPr="00D910A1">
              <w:rPr>
                <w:b/>
                <w:sz w:val="16"/>
              </w:rPr>
              <w:t>Rev</w:t>
            </w:r>
          </w:p>
        </w:tc>
        <w:tc>
          <w:tcPr>
            <w:tcW w:w="425" w:type="dxa"/>
            <w:shd w:val="pct10" w:color="auto" w:fill="FFFFFF"/>
          </w:tcPr>
          <w:p w14:paraId="1E186C9D" w14:textId="77777777" w:rsidR="00823707" w:rsidRPr="00D910A1" w:rsidRDefault="00823707" w:rsidP="00406546">
            <w:pPr>
              <w:pStyle w:val="TAL"/>
              <w:rPr>
                <w:b/>
                <w:sz w:val="16"/>
              </w:rPr>
            </w:pPr>
            <w:r w:rsidRPr="00D910A1">
              <w:rPr>
                <w:b/>
                <w:sz w:val="16"/>
              </w:rPr>
              <w:t>Cat</w:t>
            </w:r>
          </w:p>
        </w:tc>
        <w:tc>
          <w:tcPr>
            <w:tcW w:w="4820" w:type="dxa"/>
            <w:shd w:val="pct10" w:color="auto" w:fill="FFFFFF"/>
          </w:tcPr>
          <w:p w14:paraId="1E186C9E" w14:textId="77777777" w:rsidR="00823707" w:rsidRPr="00D910A1" w:rsidRDefault="00823707" w:rsidP="00406546">
            <w:pPr>
              <w:pStyle w:val="TAL"/>
              <w:rPr>
                <w:b/>
                <w:sz w:val="16"/>
              </w:rPr>
            </w:pPr>
            <w:r w:rsidRPr="00D910A1">
              <w:rPr>
                <w:b/>
                <w:sz w:val="16"/>
              </w:rPr>
              <w:t>Subject/Comment</w:t>
            </w:r>
          </w:p>
        </w:tc>
        <w:tc>
          <w:tcPr>
            <w:tcW w:w="708" w:type="dxa"/>
            <w:shd w:val="pct10" w:color="auto" w:fill="FFFFFF"/>
          </w:tcPr>
          <w:p w14:paraId="1E186C9F" w14:textId="77777777" w:rsidR="00823707" w:rsidRPr="00D910A1" w:rsidRDefault="00823707" w:rsidP="00406546">
            <w:pPr>
              <w:pStyle w:val="TAL"/>
              <w:rPr>
                <w:b/>
                <w:sz w:val="16"/>
              </w:rPr>
            </w:pPr>
            <w:r w:rsidRPr="00D910A1">
              <w:rPr>
                <w:b/>
                <w:sz w:val="16"/>
              </w:rPr>
              <w:t>New version</w:t>
            </w:r>
          </w:p>
        </w:tc>
      </w:tr>
      <w:tr w:rsidR="00823707" w:rsidRPr="00D910A1" w14:paraId="1E186CA9" w14:textId="77777777" w:rsidTr="00BA6AD9">
        <w:tc>
          <w:tcPr>
            <w:tcW w:w="800" w:type="dxa"/>
            <w:shd w:val="solid" w:color="FFFFFF" w:fill="auto"/>
          </w:tcPr>
          <w:p w14:paraId="1E186CA1"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08</w:t>
            </w:r>
          </w:p>
        </w:tc>
        <w:tc>
          <w:tcPr>
            <w:tcW w:w="800" w:type="dxa"/>
            <w:shd w:val="solid" w:color="FFFFFF" w:fill="auto"/>
          </w:tcPr>
          <w:p w14:paraId="1E186CA2" w14:textId="77777777" w:rsidR="00823707" w:rsidRPr="00D910A1" w:rsidRDefault="00823707" w:rsidP="00406546">
            <w:pPr>
              <w:pStyle w:val="TAC"/>
              <w:rPr>
                <w:sz w:val="16"/>
                <w:szCs w:val="16"/>
              </w:rPr>
            </w:pPr>
            <w:r w:rsidRPr="00D910A1">
              <w:rPr>
                <w:sz w:val="16"/>
                <w:szCs w:val="16"/>
              </w:rPr>
              <w:t>RAN4#84</w:t>
            </w:r>
          </w:p>
        </w:tc>
        <w:tc>
          <w:tcPr>
            <w:tcW w:w="1094" w:type="dxa"/>
            <w:shd w:val="solid" w:color="FFFFFF" w:fill="auto"/>
          </w:tcPr>
          <w:p w14:paraId="1E186CA3" w14:textId="77777777" w:rsidR="00823707" w:rsidRPr="00D910A1" w:rsidRDefault="00823707" w:rsidP="00406546">
            <w:pPr>
              <w:pStyle w:val="TAC"/>
              <w:rPr>
                <w:sz w:val="16"/>
                <w:szCs w:val="16"/>
              </w:rPr>
            </w:pPr>
            <w:r w:rsidRPr="00D910A1">
              <w:rPr>
                <w:rFonts w:hint="eastAsia"/>
                <w:sz w:val="16"/>
                <w:szCs w:val="16"/>
                <w:lang w:val="en-US" w:eastAsia="zh-CN"/>
              </w:rPr>
              <w:t>R4-1708861</w:t>
            </w:r>
          </w:p>
        </w:tc>
        <w:tc>
          <w:tcPr>
            <w:tcW w:w="567" w:type="dxa"/>
            <w:shd w:val="solid" w:color="FFFFFF" w:fill="auto"/>
          </w:tcPr>
          <w:p w14:paraId="1E186CA4" w14:textId="77777777" w:rsidR="00823707" w:rsidRPr="00D910A1" w:rsidRDefault="00823707" w:rsidP="00406546">
            <w:pPr>
              <w:pStyle w:val="TAL"/>
              <w:rPr>
                <w:sz w:val="16"/>
                <w:szCs w:val="16"/>
              </w:rPr>
            </w:pPr>
          </w:p>
        </w:tc>
        <w:tc>
          <w:tcPr>
            <w:tcW w:w="425" w:type="dxa"/>
            <w:shd w:val="solid" w:color="FFFFFF" w:fill="auto"/>
          </w:tcPr>
          <w:p w14:paraId="1E186CA5" w14:textId="77777777" w:rsidR="00823707" w:rsidRPr="00D910A1" w:rsidRDefault="00823707" w:rsidP="00406546">
            <w:pPr>
              <w:pStyle w:val="TAR"/>
              <w:rPr>
                <w:sz w:val="16"/>
                <w:szCs w:val="16"/>
              </w:rPr>
            </w:pPr>
          </w:p>
        </w:tc>
        <w:tc>
          <w:tcPr>
            <w:tcW w:w="425" w:type="dxa"/>
            <w:shd w:val="solid" w:color="FFFFFF" w:fill="auto"/>
          </w:tcPr>
          <w:p w14:paraId="1E186CA6" w14:textId="77777777" w:rsidR="00823707" w:rsidRPr="00D910A1" w:rsidRDefault="00823707" w:rsidP="00406546">
            <w:pPr>
              <w:pStyle w:val="TAC"/>
              <w:rPr>
                <w:sz w:val="16"/>
                <w:szCs w:val="16"/>
              </w:rPr>
            </w:pPr>
          </w:p>
        </w:tc>
        <w:tc>
          <w:tcPr>
            <w:tcW w:w="4820" w:type="dxa"/>
            <w:shd w:val="solid" w:color="FFFFFF" w:fill="auto"/>
          </w:tcPr>
          <w:p w14:paraId="1E186CA7" w14:textId="77777777" w:rsidR="00823707" w:rsidRPr="00D910A1" w:rsidRDefault="00823707" w:rsidP="00406546">
            <w:pPr>
              <w:pStyle w:val="TAL"/>
              <w:rPr>
                <w:sz w:val="16"/>
                <w:szCs w:val="16"/>
                <w:lang w:val="en-US"/>
              </w:rPr>
            </w:pPr>
            <w:r w:rsidRPr="00D910A1">
              <w:rPr>
                <w:rFonts w:hint="eastAsia"/>
                <w:sz w:val="16"/>
                <w:szCs w:val="16"/>
                <w:lang w:val="en-US" w:eastAsia="zh-CN"/>
              </w:rPr>
              <w:t>Specification Skeleton</w:t>
            </w:r>
          </w:p>
        </w:tc>
        <w:tc>
          <w:tcPr>
            <w:tcW w:w="708" w:type="dxa"/>
            <w:shd w:val="solid" w:color="FFFFFF" w:fill="auto"/>
          </w:tcPr>
          <w:p w14:paraId="1E186CA8" w14:textId="77777777" w:rsidR="00823707" w:rsidRPr="00D910A1" w:rsidRDefault="00823707" w:rsidP="00406546">
            <w:pPr>
              <w:pStyle w:val="TAC"/>
              <w:rPr>
                <w:sz w:val="16"/>
                <w:szCs w:val="16"/>
              </w:rPr>
            </w:pPr>
            <w:r w:rsidRPr="00D910A1">
              <w:rPr>
                <w:sz w:val="16"/>
                <w:szCs w:val="16"/>
              </w:rPr>
              <w:t>0.0.1</w:t>
            </w:r>
          </w:p>
        </w:tc>
      </w:tr>
      <w:tr w:rsidR="00823707" w:rsidRPr="00D910A1" w14:paraId="1E186CB9" w14:textId="77777777" w:rsidTr="00BA6AD9">
        <w:tc>
          <w:tcPr>
            <w:tcW w:w="800" w:type="dxa"/>
            <w:shd w:val="solid" w:color="FFFFFF" w:fill="auto"/>
          </w:tcPr>
          <w:p w14:paraId="1E186CAA"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10</w:t>
            </w:r>
          </w:p>
        </w:tc>
        <w:tc>
          <w:tcPr>
            <w:tcW w:w="800" w:type="dxa"/>
            <w:shd w:val="solid" w:color="FFFFFF" w:fill="auto"/>
          </w:tcPr>
          <w:p w14:paraId="1E186CAB" w14:textId="77777777" w:rsidR="00823707" w:rsidRPr="00D910A1" w:rsidRDefault="00823707" w:rsidP="00406546">
            <w:pPr>
              <w:pStyle w:val="TAC"/>
              <w:rPr>
                <w:sz w:val="16"/>
                <w:szCs w:val="16"/>
              </w:rPr>
            </w:pPr>
            <w:r w:rsidRPr="00D910A1">
              <w:rPr>
                <w:sz w:val="16"/>
                <w:szCs w:val="16"/>
              </w:rPr>
              <w:t>RAN4#84bis</w:t>
            </w:r>
          </w:p>
        </w:tc>
        <w:tc>
          <w:tcPr>
            <w:tcW w:w="1094" w:type="dxa"/>
            <w:shd w:val="solid" w:color="FFFFFF" w:fill="auto"/>
          </w:tcPr>
          <w:p w14:paraId="1E186CAC"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R4-1711984</w:t>
            </w:r>
          </w:p>
        </w:tc>
        <w:tc>
          <w:tcPr>
            <w:tcW w:w="567" w:type="dxa"/>
            <w:shd w:val="solid" w:color="FFFFFF" w:fill="auto"/>
          </w:tcPr>
          <w:p w14:paraId="1E186CAD" w14:textId="77777777" w:rsidR="00823707" w:rsidRPr="00D910A1" w:rsidRDefault="00823707" w:rsidP="00406546">
            <w:pPr>
              <w:pStyle w:val="TAL"/>
              <w:rPr>
                <w:sz w:val="16"/>
                <w:szCs w:val="16"/>
              </w:rPr>
            </w:pPr>
          </w:p>
        </w:tc>
        <w:tc>
          <w:tcPr>
            <w:tcW w:w="425" w:type="dxa"/>
            <w:shd w:val="solid" w:color="FFFFFF" w:fill="auto"/>
          </w:tcPr>
          <w:p w14:paraId="1E186CAE" w14:textId="77777777" w:rsidR="00823707" w:rsidRPr="00D910A1" w:rsidRDefault="00823707" w:rsidP="00406546">
            <w:pPr>
              <w:pStyle w:val="TAR"/>
              <w:rPr>
                <w:sz w:val="16"/>
                <w:szCs w:val="16"/>
              </w:rPr>
            </w:pPr>
          </w:p>
        </w:tc>
        <w:tc>
          <w:tcPr>
            <w:tcW w:w="425" w:type="dxa"/>
            <w:shd w:val="solid" w:color="FFFFFF" w:fill="auto"/>
          </w:tcPr>
          <w:p w14:paraId="1E186CAF" w14:textId="77777777" w:rsidR="00823707" w:rsidRPr="00D910A1" w:rsidRDefault="00823707" w:rsidP="00406546">
            <w:pPr>
              <w:pStyle w:val="TAC"/>
              <w:rPr>
                <w:sz w:val="16"/>
                <w:szCs w:val="16"/>
              </w:rPr>
            </w:pPr>
          </w:p>
        </w:tc>
        <w:tc>
          <w:tcPr>
            <w:tcW w:w="4820" w:type="dxa"/>
            <w:shd w:val="solid" w:color="FFFFFF" w:fill="auto"/>
          </w:tcPr>
          <w:p w14:paraId="1E186CB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RAN4#84bis:</w:t>
            </w:r>
          </w:p>
          <w:p w14:paraId="1E186CB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R4-1711815, </w:t>
            </w:r>
            <w:r w:rsidRPr="00D910A1">
              <w:rPr>
                <w:sz w:val="16"/>
                <w:szCs w:val="16"/>
                <w:lang w:val="en-US" w:eastAsia="zh-CN"/>
              </w:rPr>
              <w:t>"</w:t>
            </w:r>
            <w:r w:rsidRPr="00D910A1">
              <w:rPr>
                <w:rFonts w:hint="eastAsia"/>
                <w:sz w:val="16"/>
                <w:szCs w:val="16"/>
                <w:lang w:val="en-US" w:eastAsia="zh-CN"/>
              </w:rPr>
              <w:t>Draft TS 38.113 v0.0.1</w:t>
            </w:r>
            <w:r w:rsidRPr="00D910A1">
              <w:rPr>
                <w:sz w:val="16"/>
                <w:szCs w:val="16"/>
                <w:lang w:val="en-US" w:eastAsia="zh-CN"/>
              </w:rPr>
              <w:t>"</w:t>
            </w:r>
          </w:p>
          <w:p w14:paraId="1E186CB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R4-1711828, </w:t>
            </w:r>
            <w:r w:rsidRPr="00D910A1">
              <w:rPr>
                <w:sz w:val="16"/>
                <w:szCs w:val="16"/>
                <w:lang w:val="en-US" w:eastAsia="zh-CN"/>
              </w:rPr>
              <w:t>"TP to TS 38.113: antenna ports for EMC"</w:t>
            </w:r>
          </w:p>
          <w:p w14:paraId="1E186CB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R4-1711829, </w:t>
            </w:r>
            <w:r w:rsidRPr="00D910A1">
              <w:rPr>
                <w:sz w:val="16"/>
                <w:szCs w:val="16"/>
                <w:lang w:val="en-US" w:eastAsia="zh-CN"/>
              </w:rPr>
              <w:t>"TP to TS 38.113 Section 2 (References)"</w:t>
            </w:r>
          </w:p>
          <w:p w14:paraId="1E186CB4"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R4-1711830, </w:t>
            </w:r>
            <w:r w:rsidRPr="00D910A1">
              <w:rPr>
                <w:sz w:val="16"/>
                <w:szCs w:val="16"/>
                <w:lang w:val="en-US" w:eastAsia="zh-CN"/>
              </w:rPr>
              <w:t>"TP to TS 38.113 Section 3 (Definitions, symbols and abbreviations)"</w:t>
            </w:r>
          </w:p>
          <w:p w14:paraId="1E186CB5"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R4-1711831, </w:t>
            </w:r>
            <w:r w:rsidRPr="00D910A1">
              <w:rPr>
                <w:sz w:val="16"/>
                <w:szCs w:val="16"/>
                <w:lang w:val="en-US" w:eastAsia="zh-CN"/>
              </w:rPr>
              <w:t>"TP to TS 38.113 Section 7 (Applicability Overview)"</w:t>
            </w:r>
          </w:p>
          <w:p w14:paraId="1E186CB6"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R4-1711832, </w:t>
            </w:r>
            <w:r w:rsidRPr="00D910A1">
              <w:rPr>
                <w:sz w:val="16"/>
                <w:szCs w:val="16"/>
                <w:lang w:val="en-US" w:eastAsia="zh-CN"/>
              </w:rPr>
              <w:t>"TP to TS 38.113 Section 8 (Emmision)"</w:t>
            </w:r>
          </w:p>
          <w:p w14:paraId="1E186CB7"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R4-1711833, </w:t>
            </w:r>
            <w:r w:rsidRPr="00D910A1">
              <w:rPr>
                <w:sz w:val="16"/>
                <w:szCs w:val="16"/>
                <w:lang w:val="en-US" w:eastAsia="zh-CN"/>
              </w:rPr>
              <w:t>"TP to TS 38.113 Section 9 (Immunity)"</w:t>
            </w:r>
          </w:p>
        </w:tc>
        <w:tc>
          <w:tcPr>
            <w:tcW w:w="708" w:type="dxa"/>
            <w:shd w:val="solid" w:color="FFFFFF" w:fill="auto"/>
          </w:tcPr>
          <w:p w14:paraId="1E186CB8" w14:textId="77777777" w:rsidR="00823707" w:rsidRPr="00D910A1" w:rsidRDefault="00823707" w:rsidP="00406546">
            <w:pPr>
              <w:pStyle w:val="TAC"/>
              <w:rPr>
                <w:sz w:val="16"/>
                <w:szCs w:val="16"/>
              </w:rPr>
            </w:pPr>
            <w:r w:rsidRPr="00D910A1">
              <w:rPr>
                <w:sz w:val="16"/>
                <w:szCs w:val="16"/>
              </w:rPr>
              <w:t>0.0.2</w:t>
            </w:r>
          </w:p>
        </w:tc>
      </w:tr>
      <w:tr w:rsidR="00823707" w:rsidRPr="00D910A1" w14:paraId="1E186CC7" w14:textId="77777777" w:rsidTr="00BA6AD9">
        <w:tc>
          <w:tcPr>
            <w:tcW w:w="800" w:type="dxa"/>
            <w:shd w:val="solid" w:color="FFFFFF" w:fill="auto"/>
          </w:tcPr>
          <w:p w14:paraId="1E186CBA"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w:t>
            </w:r>
            <w:r w:rsidRPr="00D910A1">
              <w:rPr>
                <w:sz w:val="16"/>
                <w:szCs w:val="16"/>
                <w:lang w:val="en-US" w:eastAsia="zh-CN"/>
              </w:rPr>
              <w:t>2</w:t>
            </w:r>
          </w:p>
        </w:tc>
        <w:tc>
          <w:tcPr>
            <w:tcW w:w="800" w:type="dxa"/>
            <w:shd w:val="solid" w:color="FFFFFF" w:fill="auto"/>
          </w:tcPr>
          <w:p w14:paraId="1E186CBB"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RAN4#85</w:t>
            </w:r>
          </w:p>
        </w:tc>
        <w:tc>
          <w:tcPr>
            <w:tcW w:w="1094" w:type="dxa"/>
            <w:shd w:val="solid" w:color="FFFFFF" w:fill="auto"/>
          </w:tcPr>
          <w:p w14:paraId="1E186CBC" w14:textId="77777777" w:rsidR="00823707" w:rsidRPr="00D910A1" w:rsidRDefault="00823707" w:rsidP="00406546">
            <w:pPr>
              <w:pStyle w:val="TAC"/>
              <w:rPr>
                <w:sz w:val="16"/>
                <w:szCs w:val="16"/>
              </w:rPr>
            </w:pPr>
            <w:r w:rsidRPr="00D910A1">
              <w:rPr>
                <w:rFonts w:hint="eastAsia"/>
                <w:sz w:val="16"/>
                <w:szCs w:val="16"/>
              </w:rPr>
              <w:t>R4-1714545</w:t>
            </w:r>
          </w:p>
        </w:tc>
        <w:tc>
          <w:tcPr>
            <w:tcW w:w="567" w:type="dxa"/>
            <w:shd w:val="solid" w:color="FFFFFF" w:fill="auto"/>
          </w:tcPr>
          <w:p w14:paraId="1E186CBD" w14:textId="77777777" w:rsidR="00823707" w:rsidRPr="00D910A1" w:rsidRDefault="00823707" w:rsidP="00406546">
            <w:pPr>
              <w:pStyle w:val="TAL"/>
              <w:rPr>
                <w:sz w:val="16"/>
                <w:szCs w:val="16"/>
              </w:rPr>
            </w:pPr>
          </w:p>
        </w:tc>
        <w:tc>
          <w:tcPr>
            <w:tcW w:w="425" w:type="dxa"/>
            <w:shd w:val="solid" w:color="FFFFFF" w:fill="auto"/>
          </w:tcPr>
          <w:p w14:paraId="1E186CBE" w14:textId="77777777" w:rsidR="00823707" w:rsidRPr="00D910A1" w:rsidRDefault="00823707" w:rsidP="00406546">
            <w:pPr>
              <w:pStyle w:val="TAR"/>
              <w:rPr>
                <w:sz w:val="16"/>
                <w:szCs w:val="16"/>
              </w:rPr>
            </w:pPr>
          </w:p>
        </w:tc>
        <w:tc>
          <w:tcPr>
            <w:tcW w:w="425" w:type="dxa"/>
            <w:shd w:val="solid" w:color="FFFFFF" w:fill="auto"/>
          </w:tcPr>
          <w:p w14:paraId="1E186CBF"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1E186CC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RAN4#85:</w:t>
            </w:r>
          </w:p>
          <w:p w14:paraId="1E186CC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R4-1714297,</w:t>
            </w:r>
            <w:r w:rsidRPr="00D910A1">
              <w:rPr>
                <w:sz w:val="16"/>
                <w:szCs w:val="16"/>
                <w:lang w:val="en-US" w:eastAsia="zh-CN"/>
              </w:rPr>
              <w:t>"</w:t>
            </w:r>
            <w:r w:rsidRPr="00D910A1">
              <w:rPr>
                <w:rFonts w:hint="eastAsia"/>
                <w:sz w:val="16"/>
                <w:szCs w:val="16"/>
                <w:lang w:val="en-US" w:eastAsia="zh-CN"/>
              </w:rPr>
              <w:t>TP to TS 38.113 ESD test level</w:t>
            </w:r>
            <w:r w:rsidRPr="00D910A1">
              <w:rPr>
                <w:sz w:val="16"/>
                <w:szCs w:val="16"/>
                <w:lang w:val="en-US" w:eastAsia="zh-CN"/>
              </w:rPr>
              <w:t>"</w:t>
            </w:r>
          </w:p>
          <w:p w14:paraId="1E186CC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R4-1714299,</w:t>
            </w:r>
            <w:r w:rsidRPr="00D910A1">
              <w:rPr>
                <w:sz w:val="16"/>
                <w:szCs w:val="16"/>
                <w:lang w:val="en-US" w:eastAsia="zh-CN"/>
              </w:rPr>
              <w:t>"</w:t>
            </w:r>
            <w:r w:rsidRPr="00D910A1">
              <w:rPr>
                <w:rFonts w:hint="eastAsia"/>
                <w:sz w:val="16"/>
                <w:szCs w:val="16"/>
                <w:lang w:val="en-US" w:eastAsia="zh-CN"/>
              </w:rPr>
              <w:t>TP to TS 38.113 section 2 ,3 and 7</w:t>
            </w:r>
            <w:r w:rsidRPr="00D910A1">
              <w:rPr>
                <w:sz w:val="16"/>
                <w:szCs w:val="16"/>
                <w:lang w:val="en-US" w:eastAsia="zh-CN"/>
              </w:rPr>
              <w:t>"</w:t>
            </w:r>
          </w:p>
          <w:p w14:paraId="1E186CC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R4-1714429,</w:t>
            </w:r>
            <w:r w:rsidRPr="00D910A1">
              <w:rPr>
                <w:sz w:val="16"/>
                <w:szCs w:val="16"/>
                <w:lang w:val="en-US" w:eastAsia="zh-CN"/>
              </w:rPr>
              <w:t>"</w:t>
            </w:r>
            <w:r w:rsidRPr="00D910A1">
              <w:rPr>
                <w:rFonts w:hint="eastAsia"/>
                <w:sz w:val="16"/>
                <w:szCs w:val="16"/>
                <w:lang w:val="en-US" w:eastAsia="zh-CN"/>
              </w:rPr>
              <w:t>TP to Section 4.4 in TS 38.113 (NR) Receiver exclusion bands (radiated immunity)</w:t>
            </w:r>
            <w:r w:rsidRPr="00D910A1">
              <w:rPr>
                <w:sz w:val="16"/>
                <w:szCs w:val="16"/>
                <w:lang w:val="en-US" w:eastAsia="zh-CN"/>
              </w:rPr>
              <w:t>"</w:t>
            </w:r>
          </w:p>
          <w:p w14:paraId="1E186CC4"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R4-1714301,</w:t>
            </w:r>
            <w:r w:rsidRPr="00D910A1">
              <w:rPr>
                <w:sz w:val="16"/>
                <w:szCs w:val="16"/>
                <w:lang w:val="en-US" w:eastAsia="zh-CN"/>
              </w:rPr>
              <w:t>"</w:t>
            </w:r>
            <w:r w:rsidRPr="00D910A1">
              <w:rPr>
                <w:rFonts w:hint="eastAsia"/>
                <w:sz w:val="16"/>
                <w:szCs w:val="16"/>
                <w:lang w:val="en-US" w:eastAsia="zh-CN"/>
              </w:rPr>
              <w:t>TP to Section 8.2 (Radiated Emission Limits) of TS 38.113</w:t>
            </w:r>
            <w:r w:rsidRPr="00D910A1">
              <w:rPr>
                <w:sz w:val="16"/>
                <w:szCs w:val="16"/>
                <w:lang w:val="en-US" w:eastAsia="zh-CN"/>
              </w:rPr>
              <w:t>"</w:t>
            </w:r>
          </w:p>
          <w:p w14:paraId="1E186CC5"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R4-1712749,</w:t>
            </w:r>
            <w:r w:rsidRPr="00D910A1">
              <w:rPr>
                <w:sz w:val="16"/>
                <w:szCs w:val="16"/>
                <w:lang w:val="en-US" w:eastAsia="zh-CN"/>
              </w:rPr>
              <w:t>"TP for TS 38.113 introduction of band n71</w:t>
            </w:r>
            <w:r w:rsidRPr="00D910A1">
              <w:rPr>
                <w:rFonts w:hint="eastAsia"/>
                <w:sz w:val="16"/>
                <w:szCs w:val="16"/>
                <w:lang w:val="en-US" w:eastAsia="zh-CN"/>
              </w:rPr>
              <w:t>"</w:t>
            </w:r>
          </w:p>
        </w:tc>
        <w:tc>
          <w:tcPr>
            <w:tcW w:w="708" w:type="dxa"/>
            <w:shd w:val="solid" w:color="FFFFFF" w:fill="auto"/>
          </w:tcPr>
          <w:p w14:paraId="1E186CC6"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0.1.0</w:t>
            </w:r>
          </w:p>
        </w:tc>
      </w:tr>
      <w:tr w:rsidR="00823707" w:rsidRPr="00D910A1" w14:paraId="1E186CD0" w14:textId="77777777" w:rsidTr="00BA6AD9">
        <w:tc>
          <w:tcPr>
            <w:tcW w:w="800" w:type="dxa"/>
            <w:shd w:val="solid" w:color="FFFFFF" w:fill="auto"/>
          </w:tcPr>
          <w:p w14:paraId="1E186CC8"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1E186CC9"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1E186CCA" w14:textId="77777777" w:rsidR="00823707" w:rsidRPr="00D910A1" w:rsidRDefault="00823707" w:rsidP="00406546">
            <w:pPr>
              <w:pStyle w:val="TAC"/>
              <w:rPr>
                <w:sz w:val="16"/>
                <w:szCs w:val="16"/>
              </w:rPr>
            </w:pPr>
            <w:r w:rsidRPr="00D910A1">
              <w:rPr>
                <w:sz w:val="16"/>
                <w:szCs w:val="16"/>
              </w:rPr>
              <w:t>RP-172420</w:t>
            </w:r>
          </w:p>
        </w:tc>
        <w:tc>
          <w:tcPr>
            <w:tcW w:w="567" w:type="dxa"/>
            <w:shd w:val="solid" w:color="FFFFFF" w:fill="auto"/>
          </w:tcPr>
          <w:p w14:paraId="1E186CCB" w14:textId="77777777" w:rsidR="00823707" w:rsidRPr="00D910A1" w:rsidRDefault="00823707" w:rsidP="00406546">
            <w:pPr>
              <w:pStyle w:val="TAL"/>
              <w:rPr>
                <w:sz w:val="16"/>
                <w:szCs w:val="16"/>
              </w:rPr>
            </w:pPr>
          </w:p>
        </w:tc>
        <w:tc>
          <w:tcPr>
            <w:tcW w:w="425" w:type="dxa"/>
            <w:shd w:val="solid" w:color="FFFFFF" w:fill="auto"/>
          </w:tcPr>
          <w:p w14:paraId="1E186CCC" w14:textId="77777777" w:rsidR="00823707" w:rsidRPr="00D910A1" w:rsidRDefault="00823707" w:rsidP="00406546">
            <w:pPr>
              <w:pStyle w:val="TAR"/>
              <w:rPr>
                <w:sz w:val="16"/>
                <w:szCs w:val="16"/>
              </w:rPr>
            </w:pPr>
          </w:p>
        </w:tc>
        <w:tc>
          <w:tcPr>
            <w:tcW w:w="425" w:type="dxa"/>
            <w:shd w:val="solid" w:color="FFFFFF" w:fill="auto"/>
          </w:tcPr>
          <w:p w14:paraId="1E186CCD"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1E186CCE" w14:textId="77777777" w:rsidR="00823707" w:rsidRPr="00D910A1" w:rsidRDefault="00823707" w:rsidP="00406546">
            <w:pPr>
              <w:pStyle w:val="TAL"/>
              <w:rPr>
                <w:sz w:val="16"/>
                <w:szCs w:val="16"/>
                <w:lang w:val="en-US" w:eastAsia="zh-CN"/>
              </w:rPr>
            </w:pPr>
            <w:r w:rsidRPr="00D910A1">
              <w:rPr>
                <w:sz w:val="16"/>
                <w:szCs w:val="16"/>
              </w:rPr>
              <w:t>v1.0.0 submitted for plenary approval</w:t>
            </w:r>
          </w:p>
        </w:tc>
        <w:tc>
          <w:tcPr>
            <w:tcW w:w="708" w:type="dxa"/>
            <w:shd w:val="solid" w:color="FFFFFF" w:fill="auto"/>
          </w:tcPr>
          <w:p w14:paraId="1E186CCF" w14:textId="77777777" w:rsidR="00823707" w:rsidRPr="00D910A1" w:rsidRDefault="00823707" w:rsidP="00406546">
            <w:pPr>
              <w:pStyle w:val="TAC"/>
              <w:rPr>
                <w:sz w:val="16"/>
                <w:szCs w:val="16"/>
              </w:rPr>
            </w:pPr>
            <w:r w:rsidRPr="00D910A1">
              <w:rPr>
                <w:sz w:val="16"/>
                <w:szCs w:val="16"/>
              </w:rPr>
              <w:t>1.0.0</w:t>
            </w:r>
          </w:p>
        </w:tc>
      </w:tr>
      <w:tr w:rsidR="00823707" w:rsidRPr="00D910A1" w14:paraId="1E186CD9" w14:textId="77777777" w:rsidTr="00BA6AD9">
        <w:tc>
          <w:tcPr>
            <w:tcW w:w="800" w:type="dxa"/>
            <w:shd w:val="solid" w:color="FFFFFF" w:fill="auto"/>
          </w:tcPr>
          <w:p w14:paraId="1E186CD1"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1E186CD2"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1E186CD3" w14:textId="77777777" w:rsidR="00823707" w:rsidRPr="00D910A1" w:rsidRDefault="00823707" w:rsidP="00406546">
            <w:pPr>
              <w:pStyle w:val="TAC"/>
              <w:rPr>
                <w:sz w:val="16"/>
                <w:szCs w:val="16"/>
              </w:rPr>
            </w:pPr>
          </w:p>
        </w:tc>
        <w:tc>
          <w:tcPr>
            <w:tcW w:w="567" w:type="dxa"/>
            <w:shd w:val="solid" w:color="FFFFFF" w:fill="auto"/>
          </w:tcPr>
          <w:p w14:paraId="1E186CD4" w14:textId="77777777" w:rsidR="00823707" w:rsidRPr="00D910A1" w:rsidRDefault="00823707" w:rsidP="00406546">
            <w:pPr>
              <w:pStyle w:val="TAL"/>
              <w:rPr>
                <w:sz w:val="16"/>
                <w:szCs w:val="16"/>
              </w:rPr>
            </w:pPr>
          </w:p>
        </w:tc>
        <w:tc>
          <w:tcPr>
            <w:tcW w:w="425" w:type="dxa"/>
            <w:shd w:val="solid" w:color="FFFFFF" w:fill="auto"/>
          </w:tcPr>
          <w:p w14:paraId="1E186CD5" w14:textId="77777777" w:rsidR="00823707" w:rsidRPr="00D910A1" w:rsidRDefault="00823707" w:rsidP="00406546">
            <w:pPr>
              <w:pStyle w:val="TAR"/>
              <w:rPr>
                <w:sz w:val="16"/>
                <w:szCs w:val="16"/>
              </w:rPr>
            </w:pPr>
          </w:p>
        </w:tc>
        <w:tc>
          <w:tcPr>
            <w:tcW w:w="425" w:type="dxa"/>
            <w:shd w:val="solid" w:color="FFFFFF" w:fill="auto"/>
          </w:tcPr>
          <w:p w14:paraId="1E186CD6"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1E186CD7" w14:textId="77777777" w:rsidR="00823707" w:rsidRPr="00D910A1" w:rsidRDefault="00823707" w:rsidP="00406546">
            <w:pPr>
              <w:pStyle w:val="TAL"/>
              <w:rPr>
                <w:sz w:val="16"/>
                <w:szCs w:val="16"/>
              </w:rPr>
            </w:pPr>
            <w:r w:rsidRPr="00D910A1">
              <w:rPr>
                <w:sz w:val="16"/>
                <w:szCs w:val="16"/>
                <w:lang w:eastAsia="zh-CN"/>
              </w:rPr>
              <w:t>Approved by plenary – Rel-15 spec under change control</w:t>
            </w:r>
          </w:p>
        </w:tc>
        <w:tc>
          <w:tcPr>
            <w:tcW w:w="708" w:type="dxa"/>
            <w:shd w:val="solid" w:color="FFFFFF" w:fill="auto"/>
          </w:tcPr>
          <w:p w14:paraId="1E186CD8" w14:textId="77777777" w:rsidR="00823707" w:rsidRPr="00D910A1" w:rsidRDefault="00823707" w:rsidP="00406546">
            <w:pPr>
              <w:pStyle w:val="TAC"/>
              <w:rPr>
                <w:sz w:val="16"/>
                <w:szCs w:val="16"/>
              </w:rPr>
            </w:pPr>
            <w:r w:rsidRPr="00D910A1">
              <w:rPr>
                <w:sz w:val="16"/>
                <w:szCs w:val="16"/>
              </w:rPr>
              <w:t>15.0.0</w:t>
            </w:r>
          </w:p>
        </w:tc>
      </w:tr>
      <w:tr w:rsidR="00823707" w:rsidRPr="00D910A1" w14:paraId="1E186CE8" w14:textId="77777777" w:rsidTr="00BA6AD9">
        <w:tc>
          <w:tcPr>
            <w:tcW w:w="800" w:type="dxa"/>
            <w:shd w:val="solid" w:color="FFFFFF" w:fill="auto"/>
          </w:tcPr>
          <w:p w14:paraId="1E186CDA"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1E186CDB"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1E186CDC"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1E186CDD" w14:textId="77777777" w:rsidR="00823707" w:rsidRPr="00D910A1" w:rsidRDefault="00823707" w:rsidP="00406546">
            <w:pPr>
              <w:pStyle w:val="TAL"/>
              <w:rPr>
                <w:sz w:val="16"/>
                <w:szCs w:val="16"/>
              </w:rPr>
            </w:pPr>
            <w:r w:rsidRPr="00D910A1">
              <w:rPr>
                <w:sz w:val="16"/>
                <w:szCs w:val="16"/>
              </w:rPr>
              <w:t>0002</w:t>
            </w:r>
          </w:p>
        </w:tc>
        <w:tc>
          <w:tcPr>
            <w:tcW w:w="425" w:type="dxa"/>
            <w:shd w:val="solid" w:color="FFFFFF" w:fill="auto"/>
          </w:tcPr>
          <w:p w14:paraId="1E186CDE" w14:textId="77777777" w:rsidR="00823707" w:rsidRPr="00D910A1" w:rsidRDefault="00823707" w:rsidP="00406546">
            <w:pPr>
              <w:pStyle w:val="TAR"/>
              <w:rPr>
                <w:sz w:val="16"/>
                <w:szCs w:val="16"/>
              </w:rPr>
            </w:pPr>
          </w:p>
        </w:tc>
        <w:tc>
          <w:tcPr>
            <w:tcW w:w="425" w:type="dxa"/>
            <w:shd w:val="solid" w:color="FFFFFF" w:fill="auto"/>
          </w:tcPr>
          <w:p w14:paraId="1E186CDF"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1E186CE0"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CE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Cat.F draftCRs</w:t>
            </w:r>
          </w:p>
          <w:p w14:paraId="1E186CE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R4-1801258 Draft CR to TS 38.113  Symbol(clause 3.2)</w:t>
            </w:r>
          </w:p>
          <w:p w14:paraId="1E186CE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R4-1803309 [NR] DraftCR 38113 Rx exclusion (4.4.2)</w:t>
            </w:r>
          </w:p>
          <w:p w14:paraId="1E186CE4"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R4-1803313 DraftCR to TS 38.113 subclause 5.1 and 5.4</w:t>
            </w:r>
          </w:p>
          <w:p w14:paraId="1E186CE5"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R4-1803314 DraftCR to TS 38.113 subclause 8.2.1.2 radiated emission test method_v2</w:t>
            </w:r>
          </w:p>
          <w:p w14:paraId="1E186CE6"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R4-1803315 DraftCR to TS 38.113 subclause 9.1.1_v3</w:t>
            </w:r>
          </w:p>
        </w:tc>
        <w:tc>
          <w:tcPr>
            <w:tcW w:w="708" w:type="dxa"/>
            <w:shd w:val="solid" w:color="FFFFFF" w:fill="auto"/>
          </w:tcPr>
          <w:p w14:paraId="1E186CE7" w14:textId="77777777" w:rsidR="00823707" w:rsidRPr="00D910A1" w:rsidRDefault="00823707" w:rsidP="00406546">
            <w:pPr>
              <w:pStyle w:val="TAC"/>
              <w:rPr>
                <w:sz w:val="16"/>
                <w:szCs w:val="16"/>
              </w:rPr>
            </w:pPr>
            <w:r w:rsidRPr="00D910A1">
              <w:rPr>
                <w:sz w:val="16"/>
                <w:szCs w:val="16"/>
              </w:rPr>
              <w:t>15.1.0</w:t>
            </w:r>
          </w:p>
        </w:tc>
      </w:tr>
      <w:tr w:rsidR="00823707" w:rsidRPr="00D910A1" w14:paraId="1E186CF6" w14:textId="77777777" w:rsidTr="00BA6AD9">
        <w:tc>
          <w:tcPr>
            <w:tcW w:w="800" w:type="dxa"/>
            <w:shd w:val="solid" w:color="FFFFFF" w:fill="auto"/>
          </w:tcPr>
          <w:p w14:paraId="1E186CE9"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1E186CEA"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1E186CEB"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1E186CEC" w14:textId="77777777" w:rsidR="00823707" w:rsidRPr="00D910A1" w:rsidRDefault="00823707" w:rsidP="00406546">
            <w:pPr>
              <w:pStyle w:val="TAL"/>
              <w:rPr>
                <w:sz w:val="16"/>
                <w:szCs w:val="16"/>
              </w:rPr>
            </w:pPr>
            <w:r w:rsidRPr="00D910A1">
              <w:rPr>
                <w:sz w:val="16"/>
                <w:szCs w:val="16"/>
              </w:rPr>
              <w:t>0003</w:t>
            </w:r>
          </w:p>
        </w:tc>
        <w:tc>
          <w:tcPr>
            <w:tcW w:w="425" w:type="dxa"/>
            <w:shd w:val="solid" w:color="FFFFFF" w:fill="auto"/>
          </w:tcPr>
          <w:p w14:paraId="1E186CED" w14:textId="77777777" w:rsidR="00823707" w:rsidRPr="00D910A1" w:rsidRDefault="00823707" w:rsidP="00406546">
            <w:pPr>
              <w:pStyle w:val="TAR"/>
              <w:rPr>
                <w:sz w:val="16"/>
                <w:szCs w:val="16"/>
              </w:rPr>
            </w:pPr>
          </w:p>
        </w:tc>
        <w:tc>
          <w:tcPr>
            <w:tcW w:w="425" w:type="dxa"/>
            <w:shd w:val="solid" w:color="FFFFFF" w:fill="auto"/>
          </w:tcPr>
          <w:p w14:paraId="1E186CEE" w14:textId="77777777" w:rsidR="00823707" w:rsidRPr="00D910A1" w:rsidRDefault="00823707" w:rsidP="00406546">
            <w:pPr>
              <w:pStyle w:val="TAC"/>
              <w:rPr>
                <w:sz w:val="16"/>
                <w:szCs w:val="16"/>
              </w:rPr>
            </w:pPr>
            <w:r w:rsidRPr="00D910A1">
              <w:rPr>
                <w:sz w:val="16"/>
                <w:szCs w:val="16"/>
              </w:rPr>
              <w:t>B</w:t>
            </w:r>
          </w:p>
        </w:tc>
        <w:tc>
          <w:tcPr>
            <w:tcW w:w="4820" w:type="dxa"/>
            <w:shd w:val="solid" w:color="FFFFFF" w:fill="auto"/>
          </w:tcPr>
          <w:p w14:paraId="1E186CEF"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CF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Cat.B draftCRs</w:t>
            </w:r>
          </w:p>
          <w:p w14:paraId="1E186CF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R4-1802055 - Draft CR to Section 6.3 in TS 38.113 (NR) Performance criteria for continuous phenomena for Ancillary equipment</w:t>
            </w:r>
          </w:p>
          <w:p w14:paraId="1E186CF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R4-1802056 - Draft CR to Section 6.4 in TS 38.113 (NR) Performance criteria for transient phenomena for Ancillary equipment</w:t>
            </w:r>
          </w:p>
          <w:p w14:paraId="1E186CF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R4-1802057 - Draft CR to Section 8.4 in TS 38.113 (NR) Test method for conducted emissions AC mains power input output port</w:t>
            </w:r>
          </w:p>
          <w:p w14:paraId="1E186CF4" w14:textId="77777777" w:rsidR="00823707" w:rsidRPr="00D910A1" w:rsidRDefault="00823707" w:rsidP="00406546">
            <w:pPr>
              <w:pStyle w:val="TAL"/>
              <w:rPr>
                <w:sz w:val="16"/>
                <w:szCs w:val="16"/>
                <w:lang w:eastAsia="zh-CN"/>
              </w:rPr>
            </w:pPr>
            <w:r w:rsidRPr="00D910A1">
              <w:rPr>
                <w:rFonts w:hint="eastAsia"/>
                <w:sz w:val="16"/>
                <w:szCs w:val="16"/>
                <w:lang w:val="en-US" w:eastAsia="zh-CN"/>
              </w:rPr>
              <w:t>R4-1803318 [NR] DraftCR 38113 Test conditions (4)</w:t>
            </w:r>
          </w:p>
        </w:tc>
        <w:tc>
          <w:tcPr>
            <w:tcW w:w="708" w:type="dxa"/>
            <w:shd w:val="solid" w:color="FFFFFF" w:fill="auto"/>
          </w:tcPr>
          <w:p w14:paraId="1E186CF5" w14:textId="77777777" w:rsidR="00823707" w:rsidRPr="00D910A1" w:rsidRDefault="00823707" w:rsidP="00406546">
            <w:pPr>
              <w:pStyle w:val="TAC"/>
              <w:rPr>
                <w:sz w:val="16"/>
                <w:szCs w:val="16"/>
              </w:rPr>
            </w:pPr>
            <w:r w:rsidRPr="00D910A1">
              <w:rPr>
                <w:sz w:val="16"/>
                <w:szCs w:val="16"/>
              </w:rPr>
              <w:t>15.1.0</w:t>
            </w:r>
          </w:p>
        </w:tc>
      </w:tr>
      <w:tr w:rsidR="00823707" w:rsidRPr="00D910A1" w14:paraId="1E186D00" w14:textId="77777777" w:rsidTr="00BA6AD9">
        <w:tc>
          <w:tcPr>
            <w:tcW w:w="800" w:type="dxa"/>
            <w:shd w:val="solid" w:color="FFFFFF" w:fill="auto"/>
          </w:tcPr>
          <w:p w14:paraId="1E186CF7" w14:textId="77777777" w:rsidR="00823707" w:rsidRPr="00D910A1" w:rsidRDefault="00823707" w:rsidP="00406546">
            <w:pPr>
              <w:pStyle w:val="TAC"/>
              <w:rPr>
                <w:sz w:val="16"/>
                <w:szCs w:val="16"/>
              </w:rPr>
            </w:pPr>
            <w:r w:rsidRPr="00D910A1">
              <w:rPr>
                <w:sz w:val="16"/>
                <w:szCs w:val="16"/>
              </w:rPr>
              <w:t>2018-06</w:t>
            </w:r>
          </w:p>
        </w:tc>
        <w:tc>
          <w:tcPr>
            <w:tcW w:w="800" w:type="dxa"/>
            <w:shd w:val="solid" w:color="FFFFFF" w:fill="auto"/>
          </w:tcPr>
          <w:p w14:paraId="1E186CF8" w14:textId="77777777" w:rsidR="00823707" w:rsidRPr="00D910A1" w:rsidRDefault="00823707" w:rsidP="00406546">
            <w:pPr>
              <w:pStyle w:val="TAC"/>
              <w:rPr>
                <w:sz w:val="16"/>
                <w:szCs w:val="16"/>
              </w:rPr>
            </w:pPr>
            <w:r w:rsidRPr="00D910A1">
              <w:rPr>
                <w:sz w:val="16"/>
                <w:szCs w:val="16"/>
              </w:rPr>
              <w:t>RAN#80</w:t>
            </w:r>
          </w:p>
        </w:tc>
        <w:tc>
          <w:tcPr>
            <w:tcW w:w="1094" w:type="dxa"/>
            <w:shd w:val="solid" w:color="FFFFFF" w:fill="auto"/>
          </w:tcPr>
          <w:p w14:paraId="1E186CF9" w14:textId="77777777" w:rsidR="00823707" w:rsidRPr="00D910A1" w:rsidRDefault="00823707" w:rsidP="00406546">
            <w:pPr>
              <w:pStyle w:val="TAC"/>
              <w:rPr>
                <w:sz w:val="16"/>
                <w:szCs w:val="16"/>
              </w:rPr>
            </w:pPr>
            <w:r w:rsidRPr="00D910A1">
              <w:rPr>
                <w:sz w:val="16"/>
                <w:szCs w:val="16"/>
              </w:rPr>
              <w:t>RP-181076</w:t>
            </w:r>
          </w:p>
        </w:tc>
        <w:tc>
          <w:tcPr>
            <w:tcW w:w="567" w:type="dxa"/>
            <w:shd w:val="solid" w:color="FFFFFF" w:fill="auto"/>
          </w:tcPr>
          <w:p w14:paraId="1E186CFA" w14:textId="77777777" w:rsidR="00823707" w:rsidRPr="00D910A1" w:rsidRDefault="00823707" w:rsidP="00406546">
            <w:pPr>
              <w:pStyle w:val="TAL"/>
              <w:rPr>
                <w:sz w:val="16"/>
                <w:szCs w:val="16"/>
              </w:rPr>
            </w:pPr>
            <w:r w:rsidRPr="00D910A1">
              <w:rPr>
                <w:sz w:val="16"/>
                <w:szCs w:val="16"/>
              </w:rPr>
              <w:t>0004</w:t>
            </w:r>
          </w:p>
        </w:tc>
        <w:tc>
          <w:tcPr>
            <w:tcW w:w="425" w:type="dxa"/>
            <w:shd w:val="solid" w:color="FFFFFF" w:fill="auto"/>
          </w:tcPr>
          <w:p w14:paraId="1E186CFB" w14:textId="77777777" w:rsidR="00823707" w:rsidRPr="00D910A1" w:rsidRDefault="00823707" w:rsidP="00406546">
            <w:pPr>
              <w:pStyle w:val="TAR"/>
              <w:rPr>
                <w:sz w:val="16"/>
                <w:szCs w:val="16"/>
              </w:rPr>
            </w:pPr>
          </w:p>
        </w:tc>
        <w:tc>
          <w:tcPr>
            <w:tcW w:w="425" w:type="dxa"/>
            <w:shd w:val="solid" w:color="FFFFFF" w:fill="auto"/>
          </w:tcPr>
          <w:p w14:paraId="1E186CFC"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1E186CFD"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val="en-US" w:eastAsia="zh-CN"/>
              </w:rPr>
              <w:t>1</w:t>
            </w:r>
            <w:r w:rsidRPr="00D910A1">
              <w:rPr>
                <w:sz w:val="16"/>
                <w:szCs w:val="16"/>
                <w:lang w:eastAsia="zh-CN"/>
              </w:rPr>
              <w:t>3</w:t>
            </w:r>
          </w:p>
          <w:p w14:paraId="1E186CFE" w14:textId="77777777" w:rsidR="00823707" w:rsidRPr="00D910A1" w:rsidRDefault="00823707" w:rsidP="00406546">
            <w:pPr>
              <w:pStyle w:val="TAL"/>
              <w:rPr>
                <w:sz w:val="16"/>
                <w:szCs w:val="16"/>
                <w:lang w:eastAsia="zh-CN"/>
              </w:rPr>
            </w:pPr>
            <w:r w:rsidRPr="00D910A1">
              <w:rPr>
                <w:sz w:val="16"/>
                <w:szCs w:val="16"/>
                <w:lang w:eastAsia="zh-CN"/>
              </w:rPr>
              <w:t>Implementation of endorsed draft CRs from RAN4 #86bis and RAN4 #87</w:t>
            </w:r>
          </w:p>
        </w:tc>
        <w:tc>
          <w:tcPr>
            <w:tcW w:w="708" w:type="dxa"/>
            <w:shd w:val="solid" w:color="FFFFFF" w:fill="auto"/>
          </w:tcPr>
          <w:p w14:paraId="1E186CFF" w14:textId="77777777" w:rsidR="00823707" w:rsidRPr="00D910A1" w:rsidRDefault="00823707" w:rsidP="00406546">
            <w:pPr>
              <w:pStyle w:val="TAC"/>
              <w:rPr>
                <w:sz w:val="16"/>
                <w:szCs w:val="16"/>
              </w:rPr>
            </w:pPr>
            <w:r w:rsidRPr="00D910A1">
              <w:rPr>
                <w:sz w:val="16"/>
                <w:szCs w:val="16"/>
              </w:rPr>
              <w:t>15.2.0</w:t>
            </w:r>
          </w:p>
        </w:tc>
      </w:tr>
      <w:tr w:rsidR="00823707" w:rsidRPr="00D910A1" w14:paraId="1E186D09"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1" w14:textId="77777777" w:rsidR="00823707" w:rsidRPr="00D910A1" w:rsidRDefault="00823707" w:rsidP="00406546">
            <w:pPr>
              <w:pStyle w:val="TAC"/>
              <w:rPr>
                <w:sz w:val="16"/>
                <w:szCs w:val="16"/>
              </w:rPr>
            </w:pPr>
            <w:r w:rsidRPr="00D910A1">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2" w14:textId="77777777" w:rsidR="00823707" w:rsidRPr="00D910A1" w:rsidRDefault="00823707" w:rsidP="00406546">
            <w:pPr>
              <w:pStyle w:val="TAC"/>
              <w:rPr>
                <w:sz w:val="16"/>
                <w:szCs w:val="16"/>
              </w:rPr>
            </w:pPr>
            <w:r w:rsidRPr="00D910A1">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03" w14:textId="77777777" w:rsidR="00823707" w:rsidRPr="00D910A1" w:rsidRDefault="00823707" w:rsidP="00406546">
            <w:pPr>
              <w:pStyle w:val="TAC"/>
              <w:rPr>
                <w:sz w:val="16"/>
                <w:szCs w:val="16"/>
              </w:rPr>
            </w:pPr>
            <w:r w:rsidRPr="00D910A1">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04" w14:textId="77777777" w:rsidR="00823707" w:rsidRPr="00D910A1" w:rsidRDefault="00823707" w:rsidP="00406546">
            <w:pPr>
              <w:pStyle w:val="TAL"/>
              <w:rPr>
                <w:sz w:val="16"/>
                <w:szCs w:val="16"/>
              </w:rPr>
            </w:pPr>
            <w:r w:rsidRPr="00D910A1">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5"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6"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07"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eastAsia="zh-CN"/>
              </w:rPr>
              <w:t>1</w:t>
            </w:r>
            <w:r w:rsidRPr="00D910A1">
              <w:rPr>
                <w:sz w:val="16"/>
                <w:szCs w:val="16"/>
                <w:lang w:eastAsia="zh-CN"/>
              </w:rPr>
              <w:t>3: Implementation of endorsed draft CRs from RAN4#88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08" w14:textId="77777777" w:rsidR="00823707" w:rsidRPr="00D910A1" w:rsidRDefault="00823707" w:rsidP="00406546">
            <w:pPr>
              <w:pStyle w:val="TAC"/>
              <w:rPr>
                <w:sz w:val="16"/>
                <w:szCs w:val="16"/>
              </w:rPr>
            </w:pPr>
            <w:r w:rsidRPr="00D910A1">
              <w:rPr>
                <w:sz w:val="16"/>
                <w:szCs w:val="16"/>
              </w:rPr>
              <w:t>15.3.0</w:t>
            </w:r>
          </w:p>
        </w:tc>
      </w:tr>
      <w:tr w:rsidR="00823707" w:rsidRPr="00D910A1" w14:paraId="1E186D12"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A" w14:textId="77777777" w:rsidR="00823707" w:rsidRPr="00D910A1" w:rsidRDefault="00823707" w:rsidP="00406546">
            <w:pPr>
              <w:pStyle w:val="TAC"/>
              <w:rPr>
                <w:sz w:val="16"/>
                <w:szCs w:val="16"/>
              </w:rPr>
            </w:pPr>
            <w:r w:rsidRPr="00D910A1">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B" w14:textId="77777777" w:rsidR="00823707" w:rsidRPr="00D910A1" w:rsidRDefault="00823707" w:rsidP="00406546">
            <w:pPr>
              <w:pStyle w:val="TAC"/>
              <w:rPr>
                <w:sz w:val="16"/>
                <w:szCs w:val="16"/>
              </w:rPr>
            </w:pPr>
            <w:r w:rsidRPr="00D910A1">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0C" w14:textId="77777777" w:rsidR="00823707" w:rsidRPr="00D910A1" w:rsidRDefault="00823707" w:rsidP="00406546">
            <w:pPr>
              <w:pStyle w:val="TAC"/>
              <w:rPr>
                <w:sz w:val="16"/>
                <w:szCs w:val="16"/>
              </w:rPr>
            </w:pPr>
            <w:r w:rsidRPr="00D910A1">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0D" w14:textId="77777777" w:rsidR="00823707" w:rsidRPr="00D910A1" w:rsidRDefault="00823707" w:rsidP="00406546">
            <w:pPr>
              <w:pStyle w:val="TAL"/>
              <w:rPr>
                <w:sz w:val="16"/>
                <w:szCs w:val="16"/>
              </w:rPr>
            </w:pPr>
            <w:r w:rsidRPr="00D910A1">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E" w14:textId="77777777" w:rsidR="00823707" w:rsidRPr="00D910A1" w:rsidRDefault="00823707" w:rsidP="00406546">
            <w:pPr>
              <w:pStyle w:val="TAR"/>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F"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10" w14:textId="77777777" w:rsidR="00823707" w:rsidRPr="00D910A1" w:rsidRDefault="00823707" w:rsidP="00406546">
            <w:pPr>
              <w:pStyle w:val="TAL"/>
              <w:rPr>
                <w:sz w:val="16"/>
                <w:szCs w:val="16"/>
                <w:lang w:eastAsia="zh-CN"/>
              </w:rPr>
            </w:pPr>
            <w:r w:rsidRPr="00D910A1">
              <w:rPr>
                <w:sz w:val="16"/>
                <w:szCs w:val="16"/>
                <w:lang w:eastAsia="zh-CN"/>
              </w:rPr>
              <w:t>CR to TS 38.113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11" w14:textId="77777777" w:rsidR="00823707" w:rsidRPr="00D910A1" w:rsidRDefault="00823707" w:rsidP="00406546">
            <w:pPr>
              <w:pStyle w:val="TAC"/>
              <w:rPr>
                <w:sz w:val="16"/>
                <w:szCs w:val="16"/>
              </w:rPr>
            </w:pPr>
            <w:r w:rsidRPr="00D910A1">
              <w:rPr>
                <w:sz w:val="16"/>
                <w:szCs w:val="16"/>
              </w:rPr>
              <w:t>15.4.0</w:t>
            </w:r>
          </w:p>
        </w:tc>
      </w:tr>
      <w:tr w:rsidR="00823707" w:rsidRPr="00D910A1" w14:paraId="1E186D24"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13" w14:textId="77777777" w:rsidR="00823707" w:rsidRPr="00D910A1" w:rsidRDefault="00823707" w:rsidP="00406546">
            <w:pPr>
              <w:pStyle w:val="TAC"/>
              <w:rPr>
                <w:sz w:val="16"/>
                <w:szCs w:val="16"/>
              </w:rPr>
            </w:pPr>
            <w:r w:rsidRPr="00D910A1">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14" w14:textId="77777777" w:rsidR="00823707" w:rsidRPr="00D910A1" w:rsidRDefault="00823707" w:rsidP="00406546">
            <w:pPr>
              <w:pStyle w:val="TAC"/>
              <w:rPr>
                <w:sz w:val="16"/>
                <w:szCs w:val="16"/>
              </w:rPr>
            </w:pPr>
            <w:r w:rsidRPr="00D910A1">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15" w14:textId="77777777" w:rsidR="00823707" w:rsidRPr="00D910A1" w:rsidRDefault="00823707" w:rsidP="00406546">
            <w:pPr>
              <w:pStyle w:val="TAC"/>
              <w:rPr>
                <w:sz w:val="16"/>
                <w:szCs w:val="16"/>
              </w:rPr>
            </w:pPr>
            <w:r w:rsidRPr="00D910A1">
              <w:rPr>
                <w:sz w:val="16"/>
                <w:szCs w:val="16"/>
              </w:rPr>
              <w:t>RP-190403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16" w14:textId="77777777" w:rsidR="00823707" w:rsidRPr="00D910A1" w:rsidRDefault="00823707" w:rsidP="00406546">
            <w:pPr>
              <w:pStyle w:val="TAL"/>
              <w:rPr>
                <w:sz w:val="16"/>
                <w:szCs w:val="16"/>
              </w:rPr>
            </w:pPr>
            <w:r w:rsidRPr="00D910A1">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17"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18"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19"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D1A" w14:textId="77777777" w:rsidR="00823707" w:rsidRPr="00D910A1" w:rsidRDefault="00823707" w:rsidP="00406546">
            <w:pPr>
              <w:pStyle w:val="TAL"/>
              <w:rPr>
                <w:sz w:val="16"/>
                <w:szCs w:val="16"/>
                <w:lang w:eastAsia="zh-CN"/>
              </w:rPr>
            </w:pPr>
          </w:p>
          <w:p w14:paraId="1E186D1B" w14:textId="77777777" w:rsidR="00823707" w:rsidRPr="00D910A1" w:rsidRDefault="00823707" w:rsidP="00406546">
            <w:pPr>
              <w:pStyle w:val="TAL"/>
              <w:rPr>
                <w:sz w:val="16"/>
                <w:szCs w:val="16"/>
                <w:lang w:val="en-US" w:eastAsia="zh-CN"/>
              </w:rPr>
            </w:pPr>
            <w:r w:rsidRPr="00D910A1">
              <w:rPr>
                <w:sz w:val="16"/>
                <w:szCs w:val="16"/>
                <w:lang w:eastAsia="zh-CN"/>
              </w:rPr>
              <w:t>Implementation of e</w:t>
            </w:r>
            <w:r w:rsidRPr="00D910A1">
              <w:rPr>
                <w:sz w:val="16"/>
                <w:szCs w:val="16"/>
                <w:lang w:val="en-US" w:eastAsia="zh-CN"/>
              </w:rPr>
              <w:t>ndorsed draftCRs in RAN4#90:</w:t>
            </w:r>
          </w:p>
          <w:p w14:paraId="1E186D1C" w14:textId="77777777" w:rsidR="00823707" w:rsidRPr="00D910A1" w:rsidRDefault="00823707" w:rsidP="00406546">
            <w:pPr>
              <w:pStyle w:val="TAL"/>
              <w:rPr>
                <w:sz w:val="16"/>
                <w:szCs w:val="16"/>
                <w:lang w:val="en-US" w:eastAsia="zh-CN"/>
              </w:rPr>
            </w:pPr>
            <w:r w:rsidRPr="00D910A1">
              <w:rPr>
                <w:sz w:val="16"/>
                <w:szCs w:val="16"/>
                <w:lang w:val="en-US" w:eastAsia="zh-CN"/>
              </w:rPr>
              <w:t>R4-1900565 - Draft CR to TS 38.113subclause 9.2.2, ZTE</w:t>
            </w:r>
          </w:p>
          <w:p w14:paraId="1E186D1D" w14:textId="77777777" w:rsidR="00823707" w:rsidRPr="00D910A1" w:rsidRDefault="00823707" w:rsidP="00406546">
            <w:pPr>
              <w:pStyle w:val="TAL"/>
              <w:rPr>
                <w:sz w:val="16"/>
                <w:szCs w:val="16"/>
                <w:lang w:val="en-US" w:eastAsia="zh-CN"/>
              </w:rPr>
            </w:pPr>
            <w:r w:rsidRPr="00D910A1">
              <w:rPr>
                <w:sz w:val="16"/>
                <w:szCs w:val="16"/>
                <w:lang w:val="en-US" w:eastAsia="zh-CN"/>
              </w:rPr>
              <w:t>R4-1900566 - Draft CR to TS 38.113subclause 9.7.2.1, ZTE</w:t>
            </w:r>
          </w:p>
          <w:p w14:paraId="1E186D1E" w14:textId="77777777" w:rsidR="00823707" w:rsidRPr="00D910A1" w:rsidRDefault="00823707" w:rsidP="00406546">
            <w:pPr>
              <w:pStyle w:val="TAL"/>
              <w:rPr>
                <w:sz w:val="16"/>
                <w:szCs w:val="16"/>
                <w:lang w:val="en-US" w:eastAsia="zh-CN"/>
              </w:rPr>
            </w:pPr>
            <w:r w:rsidRPr="00D910A1">
              <w:rPr>
                <w:sz w:val="16"/>
                <w:szCs w:val="16"/>
                <w:lang w:val="en-US" w:eastAsia="zh-CN"/>
              </w:rPr>
              <w:t>R4-1902330 - Draft CR to TS 38.113 Symbol (subclause 3 and 8.2.1), ZTE</w:t>
            </w:r>
          </w:p>
          <w:p w14:paraId="1E186D1F" w14:textId="77777777" w:rsidR="00823707" w:rsidRPr="00D910A1" w:rsidRDefault="00823707" w:rsidP="00406546">
            <w:pPr>
              <w:pStyle w:val="TAL"/>
              <w:rPr>
                <w:sz w:val="16"/>
                <w:szCs w:val="16"/>
                <w:lang w:val="en-US" w:eastAsia="zh-CN"/>
              </w:rPr>
            </w:pPr>
            <w:r w:rsidRPr="00D910A1">
              <w:rPr>
                <w:sz w:val="16"/>
                <w:szCs w:val="16"/>
                <w:lang w:val="en-US" w:eastAsia="zh-CN"/>
              </w:rPr>
              <w:t>R4-1902332 - Draft CR to TS 38.113subclause 7.1 and 8.3.2, ZTE</w:t>
            </w:r>
          </w:p>
          <w:p w14:paraId="1E186D20" w14:textId="77777777" w:rsidR="00823707" w:rsidRPr="00D910A1" w:rsidRDefault="00823707" w:rsidP="00406546">
            <w:pPr>
              <w:pStyle w:val="TAL"/>
              <w:rPr>
                <w:sz w:val="16"/>
                <w:szCs w:val="16"/>
                <w:lang w:val="en-US" w:eastAsia="zh-CN"/>
              </w:rPr>
            </w:pPr>
            <w:r w:rsidRPr="00D910A1">
              <w:rPr>
                <w:sz w:val="16"/>
                <w:szCs w:val="16"/>
                <w:lang w:val="en-US" w:eastAsia="zh-CN"/>
              </w:rPr>
              <w:t>R4-1902334 - Draft CR to TS 38.113 Exclusion Bands for Radiated Immunity Test, Ericsson</w:t>
            </w:r>
          </w:p>
          <w:p w14:paraId="1E186D21" w14:textId="77777777" w:rsidR="00823707" w:rsidRPr="00D910A1" w:rsidRDefault="00823707" w:rsidP="00406546">
            <w:pPr>
              <w:pStyle w:val="TAL"/>
              <w:rPr>
                <w:sz w:val="16"/>
                <w:szCs w:val="16"/>
                <w:lang w:val="en-US" w:eastAsia="zh-CN"/>
              </w:rPr>
            </w:pPr>
            <w:r w:rsidRPr="00D910A1">
              <w:rPr>
                <w:sz w:val="16"/>
                <w:szCs w:val="16"/>
                <w:lang w:val="en-US" w:eastAsia="zh-CN"/>
              </w:rPr>
              <w:t>R4-1902340 - Draft CR to TS 38.113 on FR1 and FR2 definitions, Ericsson</w:t>
            </w:r>
          </w:p>
          <w:p w14:paraId="1E186D22" w14:textId="77777777" w:rsidR="00823707" w:rsidRPr="00D910A1" w:rsidRDefault="00823707" w:rsidP="00406546">
            <w:pPr>
              <w:pStyle w:val="TAL"/>
              <w:rPr>
                <w:sz w:val="16"/>
                <w:szCs w:val="16"/>
                <w:lang w:val="en-US" w:eastAsia="zh-CN"/>
              </w:rPr>
            </w:pPr>
            <w:r w:rsidRPr="00D910A1">
              <w:rPr>
                <w:sz w:val="16"/>
                <w:szCs w:val="16"/>
                <w:lang w:val="en-US" w:eastAsia="zh-CN"/>
              </w:rPr>
              <w:t>R4-1902331 - draft CR to 38.113 - NR BS EMC_v1, Nokia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23" w14:textId="77777777" w:rsidR="00823707" w:rsidRPr="00D910A1" w:rsidRDefault="00823707" w:rsidP="00406546">
            <w:pPr>
              <w:pStyle w:val="TAC"/>
              <w:rPr>
                <w:sz w:val="16"/>
                <w:szCs w:val="16"/>
              </w:rPr>
            </w:pPr>
            <w:r w:rsidRPr="00D910A1">
              <w:rPr>
                <w:sz w:val="16"/>
                <w:szCs w:val="16"/>
              </w:rPr>
              <w:t>15.5.0</w:t>
            </w:r>
          </w:p>
        </w:tc>
      </w:tr>
      <w:tr w:rsidR="00823707" w:rsidRPr="00D910A1" w14:paraId="1E186D38"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25" w14:textId="77777777" w:rsidR="00823707" w:rsidRPr="00D910A1" w:rsidRDefault="00823707" w:rsidP="00406546">
            <w:pPr>
              <w:pStyle w:val="TAC"/>
              <w:rPr>
                <w:sz w:val="16"/>
                <w:szCs w:val="16"/>
              </w:rPr>
            </w:pPr>
            <w:r w:rsidRPr="00D910A1">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26" w14:textId="77777777" w:rsidR="00823707" w:rsidRPr="00D910A1" w:rsidRDefault="00823707" w:rsidP="00406546">
            <w:pPr>
              <w:pStyle w:val="TAC"/>
              <w:rPr>
                <w:sz w:val="16"/>
                <w:szCs w:val="16"/>
              </w:rPr>
            </w:pPr>
            <w:r w:rsidRPr="00D910A1">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27" w14:textId="77777777" w:rsidR="00823707" w:rsidRPr="00D910A1" w:rsidRDefault="00823707" w:rsidP="00406546">
            <w:pPr>
              <w:pStyle w:val="TAC"/>
              <w:rPr>
                <w:sz w:val="16"/>
                <w:szCs w:val="16"/>
              </w:rPr>
            </w:pPr>
            <w:r w:rsidRPr="00D910A1">
              <w:rPr>
                <w:sz w:val="16"/>
                <w:szCs w:val="16"/>
              </w:rPr>
              <w:t>RP-191240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28" w14:textId="77777777" w:rsidR="00823707" w:rsidRPr="00D910A1" w:rsidRDefault="00823707" w:rsidP="00406546">
            <w:pPr>
              <w:pStyle w:val="TAL"/>
              <w:rPr>
                <w:sz w:val="16"/>
                <w:szCs w:val="16"/>
              </w:rPr>
            </w:pPr>
            <w:r w:rsidRPr="00D910A1">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29"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2A"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2B"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D2C" w14:textId="77777777" w:rsidR="00823707" w:rsidRPr="00D910A1" w:rsidRDefault="00823707" w:rsidP="00406546">
            <w:pPr>
              <w:pStyle w:val="TAL"/>
              <w:rPr>
                <w:sz w:val="16"/>
                <w:szCs w:val="16"/>
                <w:lang w:eastAsia="zh-CN"/>
              </w:rPr>
            </w:pPr>
          </w:p>
          <w:p w14:paraId="1E186D2D" w14:textId="77777777" w:rsidR="00823707" w:rsidRPr="00D910A1" w:rsidRDefault="00823707" w:rsidP="00406546">
            <w:pPr>
              <w:pStyle w:val="TAL"/>
              <w:rPr>
                <w:sz w:val="16"/>
                <w:szCs w:val="16"/>
                <w:lang w:eastAsia="zh-CN"/>
              </w:rPr>
            </w:pPr>
            <w:r w:rsidRPr="00D910A1">
              <w:rPr>
                <w:sz w:val="16"/>
                <w:szCs w:val="16"/>
                <w:lang w:eastAsia="zh-CN"/>
              </w:rPr>
              <w:t>Endorsed draft CRs in RAN4#90Bis:</w:t>
            </w:r>
          </w:p>
          <w:p w14:paraId="1E186D2E" w14:textId="77777777" w:rsidR="00823707" w:rsidRPr="00D910A1" w:rsidRDefault="00823707" w:rsidP="00406546">
            <w:pPr>
              <w:pStyle w:val="TAL"/>
              <w:rPr>
                <w:sz w:val="16"/>
                <w:szCs w:val="16"/>
                <w:lang w:eastAsia="zh-CN"/>
              </w:rPr>
            </w:pPr>
            <w:r w:rsidRPr="00D910A1">
              <w:rPr>
                <w:sz w:val="16"/>
                <w:szCs w:val="16"/>
                <w:lang w:eastAsia="zh-CN"/>
              </w:rPr>
              <w:t>R4-1903562 Draft CR to TS 38.113 subclause 4.5</w:t>
            </w:r>
          </w:p>
          <w:p w14:paraId="1E186D2F" w14:textId="77777777" w:rsidR="00823707" w:rsidRPr="00D910A1" w:rsidRDefault="00823707" w:rsidP="00406546">
            <w:pPr>
              <w:pStyle w:val="TAL"/>
              <w:rPr>
                <w:sz w:val="16"/>
                <w:szCs w:val="16"/>
                <w:lang w:eastAsia="zh-CN"/>
              </w:rPr>
            </w:pPr>
            <w:r w:rsidRPr="00D910A1">
              <w:rPr>
                <w:sz w:val="16"/>
                <w:szCs w:val="16"/>
                <w:lang w:eastAsia="zh-CN"/>
              </w:rPr>
              <w:t>R4-1903636 - Draft CR to TS 38.113 Addition of NR to the scope</w:t>
            </w:r>
          </w:p>
          <w:p w14:paraId="1E186D30" w14:textId="77777777" w:rsidR="00823707" w:rsidRPr="00D910A1" w:rsidRDefault="00823707" w:rsidP="00406546">
            <w:pPr>
              <w:pStyle w:val="TAL"/>
              <w:rPr>
                <w:sz w:val="16"/>
                <w:szCs w:val="16"/>
                <w:lang w:eastAsia="zh-CN"/>
              </w:rPr>
            </w:pPr>
            <w:r w:rsidRPr="00D910A1">
              <w:rPr>
                <w:sz w:val="16"/>
                <w:szCs w:val="16"/>
                <w:lang w:eastAsia="zh-CN"/>
              </w:rPr>
              <w:t>R4-1905151 [EMC] CR 38.113 editorials</w:t>
            </w:r>
          </w:p>
          <w:p w14:paraId="1E186D31" w14:textId="77777777" w:rsidR="00823707" w:rsidRPr="00D910A1" w:rsidRDefault="00823707" w:rsidP="00406546">
            <w:pPr>
              <w:pStyle w:val="TAL"/>
              <w:rPr>
                <w:sz w:val="16"/>
                <w:szCs w:val="16"/>
                <w:lang w:eastAsia="zh-CN"/>
              </w:rPr>
            </w:pPr>
            <w:r w:rsidRPr="00D910A1">
              <w:rPr>
                <w:sz w:val="16"/>
                <w:szCs w:val="16"/>
                <w:lang w:eastAsia="zh-CN"/>
              </w:rPr>
              <w:t>R4-1905152 - Draft CR to TS 38.113 Correction reference TR 38.817-2</w:t>
            </w:r>
          </w:p>
          <w:p w14:paraId="1E186D32" w14:textId="77777777" w:rsidR="00823707" w:rsidRPr="00D910A1" w:rsidRDefault="00823707" w:rsidP="00406546">
            <w:pPr>
              <w:pStyle w:val="TAL"/>
              <w:rPr>
                <w:sz w:val="16"/>
                <w:szCs w:val="16"/>
                <w:lang w:eastAsia="zh-CN"/>
              </w:rPr>
            </w:pPr>
            <w:r w:rsidRPr="00D910A1">
              <w:rPr>
                <w:sz w:val="16"/>
                <w:szCs w:val="16"/>
                <w:lang w:eastAsia="zh-CN"/>
              </w:rPr>
              <w:t>R4-1905154 [EMC] CR 38.113 exclusion updates, R15</w:t>
            </w:r>
          </w:p>
          <w:p w14:paraId="1E186D33" w14:textId="77777777" w:rsidR="00823707" w:rsidRPr="00D910A1" w:rsidRDefault="00823707" w:rsidP="00406546">
            <w:pPr>
              <w:pStyle w:val="TAL"/>
              <w:rPr>
                <w:sz w:val="16"/>
                <w:szCs w:val="16"/>
                <w:lang w:eastAsia="zh-CN"/>
              </w:rPr>
            </w:pPr>
          </w:p>
          <w:p w14:paraId="1E186D34" w14:textId="77777777" w:rsidR="00823707" w:rsidRPr="00D910A1" w:rsidRDefault="00823707" w:rsidP="00406546">
            <w:pPr>
              <w:pStyle w:val="TAL"/>
              <w:rPr>
                <w:sz w:val="16"/>
                <w:szCs w:val="16"/>
                <w:lang w:eastAsia="zh-CN"/>
              </w:rPr>
            </w:pPr>
            <w:r w:rsidRPr="00D910A1">
              <w:rPr>
                <w:sz w:val="16"/>
                <w:szCs w:val="16"/>
                <w:lang w:eastAsia="zh-CN"/>
              </w:rPr>
              <w:t>Endorsed draft CRs in RAN4#91:</w:t>
            </w:r>
          </w:p>
          <w:p w14:paraId="1E186D35" w14:textId="77777777" w:rsidR="00823707" w:rsidRPr="00D910A1" w:rsidRDefault="00823707" w:rsidP="00406546">
            <w:pPr>
              <w:pStyle w:val="TAL"/>
              <w:rPr>
                <w:sz w:val="16"/>
                <w:szCs w:val="16"/>
                <w:lang w:eastAsia="zh-CN"/>
              </w:rPr>
            </w:pPr>
            <w:r w:rsidRPr="00D910A1">
              <w:rPr>
                <w:sz w:val="16"/>
                <w:szCs w:val="16"/>
                <w:lang w:eastAsia="zh-CN"/>
              </w:rPr>
              <w:t>R4-1907703 Draft CR to TS 38.113 (subclause 3.2,3.3,4.4.2)</w:t>
            </w:r>
          </w:p>
          <w:p w14:paraId="1E186D36" w14:textId="77777777" w:rsidR="00823707" w:rsidRPr="00D910A1" w:rsidRDefault="00823707" w:rsidP="00406546">
            <w:pPr>
              <w:pStyle w:val="TAL"/>
              <w:rPr>
                <w:sz w:val="16"/>
                <w:szCs w:val="16"/>
                <w:lang w:eastAsia="zh-CN"/>
              </w:rPr>
            </w:pPr>
            <w:r w:rsidRPr="00D910A1">
              <w:rPr>
                <w:sz w:val="16"/>
                <w:szCs w:val="16"/>
                <w:lang w:eastAsia="zh-CN"/>
              </w:rPr>
              <w:t>R4-1907705 Draft CR to TS 38.113 (subclause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37" w14:textId="77777777" w:rsidR="00823707" w:rsidRPr="00D910A1" w:rsidRDefault="00823707" w:rsidP="00406546">
            <w:pPr>
              <w:pStyle w:val="TAC"/>
              <w:rPr>
                <w:sz w:val="16"/>
                <w:szCs w:val="16"/>
              </w:rPr>
            </w:pPr>
            <w:r w:rsidRPr="00D910A1">
              <w:rPr>
                <w:sz w:val="16"/>
                <w:szCs w:val="16"/>
              </w:rPr>
              <w:t>15.6.0</w:t>
            </w:r>
          </w:p>
        </w:tc>
      </w:tr>
      <w:tr w:rsidR="00823707" w:rsidRPr="00D910A1" w14:paraId="1E186D41"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39" w14:textId="77777777" w:rsidR="00823707" w:rsidRPr="00D910A1" w:rsidRDefault="00823707" w:rsidP="00406546">
            <w:pPr>
              <w:pStyle w:val="TAC"/>
              <w:rPr>
                <w:sz w:val="16"/>
                <w:szCs w:val="16"/>
              </w:rPr>
            </w:pPr>
            <w:r w:rsidRPr="00D910A1">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3A" w14:textId="77777777" w:rsidR="00823707" w:rsidRPr="00D910A1" w:rsidRDefault="00823707" w:rsidP="00406546">
            <w:pPr>
              <w:pStyle w:val="TAC"/>
              <w:rPr>
                <w:sz w:val="16"/>
                <w:szCs w:val="16"/>
              </w:rPr>
            </w:pPr>
            <w:r w:rsidRPr="00D910A1">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3B" w14:textId="77777777" w:rsidR="00823707" w:rsidRPr="00D910A1" w:rsidRDefault="00823707" w:rsidP="00406546">
            <w:pPr>
              <w:pStyle w:val="TAC"/>
              <w:rPr>
                <w:sz w:val="16"/>
                <w:szCs w:val="16"/>
              </w:rPr>
            </w:pPr>
            <w:r w:rsidRPr="00D910A1">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3C" w14:textId="77777777" w:rsidR="00823707" w:rsidRPr="00D910A1" w:rsidRDefault="00823707" w:rsidP="00406546">
            <w:pPr>
              <w:pStyle w:val="TAL"/>
              <w:rPr>
                <w:sz w:val="16"/>
                <w:szCs w:val="16"/>
              </w:rPr>
            </w:pPr>
            <w:r w:rsidRPr="00D910A1">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3D"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3E"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3F" w14:textId="77777777" w:rsidR="00823707" w:rsidRPr="00D910A1" w:rsidRDefault="00823707" w:rsidP="00406546">
            <w:pPr>
              <w:pStyle w:val="TAL"/>
              <w:rPr>
                <w:sz w:val="16"/>
                <w:szCs w:val="16"/>
                <w:lang w:eastAsia="zh-CN"/>
              </w:rPr>
            </w:pPr>
            <w:r w:rsidRPr="00D910A1">
              <w:rPr>
                <w:sz w:val="16"/>
                <w:szCs w:val="16"/>
                <w:lang w:eastAsia="zh-CN"/>
              </w:rPr>
              <w:t>CR to 38.113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40" w14:textId="77777777" w:rsidR="00823707" w:rsidRPr="00D910A1" w:rsidRDefault="00823707" w:rsidP="00406546">
            <w:pPr>
              <w:pStyle w:val="TAC"/>
              <w:rPr>
                <w:sz w:val="16"/>
                <w:szCs w:val="16"/>
              </w:rPr>
            </w:pPr>
            <w:r w:rsidRPr="00D910A1">
              <w:rPr>
                <w:sz w:val="16"/>
                <w:szCs w:val="16"/>
              </w:rPr>
              <w:t>15.7.0</w:t>
            </w:r>
          </w:p>
        </w:tc>
      </w:tr>
      <w:tr w:rsidR="00823707" w:rsidRPr="00D910A1" w14:paraId="1E186D4A"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2" w14:textId="77777777" w:rsidR="00823707" w:rsidRPr="00D910A1" w:rsidRDefault="00823707" w:rsidP="00406546">
            <w:pPr>
              <w:pStyle w:val="TAC"/>
              <w:rPr>
                <w:sz w:val="16"/>
                <w:szCs w:val="16"/>
              </w:rPr>
            </w:pPr>
            <w:r w:rsidRPr="00D910A1">
              <w:rPr>
                <w:sz w:val="16"/>
                <w:szCs w:val="16"/>
              </w:rPr>
              <w:lastRenderedPageBreak/>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3"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44"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45" w14:textId="77777777" w:rsidR="00823707" w:rsidRPr="00D910A1" w:rsidRDefault="00823707" w:rsidP="00406546">
            <w:pPr>
              <w:pStyle w:val="TAL"/>
              <w:rPr>
                <w:sz w:val="16"/>
                <w:szCs w:val="16"/>
              </w:rPr>
            </w:pPr>
            <w:r w:rsidRPr="00D910A1">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46"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47"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48" w14:textId="77777777" w:rsidR="00823707" w:rsidRPr="00D910A1" w:rsidRDefault="00823707" w:rsidP="00406546">
            <w:pPr>
              <w:pStyle w:val="TAL"/>
              <w:rPr>
                <w:sz w:val="16"/>
                <w:szCs w:val="16"/>
              </w:rPr>
            </w:pPr>
            <w:r w:rsidRPr="00D910A1">
              <w:rPr>
                <w:sz w:val="16"/>
                <w:szCs w:val="16"/>
              </w:rPr>
              <w:t>CR to TS 38.113 Correction on abbreviations(subclause 3.3 &amp; 8.2.1.2)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49" w14:textId="77777777" w:rsidR="00823707" w:rsidRPr="00D910A1" w:rsidRDefault="00823707" w:rsidP="00406546">
            <w:pPr>
              <w:pStyle w:val="TAC"/>
              <w:rPr>
                <w:sz w:val="16"/>
                <w:szCs w:val="16"/>
              </w:rPr>
            </w:pPr>
            <w:r w:rsidRPr="00D910A1">
              <w:rPr>
                <w:sz w:val="16"/>
                <w:szCs w:val="16"/>
              </w:rPr>
              <w:t>15.8.0</w:t>
            </w:r>
          </w:p>
        </w:tc>
      </w:tr>
      <w:tr w:rsidR="00823707" w:rsidRPr="00D910A1" w14:paraId="1E186D53"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B"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C"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4D"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4E" w14:textId="77777777" w:rsidR="00823707" w:rsidRPr="00D910A1" w:rsidRDefault="00823707" w:rsidP="00406546">
            <w:pPr>
              <w:pStyle w:val="TAL"/>
              <w:rPr>
                <w:sz w:val="16"/>
                <w:szCs w:val="16"/>
              </w:rPr>
            </w:pPr>
            <w:r w:rsidRPr="00D910A1">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4F"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50"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51" w14:textId="77777777" w:rsidR="00823707" w:rsidRPr="00D910A1" w:rsidRDefault="00823707" w:rsidP="00406546">
            <w:pPr>
              <w:pStyle w:val="TAL"/>
              <w:rPr>
                <w:sz w:val="16"/>
                <w:szCs w:val="16"/>
              </w:rPr>
            </w:pPr>
            <w:r w:rsidRPr="00D910A1">
              <w:rPr>
                <w:sz w:val="16"/>
                <w:szCs w:val="16"/>
              </w:rPr>
              <w:t>CR to TS 38.113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52" w14:textId="77777777" w:rsidR="00823707" w:rsidRPr="00D910A1" w:rsidRDefault="00823707" w:rsidP="00406546">
            <w:pPr>
              <w:pStyle w:val="TAC"/>
              <w:rPr>
                <w:sz w:val="16"/>
                <w:szCs w:val="16"/>
              </w:rPr>
            </w:pPr>
            <w:r w:rsidRPr="00D910A1">
              <w:rPr>
                <w:sz w:val="16"/>
                <w:szCs w:val="16"/>
              </w:rPr>
              <w:t>15.8.0</w:t>
            </w:r>
          </w:p>
        </w:tc>
      </w:tr>
      <w:tr w:rsidR="00823707" w:rsidRPr="00D910A1" w14:paraId="1E186D5C"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4"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5"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56"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57" w14:textId="77777777" w:rsidR="00823707" w:rsidRPr="00D910A1" w:rsidRDefault="00823707" w:rsidP="00406546">
            <w:pPr>
              <w:pStyle w:val="TAL"/>
              <w:rPr>
                <w:sz w:val="16"/>
                <w:szCs w:val="16"/>
              </w:rPr>
            </w:pPr>
            <w:r w:rsidRPr="00D910A1">
              <w:rPr>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58"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59"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5A" w14:textId="77777777" w:rsidR="00823707" w:rsidRPr="00D910A1" w:rsidRDefault="00823707" w:rsidP="00406546">
            <w:pPr>
              <w:pStyle w:val="TAL"/>
              <w:rPr>
                <w:sz w:val="16"/>
                <w:szCs w:val="16"/>
              </w:rPr>
            </w:pPr>
            <w:r w:rsidRPr="00D910A1">
              <w:rPr>
                <w:sz w:val="16"/>
                <w:szCs w:val="16"/>
              </w:rPr>
              <w:t>CR to TS 38.113 Editorial Corrections(clause 2 &amp; subclause 3.1)_r1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5B" w14:textId="77777777" w:rsidR="00823707" w:rsidRPr="00D910A1" w:rsidRDefault="00823707" w:rsidP="00406546">
            <w:pPr>
              <w:pStyle w:val="TAC"/>
              <w:rPr>
                <w:sz w:val="16"/>
                <w:szCs w:val="16"/>
              </w:rPr>
            </w:pPr>
            <w:r w:rsidRPr="00D910A1">
              <w:rPr>
                <w:sz w:val="16"/>
                <w:szCs w:val="16"/>
              </w:rPr>
              <w:t>15.8.0</w:t>
            </w:r>
          </w:p>
        </w:tc>
      </w:tr>
      <w:tr w:rsidR="00BA6AD9" w:rsidRPr="00D910A1" w14:paraId="1E186D65"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D" w14:textId="77777777" w:rsidR="00BA6AD9" w:rsidRPr="00D910A1" w:rsidRDefault="00BA6AD9" w:rsidP="00BA6AD9">
            <w:pPr>
              <w:pStyle w:val="TAC"/>
              <w:rPr>
                <w:sz w:val="16"/>
                <w:szCs w:val="16"/>
              </w:rPr>
            </w:pPr>
            <w:r w:rsidRPr="00D910A1">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E" w14:textId="77777777" w:rsidR="00BA6AD9" w:rsidRPr="00D910A1" w:rsidRDefault="00BA6AD9" w:rsidP="00BA6AD9">
            <w:pPr>
              <w:pStyle w:val="TAC"/>
              <w:rPr>
                <w:sz w:val="16"/>
                <w:szCs w:val="16"/>
              </w:rPr>
            </w:pPr>
            <w:r w:rsidRPr="00D910A1">
              <w:rPr>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5F" w14:textId="77777777" w:rsidR="00BA6AD9" w:rsidRPr="00D910A1" w:rsidRDefault="00BA6AD9" w:rsidP="00BA6AD9">
            <w:pPr>
              <w:pStyle w:val="TAC"/>
              <w:rPr>
                <w:sz w:val="16"/>
                <w:szCs w:val="16"/>
              </w:rPr>
            </w:pPr>
            <w:r w:rsidRPr="00D910A1">
              <w:rPr>
                <w:sz w:val="16"/>
                <w:szCs w:val="16"/>
              </w:rPr>
              <w:t>RP-200399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60" w14:textId="77777777" w:rsidR="00BA6AD9" w:rsidRPr="00D910A1" w:rsidRDefault="00BA6AD9" w:rsidP="00BA6AD9">
            <w:pPr>
              <w:pStyle w:val="TAL"/>
              <w:rPr>
                <w:sz w:val="16"/>
                <w:szCs w:val="16"/>
              </w:rPr>
            </w:pPr>
            <w:r w:rsidRPr="00D910A1">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1" w14:textId="77777777" w:rsidR="00BA6AD9" w:rsidRPr="00D910A1" w:rsidRDefault="00BA6AD9" w:rsidP="00BA6AD9">
            <w:pPr>
              <w:pStyle w:val="TAC"/>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2" w14:textId="77777777" w:rsidR="00BA6AD9" w:rsidRPr="00D910A1" w:rsidRDefault="00BA6AD9" w:rsidP="00BA6AD9">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63" w14:textId="77777777" w:rsidR="00BA6AD9" w:rsidRPr="00D910A1" w:rsidRDefault="00BA6AD9" w:rsidP="00BA6AD9">
            <w:pPr>
              <w:pStyle w:val="TAL"/>
              <w:rPr>
                <w:sz w:val="16"/>
                <w:szCs w:val="16"/>
              </w:rPr>
            </w:pPr>
            <w:r w:rsidRPr="00D910A1">
              <w:rPr>
                <w:sz w:val="16"/>
                <w:szCs w:val="16"/>
              </w:rPr>
              <w:t>CR to TS 38.113 Add the transmitter exclusion band for NR BS(subclause 4.4.1)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64" w14:textId="77777777" w:rsidR="00BA6AD9" w:rsidRPr="00ED67C1" w:rsidRDefault="00BA6AD9" w:rsidP="00BA6AD9">
            <w:pPr>
              <w:pStyle w:val="TAC"/>
              <w:rPr>
                <w:sz w:val="16"/>
                <w:szCs w:val="16"/>
              </w:rPr>
            </w:pPr>
            <w:r w:rsidRPr="00D910A1">
              <w:rPr>
                <w:sz w:val="16"/>
                <w:szCs w:val="16"/>
              </w:rPr>
              <w:t>15.9.0</w:t>
            </w:r>
          </w:p>
        </w:tc>
      </w:tr>
      <w:tr w:rsidR="00BA6AD9" w:rsidRPr="00D910A1" w14:paraId="1E186D6E"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66" w14:textId="77777777" w:rsidR="00BA6AD9" w:rsidRPr="00D910A1" w:rsidRDefault="00BA6AD9" w:rsidP="00BA6AD9">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67" w14:textId="77777777" w:rsidR="00BA6AD9" w:rsidRPr="00D910A1" w:rsidRDefault="00BA6AD9" w:rsidP="00BA6AD9">
            <w:pPr>
              <w:pStyle w:val="TAC"/>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68" w14:textId="77777777" w:rsidR="00BA6AD9" w:rsidRPr="00D910A1" w:rsidRDefault="00BA6AD9" w:rsidP="00BA6AD9">
            <w:pPr>
              <w:pStyle w:val="TAC"/>
              <w:rPr>
                <w:sz w:val="16"/>
                <w:szCs w:val="16"/>
              </w:rPr>
            </w:pPr>
            <w:r w:rsidRPr="000605EC">
              <w:rPr>
                <w:sz w:val="16"/>
                <w:szCs w:val="16"/>
              </w:rPr>
              <w:t>RP-200986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69" w14:textId="77777777" w:rsidR="00BA6AD9" w:rsidRPr="00D910A1" w:rsidRDefault="00BA6AD9" w:rsidP="00BA6AD9">
            <w:pPr>
              <w:pStyle w:val="TAL"/>
              <w:rPr>
                <w:sz w:val="16"/>
                <w:szCs w:val="16"/>
              </w:rPr>
            </w:pPr>
            <w:r>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A" w14:textId="77777777" w:rsidR="00BA6AD9" w:rsidRPr="00D910A1" w:rsidRDefault="00BA6AD9" w:rsidP="00BA6AD9">
            <w:pPr>
              <w:pStyle w:val="TAC"/>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B" w14:textId="77777777" w:rsidR="00BA6AD9" w:rsidRPr="00D910A1" w:rsidRDefault="00BA6AD9" w:rsidP="00BA6AD9">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6C" w14:textId="77777777" w:rsidR="00BA6AD9" w:rsidRPr="00D910A1" w:rsidRDefault="00BA6AD9" w:rsidP="00BA6AD9">
            <w:pPr>
              <w:pStyle w:val="TAL"/>
              <w:rPr>
                <w:sz w:val="16"/>
                <w:szCs w:val="16"/>
              </w:rPr>
            </w:pPr>
            <w:r w:rsidRPr="000605EC">
              <w:rPr>
                <w:sz w:val="16"/>
                <w:szCs w:val="16"/>
              </w:rPr>
              <w:t>[R15]CR to TS 38.113 Add the reverberation chamber for radiated immunity testing (clause 2</w:t>
            </w:r>
            <w:r>
              <w:rPr>
                <w:sz w:val="16"/>
                <w:szCs w:val="16"/>
              </w:rPr>
              <w: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6D" w14:textId="77777777" w:rsidR="00BA6AD9" w:rsidRPr="00D910A1" w:rsidRDefault="00BA6AD9" w:rsidP="00BA6AD9">
            <w:pPr>
              <w:pStyle w:val="TAC"/>
              <w:rPr>
                <w:sz w:val="16"/>
                <w:szCs w:val="16"/>
              </w:rPr>
            </w:pPr>
            <w:r>
              <w:rPr>
                <w:sz w:val="16"/>
                <w:szCs w:val="16"/>
              </w:rPr>
              <w:t>15.10.0</w:t>
            </w:r>
          </w:p>
        </w:tc>
      </w:tr>
      <w:tr w:rsidR="00BA6AD9" w:rsidRPr="00D910A1" w14:paraId="1E186D77"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6F" w14:textId="77777777" w:rsidR="00BA6AD9" w:rsidRDefault="00BA6AD9" w:rsidP="00BA6AD9">
            <w:pPr>
              <w:pStyle w:val="TAC"/>
              <w:rPr>
                <w:sz w:val="16"/>
                <w:szCs w:val="16"/>
              </w:rPr>
            </w:pPr>
            <w:r>
              <w:rPr>
                <w:sz w:val="16"/>
                <w:szCs w:val="16"/>
              </w:rPr>
              <w:t>2020-07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70" w14:textId="77777777" w:rsidR="00BA6AD9" w:rsidRDefault="00BA6AD9" w:rsidP="00BA6AD9">
            <w:pPr>
              <w:pStyle w:val="TAC"/>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71" w14:textId="77777777" w:rsidR="00BA6AD9" w:rsidRPr="000605EC" w:rsidRDefault="00BA6AD9" w:rsidP="00BA6AD9">
            <w:pPr>
              <w:pStyle w:val="TAC"/>
              <w:rPr>
                <w:sz w:val="16"/>
                <w:szCs w:val="16"/>
              </w:rPr>
            </w:pPr>
            <w:r>
              <w:rPr>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72" w14:textId="77777777" w:rsidR="00BA6AD9" w:rsidRDefault="00BA6AD9" w:rsidP="00BA6AD9">
            <w:pPr>
              <w:pStyle w:val="TAL"/>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3" w14:textId="77777777" w:rsidR="00BA6AD9" w:rsidRDefault="00BA6AD9" w:rsidP="00BA6AD9">
            <w:pPr>
              <w:pStyle w:val="TAC"/>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4" w14:textId="77777777" w:rsidR="00BA6AD9" w:rsidRDefault="00BA6AD9" w:rsidP="00BA6AD9">
            <w:pPr>
              <w:pStyle w:val="TAC"/>
              <w:rPr>
                <w:sz w:val="16"/>
                <w:szCs w:val="16"/>
              </w:rPr>
            </w:pPr>
            <w:r>
              <w:rPr>
                <w:sz w:val="16"/>
                <w:szCs w:val="16"/>
              </w:rPr>
              <w:t>-</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75" w14:textId="77777777" w:rsidR="00BA6AD9" w:rsidRPr="000605EC" w:rsidRDefault="00BA6AD9" w:rsidP="00BA6AD9">
            <w:pPr>
              <w:pStyle w:val="TAL"/>
              <w:rPr>
                <w:sz w:val="16"/>
                <w:szCs w:val="16"/>
              </w:rPr>
            </w:pPr>
            <w:r>
              <w:rPr>
                <w:sz w:val="16"/>
                <w:szCs w:val="16"/>
              </w:rPr>
              <w:t>Update to Rel-16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76" w14:textId="77777777" w:rsidR="00BA6AD9" w:rsidRPr="00BA6AD9" w:rsidRDefault="00BA6AD9" w:rsidP="00BA6AD9">
            <w:pPr>
              <w:pStyle w:val="TAC"/>
              <w:rPr>
                <w:bCs/>
                <w:sz w:val="16"/>
                <w:szCs w:val="16"/>
              </w:rPr>
            </w:pPr>
            <w:r w:rsidRPr="00BA6AD9">
              <w:rPr>
                <w:bCs/>
                <w:sz w:val="16"/>
                <w:szCs w:val="16"/>
              </w:rPr>
              <w:t>16.0.0</w:t>
            </w:r>
          </w:p>
        </w:tc>
      </w:tr>
      <w:tr w:rsidR="00BA6AD9" w:rsidRPr="00D910A1" w14:paraId="1E186D80"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78" w14:textId="77777777" w:rsidR="00BA6AD9" w:rsidRDefault="00BA6AD9" w:rsidP="00BA6AD9">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79" w14:textId="77777777" w:rsidR="00BA6AD9" w:rsidRDefault="00BA6AD9" w:rsidP="00BA6AD9">
            <w:pPr>
              <w:pStyle w:val="TAC"/>
              <w:rPr>
                <w:sz w:val="16"/>
                <w:szCs w:val="16"/>
              </w:rPr>
            </w:pPr>
            <w:r>
              <w:rPr>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7A" w14:textId="77777777" w:rsidR="00BA6AD9" w:rsidRPr="00456274" w:rsidRDefault="00BA6AD9" w:rsidP="00456274">
            <w:pPr>
              <w:spacing w:after="0"/>
              <w:jc w:val="center"/>
              <w:rPr>
                <w:rFonts w:cs="Arial"/>
                <w:sz w:val="16"/>
                <w:szCs w:val="16"/>
                <w:lang w:eastAsia="en-GB"/>
              </w:rPr>
            </w:pPr>
            <w:r>
              <w:rPr>
                <w:rFonts w:ascii="Arial" w:hAnsi="Arial" w:cs="Arial"/>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7B" w14:textId="77777777" w:rsidR="00BA6AD9" w:rsidRDefault="00BA6AD9" w:rsidP="00BA6AD9">
            <w:pPr>
              <w:pStyle w:val="TAL"/>
              <w:rPr>
                <w:sz w:val="16"/>
                <w:szCs w:val="16"/>
              </w:rPr>
            </w:pPr>
            <w:r>
              <w:rPr>
                <w:rFonts w:cs="Arial"/>
                <w:sz w:val="16"/>
                <w:szCs w:val="16"/>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C" w14:textId="77777777" w:rsidR="00BA6AD9" w:rsidRDefault="00BA6AD9" w:rsidP="00BA6AD9">
            <w:pPr>
              <w:pStyle w:val="TAC"/>
              <w:rPr>
                <w:sz w:val="16"/>
                <w:szCs w:val="16"/>
              </w:rPr>
            </w:pPr>
            <w:r>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D" w14:textId="77777777" w:rsidR="00BA6AD9" w:rsidRDefault="00BA6AD9" w:rsidP="00BA6AD9">
            <w:pPr>
              <w:pStyle w:val="TAC"/>
              <w:rPr>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7E" w14:textId="77777777" w:rsidR="00BA6AD9" w:rsidRPr="00456274" w:rsidRDefault="00BA6AD9" w:rsidP="00456274">
            <w:pPr>
              <w:spacing w:after="0"/>
              <w:rPr>
                <w:rFonts w:cs="Arial"/>
                <w:sz w:val="16"/>
                <w:szCs w:val="16"/>
                <w:lang w:eastAsia="en-GB"/>
              </w:rPr>
            </w:pPr>
            <w:r>
              <w:rPr>
                <w:rFonts w:ascii="Arial" w:hAnsi="Arial" w:cs="Arial"/>
                <w:sz w:val="16"/>
                <w:szCs w:val="16"/>
              </w:rPr>
              <w:t>CR to TS 38.113: direct field strength measurements for the EMC RE,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7F" w14:textId="77777777" w:rsidR="00BA6AD9" w:rsidRPr="00BA6AD9" w:rsidRDefault="00BA6AD9" w:rsidP="00BA6AD9">
            <w:pPr>
              <w:pStyle w:val="TAC"/>
              <w:rPr>
                <w:bCs/>
                <w:sz w:val="16"/>
                <w:szCs w:val="16"/>
              </w:rPr>
            </w:pPr>
            <w:r>
              <w:rPr>
                <w:bCs/>
                <w:sz w:val="16"/>
                <w:szCs w:val="16"/>
              </w:rPr>
              <w:t>16.1.0</w:t>
            </w:r>
          </w:p>
        </w:tc>
      </w:tr>
      <w:tr w:rsidR="00B212F4" w:rsidRPr="00D910A1" w14:paraId="1E186D89"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1" w14:textId="77777777" w:rsidR="00B212F4" w:rsidRDefault="00B212F4" w:rsidP="00B212F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2" w14:textId="77777777" w:rsidR="00B212F4" w:rsidRDefault="00B212F4" w:rsidP="00B212F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83" w14:textId="77777777" w:rsidR="00B212F4" w:rsidRDefault="00B212F4" w:rsidP="00B212F4">
            <w:pPr>
              <w:spacing w:after="0"/>
              <w:jc w:val="center"/>
              <w:rPr>
                <w:rFonts w:ascii="Arial" w:hAnsi="Arial" w:cs="Arial"/>
                <w:sz w:val="16"/>
                <w:szCs w:val="16"/>
              </w:rPr>
            </w:pPr>
            <w:r>
              <w:rPr>
                <w:rFonts w:ascii="Arial" w:hAnsi="Arial"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84" w14:textId="77777777" w:rsidR="00B212F4" w:rsidRDefault="00B212F4" w:rsidP="00B212F4">
            <w:pPr>
              <w:pStyle w:val="TAL"/>
              <w:rPr>
                <w:rFonts w:cs="Arial"/>
                <w:sz w:val="16"/>
                <w:szCs w:val="16"/>
              </w:rPr>
            </w:pPr>
            <w:r>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5" w14:textId="77777777" w:rsidR="00B212F4" w:rsidRDefault="00B212F4" w:rsidP="00B212F4">
            <w:pPr>
              <w:pStyle w:val="TAC"/>
              <w:rPr>
                <w:rFonts w:cs="Arial"/>
                <w:sz w:val="16"/>
                <w:szCs w:val="16"/>
              </w:rPr>
            </w:pPr>
            <w:r>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6" w14:textId="77777777" w:rsidR="00B212F4" w:rsidRDefault="00B212F4"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87" w14:textId="77777777" w:rsidR="00B212F4" w:rsidRDefault="00B212F4" w:rsidP="00B212F4">
            <w:pPr>
              <w:spacing w:after="0"/>
              <w:rPr>
                <w:rFonts w:ascii="Arial" w:hAnsi="Arial" w:cs="Arial"/>
                <w:sz w:val="16"/>
                <w:szCs w:val="16"/>
              </w:rPr>
            </w:pPr>
            <w:r>
              <w:rPr>
                <w:rFonts w:ascii="Arial" w:hAnsi="Arial" w:cs="Arial"/>
                <w:sz w:val="16"/>
                <w:szCs w:val="16"/>
              </w:rPr>
              <w:t>CR to TS 38.113: correction of the scope and other technical improvements,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88" w14:textId="77777777" w:rsidR="00B212F4" w:rsidRDefault="00B212F4" w:rsidP="00B212F4">
            <w:pPr>
              <w:pStyle w:val="TAC"/>
              <w:rPr>
                <w:bCs/>
                <w:sz w:val="16"/>
                <w:szCs w:val="16"/>
              </w:rPr>
            </w:pPr>
            <w:r>
              <w:rPr>
                <w:bCs/>
                <w:sz w:val="16"/>
                <w:szCs w:val="16"/>
              </w:rPr>
              <w:t>16.2.0</w:t>
            </w:r>
          </w:p>
        </w:tc>
      </w:tr>
      <w:tr w:rsidR="00B212F4" w:rsidRPr="00D910A1" w14:paraId="1E186D92"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A" w14:textId="77777777" w:rsidR="00B212F4" w:rsidRDefault="00B212F4" w:rsidP="00B212F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B" w14:textId="77777777" w:rsidR="00B212F4" w:rsidRDefault="00B212F4" w:rsidP="00B212F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8C" w14:textId="77777777" w:rsidR="00B212F4" w:rsidRDefault="00B212F4" w:rsidP="00B212F4">
            <w:pPr>
              <w:spacing w:after="0"/>
              <w:jc w:val="center"/>
              <w:rPr>
                <w:rFonts w:ascii="Arial" w:hAnsi="Arial" w:cs="Arial"/>
                <w:sz w:val="16"/>
                <w:szCs w:val="16"/>
              </w:rPr>
            </w:pPr>
            <w:r>
              <w:rPr>
                <w:rFonts w:ascii="Arial" w:hAnsi="Arial"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8D" w14:textId="77777777" w:rsidR="00B212F4" w:rsidRDefault="00B212F4" w:rsidP="00B212F4">
            <w:pPr>
              <w:pStyle w:val="TAL"/>
              <w:rPr>
                <w:rFonts w:cs="Arial"/>
                <w:sz w:val="16"/>
                <w:szCs w:val="16"/>
              </w:rPr>
            </w:pPr>
            <w:r>
              <w:rPr>
                <w:rFonts w:cs="Arial"/>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E" w14:textId="77777777" w:rsidR="00B212F4" w:rsidRDefault="00B212F4" w:rsidP="00B212F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F" w14:textId="77777777" w:rsidR="00B212F4" w:rsidRDefault="00B212F4"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90" w14:textId="77777777" w:rsidR="00B212F4" w:rsidRDefault="00B212F4" w:rsidP="00B212F4">
            <w:pPr>
              <w:spacing w:after="0"/>
              <w:rPr>
                <w:rFonts w:ascii="Arial" w:hAnsi="Arial" w:cs="Arial"/>
                <w:sz w:val="16"/>
                <w:szCs w:val="16"/>
              </w:rPr>
            </w:pPr>
            <w:r>
              <w:rPr>
                <w:rFonts w:ascii="Arial" w:hAnsi="Arial" w:cs="Arial"/>
                <w:sz w:val="16"/>
                <w:szCs w:val="16"/>
              </w:rPr>
              <w:t>CR to TS 38.113 on Voltage dips and interruptions, Release 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91" w14:textId="77777777" w:rsidR="00B212F4" w:rsidRDefault="00B212F4" w:rsidP="00B212F4">
            <w:pPr>
              <w:pStyle w:val="TAC"/>
              <w:rPr>
                <w:bCs/>
                <w:sz w:val="16"/>
                <w:szCs w:val="16"/>
              </w:rPr>
            </w:pPr>
            <w:r>
              <w:rPr>
                <w:bCs/>
                <w:sz w:val="16"/>
                <w:szCs w:val="16"/>
              </w:rPr>
              <w:t>16.2.0</w:t>
            </w:r>
          </w:p>
        </w:tc>
      </w:tr>
      <w:tr w:rsidR="00B656D7" w:rsidRPr="00D910A1" w14:paraId="0B69DEA5"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03565885" w14:textId="72E6DA15" w:rsidR="00B656D7" w:rsidRDefault="002D3B99" w:rsidP="00B212F4">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28E9719" w14:textId="22970420" w:rsidR="00B656D7" w:rsidRDefault="002D3B99" w:rsidP="00B212F4">
            <w:pPr>
              <w:pStyle w:val="TAC"/>
              <w:rPr>
                <w:sz w:val="16"/>
                <w:szCs w:val="16"/>
              </w:rPr>
            </w:pPr>
            <w:r>
              <w:rPr>
                <w:sz w:val="16"/>
                <w:szCs w:val="16"/>
              </w:rPr>
              <w:t>RAN#91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475713" w14:textId="59ED939B" w:rsidR="00B656D7" w:rsidRDefault="009F55C5" w:rsidP="00B212F4">
            <w:pPr>
              <w:spacing w:after="0"/>
              <w:jc w:val="center"/>
              <w:rPr>
                <w:rFonts w:ascii="Arial" w:hAnsi="Arial" w:cs="Arial"/>
                <w:sz w:val="16"/>
                <w:szCs w:val="16"/>
              </w:rPr>
            </w:pPr>
            <w:r>
              <w:rPr>
                <w:rFonts w:ascii="Arial" w:hAnsi="Arial" w:cs="Arial"/>
                <w:sz w:val="16"/>
                <w:szCs w:val="16"/>
              </w:rPr>
              <w:t>RP</w:t>
            </w:r>
            <w:r w:rsidR="0086063E">
              <w:rPr>
                <w:rFonts w:ascii="Arial" w:hAnsi="Arial" w:cs="Arial"/>
                <w:sz w:val="16"/>
                <w:szCs w:val="16"/>
              </w:rPr>
              <w:t>-</w:t>
            </w:r>
            <w:r w:rsidR="00555E63">
              <w:rPr>
                <w:rFonts w:ascii="Arial" w:hAnsi="Arial" w:cs="Arial"/>
                <w:sz w:val="16"/>
                <w:szCs w:val="16"/>
              </w:rPr>
              <w:t>210117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E44832" w14:textId="104C37D7" w:rsidR="00B656D7" w:rsidRDefault="00D55E61" w:rsidP="00B212F4">
            <w:pPr>
              <w:pStyle w:val="TAL"/>
              <w:rPr>
                <w:rFonts w:cs="Arial"/>
                <w:sz w:val="16"/>
                <w:szCs w:val="16"/>
              </w:rPr>
            </w:pPr>
            <w:r>
              <w:rPr>
                <w:rFonts w:cs="Arial"/>
                <w:sz w:val="16"/>
                <w:szCs w:val="16"/>
              </w:rPr>
              <w:t>0036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B28D44" w14:textId="77777777" w:rsidR="00B656D7" w:rsidRDefault="00B656D7"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E24124" w14:textId="62B264C0" w:rsidR="00B656D7" w:rsidRDefault="00D55E61"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EA014E" w14:textId="198759BB" w:rsidR="00B656D7" w:rsidRDefault="00D55E61" w:rsidP="00B212F4">
            <w:pPr>
              <w:spacing w:after="0"/>
              <w:rPr>
                <w:rFonts w:ascii="Arial" w:hAnsi="Arial" w:cs="Arial"/>
                <w:sz w:val="16"/>
                <w:szCs w:val="16"/>
              </w:rPr>
            </w:pPr>
            <w:r>
              <w:rPr>
                <w:rFonts w:ascii="Arial" w:hAnsi="Arial" w:cs="Arial"/>
                <w:sz w:val="16"/>
                <w:szCs w:val="16"/>
              </w:rPr>
              <w:t>CR to TS 38.113: Radiated emission test method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440F7A9" w14:textId="16DD69D2" w:rsidR="00B656D7" w:rsidRDefault="00FB3B21" w:rsidP="00B212F4">
            <w:pPr>
              <w:pStyle w:val="TAC"/>
              <w:rPr>
                <w:bCs/>
                <w:sz w:val="16"/>
                <w:szCs w:val="16"/>
              </w:rPr>
            </w:pPr>
            <w:r>
              <w:rPr>
                <w:bCs/>
                <w:sz w:val="16"/>
                <w:szCs w:val="16"/>
              </w:rPr>
              <w:t>16.3.0</w:t>
            </w:r>
          </w:p>
        </w:tc>
      </w:tr>
      <w:tr w:rsidR="0086063E" w:rsidRPr="00D910A1" w14:paraId="45803E0D"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562CF1DF" w14:textId="42189FCD" w:rsidR="0086063E" w:rsidRDefault="0086063E" w:rsidP="00B212F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47CB69" w14:textId="57D4E6B3" w:rsidR="0086063E" w:rsidRDefault="0086063E" w:rsidP="00B212F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E5334FC" w14:textId="6C6E8413" w:rsidR="0086063E" w:rsidRDefault="0086063E" w:rsidP="00B212F4">
            <w:pPr>
              <w:spacing w:after="0"/>
              <w:jc w:val="center"/>
              <w:rPr>
                <w:rFonts w:ascii="Arial" w:hAnsi="Arial" w:cs="Arial"/>
                <w:sz w:val="16"/>
                <w:szCs w:val="16"/>
              </w:rPr>
            </w:pPr>
            <w:r w:rsidRPr="0086063E">
              <w:rPr>
                <w:rFonts w:ascii="Arial" w:hAnsi="Arial" w:cs="Arial"/>
                <w:sz w:val="16"/>
                <w:szCs w:val="16"/>
              </w:rPr>
              <w:t>RP-211086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24B071" w14:textId="233DA4ED" w:rsidR="0086063E" w:rsidRDefault="0086063E" w:rsidP="00B212F4">
            <w:pPr>
              <w:pStyle w:val="TAL"/>
              <w:rPr>
                <w:rFonts w:cs="Arial"/>
                <w:sz w:val="16"/>
                <w:szCs w:val="16"/>
              </w:rPr>
            </w:pPr>
            <w:r>
              <w:rPr>
                <w:rFonts w:cs="Arial"/>
                <w:sz w:val="16"/>
                <w:szCs w:val="16"/>
              </w:rPr>
              <w:t>0038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91B37E" w14:textId="77777777" w:rsidR="0086063E" w:rsidRDefault="0086063E"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39FDDD0" w14:textId="50BD9CFF" w:rsidR="0086063E" w:rsidRDefault="0086063E"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0D43E9" w14:textId="63CF578D" w:rsidR="0086063E" w:rsidRDefault="0086063E" w:rsidP="00B212F4">
            <w:pPr>
              <w:spacing w:after="0"/>
              <w:rPr>
                <w:rFonts w:ascii="Arial" w:hAnsi="Arial" w:cs="Arial"/>
                <w:sz w:val="16"/>
                <w:szCs w:val="16"/>
              </w:rPr>
            </w:pPr>
            <w:r w:rsidRPr="0086063E">
              <w:rPr>
                <w:rFonts w:ascii="Arial" w:hAnsi="Arial" w:cs="Arial"/>
                <w:sz w:val="16"/>
                <w:szCs w:val="16"/>
              </w:rPr>
              <w:t>CR to TS 38.113: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F32933" w14:textId="4BF30FC2" w:rsidR="0086063E" w:rsidRDefault="0086063E" w:rsidP="00B212F4">
            <w:pPr>
              <w:pStyle w:val="TAC"/>
              <w:rPr>
                <w:bCs/>
                <w:sz w:val="16"/>
                <w:szCs w:val="16"/>
              </w:rPr>
            </w:pPr>
            <w:r>
              <w:rPr>
                <w:bCs/>
                <w:sz w:val="16"/>
                <w:szCs w:val="16"/>
              </w:rPr>
              <w:t>16.4.0</w:t>
            </w:r>
          </w:p>
        </w:tc>
      </w:tr>
      <w:tr w:rsidR="0086063E" w:rsidRPr="00D910A1" w14:paraId="46F7158D"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6F0E06FD" w14:textId="6CA46E78" w:rsidR="0086063E" w:rsidRDefault="0086063E" w:rsidP="00B212F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2F10D9" w14:textId="76D6328D" w:rsidR="0086063E" w:rsidRDefault="0086063E" w:rsidP="00B212F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0A60EE8" w14:textId="030FCEDD" w:rsidR="0086063E" w:rsidRDefault="0086063E" w:rsidP="00B212F4">
            <w:pPr>
              <w:spacing w:after="0"/>
              <w:jc w:val="center"/>
              <w:rPr>
                <w:rFonts w:ascii="Arial" w:hAnsi="Arial" w:cs="Arial"/>
                <w:sz w:val="16"/>
                <w:szCs w:val="16"/>
              </w:rPr>
            </w:pPr>
            <w:r w:rsidRPr="0086063E">
              <w:rPr>
                <w:rFonts w:ascii="Arial" w:hAnsi="Arial"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9684FD" w14:textId="51BD21FD" w:rsidR="0086063E" w:rsidRDefault="0086063E" w:rsidP="00B212F4">
            <w:pPr>
              <w:pStyle w:val="TAL"/>
              <w:rPr>
                <w:rFonts w:cs="Arial"/>
                <w:sz w:val="16"/>
                <w:szCs w:val="16"/>
              </w:rPr>
            </w:pPr>
            <w:r>
              <w:rPr>
                <w:rFonts w:cs="Arial"/>
                <w:sz w:val="16"/>
                <w:szCs w:val="16"/>
              </w:rPr>
              <w:t>0040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78CC48" w14:textId="1593A917" w:rsidR="0086063E" w:rsidRDefault="0086063E" w:rsidP="00B212F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41AEFD" w14:textId="17CF7E4B" w:rsidR="0086063E" w:rsidRDefault="0086063E"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E2E8AA" w14:textId="0C8EFD68" w:rsidR="0086063E" w:rsidRDefault="0086063E" w:rsidP="00B212F4">
            <w:pPr>
              <w:spacing w:after="0"/>
              <w:rPr>
                <w:rFonts w:ascii="Arial" w:hAnsi="Arial" w:cs="Arial"/>
                <w:sz w:val="16"/>
                <w:szCs w:val="16"/>
              </w:rPr>
            </w:pPr>
            <w:r w:rsidRPr="0086063E">
              <w:rPr>
                <w:rFonts w:ascii="Arial" w:hAnsi="Arial" w:cs="Arial"/>
                <w:sz w:val="16"/>
                <w:szCs w:val="16"/>
              </w:rPr>
              <w:t>CR to TS 38.113 on Performance criteria for transient phenomena, Release 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04A9E8" w14:textId="52C7D206" w:rsidR="0086063E" w:rsidRDefault="0086063E" w:rsidP="00B212F4">
            <w:pPr>
              <w:pStyle w:val="TAC"/>
              <w:rPr>
                <w:bCs/>
                <w:sz w:val="16"/>
                <w:szCs w:val="16"/>
              </w:rPr>
            </w:pPr>
            <w:r>
              <w:rPr>
                <w:bCs/>
                <w:sz w:val="16"/>
                <w:szCs w:val="16"/>
              </w:rPr>
              <w:t>16.4.0</w:t>
            </w:r>
          </w:p>
        </w:tc>
      </w:tr>
      <w:tr w:rsidR="005B5151" w:rsidRPr="00D910A1" w14:paraId="3C86B976"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02F1394B" w14:textId="28CFF1B8" w:rsidR="005B5151" w:rsidRDefault="005B5151" w:rsidP="00B212F4">
            <w:pPr>
              <w:pStyle w:val="TAC"/>
              <w:rPr>
                <w:sz w:val="16"/>
                <w:szCs w:val="16"/>
              </w:rPr>
            </w:pPr>
            <w:r>
              <w:rPr>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2FAF3C" w14:textId="046A231B" w:rsidR="005B5151" w:rsidRDefault="005B5151" w:rsidP="00B212F4">
            <w:pPr>
              <w:pStyle w:val="TAC"/>
              <w:rPr>
                <w:sz w:val="16"/>
                <w:szCs w:val="16"/>
              </w:rPr>
            </w:pPr>
            <w:r>
              <w:rPr>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628B74" w14:textId="7C15F5BF" w:rsidR="005B5151" w:rsidRPr="0086063E" w:rsidRDefault="005B5151" w:rsidP="00B212F4">
            <w:pPr>
              <w:spacing w:after="0"/>
              <w:jc w:val="center"/>
              <w:rPr>
                <w:rFonts w:ascii="Arial" w:hAnsi="Arial" w:cs="Arial"/>
                <w:sz w:val="16"/>
                <w:szCs w:val="16"/>
              </w:rPr>
            </w:pPr>
            <w:r w:rsidRPr="005B5151">
              <w:rPr>
                <w:rFonts w:ascii="Arial" w:hAnsi="Arial" w:cs="Arial"/>
                <w:sz w:val="16"/>
                <w:szCs w:val="16"/>
              </w:rPr>
              <w:t>RP-211922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8CDF3F" w14:textId="0DB137EE" w:rsidR="005B5151" w:rsidRDefault="005B5151" w:rsidP="00B212F4">
            <w:pPr>
              <w:pStyle w:val="TAL"/>
              <w:rPr>
                <w:rFonts w:cs="Arial"/>
                <w:sz w:val="16"/>
                <w:szCs w:val="16"/>
              </w:rPr>
            </w:pPr>
            <w:r>
              <w:rPr>
                <w:rFonts w:cs="Arial"/>
                <w:sz w:val="16"/>
                <w:szCs w:val="16"/>
              </w:rPr>
              <w:t>0044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5D4256" w14:textId="77777777" w:rsidR="005B5151" w:rsidRDefault="005B5151"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C6BDE6" w14:textId="7E55BD81" w:rsidR="005B5151" w:rsidRDefault="005B5151"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700688" w14:textId="0E1E6737" w:rsidR="005B5151" w:rsidRPr="0086063E" w:rsidRDefault="005B5151" w:rsidP="00B212F4">
            <w:pPr>
              <w:spacing w:after="0"/>
              <w:rPr>
                <w:rFonts w:ascii="Arial" w:hAnsi="Arial" w:cs="Arial"/>
                <w:sz w:val="16"/>
                <w:szCs w:val="16"/>
              </w:rPr>
            </w:pPr>
            <w:r w:rsidRPr="005B5151">
              <w:rPr>
                <w:rFonts w:ascii="Arial" w:hAnsi="Arial" w:cs="Arial"/>
                <w:sz w:val="16"/>
                <w:szCs w:val="16"/>
              </w:rPr>
              <w:t>Big CR for TS 38.113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4B77169" w14:textId="2AFBC818" w:rsidR="005B5151" w:rsidRDefault="005B5151" w:rsidP="00B212F4">
            <w:pPr>
              <w:pStyle w:val="TAC"/>
              <w:rPr>
                <w:bCs/>
                <w:sz w:val="16"/>
                <w:szCs w:val="16"/>
              </w:rPr>
            </w:pPr>
            <w:r>
              <w:rPr>
                <w:bCs/>
                <w:sz w:val="16"/>
                <w:szCs w:val="16"/>
              </w:rPr>
              <w:t>16.5.0</w:t>
            </w:r>
          </w:p>
        </w:tc>
      </w:tr>
    </w:tbl>
    <w:p w14:paraId="1E186D93" w14:textId="77777777" w:rsidR="00823707" w:rsidRPr="004E4DC6" w:rsidRDefault="00823707" w:rsidP="00823707">
      <w:pPr>
        <w:rPr>
          <w:lang w:eastAsia="en-GB"/>
        </w:rPr>
      </w:pPr>
      <w:bookmarkStart w:id="1334" w:name="_Hlk99715124"/>
    </w:p>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01"/>
        <w:gridCol w:w="953"/>
        <w:gridCol w:w="567"/>
        <w:gridCol w:w="425"/>
        <w:gridCol w:w="425"/>
        <w:gridCol w:w="4965"/>
        <w:gridCol w:w="708"/>
      </w:tblGrid>
      <w:tr w:rsidR="009C2758" w:rsidRPr="002E7774" w14:paraId="24FD8A1F" w14:textId="77777777" w:rsidTr="00142FCE">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06848561"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b/>
                <w:sz w:val="16"/>
                <w:lang w:eastAsia="en-GB"/>
              </w:rPr>
            </w:pPr>
            <w:r w:rsidRPr="002E7774">
              <w:rPr>
                <w:rFonts w:ascii="Arial" w:eastAsia="SimSun" w:hAnsi="Arial"/>
                <w:b/>
                <w:sz w:val="18"/>
                <w:lang w:eastAsia="en-GB"/>
              </w:rPr>
              <w:t>Change history</w:t>
            </w:r>
          </w:p>
        </w:tc>
      </w:tr>
      <w:tr w:rsidR="009C2758" w:rsidRPr="002E7774" w14:paraId="2FF7D837" w14:textId="77777777" w:rsidTr="00142FCE">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2DA87D5D"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Date</w:t>
            </w:r>
          </w:p>
        </w:tc>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33DE11CF"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Meeting</w:t>
            </w:r>
          </w:p>
        </w:tc>
        <w:tc>
          <w:tcPr>
            <w:tcW w:w="953" w:type="dxa"/>
            <w:tcBorders>
              <w:top w:val="single" w:sz="6" w:space="0" w:color="auto"/>
              <w:left w:val="single" w:sz="6" w:space="0" w:color="auto"/>
              <w:bottom w:val="single" w:sz="6" w:space="0" w:color="auto"/>
              <w:right w:val="single" w:sz="6" w:space="0" w:color="auto"/>
            </w:tcBorders>
            <w:shd w:val="pct10" w:color="auto" w:fill="FFFFFF"/>
            <w:hideMark/>
          </w:tcPr>
          <w:p w14:paraId="695DEE70"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53914063"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065FFFEB"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2BE987B4"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3907DA1C"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7D473637"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b/>
                <w:sz w:val="16"/>
                <w:lang w:eastAsia="en-GB"/>
              </w:rPr>
            </w:pPr>
            <w:r w:rsidRPr="002E7774">
              <w:rPr>
                <w:rFonts w:ascii="Arial" w:eastAsia="SimSun" w:hAnsi="Arial"/>
                <w:b/>
                <w:sz w:val="16"/>
                <w:lang w:eastAsia="en-GB"/>
              </w:rPr>
              <w:t>New version</w:t>
            </w:r>
          </w:p>
        </w:tc>
      </w:tr>
      <w:tr w:rsidR="009C2758" w:rsidRPr="002E7774" w14:paraId="75EB09CD"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522E6FC0"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sz w:val="16"/>
                <w:szCs w:val="16"/>
                <w:lang w:val="en-US" w:eastAsia="ja-JP"/>
              </w:rPr>
            </w:pPr>
            <w:r w:rsidRPr="002E7774">
              <w:rPr>
                <w:rFonts w:ascii="Arial" w:eastAsia="SimSun" w:hAnsi="Arial"/>
                <w:sz w:val="16"/>
                <w:szCs w:val="16"/>
                <w:lang w:eastAsia="en-GB"/>
              </w:rPr>
              <w:t>202</w:t>
            </w:r>
            <w:r>
              <w:rPr>
                <w:rFonts w:ascii="Arial" w:eastAsia="SimSun" w:hAnsi="Arial"/>
                <w:sz w:val="16"/>
                <w:szCs w:val="16"/>
                <w:lang w:eastAsia="en-GB"/>
              </w:rPr>
              <w:t>2</w:t>
            </w:r>
            <w:r w:rsidRPr="002E7774">
              <w:rPr>
                <w:rFonts w:ascii="Arial" w:eastAsia="SimSun" w:hAnsi="Arial"/>
                <w:sz w:val="16"/>
                <w:szCs w:val="16"/>
                <w:lang w:eastAsia="en-GB"/>
              </w:rPr>
              <w:t>-03</w:t>
            </w:r>
          </w:p>
        </w:tc>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5A81F450"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sz w:val="16"/>
                <w:szCs w:val="16"/>
                <w:lang w:eastAsia="ja-JP"/>
              </w:rPr>
            </w:pPr>
            <w:r w:rsidRPr="002E7774">
              <w:rPr>
                <w:rFonts w:ascii="Arial" w:eastAsia="SimSun" w:hAnsi="Arial"/>
                <w:sz w:val="16"/>
                <w:szCs w:val="16"/>
                <w:lang w:eastAsia="en-GB"/>
              </w:rPr>
              <w:t>RAN#9</w:t>
            </w:r>
            <w:r>
              <w:rPr>
                <w:rFonts w:ascii="Arial" w:eastAsia="SimSun" w:hAnsi="Arial"/>
                <w:sz w:val="16"/>
                <w:szCs w:val="16"/>
                <w:lang w:eastAsia="en-GB"/>
              </w:rPr>
              <w:t>5</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4686798E"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F203EB" w14:textId="77777777" w:rsidR="009C2758" w:rsidRPr="002E7774" w:rsidRDefault="009C2758" w:rsidP="00142FCE">
            <w:pPr>
              <w:keepNext/>
              <w:keepLines/>
              <w:overflowPunct w:val="0"/>
              <w:autoSpaceDE w:val="0"/>
              <w:autoSpaceDN w:val="0"/>
              <w:adjustRightInd w:val="0"/>
              <w:spacing w:after="0"/>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8D2536"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D97677"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50A271CB" w14:textId="3EA2EF27" w:rsidR="009C2758" w:rsidRPr="009C2758" w:rsidRDefault="009C2758" w:rsidP="009C2758">
            <w:pPr>
              <w:pStyle w:val="TAL"/>
              <w:rPr>
                <w:rFonts w:eastAsia="SimSun"/>
                <w:sz w:val="16"/>
                <w:szCs w:val="16"/>
                <w:lang w:eastAsia="zh-CN"/>
              </w:rPr>
            </w:pPr>
            <w:r w:rsidRPr="009C2758">
              <w:rPr>
                <w:rFonts w:eastAsia="SimSun"/>
                <w:sz w:val="16"/>
                <w:szCs w:val="16"/>
                <w:lang w:eastAsia="en-GB"/>
              </w:rPr>
              <w:t>Update to Rel-17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2F46C4A" w14:textId="77777777" w:rsidR="009C2758" w:rsidRPr="002E7774" w:rsidRDefault="009C2758" w:rsidP="00142FCE">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sidRPr="002E7774">
              <w:rPr>
                <w:rFonts w:ascii="Arial" w:eastAsia="SimSun" w:hAnsi="Arial"/>
                <w:sz w:val="16"/>
                <w:szCs w:val="16"/>
                <w:lang w:eastAsia="zh-CN"/>
              </w:rPr>
              <w:t>17.0.0</w:t>
            </w:r>
          </w:p>
        </w:tc>
      </w:tr>
      <w:tr w:rsidR="0077187B" w:rsidRPr="002E7774" w14:paraId="6E57D6E0"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tcPr>
          <w:p w14:paraId="2D2D4390" w14:textId="3AF14B43" w:rsidR="0077187B" w:rsidRPr="002E7774" w:rsidRDefault="0077187B"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3C85B50B" w14:textId="6D70CFDB" w:rsidR="0077187B" w:rsidRPr="002E7774" w:rsidRDefault="0077187B"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07F36A4" w14:textId="3EE92F1F" w:rsidR="0077187B" w:rsidRPr="002E7774" w:rsidRDefault="0077187B" w:rsidP="00142FCE">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r w:rsidRPr="0077187B">
              <w:rPr>
                <w:rFonts w:ascii="Arial" w:eastAsia="SimSun" w:hAnsi="Arial" w:cs="Arial"/>
                <w:sz w:val="16"/>
                <w:szCs w:val="16"/>
                <w:lang w:eastAsia="ja-JP"/>
              </w:rPr>
              <w:t>RP-221655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603500" w14:textId="5D1BA8B4" w:rsidR="0077187B" w:rsidRPr="002E7774" w:rsidRDefault="0077187B" w:rsidP="00142FCE">
            <w:pPr>
              <w:keepNext/>
              <w:keepLines/>
              <w:overflowPunct w:val="0"/>
              <w:autoSpaceDE w:val="0"/>
              <w:autoSpaceDN w:val="0"/>
              <w:adjustRightInd w:val="0"/>
              <w:spacing w:after="0"/>
              <w:textAlignment w:val="baseline"/>
              <w:rPr>
                <w:rFonts w:ascii="Arial" w:eastAsia="SimSun" w:hAnsi="Arial"/>
                <w:sz w:val="16"/>
                <w:szCs w:val="16"/>
                <w:lang w:eastAsia="en-GB"/>
              </w:rPr>
            </w:pPr>
            <w:r>
              <w:rPr>
                <w:rFonts w:ascii="Arial" w:eastAsia="SimSun" w:hAnsi="Arial"/>
                <w:sz w:val="16"/>
                <w:szCs w:val="16"/>
                <w:lang w:eastAsia="en-GB"/>
              </w:rPr>
              <w:t>0050</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DE31EB" w14:textId="77777777" w:rsidR="0077187B" w:rsidRPr="002E7774" w:rsidRDefault="0077187B"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2DD3F2" w14:textId="42CA9A9B" w:rsidR="0077187B" w:rsidRPr="002E7774" w:rsidRDefault="0077187B"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A</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1828C102" w14:textId="7488BC55" w:rsidR="0077187B" w:rsidRPr="009C2758" w:rsidRDefault="0077187B" w:rsidP="009C2758">
            <w:pPr>
              <w:pStyle w:val="TAL"/>
              <w:rPr>
                <w:rFonts w:eastAsia="SimSun"/>
                <w:sz w:val="16"/>
                <w:szCs w:val="16"/>
                <w:lang w:eastAsia="en-GB"/>
              </w:rPr>
            </w:pPr>
            <w:r w:rsidRPr="0077187B">
              <w:rPr>
                <w:rFonts w:eastAsia="SimSun"/>
                <w:sz w:val="16"/>
                <w:szCs w:val="16"/>
                <w:lang w:eastAsia="en-GB"/>
              </w:rPr>
              <w:t>Big CR for TS 38.113 Maintenance (Rel-17,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E813840" w14:textId="489F8BB2" w:rsidR="0077187B" w:rsidRPr="002E7774" w:rsidRDefault="0077187B" w:rsidP="00142FCE">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Pr>
                <w:rFonts w:ascii="Arial" w:eastAsia="SimSun" w:hAnsi="Arial"/>
                <w:sz w:val="16"/>
                <w:szCs w:val="16"/>
                <w:lang w:eastAsia="zh-CN"/>
              </w:rPr>
              <w:t>17.1.0</w:t>
            </w:r>
          </w:p>
        </w:tc>
      </w:tr>
      <w:tr w:rsidR="00EA27C1" w:rsidRPr="002E7774" w14:paraId="0EBCAA2F" w14:textId="77777777" w:rsidTr="00142FCE">
        <w:tc>
          <w:tcPr>
            <w:tcW w:w="801" w:type="dxa"/>
            <w:tcBorders>
              <w:top w:val="single" w:sz="6" w:space="0" w:color="auto"/>
              <w:left w:val="single" w:sz="6" w:space="0" w:color="auto"/>
              <w:bottom w:val="single" w:sz="6" w:space="0" w:color="auto"/>
              <w:right w:val="single" w:sz="6" w:space="0" w:color="auto"/>
            </w:tcBorders>
            <w:shd w:val="solid" w:color="FFFFFF" w:fill="auto"/>
          </w:tcPr>
          <w:p w14:paraId="1919C427" w14:textId="0198E8A7" w:rsidR="00EA27C1" w:rsidRDefault="00EA27C1"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0C86DAB2" w14:textId="0675365D" w:rsidR="00EA27C1" w:rsidRDefault="00EA27C1"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2C809FEE" w14:textId="30441E7E" w:rsidR="00EA27C1" w:rsidRPr="0077187B" w:rsidRDefault="00EA27C1" w:rsidP="00142FCE">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r w:rsidRPr="00EA27C1">
              <w:rPr>
                <w:rFonts w:ascii="Arial" w:eastAsia="SimSun" w:hAnsi="Arial" w:cs="Arial"/>
                <w:sz w:val="16"/>
                <w:szCs w:val="16"/>
                <w:lang w:eastAsia="ja-JP"/>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8428F4" w14:textId="6DA8FB04" w:rsidR="00EA27C1" w:rsidRDefault="00EA27C1" w:rsidP="00142FCE">
            <w:pPr>
              <w:keepNext/>
              <w:keepLines/>
              <w:overflowPunct w:val="0"/>
              <w:autoSpaceDE w:val="0"/>
              <w:autoSpaceDN w:val="0"/>
              <w:adjustRightInd w:val="0"/>
              <w:spacing w:after="0"/>
              <w:textAlignment w:val="baseline"/>
              <w:rPr>
                <w:rFonts w:ascii="Arial" w:eastAsia="SimSun" w:hAnsi="Arial"/>
                <w:sz w:val="16"/>
                <w:szCs w:val="16"/>
                <w:lang w:eastAsia="en-GB"/>
              </w:rPr>
            </w:pPr>
            <w:r w:rsidRPr="00EA27C1">
              <w:rPr>
                <w:rFonts w:ascii="Arial" w:eastAsia="SimSun" w:hAnsi="Arial"/>
                <w:sz w:val="16"/>
                <w:szCs w:val="16"/>
                <w:lang w:eastAsia="en-GB"/>
              </w:rPr>
              <w:t>0053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23FB06" w14:textId="77777777" w:rsidR="00EA27C1" w:rsidRPr="002E7774" w:rsidRDefault="00EA27C1"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61DB9D" w14:textId="589E8F44" w:rsidR="00EA27C1" w:rsidRDefault="00EA27C1" w:rsidP="00142FCE">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A32E5FC" w14:textId="208B76CD" w:rsidR="00EA27C1" w:rsidRPr="0077187B" w:rsidRDefault="00EA27C1" w:rsidP="009C2758">
            <w:pPr>
              <w:pStyle w:val="TAL"/>
              <w:rPr>
                <w:rFonts w:eastAsia="SimSun"/>
                <w:sz w:val="16"/>
                <w:szCs w:val="16"/>
                <w:lang w:eastAsia="en-GB"/>
              </w:rPr>
            </w:pPr>
            <w:r w:rsidRPr="00EA27C1">
              <w:rPr>
                <w:rFonts w:eastAsia="SimSun"/>
                <w:sz w:val="16"/>
                <w:szCs w:val="16"/>
                <w:lang w:eastAsia="en-GB"/>
              </w:rPr>
              <w:t>Big CR for TS 38.113 Maintenance (Rel-17,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ADC71D" w14:textId="2EA11BC5" w:rsidR="00EA27C1" w:rsidRDefault="00EA27C1" w:rsidP="00142FCE">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Pr>
                <w:rFonts w:ascii="Arial" w:eastAsia="SimSun" w:hAnsi="Arial"/>
                <w:sz w:val="16"/>
                <w:szCs w:val="16"/>
                <w:lang w:eastAsia="zh-CN"/>
              </w:rPr>
              <w:t>17.2.0</w:t>
            </w:r>
          </w:p>
        </w:tc>
      </w:tr>
    </w:tbl>
    <w:p w14:paraId="54E40325" w14:textId="77777777" w:rsidR="009C2758" w:rsidRPr="00235394" w:rsidRDefault="009C2758" w:rsidP="009C2758"/>
    <w:bookmarkEnd w:id="1334"/>
    <w:p w14:paraId="1E186D94" w14:textId="77777777" w:rsidR="00823707" w:rsidRPr="004D3578" w:rsidRDefault="00823707" w:rsidP="00A27486"/>
    <w:sectPr w:rsidR="00823707" w:rsidRPr="004D3578">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0B496" w14:textId="77777777" w:rsidR="007004AA" w:rsidRDefault="007004AA">
      <w:r>
        <w:separator/>
      </w:r>
    </w:p>
  </w:endnote>
  <w:endnote w:type="continuationSeparator" w:id="0">
    <w:p w14:paraId="765B5B60" w14:textId="77777777" w:rsidR="007004AA" w:rsidRDefault="0070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Arial"/>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5.0.0">
    <w:altName w:val="Times New Roman"/>
    <w:charset w:val="00"/>
    <w:family w:val="roman"/>
    <w:pitch w:val="default"/>
  </w:font>
  <w:font w:name="TimesNewRoman">
    <w:altName w:val="Times New Roman"/>
    <w:charset w:val="00"/>
    <w:family w:val="roman"/>
    <w:pitch w:val="default"/>
  </w:font>
  <w:font w:name="v4.2.0">
    <w:altName w:val="Times New Roman"/>
    <w:charset w:val="00"/>
    <w:family w:val="auto"/>
    <w:pitch w:val="default"/>
    <w:sig w:usb0="00000000" w:usb1="00000000" w:usb2="00000000" w:usb3="00000000" w:csb0="00040001" w:csb1="00000000"/>
  </w:font>
  <w:font w:name="v3.8.0">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6DA9" w14:textId="77777777" w:rsidR="0086063E" w:rsidRDefault="0086063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CB1E9" w14:textId="77777777" w:rsidR="007004AA" w:rsidRDefault="007004AA">
      <w:r>
        <w:separator/>
      </w:r>
    </w:p>
  </w:footnote>
  <w:footnote w:type="continuationSeparator" w:id="0">
    <w:p w14:paraId="34435156" w14:textId="77777777" w:rsidR="007004AA" w:rsidRDefault="00700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6DA5" w14:textId="125DD204" w:rsidR="0086063E" w:rsidRDefault="0086063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D62DAD">
      <w:rPr>
        <w:rFonts w:ascii="Arial" w:hAnsi="Arial" w:cs="Arial"/>
        <w:b/>
        <w:noProof/>
        <w:sz w:val="18"/>
        <w:szCs w:val="18"/>
      </w:rPr>
      <w:t>3GPP TS 38.113 V17.2.0 (2022-09)</w:t>
    </w:r>
    <w:r>
      <w:rPr>
        <w:rFonts w:ascii="Arial" w:hAnsi="Arial" w:cs="Arial"/>
        <w:b/>
        <w:sz w:val="18"/>
        <w:szCs w:val="18"/>
      </w:rPr>
      <w:fldChar w:fldCharType="end"/>
    </w:r>
  </w:p>
  <w:p w14:paraId="1E186DA6" w14:textId="77777777" w:rsidR="0086063E" w:rsidRDefault="0086063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E186DA7" w14:textId="49C6CEAE" w:rsidR="0086063E" w:rsidRDefault="0086063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D62DAD">
      <w:rPr>
        <w:rFonts w:ascii="Arial" w:hAnsi="Arial" w:cs="Arial"/>
        <w:b/>
        <w:noProof/>
        <w:sz w:val="18"/>
        <w:szCs w:val="18"/>
      </w:rPr>
      <w:t>Release 17</w:t>
    </w:r>
    <w:r>
      <w:rPr>
        <w:rFonts w:ascii="Arial" w:hAnsi="Arial" w:cs="Arial"/>
        <w:b/>
        <w:sz w:val="18"/>
        <w:szCs w:val="18"/>
      </w:rPr>
      <w:fldChar w:fldCharType="end"/>
    </w:r>
  </w:p>
  <w:p w14:paraId="1E186DA8" w14:textId="77777777" w:rsidR="0086063E" w:rsidRDefault="008606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34B328A"/>
    <w:multiLevelType w:val="multilevel"/>
    <w:tmpl w:val="534B328A"/>
    <w:lvl w:ilvl="0">
      <w:start w:val="1"/>
      <w:numFmt w:val="decimal"/>
      <w:lvlText w:val="[%1]"/>
      <w:lvlJc w:val="left"/>
      <w:pPr>
        <w:tabs>
          <w:tab w:val="num" w:pos="360"/>
        </w:tabs>
        <w:ind w:left="360" w:hanging="360"/>
      </w:pPr>
      <w:rPr>
        <w:rFonts w:hint="default"/>
        <w:color w:val="auto"/>
        <w:sz w:val="20"/>
        <w:szCs w:val="20"/>
      </w:rPr>
    </w:lvl>
    <w:lvl w:ilvl="1">
      <w:numFmt w:val="bullet"/>
      <w:lvlText w:val="-"/>
      <w:lvlJc w:val="left"/>
      <w:pPr>
        <w:ind w:left="1080" w:hanging="360"/>
      </w:pPr>
      <w:rPr>
        <w:rFonts w:ascii="Times New Roman" w:eastAsia="SimSu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9882108">
    <w:abstractNumId w:val="0"/>
    <w:lvlOverride w:ilvl="0">
      <w:lvl w:ilvl="0">
        <w:start w:val="1"/>
        <w:numFmt w:val="bullet"/>
        <w:pStyle w:val="a"/>
        <w:lvlText w:val=""/>
        <w:legacy w:legacy="1" w:legacySpace="0" w:legacyIndent="360"/>
        <w:lvlJc w:val="left"/>
        <w:pPr>
          <w:ind w:left="360" w:hanging="360"/>
        </w:pPr>
        <w:rPr>
          <w:rFonts w:ascii="Symbol" w:hAnsi="Symbol" w:hint="default"/>
        </w:rPr>
      </w:lvl>
    </w:lvlOverride>
  </w:num>
  <w:num w:numId="2" w16cid:durableId="709451458">
    <w:abstractNumId w:val="0"/>
    <w:lvlOverride w:ilvl="0">
      <w:lvl w:ilvl="0">
        <w:start w:val="1"/>
        <w:numFmt w:val="bullet"/>
        <w:pStyle w:val="a"/>
        <w:lvlText w:val=""/>
        <w:legacy w:legacy="1" w:legacySpace="0" w:legacyIndent="283"/>
        <w:lvlJc w:val="left"/>
        <w:pPr>
          <w:ind w:left="567" w:hanging="283"/>
        </w:pPr>
        <w:rPr>
          <w:rFonts w:ascii="Symbol" w:hAnsi="Symbol" w:hint="default"/>
        </w:rPr>
      </w:lvl>
    </w:lvlOverride>
  </w:num>
  <w:num w:numId="3" w16cid:durableId="643463993">
    <w:abstractNumId w:val="1"/>
  </w:num>
  <w:num w:numId="4" w16cid:durableId="1439332247">
    <w:abstractNumId w:val="3"/>
  </w:num>
  <w:num w:numId="5" w16cid:durableId="1953975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40795"/>
    <w:rsid w:val="00051834"/>
    <w:rsid w:val="00054A22"/>
    <w:rsid w:val="000605EC"/>
    <w:rsid w:val="0006178E"/>
    <w:rsid w:val="00062023"/>
    <w:rsid w:val="000655A6"/>
    <w:rsid w:val="00080512"/>
    <w:rsid w:val="000A719E"/>
    <w:rsid w:val="000B5D18"/>
    <w:rsid w:val="000C47C3"/>
    <w:rsid w:val="000D58AB"/>
    <w:rsid w:val="00133525"/>
    <w:rsid w:val="00145361"/>
    <w:rsid w:val="001A4C42"/>
    <w:rsid w:val="001A7420"/>
    <w:rsid w:val="001B6637"/>
    <w:rsid w:val="001C21C3"/>
    <w:rsid w:val="001D02C2"/>
    <w:rsid w:val="001F0C1D"/>
    <w:rsid w:val="001F1132"/>
    <w:rsid w:val="001F168B"/>
    <w:rsid w:val="002347A2"/>
    <w:rsid w:val="002675F0"/>
    <w:rsid w:val="002B6339"/>
    <w:rsid w:val="002D3B99"/>
    <w:rsid w:val="002E00EE"/>
    <w:rsid w:val="002E35F3"/>
    <w:rsid w:val="002F0E53"/>
    <w:rsid w:val="003172DC"/>
    <w:rsid w:val="00325C42"/>
    <w:rsid w:val="00341D0F"/>
    <w:rsid w:val="0035462D"/>
    <w:rsid w:val="003765B8"/>
    <w:rsid w:val="003C2962"/>
    <w:rsid w:val="003C3971"/>
    <w:rsid w:val="00402C9E"/>
    <w:rsid w:val="00406546"/>
    <w:rsid w:val="00423334"/>
    <w:rsid w:val="004345EC"/>
    <w:rsid w:val="0045272B"/>
    <w:rsid w:val="00456274"/>
    <w:rsid w:val="00465515"/>
    <w:rsid w:val="004C0968"/>
    <w:rsid w:val="004D3578"/>
    <w:rsid w:val="004E213A"/>
    <w:rsid w:val="004E5C8F"/>
    <w:rsid w:val="004F0988"/>
    <w:rsid w:val="004F3340"/>
    <w:rsid w:val="0050065F"/>
    <w:rsid w:val="0053388B"/>
    <w:rsid w:val="00535773"/>
    <w:rsid w:val="00543E6C"/>
    <w:rsid w:val="00555E63"/>
    <w:rsid w:val="005567FC"/>
    <w:rsid w:val="00565087"/>
    <w:rsid w:val="00572A4B"/>
    <w:rsid w:val="00597B11"/>
    <w:rsid w:val="005B5151"/>
    <w:rsid w:val="005D2E01"/>
    <w:rsid w:val="005D7526"/>
    <w:rsid w:val="005E4BB2"/>
    <w:rsid w:val="005F2378"/>
    <w:rsid w:val="00602AEA"/>
    <w:rsid w:val="00604AC6"/>
    <w:rsid w:val="00614FDF"/>
    <w:rsid w:val="0063543D"/>
    <w:rsid w:val="00647114"/>
    <w:rsid w:val="00685E1F"/>
    <w:rsid w:val="00695F80"/>
    <w:rsid w:val="006A323F"/>
    <w:rsid w:val="006B011F"/>
    <w:rsid w:val="006B30D0"/>
    <w:rsid w:val="006C3D95"/>
    <w:rsid w:val="006E5C86"/>
    <w:rsid w:val="007004AA"/>
    <w:rsid w:val="00701116"/>
    <w:rsid w:val="00710865"/>
    <w:rsid w:val="00713C44"/>
    <w:rsid w:val="00715F65"/>
    <w:rsid w:val="00734A5B"/>
    <w:rsid w:val="0074026F"/>
    <w:rsid w:val="007429F6"/>
    <w:rsid w:val="00744E76"/>
    <w:rsid w:val="007470D2"/>
    <w:rsid w:val="0077187B"/>
    <w:rsid w:val="00774DA4"/>
    <w:rsid w:val="00781F0F"/>
    <w:rsid w:val="00794AD6"/>
    <w:rsid w:val="007A361E"/>
    <w:rsid w:val="007B600E"/>
    <w:rsid w:val="007E634D"/>
    <w:rsid w:val="007F0F4A"/>
    <w:rsid w:val="008028A4"/>
    <w:rsid w:val="00823707"/>
    <w:rsid w:val="00830747"/>
    <w:rsid w:val="0084028F"/>
    <w:rsid w:val="0086063E"/>
    <w:rsid w:val="008768CA"/>
    <w:rsid w:val="00891739"/>
    <w:rsid w:val="008C384C"/>
    <w:rsid w:val="008C719F"/>
    <w:rsid w:val="008D6207"/>
    <w:rsid w:val="0090271F"/>
    <w:rsid w:val="00902E23"/>
    <w:rsid w:val="009114D7"/>
    <w:rsid w:val="0091348E"/>
    <w:rsid w:val="00917CCB"/>
    <w:rsid w:val="00936D74"/>
    <w:rsid w:val="00942EC2"/>
    <w:rsid w:val="00957647"/>
    <w:rsid w:val="0096653E"/>
    <w:rsid w:val="0097656F"/>
    <w:rsid w:val="009C2758"/>
    <w:rsid w:val="009D42C4"/>
    <w:rsid w:val="009F37B7"/>
    <w:rsid w:val="009F55C5"/>
    <w:rsid w:val="009F6AA6"/>
    <w:rsid w:val="00A06837"/>
    <w:rsid w:val="00A06B71"/>
    <w:rsid w:val="00A10F02"/>
    <w:rsid w:val="00A164B4"/>
    <w:rsid w:val="00A26956"/>
    <w:rsid w:val="00A27486"/>
    <w:rsid w:val="00A53724"/>
    <w:rsid w:val="00A56066"/>
    <w:rsid w:val="00A62F8E"/>
    <w:rsid w:val="00A67746"/>
    <w:rsid w:val="00A73129"/>
    <w:rsid w:val="00A82346"/>
    <w:rsid w:val="00A83A89"/>
    <w:rsid w:val="00A9242F"/>
    <w:rsid w:val="00A92BA1"/>
    <w:rsid w:val="00AA2458"/>
    <w:rsid w:val="00AB205C"/>
    <w:rsid w:val="00AC4B6E"/>
    <w:rsid w:val="00AC6BC6"/>
    <w:rsid w:val="00AE65E2"/>
    <w:rsid w:val="00B15449"/>
    <w:rsid w:val="00B15753"/>
    <w:rsid w:val="00B212F4"/>
    <w:rsid w:val="00B656D7"/>
    <w:rsid w:val="00B93086"/>
    <w:rsid w:val="00BA19ED"/>
    <w:rsid w:val="00BA4B8D"/>
    <w:rsid w:val="00BA6AD9"/>
    <w:rsid w:val="00BB317B"/>
    <w:rsid w:val="00BC0F7D"/>
    <w:rsid w:val="00BD10F2"/>
    <w:rsid w:val="00BD7D31"/>
    <w:rsid w:val="00BE1F06"/>
    <w:rsid w:val="00BE3255"/>
    <w:rsid w:val="00BF128E"/>
    <w:rsid w:val="00C074DD"/>
    <w:rsid w:val="00C1496A"/>
    <w:rsid w:val="00C33079"/>
    <w:rsid w:val="00C45231"/>
    <w:rsid w:val="00C72833"/>
    <w:rsid w:val="00C80F1D"/>
    <w:rsid w:val="00C93F40"/>
    <w:rsid w:val="00CA3D0C"/>
    <w:rsid w:val="00CA7178"/>
    <w:rsid w:val="00CB6F00"/>
    <w:rsid w:val="00D55E61"/>
    <w:rsid w:val="00D57972"/>
    <w:rsid w:val="00D62DAD"/>
    <w:rsid w:val="00D675A9"/>
    <w:rsid w:val="00D7063B"/>
    <w:rsid w:val="00D738D6"/>
    <w:rsid w:val="00D755EB"/>
    <w:rsid w:val="00D76048"/>
    <w:rsid w:val="00D87E00"/>
    <w:rsid w:val="00D910A1"/>
    <w:rsid w:val="00D9134D"/>
    <w:rsid w:val="00DA7A03"/>
    <w:rsid w:val="00DB1818"/>
    <w:rsid w:val="00DB56CE"/>
    <w:rsid w:val="00DC0596"/>
    <w:rsid w:val="00DC309B"/>
    <w:rsid w:val="00DC4DA2"/>
    <w:rsid w:val="00DD4C17"/>
    <w:rsid w:val="00DD74A5"/>
    <w:rsid w:val="00DF2B1F"/>
    <w:rsid w:val="00DF2ED5"/>
    <w:rsid w:val="00DF62CD"/>
    <w:rsid w:val="00E16509"/>
    <w:rsid w:val="00E44582"/>
    <w:rsid w:val="00E77645"/>
    <w:rsid w:val="00EA15B0"/>
    <w:rsid w:val="00EA27C1"/>
    <w:rsid w:val="00EA3A62"/>
    <w:rsid w:val="00EA5EA7"/>
    <w:rsid w:val="00EC4A25"/>
    <w:rsid w:val="00EE52AD"/>
    <w:rsid w:val="00EF783D"/>
    <w:rsid w:val="00F025A2"/>
    <w:rsid w:val="00F04712"/>
    <w:rsid w:val="00F1127B"/>
    <w:rsid w:val="00F13360"/>
    <w:rsid w:val="00F22EC7"/>
    <w:rsid w:val="00F31AA1"/>
    <w:rsid w:val="00F325C8"/>
    <w:rsid w:val="00F653B8"/>
    <w:rsid w:val="00F704A0"/>
    <w:rsid w:val="00F9008D"/>
    <w:rsid w:val="00FA1266"/>
    <w:rsid w:val="00FB3B21"/>
    <w:rsid w:val="00FC1192"/>
    <w:rsid w:val="00FD6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86853"/>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List Bullet 5"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HChar">
    <w:name w:val="TH Char"/>
    <w:link w:val="TH"/>
    <w:qFormat/>
    <w:rsid w:val="00823707"/>
    <w:rPr>
      <w:rFonts w:ascii="Arial" w:hAnsi="Arial"/>
      <w:b/>
      <w:lang w:eastAsia="en-US"/>
    </w:rPr>
  </w:style>
  <w:style w:type="character" w:styleId="FootnoteReference">
    <w:name w:val="footnote reference"/>
    <w:rsid w:val="00823707"/>
    <w:rPr>
      <w:b/>
      <w:position w:val="6"/>
      <w:sz w:val="16"/>
    </w:rPr>
  </w:style>
  <w:style w:type="character" w:styleId="CommentReference">
    <w:name w:val="annotation reference"/>
    <w:rsid w:val="00823707"/>
    <w:rPr>
      <w:sz w:val="16"/>
    </w:rPr>
  </w:style>
  <w:style w:type="character" w:customStyle="1" w:styleId="TALChar">
    <w:name w:val="TAL Char"/>
    <w:link w:val="TAL"/>
    <w:rsid w:val="00823707"/>
    <w:rPr>
      <w:rFonts w:ascii="Arial" w:hAnsi="Arial"/>
      <w:sz w:val="18"/>
      <w:lang w:eastAsia="en-US"/>
    </w:rPr>
  </w:style>
  <w:style w:type="character" w:customStyle="1" w:styleId="TACChar">
    <w:name w:val="TAC Char"/>
    <w:link w:val="TAC"/>
    <w:qFormat/>
    <w:rsid w:val="00823707"/>
    <w:rPr>
      <w:rFonts w:ascii="Arial" w:hAnsi="Arial"/>
      <w:sz w:val="18"/>
      <w:lang w:eastAsia="en-US"/>
    </w:rPr>
  </w:style>
  <w:style w:type="paragraph" w:styleId="DocumentMap">
    <w:name w:val="Document Map"/>
    <w:basedOn w:val="Normal"/>
    <w:link w:val="DocumentMapChar"/>
    <w:rsid w:val="00823707"/>
    <w:pPr>
      <w:shd w:val="clear" w:color="auto" w:fill="000080"/>
      <w:overflowPunct w:val="0"/>
      <w:autoSpaceDE w:val="0"/>
      <w:autoSpaceDN w:val="0"/>
      <w:adjustRightInd w:val="0"/>
      <w:textAlignment w:val="baseline"/>
    </w:pPr>
    <w:rPr>
      <w:rFonts w:ascii="Tahoma" w:hAnsi="Tahoma" w:cs="Tahoma"/>
      <w:lang w:eastAsia="en-GB"/>
    </w:rPr>
  </w:style>
  <w:style w:type="character" w:customStyle="1" w:styleId="DocumentMapChar">
    <w:name w:val="Document Map Char"/>
    <w:link w:val="DocumentMap"/>
    <w:rsid w:val="00823707"/>
    <w:rPr>
      <w:rFonts w:ascii="Tahoma" w:hAnsi="Tahoma" w:cs="Tahoma"/>
      <w:shd w:val="clear" w:color="auto" w:fill="000080"/>
    </w:rPr>
  </w:style>
  <w:style w:type="paragraph" w:styleId="ListBullet5">
    <w:name w:val="List Bullet 5"/>
    <w:basedOn w:val="ListBullet4"/>
    <w:qFormat/>
    <w:rsid w:val="00823707"/>
    <w:pPr>
      <w:ind w:left="1702"/>
    </w:pPr>
  </w:style>
  <w:style w:type="paragraph" w:styleId="CommentText">
    <w:name w:val="annotation text"/>
    <w:basedOn w:val="Normal"/>
    <w:link w:val="CommentTextChar"/>
    <w:rsid w:val="00823707"/>
  </w:style>
  <w:style w:type="character" w:customStyle="1" w:styleId="CommentTextChar">
    <w:name w:val="Comment Text Char"/>
    <w:link w:val="CommentText"/>
    <w:rsid w:val="00823707"/>
    <w:rPr>
      <w:lang w:eastAsia="en-US"/>
    </w:rPr>
  </w:style>
  <w:style w:type="paragraph" w:styleId="CommentSubject">
    <w:name w:val="annotation subject"/>
    <w:basedOn w:val="CommentText"/>
    <w:next w:val="CommentText"/>
    <w:link w:val="CommentSubjectChar"/>
    <w:rsid w:val="00823707"/>
    <w:pPr>
      <w:overflowPunct w:val="0"/>
      <w:autoSpaceDE w:val="0"/>
      <w:autoSpaceDN w:val="0"/>
      <w:adjustRightInd w:val="0"/>
      <w:textAlignment w:val="baseline"/>
    </w:pPr>
    <w:rPr>
      <w:b/>
      <w:bCs/>
      <w:lang w:eastAsia="en-GB"/>
    </w:rPr>
  </w:style>
  <w:style w:type="character" w:customStyle="1" w:styleId="CommentSubjectChar">
    <w:name w:val="Comment Subject Char"/>
    <w:link w:val="CommentSubject"/>
    <w:rsid w:val="00823707"/>
    <w:rPr>
      <w:b/>
      <w:bCs/>
      <w:lang w:eastAsia="en-US"/>
    </w:rPr>
  </w:style>
  <w:style w:type="paragraph" w:styleId="List">
    <w:name w:val="List"/>
    <w:basedOn w:val="Normal"/>
    <w:rsid w:val="00823707"/>
    <w:pPr>
      <w:overflowPunct w:val="0"/>
      <w:autoSpaceDE w:val="0"/>
      <w:autoSpaceDN w:val="0"/>
      <w:adjustRightInd w:val="0"/>
      <w:ind w:left="568" w:hanging="284"/>
      <w:textAlignment w:val="baseline"/>
    </w:pPr>
    <w:rPr>
      <w:lang w:eastAsia="en-GB"/>
    </w:rPr>
  </w:style>
  <w:style w:type="paragraph" w:styleId="Revision">
    <w:name w:val="Revision"/>
    <w:uiPriority w:val="99"/>
    <w:unhideWhenUsed/>
    <w:rsid w:val="00823707"/>
    <w:rPr>
      <w:rFonts w:ascii="CG Times (WN)" w:eastAsia="SimSun" w:hAnsi="CG Times (WN)"/>
      <w:lang w:eastAsia="en-US"/>
    </w:rPr>
  </w:style>
  <w:style w:type="paragraph" w:styleId="ListNumber2">
    <w:name w:val="List Number 2"/>
    <w:basedOn w:val="ListNumber"/>
    <w:rsid w:val="00823707"/>
    <w:pPr>
      <w:ind w:left="851"/>
    </w:pPr>
  </w:style>
  <w:style w:type="paragraph" w:styleId="List4">
    <w:name w:val="List 4"/>
    <w:basedOn w:val="List3"/>
    <w:rsid w:val="00823707"/>
    <w:pPr>
      <w:ind w:left="1418"/>
    </w:pPr>
  </w:style>
  <w:style w:type="paragraph" w:styleId="List2">
    <w:name w:val="List 2"/>
    <w:basedOn w:val="List"/>
    <w:rsid w:val="00823707"/>
    <w:pPr>
      <w:ind w:left="851"/>
    </w:pPr>
  </w:style>
  <w:style w:type="paragraph" w:styleId="List5">
    <w:name w:val="List 5"/>
    <w:basedOn w:val="List4"/>
    <w:rsid w:val="00823707"/>
    <w:pPr>
      <w:ind w:left="1702"/>
    </w:pPr>
  </w:style>
  <w:style w:type="paragraph" w:styleId="ListBullet3">
    <w:name w:val="List Bullet 3"/>
    <w:basedOn w:val="ListBullet2"/>
    <w:rsid w:val="00823707"/>
    <w:pPr>
      <w:ind w:left="1135"/>
    </w:pPr>
  </w:style>
  <w:style w:type="paragraph" w:styleId="ListBullet4">
    <w:name w:val="List Bullet 4"/>
    <w:basedOn w:val="ListBullet3"/>
    <w:rsid w:val="00823707"/>
    <w:pPr>
      <w:ind w:left="1418"/>
    </w:pPr>
  </w:style>
  <w:style w:type="paragraph" w:styleId="List3">
    <w:name w:val="List 3"/>
    <w:basedOn w:val="List2"/>
    <w:rsid w:val="00823707"/>
    <w:pPr>
      <w:ind w:left="1135"/>
    </w:pPr>
  </w:style>
  <w:style w:type="paragraph" w:styleId="ListBullet">
    <w:name w:val="List Bullet"/>
    <w:basedOn w:val="List"/>
    <w:rsid w:val="00823707"/>
  </w:style>
  <w:style w:type="paragraph" w:styleId="ListNumber">
    <w:name w:val="List Number"/>
    <w:basedOn w:val="List"/>
    <w:rsid w:val="00823707"/>
  </w:style>
  <w:style w:type="paragraph" w:styleId="Index2">
    <w:name w:val="index 2"/>
    <w:basedOn w:val="Index1"/>
    <w:rsid w:val="00823707"/>
    <w:pPr>
      <w:ind w:left="284"/>
    </w:pPr>
  </w:style>
  <w:style w:type="paragraph" w:styleId="ListBullet2">
    <w:name w:val="List Bullet 2"/>
    <w:basedOn w:val="ListBullet"/>
    <w:rsid w:val="00823707"/>
    <w:pPr>
      <w:ind w:left="851"/>
    </w:pPr>
  </w:style>
  <w:style w:type="paragraph" w:styleId="Index1">
    <w:name w:val="index 1"/>
    <w:basedOn w:val="Normal"/>
    <w:rsid w:val="00823707"/>
    <w:pPr>
      <w:keepLines/>
      <w:overflowPunct w:val="0"/>
      <w:autoSpaceDE w:val="0"/>
      <w:autoSpaceDN w:val="0"/>
      <w:adjustRightInd w:val="0"/>
      <w:spacing w:after="0"/>
      <w:textAlignment w:val="baseline"/>
    </w:pPr>
    <w:rPr>
      <w:lang w:eastAsia="en-GB"/>
    </w:rPr>
  </w:style>
  <w:style w:type="paragraph" w:customStyle="1" w:styleId="a">
    <w:name w:val="参考文献"/>
    <w:basedOn w:val="Normal"/>
    <w:qFormat/>
    <w:rsid w:val="00823707"/>
    <w:pPr>
      <w:keepLines/>
      <w:numPr>
        <w:numId w:val="1"/>
      </w:numPr>
      <w:tabs>
        <w:tab w:val="left" w:pos="360"/>
      </w:tabs>
      <w:overflowPunct w:val="0"/>
      <w:autoSpaceDE w:val="0"/>
      <w:autoSpaceDN w:val="0"/>
      <w:adjustRightInd w:val="0"/>
      <w:spacing w:after="0"/>
      <w:textAlignment w:val="baseline"/>
    </w:pPr>
    <w:rPr>
      <w:rFonts w:eastAsia="MS Mincho"/>
      <w:lang w:eastAsia="en-GB"/>
    </w:rPr>
  </w:style>
  <w:style w:type="paragraph" w:styleId="FootnoteText">
    <w:name w:val="footnote text"/>
    <w:basedOn w:val="Normal"/>
    <w:link w:val="FootnoteTextChar"/>
    <w:rsid w:val="00823707"/>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823707"/>
    <w:rPr>
      <w:sz w:val="16"/>
    </w:rPr>
  </w:style>
  <w:style w:type="paragraph" w:customStyle="1" w:styleId="tdoc-header">
    <w:name w:val="tdoc-header"/>
    <w:rsid w:val="00823707"/>
    <w:rPr>
      <w:rFonts w:ascii="Arial" w:eastAsia="SimSun" w:hAnsi="Arial"/>
      <w:sz w:val="24"/>
      <w:lang w:eastAsia="en-US"/>
    </w:rPr>
  </w:style>
  <w:style w:type="paragraph" w:customStyle="1" w:styleId="CRCoverPage">
    <w:name w:val="CR Cover Page"/>
    <w:rsid w:val="00823707"/>
    <w:pPr>
      <w:spacing w:after="120"/>
    </w:pPr>
    <w:rPr>
      <w:rFonts w:ascii="Arial" w:eastAsia="SimSun" w:hAnsi="Arial"/>
      <w:lang w:eastAsia="en-US"/>
    </w:rPr>
  </w:style>
  <w:style w:type="character" w:customStyle="1" w:styleId="NOChar">
    <w:name w:val="NO Char"/>
    <w:link w:val="NO"/>
    <w:qFormat/>
    <w:rsid w:val="005F2378"/>
    <w:rPr>
      <w:lang w:eastAsia="en-US"/>
    </w:rPr>
  </w:style>
  <w:style w:type="character" w:customStyle="1" w:styleId="B1Char">
    <w:name w:val="B1 Char"/>
    <w:link w:val="B1"/>
    <w:qFormat/>
    <w:rsid w:val="005F2378"/>
    <w:rPr>
      <w:lang w:eastAsia="en-US"/>
    </w:rPr>
  </w:style>
  <w:style w:type="character" w:customStyle="1" w:styleId="B2Char">
    <w:name w:val="B2 Char"/>
    <w:link w:val="B2"/>
    <w:qFormat/>
    <w:rsid w:val="005F2378"/>
    <w:rPr>
      <w:lang w:eastAsia="en-US"/>
    </w:rPr>
  </w:style>
  <w:style w:type="character" w:customStyle="1" w:styleId="EQChar">
    <w:name w:val="EQ Char"/>
    <w:link w:val="EQ"/>
    <w:qFormat/>
    <w:rsid w:val="005F2378"/>
    <w:rPr>
      <w:noProof/>
      <w:lang w:eastAsia="en-US"/>
    </w:rPr>
  </w:style>
  <w:style w:type="character" w:customStyle="1" w:styleId="TAHCar">
    <w:name w:val="TAH Car"/>
    <w:link w:val="TAH"/>
    <w:qFormat/>
    <w:rsid w:val="005F2378"/>
    <w:rPr>
      <w:rFonts w:ascii="Arial" w:hAnsi="Arial"/>
      <w:b/>
      <w:sz w:val="18"/>
      <w:lang w:eastAsia="en-US"/>
    </w:rPr>
  </w:style>
  <w:style w:type="character" w:customStyle="1" w:styleId="TANChar">
    <w:name w:val="TAN Char"/>
    <w:link w:val="TAN"/>
    <w:qFormat/>
    <w:rsid w:val="005F2378"/>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60929">
      <w:bodyDiv w:val="1"/>
      <w:marLeft w:val="0"/>
      <w:marRight w:val="0"/>
      <w:marTop w:val="0"/>
      <w:marBottom w:val="0"/>
      <w:divBdr>
        <w:top w:val="none" w:sz="0" w:space="0" w:color="auto"/>
        <w:left w:val="none" w:sz="0" w:space="0" w:color="auto"/>
        <w:bottom w:val="none" w:sz="0" w:space="0" w:color="auto"/>
        <w:right w:val="none" w:sz="0" w:space="0" w:color="auto"/>
      </w:divBdr>
    </w:div>
    <w:div w:id="802842717">
      <w:bodyDiv w:val="1"/>
      <w:marLeft w:val="0"/>
      <w:marRight w:val="0"/>
      <w:marTop w:val="0"/>
      <w:marBottom w:val="0"/>
      <w:divBdr>
        <w:top w:val="none" w:sz="0" w:space="0" w:color="auto"/>
        <w:left w:val="none" w:sz="0" w:space="0" w:color="auto"/>
        <w:bottom w:val="none" w:sz="0" w:space="0" w:color="auto"/>
        <w:right w:val="none" w:sz="0" w:space="0" w:color="auto"/>
      </w:divBdr>
    </w:div>
    <w:div w:id="1268537676">
      <w:bodyDiv w:val="1"/>
      <w:marLeft w:val="0"/>
      <w:marRight w:val="0"/>
      <w:marTop w:val="0"/>
      <w:marBottom w:val="0"/>
      <w:divBdr>
        <w:top w:val="none" w:sz="0" w:space="0" w:color="auto"/>
        <w:left w:val="none" w:sz="0" w:space="0" w:color="auto"/>
        <w:bottom w:val="none" w:sz="0" w:space="0" w:color="auto"/>
        <w:right w:val="none" w:sz="0" w:space="0" w:color="auto"/>
      </w:divBdr>
    </w:div>
    <w:div w:id="19043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Microsoft_Word_Document.docx"/><Relationship Id="rId17" Type="http://schemas.openxmlformats.org/officeDocument/2006/relationships/image" Target="media/image7.png"/><Relationship Id="rId2" Type="http://schemas.openxmlformats.org/officeDocument/2006/relationships/customXml" Target="../customXml/item1.xml"/><Relationship Id="rId16" Type="http://schemas.openxmlformats.org/officeDocument/2006/relationships/image" Target="media/image6.w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Word_Document1.doc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A0E3D-6FB2-48A8-8179-DDE23AF0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17</TotalTime>
  <Pages>35</Pages>
  <Words>12005</Words>
  <Characters>68434</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80279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17</cp:revision>
  <cp:lastPrinted>2019-02-25T14:05:00Z</cp:lastPrinted>
  <dcterms:created xsi:type="dcterms:W3CDTF">2021-10-01T00:24:00Z</dcterms:created>
  <dcterms:modified xsi:type="dcterms:W3CDTF">2022-09-26T11:02:00Z</dcterms:modified>
</cp:coreProperties>
</file>